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B8149" w14:textId="4E3931A1" w:rsidR="00033562" w:rsidRPr="007549CD" w:rsidRDefault="00C503A9" w:rsidP="00435B4F">
      <w:pPr>
        <w:pStyle w:val="Photoauteur"/>
      </w:pPr>
      <w:r w:rsidRPr="007549CD">
        <w:drawing>
          <wp:anchor distT="0" distB="0" distL="114300" distR="114300" simplePos="0" relativeHeight="251657728" behindDoc="0" locked="0" layoutInCell="1" allowOverlap="1" wp14:anchorId="04A4B7A3" wp14:editId="38AEF424">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F34AD9">
        <w:drawing>
          <wp:inline distT="0" distB="0" distL="0" distR="0" wp14:anchorId="0331CAEE" wp14:editId="306AAD76">
            <wp:extent cx="3448381" cy="4435200"/>
            <wp:effectExtent l="0" t="0" r="0" b="3810"/>
            <wp:docPr id="1387306485" name="Image 1" descr="Une image contenant Visage humain, portrait, habits, person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306485" name="Image 1" descr="Une image contenant Visage humain, portrait, habits, personne&#10;&#10;Le contenu généré par l’IA peut être incorrect."/>
                    <pic:cNvPicPr/>
                  </pic:nvPicPr>
                  <pic:blipFill>
                    <a:blip r:embed="rId8"/>
                    <a:stretch>
                      <a:fillRect/>
                    </a:stretch>
                  </pic:blipFill>
                  <pic:spPr>
                    <a:xfrm>
                      <a:off x="0" y="0"/>
                      <a:ext cx="3459063" cy="4448939"/>
                    </a:xfrm>
                    <a:prstGeom prst="rect">
                      <a:avLst/>
                    </a:prstGeom>
                  </pic:spPr>
                </pic:pic>
              </a:graphicData>
            </a:graphic>
          </wp:inline>
        </w:drawing>
      </w:r>
    </w:p>
    <w:p w14:paraId="2B7B8A4A" w14:textId="77777777" w:rsidR="00D279CD" w:rsidRDefault="00D279CD" w:rsidP="00D279CD">
      <w:pPr>
        <w:pStyle w:val="Auteur"/>
      </w:pPr>
      <w:proofErr w:type="spellStart"/>
      <w:r>
        <w:t>Dashiell</w:t>
      </w:r>
      <w:proofErr w:type="spellEnd"/>
      <w:r>
        <w:t xml:space="preserve"> Hammett</w:t>
      </w:r>
    </w:p>
    <w:p w14:paraId="3D74F846" w14:textId="77777777" w:rsidR="00033562" w:rsidRPr="007C1C6B" w:rsidRDefault="00033562" w:rsidP="007C1C6B">
      <w:pPr>
        <w:pStyle w:val="Titrelivre"/>
      </w:pPr>
      <w:r w:rsidRPr="007C1C6B">
        <w:t>L</w:t>
      </w:r>
      <w:r w:rsidR="00435B4F">
        <w:t>’</w:t>
      </w:r>
      <w:r w:rsidR="00D279CD">
        <w:t>INTROUVABLE</w:t>
      </w:r>
    </w:p>
    <w:p w14:paraId="4B656288" w14:textId="77777777" w:rsidR="00435B4F" w:rsidRDefault="00D279CD">
      <w:pPr>
        <w:pStyle w:val="Soustitrelivre"/>
        <w:rPr>
          <w:i/>
        </w:rPr>
      </w:pPr>
      <w:r w:rsidRPr="00D279CD">
        <w:rPr>
          <w:i/>
        </w:rPr>
        <w:t xml:space="preserve">The </w:t>
      </w:r>
      <w:proofErr w:type="spellStart"/>
      <w:r w:rsidRPr="00D279CD">
        <w:rPr>
          <w:i/>
        </w:rPr>
        <w:t>Thin</w:t>
      </w:r>
      <w:proofErr w:type="spellEnd"/>
      <w:r w:rsidRPr="00D279CD">
        <w:rPr>
          <w:i/>
        </w:rPr>
        <w:t xml:space="preserve"> Man</w:t>
      </w:r>
    </w:p>
    <w:p w14:paraId="0B81D1BA" w14:textId="77777777" w:rsidR="00D279CD" w:rsidRDefault="00D279CD" w:rsidP="00D279CD">
      <w:pPr>
        <w:pStyle w:val="DateSortie"/>
      </w:pPr>
      <w:r>
        <w:t>1934</w:t>
      </w:r>
    </w:p>
    <w:p w14:paraId="0E5789A4" w14:textId="77777777" w:rsidR="00033562" w:rsidRDefault="00D279CD" w:rsidP="00435B4F">
      <w:pPr>
        <w:pStyle w:val="DateSortie"/>
      </w:pPr>
      <w:r>
        <w:t>Traduit de l</w:t>
      </w:r>
      <w:r w:rsidR="00435B4F">
        <w:t>’</w:t>
      </w:r>
      <w:r>
        <w:t>anglais par Édouard Michel-Tyl</w:t>
      </w:r>
    </w:p>
    <w:p w14:paraId="4F480D7A"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1A39E44E" w14:textId="77777777" w:rsidR="00033562" w:rsidRDefault="00033562" w:rsidP="00435B4F">
      <w:pPr>
        <w:pStyle w:val="Titretablematires"/>
      </w:pPr>
      <w:r>
        <w:lastRenderedPageBreak/>
        <w:t>Table des matières</w:t>
      </w:r>
    </w:p>
    <w:p w14:paraId="39F835CA" w14:textId="77777777" w:rsidR="00033562" w:rsidRDefault="00033562"/>
    <w:p w14:paraId="02345BBB" w14:textId="349E17D4" w:rsidR="007E50F2" w:rsidRPr="00E5032F" w:rsidRDefault="00033562">
      <w:pPr>
        <w:pStyle w:val="TM1"/>
        <w:rPr>
          <w:rFonts w:ascii="Aptos" w:hAnsi="Aptos"/>
          <w:bCs w:val="0"/>
          <w:iCs w:val="0"/>
          <w:color w:val="auto"/>
          <w:kern w:val="2"/>
          <w:sz w:val="24"/>
          <w:szCs w:val="24"/>
        </w:rPr>
      </w:pPr>
      <w:r>
        <w:rPr>
          <w:noProof w:val="0"/>
        </w:rPr>
        <w:fldChar w:fldCharType="begin"/>
      </w:r>
      <w:r>
        <w:rPr>
          <w:noProof w:val="0"/>
        </w:rPr>
        <w:instrText xml:space="preserve"> TOC \o "1-3" \h \z </w:instrText>
      </w:r>
      <w:r>
        <w:rPr>
          <w:noProof w:val="0"/>
        </w:rPr>
        <w:fldChar w:fldCharType="separate"/>
      </w:r>
      <w:hyperlink w:anchor="_Toc202285654" w:history="1">
        <w:r w:rsidR="007E50F2" w:rsidRPr="00956808">
          <w:rPr>
            <w:rStyle w:val="Lienhypertexte"/>
          </w:rPr>
          <w:t>I</w:t>
        </w:r>
        <w:r w:rsidR="007E50F2">
          <w:rPr>
            <w:webHidden/>
          </w:rPr>
          <w:tab/>
        </w:r>
        <w:r w:rsidR="007E50F2">
          <w:rPr>
            <w:webHidden/>
          </w:rPr>
          <w:fldChar w:fldCharType="begin"/>
        </w:r>
        <w:r w:rsidR="007E50F2">
          <w:rPr>
            <w:webHidden/>
          </w:rPr>
          <w:instrText xml:space="preserve"> PAGEREF _Toc202285654 \h </w:instrText>
        </w:r>
        <w:r w:rsidR="007E50F2">
          <w:rPr>
            <w:webHidden/>
          </w:rPr>
        </w:r>
        <w:r w:rsidR="007E50F2">
          <w:rPr>
            <w:webHidden/>
          </w:rPr>
          <w:fldChar w:fldCharType="separate"/>
        </w:r>
        <w:r w:rsidR="00D63994">
          <w:rPr>
            <w:webHidden/>
          </w:rPr>
          <w:t>4</w:t>
        </w:r>
        <w:r w:rsidR="007E50F2">
          <w:rPr>
            <w:webHidden/>
          </w:rPr>
          <w:fldChar w:fldCharType="end"/>
        </w:r>
      </w:hyperlink>
    </w:p>
    <w:p w14:paraId="2DAFC424" w14:textId="4BA51B5E" w:rsidR="007E50F2" w:rsidRPr="00E5032F" w:rsidRDefault="007E50F2">
      <w:pPr>
        <w:pStyle w:val="TM1"/>
        <w:rPr>
          <w:rFonts w:ascii="Aptos" w:hAnsi="Aptos"/>
          <w:bCs w:val="0"/>
          <w:iCs w:val="0"/>
          <w:color w:val="auto"/>
          <w:kern w:val="2"/>
          <w:sz w:val="24"/>
          <w:szCs w:val="24"/>
        </w:rPr>
      </w:pPr>
      <w:hyperlink w:anchor="_Toc202285655" w:history="1">
        <w:r w:rsidRPr="00956808">
          <w:rPr>
            <w:rStyle w:val="Lienhypertexte"/>
          </w:rPr>
          <w:t>II</w:t>
        </w:r>
        <w:r>
          <w:rPr>
            <w:webHidden/>
          </w:rPr>
          <w:tab/>
        </w:r>
        <w:r>
          <w:rPr>
            <w:webHidden/>
          </w:rPr>
          <w:fldChar w:fldCharType="begin"/>
        </w:r>
        <w:r>
          <w:rPr>
            <w:webHidden/>
          </w:rPr>
          <w:instrText xml:space="preserve"> PAGEREF _Toc202285655 \h </w:instrText>
        </w:r>
        <w:r>
          <w:rPr>
            <w:webHidden/>
          </w:rPr>
        </w:r>
        <w:r>
          <w:rPr>
            <w:webHidden/>
          </w:rPr>
          <w:fldChar w:fldCharType="separate"/>
        </w:r>
        <w:r w:rsidR="00D63994">
          <w:rPr>
            <w:webHidden/>
          </w:rPr>
          <w:t>8</w:t>
        </w:r>
        <w:r>
          <w:rPr>
            <w:webHidden/>
          </w:rPr>
          <w:fldChar w:fldCharType="end"/>
        </w:r>
      </w:hyperlink>
    </w:p>
    <w:p w14:paraId="4B045D31" w14:textId="5FBF3BD5" w:rsidR="007E50F2" w:rsidRPr="00E5032F" w:rsidRDefault="007E50F2">
      <w:pPr>
        <w:pStyle w:val="TM1"/>
        <w:rPr>
          <w:rFonts w:ascii="Aptos" w:hAnsi="Aptos"/>
          <w:bCs w:val="0"/>
          <w:iCs w:val="0"/>
          <w:color w:val="auto"/>
          <w:kern w:val="2"/>
          <w:sz w:val="24"/>
          <w:szCs w:val="24"/>
        </w:rPr>
      </w:pPr>
      <w:hyperlink w:anchor="_Toc202285656" w:history="1">
        <w:r w:rsidRPr="00956808">
          <w:rPr>
            <w:rStyle w:val="Lienhypertexte"/>
          </w:rPr>
          <w:t>III</w:t>
        </w:r>
        <w:r>
          <w:rPr>
            <w:webHidden/>
          </w:rPr>
          <w:tab/>
        </w:r>
        <w:r>
          <w:rPr>
            <w:webHidden/>
          </w:rPr>
          <w:fldChar w:fldCharType="begin"/>
        </w:r>
        <w:r>
          <w:rPr>
            <w:webHidden/>
          </w:rPr>
          <w:instrText xml:space="preserve"> PAGEREF _Toc202285656 \h </w:instrText>
        </w:r>
        <w:r>
          <w:rPr>
            <w:webHidden/>
          </w:rPr>
        </w:r>
        <w:r>
          <w:rPr>
            <w:webHidden/>
          </w:rPr>
          <w:fldChar w:fldCharType="separate"/>
        </w:r>
        <w:r w:rsidR="00D63994">
          <w:rPr>
            <w:webHidden/>
          </w:rPr>
          <w:t>12</w:t>
        </w:r>
        <w:r>
          <w:rPr>
            <w:webHidden/>
          </w:rPr>
          <w:fldChar w:fldCharType="end"/>
        </w:r>
      </w:hyperlink>
    </w:p>
    <w:p w14:paraId="0177EF8E" w14:textId="04DD0562" w:rsidR="007E50F2" w:rsidRPr="00E5032F" w:rsidRDefault="007E50F2">
      <w:pPr>
        <w:pStyle w:val="TM1"/>
        <w:rPr>
          <w:rFonts w:ascii="Aptos" w:hAnsi="Aptos"/>
          <w:bCs w:val="0"/>
          <w:iCs w:val="0"/>
          <w:color w:val="auto"/>
          <w:kern w:val="2"/>
          <w:sz w:val="24"/>
          <w:szCs w:val="24"/>
        </w:rPr>
      </w:pPr>
      <w:hyperlink w:anchor="_Toc202285657" w:history="1">
        <w:r w:rsidRPr="00956808">
          <w:rPr>
            <w:rStyle w:val="Lienhypertexte"/>
          </w:rPr>
          <w:t>IV</w:t>
        </w:r>
        <w:r>
          <w:rPr>
            <w:webHidden/>
          </w:rPr>
          <w:tab/>
        </w:r>
        <w:r>
          <w:rPr>
            <w:webHidden/>
          </w:rPr>
          <w:fldChar w:fldCharType="begin"/>
        </w:r>
        <w:r>
          <w:rPr>
            <w:webHidden/>
          </w:rPr>
          <w:instrText xml:space="preserve"> PAGEREF _Toc202285657 \h </w:instrText>
        </w:r>
        <w:r>
          <w:rPr>
            <w:webHidden/>
          </w:rPr>
        </w:r>
        <w:r>
          <w:rPr>
            <w:webHidden/>
          </w:rPr>
          <w:fldChar w:fldCharType="separate"/>
        </w:r>
        <w:r w:rsidR="00D63994">
          <w:rPr>
            <w:webHidden/>
          </w:rPr>
          <w:t>16</w:t>
        </w:r>
        <w:r>
          <w:rPr>
            <w:webHidden/>
          </w:rPr>
          <w:fldChar w:fldCharType="end"/>
        </w:r>
      </w:hyperlink>
    </w:p>
    <w:p w14:paraId="712DCA63" w14:textId="3F788338" w:rsidR="007E50F2" w:rsidRPr="00E5032F" w:rsidRDefault="007E50F2">
      <w:pPr>
        <w:pStyle w:val="TM1"/>
        <w:rPr>
          <w:rFonts w:ascii="Aptos" w:hAnsi="Aptos"/>
          <w:bCs w:val="0"/>
          <w:iCs w:val="0"/>
          <w:color w:val="auto"/>
          <w:kern w:val="2"/>
          <w:sz w:val="24"/>
          <w:szCs w:val="24"/>
        </w:rPr>
      </w:pPr>
      <w:hyperlink w:anchor="_Toc202285658" w:history="1">
        <w:r w:rsidRPr="00956808">
          <w:rPr>
            <w:rStyle w:val="Lienhypertexte"/>
          </w:rPr>
          <w:t>V</w:t>
        </w:r>
        <w:r>
          <w:rPr>
            <w:webHidden/>
          </w:rPr>
          <w:tab/>
        </w:r>
        <w:r>
          <w:rPr>
            <w:webHidden/>
          </w:rPr>
          <w:fldChar w:fldCharType="begin"/>
        </w:r>
        <w:r>
          <w:rPr>
            <w:webHidden/>
          </w:rPr>
          <w:instrText xml:space="preserve"> PAGEREF _Toc202285658 \h </w:instrText>
        </w:r>
        <w:r>
          <w:rPr>
            <w:webHidden/>
          </w:rPr>
        </w:r>
        <w:r>
          <w:rPr>
            <w:webHidden/>
          </w:rPr>
          <w:fldChar w:fldCharType="separate"/>
        </w:r>
        <w:r w:rsidR="00D63994">
          <w:rPr>
            <w:webHidden/>
          </w:rPr>
          <w:t>22</w:t>
        </w:r>
        <w:r>
          <w:rPr>
            <w:webHidden/>
          </w:rPr>
          <w:fldChar w:fldCharType="end"/>
        </w:r>
      </w:hyperlink>
    </w:p>
    <w:p w14:paraId="04BA33D4" w14:textId="25E4CBC6" w:rsidR="007E50F2" w:rsidRPr="00E5032F" w:rsidRDefault="007E50F2">
      <w:pPr>
        <w:pStyle w:val="TM1"/>
        <w:rPr>
          <w:rFonts w:ascii="Aptos" w:hAnsi="Aptos"/>
          <w:bCs w:val="0"/>
          <w:iCs w:val="0"/>
          <w:color w:val="auto"/>
          <w:kern w:val="2"/>
          <w:sz w:val="24"/>
          <w:szCs w:val="24"/>
        </w:rPr>
      </w:pPr>
      <w:hyperlink w:anchor="_Toc202285659" w:history="1">
        <w:r w:rsidRPr="00956808">
          <w:rPr>
            <w:rStyle w:val="Lienhypertexte"/>
          </w:rPr>
          <w:t>VI</w:t>
        </w:r>
        <w:r>
          <w:rPr>
            <w:webHidden/>
          </w:rPr>
          <w:tab/>
        </w:r>
        <w:r>
          <w:rPr>
            <w:webHidden/>
          </w:rPr>
          <w:fldChar w:fldCharType="begin"/>
        </w:r>
        <w:r>
          <w:rPr>
            <w:webHidden/>
          </w:rPr>
          <w:instrText xml:space="preserve"> PAGEREF _Toc202285659 \h </w:instrText>
        </w:r>
        <w:r>
          <w:rPr>
            <w:webHidden/>
          </w:rPr>
        </w:r>
        <w:r>
          <w:rPr>
            <w:webHidden/>
          </w:rPr>
          <w:fldChar w:fldCharType="separate"/>
        </w:r>
        <w:r w:rsidR="00D63994">
          <w:rPr>
            <w:webHidden/>
          </w:rPr>
          <w:t>31</w:t>
        </w:r>
        <w:r>
          <w:rPr>
            <w:webHidden/>
          </w:rPr>
          <w:fldChar w:fldCharType="end"/>
        </w:r>
      </w:hyperlink>
    </w:p>
    <w:p w14:paraId="7662EE68" w14:textId="6370A9B3" w:rsidR="007E50F2" w:rsidRPr="00E5032F" w:rsidRDefault="007E50F2">
      <w:pPr>
        <w:pStyle w:val="TM1"/>
        <w:rPr>
          <w:rFonts w:ascii="Aptos" w:hAnsi="Aptos"/>
          <w:bCs w:val="0"/>
          <w:iCs w:val="0"/>
          <w:color w:val="auto"/>
          <w:kern w:val="2"/>
          <w:sz w:val="24"/>
          <w:szCs w:val="24"/>
        </w:rPr>
      </w:pPr>
      <w:hyperlink w:anchor="_Toc202285660" w:history="1">
        <w:r w:rsidRPr="00956808">
          <w:rPr>
            <w:rStyle w:val="Lienhypertexte"/>
          </w:rPr>
          <w:t>VII</w:t>
        </w:r>
        <w:r>
          <w:rPr>
            <w:webHidden/>
          </w:rPr>
          <w:tab/>
        </w:r>
        <w:r>
          <w:rPr>
            <w:webHidden/>
          </w:rPr>
          <w:fldChar w:fldCharType="begin"/>
        </w:r>
        <w:r>
          <w:rPr>
            <w:webHidden/>
          </w:rPr>
          <w:instrText xml:space="preserve"> PAGEREF _Toc202285660 \h </w:instrText>
        </w:r>
        <w:r>
          <w:rPr>
            <w:webHidden/>
          </w:rPr>
        </w:r>
        <w:r>
          <w:rPr>
            <w:webHidden/>
          </w:rPr>
          <w:fldChar w:fldCharType="separate"/>
        </w:r>
        <w:r w:rsidR="00D63994">
          <w:rPr>
            <w:webHidden/>
          </w:rPr>
          <w:t>38</w:t>
        </w:r>
        <w:r>
          <w:rPr>
            <w:webHidden/>
          </w:rPr>
          <w:fldChar w:fldCharType="end"/>
        </w:r>
      </w:hyperlink>
    </w:p>
    <w:p w14:paraId="4C60F3EE" w14:textId="385E2983" w:rsidR="007E50F2" w:rsidRPr="00E5032F" w:rsidRDefault="007E50F2">
      <w:pPr>
        <w:pStyle w:val="TM1"/>
        <w:rPr>
          <w:rFonts w:ascii="Aptos" w:hAnsi="Aptos"/>
          <w:bCs w:val="0"/>
          <w:iCs w:val="0"/>
          <w:color w:val="auto"/>
          <w:kern w:val="2"/>
          <w:sz w:val="24"/>
          <w:szCs w:val="24"/>
        </w:rPr>
      </w:pPr>
      <w:hyperlink w:anchor="_Toc202285661" w:history="1">
        <w:r w:rsidRPr="00956808">
          <w:rPr>
            <w:rStyle w:val="Lienhypertexte"/>
          </w:rPr>
          <w:t>VIII</w:t>
        </w:r>
        <w:r>
          <w:rPr>
            <w:webHidden/>
          </w:rPr>
          <w:tab/>
        </w:r>
        <w:r>
          <w:rPr>
            <w:webHidden/>
          </w:rPr>
          <w:fldChar w:fldCharType="begin"/>
        </w:r>
        <w:r>
          <w:rPr>
            <w:webHidden/>
          </w:rPr>
          <w:instrText xml:space="preserve"> PAGEREF _Toc202285661 \h </w:instrText>
        </w:r>
        <w:r>
          <w:rPr>
            <w:webHidden/>
          </w:rPr>
        </w:r>
        <w:r>
          <w:rPr>
            <w:webHidden/>
          </w:rPr>
          <w:fldChar w:fldCharType="separate"/>
        </w:r>
        <w:r w:rsidR="00D63994">
          <w:rPr>
            <w:webHidden/>
          </w:rPr>
          <w:t>42</w:t>
        </w:r>
        <w:r>
          <w:rPr>
            <w:webHidden/>
          </w:rPr>
          <w:fldChar w:fldCharType="end"/>
        </w:r>
      </w:hyperlink>
    </w:p>
    <w:p w14:paraId="3E7ADDE2" w14:textId="2536EF72" w:rsidR="007E50F2" w:rsidRPr="00E5032F" w:rsidRDefault="007E50F2">
      <w:pPr>
        <w:pStyle w:val="TM1"/>
        <w:rPr>
          <w:rFonts w:ascii="Aptos" w:hAnsi="Aptos"/>
          <w:bCs w:val="0"/>
          <w:iCs w:val="0"/>
          <w:color w:val="auto"/>
          <w:kern w:val="2"/>
          <w:sz w:val="24"/>
          <w:szCs w:val="24"/>
        </w:rPr>
      </w:pPr>
      <w:hyperlink w:anchor="_Toc202285662" w:history="1">
        <w:r w:rsidRPr="00956808">
          <w:rPr>
            <w:rStyle w:val="Lienhypertexte"/>
          </w:rPr>
          <w:t>IX</w:t>
        </w:r>
        <w:r>
          <w:rPr>
            <w:webHidden/>
          </w:rPr>
          <w:tab/>
        </w:r>
        <w:r>
          <w:rPr>
            <w:webHidden/>
          </w:rPr>
          <w:fldChar w:fldCharType="begin"/>
        </w:r>
        <w:r>
          <w:rPr>
            <w:webHidden/>
          </w:rPr>
          <w:instrText xml:space="preserve"> PAGEREF _Toc202285662 \h </w:instrText>
        </w:r>
        <w:r>
          <w:rPr>
            <w:webHidden/>
          </w:rPr>
        </w:r>
        <w:r>
          <w:rPr>
            <w:webHidden/>
          </w:rPr>
          <w:fldChar w:fldCharType="separate"/>
        </w:r>
        <w:r w:rsidR="00D63994">
          <w:rPr>
            <w:webHidden/>
          </w:rPr>
          <w:t>52</w:t>
        </w:r>
        <w:r>
          <w:rPr>
            <w:webHidden/>
          </w:rPr>
          <w:fldChar w:fldCharType="end"/>
        </w:r>
      </w:hyperlink>
    </w:p>
    <w:p w14:paraId="0A9EFA93" w14:textId="7B19AAE8" w:rsidR="007E50F2" w:rsidRPr="00E5032F" w:rsidRDefault="007E50F2">
      <w:pPr>
        <w:pStyle w:val="TM1"/>
        <w:rPr>
          <w:rFonts w:ascii="Aptos" w:hAnsi="Aptos"/>
          <w:bCs w:val="0"/>
          <w:iCs w:val="0"/>
          <w:color w:val="auto"/>
          <w:kern w:val="2"/>
          <w:sz w:val="24"/>
          <w:szCs w:val="24"/>
        </w:rPr>
      </w:pPr>
      <w:hyperlink w:anchor="_Toc202285663" w:history="1">
        <w:r w:rsidRPr="00956808">
          <w:rPr>
            <w:rStyle w:val="Lienhypertexte"/>
          </w:rPr>
          <w:t>X</w:t>
        </w:r>
        <w:r>
          <w:rPr>
            <w:webHidden/>
          </w:rPr>
          <w:tab/>
        </w:r>
        <w:r>
          <w:rPr>
            <w:webHidden/>
          </w:rPr>
          <w:fldChar w:fldCharType="begin"/>
        </w:r>
        <w:r>
          <w:rPr>
            <w:webHidden/>
          </w:rPr>
          <w:instrText xml:space="preserve"> PAGEREF _Toc202285663 \h </w:instrText>
        </w:r>
        <w:r>
          <w:rPr>
            <w:webHidden/>
          </w:rPr>
        </w:r>
        <w:r>
          <w:rPr>
            <w:webHidden/>
          </w:rPr>
          <w:fldChar w:fldCharType="separate"/>
        </w:r>
        <w:r w:rsidR="00D63994">
          <w:rPr>
            <w:webHidden/>
          </w:rPr>
          <w:t>63</w:t>
        </w:r>
        <w:r>
          <w:rPr>
            <w:webHidden/>
          </w:rPr>
          <w:fldChar w:fldCharType="end"/>
        </w:r>
      </w:hyperlink>
    </w:p>
    <w:p w14:paraId="0FFF9A38" w14:textId="01C15A3B" w:rsidR="007E50F2" w:rsidRPr="00E5032F" w:rsidRDefault="007E50F2">
      <w:pPr>
        <w:pStyle w:val="TM1"/>
        <w:rPr>
          <w:rFonts w:ascii="Aptos" w:hAnsi="Aptos"/>
          <w:bCs w:val="0"/>
          <w:iCs w:val="0"/>
          <w:color w:val="auto"/>
          <w:kern w:val="2"/>
          <w:sz w:val="24"/>
          <w:szCs w:val="24"/>
        </w:rPr>
      </w:pPr>
      <w:hyperlink w:anchor="_Toc202285664" w:history="1">
        <w:r w:rsidRPr="00956808">
          <w:rPr>
            <w:rStyle w:val="Lienhypertexte"/>
          </w:rPr>
          <w:t>XI</w:t>
        </w:r>
        <w:r>
          <w:rPr>
            <w:webHidden/>
          </w:rPr>
          <w:tab/>
        </w:r>
        <w:r>
          <w:rPr>
            <w:webHidden/>
          </w:rPr>
          <w:fldChar w:fldCharType="begin"/>
        </w:r>
        <w:r>
          <w:rPr>
            <w:webHidden/>
          </w:rPr>
          <w:instrText xml:space="preserve"> PAGEREF _Toc202285664 \h </w:instrText>
        </w:r>
        <w:r>
          <w:rPr>
            <w:webHidden/>
          </w:rPr>
        </w:r>
        <w:r>
          <w:rPr>
            <w:webHidden/>
          </w:rPr>
          <w:fldChar w:fldCharType="separate"/>
        </w:r>
        <w:r w:rsidR="00D63994">
          <w:rPr>
            <w:webHidden/>
          </w:rPr>
          <w:t>72</w:t>
        </w:r>
        <w:r>
          <w:rPr>
            <w:webHidden/>
          </w:rPr>
          <w:fldChar w:fldCharType="end"/>
        </w:r>
      </w:hyperlink>
    </w:p>
    <w:p w14:paraId="5BCC0E64" w14:textId="68EBFD66" w:rsidR="007E50F2" w:rsidRPr="00E5032F" w:rsidRDefault="007E50F2">
      <w:pPr>
        <w:pStyle w:val="TM1"/>
        <w:rPr>
          <w:rFonts w:ascii="Aptos" w:hAnsi="Aptos"/>
          <w:bCs w:val="0"/>
          <w:iCs w:val="0"/>
          <w:color w:val="auto"/>
          <w:kern w:val="2"/>
          <w:sz w:val="24"/>
          <w:szCs w:val="24"/>
        </w:rPr>
      </w:pPr>
      <w:hyperlink w:anchor="_Toc202285665" w:history="1">
        <w:r w:rsidRPr="00956808">
          <w:rPr>
            <w:rStyle w:val="Lienhypertexte"/>
          </w:rPr>
          <w:t>XII</w:t>
        </w:r>
        <w:r>
          <w:rPr>
            <w:webHidden/>
          </w:rPr>
          <w:tab/>
        </w:r>
        <w:r>
          <w:rPr>
            <w:webHidden/>
          </w:rPr>
          <w:fldChar w:fldCharType="begin"/>
        </w:r>
        <w:r>
          <w:rPr>
            <w:webHidden/>
          </w:rPr>
          <w:instrText xml:space="preserve"> PAGEREF _Toc202285665 \h </w:instrText>
        </w:r>
        <w:r>
          <w:rPr>
            <w:webHidden/>
          </w:rPr>
        </w:r>
        <w:r>
          <w:rPr>
            <w:webHidden/>
          </w:rPr>
          <w:fldChar w:fldCharType="separate"/>
        </w:r>
        <w:r w:rsidR="00D63994">
          <w:rPr>
            <w:webHidden/>
          </w:rPr>
          <w:t>87</w:t>
        </w:r>
        <w:r>
          <w:rPr>
            <w:webHidden/>
          </w:rPr>
          <w:fldChar w:fldCharType="end"/>
        </w:r>
      </w:hyperlink>
    </w:p>
    <w:p w14:paraId="3E50E713" w14:textId="0015DB67" w:rsidR="007E50F2" w:rsidRPr="00E5032F" w:rsidRDefault="007E50F2">
      <w:pPr>
        <w:pStyle w:val="TM1"/>
        <w:rPr>
          <w:rFonts w:ascii="Aptos" w:hAnsi="Aptos"/>
          <w:bCs w:val="0"/>
          <w:iCs w:val="0"/>
          <w:color w:val="auto"/>
          <w:kern w:val="2"/>
          <w:sz w:val="24"/>
          <w:szCs w:val="24"/>
        </w:rPr>
      </w:pPr>
      <w:hyperlink w:anchor="_Toc202285666" w:history="1">
        <w:r w:rsidRPr="00956808">
          <w:rPr>
            <w:rStyle w:val="Lienhypertexte"/>
          </w:rPr>
          <w:t>XIII</w:t>
        </w:r>
        <w:r>
          <w:rPr>
            <w:webHidden/>
          </w:rPr>
          <w:tab/>
        </w:r>
        <w:r>
          <w:rPr>
            <w:webHidden/>
          </w:rPr>
          <w:fldChar w:fldCharType="begin"/>
        </w:r>
        <w:r>
          <w:rPr>
            <w:webHidden/>
          </w:rPr>
          <w:instrText xml:space="preserve"> PAGEREF _Toc202285666 \h </w:instrText>
        </w:r>
        <w:r>
          <w:rPr>
            <w:webHidden/>
          </w:rPr>
        </w:r>
        <w:r>
          <w:rPr>
            <w:webHidden/>
          </w:rPr>
          <w:fldChar w:fldCharType="separate"/>
        </w:r>
        <w:r w:rsidR="00D63994">
          <w:rPr>
            <w:webHidden/>
          </w:rPr>
          <w:t>94</w:t>
        </w:r>
        <w:r>
          <w:rPr>
            <w:webHidden/>
          </w:rPr>
          <w:fldChar w:fldCharType="end"/>
        </w:r>
      </w:hyperlink>
    </w:p>
    <w:p w14:paraId="40BD8816" w14:textId="38180937" w:rsidR="007E50F2" w:rsidRPr="00E5032F" w:rsidRDefault="007E50F2">
      <w:pPr>
        <w:pStyle w:val="TM1"/>
        <w:rPr>
          <w:rFonts w:ascii="Aptos" w:hAnsi="Aptos"/>
          <w:bCs w:val="0"/>
          <w:iCs w:val="0"/>
          <w:color w:val="auto"/>
          <w:kern w:val="2"/>
          <w:sz w:val="24"/>
          <w:szCs w:val="24"/>
        </w:rPr>
      </w:pPr>
      <w:hyperlink w:anchor="_Toc202285667" w:history="1">
        <w:r w:rsidRPr="00956808">
          <w:rPr>
            <w:rStyle w:val="Lienhypertexte"/>
          </w:rPr>
          <w:t>XIV</w:t>
        </w:r>
        <w:r>
          <w:rPr>
            <w:webHidden/>
          </w:rPr>
          <w:tab/>
        </w:r>
        <w:r>
          <w:rPr>
            <w:webHidden/>
          </w:rPr>
          <w:fldChar w:fldCharType="begin"/>
        </w:r>
        <w:r>
          <w:rPr>
            <w:webHidden/>
          </w:rPr>
          <w:instrText xml:space="preserve"> PAGEREF _Toc202285667 \h </w:instrText>
        </w:r>
        <w:r>
          <w:rPr>
            <w:webHidden/>
          </w:rPr>
        </w:r>
        <w:r>
          <w:rPr>
            <w:webHidden/>
          </w:rPr>
          <w:fldChar w:fldCharType="separate"/>
        </w:r>
        <w:r w:rsidR="00D63994">
          <w:rPr>
            <w:webHidden/>
          </w:rPr>
          <w:t>103</w:t>
        </w:r>
        <w:r>
          <w:rPr>
            <w:webHidden/>
          </w:rPr>
          <w:fldChar w:fldCharType="end"/>
        </w:r>
      </w:hyperlink>
    </w:p>
    <w:p w14:paraId="421A9912" w14:textId="104E5DCC" w:rsidR="007E50F2" w:rsidRPr="00E5032F" w:rsidRDefault="007E50F2">
      <w:pPr>
        <w:pStyle w:val="TM1"/>
        <w:rPr>
          <w:rFonts w:ascii="Aptos" w:hAnsi="Aptos"/>
          <w:bCs w:val="0"/>
          <w:iCs w:val="0"/>
          <w:color w:val="auto"/>
          <w:kern w:val="2"/>
          <w:sz w:val="24"/>
          <w:szCs w:val="24"/>
        </w:rPr>
      </w:pPr>
      <w:hyperlink w:anchor="_Toc202285668" w:history="1">
        <w:r w:rsidRPr="00956808">
          <w:rPr>
            <w:rStyle w:val="Lienhypertexte"/>
          </w:rPr>
          <w:t>XV</w:t>
        </w:r>
        <w:r>
          <w:rPr>
            <w:webHidden/>
          </w:rPr>
          <w:tab/>
        </w:r>
        <w:r>
          <w:rPr>
            <w:webHidden/>
          </w:rPr>
          <w:fldChar w:fldCharType="begin"/>
        </w:r>
        <w:r>
          <w:rPr>
            <w:webHidden/>
          </w:rPr>
          <w:instrText xml:space="preserve"> PAGEREF _Toc202285668 \h </w:instrText>
        </w:r>
        <w:r>
          <w:rPr>
            <w:webHidden/>
          </w:rPr>
        </w:r>
        <w:r>
          <w:rPr>
            <w:webHidden/>
          </w:rPr>
          <w:fldChar w:fldCharType="separate"/>
        </w:r>
        <w:r w:rsidR="00D63994">
          <w:rPr>
            <w:webHidden/>
          </w:rPr>
          <w:t>109</w:t>
        </w:r>
        <w:r>
          <w:rPr>
            <w:webHidden/>
          </w:rPr>
          <w:fldChar w:fldCharType="end"/>
        </w:r>
      </w:hyperlink>
    </w:p>
    <w:p w14:paraId="116F22A8" w14:textId="71B69D3F" w:rsidR="007E50F2" w:rsidRPr="00E5032F" w:rsidRDefault="007E50F2">
      <w:pPr>
        <w:pStyle w:val="TM1"/>
        <w:rPr>
          <w:rFonts w:ascii="Aptos" w:hAnsi="Aptos"/>
          <w:bCs w:val="0"/>
          <w:iCs w:val="0"/>
          <w:color w:val="auto"/>
          <w:kern w:val="2"/>
          <w:sz w:val="24"/>
          <w:szCs w:val="24"/>
        </w:rPr>
      </w:pPr>
      <w:hyperlink w:anchor="_Toc202285669" w:history="1">
        <w:r w:rsidRPr="00956808">
          <w:rPr>
            <w:rStyle w:val="Lienhypertexte"/>
          </w:rPr>
          <w:t>XVI</w:t>
        </w:r>
        <w:r>
          <w:rPr>
            <w:webHidden/>
          </w:rPr>
          <w:tab/>
        </w:r>
        <w:r>
          <w:rPr>
            <w:webHidden/>
          </w:rPr>
          <w:fldChar w:fldCharType="begin"/>
        </w:r>
        <w:r>
          <w:rPr>
            <w:webHidden/>
          </w:rPr>
          <w:instrText xml:space="preserve"> PAGEREF _Toc202285669 \h </w:instrText>
        </w:r>
        <w:r>
          <w:rPr>
            <w:webHidden/>
          </w:rPr>
        </w:r>
        <w:r>
          <w:rPr>
            <w:webHidden/>
          </w:rPr>
          <w:fldChar w:fldCharType="separate"/>
        </w:r>
        <w:r w:rsidR="00D63994">
          <w:rPr>
            <w:webHidden/>
          </w:rPr>
          <w:t>116</w:t>
        </w:r>
        <w:r>
          <w:rPr>
            <w:webHidden/>
          </w:rPr>
          <w:fldChar w:fldCharType="end"/>
        </w:r>
      </w:hyperlink>
    </w:p>
    <w:p w14:paraId="6F9135B6" w14:textId="03BD9C50" w:rsidR="007E50F2" w:rsidRPr="00E5032F" w:rsidRDefault="007E50F2">
      <w:pPr>
        <w:pStyle w:val="TM1"/>
        <w:rPr>
          <w:rFonts w:ascii="Aptos" w:hAnsi="Aptos"/>
          <w:bCs w:val="0"/>
          <w:iCs w:val="0"/>
          <w:color w:val="auto"/>
          <w:kern w:val="2"/>
          <w:sz w:val="24"/>
          <w:szCs w:val="24"/>
        </w:rPr>
      </w:pPr>
      <w:hyperlink w:anchor="_Toc202285670" w:history="1">
        <w:r w:rsidRPr="00956808">
          <w:rPr>
            <w:rStyle w:val="Lienhypertexte"/>
          </w:rPr>
          <w:t>XVII</w:t>
        </w:r>
        <w:r>
          <w:rPr>
            <w:webHidden/>
          </w:rPr>
          <w:tab/>
        </w:r>
        <w:r>
          <w:rPr>
            <w:webHidden/>
          </w:rPr>
          <w:fldChar w:fldCharType="begin"/>
        </w:r>
        <w:r>
          <w:rPr>
            <w:webHidden/>
          </w:rPr>
          <w:instrText xml:space="preserve"> PAGEREF _Toc202285670 \h </w:instrText>
        </w:r>
        <w:r>
          <w:rPr>
            <w:webHidden/>
          </w:rPr>
        </w:r>
        <w:r>
          <w:rPr>
            <w:webHidden/>
          </w:rPr>
          <w:fldChar w:fldCharType="separate"/>
        </w:r>
        <w:r w:rsidR="00D63994">
          <w:rPr>
            <w:webHidden/>
          </w:rPr>
          <w:t>124</w:t>
        </w:r>
        <w:r>
          <w:rPr>
            <w:webHidden/>
          </w:rPr>
          <w:fldChar w:fldCharType="end"/>
        </w:r>
      </w:hyperlink>
    </w:p>
    <w:p w14:paraId="30C6672D" w14:textId="6F24F634" w:rsidR="007E50F2" w:rsidRPr="00E5032F" w:rsidRDefault="007E50F2">
      <w:pPr>
        <w:pStyle w:val="TM1"/>
        <w:rPr>
          <w:rFonts w:ascii="Aptos" w:hAnsi="Aptos"/>
          <w:bCs w:val="0"/>
          <w:iCs w:val="0"/>
          <w:color w:val="auto"/>
          <w:kern w:val="2"/>
          <w:sz w:val="24"/>
          <w:szCs w:val="24"/>
        </w:rPr>
      </w:pPr>
      <w:hyperlink w:anchor="_Toc202285671" w:history="1">
        <w:r w:rsidRPr="00956808">
          <w:rPr>
            <w:rStyle w:val="Lienhypertexte"/>
          </w:rPr>
          <w:t>XVIII</w:t>
        </w:r>
        <w:r>
          <w:rPr>
            <w:webHidden/>
          </w:rPr>
          <w:tab/>
        </w:r>
        <w:r>
          <w:rPr>
            <w:webHidden/>
          </w:rPr>
          <w:fldChar w:fldCharType="begin"/>
        </w:r>
        <w:r>
          <w:rPr>
            <w:webHidden/>
          </w:rPr>
          <w:instrText xml:space="preserve"> PAGEREF _Toc202285671 \h </w:instrText>
        </w:r>
        <w:r>
          <w:rPr>
            <w:webHidden/>
          </w:rPr>
        </w:r>
        <w:r>
          <w:rPr>
            <w:webHidden/>
          </w:rPr>
          <w:fldChar w:fldCharType="separate"/>
        </w:r>
        <w:r w:rsidR="00D63994">
          <w:rPr>
            <w:webHidden/>
          </w:rPr>
          <w:t>127</w:t>
        </w:r>
        <w:r>
          <w:rPr>
            <w:webHidden/>
          </w:rPr>
          <w:fldChar w:fldCharType="end"/>
        </w:r>
      </w:hyperlink>
    </w:p>
    <w:p w14:paraId="4670FE17" w14:textId="1FAB2C29" w:rsidR="007E50F2" w:rsidRPr="00E5032F" w:rsidRDefault="007E50F2">
      <w:pPr>
        <w:pStyle w:val="TM1"/>
        <w:rPr>
          <w:rFonts w:ascii="Aptos" w:hAnsi="Aptos"/>
          <w:bCs w:val="0"/>
          <w:iCs w:val="0"/>
          <w:color w:val="auto"/>
          <w:kern w:val="2"/>
          <w:sz w:val="24"/>
          <w:szCs w:val="24"/>
        </w:rPr>
      </w:pPr>
      <w:hyperlink w:anchor="_Toc202285672" w:history="1">
        <w:r w:rsidRPr="00956808">
          <w:rPr>
            <w:rStyle w:val="Lienhypertexte"/>
          </w:rPr>
          <w:t>XIX</w:t>
        </w:r>
        <w:r>
          <w:rPr>
            <w:webHidden/>
          </w:rPr>
          <w:tab/>
        </w:r>
        <w:r>
          <w:rPr>
            <w:webHidden/>
          </w:rPr>
          <w:fldChar w:fldCharType="begin"/>
        </w:r>
        <w:r>
          <w:rPr>
            <w:webHidden/>
          </w:rPr>
          <w:instrText xml:space="preserve"> PAGEREF _Toc202285672 \h </w:instrText>
        </w:r>
        <w:r>
          <w:rPr>
            <w:webHidden/>
          </w:rPr>
        </w:r>
        <w:r>
          <w:rPr>
            <w:webHidden/>
          </w:rPr>
          <w:fldChar w:fldCharType="separate"/>
        </w:r>
        <w:r w:rsidR="00D63994">
          <w:rPr>
            <w:webHidden/>
          </w:rPr>
          <w:t>139</w:t>
        </w:r>
        <w:r>
          <w:rPr>
            <w:webHidden/>
          </w:rPr>
          <w:fldChar w:fldCharType="end"/>
        </w:r>
      </w:hyperlink>
    </w:p>
    <w:p w14:paraId="77D0A2E7" w14:textId="4FA57E02" w:rsidR="007E50F2" w:rsidRPr="00E5032F" w:rsidRDefault="007E50F2">
      <w:pPr>
        <w:pStyle w:val="TM1"/>
        <w:rPr>
          <w:rFonts w:ascii="Aptos" w:hAnsi="Aptos"/>
          <w:bCs w:val="0"/>
          <w:iCs w:val="0"/>
          <w:color w:val="auto"/>
          <w:kern w:val="2"/>
          <w:sz w:val="24"/>
          <w:szCs w:val="24"/>
        </w:rPr>
      </w:pPr>
      <w:hyperlink w:anchor="_Toc202285673" w:history="1">
        <w:r w:rsidRPr="00956808">
          <w:rPr>
            <w:rStyle w:val="Lienhypertexte"/>
          </w:rPr>
          <w:t>XX</w:t>
        </w:r>
        <w:r>
          <w:rPr>
            <w:webHidden/>
          </w:rPr>
          <w:tab/>
        </w:r>
        <w:r>
          <w:rPr>
            <w:webHidden/>
          </w:rPr>
          <w:fldChar w:fldCharType="begin"/>
        </w:r>
        <w:r>
          <w:rPr>
            <w:webHidden/>
          </w:rPr>
          <w:instrText xml:space="preserve"> PAGEREF _Toc202285673 \h </w:instrText>
        </w:r>
        <w:r>
          <w:rPr>
            <w:webHidden/>
          </w:rPr>
        </w:r>
        <w:r>
          <w:rPr>
            <w:webHidden/>
          </w:rPr>
          <w:fldChar w:fldCharType="separate"/>
        </w:r>
        <w:r w:rsidR="00D63994">
          <w:rPr>
            <w:webHidden/>
          </w:rPr>
          <w:t>145</w:t>
        </w:r>
        <w:r>
          <w:rPr>
            <w:webHidden/>
          </w:rPr>
          <w:fldChar w:fldCharType="end"/>
        </w:r>
      </w:hyperlink>
    </w:p>
    <w:p w14:paraId="1A065D00" w14:textId="1CD67917" w:rsidR="007E50F2" w:rsidRPr="00E5032F" w:rsidRDefault="007E50F2">
      <w:pPr>
        <w:pStyle w:val="TM1"/>
        <w:rPr>
          <w:rFonts w:ascii="Aptos" w:hAnsi="Aptos"/>
          <w:bCs w:val="0"/>
          <w:iCs w:val="0"/>
          <w:color w:val="auto"/>
          <w:kern w:val="2"/>
          <w:sz w:val="24"/>
          <w:szCs w:val="24"/>
        </w:rPr>
      </w:pPr>
      <w:hyperlink w:anchor="_Toc202285674" w:history="1">
        <w:r w:rsidRPr="00956808">
          <w:rPr>
            <w:rStyle w:val="Lienhypertexte"/>
          </w:rPr>
          <w:t>XXI</w:t>
        </w:r>
        <w:r>
          <w:rPr>
            <w:webHidden/>
          </w:rPr>
          <w:tab/>
        </w:r>
        <w:r>
          <w:rPr>
            <w:webHidden/>
          </w:rPr>
          <w:fldChar w:fldCharType="begin"/>
        </w:r>
        <w:r>
          <w:rPr>
            <w:webHidden/>
          </w:rPr>
          <w:instrText xml:space="preserve"> PAGEREF _Toc202285674 \h </w:instrText>
        </w:r>
        <w:r>
          <w:rPr>
            <w:webHidden/>
          </w:rPr>
        </w:r>
        <w:r>
          <w:rPr>
            <w:webHidden/>
          </w:rPr>
          <w:fldChar w:fldCharType="separate"/>
        </w:r>
        <w:r w:rsidR="00D63994">
          <w:rPr>
            <w:webHidden/>
          </w:rPr>
          <w:t>156</w:t>
        </w:r>
        <w:r>
          <w:rPr>
            <w:webHidden/>
          </w:rPr>
          <w:fldChar w:fldCharType="end"/>
        </w:r>
      </w:hyperlink>
    </w:p>
    <w:p w14:paraId="012A7DD4" w14:textId="1A0E1A5C" w:rsidR="007E50F2" w:rsidRPr="00E5032F" w:rsidRDefault="007E50F2">
      <w:pPr>
        <w:pStyle w:val="TM1"/>
        <w:rPr>
          <w:rFonts w:ascii="Aptos" w:hAnsi="Aptos"/>
          <w:bCs w:val="0"/>
          <w:iCs w:val="0"/>
          <w:color w:val="auto"/>
          <w:kern w:val="2"/>
          <w:sz w:val="24"/>
          <w:szCs w:val="24"/>
        </w:rPr>
      </w:pPr>
      <w:hyperlink w:anchor="_Toc202285675" w:history="1">
        <w:r w:rsidRPr="00956808">
          <w:rPr>
            <w:rStyle w:val="Lienhypertexte"/>
          </w:rPr>
          <w:t>XXII</w:t>
        </w:r>
        <w:r>
          <w:rPr>
            <w:webHidden/>
          </w:rPr>
          <w:tab/>
        </w:r>
        <w:r>
          <w:rPr>
            <w:webHidden/>
          </w:rPr>
          <w:fldChar w:fldCharType="begin"/>
        </w:r>
        <w:r>
          <w:rPr>
            <w:webHidden/>
          </w:rPr>
          <w:instrText xml:space="preserve"> PAGEREF _Toc202285675 \h </w:instrText>
        </w:r>
        <w:r>
          <w:rPr>
            <w:webHidden/>
          </w:rPr>
        </w:r>
        <w:r>
          <w:rPr>
            <w:webHidden/>
          </w:rPr>
          <w:fldChar w:fldCharType="separate"/>
        </w:r>
        <w:r w:rsidR="00D63994">
          <w:rPr>
            <w:webHidden/>
          </w:rPr>
          <w:t>160</w:t>
        </w:r>
        <w:r>
          <w:rPr>
            <w:webHidden/>
          </w:rPr>
          <w:fldChar w:fldCharType="end"/>
        </w:r>
      </w:hyperlink>
    </w:p>
    <w:p w14:paraId="5629E3AA" w14:textId="2B1B09F2" w:rsidR="007E50F2" w:rsidRPr="00E5032F" w:rsidRDefault="007E50F2">
      <w:pPr>
        <w:pStyle w:val="TM1"/>
        <w:rPr>
          <w:rFonts w:ascii="Aptos" w:hAnsi="Aptos"/>
          <w:bCs w:val="0"/>
          <w:iCs w:val="0"/>
          <w:color w:val="auto"/>
          <w:kern w:val="2"/>
          <w:sz w:val="24"/>
          <w:szCs w:val="24"/>
        </w:rPr>
      </w:pPr>
      <w:hyperlink w:anchor="_Toc202285676" w:history="1">
        <w:r w:rsidRPr="00956808">
          <w:rPr>
            <w:rStyle w:val="Lienhypertexte"/>
          </w:rPr>
          <w:t>XXIII</w:t>
        </w:r>
        <w:r>
          <w:rPr>
            <w:webHidden/>
          </w:rPr>
          <w:tab/>
        </w:r>
        <w:r>
          <w:rPr>
            <w:webHidden/>
          </w:rPr>
          <w:fldChar w:fldCharType="begin"/>
        </w:r>
        <w:r>
          <w:rPr>
            <w:webHidden/>
          </w:rPr>
          <w:instrText xml:space="preserve"> PAGEREF _Toc202285676 \h </w:instrText>
        </w:r>
        <w:r>
          <w:rPr>
            <w:webHidden/>
          </w:rPr>
        </w:r>
        <w:r>
          <w:rPr>
            <w:webHidden/>
          </w:rPr>
          <w:fldChar w:fldCharType="separate"/>
        </w:r>
        <w:r w:rsidR="00D63994">
          <w:rPr>
            <w:webHidden/>
          </w:rPr>
          <w:t>173</w:t>
        </w:r>
        <w:r>
          <w:rPr>
            <w:webHidden/>
          </w:rPr>
          <w:fldChar w:fldCharType="end"/>
        </w:r>
      </w:hyperlink>
    </w:p>
    <w:p w14:paraId="200FCCB3" w14:textId="49A1A9A2" w:rsidR="007E50F2" w:rsidRPr="00E5032F" w:rsidRDefault="007E50F2">
      <w:pPr>
        <w:pStyle w:val="TM1"/>
        <w:rPr>
          <w:rFonts w:ascii="Aptos" w:hAnsi="Aptos"/>
          <w:bCs w:val="0"/>
          <w:iCs w:val="0"/>
          <w:color w:val="auto"/>
          <w:kern w:val="2"/>
          <w:sz w:val="24"/>
          <w:szCs w:val="24"/>
        </w:rPr>
      </w:pPr>
      <w:hyperlink w:anchor="_Toc202285677" w:history="1">
        <w:r w:rsidRPr="00956808">
          <w:rPr>
            <w:rStyle w:val="Lienhypertexte"/>
          </w:rPr>
          <w:t>XXIV</w:t>
        </w:r>
        <w:r>
          <w:rPr>
            <w:webHidden/>
          </w:rPr>
          <w:tab/>
        </w:r>
        <w:r>
          <w:rPr>
            <w:webHidden/>
          </w:rPr>
          <w:fldChar w:fldCharType="begin"/>
        </w:r>
        <w:r>
          <w:rPr>
            <w:webHidden/>
          </w:rPr>
          <w:instrText xml:space="preserve"> PAGEREF _Toc202285677 \h </w:instrText>
        </w:r>
        <w:r>
          <w:rPr>
            <w:webHidden/>
          </w:rPr>
        </w:r>
        <w:r>
          <w:rPr>
            <w:webHidden/>
          </w:rPr>
          <w:fldChar w:fldCharType="separate"/>
        </w:r>
        <w:r w:rsidR="00D63994">
          <w:rPr>
            <w:webHidden/>
          </w:rPr>
          <w:t>185</w:t>
        </w:r>
        <w:r>
          <w:rPr>
            <w:webHidden/>
          </w:rPr>
          <w:fldChar w:fldCharType="end"/>
        </w:r>
      </w:hyperlink>
    </w:p>
    <w:p w14:paraId="192CA919" w14:textId="3A02B563" w:rsidR="007E50F2" w:rsidRPr="00E5032F" w:rsidRDefault="007E50F2">
      <w:pPr>
        <w:pStyle w:val="TM1"/>
        <w:rPr>
          <w:rFonts w:ascii="Aptos" w:hAnsi="Aptos"/>
          <w:bCs w:val="0"/>
          <w:iCs w:val="0"/>
          <w:color w:val="auto"/>
          <w:kern w:val="2"/>
          <w:sz w:val="24"/>
          <w:szCs w:val="24"/>
        </w:rPr>
      </w:pPr>
      <w:hyperlink w:anchor="_Toc202285678" w:history="1">
        <w:r w:rsidRPr="00956808">
          <w:rPr>
            <w:rStyle w:val="Lienhypertexte"/>
          </w:rPr>
          <w:t>XXV</w:t>
        </w:r>
        <w:r>
          <w:rPr>
            <w:webHidden/>
          </w:rPr>
          <w:tab/>
        </w:r>
        <w:r>
          <w:rPr>
            <w:webHidden/>
          </w:rPr>
          <w:fldChar w:fldCharType="begin"/>
        </w:r>
        <w:r>
          <w:rPr>
            <w:webHidden/>
          </w:rPr>
          <w:instrText xml:space="preserve"> PAGEREF _Toc202285678 \h </w:instrText>
        </w:r>
        <w:r>
          <w:rPr>
            <w:webHidden/>
          </w:rPr>
        </w:r>
        <w:r>
          <w:rPr>
            <w:webHidden/>
          </w:rPr>
          <w:fldChar w:fldCharType="separate"/>
        </w:r>
        <w:r w:rsidR="00D63994">
          <w:rPr>
            <w:webHidden/>
          </w:rPr>
          <w:t>191</w:t>
        </w:r>
        <w:r>
          <w:rPr>
            <w:webHidden/>
          </w:rPr>
          <w:fldChar w:fldCharType="end"/>
        </w:r>
      </w:hyperlink>
    </w:p>
    <w:p w14:paraId="615FF527" w14:textId="28B00C98" w:rsidR="007E50F2" w:rsidRPr="00E5032F" w:rsidRDefault="007E50F2">
      <w:pPr>
        <w:pStyle w:val="TM1"/>
        <w:rPr>
          <w:rFonts w:ascii="Aptos" w:hAnsi="Aptos"/>
          <w:bCs w:val="0"/>
          <w:iCs w:val="0"/>
          <w:color w:val="auto"/>
          <w:kern w:val="2"/>
          <w:sz w:val="24"/>
          <w:szCs w:val="24"/>
        </w:rPr>
      </w:pPr>
      <w:hyperlink w:anchor="_Toc202285679" w:history="1">
        <w:r w:rsidRPr="00956808">
          <w:rPr>
            <w:rStyle w:val="Lienhypertexte"/>
          </w:rPr>
          <w:t>XXVI</w:t>
        </w:r>
        <w:r>
          <w:rPr>
            <w:webHidden/>
          </w:rPr>
          <w:tab/>
        </w:r>
        <w:r>
          <w:rPr>
            <w:webHidden/>
          </w:rPr>
          <w:fldChar w:fldCharType="begin"/>
        </w:r>
        <w:r>
          <w:rPr>
            <w:webHidden/>
          </w:rPr>
          <w:instrText xml:space="preserve"> PAGEREF _Toc202285679 \h </w:instrText>
        </w:r>
        <w:r>
          <w:rPr>
            <w:webHidden/>
          </w:rPr>
        </w:r>
        <w:r>
          <w:rPr>
            <w:webHidden/>
          </w:rPr>
          <w:fldChar w:fldCharType="separate"/>
        </w:r>
        <w:r w:rsidR="00D63994">
          <w:rPr>
            <w:webHidden/>
          </w:rPr>
          <w:t>209</w:t>
        </w:r>
        <w:r>
          <w:rPr>
            <w:webHidden/>
          </w:rPr>
          <w:fldChar w:fldCharType="end"/>
        </w:r>
      </w:hyperlink>
    </w:p>
    <w:p w14:paraId="394CC78A" w14:textId="1CCB9EDA" w:rsidR="007E50F2" w:rsidRPr="00E5032F" w:rsidRDefault="007E50F2">
      <w:pPr>
        <w:pStyle w:val="TM1"/>
        <w:rPr>
          <w:rFonts w:ascii="Aptos" w:hAnsi="Aptos"/>
          <w:bCs w:val="0"/>
          <w:iCs w:val="0"/>
          <w:color w:val="auto"/>
          <w:kern w:val="2"/>
          <w:sz w:val="24"/>
          <w:szCs w:val="24"/>
        </w:rPr>
      </w:pPr>
      <w:hyperlink w:anchor="_Toc202285680" w:history="1">
        <w:r w:rsidRPr="00956808">
          <w:rPr>
            <w:rStyle w:val="Lienhypertexte"/>
          </w:rPr>
          <w:t>XXVII</w:t>
        </w:r>
        <w:r>
          <w:rPr>
            <w:webHidden/>
          </w:rPr>
          <w:tab/>
        </w:r>
        <w:r>
          <w:rPr>
            <w:webHidden/>
          </w:rPr>
          <w:fldChar w:fldCharType="begin"/>
        </w:r>
        <w:r>
          <w:rPr>
            <w:webHidden/>
          </w:rPr>
          <w:instrText xml:space="preserve"> PAGEREF _Toc202285680 \h </w:instrText>
        </w:r>
        <w:r>
          <w:rPr>
            <w:webHidden/>
          </w:rPr>
        </w:r>
        <w:r>
          <w:rPr>
            <w:webHidden/>
          </w:rPr>
          <w:fldChar w:fldCharType="separate"/>
        </w:r>
        <w:r w:rsidR="00D63994">
          <w:rPr>
            <w:webHidden/>
          </w:rPr>
          <w:t>225</w:t>
        </w:r>
        <w:r>
          <w:rPr>
            <w:webHidden/>
          </w:rPr>
          <w:fldChar w:fldCharType="end"/>
        </w:r>
      </w:hyperlink>
    </w:p>
    <w:p w14:paraId="518FC1F6" w14:textId="0AF4EB50" w:rsidR="007E50F2" w:rsidRPr="00E5032F" w:rsidRDefault="007E50F2">
      <w:pPr>
        <w:pStyle w:val="TM1"/>
        <w:rPr>
          <w:rFonts w:ascii="Aptos" w:hAnsi="Aptos"/>
          <w:bCs w:val="0"/>
          <w:iCs w:val="0"/>
          <w:color w:val="auto"/>
          <w:kern w:val="2"/>
          <w:sz w:val="24"/>
          <w:szCs w:val="24"/>
        </w:rPr>
      </w:pPr>
      <w:hyperlink w:anchor="_Toc202285681" w:history="1">
        <w:r w:rsidRPr="00956808">
          <w:rPr>
            <w:rStyle w:val="Lienhypertexte"/>
          </w:rPr>
          <w:t>XXVIII</w:t>
        </w:r>
        <w:r>
          <w:rPr>
            <w:webHidden/>
          </w:rPr>
          <w:tab/>
        </w:r>
        <w:r>
          <w:rPr>
            <w:webHidden/>
          </w:rPr>
          <w:fldChar w:fldCharType="begin"/>
        </w:r>
        <w:r>
          <w:rPr>
            <w:webHidden/>
          </w:rPr>
          <w:instrText xml:space="preserve"> PAGEREF _Toc202285681 \h </w:instrText>
        </w:r>
        <w:r>
          <w:rPr>
            <w:webHidden/>
          </w:rPr>
        </w:r>
        <w:r>
          <w:rPr>
            <w:webHidden/>
          </w:rPr>
          <w:fldChar w:fldCharType="separate"/>
        </w:r>
        <w:r w:rsidR="00D63994">
          <w:rPr>
            <w:webHidden/>
          </w:rPr>
          <w:t>233</w:t>
        </w:r>
        <w:r>
          <w:rPr>
            <w:webHidden/>
          </w:rPr>
          <w:fldChar w:fldCharType="end"/>
        </w:r>
      </w:hyperlink>
    </w:p>
    <w:p w14:paraId="1310E97D" w14:textId="5C500676" w:rsidR="007E50F2" w:rsidRPr="00E5032F" w:rsidRDefault="007E50F2">
      <w:pPr>
        <w:pStyle w:val="TM1"/>
        <w:rPr>
          <w:rFonts w:ascii="Aptos" w:hAnsi="Aptos"/>
          <w:bCs w:val="0"/>
          <w:iCs w:val="0"/>
          <w:color w:val="auto"/>
          <w:kern w:val="2"/>
          <w:sz w:val="24"/>
          <w:szCs w:val="24"/>
        </w:rPr>
      </w:pPr>
      <w:hyperlink w:anchor="_Toc202285682" w:history="1">
        <w:r w:rsidRPr="00956808">
          <w:rPr>
            <w:rStyle w:val="Lienhypertexte"/>
          </w:rPr>
          <w:t>XXIX</w:t>
        </w:r>
        <w:r>
          <w:rPr>
            <w:webHidden/>
          </w:rPr>
          <w:tab/>
        </w:r>
        <w:r>
          <w:rPr>
            <w:webHidden/>
          </w:rPr>
          <w:fldChar w:fldCharType="begin"/>
        </w:r>
        <w:r>
          <w:rPr>
            <w:webHidden/>
          </w:rPr>
          <w:instrText xml:space="preserve"> PAGEREF _Toc202285682 \h </w:instrText>
        </w:r>
        <w:r>
          <w:rPr>
            <w:webHidden/>
          </w:rPr>
        </w:r>
        <w:r>
          <w:rPr>
            <w:webHidden/>
          </w:rPr>
          <w:fldChar w:fldCharType="separate"/>
        </w:r>
        <w:r w:rsidR="00D63994">
          <w:rPr>
            <w:webHidden/>
          </w:rPr>
          <w:t>241</w:t>
        </w:r>
        <w:r>
          <w:rPr>
            <w:webHidden/>
          </w:rPr>
          <w:fldChar w:fldCharType="end"/>
        </w:r>
      </w:hyperlink>
    </w:p>
    <w:p w14:paraId="0ADA2233" w14:textId="08897A38" w:rsidR="007E50F2" w:rsidRPr="00E5032F" w:rsidRDefault="007E50F2">
      <w:pPr>
        <w:pStyle w:val="TM1"/>
        <w:rPr>
          <w:rFonts w:ascii="Aptos" w:hAnsi="Aptos"/>
          <w:bCs w:val="0"/>
          <w:iCs w:val="0"/>
          <w:color w:val="auto"/>
          <w:kern w:val="2"/>
          <w:sz w:val="24"/>
          <w:szCs w:val="24"/>
        </w:rPr>
      </w:pPr>
      <w:hyperlink w:anchor="_Toc202285683" w:history="1">
        <w:r w:rsidRPr="00956808">
          <w:rPr>
            <w:rStyle w:val="Lienhypertexte"/>
          </w:rPr>
          <w:t>XXX</w:t>
        </w:r>
        <w:r>
          <w:rPr>
            <w:webHidden/>
          </w:rPr>
          <w:tab/>
        </w:r>
        <w:r>
          <w:rPr>
            <w:webHidden/>
          </w:rPr>
          <w:fldChar w:fldCharType="begin"/>
        </w:r>
        <w:r>
          <w:rPr>
            <w:webHidden/>
          </w:rPr>
          <w:instrText xml:space="preserve"> PAGEREF _Toc202285683 \h </w:instrText>
        </w:r>
        <w:r>
          <w:rPr>
            <w:webHidden/>
          </w:rPr>
        </w:r>
        <w:r>
          <w:rPr>
            <w:webHidden/>
          </w:rPr>
          <w:fldChar w:fldCharType="separate"/>
        </w:r>
        <w:r w:rsidR="00D63994">
          <w:rPr>
            <w:webHidden/>
          </w:rPr>
          <w:t>251</w:t>
        </w:r>
        <w:r>
          <w:rPr>
            <w:webHidden/>
          </w:rPr>
          <w:fldChar w:fldCharType="end"/>
        </w:r>
      </w:hyperlink>
    </w:p>
    <w:p w14:paraId="6D5EC46F" w14:textId="4E649663" w:rsidR="007E50F2" w:rsidRPr="00E5032F" w:rsidRDefault="007E50F2">
      <w:pPr>
        <w:pStyle w:val="TM1"/>
        <w:rPr>
          <w:rFonts w:ascii="Aptos" w:hAnsi="Aptos"/>
          <w:bCs w:val="0"/>
          <w:iCs w:val="0"/>
          <w:color w:val="auto"/>
          <w:kern w:val="2"/>
          <w:sz w:val="24"/>
          <w:szCs w:val="24"/>
        </w:rPr>
      </w:pPr>
      <w:hyperlink w:anchor="_Toc202285684" w:history="1">
        <w:r w:rsidRPr="00956808">
          <w:rPr>
            <w:rStyle w:val="Lienhypertexte"/>
          </w:rPr>
          <w:t>XXXI</w:t>
        </w:r>
        <w:r>
          <w:rPr>
            <w:webHidden/>
          </w:rPr>
          <w:tab/>
        </w:r>
        <w:r>
          <w:rPr>
            <w:webHidden/>
          </w:rPr>
          <w:fldChar w:fldCharType="begin"/>
        </w:r>
        <w:r>
          <w:rPr>
            <w:webHidden/>
          </w:rPr>
          <w:instrText xml:space="preserve"> PAGEREF _Toc202285684 \h </w:instrText>
        </w:r>
        <w:r>
          <w:rPr>
            <w:webHidden/>
          </w:rPr>
        </w:r>
        <w:r>
          <w:rPr>
            <w:webHidden/>
          </w:rPr>
          <w:fldChar w:fldCharType="separate"/>
        </w:r>
        <w:r w:rsidR="00D63994">
          <w:rPr>
            <w:webHidden/>
          </w:rPr>
          <w:t>260</w:t>
        </w:r>
        <w:r>
          <w:rPr>
            <w:webHidden/>
          </w:rPr>
          <w:fldChar w:fldCharType="end"/>
        </w:r>
      </w:hyperlink>
    </w:p>
    <w:p w14:paraId="67A2C238" w14:textId="4D3EE33A" w:rsidR="007E50F2" w:rsidRPr="00E5032F" w:rsidRDefault="007E50F2">
      <w:pPr>
        <w:pStyle w:val="TM1"/>
        <w:rPr>
          <w:rFonts w:ascii="Aptos" w:hAnsi="Aptos"/>
          <w:bCs w:val="0"/>
          <w:iCs w:val="0"/>
          <w:color w:val="auto"/>
          <w:kern w:val="2"/>
          <w:sz w:val="24"/>
          <w:szCs w:val="24"/>
        </w:rPr>
      </w:pPr>
      <w:hyperlink w:anchor="_Toc202285685" w:history="1">
        <w:r w:rsidRPr="00956808">
          <w:rPr>
            <w:rStyle w:val="Lienhypertexte"/>
          </w:rPr>
          <w:t>À propos de cette édition électronique</w:t>
        </w:r>
        <w:r>
          <w:rPr>
            <w:webHidden/>
          </w:rPr>
          <w:tab/>
        </w:r>
        <w:r>
          <w:rPr>
            <w:webHidden/>
          </w:rPr>
          <w:fldChar w:fldCharType="begin"/>
        </w:r>
        <w:r>
          <w:rPr>
            <w:webHidden/>
          </w:rPr>
          <w:instrText xml:space="preserve"> PAGEREF _Toc202285685 \h </w:instrText>
        </w:r>
        <w:r>
          <w:rPr>
            <w:webHidden/>
          </w:rPr>
        </w:r>
        <w:r>
          <w:rPr>
            <w:webHidden/>
          </w:rPr>
          <w:fldChar w:fldCharType="separate"/>
        </w:r>
        <w:r w:rsidR="00D63994">
          <w:rPr>
            <w:webHidden/>
          </w:rPr>
          <w:t>269</w:t>
        </w:r>
        <w:r>
          <w:rPr>
            <w:webHidden/>
          </w:rPr>
          <w:fldChar w:fldCharType="end"/>
        </w:r>
      </w:hyperlink>
    </w:p>
    <w:p w14:paraId="6A01CDC3" w14:textId="77777777" w:rsidR="00033562" w:rsidRDefault="00033562">
      <w:r>
        <w:fldChar w:fldCharType="end"/>
      </w:r>
    </w:p>
    <w:p w14:paraId="623F8F80" w14:textId="77777777" w:rsidR="00256283" w:rsidRDefault="00256283" w:rsidP="003D5E6A">
      <w:pPr>
        <w:pStyle w:val="Titre1"/>
      </w:pPr>
      <w:bookmarkStart w:id="0" w:name="bookmark2"/>
      <w:bookmarkStart w:id="1" w:name="__RefHeading__30_1831309079"/>
      <w:bookmarkStart w:id="2" w:name="_Toc202285654"/>
      <w:bookmarkEnd w:id="0"/>
      <w:bookmarkEnd w:id="1"/>
      <w:r>
        <w:lastRenderedPageBreak/>
        <w:t>I</w:t>
      </w:r>
      <w:bookmarkEnd w:id="2"/>
    </w:p>
    <w:p w14:paraId="3B70FD4A" w14:textId="77777777" w:rsidR="00435B4F" w:rsidRDefault="00256283" w:rsidP="00256283">
      <w:r>
        <w:t>Adossé au bar</w:t>
      </w:r>
      <w:r w:rsidR="00435B4F">
        <w:t xml:space="preserve">, </w:t>
      </w:r>
      <w:r>
        <w:t xml:space="preserve">dans un </w:t>
      </w:r>
      <w:r w:rsidR="00435B4F">
        <w:t>« </w:t>
      </w:r>
      <w:r>
        <w:t>speakeasy</w:t>
      </w:r>
      <w:r w:rsidR="00435B4F">
        <w:t> »</w:t>
      </w:r>
      <w:r>
        <w:t xml:space="preserve"> de la Cinquante-deuxième rue</w:t>
      </w:r>
      <w:r w:rsidR="00435B4F">
        <w:t xml:space="preserve">, </w:t>
      </w:r>
      <w:r>
        <w:t>j</w:t>
      </w:r>
      <w:r w:rsidR="00435B4F">
        <w:t>’</w:t>
      </w:r>
      <w:r>
        <w:t>attendais Nora qui courait les magasins pour ses achats de Noël</w:t>
      </w:r>
      <w:r w:rsidR="00435B4F">
        <w:t xml:space="preserve">, </w:t>
      </w:r>
      <w:r>
        <w:t>quand une très jeune femme</w:t>
      </w:r>
      <w:r w:rsidR="00435B4F">
        <w:t xml:space="preserve">, </w:t>
      </w:r>
      <w:r>
        <w:t>assise à une table avec trois autres personnes</w:t>
      </w:r>
      <w:r w:rsidR="00435B4F">
        <w:t xml:space="preserve">, </w:t>
      </w:r>
      <w:r>
        <w:t>se leva et vint vers moi</w:t>
      </w:r>
      <w:r w:rsidR="00435B4F">
        <w:t xml:space="preserve">. </w:t>
      </w:r>
      <w:r>
        <w:t>Elle était petite</w:t>
      </w:r>
      <w:r w:rsidR="00435B4F">
        <w:t xml:space="preserve">, </w:t>
      </w:r>
      <w:r>
        <w:t>blonde</w:t>
      </w:r>
      <w:r w:rsidR="00435B4F">
        <w:t xml:space="preserve">, </w:t>
      </w:r>
      <w:r>
        <w:t>jolie</w:t>
      </w:r>
      <w:r w:rsidR="00435B4F">
        <w:t xml:space="preserve">, </w:t>
      </w:r>
      <w:r>
        <w:t>vêtue d</w:t>
      </w:r>
      <w:r w:rsidR="00435B4F">
        <w:t>’</w:t>
      </w:r>
      <w:r>
        <w:t>un tailleur bleu</w:t>
      </w:r>
      <w:r w:rsidR="00435B4F">
        <w:t>.</w:t>
      </w:r>
    </w:p>
    <w:p w14:paraId="78B1C6E9" w14:textId="77777777" w:rsidR="00435B4F" w:rsidRDefault="00435B4F" w:rsidP="00256283">
      <w:r>
        <w:t>— </w:t>
      </w:r>
      <w:r w:rsidR="00256283">
        <w:t>N</w:t>
      </w:r>
      <w:r>
        <w:t>’</w:t>
      </w:r>
      <w:r w:rsidR="00256283">
        <w:t>êtes-vous pas Nick Charles</w:t>
      </w:r>
      <w:r>
        <w:t xml:space="preserve"> ? </w:t>
      </w:r>
      <w:r w:rsidR="00256283">
        <w:t>me dit-elle</w:t>
      </w:r>
      <w:r>
        <w:t>.</w:t>
      </w:r>
    </w:p>
    <w:p w14:paraId="5728E057" w14:textId="77777777" w:rsidR="00435B4F" w:rsidRDefault="00435B4F" w:rsidP="00256283">
      <w:r>
        <w:t>— </w:t>
      </w:r>
      <w:r w:rsidR="00256283">
        <w:t>Si</w:t>
      </w:r>
      <w:r>
        <w:t>.</w:t>
      </w:r>
    </w:p>
    <w:p w14:paraId="563341A5" w14:textId="77777777" w:rsidR="00435B4F" w:rsidRDefault="00256283" w:rsidP="00256283">
      <w:r>
        <w:t>Elle me tendit sa petite main ouverte</w:t>
      </w:r>
      <w:r w:rsidR="00435B4F">
        <w:t>.</w:t>
      </w:r>
    </w:p>
    <w:p w14:paraId="076A4132" w14:textId="77777777" w:rsidR="00435B4F" w:rsidRDefault="00435B4F" w:rsidP="00256283">
      <w:r>
        <w:t>— </w:t>
      </w:r>
      <w:r w:rsidR="00256283">
        <w:t>Je m</w:t>
      </w:r>
      <w:r>
        <w:t>’</w:t>
      </w:r>
      <w:r w:rsidR="00256283">
        <w:t xml:space="preserve">appelle Dorothy </w:t>
      </w:r>
      <w:proofErr w:type="spellStart"/>
      <w:r w:rsidR="00256283">
        <w:t>Wynant</w:t>
      </w:r>
      <w:proofErr w:type="spellEnd"/>
      <w:r>
        <w:t xml:space="preserve">. </w:t>
      </w:r>
      <w:r w:rsidR="00256283">
        <w:t>Vous m</w:t>
      </w:r>
      <w:r>
        <w:t>’</w:t>
      </w:r>
      <w:r w:rsidR="00256283">
        <w:t>avez sans doute oubliée</w:t>
      </w:r>
      <w:r>
        <w:t xml:space="preserve">, </w:t>
      </w:r>
      <w:r w:rsidR="00256283">
        <w:t>mais vous devez vous souvenir de mon père</w:t>
      </w:r>
      <w:r>
        <w:t xml:space="preserve">, </w:t>
      </w:r>
      <w:r w:rsidR="00256283">
        <w:t xml:space="preserve">Clyde </w:t>
      </w:r>
      <w:proofErr w:type="spellStart"/>
      <w:r w:rsidR="00256283">
        <w:t>Wynant</w:t>
      </w:r>
      <w:proofErr w:type="spellEnd"/>
      <w:r>
        <w:t xml:space="preserve"> ; </w:t>
      </w:r>
      <w:r w:rsidR="00256283">
        <w:t>vous</w:t>
      </w:r>
      <w:r>
        <w:t>…</w:t>
      </w:r>
    </w:p>
    <w:p w14:paraId="1253BE02" w14:textId="77777777" w:rsidR="00435B4F" w:rsidRDefault="00435B4F" w:rsidP="00256283">
      <w:r>
        <w:t>— </w:t>
      </w:r>
      <w:r w:rsidR="00256283">
        <w:t>Certainement</w:t>
      </w:r>
      <w:r>
        <w:t xml:space="preserve">, </w:t>
      </w:r>
      <w:r w:rsidR="00256283">
        <w:t>coupai-je</w:t>
      </w:r>
      <w:r>
        <w:t xml:space="preserve">, </w:t>
      </w:r>
      <w:r w:rsidR="00256283">
        <w:t>et je me souviens aussi de vous</w:t>
      </w:r>
      <w:r>
        <w:t xml:space="preserve"> ; </w:t>
      </w:r>
      <w:r w:rsidR="00256283">
        <w:t>vous étiez alors une fillette de onze à douze ans</w:t>
      </w:r>
      <w:r>
        <w:t xml:space="preserve">, </w:t>
      </w:r>
      <w:r w:rsidR="00256283">
        <w:t>n</w:t>
      </w:r>
      <w:r>
        <w:t>’</w:t>
      </w:r>
      <w:r w:rsidR="00256283">
        <w:t>est-ce pas</w:t>
      </w:r>
      <w:r>
        <w:t> ?</w:t>
      </w:r>
    </w:p>
    <w:p w14:paraId="31AD17F6" w14:textId="77777777" w:rsidR="00435B4F" w:rsidRDefault="00435B4F" w:rsidP="00256283">
      <w:r>
        <w:t>— </w:t>
      </w:r>
      <w:r w:rsidR="00256283">
        <w:t>Oui</w:t>
      </w:r>
      <w:r>
        <w:t xml:space="preserve">, </w:t>
      </w:r>
      <w:r w:rsidR="00256283">
        <w:t>il y a huit ans de cela</w:t>
      </w:r>
      <w:r>
        <w:t xml:space="preserve"> ; </w:t>
      </w:r>
      <w:r w:rsidR="00256283">
        <w:t>vous me racontiez des histoires merveilleuses</w:t>
      </w:r>
      <w:r>
        <w:t xml:space="preserve">. </w:t>
      </w:r>
      <w:r w:rsidR="00256283">
        <w:t>Étaient-elles vraies</w:t>
      </w:r>
      <w:r>
        <w:t> ?</w:t>
      </w:r>
    </w:p>
    <w:p w14:paraId="587D0BE9" w14:textId="77777777" w:rsidR="00435B4F" w:rsidRDefault="00435B4F" w:rsidP="00256283">
      <w:r>
        <w:t>— </w:t>
      </w:r>
      <w:r w:rsidR="00256283">
        <w:t>J</w:t>
      </w:r>
      <w:r>
        <w:t>’</w:t>
      </w:r>
      <w:r w:rsidR="00256283">
        <w:t>en doute</w:t>
      </w:r>
      <w:r>
        <w:t xml:space="preserve">. </w:t>
      </w:r>
      <w:r w:rsidR="00256283">
        <w:t>Comment va votre père</w:t>
      </w:r>
      <w:r>
        <w:t> ?</w:t>
      </w:r>
    </w:p>
    <w:p w14:paraId="503ED7CA" w14:textId="77777777" w:rsidR="00435B4F" w:rsidRDefault="00256283" w:rsidP="00256283">
      <w:r>
        <w:t>Elle éclata de rire</w:t>
      </w:r>
      <w:r w:rsidR="00435B4F">
        <w:t>.</w:t>
      </w:r>
    </w:p>
    <w:p w14:paraId="15E93AAD" w14:textId="77777777" w:rsidR="00435B4F" w:rsidRDefault="00435B4F" w:rsidP="00256283">
      <w:r>
        <w:t>— </w:t>
      </w:r>
      <w:r w:rsidR="00256283">
        <w:t>C</w:t>
      </w:r>
      <w:r>
        <w:t>’</w:t>
      </w:r>
      <w:r w:rsidR="00256283">
        <w:t>était la question même que j</w:t>
      </w:r>
      <w:r>
        <w:t>’</w:t>
      </w:r>
      <w:r w:rsidR="00256283">
        <w:t>allais vous poser</w:t>
      </w:r>
      <w:r>
        <w:t xml:space="preserve"> ! </w:t>
      </w:r>
      <w:r w:rsidR="00256283">
        <w:t>dit-elle</w:t>
      </w:r>
      <w:r>
        <w:t xml:space="preserve">. </w:t>
      </w:r>
      <w:r w:rsidR="00256283">
        <w:t>Ma mère a divorcé et nous n</w:t>
      </w:r>
      <w:r>
        <w:t>’</w:t>
      </w:r>
      <w:r w:rsidR="00256283">
        <w:t>entendons plus parler de lui</w:t>
      </w:r>
      <w:r>
        <w:t xml:space="preserve"> – </w:t>
      </w:r>
      <w:r w:rsidR="00256283">
        <w:t>sauf quand les journaux citent son nom</w:t>
      </w:r>
      <w:r>
        <w:t xml:space="preserve">. </w:t>
      </w:r>
      <w:r w:rsidR="00256283">
        <w:t>Mais ne l</w:t>
      </w:r>
      <w:r>
        <w:t>’</w:t>
      </w:r>
      <w:r w:rsidR="00256283">
        <w:t>avez-vous pas rencontré</w:t>
      </w:r>
      <w:r>
        <w:t> ?</w:t>
      </w:r>
    </w:p>
    <w:p w14:paraId="2F7CAD9B" w14:textId="77777777" w:rsidR="00435B4F" w:rsidRDefault="00256283" w:rsidP="00256283">
      <w:r>
        <w:lastRenderedPageBreak/>
        <w:t>Mon verre était vide</w:t>
      </w:r>
      <w:r w:rsidR="00435B4F">
        <w:t xml:space="preserve">. </w:t>
      </w:r>
      <w:r>
        <w:t>Je demandai à la jeune fille ce qu</w:t>
      </w:r>
      <w:r w:rsidR="00435B4F">
        <w:t>’</w:t>
      </w:r>
      <w:r>
        <w:t>elle aimerait prendre</w:t>
      </w:r>
      <w:r w:rsidR="00435B4F">
        <w:t xml:space="preserve">. </w:t>
      </w:r>
      <w:r>
        <w:t>Un whisky and soda</w:t>
      </w:r>
      <w:r w:rsidR="00435B4F">
        <w:t xml:space="preserve"> ? </w:t>
      </w:r>
      <w:r>
        <w:t>Bon</w:t>
      </w:r>
      <w:r w:rsidR="00435B4F">
        <w:t xml:space="preserve">, </w:t>
      </w:r>
      <w:r>
        <w:t>moi aussi</w:t>
      </w:r>
      <w:r w:rsidR="00435B4F">
        <w:t xml:space="preserve">. </w:t>
      </w:r>
      <w:r>
        <w:t>J</w:t>
      </w:r>
      <w:r w:rsidR="00435B4F">
        <w:t>’</w:t>
      </w:r>
      <w:r>
        <w:t>en commandai deux</w:t>
      </w:r>
      <w:r w:rsidR="00435B4F">
        <w:t>.</w:t>
      </w:r>
    </w:p>
    <w:p w14:paraId="5D1CD3F8" w14:textId="77777777" w:rsidR="00435B4F" w:rsidRDefault="00435B4F" w:rsidP="00256283">
      <w:r>
        <w:t>— </w:t>
      </w:r>
      <w:r w:rsidR="00256283">
        <w:t>Non</w:t>
      </w:r>
      <w:r>
        <w:t xml:space="preserve">, </w:t>
      </w:r>
      <w:r w:rsidR="00256283">
        <w:t>dis-je</w:t>
      </w:r>
      <w:r>
        <w:t xml:space="preserve">, </w:t>
      </w:r>
      <w:r w:rsidR="00256283">
        <w:t>répondant enfin à sa question</w:t>
      </w:r>
      <w:r>
        <w:t xml:space="preserve">. </w:t>
      </w:r>
      <w:r w:rsidR="00256283">
        <w:t>Je n</w:t>
      </w:r>
      <w:r>
        <w:t>’</w:t>
      </w:r>
      <w:r w:rsidR="00256283">
        <w:t>étais pas à New-York mais à San Francisco</w:t>
      </w:r>
      <w:r>
        <w:t>.</w:t>
      </w:r>
    </w:p>
    <w:p w14:paraId="35FCC7EE" w14:textId="77777777" w:rsidR="00435B4F" w:rsidRDefault="00435B4F" w:rsidP="00256283">
      <w:r>
        <w:t>— </w:t>
      </w:r>
      <w:r w:rsidR="00256283">
        <w:t>Je voudrais tant le revoir</w:t>
      </w:r>
      <w:r>
        <w:t xml:space="preserve">, </w:t>
      </w:r>
      <w:r w:rsidR="00256283">
        <w:t>dit-elle</w:t>
      </w:r>
      <w:r>
        <w:t xml:space="preserve">, </w:t>
      </w:r>
      <w:r w:rsidR="00256283">
        <w:t>lentement</w:t>
      </w:r>
      <w:r>
        <w:t xml:space="preserve">. </w:t>
      </w:r>
      <w:r w:rsidR="00256283">
        <w:t>Maman serait furieuse si elle savait</w:t>
      </w:r>
      <w:r>
        <w:t xml:space="preserve">, </w:t>
      </w:r>
      <w:r w:rsidR="00256283">
        <w:t>mais j</w:t>
      </w:r>
      <w:r>
        <w:t>’</w:t>
      </w:r>
      <w:r w:rsidR="00256283">
        <w:t>ai tant envie de le revoir</w:t>
      </w:r>
      <w:r>
        <w:t xml:space="preserve">. </w:t>
      </w:r>
      <w:r w:rsidR="00256283">
        <w:t>Il n</w:t>
      </w:r>
      <w:r>
        <w:t>’</w:t>
      </w:r>
      <w:r w:rsidR="00256283">
        <w:t>habite plus la maison de Riverside Drive</w:t>
      </w:r>
      <w:r>
        <w:t xml:space="preserve"> ; </w:t>
      </w:r>
      <w:r w:rsidR="00256283">
        <w:t>il ne figure pas dans l</w:t>
      </w:r>
      <w:r>
        <w:t>’</w:t>
      </w:r>
      <w:r w:rsidR="00256283">
        <w:t>annuaire du téléphone</w:t>
      </w:r>
      <w:r>
        <w:t>…</w:t>
      </w:r>
    </w:p>
    <w:p w14:paraId="3D8ED273" w14:textId="77777777" w:rsidR="00435B4F" w:rsidRDefault="00435B4F" w:rsidP="00256283">
      <w:r>
        <w:t>— </w:t>
      </w:r>
      <w:r w:rsidR="00256283">
        <w:t>Essayez d</w:t>
      </w:r>
      <w:r>
        <w:t>’</w:t>
      </w:r>
      <w:r w:rsidR="00256283">
        <w:t>interroger son avocat</w:t>
      </w:r>
      <w:r>
        <w:t xml:space="preserve"> ? </w:t>
      </w:r>
      <w:r w:rsidR="00256283">
        <w:t>suggérai-je</w:t>
      </w:r>
      <w:r>
        <w:t>.</w:t>
      </w:r>
    </w:p>
    <w:p w14:paraId="2B2C4937" w14:textId="77777777" w:rsidR="00435B4F" w:rsidRDefault="00256283" w:rsidP="00256283">
      <w:r>
        <w:t>Le visage de Dorothy s</w:t>
      </w:r>
      <w:r w:rsidR="00435B4F">
        <w:t>’</w:t>
      </w:r>
      <w:r>
        <w:t>éclaira</w:t>
      </w:r>
      <w:r w:rsidR="00435B4F">
        <w:t>.</w:t>
      </w:r>
    </w:p>
    <w:p w14:paraId="5D0188BD" w14:textId="77777777" w:rsidR="00435B4F" w:rsidRDefault="00435B4F" w:rsidP="00256283">
      <w:r>
        <w:t>— </w:t>
      </w:r>
      <w:r w:rsidR="00256283">
        <w:t>Vous le connaissez</w:t>
      </w:r>
      <w:r>
        <w:t xml:space="preserve"> ? </w:t>
      </w:r>
      <w:r w:rsidR="00256283">
        <w:t>demanda-t-elle</w:t>
      </w:r>
      <w:r>
        <w:t xml:space="preserve">, </w:t>
      </w:r>
      <w:r w:rsidR="00256283">
        <w:t>les yeux brillants</w:t>
      </w:r>
      <w:r>
        <w:t>.</w:t>
      </w:r>
    </w:p>
    <w:p w14:paraId="1EE7989F" w14:textId="77777777" w:rsidR="00435B4F" w:rsidRDefault="00435B4F" w:rsidP="00256283">
      <w:r>
        <w:t>— </w:t>
      </w:r>
      <w:r w:rsidR="00256283">
        <w:t>C</w:t>
      </w:r>
      <w:r>
        <w:t>’</w:t>
      </w:r>
      <w:r w:rsidR="00256283">
        <w:t>était un certain Mac</w:t>
      </w:r>
      <w:r>
        <w:t xml:space="preserve">… </w:t>
      </w:r>
      <w:r w:rsidR="00256283">
        <w:t>Mac-quelque chose</w:t>
      </w:r>
      <w:r>
        <w:t xml:space="preserve"> ; </w:t>
      </w:r>
      <w:r w:rsidR="00256283">
        <w:t>j</w:t>
      </w:r>
      <w:r>
        <w:t>’</w:t>
      </w:r>
      <w:r w:rsidR="00256283">
        <w:t>y suis</w:t>
      </w:r>
      <w:r>
        <w:t xml:space="preserve"> : </w:t>
      </w:r>
      <w:r w:rsidR="00256283">
        <w:t>Macaulay</w:t>
      </w:r>
      <w:r>
        <w:t xml:space="preserve"> ; </w:t>
      </w:r>
      <w:r w:rsidR="00256283">
        <w:t>Herbert Macaulay</w:t>
      </w:r>
      <w:r>
        <w:t xml:space="preserve">. </w:t>
      </w:r>
      <w:r w:rsidR="00256283">
        <w:t>Il habitait Singer Building</w:t>
      </w:r>
      <w:r>
        <w:t>.</w:t>
      </w:r>
    </w:p>
    <w:p w14:paraId="35D6DD0F" w14:textId="77777777" w:rsidR="00435B4F" w:rsidRDefault="00435B4F" w:rsidP="00256283">
      <w:r>
        <w:t>— </w:t>
      </w:r>
      <w:r w:rsidR="00256283">
        <w:t xml:space="preserve">Voulez-vous me prêter une pièce de cinq </w:t>
      </w:r>
      <w:r w:rsidR="00256283">
        <w:rPr>
          <w:i/>
        </w:rPr>
        <w:t>cents</w:t>
      </w:r>
      <w:r>
        <w:rPr>
          <w:i/>
        </w:rPr>
        <w:t xml:space="preserve">, </w:t>
      </w:r>
      <w:r w:rsidR="00256283">
        <w:t>dit-elle</w:t>
      </w:r>
      <w:r>
        <w:t>.</w:t>
      </w:r>
    </w:p>
    <w:p w14:paraId="0EEB655D" w14:textId="77777777" w:rsidR="00435B4F" w:rsidRDefault="00256283" w:rsidP="00256283">
      <w:r>
        <w:t>Elle marcha rapidement vers la cabine téléphonique</w:t>
      </w:r>
      <w:r w:rsidR="00435B4F">
        <w:t>.</w:t>
      </w:r>
    </w:p>
    <w:p w14:paraId="779C5D40" w14:textId="77777777" w:rsidR="00435B4F" w:rsidRDefault="00435B4F" w:rsidP="00256283">
      <w:r>
        <w:t>— </w:t>
      </w:r>
      <w:r w:rsidR="00256283">
        <w:t>Je l</w:t>
      </w:r>
      <w:r>
        <w:t>’</w:t>
      </w:r>
      <w:r w:rsidR="00256283">
        <w:t>ai trouvé</w:t>
      </w:r>
      <w:r>
        <w:t xml:space="preserve">, </w:t>
      </w:r>
      <w:r w:rsidR="00256283">
        <w:t>dit-elle en revenant</w:t>
      </w:r>
      <w:r>
        <w:t xml:space="preserve">, </w:t>
      </w:r>
      <w:r w:rsidR="00256283">
        <w:t>son bureau est au coin de la Cinquième Avenue</w:t>
      </w:r>
      <w:r>
        <w:t>.</w:t>
      </w:r>
    </w:p>
    <w:p w14:paraId="44B2507E" w14:textId="77777777" w:rsidR="00435B4F" w:rsidRDefault="00435B4F" w:rsidP="00256283">
      <w:r>
        <w:t>— </w:t>
      </w:r>
      <w:r w:rsidR="00256283">
        <w:t>Votre père</w:t>
      </w:r>
      <w:r>
        <w:t> ?</w:t>
      </w:r>
    </w:p>
    <w:p w14:paraId="07C6CF83" w14:textId="77777777" w:rsidR="00435B4F" w:rsidRDefault="00435B4F" w:rsidP="00256283">
      <w:r>
        <w:t>— </w:t>
      </w:r>
      <w:r w:rsidR="00256283">
        <w:t>Non</w:t>
      </w:r>
      <w:r>
        <w:t xml:space="preserve">, </w:t>
      </w:r>
      <w:r w:rsidR="00256283">
        <w:t>l</w:t>
      </w:r>
      <w:r>
        <w:t>’</w:t>
      </w:r>
      <w:r w:rsidR="00256283">
        <w:t>avocat</w:t>
      </w:r>
      <w:r>
        <w:t xml:space="preserve"> ; </w:t>
      </w:r>
      <w:r w:rsidR="00256283">
        <w:t>il dit que mon père n</w:t>
      </w:r>
      <w:r>
        <w:t>’</w:t>
      </w:r>
      <w:r w:rsidR="00256283">
        <w:t>est pas à New-York</w:t>
      </w:r>
      <w:r>
        <w:t xml:space="preserve">. </w:t>
      </w:r>
      <w:r w:rsidR="00256283">
        <w:t>Je vais tout de suite voir Mr</w:t>
      </w:r>
      <w:r>
        <w:t xml:space="preserve">. </w:t>
      </w:r>
      <w:r w:rsidR="00256283">
        <w:t>Macaulay</w:t>
      </w:r>
      <w:r>
        <w:t>.</w:t>
      </w:r>
    </w:p>
    <w:p w14:paraId="711390FB" w14:textId="77777777" w:rsidR="00435B4F" w:rsidRDefault="00256283" w:rsidP="00256283">
      <w:r>
        <w:t>Elle leva son verre</w:t>
      </w:r>
      <w:r w:rsidR="00435B4F">
        <w:t>.</w:t>
      </w:r>
    </w:p>
    <w:p w14:paraId="16ADD676" w14:textId="77777777" w:rsidR="00435B4F" w:rsidRDefault="00256283" w:rsidP="00256283">
      <w:r>
        <w:t>À ce moment</w:t>
      </w:r>
      <w:r w:rsidR="00435B4F">
        <w:t xml:space="preserve">, </w:t>
      </w:r>
      <w:proofErr w:type="spellStart"/>
      <w:r>
        <w:t>Asta</w:t>
      </w:r>
      <w:proofErr w:type="spellEnd"/>
      <w:r w:rsidR="00435B4F">
        <w:t xml:space="preserve">, </w:t>
      </w:r>
      <w:r>
        <w:t>la chienne de ma femme</w:t>
      </w:r>
      <w:r w:rsidR="00435B4F">
        <w:t xml:space="preserve">, </w:t>
      </w:r>
      <w:r>
        <w:t>bondit sur moi et posa ses pattes sur ma cuisse</w:t>
      </w:r>
      <w:r w:rsidR="00435B4F">
        <w:t xml:space="preserve">. </w:t>
      </w:r>
      <w:r>
        <w:t>Nora tirait</w:t>
      </w:r>
      <w:r w:rsidR="00435B4F">
        <w:t xml:space="preserve">, </w:t>
      </w:r>
      <w:r>
        <w:t>à l</w:t>
      </w:r>
      <w:r w:rsidR="00435B4F">
        <w:t>’</w:t>
      </w:r>
      <w:r>
        <w:t>autre bout de la laisse</w:t>
      </w:r>
      <w:r w:rsidR="00435B4F">
        <w:t>.</w:t>
      </w:r>
    </w:p>
    <w:p w14:paraId="2609284A" w14:textId="77777777" w:rsidR="00435B4F" w:rsidRDefault="00435B4F" w:rsidP="00256283">
      <w:r>
        <w:lastRenderedPageBreak/>
        <w:t>— </w:t>
      </w:r>
      <w:proofErr w:type="spellStart"/>
      <w:r w:rsidR="00256283">
        <w:t>Asta</w:t>
      </w:r>
      <w:proofErr w:type="spellEnd"/>
      <w:r w:rsidR="00256283">
        <w:t xml:space="preserve"> s</w:t>
      </w:r>
      <w:r>
        <w:t>’</w:t>
      </w:r>
      <w:r w:rsidR="00256283">
        <w:t>est beaucoup amusée</w:t>
      </w:r>
      <w:r>
        <w:t xml:space="preserve">, </w:t>
      </w:r>
      <w:r w:rsidR="00256283">
        <w:t>dit-elle</w:t>
      </w:r>
      <w:r>
        <w:t xml:space="preserve">. </w:t>
      </w:r>
      <w:r w:rsidR="00256283">
        <w:t>Elle a renversé un comptoir de jouets</w:t>
      </w:r>
      <w:r>
        <w:t xml:space="preserve">, </w:t>
      </w:r>
      <w:r w:rsidR="00256283">
        <w:t>chez Lords et Taylor</w:t>
      </w:r>
      <w:r>
        <w:t xml:space="preserve"> ; </w:t>
      </w:r>
      <w:r w:rsidR="00256283">
        <w:t>elle a fait peur à une grosse dame en lui léchant les mollets</w:t>
      </w:r>
      <w:r>
        <w:t xml:space="preserve">, </w:t>
      </w:r>
      <w:r w:rsidR="00256283">
        <w:t>et trois policemen l</w:t>
      </w:r>
      <w:r>
        <w:t>’</w:t>
      </w:r>
      <w:r w:rsidR="00256283">
        <w:t>ont gentiment caressée</w:t>
      </w:r>
      <w:r>
        <w:t>…</w:t>
      </w:r>
    </w:p>
    <w:p w14:paraId="485B53EF" w14:textId="77777777" w:rsidR="00435B4F" w:rsidRDefault="00256283" w:rsidP="00256283">
      <w:r>
        <w:t>Je fis les présentations</w:t>
      </w:r>
      <w:r w:rsidR="00435B4F">
        <w:t>.</w:t>
      </w:r>
    </w:p>
    <w:p w14:paraId="72AFC260" w14:textId="77777777" w:rsidR="00435B4F" w:rsidRDefault="00435B4F" w:rsidP="00256283">
      <w:r>
        <w:t>— </w:t>
      </w:r>
      <w:r w:rsidR="00256283">
        <w:t>Ma femme</w:t>
      </w:r>
      <w:r>
        <w:t xml:space="preserve"> ; </w:t>
      </w:r>
      <w:r w:rsidR="00256283">
        <w:t xml:space="preserve">miss Dorothy </w:t>
      </w:r>
      <w:proofErr w:type="spellStart"/>
      <w:r w:rsidR="00256283">
        <w:t>Wynant</w:t>
      </w:r>
      <w:proofErr w:type="spellEnd"/>
      <w:r>
        <w:t xml:space="preserve"> ; </w:t>
      </w:r>
      <w:r w:rsidR="00256283">
        <w:t>son père était l</w:t>
      </w:r>
      <w:r>
        <w:t>’</w:t>
      </w:r>
      <w:r w:rsidR="00256283">
        <w:t>un de mes clients quand Dorothy était haute comme ça</w:t>
      </w:r>
      <w:r>
        <w:t xml:space="preserve">, </w:t>
      </w:r>
      <w:proofErr w:type="spellStart"/>
      <w:r w:rsidR="00256283">
        <w:t>Wynant</w:t>
      </w:r>
      <w:proofErr w:type="spellEnd"/>
      <w:r w:rsidR="00256283">
        <w:t xml:space="preserve"> est un chic type</w:t>
      </w:r>
      <w:r>
        <w:t xml:space="preserve">, </w:t>
      </w:r>
      <w:r w:rsidR="00256283">
        <w:t>un peu timbré</w:t>
      </w:r>
      <w:r>
        <w:t> !</w:t>
      </w:r>
    </w:p>
    <w:p w14:paraId="5BC0D2D0" w14:textId="77777777" w:rsidR="00435B4F" w:rsidRDefault="00435B4F" w:rsidP="00256283">
      <w:r>
        <w:t>— </w:t>
      </w:r>
      <w:r w:rsidR="00256283">
        <w:t>Il a toujours exercé sur moi une sorte de fascination</w:t>
      </w:r>
      <w:r>
        <w:t xml:space="preserve">, </w:t>
      </w:r>
      <w:r w:rsidR="00256283">
        <w:t>dit la jeune fille</w:t>
      </w:r>
      <w:r>
        <w:t xml:space="preserve">, </w:t>
      </w:r>
      <w:r w:rsidR="00256283">
        <w:t>me désignant d</w:t>
      </w:r>
      <w:r>
        <w:t>’</w:t>
      </w:r>
      <w:r w:rsidR="00256283">
        <w:t>un mouvement du menton</w:t>
      </w:r>
      <w:r>
        <w:t xml:space="preserve">, </w:t>
      </w:r>
      <w:r w:rsidR="00256283">
        <w:t>avec le récit de ses exploits de détective</w:t>
      </w:r>
      <w:r>
        <w:t xml:space="preserve">. </w:t>
      </w:r>
      <w:r w:rsidR="00256283">
        <w:t>Je le suivais toujours pour qu</w:t>
      </w:r>
      <w:r>
        <w:t>’</w:t>
      </w:r>
      <w:r w:rsidR="00256283">
        <w:t>il me contât de nouvelles histoires</w:t>
      </w:r>
      <w:r>
        <w:t xml:space="preserve">. </w:t>
      </w:r>
      <w:r w:rsidR="00256283">
        <w:t>Bien entendu</w:t>
      </w:r>
      <w:r>
        <w:t xml:space="preserve">, </w:t>
      </w:r>
      <w:r w:rsidR="00256283">
        <w:t>il ne me racontait que des mensonges</w:t>
      </w:r>
      <w:r>
        <w:t xml:space="preserve">, </w:t>
      </w:r>
      <w:r w:rsidR="00256283">
        <w:t>mais je croyais tout</w:t>
      </w:r>
      <w:r>
        <w:t>…</w:t>
      </w:r>
    </w:p>
    <w:p w14:paraId="0F644BCF" w14:textId="77777777" w:rsidR="00435B4F" w:rsidRDefault="00435B4F" w:rsidP="00256283">
      <w:r>
        <w:t>— </w:t>
      </w:r>
      <w:r w:rsidR="00256283">
        <w:t>Tu parais lasse</w:t>
      </w:r>
      <w:r>
        <w:t xml:space="preserve"> ! </w:t>
      </w:r>
      <w:r w:rsidR="00256283">
        <w:t>dis-je à Nora</w:t>
      </w:r>
      <w:r>
        <w:t>.</w:t>
      </w:r>
    </w:p>
    <w:p w14:paraId="15BCFA4D" w14:textId="77777777" w:rsidR="00435B4F" w:rsidRDefault="00435B4F" w:rsidP="00256283">
      <w:r>
        <w:t>— </w:t>
      </w:r>
      <w:r w:rsidR="00256283">
        <w:t>Je le suis</w:t>
      </w:r>
      <w:r>
        <w:t xml:space="preserve">, </w:t>
      </w:r>
      <w:r w:rsidR="00256283">
        <w:t>répondit-elle</w:t>
      </w:r>
      <w:r>
        <w:t xml:space="preserve"> ; </w:t>
      </w:r>
      <w:r w:rsidR="00256283">
        <w:t>asseyons-nous</w:t>
      </w:r>
      <w:r>
        <w:t>.</w:t>
      </w:r>
    </w:p>
    <w:p w14:paraId="0DDB14FF" w14:textId="77777777" w:rsidR="00435B4F" w:rsidRDefault="00256283" w:rsidP="00256283">
      <w:r>
        <w:t>Dorothy était obligée de retourner à la table de ses amis</w:t>
      </w:r>
      <w:r w:rsidR="00435B4F">
        <w:t xml:space="preserve">. </w:t>
      </w:r>
      <w:r>
        <w:t>Elle serra la main de Nora</w:t>
      </w:r>
      <w:r w:rsidR="00435B4F">
        <w:t xml:space="preserve">. </w:t>
      </w:r>
      <w:r>
        <w:t>Nous serions les bienvenus chez elle</w:t>
      </w:r>
      <w:r w:rsidR="00435B4F">
        <w:t xml:space="preserve">, </w:t>
      </w:r>
      <w:r>
        <w:t>chez sa mère plutôt</w:t>
      </w:r>
      <w:r w:rsidR="00435B4F">
        <w:t xml:space="preserve"> – </w:t>
      </w:r>
      <w:r>
        <w:t>qui s</w:t>
      </w:r>
      <w:r w:rsidR="00435B4F">
        <w:t>’</w:t>
      </w:r>
      <w:r>
        <w:t xml:space="preserve">appelait maintenant </w:t>
      </w:r>
      <w:r w:rsidR="00435B4F">
        <w:t>M</w:t>
      </w:r>
      <w:r w:rsidR="00435B4F" w:rsidRPr="00435B4F">
        <w:rPr>
          <w:vertAlign w:val="superscript"/>
        </w:rPr>
        <w:t>rs</w:t>
      </w:r>
      <w:r w:rsidR="00435B4F">
        <w:t> </w:t>
      </w:r>
      <w:r>
        <w:t>Jorgensen</w:t>
      </w:r>
      <w:r w:rsidR="00435B4F">
        <w:t xml:space="preserve"> – </w:t>
      </w:r>
      <w:r>
        <w:t xml:space="preserve">ils étaient au </w:t>
      </w:r>
      <w:proofErr w:type="spellStart"/>
      <w:r>
        <w:rPr>
          <w:i/>
        </w:rPr>
        <w:t>Courtland</w:t>
      </w:r>
      <w:proofErr w:type="spellEnd"/>
      <w:r w:rsidR="00435B4F">
        <w:t xml:space="preserve">. </w:t>
      </w:r>
      <w:r>
        <w:t>Nous répondîmes que nous serions heureux de les recevoir</w:t>
      </w:r>
      <w:r w:rsidR="00435B4F">
        <w:t xml:space="preserve"> ; </w:t>
      </w:r>
      <w:r>
        <w:t xml:space="preserve">nous étions au </w:t>
      </w:r>
      <w:r>
        <w:rPr>
          <w:i/>
        </w:rPr>
        <w:t xml:space="preserve">Normandie </w:t>
      </w:r>
      <w:r>
        <w:t>pour une semaine</w:t>
      </w:r>
      <w:r w:rsidR="00435B4F">
        <w:t xml:space="preserve">, </w:t>
      </w:r>
      <w:r>
        <w:t>deux peut-être</w:t>
      </w:r>
      <w:r w:rsidR="00435B4F">
        <w:t xml:space="preserve">. </w:t>
      </w:r>
      <w:r>
        <w:t>Dorothy caressa la chienne et nous quitta</w:t>
      </w:r>
      <w:r w:rsidR="00435B4F">
        <w:t xml:space="preserve">. </w:t>
      </w:r>
      <w:r>
        <w:t>Nous trouvâmes une table</w:t>
      </w:r>
      <w:r w:rsidR="00435B4F">
        <w:t>.</w:t>
      </w:r>
    </w:p>
    <w:p w14:paraId="28C136E1" w14:textId="77777777" w:rsidR="00435B4F" w:rsidRDefault="00435B4F" w:rsidP="00256283">
      <w:r>
        <w:t>— </w:t>
      </w:r>
      <w:r w:rsidR="00256283">
        <w:t>Elle est jolie</w:t>
      </w:r>
      <w:r>
        <w:t xml:space="preserve"> ! </w:t>
      </w:r>
      <w:r w:rsidR="00256283">
        <w:t>dit Nora</w:t>
      </w:r>
      <w:r>
        <w:t xml:space="preserve">, </w:t>
      </w:r>
      <w:r w:rsidR="00256283">
        <w:t>quand nous fûmes assis</w:t>
      </w:r>
      <w:r>
        <w:t>.</w:t>
      </w:r>
    </w:p>
    <w:p w14:paraId="17633114" w14:textId="77777777" w:rsidR="00435B4F" w:rsidRDefault="00435B4F" w:rsidP="00256283">
      <w:r>
        <w:t>— </w:t>
      </w:r>
      <w:r w:rsidR="00256283">
        <w:t>Si l</w:t>
      </w:r>
      <w:r>
        <w:t>’</w:t>
      </w:r>
      <w:r w:rsidR="00256283">
        <w:t>on aime ce genre de femme</w:t>
      </w:r>
      <w:r>
        <w:t xml:space="preserve"> ! </w:t>
      </w:r>
      <w:r w:rsidR="00256283">
        <w:t>observai-je</w:t>
      </w:r>
      <w:r>
        <w:t>.</w:t>
      </w:r>
    </w:p>
    <w:p w14:paraId="535E8FDA" w14:textId="77777777" w:rsidR="00435B4F" w:rsidRDefault="00435B4F" w:rsidP="00256283">
      <w:r>
        <w:t>— </w:t>
      </w:r>
      <w:r w:rsidR="00256283">
        <w:t>Ah</w:t>
      </w:r>
      <w:r>
        <w:t xml:space="preserve">, </w:t>
      </w:r>
      <w:r w:rsidR="00256283">
        <w:t>fit Nora en riant</w:t>
      </w:r>
      <w:r>
        <w:t xml:space="preserve">, </w:t>
      </w:r>
      <w:r w:rsidR="00256283">
        <w:t>et quel est ton genre</w:t>
      </w:r>
      <w:r>
        <w:t> ?</w:t>
      </w:r>
    </w:p>
    <w:p w14:paraId="6DC171E3" w14:textId="77777777" w:rsidR="00435B4F" w:rsidRDefault="00435B4F" w:rsidP="00256283">
      <w:r>
        <w:t>— </w:t>
      </w:r>
      <w:r w:rsidR="00256283">
        <w:t>Le tien</w:t>
      </w:r>
      <w:r>
        <w:t xml:space="preserve">, </w:t>
      </w:r>
      <w:r w:rsidR="00256283">
        <w:t>ma chérie</w:t>
      </w:r>
      <w:r>
        <w:t xml:space="preserve"> : </w:t>
      </w:r>
      <w:r w:rsidR="00256283">
        <w:t>brune</w:t>
      </w:r>
      <w:r>
        <w:t xml:space="preserve">, </w:t>
      </w:r>
      <w:r w:rsidR="00256283">
        <w:t>fausse maigre</w:t>
      </w:r>
      <w:r>
        <w:t xml:space="preserve">, </w:t>
      </w:r>
      <w:r w:rsidR="00256283">
        <w:t>avec un air un peu canaille</w:t>
      </w:r>
      <w:r>
        <w:t>.</w:t>
      </w:r>
    </w:p>
    <w:p w14:paraId="313B0D8C" w14:textId="77777777" w:rsidR="00435B4F" w:rsidRDefault="00435B4F" w:rsidP="00256283">
      <w:r>
        <w:lastRenderedPageBreak/>
        <w:t>— </w:t>
      </w:r>
      <w:r w:rsidR="00256283">
        <w:t>Pourquoi</w:t>
      </w:r>
      <w:r>
        <w:t xml:space="preserve">, </w:t>
      </w:r>
      <w:r w:rsidR="00256283">
        <w:t>alors</w:t>
      </w:r>
      <w:r>
        <w:t xml:space="preserve">, </w:t>
      </w:r>
      <w:r w:rsidR="00256283">
        <w:t>as-tu filé hier soir avec cette rouquine que nous avons rencontrée chez les Quinn</w:t>
      </w:r>
      <w:r>
        <w:t> ?</w:t>
      </w:r>
    </w:p>
    <w:p w14:paraId="418385E8" w14:textId="77777777" w:rsidR="00435B4F" w:rsidRDefault="00435B4F" w:rsidP="00256283">
      <w:r>
        <w:t>— </w:t>
      </w:r>
      <w:r w:rsidR="00256283">
        <w:t>C</w:t>
      </w:r>
      <w:r>
        <w:t>’</w:t>
      </w:r>
      <w:r w:rsidR="00256283">
        <w:t>est tout différent</w:t>
      </w:r>
      <w:r>
        <w:t xml:space="preserve">, </w:t>
      </w:r>
      <w:r w:rsidR="00256283">
        <w:t>expliquai-je</w:t>
      </w:r>
      <w:r>
        <w:t xml:space="preserve"> ; </w:t>
      </w:r>
      <w:r w:rsidR="00256283">
        <w:t xml:space="preserve">elle voulait me montrer des eaux-fortes du </w:t>
      </w:r>
      <w:r>
        <w:t>XVIII</w:t>
      </w:r>
      <w:r w:rsidRPr="00435B4F">
        <w:rPr>
          <w:vertAlign w:val="superscript"/>
        </w:rPr>
        <w:t>e</w:t>
      </w:r>
      <w:r>
        <w:t>.</w:t>
      </w:r>
    </w:p>
    <w:p w14:paraId="6DB4EB26" w14:textId="77777777" w:rsidR="00256283" w:rsidRDefault="00256283" w:rsidP="003D5E6A">
      <w:pPr>
        <w:pStyle w:val="Titre1"/>
      </w:pPr>
      <w:bookmarkStart w:id="3" w:name="bookmark3"/>
      <w:bookmarkStart w:id="4" w:name="__RefHeading__32_1831309079"/>
      <w:bookmarkStart w:id="5" w:name="_Toc202285655"/>
      <w:bookmarkEnd w:id="3"/>
      <w:bookmarkEnd w:id="4"/>
      <w:r>
        <w:lastRenderedPageBreak/>
        <w:t>II</w:t>
      </w:r>
      <w:bookmarkEnd w:id="5"/>
    </w:p>
    <w:p w14:paraId="50ADF0CA" w14:textId="77777777" w:rsidR="00435B4F" w:rsidRDefault="00256283" w:rsidP="00256283">
      <w:r>
        <w:t>Le lendemain</w:t>
      </w:r>
      <w:r w:rsidR="00435B4F">
        <w:t xml:space="preserve">, </w:t>
      </w:r>
      <w:r>
        <w:t>Herbert Macaulay m</w:t>
      </w:r>
      <w:r w:rsidR="00435B4F">
        <w:t>’</w:t>
      </w:r>
      <w:r>
        <w:t>appela au téléphone</w:t>
      </w:r>
      <w:r w:rsidR="00435B4F">
        <w:t>.</w:t>
      </w:r>
    </w:p>
    <w:p w14:paraId="3BFB4316" w14:textId="77777777" w:rsidR="00435B4F" w:rsidRDefault="00435B4F" w:rsidP="00256283">
      <w:r>
        <w:t>— </w:t>
      </w:r>
      <w:r w:rsidR="00256283">
        <w:t>Allo</w:t>
      </w:r>
      <w:r>
        <w:t xml:space="preserve"> ! </w:t>
      </w:r>
      <w:r w:rsidR="00256283">
        <w:t>J</w:t>
      </w:r>
      <w:r>
        <w:t>’</w:t>
      </w:r>
      <w:r w:rsidR="00256283">
        <w:t>ignorais que vous fussiez revenu à New-York</w:t>
      </w:r>
      <w:r>
        <w:t xml:space="preserve">, </w:t>
      </w:r>
      <w:r w:rsidR="00256283">
        <w:t>dit-il</w:t>
      </w:r>
      <w:r>
        <w:t xml:space="preserve">. </w:t>
      </w:r>
      <w:r w:rsidR="00256283">
        <w:t>C</w:t>
      </w:r>
      <w:r>
        <w:t>’</w:t>
      </w:r>
      <w:r w:rsidR="00256283">
        <w:t xml:space="preserve">est Dorothy </w:t>
      </w:r>
      <w:proofErr w:type="spellStart"/>
      <w:r w:rsidR="00256283">
        <w:t>Wynant</w:t>
      </w:r>
      <w:proofErr w:type="spellEnd"/>
      <w:r w:rsidR="00256283">
        <w:t xml:space="preserve"> qui me l</w:t>
      </w:r>
      <w:r>
        <w:t>’</w:t>
      </w:r>
      <w:r w:rsidR="00256283">
        <w:t>a appris</w:t>
      </w:r>
      <w:r>
        <w:t xml:space="preserve">. </w:t>
      </w:r>
      <w:r w:rsidR="00256283">
        <w:t>Voulez-vous déjeuner avec moi</w:t>
      </w:r>
      <w:r>
        <w:t> ?</w:t>
      </w:r>
    </w:p>
    <w:p w14:paraId="31496455" w14:textId="77777777" w:rsidR="00435B4F" w:rsidRDefault="00435B4F" w:rsidP="00256283">
      <w:r>
        <w:t>— </w:t>
      </w:r>
      <w:r w:rsidR="00256283">
        <w:t>Quelle heure est-il</w:t>
      </w:r>
      <w:r>
        <w:t xml:space="preserve"> ? </w:t>
      </w:r>
      <w:r w:rsidR="00256283">
        <w:t>demandai-je</w:t>
      </w:r>
      <w:r>
        <w:t>.</w:t>
      </w:r>
    </w:p>
    <w:p w14:paraId="679AD357" w14:textId="77777777" w:rsidR="00435B4F" w:rsidRDefault="00435B4F" w:rsidP="00256283">
      <w:r>
        <w:t>— </w:t>
      </w:r>
      <w:r w:rsidR="00256283">
        <w:t>Onze heures et demie</w:t>
      </w:r>
      <w:r>
        <w:t xml:space="preserve">. </w:t>
      </w:r>
      <w:r w:rsidR="00256283">
        <w:t>Est-ce que je vous ai réveillé</w:t>
      </w:r>
      <w:r>
        <w:t> ?</w:t>
      </w:r>
    </w:p>
    <w:p w14:paraId="39AA8EDE" w14:textId="77777777" w:rsidR="00435B4F" w:rsidRDefault="00435B4F" w:rsidP="00256283">
      <w:r>
        <w:t>— </w:t>
      </w:r>
      <w:r w:rsidR="00256283">
        <w:t>Oui</w:t>
      </w:r>
      <w:r>
        <w:t xml:space="preserve">, </w:t>
      </w:r>
      <w:r w:rsidR="00256283">
        <w:t>mais ça va</w:t>
      </w:r>
      <w:r>
        <w:t xml:space="preserve">. </w:t>
      </w:r>
      <w:r w:rsidR="00256283">
        <w:t>Si vous veniez déjeuner ici</w:t>
      </w:r>
      <w:r>
        <w:t xml:space="preserve"> ? </w:t>
      </w:r>
      <w:r w:rsidR="00256283">
        <w:t>Je suis un peu fatigué et je n</w:t>
      </w:r>
      <w:r>
        <w:t>’</w:t>
      </w:r>
      <w:r w:rsidR="00256283">
        <w:t>ai pas envie de sortir</w:t>
      </w:r>
      <w:r>
        <w:t xml:space="preserve">. </w:t>
      </w:r>
      <w:r w:rsidR="00256283">
        <w:t>Qu</w:t>
      </w:r>
      <w:r>
        <w:t>’</w:t>
      </w:r>
      <w:r w:rsidR="00256283">
        <w:t>en dites-vous</w:t>
      </w:r>
      <w:r>
        <w:t xml:space="preserve">. </w:t>
      </w:r>
      <w:r w:rsidR="00256283">
        <w:t>Une heure</w:t>
      </w:r>
      <w:r>
        <w:t xml:space="preserve">, </w:t>
      </w:r>
      <w:r w:rsidR="00256283">
        <w:t>ça va</w:t>
      </w:r>
      <w:r>
        <w:t xml:space="preserve"> ? </w:t>
      </w:r>
      <w:r w:rsidR="00256283">
        <w:t>Entendu</w:t>
      </w:r>
      <w:r>
        <w:t> !</w:t>
      </w:r>
    </w:p>
    <w:p w14:paraId="5F37A174" w14:textId="77777777" w:rsidR="00435B4F" w:rsidRDefault="00256283" w:rsidP="00256283">
      <w:r>
        <w:t>Je bus un whisky en compagnie de Nora qui avait l</w:t>
      </w:r>
      <w:r w:rsidR="00435B4F">
        <w:t>’</w:t>
      </w:r>
      <w:r>
        <w:t>intention d</w:t>
      </w:r>
      <w:r w:rsidR="00435B4F">
        <w:t>’</w:t>
      </w:r>
      <w:r>
        <w:t>aller chez le coiffeur</w:t>
      </w:r>
      <w:r w:rsidR="00435B4F">
        <w:t xml:space="preserve">, </w:t>
      </w:r>
      <w:r>
        <w:t>puis</w:t>
      </w:r>
      <w:r w:rsidR="00435B4F">
        <w:t xml:space="preserve">, </w:t>
      </w:r>
      <w:r>
        <w:t>après une douche</w:t>
      </w:r>
      <w:r w:rsidR="00435B4F">
        <w:t xml:space="preserve">, </w:t>
      </w:r>
      <w:r>
        <w:t>un autre whisky</w:t>
      </w:r>
      <w:r w:rsidR="00435B4F">
        <w:t xml:space="preserve">. </w:t>
      </w:r>
      <w:r>
        <w:t>Je me sentais beaucoup mieux</w:t>
      </w:r>
      <w:r w:rsidR="00435B4F">
        <w:t xml:space="preserve">. </w:t>
      </w:r>
      <w:r>
        <w:t>La sonnerie du téléphone résonna de nouveau</w:t>
      </w:r>
      <w:r w:rsidR="00435B4F">
        <w:t>.</w:t>
      </w:r>
    </w:p>
    <w:p w14:paraId="7439D1EE" w14:textId="77777777" w:rsidR="00435B4F" w:rsidRDefault="00435B4F" w:rsidP="00256283">
      <w:r>
        <w:t>— </w:t>
      </w:r>
      <w:r w:rsidR="00256283">
        <w:t>Mr</w:t>
      </w:r>
      <w:r>
        <w:t xml:space="preserve">. </w:t>
      </w:r>
      <w:r w:rsidR="00256283">
        <w:t>Macaulay est-il chez vous</w:t>
      </w:r>
      <w:r>
        <w:t xml:space="preserve"> ? </w:t>
      </w:r>
      <w:r w:rsidR="00256283">
        <w:t>interrogea une voix de femme</w:t>
      </w:r>
      <w:r>
        <w:t>.</w:t>
      </w:r>
    </w:p>
    <w:p w14:paraId="69377BCA" w14:textId="77777777" w:rsidR="00435B4F" w:rsidRDefault="00435B4F" w:rsidP="00256283">
      <w:r>
        <w:t>— </w:t>
      </w:r>
      <w:r w:rsidR="00256283">
        <w:t>Pas encore</w:t>
      </w:r>
      <w:r>
        <w:t>.</w:t>
      </w:r>
    </w:p>
    <w:p w14:paraId="1094D69E" w14:textId="77777777" w:rsidR="00435B4F" w:rsidRDefault="00435B4F" w:rsidP="00256283">
      <w:r>
        <w:t>— </w:t>
      </w:r>
      <w:r w:rsidR="00256283">
        <w:t>Voulez-vous être assez bon pour le prier de téléphoner à son bureau</w:t>
      </w:r>
      <w:r>
        <w:t xml:space="preserve">, </w:t>
      </w:r>
      <w:r w:rsidR="00256283">
        <w:t>dès qu</w:t>
      </w:r>
      <w:r>
        <w:t>’</w:t>
      </w:r>
      <w:r w:rsidR="00256283">
        <w:t>il arrivera</w:t>
      </w:r>
      <w:r>
        <w:t xml:space="preserve"> : </w:t>
      </w:r>
      <w:r w:rsidR="00256283">
        <w:t>c</w:t>
      </w:r>
      <w:r>
        <w:t>’</w:t>
      </w:r>
      <w:r w:rsidR="00256283">
        <w:t>est très important</w:t>
      </w:r>
      <w:r>
        <w:t>.</w:t>
      </w:r>
    </w:p>
    <w:p w14:paraId="38FA23E5" w14:textId="77777777" w:rsidR="00435B4F" w:rsidRDefault="00256283" w:rsidP="00256283">
      <w:r>
        <w:t>Je promis</w:t>
      </w:r>
      <w:r w:rsidR="00435B4F">
        <w:t>.</w:t>
      </w:r>
    </w:p>
    <w:p w14:paraId="6F3FE061" w14:textId="77777777" w:rsidR="00435B4F" w:rsidRDefault="00256283" w:rsidP="00256283">
      <w:r>
        <w:t>L</w:t>
      </w:r>
      <w:r w:rsidR="00435B4F">
        <w:t>’</w:t>
      </w:r>
      <w:r>
        <w:t>avocat arriva dix minutes plus tard</w:t>
      </w:r>
      <w:r w:rsidR="00435B4F">
        <w:t xml:space="preserve">. </w:t>
      </w:r>
      <w:r>
        <w:t>Un homme corpulent</w:t>
      </w:r>
      <w:r w:rsidR="00435B4F">
        <w:t xml:space="preserve">, </w:t>
      </w:r>
      <w:r>
        <w:t>aux cheveux frisés</w:t>
      </w:r>
      <w:r w:rsidR="00435B4F">
        <w:t xml:space="preserve">, </w:t>
      </w:r>
      <w:r>
        <w:t>au teint rosé</w:t>
      </w:r>
      <w:r w:rsidR="00435B4F">
        <w:t xml:space="preserve">, </w:t>
      </w:r>
      <w:r>
        <w:t>beau garçon</w:t>
      </w:r>
      <w:r w:rsidR="00435B4F">
        <w:t xml:space="preserve"> ; </w:t>
      </w:r>
      <w:r>
        <w:t>de mon âge</w:t>
      </w:r>
      <w:r w:rsidR="00435B4F">
        <w:t xml:space="preserve"> – </w:t>
      </w:r>
      <w:r>
        <w:t>quarante et un ans</w:t>
      </w:r>
      <w:r w:rsidR="00435B4F">
        <w:t xml:space="preserve"> – </w:t>
      </w:r>
      <w:r>
        <w:t>mais il paraissait plus jeune</w:t>
      </w:r>
      <w:r w:rsidR="00435B4F">
        <w:t xml:space="preserve">. </w:t>
      </w:r>
      <w:r>
        <w:t>Il passait pour un excellent avocat</w:t>
      </w:r>
      <w:r w:rsidR="00435B4F">
        <w:t xml:space="preserve">. </w:t>
      </w:r>
      <w:r>
        <w:t>J</w:t>
      </w:r>
      <w:r w:rsidR="00435B4F">
        <w:t>’</w:t>
      </w:r>
      <w:r>
        <w:t xml:space="preserve">avais travaillé avec lui quand </w:t>
      </w:r>
      <w:r>
        <w:lastRenderedPageBreak/>
        <w:t>j</w:t>
      </w:r>
      <w:r w:rsidR="00435B4F">
        <w:t>’</w:t>
      </w:r>
      <w:r>
        <w:t>habitais New-York et nous avions toujours entretenu des rapports excellents</w:t>
      </w:r>
      <w:r w:rsidR="00435B4F">
        <w:t>.</w:t>
      </w:r>
    </w:p>
    <w:p w14:paraId="008FE16D" w14:textId="77777777" w:rsidR="00435B4F" w:rsidRDefault="00256283" w:rsidP="00256283">
      <w:r>
        <w:t>Nous nous serrâmes la main</w:t>
      </w:r>
      <w:r w:rsidR="00435B4F">
        <w:t xml:space="preserve">, </w:t>
      </w:r>
      <w:r>
        <w:t>nous tapotant le dos</w:t>
      </w:r>
      <w:r w:rsidR="00435B4F">
        <w:t xml:space="preserve">, </w:t>
      </w:r>
      <w:r>
        <w:t>et il me demanda si j</w:t>
      </w:r>
      <w:r w:rsidR="00435B4F">
        <w:t>’</w:t>
      </w:r>
      <w:r>
        <w:t>étais content</w:t>
      </w:r>
      <w:r w:rsidR="00435B4F">
        <w:t xml:space="preserve">. </w:t>
      </w:r>
      <w:r>
        <w:t>Certainement</w:t>
      </w:r>
      <w:r w:rsidR="00435B4F">
        <w:t xml:space="preserve">. </w:t>
      </w:r>
      <w:r>
        <w:t>Lui aussi</w:t>
      </w:r>
      <w:r w:rsidR="00435B4F">
        <w:t xml:space="preserve"> ? </w:t>
      </w:r>
      <w:r>
        <w:t>Bravo</w:t>
      </w:r>
      <w:r w:rsidR="00435B4F">
        <w:t xml:space="preserve"> ! </w:t>
      </w:r>
      <w:r>
        <w:t>Je l</w:t>
      </w:r>
      <w:r w:rsidR="00435B4F">
        <w:t>’</w:t>
      </w:r>
      <w:r>
        <w:t>avertis qu</w:t>
      </w:r>
      <w:r w:rsidR="00435B4F">
        <w:t>’</w:t>
      </w:r>
      <w:r>
        <w:t>on le demandait à son bureau</w:t>
      </w:r>
      <w:r w:rsidR="00435B4F">
        <w:t>.</w:t>
      </w:r>
    </w:p>
    <w:p w14:paraId="2AC7D390" w14:textId="77777777" w:rsidR="00435B4F" w:rsidRDefault="00256283" w:rsidP="00256283">
      <w:r>
        <w:t>Il revint du téléphone</w:t>
      </w:r>
      <w:r w:rsidR="00435B4F">
        <w:t xml:space="preserve">, </w:t>
      </w:r>
      <w:r>
        <w:t>soucieux</w:t>
      </w:r>
      <w:r w:rsidR="00435B4F">
        <w:t xml:space="preserve">, </w:t>
      </w:r>
      <w:r>
        <w:t>les sourcils froncés</w:t>
      </w:r>
      <w:r w:rsidR="00435B4F">
        <w:t>.</w:t>
      </w:r>
    </w:p>
    <w:p w14:paraId="4F0C014C" w14:textId="77777777" w:rsidR="00435B4F" w:rsidRDefault="00435B4F" w:rsidP="00256283">
      <w:r>
        <w:t>— </w:t>
      </w:r>
      <w:proofErr w:type="spellStart"/>
      <w:r w:rsidR="00256283">
        <w:t>Wynant</w:t>
      </w:r>
      <w:proofErr w:type="spellEnd"/>
      <w:r w:rsidR="00256283">
        <w:t xml:space="preserve"> est en ville</w:t>
      </w:r>
      <w:r>
        <w:t xml:space="preserve">, </w:t>
      </w:r>
      <w:r w:rsidR="00256283">
        <w:t>dit-il</w:t>
      </w:r>
      <w:r>
        <w:t xml:space="preserve"> ; </w:t>
      </w:r>
      <w:r w:rsidR="00256283">
        <w:t>il voudrait me voir</w:t>
      </w:r>
      <w:r>
        <w:t>.</w:t>
      </w:r>
    </w:p>
    <w:p w14:paraId="1A9A989E" w14:textId="77777777" w:rsidR="00435B4F" w:rsidRDefault="00256283" w:rsidP="00256283">
      <w:r>
        <w:t>J</w:t>
      </w:r>
      <w:r w:rsidR="00435B4F">
        <w:t>’</w:t>
      </w:r>
      <w:r>
        <w:t>étais penché sur un guéridon</w:t>
      </w:r>
      <w:r w:rsidR="00435B4F">
        <w:t xml:space="preserve">, </w:t>
      </w:r>
      <w:r>
        <w:t>préparant des cocktails</w:t>
      </w:r>
      <w:r w:rsidR="00435B4F">
        <w:t xml:space="preserve">. </w:t>
      </w:r>
      <w:r>
        <w:t>Je me retournai</w:t>
      </w:r>
      <w:r w:rsidR="00435B4F">
        <w:t xml:space="preserve">, </w:t>
      </w:r>
      <w:r>
        <w:t>un verre dans chaque main</w:t>
      </w:r>
      <w:r w:rsidR="00435B4F">
        <w:t>.</w:t>
      </w:r>
    </w:p>
    <w:p w14:paraId="37DD92A8" w14:textId="77777777" w:rsidR="00435B4F" w:rsidRDefault="00435B4F" w:rsidP="00256283">
      <w:r>
        <w:t>— </w:t>
      </w:r>
      <w:r w:rsidR="00256283">
        <w:t>Le déjeuner peut attendre</w:t>
      </w:r>
      <w:r>
        <w:t xml:space="preserve">, </w:t>
      </w:r>
      <w:r w:rsidR="00256283">
        <w:t>dis-je</w:t>
      </w:r>
      <w:r>
        <w:t>.</w:t>
      </w:r>
    </w:p>
    <w:p w14:paraId="4A5005C8" w14:textId="77777777" w:rsidR="00435B4F" w:rsidRDefault="00435B4F" w:rsidP="00256283">
      <w:r>
        <w:t>— </w:t>
      </w:r>
      <w:proofErr w:type="spellStart"/>
      <w:r w:rsidR="00256283">
        <w:t>Wynant</w:t>
      </w:r>
      <w:proofErr w:type="spellEnd"/>
      <w:r w:rsidR="00256283">
        <w:t xml:space="preserve"> aussi</w:t>
      </w:r>
      <w:r>
        <w:t xml:space="preserve">, </w:t>
      </w:r>
      <w:r w:rsidR="00256283">
        <w:t>coupa Macaulay</w:t>
      </w:r>
      <w:r>
        <w:t>.</w:t>
      </w:r>
    </w:p>
    <w:p w14:paraId="7AFA9FD2" w14:textId="77777777" w:rsidR="00435B4F" w:rsidRDefault="00256283" w:rsidP="00256283">
      <w:r>
        <w:t>Il prit le verre que je lui tendais</w:t>
      </w:r>
      <w:r w:rsidR="00435B4F">
        <w:t>.</w:t>
      </w:r>
    </w:p>
    <w:p w14:paraId="7BD23724" w14:textId="77777777" w:rsidR="00435B4F" w:rsidRDefault="00435B4F" w:rsidP="00256283">
      <w:r>
        <w:t>— </w:t>
      </w:r>
      <w:r w:rsidR="00256283">
        <w:t>Est-ce qu</w:t>
      </w:r>
      <w:r>
        <w:t>’</w:t>
      </w:r>
      <w:r w:rsidR="00256283">
        <w:t>il est toujours un peu braque</w:t>
      </w:r>
      <w:r>
        <w:t xml:space="preserve">, </w:t>
      </w:r>
      <w:r w:rsidR="00256283">
        <w:t xml:space="preserve">votre ami </w:t>
      </w:r>
      <w:proofErr w:type="spellStart"/>
      <w:r w:rsidR="00256283">
        <w:t>Wynant</w:t>
      </w:r>
      <w:proofErr w:type="spellEnd"/>
      <w:r>
        <w:t xml:space="preserve"> ? </w:t>
      </w:r>
      <w:r w:rsidR="00256283">
        <w:t>demandai-je</w:t>
      </w:r>
      <w:r>
        <w:t>.</w:t>
      </w:r>
    </w:p>
    <w:p w14:paraId="4A9A6A05" w14:textId="77777777" w:rsidR="00435B4F" w:rsidRDefault="00435B4F" w:rsidP="00256283">
      <w:r>
        <w:t>— </w:t>
      </w:r>
      <w:r w:rsidR="00256283">
        <w:t>Ce n</w:t>
      </w:r>
      <w:r>
        <w:t>’</w:t>
      </w:r>
      <w:r w:rsidR="00256283">
        <w:t>est pas une plaisanterie</w:t>
      </w:r>
      <w:r>
        <w:t xml:space="preserve">, </w:t>
      </w:r>
      <w:r w:rsidR="00256283">
        <w:t>répondit-il gravement</w:t>
      </w:r>
      <w:r>
        <w:t xml:space="preserve">. </w:t>
      </w:r>
      <w:r w:rsidR="00256283">
        <w:t>Savez-vous qu</w:t>
      </w:r>
      <w:r>
        <w:t>’</w:t>
      </w:r>
      <w:r w:rsidR="00256283">
        <w:t>il a passé près d</w:t>
      </w:r>
      <w:r>
        <w:t>’</w:t>
      </w:r>
      <w:r w:rsidR="00256283">
        <w:t>un an dans un sanatorium</w:t>
      </w:r>
      <w:r>
        <w:t xml:space="preserve">, </w:t>
      </w:r>
      <w:r w:rsidR="00256283">
        <w:t>en 29</w:t>
      </w:r>
      <w:r>
        <w:t> ?</w:t>
      </w:r>
    </w:p>
    <w:p w14:paraId="20E22B18" w14:textId="77777777" w:rsidR="00435B4F" w:rsidRDefault="00435B4F" w:rsidP="00256283">
      <w:r>
        <w:t>— </w:t>
      </w:r>
      <w:r w:rsidR="00256283">
        <w:t>Non</w:t>
      </w:r>
      <w:r>
        <w:t> ?</w:t>
      </w:r>
    </w:p>
    <w:p w14:paraId="1F9BF310" w14:textId="77777777" w:rsidR="00435B4F" w:rsidRDefault="00256283" w:rsidP="00256283">
      <w:r>
        <w:t>Il fit oui de la tête</w:t>
      </w:r>
      <w:r w:rsidR="00435B4F">
        <w:t xml:space="preserve">, </w:t>
      </w:r>
      <w:r>
        <w:t>puis s</w:t>
      </w:r>
      <w:r w:rsidR="00435B4F">
        <w:t>’</w:t>
      </w:r>
      <w:r>
        <w:t>assit</w:t>
      </w:r>
      <w:r w:rsidR="00435B4F">
        <w:t xml:space="preserve">, </w:t>
      </w:r>
      <w:r>
        <w:t>posa son verre sur une table</w:t>
      </w:r>
      <w:r w:rsidR="00435B4F">
        <w:t xml:space="preserve">, </w:t>
      </w:r>
      <w:r>
        <w:t>près de lui et se pencha vers moi</w:t>
      </w:r>
      <w:r w:rsidR="00435B4F">
        <w:t>.</w:t>
      </w:r>
    </w:p>
    <w:p w14:paraId="3CC88142" w14:textId="77777777" w:rsidR="00435B4F" w:rsidRDefault="00435B4F" w:rsidP="00256283">
      <w:r>
        <w:t>— </w:t>
      </w:r>
      <w:r w:rsidR="00256283">
        <w:t>Qu</w:t>
      </w:r>
      <w:r>
        <w:t>’</w:t>
      </w:r>
      <w:r w:rsidR="00256283">
        <w:t>est-ce que Mimi peut bien comploter</w:t>
      </w:r>
      <w:r>
        <w:t xml:space="preserve">, </w:t>
      </w:r>
      <w:r w:rsidR="00256283">
        <w:t>Charles</w:t>
      </w:r>
      <w:r>
        <w:t xml:space="preserve"> ? </w:t>
      </w:r>
      <w:r w:rsidR="00256283">
        <w:t>me demanda-t-il</w:t>
      </w:r>
      <w:r>
        <w:t>.</w:t>
      </w:r>
    </w:p>
    <w:p w14:paraId="73138FA6" w14:textId="77777777" w:rsidR="00435B4F" w:rsidRDefault="00435B4F" w:rsidP="00256283">
      <w:r>
        <w:t>— </w:t>
      </w:r>
      <w:r w:rsidR="00256283">
        <w:t>Mimi</w:t>
      </w:r>
      <w:r>
        <w:t xml:space="preserve"> ? </w:t>
      </w:r>
      <w:r w:rsidR="00256283">
        <w:t>Ah</w:t>
      </w:r>
      <w:r>
        <w:t xml:space="preserve">, </w:t>
      </w:r>
      <w:r w:rsidR="00256283">
        <w:t>oui</w:t>
      </w:r>
      <w:r>
        <w:t xml:space="preserve">, </w:t>
      </w:r>
      <w:r w:rsidR="00256283">
        <w:t xml:space="preserve">la femme de </w:t>
      </w:r>
      <w:proofErr w:type="spellStart"/>
      <w:r w:rsidR="00256283">
        <w:t>Wynant</w:t>
      </w:r>
      <w:proofErr w:type="spellEnd"/>
      <w:r>
        <w:t xml:space="preserve"> ; </w:t>
      </w:r>
      <w:r w:rsidR="00256283">
        <w:t>son ex-femme plutôt</w:t>
      </w:r>
      <w:r>
        <w:t xml:space="preserve">. </w:t>
      </w:r>
      <w:r w:rsidR="00256283">
        <w:t>Je ne sais pas</w:t>
      </w:r>
      <w:r>
        <w:t xml:space="preserve">. </w:t>
      </w:r>
      <w:r w:rsidR="00256283">
        <w:t>Pourquoi comploterait-elle</w:t>
      </w:r>
      <w:r>
        <w:t> ?</w:t>
      </w:r>
    </w:p>
    <w:p w14:paraId="507AC8DE" w14:textId="77777777" w:rsidR="00435B4F" w:rsidRDefault="00435B4F" w:rsidP="00256283">
      <w:r>
        <w:lastRenderedPageBreak/>
        <w:t>— </w:t>
      </w:r>
      <w:r w:rsidR="00256283">
        <w:t>C</w:t>
      </w:r>
      <w:r>
        <w:t>’</w:t>
      </w:r>
      <w:r w:rsidR="00256283">
        <w:t>est son habitude</w:t>
      </w:r>
      <w:r>
        <w:t xml:space="preserve">, </w:t>
      </w:r>
      <w:r w:rsidR="00256283">
        <w:t>dit-il</w:t>
      </w:r>
      <w:r>
        <w:t xml:space="preserve">, </w:t>
      </w:r>
      <w:r w:rsidR="00256283">
        <w:t>un peu sèchement</w:t>
      </w:r>
      <w:r>
        <w:t xml:space="preserve"> ; </w:t>
      </w:r>
      <w:r w:rsidR="00256283">
        <w:t>puis</w:t>
      </w:r>
      <w:r>
        <w:t xml:space="preserve">, </w:t>
      </w:r>
      <w:r w:rsidR="00256283">
        <w:t>à voix basse</w:t>
      </w:r>
      <w:r>
        <w:t xml:space="preserve">, </w:t>
      </w:r>
      <w:r w:rsidR="00256283">
        <w:t>il ajouta</w:t>
      </w:r>
      <w:r>
        <w:t xml:space="preserve"> : </w:t>
      </w:r>
      <w:r w:rsidR="00256283">
        <w:t>je croyais que vous étiez au courant</w:t>
      </w:r>
      <w:r>
        <w:t>.</w:t>
      </w:r>
    </w:p>
    <w:p w14:paraId="1178C657" w14:textId="77777777" w:rsidR="00435B4F" w:rsidRDefault="00435B4F" w:rsidP="00256283">
      <w:r>
        <w:t>— </w:t>
      </w:r>
      <w:r w:rsidR="00256283">
        <w:t>Mac</w:t>
      </w:r>
      <w:r>
        <w:t xml:space="preserve">, </w:t>
      </w:r>
      <w:r w:rsidR="00256283">
        <w:t>répondis-je</w:t>
      </w:r>
      <w:r>
        <w:t xml:space="preserve">, </w:t>
      </w:r>
      <w:r w:rsidR="00256283">
        <w:t>je ne suis plus détective</w:t>
      </w:r>
      <w:r>
        <w:t xml:space="preserve">… </w:t>
      </w:r>
      <w:r w:rsidR="00256283">
        <w:t>depuis 1927</w:t>
      </w:r>
      <w:r>
        <w:t>.</w:t>
      </w:r>
    </w:p>
    <w:p w14:paraId="615DBB57" w14:textId="77777777" w:rsidR="00435B4F" w:rsidRDefault="00256283" w:rsidP="00256283">
      <w:r>
        <w:t>Il me regarda</w:t>
      </w:r>
      <w:r w:rsidR="00435B4F">
        <w:t xml:space="preserve">, </w:t>
      </w:r>
      <w:r>
        <w:t>étonné</w:t>
      </w:r>
      <w:r w:rsidR="00435B4F">
        <w:t>.</w:t>
      </w:r>
    </w:p>
    <w:p w14:paraId="63E8DA3C" w14:textId="77777777" w:rsidR="00435B4F" w:rsidRDefault="00435B4F" w:rsidP="00256283">
      <w:r>
        <w:t>— </w:t>
      </w:r>
      <w:r w:rsidR="00256283">
        <w:t>C</w:t>
      </w:r>
      <w:r>
        <w:t>’</w:t>
      </w:r>
      <w:r w:rsidR="00256283">
        <w:t>est la vérité</w:t>
      </w:r>
      <w:r>
        <w:t xml:space="preserve">, </w:t>
      </w:r>
      <w:r w:rsidR="00256283">
        <w:t>repris-je</w:t>
      </w:r>
      <w:r>
        <w:t xml:space="preserve">. </w:t>
      </w:r>
      <w:r w:rsidR="00256283">
        <w:t>Un an après mon mariage</w:t>
      </w:r>
      <w:r>
        <w:t xml:space="preserve">, </w:t>
      </w:r>
      <w:r w:rsidR="00256283">
        <w:t>mon beau-père est mort</w:t>
      </w:r>
      <w:r>
        <w:t xml:space="preserve">, </w:t>
      </w:r>
      <w:r w:rsidR="00256283">
        <w:t>laissant à Nora une scierie</w:t>
      </w:r>
      <w:r>
        <w:t xml:space="preserve">, </w:t>
      </w:r>
      <w:r w:rsidR="00256283">
        <w:t>avec un chemin de fer à voie étroite et d</w:t>
      </w:r>
      <w:r>
        <w:t>’</w:t>
      </w:r>
      <w:r w:rsidR="00256283">
        <w:t>autres choses encore</w:t>
      </w:r>
      <w:r>
        <w:t xml:space="preserve">. </w:t>
      </w:r>
      <w:r w:rsidR="00256283">
        <w:t>J</w:t>
      </w:r>
      <w:r>
        <w:t>’</w:t>
      </w:r>
      <w:r w:rsidR="00256283">
        <w:t>ai liquidé mon agence pour diriger ces affaires</w:t>
      </w:r>
      <w:r>
        <w:t xml:space="preserve">. </w:t>
      </w:r>
      <w:r w:rsidR="00256283">
        <w:t>En tout cas</w:t>
      </w:r>
      <w:r>
        <w:t xml:space="preserve">, </w:t>
      </w:r>
      <w:r w:rsidR="00256283">
        <w:t>je n</w:t>
      </w:r>
      <w:r>
        <w:t>’</w:t>
      </w:r>
      <w:r w:rsidR="00256283">
        <w:t xml:space="preserve">aurais jamais travaillé pour Mimi </w:t>
      </w:r>
      <w:proofErr w:type="spellStart"/>
      <w:r w:rsidR="00256283">
        <w:t>Wynant</w:t>
      </w:r>
      <w:proofErr w:type="spellEnd"/>
      <w:r w:rsidR="00256283">
        <w:t xml:space="preserve"> ou Mimi Jorgensen</w:t>
      </w:r>
      <w:r>
        <w:t xml:space="preserve"> ; </w:t>
      </w:r>
      <w:r w:rsidR="00256283">
        <w:t>elle ne m</w:t>
      </w:r>
      <w:r>
        <w:t>’</w:t>
      </w:r>
      <w:r w:rsidR="00256283">
        <w:t>aime pas et je le lui rends bien</w:t>
      </w:r>
      <w:r>
        <w:t>.</w:t>
      </w:r>
    </w:p>
    <w:p w14:paraId="770923A2" w14:textId="77777777" w:rsidR="00435B4F" w:rsidRDefault="00435B4F" w:rsidP="00256283">
      <w:r>
        <w:t>— </w:t>
      </w:r>
      <w:r w:rsidR="00256283">
        <w:t>Je ne savais pas</w:t>
      </w:r>
      <w:r>
        <w:t xml:space="preserve">… </w:t>
      </w:r>
      <w:r w:rsidR="00256283">
        <w:t>fit Macaulay avec un geste vague</w:t>
      </w:r>
      <w:r>
        <w:t>.</w:t>
      </w:r>
    </w:p>
    <w:p w14:paraId="34A8F703" w14:textId="77777777" w:rsidR="00435B4F" w:rsidRDefault="00256283" w:rsidP="00256283">
      <w:r>
        <w:t>Il saisit son verre</w:t>
      </w:r>
      <w:r w:rsidR="00435B4F">
        <w:t>.</w:t>
      </w:r>
    </w:p>
    <w:p w14:paraId="5118FCFD" w14:textId="77777777" w:rsidR="00435B4F" w:rsidRDefault="00256283" w:rsidP="00256283">
      <w:r>
        <w:t>Quand il le reposa sur la table</w:t>
      </w:r>
      <w:r w:rsidR="00435B4F">
        <w:t xml:space="preserve">, </w:t>
      </w:r>
      <w:r>
        <w:t>il dit</w:t>
      </w:r>
      <w:r w:rsidR="00435B4F">
        <w:t> :</w:t>
      </w:r>
    </w:p>
    <w:p w14:paraId="46AE5A04" w14:textId="77777777" w:rsidR="00435B4F" w:rsidRDefault="00435B4F" w:rsidP="00256283">
      <w:r>
        <w:t>— </w:t>
      </w:r>
      <w:r w:rsidR="00256283">
        <w:t>Je cherche à comprendre</w:t>
      </w:r>
      <w:r>
        <w:t xml:space="preserve"> ; </w:t>
      </w:r>
      <w:r w:rsidR="00256283">
        <w:t>Mimi m</w:t>
      </w:r>
      <w:r>
        <w:t>’</w:t>
      </w:r>
      <w:r w:rsidR="00256283">
        <w:t>a téléphoné</w:t>
      </w:r>
      <w:r>
        <w:t xml:space="preserve">, </w:t>
      </w:r>
      <w:r w:rsidR="00256283">
        <w:t>il y a trois jours</w:t>
      </w:r>
      <w:r>
        <w:t xml:space="preserve">, </w:t>
      </w:r>
      <w:r w:rsidR="00256283">
        <w:t xml:space="preserve">pour me demander où était </w:t>
      </w:r>
      <w:proofErr w:type="spellStart"/>
      <w:r w:rsidR="00256283">
        <w:t>Wynant</w:t>
      </w:r>
      <w:proofErr w:type="spellEnd"/>
      <w:r>
        <w:t xml:space="preserve"> ; </w:t>
      </w:r>
      <w:r w:rsidR="00256283">
        <w:t>hier</w:t>
      </w:r>
      <w:r>
        <w:t xml:space="preserve">, </w:t>
      </w:r>
      <w:r w:rsidR="00256283">
        <w:t>Dorothy m</w:t>
      </w:r>
      <w:r>
        <w:t>’</w:t>
      </w:r>
      <w:r w:rsidR="00256283">
        <w:t>appelle à l</w:t>
      </w:r>
      <w:r>
        <w:t>’</w:t>
      </w:r>
      <w:r w:rsidR="00256283">
        <w:t>appareil disant que vous lui aviez donné mon adresse</w:t>
      </w:r>
      <w:r>
        <w:t xml:space="preserve"> ; </w:t>
      </w:r>
      <w:r w:rsidR="00256283">
        <w:t>elle est venue me voir</w:t>
      </w:r>
      <w:r>
        <w:t xml:space="preserve">. </w:t>
      </w:r>
      <w:r w:rsidR="00256283">
        <w:t>Alors</w:t>
      </w:r>
      <w:r>
        <w:t xml:space="preserve">, </w:t>
      </w:r>
      <w:r w:rsidR="00256283">
        <w:t>j</w:t>
      </w:r>
      <w:r>
        <w:t>’</w:t>
      </w:r>
      <w:r w:rsidR="00256283">
        <w:t>ai cru que vous étiez toujours détective et je désirais savoir</w:t>
      </w:r>
      <w:r>
        <w:t>…</w:t>
      </w:r>
    </w:p>
    <w:p w14:paraId="29C018B5" w14:textId="77777777" w:rsidR="00435B4F" w:rsidRDefault="00435B4F" w:rsidP="00256283">
      <w:r>
        <w:t>— </w:t>
      </w:r>
      <w:r w:rsidR="00256283">
        <w:t>Mais</w:t>
      </w:r>
      <w:r>
        <w:t xml:space="preserve">, </w:t>
      </w:r>
      <w:r w:rsidR="00256283">
        <w:t>ne les avez-vous pas interrogées</w:t>
      </w:r>
      <w:r>
        <w:t> ?</w:t>
      </w:r>
    </w:p>
    <w:p w14:paraId="498095A5" w14:textId="77777777" w:rsidR="00435B4F" w:rsidRDefault="00435B4F" w:rsidP="00256283">
      <w:r>
        <w:t>— </w:t>
      </w:r>
      <w:r w:rsidR="00256283">
        <w:t>Si</w:t>
      </w:r>
      <w:r>
        <w:t xml:space="preserve">. </w:t>
      </w:r>
      <w:r w:rsidR="00256283">
        <w:t>Elles prétendent éprouver le besoin de le revoir</w:t>
      </w:r>
      <w:r>
        <w:t xml:space="preserve">, </w:t>
      </w:r>
      <w:r w:rsidR="00256283">
        <w:t>en souvenir du passé</w:t>
      </w:r>
      <w:r>
        <w:t xml:space="preserve">… </w:t>
      </w:r>
      <w:r w:rsidR="00256283">
        <w:t>Je me méfie</w:t>
      </w:r>
      <w:r>
        <w:t>.</w:t>
      </w:r>
    </w:p>
    <w:p w14:paraId="64F9B621" w14:textId="77777777" w:rsidR="00435B4F" w:rsidRDefault="00435B4F" w:rsidP="00256283">
      <w:r>
        <w:t>— </w:t>
      </w:r>
      <w:r w:rsidR="00256283">
        <w:t>Vous vous méfiez toujours</w:t>
      </w:r>
      <w:r>
        <w:t xml:space="preserve">, </w:t>
      </w:r>
      <w:r w:rsidR="00256283">
        <w:t>vous autres avocats</w:t>
      </w:r>
      <w:r>
        <w:t xml:space="preserve">. </w:t>
      </w:r>
      <w:r w:rsidR="00256283">
        <w:t>C</w:t>
      </w:r>
      <w:r>
        <w:t>’</w:t>
      </w:r>
      <w:r w:rsidR="00256283">
        <w:t>est peut-être la vraie raison</w:t>
      </w:r>
      <w:r>
        <w:t xml:space="preserve"> ; </w:t>
      </w:r>
      <w:r w:rsidR="00256283">
        <w:t>ou bien une question d</w:t>
      </w:r>
      <w:r>
        <w:t>’</w:t>
      </w:r>
      <w:r w:rsidR="00256283">
        <w:t>argent</w:t>
      </w:r>
      <w:r>
        <w:t xml:space="preserve">. </w:t>
      </w:r>
      <w:r w:rsidR="00256283">
        <w:t>Mais pourquoi tant d</w:t>
      </w:r>
      <w:r>
        <w:t>’</w:t>
      </w:r>
      <w:r w:rsidR="00256283">
        <w:t>histoires</w:t>
      </w:r>
      <w:r>
        <w:t xml:space="preserve">. </w:t>
      </w:r>
      <w:r w:rsidR="00256283">
        <w:t xml:space="preserve">Est-ce que </w:t>
      </w:r>
      <w:proofErr w:type="spellStart"/>
      <w:r w:rsidR="00256283">
        <w:t>Wynant</w:t>
      </w:r>
      <w:proofErr w:type="spellEnd"/>
      <w:r w:rsidR="00256283">
        <w:t xml:space="preserve"> se cache</w:t>
      </w:r>
      <w:r>
        <w:t> ?</w:t>
      </w:r>
    </w:p>
    <w:p w14:paraId="5ACCEC00" w14:textId="77777777" w:rsidR="00435B4F" w:rsidRDefault="00256283" w:rsidP="00256283">
      <w:r>
        <w:t>Macaulay haussa les épaules</w:t>
      </w:r>
      <w:r w:rsidR="00435B4F">
        <w:t>.</w:t>
      </w:r>
    </w:p>
    <w:p w14:paraId="028697F1" w14:textId="77777777" w:rsidR="00435B4F" w:rsidRDefault="00435B4F" w:rsidP="00256283">
      <w:r>
        <w:lastRenderedPageBreak/>
        <w:t>— </w:t>
      </w:r>
      <w:r w:rsidR="00256283">
        <w:t>Vous en savez autant que moi</w:t>
      </w:r>
      <w:r>
        <w:t xml:space="preserve">, </w:t>
      </w:r>
      <w:r w:rsidR="00256283">
        <w:t>dit-il</w:t>
      </w:r>
      <w:r>
        <w:t xml:space="preserve"> ; </w:t>
      </w:r>
      <w:r w:rsidR="00256283">
        <w:t>je ne l</w:t>
      </w:r>
      <w:r>
        <w:t>’</w:t>
      </w:r>
      <w:r w:rsidR="00256283">
        <w:t>ai pas vu depuis le mois d</w:t>
      </w:r>
      <w:r>
        <w:t>’</w:t>
      </w:r>
      <w:r w:rsidR="00256283">
        <w:t>octobre</w:t>
      </w:r>
      <w:r>
        <w:t>.</w:t>
      </w:r>
    </w:p>
    <w:p w14:paraId="007FA729" w14:textId="77777777" w:rsidR="00435B4F" w:rsidRDefault="00256283" w:rsidP="00256283">
      <w:r>
        <w:t>Il but encore une gorgée</w:t>
      </w:r>
      <w:r w:rsidR="00435B4F">
        <w:t>.</w:t>
      </w:r>
    </w:p>
    <w:p w14:paraId="3C3C82A0" w14:textId="77777777" w:rsidR="00435B4F" w:rsidRDefault="00435B4F" w:rsidP="00256283">
      <w:r>
        <w:t>— </w:t>
      </w:r>
      <w:r w:rsidR="00256283">
        <w:t>Combien de temps resterez-vous à New-York</w:t>
      </w:r>
      <w:r>
        <w:t xml:space="preserve"> ? </w:t>
      </w:r>
      <w:r w:rsidR="00256283">
        <w:t>demanda-t-il</w:t>
      </w:r>
      <w:r>
        <w:t>.</w:t>
      </w:r>
    </w:p>
    <w:p w14:paraId="786BFD79" w14:textId="77777777" w:rsidR="00435B4F" w:rsidRDefault="00435B4F" w:rsidP="00256283">
      <w:r>
        <w:t>— </w:t>
      </w:r>
      <w:r w:rsidR="00256283">
        <w:t>Jusqu</w:t>
      </w:r>
      <w:r>
        <w:t>’</w:t>
      </w:r>
      <w:r w:rsidR="00256283">
        <w:t>aux premiers jours de janvier</w:t>
      </w:r>
      <w:r>
        <w:t>.</w:t>
      </w:r>
    </w:p>
    <w:p w14:paraId="61E7F162" w14:textId="77777777" w:rsidR="00435B4F" w:rsidRDefault="00256283" w:rsidP="00256283">
      <w:r>
        <w:t>J</w:t>
      </w:r>
      <w:r w:rsidR="00435B4F">
        <w:t>’</w:t>
      </w:r>
      <w:r>
        <w:t>allai au téléphone demander que l</w:t>
      </w:r>
      <w:r w:rsidR="00435B4F">
        <w:t>’</w:t>
      </w:r>
      <w:r>
        <w:t>on servît le déjeuner</w:t>
      </w:r>
      <w:r w:rsidR="00435B4F">
        <w:t>.</w:t>
      </w:r>
    </w:p>
    <w:p w14:paraId="1A242222" w14:textId="77777777" w:rsidR="00256283" w:rsidRDefault="00256283" w:rsidP="003D5E6A">
      <w:pPr>
        <w:pStyle w:val="Titre1"/>
      </w:pPr>
      <w:bookmarkStart w:id="6" w:name="__RefHeading__34_1831309079"/>
      <w:bookmarkStart w:id="7" w:name="_Toc202285656"/>
      <w:bookmarkEnd w:id="6"/>
      <w:r>
        <w:lastRenderedPageBreak/>
        <w:t>III</w:t>
      </w:r>
      <w:bookmarkEnd w:id="7"/>
    </w:p>
    <w:p w14:paraId="773E2A8B" w14:textId="77777777" w:rsidR="00435B4F" w:rsidRDefault="00256283" w:rsidP="00256283">
      <w:r>
        <w:t>Ce soir-là nous assistâmes</w:t>
      </w:r>
      <w:r w:rsidR="00435B4F">
        <w:t xml:space="preserve">, </w:t>
      </w:r>
      <w:r>
        <w:t>Nora et moi</w:t>
      </w:r>
      <w:r w:rsidR="00435B4F">
        <w:t xml:space="preserve">, </w:t>
      </w:r>
      <w:r>
        <w:t xml:space="preserve">à la première de </w:t>
      </w:r>
      <w:proofErr w:type="spellStart"/>
      <w:r>
        <w:rPr>
          <w:i/>
        </w:rPr>
        <w:t>Honeymoon</w:t>
      </w:r>
      <w:proofErr w:type="spellEnd"/>
      <w:r w:rsidR="00435B4F">
        <w:rPr>
          <w:i/>
        </w:rPr>
        <w:t xml:space="preserve">, </w:t>
      </w:r>
      <w:r>
        <w:t xml:space="preserve">au Little </w:t>
      </w:r>
      <w:proofErr w:type="spellStart"/>
      <w:r>
        <w:t>Theatre</w:t>
      </w:r>
      <w:proofErr w:type="spellEnd"/>
      <w:r w:rsidR="00435B4F">
        <w:t xml:space="preserve">, </w:t>
      </w:r>
      <w:r>
        <w:t xml:space="preserve">puis à une </w:t>
      </w:r>
      <w:r w:rsidR="00435B4F">
        <w:t>« </w:t>
      </w:r>
      <w:r>
        <w:t>party</w:t>
      </w:r>
      <w:r w:rsidR="00435B4F">
        <w:t> »</w:t>
      </w:r>
      <w:r>
        <w:t xml:space="preserve"> donnée par des gens qui s</w:t>
      </w:r>
      <w:r w:rsidR="00435B4F">
        <w:t>’</w:t>
      </w:r>
      <w:r>
        <w:t>appelaient Freeman</w:t>
      </w:r>
      <w:r w:rsidR="00435B4F">
        <w:t xml:space="preserve">, </w:t>
      </w:r>
      <w:r>
        <w:t>ou Fielding</w:t>
      </w:r>
      <w:r w:rsidR="00435B4F">
        <w:t xml:space="preserve">, </w:t>
      </w:r>
      <w:r>
        <w:t>je ne sais plus</w:t>
      </w:r>
      <w:r w:rsidR="00435B4F">
        <w:t xml:space="preserve">. </w:t>
      </w:r>
      <w:r>
        <w:t>Le lendemain matin je n</w:t>
      </w:r>
      <w:r w:rsidR="00435B4F">
        <w:t>’</w:t>
      </w:r>
      <w:r>
        <w:t>étais pas très dispos quand Nora me réveilla</w:t>
      </w:r>
      <w:r w:rsidR="00435B4F">
        <w:t xml:space="preserve">. </w:t>
      </w:r>
      <w:r>
        <w:t>Elle me tendit une tasse de café et un journal</w:t>
      </w:r>
      <w:r w:rsidR="00435B4F">
        <w:t>.</w:t>
      </w:r>
    </w:p>
    <w:p w14:paraId="26F31F8B" w14:textId="77777777" w:rsidR="00435B4F" w:rsidRDefault="00435B4F" w:rsidP="00256283">
      <w:r>
        <w:t>— </w:t>
      </w:r>
      <w:r w:rsidR="00256283">
        <w:t>Lis ça</w:t>
      </w:r>
      <w:r>
        <w:t xml:space="preserve">, </w:t>
      </w:r>
      <w:r w:rsidR="00256283">
        <w:t>dit-elle</w:t>
      </w:r>
      <w:r>
        <w:t>.</w:t>
      </w:r>
    </w:p>
    <w:p w14:paraId="580DD383" w14:textId="77777777" w:rsidR="00435B4F" w:rsidRDefault="00256283" w:rsidP="00256283">
      <w:r>
        <w:t>Je déchiffrai patiemment deux ou trois paragraphes</w:t>
      </w:r>
      <w:r w:rsidR="00435B4F">
        <w:t xml:space="preserve">, </w:t>
      </w:r>
      <w:r>
        <w:t>puis je posai la feuille pour avaler une gorgée de café</w:t>
      </w:r>
      <w:r w:rsidR="00435B4F">
        <w:t>.</w:t>
      </w:r>
    </w:p>
    <w:p w14:paraId="25783563" w14:textId="77777777" w:rsidR="00435B4F" w:rsidRDefault="00435B4F" w:rsidP="00256283">
      <w:r>
        <w:t>— </w:t>
      </w:r>
      <w:r w:rsidR="00256283">
        <w:t>C</w:t>
      </w:r>
      <w:r>
        <w:t>’</w:t>
      </w:r>
      <w:r w:rsidR="00256283">
        <w:t>est bien joli</w:t>
      </w:r>
      <w:r>
        <w:t xml:space="preserve">, </w:t>
      </w:r>
      <w:r w:rsidR="00256283">
        <w:t>dis-je</w:t>
      </w:r>
      <w:r>
        <w:t xml:space="preserve">, </w:t>
      </w:r>
      <w:r w:rsidR="00256283">
        <w:t>mais je préférerais à toutes ces histoires d</w:t>
      </w:r>
      <w:r>
        <w:t>’</w:t>
      </w:r>
      <w:r w:rsidR="00256283">
        <w:t>élections du maire de New-York un bon whisk</w:t>
      </w:r>
      <w:r>
        <w:t>…</w:t>
      </w:r>
    </w:p>
    <w:p w14:paraId="0FA4E6EB" w14:textId="77777777" w:rsidR="00435B4F" w:rsidRDefault="00435B4F" w:rsidP="00256283">
      <w:r>
        <w:t>— </w:t>
      </w:r>
      <w:r w:rsidR="00256283">
        <w:t>Pas là</w:t>
      </w:r>
      <w:r>
        <w:t xml:space="preserve">, </w:t>
      </w:r>
      <w:r w:rsidR="00256283">
        <w:t>imbécile</w:t>
      </w:r>
      <w:r>
        <w:t xml:space="preserve">, </w:t>
      </w:r>
      <w:r w:rsidR="00256283">
        <w:t>fit Nora</w:t>
      </w:r>
      <w:r>
        <w:t xml:space="preserve">. </w:t>
      </w:r>
      <w:r w:rsidR="00256283">
        <w:t>Ici</w:t>
      </w:r>
      <w:r>
        <w:t>.</w:t>
      </w:r>
    </w:p>
    <w:p w14:paraId="443B7194" w14:textId="77777777" w:rsidR="00435B4F" w:rsidRDefault="00256283" w:rsidP="00256283">
      <w:r>
        <w:t>Elle posa son doigt sur un article</w:t>
      </w:r>
      <w:r w:rsidR="00435B4F">
        <w:t>.</w:t>
      </w:r>
    </w:p>
    <w:p w14:paraId="37811B0D" w14:textId="77777777" w:rsidR="00256283" w:rsidRDefault="00256283" w:rsidP="00256283"/>
    <w:p w14:paraId="6EF784DB" w14:textId="77777777" w:rsidR="00435B4F" w:rsidRDefault="00256283" w:rsidP="00256283">
      <w:r>
        <w:t>LA SECRÉTAIRE D</w:t>
      </w:r>
      <w:r w:rsidR="00435B4F">
        <w:t>’</w:t>
      </w:r>
      <w:r>
        <w:t>UN INVENTEUR ASSASSINÉE CHEZ ELLE</w:t>
      </w:r>
      <w:r w:rsidR="00435B4F">
        <w:t xml:space="preserve">. </w:t>
      </w:r>
      <w:r>
        <w:t>LE CORPS DE JULIA WOLF EST DÉCOUVERT CRIBLÉ DE BALLES</w:t>
      </w:r>
      <w:r w:rsidR="00435B4F">
        <w:t xml:space="preserve">. </w:t>
      </w:r>
      <w:r>
        <w:t>LA POLICE RECHERCHE L</w:t>
      </w:r>
      <w:r w:rsidR="00435B4F">
        <w:t>’</w:t>
      </w:r>
      <w:r>
        <w:t>INVENTEUR</w:t>
      </w:r>
      <w:r w:rsidR="00435B4F">
        <w:t xml:space="preserve"> : </w:t>
      </w:r>
      <w:r>
        <w:t xml:space="preserve">CLYDE </w:t>
      </w:r>
      <w:proofErr w:type="spellStart"/>
      <w:r>
        <w:t>WYNANT</w:t>
      </w:r>
      <w:proofErr w:type="spellEnd"/>
      <w:r w:rsidR="00435B4F">
        <w:t>.</w:t>
      </w:r>
    </w:p>
    <w:p w14:paraId="28B0BC2C" w14:textId="77777777" w:rsidR="00256283" w:rsidRDefault="00256283" w:rsidP="00256283"/>
    <w:p w14:paraId="1F2FAC25" w14:textId="77777777" w:rsidR="00435B4F" w:rsidRDefault="00435B4F" w:rsidP="00256283">
      <w:r>
        <w:t>« </w:t>
      </w:r>
      <w:r w:rsidR="00256283">
        <w:t>Le corps criblé de balles de Julia Wolf</w:t>
      </w:r>
      <w:r>
        <w:t xml:space="preserve">, </w:t>
      </w:r>
      <w:r w:rsidR="00256283">
        <w:t>trente-deux ans</w:t>
      </w:r>
      <w:r>
        <w:t xml:space="preserve">, </w:t>
      </w:r>
      <w:r w:rsidR="00256283">
        <w:t xml:space="preserve">secrétaire de Clyde </w:t>
      </w:r>
      <w:proofErr w:type="spellStart"/>
      <w:r w:rsidR="00256283">
        <w:t>Wynant</w:t>
      </w:r>
      <w:proofErr w:type="spellEnd"/>
      <w:r>
        <w:t xml:space="preserve">, </w:t>
      </w:r>
      <w:r w:rsidR="00256283">
        <w:t>l</w:t>
      </w:r>
      <w:r>
        <w:t>’</w:t>
      </w:r>
      <w:r w:rsidR="00256283">
        <w:t>inventeur bien connu</w:t>
      </w:r>
      <w:r>
        <w:t xml:space="preserve">, </w:t>
      </w:r>
      <w:r w:rsidR="00256283">
        <w:t>a été découvert hier</w:t>
      </w:r>
      <w:r>
        <w:t xml:space="preserve">, </w:t>
      </w:r>
      <w:r w:rsidR="00256283">
        <w:t>vers la fin de l</w:t>
      </w:r>
      <w:r>
        <w:t>’</w:t>
      </w:r>
      <w:r w:rsidR="00256283">
        <w:t>après-midi</w:t>
      </w:r>
      <w:r>
        <w:t xml:space="preserve"> ; </w:t>
      </w:r>
      <w:r w:rsidR="00256283">
        <w:t>dans l</w:t>
      </w:r>
      <w:r>
        <w:t>’</w:t>
      </w:r>
      <w:r w:rsidR="00256283">
        <w:t>appartement que la victime occupait au n</w:t>
      </w:r>
      <w:r>
        <w:t>° 4</w:t>
      </w:r>
      <w:r w:rsidR="00256283">
        <w:t>11 de la Cinquante-quatrième rue</w:t>
      </w:r>
      <w:r>
        <w:t xml:space="preserve">, </w:t>
      </w:r>
      <w:r w:rsidR="00256283">
        <w:t xml:space="preserve">par </w:t>
      </w:r>
      <w:r>
        <w:t>M</w:t>
      </w:r>
      <w:r w:rsidRPr="00435B4F">
        <w:rPr>
          <w:vertAlign w:val="superscript"/>
        </w:rPr>
        <w:t>rs</w:t>
      </w:r>
      <w:r>
        <w:t> </w:t>
      </w:r>
      <w:r w:rsidR="00256283">
        <w:t>Christian Jorgensen</w:t>
      </w:r>
      <w:r>
        <w:t xml:space="preserve">, </w:t>
      </w:r>
      <w:r w:rsidR="00256283">
        <w:t xml:space="preserve">épouse divorcée de Clyde </w:t>
      </w:r>
      <w:proofErr w:type="spellStart"/>
      <w:r w:rsidR="00256283">
        <w:lastRenderedPageBreak/>
        <w:t>Wynant</w:t>
      </w:r>
      <w:proofErr w:type="spellEnd"/>
      <w:r>
        <w:t>. M</w:t>
      </w:r>
      <w:r w:rsidRPr="00435B4F">
        <w:rPr>
          <w:vertAlign w:val="superscript"/>
        </w:rPr>
        <w:t>rs</w:t>
      </w:r>
      <w:r>
        <w:t> </w:t>
      </w:r>
      <w:r w:rsidR="00256283">
        <w:t>Jorgensen s</w:t>
      </w:r>
      <w:r>
        <w:t>’</w:t>
      </w:r>
      <w:r w:rsidR="00256283">
        <w:t>était rendue chez la secrétaire de son ex-mari pour demander l</w:t>
      </w:r>
      <w:r>
        <w:t>’</w:t>
      </w:r>
      <w:r w:rsidR="00256283">
        <w:t>adresse de celui-ci</w:t>
      </w:r>
      <w:r>
        <w:t>.</w:t>
      </w:r>
    </w:p>
    <w:p w14:paraId="02EBB7D9" w14:textId="77777777" w:rsidR="00435B4F" w:rsidRDefault="00435B4F" w:rsidP="00256283">
      <w:r>
        <w:t>« M</w:t>
      </w:r>
      <w:r w:rsidRPr="00435B4F">
        <w:rPr>
          <w:vertAlign w:val="superscript"/>
        </w:rPr>
        <w:t>rs</w:t>
      </w:r>
      <w:r>
        <w:t> </w:t>
      </w:r>
      <w:r w:rsidR="00256283">
        <w:t>Jorgensen</w:t>
      </w:r>
      <w:r>
        <w:t xml:space="preserve">, </w:t>
      </w:r>
      <w:r w:rsidR="00256283">
        <w:t>qui est revenue lundi matin d</w:t>
      </w:r>
      <w:r>
        <w:t>’</w:t>
      </w:r>
      <w:r w:rsidR="00256283">
        <w:t>Europe</w:t>
      </w:r>
      <w:r>
        <w:t xml:space="preserve">, </w:t>
      </w:r>
      <w:r w:rsidR="00256283">
        <w:t>où elle a séjourné six ans</w:t>
      </w:r>
      <w:r>
        <w:t xml:space="preserve">, </w:t>
      </w:r>
      <w:r w:rsidR="00256283">
        <w:t>a déclaré à la police qu</w:t>
      </w:r>
      <w:r>
        <w:t>’</w:t>
      </w:r>
      <w:r w:rsidR="00256283">
        <w:t>elle avait entendu des gémissements à l</w:t>
      </w:r>
      <w:r>
        <w:t>’</w:t>
      </w:r>
      <w:r w:rsidR="00256283">
        <w:t>instant même où elle sonnait à la porte de Miss Wolf</w:t>
      </w:r>
      <w:r>
        <w:t xml:space="preserve">. </w:t>
      </w:r>
      <w:r w:rsidR="00256283">
        <w:t>Elle avait aussitôt averti le garçon de l</w:t>
      </w:r>
      <w:r>
        <w:t>’</w:t>
      </w:r>
      <w:r w:rsidR="00256283">
        <w:t>ascenseur</w:t>
      </w:r>
      <w:r>
        <w:t xml:space="preserve">, </w:t>
      </w:r>
      <w:proofErr w:type="spellStart"/>
      <w:r w:rsidR="00256283">
        <w:t>Mervin</w:t>
      </w:r>
      <w:proofErr w:type="spellEnd"/>
      <w:r w:rsidR="00256283">
        <w:t xml:space="preserve"> Holly</w:t>
      </w:r>
      <w:r>
        <w:t xml:space="preserve">, </w:t>
      </w:r>
      <w:r w:rsidR="00256283">
        <w:t>qui avait immédiatement prévenu Mr</w:t>
      </w:r>
      <w:r>
        <w:t xml:space="preserve">. </w:t>
      </w:r>
      <w:r w:rsidR="00256283">
        <w:t>Walter Meany</w:t>
      </w:r>
      <w:r>
        <w:t xml:space="preserve">, </w:t>
      </w:r>
      <w:r w:rsidR="00256283">
        <w:t>le gérant de l</w:t>
      </w:r>
      <w:r>
        <w:t>’</w:t>
      </w:r>
      <w:r w:rsidR="00256283">
        <w:t>immeuble</w:t>
      </w:r>
      <w:r>
        <w:t xml:space="preserve">. </w:t>
      </w:r>
      <w:r w:rsidR="00256283">
        <w:t>Miss Wolf était étendue sur le plancher de la chambre</w:t>
      </w:r>
      <w:r>
        <w:t xml:space="preserve">, </w:t>
      </w:r>
      <w:r w:rsidR="00256283">
        <w:t>blessée à la poitrine par quatre balles de pistolet automatique</w:t>
      </w:r>
      <w:r>
        <w:t xml:space="preserve">, </w:t>
      </w:r>
      <w:r w:rsidR="00256283">
        <w:t>calibre 32</w:t>
      </w:r>
      <w:r>
        <w:t xml:space="preserve">. </w:t>
      </w:r>
      <w:r w:rsidR="00256283">
        <w:t>Elle était morte sans avoir repris connaissance</w:t>
      </w:r>
      <w:r>
        <w:t xml:space="preserve">, </w:t>
      </w:r>
      <w:r w:rsidR="00256283">
        <w:t>avant l</w:t>
      </w:r>
      <w:r>
        <w:t>’</w:t>
      </w:r>
      <w:r w:rsidR="00256283">
        <w:t>arrivée du médecin et de la police</w:t>
      </w:r>
      <w:r>
        <w:t xml:space="preserve">, </w:t>
      </w:r>
      <w:r w:rsidR="00256283">
        <w:t>mandés en toute hâte</w:t>
      </w:r>
      <w:r>
        <w:t>.</w:t>
      </w:r>
    </w:p>
    <w:p w14:paraId="27F8C059" w14:textId="77777777" w:rsidR="00435B4F" w:rsidRDefault="00435B4F" w:rsidP="00256283">
      <w:r>
        <w:t>« </w:t>
      </w:r>
      <w:r w:rsidR="00256283">
        <w:t>Mr</w:t>
      </w:r>
      <w:r>
        <w:t xml:space="preserve">. </w:t>
      </w:r>
      <w:r w:rsidR="00256283">
        <w:t>Herbert Macaulay</w:t>
      </w:r>
      <w:r>
        <w:t xml:space="preserve">, </w:t>
      </w:r>
      <w:r w:rsidR="00256283">
        <w:t xml:space="preserve">avocat de </w:t>
      </w:r>
      <w:proofErr w:type="spellStart"/>
      <w:r w:rsidR="00256283">
        <w:t>Wynant</w:t>
      </w:r>
      <w:proofErr w:type="spellEnd"/>
      <w:r>
        <w:t xml:space="preserve">, </w:t>
      </w:r>
      <w:r w:rsidR="00256283">
        <w:t>avait déclaré qu</w:t>
      </w:r>
      <w:r>
        <w:t>’</w:t>
      </w:r>
      <w:r w:rsidR="00256283">
        <w:t>il n</w:t>
      </w:r>
      <w:r>
        <w:t>’</w:t>
      </w:r>
      <w:r w:rsidR="00256283">
        <w:t>avait pas vu son client depuis le mois d</w:t>
      </w:r>
      <w:r>
        <w:t>’</w:t>
      </w:r>
      <w:r w:rsidR="00256283">
        <w:t>octobre</w:t>
      </w:r>
      <w:r>
        <w:t xml:space="preserve">. </w:t>
      </w:r>
      <w:r w:rsidR="00256283">
        <w:t>L</w:t>
      </w:r>
      <w:r>
        <w:t>’</w:t>
      </w:r>
      <w:r w:rsidR="00256283">
        <w:t>inventeur avait appelé Macaulay au téléphone</w:t>
      </w:r>
      <w:r>
        <w:t xml:space="preserve">, </w:t>
      </w:r>
      <w:r w:rsidR="00256283">
        <w:t>la veille du meurtre</w:t>
      </w:r>
      <w:r>
        <w:t xml:space="preserve">, </w:t>
      </w:r>
      <w:r w:rsidR="00256283">
        <w:t>lui demandant un rendez-vous auquel il n</w:t>
      </w:r>
      <w:r>
        <w:t>’</w:t>
      </w:r>
      <w:r w:rsidR="00256283">
        <w:t>était pas venu</w:t>
      </w:r>
      <w:r>
        <w:t xml:space="preserve">. </w:t>
      </w:r>
      <w:r w:rsidR="00256283">
        <w:t>L</w:t>
      </w:r>
      <w:r>
        <w:t>’</w:t>
      </w:r>
      <w:r w:rsidR="00256283">
        <w:t xml:space="preserve">avocat ne connaissait pas la résidence de </w:t>
      </w:r>
      <w:proofErr w:type="spellStart"/>
      <w:r w:rsidR="00256283">
        <w:t>Wynant</w:t>
      </w:r>
      <w:proofErr w:type="spellEnd"/>
      <w:r>
        <w:t xml:space="preserve">. </w:t>
      </w:r>
      <w:r w:rsidR="00256283">
        <w:t>Il savait que Miss Wolf avait été au service de l</w:t>
      </w:r>
      <w:r>
        <w:t>’</w:t>
      </w:r>
      <w:r w:rsidR="00256283">
        <w:t>inventeur pendant huit ans</w:t>
      </w:r>
      <w:r>
        <w:t xml:space="preserve">. </w:t>
      </w:r>
      <w:r w:rsidR="00256283">
        <w:t>Il ignorait tout de la famille et des affaires personnelles de la victime</w:t>
      </w:r>
      <w:r>
        <w:t>.</w:t>
      </w:r>
    </w:p>
    <w:p w14:paraId="0CF7D8E0" w14:textId="77777777" w:rsidR="00435B4F" w:rsidRDefault="00435B4F" w:rsidP="00256283">
      <w:r>
        <w:t>« </w:t>
      </w:r>
      <w:r w:rsidR="00256283">
        <w:t>L</w:t>
      </w:r>
      <w:r>
        <w:t>’</w:t>
      </w:r>
      <w:r w:rsidR="00256283">
        <w:t>aspect même des blessures</w:t>
      </w:r>
      <w:r>
        <w:t>…</w:t>
      </w:r>
    </w:p>
    <w:p w14:paraId="1B47B8E2" w14:textId="77777777" w:rsidR="00435B4F" w:rsidRDefault="00256283" w:rsidP="00256283">
      <w:r>
        <w:t>Le reste de l</w:t>
      </w:r>
      <w:r w:rsidR="00435B4F">
        <w:t>’</w:t>
      </w:r>
      <w:r>
        <w:t>article contenait les renseignements habituels communiqués par la police</w:t>
      </w:r>
      <w:r w:rsidR="00435B4F">
        <w:t>…</w:t>
      </w:r>
    </w:p>
    <w:p w14:paraId="298C6FB9" w14:textId="77777777" w:rsidR="00435B4F" w:rsidRDefault="00435B4F" w:rsidP="00256283">
      <w:r>
        <w:t>— </w:t>
      </w:r>
      <w:r w:rsidR="00256283">
        <w:t>Penses-tu qu</w:t>
      </w:r>
      <w:r>
        <w:t>’</w:t>
      </w:r>
      <w:r w:rsidR="00256283">
        <w:t>il l</w:t>
      </w:r>
      <w:r>
        <w:t>’</w:t>
      </w:r>
      <w:r w:rsidR="00256283">
        <w:t>ait tuée</w:t>
      </w:r>
      <w:r>
        <w:t xml:space="preserve"> ? </w:t>
      </w:r>
      <w:r w:rsidR="00256283">
        <w:t>demanda Nora quand je posai le journal</w:t>
      </w:r>
      <w:r>
        <w:t>.</w:t>
      </w:r>
    </w:p>
    <w:p w14:paraId="0BA6D9D6" w14:textId="77777777" w:rsidR="00435B4F" w:rsidRDefault="00435B4F" w:rsidP="00256283">
      <w:r>
        <w:t>— </w:t>
      </w:r>
      <w:proofErr w:type="spellStart"/>
      <w:r w:rsidR="00256283">
        <w:t>Wynant</w:t>
      </w:r>
      <w:proofErr w:type="spellEnd"/>
      <w:r>
        <w:t xml:space="preserve"> ? </w:t>
      </w:r>
      <w:r w:rsidR="00256283">
        <w:t>Ce ne serait pas surprenant</w:t>
      </w:r>
      <w:r>
        <w:t xml:space="preserve">. </w:t>
      </w:r>
      <w:r w:rsidR="00256283">
        <w:t>Il est fou</w:t>
      </w:r>
      <w:r>
        <w:t>.</w:t>
      </w:r>
    </w:p>
    <w:p w14:paraId="1AFFA11D" w14:textId="77777777" w:rsidR="00435B4F" w:rsidRDefault="00435B4F" w:rsidP="00256283">
      <w:r>
        <w:t>— </w:t>
      </w:r>
      <w:r w:rsidR="00256283">
        <w:t>Connaissais-tu miss Wolf</w:t>
      </w:r>
      <w:r>
        <w:t> ?</w:t>
      </w:r>
    </w:p>
    <w:p w14:paraId="5BD49C1E" w14:textId="77777777" w:rsidR="00435B4F" w:rsidRDefault="00435B4F" w:rsidP="00256283">
      <w:r>
        <w:t>— </w:t>
      </w:r>
      <w:r w:rsidR="00256283">
        <w:t>Oui</w:t>
      </w:r>
      <w:r>
        <w:t xml:space="preserve">, </w:t>
      </w:r>
      <w:r w:rsidR="00256283">
        <w:t>mais j</w:t>
      </w:r>
      <w:r>
        <w:t>’</w:t>
      </w:r>
      <w:r w:rsidR="00256283">
        <w:t>ai bien soif</w:t>
      </w:r>
      <w:r>
        <w:t>.</w:t>
      </w:r>
    </w:p>
    <w:p w14:paraId="067608CA" w14:textId="77777777" w:rsidR="00435B4F" w:rsidRDefault="00435B4F" w:rsidP="00256283">
      <w:r>
        <w:lastRenderedPageBreak/>
        <w:t>— </w:t>
      </w:r>
      <w:r w:rsidR="00256283">
        <w:t>Comment était-elle</w:t>
      </w:r>
      <w:r>
        <w:t> ?</w:t>
      </w:r>
    </w:p>
    <w:p w14:paraId="793BD158" w14:textId="77777777" w:rsidR="00435B4F" w:rsidRDefault="00435B4F" w:rsidP="00256283">
      <w:r>
        <w:t>— </w:t>
      </w:r>
      <w:r w:rsidR="00256283">
        <w:t>Pas mal</w:t>
      </w:r>
      <w:r>
        <w:t xml:space="preserve"> : </w:t>
      </w:r>
      <w:r w:rsidR="00256283">
        <w:t>du bon sens et du sang-froid</w:t>
      </w:r>
      <w:r>
        <w:t xml:space="preserve">, </w:t>
      </w:r>
      <w:r w:rsidR="00256283">
        <w:t xml:space="preserve">deux qualités indispensables pour qui voulait vivre avec </w:t>
      </w:r>
      <w:proofErr w:type="spellStart"/>
      <w:r w:rsidR="00256283">
        <w:t>Wynant</w:t>
      </w:r>
      <w:proofErr w:type="spellEnd"/>
      <w:r>
        <w:t>.</w:t>
      </w:r>
    </w:p>
    <w:p w14:paraId="06DB245E" w14:textId="77777777" w:rsidR="00435B4F" w:rsidRDefault="00435B4F" w:rsidP="00256283">
      <w:r>
        <w:t>— </w:t>
      </w:r>
      <w:r w:rsidR="00256283">
        <w:t>Elle vivait donc avec lui</w:t>
      </w:r>
      <w:r>
        <w:t> ?</w:t>
      </w:r>
    </w:p>
    <w:p w14:paraId="200EE651" w14:textId="77777777" w:rsidR="00435B4F" w:rsidRDefault="00435B4F" w:rsidP="00256283">
      <w:r>
        <w:t>— </w:t>
      </w:r>
      <w:r w:rsidR="00256283">
        <w:t>Oui</w:t>
      </w:r>
      <w:r>
        <w:t xml:space="preserve">, </w:t>
      </w:r>
      <w:r w:rsidR="00256283">
        <w:t>mais donne-moi à boire</w:t>
      </w:r>
      <w:r>
        <w:t xml:space="preserve">. </w:t>
      </w:r>
      <w:r w:rsidR="00256283">
        <w:t>Elle vivait avec lui quand je les ai connus</w:t>
      </w:r>
      <w:r>
        <w:t>.</w:t>
      </w:r>
    </w:p>
    <w:p w14:paraId="76A685CB" w14:textId="77777777" w:rsidR="00435B4F" w:rsidRDefault="00435B4F" w:rsidP="00256283">
      <w:r>
        <w:t>— </w:t>
      </w:r>
      <w:r w:rsidR="00256283">
        <w:t>Pourquoi ne déjeunes-tu pas avant de boire</w:t>
      </w:r>
      <w:r>
        <w:t xml:space="preserve"> ? </w:t>
      </w:r>
      <w:r w:rsidR="00256283">
        <w:t>Est-ce qu</w:t>
      </w:r>
      <w:r>
        <w:t>’</w:t>
      </w:r>
      <w:r w:rsidR="00256283">
        <w:t>elle l</w:t>
      </w:r>
      <w:r>
        <w:t>’</w:t>
      </w:r>
      <w:r w:rsidR="00256283">
        <w:t>aimait ou bien était-ce seulement</w:t>
      </w:r>
      <w:r>
        <w:t>…</w:t>
      </w:r>
    </w:p>
    <w:p w14:paraId="6D67AAD0" w14:textId="77777777" w:rsidR="00435B4F" w:rsidRDefault="00435B4F" w:rsidP="00256283">
      <w:r>
        <w:t>— </w:t>
      </w:r>
      <w:r w:rsidR="00256283">
        <w:t>Je n</w:t>
      </w:r>
      <w:r>
        <w:t>’</w:t>
      </w:r>
      <w:r w:rsidR="00256283">
        <w:t>en sais rien</w:t>
      </w:r>
      <w:r>
        <w:t xml:space="preserve">, </w:t>
      </w:r>
      <w:r w:rsidR="00256283">
        <w:t>mais il est trop tôt pour déjeuner</w:t>
      </w:r>
      <w:r>
        <w:t>.</w:t>
      </w:r>
    </w:p>
    <w:p w14:paraId="3D10E752" w14:textId="77777777" w:rsidR="00435B4F" w:rsidRDefault="00256283" w:rsidP="00256283">
      <w:r>
        <w:t>Quand Nora ouvrit la porte pour quitter la chambre</w:t>
      </w:r>
      <w:r w:rsidR="00435B4F">
        <w:t xml:space="preserve">, </w:t>
      </w:r>
      <w:r>
        <w:t>la chienne se précipita dans la pièce</w:t>
      </w:r>
      <w:r w:rsidR="00435B4F">
        <w:t xml:space="preserve">, </w:t>
      </w:r>
      <w:r>
        <w:t>posa ses pattes de devant sur le bord du lit et poussa sa tête poilue et son museau frais contre ma joue</w:t>
      </w:r>
      <w:r w:rsidR="00435B4F">
        <w:t xml:space="preserve">. </w:t>
      </w:r>
      <w:r>
        <w:t>Je lui grattai le front</w:t>
      </w:r>
      <w:r w:rsidR="00435B4F">
        <w:t xml:space="preserve">, </w:t>
      </w:r>
      <w:r>
        <w:t xml:space="preserve">tentant de retrouver ce que </w:t>
      </w:r>
      <w:proofErr w:type="spellStart"/>
      <w:r>
        <w:t>Wynant</w:t>
      </w:r>
      <w:proofErr w:type="spellEnd"/>
      <w:r>
        <w:t xml:space="preserve"> m</w:t>
      </w:r>
      <w:r w:rsidR="00435B4F">
        <w:t>’</w:t>
      </w:r>
      <w:r>
        <w:t>avait dit une fois à propos des femmes et des chiens</w:t>
      </w:r>
      <w:r w:rsidR="00435B4F">
        <w:t xml:space="preserve">. </w:t>
      </w:r>
      <w:r>
        <w:t>Impossible de me rappeler cette réflexion qui me semblait présenter en ce moment une certaine importance</w:t>
      </w:r>
      <w:r w:rsidR="00435B4F">
        <w:t>.</w:t>
      </w:r>
    </w:p>
    <w:p w14:paraId="4C871512" w14:textId="77777777" w:rsidR="00435B4F" w:rsidRDefault="00256283" w:rsidP="00256283">
      <w:r>
        <w:t>Nora revint avec deux whisky and soda et une autre question</w:t>
      </w:r>
      <w:r w:rsidR="00435B4F">
        <w:t>.</w:t>
      </w:r>
    </w:p>
    <w:p w14:paraId="75403D09" w14:textId="77777777" w:rsidR="00435B4F" w:rsidRDefault="00435B4F" w:rsidP="00256283">
      <w:r>
        <w:t>— </w:t>
      </w:r>
      <w:r w:rsidR="00256283">
        <w:t>Comment est-il</w:t>
      </w:r>
      <w:r>
        <w:t xml:space="preserve">, </w:t>
      </w:r>
      <w:r w:rsidR="00256283">
        <w:t xml:space="preserve">ce </w:t>
      </w:r>
      <w:proofErr w:type="spellStart"/>
      <w:r w:rsidR="00256283">
        <w:t>Wynant</w:t>
      </w:r>
      <w:proofErr w:type="spellEnd"/>
      <w:r>
        <w:t> ?</w:t>
      </w:r>
    </w:p>
    <w:p w14:paraId="3C7278E2" w14:textId="77777777" w:rsidR="00435B4F" w:rsidRDefault="00435B4F" w:rsidP="00256283">
      <w:r>
        <w:t>— </w:t>
      </w:r>
      <w:r w:rsidR="00256283">
        <w:t>Très grand</w:t>
      </w:r>
      <w:r>
        <w:t xml:space="preserve">, </w:t>
      </w:r>
      <w:r w:rsidR="00256283">
        <w:t>plus de six pieds</w:t>
      </w:r>
      <w:r>
        <w:t xml:space="preserve">, </w:t>
      </w:r>
      <w:r w:rsidR="00256283">
        <w:t>et l</w:t>
      </w:r>
      <w:r>
        <w:t>’</w:t>
      </w:r>
      <w:r w:rsidR="00256283">
        <w:t>un des hommes les plus minces que j</w:t>
      </w:r>
      <w:r>
        <w:t>’</w:t>
      </w:r>
      <w:r w:rsidR="00256283">
        <w:t>aie jamais vus</w:t>
      </w:r>
      <w:r>
        <w:t xml:space="preserve">. </w:t>
      </w:r>
      <w:r w:rsidR="00256283">
        <w:t>Il doit avoir cinquante ans</w:t>
      </w:r>
      <w:r>
        <w:t xml:space="preserve"> ; </w:t>
      </w:r>
      <w:r w:rsidR="00256283">
        <w:t>il avait déjà</w:t>
      </w:r>
      <w:r>
        <w:t xml:space="preserve">, </w:t>
      </w:r>
      <w:r w:rsidR="00256283">
        <w:t>quand je l</w:t>
      </w:r>
      <w:r>
        <w:t>’</w:t>
      </w:r>
      <w:r w:rsidR="00256283">
        <w:t>ai connu</w:t>
      </w:r>
      <w:r>
        <w:t xml:space="preserve">, </w:t>
      </w:r>
      <w:r w:rsidR="00256283">
        <w:t>les cheveux tout blancs</w:t>
      </w:r>
      <w:r>
        <w:t xml:space="preserve">, </w:t>
      </w:r>
      <w:r w:rsidR="00256283">
        <w:t>une moustache hérissée</w:t>
      </w:r>
      <w:r>
        <w:t xml:space="preserve"> ; </w:t>
      </w:r>
      <w:r w:rsidR="00256283">
        <w:t>il se ronge les ongles</w:t>
      </w:r>
      <w:r>
        <w:t>.</w:t>
      </w:r>
    </w:p>
    <w:p w14:paraId="0E943E43" w14:textId="77777777" w:rsidR="00435B4F" w:rsidRDefault="00256283" w:rsidP="00256283">
      <w:r>
        <w:t>Je repoussai doucement la chienne pour prendre mon verre</w:t>
      </w:r>
      <w:r w:rsidR="00435B4F">
        <w:t>.</w:t>
      </w:r>
    </w:p>
    <w:p w14:paraId="682540BE" w14:textId="77777777" w:rsidR="00435B4F" w:rsidRDefault="00435B4F" w:rsidP="00256283">
      <w:r>
        <w:t>— </w:t>
      </w:r>
      <w:r w:rsidR="00256283">
        <w:t>Il est charmant</w:t>
      </w:r>
      <w:r>
        <w:t xml:space="preserve">, </w:t>
      </w:r>
      <w:r w:rsidR="00256283">
        <w:t>murmura Nora</w:t>
      </w:r>
      <w:r>
        <w:t xml:space="preserve"> ; </w:t>
      </w:r>
      <w:r w:rsidR="00256283">
        <w:t>qu</w:t>
      </w:r>
      <w:r>
        <w:t>’</w:t>
      </w:r>
      <w:r w:rsidR="00256283">
        <w:t>as-tu fait pour lui</w:t>
      </w:r>
      <w:r>
        <w:t> ?</w:t>
      </w:r>
    </w:p>
    <w:p w14:paraId="78319FE6" w14:textId="77777777" w:rsidR="00435B4F" w:rsidRDefault="00435B4F" w:rsidP="00256283">
      <w:r>
        <w:lastRenderedPageBreak/>
        <w:t>— </w:t>
      </w:r>
      <w:r w:rsidR="00256283">
        <w:t xml:space="preserve">Un type qui travaillait pour </w:t>
      </w:r>
      <w:proofErr w:type="spellStart"/>
      <w:r w:rsidR="00256283">
        <w:t>Wynant</w:t>
      </w:r>
      <w:proofErr w:type="spellEnd"/>
      <w:r w:rsidR="00256283">
        <w:t xml:space="preserve"> l</w:t>
      </w:r>
      <w:r>
        <w:t>’</w:t>
      </w:r>
      <w:r w:rsidR="00256283">
        <w:t>a accusé d</w:t>
      </w:r>
      <w:r>
        <w:t>’</w:t>
      </w:r>
      <w:r w:rsidR="00256283">
        <w:t>avoir tenté de lui voler une idée</w:t>
      </w:r>
      <w:r>
        <w:t xml:space="preserve">, </w:t>
      </w:r>
      <w:r w:rsidR="00256283">
        <w:t>une invention</w:t>
      </w:r>
      <w:r>
        <w:t xml:space="preserve">. </w:t>
      </w:r>
      <w:r w:rsidR="00256283">
        <w:t>Le type s</w:t>
      </w:r>
      <w:r>
        <w:t>’</w:t>
      </w:r>
      <w:r w:rsidR="00256283">
        <w:t xml:space="preserve">appelait </w:t>
      </w:r>
      <w:proofErr w:type="spellStart"/>
      <w:r w:rsidR="00256283">
        <w:t>Rosewater</w:t>
      </w:r>
      <w:proofErr w:type="spellEnd"/>
      <w:r>
        <w:t xml:space="preserve">. </w:t>
      </w:r>
      <w:r w:rsidR="00256283">
        <w:t xml:space="preserve">Il avait menacé </w:t>
      </w:r>
      <w:proofErr w:type="spellStart"/>
      <w:r w:rsidR="00256283">
        <w:t>Wynant</w:t>
      </w:r>
      <w:proofErr w:type="spellEnd"/>
      <w:r w:rsidR="00256283">
        <w:t xml:space="preserve"> de le tuer</w:t>
      </w:r>
      <w:r>
        <w:t xml:space="preserve">, </w:t>
      </w:r>
      <w:r w:rsidR="00256283">
        <w:t>de lancer des bombes dans sa maison</w:t>
      </w:r>
      <w:r>
        <w:t xml:space="preserve">, </w:t>
      </w:r>
      <w:r w:rsidR="00256283">
        <w:t>d</w:t>
      </w:r>
      <w:r>
        <w:t>’</w:t>
      </w:r>
      <w:r w:rsidR="00256283">
        <w:t>égorger sa femme</w:t>
      </w:r>
      <w:r>
        <w:t xml:space="preserve"> ! </w:t>
      </w:r>
      <w:r w:rsidR="00256283">
        <w:t>Mais il n</w:t>
      </w:r>
      <w:r>
        <w:t>’</w:t>
      </w:r>
      <w:r w:rsidR="00256283">
        <w:t>a rien fait du tout</w:t>
      </w:r>
      <w:r>
        <w:t xml:space="preserve">. </w:t>
      </w:r>
      <w:r w:rsidR="00256283">
        <w:t>Nous ne l</w:t>
      </w:r>
      <w:r>
        <w:t>’</w:t>
      </w:r>
      <w:r w:rsidR="00256283">
        <w:t>avons pas retrouvé</w:t>
      </w:r>
      <w:r>
        <w:t xml:space="preserve">. </w:t>
      </w:r>
      <w:r w:rsidR="00256283">
        <w:t>Il avait dû prendre peur</w:t>
      </w:r>
      <w:r>
        <w:t>.</w:t>
      </w:r>
    </w:p>
    <w:p w14:paraId="22D02375" w14:textId="77777777" w:rsidR="00435B4F" w:rsidRDefault="00435B4F" w:rsidP="00256283">
      <w:r>
        <w:t>— </w:t>
      </w:r>
      <w:r w:rsidR="00256283">
        <w:t>Mais</w:t>
      </w:r>
      <w:r>
        <w:t xml:space="preserve">, </w:t>
      </w:r>
      <w:r w:rsidR="00256283">
        <w:t xml:space="preserve">est-ce que </w:t>
      </w:r>
      <w:proofErr w:type="spellStart"/>
      <w:r w:rsidR="00256283">
        <w:t>Wynant</w:t>
      </w:r>
      <w:proofErr w:type="spellEnd"/>
      <w:r w:rsidR="00256283">
        <w:t xml:space="preserve"> avait réellement volé cette invention</w:t>
      </w:r>
      <w:r>
        <w:t xml:space="preserve"> ? </w:t>
      </w:r>
      <w:r w:rsidR="00256283">
        <w:t>demanda Nora</w:t>
      </w:r>
      <w:r>
        <w:t xml:space="preserve">, </w:t>
      </w:r>
      <w:r w:rsidR="00256283">
        <w:t>reposant son verre sur la table</w:t>
      </w:r>
      <w:r>
        <w:t>.</w:t>
      </w:r>
    </w:p>
    <w:p w14:paraId="25ECFE5F" w14:textId="77777777" w:rsidR="00435B4F" w:rsidRDefault="00435B4F" w:rsidP="00256283">
      <w:r>
        <w:t>— </w:t>
      </w:r>
      <w:r w:rsidR="00256283">
        <w:t>Ta</w:t>
      </w:r>
      <w:r>
        <w:t xml:space="preserve">, </w:t>
      </w:r>
      <w:r w:rsidR="00256283">
        <w:t>ta</w:t>
      </w:r>
      <w:r>
        <w:t xml:space="preserve"> ! </w:t>
      </w:r>
      <w:r w:rsidR="00256283">
        <w:t>dis-je</w:t>
      </w:r>
      <w:r>
        <w:t xml:space="preserve">. </w:t>
      </w:r>
      <w:r w:rsidR="00256283">
        <w:t>C</w:t>
      </w:r>
      <w:r>
        <w:t>’</w:t>
      </w:r>
      <w:r w:rsidR="00256283">
        <w:t>est la veille de Noël</w:t>
      </w:r>
      <w:r>
        <w:t xml:space="preserve">, </w:t>
      </w:r>
      <w:r w:rsidR="00256283">
        <w:t>n</w:t>
      </w:r>
      <w:r>
        <w:t>’</w:t>
      </w:r>
      <w:r w:rsidR="00256283">
        <w:t>ayons que des pensées charitables pour notre prochain</w:t>
      </w:r>
      <w:r>
        <w:t>.</w:t>
      </w:r>
    </w:p>
    <w:p w14:paraId="0FE74533" w14:textId="77777777" w:rsidR="00256283" w:rsidRDefault="00256283" w:rsidP="003D5E6A">
      <w:pPr>
        <w:pStyle w:val="Titre1"/>
      </w:pPr>
      <w:bookmarkStart w:id="8" w:name="__RefHeading__36_1831309079"/>
      <w:bookmarkStart w:id="9" w:name="_Toc202285657"/>
      <w:bookmarkEnd w:id="8"/>
      <w:r>
        <w:lastRenderedPageBreak/>
        <w:t>IV</w:t>
      </w:r>
      <w:bookmarkEnd w:id="9"/>
    </w:p>
    <w:p w14:paraId="36568254" w14:textId="77777777" w:rsidR="00435B4F" w:rsidRDefault="00256283" w:rsidP="00256283">
      <w:r>
        <w:t>Dans l</w:t>
      </w:r>
      <w:r w:rsidR="00435B4F">
        <w:t>’</w:t>
      </w:r>
      <w:r>
        <w:t>après-midi</w:t>
      </w:r>
      <w:r w:rsidR="00435B4F">
        <w:t xml:space="preserve">, </w:t>
      </w:r>
      <w:r>
        <w:t xml:space="preserve">je sortis pour promener </w:t>
      </w:r>
      <w:proofErr w:type="spellStart"/>
      <w:r>
        <w:t>Asta</w:t>
      </w:r>
      <w:proofErr w:type="spellEnd"/>
      <w:r w:rsidR="00435B4F">
        <w:t xml:space="preserve"> ; </w:t>
      </w:r>
      <w:r>
        <w:t>j</w:t>
      </w:r>
      <w:r w:rsidR="00435B4F">
        <w:t>’</w:t>
      </w:r>
      <w:r>
        <w:t>expliquai à deux curieux que c</w:t>
      </w:r>
      <w:r w:rsidR="00435B4F">
        <w:t>’</w:t>
      </w:r>
      <w:r>
        <w:t xml:space="preserve">était une </w:t>
      </w:r>
      <w:r w:rsidR="00435B4F">
        <w:t>« </w:t>
      </w:r>
      <w:r>
        <w:t>Schnauzer</w:t>
      </w:r>
      <w:r w:rsidR="00435B4F">
        <w:t> »</w:t>
      </w:r>
      <w:r>
        <w:t xml:space="preserve"> et non pas le résultat d</w:t>
      </w:r>
      <w:r w:rsidR="00435B4F">
        <w:t>’</w:t>
      </w:r>
      <w:r>
        <w:t>un croisement entre un terrier écossais et un irlandais</w:t>
      </w:r>
      <w:r w:rsidR="00435B4F">
        <w:t xml:space="preserve">. </w:t>
      </w:r>
      <w:r>
        <w:t>Je m</w:t>
      </w:r>
      <w:r w:rsidR="00435B4F">
        <w:t>’</w:t>
      </w:r>
      <w:r>
        <w:t>arrêtai au bar de Jim pour y prendre un ou deux whiskys</w:t>
      </w:r>
      <w:r w:rsidR="00435B4F">
        <w:t xml:space="preserve">. </w:t>
      </w:r>
      <w:r>
        <w:t>J</w:t>
      </w:r>
      <w:r w:rsidR="00435B4F">
        <w:t>’</w:t>
      </w:r>
      <w:r>
        <w:t xml:space="preserve">y rencontrai Larry Crowley que je ramenai au </w:t>
      </w:r>
      <w:r>
        <w:rPr>
          <w:i/>
        </w:rPr>
        <w:t>Normandie</w:t>
      </w:r>
      <w:r w:rsidR="00435B4F">
        <w:t xml:space="preserve">. </w:t>
      </w:r>
      <w:r>
        <w:t>Nous trouvâmes Nora qui servait des cocktails</w:t>
      </w:r>
      <w:r w:rsidR="00435B4F">
        <w:t xml:space="preserve">. </w:t>
      </w:r>
      <w:r>
        <w:t>Les Quinn étaient là</w:t>
      </w:r>
      <w:r w:rsidR="00435B4F">
        <w:t xml:space="preserve">, </w:t>
      </w:r>
      <w:r>
        <w:t xml:space="preserve">avec Margot </w:t>
      </w:r>
      <w:proofErr w:type="spellStart"/>
      <w:r>
        <w:t>Innes</w:t>
      </w:r>
      <w:proofErr w:type="spellEnd"/>
      <w:r>
        <w:t xml:space="preserve"> et un inconnu dont je ne retins pas le nom</w:t>
      </w:r>
      <w:r w:rsidR="00435B4F">
        <w:t xml:space="preserve"> ; </w:t>
      </w:r>
      <w:r>
        <w:t xml:space="preserve">il y avait aussi Dorothy </w:t>
      </w:r>
      <w:proofErr w:type="spellStart"/>
      <w:r>
        <w:t>Wynant</w:t>
      </w:r>
      <w:proofErr w:type="spellEnd"/>
      <w:r w:rsidR="00435B4F">
        <w:t>.</w:t>
      </w:r>
    </w:p>
    <w:p w14:paraId="2FD2B153" w14:textId="77777777" w:rsidR="00435B4F" w:rsidRDefault="00256283" w:rsidP="00256283">
      <w:r>
        <w:t>Dorothy me dit qu</w:t>
      </w:r>
      <w:r w:rsidR="00435B4F">
        <w:t>’</w:t>
      </w:r>
      <w:r>
        <w:t>elle voulait me parler et nous gagnâmes la chambre</w:t>
      </w:r>
      <w:r w:rsidR="00435B4F">
        <w:t xml:space="preserve">, </w:t>
      </w:r>
      <w:r>
        <w:t>verre en main</w:t>
      </w:r>
      <w:r w:rsidR="00435B4F">
        <w:t>.</w:t>
      </w:r>
    </w:p>
    <w:p w14:paraId="40E98AB4" w14:textId="77777777" w:rsidR="00435B4F" w:rsidRDefault="00256283" w:rsidP="00256283">
      <w:r>
        <w:t>Elle alla droit au fait</w:t>
      </w:r>
      <w:r w:rsidR="00435B4F">
        <w:t>.</w:t>
      </w:r>
    </w:p>
    <w:p w14:paraId="5A7AF527" w14:textId="77777777" w:rsidR="00435B4F" w:rsidRDefault="00435B4F" w:rsidP="00256283">
      <w:r>
        <w:t>— </w:t>
      </w:r>
      <w:r w:rsidR="00256283">
        <w:t>Croyez-vous que mon père l</w:t>
      </w:r>
      <w:r>
        <w:t>’</w:t>
      </w:r>
      <w:r w:rsidR="00256283">
        <w:t>ait tuée</w:t>
      </w:r>
      <w:r>
        <w:t xml:space="preserve">, </w:t>
      </w:r>
      <w:r w:rsidR="00256283">
        <w:t>Nick</w:t>
      </w:r>
      <w:r>
        <w:t xml:space="preserve"> ? </w:t>
      </w:r>
      <w:r w:rsidR="00256283">
        <w:t>demanda-t-elle</w:t>
      </w:r>
      <w:r>
        <w:t>.</w:t>
      </w:r>
    </w:p>
    <w:p w14:paraId="3A1BCA3C" w14:textId="77777777" w:rsidR="00435B4F" w:rsidRDefault="00435B4F" w:rsidP="00256283">
      <w:r>
        <w:t>— </w:t>
      </w:r>
      <w:r w:rsidR="00256283">
        <w:t>Non</w:t>
      </w:r>
      <w:r>
        <w:t xml:space="preserve">, </w:t>
      </w:r>
      <w:r w:rsidR="00256283">
        <w:t>dis-je</w:t>
      </w:r>
      <w:r>
        <w:t xml:space="preserve">, </w:t>
      </w:r>
      <w:r w:rsidR="00256283">
        <w:t>je n</w:t>
      </w:r>
      <w:r>
        <w:t>’</w:t>
      </w:r>
      <w:r w:rsidR="00256283">
        <w:t>ai pas de raison de le croire</w:t>
      </w:r>
      <w:r>
        <w:t>.</w:t>
      </w:r>
    </w:p>
    <w:p w14:paraId="572A3D4E" w14:textId="77777777" w:rsidR="00435B4F" w:rsidRDefault="00435B4F" w:rsidP="00256283">
      <w:r>
        <w:t>— </w:t>
      </w:r>
      <w:r w:rsidR="00256283">
        <w:t>La police en a</w:t>
      </w:r>
      <w:r>
        <w:t xml:space="preserve">. </w:t>
      </w:r>
      <w:r w:rsidR="00256283">
        <w:t>Elle était sa maîtresse</w:t>
      </w:r>
      <w:r>
        <w:t xml:space="preserve">, </w:t>
      </w:r>
      <w:r w:rsidR="00256283">
        <w:t>n</w:t>
      </w:r>
      <w:r>
        <w:t>’</w:t>
      </w:r>
      <w:r w:rsidR="00256283">
        <w:t>est-ce pas</w:t>
      </w:r>
      <w:r>
        <w:t> ?</w:t>
      </w:r>
    </w:p>
    <w:p w14:paraId="0A7ECD8E" w14:textId="77777777" w:rsidR="00435B4F" w:rsidRDefault="00435B4F" w:rsidP="00256283">
      <w:r>
        <w:t>— </w:t>
      </w:r>
      <w:r w:rsidR="00256283">
        <w:t>Oui</w:t>
      </w:r>
      <w:r>
        <w:t xml:space="preserve">, </w:t>
      </w:r>
      <w:r w:rsidR="00256283">
        <w:t>dis-je</w:t>
      </w:r>
      <w:r>
        <w:t xml:space="preserve">, </w:t>
      </w:r>
      <w:r w:rsidR="00256283">
        <w:t>au moins quand je les ai connus</w:t>
      </w:r>
      <w:r>
        <w:t>.</w:t>
      </w:r>
    </w:p>
    <w:p w14:paraId="3DA0697F" w14:textId="77777777" w:rsidR="00435B4F" w:rsidRDefault="00435B4F" w:rsidP="00256283">
      <w:r>
        <w:t>— </w:t>
      </w:r>
      <w:r w:rsidR="00256283">
        <w:t>C</w:t>
      </w:r>
      <w:r>
        <w:t>’</w:t>
      </w:r>
      <w:r w:rsidR="00256283">
        <w:t>est mon père</w:t>
      </w:r>
      <w:r>
        <w:t xml:space="preserve">, </w:t>
      </w:r>
      <w:r w:rsidR="00256283">
        <w:t>dit-elle</w:t>
      </w:r>
      <w:r>
        <w:t xml:space="preserve">, </w:t>
      </w:r>
      <w:r w:rsidR="00256283">
        <w:t>les yeux fixés sur son verre</w:t>
      </w:r>
      <w:r>
        <w:t xml:space="preserve">. </w:t>
      </w:r>
      <w:r w:rsidR="00256283">
        <w:t>Je ne l</w:t>
      </w:r>
      <w:r>
        <w:t>’</w:t>
      </w:r>
      <w:r w:rsidR="00256283">
        <w:t>aime pas</w:t>
      </w:r>
      <w:r>
        <w:t xml:space="preserve"> ; </w:t>
      </w:r>
      <w:r w:rsidR="00256283">
        <w:t>je n</w:t>
      </w:r>
      <w:r>
        <w:t>’</w:t>
      </w:r>
      <w:r w:rsidR="00256283">
        <w:t>ai jamais aimé maman</w:t>
      </w:r>
      <w:r>
        <w:t>.</w:t>
      </w:r>
    </w:p>
    <w:p w14:paraId="4DFC0DB8" w14:textId="77777777" w:rsidR="00435B4F" w:rsidRDefault="00256283" w:rsidP="00256283">
      <w:r>
        <w:t>Elle leva les yeux sur moi</w:t>
      </w:r>
      <w:r w:rsidR="00435B4F">
        <w:t>.</w:t>
      </w:r>
    </w:p>
    <w:p w14:paraId="59A72ADA" w14:textId="77777777" w:rsidR="00435B4F" w:rsidRDefault="00435B4F" w:rsidP="00256283">
      <w:r>
        <w:t>— </w:t>
      </w:r>
      <w:r w:rsidR="00256283">
        <w:t>Je n</w:t>
      </w:r>
      <w:r>
        <w:t>’</w:t>
      </w:r>
      <w:r w:rsidR="00256283">
        <w:t>aime pas non plus Gilbert</w:t>
      </w:r>
      <w:r>
        <w:t xml:space="preserve">, </w:t>
      </w:r>
      <w:r w:rsidR="00256283">
        <w:t>ajouta-t-elle</w:t>
      </w:r>
      <w:r>
        <w:t>.</w:t>
      </w:r>
    </w:p>
    <w:p w14:paraId="7D23D352" w14:textId="77777777" w:rsidR="00435B4F" w:rsidRDefault="00256283" w:rsidP="00256283">
      <w:r>
        <w:t>Gilbert était son frère</w:t>
      </w:r>
      <w:r w:rsidR="00435B4F">
        <w:t>.</w:t>
      </w:r>
    </w:p>
    <w:p w14:paraId="626EE0BB" w14:textId="77777777" w:rsidR="00435B4F" w:rsidRDefault="00435B4F" w:rsidP="00256283">
      <w:r>
        <w:t>— </w:t>
      </w:r>
      <w:r w:rsidR="00256283">
        <w:t>Ne vous inquiétez donc pas</w:t>
      </w:r>
      <w:r>
        <w:t xml:space="preserve">, </w:t>
      </w:r>
      <w:r w:rsidR="00256283">
        <w:t>dis-je</w:t>
      </w:r>
      <w:r>
        <w:t xml:space="preserve">. </w:t>
      </w:r>
      <w:r w:rsidR="00256283">
        <w:t>Il y a beaucoup de gens qui n</w:t>
      </w:r>
      <w:r>
        <w:t>’</w:t>
      </w:r>
      <w:r w:rsidR="00256283">
        <w:t>aiment pas leurs parents</w:t>
      </w:r>
      <w:r>
        <w:t>.</w:t>
      </w:r>
    </w:p>
    <w:p w14:paraId="52B04E28" w14:textId="77777777" w:rsidR="00435B4F" w:rsidRDefault="00435B4F" w:rsidP="00256283">
      <w:r>
        <w:lastRenderedPageBreak/>
        <w:t>— </w:t>
      </w:r>
      <w:r w:rsidR="00256283">
        <w:t>Les aimez-vous</w:t>
      </w:r>
      <w:r>
        <w:t xml:space="preserve"> ? </w:t>
      </w:r>
      <w:r w:rsidR="00256283">
        <w:t>demanda-t-elle</w:t>
      </w:r>
      <w:r>
        <w:t>.</w:t>
      </w:r>
    </w:p>
    <w:p w14:paraId="50B347C5" w14:textId="77777777" w:rsidR="00435B4F" w:rsidRDefault="00435B4F" w:rsidP="00256283">
      <w:r>
        <w:t>— </w:t>
      </w:r>
      <w:r w:rsidR="00256283">
        <w:t>Les miens</w:t>
      </w:r>
      <w:r>
        <w:t> ?</w:t>
      </w:r>
    </w:p>
    <w:p w14:paraId="08D53859" w14:textId="77777777" w:rsidR="00435B4F" w:rsidRDefault="00435B4F" w:rsidP="00256283">
      <w:r>
        <w:t>— </w:t>
      </w:r>
      <w:r w:rsidR="00256283">
        <w:t>Non</w:t>
      </w:r>
      <w:r>
        <w:t xml:space="preserve">, </w:t>
      </w:r>
      <w:r w:rsidR="00256283">
        <w:t>les miens</w:t>
      </w:r>
      <w:r>
        <w:t>.</w:t>
      </w:r>
    </w:p>
    <w:p w14:paraId="76DF5165" w14:textId="77777777" w:rsidR="00435B4F" w:rsidRDefault="00256283" w:rsidP="00256283">
      <w:r>
        <w:t>Elle me regardait</w:t>
      </w:r>
      <w:r w:rsidR="00435B4F">
        <w:t xml:space="preserve">, </w:t>
      </w:r>
      <w:r>
        <w:t>les sourcils froncés</w:t>
      </w:r>
      <w:r w:rsidR="00435B4F">
        <w:t>.</w:t>
      </w:r>
    </w:p>
    <w:p w14:paraId="70429031" w14:textId="77777777" w:rsidR="00435B4F" w:rsidRDefault="00435B4F" w:rsidP="00256283">
      <w:r>
        <w:t>— </w:t>
      </w:r>
      <w:r w:rsidR="00256283">
        <w:t>Et puis</w:t>
      </w:r>
      <w:r>
        <w:t xml:space="preserve">, </w:t>
      </w:r>
      <w:r w:rsidR="00256283">
        <w:t>ajouta-t-elle</w:t>
      </w:r>
      <w:r>
        <w:t xml:space="preserve">, </w:t>
      </w:r>
      <w:r w:rsidR="00256283">
        <w:t>ne vous moquez pas de moi</w:t>
      </w:r>
      <w:r>
        <w:t xml:space="preserve"> ; </w:t>
      </w:r>
      <w:r w:rsidR="00256283">
        <w:t>ne me parlez pas comme à une fillette de douze ans</w:t>
      </w:r>
      <w:r>
        <w:t>.</w:t>
      </w:r>
    </w:p>
    <w:p w14:paraId="44A2956C" w14:textId="77777777" w:rsidR="00435B4F" w:rsidRDefault="00435B4F" w:rsidP="00256283">
      <w:r>
        <w:t>— </w:t>
      </w:r>
      <w:r w:rsidR="00256283">
        <w:t>Ce n</w:t>
      </w:r>
      <w:r>
        <w:t>’</w:t>
      </w:r>
      <w:r w:rsidR="00256283">
        <w:t>est pas ça</w:t>
      </w:r>
      <w:r>
        <w:t xml:space="preserve">, </w:t>
      </w:r>
      <w:r w:rsidR="00256283">
        <w:t>dis-je</w:t>
      </w:r>
      <w:r>
        <w:t xml:space="preserve">, </w:t>
      </w:r>
      <w:r w:rsidR="00256283">
        <w:t>c</w:t>
      </w:r>
      <w:r>
        <w:t>’</w:t>
      </w:r>
      <w:r w:rsidR="00256283">
        <w:t xml:space="preserve">est tout simplement que je dois commencer à être un peu </w:t>
      </w:r>
      <w:r>
        <w:t>« </w:t>
      </w:r>
      <w:r w:rsidR="00256283">
        <w:t>bu</w:t>
      </w:r>
      <w:r>
        <w:t> ».</w:t>
      </w:r>
    </w:p>
    <w:p w14:paraId="2C4B202F" w14:textId="77777777" w:rsidR="00435B4F" w:rsidRDefault="00435B4F" w:rsidP="00256283">
      <w:r>
        <w:t>— </w:t>
      </w:r>
      <w:r w:rsidR="00256283">
        <w:t>Ah</w:t>
      </w:r>
      <w:r>
        <w:t xml:space="preserve"> ! </w:t>
      </w:r>
      <w:r w:rsidR="00256283">
        <w:t>Ah</w:t>
      </w:r>
      <w:r>
        <w:t xml:space="preserve">, </w:t>
      </w:r>
      <w:r w:rsidR="00256283">
        <w:t>fit-elle en riant</w:t>
      </w:r>
      <w:r>
        <w:t>.</w:t>
      </w:r>
    </w:p>
    <w:p w14:paraId="591E7DA5" w14:textId="77777777" w:rsidR="00435B4F" w:rsidRDefault="00435B4F" w:rsidP="00256283">
      <w:r>
        <w:t>— </w:t>
      </w:r>
      <w:r w:rsidR="00256283">
        <w:t>Vous avez raison</w:t>
      </w:r>
      <w:r>
        <w:t xml:space="preserve">, </w:t>
      </w:r>
      <w:r w:rsidR="00256283">
        <w:t>dis-je</w:t>
      </w:r>
      <w:r>
        <w:t xml:space="preserve">, </w:t>
      </w:r>
      <w:r w:rsidR="00256283">
        <w:t>hochant tristement la tête</w:t>
      </w:r>
      <w:r>
        <w:t xml:space="preserve">, </w:t>
      </w:r>
      <w:r w:rsidR="00256283">
        <w:t>vous n</w:t>
      </w:r>
      <w:r>
        <w:t>’</w:t>
      </w:r>
      <w:r w:rsidR="00256283">
        <w:t>êtes qu</w:t>
      </w:r>
      <w:r>
        <w:t>’</w:t>
      </w:r>
      <w:r w:rsidR="00256283">
        <w:t>une enfant gâtée</w:t>
      </w:r>
      <w:r>
        <w:t>.</w:t>
      </w:r>
    </w:p>
    <w:p w14:paraId="01C7033A" w14:textId="77777777" w:rsidR="00435B4F" w:rsidRDefault="00435B4F" w:rsidP="00256283">
      <w:r>
        <w:t>— </w:t>
      </w:r>
      <w:r w:rsidR="00256283">
        <w:t>Mais dites-moi ce que vous pensez de mes parents</w:t>
      </w:r>
      <w:r>
        <w:t>.</w:t>
      </w:r>
    </w:p>
    <w:p w14:paraId="4AD38B35" w14:textId="77777777" w:rsidR="00435B4F" w:rsidRDefault="00435B4F" w:rsidP="00256283">
      <w:r>
        <w:t>— </w:t>
      </w:r>
      <w:r w:rsidR="00256283">
        <w:t>Des tas de choses</w:t>
      </w:r>
      <w:r>
        <w:t xml:space="preserve">. </w:t>
      </w:r>
      <w:r w:rsidR="00256283">
        <w:t>Votre</w:t>
      </w:r>
      <w:r>
        <w:t>…</w:t>
      </w:r>
    </w:p>
    <w:p w14:paraId="30904081" w14:textId="77777777" w:rsidR="00435B4F" w:rsidRDefault="00256283" w:rsidP="00256283">
      <w:r>
        <w:t>Harrison Quinn ouvrant la porte nous interrompit</w:t>
      </w:r>
      <w:r w:rsidR="00435B4F">
        <w:t>.</w:t>
      </w:r>
    </w:p>
    <w:p w14:paraId="290773F3" w14:textId="77777777" w:rsidR="00435B4F" w:rsidRDefault="00435B4F" w:rsidP="00256283">
      <w:r>
        <w:t>— </w:t>
      </w:r>
      <w:r w:rsidR="00256283">
        <w:t>Venez donc</w:t>
      </w:r>
      <w:r>
        <w:t xml:space="preserve">, </w:t>
      </w:r>
      <w:r w:rsidR="00256283">
        <w:t>Nick</w:t>
      </w:r>
      <w:r>
        <w:t xml:space="preserve">, </w:t>
      </w:r>
      <w:r w:rsidR="00256283">
        <w:t>dit-il</w:t>
      </w:r>
      <w:r>
        <w:t xml:space="preserve"> ; </w:t>
      </w:r>
      <w:r w:rsidR="00256283">
        <w:t>on vous attend pour une partie de ping-pong</w:t>
      </w:r>
      <w:r>
        <w:t>.</w:t>
      </w:r>
    </w:p>
    <w:p w14:paraId="1DF7F803" w14:textId="77777777" w:rsidR="00435B4F" w:rsidRDefault="00435B4F" w:rsidP="00256283">
      <w:r>
        <w:t>— </w:t>
      </w:r>
      <w:r w:rsidR="00256283">
        <w:t>Tout à l</w:t>
      </w:r>
      <w:r>
        <w:t>’</w:t>
      </w:r>
      <w:r w:rsidR="00256283">
        <w:t>heure</w:t>
      </w:r>
      <w:r>
        <w:t>.</w:t>
      </w:r>
    </w:p>
    <w:p w14:paraId="4CF2508C" w14:textId="77777777" w:rsidR="00435B4F" w:rsidRDefault="00435B4F" w:rsidP="00256283">
      <w:r>
        <w:t>— </w:t>
      </w:r>
      <w:r w:rsidR="00256283">
        <w:t>Amenez l</w:t>
      </w:r>
      <w:r>
        <w:t>’</w:t>
      </w:r>
      <w:r w:rsidR="00256283">
        <w:t>enfant blonde</w:t>
      </w:r>
      <w:r>
        <w:t xml:space="preserve">, </w:t>
      </w:r>
      <w:r w:rsidR="00256283">
        <w:t>ricana Quinn avant de refermer la porte</w:t>
      </w:r>
      <w:r>
        <w:t>.</w:t>
      </w:r>
    </w:p>
    <w:p w14:paraId="0708F350" w14:textId="77777777" w:rsidR="00435B4F" w:rsidRDefault="00435B4F" w:rsidP="00256283">
      <w:r>
        <w:t>— </w:t>
      </w:r>
      <w:r w:rsidR="00256283">
        <w:t>Je ne pense pas que vous connaissiez Jorgensen</w:t>
      </w:r>
      <w:r>
        <w:t xml:space="preserve"> ? </w:t>
      </w:r>
      <w:r w:rsidR="00256283">
        <w:t>reprit Dorothy</w:t>
      </w:r>
      <w:r>
        <w:t>.</w:t>
      </w:r>
    </w:p>
    <w:p w14:paraId="7D6AFF7A" w14:textId="77777777" w:rsidR="00435B4F" w:rsidRDefault="00435B4F" w:rsidP="00256283">
      <w:r>
        <w:t>— </w:t>
      </w:r>
      <w:r w:rsidR="00256283">
        <w:t>J</w:t>
      </w:r>
      <w:r>
        <w:t>’</w:t>
      </w:r>
      <w:r w:rsidR="00256283">
        <w:t>en connais un qui s</w:t>
      </w:r>
      <w:r>
        <w:t>’</w:t>
      </w:r>
      <w:r w:rsidR="00256283">
        <w:t xml:space="preserve">appelle </w:t>
      </w:r>
      <w:proofErr w:type="spellStart"/>
      <w:r w:rsidR="00256283">
        <w:t>Nels</w:t>
      </w:r>
      <w:proofErr w:type="spellEnd"/>
      <w:r w:rsidR="00256283">
        <w:t xml:space="preserve"> Jorgensen</w:t>
      </w:r>
      <w:r>
        <w:t>.</w:t>
      </w:r>
    </w:p>
    <w:p w14:paraId="0CD7ED19" w14:textId="77777777" w:rsidR="00435B4F" w:rsidRDefault="00435B4F" w:rsidP="00256283">
      <w:r>
        <w:lastRenderedPageBreak/>
        <w:t>— </w:t>
      </w:r>
      <w:r w:rsidR="00256283">
        <w:t>Il y a des gens qui ont de la veine</w:t>
      </w:r>
      <w:r>
        <w:t xml:space="preserve"> ! </w:t>
      </w:r>
      <w:r w:rsidR="00256283">
        <w:t>Le nôtre</w:t>
      </w:r>
      <w:r>
        <w:t xml:space="preserve">, </w:t>
      </w:r>
      <w:r w:rsidR="00256283">
        <w:t>c</w:t>
      </w:r>
      <w:r>
        <w:t>’</w:t>
      </w:r>
      <w:r w:rsidR="00256283">
        <w:t>est Christian Jorgensen</w:t>
      </w:r>
      <w:r>
        <w:t xml:space="preserve">. </w:t>
      </w:r>
      <w:r w:rsidR="00256283">
        <w:t>Maman quitte un fou pour épouser un gigolo</w:t>
      </w:r>
      <w:r>
        <w:t> !</w:t>
      </w:r>
    </w:p>
    <w:p w14:paraId="52AFA2A3" w14:textId="77777777" w:rsidR="00435B4F" w:rsidRDefault="00256283" w:rsidP="00256283">
      <w:r>
        <w:t>Elle s</w:t>
      </w:r>
      <w:r w:rsidR="00435B4F">
        <w:t>’</w:t>
      </w:r>
      <w:r>
        <w:t>interrompit</w:t>
      </w:r>
      <w:r w:rsidR="00435B4F">
        <w:t xml:space="preserve">, </w:t>
      </w:r>
      <w:r>
        <w:t>les yeux embués de larmes</w:t>
      </w:r>
      <w:r w:rsidR="00435B4F">
        <w:t xml:space="preserve">. </w:t>
      </w:r>
      <w:r>
        <w:t>Un sanglot montait dans sa gorge</w:t>
      </w:r>
      <w:r w:rsidR="00435B4F">
        <w:t>.</w:t>
      </w:r>
    </w:p>
    <w:p w14:paraId="36FF16CA" w14:textId="77777777" w:rsidR="00435B4F" w:rsidRDefault="00435B4F" w:rsidP="00256283">
      <w:r>
        <w:t>— </w:t>
      </w:r>
      <w:r w:rsidR="00256283">
        <w:t>Que vais-je faire</w:t>
      </w:r>
      <w:r>
        <w:t xml:space="preserve">, </w:t>
      </w:r>
      <w:r w:rsidR="00256283">
        <w:t>Nick</w:t>
      </w:r>
      <w:r>
        <w:t xml:space="preserve"> ? </w:t>
      </w:r>
      <w:r w:rsidR="00256283">
        <w:t>dit-elle d</w:t>
      </w:r>
      <w:r>
        <w:t>’</w:t>
      </w:r>
      <w:r w:rsidR="00256283">
        <w:t>une voix d</w:t>
      </w:r>
      <w:r>
        <w:t>’</w:t>
      </w:r>
      <w:r w:rsidR="00256283">
        <w:t>enfant qui a peur</w:t>
      </w:r>
      <w:r>
        <w:t>.</w:t>
      </w:r>
    </w:p>
    <w:p w14:paraId="731A1979" w14:textId="77777777" w:rsidR="00435B4F" w:rsidRDefault="00256283" w:rsidP="00256283">
      <w:r>
        <w:t>J</w:t>
      </w:r>
      <w:r w:rsidR="00435B4F">
        <w:t>’</w:t>
      </w:r>
      <w:r>
        <w:t>entourai ses épaules de mon bras et je tentai de la rassurer</w:t>
      </w:r>
      <w:r w:rsidR="00435B4F">
        <w:t xml:space="preserve">. </w:t>
      </w:r>
      <w:r>
        <w:t>Elle se mit à pleurer contre ma poitrine</w:t>
      </w:r>
      <w:r w:rsidR="00435B4F">
        <w:t xml:space="preserve">. </w:t>
      </w:r>
      <w:r>
        <w:t>La sonnerie du téléphone résonna</w:t>
      </w:r>
      <w:r w:rsidR="00435B4F">
        <w:t xml:space="preserve">. </w:t>
      </w:r>
      <w:r>
        <w:t>Dans le salon</w:t>
      </w:r>
      <w:r w:rsidR="00435B4F">
        <w:t xml:space="preserve">, </w:t>
      </w:r>
      <w:r>
        <w:t xml:space="preserve">la radio jouait </w:t>
      </w:r>
      <w:r>
        <w:rPr>
          <w:i/>
        </w:rPr>
        <w:t xml:space="preserve">Rise and </w:t>
      </w:r>
      <w:proofErr w:type="spellStart"/>
      <w:r>
        <w:rPr>
          <w:i/>
        </w:rPr>
        <w:t>Shine</w:t>
      </w:r>
      <w:proofErr w:type="spellEnd"/>
      <w:r w:rsidR="00435B4F">
        <w:rPr>
          <w:i/>
        </w:rPr>
        <w:t xml:space="preserve">. </w:t>
      </w:r>
      <w:r>
        <w:t>Mon verre était vide</w:t>
      </w:r>
      <w:r w:rsidR="00435B4F">
        <w:t>.</w:t>
      </w:r>
    </w:p>
    <w:p w14:paraId="4B502BD8" w14:textId="77777777" w:rsidR="00435B4F" w:rsidRDefault="00256283" w:rsidP="00256283">
      <w:r>
        <w:t>Elle sanglotait de plus belle</w:t>
      </w:r>
      <w:r w:rsidR="00435B4F">
        <w:t>.</w:t>
      </w:r>
    </w:p>
    <w:p w14:paraId="5DAEE518" w14:textId="77777777" w:rsidR="00435B4F" w:rsidRDefault="00435B4F" w:rsidP="00256283">
      <w:r>
        <w:t>— </w:t>
      </w:r>
      <w:r w:rsidR="00256283">
        <w:t>Lâchez-les</w:t>
      </w:r>
      <w:r>
        <w:t xml:space="preserve">, </w:t>
      </w:r>
      <w:r w:rsidR="00256283">
        <w:t>dis-je enfin</w:t>
      </w:r>
      <w:r>
        <w:t xml:space="preserve">. </w:t>
      </w:r>
      <w:r w:rsidR="00256283">
        <w:t>Filez</w:t>
      </w:r>
      <w:r>
        <w:t> !</w:t>
      </w:r>
    </w:p>
    <w:p w14:paraId="1997AB94" w14:textId="77777777" w:rsidR="00435B4F" w:rsidRDefault="00435B4F" w:rsidP="00256283">
      <w:r>
        <w:t>— </w:t>
      </w:r>
      <w:r w:rsidR="00256283">
        <w:t>On ne peut filer toute seule</w:t>
      </w:r>
      <w:r>
        <w:t xml:space="preserve"> ! </w:t>
      </w:r>
      <w:r w:rsidR="00256283">
        <w:t>dit-elle</w:t>
      </w:r>
      <w:r>
        <w:t>.</w:t>
      </w:r>
    </w:p>
    <w:p w14:paraId="6A9E08C8" w14:textId="77777777" w:rsidR="00435B4F" w:rsidRDefault="00435B4F" w:rsidP="00256283">
      <w:r>
        <w:t>— </w:t>
      </w:r>
      <w:r w:rsidR="00256283">
        <w:t>Supposons que je n</w:t>
      </w:r>
      <w:r>
        <w:t>’</w:t>
      </w:r>
      <w:r w:rsidR="00256283">
        <w:t>aie pas compris ce que vous venez de dire</w:t>
      </w:r>
      <w:r>
        <w:t xml:space="preserve"> ! </w:t>
      </w:r>
      <w:r w:rsidR="00256283">
        <w:t>remarquai-je</w:t>
      </w:r>
      <w:r>
        <w:t>.</w:t>
      </w:r>
    </w:p>
    <w:p w14:paraId="4BC3CD74" w14:textId="77777777" w:rsidR="00435B4F" w:rsidRDefault="00435B4F" w:rsidP="00256283">
      <w:r>
        <w:t>— </w:t>
      </w:r>
      <w:r w:rsidR="00256283">
        <w:t>Ne me taquinez pas</w:t>
      </w:r>
      <w:r>
        <w:t xml:space="preserve">, </w:t>
      </w:r>
      <w:r w:rsidR="00256283">
        <w:t>murmura Dorothy</w:t>
      </w:r>
      <w:r>
        <w:t xml:space="preserve">, </w:t>
      </w:r>
      <w:r w:rsidR="00256283">
        <w:t>humblement</w:t>
      </w:r>
      <w:r>
        <w:t>.</w:t>
      </w:r>
    </w:p>
    <w:p w14:paraId="31ADAB17" w14:textId="77777777" w:rsidR="00435B4F" w:rsidRDefault="00256283" w:rsidP="00256283">
      <w:r>
        <w:t>Nora entrait pour répondre au téléphone</w:t>
      </w:r>
      <w:r w:rsidR="00435B4F">
        <w:t xml:space="preserve">. </w:t>
      </w:r>
      <w:r>
        <w:t>Elle me regarda</w:t>
      </w:r>
      <w:r w:rsidR="00435B4F">
        <w:t xml:space="preserve">, </w:t>
      </w:r>
      <w:r>
        <w:t>les sourcils levés</w:t>
      </w:r>
      <w:r w:rsidR="00435B4F">
        <w:t xml:space="preserve">, </w:t>
      </w:r>
      <w:r>
        <w:t>d</w:t>
      </w:r>
      <w:r w:rsidR="00435B4F">
        <w:t>’</w:t>
      </w:r>
      <w:r>
        <w:t>un air interrogateur</w:t>
      </w:r>
      <w:r w:rsidR="00435B4F">
        <w:t xml:space="preserve">. </w:t>
      </w:r>
      <w:r>
        <w:t>Je clignai de l</w:t>
      </w:r>
      <w:r w:rsidR="00435B4F">
        <w:t>’</w:t>
      </w:r>
      <w:r>
        <w:t>œil par-dessus la tête de la jeune fille</w:t>
      </w:r>
      <w:r w:rsidR="00435B4F">
        <w:t xml:space="preserve">. </w:t>
      </w:r>
      <w:r>
        <w:t>Quand Nora dit</w:t>
      </w:r>
      <w:r w:rsidR="00435B4F">
        <w:t xml:space="preserve"> : </w:t>
      </w:r>
      <w:r>
        <w:t>Allo</w:t>
      </w:r>
      <w:r w:rsidR="00435B4F">
        <w:t xml:space="preserve"> ! </w:t>
      </w:r>
      <w:r>
        <w:t>l</w:t>
      </w:r>
      <w:r w:rsidR="00435B4F">
        <w:t>’</w:t>
      </w:r>
      <w:r>
        <w:t>enfant sursauta et recula d</w:t>
      </w:r>
      <w:r w:rsidR="00435B4F">
        <w:t>’</w:t>
      </w:r>
      <w:r>
        <w:t>un pas</w:t>
      </w:r>
      <w:r w:rsidR="00435B4F">
        <w:t xml:space="preserve">, </w:t>
      </w:r>
      <w:r>
        <w:t>confuse</w:t>
      </w:r>
      <w:r w:rsidR="00435B4F">
        <w:t>.</w:t>
      </w:r>
    </w:p>
    <w:p w14:paraId="6E8963ED" w14:textId="77777777" w:rsidR="00435B4F" w:rsidRDefault="00435B4F" w:rsidP="00256283">
      <w:r>
        <w:t>— </w:t>
      </w:r>
      <w:r w:rsidR="00256283">
        <w:t>Pardon</w:t>
      </w:r>
      <w:r>
        <w:t xml:space="preserve">, </w:t>
      </w:r>
      <w:r w:rsidR="00256283">
        <w:t>bégaya-t-elle</w:t>
      </w:r>
      <w:r>
        <w:t xml:space="preserve">… </w:t>
      </w:r>
      <w:r w:rsidR="00256283">
        <w:t>je</w:t>
      </w:r>
      <w:r>
        <w:t>…</w:t>
      </w:r>
    </w:p>
    <w:p w14:paraId="27CB5B62" w14:textId="77777777" w:rsidR="00435B4F" w:rsidRDefault="00256283" w:rsidP="00256283">
      <w:r>
        <w:t>Nora sourit d</w:t>
      </w:r>
      <w:r w:rsidR="00435B4F">
        <w:t>’</w:t>
      </w:r>
      <w:r>
        <w:t>un air sympathique</w:t>
      </w:r>
      <w:r w:rsidR="00435B4F">
        <w:t xml:space="preserve">. </w:t>
      </w:r>
      <w:r>
        <w:t>Dorothy tira son mouchoir et s</w:t>
      </w:r>
      <w:r w:rsidR="00435B4F">
        <w:t>’</w:t>
      </w:r>
      <w:r>
        <w:t>essuya les yeux</w:t>
      </w:r>
      <w:r w:rsidR="00435B4F">
        <w:t>.</w:t>
      </w:r>
    </w:p>
    <w:p w14:paraId="3F7D81D0" w14:textId="77777777" w:rsidR="00435B4F" w:rsidRDefault="00435B4F" w:rsidP="00256283">
      <w:r>
        <w:t>— </w:t>
      </w:r>
      <w:r w:rsidR="00256283">
        <w:t>Oui</w:t>
      </w:r>
      <w:r>
        <w:t xml:space="preserve">, </w:t>
      </w:r>
      <w:r w:rsidR="00256283">
        <w:t>disait Nora au téléphone</w:t>
      </w:r>
      <w:r>
        <w:t xml:space="preserve"> ; </w:t>
      </w:r>
      <w:r w:rsidR="00256283">
        <w:t>je vais voir s</w:t>
      </w:r>
      <w:r>
        <w:t>’</w:t>
      </w:r>
      <w:r w:rsidR="00256283">
        <w:t>il est ici</w:t>
      </w:r>
      <w:r>
        <w:t xml:space="preserve">. </w:t>
      </w:r>
      <w:r w:rsidR="00256283">
        <w:t>C</w:t>
      </w:r>
      <w:r>
        <w:t>’</w:t>
      </w:r>
      <w:r w:rsidR="00256283">
        <w:t>est de la part de qui</w:t>
      </w:r>
      <w:r>
        <w:t xml:space="preserve">, </w:t>
      </w:r>
      <w:r w:rsidR="00256283">
        <w:t>s</w:t>
      </w:r>
      <w:r>
        <w:t>’</w:t>
      </w:r>
      <w:r w:rsidR="00256283">
        <w:t>il vous plaît</w:t>
      </w:r>
      <w:r>
        <w:t> ?</w:t>
      </w:r>
    </w:p>
    <w:p w14:paraId="4CE9DFC7" w14:textId="77777777" w:rsidR="00435B4F" w:rsidRDefault="00256283" w:rsidP="00256283">
      <w:r>
        <w:lastRenderedPageBreak/>
        <w:t>Elle mit une main sur le microphone</w:t>
      </w:r>
      <w:r w:rsidR="00435B4F">
        <w:t>.</w:t>
      </w:r>
    </w:p>
    <w:p w14:paraId="433ABF9E" w14:textId="77777777" w:rsidR="00435B4F" w:rsidRDefault="00435B4F" w:rsidP="00256283">
      <w:r>
        <w:t>— </w:t>
      </w:r>
      <w:r w:rsidR="00256283">
        <w:t>C</w:t>
      </w:r>
      <w:r>
        <w:t>’</w:t>
      </w:r>
      <w:r w:rsidR="00256283">
        <w:t>est un Mr</w:t>
      </w:r>
      <w:r>
        <w:t xml:space="preserve">. </w:t>
      </w:r>
      <w:r w:rsidR="00256283">
        <w:t>Norman</w:t>
      </w:r>
      <w:r>
        <w:t xml:space="preserve">. </w:t>
      </w:r>
      <w:r w:rsidR="00256283">
        <w:t>Veux-tu lui parler</w:t>
      </w:r>
      <w:r>
        <w:t> ?</w:t>
      </w:r>
    </w:p>
    <w:p w14:paraId="3FD5E092" w14:textId="77777777" w:rsidR="00435B4F" w:rsidRDefault="00256283" w:rsidP="00256283">
      <w:r>
        <w:t>Je pris l</w:t>
      </w:r>
      <w:r w:rsidR="00435B4F">
        <w:t>’</w:t>
      </w:r>
      <w:r>
        <w:t>appareil</w:t>
      </w:r>
      <w:r w:rsidR="00435B4F">
        <w:t>.</w:t>
      </w:r>
    </w:p>
    <w:p w14:paraId="0B152885" w14:textId="77777777" w:rsidR="00435B4F" w:rsidRDefault="00435B4F" w:rsidP="00256283">
      <w:r>
        <w:t>— </w:t>
      </w:r>
      <w:r w:rsidR="00256283">
        <w:t>Allo</w:t>
      </w:r>
      <w:r>
        <w:t> ?</w:t>
      </w:r>
    </w:p>
    <w:p w14:paraId="45C023DF" w14:textId="77777777" w:rsidR="00435B4F" w:rsidRDefault="00256283" w:rsidP="00256283">
      <w:r>
        <w:t>Une voix un peu rauque demanda</w:t>
      </w:r>
      <w:r w:rsidR="00435B4F">
        <w:t> :</w:t>
      </w:r>
    </w:p>
    <w:p w14:paraId="772D0CA2" w14:textId="77777777" w:rsidR="00435B4F" w:rsidRDefault="00435B4F" w:rsidP="00256283">
      <w:r>
        <w:t>— </w:t>
      </w:r>
      <w:r w:rsidR="00256283">
        <w:t>Mr</w:t>
      </w:r>
      <w:r>
        <w:t xml:space="preserve">. </w:t>
      </w:r>
      <w:r w:rsidR="00256283">
        <w:t>Charles</w:t>
      </w:r>
      <w:r>
        <w:t xml:space="preserve"> ? </w:t>
      </w:r>
      <w:r w:rsidR="00256283">
        <w:t>Mr</w:t>
      </w:r>
      <w:r>
        <w:t xml:space="preserve">. </w:t>
      </w:r>
      <w:r w:rsidR="00256283">
        <w:t>Charles</w:t>
      </w:r>
      <w:r>
        <w:t xml:space="preserve">, </w:t>
      </w:r>
      <w:r w:rsidR="00256283">
        <w:t xml:space="preserve">vous avez dirigé la Trans-American </w:t>
      </w:r>
      <w:proofErr w:type="spellStart"/>
      <w:r w:rsidR="00256283">
        <w:t>Detective</w:t>
      </w:r>
      <w:proofErr w:type="spellEnd"/>
      <w:r w:rsidR="00256283">
        <w:t xml:space="preserve"> Agency</w:t>
      </w:r>
      <w:r>
        <w:t xml:space="preserve">, </w:t>
      </w:r>
      <w:r w:rsidR="00256283">
        <w:t>n</w:t>
      </w:r>
      <w:r>
        <w:t>’</w:t>
      </w:r>
      <w:r w:rsidR="00256283">
        <w:t>est-ce pas</w:t>
      </w:r>
      <w:r>
        <w:t> ?</w:t>
      </w:r>
    </w:p>
    <w:p w14:paraId="164A8EE7" w14:textId="77777777" w:rsidR="00435B4F" w:rsidRDefault="00435B4F" w:rsidP="00256283">
      <w:r>
        <w:t>— </w:t>
      </w:r>
      <w:r w:rsidR="00256283">
        <w:t>Qui êtes-vous</w:t>
      </w:r>
      <w:r>
        <w:t xml:space="preserve"> ? </w:t>
      </w:r>
      <w:r w:rsidR="00256283">
        <w:t>demandai-je</w:t>
      </w:r>
      <w:r>
        <w:t>.</w:t>
      </w:r>
    </w:p>
    <w:p w14:paraId="4558E4B2" w14:textId="77777777" w:rsidR="00435B4F" w:rsidRDefault="00435B4F" w:rsidP="00256283">
      <w:r>
        <w:t>— </w:t>
      </w:r>
      <w:r w:rsidR="00256283">
        <w:t>Albert Norman</w:t>
      </w:r>
      <w:r>
        <w:t xml:space="preserve"> ! </w:t>
      </w:r>
      <w:r w:rsidR="00256283">
        <w:t>Mr</w:t>
      </w:r>
      <w:r>
        <w:t xml:space="preserve">. </w:t>
      </w:r>
      <w:r w:rsidR="00256283">
        <w:t>Charles</w:t>
      </w:r>
      <w:r>
        <w:t xml:space="preserve">, </w:t>
      </w:r>
      <w:r w:rsidR="00256283">
        <w:t xml:space="preserve">mais mon nom ne peut vous apprendre </w:t>
      </w:r>
      <w:proofErr w:type="spellStart"/>
      <w:r w:rsidR="00256283">
        <w:t>grand</w:t>
      </w:r>
      <w:r>
        <w:t>’</w:t>
      </w:r>
      <w:r w:rsidR="00256283">
        <w:t>chose</w:t>
      </w:r>
      <w:proofErr w:type="spellEnd"/>
      <w:r>
        <w:t xml:space="preserve">. </w:t>
      </w:r>
      <w:r w:rsidR="00256283">
        <w:t>J</w:t>
      </w:r>
      <w:r>
        <w:t>’</w:t>
      </w:r>
      <w:r w:rsidR="00256283">
        <w:t>ai une proposition à vous faire</w:t>
      </w:r>
      <w:r>
        <w:t xml:space="preserve">. </w:t>
      </w:r>
      <w:r w:rsidR="00256283">
        <w:t>Je suis sûr</w:t>
      </w:r>
      <w:r>
        <w:t>…</w:t>
      </w:r>
    </w:p>
    <w:p w14:paraId="7E4A6404" w14:textId="77777777" w:rsidR="00435B4F" w:rsidRDefault="00435B4F" w:rsidP="00256283">
      <w:r>
        <w:t>— </w:t>
      </w:r>
      <w:r w:rsidR="00256283">
        <w:t>Quel genre de proposition</w:t>
      </w:r>
      <w:r>
        <w:t> ?</w:t>
      </w:r>
    </w:p>
    <w:p w14:paraId="06EBE81D" w14:textId="77777777" w:rsidR="00435B4F" w:rsidRDefault="00435B4F" w:rsidP="00256283">
      <w:r>
        <w:t>— </w:t>
      </w:r>
      <w:r w:rsidR="00256283">
        <w:t>Je ne puis vous en parler au téléphone</w:t>
      </w:r>
      <w:r>
        <w:t xml:space="preserve">, </w:t>
      </w:r>
      <w:r w:rsidR="00256283">
        <w:t>Mr</w:t>
      </w:r>
      <w:r>
        <w:t xml:space="preserve">. </w:t>
      </w:r>
      <w:r w:rsidR="00256283">
        <w:t>Charles</w:t>
      </w:r>
      <w:r>
        <w:t xml:space="preserve">, </w:t>
      </w:r>
      <w:r w:rsidR="00256283">
        <w:t>mais si vous voulez me recevoir et me consacrer une demi-heure</w:t>
      </w:r>
      <w:r>
        <w:t xml:space="preserve">, </w:t>
      </w:r>
      <w:r w:rsidR="00256283">
        <w:t>je vous promets</w:t>
      </w:r>
      <w:r>
        <w:t>…</w:t>
      </w:r>
    </w:p>
    <w:p w14:paraId="2334615A" w14:textId="77777777" w:rsidR="00435B4F" w:rsidRDefault="00435B4F" w:rsidP="00256283">
      <w:r>
        <w:t>— </w:t>
      </w:r>
      <w:r w:rsidR="00256283">
        <w:t>Je regrette</w:t>
      </w:r>
      <w:r>
        <w:t xml:space="preserve">, </w:t>
      </w:r>
      <w:r w:rsidR="00256283">
        <w:t>coupai-je</w:t>
      </w:r>
      <w:r>
        <w:t xml:space="preserve">, </w:t>
      </w:r>
      <w:r w:rsidR="00256283">
        <w:t>je suis très occupé</w:t>
      </w:r>
      <w:r>
        <w:t>…</w:t>
      </w:r>
    </w:p>
    <w:p w14:paraId="2B8771BE" w14:textId="77777777" w:rsidR="00435B4F" w:rsidRDefault="00435B4F" w:rsidP="00256283">
      <w:r>
        <w:t>— </w:t>
      </w:r>
      <w:r w:rsidR="00256283">
        <w:t>Mais</w:t>
      </w:r>
      <w:r>
        <w:t xml:space="preserve">, </w:t>
      </w:r>
      <w:r w:rsidR="00256283">
        <w:t>Mr</w:t>
      </w:r>
      <w:r>
        <w:t xml:space="preserve">. </w:t>
      </w:r>
      <w:r w:rsidR="00256283">
        <w:t>Charles</w:t>
      </w:r>
      <w:r>
        <w:t xml:space="preserve">, </w:t>
      </w:r>
      <w:r w:rsidR="00256283">
        <w:t>il s</w:t>
      </w:r>
      <w:r>
        <w:t>’</w:t>
      </w:r>
      <w:r w:rsidR="00256283">
        <w:t>agit</w:t>
      </w:r>
      <w:r>
        <w:t>…</w:t>
      </w:r>
    </w:p>
    <w:p w14:paraId="06235AC5" w14:textId="77777777" w:rsidR="00435B4F" w:rsidRDefault="00256283" w:rsidP="00256283">
      <w:r>
        <w:t>Il y eut brusquement à l</w:t>
      </w:r>
      <w:r w:rsidR="00435B4F">
        <w:t>’</w:t>
      </w:r>
      <w:r>
        <w:t>autre bout du fil un bruit assez fort</w:t>
      </w:r>
      <w:r w:rsidR="00435B4F">
        <w:t xml:space="preserve"> : </w:t>
      </w:r>
      <w:r>
        <w:t>une détonation ou bien le bruit de la chute d</w:t>
      </w:r>
      <w:r w:rsidR="00435B4F">
        <w:t>’</w:t>
      </w:r>
      <w:r>
        <w:t>un objet</w:t>
      </w:r>
      <w:r w:rsidR="00435B4F">
        <w:t xml:space="preserve">. </w:t>
      </w:r>
      <w:r>
        <w:t xml:space="preserve">Je répétai </w:t>
      </w:r>
      <w:r w:rsidR="00435B4F">
        <w:t>« </w:t>
      </w:r>
      <w:r>
        <w:t>allo</w:t>
      </w:r>
      <w:r w:rsidR="00435B4F">
        <w:t> »</w:t>
      </w:r>
      <w:r>
        <w:t xml:space="preserve"> trois ou quatre fois sans obtenir de réponse et je raccrochai</w:t>
      </w:r>
      <w:r w:rsidR="00435B4F">
        <w:t>.</w:t>
      </w:r>
    </w:p>
    <w:p w14:paraId="155DFBC1" w14:textId="77777777" w:rsidR="00435B4F" w:rsidRDefault="00256283" w:rsidP="00256283">
      <w:r>
        <w:t>Nora avait mené Dorothy devant une glace</w:t>
      </w:r>
      <w:r w:rsidR="00435B4F">
        <w:t xml:space="preserve">. </w:t>
      </w:r>
      <w:r>
        <w:t>La jeune fille se poudrait</w:t>
      </w:r>
      <w:r w:rsidR="00435B4F">
        <w:t>.</w:t>
      </w:r>
    </w:p>
    <w:p w14:paraId="518FD9D4" w14:textId="77777777" w:rsidR="00435B4F" w:rsidRDefault="00435B4F" w:rsidP="00256283">
      <w:r>
        <w:t>— </w:t>
      </w:r>
      <w:r w:rsidR="00256283">
        <w:t>Encore un assureur</w:t>
      </w:r>
      <w:r>
        <w:t xml:space="preserve"> ! </w:t>
      </w:r>
      <w:r w:rsidR="00256283">
        <w:t>dis-je</w:t>
      </w:r>
      <w:r>
        <w:t xml:space="preserve">, </w:t>
      </w:r>
      <w:r w:rsidR="00256283">
        <w:t>et je passai dans le salon pour remplir mon verre</w:t>
      </w:r>
      <w:r>
        <w:t>.</w:t>
      </w:r>
    </w:p>
    <w:p w14:paraId="16A47522" w14:textId="77777777" w:rsidR="00435B4F" w:rsidRDefault="00256283" w:rsidP="00256283">
      <w:r>
        <w:lastRenderedPageBreak/>
        <w:t>Le nombre des invités s</w:t>
      </w:r>
      <w:r w:rsidR="00435B4F">
        <w:t>’</w:t>
      </w:r>
      <w:r>
        <w:t>était accru</w:t>
      </w:r>
      <w:r w:rsidR="00435B4F">
        <w:t xml:space="preserve">. </w:t>
      </w:r>
      <w:r>
        <w:t>Je parlai à plusieurs d</w:t>
      </w:r>
      <w:r w:rsidR="00435B4F">
        <w:t>’</w:t>
      </w:r>
      <w:r>
        <w:t>entre eux</w:t>
      </w:r>
      <w:r w:rsidR="00435B4F">
        <w:t xml:space="preserve">. </w:t>
      </w:r>
      <w:r>
        <w:t>Harrison Quinn en me voyant</w:t>
      </w:r>
      <w:r w:rsidR="00435B4F">
        <w:t xml:space="preserve">, </w:t>
      </w:r>
      <w:r>
        <w:t>se leva du canapé où il était assis</w:t>
      </w:r>
      <w:r w:rsidR="00435B4F">
        <w:t>.</w:t>
      </w:r>
    </w:p>
    <w:p w14:paraId="3E2E4808" w14:textId="77777777" w:rsidR="00435B4F" w:rsidRDefault="00435B4F" w:rsidP="00256283">
      <w:r>
        <w:t>— </w:t>
      </w:r>
      <w:r w:rsidR="00256283">
        <w:t>Si on jouait au ping-pong</w:t>
      </w:r>
      <w:r>
        <w:t xml:space="preserve"> ! </w:t>
      </w:r>
      <w:r w:rsidR="00256283">
        <w:t>dit-il</w:t>
      </w:r>
      <w:r>
        <w:t>.</w:t>
      </w:r>
    </w:p>
    <w:p w14:paraId="108E3AF8" w14:textId="77777777" w:rsidR="00435B4F" w:rsidRDefault="00256283" w:rsidP="00256283">
      <w:proofErr w:type="spellStart"/>
      <w:r>
        <w:t>Asta</w:t>
      </w:r>
      <w:proofErr w:type="spellEnd"/>
      <w:r>
        <w:t xml:space="preserve"> me sauta aux jambes</w:t>
      </w:r>
      <w:r w:rsidR="00435B4F">
        <w:t xml:space="preserve">. </w:t>
      </w:r>
      <w:r>
        <w:t>J</w:t>
      </w:r>
      <w:r w:rsidR="00435B4F">
        <w:t>’</w:t>
      </w:r>
      <w:r>
        <w:t>arrêtai la radio et me versai un cocktail</w:t>
      </w:r>
      <w:r w:rsidR="00435B4F">
        <w:t xml:space="preserve">. </w:t>
      </w:r>
      <w:r>
        <w:t>L</w:t>
      </w:r>
      <w:r w:rsidR="00435B4F">
        <w:t>’</w:t>
      </w:r>
      <w:r>
        <w:t>homme dont je n</w:t>
      </w:r>
      <w:r w:rsidR="00435B4F">
        <w:t>’</w:t>
      </w:r>
      <w:r>
        <w:t>avais pas retenu le nom disait</w:t>
      </w:r>
      <w:r w:rsidR="00435B4F">
        <w:t> :</w:t>
      </w:r>
    </w:p>
    <w:p w14:paraId="3B78EA53" w14:textId="77777777" w:rsidR="00435B4F" w:rsidRDefault="00435B4F" w:rsidP="00256283">
      <w:r>
        <w:t>— </w:t>
      </w:r>
      <w:r w:rsidR="00256283">
        <w:t>Quand viendra la révolution</w:t>
      </w:r>
      <w:r>
        <w:t xml:space="preserve">, </w:t>
      </w:r>
      <w:r w:rsidR="00256283">
        <w:t>on va tous nous aligner contre le mur</w:t>
      </w:r>
      <w:r>
        <w:t xml:space="preserve"> ! </w:t>
      </w:r>
      <w:r w:rsidR="00256283">
        <w:t>Pan</w:t>
      </w:r>
      <w:r>
        <w:t xml:space="preserve"> ! </w:t>
      </w:r>
      <w:r w:rsidR="00256283">
        <w:t>Pan</w:t>
      </w:r>
      <w:r>
        <w:t> !</w:t>
      </w:r>
    </w:p>
    <w:p w14:paraId="28C24EC4" w14:textId="77777777" w:rsidR="00435B4F" w:rsidRDefault="00256283" w:rsidP="00256283">
      <w:r>
        <w:t>Cela avait l</w:t>
      </w:r>
      <w:r w:rsidR="00435B4F">
        <w:t>’</w:t>
      </w:r>
      <w:r>
        <w:t>air de l</w:t>
      </w:r>
      <w:r w:rsidR="00435B4F">
        <w:t>’</w:t>
      </w:r>
      <w:r>
        <w:t>amuser</w:t>
      </w:r>
      <w:r w:rsidR="00435B4F">
        <w:t>.</w:t>
      </w:r>
    </w:p>
    <w:p w14:paraId="41547C29" w14:textId="77777777" w:rsidR="00435B4F" w:rsidRDefault="00256283" w:rsidP="00256283">
      <w:r>
        <w:t>Quinn remplissait son verre</w:t>
      </w:r>
      <w:r w:rsidR="00435B4F">
        <w:t xml:space="preserve">. </w:t>
      </w:r>
      <w:r>
        <w:t>Il fit un signe de tête</w:t>
      </w:r>
      <w:r w:rsidR="00435B4F">
        <w:t xml:space="preserve">, </w:t>
      </w:r>
      <w:r>
        <w:t>vers la porte de la chambre</w:t>
      </w:r>
      <w:r w:rsidR="00435B4F">
        <w:t>.</w:t>
      </w:r>
    </w:p>
    <w:p w14:paraId="612C0B42" w14:textId="77777777" w:rsidR="00435B4F" w:rsidRDefault="00435B4F" w:rsidP="00256283">
      <w:r>
        <w:t>— </w:t>
      </w:r>
      <w:r w:rsidR="00256283">
        <w:t>Où avez-vous découvert la jolie blonde</w:t>
      </w:r>
      <w:r>
        <w:t xml:space="preserve"> ? </w:t>
      </w:r>
      <w:r w:rsidR="00256283">
        <w:t>me demanda-t-il</w:t>
      </w:r>
      <w:r>
        <w:t>.</w:t>
      </w:r>
    </w:p>
    <w:p w14:paraId="71B8BF10" w14:textId="77777777" w:rsidR="00435B4F" w:rsidRDefault="00435B4F" w:rsidP="00256283">
      <w:r>
        <w:t>— </w:t>
      </w:r>
      <w:r w:rsidR="00256283">
        <w:t>Je l</w:t>
      </w:r>
      <w:r>
        <w:t>’</w:t>
      </w:r>
      <w:r w:rsidR="00256283">
        <w:t>ai fait sauter</w:t>
      </w:r>
      <w:r>
        <w:t xml:space="preserve">, </w:t>
      </w:r>
      <w:r w:rsidR="00256283">
        <w:t>toute jeune</w:t>
      </w:r>
      <w:r>
        <w:t xml:space="preserve">, </w:t>
      </w:r>
      <w:r w:rsidR="00256283">
        <w:t>sur mes genoux</w:t>
      </w:r>
      <w:r>
        <w:t xml:space="preserve">, </w:t>
      </w:r>
      <w:r w:rsidR="00256283">
        <w:t>répondis-je</w:t>
      </w:r>
      <w:r>
        <w:t>.</w:t>
      </w:r>
    </w:p>
    <w:p w14:paraId="5786ABB7" w14:textId="77777777" w:rsidR="00435B4F" w:rsidRDefault="00435B4F" w:rsidP="00256283">
      <w:r>
        <w:t>— </w:t>
      </w:r>
      <w:r w:rsidR="00256283">
        <w:t>Lequel</w:t>
      </w:r>
      <w:r>
        <w:t> ?</w:t>
      </w:r>
    </w:p>
    <w:p w14:paraId="647682B1" w14:textId="77777777" w:rsidR="00435B4F" w:rsidRDefault="00256283" w:rsidP="00256283">
      <w:r>
        <w:t>Nora et Dorothy sortaient de la chambre</w:t>
      </w:r>
      <w:r w:rsidR="00435B4F">
        <w:t xml:space="preserve">. </w:t>
      </w:r>
      <w:r>
        <w:t xml:space="preserve">Je vis un journal du soir posé sur le meuble de la radio et je le </w:t>
      </w:r>
      <w:proofErr w:type="spellStart"/>
      <w:r>
        <w:t>pris</w:t>
      </w:r>
      <w:proofErr w:type="spellEnd"/>
      <w:r w:rsidR="00435B4F">
        <w:t xml:space="preserve">. </w:t>
      </w:r>
      <w:r>
        <w:t>Il y avait une manchette importante</w:t>
      </w:r>
      <w:r w:rsidR="00435B4F">
        <w:t>.</w:t>
      </w:r>
    </w:p>
    <w:p w14:paraId="318099C4" w14:textId="77777777" w:rsidR="00256283" w:rsidRDefault="00256283" w:rsidP="00256283"/>
    <w:p w14:paraId="2D97C966" w14:textId="77777777" w:rsidR="00435B4F" w:rsidRDefault="00256283" w:rsidP="00256283">
      <w:pPr>
        <w:pStyle w:val="NormalSuspendu1X"/>
      </w:pPr>
      <w:r>
        <w:t>JULIA WOLF A EU DES RELATIONS AVEC UNE BANDE DE GANGSTERS</w:t>
      </w:r>
      <w:r w:rsidR="00435B4F">
        <w:t xml:space="preserve">. </w:t>
      </w:r>
      <w:r>
        <w:t xml:space="preserve">ARTHUR </w:t>
      </w:r>
      <w:proofErr w:type="spellStart"/>
      <w:r>
        <w:t>NUNHEIM</w:t>
      </w:r>
      <w:proofErr w:type="spellEnd"/>
      <w:r>
        <w:t xml:space="preserve"> IDENTIFIE LE CADAVRE</w:t>
      </w:r>
      <w:r w:rsidR="00435B4F">
        <w:t xml:space="preserve">. </w:t>
      </w:r>
      <w:proofErr w:type="spellStart"/>
      <w:r>
        <w:t>WYNANT</w:t>
      </w:r>
      <w:proofErr w:type="spellEnd"/>
      <w:r>
        <w:t xml:space="preserve"> N</w:t>
      </w:r>
      <w:r w:rsidR="00435B4F">
        <w:t>’</w:t>
      </w:r>
      <w:r>
        <w:t>A PAS ÉTÉ RETROUVÉ</w:t>
      </w:r>
      <w:r w:rsidR="00435B4F">
        <w:t>.</w:t>
      </w:r>
    </w:p>
    <w:p w14:paraId="331615B0" w14:textId="77777777" w:rsidR="00256283" w:rsidRDefault="00256283" w:rsidP="00256283"/>
    <w:p w14:paraId="714ACD49" w14:textId="77777777" w:rsidR="00435B4F" w:rsidRDefault="00256283" w:rsidP="00256283">
      <w:r>
        <w:t>Tout près de moi</w:t>
      </w:r>
      <w:r w:rsidR="00435B4F">
        <w:t xml:space="preserve">, </w:t>
      </w:r>
      <w:r>
        <w:t>Nora murmura</w:t>
      </w:r>
      <w:r w:rsidR="00435B4F">
        <w:t> :</w:t>
      </w:r>
    </w:p>
    <w:p w14:paraId="5DB26D3E" w14:textId="77777777" w:rsidR="00435B4F" w:rsidRDefault="00435B4F" w:rsidP="00256283">
      <w:r>
        <w:lastRenderedPageBreak/>
        <w:t>— </w:t>
      </w:r>
      <w:r w:rsidR="00256283">
        <w:t>Je lui ai demandé de rester</w:t>
      </w:r>
      <w:r>
        <w:t xml:space="preserve"> ; </w:t>
      </w:r>
      <w:r w:rsidR="00256283">
        <w:t>elle dînera avec nous</w:t>
      </w:r>
      <w:r>
        <w:t xml:space="preserve"> ; </w:t>
      </w:r>
      <w:r w:rsidR="00256283">
        <w:t>sois gentil avec cette enfant</w:t>
      </w:r>
      <w:r>
        <w:t xml:space="preserve"> (</w:t>
      </w:r>
      <w:r w:rsidR="00256283">
        <w:t>Nora a vingt-six ans</w:t>
      </w:r>
      <w:r>
        <w:t xml:space="preserve">), </w:t>
      </w:r>
      <w:r w:rsidR="00256283">
        <w:t>elle est bouleversée</w:t>
      </w:r>
      <w:r>
        <w:t>.</w:t>
      </w:r>
    </w:p>
    <w:p w14:paraId="2115C9F4" w14:textId="77777777" w:rsidR="00435B4F" w:rsidRDefault="00435B4F" w:rsidP="00256283">
      <w:r>
        <w:t>— </w:t>
      </w:r>
      <w:r w:rsidR="00256283">
        <w:t>Comme tu voudras</w:t>
      </w:r>
      <w:r>
        <w:t xml:space="preserve"> ! </w:t>
      </w:r>
      <w:r w:rsidR="00256283">
        <w:t>dis-je</w:t>
      </w:r>
      <w:r>
        <w:t>.</w:t>
      </w:r>
    </w:p>
    <w:p w14:paraId="5BF154BB" w14:textId="77777777" w:rsidR="00435B4F" w:rsidRDefault="00256283" w:rsidP="00256283">
      <w:r>
        <w:t>Je me retournai</w:t>
      </w:r>
      <w:r w:rsidR="00435B4F">
        <w:t xml:space="preserve">. </w:t>
      </w:r>
      <w:r>
        <w:t>Dorothy riait</w:t>
      </w:r>
      <w:r w:rsidR="00435B4F">
        <w:t xml:space="preserve">, </w:t>
      </w:r>
      <w:r>
        <w:t>écoutant Quinn</w:t>
      </w:r>
      <w:r w:rsidR="00435B4F">
        <w:t xml:space="preserve">. </w:t>
      </w:r>
      <w:r>
        <w:t>Elle vint vers moi</w:t>
      </w:r>
      <w:r w:rsidR="00435B4F">
        <w:t>.</w:t>
      </w:r>
    </w:p>
    <w:p w14:paraId="544C6186" w14:textId="77777777" w:rsidR="00435B4F" w:rsidRDefault="00435B4F" w:rsidP="00256283">
      <w:r>
        <w:t>— </w:t>
      </w:r>
      <w:r w:rsidR="00256283">
        <w:t>Si vous vous mêlez des affaires des autres</w:t>
      </w:r>
      <w:r>
        <w:t xml:space="preserve">, </w:t>
      </w:r>
      <w:r w:rsidR="00256283">
        <w:t>ne venez pas me chercher pour soigner vos blessures</w:t>
      </w:r>
      <w:r>
        <w:t xml:space="preserve">, </w:t>
      </w:r>
      <w:r w:rsidR="00256283">
        <w:t>lui dis-je</w:t>
      </w:r>
      <w:r>
        <w:t>.</w:t>
      </w:r>
    </w:p>
    <w:p w14:paraId="1146387C" w14:textId="77777777" w:rsidR="00435B4F" w:rsidRDefault="00435B4F" w:rsidP="00256283">
      <w:r>
        <w:t>— </w:t>
      </w:r>
      <w:r w:rsidR="00256283">
        <w:t>Non</w:t>
      </w:r>
      <w:r>
        <w:t xml:space="preserve">, </w:t>
      </w:r>
      <w:r w:rsidR="00256283">
        <w:t>répondit-elle</w:t>
      </w:r>
      <w:r>
        <w:t xml:space="preserve">, </w:t>
      </w:r>
      <w:r w:rsidR="00256283">
        <w:t>vous êtes un vieux fou sympathique</w:t>
      </w:r>
      <w:r>
        <w:t xml:space="preserve">. </w:t>
      </w:r>
      <w:r w:rsidR="00256283">
        <w:t>Mais</w:t>
      </w:r>
      <w:r>
        <w:t xml:space="preserve">… </w:t>
      </w:r>
      <w:r w:rsidR="00256283">
        <w:t>ne lisez pas ça maintenant</w:t>
      </w:r>
      <w:r>
        <w:t>.</w:t>
      </w:r>
    </w:p>
    <w:p w14:paraId="4DF1A89D" w14:textId="77777777" w:rsidR="00435B4F" w:rsidRDefault="00256283" w:rsidP="00256283">
      <w:r>
        <w:t>Elle prit le journal et le glissa derrière l</w:t>
      </w:r>
      <w:r w:rsidR="00435B4F">
        <w:t>’</w:t>
      </w:r>
      <w:r>
        <w:t>appareil de radio</w:t>
      </w:r>
      <w:r w:rsidR="00435B4F">
        <w:t>.</w:t>
      </w:r>
    </w:p>
    <w:p w14:paraId="4ADE7862" w14:textId="77777777" w:rsidR="00256283" w:rsidRDefault="00256283" w:rsidP="003D5E6A">
      <w:pPr>
        <w:pStyle w:val="Titre1"/>
      </w:pPr>
      <w:bookmarkStart w:id="10" w:name="__RefHeading__38_1831309079"/>
      <w:bookmarkStart w:id="11" w:name="_Toc202285658"/>
      <w:bookmarkEnd w:id="10"/>
      <w:r>
        <w:lastRenderedPageBreak/>
        <w:t>V</w:t>
      </w:r>
      <w:bookmarkEnd w:id="11"/>
    </w:p>
    <w:p w14:paraId="53BD3047" w14:textId="77777777" w:rsidR="00435B4F" w:rsidRDefault="00256283" w:rsidP="00256283">
      <w:r>
        <w:t>Nora eut beaucoup de peine à s</w:t>
      </w:r>
      <w:r w:rsidR="00435B4F">
        <w:t>’</w:t>
      </w:r>
      <w:r>
        <w:t>endormir</w:t>
      </w:r>
      <w:r w:rsidR="00435B4F">
        <w:t xml:space="preserve">, </w:t>
      </w:r>
      <w:r>
        <w:t>ce soir-là</w:t>
      </w:r>
      <w:r w:rsidR="00435B4F">
        <w:t xml:space="preserve">. </w:t>
      </w:r>
      <w:r>
        <w:t>Elle lut longtemps les mémoires de Chaliapine</w:t>
      </w:r>
      <w:r w:rsidR="00435B4F">
        <w:t xml:space="preserve">. </w:t>
      </w:r>
      <w:r>
        <w:t>Comme j</w:t>
      </w:r>
      <w:r w:rsidR="00435B4F">
        <w:t>’</w:t>
      </w:r>
      <w:r>
        <w:t>étais sur le point de m</w:t>
      </w:r>
      <w:r w:rsidR="00435B4F">
        <w:t>’</w:t>
      </w:r>
      <w:r>
        <w:t>assoupir</w:t>
      </w:r>
      <w:r w:rsidR="00435B4F">
        <w:t xml:space="preserve">, </w:t>
      </w:r>
      <w:r>
        <w:t>elle me demanda</w:t>
      </w:r>
      <w:r w:rsidR="00435B4F">
        <w:t> :</w:t>
      </w:r>
    </w:p>
    <w:p w14:paraId="1BF1E41E" w14:textId="77777777" w:rsidR="00435B4F" w:rsidRDefault="00435B4F" w:rsidP="00256283">
      <w:r>
        <w:t>— </w:t>
      </w:r>
      <w:r w:rsidR="00256283">
        <w:t>Tu dors</w:t>
      </w:r>
      <w:r>
        <w:t> ?</w:t>
      </w:r>
    </w:p>
    <w:p w14:paraId="29C921F3" w14:textId="77777777" w:rsidR="00435B4F" w:rsidRDefault="00256283" w:rsidP="00256283">
      <w:r>
        <w:t>Je répondis que je dormais</w:t>
      </w:r>
      <w:r w:rsidR="00435B4F">
        <w:t>.</w:t>
      </w:r>
    </w:p>
    <w:p w14:paraId="242832F5" w14:textId="77777777" w:rsidR="00435B4F" w:rsidRDefault="00256283" w:rsidP="00256283">
      <w:r>
        <w:t>Alors</w:t>
      </w:r>
      <w:r w:rsidR="00435B4F">
        <w:t xml:space="preserve">, </w:t>
      </w:r>
      <w:r>
        <w:t>elle alluma une cigarette qu</w:t>
      </w:r>
      <w:r w:rsidR="00435B4F">
        <w:t>’</w:t>
      </w:r>
      <w:r>
        <w:t>elle me tendit</w:t>
      </w:r>
      <w:r w:rsidR="00435B4F">
        <w:t xml:space="preserve">, </w:t>
      </w:r>
      <w:r>
        <w:t>puis une pour elle</w:t>
      </w:r>
      <w:r w:rsidR="00435B4F">
        <w:t>.</w:t>
      </w:r>
    </w:p>
    <w:p w14:paraId="3537A604" w14:textId="77777777" w:rsidR="00435B4F" w:rsidRDefault="00435B4F" w:rsidP="00256283">
      <w:r>
        <w:t>— </w:t>
      </w:r>
      <w:r w:rsidR="00256283">
        <w:t>N</w:t>
      </w:r>
      <w:r>
        <w:t>’</w:t>
      </w:r>
      <w:r w:rsidR="00256283">
        <w:t>as-tu jamais pensé</w:t>
      </w:r>
      <w:r>
        <w:t xml:space="preserve">, </w:t>
      </w:r>
      <w:r w:rsidR="00256283">
        <w:t>dit-elle</w:t>
      </w:r>
      <w:r>
        <w:t xml:space="preserve">, </w:t>
      </w:r>
      <w:r w:rsidR="00256283">
        <w:t>à reprendre ton ancienne profession pour quelque temps</w:t>
      </w:r>
      <w:r>
        <w:t xml:space="preserve">… </w:t>
      </w:r>
      <w:r w:rsidR="00256283">
        <w:t>pour te distraire</w:t>
      </w:r>
      <w:r>
        <w:t xml:space="preserve">, </w:t>
      </w:r>
      <w:r w:rsidR="00256283">
        <w:t xml:space="preserve">quand une affaire exceptionnelle comme celle de </w:t>
      </w:r>
      <w:proofErr w:type="spellStart"/>
      <w:r w:rsidR="00256283">
        <w:t>Lindb</w:t>
      </w:r>
      <w:proofErr w:type="spellEnd"/>
      <w:r>
        <w:t>…</w:t>
      </w:r>
    </w:p>
    <w:p w14:paraId="32E8A618" w14:textId="77777777" w:rsidR="00435B4F" w:rsidRDefault="00435B4F" w:rsidP="00256283">
      <w:r>
        <w:t>— </w:t>
      </w:r>
      <w:r w:rsidR="00256283">
        <w:t>Chérie</w:t>
      </w:r>
      <w:r>
        <w:t xml:space="preserve"> ! </w:t>
      </w:r>
      <w:r w:rsidR="00256283">
        <w:t>coupai-je</w:t>
      </w:r>
      <w:r>
        <w:t xml:space="preserve">, </w:t>
      </w:r>
      <w:proofErr w:type="spellStart"/>
      <w:r w:rsidR="00256283">
        <w:t>Wynant</w:t>
      </w:r>
      <w:proofErr w:type="spellEnd"/>
      <w:r w:rsidR="00256283">
        <w:t xml:space="preserve"> l</w:t>
      </w:r>
      <w:r>
        <w:t>’</w:t>
      </w:r>
      <w:r w:rsidR="00256283">
        <w:t>a tuée et la police arrêtera l</w:t>
      </w:r>
      <w:r>
        <w:t>’</w:t>
      </w:r>
      <w:r w:rsidR="00256283">
        <w:t>inventeur sans avoir besoin de mes services</w:t>
      </w:r>
      <w:r>
        <w:t xml:space="preserve">. </w:t>
      </w:r>
      <w:r w:rsidR="00256283">
        <w:t>D</w:t>
      </w:r>
      <w:r>
        <w:t>’</w:t>
      </w:r>
      <w:r w:rsidR="00256283">
        <w:t>autre part</w:t>
      </w:r>
      <w:r>
        <w:t xml:space="preserve">, </w:t>
      </w:r>
      <w:r w:rsidR="00256283">
        <w:t>cette affaire ne m</w:t>
      </w:r>
      <w:r>
        <w:t>’</w:t>
      </w:r>
      <w:r w:rsidR="00256283">
        <w:t>intéresse pas</w:t>
      </w:r>
      <w:r>
        <w:t>.</w:t>
      </w:r>
    </w:p>
    <w:p w14:paraId="2238BADE" w14:textId="77777777" w:rsidR="00435B4F" w:rsidRDefault="00435B4F" w:rsidP="00256283">
      <w:r>
        <w:t>— </w:t>
      </w:r>
      <w:r w:rsidR="00256283">
        <w:t>Ce n</w:t>
      </w:r>
      <w:r>
        <w:t>’</w:t>
      </w:r>
      <w:r w:rsidR="00256283">
        <w:t>est pas ce que je voulais dire</w:t>
      </w:r>
      <w:r>
        <w:t xml:space="preserve">, </w:t>
      </w:r>
      <w:r w:rsidR="00256283">
        <w:t>reprit Nora</w:t>
      </w:r>
      <w:r>
        <w:t>…</w:t>
      </w:r>
    </w:p>
    <w:p w14:paraId="75658972" w14:textId="77777777" w:rsidR="00435B4F" w:rsidRDefault="00435B4F" w:rsidP="00256283">
      <w:r>
        <w:t>— </w:t>
      </w:r>
      <w:r w:rsidR="00256283">
        <w:t>Et puis</w:t>
      </w:r>
      <w:r>
        <w:t xml:space="preserve">, </w:t>
      </w:r>
      <w:r w:rsidR="00256283">
        <w:t>je n</w:t>
      </w:r>
      <w:r>
        <w:t>’</w:t>
      </w:r>
      <w:r w:rsidR="00256283">
        <w:t>ai pas le temps</w:t>
      </w:r>
      <w:r>
        <w:t xml:space="preserve">, </w:t>
      </w:r>
      <w:r w:rsidR="00256283">
        <w:t>j</w:t>
      </w:r>
      <w:r>
        <w:t>’</w:t>
      </w:r>
      <w:r w:rsidR="00256283">
        <w:t>ai trop à faire pour conserver intacte la fortune pour laquelle je t</w:t>
      </w:r>
      <w:r>
        <w:t>’</w:t>
      </w:r>
      <w:r w:rsidR="00256283">
        <w:t>ai épousée</w:t>
      </w:r>
      <w:r>
        <w:t> !</w:t>
      </w:r>
    </w:p>
    <w:p w14:paraId="5356E076" w14:textId="77777777" w:rsidR="00435B4F" w:rsidRDefault="00256283" w:rsidP="00256283">
      <w:r>
        <w:t>Je m</w:t>
      </w:r>
      <w:r w:rsidR="00435B4F">
        <w:t>’</w:t>
      </w:r>
      <w:r>
        <w:t>interrompis pour l</w:t>
      </w:r>
      <w:r w:rsidR="00435B4F">
        <w:t>’</w:t>
      </w:r>
      <w:r>
        <w:t>embrasser en riant</w:t>
      </w:r>
      <w:r w:rsidR="00435B4F">
        <w:t>.</w:t>
      </w:r>
    </w:p>
    <w:p w14:paraId="46EDE70F" w14:textId="77777777" w:rsidR="00435B4F" w:rsidRDefault="00435B4F" w:rsidP="00256283">
      <w:r>
        <w:t>— </w:t>
      </w:r>
      <w:r w:rsidR="00256283">
        <w:t>Ne crois-tu pas qu</w:t>
      </w:r>
      <w:r>
        <w:t>’</w:t>
      </w:r>
      <w:r w:rsidR="00256283">
        <w:t>un whisky nous aiderait à nous endormir</w:t>
      </w:r>
      <w:r>
        <w:t> ?</w:t>
      </w:r>
    </w:p>
    <w:p w14:paraId="2FC5FC46" w14:textId="77777777" w:rsidR="00435B4F" w:rsidRDefault="00435B4F" w:rsidP="00256283">
      <w:r>
        <w:t>— </w:t>
      </w:r>
      <w:r w:rsidR="00256283">
        <w:t>Non</w:t>
      </w:r>
      <w:r>
        <w:t xml:space="preserve">, </w:t>
      </w:r>
      <w:r w:rsidR="00256283">
        <w:t>merci</w:t>
      </w:r>
      <w:r>
        <w:t xml:space="preserve">, </w:t>
      </w:r>
      <w:r w:rsidR="00256283">
        <w:t>pas pour moi</w:t>
      </w:r>
      <w:r>
        <w:t xml:space="preserve">, </w:t>
      </w:r>
      <w:r w:rsidR="00256283">
        <w:t>dit-elle</w:t>
      </w:r>
      <w:r>
        <w:t>.</w:t>
      </w:r>
    </w:p>
    <w:p w14:paraId="596BCA64" w14:textId="77777777" w:rsidR="00435B4F" w:rsidRDefault="00435B4F" w:rsidP="00256283">
      <w:r>
        <w:t>— </w:t>
      </w:r>
      <w:r w:rsidR="00256283">
        <w:t>Je crois que cela me ferait du bien</w:t>
      </w:r>
      <w:r>
        <w:t xml:space="preserve"> ! </w:t>
      </w:r>
      <w:r w:rsidR="00256283">
        <w:t>insistai-je</w:t>
      </w:r>
      <w:r>
        <w:t>.</w:t>
      </w:r>
    </w:p>
    <w:p w14:paraId="17404AAD" w14:textId="77777777" w:rsidR="00435B4F" w:rsidRDefault="00256283" w:rsidP="00256283">
      <w:r>
        <w:t>Quand je revins</w:t>
      </w:r>
      <w:r w:rsidR="00435B4F">
        <w:t xml:space="preserve">, </w:t>
      </w:r>
      <w:r>
        <w:t>rapportant mon verre</w:t>
      </w:r>
      <w:r w:rsidR="00435B4F">
        <w:t xml:space="preserve">, </w:t>
      </w:r>
      <w:r>
        <w:t>Nora</w:t>
      </w:r>
      <w:r w:rsidR="00435B4F">
        <w:t xml:space="preserve">, </w:t>
      </w:r>
      <w:r>
        <w:t>les sourcils froncés</w:t>
      </w:r>
      <w:r w:rsidR="00435B4F">
        <w:t xml:space="preserve">, </w:t>
      </w:r>
      <w:r>
        <w:t>regardait fixement le plafond</w:t>
      </w:r>
      <w:r w:rsidR="00435B4F">
        <w:t>.</w:t>
      </w:r>
    </w:p>
    <w:p w14:paraId="187D9B5A" w14:textId="77777777" w:rsidR="00435B4F" w:rsidRDefault="00435B4F" w:rsidP="00256283">
      <w:r>
        <w:lastRenderedPageBreak/>
        <w:t>— </w:t>
      </w:r>
      <w:r w:rsidR="00256283">
        <w:t>Elle est gentille</w:t>
      </w:r>
      <w:r>
        <w:t xml:space="preserve">, </w:t>
      </w:r>
      <w:r w:rsidR="00256283">
        <w:t>cette petite</w:t>
      </w:r>
      <w:r>
        <w:t xml:space="preserve">, </w:t>
      </w:r>
      <w:r w:rsidR="00256283">
        <w:t>dis-je</w:t>
      </w:r>
      <w:r>
        <w:t xml:space="preserve">, </w:t>
      </w:r>
      <w:r w:rsidR="00256283">
        <w:t xml:space="preserve">mais un peu </w:t>
      </w:r>
      <w:r>
        <w:t>« </w:t>
      </w:r>
      <w:r w:rsidR="00256283">
        <w:t>piquée</w:t>
      </w:r>
      <w:r>
        <w:t xml:space="preserve"> », </w:t>
      </w:r>
      <w:r w:rsidR="00256283">
        <w:t>la vraie fille de son père</w:t>
      </w:r>
      <w:r>
        <w:t xml:space="preserve">. </w:t>
      </w:r>
      <w:r w:rsidR="00256283">
        <w:t>On se demande si ce qu</w:t>
      </w:r>
      <w:r>
        <w:t>’</w:t>
      </w:r>
      <w:r w:rsidR="00256283">
        <w:t>elle dit correspond à ce qu</w:t>
      </w:r>
      <w:r>
        <w:t>’</w:t>
      </w:r>
      <w:r w:rsidR="00256283">
        <w:t>elle pense et combien de ce qu</w:t>
      </w:r>
      <w:r>
        <w:t>’</w:t>
      </w:r>
      <w:r w:rsidR="00256283">
        <w:t>elle pense correspond à la réalité</w:t>
      </w:r>
      <w:r>
        <w:t xml:space="preserve">. </w:t>
      </w:r>
      <w:r w:rsidR="00256283">
        <w:t>Elle me plaît</w:t>
      </w:r>
      <w:r>
        <w:t xml:space="preserve">, </w:t>
      </w:r>
      <w:r w:rsidR="00256283">
        <w:t>cependant</w:t>
      </w:r>
      <w:r>
        <w:t xml:space="preserve">, </w:t>
      </w:r>
      <w:r w:rsidR="00256283">
        <w:t>et</w:t>
      </w:r>
      <w:r>
        <w:t>…</w:t>
      </w:r>
    </w:p>
    <w:p w14:paraId="25BD90A2" w14:textId="77777777" w:rsidR="00435B4F" w:rsidRDefault="00435B4F" w:rsidP="00256283">
      <w:r>
        <w:t>— </w:t>
      </w:r>
      <w:r w:rsidR="00256283">
        <w:t>Elle ne me plaît pas beaucoup</w:t>
      </w:r>
      <w:r>
        <w:t xml:space="preserve">, </w:t>
      </w:r>
      <w:r w:rsidR="00256283">
        <w:t>coupa Nora</w:t>
      </w:r>
      <w:r>
        <w:t xml:space="preserve">, </w:t>
      </w:r>
      <w:r w:rsidR="00256283">
        <w:t>pensive</w:t>
      </w:r>
      <w:r>
        <w:t xml:space="preserve"> ; </w:t>
      </w:r>
      <w:r w:rsidR="00256283">
        <w:t>si le quart de ce qu</w:t>
      </w:r>
      <w:r>
        <w:t>’</w:t>
      </w:r>
      <w:r w:rsidR="00256283">
        <w:t>elle dit est vrai</w:t>
      </w:r>
      <w:r>
        <w:t xml:space="preserve">, </w:t>
      </w:r>
      <w:r w:rsidR="00256283">
        <w:t>c</w:t>
      </w:r>
      <w:r>
        <w:t>’</w:t>
      </w:r>
      <w:r w:rsidR="00256283">
        <w:t>est une petite garce</w:t>
      </w:r>
      <w:r>
        <w:t>.</w:t>
      </w:r>
    </w:p>
    <w:p w14:paraId="74624E85" w14:textId="77777777" w:rsidR="00435B4F" w:rsidRDefault="00435B4F" w:rsidP="00256283">
      <w:r>
        <w:t>— </w:t>
      </w:r>
      <w:r w:rsidR="00256283">
        <w:t>Je ne puis rien pour elle</w:t>
      </w:r>
      <w:r>
        <w:t xml:space="preserve">, </w:t>
      </w:r>
      <w:r w:rsidR="00256283">
        <w:t>en tout cas</w:t>
      </w:r>
      <w:r>
        <w:t xml:space="preserve">, </w:t>
      </w:r>
      <w:r w:rsidR="00256283">
        <w:t>remarquai-je</w:t>
      </w:r>
      <w:r>
        <w:t>.</w:t>
      </w:r>
    </w:p>
    <w:p w14:paraId="7A6B42F1" w14:textId="77777777" w:rsidR="00435B4F" w:rsidRDefault="00435B4F" w:rsidP="00256283">
      <w:r>
        <w:t>— </w:t>
      </w:r>
      <w:r w:rsidR="00256283">
        <w:t>Ce n</w:t>
      </w:r>
      <w:r>
        <w:t>’</w:t>
      </w:r>
      <w:r w:rsidR="00256283">
        <w:t>est pas son avis</w:t>
      </w:r>
      <w:r>
        <w:t>.</w:t>
      </w:r>
    </w:p>
    <w:p w14:paraId="7FF416DA" w14:textId="77777777" w:rsidR="00435B4F" w:rsidRDefault="00435B4F" w:rsidP="00256283">
      <w:r>
        <w:t>— </w:t>
      </w:r>
      <w:r w:rsidR="00256283">
        <w:t>Je sais</w:t>
      </w:r>
      <w:r>
        <w:t xml:space="preserve">, </w:t>
      </w:r>
      <w:r w:rsidR="00256283">
        <w:t>ni le tien</w:t>
      </w:r>
      <w:r>
        <w:t xml:space="preserve"> ; </w:t>
      </w:r>
      <w:r w:rsidR="00256283">
        <w:t>ce qui prouve que</w:t>
      </w:r>
      <w:r>
        <w:t xml:space="preserve">, </w:t>
      </w:r>
      <w:r w:rsidR="00256283">
        <w:t>quoi que l</w:t>
      </w:r>
      <w:r>
        <w:t>’</w:t>
      </w:r>
      <w:r w:rsidR="00256283">
        <w:t>on pense</w:t>
      </w:r>
      <w:r>
        <w:t xml:space="preserve">, </w:t>
      </w:r>
      <w:r w:rsidR="00256283">
        <w:t>on trouve toujours quelqu</w:t>
      </w:r>
      <w:r>
        <w:t>’</w:t>
      </w:r>
      <w:r w:rsidR="00256283">
        <w:t>un qui vous approuve</w:t>
      </w:r>
      <w:r>
        <w:t>.</w:t>
      </w:r>
    </w:p>
    <w:p w14:paraId="521D9A69" w14:textId="77777777" w:rsidR="00435B4F" w:rsidRDefault="00256283" w:rsidP="00256283">
      <w:r>
        <w:t>Nora poussa un soupir</w:t>
      </w:r>
      <w:r w:rsidR="00435B4F">
        <w:t>.</w:t>
      </w:r>
    </w:p>
    <w:p w14:paraId="54B999AA" w14:textId="77777777" w:rsidR="00435B4F" w:rsidRDefault="00435B4F" w:rsidP="00256283">
      <w:r>
        <w:t>— </w:t>
      </w:r>
      <w:r w:rsidR="00256283">
        <w:t>Je voudrais que tu ne fusses pas toujours à moitié saoul</w:t>
      </w:r>
      <w:r>
        <w:t xml:space="preserve"> ! </w:t>
      </w:r>
      <w:r w:rsidR="00256283">
        <w:t>et que je puisse te parler sérieusement</w:t>
      </w:r>
      <w:r>
        <w:t>.</w:t>
      </w:r>
    </w:p>
    <w:p w14:paraId="6F4901B2" w14:textId="77777777" w:rsidR="00435B4F" w:rsidRDefault="00256283" w:rsidP="00256283">
      <w:r>
        <w:t>Elle se pencha pour saisir mon verre et avala une gorgée de whisky and soda</w:t>
      </w:r>
      <w:r w:rsidR="00435B4F">
        <w:t>.</w:t>
      </w:r>
    </w:p>
    <w:p w14:paraId="5ED2FBEE" w14:textId="77777777" w:rsidR="00435B4F" w:rsidRDefault="00435B4F" w:rsidP="00256283">
      <w:r>
        <w:t>— </w:t>
      </w:r>
      <w:r w:rsidR="00256283">
        <w:t>Je veux bien te donner tout de suite ton cadeau de Noël</w:t>
      </w:r>
      <w:r>
        <w:t xml:space="preserve">, </w:t>
      </w:r>
      <w:r w:rsidR="00256283">
        <w:t>dit-elle</w:t>
      </w:r>
      <w:r>
        <w:t xml:space="preserve">…, </w:t>
      </w:r>
      <w:r w:rsidR="00256283">
        <w:t>si tu me donnes le mien</w:t>
      </w:r>
      <w:r>
        <w:t>.</w:t>
      </w:r>
    </w:p>
    <w:p w14:paraId="5F17B373" w14:textId="77777777" w:rsidR="00435B4F" w:rsidRDefault="00256283" w:rsidP="00256283">
      <w:r>
        <w:t>Je secouai négativement la tête</w:t>
      </w:r>
      <w:r w:rsidR="00435B4F">
        <w:t>.</w:t>
      </w:r>
    </w:p>
    <w:p w14:paraId="2B4C2263" w14:textId="77777777" w:rsidR="00435B4F" w:rsidRDefault="00435B4F" w:rsidP="00256283">
      <w:r>
        <w:t>— </w:t>
      </w:r>
      <w:r w:rsidR="00256283">
        <w:t>Non</w:t>
      </w:r>
      <w:r>
        <w:t xml:space="preserve">, </w:t>
      </w:r>
      <w:r w:rsidR="00256283">
        <w:t>demain matin</w:t>
      </w:r>
      <w:r>
        <w:t xml:space="preserve">, </w:t>
      </w:r>
      <w:r w:rsidR="00256283">
        <w:t>à l</w:t>
      </w:r>
      <w:r>
        <w:t>’</w:t>
      </w:r>
      <w:r w:rsidR="00256283">
        <w:t>heure du petit déjeuner</w:t>
      </w:r>
      <w:r>
        <w:t>.</w:t>
      </w:r>
    </w:p>
    <w:p w14:paraId="22D0011D" w14:textId="77777777" w:rsidR="00435B4F" w:rsidRDefault="00435B4F" w:rsidP="00256283">
      <w:r>
        <w:t>— </w:t>
      </w:r>
      <w:r w:rsidR="00256283">
        <w:t>Mais c</w:t>
      </w:r>
      <w:r>
        <w:t>’</w:t>
      </w:r>
      <w:r w:rsidR="00256283">
        <w:t>est déjà Noël</w:t>
      </w:r>
      <w:r>
        <w:t xml:space="preserve">, </w:t>
      </w:r>
      <w:r w:rsidR="00256283">
        <w:t>protesta-t-elle</w:t>
      </w:r>
      <w:r>
        <w:t>.</w:t>
      </w:r>
    </w:p>
    <w:p w14:paraId="20C78483" w14:textId="77777777" w:rsidR="00435B4F" w:rsidRDefault="00435B4F" w:rsidP="00256283">
      <w:r>
        <w:t>— </w:t>
      </w:r>
      <w:r w:rsidR="00256283">
        <w:t>Au petit déjeuner</w:t>
      </w:r>
      <w:r>
        <w:t> !</w:t>
      </w:r>
    </w:p>
    <w:p w14:paraId="21335A4D" w14:textId="77777777" w:rsidR="00435B4F" w:rsidRDefault="00435B4F" w:rsidP="00256283">
      <w:r>
        <w:t>— </w:t>
      </w:r>
      <w:r w:rsidR="00256283">
        <w:t>Zut</w:t>
      </w:r>
      <w:r>
        <w:t xml:space="preserve"> ! </w:t>
      </w:r>
      <w:r w:rsidR="00256283">
        <w:t>fit-elle</w:t>
      </w:r>
      <w:r>
        <w:t xml:space="preserve">, </w:t>
      </w:r>
      <w:r w:rsidR="00256283">
        <w:t>quoi que tu me donnes</w:t>
      </w:r>
      <w:r>
        <w:t xml:space="preserve">, </w:t>
      </w:r>
      <w:r w:rsidR="00256283">
        <w:t>j</w:t>
      </w:r>
      <w:r>
        <w:t>’</w:t>
      </w:r>
      <w:r w:rsidR="00256283">
        <w:t>espère que ça ne me plaira pas</w:t>
      </w:r>
      <w:r>
        <w:t> !</w:t>
      </w:r>
    </w:p>
    <w:p w14:paraId="4A1C051A" w14:textId="77777777" w:rsidR="00435B4F" w:rsidRDefault="00435B4F" w:rsidP="00256283">
      <w:r>
        <w:lastRenderedPageBreak/>
        <w:t>— </w:t>
      </w:r>
      <w:r w:rsidR="00256283">
        <w:t>À ton aise</w:t>
      </w:r>
      <w:r>
        <w:t xml:space="preserve">, </w:t>
      </w:r>
      <w:r w:rsidR="00256283">
        <w:t xml:space="preserve">mais tu devras </w:t>
      </w:r>
      <w:r>
        <w:t>« </w:t>
      </w:r>
      <w:r w:rsidR="00256283">
        <w:t>les</w:t>
      </w:r>
      <w:r>
        <w:t> »</w:t>
      </w:r>
      <w:r w:rsidR="00256283">
        <w:t xml:space="preserve"> garder</w:t>
      </w:r>
      <w:r>
        <w:t xml:space="preserve">, </w:t>
      </w:r>
      <w:r w:rsidR="00256283">
        <w:t>car l</w:t>
      </w:r>
      <w:r>
        <w:t>’</w:t>
      </w:r>
      <w:r w:rsidR="00256283">
        <w:t>homme de l</w:t>
      </w:r>
      <w:r>
        <w:t>’</w:t>
      </w:r>
      <w:r w:rsidR="00256283">
        <w:t>Aquarium m</w:t>
      </w:r>
      <w:r>
        <w:t>’</w:t>
      </w:r>
      <w:r w:rsidR="00256283">
        <w:t>a bien expliqué qu</w:t>
      </w:r>
      <w:r>
        <w:t>’</w:t>
      </w:r>
      <w:r w:rsidR="00256283">
        <w:t xml:space="preserve">il ne </w:t>
      </w:r>
      <w:r>
        <w:t>« </w:t>
      </w:r>
      <w:r w:rsidR="00256283">
        <w:t>les</w:t>
      </w:r>
      <w:r>
        <w:t> »</w:t>
      </w:r>
      <w:r w:rsidR="00256283">
        <w:t xml:space="preserve"> reprendrait pas</w:t>
      </w:r>
      <w:r>
        <w:t>…</w:t>
      </w:r>
    </w:p>
    <w:p w14:paraId="2FFC9B13" w14:textId="77777777" w:rsidR="00435B4F" w:rsidRDefault="00435B4F" w:rsidP="00256283">
      <w:r>
        <w:t>— </w:t>
      </w:r>
      <w:r w:rsidR="00256283">
        <w:t>Tout de même</w:t>
      </w:r>
      <w:r>
        <w:t xml:space="preserve"> ! </w:t>
      </w:r>
      <w:r w:rsidR="00256283">
        <w:t>murmura-t-elle</w:t>
      </w:r>
      <w:r>
        <w:t xml:space="preserve">, </w:t>
      </w:r>
      <w:r w:rsidR="00256283">
        <w:t>cela te serait si facile de l</w:t>
      </w:r>
      <w:r>
        <w:t>’</w:t>
      </w:r>
      <w:r w:rsidR="00256283">
        <w:t>aider</w:t>
      </w:r>
      <w:r>
        <w:t xml:space="preserve">. </w:t>
      </w:r>
      <w:r w:rsidR="00256283">
        <w:t>Elle a une si grande confiance en toi</w:t>
      </w:r>
      <w:r>
        <w:t> !</w:t>
      </w:r>
    </w:p>
    <w:p w14:paraId="08D5FF92" w14:textId="77777777" w:rsidR="00435B4F" w:rsidRDefault="00435B4F" w:rsidP="00256283">
      <w:r>
        <w:t>— </w:t>
      </w:r>
      <w:r w:rsidR="00256283">
        <w:t>Tout le monde a confiance dans la sagesse des Grecs</w:t>
      </w:r>
      <w:r>
        <w:t> !</w:t>
      </w:r>
    </w:p>
    <w:p w14:paraId="14BA4B73" w14:textId="77777777" w:rsidR="00435B4F" w:rsidRDefault="00435B4F" w:rsidP="00256283">
      <w:r>
        <w:t>— </w:t>
      </w:r>
      <w:r w:rsidR="00256283">
        <w:t>Quoi</w:t>
      </w:r>
      <w:r>
        <w:t> ?</w:t>
      </w:r>
    </w:p>
    <w:p w14:paraId="49ED3239" w14:textId="77777777" w:rsidR="00435B4F" w:rsidRDefault="00435B4F" w:rsidP="00256283">
      <w:r>
        <w:t>— </w:t>
      </w:r>
      <w:r w:rsidR="00256283">
        <w:t>Tu te mêles toujours de choses qui ne te regardent pas</w:t>
      </w:r>
      <w:r>
        <w:t>.</w:t>
      </w:r>
    </w:p>
    <w:p w14:paraId="2BAC9E6F" w14:textId="77777777" w:rsidR="00435B4F" w:rsidRDefault="00435B4F" w:rsidP="00256283">
      <w:r>
        <w:t>— </w:t>
      </w:r>
      <w:r w:rsidR="00256283">
        <w:t>Je voudrais seulement que tu me dises si sa femme savait que la secrétaire était sa maîtresse</w:t>
      </w:r>
      <w:r>
        <w:t>.</w:t>
      </w:r>
    </w:p>
    <w:p w14:paraId="1846C71E" w14:textId="77777777" w:rsidR="00435B4F" w:rsidRDefault="00435B4F" w:rsidP="00256283">
      <w:r>
        <w:t>— </w:t>
      </w:r>
      <w:r w:rsidR="00256283">
        <w:t>Je n</w:t>
      </w:r>
      <w:r>
        <w:t>’</w:t>
      </w:r>
      <w:r w:rsidR="00256283">
        <w:t>en sais rien</w:t>
      </w:r>
      <w:r>
        <w:t xml:space="preserve">. </w:t>
      </w:r>
      <w:r w:rsidR="00256283">
        <w:t>Mimi détestait Miss Wolf</w:t>
      </w:r>
      <w:r>
        <w:t>.</w:t>
      </w:r>
    </w:p>
    <w:p w14:paraId="6E51859D" w14:textId="77777777" w:rsidR="00435B4F" w:rsidRDefault="00435B4F" w:rsidP="00256283">
      <w:r>
        <w:t>— </w:t>
      </w:r>
      <w:r w:rsidR="00256283">
        <w:t>Comment est-elle</w:t>
      </w:r>
      <w:r>
        <w:t xml:space="preserve">, </w:t>
      </w:r>
      <w:r w:rsidR="00256283">
        <w:t>Mimi</w:t>
      </w:r>
      <w:r>
        <w:t> ?</w:t>
      </w:r>
    </w:p>
    <w:p w14:paraId="487FCF52" w14:textId="77777777" w:rsidR="00435B4F" w:rsidRDefault="00435B4F" w:rsidP="00256283">
      <w:r>
        <w:t>— </w:t>
      </w:r>
      <w:r w:rsidR="00256283">
        <w:t>Une femme</w:t>
      </w:r>
      <w:r>
        <w:t> !</w:t>
      </w:r>
    </w:p>
    <w:p w14:paraId="6A415D38" w14:textId="77777777" w:rsidR="00435B4F" w:rsidRDefault="00435B4F" w:rsidP="00256283">
      <w:r>
        <w:t>— </w:t>
      </w:r>
      <w:r w:rsidR="00256283">
        <w:t>Jolie</w:t>
      </w:r>
      <w:r>
        <w:t> ?</w:t>
      </w:r>
    </w:p>
    <w:p w14:paraId="68A224C7" w14:textId="77777777" w:rsidR="00435B4F" w:rsidRDefault="00435B4F" w:rsidP="00256283">
      <w:r>
        <w:t>— </w:t>
      </w:r>
      <w:r w:rsidR="00256283">
        <w:t>Elle a été très jolie</w:t>
      </w:r>
      <w:r>
        <w:t>.</w:t>
      </w:r>
    </w:p>
    <w:p w14:paraId="2F69D4AA" w14:textId="77777777" w:rsidR="00435B4F" w:rsidRDefault="00435B4F" w:rsidP="00256283">
      <w:r>
        <w:t>— </w:t>
      </w:r>
      <w:r w:rsidR="00256283">
        <w:t>Quel âge</w:t>
      </w:r>
      <w:r>
        <w:t> ?</w:t>
      </w:r>
    </w:p>
    <w:p w14:paraId="0A104697" w14:textId="77777777" w:rsidR="00435B4F" w:rsidRDefault="00435B4F" w:rsidP="00256283">
      <w:r>
        <w:t>— </w:t>
      </w:r>
      <w:r w:rsidR="00256283">
        <w:t>Quarante</w:t>
      </w:r>
      <w:r>
        <w:t xml:space="preserve">, </w:t>
      </w:r>
      <w:r w:rsidR="00256283">
        <w:t>quarante-deux</w:t>
      </w:r>
      <w:r>
        <w:t xml:space="preserve">, </w:t>
      </w:r>
      <w:r w:rsidR="00256283">
        <w:t>mais laissons cela</w:t>
      </w:r>
      <w:r>
        <w:t xml:space="preserve">, </w:t>
      </w:r>
      <w:r w:rsidR="00256283">
        <w:t>Nora</w:t>
      </w:r>
      <w:r>
        <w:t xml:space="preserve">. </w:t>
      </w:r>
      <w:r w:rsidR="00256283">
        <w:t xml:space="preserve">Occupons-nous de nos affaires et que les </w:t>
      </w:r>
      <w:proofErr w:type="spellStart"/>
      <w:r w:rsidR="00256283">
        <w:t>Wynant</w:t>
      </w:r>
      <w:proofErr w:type="spellEnd"/>
      <w:r w:rsidR="00256283">
        <w:t xml:space="preserve"> se débrouillent</w:t>
      </w:r>
      <w:r>
        <w:t>.</w:t>
      </w:r>
    </w:p>
    <w:p w14:paraId="2D70D79D" w14:textId="77777777" w:rsidR="00435B4F" w:rsidRDefault="00256283" w:rsidP="00256283">
      <w:r>
        <w:t>Elle bouda pendant quelques secondes</w:t>
      </w:r>
      <w:r w:rsidR="00435B4F">
        <w:t>.</w:t>
      </w:r>
    </w:p>
    <w:p w14:paraId="5D0C63D2" w14:textId="77777777" w:rsidR="00435B4F" w:rsidRDefault="00435B4F" w:rsidP="00256283">
      <w:r>
        <w:t>— </w:t>
      </w:r>
      <w:r w:rsidR="00256283">
        <w:t>Je crois</w:t>
      </w:r>
      <w:r>
        <w:t xml:space="preserve">, </w:t>
      </w:r>
      <w:r w:rsidR="00256283">
        <w:t>dit-elle enfin</w:t>
      </w:r>
      <w:r>
        <w:t xml:space="preserve">, </w:t>
      </w:r>
      <w:r w:rsidR="00256283">
        <w:t>qu</w:t>
      </w:r>
      <w:r>
        <w:t>’</w:t>
      </w:r>
      <w:r w:rsidR="00256283">
        <w:t>un whisky me ferait du bien</w:t>
      </w:r>
      <w:r>
        <w:t>.</w:t>
      </w:r>
    </w:p>
    <w:p w14:paraId="3F5E5B90" w14:textId="77777777" w:rsidR="00435B4F" w:rsidRDefault="00256283" w:rsidP="00256283">
      <w:r>
        <w:t>Je me levai</w:t>
      </w:r>
      <w:r w:rsidR="00435B4F">
        <w:t xml:space="preserve">. </w:t>
      </w:r>
      <w:r>
        <w:t>Quand je rentrai dans la chambre</w:t>
      </w:r>
      <w:r w:rsidR="00435B4F">
        <w:t xml:space="preserve">, </w:t>
      </w:r>
      <w:r>
        <w:t>la sonnerie du téléphone vibrait</w:t>
      </w:r>
      <w:r w:rsidR="00435B4F">
        <w:t xml:space="preserve">. </w:t>
      </w:r>
      <w:r>
        <w:t>Je regardai ma montre sur la table de nuit</w:t>
      </w:r>
      <w:r w:rsidR="00435B4F">
        <w:t xml:space="preserve"> : </w:t>
      </w:r>
      <w:r>
        <w:t>il était cinq heures du matin</w:t>
      </w:r>
      <w:r w:rsidR="00435B4F">
        <w:t>.</w:t>
      </w:r>
    </w:p>
    <w:p w14:paraId="21EB68D9" w14:textId="77777777" w:rsidR="00435B4F" w:rsidRDefault="00256283" w:rsidP="00256283">
      <w:r>
        <w:lastRenderedPageBreak/>
        <w:t>Nora avait pris le récepteur</w:t>
      </w:r>
      <w:r w:rsidR="00435B4F">
        <w:t> :</w:t>
      </w:r>
    </w:p>
    <w:p w14:paraId="5F2215E3" w14:textId="77777777" w:rsidR="00435B4F" w:rsidRDefault="00435B4F" w:rsidP="00256283">
      <w:r>
        <w:t>— </w:t>
      </w:r>
      <w:r w:rsidR="00256283">
        <w:t>Allo</w:t>
      </w:r>
      <w:r>
        <w:t xml:space="preserve">, </w:t>
      </w:r>
      <w:r w:rsidR="00256283">
        <w:t>oui</w:t>
      </w:r>
      <w:r>
        <w:t> !</w:t>
      </w:r>
    </w:p>
    <w:p w14:paraId="39AE8320" w14:textId="77777777" w:rsidR="00435B4F" w:rsidRDefault="00256283" w:rsidP="00256283">
      <w:r>
        <w:t>Elle me jeta un regard de côté</w:t>
      </w:r>
      <w:r w:rsidR="00435B4F">
        <w:t xml:space="preserve">. </w:t>
      </w:r>
      <w:r>
        <w:t>Je fis non de la tête</w:t>
      </w:r>
      <w:r w:rsidR="00435B4F">
        <w:t>.</w:t>
      </w:r>
    </w:p>
    <w:p w14:paraId="76E93E69" w14:textId="77777777" w:rsidR="00435B4F" w:rsidRDefault="00435B4F" w:rsidP="00256283">
      <w:r>
        <w:t>— </w:t>
      </w:r>
      <w:r w:rsidR="00256283">
        <w:t>Oui</w:t>
      </w:r>
      <w:r>
        <w:t xml:space="preserve">… </w:t>
      </w:r>
      <w:r w:rsidR="00256283">
        <w:t>mais certainement</w:t>
      </w:r>
      <w:r>
        <w:t xml:space="preserve">… </w:t>
      </w:r>
      <w:r w:rsidR="00256283">
        <w:t>oui</w:t>
      </w:r>
      <w:r>
        <w:t xml:space="preserve">… </w:t>
      </w:r>
      <w:r w:rsidR="00256283">
        <w:t>certainement</w:t>
      </w:r>
      <w:r>
        <w:t>.</w:t>
      </w:r>
    </w:p>
    <w:p w14:paraId="6D0C2F8A" w14:textId="77777777" w:rsidR="00435B4F" w:rsidRDefault="00256283" w:rsidP="00256283">
      <w:r>
        <w:t>Elle posa l</w:t>
      </w:r>
      <w:r w:rsidR="00435B4F">
        <w:t>’</w:t>
      </w:r>
      <w:r>
        <w:t>écouteur et me regarda en souriant</w:t>
      </w:r>
      <w:r w:rsidR="00435B4F">
        <w:t>.</w:t>
      </w:r>
    </w:p>
    <w:p w14:paraId="0788A278" w14:textId="77777777" w:rsidR="00435B4F" w:rsidRDefault="00435B4F" w:rsidP="00256283">
      <w:r>
        <w:t>— </w:t>
      </w:r>
      <w:r w:rsidR="00256283">
        <w:t>Qu</w:t>
      </w:r>
      <w:r>
        <w:t>’</w:t>
      </w:r>
      <w:r w:rsidR="00256283">
        <w:t>est-ce qu</w:t>
      </w:r>
      <w:r>
        <w:t>’</w:t>
      </w:r>
      <w:r w:rsidR="00256283">
        <w:t>il y a encore</w:t>
      </w:r>
      <w:r>
        <w:t xml:space="preserve"> ? </w:t>
      </w:r>
      <w:r w:rsidR="00256283">
        <w:t>demandai-je</w:t>
      </w:r>
      <w:r>
        <w:t>.</w:t>
      </w:r>
    </w:p>
    <w:p w14:paraId="1FCD8746" w14:textId="77777777" w:rsidR="00435B4F" w:rsidRDefault="00435B4F" w:rsidP="00256283">
      <w:r>
        <w:t>— </w:t>
      </w:r>
      <w:r w:rsidR="00256283">
        <w:t>Dorothy</w:t>
      </w:r>
      <w:r>
        <w:t xml:space="preserve">. </w:t>
      </w:r>
      <w:r w:rsidR="00256283">
        <w:t>Elle vient</w:t>
      </w:r>
      <w:r>
        <w:t xml:space="preserve">. </w:t>
      </w:r>
      <w:r w:rsidR="00256283">
        <w:t>Elle paraît bien saoule</w:t>
      </w:r>
      <w:r>
        <w:t> !</w:t>
      </w:r>
    </w:p>
    <w:p w14:paraId="2ACB4C51" w14:textId="77777777" w:rsidR="00435B4F" w:rsidRDefault="00435B4F" w:rsidP="00256283">
      <w:r>
        <w:t>— </w:t>
      </w:r>
      <w:r w:rsidR="00256283">
        <w:t>Bravo</w:t>
      </w:r>
      <w:r>
        <w:t xml:space="preserve"> ! </w:t>
      </w:r>
      <w:r w:rsidR="00256283">
        <w:t>dis-je d</w:t>
      </w:r>
      <w:r>
        <w:t>’</w:t>
      </w:r>
      <w:r w:rsidR="00256283">
        <w:t>un air dégoûté</w:t>
      </w:r>
      <w:r>
        <w:t xml:space="preserve">, </w:t>
      </w:r>
      <w:r w:rsidR="00256283">
        <w:t>prenant une robe de chambre sur une chaise</w:t>
      </w:r>
      <w:r>
        <w:t xml:space="preserve"> ; </w:t>
      </w:r>
      <w:r w:rsidR="00256283">
        <w:t>je craignais d</w:t>
      </w:r>
      <w:r>
        <w:t>’</w:t>
      </w:r>
      <w:r w:rsidR="00256283">
        <w:t>être forcé de m</w:t>
      </w:r>
      <w:r>
        <w:t>’</w:t>
      </w:r>
      <w:r w:rsidR="00256283">
        <w:t>endormir</w:t>
      </w:r>
      <w:r>
        <w:t> !</w:t>
      </w:r>
    </w:p>
    <w:p w14:paraId="543B88A1" w14:textId="77777777" w:rsidR="00435B4F" w:rsidRDefault="00256283" w:rsidP="00256283">
      <w:r>
        <w:t>À plat-ventre sur le lit</w:t>
      </w:r>
      <w:r w:rsidR="00435B4F">
        <w:t xml:space="preserve">, </w:t>
      </w:r>
      <w:r>
        <w:t>Nora</w:t>
      </w:r>
      <w:r w:rsidR="00435B4F">
        <w:t xml:space="preserve">, </w:t>
      </w:r>
      <w:r>
        <w:t>penchée</w:t>
      </w:r>
      <w:r w:rsidR="00435B4F">
        <w:t xml:space="preserve">, </w:t>
      </w:r>
      <w:r>
        <w:t>cherchait ses mules</w:t>
      </w:r>
      <w:r w:rsidR="00435B4F">
        <w:t xml:space="preserve">. </w:t>
      </w:r>
      <w:r>
        <w:t>Puis elle se leva</w:t>
      </w:r>
      <w:r w:rsidR="00435B4F">
        <w:t>.</w:t>
      </w:r>
    </w:p>
    <w:p w14:paraId="0AF57417" w14:textId="77777777" w:rsidR="00435B4F" w:rsidRDefault="00435B4F" w:rsidP="00256283">
      <w:r>
        <w:t>— </w:t>
      </w:r>
      <w:r w:rsidR="00256283">
        <w:t>Est-ce qu</w:t>
      </w:r>
      <w:r>
        <w:t>’</w:t>
      </w:r>
      <w:r w:rsidR="00256283">
        <w:t>elle a aussi peur de sa mère qu</w:t>
      </w:r>
      <w:r>
        <w:t>’</w:t>
      </w:r>
      <w:r w:rsidR="00256283">
        <w:t>elle veut bien le dire</w:t>
      </w:r>
      <w:r>
        <w:t xml:space="preserve"> ? </w:t>
      </w:r>
      <w:r w:rsidR="00256283">
        <w:t>demanda-t-elle</w:t>
      </w:r>
      <w:r>
        <w:t>.</w:t>
      </w:r>
    </w:p>
    <w:p w14:paraId="0573438B" w14:textId="77777777" w:rsidR="00435B4F" w:rsidRDefault="00435B4F" w:rsidP="00256283">
      <w:r>
        <w:t>— </w:t>
      </w:r>
      <w:r w:rsidR="00256283">
        <w:t>Comme je la comprends</w:t>
      </w:r>
      <w:r>
        <w:t xml:space="preserve"> ! </w:t>
      </w:r>
      <w:r w:rsidR="00256283">
        <w:t>répondis-je</w:t>
      </w:r>
      <w:r>
        <w:t xml:space="preserve"> : </w:t>
      </w:r>
      <w:r w:rsidR="00256283">
        <w:t>Mimi est un poison</w:t>
      </w:r>
      <w:r>
        <w:t> !</w:t>
      </w:r>
    </w:p>
    <w:p w14:paraId="31F2CCEA" w14:textId="77777777" w:rsidR="00435B4F" w:rsidRDefault="00256283" w:rsidP="00256283">
      <w:r>
        <w:t>Nora me regarda</w:t>
      </w:r>
      <w:r w:rsidR="00435B4F">
        <w:t xml:space="preserve">, </w:t>
      </w:r>
      <w:r>
        <w:t>les sourcils froncés</w:t>
      </w:r>
      <w:r w:rsidR="00435B4F">
        <w:t xml:space="preserve">, </w:t>
      </w:r>
      <w:r>
        <w:t>puis dit</w:t>
      </w:r>
      <w:r w:rsidR="00435B4F">
        <w:t xml:space="preserve">, </w:t>
      </w:r>
      <w:r>
        <w:t>lentement</w:t>
      </w:r>
      <w:r w:rsidR="00435B4F">
        <w:t> :</w:t>
      </w:r>
    </w:p>
    <w:p w14:paraId="4AAC074C" w14:textId="77777777" w:rsidR="00435B4F" w:rsidRDefault="00435B4F" w:rsidP="00256283">
      <w:r>
        <w:t>— </w:t>
      </w:r>
      <w:r w:rsidR="00256283">
        <w:t>Toi</w:t>
      </w:r>
      <w:r>
        <w:t xml:space="preserve">, </w:t>
      </w:r>
      <w:r w:rsidR="00256283">
        <w:t>tu me caches quelque chose</w:t>
      </w:r>
      <w:r>
        <w:t> !</w:t>
      </w:r>
    </w:p>
    <w:p w14:paraId="44A0C3BA" w14:textId="77777777" w:rsidR="00435B4F" w:rsidRDefault="00435B4F" w:rsidP="00256283">
      <w:r>
        <w:t>— </w:t>
      </w:r>
      <w:r w:rsidR="00256283">
        <w:t>Allons</w:t>
      </w:r>
      <w:r>
        <w:t xml:space="preserve">, </w:t>
      </w:r>
      <w:r w:rsidR="00256283">
        <w:t>puisqu</w:t>
      </w:r>
      <w:r>
        <w:t>’</w:t>
      </w:r>
      <w:r w:rsidR="00256283">
        <w:t>il faut tout te raconter</w:t>
      </w:r>
      <w:r>
        <w:t xml:space="preserve">, </w:t>
      </w:r>
      <w:r w:rsidR="00256283">
        <w:t>dis-je</w:t>
      </w:r>
      <w:r>
        <w:t xml:space="preserve">, </w:t>
      </w:r>
      <w:r w:rsidR="00256283">
        <w:t>excédé</w:t>
      </w:r>
      <w:r>
        <w:t xml:space="preserve">, </w:t>
      </w:r>
      <w:r w:rsidR="00256283">
        <w:t>voici la vérité</w:t>
      </w:r>
      <w:r>
        <w:t xml:space="preserve">. </w:t>
      </w:r>
      <w:r w:rsidR="00256283">
        <w:t>Dorothy est ma fille</w:t>
      </w:r>
      <w:r>
        <w:t xml:space="preserve">. </w:t>
      </w:r>
      <w:r w:rsidR="00256283">
        <w:t>Je ne savais pas ce que je faisais ce soir-là</w:t>
      </w:r>
      <w:r>
        <w:t xml:space="preserve">, </w:t>
      </w:r>
      <w:r w:rsidR="00256283">
        <w:t>Nora</w:t>
      </w:r>
      <w:r>
        <w:t xml:space="preserve">. </w:t>
      </w:r>
      <w:r w:rsidR="00256283">
        <w:t>C</w:t>
      </w:r>
      <w:r>
        <w:t>’</w:t>
      </w:r>
      <w:r w:rsidR="00256283">
        <w:t>était le printemps</w:t>
      </w:r>
      <w:r>
        <w:t xml:space="preserve">… </w:t>
      </w:r>
      <w:r w:rsidR="00256283">
        <w:t>Venise</w:t>
      </w:r>
      <w:r>
        <w:t xml:space="preserve">… </w:t>
      </w:r>
      <w:r w:rsidR="00256283">
        <w:t>j</w:t>
      </w:r>
      <w:r>
        <w:t>’</w:t>
      </w:r>
      <w:r w:rsidR="00256283">
        <w:t>étais jeune</w:t>
      </w:r>
      <w:r>
        <w:t xml:space="preserve">… </w:t>
      </w:r>
      <w:r w:rsidR="00256283">
        <w:t>le clair de lune</w:t>
      </w:r>
      <w:r>
        <w:t>…</w:t>
      </w:r>
    </w:p>
    <w:p w14:paraId="66819D98" w14:textId="77777777" w:rsidR="00435B4F" w:rsidRDefault="00435B4F" w:rsidP="00256283">
      <w:r>
        <w:t>— </w:t>
      </w:r>
      <w:r w:rsidR="00256283">
        <w:t>Ça va</w:t>
      </w:r>
      <w:r>
        <w:t xml:space="preserve">, </w:t>
      </w:r>
      <w:r w:rsidR="00256283">
        <w:t>ne cherche pas à te rendre intéressant</w:t>
      </w:r>
      <w:r>
        <w:t xml:space="preserve">. </w:t>
      </w:r>
      <w:r w:rsidR="00256283">
        <w:t>Tu n</w:t>
      </w:r>
      <w:r>
        <w:t>’</w:t>
      </w:r>
      <w:r w:rsidR="00256283">
        <w:t>as pas faim</w:t>
      </w:r>
      <w:r>
        <w:t> ?</w:t>
      </w:r>
    </w:p>
    <w:p w14:paraId="1587C70F" w14:textId="77777777" w:rsidR="00435B4F" w:rsidRDefault="00435B4F" w:rsidP="00256283">
      <w:r>
        <w:lastRenderedPageBreak/>
        <w:t>— </w:t>
      </w:r>
      <w:r w:rsidR="00256283">
        <w:t>Si</w:t>
      </w:r>
      <w:r>
        <w:t xml:space="preserve">, </w:t>
      </w:r>
      <w:r w:rsidR="00256283">
        <w:t>et il y a dans le building un restaurant ouvert toute la nuit</w:t>
      </w:r>
      <w:r>
        <w:t xml:space="preserve">. </w:t>
      </w:r>
      <w:r w:rsidR="00256283">
        <w:t>Que veux-tu</w:t>
      </w:r>
      <w:r>
        <w:t> ?</w:t>
      </w:r>
    </w:p>
    <w:p w14:paraId="14EC4113" w14:textId="77777777" w:rsidR="00435B4F" w:rsidRDefault="00435B4F" w:rsidP="00256283">
      <w:r>
        <w:t>— </w:t>
      </w:r>
      <w:r w:rsidR="00256283">
        <w:t>Des sandwiches au filet de bœuf et du café</w:t>
      </w:r>
      <w:r>
        <w:t>.</w:t>
      </w:r>
    </w:p>
    <w:p w14:paraId="46893956" w14:textId="77777777" w:rsidR="00435B4F" w:rsidRDefault="00256283" w:rsidP="00256283">
      <w:r>
        <w:t>Dorothy arriva quand je téléphonais</w:t>
      </w:r>
      <w:r w:rsidR="00435B4F">
        <w:t xml:space="preserve">. </w:t>
      </w:r>
      <w:r>
        <w:t>Je la trouvai dans le salon</w:t>
      </w:r>
      <w:r w:rsidR="00435B4F">
        <w:t xml:space="preserve">. </w:t>
      </w:r>
      <w:r>
        <w:t>Elle se tenait difficilement debout</w:t>
      </w:r>
      <w:r w:rsidR="00435B4F">
        <w:t>.</w:t>
      </w:r>
    </w:p>
    <w:p w14:paraId="1969845E" w14:textId="77777777" w:rsidR="00435B4F" w:rsidRDefault="00435B4F" w:rsidP="00256283">
      <w:r>
        <w:t>— </w:t>
      </w:r>
      <w:r w:rsidR="00256283">
        <w:t>Pardonnez-moi</w:t>
      </w:r>
      <w:r>
        <w:t xml:space="preserve">, </w:t>
      </w:r>
      <w:r w:rsidR="00256283">
        <w:t>Nick</w:t>
      </w:r>
      <w:r>
        <w:t xml:space="preserve">, </w:t>
      </w:r>
      <w:r w:rsidR="00256283">
        <w:t>dit-elle</w:t>
      </w:r>
      <w:r>
        <w:t xml:space="preserve">, </w:t>
      </w:r>
      <w:r w:rsidR="00256283">
        <w:t>je vous rase</w:t>
      </w:r>
      <w:r>
        <w:t xml:space="preserve">, </w:t>
      </w:r>
      <w:r w:rsidR="00256283">
        <w:t>je le sais bien</w:t>
      </w:r>
      <w:r>
        <w:t xml:space="preserve">, </w:t>
      </w:r>
      <w:r w:rsidR="00256283">
        <w:t>mais je ne puis retourner à la maison dans cet état</w:t>
      </w:r>
      <w:r>
        <w:t xml:space="preserve">. </w:t>
      </w:r>
      <w:r w:rsidR="00256283">
        <w:t>J</w:t>
      </w:r>
      <w:r>
        <w:t>’</w:t>
      </w:r>
      <w:r w:rsidR="00256283">
        <w:t>ai peur</w:t>
      </w:r>
      <w:r>
        <w:t xml:space="preserve"> ! </w:t>
      </w:r>
      <w:r w:rsidR="00256283">
        <w:t>Ne m</w:t>
      </w:r>
      <w:r>
        <w:t>’</w:t>
      </w:r>
      <w:r w:rsidR="00256283">
        <w:t>obligez pas à rentrer</w:t>
      </w:r>
      <w:r>
        <w:t> !</w:t>
      </w:r>
    </w:p>
    <w:p w14:paraId="0007C1C0" w14:textId="77777777" w:rsidR="00435B4F" w:rsidRDefault="00256283" w:rsidP="00256283">
      <w:r>
        <w:t>Elle était abominablement ivre</w:t>
      </w:r>
      <w:r w:rsidR="00435B4F">
        <w:t xml:space="preserve">. </w:t>
      </w:r>
      <w:proofErr w:type="spellStart"/>
      <w:r>
        <w:t>Asta</w:t>
      </w:r>
      <w:proofErr w:type="spellEnd"/>
      <w:r w:rsidR="00435B4F">
        <w:t xml:space="preserve">, </w:t>
      </w:r>
      <w:r>
        <w:t>inquiète</w:t>
      </w:r>
      <w:r w:rsidR="00435B4F">
        <w:t xml:space="preserve">, </w:t>
      </w:r>
      <w:r>
        <w:t>reniflait ses chevilles</w:t>
      </w:r>
      <w:r w:rsidR="00435B4F">
        <w:t>.</w:t>
      </w:r>
    </w:p>
    <w:p w14:paraId="44A08DAF" w14:textId="77777777" w:rsidR="00435B4F" w:rsidRDefault="00435B4F" w:rsidP="00256283">
      <w:r>
        <w:t>— </w:t>
      </w:r>
      <w:r w:rsidR="00256283">
        <w:t>Bon</w:t>
      </w:r>
      <w:r>
        <w:t xml:space="preserve"> ! </w:t>
      </w:r>
      <w:r w:rsidR="00256283">
        <w:t>dis-je</w:t>
      </w:r>
      <w:r>
        <w:t xml:space="preserve">, </w:t>
      </w:r>
      <w:r w:rsidR="00256283">
        <w:t>vous allez rester ici</w:t>
      </w:r>
      <w:r>
        <w:t xml:space="preserve">. </w:t>
      </w:r>
      <w:r w:rsidR="00256283">
        <w:t>Asseyez-vous</w:t>
      </w:r>
      <w:r>
        <w:t xml:space="preserve">. </w:t>
      </w:r>
      <w:r w:rsidR="00256283">
        <w:t>On va nous monter du café</w:t>
      </w:r>
      <w:r>
        <w:t xml:space="preserve">. </w:t>
      </w:r>
      <w:r w:rsidR="00256283">
        <w:t>Où avez-vous ramassé cette magnifique cuite</w:t>
      </w:r>
      <w:r>
        <w:t> ?</w:t>
      </w:r>
    </w:p>
    <w:p w14:paraId="5E684F7C" w14:textId="77777777" w:rsidR="00435B4F" w:rsidRDefault="00256283" w:rsidP="00256283">
      <w:r>
        <w:t>Elle s</w:t>
      </w:r>
      <w:r w:rsidR="00435B4F">
        <w:t>’</w:t>
      </w:r>
      <w:r>
        <w:t>assit et secoua gravement la tête</w:t>
      </w:r>
      <w:r w:rsidR="00435B4F">
        <w:t>.</w:t>
      </w:r>
    </w:p>
    <w:p w14:paraId="62BE3883" w14:textId="77777777" w:rsidR="00435B4F" w:rsidRDefault="00435B4F" w:rsidP="00256283">
      <w:r>
        <w:t>— </w:t>
      </w:r>
      <w:r w:rsidR="00256283">
        <w:t>Je ne sais pas</w:t>
      </w:r>
      <w:r>
        <w:t xml:space="preserve">. </w:t>
      </w:r>
      <w:r w:rsidR="00256283">
        <w:t>Je suis allée un peu partout</w:t>
      </w:r>
      <w:r>
        <w:t xml:space="preserve">, </w:t>
      </w:r>
      <w:r w:rsidR="00256283">
        <w:t>en sortant d</w:t>
      </w:r>
      <w:r>
        <w:t>’</w:t>
      </w:r>
      <w:r w:rsidR="00256283">
        <w:t>ici</w:t>
      </w:r>
      <w:r>
        <w:t xml:space="preserve">. </w:t>
      </w:r>
      <w:r w:rsidR="00256283">
        <w:t>Voyez ce que je rapporte</w:t>
      </w:r>
      <w:r>
        <w:t>.</w:t>
      </w:r>
    </w:p>
    <w:p w14:paraId="368AEC15" w14:textId="77777777" w:rsidR="00435B4F" w:rsidRDefault="00256283" w:rsidP="00256283">
      <w:r>
        <w:t>Elle se leva et tira un pistolet automatique de la poche de son manteau</w:t>
      </w:r>
      <w:r w:rsidR="00435B4F">
        <w:t>.</w:t>
      </w:r>
    </w:p>
    <w:p w14:paraId="0A8FAA17" w14:textId="77777777" w:rsidR="00435B4F" w:rsidRDefault="00435B4F" w:rsidP="00256283">
      <w:r>
        <w:t>— </w:t>
      </w:r>
      <w:r w:rsidR="00256283">
        <w:t>Regardez-ça</w:t>
      </w:r>
      <w:r>
        <w:t xml:space="preserve"> ! </w:t>
      </w:r>
      <w:r w:rsidR="00256283">
        <w:t>dit-elle</w:t>
      </w:r>
      <w:r>
        <w:t>.</w:t>
      </w:r>
    </w:p>
    <w:p w14:paraId="447CDA45" w14:textId="77777777" w:rsidR="00435B4F" w:rsidRDefault="00256283" w:rsidP="00256283">
      <w:r>
        <w:t>Elle brandissait l</w:t>
      </w:r>
      <w:r w:rsidR="00435B4F">
        <w:t>’</w:t>
      </w:r>
      <w:r>
        <w:t>arme</w:t>
      </w:r>
      <w:r w:rsidR="00435B4F">
        <w:t xml:space="preserve">. </w:t>
      </w:r>
      <w:proofErr w:type="spellStart"/>
      <w:r>
        <w:t>Asta</w:t>
      </w:r>
      <w:proofErr w:type="spellEnd"/>
      <w:r w:rsidR="00435B4F">
        <w:t xml:space="preserve">, </w:t>
      </w:r>
      <w:r>
        <w:t>joyeuse</w:t>
      </w:r>
      <w:r w:rsidR="00435B4F">
        <w:t xml:space="preserve">, </w:t>
      </w:r>
      <w:r>
        <w:t>sautait après le pistolet</w:t>
      </w:r>
      <w:r w:rsidR="00435B4F">
        <w:t xml:space="preserve">. </w:t>
      </w:r>
      <w:r>
        <w:t>Nora s</w:t>
      </w:r>
      <w:r w:rsidR="00435B4F">
        <w:t>’</w:t>
      </w:r>
      <w:r>
        <w:t>arrêta de respirer et</w:t>
      </w:r>
      <w:r w:rsidR="00435B4F">
        <w:t xml:space="preserve">, </w:t>
      </w:r>
      <w:r>
        <w:t>pendant une fraction de seconde</w:t>
      </w:r>
      <w:r w:rsidR="00435B4F">
        <w:t xml:space="preserve">, </w:t>
      </w:r>
      <w:r>
        <w:t>j</w:t>
      </w:r>
      <w:r w:rsidR="00435B4F">
        <w:t>’</w:t>
      </w:r>
      <w:r>
        <w:t>éprouvai une sensation de froid à la nuque</w:t>
      </w:r>
      <w:r w:rsidR="00435B4F">
        <w:t xml:space="preserve">. </w:t>
      </w:r>
      <w:r>
        <w:t>J</w:t>
      </w:r>
      <w:r w:rsidR="00435B4F">
        <w:t>’</w:t>
      </w:r>
      <w:r>
        <w:t>écartai la chienne et saisis l</w:t>
      </w:r>
      <w:r w:rsidR="00435B4F">
        <w:t>’</w:t>
      </w:r>
      <w:r>
        <w:t>automatique</w:t>
      </w:r>
      <w:r w:rsidR="00435B4F">
        <w:t>.</w:t>
      </w:r>
    </w:p>
    <w:p w14:paraId="04CE5F76" w14:textId="77777777" w:rsidR="00435B4F" w:rsidRDefault="00435B4F" w:rsidP="00256283">
      <w:r>
        <w:t>— </w:t>
      </w:r>
      <w:r w:rsidR="00256283">
        <w:t>Doucement</w:t>
      </w:r>
      <w:r>
        <w:t xml:space="preserve"> ! </w:t>
      </w:r>
      <w:r w:rsidR="00256283">
        <w:t>dis-je</w:t>
      </w:r>
      <w:r>
        <w:t xml:space="preserve">, </w:t>
      </w:r>
      <w:r w:rsidR="00256283">
        <w:t>qu</w:t>
      </w:r>
      <w:r>
        <w:t>’</w:t>
      </w:r>
      <w:r w:rsidR="00256283">
        <w:t>est-ce encore que cette histoire</w:t>
      </w:r>
      <w:r>
        <w:t xml:space="preserve"> ? </w:t>
      </w:r>
      <w:r w:rsidR="00256283">
        <w:t>Asseyez-vous</w:t>
      </w:r>
      <w:r>
        <w:t>.</w:t>
      </w:r>
    </w:p>
    <w:p w14:paraId="7C30F5E6" w14:textId="77777777" w:rsidR="00435B4F" w:rsidRDefault="00256283" w:rsidP="00256283">
      <w:r>
        <w:t>Je mis le pistolet dans la poche de ma robe de chambre</w:t>
      </w:r>
      <w:r w:rsidR="00435B4F">
        <w:t>.</w:t>
      </w:r>
    </w:p>
    <w:p w14:paraId="7D56760E" w14:textId="77777777" w:rsidR="00435B4F" w:rsidRDefault="00435B4F" w:rsidP="00256283">
      <w:r>
        <w:lastRenderedPageBreak/>
        <w:t>— </w:t>
      </w:r>
      <w:r w:rsidR="00256283">
        <w:t>Ne me grondez pas</w:t>
      </w:r>
      <w:r>
        <w:t xml:space="preserve">, </w:t>
      </w:r>
      <w:r w:rsidR="00256283">
        <w:t>Nick</w:t>
      </w:r>
      <w:r>
        <w:t xml:space="preserve"> ! </w:t>
      </w:r>
      <w:r w:rsidR="00256283">
        <w:t>balbutia la jeune fille</w:t>
      </w:r>
      <w:r>
        <w:t xml:space="preserve">. </w:t>
      </w:r>
      <w:r w:rsidR="00256283">
        <w:t>Vous pouvez garder le pistolet</w:t>
      </w:r>
      <w:r>
        <w:t xml:space="preserve"> ; </w:t>
      </w:r>
      <w:r w:rsidR="00256283">
        <w:t>je ne veux pas faire de bêtises</w:t>
      </w:r>
      <w:r>
        <w:t>.</w:t>
      </w:r>
    </w:p>
    <w:p w14:paraId="78FC00E0" w14:textId="77777777" w:rsidR="00435B4F" w:rsidRDefault="00435B4F" w:rsidP="00256283">
      <w:r>
        <w:t>— </w:t>
      </w:r>
      <w:r w:rsidR="00256283">
        <w:t>Où l</w:t>
      </w:r>
      <w:r>
        <w:t>’</w:t>
      </w:r>
      <w:r w:rsidR="00256283">
        <w:t>avez-vous eu</w:t>
      </w:r>
      <w:r>
        <w:t xml:space="preserve"> ? </w:t>
      </w:r>
      <w:r w:rsidR="00256283">
        <w:t>demandai-je</w:t>
      </w:r>
      <w:r>
        <w:t>.</w:t>
      </w:r>
    </w:p>
    <w:p w14:paraId="76BA9313" w14:textId="77777777" w:rsidR="00435B4F" w:rsidRDefault="00435B4F" w:rsidP="00256283">
      <w:r>
        <w:t>— </w:t>
      </w:r>
      <w:r w:rsidR="00256283">
        <w:t xml:space="preserve">Dans un </w:t>
      </w:r>
      <w:r>
        <w:t>« </w:t>
      </w:r>
      <w:r w:rsidR="00256283">
        <w:t>speakeasy</w:t>
      </w:r>
      <w:r>
        <w:t> »</w:t>
      </w:r>
      <w:r w:rsidR="00256283">
        <w:t xml:space="preserve"> de la Dixième Avenue</w:t>
      </w:r>
      <w:r>
        <w:t xml:space="preserve"> ; </w:t>
      </w:r>
      <w:r w:rsidR="00256283">
        <w:t>je l</w:t>
      </w:r>
      <w:r>
        <w:t>’</w:t>
      </w:r>
      <w:r w:rsidR="00256283">
        <w:t>ai échangé contre mon bracelet d</w:t>
      </w:r>
      <w:r>
        <w:t>’</w:t>
      </w:r>
      <w:r w:rsidR="00256283">
        <w:t>émeraudes et de diamants</w:t>
      </w:r>
      <w:r>
        <w:t>.</w:t>
      </w:r>
    </w:p>
    <w:p w14:paraId="6EA929EC" w14:textId="77777777" w:rsidR="00435B4F" w:rsidRDefault="00435B4F" w:rsidP="00256283">
      <w:r>
        <w:t>— </w:t>
      </w:r>
      <w:r w:rsidR="00256283">
        <w:t>Et vous avez regagné le bracelet à la passe anglaise</w:t>
      </w:r>
      <w:r>
        <w:t xml:space="preserve">, </w:t>
      </w:r>
      <w:r w:rsidR="00256283">
        <w:t>sans doute</w:t>
      </w:r>
      <w:r>
        <w:t xml:space="preserve">, </w:t>
      </w:r>
      <w:r w:rsidR="00256283">
        <w:t>dis-je</w:t>
      </w:r>
      <w:r>
        <w:t xml:space="preserve">, </w:t>
      </w:r>
      <w:r w:rsidR="00256283">
        <w:t>car il est toujours à votre poignet</w:t>
      </w:r>
      <w:r>
        <w:t>.</w:t>
      </w:r>
    </w:p>
    <w:p w14:paraId="6ABA43D5" w14:textId="77777777" w:rsidR="00435B4F" w:rsidRDefault="00435B4F" w:rsidP="00256283">
      <w:r>
        <w:t>— </w:t>
      </w:r>
      <w:r w:rsidR="00256283">
        <w:t>Tiens</w:t>
      </w:r>
      <w:r>
        <w:t xml:space="preserve"> ! </w:t>
      </w:r>
      <w:r w:rsidR="00256283">
        <w:t>j</w:t>
      </w:r>
      <w:r>
        <w:t>’</w:t>
      </w:r>
      <w:r w:rsidR="00256283">
        <w:t>aurai cru</w:t>
      </w:r>
      <w:r>
        <w:t xml:space="preserve"> !… </w:t>
      </w:r>
      <w:r w:rsidR="00256283">
        <w:t>dit-elle considérant son poignet d</w:t>
      </w:r>
      <w:r>
        <w:t>’</w:t>
      </w:r>
      <w:r w:rsidR="00256283">
        <w:t>un air ahuri</w:t>
      </w:r>
      <w:r>
        <w:t>.</w:t>
      </w:r>
    </w:p>
    <w:p w14:paraId="06C94163" w14:textId="77777777" w:rsidR="00435B4F" w:rsidRDefault="00256283" w:rsidP="00256283">
      <w:r>
        <w:t>Hochant la tête</w:t>
      </w:r>
      <w:r w:rsidR="00435B4F">
        <w:t xml:space="preserve">, </w:t>
      </w:r>
      <w:r>
        <w:t>je regardai Nora</w:t>
      </w:r>
      <w:r w:rsidR="00435B4F">
        <w:t>.</w:t>
      </w:r>
    </w:p>
    <w:p w14:paraId="71DE21DE" w14:textId="77777777" w:rsidR="00435B4F" w:rsidRDefault="00435B4F" w:rsidP="00256283">
      <w:r>
        <w:t>— </w:t>
      </w:r>
      <w:r w:rsidR="00256283">
        <w:t>Ne la rudoie pas</w:t>
      </w:r>
      <w:r>
        <w:t xml:space="preserve"> ! </w:t>
      </w:r>
      <w:r w:rsidR="00256283">
        <w:t>dit-elle</w:t>
      </w:r>
      <w:r>
        <w:t>.</w:t>
      </w:r>
    </w:p>
    <w:p w14:paraId="71C6369C" w14:textId="77777777" w:rsidR="00435B4F" w:rsidRDefault="00435B4F" w:rsidP="00256283">
      <w:r>
        <w:t>— </w:t>
      </w:r>
      <w:r w:rsidR="00256283">
        <w:t>Il ne me rudoie pas</w:t>
      </w:r>
      <w:r>
        <w:t xml:space="preserve"> ! </w:t>
      </w:r>
      <w:r w:rsidR="00256283">
        <w:t>s</w:t>
      </w:r>
      <w:r>
        <w:t>’</w:t>
      </w:r>
      <w:r w:rsidR="00256283">
        <w:t>écria la jeune fille</w:t>
      </w:r>
      <w:r>
        <w:t xml:space="preserve">. </w:t>
      </w:r>
      <w:r w:rsidR="00256283">
        <w:t>Il est le seul en qui j</w:t>
      </w:r>
      <w:r>
        <w:t>’</w:t>
      </w:r>
      <w:r w:rsidR="00256283">
        <w:t>aie confiance</w:t>
      </w:r>
      <w:r>
        <w:t xml:space="preserve"> ; </w:t>
      </w:r>
      <w:r w:rsidR="00256283">
        <w:t>mon unique ressource</w:t>
      </w:r>
      <w:r>
        <w:t> !</w:t>
      </w:r>
    </w:p>
    <w:p w14:paraId="5C29ED57" w14:textId="77777777" w:rsidR="00435B4F" w:rsidRDefault="00256283" w:rsidP="00256283">
      <w:r>
        <w:t>Je songeai que ma femme n</w:t>
      </w:r>
      <w:r w:rsidR="00435B4F">
        <w:t>’</w:t>
      </w:r>
      <w:r>
        <w:t>avait pas touché à son whisky et je passai dans la chambre où je vidai le grand verre</w:t>
      </w:r>
      <w:r w:rsidR="00435B4F">
        <w:t xml:space="preserve">. </w:t>
      </w:r>
      <w:r>
        <w:t>Quand je revins</w:t>
      </w:r>
      <w:r w:rsidR="00435B4F">
        <w:t xml:space="preserve">, </w:t>
      </w:r>
      <w:r>
        <w:t>Nora était assise sur le bras du fauteuil de Dorothy et tenait aux épaules la jeune fille qui reniflait nerveusement</w:t>
      </w:r>
      <w:r w:rsidR="00435B4F">
        <w:t>.</w:t>
      </w:r>
    </w:p>
    <w:p w14:paraId="4F830762" w14:textId="77777777" w:rsidR="00435B4F" w:rsidRDefault="00435B4F" w:rsidP="00256283">
      <w:r>
        <w:t>— </w:t>
      </w:r>
      <w:r w:rsidR="00256283">
        <w:t>Mais non</w:t>
      </w:r>
      <w:r>
        <w:t xml:space="preserve">, </w:t>
      </w:r>
      <w:r w:rsidR="00256283">
        <w:t>ma chérie</w:t>
      </w:r>
      <w:r>
        <w:t xml:space="preserve">, </w:t>
      </w:r>
      <w:r w:rsidR="00256283">
        <w:t>disait Nora</w:t>
      </w:r>
      <w:r>
        <w:t xml:space="preserve">, </w:t>
      </w:r>
      <w:r w:rsidR="00256283">
        <w:t>Nick n</w:t>
      </w:r>
      <w:r>
        <w:t>’</w:t>
      </w:r>
      <w:r w:rsidR="00256283">
        <w:t>est pas fou</w:t>
      </w:r>
      <w:r>
        <w:t xml:space="preserve"> ! </w:t>
      </w:r>
      <w:r w:rsidR="00256283">
        <w:t>Il vous aime beaucoup</w:t>
      </w:r>
      <w:r>
        <w:t> !</w:t>
      </w:r>
    </w:p>
    <w:p w14:paraId="70BF2034" w14:textId="77777777" w:rsidR="00435B4F" w:rsidRDefault="00256283" w:rsidP="00256283">
      <w:r>
        <w:t>Dorothy leva les yeux vers moi</w:t>
      </w:r>
      <w:r w:rsidR="00435B4F">
        <w:t>.</w:t>
      </w:r>
    </w:p>
    <w:p w14:paraId="6F43506A" w14:textId="77777777" w:rsidR="00435B4F" w:rsidRDefault="00435B4F" w:rsidP="00256283">
      <w:r>
        <w:t>— </w:t>
      </w:r>
      <w:r w:rsidR="00256283">
        <w:t>Vous n</w:t>
      </w:r>
      <w:r>
        <w:t>’</w:t>
      </w:r>
      <w:r w:rsidR="00256283">
        <w:t>êtes pas fou</w:t>
      </w:r>
      <w:r>
        <w:t xml:space="preserve">, </w:t>
      </w:r>
      <w:r w:rsidR="00256283">
        <w:t>n</w:t>
      </w:r>
      <w:r>
        <w:t>’</w:t>
      </w:r>
      <w:r w:rsidR="00256283">
        <w:t>est-ce pas</w:t>
      </w:r>
      <w:r>
        <w:t xml:space="preserve">, </w:t>
      </w:r>
      <w:r w:rsidR="00256283">
        <w:t>Nicky</w:t>
      </w:r>
      <w:r>
        <w:t xml:space="preserve"> ? </w:t>
      </w:r>
      <w:r w:rsidR="00256283">
        <w:t>demanda-t-elle</w:t>
      </w:r>
      <w:r>
        <w:t>.</w:t>
      </w:r>
    </w:p>
    <w:p w14:paraId="0470F782" w14:textId="77777777" w:rsidR="00435B4F" w:rsidRDefault="00435B4F" w:rsidP="00256283">
      <w:r>
        <w:t>— </w:t>
      </w:r>
      <w:r w:rsidR="00256283">
        <w:t>Non</w:t>
      </w:r>
      <w:r>
        <w:t xml:space="preserve">, </w:t>
      </w:r>
      <w:r w:rsidR="00256283">
        <w:t>un peu fâché</w:t>
      </w:r>
      <w:r>
        <w:t xml:space="preserve">, </w:t>
      </w:r>
      <w:r w:rsidR="00256283">
        <w:t>voilà tout</w:t>
      </w:r>
      <w:r>
        <w:t xml:space="preserve">. </w:t>
      </w:r>
      <w:r w:rsidR="00256283">
        <w:t>Où avez-vous eu cet automatique</w:t>
      </w:r>
      <w:r>
        <w:t xml:space="preserve">, </w:t>
      </w:r>
      <w:r w:rsidR="00256283">
        <w:t>Dorothy</w:t>
      </w:r>
      <w:r>
        <w:t> ?</w:t>
      </w:r>
    </w:p>
    <w:p w14:paraId="7CD3F995" w14:textId="77777777" w:rsidR="00435B4F" w:rsidRDefault="00435B4F" w:rsidP="00256283">
      <w:r>
        <w:t>— </w:t>
      </w:r>
      <w:r w:rsidR="00256283">
        <w:t>Un homme me l</w:t>
      </w:r>
      <w:r>
        <w:t>’</w:t>
      </w:r>
      <w:r w:rsidR="00256283">
        <w:t>a donné</w:t>
      </w:r>
      <w:r>
        <w:t xml:space="preserve">, </w:t>
      </w:r>
      <w:r w:rsidR="00256283">
        <w:t>je vous l</w:t>
      </w:r>
      <w:r>
        <w:t>’</w:t>
      </w:r>
      <w:r w:rsidR="00256283">
        <w:t>ai déjà dit</w:t>
      </w:r>
      <w:r>
        <w:t>.</w:t>
      </w:r>
    </w:p>
    <w:p w14:paraId="6B1AD4A5" w14:textId="77777777" w:rsidR="00435B4F" w:rsidRDefault="00435B4F" w:rsidP="00256283">
      <w:r>
        <w:lastRenderedPageBreak/>
        <w:t>— </w:t>
      </w:r>
      <w:r w:rsidR="00256283">
        <w:t>Quel homme</w:t>
      </w:r>
      <w:r>
        <w:t> ?</w:t>
      </w:r>
    </w:p>
    <w:p w14:paraId="7F5CA02B" w14:textId="77777777" w:rsidR="00435B4F" w:rsidRDefault="00435B4F" w:rsidP="00256283">
      <w:r>
        <w:t>— </w:t>
      </w:r>
      <w:r w:rsidR="00256283">
        <w:t>Je vous l</w:t>
      </w:r>
      <w:r>
        <w:t>’</w:t>
      </w:r>
      <w:r w:rsidR="00256283">
        <w:t>ai dit</w:t>
      </w:r>
      <w:r>
        <w:t xml:space="preserve"> – </w:t>
      </w:r>
      <w:r w:rsidR="00256283">
        <w:t xml:space="preserve">dans un </w:t>
      </w:r>
      <w:r>
        <w:t>« </w:t>
      </w:r>
      <w:r w:rsidR="00256283">
        <w:t>speakeasy</w:t>
      </w:r>
      <w:r>
        <w:t> » !</w:t>
      </w:r>
    </w:p>
    <w:p w14:paraId="1F7996EC" w14:textId="77777777" w:rsidR="00435B4F" w:rsidRDefault="00435B4F" w:rsidP="00256283">
      <w:r>
        <w:t>— </w:t>
      </w:r>
      <w:r w:rsidR="00256283">
        <w:t>Et vous lui avez donné un bracelet</w:t>
      </w:r>
      <w:r>
        <w:t> ?</w:t>
      </w:r>
    </w:p>
    <w:p w14:paraId="169F949C" w14:textId="77777777" w:rsidR="00435B4F" w:rsidRDefault="00435B4F" w:rsidP="00256283">
      <w:r>
        <w:t>— </w:t>
      </w:r>
      <w:r w:rsidR="00256283">
        <w:t>Je le croyais</w:t>
      </w:r>
      <w:r>
        <w:t xml:space="preserve">, </w:t>
      </w:r>
      <w:r w:rsidR="00256283">
        <w:t>mais il est encore à mon poignet</w:t>
      </w:r>
      <w:r>
        <w:t>.</w:t>
      </w:r>
    </w:p>
    <w:p w14:paraId="0314D2FB" w14:textId="77777777" w:rsidR="00435B4F" w:rsidRDefault="00435B4F" w:rsidP="00256283">
      <w:r>
        <w:t>— </w:t>
      </w:r>
      <w:r w:rsidR="00256283">
        <w:t>Je m</w:t>
      </w:r>
      <w:r>
        <w:t>’</w:t>
      </w:r>
      <w:r w:rsidR="00256283">
        <w:t>en suis aperçu</w:t>
      </w:r>
      <w:r>
        <w:t>.</w:t>
      </w:r>
    </w:p>
    <w:p w14:paraId="50EEA466" w14:textId="77777777" w:rsidR="00435B4F" w:rsidRDefault="00256283" w:rsidP="00256283">
      <w:r>
        <w:t>Nora tapota doucement l</w:t>
      </w:r>
      <w:r w:rsidR="00435B4F">
        <w:t>’</w:t>
      </w:r>
      <w:r>
        <w:t>épaule de Dorothy</w:t>
      </w:r>
      <w:r w:rsidR="00435B4F">
        <w:t>.</w:t>
      </w:r>
    </w:p>
    <w:p w14:paraId="6E25C641" w14:textId="77777777" w:rsidR="00435B4F" w:rsidRDefault="00435B4F" w:rsidP="00256283">
      <w:r>
        <w:t>— </w:t>
      </w:r>
      <w:r w:rsidR="00256283">
        <w:t>Mais oui</w:t>
      </w:r>
      <w:r>
        <w:t xml:space="preserve">, </w:t>
      </w:r>
      <w:r w:rsidR="00256283">
        <w:t>ma chérie</w:t>
      </w:r>
      <w:r>
        <w:t xml:space="preserve">, </w:t>
      </w:r>
      <w:r w:rsidR="00256283">
        <w:t>dit-elle</w:t>
      </w:r>
      <w:r>
        <w:t xml:space="preserve"> ; </w:t>
      </w:r>
      <w:r w:rsidR="00256283">
        <w:t>vous avez encore votre bracelet</w:t>
      </w:r>
      <w:r>
        <w:t>.</w:t>
      </w:r>
    </w:p>
    <w:p w14:paraId="3A339D5B" w14:textId="77777777" w:rsidR="00435B4F" w:rsidRDefault="00435B4F" w:rsidP="00256283">
      <w:r>
        <w:t>— </w:t>
      </w:r>
      <w:r w:rsidR="00256283">
        <w:t>Quand le garçon apportera le café je vais lui demander de rester</w:t>
      </w:r>
      <w:r>
        <w:t xml:space="preserve">, </w:t>
      </w:r>
      <w:r w:rsidR="00256283">
        <w:t>dis-je</w:t>
      </w:r>
      <w:r>
        <w:t xml:space="preserve">. </w:t>
      </w:r>
      <w:r w:rsidR="00256283">
        <w:t>Je ne veux pas demeurer seul avec deux</w:t>
      </w:r>
      <w:r>
        <w:t>…</w:t>
      </w:r>
    </w:p>
    <w:p w14:paraId="69287BB5" w14:textId="77777777" w:rsidR="00435B4F" w:rsidRDefault="00256283" w:rsidP="00256283">
      <w:r>
        <w:t>Nora fronça les sourcils et dit à la jeune fille</w:t>
      </w:r>
      <w:r w:rsidR="00435B4F">
        <w:t>.</w:t>
      </w:r>
    </w:p>
    <w:p w14:paraId="511EABD0" w14:textId="77777777" w:rsidR="00435B4F" w:rsidRDefault="00435B4F" w:rsidP="00256283">
      <w:r>
        <w:t>— </w:t>
      </w:r>
      <w:r w:rsidR="00256283">
        <w:t>Ne l</w:t>
      </w:r>
      <w:r>
        <w:t>’</w:t>
      </w:r>
      <w:r w:rsidR="00256283">
        <w:t>écoutez-pas</w:t>
      </w:r>
      <w:r>
        <w:t xml:space="preserve">. </w:t>
      </w:r>
      <w:r w:rsidR="00256283">
        <w:t>Il a été ainsi toute la nuit</w:t>
      </w:r>
      <w:r>
        <w:t> !</w:t>
      </w:r>
    </w:p>
    <w:p w14:paraId="20B23B55" w14:textId="77777777" w:rsidR="00435B4F" w:rsidRDefault="00435B4F" w:rsidP="00256283">
      <w:r>
        <w:t>— </w:t>
      </w:r>
      <w:r w:rsidR="00256283">
        <w:t>Il pense que je ne suis qu</w:t>
      </w:r>
      <w:r>
        <w:t>’</w:t>
      </w:r>
      <w:r w:rsidR="00256283">
        <w:t>une petite sotte</w:t>
      </w:r>
      <w:r>
        <w:t xml:space="preserve">, </w:t>
      </w:r>
      <w:r w:rsidR="00256283">
        <w:t>abominablement ivre</w:t>
      </w:r>
      <w:r>
        <w:t> !</w:t>
      </w:r>
    </w:p>
    <w:p w14:paraId="709AED83" w14:textId="77777777" w:rsidR="00435B4F" w:rsidRDefault="00256283" w:rsidP="00256283">
      <w:r>
        <w:t>Nora serra Dorothy contre elle</w:t>
      </w:r>
      <w:r w:rsidR="00435B4F">
        <w:t>.</w:t>
      </w:r>
    </w:p>
    <w:p w14:paraId="0296BF4B" w14:textId="77777777" w:rsidR="00435B4F" w:rsidRDefault="00435B4F" w:rsidP="00256283">
      <w:r>
        <w:t>— </w:t>
      </w:r>
      <w:r w:rsidR="00256283">
        <w:t>Que vouliez-vous faire d</w:t>
      </w:r>
      <w:r>
        <w:t>’</w:t>
      </w:r>
      <w:r w:rsidR="00256283">
        <w:t>un pistolet</w:t>
      </w:r>
      <w:r>
        <w:t xml:space="preserve"> ? </w:t>
      </w:r>
      <w:r w:rsidR="00256283">
        <w:t>demandai-je</w:t>
      </w:r>
      <w:r>
        <w:t>.</w:t>
      </w:r>
    </w:p>
    <w:p w14:paraId="6C3547BB" w14:textId="77777777" w:rsidR="00435B4F" w:rsidRDefault="00256283" w:rsidP="00256283">
      <w:r>
        <w:t>Elle me regarda fixement</w:t>
      </w:r>
      <w:r w:rsidR="00435B4F">
        <w:t xml:space="preserve">, </w:t>
      </w:r>
      <w:r>
        <w:t>les yeux écarquillés</w:t>
      </w:r>
      <w:r w:rsidR="00435B4F">
        <w:t>.</w:t>
      </w:r>
    </w:p>
    <w:p w14:paraId="530DC693" w14:textId="77777777" w:rsidR="00435B4F" w:rsidRDefault="00435B4F" w:rsidP="00256283">
      <w:r>
        <w:t>— </w:t>
      </w:r>
      <w:r w:rsidR="00256283">
        <w:t>C</w:t>
      </w:r>
      <w:r>
        <w:t>’</w:t>
      </w:r>
      <w:r w:rsidR="00256283">
        <w:t>est lui</w:t>
      </w:r>
      <w:r>
        <w:t xml:space="preserve">, </w:t>
      </w:r>
      <w:r w:rsidR="00256283">
        <w:t>dit-elle</w:t>
      </w:r>
      <w:r>
        <w:t xml:space="preserve">, </w:t>
      </w:r>
      <w:r w:rsidR="00256283">
        <w:t>j</w:t>
      </w:r>
      <w:r>
        <w:t>’</w:t>
      </w:r>
      <w:r w:rsidR="00256283">
        <w:t>avais peur de lui</w:t>
      </w:r>
      <w:r>
        <w:t xml:space="preserve">, </w:t>
      </w:r>
      <w:r w:rsidR="00256283">
        <w:t>parce que j</w:t>
      </w:r>
      <w:r>
        <w:t>’</w:t>
      </w:r>
      <w:r w:rsidR="00256283">
        <w:t>étais ivre</w:t>
      </w:r>
      <w:r>
        <w:t xml:space="preserve">, </w:t>
      </w:r>
      <w:r w:rsidR="00256283">
        <w:t>et puis j</w:t>
      </w:r>
      <w:r>
        <w:t>’</w:t>
      </w:r>
      <w:r w:rsidR="00256283">
        <w:t>ai eu peur de faire une bêtise</w:t>
      </w:r>
      <w:r>
        <w:t xml:space="preserve">… </w:t>
      </w:r>
      <w:r w:rsidR="00256283">
        <w:t>et je suis venue</w:t>
      </w:r>
      <w:r>
        <w:t>.</w:t>
      </w:r>
    </w:p>
    <w:p w14:paraId="5287C6B3" w14:textId="77777777" w:rsidR="00435B4F" w:rsidRDefault="00435B4F" w:rsidP="00256283">
      <w:r>
        <w:t>— </w:t>
      </w:r>
      <w:r w:rsidR="00256283">
        <w:t>Qui</w:t>
      </w:r>
      <w:r>
        <w:t xml:space="preserve">, </w:t>
      </w:r>
      <w:r w:rsidR="00256283">
        <w:t>lui</w:t>
      </w:r>
      <w:r>
        <w:t xml:space="preserve"> ? </w:t>
      </w:r>
      <w:r w:rsidR="00256283">
        <w:t>votre père</w:t>
      </w:r>
      <w:r>
        <w:t xml:space="preserve"> ? </w:t>
      </w:r>
      <w:r w:rsidR="00256283">
        <w:t>demanda Nora</w:t>
      </w:r>
      <w:r>
        <w:t xml:space="preserve">, </w:t>
      </w:r>
      <w:r w:rsidR="00256283">
        <w:t>essayant de dissimuler sa curiosité</w:t>
      </w:r>
      <w:r>
        <w:t>.</w:t>
      </w:r>
    </w:p>
    <w:p w14:paraId="3DDE9DF0" w14:textId="77777777" w:rsidR="00435B4F" w:rsidRDefault="00256283" w:rsidP="00256283">
      <w:r>
        <w:t>La jeune fille secoua négativement la tête</w:t>
      </w:r>
      <w:r w:rsidR="00435B4F">
        <w:t>.</w:t>
      </w:r>
    </w:p>
    <w:p w14:paraId="205DE305" w14:textId="77777777" w:rsidR="00435B4F" w:rsidRDefault="00435B4F" w:rsidP="00256283">
      <w:r>
        <w:t>— </w:t>
      </w:r>
      <w:r w:rsidR="00256283">
        <w:t>Non</w:t>
      </w:r>
      <w:r>
        <w:t xml:space="preserve">, </w:t>
      </w:r>
      <w:r w:rsidR="00256283">
        <w:t>dit-elle</w:t>
      </w:r>
      <w:r>
        <w:t xml:space="preserve">, </w:t>
      </w:r>
      <w:r w:rsidR="00256283">
        <w:t>pas mon père</w:t>
      </w:r>
      <w:r>
        <w:t xml:space="preserve">. </w:t>
      </w:r>
      <w:r w:rsidR="00256283">
        <w:t>L</w:t>
      </w:r>
      <w:r>
        <w:t>’</w:t>
      </w:r>
      <w:r w:rsidR="00256283">
        <w:t>autre</w:t>
      </w:r>
      <w:r>
        <w:t xml:space="preserve"> – </w:t>
      </w:r>
      <w:r w:rsidR="00256283">
        <w:t>mon beau-père</w:t>
      </w:r>
      <w:r>
        <w:t>.</w:t>
      </w:r>
    </w:p>
    <w:p w14:paraId="4CDB00B2" w14:textId="77777777" w:rsidR="00435B4F" w:rsidRDefault="00435B4F" w:rsidP="00256283">
      <w:r>
        <w:lastRenderedPageBreak/>
        <w:t>— </w:t>
      </w:r>
      <w:r w:rsidR="00256283">
        <w:t>Oh</w:t>
      </w:r>
      <w:r>
        <w:t xml:space="preserve"> ! </w:t>
      </w:r>
      <w:r w:rsidR="00256283">
        <w:t>fit Nora</w:t>
      </w:r>
      <w:r>
        <w:t xml:space="preserve">. </w:t>
      </w:r>
      <w:r w:rsidR="00256283">
        <w:t>Pauvre enfant</w:t>
      </w:r>
      <w:r>
        <w:t> !</w:t>
      </w:r>
    </w:p>
    <w:p w14:paraId="08B68A41" w14:textId="77777777" w:rsidR="00435B4F" w:rsidRDefault="00435B4F" w:rsidP="00256283">
      <w:r>
        <w:t>— </w:t>
      </w:r>
      <w:r w:rsidR="00256283">
        <w:t>Si nous buvions</w:t>
      </w:r>
      <w:r>
        <w:t xml:space="preserve">, </w:t>
      </w:r>
      <w:r w:rsidR="00256283">
        <w:t>dis-je</w:t>
      </w:r>
      <w:r>
        <w:t>.</w:t>
      </w:r>
    </w:p>
    <w:p w14:paraId="5DE28E11" w14:textId="77777777" w:rsidR="00435B4F" w:rsidRDefault="00435B4F" w:rsidP="00256283">
      <w:r>
        <w:t>— </w:t>
      </w:r>
      <w:r w:rsidR="00256283">
        <w:t>Pas moi</w:t>
      </w:r>
      <w:r>
        <w:t xml:space="preserve">, </w:t>
      </w:r>
      <w:r w:rsidR="00256283">
        <w:t>fit Nora soucieuse</w:t>
      </w:r>
      <w:r>
        <w:t xml:space="preserve">, </w:t>
      </w:r>
      <w:r w:rsidR="00256283">
        <w:t>et je ne pense pas que Dorothy ait soif</w:t>
      </w:r>
      <w:r>
        <w:t>.</w:t>
      </w:r>
    </w:p>
    <w:p w14:paraId="577113B1" w14:textId="77777777" w:rsidR="00435B4F" w:rsidRDefault="00435B4F" w:rsidP="00256283">
      <w:r>
        <w:t>— </w:t>
      </w:r>
      <w:r w:rsidR="00256283">
        <w:t>Si</w:t>
      </w:r>
      <w:r>
        <w:t xml:space="preserve">, </w:t>
      </w:r>
      <w:r w:rsidR="00256283">
        <w:t>répondis-je</w:t>
      </w:r>
      <w:r>
        <w:t xml:space="preserve">, </w:t>
      </w:r>
      <w:r w:rsidR="00256283">
        <w:t>cela l</w:t>
      </w:r>
      <w:r>
        <w:t>’</w:t>
      </w:r>
      <w:r w:rsidR="00256283">
        <w:t>aidera à s</w:t>
      </w:r>
      <w:r>
        <w:t>’</w:t>
      </w:r>
      <w:r w:rsidR="00256283">
        <w:t>endormir</w:t>
      </w:r>
      <w:r>
        <w:t>.</w:t>
      </w:r>
    </w:p>
    <w:p w14:paraId="280D4E43" w14:textId="77777777" w:rsidR="00435B4F" w:rsidRDefault="00256283" w:rsidP="00256283">
      <w:r>
        <w:t>Je versai dans un verre du whisky pur</w:t>
      </w:r>
      <w:r w:rsidR="00435B4F">
        <w:t xml:space="preserve"> ; </w:t>
      </w:r>
      <w:r>
        <w:t>elle l</w:t>
      </w:r>
      <w:r w:rsidR="00435B4F">
        <w:t>’</w:t>
      </w:r>
      <w:r>
        <w:t>avala et s</w:t>
      </w:r>
      <w:r w:rsidR="00435B4F">
        <w:t>’</w:t>
      </w:r>
      <w:r>
        <w:t>endormit quelques minutes plus tard comme l</w:t>
      </w:r>
      <w:r w:rsidR="00435B4F">
        <w:t>’</w:t>
      </w:r>
      <w:r>
        <w:t>on apportait le café et les sandwiches</w:t>
      </w:r>
      <w:r w:rsidR="00435B4F">
        <w:t>.</w:t>
      </w:r>
    </w:p>
    <w:p w14:paraId="21801577" w14:textId="77777777" w:rsidR="00435B4F" w:rsidRDefault="00435B4F" w:rsidP="00256283">
      <w:r>
        <w:t>— </w:t>
      </w:r>
      <w:r w:rsidR="00256283">
        <w:t>Es-tu content</w:t>
      </w:r>
      <w:r>
        <w:t xml:space="preserve">, </w:t>
      </w:r>
      <w:r w:rsidR="00256283">
        <w:t>maintenant</w:t>
      </w:r>
      <w:r>
        <w:t xml:space="preserve"> ? </w:t>
      </w:r>
      <w:r w:rsidR="00256283">
        <w:t>demanda Nora</w:t>
      </w:r>
      <w:r>
        <w:t>.</w:t>
      </w:r>
    </w:p>
    <w:p w14:paraId="49C447C1" w14:textId="77777777" w:rsidR="00435B4F" w:rsidRDefault="00435B4F" w:rsidP="00256283">
      <w:r>
        <w:t>— </w:t>
      </w:r>
      <w:r w:rsidR="00256283">
        <w:t>Oui</w:t>
      </w:r>
      <w:r>
        <w:t xml:space="preserve"> ; </w:t>
      </w:r>
      <w:r w:rsidR="00256283">
        <w:t>si nous la couchions</w:t>
      </w:r>
      <w:r>
        <w:t xml:space="preserve">, </w:t>
      </w:r>
      <w:r w:rsidR="00256283">
        <w:t>avant de manger</w:t>
      </w:r>
      <w:r>
        <w:t> ?</w:t>
      </w:r>
    </w:p>
    <w:p w14:paraId="0A018292" w14:textId="77777777" w:rsidR="00435B4F" w:rsidRDefault="00256283" w:rsidP="00256283">
      <w:r>
        <w:t>Je l</w:t>
      </w:r>
      <w:r w:rsidR="00435B4F">
        <w:t>’</w:t>
      </w:r>
      <w:r>
        <w:t>emportai dans la chambre où j</w:t>
      </w:r>
      <w:r w:rsidR="00435B4F">
        <w:t>’</w:t>
      </w:r>
      <w:r>
        <w:t>aidai Nora à la déshabiller</w:t>
      </w:r>
      <w:r w:rsidR="00435B4F">
        <w:t xml:space="preserve">. </w:t>
      </w:r>
      <w:r>
        <w:t>Elle avait un corps splendide</w:t>
      </w:r>
      <w:r w:rsidR="00435B4F">
        <w:t>.</w:t>
      </w:r>
    </w:p>
    <w:p w14:paraId="76FACB24" w14:textId="77777777" w:rsidR="00435B4F" w:rsidRDefault="00256283" w:rsidP="00256283">
      <w:r>
        <w:t>Revenu dans le salon</w:t>
      </w:r>
      <w:r w:rsidR="00435B4F">
        <w:t xml:space="preserve">, </w:t>
      </w:r>
      <w:r>
        <w:t>j</w:t>
      </w:r>
      <w:r w:rsidR="00435B4F">
        <w:t>’</w:t>
      </w:r>
      <w:r>
        <w:t>examinai l</w:t>
      </w:r>
      <w:r w:rsidR="00435B4F">
        <w:t>’</w:t>
      </w:r>
      <w:r>
        <w:t>automatique</w:t>
      </w:r>
      <w:r w:rsidR="00435B4F">
        <w:t xml:space="preserve">. </w:t>
      </w:r>
      <w:r>
        <w:t>Il portait des traces de coups</w:t>
      </w:r>
      <w:r w:rsidR="00435B4F">
        <w:t xml:space="preserve">. </w:t>
      </w:r>
      <w:r>
        <w:t>Il y avait une cartouche dans la chambre</w:t>
      </w:r>
      <w:r w:rsidR="00435B4F">
        <w:t xml:space="preserve">, </w:t>
      </w:r>
      <w:r>
        <w:t>une autre dans le chargeur</w:t>
      </w:r>
      <w:r w:rsidR="00435B4F">
        <w:t>.</w:t>
      </w:r>
    </w:p>
    <w:p w14:paraId="0E501573" w14:textId="77777777" w:rsidR="00435B4F" w:rsidRDefault="00435B4F" w:rsidP="00256283">
      <w:r>
        <w:t>— </w:t>
      </w:r>
      <w:r w:rsidR="00256283">
        <w:t>Que vas-tu faire</w:t>
      </w:r>
      <w:r>
        <w:t xml:space="preserve"> ? </w:t>
      </w:r>
      <w:r w:rsidR="00256283">
        <w:t>demanda Nora</w:t>
      </w:r>
      <w:r>
        <w:t>.</w:t>
      </w:r>
    </w:p>
    <w:p w14:paraId="31538983" w14:textId="77777777" w:rsidR="00435B4F" w:rsidRDefault="00435B4F" w:rsidP="00256283">
      <w:r>
        <w:t>— </w:t>
      </w:r>
      <w:r w:rsidR="00256283">
        <w:t>Rien</w:t>
      </w:r>
      <w:r>
        <w:t xml:space="preserve">, </w:t>
      </w:r>
      <w:r w:rsidR="00256283">
        <w:t>jusqu</w:t>
      </w:r>
      <w:r>
        <w:t>’</w:t>
      </w:r>
      <w:r w:rsidR="00256283">
        <w:t>à ce que j</w:t>
      </w:r>
      <w:r>
        <w:t>’</w:t>
      </w:r>
      <w:r w:rsidR="00256283">
        <w:t>aie vérifié si c</w:t>
      </w:r>
      <w:r>
        <w:t>’</w:t>
      </w:r>
      <w:r w:rsidR="00256283">
        <w:t>est l</w:t>
      </w:r>
      <w:r>
        <w:t>’</w:t>
      </w:r>
      <w:r w:rsidR="00256283">
        <w:t>arme qui a tué Julia Wolf</w:t>
      </w:r>
      <w:r>
        <w:t xml:space="preserve">. </w:t>
      </w:r>
      <w:r w:rsidR="00256283">
        <w:t>C</w:t>
      </w:r>
      <w:r>
        <w:t>’</w:t>
      </w:r>
      <w:r w:rsidR="00256283">
        <w:t>est un calibre 32</w:t>
      </w:r>
      <w:r>
        <w:t>.</w:t>
      </w:r>
    </w:p>
    <w:p w14:paraId="6CCF2AEC" w14:textId="77777777" w:rsidR="00435B4F" w:rsidRDefault="00435B4F" w:rsidP="00256283">
      <w:r>
        <w:t>— </w:t>
      </w:r>
      <w:r w:rsidR="00256283">
        <w:t>Mais</w:t>
      </w:r>
      <w:r>
        <w:t xml:space="preserve">, </w:t>
      </w:r>
      <w:r w:rsidR="00256283">
        <w:t>elle a dit</w:t>
      </w:r>
      <w:r>
        <w:t>…</w:t>
      </w:r>
    </w:p>
    <w:p w14:paraId="62AE92BF" w14:textId="77777777" w:rsidR="00435B4F" w:rsidRDefault="00435B4F" w:rsidP="00256283">
      <w:r>
        <w:t>— </w:t>
      </w:r>
      <w:r w:rsidR="00256283">
        <w:t>Oui</w:t>
      </w:r>
      <w:r>
        <w:t xml:space="preserve">, </w:t>
      </w:r>
      <w:r w:rsidR="00256283">
        <w:t>coupai-je</w:t>
      </w:r>
      <w:r>
        <w:t xml:space="preserve">, </w:t>
      </w:r>
      <w:r w:rsidR="00256283">
        <w:t>elle a dit qu</w:t>
      </w:r>
      <w:r>
        <w:t>’</w:t>
      </w:r>
      <w:r w:rsidR="00256283">
        <w:t>elle l</w:t>
      </w:r>
      <w:r>
        <w:t>’</w:t>
      </w:r>
      <w:r w:rsidR="00256283">
        <w:t xml:space="preserve">avait eu dans un </w:t>
      </w:r>
      <w:r>
        <w:t>« </w:t>
      </w:r>
      <w:r w:rsidR="00256283">
        <w:t>speakeasy</w:t>
      </w:r>
      <w:r>
        <w:t> »</w:t>
      </w:r>
      <w:r w:rsidR="00256283">
        <w:t xml:space="preserve"> contre un bracelet</w:t>
      </w:r>
      <w:r>
        <w:t xml:space="preserve">. </w:t>
      </w:r>
      <w:r w:rsidR="00256283">
        <w:t>J</w:t>
      </w:r>
      <w:r>
        <w:t>’</w:t>
      </w:r>
      <w:r w:rsidR="00256283">
        <w:t>ai entendu</w:t>
      </w:r>
      <w:r>
        <w:t>.</w:t>
      </w:r>
    </w:p>
    <w:p w14:paraId="5E40A2B2" w14:textId="77777777" w:rsidR="00435B4F" w:rsidRDefault="00256283" w:rsidP="00256283">
      <w:r>
        <w:t>Nora se pencha vers moi</w:t>
      </w:r>
      <w:r w:rsidR="00435B4F">
        <w:t xml:space="preserve">, </w:t>
      </w:r>
      <w:r>
        <w:t>les yeux brillants</w:t>
      </w:r>
      <w:r w:rsidR="00435B4F">
        <w:t>.</w:t>
      </w:r>
    </w:p>
    <w:p w14:paraId="70AE636C" w14:textId="77777777" w:rsidR="00435B4F" w:rsidRDefault="00435B4F" w:rsidP="00256283">
      <w:r>
        <w:t>— </w:t>
      </w:r>
      <w:r w:rsidR="00256283">
        <w:t>Crois-tu qu</w:t>
      </w:r>
      <w:r>
        <w:t>’</w:t>
      </w:r>
      <w:r w:rsidR="00256283">
        <w:t>elle le tient de son beau-père</w:t>
      </w:r>
      <w:r>
        <w:t> ?</w:t>
      </w:r>
    </w:p>
    <w:p w14:paraId="6D29217D" w14:textId="77777777" w:rsidR="00435B4F" w:rsidRDefault="00435B4F" w:rsidP="00256283">
      <w:r>
        <w:t>— </w:t>
      </w:r>
      <w:r w:rsidR="00256283">
        <w:t>Oui</w:t>
      </w:r>
      <w:r>
        <w:t xml:space="preserve">, </w:t>
      </w:r>
      <w:r w:rsidR="00256283">
        <w:t>répondis-je gravement</w:t>
      </w:r>
      <w:r>
        <w:t xml:space="preserve"> – </w:t>
      </w:r>
      <w:r w:rsidR="00256283">
        <w:t>trop gravement</w:t>
      </w:r>
      <w:r>
        <w:t>.</w:t>
      </w:r>
    </w:p>
    <w:p w14:paraId="5DF6B0F8" w14:textId="77777777" w:rsidR="00435B4F" w:rsidRDefault="00435B4F" w:rsidP="00256283">
      <w:r>
        <w:lastRenderedPageBreak/>
        <w:t>— </w:t>
      </w:r>
      <w:r w:rsidR="00256283">
        <w:t>Tu n</w:t>
      </w:r>
      <w:r>
        <w:t>’</w:t>
      </w:r>
      <w:r w:rsidR="00256283">
        <w:t>es qu</w:t>
      </w:r>
      <w:r>
        <w:t>’</w:t>
      </w:r>
      <w:r w:rsidR="00256283">
        <w:t>un sale Grec pouilleux</w:t>
      </w:r>
      <w:r>
        <w:t xml:space="preserve">, </w:t>
      </w:r>
      <w:r w:rsidR="00256283">
        <w:t>ricana Nora</w:t>
      </w:r>
      <w:r>
        <w:t xml:space="preserve">. </w:t>
      </w:r>
      <w:r w:rsidR="00256283">
        <w:t>C</w:t>
      </w:r>
      <w:r>
        <w:t>’</w:t>
      </w:r>
      <w:r w:rsidR="00256283">
        <w:t>est possible après tout</w:t>
      </w:r>
      <w:r>
        <w:t xml:space="preserve">, </w:t>
      </w:r>
      <w:r w:rsidR="00256283">
        <w:t>tu n</w:t>
      </w:r>
      <w:r>
        <w:t>’</w:t>
      </w:r>
      <w:r w:rsidR="00256283">
        <w:t>en sais rien</w:t>
      </w:r>
      <w:r>
        <w:t xml:space="preserve">. </w:t>
      </w:r>
      <w:r w:rsidR="00256283">
        <w:t>Et tu ne crois pas qu</w:t>
      </w:r>
      <w:r>
        <w:t>’</w:t>
      </w:r>
      <w:r w:rsidR="00256283">
        <w:t>elle ait dit la vérité</w:t>
      </w:r>
      <w:r>
        <w:t> ?</w:t>
      </w:r>
    </w:p>
    <w:p w14:paraId="5BEFFDF9" w14:textId="77777777" w:rsidR="00435B4F" w:rsidRDefault="00435B4F" w:rsidP="00256283">
      <w:r>
        <w:t>— </w:t>
      </w:r>
      <w:r w:rsidR="00256283">
        <w:t>Écoute</w:t>
      </w:r>
      <w:r>
        <w:t xml:space="preserve">, </w:t>
      </w:r>
      <w:r w:rsidR="00256283">
        <w:t>chérie</w:t>
      </w:r>
      <w:r>
        <w:t xml:space="preserve">, </w:t>
      </w:r>
      <w:r w:rsidR="00256283">
        <w:t>je t</w:t>
      </w:r>
      <w:r>
        <w:t>’</w:t>
      </w:r>
      <w:r w:rsidR="00256283">
        <w:t>achèterai demain matin une douzaine de romans policiers</w:t>
      </w:r>
      <w:r>
        <w:t xml:space="preserve">, </w:t>
      </w:r>
      <w:r w:rsidR="00256283">
        <w:t>mais pour l</w:t>
      </w:r>
      <w:r>
        <w:t>’</w:t>
      </w:r>
      <w:r w:rsidR="00256283">
        <w:t>instant</w:t>
      </w:r>
      <w:r>
        <w:t xml:space="preserve">, </w:t>
      </w:r>
      <w:r w:rsidR="00256283">
        <w:t>ne te pressure pas le cerveau à propos de mystères</w:t>
      </w:r>
      <w:r>
        <w:t xml:space="preserve"> ! </w:t>
      </w:r>
      <w:r w:rsidR="00256283">
        <w:t>Dorothy a voulu dire qu</w:t>
      </w:r>
      <w:r>
        <w:t>’</w:t>
      </w:r>
      <w:r w:rsidR="00256283">
        <w:t>elle avait peur de Jorgensen</w:t>
      </w:r>
      <w:r>
        <w:t xml:space="preserve">. </w:t>
      </w:r>
      <w:r w:rsidR="00256283">
        <w:t>Il voudrait sans doute la fille après la mère et cette petite a craint de rentrer</w:t>
      </w:r>
      <w:r>
        <w:t xml:space="preserve">. </w:t>
      </w:r>
      <w:r w:rsidR="00256283">
        <w:t>Elle est trop saoule pour pouvoir lui résister</w:t>
      </w:r>
      <w:r>
        <w:t>.</w:t>
      </w:r>
    </w:p>
    <w:p w14:paraId="20EF182B" w14:textId="77777777" w:rsidR="00435B4F" w:rsidRDefault="00435B4F" w:rsidP="00256283">
      <w:r>
        <w:t>— </w:t>
      </w:r>
      <w:r w:rsidR="00256283">
        <w:t>Mais</w:t>
      </w:r>
      <w:r>
        <w:t xml:space="preserve">, </w:t>
      </w:r>
      <w:r w:rsidR="00256283">
        <w:t>sa mère</w:t>
      </w:r>
      <w:r>
        <w:t> !</w:t>
      </w:r>
    </w:p>
    <w:p w14:paraId="0F7EF3E1" w14:textId="77777777" w:rsidR="00435B4F" w:rsidRDefault="00435B4F" w:rsidP="00256283">
      <w:r>
        <w:t>— </w:t>
      </w:r>
      <w:r w:rsidR="00256283">
        <w:t>Sa mère</w:t>
      </w:r>
      <w:r>
        <w:t xml:space="preserve"> ? </w:t>
      </w:r>
      <w:r w:rsidR="00256283">
        <w:t>C</w:t>
      </w:r>
      <w:r>
        <w:t>’</w:t>
      </w:r>
      <w:r w:rsidR="00256283">
        <w:t>est une drôle de famille</w:t>
      </w:r>
      <w:r>
        <w:t xml:space="preserve"> ! </w:t>
      </w:r>
      <w:r w:rsidR="00256283">
        <w:t>On ne</w:t>
      </w:r>
      <w:r>
        <w:t>…</w:t>
      </w:r>
    </w:p>
    <w:p w14:paraId="145EB271" w14:textId="77777777" w:rsidR="00435B4F" w:rsidRDefault="00256283" w:rsidP="00256283">
      <w:r>
        <w:t>Je m</w:t>
      </w:r>
      <w:r w:rsidR="00435B4F">
        <w:t>’</w:t>
      </w:r>
      <w:r>
        <w:t>interrompis</w:t>
      </w:r>
      <w:r w:rsidR="00435B4F">
        <w:t xml:space="preserve">. </w:t>
      </w:r>
      <w:r>
        <w:t xml:space="preserve">Dorothy </w:t>
      </w:r>
      <w:proofErr w:type="spellStart"/>
      <w:r>
        <w:t>Wynant</w:t>
      </w:r>
      <w:proofErr w:type="spellEnd"/>
      <w:r>
        <w:t xml:space="preserve"> était debout sur le seuil</w:t>
      </w:r>
      <w:r w:rsidR="00435B4F">
        <w:t xml:space="preserve">, </w:t>
      </w:r>
      <w:r>
        <w:t>en chemise de nuit</w:t>
      </w:r>
      <w:r w:rsidR="00435B4F">
        <w:t xml:space="preserve">, </w:t>
      </w:r>
      <w:r>
        <w:t>battant des paupières à la lueur des lampes électriques</w:t>
      </w:r>
      <w:r w:rsidR="00435B4F">
        <w:t>.</w:t>
      </w:r>
    </w:p>
    <w:p w14:paraId="0FF05945" w14:textId="77777777" w:rsidR="00435B4F" w:rsidRDefault="00435B4F" w:rsidP="00256283">
      <w:r>
        <w:t>— </w:t>
      </w:r>
      <w:r w:rsidR="00256283">
        <w:t>Est-ce que je puis venir</w:t>
      </w:r>
      <w:r>
        <w:t xml:space="preserve"> ? </w:t>
      </w:r>
      <w:r w:rsidR="00256283">
        <w:t>demanda-t-elle</w:t>
      </w:r>
      <w:r>
        <w:t xml:space="preserve">. </w:t>
      </w:r>
      <w:r w:rsidR="00256283">
        <w:t>J</w:t>
      </w:r>
      <w:r>
        <w:t>’</w:t>
      </w:r>
      <w:r w:rsidR="00256283">
        <w:t>ai peur</w:t>
      </w:r>
      <w:r>
        <w:t xml:space="preserve">, </w:t>
      </w:r>
      <w:r w:rsidR="00256283">
        <w:t>seule</w:t>
      </w:r>
      <w:r>
        <w:t xml:space="preserve">, </w:t>
      </w:r>
      <w:r w:rsidR="00256283">
        <w:t>dans cette chambre</w:t>
      </w:r>
      <w:r>
        <w:t> !</w:t>
      </w:r>
    </w:p>
    <w:p w14:paraId="129D52BC" w14:textId="77777777" w:rsidR="00435B4F" w:rsidRDefault="00435B4F" w:rsidP="00256283">
      <w:r>
        <w:t>— </w:t>
      </w:r>
      <w:r w:rsidR="00256283">
        <w:t>Mais oui</w:t>
      </w:r>
      <w:r>
        <w:t xml:space="preserve">, </w:t>
      </w:r>
      <w:r w:rsidR="00256283">
        <w:t>venez</w:t>
      </w:r>
      <w:r>
        <w:t>.</w:t>
      </w:r>
    </w:p>
    <w:p w14:paraId="387B9F49" w14:textId="77777777" w:rsidR="00435B4F" w:rsidRDefault="00256283" w:rsidP="00256283">
      <w:r>
        <w:t>Elle se blottit contre moi sur le canapé pendant que Nora allait lui chercher une robe de chambre</w:t>
      </w:r>
      <w:r w:rsidR="00435B4F">
        <w:t>.</w:t>
      </w:r>
    </w:p>
    <w:p w14:paraId="799A74B4" w14:textId="77777777" w:rsidR="00256283" w:rsidRDefault="00256283" w:rsidP="003D5E6A">
      <w:pPr>
        <w:pStyle w:val="Titre1"/>
      </w:pPr>
      <w:bookmarkStart w:id="12" w:name="bookmark4"/>
      <w:bookmarkStart w:id="13" w:name="__RefHeading__40_1831309079"/>
      <w:bookmarkStart w:id="14" w:name="_Toc202285659"/>
      <w:bookmarkEnd w:id="12"/>
      <w:bookmarkEnd w:id="13"/>
      <w:r>
        <w:lastRenderedPageBreak/>
        <w:t>VI</w:t>
      </w:r>
      <w:bookmarkEnd w:id="14"/>
    </w:p>
    <w:p w14:paraId="357C1EA5" w14:textId="77777777" w:rsidR="00435B4F" w:rsidRDefault="00256283" w:rsidP="00256283">
      <w:r>
        <w:t>Nous prenions tous les trois notre petit déjeuner</w:t>
      </w:r>
      <w:r w:rsidR="00435B4F">
        <w:t xml:space="preserve"> – </w:t>
      </w:r>
      <w:r>
        <w:t>vers deux heures de l</w:t>
      </w:r>
      <w:r w:rsidR="00435B4F">
        <w:t>’</w:t>
      </w:r>
      <w:r>
        <w:t>après-midi</w:t>
      </w:r>
      <w:r w:rsidR="00435B4F">
        <w:t xml:space="preserve"> – </w:t>
      </w:r>
      <w:r>
        <w:t>quand les Jorgensen se firent annoncer</w:t>
      </w:r>
      <w:r w:rsidR="00435B4F">
        <w:t xml:space="preserve">. </w:t>
      </w:r>
      <w:r>
        <w:t>Nora répondit au téléphone et revint en tentant manifestement de dissimuler sa satisfaction</w:t>
      </w:r>
      <w:r w:rsidR="00435B4F">
        <w:t>.</w:t>
      </w:r>
    </w:p>
    <w:p w14:paraId="75B06027" w14:textId="77777777" w:rsidR="00435B4F" w:rsidRDefault="00435B4F" w:rsidP="00256283">
      <w:r>
        <w:t>— </w:t>
      </w:r>
      <w:r w:rsidR="00256283">
        <w:t>C</w:t>
      </w:r>
      <w:r>
        <w:t>’</w:t>
      </w:r>
      <w:r w:rsidR="00256283">
        <w:t>est votre mère</w:t>
      </w:r>
      <w:r>
        <w:t xml:space="preserve">, </w:t>
      </w:r>
      <w:r w:rsidR="00256283">
        <w:t>dit-elle à Dorothy</w:t>
      </w:r>
      <w:r>
        <w:t xml:space="preserve">. </w:t>
      </w:r>
      <w:r w:rsidR="00256283">
        <w:t>Elle est en bas</w:t>
      </w:r>
      <w:r>
        <w:t xml:space="preserve">. </w:t>
      </w:r>
      <w:r w:rsidR="00256283">
        <w:t>Je lui ai dit de monter</w:t>
      </w:r>
      <w:r>
        <w:t>.</w:t>
      </w:r>
    </w:p>
    <w:p w14:paraId="0A65AB90" w14:textId="77777777" w:rsidR="00435B4F" w:rsidRDefault="00435B4F" w:rsidP="00256283">
      <w:r>
        <w:t>— </w:t>
      </w:r>
      <w:r w:rsidR="00256283">
        <w:t>Zut</w:t>
      </w:r>
      <w:r>
        <w:t xml:space="preserve"> ! </w:t>
      </w:r>
      <w:r w:rsidR="00256283">
        <w:t>fit la jeune fille</w:t>
      </w:r>
      <w:r>
        <w:t xml:space="preserve"> ; </w:t>
      </w:r>
      <w:r w:rsidR="00256283">
        <w:t>si j</w:t>
      </w:r>
      <w:r>
        <w:t>’</w:t>
      </w:r>
      <w:r w:rsidR="00256283">
        <w:t>avais su je ne l</w:t>
      </w:r>
      <w:r>
        <w:t>’</w:t>
      </w:r>
      <w:r w:rsidR="00256283">
        <w:t>aurais pas appelée tout à l</w:t>
      </w:r>
      <w:r>
        <w:t>’</w:t>
      </w:r>
      <w:r w:rsidR="00256283">
        <w:t>heure au téléphone</w:t>
      </w:r>
      <w:r>
        <w:t>.</w:t>
      </w:r>
    </w:p>
    <w:p w14:paraId="79735C4C" w14:textId="77777777" w:rsidR="00435B4F" w:rsidRDefault="00435B4F" w:rsidP="00256283">
      <w:r>
        <w:t>— </w:t>
      </w:r>
      <w:r w:rsidR="00256283">
        <w:t>Nous pourrions peut-être nous installer dans les couloirs avec nos bagages</w:t>
      </w:r>
      <w:r>
        <w:t xml:space="preserve">, </w:t>
      </w:r>
      <w:r w:rsidR="00256283">
        <w:t>murmurai-je</w:t>
      </w:r>
      <w:r>
        <w:t xml:space="preserve">, </w:t>
      </w:r>
      <w:r w:rsidR="00256283">
        <w:t>les yeux au plafond</w:t>
      </w:r>
      <w:r>
        <w:t>.</w:t>
      </w:r>
    </w:p>
    <w:p w14:paraId="59A8B729" w14:textId="77777777" w:rsidR="00435B4F" w:rsidRDefault="00435B4F" w:rsidP="00256283">
      <w:r>
        <w:t>— </w:t>
      </w:r>
      <w:r w:rsidR="00256283">
        <w:t>N</w:t>
      </w:r>
      <w:r>
        <w:t>’</w:t>
      </w:r>
      <w:r w:rsidR="00256283">
        <w:t>écoutez pas ce qu</w:t>
      </w:r>
      <w:r>
        <w:t>’</w:t>
      </w:r>
      <w:r w:rsidR="00256283">
        <w:t>il dit</w:t>
      </w:r>
      <w:r>
        <w:t xml:space="preserve">, </w:t>
      </w:r>
      <w:r w:rsidR="00256283">
        <w:t>protesta Nora</w:t>
      </w:r>
      <w:r>
        <w:t xml:space="preserve"> ; </w:t>
      </w:r>
      <w:r w:rsidR="00256283">
        <w:t>il n</w:t>
      </w:r>
      <w:r>
        <w:t>’</w:t>
      </w:r>
      <w:r w:rsidR="00256283">
        <w:t>en pense pas un mot</w:t>
      </w:r>
      <w:r>
        <w:t>.</w:t>
      </w:r>
    </w:p>
    <w:p w14:paraId="38877AEF" w14:textId="77777777" w:rsidR="00435B4F" w:rsidRDefault="00256283" w:rsidP="00256283">
      <w:r>
        <w:t>Elle tapota doucement l</w:t>
      </w:r>
      <w:r w:rsidR="00435B4F">
        <w:t>’</w:t>
      </w:r>
      <w:r>
        <w:t>épaule de Dorothy</w:t>
      </w:r>
      <w:r w:rsidR="00435B4F">
        <w:t>.</w:t>
      </w:r>
    </w:p>
    <w:p w14:paraId="4083F0E6" w14:textId="77777777" w:rsidR="00435B4F" w:rsidRDefault="00256283" w:rsidP="00256283">
      <w:r>
        <w:t>La sonnette d</w:t>
      </w:r>
      <w:r w:rsidR="00435B4F">
        <w:t>’</w:t>
      </w:r>
      <w:r>
        <w:t>entrée vibra</w:t>
      </w:r>
      <w:r w:rsidR="00435B4F">
        <w:t xml:space="preserve">. </w:t>
      </w:r>
      <w:r>
        <w:t>J</w:t>
      </w:r>
      <w:r w:rsidR="00435B4F">
        <w:t>’</w:t>
      </w:r>
      <w:r>
        <w:t>allai à la porte</w:t>
      </w:r>
      <w:r w:rsidR="00435B4F">
        <w:t>.</w:t>
      </w:r>
    </w:p>
    <w:p w14:paraId="20BD8BBC" w14:textId="77777777" w:rsidR="00435B4F" w:rsidRDefault="00256283" w:rsidP="00256283">
      <w:r>
        <w:t>Huit ans écoulés n</w:t>
      </w:r>
      <w:r w:rsidR="00435B4F">
        <w:t>’</w:t>
      </w:r>
      <w:r>
        <w:t>avaient pas altéré la beauté de Mimi</w:t>
      </w:r>
      <w:r w:rsidR="00435B4F">
        <w:t xml:space="preserve">. </w:t>
      </w:r>
      <w:r>
        <w:t>Elle m</w:t>
      </w:r>
      <w:r w:rsidR="00435B4F">
        <w:t>’</w:t>
      </w:r>
      <w:r>
        <w:t>apparut au contraire plus mûre</w:t>
      </w:r>
      <w:r w:rsidR="00435B4F">
        <w:t xml:space="preserve">, </w:t>
      </w:r>
      <w:r>
        <w:t>plus complètement épanouie</w:t>
      </w:r>
      <w:r w:rsidR="00435B4F">
        <w:t xml:space="preserve">. </w:t>
      </w:r>
      <w:r>
        <w:t>Elle était plus grande que sa fille et plus blonde</w:t>
      </w:r>
      <w:r w:rsidR="00435B4F">
        <w:t xml:space="preserve">. </w:t>
      </w:r>
      <w:r>
        <w:t>Elle se mit à rire en me voyant et me tendit ses deux mains</w:t>
      </w:r>
      <w:r w:rsidR="00435B4F">
        <w:t>.</w:t>
      </w:r>
    </w:p>
    <w:p w14:paraId="22A67F85" w14:textId="77777777" w:rsidR="00435B4F" w:rsidRDefault="00435B4F" w:rsidP="00256283">
      <w:r>
        <w:t>— </w:t>
      </w:r>
      <w:r w:rsidR="00256283">
        <w:t>Joyeux Noël</w:t>
      </w:r>
      <w:r>
        <w:t xml:space="preserve">, </w:t>
      </w:r>
      <w:r w:rsidR="00256283">
        <w:t>s</w:t>
      </w:r>
      <w:r>
        <w:t>’</w:t>
      </w:r>
      <w:r w:rsidR="00256283">
        <w:t>écria-t-elle</w:t>
      </w:r>
      <w:r>
        <w:t xml:space="preserve"> ; </w:t>
      </w:r>
      <w:r w:rsidR="00256283">
        <w:t>comme je suis heureuse de vous revoir après tant d</w:t>
      </w:r>
      <w:r>
        <w:t>’</w:t>
      </w:r>
      <w:r w:rsidR="00256283">
        <w:t>années</w:t>
      </w:r>
      <w:r>
        <w:t xml:space="preserve">. </w:t>
      </w:r>
      <w:r w:rsidR="00256283">
        <w:t>Je vous présente mon mari</w:t>
      </w:r>
      <w:r>
        <w:t xml:space="preserve">, </w:t>
      </w:r>
      <w:r w:rsidR="00256283">
        <w:t>Chris</w:t>
      </w:r>
      <w:r>
        <w:t xml:space="preserve">. </w:t>
      </w:r>
      <w:r w:rsidR="00256283">
        <w:t>Chris</w:t>
      </w:r>
      <w:r>
        <w:t xml:space="preserve"> ! – </w:t>
      </w:r>
      <w:r w:rsidR="00256283">
        <w:t>Mr</w:t>
      </w:r>
      <w:r>
        <w:t xml:space="preserve">. </w:t>
      </w:r>
      <w:r w:rsidR="00256283">
        <w:t>Charles</w:t>
      </w:r>
      <w:r>
        <w:t> !</w:t>
      </w:r>
    </w:p>
    <w:p w14:paraId="6876CB15" w14:textId="77777777" w:rsidR="00435B4F" w:rsidRDefault="00435B4F" w:rsidP="00256283">
      <w:r>
        <w:t>— </w:t>
      </w:r>
      <w:r w:rsidR="00256283">
        <w:t>Je suis ravi de vous revoir</w:t>
      </w:r>
      <w:r>
        <w:t xml:space="preserve">, </w:t>
      </w:r>
      <w:r w:rsidR="00256283">
        <w:t>dis-je à Mimi</w:t>
      </w:r>
      <w:r>
        <w:t>.</w:t>
      </w:r>
    </w:p>
    <w:p w14:paraId="3059E68E" w14:textId="77777777" w:rsidR="00435B4F" w:rsidRDefault="00256283" w:rsidP="00256283">
      <w:r>
        <w:t xml:space="preserve">Je </w:t>
      </w:r>
      <w:proofErr w:type="spellStart"/>
      <w:r>
        <w:t>serrai</w:t>
      </w:r>
      <w:proofErr w:type="spellEnd"/>
      <w:r>
        <w:t xml:space="preserve"> la main de Jorgensen</w:t>
      </w:r>
      <w:r w:rsidR="00435B4F">
        <w:t xml:space="preserve">. </w:t>
      </w:r>
      <w:r>
        <w:t>Il paraissait plus jeune que sa femme</w:t>
      </w:r>
      <w:r w:rsidR="00435B4F">
        <w:t xml:space="preserve"> – </w:t>
      </w:r>
      <w:r>
        <w:t>d</w:t>
      </w:r>
      <w:r w:rsidR="00435B4F">
        <w:t>’</w:t>
      </w:r>
      <w:r>
        <w:t>au moins cinq ans</w:t>
      </w:r>
      <w:r w:rsidR="00435B4F">
        <w:t xml:space="preserve"> – </w:t>
      </w:r>
      <w:r>
        <w:t>grand</w:t>
      </w:r>
      <w:r w:rsidR="00435B4F">
        <w:t xml:space="preserve">, </w:t>
      </w:r>
      <w:r>
        <w:t>mince</w:t>
      </w:r>
      <w:r w:rsidR="00435B4F">
        <w:t xml:space="preserve">, </w:t>
      </w:r>
      <w:r>
        <w:t>brun</w:t>
      </w:r>
      <w:r w:rsidR="00435B4F">
        <w:t xml:space="preserve">, </w:t>
      </w:r>
      <w:r>
        <w:lastRenderedPageBreak/>
        <w:t>remarquablement habillé</w:t>
      </w:r>
      <w:r w:rsidR="00435B4F">
        <w:t xml:space="preserve">, </w:t>
      </w:r>
      <w:r>
        <w:t>les cheveux collés</w:t>
      </w:r>
      <w:r w:rsidR="00435B4F">
        <w:t xml:space="preserve">, </w:t>
      </w:r>
      <w:r>
        <w:t>une petite moustache noire</w:t>
      </w:r>
      <w:r w:rsidR="00435B4F">
        <w:t xml:space="preserve">. </w:t>
      </w:r>
      <w:r>
        <w:t>Il s</w:t>
      </w:r>
      <w:r w:rsidR="00435B4F">
        <w:t>’</w:t>
      </w:r>
      <w:r>
        <w:t>inclina</w:t>
      </w:r>
      <w:r w:rsidR="00435B4F">
        <w:t xml:space="preserve">, </w:t>
      </w:r>
      <w:r>
        <w:t>tout d</w:t>
      </w:r>
      <w:r w:rsidR="00435B4F">
        <w:t>’</w:t>
      </w:r>
      <w:r>
        <w:t>une pièce</w:t>
      </w:r>
      <w:r w:rsidR="00435B4F">
        <w:t>.</w:t>
      </w:r>
    </w:p>
    <w:p w14:paraId="03EEAE15" w14:textId="77777777" w:rsidR="00435B4F" w:rsidRDefault="00435B4F" w:rsidP="00256283">
      <w:r>
        <w:t>— </w:t>
      </w:r>
      <w:r w:rsidR="00256283">
        <w:t>Très heureux</w:t>
      </w:r>
      <w:r>
        <w:t xml:space="preserve">, </w:t>
      </w:r>
      <w:r w:rsidR="00256283">
        <w:t>Mr</w:t>
      </w:r>
      <w:r>
        <w:t xml:space="preserve">. </w:t>
      </w:r>
      <w:r w:rsidR="00256283">
        <w:t>Charles</w:t>
      </w:r>
      <w:r>
        <w:t xml:space="preserve">, </w:t>
      </w:r>
      <w:r w:rsidR="00256283">
        <w:t>dit-il</w:t>
      </w:r>
      <w:r>
        <w:t xml:space="preserve">, </w:t>
      </w:r>
      <w:r w:rsidR="00256283">
        <w:t>avec un accent un peu lourd</w:t>
      </w:r>
      <w:r>
        <w:t xml:space="preserve">, </w:t>
      </w:r>
      <w:r w:rsidR="00256283">
        <w:t>aux sonorités allemandes</w:t>
      </w:r>
      <w:r>
        <w:t>.</w:t>
      </w:r>
    </w:p>
    <w:p w14:paraId="7698FC98" w14:textId="77777777" w:rsidR="00435B4F" w:rsidRDefault="00256283" w:rsidP="00256283">
      <w:r>
        <w:t>Sa main était maigre et musclée</w:t>
      </w:r>
      <w:r w:rsidR="00435B4F">
        <w:t>.</w:t>
      </w:r>
    </w:p>
    <w:p w14:paraId="661F506C" w14:textId="77777777" w:rsidR="00435B4F" w:rsidRDefault="00256283" w:rsidP="00256283">
      <w:r>
        <w:t>Mimi</w:t>
      </w:r>
      <w:r w:rsidR="00435B4F">
        <w:t xml:space="preserve">, </w:t>
      </w:r>
      <w:r>
        <w:t>quand les présentations furent faites</w:t>
      </w:r>
      <w:r w:rsidR="00435B4F">
        <w:t xml:space="preserve">, </w:t>
      </w:r>
      <w:r>
        <w:t>pria Nora de l</w:t>
      </w:r>
      <w:r w:rsidR="00435B4F">
        <w:t>’</w:t>
      </w:r>
      <w:r>
        <w:t>excuser pour cette intrusion un jour de Noël</w:t>
      </w:r>
      <w:r w:rsidR="00435B4F">
        <w:t>.</w:t>
      </w:r>
    </w:p>
    <w:p w14:paraId="5A5D2D27" w14:textId="77777777" w:rsidR="00435B4F" w:rsidRDefault="00435B4F" w:rsidP="00256283">
      <w:r>
        <w:t>— </w:t>
      </w:r>
      <w:r w:rsidR="00256283">
        <w:t>Mais je désirais tant voir votre mari</w:t>
      </w:r>
      <w:r>
        <w:t xml:space="preserve">, </w:t>
      </w:r>
      <w:r w:rsidR="00256283">
        <w:t>ajouta-t-elle</w:t>
      </w:r>
      <w:r>
        <w:t xml:space="preserve"> ; </w:t>
      </w:r>
      <w:r w:rsidR="00256283">
        <w:t>et puis</w:t>
      </w:r>
      <w:r>
        <w:t xml:space="preserve">, </w:t>
      </w:r>
      <w:r w:rsidR="00256283">
        <w:t>le seul moyen d</w:t>
      </w:r>
      <w:r>
        <w:t>’</w:t>
      </w:r>
      <w:r w:rsidR="00256283">
        <w:t>amener cette écervelée de Dorothy quelque part</w:t>
      </w:r>
      <w:r>
        <w:t xml:space="preserve">, </w:t>
      </w:r>
      <w:r w:rsidR="00256283">
        <w:t>c</w:t>
      </w:r>
      <w:r>
        <w:t>’</w:t>
      </w:r>
      <w:r w:rsidR="00256283">
        <w:t>est de l</w:t>
      </w:r>
      <w:r>
        <w:t>’</w:t>
      </w:r>
      <w:r w:rsidR="00256283">
        <w:t>y porter à bras le corps</w:t>
      </w:r>
      <w:r>
        <w:t>.</w:t>
      </w:r>
    </w:p>
    <w:p w14:paraId="439A1CEA" w14:textId="77777777" w:rsidR="00435B4F" w:rsidRDefault="00256283" w:rsidP="00256283">
      <w:r>
        <w:t>Elle se retourna et sourit à sa fille</w:t>
      </w:r>
      <w:r w:rsidR="00435B4F">
        <w:t>.</w:t>
      </w:r>
    </w:p>
    <w:p w14:paraId="0A541E7E" w14:textId="77777777" w:rsidR="00435B4F" w:rsidRDefault="00435B4F" w:rsidP="00256283">
      <w:r>
        <w:t>— </w:t>
      </w:r>
      <w:r w:rsidR="00256283">
        <w:t>Vous devriez vous habiller</w:t>
      </w:r>
      <w:r>
        <w:t xml:space="preserve">, </w:t>
      </w:r>
      <w:r w:rsidR="00256283">
        <w:t>chérie</w:t>
      </w:r>
      <w:r>
        <w:t xml:space="preserve">, </w:t>
      </w:r>
      <w:r w:rsidR="00256283">
        <w:t>dit-elle</w:t>
      </w:r>
      <w:r>
        <w:t>.</w:t>
      </w:r>
    </w:p>
    <w:p w14:paraId="58228750" w14:textId="77777777" w:rsidR="00435B4F" w:rsidRDefault="00256283" w:rsidP="00256283">
      <w:r>
        <w:t>Chérie</w:t>
      </w:r>
      <w:r w:rsidR="00435B4F">
        <w:t xml:space="preserve">, </w:t>
      </w:r>
      <w:r>
        <w:t>la bouche pleine</w:t>
      </w:r>
      <w:r w:rsidR="00435B4F">
        <w:t xml:space="preserve">, </w:t>
      </w:r>
      <w:r>
        <w:t>grogna qu</w:t>
      </w:r>
      <w:r w:rsidR="00435B4F">
        <w:t>’</w:t>
      </w:r>
      <w:r>
        <w:t>elle ne voyait pas pourquoi l</w:t>
      </w:r>
      <w:r w:rsidR="00435B4F">
        <w:t>’</w:t>
      </w:r>
      <w:r>
        <w:t>on gâcherait l</w:t>
      </w:r>
      <w:r w:rsidR="00435B4F">
        <w:t>’</w:t>
      </w:r>
      <w:r>
        <w:t>après-midi à aller voir tante Alice</w:t>
      </w:r>
      <w:r w:rsidR="00435B4F">
        <w:t>.</w:t>
      </w:r>
    </w:p>
    <w:p w14:paraId="3FADE31A" w14:textId="77777777" w:rsidR="00435B4F" w:rsidRDefault="00435B4F" w:rsidP="00256283">
      <w:r>
        <w:t>— </w:t>
      </w:r>
      <w:r w:rsidR="00256283">
        <w:t>Je parie que Gilbert a refusé d</w:t>
      </w:r>
      <w:r>
        <w:t>’</w:t>
      </w:r>
      <w:r w:rsidR="00256283">
        <w:t>y venir</w:t>
      </w:r>
      <w:r>
        <w:t xml:space="preserve"> ! </w:t>
      </w:r>
      <w:r w:rsidR="00256283">
        <w:t>fit-elle</w:t>
      </w:r>
      <w:r>
        <w:t>.</w:t>
      </w:r>
    </w:p>
    <w:p w14:paraId="0CEE2A86" w14:textId="77777777" w:rsidR="00435B4F" w:rsidRDefault="00256283" w:rsidP="00256283">
      <w:r>
        <w:t>Mimi s</w:t>
      </w:r>
      <w:r w:rsidR="00435B4F">
        <w:t>’</w:t>
      </w:r>
      <w:r>
        <w:t xml:space="preserve">extasia sur </w:t>
      </w:r>
      <w:proofErr w:type="spellStart"/>
      <w:r>
        <w:t>Asta</w:t>
      </w:r>
      <w:proofErr w:type="spellEnd"/>
      <w:r>
        <w:t xml:space="preserve"> et me demanda si je savais où était son ex-mari</w:t>
      </w:r>
      <w:r w:rsidR="00435B4F">
        <w:t>.</w:t>
      </w:r>
    </w:p>
    <w:p w14:paraId="27E2147F" w14:textId="77777777" w:rsidR="00435B4F" w:rsidRDefault="00435B4F" w:rsidP="00256283">
      <w:r>
        <w:t>— </w:t>
      </w:r>
      <w:r w:rsidR="00256283">
        <w:t>Non</w:t>
      </w:r>
      <w:r>
        <w:t>.</w:t>
      </w:r>
    </w:p>
    <w:p w14:paraId="2739205C" w14:textId="77777777" w:rsidR="00435B4F" w:rsidRDefault="00256283" w:rsidP="00256283">
      <w:r>
        <w:t>Elle continua de jouer avec la chienne</w:t>
      </w:r>
      <w:r w:rsidR="00435B4F">
        <w:t>.</w:t>
      </w:r>
    </w:p>
    <w:p w14:paraId="559B2331" w14:textId="77777777" w:rsidR="00435B4F" w:rsidRDefault="00435B4F" w:rsidP="00256283">
      <w:r>
        <w:t>— </w:t>
      </w:r>
      <w:r w:rsidR="00256283">
        <w:t>Il est fou</w:t>
      </w:r>
      <w:r>
        <w:t xml:space="preserve"> ! </w:t>
      </w:r>
      <w:r w:rsidR="00256283">
        <w:t>absolument fou</w:t>
      </w:r>
      <w:r>
        <w:t xml:space="preserve"> ! </w:t>
      </w:r>
      <w:r w:rsidR="00256283">
        <w:t>dit-elle</w:t>
      </w:r>
      <w:r>
        <w:t xml:space="preserve">. </w:t>
      </w:r>
      <w:r w:rsidR="00256283">
        <w:t>Disparaître dans des circonstances pareilles</w:t>
      </w:r>
      <w:r>
        <w:t xml:space="preserve"> ! </w:t>
      </w:r>
      <w:r w:rsidR="00256283">
        <w:t>Il n</w:t>
      </w:r>
      <w:r>
        <w:t>’</w:t>
      </w:r>
      <w:r w:rsidR="00256283">
        <w:t>est pas étonnant que la police ait d</w:t>
      </w:r>
      <w:r>
        <w:t>’</w:t>
      </w:r>
      <w:r w:rsidR="00256283">
        <w:t>abord songé qu</w:t>
      </w:r>
      <w:r>
        <w:t>’</w:t>
      </w:r>
      <w:r w:rsidR="00256283">
        <w:t>il était mêlé à ce crime</w:t>
      </w:r>
      <w:r>
        <w:t>.</w:t>
      </w:r>
    </w:p>
    <w:p w14:paraId="3BA1EA5D" w14:textId="77777777" w:rsidR="00435B4F" w:rsidRDefault="00435B4F" w:rsidP="00256283">
      <w:r>
        <w:t>— </w:t>
      </w:r>
      <w:r w:rsidR="00256283">
        <w:t>Ah</w:t>
      </w:r>
      <w:r>
        <w:t xml:space="preserve"> ! </w:t>
      </w:r>
      <w:r w:rsidR="00256283">
        <w:t>dis-je</w:t>
      </w:r>
      <w:r>
        <w:t xml:space="preserve">. </w:t>
      </w:r>
      <w:r w:rsidR="00256283">
        <w:t>Et qu</w:t>
      </w:r>
      <w:r>
        <w:t>’</w:t>
      </w:r>
      <w:r w:rsidR="00256283">
        <w:t>est-ce que la police pense maintenant</w:t>
      </w:r>
      <w:r>
        <w:t> ?</w:t>
      </w:r>
    </w:p>
    <w:p w14:paraId="4DA8CA46" w14:textId="77777777" w:rsidR="00435B4F" w:rsidRDefault="00256283" w:rsidP="00256283">
      <w:r>
        <w:t>Elle leva les yeux sur moi</w:t>
      </w:r>
      <w:r w:rsidR="00435B4F">
        <w:t>.</w:t>
      </w:r>
    </w:p>
    <w:p w14:paraId="5F64CD20" w14:textId="77777777" w:rsidR="00435B4F" w:rsidRDefault="00435B4F" w:rsidP="00256283">
      <w:r>
        <w:lastRenderedPageBreak/>
        <w:t>— </w:t>
      </w:r>
      <w:r w:rsidR="00256283">
        <w:t>Vous n</w:t>
      </w:r>
      <w:r>
        <w:t>’</w:t>
      </w:r>
      <w:r w:rsidR="00256283">
        <w:t>avez donc pas lu les journaux</w:t>
      </w:r>
      <w:r>
        <w:t> ?</w:t>
      </w:r>
    </w:p>
    <w:p w14:paraId="391E1B78" w14:textId="77777777" w:rsidR="00435B4F" w:rsidRDefault="00435B4F" w:rsidP="00256283">
      <w:r>
        <w:t>— </w:t>
      </w:r>
      <w:r w:rsidR="00256283">
        <w:t>Non</w:t>
      </w:r>
      <w:r>
        <w:t>.</w:t>
      </w:r>
    </w:p>
    <w:p w14:paraId="53109213" w14:textId="77777777" w:rsidR="00435B4F" w:rsidRDefault="00435B4F" w:rsidP="00256283">
      <w:r>
        <w:t>— </w:t>
      </w:r>
      <w:r w:rsidR="00256283">
        <w:t>C</w:t>
      </w:r>
      <w:r>
        <w:t>’</w:t>
      </w:r>
      <w:r w:rsidR="00256283">
        <w:t>est un certain Morelli</w:t>
      </w:r>
      <w:r>
        <w:t xml:space="preserve">, </w:t>
      </w:r>
      <w:r w:rsidR="00256283">
        <w:t>un gangster</w:t>
      </w:r>
      <w:r>
        <w:t xml:space="preserve">, </w:t>
      </w:r>
      <w:r w:rsidR="00256283">
        <w:t>qui l</w:t>
      </w:r>
      <w:r>
        <w:t>’</w:t>
      </w:r>
      <w:r w:rsidR="00256283">
        <w:t>a tuée</w:t>
      </w:r>
      <w:r>
        <w:t xml:space="preserve">. </w:t>
      </w:r>
      <w:r w:rsidR="00256283">
        <w:t>Il était son amant</w:t>
      </w:r>
      <w:r>
        <w:t>.</w:t>
      </w:r>
    </w:p>
    <w:p w14:paraId="3DC0C7AE" w14:textId="77777777" w:rsidR="00435B4F" w:rsidRDefault="00435B4F" w:rsidP="00256283">
      <w:r>
        <w:t>— </w:t>
      </w:r>
      <w:r w:rsidR="00256283">
        <w:t>L</w:t>
      </w:r>
      <w:r>
        <w:t>’</w:t>
      </w:r>
      <w:r w:rsidR="00256283">
        <w:t>a-t-on arrêté</w:t>
      </w:r>
      <w:r>
        <w:t> ?</w:t>
      </w:r>
    </w:p>
    <w:p w14:paraId="27B943D1" w14:textId="77777777" w:rsidR="00435B4F" w:rsidRDefault="00435B4F" w:rsidP="00256283">
      <w:r>
        <w:t>— </w:t>
      </w:r>
      <w:r w:rsidR="00256283">
        <w:t>Pas encore</w:t>
      </w:r>
      <w:r>
        <w:t xml:space="preserve">, </w:t>
      </w:r>
      <w:r w:rsidR="00256283">
        <w:t>mais c</w:t>
      </w:r>
      <w:r>
        <w:t>’</w:t>
      </w:r>
      <w:r w:rsidR="00256283">
        <w:t>est lui le coupable</w:t>
      </w:r>
      <w:r>
        <w:t xml:space="preserve">. </w:t>
      </w:r>
      <w:r w:rsidR="00256283">
        <w:t>Je voudrais bien retrouver Clyde</w:t>
      </w:r>
      <w:r>
        <w:t xml:space="preserve">. </w:t>
      </w:r>
      <w:r w:rsidR="00256283">
        <w:t>Macaulay refuse de m</w:t>
      </w:r>
      <w:r>
        <w:t>’</w:t>
      </w:r>
      <w:r w:rsidR="00256283">
        <w:t>aider</w:t>
      </w:r>
      <w:r>
        <w:t xml:space="preserve">. </w:t>
      </w:r>
      <w:r w:rsidR="00256283">
        <w:t>Il dit qu</w:t>
      </w:r>
      <w:r>
        <w:t>’</w:t>
      </w:r>
      <w:r w:rsidR="00256283">
        <w:t>il ignore où il est</w:t>
      </w:r>
      <w:r>
        <w:t xml:space="preserve"> ; </w:t>
      </w:r>
      <w:r w:rsidR="00256283">
        <w:t>c</w:t>
      </w:r>
      <w:r>
        <w:t>’</w:t>
      </w:r>
      <w:r w:rsidR="00256283">
        <w:t>est ridicule</w:t>
      </w:r>
      <w:r>
        <w:t xml:space="preserve"> ! </w:t>
      </w:r>
      <w:r w:rsidR="00256283">
        <w:t>Il a une procuration générale signée de mon mari et je sais bien qu</w:t>
      </w:r>
      <w:r>
        <w:t>’</w:t>
      </w:r>
      <w:r w:rsidR="00256283">
        <w:t>ils sont en rapport constant</w:t>
      </w:r>
      <w:r>
        <w:t xml:space="preserve">. </w:t>
      </w:r>
      <w:r w:rsidR="00256283">
        <w:t>Croyez-vous que ce Macaulay soit digne de confiance</w:t>
      </w:r>
      <w:r>
        <w:t> ?</w:t>
      </w:r>
    </w:p>
    <w:p w14:paraId="096B6818" w14:textId="77777777" w:rsidR="00435B4F" w:rsidRDefault="00435B4F" w:rsidP="00256283">
      <w:r>
        <w:t>— </w:t>
      </w:r>
      <w:r w:rsidR="00256283">
        <w:t>C</w:t>
      </w:r>
      <w:r>
        <w:t>’</w:t>
      </w:r>
      <w:r w:rsidR="00256283">
        <w:t>est l</w:t>
      </w:r>
      <w:r>
        <w:t>’</w:t>
      </w:r>
      <w:r w:rsidR="00256283">
        <w:t xml:space="preserve">avocat de </w:t>
      </w:r>
      <w:proofErr w:type="spellStart"/>
      <w:r w:rsidR="00256283">
        <w:t>Wynant</w:t>
      </w:r>
      <w:proofErr w:type="spellEnd"/>
      <w:r>
        <w:t xml:space="preserve">, </w:t>
      </w:r>
      <w:r w:rsidR="00256283">
        <w:t>dis-je</w:t>
      </w:r>
      <w:r>
        <w:t xml:space="preserve">. </w:t>
      </w:r>
      <w:r w:rsidR="00256283">
        <w:t>Il n</w:t>
      </w:r>
      <w:r>
        <w:t>’</w:t>
      </w:r>
      <w:r w:rsidR="00256283">
        <w:t>y a pas de raison pour que vous vous fiiez à lui</w:t>
      </w:r>
      <w:r>
        <w:t>.</w:t>
      </w:r>
    </w:p>
    <w:p w14:paraId="788518E9" w14:textId="77777777" w:rsidR="00435B4F" w:rsidRDefault="00435B4F" w:rsidP="00256283">
      <w:r>
        <w:t>— </w:t>
      </w:r>
      <w:r w:rsidR="00256283">
        <w:t>C</w:t>
      </w:r>
      <w:r>
        <w:t>’</w:t>
      </w:r>
      <w:r w:rsidR="00256283">
        <w:t>est bien mon avis</w:t>
      </w:r>
      <w:r>
        <w:t> !</w:t>
      </w:r>
    </w:p>
    <w:p w14:paraId="2519ABB1" w14:textId="77777777" w:rsidR="00435B4F" w:rsidRDefault="00256283" w:rsidP="00256283">
      <w:r>
        <w:t>Elle me fit une place près d</w:t>
      </w:r>
      <w:r w:rsidR="00435B4F">
        <w:t>’</w:t>
      </w:r>
      <w:r>
        <w:t>elle sur le canapé</w:t>
      </w:r>
      <w:r w:rsidR="00435B4F">
        <w:t>.</w:t>
      </w:r>
    </w:p>
    <w:p w14:paraId="64DC6151" w14:textId="77777777" w:rsidR="00435B4F" w:rsidRDefault="00435B4F" w:rsidP="00256283">
      <w:r>
        <w:t>— </w:t>
      </w:r>
      <w:r w:rsidR="00256283">
        <w:t>Asseyez-vous</w:t>
      </w:r>
      <w:r>
        <w:t xml:space="preserve">. </w:t>
      </w:r>
      <w:r w:rsidR="00256283">
        <w:t>J</w:t>
      </w:r>
      <w:r>
        <w:t>’</w:t>
      </w:r>
      <w:r w:rsidR="00256283">
        <w:t>ai un million de questions à vous poser</w:t>
      </w:r>
      <w:r>
        <w:t>.</w:t>
      </w:r>
    </w:p>
    <w:p w14:paraId="758E4D38" w14:textId="77777777" w:rsidR="00435B4F" w:rsidRDefault="00435B4F" w:rsidP="00256283">
      <w:r>
        <w:t>— </w:t>
      </w:r>
      <w:r w:rsidR="00256283">
        <w:t>Un whisky</w:t>
      </w:r>
      <w:r>
        <w:t xml:space="preserve">, </w:t>
      </w:r>
      <w:r w:rsidR="00256283">
        <w:t>d</w:t>
      </w:r>
      <w:r>
        <w:t>’</w:t>
      </w:r>
      <w:r w:rsidR="00256283">
        <w:t>abord</w:t>
      </w:r>
      <w:r>
        <w:t> ?</w:t>
      </w:r>
    </w:p>
    <w:p w14:paraId="6F3553A7" w14:textId="77777777" w:rsidR="00435B4F" w:rsidRDefault="00435B4F" w:rsidP="00256283">
      <w:r>
        <w:t>— </w:t>
      </w:r>
      <w:r w:rsidR="00256283">
        <w:t xml:space="preserve">Tout ce que vous voudrez excepté un </w:t>
      </w:r>
      <w:r>
        <w:t>« </w:t>
      </w:r>
      <w:proofErr w:type="spellStart"/>
      <w:r w:rsidR="00256283">
        <w:t>egg-nog</w:t>
      </w:r>
      <w:proofErr w:type="spellEnd"/>
      <w:r>
        <w:t xml:space="preserve"> », </w:t>
      </w:r>
      <w:r w:rsidR="00256283">
        <w:t>à cause de mon foie</w:t>
      </w:r>
      <w:r>
        <w:t>.</w:t>
      </w:r>
    </w:p>
    <w:p w14:paraId="6BD726AD" w14:textId="77777777" w:rsidR="00435B4F" w:rsidRDefault="00256283" w:rsidP="00256283">
      <w:r>
        <w:t>Quand je revins</w:t>
      </w:r>
      <w:r w:rsidR="00435B4F">
        <w:t xml:space="preserve">, </w:t>
      </w:r>
      <w:r>
        <w:t>portant les verres pleins sur un plateau</w:t>
      </w:r>
      <w:r w:rsidR="00435B4F">
        <w:t xml:space="preserve">, </w:t>
      </w:r>
      <w:r>
        <w:t>Nora et Jorgensen s</w:t>
      </w:r>
      <w:r w:rsidR="00435B4F">
        <w:t>’</w:t>
      </w:r>
      <w:r>
        <w:t>efforçaient péniblement d</w:t>
      </w:r>
      <w:r w:rsidR="00435B4F">
        <w:t>’</w:t>
      </w:r>
      <w:r>
        <w:t>échanger quelques phrases en français</w:t>
      </w:r>
      <w:r w:rsidR="00435B4F">
        <w:t xml:space="preserve">. </w:t>
      </w:r>
      <w:r>
        <w:t>Dorothy mangeait gravement</w:t>
      </w:r>
      <w:r w:rsidR="00435B4F">
        <w:t xml:space="preserve">, </w:t>
      </w:r>
      <w:r>
        <w:t>et Mimi jouait avec la chienne</w:t>
      </w:r>
      <w:r w:rsidR="00435B4F">
        <w:t xml:space="preserve">. </w:t>
      </w:r>
      <w:r>
        <w:t>Je distribuai les verres avant de m</w:t>
      </w:r>
      <w:r w:rsidR="00435B4F">
        <w:t>’</w:t>
      </w:r>
      <w:r>
        <w:t>asseoir près de Mimi</w:t>
      </w:r>
      <w:r w:rsidR="00435B4F">
        <w:t>.</w:t>
      </w:r>
    </w:p>
    <w:p w14:paraId="37F3A22D" w14:textId="77777777" w:rsidR="00435B4F" w:rsidRDefault="00435B4F" w:rsidP="00256283">
      <w:r>
        <w:t>— </w:t>
      </w:r>
      <w:r w:rsidR="00256283">
        <w:t>Votre femme est charmante</w:t>
      </w:r>
      <w:r>
        <w:t xml:space="preserve"> ! </w:t>
      </w:r>
      <w:r w:rsidR="00256283">
        <w:t>dit-elle</w:t>
      </w:r>
      <w:r>
        <w:t>.</w:t>
      </w:r>
    </w:p>
    <w:p w14:paraId="18A15E69" w14:textId="77777777" w:rsidR="00435B4F" w:rsidRDefault="00435B4F" w:rsidP="00256283">
      <w:r>
        <w:t>— </w:t>
      </w:r>
      <w:r w:rsidR="00256283">
        <w:t>Je l</w:t>
      </w:r>
      <w:r>
        <w:t>’</w:t>
      </w:r>
      <w:r w:rsidR="00256283">
        <w:t>aime beaucoup</w:t>
      </w:r>
      <w:r>
        <w:t> !</w:t>
      </w:r>
    </w:p>
    <w:p w14:paraId="01AF8F41" w14:textId="77777777" w:rsidR="00435B4F" w:rsidRDefault="00435B4F" w:rsidP="00256283">
      <w:r>
        <w:lastRenderedPageBreak/>
        <w:t>— </w:t>
      </w:r>
      <w:r w:rsidR="00256283">
        <w:t>Dites-moi la vérité</w:t>
      </w:r>
      <w:r>
        <w:t xml:space="preserve">, </w:t>
      </w:r>
      <w:r w:rsidR="00256283">
        <w:t>Nick</w:t>
      </w:r>
      <w:r>
        <w:t xml:space="preserve"> : </w:t>
      </w:r>
      <w:r w:rsidR="00256283">
        <w:t>pensez-vous que Clyde soit vraiment fou</w:t>
      </w:r>
      <w:r>
        <w:t xml:space="preserve"> ? </w:t>
      </w:r>
      <w:r w:rsidR="00256283">
        <w:t>Je veux dire assez fou pour qu</w:t>
      </w:r>
      <w:r>
        <w:t>’</w:t>
      </w:r>
      <w:r w:rsidR="00256283">
        <w:t>il soit nécessaire d</w:t>
      </w:r>
      <w:r>
        <w:t>’</w:t>
      </w:r>
      <w:r w:rsidR="00256283">
        <w:t>intervenir</w:t>
      </w:r>
      <w:r>
        <w:t> ?</w:t>
      </w:r>
    </w:p>
    <w:p w14:paraId="4717716D" w14:textId="77777777" w:rsidR="00435B4F" w:rsidRDefault="00435B4F" w:rsidP="00256283">
      <w:r>
        <w:t>— </w:t>
      </w:r>
      <w:r w:rsidR="00256283">
        <w:t>Comment le saurais-je</w:t>
      </w:r>
      <w:r>
        <w:t> ?</w:t>
      </w:r>
    </w:p>
    <w:p w14:paraId="69674102" w14:textId="77777777" w:rsidR="00435B4F" w:rsidRDefault="00435B4F" w:rsidP="00256283">
      <w:r>
        <w:t>— </w:t>
      </w:r>
      <w:r w:rsidR="00256283">
        <w:t>Je m</w:t>
      </w:r>
      <w:r>
        <w:t>’</w:t>
      </w:r>
      <w:r w:rsidR="00256283">
        <w:t>inquiète au sujet des enfants</w:t>
      </w:r>
      <w:r>
        <w:t xml:space="preserve">, </w:t>
      </w:r>
      <w:r w:rsidR="00256283">
        <w:t>dit-elle</w:t>
      </w:r>
      <w:r>
        <w:t xml:space="preserve">. </w:t>
      </w:r>
      <w:r w:rsidR="00256283">
        <w:t>Je n</w:t>
      </w:r>
      <w:r>
        <w:t>’</w:t>
      </w:r>
      <w:r w:rsidR="00256283">
        <w:t>ai plus rien à réclamer à mon mari</w:t>
      </w:r>
      <w:r>
        <w:t xml:space="preserve"> – </w:t>
      </w:r>
      <w:r w:rsidR="00256283">
        <w:t>il y a eu un règlement de comptes au moment du divorce</w:t>
      </w:r>
      <w:r>
        <w:t xml:space="preserve"> – </w:t>
      </w:r>
      <w:r w:rsidR="00256283">
        <w:t>mais les enfants ont</w:t>
      </w:r>
      <w:r>
        <w:t xml:space="preserve">, </w:t>
      </w:r>
      <w:r w:rsidR="00256283">
        <w:t>encore des droits</w:t>
      </w:r>
      <w:r>
        <w:t xml:space="preserve">. </w:t>
      </w:r>
      <w:r w:rsidR="00256283">
        <w:t>Nous n</w:t>
      </w:r>
      <w:r>
        <w:t>’</w:t>
      </w:r>
      <w:r w:rsidR="00256283">
        <w:t>avons plus d</w:t>
      </w:r>
      <w:r>
        <w:t>’</w:t>
      </w:r>
      <w:r w:rsidR="00256283">
        <w:t>argent et</w:t>
      </w:r>
      <w:r>
        <w:t xml:space="preserve">, </w:t>
      </w:r>
      <w:r w:rsidR="00256283">
        <w:t>s</w:t>
      </w:r>
      <w:r>
        <w:t>’</w:t>
      </w:r>
      <w:r w:rsidR="00256283">
        <w:t>il est fou</w:t>
      </w:r>
      <w:r>
        <w:t xml:space="preserve">, </w:t>
      </w:r>
      <w:r w:rsidR="00256283">
        <w:t>il va tout dissiper</w:t>
      </w:r>
      <w:r>
        <w:t xml:space="preserve">, </w:t>
      </w:r>
      <w:r w:rsidR="00256283">
        <w:t>laissant Dorothy et Gilbert sans un sou</w:t>
      </w:r>
      <w:r>
        <w:t xml:space="preserve">. </w:t>
      </w:r>
      <w:r w:rsidR="00256283">
        <w:t>Que dois-je faire</w:t>
      </w:r>
      <w:r>
        <w:t> ?</w:t>
      </w:r>
    </w:p>
    <w:p w14:paraId="3935D579" w14:textId="77777777" w:rsidR="00435B4F" w:rsidRDefault="00435B4F" w:rsidP="00256283">
      <w:r>
        <w:t>— </w:t>
      </w:r>
      <w:r w:rsidR="00256283">
        <w:t>Vous voudriez sans doute qu</w:t>
      </w:r>
      <w:r>
        <w:t>’</w:t>
      </w:r>
      <w:r w:rsidR="00256283">
        <w:t>il fût interné</w:t>
      </w:r>
      <w:r>
        <w:t xml:space="preserve"> ? </w:t>
      </w:r>
      <w:r w:rsidR="00256283">
        <w:t>demandai-je</w:t>
      </w:r>
      <w:r>
        <w:t>.</w:t>
      </w:r>
    </w:p>
    <w:p w14:paraId="614B6470" w14:textId="77777777" w:rsidR="00435B4F" w:rsidRDefault="00435B4F" w:rsidP="00256283">
      <w:r>
        <w:t>— </w:t>
      </w:r>
      <w:r w:rsidR="00256283">
        <w:t>Non</w:t>
      </w:r>
      <w:r>
        <w:t xml:space="preserve">, </w:t>
      </w:r>
      <w:r w:rsidR="00256283">
        <w:t>dit-elle</w:t>
      </w:r>
      <w:r>
        <w:t xml:space="preserve">, </w:t>
      </w:r>
      <w:r w:rsidR="00256283">
        <w:t>lentement</w:t>
      </w:r>
      <w:r>
        <w:t xml:space="preserve">, </w:t>
      </w:r>
      <w:r w:rsidR="00256283">
        <w:t>mais j</w:t>
      </w:r>
      <w:r>
        <w:t>’</w:t>
      </w:r>
      <w:r w:rsidR="00256283">
        <w:t>aimerais lui parler</w:t>
      </w:r>
      <w:r>
        <w:t>.</w:t>
      </w:r>
    </w:p>
    <w:p w14:paraId="24590298" w14:textId="77777777" w:rsidR="00435B4F" w:rsidRDefault="00256283" w:rsidP="00256283">
      <w:r>
        <w:t>Elle mit une main sur mon bras</w:t>
      </w:r>
      <w:r w:rsidR="00435B4F">
        <w:t>.</w:t>
      </w:r>
    </w:p>
    <w:p w14:paraId="05C535E6" w14:textId="77777777" w:rsidR="00435B4F" w:rsidRDefault="00435B4F" w:rsidP="00256283">
      <w:r>
        <w:t>— </w:t>
      </w:r>
      <w:r w:rsidR="00256283">
        <w:t>Je suis sûre que vous pourriez le retrouver</w:t>
      </w:r>
      <w:r>
        <w:t xml:space="preserve">, </w:t>
      </w:r>
      <w:r w:rsidR="00256283">
        <w:t>murmura-t-elle</w:t>
      </w:r>
      <w:r>
        <w:t>.</w:t>
      </w:r>
    </w:p>
    <w:p w14:paraId="79B16043" w14:textId="77777777" w:rsidR="00435B4F" w:rsidRDefault="00256283" w:rsidP="00256283">
      <w:r>
        <w:t>Je secouai la tête</w:t>
      </w:r>
      <w:r w:rsidR="00435B4F">
        <w:t>.</w:t>
      </w:r>
    </w:p>
    <w:p w14:paraId="24C6F4E2" w14:textId="77777777" w:rsidR="00435B4F" w:rsidRDefault="00435B4F" w:rsidP="00256283">
      <w:r>
        <w:t>— </w:t>
      </w:r>
      <w:r w:rsidR="00256283">
        <w:t>Vous ne voulez donc pas m</w:t>
      </w:r>
      <w:r>
        <w:t>’</w:t>
      </w:r>
      <w:r w:rsidR="00256283">
        <w:t>aider</w:t>
      </w:r>
      <w:r>
        <w:t xml:space="preserve">, </w:t>
      </w:r>
      <w:r w:rsidR="00256283">
        <w:t>Nick</w:t>
      </w:r>
      <w:r>
        <w:t xml:space="preserve">. </w:t>
      </w:r>
      <w:r w:rsidR="00256283">
        <w:t>Nous avons été de si bons amis</w:t>
      </w:r>
      <w:r>
        <w:t> ?</w:t>
      </w:r>
    </w:p>
    <w:p w14:paraId="7FAD5664" w14:textId="77777777" w:rsidR="00435B4F" w:rsidRDefault="00256283" w:rsidP="00256283">
      <w:r>
        <w:t>Ses yeux bleus étaient doux et suppliants</w:t>
      </w:r>
      <w:r w:rsidR="00435B4F">
        <w:t>.</w:t>
      </w:r>
    </w:p>
    <w:p w14:paraId="37D847CB" w14:textId="77777777" w:rsidR="00435B4F" w:rsidRDefault="00256283" w:rsidP="00256283">
      <w:r>
        <w:t>Dorothy</w:t>
      </w:r>
      <w:r w:rsidR="00435B4F">
        <w:t xml:space="preserve">, </w:t>
      </w:r>
      <w:r>
        <w:t>toujours assise devant la table</w:t>
      </w:r>
      <w:r w:rsidR="00435B4F">
        <w:t xml:space="preserve">, </w:t>
      </w:r>
      <w:r>
        <w:t>nous surveillait d</w:t>
      </w:r>
      <w:r w:rsidR="00435B4F">
        <w:t>’</w:t>
      </w:r>
      <w:r>
        <w:t>un air méfiant</w:t>
      </w:r>
      <w:r w:rsidR="00435B4F">
        <w:t>.</w:t>
      </w:r>
    </w:p>
    <w:p w14:paraId="7F470E2F" w14:textId="77777777" w:rsidR="00435B4F" w:rsidRDefault="00435B4F" w:rsidP="00256283">
      <w:r>
        <w:t>— </w:t>
      </w:r>
      <w:r w:rsidR="00256283">
        <w:t>Mais</w:t>
      </w:r>
      <w:r>
        <w:t xml:space="preserve">, </w:t>
      </w:r>
      <w:r w:rsidR="00256283">
        <w:t>Mimi</w:t>
      </w:r>
      <w:r>
        <w:t xml:space="preserve">, </w:t>
      </w:r>
      <w:r w:rsidR="00256283">
        <w:t>dis-je</w:t>
      </w:r>
      <w:r>
        <w:t xml:space="preserve">, </w:t>
      </w:r>
      <w:r w:rsidR="00256283">
        <w:t>il y a</w:t>
      </w:r>
      <w:r>
        <w:t xml:space="preserve">, </w:t>
      </w:r>
      <w:r w:rsidR="00256283">
        <w:t>à New-York</w:t>
      </w:r>
      <w:r>
        <w:t xml:space="preserve">, </w:t>
      </w:r>
      <w:r w:rsidR="00256283">
        <w:t>des centaines de détectives</w:t>
      </w:r>
      <w:r>
        <w:t xml:space="preserve">. </w:t>
      </w:r>
      <w:r w:rsidR="00256283">
        <w:t>Vous avez le choix</w:t>
      </w:r>
      <w:r>
        <w:t xml:space="preserve">. </w:t>
      </w:r>
      <w:r w:rsidR="00256283">
        <w:t>J</w:t>
      </w:r>
      <w:r>
        <w:t>’</w:t>
      </w:r>
      <w:r w:rsidR="00256283">
        <w:t>ai abandonné la profession</w:t>
      </w:r>
      <w:r>
        <w:t>.</w:t>
      </w:r>
    </w:p>
    <w:p w14:paraId="63F8204D" w14:textId="77777777" w:rsidR="00435B4F" w:rsidRDefault="00435B4F" w:rsidP="00256283">
      <w:r>
        <w:t>— </w:t>
      </w:r>
      <w:r w:rsidR="00256283">
        <w:t>Je sais</w:t>
      </w:r>
      <w:r>
        <w:t xml:space="preserve">, </w:t>
      </w:r>
      <w:r w:rsidR="00256283">
        <w:t>fit-elle</w:t>
      </w:r>
      <w:r>
        <w:t xml:space="preserve">… </w:t>
      </w:r>
      <w:r w:rsidR="00256283">
        <w:t>Est-ce que Dorothy était très saoule</w:t>
      </w:r>
      <w:r>
        <w:t xml:space="preserve">, </w:t>
      </w:r>
      <w:r w:rsidR="00256283">
        <w:t>hier soir</w:t>
      </w:r>
      <w:r>
        <w:t> ?</w:t>
      </w:r>
    </w:p>
    <w:p w14:paraId="40FC144C" w14:textId="77777777" w:rsidR="00435B4F" w:rsidRDefault="00435B4F" w:rsidP="00256283">
      <w:r>
        <w:lastRenderedPageBreak/>
        <w:t>— </w:t>
      </w:r>
      <w:r w:rsidR="00256283">
        <w:t xml:space="preserve">Je devais être moi-même assez </w:t>
      </w:r>
      <w:r>
        <w:t>« </w:t>
      </w:r>
      <w:r w:rsidR="00256283">
        <w:t>ému</w:t>
      </w:r>
      <w:r>
        <w:t xml:space="preserve"> », </w:t>
      </w:r>
      <w:r w:rsidR="00256283">
        <w:t>car elle m</w:t>
      </w:r>
      <w:r>
        <w:t>’</w:t>
      </w:r>
      <w:r w:rsidR="00256283">
        <w:t>a paru normale</w:t>
      </w:r>
      <w:r>
        <w:t>.</w:t>
      </w:r>
    </w:p>
    <w:p w14:paraId="21A377C9" w14:textId="77777777" w:rsidR="00435B4F" w:rsidRDefault="00435B4F" w:rsidP="00256283">
      <w:r>
        <w:t>— </w:t>
      </w:r>
      <w:r w:rsidR="00256283">
        <w:t>Elle sera très jolie</w:t>
      </w:r>
      <w:r>
        <w:t xml:space="preserve">, </w:t>
      </w:r>
      <w:r w:rsidR="00256283">
        <w:t>n</w:t>
      </w:r>
      <w:r>
        <w:t>’</w:t>
      </w:r>
      <w:r w:rsidR="00256283">
        <w:t>est-ce pas</w:t>
      </w:r>
      <w:r>
        <w:t xml:space="preserve"> ? </w:t>
      </w:r>
      <w:r w:rsidR="00256283">
        <w:t>dit la mère</w:t>
      </w:r>
      <w:r>
        <w:t>.</w:t>
      </w:r>
    </w:p>
    <w:p w14:paraId="17371B23" w14:textId="77777777" w:rsidR="00435B4F" w:rsidRDefault="00435B4F" w:rsidP="00256283">
      <w:r>
        <w:t>— </w:t>
      </w:r>
      <w:r w:rsidR="00256283">
        <w:t>Elle l</w:t>
      </w:r>
      <w:r>
        <w:t>’</w:t>
      </w:r>
      <w:r w:rsidR="00256283">
        <w:t>est déjà</w:t>
      </w:r>
      <w:r>
        <w:t>.</w:t>
      </w:r>
    </w:p>
    <w:p w14:paraId="3818BB46" w14:textId="77777777" w:rsidR="00435B4F" w:rsidRDefault="00256283" w:rsidP="00256283">
      <w:r>
        <w:t>Mimi demeura quelques secondes</w:t>
      </w:r>
      <w:r w:rsidR="00435B4F">
        <w:t xml:space="preserve">, </w:t>
      </w:r>
      <w:r>
        <w:t>pensive</w:t>
      </w:r>
      <w:r w:rsidR="00435B4F">
        <w:t>.</w:t>
      </w:r>
    </w:p>
    <w:p w14:paraId="27D530B1" w14:textId="77777777" w:rsidR="00435B4F" w:rsidRDefault="00435B4F" w:rsidP="00256283">
      <w:r>
        <w:t>— </w:t>
      </w:r>
      <w:r w:rsidR="00256283">
        <w:t>C</w:t>
      </w:r>
      <w:r>
        <w:t>’</w:t>
      </w:r>
      <w:r w:rsidR="00256283">
        <w:t>est encore une enfant</w:t>
      </w:r>
      <w:r>
        <w:t xml:space="preserve">, </w:t>
      </w:r>
      <w:r w:rsidR="00256283">
        <w:t>Nick</w:t>
      </w:r>
      <w:r>
        <w:t xml:space="preserve"> ! </w:t>
      </w:r>
      <w:r w:rsidR="00256283">
        <w:t>Dorothy</w:t>
      </w:r>
      <w:r>
        <w:t xml:space="preserve">, </w:t>
      </w:r>
      <w:r w:rsidR="00256283">
        <w:t>si vous vous prépariez</w:t>
      </w:r>
      <w:r>
        <w:t> ?</w:t>
      </w:r>
    </w:p>
    <w:p w14:paraId="38B9BBFC" w14:textId="77777777" w:rsidR="00435B4F" w:rsidRDefault="00256283" w:rsidP="00256283">
      <w:r>
        <w:t>La jeune fille maugréa de nouveau qu</w:t>
      </w:r>
      <w:r w:rsidR="00435B4F">
        <w:t>’</w:t>
      </w:r>
      <w:r>
        <w:t>elle ne comprenait pas que l</w:t>
      </w:r>
      <w:r w:rsidR="00435B4F">
        <w:t>’</w:t>
      </w:r>
      <w:r>
        <w:t>on gâchât une après-midi pour aller voir tante Alice</w:t>
      </w:r>
      <w:r w:rsidR="00435B4F">
        <w:t>.</w:t>
      </w:r>
    </w:p>
    <w:p w14:paraId="486D898A" w14:textId="77777777" w:rsidR="00435B4F" w:rsidRDefault="00256283" w:rsidP="00256283">
      <w:r>
        <w:t>Jorgensen se tourna vers sa femme</w:t>
      </w:r>
      <w:r w:rsidR="00435B4F">
        <w:t>.</w:t>
      </w:r>
    </w:p>
    <w:p w14:paraId="2D42488D" w14:textId="77777777" w:rsidR="00435B4F" w:rsidRDefault="00435B4F" w:rsidP="00256283">
      <w:r>
        <w:t>— M</w:t>
      </w:r>
      <w:r w:rsidRPr="00435B4F">
        <w:rPr>
          <w:vertAlign w:val="superscript"/>
        </w:rPr>
        <w:t>rs</w:t>
      </w:r>
      <w:r>
        <w:t> </w:t>
      </w:r>
      <w:r w:rsidR="00256283">
        <w:t>Charles a la bonté de nous demander de ne pas</w:t>
      </w:r>
      <w:r>
        <w:t>…</w:t>
      </w:r>
    </w:p>
    <w:p w14:paraId="62E625C2" w14:textId="77777777" w:rsidR="00435B4F" w:rsidRDefault="00435B4F" w:rsidP="00256283">
      <w:r>
        <w:t>— </w:t>
      </w:r>
      <w:r w:rsidR="00256283">
        <w:t>Oui</w:t>
      </w:r>
      <w:r>
        <w:t xml:space="preserve">, </w:t>
      </w:r>
      <w:r w:rsidR="00256283">
        <w:t>coupa Nora</w:t>
      </w:r>
      <w:r>
        <w:t xml:space="preserve">, </w:t>
      </w:r>
      <w:r w:rsidR="00256283">
        <w:t>pourquoi ne pas rester</w:t>
      </w:r>
      <w:r>
        <w:t xml:space="preserve"> ? </w:t>
      </w:r>
      <w:r w:rsidR="00256283">
        <w:t>Nous allons recevoir tout à l</w:t>
      </w:r>
      <w:r>
        <w:t>’</w:t>
      </w:r>
      <w:r w:rsidR="00256283">
        <w:t>heure quelques amis</w:t>
      </w:r>
      <w:r>
        <w:t xml:space="preserve"> ; </w:t>
      </w:r>
      <w:r w:rsidR="00256283">
        <w:t>ce ne sera peut-être pas très amusant</w:t>
      </w:r>
      <w:r>
        <w:t xml:space="preserve">, </w:t>
      </w:r>
      <w:r w:rsidR="00256283">
        <w:t>mais</w:t>
      </w:r>
      <w:r>
        <w:t xml:space="preserve">… </w:t>
      </w:r>
      <w:r w:rsidR="00256283">
        <w:t>cela aidant</w:t>
      </w:r>
      <w:r>
        <w:t>…</w:t>
      </w:r>
    </w:p>
    <w:p w14:paraId="324369D4" w14:textId="77777777" w:rsidR="00435B4F" w:rsidRDefault="00256283" w:rsidP="00256283">
      <w:r>
        <w:t>Elle leva son verre</w:t>
      </w:r>
      <w:r w:rsidR="00435B4F">
        <w:t>.</w:t>
      </w:r>
    </w:p>
    <w:p w14:paraId="5F3FC880" w14:textId="77777777" w:rsidR="00435B4F" w:rsidRDefault="00435B4F" w:rsidP="00256283">
      <w:r>
        <w:t>— </w:t>
      </w:r>
      <w:r w:rsidR="00256283">
        <w:t>Nous resterions avec le plus grand plaisir</w:t>
      </w:r>
      <w:r>
        <w:t xml:space="preserve">, </w:t>
      </w:r>
      <w:r w:rsidR="00256283">
        <w:t>dit Mimi lentement</w:t>
      </w:r>
      <w:r>
        <w:t xml:space="preserve">, </w:t>
      </w:r>
      <w:r w:rsidR="00256283">
        <w:t>mais</w:t>
      </w:r>
      <w:r>
        <w:t xml:space="preserve">, </w:t>
      </w:r>
      <w:r w:rsidR="00256283">
        <w:t>j</w:t>
      </w:r>
      <w:r>
        <w:t>’</w:t>
      </w:r>
      <w:r w:rsidR="00256283">
        <w:t>ai peur qu</w:t>
      </w:r>
      <w:r>
        <w:t>’</w:t>
      </w:r>
      <w:r w:rsidR="00256283">
        <w:t>Alice</w:t>
      </w:r>
      <w:r>
        <w:t>…</w:t>
      </w:r>
    </w:p>
    <w:p w14:paraId="2CFBB237" w14:textId="77777777" w:rsidR="00435B4F" w:rsidRDefault="00435B4F" w:rsidP="00256283">
      <w:r>
        <w:t>— </w:t>
      </w:r>
      <w:r w:rsidR="00256283">
        <w:t>Excusez-nous par téléphone</w:t>
      </w:r>
      <w:r>
        <w:t xml:space="preserve"> ! </w:t>
      </w:r>
      <w:r w:rsidR="00256283">
        <w:t>suggéra Jorgensen</w:t>
      </w:r>
      <w:r>
        <w:t>.</w:t>
      </w:r>
    </w:p>
    <w:p w14:paraId="4EF0A80B" w14:textId="77777777" w:rsidR="00435B4F" w:rsidRDefault="00435B4F" w:rsidP="00256283">
      <w:r>
        <w:t>— </w:t>
      </w:r>
      <w:r w:rsidR="00256283">
        <w:t>J</w:t>
      </w:r>
      <w:r>
        <w:t>’</w:t>
      </w:r>
      <w:r w:rsidR="00256283">
        <w:t>y vais</w:t>
      </w:r>
      <w:r>
        <w:t xml:space="preserve"> ! </w:t>
      </w:r>
      <w:r w:rsidR="00256283">
        <w:t>dit Dorothy</w:t>
      </w:r>
      <w:r>
        <w:t>.</w:t>
      </w:r>
    </w:p>
    <w:p w14:paraId="016B9374" w14:textId="77777777" w:rsidR="00435B4F" w:rsidRDefault="00435B4F" w:rsidP="00256283">
      <w:r>
        <w:t>— </w:t>
      </w:r>
      <w:r w:rsidR="00256283">
        <w:t>Soyez gentille</w:t>
      </w:r>
      <w:r>
        <w:t xml:space="preserve"> ! </w:t>
      </w:r>
      <w:r w:rsidR="00256283">
        <w:t>supplia Mimi</w:t>
      </w:r>
      <w:r>
        <w:t>.</w:t>
      </w:r>
    </w:p>
    <w:p w14:paraId="17047A5F" w14:textId="77777777" w:rsidR="00435B4F" w:rsidRDefault="00256283" w:rsidP="00256283">
      <w:r>
        <w:t>La jeune fille passa dans la chambre</w:t>
      </w:r>
      <w:r w:rsidR="00435B4F">
        <w:t xml:space="preserve">. </w:t>
      </w:r>
      <w:r>
        <w:t>Nora me regarda et cligna de l</w:t>
      </w:r>
      <w:r w:rsidR="00435B4F">
        <w:t>’</w:t>
      </w:r>
      <w:r>
        <w:t>œil</w:t>
      </w:r>
      <w:r w:rsidR="00435B4F">
        <w:t>.</w:t>
      </w:r>
    </w:p>
    <w:p w14:paraId="21D74EF4" w14:textId="77777777" w:rsidR="00435B4F" w:rsidRDefault="00435B4F" w:rsidP="00256283">
      <w:r>
        <w:t>— </w:t>
      </w:r>
      <w:r w:rsidR="00256283">
        <w:t>Vous désirez vraiment nous garder</w:t>
      </w:r>
      <w:r>
        <w:t xml:space="preserve"> ? </w:t>
      </w:r>
      <w:r w:rsidR="00256283">
        <w:t>demanda Mimi</w:t>
      </w:r>
      <w:r>
        <w:t>.</w:t>
      </w:r>
    </w:p>
    <w:p w14:paraId="5BFCADB5" w14:textId="77777777" w:rsidR="00435B4F" w:rsidRDefault="00435B4F" w:rsidP="00256283">
      <w:r>
        <w:t>— </w:t>
      </w:r>
      <w:r w:rsidR="00256283">
        <w:t>Certainement</w:t>
      </w:r>
      <w:r>
        <w:t xml:space="preserve"> ! </w:t>
      </w:r>
      <w:r w:rsidR="00256283">
        <w:t>répondis-je</w:t>
      </w:r>
      <w:r>
        <w:t>.</w:t>
      </w:r>
    </w:p>
    <w:p w14:paraId="07A0F0C1" w14:textId="77777777" w:rsidR="00435B4F" w:rsidRDefault="00435B4F" w:rsidP="00256283">
      <w:r>
        <w:lastRenderedPageBreak/>
        <w:t>— </w:t>
      </w:r>
      <w:r w:rsidR="00256283">
        <w:t>Comme vous mentez bien</w:t>
      </w:r>
      <w:r>
        <w:t xml:space="preserve"> ! </w:t>
      </w:r>
      <w:r w:rsidR="00256283">
        <w:t>Vous aimiez beaucoup cette pauvre Julia</w:t>
      </w:r>
      <w:r>
        <w:t xml:space="preserve">, </w:t>
      </w:r>
      <w:r w:rsidR="00256283">
        <w:t>n</w:t>
      </w:r>
      <w:r>
        <w:t>’</w:t>
      </w:r>
      <w:r w:rsidR="00256283">
        <w:t>est-ce pas</w:t>
      </w:r>
      <w:r>
        <w:t> ?</w:t>
      </w:r>
    </w:p>
    <w:p w14:paraId="4440DECD" w14:textId="77777777" w:rsidR="00435B4F" w:rsidRDefault="00435B4F" w:rsidP="00256283">
      <w:r>
        <w:t>— </w:t>
      </w:r>
      <w:r w:rsidR="00256283">
        <w:t>Oui</w:t>
      </w:r>
      <w:r>
        <w:t xml:space="preserve">. </w:t>
      </w:r>
      <w:r w:rsidR="00256283">
        <w:t>Je m</w:t>
      </w:r>
      <w:r>
        <w:t>’</w:t>
      </w:r>
      <w:r w:rsidR="00256283">
        <w:t>étonne de vous entendre dire</w:t>
      </w:r>
      <w:r>
        <w:t xml:space="preserve"> : </w:t>
      </w:r>
      <w:r w:rsidR="00256283">
        <w:t>pauvre Julia</w:t>
      </w:r>
      <w:r>
        <w:t>.</w:t>
      </w:r>
    </w:p>
    <w:p w14:paraId="07B02B47" w14:textId="77777777" w:rsidR="00435B4F" w:rsidRDefault="00256283" w:rsidP="00256283">
      <w:r>
        <w:t>Mimi posa de nouveau une main sur mon bras</w:t>
      </w:r>
      <w:r w:rsidR="00435B4F">
        <w:t>.</w:t>
      </w:r>
    </w:p>
    <w:p w14:paraId="0C78FD3E" w14:textId="77777777" w:rsidR="00435B4F" w:rsidRDefault="00435B4F" w:rsidP="00256283">
      <w:r>
        <w:t>— </w:t>
      </w:r>
      <w:r w:rsidR="00256283">
        <w:t>Certes</w:t>
      </w:r>
      <w:r>
        <w:t xml:space="preserve">, </w:t>
      </w:r>
      <w:r w:rsidR="00256283">
        <w:t>elle a brisé ma vie</w:t>
      </w:r>
      <w:r>
        <w:t xml:space="preserve">, </w:t>
      </w:r>
      <w:r w:rsidR="00256283">
        <w:t>murmura-t-elle</w:t>
      </w:r>
      <w:r>
        <w:t xml:space="preserve">, </w:t>
      </w:r>
      <w:r w:rsidR="00256283">
        <w:t>et je l</w:t>
      </w:r>
      <w:r>
        <w:t>’</w:t>
      </w:r>
      <w:r w:rsidR="00256283">
        <w:t>ai détestée</w:t>
      </w:r>
      <w:r>
        <w:t xml:space="preserve"> ; </w:t>
      </w:r>
      <w:r w:rsidR="00256283">
        <w:t>mais il y a si longtemps</w:t>
      </w:r>
      <w:r>
        <w:t xml:space="preserve"> ! </w:t>
      </w:r>
      <w:r w:rsidR="00256283">
        <w:t>Je ne lui en voulais plus quand je suis allée la voir l</w:t>
      </w:r>
      <w:r>
        <w:t>’</w:t>
      </w:r>
      <w:r w:rsidR="00256283">
        <w:t>autre jour</w:t>
      </w:r>
      <w:r>
        <w:t xml:space="preserve">. </w:t>
      </w:r>
      <w:r w:rsidR="00256283">
        <w:t>Je l</w:t>
      </w:r>
      <w:r>
        <w:t>’</w:t>
      </w:r>
      <w:r w:rsidR="00256283">
        <w:t>ai vue mourir</w:t>
      </w:r>
      <w:r>
        <w:t xml:space="preserve">, </w:t>
      </w:r>
      <w:r w:rsidR="00256283">
        <w:t>Nick</w:t>
      </w:r>
      <w:r>
        <w:t xml:space="preserve"> ! </w:t>
      </w:r>
      <w:r w:rsidR="00256283">
        <w:t>Elle ne méritait pas cette mort</w:t>
      </w:r>
      <w:r>
        <w:t xml:space="preserve">, </w:t>
      </w:r>
      <w:r w:rsidR="00256283">
        <w:t>cette mort horrible</w:t>
      </w:r>
      <w:r>
        <w:t xml:space="preserve"> ! </w:t>
      </w:r>
      <w:r w:rsidR="00256283">
        <w:t>Je n</w:t>
      </w:r>
      <w:r>
        <w:t>’</w:t>
      </w:r>
      <w:r w:rsidR="00256283">
        <w:t>ai plus ressenti pour elle que de la pitié</w:t>
      </w:r>
      <w:r>
        <w:t xml:space="preserve">. </w:t>
      </w:r>
      <w:r w:rsidR="00256283">
        <w:t>Pauvre Julia</w:t>
      </w:r>
      <w:r>
        <w:t> !</w:t>
      </w:r>
    </w:p>
    <w:p w14:paraId="1897DAB7" w14:textId="77777777" w:rsidR="00435B4F" w:rsidRDefault="00435B4F" w:rsidP="00256283">
      <w:r>
        <w:t>— </w:t>
      </w:r>
      <w:r w:rsidR="00256283">
        <w:t>Je ne comprends pas où vous voulez en venir</w:t>
      </w:r>
      <w:r>
        <w:t xml:space="preserve">, </w:t>
      </w:r>
      <w:r w:rsidR="00256283">
        <w:t>dis-je</w:t>
      </w:r>
      <w:r>
        <w:t xml:space="preserve">. </w:t>
      </w:r>
      <w:r w:rsidR="00256283">
        <w:t>Ni vous</w:t>
      </w:r>
      <w:r>
        <w:t xml:space="preserve">, </w:t>
      </w:r>
      <w:r w:rsidR="00256283">
        <w:t>ni les autres</w:t>
      </w:r>
      <w:r>
        <w:t>.</w:t>
      </w:r>
    </w:p>
    <w:p w14:paraId="14AE51E2" w14:textId="77777777" w:rsidR="00435B4F" w:rsidRDefault="00435B4F" w:rsidP="00256283">
      <w:r>
        <w:t>— </w:t>
      </w:r>
      <w:r w:rsidR="00256283">
        <w:t>Comment</w:t>
      </w:r>
      <w:r>
        <w:t xml:space="preserve"> ? </w:t>
      </w:r>
      <w:r w:rsidR="00256283">
        <w:t>Est-ce que Dorothy a</w:t>
      </w:r>
      <w:r>
        <w:t>…</w:t>
      </w:r>
    </w:p>
    <w:p w14:paraId="7E8815CD" w14:textId="77777777" w:rsidR="00435B4F" w:rsidRDefault="00256283" w:rsidP="00256283">
      <w:r>
        <w:t>La jeune fille sortait de la chambre</w:t>
      </w:r>
      <w:r w:rsidR="00435B4F">
        <w:t>.</w:t>
      </w:r>
    </w:p>
    <w:p w14:paraId="45B95D59" w14:textId="77777777" w:rsidR="00435B4F" w:rsidRDefault="00435B4F" w:rsidP="00256283">
      <w:r>
        <w:t>— </w:t>
      </w:r>
      <w:r w:rsidR="00256283">
        <w:t>C</w:t>
      </w:r>
      <w:r>
        <w:t>’</w:t>
      </w:r>
      <w:r w:rsidR="00256283">
        <w:t>est arrangé</w:t>
      </w:r>
      <w:r>
        <w:t xml:space="preserve"> ! </w:t>
      </w:r>
      <w:r w:rsidR="00256283">
        <w:t>dit-elle</w:t>
      </w:r>
      <w:r>
        <w:t>.</w:t>
      </w:r>
    </w:p>
    <w:p w14:paraId="733EED2E" w14:textId="77777777" w:rsidR="00435B4F" w:rsidRDefault="00256283" w:rsidP="00256283">
      <w:r>
        <w:t>Elle embrassa sa mère sur la bouche et s</w:t>
      </w:r>
      <w:r w:rsidR="00435B4F">
        <w:t>’</w:t>
      </w:r>
      <w:r>
        <w:t>assit auprès d</w:t>
      </w:r>
      <w:r w:rsidR="00435B4F">
        <w:t>’</w:t>
      </w:r>
      <w:r>
        <w:t>elle</w:t>
      </w:r>
      <w:r w:rsidR="00435B4F">
        <w:t>.</w:t>
      </w:r>
    </w:p>
    <w:p w14:paraId="501DF359" w14:textId="77777777" w:rsidR="00435B4F" w:rsidRDefault="00256283" w:rsidP="00256283">
      <w:r>
        <w:t>Mimi tira sa boîte à poudre de son sac et regarda dans la minuscule glace si son rouge n</w:t>
      </w:r>
      <w:r w:rsidR="00435B4F">
        <w:t>’</w:t>
      </w:r>
      <w:r>
        <w:t>avait pas été enlevé</w:t>
      </w:r>
      <w:r w:rsidR="00435B4F">
        <w:t>.</w:t>
      </w:r>
    </w:p>
    <w:p w14:paraId="280D7E11" w14:textId="77777777" w:rsidR="00435B4F" w:rsidRDefault="00435B4F" w:rsidP="00256283">
      <w:r>
        <w:t>— </w:t>
      </w:r>
      <w:r w:rsidR="00256283">
        <w:t>Tante Alice n</w:t>
      </w:r>
      <w:r>
        <w:t>’</w:t>
      </w:r>
      <w:r w:rsidR="00256283">
        <w:t>a pas trop protesté</w:t>
      </w:r>
      <w:r>
        <w:t xml:space="preserve"> ? </w:t>
      </w:r>
      <w:r w:rsidR="00256283">
        <w:t>demanda-t-elle</w:t>
      </w:r>
      <w:r>
        <w:t>.</w:t>
      </w:r>
    </w:p>
    <w:p w14:paraId="28AA18C3" w14:textId="77777777" w:rsidR="00435B4F" w:rsidRDefault="00435B4F" w:rsidP="00256283">
      <w:r>
        <w:t>— </w:t>
      </w:r>
      <w:r w:rsidR="00256283">
        <w:t>Non</w:t>
      </w:r>
      <w:r>
        <w:t xml:space="preserve">, </w:t>
      </w:r>
      <w:r w:rsidR="00256283">
        <w:t>c</w:t>
      </w:r>
      <w:r>
        <w:t>’</w:t>
      </w:r>
      <w:r w:rsidR="00256283">
        <w:t>est arrangé</w:t>
      </w:r>
      <w:r>
        <w:t xml:space="preserve">. </w:t>
      </w:r>
      <w:r w:rsidR="00256283">
        <w:t>Qu</w:t>
      </w:r>
      <w:r>
        <w:t>’</w:t>
      </w:r>
      <w:r w:rsidR="00256283">
        <w:t>est-ce qu</w:t>
      </w:r>
      <w:r>
        <w:t>’</w:t>
      </w:r>
      <w:r w:rsidR="00256283">
        <w:t>on fait dans cette maison quand on a soif</w:t>
      </w:r>
      <w:r>
        <w:t> ?</w:t>
      </w:r>
    </w:p>
    <w:p w14:paraId="2084A85D" w14:textId="77777777" w:rsidR="00435B4F" w:rsidRDefault="00435B4F" w:rsidP="00256283">
      <w:r>
        <w:t>— </w:t>
      </w:r>
      <w:r w:rsidR="00256283">
        <w:t>On se lève</w:t>
      </w:r>
      <w:r>
        <w:t xml:space="preserve">, </w:t>
      </w:r>
      <w:r w:rsidR="00256283">
        <w:t>répondis-je</w:t>
      </w:r>
      <w:r>
        <w:t xml:space="preserve">, </w:t>
      </w:r>
      <w:r w:rsidR="00256283">
        <w:t>on va vers la table où sont les bouteilles et la glace et on se sert</w:t>
      </w:r>
      <w:r>
        <w:t> !</w:t>
      </w:r>
    </w:p>
    <w:p w14:paraId="1C3BC21E" w14:textId="77777777" w:rsidR="00435B4F" w:rsidRDefault="00435B4F" w:rsidP="00256283">
      <w:r>
        <w:t>— </w:t>
      </w:r>
      <w:r w:rsidR="00256283">
        <w:t>Vous buvez trop</w:t>
      </w:r>
      <w:r>
        <w:t xml:space="preserve">, </w:t>
      </w:r>
      <w:r w:rsidR="00256283">
        <w:t>chérie</w:t>
      </w:r>
      <w:r>
        <w:t xml:space="preserve"> ! </w:t>
      </w:r>
      <w:r w:rsidR="00256283">
        <w:t>remarqua Mimi</w:t>
      </w:r>
      <w:r>
        <w:t>.</w:t>
      </w:r>
    </w:p>
    <w:p w14:paraId="3B92B391" w14:textId="77777777" w:rsidR="00435B4F" w:rsidRDefault="00435B4F" w:rsidP="00256283">
      <w:r>
        <w:lastRenderedPageBreak/>
        <w:t>— </w:t>
      </w:r>
      <w:r w:rsidR="00256283">
        <w:t>Pas tant que Nick</w:t>
      </w:r>
      <w:r>
        <w:t xml:space="preserve"> ! </w:t>
      </w:r>
      <w:r w:rsidR="00256283">
        <w:t>répliqua la jeune fille se dirigeant vers la table</w:t>
      </w:r>
      <w:r>
        <w:t>.</w:t>
      </w:r>
    </w:p>
    <w:p w14:paraId="05FFA423" w14:textId="77777777" w:rsidR="00435B4F" w:rsidRDefault="00256283" w:rsidP="00256283">
      <w:r>
        <w:t>Mimi hocha la tête</w:t>
      </w:r>
      <w:r w:rsidR="00435B4F">
        <w:t>.</w:t>
      </w:r>
    </w:p>
    <w:p w14:paraId="3B4879C1" w14:textId="77777777" w:rsidR="00435B4F" w:rsidRDefault="00435B4F" w:rsidP="00256283">
      <w:r>
        <w:t>— </w:t>
      </w:r>
      <w:r w:rsidR="00256283">
        <w:t>Ah</w:t>
      </w:r>
      <w:r>
        <w:t xml:space="preserve">, </w:t>
      </w:r>
      <w:r w:rsidR="00256283">
        <w:t>ces enfants</w:t>
      </w:r>
      <w:r>
        <w:t xml:space="preserve"> ! </w:t>
      </w:r>
      <w:r w:rsidR="00256283">
        <w:t>Alors</w:t>
      </w:r>
      <w:r>
        <w:t xml:space="preserve">, </w:t>
      </w:r>
      <w:r w:rsidR="00256283">
        <w:t>vous aimiez bien Julia</w:t>
      </w:r>
      <w:r>
        <w:t> ?</w:t>
      </w:r>
    </w:p>
    <w:p w14:paraId="6673ACF0" w14:textId="77777777" w:rsidR="00435B4F" w:rsidRDefault="00435B4F" w:rsidP="00256283">
      <w:r>
        <w:t>— </w:t>
      </w:r>
      <w:r w:rsidR="00256283">
        <w:t>Vous avez soif</w:t>
      </w:r>
      <w:r>
        <w:t xml:space="preserve">, </w:t>
      </w:r>
      <w:r w:rsidR="00256283">
        <w:t>Nick</w:t>
      </w:r>
      <w:r>
        <w:t xml:space="preserve"> ? </w:t>
      </w:r>
      <w:r w:rsidR="00256283">
        <w:t>cria Dorothy</w:t>
      </w:r>
      <w:r>
        <w:t>.</w:t>
      </w:r>
    </w:p>
    <w:p w14:paraId="7EBE6C7E" w14:textId="77777777" w:rsidR="00435B4F" w:rsidRDefault="00435B4F" w:rsidP="00256283">
      <w:r>
        <w:t>— </w:t>
      </w:r>
      <w:r w:rsidR="00256283">
        <w:t>Oui</w:t>
      </w:r>
      <w:r>
        <w:t xml:space="preserve">, </w:t>
      </w:r>
      <w:r w:rsidR="00256283">
        <w:t>merci</w:t>
      </w:r>
      <w:r>
        <w:t xml:space="preserve"> ! </w:t>
      </w:r>
      <w:r w:rsidR="00256283">
        <w:t>Puis à Mimi</w:t>
      </w:r>
      <w:r>
        <w:t xml:space="preserve"> : </w:t>
      </w:r>
      <w:r w:rsidR="00256283">
        <w:t>j</w:t>
      </w:r>
      <w:r>
        <w:t>’</w:t>
      </w:r>
      <w:r w:rsidR="00256283">
        <w:t>aimais en effet beaucoup Julia</w:t>
      </w:r>
      <w:r>
        <w:t>.</w:t>
      </w:r>
    </w:p>
    <w:p w14:paraId="6A5520E5" w14:textId="77777777" w:rsidR="00435B4F" w:rsidRDefault="00435B4F" w:rsidP="00256283">
      <w:r>
        <w:t>— </w:t>
      </w:r>
      <w:r w:rsidR="00256283">
        <w:t>Vous répondez toujours de façon évasive</w:t>
      </w:r>
      <w:r>
        <w:t xml:space="preserve"> ! </w:t>
      </w:r>
      <w:r w:rsidR="00256283">
        <w:t>soupira Mimi</w:t>
      </w:r>
      <w:r>
        <w:t xml:space="preserve">. </w:t>
      </w:r>
      <w:r w:rsidR="00256283">
        <w:t>Est-ce que vous l</w:t>
      </w:r>
      <w:r>
        <w:t>’</w:t>
      </w:r>
      <w:r w:rsidR="00256283">
        <w:t>aimiez autant que</w:t>
      </w:r>
      <w:r>
        <w:t xml:space="preserve">… </w:t>
      </w:r>
      <w:r w:rsidR="00256283">
        <w:t>moi</w:t>
      </w:r>
      <w:r>
        <w:t> ?</w:t>
      </w:r>
    </w:p>
    <w:p w14:paraId="5EDBEC99" w14:textId="77777777" w:rsidR="00435B4F" w:rsidRDefault="00435B4F" w:rsidP="00256283">
      <w:r>
        <w:t>— </w:t>
      </w:r>
      <w:r w:rsidR="00256283">
        <w:t>Vous voulez parler de ces deux ou trois après-midis que nous avons passés ensemble</w:t>
      </w:r>
      <w:r>
        <w:t xml:space="preserve">… </w:t>
      </w:r>
      <w:r w:rsidR="00256283">
        <w:t>à tuer le temps</w:t>
      </w:r>
      <w:r>
        <w:t> ?</w:t>
      </w:r>
    </w:p>
    <w:p w14:paraId="361089A4" w14:textId="77777777" w:rsidR="00435B4F" w:rsidRDefault="00256283" w:rsidP="00256283">
      <w:r>
        <w:t>Elle éclata de rire</w:t>
      </w:r>
      <w:r w:rsidR="00435B4F">
        <w:t>.</w:t>
      </w:r>
    </w:p>
    <w:p w14:paraId="337D2D2C" w14:textId="77777777" w:rsidR="00435B4F" w:rsidRDefault="00435B4F" w:rsidP="00256283">
      <w:r>
        <w:t>— </w:t>
      </w:r>
      <w:r w:rsidR="00256283">
        <w:t>Voilà encore une réponse</w:t>
      </w:r>
      <w:r>
        <w:t> !</w:t>
      </w:r>
    </w:p>
    <w:p w14:paraId="643ACD98" w14:textId="77777777" w:rsidR="00435B4F" w:rsidRDefault="00256283" w:rsidP="00256283">
      <w:r>
        <w:t>Elle se retourna</w:t>
      </w:r>
      <w:r w:rsidR="00435B4F">
        <w:t xml:space="preserve">. </w:t>
      </w:r>
      <w:r>
        <w:t>Dorothy apportait des verres pleins sur un plateau</w:t>
      </w:r>
      <w:r w:rsidR="00435B4F">
        <w:t>.</w:t>
      </w:r>
    </w:p>
    <w:p w14:paraId="3EEE2D8A" w14:textId="77777777" w:rsidR="00435B4F" w:rsidRDefault="00435B4F" w:rsidP="00256283">
      <w:r>
        <w:t>— </w:t>
      </w:r>
      <w:r w:rsidR="00256283">
        <w:t>Il faudra vous commander une robe de ce bleu-là</w:t>
      </w:r>
      <w:r>
        <w:t xml:space="preserve">, </w:t>
      </w:r>
      <w:r w:rsidR="00256283">
        <w:t>comme la robe de chambre de Nora</w:t>
      </w:r>
      <w:r>
        <w:t xml:space="preserve">, </w:t>
      </w:r>
      <w:r w:rsidR="00256283">
        <w:t>dit Mimi à sa fille</w:t>
      </w:r>
      <w:r>
        <w:t xml:space="preserve">. </w:t>
      </w:r>
      <w:r w:rsidR="00256283">
        <w:t>Cela vous va très bien</w:t>
      </w:r>
      <w:r>
        <w:t>.</w:t>
      </w:r>
    </w:p>
    <w:p w14:paraId="5255E17F" w14:textId="77777777" w:rsidR="00435B4F" w:rsidRDefault="00256283" w:rsidP="00256283">
      <w:r>
        <w:t>Je vidai mon verre et demandai la permission d</w:t>
      </w:r>
      <w:r w:rsidR="00435B4F">
        <w:t>’</w:t>
      </w:r>
      <w:r>
        <w:t>aller m</w:t>
      </w:r>
      <w:r w:rsidR="00435B4F">
        <w:t>’</w:t>
      </w:r>
      <w:r>
        <w:t>habiller</w:t>
      </w:r>
      <w:r w:rsidR="00435B4F">
        <w:t>.</w:t>
      </w:r>
    </w:p>
    <w:p w14:paraId="43B8A139" w14:textId="77777777" w:rsidR="00256283" w:rsidRDefault="00256283" w:rsidP="003D5E6A">
      <w:pPr>
        <w:pStyle w:val="Titre1"/>
      </w:pPr>
      <w:bookmarkStart w:id="15" w:name="__RefHeading__42_1831309079"/>
      <w:bookmarkStart w:id="16" w:name="_Toc202285660"/>
      <w:bookmarkEnd w:id="15"/>
      <w:r>
        <w:lastRenderedPageBreak/>
        <w:t>VII</w:t>
      </w:r>
      <w:bookmarkEnd w:id="16"/>
    </w:p>
    <w:p w14:paraId="1D0DEA9D" w14:textId="77777777" w:rsidR="00435B4F" w:rsidRDefault="00256283" w:rsidP="00256283">
      <w:r>
        <w:t>Quand je sortis de la salle de bains</w:t>
      </w:r>
      <w:r w:rsidR="00435B4F">
        <w:t xml:space="preserve">, </w:t>
      </w:r>
      <w:r>
        <w:t>Nora et Dorothy étaient dans la chambre</w:t>
      </w:r>
      <w:r w:rsidR="00435B4F">
        <w:t xml:space="preserve">. </w:t>
      </w:r>
      <w:r>
        <w:t>Ma femme se coiffait</w:t>
      </w:r>
      <w:r w:rsidR="00435B4F">
        <w:t xml:space="preserve">. </w:t>
      </w:r>
      <w:r>
        <w:t>La jeune fille</w:t>
      </w:r>
      <w:r w:rsidR="00435B4F">
        <w:t xml:space="preserve">, </w:t>
      </w:r>
      <w:r>
        <w:t>assise sur le bord du lit</w:t>
      </w:r>
      <w:r w:rsidR="00435B4F">
        <w:t xml:space="preserve">, </w:t>
      </w:r>
      <w:r>
        <w:t>examinait l</w:t>
      </w:r>
      <w:r w:rsidR="00435B4F">
        <w:t>’</w:t>
      </w:r>
      <w:r>
        <w:t>un de ses bas de soie</w:t>
      </w:r>
      <w:r w:rsidR="00435B4F">
        <w:t>.</w:t>
      </w:r>
    </w:p>
    <w:p w14:paraId="39EE59E2" w14:textId="77777777" w:rsidR="00435B4F" w:rsidRDefault="00256283" w:rsidP="00256283">
      <w:r>
        <w:t>Nora m</w:t>
      </w:r>
      <w:r w:rsidR="00435B4F">
        <w:t>’</w:t>
      </w:r>
      <w:r>
        <w:t>envoya un baiser</w:t>
      </w:r>
      <w:r w:rsidR="00435B4F">
        <w:t xml:space="preserve">, </w:t>
      </w:r>
      <w:r>
        <w:t>dans la glace</w:t>
      </w:r>
      <w:r w:rsidR="00435B4F">
        <w:t xml:space="preserve">. </w:t>
      </w:r>
      <w:r>
        <w:t>Elle semblait très heureuse</w:t>
      </w:r>
      <w:r w:rsidR="00435B4F">
        <w:t>.</w:t>
      </w:r>
    </w:p>
    <w:p w14:paraId="07FB0C92" w14:textId="77777777" w:rsidR="00435B4F" w:rsidRDefault="00435B4F" w:rsidP="00256283">
      <w:r>
        <w:t>— </w:t>
      </w:r>
      <w:r w:rsidR="00256283">
        <w:t>Vous aimez beaucoup Nick</w:t>
      </w:r>
      <w:r>
        <w:t xml:space="preserve">, </w:t>
      </w:r>
      <w:r w:rsidR="00256283">
        <w:t>n</w:t>
      </w:r>
      <w:r>
        <w:t>’</w:t>
      </w:r>
      <w:r w:rsidR="00256283">
        <w:t>est-ce pas</w:t>
      </w:r>
      <w:r>
        <w:t xml:space="preserve">, </w:t>
      </w:r>
      <w:r w:rsidR="00256283">
        <w:t>Nora</w:t>
      </w:r>
      <w:r>
        <w:t xml:space="preserve"> ? </w:t>
      </w:r>
      <w:r w:rsidR="00256283">
        <w:t>demanda Dorothy</w:t>
      </w:r>
      <w:r>
        <w:t>.</w:t>
      </w:r>
    </w:p>
    <w:p w14:paraId="451DEBDF" w14:textId="77777777" w:rsidR="00435B4F" w:rsidRDefault="00435B4F" w:rsidP="00256283">
      <w:r>
        <w:t>— </w:t>
      </w:r>
      <w:r w:rsidR="00256283">
        <w:t>C</w:t>
      </w:r>
      <w:r>
        <w:t>’</w:t>
      </w:r>
      <w:r w:rsidR="00256283">
        <w:t>est un vieux Grec pouilleux</w:t>
      </w:r>
      <w:r>
        <w:t xml:space="preserve">, </w:t>
      </w:r>
      <w:r w:rsidR="00256283">
        <w:t>dit Nora</w:t>
      </w:r>
      <w:r>
        <w:t xml:space="preserve">, </w:t>
      </w:r>
      <w:r w:rsidR="00256283">
        <w:t>mais je me suis accoutumée à ses manières</w:t>
      </w:r>
      <w:r>
        <w:t>.</w:t>
      </w:r>
    </w:p>
    <w:p w14:paraId="27EE91A5" w14:textId="77777777" w:rsidR="00435B4F" w:rsidRDefault="00435B4F" w:rsidP="00256283">
      <w:r>
        <w:t>— </w:t>
      </w:r>
      <w:r w:rsidR="00256283">
        <w:t>Charles n</w:t>
      </w:r>
      <w:r>
        <w:t>’</w:t>
      </w:r>
      <w:r w:rsidR="00256283">
        <w:t>est pas un nom grec</w:t>
      </w:r>
      <w:r>
        <w:t> !</w:t>
      </w:r>
    </w:p>
    <w:p w14:paraId="0656334C" w14:textId="77777777" w:rsidR="00435B4F" w:rsidRDefault="00435B4F" w:rsidP="00256283">
      <w:r>
        <w:t>— </w:t>
      </w:r>
      <w:r w:rsidR="00256283">
        <w:t>C</w:t>
      </w:r>
      <w:r>
        <w:t>’</w:t>
      </w:r>
      <w:r w:rsidR="00256283">
        <w:t xml:space="preserve">est en réalité </w:t>
      </w:r>
      <w:proofErr w:type="spellStart"/>
      <w:r w:rsidR="00256283">
        <w:t>Charalambides</w:t>
      </w:r>
      <w:proofErr w:type="spellEnd"/>
      <w:r>
        <w:t xml:space="preserve">, </w:t>
      </w:r>
      <w:r w:rsidR="00256283">
        <w:t>expliquai-je</w:t>
      </w:r>
      <w:r>
        <w:t xml:space="preserve"> ; </w:t>
      </w:r>
      <w:r w:rsidR="00256283">
        <w:t>quand mon père est venu aux États-Unis</w:t>
      </w:r>
      <w:r>
        <w:t xml:space="preserve">, </w:t>
      </w:r>
      <w:r w:rsidR="00256283">
        <w:t>le fonctionnaire du service de l</w:t>
      </w:r>
      <w:r>
        <w:t>’</w:t>
      </w:r>
      <w:r w:rsidR="00256283">
        <w:t>immigration</w:t>
      </w:r>
      <w:r>
        <w:t xml:space="preserve">, </w:t>
      </w:r>
      <w:r w:rsidR="00256283">
        <w:t>à Ellis Island</w:t>
      </w:r>
      <w:r>
        <w:t xml:space="preserve">, </w:t>
      </w:r>
      <w:r w:rsidR="00256283">
        <w:t xml:space="preserve">prétendit que </w:t>
      </w:r>
      <w:proofErr w:type="spellStart"/>
      <w:r w:rsidR="00256283">
        <w:t>Charalambides</w:t>
      </w:r>
      <w:proofErr w:type="spellEnd"/>
      <w:r w:rsidR="00256283">
        <w:t xml:space="preserve"> c</w:t>
      </w:r>
      <w:r>
        <w:t>’</w:t>
      </w:r>
      <w:r w:rsidR="00256283">
        <w:t>était beaucoup trop long</w:t>
      </w:r>
      <w:r>
        <w:t xml:space="preserve"> – </w:t>
      </w:r>
      <w:r w:rsidR="00256283">
        <w:t>trop long à écrire</w:t>
      </w:r>
      <w:r>
        <w:t xml:space="preserve"> – </w:t>
      </w:r>
      <w:r w:rsidR="00256283">
        <w:t>et il réduisit le nom à celui de Charles</w:t>
      </w:r>
      <w:r>
        <w:t xml:space="preserve">. </w:t>
      </w:r>
      <w:r w:rsidR="00256283">
        <w:t>Mon père s</w:t>
      </w:r>
      <w:r>
        <w:t>’</w:t>
      </w:r>
      <w:r w:rsidR="00256283">
        <w:t>en moquait</w:t>
      </w:r>
      <w:r>
        <w:t xml:space="preserve"> : </w:t>
      </w:r>
      <w:r w:rsidR="00256283">
        <w:t>on aurait bien pu l</w:t>
      </w:r>
      <w:r>
        <w:t>’</w:t>
      </w:r>
      <w:r w:rsidR="00256283">
        <w:t>appeler X</w:t>
      </w:r>
      <w:r>
        <w:t xml:space="preserve">, </w:t>
      </w:r>
      <w:r w:rsidR="00256283">
        <w:t>si cela avait été nécessaire</w:t>
      </w:r>
      <w:r>
        <w:t> !</w:t>
      </w:r>
    </w:p>
    <w:p w14:paraId="33FAA19C" w14:textId="77777777" w:rsidR="00435B4F" w:rsidRDefault="00256283" w:rsidP="00256283">
      <w:r>
        <w:t>Dorothy me regarda fixement</w:t>
      </w:r>
      <w:r w:rsidR="00435B4F">
        <w:t>.</w:t>
      </w:r>
    </w:p>
    <w:p w14:paraId="31169D96" w14:textId="77777777" w:rsidR="00435B4F" w:rsidRDefault="00435B4F" w:rsidP="00256283">
      <w:r>
        <w:t>— </w:t>
      </w:r>
      <w:r w:rsidR="00256283">
        <w:t>Je ne sais jamais s</w:t>
      </w:r>
      <w:r>
        <w:t>’</w:t>
      </w:r>
      <w:r w:rsidR="00256283">
        <w:t>il ment ou s</w:t>
      </w:r>
      <w:r>
        <w:t>’</w:t>
      </w:r>
      <w:r w:rsidR="00256283">
        <w:t>il dit la vérité</w:t>
      </w:r>
      <w:r>
        <w:t xml:space="preserve">, </w:t>
      </w:r>
      <w:r w:rsidR="00256283">
        <w:t>murmura-t-elle</w:t>
      </w:r>
      <w:r>
        <w:t xml:space="preserve">. </w:t>
      </w:r>
      <w:r w:rsidR="00256283">
        <w:t>Qu</w:t>
      </w:r>
      <w:r>
        <w:t>’</w:t>
      </w:r>
      <w:r w:rsidR="00256283">
        <w:t>est-ce que maman vous veut</w:t>
      </w:r>
      <w:r>
        <w:t xml:space="preserve"> ? </w:t>
      </w:r>
      <w:r w:rsidR="00256283">
        <w:t>ajouta-t-elle en mettant son bas</w:t>
      </w:r>
      <w:r>
        <w:t>.</w:t>
      </w:r>
    </w:p>
    <w:p w14:paraId="4BA85B02" w14:textId="77777777" w:rsidR="00435B4F" w:rsidRDefault="00435B4F" w:rsidP="00256283">
      <w:r>
        <w:t>— </w:t>
      </w:r>
      <w:r w:rsidR="00256283">
        <w:t>Me tirer les vers du nez</w:t>
      </w:r>
      <w:r>
        <w:t xml:space="preserve"> ! </w:t>
      </w:r>
      <w:r w:rsidR="00256283">
        <w:t>répondis-je</w:t>
      </w:r>
      <w:r>
        <w:t xml:space="preserve">. </w:t>
      </w:r>
      <w:r w:rsidR="00256283">
        <w:t>Elle voudrait bien savoir ce que vous avez fait et pensé hier soir</w:t>
      </w:r>
      <w:r>
        <w:t>.</w:t>
      </w:r>
    </w:p>
    <w:p w14:paraId="14B83B90" w14:textId="77777777" w:rsidR="00435B4F" w:rsidRDefault="00435B4F" w:rsidP="00256283">
      <w:r>
        <w:t>— </w:t>
      </w:r>
      <w:r w:rsidR="00256283">
        <w:t>Que lui avez-vous répondu</w:t>
      </w:r>
      <w:r>
        <w:t> ?</w:t>
      </w:r>
    </w:p>
    <w:p w14:paraId="7AD1C300" w14:textId="77777777" w:rsidR="00435B4F" w:rsidRDefault="00435B4F" w:rsidP="00256283">
      <w:r>
        <w:lastRenderedPageBreak/>
        <w:t>— </w:t>
      </w:r>
      <w:r w:rsidR="00256283">
        <w:t>Que pouvais-je lui répondre</w:t>
      </w:r>
      <w:r>
        <w:t xml:space="preserve">. </w:t>
      </w:r>
      <w:r w:rsidR="00256283">
        <w:t>Vous n</w:t>
      </w:r>
      <w:r>
        <w:t>’</w:t>
      </w:r>
      <w:r w:rsidR="00256283">
        <w:t>avez rien dit ni rien fait</w:t>
      </w:r>
      <w:r>
        <w:t>.</w:t>
      </w:r>
    </w:p>
    <w:p w14:paraId="5C32BFF9" w14:textId="77777777" w:rsidR="00435B4F" w:rsidRDefault="00256283" w:rsidP="00256283">
      <w:r>
        <w:t>Le front de Dorothy se plissa et elle demeura quelques secondes silencieuse</w:t>
      </w:r>
      <w:r w:rsidR="00435B4F">
        <w:t xml:space="preserve">. </w:t>
      </w:r>
      <w:r>
        <w:t>Quand elle parla</w:t>
      </w:r>
      <w:r w:rsidR="00435B4F">
        <w:t xml:space="preserve">, </w:t>
      </w:r>
      <w:r>
        <w:t>ce fut d</w:t>
      </w:r>
      <w:r w:rsidR="00435B4F">
        <w:t>’</w:t>
      </w:r>
      <w:r>
        <w:t>autre chose</w:t>
      </w:r>
      <w:r w:rsidR="00435B4F">
        <w:t> :</w:t>
      </w:r>
    </w:p>
    <w:p w14:paraId="21FB9FBB" w14:textId="77777777" w:rsidR="00435B4F" w:rsidRDefault="00435B4F" w:rsidP="00256283">
      <w:r>
        <w:t>— </w:t>
      </w:r>
      <w:r w:rsidR="00256283">
        <w:t>J</w:t>
      </w:r>
      <w:r>
        <w:t>’</w:t>
      </w:r>
      <w:r w:rsidR="00256283">
        <w:t>ignorais qu</w:t>
      </w:r>
      <w:r>
        <w:t>’</w:t>
      </w:r>
      <w:r w:rsidR="00256283">
        <w:t>il y ait eu une petite affaire entre vous et maman</w:t>
      </w:r>
      <w:r>
        <w:t xml:space="preserve">, </w:t>
      </w:r>
      <w:r w:rsidR="00256283">
        <w:t>dit-elle</w:t>
      </w:r>
      <w:r>
        <w:t xml:space="preserve">. </w:t>
      </w:r>
      <w:r w:rsidR="00256283">
        <w:t>Il est vrai que j</w:t>
      </w:r>
      <w:r>
        <w:t>’</w:t>
      </w:r>
      <w:r w:rsidR="00256283">
        <w:t>étais très jeune et que je n</w:t>
      </w:r>
      <w:r>
        <w:t>’</w:t>
      </w:r>
      <w:r w:rsidR="00256283">
        <w:t>aurais rien compris même si j</w:t>
      </w:r>
      <w:r>
        <w:t>’</w:t>
      </w:r>
      <w:r w:rsidR="00256283">
        <w:t>avais remarqué quelque chose</w:t>
      </w:r>
      <w:r>
        <w:t xml:space="preserve">. </w:t>
      </w:r>
      <w:r w:rsidR="00256283">
        <w:t>J</w:t>
      </w:r>
      <w:r>
        <w:t>’</w:t>
      </w:r>
      <w:r w:rsidR="00256283">
        <w:t>ignorais en tout cas que vous vous appeliez Nick et Mimi</w:t>
      </w:r>
      <w:r>
        <w:t>.</w:t>
      </w:r>
    </w:p>
    <w:p w14:paraId="4D2B8E77" w14:textId="77777777" w:rsidR="00435B4F" w:rsidRDefault="00256283" w:rsidP="00256283">
      <w:r>
        <w:t>Nora se retourna en riant</w:t>
      </w:r>
      <w:r w:rsidR="00435B4F">
        <w:t>.</w:t>
      </w:r>
    </w:p>
    <w:p w14:paraId="1B055AA7" w14:textId="77777777" w:rsidR="00435B4F" w:rsidRDefault="00435B4F" w:rsidP="00256283">
      <w:r>
        <w:t>— </w:t>
      </w:r>
      <w:r w:rsidR="00256283">
        <w:t>Nous allons tout savoir</w:t>
      </w:r>
      <w:r>
        <w:t xml:space="preserve">, </w:t>
      </w:r>
      <w:r w:rsidR="00256283">
        <w:t>dit-elle</w:t>
      </w:r>
      <w:r>
        <w:t xml:space="preserve">, </w:t>
      </w:r>
      <w:r w:rsidR="00256283">
        <w:t>agitant son peigne vers Dorothy</w:t>
      </w:r>
      <w:r>
        <w:t xml:space="preserve">. </w:t>
      </w:r>
      <w:r w:rsidR="00256283">
        <w:t>Continuez</w:t>
      </w:r>
      <w:r>
        <w:t xml:space="preserve">, </w:t>
      </w:r>
      <w:r w:rsidR="00256283">
        <w:t>chérie</w:t>
      </w:r>
      <w:r>
        <w:t> !</w:t>
      </w:r>
    </w:p>
    <w:p w14:paraId="37736FF7" w14:textId="77777777" w:rsidR="00435B4F" w:rsidRDefault="00435B4F" w:rsidP="00256283">
      <w:r>
        <w:t>— </w:t>
      </w:r>
      <w:r w:rsidR="00256283">
        <w:t>Je ne savais rien</w:t>
      </w:r>
      <w:r>
        <w:t xml:space="preserve">, </w:t>
      </w:r>
      <w:r w:rsidR="00256283">
        <w:t>rien</w:t>
      </w:r>
      <w:r>
        <w:t xml:space="preserve"> ! </w:t>
      </w:r>
      <w:r w:rsidR="00256283">
        <w:t>dit gravement la jeune fille</w:t>
      </w:r>
      <w:r>
        <w:t>.</w:t>
      </w:r>
    </w:p>
    <w:p w14:paraId="629B3284" w14:textId="77777777" w:rsidR="00435B4F" w:rsidRDefault="00435B4F" w:rsidP="00256283">
      <w:r>
        <w:t>— </w:t>
      </w:r>
      <w:r w:rsidR="00256283">
        <w:t>Et maintenant</w:t>
      </w:r>
      <w:r>
        <w:t xml:space="preserve">, </w:t>
      </w:r>
      <w:r w:rsidR="00256283">
        <w:t>que savez-vous</w:t>
      </w:r>
      <w:r>
        <w:t xml:space="preserve">, </w:t>
      </w:r>
      <w:r w:rsidR="00256283">
        <w:t>dis-je</w:t>
      </w:r>
      <w:r>
        <w:t xml:space="preserve">, </w:t>
      </w:r>
      <w:r w:rsidR="00256283">
        <w:t>enlevant avec application les petites épingles avec lesquelles la blanchisseuse avait fixé les plis de la chemise que je voulais mettre</w:t>
      </w:r>
      <w:r>
        <w:t>.</w:t>
      </w:r>
    </w:p>
    <w:p w14:paraId="76EDDF58" w14:textId="77777777" w:rsidR="00435B4F" w:rsidRDefault="00435B4F" w:rsidP="00256283">
      <w:r>
        <w:t>— </w:t>
      </w:r>
      <w:r w:rsidR="00256283">
        <w:t>Rien</w:t>
      </w:r>
      <w:r>
        <w:t xml:space="preserve">, </w:t>
      </w:r>
      <w:r w:rsidR="00256283">
        <w:t>répondit-elle lentement</w:t>
      </w:r>
      <w:r>
        <w:t xml:space="preserve">, </w:t>
      </w:r>
      <w:r w:rsidR="00256283">
        <w:t>mais je devine</w:t>
      </w:r>
      <w:r>
        <w:t>.</w:t>
      </w:r>
    </w:p>
    <w:p w14:paraId="1E9E3AAB" w14:textId="77777777" w:rsidR="00435B4F" w:rsidRDefault="00256283" w:rsidP="00256283">
      <w:r>
        <w:t>Elle rougit et se pencha pour achever de tirer son bas</w:t>
      </w:r>
      <w:r w:rsidR="00435B4F">
        <w:t>.</w:t>
      </w:r>
    </w:p>
    <w:p w14:paraId="373D63CD" w14:textId="77777777" w:rsidR="00435B4F" w:rsidRDefault="00435B4F" w:rsidP="00256283">
      <w:r>
        <w:t>— </w:t>
      </w:r>
      <w:r w:rsidR="00256283">
        <w:t>C</w:t>
      </w:r>
      <w:r>
        <w:t>’</w:t>
      </w:r>
      <w:r w:rsidR="00256283">
        <w:t>est bon</w:t>
      </w:r>
      <w:r>
        <w:t xml:space="preserve">, </w:t>
      </w:r>
      <w:r w:rsidR="00256283">
        <w:t>grommelai-je</w:t>
      </w:r>
      <w:r>
        <w:t xml:space="preserve"> ; </w:t>
      </w:r>
      <w:r w:rsidR="00256283">
        <w:t>supposez ce que vous voudrez</w:t>
      </w:r>
      <w:r>
        <w:t xml:space="preserve">, </w:t>
      </w:r>
      <w:r w:rsidR="00256283">
        <w:t>mais ne prenez pas un air aussi godiche</w:t>
      </w:r>
      <w:r>
        <w:t xml:space="preserve">. </w:t>
      </w:r>
      <w:r w:rsidR="00256283">
        <w:t>Si vous avez l</w:t>
      </w:r>
      <w:r>
        <w:t>’</w:t>
      </w:r>
      <w:r w:rsidR="00256283">
        <w:t>esprit mal fait</w:t>
      </w:r>
      <w:r>
        <w:t xml:space="preserve">, </w:t>
      </w:r>
      <w:r w:rsidR="00256283">
        <w:t>ce n</w:t>
      </w:r>
      <w:r>
        <w:t>’</w:t>
      </w:r>
      <w:r w:rsidR="00256283">
        <w:t>est pas votre faute</w:t>
      </w:r>
      <w:r>
        <w:t>.</w:t>
      </w:r>
    </w:p>
    <w:p w14:paraId="492A735C" w14:textId="77777777" w:rsidR="00435B4F" w:rsidRDefault="00256283" w:rsidP="00256283">
      <w:r>
        <w:t>Elle leva la tête et se mit à rire</w:t>
      </w:r>
      <w:r w:rsidR="00435B4F">
        <w:t>.</w:t>
      </w:r>
    </w:p>
    <w:p w14:paraId="7C9859A0" w14:textId="77777777" w:rsidR="00435B4F" w:rsidRDefault="00435B4F" w:rsidP="00256283">
      <w:r>
        <w:t>— </w:t>
      </w:r>
      <w:r w:rsidR="00256283">
        <w:t>Croyez-vous que je ressemblerai à ma mère</w:t>
      </w:r>
      <w:r>
        <w:t> ?</w:t>
      </w:r>
    </w:p>
    <w:p w14:paraId="7BB33AB8" w14:textId="77777777" w:rsidR="00435B4F" w:rsidRDefault="00435B4F" w:rsidP="00256283">
      <w:r>
        <w:t>— </w:t>
      </w:r>
      <w:r w:rsidR="00256283">
        <w:t>Je n</w:t>
      </w:r>
      <w:r>
        <w:t>’</w:t>
      </w:r>
      <w:r w:rsidR="00256283">
        <w:t>en serais pas surpris</w:t>
      </w:r>
      <w:r>
        <w:t> !</w:t>
      </w:r>
    </w:p>
    <w:p w14:paraId="25E09EC1" w14:textId="77777777" w:rsidR="00435B4F" w:rsidRDefault="00435B4F" w:rsidP="00256283">
      <w:r>
        <w:t>— </w:t>
      </w:r>
      <w:r w:rsidR="00256283">
        <w:t>Le pensez-vous</w:t>
      </w:r>
      <w:r>
        <w:t> ?</w:t>
      </w:r>
    </w:p>
    <w:p w14:paraId="353719F8" w14:textId="77777777" w:rsidR="00435B4F" w:rsidRDefault="00435B4F" w:rsidP="00256283">
      <w:r>
        <w:t>— </w:t>
      </w:r>
      <w:r w:rsidR="00256283">
        <w:t>Vous voulez que je vous dise non</w:t>
      </w:r>
      <w:r>
        <w:t xml:space="preserve"> ? </w:t>
      </w:r>
      <w:r w:rsidR="00256283">
        <w:t>Eh bien</w:t>
      </w:r>
      <w:r>
        <w:t xml:space="preserve">, </w:t>
      </w:r>
      <w:r w:rsidR="00256283">
        <w:t>non</w:t>
      </w:r>
      <w:r>
        <w:t> !</w:t>
      </w:r>
    </w:p>
    <w:p w14:paraId="1DEC205A" w14:textId="77777777" w:rsidR="00435B4F" w:rsidRDefault="00435B4F" w:rsidP="00256283">
      <w:r>
        <w:lastRenderedPageBreak/>
        <w:t>— </w:t>
      </w:r>
      <w:r w:rsidR="00256283">
        <w:t>Voilà comment il est</w:t>
      </w:r>
      <w:r>
        <w:t xml:space="preserve">, </w:t>
      </w:r>
      <w:r w:rsidR="00256283">
        <w:t>soupira Nora</w:t>
      </w:r>
      <w:r>
        <w:t xml:space="preserve">. </w:t>
      </w:r>
      <w:r w:rsidR="00256283">
        <w:t>Et je dois vivre tous les jours de l</w:t>
      </w:r>
      <w:r>
        <w:t>’</w:t>
      </w:r>
      <w:r w:rsidR="00256283">
        <w:t>année avec cet homme</w:t>
      </w:r>
      <w:r>
        <w:t xml:space="preserve">. </w:t>
      </w:r>
      <w:r w:rsidR="00256283">
        <w:t>Il est impossible</w:t>
      </w:r>
      <w:r>
        <w:t> !</w:t>
      </w:r>
    </w:p>
    <w:p w14:paraId="06A1EDB2" w14:textId="77777777" w:rsidR="00435B4F" w:rsidRDefault="00256283" w:rsidP="00256283">
      <w:r>
        <w:t>Je fus prêt le premier</w:t>
      </w:r>
      <w:r w:rsidR="00435B4F">
        <w:t xml:space="preserve">. </w:t>
      </w:r>
      <w:r>
        <w:t>Quand je pénétrai dans le salon</w:t>
      </w:r>
      <w:r w:rsidR="00435B4F">
        <w:t xml:space="preserve">, </w:t>
      </w:r>
      <w:r>
        <w:t>Mimi était assise sur les genoux de Jorgensen</w:t>
      </w:r>
      <w:r w:rsidR="00435B4F">
        <w:t xml:space="preserve">. </w:t>
      </w:r>
      <w:r>
        <w:t>Elle se leva</w:t>
      </w:r>
      <w:r w:rsidR="00435B4F">
        <w:t>.</w:t>
      </w:r>
    </w:p>
    <w:p w14:paraId="0D2886B5" w14:textId="77777777" w:rsidR="00435B4F" w:rsidRDefault="00435B4F" w:rsidP="00256283">
      <w:r>
        <w:t>— </w:t>
      </w:r>
      <w:r w:rsidR="00256283">
        <w:t>Quel cadeau avez-vous reçu pour Noël</w:t>
      </w:r>
      <w:r>
        <w:t xml:space="preserve"> ? </w:t>
      </w:r>
      <w:r w:rsidR="00256283">
        <w:t>me demanda-t-elle</w:t>
      </w:r>
      <w:r>
        <w:t>.</w:t>
      </w:r>
    </w:p>
    <w:p w14:paraId="66C47457" w14:textId="77777777" w:rsidR="00435B4F" w:rsidRDefault="00435B4F" w:rsidP="00256283">
      <w:r>
        <w:t>— </w:t>
      </w:r>
      <w:r w:rsidR="00256283">
        <w:t>Nora m</w:t>
      </w:r>
      <w:r>
        <w:t>’</w:t>
      </w:r>
      <w:r w:rsidR="00256283">
        <w:t>a donné une montre</w:t>
      </w:r>
      <w:r>
        <w:t xml:space="preserve">, </w:t>
      </w:r>
      <w:r w:rsidR="00256283">
        <w:t>dis-je</w:t>
      </w:r>
      <w:r>
        <w:t xml:space="preserve">, </w:t>
      </w:r>
      <w:r w:rsidR="00256283">
        <w:t>la tirant de mon gousset</w:t>
      </w:r>
      <w:r>
        <w:t>.</w:t>
      </w:r>
    </w:p>
    <w:p w14:paraId="19B01C5A" w14:textId="77777777" w:rsidR="00435B4F" w:rsidRDefault="00256283" w:rsidP="00256283">
      <w:r>
        <w:t>Elle l</w:t>
      </w:r>
      <w:r w:rsidR="00435B4F">
        <w:t>’</w:t>
      </w:r>
      <w:r>
        <w:t>admira</w:t>
      </w:r>
      <w:r w:rsidR="00435B4F">
        <w:t>.</w:t>
      </w:r>
    </w:p>
    <w:p w14:paraId="143C6E02" w14:textId="77777777" w:rsidR="00435B4F" w:rsidRDefault="00435B4F" w:rsidP="00256283">
      <w:r>
        <w:t>— </w:t>
      </w:r>
      <w:r w:rsidR="00256283">
        <w:t>Et vous</w:t>
      </w:r>
      <w:r>
        <w:t xml:space="preserve"> ? </w:t>
      </w:r>
      <w:r w:rsidR="00256283">
        <w:t>Que lui avez-vous donné</w:t>
      </w:r>
      <w:r>
        <w:t> ?</w:t>
      </w:r>
    </w:p>
    <w:p w14:paraId="6D54F6E0" w14:textId="77777777" w:rsidR="00435B4F" w:rsidRDefault="00435B4F" w:rsidP="00256283">
      <w:r>
        <w:t>— </w:t>
      </w:r>
      <w:r w:rsidR="00256283">
        <w:t>Un collier</w:t>
      </w:r>
      <w:r>
        <w:t>.</w:t>
      </w:r>
    </w:p>
    <w:p w14:paraId="6F8FD965" w14:textId="77777777" w:rsidR="00435B4F" w:rsidRDefault="00435B4F" w:rsidP="00256283">
      <w:r>
        <w:t>— </w:t>
      </w:r>
      <w:r w:rsidR="00256283">
        <w:t>Puis-je me servir à boire</w:t>
      </w:r>
      <w:r>
        <w:t xml:space="preserve"> ? </w:t>
      </w:r>
      <w:r w:rsidR="00256283">
        <w:t>dit Jorgensen</w:t>
      </w:r>
      <w:r>
        <w:t xml:space="preserve">, </w:t>
      </w:r>
      <w:r w:rsidR="00256283">
        <w:t>se levant et allant vers la table</w:t>
      </w:r>
      <w:r>
        <w:t>.</w:t>
      </w:r>
    </w:p>
    <w:p w14:paraId="7C93F8CA" w14:textId="77777777" w:rsidR="00435B4F" w:rsidRDefault="00256283" w:rsidP="00256283">
      <w:r>
        <w:t>La sonnette vibra</w:t>
      </w:r>
      <w:r w:rsidR="00435B4F">
        <w:t xml:space="preserve">. </w:t>
      </w:r>
      <w:r>
        <w:t>J</w:t>
      </w:r>
      <w:r w:rsidR="00435B4F">
        <w:t>’</w:t>
      </w:r>
      <w:r>
        <w:t xml:space="preserve">allai ouvrir aux Quinn et à Margot </w:t>
      </w:r>
      <w:proofErr w:type="spellStart"/>
      <w:r>
        <w:t>Innes</w:t>
      </w:r>
      <w:proofErr w:type="spellEnd"/>
      <w:r>
        <w:t xml:space="preserve"> et je les présentai aux Jorgensen</w:t>
      </w:r>
      <w:r w:rsidR="00435B4F">
        <w:t xml:space="preserve">. </w:t>
      </w:r>
      <w:r>
        <w:t>Nora et Dorothy arrivèrent enfin</w:t>
      </w:r>
      <w:r w:rsidR="00435B4F">
        <w:t xml:space="preserve">. </w:t>
      </w:r>
      <w:r>
        <w:t>Immédiatement</w:t>
      </w:r>
      <w:r w:rsidR="00435B4F">
        <w:t xml:space="preserve">, </w:t>
      </w:r>
      <w:r>
        <w:t>Quinn s</w:t>
      </w:r>
      <w:r w:rsidR="00435B4F">
        <w:t>’</w:t>
      </w:r>
      <w:r>
        <w:t>attacha aux pas de la jeune fille</w:t>
      </w:r>
      <w:r w:rsidR="00435B4F">
        <w:t xml:space="preserve">. </w:t>
      </w:r>
      <w:r>
        <w:t>Larry Crowley</w:t>
      </w:r>
      <w:r w:rsidR="00435B4F">
        <w:t xml:space="preserve">, </w:t>
      </w:r>
      <w:r>
        <w:t>quelques minutes plus tard</w:t>
      </w:r>
      <w:r w:rsidR="00435B4F">
        <w:t xml:space="preserve">, </w:t>
      </w:r>
      <w:r>
        <w:t>amena une amie</w:t>
      </w:r>
      <w:r w:rsidR="00435B4F">
        <w:t xml:space="preserve">, </w:t>
      </w:r>
      <w:r>
        <w:t>Miss Denis</w:t>
      </w:r>
      <w:r w:rsidR="00435B4F">
        <w:t xml:space="preserve"> ; </w:t>
      </w:r>
      <w:r>
        <w:t>puis Mr</w:t>
      </w:r>
      <w:r w:rsidR="00435B4F">
        <w:t xml:space="preserve">. </w:t>
      </w:r>
      <w:r>
        <w:t xml:space="preserve">et </w:t>
      </w:r>
      <w:r w:rsidR="00435B4F">
        <w:t>M</w:t>
      </w:r>
      <w:r w:rsidR="00435B4F" w:rsidRPr="00435B4F">
        <w:rPr>
          <w:vertAlign w:val="superscript"/>
        </w:rPr>
        <w:t>rs</w:t>
      </w:r>
      <w:r w:rsidR="00435B4F">
        <w:t> </w:t>
      </w:r>
      <w:r>
        <w:t>Edge arrivèrent</w:t>
      </w:r>
      <w:r w:rsidR="00435B4F">
        <w:t xml:space="preserve">. </w:t>
      </w:r>
      <w:r>
        <w:t xml:space="preserve">Je gagnai trente-deux dollars à Margot au </w:t>
      </w:r>
      <w:r w:rsidR="00435B4F">
        <w:t>« </w:t>
      </w:r>
      <w:r>
        <w:t>backgammon</w:t>
      </w:r>
      <w:r w:rsidR="00435B4F">
        <w:t xml:space="preserve"> ». </w:t>
      </w:r>
      <w:r>
        <w:t>Miss Denis dut s</w:t>
      </w:r>
      <w:r w:rsidR="00435B4F">
        <w:t>’</w:t>
      </w:r>
      <w:r>
        <w:t>allonger quelque temps sur notre lit</w:t>
      </w:r>
      <w:r w:rsidR="00435B4F">
        <w:t xml:space="preserve">. </w:t>
      </w:r>
      <w:r>
        <w:t>Alice Quinn</w:t>
      </w:r>
      <w:r w:rsidR="00435B4F">
        <w:t xml:space="preserve">, </w:t>
      </w:r>
      <w:r>
        <w:t>aidée de Margot sépara son mari de Dorothy</w:t>
      </w:r>
      <w:r w:rsidR="00435B4F">
        <w:t xml:space="preserve">, </w:t>
      </w:r>
      <w:r>
        <w:t>vers six heures et l</w:t>
      </w:r>
      <w:r w:rsidR="00435B4F">
        <w:t>’</w:t>
      </w:r>
      <w:r>
        <w:t>emmena</w:t>
      </w:r>
      <w:r w:rsidR="00435B4F">
        <w:t xml:space="preserve"> : </w:t>
      </w:r>
      <w:r>
        <w:t>ils étaient invités quelque part</w:t>
      </w:r>
      <w:r w:rsidR="00435B4F">
        <w:t xml:space="preserve">. </w:t>
      </w:r>
      <w:r>
        <w:t>Puis les Edge s</w:t>
      </w:r>
      <w:r w:rsidR="00435B4F">
        <w:t>’</w:t>
      </w:r>
      <w:r>
        <w:t>en allèrent</w:t>
      </w:r>
      <w:r w:rsidR="00435B4F">
        <w:t xml:space="preserve">. </w:t>
      </w:r>
      <w:r>
        <w:t>Mimi demanda à son mari et à sa fille de se préparer</w:t>
      </w:r>
      <w:r w:rsidR="00435B4F">
        <w:t>…</w:t>
      </w:r>
    </w:p>
    <w:p w14:paraId="53BC5C63" w14:textId="77777777" w:rsidR="00435B4F" w:rsidRDefault="00435B4F" w:rsidP="00256283">
      <w:r>
        <w:t>— </w:t>
      </w:r>
      <w:r w:rsidR="00256283">
        <w:t>Il est peut-être trop tard pour vous inviter</w:t>
      </w:r>
      <w:r>
        <w:t xml:space="preserve">, </w:t>
      </w:r>
      <w:r w:rsidR="00256283">
        <w:t>mais pourriez-vous dîner avec nous demain soir</w:t>
      </w:r>
      <w:r>
        <w:t xml:space="preserve"> ? </w:t>
      </w:r>
      <w:r w:rsidR="00256283">
        <w:t>demanda-t-elle</w:t>
      </w:r>
      <w:r>
        <w:t>.</w:t>
      </w:r>
    </w:p>
    <w:p w14:paraId="7C31174E" w14:textId="77777777" w:rsidR="00435B4F" w:rsidRDefault="00435B4F" w:rsidP="00256283">
      <w:r>
        <w:t>— </w:t>
      </w:r>
      <w:r w:rsidR="00256283">
        <w:t>Avec plaisir</w:t>
      </w:r>
      <w:r>
        <w:t xml:space="preserve">, </w:t>
      </w:r>
      <w:r w:rsidR="00256283">
        <w:t>répondit Nora</w:t>
      </w:r>
      <w:r>
        <w:t>.</w:t>
      </w:r>
    </w:p>
    <w:p w14:paraId="02580745" w14:textId="77777777" w:rsidR="00435B4F" w:rsidRDefault="00256283" w:rsidP="00256283">
      <w:r>
        <w:lastRenderedPageBreak/>
        <w:t>Après des congratulations et mille amabilités ils s</w:t>
      </w:r>
      <w:r w:rsidR="00435B4F">
        <w:t>’</w:t>
      </w:r>
      <w:r>
        <w:t>en allèrent</w:t>
      </w:r>
      <w:r w:rsidR="00435B4F">
        <w:t>.</w:t>
      </w:r>
    </w:p>
    <w:p w14:paraId="061BA654" w14:textId="77777777" w:rsidR="00435B4F" w:rsidRDefault="00256283" w:rsidP="00256283">
      <w:r>
        <w:t>Nora ferma la porte derrière eux et</w:t>
      </w:r>
      <w:r w:rsidR="00435B4F">
        <w:t xml:space="preserve">, </w:t>
      </w:r>
      <w:r>
        <w:t>tournée vers moi</w:t>
      </w:r>
      <w:r w:rsidR="00435B4F">
        <w:t xml:space="preserve">, </w:t>
      </w:r>
      <w:r>
        <w:t>s</w:t>
      </w:r>
      <w:r w:rsidR="00435B4F">
        <w:t>’</w:t>
      </w:r>
      <w:r>
        <w:t>appuya au battant</w:t>
      </w:r>
      <w:r w:rsidR="00435B4F">
        <w:t>.</w:t>
      </w:r>
    </w:p>
    <w:p w14:paraId="6DC8AA33" w14:textId="77777777" w:rsidR="00435B4F" w:rsidRDefault="00435B4F" w:rsidP="00256283">
      <w:r>
        <w:t>— </w:t>
      </w:r>
      <w:r w:rsidR="00256283">
        <w:t>Jésus</w:t>
      </w:r>
      <w:r>
        <w:t xml:space="preserve"> ! </w:t>
      </w:r>
      <w:r w:rsidR="00256283">
        <w:t>que ce type est beau</w:t>
      </w:r>
      <w:r>
        <w:t xml:space="preserve"> ! </w:t>
      </w:r>
      <w:r w:rsidR="00256283">
        <w:t>murmura-t-elle</w:t>
      </w:r>
      <w:r>
        <w:t>.</w:t>
      </w:r>
    </w:p>
    <w:p w14:paraId="46365483" w14:textId="77777777" w:rsidR="00256283" w:rsidRDefault="00256283" w:rsidP="003D5E6A">
      <w:pPr>
        <w:pStyle w:val="Titre1"/>
      </w:pPr>
      <w:bookmarkStart w:id="17" w:name="bookmark5"/>
      <w:bookmarkStart w:id="18" w:name="__RefHeading__44_1831309079"/>
      <w:bookmarkStart w:id="19" w:name="_Toc202285661"/>
      <w:bookmarkEnd w:id="17"/>
      <w:bookmarkEnd w:id="18"/>
      <w:r>
        <w:lastRenderedPageBreak/>
        <w:t>VIII</w:t>
      </w:r>
      <w:bookmarkEnd w:id="19"/>
    </w:p>
    <w:p w14:paraId="2D55092C" w14:textId="77777777" w:rsidR="00435B4F" w:rsidRDefault="00256283" w:rsidP="00256283">
      <w:r>
        <w:t xml:space="preserve">Quand nous entrâmes chez </w:t>
      </w:r>
      <w:proofErr w:type="spellStart"/>
      <w:r>
        <w:t>Reuben</w:t>
      </w:r>
      <w:proofErr w:type="spellEnd"/>
      <w:r w:rsidR="00435B4F">
        <w:t xml:space="preserve">, </w:t>
      </w:r>
      <w:r>
        <w:t>avant d</w:t>
      </w:r>
      <w:r w:rsidR="00435B4F">
        <w:t>’</w:t>
      </w:r>
      <w:r>
        <w:t>aller nous coucher</w:t>
      </w:r>
      <w:r w:rsidR="00435B4F">
        <w:t xml:space="preserve">, </w:t>
      </w:r>
      <w:r>
        <w:t>le lendemain</w:t>
      </w:r>
      <w:r w:rsidR="00435B4F">
        <w:t xml:space="preserve"> – </w:t>
      </w:r>
      <w:r>
        <w:t>le surlendemain</w:t>
      </w:r>
      <w:r w:rsidR="00435B4F">
        <w:t xml:space="preserve">, </w:t>
      </w:r>
      <w:r>
        <w:t>puisqu</w:t>
      </w:r>
      <w:r w:rsidR="00435B4F">
        <w:t>’</w:t>
      </w:r>
      <w:r>
        <w:t>il était près de quatre heures du matin</w:t>
      </w:r>
      <w:r w:rsidR="00435B4F">
        <w:t xml:space="preserve"> – </w:t>
      </w:r>
      <w:r>
        <w:t>tandis qu</w:t>
      </w:r>
      <w:r w:rsidR="00435B4F">
        <w:t>’</w:t>
      </w:r>
      <w:r>
        <w:t>avec Nora nous prenions une tasse de café</w:t>
      </w:r>
      <w:r w:rsidR="00435B4F">
        <w:t xml:space="preserve">, </w:t>
      </w:r>
      <w:r>
        <w:t>je dépliai un journal du soir et je découvris</w:t>
      </w:r>
      <w:r w:rsidR="00435B4F">
        <w:t xml:space="preserve">, </w:t>
      </w:r>
      <w:r>
        <w:t>dans une série d</w:t>
      </w:r>
      <w:r w:rsidR="00435B4F">
        <w:t>’</w:t>
      </w:r>
      <w:r>
        <w:t>échos</w:t>
      </w:r>
      <w:r w:rsidR="00435B4F">
        <w:t xml:space="preserve">, </w:t>
      </w:r>
      <w:r>
        <w:t>les lignes suivantes</w:t>
      </w:r>
      <w:r w:rsidR="00435B4F">
        <w:t> :</w:t>
      </w:r>
    </w:p>
    <w:p w14:paraId="324D9FD2" w14:textId="77777777" w:rsidR="00256283" w:rsidRDefault="00256283" w:rsidP="00256283"/>
    <w:p w14:paraId="66F91606" w14:textId="77777777" w:rsidR="00256283" w:rsidRDefault="00435B4F" w:rsidP="00256283">
      <w:r>
        <w:t>« </w:t>
      </w:r>
      <w:r w:rsidR="00256283">
        <w:t>Nick Charles</w:t>
      </w:r>
      <w:r>
        <w:t xml:space="preserve">, </w:t>
      </w:r>
      <w:r w:rsidR="00256283">
        <w:t xml:space="preserve">ancien directeur de la Trans-American </w:t>
      </w:r>
      <w:proofErr w:type="spellStart"/>
      <w:r w:rsidR="00256283">
        <w:t>Detective</w:t>
      </w:r>
      <w:proofErr w:type="spellEnd"/>
      <w:r w:rsidR="00256283">
        <w:t xml:space="preserve"> Agency</w:t>
      </w:r>
      <w:r>
        <w:t xml:space="preserve">, </w:t>
      </w:r>
      <w:r w:rsidR="00256283">
        <w:t>est venu de Californie pour enquêter sur la mort mystérieuse de Julia Wolf</w:t>
      </w:r>
      <w:r>
        <w:t>. »</w:t>
      </w:r>
    </w:p>
    <w:p w14:paraId="7CCEE31B" w14:textId="77777777" w:rsidR="00256283" w:rsidRDefault="00256283" w:rsidP="00256283"/>
    <w:p w14:paraId="27EB7779" w14:textId="77777777" w:rsidR="00435B4F" w:rsidRDefault="00256283" w:rsidP="00256283">
      <w:r>
        <w:t>Deux heures plus tard</w:t>
      </w:r>
      <w:r w:rsidR="00435B4F">
        <w:t xml:space="preserve">, </w:t>
      </w:r>
      <w:r>
        <w:t>j</w:t>
      </w:r>
      <w:r w:rsidR="00435B4F">
        <w:t>’</w:t>
      </w:r>
      <w:r>
        <w:t>ouvrais les yeux</w:t>
      </w:r>
      <w:r w:rsidR="00435B4F">
        <w:t xml:space="preserve">, </w:t>
      </w:r>
      <w:r>
        <w:t>dans mon lit</w:t>
      </w:r>
      <w:r w:rsidR="00435B4F">
        <w:t xml:space="preserve">. </w:t>
      </w:r>
      <w:r>
        <w:t>Nora me secouait violemment</w:t>
      </w:r>
      <w:r w:rsidR="00435B4F">
        <w:t xml:space="preserve">. </w:t>
      </w:r>
      <w:r>
        <w:t>Un homme était debout sur le seuil de la chambre</w:t>
      </w:r>
      <w:r w:rsidR="00435B4F">
        <w:t xml:space="preserve">. </w:t>
      </w:r>
      <w:r>
        <w:t>Il tenait un automatique à la main</w:t>
      </w:r>
      <w:r w:rsidR="00435B4F">
        <w:t>.</w:t>
      </w:r>
    </w:p>
    <w:p w14:paraId="0F532FC2" w14:textId="77777777" w:rsidR="00435B4F" w:rsidRDefault="00256283" w:rsidP="00256283">
      <w:r>
        <w:t>L</w:t>
      </w:r>
      <w:r w:rsidR="00435B4F">
        <w:t>’</w:t>
      </w:r>
      <w:r>
        <w:t>inconnu était jeune</w:t>
      </w:r>
      <w:r w:rsidR="00435B4F">
        <w:t xml:space="preserve">, </w:t>
      </w:r>
      <w:r>
        <w:t>brun</w:t>
      </w:r>
      <w:r w:rsidR="00435B4F">
        <w:t xml:space="preserve">, </w:t>
      </w:r>
      <w:r>
        <w:t>assez corpulent</w:t>
      </w:r>
      <w:r w:rsidR="00435B4F">
        <w:t xml:space="preserve">, </w:t>
      </w:r>
      <w:r>
        <w:t>la mâchoire large</w:t>
      </w:r>
      <w:r w:rsidR="00435B4F">
        <w:t xml:space="preserve">, </w:t>
      </w:r>
      <w:r>
        <w:t>les yeux rapprochés</w:t>
      </w:r>
      <w:r w:rsidR="00435B4F">
        <w:t xml:space="preserve">. </w:t>
      </w:r>
      <w:r>
        <w:t>Il portait un chapeau mou et un pardessus noirs</w:t>
      </w:r>
      <w:r w:rsidR="00435B4F">
        <w:t xml:space="preserve">, </w:t>
      </w:r>
      <w:r>
        <w:t>un complet sombre et des chaussures noires qui lui allaient comme s</w:t>
      </w:r>
      <w:r w:rsidR="00435B4F">
        <w:t>’</w:t>
      </w:r>
      <w:r>
        <w:t>il venait d</w:t>
      </w:r>
      <w:r w:rsidR="00435B4F">
        <w:t>’</w:t>
      </w:r>
      <w:r>
        <w:t>acheter le tout un quart d</w:t>
      </w:r>
      <w:r w:rsidR="00435B4F">
        <w:t>’</w:t>
      </w:r>
      <w:r>
        <w:t>heure auparavant</w:t>
      </w:r>
      <w:r w:rsidR="00435B4F">
        <w:t xml:space="preserve">. </w:t>
      </w:r>
      <w:r>
        <w:t>L</w:t>
      </w:r>
      <w:r w:rsidR="00435B4F">
        <w:t>’</w:t>
      </w:r>
      <w:r>
        <w:t>automatique</w:t>
      </w:r>
      <w:r w:rsidR="00435B4F">
        <w:t xml:space="preserve">, </w:t>
      </w:r>
      <w:r>
        <w:t>un 38 à reflets bleus</w:t>
      </w:r>
      <w:r w:rsidR="00435B4F">
        <w:t xml:space="preserve">, </w:t>
      </w:r>
      <w:r>
        <w:t>n</w:t>
      </w:r>
      <w:r w:rsidR="00435B4F">
        <w:t>’</w:t>
      </w:r>
      <w:r>
        <w:t>était pas pointé vers moi</w:t>
      </w:r>
      <w:r w:rsidR="00435B4F">
        <w:t>.</w:t>
      </w:r>
    </w:p>
    <w:p w14:paraId="055BCDF1" w14:textId="77777777" w:rsidR="00435B4F" w:rsidRDefault="00435B4F" w:rsidP="00256283">
      <w:r>
        <w:t>— </w:t>
      </w:r>
      <w:r w:rsidR="00256283">
        <w:t>Il m</w:t>
      </w:r>
      <w:r>
        <w:t>’</w:t>
      </w:r>
      <w:r w:rsidR="00256283">
        <w:t>a forcé de lui ouvrir</w:t>
      </w:r>
      <w:r>
        <w:t xml:space="preserve">, </w:t>
      </w:r>
      <w:r w:rsidR="00256283">
        <w:t>disait Nora</w:t>
      </w:r>
      <w:r>
        <w:t xml:space="preserve">. </w:t>
      </w:r>
      <w:r w:rsidR="00256283">
        <w:t>Il prétend que</w:t>
      </w:r>
      <w:r>
        <w:t>…</w:t>
      </w:r>
    </w:p>
    <w:p w14:paraId="2DF84D53" w14:textId="77777777" w:rsidR="00435B4F" w:rsidRDefault="00435B4F" w:rsidP="00256283">
      <w:r>
        <w:t>— </w:t>
      </w:r>
      <w:r w:rsidR="00256283">
        <w:t>Je voudrais vous parler</w:t>
      </w:r>
      <w:r>
        <w:t xml:space="preserve">, </w:t>
      </w:r>
      <w:r w:rsidR="00256283">
        <w:t>coupa le nouveau-venu</w:t>
      </w:r>
      <w:r>
        <w:t>.</w:t>
      </w:r>
    </w:p>
    <w:p w14:paraId="29BB3A87" w14:textId="77777777" w:rsidR="00435B4F" w:rsidRDefault="00256283" w:rsidP="00256283">
      <w:r>
        <w:t>Sa voix était basse</w:t>
      </w:r>
      <w:r w:rsidR="00435B4F">
        <w:t xml:space="preserve">, </w:t>
      </w:r>
      <w:r>
        <w:t>un peu rauque</w:t>
      </w:r>
      <w:r w:rsidR="00435B4F">
        <w:t>.</w:t>
      </w:r>
    </w:p>
    <w:p w14:paraId="0EC10A90" w14:textId="77777777" w:rsidR="00435B4F" w:rsidRDefault="00256283" w:rsidP="00256283">
      <w:r>
        <w:t>J</w:t>
      </w:r>
      <w:r w:rsidR="00435B4F">
        <w:t>’</w:t>
      </w:r>
      <w:r>
        <w:t>étais alors entièrement réveillé</w:t>
      </w:r>
      <w:r w:rsidR="00435B4F">
        <w:t xml:space="preserve"> ; </w:t>
      </w:r>
      <w:r>
        <w:t>je regardai Nora</w:t>
      </w:r>
      <w:r w:rsidR="00435B4F">
        <w:t xml:space="preserve">. </w:t>
      </w:r>
      <w:r>
        <w:t>Elle semblait nerveuse</w:t>
      </w:r>
      <w:r w:rsidR="00435B4F">
        <w:t xml:space="preserve">, </w:t>
      </w:r>
      <w:r>
        <w:t>un peu excitée</w:t>
      </w:r>
      <w:r w:rsidR="00435B4F">
        <w:t xml:space="preserve">, </w:t>
      </w:r>
      <w:r>
        <w:t xml:space="preserve">comme si elle voyait un </w:t>
      </w:r>
      <w:r>
        <w:lastRenderedPageBreak/>
        <w:t>cheval sur lequel elle avait parié débouler le long de la ligne droite avec une courte tête d</w:t>
      </w:r>
      <w:r w:rsidR="00435B4F">
        <w:t>’</w:t>
      </w:r>
      <w:r>
        <w:t>avance</w:t>
      </w:r>
      <w:r w:rsidR="00435B4F">
        <w:t>.</w:t>
      </w:r>
    </w:p>
    <w:p w14:paraId="1EBEEEA9" w14:textId="77777777" w:rsidR="00435B4F" w:rsidRDefault="00435B4F" w:rsidP="00256283">
      <w:r>
        <w:t>— </w:t>
      </w:r>
      <w:r w:rsidR="00256283">
        <w:t>Allez-y</w:t>
      </w:r>
      <w:r>
        <w:t xml:space="preserve">, </w:t>
      </w:r>
      <w:r w:rsidR="00256283">
        <w:t>dis-je</w:t>
      </w:r>
      <w:r>
        <w:t xml:space="preserve">, </w:t>
      </w:r>
      <w:r w:rsidR="00256283">
        <w:t>mais inutile de garder votre joujou à la main</w:t>
      </w:r>
      <w:r>
        <w:t xml:space="preserve">. </w:t>
      </w:r>
      <w:r w:rsidR="00256283">
        <w:t>Ma femme n</w:t>
      </w:r>
      <w:r>
        <w:t>’</w:t>
      </w:r>
      <w:r w:rsidR="00256283">
        <w:t>a pas peur</w:t>
      </w:r>
      <w:r>
        <w:t xml:space="preserve">, </w:t>
      </w:r>
      <w:r w:rsidR="00256283">
        <w:t>mais c</w:t>
      </w:r>
      <w:r>
        <w:t>’</w:t>
      </w:r>
      <w:r w:rsidR="00256283">
        <w:t>est pour moi</w:t>
      </w:r>
      <w:r>
        <w:t>…</w:t>
      </w:r>
    </w:p>
    <w:p w14:paraId="1DD693A7" w14:textId="77777777" w:rsidR="00435B4F" w:rsidRDefault="00256283" w:rsidP="00256283">
      <w:r>
        <w:t>Il sourit</w:t>
      </w:r>
      <w:r w:rsidR="00435B4F">
        <w:t xml:space="preserve">. </w:t>
      </w:r>
      <w:r>
        <w:t>Sa lèvre inférieure seule bougea</w:t>
      </w:r>
      <w:r w:rsidR="00435B4F">
        <w:t>.</w:t>
      </w:r>
    </w:p>
    <w:p w14:paraId="4BEB215E" w14:textId="77777777" w:rsidR="00435B4F" w:rsidRDefault="00435B4F" w:rsidP="00256283">
      <w:r>
        <w:t>— </w:t>
      </w:r>
      <w:r w:rsidR="00256283">
        <w:t>Je sais que vous avez du cran</w:t>
      </w:r>
      <w:r>
        <w:t xml:space="preserve">, </w:t>
      </w:r>
      <w:r w:rsidR="00256283">
        <w:t>dit-il</w:t>
      </w:r>
      <w:r>
        <w:t xml:space="preserve">, </w:t>
      </w:r>
      <w:r w:rsidR="00256283">
        <w:t>mettant l</w:t>
      </w:r>
      <w:r>
        <w:t>’</w:t>
      </w:r>
      <w:r w:rsidR="00256283">
        <w:t>arme dans la poche de son pardessus</w:t>
      </w:r>
      <w:r>
        <w:t xml:space="preserve">. </w:t>
      </w:r>
      <w:r w:rsidR="00256283">
        <w:t xml:space="preserve">Je suis </w:t>
      </w:r>
      <w:proofErr w:type="spellStart"/>
      <w:r w:rsidR="00256283">
        <w:t>Shep</w:t>
      </w:r>
      <w:proofErr w:type="spellEnd"/>
      <w:r w:rsidR="00256283">
        <w:t xml:space="preserve"> Morelli</w:t>
      </w:r>
      <w:r>
        <w:t>.</w:t>
      </w:r>
    </w:p>
    <w:p w14:paraId="166BF9BA" w14:textId="77777777" w:rsidR="00435B4F" w:rsidRDefault="00435B4F" w:rsidP="00256283">
      <w:r>
        <w:t>— </w:t>
      </w:r>
      <w:r w:rsidR="00256283">
        <w:t>Je ne vous connais pas</w:t>
      </w:r>
      <w:r>
        <w:t> !</w:t>
      </w:r>
    </w:p>
    <w:p w14:paraId="47582199" w14:textId="77777777" w:rsidR="00435B4F" w:rsidRDefault="00256283" w:rsidP="00256283">
      <w:r>
        <w:t>Il fit un pas en avant et se mit à dodeliner de la tête</w:t>
      </w:r>
      <w:r w:rsidR="00435B4F">
        <w:t>.</w:t>
      </w:r>
    </w:p>
    <w:p w14:paraId="1B0DB9EF" w14:textId="77777777" w:rsidR="00435B4F" w:rsidRDefault="00435B4F" w:rsidP="00256283">
      <w:r>
        <w:t>— </w:t>
      </w:r>
      <w:r w:rsidR="00256283">
        <w:t>Je n</w:t>
      </w:r>
      <w:r>
        <w:t>’</w:t>
      </w:r>
      <w:r w:rsidR="00256283">
        <w:t>ai pas tué Julia</w:t>
      </w:r>
      <w:r>
        <w:t xml:space="preserve">, </w:t>
      </w:r>
      <w:r w:rsidR="00256283">
        <w:t>dit-il</w:t>
      </w:r>
      <w:r>
        <w:t xml:space="preserve">, </w:t>
      </w:r>
      <w:r w:rsidR="00256283">
        <w:t>lentement</w:t>
      </w:r>
      <w:r>
        <w:t>.</w:t>
      </w:r>
    </w:p>
    <w:p w14:paraId="78A2C702" w14:textId="77777777" w:rsidR="00435B4F" w:rsidRDefault="00435B4F" w:rsidP="00256283">
      <w:r>
        <w:t>— </w:t>
      </w:r>
      <w:r w:rsidR="00256283">
        <w:t>C</w:t>
      </w:r>
      <w:r>
        <w:t>’</w:t>
      </w:r>
      <w:r w:rsidR="00256283">
        <w:t>est possible</w:t>
      </w:r>
      <w:r>
        <w:t xml:space="preserve">, </w:t>
      </w:r>
      <w:r w:rsidR="00256283">
        <w:t>mais vous vous trompez de guichet</w:t>
      </w:r>
      <w:r>
        <w:t xml:space="preserve">, </w:t>
      </w:r>
      <w:r w:rsidR="00256283">
        <w:t>garçon</w:t>
      </w:r>
      <w:r>
        <w:t xml:space="preserve">. </w:t>
      </w:r>
      <w:r w:rsidR="00256283">
        <w:t>Je ne m</w:t>
      </w:r>
      <w:r>
        <w:t>’</w:t>
      </w:r>
      <w:r w:rsidR="00256283">
        <w:t>occupe pas de cette affaire</w:t>
      </w:r>
      <w:r>
        <w:t>.</w:t>
      </w:r>
    </w:p>
    <w:p w14:paraId="17B998FB" w14:textId="77777777" w:rsidR="00435B4F" w:rsidRDefault="00435B4F" w:rsidP="00256283">
      <w:r>
        <w:t>— </w:t>
      </w:r>
      <w:r w:rsidR="00256283">
        <w:t>Je ne l</w:t>
      </w:r>
      <w:r>
        <w:t>’</w:t>
      </w:r>
      <w:r w:rsidR="00256283">
        <w:t>ai pas vue depuis trois mois</w:t>
      </w:r>
      <w:r>
        <w:t xml:space="preserve">, </w:t>
      </w:r>
      <w:r w:rsidR="00256283">
        <w:t>insista-t-il</w:t>
      </w:r>
      <w:r>
        <w:t>.</w:t>
      </w:r>
    </w:p>
    <w:p w14:paraId="462E9566" w14:textId="77777777" w:rsidR="00435B4F" w:rsidRDefault="00435B4F" w:rsidP="00256283">
      <w:r>
        <w:t>— </w:t>
      </w:r>
      <w:r w:rsidR="00256283">
        <w:t>Racontez ça à la police</w:t>
      </w:r>
      <w:r>
        <w:t>.</w:t>
      </w:r>
    </w:p>
    <w:p w14:paraId="04263716" w14:textId="77777777" w:rsidR="00435B4F" w:rsidRDefault="00435B4F" w:rsidP="00256283">
      <w:r>
        <w:t>— </w:t>
      </w:r>
      <w:r w:rsidR="00256283">
        <w:t>Je n</w:t>
      </w:r>
      <w:r>
        <w:t>’</w:t>
      </w:r>
      <w:r w:rsidR="00256283">
        <w:t>avais aucune raison de lui faire de mal</w:t>
      </w:r>
      <w:r>
        <w:t xml:space="preserve">, </w:t>
      </w:r>
      <w:r w:rsidR="00256283">
        <w:t>nous nous entendions très bien</w:t>
      </w:r>
      <w:r>
        <w:t>.</w:t>
      </w:r>
    </w:p>
    <w:p w14:paraId="491BEFFA" w14:textId="77777777" w:rsidR="00435B4F" w:rsidRDefault="00435B4F" w:rsidP="00256283">
      <w:r>
        <w:t>— </w:t>
      </w:r>
      <w:r w:rsidR="00256283">
        <w:t>Tant mieux</w:t>
      </w:r>
      <w:r>
        <w:t xml:space="preserve">, </w:t>
      </w:r>
      <w:r w:rsidR="00256283">
        <w:t>mais je vous répète que vous vous trompez de guichet</w:t>
      </w:r>
      <w:r>
        <w:t>.</w:t>
      </w:r>
    </w:p>
    <w:p w14:paraId="4FD2315F" w14:textId="77777777" w:rsidR="00435B4F" w:rsidRDefault="00435B4F" w:rsidP="00256283">
      <w:r>
        <w:t>— </w:t>
      </w:r>
      <w:r w:rsidR="00256283">
        <w:t>Écoutez-moi</w:t>
      </w:r>
      <w:r>
        <w:t xml:space="preserve">, </w:t>
      </w:r>
      <w:r w:rsidR="00256283">
        <w:t>fit-il</w:t>
      </w:r>
      <w:r>
        <w:t xml:space="preserve">, </w:t>
      </w:r>
      <w:r w:rsidR="00256283">
        <w:t>avançant d</w:t>
      </w:r>
      <w:r>
        <w:t>’</w:t>
      </w:r>
      <w:r w:rsidR="00256283">
        <w:t>un autre pas</w:t>
      </w:r>
      <w:r>
        <w:t xml:space="preserve"> ; </w:t>
      </w:r>
      <w:proofErr w:type="spellStart"/>
      <w:r w:rsidR="00256283">
        <w:t>Studsy</w:t>
      </w:r>
      <w:proofErr w:type="spellEnd"/>
      <w:r w:rsidR="00256283">
        <w:t xml:space="preserve"> Burke m</w:t>
      </w:r>
      <w:r>
        <w:t>’</w:t>
      </w:r>
      <w:r w:rsidR="00256283">
        <w:t xml:space="preserve">a dit que vous étiez </w:t>
      </w:r>
      <w:r>
        <w:t xml:space="preserve">« O.K. ». </w:t>
      </w:r>
      <w:r w:rsidR="00256283">
        <w:t>C</w:t>
      </w:r>
      <w:r>
        <w:t>’</w:t>
      </w:r>
      <w:r w:rsidR="00256283">
        <w:t>est pour ça que je suis venu</w:t>
      </w:r>
      <w:r>
        <w:t>.</w:t>
      </w:r>
    </w:p>
    <w:p w14:paraId="4DBCE466" w14:textId="77777777" w:rsidR="00435B4F" w:rsidRDefault="00435B4F" w:rsidP="00256283">
      <w:r>
        <w:t>— </w:t>
      </w:r>
      <w:r w:rsidR="00256283">
        <w:t xml:space="preserve">Comment va </w:t>
      </w:r>
      <w:proofErr w:type="spellStart"/>
      <w:r w:rsidR="00256283">
        <w:t>Studsy</w:t>
      </w:r>
      <w:proofErr w:type="spellEnd"/>
      <w:r>
        <w:t xml:space="preserve"> ? </w:t>
      </w:r>
      <w:r w:rsidR="00256283">
        <w:t>Je ne l</w:t>
      </w:r>
      <w:r>
        <w:t>’</w:t>
      </w:r>
      <w:r w:rsidR="00256283">
        <w:t>ai pas vu depuis 23 ou 24</w:t>
      </w:r>
      <w:r>
        <w:t>.</w:t>
      </w:r>
    </w:p>
    <w:p w14:paraId="6293038E" w14:textId="77777777" w:rsidR="00435B4F" w:rsidRDefault="00435B4F" w:rsidP="00256283">
      <w:r>
        <w:t>— </w:t>
      </w:r>
      <w:r w:rsidR="00256283">
        <w:t>Ça va</w:t>
      </w:r>
      <w:r>
        <w:t xml:space="preserve">. </w:t>
      </w:r>
      <w:r w:rsidR="00256283">
        <w:t>Il aimerait vous voir</w:t>
      </w:r>
      <w:r>
        <w:t xml:space="preserve">. </w:t>
      </w:r>
      <w:r w:rsidR="00256283">
        <w:t xml:space="preserve">Il tient un </w:t>
      </w:r>
      <w:r>
        <w:t>« </w:t>
      </w:r>
      <w:r w:rsidR="00256283">
        <w:t>speakeasy</w:t>
      </w:r>
      <w:r>
        <w:t> »</w:t>
      </w:r>
      <w:r w:rsidR="00256283">
        <w:t xml:space="preserve"> dans la West quarante-deuxième rue</w:t>
      </w:r>
      <w:r>
        <w:t xml:space="preserve"> : </w:t>
      </w:r>
      <w:r w:rsidR="00256283">
        <w:t xml:space="preserve">le </w:t>
      </w:r>
      <w:proofErr w:type="spellStart"/>
      <w:r w:rsidR="00256283">
        <w:t>Pigiron</w:t>
      </w:r>
      <w:proofErr w:type="spellEnd"/>
      <w:r w:rsidR="00256283">
        <w:t xml:space="preserve"> Club</w:t>
      </w:r>
      <w:r>
        <w:t xml:space="preserve">. </w:t>
      </w:r>
      <w:r w:rsidR="00256283">
        <w:t>Mais</w:t>
      </w:r>
      <w:r>
        <w:t xml:space="preserve">, </w:t>
      </w:r>
      <w:r w:rsidR="00256283">
        <w:lastRenderedPageBreak/>
        <w:t>pourquoi la police croit-elle que j</w:t>
      </w:r>
      <w:r>
        <w:t>’</w:t>
      </w:r>
      <w:r w:rsidR="00256283">
        <w:t>ai tué Julia</w:t>
      </w:r>
      <w:r>
        <w:t xml:space="preserve"> ? </w:t>
      </w:r>
      <w:r w:rsidR="00256283">
        <w:t>Les flics sont-ils sincères</w:t>
      </w:r>
      <w:r>
        <w:t xml:space="preserve">, </w:t>
      </w:r>
      <w:r w:rsidR="00256283">
        <w:t>ou bien est-ce un truc qu</w:t>
      </w:r>
      <w:r>
        <w:t>’</w:t>
      </w:r>
      <w:r w:rsidR="00256283">
        <w:t>ils veulent me mettre sur le dos</w:t>
      </w:r>
      <w:r>
        <w:t> ?</w:t>
      </w:r>
    </w:p>
    <w:p w14:paraId="3CFC4B02" w14:textId="77777777" w:rsidR="00435B4F" w:rsidRDefault="00256283" w:rsidP="00256283">
      <w:r>
        <w:t>Je hochai la tête</w:t>
      </w:r>
      <w:r w:rsidR="00435B4F">
        <w:t>.</w:t>
      </w:r>
    </w:p>
    <w:p w14:paraId="35D65F33" w14:textId="77777777" w:rsidR="00435B4F" w:rsidRDefault="00435B4F" w:rsidP="00256283">
      <w:r>
        <w:t>— </w:t>
      </w:r>
      <w:r w:rsidR="00256283">
        <w:t>Je vous le dirais si je le savais</w:t>
      </w:r>
      <w:r>
        <w:t xml:space="preserve">, </w:t>
      </w:r>
      <w:r w:rsidR="00256283">
        <w:t>répondis-je</w:t>
      </w:r>
      <w:r>
        <w:t xml:space="preserve">. </w:t>
      </w:r>
      <w:r w:rsidR="00256283">
        <w:t>Ne vous laissez pas impressionner par les journaux</w:t>
      </w:r>
      <w:r>
        <w:t xml:space="preserve">. </w:t>
      </w:r>
      <w:r w:rsidR="00256283">
        <w:t>Quant à moi</w:t>
      </w:r>
      <w:r>
        <w:t xml:space="preserve">, </w:t>
      </w:r>
      <w:r w:rsidR="00256283">
        <w:t>je ne suis pas dans le coup</w:t>
      </w:r>
      <w:r>
        <w:t xml:space="preserve">. </w:t>
      </w:r>
      <w:r w:rsidR="00256283">
        <w:t>Demandez à la police</w:t>
      </w:r>
      <w:r>
        <w:t>.</w:t>
      </w:r>
    </w:p>
    <w:p w14:paraId="7C0EE856" w14:textId="77777777" w:rsidR="00435B4F" w:rsidRDefault="00256283" w:rsidP="00256283">
      <w:r>
        <w:t>Sa lèvre inférieure bougea de nouveau</w:t>
      </w:r>
      <w:r w:rsidR="00435B4F">
        <w:t xml:space="preserve">, </w:t>
      </w:r>
      <w:r>
        <w:t>ébauchant un sourire</w:t>
      </w:r>
      <w:r w:rsidR="00435B4F">
        <w:t>.</w:t>
      </w:r>
    </w:p>
    <w:p w14:paraId="62F43003" w14:textId="77777777" w:rsidR="00435B4F" w:rsidRDefault="00435B4F" w:rsidP="00256283">
      <w:r>
        <w:t>— </w:t>
      </w:r>
      <w:r w:rsidR="00256283">
        <w:t>Ce serait du propre</w:t>
      </w:r>
      <w:r>
        <w:t xml:space="preserve"> ! </w:t>
      </w:r>
      <w:r w:rsidR="00256283">
        <w:t>dit-il</w:t>
      </w:r>
      <w:r>
        <w:t xml:space="preserve">. </w:t>
      </w:r>
      <w:r w:rsidR="00256283">
        <w:t>J</w:t>
      </w:r>
      <w:r>
        <w:t>’</w:t>
      </w:r>
      <w:r w:rsidR="00256283">
        <w:t>ai envoyé un capitaine de police à l</w:t>
      </w:r>
      <w:r>
        <w:t>’</w:t>
      </w:r>
      <w:r w:rsidR="00256283">
        <w:t>hôpital pour trois semaines</w:t>
      </w:r>
      <w:r>
        <w:t xml:space="preserve">, </w:t>
      </w:r>
      <w:r w:rsidR="00256283">
        <w:t>à la suite d</w:t>
      </w:r>
      <w:r>
        <w:t>’</w:t>
      </w:r>
      <w:r w:rsidR="00256283">
        <w:t>une petite discussion</w:t>
      </w:r>
      <w:r>
        <w:t xml:space="preserve">, </w:t>
      </w:r>
      <w:r w:rsidR="00256283">
        <w:t>et les inspecteurs rigoleraient bien si j</w:t>
      </w:r>
      <w:r>
        <w:t>’</w:t>
      </w:r>
      <w:r w:rsidR="00256283">
        <w:t>allais leur poser des questions</w:t>
      </w:r>
      <w:r>
        <w:t>.</w:t>
      </w:r>
    </w:p>
    <w:p w14:paraId="4CE2DE32" w14:textId="77777777" w:rsidR="00435B4F" w:rsidRDefault="00256283" w:rsidP="00256283">
      <w:r>
        <w:t>Il étendit le bras et ouvrit sa main</w:t>
      </w:r>
      <w:r w:rsidR="00435B4F">
        <w:t xml:space="preserve">, </w:t>
      </w:r>
      <w:r>
        <w:t>la paume en dessus</w:t>
      </w:r>
      <w:r w:rsidR="00435B4F">
        <w:t>.</w:t>
      </w:r>
    </w:p>
    <w:p w14:paraId="36730EB7" w14:textId="77777777" w:rsidR="00435B4F" w:rsidRDefault="00435B4F" w:rsidP="00256283">
      <w:r>
        <w:t>— </w:t>
      </w:r>
      <w:r w:rsidR="00256283">
        <w:t xml:space="preserve">Je viens vous voir parce que </w:t>
      </w:r>
      <w:proofErr w:type="spellStart"/>
      <w:r w:rsidR="00256283">
        <w:t>Studsy</w:t>
      </w:r>
      <w:proofErr w:type="spellEnd"/>
      <w:r w:rsidR="00256283">
        <w:t xml:space="preserve"> dit que vous êtes</w:t>
      </w:r>
      <w:r>
        <w:t xml:space="preserve"> O.K. </w:t>
      </w:r>
      <w:r w:rsidR="00256283">
        <w:t>Alors</w:t>
      </w:r>
      <w:r>
        <w:t xml:space="preserve">, </w:t>
      </w:r>
      <w:r w:rsidR="00256283">
        <w:t>dites-moi</w:t>
      </w:r>
      <w:r>
        <w:t>.</w:t>
      </w:r>
    </w:p>
    <w:p w14:paraId="77084131" w14:textId="77777777" w:rsidR="00435B4F" w:rsidRDefault="00435B4F" w:rsidP="00256283">
      <w:r>
        <w:t>— </w:t>
      </w:r>
      <w:r w:rsidR="00256283">
        <w:t>Je vous dirais tout ce que je sais</w:t>
      </w:r>
      <w:r>
        <w:t xml:space="preserve">… </w:t>
      </w:r>
      <w:r w:rsidR="00256283">
        <w:t>si je savais quelque chose</w:t>
      </w:r>
      <w:r>
        <w:t>.</w:t>
      </w:r>
    </w:p>
    <w:p w14:paraId="12B9F648" w14:textId="77777777" w:rsidR="00435B4F" w:rsidRDefault="00256283" w:rsidP="00256283">
      <w:r>
        <w:t>Quelqu</w:t>
      </w:r>
      <w:r w:rsidR="00435B4F">
        <w:t>’</w:t>
      </w:r>
      <w:r>
        <w:t>un frappa à la porte du couloir</w:t>
      </w:r>
      <w:r w:rsidR="00435B4F">
        <w:t xml:space="preserve">, </w:t>
      </w:r>
      <w:r>
        <w:t>trois fois</w:t>
      </w:r>
      <w:r w:rsidR="00435B4F">
        <w:t xml:space="preserve">, </w:t>
      </w:r>
      <w:r>
        <w:t>sèchement</w:t>
      </w:r>
      <w:r w:rsidR="00435B4F">
        <w:t xml:space="preserve">. </w:t>
      </w:r>
      <w:r>
        <w:t>L</w:t>
      </w:r>
      <w:r w:rsidR="00435B4F">
        <w:t>’</w:t>
      </w:r>
      <w:r>
        <w:t>automatique de Morelli était dans sa main avant que le bruit eût cessé</w:t>
      </w:r>
      <w:r w:rsidR="00435B4F">
        <w:t xml:space="preserve">. </w:t>
      </w:r>
      <w:r>
        <w:t>Son regard fit rapidement le tour de la pièce</w:t>
      </w:r>
      <w:r w:rsidR="00435B4F">
        <w:t>.</w:t>
      </w:r>
    </w:p>
    <w:p w14:paraId="0329D6D7" w14:textId="77777777" w:rsidR="00435B4F" w:rsidRDefault="00435B4F" w:rsidP="00256283">
      <w:r>
        <w:t>— </w:t>
      </w:r>
      <w:r w:rsidR="00256283">
        <w:t>Eh bien</w:t>
      </w:r>
      <w:r>
        <w:t xml:space="preserve"> ! </w:t>
      </w:r>
      <w:r w:rsidR="00256283">
        <w:t>fit-il</w:t>
      </w:r>
      <w:r>
        <w:t xml:space="preserve">, </w:t>
      </w:r>
      <w:r w:rsidR="00256283">
        <w:t>d</w:t>
      </w:r>
      <w:r>
        <w:t>’</w:t>
      </w:r>
      <w:r w:rsidR="00256283">
        <w:t>une voix sèche</w:t>
      </w:r>
      <w:r>
        <w:t xml:space="preserve">, </w:t>
      </w:r>
      <w:r w:rsidR="00256283">
        <w:t>qu</w:t>
      </w:r>
      <w:r>
        <w:t>’</w:t>
      </w:r>
      <w:r w:rsidR="00256283">
        <w:t>est-ce qu</w:t>
      </w:r>
      <w:r>
        <w:t>’</w:t>
      </w:r>
      <w:r w:rsidR="00256283">
        <w:t>il y a</w:t>
      </w:r>
      <w:r>
        <w:t> ?</w:t>
      </w:r>
    </w:p>
    <w:p w14:paraId="7723AFCC" w14:textId="77777777" w:rsidR="00435B4F" w:rsidRDefault="00435B4F" w:rsidP="00256283">
      <w:r>
        <w:t>— </w:t>
      </w:r>
      <w:r w:rsidR="00256283">
        <w:t>Je ne sais pas</w:t>
      </w:r>
      <w:r>
        <w:t xml:space="preserve"> ! </w:t>
      </w:r>
      <w:r w:rsidR="00256283">
        <w:t>répondis-je</w:t>
      </w:r>
      <w:r>
        <w:t xml:space="preserve">, </w:t>
      </w:r>
      <w:r w:rsidR="00256283">
        <w:t>me mettant sur mon séant</w:t>
      </w:r>
      <w:r>
        <w:t>.</w:t>
      </w:r>
    </w:p>
    <w:p w14:paraId="2F1C2012" w14:textId="77777777" w:rsidR="00435B4F" w:rsidRDefault="00256283" w:rsidP="00256283">
      <w:r>
        <w:t>Je lui montrais du geste son revolver</w:t>
      </w:r>
      <w:r w:rsidR="00435B4F">
        <w:t>.</w:t>
      </w:r>
    </w:p>
    <w:p w14:paraId="65071FCA" w14:textId="77777777" w:rsidR="00435B4F" w:rsidRDefault="00435B4F" w:rsidP="00256283">
      <w:r>
        <w:t>— </w:t>
      </w:r>
      <w:r w:rsidR="00256283">
        <w:t>C</w:t>
      </w:r>
      <w:r>
        <w:t>’</w:t>
      </w:r>
      <w:r w:rsidR="00256283">
        <w:t>est sans doute vous que l</w:t>
      </w:r>
      <w:r>
        <w:t>’</w:t>
      </w:r>
      <w:r w:rsidR="00256283">
        <w:t>on cherche</w:t>
      </w:r>
      <w:r>
        <w:t> !</w:t>
      </w:r>
    </w:p>
    <w:p w14:paraId="5D5B6CA3" w14:textId="77777777" w:rsidR="00435B4F" w:rsidRDefault="00256283" w:rsidP="00256283">
      <w:r>
        <w:lastRenderedPageBreak/>
        <w:t>Le canon de l</w:t>
      </w:r>
      <w:r w:rsidR="00435B4F">
        <w:t>’</w:t>
      </w:r>
      <w:r>
        <w:t>arme était pointé vers ma poitrine</w:t>
      </w:r>
      <w:r w:rsidR="00435B4F">
        <w:t xml:space="preserve">. </w:t>
      </w:r>
      <w:r>
        <w:t>Le sang me battait aux tempes à grands coups</w:t>
      </w:r>
      <w:r w:rsidR="00435B4F">
        <w:t xml:space="preserve">. </w:t>
      </w:r>
      <w:r>
        <w:t>Mes lèvres étaient sèches</w:t>
      </w:r>
      <w:r w:rsidR="00435B4F">
        <w:t>.</w:t>
      </w:r>
    </w:p>
    <w:p w14:paraId="17638468" w14:textId="77777777" w:rsidR="00435B4F" w:rsidRDefault="00435B4F" w:rsidP="00256283">
      <w:r>
        <w:t>— </w:t>
      </w:r>
      <w:r w:rsidR="00256283">
        <w:t>Il n</w:t>
      </w:r>
      <w:r>
        <w:t>’</w:t>
      </w:r>
      <w:r w:rsidR="00256283">
        <w:t>y a pas d</w:t>
      </w:r>
      <w:r>
        <w:t>’</w:t>
      </w:r>
      <w:r w:rsidR="00256283">
        <w:t>échelle d</w:t>
      </w:r>
      <w:r>
        <w:t>’</w:t>
      </w:r>
      <w:r w:rsidR="00256283">
        <w:t>incendie par où vous puissiez vous sauver</w:t>
      </w:r>
      <w:r>
        <w:t xml:space="preserve">, </w:t>
      </w:r>
      <w:r w:rsidR="00256283">
        <w:t>dis-je</w:t>
      </w:r>
      <w:r>
        <w:t>.</w:t>
      </w:r>
    </w:p>
    <w:p w14:paraId="5FDB3F6E" w14:textId="77777777" w:rsidR="00435B4F" w:rsidRDefault="00256283" w:rsidP="00256283">
      <w:r>
        <w:t>Je glissai mon bras vers Nora</w:t>
      </w:r>
      <w:r w:rsidR="00435B4F">
        <w:t xml:space="preserve">, </w:t>
      </w:r>
      <w:r>
        <w:t>assise dans le lit</w:t>
      </w:r>
      <w:r w:rsidR="00435B4F">
        <w:t xml:space="preserve">, </w:t>
      </w:r>
      <w:r>
        <w:t>à ma gauche</w:t>
      </w:r>
      <w:r w:rsidR="00435B4F">
        <w:t>.</w:t>
      </w:r>
    </w:p>
    <w:p w14:paraId="791D3AE5" w14:textId="77777777" w:rsidR="00435B4F" w:rsidRDefault="00256283" w:rsidP="00256283">
      <w:r>
        <w:t>On frappa de nouveau à la porte</w:t>
      </w:r>
      <w:r w:rsidR="00435B4F">
        <w:t xml:space="preserve">, </w:t>
      </w:r>
      <w:r>
        <w:t>puis une voix dit</w:t>
      </w:r>
      <w:r w:rsidR="00435B4F">
        <w:t> :</w:t>
      </w:r>
    </w:p>
    <w:p w14:paraId="71695E85" w14:textId="77777777" w:rsidR="00435B4F" w:rsidRDefault="00435B4F" w:rsidP="00256283">
      <w:r>
        <w:t>— </w:t>
      </w:r>
      <w:r w:rsidR="00256283">
        <w:t>Ouvrez</w:t>
      </w:r>
      <w:r>
        <w:t xml:space="preserve">. </w:t>
      </w:r>
      <w:r w:rsidR="00256283">
        <w:t>Police</w:t>
      </w:r>
      <w:r>
        <w:t> !</w:t>
      </w:r>
    </w:p>
    <w:p w14:paraId="725C13EB" w14:textId="77777777" w:rsidR="00435B4F" w:rsidRDefault="00256283" w:rsidP="00256283">
      <w:r>
        <w:t>La lèvre inférieure de Morelli bougea en une moue et recouvrit sa lèvre supérieure</w:t>
      </w:r>
      <w:r w:rsidR="00435B4F">
        <w:t xml:space="preserve"> ; </w:t>
      </w:r>
      <w:r>
        <w:t>le blanc de ses yeux parut s</w:t>
      </w:r>
      <w:r w:rsidR="00435B4F">
        <w:t>’</w:t>
      </w:r>
      <w:r>
        <w:t>agrandir</w:t>
      </w:r>
      <w:r w:rsidR="00435B4F">
        <w:t>.</w:t>
      </w:r>
    </w:p>
    <w:p w14:paraId="51750519" w14:textId="77777777" w:rsidR="00435B4F" w:rsidRDefault="00435B4F" w:rsidP="00256283">
      <w:r>
        <w:t>— </w:t>
      </w:r>
      <w:r w:rsidR="00256283">
        <w:t>Salaud</w:t>
      </w:r>
      <w:r>
        <w:t xml:space="preserve"> ! </w:t>
      </w:r>
      <w:r w:rsidR="00256283">
        <w:t>dit-il</w:t>
      </w:r>
      <w:r>
        <w:t xml:space="preserve">, </w:t>
      </w:r>
      <w:r w:rsidR="00256283">
        <w:t>doucement</w:t>
      </w:r>
      <w:r>
        <w:t xml:space="preserve">, </w:t>
      </w:r>
      <w:r w:rsidR="00256283">
        <w:t>avec une sorte de pitié</w:t>
      </w:r>
      <w:r>
        <w:t>.</w:t>
      </w:r>
    </w:p>
    <w:p w14:paraId="11516B20" w14:textId="77777777" w:rsidR="00435B4F" w:rsidRDefault="00256283" w:rsidP="00256283">
      <w:r>
        <w:t>Une clef grinça dans la serrure</w:t>
      </w:r>
      <w:r w:rsidR="00435B4F">
        <w:t>.</w:t>
      </w:r>
    </w:p>
    <w:p w14:paraId="7B875255" w14:textId="77777777" w:rsidR="00435B4F" w:rsidRDefault="00256283" w:rsidP="00256283">
      <w:r>
        <w:t>Je frappai Nora de toute ma force</w:t>
      </w:r>
      <w:r w:rsidR="00435B4F">
        <w:t xml:space="preserve">, </w:t>
      </w:r>
      <w:r>
        <w:t>du poing gauche</w:t>
      </w:r>
      <w:r w:rsidR="00435B4F">
        <w:t xml:space="preserve">, </w:t>
      </w:r>
      <w:r>
        <w:t>l</w:t>
      </w:r>
      <w:r w:rsidR="00435B4F">
        <w:t>’</w:t>
      </w:r>
      <w:r>
        <w:t>envoyant rouler dans la pièce</w:t>
      </w:r>
      <w:r w:rsidR="00435B4F">
        <w:t xml:space="preserve">. </w:t>
      </w:r>
      <w:r>
        <w:t>Presque en même temps je lançai</w:t>
      </w:r>
      <w:r w:rsidR="00435B4F">
        <w:t xml:space="preserve">, </w:t>
      </w:r>
      <w:r>
        <w:t>de la main droite</w:t>
      </w:r>
      <w:r w:rsidR="00435B4F">
        <w:t xml:space="preserve">, </w:t>
      </w:r>
      <w:r>
        <w:t>vers le pistolet de Morelli</w:t>
      </w:r>
      <w:r w:rsidR="00435B4F">
        <w:t xml:space="preserve">, </w:t>
      </w:r>
      <w:r>
        <w:t>le traversin qui me parut léger comme une plume</w:t>
      </w:r>
      <w:r w:rsidR="00435B4F">
        <w:t xml:space="preserve">. </w:t>
      </w:r>
      <w:r>
        <w:t>Le bruit de la détonation éclata</w:t>
      </w:r>
      <w:r w:rsidR="00435B4F">
        <w:t xml:space="preserve">, </w:t>
      </w:r>
      <w:r>
        <w:t>assourdissant</w:t>
      </w:r>
      <w:r w:rsidR="00435B4F">
        <w:t xml:space="preserve">. </w:t>
      </w:r>
      <w:r>
        <w:t>Je ressentis un choc</w:t>
      </w:r>
      <w:r w:rsidR="00435B4F">
        <w:t xml:space="preserve">, </w:t>
      </w:r>
      <w:r>
        <w:t>à mon côté gauche et je me lançai hors du lit</w:t>
      </w:r>
      <w:r w:rsidR="00435B4F">
        <w:t xml:space="preserve">, </w:t>
      </w:r>
      <w:r>
        <w:t>saisissant Morelli par la cheville</w:t>
      </w:r>
      <w:r w:rsidR="00435B4F">
        <w:t xml:space="preserve">. </w:t>
      </w:r>
      <w:r>
        <w:t>Nous roulâmes sur le tapis</w:t>
      </w:r>
      <w:r w:rsidR="00435B4F">
        <w:t xml:space="preserve">, </w:t>
      </w:r>
      <w:r>
        <w:t>il me frappait</w:t>
      </w:r>
      <w:r w:rsidR="00435B4F">
        <w:t xml:space="preserve">, </w:t>
      </w:r>
      <w:r>
        <w:t>dans le dos</w:t>
      </w:r>
      <w:r w:rsidR="00435B4F">
        <w:t xml:space="preserve">, </w:t>
      </w:r>
      <w:r>
        <w:t>de la crosse de son arme tandis que</w:t>
      </w:r>
      <w:r w:rsidR="00435B4F">
        <w:t xml:space="preserve">, </w:t>
      </w:r>
      <w:r>
        <w:t>de ma main libre</w:t>
      </w:r>
      <w:r w:rsidR="00435B4F">
        <w:t xml:space="preserve">, </w:t>
      </w:r>
      <w:r>
        <w:t>je cognais où je pouvais</w:t>
      </w:r>
      <w:r w:rsidR="00435B4F">
        <w:t>.</w:t>
      </w:r>
    </w:p>
    <w:p w14:paraId="116E916D" w14:textId="77777777" w:rsidR="00435B4F" w:rsidRDefault="00256283" w:rsidP="00256283">
      <w:r>
        <w:t>Les hommes qui venaient d</w:t>
      </w:r>
      <w:r w:rsidR="00435B4F">
        <w:t>’</w:t>
      </w:r>
      <w:r>
        <w:t>entrer nous séparèrent</w:t>
      </w:r>
      <w:r w:rsidR="00435B4F">
        <w:t>.</w:t>
      </w:r>
    </w:p>
    <w:p w14:paraId="59CDB087" w14:textId="77777777" w:rsidR="00435B4F" w:rsidRDefault="00256283" w:rsidP="00256283">
      <w:r>
        <w:t>Nora mit cinq bonnes minutes à reprendre connaissance</w:t>
      </w:r>
      <w:r w:rsidR="00435B4F">
        <w:t xml:space="preserve">. </w:t>
      </w:r>
      <w:r>
        <w:t>Elle s</w:t>
      </w:r>
      <w:r w:rsidR="00435B4F">
        <w:t>’</w:t>
      </w:r>
      <w:r>
        <w:t>assit sur le lit</w:t>
      </w:r>
      <w:r w:rsidR="00435B4F">
        <w:t xml:space="preserve">, </w:t>
      </w:r>
      <w:r>
        <w:t>tenant une main contre sa joue et jeta un regard autour d</w:t>
      </w:r>
      <w:r w:rsidR="00435B4F">
        <w:t>’</w:t>
      </w:r>
      <w:r>
        <w:t>elle</w:t>
      </w:r>
      <w:r w:rsidR="00435B4F">
        <w:t xml:space="preserve">. </w:t>
      </w:r>
      <w:r>
        <w:t>Morelli</w:t>
      </w:r>
      <w:r w:rsidR="00435B4F">
        <w:t xml:space="preserve">, </w:t>
      </w:r>
      <w:r>
        <w:t>les menottes aux poignets</w:t>
      </w:r>
      <w:r w:rsidR="00435B4F">
        <w:t xml:space="preserve">, </w:t>
      </w:r>
      <w:r>
        <w:t xml:space="preserve">était </w:t>
      </w:r>
      <w:r>
        <w:lastRenderedPageBreak/>
        <w:t>debout entre deux inspecteurs</w:t>
      </w:r>
      <w:r w:rsidR="00435B4F">
        <w:t xml:space="preserve">, </w:t>
      </w:r>
      <w:r>
        <w:t>qui l</w:t>
      </w:r>
      <w:r w:rsidR="00435B4F">
        <w:t>’</w:t>
      </w:r>
      <w:r>
        <w:t>avaient passé à tabac</w:t>
      </w:r>
      <w:r w:rsidR="00435B4F">
        <w:t xml:space="preserve">, </w:t>
      </w:r>
      <w:r>
        <w:t>histoire de s</w:t>
      </w:r>
      <w:r w:rsidR="00435B4F">
        <w:t>’</w:t>
      </w:r>
      <w:r>
        <w:t>amuser</w:t>
      </w:r>
      <w:r w:rsidR="00435B4F">
        <w:t xml:space="preserve">. </w:t>
      </w:r>
      <w:r>
        <w:t>Son visage était en piteux état</w:t>
      </w:r>
      <w:r w:rsidR="00435B4F">
        <w:t xml:space="preserve">. </w:t>
      </w:r>
      <w:r>
        <w:t>Nora se tourna vers moi</w:t>
      </w:r>
      <w:r w:rsidR="00435B4F">
        <w:t>.</w:t>
      </w:r>
    </w:p>
    <w:p w14:paraId="42FA1225" w14:textId="77777777" w:rsidR="00435B4F" w:rsidRDefault="00435B4F" w:rsidP="00256283">
      <w:r>
        <w:t>— </w:t>
      </w:r>
      <w:r w:rsidR="00256283">
        <w:t>Idiot</w:t>
      </w:r>
      <w:r>
        <w:t xml:space="preserve"> ! </w:t>
      </w:r>
      <w:r w:rsidR="00256283">
        <w:t>dit-elle</w:t>
      </w:r>
      <w:r>
        <w:t xml:space="preserve">, </w:t>
      </w:r>
      <w:r w:rsidR="00256283">
        <w:t>tu n</w:t>
      </w:r>
      <w:r>
        <w:t>’</w:t>
      </w:r>
      <w:r w:rsidR="00256283">
        <w:t xml:space="preserve">avais pas besoin de me mettre </w:t>
      </w:r>
      <w:r>
        <w:t>« </w:t>
      </w:r>
      <w:r w:rsidR="00256283">
        <w:t>knock-out</w:t>
      </w:r>
      <w:r>
        <w:t> ! »</w:t>
      </w:r>
      <w:r w:rsidR="00256283">
        <w:t xml:space="preserve"> Je savais bien que tu l</w:t>
      </w:r>
      <w:r>
        <w:t>’</w:t>
      </w:r>
      <w:r w:rsidR="00256283">
        <w:t>aurais</w:t>
      </w:r>
      <w:r>
        <w:t xml:space="preserve">, </w:t>
      </w:r>
      <w:r w:rsidR="00256283">
        <w:t>mais je voulais voir</w:t>
      </w:r>
      <w:r>
        <w:t> !</w:t>
      </w:r>
    </w:p>
    <w:p w14:paraId="0E96ECE3" w14:textId="77777777" w:rsidR="00435B4F" w:rsidRDefault="00256283" w:rsidP="00256283">
      <w:r>
        <w:t>L</w:t>
      </w:r>
      <w:r w:rsidR="00435B4F">
        <w:t>’</w:t>
      </w:r>
      <w:r>
        <w:t>un des policiers éclata de rire</w:t>
      </w:r>
      <w:r w:rsidR="00435B4F">
        <w:t>.</w:t>
      </w:r>
    </w:p>
    <w:p w14:paraId="4F0A72F7" w14:textId="77777777" w:rsidR="00435B4F" w:rsidRDefault="00435B4F" w:rsidP="00256283">
      <w:r>
        <w:t>— </w:t>
      </w:r>
      <w:r w:rsidR="00256283">
        <w:t>Jésus</w:t>
      </w:r>
      <w:r>
        <w:t xml:space="preserve">, </w:t>
      </w:r>
      <w:r w:rsidR="00256283">
        <w:t>s</w:t>
      </w:r>
      <w:r>
        <w:t>’</w:t>
      </w:r>
      <w:r w:rsidR="00256283">
        <w:t>écria-t-il</w:t>
      </w:r>
      <w:r>
        <w:t xml:space="preserve">, </w:t>
      </w:r>
      <w:r w:rsidR="00256283">
        <w:t>voilà une femme qui a du poil</w:t>
      </w:r>
      <w:r>
        <w:t>…</w:t>
      </w:r>
    </w:p>
    <w:p w14:paraId="5EE957E7" w14:textId="77777777" w:rsidR="00435B4F" w:rsidRDefault="00256283" w:rsidP="00256283">
      <w:r>
        <w:t>Nora sourit</w:t>
      </w:r>
      <w:r w:rsidR="00435B4F">
        <w:t xml:space="preserve">, </w:t>
      </w:r>
      <w:r>
        <w:t>se leva et me regarda</w:t>
      </w:r>
      <w:r w:rsidR="00435B4F">
        <w:t>.</w:t>
      </w:r>
    </w:p>
    <w:p w14:paraId="38DE2185" w14:textId="77777777" w:rsidR="00435B4F" w:rsidRDefault="00435B4F" w:rsidP="00256283">
      <w:r>
        <w:t>— </w:t>
      </w:r>
      <w:r w:rsidR="00256283">
        <w:t>Nick</w:t>
      </w:r>
      <w:r>
        <w:t xml:space="preserve">, </w:t>
      </w:r>
      <w:r w:rsidR="00256283">
        <w:t>cria-t-elle</w:t>
      </w:r>
      <w:r>
        <w:t xml:space="preserve">, </w:t>
      </w:r>
      <w:r w:rsidR="00256283">
        <w:t>tu es</w:t>
      </w:r>
      <w:r>
        <w:t>…</w:t>
      </w:r>
    </w:p>
    <w:p w14:paraId="3CB8B4AC" w14:textId="77777777" w:rsidR="00435B4F" w:rsidRDefault="00435B4F" w:rsidP="00256283">
      <w:r>
        <w:t>— </w:t>
      </w:r>
      <w:r w:rsidR="00256283">
        <w:t>Ce n</w:t>
      </w:r>
      <w:r>
        <w:t>’</w:t>
      </w:r>
      <w:r w:rsidR="00256283">
        <w:t>est rien</w:t>
      </w:r>
      <w:r>
        <w:t xml:space="preserve"> ! </w:t>
      </w:r>
      <w:r w:rsidR="00256283">
        <w:t>dis-je</w:t>
      </w:r>
      <w:r>
        <w:t>.</w:t>
      </w:r>
    </w:p>
    <w:p w14:paraId="14F7FDA8" w14:textId="77777777" w:rsidR="00435B4F" w:rsidRDefault="00256283" w:rsidP="00256283">
      <w:r>
        <w:t>J</w:t>
      </w:r>
      <w:r w:rsidR="00435B4F">
        <w:t>’</w:t>
      </w:r>
      <w:r>
        <w:t>ouvris ce qui restait de ma veste de pyjama déchirée</w:t>
      </w:r>
      <w:r w:rsidR="00435B4F">
        <w:t xml:space="preserve">. </w:t>
      </w:r>
      <w:r>
        <w:t>La balle avait entamé la chair sur une longueur de deux ou trois pouces le long du téton gauche</w:t>
      </w:r>
      <w:r w:rsidR="00435B4F">
        <w:t xml:space="preserve">. </w:t>
      </w:r>
      <w:r>
        <w:t>La blessure saignait abondamment mais n</w:t>
      </w:r>
      <w:r w:rsidR="00435B4F">
        <w:t>’</w:t>
      </w:r>
      <w:r>
        <w:t>était pas profonde</w:t>
      </w:r>
      <w:r w:rsidR="00435B4F">
        <w:t>.</w:t>
      </w:r>
    </w:p>
    <w:p w14:paraId="08CAE156" w14:textId="77777777" w:rsidR="00435B4F" w:rsidRDefault="00435B4F" w:rsidP="00256283">
      <w:r>
        <w:t>— </w:t>
      </w:r>
      <w:r w:rsidR="00256283">
        <w:t>Pas de veine</w:t>
      </w:r>
      <w:r>
        <w:t xml:space="preserve"> ! </w:t>
      </w:r>
      <w:r w:rsidR="00256283">
        <w:t>dit Morelli</w:t>
      </w:r>
      <w:r>
        <w:t xml:space="preserve">. </w:t>
      </w:r>
      <w:r w:rsidR="00256283">
        <w:t>Deux pouces plus à gauche et ça y était</w:t>
      </w:r>
      <w:r>
        <w:t>.</w:t>
      </w:r>
    </w:p>
    <w:p w14:paraId="6A3368C5" w14:textId="77777777" w:rsidR="00435B4F" w:rsidRDefault="00256283" w:rsidP="00256283">
      <w:r>
        <w:t>Le policier qui avait admiré le courage de Nora</w:t>
      </w:r>
      <w:r w:rsidR="00435B4F">
        <w:t xml:space="preserve">, </w:t>
      </w:r>
      <w:r>
        <w:t>un colosse d</w:t>
      </w:r>
      <w:r w:rsidR="00435B4F">
        <w:t>’</w:t>
      </w:r>
      <w:r>
        <w:t>une cinquantaine d</w:t>
      </w:r>
      <w:r w:rsidR="00435B4F">
        <w:t>’</w:t>
      </w:r>
      <w:r>
        <w:t>années</w:t>
      </w:r>
      <w:r w:rsidR="00435B4F">
        <w:t xml:space="preserve">, </w:t>
      </w:r>
      <w:r>
        <w:t>portant un complet gris</w:t>
      </w:r>
      <w:r w:rsidR="00435B4F">
        <w:t xml:space="preserve">, </w:t>
      </w:r>
      <w:r>
        <w:t>ferma la bouche de Morelli d</w:t>
      </w:r>
      <w:r w:rsidR="00435B4F">
        <w:t>’</w:t>
      </w:r>
      <w:r>
        <w:t>un coup de poing</w:t>
      </w:r>
      <w:r w:rsidR="00435B4F">
        <w:t>.</w:t>
      </w:r>
    </w:p>
    <w:p w14:paraId="5147472D" w14:textId="77777777" w:rsidR="00435B4F" w:rsidRDefault="00256283" w:rsidP="00256283">
      <w:r>
        <w:t>Keyser</w:t>
      </w:r>
      <w:r w:rsidR="00435B4F">
        <w:t xml:space="preserve">, </w:t>
      </w:r>
      <w:r>
        <w:t xml:space="preserve">le directeur du </w:t>
      </w:r>
      <w:r>
        <w:rPr>
          <w:i/>
        </w:rPr>
        <w:t>Normandie</w:t>
      </w:r>
      <w:r w:rsidR="00435B4F">
        <w:t xml:space="preserve">, </w:t>
      </w:r>
      <w:r>
        <w:t>dit qu</w:t>
      </w:r>
      <w:r w:rsidR="00435B4F">
        <w:t>’</w:t>
      </w:r>
      <w:r>
        <w:t>il allait envoyer chercher un médecin et se mit en devoir de téléphoner</w:t>
      </w:r>
      <w:r w:rsidR="00435B4F">
        <w:t xml:space="preserve">. </w:t>
      </w:r>
      <w:r>
        <w:t>Nora rapportait des serviettes de toilette de la salle de bains</w:t>
      </w:r>
      <w:r w:rsidR="00435B4F">
        <w:t>.</w:t>
      </w:r>
    </w:p>
    <w:p w14:paraId="36825B9F" w14:textId="77777777" w:rsidR="00435B4F" w:rsidRDefault="00256283" w:rsidP="00256283">
      <w:r>
        <w:t>J</w:t>
      </w:r>
      <w:r w:rsidR="00435B4F">
        <w:t>’</w:t>
      </w:r>
      <w:r>
        <w:t>en posai une</w:t>
      </w:r>
      <w:r w:rsidR="00435B4F">
        <w:t xml:space="preserve">, </w:t>
      </w:r>
      <w:r>
        <w:t>pliée</w:t>
      </w:r>
      <w:r w:rsidR="00435B4F">
        <w:t xml:space="preserve">, </w:t>
      </w:r>
      <w:r>
        <w:t>sur ma blessure et je m</w:t>
      </w:r>
      <w:r w:rsidR="00435B4F">
        <w:t>’</w:t>
      </w:r>
      <w:r>
        <w:t>étendis sur le lit</w:t>
      </w:r>
      <w:r w:rsidR="00435B4F">
        <w:t>.</w:t>
      </w:r>
    </w:p>
    <w:p w14:paraId="4201A72C" w14:textId="77777777" w:rsidR="00435B4F" w:rsidRDefault="00435B4F" w:rsidP="00256283">
      <w:r>
        <w:lastRenderedPageBreak/>
        <w:t>— </w:t>
      </w:r>
      <w:r w:rsidR="00256283">
        <w:t>Ça va</w:t>
      </w:r>
      <w:r>
        <w:t xml:space="preserve">, </w:t>
      </w:r>
      <w:r w:rsidR="00256283">
        <w:t>dis-je</w:t>
      </w:r>
      <w:r>
        <w:t xml:space="preserve">, </w:t>
      </w:r>
      <w:r w:rsidR="00256283">
        <w:t>n</w:t>
      </w:r>
      <w:r>
        <w:t>’</w:t>
      </w:r>
      <w:r w:rsidR="00256283">
        <w:t>en parlons plus</w:t>
      </w:r>
      <w:r>
        <w:t xml:space="preserve"> ; </w:t>
      </w:r>
      <w:r w:rsidR="00256283">
        <w:t>nous verrons quand le docteur sera là</w:t>
      </w:r>
      <w:r>
        <w:t xml:space="preserve">. </w:t>
      </w:r>
      <w:r w:rsidR="00256283">
        <w:t>Comment êtes-vous venus jusqu</w:t>
      </w:r>
      <w:r>
        <w:t>’</w:t>
      </w:r>
      <w:r w:rsidR="00256283">
        <w:t>ici</w:t>
      </w:r>
      <w:r>
        <w:t xml:space="preserve"> ? </w:t>
      </w:r>
      <w:r w:rsidR="00256283">
        <w:t>demandai-je aux policiers</w:t>
      </w:r>
      <w:r>
        <w:t>.</w:t>
      </w:r>
    </w:p>
    <w:p w14:paraId="5477169A" w14:textId="77777777" w:rsidR="00435B4F" w:rsidRDefault="00256283" w:rsidP="00256283">
      <w:r>
        <w:t>Celui qui avait frappé Morelli parla</w:t>
      </w:r>
      <w:r w:rsidR="00435B4F">
        <w:t> :</w:t>
      </w:r>
    </w:p>
    <w:p w14:paraId="77AB070E" w14:textId="77777777" w:rsidR="00435B4F" w:rsidRDefault="00435B4F" w:rsidP="00256283">
      <w:r>
        <w:t>— </w:t>
      </w:r>
      <w:r w:rsidR="00256283">
        <w:t xml:space="preserve">Nous savions que la femme et les enfants de </w:t>
      </w:r>
      <w:proofErr w:type="spellStart"/>
      <w:r w:rsidR="00256283">
        <w:t>Wynant</w:t>
      </w:r>
      <w:proofErr w:type="spellEnd"/>
      <w:r w:rsidR="00256283">
        <w:t xml:space="preserve"> venaient souvent vous voir et nous avons surveillé l</w:t>
      </w:r>
      <w:r>
        <w:t>’</w:t>
      </w:r>
      <w:r w:rsidR="00256283">
        <w:t>hôtel</w:t>
      </w:r>
      <w:r>
        <w:t xml:space="preserve">. </w:t>
      </w:r>
      <w:r w:rsidR="00256283">
        <w:t>Ce matin</w:t>
      </w:r>
      <w:r>
        <w:t xml:space="preserve">, </w:t>
      </w:r>
      <w:r w:rsidR="00256283">
        <w:t>Mack</w:t>
      </w:r>
      <w:r>
        <w:t xml:space="preserve">, </w:t>
      </w:r>
      <w:r w:rsidR="00256283">
        <w:t>qui était de garde</w:t>
      </w:r>
      <w:r>
        <w:t xml:space="preserve">, </w:t>
      </w:r>
      <w:r w:rsidR="00256283">
        <w:t>a vu ce type-là entrer et il nous a avertis</w:t>
      </w:r>
      <w:r>
        <w:t xml:space="preserve">. </w:t>
      </w:r>
      <w:r w:rsidR="00256283">
        <w:t>Nous sommes arrivés à temps</w:t>
      </w:r>
      <w:r>
        <w:t xml:space="preserve">. </w:t>
      </w:r>
      <w:r w:rsidR="00256283">
        <w:t>Vous avez eu de la chance</w:t>
      </w:r>
      <w:r>
        <w:t>.</w:t>
      </w:r>
    </w:p>
    <w:p w14:paraId="773AA09D" w14:textId="77777777" w:rsidR="00435B4F" w:rsidRDefault="00435B4F" w:rsidP="00256283">
      <w:r>
        <w:t>— </w:t>
      </w:r>
      <w:r w:rsidR="00256283">
        <w:t>J</w:t>
      </w:r>
      <w:r>
        <w:t>’</w:t>
      </w:r>
      <w:r w:rsidR="00256283">
        <w:t>en aurais eu bien davantage si vous n</w:t>
      </w:r>
      <w:r>
        <w:t>’</w:t>
      </w:r>
      <w:r w:rsidR="00256283">
        <w:t>étiez pas venus</w:t>
      </w:r>
      <w:r>
        <w:t xml:space="preserve">, </w:t>
      </w:r>
      <w:r w:rsidR="00256283">
        <w:t>remarquai-je</w:t>
      </w:r>
      <w:r>
        <w:t xml:space="preserve">, </w:t>
      </w:r>
      <w:r w:rsidR="00256283">
        <w:t>car je n</w:t>
      </w:r>
      <w:r>
        <w:t>’</w:t>
      </w:r>
      <w:r w:rsidR="00256283">
        <w:t>aurais pas été blessé</w:t>
      </w:r>
      <w:r>
        <w:t>.</w:t>
      </w:r>
    </w:p>
    <w:p w14:paraId="1F30A30B" w14:textId="77777777" w:rsidR="00435B4F" w:rsidRDefault="00256283" w:rsidP="00256283">
      <w:r>
        <w:t>L</w:t>
      </w:r>
      <w:r w:rsidR="00435B4F">
        <w:t>’</w:t>
      </w:r>
      <w:r>
        <w:t>inspecteur me regarda</w:t>
      </w:r>
      <w:r w:rsidR="00435B4F">
        <w:t xml:space="preserve">, </w:t>
      </w:r>
      <w:r>
        <w:t>méfiant</w:t>
      </w:r>
      <w:r w:rsidR="00435B4F">
        <w:t>.</w:t>
      </w:r>
    </w:p>
    <w:p w14:paraId="27EBA827" w14:textId="77777777" w:rsidR="00435B4F" w:rsidRDefault="00435B4F" w:rsidP="00256283">
      <w:r>
        <w:t>— </w:t>
      </w:r>
      <w:r w:rsidR="00256283">
        <w:t>C</w:t>
      </w:r>
      <w:r>
        <w:t>’</w:t>
      </w:r>
      <w:r w:rsidR="00256283">
        <w:t>est un copain</w:t>
      </w:r>
      <w:r>
        <w:t xml:space="preserve"> ? </w:t>
      </w:r>
      <w:r w:rsidR="00256283">
        <w:t>demanda-t-il</w:t>
      </w:r>
      <w:r>
        <w:t>.</w:t>
      </w:r>
    </w:p>
    <w:p w14:paraId="169E9AC4" w14:textId="77777777" w:rsidR="00435B4F" w:rsidRDefault="00435B4F" w:rsidP="00256283">
      <w:r>
        <w:t>— </w:t>
      </w:r>
      <w:r w:rsidR="00256283">
        <w:t>Je ne l</w:t>
      </w:r>
      <w:r>
        <w:t>’</w:t>
      </w:r>
      <w:r w:rsidR="00256283">
        <w:t>ai jamais vu</w:t>
      </w:r>
      <w:r>
        <w:t xml:space="preserve">, </w:t>
      </w:r>
      <w:r w:rsidR="00256283">
        <w:t>répondis-je</w:t>
      </w:r>
      <w:r>
        <w:t>.</w:t>
      </w:r>
    </w:p>
    <w:p w14:paraId="5DA40653" w14:textId="77777777" w:rsidR="00435B4F" w:rsidRDefault="00435B4F" w:rsidP="00256283">
      <w:r>
        <w:t>— </w:t>
      </w:r>
      <w:r w:rsidR="00256283">
        <w:t>Que voulait-il</w:t>
      </w:r>
      <w:r>
        <w:t> ?</w:t>
      </w:r>
    </w:p>
    <w:p w14:paraId="78939609" w14:textId="77777777" w:rsidR="00435B4F" w:rsidRDefault="00435B4F" w:rsidP="00256283">
      <w:r>
        <w:t>— </w:t>
      </w:r>
      <w:r w:rsidR="00256283">
        <w:t>Me dire qu</w:t>
      </w:r>
      <w:r>
        <w:t>’</w:t>
      </w:r>
      <w:r w:rsidR="00256283">
        <w:t>il n</w:t>
      </w:r>
      <w:r>
        <w:t>’</w:t>
      </w:r>
      <w:r w:rsidR="00256283">
        <w:t>avait pas tué Julia Wolf</w:t>
      </w:r>
      <w:r>
        <w:t>.</w:t>
      </w:r>
    </w:p>
    <w:p w14:paraId="50EFC916" w14:textId="77777777" w:rsidR="00435B4F" w:rsidRDefault="00435B4F" w:rsidP="00256283">
      <w:r>
        <w:t>— </w:t>
      </w:r>
      <w:r w:rsidR="00256283">
        <w:t>Qu</w:t>
      </w:r>
      <w:r>
        <w:t>’</w:t>
      </w:r>
      <w:r w:rsidR="00256283">
        <w:t>est-ce que cela pouvait bien vous faire</w:t>
      </w:r>
      <w:r>
        <w:t> ?</w:t>
      </w:r>
    </w:p>
    <w:p w14:paraId="1A022789" w14:textId="77777777" w:rsidR="00435B4F" w:rsidRDefault="00435B4F" w:rsidP="00256283">
      <w:r>
        <w:t>— </w:t>
      </w:r>
      <w:r w:rsidR="00256283">
        <w:t>Rien</w:t>
      </w:r>
      <w:r>
        <w:t>.</w:t>
      </w:r>
    </w:p>
    <w:p w14:paraId="5FB384BD" w14:textId="77777777" w:rsidR="00435B4F" w:rsidRDefault="00435B4F" w:rsidP="00256283">
      <w:r>
        <w:t>— </w:t>
      </w:r>
      <w:r w:rsidR="00256283">
        <w:t>Pourquoi vous a-t-il déclaré ça</w:t>
      </w:r>
      <w:r>
        <w:t> ?</w:t>
      </w:r>
    </w:p>
    <w:p w14:paraId="04F83BED" w14:textId="77777777" w:rsidR="00435B4F" w:rsidRDefault="00435B4F" w:rsidP="00256283">
      <w:r>
        <w:t>— </w:t>
      </w:r>
      <w:r w:rsidR="00256283">
        <w:t>Demandez-lui</w:t>
      </w:r>
      <w:r>
        <w:t xml:space="preserve">, </w:t>
      </w:r>
      <w:r w:rsidR="00256283">
        <w:t>je n</w:t>
      </w:r>
      <w:r>
        <w:t>’</w:t>
      </w:r>
      <w:r w:rsidR="00256283">
        <w:t>en sais rien</w:t>
      </w:r>
      <w:r>
        <w:t>.</w:t>
      </w:r>
    </w:p>
    <w:p w14:paraId="421FB0D7" w14:textId="77777777" w:rsidR="00435B4F" w:rsidRDefault="00435B4F" w:rsidP="00256283">
      <w:r>
        <w:t>— </w:t>
      </w:r>
      <w:r w:rsidR="00256283">
        <w:t>C</w:t>
      </w:r>
      <w:r>
        <w:t>’</w:t>
      </w:r>
      <w:r w:rsidR="00256283">
        <w:t>est à vous que je le demande</w:t>
      </w:r>
      <w:r>
        <w:t>.</w:t>
      </w:r>
    </w:p>
    <w:p w14:paraId="54CFF55B" w14:textId="77777777" w:rsidR="00435B4F" w:rsidRDefault="00435B4F" w:rsidP="00256283">
      <w:r>
        <w:t>— </w:t>
      </w:r>
      <w:r w:rsidR="00256283">
        <w:t>Alors</w:t>
      </w:r>
      <w:r>
        <w:t xml:space="preserve">, </w:t>
      </w:r>
      <w:r w:rsidR="00256283">
        <w:t>continuez</w:t>
      </w:r>
      <w:r>
        <w:t>.</w:t>
      </w:r>
    </w:p>
    <w:p w14:paraId="49048850" w14:textId="77777777" w:rsidR="00435B4F" w:rsidRDefault="00435B4F" w:rsidP="00256283">
      <w:r>
        <w:t>— </w:t>
      </w:r>
      <w:r w:rsidR="00256283">
        <w:t>Je vais vous demander autre chose</w:t>
      </w:r>
      <w:r>
        <w:t xml:space="preserve">, </w:t>
      </w:r>
      <w:r w:rsidR="00256283">
        <w:t>reprit le policier</w:t>
      </w:r>
      <w:r>
        <w:t xml:space="preserve">, </w:t>
      </w:r>
      <w:r w:rsidR="00256283">
        <w:t>c</w:t>
      </w:r>
      <w:r>
        <w:t>’</w:t>
      </w:r>
      <w:r w:rsidR="00256283">
        <w:t>est de porter plainte contre Morelli</w:t>
      </w:r>
      <w:r>
        <w:t>.</w:t>
      </w:r>
    </w:p>
    <w:p w14:paraId="4DEE4040" w14:textId="77777777" w:rsidR="00435B4F" w:rsidRDefault="00435B4F" w:rsidP="00256283">
      <w:r>
        <w:lastRenderedPageBreak/>
        <w:t>— </w:t>
      </w:r>
      <w:r w:rsidR="00256283">
        <w:t>Ça</w:t>
      </w:r>
      <w:r>
        <w:t xml:space="preserve">, </w:t>
      </w:r>
      <w:r w:rsidR="00256283">
        <w:t>c</w:t>
      </w:r>
      <w:r>
        <w:t>’</w:t>
      </w:r>
      <w:r w:rsidR="00256283">
        <w:t>est une autre affaire et je réserve ma réponse</w:t>
      </w:r>
      <w:r>
        <w:t xml:space="preserve">. </w:t>
      </w:r>
      <w:r w:rsidR="00256283">
        <w:t>Il a peut-être tiré par mégarde</w:t>
      </w:r>
      <w:r>
        <w:t>.</w:t>
      </w:r>
    </w:p>
    <w:p w14:paraId="4823B343" w14:textId="77777777" w:rsidR="00435B4F" w:rsidRDefault="00435B4F" w:rsidP="00256283">
      <w:r>
        <w:t>— </w:t>
      </w:r>
      <w:r w:rsidR="00256283">
        <w:t>Bien</w:t>
      </w:r>
      <w:r>
        <w:t xml:space="preserve"> ! </w:t>
      </w:r>
      <w:r w:rsidR="00256283">
        <w:t>Nous avons tout le temps</w:t>
      </w:r>
      <w:r>
        <w:t xml:space="preserve"> ! </w:t>
      </w:r>
      <w:r w:rsidR="00256283">
        <w:t>mais je crois que je serai forcé de vous poser un certain nombre d</w:t>
      </w:r>
      <w:r>
        <w:t>’</w:t>
      </w:r>
      <w:r w:rsidR="00256283">
        <w:t>autres questions</w:t>
      </w:r>
      <w:r>
        <w:t>.</w:t>
      </w:r>
    </w:p>
    <w:p w14:paraId="1CA0ED48" w14:textId="77777777" w:rsidR="00435B4F" w:rsidRDefault="00256283" w:rsidP="00256283">
      <w:r>
        <w:t>Il se tourna vers l</w:t>
      </w:r>
      <w:r w:rsidR="00435B4F">
        <w:t>’</w:t>
      </w:r>
      <w:r>
        <w:t>un de ses compagnons</w:t>
      </w:r>
      <w:r w:rsidR="00435B4F">
        <w:t>.</w:t>
      </w:r>
    </w:p>
    <w:p w14:paraId="64BB91C2" w14:textId="77777777" w:rsidR="00435B4F" w:rsidRDefault="00435B4F" w:rsidP="00256283">
      <w:r>
        <w:t>— </w:t>
      </w:r>
      <w:r w:rsidR="00256283">
        <w:t>Nous allons fouiller l</w:t>
      </w:r>
      <w:r>
        <w:t>’</w:t>
      </w:r>
      <w:r w:rsidR="00256283">
        <w:t>appartement</w:t>
      </w:r>
      <w:r>
        <w:t xml:space="preserve"> ! </w:t>
      </w:r>
      <w:r w:rsidR="00256283">
        <w:t>dit-il</w:t>
      </w:r>
      <w:r>
        <w:t>.</w:t>
      </w:r>
    </w:p>
    <w:p w14:paraId="0AD3BEEF" w14:textId="77777777" w:rsidR="00435B4F" w:rsidRDefault="00435B4F" w:rsidP="00256283">
      <w:r>
        <w:t>— </w:t>
      </w:r>
      <w:r w:rsidR="00256283">
        <w:t>Pas sans un mandat de perquisition</w:t>
      </w:r>
      <w:r>
        <w:t xml:space="preserve"> ! </w:t>
      </w:r>
      <w:r w:rsidR="00256283">
        <w:t>déclarai-je tranquillement</w:t>
      </w:r>
      <w:r>
        <w:t>.</w:t>
      </w:r>
    </w:p>
    <w:p w14:paraId="7850892C" w14:textId="77777777" w:rsidR="00435B4F" w:rsidRDefault="00435B4F" w:rsidP="00256283">
      <w:r>
        <w:t>— </w:t>
      </w:r>
      <w:r w:rsidR="00256283">
        <w:t>C</w:t>
      </w:r>
      <w:r>
        <w:t>’</w:t>
      </w:r>
      <w:r w:rsidR="00256283">
        <w:t>est comme tu dis</w:t>
      </w:r>
      <w:r>
        <w:t xml:space="preserve">, </w:t>
      </w:r>
      <w:r w:rsidR="00256283">
        <w:t>mon vieux</w:t>
      </w:r>
      <w:r>
        <w:t xml:space="preserve"> ! </w:t>
      </w:r>
      <w:r w:rsidR="00256283">
        <w:t>ricana-t-il</w:t>
      </w:r>
      <w:r>
        <w:t xml:space="preserve">. </w:t>
      </w:r>
      <w:r w:rsidR="00256283">
        <w:t>Allons-y</w:t>
      </w:r>
      <w:r>
        <w:t xml:space="preserve">, </w:t>
      </w:r>
      <w:r w:rsidR="00256283">
        <w:t>Andy</w:t>
      </w:r>
      <w:r>
        <w:t>.</w:t>
      </w:r>
    </w:p>
    <w:p w14:paraId="44AB5F96" w14:textId="77777777" w:rsidR="00435B4F" w:rsidRDefault="00256283" w:rsidP="00256283">
      <w:r>
        <w:t>Ils passèrent dans la pièce voisine</w:t>
      </w:r>
      <w:r w:rsidR="00435B4F">
        <w:t>.</w:t>
      </w:r>
    </w:p>
    <w:p w14:paraId="7D7EC80B" w14:textId="77777777" w:rsidR="00435B4F" w:rsidRDefault="00256283" w:rsidP="00256283">
      <w:r>
        <w:t>Le médecin</w:t>
      </w:r>
      <w:r w:rsidR="00435B4F">
        <w:t xml:space="preserve">, </w:t>
      </w:r>
      <w:r>
        <w:t>un petit homme fluet</w:t>
      </w:r>
      <w:r w:rsidR="00435B4F">
        <w:t xml:space="preserve">, </w:t>
      </w:r>
      <w:r>
        <w:t>incolore</w:t>
      </w:r>
      <w:r w:rsidR="00435B4F">
        <w:t xml:space="preserve">, </w:t>
      </w:r>
      <w:r>
        <w:t>qui reniflait sans cesse</w:t>
      </w:r>
      <w:r w:rsidR="00435B4F">
        <w:t xml:space="preserve">, </w:t>
      </w:r>
      <w:r>
        <w:t>entra</w:t>
      </w:r>
      <w:r w:rsidR="00435B4F">
        <w:t xml:space="preserve">, </w:t>
      </w:r>
      <w:r>
        <w:t>renifla de plus belle en regardant ma blessure</w:t>
      </w:r>
      <w:r w:rsidR="00435B4F">
        <w:t xml:space="preserve">, </w:t>
      </w:r>
      <w:r>
        <w:t>arrêta l</w:t>
      </w:r>
      <w:r w:rsidR="00435B4F">
        <w:t>’</w:t>
      </w:r>
      <w:r>
        <w:t>hémorragie et fit un pansement</w:t>
      </w:r>
      <w:r w:rsidR="00435B4F">
        <w:t xml:space="preserve">. </w:t>
      </w:r>
      <w:r>
        <w:t>Rien de grave si je gardais le lit pendant un jour ou deux</w:t>
      </w:r>
      <w:r w:rsidR="00435B4F">
        <w:t xml:space="preserve">. </w:t>
      </w:r>
      <w:r>
        <w:t>La police refusa de donner au médecin le moindre renseignement et lui interdit de soigner Morelli</w:t>
      </w:r>
      <w:r w:rsidR="00435B4F">
        <w:t xml:space="preserve">. </w:t>
      </w:r>
      <w:r>
        <w:t>Il s</w:t>
      </w:r>
      <w:r w:rsidR="00435B4F">
        <w:t>’</w:t>
      </w:r>
      <w:r>
        <w:t>en alla plus fluet et plus incolore que jamais</w:t>
      </w:r>
      <w:r w:rsidR="00435B4F">
        <w:t>.</w:t>
      </w:r>
    </w:p>
    <w:p w14:paraId="03CD43F0" w14:textId="77777777" w:rsidR="00435B4F" w:rsidRDefault="00256283" w:rsidP="00256283">
      <w:r>
        <w:t>L</w:t>
      </w:r>
      <w:r w:rsidR="00435B4F">
        <w:t>’</w:t>
      </w:r>
      <w:r>
        <w:t>inspecteur au complet gris revint du salon</w:t>
      </w:r>
      <w:r w:rsidR="00435B4F">
        <w:t xml:space="preserve">, </w:t>
      </w:r>
      <w:r>
        <w:t>tenant sa main droite derrière le dos</w:t>
      </w:r>
      <w:r w:rsidR="00435B4F">
        <w:t xml:space="preserve">. </w:t>
      </w:r>
      <w:r>
        <w:t>Il attendit que le médecin fût sorti puis me demanda</w:t>
      </w:r>
      <w:r w:rsidR="00435B4F">
        <w:t> :</w:t>
      </w:r>
    </w:p>
    <w:p w14:paraId="74B3FE10" w14:textId="77777777" w:rsidR="00435B4F" w:rsidRDefault="00435B4F" w:rsidP="00256283">
      <w:r>
        <w:t>— </w:t>
      </w:r>
      <w:r w:rsidR="00256283">
        <w:t>Avez-vous un port d</w:t>
      </w:r>
      <w:r>
        <w:t>’</w:t>
      </w:r>
      <w:r w:rsidR="00256283">
        <w:t>armes</w:t>
      </w:r>
      <w:r>
        <w:t> ?</w:t>
      </w:r>
    </w:p>
    <w:p w14:paraId="3826AEA3" w14:textId="77777777" w:rsidR="00435B4F" w:rsidRDefault="00435B4F" w:rsidP="00256283">
      <w:r>
        <w:t>— </w:t>
      </w:r>
      <w:r w:rsidR="00256283">
        <w:t>Non</w:t>
      </w:r>
      <w:r>
        <w:t>.</w:t>
      </w:r>
    </w:p>
    <w:p w14:paraId="3F0682C0" w14:textId="77777777" w:rsidR="00435B4F" w:rsidRDefault="00435B4F" w:rsidP="00256283">
      <w:r>
        <w:t>— </w:t>
      </w:r>
      <w:r w:rsidR="00256283">
        <w:t>Alors que faites-vous de ceci</w:t>
      </w:r>
      <w:r>
        <w:t> ?</w:t>
      </w:r>
    </w:p>
    <w:p w14:paraId="77D2C9ED" w14:textId="77777777" w:rsidR="00435B4F" w:rsidRDefault="00256283" w:rsidP="00256283">
      <w:r>
        <w:lastRenderedPageBreak/>
        <w:t>Il me montra</w:t>
      </w:r>
      <w:r w:rsidR="00435B4F">
        <w:t xml:space="preserve">, </w:t>
      </w:r>
      <w:r>
        <w:t>dans sa main droite</w:t>
      </w:r>
      <w:r w:rsidR="00435B4F">
        <w:t xml:space="preserve">, </w:t>
      </w:r>
      <w:r>
        <w:t>l</w:t>
      </w:r>
      <w:r w:rsidR="00435B4F">
        <w:t>’</w:t>
      </w:r>
      <w:r>
        <w:t>automatique que j</w:t>
      </w:r>
      <w:r w:rsidR="00435B4F">
        <w:t>’</w:t>
      </w:r>
      <w:r>
        <w:t xml:space="preserve">avais pris à Dorothy </w:t>
      </w:r>
      <w:proofErr w:type="spellStart"/>
      <w:r>
        <w:t>Wynant</w:t>
      </w:r>
      <w:proofErr w:type="spellEnd"/>
      <w:r w:rsidR="00435B4F">
        <w:t>.</w:t>
      </w:r>
    </w:p>
    <w:p w14:paraId="6C99828E" w14:textId="77777777" w:rsidR="00435B4F" w:rsidRDefault="00256283" w:rsidP="00256283">
      <w:r>
        <w:t>Je n</w:t>
      </w:r>
      <w:r w:rsidR="00435B4F">
        <w:t>’</w:t>
      </w:r>
      <w:r>
        <w:t>avais rien à répondre</w:t>
      </w:r>
      <w:r w:rsidR="00435B4F">
        <w:t>.</w:t>
      </w:r>
    </w:p>
    <w:p w14:paraId="58326C5C" w14:textId="77777777" w:rsidR="00435B4F" w:rsidRDefault="00435B4F" w:rsidP="00256283">
      <w:r>
        <w:t>— </w:t>
      </w:r>
      <w:r w:rsidR="00256283">
        <w:t>Vous connaissez la loi</w:t>
      </w:r>
      <w:r>
        <w:t xml:space="preserve">, </w:t>
      </w:r>
      <w:r w:rsidR="00256283">
        <w:t>reprit-il</w:t>
      </w:r>
      <w:r>
        <w:t>.</w:t>
      </w:r>
    </w:p>
    <w:p w14:paraId="2173D91E" w14:textId="77777777" w:rsidR="00435B4F" w:rsidRDefault="00435B4F" w:rsidP="00256283">
      <w:r>
        <w:t>— </w:t>
      </w:r>
      <w:r w:rsidR="00256283">
        <w:t>Oui</w:t>
      </w:r>
      <w:r>
        <w:t>.</w:t>
      </w:r>
    </w:p>
    <w:p w14:paraId="745D299D" w14:textId="77777777" w:rsidR="00435B4F" w:rsidRDefault="00435B4F" w:rsidP="00256283">
      <w:r>
        <w:t>— </w:t>
      </w:r>
      <w:r w:rsidR="00256283">
        <w:t>Alors</w:t>
      </w:r>
      <w:r>
        <w:t xml:space="preserve">, </w:t>
      </w:r>
      <w:r w:rsidR="00256283">
        <w:t>vous savez ce qui vous attend</w:t>
      </w:r>
      <w:r>
        <w:t> ?</w:t>
      </w:r>
    </w:p>
    <w:p w14:paraId="35126472" w14:textId="77777777" w:rsidR="00435B4F" w:rsidRDefault="00435B4F" w:rsidP="00256283">
      <w:r>
        <w:t>— </w:t>
      </w:r>
      <w:r w:rsidR="00256283">
        <w:t>Non</w:t>
      </w:r>
      <w:r>
        <w:t>.</w:t>
      </w:r>
    </w:p>
    <w:p w14:paraId="1DA43F5C" w14:textId="77777777" w:rsidR="00435B4F" w:rsidRDefault="00435B4F" w:rsidP="00256283">
      <w:r>
        <w:t>— </w:t>
      </w:r>
      <w:r w:rsidR="00256283">
        <w:t>À qui appartient ce pistolet</w:t>
      </w:r>
      <w:r>
        <w:t> ?</w:t>
      </w:r>
    </w:p>
    <w:p w14:paraId="411F6D03" w14:textId="77777777" w:rsidR="00435B4F" w:rsidRDefault="00435B4F" w:rsidP="00256283">
      <w:r>
        <w:t>— </w:t>
      </w:r>
      <w:r w:rsidR="00256283">
        <w:t>J</w:t>
      </w:r>
      <w:r>
        <w:t>’</w:t>
      </w:r>
      <w:r w:rsidR="00256283">
        <w:t>essaierai de me rappeler le nom du propriétaire</w:t>
      </w:r>
      <w:r>
        <w:t>.</w:t>
      </w:r>
    </w:p>
    <w:p w14:paraId="6DA5D598" w14:textId="77777777" w:rsidR="00435B4F" w:rsidRDefault="00256283" w:rsidP="00256283">
      <w:r>
        <w:t>Il mit l</w:t>
      </w:r>
      <w:r w:rsidR="00435B4F">
        <w:t>’</w:t>
      </w:r>
      <w:r>
        <w:t>arme dans sa poche et s</w:t>
      </w:r>
      <w:r w:rsidR="00435B4F">
        <w:t>’</w:t>
      </w:r>
      <w:r>
        <w:t>assit sur une chaise</w:t>
      </w:r>
      <w:r w:rsidR="00435B4F">
        <w:t xml:space="preserve">, </w:t>
      </w:r>
      <w:r>
        <w:t>près du lit</w:t>
      </w:r>
      <w:r w:rsidR="00435B4F">
        <w:t>.</w:t>
      </w:r>
    </w:p>
    <w:p w14:paraId="0E000954" w14:textId="77777777" w:rsidR="00435B4F" w:rsidRDefault="00435B4F" w:rsidP="00256283">
      <w:r>
        <w:t>— </w:t>
      </w:r>
      <w:r w:rsidR="00256283">
        <w:t>Écoutez</w:t>
      </w:r>
      <w:r>
        <w:t xml:space="preserve">, </w:t>
      </w:r>
      <w:r w:rsidR="00256283">
        <w:t>Mr</w:t>
      </w:r>
      <w:r>
        <w:t xml:space="preserve">. </w:t>
      </w:r>
      <w:r w:rsidR="00256283">
        <w:t>Charles</w:t>
      </w:r>
      <w:r>
        <w:t xml:space="preserve">, </w:t>
      </w:r>
      <w:r w:rsidR="00256283">
        <w:t>dit-il</w:t>
      </w:r>
      <w:r>
        <w:t xml:space="preserve">, </w:t>
      </w:r>
      <w:r w:rsidR="00256283">
        <w:t>je crois que nous faisons tous deux fausse route</w:t>
      </w:r>
      <w:r>
        <w:t xml:space="preserve">. </w:t>
      </w:r>
      <w:r w:rsidR="00256283">
        <w:t>Je ne veux pas être désagréable avec vous et je suis persuadé que vous n</w:t>
      </w:r>
      <w:r>
        <w:t>’</w:t>
      </w:r>
      <w:r w:rsidR="00256283">
        <w:t>avez pas non plus l</w:t>
      </w:r>
      <w:r>
        <w:t>’</w:t>
      </w:r>
      <w:r w:rsidR="00256283">
        <w:t>intention de me tromper</w:t>
      </w:r>
      <w:r>
        <w:t xml:space="preserve">. </w:t>
      </w:r>
      <w:r w:rsidR="00256283">
        <w:t>Cette éraflure dans votre côté ne vous incline pas aux confidences</w:t>
      </w:r>
      <w:r>
        <w:t xml:space="preserve">, </w:t>
      </w:r>
      <w:r w:rsidR="00256283">
        <w:t>aussi ne tenterai-je pas de vous importuner davantage aujourd</w:t>
      </w:r>
      <w:r>
        <w:t>’</w:t>
      </w:r>
      <w:r w:rsidR="00256283">
        <w:t>hui</w:t>
      </w:r>
      <w:r>
        <w:t xml:space="preserve"> ; </w:t>
      </w:r>
      <w:r w:rsidR="00256283">
        <w:t>reposez-vous</w:t>
      </w:r>
      <w:r>
        <w:t xml:space="preserve">. </w:t>
      </w:r>
      <w:r w:rsidR="00256283">
        <w:t>Un peu plus tard</w:t>
      </w:r>
      <w:r>
        <w:t xml:space="preserve">, </w:t>
      </w:r>
      <w:r w:rsidR="00256283">
        <w:t>nous reprendrons cette conversation</w:t>
      </w:r>
      <w:r>
        <w:t>.</w:t>
      </w:r>
    </w:p>
    <w:p w14:paraId="32729E94" w14:textId="77777777" w:rsidR="00435B4F" w:rsidRDefault="00435B4F" w:rsidP="00256283">
      <w:r>
        <w:t>— </w:t>
      </w:r>
      <w:r w:rsidR="00256283">
        <w:t>C</w:t>
      </w:r>
      <w:r>
        <w:t>’</w:t>
      </w:r>
      <w:r w:rsidR="00256283">
        <w:t>est ça</w:t>
      </w:r>
      <w:r>
        <w:t xml:space="preserve">, </w:t>
      </w:r>
      <w:r w:rsidR="00256283">
        <w:t>dis-je</w:t>
      </w:r>
      <w:r>
        <w:t xml:space="preserve">, </w:t>
      </w:r>
      <w:r w:rsidR="00256283">
        <w:t>soulagé</w:t>
      </w:r>
      <w:r>
        <w:t xml:space="preserve">, </w:t>
      </w:r>
      <w:r w:rsidR="00256283">
        <w:t>si nous buvions un coup</w:t>
      </w:r>
      <w:r>
        <w:t> ?</w:t>
      </w:r>
    </w:p>
    <w:p w14:paraId="723A5D0B" w14:textId="77777777" w:rsidR="00435B4F" w:rsidRDefault="00435B4F" w:rsidP="00256283">
      <w:r>
        <w:t>— </w:t>
      </w:r>
      <w:r w:rsidR="00256283">
        <w:t>Bien sûr</w:t>
      </w:r>
      <w:r>
        <w:t xml:space="preserve">, </w:t>
      </w:r>
      <w:r w:rsidR="00256283">
        <w:t>fit Nora qui se leva</w:t>
      </w:r>
      <w:r>
        <w:t>.</w:t>
      </w:r>
    </w:p>
    <w:p w14:paraId="44106190" w14:textId="77777777" w:rsidR="00435B4F" w:rsidRDefault="00256283" w:rsidP="00256283">
      <w:r>
        <w:t>L</w:t>
      </w:r>
      <w:r w:rsidR="00435B4F">
        <w:t>’</w:t>
      </w:r>
      <w:r>
        <w:t>inspecteur la suivit des yeux</w:t>
      </w:r>
      <w:r w:rsidR="00435B4F">
        <w:t xml:space="preserve">, </w:t>
      </w:r>
      <w:r>
        <w:t>hochant la tête</w:t>
      </w:r>
      <w:r w:rsidR="00435B4F">
        <w:t xml:space="preserve">. </w:t>
      </w:r>
      <w:r>
        <w:t>Quand elle eut quitté la pièce</w:t>
      </w:r>
      <w:r w:rsidR="00435B4F">
        <w:t xml:space="preserve">, </w:t>
      </w:r>
      <w:r>
        <w:t>il dit</w:t>
      </w:r>
      <w:r w:rsidR="00435B4F">
        <w:t xml:space="preserve">, </w:t>
      </w:r>
      <w:r>
        <w:t>gravement</w:t>
      </w:r>
      <w:r w:rsidR="00435B4F">
        <w:t> :</w:t>
      </w:r>
    </w:p>
    <w:p w14:paraId="437BA0D0" w14:textId="77777777" w:rsidR="00435B4F" w:rsidRDefault="00435B4F" w:rsidP="00256283">
      <w:r>
        <w:t>— </w:t>
      </w:r>
      <w:r w:rsidR="00256283">
        <w:t>Vous êtes un veinard</w:t>
      </w:r>
      <w:r>
        <w:t xml:space="preserve">, </w:t>
      </w:r>
      <w:r w:rsidR="00256283">
        <w:t>monsieur</w:t>
      </w:r>
      <w:r>
        <w:t> !</w:t>
      </w:r>
    </w:p>
    <w:p w14:paraId="78D51AAF" w14:textId="77777777" w:rsidR="00435B4F" w:rsidRDefault="00256283" w:rsidP="00256283">
      <w:r>
        <w:t>Il me tendit brusquement sa main ouverte</w:t>
      </w:r>
      <w:r w:rsidR="00435B4F">
        <w:t>.</w:t>
      </w:r>
    </w:p>
    <w:p w14:paraId="226DA496" w14:textId="77777777" w:rsidR="00435B4F" w:rsidRDefault="00435B4F" w:rsidP="00256283">
      <w:r>
        <w:t>— </w:t>
      </w:r>
      <w:r w:rsidR="00256283">
        <w:t>Je m</w:t>
      </w:r>
      <w:r>
        <w:t>’</w:t>
      </w:r>
      <w:r w:rsidR="00256283">
        <w:t xml:space="preserve">appelle </w:t>
      </w:r>
      <w:proofErr w:type="spellStart"/>
      <w:r w:rsidR="00256283">
        <w:t>Guild</w:t>
      </w:r>
      <w:proofErr w:type="spellEnd"/>
      <w:r>
        <w:t xml:space="preserve">, </w:t>
      </w:r>
      <w:r w:rsidR="00256283">
        <w:t>déclara-t-il</w:t>
      </w:r>
      <w:r>
        <w:t xml:space="preserve">, </w:t>
      </w:r>
      <w:r w:rsidR="00256283">
        <w:t xml:space="preserve">John </w:t>
      </w:r>
      <w:proofErr w:type="spellStart"/>
      <w:r w:rsidR="00256283">
        <w:t>Guild</w:t>
      </w:r>
      <w:proofErr w:type="spellEnd"/>
      <w:r>
        <w:t>.</w:t>
      </w:r>
    </w:p>
    <w:p w14:paraId="634FCF74" w14:textId="77777777" w:rsidR="00435B4F" w:rsidRDefault="00435B4F" w:rsidP="00256283">
      <w:r>
        <w:lastRenderedPageBreak/>
        <w:t>— </w:t>
      </w:r>
      <w:r w:rsidR="00256283">
        <w:t>Et vous savez mon nom</w:t>
      </w:r>
      <w:r>
        <w:t xml:space="preserve"> ! </w:t>
      </w:r>
      <w:r w:rsidR="00256283">
        <w:t>répondis-je</w:t>
      </w:r>
      <w:r>
        <w:t xml:space="preserve">, </w:t>
      </w:r>
      <w:r w:rsidR="00256283">
        <w:t>lui serrant la main</w:t>
      </w:r>
      <w:r>
        <w:t>.</w:t>
      </w:r>
    </w:p>
    <w:p w14:paraId="07D6817E" w14:textId="77777777" w:rsidR="00435B4F" w:rsidRDefault="00256283" w:rsidP="00256283">
      <w:r>
        <w:t>Nora revenait</w:t>
      </w:r>
      <w:r w:rsidR="00435B4F">
        <w:t xml:space="preserve">, </w:t>
      </w:r>
      <w:r>
        <w:t>portant sur un plateau un siphon</w:t>
      </w:r>
      <w:r w:rsidR="00435B4F">
        <w:t xml:space="preserve">, </w:t>
      </w:r>
      <w:r>
        <w:t>une bouteille de whisky et des verres</w:t>
      </w:r>
      <w:r w:rsidR="00435B4F">
        <w:t xml:space="preserve">. </w:t>
      </w:r>
      <w:r>
        <w:t>Elle essaya de donner à boire à Morelli</w:t>
      </w:r>
      <w:r w:rsidR="00435B4F">
        <w:t xml:space="preserve">, </w:t>
      </w:r>
      <w:r>
        <w:t xml:space="preserve">mais </w:t>
      </w:r>
      <w:proofErr w:type="spellStart"/>
      <w:r>
        <w:t>Guild</w:t>
      </w:r>
      <w:proofErr w:type="spellEnd"/>
      <w:r>
        <w:t xml:space="preserve"> l</w:t>
      </w:r>
      <w:r w:rsidR="00435B4F">
        <w:t>’</w:t>
      </w:r>
      <w:r>
        <w:t>en empêcha</w:t>
      </w:r>
      <w:r w:rsidR="00435B4F">
        <w:t>.</w:t>
      </w:r>
    </w:p>
    <w:p w14:paraId="4B3264E9" w14:textId="77777777" w:rsidR="00435B4F" w:rsidRDefault="00435B4F" w:rsidP="00256283">
      <w:r>
        <w:t>— </w:t>
      </w:r>
      <w:r w:rsidR="00256283">
        <w:t>Vous êtes trop bonne</w:t>
      </w:r>
      <w:r>
        <w:t>, M</w:t>
      </w:r>
      <w:r w:rsidRPr="00435B4F">
        <w:rPr>
          <w:vertAlign w:val="superscript"/>
        </w:rPr>
        <w:t>rs</w:t>
      </w:r>
      <w:r>
        <w:t> </w:t>
      </w:r>
      <w:r w:rsidR="00256283">
        <w:t>Charles</w:t>
      </w:r>
      <w:r>
        <w:t xml:space="preserve">, </w:t>
      </w:r>
      <w:r w:rsidR="00256283">
        <w:t>dit-il</w:t>
      </w:r>
      <w:r>
        <w:t xml:space="preserve">, </w:t>
      </w:r>
      <w:r w:rsidR="00256283">
        <w:t>mais la loi interdit de donner à un prisonnier des boissons ou des médicaments qui ne sont pas ordonnés par un docteur</w:t>
      </w:r>
      <w:r>
        <w:t xml:space="preserve">. </w:t>
      </w:r>
      <w:r w:rsidR="00256283">
        <w:t>C</w:t>
      </w:r>
      <w:r>
        <w:t>’</w:t>
      </w:r>
      <w:r w:rsidR="00256283">
        <w:t>est vrai</w:t>
      </w:r>
      <w:r>
        <w:t xml:space="preserve">, </w:t>
      </w:r>
      <w:r w:rsidR="00256283">
        <w:t>n</w:t>
      </w:r>
      <w:r>
        <w:t>’</w:t>
      </w:r>
      <w:r w:rsidR="00256283">
        <w:t>est-ce pas</w:t>
      </w:r>
      <w:r>
        <w:t xml:space="preserve"> ? </w:t>
      </w:r>
      <w:r w:rsidR="00256283">
        <w:t>dit-il</w:t>
      </w:r>
      <w:r>
        <w:t xml:space="preserve">, </w:t>
      </w:r>
      <w:r w:rsidR="00256283">
        <w:t>se tournant vers moi</w:t>
      </w:r>
      <w:r>
        <w:t>.</w:t>
      </w:r>
    </w:p>
    <w:p w14:paraId="675629F1" w14:textId="77777777" w:rsidR="00435B4F" w:rsidRDefault="00256283" w:rsidP="00256283">
      <w:r>
        <w:t>Oui</w:t>
      </w:r>
      <w:r w:rsidR="00435B4F">
        <w:t xml:space="preserve">, </w:t>
      </w:r>
      <w:r>
        <w:t>c</w:t>
      </w:r>
      <w:r w:rsidR="00435B4F">
        <w:t>’</w:t>
      </w:r>
      <w:r>
        <w:t>était vrai</w:t>
      </w:r>
      <w:r w:rsidR="00435B4F">
        <w:t xml:space="preserve">. </w:t>
      </w:r>
      <w:r>
        <w:t>Les autres policiers se joignirent à nous et nous bûmes</w:t>
      </w:r>
      <w:r w:rsidR="00435B4F">
        <w:t xml:space="preserve">. </w:t>
      </w:r>
      <w:r>
        <w:t>Puis</w:t>
      </w:r>
      <w:r w:rsidR="00435B4F">
        <w:t xml:space="preserve">, </w:t>
      </w:r>
      <w:proofErr w:type="spellStart"/>
      <w:r>
        <w:t>Guild</w:t>
      </w:r>
      <w:proofErr w:type="spellEnd"/>
      <w:r>
        <w:t xml:space="preserve"> posa son verre vide sur le plateau et se leva</w:t>
      </w:r>
      <w:r w:rsidR="00435B4F">
        <w:t>.</w:t>
      </w:r>
    </w:p>
    <w:p w14:paraId="6F93E095" w14:textId="77777777" w:rsidR="00435B4F" w:rsidRDefault="00435B4F" w:rsidP="00256283">
      <w:r>
        <w:t>— </w:t>
      </w:r>
      <w:r w:rsidR="00256283">
        <w:t>Je dois emporter cet automatique</w:t>
      </w:r>
      <w:r>
        <w:t xml:space="preserve">, </w:t>
      </w:r>
      <w:r w:rsidR="00256283">
        <w:t>dit-il</w:t>
      </w:r>
      <w:r>
        <w:t xml:space="preserve">, </w:t>
      </w:r>
      <w:r w:rsidR="00256283">
        <w:t>mais ne vous inquiétez pas</w:t>
      </w:r>
      <w:r>
        <w:t xml:space="preserve">. </w:t>
      </w:r>
      <w:r w:rsidR="00256283">
        <w:t>Nous reparlerons de tout cela quand vous irez mieux</w:t>
      </w:r>
      <w:r>
        <w:t>.</w:t>
      </w:r>
    </w:p>
    <w:p w14:paraId="171BB2C3" w14:textId="77777777" w:rsidR="00435B4F" w:rsidRDefault="00256283" w:rsidP="00256283">
      <w:r>
        <w:t>Il prit la main de Nora et s</w:t>
      </w:r>
      <w:r w:rsidR="00435B4F">
        <w:t>’</w:t>
      </w:r>
      <w:r>
        <w:t>inclina gauchement devant elle</w:t>
      </w:r>
      <w:r w:rsidR="00435B4F">
        <w:t>.</w:t>
      </w:r>
    </w:p>
    <w:p w14:paraId="1CA5956B" w14:textId="77777777" w:rsidR="00435B4F" w:rsidRDefault="00435B4F" w:rsidP="00256283">
      <w:r>
        <w:t>— </w:t>
      </w:r>
      <w:r w:rsidR="00256283">
        <w:t>J</w:t>
      </w:r>
      <w:r>
        <w:t>’</w:t>
      </w:r>
      <w:r w:rsidR="00256283">
        <w:t>espère que je ne vous ai pas offensée</w:t>
      </w:r>
      <w:r>
        <w:t xml:space="preserve">, </w:t>
      </w:r>
      <w:r w:rsidR="00256283">
        <w:t>tout à l</w:t>
      </w:r>
      <w:r>
        <w:t>’</w:t>
      </w:r>
      <w:r w:rsidR="00256283">
        <w:t>heure</w:t>
      </w:r>
      <w:r>
        <w:t xml:space="preserve">, </w:t>
      </w:r>
      <w:r w:rsidR="00256283">
        <w:t>dit-il</w:t>
      </w:r>
      <w:r>
        <w:t xml:space="preserve">, </w:t>
      </w:r>
      <w:r w:rsidR="00256283">
        <w:t>quand j</w:t>
      </w:r>
      <w:r>
        <w:t>’</w:t>
      </w:r>
      <w:r w:rsidR="00256283">
        <w:t>ai dit que vous aviez du</w:t>
      </w:r>
      <w:r>
        <w:t xml:space="preserve">… </w:t>
      </w:r>
      <w:r w:rsidR="00256283">
        <w:t>je voulais dire</w:t>
      </w:r>
      <w:r>
        <w:t>…</w:t>
      </w:r>
    </w:p>
    <w:p w14:paraId="1761F4A7" w14:textId="77777777" w:rsidR="00435B4F" w:rsidRDefault="00256283" w:rsidP="00256283">
      <w:r>
        <w:t>Nora peut sourire très gracieusement quand elle veut</w:t>
      </w:r>
      <w:r w:rsidR="00435B4F">
        <w:t>.</w:t>
      </w:r>
    </w:p>
    <w:p w14:paraId="23F368C9" w14:textId="77777777" w:rsidR="00435B4F" w:rsidRDefault="00435B4F" w:rsidP="00256283">
      <w:r>
        <w:t>— </w:t>
      </w:r>
      <w:r w:rsidR="00256283">
        <w:t>Offensée</w:t>
      </w:r>
      <w:r>
        <w:t xml:space="preserve"> ? </w:t>
      </w:r>
      <w:r w:rsidR="00256283">
        <w:t>dit-elle</w:t>
      </w:r>
      <w:r>
        <w:t xml:space="preserve">, </w:t>
      </w:r>
      <w:r w:rsidR="00256283">
        <w:t>ravie</w:t>
      </w:r>
      <w:r>
        <w:t xml:space="preserve">, </w:t>
      </w:r>
      <w:r w:rsidR="00256283">
        <w:t>mais non</w:t>
      </w:r>
      <w:r>
        <w:t xml:space="preserve">, </w:t>
      </w:r>
      <w:r w:rsidR="00256283">
        <w:t>vous m</w:t>
      </w:r>
      <w:r>
        <w:t>’</w:t>
      </w:r>
      <w:r w:rsidR="00256283">
        <w:t>avez fait grand plaisir</w:t>
      </w:r>
      <w:r>
        <w:t>.</w:t>
      </w:r>
    </w:p>
    <w:p w14:paraId="4C07B0C0" w14:textId="77777777" w:rsidR="00435B4F" w:rsidRDefault="00256283" w:rsidP="00256283">
      <w:r>
        <w:t>Elle ouvrit la porte aux policiers qui emmenèrent leur prisonnier</w:t>
      </w:r>
      <w:r w:rsidR="00435B4F">
        <w:t xml:space="preserve"> ; </w:t>
      </w:r>
      <w:r>
        <w:t>Keyser était déjà sorti</w:t>
      </w:r>
      <w:r w:rsidR="00435B4F">
        <w:t>.</w:t>
      </w:r>
    </w:p>
    <w:p w14:paraId="5E148566" w14:textId="77777777" w:rsidR="00435B4F" w:rsidRDefault="00435B4F" w:rsidP="00256283">
      <w:r>
        <w:t>— </w:t>
      </w:r>
      <w:r w:rsidR="00256283">
        <w:t>Il est gentil</w:t>
      </w:r>
      <w:r>
        <w:t xml:space="preserve">, </w:t>
      </w:r>
      <w:r w:rsidR="00256283">
        <w:t>ce gros-là</w:t>
      </w:r>
      <w:r>
        <w:t xml:space="preserve"> ! </w:t>
      </w:r>
      <w:r w:rsidR="00256283">
        <w:t>dit-elle en revenant</w:t>
      </w:r>
      <w:r>
        <w:t xml:space="preserve">. </w:t>
      </w:r>
      <w:r w:rsidR="00256283">
        <w:t>Tu as mal</w:t>
      </w:r>
      <w:r>
        <w:t> ?</w:t>
      </w:r>
    </w:p>
    <w:p w14:paraId="544E771D" w14:textId="77777777" w:rsidR="00435B4F" w:rsidRDefault="00435B4F" w:rsidP="00256283">
      <w:r>
        <w:t>— </w:t>
      </w:r>
      <w:r w:rsidR="00256283">
        <w:t>Non</w:t>
      </w:r>
      <w:r>
        <w:t>.</w:t>
      </w:r>
    </w:p>
    <w:p w14:paraId="613C844D" w14:textId="77777777" w:rsidR="00435B4F" w:rsidRDefault="00435B4F" w:rsidP="00256283">
      <w:r>
        <w:lastRenderedPageBreak/>
        <w:t>— </w:t>
      </w:r>
      <w:r w:rsidR="00256283">
        <w:t>C</w:t>
      </w:r>
      <w:r>
        <w:t>’</w:t>
      </w:r>
      <w:r w:rsidR="00256283">
        <w:t>est ma faute</w:t>
      </w:r>
      <w:r>
        <w:t xml:space="preserve">, </w:t>
      </w:r>
      <w:r w:rsidR="00256283">
        <w:t>n</w:t>
      </w:r>
      <w:r>
        <w:t>’</w:t>
      </w:r>
      <w:r w:rsidR="00256283">
        <w:t>est-ce pas</w:t>
      </w:r>
      <w:r>
        <w:t> ?</w:t>
      </w:r>
    </w:p>
    <w:p w14:paraId="69AC65F9" w14:textId="77777777" w:rsidR="00435B4F" w:rsidRDefault="00435B4F" w:rsidP="00256283">
      <w:r>
        <w:t>— </w:t>
      </w:r>
      <w:r w:rsidR="00256283">
        <w:t>Mais non</w:t>
      </w:r>
      <w:r>
        <w:t xml:space="preserve">, </w:t>
      </w:r>
      <w:r w:rsidR="00256283">
        <w:t>verse-moi un autre whisky</w:t>
      </w:r>
      <w:r>
        <w:t>.</w:t>
      </w:r>
    </w:p>
    <w:p w14:paraId="15D0DFCB" w14:textId="77777777" w:rsidR="00435B4F" w:rsidRDefault="00256283" w:rsidP="00256283">
      <w:r>
        <w:t>Elle obéit</w:t>
      </w:r>
      <w:r w:rsidR="00435B4F">
        <w:t>.</w:t>
      </w:r>
    </w:p>
    <w:p w14:paraId="09263C86" w14:textId="77777777" w:rsidR="00435B4F" w:rsidRDefault="00435B4F" w:rsidP="00256283">
      <w:r>
        <w:t>— </w:t>
      </w:r>
      <w:r w:rsidR="00256283">
        <w:t>À ta place</w:t>
      </w:r>
      <w:r>
        <w:t xml:space="preserve">, </w:t>
      </w:r>
      <w:r w:rsidR="00256283">
        <w:t>dit-elle</w:t>
      </w:r>
      <w:r>
        <w:t xml:space="preserve">, </w:t>
      </w:r>
      <w:r w:rsidR="00256283">
        <w:t>je n</w:t>
      </w:r>
      <w:r>
        <w:t>’</w:t>
      </w:r>
      <w:r w:rsidR="00256283">
        <w:t>abuserais pas du whisky en ce moment</w:t>
      </w:r>
      <w:r>
        <w:t>.</w:t>
      </w:r>
    </w:p>
    <w:p w14:paraId="1AECA8FD" w14:textId="77777777" w:rsidR="00435B4F" w:rsidRDefault="00435B4F" w:rsidP="00256283">
      <w:r>
        <w:t>— </w:t>
      </w:r>
      <w:r w:rsidR="00256283">
        <w:t>Entendu</w:t>
      </w:r>
      <w:r>
        <w:t xml:space="preserve">, </w:t>
      </w:r>
      <w:r w:rsidR="00256283">
        <w:t>répondis-je</w:t>
      </w:r>
      <w:r>
        <w:t xml:space="preserve"> ; </w:t>
      </w:r>
      <w:r w:rsidR="00256283">
        <w:t>j</w:t>
      </w:r>
      <w:r>
        <w:t>’</w:t>
      </w:r>
      <w:r w:rsidR="00256283">
        <w:t>ai faim</w:t>
      </w:r>
      <w:r>
        <w:t xml:space="preserve">. </w:t>
      </w:r>
      <w:r w:rsidR="00256283">
        <w:t>Nous voici tranquilles pour quelques jours</w:t>
      </w:r>
      <w:r>
        <w:t xml:space="preserve">. </w:t>
      </w:r>
      <w:r w:rsidR="00256283">
        <w:t>Dis que l</w:t>
      </w:r>
      <w:r>
        <w:t>’</w:t>
      </w:r>
      <w:r w:rsidR="00256283">
        <w:t>on nous amène la chienne et n</w:t>
      </w:r>
      <w:r>
        <w:t>’</w:t>
      </w:r>
      <w:r w:rsidR="00256283">
        <w:t>oublie pas de prévenir la téléphoniste que nous n</w:t>
      </w:r>
      <w:r>
        <w:t>’</w:t>
      </w:r>
      <w:r w:rsidR="00256283">
        <w:t>y sommes pour personne</w:t>
      </w:r>
      <w:r>
        <w:t xml:space="preserve">. </w:t>
      </w:r>
      <w:r w:rsidR="00256283">
        <w:t>Dans dix minutes</w:t>
      </w:r>
      <w:r>
        <w:t xml:space="preserve">, </w:t>
      </w:r>
      <w:r w:rsidR="00256283">
        <w:t>gare aux reporters</w:t>
      </w:r>
      <w:r>
        <w:t> !</w:t>
      </w:r>
    </w:p>
    <w:p w14:paraId="041BB041" w14:textId="77777777" w:rsidR="00435B4F" w:rsidRDefault="00435B4F" w:rsidP="00256283">
      <w:r>
        <w:t>— </w:t>
      </w:r>
      <w:r w:rsidR="00256283">
        <w:t>Que vas-tu raconter à la police pour le pistolet de Dorothy</w:t>
      </w:r>
      <w:r>
        <w:t> ?</w:t>
      </w:r>
    </w:p>
    <w:p w14:paraId="354565E3" w14:textId="77777777" w:rsidR="00435B4F" w:rsidRDefault="00435B4F" w:rsidP="00256283">
      <w:r>
        <w:t>— </w:t>
      </w:r>
      <w:r w:rsidR="00256283">
        <w:t>Je n</w:t>
      </w:r>
      <w:r>
        <w:t>’</w:t>
      </w:r>
      <w:r w:rsidR="00256283">
        <w:t>en sais rien</w:t>
      </w:r>
      <w:r>
        <w:t>.</w:t>
      </w:r>
    </w:p>
    <w:p w14:paraId="426278C0" w14:textId="77777777" w:rsidR="00435B4F" w:rsidRDefault="00435B4F" w:rsidP="00256283">
      <w:r>
        <w:t>— </w:t>
      </w:r>
      <w:r w:rsidR="00256283">
        <w:t>Dis-moi</w:t>
      </w:r>
      <w:r>
        <w:t xml:space="preserve">, </w:t>
      </w:r>
      <w:r w:rsidR="00256283">
        <w:t>Nick</w:t>
      </w:r>
      <w:r>
        <w:t xml:space="preserve">, </w:t>
      </w:r>
      <w:r w:rsidR="00256283">
        <w:t>j</w:t>
      </w:r>
      <w:r>
        <w:t>’</w:t>
      </w:r>
      <w:r w:rsidR="00256283">
        <w:t>ai été sotte</w:t>
      </w:r>
      <w:r>
        <w:t xml:space="preserve">, </w:t>
      </w:r>
      <w:r w:rsidR="00256283">
        <w:t>n</w:t>
      </w:r>
      <w:r>
        <w:t>’</w:t>
      </w:r>
      <w:r w:rsidR="00256283">
        <w:t>est-ce pas</w:t>
      </w:r>
      <w:r>
        <w:t> ?</w:t>
      </w:r>
    </w:p>
    <w:p w14:paraId="56BF3BEF" w14:textId="77777777" w:rsidR="00435B4F" w:rsidRDefault="00435B4F" w:rsidP="00256283">
      <w:r>
        <w:t>— </w:t>
      </w:r>
      <w:r w:rsidR="00256283">
        <w:t>Mais non</w:t>
      </w:r>
      <w:r>
        <w:t xml:space="preserve">, </w:t>
      </w:r>
      <w:r w:rsidR="00256283">
        <w:t>un tout petit peu seulement</w:t>
      </w:r>
      <w:r>
        <w:t> !</w:t>
      </w:r>
    </w:p>
    <w:p w14:paraId="016B2608" w14:textId="77777777" w:rsidR="00435B4F" w:rsidRDefault="00256283" w:rsidP="00256283">
      <w:r>
        <w:t>Elle éclata de rire</w:t>
      </w:r>
      <w:r w:rsidR="00435B4F">
        <w:t>.</w:t>
      </w:r>
    </w:p>
    <w:p w14:paraId="069EAB18" w14:textId="77777777" w:rsidR="00435B4F" w:rsidRDefault="00435B4F" w:rsidP="00256283">
      <w:r>
        <w:t>— </w:t>
      </w:r>
      <w:r w:rsidR="00256283">
        <w:t>Sale Grec</w:t>
      </w:r>
      <w:r>
        <w:t xml:space="preserve">, </w:t>
      </w:r>
      <w:r w:rsidR="00256283">
        <w:t>sale pouilleux</w:t>
      </w:r>
      <w:r>
        <w:t xml:space="preserve">, </w:t>
      </w:r>
      <w:r w:rsidR="00256283">
        <w:t>cria-t-elle</w:t>
      </w:r>
      <w:r>
        <w:t>.</w:t>
      </w:r>
    </w:p>
    <w:p w14:paraId="10167550" w14:textId="77777777" w:rsidR="00435B4F" w:rsidRDefault="00256283" w:rsidP="00256283">
      <w:r>
        <w:t>Et elle alla téléphoner</w:t>
      </w:r>
      <w:r w:rsidR="00435B4F">
        <w:t>.</w:t>
      </w:r>
    </w:p>
    <w:p w14:paraId="489F48E0" w14:textId="77777777" w:rsidR="00435B4F" w:rsidRDefault="00256283" w:rsidP="003D5E6A">
      <w:pPr>
        <w:pStyle w:val="Titre1"/>
      </w:pPr>
      <w:bookmarkStart w:id="20" w:name="__RefHeading__46_1831309079"/>
      <w:bookmarkStart w:id="21" w:name="_Toc202285662"/>
      <w:bookmarkEnd w:id="20"/>
      <w:r>
        <w:lastRenderedPageBreak/>
        <w:t>IX</w:t>
      </w:r>
      <w:bookmarkEnd w:id="21"/>
    </w:p>
    <w:p w14:paraId="21BB8689" w14:textId="77777777" w:rsidR="00435B4F" w:rsidRDefault="00435B4F" w:rsidP="00256283">
      <w:r>
        <w:t>— </w:t>
      </w:r>
      <w:r w:rsidR="00256283">
        <w:t>Tu veux crâner</w:t>
      </w:r>
      <w:r>
        <w:t xml:space="preserve">, </w:t>
      </w:r>
      <w:r w:rsidR="00256283">
        <w:t>voilà tout</w:t>
      </w:r>
      <w:r>
        <w:t xml:space="preserve">, </w:t>
      </w:r>
      <w:r w:rsidR="00256283">
        <w:t>dit Nora</w:t>
      </w:r>
      <w:r>
        <w:t xml:space="preserve">. </w:t>
      </w:r>
      <w:r w:rsidR="00256283">
        <w:t>Pourquoi</w:t>
      </w:r>
      <w:r>
        <w:t xml:space="preserve"> ? </w:t>
      </w:r>
      <w:r w:rsidR="00256283">
        <w:t>Je sais que les balles glissent et ricochent sur toi</w:t>
      </w:r>
      <w:r>
        <w:t xml:space="preserve">. </w:t>
      </w:r>
      <w:r w:rsidR="00256283">
        <w:t>Inutile de me le prouver une fois de plus</w:t>
      </w:r>
      <w:r>
        <w:t>.</w:t>
      </w:r>
    </w:p>
    <w:p w14:paraId="3224F490" w14:textId="77777777" w:rsidR="00435B4F" w:rsidRDefault="00435B4F" w:rsidP="00256283">
      <w:r>
        <w:t>— </w:t>
      </w:r>
      <w:r w:rsidR="00256283">
        <w:t>Cela ne me fera pas de mal de me lever</w:t>
      </w:r>
      <w:r>
        <w:t xml:space="preserve">, </w:t>
      </w:r>
      <w:r w:rsidR="00256283">
        <w:t>protestai-je</w:t>
      </w:r>
      <w:r>
        <w:t>.</w:t>
      </w:r>
    </w:p>
    <w:p w14:paraId="4EC6F408" w14:textId="77777777" w:rsidR="00435B4F" w:rsidRDefault="00435B4F" w:rsidP="00256283">
      <w:r>
        <w:t>— </w:t>
      </w:r>
      <w:r w:rsidR="00256283">
        <w:t>Et cela te fera le plus grand bien de rester au lit un jour de plus</w:t>
      </w:r>
      <w:r>
        <w:t xml:space="preserve">, </w:t>
      </w:r>
      <w:r w:rsidR="00256283">
        <w:t>répondit-elle</w:t>
      </w:r>
      <w:r>
        <w:t xml:space="preserve"> ; </w:t>
      </w:r>
      <w:r w:rsidR="00256283">
        <w:t>le docteur a dit</w:t>
      </w:r>
      <w:r>
        <w:t>…</w:t>
      </w:r>
    </w:p>
    <w:p w14:paraId="418CA7D4" w14:textId="77777777" w:rsidR="00435B4F" w:rsidRDefault="00435B4F" w:rsidP="00256283">
      <w:r>
        <w:t>— </w:t>
      </w:r>
      <w:r w:rsidR="00256283">
        <w:t>Le docteur</w:t>
      </w:r>
      <w:r>
        <w:t xml:space="preserve"> ! </w:t>
      </w:r>
      <w:r w:rsidR="00256283">
        <w:t>s</w:t>
      </w:r>
      <w:r>
        <w:t>’</w:t>
      </w:r>
      <w:r w:rsidR="00256283">
        <w:t>il connaissait son métier il se guérirait de cette espèce de reniflement qui le tient</w:t>
      </w:r>
      <w:r>
        <w:t> !</w:t>
      </w:r>
    </w:p>
    <w:p w14:paraId="4C0F5073" w14:textId="77777777" w:rsidR="00435B4F" w:rsidRDefault="00256283" w:rsidP="00256283">
      <w:r>
        <w:t>Je me mis sur mon séant et tournant sur moi-même</w:t>
      </w:r>
      <w:r w:rsidR="00435B4F">
        <w:t xml:space="preserve">, </w:t>
      </w:r>
      <w:r>
        <w:t>je posai mes pieds sur le tapis</w:t>
      </w:r>
      <w:r w:rsidR="00435B4F">
        <w:t xml:space="preserve">. </w:t>
      </w:r>
      <w:proofErr w:type="spellStart"/>
      <w:r>
        <w:t>Asta</w:t>
      </w:r>
      <w:proofErr w:type="spellEnd"/>
      <w:r>
        <w:t xml:space="preserve"> se précipita pour me lécher les mollets</w:t>
      </w:r>
      <w:r w:rsidR="00435B4F">
        <w:t>.</w:t>
      </w:r>
    </w:p>
    <w:p w14:paraId="028E1CDB" w14:textId="77777777" w:rsidR="00435B4F" w:rsidRDefault="00256283" w:rsidP="00256283">
      <w:r>
        <w:t>Je me levai avec précaution</w:t>
      </w:r>
      <w:r w:rsidR="00435B4F">
        <w:t xml:space="preserve">. </w:t>
      </w:r>
      <w:r>
        <w:t>Tout allait bien si je ne bougeais pas mon bras gauche et si j</w:t>
      </w:r>
      <w:r w:rsidR="00435B4F">
        <w:t>’</w:t>
      </w:r>
      <w:r>
        <w:t>évitais les bonds désordonnés de la chienne</w:t>
      </w:r>
      <w:r w:rsidR="00435B4F">
        <w:t>.</w:t>
      </w:r>
    </w:p>
    <w:p w14:paraId="20F59F34" w14:textId="77777777" w:rsidR="00435B4F" w:rsidRDefault="00435B4F" w:rsidP="00256283">
      <w:r>
        <w:t>— </w:t>
      </w:r>
      <w:r w:rsidR="00256283">
        <w:t>Sois raisonnable</w:t>
      </w:r>
      <w:r>
        <w:t xml:space="preserve">, </w:t>
      </w:r>
      <w:r w:rsidR="00256283">
        <w:t>Nora</w:t>
      </w:r>
      <w:r>
        <w:t xml:space="preserve">, </w:t>
      </w:r>
      <w:r w:rsidR="00256283">
        <w:t>dis-je</w:t>
      </w:r>
      <w:r>
        <w:t xml:space="preserve">. </w:t>
      </w:r>
      <w:r w:rsidR="00256283">
        <w:t>Ce n</w:t>
      </w:r>
      <w:r>
        <w:t>’</w:t>
      </w:r>
      <w:r w:rsidR="00256283">
        <w:t>est pas moi qui me suis jeté dans cette affaire</w:t>
      </w:r>
      <w:r>
        <w:t xml:space="preserve">, </w:t>
      </w:r>
      <w:r w:rsidR="00256283">
        <w:t>mais je ne puis</w:t>
      </w:r>
      <w:r>
        <w:t xml:space="preserve">, </w:t>
      </w:r>
      <w:r w:rsidR="00256283">
        <w:t>maintenant</w:t>
      </w:r>
      <w:r>
        <w:t xml:space="preserve">, </w:t>
      </w:r>
      <w:r w:rsidR="00256283">
        <w:t>me retirer ainsi</w:t>
      </w:r>
      <w:r>
        <w:t xml:space="preserve">, </w:t>
      </w:r>
      <w:r w:rsidR="00256283">
        <w:t>sans savoir</w:t>
      </w:r>
      <w:r>
        <w:t>.</w:t>
      </w:r>
    </w:p>
    <w:p w14:paraId="09E956BA" w14:textId="77777777" w:rsidR="00435B4F" w:rsidRDefault="00435B4F" w:rsidP="00256283">
      <w:r>
        <w:t>— </w:t>
      </w:r>
      <w:r w:rsidR="00256283">
        <w:t>Laisse l</w:t>
      </w:r>
      <w:r>
        <w:t>’</w:t>
      </w:r>
      <w:r w:rsidR="00256283">
        <w:t>affaire tranquille</w:t>
      </w:r>
      <w:r>
        <w:t xml:space="preserve">, </w:t>
      </w:r>
      <w:r w:rsidR="00256283">
        <w:t>dit-elle</w:t>
      </w:r>
      <w:r>
        <w:t xml:space="preserve">. </w:t>
      </w:r>
      <w:r w:rsidR="00256283">
        <w:t>Allons faire un petit voyage</w:t>
      </w:r>
      <w:r>
        <w:t xml:space="preserve">, </w:t>
      </w:r>
      <w:r w:rsidR="00256283">
        <w:t>une semaine ou deux</w:t>
      </w:r>
      <w:r>
        <w:t xml:space="preserve">, </w:t>
      </w:r>
      <w:r w:rsidR="00256283">
        <w:t>à la Havane</w:t>
      </w:r>
      <w:r>
        <w:t xml:space="preserve">, </w:t>
      </w:r>
      <w:r w:rsidR="00256283">
        <w:t>ou aux Bermudes</w:t>
      </w:r>
      <w:r>
        <w:t xml:space="preserve">, </w:t>
      </w:r>
      <w:r w:rsidR="00256283">
        <w:t>ou bien retournons en Californie</w:t>
      </w:r>
      <w:r>
        <w:t>.</w:t>
      </w:r>
    </w:p>
    <w:p w14:paraId="57B0D6F7" w14:textId="77777777" w:rsidR="00435B4F" w:rsidRDefault="00435B4F" w:rsidP="00256283">
      <w:r>
        <w:t>— </w:t>
      </w:r>
      <w:r w:rsidR="00256283">
        <w:t>Il faudrait tout de même raconter à la police une histoire au sujet de l</w:t>
      </w:r>
      <w:r>
        <w:t>’</w:t>
      </w:r>
      <w:r w:rsidR="00256283">
        <w:t>automatique de Dorothy</w:t>
      </w:r>
      <w:r>
        <w:t xml:space="preserve">. </w:t>
      </w:r>
      <w:r w:rsidR="00256283">
        <w:t>Suppose que l</w:t>
      </w:r>
      <w:r>
        <w:t>’</w:t>
      </w:r>
      <w:r w:rsidR="00256283">
        <w:t>on découvre que c</w:t>
      </w:r>
      <w:r>
        <w:t>’</w:t>
      </w:r>
      <w:r w:rsidR="00256283">
        <w:t>est l</w:t>
      </w:r>
      <w:r>
        <w:t>’</w:t>
      </w:r>
      <w:r w:rsidR="00256283">
        <w:t>arme du crime</w:t>
      </w:r>
      <w:r>
        <w:t> ?</w:t>
      </w:r>
    </w:p>
    <w:p w14:paraId="3633A0D1" w14:textId="77777777" w:rsidR="00435B4F" w:rsidRDefault="00435B4F" w:rsidP="00256283">
      <w:r>
        <w:t>— </w:t>
      </w:r>
      <w:r w:rsidR="00256283">
        <w:t>Tu crois que c</w:t>
      </w:r>
      <w:r>
        <w:t>’</w:t>
      </w:r>
      <w:r w:rsidR="00256283">
        <w:t>est</w:t>
      </w:r>
      <w:r>
        <w:t>…</w:t>
      </w:r>
    </w:p>
    <w:p w14:paraId="75AD38A8" w14:textId="77777777" w:rsidR="00435B4F" w:rsidRDefault="00435B4F" w:rsidP="00256283">
      <w:r>
        <w:lastRenderedPageBreak/>
        <w:t>— </w:t>
      </w:r>
      <w:r w:rsidR="00256283">
        <w:t>Une simple supposition</w:t>
      </w:r>
      <w:r>
        <w:t xml:space="preserve">. </w:t>
      </w:r>
      <w:r w:rsidR="00256283">
        <w:t>Nous irons dîner ce soir chez les Jorgensen</w:t>
      </w:r>
      <w:r>
        <w:t>.</w:t>
      </w:r>
    </w:p>
    <w:p w14:paraId="116370DB" w14:textId="77777777" w:rsidR="00435B4F" w:rsidRDefault="00435B4F" w:rsidP="00256283">
      <w:r>
        <w:t>— </w:t>
      </w:r>
      <w:r w:rsidR="00256283">
        <w:t>C</w:t>
      </w:r>
      <w:r>
        <w:t>’</w:t>
      </w:r>
      <w:r w:rsidR="00256283">
        <w:t>est impossible</w:t>
      </w:r>
      <w:r>
        <w:t xml:space="preserve"> ! </w:t>
      </w:r>
      <w:r w:rsidR="00256283">
        <w:t>Es-tu devenu complètement fou</w:t>
      </w:r>
      <w:r>
        <w:t xml:space="preserve"> ? </w:t>
      </w:r>
      <w:r w:rsidR="00256283">
        <w:t>Si tu veux voir quelqu</w:t>
      </w:r>
      <w:r>
        <w:t>’</w:t>
      </w:r>
      <w:r w:rsidR="00256283">
        <w:t>un je le ferai venir ici</w:t>
      </w:r>
      <w:r>
        <w:t>.</w:t>
      </w:r>
    </w:p>
    <w:p w14:paraId="2EED43B9" w14:textId="77777777" w:rsidR="00435B4F" w:rsidRDefault="00435B4F" w:rsidP="00256283">
      <w:r>
        <w:t>— </w:t>
      </w:r>
      <w:r w:rsidR="00256283">
        <w:t>C</w:t>
      </w:r>
      <w:r>
        <w:t>’</w:t>
      </w:r>
      <w:r w:rsidR="00256283">
        <w:t>est tout différent</w:t>
      </w:r>
      <w:r>
        <w:t xml:space="preserve">, </w:t>
      </w:r>
      <w:r w:rsidR="00256283">
        <w:t>dis-je</w:t>
      </w:r>
      <w:r>
        <w:t xml:space="preserve">, </w:t>
      </w:r>
      <w:r w:rsidR="00256283">
        <w:t>entourant les épaules de Nora de mon bras droit</w:t>
      </w:r>
      <w:r>
        <w:t xml:space="preserve">. </w:t>
      </w:r>
      <w:r w:rsidR="00256283">
        <w:t>Ne t</w:t>
      </w:r>
      <w:r>
        <w:t>’</w:t>
      </w:r>
      <w:r w:rsidR="00256283">
        <w:t>inquiète donc pas pour cette égratignure</w:t>
      </w:r>
      <w:r>
        <w:t xml:space="preserve"> ; </w:t>
      </w:r>
      <w:r w:rsidR="00256283">
        <w:t>je ne sens plus rien</w:t>
      </w:r>
      <w:r>
        <w:t>.</w:t>
      </w:r>
    </w:p>
    <w:p w14:paraId="5F4BD298" w14:textId="77777777" w:rsidR="00435B4F" w:rsidRDefault="00435B4F" w:rsidP="00256283">
      <w:r>
        <w:t>— </w:t>
      </w:r>
      <w:r w:rsidR="00256283">
        <w:t>Tu crânes</w:t>
      </w:r>
      <w:r>
        <w:t xml:space="preserve">, </w:t>
      </w:r>
      <w:r w:rsidR="00256283">
        <w:t>répondit-elle</w:t>
      </w:r>
      <w:r>
        <w:t xml:space="preserve">. </w:t>
      </w:r>
      <w:r w:rsidR="00256283">
        <w:t>Tu veux montrer aux gens que tu es une sorte de héros que les balles sont impuissantes à arrêter</w:t>
      </w:r>
      <w:r>
        <w:t>.</w:t>
      </w:r>
    </w:p>
    <w:p w14:paraId="7ADAE882" w14:textId="77777777" w:rsidR="00435B4F" w:rsidRDefault="00435B4F" w:rsidP="00256283">
      <w:r>
        <w:t>— </w:t>
      </w:r>
      <w:r w:rsidR="00256283">
        <w:t>Ne sois pas méchante</w:t>
      </w:r>
      <w:r>
        <w:t> !</w:t>
      </w:r>
    </w:p>
    <w:p w14:paraId="3B16B485" w14:textId="77777777" w:rsidR="00435B4F" w:rsidRDefault="00435B4F" w:rsidP="00256283">
      <w:r>
        <w:t>— </w:t>
      </w:r>
      <w:r w:rsidR="00256283">
        <w:t>Je serai méchante si ça me plaît</w:t>
      </w:r>
      <w:r>
        <w:t xml:space="preserve"> ; </w:t>
      </w:r>
      <w:r w:rsidR="00256283">
        <w:t>je n</w:t>
      </w:r>
      <w:r>
        <w:t>’</w:t>
      </w:r>
      <w:r w:rsidR="00256283">
        <w:t>ai pas envie de</w:t>
      </w:r>
      <w:r>
        <w:t>…</w:t>
      </w:r>
    </w:p>
    <w:p w14:paraId="71181E5E" w14:textId="77777777" w:rsidR="00435B4F" w:rsidRDefault="00256283" w:rsidP="00256283">
      <w:r>
        <w:t>Je lui mis une main sur la bouche pour la faire taire</w:t>
      </w:r>
      <w:r w:rsidR="00435B4F">
        <w:t>.</w:t>
      </w:r>
    </w:p>
    <w:p w14:paraId="4551E400" w14:textId="77777777" w:rsidR="00435B4F" w:rsidRDefault="00435B4F" w:rsidP="00256283">
      <w:r>
        <w:t>— </w:t>
      </w:r>
      <w:r w:rsidR="00256283">
        <w:t>Il faut que je voie les Jorgensen ce soir</w:t>
      </w:r>
      <w:r>
        <w:t xml:space="preserve">, </w:t>
      </w:r>
      <w:r w:rsidR="00256283">
        <w:t>chez eux</w:t>
      </w:r>
      <w:r>
        <w:t xml:space="preserve">. </w:t>
      </w:r>
      <w:r w:rsidR="00256283">
        <w:t xml:space="preserve">Je veux aussi voir Macaulay et </w:t>
      </w:r>
      <w:proofErr w:type="spellStart"/>
      <w:r w:rsidR="00256283">
        <w:t>Studsy</w:t>
      </w:r>
      <w:proofErr w:type="spellEnd"/>
      <w:r w:rsidR="00256283">
        <w:t xml:space="preserve"> Burke</w:t>
      </w:r>
      <w:r>
        <w:t xml:space="preserve">. </w:t>
      </w:r>
      <w:r w:rsidR="00256283">
        <w:t>J</w:t>
      </w:r>
      <w:r>
        <w:t>’</w:t>
      </w:r>
      <w:r w:rsidR="00256283">
        <w:t>ai été poussé trop avant dans cette affaire pour n</w:t>
      </w:r>
      <w:r>
        <w:t>’</w:t>
      </w:r>
      <w:r w:rsidR="00256283">
        <w:t>en pas voir la fin</w:t>
      </w:r>
      <w:r>
        <w:t>.</w:t>
      </w:r>
    </w:p>
    <w:p w14:paraId="71A4A48C" w14:textId="77777777" w:rsidR="00435B4F" w:rsidRDefault="00435B4F" w:rsidP="00256283">
      <w:r>
        <w:t>— </w:t>
      </w:r>
      <w:r w:rsidR="00256283">
        <w:t>Tu es têtu comme une mule</w:t>
      </w:r>
      <w:r>
        <w:t xml:space="preserve">, </w:t>
      </w:r>
      <w:r w:rsidR="00256283">
        <w:t>soupira Nora</w:t>
      </w:r>
      <w:r>
        <w:t xml:space="preserve">. </w:t>
      </w:r>
      <w:r w:rsidR="00256283">
        <w:t>Il n</w:t>
      </w:r>
      <w:r>
        <w:t>’</w:t>
      </w:r>
      <w:r w:rsidR="00256283">
        <w:t>est que cinq heures</w:t>
      </w:r>
      <w:r>
        <w:t xml:space="preserve"> ; </w:t>
      </w:r>
      <w:r w:rsidR="00256283">
        <w:t>étends-toi au moins jusqu</w:t>
      </w:r>
      <w:r>
        <w:t>’</w:t>
      </w:r>
      <w:r w:rsidR="00256283">
        <w:t>à l</w:t>
      </w:r>
      <w:r>
        <w:t>’</w:t>
      </w:r>
      <w:r w:rsidR="00256283">
        <w:t>heure du dîner</w:t>
      </w:r>
      <w:r>
        <w:t>.</w:t>
      </w:r>
    </w:p>
    <w:p w14:paraId="544972D0" w14:textId="77777777" w:rsidR="00435B4F" w:rsidRDefault="00256283" w:rsidP="00256283">
      <w:r>
        <w:t>Je m</w:t>
      </w:r>
      <w:r w:rsidR="00435B4F">
        <w:t>’</w:t>
      </w:r>
      <w:r>
        <w:t>installai sur le canapé du salon pour parcourir les journaux du soir</w:t>
      </w:r>
      <w:r w:rsidR="00435B4F">
        <w:t xml:space="preserve">. </w:t>
      </w:r>
      <w:r>
        <w:t>Morelli</w:t>
      </w:r>
      <w:r w:rsidR="00435B4F">
        <w:t xml:space="preserve">, </w:t>
      </w:r>
      <w:r>
        <w:t>semblait-il</w:t>
      </w:r>
      <w:r w:rsidR="00435B4F">
        <w:t xml:space="preserve">, </w:t>
      </w:r>
      <w:r>
        <w:t>avait tiré sur moi deux balles</w:t>
      </w:r>
      <w:r w:rsidR="00435B4F">
        <w:t xml:space="preserve"> – </w:t>
      </w:r>
      <w:r>
        <w:t>selon l</w:t>
      </w:r>
      <w:r w:rsidR="00435B4F">
        <w:t>’</w:t>
      </w:r>
      <w:r>
        <w:t>un des journaux</w:t>
      </w:r>
      <w:r w:rsidR="00435B4F">
        <w:t xml:space="preserve">, </w:t>
      </w:r>
      <w:r>
        <w:t>trois si l</w:t>
      </w:r>
      <w:r w:rsidR="00435B4F">
        <w:t>’</w:t>
      </w:r>
      <w:r>
        <w:t>on en croyait l</w:t>
      </w:r>
      <w:r w:rsidR="00435B4F">
        <w:t>’</w:t>
      </w:r>
      <w:r>
        <w:t>autre</w:t>
      </w:r>
      <w:r w:rsidR="00435B4F">
        <w:t xml:space="preserve">, – </w:t>
      </w:r>
      <w:r>
        <w:t>tandis que je tentais de l</w:t>
      </w:r>
      <w:r w:rsidR="00435B4F">
        <w:t>’</w:t>
      </w:r>
      <w:r>
        <w:t>arrêter pour le meurtre de Julia Wolf</w:t>
      </w:r>
      <w:r w:rsidR="00435B4F">
        <w:t xml:space="preserve">. </w:t>
      </w:r>
      <w:r>
        <w:t>J</w:t>
      </w:r>
      <w:r w:rsidR="00435B4F">
        <w:t>’</w:t>
      </w:r>
      <w:r>
        <w:t>étais trop gravement atteint pour voir personne ou même être transporté à l</w:t>
      </w:r>
      <w:r w:rsidR="00435B4F">
        <w:t>’</w:t>
      </w:r>
      <w:r>
        <w:t>hôpital</w:t>
      </w:r>
      <w:r w:rsidR="00435B4F">
        <w:t xml:space="preserve">. </w:t>
      </w:r>
      <w:r>
        <w:t>En première page</w:t>
      </w:r>
      <w:r w:rsidR="00435B4F">
        <w:t xml:space="preserve">, </w:t>
      </w:r>
      <w:r>
        <w:t>l</w:t>
      </w:r>
      <w:r w:rsidR="00435B4F">
        <w:t>’</w:t>
      </w:r>
      <w:r>
        <w:t>une à côté de l</w:t>
      </w:r>
      <w:r w:rsidR="00435B4F">
        <w:t>’</w:t>
      </w:r>
      <w:r>
        <w:t>autre</w:t>
      </w:r>
      <w:r w:rsidR="00435B4F">
        <w:t xml:space="preserve">, </w:t>
      </w:r>
      <w:r>
        <w:t>je pus contempler une photographie récente de Morelli et une autre de moi-même</w:t>
      </w:r>
      <w:r w:rsidR="00435B4F">
        <w:t xml:space="preserve">, </w:t>
      </w:r>
      <w:r>
        <w:t>vieille de treize ans où je portais un drôle de petit chapeau</w:t>
      </w:r>
      <w:r w:rsidR="00435B4F">
        <w:t xml:space="preserve">. </w:t>
      </w:r>
      <w:r>
        <w:t>Cette photographie remontait à l</w:t>
      </w:r>
      <w:r w:rsidR="00435B4F">
        <w:t>’</w:t>
      </w:r>
      <w:r>
        <w:t>époque où je m</w:t>
      </w:r>
      <w:r w:rsidR="00435B4F">
        <w:t>’</w:t>
      </w:r>
      <w:r>
        <w:t>étais occupé de l</w:t>
      </w:r>
      <w:r w:rsidR="00435B4F">
        <w:t>’</w:t>
      </w:r>
      <w:r>
        <w:t xml:space="preserve">explosion de </w:t>
      </w:r>
      <w:r>
        <w:lastRenderedPageBreak/>
        <w:t>Wall Street</w:t>
      </w:r>
      <w:r w:rsidR="00435B4F">
        <w:t xml:space="preserve">. </w:t>
      </w:r>
      <w:r>
        <w:t>La presse ne donnait que de vagues nouvelles concernant la mort de Julia</w:t>
      </w:r>
      <w:r w:rsidR="00435B4F">
        <w:t>.</w:t>
      </w:r>
    </w:p>
    <w:p w14:paraId="20C67B64" w14:textId="77777777" w:rsidR="00435B4F" w:rsidRDefault="00256283" w:rsidP="00256283">
      <w:r>
        <w:t xml:space="preserve">Je lisais quand Dorothy </w:t>
      </w:r>
      <w:proofErr w:type="spellStart"/>
      <w:r>
        <w:t>Wynant</w:t>
      </w:r>
      <w:proofErr w:type="spellEnd"/>
      <w:r>
        <w:t xml:space="preserve"> arriva</w:t>
      </w:r>
      <w:r w:rsidR="00435B4F">
        <w:t xml:space="preserve">. </w:t>
      </w:r>
      <w:r>
        <w:t>Je l</w:t>
      </w:r>
      <w:r w:rsidR="00435B4F">
        <w:t>’</w:t>
      </w:r>
      <w:r>
        <w:t>entendais qui parlait à Nora</w:t>
      </w:r>
      <w:r w:rsidR="00435B4F">
        <w:t xml:space="preserve">, </w:t>
      </w:r>
      <w:r>
        <w:t>dans le couloir</w:t>
      </w:r>
      <w:r w:rsidR="00435B4F">
        <w:t>.</w:t>
      </w:r>
    </w:p>
    <w:p w14:paraId="79787F65" w14:textId="77777777" w:rsidR="00435B4F" w:rsidRDefault="00435B4F" w:rsidP="00256283">
      <w:r>
        <w:t>— </w:t>
      </w:r>
      <w:r w:rsidR="00256283">
        <w:t>On n</w:t>
      </w:r>
      <w:r>
        <w:t>’</w:t>
      </w:r>
      <w:r w:rsidR="00256283">
        <w:t>a pas voulu m</w:t>
      </w:r>
      <w:r>
        <w:t>’</w:t>
      </w:r>
      <w:r w:rsidR="00256283">
        <w:t>annoncer par téléphone</w:t>
      </w:r>
      <w:r>
        <w:t xml:space="preserve">, </w:t>
      </w:r>
      <w:r w:rsidR="00256283">
        <w:t>disait-elle</w:t>
      </w:r>
      <w:r>
        <w:t xml:space="preserve">, </w:t>
      </w:r>
      <w:r w:rsidR="00256283">
        <w:t>alors j</w:t>
      </w:r>
      <w:r>
        <w:t>’</w:t>
      </w:r>
      <w:r w:rsidR="00256283">
        <w:t>ai fait le tour par l</w:t>
      </w:r>
      <w:r>
        <w:t>’</w:t>
      </w:r>
      <w:r w:rsidR="00256283">
        <w:t>escalier de service</w:t>
      </w:r>
      <w:r>
        <w:t xml:space="preserve">. </w:t>
      </w:r>
      <w:r w:rsidR="00256283">
        <w:t>Ne me renvoyez pas</w:t>
      </w:r>
      <w:r>
        <w:t xml:space="preserve"> ; </w:t>
      </w:r>
      <w:r w:rsidR="00256283">
        <w:t>je vous aiderai à soigner Nick</w:t>
      </w:r>
      <w:r>
        <w:t>.</w:t>
      </w:r>
    </w:p>
    <w:p w14:paraId="1EBC3E41" w14:textId="77777777" w:rsidR="00435B4F" w:rsidRDefault="00435B4F" w:rsidP="00256283">
      <w:r>
        <w:t>— </w:t>
      </w:r>
      <w:r w:rsidR="00256283">
        <w:t>Entrez</w:t>
      </w:r>
      <w:r>
        <w:t xml:space="preserve">, </w:t>
      </w:r>
      <w:r w:rsidR="00256283">
        <w:t>dit Nora</w:t>
      </w:r>
      <w:r>
        <w:t xml:space="preserve">, </w:t>
      </w:r>
      <w:r w:rsidR="00256283">
        <w:t>dès qu</w:t>
      </w:r>
      <w:r>
        <w:t>’</w:t>
      </w:r>
      <w:r w:rsidR="00256283">
        <w:t>elle put placer un mot</w:t>
      </w:r>
      <w:r>
        <w:t>.</w:t>
      </w:r>
    </w:p>
    <w:p w14:paraId="36AD0121" w14:textId="77777777" w:rsidR="00435B4F" w:rsidRDefault="00256283" w:rsidP="00256283">
      <w:r>
        <w:t>La jeune fille s</w:t>
      </w:r>
      <w:r w:rsidR="00435B4F">
        <w:t>’</w:t>
      </w:r>
      <w:r>
        <w:t>arrêta brusquement devant moi</w:t>
      </w:r>
      <w:r w:rsidR="00435B4F">
        <w:t>.</w:t>
      </w:r>
    </w:p>
    <w:p w14:paraId="26112DB3" w14:textId="77777777" w:rsidR="00435B4F" w:rsidRDefault="00435B4F" w:rsidP="00256283">
      <w:r>
        <w:t>— </w:t>
      </w:r>
      <w:r w:rsidR="00256283">
        <w:t>Mais</w:t>
      </w:r>
      <w:r>
        <w:t xml:space="preserve">… </w:t>
      </w:r>
      <w:r w:rsidR="00256283">
        <w:t>mais</w:t>
      </w:r>
      <w:r>
        <w:t xml:space="preserve">… </w:t>
      </w:r>
      <w:r w:rsidR="00256283">
        <w:t>bégaya-t-elle</w:t>
      </w:r>
      <w:r>
        <w:t xml:space="preserve">, </w:t>
      </w:r>
      <w:r w:rsidR="00256283">
        <w:t>les journaux disent</w:t>
      </w:r>
      <w:r>
        <w:t>…</w:t>
      </w:r>
    </w:p>
    <w:p w14:paraId="7C12F647" w14:textId="77777777" w:rsidR="00435B4F" w:rsidRDefault="00435B4F" w:rsidP="00256283">
      <w:r>
        <w:t>— </w:t>
      </w:r>
      <w:r w:rsidR="00256283">
        <w:t>Est-ce que j</w:t>
      </w:r>
      <w:r>
        <w:t>’</w:t>
      </w:r>
      <w:r w:rsidR="00256283">
        <w:t>ai l</w:t>
      </w:r>
      <w:r>
        <w:t>’</w:t>
      </w:r>
      <w:r w:rsidR="00256283">
        <w:t>air de me préparer à mourir</w:t>
      </w:r>
      <w:r>
        <w:t xml:space="preserve"> ? </w:t>
      </w:r>
      <w:r w:rsidR="00256283">
        <w:t>Qu</w:t>
      </w:r>
      <w:r>
        <w:t>’</w:t>
      </w:r>
      <w:r w:rsidR="00256283">
        <w:t>est-ce qui vous est arrivé</w:t>
      </w:r>
      <w:r>
        <w:t> ?</w:t>
      </w:r>
    </w:p>
    <w:p w14:paraId="7E7F0237" w14:textId="77777777" w:rsidR="00435B4F" w:rsidRDefault="00256283" w:rsidP="00256283">
      <w:r>
        <w:t>Sa lèvre inférieure était enflée et meurtrie</w:t>
      </w:r>
      <w:r w:rsidR="00435B4F">
        <w:t xml:space="preserve">, </w:t>
      </w:r>
      <w:r>
        <w:t>sa joue</w:t>
      </w:r>
      <w:r w:rsidR="00435B4F">
        <w:t xml:space="preserve">, </w:t>
      </w:r>
      <w:r>
        <w:t>écorchée</w:t>
      </w:r>
      <w:r w:rsidR="00435B4F">
        <w:t xml:space="preserve">, </w:t>
      </w:r>
      <w:r>
        <w:t>portait des traces de coups d</w:t>
      </w:r>
      <w:r w:rsidR="00435B4F">
        <w:t>’</w:t>
      </w:r>
      <w:r>
        <w:t>ongles</w:t>
      </w:r>
      <w:r w:rsidR="00435B4F">
        <w:t xml:space="preserve">. </w:t>
      </w:r>
      <w:r>
        <w:t>Ses yeux étaient rouges et gonflés</w:t>
      </w:r>
      <w:r w:rsidR="00435B4F">
        <w:t>.</w:t>
      </w:r>
    </w:p>
    <w:p w14:paraId="69850511" w14:textId="77777777" w:rsidR="00435B4F" w:rsidRDefault="00435B4F" w:rsidP="00256283">
      <w:r>
        <w:t>— </w:t>
      </w:r>
      <w:r w:rsidR="00256283">
        <w:t>Maman m</w:t>
      </w:r>
      <w:r>
        <w:t>’</w:t>
      </w:r>
      <w:r w:rsidR="00256283">
        <w:t>a battue</w:t>
      </w:r>
      <w:r>
        <w:t xml:space="preserve">, </w:t>
      </w:r>
      <w:r w:rsidR="00256283">
        <w:t>dit-elle</w:t>
      </w:r>
      <w:r>
        <w:t xml:space="preserve">. </w:t>
      </w:r>
      <w:r w:rsidR="00256283">
        <w:t>Regardez</w:t>
      </w:r>
      <w:r>
        <w:t> !</w:t>
      </w:r>
    </w:p>
    <w:p w14:paraId="2F205E94" w14:textId="77777777" w:rsidR="00435B4F" w:rsidRDefault="00256283" w:rsidP="00256283">
      <w:r>
        <w:t>Elle laissa tomber son manteau sur le tapis</w:t>
      </w:r>
      <w:r w:rsidR="00435B4F">
        <w:t xml:space="preserve"> ; </w:t>
      </w:r>
      <w:r>
        <w:t>dégrafa sa robe</w:t>
      </w:r>
      <w:r w:rsidR="00435B4F">
        <w:t xml:space="preserve">, </w:t>
      </w:r>
      <w:r>
        <w:t>sortit son bras droit de la manche et découvrit son dos</w:t>
      </w:r>
      <w:r w:rsidR="00435B4F">
        <w:t xml:space="preserve">. </w:t>
      </w:r>
      <w:r>
        <w:t>Le bras était couvert de bleus</w:t>
      </w:r>
      <w:r w:rsidR="00435B4F">
        <w:t xml:space="preserve"> ; </w:t>
      </w:r>
      <w:r>
        <w:t>des traînées rouges marquaient les épaules</w:t>
      </w:r>
      <w:r w:rsidR="00435B4F">
        <w:t xml:space="preserve">. </w:t>
      </w:r>
      <w:r>
        <w:t>Elle se mit à pleurer</w:t>
      </w:r>
      <w:r w:rsidR="00435B4F">
        <w:t>.</w:t>
      </w:r>
    </w:p>
    <w:p w14:paraId="07D921D8" w14:textId="77777777" w:rsidR="00435B4F" w:rsidRDefault="00435B4F" w:rsidP="00256283">
      <w:r>
        <w:t>— </w:t>
      </w:r>
      <w:r w:rsidR="00256283">
        <w:t>Vous voyez</w:t>
      </w:r>
      <w:r>
        <w:t xml:space="preserve"> ! </w:t>
      </w:r>
      <w:r w:rsidR="00256283">
        <w:t>gémit-elle</w:t>
      </w:r>
      <w:r>
        <w:t>.</w:t>
      </w:r>
    </w:p>
    <w:p w14:paraId="2FF41949" w14:textId="77777777" w:rsidR="00435B4F" w:rsidRDefault="00256283" w:rsidP="00256283">
      <w:r>
        <w:t>Nora la prit dans ses bras</w:t>
      </w:r>
      <w:r w:rsidR="00435B4F">
        <w:t>.</w:t>
      </w:r>
    </w:p>
    <w:p w14:paraId="427AD9BD" w14:textId="77777777" w:rsidR="00435B4F" w:rsidRDefault="00435B4F" w:rsidP="00256283">
      <w:r>
        <w:t>— </w:t>
      </w:r>
      <w:r w:rsidR="00256283">
        <w:t>Pauvre petite</w:t>
      </w:r>
      <w:r>
        <w:t> !</w:t>
      </w:r>
    </w:p>
    <w:p w14:paraId="7E0007CA" w14:textId="77777777" w:rsidR="00435B4F" w:rsidRDefault="00435B4F" w:rsidP="00256283">
      <w:r>
        <w:t>— </w:t>
      </w:r>
      <w:r w:rsidR="00256283">
        <w:t>Pourquoi vous a-t-elle battue</w:t>
      </w:r>
      <w:r>
        <w:t xml:space="preserve"> ? </w:t>
      </w:r>
      <w:r w:rsidR="00256283">
        <w:t>demandai-je</w:t>
      </w:r>
      <w:r>
        <w:t>.</w:t>
      </w:r>
    </w:p>
    <w:p w14:paraId="6237D24F" w14:textId="77777777" w:rsidR="00435B4F" w:rsidRDefault="00256283" w:rsidP="00256283">
      <w:r>
        <w:lastRenderedPageBreak/>
        <w:t>Elle s</w:t>
      </w:r>
      <w:r w:rsidR="00435B4F">
        <w:t>’</w:t>
      </w:r>
      <w:r>
        <w:t>agenouilla près du canapé</w:t>
      </w:r>
      <w:r w:rsidR="00435B4F">
        <w:t xml:space="preserve">. </w:t>
      </w:r>
      <w:proofErr w:type="spellStart"/>
      <w:r>
        <w:t>Asta</w:t>
      </w:r>
      <w:proofErr w:type="spellEnd"/>
      <w:r>
        <w:t xml:space="preserve"> vint se pelotonner près d</w:t>
      </w:r>
      <w:r w:rsidR="00435B4F">
        <w:t>’</w:t>
      </w:r>
      <w:r>
        <w:t>elle</w:t>
      </w:r>
      <w:r w:rsidR="00435B4F">
        <w:t>.</w:t>
      </w:r>
    </w:p>
    <w:p w14:paraId="128BF958" w14:textId="77777777" w:rsidR="00435B4F" w:rsidRDefault="00435B4F" w:rsidP="00256283">
      <w:r>
        <w:t>— </w:t>
      </w:r>
      <w:r w:rsidR="00256283">
        <w:t>Elle a cru que j</w:t>
      </w:r>
      <w:r>
        <w:t>’</w:t>
      </w:r>
      <w:r w:rsidR="00256283">
        <w:t>étais venue vous parler de papa et de Julia</w:t>
      </w:r>
      <w:r>
        <w:t xml:space="preserve"> ! </w:t>
      </w:r>
      <w:r w:rsidR="00256283">
        <w:t>C</w:t>
      </w:r>
      <w:r>
        <w:t>’</w:t>
      </w:r>
      <w:r w:rsidR="00256283">
        <w:t>est pour cela qu</w:t>
      </w:r>
      <w:r>
        <w:t>’</w:t>
      </w:r>
      <w:r w:rsidR="00256283">
        <w:t>elle est venue aussi</w:t>
      </w:r>
      <w:r>
        <w:t xml:space="preserve"> – </w:t>
      </w:r>
      <w:r w:rsidR="00256283">
        <w:t>pour savoir</w:t>
      </w:r>
      <w:r>
        <w:t xml:space="preserve">. </w:t>
      </w:r>
      <w:r w:rsidR="00256283">
        <w:t>Vous lui avez laissé croire que vous ne vous intéressiez pas à cette histoire et elle s</w:t>
      </w:r>
      <w:r>
        <w:t>’</w:t>
      </w:r>
      <w:r w:rsidR="00256283">
        <w:t>est calmée</w:t>
      </w:r>
      <w:r>
        <w:t xml:space="preserve">. </w:t>
      </w:r>
      <w:r w:rsidR="00256283">
        <w:t>Puis</w:t>
      </w:r>
      <w:r>
        <w:t xml:space="preserve">, </w:t>
      </w:r>
      <w:r w:rsidR="00256283">
        <w:t>elle a vu les journaux</w:t>
      </w:r>
      <w:r>
        <w:t xml:space="preserve"> ; </w:t>
      </w:r>
      <w:r w:rsidR="00256283">
        <w:t>elle a compris que vous aviez menti</w:t>
      </w:r>
      <w:r>
        <w:t xml:space="preserve">. </w:t>
      </w:r>
      <w:r w:rsidR="00256283">
        <w:t>Elle m</w:t>
      </w:r>
      <w:r>
        <w:t>’</w:t>
      </w:r>
      <w:r w:rsidR="00256283">
        <w:t>a battue pour me faire avouer ce que je vous avais dit</w:t>
      </w:r>
      <w:r>
        <w:t>.</w:t>
      </w:r>
    </w:p>
    <w:p w14:paraId="1EE953E0" w14:textId="77777777" w:rsidR="00435B4F" w:rsidRDefault="00435B4F" w:rsidP="00256283">
      <w:r>
        <w:t>— </w:t>
      </w:r>
      <w:r w:rsidR="00256283">
        <w:t>Et vous</w:t>
      </w:r>
      <w:r>
        <w:t xml:space="preserve">, </w:t>
      </w:r>
      <w:r w:rsidR="00256283">
        <w:t>que lui avez-vous dit</w:t>
      </w:r>
      <w:r>
        <w:t> ?</w:t>
      </w:r>
    </w:p>
    <w:p w14:paraId="784386F9" w14:textId="77777777" w:rsidR="00435B4F" w:rsidRDefault="00435B4F" w:rsidP="00256283">
      <w:r>
        <w:t>— </w:t>
      </w:r>
      <w:r w:rsidR="00256283">
        <w:t>Rien</w:t>
      </w:r>
      <w:r>
        <w:t xml:space="preserve">. </w:t>
      </w:r>
      <w:r w:rsidR="00256283">
        <w:t>Je ne pouvais rien dire</w:t>
      </w:r>
      <w:r>
        <w:t xml:space="preserve">. </w:t>
      </w:r>
      <w:r w:rsidR="00256283">
        <w:t>Je ne pouvais pas lui parler de mon beau-père</w:t>
      </w:r>
      <w:r>
        <w:t>.</w:t>
      </w:r>
    </w:p>
    <w:p w14:paraId="519DED0D" w14:textId="77777777" w:rsidR="00435B4F" w:rsidRDefault="00435B4F" w:rsidP="00256283">
      <w:r>
        <w:t>— </w:t>
      </w:r>
      <w:r w:rsidR="00256283">
        <w:t>Il était là</w:t>
      </w:r>
      <w:r>
        <w:t> ?</w:t>
      </w:r>
    </w:p>
    <w:p w14:paraId="329BE976" w14:textId="77777777" w:rsidR="00435B4F" w:rsidRDefault="00435B4F" w:rsidP="00256283">
      <w:r>
        <w:t>— </w:t>
      </w:r>
      <w:r w:rsidR="00256283">
        <w:t>Oui</w:t>
      </w:r>
      <w:r>
        <w:t>.</w:t>
      </w:r>
    </w:p>
    <w:p w14:paraId="22581043" w14:textId="77777777" w:rsidR="00435B4F" w:rsidRDefault="00435B4F" w:rsidP="00256283">
      <w:r>
        <w:t>— </w:t>
      </w:r>
      <w:r w:rsidR="00256283">
        <w:t>Il vous a laissé frapper sans intervenir</w:t>
      </w:r>
      <w:r>
        <w:t> ?</w:t>
      </w:r>
    </w:p>
    <w:p w14:paraId="27749D41" w14:textId="77777777" w:rsidR="00435B4F" w:rsidRDefault="00435B4F" w:rsidP="00256283">
      <w:r>
        <w:t>— </w:t>
      </w:r>
      <w:r w:rsidR="00256283">
        <w:t>Il n</w:t>
      </w:r>
      <w:r>
        <w:t>’</w:t>
      </w:r>
      <w:r w:rsidR="00256283">
        <w:t>intervient jamais</w:t>
      </w:r>
      <w:r>
        <w:t>.</w:t>
      </w:r>
    </w:p>
    <w:p w14:paraId="3FC181F5" w14:textId="77777777" w:rsidR="00435B4F" w:rsidRDefault="00256283" w:rsidP="00256283">
      <w:r>
        <w:t>Je regardai Nora</w:t>
      </w:r>
      <w:r w:rsidR="00435B4F">
        <w:t>.</w:t>
      </w:r>
    </w:p>
    <w:p w14:paraId="7DA36872" w14:textId="77777777" w:rsidR="00435B4F" w:rsidRDefault="00435B4F" w:rsidP="00256283">
      <w:r>
        <w:t>— </w:t>
      </w:r>
      <w:r w:rsidR="00256283">
        <w:t>Donne-nous à boire</w:t>
      </w:r>
      <w:r>
        <w:t xml:space="preserve">, </w:t>
      </w:r>
      <w:r w:rsidR="00256283">
        <w:t>dis-je</w:t>
      </w:r>
      <w:r>
        <w:t>.</w:t>
      </w:r>
    </w:p>
    <w:p w14:paraId="00EAD275" w14:textId="77777777" w:rsidR="00435B4F" w:rsidRDefault="00256283" w:rsidP="00256283">
      <w:r>
        <w:t>Elle ramassa le manteau de Dorothy</w:t>
      </w:r>
      <w:r w:rsidR="00435B4F">
        <w:t xml:space="preserve">, </w:t>
      </w:r>
      <w:r>
        <w:t>le jeta sur une chaise et sortit</w:t>
      </w:r>
      <w:r w:rsidR="00435B4F">
        <w:t>.</w:t>
      </w:r>
    </w:p>
    <w:p w14:paraId="4B987B7D" w14:textId="77777777" w:rsidR="00435B4F" w:rsidRDefault="00435B4F" w:rsidP="00256283">
      <w:r>
        <w:t>— </w:t>
      </w:r>
      <w:r w:rsidR="00256283">
        <w:t>Laissez-moi rester ici</w:t>
      </w:r>
      <w:r>
        <w:t xml:space="preserve">, </w:t>
      </w:r>
      <w:r w:rsidR="00256283">
        <w:t>Nick</w:t>
      </w:r>
      <w:r>
        <w:t xml:space="preserve">. </w:t>
      </w:r>
      <w:r w:rsidR="00256283">
        <w:t>Je serai bien sage</w:t>
      </w:r>
      <w:r>
        <w:t xml:space="preserve">. </w:t>
      </w:r>
      <w:r w:rsidR="00256283">
        <w:t>Vous m</w:t>
      </w:r>
      <w:r>
        <w:t>’</w:t>
      </w:r>
      <w:r w:rsidR="00256283">
        <w:t>avez dit vous-même que je ferais bien de les quitter</w:t>
      </w:r>
      <w:r>
        <w:t xml:space="preserve">. </w:t>
      </w:r>
      <w:r w:rsidR="00256283">
        <w:t>Je ne sais où aller</w:t>
      </w:r>
      <w:r>
        <w:t xml:space="preserve">. </w:t>
      </w:r>
      <w:r w:rsidR="00256283">
        <w:t>Je vous en supplie</w:t>
      </w:r>
      <w:r>
        <w:t xml:space="preserve">, </w:t>
      </w:r>
      <w:r w:rsidR="00256283">
        <w:t>Nick</w:t>
      </w:r>
      <w:r>
        <w:t> !</w:t>
      </w:r>
    </w:p>
    <w:p w14:paraId="33C651F7" w14:textId="77777777" w:rsidR="00435B4F" w:rsidRDefault="00435B4F" w:rsidP="00256283">
      <w:r>
        <w:t>— </w:t>
      </w:r>
      <w:r w:rsidR="00256283">
        <w:t>Doucement</w:t>
      </w:r>
      <w:r>
        <w:t xml:space="preserve"> ! </w:t>
      </w:r>
      <w:r w:rsidR="00256283">
        <w:t>Il faut réfléchir à tout cela</w:t>
      </w:r>
      <w:r>
        <w:t xml:space="preserve">. </w:t>
      </w:r>
      <w:r w:rsidR="00256283">
        <w:t>J</w:t>
      </w:r>
      <w:r>
        <w:t>’</w:t>
      </w:r>
      <w:r w:rsidR="00256283">
        <w:t>ai peur de votre mère</w:t>
      </w:r>
      <w:r>
        <w:t xml:space="preserve">, </w:t>
      </w:r>
      <w:r w:rsidR="00256283">
        <w:t>tout autant que vous</w:t>
      </w:r>
      <w:r>
        <w:t xml:space="preserve">. </w:t>
      </w:r>
      <w:r w:rsidR="00256283">
        <w:t>Qu</w:t>
      </w:r>
      <w:r>
        <w:t>’</w:t>
      </w:r>
      <w:r w:rsidR="00256283">
        <w:t>est-ce qu</w:t>
      </w:r>
      <w:r>
        <w:t>’</w:t>
      </w:r>
      <w:r w:rsidR="00256283">
        <w:t>elle s</w:t>
      </w:r>
      <w:r>
        <w:t>’</w:t>
      </w:r>
      <w:r w:rsidR="00256283">
        <w:t>imagine que vous m</w:t>
      </w:r>
      <w:r>
        <w:t>’</w:t>
      </w:r>
      <w:r w:rsidR="00256283">
        <w:t>avez dit</w:t>
      </w:r>
      <w:r>
        <w:t> ?</w:t>
      </w:r>
    </w:p>
    <w:p w14:paraId="5A4330B8" w14:textId="77777777" w:rsidR="00435B4F" w:rsidRDefault="00435B4F" w:rsidP="00256283">
      <w:r>
        <w:lastRenderedPageBreak/>
        <w:t>— </w:t>
      </w:r>
      <w:r w:rsidR="00256283">
        <w:t>Elle doit savoir quelque chose</w:t>
      </w:r>
      <w:r>
        <w:t xml:space="preserve"> – </w:t>
      </w:r>
      <w:r w:rsidR="00256283">
        <w:t>à propos du crime</w:t>
      </w:r>
      <w:r>
        <w:t xml:space="preserve"> – </w:t>
      </w:r>
      <w:r w:rsidR="00256283">
        <w:t>et s</w:t>
      </w:r>
      <w:r>
        <w:t>’</w:t>
      </w:r>
      <w:r w:rsidR="00256283">
        <w:t>imagine que je le sais aussi</w:t>
      </w:r>
      <w:r>
        <w:t xml:space="preserve">. </w:t>
      </w:r>
      <w:r w:rsidR="00256283">
        <w:t>Mais je ne sais rien</w:t>
      </w:r>
      <w:r>
        <w:t xml:space="preserve">, </w:t>
      </w:r>
      <w:r w:rsidR="00256283">
        <w:t>Nick</w:t>
      </w:r>
      <w:r>
        <w:t xml:space="preserve">, </w:t>
      </w:r>
      <w:r w:rsidR="00256283">
        <w:t>je le jure</w:t>
      </w:r>
      <w:r>
        <w:t> !</w:t>
      </w:r>
    </w:p>
    <w:p w14:paraId="5EB0E154" w14:textId="77777777" w:rsidR="00435B4F" w:rsidRDefault="00435B4F" w:rsidP="00256283">
      <w:r>
        <w:t>— </w:t>
      </w:r>
      <w:r w:rsidR="00256283">
        <w:t>Tout cela ne nous avance à rien</w:t>
      </w:r>
      <w:r>
        <w:t xml:space="preserve">, </w:t>
      </w:r>
      <w:r w:rsidR="00256283">
        <w:t>dis-je</w:t>
      </w:r>
      <w:r>
        <w:t xml:space="preserve">. </w:t>
      </w:r>
      <w:r w:rsidR="00256283">
        <w:t>Écoutez-moi</w:t>
      </w:r>
      <w:r>
        <w:t xml:space="preserve">, </w:t>
      </w:r>
      <w:r w:rsidR="00256283">
        <w:t>petite fille</w:t>
      </w:r>
      <w:r>
        <w:t xml:space="preserve"> ; </w:t>
      </w:r>
      <w:r w:rsidR="00256283">
        <w:t>il y a des choses que vous savez et c</w:t>
      </w:r>
      <w:r>
        <w:t>’</w:t>
      </w:r>
      <w:r w:rsidR="00256283">
        <w:t>est par là que nous allons commencer</w:t>
      </w:r>
      <w:r>
        <w:t xml:space="preserve">. </w:t>
      </w:r>
      <w:r w:rsidR="00256283">
        <w:t>Dites la vérité ou bien</w:t>
      </w:r>
      <w:r>
        <w:t xml:space="preserve">… </w:t>
      </w:r>
      <w:r w:rsidR="00256283">
        <w:t>je ne joue plus</w:t>
      </w:r>
      <w:r>
        <w:t> !</w:t>
      </w:r>
    </w:p>
    <w:p w14:paraId="42C12F3A" w14:textId="77777777" w:rsidR="00435B4F" w:rsidRDefault="00435B4F" w:rsidP="00256283">
      <w:r>
        <w:t>— </w:t>
      </w:r>
      <w:r w:rsidR="00256283">
        <w:t>Je le jure</w:t>
      </w:r>
      <w:r>
        <w:t xml:space="preserve"> ! </w:t>
      </w:r>
      <w:r w:rsidR="00256283">
        <w:t>déclara-t-elle</w:t>
      </w:r>
      <w:r>
        <w:t>.</w:t>
      </w:r>
    </w:p>
    <w:p w14:paraId="083DAA80" w14:textId="77777777" w:rsidR="00435B4F" w:rsidRDefault="00435B4F" w:rsidP="00256283">
      <w:r>
        <w:t>— </w:t>
      </w:r>
      <w:r w:rsidR="00256283">
        <w:t>Bien</w:t>
      </w:r>
      <w:r>
        <w:t xml:space="preserve">. </w:t>
      </w:r>
      <w:r w:rsidR="00256283">
        <w:t>Buvons</w:t>
      </w:r>
      <w:r>
        <w:t>.</w:t>
      </w:r>
    </w:p>
    <w:p w14:paraId="40C2AF97" w14:textId="77777777" w:rsidR="00435B4F" w:rsidRDefault="00256283" w:rsidP="00256283">
      <w:r>
        <w:t>Nous prîmes chacun un verre sur le plateau qu</w:t>
      </w:r>
      <w:r w:rsidR="00435B4F">
        <w:t>’</w:t>
      </w:r>
      <w:r>
        <w:t>apportait Nora</w:t>
      </w:r>
      <w:r w:rsidR="00435B4F">
        <w:t>.</w:t>
      </w:r>
    </w:p>
    <w:p w14:paraId="07D70B73" w14:textId="77777777" w:rsidR="00435B4F" w:rsidRDefault="00435B4F" w:rsidP="00256283">
      <w:r>
        <w:t>— </w:t>
      </w:r>
      <w:r w:rsidR="00256283">
        <w:t>Vous avez dit à votre mère que vous sortiez</w:t>
      </w:r>
      <w:r>
        <w:t xml:space="preserve"> ? </w:t>
      </w:r>
      <w:r w:rsidR="00256283">
        <w:t>demandai-je après avoir bu</w:t>
      </w:r>
      <w:r>
        <w:t>.</w:t>
      </w:r>
    </w:p>
    <w:p w14:paraId="5FDEFB37" w14:textId="77777777" w:rsidR="00435B4F" w:rsidRDefault="00435B4F" w:rsidP="00256283">
      <w:r>
        <w:t>— </w:t>
      </w:r>
      <w:r w:rsidR="00256283">
        <w:t>Non</w:t>
      </w:r>
      <w:r>
        <w:t xml:space="preserve">, </w:t>
      </w:r>
      <w:r w:rsidR="00256283">
        <w:t>elle croit peut-être que je suis encore dans ma chambre</w:t>
      </w:r>
      <w:r>
        <w:t>.</w:t>
      </w:r>
    </w:p>
    <w:p w14:paraId="08584EEA" w14:textId="77777777" w:rsidR="00435B4F" w:rsidRDefault="00435B4F" w:rsidP="00256283">
      <w:r>
        <w:t>— </w:t>
      </w:r>
      <w:r w:rsidR="00256283">
        <w:t>Tant mieux</w:t>
      </w:r>
      <w:r>
        <w:t>.</w:t>
      </w:r>
    </w:p>
    <w:p w14:paraId="3ED829FE" w14:textId="77777777" w:rsidR="00435B4F" w:rsidRDefault="00435B4F" w:rsidP="00256283">
      <w:r>
        <w:t>— </w:t>
      </w:r>
      <w:r w:rsidR="00256283">
        <w:t>Vous n</w:t>
      </w:r>
      <w:r>
        <w:t>’</w:t>
      </w:r>
      <w:r w:rsidR="00256283">
        <w:t>allez pas me renvoyer là-bas</w:t>
      </w:r>
      <w:r>
        <w:t> ?</w:t>
      </w:r>
    </w:p>
    <w:p w14:paraId="05CFDDF4" w14:textId="77777777" w:rsidR="00435B4F" w:rsidRDefault="00435B4F" w:rsidP="00256283">
      <w:r>
        <w:t>— </w:t>
      </w:r>
      <w:r w:rsidR="00256283">
        <w:t>Cette enfant ne peut pas rester dans une maison où on la bat</w:t>
      </w:r>
      <w:r>
        <w:t xml:space="preserve"> ! </w:t>
      </w:r>
      <w:r w:rsidR="00256283">
        <w:t>intervint Nora</w:t>
      </w:r>
      <w:r>
        <w:t>.</w:t>
      </w:r>
    </w:p>
    <w:p w14:paraId="1282839B" w14:textId="77777777" w:rsidR="00435B4F" w:rsidRDefault="00435B4F" w:rsidP="00256283">
      <w:r>
        <w:t>— </w:t>
      </w:r>
      <w:r w:rsidR="00256283">
        <w:t>Ta-ta-ta</w:t>
      </w:r>
      <w:r>
        <w:t xml:space="preserve">, </w:t>
      </w:r>
      <w:r w:rsidR="00256283">
        <w:t>je ne sais pas</w:t>
      </w:r>
      <w:r>
        <w:t xml:space="preserve">, </w:t>
      </w:r>
      <w:r w:rsidR="00256283">
        <w:t>dis-je</w:t>
      </w:r>
      <w:r>
        <w:t xml:space="preserve">. </w:t>
      </w:r>
      <w:r w:rsidR="00256283">
        <w:t>Je pensais que puisque nous dînions chez Mimi</w:t>
      </w:r>
      <w:r>
        <w:t xml:space="preserve">, </w:t>
      </w:r>
      <w:r w:rsidR="00256283">
        <w:t>il vaudrait peut-être mieux qu</w:t>
      </w:r>
      <w:r>
        <w:t>’</w:t>
      </w:r>
      <w:r w:rsidR="00256283">
        <w:t>elle ne sût pas</w:t>
      </w:r>
      <w:r>
        <w:t>…</w:t>
      </w:r>
    </w:p>
    <w:p w14:paraId="33FF79FF" w14:textId="77777777" w:rsidR="00435B4F" w:rsidRDefault="00256283" w:rsidP="00256283">
      <w:r>
        <w:t>Dorothy me regardait bouche bée</w:t>
      </w:r>
      <w:r w:rsidR="00435B4F">
        <w:t xml:space="preserve">, </w:t>
      </w:r>
      <w:r>
        <w:t>les yeux écarquillés</w:t>
      </w:r>
      <w:r w:rsidR="00435B4F">
        <w:t>.</w:t>
      </w:r>
    </w:p>
    <w:p w14:paraId="6AF7F750" w14:textId="77777777" w:rsidR="00435B4F" w:rsidRDefault="00435B4F" w:rsidP="00256283">
      <w:r>
        <w:t>— </w:t>
      </w:r>
      <w:r w:rsidR="00256283">
        <w:t>Si tu crois que tu m</w:t>
      </w:r>
      <w:r>
        <w:t>’</w:t>
      </w:r>
      <w:r w:rsidR="00256283">
        <w:t>amèneras là-bas</w:t>
      </w:r>
      <w:r>
        <w:t xml:space="preserve">, </w:t>
      </w:r>
      <w:r w:rsidR="00256283">
        <w:t>maintenant</w:t>
      </w:r>
      <w:r>
        <w:t xml:space="preserve">, </w:t>
      </w:r>
      <w:r w:rsidR="00256283">
        <w:t>grommela Nora</w:t>
      </w:r>
      <w:r>
        <w:t>.</w:t>
      </w:r>
    </w:p>
    <w:p w14:paraId="45D7A36F" w14:textId="77777777" w:rsidR="00435B4F" w:rsidRDefault="00435B4F" w:rsidP="00256283">
      <w:r>
        <w:lastRenderedPageBreak/>
        <w:t>— </w:t>
      </w:r>
      <w:r w:rsidR="00256283">
        <w:t>Mais maman ne vous attend pas</w:t>
      </w:r>
      <w:r>
        <w:t xml:space="preserve">, </w:t>
      </w:r>
      <w:r w:rsidR="00256283">
        <w:t>dit Dorothy</w:t>
      </w:r>
      <w:r>
        <w:t xml:space="preserve">. </w:t>
      </w:r>
      <w:r w:rsidR="00256283">
        <w:t>Elle ne sera peut-être pas à la maison</w:t>
      </w:r>
      <w:r>
        <w:t xml:space="preserve"> ; </w:t>
      </w:r>
      <w:r w:rsidR="00256283">
        <w:t>les journaux disaient que vous étiez mortellement blessé</w:t>
      </w:r>
      <w:r>
        <w:t xml:space="preserve"> ; </w:t>
      </w:r>
      <w:r w:rsidR="00256283">
        <w:t>elle ne croit pas que vous viendrez dîner</w:t>
      </w:r>
      <w:r>
        <w:t>.</w:t>
      </w:r>
    </w:p>
    <w:p w14:paraId="7CA5BE66" w14:textId="77777777" w:rsidR="00435B4F" w:rsidRDefault="00435B4F" w:rsidP="00256283">
      <w:r>
        <w:t>— </w:t>
      </w:r>
      <w:r w:rsidR="00256283">
        <w:t>Tant mieux</w:t>
      </w:r>
      <w:r>
        <w:t xml:space="preserve"> ; </w:t>
      </w:r>
      <w:r w:rsidR="00256283">
        <w:t>ce sera une surprise</w:t>
      </w:r>
      <w:r>
        <w:t> !</w:t>
      </w:r>
    </w:p>
    <w:p w14:paraId="7D865087" w14:textId="77777777" w:rsidR="00435B4F" w:rsidRDefault="00256283" w:rsidP="00256283">
      <w:r>
        <w:t>Elle approcha son visage pâle</w:t>
      </w:r>
      <w:r w:rsidR="00435B4F">
        <w:t xml:space="preserve">, </w:t>
      </w:r>
      <w:r>
        <w:t>tout contre le mien</w:t>
      </w:r>
      <w:r w:rsidR="00435B4F">
        <w:t xml:space="preserve">, </w:t>
      </w:r>
      <w:r>
        <w:t>renversant une partie du contenu de son verre sur ma manche</w:t>
      </w:r>
      <w:r w:rsidR="00435B4F">
        <w:t>.</w:t>
      </w:r>
    </w:p>
    <w:p w14:paraId="24CC4674" w14:textId="77777777" w:rsidR="00435B4F" w:rsidRDefault="00435B4F" w:rsidP="00256283">
      <w:r>
        <w:t>— </w:t>
      </w:r>
      <w:r w:rsidR="00256283">
        <w:t>N</w:t>
      </w:r>
      <w:r>
        <w:t>’</w:t>
      </w:r>
      <w:r w:rsidR="00256283">
        <w:t>y allez pas</w:t>
      </w:r>
      <w:r>
        <w:t xml:space="preserve"> ! </w:t>
      </w:r>
      <w:r w:rsidR="00256283">
        <w:t>s</w:t>
      </w:r>
      <w:r>
        <w:t>’</w:t>
      </w:r>
      <w:r w:rsidR="00256283">
        <w:t>écria-t-elle</w:t>
      </w:r>
      <w:r>
        <w:t xml:space="preserve">. </w:t>
      </w:r>
      <w:r w:rsidR="00256283">
        <w:t>Vous ne pouvez pas y aller</w:t>
      </w:r>
      <w:r>
        <w:t xml:space="preserve"> ! </w:t>
      </w:r>
      <w:r w:rsidR="00256283">
        <w:t>Écoutez-moi</w:t>
      </w:r>
      <w:r>
        <w:t xml:space="preserve">. </w:t>
      </w:r>
      <w:r w:rsidR="00256283">
        <w:t>Écoutez Nora</w:t>
      </w:r>
      <w:r>
        <w:t xml:space="preserve">. </w:t>
      </w:r>
      <w:r w:rsidR="00256283">
        <w:t>C</w:t>
      </w:r>
      <w:r>
        <w:t>’</w:t>
      </w:r>
      <w:r w:rsidR="00256283">
        <w:t>est impossible</w:t>
      </w:r>
      <w:r>
        <w:t xml:space="preserve"> ! </w:t>
      </w:r>
      <w:r w:rsidR="00256283">
        <w:t>N</w:t>
      </w:r>
      <w:r>
        <w:t>’</w:t>
      </w:r>
      <w:r w:rsidR="00256283">
        <w:t>est-ce pas</w:t>
      </w:r>
      <w:r>
        <w:t xml:space="preserve">, </w:t>
      </w:r>
      <w:r w:rsidR="00256283">
        <w:t>ajouta-t-elle</w:t>
      </w:r>
      <w:r>
        <w:t xml:space="preserve">, </w:t>
      </w:r>
      <w:r w:rsidR="00256283">
        <w:t>se tournant vers ma femme</w:t>
      </w:r>
      <w:r>
        <w:t xml:space="preserve">, </w:t>
      </w:r>
      <w:r w:rsidR="00256283">
        <w:t>il ne peut pas y aller</w:t>
      </w:r>
      <w:r>
        <w:t> !</w:t>
      </w:r>
    </w:p>
    <w:p w14:paraId="4BB789E9" w14:textId="77777777" w:rsidR="00435B4F" w:rsidRDefault="00256283" w:rsidP="00256283">
      <w:r>
        <w:t>Nora ne me quittait pas des yeux</w:t>
      </w:r>
      <w:r w:rsidR="00435B4F">
        <w:t>.</w:t>
      </w:r>
    </w:p>
    <w:p w14:paraId="5B328B35" w14:textId="77777777" w:rsidR="00435B4F" w:rsidRDefault="00435B4F" w:rsidP="00256283">
      <w:r>
        <w:t>— </w:t>
      </w:r>
      <w:r w:rsidR="00256283">
        <w:t>Attendez</w:t>
      </w:r>
      <w:r>
        <w:t xml:space="preserve">, </w:t>
      </w:r>
      <w:r w:rsidR="00256283">
        <w:t>Dorothy</w:t>
      </w:r>
      <w:r>
        <w:t xml:space="preserve">, </w:t>
      </w:r>
      <w:r w:rsidR="00256283">
        <w:t>dit-elle</w:t>
      </w:r>
      <w:r>
        <w:t xml:space="preserve">. </w:t>
      </w:r>
      <w:r w:rsidR="00256283">
        <w:t>Il sait mieux que nous ce qu</w:t>
      </w:r>
      <w:r>
        <w:t>’</w:t>
      </w:r>
      <w:r w:rsidR="00256283">
        <w:t>il faut faire</w:t>
      </w:r>
      <w:r>
        <w:t>.</w:t>
      </w:r>
    </w:p>
    <w:p w14:paraId="3D1348BF" w14:textId="77777777" w:rsidR="00435B4F" w:rsidRDefault="00435B4F" w:rsidP="00256283">
      <w:r>
        <w:t>— </w:t>
      </w:r>
      <w:r w:rsidR="00256283">
        <w:t>Dorothy peut rester ici</w:t>
      </w:r>
      <w:r>
        <w:t xml:space="preserve">, </w:t>
      </w:r>
      <w:r w:rsidR="00256283">
        <w:t>répondis-je</w:t>
      </w:r>
      <w:r>
        <w:t xml:space="preserve">, </w:t>
      </w:r>
      <w:r w:rsidR="00256283">
        <w:t>après quelques secondes</w:t>
      </w:r>
      <w:r>
        <w:t xml:space="preserve"> ; </w:t>
      </w:r>
      <w:r w:rsidR="00256283">
        <w:t>elle couchera sur le canapé</w:t>
      </w:r>
      <w:r>
        <w:t xml:space="preserve">, </w:t>
      </w:r>
      <w:r w:rsidR="00256283">
        <w:t xml:space="preserve">avec </w:t>
      </w:r>
      <w:proofErr w:type="spellStart"/>
      <w:r w:rsidR="00256283">
        <w:t>Asta</w:t>
      </w:r>
      <w:proofErr w:type="spellEnd"/>
      <w:r>
        <w:t xml:space="preserve">. </w:t>
      </w:r>
      <w:r w:rsidR="00256283">
        <w:t>Mais laissez-moi la paix pour ce qui me concerne personnellement</w:t>
      </w:r>
      <w:r>
        <w:t xml:space="preserve">. </w:t>
      </w:r>
      <w:r w:rsidR="00256283">
        <w:t>J</w:t>
      </w:r>
      <w:r>
        <w:t>’</w:t>
      </w:r>
      <w:r w:rsidR="00256283">
        <w:t>ignore encore ce que je ferai</w:t>
      </w:r>
      <w:r>
        <w:t xml:space="preserve">, </w:t>
      </w:r>
      <w:r w:rsidR="00256283">
        <w:t>car j</w:t>
      </w:r>
      <w:r>
        <w:t>’</w:t>
      </w:r>
      <w:r w:rsidR="00256283">
        <w:t>ignore ce que l</w:t>
      </w:r>
      <w:r>
        <w:t>’</w:t>
      </w:r>
      <w:r w:rsidR="00256283">
        <w:t>on a voulu me faire</w:t>
      </w:r>
      <w:r>
        <w:t xml:space="preserve">. </w:t>
      </w:r>
      <w:r w:rsidR="00256283">
        <w:t>Il faut que je procède à une petite enquête</w:t>
      </w:r>
      <w:r>
        <w:t xml:space="preserve">, </w:t>
      </w:r>
      <w:r w:rsidR="00256283">
        <w:t>à ma façon</w:t>
      </w:r>
      <w:r>
        <w:t>.</w:t>
      </w:r>
    </w:p>
    <w:p w14:paraId="27DA8EB8" w14:textId="77777777" w:rsidR="00435B4F" w:rsidRDefault="00435B4F" w:rsidP="00256283">
      <w:r>
        <w:t>— </w:t>
      </w:r>
      <w:r w:rsidR="00256283">
        <w:t>Nous ne nous en mêlerons pas</w:t>
      </w:r>
      <w:r>
        <w:t xml:space="preserve">, </w:t>
      </w:r>
      <w:r w:rsidR="00256283">
        <w:t>n</w:t>
      </w:r>
      <w:r>
        <w:t>’</w:t>
      </w:r>
      <w:r w:rsidR="00256283">
        <w:t>est-ce pas</w:t>
      </w:r>
      <w:r>
        <w:t xml:space="preserve">, </w:t>
      </w:r>
      <w:r w:rsidR="00256283">
        <w:t>Nora</w:t>
      </w:r>
      <w:r>
        <w:t xml:space="preserve">, </w:t>
      </w:r>
      <w:r w:rsidR="00256283">
        <w:t>dit Dorothy</w:t>
      </w:r>
      <w:r>
        <w:t>.</w:t>
      </w:r>
    </w:p>
    <w:p w14:paraId="06A1FFB1" w14:textId="77777777" w:rsidR="00435B4F" w:rsidRDefault="00435B4F" w:rsidP="00256283">
      <w:r>
        <w:t>— </w:t>
      </w:r>
      <w:r w:rsidR="00256283">
        <w:t>Où avez-vous eu ce pistolet</w:t>
      </w:r>
      <w:r>
        <w:t xml:space="preserve"> ? </w:t>
      </w:r>
      <w:r w:rsidR="00256283">
        <w:t>demandai-je à la jeune fille</w:t>
      </w:r>
      <w:r>
        <w:t xml:space="preserve">, </w:t>
      </w:r>
      <w:r w:rsidR="00256283">
        <w:t>et</w:t>
      </w:r>
      <w:r>
        <w:t xml:space="preserve">, </w:t>
      </w:r>
      <w:r w:rsidR="00256283">
        <w:t>cette fois</w:t>
      </w:r>
      <w:r>
        <w:t xml:space="preserve">, </w:t>
      </w:r>
      <w:r w:rsidR="00256283">
        <w:t>pas de contes de fées</w:t>
      </w:r>
      <w:r>
        <w:t>.</w:t>
      </w:r>
    </w:p>
    <w:p w14:paraId="0FDACA6C" w14:textId="77777777" w:rsidR="00435B4F" w:rsidRDefault="00256283" w:rsidP="00256283">
      <w:r>
        <w:t>Elle rougit et passa sa langue sur ses lèvres sèches</w:t>
      </w:r>
      <w:r w:rsidR="00435B4F">
        <w:t>.</w:t>
      </w:r>
    </w:p>
    <w:p w14:paraId="57944FA6" w14:textId="77777777" w:rsidR="00435B4F" w:rsidRDefault="00435B4F" w:rsidP="00256283">
      <w:r>
        <w:t>— </w:t>
      </w:r>
      <w:r w:rsidR="00256283">
        <w:t>Attention</w:t>
      </w:r>
      <w:r>
        <w:t xml:space="preserve">, </w:t>
      </w:r>
      <w:r w:rsidR="00256283">
        <w:t>dis-je</w:t>
      </w:r>
      <w:r>
        <w:t xml:space="preserve">. </w:t>
      </w:r>
      <w:r w:rsidR="00256283">
        <w:t>Si c</w:t>
      </w:r>
      <w:r>
        <w:t>’</w:t>
      </w:r>
      <w:r w:rsidR="00256283">
        <w:t>est encore un bateau</w:t>
      </w:r>
      <w:r>
        <w:t xml:space="preserve">, </w:t>
      </w:r>
      <w:r w:rsidR="00256283">
        <w:t>je téléphone à Mimi de venir vous chercher</w:t>
      </w:r>
      <w:r>
        <w:t>.</w:t>
      </w:r>
    </w:p>
    <w:p w14:paraId="6FC078E8" w14:textId="77777777" w:rsidR="00435B4F" w:rsidRDefault="00435B4F" w:rsidP="00256283">
      <w:r>
        <w:lastRenderedPageBreak/>
        <w:t>— </w:t>
      </w:r>
      <w:r w:rsidR="00256283">
        <w:t>Laisse-la respirer</w:t>
      </w:r>
      <w:r>
        <w:t xml:space="preserve">, </w:t>
      </w:r>
      <w:r w:rsidR="00256283">
        <w:t>intervint Nora</w:t>
      </w:r>
      <w:r>
        <w:t>.</w:t>
      </w:r>
    </w:p>
    <w:p w14:paraId="45EB41CF" w14:textId="77777777" w:rsidR="00435B4F" w:rsidRDefault="00256283" w:rsidP="00256283">
      <w:r>
        <w:t>Dorothy toussota</w:t>
      </w:r>
      <w:r w:rsidR="00435B4F">
        <w:t>.</w:t>
      </w:r>
    </w:p>
    <w:p w14:paraId="6D4880D5" w14:textId="77777777" w:rsidR="00435B4F" w:rsidRDefault="00435B4F" w:rsidP="00256283">
      <w:r>
        <w:t>— </w:t>
      </w:r>
      <w:r w:rsidR="00256283">
        <w:t>Puis-je vous raconter</w:t>
      </w:r>
      <w:r>
        <w:t xml:space="preserve">, </w:t>
      </w:r>
      <w:r w:rsidR="00256283">
        <w:t>dit-elle</w:t>
      </w:r>
      <w:r>
        <w:t xml:space="preserve">, </w:t>
      </w:r>
      <w:r w:rsidR="00256283">
        <w:t>quelque chose qui m</w:t>
      </w:r>
      <w:r>
        <w:t>’</w:t>
      </w:r>
      <w:r w:rsidR="00256283">
        <w:t>est arrivé quand j</w:t>
      </w:r>
      <w:r>
        <w:t>’</w:t>
      </w:r>
      <w:r w:rsidR="00256283">
        <w:t>étais petite</w:t>
      </w:r>
      <w:r>
        <w:t> ?</w:t>
      </w:r>
    </w:p>
    <w:p w14:paraId="11835508" w14:textId="77777777" w:rsidR="00435B4F" w:rsidRDefault="00435B4F" w:rsidP="00256283">
      <w:r>
        <w:t>— </w:t>
      </w:r>
      <w:r w:rsidR="00256283">
        <w:t>Est-ce que ça se rapporte au pistolet</w:t>
      </w:r>
      <w:r>
        <w:t> ?</w:t>
      </w:r>
    </w:p>
    <w:p w14:paraId="7661CBE0" w14:textId="77777777" w:rsidR="00435B4F" w:rsidRDefault="00435B4F" w:rsidP="00256283">
      <w:r>
        <w:t>— </w:t>
      </w:r>
      <w:r w:rsidR="00256283">
        <w:t>Pas exactement</w:t>
      </w:r>
      <w:r>
        <w:t xml:space="preserve">, </w:t>
      </w:r>
      <w:r w:rsidR="00256283">
        <w:t>mais vous comprendrez mieux</w:t>
      </w:r>
      <w:r>
        <w:t>…</w:t>
      </w:r>
    </w:p>
    <w:p w14:paraId="20D74484" w14:textId="77777777" w:rsidR="00435B4F" w:rsidRDefault="00435B4F" w:rsidP="00256283">
      <w:r>
        <w:t>— </w:t>
      </w:r>
      <w:r w:rsidR="00256283">
        <w:t>Une autre fois</w:t>
      </w:r>
      <w:r>
        <w:t xml:space="preserve"> ! </w:t>
      </w:r>
      <w:r w:rsidR="00256283">
        <w:t>coupai-je</w:t>
      </w:r>
      <w:r>
        <w:t xml:space="preserve"> ; </w:t>
      </w:r>
      <w:r w:rsidR="00256283">
        <w:t>où avez-vous eu le pistolet</w:t>
      </w:r>
      <w:r>
        <w:t> ?</w:t>
      </w:r>
    </w:p>
    <w:p w14:paraId="7D6C4468" w14:textId="77777777" w:rsidR="00435B4F" w:rsidRDefault="00435B4F" w:rsidP="00256283">
      <w:r>
        <w:t>— </w:t>
      </w:r>
      <w:r w:rsidR="00256283">
        <w:t>Laissez-moi vous dire</w:t>
      </w:r>
      <w:r>
        <w:t>…</w:t>
      </w:r>
    </w:p>
    <w:p w14:paraId="3D893C6C" w14:textId="77777777" w:rsidR="00435B4F" w:rsidRDefault="00435B4F" w:rsidP="00256283">
      <w:r>
        <w:t>— </w:t>
      </w:r>
      <w:r w:rsidR="00256283">
        <w:t>Où avez-vous eu le pistolet</w:t>
      </w:r>
      <w:r>
        <w:t xml:space="preserve"> ? </w:t>
      </w:r>
      <w:r w:rsidR="00256283">
        <w:t>répétai-je</w:t>
      </w:r>
      <w:r>
        <w:t>.</w:t>
      </w:r>
    </w:p>
    <w:p w14:paraId="54DFD1C7" w14:textId="77777777" w:rsidR="00435B4F" w:rsidRDefault="00435B4F" w:rsidP="00256283">
      <w:r>
        <w:t>— </w:t>
      </w:r>
      <w:r w:rsidR="00256283">
        <w:t>Un homme me l</w:t>
      </w:r>
      <w:r>
        <w:t>’</w:t>
      </w:r>
      <w:r w:rsidR="00256283">
        <w:t>a vendu</w:t>
      </w:r>
      <w:r>
        <w:t xml:space="preserve">, </w:t>
      </w:r>
      <w:r w:rsidR="00256283">
        <w:t>dans un speakeasy</w:t>
      </w:r>
      <w:r>
        <w:t>.</w:t>
      </w:r>
    </w:p>
    <w:p w14:paraId="297F9144" w14:textId="77777777" w:rsidR="00435B4F" w:rsidRDefault="00435B4F" w:rsidP="00256283">
      <w:r>
        <w:t>— </w:t>
      </w:r>
      <w:r w:rsidR="00256283">
        <w:t>Où</w:t>
      </w:r>
      <w:r>
        <w:t> ?</w:t>
      </w:r>
    </w:p>
    <w:p w14:paraId="1DF4AC9B" w14:textId="77777777" w:rsidR="00435B4F" w:rsidRDefault="00435B4F" w:rsidP="00256283">
      <w:r>
        <w:t>— </w:t>
      </w:r>
      <w:r w:rsidR="00256283">
        <w:t>Je ne sais pas</w:t>
      </w:r>
      <w:r>
        <w:t xml:space="preserve">, </w:t>
      </w:r>
      <w:r w:rsidR="00256283">
        <w:t>quelque part dans la Dixième Avenue</w:t>
      </w:r>
      <w:r>
        <w:t xml:space="preserve">. </w:t>
      </w:r>
      <w:r w:rsidR="00256283">
        <w:t>Votre ami Mr</w:t>
      </w:r>
      <w:r>
        <w:t xml:space="preserve">. </w:t>
      </w:r>
      <w:r w:rsidR="00256283">
        <w:t>Quinn doit le connaître</w:t>
      </w:r>
      <w:r>
        <w:t xml:space="preserve"> ; </w:t>
      </w:r>
      <w:r w:rsidR="00256283">
        <w:t>c</w:t>
      </w:r>
      <w:r>
        <w:t>’</w:t>
      </w:r>
      <w:r w:rsidR="00256283">
        <w:t>est lui qui m</w:t>
      </w:r>
      <w:r>
        <w:t>’</w:t>
      </w:r>
      <w:r w:rsidR="00256283">
        <w:t>y a amenée</w:t>
      </w:r>
      <w:r>
        <w:t>.</w:t>
      </w:r>
    </w:p>
    <w:p w14:paraId="4E8E740D" w14:textId="77777777" w:rsidR="00435B4F" w:rsidRDefault="00435B4F" w:rsidP="00256283">
      <w:r>
        <w:t>— </w:t>
      </w:r>
      <w:r w:rsidR="00256283">
        <w:t>Vous l</w:t>
      </w:r>
      <w:r>
        <w:t>’</w:t>
      </w:r>
      <w:r w:rsidR="00256283">
        <w:t>avez vu après être sortie d</w:t>
      </w:r>
      <w:r>
        <w:t>’</w:t>
      </w:r>
      <w:r w:rsidR="00256283">
        <w:t>ici</w:t>
      </w:r>
      <w:r>
        <w:t xml:space="preserve">, </w:t>
      </w:r>
      <w:r w:rsidR="00256283">
        <w:t>le soir de Noël</w:t>
      </w:r>
      <w:r>
        <w:t> ?</w:t>
      </w:r>
    </w:p>
    <w:p w14:paraId="4A06E3F9" w14:textId="77777777" w:rsidR="00435B4F" w:rsidRDefault="00435B4F" w:rsidP="00256283">
      <w:r>
        <w:t>— </w:t>
      </w:r>
      <w:r w:rsidR="00256283">
        <w:t>Oui</w:t>
      </w:r>
      <w:r>
        <w:t>.</w:t>
      </w:r>
    </w:p>
    <w:p w14:paraId="0564ABB7" w14:textId="77777777" w:rsidR="00435B4F" w:rsidRDefault="00435B4F" w:rsidP="00256283">
      <w:r>
        <w:t>— </w:t>
      </w:r>
      <w:r w:rsidR="00256283">
        <w:t>Par hasard</w:t>
      </w:r>
      <w:r>
        <w:t xml:space="preserve">, </w:t>
      </w:r>
      <w:r w:rsidR="00256283">
        <w:t>sans doute</w:t>
      </w:r>
      <w:r>
        <w:t> ?</w:t>
      </w:r>
    </w:p>
    <w:p w14:paraId="021C404F" w14:textId="77777777" w:rsidR="00435B4F" w:rsidRDefault="00256283" w:rsidP="00256283">
      <w:r>
        <w:t>Elle me regarda d</w:t>
      </w:r>
      <w:r w:rsidR="00435B4F">
        <w:t>’</w:t>
      </w:r>
      <w:r>
        <w:t>un air de reproche</w:t>
      </w:r>
      <w:r w:rsidR="00435B4F">
        <w:t>.</w:t>
      </w:r>
    </w:p>
    <w:p w14:paraId="10DBCC5A" w14:textId="77777777" w:rsidR="00435B4F" w:rsidRDefault="00435B4F" w:rsidP="00256283">
      <w:r>
        <w:t>— </w:t>
      </w:r>
      <w:r w:rsidR="00256283">
        <w:t>Je m</w:t>
      </w:r>
      <w:r>
        <w:t>’</w:t>
      </w:r>
      <w:r w:rsidR="00256283">
        <w:t>efforce de vous dire la vérité</w:t>
      </w:r>
      <w:r>
        <w:t xml:space="preserve">, </w:t>
      </w:r>
      <w:r w:rsidR="00256283">
        <w:t>Nick</w:t>
      </w:r>
      <w:r>
        <w:t xml:space="preserve">. </w:t>
      </w:r>
      <w:r w:rsidR="00256283">
        <w:t>J</w:t>
      </w:r>
      <w:r>
        <w:t>’</w:t>
      </w:r>
      <w:r w:rsidR="00256283">
        <w:t>avais promis de le rencontrer au Palma Club</w:t>
      </w:r>
      <w:r>
        <w:t xml:space="preserve"> ; </w:t>
      </w:r>
      <w:r w:rsidR="00256283">
        <w:t>il avait écrit l</w:t>
      </w:r>
      <w:r>
        <w:t>’</w:t>
      </w:r>
      <w:r w:rsidR="00256283">
        <w:t>adresse sur un carré de papier</w:t>
      </w:r>
      <w:r>
        <w:t xml:space="preserve">. </w:t>
      </w:r>
      <w:r w:rsidR="00256283">
        <w:t>Après vous avoir dit bonsoir</w:t>
      </w:r>
      <w:r>
        <w:t xml:space="preserve">, </w:t>
      </w:r>
      <w:r w:rsidR="00256283">
        <w:t>je l</w:t>
      </w:r>
      <w:r>
        <w:t>’</w:t>
      </w:r>
      <w:r w:rsidR="00256283">
        <w:t>ai rejoint là et nous avons visité plusieurs bars et dancings</w:t>
      </w:r>
      <w:r>
        <w:t xml:space="preserve">, </w:t>
      </w:r>
      <w:r w:rsidR="00256283">
        <w:t>échouant finalement au speakeasy où j</w:t>
      </w:r>
      <w:r>
        <w:t>’</w:t>
      </w:r>
      <w:r w:rsidR="00256283">
        <w:t>ai eu le pistolet</w:t>
      </w:r>
      <w:r>
        <w:t xml:space="preserve"> : </w:t>
      </w:r>
      <w:r w:rsidR="00256283">
        <w:t xml:space="preserve">un endroit </w:t>
      </w:r>
      <w:r w:rsidR="00256283">
        <w:lastRenderedPageBreak/>
        <w:t>terrible</w:t>
      </w:r>
      <w:r>
        <w:t xml:space="preserve"> ! </w:t>
      </w:r>
      <w:r w:rsidR="00256283">
        <w:t>Vous pourrez demander à Quinn si je n</w:t>
      </w:r>
      <w:r>
        <w:t>’</w:t>
      </w:r>
      <w:r w:rsidR="00256283">
        <w:t>ai pas dit la vérité</w:t>
      </w:r>
      <w:r>
        <w:t>.</w:t>
      </w:r>
    </w:p>
    <w:p w14:paraId="5B3B4E45" w14:textId="77777777" w:rsidR="00435B4F" w:rsidRDefault="00435B4F" w:rsidP="00256283">
      <w:r>
        <w:t>— </w:t>
      </w:r>
      <w:r w:rsidR="00256283">
        <w:t>C</w:t>
      </w:r>
      <w:r>
        <w:t>’</w:t>
      </w:r>
      <w:r w:rsidR="00256283">
        <w:t>est Quinn qui vous a procuré le pistolet</w:t>
      </w:r>
      <w:r>
        <w:t> ?</w:t>
      </w:r>
    </w:p>
    <w:p w14:paraId="0D36990B" w14:textId="77777777" w:rsidR="00435B4F" w:rsidRDefault="00435B4F" w:rsidP="00256283">
      <w:r>
        <w:t>— </w:t>
      </w:r>
      <w:r w:rsidR="00256283">
        <w:t>Non</w:t>
      </w:r>
      <w:r>
        <w:t xml:space="preserve">. </w:t>
      </w:r>
      <w:r w:rsidR="00256283">
        <w:t>Il s</w:t>
      </w:r>
      <w:r>
        <w:t>’</w:t>
      </w:r>
      <w:r w:rsidR="00256283">
        <w:t>était endormi</w:t>
      </w:r>
      <w:r>
        <w:t xml:space="preserve">, </w:t>
      </w:r>
      <w:r w:rsidR="00256283">
        <w:t>la tête sur la table</w:t>
      </w:r>
      <w:r>
        <w:t xml:space="preserve">. </w:t>
      </w:r>
      <w:r w:rsidR="00256283">
        <w:t>Je l</w:t>
      </w:r>
      <w:r>
        <w:t>’</w:t>
      </w:r>
      <w:r w:rsidR="00256283">
        <w:t>ai laissé là</w:t>
      </w:r>
      <w:r>
        <w:t xml:space="preserve">. </w:t>
      </w:r>
      <w:r w:rsidR="00256283">
        <w:t>Le garçon m</w:t>
      </w:r>
      <w:r>
        <w:t>’</w:t>
      </w:r>
      <w:r w:rsidR="00256283">
        <w:t>a dit qu</w:t>
      </w:r>
      <w:r>
        <w:t>’</w:t>
      </w:r>
      <w:r w:rsidR="00256283">
        <w:t>on le ramènerait chez lui</w:t>
      </w:r>
      <w:r>
        <w:t>.</w:t>
      </w:r>
    </w:p>
    <w:p w14:paraId="0299E4A9" w14:textId="77777777" w:rsidR="00435B4F" w:rsidRDefault="00435B4F" w:rsidP="00256283">
      <w:r>
        <w:t>— </w:t>
      </w:r>
      <w:r w:rsidR="00256283">
        <w:t>Et le pistolet</w:t>
      </w:r>
      <w:r>
        <w:t> ?</w:t>
      </w:r>
    </w:p>
    <w:p w14:paraId="64E5DA92" w14:textId="77777777" w:rsidR="00435B4F" w:rsidRDefault="00435B4F" w:rsidP="00256283">
      <w:r>
        <w:t>— </w:t>
      </w:r>
      <w:r w:rsidR="00256283">
        <w:t>J</w:t>
      </w:r>
      <w:r>
        <w:t>’</w:t>
      </w:r>
      <w:r w:rsidR="00256283">
        <w:t>y viens</w:t>
      </w:r>
      <w:r>
        <w:t xml:space="preserve">, </w:t>
      </w:r>
      <w:r w:rsidR="00256283">
        <w:t>dit-elle en rougissant</w:t>
      </w:r>
      <w:r>
        <w:t xml:space="preserve">. </w:t>
      </w:r>
      <w:r w:rsidR="00256283">
        <w:t>Nous étions venus là parce que Quinn m</w:t>
      </w:r>
      <w:r>
        <w:t>’</w:t>
      </w:r>
      <w:r w:rsidR="00256283">
        <w:t>avait déclaré qu</w:t>
      </w:r>
      <w:r>
        <w:t>’</w:t>
      </w:r>
      <w:r w:rsidR="00256283">
        <w:t>on y rencontrait des gangsters</w:t>
      </w:r>
      <w:r>
        <w:t xml:space="preserve">. </w:t>
      </w:r>
      <w:r w:rsidR="00256283">
        <w:t>Quand il s</w:t>
      </w:r>
      <w:r>
        <w:t>’</w:t>
      </w:r>
      <w:r w:rsidR="00256283">
        <w:t>endormit je parlai avec un homme qui n</w:t>
      </w:r>
      <w:r>
        <w:t>’</w:t>
      </w:r>
      <w:r w:rsidR="00256283">
        <w:t>avait pas très bonne mine</w:t>
      </w:r>
      <w:r>
        <w:t xml:space="preserve">… </w:t>
      </w:r>
      <w:r w:rsidR="00256283">
        <w:t>et</w:t>
      </w:r>
      <w:r>
        <w:t xml:space="preserve">, </w:t>
      </w:r>
      <w:r w:rsidR="00256283">
        <w:t>pendant tout le temps</w:t>
      </w:r>
      <w:r>
        <w:t xml:space="preserve">, </w:t>
      </w:r>
      <w:r w:rsidR="00256283">
        <w:t>je sentais en moi le désir de ne pas rentrer à la maison</w:t>
      </w:r>
      <w:r>
        <w:t xml:space="preserve">, </w:t>
      </w:r>
      <w:r w:rsidR="00256283">
        <w:t>de revenir chez vous</w:t>
      </w:r>
      <w:r>
        <w:t xml:space="preserve">, </w:t>
      </w:r>
      <w:r w:rsidR="00256283">
        <w:t>mais je n</w:t>
      </w:r>
      <w:r>
        <w:t>’</w:t>
      </w:r>
      <w:r w:rsidR="00256283">
        <w:t>avais pas de prétexte</w:t>
      </w:r>
      <w:r>
        <w:t>.</w:t>
      </w:r>
    </w:p>
    <w:p w14:paraId="60FEEF34" w14:textId="77777777" w:rsidR="00435B4F" w:rsidRDefault="00256283" w:rsidP="00256283">
      <w:r>
        <w:t>Dorothy était très rouge maintenant et parlait de façon embarrassée</w:t>
      </w:r>
      <w:r w:rsidR="00435B4F">
        <w:t>.</w:t>
      </w:r>
    </w:p>
    <w:p w14:paraId="2F2B7868" w14:textId="77777777" w:rsidR="00435B4F" w:rsidRDefault="00435B4F" w:rsidP="00256283">
      <w:r>
        <w:t>— </w:t>
      </w:r>
      <w:r w:rsidR="00256283">
        <w:t>Alors</w:t>
      </w:r>
      <w:r>
        <w:t xml:space="preserve">, </w:t>
      </w:r>
      <w:r w:rsidR="00256283">
        <w:t>reprit-elle</w:t>
      </w:r>
      <w:r>
        <w:t xml:space="preserve">, </w:t>
      </w:r>
      <w:r w:rsidR="00256283">
        <w:t>j</w:t>
      </w:r>
      <w:r>
        <w:t>’</w:t>
      </w:r>
      <w:r w:rsidR="00256283">
        <w:t>ai pensé que si</w:t>
      </w:r>
      <w:r>
        <w:t xml:space="preserve">… </w:t>
      </w:r>
      <w:r w:rsidR="00256283">
        <w:t>si j</w:t>
      </w:r>
      <w:r>
        <w:t>’</w:t>
      </w:r>
      <w:r w:rsidR="00256283">
        <w:t>étais dans une situation</w:t>
      </w:r>
      <w:r>
        <w:t xml:space="preserve">… </w:t>
      </w:r>
      <w:r w:rsidR="00256283">
        <w:t>dramatique</w:t>
      </w:r>
      <w:r>
        <w:t xml:space="preserve">, </w:t>
      </w:r>
      <w:r w:rsidR="00256283">
        <w:t>vous me diriez de rester</w:t>
      </w:r>
      <w:r>
        <w:t xml:space="preserve">. </w:t>
      </w:r>
      <w:r w:rsidR="00256283">
        <w:t>Ainsi j</w:t>
      </w:r>
      <w:r>
        <w:t>’</w:t>
      </w:r>
      <w:r w:rsidR="00256283">
        <w:t>ai demandé à l</w:t>
      </w:r>
      <w:r>
        <w:t>’</w:t>
      </w:r>
      <w:r w:rsidR="00256283">
        <w:t>homme s</w:t>
      </w:r>
      <w:r>
        <w:t>’</w:t>
      </w:r>
      <w:r w:rsidR="00256283">
        <w:t>il pouvait me vendre un automatique ou me dire où je pourrais en acheter un</w:t>
      </w:r>
      <w:r>
        <w:t xml:space="preserve">. </w:t>
      </w:r>
      <w:r w:rsidR="00256283">
        <w:t>D</w:t>
      </w:r>
      <w:r>
        <w:t>’</w:t>
      </w:r>
      <w:r w:rsidR="00256283">
        <w:t>abord</w:t>
      </w:r>
      <w:r>
        <w:t xml:space="preserve">, </w:t>
      </w:r>
      <w:r w:rsidR="00256283">
        <w:t>il a éclaté de rire</w:t>
      </w:r>
      <w:r>
        <w:t xml:space="preserve">, </w:t>
      </w:r>
      <w:r w:rsidR="00256283">
        <w:t>puis</w:t>
      </w:r>
      <w:r>
        <w:t xml:space="preserve">, </w:t>
      </w:r>
      <w:r w:rsidR="00256283">
        <w:t>voyant que j</w:t>
      </w:r>
      <w:r>
        <w:t>’</w:t>
      </w:r>
      <w:r w:rsidR="00256283">
        <w:t>insistais</w:t>
      </w:r>
      <w:r>
        <w:t xml:space="preserve">, </w:t>
      </w:r>
      <w:r w:rsidR="00256283">
        <w:t>il s</w:t>
      </w:r>
      <w:r>
        <w:t>’</w:t>
      </w:r>
      <w:r w:rsidR="00256283">
        <w:t>est levé en disant qu</w:t>
      </w:r>
      <w:r>
        <w:t>’</w:t>
      </w:r>
      <w:r w:rsidR="00256283">
        <w:t>il allait essayer</w:t>
      </w:r>
      <w:r>
        <w:t xml:space="preserve">. </w:t>
      </w:r>
      <w:r w:rsidR="00256283">
        <w:t>Il est revenu</w:t>
      </w:r>
      <w:r>
        <w:t xml:space="preserve">, </w:t>
      </w:r>
      <w:r w:rsidR="00256283">
        <w:t>me disant que c</w:t>
      </w:r>
      <w:r>
        <w:t>’</w:t>
      </w:r>
      <w:r w:rsidR="00256283">
        <w:t>était possible</w:t>
      </w:r>
      <w:r>
        <w:t xml:space="preserve">. </w:t>
      </w:r>
      <w:r w:rsidR="00256283">
        <w:t>Combien pouvais-je payer</w:t>
      </w:r>
      <w:r>
        <w:t xml:space="preserve"> ? </w:t>
      </w:r>
      <w:r w:rsidR="00256283">
        <w:t>Je n</w:t>
      </w:r>
      <w:r>
        <w:t>’</w:t>
      </w:r>
      <w:r w:rsidR="00256283">
        <w:t>avais pas beaucoup d</w:t>
      </w:r>
      <w:r>
        <w:t>’</w:t>
      </w:r>
      <w:r w:rsidR="00256283">
        <w:t>argent et j</w:t>
      </w:r>
      <w:r>
        <w:t>’</w:t>
      </w:r>
      <w:r w:rsidR="00256283">
        <w:t>offris mon bracelet</w:t>
      </w:r>
      <w:r>
        <w:t xml:space="preserve">. </w:t>
      </w:r>
      <w:r w:rsidR="00256283">
        <w:t>Méfiant</w:t>
      </w:r>
      <w:r>
        <w:t xml:space="preserve">, </w:t>
      </w:r>
      <w:r w:rsidR="00256283">
        <w:t>il dit qu</w:t>
      </w:r>
      <w:r>
        <w:t>’</w:t>
      </w:r>
      <w:r w:rsidR="00256283">
        <w:t>il fallait payer en espèces et je lui donnai ce qui me restait</w:t>
      </w:r>
      <w:r>
        <w:t xml:space="preserve"> – </w:t>
      </w:r>
      <w:r w:rsidR="00256283">
        <w:t>douze dollars</w:t>
      </w:r>
      <w:r>
        <w:t xml:space="preserve"> ; </w:t>
      </w:r>
      <w:r w:rsidR="00256283">
        <w:t>j</w:t>
      </w:r>
      <w:r>
        <w:t>’</w:t>
      </w:r>
      <w:r w:rsidR="00256283">
        <w:t>en gardai un pour le taxi</w:t>
      </w:r>
      <w:r>
        <w:t xml:space="preserve">. </w:t>
      </w:r>
      <w:r w:rsidR="00256283">
        <w:t>Alors il m</w:t>
      </w:r>
      <w:r>
        <w:t>’</w:t>
      </w:r>
      <w:r w:rsidR="00256283">
        <w:t>a donné l</w:t>
      </w:r>
      <w:r>
        <w:t>’</w:t>
      </w:r>
      <w:r w:rsidR="00256283">
        <w:t>automatique</w:t>
      </w:r>
      <w:r>
        <w:t xml:space="preserve"> ; </w:t>
      </w:r>
      <w:r w:rsidR="00256283">
        <w:t>je suis venue et je vous ai raconté que j</w:t>
      </w:r>
      <w:r>
        <w:t>’</w:t>
      </w:r>
      <w:r w:rsidR="00256283">
        <w:t>avais peur de Chris</w:t>
      </w:r>
      <w:r>
        <w:t>…</w:t>
      </w:r>
    </w:p>
    <w:p w14:paraId="31B6F171" w14:textId="77777777" w:rsidR="00435B4F" w:rsidRDefault="00256283" w:rsidP="00256283">
      <w:r>
        <w:t>Elle s</w:t>
      </w:r>
      <w:r w:rsidR="00435B4F">
        <w:t>’</w:t>
      </w:r>
      <w:r>
        <w:t>interrompit</w:t>
      </w:r>
      <w:r w:rsidR="00435B4F">
        <w:t xml:space="preserve">, </w:t>
      </w:r>
      <w:r>
        <w:t>poussant un soupir</w:t>
      </w:r>
      <w:r w:rsidR="00435B4F">
        <w:t xml:space="preserve">, </w:t>
      </w:r>
      <w:r>
        <w:t>heureuse d</w:t>
      </w:r>
      <w:r w:rsidR="00435B4F">
        <w:t>’</w:t>
      </w:r>
      <w:r>
        <w:t>en avoir fini</w:t>
      </w:r>
      <w:r w:rsidR="00435B4F">
        <w:t>.</w:t>
      </w:r>
    </w:p>
    <w:p w14:paraId="525956B7" w14:textId="77777777" w:rsidR="00435B4F" w:rsidRDefault="00435B4F" w:rsidP="00256283">
      <w:r>
        <w:t>— </w:t>
      </w:r>
      <w:r w:rsidR="00256283">
        <w:t>Ainsi</w:t>
      </w:r>
      <w:r>
        <w:t xml:space="preserve">, </w:t>
      </w:r>
      <w:r w:rsidR="00256283">
        <w:t>Chris ne vous a jamais importunée</w:t>
      </w:r>
      <w:r>
        <w:t> ?</w:t>
      </w:r>
    </w:p>
    <w:p w14:paraId="48607C14" w14:textId="77777777" w:rsidR="00435B4F" w:rsidRDefault="00435B4F" w:rsidP="00256283">
      <w:r>
        <w:lastRenderedPageBreak/>
        <w:t>— </w:t>
      </w:r>
      <w:r w:rsidR="00256283">
        <w:t>Si</w:t>
      </w:r>
      <w:r>
        <w:t xml:space="preserve">, </w:t>
      </w:r>
      <w:r w:rsidR="00256283">
        <w:t>mais il n</w:t>
      </w:r>
      <w:r>
        <w:t>’</w:t>
      </w:r>
      <w:r w:rsidR="00256283">
        <w:t>a pas insisté</w:t>
      </w:r>
      <w:r>
        <w:t>.</w:t>
      </w:r>
    </w:p>
    <w:p w14:paraId="3884DDB0" w14:textId="77777777" w:rsidR="00435B4F" w:rsidRDefault="00256283" w:rsidP="00256283">
      <w:r>
        <w:t>Elle posa ses deux mains sur mon bras et approcha son visage du mien</w:t>
      </w:r>
      <w:r w:rsidR="00435B4F">
        <w:t>.</w:t>
      </w:r>
    </w:p>
    <w:p w14:paraId="5C397B48" w14:textId="77777777" w:rsidR="00435B4F" w:rsidRDefault="00435B4F" w:rsidP="00256283">
      <w:r>
        <w:t>— </w:t>
      </w:r>
      <w:r w:rsidR="00256283">
        <w:t>Il faut croire ce que je dis</w:t>
      </w:r>
      <w:r>
        <w:t xml:space="preserve">, </w:t>
      </w:r>
      <w:r w:rsidR="00256283">
        <w:t>Nick</w:t>
      </w:r>
      <w:r>
        <w:t xml:space="preserve">, </w:t>
      </w:r>
      <w:r w:rsidR="00256283">
        <w:t>murmura-t-elle</w:t>
      </w:r>
      <w:r>
        <w:t xml:space="preserve">. </w:t>
      </w:r>
      <w:r w:rsidR="00256283">
        <w:t>Je ne vous raconterais pas toutes ces choses humiliantes pour moi</w:t>
      </w:r>
      <w:r>
        <w:t xml:space="preserve">, </w:t>
      </w:r>
      <w:r w:rsidR="00256283">
        <w:t>si vous ne m</w:t>
      </w:r>
      <w:r>
        <w:t>’</w:t>
      </w:r>
      <w:r w:rsidR="00256283">
        <w:t>aviez pas demandé la vérité</w:t>
      </w:r>
      <w:r>
        <w:t xml:space="preserve">. </w:t>
      </w:r>
      <w:r w:rsidR="00256283">
        <w:t>Cela n</w:t>
      </w:r>
      <w:r>
        <w:t>’</w:t>
      </w:r>
      <w:r w:rsidR="00256283">
        <w:t>aurait aucun sens</w:t>
      </w:r>
      <w:r>
        <w:t>.</w:t>
      </w:r>
    </w:p>
    <w:p w14:paraId="243B6AE6" w14:textId="77777777" w:rsidR="00435B4F" w:rsidRDefault="00435B4F" w:rsidP="00256283">
      <w:r>
        <w:t>— </w:t>
      </w:r>
      <w:r w:rsidR="00256283">
        <w:t>Si je n</w:t>
      </w:r>
      <w:r>
        <w:t>’</w:t>
      </w:r>
      <w:r w:rsidR="00256283">
        <w:t>y crois pas</w:t>
      </w:r>
      <w:r>
        <w:t xml:space="preserve">, </w:t>
      </w:r>
      <w:r w:rsidR="00256283">
        <w:t>cela a pour moi un sens beaucoup plus sûr</w:t>
      </w:r>
      <w:r>
        <w:t xml:space="preserve">, </w:t>
      </w:r>
      <w:r w:rsidR="00256283">
        <w:t>répondis-je</w:t>
      </w:r>
      <w:r>
        <w:t xml:space="preserve">. </w:t>
      </w:r>
      <w:r w:rsidR="00256283">
        <w:t>Douze dollars pour un pistolet</w:t>
      </w:r>
      <w:r>
        <w:t xml:space="preserve">, </w:t>
      </w:r>
      <w:r w:rsidR="00256283">
        <w:t>ce n</w:t>
      </w:r>
      <w:r>
        <w:t>’</w:t>
      </w:r>
      <w:r w:rsidR="00256283">
        <w:t>est pas cher</w:t>
      </w:r>
      <w:r>
        <w:t xml:space="preserve"> ! </w:t>
      </w:r>
      <w:r w:rsidR="00256283">
        <w:t>Mais laissons cela</w:t>
      </w:r>
      <w:r>
        <w:t xml:space="preserve">. </w:t>
      </w:r>
      <w:r w:rsidR="00256283">
        <w:t>Saviez-vous que Mimi devait voir Julia l</w:t>
      </w:r>
      <w:r>
        <w:t>’</w:t>
      </w:r>
      <w:r w:rsidR="00256283">
        <w:t>après-midi où la jeune fille a été assassinée</w:t>
      </w:r>
      <w:r>
        <w:t> ?</w:t>
      </w:r>
    </w:p>
    <w:p w14:paraId="1680C90E" w14:textId="77777777" w:rsidR="00435B4F" w:rsidRDefault="00435B4F" w:rsidP="00256283">
      <w:r>
        <w:t>— </w:t>
      </w:r>
      <w:r w:rsidR="00256283">
        <w:t>Non</w:t>
      </w:r>
      <w:r>
        <w:t xml:space="preserve">. </w:t>
      </w:r>
      <w:r w:rsidR="00256283">
        <w:t>J</w:t>
      </w:r>
      <w:r>
        <w:t>’</w:t>
      </w:r>
      <w:r w:rsidR="00256283">
        <w:t>ignorais même que maman tentât de retrouver mon père</w:t>
      </w:r>
      <w:r>
        <w:t xml:space="preserve">. </w:t>
      </w:r>
      <w:r w:rsidR="00256283">
        <w:t>Ils ne m</w:t>
      </w:r>
      <w:r>
        <w:t>’</w:t>
      </w:r>
      <w:r w:rsidR="00256283">
        <w:t>ont pas dit</w:t>
      </w:r>
      <w:r>
        <w:t xml:space="preserve">, </w:t>
      </w:r>
      <w:r w:rsidR="00256283">
        <w:t>ce jour-là</w:t>
      </w:r>
      <w:r>
        <w:t xml:space="preserve">, </w:t>
      </w:r>
      <w:r w:rsidR="00256283">
        <w:t>qu</w:t>
      </w:r>
      <w:r>
        <w:t>’</w:t>
      </w:r>
      <w:r w:rsidR="00256283">
        <w:t>ils sortaient</w:t>
      </w:r>
      <w:r>
        <w:t>.</w:t>
      </w:r>
    </w:p>
    <w:p w14:paraId="65ADED35" w14:textId="77777777" w:rsidR="00435B4F" w:rsidRDefault="00435B4F" w:rsidP="00256283">
      <w:r>
        <w:t>— </w:t>
      </w:r>
      <w:r w:rsidR="00256283">
        <w:t>Ils</w:t>
      </w:r>
      <w:r>
        <w:t> ?</w:t>
      </w:r>
    </w:p>
    <w:p w14:paraId="5C720343" w14:textId="77777777" w:rsidR="00435B4F" w:rsidRDefault="00435B4F" w:rsidP="00256283">
      <w:r>
        <w:t>— </w:t>
      </w:r>
      <w:r w:rsidR="00256283">
        <w:t>Oui</w:t>
      </w:r>
      <w:r>
        <w:t xml:space="preserve">. </w:t>
      </w:r>
      <w:r w:rsidR="00256283">
        <w:t>Chris est parti avec elle</w:t>
      </w:r>
      <w:r>
        <w:t>.</w:t>
      </w:r>
    </w:p>
    <w:p w14:paraId="1CF40898" w14:textId="77777777" w:rsidR="00435B4F" w:rsidRDefault="00435B4F" w:rsidP="00256283">
      <w:r>
        <w:t>— </w:t>
      </w:r>
      <w:r w:rsidR="00256283">
        <w:t>À quelle heure</w:t>
      </w:r>
      <w:r>
        <w:t> ?</w:t>
      </w:r>
    </w:p>
    <w:p w14:paraId="58FA6E3B" w14:textId="77777777" w:rsidR="00435B4F" w:rsidRDefault="00435B4F" w:rsidP="00256283">
      <w:r>
        <w:t>— </w:t>
      </w:r>
      <w:r w:rsidR="00256283">
        <w:t>Vers trois heures</w:t>
      </w:r>
      <w:r>
        <w:t xml:space="preserve">. </w:t>
      </w:r>
      <w:r w:rsidR="00256283">
        <w:t>Certainement après deux heures et demie car je me rappelle que j</w:t>
      </w:r>
      <w:r>
        <w:t>’</w:t>
      </w:r>
      <w:r w:rsidR="00256283">
        <w:t>avais un rendez-vous avec Elsie Hamilton et que je suis arrivée en retard</w:t>
      </w:r>
      <w:r>
        <w:t>.</w:t>
      </w:r>
    </w:p>
    <w:p w14:paraId="1A63C46C" w14:textId="77777777" w:rsidR="00435B4F" w:rsidRDefault="00435B4F" w:rsidP="00256283">
      <w:r>
        <w:t>— </w:t>
      </w:r>
      <w:r w:rsidR="00256283">
        <w:t>Sont-ils revenus ensemble</w:t>
      </w:r>
      <w:r>
        <w:t> ?</w:t>
      </w:r>
    </w:p>
    <w:p w14:paraId="007327CC" w14:textId="77777777" w:rsidR="00435B4F" w:rsidRDefault="00435B4F" w:rsidP="00256283">
      <w:r>
        <w:t>— </w:t>
      </w:r>
      <w:r w:rsidR="00256283">
        <w:t>Je ne sais pas</w:t>
      </w:r>
      <w:r>
        <w:t xml:space="preserve">. </w:t>
      </w:r>
      <w:r w:rsidR="00256283">
        <w:t>Ils étaient rentrés avant moi</w:t>
      </w:r>
      <w:r>
        <w:t>.</w:t>
      </w:r>
    </w:p>
    <w:p w14:paraId="5CCA784D" w14:textId="77777777" w:rsidR="00435B4F" w:rsidRDefault="00435B4F" w:rsidP="00256283">
      <w:r>
        <w:t>— </w:t>
      </w:r>
      <w:r w:rsidR="00256283">
        <w:t>À quelle heure êtes-vous rentrée</w:t>
      </w:r>
      <w:r>
        <w:t> ?</w:t>
      </w:r>
    </w:p>
    <w:p w14:paraId="5E760ED8" w14:textId="77777777" w:rsidR="00435B4F" w:rsidRDefault="00435B4F" w:rsidP="00256283">
      <w:r>
        <w:t>— </w:t>
      </w:r>
      <w:r w:rsidR="00256283">
        <w:t>Un peu après six heures</w:t>
      </w:r>
      <w:r>
        <w:t xml:space="preserve">. </w:t>
      </w:r>
      <w:r w:rsidR="00256283">
        <w:t>Nick</w:t>
      </w:r>
      <w:r>
        <w:t xml:space="preserve">, </w:t>
      </w:r>
      <w:r w:rsidR="00256283">
        <w:t>vous ne pensez pas qu</w:t>
      </w:r>
      <w:r>
        <w:t>’</w:t>
      </w:r>
      <w:r w:rsidR="00256283">
        <w:t>ils</w:t>
      </w:r>
      <w:r>
        <w:t xml:space="preserve">… </w:t>
      </w:r>
      <w:r w:rsidR="00256283">
        <w:t>Oh</w:t>
      </w:r>
      <w:r>
        <w:t xml:space="preserve">, </w:t>
      </w:r>
      <w:r w:rsidR="00256283">
        <w:t>je me souviens de quelque chose qu</w:t>
      </w:r>
      <w:r>
        <w:t>’</w:t>
      </w:r>
      <w:r w:rsidR="00256283">
        <w:t>elle a dit pendant que je m</w:t>
      </w:r>
      <w:r>
        <w:t>’</w:t>
      </w:r>
      <w:r w:rsidR="00256283">
        <w:t>habillais</w:t>
      </w:r>
      <w:r>
        <w:t xml:space="preserve">. </w:t>
      </w:r>
      <w:r w:rsidR="00256283">
        <w:t>Chris lui parlait et elle a répondu</w:t>
      </w:r>
      <w:r>
        <w:t> : « </w:t>
      </w:r>
      <w:r w:rsidR="00256283">
        <w:t xml:space="preserve">Si </w:t>
      </w:r>
      <w:r w:rsidR="00256283">
        <w:lastRenderedPageBreak/>
        <w:t>je le lui demande</w:t>
      </w:r>
      <w:r>
        <w:t xml:space="preserve">, </w:t>
      </w:r>
      <w:r w:rsidR="00256283">
        <w:t>elle me le dira</w:t>
      </w:r>
      <w:r>
        <w:t> ! »</w:t>
      </w:r>
      <w:r w:rsidR="00256283">
        <w:t xml:space="preserve"> de ce ton arrogant qu</w:t>
      </w:r>
      <w:r>
        <w:t>’</w:t>
      </w:r>
      <w:r w:rsidR="00256283">
        <w:t>elle prend quelquefois</w:t>
      </w:r>
      <w:r>
        <w:t xml:space="preserve">, </w:t>
      </w:r>
      <w:r w:rsidR="00256283">
        <w:t>comme si elle était reine de France</w:t>
      </w:r>
      <w:r>
        <w:t>.</w:t>
      </w:r>
    </w:p>
    <w:p w14:paraId="722456D9" w14:textId="77777777" w:rsidR="00435B4F" w:rsidRDefault="00435B4F" w:rsidP="00256283">
      <w:r>
        <w:t>— </w:t>
      </w:r>
      <w:r w:rsidR="00256283">
        <w:t>Que vous a-t-elle dit du meurtre</w:t>
      </w:r>
      <w:r>
        <w:t> ?</w:t>
      </w:r>
    </w:p>
    <w:p w14:paraId="7724AFA0" w14:textId="77777777" w:rsidR="00435B4F" w:rsidRDefault="00435B4F" w:rsidP="00256283">
      <w:r>
        <w:t>— </w:t>
      </w:r>
      <w:r w:rsidR="00256283">
        <w:t>Qu</w:t>
      </w:r>
      <w:r>
        <w:t>’</w:t>
      </w:r>
      <w:r w:rsidR="00256283">
        <w:t>elle avait découvert Julia mourante</w:t>
      </w:r>
      <w:r>
        <w:t xml:space="preserve">, </w:t>
      </w:r>
      <w:r w:rsidR="00256283">
        <w:t>qu</w:t>
      </w:r>
      <w:r>
        <w:t>’</w:t>
      </w:r>
      <w:r w:rsidR="00256283">
        <w:t>elle était bouleversée</w:t>
      </w:r>
      <w:r>
        <w:t>…</w:t>
      </w:r>
    </w:p>
    <w:p w14:paraId="55728370" w14:textId="77777777" w:rsidR="00435B4F" w:rsidRDefault="00435B4F" w:rsidP="00256283">
      <w:r>
        <w:t>— </w:t>
      </w:r>
      <w:r w:rsidR="00256283">
        <w:t>Était-elle vraiment bouleversée</w:t>
      </w:r>
      <w:r>
        <w:t> ?</w:t>
      </w:r>
    </w:p>
    <w:p w14:paraId="25293256" w14:textId="77777777" w:rsidR="00435B4F" w:rsidRDefault="00256283" w:rsidP="00256283">
      <w:r>
        <w:t>Dorothy secoua la tête</w:t>
      </w:r>
      <w:r w:rsidR="00435B4F">
        <w:t>.</w:t>
      </w:r>
    </w:p>
    <w:p w14:paraId="387CCE22" w14:textId="77777777" w:rsidR="00435B4F" w:rsidRDefault="00435B4F" w:rsidP="00256283">
      <w:r>
        <w:t>— </w:t>
      </w:r>
      <w:r w:rsidR="00256283">
        <w:t>Non</w:t>
      </w:r>
      <w:r>
        <w:t xml:space="preserve">, </w:t>
      </w:r>
      <w:r w:rsidR="00256283">
        <w:t>un peu excitée seulement</w:t>
      </w:r>
      <w:r>
        <w:t xml:space="preserve"> ; </w:t>
      </w:r>
      <w:r w:rsidR="00256283">
        <w:t>vous la connaissez</w:t>
      </w:r>
      <w:r>
        <w:t>.</w:t>
      </w:r>
    </w:p>
    <w:p w14:paraId="26FCAD5E" w14:textId="77777777" w:rsidR="00435B4F" w:rsidRDefault="00256283" w:rsidP="00256283">
      <w:r>
        <w:t>Elle me considéra un moment en silence</w:t>
      </w:r>
      <w:r w:rsidR="00435B4F">
        <w:t xml:space="preserve">, </w:t>
      </w:r>
      <w:r>
        <w:t>puis</w:t>
      </w:r>
      <w:r w:rsidR="00435B4F">
        <w:t> :</w:t>
      </w:r>
    </w:p>
    <w:p w14:paraId="4693BFC5" w14:textId="77777777" w:rsidR="00435B4F" w:rsidRDefault="00435B4F" w:rsidP="00256283">
      <w:r>
        <w:t>— </w:t>
      </w:r>
      <w:r w:rsidR="00256283">
        <w:t>Vous ne pensez pas qu</w:t>
      </w:r>
      <w:r>
        <w:t>’</w:t>
      </w:r>
      <w:r w:rsidR="00256283">
        <w:t>elle ait été mêlée à ce meurtre</w:t>
      </w:r>
      <w:r>
        <w:t xml:space="preserve"> ? </w:t>
      </w:r>
      <w:r w:rsidR="00256283">
        <w:t>dit-elle</w:t>
      </w:r>
      <w:r>
        <w:t>.</w:t>
      </w:r>
    </w:p>
    <w:p w14:paraId="2D30D37E" w14:textId="77777777" w:rsidR="00435B4F" w:rsidRDefault="00435B4F" w:rsidP="00256283">
      <w:r>
        <w:t>— </w:t>
      </w:r>
      <w:r w:rsidR="00256283">
        <w:t>Et vous</w:t>
      </w:r>
      <w:r>
        <w:t xml:space="preserve">, </w:t>
      </w:r>
      <w:r w:rsidR="00256283">
        <w:t>qu</w:t>
      </w:r>
      <w:r>
        <w:t>’</w:t>
      </w:r>
      <w:r w:rsidR="00256283">
        <w:t>en pensez-vous</w:t>
      </w:r>
      <w:r>
        <w:t> ?</w:t>
      </w:r>
    </w:p>
    <w:p w14:paraId="452E43F8" w14:textId="77777777" w:rsidR="00435B4F" w:rsidRDefault="00435B4F" w:rsidP="00256283">
      <w:r>
        <w:t>— </w:t>
      </w:r>
      <w:r w:rsidR="00256283">
        <w:t>Je n</w:t>
      </w:r>
      <w:r>
        <w:t>’</w:t>
      </w:r>
      <w:r w:rsidR="00256283">
        <w:t>y avais pas songé</w:t>
      </w:r>
      <w:r>
        <w:t xml:space="preserve"> ; </w:t>
      </w:r>
      <w:r w:rsidR="00256283">
        <w:t>je pensais plutôt à mon père</w:t>
      </w:r>
      <w:r>
        <w:t xml:space="preserve">. </w:t>
      </w:r>
      <w:r w:rsidR="00256283">
        <w:t>S</w:t>
      </w:r>
      <w:r>
        <w:t>’</w:t>
      </w:r>
      <w:r w:rsidR="00256283">
        <w:t>il l</w:t>
      </w:r>
      <w:r>
        <w:t>’</w:t>
      </w:r>
      <w:r w:rsidR="00256283">
        <w:t>a tuée c</w:t>
      </w:r>
      <w:r>
        <w:t>’</w:t>
      </w:r>
      <w:r w:rsidR="00256283">
        <w:t>est qu</w:t>
      </w:r>
      <w:r>
        <w:t>’</w:t>
      </w:r>
      <w:r w:rsidR="00256283">
        <w:t>il est fou</w:t>
      </w:r>
      <w:r>
        <w:t>.</w:t>
      </w:r>
    </w:p>
    <w:p w14:paraId="1AF2479B" w14:textId="77777777" w:rsidR="00435B4F" w:rsidRDefault="00435B4F" w:rsidP="00256283">
      <w:r>
        <w:t>— </w:t>
      </w:r>
      <w:r w:rsidR="00256283">
        <w:t>Il n</w:t>
      </w:r>
      <w:r>
        <w:t>’</w:t>
      </w:r>
      <w:r w:rsidR="00256283">
        <w:t>y a aucune raison pour que le meurtrier soit votre père</w:t>
      </w:r>
      <w:r>
        <w:t xml:space="preserve">… </w:t>
      </w:r>
      <w:r w:rsidR="00256283">
        <w:t>ou votre mère</w:t>
      </w:r>
      <w:r>
        <w:t xml:space="preserve"> ; </w:t>
      </w:r>
      <w:r w:rsidR="00256283">
        <w:t>la police a l</w:t>
      </w:r>
      <w:r>
        <w:t>’</w:t>
      </w:r>
      <w:r w:rsidR="00256283">
        <w:t>impression que Morelli est coupable</w:t>
      </w:r>
      <w:r>
        <w:t xml:space="preserve">. </w:t>
      </w:r>
      <w:r w:rsidR="00256283">
        <w:t>Pourquoi Mimi voulait-elle retrouver votre père</w:t>
      </w:r>
      <w:r>
        <w:t> ?</w:t>
      </w:r>
    </w:p>
    <w:p w14:paraId="5BB1B5DC" w14:textId="77777777" w:rsidR="00435B4F" w:rsidRDefault="00435B4F" w:rsidP="00256283">
      <w:r>
        <w:t>— </w:t>
      </w:r>
      <w:r w:rsidR="00256283">
        <w:t>Pour lui demander de l</w:t>
      </w:r>
      <w:r>
        <w:t>’</w:t>
      </w:r>
      <w:r w:rsidR="00256283">
        <w:t>argent</w:t>
      </w:r>
      <w:r>
        <w:t xml:space="preserve">. </w:t>
      </w:r>
      <w:r w:rsidR="00256283">
        <w:t>Nous sommes ruinés</w:t>
      </w:r>
      <w:r>
        <w:t xml:space="preserve"> : </w:t>
      </w:r>
      <w:r w:rsidR="00256283">
        <w:t>Chris a tout dépensé</w:t>
      </w:r>
      <w:r>
        <w:t xml:space="preserve">. </w:t>
      </w:r>
      <w:r w:rsidR="00256283">
        <w:t>Sans doute l</w:t>
      </w:r>
      <w:r>
        <w:t>’</w:t>
      </w:r>
      <w:r w:rsidR="00256283">
        <w:t>avons-nous tous aidé</w:t>
      </w:r>
      <w:r>
        <w:t xml:space="preserve">, </w:t>
      </w:r>
      <w:r w:rsidR="00256283">
        <w:t>mais il a eu la grosse part</w:t>
      </w:r>
      <w:r>
        <w:t xml:space="preserve">. </w:t>
      </w:r>
      <w:r w:rsidR="00256283">
        <w:t>Maman a peur qu</w:t>
      </w:r>
      <w:r>
        <w:t>’</w:t>
      </w:r>
      <w:r w:rsidR="00256283">
        <w:t>il la quitte si elle n</w:t>
      </w:r>
      <w:r>
        <w:t>’</w:t>
      </w:r>
      <w:r w:rsidR="00256283">
        <w:t>a plus d</w:t>
      </w:r>
      <w:r>
        <w:t>’</w:t>
      </w:r>
      <w:r w:rsidR="00256283">
        <w:t>argent</w:t>
      </w:r>
      <w:r>
        <w:t>.</w:t>
      </w:r>
    </w:p>
    <w:p w14:paraId="4B9AADBC" w14:textId="77777777" w:rsidR="00435B4F" w:rsidRDefault="00435B4F" w:rsidP="00256283">
      <w:r>
        <w:t>— </w:t>
      </w:r>
      <w:r w:rsidR="00256283">
        <w:t>Comment le savez-vous</w:t>
      </w:r>
      <w:r>
        <w:t> ?</w:t>
      </w:r>
    </w:p>
    <w:p w14:paraId="0807E5F5" w14:textId="77777777" w:rsidR="00435B4F" w:rsidRDefault="00435B4F" w:rsidP="00256283">
      <w:r>
        <w:t>— </w:t>
      </w:r>
      <w:r w:rsidR="00256283">
        <w:t>Je les ai entendus se disputer</w:t>
      </w:r>
      <w:r>
        <w:t>.</w:t>
      </w:r>
    </w:p>
    <w:p w14:paraId="320DA79F" w14:textId="77777777" w:rsidR="00435B4F" w:rsidRDefault="00435B4F" w:rsidP="00256283">
      <w:r>
        <w:t>— </w:t>
      </w:r>
      <w:r w:rsidR="00256283">
        <w:t>Croyez-vous qu</w:t>
      </w:r>
      <w:r>
        <w:t>’</w:t>
      </w:r>
      <w:r w:rsidR="00256283">
        <w:t>il l</w:t>
      </w:r>
      <w:r>
        <w:t>’</w:t>
      </w:r>
      <w:r w:rsidR="00256283">
        <w:t>abandonnerait</w:t>
      </w:r>
      <w:r>
        <w:t> ?</w:t>
      </w:r>
    </w:p>
    <w:p w14:paraId="50E43A67" w14:textId="77777777" w:rsidR="00435B4F" w:rsidRDefault="00435B4F" w:rsidP="00256283">
      <w:r>
        <w:t>— </w:t>
      </w:r>
      <w:r w:rsidR="00256283">
        <w:t>J</w:t>
      </w:r>
      <w:r>
        <w:t>’</w:t>
      </w:r>
      <w:r w:rsidR="00256283">
        <w:t>en suis sûre</w:t>
      </w:r>
      <w:r>
        <w:t>.</w:t>
      </w:r>
    </w:p>
    <w:p w14:paraId="5EA171BC" w14:textId="77777777" w:rsidR="00435B4F" w:rsidRDefault="00256283" w:rsidP="00256283">
      <w:r>
        <w:lastRenderedPageBreak/>
        <w:t>Je tirai ma montre</w:t>
      </w:r>
      <w:r w:rsidR="00435B4F">
        <w:t>.</w:t>
      </w:r>
    </w:p>
    <w:p w14:paraId="72951DD9" w14:textId="77777777" w:rsidR="00435B4F" w:rsidRDefault="00435B4F" w:rsidP="00256283">
      <w:r>
        <w:t>— </w:t>
      </w:r>
      <w:r w:rsidR="00256283">
        <w:t>Nous reprendrons cette conversation une autre fois</w:t>
      </w:r>
      <w:r>
        <w:t xml:space="preserve">, </w:t>
      </w:r>
      <w:r w:rsidR="00256283">
        <w:t>dis-je</w:t>
      </w:r>
      <w:r>
        <w:t xml:space="preserve">. </w:t>
      </w:r>
      <w:r w:rsidR="00256283">
        <w:t>Vous pouvez rester ici ce soir</w:t>
      </w:r>
      <w:r>
        <w:t xml:space="preserve">. </w:t>
      </w:r>
      <w:r w:rsidR="00256283">
        <w:t>Installez-vous et faites-vous monter à dîner</w:t>
      </w:r>
      <w:r>
        <w:t xml:space="preserve">. </w:t>
      </w:r>
      <w:r w:rsidR="00256283">
        <w:t>Il vaut mieux que vous ne sortiez pas</w:t>
      </w:r>
      <w:r>
        <w:t>.</w:t>
      </w:r>
    </w:p>
    <w:p w14:paraId="5DA704E4" w14:textId="77777777" w:rsidR="00435B4F" w:rsidRDefault="00256283" w:rsidP="00256283">
      <w:r>
        <w:t>Elle me regarda tristement</w:t>
      </w:r>
      <w:r w:rsidR="00435B4F">
        <w:t xml:space="preserve">, </w:t>
      </w:r>
      <w:r>
        <w:t>sans rien dire</w:t>
      </w:r>
      <w:r w:rsidR="00435B4F">
        <w:t xml:space="preserve">. </w:t>
      </w:r>
      <w:r>
        <w:t>Nora lui mit une main sur l</w:t>
      </w:r>
      <w:r w:rsidR="00435B4F">
        <w:t>’</w:t>
      </w:r>
      <w:r>
        <w:t>épaule</w:t>
      </w:r>
      <w:r w:rsidR="00435B4F">
        <w:t>.</w:t>
      </w:r>
    </w:p>
    <w:p w14:paraId="6B7390CB" w14:textId="77777777" w:rsidR="00435B4F" w:rsidRDefault="00435B4F" w:rsidP="00256283">
      <w:r>
        <w:t>— </w:t>
      </w:r>
      <w:r w:rsidR="00256283">
        <w:t>J</w:t>
      </w:r>
      <w:r>
        <w:t>’</w:t>
      </w:r>
      <w:r w:rsidR="00256283">
        <w:t>ignore quelles sont les intentions de Nick</w:t>
      </w:r>
      <w:r>
        <w:t xml:space="preserve">, </w:t>
      </w:r>
      <w:r w:rsidR="00256283">
        <w:t>Dorothy</w:t>
      </w:r>
      <w:r>
        <w:t xml:space="preserve">, </w:t>
      </w:r>
      <w:r w:rsidR="00256283">
        <w:t>dit-elle</w:t>
      </w:r>
      <w:r>
        <w:t xml:space="preserve">, </w:t>
      </w:r>
      <w:r w:rsidR="00256283">
        <w:t>mais s</w:t>
      </w:r>
      <w:r>
        <w:t>’</w:t>
      </w:r>
      <w:r w:rsidR="00256283">
        <w:t>il croit que nous devons aller dîner là-bas</w:t>
      </w:r>
      <w:r>
        <w:t xml:space="preserve">, </w:t>
      </w:r>
      <w:r w:rsidR="00256283">
        <w:t>c</w:t>
      </w:r>
      <w:r>
        <w:t>’</w:t>
      </w:r>
      <w:r w:rsidR="00256283">
        <w:t>est que cela vaut mieux</w:t>
      </w:r>
      <w:r>
        <w:t xml:space="preserve">. </w:t>
      </w:r>
      <w:r w:rsidR="00256283">
        <w:t>Il connaît son métier</w:t>
      </w:r>
      <w:r>
        <w:t>…</w:t>
      </w:r>
    </w:p>
    <w:p w14:paraId="4B86A026" w14:textId="77777777" w:rsidR="00435B4F" w:rsidRDefault="00256283" w:rsidP="00256283">
      <w:r>
        <w:t>Dorothy sourit et se releva d</w:t>
      </w:r>
      <w:r w:rsidR="00435B4F">
        <w:t>’</w:t>
      </w:r>
      <w:r>
        <w:t>un bond</w:t>
      </w:r>
      <w:r w:rsidR="00435B4F">
        <w:t>.</w:t>
      </w:r>
    </w:p>
    <w:p w14:paraId="06BABAEF" w14:textId="77777777" w:rsidR="00435B4F" w:rsidRDefault="00435B4F" w:rsidP="00256283">
      <w:r>
        <w:t>— </w:t>
      </w:r>
      <w:r w:rsidR="00256283">
        <w:t>Certainement</w:t>
      </w:r>
      <w:r>
        <w:t xml:space="preserve">, </w:t>
      </w:r>
      <w:r w:rsidR="00256283">
        <w:t>s</w:t>
      </w:r>
      <w:r>
        <w:t>’</w:t>
      </w:r>
      <w:r w:rsidR="00256283">
        <w:t>écria-t-elle</w:t>
      </w:r>
      <w:r>
        <w:t xml:space="preserve">. </w:t>
      </w:r>
      <w:r w:rsidR="00256283">
        <w:t>Je ne serai plus aussi sotte</w:t>
      </w:r>
      <w:r>
        <w:t xml:space="preserve">. </w:t>
      </w:r>
      <w:r w:rsidR="00256283">
        <w:t>C</w:t>
      </w:r>
      <w:r>
        <w:t>’</w:t>
      </w:r>
      <w:r w:rsidR="00256283">
        <w:t>est idiot</w:t>
      </w:r>
      <w:r>
        <w:t> !</w:t>
      </w:r>
    </w:p>
    <w:p w14:paraId="44A2103B" w14:textId="77777777" w:rsidR="00435B4F" w:rsidRDefault="00256283" w:rsidP="00256283">
      <w:r>
        <w:t>Je téléphonai au bureau pour que l</w:t>
      </w:r>
      <w:r w:rsidR="00435B4F">
        <w:t>’</w:t>
      </w:r>
      <w:r>
        <w:t>on montât le courrier</w:t>
      </w:r>
      <w:r w:rsidR="00435B4F">
        <w:t xml:space="preserve">. </w:t>
      </w:r>
      <w:r>
        <w:t>Deux ou trois lettres pour Nora</w:t>
      </w:r>
      <w:r w:rsidR="00435B4F">
        <w:t xml:space="preserve">, </w:t>
      </w:r>
      <w:r>
        <w:t>une pour moi</w:t>
      </w:r>
      <w:r w:rsidR="00435B4F">
        <w:t xml:space="preserve">, </w:t>
      </w:r>
      <w:r>
        <w:t>des cartes de Noël</w:t>
      </w:r>
      <w:r w:rsidR="00435B4F">
        <w:t xml:space="preserve">, </w:t>
      </w:r>
      <w:r>
        <w:t>une liste des personnes qui avaient téléphoné et un télégramme de Philadelphie</w:t>
      </w:r>
      <w:r w:rsidR="00435B4F">
        <w:t>.</w:t>
      </w:r>
    </w:p>
    <w:p w14:paraId="1855841F" w14:textId="77777777" w:rsidR="00435B4F" w:rsidRDefault="00256283" w:rsidP="00435B4F">
      <w:pPr>
        <w:pStyle w:val="Centr"/>
      </w:pPr>
      <w:r>
        <w:t>NICK CHARLES</w:t>
      </w:r>
      <w:r w:rsidR="00435B4F">
        <w:t>.</w:t>
      </w:r>
    </w:p>
    <w:p w14:paraId="23BA6730" w14:textId="77777777" w:rsidR="00435B4F" w:rsidRDefault="00256283" w:rsidP="00435B4F">
      <w:pPr>
        <w:pStyle w:val="Centr"/>
      </w:pPr>
      <w:r>
        <w:rPr>
          <w:i/>
        </w:rPr>
        <w:t>The Normandie</w:t>
      </w:r>
      <w:r w:rsidR="00435B4F">
        <w:t xml:space="preserve">, </w:t>
      </w:r>
      <w:r>
        <w:rPr>
          <w:i/>
        </w:rPr>
        <w:t>New-York</w:t>
      </w:r>
      <w:r w:rsidR="00435B4F">
        <w:t>.</w:t>
      </w:r>
    </w:p>
    <w:p w14:paraId="411572AE" w14:textId="77777777" w:rsidR="00435B4F" w:rsidRDefault="00256283" w:rsidP="00256283">
      <w:r>
        <w:t>METTEZ-VOUS EN RAPPORT AVEC HERBERT MACAULAY POUR DISCUTER À QUELLES CONDITIONS VOUS CHARGERIEZ ENQUÊTE ASSASSINAT JULIA WOLF</w:t>
      </w:r>
      <w:r w:rsidR="00435B4F">
        <w:t xml:space="preserve"> – </w:t>
      </w:r>
      <w:r>
        <w:t>STOP</w:t>
      </w:r>
      <w:r w:rsidR="00435B4F">
        <w:t xml:space="preserve"> – </w:t>
      </w:r>
      <w:r>
        <w:t>J</w:t>
      </w:r>
      <w:r w:rsidR="00435B4F">
        <w:t>’</w:t>
      </w:r>
      <w:r>
        <w:t>ENVOIE À MACAULAY INSTRUCTIONS DÉTAILLÉES</w:t>
      </w:r>
      <w:r w:rsidR="00435B4F">
        <w:t xml:space="preserve"> – </w:t>
      </w:r>
      <w:r>
        <w:t>STOP</w:t>
      </w:r>
      <w:r w:rsidR="00435B4F">
        <w:t xml:space="preserve"> – </w:t>
      </w:r>
      <w:r>
        <w:t>SALUTATIONS</w:t>
      </w:r>
      <w:r w:rsidR="00435B4F">
        <w:t>.</w:t>
      </w:r>
    </w:p>
    <w:p w14:paraId="6EDD59AB" w14:textId="77777777" w:rsidR="00435B4F" w:rsidRDefault="00256283" w:rsidP="00256283">
      <w:pPr>
        <w:jc w:val="right"/>
      </w:pPr>
      <w:r>
        <w:t xml:space="preserve">CLYDE </w:t>
      </w:r>
      <w:proofErr w:type="spellStart"/>
      <w:r>
        <w:t>WYNANT</w:t>
      </w:r>
      <w:proofErr w:type="spellEnd"/>
      <w:r w:rsidR="00435B4F">
        <w:t>.</w:t>
      </w:r>
    </w:p>
    <w:p w14:paraId="3CC5FADE" w14:textId="77777777" w:rsidR="00435B4F" w:rsidRDefault="00256283" w:rsidP="00256283">
      <w:r>
        <w:t>Je plaçai le télégramme dans une enveloppe avec quelques lignes expliquant que je venais de le recevoir et je l</w:t>
      </w:r>
      <w:r w:rsidR="00435B4F">
        <w:t>’</w:t>
      </w:r>
      <w:r>
        <w:t>envoyai par messager spécial au Bureau Central de Police</w:t>
      </w:r>
      <w:r w:rsidR="00435B4F">
        <w:t>.</w:t>
      </w:r>
    </w:p>
    <w:p w14:paraId="1235F955" w14:textId="77777777" w:rsidR="00435B4F" w:rsidRDefault="00256283" w:rsidP="003D5E6A">
      <w:pPr>
        <w:pStyle w:val="Titre1"/>
      </w:pPr>
      <w:bookmarkStart w:id="22" w:name="__RefHeading__48_1831309079"/>
      <w:bookmarkStart w:id="23" w:name="_Toc202285663"/>
      <w:bookmarkEnd w:id="22"/>
      <w:r>
        <w:lastRenderedPageBreak/>
        <w:t>X</w:t>
      </w:r>
      <w:bookmarkEnd w:id="23"/>
    </w:p>
    <w:p w14:paraId="3BAAEDD2" w14:textId="77777777" w:rsidR="00435B4F" w:rsidRDefault="00435B4F" w:rsidP="00256283">
      <w:r>
        <w:t>— </w:t>
      </w:r>
      <w:r w:rsidR="00256283">
        <w:t>Es-tu sûr d</w:t>
      </w:r>
      <w:r>
        <w:t>’</w:t>
      </w:r>
      <w:r w:rsidR="00256283">
        <w:t>être assez bien pour aller là-bas</w:t>
      </w:r>
      <w:r>
        <w:t xml:space="preserve"> ? </w:t>
      </w:r>
      <w:r w:rsidR="00256283">
        <w:t>me dit Nora dans le taxi</w:t>
      </w:r>
      <w:r>
        <w:t>.</w:t>
      </w:r>
    </w:p>
    <w:p w14:paraId="2772771E" w14:textId="77777777" w:rsidR="00435B4F" w:rsidRDefault="00435B4F" w:rsidP="00256283">
      <w:r>
        <w:t>— </w:t>
      </w:r>
      <w:r w:rsidR="00256283">
        <w:t>Sûr</w:t>
      </w:r>
      <w:r>
        <w:t xml:space="preserve"> ! </w:t>
      </w:r>
      <w:r w:rsidR="00256283">
        <w:t>Qu</w:t>
      </w:r>
      <w:r>
        <w:t>’</w:t>
      </w:r>
      <w:r w:rsidR="00256283">
        <w:t xml:space="preserve">est-ce que tu penses de cette histoire que nous a </w:t>
      </w:r>
      <w:proofErr w:type="spellStart"/>
      <w:r w:rsidR="00256283">
        <w:t>racontée</w:t>
      </w:r>
      <w:proofErr w:type="spellEnd"/>
      <w:r w:rsidR="00256283">
        <w:t xml:space="preserve"> la petite</w:t>
      </w:r>
      <w:r>
        <w:t> ?</w:t>
      </w:r>
    </w:p>
    <w:p w14:paraId="6D508DF7" w14:textId="77777777" w:rsidR="00435B4F" w:rsidRDefault="00256283" w:rsidP="00256283">
      <w:r>
        <w:t>Elle hésita</w:t>
      </w:r>
      <w:r w:rsidR="00435B4F">
        <w:t>.</w:t>
      </w:r>
    </w:p>
    <w:p w14:paraId="4663354A" w14:textId="77777777" w:rsidR="00435B4F" w:rsidRDefault="00435B4F" w:rsidP="00256283">
      <w:r>
        <w:t>— </w:t>
      </w:r>
      <w:r w:rsidR="00256283">
        <w:t>Tu n</w:t>
      </w:r>
      <w:r>
        <w:t>’</w:t>
      </w:r>
      <w:r w:rsidR="00256283">
        <w:t>y crois pas</w:t>
      </w:r>
      <w:r>
        <w:t xml:space="preserve"> ? </w:t>
      </w:r>
      <w:r w:rsidR="00256283">
        <w:t>dit-elle</w:t>
      </w:r>
      <w:r>
        <w:t>.</w:t>
      </w:r>
    </w:p>
    <w:p w14:paraId="67003BC3" w14:textId="77777777" w:rsidR="00435B4F" w:rsidRDefault="00435B4F" w:rsidP="00256283">
      <w:r>
        <w:t>— </w:t>
      </w:r>
      <w:r w:rsidR="00256283">
        <w:t>Non</w:t>
      </w:r>
      <w:r>
        <w:t xml:space="preserve">… </w:t>
      </w:r>
      <w:r w:rsidR="00256283">
        <w:t>tant que je ne l</w:t>
      </w:r>
      <w:r>
        <w:t>’</w:t>
      </w:r>
      <w:r w:rsidR="00256283">
        <w:t>aurai pas vérifiée</w:t>
      </w:r>
      <w:r>
        <w:t>.</w:t>
      </w:r>
    </w:p>
    <w:p w14:paraId="0F01868D" w14:textId="77777777" w:rsidR="00435B4F" w:rsidRDefault="00435B4F" w:rsidP="00256283">
      <w:r>
        <w:t>— </w:t>
      </w:r>
      <w:r w:rsidR="00256283">
        <w:t>Tu sais ce que tu as à faire</w:t>
      </w:r>
      <w:r>
        <w:t xml:space="preserve">, </w:t>
      </w:r>
      <w:r w:rsidR="00256283">
        <w:t>mais</w:t>
      </w:r>
      <w:r>
        <w:t xml:space="preserve">, </w:t>
      </w:r>
      <w:r w:rsidR="00256283">
        <w:t>personnellement</w:t>
      </w:r>
      <w:r>
        <w:t xml:space="preserve">, </w:t>
      </w:r>
      <w:r w:rsidR="00256283">
        <w:t>je crois qu</w:t>
      </w:r>
      <w:r>
        <w:t>’</w:t>
      </w:r>
      <w:r w:rsidR="00256283">
        <w:t>elle a tenté de dire la vérité</w:t>
      </w:r>
      <w:r>
        <w:t xml:space="preserve">, </w:t>
      </w:r>
      <w:r w:rsidR="00256283">
        <w:t>reprit Nora</w:t>
      </w:r>
      <w:r>
        <w:t>.</w:t>
      </w:r>
    </w:p>
    <w:p w14:paraId="4893997A" w14:textId="77777777" w:rsidR="00435B4F" w:rsidRDefault="00435B4F" w:rsidP="00256283">
      <w:r>
        <w:t>— </w:t>
      </w:r>
      <w:r w:rsidR="00256283">
        <w:t>Les gens qui essayent de dire la vérité racontent souvent les plus belles blagues</w:t>
      </w:r>
      <w:r>
        <w:t xml:space="preserve">, </w:t>
      </w:r>
      <w:r w:rsidR="00256283">
        <w:t>dis-je</w:t>
      </w:r>
      <w:r>
        <w:t xml:space="preserve">. </w:t>
      </w:r>
      <w:r w:rsidR="00256283">
        <w:t>Il n</w:t>
      </w:r>
      <w:r>
        <w:t>’</w:t>
      </w:r>
      <w:r w:rsidR="00256283">
        <w:t>est pas facile d</w:t>
      </w:r>
      <w:r>
        <w:t>’</w:t>
      </w:r>
      <w:r w:rsidR="00256283">
        <w:t>éviter le mensonge quand on s</w:t>
      </w:r>
      <w:r>
        <w:t>’</w:t>
      </w:r>
      <w:r w:rsidR="00256283">
        <w:t>y est habitué</w:t>
      </w:r>
      <w:r>
        <w:t xml:space="preserve">. </w:t>
      </w:r>
      <w:r w:rsidR="00256283">
        <w:t>Acheter un automatique dans un speakeasy</w:t>
      </w:r>
      <w:r>
        <w:t xml:space="preserve">, </w:t>
      </w:r>
      <w:r w:rsidR="00256283">
        <w:t>pour douze dollars</w:t>
      </w:r>
      <w:r>
        <w:t xml:space="preserve"> ! </w:t>
      </w:r>
      <w:r w:rsidR="00256283">
        <w:t>Hum</w:t>
      </w:r>
      <w:r>
        <w:t> !</w:t>
      </w:r>
    </w:p>
    <w:p w14:paraId="6173B762" w14:textId="77777777" w:rsidR="00435B4F" w:rsidRDefault="00256283" w:rsidP="00256283">
      <w:r>
        <w:t>Nous demeurâmes silencieux pendant quelques secondes</w:t>
      </w:r>
      <w:r w:rsidR="00435B4F">
        <w:t>.</w:t>
      </w:r>
    </w:p>
    <w:p w14:paraId="2F4F112E" w14:textId="77777777" w:rsidR="00435B4F" w:rsidRDefault="00435B4F" w:rsidP="00256283">
      <w:r>
        <w:t>— </w:t>
      </w:r>
      <w:r w:rsidR="00256283">
        <w:t>Qu</w:t>
      </w:r>
      <w:r>
        <w:t>’</w:t>
      </w:r>
      <w:r w:rsidR="00256283">
        <w:t>est-ce qu</w:t>
      </w:r>
      <w:r>
        <w:t>’</w:t>
      </w:r>
      <w:r w:rsidR="00256283">
        <w:t>elle a cette petite</w:t>
      </w:r>
      <w:r>
        <w:t xml:space="preserve"> ? </w:t>
      </w:r>
      <w:r w:rsidR="00256283">
        <w:t>demanda enfin Nora</w:t>
      </w:r>
      <w:r>
        <w:t>.</w:t>
      </w:r>
    </w:p>
    <w:p w14:paraId="0752DEBE" w14:textId="77777777" w:rsidR="00435B4F" w:rsidRDefault="00435B4F" w:rsidP="00256283">
      <w:r>
        <w:t>— </w:t>
      </w:r>
      <w:r w:rsidR="00256283">
        <w:t>Son père est fou</w:t>
      </w:r>
      <w:r>
        <w:t xml:space="preserve">, </w:t>
      </w:r>
      <w:r w:rsidR="00256283">
        <w:t>répondis-je</w:t>
      </w:r>
      <w:r>
        <w:t xml:space="preserve">, </w:t>
      </w:r>
      <w:r w:rsidR="00256283">
        <w:t>alors elle croit qu</w:t>
      </w:r>
      <w:r>
        <w:t>’</w:t>
      </w:r>
      <w:r w:rsidR="00256283">
        <w:t>elle est folle comme lui</w:t>
      </w:r>
      <w:r>
        <w:t>.</w:t>
      </w:r>
    </w:p>
    <w:p w14:paraId="1137C803" w14:textId="77777777" w:rsidR="00435B4F" w:rsidRDefault="00435B4F" w:rsidP="00256283">
      <w:r>
        <w:t>— </w:t>
      </w:r>
      <w:r w:rsidR="00256283">
        <w:t>Qu</w:t>
      </w:r>
      <w:r>
        <w:t>’</w:t>
      </w:r>
      <w:r w:rsidR="00256283">
        <w:t>en sais-tu</w:t>
      </w:r>
      <w:r>
        <w:t> ?</w:t>
      </w:r>
    </w:p>
    <w:p w14:paraId="2400DC48" w14:textId="77777777" w:rsidR="00435B4F" w:rsidRDefault="00435B4F" w:rsidP="00256283">
      <w:r>
        <w:t>— </w:t>
      </w:r>
      <w:r w:rsidR="00256283">
        <w:t>Tu m</w:t>
      </w:r>
      <w:r>
        <w:t>’</w:t>
      </w:r>
      <w:r w:rsidR="00256283">
        <w:t>interroges</w:t>
      </w:r>
      <w:r>
        <w:t xml:space="preserve"> : </w:t>
      </w:r>
      <w:r w:rsidR="00256283">
        <w:t>je réponds</w:t>
      </w:r>
      <w:r>
        <w:t>.</w:t>
      </w:r>
    </w:p>
    <w:p w14:paraId="500F6AAE" w14:textId="77777777" w:rsidR="00435B4F" w:rsidRDefault="00435B4F" w:rsidP="00256283">
      <w:r>
        <w:t>— </w:t>
      </w:r>
      <w:r w:rsidR="00256283">
        <w:t>Tu veux dire que tu fais cette supposition</w:t>
      </w:r>
      <w:r>
        <w:t> ?</w:t>
      </w:r>
    </w:p>
    <w:p w14:paraId="7A7C7BB6" w14:textId="77777777" w:rsidR="00435B4F" w:rsidRDefault="00435B4F" w:rsidP="00256283">
      <w:r>
        <w:t>— </w:t>
      </w:r>
      <w:r w:rsidR="00256283">
        <w:t>Je veux dire que c</w:t>
      </w:r>
      <w:r>
        <w:t>’</w:t>
      </w:r>
      <w:r w:rsidR="00256283">
        <w:t>est là mon idée</w:t>
      </w:r>
      <w:r>
        <w:t xml:space="preserve"> : </w:t>
      </w:r>
      <w:r w:rsidR="00256283">
        <w:t>j</w:t>
      </w:r>
      <w:r>
        <w:t>’</w:t>
      </w:r>
      <w:r w:rsidR="00256283">
        <w:t xml:space="preserve">ignore si </w:t>
      </w:r>
      <w:proofErr w:type="spellStart"/>
      <w:r w:rsidR="00256283">
        <w:t>Wynant</w:t>
      </w:r>
      <w:proofErr w:type="spellEnd"/>
      <w:r w:rsidR="00256283">
        <w:t xml:space="preserve"> est réellement fou et si la petite a hérité sa folie</w:t>
      </w:r>
      <w:r>
        <w:t xml:space="preserve">, </w:t>
      </w:r>
      <w:r w:rsidR="00256283">
        <w:t xml:space="preserve">mais je suis </w:t>
      </w:r>
      <w:r w:rsidR="00256283">
        <w:lastRenderedPageBreak/>
        <w:t>sûr que</w:t>
      </w:r>
      <w:r>
        <w:t xml:space="preserve">, </w:t>
      </w:r>
      <w:r w:rsidR="00256283">
        <w:t>dans son cœur</w:t>
      </w:r>
      <w:r>
        <w:t xml:space="preserve">, </w:t>
      </w:r>
      <w:r w:rsidR="00256283">
        <w:t>Dorothy répond oui aux deux questions</w:t>
      </w:r>
      <w:r>
        <w:t xml:space="preserve">, </w:t>
      </w:r>
      <w:r w:rsidR="00256283">
        <w:t>voilà</w:t>
      </w:r>
      <w:r>
        <w:t> !</w:t>
      </w:r>
    </w:p>
    <w:p w14:paraId="14A2E18B" w14:textId="77777777" w:rsidR="00435B4F" w:rsidRDefault="00256283" w:rsidP="00256283">
      <w:r>
        <w:t xml:space="preserve">Quand nous nous arrêtâmes devant le </w:t>
      </w:r>
      <w:proofErr w:type="spellStart"/>
      <w:r>
        <w:t>Courtland</w:t>
      </w:r>
      <w:proofErr w:type="spellEnd"/>
      <w:r w:rsidR="00435B4F">
        <w:t xml:space="preserve">, </w:t>
      </w:r>
      <w:r>
        <w:t>Nora soupira</w:t>
      </w:r>
      <w:r w:rsidR="00435B4F">
        <w:t> :</w:t>
      </w:r>
    </w:p>
    <w:p w14:paraId="47B33EAD" w14:textId="77777777" w:rsidR="00435B4F" w:rsidRDefault="00435B4F" w:rsidP="00256283">
      <w:r>
        <w:t>— </w:t>
      </w:r>
      <w:r w:rsidR="00256283">
        <w:t>C</w:t>
      </w:r>
      <w:r>
        <w:t>’</w:t>
      </w:r>
      <w:r w:rsidR="00256283">
        <w:t>est terrible</w:t>
      </w:r>
      <w:r>
        <w:t xml:space="preserve">, </w:t>
      </w:r>
      <w:r w:rsidR="00256283">
        <w:t>Nick</w:t>
      </w:r>
      <w:r>
        <w:t xml:space="preserve"> ! </w:t>
      </w:r>
      <w:r w:rsidR="00256283">
        <w:t>Quelqu</w:t>
      </w:r>
      <w:r>
        <w:t>’</w:t>
      </w:r>
      <w:r w:rsidR="00256283">
        <w:t>un devrait</w:t>
      </w:r>
      <w:r>
        <w:t>…</w:t>
      </w:r>
    </w:p>
    <w:p w14:paraId="427860FE" w14:textId="77777777" w:rsidR="00435B4F" w:rsidRDefault="00256283" w:rsidP="00256283">
      <w:r>
        <w:t>Je l</w:t>
      </w:r>
      <w:r w:rsidR="00435B4F">
        <w:t>’</w:t>
      </w:r>
      <w:r>
        <w:t>interrompis</w:t>
      </w:r>
      <w:r w:rsidR="00435B4F">
        <w:t xml:space="preserve">. </w:t>
      </w:r>
      <w:r>
        <w:t>Dorothy avait peut-être raison</w:t>
      </w:r>
      <w:r w:rsidR="00435B4F">
        <w:t xml:space="preserve">. </w:t>
      </w:r>
      <w:r>
        <w:t>Sans doute</w:t>
      </w:r>
      <w:r w:rsidR="00435B4F">
        <w:t xml:space="preserve">, </w:t>
      </w:r>
      <w:r>
        <w:t>en ce moment</w:t>
      </w:r>
      <w:r w:rsidR="00435B4F">
        <w:t xml:space="preserve">, </w:t>
      </w:r>
      <w:r>
        <w:t xml:space="preserve">faisait-elle une poupée de chiffons pour jouer avec </w:t>
      </w:r>
      <w:proofErr w:type="spellStart"/>
      <w:r>
        <w:t>Asta</w:t>
      </w:r>
      <w:proofErr w:type="spellEnd"/>
      <w:r w:rsidR="00435B4F">
        <w:t>.</w:t>
      </w:r>
    </w:p>
    <w:p w14:paraId="1F2DCA90" w14:textId="77777777" w:rsidR="00435B4F" w:rsidRDefault="00256283" w:rsidP="00256283">
      <w:r>
        <w:t>Nous nous fîmes annoncer par le téléphoniste et</w:t>
      </w:r>
      <w:r w:rsidR="00435B4F">
        <w:t xml:space="preserve">, </w:t>
      </w:r>
      <w:r>
        <w:t>après quelques minutes</w:t>
      </w:r>
      <w:r w:rsidR="00435B4F">
        <w:t xml:space="preserve">, </w:t>
      </w:r>
      <w:r>
        <w:t>on nous pria de monter</w:t>
      </w:r>
      <w:r w:rsidR="00435B4F">
        <w:t xml:space="preserve">. </w:t>
      </w:r>
      <w:r>
        <w:t>Mimi nous attendait sur le palier</w:t>
      </w:r>
      <w:r w:rsidR="00435B4F">
        <w:t xml:space="preserve">, </w:t>
      </w:r>
      <w:r>
        <w:t>devant l</w:t>
      </w:r>
      <w:r w:rsidR="00435B4F">
        <w:t>’</w:t>
      </w:r>
      <w:r>
        <w:t>ascenseur</w:t>
      </w:r>
      <w:r w:rsidR="00435B4F">
        <w:t>.</w:t>
      </w:r>
    </w:p>
    <w:p w14:paraId="3AC0CB6F" w14:textId="77777777" w:rsidR="00435B4F" w:rsidRDefault="00435B4F" w:rsidP="00256283">
      <w:r>
        <w:t>— </w:t>
      </w:r>
      <w:r w:rsidR="00256283">
        <w:t>Ces journaux</w:t>
      </w:r>
      <w:r>
        <w:t xml:space="preserve">, </w:t>
      </w:r>
      <w:r w:rsidR="00256283">
        <w:t>cria-t-elle</w:t>
      </w:r>
      <w:r>
        <w:t xml:space="preserve"> ; </w:t>
      </w:r>
      <w:r w:rsidR="00256283">
        <w:t>j</w:t>
      </w:r>
      <w:r>
        <w:t>’</w:t>
      </w:r>
      <w:r w:rsidR="00256283">
        <w:t>étais affolée à l</w:t>
      </w:r>
      <w:r>
        <w:t>’</w:t>
      </w:r>
      <w:r w:rsidR="00256283">
        <w:t>idée que vous étiez mortellement blessé</w:t>
      </w:r>
      <w:r>
        <w:t xml:space="preserve">, </w:t>
      </w:r>
      <w:r w:rsidR="00256283">
        <w:t>Nick</w:t>
      </w:r>
      <w:r>
        <w:t xml:space="preserve"> ! </w:t>
      </w:r>
      <w:r w:rsidR="00256283">
        <w:t>J</w:t>
      </w:r>
      <w:r>
        <w:t>’</w:t>
      </w:r>
      <w:r w:rsidR="00256283">
        <w:t>ai téléphoné deux fois</w:t>
      </w:r>
      <w:r>
        <w:t xml:space="preserve"> : </w:t>
      </w:r>
      <w:r w:rsidR="00256283">
        <w:t>le standardiste n</w:t>
      </w:r>
      <w:r>
        <w:t>’</w:t>
      </w:r>
      <w:r w:rsidR="00256283">
        <w:t>a pas voulu me mettre en communication avec votre appartement ni me dire comment vous alliez</w:t>
      </w:r>
      <w:r>
        <w:t> !</w:t>
      </w:r>
    </w:p>
    <w:p w14:paraId="114921FE" w14:textId="77777777" w:rsidR="00435B4F" w:rsidRDefault="00256283" w:rsidP="00256283">
      <w:r>
        <w:t>Elle me tenait les mains</w:t>
      </w:r>
      <w:r w:rsidR="00435B4F">
        <w:t>.</w:t>
      </w:r>
    </w:p>
    <w:p w14:paraId="3DA9B762" w14:textId="77777777" w:rsidR="00435B4F" w:rsidRDefault="00435B4F" w:rsidP="00256283">
      <w:r>
        <w:t>— </w:t>
      </w:r>
      <w:r w:rsidR="00256283">
        <w:t>Je suis si heureuse que tout cela soit faux</w:t>
      </w:r>
      <w:r>
        <w:t xml:space="preserve">, </w:t>
      </w:r>
      <w:r w:rsidR="00256283">
        <w:t>Nick</w:t>
      </w:r>
      <w:r>
        <w:t xml:space="preserve">, </w:t>
      </w:r>
      <w:r w:rsidR="00256283">
        <w:t>mais naturellement</w:t>
      </w:r>
      <w:r>
        <w:t xml:space="preserve">, </w:t>
      </w:r>
      <w:r w:rsidR="00256283">
        <w:t>nous ne vous attendions pas ce soir</w:t>
      </w:r>
      <w:r>
        <w:t xml:space="preserve">… </w:t>
      </w:r>
      <w:r w:rsidR="00256283">
        <w:t>Vous êtes encore tout pâle</w:t>
      </w:r>
      <w:r>
        <w:t xml:space="preserve"> ! </w:t>
      </w:r>
      <w:r w:rsidR="00256283">
        <w:t>Avez-vous vraiment été blessé</w:t>
      </w:r>
      <w:r>
        <w:t> ?</w:t>
      </w:r>
    </w:p>
    <w:p w14:paraId="32ED0797" w14:textId="77777777" w:rsidR="00435B4F" w:rsidRDefault="00435B4F" w:rsidP="00256283">
      <w:r>
        <w:t>— </w:t>
      </w:r>
      <w:r w:rsidR="00256283">
        <w:t>Ce n</w:t>
      </w:r>
      <w:r>
        <w:t>’</w:t>
      </w:r>
      <w:r w:rsidR="00256283">
        <w:t>est rien</w:t>
      </w:r>
      <w:r>
        <w:t xml:space="preserve">, </w:t>
      </w:r>
      <w:r w:rsidR="00256283">
        <w:t>dis-je</w:t>
      </w:r>
      <w:r>
        <w:t xml:space="preserve">, </w:t>
      </w:r>
      <w:r w:rsidR="00256283">
        <w:t>une égratignure</w:t>
      </w:r>
      <w:r>
        <w:t>.</w:t>
      </w:r>
    </w:p>
    <w:p w14:paraId="4A48EF4A" w14:textId="77777777" w:rsidR="00435B4F" w:rsidRDefault="00435B4F" w:rsidP="00256283">
      <w:r>
        <w:t>— </w:t>
      </w:r>
      <w:r w:rsidR="00256283">
        <w:t>Et vous êtes venu quand même</w:t>
      </w:r>
      <w:r>
        <w:t xml:space="preserve"> ? </w:t>
      </w:r>
      <w:r w:rsidR="00256283">
        <w:t>C</w:t>
      </w:r>
      <w:r>
        <w:t>’</w:t>
      </w:r>
      <w:r w:rsidR="00256283">
        <w:t>est très flatteur</w:t>
      </w:r>
      <w:r>
        <w:t xml:space="preserve">, </w:t>
      </w:r>
      <w:r w:rsidR="00256283">
        <w:t>mais d</w:t>
      </w:r>
      <w:r>
        <w:t>’</w:t>
      </w:r>
      <w:r w:rsidR="00256283">
        <w:t>une imprudence folle</w:t>
      </w:r>
      <w:r>
        <w:t> !</w:t>
      </w:r>
    </w:p>
    <w:p w14:paraId="6B10D601" w14:textId="77777777" w:rsidR="00435B4F" w:rsidRDefault="00256283" w:rsidP="00256283">
      <w:r>
        <w:t>Elle se tourna vers Nora</w:t>
      </w:r>
      <w:r w:rsidR="00435B4F">
        <w:t>.</w:t>
      </w:r>
    </w:p>
    <w:p w14:paraId="7FEEC252" w14:textId="77777777" w:rsidR="00435B4F" w:rsidRDefault="00435B4F" w:rsidP="00256283">
      <w:r>
        <w:t>— </w:t>
      </w:r>
      <w:r w:rsidR="00256283">
        <w:t>Êtes-vous sûre qu</w:t>
      </w:r>
      <w:r>
        <w:t>’</w:t>
      </w:r>
      <w:r w:rsidR="00256283">
        <w:t>il n</w:t>
      </w:r>
      <w:r>
        <w:t>’</w:t>
      </w:r>
      <w:r w:rsidR="00256283">
        <w:t>aurait pas dû garder le lit</w:t>
      </w:r>
      <w:r>
        <w:t> ?</w:t>
      </w:r>
    </w:p>
    <w:p w14:paraId="05A1BB9A" w14:textId="77777777" w:rsidR="00435B4F" w:rsidRDefault="00435B4F" w:rsidP="00256283">
      <w:r>
        <w:t>— </w:t>
      </w:r>
      <w:r w:rsidR="00256283">
        <w:t>Il a insisté</w:t>
      </w:r>
      <w:r>
        <w:t xml:space="preserve"> ; </w:t>
      </w:r>
      <w:r w:rsidR="00256283">
        <w:t>il voulait venir</w:t>
      </w:r>
      <w:r>
        <w:t xml:space="preserve">, </w:t>
      </w:r>
      <w:r w:rsidR="00256283">
        <w:t>répondit ma femme</w:t>
      </w:r>
      <w:r>
        <w:t>.</w:t>
      </w:r>
    </w:p>
    <w:p w14:paraId="28A6C782" w14:textId="77777777" w:rsidR="00435B4F" w:rsidRDefault="00435B4F" w:rsidP="00256283">
      <w:r>
        <w:lastRenderedPageBreak/>
        <w:t>— </w:t>
      </w:r>
      <w:r w:rsidR="00256283">
        <w:t>Que les hommes sont idiots</w:t>
      </w:r>
      <w:r>
        <w:t xml:space="preserve"> ! </w:t>
      </w:r>
      <w:r w:rsidR="00256283">
        <w:t>soupira Mimi</w:t>
      </w:r>
      <w:r>
        <w:t xml:space="preserve">, </w:t>
      </w:r>
      <w:r w:rsidR="00256283">
        <w:t>m</w:t>
      </w:r>
      <w:r>
        <w:t>’</w:t>
      </w:r>
      <w:r w:rsidR="00256283">
        <w:t>entourant les épaules de son bras</w:t>
      </w:r>
      <w:r>
        <w:t xml:space="preserve">. </w:t>
      </w:r>
      <w:r w:rsidR="00256283">
        <w:t>Ou bien ils font des montagnes de rien</w:t>
      </w:r>
      <w:r>
        <w:t xml:space="preserve">, </w:t>
      </w:r>
      <w:r w:rsidR="00256283">
        <w:t>ou bien ils n</w:t>
      </w:r>
      <w:r>
        <w:t>’</w:t>
      </w:r>
      <w:r w:rsidR="00256283">
        <w:t>attachent aucune importance aux choses sérieuses</w:t>
      </w:r>
      <w:r>
        <w:t xml:space="preserve"> ! </w:t>
      </w:r>
      <w:r w:rsidR="00256283">
        <w:t>Entrez</w:t>
      </w:r>
      <w:r>
        <w:t xml:space="preserve">. </w:t>
      </w:r>
      <w:r w:rsidR="00256283">
        <w:t>Laissez-moi vous aider</w:t>
      </w:r>
      <w:r>
        <w:t xml:space="preserve">, </w:t>
      </w:r>
      <w:r w:rsidR="00256283">
        <w:t>Nick</w:t>
      </w:r>
      <w:r>
        <w:t> !</w:t>
      </w:r>
    </w:p>
    <w:p w14:paraId="2140816C" w14:textId="77777777" w:rsidR="00435B4F" w:rsidRDefault="00435B4F" w:rsidP="00256283">
      <w:r>
        <w:t>— </w:t>
      </w:r>
      <w:r w:rsidR="00256283">
        <w:t>Je n</w:t>
      </w:r>
      <w:r>
        <w:t>’</w:t>
      </w:r>
      <w:r w:rsidR="00256283">
        <w:t>en suis pas encore là</w:t>
      </w:r>
      <w:r>
        <w:t xml:space="preserve"> ! </w:t>
      </w:r>
      <w:r w:rsidR="00256283">
        <w:t>protestai-je</w:t>
      </w:r>
      <w:r>
        <w:t xml:space="preserve">, </w:t>
      </w:r>
      <w:r w:rsidR="00256283">
        <w:t>mais elle insista pour m</w:t>
      </w:r>
      <w:r>
        <w:t>’</w:t>
      </w:r>
      <w:r w:rsidR="00256283">
        <w:t>installer dans un grand fauteuil</w:t>
      </w:r>
      <w:r>
        <w:t xml:space="preserve">, </w:t>
      </w:r>
      <w:r w:rsidR="00256283">
        <w:t>avec des coussins</w:t>
      </w:r>
      <w:r>
        <w:t>.</w:t>
      </w:r>
    </w:p>
    <w:p w14:paraId="42B1D2BE" w14:textId="77777777" w:rsidR="00435B4F" w:rsidRDefault="00256283" w:rsidP="00256283">
      <w:r>
        <w:t>Jorgensen entra</w:t>
      </w:r>
      <w:r w:rsidR="00435B4F">
        <w:t xml:space="preserve">, </w:t>
      </w:r>
      <w:r>
        <w:t>me serra la main et me félicita d</w:t>
      </w:r>
      <w:r w:rsidR="00435B4F">
        <w:t>’</w:t>
      </w:r>
      <w:r>
        <w:t>avoir échappé si heureusement à la mort</w:t>
      </w:r>
      <w:r w:rsidR="00435B4F">
        <w:t xml:space="preserve">. </w:t>
      </w:r>
      <w:r>
        <w:t>Il se pencha et baisa la main de Nora</w:t>
      </w:r>
      <w:r w:rsidR="00435B4F">
        <w:t>.</w:t>
      </w:r>
    </w:p>
    <w:p w14:paraId="3AEE99F1" w14:textId="77777777" w:rsidR="00435B4F" w:rsidRDefault="00435B4F" w:rsidP="00256283">
      <w:r>
        <w:t>— </w:t>
      </w:r>
      <w:r w:rsidR="00256283">
        <w:t>Je vais terminer les cocktails</w:t>
      </w:r>
      <w:r>
        <w:t xml:space="preserve">, </w:t>
      </w:r>
      <w:r w:rsidR="00256283">
        <w:t>dit-il</w:t>
      </w:r>
      <w:r>
        <w:t xml:space="preserve">, </w:t>
      </w:r>
      <w:r w:rsidR="00256283">
        <w:t>excusez-moi une minute</w:t>
      </w:r>
      <w:r>
        <w:t>.</w:t>
      </w:r>
    </w:p>
    <w:p w14:paraId="6E948100" w14:textId="77777777" w:rsidR="00435B4F" w:rsidRDefault="00435B4F" w:rsidP="00256283">
      <w:r>
        <w:t>— </w:t>
      </w:r>
      <w:r w:rsidR="00256283">
        <w:t>Je ne sais pas où est Dorothy</w:t>
      </w:r>
      <w:r>
        <w:t xml:space="preserve">, </w:t>
      </w:r>
      <w:r w:rsidR="00256283">
        <w:t>dit Mimi</w:t>
      </w:r>
      <w:r>
        <w:t xml:space="preserve"> : </w:t>
      </w:r>
      <w:r w:rsidR="00256283">
        <w:t>elle doit bouder dans quelque coin</w:t>
      </w:r>
      <w:r>
        <w:t xml:space="preserve">. </w:t>
      </w:r>
      <w:r w:rsidR="00256283">
        <w:t>Vous n</w:t>
      </w:r>
      <w:r>
        <w:t>’</w:t>
      </w:r>
      <w:r w:rsidR="00256283">
        <w:t>avez pas d</w:t>
      </w:r>
      <w:r>
        <w:t>’</w:t>
      </w:r>
      <w:r w:rsidR="00256283">
        <w:t>enfants</w:t>
      </w:r>
      <w:r>
        <w:t xml:space="preserve">, </w:t>
      </w:r>
      <w:r w:rsidR="00256283">
        <w:t>n</w:t>
      </w:r>
      <w:r>
        <w:t>’</w:t>
      </w:r>
      <w:r w:rsidR="00256283">
        <w:t>est-ce pas</w:t>
      </w:r>
      <w:r>
        <w:t> ?</w:t>
      </w:r>
    </w:p>
    <w:p w14:paraId="5225BDA8" w14:textId="77777777" w:rsidR="00435B4F" w:rsidRDefault="00435B4F" w:rsidP="00256283">
      <w:r>
        <w:t>— </w:t>
      </w:r>
      <w:r w:rsidR="00256283">
        <w:t>Non</w:t>
      </w:r>
      <w:r>
        <w:t xml:space="preserve">, </w:t>
      </w:r>
      <w:r w:rsidR="00256283">
        <w:t>dit Nora</w:t>
      </w:r>
      <w:r>
        <w:t>.</w:t>
      </w:r>
    </w:p>
    <w:p w14:paraId="0CE9BC29" w14:textId="77777777" w:rsidR="00435B4F" w:rsidRDefault="00435B4F" w:rsidP="00256283">
      <w:r>
        <w:t>— </w:t>
      </w:r>
      <w:r w:rsidR="00256283">
        <w:t>Vous ignorez de grandes joies</w:t>
      </w:r>
      <w:r>
        <w:t xml:space="preserve">, </w:t>
      </w:r>
      <w:r w:rsidR="00256283">
        <w:t>soupira-t-elle</w:t>
      </w:r>
      <w:r>
        <w:t xml:space="preserve">…, </w:t>
      </w:r>
      <w:r w:rsidR="00256283">
        <w:t>et tout le reste</w:t>
      </w:r>
      <w:r>
        <w:t xml:space="preserve">. </w:t>
      </w:r>
      <w:r w:rsidR="00256283">
        <w:t>Sans doute ne suis-je pas assez sévère pour les miens</w:t>
      </w:r>
      <w:r>
        <w:t xml:space="preserve">. </w:t>
      </w:r>
      <w:r w:rsidR="00256283">
        <w:t>Quand je gronde Dorothy</w:t>
      </w:r>
      <w:r>
        <w:t xml:space="preserve">, </w:t>
      </w:r>
      <w:r w:rsidR="00256283">
        <w:t>elle me regarde comme un monstre</w:t>
      </w:r>
      <w:r>
        <w:t xml:space="preserve">. </w:t>
      </w:r>
      <w:r w:rsidR="00256283">
        <w:t>Et voici l</w:t>
      </w:r>
      <w:r>
        <w:t>’</w:t>
      </w:r>
      <w:r w:rsidR="00256283">
        <w:t>autre</w:t>
      </w:r>
      <w:r>
        <w:t xml:space="preserve">. </w:t>
      </w:r>
      <w:r w:rsidR="00256283">
        <w:t>Gilbert</w:t>
      </w:r>
      <w:r>
        <w:t xml:space="preserve"> ! </w:t>
      </w:r>
      <w:r w:rsidR="00256283">
        <w:t>vous vous souvenez de Mr</w:t>
      </w:r>
      <w:r>
        <w:t xml:space="preserve">. </w:t>
      </w:r>
      <w:r w:rsidR="00256283">
        <w:t>Charles</w:t>
      </w:r>
      <w:r>
        <w:t> ?</w:t>
      </w:r>
    </w:p>
    <w:p w14:paraId="7DE43A78" w14:textId="77777777" w:rsidR="00435B4F" w:rsidRDefault="00256283" w:rsidP="00256283">
      <w:r>
        <w:t xml:space="preserve">Gilbert </w:t>
      </w:r>
      <w:proofErr w:type="spellStart"/>
      <w:r>
        <w:t>Wynant</w:t>
      </w:r>
      <w:proofErr w:type="spellEnd"/>
      <w:r>
        <w:t xml:space="preserve"> avait deux ans de moins que sa sœur</w:t>
      </w:r>
      <w:r w:rsidR="00435B4F">
        <w:t xml:space="preserve"> : </w:t>
      </w:r>
      <w:r>
        <w:t>un pâle jeune homme de dix-huit ans</w:t>
      </w:r>
      <w:r w:rsidR="00435B4F">
        <w:t xml:space="preserve">, </w:t>
      </w:r>
      <w:r>
        <w:t>blond</w:t>
      </w:r>
      <w:r w:rsidR="00435B4F">
        <w:t xml:space="preserve">, </w:t>
      </w:r>
      <w:r>
        <w:t>menton insignifiant</w:t>
      </w:r>
      <w:r w:rsidR="00435B4F">
        <w:t xml:space="preserve">, </w:t>
      </w:r>
      <w:r>
        <w:t>lèvres molles</w:t>
      </w:r>
      <w:r w:rsidR="00435B4F">
        <w:t xml:space="preserve"> ; </w:t>
      </w:r>
      <w:r>
        <w:t>des yeux bleus très grands</w:t>
      </w:r>
      <w:r w:rsidR="00435B4F">
        <w:t xml:space="preserve">, </w:t>
      </w:r>
      <w:r>
        <w:t>aux longs cils</w:t>
      </w:r>
      <w:r w:rsidR="00435B4F">
        <w:t xml:space="preserve">, </w:t>
      </w:r>
      <w:r>
        <w:t>qui lui donnaient un air efféminé</w:t>
      </w:r>
      <w:r w:rsidR="00435B4F">
        <w:t xml:space="preserve">. </w:t>
      </w:r>
      <w:r>
        <w:t>J</w:t>
      </w:r>
      <w:r w:rsidR="00435B4F">
        <w:t>’</w:t>
      </w:r>
      <w:r>
        <w:t>espérais qu</w:t>
      </w:r>
      <w:r w:rsidR="00435B4F">
        <w:t>’</w:t>
      </w:r>
      <w:r>
        <w:t>il n</w:t>
      </w:r>
      <w:r w:rsidR="00435B4F">
        <w:t>’</w:t>
      </w:r>
      <w:r>
        <w:t>était plus le gamin pleurard que j</w:t>
      </w:r>
      <w:r w:rsidR="00435B4F">
        <w:t>’</w:t>
      </w:r>
      <w:r>
        <w:t>avais connu</w:t>
      </w:r>
      <w:r w:rsidR="00435B4F">
        <w:t>.</w:t>
      </w:r>
    </w:p>
    <w:p w14:paraId="37A41C09" w14:textId="77777777" w:rsidR="00435B4F" w:rsidRDefault="00256283" w:rsidP="00256283">
      <w:r>
        <w:t>Jorgensen entra portant ses cocktails</w:t>
      </w:r>
      <w:r w:rsidR="00435B4F">
        <w:t xml:space="preserve">. </w:t>
      </w:r>
      <w:r>
        <w:t>Mimi insista pour que je raconte la scène de l</w:t>
      </w:r>
      <w:r w:rsidR="00435B4F">
        <w:t>’</w:t>
      </w:r>
      <w:r>
        <w:t>agression</w:t>
      </w:r>
      <w:r w:rsidR="00435B4F">
        <w:t>.</w:t>
      </w:r>
    </w:p>
    <w:p w14:paraId="2DD44449" w14:textId="77777777" w:rsidR="00435B4F" w:rsidRDefault="00435B4F" w:rsidP="00256283">
      <w:r>
        <w:lastRenderedPageBreak/>
        <w:t>— </w:t>
      </w:r>
      <w:r w:rsidR="00256283">
        <w:t>Mais pourquoi est-il venu</w:t>
      </w:r>
      <w:r>
        <w:t xml:space="preserve"> ? </w:t>
      </w:r>
      <w:r w:rsidR="00256283">
        <w:t>demanda-t-elle</w:t>
      </w:r>
      <w:r>
        <w:t>.</w:t>
      </w:r>
    </w:p>
    <w:p w14:paraId="434C7524" w14:textId="77777777" w:rsidR="00435B4F" w:rsidRDefault="00435B4F" w:rsidP="00256283">
      <w:r>
        <w:t>— </w:t>
      </w:r>
      <w:r w:rsidR="00256283">
        <w:t>Je n</w:t>
      </w:r>
      <w:r>
        <w:t>’</w:t>
      </w:r>
      <w:r w:rsidR="00256283">
        <w:t>en sais rien</w:t>
      </w:r>
      <w:r>
        <w:t xml:space="preserve"> ; </w:t>
      </w:r>
      <w:r w:rsidR="00256283">
        <w:t>la police non plus</w:t>
      </w:r>
      <w:r>
        <w:t>.</w:t>
      </w:r>
    </w:p>
    <w:p w14:paraId="6736D100" w14:textId="77777777" w:rsidR="00435B4F" w:rsidRDefault="00435B4F" w:rsidP="00256283">
      <w:r>
        <w:t>— </w:t>
      </w:r>
      <w:r w:rsidR="00256283">
        <w:t>J</w:t>
      </w:r>
      <w:r>
        <w:t>’</w:t>
      </w:r>
      <w:r w:rsidR="00256283">
        <w:t>ai lu quelque part</w:t>
      </w:r>
      <w:r>
        <w:t xml:space="preserve">, </w:t>
      </w:r>
      <w:r w:rsidR="00256283">
        <w:t>dit Gilbert</w:t>
      </w:r>
      <w:r>
        <w:t xml:space="preserve">, </w:t>
      </w:r>
      <w:r w:rsidR="00256283">
        <w:t>que</w:t>
      </w:r>
      <w:r>
        <w:t xml:space="preserve">, </w:t>
      </w:r>
      <w:r w:rsidR="00256283">
        <w:t>quand un criminel est accusé d</w:t>
      </w:r>
      <w:r>
        <w:t>’</w:t>
      </w:r>
      <w:r w:rsidR="00256283">
        <w:t>un meurtre qu</w:t>
      </w:r>
      <w:r>
        <w:t>’</w:t>
      </w:r>
      <w:r w:rsidR="00256283">
        <w:t>il n</w:t>
      </w:r>
      <w:r>
        <w:t>’</w:t>
      </w:r>
      <w:r w:rsidR="00256283">
        <w:t>a pas commis</w:t>
      </w:r>
      <w:r>
        <w:t xml:space="preserve">, </w:t>
      </w:r>
      <w:r w:rsidR="00256283">
        <w:t>il est beaucoup plus bouleversé qu</w:t>
      </w:r>
      <w:r>
        <w:t>’</w:t>
      </w:r>
      <w:r w:rsidR="00256283">
        <w:t>une autre personne</w:t>
      </w:r>
      <w:r>
        <w:t xml:space="preserve">. </w:t>
      </w:r>
      <w:r w:rsidR="00256283">
        <w:t>Est-ce vrai</w:t>
      </w:r>
      <w:r>
        <w:t xml:space="preserve">, </w:t>
      </w:r>
      <w:r w:rsidR="00256283">
        <w:t>Mr</w:t>
      </w:r>
      <w:r>
        <w:t xml:space="preserve">. </w:t>
      </w:r>
      <w:r w:rsidR="00256283">
        <w:t>Charles</w:t>
      </w:r>
      <w:r>
        <w:t> ?</w:t>
      </w:r>
    </w:p>
    <w:p w14:paraId="3CFCCE8F" w14:textId="77777777" w:rsidR="00435B4F" w:rsidRDefault="00435B4F" w:rsidP="00256283">
      <w:r>
        <w:t>— </w:t>
      </w:r>
      <w:r w:rsidR="00256283">
        <w:t>C</w:t>
      </w:r>
      <w:r>
        <w:t>’</w:t>
      </w:r>
      <w:r w:rsidR="00256283">
        <w:t>est vraisemblable</w:t>
      </w:r>
      <w:r>
        <w:t>.</w:t>
      </w:r>
    </w:p>
    <w:p w14:paraId="498D0A75" w14:textId="77777777" w:rsidR="00435B4F" w:rsidRDefault="00435B4F" w:rsidP="00256283">
      <w:r>
        <w:t>— </w:t>
      </w:r>
      <w:r w:rsidR="00256283">
        <w:t>Excepté</w:t>
      </w:r>
      <w:r>
        <w:t xml:space="preserve">, </w:t>
      </w:r>
      <w:r w:rsidR="00256283">
        <w:t>reprit le jeune homme</w:t>
      </w:r>
      <w:r>
        <w:t xml:space="preserve">, </w:t>
      </w:r>
      <w:r w:rsidR="00256283">
        <w:t>quand il s</w:t>
      </w:r>
      <w:r>
        <w:t>’</w:t>
      </w:r>
      <w:r w:rsidR="00256283">
        <w:t>agit d</w:t>
      </w:r>
      <w:r>
        <w:t>’</w:t>
      </w:r>
      <w:r w:rsidR="00256283">
        <w:t>un crime important</w:t>
      </w:r>
      <w:r>
        <w:t xml:space="preserve">, </w:t>
      </w:r>
      <w:r w:rsidR="00256283">
        <w:t>qu</w:t>
      </w:r>
      <w:r>
        <w:t>’</w:t>
      </w:r>
      <w:r w:rsidR="00256283">
        <w:t>il serait fier d</w:t>
      </w:r>
      <w:r>
        <w:t>’</w:t>
      </w:r>
      <w:r w:rsidR="00256283">
        <w:t>avoir commis</w:t>
      </w:r>
      <w:r>
        <w:t>.</w:t>
      </w:r>
    </w:p>
    <w:p w14:paraId="42D7016C" w14:textId="77777777" w:rsidR="00435B4F" w:rsidRDefault="00256283" w:rsidP="00256283">
      <w:r>
        <w:t>Je répondis que c</w:t>
      </w:r>
      <w:r w:rsidR="00435B4F">
        <w:t>’</w:t>
      </w:r>
      <w:r>
        <w:t>était probable</w:t>
      </w:r>
      <w:r w:rsidR="00435B4F">
        <w:t>.</w:t>
      </w:r>
    </w:p>
    <w:p w14:paraId="4D5E5AAF" w14:textId="77777777" w:rsidR="00435B4F" w:rsidRDefault="00435B4F" w:rsidP="00256283">
      <w:r>
        <w:t>— </w:t>
      </w:r>
      <w:r w:rsidR="00256283">
        <w:t>Ne vous croyez pas obligé de répondre à Gilbert</w:t>
      </w:r>
      <w:r>
        <w:t xml:space="preserve">, </w:t>
      </w:r>
      <w:r w:rsidR="00256283">
        <w:t>Nick</w:t>
      </w:r>
      <w:r>
        <w:t xml:space="preserve">, </w:t>
      </w:r>
      <w:r w:rsidR="00256283">
        <w:t>dit Mimi</w:t>
      </w:r>
      <w:r>
        <w:t xml:space="preserve"> ; </w:t>
      </w:r>
      <w:r w:rsidR="00256283">
        <w:t>il passe son temps à lire</w:t>
      </w:r>
      <w:r>
        <w:t>.</w:t>
      </w:r>
    </w:p>
    <w:p w14:paraId="37C9CC3C" w14:textId="77777777" w:rsidR="00435B4F" w:rsidRDefault="00256283" w:rsidP="00256283">
      <w:r>
        <w:t>Nora et Jorgensen étaient dans un coin</w:t>
      </w:r>
      <w:r w:rsidR="00435B4F">
        <w:t xml:space="preserve">, </w:t>
      </w:r>
      <w:r>
        <w:t>cherchant dans une pile de disques de gramophone</w:t>
      </w:r>
      <w:r w:rsidR="00435B4F">
        <w:t>.</w:t>
      </w:r>
    </w:p>
    <w:p w14:paraId="53ACD969" w14:textId="77777777" w:rsidR="00435B4F" w:rsidRDefault="00435B4F" w:rsidP="00256283">
      <w:r>
        <w:t>— </w:t>
      </w:r>
      <w:r w:rsidR="00256283">
        <w:t>J</w:t>
      </w:r>
      <w:r>
        <w:t>’</w:t>
      </w:r>
      <w:r w:rsidR="00256283">
        <w:t xml:space="preserve">ai reçu un télégramme de </w:t>
      </w:r>
      <w:proofErr w:type="spellStart"/>
      <w:r w:rsidR="00256283">
        <w:t>Wynant</w:t>
      </w:r>
      <w:proofErr w:type="spellEnd"/>
      <w:r>
        <w:t xml:space="preserve">, </w:t>
      </w:r>
      <w:r w:rsidR="00256283">
        <w:t>dis-je à Mimi</w:t>
      </w:r>
      <w:r>
        <w:t>.</w:t>
      </w:r>
    </w:p>
    <w:p w14:paraId="291D7327" w14:textId="77777777" w:rsidR="00435B4F" w:rsidRDefault="00256283" w:rsidP="00256283">
      <w:r>
        <w:t>Elle regarda autour d</w:t>
      </w:r>
      <w:r w:rsidR="00435B4F">
        <w:t>’</w:t>
      </w:r>
      <w:r>
        <w:t>elle pendant une ou deux secondes</w:t>
      </w:r>
      <w:r w:rsidR="00435B4F">
        <w:t xml:space="preserve">, </w:t>
      </w:r>
      <w:r>
        <w:t>puis se pencha vers moi</w:t>
      </w:r>
      <w:r w:rsidR="00435B4F">
        <w:t>.</w:t>
      </w:r>
    </w:p>
    <w:p w14:paraId="69D7691F" w14:textId="77777777" w:rsidR="00435B4F" w:rsidRDefault="00435B4F" w:rsidP="00256283">
      <w:r>
        <w:t>— </w:t>
      </w:r>
      <w:r w:rsidR="00256283">
        <w:t>Qu</w:t>
      </w:r>
      <w:r>
        <w:t>’</w:t>
      </w:r>
      <w:r w:rsidR="00256283">
        <w:t>est-ce qu</w:t>
      </w:r>
      <w:r>
        <w:t>’</w:t>
      </w:r>
      <w:r w:rsidR="00256283">
        <w:t>il dit</w:t>
      </w:r>
      <w:r>
        <w:t xml:space="preserve"> ? </w:t>
      </w:r>
      <w:r w:rsidR="00256283">
        <w:t>murmura-t-elle</w:t>
      </w:r>
      <w:r>
        <w:t>.</w:t>
      </w:r>
    </w:p>
    <w:p w14:paraId="07E8AED2" w14:textId="77777777" w:rsidR="00435B4F" w:rsidRDefault="00435B4F" w:rsidP="00256283">
      <w:r>
        <w:t>— </w:t>
      </w:r>
      <w:r w:rsidR="00256283">
        <w:t>Il veut que je me charge de l</w:t>
      </w:r>
      <w:r>
        <w:t>’</w:t>
      </w:r>
      <w:r w:rsidR="00256283">
        <w:t>enquête</w:t>
      </w:r>
      <w:r>
        <w:t xml:space="preserve">. </w:t>
      </w:r>
      <w:r w:rsidR="00256283">
        <w:t>Le télégramme a été envoyé de Philadelphie</w:t>
      </w:r>
      <w:r>
        <w:t xml:space="preserve">, </w:t>
      </w:r>
      <w:r w:rsidR="00256283">
        <w:t>cet après-midi</w:t>
      </w:r>
      <w:r>
        <w:t>.</w:t>
      </w:r>
    </w:p>
    <w:p w14:paraId="048758A1" w14:textId="77777777" w:rsidR="00435B4F" w:rsidRDefault="00256283" w:rsidP="00256283">
      <w:r>
        <w:t>Elle respirait péniblement</w:t>
      </w:r>
      <w:r w:rsidR="00435B4F">
        <w:t>.</w:t>
      </w:r>
    </w:p>
    <w:p w14:paraId="575FBDA7" w14:textId="77777777" w:rsidR="00435B4F" w:rsidRDefault="00435B4F" w:rsidP="00256283">
      <w:r>
        <w:t>— </w:t>
      </w:r>
      <w:r w:rsidR="00256283">
        <w:t>Allez-vous accepter</w:t>
      </w:r>
      <w:r>
        <w:t> ?</w:t>
      </w:r>
    </w:p>
    <w:p w14:paraId="0EFB8D1B" w14:textId="77777777" w:rsidR="00435B4F" w:rsidRDefault="00435B4F" w:rsidP="00256283">
      <w:r>
        <w:t>— </w:t>
      </w:r>
      <w:r w:rsidR="00256283">
        <w:t>J</w:t>
      </w:r>
      <w:r>
        <w:t>’</w:t>
      </w:r>
      <w:r w:rsidR="00256283">
        <w:t>ai envoyé le télégramme à la police</w:t>
      </w:r>
      <w:r>
        <w:t>.</w:t>
      </w:r>
    </w:p>
    <w:p w14:paraId="63610BB0" w14:textId="77777777" w:rsidR="00435B4F" w:rsidRDefault="00256283" w:rsidP="00256283">
      <w:r>
        <w:t>Gilbert revenait</w:t>
      </w:r>
      <w:r w:rsidR="00435B4F">
        <w:t xml:space="preserve">, </w:t>
      </w:r>
      <w:r>
        <w:t>agitant à son tour le shaker</w:t>
      </w:r>
      <w:r w:rsidR="00435B4F">
        <w:t xml:space="preserve">, </w:t>
      </w:r>
      <w:r>
        <w:t>et nous versa des cocktails</w:t>
      </w:r>
      <w:r w:rsidR="00435B4F">
        <w:t xml:space="preserve">. </w:t>
      </w:r>
      <w:r>
        <w:t>Nora et Chris avaient placé sur l</w:t>
      </w:r>
      <w:r w:rsidR="00435B4F">
        <w:t>’</w:t>
      </w:r>
      <w:r>
        <w:t xml:space="preserve">appareil </w:t>
      </w:r>
      <w:r>
        <w:lastRenderedPageBreak/>
        <w:t>un disque de Bach</w:t>
      </w:r>
      <w:r w:rsidR="00435B4F">
        <w:t xml:space="preserve"> : </w:t>
      </w:r>
      <w:r>
        <w:rPr>
          <w:i/>
        </w:rPr>
        <w:t>Petite fugue</w:t>
      </w:r>
      <w:r w:rsidR="00435B4F">
        <w:t xml:space="preserve">. </w:t>
      </w:r>
      <w:r>
        <w:t>Mimi vida son verre et le présenta à Gilbert pour qu</w:t>
      </w:r>
      <w:r w:rsidR="00435B4F">
        <w:t>’</w:t>
      </w:r>
      <w:r>
        <w:t>il le remplît</w:t>
      </w:r>
      <w:r w:rsidR="00435B4F">
        <w:t xml:space="preserve">. </w:t>
      </w:r>
      <w:r>
        <w:t>Puis</w:t>
      </w:r>
      <w:r w:rsidR="00435B4F">
        <w:t xml:space="preserve">, </w:t>
      </w:r>
      <w:r>
        <w:t>le jeune homme s</w:t>
      </w:r>
      <w:r w:rsidR="00435B4F">
        <w:t>’</w:t>
      </w:r>
      <w:r>
        <w:t>assit près de moi</w:t>
      </w:r>
      <w:r w:rsidR="00435B4F">
        <w:t>.</w:t>
      </w:r>
    </w:p>
    <w:p w14:paraId="1D0A58B3" w14:textId="77777777" w:rsidR="00435B4F" w:rsidRDefault="00435B4F" w:rsidP="00256283">
      <w:r>
        <w:t>— </w:t>
      </w:r>
      <w:r w:rsidR="00256283">
        <w:t>Est-ce que l</w:t>
      </w:r>
      <w:r>
        <w:t>’</w:t>
      </w:r>
      <w:r w:rsidR="00256283">
        <w:t>on peut reconnaître facilement les gens qui prennent des stupéfiants</w:t>
      </w:r>
      <w:r>
        <w:t xml:space="preserve"> ? </w:t>
      </w:r>
      <w:r w:rsidR="00256283">
        <w:t>me demanda-t-il</w:t>
      </w:r>
      <w:r>
        <w:t>.</w:t>
      </w:r>
    </w:p>
    <w:p w14:paraId="30F984E0" w14:textId="77777777" w:rsidR="00435B4F" w:rsidRDefault="00435B4F" w:rsidP="00256283">
      <w:r>
        <w:t>— </w:t>
      </w:r>
      <w:r w:rsidR="00256283">
        <w:t>Ce n</w:t>
      </w:r>
      <w:r>
        <w:t>’</w:t>
      </w:r>
      <w:r w:rsidR="00256283">
        <w:t>est pas toujours facile</w:t>
      </w:r>
      <w:r>
        <w:t>.</w:t>
      </w:r>
    </w:p>
    <w:p w14:paraId="6F6B418A" w14:textId="77777777" w:rsidR="00435B4F" w:rsidRDefault="00435B4F" w:rsidP="00256283">
      <w:r>
        <w:t>— </w:t>
      </w:r>
      <w:r w:rsidR="00256283">
        <w:t>Même s</w:t>
      </w:r>
      <w:r>
        <w:t>’</w:t>
      </w:r>
      <w:r w:rsidR="00256283">
        <w:t>ils sont intoxiqués</w:t>
      </w:r>
      <w:r>
        <w:t> ?</w:t>
      </w:r>
    </w:p>
    <w:p w14:paraId="00BE45DF" w14:textId="77777777" w:rsidR="00435B4F" w:rsidRDefault="00435B4F" w:rsidP="00256283">
      <w:r>
        <w:t>— </w:t>
      </w:r>
      <w:r w:rsidR="00256283">
        <w:t>Il y a plus de chances dans ce cas</w:t>
      </w:r>
      <w:r>
        <w:t xml:space="preserve">, </w:t>
      </w:r>
      <w:r w:rsidR="00256283">
        <w:t>mais l</w:t>
      </w:r>
      <w:r>
        <w:t>’</w:t>
      </w:r>
      <w:r w:rsidR="00256283">
        <w:t>on n</w:t>
      </w:r>
      <w:r>
        <w:t>’</w:t>
      </w:r>
      <w:r w:rsidR="00256283">
        <w:t>est pas toujours sûr qu</w:t>
      </w:r>
      <w:r>
        <w:t>’</w:t>
      </w:r>
      <w:r w:rsidR="00256283">
        <w:t>il s</w:t>
      </w:r>
      <w:r>
        <w:t>’</w:t>
      </w:r>
      <w:r w:rsidR="00256283">
        <w:t>agit de stupéfiants</w:t>
      </w:r>
      <w:r>
        <w:t>.</w:t>
      </w:r>
    </w:p>
    <w:p w14:paraId="1E8B1D82" w14:textId="77777777" w:rsidR="00435B4F" w:rsidRDefault="00435B4F" w:rsidP="00256283">
      <w:r>
        <w:t>— </w:t>
      </w:r>
      <w:r w:rsidR="00256283">
        <w:t>Autre chose</w:t>
      </w:r>
      <w:r>
        <w:t xml:space="preserve">, </w:t>
      </w:r>
      <w:r w:rsidR="00256283">
        <w:t>dit-il</w:t>
      </w:r>
      <w:r>
        <w:t xml:space="preserve">. </w:t>
      </w:r>
      <w:r w:rsidR="00256283">
        <w:t>J</w:t>
      </w:r>
      <w:r>
        <w:t>’</w:t>
      </w:r>
      <w:r w:rsidR="00256283">
        <w:t>ai lu que lorsque l</w:t>
      </w:r>
      <w:r>
        <w:t>’</w:t>
      </w:r>
      <w:r w:rsidR="00256283">
        <w:t>on est frappé avec un couteau ou un poignard</w:t>
      </w:r>
      <w:r>
        <w:t xml:space="preserve">, </w:t>
      </w:r>
      <w:r w:rsidR="00256283">
        <w:t>l</w:t>
      </w:r>
      <w:r>
        <w:t>’</w:t>
      </w:r>
      <w:r w:rsidR="00256283">
        <w:t>on ne sent d</w:t>
      </w:r>
      <w:r>
        <w:t>’</w:t>
      </w:r>
      <w:r w:rsidR="00256283">
        <w:t>abord qu</w:t>
      </w:r>
      <w:r>
        <w:t>’</w:t>
      </w:r>
      <w:r w:rsidR="00256283">
        <w:t>un choc</w:t>
      </w:r>
      <w:r>
        <w:t xml:space="preserve">. </w:t>
      </w:r>
      <w:r w:rsidR="00256283">
        <w:t>Est-ce vrai</w:t>
      </w:r>
      <w:r>
        <w:t> ?</w:t>
      </w:r>
    </w:p>
    <w:p w14:paraId="59F7BF1F" w14:textId="77777777" w:rsidR="00435B4F" w:rsidRDefault="00435B4F" w:rsidP="00256283">
      <w:r>
        <w:t>— </w:t>
      </w:r>
      <w:r w:rsidR="00256283">
        <w:t>Oui</w:t>
      </w:r>
      <w:r>
        <w:t xml:space="preserve">, </w:t>
      </w:r>
      <w:r w:rsidR="00256283">
        <w:t>si le coup est fort et le poignard aigu</w:t>
      </w:r>
      <w:r>
        <w:t xml:space="preserve">. </w:t>
      </w:r>
      <w:r w:rsidR="00256283">
        <w:t>Même chose pour une balle</w:t>
      </w:r>
      <w:r>
        <w:t xml:space="preserve"> : </w:t>
      </w:r>
      <w:r w:rsidR="00256283">
        <w:t>on ressent d</w:t>
      </w:r>
      <w:r>
        <w:t>’</w:t>
      </w:r>
      <w:r w:rsidR="00256283">
        <w:t>abord comme un coup de poing</w:t>
      </w:r>
      <w:r>
        <w:t xml:space="preserve"> ; </w:t>
      </w:r>
      <w:r w:rsidR="00256283">
        <w:t>la douleur vient quand l</w:t>
      </w:r>
      <w:r>
        <w:t>’</w:t>
      </w:r>
      <w:r w:rsidR="00256283">
        <w:t>air pénètre dans la plaie</w:t>
      </w:r>
      <w:r>
        <w:t>.</w:t>
      </w:r>
    </w:p>
    <w:p w14:paraId="106BE4C4" w14:textId="77777777" w:rsidR="00435B4F" w:rsidRDefault="00256283" w:rsidP="00256283">
      <w:r>
        <w:t>Mimi avala son troisième cocktail et dit</w:t>
      </w:r>
      <w:r w:rsidR="00435B4F">
        <w:t> :</w:t>
      </w:r>
    </w:p>
    <w:p w14:paraId="1633DC91" w14:textId="77777777" w:rsidR="00435B4F" w:rsidRDefault="00435B4F" w:rsidP="00256283">
      <w:r>
        <w:t>— </w:t>
      </w:r>
      <w:r w:rsidR="00256283">
        <w:t>Gilbert</w:t>
      </w:r>
      <w:r>
        <w:t xml:space="preserve">, </w:t>
      </w:r>
      <w:r w:rsidR="00256283">
        <w:t>vos questions sont ridicules et déplacées après ce qui est arrivé aujourd</w:t>
      </w:r>
      <w:r>
        <w:t>’</w:t>
      </w:r>
      <w:r w:rsidR="00256283">
        <w:t>hui à Nick</w:t>
      </w:r>
      <w:r>
        <w:t xml:space="preserve">. </w:t>
      </w:r>
      <w:r w:rsidR="00256283">
        <w:t>Essayez plutôt de retrouver votre sœur</w:t>
      </w:r>
      <w:r>
        <w:t xml:space="preserve">. </w:t>
      </w:r>
      <w:r w:rsidR="00256283">
        <w:t>Vous connaissez ses amis</w:t>
      </w:r>
      <w:r>
        <w:t xml:space="preserve">, </w:t>
      </w:r>
      <w:r w:rsidR="00256283">
        <w:t>téléphonez</w:t>
      </w:r>
      <w:r>
        <w:t>.</w:t>
      </w:r>
    </w:p>
    <w:p w14:paraId="5EA16457" w14:textId="77777777" w:rsidR="00435B4F" w:rsidRDefault="00435B4F" w:rsidP="00256283">
      <w:r>
        <w:t>— </w:t>
      </w:r>
      <w:r w:rsidR="00256283">
        <w:t>Elle est chez nous</w:t>
      </w:r>
      <w:r>
        <w:t xml:space="preserve"> ! </w:t>
      </w:r>
      <w:r w:rsidR="00256283">
        <w:t>dis-je</w:t>
      </w:r>
      <w:r>
        <w:t>.</w:t>
      </w:r>
    </w:p>
    <w:p w14:paraId="70934A40" w14:textId="77777777" w:rsidR="00435B4F" w:rsidRDefault="00435B4F" w:rsidP="00256283">
      <w:r>
        <w:t>— </w:t>
      </w:r>
      <w:r w:rsidR="00256283">
        <w:t>Chez vous</w:t>
      </w:r>
      <w:r>
        <w:t> ?</w:t>
      </w:r>
    </w:p>
    <w:p w14:paraId="5D9461A0" w14:textId="77777777" w:rsidR="00435B4F" w:rsidRDefault="00256283" w:rsidP="00256283">
      <w:r>
        <w:t>La surprise de Mimi était presque naturelle</w:t>
      </w:r>
      <w:r w:rsidR="00435B4F">
        <w:t>.</w:t>
      </w:r>
    </w:p>
    <w:p w14:paraId="20721204" w14:textId="77777777" w:rsidR="00435B4F" w:rsidRDefault="00435B4F" w:rsidP="00256283">
      <w:r>
        <w:t>— </w:t>
      </w:r>
      <w:r w:rsidR="00256283">
        <w:t>Elle est venue tout à l</w:t>
      </w:r>
      <w:r>
        <w:t>’</w:t>
      </w:r>
      <w:r w:rsidR="00256283">
        <w:t>heure nous demander si elle pouvait rester quelque temps au Normandie</w:t>
      </w:r>
      <w:r>
        <w:t>.</w:t>
      </w:r>
    </w:p>
    <w:p w14:paraId="5329E397" w14:textId="77777777" w:rsidR="00435B4F" w:rsidRDefault="00256283" w:rsidP="00256283">
      <w:r>
        <w:t>Mimi sourit et hocha la tête</w:t>
      </w:r>
      <w:r w:rsidR="00435B4F">
        <w:t>.</w:t>
      </w:r>
    </w:p>
    <w:p w14:paraId="090D0448" w14:textId="77777777" w:rsidR="00435B4F" w:rsidRDefault="00435B4F" w:rsidP="00256283">
      <w:r>
        <w:lastRenderedPageBreak/>
        <w:t>— </w:t>
      </w:r>
      <w:r w:rsidR="00256283">
        <w:t>Ces enfants</w:t>
      </w:r>
      <w:r>
        <w:t xml:space="preserve"> ! </w:t>
      </w:r>
      <w:r w:rsidR="00256283">
        <w:t>murmura-t-elle en souriant</w:t>
      </w:r>
      <w:r>
        <w:t>.</w:t>
      </w:r>
    </w:p>
    <w:p w14:paraId="5369EB43" w14:textId="77777777" w:rsidR="00435B4F" w:rsidRDefault="00256283" w:rsidP="00256283">
      <w:r>
        <w:t>Mais son sourire disparut tout de suite</w:t>
      </w:r>
      <w:r w:rsidR="00435B4F">
        <w:t>.</w:t>
      </w:r>
    </w:p>
    <w:p w14:paraId="21735085" w14:textId="77777777" w:rsidR="00435B4F" w:rsidRDefault="00435B4F" w:rsidP="00256283">
      <w:r>
        <w:t>— </w:t>
      </w:r>
      <w:r w:rsidR="00256283">
        <w:t>Quelque temps</w:t>
      </w:r>
      <w:r>
        <w:t xml:space="preserve"> ! </w:t>
      </w:r>
      <w:r w:rsidR="00256283">
        <w:t>reprit-elle</w:t>
      </w:r>
      <w:r>
        <w:t>.</w:t>
      </w:r>
    </w:p>
    <w:p w14:paraId="5FE4B65C" w14:textId="77777777" w:rsidR="00435B4F" w:rsidRDefault="00256283" w:rsidP="00256283">
      <w:r>
        <w:t>Je fis oui de la tête</w:t>
      </w:r>
      <w:r w:rsidR="00435B4F">
        <w:t>.</w:t>
      </w:r>
    </w:p>
    <w:p w14:paraId="6434E287" w14:textId="77777777" w:rsidR="00435B4F" w:rsidRDefault="00256283" w:rsidP="00256283">
      <w:r>
        <w:t>Gilbert</w:t>
      </w:r>
      <w:r w:rsidR="00435B4F">
        <w:t xml:space="preserve">, </w:t>
      </w:r>
      <w:r>
        <w:t>qui attendait sans doute l</w:t>
      </w:r>
      <w:r w:rsidR="00435B4F">
        <w:t>’</w:t>
      </w:r>
      <w:r>
        <w:t>occasion de me poser quelque nouvelle question</w:t>
      </w:r>
      <w:r w:rsidR="00435B4F">
        <w:t xml:space="preserve">, </w:t>
      </w:r>
      <w:r>
        <w:t>ne s</w:t>
      </w:r>
      <w:r w:rsidR="00435B4F">
        <w:t>’</w:t>
      </w:r>
      <w:r>
        <w:t>intéressait pas à notre conversation</w:t>
      </w:r>
      <w:r w:rsidR="00435B4F">
        <w:t>.</w:t>
      </w:r>
    </w:p>
    <w:p w14:paraId="5BE33F97" w14:textId="77777777" w:rsidR="00435B4F" w:rsidRDefault="00256283" w:rsidP="00256283">
      <w:r>
        <w:t>Mimi sourit de nouveau</w:t>
      </w:r>
      <w:r w:rsidR="00435B4F">
        <w:t>.</w:t>
      </w:r>
    </w:p>
    <w:p w14:paraId="380B68EF" w14:textId="77777777" w:rsidR="00435B4F" w:rsidRDefault="00435B4F" w:rsidP="00256283">
      <w:r>
        <w:t>— </w:t>
      </w:r>
      <w:r w:rsidR="00256283">
        <w:t>Je regrette que cette enfant soit venue vous importuner</w:t>
      </w:r>
      <w:r>
        <w:t xml:space="preserve">, </w:t>
      </w:r>
      <w:r w:rsidR="00256283">
        <w:t>mais je suis rassurée en sachant qu</w:t>
      </w:r>
      <w:r>
        <w:t>’</w:t>
      </w:r>
      <w:r w:rsidR="00256283">
        <w:t>elle est chez vous et non pas Dieu sait où</w:t>
      </w:r>
      <w:r>
        <w:t xml:space="preserve">. </w:t>
      </w:r>
      <w:r w:rsidR="00256283">
        <w:t>Elle aura fini de bouder quand vous rentrerez</w:t>
      </w:r>
      <w:r>
        <w:t xml:space="preserve">. </w:t>
      </w:r>
      <w:r w:rsidR="00256283">
        <w:t>Voulez-vous avoir la bonté de me la renvoyer</w:t>
      </w:r>
      <w:r>
        <w:t>.</w:t>
      </w:r>
    </w:p>
    <w:p w14:paraId="28C573F0" w14:textId="77777777" w:rsidR="00435B4F" w:rsidRDefault="00256283" w:rsidP="00256283">
      <w:r>
        <w:t>Elle emplit mon verre</w:t>
      </w:r>
      <w:r w:rsidR="00435B4F">
        <w:t>.</w:t>
      </w:r>
    </w:p>
    <w:p w14:paraId="39FD933B" w14:textId="77777777" w:rsidR="00435B4F" w:rsidRDefault="00435B4F" w:rsidP="00256283">
      <w:r>
        <w:t>— </w:t>
      </w:r>
      <w:r w:rsidR="00256283">
        <w:t>Vous avez été tous deux si gentils pour elle</w:t>
      </w:r>
      <w:r>
        <w:t>.</w:t>
      </w:r>
    </w:p>
    <w:p w14:paraId="50061E7E" w14:textId="77777777" w:rsidR="00435B4F" w:rsidRDefault="00256283" w:rsidP="00256283">
      <w:r>
        <w:t>Je ne répondis pas</w:t>
      </w:r>
      <w:r w:rsidR="00435B4F">
        <w:t>.</w:t>
      </w:r>
    </w:p>
    <w:p w14:paraId="15CC9C5F" w14:textId="77777777" w:rsidR="00435B4F" w:rsidRDefault="00435B4F" w:rsidP="00256283">
      <w:r>
        <w:t>— </w:t>
      </w:r>
      <w:r w:rsidR="00256283">
        <w:t>Mr</w:t>
      </w:r>
      <w:r>
        <w:t xml:space="preserve">. </w:t>
      </w:r>
      <w:r w:rsidR="00256283">
        <w:t>Charles</w:t>
      </w:r>
      <w:r>
        <w:t xml:space="preserve">, </w:t>
      </w:r>
      <w:r w:rsidR="00256283">
        <w:t>est-ce que les criminels</w:t>
      </w:r>
      <w:r>
        <w:t xml:space="preserve">, </w:t>
      </w:r>
      <w:r w:rsidR="00256283">
        <w:t>demanda Gilbert</w:t>
      </w:r>
      <w:r>
        <w:t xml:space="preserve">, </w:t>
      </w:r>
      <w:r w:rsidR="00256283">
        <w:t>les vrais criminels</w:t>
      </w:r>
      <w:r>
        <w:t>…</w:t>
      </w:r>
    </w:p>
    <w:p w14:paraId="65979EC2" w14:textId="77777777" w:rsidR="00435B4F" w:rsidRDefault="00435B4F" w:rsidP="00256283">
      <w:r>
        <w:t>— </w:t>
      </w:r>
      <w:r w:rsidR="00256283">
        <w:t>La paix</w:t>
      </w:r>
      <w:r>
        <w:t xml:space="preserve">, </w:t>
      </w:r>
      <w:r w:rsidR="00256283">
        <w:t>Gilbert</w:t>
      </w:r>
      <w:r>
        <w:t xml:space="preserve"> ! </w:t>
      </w:r>
      <w:r w:rsidR="00256283">
        <w:t>dit Mimi</w:t>
      </w:r>
      <w:r>
        <w:t xml:space="preserve">. </w:t>
      </w:r>
      <w:r w:rsidR="00256283">
        <w:t>Vous renverrez Dorothy</w:t>
      </w:r>
      <w:r>
        <w:t xml:space="preserve">, </w:t>
      </w:r>
      <w:r w:rsidR="00256283">
        <w:t>n</w:t>
      </w:r>
      <w:r>
        <w:t>’</w:t>
      </w:r>
      <w:r w:rsidR="00256283">
        <w:t>est-ce pas</w:t>
      </w:r>
      <w:r>
        <w:t xml:space="preserve">, </w:t>
      </w:r>
      <w:r w:rsidR="00256283">
        <w:t>Nick</w:t>
      </w:r>
      <w:r>
        <w:t> ?</w:t>
      </w:r>
    </w:p>
    <w:p w14:paraId="04B265CD" w14:textId="77777777" w:rsidR="00435B4F" w:rsidRDefault="00256283" w:rsidP="00256283">
      <w:r>
        <w:t>Elle parlait d</w:t>
      </w:r>
      <w:r w:rsidR="00435B4F">
        <w:t>’</w:t>
      </w:r>
      <w:r>
        <w:t>un ton plaisant mais qui me fit penser tout de même à la réflexion de Dorothy sur la reine de France</w:t>
      </w:r>
      <w:r w:rsidR="00435B4F">
        <w:t>.</w:t>
      </w:r>
    </w:p>
    <w:p w14:paraId="4AF81D79" w14:textId="77777777" w:rsidR="00435B4F" w:rsidRDefault="00435B4F" w:rsidP="00256283">
      <w:r>
        <w:t>— </w:t>
      </w:r>
      <w:r w:rsidR="00256283">
        <w:t>Elle peut rester</w:t>
      </w:r>
      <w:r>
        <w:t xml:space="preserve">, </w:t>
      </w:r>
      <w:r w:rsidR="00256283">
        <w:t>si elle veut</w:t>
      </w:r>
      <w:r>
        <w:t xml:space="preserve">, </w:t>
      </w:r>
      <w:r w:rsidR="00256283">
        <w:t>dis-je</w:t>
      </w:r>
      <w:r>
        <w:t xml:space="preserve"> ; </w:t>
      </w:r>
      <w:r w:rsidR="00256283">
        <w:t>Nora l</w:t>
      </w:r>
      <w:r>
        <w:t>’</w:t>
      </w:r>
      <w:r w:rsidR="00256283">
        <w:t>aime beaucoup</w:t>
      </w:r>
      <w:r>
        <w:t>.</w:t>
      </w:r>
    </w:p>
    <w:p w14:paraId="2B8F870C" w14:textId="77777777" w:rsidR="00435B4F" w:rsidRDefault="00256283" w:rsidP="00256283">
      <w:r>
        <w:t>Mimi me menaça de l</w:t>
      </w:r>
      <w:r w:rsidR="00435B4F">
        <w:t>’</w:t>
      </w:r>
      <w:r>
        <w:t>index</w:t>
      </w:r>
      <w:r w:rsidR="00435B4F">
        <w:t>.</w:t>
      </w:r>
    </w:p>
    <w:p w14:paraId="3C3C93E7" w14:textId="77777777" w:rsidR="00435B4F" w:rsidRDefault="00435B4F" w:rsidP="00256283">
      <w:r>
        <w:lastRenderedPageBreak/>
        <w:t>— </w:t>
      </w:r>
      <w:r w:rsidR="00256283">
        <w:t>Vous la gâtez</w:t>
      </w:r>
      <w:r>
        <w:t xml:space="preserve"> ! </w:t>
      </w:r>
      <w:r w:rsidR="00256283">
        <w:t>dit-elle</w:t>
      </w:r>
      <w:r>
        <w:t xml:space="preserve">. </w:t>
      </w:r>
      <w:r w:rsidR="00256283">
        <w:t>Je suppose qu</w:t>
      </w:r>
      <w:r>
        <w:t>’</w:t>
      </w:r>
      <w:r w:rsidR="00256283">
        <w:t>elle vous a raconté toutes sortes d</w:t>
      </w:r>
      <w:r>
        <w:t>’</w:t>
      </w:r>
      <w:r w:rsidR="00256283">
        <w:t>histoires sur sa mère</w:t>
      </w:r>
      <w:r>
        <w:t> ?</w:t>
      </w:r>
    </w:p>
    <w:p w14:paraId="7B02D5C3" w14:textId="77777777" w:rsidR="00435B4F" w:rsidRDefault="00435B4F" w:rsidP="00256283">
      <w:r>
        <w:t>— </w:t>
      </w:r>
      <w:r w:rsidR="00256283">
        <w:t>Je crois qu</w:t>
      </w:r>
      <w:r>
        <w:t>’</w:t>
      </w:r>
      <w:r w:rsidR="00256283">
        <w:t>elle a parlé d</w:t>
      </w:r>
      <w:r>
        <w:t>’</w:t>
      </w:r>
      <w:r w:rsidR="00256283">
        <w:t>une</w:t>
      </w:r>
      <w:r>
        <w:t xml:space="preserve">… </w:t>
      </w:r>
      <w:r w:rsidR="00256283">
        <w:t>correction</w:t>
      </w:r>
      <w:r>
        <w:t>.</w:t>
      </w:r>
    </w:p>
    <w:p w14:paraId="36CF99AB" w14:textId="77777777" w:rsidR="00435B4F" w:rsidRDefault="00435B4F" w:rsidP="00256283">
      <w:r>
        <w:t>— </w:t>
      </w:r>
      <w:r w:rsidR="00256283">
        <w:t>Voilà</w:t>
      </w:r>
      <w:r>
        <w:t xml:space="preserve"> ! </w:t>
      </w:r>
      <w:r w:rsidR="00256283">
        <w:t>dit Mimi tranquillement</w:t>
      </w:r>
      <w:r>
        <w:t xml:space="preserve">, </w:t>
      </w:r>
      <w:r w:rsidR="00256283">
        <w:t>comme si ma réponse apportait la preuve qu</w:t>
      </w:r>
      <w:r>
        <w:t>’</w:t>
      </w:r>
      <w:r w:rsidR="00256283">
        <w:t>elle attendait</w:t>
      </w:r>
      <w:r>
        <w:t xml:space="preserve">. </w:t>
      </w:r>
      <w:r w:rsidR="00256283">
        <w:t>Non</w:t>
      </w:r>
      <w:r>
        <w:t xml:space="preserve">, </w:t>
      </w:r>
      <w:r w:rsidR="00256283">
        <w:t>il faudra me la renvoyer</w:t>
      </w:r>
      <w:r>
        <w:t xml:space="preserve">, </w:t>
      </w:r>
      <w:r w:rsidR="00256283">
        <w:t>Nick</w:t>
      </w:r>
      <w:r>
        <w:t> !</w:t>
      </w:r>
    </w:p>
    <w:p w14:paraId="55470A77" w14:textId="77777777" w:rsidR="00435B4F" w:rsidRDefault="00256283" w:rsidP="00256283">
      <w:r>
        <w:t>Je vidai lentement mon verre</w:t>
      </w:r>
      <w:r w:rsidR="00435B4F">
        <w:t>.</w:t>
      </w:r>
    </w:p>
    <w:p w14:paraId="21694CCD" w14:textId="77777777" w:rsidR="00435B4F" w:rsidRDefault="00435B4F" w:rsidP="00256283">
      <w:r>
        <w:t>— </w:t>
      </w:r>
      <w:r w:rsidR="00256283">
        <w:t>Alors</w:t>
      </w:r>
      <w:r>
        <w:t xml:space="preserve"> ? </w:t>
      </w:r>
      <w:r w:rsidR="00256283">
        <w:t>fit Mimi</w:t>
      </w:r>
      <w:r>
        <w:t>.</w:t>
      </w:r>
    </w:p>
    <w:p w14:paraId="5FB41895" w14:textId="77777777" w:rsidR="00435B4F" w:rsidRDefault="00435B4F" w:rsidP="00256283">
      <w:r>
        <w:t>— </w:t>
      </w:r>
      <w:r w:rsidR="00256283">
        <w:t>Alors</w:t>
      </w:r>
      <w:r>
        <w:t xml:space="preserve">, </w:t>
      </w:r>
      <w:r w:rsidR="00256283">
        <w:t>répondis-je</w:t>
      </w:r>
      <w:r>
        <w:t xml:space="preserve">, </w:t>
      </w:r>
      <w:r w:rsidR="00256283">
        <w:t>elle peut rester avec nous si ça lui plaît</w:t>
      </w:r>
      <w:r>
        <w:t xml:space="preserve">, </w:t>
      </w:r>
      <w:r w:rsidR="00256283">
        <w:t>Mimi</w:t>
      </w:r>
      <w:r>
        <w:t>.</w:t>
      </w:r>
    </w:p>
    <w:p w14:paraId="1B1FEA3E" w14:textId="77777777" w:rsidR="00435B4F" w:rsidRDefault="00435B4F" w:rsidP="00256283">
      <w:r>
        <w:t>— </w:t>
      </w:r>
      <w:r w:rsidR="00256283">
        <w:t>C</w:t>
      </w:r>
      <w:r>
        <w:t>’</w:t>
      </w:r>
      <w:r w:rsidR="00256283">
        <w:t>est ridicule</w:t>
      </w:r>
      <w:r>
        <w:t xml:space="preserve"> ; </w:t>
      </w:r>
      <w:r w:rsidR="00256283">
        <w:t>sa place est ici</w:t>
      </w:r>
      <w:r>
        <w:t xml:space="preserve"> ; </w:t>
      </w:r>
      <w:r w:rsidR="00256283">
        <w:t>je désire qu</w:t>
      </w:r>
      <w:r>
        <w:t>’</w:t>
      </w:r>
      <w:r w:rsidR="00256283">
        <w:t>elle revienne</w:t>
      </w:r>
      <w:r>
        <w:t xml:space="preserve">. </w:t>
      </w:r>
      <w:r w:rsidR="00256283">
        <w:t>Vous ne devriez pas encourager de pareilles sottises</w:t>
      </w:r>
      <w:r>
        <w:t> !</w:t>
      </w:r>
    </w:p>
    <w:p w14:paraId="326A0565" w14:textId="77777777" w:rsidR="00435B4F" w:rsidRDefault="00256283" w:rsidP="00256283">
      <w:r>
        <w:t>La voix était devenue plus sèche</w:t>
      </w:r>
      <w:r w:rsidR="00435B4F">
        <w:t>.</w:t>
      </w:r>
    </w:p>
    <w:p w14:paraId="285DC85D" w14:textId="77777777" w:rsidR="00435B4F" w:rsidRDefault="00435B4F" w:rsidP="00256283">
      <w:r>
        <w:t>— </w:t>
      </w:r>
      <w:r w:rsidR="00256283">
        <w:t>Je n</w:t>
      </w:r>
      <w:r>
        <w:t>’</w:t>
      </w:r>
      <w:r w:rsidR="00256283">
        <w:t>interviendrai pas</w:t>
      </w:r>
      <w:r>
        <w:t xml:space="preserve">, </w:t>
      </w:r>
      <w:r w:rsidR="00256283">
        <w:t>dis-je</w:t>
      </w:r>
      <w:r>
        <w:t xml:space="preserve"> : </w:t>
      </w:r>
      <w:r w:rsidR="00256283">
        <w:t>si elle veut rester</w:t>
      </w:r>
      <w:r>
        <w:t xml:space="preserve">, </w:t>
      </w:r>
      <w:r w:rsidR="00256283">
        <w:t>elle restera</w:t>
      </w:r>
      <w:r>
        <w:t>.</w:t>
      </w:r>
    </w:p>
    <w:p w14:paraId="30DC5501" w14:textId="77777777" w:rsidR="00435B4F" w:rsidRDefault="00256283" w:rsidP="00256283">
      <w:r>
        <w:t>Les yeux bleus de Mimi étaient bien beaux quand elle était en colère</w:t>
      </w:r>
      <w:r w:rsidR="00435B4F">
        <w:t>.</w:t>
      </w:r>
    </w:p>
    <w:p w14:paraId="0FB5CA34" w14:textId="77777777" w:rsidR="00435B4F" w:rsidRDefault="00435B4F" w:rsidP="00256283">
      <w:r>
        <w:t>— </w:t>
      </w:r>
      <w:r w:rsidR="00256283">
        <w:t>C</w:t>
      </w:r>
      <w:r>
        <w:t>’</w:t>
      </w:r>
      <w:r w:rsidR="00256283">
        <w:t>est ma fille</w:t>
      </w:r>
      <w:r>
        <w:t xml:space="preserve">, </w:t>
      </w:r>
      <w:r w:rsidR="00256283">
        <w:t>dit-elle</w:t>
      </w:r>
      <w:r>
        <w:t xml:space="preserve"> ; </w:t>
      </w:r>
      <w:r w:rsidR="00256283">
        <w:t>elle est mineure</w:t>
      </w:r>
      <w:r>
        <w:t xml:space="preserve"> ; </w:t>
      </w:r>
      <w:r w:rsidR="00256283">
        <w:t>vous avez été très gentil pour elle</w:t>
      </w:r>
      <w:r>
        <w:t xml:space="preserve">, </w:t>
      </w:r>
      <w:r w:rsidR="00256283">
        <w:t>mais vous ne l</w:t>
      </w:r>
      <w:r>
        <w:t>’</w:t>
      </w:r>
      <w:r w:rsidR="00256283">
        <w:t>êtes pas pour moi</w:t>
      </w:r>
      <w:r>
        <w:t xml:space="preserve">. </w:t>
      </w:r>
      <w:r w:rsidR="00256283">
        <w:t>Si vous ne la renvoyez pas</w:t>
      </w:r>
      <w:r>
        <w:t xml:space="preserve">, </w:t>
      </w:r>
      <w:r w:rsidR="00256283">
        <w:t>je ferai le nécessaire pour qu</w:t>
      </w:r>
      <w:r>
        <w:t>’</w:t>
      </w:r>
      <w:r w:rsidR="00256283">
        <w:t>elle revienne</w:t>
      </w:r>
      <w:r>
        <w:t xml:space="preserve">. </w:t>
      </w:r>
      <w:r w:rsidR="00256283">
        <w:t>Je préférerais n</w:t>
      </w:r>
      <w:r>
        <w:t>’</w:t>
      </w:r>
      <w:r w:rsidR="00256283">
        <w:t>en être pas réduite à cette extrémité</w:t>
      </w:r>
      <w:r>
        <w:t xml:space="preserve">, </w:t>
      </w:r>
      <w:r w:rsidR="00256283">
        <w:t>mais</w:t>
      </w:r>
      <w:r>
        <w:t xml:space="preserve"> – </w:t>
      </w:r>
      <w:r w:rsidR="00256283">
        <w:t>elle se pencha vers moi et scanda les mots</w:t>
      </w:r>
      <w:r>
        <w:t xml:space="preserve"> – </w:t>
      </w:r>
      <w:r w:rsidR="00256283">
        <w:t>elle reviendra</w:t>
      </w:r>
      <w:r>
        <w:t> !</w:t>
      </w:r>
    </w:p>
    <w:p w14:paraId="4C1AE144" w14:textId="77777777" w:rsidR="00435B4F" w:rsidRDefault="00435B4F" w:rsidP="00256283">
      <w:r>
        <w:t>— </w:t>
      </w:r>
      <w:r w:rsidR="00256283">
        <w:t>Vous voulez donc me chercher querelle</w:t>
      </w:r>
      <w:r>
        <w:t xml:space="preserve">, </w:t>
      </w:r>
      <w:r w:rsidR="00256283">
        <w:t>Mimi</w:t>
      </w:r>
      <w:r>
        <w:t xml:space="preserve"> ? </w:t>
      </w:r>
      <w:r w:rsidR="00256283">
        <w:t>demandai-je</w:t>
      </w:r>
      <w:r>
        <w:t>.</w:t>
      </w:r>
    </w:p>
    <w:p w14:paraId="3E40C645" w14:textId="77777777" w:rsidR="00435B4F" w:rsidRDefault="00256283" w:rsidP="00256283">
      <w:r>
        <w:t>Elle me regarda comme si elle allait me dire</w:t>
      </w:r>
      <w:r w:rsidR="00435B4F">
        <w:t xml:space="preserve"> : </w:t>
      </w:r>
      <w:r>
        <w:t>je vous aime</w:t>
      </w:r>
      <w:r w:rsidR="00435B4F">
        <w:t xml:space="preserve">, </w:t>
      </w:r>
      <w:r>
        <w:t>murmurant</w:t>
      </w:r>
      <w:r w:rsidR="00435B4F">
        <w:t> :</w:t>
      </w:r>
    </w:p>
    <w:p w14:paraId="5603135E" w14:textId="77777777" w:rsidR="00435B4F" w:rsidRDefault="00435B4F" w:rsidP="00256283">
      <w:r>
        <w:lastRenderedPageBreak/>
        <w:t>— </w:t>
      </w:r>
      <w:r w:rsidR="00256283">
        <w:t>Est-ce une menace</w:t>
      </w:r>
      <w:r>
        <w:t> ?</w:t>
      </w:r>
    </w:p>
    <w:p w14:paraId="4F0ACFDE" w14:textId="77777777" w:rsidR="00435B4F" w:rsidRDefault="00435B4F" w:rsidP="00256283">
      <w:r>
        <w:t>— </w:t>
      </w:r>
      <w:r w:rsidR="00256283">
        <w:t>Faites-moi arrêter pour avoir séquestré votre enfant</w:t>
      </w:r>
      <w:r>
        <w:t xml:space="preserve">, </w:t>
      </w:r>
      <w:r w:rsidR="00256283">
        <w:t>pour détournement de mineure</w:t>
      </w:r>
      <w:r>
        <w:t xml:space="preserve">, </w:t>
      </w:r>
      <w:r w:rsidR="00256283">
        <w:t>dis-je</w:t>
      </w:r>
      <w:r>
        <w:t>.</w:t>
      </w:r>
    </w:p>
    <w:p w14:paraId="6CD565DE" w14:textId="77777777" w:rsidR="00435B4F" w:rsidRDefault="00435B4F" w:rsidP="00256283">
      <w:r>
        <w:t>— </w:t>
      </w:r>
      <w:r w:rsidR="00256283">
        <w:t>Et puis</w:t>
      </w:r>
      <w:r>
        <w:t xml:space="preserve">, </w:t>
      </w:r>
      <w:r w:rsidR="00256283">
        <w:t>fit-elle brusquement</w:t>
      </w:r>
      <w:r>
        <w:t xml:space="preserve">, </w:t>
      </w:r>
      <w:r w:rsidR="00256283">
        <w:t>d</w:t>
      </w:r>
      <w:r>
        <w:t>’</w:t>
      </w:r>
      <w:r w:rsidR="00256283">
        <w:t>une voix sourde</w:t>
      </w:r>
      <w:r>
        <w:t xml:space="preserve">, </w:t>
      </w:r>
      <w:r w:rsidR="00256283">
        <w:t>dites à votre femme de ne pas serrer Chris d</w:t>
      </w:r>
      <w:r>
        <w:t>’</w:t>
      </w:r>
      <w:r w:rsidR="00256283">
        <w:t>aussi près</w:t>
      </w:r>
      <w:r>
        <w:t> !</w:t>
      </w:r>
    </w:p>
    <w:p w14:paraId="51B1D6E8" w14:textId="77777777" w:rsidR="00435B4F" w:rsidRDefault="00256283" w:rsidP="00256283">
      <w:r>
        <w:t>Nora</w:t>
      </w:r>
      <w:r w:rsidR="00435B4F">
        <w:t xml:space="preserve">, </w:t>
      </w:r>
      <w:r>
        <w:t>cherchant un disque avec Jorgensen</w:t>
      </w:r>
      <w:r w:rsidR="00435B4F">
        <w:t xml:space="preserve">, </w:t>
      </w:r>
      <w:r>
        <w:t>lui avait posé une main sur le bras</w:t>
      </w:r>
      <w:r w:rsidR="00435B4F">
        <w:t xml:space="preserve">. </w:t>
      </w:r>
      <w:r>
        <w:t>Ils se retournèrent tous deux</w:t>
      </w:r>
      <w:r w:rsidR="00435B4F">
        <w:t xml:space="preserve">, </w:t>
      </w:r>
      <w:r>
        <w:t>surpris</w:t>
      </w:r>
      <w:r w:rsidR="00435B4F">
        <w:t>.</w:t>
      </w:r>
    </w:p>
    <w:p w14:paraId="2E8E536E" w14:textId="77777777" w:rsidR="00435B4F" w:rsidRDefault="00435B4F" w:rsidP="00256283">
      <w:r>
        <w:t>— </w:t>
      </w:r>
      <w:r w:rsidR="00256283">
        <w:t>Nora</w:t>
      </w:r>
      <w:r>
        <w:t xml:space="preserve">, </w:t>
      </w:r>
      <w:r w:rsidR="00256283">
        <w:t>dis-je</w:t>
      </w:r>
      <w:r>
        <w:t>, M</w:t>
      </w:r>
      <w:r w:rsidRPr="00435B4F">
        <w:rPr>
          <w:vertAlign w:val="superscript"/>
        </w:rPr>
        <w:t>rs</w:t>
      </w:r>
      <w:r>
        <w:t> </w:t>
      </w:r>
      <w:r w:rsidR="00256283">
        <w:t>Jorgensen ne veut pas que tu touches à son mari</w:t>
      </w:r>
      <w:r>
        <w:t>.</w:t>
      </w:r>
    </w:p>
    <w:p w14:paraId="252371F0" w14:textId="77777777" w:rsidR="00435B4F" w:rsidRDefault="00435B4F" w:rsidP="00256283">
      <w:r>
        <w:t>— </w:t>
      </w:r>
      <w:r w:rsidR="00256283">
        <w:t>Pardon</w:t>
      </w:r>
      <w:r>
        <w:t xml:space="preserve">, </w:t>
      </w:r>
      <w:r w:rsidR="00256283">
        <w:t>dit Nora</w:t>
      </w:r>
      <w:r>
        <w:t>.</w:t>
      </w:r>
    </w:p>
    <w:p w14:paraId="5BD6C8E5" w14:textId="77777777" w:rsidR="00435B4F" w:rsidRDefault="00256283" w:rsidP="00256283">
      <w:r>
        <w:t>Elle sourit à Mimi</w:t>
      </w:r>
      <w:r w:rsidR="00435B4F">
        <w:t xml:space="preserve">, </w:t>
      </w:r>
      <w:r>
        <w:t>me regarda et dit d</w:t>
      </w:r>
      <w:r w:rsidR="00435B4F">
        <w:t>’</w:t>
      </w:r>
      <w:r>
        <w:t>une voix très calme</w:t>
      </w:r>
      <w:r w:rsidR="00435B4F">
        <w:t>.</w:t>
      </w:r>
    </w:p>
    <w:p w14:paraId="59E5E8AF" w14:textId="77777777" w:rsidR="00435B4F" w:rsidRDefault="00435B4F" w:rsidP="00256283">
      <w:r>
        <w:rPr>
          <w:vertAlign w:val="superscript"/>
        </w:rPr>
        <w:t xml:space="preserve">: </w:t>
      </w:r>
      <w:r>
        <w:t xml:space="preserve">– </w:t>
      </w:r>
      <w:r w:rsidR="00256283">
        <w:t>Oh Nick</w:t>
      </w:r>
      <w:r>
        <w:t xml:space="preserve">, </w:t>
      </w:r>
      <w:r w:rsidR="00256283">
        <w:t>tu es tout pâle</w:t>
      </w:r>
      <w:r>
        <w:t xml:space="preserve">. </w:t>
      </w:r>
      <w:r w:rsidR="00256283">
        <w:t>Excusez-moi</w:t>
      </w:r>
      <w:r>
        <w:t>, M</w:t>
      </w:r>
      <w:r w:rsidRPr="00435B4F">
        <w:rPr>
          <w:vertAlign w:val="superscript"/>
        </w:rPr>
        <w:t>rs</w:t>
      </w:r>
      <w:r>
        <w:t> </w:t>
      </w:r>
      <w:r w:rsidR="00256283">
        <w:t>Jorgensen</w:t>
      </w:r>
      <w:r>
        <w:t xml:space="preserve">, </w:t>
      </w:r>
      <w:r w:rsidR="00256283">
        <w:t>mais je crois qu</w:t>
      </w:r>
      <w:r>
        <w:t>’</w:t>
      </w:r>
      <w:r w:rsidR="00256283">
        <w:t>il est préférable que je ramène mon mari au Normandie</w:t>
      </w:r>
      <w:r>
        <w:t xml:space="preserve">. </w:t>
      </w:r>
      <w:r w:rsidR="00256283">
        <w:t>Il sera mieux dans son lit</w:t>
      </w:r>
      <w:r>
        <w:t xml:space="preserve">. </w:t>
      </w:r>
      <w:r w:rsidR="00256283">
        <w:t>Vous nous excuserez</w:t>
      </w:r>
      <w:r>
        <w:t xml:space="preserve">, </w:t>
      </w:r>
      <w:r w:rsidR="00256283">
        <w:t>n</w:t>
      </w:r>
      <w:r>
        <w:t>’</w:t>
      </w:r>
      <w:r w:rsidR="00256283">
        <w:t>est-ce pas</w:t>
      </w:r>
      <w:r>
        <w:t> ?</w:t>
      </w:r>
    </w:p>
    <w:p w14:paraId="641C6633" w14:textId="77777777" w:rsidR="00435B4F" w:rsidRDefault="00256283" w:rsidP="00256283">
      <w:r>
        <w:t>Mimi répondit qu</w:t>
      </w:r>
      <w:r w:rsidR="00435B4F">
        <w:t>’</w:t>
      </w:r>
      <w:r>
        <w:t>elle comprenait parfaitement</w:t>
      </w:r>
      <w:r w:rsidR="00435B4F">
        <w:t xml:space="preserve">. </w:t>
      </w:r>
      <w:r>
        <w:t>Pendant une demi-minute une exquise politesse régna dans la pièce</w:t>
      </w:r>
      <w:r w:rsidR="00435B4F">
        <w:t>.</w:t>
      </w:r>
    </w:p>
    <w:p w14:paraId="3089B08F" w14:textId="77777777" w:rsidR="00435B4F" w:rsidRDefault="00435B4F" w:rsidP="00256283">
      <w:r>
        <w:t>— </w:t>
      </w:r>
      <w:r w:rsidR="00256283">
        <w:t>Eh bien</w:t>
      </w:r>
      <w:r>
        <w:t xml:space="preserve">, </w:t>
      </w:r>
      <w:r w:rsidR="00256283">
        <w:t>dit Nora</w:t>
      </w:r>
      <w:r>
        <w:t xml:space="preserve">, </w:t>
      </w:r>
      <w:r w:rsidR="00256283">
        <w:t>dans le taxi</w:t>
      </w:r>
      <w:r>
        <w:t xml:space="preserve">, </w:t>
      </w:r>
      <w:r w:rsidR="00256283">
        <w:t>que veux-tu maintenant</w:t>
      </w:r>
      <w:r>
        <w:t xml:space="preserve"> ? </w:t>
      </w:r>
      <w:r w:rsidR="00256283">
        <w:t>Rentrer et dîner avec Dorothy</w:t>
      </w:r>
      <w:r>
        <w:t> ?</w:t>
      </w:r>
    </w:p>
    <w:p w14:paraId="2D47255B" w14:textId="77777777" w:rsidR="00435B4F" w:rsidRDefault="00435B4F" w:rsidP="00256283">
      <w:r>
        <w:t>— </w:t>
      </w:r>
      <w:r w:rsidR="00256283">
        <w:t>Non</w:t>
      </w:r>
      <w:r>
        <w:t xml:space="preserve">, </w:t>
      </w:r>
      <w:r w:rsidR="00256283">
        <w:t>j</w:t>
      </w:r>
      <w:r>
        <w:t>’</w:t>
      </w:r>
      <w:r w:rsidR="00256283">
        <w:t xml:space="preserve">ai assez des </w:t>
      </w:r>
      <w:proofErr w:type="spellStart"/>
      <w:r w:rsidR="00256283">
        <w:t>Wynant</w:t>
      </w:r>
      <w:proofErr w:type="spellEnd"/>
      <w:r w:rsidR="00256283">
        <w:t xml:space="preserve"> pour le moment</w:t>
      </w:r>
      <w:r>
        <w:t xml:space="preserve">. </w:t>
      </w:r>
      <w:r w:rsidR="00256283">
        <w:t>Allons chez Max</w:t>
      </w:r>
      <w:r>
        <w:t xml:space="preserve"> : </w:t>
      </w:r>
      <w:r w:rsidR="00256283">
        <w:t>j</w:t>
      </w:r>
      <w:r>
        <w:t>’</w:t>
      </w:r>
      <w:r w:rsidR="00256283">
        <w:t>ai envie d</w:t>
      </w:r>
      <w:r>
        <w:t>’</w:t>
      </w:r>
      <w:r w:rsidR="00256283">
        <w:t>escargots</w:t>
      </w:r>
      <w:r>
        <w:t>.</w:t>
      </w:r>
    </w:p>
    <w:p w14:paraId="1D70F1DF" w14:textId="77777777" w:rsidR="00435B4F" w:rsidRDefault="00435B4F" w:rsidP="00256283">
      <w:r>
        <w:t>— </w:t>
      </w:r>
      <w:r w:rsidR="00256283">
        <w:t>Entendu</w:t>
      </w:r>
      <w:r>
        <w:t xml:space="preserve">. </w:t>
      </w:r>
      <w:r w:rsidR="00256283">
        <w:t>Tu as appris quelque chose</w:t>
      </w:r>
      <w:r>
        <w:t> ?</w:t>
      </w:r>
    </w:p>
    <w:p w14:paraId="10FBBB60" w14:textId="77777777" w:rsidR="00435B4F" w:rsidRDefault="00435B4F" w:rsidP="00256283">
      <w:r>
        <w:t>— </w:t>
      </w:r>
      <w:r w:rsidR="00256283">
        <w:t>Rien</w:t>
      </w:r>
      <w:r>
        <w:t>.</w:t>
      </w:r>
    </w:p>
    <w:p w14:paraId="245010AB" w14:textId="77777777" w:rsidR="00435B4F" w:rsidRDefault="00435B4F" w:rsidP="00256283">
      <w:r>
        <w:t>— </w:t>
      </w:r>
      <w:r w:rsidR="00256283">
        <w:t>Ce Chris est beau</w:t>
      </w:r>
      <w:r>
        <w:t xml:space="preserve"> ! </w:t>
      </w:r>
      <w:r w:rsidR="00256283">
        <w:t>murmura Nora</w:t>
      </w:r>
      <w:r>
        <w:t xml:space="preserve">, </w:t>
      </w:r>
      <w:r w:rsidR="00256283">
        <w:t>beau</w:t>
      </w:r>
      <w:r>
        <w:t xml:space="preserve"> ! </w:t>
      </w:r>
      <w:r w:rsidR="00256283">
        <w:t>que c</w:t>
      </w:r>
      <w:r>
        <w:t>’</w:t>
      </w:r>
      <w:r w:rsidR="00256283">
        <w:t>en est honteux</w:t>
      </w:r>
      <w:r>
        <w:t> !</w:t>
      </w:r>
    </w:p>
    <w:p w14:paraId="2E9C2BD7" w14:textId="77777777" w:rsidR="00435B4F" w:rsidRDefault="00435B4F" w:rsidP="00256283">
      <w:r>
        <w:lastRenderedPageBreak/>
        <w:t>— </w:t>
      </w:r>
      <w:r w:rsidR="00256283">
        <w:t>Comment est-il</w:t>
      </w:r>
      <w:r>
        <w:t> ?</w:t>
      </w:r>
    </w:p>
    <w:p w14:paraId="384AA807" w14:textId="77777777" w:rsidR="00435B4F" w:rsidRDefault="00435B4F" w:rsidP="00256283">
      <w:r>
        <w:t>— </w:t>
      </w:r>
      <w:r w:rsidR="00256283">
        <w:t>Une grande poupée</w:t>
      </w:r>
      <w:r>
        <w:t> !</w:t>
      </w:r>
    </w:p>
    <w:p w14:paraId="231CF4FA" w14:textId="77777777" w:rsidR="00435B4F" w:rsidRDefault="00256283" w:rsidP="00256283">
      <w:r>
        <w:t>Nous dînâmes chez Max</w:t>
      </w:r>
      <w:r w:rsidR="00435B4F">
        <w:t xml:space="preserve">. </w:t>
      </w:r>
      <w:r>
        <w:t>Quand nous rentrâmes au Normandie</w:t>
      </w:r>
      <w:r w:rsidR="00435B4F">
        <w:t xml:space="preserve">, </w:t>
      </w:r>
      <w:r>
        <w:t>Dorothy n</w:t>
      </w:r>
      <w:r w:rsidR="00435B4F">
        <w:t>’</w:t>
      </w:r>
      <w:r>
        <w:t>était plus là</w:t>
      </w:r>
      <w:r w:rsidR="00435B4F">
        <w:t xml:space="preserve"> : </w:t>
      </w:r>
      <w:r>
        <w:t>je m</w:t>
      </w:r>
      <w:r w:rsidR="00435B4F">
        <w:t>’</w:t>
      </w:r>
      <w:r>
        <w:t>y attendais un peu</w:t>
      </w:r>
      <w:r w:rsidR="00435B4F">
        <w:t>.</w:t>
      </w:r>
    </w:p>
    <w:p w14:paraId="28EEEBE5" w14:textId="77777777" w:rsidR="00435B4F" w:rsidRDefault="00256283" w:rsidP="00256283">
      <w:r>
        <w:t>Nora demanda au standard si elle avait laissé un message</w:t>
      </w:r>
      <w:r w:rsidR="00435B4F">
        <w:t xml:space="preserve">. </w:t>
      </w:r>
      <w:r>
        <w:t>Rien</w:t>
      </w:r>
      <w:r w:rsidR="00435B4F">
        <w:t>.</w:t>
      </w:r>
    </w:p>
    <w:p w14:paraId="70DC7832" w14:textId="77777777" w:rsidR="00435B4F" w:rsidRDefault="00435B4F" w:rsidP="00256283">
      <w:r>
        <w:t>— </w:t>
      </w:r>
      <w:r w:rsidR="00256283">
        <w:t>Alors</w:t>
      </w:r>
      <w:r>
        <w:t xml:space="preserve"> ? </w:t>
      </w:r>
      <w:r w:rsidR="00256283">
        <w:t>dit-elle</w:t>
      </w:r>
      <w:r>
        <w:t>.</w:t>
      </w:r>
    </w:p>
    <w:p w14:paraId="54FC055B" w14:textId="77777777" w:rsidR="00435B4F" w:rsidRDefault="00256283" w:rsidP="00256283">
      <w:r>
        <w:t>Il n</w:t>
      </w:r>
      <w:r w:rsidR="00435B4F">
        <w:t>’</w:t>
      </w:r>
      <w:r>
        <w:t>était pas dix heures</w:t>
      </w:r>
      <w:r w:rsidR="00435B4F">
        <w:t>.</w:t>
      </w:r>
    </w:p>
    <w:p w14:paraId="6366632D" w14:textId="77777777" w:rsidR="00435B4F" w:rsidRDefault="00435B4F" w:rsidP="00256283">
      <w:r>
        <w:t>— </w:t>
      </w:r>
      <w:r w:rsidR="00256283">
        <w:t>Ce n</w:t>
      </w:r>
      <w:r>
        <w:t>’</w:t>
      </w:r>
      <w:r w:rsidR="00256283">
        <w:t>est rien</w:t>
      </w:r>
      <w:r>
        <w:t xml:space="preserve">, </w:t>
      </w:r>
      <w:r w:rsidR="00256283">
        <w:t>dis-je</w:t>
      </w:r>
      <w:r>
        <w:t xml:space="preserve">, </w:t>
      </w:r>
      <w:r w:rsidR="00256283">
        <w:t>elle va arriver sur le coup de trois heures du matin</w:t>
      </w:r>
      <w:r>
        <w:t xml:space="preserve">… </w:t>
      </w:r>
      <w:r w:rsidR="00256283">
        <w:t>avec une mitrailleuse</w:t>
      </w:r>
      <w:r>
        <w:t xml:space="preserve">, </w:t>
      </w:r>
      <w:r w:rsidR="00256283">
        <w:t>cette fois</w:t>
      </w:r>
      <w:r>
        <w:t xml:space="preserve">, </w:t>
      </w:r>
      <w:r w:rsidR="00256283">
        <w:t>qu</w:t>
      </w:r>
      <w:r>
        <w:t>’</w:t>
      </w:r>
      <w:r w:rsidR="00256283">
        <w:t xml:space="preserve">elle aura achetée chez </w:t>
      </w:r>
      <w:proofErr w:type="spellStart"/>
      <w:r w:rsidR="00256283">
        <w:t>Childs</w:t>
      </w:r>
      <w:proofErr w:type="spellEnd"/>
      <w:r>
        <w:t>.</w:t>
      </w:r>
    </w:p>
    <w:p w14:paraId="69F79D7F" w14:textId="77777777" w:rsidR="00435B4F" w:rsidRDefault="00435B4F" w:rsidP="00256283">
      <w:r>
        <w:t>— </w:t>
      </w:r>
      <w:r w:rsidR="00256283">
        <w:t>Qu</w:t>
      </w:r>
      <w:r>
        <w:t>’</w:t>
      </w:r>
      <w:r w:rsidR="00256283">
        <w:t>elle aille au diable</w:t>
      </w:r>
      <w:r>
        <w:t xml:space="preserve">, </w:t>
      </w:r>
      <w:r w:rsidR="00256283">
        <w:t>dit Nora</w:t>
      </w:r>
      <w:r>
        <w:t xml:space="preserve">. </w:t>
      </w:r>
      <w:proofErr w:type="spellStart"/>
      <w:r w:rsidR="00256283">
        <w:t>Couche-toi</w:t>
      </w:r>
      <w:proofErr w:type="spellEnd"/>
      <w:r>
        <w:t> !</w:t>
      </w:r>
    </w:p>
    <w:p w14:paraId="5B61FD68" w14:textId="77777777" w:rsidR="00256283" w:rsidRDefault="00256283" w:rsidP="00256283"/>
    <w:p w14:paraId="59436AAD" w14:textId="77777777" w:rsidR="00256283" w:rsidRDefault="00256283" w:rsidP="003D5E6A">
      <w:pPr>
        <w:pStyle w:val="Titre1"/>
      </w:pPr>
      <w:bookmarkStart w:id="24" w:name="__RefHeading__50_1831309079"/>
      <w:bookmarkStart w:id="25" w:name="_Toc202285664"/>
      <w:bookmarkEnd w:id="24"/>
      <w:r>
        <w:lastRenderedPageBreak/>
        <w:t>XI</w:t>
      </w:r>
      <w:bookmarkEnd w:id="25"/>
    </w:p>
    <w:p w14:paraId="0A605E45" w14:textId="77777777" w:rsidR="00435B4F" w:rsidRDefault="00256283" w:rsidP="00256283">
      <w:r>
        <w:t>Ma blessure allait beaucoup mieux quand Nora m</w:t>
      </w:r>
      <w:r w:rsidR="00435B4F">
        <w:t>’</w:t>
      </w:r>
      <w:r>
        <w:t>éveilla</w:t>
      </w:r>
      <w:r w:rsidR="00435B4F">
        <w:t xml:space="preserve">, </w:t>
      </w:r>
      <w:r>
        <w:t>le lendemain matin</w:t>
      </w:r>
      <w:r w:rsidR="00435B4F">
        <w:t xml:space="preserve">, </w:t>
      </w:r>
      <w:r>
        <w:t>vers midi</w:t>
      </w:r>
      <w:r w:rsidR="00435B4F">
        <w:t>.</w:t>
      </w:r>
    </w:p>
    <w:p w14:paraId="2E0D345D" w14:textId="77777777" w:rsidR="00435B4F" w:rsidRDefault="00435B4F" w:rsidP="00256283">
      <w:r>
        <w:t>— </w:t>
      </w:r>
      <w:r w:rsidR="00256283">
        <w:t>Notre ami de la police est ici</w:t>
      </w:r>
      <w:r>
        <w:t xml:space="preserve">, </w:t>
      </w:r>
      <w:r w:rsidR="00256283">
        <w:t>dit-elle</w:t>
      </w:r>
      <w:r>
        <w:t xml:space="preserve"> ; </w:t>
      </w:r>
      <w:r w:rsidR="00256283">
        <w:t>il t</w:t>
      </w:r>
      <w:r>
        <w:t>’</w:t>
      </w:r>
      <w:r w:rsidR="00256283">
        <w:t>attend</w:t>
      </w:r>
      <w:r>
        <w:t xml:space="preserve">. </w:t>
      </w:r>
      <w:r w:rsidR="00256283">
        <w:t>Comment vas-tu</w:t>
      </w:r>
      <w:r>
        <w:t> ?</w:t>
      </w:r>
    </w:p>
    <w:p w14:paraId="4B9EAF92" w14:textId="77777777" w:rsidR="00435B4F" w:rsidRDefault="00435B4F" w:rsidP="00256283">
      <w:r>
        <w:t>— </w:t>
      </w:r>
      <w:r w:rsidR="00256283">
        <w:t>Mal</w:t>
      </w:r>
      <w:r>
        <w:t xml:space="preserve">. </w:t>
      </w:r>
      <w:r w:rsidR="00256283">
        <w:t>Il y a bien trois mois que je ne me suis pas couché sans être complètement saoul</w:t>
      </w:r>
      <w:r>
        <w:t xml:space="preserve"> ; </w:t>
      </w:r>
      <w:r w:rsidR="00256283">
        <w:t>ce doit être ça</w:t>
      </w:r>
      <w:r>
        <w:t> !</w:t>
      </w:r>
    </w:p>
    <w:p w14:paraId="21C26170" w14:textId="77777777" w:rsidR="00435B4F" w:rsidRDefault="00256283" w:rsidP="00256283">
      <w:proofErr w:type="spellStart"/>
      <w:r>
        <w:t>Guild</w:t>
      </w:r>
      <w:proofErr w:type="spellEnd"/>
      <w:r w:rsidR="00435B4F">
        <w:t xml:space="preserve">, </w:t>
      </w:r>
      <w:r>
        <w:t>un verre en main</w:t>
      </w:r>
      <w:r w:rsidR="00435B4F">
        <w:t xml:space="preserve">, </w:t>
      </w:r>
      <w:r>
        <w:t>se leva quand j</w:t>
      </w:r>
      <w:r w:rsidR="00435B4F">
        <w:t>’</w:t>
      </w:r>
      <w:r>
        <w:t>entrai au salon</w:t>
      </w:r>
      <w:r w:rsidR="00435B4F">
        <w:t xml:space="preserve">, </w:t>
      </w:r>
      <w:r>
        <w:t>et sourit</w:t>
      </w:r>
      <w:r w:rsidR="00435B4F">
        <w:t>.</w:t>
      </w:r>
    </w:p>
    <w:p w14:paraId="3920C0A8" w14:textId="77777777" w:rsidR="00435B4F" w:rsidRDefault="00435B4F" w:rsidP="00256283">
      <w:r>
        <w:t>— </w:t>
      </w:r>
      <w:r w:rsidR="00256283">
        <w:t>Eh bien</w:t>
      </w:r>
      <w:r>
        <w:t xml:space="preserve">, </w:t>
      </w:r>
      <w:r w:rsidR="00256283">
        <w:t>Mr</w:t>
      </w:r>
      <w:r>
        <w:t xml:space="preserve">. </w:t>
      </w:r>
      <w:r w:rsidR="00256283">
        <w:t>Charles</w:t>
      </w:r>
      <w:r>
        <w:t xml:space="preserve">, </w:t>
      </w:r>
      <w:r w:rsidR="00256283">
        <w:t>vous avez l</w:t>
      </w:r>
      <w:r>
        <w:t>’</w:t>
      </w:r>
      <w:r w:rsidR="00256283">
        <w:t>air en forme</w:t>
      </w:r>
      <w:r>
        <w:t xml:space="preserve">, </w:t>
      </w:r>
      <w:r w:rsidR="00256283">
        <w:t>ce matin</w:t>
      </w:r>
      <w:r>
        <w:t> ?</w:t>
      </w:r>
    </w:p>
    <w:p w14:paraId="388BC4FF" w14:textId="77777777" w:rsidR="00435B4F" w:rsidRDefault="00256283" w:rsidP="00256283">
      <w:r>
        <w:t>Je lui serrai la main</w:t>
      </w:r>
      <w:r w:rsidR="00435B4F">
        <w:t xml:space="preserve">. </w:t>
      </w:r>
      <w:r>
        <w:t>Oui</w:t>
      </w:r>
      <w:r w:rsidR="00435B4F">
        <w:t xml:space="preserve">, </w:t>
      </w:r>
      <w:r>
        <w:t>je me sentais bien mieux</w:t>
      </w:r>
      <w:r w:rsidR="00435B4F">
        <w:t>.</w:t>
      </w:r>
    </w:p>
    <w:p w14:paraId="65114DEA" w14:textId="77777777" w:rsidR="00435B4F" w:rsidRDefault="00435B4F" w:rsidP="00256283">
      <w:r>
        <w:t>— </w:t>
      </w:r>
      <w:r w:rsidR="00256283">
        <w:t>Tout de même</w:t>
      </w:r>
      <w:r>
        <w:t xml:space="preserve">, </w:t>
      </w:r>
      <w:r w:rsidR="00256283">
        <w:t>dit-il</w:t>
      </w:r>
      <w:r>
        <w:t xml:space="preserve">, </w:t>
      </w:r>
      <w:r w:rsidR="00256283">
        <w:t>les sourcils froncés</w:t>
      </w:r>
      <w:r>
        <w:t xml:space="preserve">, </w:t>
      </w:r>
      <w:r w:rsidR="00256283">
        <w:t>vous n</w:t>
      </w:r>
      <w:r>
        <w:t>’</w:t>
      </w:r>
      <w:r w:rsidR="00256283">
        <w:t>auriez pas dû me jouer un tour pareil</w:t>
      </w:r>
      <w:r>
        <w:t>…</w:t>
      </w:r>
    </w:p>
    <w:p w14:paraId="63E6FDB2" w14:textId="77777777" w:rsidR="00435B4F" w:rsidRDefault="00435B4F" w:rsidP="00256283">
      <w:r>
        <w:t>— </w:t>
      </w:r>
      <w:r w:rsidR="00256283">
        <w:t>Quel tour</w:t>
      </w:r>
      <w:r>
        <w:t> ?</w:t>
      </w:r>
    </w:p>
    <w:p w14:paraId="2F9F80E3" w14:textId="77777777" w:rsidR="00435B4F" w:rsidRDefault="00435B4F" w:rsidP="00256283">
      <w:r>
        <w:t>— </w:t>
      </w:r>
      <w:r w:rsidR="00256283">
        <w:t>Vous êtes sorti hier soir pour aller voir des gens alors que j</w:t>
      </w:r>
      <w:r>
        <w:t>’</w:t>
      </w:r>
      <w:r w:rsidR="00256283">
        <w:t>avais remis notre entretien pour ne pas vous fatiguer</w:t>
      </w:r>
      <w:r>
        <w:t xml:space="preserve">. </w:t>
      </w:r>
      <w:r w:rsidR="00256283">
        <w:t>Je croyais que vous me réserviez la priorité</w:t>
      </w:r>
      <w:r>
        <w:t>.</w:t>
      </w:r>
    </w:p>
    <w:p w14:paraId="15205B89" w14:textId="77777777" w:rsidR="00435B4F" w:rsidRDefault="00435B4F" w:rsidP="00256283">
      <w:r>
        <w:t>— </w:t>
      </w:r>
      <w:r w:rsidR="00256283">
        <w:t>Je n</w:t>
      </w:r>
      <w:r>
        <w:t>’</w:t>
      </w:r>
      <w:r w:rsidR="00256283">
        <w:t>y ai pas pensé</w:t>
      </w:r>
      <w:r>
        <w:t xml:space="preserve">, </w:t>
      </w:r>
      <w:r w:rsidR="00256283">
        <w:t>dis-je</w:t>
      </w:r>
      <w:r>
        <w:t xml:space="preserve">, </w:t>
      </w:r>
      <w:r w:rsidR="00256283">
        <w:t>excusez-moi</w:t>
      </w:r>
      <w:r>
        <w:t xml:space="preserve">. </w:t>
      </w:r>
      <w:r w:rsidR="00256283">
        <w:t xml:space="preserve">Avez-vous vu le télégramme de </w:t>
      </w:r>
      <w:proofErr w:type="spellStart"/>
      <w:r w:rsidR="00256283">
        <w:t>Wynant</w:t>
      </w:r>
      <w:proofErr w:type="spellEnd"/>
      <w:r>
        <w:t> ?</w:t>
      </w:r>
    </w:p>
    <w:p w14:paraId="15644CCC" w14:textId="77777777" w:rsidR="00435B4F" w:rsidRDefault="00435B4F" w:rsidP="00256283">
      <w:r>
        <w:t>— </w:t>
      </w:r>
      <w:r w:rsidR="00256283">
        <w:t>Oui</w:t>
      </w:r>
      <w:r>
        <w:t xml:space="preserve">. </w:t>
      </w:r>
      <w:r w:rsidR="00256283">
        <w:t>On recherche l</w:t>
      </w:r>
      <w:r>
        <w:t>’</w:t>
      </w:r>
      <w:r w:rsidR="00256283">
        <w:t>homme à Philadelphie</w:t>
      </w:r>
      <w:r>
        <w:t>.</w:t>
      </w:r>
    </w:p>
    <w:p w14:paraId="43E2E029" w14:textId="77777777" w:rsidR="00435B4F" w:rsidRDefault="00435B4F" w:rsidP="00256283">
      <w:r>
        <w:t>— </w:t>
      </w:r>
      <w:r w:rsidR="00256283">
        <w:t>Quant à l</w:t>
      </w:r>
      <w:r>
        <w:t>’</w:t>
      </w:r>
      <w:r w:rsidR="00256283">
        <w:t>automatique</w:t>
      </w:r>
      <w:r>
        <w:t xml:space="preserve">, </w:t>
      </w:r>
      <w:r w:rsidR="00256283">
        <w:t>expliquai-je je</w:t>
      </w:r>
      <w:r>
        <w:t>…</w:t>
      </w:r>
    </w:p>
    <w:p w14:paraId="71BE6B9E" w14:textId="77777777" w:rsidR="00435B4F" w:rsidRDefault="00256283" w:rsidP="00256283">
      <w:r>
        <w:t>Il m</w:t>
      </w:r>
      <w:r w:rsidR="00435B4F">
        <w:t>’</w:t>
      </w:r>
      <w:r>
        <w:t>arrêta</w:t>
      </w:r>
      <w:r w:rsidR="00435B4F">
        <w:t>.</w:t>
      </w:r>
    </w:p>
    <w:p w14:paraId="31338DBA" w14:textId="77777777" w:rsidR="00435B4F" w:rsidRDefault="00435B4F" w:rsidP="00256283">
      <w:r>
        <w:lastRenderedPageBreak/>
        <w:t>— </w:t>
      </w:r>
      <w:r w:rsidR="00256283">
        <w:t>Quel automatique</w:t>
      </w:r>
      <w:r>
        <w:t xml:space="preserve"> ? </w:t>
      </w:r>
      <w:r w:rsidR="00256283">
        <w:t>Ce n</w:t>
      </w:r>
      <w:r>
        <w:t>’</w:t>
      </w:r>
      <w:r w:rsidR="00256283">
        <w:t>en est pas un</w:t>
      </w:r>
      <w:r>
        <w:t xml:space="preserve"> : </w:t>
      </w:r>
      <w:r w:rsidR="00256283">
        <w:t>le percuteur est brisé</w:t>
      </w:r>
      <w:r>
        <w:t xml:space="preserve">, </w:t>
      </w:r>
      <w:r w:rsidR="00256283">
        <w:t>l</w:t>
      </w:r>
      <w:r>
        <w:t>’</w:t>
      </w:r>
      <w:r w:rsidR="00256283">
        <w:t>intérieur est rouillé</w:t>
      </w:r>
      <w:r>
        <w:t xml:space="preserve">. </w:t>
      </w:r>
      <w:r w:rsidR="00256283">
        <w:t>On ne s</w:t>
      </w:r>
      <w:r>
        <w:t>’</w:t>
      </w:r>
      <w:r w:rsidR="00256283">
        <w:t>est pas servi de cette arme depuis au moins six mois</w:t>
      </w:r>
      <w:r>
        <w:t xml:space="preserve">… </w:t>
      </w:r>
      <w:r w:rsidR="00256283">
        <w:t>ou je suis le pape de Rome</w:t>
      </w:r>
      <w:r>
        <w:t xml:space="preserve"> ! </w:t>
      </w:r>
      <w:r w:rsidR="00256283">
        <w:t>Ne perdons pas notre temps à parler de ça</w:t>
      </w:r>
      <w:r>
        <w:t>.</w:t>
      </w:r>
    </w:p>
    <w:p w14:paraId="21D0DFD4" w14:textId="77777777" w:rsidR="00435B4F" w:rsidRDefault="00256283" w:rsidP="00256283">
      <w:r>
        <w:t>J</w:t>
      </w:r>
      <w:r w:rsidR="00435B4F">
        <w:t>’</w:t>
      </w:r>
      <w:r>
        <w:t>éclatai de rire</w:t>
      </w:r>
      <w:r w:rsidR="00435B4F">
        <w:t>.</w:t>
      </w:r>
    </w:p>
    <w:p w14:paraId="652797E3" w14:textId="77777777" w:rsidR="00435B4F" w:rsidRDefault="00435B4F" w:rsidP="00256283">
      <w:r>
        <w:t>— </w:t>
      </w:r>
      <w:r w:rsidR="00256283">
        <w:t>Cela explique pas mal de choses</w:t>
      </w:r>
      <w:r>
        <w:t xml:space="preserve">, </w:t>
      </w:r>
      <w:r w:rsidR="00256283">
        <w:t>m</w:t>
      </w:r>
      <w:r>
        <w:t>’</w:t>
      </w:r>
      <w:r w:rsidR="00256283">
        <w:t>écriai-je</w:t>
      </w:r>
      <w:r>
        <w:t xml:space="preserve">. </w:t>
      </w:r>
      <w:r w:rsidR="00256283">
        <w:t>J</w:t>
      </w:r>
      <w:r>
        <w:t>’</w:t>
      </w:r>
      <w:r w:rsidR="00256283">
        <w:t>ai enlevé ce pistolet à un ivrogne qui prétendait l</w:t>
      </w:r>
      <w:r>
        <w:t>’</w:t>
      </w:r>
      <w:r w:rsidR="00256283">
        <w:t>avoir acheté dans un speakeasy</w:t>
      </w:r>
      <w:r>
        <w:t xml:space="preserve">, </w:t>
      </w:r>
      <w:r w:rsidR="00256283">
        <w:t>pour douze dollars</w:t>
      </w:r>
      <w:r>
        <w:t xml:space="preserve">. </w:t>
      </w:r>
      <w:r w:rsidR="00256283">
        <w:t>Je comprends maintenant</w:t>
      </w:r>
      <w:r>
        <w:t>.</w:t>
      </w:r>
    </w:p>
    <w:p w14:paraId="3AFAD16E" w14:textId="77777777" w:rsidR="00435B4F" w:rsidRDefault="00435B4F" w:rsidP="00256283">
      <w:r>
        <w:t>— </w:t>
      </w:r>
      <w:r w:rsidR="00256283">
        <w:t>Que votre ami se méfie</w:t>
      </w:r>
      <w:r>
        <w:t xml:space="preserve"> : </w:t>
      </w:r>
      <w:r w:rsidR="00256283">
        <w:t>la prochaine fois on lui vendra sans doute l</w:t>
      </w:r>
      <w:r>
        <w:t>’</w:t>
      </w:r>
      <w:r w:rsidR="00256283">
        <w:t>Hôtel de Ville</w:t>
      </w:r>
      <w:r>
        <w:t xml:space="preserve"> ! </w:t>
      </w:r>
      <w:r w:rsidR="00256283">
        <w:t>Mr</w:t>
      </w:r>
      <w:r>
        <w:t xml:space="preserve">. </w:t>
      </w:r>
      <w:r w:rsidR="00256283">
        <w:t>Charles</w:t>
      </w:r>
      <w:r>
        <w:t xml:space="preserve">, </w:t>
      </w:r>
      <w:r w:rsidR="00256283">
        <w:t>entre nous</w:t>
      </w:r>
      <w:r>
        <w:t xml:space="preserve">, </w:t>
      </w:r>
      <w:r w:rsidR="00256283">
        <w:t>est-ce que vous allez vous occuper de l</w:t>
      </w:r>
      <w:r>
        <w:t>’</w:t>
      </w:r>
      <w:r w:rsidR="00256283">
        <w:t>affaire Wolf</w:t>
      </w:r>
      <w:r>
        <w:t xml:space="preserve">, </w:t>
      </w:r>
      <w:r w:rsidR="00256283">
        <w:t>oui ou non</w:t>
      </w:r>
      <w:r>
        <w:t> ?</w:t>
      </w:r>
    </w:p>
    <w:p w14:paraId="43414D5D" w14:textId="77777777" w:rsidR="00435B4F" w:rsidRDefault="00435B4F" w:rsidP="00256283">
      <w:r>
        <w:t>— </w:t>
      </w:r>
      <w:r w:rsidR="00256283">
        <w:t xml:space="preserve">Vous avez vu le télégramme de </w:t>
      </w:r>
      <w:proofErr w:type="spellStart"/>
      <w:r w:rsidR="00256283">
        <w:t>Wynant</w:t>
      </w:r>
      <w:proofErr w:type="spellEnd"/>
      <w:r>
        <w:t> ?</w:t>
      </w:r>
    </w:p>
    <w:p w14:paraId="3B41D1E9" w14:textId="77777777" w:rsidR="00435B4F" w:rsidRDefault="00435B4F" w:rsidP="00256283">
      <w:r>
        <w:t>— </w:t>
      </w:r>
      <w:r w:rsidR="00256283">
        <w:t>Oui</w:t>
      </w:r>
      <w:r>
        <w:t xml:space="preserve">, </w:t>
      </w:r>
      <w:r w:rsidR="00256283">
        <w:t>alors vous ne marchez pas</w:t>
      </w:r>
      <w:r>
        <w:t> ?</w:t>
      </w:r>
    </w:p>
    <w:p w14:paraId="671EAB6A" w14:textId="77777777" w:rsidR="00435B4F" w:rsidRDefault="00435B4F" w:rsidP="00256283">
      <w:r>
        <w:t>— </w:t>
      </w:r>
      <w:r w:rsidR="00256283">
        <w:t>Je ne suis plus détective</w:t>
      </w:r>
      <w:r>
        <w:t>.</w:t>
      </w:r>
    </w:p>
    <w:p w14:paraId="1EA2DE32" w14:textId="77777777" w:rsidR="00435B4F" w:rsidRDefault="00435B4F" w:rsidP="00256283">
      <w:r>
        <w:t>— </w:t>
      </w:r>
      <w:r w:rsidR="00256283">
        <w:t>Je sais</w:t>
      </w:r>
      <w:r>
        <w:t xml:space="preserve">, </w:t>
      </w:r>
      <w:r w:rsidR="00256283">
        <w:t>mais je pose de nouveau la question</w:t>
      </w:r>
      <w:r>
        <w:t xml:space="preserve"> : </w:t>
      </w:r>
      <w:r w:rsidR="00256283">
        <w:t>oui ou non</w:t>
      </w:r>
      <w:r>
        <w:t> ?</w:t>
      </w:r>
    </w:p>
    <w:p w14:paraId="6932F216" w14:textId="77777777" w:rsidR="00435B4F" w:rsidRDefault="00435B4F" w:rsidP="00256283">
      <w:r>
        <w:t>— </w:t>
      </w:r>
      <w:r w:rsidR="00256283">
        <w:t>Non</w:t>
      </w:r>
      <w:r>
        <w:t>.</w:t>
      </w:r>
    </w:p>
    <w:p w14:paraId="627E3299" w14:textId="77777777" w:rsidR="00435B4F" w:rsidRDefault="00256283" w:rsidP="00256283">
      <w:r>
        <w:t>Il demeura quelques secondes pensif</w:t>
      </w:r>
      <w:r w:rsidR="00435B4F">
        <w:t>.</w:t>
      </w:r>
    </w:p>
    <w:p w14:paraId="1E67F40C" w14:textId="77777777" w:rsidR="00435B4F" w:rsidRDefault="00435B4F" w:rsidP="00256283">
      <w:r>
        <w:t>— </w:t>
      </w:r>
      <w:r w:rsidR="00256283">
        <w:t>Alors je vais poser la question d</w:t>
      </w:r>
      <w:r>
        <w:t>’</w:t>
      </w:r>
      <w:r w:rsidR="00256283">
        <w:t>une autre façon</w:t>
      </w:r>
      <w:r>
        <w:t xml:space="preserve"> : </w:t>
      </w:r>
      <w:r w:rsidR="00256283">
        <w:t>est-ce que l</w:t>
      </w:r>
      <w:r>
        <w:t>’</w:t>
      </w:r>
      <w:r w:rsidR="00256283">
        <w:t>affaire vous intéresse</w:t>
      </w:r>
      <w:r>
        <w:t> ?</w:t>
      </w:r>
    </w:p>
    <w:p w14:paraId="150A2962" w14:textId="77777777" w:rsidR="00435B4F" w:rsidRDefault="00435B4F" w:rsidP="00256283">
      <w:r>
        <w:t>— </w:t>
      </w:r>
      <w:r w:rsidR="00256283">
        <w:t>Oui</w:t>
      </w:r>
      <w:r>
        <w:t xml:space="preserve">, </w:t>
      </w:r>
      <w:r w:rsidR="00256283">
        <w:t>puisqu</w:t>
      </w:r>
      <w:r>
        <w:t>’</w:t>
      </w:r>
      <w:r w:rsidR="00256283">
        <w:t>il s</w:t>
      </w:r>
      <w:r>
        <w:t>’</w:t>
      </w:r>
      <w:r w:rsidR="00256283">
        <w:t>agit de personnes que je connais</w:t>
      </w:r>
      <w:r>
        <w:t>.</w:t>
      </w:r>
    </w:p>
    <w:p w14:paraId="41E250D8" w14:textId="77777777" w:rsidR="00435B4F" w:rsidRDefault="00435B4F" w:rsidP="00256283">
      <w:r>
        <w:t>— </w:t>
      </w:r>
      <w:r w:rsidR="00256283">
        <w:t>C</w:t>
      </w:r>
      <w:r>
        <w:t>’</w:t>
      </w:r>
      <w:r w:rsidR="00256283">
        <w:t>est tout</w:t>
      </w:r>
      <w:r>
        <w:t> ?</w:t>
      </w:r>
    </w:p>
    <w:p w14:paraId="224449CF" w14:textId="77777777" w:rsidR="00435B4F" w:rsidRDefault="00435B4F" w:rsidP="00256283">
      <w:r>
        <w:t>— </w:t>
      </w:r>
      <w:r w:rsidR="00256283">
        <w:t>Oui</w:t>
      </w:r>
      <w:r>
        <w:t>.</w:t>
      </w:r>
    </w:p>
    <w:p w14:paraId="30D04DC9" w14:textId="77777777" w:rsidR="00435B4F" w:rsidRDefault="00435B4F" w:rsidP="00256283">
      <w:r>
        <w:t>— </w:t>
      </w:r>
      <w:r w:rsidR="00256283">
        <w:t>Et vous ne consentiriez pas à vous en occuper</w:t>
      </w:r>
      <w:r>
        <w:t xml:space="preserve">… </w:t>
      </w:r>
      <w:r w:rsidR="00256283">
        <w:t>plus activement</w:t>
      </w:r>
      <w:r>
        <w:t>.</w:t>
      </w:r>
    </w:p>
    <w:p w14:paraId="4244EBB7" w14:textId="77777777" w:rsidR="00435B4F" w:rsidRDefault="00256283" w:rsidP="00256283">
      <w:r>
        <w:lastRenderedPageBreak/>
        <w:t>La sonnerie du téléphone vibra</w:t>
      </w:r>
      <w:r w:rsidR="00435B4F">
        <w:t xml:space="preserve">. </w:t>
      </w:r>
      <w:r>
        <w:t>Nora se leva pour répondre</w:t>
      </w:r>
      <w:r w:rsidR="00435B4F">
        <w:t>.</w:t>
      </w:r>
    </w:p>
    <w:p w14:paraId="6913A132" w14:textId="77777777" w:rsidR="00435B4F" w:rsidRDefault="00435B4F" w:rsidP="00256283">
      <w:r>
        <w:t>— </w:t>
      </w:r>
      <w:r w:rsidR="00256283">
        <w:t>En fait</w:t>
      </w:r>
      <w:r>
        <w:t xml:space="preserve">, </w:t>
      </w:r>
      <w:r w:rsidR="00256283">
        <w:t>dis-je</w:t>
      </w:r>
      <w:r>
        <w:t xml:space="preserve">, </w:t>
      </w:r>
      <w:r w:rsidR="00256283">
        <w:t>je n</w:t>
      </w:r>
      <w:r>
        <w:t>’</w:t>
      </w:r>
      <w:r w:rsidR="00256283">
        <w:t>en sais rien</w:t>
      </w:r>
      <w:r>
        <w:t xml:space="preserve">. </w:t>
      </w:r>
      <w:r w:rsidR="00256283">
        <w:t>Si l</w:t>
      </w:r>
      <w:r>
        <w:t>’</w:t>
      </w:r>
      <w:r w:rsidR="00256283">
        <w:t>on continue à me poursuivre ainsi</w:t>
      </w:r>
      <w:r>
        <w:t xml:space="preserve">, </w:t>
      </w:r>
      <w:r w:rsidR="00256283">
        <w:t>je ne vois pas où cela va s</w:t>
      </w:r>
      <w:r>
        <w:t>’</w:t>
      </w:r>
      <w:r w:rsidR="00256283">
        <w:t>arrêter</w:t>
      </w:r>
      <w:r>
        <w:t>.</w:t>
      </w:r>
    </w:p>
    <w:p w14:paraId="311BF393" w14:textId="77777777" w:rsidR="00435B4F" w:rsidRDefault="00435B4F" w:rsidP="00256283">
      <w:r>
        <w:t>— </w:t>
      </w:r>
      <w:r w:rsidR="00256283">
        <w:t>Je le vois</w:t>
      </w:r>
      <w:r>
        <w:t xml:space="preserve">, </w:t>
      </w:r>
      <w:r w:rsidR="00256283">
        <w:t xml:space="preserve">fit </w:t>
      </w:r>
      <w:proofErr w:type="spellStart"/>
      <w:r w:rsidR="00256283">
        <w:t>Guild</w:t>
      </w:r>
      <w:proofErr w:type="spellEnd"/>
      <w:r>
        <w:t xml:space="preserve">, </w:t>
      </w:r>
      <w:r w:rsidR="00256283">
        <w:t>hochant la tête</w:t>
      </w:r>
      <w:r>
        <w:t xml:space="preserve">, </w:t>
      </w:r>
      <w:r w:rsidR="00256283">
        <w:t>j</w:t>
      </w:r>
      <w:r>
        <w:t>’</w:t>
      </w:r>
      <w:r w:rsidR="00256283">
        <w:t>aimerais vous voir intervenir</w:t>
      </w:r>
      <w:r>
        <w:t xml:space="preserve">, </w:t>
      </w:r>
      <w:r w:rsidR="00256283">
        <w:t>du bon côté</w:t>
      </w:r>
      <w:r>
        <w:t xml:space="preserve">, </w:t>
      </w:r>
      <w:r w:rsidR="00256283">
        <w:t>s</w:t>
      </w:r>
      <w:r>
        <w:t>’</w:t>
      </w:r>
      <w:r w:rsidR="00256283">
        <w:t>entend</w:t>
      </w:r>
      <w:r>
        <w:t> !</w:t>
      </w:r>
    </w:p>
    <w:p w14:paraId="185C2446" w14:textId="77777777" w:rsidR="00435B4F" w:rsidRDefault="00435B4F" w:rsidP="00256283">
      <w:r>
        <w:t>— </w:t>
      </w:r>
      <w:r w:rsidR="00256283">
        <w:t xml:space="preserve">Vous voulez dire que je ne devrais pas travailler pour </w:t>
      </w:r>
      <w:proofErr w:type="spellStart"/>
      <w:r w:rsidR="00256283">
        <w:t>Wynant</w:t>
      </w:r>
      <w:proofErr w:type="spellEnd"/>
      <w:r>
        <w:t xml:space="preserve"> ? </w:t>
      </w:r>
      <w:r w:rsidR="00256283">
        <w:t>Est-il coupable</w:t>
      </w:r>
      <w:r>
        <w:t> ?</w:t>
      </w:r>
    </w:p>
    <w:p w14:paraId="21E84B0D" w14:textId="77777777" w:rsidR="00435B4F" w:rsidRDefault="00435B4F" w:rsidP="00256283">
      <w:r>
        <w:t>— </w:t>
      </w:r>
      <w:r w:rsidR="00256283">
        <w:t>Je n</w:t>
      </w:r>
      <w:r>
        <w:t>’</w:t>
      </w:r>
      <w:r w:rsidR="00256283">
        <w:t>en sais rien</w:t>
      </w:r>
      <w:r>
        <w:t xml:space="preserve">, </w:t>
      </w:r>
      <w:r w:rsidR="00256283">
        <w:t>Mr</w:t>
      </w:r>
      <w:r>
        <w:t xml:space="preserve">. </w:t>
      </w:r>
      <w:r w:rsidR="00256283">
        <w:t>Charles</w:t>
      </w:r>
      <w:r>
        <w:t xml:space="preserve">, </w:t>
      </w:r>
      <w:r w:rsidR="00256283">
        <w:t>mais il ne paraît pas disposé à nous aider</w:t>
      </w:r>
      <w:r>
        <w:t>.</w:t>
      </w:r>
    </w:p>
    <w:p w14:paraId="6793FF59" w14:textId="77777777" w:rsidR="00435B4F" w:rsidRDefault="00435B4F" w:rsidP="00256283">
      <w:r>
        <w:t>— </w:t>
      </w:r>
      <w:r w:rsidR="00256283">
        <w:t>Téléphone</w:t>
      </w:r>
      <w:r>
        <w:t xml:space="preserve">, </w:t>
      </w:r>
      <w:r w:rsidR="00256283">
        <w:t>Nick</w:t>
      </w:r>
      <w:r>
        <w:t xml:space="preserve"> ! </w:t>
      </w:r>
      <w:r w:rsidR="00256283">
        <w:t>appela Nora</w:t>
      </w:r>
      <w:r>
        <w:t>.</w:t>
      </w:r>
    </w:p>
    <w:p w14:paraId="33B7DA11" w14:textId="77777777" w:rsidR="00435B4F" w:rsidRDefault="00256283" w:rsidP="00256283">
      <w:r>
        <w:t>Herbert Macaulay était à l</w:t>
      </w:r>
      <w:r w:rsidR="00435B4F">
        <w:t>’</w:t>
      </w:r>
      <w:r>
        <w:t>autre bout du fil</w:t>
      </w:r>
      <w:r w:rsidR="00435B4F">
        <w:t>.</w:t>
      </w:r>
    </w:p>
    <w:p w14:paraId="2F3584C2" w14:textId="77777777" w:rsidR="00435B4F" w:rsidRDefault="00435B4F" w:rsidP="00256283">
      <w:r>
        <w:t>— </w:t>
      </w:r>
      <w:r w:rsidR="00256283">
        <w:t>Allo</w:t>
      </w:r>
      <w:r>
        <w:t xml:space="preserve">, </w:t>
      </w:r>
      <w:r w:rsidR="00256283">
        <w:t>Charles</w:t>
      </w:r>
      <w:r>
        <w:t xml:space="preserve">. </w:t>
      </w:r>
      <w:r w:rsidR="00256283">
        <w:t>Comment allez-vous</w:t>
      </w:r>
      <w:r>
        <w:t> ?</w:t>
      </w:r>
    </w:p>
    <w:p w14:paraId="3332E45D" w14:textId="77777777" w:rsidR="00435B4F" w:rsidRDefault="00435B4F" w:rsidP="00256283">
      <w:r>
        <w:t>— </w:t>
      </w:r>
      <w:r w:rsidR="00256283">
        <w:t>Mieux</w:t>
      </w:r>
      <w:r>
        <w:t xml:space="preserve">, </w:t>
      </w:r>
      <w:r w:rsidR="00256283">
        <w:t>merci</w:t>
      </w:r>
      <w:r>
        <w:t>.</w:t>
      </w:r>
    </w:p>
    <w:p w14:paraId="426F8E1D" w14:textId="77777777" w:rsidR="00435B4F" w:rsidRDefault="00435B4F" w:rsidP="00256283">
      <w:r>
        <w:t>— </w:t>
      </w:r>
      <w:r w:rsidR="00256283">
        <w:t xml:space="preserve">Avez-vous reçu des nouvelles de </w:t>
      </w:r>
      <w:proofErr w:type="spellStart"/>
      <w:r w:rsidR="00256283">
        <w:t>Wynant</w:t>
      </w:r>
      <w:proofErr w:type="spellEnd"/>
      <w:r>
        <w:t> ?</w:t>
      </w:r>
    </w:p>
    <w:p w14:paraId="4CABCF91" w14:textId="77777777" w:rsidR="00435B4F" w:rsidRDefault="00435B4F" w:rsidP="00256283">
      <w:r>
        <w:t>— </w:t>
      </w:r>
      <w:r w:rsidR="00256283">
        <w:t>Oui</w:t>
      </w:r>
      <w:r>
        <w:t>.</w:t>
      </w:r>
    </w:p>
    <w:p w14:paraId="7646D021" w14:textId="77777777" w:rsidR="00435B4F" w:rsidRDefault="00435B4F" w:rsidP="00256283">
      <w:r>
        <w:t>— </w:t>
      </w:r>
      <w:r w:rsidR="00256283">
        <w:t>J</w:t>
      </w:r>
      <w:r>
        <w:t>’</w:t>
      </w:r>
      <w:r w:rsidR="00256283">
        <w:t>ai une lettre de lui</w:t>
      </w:r>
      <w:r>
        <w:t xml:space="preserve">. </w:t>
      </w:r>
      <w:r w:rsidR="00256283">
        <w:t>Il dit qu</w:t>
      </w:r>
      <w:r>
        <w:t>’</w:t>
      </w:r>
      <w:r w:rsidR="00256283">
        <w:t>il vous a télégraphié</w:t>
      </w:r>
      <w:r>
        <w:t xml:space="preserve">. </w:t>
      </w:r>
      <w:r w:rsidR="00256283">
        <w:t>Êtes-vous assez bien pour</w:t>
      </w:r>
      <w:r>
        <w:t>…</w:t>
      </w:r>
    </w:p>
    <w:p w14:paraId="15AB75C1" w14:textId="77777777" w:rsidR="00435B4F" w:rsidRDefault="00435B4F" w:rsidP="00256283">
      <w:r>
        <w:t>— </w:t>
      </w:r>
      <w:r w:rsidR="00256283">
        <w:t>Oui</w:t>
      </w:r>
      <w:r>
        <w:t xml:space="preserve">, </w:t>
      </w:r>
      <w:r w:rsidR="00256283">
        <w:t>je suis levé</w:t>
      </w:r>
      <w:r>
        <w:t xml:space="preserve"> ; </w:t>
      </w:r>
      <w:r w:rsidR="00256283">
        <w:t>si vous êtes à votre bureau cet après-midi je passerai</w:t>
      </w:r>
      <w:r>
        <w:t>.</w:t>
      </w:r>
    </w:p>
    <w:p w14:paraId="6DD13903" w14:textId="77777777" w:rsidR="00435B4F" w:rsidRDefault="00435B4F" w:rsidP="00256283">
      <w:r>
        <w:t>— </w:t>
      </w:r>
      <w:r w:rsidR="00256283">
        <w:t>Entendu</w:t>
      </w:r>
      <w:r>
        <w:t xml:space="preserve">, </w:t>
      </w:r>
      <w:r w:rsidR="00256283">
        <w:t>je serai ici jusqu</w:t>
      </w:r>
      <w:r>
        <w:t>’</w:t>
      </w:r>
      <w:r w:rsidR="00256283">
        <w:t>à six heures</w:t>
      </w:r>
      <w:r>
        <w:t>.</w:t>
      </w:r>
    </w:p>
    <w:p w14:paraId="0E85285F" w14:textId="77777777" w:rsidR="00435B4F" w:rsidRDefault="00256283" w:rsidP="00256283">
      <w:r>
        <w:t>Je retournai au salon</w:t>
      </w:r>
      <w:r w:rsidR="00435B4F">
        <w:t xml:space="preserve">. </w:t>
      </w:r>
      <w:r>
        <w:t xml:space="preserve">Nora invitait </w:t>
      </w:r>
      <w:proofErr w:type="spellStart"/>
      <w:r>
        <w:t>Guild</w:t>
      </w:r>
      <w:proofErr w:type="spellEnd"/>
      <w:r>
        <w:t xml:space="preserve"> à luncher tandis que nous prendrions notre petit déjeuner</w:t>
      </w:r>
      <w:r w:rsidR="00435B4F">
        <w:t xml:space="preserve">. </w:t>
      </w:r>
      <w:r>
        <w:t>Il accepta</w:t>
      </w:r>
      <w:r w:rsidR="00435B4F">
        <w:t xml:space="preserve">. </w:t>
      </w:r>
      <w:r>
        <w:t>Je réclamai un whisky</w:t>
      </w:r>
      <w:r w:rsidR="00435B4F">
        <w:t xml:space="preserve">. </w:t>
      </w:r>
      <w:r>
        <w:t>Nora alla téléphoner pour le déjeuner et me versa à boire</w:t>
      </w:r>
      <w:r w:rsidR="00435B4F">
        <w:t>.</w:t>
      </w:r>
    </w:p>
    <w:p w14:paraId="256A76CA" w14:textId="77777777" w:rsidR="00435B4F" w:rsidRDefault="00435B4F" w:rsidP="00256283">
      <w:r>
        <w:lastRenderedPageBreak/>
        <w:t>— </w:t>
      </w:r>
      <w:r w:rsidR="00256283">
        <w:t>Vous avez là une femme de premier ordre</w:t>
      </w:r>
      <w:r>
        <w:t xml:space="preserve">, </w:t>
      </w:r>
      <w:r w:rsidR="00256283">
        <w:t>Mr</w:t>
      </w:r>
      <w:r>
        <w:t xml:space="preserve">. </w:t>
      </w:r>
      <w:r w:rsidR="00256283">
        <w:t>Charles</w:t>
      </w:r>
      <w:r>
        <w:t xml:space="preserve">, </w:t>
      </w:r>
      <w:r w:rsidR="00256283">
        <w:t>dit le policier</w:t>
      </w:r>
      <w:r>
        <w:t>.</w:t>
      </w:r>
    </w:p>
    <w:p w14:paraId="005BF8A8" w14:textId="77777777" w:rsidR="00435B4F" w:rsidRDefault="00256283" w:rsidP="00256283">
      <w:r>
        <w:t>J</w:t>
      </w:r>
      <w:r w:rsidR="00435B4F">
        <w:t>’</w:t>
      </w:r>
      <w:r>
        <w:t>approuvai de la tête</w:t>
      </w:r>
      <w:r w:rsidR="00435B4F">
        <w:t>.</w:t>
      </w:r>
    </w:p>
    <w:p w14:paraId="635EED44" w14:textId="77777777" w:rsidR="00435B4F" w:rsidRDefault="00435B4F" w:rsidP="00256283">
      <w:r>
        <w:t>— </w:t>
      </w:r>
      <w:r w:rsidR="00256283">
        <w:t>Si les circonstances vous poussent dans cette affaire</w:t>
      </w:r>
      <w:r>
        <w:t xml:space="preserve">, </w:t>
      </w:r>
      <w:r w:rsidR="00256283">
        <w:t>comme vous dites</w:t>
      </w:r>
      <w:r>
        <w:t xml:space="preserve">, </w:t>
      </w:r>
      <w:r w:rsidR="00256283">
        <w:t xml:space="preserve">reprit </w:t>
      </w:r>
      <w:proofErr w:type="spellStart"/>
      <w:r w:rsidR="00256283">
        <w:t>Guild</w:t>
      </w:r>
      <w:proofErr w:type="spellEnd"/>
      <w:r>
        <w:t xml:space="preserve">, </w:t>
      </w:r>
      <w:r w:rsidR="00256283">
        <w:t>j</w:t>
      </w:r>
      <w:r>
        <w:t>’</w:t>
      </w:r>
      <w:r w:rsidR="00256283">
        <w:t>aimerais vous voir travailler d</w:t>
      </w:r>
      <w:r>
        <w:t>’</w:t>
      </w:r>
      <w:r w:rsidR="00256283">
        <w:t>accord avec nous</w:t>
      </w:r>
      <w:r>
        <w:t>.</w:t>
      </w:r>
    </w:p>
    <w:p w14:paraId="4BC1384C" w14:textId="77777777" w:rsidR="00435B4F" w:rsidRDefault="00435B4F" w:rsidP="00256283">
      <w:r>
        <w:t>— </w:t>
      </w:r>
      <w:r w:rsidR="00256283">
        <w:t>Moi aussi</w:t>
      </w:r>
      <w:r>
        <w:t>.</w:t>
      </w:r>
    </w:p>
    <w:p w14:paraId="4E99A7BB" w14:textId="77777777" w:rsidR="00435B4F" w:rsidRDefault="00435B4F" w:rsidP="00256283">
      <w:r>
        <w:t>— </w:t>
      </w:r>
      <w:r w:rsidR="00256283">
        <w:t>C</w:t>
      </w:r>
      <w:r>
        <w:t>’</w:t>
      </w:r>
      <w:r w:rsidR="00256283">
        <w:t>est entendu</w:t>
      </w:r>
      <w:r>
        <w:t xml:space="preserve">. </w:t>
      </w:r>
      <w:r w:rsidR="00256283">
        <w:t>Vous ne vous souvenez pas de moi</w:t>
      </w:r>
      <w:r>
        <w:t xml:space="preserve">, </w:t>
      </w:r>
      <w:r w:rsidR="00256283">
        <w:t>Mr</w:t>
      </w:r>
      <w:r>
        <w:t xml:space="preserve">. </w:t>
      </w:r>
      <w:r w:rsidR="00256283">
        <w:t>Charles</w:t>
      </w:r>
      <w:r>
        <w:t xml:space="preserve"> ; </w:t>
      </w:r>
      <w:r w:rsidR="00256283">
        <w:t>quand vous étiez à New-York</w:t>
      </w:r>
      <w:r>
        <w:t xml:space="preserve">, </w:t>
      </w:r>
      <w:r w:rsidR="00256283">
        <w:t>j</w:t>
      </w:r>
      <w:r>
        <w:t>’</w:t>
      </w:r>
      <w:r w:rsidR="00256283">
        <w:t>étais simple policeman</w:t>
      </w:r>
      <w:r>
        <w:t xml:space="preserve">, </w:t>
      </w:r>
      <w:r w:rsidR="00256283">
        <w:t>dans la Quarante-troisième rue</w:t>
      </w:r>
      <w:r>
        <w:t>.</w:t>
      </w:r>
    </w:p>
    <w:p w14:paraId="77C48EE4" w14:textId="77777777" w:rsidR="00435B4F" w:rsidRDefault="00435B4F" w:rsidP="00256283">
      <w:r>
        <w:t>— </w:t>
      </w:r>
      <w:r w:rsidR="00256283">
        <w:t>Je me disais bien que je vous avais vu quelque part</w:t>
      </w:r>
      <w:r>
        <w:t xml:space="preserve"> ! </w:t>
      </w:r>
      <w:r w:rsidR="00256283">
        <w:t>répondis-je poliment</w:t>
      </w:r>
      <w:r>
        <w:t xml:space="preserve">. </w:t>
      </w:r>
      <w:r w:rsidR="00256283">
        <w:t>Vous portiez l</w:t>
      </w:r>
      <w:r>
        <w:t>’</w:t>
      </w:r>
      <w:r w:rsidR="00256283">
        <w:t>uniforme</w:t>
      </w:r>
      <w:r>
        <w:t xml:space="preserve">, </w:t>
      </w:r>
      <w:r w:rsidR="00256283">
        <w:t>c</w:t>
      </w:r>
      <w:r>
        <w:t>’</w:t>
      </w:r>
      <w:r w:rsidR="00256283">
        <w:t>est pour cela que je ne vous ai pas reconnu tout de suite</w:t>
      </w:r>
      <w:r>
        <w:t>.</w:t>
      </w:r>
    </w:p>
    <w:p w14:paraId="4AAAB87D" w14:textId="77777777" w:rsidR="00435B4F" w:rsidRDefault="00435B4F" w:rsidP="00256283">
      <w:r>
        <w:t>— </w:t>
      </w:r>
      <w:r w:rsidR="00256283">
        <w:t>Sans doute</w:t>
      </w:r>
      <w:r>
        <w:t xml:space="preserve">. </w:t>
      </w:r>
      <w:r w:rsidR="00256283">
        <w:t>J</w:t>
      </w:r>
      <w:r>
        <w:t>’</w:t>
      </w:r>
      <w:r w:rsidR="00256283">
        <w:t>espère</w:t>
      </w:r>
      <w:r>
        <w:t xml:space="preserve">, </w:t>
      </w:r>
      <w:r w:rsidR="00256283">
        <w:t>en tout cas</w:t>
      </w:r>
      <w:r>
        <w:t xml:space="preserve">, </w:t>
      </w:r>
      <w:r w:rsidR="00256283">
        <w:t>que vous ne me cacherez rien de ce que vous savez sur cette affaire</w:t>
      </w:r>
      <w:r>
        <w:t>.</w:t>
      </w:r>
    </w:p>
    <w:p w14:paraId="12747066" w14:textId="77777777" w:rsidR="00435B4F" w:rsidRDefault="00435B4F" w:rsidP="00256283">
      <w:r>
        <w:t>— </w:t>
      </w:r>
      <w:r w:rsidR="00256283">
        <w:t>Je n</w:t>
      </w:r>
      <w:r>
        <w:t>’</w:t>
      </w:r>
      <w:r w:rsidR="00256283">
        <w:t>en ai pas l</w:t>
      </w:r>
      <w:r>
        <w:t>’</w:t>
      </w:r>
      <w:r w:rsidR="00256283">
        <w:t>intention</w:t>
      </w:r>
      <w:r>
        <w:t xml:space="preserve"> ; </w:t>
      </w:r>
      <w:r w:rsidR="00256283">
        <w:t xml:space="preserve">je ne sais pas </w:t>
      </w:r>
      <w:proofErr w:type="spellStart"/>
      <w:r w:rsidR="00256283">
        <w:t>grand</w:t>
      </w:r>
      <w:r>
        <w:t>’</w:t>
      </w:r>
      <w:r w:rsidR="00256283">
        <w:t>chose</w:t>
      </w:r>
      <w:proofErr w:type="spellEnd"/>
      <w:r w:rsidR="00256283">
        <w:t xml:space="preserve"> et j</w:t>
      </w:r>
      <w:r>
        <w:t>’</w:t>
      </w:r>
      <w:r w:rsidR="00256283">
        <w:t>ignore jusqu</w:t>
      </w:r>
      <w:r>
        <w:t>’</w:t>
      </w:r>
      <w:r w:rsidR="00256283">
        <w:t>où vous avez poussé votre enquête</w:t>
      </w:r>
      <w:r>
        <w:t xml:space="preserve">. </w:t>
      </w:r>
      <w:r w:rsidR="00256283">
        <w:t>Je n</w:t>
      </w:r>
      <w:r>
        <w:t>’</w:t>
      </w:r>
      <w:r w:rsidR="00256283">
        <w:t>ai pas vu Macaulay depuis le jour du meurtre et je n</w:t>
      </w:r>
      <w:r>
        <w:t>’</w:t>
      </w:r>
      <w:r w:rsidR="00256283">
        <w:t>ai pas lu les journaux</w:t>
      </w:r>
      <w:r>
        <w:t>.</w:t>
      </w:r>
    </w:p>
    <w:p w14:paraId="1808BC7E" w14:textId="77777777" w:rsidR="00435B4F" w:rsidRDefault="00256283" w:rsidP="00256283">
      <w:r>
        <w:t>Le téléphone sonna de nouveau et Nora alla répondre</w:t>
      </w:r>
      <w:r w:rsidR="00435B4F">
        <w:t>.</w:t>
      </w:r>
    </w:p>
    <w:p w14:paraId="2233F389" w14:textId="77777777" w:rsidR="00435B4F" w:rsidRDefault="00435B4F" w:rsidP="00256283">
      <w:r>
        <w:t>— </w:t>
      </w:r>
      <w:r w:rsidR="00256283">
        <w:t>Ce que nous savons n</w:t>
      </w:r>
      <w:r>
        <w:t>’</w:t>
      </w:r>
      <w:r w:rsidR="00256283">
        <w:t>a rien de mystérieux</w:t>
      </w:r>
      <w:r>
        <w:t xml:space="preserve">, </w:t>
      </w:r>
      <w:r w:rsidR="00256283">
        <w:t>reprit le policier</w:t>
      </w:r>
      <w:r>
        <w:t xml:space="preserve">, </w:t>
      </w:r>
      <w:r w:rsidR="00256283">
        <w:t>et</w:t>
      </w:r>
      <w:r>
        <w:t xml:space="preserve">, </w:t>
      </w:r>
      <w:r w:rsidR="00256283">
        <w:t>si vous avez la patience de m</w:t>
      </w:r>
      <w:r>
        <w:t>’</w:t>
      </w:r>
      <w:r w:rsidR="00256283">
        <w:t>écouter</w:t>
      </w:r>
      <w:r>
        <w:t xml:space="preserve">, </w:t>
      </w:r>
      <w:r w:rsidR="00256283">
        <w:t>je vous dirai tout</w:t>
      </w:r>
      <w:r>
        <w:t xml:space="preserve">. </w:t>
      </w:r>
      <w:r w:rsidR="00256283">
        <w:t>Mais</w:t>
      </w:r>
      <w:r>
        <w:t xml:space="preserve">, </w:t>
      </w:r>
      <w:r w:rsidR="00256283">
        <w:t>auparavant</w:t>
      </w:r>
      <w:r>
        <w:t xml:space="preserve">, </w:t>
      </w:r>
      <w:r w:rsidR="00256283">
        <w:t>je voudrais vous poser une question</w:t>
      </w:r>
      <w:r>
        <w:t xml:space="preserve">. </w:t>
      </w:r>
      <w:r w:rsidR="00256283">
        <w:t xml:space="preserve">Quand vous avez vu </w:t>
      </w:r>
      <w:r>
        <w:t>M</w:t>
      </w:r>
      <w:r w:rsidRPr="00435B4F">
        <w:rPr>
          <w:vertAlign w:val="superscript"/>
        </w:rPr>
        <w:t>rs</w:t>
      </w:r>
      <w:r>
        <w:t> </w:t>
      </w:r>
      <w:r w:rsidR="00256283">
        <w:t>Jorgensen</w:t>
      </w:r>
      <w:r>
        <w:t xml:space="preserve">, </w:t>
      </w:r>
      <w:r w:rsidR="00256283">
        <w:t>hier soir</w:t>
      </w:r>
      <w:r>
        <w:t xml:space="preserve">, </w:t>
      </w:r>
      <w:r w:rsidR="00256283">
        <w:t>lui avez-vous parlé du télégramme de son mari</w:t>
      </w:r>
      <w:r>
        <w:t> ?</w:t>
      </w:r>
    </w:p>
    <w:p w14:paraId="3E12865E" w14:textId="77777777" w:rsidR="00435B4F" w:rsidRDefault="00435B4F" w:rsidP="00256283">
      <w:r>
        <w:t>— </w:t>
      </w:r>
      <w:r w:rsidR="00256283">
        <w:t>Oui</w:t>
      </w:r>
      <w:r>
        <w:t xml:space="preserve">, </w:t>
      </w:r>
      <w:r w:rsidR="00256283">
        <w:t>et j</w:t>
      </w:r>
      <w:r>
        <w:t>’</w:t>
      </w:r>
      <w:r w:rsidR="00256283">
        <w:t>ai ajouté que je l</w:t>
      </w:r>
      <w:r>
        <w:t>’</w:t>
      </w:r>
      <w:r w:rsidR="00256283">
        <w:t>avais envoyé au Bureau Central de Police</w:t>
      </w:r>
      <w:r>
        <w:t>.</w:t>
      </w:r>
    </w:p>
    <w:p w14:paraId="67B99572" w14:textId="77777777" w:rsidR="00435B4F" w:rsidRDefault="00435B4F" w:rsidP="00256283">
      <w:r>
        <w:lastRenderedPageBreak/>
        <w:t>— </w:t>
      </w:r>
      <w:r w:rsidR="00256283">
        <w:t>Qu</w:t>
      </w:r>
      <w:r>
        <w:t>’</w:t>
      </w:r>
      <w:r w:rsidR="00256283">
        <w:t>a-t-elle dit</w:t>
      </w:r>
      <w:r>
        <w:t> ?</w:t>
      </w:r>
    </w:p>
    <w:p w14:paraId="55A71353" w14:textId="77777777" w:rsidR="00435B4F" w:rsidRDefault="00435B4F" w:rsidP="00256283">
      <w:r>
        <w:t>— </w:t>
      </w:r>
      <w:r w:rsidR="00256283">
        <w:t>Rien</w:t>
      </w:r>
      <w:r>
        <w:t xml:space="preserve">. </w:t>
      </w:r>
      <w:r w:rsidR="00256283">
        <w:t>Elle m</w:t>
      </w:r>
      <w:r>
        <w:t>’</w:t>
      </w:r>
      <w:r w:rsidR="00256283">
        <w:t>a posé des questions</w:t>
      </w:r>
      <w:r>
        <w:t xml:space="preserve">. </w:t>
      </w:r>
      <w:r w:rsidR="00256283">
        <w:t xml:space="preserve">Elle voudrait retrouver </w:t>
      </w:r>
      <w:proofErr w:type="spellStart"/>
      <w:r w:rsidR="00256283">
        <w:t>Wynant</w:t>
      </w:r>
      <w:proofErr w:type="spellEnd"/>
      <w:r>
        <w:t>.</w:t>
      </w:r>
    </w:p>
    <w:p w14:paraId="059D39FD" w14:textId="77777777" w:rsidR="00435B4F" w:rsidRDefault="00256283" w:rsidP="00256283">
      <w:proofErr w:type="spellStart"/>
      <w:r>
        <w:t>Guild</w:t>
      </w:r>
      <w:proofErr w:type="spellEnd"/>
      <w:r>
        <w:t xml:space="preserve"> ferma un œil et pencha sa tête sur l</w:t>
      </w:r>
      <w:r w:rsidR="00435B4F">
        <w:t>’</w:t>
      </w:r>
      <w:r>
        <w:t>épaule</w:t>
      </w:r>
      <w:r w:rsidR="00435B4F">
        <w:t>.</w:t>
      </w:r>
    </w:p>
    <w:p w14:paraId="7BC6426C" w14:textId="77777777" w:rsidR="00435B4F" w:rsidRDefault="00435B4F" w:rsidP="00256283">
      <w:r>
        <w:t>— </w:t>
      </w:r>
      <w:r w:rsidR="00256283">
        <w:t>Est-ce que vous pensez que ces deux-là sont d</w:t>
      </w:r>
      <w:r>
        <w:t>’</w:t>
      </w:r>
      <w:r w:rsidR="00256283">
        <w:t>accord</w:t>
      </w:r>
      <w:r>
        <w:t xml:space="preserve"> ? </w:t>
      </w:r>
      <w:r w:rsidR="00256283">
        <w:t>dit-il</w:t>
      </w:r>
      <w:r>
        <w:t>.</w:t>
      </w:r>
    </w:p>
    <w:p w14:paraId="7FEF2D2E" w14:textId="77777777" w:rsidR="00435B4F" w:rsidRDefault="00256283" w:rsidP="00256283">
      <w:r>
        <w:t>Il leva la main</w:t>
      </w:r>
      <w:r w:rsidR="00435B4F">
        <w:t>.</w:t>
      </w:r>
    </w:p>
    <w:p w14:paraId="15A538F9" w14:textId="77777777" w:rsidR="00435B4F" w:rsidRDefault="00435B4F" w:rsidP="00256283">
      <w:r>
        <w:t>— </w:t>
      </w:r>
      <w:r w:rsidR="00256283">
        <w:t>Comprenez-moi bien</w:t>
      </w:r>
      <w:r>
        <w:t xml:space="preserve">, </w:t>
      </w:r>
      <w:r w:rsidR="00256283">
        <w:t>ajouta-t-il</w:t>
      </w:r>
      <w:r>
        <w:t xml:space="preserve">, </w:t>
      </w:r>
      <w:r w:rsidR="00256283">
        <w:t>j</w:t>
      </w:r>
      <w:r>
        <w:t>’</w:t>
      </w:r>
      <w:r w:rsidR="00256283">
        <w:t>ignore pourquoi ils le seraient</w:t>
      </w:r>
      <w:r>
        <w:t xml:space="preserve"> ; </w:t>
      </w:r>
      <w:r w:rsidR="00256283">
        <w:t>je vous pose simplement la question</w:t>
      </w:r>
      <w:r>
        <w:t>.</w:t>
      </w:r>
    </w:p>
    <w:p w14:paraId="7E875449" w14:textId="77777777" w:rsidR="00435B4F" w:rsidRDefault="00435B4F" w:rsidP="00256283">
      <w:r>
        <w:t>— </w:t>
      </w:r>
      <w:r w:rsidR="00256283">
        <w:t>Tout est possible</w:t>
      </w:r>
      <w:r>
        <w:t xml:space="preserve">, </w:t>
      </w:r>
      <w:r w:rsidR="00256283">
        <w:t>dis-je</w:t>
      </w:r>
      <w:r>
        <w:t xml:space="preserve">, </w:t>
      </w:r>
      <w:r w:rsidR="00256283">
        <w:t>mais j</w:t>
      </w:r>
      <w:r>
        <w:t>’</w:t>
      </w:r>
      <w:r w:rsidR="00256283">
        <w:t>ai l</w:t>
      </w:r>
      <w:r>
        <w:t>’</w:t>
      </w:r>
      <w:r w:rsidR="00256283">
        <w:t>impression qu</w:t>
      </w:r>
      <w:r>
        <w:t>’</w:t>
      </w:r>
      <w:r w:rsidR="00256283">
        <w:t>ils ne sont pas d</w:t>
      </w:r>
      <w:r>
        <w:t>’</w:t>
      </w:r>
      <w:r w:rsidR="00256283">
        <w:t>accord</w:t>
      </w:r>
      <w:r>
        <w:t>.</w:t>
      </w:r>
    </w:p>
    <w:p w14:paraId="28B97EB0" w14:textId="77777777" w:rsidR="00435B4F" w:rsidRDefault="00435B4F" w:rsidP="00256283">
      <w:r>
        <w:t>— </w:t>
      </w:r>
      <w:r w:rsidR="00256283">
        <w:t>Je suis de cet avis</w:t>
      </w:r>
      <w:r>
        <w:t xml:space="preserve">, </w:t>
      </w:r>
      <w:r w:rsidR="00256283">
        <w:t xml:space="preserve">reprit </w:t>
      </w:r>
      <w:proofErr w:type="spellStart"/>
      <w:r w:rsidR="00256283">
        <w:t>Guild</w:t>
      </w:r>
      <w:proofErr w:type="spellEnd"/>
      <w:r>
        <w:t xml:space="preserve">, </w:t>
      </w:r>
      <w:r w:rsidR="00256283">
        <w:t>mais il y a pourtant deux ou trois points délicats</w:t>
      </w:r>
      <w:r>
        <w:t xml:space="preserve">… </w:t>
      </w:r>
      <w:r w:rsidR="00256283">
        <w:t>comme dans toute affaire de ce genre</w:t>
      </w:r>
      <w:r>
        <w:t>, M</w:t>
      </w:r>
      <w:r w:rsidRPr="00435B4F">
        <w:rPr>
          <w:vertAlign w:val="superscript"/>
        </w:rPr>
        <w:t>r</w:t>
      </w:r>
      <w:r>
        <w:t> </w:t>
      </w:r>
      <w:r w:rsidR="00256283">
        <w:t>Charles</w:t>
      </w:r>
      <w:r>
        <w:t>.</w:t>
      </w:r>
    </w:p>
    <w:p w14:paraId="6F3DFDAD" w14:textId="77777777" w:rsidR="00435B4F" w:rsidRDefault="00256283" w:rsidP="00256283">
      <w:r>
        <w:t>Il soupira</w:t>
      </w:r>
      <w:r w:rsidR="00435B4F">
        <w:t>.</w:t>
      </w:r>
    </w:p>
    <w:p w14:paraId="3839CA96" w14:textId="77777777" w:rsidR="00435B4F" w:rsidRDefault="00435B4F" w:rsidP="00256283">
      <w:r>
        <w:t>— </w:t>
      </w:r>
      <w:r w:rsidR="00256283">
        <w:t>En bref</w:t>
      </w:r>
      <w:r>
        <w:t xml:space="preserve">, </w:t>
      </w:r>
      <w:r w:rsidR="00256283">
        <w:t>voici ce que nous savons</w:t>
      </w:r>
      <w:r>
        <w:t xml:space="preserve">. </w:t>
      </w:r>
      <w:r w:rsidR="00256283">
        <w:t>Si vous pouvez ajouter quelques petits renseignements</w:t>
      </w:r>
      <w:r>
        <w:t xml:space="preserve">, </w:t>
      </w:r>
      <w:r w:rsidR="00256283">
        <w:t>ne craignez pas de m</w:t>
      </w:r>
      <w:r>
        <w:t>’</w:t>
      </w:r>
      <w:r w:rsidR="00256283">
        <w:t>interrompre</w:t>
      </w:r>
      <w:r>
        <w:t xml:space="preserve">, </w:t>
      </w:r>
      <w:r w:rsidR="00256283">
        <w:t>je vous en serai très reconnaissant</w:t>
      </w:r>
      <w:r>
        <w:t>.</w:t>
      </w:r>
    </w:p>
    <w:p w14:paraId="1C1DB655" w14:textId="77777777" w:rsidR="00435B4F" w:rsidRDefault="00435B4F" w:rsidP="00256283">
      <w:r>
        <w:t>« </w:t>
      </w:r>
      <w:r w:rsidR="00256283">
        <w:t xml:space="preserve">Vers le </w:t>
      </w:r>
      <w:r>
        <w:t>3 octobre</w:t>
      </w:r>
      <w:r w:rsidR="00256283">
        <w:t xml:space="preserve"> dernier</w:t>
      </w:r>
      <w:r>
        <w:t xml:space="preserve">, </w:t>
      </w:r>
      <w:proofErr w:type="spellStart"/>
      <w:r w:rsidR="00256283">
        <w:t>Wynant</w:t>
      </w:r>
      <w:proofErr w:type="spellEnd"/>
      <w:r w:rsidR="00256283">
        <w:t xml:space="preserve"> a informé Macaulay qu</w:t>
      </w:r>
      <w:r>
        <w:t>’</w:t>
      </w:r>
      <w:r w:rsidR="00256283">
        <w:t>il devait quitter New-York</w:t>
      </w:r>
      <w:r>
        <w:t xml:space="preserve">. </w:t>
      </w:r>
      <w:r w:rsidR="00256283">
        <w:t>Il n</w:t>
      </w:r>
      <w:r>
        <w:t>’</w:t>
      </w:r>
      <w:r w:rsidR="00256283">
        <w:t>a pas dit à l</w:t>
      </w:r>
      <w:r>
        <w:t>’</w:t>
      </w:r>
      <w:r w:rsidR="00256283">
        <w:t>avocat où il allait mais celui-ci pense que l</w:t>
      </w:r>
      <w:r>
        <w:t>’</w:t>
      </w:r>
      <w:r w:rsidR="00256283">
        <w:t>inventeur est parti pour travailler à quelque nouvelle découverte</w:t>
      </w:r>
      <w:r>
        <w:t xml:space="preserve">, </w:t>
      </w:r>
      <w:r w:rsidR="00256283">
        <w:t>dans un coin tranquille</w:t>
      </w:r>
      <w:r>
        <w:t xml:space="preserve">. </w:t>
      </w:r>
      <w:r w:rsidR="00256283">
        <w:t xml:space="preserve">Julia Wolf a confirmé le fait et déclaré que </w:t>
      </w:r>
      <w:proofErr w:type="spellStart"/>
      <w:r w:rsidR="00256283">
        <w:t>Wynant</w:t>
      </w:r>
      <w:proofErr w:type="spellEnd"/>
      <w:r w:rsidR="00256283">
        <w:t xml:space="preserve"> s</w:t>
      </w:r>
      <w:r>
        <w:t>’</w:t>
      </w:r>
      <w:r w:rsidR="00256283">
        <w:t>était retiré quelque part dans les montagnes Adirondacks</w:t>
      </w:r>
      <w:r>
        <w:t xml:space="preserve">. </w:t>
      </w:r>
      <w:r w:rsidR="00256283">
        <w:t>Un peu plus tard</w:t>
      </w:r>
      <w:r>
        <w:t xml:space="preserve">, </w:t>
      </w:r>
      <w:r w:rsidR="00256283">
        <w:t>elle a prétendu qu</w:t>
      </w:r>
      <w:r>
        <w:t>’</w:t>
      </w:r>
      <w:r w:rsidR="00256283">
        <w:t>elle n</w:t>
      </w:r>
      <w:r>
        <w:t>’</w:t>
      </w:r>
      <w:r w:rsidR="00256283">
        <w:t>en était pas sûre du tout</w:t>
      </w:r>
      <w:r>
        <w:t>.</w:t>
      </w:r>
    </w:p>
    <w:p w14:paraId="3AE8AC8D" w14:textId="77777777" w:rsidR="00435B4F" w:rsidRDefault="00435B4F" w:rsidP="00256283">
      <w:r>
        <w:t>— </w:t>
      </w:r>
      <w:r w:rsidR="00256283">
        <w:t>Savait-elle de quelle invention il s</w:t>
      </w:r>
      <w:r>
        <w:t>’</w:t>
      </w:r>
      <w:r w:rsidR="00256283">
        <w:t>agissait</w:t>
      </w:r>
      <w:r>
        <w:t> ?</w:t>
      </w:r>
    </w:p>
    <w:p w14:paraId="0B30769E" w14:textId="77777777" w:rsidR="00435B4F" w:rsidRDefault="00256283" w:rsidP="00256283">
      <w:proofErr w:type="spellStart"/>
      <w:r>
        <w:lastRenderedPageBreak/>
        <w:t>Guild</w:t>
      </w:r>
      <w:proofErr w:type="spellEnd"/>
      <w:r>
        <w:t xml:space="preserve"> secoua négativement la tête</w:t>
      </w:r>
      <w:r w:rsidR="00435B4F">
        <w:t>.</w:t>
      </w:r>
    </w:p>
    <w:p w14:paraId="5D433342" w14:textId="77777777" w:rsidR="00435B4F" w:rsidRDefault="00435B4F" w:rsidP="00256283">
      <w:r>
        <w:t>— </w:t>
      </w:r>
      <w:r w:rsidR="00256283">
        <w:t>Non</w:t>
      </w:r>
      <w:r>
        <w:t xml:space="preserve">, </w:t>
      </w:r>
      <w:r w:rsidR="00256283">
        <w:t>dit-il</w:t>
      </w:r>
      <w:r>
        <w:t xml:space="preserve"> ; </w:t>
      </w:r>
      <w:r w:rsidR="00256283">
        <w:t>si l</w:t>
      </w:r>
      <w:r>
        <w:t>’</w:t>
      </w:r>
      <w:r w:rsidR="00256283">
        <w:t>on en croit Macaulay</w:t>
      </w:r>
      <w:r>
        <w:t xml:space="preserve">, </w:t>
      </w:r>
      <w:r w:rsidR="00256283">
        <w:t>il était question d</w:t>
      </w:r>
      <w:r>
        <w:t>’</w:t>
      </w:r>
      <w:r w:rsidR="00256283">
        <w:t xml:space="preserve">une découverte nécessitant des frais importants puisque </w:t>
      </w:r>
      <w:proofErr w:type="spellStart"/>
      <w:r w:rsidR="00256283">
        <w:t>Wynant</w:t>
      </w:r>
      <w:proofErr w:type="spellEnd"/>
      <w:r w:rsidR="00256283">
        <w:t xml:space="preserve"> avait demandé à son avocat de liquider pour lui des titres et de déposer les sommes correspondantes dans une banque</w:t>
      </w:r>
      <w:r>
        <w:t>.</w:t>
      </w:r>
    </w:p>
    <w:p w14:paraId="76125D17" w14:textId="77777777" w:rsidR="00435B4F" w:rsidRDefault="00435B4F" w:rsidP="00256283">
      <w:r>
        <w:t>— </w:t>
      </w:r>
      <w:r w:rsidR="00256283">
        <w:t>Macaulay a sans doute une procuration générale</w:t>
      </w:r>
      <w:r>
        <w:t> ?</w:t>
      </w:r>
    </w:p>
    <w:p w14:paraId="398A2DB2" w14:textId="77777777" w:rsidR="00435B4F" w:rsidRDefault="00435B4F" w:rsidP="00256283">
      <w:r>
        <w:t>— </w:t>
      </w:r>
      <w:r w:rsidR="00256283">
        <w:t>Oui</w:t>
      </w:r>
      <w:r>
        <w:t xml:space="preserve">, </w:t>
      </w:r>
      <w:r w:rsidR="00256283">
        <w:t xml:space="preserve">et quand </w:t>
      </w:r>
      <w:proofErr w:type="spellStart"/>
      <w:r w:rsidR="00256283">
        <w:t>Wynant</w:t>
      </w:r>
      <w:proofErr w:type="spellEnd"/>
      <w:r w:rsidR="00256283">
        <w:t xml:space="preserve"> voulait de l</w:t>
      </w:r>
      <w:r>
        <w:t>’</w:t>
      </w:r>
      <w:r w:rsidR="00256283">
        <w:t>argent il demandait que l</w:t>
      </w:r>
      <w:r>
        <w:t>’</w:t>
      </w:r>
      <w:r w:rsidR="00256283">
        <w:t>avocat l</w:t>
      </w:r>
      <w:r>
        <w:t>’</w:t>
      </w:r>
      <w:r w:rsidR="00256283">
        <w:t>envoyât en espèces</w:t>
      </w:r>
      <w:r>
        <w:t>.</w:t>
      </w:r>
    </w:p>
    <w:p w14:paraId="0507E6B3" w14:textId="77777777" w:rsidR="00435B4F" w:rsidRDefault="00435B4F" w:rsidP="00256283">
      <w:r>
        <w:t>— </w:t>
      </w:r>
      <w:r w:rsidR="00256283">
        <w:t>L</w:t>
      </w:r>
      <w:r>
        <w:t>’</w:t>
      </w:r>
      <w:r w:rsidR="00256283">
        <w:t>homme est un peu piqué</w:t>
      </w:r>
      <w:r>
        <w:t xml:space="preserve">, </w:t>
      </w:r>
      <w:r w:rsidR="00256283">
        <w:t>remarquai-je</w:t>
      </w:r>
      <w:r>
        <w:t>.</w:t>
      </w:r>
    </w:p>
    <w:p w14:paraId="1B2A1D1F" w14:textId="77777777" w:rsidR="00435B4F" w:rsidRDefault="00435B4F" w:rsidP="00256283">
      <w:r>
        <w:t>— </w:t>
      </w:r>
      <w:r w:rsidR="00256283">
        <w:t>Tout le monde le dit</w:t>
      </w:r>
      <w:r>
        <w:t xml:space="preserve">, </w:t>
      </w:r>
      <w:r w:rsidR="00256283">
        <w:t>mais il semble qu</w:t>
      </w:r>
      <w:r>
        <w:t>’</w:t>
      </w:r>
      <w:r w:rsidR="00256283">
        <w:t>il désirait couvrir ses traces</w:t>
      </w:r>
      <w:r>
        <w:t xml:space="preserve"> : </w:t>
      </w:r>
      <w:r w:rsidR="00256283">
        <w:t>donc</w:t>
      </w:r>
      <w:r>
        <w:t xml:space="preserve">, </w:t>
      </w:r>
      <w:r w:rsidR="00256283">
        <w:t>pas de chèques</w:t>
      </w:r>
      <w:r>
        <w:t xml:space="preserve">. </w:t>
      </w:r>
      <w:r w:rsidR="00256283">
        <w:t>C</w:t>
      </w:r>
      <w:r>
        <w:t>’</w:t>
      </w:r>
      <w:r w:rsidR="00256283">
        <w:t>est aussi pour cette raison qu</w:t>
      </w:r>
      <w:r>
        <w:t>’</w:t>
      </w:r>
      <w:r w:rsidR="00256283">
        <w:t>il n</w:t>
      </w:r>
      <w:r>
        <w:t>’</w:t>
      </w:r>
      <w:r w:rsidR="00256283">
        <w:t>a pas emmené sa secrétaire et qu</w:t>
      </w:r>
      <w:r>
        <w:t>’</w:t>
      </w:r>
      <w:r w:rsidR="00256283">
        <w:t>il ne lui a pas révélé son adresse</w:t>
      </w:r>
      <w:r>
        <w:t>.</w:t>
      </w:r>
    </w:p>
    <w:p w14:paraId="39ABFBAA" w14:textId="77777777" w:rsidR="00435B4F" w:rsidRDefault="00435B4F" w:rsidP="00256283">
      <w:r>
        <w:t>— </w:t>
      </w:r>
      <w:r w:rsidR="00256283">
        <w:t>Alors</w:t>
      </w:r>
      <w:r>
        <w:t xml:space="preserve">, </w:t>
      </w:r>
      <w:r w:rsidR="00256283">
        <w:t>il était dans la montagne</w:t>
      </w:r>
      <w:r>
        <w:t xml:space="preserve">, </w:t>
      </w:r>
      <w:r w:rsidR="00256283">
        <w:t>dans les Adirondacks</w:t>
      </w:r>
      <w:r>
        <w:t> ?</w:t>
      </w:r>
    </w:p>
    <w:p w14:paraId="15E27497" w14:textId="77777777" w:rsidR="00435B4F" w:rsidRDefault="00435B4F" w:rsidP="00256283">
      <w:r>
        <w:t>— </w:t>
      </w:r>
      <w:r w:rsidR="00256283">
        <w:t>Je dis ça</w:t>
      </w:r>
      <w:r>
        <w:t xml:space="preserve">, </w:t>
      </w:r>
      <w:r w:rsidR="00256283">
        <w:t>parce que</w:t>
      </w:r>
      <w:r>
        <w:t xml:space="preserve">, </w:t>
      </w:r>
      <w:r w:rsidR="00256283">
        <w:t>avec Philadelphie</w:t>
      </w:r>
      <w:r>
        <w:t xml:space="preserve">, </w:t>
      </w:r>
      <w:r w:rsidR="00256283">
        <w:t>ce sont les deux seules pistes que nous puissions suivre</w:t>
      </w:r>
      <w:r>
        <w:t xml:space="preserve">. </w:t>
      </w:r>
      <w:r w:rsidR="00256283">
        <w:t>L</w:t>
      </w:r>
      <w:r>
        <w:t>’</w:t>
      </w:r>
      <w:r w:rsidR="00256283">
        <w:t>homme est peut-être en Australie</w:t>
      </w:r>
      <w:r>
        <w:t> !</w:t>
      </w:r>
    </w:p>
    <w:p w14:paraId="2B9F7170" w14:textId="77777777" w:rsidR="00435B4F" w:rsidRDefault="00435B4F" w:rsidP="00256283">
      <w:r>
        <w:t>— </w:t>
      </w:r>
      <w:r w:rsidR="00256283">
        <w:t xml:space="preserve">Est-ce que </w:t>
      </w:r>
      <w:proofErr w:type="spellStart"/>
      <w:r w:rsidR="00256283">
        <w:t>Wynant</w:t>
      </w:r>
      <w:proofErr w:type="spellEnd"/>
      <w:r w:rsidR="00256283">
        <w:t xml:space="preserve"> a demandé de grosses sommes</w:t>
      </w:r>
      <w:r>
        <w:t> ?</w:t>
      </w:r>
    </w:p>
    <w:p w14:paraId="1ECFB273" w14:textId="77777777" w:rsidR="00435B4F" w:rsidRDefault="00435B4F" w:rsidP="00256283">
      <w:r>
        <w:t>— </w:t>
      </w:r>
      <w:r w:rsidR="00256283">
        <w:t>Je puis vous donner tous les détails</w:t>
      </w:r>
      <w:r>
        <w:t>.</w:t>
      </w:r>
    </w:p>
    <w:p w14:paraId="20FDBAAC" w14:textId="77777777" w:rsidR="00435B4F" w:rsidRDefault="00256283" w:rsidP="00256283">
      <w:r>
        <w:t>Il tira de sa poche un paquet de papiers salis et froissés</w:t>
      </w:r>
      <w:r w:rsidR="00435B4F">
        <w:t xml:space="preserve">, </w:t>
      </w:r>
      <w:r>
        <w:t>choisit une enveloppe un peu plus sale que le reste et remit la liasse dans sa poche</w:t>
      </w:r>
      <w:r w:rsidR="00435B4F">
        <w:t>.</w:t>
      </w:r>
    </w:p>
    <w:p w14:paraId="40EF2A9B" w14:textId="77777777" w:rsidR="00435B4F" w:rsidRDefault="00435B4F" w:rsidP="00256283">
      <w:r>
        <w:t>— </w:t>
      </w:r>
      <w:r w:rsidR="00256283">
        <w:t>Le jour qui a suivi son entretien avec Macaulay</w:t>
      </w:r>
      <w:r>
        <w:t xml:space="preserve">, </w:t>
      </w:r>
      <w:r w:rsidR="00256283">
        <w:t xml:space="preserve">reprit </w:t>
      </w:r>
      <w:proofErr w:type="spellStart"/>
      <w:r w:rsidR="00256283">
        <w:t>Guild</w:t>
      </w:r>
      <w:proofErr w:type="spellEnd"/>
      <w:r>
        <w:t xml:space="preserve">, </w:t>
      </w:r>
      <w:r w:rsidR="00256283">
        <w:t>il a touché lui-même</w:t>
      </w:r>
      <w:r>
        <w:t xml:space="preserve">, </w:t>
      </w:r>
      <w:r w:rsidR="00256283">
        <w:t>à la banque</w:t>
      </w:r>
      <w:r>
        <w:t xml:space="preserve">, </w:t>
      </w:r>
      <w:r w:rsidR="00256283">
        <w:t>cinq mille dollars en espèces</w:t>
      </w:r>
      <w:r>
        <w:t xml:space="preserve">. </w:t>
      </w:r>
      <w:r w:rsidR="00256283">
        <w:t>Le 2</w:t>
      </w:r>
      <w:r>
        <w:t xml:space="preserve">8 octobre, </w:t>
      </w:r>
      <w:r w:rsidR="00256283">
        <w:t>Macaulay touche encore cinq mille</w:t>
      </w:r>
      <w:r>
        <w:t xml:space="preserve">, </w:t>
      </w:r>
      <w:r w:rsidR="00256283">
        <w:lastRenderedPageBreak/>
        <w:t xml:space="preserve">et deux mille cinq cents le </w:t>
      </w:r>
      <w:r>
        <w:t xml:space="preserve">6 novembre, </w:t>
      </w:r>
      <w:r w:rsidR="00256283">
        <w:t>mille le 15</w:t>
      </w:r>
      <w:r>
        <w:t xml:space="preserve">, </w:t>
      </w:r>
      <w:r w:rsidR="00256283">
        <w:t>sept mille cinq cents le 30</w:t>
      </w:r>
      <w:r>
        <w:t xml:space="preserve">, </w:t>
      </w:r>
      <w:r w:rsidR="00256283">
        <w:t xml:space="preserve">mille cinq cents le </w:t>
      </w:r>
      <w:r>
        <w:t xml:space="preserve">6 décembre, </w:t>
      </w:r>
      <w:r w:rsidR="00256283">
        <w:t>mille le 18 et cinq mille le 22</w:t>
      </w:r>
      <w:r>
        <w:t xml:space="preserve">, </w:t>
      </w:r>
      <w:r w:rsidR="00256283">
        <w:t>la veille du jour où Julia Wolf a été tuée</w:t>
      </w:r>
      <w:r>
        <w:t>.</w:t>
      </w:r>
    </w:p>
    <w:p w14:paraId="32425925" w14:textId="77777777" w:rsidR="00435B4F" w:rsidRDefault="00435B4F" w:rsidP="00256283">
      <w:r>
        <w:t>— </w:t>
      </w:r>
      <w:r w:rsidR="00256283">
        <w:t>Une trentaine de mille</w:t>
      </w:r>
      <w:r>
        <w:t xml:space="preserve">, </w:t>
      </w:r>
      <w:r w:rsidR="00256283">
        <w:t>dis-je</w:t>
      </w:r>
      <w:r>
        <w:t xml:space="preserve">, </w:t>
      </w:r>
      <w:r w:rsidR="00256283">
        <w:t>ce n</w:t>
      </w:r>
      <w:r>
        <w:t>’</w:t>
      </w:r>
      <w:r w:rsidR="00256283">
        <w:t>est pas mal</w:t>
      </w:r>
      <w:r>
        <w:t> !</w:t>
      </w:r>
    </w:p>
    <w:p w14:paraId="3662BC4E" w14:textId="77777777" w:rsidR="00435B4F" w:rsidRDefault="00435B4F" w:rsidP="00256283">
      <w:r>
        <w:t>— </w:t>
      </w:r>
      <w:r w:rsidR="00256283">
        <w:t>Vingt-huit mille cinq cents exactement</w:t>
      </w:r>
      <w:r>
        <w:t xml:space="preserve">, </w:t>
      </w:r>
      <w:r w:rsidR="00256283">
        <w:t>répondit le policier en remettant l</w:t>
      </w:r>
      <w:r>
        <w:t>’</w:t>
      </w:r>
      <w:r w:rsidR="00256283">
        <w:t>enveloppe dans sa poche</w:t>
      </w:r>
      <w:r>
        <w:t xml:space="preserve">. </w:t>
      </w:r>
      <w:r w:rsidR="00256283">
        <w:t>Mais tout cet argent n</w:t>
      </w:r>
      <w:r>
        <w:t>’</w:t>
      </w:r>
      <w:r w:rsidR="00256283">
        <w:t>était pas disponible à la banque</w:t>
      </w:r>
      <w:r>
        <w:t xml:space="preserve">. </w:t>
      </w:r>
      <w:r w:rsidR="00256283">
        <w:t>Après le premier prélèvement</w:t>
      </w:r>
      <w:r>
        <w:t xml:space="preserve">, </w:t>
      </w:r>
      <w:r w:rsidR="00256283">
        <w:t>Macaulay a vendu des titres appartenant à son client pour alimenter le compte</w:t>
      </w:r>
      <w:r>
        <w:t xml:space="preserve">. </w:t>
      </w:r>
      <w:r w:rsidR="00256283">
        <w:t>J</w:t>
      </w:r>
      <w:r>
        <w:t>’</w:t>
      </w:r>
      <w:r w:rsidR="00256283">
        <w:t>ai la liste de ces titres</w:t>
      </w:r>
      <w:r>
        <w:t xml:space="preserve">, </w:t>
      </w:r>
      <w:r w:rsidR="00256283">
        <w:t>si ça vous intéresse</w:t>
      </w:r>
      <w:r>
        <w:t> ?</w:t>
      </w:r>
    </w:p>
    <w:p w14:paraId="04DECA57" w14:textId="77777777" w:rsidR="00435B4F" w:rsidRDefault="00435B4F" w:rsidP="00256283">
      <w:r>
        <w:t>— </w:t>
      </w:r>
      <w:r w:rsidR="00256283">
        <w:t>Non</w:t>
      </w:r>
      <w:r>
        <w:t xml:space="preserve">. </w:t>
      </w:r>
      <w:r w:rsidR="00256283">
        <w:t>Comment remettait-il l</w:t>
      </w:r>
      <w:r>
        <w:t>’</w:t>
      </w:r>
      <w:r w:rsidR="00256283">
        <w:t xml:space="preserve">argent à </w:t>
      </w:r>
      <w:proofErr w:type="spellStart"/>
      <w:r w:rsidR="00256283">
        <w:t>Wynant</w:t>
      </w:r>
      <w:proofErr w:type="spellEnd"/>
      <w:r>
        <w:t> ?</w:t>
      </w:r>
    </w:p>
    <w:p w14:paraId="72052273" w14:textId="77777777" w:rsidR="00435B4F" w:rsidRDefault="00435B4F" w:rsidP="00256283">
      <w:r>
        <w:t>— </w:t>
      </w:r>
      <w:r w:rsidR="00256283">
        <w:t>Celui-ci écrivait à Julia quand il avait besoin d</w:t>
      </w:r>
      <w:r>
        <w:t>’</w:t>
      </w:r>
      <w:r w:rsidR="00256283">
        <w:t>une certaine somme et la jeune fille la demandait à l</w:t>
      </w:r>
      <w:r>
        <w:t>’</w:t>
      </w:r>
      <w:r w:rsidR="00256283">
        <w:t>avocat qui a des reçus signés de la secrétaire</w:t>
      </w:r>
      <w:r>
        <w:t>.</w:t>
      </w:r>
    </w:p>
    <w:p w14:paraId="4A07947B" w14:textId="77777777" w:rsidR="00435B4F" w:rsidRDefault="00435B4F" w:rsidP="00256283">
      <w:r>
        <w:t>— </w:t>
      </w:r>
      <w:r w:rsidR="00256283">
        <w:t>Mais comment faisait-elle parvenir les sommes à son patron</w:t>
      </w:r>
      <w:r>
        <w:t> ?</w:t>
      </w:r>
    </w:p>
    <w:p w14:paraId="1FD81285" w14:textId="77777777" w:rsidR="00435B4F" w:rsidRDefault="00256283" w:rsidP="00256283">
      <w:proofErr w:type="spellStart"/>
      <w:r>
        <w:t>Guild</w:t>
      </w:r>
      <w:proofErr w:type="spellEnd"/>
      <w:r>
        <w:t xml:space="preserve"> hocha la tête</w:t>
      </w:r>
      <w:r w:rsidR="00435B4F">
        <w:t>.</w:t>
      </w:r>
    </w:p>
    <w:p w14:paraId="3F4B3801" w14:textId="77777777" w:rsidR="00435B4F" w:rsidRDefault="00435B4F" w:rsidP="00256283">
      <w:r>
        <w:t>— </w:t>
      </w:r>
      <w:r w:rsidR="00256283">
        <w:t xml:space="preserve">Elle déclarait à Macaulay que </w:t>
      </w:r>
      <w:proofErr w:type="spellStart"/>
      <w:r w:rsidR="00256283">
        <w:t>Wynant</w:t>
      </w:r>
      <w:proofErr w:type="spellEnd"/>
      <w:r w:rsidR="00256283">
        <w:t xml:space="preserve"> lui fixait des rendez-vous</w:t>
      </w:r>
      <w:r>
        <w:t xml:space="preserve">, </w:t>
      </w:r>
      <w:r w:rsidR="00256283">
        <w:t>mais l</w:t>
      </w:r>
      <w:r>
        <w:t>’</w:t>
      </w:r>
      <w:r w:rsidR="00256283">
        <w:t>avocat est persuadé que Julia connaissait l</w:t>
      </w:r>
      <w:r>
        <w:t>’</w:t>
      </w:r>
      <w:r w:rsidR="00256283">
        <w:t xml:space="preserve">adresse de </w:t>
      </w:r>
      <w:proofErr w:type="spellStart"/>
      <w:r w:rsidR="00256283">
        <w:t>Wynant</w:t>
      </w:r>
      <w:proofErr w:type="spellEnd"/>
      <w:r w:rsidR="00256283">
        <w:t xml:space="preserve"> malgré qu</w:t>
      </w:r>
      <w:r>
        <w:t>’</w:t>
      </w:r>
      <w:r w:rsidR="00256283">
        <w:t>elle l</w:t>
      </w:r>
      <w:r>
        <w:t>’</w:t>
      </w:r>
      <w:r w:rsidR="00256283">
        <w:t>ait toujours nié</w:t>
      </w:r>
      <w:r>
        <w:t>.</w:t>
      </w:r>
    </w:p>
    <w:p w14:paraId="43B06757" w14:textId="77777777" w:rsidR="00435B4F" w:rsidRDefault="00435B4F" w:rsidP="00256283">
      <w:r>
        <w:t>— </w:t>
      </w:r>
      <w:r w:rsidR="00256283">
        <w:t>Peut-être avait-elle encore le dernier versement de cinq mille dollars quand elle a été tuée</w:t>
      </w:r>
      <w:r>
        <w:t xml:space="preserve"> ? </w:t>
      </w:r>
      <w:r w:rsidR="00256283">
        <w:t>demandai-je</w:t>
      </w:r>
      <w:r>
        <w:t>.</w:t>
      </w:r>
    </w:p>
    <w:p w14:paraId="61793A70" w14:textId="77777777" w:rsidR="00435B4F" w:rsidRDefault="00435B4F" w:rsidP="00256283">
      <w:r>
        <w:t>— </w:t>
      </w:r>
      <w:r w:rsidR="00256283">
        <w:t>Cela pourrait nous faire penser au vol comme mobile du crime</w:t>
      </w:r>
      <w:r>
        <w:t xml:space="preserve">, </w:t>
      </w:r>
      <w:r w:rsidR="00256283">
        <w:t xml:space="preserve">dit </w:t>
      </w:r>
      <w:proofErr w:type="spellStart"/>
      <w:r w:rsidR="00256283">
        <w:t>Guild</w:t>
      </w:r>
      <w:proofErr w:type="spellEnd"/>
      <w:r w:rsidR="00256283">
        <w:t xml:space="preserve"> fermant les yeux</w:t>
      </w:r>
      <w:r>
        <w:t xml:space="preserve"> – </w:t>
      </w:r>
      <w:r w:rsidR="00256283">
        <w:t xml:space="preserve">excepté si </w:t>
      </w:r>
      <w:proofErr w:type="spellStart"/>
      <w:r w:rsidR="00256283">
        <w:t>Wynant</w:t>
      </w:r>
      <w:proofErr w:type="spellEnd"/>
      <w:r w:rsidR="00256283">
        <w:t xml:space="preserve"> l</w:t>
      </w:r>
      <w:r>
        <w:t>’</w:t>
      </w:r>
      <w:r w:rsidR="00256283">
        <w:t>a tuée en venant prendre la somme</w:t>
      </w:r>
      <w:r>
        <w:t>.</w:t>
      </w:r>
    </w:p>
    <w:p w14:paraId="02C3BF9F" w14:textId="77777777" w:rsidR="00435B4F" w:rsidRDefault="00435B4F" w:rsidP="00256283">
      <w:r>
        <w:lastRenderedPageBreak/>
        <w:t>— </w:t>
      </w:r>
      <w:r w:rsidR="00256283">
        <w:t>Ou si quelqu</w:t>
      </w:r>
      <w:r>
        <w:t>’</w:t>
      </w:r>
      <w:r w:rsidR="00256283">
        <w:t>un</w:t>
      </w:r>
      <w:r>
        <w:t xml:space="preserve"> – </w:t>
      </w:r>
      <w:r w:rsidR="00256283">
        <w:t>ayant assassiné Julia pour une autre raison</w:t>
      </w:r>
      <w:r>
        <w:t xml:space="preserve"> – </w:t>
      </w:r>
      <w:r w:rsidR="00256283">
        <w:t>a trouvé l</w:t>
      </w:r>
      <w:r>
        <w:t>’</w:t>
      </w:r>
      <w:r w:rsidR="00256283">
        <w:t>argent et a pensé qu</w:t>
      </w:r>
      <w:r>
        <w:t>’</w:t>
      </w:r>
      <w:r w:rsidR="00256283">
        <w:t>il valait mieux ne pas le laisser traîner</w:t>
      </w:r>
      <w:r>
        <w:t xml:space="preserve">, </w:t>
      </w:r>
      <w:r w:rsidR="00256283">
        <w:t>suggérai-je</w:t>
      </w:r>
      <w:r>
        <w:t>.</w:t>
      </w:r>
    </w:p>
    <w:p w14:paraId="2A9ADD94" w14:textId="77777777" w:rsidR="00435B4F" w:rsidRDefault="00435B4F" w:rsidP="00256283">
      <w:r>
        <w:t>— </w:t>
      </w:r>
      <w:r w:rsidR="00256283">
        <w:t>Oui</w:t>
      </w:r>
      <w:r>
        <w:t xml:space="preserve">, </w:t>
      </w:r>
      <w:r w:rsidR="00256283">
        <w:t>fit le policier</w:t>
      </w:r>
      <w:r>
        <w:t xml:space="preserve">, </w:t>
      </w:r>
      <w:r w:rsidR="00256283">
        <w:t>ces choses-là arrivent</w:t>
      </w:r>
      <w:r>
        <w:t xml:space="preserve">. </w:t>
      </w:r>
      <w:r w:rsidR="00256283">
        <w:t>Parfois même la personne qui découvre le cadavre le fouille avant de donner l</w:t>
      </w:r>
      <w:r>
        <w:t>’</w:t>
      </w:r>
      <w:r w:rsidR="00256283">
        <w:t>alarme</w:t>
      </w:r>
      <w:r>
        <w:t>…</w:t>
      </w:r>
    </w:p>
    <w:p w14:paraId="12332DB2" w14:textId="77777777" w:rsidR="00435B4F" w:rsidRDefault="00256283" w:rsidP="00256283">
      <w:r>
        <w:t>Il leva la main</w:t>
      </w:r>
      <w:r w:rsidR="00435B4F">
        <w:t>.</w:t>
      </w:r>
    </w:p>
    <w:p w14:paraId="506CAF40" w14:textId="77777777" w:rsidR="00435B4F" w:rsidRDefault="00435B4F" w:rsidP="00256283">
      <w:r>
        <w:t>— </w:t>
      </w:r>
      <w:r w:rsidR="00256283">
        <w:t>Bien entendu</w:t>
      </w:r>
      <w:r>
        <w:t xml:space="preserve"> ! </w:t>
      </w:r>
      <w:r w:rsidR="00256283">
        <w:t>s</w:t>
      </w:r>
      <w:r>
        <w:t>’</w:t>
      </w:r>
      <w:r w:rsidR="00256283">
        <w:t>écria-t-il</w:t>
      </w:r>
      <w:r>
        <w:t xml:space="preserve">, </w:t>
      </w:r>
      <w:r w:rsidR="00256283">
        <w:t xml:space="preserve">avec une dame comme </w:t>
      </w:r>
      <w:r>
        <w:t>M</w:t>
      </w:r>
      <w:r w:rsidRPr="00435B4F">
        <w:rPr>
          <w:vertAlign w:val="superscript"/>
        </w:rPr>
        <w:t>rs</w:t>
      </w:r>
      <w:r>
        <w:t> </w:t>
      </w:r>
      <w:r w:rsidR="00256283">
        <w:t>Jorgensen</w:t>
      </w:r>
      <w:r>
        <w:t xml:space="preserve">, </w:t>
      </w:r>
      <w:r w:rsidR="00256283">
        <w:t>il n</w:t>
      </w:r>
      <w:r>
        <w:t>’</w:t>
      </w:r>
      <w:r w:rsidR="00256283">
        <w:t>en est pas question et j</w:t>
      </w:r>
      <w:r>
        <w:t>’</w:t>
      </w:r>
      <w:r w:rsidR="00256283">
        <w:t>espère que vous n</w:t>
      </w:r>
      <w:r>
        <w:t>’</w:t>
      </w:r>
      <w:r w:rsidR="00256283">
        <w:t>allez pas penser</w:t>
      </w:r>
      <w:r>
        <w:t>…</w:t>
      </w:r>
    </w:p>
    <w:p w14:paraId="748BFCD1" w14:textId="77777777" w:rsidR="00435B4F" w:rsidRDefault="00435B4F" w:rsidP="00256283">
      <w:r>
        <w:t>— </w:t>
      </w:r>
      <w:r w:rsidR="00256283">
        <w:t>Elle n</w:t>
      </w:r>
      <w:r>
        <w:t>’</w:t>
      </w:r>
      <w:r w:rsidR="00256283">
        <w:t>était d</w:t>
      </w:r>
      <w:r>
        <w:t>’</w:t>
      </w:r>
      <w:r w:rsidR="00256283">
        <w:t>ailleurs pas seule</w:t>
      </w:r>
      <w:r>
        <w:t xml:space="preserve"> ! </w:t>
      </w:r>
      <w:r w:rsidR="00256283">
        <w:t>interrompis-je</w:t>
      </w:r>
      <w:r>
        <w:t>.</w:t>
      </w:r>
    </w:p>
    <w:p w14:paraId="396EE493" w14:textId="77777777" w:rsidR="00435B4F" w:rsidRDefault="00435B4F" w:rsidP="00256283">
      <w:r>
        <w:t>— </w:t>
      </w:r>
      <w:r w:rsidR="00256283">
        <w:t>Le téléphone ne fonctionnait pas et le garçon de l</w:t>
      </w:r>
      <w:r>
        <w:t>’</w:t>
      </w:r>
      <w:r w:rsidR="00256283">
        <w:t>ascenseur a ramené le gérant au rez-de-chaussée pour qu</w:t>
      </w:r>
      <w:r>
        <w:t>’</w:t>
      </w:r>
      <w:r w:rsidR="00256283">
        <w:t>il pût téléphoner de son bureau</w:t>
      </w:r>
      <w:r>
        <w:t>. M</w:t>
      </w:r>
      <w:r w:rsidRPr="00435B4F">
        <w:rPr>
          <w:vertAlign w:val="superscript"/>
        </w:rPr>
        <w:t>rs</w:t>
      </w:r>
      <w:r>
        <w:t> </w:t>
      </w:r>
      <w:r w:rsidR="00256283">
        <w:t>Jorgensen a donc été seule pendant quelques minutes</w:t>
      </w:r>
      <w:r>
        <w:t xml:space="preserve">, </w:t>
      </w:r>
      <w:r w:rsidR="00256283">
        <w:t>mais je ne veux pas dire qu</w:t>
      </w:r>
      <w:r>
        <w:t>’</w:t>
      </w:r>
      <w:r w:rsidR="00256283">
        <w:t>elle ait rien fait d</w:t>
      </w:r>
      <w:r>
        <w:t>’</w:t>
      </w:r>
      <w:r w:rsidR="00256283">
        <w:t>irrégulier</w:t>
      </w:r>
      <w:r>
        <w:t xml:space="preserve">. </w:t>
      </w:r>
      <w:r w:rsidR="00256283">
        <w:t>Une dame comme elle</w:t>
      </w:r>
      <w:r>
        <w:t>…</w:t>
      </w:r>
    </w:p>
    <w:p w14:paraId="6E439E9C" w14:textId="77777777" w:rsidR="00435B4F" w:rsidRDefault="00435B4F" w:rsidP="00256283">
      <w:r>
        <w:t>— </w:t>
      </w:r>
      <w:r w:rsidR="00256283">
        <w:t>Pourquoi l</w:t>
      </w:r>
      <w:r>
        <w:t>’</w:t>
      </w:r>
      <w:r w:rsidR="00256283">
        <w:t>appareil téléphonique était-il hors d</w:t>
      </w:r>
      <w:r>
        <w:t>’</w:t>
      </w:r>
      <w:r w:rsidR="00256283">
        <w:t>usage</w:t>
      </w:r>
      <w:r>
        <w:t xml:space="preserve"> ? </w:t>
      </w:r>
      <w:r w:rsidR="00256283">
        <w:t>demandai-je</w:t>
      </w:r>
      <w:r>
        <w:t>.</w:t>
      </w:r>
    </w:p>
    <w:p w14:paraId="3328C441" w14:textId="77777777" w:rsidR="00435B4F" w:rsidRDefault="00256283" w:rsidP="00256283">
      <w:r>
        <w:t>La sonnette de la porte vibra</w:t>
      </w:r>
      <w:r w:rsidR="00435B4F">
        <w:t>.</w:t>
      </w:r>
    </w:p>
    <w:p w14:paraId="3DFDB593" w14:textId="77777777" w:rsidR="00435B4F" w:rsidRDefault="00435B4F" w:rsidP="00256283">
      <w:r>
        <w:t>— </w:t>
      </w:r>
      <w:r w:rsidR="00256283">
        <w:t>C</w:t>
      </w:r>
      <w:r>
        <w:t>’</w:t>
      </w:r>
      <w:r w:rsidR="00256283">
        <w:t>est assez étrange</w:t>
      </w:r>
      <w:r>
        <w:t xml:space="preserve">, </w:t>
      </w:r>
      <w:r w:rsidR="00256283">
        <w:t>répondit le policier</w:t>
      </w:r>
      <w:r>
        <w:t xml:space="preserve">. </w:t>
      </w:r>
      <w:r w:rsidR="00256283">
        <w:t>L</w:t>
      </w:r>
      <w:r>
        <w:t>’</w:t>
      </w:r>
      <w:r w:rsidR="00256283">
        <w:t>appareil</w:t>
      </w:r>
      <w:r>
        <w:t>…</w:t>
      </w:r>
    </w:p>
    <w:p w14:paraId="492B9893" w14:textId="77777777" w:rsidR="00435B4F" w:rsidRDefault="00256283" w:rsidP="00256283">
      <w:r>
        <w:t>Il se tut</w:t>
      </w:r>
      <w:r w:rsidR="00435B4F">
        <w:t xml:space="preserve"> : </w:t>
      </w:r>
      <w:r>
        <w:t>un garçon apportant la table servie</w:t>
      </w:r>
      <w:r w:rsidR="00435B4F">
        <w:t>.</w:t>
      </w:r>
    </w:p>
    <w:p w14:paraId="288926E1" w14:textId="77777777" w:rsidR="00435B4F" w:rsidRDefault="00435B4F" w:rsidP="00256283">
      <w:r>
        <w:t>— </w:t>
      </w:r>
      <w:r w:rsidR="00256283">
        <w:t>Le récepteur</w:t>
      </w:r>
      <w:r>
        <w:t xml:space="preserve">, </w:t>
      </w:r>
      <w:r w:rsidR="00256283">
        <w:t xml:space="preserve">reprit </w:t>
      </w:r>
      <w:proofErr w:type="spellStart"/>
      <w:r w:rsidR="00256283">
        <w:t>Guild</w:t>
      </w:r>
      <w:proofErr w:type="spellEnd"/>
      <w:r w:rsidR="00256283">
        <w:t xml:space="preserve"> quand le garçon eut quitté la pièce</w:t>
      </w:r>
      <w:r>
        <w:t xml:space="preserve">, </w:t>
      </w:r>
      <w:r w:rsidR="00256283">
        <w:t>était fracassé par une balle</w:t>
      </w:r>
      <w:r>
        <w:t xml:space="preserve">, </w:t>
      </w:r>
      <w:r w:rsidR="00256283">
        <w:t>à la base</w:t>
      </w:r>
      <w:r>
        <w:t xml:space="preserve">, </w:t>
      </w:r>
      <w:r w:rsidR="00256283">
        <w:t>près du micro</w:t>
      </w:r>
      <w:r>
        <w:t>.</w:t>
      </w:r>
    </w:p>
    <w:p w14:paraId="30A559A9" w14:textId="77777777" w:rsidR="00435B4F" w:rsidRDefault="00435B4F" w:rsidP="00256283">
      <w:r>
        <w:t>— </w:t>
      </w:r>
      <w:r w:rsidR="00256283">
        <w:t>Un accident</w:t>
      </w:r>
      <w:r>
        <w:t> ?</w:t>
      </w:r>
    </w:p>
    <w:p w14:paraId="526D6CA7" w14:textId="77777777" w:rsidR="00435B4F" w:rsidRDefault="00435B4F" w:rsidP="00256283">
      <w:r>
        <w:t>— </w:t>
      </w:r>
      <w:r w:rsidR="00256283">
        <w:t>Je ne sais pas</w:t>
      </w:r>
      <w:r>
        <w:t xml:space="preserve">. </w:t>
      </w:r>
      <w:r w:rsidR="00256283">
        <w:t>Le projectile était un 32 comme ceux qui avaient tué Miss Wolf</w:t>
      </w:r>
      <w:r>
        <w:t xml:space="preserve">. </w:t>
      </w:r>
      <w:r w:rsidR="00256283">
        <w:t>L</w:t>
      </w:r>
      <w:r>
        <w:t>’</w:t>
      </w:r>
      <w:r w:rsidR="00256283">
        <w:t>assassin a-t-il d</w:t>
      </w:r>
      <w:r>
        <w:t>’</w:t>
      </w:r>
      <w:r w:rsidR="00256283">
        <w:t xml:space="preserve">abord manqué sa </w:t>
      </w:r>
      <w:r w:rsidR="00256283">
        <w:lastRenderedPageBreak/>
        <w:t>victime</w:t>
      </w:r>
      <w:r>
        <w:t xml:space="preserve"> ? </w:t>
      </w:r>
      <w:r w:rsidR="00256283">
        <w:t>Ou bien avait-il l</w:t>
      </w:r>
      <w:r>
        <w:t>’</w:t>
      </w:r>
      <w:r w:rsidR="00256283">
        <w:t>intention de rendre l</w:t>
      </w:r>
      <w:r>
        <w:t>’</w:t>
      </w:r>
      <w:r w:rsidR="00256283">
        <w:t>appareil inutilisable</w:t>
      </w:r>
      <w:r>
        <w:t xml:space="preserve"> ? </w:t>
      </w:r>
      <w:r w:rsidR="00256283">
        <w:t>C</w:t>
      </w:r>
      <w:r>
        <w:t>’</w:t>
      </w:r>
      <w:r w:rsidR="00256283">
        <w:t>est</w:t>
      </w:r>
      <w:r>
        <w:t xml:space="preserve">, </w:t>
      </w:r>
      <w:r w:rsidR="00256283">
        <w:t>en tout cas</w:t>
      </w:r>
      <w:r>
        <w:t xml:space="preserve">, </w:t>
      </w:r>
      <w:r w:rsidR="00256283">
        <w:t>un moyen un peu bruyant</w:t>
      </w:r>
      <w:r>
        <w:t>.</w:t>
      </w:r>
    </w:p>
    <w:p w14:paraId="4AEE2EB7" w14:textId="77777777" w:rsidR="00435B4F" w:rsidRDefault="00435B4F" w:rsidP="00256283">
      <w:r>
        <w:t>— </w:t>
      </w:r>
      <w:r w:rsidR="00256283">
        <w:t>Mais cela me fait penser que l</w:t>
      </w:r>
      <w:r>
        <w:t>’</w:t>
      </w:r>
      <w:r w:rsidR="00256283">
        <w:t>on a dû entendre les détonations</w:t>
      </w:r>
      <w:r>
        <w:t>.</w:t>
      </w:r>
    </w:p>
    <w:p w14:paraId="2E82F979" w14:textId="77777777" w:rsidR="00435B4F" w:rsidRDefault="00435B4F" w:rsidP="00256283">
      <w:r>
        <w:t>— </w:t>
      </w:r>
      <w:r w:rsidR="00256283">
        <w:t>Ah oui</w:t>
      </w:r>
      <w:r>
        <w:t xml:space="preserve"> ! </w:t>
      </w:r>
      <w:r w:rsidR="00256283">
        <w:t>soupira le policier</w:t>
      </w:r>
      <w:r>
        <w:t xml:space="preserve"> ; </w:t>
      </w:r>
      <w:r w:rsidR="00256283">
        <w:t>l</w:t>
      </w:r>
      <w:r>
        <w:t>’</w:t>
      </w:r>
      <w:r w:rsidR="00256283">
        <w:t>immeuble est plein de types qui affirment aujourd</w:t>
      </w:r>
      <w:r>
        <w:t>’</w:t>
      </w:r>
      <w:r w:rsidR="00256283">
        <w:t>hui avoir entendu</w:t>
      </w:r>
      <w:r>
        <w:t xml:space="preserve">. </w:t>
      </w:r>
      <w:r w:rsidR="00256283">
        <w:t>Seulement ils n</w:t>
      </w:r>
      <w:r>
        <w:t>’</w:t>
      </w:r>
      <w:r w:rsidR="00256283">
        <w:t>ont pas bougé ce jour-là et Dieu sait quelles contradictions se dégagent de leurs dépositions à retardement</w:t>
      </w:r>
      <w:r>
        <w:t>.</w:t>
      </w:r>
    </w:p>
    <w:p w14:paraId="71A96C5F" w14:textId="77777777" w:rsidR="00435B4F" w:rsidRDefault="00435B4F" w:rsidP="00256283">
      <w:r>
        <w:t>— </w:t>
      </w:r>
      <w:r w:rsidR="00256283">
        <w:t>C</w:t>
      </w:r>
      <w:r>
        <w:t>’</w:t>
      </w:r>
      <w:r w:rsidR="00256283">
        <w:t>est toujours la même chose</w:t>
      </w:r>
      <w:r>
        <w:t xml:space="preserve">, </w:t>
      </w:r>
      <w:r w:rsidR="00256283">
        <w:t>dis-je</w:t>
      </w:r>
      <w:r>
        <w:t>.</w:t>
      </w:r>
    </w:p>
    <w:p w14:paraId="0BAF7B6A" w14:textId="77777777" w:rsidR="00435B4F" w:rsidRDefault="00435B4F" w:rsidP="00256283">
      <w:r>
        <w:t>— </w:t>
      </w:r>
      <w:r w:rsidR="00256283">
        <w:t>Je le sais bien</w:t>
      </w:r>
      <w:r>
        <w:t xml:space="preserve">, </w:t>
      </w:r>
      <w:r w:rsidR="00256283">
        <w:t xml:space="preserve">reprit </w:t>
      </w:r>
      <w:proofErr w:type="spellStart"/>
      <w:r w:rsidR="00256283">
        <w:t>Guild</w:t>
      </w:r>
      <w:proofErr w:type="spellEnd"/>
      <w:r w:rsidR="00256283">
        <w:t xml:space="preserve"> qui parlait la bouche pleine</w:t>
      </w:r>
      <w:r>
        <w:t xml:space="preserve">. </w:t>
      </w:r>
      <w:r w:rsidR="00256283">
        <w:t>Où en étais-je</w:t>
      </w:r>
      <w:r>
        <w:t xml:space="preserve"> ? </w:t>
      </w:r>
      <w:r w:rsidR="00256283">
        <w:t>Ah</w:t>
      </w:r>
      <w:r>
        <w:t xml:space="preserve">, </w:t>
      </w:r>
      <w:r w:rsidR="00256283">
        <w:t>oui</w:t>
      </w:r>
      <w:r>
        <w:t xml:space="preserve"> ! </w:t>
      </w:r>
      <w:r w:rsidR="00256283">
        <w:t xml:space="preserve">je parlais de </w:t>
      </w:r>
      <w:proofErr w:type="spellStart"/>
      <w:r w:rsidR="00256283">
        <w:t>Wynant</w:t>
      </w:r>
      <w:proofErr w:type="spellEnd"/>
      <w:r>
        <w:t xml:space="preserve">. </w:t>
      </w:r>
      <w:r w:rsidR="00256283">
        <w:t>Il a donné congé de son appartement et a déposé tout ce qu</w:t>
      </w:r>
      <w:r>
        <w:t>’</w:t>
      </w:r>
      <w:r w:rsidR="00256283">
        <w:t>il possédait au garde-meuble</w:t>
      </w:r>
      <w:r>
        <w:t xml:space="preserve">. </w:t>
      </w:r>
      <w:r w:rsidR="00256283">
        <w:t>Nous avons vainement examiné tout ça</w:t>
      </w:r>
      <w:r>
        <w:t xml:space="preserve">, </w:t>
      </w:r>
      <w:r w:rsidR="00256283">
        <w:t>sans résultat</w:t>
      </w:r>
      <w:r>
        <w:t xml:space="preserve"> ; </w:t>
      </w:r>
      <w:r w:rsidR="00256283">
        <w:t>rien qui pût nous aider à trouver où il était allé et dans quelle intention</w:t>
      </w:r>
      <w:r>
        <w:t xml:space="preserve">. </w:t>
      </w:r>
      <w:r w:rsidR="00256283">
        <w:t>Même résultat dans son magasin de First Avenue qui a été fermé depuis le jour de son départ</w:t>
      </w:r>
      <w:r>
        <w:t xml:space="preserve">, </w:t>
      </w:r>
      <w:r w:rsidR="00256283">
        <w:t>excepté que Julia s</w:t>
      </w:r>
      <w:r>
        <w:t>’</w:t>
      </w:r>
      <w:r w:rsidR="00256283">
        <w:t>y rendait une ou deux fois par semaine pour voir s</w:t>
      </w:r>
      <w:r>
        <w:t>’</w:t>
      </w:r>
      <w:r w:rsidR="00256283">
        <w:t>il y avait du courrier dans la boîte</w:t>
      </w:r>
      <w:r>
        <w:t xml:space="preserve">. </w:t>
      </w:r>
      <w:r w:rsidR="00256283">
        <w:t>Celui qui a été reçu depuis l</w:t>
      </w:r>
      <w:r>
        <w:t>’</w:t>
      </w:r>
      <w:r w:rsidR="00256283">
        <w:t>assassinat de Miss Wolf ne nous apprend rien</w:t>
      </w:r>
      <w:r>
        <w:t>.</w:t>
      </w:r>
    </w:p>
    <w:p w14:paraId="661E5192" w14:textId="77777777" w:rsidR="00435B4F" w:rsidRDefault="00256283" w:rsidP="00256283">
      <w:r>
        <w:t>Il sourit en regardant Nora</w:t>
      </w:r>
      <w:r w:rsidR="00435B4F">
        <w:t>.</w:t>
      </w:r>
    </w:p>
    <w:p w14:paraId="342C337E" w14:textId="77777777" w:rsidR="00435B4F" w:rsidRDefault="00435B4F" w:rsidP="00256283">
      <w:r>
        <w:t>— </w:t>
      </w:r>
      <w:r w:rsidR="00256283">
        <w:t>Tout ceci doit vous paraître bien ennuyeux</w:t>
      </w:r>
      <w:r>
        <w:t>, M</w:t>
      </w:r>
      <w:r w:rsidRPr="00435B4F">
        <w:rPr>
          <w:vertAlign w:val="superscript"/>
        </w:rPr>
        <w:t>rs</w:t>
      </w:r>
      <w:r>
        <w:t> </w:t>
      </w:r>
      <w:r w:rsidR="00256283">
        <w:t>Charles</w:t>
      </w:r>
      <w:r>
        <w:t>.</w:t>
      </w:r>
    </w:p>
    <w:p w14:paraId="1EC0405E" w14:textId="77777777" w:rsidR="00435B4F" w:rsidRDefault="00435B4F" w:rsidP="00256283">
      <w:r>
        <w:t>— </w:t>
      </w:r>
      <w:r w:rsidR="00256283">
        <w:t>Pas du tout</w:t>
      </w:r>
      <w:r>
        <w:t xml:space="preserve"> ! </w:t>
      </w:r>
      <w:r w:rsidR="00256283">
        <w:t>protesta Nora</w:t>
      </w:r>
      <w:r>
        <w:t xml:space="preserve">, </w:t>
      </w:r>
      <w:r w:rsidR="00256283">
        <w:t>j</w:t>
      </w:r>
      <w:r>
        <w:t>’</w:t>
      </w:r>
      <w:r w:rsidR="00256283">
        <w:t>écoute avec le plus grand intérêt</w:t>
      </w:r>
      <w:r>
        <w:t xml:space="preserve"> ; </w:t>
      </w:r>
      <w:r w:rsidR="00256283">
        <w:t>ne voyez-vous pas que je suis assise au bord de ma chaise</w:t>
      </w:r>
      <w:r>
        <w:t xml:space="preserve">, </w:t>
      </w:r>
      <w:r w:rsidR="00256283">
        <w:t>tant cela</w:t>
      </w:r>
      <w:r>
        <w:t>…</w:t>
      </w:r>
    </w:p>
    <w:p w14:paraId="50721696" w14:textId="77777777" w:rsidR="00435B4F" w:rsidRDefault="00435B4F" w:rsidP="00256283">
      <w:r>
        <w:t>— </w:t>
      </w:r>
      <w:r w:rsidR="00256283">
        <w:t>Je croyais que les femmes aimaient surtout dans les enquêtes policières</w:t>
      </w:r>
      <w:r>
        <w:t xml:space="preserve">, </w:t>
      </w:r>
      <w:r w:rsidR="00256283">
        <w:t>un peu plus de couleur</w:t>
      </w:r>
      <w:r>
        <w:t xml:space="preserve">, </w:t>
      </w:r>
      <w:r w:rsidR="00256283">
        <w:t>le côté mystère et roman</w:t>
      </w:r>
      <w:r>
        <w:t xml:space="preserve">. </w:t>
      </w:r>
      <w:r w:rsidR="00256283">
        <w:t>En tout cas</w:t>
      </w:r>
      <w:r>
        <w:t xml:space="preserve">, </w:t>
      </w:r>
      <w:r w:rsidR="00256283">
        <w:t>nous n</w:t>
      </w:r>
      <w:r>
        <w:t>’</w:t>
      </w:r>
      <w:r w:rsidR="00256283">
        <w:t xml:space="preserve">avons pas retrouvé </w:t>
      </w:r>
      <w:proofErr w:type="spellStart"/>
      <w:r w:rsidR="00256283">
        <w:t>Wynant</w:t>
      </w:r>
      <w:proofErr w:type="spellEnd"/>
      <w:r w:rsidR="00256283">
        <w:t xml:space="preserve"> qui a téléphoné à Macaulay vendredi dernier</w:t>
      </w:r>
      <w:r>
        <w:t xml:space="preserve">, </w:t>
      </w:r>
      <w:r w:rsidR="00256283">
        <w:t>lui donnant rendez-</w:t>
      </w:r>
      <w:r w:rsidR="00256283">
        <w:lastRenderedPageBreak/>
        <w:t>vous à deux heures dans le hall du Plaza</w:t>
      </w:r>
      <w:r>
        <w:t xml:space="preserve">. </w:t>
      </w:r>
      <w:r w:rsidR="00256283">
        <w:t>Macaulay n</w:t>
      </w:r>
      <w:r>
        <w:t>’</w:t>
      </w:r>
      <w:r w:rsidR="00256283">
        <w:t>étant pas à son bureau</w:t>
      </w:r>
      <w:r>
        <w:t xml:space="preserve">, </w:t>
      </w:r>
      <w:r w:rsidR="00256283">
        <w:t>il a prié qu</w:t>
      </w:r>
      <w:r>
        <w:t>’</w:t>
      </w:r>
      <w:r w:rsidR="00256283">
        <w:t>on lui transmît le message</w:t>
      </w:r>
      <w:r>
        <w:t>.</w:t>
      </w:r>
    </w:p>
    <w:p w14:paraId="43D95A6C" w14:textId="77777777" w:rsidR="00435B4F" w:rsidRDefault="00435B4F" w:rsidP="00256283">
      <w:r>
        <w:t>— </w:t>
      </w:r>
      <w:r w:rsidR="00256283">
        <w:t>Macaulay était ici</w:t>
      </w:r>
      <w:r>
        <w:t xml:space="preserve">, </w:t>
      </w:r>
      <w:r w:rsidR="00256283">
        <w:t>dis-je</w:t>
      </w:r>
      <w:r>
        <w:t xml:space="preserve">, </w:t>
      </w:r>
      <w:r w:rsidR="00256283">
        <w:t>il déjeunait avec moi</w:t>
      </w:r>
      <w:r>
        <w:t>.</w:t>
      </w:r>
    </w:p>
    <w:p w14:paraId="046ECA96" w14:textId="77777777" w:rsidR="00435B4F" w:rsidRDefault="00435B4F" w:rsidP="00256283">
      <w:r>
        <w:t>— </w:t>
      </w:r>
      <w:r w:rsidR="00256283">
        <w:t>C</w:t>
      </w:r>
      <w:r>
        <w:t>’</w:t>
      </w:r>
      <w:r w:rsidR="00256283">
        <w:t>est ce qu</w:t>
      </w:r>
      <w:r>
        <w:t>’</w:t>
      </w:r>
      <w:r w:rsidR="00256283">
        <w:t>il m</w:t>
      </w:r>
      <w:r>
        <w:t>’</w:t>
      </w:r>
      <w:r w:rsidR="00256283">
        <w:t>a dit aussi</w:t>
      </w:r>
      <w:r>
        <w:t xml:space="preserve">. </w:t>
      </w:r>
      <w:r w:rsidR="00256283">
        <w:t>Quand il est arrivé au Plaza</w:t>
      </w:r>
      <w:r>
        <w:t xml:space="preserve">, </w:t>
      </w:r>
      <w:r w:rsidR="00256283">
        <w:t>vers trois heures</w:t>
      </w:r>
      <w:r>
        <w:t xml:space="preserve">, </w:t>
      </w:r>
      <w:proofErr w:type="spellStart"/>
      <w:r w:rsidR="00256283">
        <w:t>Wynant</w:t>
      </w:r>
      <w:proofErr w:type="spellEnd"/>
      <w:r w:rsidR="00256283">
        <w:t xml:space="preserve"> n</w:t>
      </w:r>
      <w:r>
        <w:t>’</w:t>
      </w:r>
      <w:r w:rsidR="00256283">
        <w:t>était plus dans le hall</w:t>
      </w:r>
      <w:r>
        <w:t xml:space="preserve"> ; </w:t>
      </w:r>
      <w:r w:rsidR="00256283">
        <w:t>il n</w:t>
      </w:r>
      <w:r>
        <w:t>’</w:t>
      </w:r>
      <w:r w:rsidR="00256283">
        <w:t>était pas inscrit sur le registre de l</w:t>
      </w:r>
      <w:r>
        <w:t>’</w:t>
      </w:r>
      <w:r w:rsidR="00256283">
        <w:t>hôtel</w:t>
      </w:r>
      <w:r>
        <w:t xml:space="preserve">. </w:t>
      </w:r>
      <w:r w:rsidR="00256283">
        <w:t>L</w:t>
      </w:r>
      <w:r>
        <w:t>’</w:t>
      </w:r>
      <w:r w:rsidR="00256283">
        <w:t>avocat a tenté de le décrire au personnel mais personne ne l</w:t>
      </w:r>
      <w:r>
        <w:t>’</w:t>
      </w:r>
      <w:r w:rsidR="00256283">
        <w:t>a vu</w:t>
      </w:r>
      <w:r>
        <w:t xml:space="preserve">. </w:t>
      </w:r>
      <w:r w:rsidR="00256283">
        <w:t>Macaulay téléphone à son bureau</w:t>
      </w:r>
      <w:r>
        <w:t xml:space="preserve"> : </w:t>
      </w:r>
      <w:proofErr w:type="spellStart"/>
      <w:r w:rsidR="00256283">
        <w:t>Wynant</w:t>
      </w:r>
      <w:proofErr w:type="spellEnd"/>
      <w:r w:rsidR="00256283">
        <w:t xml:space="preserve"> n</w:t>
      </w:r>
      <w:r>
        <w:t>’</w:t>
      </w:r>
      <w:r w:rsidR="00256283">
        <w:t>a pas donné signe de vie</w:t>
      </w:r>
      <w:r>
        <w:t xml:space="preserve">. </w:t>
      </w:r>
      <w:r w:rsidR="00256283">
        <w:t xml:space="preserve">Alors il téléphone à Julia Wolf qui prétend ignorer que </w:t>
      </w:r>
      <w:proofErr w:type="spellStart"/>
      <w:r w:rsidR="00256283">
        <w:t>Wynant</w:t>
      </w:r>
      <w:proofErr w:type="spellEnd"/>
      <w:r w:rsidR="00256283">
        <w:t xml:space="preserve"> soit à New-York</w:t>
      </w:r>
      <w:r>
        <w:t xml:space="preserve">. </w:t>
      </w:r>
      <w:r w:rsidR="00256283">
        <w:t>L</w:t>
      </w:r>
      <w:r>
        <w:t>’</w:t>
      </w:r>
      <w:r w:rsidR="00256283">
        <w:t>avocat pense qu</w:t>
      </w:r>
      <w:r>
        <w:t>’</w:t>
      </w:r>
      <w:r w:rsidR="00256283">
        <w:t>elle ment car il lui a remis la veille cinq mille dollars pour son patron et qu</w:t>
      </w:r>
      <w:r>
        <w:t>’</w:t>
      </w:r>
      <w:r w:rsidR="00256283">
        <w:t>il imagine que celui-ci est venu chercher l</w:t>
      </w:r>
      <w:r>
        <w:t>’</w:t>
      </w:r>
      <w:r w:rsidR="00256283">
        <w:t>argent</w:t>
      </w:r>
      <w:r>
        <w:t xml:space="preserve">. </w:t>
      </w:r>
      <w:r w:rsidR="00256283">
        <w:t>Alors il raccroche et va à ses affaires</w:t>
      </w:r>
      <w:r>
        <w:t>.</w:t>
      </w:r>
    </w:p>
    <w:p w14:paraId="295E9ECE" w14:textId="77777777" w:rsidR="00435B4F" w:rsidRDefault="00435B4F" w:rsidP="00256283">
      <w:r>
        <w:t>— </w:t>
      </w:r>
      <w:r w:rsidR="00256283">
        <w:t>Quelles affaires</w:t>
      </w:r>
      <w:r>
        <w:t xml:space="preserve"> ? </w:t>
      </w:r>
      <w:r w:rsidR="00256283">
        <w:t>demandai-je</w:t>
      </w:r>
      <w:r>
        <w:t>.</w:t>
      </w:r>
    </w:p>
    <w:p w14:paraId="2DFF1529" w14:textId="77777777" w:rsidR="00435B4F" w:rsidRDefault="00256283" w:rsidP="00256283">
      <w:proofErr w:type="spellStart"/>
      <w:r>
        <w:t>Guild</w:t>
      </w:r>
      <w:proofErr w:type="spellEnd"/>
      <w:r>
        <w:t xml:space="preserve"> s</w:t>
      </w:r>
      <w:r w:rsidR="00435B4F">
        <w:t>’</w:t>
      </w:r>
      <w:r>
        <w:t>arrêta de mâcher</w:t>
      </w:r>
      <w:r w:rsidR="00435B4F">
        <w:t>.</w:t>
      </w:r>
    </w:p>
    <w:p w14:paraId="2DDB94F2" w14:textId="77777777" w:rsidR="00435B4F" w:rsidRDefault="00435B4F" w:rsidP="00256283">
      <w:r>
        <w:t>— </w:t>
      </w:r>
      <w:r w:rsidR="00256283">
        <w:t>Cela pourrait nous intéresser</w:t>
      </w:r>
      <w:r>
        <w:t xml:space="preserve">, </w:t>
      </w:r>
      <w:r w:rsidR="00256283">
        <w:t>dit-il</w:t>
      </w:r>
      <w:r>
        <w:t xml:space="preserve">, </w:t>
      </w:r>
      <w:r w:rsidR="00256283">
        <w:t>je m</w:t>
      </w:r>
      <w:r>
        <w:t>’</w:t>
      </w:r>
      <w:r w:rsidR="00256283">
        <w:t>en occuperai</w:t>
      </w:r>
      <w:r>
        <w:t xml:space="preserve">. </w:t>
      </w:r>
      <w:r w:rsidR="00256283">
        <w:t>Rien ne semblait indiquer qu</w:t>
      </w:r>
      <w:r>
        <w:t>’</w:t>
      </w:r>
      <w:r w:rsidR="00256283">
        <w:t>il pût être compromis mais il vaut mieux connaître l</w:t>
      </w:r>
      <w:r>
        <w:t>’</w:t>
      </w:r>
      <w:r w:rsidR="00256283">
        <w:t>alibi de tous ces gens-là</w:t>
      </w:r>
      <w:r>
        <w:t>.</w:t>
      </w:r>
    </w:p>
    <w:p w14:paraId="5BEDD397" w14:textId="77777777" w:rsidR="00435B4F" w:rsidRDefault="00435B4F" w:rsidP="00256283">
      <w:r>
        <w:t>— </w:t>
      </w:r>
      <w:r w:rsidR="00256283">
        <w:t>Je ne vois rien de compromettant</w:t>
      </w:r>
      <w:r>
        <w:t xml:space="preserve">, </w:t>
      </w:r>
      <w:r w:rsidR="00256283">
        <w:t>repris-je</w:t>
      </w:r>
      <w:r>
        <w:t xml:space="preserve">, </w:t>
      </w:r>
      <w:r w:rsidR="00256283">
        <w:t>mais il est l</w:t>
      </w:r>
      <w:r>
        <w:t>’</w:t>
      </w:r>
      <w:r w:rsidR="00256283">
        <w:t xml:space="preserve">avocat de </w:t>
      </w:r>
      <w:proofErr w:type="spellStart"/>
      <w:r w:rsidR="00256283">
        <w:t>Wynant</w:t>
      </w:r>
      <w:proofErr w:type="spellEnd"/>
      <w:r>
        <w:t xml:space="preserve">, </w:t>
      </w:r>
      <w:r w:rsidR="00256283">
        <w:t>et il en sait probablement beaucoup plus long qu</w:t>
      </w:r>
      <w:r>
        <w:t>’</w:t>
      </w:r>
      <w:r w:rsidR="00256283">
        <w:t>il n</w:t>
      </w:r>
      <w:r>
        <w:t>’</w:t>
      </w:r>
      <w:r w:rsidR="00256283">
        <w:t>en veut déclarer</w:t>
      </w:r>
      <w:r>
        <w:t>.</w:t>
      </w:r>
    </w:p>
    <w:p w14:paraId="4DDB333A" w14:textId="77777777" w:rsidR="00435B4F" w:rsidRDefault="00435B4F" w:rsidP="00256283">
      <w:r>
        <w:t>— </w:t>
      </w:r>
      <w:r w:rsidR="00256283">
        <w:t>Sûr</w:t>
      </w:r>
      <w:r>
        <w:t xml:space="preserve">, </w:t>
      </w:r>
      <w:r w:rsidR="00256283">
        <w:t xml:space="preserve">fit </w:t>
      </w:r>
      <w:proofErr w:type="spellStart"/>
      <w:r w:rsidR="00256283">
        <w:t>Guild</w:t>
      </w:r>
      <w:proofErr w:type="spellEnd"/>
      <w:r>
        <w:t xml:space="preserve">, </w:t>
      </w:r>
      <w:r w:rsidR="00256283">
        <w:t>je comprends ça</w:t>
      </w:r>
      <w:r>
        <w:t xml:space="preserve">, </w:t>
      </w:r>
      <w:r w:rsidR="00256283">
        <w:t>c</w:t>
      </w:r>
      <w:r>
        <w:t>’</w:t>
      </w:r>
      <w:r w:rsidR="00256283">
        <w:t>est son métier</w:t>
      </w:r>
      <w:r>
        <w:t xml:space="preserve">. </w:t>
      </w:r>
      <w:r w:rsidR="00256283">
        <w:t>Revenons à la jeune fille</w:t>
      </w:r>
      <w:r>
        <w:t xml:space="preserve">. </w:t>
      </w:r>
      <w:r w:rsidR="00256283">
        <w:t>Peut-être Julia Wolf n</w:t>
      </w:r>
      <w:r>
        <w:t>’</w:t>
      </w:r>
      <w:r w:rsidR="00256283">
        <w:t>était-il pas son véritable nom</w:t>
      </w:r>
      <w:r>
        <w:t xml:space="preserve"> ? </w:t>
      </w:r>
      <w:r w:rsidR="00256283">
        <w:t>Nous avons fait des recherches et découvert que ce n</w:t>
      </w:r>
      <w:r>
        <w:t>’</w:t>
      </w:r>
      <w:r w:rsidR="00256283">
        <w:t>était pas le genre de femme à qui l</w:t>
      </w:r>
      <w:r>
        <w:t>’</w:t>
      </w:r>
      <w:r w:rsidR="00256283">
        <w:t>on confie le maniement de sommes importantes</w:t>
      </w:r>
      <w:r>
        <w:t xml:space="preserve"> – </w:t>
      </w:r>
      <w:r w:rsidR="00256283">
        <w:t xml:space="preserve">mais </w:t>
      </w:r>
      <w:proofErr w:type="spellStart"/>
      <w:r w:rsidR="00256283">
        <w:t>Wynant</w:t>
      </w:r>
      <w:proofErr w:type="spellEnd"/>
      <w:r w:rsidR="00256283">
        <w:t xml:space="preserve"> ignorait peut-être cela</w:t>
      </w:r>
      <w:r>
        <w:t>.</w:t>
      </w:r>
    </w:p>
    <w:p w14:paraId="6D491D12" w14:textId="77777777" w:rsidR="00435B4F" w:rsidRDefault="00435B4F" w:rsidP="00256283">
      <w:r>
        <w:t>— </w:t>
      </w:r>
      <w:r w:rsidR="00256283">
        <w:t>Déjà condamnée</w:t>
      </w:r>
      <w:r>
        <w:t> ?</w:t>
      </w:r>
    </w:p>
    <w:p w14:paraId="28ED360C" w14:textId="77777777" w:rsidR="00435B4F" w:rsidRDefault="00435B4F" w:rsidP="00256283">
      <w:r>
        <w:lastRenderedPageBreak/>
        <w:t>— </w:t>
      </w:r>
      <w:r w:rsidR="00256283">
        <w:t>Deux ans avant d</w:t>
      </w:r>
      <w:r>
        <w:t>’</w:t>
      </w:r>
      <w:r w:rsidR="00256283">
        <w:t xml:space="preserve">être engagée par </w:t>
      </w:r>
      <w:proofErr w:type="spellStart"/>
      <w:r w:rsidR="00256283">
        <w:t>Wynant</w:t>
      </w:r>
      <w:proofErr w:type="spellEnd"/>
      <w:r w:rsidR="00256283">
        <w:t xml:space="preserve"> elle a été condamnée à six mois</w:t>
      </w:r>
      <w:r>
        <w:t xml:space="preserve">, </w:t>
      </w:r>
      <w:r w:rsidR="00256283">
        <w:t>à Cleveland</w:t>
      </w:r>
      <w:r>
        <w:t xml:space="preserve">, </w:t>
      </w:r>
      <w:r w:rsidR="00256283">
        <w:t xml:space="preserve">sous le nom de </w:t>
      </w:r>
      <w:proofErr w:type="spellStart"/>
      <w:r w:rsidR="00256283">
        <w:t>Rhoda</w:t>
      </w:r>
      <w:proofErr w:type="spellEnd"/>
      <w:r w:rsidR="00256283">
        <w:t xml:space="preserve"> Stewart</w:t>
      </w:r>
      <w:r>
        <w:t>.</w:t>
      </w:r>
    </w:p>
    <w:p w14:paraId="2F3F439A" w14:textId="77777777" w:rsidR="00435B4F" w:rsidRDefault="00435B4F" w:rsidP="00256283">
      <w:r>
        <w:t>— </w:t>
      </w:r>
      <w:r w:rsidR="00256283">
        <w:t>Est-ce que l</w:t>
      </w:r>
      <w:r>
        <w:t>’</w:t>
      </w:r>
      <w:r w:rsidR="00256283">
        <w:t>inventeur était au courant</w:t>
      </w:r>
      <w:r>
        <w:t> ?</w:t>
      </w:r>
    </w:p>
    <w:p w14:paraId="29112B3C" w14:textId="77777777" w:rsidR="00435B4F" w:rsidRDefault="00435B4F" w:rsidP="00256283">
      <w:r>
        <w:t>— </w:t>
      </w:r>
      <w:r w:rsidR="00256283">
        <w:t>Sais pas</w:t>
      </w:r>
      <w:r>
        <w:t xml:space="preserve">. </w:t>
      </w:r>
      <w:r w:rsidR="00256283">
        <w:t>Non</w:t>
      </w:r>
      <w:r>
        <w:t xml:space="preserve">, </w:t>
      </w:r>
      <w:r w:rsidR="00256283">
        <w:t>sans doute</w:t>
      </w:r>
      <w:r>
        <w:t xml:space="preserve">, </w:t>
      </w:r>
      <w:r w:rsidR="00256283">
        <w:t>puisqu</w:t>
      </w:r>
      <w:r>
        <w:t>’</w:t>
      </w:r>
      <w:r w:rsidR="00256283">
        <w:t>il lui a confié tant d</w:t>
      </w:r>
      <w:r>
        <w:t>’</w:t>
      </w:r>
      <w:r w:rsidR="00256283">
        <w:t>argent</w:t>
      </w:r>
      <w:r>
        <w:t xml:space="preserve">, </w:t>
      </w:r>
      <w:r w:rsidR="00256283">
        <w:t>mais sait-on jamais</w:t>
      </w:r>
      <w:r>
        <w:t xml:space="preserve">. </w:t>
      </w:r>
      <w:r w:rsidR="00256283">
        <w:t>Il était fou d</w:t>
      </w:r>
      <w:r>
        <w:t>’</w:t>
      </w:r>
      <w:r w:rsidR="00256283">
        <w:t>elle</w:t>
      </w:r>
      <w:r>
        <w:t xml:space="preserve"> ! </w:t>
      </w:r>
      <w:r w:rsidR="00256283">
        <w:t>D</w:t>
      </w:r>
      <w:r>
        <w:t>’</w:t>
      </w:r>
      <w:r w:rsidR="00256283">
        <w:t xml:space="preserve">autre part elle courait pas mal avec </w:t>
      </w:r>
      <w:proofErr w:type="spellStart"/>
      <w:r w:rsidR="00256283">
        <w:t>Shep</w:t>
      </w:r>
      <w:proofErr w:type="spellEnd"/>
      <w:r w:rsidR="00256283">
        <w:t xml:space="preserve"> Morelli et sa bande</w:t>
      </w:r>
      <w:r>
        <w:t>.</w:t>
      </w:r>
    </w:p>
    <w:p w14:paraId="12B470CB" w14:textId="77777777" w:rsidR="00435B4F" w:rsidRDefault="00435B4F" w:rsidP="00256283">
      <w:r>
        <w:t>— </w:t>
      </w:r>
      <w:r w:rsidR="00256283">
        <w:t>Avez-vous quelque preuve contre Morelli</w:t>
      </w:r>
      <w:r>
        <w:t> ?</w:t>
      </w:r>
    </w:p>
    <w:p w14:paraId="2F57E6FA" w14:textId="77777777" w:rsidR="00435B4F" w:rsidRDefault="00435B4F" w:rsidP="00256283">
      <w:r>
        <w:t>— </w:t>
      </w:r>
      <w:r w:rsidR="00256283">
        <w:t>Pas pour le meurtre de Julia</w:t>
      </w:r>
      <w:r>
        <w:t xml:space="preserve">, </w:t>
      </w:r>
      <w:r w:rsidR="00256283">
        <w:t>dit-il comme à regret</w:t>
      </w:r>
      <w:r>
        <w:t xml:space="preserve">, </w:t>
      </w:r>
      <w:r w:rsidR="00256283">
        <w:t>mais nous le recherchions pour d</w:t>
      </w:r>
      <w:r>
        <w:t>’</w:t>
      </w:r>
      <w:r w:rsidR="00256283">
        <w:t>autres affaires</w:t>
      </w:r>
      <w:r>
        <w:t>.</w:t>
      </w:r>
    </w:p>
    <w:p w14:paraId="5A44C662" w14:textId="77777777" w:rsidR="00435B4F" w:rsidRDefault="00256283" w:rsidP="00256283">
      <w:r>
        <w:t>Il fronça les sourcils</w:t>
      </w:r>
      <w:r w:rsidR="00435B4F">
        <w:t>.</w:t>
      </w:r>
    </w:p>
    <w:p w14:paraId="1B7B74F8" w14:textId="77777777" w:rsidR="00435B4F" w:rsidRDefault="00435B4F" w:rsidP="00256283">
      <w:r>
        <w:t>— </w:t>
      </w:r>
      <w:r w:rsidR="00256283">
        <w:t>Je voudrais bien savoir</w:t>
      </w:r>
      <w:r>
        <w:t xml:space="preserve">, </w:t>
      </w:r>
      <w:r w:rsidR="00256283">
        <w:t>murmura-t-il</w:t>
      </w:r>
      <w:r>
        <w:t xml:space="preserve">, </w:t>
      </w:r>
      <w:r w:rsidR="00256283">
        <w:t>ce qui l</w:t>
      </w:r>
      <w:r>
        <w:t>’</w:t>
      </w:r>
      <w:r w:rsidR="00256283">
        <w:t>a poussé à venir vous voir</w:t>
      </w:r>
      <w:r>
        <w:t>.</w:t>
      </w:r>
    </w:p>
    <w:p w14:paraId="6A431FFD" w14:textId="77777777" w:rsidR="00435B4F" w:rsidRDefault="00435B4F" w:rsidP="00256283">
      <w:r>
        <w:t>— </w:t>
      </w:r>
      <w:r w:rsidR="00256283">
        <w:t>Je vous ai dit tout ce que je savais</w:t>
      </w:r>
      <w:r>
        <w:t xml:space="preserve">, </w:t>
      </w:r>
      <w:r w:rsidR="00256283">
        <w:t>répondis-je</w:t>
      </w:r>
      <w:r>
        <w:t>.</w:t>
      </w:r>
    </w:p>
    <w:p w14:paraId="2C2F1B35" w14:textId="77777777" w:rsidR="00435B4F" w:rsidRDefault="00435B4F" w:rsidP="00256283">
      <w:r>
        <w:t>— </w:t>
      </w:r>
      <w:r w:rsidR="00256283">
        <w:t>Je n</w:t>
      </w:r>
      <w:r>
        <w:t>’</w:t>
      </w:r>
      <w:r w:rsidR="00256283">
        <w:t>en doute pas</w:t>
      </w:r>
      <w:r>
        <w:t xml:space="preserve">, </w:t>
      </w:r>
      <w:r w:rsidR="00256283">
        <w:t>allez-vous porter plainte contre lui</w:t>
      </w:r>
      <w:r>
        <w:t> ?</w:t>
      </w:r>
    </w:p>
    <w:p w14:paraId="2633821E" w14:textId="77777777" w:rsidR="00435B4F" w:rsidRDefault="00435B4F" w:rsidP="00256283">
      <w:r>
        <w:t>— </w:t>
      </w:r>
      <w:r w:rsidR="00256283">
        <w:t>Non</w:t>
      </w:r>
      <w:r>
        <w:t xml:space="preserve">, </w:t>
      </w:r>
      <w:r w:rsidR="00256283">
        <w:t>à moins que cela vous soit utile</w:t>
      </w:r>
      <w:r>
        <w:t>.</w:t>
      </w:r>
    </w:p>
    <w:p w14:paraId="211385C7" w14:textId="77777777" w:rsidR="00435B4F" w:rsidRDefault="00256283" w:rsidP="00256283">
      <w:r>
        <w:t>Il secoua la tête et me regarda curieusement</w:t>
      </w:r>
      <w:r w:rsidR="00435B4F">
        <w:t>.</w:t>
      </w:r>
    </w:p>
    <w:p w14:paraId="04FFE4B6" w14:textId="77777777" w:rsidR="00435B4F" w:rsidRDefault="00435B4F" w:rsidP="00256283">
      <w:r>
        <w:t>— </w:t>
      </w:r>
      <w:r w:rsidR="00256283">
        <w:t>Non</w:t>
      </w:r>
      <w:r>
        <w:t xml:space="preserve">, </w:t>
      </w:r>
      <w:r w:rsidR="00256283">
        <w:t>nous avons pour le moment assez de griefs contre lui</w:t>
      </w:r>
      <w:r>
        <w:t>.</w:t>
      </w:r>
    </w:p>
    <w:p w14:paraId="67F5BD2E" w14:textId="77777777" w:rsidR="00435B4F" w:rsidRDefault="00435B4F" w:rsidP="00256283">
      <w:r>
        <w:t>— </w:t>
      </w:r>
      <w:r w:rsidR="00256283">
        <w:t>Vous parliez de Julia Wolf</w:t>
      </w:r>
      <w:r>
        <w:t xml:space="preserve">, </w:t>
      </w:r>
      <w:r w:rsidR="00256283">
        <w:t>dis-je</w:t>
      </w:r>
      <w:r>
        <w:t>.</w:t>
      </w:r>
    </w:p>
    <w:p w14:paraId="59678E36" w14:textId="77777777" w:rsidR="00435B4F" w:rsidRDefault="00435B4F" w:rsidP="00256283">
      <w:r>
        <w:t>— </w:t>
      </w:r>
      <w:r w:rsidR="00256283">
        <w:t>Oui</w:t>
      </w:r>
      <w:r>
        <w:t xml:space="preserve">. </w:t>
      </w:r>
      <w:r w:rsidR="00256283">
        <w:t>Nous avons découvert qu</w:t>
      </w:r>
      <w:r>
        <w:t>’</w:t>
      </w:r>
      <w:r w:rsidR="00256283">
        <w:t>elle découchait assez souvent</w:t>
      </w:r>
      <w:r>
        <w:t xml:space="preserve">, </w:t>
      </w:r>
      <w:r w:rsidR="00256283">
        <w:t>parfois deux ou trois nuits de suite</w:t>
      </w:r>
      <w:r>
        <w:t xml:space="preserve">. </w:t>
      </w:r>
      <w:r w:rsidR="00256283">
        <w:t xml:space="preserve">Peut-être était-ce quand elle rencontrait </w:t>
      </w:r>
      <w:proofErr w:type="spellStart"/>
      <w:r w:rsidR="00256283">
        <w:t>Wynant</w:t>
      </w:r>
      <w:proofErr w:type="spellEnd"/>
      <w:r>
        <w:t xml:space="preserve">. </w:t>
      </w:r>
      <w:r w:rsidR="00256283">
        <w:t>Nous l</w:t>
      </w:r>
      <w:r>
        <w:t>’</w:t>
      </w:r>
      <w:r w:rsidR="00256283">
        <w:t>ignorons</w:t>
      </w:r>
      <w:r>
        <w:t xml:space="preserve">, </w:t>
      </w:r>
      <w:r w:rsidR="00256283">
        <w:t>mais il nous a été impossible de rien trouver infirmant la déclaration de Morelli qui prétend n</w:t>
      </w:r>
      <w:r>
        <w:t>’</w:t>
      </w:r>
      <w:r w:rsidR="00256283">
        <w:t>avoir pas vu Julia depuis près de trois mois</w:t>
      </w:r>
      <w:r>
        <w:t xml:space="preserve">. </w:t>
      </w:r>
      <w:r w:rsidR="00256283">
        <w:t>Qu</w:t>
      </w:r>
      <w:r>
        <w:t>’</w:t>
      </w:r>
      <w:r w:rsidR="00256283">
        <w:t>en pensez-vous</w:t>
      </w:r>
      <w:r>
        <w:t> ?</w:t>
      </w:r>
    </w:p>
    <w:p w14:paraId="74C79B29" w14:textId="77777777" w:rsidR="00435B4F" w:rsidRDefault="00435B4F" w:rsidP="00256283">
      <w:r>
        <w:lastRenderedPageBreak/>
        <w:t>— </w:t>
      </w:r>
      <w:r w:rsidR="00256283">
        <w:t>Qu</w:t>
      </w:r>
      <w:r>
        <w:t>’</w:t>
      </w:r>
      <w:r w:rsidR="00256283">
        <w:t xml:space="preserve">il y a trois mois environ que </w:t>
      </w:r>
      <w:proofErr w:type="spellStart"/>
      <w:r w:rsidR="00256283">
        <w:t>Wynant</w:t>
      </w:r>
      <w:proofErr w:type="spellEnd"/>
      <w:r w:rsidR="00256283">
        <w:t xml:space="preserve"> est parti</w:t>
      </w:r>
      <w:r>
        <w:t xml:space="preserve">, </w:t>
      </w:r>
      <w:r w:rsidR="00256283">
        <w:t>répondis-je</w:t>
      </w:r>
      <w:r>
        <w:t xml:space="preserve">. </w:t>
      </w:r>
      <w:r w:rsidR="00256283">
        <w:t>Cela peut être une coïncidence ou un indice</w:t>
      </w:r>
      <w:r>
        <w:t>.</w:t>
      </w:r>
    </w:p>
    <w:p w14:paraId="2898632A" w14:textId="77777777" w:rsidR="00435B4F" w:rsidRDefault="00256283" w:rsidP="00256283">
      <w:r>
        <w:t>Nora entra</w:t>
      </w:r>
      <w:r w:rsidR="00435B4F">
        <w:t xml:space="preserve">. </w:t>
      </w:r>
      <w:r>
        <w:t>Harrison Quinn m</w:t>
      </w:r>
      <w:r w:rsidR="00435B4F">
        <w:t>’</w:t>
      </w:r>
      <w:r>
        <w:t>appelait au téléphone</w:t>
      </w:r>
      <w:r w:rsidR="00435B4F">
        <w:t>.</w:t>
      </w:r>
    </w:p>
    <w:p w14:paraId="7921120E" w14:textId="77777777" w:rsidR="00435B4F" w:rsidRDefault="00256283" w:rsidP="00256283">
      <w:r>
        <w:t>Il me parla de titres que je l</w:t>
      </w:r>
      <w:r w:rsidR="00435B4F">
        <w:t>’</w:t>
      </w:r>
      <w:r>
        <w:t>avais chargé de vendre</w:t>
      </w:r>
      <w:r w:rsidR="00435B4F">
        <w:t>.</w:t>
      </w:r>
    </w:p>
    <w:p w14:paraId="04BE8E16" w14:textId="77777777" w:rsidR="00435B4F" w:rsidRDefault="00435B4F" w:rsidP="00256283">
      <w:r>
        <w:t>— </w:t>
      </w:r>
      <w:r w:rsidR="00256283">
        <w:t xml:space="preserve">Avez-vous vu Dorothy </w:t>
      </w:r>
      <w:proofErr w:type="spellStart"/>
      <w:r w:rsidR="00256283">
        <w:t>Wynant</w:t>
      </w:r>
      <w:proofErr w:type="spellEnd"/>
      <w:r>
        <w:t xml:space="preserve"> ? </w:t>
      </w:r>
      <w:r w:rsidR="00256283">
        <w:t>demandai-je</w:t>
      </w:r>
      <w:r>
        <w:t>.</w:t>
      </w:r>
    </w:p>
    <w:p w14:paraId="1D5DA428" w14:textId="77777777" w:rsidR="00435B4F" w:rsidRDefault="00435B4F" w:rsidP="00256283">
      <w:r>
        <w:t>— </w:t>
      </w:r>
      <w:r w:rsidR="00256283">
        <w:t>Non</w:t>
      </w:r>
      <w:r>
        <w:t xml:space="preserve">, </w:t>
      </w:r>
      <w:r w:rsidR="00256283">
        <w:t>mais j</w:t>
      </w:r>
      <w:r>
        <w:t>’</w:t>
      </w:r>
      <w:r w:rsidR="00256283">
        <w:t>ai rendez-vous avec elle au Palma</w:t>
      </w:r>
      <w:r>
        <w:t xml:space="preserve">, </w:t>
      </w:r>
      <w:r w:rsidR="00256283">
        <w:t>cet après-midi</w:t>
      </w:r>
      <w:r>
        <w:t xml:space="preserve">. </w:t>
      </w:r>
      <w:r w:rsidR="00256283">
        <w:t>Elle m</w:t>
      </w:r>
      <w:r>
        <w:t>’</w:t>
      </w:r>
      <w:r w:rsidR="00256283">
        <w:t>a dit de ne pas vous en parler</w:t>
      </w:r>
      <w:r>
        <w:t xml:space="preserve">. </w:t>
      </w:r>
      <w:r w:rsidR="00256283">
        <w:t>Et l</w:t>
      </w:r>
      <w:r>
        <w:t>’</w:t>
      </w:r>
      <w:r w:rsidR="00256283">
        <w:t>affaire que je vous ai proposée</w:t>
      </w:r>
      <w:r>
        <w:t xml:space="preserve">, </w:t>
      </w:r>
      <w:r w:rsidR="00256283">
        <w:t>Nick</w:t>
      </w:r>
      <w:r>
        <w:t xml:space="preserve"> ? </w:t>
      </w:r>
      <w:r w:rsidR="00256283">
        <w:t>Vous perdez de l</w:t>
      </w:r>
      <w:r>
        <w:t>’</w:t>
      </w:r>
      <w:r w:rsidR="00256283">
        <w:t>argent</w:t>
      </w:r>
      <w:r>
        <w:t xml:space="preserve">. </w:t>
      </w:r>
      <w:r w:rsidR="00256283">
        <w:t>Nous allons à l</w:t>
      </w:r>
      <w:r>
        <w:t>’</w:t>
      </w:r>
      <w:r w:rsidR="00256283">
        <w:t>inflation</w:t>
      </w:r>
      <w:r>
        <w:t xml:space="preserve">, </w:t>
      </w:r>
      <w:r w:rsidR="00256283">
        <w:t>paraît-il et ce sera un fait acquis dès la réunion du Congrès</w:t>
      </w:r>
      <w:r>
        <w:t>.</w:t>
      </w:r>
    </w:p>
    <w:p w14:paraId="2C6F54EB" w14:textId="77777777" w:rsidR="00435B4F" w:rsidRDefault="00435B4F" w:rsidP="00256283">
      <w:r>
        <w:t>— </w:t>
      </w:r>
      <w:r w:rsidR="00256283">
        <w:t>Entendu</w:t>
      </w:r>
      <w:r>
        <w:t xml:space="preserve"> ; </w:t>
      </w:r>
      <w:r w:rsidR="00256283">
        <w:t xml:space="preserve">achetez-moi des </w:t>
      </w:r>
      <w:proofErr w:type="spellStart"/>
      <w:r w:rsidR="00256283">
        <w:t>Dome</w:t>
      </w:r>
      <w:proofErr w:type="spellEnd"/>
      <w:r w:rsidR="00256283">
        <w:t xml:space="preserve"> Mines à 12 et demi</w:t>
      </w:r>
      <w:r>
        <w:t>.</w:t>
      </w:r>
    </w:p>
    <w:p w14:paraId="461992AA" w14:textId="77777777" w:rsidR="00435B4F" w:rsidRDefault="00256283" w:rsidP="00256283">
      <w:r>
        <w:t>Il se souvint brusquement que les journaux avaient parlé de ma blessure</w:t>
      </w:r>
      <w:r w:rsidR="00435B4F">
        <w:t>.</w:t>
      </w:r>
    </w:p>
    <w:p w14:paraId="5E1C4EAF" w14:textId="77777777" w:rsidR="00435B4F" w:rsidRDefault="00435B4F" w:rsidP="00256283">
      <w:r>
        <w:t>— </w:t>
      </w:r>
      <w:r w:rsidR="00256283">
        <w:t>Pas de ping-pong avant quelques jours</w:t>
      </w:r>
      <w:r>
        <w:t xml:space="preserve">, </w:t>
      </w:r>
      <w:r w:rsidR="00256283">
        <w:t>alors</w:t>
      </w:r>
      <w:r>
        <w:t xml:space="preserve">, </w:t>
      </w:r>
      <w:r w:rsidR="00256283">
        <w:t>dit-il</w:t>
      </w:r>
      <w:r>
        <w:t xml:space="preserve">. </w:t>
      </w:r>
      <w:r w:rsidR="00256283">
        <w:t>À propos</w:t>
      </w:r>
      <w:r>
        <w:t xml:space="preserve">, </w:t>
      </w:r>
      <w:r w:rsidR="00256283">
        <w:t>vous deviez aller à une générale ce soir</w:t>
      </w:r>
      <w:r>
        <w:t xml:space="preserve"> ; </w:t>
      </w:r>
      <w:r w:rsidR="00256283">
        <w:t>si vous ne faites rien de vos cartes</w:t>
      </w:r>
      <w:r>
        <w:t>…</w:t>
      </w:r>
    </w:p>
    <w:p w14:paraId="7F0381FC" w14:textId="77777777" w:rsidR="00435B4F" w:rsidRDefault="00435B4F" w:rsidP="00256283">
      <w:r>
        <w:t>— </w:t>
      </w:r>
      <w:r w:rsidR="00256283">
        <w:t>Si</w:t>
      </w:r>
      <w:r>
        <w:t xml:space="preserve">, </w:t>
      </w:r>
      <w:r w:rsidR="00256283">
        <w:t>nous y allons</w:t>
      </w:r>
      <w:r>
        <w:t xml:space="preserve">, </w:t>
      </w:r>
      <w:r w:rsidR="00256283">
        <w:t>répondis-je</w:t>
      </w:r>
      <w:r>
        <w:t xml:space="preserve">, </w:t>
      </w:r>
      <w:r w:rsidR="00256283">
        <w:t>merci tout de même</w:t>
      </w:r>
      <w:r>
        <w:t> !</w:t>
      </w:r>
    </w:p>
    <w:p w14:paraId="449EAEC3" w14:textId="77777777" w:rsidR="00435B4F" w:rsidRDefault="00256283" w:rsidP="00256283">
      <w:r>
        <w:t>Il éclata de rire</w:t>
      </w:r>
      <w:r w:rsidR="00435B4F">
        <w:t xml:space="preserve">, </w:t>
      </w:r>
      <w:r>
        <w:t>dit au revoir et raccrocha</w:t>
      </w:r>
      <w:r w:rsidR="00435B4F">
        <w:t>.</w:t>
      </w:r>
    </w:p>
    <w:p w14:paraId="16A33F64" w14:textId="77777777" w:rsidR="00435B4F" w:rsidRDefault="00256283" w:rsidP="00256283">
      <w:r>
        <w:t>Un garçon emportait la table du déjeuner quand je revins au salon</w:t>
      </w:r>
      <w:r w:rsidR="00435B4F">
        <w:t xml:space="preserve">. </w:t>
      </w:r>
      <w:proofErr w:type="spellStart"/>
      <w:r>
        <w:t>Guild</w:t>
      </w:r>
      <w:proofErr w:type="spellEnd"/>
      <w:r>
        <w:t xml:space="preserve"> était confortablement installé sur le canapé</w:t>
      </w:r>
      <w:r w:rsidR="00435B4F">
        <w:t xml:space="preserve">, </w:t>
      </w:r>
      <w:r>
        <w:t>écoutant Nora</w:t>
      </w:r>
      <w:r w:rsidR="00435B4F">
        <w:t>.</w:t>
      </w:r>
    </w:p>
    <w:p w14:paraId="0FC39CEC" w14:textId="77777777" w:rsidR="00435B4F" w:rsidRDefault="00435B4F" w:rsidP="00256283">
      <w:r>
        <w:t xml:space="preserve">— … </w:t>
      </w:r>
      <w:r w:rsidR="00256283">
        <w:t>Obligés de partir chaque année pour Noël</w:t>
      </w:r>
      <w:r>
        <w:t xml:space="preserve">, </w:t>
      </w:r>
      <w:r w:rsidR="00256283">
        <w:t>parce que ma famille nous importune à cette époque-là et Nick est furieux</w:t>
      </w:r>
      <w:r>
        <w:t xml:space="preserve"> ! </w:t>
      </w:r>
      <w:r w:rsidR="00256283">
        <w:t>disait ma femme</w:t>
      </w:r>
      <w:r>
        <w:t>.</w:t>
      </w:r>
    </w:p>
    <w:p w14:paraId="5E67C90C" w14:textId="77777777" w:rsidR="00435B4F" w:rsidRDefault="00256283" w:rsidP="00256283">
      <w:proofErr w:type="spellStart"/>
      <w:r>
        <w:t>Asta</w:t>
      </w:r>
      <w:proofErr w:type="spellEnd"/>
      <w:r>
        <w:t xml:space="preserve"> léchait ses pattes dans un coin</w:t>
      </w:r>
      <w:r w:rsidR="00435B4F">
        <w:t>.</w:t>
      </w:r>
    </w:p>
    <w:p w14:paraId="4E98BDDB" w14:textId="77777777" w:rsidR="00435B4F" w:rsidRDefault="00256283" w:rsidP="00256283">
      <w:proofErr w:type="spellStart"/>
      <w:r>
        <w:t>Guild</w:t>
      </w:r>
      <w:proofErr w:type="spellEnd"/>
      <w:r>
        <w:t xml:space="preserve"> tira sa montre</w:t>
      </w:r>
      <w:r w:rsidR="00435B4F">
        <w:t>.</w:t>
      </w:r>
    </w:p>
    <w:p w14:paraId="54B854FF" w14:textId="77777777" w:rsidR="00435B4F" w:rsidRDefault="00435B4F" w:rsidP="00256283">
      <w:r>
        <w:lastRenderedPageBreak/>
        <w:t>— </w:t>
      </w:r>
      <w:r w:rsidR="00256283">
        <w:t>J</w:t>
      </w:r>
      <w:r>
        <w:t>’</w:t>
      </w:r>
      <w:r w:rsidR="00256283">
        <w:t>abuse</w:t>
      </w:r>
      <w:r>
        <w:t xml:space="preserve">, </w:t>
      </w:r>
      <w:r w:rsidR="00256283">
        <w:t>dit-il</w:t>
      </w:r>
      <w:r>
        <w:t xml:space="preserve">, </w:t>
      </w:r>
      <w:r w:rsidR="00256283">
        <w:t>je n</w:t>
      </w:r>
      <w:r>
        <w:t>’</w:t>
      </w:r>
      <w:r w:rsidR="00256283">
        <w:t>avais pas l</w:t>
      </w:r>
      <w:r>
        <w:t>’</w:t>
      </w:r>
      <w:r w:rsidR="00256283">
        <w:t>intention</w:t>
      </w:r>
      <w:r>
        <w:t>…</w:t>
      </w:r>
    </w:p>
    <w:p w14:paraId="3EA19DB1" w14:textId="77777777" w:rsidR="00435B4F" w:rsidRDefault="00435B4F" w:rsidP="00256283">
      <w:r>
        <w:t>— </w:t>
      </w:r>
      <w:r w:rsidR="00256283">
        <w:t>Nous en étions au meurtre</w:t>
      </w:r>
      <w:r>
        <w:t xml:space="preserve">, </w:t>
      </w:r>
      <w:r w:rsidR="00256283">
        <w:t>coupai-je</w:t>
      </w:r>
      <w:r>
        <w:t xml:space="preserve">, </w:t>
      </w:r>
      <w:r w:rsidR="00256283">
        <w:t>m</w:t>
      </w:r>
      <w:r>
        <w:t>’</w:t>
      </w:r>
      <w:r w:rsidR="00256283">
        <w:t>asseyant près de lui</w:t>
      </w:r>
      <w:r>
        <w:t>.</w:t>
      </w:r>
    </w:p>
    <w:p w14:paraId="592B6E15" w14:textId="77777777" w:rsidR="00435B4F" w:rsidRDefault="00435B4F" w:rsidP="00256283">
      <w:r>
        <w:t>— </w:t>
      </w:r>
      <w:r w:rsidR="00256283">
        <w:t>Oui</w:t>
      </w:r>
      <w:r>
        <w:t xml:space="preserve"> ; </w:t>
      </w:r>
      <w:r w:rsidR="00256283">
        <w:t>il s</w:t>
      </w:r>
      <w:r>
        <w:t>’</w:t>
      </w:r>
      <w:r w:rsidR="00256283">
        <w:t>accota contre les coussins</w:t>
      </w:r>
      <w:r>
        <w:t xml:space="preserve"> ; </w:t>
      </w:r>
      <w:r w:rsidR="00256283">
        <w:t>c</w:t>
      </w:r>
      <w:r>
        <w:t>’</w:t>
      </w:r>
      <w:r w:rsidR="00256283">
        <w:t>était le vingt-trois</w:t>
      </w:r>
      <w:r>
        <w:t xml:space="preserve">, </w:t>
      </w:r>
      <w:r w:rsidR="00256283">
        <w:t>un vendredi</w:t>
      </w:r>
      <w:r>
        <w:t xml:space="preserve">, </w:t>
      </w:r>
      <w:r w:rsidR="00256283">
        <w:t>un peu avant trois heures de l</w:t>
      </w:r>
      <w:r>
        <w:t>’</w:t>
      </w:r>
      <w:r w:rsidR="00256283">
        <w:t>après-midi puisque c</w:t>
      </w:r>
      <w:r>
        <w:t>’</w:t>
      </w:r>
      <w:r w:rsidR="00256283">
        <w:t xml:space="preserve">est à cette heure-là que </w:t>
      </w:r>
      <w:r>
        <w:t>M</w:t>
      </w:r>
      <w:r w:rsidRPr="00435B4F">
        <w:rPr>
          <w:vertAlign w:val="superscript"/>
        </w:rPr>
        <w:t>rs</w:t>
      </w:r>
      <w:r>
        <w:t> </w:t>
      </w:r>
      <w:r w:rsidR="00256283">
        <w:t>Jorgensen a trouvé Julia</w:t>
      </w:r>
      <w:r>
        <w:t xml:space="preserve">. </w:t>
      </w:r>
      <w:r w:rsidR="00256283">
        <w:t>Il est difficile de savoir depuis combien de temps la jeune fille était là en train de mourir</w:t>
      </w:r>
      <w:r>
        <w:t xml:space="preserve">. </w:t>
      </w:r>
      <w:r w:rsidR="00256283">
        <w:t>Elle a répondu au téléphone</w:t>
      </w:r>
      <w:r>
        <w:t xml:space="preserve"> – </w:t>
      </w:r>
      <w:r w:rsidR="00256283">
        <w:t>qui fonctionnait</w:t>
      </w:r>
      <w:r>
        <w:t xml:space="preserve"> – </w:t>
      </w:r>
      <w:r w:rsidR="00256283">
        <w:t>vers deux heures trente</w:t>
      </w:r>
      <w:r>
        <w:t xml:space="preserve">, </w:t>
      </w:r>
      <w:r w:rsidR="00256283">
        <w:t xml:space="preserve">quand </w:t>
      </w:r>
      <w:r>
        <w:t>M</w:t>
      </w:r>
      <w:r w:rsidRPr="00435B4F">
        <w:rPr>
          <w:vertAlign w:val="superscript"/>
        </w:rPr>
        <w:t>rs</w:t>
      </w:r>
      <w:r>
        <w:t> </w:t>
      </w:r>
      <w:r w:rsidR="00256283">
        <w:t>Jorgensen l</w:t>
      </w:r>
      <w:r>
        <w:t>’</w:t>
      </w:r>
      <w:r w:rsidR="00256283">
        <w:t>a appelée et elle était encore indemne vers trois heures quand Macaulay a téléphoné à son tour</w:t>
      </w:r>
      <w:r>
        <w:t>.</w:t>
      </w:r>
    </w:p>
    <w:p w14:paraId="722B1336" w14:textId="77777777" w:rsidR="00435B4F" w:rsidRDefault="00435B4F" w:rsidP="00256283">
      <w:r>
        <w:t>— </w:t>
      </w:r>
      <w:r w:rsidR="00256283">
        <w:t>J</w:t>
      </w:r>
      <w:r>
        <w:t>’</w:t>
      </w:r>
      <w:r w:rsidR="00256283">
        <w:t xml:space="preserve">ignorais que </w:t>
      </w:r>
      <w:r>
        <w:t>M</w:t>
      </w:r>
      <w:r w:rsidRPr="00435B4F">
        <w:rPr>
          <w:vertAlign w:val="superscript"/>
        </w:rPr>
        <w:t>rs</w:t>
      </w:r>
      <w:r>
        <w:t> </w:t>
      </w:r>
      <w:r w:rsidR="00256283">
        <w:t>Jorgensen ait téléphoné</w:t>
      </w:r>
      <w:r>
        <w:t xml:space="preserve">, </w:t>
      </w:r>
      <w:r w:rsidR="00256283">
        <w:t>dis-je</w:t>
      </w:r>
      <w:r>
        <w:t>.</w:t>
      </w:r>
    </w:p>
    <w:p w14:paraId="798CFAEC" w14:textId="77777777" w:rsidR="00435B4F" w:rsidRDefault="00435B4F" w:rsidP="00256283">
      <w:r>
        <w:t>— </w:t>
      </w:r>
      <w:r w:rsidR="00256283">
        <w:t>Nous l</w:t>
      </w:r>
      <w:r>
        <w:t>’</w:t>
      </w:r>
      <w:r w:rsidR="00256283">
        <w:t>avons vérifié</w:t>
      </w:r>
      <w:r>
        <w:t xml:space="preserve">, </w:t>
      </w:r>
      <w:r w:rsidR="00256283">
        <w:t>dit le policier</w:t>
      </w:r>
      <w:r>
        <w:t xml:space="preserve">, </w:t>
      </w:r>
      <w:r w:rsidR="00256283">
        <w:t>l</w:t>
      </w:r>
      <w:r>
        <w:t>’</w:t>
      </w:r>
      <w:r w:rsidR="00256283">
        <w:t xml:space="preserve">employé du standard du </w:t>
      </w:r>
      <w:proofErr w:type="spellStart"/>
      <w:r w:rsidR="00256283">
        <w:t>Courtland</w:t>
      </w:r>
      <w:proofErr w:type="spellEnd"/>
      <w:r w:rsidR="00256283">
        <w:t xml:space="preserve"> a inscrit la communication de </w:t>
      </w:r>
      <w:r>
        <w:t>M</w:t>
      </w:r>
      <w:r w:rsidRPr="00435B4F">
        <w:rPr>
          <w:vertAlign w:val="superscript"/>
        </w:rPr>
        <w:t>rs</w:t>
      </w:r>
      <w:r>
        <w:t> </w:t>
      </w:r>
      <w:r w:rsidR="00256283">
        <w:t>Jorgensen à trois heures</w:t>
      </w:r>
      <w:r>
        <w:t>.</w:t>
      </w:r>
    </w:p>
    <w:p w14:paraId="308316C3" w14:textId="77777777" w:rsidR="00435B4F" w:rsidRDefault="00435B4F" w:rsidP="00256283">
      <w:r>
        <w:t>— </w:t>
      </w:r>
      <w:r w:rsidR="00256283">
        <w:t>Qu</w:t>
      </w:r>
      <w:r>
        <w:t>’</w:t>
      </w:r>
      <w:r w:rsidR="00256283">
        <w:t>est-ce que Mimi a déclaré</w:t>
      </w:r>
      <w:r>
        <w:t> ?</w:t>
      </w:r>
    </w:p>
    <w:p w14:paraId="300D0764" w14:textId="77777777" w:rsidR="00435B4F" w:rsidRDefault="00435B4F" w:rsidP="00256283">
      <w:r>
        <w:t>— </w:t>
      </w:r>
      <w:r w:rsidR="00256283">
        <w:t>Qu</w:t>
      </w:r>
      <w:r>
        <w:t>’</w:t>
      </w:r>
      <w:r w:rsidR="00256283">
        <w:t xml:space="preserve">elle a demandé à Julia où était </w:t>
      </w:r>
      <w:proofErr w:type="spellStart"/>
      <w:r w:rsidR="00256283">
        <w:t>Wynant</w:t>
      </w:r>
      <w:proofErr w:type="spellEnd"/>
      <w:r>
        <w:t xml:space="preserve">, </w:t>
      </w:r>
      <w:r w:rsidR="00256283">
        <w:t>que Miss Wolf a répondu qu</w:t>
      </w:r>
      <w:r>
        <w:t>’</w:t>
      </w:r>
      <w:r w:rsidR="00256283">
        <w:t>elle l</w:t>
      </w:r>
      <w:r>
        <w:t>’</w:t>
      </w:r>
      <w:r w:rsidR="00256283">
        <w:t>ignorait</w:t>
      </w:r>
      <w:r>
        <w:t xml:space="preserve">, </w:t>
      </w:r>
      <w:r w:rsidR="00256283">
        <w:t>que</w:t>
      </w:r>
      <w:r>
        <w:t xml:space="preserve">, </w:t>
      </w:r>
      <w:r w:rsidR="00256283">
        <w:t>croyant à un mensonge</w:t>
      </w:r>
      <w:r>
        <w:t xml:space="preserve">, </w:t>
      </w:r>
      <w:r w:rsidR="00256283">
        <w:t>elle lui avait demandé si elle pouvait venir la voir</w:t>
      </w:r>
      <w:r>
        <w:t xml:space="preserve">, </w:t>
      </w:r>
      <w:r w:rsidR="00256283">
        <w:t>et que Julia avait accepté</w:t>
      </w:r>
      <w:r>
        <w:t xml:space="preserve">. </w:t>
      </w:r>
      <w:r w:rsidR="00256283">
        <w:t>Elle y est donc allée</w:t>
      </w:r>
      <w:r>
        <w:t xml:space="preserve">. </w:t>
      </w:r>
      <w:r w:rsidR="00256283">
        <w:t>Le personnel de l</w:t>
      </w:r>
      <w:r>
        <w:t>’</w:t>
      </w:r>
      <w:r w:rsidR="00256283">
        <w:t>immeuble ne se souvient pas d</w:t>
      </w:r>
      <w:r>
        <w:t>’</w:t>
      </w:r>
      <w:r w:rsidR="00256283">
        <w:t>avoir vu quelqu</w:t>
      </w:r>
      <w:r>
        <w:t>’</w:t>
      </w:r>
      <w:r w:rsidR="00256283">
        <w:t>un entrer ou sortir de chez Miss Wolf</w:t>
      </w:r>
      <w:r>
        <w:t xml:space="preserve">. </w:t>
      </w:r>
      <w:r w:rsidR="00256283">
        <w:t>L</w:t>
      </w:r>
      <w:r>
        <w:t>’</w:t>
      </w:r>
      <w:r w:rsidR="00256283">
        <w:t>arme n</w:t>
      </w:r>
      <w:r>
        <w:t>’</w:t>
      </w:r>
      <w:r w:rsidR="00256283">
        <w:t>a pas été retrouvée</w:t>
      </w:r>
      <w:r>
        <w:t xml:space="preserve">. </w:t>
      </w:r>
      <w:r w:rsidR="00256283">
        <w:t>Aucun signe d</w:t>
      </w:r>
      <w:r>
        <w:t>’</w:t>
      </w:r>
      <w:r w:rsidR="00256283">
        <w:t>effraction</w:t>
      </w:r>
      <w:r>
        <w:t xml:space="preserve">. </w:t>
      </w:r>
      <w:r w:rsidR="00256283">
        <w:t>Pas de désordre dans la pièce</w:t>
      </w:r>
      <w:r>
        <w:t xml:space="preserve">. </w:t>
      </w:r>
      <w:r w:rsidR="00256283">
        <w:t>Julia portait au doigt une bague</w:t>
      </w:r>
      <w:r>
        <w:t xml:space="preserve">, </w:t>
      </w:r>
      <w:r w:rsidR="00256283">
        <w:t>ornée de diamants</w:t>
      </w:r>
      <w:r>
        <w:t xml:space="preserve">, </w:t>
      </w:r>
      <w:r w:rsidR="00256283">
        <w:t>qui vaut plusieurs centaines de dollars</w:t>
      </w:r>
      <w:r>
        <w:t xml:space="preserve">. </w:t>
      </w:r>
      <w:r w:rsidR="00256283">
        <w:t>Son sac contenait un peu d</w:t>
      </w:r>
      <w:r>
        <w:t>’</w:t>
      </w:r>
      <w:r w:rsidR="00256283">
        <w:t>argent</w:t>
      </w:r>
      <w:r>
        <w:t xml:space="preserve">. </w:t>
      </w:r>
      <w:r w:rsidR="00256283">
        <w:t>Les valets de l</w:t>
      </w:r>
      <w:r>
        <w:t>’</w:t>
      </w:r>
      <w:r w:rsidR="00256283">
        <w:t xml:space="preserve">étage connaissent </w:t>
      </w:r>
      <w:proofErr w:type="spellStart"/>
      <w:r w:rsidR="00256283">
        <w:t>Wynant</w:t>
      </w:r>
      <w:proofErr w:type="spellEnd"/>
      <w:r w:rsidR="00256283">
        <w:t xml:space="preserve"> et Morelli</w:t>
      </w:r>
      <w:r>
        <w:t xml:space="preserve"> : </w:t>
      </w:r>
      <w:r w:rsidR="00256283">
        <w:t>ils déclarent n</w:t>
      </w:r>
      <w:r>
        <w:t>’</w:t>
      </w:r>
      <w:r w:rsidR="00256283">
        <w:t>avoir vu ni l</w:t>
      </w:r>
      <w:r>
        <w:t>’</w:t>
      </w:r>
      <w:r w:rsidR="00256283">
        <w:t>un ni l</w:t>
      </w:r>
      <w:r>
        <w:t>’</w:t>
      </w:r>
      <w:r w:rsidR="00256283">
        <w:t>autre depuis longtemps</w:t>
      </w:r>
      <w:r>
        <w:t xml:space="preserve">. </w:t>
      </w:r>
      <w:r w:rsidR="00256283">
        <w:t>L</w:t>
      </w:r>
      <w:r>
        <w:t>’</w:t>
      </w:r>
      <w:r w:rsidR="00256283">
        <w:t>échelle de sûreté pour l</w:t>
      </w:r>
      <w:r>
        <w:t>’</w:t>
      </w:r>
      <w:r w:rsidR="00256283">
        <w:t>incendie ne paraît pas avoir été utilisée</w:t>
      </w:r>
      <w:r>
        <w:t xml:space="preserve">. </w:t>
      </w:r>
      <w:r w:rsidR="00256283">
        <w:t>Voilà</w:t>
      </w:r>
      <w:r>
        <w:t> !</w:t>
      </w:r>
    </w:p>
    <w:p w14:paraId="7EE144EA" w14:textId="77777777" w:rsidR="00435B4F" w:rsidRDefault="00256283" w:rsidP="00256283">
      <w:r>
        <w:t>Il étendit les mains</w:t>
      </w:r>
      <w:r w:rsidR="00435B4F">
        <w:t xml:space="preserve">, </w:t>
      </w:r>
      <w:r>
        <w:t>la paume vers le plafond</w:t>
      </w:r>
      <w:r w:rsidR="00435B4F">
        <w:t>.</w:t>
      </w:r>
    </w:p>
    <w:p w14:paraId="231DD10D" w14:textId="77777777" w:rsidR="00435B4F" w:rsidRDefault="00435B4F" w:rsidP="00256283">
      <w:r>
        <w:lastRenderedPageBreak/>
        <w:t>— </w:t>
      </w:r>
      <w:r w:rsidR="00256283">
        <w:t>C</w:t>
      </w:r>
      <w:r>
        <w:t>’</w:t>
      </w:r>
      <w:r w:rsidR="00256283">
        <w:t>est tout</w:t>
      </w:r>
      <w:r>
        <w:t xml:space="preserve">, </w:t>
      </w:r>
      <w:r w:rsidR="00256283">
        <w:t>dit-il</w:t>
      </w:r>
      <w:r>
        <w:t>.</w:t>
      </w:r>
    </w:p>
    <w:p w14:paraId="49E9A5EE" w14:textId="77777777" w:rsidR="00435B4F" w:rsidRDefault="00435B4F" w:rsidP="00256283">
      <w:r>
        <w:t>— </w:t>
      </w:r>
      <w:r w:rsidR="00256283">
        <w:t>Pas d</w:t>
      </w:r>
      <w:r>
        <w:t>’</w:t>
      </w:r>
      <w:r w:rsidR="00256283">
        <w:t>empreintes</w:t>
      </w:r>
      <w:r>
        <w:t xml:space="preserve">, </w:t>
      </w:r>
      <w:r w:rsidR="00256283">
        <w:t>digitales</w:t>
      </w:r>
      <w:r>
        <w:t> ?</w:t>
      </w:r>
    </w:p>
    <w:p w14:paraId="238F7CDF" w14:textId="77777777" w:rsidR="00435B4F" w:rsidRDefault="00435B4F" w:rsidP="00256283">
      <w:r>
        <w:t>— </w:t>
      </w:r>
      <w:r w:rsidR="00256283">
        <w:t>Les siennes</w:t>
      </w:r>
      <w:r>
        <w:t xml:space="preserve">, </w:t>
      </w:r>
      <w:r w:rsidR="00256283">
        <w:t>celles des domestiques</w:t>
      </w:r>
      <w:r>
        <w:t>.</w:t>
      </w:r>
    </w:p>
    <w:p w14:paraId="52B62F95" w14:textId="77777777" w:rsidR="00435B4F" w:rsidRDefault="00435B4F" w:rsidP="00256283">
      <w:r>
        <w:t>— </w:t>
      </w:r>
      <w:r w:rsidR="00256283">
        <w:t>Aucun renseignement par les amis de Julia</w:t>
      </w:r>
      <w:r>
        <w:t> ?</w:t>
      </w:r>
    </w:p>
    <w:p w14:paraId="324C464A" w14:textId="77777777" w:rsidR="00435B4F" w:rsidRDefault="00435B4F" w:rsidP="00256283">
      <w:r>
        <w:t>— </w:t>
      </w:r>
      <w:r w:rsidR="00256283">
        <w:t>Elle ne semblait pas en avoir</w:t>
      </w:r>
      <w:r>
        <w:t>.</w:t>
      </w:r>
    </w:p>
    <w:p w14:paraId="33315296" w14:textId="77777777" w:rsidR="00435B4F" w:rsidRDefault="00435B4F" w:rsidP="00256283">
      <w:r>
        <w:t>— </w:t>
      </w:r>
      <w:r w:rsidR="00256283">
        <w:t xml:space="preserve">Et </w:t>
      </w:r>
      <w:proofErr w:type="spellStart"/>
      <w:r w:rsidR="00256283">
        <w:t>Nunheim</w:t>
      </w:r>
      <w:proofErr w:type="spellEnd"/>
      <w:r>
        <w:t xml:space="preserve">, </w:t>
      </w:r>
      <w:r w:rsidR="00256283">
        <w:t>celui qui l</w:t>
      </w:r>
      <w:r>
        <w:t>’</w:t>
      </w:r>
      <w:r w:rsidR="00256283">
        <w:t>a reconnue comme étant amie de Morelli</w:t>
      </w:r>
      <w:r>
        <w:t> ?</w:t>
      </w:r>
    </w:p>
    <w:p w14:paraId="063A05D5" w14:textId="77777777" w:rsidR="00435B4F" w:rsidRDefault="00435B4F" w:rsidP="00256283">
      <w:r>
        <w:t>— </w:t>
      </w:r>
      <w:r w:rsidR="00256283">
        <w:t>Il la connaissait de vue</w:t>
      </w:r>
      <w:r>
        <w:t xml:space="preserve">, </w:t>
      </w:r>
      <w:r w:rsidR="00256283">
        <w:t>il a remarqué la photographie dans les journaux</w:t>
      </w:r>
      <w:r>
        <w:t>.</w:t>
      </w:r>
    </w:p>
    <w:p w14:paraId="7AFE7ED6" w14:textId="77777777" w:rsidR="00435B4F" w:rsidRDefault="00435B4F" w:rsidP="00256283">
      <w:r>
        <w:t>— </w:t>
      </w:r>
      <w:r w:rsidR="00256283">
        <w:t xml:space="preserve">Qui est ce </w:t>
      </w:r>
      <w:proofErr w:type="spellStart"/>
      <w:r w:rsidR="00256283">
        <w:t>Nunheim</w:t>
      </w:r>
      <w:proofErr w:type="spellEnd"/>
      <w:r>
        <w:t> ?</w:t>
      </w:r>
    </w:p>
    <w:p w14:paraId="1054DC5E" w14:textId="77777777" w:rsidR="00435B4F" w:rsidRDefault="00435B4F" w:rsidP="00256283">
      <w:r>
        <w:t>— </w:t>
      </w:r>
      <w:r w:rsidR="00256283">
        <w:t>Nous le connaissons bien</w:t>
      </w:r>
      <w:r>
        <w:t>.</w:t>
      </w:r>
    </w:p>
    <w:p w14:paraId="2296C91C" w14:textId="77777777" w:rsidR="00435B4F" w:rsidRDefault="00435B4F" w:rsidP="00256283">
      <w:r>
        <w:t>— </w:t>
      </w:r>
      <w:r w:rsidR="00256283">
        <w:t>Vous ne me cachez rien</w:t>
      </w:r>
      <w:r>
        <w:t xml:space="preserve">, </w:t>
      </w:r>
      <w:r w:rsidR="00256283">
        <w:t>j</w:t>
      </w:r>
      <w:r>
        <w:t>’</w:t>
      </w:r>
      <w:r w:rsidR="00256283">
        <w:t>espère</w:t>
      </w:r>
      <w:r>
        <w:t xml:space="preserve">, </w:t>
      </w:r>
      <w:r w:rsidR="00256283">
        <w:t>dis-je</w:t>
      </w:r>
      <w:r>
        <w:t xml:space="preserve">, </w:t>
      </w:r>
      <w:r w:rsidR="00256283">
        <w:t>après m</w:t>
      </w:r>
      <w:r>
        <w:t>’</w:t>
      </w:r>
      <w:r w:rsidR="00256283">
        <w:t>avoir fait promettre que je vous dirais tout</w:t>
      </w:r>
      <w:r>
        <w:t>.</w:t>
      </w:r>
    </w:p>
    <w:p w14:paraId="0DADEB2D" w14:textId="77777777" w:rsidR="00435B4F" w:rsidRDefault="00435B4F" w:rsidP="00256283">
      <w:r>
        <w:t>— </w:t>
      </w:r>
      <w:r w:rsidR="00256283">
        <w:t>Si vous voulez garder cela pour vous</w:t>
      </w:r>
      <w:r>
        <w:t xml:space="preserve">, </w:t>
      </w:r>
      <w:r w:rsidR="00256283">
        <w:t xml:space="preserve">je puis vous dire que </w:t>
      </w:r>
      <w:proofErr w:type="spellStart"/>
      <w:r w:rsidR="00256283">
        <w:t>Nunheim</w:t>
      </w:r>
      <w:proofErr w:type="spellEnd"/>
      <w:r w:rsidR="00256283">
        <w:t xml:space="preserve"> travaille pour nous</w:t>
      </w:r>
      <w:r>
        <w:t xml:space="preserve">, </w:t>
      </w:r>
      <w:r w:rsidR="00256283">
        <w:t>de temps à autre</w:t>
      </w:r>
      <w:r>
        <w:t>.</w:t>
      </w:r>
    </w:p>
    <w:p w14:paraId="6423D312" w14:textId="77777777" w:rsidR="00435B4F" w:rsidRDefault="00435B4F" w:rsidP="00256283">
      <w:r>
        <w:t>— </w:t>
      </w:r>
      <w:r w:rsidR="00256283">
        <w:t>Ah</w:t>
      </w:r>
      <w:r>
        <w:t> !</w:t>
      </w:r>
    </w:p>
    <w:p w14:paraId="4D653C72" w14:textId="77777777" w:rsidR="00435B4F" w:rsidRDefault="00435B4F" w:rsidP="00256283">
      <w:r>
        <w:t>— </w:t>
      </w:r>
      <w:r w:rsidR="00256283">
        <w:t>Voilà</w:t>
      </w:r>
      <w:r>
        <w:t xml:space="preserve">, </w:t>
      </w:r>
      <w:r w:rsidR="00256283">
        <w:t>soupira le policier</w:t>
      </w:r>
      <w:r>
        <w:t xml:space="preserve">, </w:t>
      </w:r>
      <w:r w:rsidR="00256283">
        <w:t>nous ne savons pas autre chose</w:t>
      </w:r>
      <w:r>
        <w:t xml:space="preserve">. </w:t>
      </w:r>
      <w:r w:rsidR="00256283">
        <w:t>Est-ce suffisant</w:t>
      </w:r>
      <w:r>
        <w:t> ?</w:t>
      </w:r>
    </w:p>
    <w:p w14:paraId="3FCCB243" w14:textId="77777777" w:rsidR="00435B4F" w:rsidRDefault="00435B4F" w:rsidP="00256283">
      <w:r>
        <w:t>— </w:t>
      </w:r>
      <w:r w:rsidR="00256283">
        <w:t>Non</w:t>
      </w:r>
      <w:r>
        <w:t>.</w:t>
      </w:r>
    </w:p>
    <w:p w14:paraId="2ADF8DCE" w14:textId="77777777" w:rsidR="00435B4F" w:rsidRDefault="00256283" w:rsidP="00256283">
      <w:r>
        <w:t>Il me regarda quelques secondes sans parler</w:t>
      </w:r>
      <w:r w:rsidR="00435B4F">
        <w:t>.</w:t>
      </w:r>
    </w:p>
    <w:p w14:paraId="5D4FED07" w14:textId="77777777" w:rsidR="00435B4F" w:rsidRDefault="00435B4F" w:rsidP="00256283">
      <w:r>
        <w:t>— </w:t>
      </w:r>
      <w:r w:rsidR="00256283">
        <w:t>Quoi encore</w:t>
      </w:r>
      <w:r>
        <w:t xml:space="preserve"> ? </w:t>
      </w:r>
      <w:r w:rsidR="00256283">
        <w:t>fit-il enfin</w:t>
      </w:r>
      <w:r>
        <w:t>.</w:t>
      </w:r>
    </w:p>
    <w:p w14:paraId="5E451389" w14:textId="77777777" w:rsidR="00435B4F" w:rsidRDefault="00435B4F" w:rsidP="00256283">
      <w:r>
        <w:t>— </w:t>
      </w:r>
      <w:r w:rsidR="00256283">
        <w:t>Cette bague</w:t>
      </w:r>
      <w:r>
        <w:t xml:space="preserve">, </w:t>
      </w:r>
      <w:r w:rsidR="00256283">
        <w:t>demandai-je</w:t>
      </w:r>
      <w:r>
        <w:t xml:space="preserve">, </w:t>
      </w:r>
      <w:r w:rsidR="00256283">
        <w:t>était-ce une bague de fiançailles</w:t>
      </w:r>
      <w:r>
        <w:t> ?</w:t>
      </w:r>
    </w:p>
    <w:p w14:paraId="1B0B617D" w14:textId="77777777" w:rsidR="00435B4F" w:rsidRDefault="00435B4F" w:rsidP="00256283">
      <w:r>
        <w:lastRenderedPageBreak/>
        <w:t>— </w:t>
      </w:r>
      <w:r w:rsidR="00256283">
        <w:t>Elle la portait à l</w:t>
      </w:r>
      <w:r>
        <w:t>’</w:t>
      </w:r>
      <w:r w:rsidR="00256283">
        <w:t>annulaire</w:t>
      </w:r>
      <w:r>
        <w:t xml:space="preserve">, </w:t>
      </w:r>
      <w:r w:rsidR="00256283">
        <w:t>en tout cas</w:t>
      </w:r>
      <w:r>
        <w:t xml:space="preserve">, </w:t>
      </w:r>
      <w:r w:rsidR="00256283">
        <w:t>répondit-il</w:t>
      </w:r>
      <w:r>
        <w:t xml:space="preserve">. </w:t>
      </w:r>
      <w:r w:rsidR="00256283">
        <w:t>Pourquoi</w:t>
      </w:r>
      <w:r>
        <w:t> ?</w:t>
      </w:r>
    </w:p>
    <w:p w14:paraId="1EA7AF69" w14:textId="77777777" w:rsidR="00435B4F" w:rsidRDefault="00435B4F" w:rsidP="00256283">
      <w:r>
        <w:t>— </w:t>
      </w:r>
      <w:r w:rsidR="00256283">
        <w:t>Il serait intéressant de savoir qui l</w:t>
      </w:r>
      <w:r>
        <w:t>’</w:t>
      </w:r>
      <w:r w:rsidR="00256283">
        <w:t>a achetée</w:t>
      </w:r>
      <w:r>
        <w:t xml:space="preserve">. </w:t>
      </w:r>
      <w:r w:rsidR="00256283">
        <w:t>Je vais voir Macaulay cet après-midi</w:t>
      </w:r>
      <w:r>
        <w:t xml:space="preserve">. </w:t>
      </w:r>
      <w:r w:rsidR="00256283">
        <w:t>S</w:t>
      </w:r>
      <w:r>
        <w:t>’</w:t>
      </w:r>
      <w:r w:rsidR="00256283">
        <w:t>il y a du nouveau je vous téléphonerai</w:t>
      </w:r>
      <w:r>
        <w:t xml:space="preserve">. </w:t>
      </w:r>
      <w:r w:rsidR="00256283">
        <w:t>Tout cela a l</w:t>
      </w:r>
      <w:r>
        <w:t>’</w:t>
      </w:r>
      <w:r w:rsidR="00256283">
        <w:t>air d</w:t>
      </w:r>
      <w:r>
        <w:t>’</w:t>
      </w:r>
      <w:r w:rsidR="00256283">
        <w:t xml:space="preserve">accuser </w:t>
      </w:r>
      <w:proofErr w:type="spellStart"/>
      <w:r w:rsidR="00256283">
        <w:t>Wynant</w:t>
      </w:r>
      <w:proofErr w:type="spellEnd"/>
      <w:r>
        <w:t>…</w:t>
      </w:r>
    </w:p>
    <w:p w14:paraId="22010F0F" w14:textId="77777777" w:rsidR="00435B4F" w:rsidRDefault="00435B4F" w:rsidP="00256283">
      <w:r>
        <w:t>— </w:t>
      </w:r>
      <w:r w:rsidR="00256283">
        <w:t>Hum</w:t>
      </w:r>
      <w:r>
        <w:t xml:space="preserve"> ! </w:t>
      </w:r>
      <w:r w:rsidR="00256283">
        <w:t xml:space="preserve">grogna </w:t>
      </w:r>
      <w:proofErr w:type="spellStart"/>
      <w:r w:rsidR="00256283">
        <w:t>Guild</w:t>
      </w:r>
      <w:proofErr w:type="spellEnd"/>
      <w:r>
        <w:t>.</w:t>
      </w:r>
    </w:p>
    <w:p w14:paraId="1DAB89F8" w14:textId="77777777" w:rsidR="00435B4F" w:rsidRDefault="00256283" w:rsidP="00256283">
      <w:r>
        <w:t>Il serra la main de Nora</w:t>
      </w:r>
      <w:r w:rsidR="00435B4F">
        <w:t xml:space="preserve">, </w:t>
      </w:r>
      <w:r>
        <w:t>la mienne</w:t>
      </w:r>
      <w:r w:rsidR="00435B4F">
        <w:t xml:space="preserve">, </w:t>
      </w:r>
      <w:r>
        <w:t>et nous remercia longuement pour le whisky</w:t>
      </w:r>
      <w:r w:rsidR="00435B4F">
        <w:t xml:space="preserve">, </w:t>
      </w:r>
      <w:r>
        <w:t>le déjeuner</w:t>
      </w:r>
      <w:r w:rsidR="00435B4F">
        <w:t xml:space="preserve">, </w:t>
      </w:r>
      <w:r>
        <w:t>notre hospitalité</w:t>
      </w:r>
      <w:r w:rsidR="00435B4F">
        <w:t xml:space="preserve">, </w:t>
      </w:r>
      <w:r>
        <w:t>notre gentillesse</w:t>
      </w:r>
      <w:r w:rsidR="00435B4F">
        <w:t xml:space="preserve">, </w:t>
      </w:r>
      <w:r>
        <w:t>etc</w:t>
      </w:r>
      <w:r w:rsidR="00435B4F">
        <w:t>.…</w:t>
      </w:r>
    </w:p>
    <w:p w14:paraId="58D8A890" w14:textId="77777777" w:rsidR="00435B4F" w:rsidRDefault="00256283" w:rsidP="00256283">
      <w:r>
        <w:t>Puis il s</w:t>
      </w:r>
      <w:r w:rsidR="00435B4F">
        <w:t>’</w:t>
      </w:r>
      <w:r>
        <w:t>en alla</w:t>
      </w:r>
      <w:r w:rsidR="00435B4F">
        <w:t>.</w:t>
      </w:r>
    </w:p>
    <w:p w14:paraId="0AC7825E" w14:textId="77777777" w:rsidR="00435B4F" w:rsidRDefault="00435B4F" w:rsidP="00256283">
      <w:r>
        <w:t>— </w:t>
      </w:r>
      <w:r w:rsidR="00256283">
        <w:t>Je ne voudrais pas suggérer que c</w:t>
      </w:r>
      <w:r>
        <w:t>’</w:t>
      </w:r>
      <w:r w:rsidR="00256283">
        <w:t>est à cause de ton charme qu</w:t>
      </w:r>
      <w:r>
        <w:t>’</w:t>
      </w:r>
      <w:r w:rsidR="00256283">
        <w:t>il s</w:t>
      </w:r>
      <w:r>
        <w:t>’</w:t>
      </w:r>
      <w:r w:rsidR="00256283">
        <w:t>est mis en frais</w:t>
      </w:r>
      <w:r>
        <w:t xml:space="preserve">, </w:t>
      </w:r>
      <w:r w:rsidR="00256283">
        <w:t>dis-je à Nora</w:t>
      </w:r>
      <w:r>
        <w:t xml:space="preserve">, </w:t>
      </w:r>
      <w:r w:rsidR="00256283">
        <w:t>mais j</w:t>
      </w:r>
      <w:r>
        <w:t>’</w:t>
      </w:r>
      <w:r w:rsidR="00256283">
        <w:t>ai l</w:t>
      </w:r>
      <w:r>
        <w:t>’</w:t>
      </w:r>
      <w:r w:rsidR="00256283">
        <w:t>impression que ton amoureux se fout de nous</w:t>
      </w:r>
      <w:r>
        <w:t>.</w:t>
      </w:r>
    </w:p>
    <w:p w14:paraId="22E112C3" w14:textId="77777777" w:rsidR="00435B4F" w:rsidRDefault="00435B4F" w:rsidP="00256283">
      <w:r>
        <w:t>— </w:t>
      </w:r>
      <w:r w:rsidR="00256283">
        <w:t>Alors</w:t>
      </w:r>
      <w:r>
        <w:t xml:space="preserve">, </w:t>
      </w:r>
      <w:r w:rsidR="00256283">
        <w:t>dit-elle</w:t>
      </w:r>
      <w:r>
        <w:t xml:space="preserve">, </w:t>
      </w:r>
      <w:r w:rsidR="00256283">
        <w:t>tu en es là</w:t>
      </w:r>
      <w:r>
        <w:t xml:space="preserve"> ! </w:t>
      </w:r>
      <w:r w:rsidR="00256283">
        <w:t>Jaloux d</w:t>
      </w:r>
      <w:r>
        <w:t>’</w:t>
      </w:r>
      <w:r w:rsidR="00256283">
        <w:t>un policier</w:t>
      </w:r>
      <w:r>
        <w:t> !</w:t>
      </w:r>
    </w:p>
    <w:p w14:paraId="2F9988AD" w14:textId="77777777" w:rsidR="00256283" w:rsidRDefault="00256283" w:rsidP="003D5E6A">
      <w:pPr>
        <w:pStyle w:val="Titre1"/>
      </w:pPr>
      <w:bookmarkStart w:id="26" w:name="__RefHeading__52_1831309079"/>
      <w:bookmarkStart w:id="27" w:name="_Toc202285665"/>
      <w:bookmarkEnd w:id="26"/>
      <w:r>
        <w:lastRenderedPageBreak/>
        <w:t>XII</w:t>
      </w:r>
      <w:bookmarkEnd w:id="27"/>
    </w:p>
    <w:p w14:paraId="301D136A" w14:textId="77777777" w:rsidR="00435B4F" w:rsidRDefault="00256283" w:rsidP="00256283">
      <w:r>
        <w:t xml:space="preserve">La lettre de Clyde </w:t>
      </w:r>
      <w:proofErr w:type="spellStart"/>
      <w:r>
        <w:t>Wynant</w:t>
      </w:r>
      <w:proofErr w:type="spellEnd"/>
      <w:r>
        <w:t xml:space="preserve"> à Macaulay était longue</w:t>
      </w:r>
      <w:r w:rsidR="00435B4F">
        <w:t xml:space="preserve">, </w:t>
      </w:r>
      <w:r>
        <w:t>dactylographiée sur des feuillets de papier blanc sans en-tête et datée de Philadelphie</w:t>
      </w:r>
      <w:r w:rsidR="00435B4F">
        <w:t xml:space="preserve">, </w:t>
      </w:r>
      <w:r>
        <w:t>le 2</w:t>
      </w:r>
      <w:r w:rsidR="00435B4F">
        <w:t>6 décembre</w:t>
      </w:r>
      <w:r>
        <w:t xml:space="preserve"> 1932</w:t>
      </w:r>
      <w:r w:rsidR="00435B4F">
        <w:t>.</w:t>
      </w:r>
    </w:p>
    <w:p w14:paraId="667E96AF" w14:textId="77777777" w:rsidR="00256283" w:rsidRDefault="00256283" w:rsidP="00256283"/>
    <w:p w14:paraId="216794DD" w14:textId="77777777" w:rsidR="00435B4F" w:rsidRDefault="00435B4F" w:rsidP="00256283">
      <w:r>
        <w:t>« </w:t>
      </w:r>
      <w:r w:rsidR="00256283">
        <w:t>Cher Herbert</w:t>
      </w:r>
      <w:r>
        <w:t>,</w:t>
      </w:r>
    </w:p>
    <w:p w14:paraId="1DC69B3C" w14:textId="77777777" w:rsidR="00435B4F" w:rsidRDefault="00435B4F" w:rsidP="00256283">
      <w:r>
        <w:t>« </w:t>
      </w:r>
      <w:r w:rsidR="00256283">
        <w:t>Je télégraphie à Nick Charles qui</w:t>
      </w:r>
      <w:r>
        <w:t xml:space="preserve">, </w:t>
      </w:r>
      <w:r w:rsidR="00256283">
        <w:t>vous vous le rappelez sans doute</w:t>
      </w:r>
      <w:r>
        <w:t xml:space="preserve">, </w:t>
      </w:r>
      <w:r w:rsidR="00256283">
        <w:t>a travaillé pour moi il y a quelques années</w:t>
      </w:r>
      <w:r>
        <w:t xml:space="preserve">. </w:t>
      </w:r>
      <w:r w:rsidR="00256283">
        <w:t>Il est en ce moment à New-York et je lui demande de se mettre en rapport avec vous au sujet de l</w:t>
      </w:r>
      <w:r>
        <w:t>’</w:t>
      </w:r>
      <w:r w:rsidR="00256283">
        <w:t>horrible mort de Julia</w:t>
      </w:r>
      <w:r>
        <w:t xml:space="preserve">. </w:t>
      </w:r>
      <w:r w:rsidR="00256283">
        <w:t>Je désire que vous fassiez tout ce qui sera possible</w:t>
      </w:r>
      <w:r>
        <w:t xml:space="preserve"> (</w:t>
      </w:r>
      <w:r w:rsidR="00256283">
        <w:t>ici une ligne avait été effacée par des x et des m et il était impossible de la déchiffrer</w:t>
      </w:r>
      <w:r>
        <w:t xml:space="preserve">) </w:t>
      </w:r>
      <w:r w:rsidR="00256283">
        <w:t>pour le persuader de rechercher et de découvrir le meurtrier</w:t>
      </w:r>
      <w:r>
        <w:t xml:space="preserve">. </w:t>
      </w:r>
      <w:r w:rsidR="00256283">
        <w:t>Acceptez ses conditions</w:t>
      </w:r>
      <w:r>
        <w:t xml:space="preserve">, </w:t>
      </w:r>
      <w:r w:rsidR="00256283">
        <w:t>quelles qu</w:t>
      </w:r>
      <w:r>
        <w:t>’</w:t>
      </w:r>
      <w:r w:rsidR="00256283">
        <w:t>elles soient</w:t>
      </w:r>
      <w:r>
        <w:t>.</w:t>
      </w:r>
    </w:p>
    <w:p w14:paraId="673E0212" w14:textId="77777777" w:rsidR="00435B4F" w:rsidRDefault="00435B4F" w:rsidP="00256283">
      <w:r>
        <w:t>« </w:t>
      </w:r>
      <w:r w:rsidR="00256283">
        <w:t>Voici quelques détails qui pourront être utiles à Charles</w:t>
      </w:r>
      <w:r>
        <w:t xml:space="preserve">. </w:t>
      </w:r>
      <w:r w:rsidR="00256283">
        <w:t>Je ne suis pas d</w:t>
      </w:r>
      <w:r>
        <w:t>’</w:t>
      </w:r>
      <w:r w:rsidR="00256283">
        <w:t>avis qu</w:t>
      </w:r>
      <w:r>
        <w:t>’</w:t>
      </w:r>
      <w:r w:rsidR="00256283">
        <w:t>il en informe la police mais il en fera à sa tête</w:t>
      </w:r>
      <w:r>
        <w:t xml:space="preserve"> : </w:t>
      </w:r>
      <w:r w:rsidR="00256283">
        <w:t>je lui donne carte blanche</w:t>
      </w:r>
      <w:r>
        <w:t xml:space="preserve">, </w:t>
      </w:r>
      <w:r w:rsidR="00256283">
        <w:t>j</w:t>
      </w:r>
      <w:r>
        <w:t>’</w:t>
      </w:r>
      <w:r w:rsidR="00256283">
        <w:t>ai en lui la plus grande confiance</w:t>
      </w:r>
      <w:r>
        <w:t xml:space="preserve">. </w:t>
      </w:r>
      <w:r w:rsidR="00256283">
        <w:t>Peut-être même serait-il préférable de lui montrer cette lettre que je vous demande de brûler ensuite</w:t>
      </w:r>
      <w:r>
        <w:t>.</w:t>
      </w:r>
    </w:p>
    <w:p w14:paraId="50E24BFF" w14:textId="77777777" w:rsidR="00435B4F" w:rsidRDefault="00435B4F" w:rsidP="00256283">
      <w:r>
        <w:t>« </w:t>
      </w:r>
      <w:r w:rsidR="00256283">
        <w:t>Voici les faits</w:t>
      </w:r>
      <w:r>
        <w:t> :</w:t>
      </w:r>
    </w:p>
    <w:p w14:paraId="148A5F37" w14:textId="77777777" w:rsidR="00435B4F" w:rsidRDefault="00435B4F" w:rsidP="00256283">
      <w:r>
        <w:t>« </w:t>
      </w:r>
      <w:r w:rsidR="00256283">
        <w:t>Quand j</w:t>
      </w:r>
      <w:r>
        <w:t>’</w:t>
      </w:r>
      <w:r w:rsidR="00256283">
        <w:t>ai rencontré Julia</w:t>
      </w:r>
      <w:r>
        <w:t xml:space="preserve">, </w:t>
      </w:r>
      <w:r w:rsidR="00256283">
        <w:t>jeudi soir</w:t>
      </w:r>
      <w:r>
        <w:t xml:space="preserve">, </w:t>
      </w:r>
      <w:r w:rsidR="00256283">
        <w:t>pour qu</w:t>
      </w:r>
      <w:r>
        <w:t>’</w:t>
      </w:r>
      <w:r w:rsidR="00256283">
        <w:t>elle me remît les mille dollars que j</w:t>
      </w:r>
      <w:r>
        <w:t>’</w:t>
      </w:r>
      <w:r w:rsidR="00256283">
        <w:t>avais demandés</w:t>
      </w:r>
      <w:r>
        <w:t xml:space="preserve">, </w:t>
      </w:r>
      <w:r w:rsidR="00256283">
        <w:t>elle m</w:t>
      </w:r>
      <w:r>
        <w:t>’</w:t>
      </w:r>
      <w:r w:rsidR="00256283">
        <w:t>avertit qu</w:t>
      </w:r>
      <w:r>
        <w:t>’</w:t>
      </w:r>
      <w:r w:rsidR="00256283">
        <w:t>elle désirait me quitter</w:t>
      </w:r>
      <w:r>
        <w:t xml:space="preserve">. </w:t>
      </w:r>
      <w:r w:rsidR="00256283">
        <w:t>Elle prétendit que son état de santé l</w:t>
      </w:r>
      <w:r>
        <w:t>’</w:t>
      </w:r>
      <w:r w:rsidR="00256283">
        <w:t>inquiétait et que son médecin l</w:t>
      </w:r>
      <w:r>
        <w:t>’</w:t>
      </w:r>
      <w:r w:rsidR="00256283">
        <w:t>avait engagée à se reposer</w:t>
      </w:r>
      <w:r>
        <w:t xml:space="preserve">, </w:t>
      </w:r>
      <w:r w:rsidR="00256283">
        <w:t>ce qu</w:t>
      </w:r>
      <w:r>
        <w:t>’</w:t>
      </w:r>
      <w:r w:rsidR="00256283">
        <w:t>il lui était possible de faire maintenant</w:t>
      </w:r>
      <w:r>
        <w:t xml:space="preserve">, </w:t>
      </w:r>
      <w:r w:rsidR="00256283">
        <w:t>puisque la succession de son oncle venait d</w:t>
      </w:r>
      <w:r>
        <w:t>’</w:t>
      </w:r>
      <w:r w:rsidR="00256283">
        <w:t>être liquidée</w:t>
      </w:r>
      <w:r>
        <w:t xml:space="preserve">. </w:t>
      </w:r>
      <w:r w:rsidR="00256283">
        <w:t>Elle ne m</w:t>
      </w:r>
      <w:r>
        <w:t>’</w:t>
      </w:r>
      <w:r w:rsidR="00256283">
        <w:t>avait jamais auparavant entretenu de l</w:t>
      </w:r>
      <w:r>
        <w:t>’</w:t>
      </w:r>
      <w:r w:rsidR="00256283">
        <w:t>état de sa santé et je pensai qu</w:t>
      </w:r>
      <w:r>
        <w:t>’</w:t>
      </w:r>
      <w:r w:rsidR="00256283">
        <w:t>elle me cachait la vraie raison qui motivait son départ</w:t>
      </w:r>
      <w:r>
        <w:t xml:space="preserve">. </w:t>
      </w:r>
      <w:r w:rsidR="00256283">
        <w:t>J</w:t>
      </w:r>
      <w:r>
        <w:t>’</w:t>
      </w:r>
      <w:r w:rsidR="00256283">
        <w:t xml:space="preserve">ai </w:t>
      </w:r>
      <w:r w:rsidR="00256283">
        <w:lastRenderedPageBreak/>
        <w:t>vainement tenté de la faire parler mais elle a répété les mêmes raisons</w:t>
      </w:r>
      <w:r>
        <w:t xml:space="preserve">. </w:t>
      </w:r>
      <w:r w:rsidR="00256283">
        <w:t>J</w:t>
      </w:r>
      <w:r>
        <w:t>’</w:t>
      </w:r>
      <w:r w:rsidR="00256283">
        <w:t>ignorais que son oncle fût mort</w:t>
      </w:r>
      <w:r>
        <w:t xml:space="preserve">, </w:t>
      </w:r>
      <w:r w:rsidR="00256283">
        <w:t>à Chicago</w:t>
      </w:r>
      <w:r>
        <w:t xml:space="preserve">. </w:t>
      </w:r>
      <w:r w:rsidR="00256283">
        <w:t>Sans doute est-il possible de vérifier le fait</w:t>
      </w:r>
      <w:r>
        <w:t xml:space="preserve">. </w:t>
      </w:r>
      <w:r w:rsidR="00256283">
        <w:t>J</w:t>
      </w:r>
      <w:r>
        <w:t>’</w:t>
      </w:r>
      <w:r w:rsidR="00256283">
        <w:t>ai dû abandonner tout espoir de la faire rester et il fut entendu entre nous qu</w:t>
      </w:r>
      <w:r>
        <w:t>’</w:t>
      </w:r>
      <w:r w:rsidR="00256283">
        <w:t>elle quitterait son emploi à la fin du mois</w:t>
      </w:r>
      <w:r>
        <w:t xml:space="preserve">. </w:t>
      </w:r>
      <w:r w:rsidR="00256283">
        <w:t>Elle m</w:t>
      </w:r>
      <w:r>
        <w:t>’</w:t>
      </w:r>
      <w:r w:rsidR="00256283">
        <w:t>a paru inquiète et apeurée malgré ses protestations</w:t>
      </w:r>
      <w:r>
        <w:t xml:space="preserve">. </w:t>
      </w:r>
      <w:r w:rsidR="00256283">
        <w:t>Je fus tout d</w:t>
      </w:r>
      <w:r>
        <w:t>’</w:t>
      </w:r>
      <w:r w:rsidR="00256283">
        <w:t>abord contrarié de la voir me quitter</w:t>
      </w:r>
      <w:r>
        <w:t xml:space="preserve">, </w:t>
      </w:r>
      <w:r w:rsidR="00256283">
        <w:t>puis</w:t>
      </w:r>
      <w:r>
        <w:t xml:space="preserve">, </w:t>
      </w:r>
      <w:r w:rsidR="00256283">
        <w:t>à la réflexion</w:t>
      </w:r>
      <w:r>
        <w:t xml:space="preserve">, </w:t>
      </w:r>
      <w:r w:rsidR="00256283">
        <w:t>je me dis que je ne pourrais plus désormais avoir confiance en elle puisque j</w:t>
      </w:r>
      <w:r>
        <w:t>’</w:t>
      </w:r>
      <w:r w:rsidR="00256283">
        <w:t>avais l</w:t>
      </w:r>
      <w:r>
        <w:t>’</w:t>
      </w:r>
      <w:r w:rsidR="00256283">
        <w:t>impression qu</w:t>
      </w:r>
      <w:r>
        <w:t>’</w:t>
      </w:r>
      <w:r w:rsidR="00256283">
        <w:t>elle mentait</w:t>
      </w:r>
      <w:r>
        <w:t>.</w:t>
      </w:r>
    </w:p>
    <w:p w14:paraId="1B7371D6" w14:textId="77777777" w:rsidR="00435B4F" w:rsidRDefault="00435B4F" w:rsidP="00256283">
      <w:r>
        <w:t>« </w:t>
      </w:r>
      <w:r w:rsidR="00256283">
        <w:t>Je voudrais que vous disiez également à Charles que</w:t>
      </w:r>
      <w:r>
        <w:t xml:space="preserve">, </w:t>
      </w:r>
      <w:r w:rsidR="00256283">
        <w:t>quoi que l</w:t>
      </w:r>
      <w:r>
        <w:t>’</w:t>
      </w:r>
      <w:r w:rsidR="00256283">
        <w:t>on en puisse penser</w:t>
      </w:r>
      <w:r>
        <w:t xml:space="preserve">, </w:t>
      </w:r>
      <w:r w:rsidR="00256283">
        <w:t>Julia et moi</w:t>
      </w:r>
      <w:r>
        <w:t xml:space="preserve"> </w:t>
      </w:r>
      <w:r>
        <w:rPr>
          <w:i/>
        </w:rPr>
        <w:t>(</w:t>
      </w:r>
      <w:r w:rsidR="00256283">
        <w:rPr>
          <w:i/>
        </w:rPr>
        <w:t>ne sommes</w:t>
      </w:r>
      <w:r w:rsidR="00256283">
        <w:t xml:space="preserve"> était légèrement raturé</w:t>
      </w:r>
      <w:r>
        <w:t xml:space="preserve">) </w:t>
      </w:r>
      <w:r w:rsidR="00256283">
        <w:rPr>
          <w:i/>
        </w:rPr>
        <w:t>n</w:t>
      </w:r>
      <w:r>
        <w:rPr>
          <w:i/>
        </w:rPr>
        <w:t>’</w:t>
      </w:r>
      <w:r w:rsidR="00256283">
        <w:rPr>
          <w:i/>
        </w:rPr>
        <w:t>étions</w:t>
      </w:r>
      <w:r w:rsidR="00256283">
        <w:t xml:space="preserve"> plus l</w:t>
      </w:r>
      <w:r>
        <w:t>’</w:t>
      </w:r>
      <w:r w:rsidR="00256283">
        <w:t>un pour l</w:t>
      </w:r>
      <w:r>
        <w:t>’</w:t>
      </w:r>
      <w:r w:rsidR="00256283">
        <w:t>autre</w:t>
      </w:r>
      <w:r>
        <w:t xml:space="preserve">, </w:t>
      </w:r>
      <w:r w:rsidR="00256283">
        <w:t>au moment de sa mort</w:t>
      </w:r>
      <w:r>
        <w:t xml:space="preserve">, </w:t>
      </w:r>
      <w:r w:rsidR="00256283">
        <w:t>qu</w:t>
      </w:r>
      <w:r>
        <w:t>’</w:t>
      </w:r>
      <w:r w:rsidR="00256283">
        <w:t>un patron et une secrétaire et ceci</w:t>
      </w:r>
      <w:r>
        <w:t xml:space="preserve">, </w:t>
      </w:r>
      <w:r w:rsidR="00256283">
        <w:t>depuis plus d</w:t>
      </w:r>
      <w:r>
        <w:t>’</w:t>
      </w:r>
      <w:r w:rsidR="00256283">
        <w:t>un an</w:t>
      </w:r>
      <w:r>
        <w:t xml:space="preserve">, </w:t>
      </w:r>
      <w:r w:rsidR="00256283">
        <w:t>d</w:t>
      </w:r>
      <w:r>
        <w:t>’</w:t>
      </w:r>
      <w:r w:rsidR="00256283">
        <w:t>un commun accord</w:t>
      </w:r>
      <w:r>
        <w:t>.</w:t>
      </w:r>
    </w:p>
    <w:p w14:paraId="36E2E2B4" w14:textId="77777777" w:rsidR="00435B4F" w:rsidRDefault="00435B4F" w:rsidP="00256283">
      <w:r>
        <w:t>« </w:t>
      </w:r>
      <w:r w:rsidR="00256283">
        <w:t>D</w:t>
      </w:r>
      <w:r>
        <w:t>’</w:t>
      </w:r>
      <w:r w:rsidR="00256283">
        <w:t>autre part</w:t>
      </w:r>
      <w:r>
        <w:t xml:space="preserve">, </w:t>
      </w:r>
      <w:r w:rsidR="00256283">
        <w:t>j</w:t>
      </w:r>
      <w:r>
        <w:t>’</w:t>
      </w:r>
      <w:r w:rsidR="00256283">
        <w:t>aimerais qu</w:t>
      </w:r>
      <w:r>
        <w:t>’</w:t>
      </w:r>
      <w:r w:rsidR="00256283">
        <w:t xml:space="preserve">une enquête discrète fût menée pour tenter de découvrir la résidence et les faits et gestes de Victor </w:t>
      </w:r>
      <w:proofErr w:type="spellStart"/>
      <w:r w:rsidR="00256283">
        <w:t>Rosewater</w:t>
      </w:r>
      <w:proofErr w:type="spellEnd"/>
      <w:r w:rsidR="00256283">
        <w:t xml:space="preserve"> avec qui j</w:t>
      </w:r>
      <w:r>
        <w:t>’</w:t>
      </w:r>
      <w:r w:rsidR="00256283">
        <w:t>ai eu</w:t>
      </w:r>
      <w:r>
        <w:t xml:space="preserve">, </w:t>
      </w:r>
      <w:r w:rsidR="00256283">
        <w:t>il y a quelques années</w:t>
      </w:r>
      <w:r>
        <w:t xml:space="preserve">, </w:t>
      </w:r>
      <w:r w:rsidR="00256283">
        <w:t>les difficultés que vous savez</w:t>
      </w:r>
      <w:r>
        <w:t xml:space="preserve">. </w:t>
      </w:r>
      <w:r w:rsidR="00256283">
        <w:t>D</w:t>
      </w:r>
      <w:r>
        <w:t>’</w:t>
      </w:r>
      <w:r w:rsidR="00256283">
        <w:t>autant que les expériences que je poursuis actuellement ont quelque rapport avec l</w:t>
      </w:r>
      <w:r>
        <w:t>’</w:t>
      </w:r>
      <w:r w:rsidR="00256283">
        <w:t>invention dont il a réclamé les droits</w:t>
      </w:r>
      <w:r>
        <w:t xml:space="preserve">. </w:t>
      </w:r>
      <w:r w:rsidR="00256283">
        <w:t>Je crois que cet homme est assez fou pour avoir tué Julia si celle-ci a refusé de lui dire où j</w:t>
      </w:r>
      <w:r>
        <w:t>’</w:t>
      </w:r>
      <w:r w:rsidR="00256283">
        <w:t>étais</w:t>
      </w:r>
      <w:r>
        <w:t>.</w:t>
      </w:r>
    </w:p>
    <w:p w14:paraId="391FE391" w14:textId="77777777" w:rsidR="00435B4F" w:rsidRDefault="00435B4F" w:rsidP="00256283">
      <w:r>
        <w:t>« </w:t>
      </w:r>
      <w:r w:rsidR="00256283">
        <w:t>Quatrièmement</w:t>
      </w:r>
      <w:r>
        <w:t xml:space="preserve">, </w:t>
      </w:r>
      <w:r w:rsidR="00256283">
        <w:t>et ceci est très important</w:t>
      </w:r>
      <w:r>
        <w:t xml:space="preserve">, </w:t>
      </w:r>
      <w:r w:rsidR="00256283">
        <w:t xml:space="preserve">est-ce que mon ex-femme a rencontré </w:t>
      </w:r>
      <w:proofErr w:type="spellStart"/>
      <w:r w:rsidR="00256283">
        <w:t>Rosewater</w:t>
      </w:r>
      <w:proofErr w:type="spellEnd"/>
      <w:r>
        <w:t xml:space="preserve"> ? </w:t>
      </w:r>
      <w:r w:rsidR="00256283">
        <w:t>Comment a-t-elle appris que je poursuivais les expériences que j</w:t>
      </w:r>
      <w:r>
        <w:t>’</w:t>
      </w:r>
      <w:r w:rsidR="00256283">
        <w:t>avais entreprises jadis avec l</w:t>
      </w:r>
      <w:r>
        <w:t>’</w:t>
      </w:r>
      <w:r w:rsidR="00256283">
        <w:t xml:space="preserve">aide de </w:t>
      </w:r>
      <w:proofErr w:type="spellStart"/>
      <w:r w:rsidR="00256283">
        <w:t>Rosewater</w:t>
      </w:r>
      <w:proofErr w:type="spellEnd"/>
      <w:r>
        <w:t> ?</w:t>
      </w:r>
    </w:p>
    <w:p w14:paraId="1769F2CB" w14:textId="77777777" w:rsidR="00435B4F" w:rsidRDefault="00435B4F" w:rsidP="00256283">
      <w:r>
        <w:t>« </w:t>
      </w:r>
      <w:r w:rsidR="00256283">
        <w:t>Cinquièmement</w:t>
      </w:r>
      <w:r>
        <w:t xml:space="preserve">, </w:t>
      </w:r>
      <w:r w:rsidR="00256283">
        <w:t>la police doit être convaincue sans retard que je ne puis rien lui apprendre sur l</w:t>
      </w:r>
      <w:r>
        <w:t>’</w:t>
      </w:r>
      <w:r w:rsidR="00256283">
        <w:t>assassinat de façon qu</w:t>
      </w:r>
      <w:r>
        <w:t>’</w:t>
      </w:r>
      <w:r w:rsidR="00256283">
        <w:t>elle ne tente pas de me retrouver</w:t>
      </w:r>
      <w:r>
        <w:t xml:space="preserve"> – </w:t>
      </w:r>
      <w:r w:rsidR="00256283">
        <w:t>ce qui me gênerait extrêmement dans mon travail</w:t>
      </w:r>
      <w:r>
        <w:t xml:space="preserve">. </w:t>
      </w:r>
      <w:r w:rsidR="00256283">
        <w:t xml:space="preserve">Le moyen le plus efficace </w:t>
      </w:r>
      <w:r w:rsidR="00256283">
        <w:lastRenderedPageBreak/>
        <w:t>d</w:t>
      </w:r>
      <w:r>
        <w:t>’</w:t>
      </w:r>
      <w:r w:rsidR="00256283">
        <w:t>éviter toute enquête me concernant consiste donc à élucider le mystère de l</w:t>
      </w:r>
      <w:r>
        <w:t>’</w:t>
      </w:r>
      <w:r w:rsidR="00256283">
        <w:t>assassinat dès que possible</w:t>
      </w:r>
      <w:r>
        <w:t>.</w:t>
      </w:r>
    </w:p>
    <w:p w14:paraId="5694034D" w14:textId="77777777" w:rsidR="00435B4F" w:rsidRDefault="00435B4F" w:rsidP="00256283">
      <w:r>
        <w:t>« </w:t>
      </w:r>
      <w:r w:rsidR="00256283">
        <w:t>Je resterai en rapport avec vous et si</w:t>
      </w:r>
      <w:r>
        <w:t xml:space="preserve">, </w:t>
      </w:r>
      <w:r w:rsidR="00256283">
        <w:t>entre temps</w:t>
      </w:r>
      <w:r>
        <w:t xml:space="preserve">, </w:t>
      </w:r>
      <w:r w:rsidR="00256283">
        <w:t>quelque circonstance fortuite nécessite de votre part une communication impérative</w:t>
      </w:r>
      <w:r>
        <w:t xml:space="preserve">, </w:t>
      </w:r>
      <w:r w:rsidR="00256283">
        <w:t xml:space="preserve">insérez dans le </w:t>
      </w:r>
      <w:r w:rsidR="00256283">
        <w:rPr>
          <w:i/>
        </w:rPr>
        <w:t>Times</w:t>
      </w:r>
      <w:r w:rsidR="00256283">
        <w:t xml:space="preserve"> les trois mots suivants</w:t>
      </w:r>
      <w:r>
        <w:t> :</w:t>
      </w:r>
    </w:p>
    <w:p w14:paraId="074F8B99" w14:textId="77777777" w:rsidR="00435B4F" w:rsidRDefault="00435B4F" w:rsidP="00256283">
      <w:bookmarkStart w:id="28" w:name="bookmark7"/>
      <w:bookmarkEnd w:id="28"/>
      <w:r>
        <w:t>« </w:t>
      </w:r>
      <w:r w:rsidR="00256283">
        <w:rPr>
          <w:i/>
        </w:rPr>
        <w:t>Abner</w:t>
      </w:r>
      <w:r>
        <w:t xml:space="preserve"> : </w:t>
      </w:r>
      <w:r w:rsidR="00256283">
        <w:rPr>
          <w:i/>
        </w:rPr>
        <w:t>Oui</w:t>
      </w:r>
      <w:r>
        <w:rPr>
          <w:i/>
        </w:rPr>
        <w:t xml:space="preserve"> : </w:t>
      </w:r>
      <w:proofErr w:type="spellStart"/>
      <w:r w:rsidR="00256283">
        <w:rPr>
          <w:i/>
        </w:rPr>
        <w:t>Bunny</w:t>
      </w:r>
      <w:proofErr w:type="spellEnd"/>
      <w:r>
        <w:t>.</w:t>
      </w:r>
    </w:p>
    <w:p w14:paraId="11AB3245" w14:textId="77777777" w:rsidR="00435B4F" w:rsidRDefault="00435B4F" w:rsidP="00256283">
      <w:r>
        <w:t>« </w:t>
      </w:r>
      <w:r w:rsidR="00256283">
        <w:t>Je ferai immédiatement le nécessaire pour communiquer avec vous</w:t>
      </w:r>
      <w:r>
        <w:t xml:space="preserve">. </w:t>
      </w:r>
      <w:r w:rsidR="00256283">
        <w:t>J</w:t>
      </w:r>
      <w:r>
        <w:t>’</w:t>
      </w:r>
      <w:r w:rsidR="00256283">
        <w:t>espère que vous comprenez toute l</w:t>
      </w:r>
      <w:r>
        <w:t>’</w:t>
      </w:r>
      <w:r w:rsidR="00256283">
        <w:t>importance qu</w:t>
      </w:r>
      <w:r>
        <w:t>’</w:t>
      </w:r>
      <w:r w:rsidR="00256283">
        <w:t>il y a à persuader Charles de s</w:t>
      </w:r>
      <w:r>
        <w:t>’</w:t>
      </w:r>
      <w:r w:rsidR="00256283">
        <w:t>occuper de cette affaire</w:t>
      </w:r>
      <w:r>
        <w:t xml:space="preserve">, </w:t>
      </w:r>
      <w:r w:rsidR="00256283">
        <w:t>puisqu</w:t>
      </w:r>
      <w:r>
        <w:t>’</w:t>
      </w:r>
      <w:r w:rsidR="00256283">
        <w:t xml:space="preserve">il connaît déjà </w:t>
      </w:r>
      <w:proofErr w:type="spellStart"/>
      <w:r w:rsidR="00256283">
        <w:t>Rosewater</w:t>
      </w:r>
      <w:proofErr w:type="spellEnd"/>
      <w:r w:rsidR="00256283">
        <w:t xml:space="preserve"> et la plupart des personnes qui y ont été mêlées</w:t>
      </w:r>
      <w:r>
        <w:t>.</w:t>
      </w:r>
    </w:p>
    <w:p w14:paraId="6FB431B1" w14:textId="77777777" w:rsidR="00256283" w:rsidRDefault="00435B4F" w:rsidP="00256283">
      <w:r>
        <w:t>« </w:t>
      </w:r>
      <w:r w:rsidR="00256283">
        <w:t>Votre dévoué</w:t>
      </w:r>
    </w:p>
    <w:p w14:paraId="6EE34F14" w14:textId="77777777" w:rsidR="00256283" w:rsidRDefault="00256283" w:rsidP="00256283">
      <w:pPr>
        <w:jc w:val="right"/>
      </w:pPr>
      <w:r>
        <w:t xml:space="preserve">CLYDE </w:t>
      </w:r>
      <w:proofErr w:type="spellStart"/>
      <w:r>
        <w:t>WYNANT</w:t>
      </w:r>
      <w:proofErr w:type="spellEnd"/>
      <w:r w:rsidR="00435B4F">
        <w:t>. »</w:t>
      </w:r>
    </w:p>
    <w:p w14:paraId="215DB52B" w14:textId="77777777" w:rsidR="00256283" w:rsidRDefault="00256283" w:rsidP="00256283"/>
    <w:p w14:paraId="22FBF2B0" w14:textId="77777777" w:rsidR="00435B4F" w:rsidRDefault="00256283" w:rsidP="00256283">
      <w:r>
        <w:t>Je posai la lettre sur le bureau de Macaulay</w:t>
      </w:r>
      <w:r w:rsidR="00435B4F">
        <w:t>.</w:t>
      </w:r>
    </w:p>
    <w:p w14:paraId="369A0907" w14:textId="77777777" w:rsidR="00435B4F" w:rsidRDefault="00435B4F" w:rsidP="00256283">
      <w:r>
        <w:t>— </w:t>
      </w:r>
      <w:r w:rsidR="00256283">
        <w:t xml:space="preserve">Je ne me souviens pas des griefs de </w:t>
      </w:r>
      <w:proofErr w:type="spellStart"/>
      <w:r w:rsidR="00256283">
        <w:t>Rosewater</w:t>
      </w:r>
      <w:proofErr w:type="spellEnd"/>
      <w:r>
        <w:t xml:space="preserve">, </w:t>
      </w:r>
      <w:r w:rsidR="00256283">
        <w:t>dis-je</w:t>
      </w:r>
      <w:r>
        <w:t>.</w:t>
      </w:r>
    </w:p>
    <w:p w14:paraId="4E592922" w14:textId="77777777" w:rsidR="00435B4F" w:rsidRDefault="00435B4F" w:rsidP="00256283">
      <w:r>
        <w:t>— </w:t>
      </w:r>
      <w:r w:rsidR="00256283">
        <w:t>Il s</w:t>
      </w:r>
      <w:r>
        <w:t>’</w:t>
      </w:r>
      <w:r w:rsidR="00256283">
        <w:t>agissait d</w:t>
      </w:r>
      <w:r>
        <w:t>’</w:t>
      </w:r>
      <w:r w:rsidR="00256283">
        <w:t>un système de cristallisation</w:t>
      </w:r>
      <w:r>
        <w:t xml:space="preserve">. </w:t>
      </w:r>
      <w:r w:rsidR="00256283">
        <w:t>Je puis vérifier</w:t>
      </w:r>
      <w:r>
        <w:t xml:space="preserve">, </w:t>
      </w:r>
      <w:r w:rsidR="00256283">
        <w:t>j</w:t>
      </w:r>
      <w:r>
        <w:t>’</w:t>
      </w:r>
      <w:r w:rsidR="00256283">
        <w:t>ai le dossier</w:t>
      </w:r>
      <w:r>
        <w:t xml:space="preserve">, </w:t>
      </w:r>
      <w:r w:rsidR="00256283">
        <w:t>répondit Macaulay</w:t>
      </w:r>
      <w:r>
        <w:t xml:space="preserve">, </w:t>
      </w:r>
      <w:r w:rsidR="00256283">
        <w:t>examinant</w:t>
      </w:r>
      <w:r>
        <w:t xml:space="preserve">, </w:t>
      </w:r>
      <w:r w:rsidR="00256283">
        <w:t>les sourcils froncés</w:t>
      </w:r>
      <w:r>
        <w:t xml:space="preserve">, </w:t>
      </w:r>
      <w:r w:rsidR="00256283">
        <w:t>le premier feuillet de la lettre</w:t>
      </w:r>
      <w:r>
        <w:t>.</w:t>
      </w:r>
    </w:p>
    <w:p w14:paraId="4D8BE427" w14:textId="77777777" w:rsidR="00435B4F" w:rsidRDefault="00435B4F" w:rsidP="00256283">
      <w:r>
        <w:t>« </w:t>
      </w:r>
      <w:proofErr w:type="spellStart"/>
      <w:r w:rsidR="00256283">
        <w:t>Wynant</w:t>
      </w:r>
      <w:proofErr w:type="spellEnd"/>
      <w:r w:rsidR="00256283">
        <w:t xml:space="preserve"> dit qu</w:t>
      </w:r>
      <w:r>
        <w:t>’</w:t>
      </w:r>
      <w:r w:rsidR="00256283">
        <w:t>elle lui a remis mille dollars ce soir-là et je lui en avais donné cinq mille pour lui</w:t>
      </w:r>
      <w:r>
        <w:t xml:space="preserve"> ; </w:t>
      </w:r>
      <w:r w:rsidR="00256283">
        <w:t>c</w:t>
      </w:r>
      <w:r>
        <w:t>’</w:t>
      </w:r>
      <w:r w:rsidR="00256283">
        <w:t>est la somme qu</w:t>
      </w:r>
      <w:r>
        <w:t>’</w:t>
      </w:r>
      <w:r w:rsidR="00256283">
        <w:t>elle m</w:t>
      </w:r>
      <w:r>
        <w:t>’</w:t>
      </w:r>
      <w:r w:rsidR="00256283">
        <w:t>avait réclamée de sa part</w:t>
      </w:r>
      <w:r>
        <w:t>.</w:t>
      </w:r>
    </w:p>
    <w:p w14:paraId="0ABC8E1A" w14:textId="77777777" w:rsidR="00435B4F" w:rsidRDefault="00435B4F" w:rsidP="00256283">
      <w:r>
        <w:t>— </w:t>
      </w:r>
      <w:r w:rsidR="00256283">
        <w:t>Quatre mille dollars pour la succession de l</w:t>
      </w:r>
      <w:r>
        <w:t>’</w:t>
      </w:r>
      <w:r w:rsidR="00256283">
        <w:t>oncle de Chicago</w:t>
      </w:r>
      <w:r>
        <w:t xml:space="preserve">, </w:t>
      </w:r>
      <w:r w:rsidR="00256283">
        <w:t>suggérai-je</w:t>
      </w:r>
      <w:r>
        <w:t>.</w:t>
      </w:r>
    </w:p>
    <w:p w14:paraId="7EA43E6D" w14:textId="77777777" w:rsidR="00435B4F" w:rsidRDefault="00435B4F" w:rsidP="00256283">
      <w:r>
        <w:lastRenderedPageBreak/>
        <w:t>— </w:t>
      </w:r>
      <w:r w:rsidR="00256283">
        <w:t>Ça en a tout l</w:t>
      </w:r>
      <w:r>
        <w:t>’</w:t>
      </w:r>
      <w:r w:rsidR="00256283">
        <w:t>air</w:t>
      </w:r>
      <w:r>
        <w:t xml:space="preserve">. </w:t>
      </w:r>
      <w:r w:rsidR="00256283">
        <w:t>Je n</w:t>
      </w:r>
      <w:r>
        <w:t>’</w:t>
      </w:r>
      <w:r w:rsidR="00256283">
        <w:t>aurais jamais pensé qu</w:t>
      </w:r>
      <w:r>
        <w:t>’</w:t>
      </w:r>
      <w:r w:rsidR="00256283">
        <w:t>elle le volât ainsi</w:t>
      </w:r>
      <w:r>
        <w:t xml:space="preserve">. </w:t>
      </w:r>
      <w:r w:rsidR="00256283">
        <w:t>Il faudra que je vérifie pour les autres sommes que je lui ai versées</w:t>
      </w:r>
      <w:r>
        <w:t>.</w:t>
      </w:r>
    </w:p>
    <w:p w14:paraId="7DFBEAA2" w14:textId="77777777" w:rsidR="00435B4F" w:rsidRDefault="00435B4F" w:rsidP="00256283">
      <w:r>
        <w:t>— </w:t>
      </w:r>
      <w:r w:rsidR="00256283">
        <w:t>Saviez-vous qu</w:t>
      </w:r>
      <w:r>
        <w:t>’</w:t>
      </w:r>
      <w:r w:rsidR="00256283">
        <w:t>elle avait été condamnée</w:t>
      </w:r>
      <w:r>
        <w:t xml:space="preserve">, </w:t>
      </w:r>
      <w:r w:rsidR="00256283">
        <w:t>à Cleveland</w:t>
      </w:r>
      <w:r>
        <w:t xml:space="preserve">, </w:t>
      </w:r>
      <w:r w:rsidR="00256283">
        <w:t>pour je ne sais quelle escroquerie</w:t>
      </w:r>
      <w:r>
        <w:t> ?</w:t>
      </w:r>
    </w:p>
    <w:p w14:paraId="44653F9D" w14:textId="77777777" w:rsidR="00435B4F" w:rsidRDefault="00435B4F" w:rsidP="00256283">
      <w:r>
        <w:t>— </w:t>
      </w:r>
      <w:r w:rsidR="00256283">
        <w:t>Non</w:t>
      </w:r>
      <w:r>
        <w:t>.</w:t>
      </w:r>
    </w:p>
    <w:p w14:paraId="7B464020" w14:textId="77777777" w:rsidR="00435B4F" w:rsidRDefault="00435B4F" w:rsidP="00256283">
      <w:r>
        <w:t>— </w:t>
      </w:r>
      <w:r w:rsidR="00256283">
        <w:t>C</w:t>
      </w:r>
      <w:r>
        <w:t>’</w:t>
      </w:r>
      <w:r w:rsidR="00256283">
        <w:t>est la police qui me l</w:t>
      </w:r>
      <w:r>
        <w:t>’</w:t>
      </w:r>
      <w:r w:rsidR="00256283">
        <w:t>a appris</w:t>
      </w:r>
      <w:r>
        <w:t xml:space="preserve">. </w:t>
      </w:r>
      <w:r w:rsidR="00256283">
        <w:t xml:space="preserve">Sous le nom de </w:t>
      </w:r>
      <w:proofErr w:type="spellStart"/>
      <w:r w:rsidR="00256283">
        <w:t>Rhoda</w:t>
      </w:r>
      <w:proofErr w:type="spellEnd"/>
      <w:r w:rsidR="00256283">
        <w:t xml:space="preserve"> Stewart</w:t>
      </w:r>
      <w:r>
        <w:t xml:space="preserve">. </w:t>
      </w:r>
      <w:r w:rsidR="00256283">
        <w:t xml:space="preserve">Où </w:t>
      </w:r>
      <w:proofErr w:type="spellStart"/>
      <w:r w:rsidR="00256283">
        <w:t>Wynant</w:t>
      </w:r>
      <w:proofErr w:type="spellEnd"/>
      <w:r w:rsidR="00256283">
        <w:t xml:space="preserve"> l</w:t>
      </w:r>
      <w:r>
        <w:t>’</w:t>
      </w:r>
      <w:r w:rsidR="00256283">
        <w:t>a-t-il connue</w:t>
      </w:r>
      <w:r>
        <w:t> ?</w:t>
      </w:r>
    </w:p>
    <w:p w14:paraId="51170083" w14:textId="77777777" w:rsidR="00435B4F" w:rsidRDefault="00435B4F" w:rsidP="00256283">
      <w:r>
        <w:t>— </w:t>
      </w:r>
      <w:r w:rsidR="00256283">
        <w:t>Je n</w:t>
      </w:r>
      <w:r>
        <w:t>’</w:t>
      </w:r>
      <w:r w:rsidR="00256283">
        <w:t>en sais rien</w:t>
      </w:r>
      <w:r>
        <w:t>.</w:t>
      </w:r>
    </w:p>
    <w:p w14:paraId="7A7B8936" w14:textId="77777777" w:rsidR="00435B4F" w:rsidRDefault="00435B4F" w:rsidP="00256283">
      <w:r>
        <w:t>— </w:t>
      </w:r>
      <w:r w:rsidR="00256283">
        <w:t>Rien de ses origines</w:t>
      </w:r>
      <w:r>
        <w:t xml:space="preserve">, </w:t>
      </w:r>
      <w:r w:rsidR="00256283">
        <w:t>de ses parents</w:t>
      </w:r>
      <w:r>
        <w:t> ?</w:t>
      </w:r>
    </w:p>
    <w:p w14:paraId="704BE4D6" w14:textId="77777777" w:rsidR="00435B4F" w:rsidRDefault="00256283" w:rsidP="00256283">
      <w:r>
        <w:t>Il secoua négativement la tête</w:t>
      </w:r>
      <w:r w:rsidR="00435B4F">
        <w:t>.</w:t>
      </w:r>
    </w:p>
    <w:p w14:paraId="2A96C846" w14:textId="77777777" w:rsidR="00435B4F" w:rsidRDefault="00435B4F" w:rsidP="00256283">
      <w:r>
        <w:t>— </w:t>
      </w:r>
      <w:r w:rsidR="00256283">
        <w:t>À qui était-elle fiancée</w:t>
      </w:r>
      <w:r>
        <w:t> ?</w:t>
      </w:r>
    </w:p>
    <w:p w14:paraId="758DF9DF" w14:textId="77777777" w:rsidR="00435B4F" w:rsidRDefault="00435B4F" w:rsidP="00256283">
      <w:r>
        <w:t>— </w:t>
      </w:r>
      <w:r w:rsidR="00256283">
        <w:t>Je ne savais pas qu</w:t>
      </w:r>
      <w:r>
        <w:t>’</w:t>
      </w:r>
      <w:r w:rsidR="00256283">
        <w:t>elle le fût</w:t>
      </w:r>
      <w:r>
        <w:t xml:space="preserve">, </w:t>
      </w:r>
      <w:r w:rsidR="00256283">
        <w:t>répondit l</w:t>
      </w:r>
      <w:r>
        <w:t>’</w:t>
      </w:r>
      <w:r w:rsidR="00256283">
        <w:t>avocat</w:t>
      </w:r>
      <w:r>
        <w:t>.</w:t>
      </w:r>
    </w:p>
    <w:p w14:paraId="62B7D50C" w14:textId="77777777" w:rsidR="00435B4F" w:rsidRDefault="00435B4F" w:rsidP="00256283">
      <w:r>
        <w:t>— </w:t>
      </w:r>
      <w:r w:rsidR="00256283">
        <w:t>Elle portait une bague ornée d</w:t>
      </w:r>
      <w:r>
        <w:t>’</w:t>
      </w:r>
      <w:r w:rsidR="00256283">
        <w:t>un diamant à l</w:t>
      </w:r>
      <w:r>
        <w:t>’</w:t>
      </w:r>
      <w:r w:rsidR="00256283">
        <w:t>annulaire</w:t>
      </w:r>
      <w:r>
        <w:t>.</w:t>
      </w:r>
    </w:p>
    <w:p w14:paraId="41752312" w14:textId="77777777" w:rsidR="00435B4F" w:rsidRDefault="00435B4F" w:rsidP="00256283">
      <w:r>
        <w:t>— </w:t>
      </w:r>
      <w:r w:rsidR="00256283">
        <w:t>Je l</w:t>
      </w:r>
      <w:r>
        <w:t>’</w:t>
      </w:r>
      <w:r w:rsidR="00256283">
        <w:t>ignorais</w:t>
      </w:r>
      <w:r>
        <w:t xml:space="preserve">, </w:t>
      </w:r>
      <w:r w:rsidR="00256283">
        <w:t>dit-il</w:t>
      </w:r>
      <w:r>
        <w:t>.</w:t>
      </w:r>
    </w:p>
    <w:p w14:paraId="45CF5117" w14:textId="77777777" w:rsidR="00435B4F" w:rsidRDefault="00256283" w:rsidP="00256283">
      <w:r>
        <w:t>Il ferma les yeux</w:t>
      </w:r>
      <w:r w:rsidR="00435B4F">
        <w:t>.</w:t>
      </w:r>
    </w:p>
    <w:p w14:paraId="3D66BA3E" w14:textId="77777777" w:rsidR="00435B4F" w:rsidRDefault="00435B4F" w:rsidP="00256283">
      <w:r>
        <w:t>— </w:t>
      </w:r>
      <w:r w:rsidR="00256283">
        <w:t>Non</w:t>
      </w:r>
      <w:r>
        <w:t xml:space="preserve">, </w:t>
      </w:r>
      <w:r w:rsidR="00256283">
        <w:t>reprit-il</w:t>
      </w:r>
      <w:r>
        <w:t xml:space="preserve">, </w:t>
      </w:r>
      <w:r w:rsidR="00256283">
        <w:t>je ne me souviens pas d</w:t>
      </w:r>
      <w:r>
        <w:t>’</w:t>
      </w:r>
      <w:r w:rsidR="00256283">
        <w:t>avoir remarqué une bague de fiançailles</w:t>
      </w:r>
      <w:r>
        <w:t>.</w:t>
      </w:r>
    </w:p>
    <w:p w14:paraId="2903C307" w14:textId="77777777" w:rsidR="00435B4F" w:rsidRDefault="00256283" w:rsidP="00256283">
      <w:r>
        <w:t>Il posa les deux mains sur le dessus du bureau</w:t>
      </w:r>
      <w:r w:rsidR="00435B4F">
        <w:t>.</w:t>
      </w:r>
    </w:p>
    <w:p w14:paraId="105DA99B" w14:textId="77777777" w:rsidR="00435B4F" w:rsidRDefault="00435B4F" w:rsidP="00256283">
      <w:r>
        <w:t>— </w:t>
      </w:r>
      <w:r w:rsidR="00256283">
        <w:t>En somme</w:t>
      </w:r>
      <w:r>
        <w:t xml:space="preserve">, </w:t>
      </w:r>
      <w:r w:rsidR="00256283">
        <w:t>y a-t-il quelques chances de vous décider à intervenir</w:t>
      </w:r>
      <w:r>
        <w:t> ?</w:t>
      </w:r>
    </w:p>
    <w:p w14:paraId="74404C6A" w14:textId="77777777" w:rsidR="00435B4F" w:rsidRDefault="00435B4F" w:rsidP="00256283">
      <w:r>
        <w:t>— </w:t>
      </w:r>
      <w:r w:rsidR="00256283">
        <w:t>Bien peu</w:t>
      </w:r>
      <w:r>
        <w:t xml:space="preserve"> ! </w:t>
      </w:r>
      <w:r w:rsidR="00256283">
        <w:t>répondis-je</w:t>
      </w:r>
      <w:r>
        <w:t>.</w:t>
      </w:r>
    </w:p>
    <w:p w14:paraId="61C065AF" w14:textId="77777777" w:rsidR="00435B4F" w:rsidRDefault="00435B4F" w:rsidP="00256283">
      <w:r>
        <w:lastRenderedPageBreak/>
        <w:t>— </w:t>
      </w:r>
      <w:r w:rsidR="00256283">
        <w:t>Je m</w:t>
      </w:r>
      <w:r>
        <w:t>’</w:t>
      </w:r>
      <w:r w:rsidR="00256283">
        <w:t>en doutais</w:t>
      </w:r>
      <w:r>
        <w:t xml:space="preserve">, </w:t>
      </w:r>
      <w:r w:rsidR="00256283">
        <w:t>soupira Macaulay</w:t>
      </w:r>
      <w:r>
        <w:t xml:space="preserve">, </w:t>
      </w:r>
      <w:r w:rsidR="00256283">
        <w:t>tapotant la lettre du bout des doigts</w:t>
      </w:r>
      <w:r>
        <w:t xml:space="preserve">. </w:t>
      </w:r>
      <w:r w:rsidR="00256283">
        <w:t>Vous comprenez dans quel état il est</w:t>
      </w:r>
      <w:r>
        <w:t xml:space="preserve">. </w:t>
      </w:r>
      <w:r w:rsidR="00256283">
        <w:t>Qu</w:t>
      </w:r>
      <w:r>
        <w:t>’</w:t>
      </w:r>
      <w:r w:rsidR="00256283">
        <w:t>est-ce qui pourrait vous faire changer d</w:t>
      </w:r>
      <w:r>
        <w:t>’</w:t>
      </w:r>
      <w:r w:rsidR="00256283">
        <w:t>avis</w:t>
      </w:r>
      <w:r>
        <w:t xml:space="preserve">. </w:t>
      </w:r>
      <w:r w:rsidR="00256283">
        <w:t>Est-ce que</w:t>
      </w:r>
      <w:r>
        <w:t xml:space="preserve">, </w:t>
      </w:r>
      <w:r w:rsidR="00256283">
        <w:t>si je pouvais le persuader de vous voir</w:t>
      </w:r>
      <w:r>
        <w:t xml:space="preserve">, </w:t>
      </w:r>
      <w:r w:rsidR="00256283">
        <w:t>en insistant</w:t>
      </w:r>
      <w:r>
        <w:t>…</w:t>
      </w:r>
    </w:p>
    <w:p w14:paraId="2D09C90F" w14:textId="77777777" w:rsidR="00435B4F" w:rsidRDefault="00435B4F" w:rsidP="00256283">
      <w:r>
        <w:t>— </w:t>
      </w:r>
      <w:r w:rsidR="00256283">
        <w:t>Je veux bien le rencontrer</w:t>
      </w:r>
      <w:r>
        <w:t xml:space="preserve">, </w:t>
      </w:r>
      <w:r w:rsidR="00256283">
        <w:t>dis-je</w:t>
      </w:r>
      <w:r>
        <w:t xml:space="preserve">, </w:t>
      </w:r>
      <w:r w:rsidR="00256283">
        <w:t>mais il faudra qu</w:t>
      </w:r>
      <w:r>
        <w:t>’</w:t>
      </w:r>
      <w:r w:rsidR="00256283">
        <w:t>il parle plus franchement qu</w:t>
      </w:r>
      <w:r>
        <w:t>’</w:t>
      </w:r>
      <w:r w:rsidR="00256283">
        <w:t>il n</w:t>
      </w:r>
      <w:r>
        <w:t>’</w:t>
      </w:r>
      <w:r w:rsidR="00256283">
        <w:t>écrit</w:t>
      </w:r>
      <w:r>
        <w:t>.</w:t>
      </w:r>
    </w:p>
    <w:p w14:paraId="6B732029" w14:textId="77777777" w:rsidR="00435B4F" w:rsidRDefault="00435B4F" w:rsidP="00256283">
      <w:r>
        <w:t>— </w:t>
      </w:r>
      <w:r w:rsidR="00256283">
        <w:t>Vous voulez dire qu</w:t>
      </w:r>
      <w:r>
        <w:t>’</w:t>
      </w:r>
      <w:r w:rsidR="00256283">
        <w:t>il est peut-être l</w:t>
      </w:r>
      <w:r>
        <w:t>’</w:t>
      </w:r>
      <w:r w:rsidR="00256283">
        <w:t>assassin</w:t>
      </w:r>
      <w:r>
        <w:t xml:space="preserve"> ? </w:t>
      </w:r>
      <w:r w:rsidR="00256283">
        <w:t>demanda Macaulay</w:t>
      </w:r>
      <w:r>
        <w:t>.</w:t>
      </w:r>
    </w:p>
    <w:p w14:paraId="3AA5AB52" w14:textId="77777777" w:rsidR="00435B4F" w:rsidRDefault="00435B4F" w:rsidP="00256283">
      <w:r>
        <w:t>— </w:t>
      </w:r>
      <w:r w:rsidR="00256283">
        <w:t>Je n</w:t>
      </w:r>
      <w:r>
        <w:t>’</w:t>
      </w:r>
      <w:r w:rsidR="00256283">
        <w:t>en sais rien</w:t>
      </w:r>
      <w:r>
        <w:t xml:space="preserve">, </w:t>
      </w:r>
      <w:r w:rsidR="00256283">
        <w:t>répondis-je</w:t>
      </w:r>
      <w:r>
        <w:t xml:space="preserve"> ; </w:t>
      </w:r>
      <w:r w:rsidR="00256283">
        <w:t>j</w:t>
      </w:r>
      <w:r>
        <w:t>’</w:t>
      </w:r>
      <w:r w:rsidR="00256283">
        <w:t>en sais moins que la police qui ne paraît pas avoir réuni assez de preuves pour l</w:t>
      </w:r>
      <w:r>
        <w:t>’</w:t>
      </w:r>
      <w:r w:rsidR="00256283">
        <w:t>arrêter</w:t>
      </w:r>
      <w:r>
        <w:t>.</w:t>
      </w:r>
    </w:p>
    <w:p w14:paraId="00AA4E52" w14:textId="77777777" w:rsidR="00435B4F" w:rsidRDefault="00435B4F" w:rsidP="00256283">
      <w:r>
        <w:t>— </w:t>
      </w:r>
      <w:r w:rsidR="00256283">
        <w:t>Le métier d</w:t>
      </w:r>
      <w:r>
        <w:t>’</w:t>
      </w:r>
      <w:r w:rsidR="00256283">
        <w:t>avocat n</w:t>
      </w:r>
      <w:r>
        <w:t>’</w:t>
      </w:r>
      <w:r w:rsidR="00256283">
        <w:t>est pas toujours plaisant</w:t>
      </w:r>
      <w:r>
        <w:t xml:space="preserve">, </w:t>
      </w:r>
      <w:r w:rsidR="00256283">
        <w:t>soupira Macaulay</w:t>
      </w:r>
      <w:r>
        <w:t xml:space="preserve">, </w:t>
      </w:r>
      <w:r w:rsidR="00256283">
        <w:t>je vais essayer de lui faire entendre raison</w:t>
      </w:r>
      <w:r>
        <w:t xml:space="preserve">, </w:t>
      </w:r>
      <w:r w:rsidR="00256283">
        <w:t>mais je sais bien qu</w:t>
      </w:r>
      <w:r>
        <w:t>’</w:t>
      </w:r>
      <w:r w:rsidR="00256283">
        <w:t>il m</w:t>
      </w:r>
      <w:r>
        <w:t>’</w:t>
      </w:r>
      <w:r w:rsidR="00256283">
        <w:t>enverra au diable</w:t>
      </w:r>
      <w:r>
        <w:t> !</w:t>
      </w:r>
    </w:p>
    <w:p w14:paraId="208B57FD" w14:textId="77777777" w:rsidR="00435B4F" w:rsidRDefault="00435B4F" w:rsidP="00256283">
      <w:r>
        <w:t>— </w:t>
      </w:r>
      <w:r w:rsidR="00256283">
        <w:t>Où en sont ses finances</w:t>
      </w:r>
      <w:r>
        <w:t xml:space="preserve"> ? </w:t>
      </w:r>
      <w:r w:rsidR="00256283">
        <w:t>demandai-je</w:t>
      </w:r>
      <w:r>
        <w:t xml:space="preserve">. </w:t>
      </w:r>
      <w:r w:rsidR="00256283">
        <w:t>Jouit-il de la même aisance qu</w:t>
      </w:r>
      <w:r>
        <w:t>’</w:t>
      </w:r>
      <w:r w:rsidR="00256283">
        <w:t>il y a quelques années</w:t>
      </w:r>
      <w:r>
        <w:t>.</w:t>
      </w:r>
    </w:p>
    <w:p w14:paraId="1CBB413B" w14:textId="77777777" w:rsidR="00435B4F" w:rsidRDefault="00435B4F" w:rsidP="00256283">
      <w:r>
        <w:t>— </w:t>
      </w:r>
      <w:r w:rsidR="00256283">
        <w:t>Presque</w:t>
      </w:r>
      <w:r>
        <w:t xml:space="preserve">. </w:t>
      </w:r>
      <w:r w:rsidR="00256283">
        <w:t>La crise ne l</w:t>
      </w:r>
      <w:r>
        <w:t>’</w:t>
      </w:r>
      <w:r w:rsidR="00256283">
        <w:t>a pas sérieusement affecté</w:t>
      </w:r>
      <w:r>
        <w:t xml:space="preserve"> ; </w:t>
      </w:r>
      <w:r w:rsidR="00256283">
        <w:t>les pourcentages qu</w:t>
      </w:r>
      <w:r>
        <w:t>’</w:t>
      </w:r>
      <w:r w:rsidR="00256283">
        <w:t xml:space="preserve">il touche pour son procédé de fonte des métaux ont diminué mais sa </w:t>
      </w:r>
      <w:r>
        <w:t>« </w:t>
      </w:r>
      <w:proofErr w:type="spellStart"/>
      <w:r w:rsidR="00256283">
        <w:t>glassine</w:t>
      </w:r>
      <w:proofErr w:type="spellEnd"/>
      <w:r>
        <w:t> »</w:t>
      </w:r>
      <w:r w:rsidR="00256283">
        <w:t xml:space="preserve"> lui rapporte encore cinquante à soixante mille dollars par an</w:t>
      </w:r>
      <w:r>
        <w:t>…</w:t>
      </w:r>
    </w:p>
    <w:p w14:paraId="56C23BE0" w14:textId="77777777" w:rsidR="00435B4F" w:rsidRDefault="00256283" w:rsidP="00256283">
      <w:r>
        <w:t>Il s</w:t>
      </w:r>
      <w:r w:rsidR="00435B4F">
        <w:t>’</w:t>
      </w:r>
      <w:r>
        <w:t>interrompit pour demander brusquement</w:t>
      </w:r>
      <w:r w:rsidR="00435B4F">
        <w:t>.</w:t>
      </w:r>
    </w:p>
    <w:p w14:paraId="747FF4D9" w14:textId="77777777" w:rsidR="00435B4F" w:rsidRDefault="00435B4F" w:rsidP="00256283">
      <w:r>
        <w:t>— </w:t>
      </w:r>
      <w:r w:rsidR="00256283">
        <w:t>Est-ce que vous croyez qu</w:t>
      </w:r>
      <w:r>
        <w:t>’</w:t>
      </w:r>
      <w:r w:rsidR="00256283">
        <w:t>il n</w:t>
      </w:r>
      <w:r>
        <w:t>’</w:t>
      </w:r>
      <w:r w:rsidR="00256283">
        <w:t>est pas assez riche pour payer la somme que vous pourriez exiger</w:t>
      </w:r>
      <w:r>
        <w:t> ?</w:t>
      </w:r>
    </w:p>
    <w:p w14:paraId="6BE123B6" w14:textId="77777777" w:rsidR="00435B4F" w:rsidRDefault="00435B4F" w:rsidP="00256283">
      <w:r>
        <w:t>— </w:t>
      </w:r>
      <w:r w:rsidR="00256283">
        <w:t>Non</w:t>
      </w:r>
      <w:r>
        <w:t>.</w:t>
      </w:r>
    </w:p>
    <w:p w14:paraId="3723F920" w14:textId="77777777" w:rsidR="00435B4F" w:rsidRDefault="00256283" w:rsidP="00256283">
      <w:r>
        <w:t>Je pensais à autre chose</w:t>
      </w:r>
      <w:r w:rsidR="00435B4F">
        <w:t>.</w:t>
      </w:r>
    </w:p>
    <w:p w14:paraId="7A190BC6" w14:textId="77777777" w:rsidR="00435B4F" w:rsidRDefault="00435B4F" w:rsidP="00256283">
      <w:r>
        <w:t>— </w:t>
      </w:r>
      <w:r w:rsidR="00256283">
        <w:t>A-t-il des parents</w:t>
      </w:r>
      <w:r>
        <w:t xml:space="preserve">, </w:t>
      </w:r>
      <w:r w:rsidR="00256283">
        <w:t>en dehors de sa femme et ses enfants</w:t>
      </w:r>
      <w:r>
        <w:t> ?</w:t>
      </w:r>
    </w:p>
    <w:p w14:paraId="2DE5B240" w14:textId="77777777" w:rsidR="00435B4F" w:rsidRDefault="00435B4F" w:rsidP="00256283">
      <w:r>
        <w:lastRenderedPageBreak/>
        <w:t>— </w:t>
      </w:r>
      <w:r w:rsidR="00256283">
        <w:t>Une sœur</w:t>
      </w:r>
      <w:r>
        <w:t xml:space="preserve">, </w:t>
      </w:r>
      <w:r w:rsidR="00256283">
        <w:t xml:space="preserve">Alice </w:t>
      </w:r>
      <w:proofErr w:type="spellStart"/>
      <w:r w:rsidR="00256283">
        <w:t>Wynant</w:t>
      </w:r>
      <w:proofErr w:type="spellEnd"/>
      <w:r>
        <w:t xml:space="preserve">, </w:t>
      </w:r>
      <w:r w:rsidR="00256283">
        <w:t>qui ne lui a pas adressé la parole depuis quatre ou cinq ans</w:t>
      </w:r>
      <w:r>
        <w:t>.</w:t>
      </w:r>
    </w:p>
    <w:p w14:paraId="5FF41CE3" w14:textId="77777777" w:rsidR="00435B4F" w:rsidRDefault="00256283" w:rsidP="00256283">
      <w:r>
        <w:t>Je supposai qu</w:t>
      </w:r>
      <w:r w:rsidR="00435B4F">
        <w:t>’</w:t>
      </w:r>
      <w:r>
        <w:t>il s</w:t>
      </w:r>
      <w:r w:rsidR="00435B4F">
        <w:t>’</w:t>
      </w:r>
      <w:r>
        <w:t>agissait de la tante Alice que les Jorgensen n</w:t>
      </w:r>
      <w:r w:rsidR="00435B4F">
        <w:t>’</w:t>
      </w:r>
      <w:r>
        <w:t>étaient pas allés voir pour Noël</w:t>
      </w:r>
      <w:r w:rsidR="00435B4F">
        <w:t>.</w:t>
      </w:r>
    </w:p>
    <w:p w14:paraId="33050FED" w14:textId="77777777" w:rsidR="00435B4F" w:rsidRDefault="00435B4F" w:rsidP="00256283">
      <w:r>
        <w:t>— </w:t>
      </w:r>
      <w:r w:rsidR="00256283">
        <w:t>Pourquoi cette brouille</w:t>
      </w:r>
      <w:r>
        <w:t xml:space="preserve"> ? </w:t>
      </w:r>
      <w:r w:rsidR="00256283">
        <w:t>demandai-je</w:t>
      </w:r>
      <w:r>
        <w:t>.</w:t>
      </w:r>
    </w:p>
    <w:p w14:paraId="6440BA4E" w14:textId="77777777" w:rsidR="00435B4F" w:rsidRDefault="00435B4F" w:rsidP="00256283">
      <w:r>
        <w:t>— </w:t>
      </w:r>
      <w:proofErr w:type="spellStart"/>
      <w:r w:rsidR="00256283">
        <w:t>Wynant</w:t>
      </w:r>
      <w:proofErr w:type="spellEnd"/>
      <w:r w:rsidR="00256283">
        <w:t xml:space="preserve"> avait déclaré au cours d</w:t>
      </w:r>
      <w:r>
        <w:t>’</w:t>
      </w:r>
      <w:r w:rsidR="00256283">
        <w:t>une interview que le Plan Quinquennal soviétique n</w:t>
      </w:r>
      <w:r>
        <w:t>’</w:t>
      </w:r>
      <w:r w:rsidR="00256283">
        <w:t>était pas nécessairement voué à l</w:t>
      </w:r>
      <w:r>
        <w:t>’</w:t>
      </w:r>
      <w:r w:rsidR="00256283">
        <w:t>échec</w:t>
      </w:r>
      <w:r>
        <w:t xml:space="preserve">. </w:t>
      </w:r>
      <w:r w:rsidR="00256283">
        <w:t>L</w:t>
      </w:r>
      <w:r>
        <w:t>’</w:t>
      </w:r>
      <w:r w:rsidR="00256283">
        <w:t>autre folle</w:t>
      </w:r>
      <w:r>
        <w:t>…</w:t>
      </w:r>
    </w:p>
    <w:p w14:paraId="22383FEB" w14:textId="77777777" w:rsidR="00435B4F" w:rsidRDefault="00435B4F" w:rsidP="00256283">
      <w:r>
        <w:t>— </w:t>
      </w:r>
      <w:r w:rsidR="00256283">
        <w:t>Quelle famille</w:t>
      </w:r>
      <w:r>
        <w:t xml:space="preserve"> ! </w:t>
      </w:r>
      <w:r w:rsidR="00256283">
        <w:t>m</w:t>
      </w:r>
      <w:r>
        <w:t>’</w:t>
      </w:r>
      <w:r w:rsidR="00256283">
        <w:t>écriai-je en riant</w:t>
      </w:r>
      <w:r>
        <w:t>.</w:t>
      </w:r>
    </w:p>
    <w:p w14:paraId="62F8DE54" w14:textId="77777777" w:rsidR="00435B4F" w:rsidRDefault="00435B4F" w:rsidP="00256283">
      <w:r>
        <w:t>— </w:t>
      </w:r>
      <w:r w:rsidR="00256283">
        <w:t>Oh</w:t>
      </w:r>
      <w:r>
        <w:t xml:space="preserve">, </w:t>
      </w:r>
      <w:r w:rsidR="00256283">
        <w:t>elle est encore plus folle que lui</w:t>
      </w:r>
      <w:r>
        <w:t xml:space="preserve">. </w:t>
      </w:r>
      <w:r w:rsidR="00256283">
        <w:t>Elle est incapable de se souvenir de la moindre chose</w:t>
      </w:r>
      <w:r>
        <w:t xml:space="preserve">. </w:t>
      </w:r>
      <w:r w:rsidR="00256283">
        <w:t>Quand son frère a été opéré de l</w:t>
      </w:r>
      <w:r>
        <w:t>’</w:t>
      </w:r>
      <w:r w:rsidR="00256283">
        <w:t>appendicite</w:t>
      </w:r>
      <w:r>
        <w:t xml:space="preserve">, </w:t>
      </w:r>
      <w:r w:rsidR="00256283">
        <w:t>Alice et Mimi allaient le voir à la clinique</w:t>
      </w:r>
      <w:r>
        <w:t xml:space="preserve">. </w:t>
      </w:r>
      <w:r w:rsidR="00256283">
        <w:t>Quelques heures après l</w:t>
      </w:r>
      <w:r>
        <w:t>’</w:t>
      </w:r>
      <w:r w:rsidR="00256283">
        <w:t>opération</w:t>
      </w:r>
      <w:r>
        <w:t xml:space="preserve">, </w:t>
      </w:r>
      <w:r w:rsidR="00256283">
        <w:t>quand elles virent en descendant du taxi</w:t>
      </w:r>
      <w:r>
        <w:t xml:space="preserve">, </w:t>
      </w:r>
      <w:r w:rsidR="00256283">
        <w:t>un corbillard qui sortait de la cour de la clinique</w:t>
      </w:r>
      <w:r>
        <w:t xml:space="preserve">, </w:t>
      </w:r>
      <w:r w:rsidR="00256283">
        <w:t>Alice devint très pâle</w:t>
      </w:r>
      <w:r>
        <w:t xml:space="preserve">, </w:t>
      </w:r>
      <w:r w:rsidR="00256283">
        <w:t>saisit le bras de Mimi</w:t>
      </w:r>
      <w:r>
        <w:t> : « </w:t>
      </w:r>
      <w:r w:rsidR="00256283">
        <w:t>Oh</w:t>
      </w:r>
      <w:r>
        <w:t xml:space="preserve">, </w:t>
      </w:r>
      <w:r w:rsidR="00256283">
        <w:t>s</w:t>
      </w:r>
      <w:r>
        <w:t>’</w:t>
      </w:r>
      <w:r w:rsidR="00256283">
        <w:t>écria-t-elle</w:t>
      </w:r>
      <w:r>
        <w:t xml:space="preserve">, </w:t>
      </w:r>
      <w:r w:rsidR="00256283">
        <w:t>j</w:t>
      </w:r>
      <w:r>
        <w:t>’</w:t>
      </w:r>
      <w:r w:rsidR="00256283">
        <w:t>espère que ce n</w:t>
      </w:r>
      <w:r>
        <w:t>’</w:t>
      </w:r>
      <w:r w:rsidR="00256283">
        <w:t>est pas</w:t>
      </w:r>
      <w:r>
        <w:t xml:space="preserve">… </w:t>
      </w:r>
      <w:r w:rsidR="00256283">
        <w:t>comment s</w:t>
      </w:r>
      <w:r>
        <w:t>’</w:t>
      </w:r>
      <w:r w:rsidR="00256283">
        <w:t>appelle donc votre mari</w:t>
      </w:r>
      <w:r>
        <w:t> ? »</w:t>
      </w:r>
    </w:p>
    <w:p w14:paraId="0076330E" w14:textId="77777777" w:rsidR="00435B4F" w:rsidRDefault="00435B4F" w:rsidP="00256283">
      <w:r>
        <w:t>— </w:t>
      </w:r>
      <w:r w:rsidR="00256283">
        <w:t>Où vit cette toquée</w:t>
      </w:r>
      <w:r>
        <w:t> ?</w:t>
      </w:r>
    </w:p>
    <w:p w14:paraId="51916133" w14:textId="77777777" w:rsidR="00435B4F" w:rsidRDefault="00435B4F" w:rsidP="00256283">
      <w:r>
        <w:t>— </w:t>
      </w:r>
      <w:r w:rsidR="00256283">
        <w:t>Dans Madison Avenue</w:t>
      </w:r>
      <w:r>
        <w:t xml:space="preserve">. </w:t>
      </w:r>
      <w:r w:rsidR="00256283">
        <w:t>Vous trouverez son nom dans l</w:t>
      </w:r>
      <w:r>
        <w:t>’</w:t>
      </w:r>
      <w:r w:rsidR="00256283">
        <w:t>annuaire</w:t>
      </w:r>
      <w:r>
        <w:t xml:space="preserve">, </w:t>
      </w:r>
      <w:r w:rsidR="00256283">
        <w:t>mais</w:t>
      </w:r>
      <w:r>
        <w:t>…</w:t>
      </w:r>
    </w:p>
    <w:p w14:paraId="514AB573" w14:textId="77777777" w:rsidR="00435B4F" w:rsidRDefault="00435B4F" w:rsidP="00256283">
      <w:r>
        <w:t>— </w:t>
      </w:r>
      <w:r w:rsidR="00256283">
        <w:t>Je n</w:t>
      </w:r>
      <w:r>
        <w:t>’</w:t>
      </w:r>
      <w:r w:rsidR="00256283">
        <w:t>ai pas l</w:t>
      </w:r>
      <w:r>
        <w:t>’</w:t>
      </w:r>
      <w:r w:rsidR="00256283">
        <w:t>intention de la voir</w:t>
      </w:r>
      <w:r>
        <w:t>…</w:t>
      </w:r>
    </w:p>
    <w:p w14:paraId="3A1FCC80" w14:textId="77777777" w:rsidR="00435B4F" w:rsidRDefault="00256283" w:rsidP="00256283">
      <w:r>
        <w:t>La sonnerie du téléphone m</w:t>
      </w:r>
      <w:r w:rsidR="00435B4F">
        <w:t>’</w:t>
      </w:r>
      <w:r>
        <w:t>interrompit</w:t>
      </w:r>
      <w:r w:rsidR="00435B4F">
        <w:t>.</w:t>
      </w:r>
    </w:p>
    <w:p w14:paraId="70F52E87" w14:textId="77777777" w:rsidR="00435B4F" w:rsidRDefault="00256283" w:rsidP="00256283">
      <w:r>
        <w:t>Macaulay avait pris le récepteur</w:t>
      </w:r>
      <w:r w:rsidR="00435B4F">
        <w:t>.</w:t>
      </w:r>
    </w:p>
    <w:p w14:paraId="0906DDB1" w14:textId="77777777" w:rsidR="00435B4F" w:rsidRDefault="00435B4F" w:rsidP="00256283">
      <w:r>
        <w:t>— </w:t>
      </w:r>
      <w:r w:rsidR="00256283">
        <w:t>Allo</w:t>
      </w:r>
      <w:r>
        <w:t xml:space="preserve">, </w:t>
      </w:r>
      <w:r w:rsidR="00256283">
        <w:t>oui</w:t>
      </w:r>
      <w:r>
        <w:t xml:space="preserve">… </w:t>
      </w:r>
      <w:r w:rsidR="00256283">
        <w:t>lui-même</w:t>
      </w:r>
      <w:r>
        <w:t> !…</w:t>
      </w:r>
    </w:p>
    <w:p w14:paraId="67739176" w14:textId="77777777" w:rsidR="00435B4F" w:rsidRDefault="00256283" w:rsidP="00256283">
      <w:r>
        <w:t>Les muscles de son visage s</w:t>
      </w:r>
      <w:r w:rsidR="00435B4F">
        <w:t>’</w:t>
      </w:r>
      <w:r>
        <w:t>étaient subitement tendus et ses yeux s</w:t>
      </w:r>
      <w:r w:rsidR="00435B4F">
        <w:t>’</w:t>
      </w:r>
      <w:r>
        <w:t>étaient ouverts un peu plus grands</w:t>
      </w:r>
      <w:r w:rsidR="00435B4F">
        <w:t>.</w:t>
      </w:r>
    </w:p>
    <w:p w14:paraId="57A0449E" w14:textId="77777777" w:rsidR="00435B4F" w:rsidRDefault="00435B4F" w:rsidP="00256283">
      <w:r>
        <w:lastRenderedPageBreak/>
        <w:t>— </w:t>
      </w:r>
      <w:r w:rsidR="00256283">
        <w:t>Où</w:t>
      </w:r>
      <w:r>
        <w:t xml:space="preserve"> ? </w:t>
      </w:r>
      <w:r w:rsidR="00256283">
        <w:t>Oui</w:t>
      </w:r>
      <w:r>
        <w:t>.</w:t>
      </w:r>
    </w:p>
    <w:p w14:paraId="3A7538B1" w14:textId="77777777" w:rsidR="00435B4F" w:rsidRDefault="00256283" w:rsidP="00256283">
      <w:r>
        <w:t>Il regarda sa montre-bracelet</w:t>
      </w:r>
      <w:r w:rsidR="00435B4F">
        <w:t>.</w:t>
      </w:r>
    </w:p>
    <w:p w14:paraId="3E0CA93B" w14:textId="77777777" w:rsidR="00435B4F" w:rsidRDefault="00435B4F" w:rsidP="00256283">
      <w:r>
        <w:t>— </w:t>
      </w:r>
      <w:r w:rsidR="00256283">
        <w:t>Entendu</w:t>
      </w:r>
      <w:r>
        <w:t xml:space="preserve">, </w:t>
      </w:r>
      <w:r w:rsidR="00256283">
        <w:t>je vous verrai à la gare</w:t>
      </w:r>
      <w:r>
        <w:t>.</w:t>
      </w:r>
    </w:p>
    <w:p w14:paraId="06C5087D" w14:textId="77777777" w:rsidR="00435B4F" w:rsidRDefault="00256283" w:rsidP="00256283">
      <w:r>
        <w:t>Il raccrocha</w:t>
      </w:r>
      <w:r w:rsidR="00435B4F">
        <w:t>.</w:t>
      </w:r>
    </w:p>
    <w:p w14:paraId="4FE364E6" w14:textId="77777777" w:rsidR="00435B4F" w:rsidRDefault="00435B4F" w:rsidP="00256283">
      <w:r>
        <w:t>— </w:t>
      </w:r>
      <w:r w:rsidR="00256283">
        <w:t>C</w:t>
      </w:r>
      <w:r>
        <w:t>’</w:t>
      </w:r>
      <w:r w:rsidR="00256283">
        <w:t xml:space="preserve">est le lieutenant </w:t>
      </w:r>
      <w:proofErr w:type="spellStart"/>
      <w:r w:rsidR="00256283">
        <w:t>Guild</w:t>
      </w:r>
      <w:proofErr w:type="spellEnd"/>
      <w:r>
        <w:t xml:space="preserve">, </w:t>
      </w:r>
      <w:r w:rsidR="00256283">
        <w:t>dit-il</w:t>
      </w:r>
      <w:r>
        <w:t xml:space="preserve">. </w:t>
      </w:r>
      <w:proofErr w:type="spellStart"/>
      <w:r w:rsidR="00256283">
        <w:t>Wynant</w:t>
      </w:r>
      <w:proofErr w:type="spellEnd"/>
      <w:r w:rsidR="00256283">
        <w:t xml:space="preserve"> a tenté de se suicider à Allentown</w:t>
      </w:r>
      <w:r>
        <w:t xml:space="preserve">, </w:t>
      </w:r>
      <w:r w:rsidR="00256283">
        <w:t>en Pennsylvanie</w:t>
      </w:r>
      <w:r>
        <w:t>.</w:t>
      </w:r>
    </w:p>
    <w:p w14:paraId="61A29BF3" w14:textId="77777777" w:rsidR="00256283" w:rsidRDefault="00256283" w:rsidP="003D5E6A">
      <w:pPr>
        <w:pStyle w:val="Titre1"/>
      </w:pPr>
      <w:bookmarkStart w:id="29" w:name="__RefHeading__54_1831309079"/>
      <w:bookmarkStart w:id="30" w:name="_Toc202285666"/>
      <w:bookmarkEnd w:id="29"/>
      <w:r>
        <w:lastRenderedPageBreak/>
        <w:t>XIII</w:t>
      </w:r>
      <w:bookmarkEnd w:id="30"/>
    </w:p>
    <w:p w14:paraId="3645B5A9" w14:textId="77777777" w:rsidR="00435B4F" w:rsidRDefault="00256283" w:rsidP="00256283">
      <w:r>
        <w:t>Dorothy et Quinn étaient assis devant le bar du Palma quand j</w:t>
      </w:r>
      <w:r w:rsidR="00435B4F">
        <w:t>’</w:t>
      </w:r>
      <w:r>
        <w:t>entrai</w:t>
      </w:r>
      <w:r w:rsidR="00435B4F">
        <w:t xml:space="preserve">. </w:t>
      </w:r>
      <w:r>
        <w:t>Ils ne me virent pas jusqu</w:t>
      </w:r>
      <w:r w:rsidR="00435B4F">
        <w:t>’</w:t>
      </w:r>
      <w:r>
        <w:t>à ce que je fusse derrière eux</w:t>
      </w:r>
      <w:r w:rsidR="00435B4F">
        <w:t xml:space="preserve">. </w:t>
      </w:r>
      <w:r>
        <w:t>Je criai</w:t>
      </w:r>
      <w:r w:rsidR="00435B4F">
        <w:t> : « </w:t>
      </w:r>
      <w:r>
        <w:t>Hello</w:t>
      </w:r>
      <w:r w:rsidR="00435B4F">
        <w:t> ! »</w:t>
      </w:r>
      <w:r>
        <w:t xml:space="preserve"> Dorothy portait le tailleur bleu que je lui avais toujours vu</w:t>
      </w:r>
      <w:r w:rsidR="00435B4F">
        <w:t>.</w:t>
      </w:r>
    </w:p>
    <w:p w14:paraId="2B56DBF4" w14:textId="77777777" w:rsidR="00435B4F" w:rsidRDefault="00256283" w:rsidP="00256283">
      <w:r>
        <w:t>Elle me regarda puis se tourna vers Quinn et rougit brusquement</w:t>
      </w:r>
      <w:r w:rsidR="00435B4F">
        <w:t>.</w:t>
      </w:r>
    </w:p>
    <w:p w14:paraId="3E40E506" w14:textId="77777777" w:rsidR="00435B4F" w:rsidRDefault="00435B4F" w:rsidP="00256283">
      <w:r>
        <w:t>— </w:t>
      </w:r>
      <w:r w:rsidR="00256283">
        <w:t>Vous le lui avez dit</w:t>
      </w:r>
      <w:r>
        <w:t xml:space="preserve"> ! </w:t>
      </w:r>
      <w:r w:rsidR="00256283">
        <w:t>fit-elle d</w:t>
      </w:r>
      <w:r>
        <w:t>’</w:t>
      </w:r>
      <w:r w:rsidR="00256283">
        <w:t>un ton de reproche</w:t>
      </w:r>
      <w:r>
        <w:t>.</w:t>
      </w:r>
    </w:p>
    <w:p w14:paraId="5A9EF8A9" w14:textId="77777777" w:rsidR="00435B4F" w:rsidRDefault="00435B4F" w:rsidP="00256283">
      <w:r>
        <w:t>— </w:t>
      </w:r>
      <w:r w:rsidR="00256283">
        <w:t>Elle est gentille</w:t>
      </w:r>
      <w:r>
        <w:t xml:space="preserve">, </w:t>
      </w:r>
      <w:r w:rsidR="00256283">
        <w:t>n</w:t>
      </w:r>
      <w:r>
        <w:t>’</w:t>
      </w:r>
      <w:r w:rsidR="00256283">
        <w:t>est-ce pas</w:t>
      </w:r>
      <w:r>
        <w:t xml:space="preserve"> ! </w:t>
      </w:r>
      <w:r w:rsidR="00256283">
        <w:t>dit Quinn</w:t>
      </w:r>
      <w:r>
        <w:t xml:space="preserve">. </w:t>
      </w:r>
      <w:r w:rsidR="00256283">
        <w:t>J</w:t>
      </w:r>
      <w:r>
        <w:t>’</w:t>
      </w:r>
      <w:r w:rsidR="00256283">
        <w:t>ai acheté les actions dont vous m</w:t>
      </w:r>
      <w:r>
        <w:t>’</w:t>
      </w:r>
      <w:r w:rsidR="00256283">
        <w:t>avez parlé au téléphone</w:t>
      </w:r>
      <w:r>
        <w:t xml:space="preserve">. </w:t>
      </w:r>
      <w:r w:rsidR="00256283">
        <w:t>Vous allez me dire quels autres titres je dois vous acheter et ce que le barman va vous servir</w:t>
      </w:r>
      <w:r>
        <w:t> !</w:t>
      </w:r>
    </w:p>
    <w:p w14:paraId="1FB6514D" w14:textId="77777777" w:rsidR="00435B4F" w:rsidRDefault="00435B4F" w:rsidP="00256283">
      <w:r>
        <w:t>— </w:t>
      </w:r>
      <w:r w:rsidR="00256283">
        <w:t>Drôle d</w:t>
      </w:r>
      <w:r>
        <w:t>’</w:t>
      </w:r>
      <w:r w:rsidR="00256283">
        <w:t>invitée</w:t>
      </w:r>
      <w:r>
        <w:t xml:space="preserve">, </w:t>
      </w:r>
      <w:r w:rsidR="00256283">
        <w:t>murmurai-je</w:t>
      </w:r>
      <w:r>
        <w:t xml:space="preserve">, </w:t>
      </w:r>
      <w:r w:rsidR="00256283">
        <w:t>tourné vers la jeune fille</w:t>
      </w:r>
      <w:r>
        <w:t xml:space="preserve">. </w:t>
      </w:r>
      <w:r w:rsidR="00256283">
        <w:t>Vous filez sans laisser seulement un mot</w:t>
      </w:r>
      <w:r>
        <w:t> !</w:t>
      </w:r>
    </w:p>
    <w:p w14:paraId="3059ABA6" w14:textId="77777777" w:rsidR="00435B4F" w:rsidRDefault="00256283" w:rsidP="00256283">
      <w:r>
        <w:t>Elle me regarda en face</w:t>
      </w:r>
      <w:r w:rsidR="00435B4F">
        <w:t xml:space="preserve"> : </w:t>
      </w:r>
      <w:r>
        <w:t>les égratignures qui marquaient son visage avaient pâli</w:t>
      </w:r>
      <w:r w:rsidR="00435B4F">
        <w:t xml:space="preserve"> ; </w:t>
      </w:r>
      <w:r>
        <w:t>ses lèvres n</w:t>
      </w:r>
      <w:r w:rsidR="00435B4F">
        <w:t>’</w:t>
      </w:r>
      <w:r>
        <w:t>étaient plus enflées</w:t>
      </w:r>
      <w:r w:rsidR="00435B4F">
        <w:t>.</w:t>
      </w:r>
    </w:p>
    <w:p w14:paraId="7B1ACD60" w14:textId="77777777" w:rsidR="00435B4F" w:rsidRDefault="00435B4F" w:rsidP="00256283">
      <w:r>
        <w:t>— </w:t>
      </w:r>
      <w:r w:rsidR="00256283">
        <w:t>J</w:t>
      </w:r>
      <w:r>
        <w:t>’</w:t>
      </w:r>
      <w:r w:rsidR="00256283">
        <w:t>ai eu confiance en vous</w:t>
      </w:r>
      <w:r>
        <w:t xml:space="preserve">, </w:t>
      </w:r>
      <w:r w:rsidR="00256283">
        <w:t>dit-elle</w:t>
      </w:r>
      <w:r>
        <w:t xml:space="preserve">, </w:t>
      </w:r>
      <w:r w:rsidR="00256283">
        <w:t>comme si elle allait éclater en sanglots</w:t>
      </w:r>
      <w:r>
        <w:t>.</w:t>
      </w:r>
    </w:p>
    <w:p w14:paraId="4E45E66B" w14:textId="77777777" w:rsidR="00435B4F" w:rsidRDefault="00435B4F" w:rsidP="00256283">
      <w:r>
        <w:t>— </w:t>
      </w:r>
      <w:r w:rsidR="00256283">
        <w:t>Que voulez-vous dire</w:t>
      </w:r>
      <w:r>
        <w:t> ?</w:t>
      </w:r>
    </w:p>
    <w:p w14:paraId="6AA56B2A" w14:textId="77777777" w:rsidR="00435B4F" w:rsidRDefault="00435B4F" w:rsidP="00256283">
      <w:r>
        <w:t>— </w:t>
      </w:r>
      <w:r w:rsidR="00256283">
        <w:t>Vous le savez</w:t>
      </w:r>
      <w:r>
        <w:t xml:space="preserve"> ! </w:t>
      </w:r>
      <w:r w:rsidR="00256283">
        <w:t>reprit-elle</w:t>
      </w:r>
      <w:r>
        <w:t xml:space="preserve">. </w:t>
      </w:r>
      <w:r w:rsidR="00256283">
        <w:t>J</w:t>
      </w:r>
      <w:r>
        <w:t>’</w:t>
      </w:r>
      <w:r w:rsidR="00256283">
        <w:t>avais confiance en vous quand vous êtes partis pour dîner avec maman</w:t>
      </w:r>
      <w:r>
        <w:t>.</w:t>
      </w:r>
    </w:p>
    <w:p w14:paraId="670D115B" w14:textId="77777777" w:rsidR="00435B4F" w:rsidRDefault="00435B4F" w:rsidP="00256283">
      <w:r>
        <w:t>— </w:t>
      </w:r>
      <w:r w:rsidR="00256283">
        <w:t>Elle a été si gentille cet après-midi</w:t>
      </w:r>
      <w:r>
        <w:t xml:space="preserve">, </w:t>
      </w:r>
      <w:r w:rsidR="00256283">
        <w:t>intervint Quinn</w:t>
      </w:r>
      <w:r>
        <w:t xml:space="preserve">. </w:t>
      </w:r>
      <w:r w:rsidR="00256283">
        <w:t>Ne la grondez pas</w:t>
      </w:r>
      <w:r>
        <w:t> !</w:t>
      </w:r>
    </w:p>
    <w:p w14:paraId="7B5FCDDC" w14:textId="77777777" w:rsidR="00435B4F" w:rsidRDefault="00256283" w:rsidP="00256283">
      <w:r>
        <w:t>Il posa une main sur celle de Dorothy</w:t>
      </w:r>
      <w:r w:rsidR="00435B4F">
        <w:t>.</w:t>
      </w:r>
    </w:p>
    <w:p w14:paraId="25697027" w14:textId="77777777" w:rsidR="00435B4F" w:rsidRDefault="00435B4F" w:rsidP="00256283">
      <w:r>
        <w:t>— </w:t>
      </w:r>
      <w:r w:rsidR="00256283">
        <w:t>Allons</w:t>
      </w:r>
      <w:r>
        <w:t xml:space="preserve">, </w:t>
      </w:r>
      <w:r w:rsidR="00256283">
        <w:t>chérie</w:t>
      </w:r>
      <w:r>
        <w:t>…</w:t>
      </w:r>
    </w:p>
    <w:p w14:paraId="59004C20" w14:textId="77777777" w:rsidR="00435B4F" w:rsidRDefault="00435B4F" w:rsidP="00256283">
      <w:r>
        <w:lastRenderedPageBreak/>
        <w:t>— </w:t>
      </w:r>
      <w:r w:rsidR="00256283">
        <w:t>Fermez ça</w:t>
      </w:r>
      <w:r>
        <w:t xml:space="preserve"> ! </w:t>
      </w:r>
      <w:r w:rsidR="00256283">
        <w:t>coupa-t-elle</w:t>
      </w:r>
      <w:r>
        <w:t xml:space="preserve">, </w:t>
      </w:r>
      <w:r w:rsidR="00256283">
        <w:t>retirant sa main</w:t>
      </w:r>
      <w:r>
        <w:t>.</w:t>
      </w:r>
    </w:p>
    <w:p w14:paraId="7B755E29" w14:textId="77777777" w:rsidR="00435B4F" w:rsidRDefault="00256283" w:rsidP="00256283">
      <w:r>
        <w:t>Puis</w:t>
      </w:r>
      <w:r w:rsidR="00435B4F">
        <w:t xml:space="preserve">, </w:t>
      </w:r>
      <w:r>
        <w:t>tournée vers moi</w:t>
      </w:r>
      <w:r w:rsidR="00435B4F">
        <w:t> :</w:t>
      </w:r>
    </w:p>
    <w:p w14:paraId="60AA325E" w14:textId="77777777" w:rsidR="00435B4F" w:rsidRDefault="00435B4F" w:rsidP="00256283">
      <w:r>
        <w:t>— </w:t>
      </w:r>
      <w:r w:rsidR="00256283">
        <w:t>Vous comprenez parfaitement</w:t>
      </w:r>
      <w:r>
        <w:t xml:space="preserve">, </w:t>
      </w:r>
      <w:r w:rsidR="00256283">
        <w:t>dit-elle</w:t>
      </w:r>
      <w:r>
        <w:t xml:space="preserve">. </w:t>
      </w:r>
      <w:r w:rsidR="00256283">
        <w:t>Vous et Nora avez raconté à maman des histoires sur mon compte</w:t>
      </w:r>
      <w:r>
        <w:t>.</w:t>
      </w:r>
    </w:p>
    <w:p w14:paraId="7C5B3A81" w14:textId="77777777" w:rsidR="00435B4F" w:rsidRDefault="00256283" w:rsidP="00256283">
      <w:r>
        <w:t>Je commençai à comprendre</w:t>
      </w:r>
      <w:r w:rsidR="00435B4F">
        <w:t>.</w:t>
      </w:r>
    </w:p>
    <w:p w14:paraId="52E05874" w14:textId="77777777" w:rsidR="00435B4F" w:rsidRDefault="00435B4F" w:rsidP="00256283">
      <w:r>
        <w:t>— </w:t>
      </w:r>
      <w:r w:rsidR="00256283">
        <w:t>Elle vous a dit ça et vous avez marché</w:t>
      </w:r>
      <w:r>
        <w:t xml:space="preserve"> ? </w:t>
      </w:r>
      <w:r w:rsidR="00256283">
        <w:t>demandai-je en riant</w:t>
      </w:r>
      <w:r>
        <w:t xml:space="preserve">. </w:t>
      </w:r>
      <w:r w:rsidR="00256283">
        <w:t>Après vingt ans de vie commune vous vous laissez encore prendre à ses mensonges</w:t>
      </w:r>
      <w:r>
        <w:t xml:space="preserve"> ? </w:t>
      </w:r>
      <w:r w:rsidR="00256283">
        <w:t>Elle a dû vous téléphoner aussitôt après notre départ</w:t>
      </w:r>
      <w:r>
        <w:t xml:space="preserve">, </w:t>
      </w:r>
      <w:r w:rsidR="00256283">
        <w:t xml:space="preserve">car nous avons eu une petite discussion et nous avons quitté le </w:t>
      </w:r>
      <w:proofErr w:type="spellStart"/>
      <w:r w:rsidR="00256283">
        <w:t>Courtland</w:t>
      </w:r>
      <w:proofErr w:type="spellEnd"/>
      <w:r w:rsidR="00256283">
        <w:t xml:space="preserve"> presque tout de suite</w:t>
      </w:r>
      <w:r>
        <w:t>.</w:t>
      </w:r>
    </w:p>
    <w:p w14:paraId="03AE4212" w14:textId="77777777" w:rsidR="00435B4F" w:rsidRDefault="00435B4F" w:rsidP="00256283">
      <w:r>
        <w:t>— </w:t>
      </w:r>
      <w:r w:rsidR="00256283">
        <w:t>Que je suis bête</w:t>
      </w:r>
      <w:r>
        <w:t xml:space="preserve"> ! </w:t>
      </w:r>
      <w:r w:rsidR="00256283">
        <w:t>murmura-t-elle</w:t>
      </w:r>
      <w:r>
        <w:t xml:space="preserve">, </w:t>
      </w:r>
      <w:r w:rsidR="00256283">
        <w:t>tête basse</w:t>
      </w:r>
      <w:r>
        <w:t>.</w:t>
      </w:r>
    </w:p>
    <w:p w14:paraId="4F295D8B" w14:textId="77777777" w:rsidR="00435B4F" w:rsidRDefault="00256283" w:rsidP="00256283">
      <w:r>
        <w:t>Elle saisit mon bras à deux mains</w:t>
      </w:r>
      <w:r w:rsidR="00435B4F">
        <w:t>.</w:t>
      </w:r>
    </w:p>
    <w:p w14:paraId="00F66F66" w14:textId="77777777" w:rsidR="00435B4F" w:rsidRDefault="00435B4F" w:rsidP="00256283">
      <w:r>
        <w:t>— </w:t>
      </w:r>
      <w:r w:rsidR="00256283">
        <w:t>Alors il faut aller voir Nora immédiatement</w:t>
      </w:r>
      <w:r>
        <w:t xml:space="preserve"> ! </w:t>
      </w:r>
      <w:r w:rsidR="00256283">
        <w:t>s</w:t>
      </w:r>
      <w:r>
        <w:t>’</w:t>
      </w:r>
      <w:r w:rsidR="00256283">
        <w:t>écria-t-elle</w:t>
      </w:r>
      <w:r>
        <w:t xml:space="preserve"> ; </w:t>
      </w:r>
      <w:r w:rsidR="00256283">
        <w:t>je dois m</w:t>
      </w:r>
      <w:r>
        <w:t>’</w:t>
      </w:r>
      <w:r w:rsidR="00256283">
        <w:t>excuser</w:t>
      </w:r>
      <w:r>
        <w:t xml:space="preserve">, </w:t>
      </w:r>
      <w:r w:rsidR="00256283">
        <w:t>j</w:t>
      </w:r>
      <w:r>
        <w:t>’</w:t>
      </w:r>
      <w:r w:rsidR="00256283">
        <w:t>ai été si sotte</w:t>
      </w:r>
      <w:r>
        <w:t xml:space="preserve"> ; </w:t>
      </w:r>
      <w:r w:rsidR="00256283">
        <w:t>je mériterais</w:t>
      </w:r>
      <w:r>
        <w:t>…</w:t>
      </w:r>
    </w:p>
    <w:p w14:paraId="091C3DA0" w14:textId="77777777" w:rsidR="00435B4F" w:rsidRDefault="00435B4F" w:rsidP="00256283">
      <w:r>
        <w:t>— </w:t>
      </w:r>
      <w:r w:rsidR="00256283">
        <w:t>Bien sûr</w:t>
      </w:r>
      <w:r>
        <w:t xml:space="preserve"> ! </w:t>
      </w:r>
      <w:r w:rsidR="00256283">
        <w:t>coupai-je</w:t>
      </w:r>
      <w:r>
        <w:t xml:space="preserve">, </w:t>
      </w:r>
      <w:r w:rsidR="00256283">
        <w:t>mais nous avons le temps</w:t>
      </w:r>
      <w:r>
        <w:t xml:space="preserve"> ; </w:t>
      </w:r>
      <w:r w:rsidR="00256283">
        <w:t>buvons d</w:t>
      </w:r>
      <w:r>
        <w:t>’</w:t>
      </w:r>
      <w:r w:rsidR="00256283">
        <w:t>abord</w:t>
      </w:r>
      <w:r>
        <w:t>.</w:t>
      </w:r>
    </w:p>
    <w:p w14:paraId="1B74E4FE" w14:textId="77777777" w:rsidR="00435B4F" w:rsidRDefault="00435B4F" w:rsidP="00256283">
      <w:r>
        <w:t>— </w:t>
      </w:r>
      <w:r w:rsidR="00256283">
        <w:t>Frère Charles</w:t>
      </w:r>
      <w:r>
        <w:t xml:space="preserve">, </w:t>
      </w:r>
      <w:r w:rsidR="00256283">
        <w:t>dit Quinn</w:t>
      </w:r>
      <w:r>
        <w:t xml:space="preserve">, </w:t>
      </w:r>
      <w:r w:rsidR="00256283">
        <w:t>j</w:t>
      </w:r>
      <w:r>
        <w:t>’</w:t>
      </w:r>
      <w:r w:rsidR="00256283">
        <w:t>ai une furieuse envie de vous serrer les deux mains</w:t>
      </w:r>
      <w:r>
        <w:t xml:space="preserve">. </w:t>
      </w:r>
      <w:r w:rsidR="00256283">
        <w:t>Vous avez jeté un rayon de soleil sur le chagrin de cette enfant</w:t>
      </w:r>
      <w:r>
        <w:t>.</w:t>
      </w:r>
    </w:p>
    <w:p w14:paraId="6E819649" w14:textId="77777777" w:rsidR="00435B4F" w:rsidRDefault="00256283" w:rsidP="00256283">
      <w:r>
        <w:t>Il vida son verre</w:t>
      </w:r>
      <w:r w:rsidR="00435B4F">
        <w:t>.</w:t>
      </w:r>
    </w:p>
    <w:p w14:paraId="7C6F64F1" w14:textId="77777777" w:rsidR="00435B4F" w:rsidRDefault="00435B4F" w:rsidP="00256283">
      <w:r>
        <w:t>— </w:t>
      </w:r>
      <w:r w:rsidR="00256283">
        <w:t>Mais</w:t>
      </w:r>
      <w:r>
        <w:t xml:space="preserve">, </w:t>
      </w:r>
      <w:r w:rsidR="00256283">
        <w:t>continua-t-il</w:t>
      </w:r>
      <w:r>
        <w:t xml:space="preserve">, </w:t>
      </w:r>
      <w:r w:rsidR="00256283">
        <w:t>mieux vaut aller boire chez vous</w:t>
      </w:r>
      <w:r>
        <w:t xml:space="preserve"> : </w:t>
      </w:r>
      <w:r w:rsidR="00256283">
        <w:t>c</w:t>
      </w:r>
      <w:r>
        <w:t>’</w:t>
      </w:r>
      <w:r w:rsidR="00256283">
        <w:t>est aussi bon et ça ne coûte rien</w:t>
      </w:r>
      <w:r>
        <w:t> !</w:t>
      </w:r>
    </w:p>
    <w:p w14:paraId="588061DE" w14:textId="77777777" w:rsidR="00435B4F" w:rsidRDefault="00435B4F" w:rsidP="00256283">
      <w:r>
        <w:t>— </w:t>
      </w:r>
      <w:r w:rsidR="00256283">
        <w:t>Pourquoi ne restez-vous pas ici</w:t>
      </w:r>
      <w:r>
        <w:t xml:space="preserve">, </w:t>
      </w:r>
      <w:r w:rsidR="00256283">
        <w:t>dit Dorothy</w:t>
      </w:r>
      <w:r>
        <w:t>.</w:t>
      </w:r>
    </w:p>
    <w:p w14:paraId="50376647" w14:textId="77777777" w:rsidR="00435B4F" w:rsidRDefault="00256283" w:rsidP="00256283">
      <w:r>
        <w:t>Il éclata de rire et hocha la tête</w:t>
      </w:r>
      <w:r w:rsidR="00435B4F">
        <w:t>.</w:t>
      </w:r>
    </w:p>
    <w:p w14:paraId="785B8975" w14:textId="77777777" w:rsidR="00435B4F" w:rsidRDefault="00435B4F" w:rsidP="00256283">
      <w:r>
        <w:lastRenderedPageBreak/>
        <w:t>— </w:t>
      </w:r>
      <w:r w:rsidR="00256283">
        <w:t>Parce que</w:t>
      </w:r>
      <w:r>
        <w:t xml:space="preserve">, </w:t>
      </w:r>
      <w:r w:rsidR="00256283">
        <w:t>répondit-il</w:t>
      </w:r>
      <w:r>
        <w:t xml:space="preserve">, </w:t>
      </w:r>
      <w:r w:rsidR="00256283">
        <w:t>j</w:t>
      </w:r>
      <w:r>
        <w:t>’</w:t>
      </w:r>
      <w:r w:rsidR="00256283">
        <w:t>ai supporté votre mauvaise humeur pendant plusieurs heures et j</w:t>
      </w:r>
      <w:r>
        <w:t>’</w:t>
      </w:r>
      <w:r w:rsidR="00256283">
        <w:t>estime que j</w:t>
      </w:r>
      <w:r>
        <w:t>’</w:t>
      </w:r>
      <w:r w:rsidR="00256283">
        <w:t>ai aussi droit à une compensation</w:t>
      </w:r>
      <w:r>
        <w:t>.</w:t>
      </w:r>
    </w:p>
    <w:p w14:paraId="6AB53B46" w14:textId="77777777" w:rsidR="00435B4F" w:rsidRDefault="00256283" w:rsidP="00256283">
      <w:r>
        <w:t>Quand nous arrivâmes au Normandie</w:t>
      </w:r>
      <w:r w:rsidR="00435B4F">
        <w:t xml:space="preserve">, </w:t>
      </w:r>
      <w:r>
        <w:t xml:space="preserve">nous trouvâmes Nora en compagnie de Gilbert </w:t>
      </w:r>
      <w:proofErr w:type="spellStart"/>
      <w:r>
        <w:t>Wynant</w:t>
      </w:r>
      <w:proofErr w:type="spellEnd"/>
      <w:r w:rsidR="00435B4F">
        <w:t xml:space="preserve">. </w:t>
      </w:r>
      <w:r>
        <w:t>Il embrassa sa sœur</w:t>
      </w:r>
      <w:r w:rsidR="00435B4F">
        <w:t xml:space="preserve">, </w:t>
      </w:r>
      <w:r>
        <w:t>me serra la main</w:t>
      </w:r>
      <w:r w:rsidR="00435B4F">
        <w:t xml:space="preserve">, </w:t>
      </w:r>
      <w:r>
        <w:t>puis celle de Quinn</w:t>
      </w:r>
      <w:r w:rsidR="00435B4F">
        <w:t xml:space="preserve"> – </w:t>
      </w:r>
      <w:r>
        <w:t>quand il eut été présenté</w:t>
      </w:r>
      <w:r w:rsidR="00435B4F">
        <w:t>.</w:t>
      </w:r>
    </w:p>
    <w:p w14:paraId="45AFCA51" w14:textId="77777777" w:rsidR="00435B4F" w:rsidRDefault="00256283" w:rsidP="00256283">
      <w:r>
        <w:t>Dorothy s</w:t>
      </w:r>
      <w:r w:rsidR="00435B4F">
        <w:t>’</w:t>
      </w:r>
      <w:r>
        <w:t>embarqua immédiatement dans une suite de longues et incohérentes excuses à l</w:t>
      </w:r>
      <w:r w:rsidR="00435B4F">
        <w:t>’</w:t>
      </w:r>
      <w:r>
        <w:t>égard de Nora</w:t>
      </w:r>
      <w:r w:rsidR="00435B4F">
        <w:t>.</w:t>
      </w:r>
    </w:p>
    <w:p w14:paraId="03F14FC2" w14:textId="77777777" w:rsidR="00435B4F" w:rsidRDefault="00435B4F" w:rsidP="00256283">
      <w:r>
        <w:t>— </w:t>
      </w:r>
      <w:r w:rsidR="00256283">
        <w:t>Assez</w:t>
      </w:r>
      <w:r>
        <w:t xml:space="preserve"> ! </w:t>
      </w:r>
      <w:r w:rsidR="00256283">
        <w:t>dit ma femme</w:t>
      </w:r>
      <w:r>
        <w:t xml:space="preserve"> ; </w:t>
      </w:r>
      <w:r w:rsidR="00256283">
        <w:t>je n</w:t>
      </w:r>
      <w:r>
        <w:t>’</w:t>
      </w:r>
      <w:r w:rsidR="00256283">
        <w:t>ai rien à vous pardonner</w:t>
      </w:r>
      <w:r>
        <w:t xml:space="preserve">. </w:t>
      </w:r>
      <w:r w:rsidR="00256283">
        <w:t>Si Nick vous a dit que j</w:t>
      </w:r>
      <w:r>
        <w:t>’</w:t>
      </w:r>
      <w:r w:rsidR="00256283">
        <w:t>étais fâchée c</w:t>
      </w:r>
      <w:r>
        <w:t>’</w:t>
      </w:r>
      <w:r w:rsidR="00256283">
        <w:t>est encore un mensonge de ce sale Grec</w:t>
      </w:r>
      <w:r>
        <w:t xml:space="preserve"> ! </w:t>
      </w:r>
      <w:r w:rsidR="00256283">
        <w:t>Ôtez votre manteau</w:t>
      </w:r>
      <w:r>
        <w:t>.</w:t>
      </w:r>
    </w:p>
    <w:p w14:paraId="5B8D8025" w14:textId="77777777" w:rsidR="00435B4F" w:rsidRDefault="00256283" w:rsidP="00256283">
      <w:r>
        <w:t>Quinn tourna le bouton de mise en marche de l</w:t>
      </w:r>
      <w:r w:rsidR="00435B4F">
        <w:t>’</w:t>
      </w:r>
      <w:r>
        <w:t>appareil de</w:t>
      </w:r>
      <w:r w:rsidR="00435B4F">
        <w:t xml:space="preserve"> T.S.F. </w:t>
      </w:r>
      <w:r>
        <w:t>Quelqu</w:t>
      </w:r>
      <w:r w:rsidR="00435B4F">
        <w:t>’</w:t>
      </w:r>
      <w:r>
        <w:t>un dit à très haute voix qu</w:t>
      </w:r>
      <w:r w:rsidR="00435B4F">
        <w:t>’</w:t>
      </w:r>
      <w:r>
        <w:t>il serait</w:t>
      </w:r>
      <w:r w:rsidR="00435B4F">
        <w:t xml:space="preserve">, </w:t>
      </w:r>
      <w:r>
        <w:t>au coup de gong</w:t>
      </w:r>
      <w:r w:rsidR="00435B4F">
        <w:t xml:space="preserve">, </w:t>
      </w:r>
      <w:r>
        <w:t>exactement cinq heures trente-et-une minutes</w:t>
      </w:r>
      <w:r w:rsidR="00435B4F">
        <w:t>.</w:t>
      </w:r>
    </w:p>
    <w:p w14:paraId="5E79EDE5" w14:textId="77777777" w:rsidR="00435B4F" w:rsidRDefault="00435B4F" w:rsidP="00256283">
      <w:r>
        <w:t>— </w:t>
      </w:r>
      <w:r w:rsidR="00256283">
        <w:t>Faites un peu le barman</w:t>
      </w:r>
      <w:r>
        <w:t xml:space="preserve">, </w:t>
      </w:r>
      <w:r w:rsidR="00256283">
        <w:t>dit Nora à Quinn</w:t>
      </w:r>
      <w:r>
        <w:t xml:space="preserve">, </w:t>
      </w:r>
      <w:r w:rsidR="00256283">
        <w:t>vous savez où sont les bouteilles</w:t>
      </w:r>
      <w:r>
        <w:t> !</w:t>
      </w:r>
    </w:p>
    <w:p w14:paraId="06A85DF6" w14:textId="77777777" w:rsidR="00435B4F" w:rsidRDefault="00256283" w:rsidP="00256283">
      <w:r>
        <w:t>Elle me suivit dans la salle de bains</w:t>
      </w:r>
      <w:r w:rsidR="00435B4F">
        <w:t>.</w:t>
      </w:r>
    </w:p>
    <w:p w14:paraId="04294BD6" w14:textId="77777777" w:rsidR="00435B4F" w:rsidRDefault="00435B4F" w:rsidP="00256283">
      <w:r>
        <w:t>— </w:t>
      </w:r>
      <w:r w:rsidR="00256283">
        <w:t>Où as-tu trouvé la petite</w:t>
      </w:r>
      <w:r>
        <w:t xml:space="preserve"> ? </w:t>
      </w:r>
      <w:r w:rsidR="00256283">
        <w:t>me demanda-t-elle</w:t>
      </w:r>
      <w:r>
        <w:t>.</w:t>
      </w:r>
    </w:p>
    <w:p w14:paraId="3F4EFD53" w14:textId="77777777" w:rsidR="00435B4F" w:rsidRDefault="00435B4F" w:rsidP="00256283">
      <w:r>
        <w:t>— </w:t>
      </w:r>
      <w:r w:rsidR="00256283">
        <w:t>Dans un bar</w:t>
      </w:r>
      <w:r>
        <w:t xml:space="preserve">. </w:t>
      </w:r>
      <w:r w:rsidR="00256283">
        <w:t>Et Gilbert</w:t>
      </w:r>
      <w:r>
        <w:t xml:space="preserve">, </w:t>
      </w:r>
      <w:r w:rsidR="00256283">
        <w:t>que fait-il ici</w:t>
      </w:r>
      <w:r>
        <w:t> ?</w:t>
      </w:r>
    </w:p>
    <w:p w14:paraId="545935EA" w14:textId="77777777" w:rsidR="00435B4F" w:rsidRDefault="00256283" w:rsidP="00256283">
      <w:r>
        <w:t>Il est venu pour voir sa sœur</w:t>
      </w:r>
      <w:r w:rsidR="00435B4F">
        <w:t xml:space="preserve"> ; </w:t>
      </w:r>
      <w:r>
        <w:t>elle n</w:t>
      </w:r>
      <w:r w:rsidR="00435B4F">
        <w:t>’</w:t>
      </w:r>
      <w:r>
        <w:t>est pas rentrée la nuit dernière</w:t>
      </w:r>
      <w:r w:rsidR="00435B4F">
        <w:t>.</w:t>
      </w:r>
    </w:p>
    <w:p w14:paraId="7D7626E6" w14:textId="77777777" w:rsidR="00435B4F" w:rsidRDefault="00435B4F" w:rsidP="00256283">
      <w:r>
        <w:t>— </w:t>
      </w:r>
      <w:r w:rsidR="00256283">
        <w:t>Est-ce qu</w:t>
      </w:r>
      <w:r>
        <w:t>’</w:t>
      </w:r>
      <w:r w:rsidR="00256283">
        <w:t>il a parlé de son père</w:t>
      </w:r>
      <w:r>
        <w:t> ?</w:t>
      </w:r>
    </w:p>
    <w:p w14:paraId="38BF3E0A" w14:textId="77777777" w:rsidR="00435B4F" w:rsidRDefault="00435B4F" w:rsidP="00256283">
      <w:r>
        <w:t>— </w:t>
      </w:r>
      <w:r w:rsidR="00256283">
        <w:t>Non</w:t>
      </w:r>
      <w:r>
        <w:t>.</w:t>
      </w:r>
    </w:p>
    <w:p w14:paraId="1BBBE279" w14:textId="77777777" w:rsidR="00435B4F" w:rsidRDefault="00435B4F" w:rsidP="00256283">
      <w:r>
        <w:t>— </w:t>
      </w:r>
      <w:r w:rsidR="00256283">
        <w:t>Il ne sait pas</w:t>
      </w:r>
      <w:r>
        <w:t xml:space="preserve">, </w:t>
      </w:r>
      <w:r w:rsidR="00256283">
        <w:t>sans doute</w:t>
      </w:r>
      <w:r>
        <w:t xml:space="preserve"> : </w:t>
      </w:r>
      <w:proofErr w:type="spellStart"/>
      <w:r w:rsidR="00256283">
        <w:t>Wynant</w:t>
      </w:r>
      <w:proofErr w:type="spellEnd"/>
      <w:r w:rsidR="00256283">
        <w:t xml:space="preserve"> a tenté de se suicider</w:t>
      </w:r>
      <w:r>
        <w:t xml:space="preserve">, </w:t>
      </w:r>
      <w:r w:rsidR="00256283">
        <w:t>à Allentown</w:t>
      </w:r>
      <w:r>
        <w:t xml:space="preserve">, </w:t>
      </w:r>
      <w:r w:rsidR="00256283">
        <w:t>en Pennsylvanie</w:t>
      </w:r>
      <w:r>
        <w:t xml:space="preserve"> ; </w:t>
      </w:r>
      <w:proofErr w:type="spellStart"/>
      <w:r w:rsidR="00256283">
        <w:t>Guild</w:t>
      </w:r>
      <w:proofErr w:type="spellEnd"/>
      <w:r w:rsidR="00256283">
        <w:t xml:space="preserve"> et Macaulay sont </w:t>
      </w:r>
      <w:r w:rsidR="00256283">
        <w:lastRenderedPageBreak/>
        <w:t>sur les lieux</w:t>
      </w:r>
      <w:r>
        <w:t xml:space="preserve">. </w:t>
      </w:r>
      <w:r w:rsidR="00256283">
        <w:t>Je ne sais si je dois apprendre la nouvelle à ces enfants</w:t>
      </w:r>
      <w:r>
        <w:t xml:space="preserve">. </w:t>
      </w:r>
      <w:r w:rsidR="00256283">
        <w:t>Est-ce que Mimi aurait envoyé Gilbert</w:t>
      </w:r>
      <w:r>
        <w:t> ?</w:t>
      </w:r>
    </w:p>
    <w:p w14:paraId="11EBF175" w14:textId="77777777" w:rsidR="00435B4F" w:rsidRDefault="00435B4F" w:rsidP="00256283">
      <w:r>
        <w:t>— </w:t>
      </w:r>
      <w:r w:rsidR="00256283">
        <w:t>Je ne pense pas</w:t>
      </w:r>
      <w:r>
        <w:t xml:space="preserve">, </w:t>
      </w:r>
      <w:r w:rsidR="00256283">
        <w:t>fit Nora</w:t>
      </w:r>
      <w:r>
        <w:t xml:space="preserve">, </w:t>
      </w:r>
      <w:r w:rsidR="00256283">
        <w:t>mais</w:t>
      </w:r>
      <w:r>
        <w:t>…</w:t>
      </w:r>
    </w:p>
    <w:p w14:paraId="239AE382" w14:textId="77777777" w:rsidR="00435B4F" w:rsidRDefault="00435B4F" w:rsidP="00256283">
      <w:r>
        <w:t>— </w:t>
      </w:r>
      <w:r w:rsidR="00256283">
        <w:t>Je me le demande aussi</w:t>
      </w:r>
      <w:r>
        <w:t xml:space="preserve">. </w:t>
      </w:r>
      <w:r w:rsidR="00256283">
        <w:t>Est-il ici depuis longtemps</w:t>
      </w:r>
      <w:r>
        <w:t> ?</w:t>
      </w:r>
    </w:p>
    <w:p w14:paraId="0816A914" w14:textId="77777777" w:rsidR="00435B4F" w:rsidRDefault="00435B4F" w:rsidP="00256283">
      <w:r>
        <w:t>— </w:t>
      </w:r>
      <w:r w:rsidR="00256283">
        <w:t>Une heure environ</w:t>
      </w:r>
      <w:r>
        <w:t xml:space="preserve">. </w:t>
      </w:r>
      <w:r w:rsidR="00256283">
        <w:t>C</w:t>
      </w:r>
      <w:r>
        <w:t>’</w:t>
      </w:r>
      <w:r w:rsidR="00256283">
        <w:t>est un drôle de type</w:t>
      </w:r>
      <w:r>
        <w:t xml:space="preserve">. </w:t>
      </w:r>
      <w:r w:rsidR="00256283">
        <w:t>Il apprend le chinois</w:t>
      </w:r>
      <w:r>
        <w:t xml:space="preserve">, </w:t>
      </w:r>
      <w:r w:rsidR="00256283">
        <w:t xml:space="preserve">et écrit un livre intitulé </w:t>
      </w:r>
      <w:r w:rsidR="00256283">
        <w:rPr>
          <w:i/>
        </w:rPr>
        <w:t>Science et Foi</w:t>
      </w:r>
      <w:r>
        <w:t>.</w:t>
      </w:r>
    </w:p>
    <w:p w14:paraId="6861163E" w14:textId="77777777" w:rsidR="00435B4F" w:rsidRDefault="00435B4F" w:rsidP="00256283">
      <w:r>
        <w:t>— </w:t>
      </w:r>
      <w:r w:rsidR="00256283">
        <w:t>Tu n</w:t>
      </w:r>
      <w:r>
        <w:t>’</w:t>
      </w:r>
      <w:r w:rsidR="00256283">
        <w:t>es pas un peu saoule</w:t>
      </w:r>
      <w:r>
        <w:t xml:space="preserve"> ? </w:t>
      </w:r>
      <w:r w:rsidR="00256283">
        <w:t>demandai-je</w:t>
      </w:r>
      <w:r>
        <w:t xml:space="preserve">, </w:t>
      </w:r>
      <w:r w:rsidR="00256283">
        <w:t>inquiet</w:t>
      </w:r>
      <w:r>
        <w:t>.</w:t>
      </w:r>
    </w:p>
    <w:p w14:paraId="6F9F2847" w14:textId="77777777" w:rsidR="00435B4F" w:rsidRDefault="00435B4F" w:rsidP="00256283">
      <w:r>
        <w:t>— </w:t>
      </w:r>
      <w:r w:rsidR="00256283">
        <w:t>Pas très</w:t>
      </w:r>
      <w:r>
        <w:t> !</w:t>
      </w:r>
    </w:p>
    <w:p w14:paraId="47D9313D" w14:textId="77777777" w:rsidR="00435B4F" w:rsidRDefault="00256283" w:rsidP="00256283">
      <w:r>
        <w:t xml:space="preserve">Nous regagnâmes le salon où Quinn et Dorothy dansaient au son de </w:t>
      </w:r>
      <w:proofErr w:type="spellStart"/>
      <w:r>
        <w:rPr>
          <w:i/>
        </w:rPr>
        <w:t>Eadie</w:t>
      </w:r>
      <w:proofErr w:type="spellEnd"/>
      <w:r>
        <w:rPr>
          <w:i/>
        </w:rPr>
        <w:t xml:space="preserve"> </w:t>
      </w:r>
      <w:proofErr w:type="spellStart"/>
      <w:r>
        <w:rPr>
          <w:i/>
        </w:rPr>
        <w:t>Was</w:t>
      </w:r>
      <w:proofErr w:type="spellEnd"/>
      <w:r>
        <w:rPr>
          <w:i/>
        </w:rPr>
        <w:t xml:space="preserve"> a Lady</w:t>
      </w:r>
      <w:r>
        <w:t xml:space="preserve"> joué par la radio</w:t>
      </w:r>
      <w:r w:rsidR="00435B4F">
        <w:t>.</w:t>
      </w:r>
    </w:p>
    <w:p w14:paraId="7242DE54" w14:textId="77777777" w:rsidR="00435B4F" w:rsidRDefault="00256283" w:rsidP="00256283">
      <w:r>
        <w:t>Gilbert posa le magazine qu</w:t>
      </w:r>
      <w:r w:rsidR="00435B4F">
        <w:t>’</w:t>
      </w:r>
      <w:r>
        <w:t>il regardait et dit poliment qu</w:t>
      </w:r>
      <w:r w:rsidR="00435B4F">
        <w:t>’</w:t>
      </w:r>
      <w:r>
        <w:t>il espérait que j</w:t>
      </w:r>
      <w:r w:rsidR="00435B4F">
        <w:t>’</w:t>
      </w:r>
      <w:r>
        <w:t>étais entièrement remis des suites de ma blessure</w:t>
      </w:r>
      <w:r w:rsidR="00435B4F">
        <w:t>.</w:t>
      </w:r>
    </w:p>
    <w:p w14:paraId="0A582F4F" w14:textId="77777777" w:rsidR="00435B4F" w:rsidRDefault="00435B4F" w:rsidP="00256283">
      <w:r>
        <w:t>— </w:t>
      </w:r>
      <w:r w:rsidR="00256283">
        <w:t>Je n</w:t>
      </w:r>
      <w:r>
        <w:t>’</w:t>
      </w:r>
      <w:r w:rsidR="00256283">
        <w:t>ai jamais été blessé</w:t>
      </w:r>
      <w:r>
        <w:t xml:space="preserve">, </w:t>
      </w:r>
      <w:r w:rsidR="00256283">
        <w:t>poursuivit-il</w:t>
      </w:r>
      <w:r>
        <w:t xml:space="preserve"> ; </w:t>
      </w:r>
      <w:r w:rsidR="00256283">
        <w:t>j</w:t>
      </w:r>
      <w:r>
        <w:t>’</w:t>
      </w:r>
      <w:r w:rsidR="00256283">
        <w:t>ai à plusieurs reprises</w:t>
      </w:r>
      <w:r>
        <w:t xml:space="preserve">, </w:t>
      </w:r>
      <w:r w:rsidR="00256283">
        <w:t>tenté de me faire du mal</w:t>
      </w:r>
      <w:r>
        <w:t xml:space="preserve">, </w:t>
      </w:r>
      <w:r w:rsidR="00256283">
        <w:t>mais sans résultat</w:t>
      </w:r>
      <w:r>
        <w:t xml:space="preserve">. </w:t>
      </w:r>
      <w:r w:rsidR="00256283">
        <w:t>Cela me rendait nerveux et me faisait transpirer</w:t>
      </w:r>
      <w:r>
        <w:t xml:space="preserve">. </w:t>
      </w:r>
      <w:r w:rsidR="00256283">
        <w:t>Je n</w:t>
      </w:r>
      <w:r>
        <w:t>’</w:t>
      </w:r>
      <w:r w:rsidR="00256283">
        <w:t>y comprends rien</w:t>
      </w:r>
      <w:r>
        <w:t xml:space="preserve">, </w:t>
      </w:r>
      <w:r w:rsidR="00256283">
        <w:t>je suis si jeune</w:t>
      </w:r>
      <w:r>
        <w:t xml:space="preserve">, </w:t>
      </w:r>
      <w:r w:rsidR="00256283">
        <w:t>Mr</w:t>
      </w:r>
      <w:r>
        <w:t xml:space="preserve">. </w:t>
      </w:r>
      <w:r w:rsidR="00256283">
        <w:t>Charles</w:t>
      </w:r>
      <w:r>
        <w:t xml:space="preserve">. </w:t>
      </w:r>
      <w:r w:rsidR="00256283">
        <w:t>J</w:t>
      </w:r>
      <w:r>
        <w:t>’</w:t>
      </w:r>
      <w:r w:rsidR="00256283">
        <w:t>aimerais tant vous parler</w:t>
      </w:r>
      <w:r>
        <w:t xml:space="preserve">, </w:t>
      </w:r>
      <w:r w:rsidR="00256283">
        <w:t>vous poser des questions</w:t>
      </w:r>
      <w:r>
        <w:t>.</w:t>
      </w:r>
    </w:p>
    <w:p w14:paraId="741BA7A9" w14:textId="77777777" w:rsidR="00435B4F" w:rsidRDefault="00435B4F" w:rsidP="00256283">
      <w:r>
        <w:t>— </w:t>
      </w:r>
      <w:r w:rsidR="00256283">
        <w:t>Quelles questions</w:t>
      </w:r>
      <w:r>
        <w:t xml:space="preserve"> ? </w:t>
      </w:r>
      <w:r w:rsidR="00256283">
        <w:t>que désirez-vous savoir</w:t>
      </w:r>
      <w:r>
        <w:t> ?</w:t>
      </w:r>
    </w:p>
    <w:p w14:paraId="63FC06E9" w14:textId="77777777" w:rsidR="00435B4F" w:rsidRDefault="00435B4F" w:rsidP="00256283">
      <w:r>
        <w:t>— </w:t>
      </w:r>
      <w:r w:rsidR="00256283">
        <w:t>Mille choses différentes</w:t>
      </w:r>
      <w:r>
        <w:t xml:space="preserve">. </w:t>
      </w:r>
      <w:r w:rsidR="00256283">
        <w:t>Par exemple je me documente en ce moment sur l</w:t>
      </w:r>
      <w:r>
        <w:t>’</w:t>
      </w:r>
      <w:r w:rsidR="00256283">
        <w:t>anthropophagie</w:t>
      </w:r>
      <w:r>
        <w:t xml:space="preserve"> – </w:t>
      </w:r>
      <w:r w:rsidR="00256283">
        <w:t>pas en Afrique ou en Nouvelle-Guinée</w:t>
      </w:r>
      <w:r>
        <w:t xml:space="preserve">, </w:t>
      </w:r>
      <w:r w:rsidR="00256283">
        <w:t>mais aux États-Unis</w:t>
      </w:r>
      <w:r>
        <w:t xml:space="preserve">. </w:t>
      </w:r>
      <w:r w:rsidR="00256283">
        <w:t>Connaissez-vous des cannibales</w:t>
      </w:r>
      <w:r>
        <w:t> ?</w:t>
      </w:r>
    </w:p>
    <w:p w14:paraId="56A2170C" w14:textId="77777777" w:rsidR="00435B4F" w:rsidRDefault="00435B4F" w:rsidP="00256283">
      <w:r>
        <w:t>— </w:t>
      </w:r>
      <w:r w:rsidR="00256283">
        <w:t>Il n</w:t>
      </w:r>
      <w:r>
        <w:t>’</w:t>
      </w:r>
      <w:r w:rsidR="00256283">
        <w:t>y en a plus aujourd</w:t>
      </w:r>
      <w:r>
        <w:t>’</w:t>
      </w:r>
      <w:r w:rsidR="00256283">
        <w:t>hui</w:t>
      </w:r>
      <w:r>
        <w:t xml:space="preserve">, </w:t>
      </w:r>
      <w:r w:rsidR="00256283">
        <w:t>que je sache</w:t>
      </w:r>
      <w:r>
        <w:t xml:space="preserve"> ! </w:t>
      </w:r>
      <w:r w:rsidR="00256283">
        <w:t>répondis-je</w:t>
      </w:r>
      <w:r>
        <w:t>.</w:t>
      </w:r>
    </w:p>
    <w:p w14:paraId="235B119C" w14:textId="77777777" w:rsidR="00435B4F" w:rsidRDefault="00435B4F" w:rsidP="00256283">
      <w:r>
        <w:t>— </w:t>
      </w:r>
      <w:r w:rsidR="00256283">
        <w:t>Il y en a donc eu</w:t>
      </w:r>
      <w:r>
        <w:t> ?</w:t>
      </w:r>
    </w:p>
    <w:p w14:paraId="77BF56E0" w14:textId="77777777" w:rsidR="00435B4F" w:rsidRDefault="00435B4F" w:rsidP="00256283">
      <w:r>
        <w:lastRenderedPageBreak/>
        <w:t>— </w:t>
      </w:r>
      <w:r w:rsidR="00256283">
        <w:t>Très peu</w:t>
      </w:r>
      <w:r>
        <w:t xml:space="preserve">, </w:t>
      </w:r>
      <w:r w:rsidR="00256283">
        <w:t>avant que la vie de notre pays fût stabilisée</w:t>
      </w:r>
      <w:r>
        <w:t xml:space="preserve">. </w:t>
      </w:r>
      <w:r w:rsidR="00256283">
        <w:t>Je vais vous en donner un exemple</w:t>
      </w:r>
      <w:r>
        <w:t>.</w:t>
      </w:r>
    </w:p>
    <w:p w14:paraId="0274BAFA" w14:textId="77777777" w:rsidR="00435B4F" w:rsidRDefault="00256283" w:rsidP="00256283">
      <w:r>
        <w:t>J</w:t>
      </w:r>
      <w:r w:rsidR="00435B4F">
        <w:t>’</w:t>
      </w:r>
      <w:r>
        <w:t>allai à une petite bibliothèque portative posée dans un coin du salon et j</w:t>
      </w:r>
      <w:r w:rsidR="00435B4F">
        <w:t>’</w:t>
      </w:r>
      <w:r>
        <w:t xml:space="preserve">en tirai un volume des </w:t>
      </w:r>
      <w:r>
        <w:rPr>
          <w:i/>
        </w:rPr>
        <w:t>Causes Criminelles Célèbres</w:t>
      </w:r>
      <w:r w:rsidR="00435B4F">
        <w:t>.</w:t>
      </w:r>
    </w:p>
    <w:p w14:paraId="5335B600" w14:textId="77777777" w:rsidR="00435B4F" w:rsidRDefault="00435B4F" w:rsidP="00256283">
      <w:r>
        <w:t>— </w:t>
      </w:r>
      <w:r w:rsidR="00256283">
        <w:t>Voici</w:t>
      </w:r>
      <w:r>
        <w:t xml:space="preserve">, </w:t>
      </w:r>
      <w:r w:rsidR="00256283">
        <w:t>dis-je ouvrant le livre</w:t>
      </w:r>
      <w:r>
        <w:t xml:space="preserve">. </w:t>
      </w:r>
      <w:r w:rsidR="00256283">
        <w:t>Lisez ceci</w:t>
      </w:r>
      <w:r>
        <w:t xml:space="preserve">, </w:t>
      </w:r>
      <w:r w:rsidR="00256283">
        <w:t>il n</w:t>
      </w:r>
      <w:r>
        <w:t>’</w:t>
      </w:r>
      <w:r w:rsidR="00256283">
        <w:t>y en a que trois ou quatre pages</w:t>
      </w:r>
      <w:r>
        <w:t>.</w:t>
      </w:r>
    </w:p>
    <w:p w14:paraId="4E940C25" w14:textId="77777777" w:rsidR="00256283" w:rsidRDefault="00256283" w:rsidP="00256283"/>
    <w:p w14:paraId="20A2D8BC" w14:textId="77777777" w:rsidR="00435B4F" w:rsidRDefault="00256283" w:rsidP="00435B4F">
      <w:pPr>
        <w:pStyle w:val="Centr"/>
      </w:pPr>
      <w:r>
        <w:t>ALFRED G</w:t>
      </w:r>
      <w:r w:rsidR="00435B4F">
        <w:t xml:space="preserve">. </w:t>
      </w:r>
      <w:r>
        <w:t>PACKER</w:t>
      </w:r>
      <w:r w:rsidR="00435B4F">
        <w:t xml:space="preserve">, </w:t>
      </w:r>
      <w:r>
        <w:t xml:space="preserve">LE </w:t>
      </w:r>
      <w:r w:rsidR="00435B4F">
        <w:t>« </w:t>
      </w:r>
      <w:r>
        <w:t>MANGEUR D</w:t>
      </w:r>
      <w:r w:rsidR="00435B4F">
        <w:t>’</w:t>
      </w:r>
      <w:r>
        <w:t>HOMMES</w:t>
      </w:r>
      <w:r w:rsidR="00435B4F">
        <w:t> »</w:t>
      </w:r>
      <w:r>
        <w:t xml:space="preserve"> QUI TUA SES CINQ COMPAGNONS DANS LES MONTAGNES DU COLORADO</w:t>
      </w:r>
      <w:r w:rsidR="00435B4F">
        <w:t xml:space="preserve">, </w:t>
      </w:r>
      <w:r>
        <w:t>LES DÉVALISA ET DÉVORA LEUR CHAIR</w:t>
      </w:r>
      <w:r w:rsidR="00435B4F">
        <w:t>.</w:t>
      </w:r>
    </w:p>
    <w:p w14:paraId="2261705A" w14:textId="77777777" w:rsidR="00435B4F" w:rsidRDefault="00435B4F" w:rsidP="00256283">
      <w:r>
        <w:t>« </w:t>
      </w:r>
      <w:r w:rsidR="00256283">
        <w:t>Vers la fin de l</w:t>
      </w:r>
      <w:r>
        <w:t>’</w:t>
      </w:r>
      <w:r w:rsidR="00256283">
        <w:t>automne de 1873 une bande de vingt pionniers quitta Salt Lake City pour rechercher des gisements d</w:t>
      </w:r>
      <w:r>
        <w:t>’</w:t>
      </w:r>
      <w:r w:rsidR="00256283">
        <w:t>or dans la région de San Juan</w:t>
      </w:r>
      <w:r>
        <w:t xml:space="preserve">. </w:t>
      </w:r>
      <w:r w:rsidR="00256283">
        <w:t>Pleins d</w:t>
      </w:r>
      <w:r>
        <w:t>’</w:t>
      </w:r>
      <w:r w:rsidR="00256283">
        <w:t>espoir au début de leur voyage</w:t>
      </w:r>
      <w:r>
        <w:t xml:space="preserve">, </w:t>
      </w:r>
      <w:r w:rsidR="00256283">
        <w:t>les aventuriers</w:t>
      </w:r>
      <w:r>
        <w:t xml:space="preserve">, </w:t>
      </w:r>
      <w:r w:rsidR="00256283">
        <w:t>tandis que les semaines s</w:t>
      </w:r>
      <w:r>
        <w:t>’</w:t>
      </w:r>
      <w:r w:rsidR="00256283">
        <w:t>écoulaient</w:t>
      </w:r>
      <w:r>
        <w:t xml:space="preserve">, </w:t>
      </w:r>
      <w:r w:rsidR="00256283">
        <w:t>ne découvraient que des pays sauvages et déserts</w:t>
      </w:r>
      <w:r>
        <w:t xml:space="preserve">. </w:t>
      </w:r>
      <w:r w:rsidR="00256283">
        <w:t>Ils ne tardèrent pas à perdre courage et à se persuader qu</w:t>
      </w:r>
      <w:r>
        <w:t>’</w:t>
      </w:r>
      <w:r w:rsidR="00256283">
        <w:t>ils n</w:t>
      </w:r>
      <w:r>
        <w:t>’</w:t>
      </w:r>
      <w:r w:rsidR="00256283">
        <w:t>échapperaient pas à la mort lente par privation de nourriture</w:t>
      </w:r>
      <w:r>
        <w:t> »…</w:t>
      </w:r>
    </w:p>
    <w:p w14:paraId="0F1FEE30" w14:textId="77777777" w:rsidR="00256283" w:rsidRDefault="00256283" w:rsidP="00256283"/>
    <w:p w14:paraId="57015179" w14:textId="77777777" w:rsidR="00435B4F" w:rsidRDefault="00256283" w:rsidP="00256283">
      <w:r>
        <w:t>Tandis que Gilbert lisait</w:t>
      </w:r>
      <w:r w:rsidR="00435B4F">
        <w:t xml:space="preserve">, </w:t>
      </w:r>
      <w:r>
        <w:t>je me préparai un whisky et Dorothy cessa de danser pour venir me rejoindre</w:t>
      </w:r>
      <w:r w:rsidR="00435B4F">
        <w:t>.</w:t>
      </w:r>
    </w:p>
    <w:p w14:paraId="689F64F9" w14:textId="77777777" w:rsidR="00435B4F" w:rsidRDefault="00435B4F" w:rsidP="00256283">
      <w:r>
        <w:t>— </w:t>
      </w:r>
      <w:r w:rsidR="00256283">
        <w:t>Est-ce qu</w:t>
      </w:r>
      <w:r>
        <w:t>’</w:t>
      </w:r>
      <w:r w:rsidR="00256283">
        <w:t>il vous plaît</w:t>
      </w:r>
      <w:r>
        <w:t xml:space="preserve"> ? </w:t>
      </w:r>
      <w:r w:rsidR="00256283">
        <w:t>fit-elle en me montrant Quinn d</w:t>
      </w:r>
      <w:r>
        <w:t>’</w:t>
      </w:r>
      <w:r w:rsidR="00256283">
        <w:t>un mouvement de la tête</w:t>
      </w:r>
      <w:r>
        <w:t>.</w:t>
      </w:r>
    </w:p>
    <w:p w14:paraId="45F19260" w14:textId="77777777" w:rsidR="00435B4F" w:rsidRDefault="00435B4F" w:rsidP="00256283">
      <w:r>
        <w:t>— </w:t>
      </w:r>
      <w:r w:rsidR="00256283">
        <w:t>Oui</w:t>
      </w:r>
      <w:r>
        <w:t xml:space="preserve">, </w:t>
      </w:r>
      <w:r w:rsidR="00256283">
        <w:t>c</w:t>
      </w:r>
      <w:r>
        <w:t>’</w:t>
      </w:r>
      <w:r w:rsidR="00256283">
        <w:t>est un brave garçon</w:t>
      </w:r>
      <w:r>
        <w:t>.</w:t>
      </w:r>
    </w:p>
    <w:p w14:paraId="5F89589F" w14:textId="77777777" w:rsidR="00435B4F" w:rsidRDefault="00435B4F" w:rsidP="00256283">
      <w:r>
        <w:lastRenderedPageBreak/>
        <w:t>— </w:t>
      </w:r>
      <w:r w:rsidR="00256283">
        <w:t>Si l</w:t>
      </w:r>
      <w:r>
        <w:t>’</w:t>
      </w:r>
      <w:r w:rsidR="00256283">
        <w:t>on veut</w:t>
      </w:r>
      <w:r>
        <w:t xml:space="preserve">, </w:t>
      </w:r>
      <w:r w:rsidR="00256283">
        <w:t>mais il est bête</w:t>
      </w:r>
      <w:r>
        <w:t xml:space="preserve">. </w:t>
      </w:r>
      <w:r w:rsidR="00256283">
        <w:t>Vous ne m</w:t>
      </w:r>
      <w:r>
        <w:t>’</w:t>
      </w:r>
      <w:r w:rsidR="00256283">
        <w:t>avez pas demandé où j</w:t>
      </w:r>
      <w:r>
        <w:t>’</w:t>
      </w:r>
      <w:r w:rsidR="00256283">
        <w:t>avais passé la nuit-dernière</w:t>
      </w:r>
      <w:r>
        <w:t xml:space="preserve">. </w:t>
      </w:r>
      <w:r w:rsidR="00256283">
        <w:t>Ça vous est égal</w:t>
      </w:r>
      <w:r>
        <w:t xml:space="preserve">, </w:t>
      </w:r>
      <w:r w:rsidR="00256283">
        <w:t>n</w:t>
      </w:r>
      <w:r>
        <w:t>’</w:t>
      </w:r>
      <w:r w:rsidR="00256283">
        <w:t>est-ce pas</w:t>
      </w:r>
      <w:r>
        <w:t> ?</w:t>
      </w:r>
    </w:p>
    <w:p w14:paraId="3319AD3F" w14:textId="77777777" w:rsidR="00435B4F" w:rsidRDefault="00435B4F" w:rsidP="00256283">
      <w:r>
        <w:t>— </w:t>
      </w:r>
      <w:r w:rsidR="00256283">
        <w:t>Ça ne me regarde pas</w:t>
      </w:r>
      <w:r>
        <w:t>.</w:t>
      </w:r>
    </w:p>
    <w:p w14:paraId="7B18096C" w14:textId="77777777" w:rsidR="00435B4F" w:rsidRDefault="00435B4F" w:rsidP="00256283">
      <w:r>
        <w:t>— </w:t>
      </w:r>
      <w:r w:rsidR="00256283">
        <w:t>J</w:t>
      </w:r>
      <w:r>
        <w:t>’</w:t>
      </w:r>
      <w:r w:rsidR="00256283">
        <w:t>ai cependant découvert quelque chose qui pourrait vous intéresser</w:t>
      </w:r>
      <w:r>
        <w:t>.</w:t>
      </w:r>
    </w:p>
    <w:p w14:paraId="642E75A2" w14:textId="77777777" w:rsidR="00435B4F" w:rsidRDefault="00435B4F" w:rsidP="00256283">
      <w:r>
        <w:t>— </w:t>
      </w:r>
      <w:r w:rsidR="00256283">
        <w:t>Quoi</w:t>
      </w:r>
      <w:r>
        <w:t> ?</w:t>
      </w:r>
    </w:p>
    <w:p w14:paraId="6563BC5D" w14:textId="77777777" w:rsidR="00435B4F" w:rsidRDefault="00435B4F" w:rsidP="00256283">
      <w:r>
        <w:t>— </w:t>
      </w:r>
      <w:r w:rsidR="00256283">
        <w:t>J</w:t>
      </w:r>
      <w:r>
        <w:t>’</w:t>
      </w:r>
      <w:r w:rsidR="00256283">
        <w:t>ai couché chez tante Alice</w:t>
      </w:r>
      <w:r>
        <w:t xml:space="preserve">. </w:t>
      </w:r>
      <w:r w:rsidR="00256283">
        <w:t>Elle est un peu folle</w:t>
      </w:r>
      <w:r>
        <w:t xml:space="preserve">, </w:t>
      </w:r>
      <w:r w:rsidR="00256283">
        <w:t>mais si gentille</w:t>
      </w:r>
      <w:r>
        <w:t xml:space="preserve">. </w:t>
      </w:r>
      <w:r w:rsidR="00256283">
        <w:t>Elle m</w:t>
      </w:r>
      <w:r>
        <w:t>’</w:t>
      </w:r>
      <w:r w:rsidR="00256283">
        <w:t>a dit que mon père lui avait écrit</w:t>
      </w:r>
      <w:r>
        <w:t xml:space="preserve">, </w:t>
      </w:r>
      <w:r w:rsidR="00256283">
        <w:t>aujourd</w:t>
      </w:r>
      <w:r>
        <w:t>’</w:t>
      </w:r>
      <w:r w:rsidR="00256283">
        <w:t>hui même</w:t>
      </w:r>
      <w:r>
        <w:t xml:space="preserve">, </w:t>
      </w:r>
      <w:r w:rsidR="00256283">
        <w:t>lui disant de se méfier de maman</w:t>
      </w:r>
      <w:r>
        <w:t>.</w:t>
      </w:r>
    </w:p>
    <w:p w14:paraId="3E3E26EF" w14:textId="77777777" w:rsidR="00435B4F" w:rsidRDefault="00435B4F" w:rsidP="00256283">
      <w:r>
        <w:t>— </w:t>
      </w:r>
      <w:r w:rsidR="00256283">
        <w:t>Comment</w:t>
      </w:r>
      <w:r>
        <w:t> ?</w:t>
      </w:r>
    </w:p>
    <w:p w14:paraId="71686EEB" w14:textId="77777777" w:rsidR="00435B4F" w:rsidRDefault="00435B4F" w:rsidP="00256283">
      <w:r>
        <w:t>— </w:t>
      </w:r>
      <w:r w:rsidR="00256283">
        <w:t>Je ne sais pas</w:t>
      </w:r>
      <w:r>
        <w:t xml:space="preserve">, </w:t>
      </w:r>
      <w:r w:rsidR="00256283">
        <w:t>je n</w:t>
      </w:r>
      <w:r>
        <w:t>’</w:t>
      </w:r>
      <w:r w:rsidR="00256283">
        <w:t>ai pas vu la lettre</w:t>
      </w:r>
      <w:r>
        <w:t xml:space="preserve">. </w:t>
      </w:r>
      <w:r w:rsidR="00256283">
        <w:t>Tante Alice l</w:t>
      </w:r>
      <w:r>
        <w:t>’</w:t>
      </w:r>
      <w:r w:rsidR="00256283">
        <w:t>a déchirée</w:t>
      </w:r>
      <w:r>
        <w:t xml:space="preserve">. </w:t>
      </w:r>
      <w:r w:rsidR="00256283">
        <w:t>Elle était fâchée avec mon père depuis plusieurs années</w:t>
      </w:r>
      <w:r>
        <w:t xml:space="preserve">. </w:t>
      </w:r>
      <w:r w:rsidR="00256283">
        <w:t>Elle dit qu</w:t>
      </w:r>
      <w:r>
        <w:t>’</w:t>
      </w:r>
      <w:r w:rsidR="00256283">
        <w:t>il est communiste et que les communistes ont tué Julia et tueront papa</w:t>
      </w:r>
      <w:r>
        <w:t xml:space="preserve">, </w:t>
      </w:r>
      <w:r w:rsidR="00256283">
        <w:t>parce qu</w:t>
      </w:r>
      <w:r>
        <w:t>’</w:t>
      </w:r>
      <w:r w:rsidR="00256283">
        <w:t>il a divulgué un secret qui leur appartenait</w:t>
      </w:r>
      <w:r>
        <w:t>.</w:t>
      </w:r>
    </w:p>
    <w:p w14:paraId="4E74343E" w14:textId="77777777" w:rsidR="00435B4F" w:rsidRDefault="00435B4F" w:rsidP="00256283">
      <w:r>
        <w:t>— </w:t>
      </w:r>
      <w:r w:rsidR="00256283">
        <w:t>Qu</w:t>
      </w:r>
      <w:r>
        <w:t>’</w:t>
      </w:r>
      <w:r w:rsidR="00256283">
        <w:t>est-ce que c</w:t>
      </w:r>
      <w:r>
        <w:t>’</w:t>
      </w:r>
      <w:r w:rsidR="00256283">
        <w:t>est que cette histoire</w:t>
      </w:r>
      <w:r>
        <w:t> ?</w:t>
      </w:r>
    </w:p>
    <w:p w14:paraId="5B050690" w14:textId="77777777" w:rsidR="00435B4F" w:rsidRDefault="00435B4F" w:rsidP="00256283">
      <w:r>
        <w:t>— </w:t>
      </w:r>
      <w:r w:rsidR="00256283">
        <w:t>Ne m</w:t>
      </w:r>
      <w:r>
        <w:t>’</w:t>
      </w:r>
      <w:r w:rsidR="00256283">
        <w:t>en veuillez pas</w:t>
      </w:r>
      <w:r>
        <w:t xml:space="preserve">, </w:t>
      </w:r>
      <w:r w:rsidR="00256283">
        <w:t>dit-elle</w:t>
      </w:r>
      <w:r>
        <w:t xml:space="preserve"> ; </w:t>
      </w:r>
      <w:r w:rsidR="00256283">
        <w:t>je vous répète ses paroles</w:t>
      </w:r>
      <w:r>
        <w:t xml:space="preserve">. </w:t>
      </w:r>
      <w:r w:rsidR="00256283">
        <w:t>Je vous ai prévenu</w:t>
      </w:r>
      <w:r>
        <w:t xml:space="preserve"> : </w:t>
      </w:r>
      <w:r w:rsidR="00256283">
        <w:t>elle est folle</w:t>
      </w:r>
      <w:r>
        <w:t>.</w:t>
      </w:r>
    </w:p>
    <w:p w14:paraId="6AD9AC8F" w14:textId="77777777" w:rsidR="00435B4F" w:rsidRDefault="00435B4F" w:rsidP="00256283">
      <w:r>
        <w:t>— </w:t>
      </w:r>
      <w:r w:rsidR="00256283">
        <w:t>Vous a-t-elle dit que ces menaces étaient contenues dans la lettre</w:t>
      </w:r>
      <w:r>
        <w:t> ?</w:t>
      </w:r>
    </w:p>
    <w:p w14:paraId="3BBDD985" w14:textId="77777777" w:rsidR="00435B4F" w:rsidRDefault="00435B4F" w:rsidP="00256283">
      <w:r>
        <w:t>— </w:t>
      </w:r>
      <w:r w:rsidR="00256283">
        <w:t>Non</w:t>
      </w:r>
      <w:r>
        <w:t xml:space="preserve">. </w:t>
      </w:r>
      <w:r w:rsidR="00256283">
        <w:t>Elle ne m</w:t>
      </w:r>
      <w:r>
        <w:t>’</w:t>
      </w:r>
      <w:r w:rsidR="00256283">
        <w:t>a parlé que d</w:t>
      </w:r>
      <w:r>
        <w:t>’</w:t>
      </w:r>
      <w:r w:rsidR="00256283">
        <w:t>un avertissement</w:t>
      </w:r>
      <w:r>
        <w:t xml:space="preserve"> : </w:t>
      </w:r>
      <w:r w:rsidR="00256283">
        <w:t>se méfier de maman et de ceux qui l</w:t>
      </w:r>
      <w:r>
        <w:t>’</w:t>
      </w:r>
      <w:r w:rsidR="00256283">
        <w:t>entourent</w:t>
      </w:r>
      <w:r>
        <w:t xml:space="preserve"> ; </w:t>
      </w:r>
      <w:r w:rsidR="00256283">
        <w:t>nous autres</w:t>
      </w:r>
      <w:r>
        <w:t xml:space="preserve">, </w:t>
      </w:r>
      <w:r w:rsidR="00256283">
        <w:t>sans doute</w:t>
      </w:r>
      <w:r>
        <w:t>.</w:t>
      </w:r>
    </w:p>
    <w:p w14:paraId="7D4E889F" w14:textId="77777777" w:rsidR="00435B4F" w:rsidRDefault="00435B4F" w:rsidP="00256283">
      <w:r>
        <w:t>— </w:t>
      </w:r>
      <w:r w:rsidR="00256283">
        <w:t>C</w:t>
      </w:r>
      <w:r>
        <w:t>’</w:t>
      </w:r>
      <w:r w:rsidR="00256283">
        <w:t>est tout ce que vous pouvez vous rappeler</w:t>
      </w:r>
      <w:r>
        <w:t> ?</w:t>
      </w:r>
    </w:p>
    <w:p w14:paraId="48DC3CA3" w14:textId="77777777" w:rsidR="00435B4F" w:rsidRDefault="00435B4F" w:rsidP="00256283">
      <w:r>
        <w:t>— </w:t>
      </w:r>
      <w:r w:rsidR="00256283">
        <w:t>C</w:t>
      </w:r>
      <w:r>
        <w:t>’</w:t>
      </w:r>
      <w:r w:rsidR="00256283">
        <w:t>est tout ce qu</w:t>
      </w:r>
      <w:r>
        <w:t>’</w:t>
      </w:r>
      <w:r w:rsidR="00256283">
        <w:t>elle m</w:t>
      </w:r>
      <w:r>
        <w:t>’</w:t>
      </w:r>
      <w:r w:rsidR="00256283">
        <w:t>a dit</w:t>
      </w:r>
      <w:r>
        <w:t>.</w:t>
      </w:r>
    </w:p>
    <w:p w14:paraId="440F233D" w14:textId="77777777" w:rsidR="00435B4F" w:rsidRDefault="00435B4F" w:rsidP="00256283">
      <w:r>
        <w:lastRenderedPageBreak/>
        <w:t>— </w:t>
      </w:r>
      <w:r w:rsidR="00256283">
        <w:t>D</w:t>
      </w:r>
      <w:r>
        <w:t>’</w:t>
      </w:r>
      <w:r w:rsidR="00256283">
        <w:t>où venait la lettre</w:t>
      </w:r>
      <w:r>
        <w:t> ?</w:t>
      </w:r>
    </w:p>
    <w:p w14:paraId="13C7B5D4" w14:textId="77777777" w:rsidR="00435B4F" w:rsidRDefault="00435B4F" w:rsidP="00256283">
      <w:r>
        <w:t>— </w:t>
      </w:r>
      <w:r w:rsidR="00256283">
        <w:t>Tante Alice n</w:t>
      </w:r>
      <w:r>
        <w:t>’</w:t>
      </w:r>
      <w:r w:rsidR="00256283">
        <w:t>en savait rien</w:t>
      </w:r>
      <w:r>
        <w:t xml:space="preserve"> ; </w:t>
      </w:r>
      <w:r w:rsidR="00256283">
        <w:t>par la poste aérienne en tout cas</w:t>
      </w:r>
      <w:r>
        <w:t>.</w:t>
      </w:r>
    </w:p>
    <w:p w14:paraId="6F97313F" w14:textId="77777777" w:rsidR="00435B4F" w:rsidRDefault="00435B4F" w:rsidP="00256283">
      <w:r>
        <w:t>— </w:t>
      </w:r>
      <w:r w:rsidR="00256283">
        <w:t>A-t-elle pris cet avertissement au sérieux</w:t>
      </w:r>
      <w:r>
        <w:t> ?</w:t>
      </w:r>
    </w:p>
    <w:p w14:paraId="164936AD" w14:textId="77777777" w:rsidR="00435B4F" w:rsidRDefault="00435B4F" w:rsidP="00256283">
      <w:r>
        <w:t>— </w:t>
      </w:r>
      <w:r w:rsidR="00256283">
        <w:t>Elle a crié que mon père était un extrémiste et que tout ce qu</w:t>
      </w:r>
      <w:r>
        <w:t>’</w:t>
      </w:r>
      <w:r w:rsidR="00256283">
        <w:t>il pouvait dire ne l</w:t>
      </w:r>
      <w:r>
        <w:t>’</w:t>
      </w:r>
      <w:r w:rsidR="00256283">
        <w:t>intéressait pas</w:t>
      </w:r>
      <w:r>
        <w:t>.</w:t>
      </w:r>
    </w:p>
    <w:p w14:paraId="11C336D5" w14:textId="77777777" w:rsidR="00435B4F" w:rsidRDefault="00435B4F" w:rsidP="00256283">
      <w:r>
        <w:t>— </w:t>
      </w:r>
      <w:r w:rsidR="00256283">
        <w:t>Et vous</w:t>
      </w:r>
      <w:r>
        <w:t> ?</w:t>
      </w:r>
    </w:p>
    <w:p w14:paraId="091B54C3" w14:textId="77777777" w:rsidR="00435B4F" w:rsidRDefault="00256283" w:rsidP="00256283">
      <w:r>
        <w:t>Dorothy me regarda fixement pendant quelques secondes puis passa le bout de sa langue sur ses lèvres sèches</w:t>
      </w:r>
      <w:r w:rsidR="00435B4F">
        <w:t>.</w:t>
      </w:r>
    </w:p>
    <w:p w14:paraId="788F65F9" w14:textId="77777777" w:rsidR="00435B4F" w:rsidRDefault="00435B4F" w:rsidP="00256283">
      <w:r>
        <w:t>— </w:t>
      </w:r>
      <w:r w:rsidR="00256283">
        <w:t>Je crois</w:t>
      </w:r>
      <w:r>
        <w:t xml:space="preserve">… </w:t>
      </w:r>
      <w:r w:rsidR="00256283">
        <w:t>hésita-t-elle</w:t>
      </w:r>
      <w:r>
        <w:t>.</w:t>
      </w:r>
    </w:p>
    <w:p w14:paraId="3047F6F2" w14:textId="77777777" w:rsidR="00435B4F" w:rsidRDefault="00256283" w:rsidP="00256283">
      <w:r>
        <w:t>Gilbert</w:t>
      </w:r>
      <w:r w:rsidR="00435B4F">
        <w:t xml:space="preserve">, </w:t>
      </w:r>
      <w:r>
        <w:t>le livre à la main</w:t>
      </w:r>
      <w:r w:rsidR="00435B4F">
        <w:t xml:space="preserve">, </w:t>
      </w:r>
      <w:r>
        <w:t>venait vers nous</w:t>
      </w:r>
      <w:r w:rsidR="00435B4F">
        <w:t xml:space="preserve"> ; </w:t>
      </w:r>
      <w:r>
        <w:t>il paraissait déçu</w:t>
      </w:r>
      <w:r w:rsidR="00435B4F">
        <w:t>.</w:t>
      </w:r>
    </w:p>
    <w:p w14:paraId="53D9748F" w14:textId="77777777" w:rsidR="00435B4F" w:rsidRDefault="00435B4F" w:rsidP="00256283">
      <w:r>
        <w:t>— </w:t>
      </w:r>
      <w:r w:rsidR="00256283">
        <w:t>Oui</w:t>
      </w:r>
      <w:r>
        <w:t xml:space="preserve">, </w:t>
      </w:r>
      <w:r w:rsidR="00256283">
        <w:t>c</w:t>
      </w:r>
      <w:r>
        <w:t>’</w:t>
      </w:r>
      <w:r w:rsidR="00256283">
        <w:t>est intéressant</w:t>
      </w:r>
      <w:r>
        <w:t xml:space="preserve">, </w:t>
      </w:r>
      <w:r w:rsidR="00256283">
        <w:t>dit-il</w:t>
      </w:r>
      <w:r>
        <w:t xml:space="preserve">, </w:t>
      </w:r>
      <w:r w:rsidR="00256283">
        <w:t>mais ce n</w:t>
      </w:r>
      <w:r>
        <w:t>’</w:t>
      </w:r>
      <w:r w:rsidR="00256283">
        <w:t>est pas un cas pathologique</w:t>
      </w:r>
      <w:r>
        <w:t xml:space="preserve"> : </w:t>
      </w:r>
      <w:r w:rsidR="00256283">
        <w:t>ces gens-là mouraient de faim et le plus vigoureux pour survivre a dû</w:t>
      </w:r>
      <w:r>
        <w:t>…</w:t>
      </w:r>
    </w:p>
    <w:p w14:paraId="58597933" w14:textId="77777777" w:rsidR="00435B4F" w:rsidRDefault="00435B4F" w:rsidP="00256283">
      <w:r>
        <w:t>— </w:t>
      </w:r>
      <w:r w:rsidR="00256283">
        <w:t>Si vous croyez ce que Packer raconte</w:t>
      </w:r>
      <w:r>
        <w:t> !</w:t>
      </w:r>
    </w:p>
    <w:p w14:paraId="7B8B7EE7" w14:textId="77777777" w:rsidR="00435B4F" w:rsidRDefault="00435B4F" w:rsidP="00256283">
      <w:r>
        <w:t>— </w:t>
      </w:r>
      <w:r w:rsidR="00256283">
        <w:t>Qu</w:t>
      </w:r>
      <w:r>
        <w:t>’</w:t>
      </w:r>
      <w:r w:rsidR="00256283">
        <w:t>est-ce</w:t>
      </w:r>
      <w:r>
        <w:t xml:space="preserve"> ? </w:t>
      </w:r>
      <w:r w:rsidR="00256283">
        <w:t>demanda la jeune fille</w:t>
      </w:r>
      <w:r>
        <w:t>.</w:t>
      </w:r>
    </w:p>
    <w:p w14:paraId="31905AE8" w14:textId="77777777" w:rsidR="00435B4F" w:rsidRDefault="00435B4F" w:rsidP="00256283">
      <w:r>
        <w:t>— </w:t>
      </w:r>
      <w:r w:rsidR="00256283">
        <w:t>Rien</w:t>
      </w:r>
      <w:r>
        <w:t xml:space="preserve">, </w:t>
      </w:r>
      <w:r w:rsidR="00256283">
        <w:t>répondit Gilbert</w:t>
      </w:r>
      <w:r>
        <w:t xml:space="preserve"> ; </w:t>
      </w:r>
      <w:r w:rsidR="00256283">
        <w:t>quelque chose</w:t>
      </w:r>
      <w:r>
        <w:t xml:space="preserve">, </w:t>
      </w:r>
      <w:r w:rsidR="00256283">
        <w:t>dans ce livre</w:t>
      </w:r>
      <w:r>
        <w:t>.</w:t>
      </w:r>
    </w:p>
    <w:p w14:paraId="09FC3AD8" w14:textId="77777777" w:rsidR="00435B4F" w:rsidRDefault="00435B4F" w:rsidP="00256283">
      <w:r>
        <w:t>— </w:t>
      </w:r>
      <w:r w:rsidR="00256283">
        <w:t>Racontez à votre frère l</w:t>
      </w:r>
      <w:r>
        <w:t>’</w:t>
      </w:r>
      <w:r w:rsidR="00256283">
        <w:t>histoire de la lettre</w:t>
      </w:r>
      <w:r>
        <w:t xml:space="preserve">, </w:t>
      </w:r>
      <w:r w:rsidR="00256283">
        <w:t>dis-je à Dorothy</w:t>
      </w:r>
      <w:r>
        <w:t>.</w:t>
      </w:r>
    </w:p>
    <w:p w14:paraId="2C6A2BAA" w14:textId="77777777" w:rsidR="00435B4F" w:rsidRDefault="00256283" w:rsidP="00256283">
      <w:r>
        <w:t>Elle répéta ce qu</w:t>
      </w:r>
      <w:r w:rsidR="00435B4F">
        <w:t>’</w:t>
      </w:r>
      <w:r>
        <w:t>elle m</w:t>
      </w:r>
      <w:r w:rsidR="00435B4F">
        <w:t>’</w:t>
      </w:r>
      <w:r>
        <w:t>avait dit</w:t>
      </w:r>
      <w:r w:rsidR="00435B4F">
        <w:t xml:space="preserve">. </w:t>
      </w:r>
      <w:r>
        <w:t>Quand elle se tut</w:t>
      </w:r>
      <w:r w:rsidR="00435B4F">
        <w:t xml:space="preserve">, </w:t>
      </w:r>
      <w:r>
        <w:t>le jeune homme eut une grimace d</w:t>
      </w:r>
      <w:r w:rsidR="00435B4F">
        <w:t>’</w:t>
      </w:r>
      <w:r>
        <w:t>impatience</w:t>
      </w:r>
      <w:r w:rsidR="00435B4F">
        <w:t>.</w:t>
      </w:r>
    </w:p>
    <w:p w14:paraId="0019DF45" w14:textId="77777777" w:rsidR="00435B4F" w:rsidRDefault="00435B4F" w:rsidP="00256283">
      <w:r>
        <w:t>— </w:t>
      </w:r>
      <w:r w:rsidR="00256283">
        <w:t>C</w:t>
      </w:r>
      <w:r>
        <w:t>’</w:t>
      </w:r>
      <w:r w:rsidR="00256283">
        <w:t>est idiot</w:t>
      </w:r>
      <w:r>
        <w:t xml:space="preserve">, </w:t>
      </w:r>
      <w:r w:rsidR="00256283">
        <w:t>dit-il</w:t>
      </w:r>
      <w:r>
        <w:t xml:space="preserve">, </w:t>
      </w:r>
      <w:r w:rsidR="00256283">
        <w:t>maman n</w:t>
      </w:r>
      <w:r>
        <w:t>’</w:t>
      </w:r>
      <w:r w:rsidR="00256283">
        <w:t>est pas dangereuse</w:t>
      </w:r>
      <w:r>
        <w:t xml:space="preserve">. </w:t>
      </w:r>
      <w:r w:rsidR="00256283">
        <w:t>Elle souffre de ce que j</w:t>
      </w:r>
      <w:r>
        <w:t>’</w:t>
      </w:r>
      <w:r w:rsidR="00256283">
        <w:t>appelle un arrêt de développement</w:t>
      </w:r>
      <w:r>
        <w:t xml:space="preserve">. </w:t>
      </w:r>
      <w:r w:rsidR="00256283">
        <w:lastRenderedPageBreak/>
        <w:t>Beaucoup d</w:t>
      </w:r>
      <w:r>
        <w:t>’</w:t>
      </w:r>
      <w:r w:rsidR="00256283">
        <w:t>entre nous ont un idéal ou une morale qui les dépasse</w:t>
      </w:r>
      <w:r>
        <w:t xml:space="preserve">. </w:t>
      </w:r>
      <w:r w:rsidR="00256283">
        <w:t>Maman n</w:t>
      </w:r>
      <w:r>
        <w:t>’</w:t>
      </w:r>
      <w:r w:rsidR="00256283">
        <w:t>a pas encore assez grandi pour arriver à niveau</w:t>
      </w:r>
      <w:r>
        <w:t>.</w:t>
      </w:r>
    </w:p>
    <w:p w14:paraId="7B970A9E" w14:textId="77777777" w:rsidR="00435B4F" w:rsidRDefault="00256283" w:rsidP="00256283">
      <w:r>
        <w:t>Il fronça les sourcils et rectifia sa pensée</w:t>
      </w:r>
      <w:r w:rsidR="00435B4F">
        <w:t>.</w:t>
      </w:r>
    </w:p>
    <w:p w14:paraId="6C7F4436" w14:textId="77777777" w:rsidR="00435B4F" w:rsidRDefault="00435B4F" w:rsidP="00256283">
      <w:r>
        <w:t>— </w:t>
      </w:r>
      <w:r w:rsidR="00256283">
        <w:t>Oui</w:t>
      </w:r>
      <w:r>
        <w:t xml:space="preserve">, </w:t>
      </w:r>
      <w:r w:rsidR="00256283">
        <w:t>après tout</w:t>
      </w:r>
      <w:r>
        <w:t xml:space="preserve">, </w:t>
      </w:r>
      <w:r w:rsidR="00256283">
        <w:t>elle pourrait être dangereuse</w:t>
      </w:r>
      <w:r>
        <w:t xml:space="preserve">, </w:t>
      </w:r>
      <w:r w:rsidR="00256283">
        <w:t>comme un enfant qu</w:t>
      </w:r>
      <w:r>
        <w:t>’</w:t>
      </w:r>
      <w:r w:rsidR="00256283">
        <w:t>on laisse jouer avec les allumettes</w:t>
      </w:r>
      <w:r>
        <w:t>.</w:t>
      </w:r>
    </w:p>
    <w:p w14:paraId="6968B9FC" w14:textId="77777777" w:rsidR="00435B4F" w:rsidRDefault="00256283" w:rsidP="00256283">
      <w:r>
        <w:t>Nora et Quinn dansaient</w:t>
      </w:r>
      <w:r w:rsidR="00435B4F">
        <w:t>.</w:t>
      </w:r>
    </w:p>
    <w:p w14:paraId="71B3E7D0" w14:textId="77777777" w:rsidR="00435B4F" w:rsidRDefault="00435B4F" w:rsidP="00256283">
      <w:r>
        <w:t>— </w:t>
      </w:r>
      <w:r w:rsidR="00256283">
        <w:t>Que pensez-vous de votre père</w:t>
      </w:r>
      <w:r>
        <w:t xml:space="preserve">, </w:t>
      </w:r>
      <w:r w:rsidR="00256283">
        <w:t>Gilbert</w:t>
      </w:r>
      <w:r>
        <w:t xml:space="preserve"> ? </w:t>
      </w:r>
      <w:r w:rsidR="00256283">
        <w:t>demandai-je</w:t>
      </w:r>
      <w:r>
        <w:t>.</w:t>
      </w:r>
    </w:p>
    <w:p w14:paraId="1DD10CA7" w14:textId="77777777" w:rsidR="00435B4F" w:rsidRDefault="00256283" w:rsidP="00256283">
      <w:r>
        <w:t>Il haussa les épaules</w:t>
      </w:r>
      <w:r w:rsidR="00435B4F">
        <w:t>.</w:t>
      </w:r>
    </w:p>
    <w:p w14:paraId="77DF2055" w14:textId="77777777" w:rsidR="00435B4F" w:rsidRDefault="00435B4F" w:rsidP="00256283">
      <w:r>
        <w:t>— </w:t>
      </w:r>
      <w:r w:rsidR="00256283">
        <w:t>Je ne l</w:t>
      </w:r>
      <w:r>
        <w:t>’</w:t>
      </w:r>
      <w:r w:rsidR="00256283">
        <w:t>ai pas vu depuis mon enfance</w:t>
      </w:r>
      <w:r>
        <w:t xml:space="preserve">. </w:t>
      </w:r>
      <w:r w:rsidR="00256283">
        <w:t>J</w:t>
      </w:r>
      <w:r>
        <w:t>’</w:t>
      </w:r>
      <w:r w:rsidR="00256283">
        <w:t>ai échafaudé une théorie en ce qui le concerne</w:t>
      </w:r>
      <w:r>
        <w:t xml:space="preserve">, </w:t>
      </w:r>
      <w:r w:rsidR="00256283">
        <w:t>mais il me manque beaucoup d</w:t>
      </w:r>
      <w:r>
        <w:t>’</w:t>
      </w:r>
      <w:r w:rsidR="00256283">
        <w:t>éléments</w:t>
      </w:r>
      <w:r>
        <w:t xml:space="preserve">. </w:t>
      </w:r>
      <w:r w:rsidR="00256283">
        <w:t>Je voudrais bien savoir surtout si</w:t>
      </w:r>
      <w:r>
        <w:t>…</w:t>
      </w:r>
    </w:p>
    <w:p w14:paraId="45E84986" w14:textId="77777777" w:rsidR="00435B4F" w:rsidRDefault="00435B4F" w:rsidP="00256283">
      <w:r>
        <w:t>— </w:t>
      </w:r>
      <w:r w:rsidR="00256283">
        <w:t>Il a tenté de se suicider</w:t>
      </w:r>
      <w:r>
        <w:t xml:space="preserve">, </w:t>
      </w:r>
      <w:r w:rsidR="00256283">
        <w:t>interrompis-je</w:t>
      </w:r>
      <w:r>
        <w:t xml:space="preserve">, </w:t>
      </w:r>
      <w:r w:rsidR="00256283">
        <w:t>aujourd</w:t>
      </w:r>
      <w:r>
        <w:t>’</w:t>
      </w:r>
      <w:r w:rsidR="00256283">
        <w:t>hui</w:t>
      </w:r>
      <w:r>
        <w:t xml:space="preserve">, </w:t>
      </w:r>
      <w:r w:rsidR="00256283">
        <w:t>à Allentown</w:t>
      </w:r>
      <w:r>
        <w:t>.</w:t>
      </w:r>
    </w:p>
    <w:p w14:paraId="7B598234" w14:textId="77777777" w:rsidR="00435B4F" w:rsidRDefault="00435B4F" w:rsidP="00256283">
      <w:r>
        <w:t>— </w:t>
      </w:r>
      <w:r w:rsidR="00256283">
        <w:t>Ce n</w:t>
      </w:r>
      <w:r>
        <w:t>’</w:t>
      </w:r>
      <w:r w:rsidR="00256283">
        <w:t>est pas vrai</w:t>
      </w:r>
      <w:r>
        <w:t xml:space="preserve"> ! </w:t>
      </w:r>
      <w:r w:rsidR="00256283">
        <w:t>cria Dorothy d</w:t>
      </w:r>
      <w:r>
        <w:t>’</w:t>
      </w:r>
      <w:r w:rsidR="00256283">
        <w:t>une voix si aiguë que Nora et Quinn cessèrent de danser</w:t>
      </w:r>
      <w:r>
        <w:t>.</w:t>
      </w:r>
    </w:p>
    <w:p w14:paraId="33E4EDA4" w14:textId="77777777" w:rsidR="00435B4F" w:rsidRDefault="00256283" w:rsidP="00256283">
      <w:r>
        <w:t>La jeune fille regarda son frère</w:t>
      </w:r>
      <w:r w:rsidR="00435B4F">
        <w:t>.</w:t>
      </w:r>
    </w:p>
    <w:p w14:paraId="707D8404" w14:textId="77777777" w:rsidR="00435B4F" w:rsidRDefault="00435B4F" w:rsidP="00256283">
      <w:r>
        <w:t>— </w:t>
      </w:r>
      <w:r w:rsidR="00256283">
        <w:t>Où est Chris</w:t>
      </w:r>
      <w:r>
        <w:t xml:space="preserve"> ? </w:t>
      </w:r>
      <w:r w:rsidR="00256283">
        <w:t>demanda-t-elle</w:t>
      </w:r>
      <w:r>
        <w:t>.</w:t>
      </w:r>
    </w:p>
    <w:p w14:paraId="1A3E8CAF" w14:textId="77777777" w:rsidR="00435B4F" w:rsidRDefault="00256283" w:rsidP="00256283">
      <w:r>
        <w:t>Gilbert nous regarda tour à tour</w:t>
      </w:r>
      <w:r w:rsidR="00435B4F">
        <w:t xml:space="preserve">, </w:t>
      </w:r>
      <w:r>
        <w:t>rapidement</w:t>
      </w:r>
      <w:r w:rsidR="00435B4F">
        <w:t>.</w:t>
      </w:r>
    </w:p>
    <w:p w14:paraId="6CA7D988" w14:textId="77777777" w:rsidR="00435B4F" w:rsidRDefault="00435B4F" w:rsidP="00256283">
      <w:r>
        <w:t>— </w:t>
      </w:r>
      <w:r w:rsidR="00256283">
        <w:t>Idiote</w:t>
      </w:r>
      <w:r>
        <w:t xml:space="preserve">, </w:t>
      </w:r>
      <w:r w:rsidR="00256283">
        <w:t>fit-il</w:t>
      </w:r>
      <w:r>
        <w:t xml:space="preserve">, </w:t>
      </w:r>
      <w:r w:rsidR="00256283">
        <w:t>froidement</w:t>
      </w:r>
      <w:r>
        <w:t xml:space="preserve">, </w:t>
      </w:r>
      <w:r w:rsidR="00256283">
        <w:t>tu sais bien qu</w:t>
      </w:r>
      <w:r>
        <w:t>’</w:t>
      </w:r>
      <w:r w:rsidR="00256283">
        <w:t>il est avec la petite Fenton</w:t>
      </w:r>
      <w:r>
        <w:t>.</w:t>
      </w:r>
    </w:p>
    <w:p w14:paraId="7E512CF0" w14:textId="77777777" w:rsidR="00435B4F" w:rsidRDefault="00256283" w:rsidP="00256283">
      <w:r>
        <w:t>Dorothy ne semblait pas convaincue</w:t>
      </w:r>
      <w:r w:rsidR="00435B4F">
        <w:t>.</w:t>
      </w:r>
    </w:p>
    <w:p w14:paraId="0B36012E" w14:textId="77777777" w:rsidR="00435B4F" w:rsidRDefault="00435B4F" w:rsidP="00256283">
      <w:r>
        <w:t>— </w:t>
      </w:r>
      <w:r w:rsidR="00256283">
        <w:t>Elle est jalouse de lui</w:t>
      </w:r>
      <w:r>
        <w:t xml:space="preserve"> ! </w:t>
      </w:r>
      <w:r w:rsidR="00256283">
        <w:t>m</w:t>
      </w:r>
      <w:r>
        <w:t>’</w:t>
      </w:r>
      <w:r w:rsidR="00256283">
        <w:t>expliqua Gilbert</w:t>
      </w:r>
      <w:r>
        <w:t xml:space="preserve">. </w:t>
      </w:r>
      <w:r w:rsidR="00256283">
        <w:t>Encore des histoires où maman est mêlée</w:t>
      </w:r>
      <w:r>
        <w:t>.</w:t>
      </w:r>
    </w:p>
    <w:p w14:paraId="31D7FD48" w14:textId="77777777" w:rsidR="00435B4F" w:rsidRDefault="00435B4F" w:rsidP="00256283">
      <w:r>
        <w:lastRenderedPageBreak/>
        <w:t>— </w:t>
      </w:r>
      <w:r w:rsidR="00256283">
        <w:t>Est-ce que l</w:t>
      </w:r>
      <w:r>
        <w:t>’</w:t>
      </w:r>
      <w:r w:rsidR="00256283">
        <w:t>un de vous deux</w:t>
      </w:r>
      <w:r>
        <w:t xml:space="preserve">, </w:t>
      </w:r>
      <w:r w:rsidR="00256283">
        <w:t>demandai-je</w:t>
      </w:r>
      <w:r>
        <w:t xml:space="preserve">, </w:t>
      </w:r>
      <w:r w:rsidR="00256283">
        <w:t xml:space="preserve">connaît Victor </w:t>
      </w:r>
      <w:proofErr w:type="spellStart"/>
      <w:r w:rsidR="00256283">
        <w:t>Rosewater</w:t>
      </w:r>
      <w:proofErr w:type="spellEnd"/>
      <w:r>
        <w:t xml:space="preserve">, </w:t>
      </w:r>
      <w:r w:rsidR="00256283">
        <w:t>celui qui a voulu faire un procès à votre père</w:t>
      </w:r>
      <w:r>
        <w:t> ?</w:t>
      </w:r>
    </w:p>
    <w:p w14:paraId="461C7624" w14:textId="77777777" w:rsidR="00435B4F" w:rsidRDefault="00256283" w:rsidP="00256283">
      <w:r>
        <w:t>Dorothy secoua négativement la tête</w:t>
      </w:r>
      <w:r w:rsidR="00435B4F">
        <w:t>.</w:t>
      </w:r>
    </w:p>
    <w:p w14:paraId="4CED2BC1" w14:textId="77777777" w:rsidR="00435B4F" w:rsidRDefault="00256283" w:rsidP="00256283">
      <w:r>
        <w:t>Gilbert dit</w:t>
      </w:r>
      <w:r w:rsidR="00435B4F">
        <w:t> :</w:t>
      </w:r>
    </w:p>
    <w:p w14:paraId="41B45B70" w14:textId="77777777" w:rsidR="00435B4F" w:rsidRDefault="00435B4F" w:rsidP="00256283">
      <w:r>
        <w:t>— </w:t>
      </w:r>
      <w:r w:rsidR="00256283">
        <w:t>Non</w:t>
      </w:r>
      <w:r>
        <w:t xml:space="preserve">. </w:t>
      </w:r>
      <w:r w:rsidR="00256283">
        <w:t>Pourquoi</w:t>
      </w:r>
      <w:r>
        <w:t> ?</w:t>
      </w:r>
    </w:p>
    <w:p w14:paraId="3F24A6BD" w14:textId="77777777" w:rsidR="00435B4F" w:rsidRDefault="00435B4F" w:rsidP="00256283">
      <w:r>
        <w:t>— </w:t>
      </w:r>
      <w:r w:rsidR="00256283">
        <w:t>Une idée</w:t>
      </w:r>
      <w:r>
        <w:t xml:space="preserve"> : </w:t>
      </w:r>
      <w:r w:rsidR="00256283">
        <w:t>je ne l</w:t>
      </w:r>
      <w:r>
        <w:t>’</w:t>
      </w:r>
      <w:r w:rsidR="00256283">
        <w:t>ai jamais vu non plus</w:t>
      </w:r>
      <w:r>
        <w:t xml:space="preserve">, </w:t>
      </w:r>
      <w:r w:rsidR="00256283">
        <w:t>mais son signalement correspond à celui de Chris Jorgensen</w:t>
      </w:r>
      <w:r>
        <w:t> !</w:t>
      </w:r>
    </w:p>
    <w:p w14:paraId="7C1D6C56" w14:textId="77777777" w:rsidR="00256283" w:rsidRDefault="00256283" w:rsidP="003D5E6A">
      <w:pPr>
        <w:pStyle w:val="Titre1"/>
      </w:pPr>
      <w:bookmarkStart w:id="31" w:name="__RefHeading__56_1831309079"/>
      <w:bookmarkStart w:id="32" w:name="_Toc202285667"/>
      <w:bookmarkEnd w:id="31"/>
      <w:r>
        <w:lastRenderedPageBreak/>
        <w:t>XIV</w:t>
      </w:r>
      <w:bookmarkEnd w:id="32"/>
    </w:p>
    <w:p w14:paraId="0FD20A9E" w14:textId="77777777" w:rsidR="00435B4F" w:rsidRDefault="00256283" w:rsidP="00256283">
      <w:r>
        <w:t>Ce soir-là</w:t>
      </w:r>
      <w:r w:rsidR="00435B4F">
        <w:t xml:space="preserve">, </w:t>
      </w:r>
      <w:r>
        <w:t>nous assistâmes</w:t>
      </w:r>
      <w:r w:rsidR="00435B4F">
        <w:t xml:space="preserve">, </w:t>
      </w:r>
      <w:r>
        <w:t>Nora et moi</w:t>
      </w:r>
      <w:r w:rsidR="00435B4F">
        <w:t xml:space="preserve">, </w:t>
      </w:r>
      <w:r>
        <w:t>à la représentation d</w:t>
      </w:r>
      <w:r w:rsidR="00435B4F">
        <w:t>’</w:t>
      </w:r>
      <w:r>
        <w:t xml:space="preserve">ouverture du Radio City </w:t>
      </w:r>
      <w:proofErr w:type="spellStart"/>
      <w:r>
        <w:t>Music Hall</w:t>
      </w:r>
      <w:proofErr w:type="spellEnd"/>
      <w:r w:rsidR="00435B4F">
        <w:t xml:space="preserve">. </w:t>
      </w:r>
      <w:r>
        <w:t>Après la première heure nous décidâmes que nous nous étions suffisamment ennuyés</w:t>
      </w:r>
      <w:r w:rsidR="00435B4F">
        <w:t>.</w:t>
      </w:r>
    </w:p>
    <w:p w14:paraId="07EE0E1E" w14:textId="77777777" w:rsidR="00435B4F" w:rsidRDefault="00435B4F" w:rsidP="00256283">
      <w:r>
        <w:t>— </w:t>
      </w:r>
      <w:r w:rsidR="00256283">
        <w:t>Où allons-nous</w:t>
      </w:r>
      <w:r>
        <w:t xml:space="preserve"> ? </w:t>
      </w:r>
      <w:r w:rsidR="00256283">
        <w:t>demanda ma femme</w:t>
      </w:r>
      <w:r>
        <w:t>.</w:t>
      </w:r>
    </w:p>
    <w:p w14:paraId="52A049A6" w14:textId="77777777" w:rsidR="00435B4F" w:rsidRDefault="00435B4F" w:rsidP="00256283">
      <w:r>
        <w:t>— </w:t>
      </w:r>
      <w:r w:rsidR="00256283">
        <w:t>Où tu voudras</w:t>
      </w:r>
      <w:r>
        <w:t xml:space="preserve">. </w:t>
      </w:r>
      <w:r w:rsidR="00256283">
        <w:t xml:space="preserve">Si nous cherchions le </w:t>
      </w:r>
      <w:proofErr w:type="spellStart"/>
      <w:r w:rsidR="00256283">
        <w:t>Pigiron</w:t>
      </w:r>
      <w:proofErr w:type="spellEnd"/>
      <w:r w:rsidR="00256283">
        <w:t xml:space="preserve"> Club dont nous a parlé Morelli</w:t>
      </w:r>
      <w:r>
        <w:t xml:space="preserve">. </w:t>
      </w:r>
      <w:r w:rsidR="00256283">
        <w:t xml:space="preserve">Je crois que </w:t>
      </w:r>
      <w:proofErr w:type="spellStart"/>
      <w:r w:rsidR="00256283">
        <w:t>Studsy</w:t>
      </w:r>
      <w:proofErr w:type="spellEnd"/>
      <w:r w:rsidR="00256283">
        <w:t xml:space="preserve"> Burke t</w:t>
      </w:r>
      <w:r>
        <w:t>’</w:t>
      </w:r>
      <w:r w:rsidR="00256283">
        <w:t>amuserait</w:t>
      </w:r>
      <w:r>
        <w:t xml:space="preserve"> ! </w:t>
      </w:r>
      <w:r w:rsidR="00256283">
        <w:t>Cet homme a été l</w:t>
      </w:r>
      <w:r>
        <w:t>’</w:t>
      </w:r>
      <w:r w:rsidR="00256283">
        <w:t>un des plus fervents spécialistes pour ouvrir les coffres-forts</w:t>
      </w:r>
      <w:r>
        <w:t xml:space="preserve">. </w:t>
      </w:r>
      <w:r w:rsidR="00256283">
        <w:t>Il se vante d</w:t>
      </w:r>
      <w:r>
        <w:t>’</w:t>
      </w:r>
      <w:r w:rsidR="00256283">
        <w:t>avoir cambriolé celui de la prison de Hagerstown où il faisait trente jours pour coups et blessures</w:t>
      </w:r>
      <w:r>
        <w:t>.</w:t>
      </w:r>
    </w:p>
    <w:p w14:paraId="6A363A59" w14:textId="77777777" w:rsidR="00435B4F" w:rsidRDefault="00435B4F" w:rsidP="00256283">
      <w:r>
        <w:t>— </w:t>
      </w:r>
      <w:r w:rsidR="00256283">
        <w:t>Allons-y</w:t>
      </w:r>
      <w:r>
        <w:t xml:space="preserve"> ! </w:t>
      </w:r>
      <w:r w:rsidR="00256283">
        <w:t>dit-elle</w:t>
      </w:r>
      <w:r>
        <w:t>.</w:t>
      </w:r>
    </w:p>
    <w:p w14:paraId="3D694864" w14:textId="77777777" w:rsidR="00435B4F" w:rsidRDefault="00256283" w:rsidP="00256283">
      <w:r>
        <w:t>Nous gagnâmes la Quarante-neuvième rue et</w:t>
      </w:r>
      <w:r w:rsidR="00435B4F">
        <w:t xml:space="preserve">, </w:t>
      </w:r>
      <w:r>
        <w:t>après nous être renseignés auprès de deux chauffeurs de taxi</w:t>
      </w:r>
      <w:r w:rsidR="00435B4F">
        <w:t xml:space="preserve">, </w:t>
      </w:r>
      <w:r>
        <w:t>d</w:t>
      </w:r>
      <w:r w:rsidR="00435B4F">
        <w:t>’</w:t>
      </w:r>
      <w:r>
        <w:t>un vendeur de journaux et d</w:t>
      </w:r>
      <w:r w:rsidR="00435B4F">
        <w:t>’</w:t>
      </w:r>
      <w:r>
        <w:t>un policeman</w:t>
      </w:r>
      <w:r w:rsidR="00435B4F">
        <w:t xml:space="preserve">, </w:t>
      </w:r>
      <w:r>
        <w:t>nous trouvâmes le speakeasy</w:t>
      </w:r>
      <w:r w:rsidR="00435B4F">
        <w:t xml:space="preserve">. </w:t>
      </w:r>
      <w:r>
        <w:t>Le portier répondit qu</w:t>
      </w:r>
      <w:r w:rsidR="00435B4F">
        <w:t>’</w:t>
      </w:r>
      <w:r>
        <w:t>il ne connaissait pas Mr</w:t>
      </w:r>
      <w:r w:rsidR="00435B4F">
        <w:t xml:space="preserve">. </w:t>
      </w:r>
      <w:r>
        <w:t>Burke mais qu</w:t>
      </w:r>
      <w:r w:rsidR="00435B4F">
        <w:t>’</w:t>
      </w:r>
      <w:r>
        <w:t>il allait voir</w:t>
      </w:r>
      <w:r w:rsidR="00435B4F">
        <w:t xml:space="preserve">. </w:t>
      </w:r>
      <w:r>
        <w:t>Quelques secondes plus tard</w:t>
      </w:r>
      <w:r w:rsidR="00435B4F">
        <w:t xml:space="preserve">, </w:t>
      </w:r>
      <w:proofErr w:type="spellStart"/>
      <w:r>
        <w:t>Studsy</w:t>
      </w:r>
      <w:proofErr w:type="spellEnd"/>
      <w:r>
        <w:t xml:space="preserve"> parut à la porte</w:t>
      </w:r>
      <w:r w:rsidR="00435B4F">
        <w:t>.</w:t>
      </w:r>
    </w:p>
    <w:p w14:paraId="0B0AF8ED" w14:textId="77777777" w:rsidR="00435B4F" w:rsidRDefault="00435B4F" w:rsidP="00256283">
      <w:r>
        <w:t>— </w:t>
      </w:r>
      <w:r w:rsidR="00256283">
        <w:t>Comment allez-vous</w:t>
      </w:r>
      <w:r>
        <w:t xml:space="preserve">, </w:t>
      </w:r>
      <w:r w:rsidR="00256283">
        <w:t>Nick</w:t>
      </w:r>
      <w:r>
        <w:t xml:space="preserve"> ? </w:t>
      </w:r>
      <w:r w:rsidR="00256283">
        <w:t>fit-il</w:t>
      </w:r>
      <w:r>
        <w:t xml:space="preserve"> ; </w:t>
      </w:r>
      <w:r w:rsidR="00256283">
        <w:t>entrez donc</w:t>
      </w:r>
      <w:r>
        <w:t>.</w:t>
      </w:r>
    </w:p>
    <w:p w14:paraId="3EFC5259" w14:textId="77777777" w:rsidR="00435B4F" w:rsidRDefault="00256283" w:rsidP="00256283">
      <w:r>
        <w:t>C</w:t>
      </w:r>
      <w:r w:rsidR="00435B4F">
        <w:t>’</w:t>
      </w:r>
      <w:r>
        <w:t>était un homme de taille moyenne</w:t>
      </w:r>
      <w:r w:rsidR="00435B4F">
        <w:t xml:space="preserve">, </w:t>
      </w:r>
      <w:r>
        <w:t>très vigoureux</w:t>
      </w:r>
      <w:r w:rsidR="00435B4F">
        <w:t xml:space="preserve">, </w:t>
      </w:r>
      <w:r>
        <w:t>avec une tendance à l</w:t>
      </w:r>
      <w:r w:rsidR="00435B4F">
        <w:t>’</w:t>
      </w:r>
      <w:r>
        <w:t>embonpoint</w:t>
      </w:r>
      <w:r w:rsidR="00435B4F">
        <w:t xml:space="preserve"> ; </w:t>
      </w:r>
      <w:r>
        <w:t>la cinquantaine</w:t>
      </w:r>
      <w:r w:rsidR="00435B4F">
        <w:t xml:space="preserve">, </w:t>
      </w:r>
      <w:r>
        <w:t>mais paraissant avoir dix ans de moins</w:t>
      </w:r>
      <w:r w:rsidR="00435B4F">
        <w:t xml:space="preserve">. </w:t>
      </w:r>
      <w:r>
        <w:t>Le visage large</w:t>
      </w:r>
      <w:r w:rsidR="00435B4F">
        <w:t xml:space="preserve">, </w:t>
      </w:r>
      <w:r>
        <w:t>d</w:t>
      </w:r>
      <w:r w:rsidR="00435B4F">
        <w:t>’</w:t>
      </w:r>
      <w:r>
        <w:t>une laideur sympathique</w:t>
      </w:r>
      <w:r w:rsidR="00435B4F">
        <w:t xml:space="preserve">, </w:t>
      </w:r>
      <w:r>
        <w:t>le cheveu rare et incolore</w:t>
      </w:r>
      <w:r w:rsidR="00435B4F">
        <w:t xml:space="preserve">, </w:t>
      </w:r>
      <w:r>
        <w:t>un front étroit que la calvitie ne paraissait pas élargir</w:t>
      </w:r>
      <w:r w:rsidR="00435B4F">
        <w:t xml:space="preserve">. </w:t>
      </w:r>
      <w:r>
        <w:t>Il parlait d</w:t>
      </w:r>
      <w:r w:rsidR="00435B4F">
        <w:t>’</w:t>
      </w:r>
      <w:r>
        <w:t>une voix basse</w:t>
      </w:r>
      <w:r w:rsidR="00435B4F">
        <w:t xml:space="preserve">, </w:t>
      </w:r>
      <w:r>
        <w:t>qui grondait un peu</w:t>
      </w:r>
      <w:r w:rsidR="00435B4F">
        <w:t>.</w:t>
      </w:r>
    </w:p>
    <w:p w14:paraId="70EFE749" w14:textId="77777777" w:rsidR="00435B4F" w:rsidRDefault="00256283" w:rsidP="00256283">
      <w:r>
        <w:t>Je lui serrai la main et le présentai à Nora</w:t>
      </w:r>
      <w:r w:rsidR="00435B4F">
        <w:t>.</w:t>
      </w:r>
    </w:p>
    <w:p w14:paraId="3E88DC3F" w14:textId="77777777" w:rsidR="00435B4F" w:rsidRDefault="00435B4F" w:rsidP="00256283">
      <w:r>
        <w:lastRenderedPageBreak/>
        <w:t>— </w:t>
      </w:r>
      <w:r w:rsidR="00256283">
        <w:t>Marié</w:t>
      </w:r>
      <w:r>
        <w:t xml:space="preserve"> ! </w:t>
      </w:r>
      <w:r w:rsidR="00256283">
        <w:t>s</w:t>
      </w:r>
      <w:r>
        <w:t>’</w:t>
      </w:r>
      <w:r w:rsidR="00256283">
        <w:t>exclama-t-il</w:t>
      </w:r>
      <w:r>
        <w:t xml:space="preserve">, </w:t>
      </w:r>
      <w:r w:rsidR="00256283">
        <w:t>non</w:t>
      </w:r>
      <w:r>
        <w:t xml:space="preserve"> ! </w:t>
      </w:r>
      <w:r w:rsidR="00256283">
        <w:t>Alors vous allez goûter mon champagne ou ça ira mal</w:t>
      </w:r>
      <w:r>
        <w:t>.</w:t>
      </w:r>
    </w:p>
    <w:p w14:paraId="23763920" w14:textId="77777777" w:rsidR="00435B4F" w:rsidRDefault="00256283" w:rsidP="00256283">
      <w:r>
        <w:t>Je l</w:t>
      </w:r>
      <w:r w:rsidR="00435B4F">
        <w:t>’</w:t>
      </w:r>
      <w:r>
        <w:t>assurai que cela n</w:t>
      </w:r>
      <w:r w:rsidR="00435B4F">
        <w:t>’</w:t>
      </w:r>
      <w:r>
        <w:t>irait pas mal et nous entrâmes</w:t>
      </w:r>
      <w:r w:rsidR="00435B4F">
        <w:t xml:space="preserve">. </w:t>
      </w:r>
      <w:r>
        <w:t>Son cabaret avait un air à la fois luxueux et négligé</w:t>
      </w:r>
      <w:r w:rsidR="00435B4F">
        <w:t xml:space="preserve">. </w:t>
      </w:r>
      <w:r>
        <w:t>Deux ou trois clients seulement</w:t>
      </w:r>
      <w:r w:rsidR="00435B4F">
        <w:t xml:space="preserve">. </w:t>
      </w:r>
      <w:r>
        <w:t>Nous nous assîmes à une table</w:t>
      </w:r>
      <w:r w:rsidR="00435B4F">
        <w:t xml:space="preserve">, </w:t>
      </w:r>
      <w:r>
        <w:t xml:space="preserve">dans un coin et </w:t>
      </w:r>
      <w:proofErr w:type="spellStart"/>
      <w:r>
        <w:t>Studsy</w:t>
      </w:r>
      <w:proofErr w:type="spellEnd"/>
      <w:r>
        <w:t xml:space="preserve"> donna au garçon des ordres précis sur l</w:t>
      </w:r>
      <w:r w:rsidR="00435B4F">
        <w:t>’</w:t>
      </w:r>
      <w:r>
        <w:t>endroit où il devait prendre la bouteille de champagne</w:t>
      </w:r>
      <w:r w:rsidR="00435B4F">
        <w:t xml:space="preserve">. </w:t>
      </w:r>
      <w:r>
        <w:t>Puis il me considéra longuement sans rien dire</w:t>
      </w:r>
      <w:r w:rsidR="00435B4F">
        <w:t>.</w:t>
      </w:r>
    </w:p>
    <w:p w14:paraId="097A4B1B" w14:textId="77777777" w:rsidR="00435B4F" w:rsidRDefault="00435B4F" w:rsidP="00256283">
      <w:r>
        <w:t>— </w:t>
      </w:r>
      <w:r w:rsidR="00256283">
        <w:t>Le mariage vous a fait du bien</w:t>
      </w:r>
      <w:r>
        <w:t xml:space="preserve">, </w:t>
      </w:r>
      <w:r w:rsidR="00256283">
        <w:t>conclut-il</w:t>
      </w:r>
      <w:r>
        <w:t xml:space="preserve">, </w:t>
      </w:r>
      <w:r w:rsidR="00256283">
        <w:t>se grattant le menton</w:t>
      </w:r>
      <w:r>
        <w:t xml:space="preserve">. </w:t>
      </w:r>
      <w:r w:rsidR="00256283">
        <w:t>Il y a si longtemps que je ne vous avais vu</w:t>
      </w:r>
      <w:r>
        <w:t>.</w:t>
      </w:r>
    </w:p>
    <w:p w14:paraId="33A0136A" w14:textId="77777777" w:rsidR="00435B4F" w:rsidRDefault="00435B4F" w:rsidP="00256283">
      <w:r>
        <w:t>— </w:t>
      </w:r>
      <w:r w:rsidR="00256283">
        <w:t>Oui</w:t>
      </w:r>
      <w:r>
        <w:t xml:space="preserve">, </w:t>
      </w:r>
      <w:r w:rsidR="00256283">
        <w:t>longtemps</w:t>
      </w:r>
      <w:r>
        <w:t xml:space="preserve">, </w:t>
      </w:r>
      <w:r w:rsidR="00256283">
        <w:t>approuvai-je</w:t>
      </w:r>
      <w:r>
        <w:t>.</w:t>
      </w:r>
    </w:p>
    <w:p w14:paraId="1F15A3B9" w14:textId="77777777" w:rsidR="00435B4F" w:rsidRDefault="00435B4F" w:rsidP="00256283">
      <w:r>
        <w:t>— </w:t>
      </w:r>
      <w:r w:rsidR="00256283">
        <w:t>Il m</w:t>
      </w:r>
      <w:r>
        <w:t>’</w:t>
      </w:r>
      <w:r w:rsidR="00256283">
        <w:t>a eu</w:t>
      </w:r>
      <w:r>
        <w:t xml:space="preserve"> ! </w:t>
      </w:r>
      <w:r w:rsidR="00256283">
        <w:t xml:space="preserve">fit </w:t>
      </w:r>
      <w:proofErr w:type="spellStart"/>
      <w:r w:rsidR="00256283">
        <w:t>Studsy</w:t>
      </w:r>
      <w:proofErr w:type="spellEnd"/>
      <w:r>
        <w:t xml:space="preserve">, </w:t>
      </w:r>
      <w:r w:rsidR="00256283">
        <w:t>tourné vers Nora</w:t>
      </w:r>
      <w:r>
        <w:t xml:space="preserve">, </w:t>
      </w:r>
      <w:r w:rsidR="00256283">
        <w:t>il m</w:t>
      </w:r>
      <w:r>
        <w:t>’</w:t>
      </w:r>
      <w:r w:rsidR="00256283">
        <w:t>a envoyé à l</w:t>
      </w:r>
      <w:r>
        <w:t>’</w:t>
      </w:r>
      <w:r w:rsidR="00256283">
        <w:t>ombre</w:t>
      </w:r>
      <w:r>
        <w:t> !</w:t>
      </w:r>
    </w:p>
    <w:p w14:paraId="1C36BE5C" w14:textId="77777777" w:rsidR="00435B4F" w:rsidRDefault="00256283" w:rsidP="00256283">
      <w:r>
        <w:t>Elle rit doucement</w:t>
      </w:r>
      <w:r w:rsidR="00435B4F">
        <w:t>.</w:t>
      </w:r>
    </w:p>
    <w:p w14:paraId="7B319434" w14:textId="77777777" w:rsidR="00435B4F" w:rsidRDefault="00435B4F" w:rsidP="00256283">
      <w:r>
        <w:t>— </w:t>
      </w:r>
      <w:r w:rsidR="00256283">
        <w:t>Était-il bon détective</w:t>
      </w:r>
      <w:r>
        <w:t xml:space="preserve"> ? </w:t>
      </w:r>
      <w:r w:rsidR="00256283">
        <w:t>demanda-t-elle</w:t>
      </w:r>
      <w:r>
        <w:t>.</w:t>
      </w:r>
    </w:p>
    <w:p w14:paraId="380F855A" w14:textId="77777777" w:rsidR="00435B4F" w:rsidRDefault="00435B4F" w:rsidP="00256283">
      <w:r>
        <w:t>— </w:t>
      </w:r>
      <w:r w:rsidR="00256283">
        <w:t>On le dit</w:t>
      </w:r>
      <w:r>
        <w:t xml:space="preserve">, </w:t>
      </w:r>
      <w:r w:rsidR="00256283">
        <w:t>mais je n</w:t>
      </w:r>
      <w:r>
        <w:t>’</w:t>
      </w:r>
      <w:r w:rsidR="00256283">
        <w:t>en sais trop rien</w:t>
      </w:r>
      <w:r>
        <w:t xml:space="preserve">. </w:t>
      </w:r>
      <w:r w:rsidR="00256283">
        <w:t>Quand il m</w:t>
      </w:r>
      <w:r>
        <w:t>’</w:t>
      </w:r>
      <w:r w:rsidR="00256283">
        <w:t>a eu nous avons boxé quelques rounds</w:t>
      </w:r>
      <w:r>
        <w:t xml:space="preserve">, </w:t>
      </w:r>
      <w:r w:rsidR="00256283">
        <w:t>mais j</w:t>
      </w:r>
      <w:r>
        <w:t>’</w:t>
      </w:r>
      <w:r w:rsidR="00256283">
        <w:t>étais mal parti</w:t>
      </w:r>
      <w:r>
        <w:t xml:space="preserve">… </w:t>
      </w:r>
      <w:r w:rsidR="00256283">
        <w:t>alors</w:t>
      </w:r>
      <w:r>
        <w:t>…</w:t>
      </w:r>
    </w:p>
    <w:p w14:paraId="467BAE47" w14:textId="77777777" w:rsidR="00435B4F" w:rsidRDefault="00435B4F" w:rsidP="00256283">
      <w:r>
        <w:t>— </w:t>
      </w:r>
      <w:r w:rsidR="00256283">
        <w:t>C</w:t>
      </w:r>
      <w:r>
        <w:t>’</w:t>
      </w:r>
      <w:r w:rsidR="00256283">
        <w:t>est vous qui m</w:t>
      </w:r>
      <w:r>
        <w:t>’</w:t>
      </w:r>
      <w:r w:rsidR="00256283">
        <w:t>avez envoyé ce Morelli</w:t>
      </w:r>
      <w:r>
        <w:t xml:space="preserve"> ? </w:t>
      </w:r>
      <w:r w:rsidR="00256283">
        <w:t>demandai-je</w:t>
      </w:r>
      <w:r>
        <w:t>.</w:t>
      </w:r>
    </w:p>
    <w:p w14:paraId="11D9B8CE" w14:textId="77777777" w:rsidR="00435B4F" w:rsidRDefault="00435B4F" w:rsidP="00256283">
      <w:r>
        <w:t>— </w:t>
      </w:r>
      <w:r w:rsidR="00256283">
        <w:t>Vous savez comment sont tous ces étrangers</w:t>
      </w:r>
      <w:r>
        <w:t xml:space="preserve">, </w:t>
      </w:r>
      <w:r w:rsidR="00256283">
        <w:t>grogna-t-il</w:t>
      </w:r>
      <w:r>
        <w:t xml:space="preserve">, </w:t>
      </w:r>
      <w:r w:rsidR="00256283">
        <w:t>des excités</w:t>
      </w:r>
      <w:r>
        <w:t xml:space="preserve">, </w:t>
      </w:r>
      <w:r w:rsidR="00256283">
        <w:t>des hystériques</w:t>
      </w:r>
      <w:r>
        <w:t xml:space="preserve">. </w:t>
      </w:r>
      <w:r w:rsidR="00256283">
        <w:t>Je ne savais pas qu</w:t>
      </w:r>
      <w:r>
        <w:t>’</w:t>
      </w:r>
      <w:r w:rsidR="00256283">
        <w:t>il allait s</w:t>
      </w:r>
      <w:r>
        <w:t>’</w:t>
      </w:r>
      <w:r w:rsidR="00256283">
        <w:t>emballer comme ça</w:t>
      </w:r>
      <w:r>
        <w:t xml:space="preserve">. </w:t>
      </w:r>
      <w:r w:rsidR="00256283">
        <w:t>Il râlait parce que la police voulait l</w:t>
      </w:r>
      <w:r>
        <w:t>’</w:t>
      </w:r>
      <w:r w:rsidR="00256283">
        <w:t>accuser du meurtre de cette Julia Wolf</w:t>
      </w:r>
      <w:r>
        <w:t xml:space="preserve">. </w:t>
      </w:r>
      <w:r w:rsidR="00256283">
        <w:t>J</w:t>
      </w:r>
      <w:r>
        <w:t>’</w:t>
      </w:r>
      <w:r w:rsidR="00256283">
        <w:t>avais vu dans le journal que vous vous en occupiez</w:t>
      </w:r>
      <w:r>
        <w:t xml:space="preserve">, </w:t>
      </w:r>
      <w:r w:rsidR="00256283">
        <w:t>alors j</w:t>
      </w:r>
      <w:r>
        <w:t>’</w:t>
      </w:r>
      <w:r w:rsidR="00256283">
        <w:t>ai dit à Morelli d</w:t>
      </w:r>
      <w:r>
        <w:t>’</w:t>
      </w:r>
      <w:r w:rsidR="00256283">
        <w:t>aller vous voir</w:t>
      </w:r>
      <w:r>
        <w:t xml:space="preserve">. </w:t>
      </w:r>
      <w:r w:rsidR="00256283">
        <w:t>Qu</w:t>
      </w:r>
      <w:r>
        <w:t>’</w:t>
      </w:r>
      <w:r w:rsidR="00256283">
        <w:t>est-ce que vous lui avez fait</w:t>
      </w:r>
      <w:r>
        <w:t xml:space="preserve">, </w:t>
      </w:r>
      <w:r w:rsidR="00256283">
        <w:t>des grimaces</w:t>
      </w:r>
      <w:r>
        <w:t> ?</w:t>
      </w:r>
    </w:p>
    <w:p w14:paraId="68937699" w14:textId="77777777" w:rsidR="00435B4F" w:rsidRDefault="00435B4F" w:rsidP="00256283">
      <w:r>
        <w:lastRenderedPageBreak/>
        <w:t>— </w:t>
      </w:r>
      <w:r w:rsidR="00256283">
        <w:t>Non</w:t>
      </w:r>
      <w:r>
        <w:t xml:space="preserve">, </w:t>
      </w:r>
      <w:r w:rsidR="00256283">
        <w:t>il a été repéré par la police et il a cru que je l</w:t>
      </w:r>
      <w:r>
        <w:t>’</w:t>
      </w:r>
      <w:r w:rsidR="00256283">
        <w:t xml:space="preserve">avais </w:t>
      </w:r>
      <w:r>
        <w:t>« </w:t>
      </w:r>
      <w:r w:rsidR="00256283">
        <w:t>donné</w:t>
      </w:r>
      <w:r>
        <w:t xml:space="preserve"> ». </w:t>
      </w:r>
      <w:r w:rsidR="00256283">
        <w:t>Comment m</w:t>
      </w:r>
      <w:r>
        <w:t>’</w:t>
      </w:r>
      <w:r w:rsidR="00256283">
        <w:t>a-t-il trouvé</w:t>
      </w:r>
      <w:r>
        <w:t> ?</w:t>
      </w:r>
    </w:p>
    <w:p w14:paraId="7C39BB86" w14:textId="77777777" w:rsidR="00435B4F" w:rsidRDefault="00435B4F" w:rsidP="00256283">
      <w:r>
        <w:t>— </w:t>
      </w:r>
      <w:r w:rsidR="00256283">
        <w:t>Oh</w:t>
      </w:r>
      <w:r>
        <w:t xml:space="preserve"> ! </w:t>
      </w:r>
      <w:r w:rsidR="00256283">
        <w:t>il a des amis et vous ne vous cachiez pas</w:t>
      </w:r>
      <w:r>
        <w:t>.</w:t>
      </w:r>
    </w:p>
    <w:p w14:paraId="4DDBEBC1" w14:textId="77777777" w:rsidR="00435B4F" w:rsidRDefault="00435B4F" w:rsidP="00256283">
      <w:r>
        <w:t>— </w:t>
      </w:r>
      <w:r w:rsidR="00256283">
        <w:t>Mais je n</w:t>
      </w:r>
      <w:r>
        <w:t>’</w:t>
      </w:r>
      <w:r w:rsidR="00256283">
        <w:t>habite pas New-York</w:t>
      </w:r>
      <w:r>
        <w:t xml:space="preserve">, </w:t>
      </w:r>
      <w:r w:rsidR="00256283">
        <w:t>je n</w:t>
      </w:r>
      <w:r>
        <w:t>’</w:t>
      </w:r>
      <w:r w:rsidR="00256283">
        <w:t>y étais que depuis quelques jours</w:t>
      </w:r>
      <w:r>
        <w:t>.</w:t>
      </w:r>
    </w:p>
    <w:p w14:paraId="08F0307F" w14:textId="77777777" w:rsidR="00435B4F" w:rsidRDefault="00435B4F" w:rsidP="00256283">
      <w:r>
        <w:t>— </w:t>
      </w:r>
      <w:r w:rsidR="00256283">
        <w:t>Ah</w:t>
      </w:r>
      <w:r>
        <w:t xml:space="preserve"> ! </w:t>
      </w:r>
      <w:r w:rsidR="00256283">
        <w:t xml:space="preserve">fit </w:t>
      </w:r>
      <w:proofErr w:type="spellStart"/>
      <w:r w:rsidR="00256283">
        <w:t>Studsy</w:t>
      </w:r>
      <w:proofErr w:type="spellEnd"/>
      <w:r>
        <w:t xml:space="preserve">, </w:t>
      </w:r>
      <w:r w:rsidR="00256283">
        <w:t>et où vivez-vous maintenant</w:t>
      </w:r>
      <w:r>
        <w:t> ?</w:t>
      </w:r>
    </w:p>
    <w:p w14:paraId="01812267" w14:textId="77777777" w:rsidR="00435B4F" w:rsidRDefault="00435B4F" w:rsidP="00256283">
      <w:r>
        <w:t>— </w:t>
      </w:r>
      <w:r w:rsidR="00256283">
        <w:t>San Francisco</w:t>
      </w:r>
      <w:r>
        <w:t>.</w:t>
      </w:r>
    </w:p>
    <w:p w14:paraId="5211679D" w14:textId="77777777" w:rsidR="00435B4F" w:rsidRDefault="00435B4F" w:rsidP="00256283">
      <w:r>
        <w:t>— </w:t>
      </w:r>
      <w:r w:rsidR="00256283">
        <w:t>Belle ville</w:t>
      </w:r>
      <w:r>
        <w:t xml:space="preserve">. </w:t>
      </w:r>
      <w:r w:rsidR="00256283">
        <w:t>Demandez à Morelli comment il vous a trouvé</w:t>
      </w:r>
      <w:r>
        <w:t xml:space="preserve">, </w:t>
      </w:r>
      <w:r w:rsidR="00256283">
        <w:t>c</w:t>
      </w:r>
      <w:r>
        <w:t>’</w:t>
      </w:r>
      <w:r w:rsidR="00256283">
        <w:t>est son affaire</w:t>
      </w:r>
      <w:r>
        <w:t>.</w:t>
      </w:r>
    </w:p>
    <w:p w14:paraId="00C0D399" w14:textId="77777777" w:rsidR="00435B4F" w:rsidRDefault="00435B4F" w:rsidP="00256283">
      <w:r>
        <w:t>— </w:t>
      </w:r>
      <w:r w:rsidR="00256283">
        <w:t>Excepté que vous l</w:t>
      </w:r>
      <w:r>
        <w:t>’</w:t>
      </w:r>
      <w:r w:rsidR="00256283">
        <w:t>avez mis sur la piste</w:t>
      </w:r>
      <w:r>
        <w:t>.</w:t>
      </w:r>
    </w:p>
    <w:p w14:paraId="00824032" w14:textId="77777777" w:rsidR="00435B4F" w:rsidRDefault="00435B4F" w:rsidP="00256283">
      <w:r>
        <w:t>— </w:t>
      </w:r>
      <w:r w:rsidR="00256283">
        <w:t>Oui</w:t>
      </w:r>
      <w:r>
        <w:t xml:space="preserve">, </w:t>
      </w:r>
      <w:r w:rsidR="00256283">
        <w:t>excepté ça</w:t>
      </w:r>
      <w:r>
        <w:t xml:space="preserve">, </w:t>
      </w:r>
      <w:r w:rsidR="00256283">
        <w:t>mais je voulais vous faire un peu de publicité</w:t>
      </w:r>
      <w:r>
        <w:t xml:space="preserve">. </w:t>
      </w:r>
      <w:r w:rsidR="00256283">
        <w:t>Il ne vous a pas blessé sérieusement</w:t>
      </w:r>
      <w:r>
        <w:t> ?</w:t>
      </w:r>
    </w:p>
    <w:p w14:paraId="1FE566B4" w14:textId="77777777" w:rsidR="00435B4F" w:rsidRDefault="00435B4F" w:rsidP="00256283">
      <w:r>
        <w:t>— </w:t>
      </w:r>
      <w:r w:rsidR="00256283">
        <w:t>Non</w:t>
      </w:r>
      <w:r>
        <w:t xml:space="preserve">, </w:t>
      </w:r>
      <w:r w:rsidR="00256283">
        <w:t>mais c</w:t>
      </w:r>
      <w:r>
        <w:t>’</w:t>
      </w:r>
      <w:r w:rsidR="00256283">
        <w:t>est gênant</w:t>
      </w:r>
      <w:r>
        <w:t>.</w:t>
      </w:r>
    </w:p>
    <w:p w14:paraId="3EA1D0A2" w14:textId="77777777" w:rsidR="00435B4F" w:rsidRDefault="00256283" w:rsidP="00256283">
      <w:r>
        <w:t>Le garçon arrivait</w:t>
      </w:r>
      <w:r w:rsidR="00435B4F">
        <w:t xml:space="preserve">, </w:t>
      </w:r>
      <w:r>
        <w:t>apportant le champagne</w:t>
      </w:r>
      <w:r w:rsidR="00435B4F">
        <w:t xml:space="preserve">. </w:t>
      </w:r>
      <w:r>
        <w:t>Nous le goûtâmes et déclarâmes qu</w:t>
      </w:r>
      <w:r w:rsidR="00435B4F">
        <w:t>’</w:t>
      </w:r>
      <w:r>
        <w:t>il était excellent</w:t>
      </w:r>
      <w:r w:rsidR="00435B4F">
        <w:t xml:space="preserve">. </w:t>
      </w:r>
      <w:r>
        <w:t>En réalité il était exécrable</w:t>
      </w:r>
      <w:r w:rsidR="00435B4F">
        <w:t>.</w:t>
      </w:r>
    </w:p>
    <w:p w14:paraId="60CD9BBF" w14:textId="77777777" w:rsidR="00435B4F" w:rsidRDefault="00435B4F" w:rsidP="00256283">
      <w:r>
        <w:t>— </w:t>
      </w:r>
      <w:r w:rsidR="00256283">
        <w:t>Est-ce qu</w:t>
      </w:r>
      <w:r>
        <w:t>’</w:t>
      </w:r>
      <w:r w:rsidR="00256283">
        <w:t>il a tué Julia</w:t>
      </w:r>
      <w:r>
        <w:t xml:space="preserve"> ? </w:t>
      </w:r>
      <w:r w:rsidR="00256283">
        <w:t xml:space="preserve">demandai-je à </w:t>
      </w:r>
      <w:proofErr w:type="spellStart"/>
      <w:r w:rsidR="00256283">
        <w:t>Studsy</w:t>
      </w:r>
      <w:proofErr w:type="spellEnd"/>
      <w:r>
        <w:t>.</w:t>
      </w:r>
    </w:p>
    <w:p w14:paraId="4ADCDC15" w14:textId="77777777" w:rsidR="00435B4F" w:rsidRDefault="00256283" w:rsidP="00256283">
      <w:r>
        <w:t>Il fit non de la tête</w:t>
      </w:r>
      <w:r w:rsidR="00435B4F">
        <w:t xml:space="preserve">, </w:t>
      </w:r>
      <w:r>
        <w:t>avec décision</w:t>
      </w:r>
      <w:r w:rsidR="00435B4F">
        <w:t>.</w:t>
      </w:r>
    </w:p>
    <w:p w14:paraId="15F3E879" w14:textId="77777777" w:rsidR="00435B4F" w:rsidRDefault="00435B4F" w:rsidP="00256283">
      <w:r>
        <w:t>— </w:t>
      </w:r>
      <w:r w:rsidR="00256283">
        <w:t>Impossible</w:t>
      </w:r>
      <w:r>
        <w:t xml:space="preserve"> ! </w:t>
      </w:r>
      <w:r w:rsidR="00256283">
        <w:t>déclarait-il</w:t>
      </w:r>
      <w:r>
        <w:t>.</w:t>
      </w:r>
    </w:p>
    <w:p w14:paraId="492A3170" w14:textId="77777777" w:rsidR="00435B4F" w:rsidRDefault="00435B4F" w:rsidP="00256283">
      <w:r>
        <w:t>— </w:t>
      </w:r>
      <w:r w:rsidR="00256283">
        <w:t>Il n</w:t>
      </w:r>
      <w:r>
        <w:t>’</w:t>
      </w:r>
      <w:r w:rsidR="00256283">
        <w:t>est pas long à appuyer sur la détente</w:t>
      </w:r>
      <w:r>
        <w:t xml:space="preserve">, </w:t>
      </w:r>
      <w:r w:rsidR="00256283">
        <w:t>pourtant</w:t>
      </w:r>
      <w:r>
        <w:t xml:space="preserve"> ! </w:t>
      </w:r>
      <w:r w:rsidR="00256283">
        <w:t>remarquai-je</w:t>
      </w:r>
      <w:r>
        <w:t>.</w:t>
      </w:r>
    </w:p>
    <w:p w14:paraId="72B77A77" w14:textId="77777777" w:rsidR="00435B4F" w:rsidRDefault="00435B4F" w:rsidP="00256283">
      <w:r>
        <w:t>— </w:t>
      </w:r>
      <w:r w:rsidR="00256283">
        <w:t>Je sais</w:t>
      </w:r>
      <w:r>
        <w:t xml:space="preserve">, </w:t>
      </w:r>
      <w:r w:rsidR="00256283">
        <w:t>ces étrangers sont tous hystériques</w:t>
      </w:r>
      <w:r>
        <w:t xml:space="preserve">, </w:t>
      </w:r>
      <w:r w:rsidR="00256283">
        <w:t>mais il était ici</w:t>
      </w:r>
      <w:r>
        <w:t xml:space="preserve">, </w:t>
      </w:r>
      <w:r w:rsidR="00256283">
        <w:t>cet après-midi-là</w:t>
      </w:r>
      <w:r>
        <w:t>.</w:t>
      </w:r>
    </w:p>
    <w:p w14:paraId="03E20CD6" w14:textId="77777777" w:rsidR="00435B4F" w:rsidRDefault="00435B4F" w:rsidP="00256283">
      <w:r>
        <w:t>— </w:t>
      </w:r>
      <w:r w:rsidR="00256283">
        <w:t>Tout le temps</w:t>
      </w:r>
      <w:r>
        <w:t> ?</w:t>
      </w:r>
    </w:p>
    <w:p w14:paraId="12132CE9" w14:textId="77777777" w:rsidR="00435B4F" w:rsidRDefault="00435B4F" w:rsidP="00256283">
      <w:r>
        <w:lastRenderedPageBreak/>
        <w:t>— </w:t>
      </w:r>
      <w:r w:rsidR="00256283">
        <w:t>Tout le temps</w:t>
      </w:r>
      <w:r>
        <w:t xml:space="preserve">. </w:t>
      </w:r>
      <w:r w:rsidR="00256283">
        <w:t>Il y avait une petite fête au premier étage et je suis sûr qu</w:t>
      </w:r>
      <w:r>
        <w:t>’</w:t>
      </w:r>
      <w:r w:rsidR="00256283">
        <w:t>il n</w:t>
      </w:r>
      <w:r>
        <w:t>’</w:t>
      </w:r>
      <w:r w:rsidR="00256283">
        <w:t>a pas quitté la salle</w:t>
      </w:r>
      <w:r>
        <w:t xml:space="preserve"> ; </w:t>
      </w:r>
      <w:r w:rsidR="00256283">
        <w:t>il peut le prouver</w:t>
      </w:r>
      <w:r>
        <w:t>.</w:t>
      </w:r>
    </w:p>
    <w:p w14:paraId="04AE9ED8" w14:textId="77777777" w:rsidR="00435B4F" w:rsidRDefault="00435B4F" w:rsidP="00256283">
      <w:r>
        <w:t>— </w:t>
      </w:r>
      <w:r w:rsidR="00256283">
        <w:t>Alors</w:t>
      </w:r>
      <w:r>
        <w:t xml:space="preserve">, </w:t>
      </w:r>
      <w:r w:rsidR="00256283">
        <w:t>pourquoi était-il inquiet</w:t>
      </w:r>
      <w:r>
        <w:t> ?</w:t>
      </w:r>
    </w:p>
    <w:p w14:paraId="3A1080C9" w14:textId="77777777" w:rsidR="00435B4F" w:rsidRDefault="00435B4F" w:rsidP="00256283">
      <w:r>
        <w:t>— </w:t>
      </w:r>
      <w:r w:rsidR="00256283">
        <w:t>Je ne sais pas</w:t>
      </w:r>
      <w:r>
        <w:t xml:space="preserve">. </w:t>
      </w:r>
      <w:r w:rsidR="00256283">
        <w:t>On ne sait jamais avec ces étrangers</w:t>
      </w:r>
      <w:r>
        <w:t>.</w:t>
      </w:r>
    </w:p>
    <w:p w14:paraId="26298154" w14:textId="77777777" w:rsidR="00435B4F" w:rsidRDefault="00435B4F" w:rsidP="00256283">
      <w:r>
        <w:t>— </w:t>
      </w:r>
      <w:r w:rsidR="00256283">
        <w:t>Hum</w:t>
      </w:r>
      <w:r>
        <w:t xml:space="preserve"> ! </w:t>
      </w:r>
      <w:r w:rsidR="00256283">
        <w:t>murmurai-je</w:t>
      </w:r>
      <w:r>
        <w:t xml:space="preserve"> ; </w:t>
      </w:r>
      <w:r w:rsidR="00256283">
        <w:t>il n</w:t>
      </w:r>
      <w:r>
        <w:t>’</w:t>
      </w:r>
      <w:r w:rsidR="00256283">
        <w:t>aurait pas envoyé un de ses amis rendre visite à Julia</w:t>
      </w:r>
      <w:r>
        <w:t> ?</w:t>
      </w:r>
    </w:p>
    <w:p w14:paraId="215332FB" w14:textId="77777777" w:rsidR="00435B4F" w:rsidRDefault="00435B4F" w:rsidP="00256283">
      <w:r>
        <w:t>— </w:t>
      </w:r>
      <w:r w:rsidR="00256283">
        <w:t>Je crois que vous vous trompez sur son compte</w:t>
      </w:r>
      <w:r>
        <w:t xml:space="preserve">, </w:t>
      </w:r>
      <w:r w:rsidR="00256283">
        <w:t xml:space="preserve">dit </w:t>
      </w:r>
      <w:proofErr w:type="spellStart"/>
      <w:r w:rsidR="00256283">
        <w:t>Studsy</w:t>
      </w:r>
      <w:proofErr w:type="spellEnd"/>
      <w:r>
        <w:t xml:space="preserve">. </w:t>
      </w:r>
      <w:r w:rsidR="00256283">
        <w:t>Je connaissais cette femme</w:t>
      </w:r>
      <w:r>
        <w:t xml:space="preserve"> ; </w:t>
      </w:r>
      <w:r w:rsidR="00256283">
        <w:t>elle est venue ici à plusieurs reprises</w:t>
      </w:r>
      <w:r>
        <w:t xml:space="preserve">, </w:t>
      </w:r>
      <w:r w:rsidR="00256283">
        <w:t>avec lui</w:t>
      </w:r>
      <w:r>
        <w:t xml:space="preserve">. </w:t>
      </w:r>
      <w:r w:rsidR="00256283">
        <w:t>Ils étaient bien ensemble mais pas au point d</w:t>
      </w:r>
      <w:r>
        <w:t>’</w:t>
      </w:r>
      <w:r w:rsidR="00256283">
        <w:t>en venir aux coups de revolver</w:t>
      </w:r>
      <w:r>
        <w:t xml:space="preserve">. </w:t>
      </w:r>
      <w:r w:rsidR="00256283">
        <w:t>Voilà mon idée</w:t>
      </w:r>
      <w:r>
        <w:t>.</w:t>
      </w:r>
    </w:p>
    <w:p w14:paraId="0FD79B42" w14:textId="77777777" w:rsidR="00435B4F" w:rsidRDefault="00435B4F" w:rsidP="00256283">
      <w:r>
        <w:t>— </w:t>
      </w:r>
      <w:r w:rsidR="00256283">
        <w:t>Est-ce qu</w:t>
      </w:r>
      <w:r>
        <w:t>’</w:t>
      </w:r>
      <w:r w:rsidR="00256283">
        <w:t xml:space="preserve">elle ne </w:t>
      </w:r>
      <w:r>
        <w:t>« </w:t>
      </w:r>
      <w:r w:rsidR="00256283">
        <w:t>prisait</w:t>
      </w:r>
      <w:r>
        <w:t> »</w:t>
      </w:r>
      <w:r w:rsidR="00256283">
        <w:t xml:space="preserve"> pas</w:t>
      </w:r>
      <w:r>
        <w:t> ?</w:t>
      </w:r>
    </w:p>
    <w:p w14:paraId="5D6BDECF" w14:textId="77777777" w:rsidR="00435B4F" w:rsidRDefault="00435B4F" w:rsidP="00256283">
      <w:r>
        <w:t>— </w:t>
      </w:r>
      <w:r w:rsidR="00256283">
        <w:t>Sais pas</w:t>
      </w:r>
      <w:r>
        <w:t xml:space="preserve">. </w:t>
      </w:r>
      <w:r w:rsidR="00256283">
        <w:t>Je l</w:t>
      </w:r>
      <w:r>
        <w:t>’</w:t>
      </w:r>
      <w:r w:rsidR="00256283">
        <w:t>ai peut-être vue en prendre une ou deux fois</w:t>
      </w:r>
      <w:r>
        <w:t xml:space="preserve">, </w:t>
      </w:r>
      <w:r w:rsidR="00256283">
        <w:t>mais sans doute pour faire comme lui</w:t>
      </w:r>
      <w:r>
        <w:t>.</w:t>
      </w:r>
    </w:p>
    <w:p w14:paraId="0E4F8F02" w14:textId="77777777" w:rsidR="00435B4F" w:rsidRDefault="00435B4F" w:rsidP="00256283">
      <w:r>
        <w:t>— </w:t>
      </w:r>
      <w:r w:rsidR="00256283">
        <w:t>Qui voyait-elle ici</w:t>
      </w:r>
      <w:r>
        <w:t xml:space="preserve">, </w:t>
      </w:r>
      <w:r w:rsidR="00256283">
        <w:t>en dehors de Morelli</w:t>
      </w:r>
      <w:r>
        <w:t> ?</w:t>
      </w:r>
    </w:p>
    <w:p w14:paraId="1D2DF11B" w14:textId="77777777" w:rsidR="00435B4F" w:rsidRDefault="00435B4F" w:rsidP="00256283">
      <w:r>
        <w:t>— </w:t>
      </w:r>
      <w:r w:rsidR="00256283">
        <w:t>Personne</w:t>
      </w:r>
      <w:r>
        <w:t xml:space="preserve">, </w:t>
      </w:r>
      <w:r w:rsidR="00256283">
        <w:t xml:space="preserve">répondit </w:t>
      </w:r>
      <w:proofErr w:type="spellStart"/>
      <w:r w:rsidR="00256283">
        <w:t>Studsy</w:t>
      </w:r>
      <w:proofErr w:type="spellEnd"/>
      <w:r w:rsidR="00256283">
        <w:t xml:space="preserve"> d</w:t>
      </w:r>
      <w:r>
        <w:t>’</w:t>
      </w:r>
      <w:r w:rsidR="00256283">
        <w:t>un air indifférent</w:t>
      </w:r>
      <w:r>
        <w:t xml:space="preserve">. </w:t>
      </w:r>
      <w:r w:rsidR="00256283">
        <w:t xml:space="preserve">Il y avait bien </w:t>
      </w:r>
      <w:proofErr w:type="spellStart"/>
      <w:r w:rsidR="00256283">
        <w:t>Nunheim</w:t>
      </w:r>
      <w:proofErr w:type="spellEnd"/>
      <w:r w:rsidR="00256283">
        <w:t xml:space="preserve"> qui semblait avoir le béguin</w:t>
      </w:r>
      <w:r>
        <w:t xml:space="preserve">, </w:t>
      </w:r>
      <w:r w:rsidR="00256283">
        <w:t>mais je crois qu</w:t>
      </w:r>
      <w:r>
        <w:t>’</w:t>
      </w:r>
      <w:r w:rsidR="00256283">
        <w:t>il en a été pour ses frais</w:t>
      </w:r>
      <w:r>
        <w:t>.</w:t>
      </w:r>
    </w:p>
    <w:p w14:paraId="06876730" w14:textId="77777777" w:rsidR="00435B4F" w:rsidRDefault="00435B4F" w:rsidP="00256283">
      <w:r>
        <w:t>— </w:t>
      </w:r>
      <w:r w:rsidR="00256283">
        <w:t>C</w:t>
      </w:r>
      <w:r>
        <w:t>’</w:t>
      </w:r>
      <w:r w:rsidR="00256283">
        <w:t>est sans doute par lui que Morelli a appris mon adresse</w:t>
      </w:r>
      <w:r>
        <w:t>.</w:t>
      </w:r>
    </w:p>
    <w:p w14:paraId="138E4FC4" w14:textId="77777777" w:rsidR="00435B4F" w:rsidRDefault="00435B4F" w:rsidP="00256283">
      <w:r>
        <w:t>— </w:t>
      </w:r>
      <w:r w:rsidR="00256283">
        <w:t>Non</w:t>
      </w:r>
      <w:r>
        <w:t xml:space="preserve">. </w:t>
      </w:r>
      <w:r w:rsidR="00256283">
        <w:t>Morelli ne l</w:t>
      </w:r>
      <w:r>
        <w:t>’</w:t>
      </w:r>
      <w:r w:rsidR="00256283">
        <w:t xml:space="preserve">aime pas et mettra à profit la première occasion de le </w:t>
      </w:r>
      <w:r>
        <w:t>« </w:t>
      </w:r>
      <w:r w:rsidR="00256283">
        <w:t>sonner</w:t>
      </w:r>
      <w:r>
        <w:t xml:space="preserve"> ». </w:t>
      </w:r>
      <w:r w:rsidR="00256283">
        <w:t xml:space="preserve">Pourquoi </w:t>
      </w:r>
      <w:proofErr w:type="spellStart"/>
      <w:r w:rsidR="00256283">
        <w:t>Nunheim</w:t>
      </w:r>
      <w:proofErr w:type="spellEnd"/>
      <w:r w:rsidR="00256283">
        <w:t xml:space="preserve"> aurait-il parlé</w:t>
      </w:r>
      <w:r>
        <w:t xml:space="preserve">. </w:t>
      </w:r>
      <w:r w:rsidR="00256283">
        <w:t>C</w:t>
      </w:r>
      <w:r>
        <w:t>’</w:t>
      </w:r>
      <w:r w:rsidR="00256283">
        <w:t>est un de vos amis</w:t>
      </w:r>
      <w:r>
        <w:t> ?</w:t>
      </w:r>
    </w:p>
    <w:p w14:paraId="5596D5F0" w14:textId="77777777" w:rsidR="00435B4F" w:rsidRDefault="00435B4F" w:rsidP="00256283">
      <w:r>
        <w:t>— </w:t>
      </w:r>
      <w:r w:rsidR="00256283">
        <w:t>Je ne le connais pas</w:t>
      </w:r>
      <w:r>
        <w:t xml:space="preserve">, </w:t>
      </w:r>
      <w:r w:rsidR="00256283">
        <w:t>répondis-je</w:t>
      </w:r>
      <w:r>
        <w:t xml:space="preserve">, </w:t>
      </w:r>
      <w:r w:rsidR="00256283">
        <w:t>mais j</w:t>
      </w:r>
      <w:r>
        <w:t>’</w:t>
      </w:r>
      <w:r w:rsidR="00256283">
        <w:t>ai entendu dire qu</w:t>
      </w:r>
      <w:r>
        <w:t>’</w:t>
      </w:r>
      <w:r w:rsidR="00256283">
        <w:t>il travaillait parfois pour la police</w:t>
      </w:r>
      <w:r>
        <w:t>.</w:t>
      </w:r>
    </w:p>
    <w:p w14:paraId="169A39D2" w14:textId="77777777" w:rsidR="00435B4F" w:rsidRDefault="00435B4F" w:rsidP="00256283">
      <w:r>
        <w:t>— </w:t>
      </w:r>
      <w:r w:rsidR="00256283">
        <w:t>Ah</w:t>
      </w:r>
      <w:r>
        <w:t xml:space="preserve"> ! </w:t>
      </w:r>
      <w:r w:rsidR="00256283">
        <w:t>merci</w:t>
      </w:r>
      <w:r>
        <w:t> !</w:t>
      </w:r>
    </w:p>
    <w:p w14:paraId="35A8FAC4" w14:textId="77777777" w:rsidR="00435B4F" w:rsidRDefault="00435B4F" w:rsidP="00256283">
      <w:r>
        <w:lastRenderedPageBreak/>
        <w:t>— </w:t>
      </w:r>
      <w:r w:rsidR="00256283">
        <w:t>Merci pour quoi</w:t>
      </w:r>
      <w:r>
        <w:t xml:space="preserve">, </w:t>
      </w:r>
      <w:r w:rsidR="00256283">
        <w:t>je n</w:t>
      </w:r>
      <w:r>
        <w:t>’</w:t>
      </w:r>
      <w:r w:rsidR="00256283">
        <w:t>ai rien dit</w:t>
      </w:r>
      <w:r>
        <w:t> !</w:t>
      </w:r>
    </w:p>
    <w:p w14:paraId="2EA90400" w14:textId="77777777" w:rsidR="00435B4F" w:rsidRDefault="00435B4F" w:rsidP="00256283">
      <w:r>
        <w:t>— </w:t>
      </w:r>
      <w:r w:rsidR="00256283">
        <w:t>Si</w:t>
      </w:r>
      <w:r>
        <w:t xml:space="preserve">, </w:t>
      </w:r>
      <w:r w:rsidR="00256283">
        <w:t>si</w:t>
      </w:r>
      <w:r>
        <w:t xml:space="preserve">, </w:t>
      </w:r>
      <w:r w:rsidR="00256283">
        <w:t>merci</w:t>
      </w:r>
      <w:r>
        <w:t xml:space="preserve">. </w:t>
      </w:r>
      <w:r w:rsidR="00256283">
        <w:t>Alors c</w:t>
      </w:r>
      <w:r>
        <w:t>’</w:t>
      </w:r>
      <w:r w:rsidR="00256283">
        <w:t xml:space="preserve">est </w:t>
      </w:r>
      <w:proofErr w:type="spellStart"/>
      <w:r w:rsidR="00256283">
        <w:t>Wynant</w:t>
      </w:r>
      <w:proofErr w:type="spellEnd"/>
      <w:r w:rsidR="00256283">
        <w:t xml:space="preserve"> qui a tué Julia</w:t>
      </w:r>
      <w:r>
        <w:t xml:space="preserve"> ? </w:t>
      </w:r>
      <w:r w:rsidR="00256283">
        <w:t>demanda-t-il</w:t>
      </w:r>
      <w:r>
        <w:t xml:space="preserve">, </w:t>
      </w:r>
      <w:r w:rsidR="00256283">
        <w:t>changeant brusquement le sujet de la conversation</w:t>
      </w:r>
      <w:r>
        <w:t>.</w:t>
      </w:r>
    </w:p>
    <w:p w14:paraId="250B42D4" w14:textId="77777777" w:rsidR="00435B4F" w:rsidRDefault="00435B4F" w:rsidP="00256283">
      <w:r>
        <w:t>— </w:t>
      </w:r>
      <w:r w:rsidR="00256283">
        <w:t>On le dit</w:t>
      </w:r>
      <w:r>
        <w:t xml:space="preserve">, </w:t>
      </w:r>
      <w:r w:rsidR="00256283">
        <w:t>mais je paye deux contre un qu</w:t>
      </w:r>
      <w:r>
        <w:t>’</w:t>
      </w:r>
      <w:r w:rsidR="00256283">
        <w:t>il est innocent</w:t>
      </w:r>
      <w:r>
        <w:t>.</w:t>
      </w:r>
    </w:p>
    <w:p w14:paraId="3C0F75CA" w14:textId="77777777" w:rsidR="00435B4F" w:rsidRDefault="00256283" w:rsidP="00256283">
      <w:r>
        <w:t>Il hocha la tête</w:t>
      </w:r>
      <w:r w:rsidR="00435B4F">
        <w:t>.</w:t>
      </w:r>
    </w:p>
    <w:p w14:paraId="382697C1" w14:textId="77777777" w:rsidR="00435B4F" w:rsidRDefault="00435B4F" w:rsidP="00256283">
      <w:r>
        <w:t>— </w:t>
      </w:r>
      <w:r w:rsidR="00256283">
        <w:t xml:space="preserve">Je ne </w:t>
      </w:r>
      <w:proofErr w:type="spellStart"/>
      <w:r w:rsidR="00256283">
        <w:t>parie</w:t>
      </w:r>
      <w:proofErr w:type="spellEnd"/>
      <w:r w:rsidR="00256283">
        <w:t xml:space="preserve"> pas avec vous pour un truc de votre métier</w:t>
      </w:r>
      <w:r>
        <w:t xml:space="preserve">, </w:t>
      </w:r>
      <w:r w:rsidR="00256283">
        <w:t>dit-il en riant</w:t>
      </w:r>
      <w:r>
        <w:t xml:space="preserve">. </w:t>
      </w:r>
      <w:r w:rsidR="00256283">
        <w:t>Mais il y a une chose sur quoi je mettrais bien quelques dollars</w:t>
      </w:r>
      <w:r>
        <w:t xml:space="preserve">, </w:t>
      </w:r>
      <w:r w:rsidR="00256283">
        <w:t>c</w:t>
      </w:r>
      <w:r>
        <w:t>’</w:t>
      </w:r>
      <w:r w:rsidR="00256283">
        <w:t>est notre petit match de boxe quand vous m</w:t>
      </w:r>
      <w:r>
        <w:t>’</w:t>
      </w:r>
      <w:r w:rsidR="00256283">
        <w:t>avez arrêté</w:t>
      </w:r>
      <w:r>
        <w:t xml:space="preserve"> ; </w:t>
      </w:r>
      <w:r w:rsidR="00256283">
        <w:t>je me demande si vous m</w:t>
      </w:r>
      <w:r>
        <w:t>’</w:t>
      </w:r>
      <w:r w:rsidR="00256283">
        <w:t>auriez aussi facilement maintenant</w:t>
      </w:r>
      <w:r>
        <w:t xml:space="preserve">. </w:t>
      </w:r>
      <w:r w:rsidR="00256283">
        <w:t>Quand vous vous sentirez mieux</w:t>
      </w:r>
      <w:r>
        <w:t>…</w:t>
      </w:r>
    </w:p>
    <w:p w14:paraId="3B98AAFE" w14:textId="77777777" w:rsidR="00435B4F" w:rsidRDefault="00435B4F" w:rsidP="00256283">
      <w:r>
        <w:t>— </w:t>
      </w:r>
      <w:r w:rsidR="00256283">
        <w:t>Non</w:t>
      </w:r>
      <w:r>
        <w:t xml:space="preserve">, </w:t>
      </w:r>
      <w:r w:rsidR="00256283">
        <w:t>coupai-je en riant</w:t>
      </w:r>
      <w:r>
        <w:t xml:space="preserve">, </w:t>
      </w:r>
      <w:r w:rsidR="00256283">
        <w:t>je ne suis plus en forme</w:t>
      </w:r>
      <w:r>
        <w:t>.</w:t>
      </w:r>
    </w:p>
    <w:p w14:paraId="6AE4B0FB" w14:textId="77777777" w:rsidR="00435B4F" w:rsidRDefault="00435B4F" w:rsidP="00256283">
      <w:r>
        <w:t>— </w:t>
      </w:r>
      <w:r w:rsidR="00256283">
        <w:t>Moi non plus</w:t>
      </w:r>
      <w:r>
        <w:t xml:space="preserve">, </w:t>
      </w:r>
      <w:r w:rsidR="00256283">
        <w:t>j</w:t>
      </w:r>
      <w:r>
        <w:t>’</w:t>
      </w:r>
      <w:r w:rsidR="00256283">
        <w:t>engraisse tous les jours</w:t>
      </w:r>
      <w:r>
        <w:t>.</w:t>
      </w:r>
    </w:p>
    <w:p w14:paraId="62667DCD" w14:textId="77777777" w:rsidR="00435B4F" w:rsidRDefault="00435B4F" w:rsidP="00256283">
      <w:r>
        <w:t>— </w:t>
      </w:r>
      <w:r w:rsidR="00256283">
        <w:t>D</w:t>
      </w:r>
      <w:r>
        <w:t>’</w:t>
      </w:r>
      <w:r w:rsidR="00256283">
        <w:t>ailleurs</w:t>
      </w:r>
      <w:r>
        <w:t xml:space="preserve">, </w:t>
      </w:r>
      <w:r w:rsidR="00256283">
        <w:t>ajoutai-je</w:t>
      </w:r>
      <w:r>
        <w:t xml:space="preserve">, </w:t>
      </w:r>
      <w:r w:rsidR="00256283">
        <w:t>je reconnais que j</w:t>
      </w:r>
      <w:r>
        <w:t>’</w:t>
      </w:r>
      <w:r w:rsidR="00256283">
        <w:t>ai eu la chance pour moi</w:t>
      </w:r>
      <w:r>
        <w:t>…</w:t>
      </w:r>
    </w:p>
    <w:p w14:paraId="10F4FB9D" w14:textId="77777777" w:rsidR="00435B4F" w:rsidRDefault="00435B4F" w:rsidP="00256283">
      <w:r>
        <w:t>— </w:t>
      </w:r>
      <w:r w:rsidR="00256283">
        <w:t>Vous êtes gentil</w:t>
      </w:r>
      <w:r>
        <w:t xml:space="preserve">, </w:t>
      </w:r>
      <w:r w:rsidR="00256283">
        <w:t>et vous avez raison</w:t>
      </w:r>
      <w:r>
        <w:t xml:space="preserve">, </w:t>
      </w:r>
      <w:r w:rsidR="00256283">
        <w:t>murmura-t-il</w:t>
      </w:r>
      <w:r>
        <w:t xml:space="preserve"> ; </w:t>
      </w:r>
      <w:r w:rsidR="00256283">
        <w:t>enfin puisqu</w:t>
      </w:r>
      <w:r>
        <w:t>’</w:t>
      </w:r>
      <w:r w:rsidR="00256283">
        <w:t>il n</w:t>
      </w:r>
      <w:r>
        <w:t>’</w:t>
      </w:r>
      <w:r w:rsidR="00256283">
        <w:t>y a rien à faire</w:t>
      </w:r>
      <w:r>
        <w:t xml:space="preserve">, </w:t>
      </w:r>
      <w:r w:rsidR="00256283">
        <w:t>laissez-moi remplir vos verres</w:t>
      </w:r>
      <w:r>
        <w:t>.</w:t>
      </w:r>
    </w:p>
    <w:p w14:paraId="21657D38" w14:textId="77777777" w:rsidR="00435B4F" w:rsidRDefault="00256283" w:rsidP="00256283">
      <w:r>
        <w:t>Nora me fit remarquer que nous avions décidé de ne pas rentrer trop tard et de ne pas</w:t>
      </w:r>
      <w:r w:rsidR="00435B4F">
        <w:t xml:space="preserve"> – </w:t>
      </w:r>
      <w:r>
        <w:t>pour une fois</w:t>
      </w:r>
      <w:r w:rsidR="00435B4F">
        <w:t xml:space="preserve"> – </w:t>
      </w:r>
      <w:r>
        <w:t>rentrer saouls</w:t>
      </w:r>
      <w:r w:rsidR="00435B4F">
        <w:t xml:space="preserve">. </w:t>
      </w:r>
      <w:r>
        <w:t xml:space="preserve">Nous quittâmes le </w:t>
      </w:r>
      <w:proofErr w:type="spellStart"/>
      <w:r>
        <w:t>Pigiron</w:t>
      </w:r>
      <w:proofErr w:type="spellEnd"/>
      <w:r>
        <w:t xml:space="preserve"> un peu après onze heures</w:t>
      </w:r>
      <w:r w:rsidR="00435B4F">
        <w:t xml:space="preserve">. </w:t>
      </w:r>
      <w:proofErr w:type="spellStart"/>
      <w:r>
        <w:t>Studsy</w:t>
      </w:r>
      <w:proofErr w:type="spellEnd"/>
      <w:r>
        <w:t xml:space="preserve"> nous accompagna jusqu</w:t>
      </w:r>
      <w:r w:rsidR="00435B4F">
        <w:t>’</w:t>
      </w:r>
      <w:r>
        <w:t>à un taxi et nous serra vigoureusement la main</w:t>
      </w:r>
      <w:r w:rsidR="00435B4F">
        <w:t xml:space="preserve">. </w:t>
      </w:r>
      <w:r>
        <w:t>Notre visite l</w:t>
      </w:r>
      <w:r w:rsidR="00435B4F">
        <w:t>’</w:t>
      </w:r>
      <w:r>
        <w:t>avait ravi</w:t>
      </w:r>
      <w:r w:rsidR="00435B4F">
        <w:t>.</w:t>
      </w:r>
    </w:p>
    <w:p w14:paraId="4D819640" w14:textId="77777777" w:rsidR="00435B4F" w:rsidRDefault="00256283" w:rsidP="00256283">
      <w:r>
        <w:t>Nous le remerciâmes de son accueil si cordial</w:t>
      </w:r>
      <w:r w:rsidR="00435B4F">
        <w:t>.</w:t>
      </w:r>
    </w:p>
    <w:p w14:paraId="7F6DE4F8" w14:textId="77777777" w:rsidR="00435B4F" w:rsidRDefault="00435B4F" w:rsidP="00256283">
      <w:r>
        <w:t>— </w:t>
      </w:r>
      <w:r w:rsidR="00256283">
        <w:t>Il est merveilleux</w:t>
      </w:r>
      <w:r>
        <w:t xml:space="preserve">, </w:t>
      </w:r>
      <w:r w:rsidR="00256283">
        <w:t>ce type</w:t>
      </w:r>
      <w:r>
        <w:t xml:space="preserve">, </w:t>
      </w:r>
      <w:r w:rsidR="00256283">
        <w:t>me dit Nora</w:t>
      </w:r>
      <w:r>
        <w:t xml:space="preserve">, </w:t>
      </w:r>
      <w:r w:rsidR="00256283">
        <w:t>dans le taxi</w:t>
      </w:r>
      <w:r>
        <w:t xml:space="preserve">. </w:t>
      </w:r>
      <w:r w:rsidR="00256283">
        <w:t>Pourquoi ne lui as-tu pas dit que tu avais lâché le métier</w:t>
      </w:r>
      <w:r>
        <w:t>.</w:t>
      </w:r>
    </w:p>
    <w:p w14:paraId="35F6087D" w14:textId="77777777" w:rsidR="00435B4F" w:rsidRDefault="00435B4F" w:rsidP="00256283">
      <w:r>
        <w:lastRenderedPageBreak/>
        <w:t>— </w:t>
      </w:r>
      <w:r w:rsidR="00256283">
        <w:t>Il aurait cru que je lui racontais une histoire</w:t>
      </w:r>
      <w:r>
        <w:t xml:space="preserve">, </w:t>
      </w:r>
      <w:r w:rsidR="00256283">
        <w:t>expliquai-je</w:t>
      </w:r>
      <w:r>
        <w:t xml:space="preserve"> ; </w:t>
      </w:r>
      <w:r w:rsidR="00256283">
        <w:t>pour un type comme lui</w:t>
      </w:r>
      <w:r>
        <w:t xml:space="preserve">, </w:t>
      </w:r>
      <w:r w:rsidR="00256283">
        <w:t>quand on est détective</w:t>
      </w:r>
      <w:r>
        <w:t xml:space="preserve">, </w:t>
      </w:r>
      <w:r w:rsidR="00256283">
        <w:t>c</w:t>
      </w:r>
      <w:r>
        <w:t>’</w:t>
      </w:r>
      <w:r w:rsidR="00256283">
        <w:t>est pour la vie</w:t>
      </w:r>
      <w:r>
        <w:t xml:space="preserve">, </w:t>
      </w:r>
      <w:r w:rsidR="00256283">
        <w:t>et je préfère mentir que de lui laisser croire que je mens</w:t>
      </w:r>
      <w:r>
        <w:t xml:space="preserve">. </w:t>
      </w:r>
      <w:r w:rsidR="00256283">
        <w:t>En tous cas</w:t>
      </w:r>
      <w:r>
        <w:t xml:space="preserve">, </w:t>
      </w:r>
      <w:r w:rsidR="00256283">
        <w:t>il a confiance en moi</w:t>
      </w:r>
      <w:r>
        <w:t xml:space="preserve">. </w:t>
      </w:r>
      <w:r w:rsidR="00256283">
        <w:t>Donne-moi une cigarette</w:t>
      </w:r>
      <w:r>
        <w:t>.</w:t>
      </w:r>
    </w:p>
    <w:p w14:paraId="3AB069C5" w14:textId="77777777" w:rsidR="00435B4F" w:rsidRDefault="00435B4F" w:rsidP="00256283">
      <w:r>
        <w:t>— </w:t>
      </w:r>
      <w:r w:rsidR="00256283">
        <w:t xml:space="preserve">Est-ce que tu disais la vérité en prétendant que </w:t>
      </w:r>
      <w:proofErr w:type="spellStart"/>
      <w:r w:rsidR="00256283">
        <w:t>Wynant</w:t>
      </w:r>
      <w:proofErr w:type="spellEnd"/>
      <w:r w:rsidR="00256283">
        <w:t xml:space="preserve"> n</w:t>
      </w:r>
      <w:r>
        <w:t>’</w:t>
      </w:r>
      <w:r w:rsidR="00256283">
        <w:t>avait pas tué Julia</w:t>
      </w:r>
      <w:r>
        <w:t> ?</w:t>
      </w:r>
    </w:p>
    <w:p w14:paraId="1CD6738D" w14:textId="77777777" w:rsidR="00435B4F" w:rsidRDefault="00435B4F" w:rsidP="00256283">
      <w:r>
        <w:t>— </w:t>
      </w:r>
      <w:r w:rsidR="00256283">
        <w:t>Je ne sais pas</w:t>
      </w:r>
      <w:r>
        <w:t xml:space="preserve"> : </w:t>
      </w:r>
      <w:r w:rsidR="00256283">
        <w:t>c</w:t>
      </w:r>
      <w:r>
        <w:t>’</w:t>
      </w:r>
      <w:r w:rsidR="00256283">
        <w:t>est mon impression</w:t>
      </w:r>
      <w:r>
        <w:t>.</w:t>
      </w:r>
    </w:p>
    <w:p w14:paraId="6A1B988D" w14:textId="77777777" w:rsidR="00435B4F" w:rsidRDefault="00256283" w:rsidP="00256283">
      <w:r>
        <w:t>Un télégramme de Macaulay m</w:t>
      </w:r>
      <w:r w:rsidR="00435B4F">
        <w:t>’</w:t>
      </w:r>
      <w:r>
        <w:t>attendait au Normandie</w:t>
      </w:r>
      <w:r w:rsidR="00435B4F">
        <w:t> :</w:t>
      </w:r>
    </w:p>
    <w:p w14:paraId="3FB83922" w14:textId="77777777" w:rsidR="00435B4F" w:rsidRDefault="00256283" w:rsidP="00435B4F">
      <w:pPr>
        <w:pStyle w:val="Centr"/>
      </w:pPr>
      <w:r>
        <w:t>INDIVIDU N</w:t>
      </w:r>
      <w:r w:rsidR="00435B4F">
        <w:t>’</w:t>
      </w:r>
      <w:r>
        <w:t xml:space="preserve">EST PAS </w:t>
      </w:r>
      <w:proofErr w:type="spellStart"/>
      <w:r>
        <w:t>WYNANT</w:t>
      </w:r>
      <w:proofErr w:type="spellEnd"/>
      <w:r>
        <w:t xml:space="preserve"> ET N</w:t>
      </w:r>
      <w:r w:rsidR="00435B4F">
        <w:t>’</w:t>
      </w:r>
      <w:r>
        <w:t>A PAS TENTÉ DE SE SUICIDER</w:t>
      </w:r>
      <w:r w:rsidR="00435B4F">
        <w:t>.</w:t>
      </w:r>
    </w:p>
    <w:p w14:paraId="19749403" w14:textId="77777777" w:rsidR="00256283" w:rsidRDefault="00256283" w:rsidP="003D5E6A">
      <w:pPr>
        <w:pStyle w:val="Titre1"/>
      </w:pPr>
      <w:bookmarkStart w:id="33" w:name="__RefHeading__58_1831309079"/>
      <w:bookmarkStart w:id="34" w:name="_Toc202285668"/>
      <w:bookmarkEnd w:id="33"/>
      <w:r>
        <w:lastRenderedPageBreak/>
        <w:t>XV</w:t>
      </w:r>
      <w:bookmarkEnd w:id="34"/>
    </w:p>
    <w:p w14:paraId="285EF595" w14:textId="77777777" w:rsidR="00435B4F" w:rsidRDefault="00256283" w:rsidP="00256283">
      <w:r>
        <w:t>Le lendemain matin</w:t>
      </w:r>
      <w:r w:rsidR="00435B4F">
        <w:t xml:space="preserve">, </w:t>
      </w:r>
      <w:r>
        <w:t>avec l</w:t>
      </w:r>
      <w:r w:rsidR="00435B4F">
        <w:t>’</w:t>
      </w:r>
      <w:r>
        <w:t>aide d</w:t>
      </w:r>
      <w:r w:rsidR="00435B4F">
        <w:t>’</w:t>
      </w:r>
      <w:r>
        <w:t>une dactylo</w:t>
      </w:r>
      <w:r w:rsidR="00435B4F">
        <w:t xml:space="preserve">, </w:t>
      </w:r>
      <w:r>
        <w:t>je mis à jour le courrier que j</w:t>
      </w:r>
      <w:r w:rsidR="00435B4F">
        <w:t>’</w:t>
      </w:r>
      <w:r>
        <w:t>avais laissé s</w:t>
      </w:r>
      <w:r w:rsidR="00435B4F">
        <w:t>’</w:t>
      </w:r>
      <w:r>
        <w:t>accumuler</w:t>
      </w:r>
      <w:r w:rsidR="00435B4F">
        <w:t xml:space="preserve">. </w:t>
      </w:r>
      <w:r>
        <w:t>Je parlai par téléphone à notre avocat de San-Francisco</w:t>
      </w:r>
      <w:r w:rsidR="00435B4F">
        <w:t xml:space="preserve"> – </w:t>
      </w:r>
      <w:r>
        <w:t>nous voulions éviter la faillite de l</w:t>
      </w:r>
      <w:r w:rsidR="00435B4F">
        <w:t>’</w:t>
      </w:r>
      <w:r>
        <w:t>un de nos gros clients</w:t>
      </w:r>
      <w:r w:rsidR="00435B4F">
        <w:t xml:space="preserve">. </w:t>
      </w:r>
      <w:r>
        <w:t>La matinée entière s</w:t>
      </w:r>
      <w:r w:rsidR="00435B4F">
        <w:t>’</w:t>
      </w:r>
      <w:r>
        <w:t>écoula à travailler et</w:t>
      </w:r>
      <w:r w:rsidR="00435B4F">
        <w:t xml:space="preserve">, </w:t>
      </w:r>
      <w:r>
        <w:t>vers deux heures</w:t>
      </w:r>
      <w:r w:rsidR="00435B4F">
        <w:t xml:space="preserve">, </w:t>
      </w:r>
      <w:r>
        <w:t>j</w:t>
      </w:r>
      <w:r w:rsidR="00435B4F">
        <w:t>’</w:t>
      </w:r>
      <w:r>
        <w:t>éprouvai cette impression de soulagement de l</w:t>
      </w:r>
      <w:r w:rsidR="00435B4F">
        <w:t>’</w:t>
      </w:r>
      <w:r>
        <w:t>homme qui a accompli une tâche sérieuse et noblement gagné son déjeuner</w:t>
      </w:r>
      <w:r w:rsidR="00435B4F">
        <w:t>.</w:t>
      </w:r>
    </w:p>
    <w:p w14:paraId="5E001B56" w14:textId="77777777" w:rsidR="00435B4F" w:rsidRDefault="00256283" w:rsidP="00256283">
      <w:r>
        <w:t>Nora avait une invitation pour l</w:t>
      </w:r>
      <w:r w:rsidR="00435B4F">
        <w:t>’</w:t>
      </w:r>
      <w:r>
        <w:t>après-midi</w:t>
      </w:r>
      <w:r w:rsidR="00435B4F">
        <w:t xml:space="preserve"> : </w:t>
      </w:r>
      <w:r>
        <w:t>un bridge</w:t>
      </w:r>
      <w:r w:rsidR="00435B4F">
        <w:t>.</w:t>
      </w:r>
    </w:p>
    <w:p w14:paraId="452593A6" w14:textId="77777777" w:rsidR="00435B4F" w:rsidRDefault="00256283" w:rsidP="00256283">
      <w:r>
        <w:t>J</w:t>
      </w:r>
      <w:r w:rsidR="00435B4F">
        <w:t>’</w:t>
      </w:r>
      <w:r>
        <w:t xml:space="preserve">allai voir </w:t>
      </w:r>
      <w:proofErr w:type="spellStart"/>
      <w:r>
        <w:t>Guild</w:t>
      </w:r>
      <w:proofErr w:type="spellEnd"/>
      <w:r>
        <w:t xml:space="preserve"> avec qui j</w:t>
      </w:r>
      <w:r w:rsidR="00435B4F">
        <w:t>’</w:t>
      </w:r>
      <w:r>
        <w:t>avais</w:t>
      </w:r>
      <w:r w:rsidR="00435B4F">
        <w:t xml:space="preserve">, </w:t>
      </w:r>
      <w:r>
        <w:t>le matin</w:t>
      </w:r>
      <w:r w:rsidR="00435B4F">
        <w:t xml:space="preserve">, </w:t>
      </w:r>
      <w:r>
        <w:t>échangé quelques mots par téléphone</w:t>
      </w:r>
      <w:r w:rsidR="00435B4F">
        <w:t>.</w:t>
      </w:r>
    </w:p>
    <w:p w14:paraId="4D9E263D" w14:textId="77777777" w:rsidR="00435B4F" w:rsidRDefault="00435B4F" w:rsidP="00256283">
      <w:r>
        <w:t>— </w:t>
      </w:r>
      <w:r w:rsidR="00256283">
        <w:t>Ainsi</w:t>
      </w:r>
      <w:r>
        <w:t xml:space="preserve">, </w:t>
      </w:r>
      <w:r w:rsidR="00256283">
        <w:t>c</w:t>
      </w:r>
      <w:r>
        <w:t>’</w:t>
      </w:r>
      <w:r w:rsidR="00256283">
        <w:t>était une fausse alerte</w:t>
      </w:r>
      <w:r>
        <w:t xml:space="preserve"> ? </w:t>
      </w:r>
      <w:r w:rsidR="00256283">
        <w:t>dis-je</w:t>
      </w:r>
      <w:r>
        <w:t xml:space="preserve">, </w:t>
      </w:r>
      <w:r w:rsidR="00256283">
        <w:t>après lui avoir serré la main</w:t>
      </w:r>
      <w:r>
        <w:t>.</w:t>
      </w:r>
    </w:p>
    <w:p w14:paraId="472DD152" w14:textId="77777777" w:rsidR="00435B4F" w:rsidRDefault="00435B4F" w:rsidP="00256283">
      <w:r>
        <w:t>— </w:t>
      </w:r>
      <w:r w:rsidR="00256283">
        <w:t>Absolument</w:t>
      </w:r>
      <w:r>
        <w:t xml:space="preserve">. </w:t>
      </w:r>
      <w:r w:rsidR="00256283">
        <w:t>Il ne s</w:t>
      </w:r>
      <w:r>
        <w:t>’</w:t>
      </w:r>
      <w:r w:rsidR="00256283">
        <w:t xml:space="preserve">agissait pas de </w:t>
      </w:r>
      <w:proofErr w:type="spellStart"/>
      <w:r w:rsidR="00256283">
        <w:t>Wynant</w:t>
      </w:r>
      <w:proofErr w:type="spellEnd"/>
      <w:r>
        <w:t xml:space="preserve">. </w:t>
      </w:r>
      <w:r w:rsidR="00256283">
        <w:t>Vous savez comment cela se passe</w:t>
      </w:r>
      <w:r>
        <w:t xml:space="preserve"> : </w:t>
      </w:r>
      <w:r w:rsidR="00256283">
        <w:t>nous avions prévenu la police de Philadelphie qu</w:t>
      </w:r>
      <w:r>
        <w:t>’</w:t>
      </w:r>
      <w:r w:rsidR="00256283">
        <w:t>il avait envoyé de là-bas</w:t>
      </w:r>
      <w:r>
        <w:t xml:space="preserve">, </w:t>
      </w:r>
      <w:r w:rsidR="00256283">
        <w:t>un télégramme</w:t>
      </w:r>
      <w:r>
        <w:t xml:space="preserve">, </w:t>
      </w:r>
      <w:r w:rsidR="00256283">
        <w:t>et nous avions radiodiffusé son signalement</w:t>
      </w:r>
      <w:r>
        <w:t xml:space="preserve">. </w:t>
      </w:r>
      <w:r w:rsidR="00256283">
        <w:t>Pendant une semaine tous les hommes grands</w:t>
      </w:r>
      <w:r>
        <w:t xml:space="preserve">, </w:t>
      </w:r>
      <w:r w:rsidR="00256283">
        <w:t>maigres et moustachus s</w:t>
      </w:r>
      <w:r>
        <w:t>’</w:t>
      </w:r>
      <w:r w:rsidR="00256283">
        <w:t xml:space="preserve">appelaient </w:t>
      </w:r>
      <w:proofErr w:type="spellStart"/>
      <w:r w:rsidR="00256283">
        <w:t>Wynant</w:t>
      </w:r>
      <w:proofErr w:type="spellEnd"/>
      <w:r w:rsidR="00256283">
        <w:t xml:space="preserve"> pour la plupart des habitants de l</w:t>
      </w:r>
      <w:r>
        <w:t>’</w:t>
      </w:r>
      <w:r w:rsidR="00256283">
        <w:t>État de Pennsylvanie</w:t>
      </w:r>
      <w:r>
        <w:t xml:space="preserve">. </w:t>
      </w:r>
      <w:r w:rsidR="00256283">
        <w:t>L</w:t>
      </w:r>
      <w:r>
        <w:t>’</w:t>
      </w:r>
      <w:r w:rsidR="00256283">
        <w:t>homme que l</w:t>
      </w:r>
      <w:r>
        <w:t>’</w:t>
      </w:r>
      <w:r w:rsidR="00256283">
        <w:t>on a trouvé grièvement blessé est un certain Barlow</w:t>
      </w:r>
      <w:r>
        <w:t xml:space="preserve">, </w:t>
      </w:r>
      <w:r w:rsidR="00256283">
        <w:t>charpentier</w:t>
      </w:r>
      <w:r>
        <w:t xml:space="preserve"> ; </w:t>
      </w:r>
      <w:r w:rsidR="00256283">
        <w:t>il a été attaqué par un nègre qui voulait le dévaliser</w:t>
      </w:r>
      <w:r>
        <w:t>.</w:t>
      </w:r>
    </w:p>
    <w:p w14:paraId="43C4047D" w14:textId="77777777" w:rsidR="00435B4F" w:rsidRDefault="00435B4F" w:rsidP="00256283">
      <w:r>
        <w:t>— </w:t>
      </w:r>
      <w:r w:rsidR="00256283">
        <w:t>Il aurait pu être blessé par quelqu</w:t>
      </w:r>
      <w:r>
        <w:t>’</w:t>
      </w:r>
      <w:r w:rsidR="00256283">
        <w:t>un qui eût fait la même erreur que la police</w:t>
      </w:r>
      <w:r>
        <w:t>.</w:t>
      </w:r>
    </w:p>
    <w:p w14:paraId="51ED171C" w14:textId="77777777" w:rsidR="00435B4F" w:rsidRDefault="00435B4F" w:rsidP="00256283">
      <w:r>
        <w:t>— </w:t>
      </w:r>
      <w:r w:rsidR="00256283">
        <w:t>Vous voulez dire qu</w:t>
      </w:r>
      <w:r>
        <w:t>’</w:t>
      </w:r>
      <w:r w:rsidR="00256283">
        <w:t>on l</w:t>
      </w:r>
      <w:r>
        <w:t>’</w:t>
      </w:r>
      <w:r w:rsidR="00256283">
        <w:t xml:space="preserve">aurait pris pour </w:t>
      </w:r>
      <w:proofErr w:type="spellStart"/>
      <w:r w:rsidR="00256283">
        <w:t>Wynant</w:t>
      </w:r>
      <w:proofErr w:type="spellEnd"/>
      <w:r>
        <w:t xml:space="preserve"> ? </w:t>
      </w:r>
      <w:r w:rsidR="00256283">
        <w:t>Possible</w:t>
      </w:r>
      <w:r>
        <w:t xml:space="preserve">, </w:t>
      </w:r>
      <w:r w:rsidR="00256283">
        <w:t>mais cela ne nous aide pas</w:t>
      </w:r>
      <w:r>
        <w:t>.</w:t>
      </w:r>
    </w:p>
    <w:p w14:paraId="0F9C7600" w14:textId="77777777" w:rsidR="00435B4F" w:rsidRDefault="00435B4F" w:rsidP="00256283">
      <w:r>
        <w:lastRenderedPageBreak/>
        <w:t>— </w:t>
      </w:r>
      <w:r w:rsidR="00256283">
        <w:t>Est-ce que Macaulay vous a parlé de la lettre qu</w:t>
      </w:r>
      <w:r>
        <w:t>’</w:t>
      </w:r>
      <w:r w:rsidR="00256283">
        <w:t>il a reçue</w:t>
      </w:r>
      <w:r>
        <w:t xml:space="preserve"> ? </w:t>
      </w:r>
      <w:r w:rsidR="00256283">
        <w:t>demandai-je</w:t>
      </w:r>
      <w:r>
        <w:t>.</w:t>
      </w:r>
    </w:p>
    <w:p w14:paraId="006795E7" w14:textId="77777777" w:rsidR="00435B4F" w:rsidRDefault="00435B4F" w:rsidP="00256283">
      <w:r>
        <w:t>— </w:t>
      </w:r>
      <w:r w:rsidR="00256283">
        <w:t>Oui</w:t>
      </w:r>
      <w:r>
        <w:t xml:space="preserve">, </w:t>
      </w:r>
      <w:r w:rsidR="00256283">
        <w:t>mais il n</w:t>
      </w:r>
      <w:r>
        <w:t>’</w:t>
      </w:r>
      <w:r w:rsidR="00256283">
        <w:t>a rien dit de son contenu</w:t>
      </w:r>
      <w:r>
        <w:t>.</w:t>
      </w:r>
    </w:p>
    <w:p w14:paraId="20EE5F5D" w14:textId="77777777" w:rsidR="00435B4F" w:rsidRDefault="00256283" w:rsidP="00256283">
      <w:r>
        <w:t>Je lui racontai ce que je savais</w:t>
      </w:r>
      <w:r w:rsidR="00435B4F">
        <w:t xml:space="preserve"> ; </w:t>
      </w:r>
      <w:r>
        <w:t xml:space="preserve">je lui parlai de </w:t>
      </w:r>
      <w:proofErr w:type="spellStart"/>
      <w:r>
        <w:t>Rosewater</w:t>
      </w:r>
      <w:proofErr w:type="spellEnd"/>
      <w:r w:rsidR="00435B4F">
        <w:t>.</w:t>
      </w:r>
    </w:p>
    <w:p w14:paraId="73CD3F36" w14:textId="77777777" w:rsidR="00435B4F" w:rsidRDefault="00435B4F" w:rsidP="00256283">
      <w:r>
        <w:t>— </w:t>
      </w:r>
      <w:r w:rsidR="00256283">
        <w:t>Tiens</w:t>
      </w:r>
      <w:r>
        <w:t xml:space="preserve"> ! </w:t>
      </w:r>
      <w:r w:rsidR="00256283">
        <w:t>fit-il</w:t>
      </w:r>
      <w:r>
        <w:t xml:space="preserve">, </w:t>
      </w:r>
      <w:r w:rsidR="00256283">
        <w:t>c</w:t>
      </w:r>
      <w:r>
        <w:t>’</w:t>
      </w:r>
      <w:r w:rsidR="00256283">
        <w:t>est intéressant</w:t>
      </w:r>
      <w:r>
        <w:t>.</w:t>
      </w:r>
    </w:p>
    <w:p w14:paraId="23FEED56" w14:textId="77777777" w:rsidR="00435B4F" w:rsidRDefault="00256283" w:rsidP="00256283">
      <w:r>
        <w:t xml:space="preserve">Je parlai de la lettre reçue par la sœur de </w:t>
      </w:r>
      <w:proofErr w:type="spellStart"/>
      <w:r>
        <w:t>Wynant</w:t>
      </w:r>
      <w:proofErr w:type="spellEnd"/>
      <w:r w:rsidR="00435B4F">
        <w:t>.</w:t>
      </w:r>
    </w:p>
    <w:p w14:paraId="05E3B351" w14:textId="77777777" w:rsidR="00435B4F" w:rsidRDefault="00435B4F" w:rsidP="00256283">
      <w:r>
        <w:t>— </w:t>
      </w:r>
      <w:r w:rsidR="00256283">
        <w:t>Il écrit beaucoup</w:t>
      </w:r>
      <w:r>
        <w:t xml:space="preserve"> ! </w:t>
      </w:r>
      <w:r w:rsidR="00256283">
        <w:t xml:space="preserve">remarqua </w:t>
      </w:r>
      <w:proofErr w:type="spellStart"/>
      <w:r w:rsidR="00256283">
        <w:t>Guild</w:t>
      </w:r>
      <w:proofErr w:type="spellEnd"/>
      <w:r>
        <w:t>.</w:t>
      </w:r>
    </w:p>
    <w:p w14:paraId="0B62F150" w14:textId="77777777" w:rsidR="00435B4F" w:rsidRDefault="00435B4F" w:rsidP="00256283">
      <w:r>
        <w:t>— </w:t>
      </w:r>
      <w:r w:rsidR="00256283">
        <w:t>J</w:t>
      </w:r>
      <w:r>
        <w:t>’</w:t>
      </w:r>
      <w:r w:rsidR="00256283">
        <w:t>y ai pensé</w:t>
      </w:r>
      <w:r>
        <w:t xml:space="preserve">, </w:t>
      </w:r>
      <w:r w:rsidR="00256283">
        <w:t>répondis-je</w:t>
      </w:r>
      <w:r>
        <w:t xml:space="preserve">. </w:t>
      </w:r>
      <w:r w:rsidR="00256283">
        <w:t>J</w:t>
      </w:r>
      <w:r>
        <w:t>’</w:t>
      </w:r>
      <w:r w:rsidR="00256283">
        <w:t xml:space="preserve">ai songé aussi que le signalement de Victor </w:t>
      </w:r>
      <w:proofErr w:type="spellStart"/>
      <w:r w:rsidR="00256283">
        <w:t>Rosewater</w:t>
      </w:r>
      <w:proofErr w:type="spellEnd"/>
      <w:r>
        <w:t xml:space="preserve">, </w:t>
      </w:r>
      <w:r w:rsidR="00256283">
        <w:t>à quelques détails près</w:t>
      </w:r>
      <w:r>
        <w:t xml:space="preserve">, </w:t>
      </w:r>
      <w:r w:rsidR="00256283">
        <w:t>ressemble à celui de Chris Jorgensen</w:t>
      </w:r>
      <w:r>
        <w:t>.</w:t>
      </w:r>
    </w:p>
    <w:p w14:paraId="6DD03718" w14:textId="77777777" w:rsidR="00435B4F" w:rsidRDefault="00256283" w:rsidP="00256283">
      <w:proofErr w:type="spellStart"/>
      <w:r>
        <w:t>Guild</w:t>
      </w:r>
      <w:proofErr w:type="spellEnd"/>
      <w:r>
        <w:t xml:space="preserve"> se renversa dans son fauteuil</w:t>
      </w:r>
      <w:r w:rsidR="00435B4F">
        <w:t>.</w:t>
      </w:r>
    </w:p>
    <w:p w14:paraId="67DE73ED" w14:textId="77777777" w:rsidR="00435B4F" w:rsidRDefault="00435B4F" w:rsidP="00256283">
      <w:r>
        <w:t>— </w:t>
      </w:r>
      <w:r w:rsidR="00256283">
        <w:t>Allez</w:t>
      </w:r>
      <w:r>
        <w:t xml:space="preserve">, </w:t>
      </w:r>
      <w:r w:rsidR="00256283">
        <w:t>fit-il</w:t>
      </w:r>
      <w:r>
        <w:t xml:space="preserve">, </w:t>
      </w:r>
      <w:r w:rsidR="00256283">
        <w:t>c</w:t>
      </w:r>
      <w:r>
        <w:t>’</w:t>
      </w:r>
      <w:r w:rsidR="00256283">
        <w:t>est un plaisir de vous entendre</w:t>
      </w:r>
      <w:r>
        <w:t>.</w:t>
      </w:r>
    </w:p>
    <w:p w14:paraId="5C122DA1" w14:textId="77777777" w:rsidR="00435B4F" w:rsidRDefault="00435B4F" w:rsidP="00256283">
      <w:r>
        <w:t>— </w:t>
      </w:r>
      <w:r w:rsidR="00256283">
        <w:t>Hélas</w:t>
      </w:r>
      <w:r>
        <w:t xml:space="preserve">, </w:t>
      </w:r>
      <w:r w:rsidR="00256283">
        <w:t>j</w:t>
      </w:r>
      <w:r>
        <w:t>’</w:t>
      </w:r>
      <w:r w:rsidR="00256283">
        <w:t>ai fini</w:t>
      </w:r>
      <w:r>
        <w:t xml:space="preserve"> ! </w:t>
      </w:r>
      <w:r w:rsidR="00256283">
        <w:t>répondis-je</w:t>
      </w:r>
      <w:r>
        <w:t>.</w:t>
      </w:r>
    </w:p>
    <w:p w14:paraId="406D4DDC" w14:textId="77777777" w:rsidR="00435B4F" w:rsidRDefault="00256283" w:rsidP="00256283">
      <w:r>
        <w:t>Il leva la tête et fixa le plafond</w:t>
      </w:r>
      <w:r w:rsidR="00435B4F">
        <w:t>.</w:t>
      </w:r>
    </w:p>
    <w:p w14:paraId="3C50B8A1" w14:textId="77777777" w:rsidR="00435B4F" w:rsidRDefault="00435B4F" w:rsidP="00256283">
      <w:r>
        <w:t>— </w:t>
      </w:r>
      <w:r w:rsidR="00256283">
        <w:t>Il y a quelque chose à faire</w:t>
      </w:r>
      <w:r>
        <w:t xml:space="preserve"> ! </w:t>
      </w:r>
      <w:r w:rsidR="00256283">
        <w:t>murmura-t-il</w:t>
      </w:r>
      <w:r>
        <w:t>.</w:t>
      </w:r>
    </w:p>
    <w:p w14:paraId="7FC7CBCE" w14:textId="77777777" w:rsidR="00435B4F" w:rsidRDefault="00435B4F" w:rsidP="00256283">
      <w:r>
        <w:t>— </w:t>
      </w:r>
      <w:r w:rsidR="00256283">
        <w:t>Le charpentier d</w:t>
      </w:r>
      <w:r>
        <w:t>’</w:t>
      </w:r>
      <w:r w:rsidR="00256283">
        <w:t>Allentown a-t-il été blessé par un projectile de 32</w:t>
      </w:r>
      <w:r>
        <w:t xml:space="preserve"> ? </w:t>
      </w:r>
      <w:r w:rsidR="00256283">
        <w:t>demandai-je</w:t>
      </w:r>
      <w:r>
        <w:t>.</w:t>
      </w:r>
    </w:p>
    <w:p w14:paraId="2EE29D71" w14:textId="77777777" w:rsidR="00435B4F" w:rsidRDefault="00256283" w:rsidP="00256283">
      <w:r>
        <w:t>Il me regarda curieusement pendant quelques secondes</w:t>
      </w:r>
      <w:r w:rsidR="00435B4F">
        <w:t xml:space="preserve">, </w:t>
      </w:r>
      <w:r>
        <w:t>puis hocha la tête</w:t>
      </w:r>
      <w:r w:rsidR="00435B4F">
        <w:t>.</w:t>
      </w:r>
    </w:p>
    <w:p w14:paraId="46BEB86A" w14:textId="77777777" w:rsidR="00435B4F" w:rsidRDefault="00435B4F" w:rsidP="00256283">
      <w:r>
        <w:t>— </w:t>
      </w:r>
      <w:r w:rsidR="00256283">
        <w:t>Non</w:t>
      </w:r>
      <w:r>
        <w:t xml:space="preserve">, </w:t>
      </w:r>
      <w:r w:rsidR="00256283">
        <w:t>un 44</w:t>
      </w:r>
      <w:r>
        <w:t xml:space="preserve">. </w:t>
      </w:r>
      <w:r w:rsidR="00256283">
        <w:t>Qu</w:t>
      </w:r>
      <w:r>
        <w:t>’</w:t>
      </w:r>
      <w:r w:rsidR="00256283">
        <w:t>est-ce qui vous fait poser cette question</w:t>
      </w:r>
      <w:r>
        <w:t> ?</w:t>
      </w:r>
    </w:p>
    <w:p w14:paraId="1DB59579" w14:textId="77777777" w:rsidR="00435B4F" w:rsidRDefault="00435B4F" w:rsidP="00256283">
      <w:r>
        <w:t>— </w:t>
      </w:r>
      <w:r w:rsidR="00256283">
        <w:t>Je cherche à bâtir le décor</w:t>
      </w:r>
      <w:r>
        <w:t>.</w:t>
      </w:r>
    </w:p>
    <w:p w14:paraId="5A340A10" w14:textId="77777777" w:rsidR="00435B4F" w:rsidRDefault="00435B4F" w:rsidP="00256283">
      <w:r>
        <w:t>— </w:t>
      </w:r>
      <w:r w:rsidR="00256283">
        <w:t>Je comprends</w:t>
      </w:r>
      <w:r>
        <w:t>.</w:t>
      </w:r>
    </w:p>
    <w:p w14:paraId="1972F01E" w14:textId="77777777" w:rsidR="00435B4F" w:rsidRDefault="00256283" w:rsidP="00256283">
      <w:r>
        <w:lastRenderedPageBreak/>
        <w:t>Il regarda de nouveau le plafond</w:t>
      </w:r>
      <w:r w:rsidR="00435B4F">
        <w:t>.</w:t>
      </w:r>
    </w:p>
    <w:p w14:paraId="69725C61" w14:textId="77777777" w:rsidR="00435B4F" w:rsidRDefault="00435B4F" w:rsidP="00256283">
      <w:r>
        <w:t>— </w:t>
      </w:r>
      <w:r w:rsidR="00256283">
        <w:t>L</w:t>
      </w:r>
      <w:r>
        <w:t>’</w:t>
      </w:r>
      <w:r w:rsidR="00256283">
        <w:t>alibi de Macaulay est vérifié</w:t>
      </w:r>
      <w:r>
        <w:t xml:space="preserve">, </w:t>
      </w:r>
      <w:r w:rsidR="00256283">
        <w:t>fit-il brusquement</w:t>
      </w:r>
      <w:r>
        <w:t xml:space="preserve">. </w:t>
      </w:r>
      <w:r w:rsidR="00256283">
        <w:t>Il était dans le bureau d</w:t>
      </w:r>
      <w:r>
        <w:t>’</w:t>
      </w:r>
      <w:r w:rsidR="00256283">
        <w:t>un certain Hermann</w:t>
      </w:r>
      <w:r>
        <w:t xml:space="preserve">, </w:t>
      </w:r>
      <w:r w:rsidR="00256283">
        <w:t>dans la Cinquante-septième rue entre trois heures cinq et trois heures vingt</w:t>
      </w:r>
      <w:r>
        <w:t xml:space="preserve">, </w:t>
      </w:r>
      <w:r w:rsidR="00256283">
        <w:t>c</w:t>
      </w:r>
      <w:r>
        <w:t>’</w:t>
      </w:r>
      <w:r w:rsidR="00256283">
        <w:t>est-à-dire pendant la période de temps qui nous intéresse</w:t>
      </w:r>
      <w:r>
        <w:t>.</w:t>
      </w:r>
    </w:p>
    <w:p w14:paraId="634ED8E4" w14:textId="77777777" w:rsidR="00435B4F" w:rsidRDefault="00435B4F" w:rsidP="00256283">
      <w:r>
        <w:t>— </w:t>
      </w:r>
      <w:r w:rsidR="00256283">
        <w:t>Pourquoi trois heures cinq</w:t>
      </w:r>
      <w:r>
        <w:t> ?</w:t>
      </w:r>
    </w:p>
    <w:p w14:paraId="62E392FE" w14:textId="77777777" w:rsidR="00435B4F" w:rsidRDefault="00435B4F" w:rsidP="00256283">
      <w:r>
        <w:t>— </w:t>
      </w:r>
      <w:r w:rsidR="00256283">
        <w:t xml:space="preserve">Parce que nous avons retrouvé un nommé </w:t>
      </w:r>
      <w:proofErr w:type="spellStart"/>
      <w:r w:rsidR="00256283">
        <w:t>Caress</w:t>
      </w:r>
      <w:proofErr w:type="spellEnd"/>
      <w:r>
        <w:t xml:space="preserve">, </w:t>
      </w:r>
      <w:r w:rsidR="00256283">
        <w:t>teinturier First Avenue</w:t>
      </w:r>
      <w:r>
        <w:t xml:space="preserve">, </w:t>
      </w:r>
      <w:r w:rsidR="00256283">
        <w:t>qui a téléphoné à Julia à trois heures cinq</w:t>
      </w:r>
      <w:r>
        <w:t xml:space="preserve">. </w:t>
      </w:r>
      <w:r w:rsidR="00256283">
        <w:t>Elle a dit qu</w:t>
      </w:r>
      <w:r>
        <w:t>’</w:t>
      </w:r>
      <w:r w:rsidR="00256283">
        <w:t>elle allait partir en voyage</w:t>
      </w:r>
      <w:r>
        <w:t xml:space="preserve">. </w:t>
      </w:r>
      <w:r w:rsidR="00256283">
        <w:t>Ainsi il faut situer la période intéressante entre trois heures cinq et trois heures vingt</w:t>
      </w:r>
      <w:r>
        <w:t xml:space="preserve">. </w:t>
      </w:r>
      <w:r w:rsidR="00256283">
        <w:t>Vous ne soupçonnez pas sérieusement Macaulay</w:t>
      </w:r>
      <w:r>
        <w:t> ?</w:t>
      </w:r>
    </w:p>
    <w:p w14:paraId="4F8B1741" w14:textId="77777777" w:rsidR="00435B4F" w:rsidRDefault="00435B4F" w:rsidP="00256283">
      <w:r>
        <w:t>— </w:t>
      </w:r>
      <w:r w:rsidR="00256283">
        <w:t>Je soupçonne tout le monde</w:t>
      </w:r>
      <w:r>
        <w:t xml:space="preserve">, </w:t>
      </w:r>
      <w:r w:rsidR="00256283">
        <w:t>répondis-je</w:t>
      </w:r>
      <w:r>
        <w:t xml:space="preserve"> ; </w:t>
      </w:r>
      <w:r w:rsidR="00256283">
        <w:t>où étiez-vous vous-même entre trois heures cinq et trois heures vingt</w:t>
      </w:r>
      <w:r>
        <w:t> ?</w:t>
      </w:r>
    </w:p>
    <w:p w14:paraId="2607F18E" w14:textId="77777777" w:rsidR="00435B4F" w:rsidRDefault="00256283" w:rsidP="00256283">
      <w:r>
        <w:t>Il éclata de rire</w:t>
      </w:r>
      <w:r w:rsidR="00435B4F">
        <w:t>.</w:t>
      </w:r>
    </w:p>
    <w:p w14:paraId="19CA9F5E" w14:textId="77777777" w:rsidR="00435B4F" w:rsidRDefault="00435B4F" w:rsidP="00256283">
      <w:r>
        <w:t>— </w:t>
      </w:r>
      <w:r w:rsidR="00256283">
        <w:t>En fait</w:t>
      </w:r>
      <w:r>
        <w:t xml:space="preserve">, </w:t>
      </w:r>
      <w:r w:rsidR="00256283">
        <w:t>dit-il</w:t>
      </w:r>
      <w:r>
        <w:t xml:space="preserve">, </w:t>
      </w:r>
      <w:r w:rsidR="00256283">
        <w:t>je suis le seul qui n</w:t>
      </w:r>
      <w:r>
        <w:t>’</w:t>
      </w:r>
      <w:r w:rsidR="00256283">
        <w:t>ait pas un alibi facilement vérifiable</w:t>
      </w:r>
      <w:r>
        <w:t xml:space="preserve"> : </w:t>
      </w:r>
      <w:r w:rsidR="00256283">
        <w:t>j</w:t>
      </w:r>
      <w:r>
        <w:t>’</w:t>
      </w:r>
      <w:r w:rsidR="00256283">
        <w:t>étais au cinéma</w:t>
      </w:r>
      <w:r>
        <w:t>.</w:t>
      </w:r>
    </w:p>
    <w:p w14:paraId="0D509744" w14:textId="77777777" w:rsidR="00435B4F" w:rsidRDefault="00435B4F" w:rsidP="00256283">
      <w:r>
        <w:t>— </w:t>
      </w:r>
      <w:r w:rsidR="00256283">
        <w:t>Est-ce que tous les autres ont un alibi</w:t>
      </w:r>
      <w:r>
        <w:t> ?</w:t>
      </w:r>
    </w:p>
    <w:p w14:paraId="67C7D56E" w14:textId="77777777" w:rsidR="00435B4F" w:rsidRDefault="00256283" w:rsidP="00256283">
      <w:r>
        <w:t>Il fit oui de la tête</w:t>
      </w:r>
      <w:r w:rsidR="00435B4F">
        <w:t>.</w:t>
      </w:r>
    </w:p>
    <w:p w14:paraId="7853D2F8" w14:textId="77777777" w:rsidR="00435B4F" w:rsidRDefault="00435B4F" w:rsidP="00256283">
      <w:r>
        <w:t>— </w:t>
      </w:r>
      <w:r w:rsidR="00256283">
        <w:t xml:space="preserve">Jorgensen a quitté le </w:t>
      </w:r>
      <w:proofErr w:type="spellStart"/>
      <w:r w:rsidR="00256283">
        <w:t>Courtland</w:t>
      </w:r>
      <w:proofErr w:type="spellEnd"/>
      <w:r>
        <w:t xml:space="preserve">, </w:t>
      </w:r>
      <w:r w:rsidR="00256283">
        <w:t>avec sa femme</w:t>
      </w:r>
      <w:r>
        <w:t xml:space="preserve">, </w:t>
      </w:r>
      <w:r w:rsidR="00256283">
        <w:t>à trois heures moins cinq</w:t>
      </w:r>
      <w:r>
        <w:t xml:space="preserve">. </w:t>
      </w:r>
      <w:r w:rsidR="00256283">
        <w:t>Il est allé retrouver</w:t>
      </w:r>
      <w:r>
        <w:t xml:space="preserve">, </w:t>
      </w:r>
      <w:r w:rsidR="00256283">
        <w:t>dans un appartement de la Soixante-treizième rue</w:t>
      </w:r>
      <w:r>
        <w:t xml:space="preserve">, </w:t>
      </w:r>
      <w:r w:rsidR="00256283">
        <w:t>une jeune femme</w:t>
      </w:r>
      <w:r>
        <w:t xml:space="preserve">, </w:t>
      </w:r>
      <w:r w:rsidR="00256283">
        <w:t>Olga Fenton</w:t>
      </w:r>
      <w:r>
        <w:t xml:space="preserve">, </w:t>
      </w:r>
      <w:r w:rsidR="00256283">
        <w:t>et il est resté avec elle jusqu</w:t>
      </w:r>
      <w:r>
        <w:t>’</w:t>
      </w:r>
      <w:r w:rsidR="00256283">
        <w:t>à cinq heures</w:t>
      </w:r>
      <w:r>
        <w:t xml:space="preserve"> – </w:t>
      </w:r>
      <w:r w:rsidR="00256283">
        <w:t>nous avons promis de n</w:t>
      </w:r>
      <w:r>
        <w:t>’</w:t>
      </w:r>
      <w:r w:rsidR="00256283">
        <w:t xml:space="preserve">en pas parler à </w:t>
      </w:r>
      <w:r>
        <w:t>M</w:t>
      </w:r>
      <w:r w:rsidRPr="00435B4F">
        <w:rPr>
          <w:vertAlign w:val="superscript"/>
        </w:rPr>
        <w:t>rs</w:t>
      </w:r>
      <w:r>
        <w:t> </w:t>
      </w:r>
      <w:r w:rsidR="00256283">
        <w:t>Jorgensen</w:t>
      </w:r>
      <w:r>
        <w:t xml:space="preserve">. </w:t>
      </w:r>
      <w:r w:rsidR="00256283">
        <w:t>Nous connaissons l</w:t>
      </w:r>
      <w:r>
        <w:t>’</w:t>
      </w:r>
      <w:r w:rsidR="00256283">
        <w:t>emploi du temps de cette dernière</w:t>
      </w:r>
      <w:r>
        <w:t xml:space="preserve">. </w:t>
      </w:r>
      <w:r w:rsidR="00256283">
        <w:t xml:space="preserve">Dorothy a pris un taxi à trois heures et quart et a rejoint une amie à </w:t>
      </w:r>
      <w:proofErr w:type="spellStart"/>
      <w:r w:rsidR="00256283">
        <w:t>Goodman</w:t>
      </w:r>
      <w:r>
        <w:t>’</w:t>
      </w:r>
      <w:r w:rsidR="00256283">
        <w:t>s</w:t>
      </w:r>
      <w:proofErr w:type="spellEnd"/>
      <w:r>
        <w:t xml:space="preserve">. </w:t>
      </w:r>
      <w:r w:rsidR="00256283">
        <w:t>Le fils était à la Bibliothèque Publique</w:t>
      </w:r>
      <w:r>
        <w:t xml:space="preserve"> – </w:t>
      </w:r>
      <w:r w:rsidR="00256283">
        <w:t>Bon Dieu</w:t>
      </w:r>
      <w:r>
        <w:t xml:space="preserve"> ! </w:t>
      </w:r>
      <w:r w:rsidR="00256283">
        <w:t>il lit de drôles de bouquins</w:t>
      </w:r>
      <w:r>
        <w:t xml:space="preserve"> ! – </w:t>
      </w:r>
      <w:r w:rsidR="00256283">
        <w:t>Morelli était dans un speakeasy</w:t>
      </w:r>
      <w:r>
        <w:t xml:space="preserve">. </w:t>
      </w:r>
      <w:r w:rsidR="00256283">
        <w:t>Et vous</w:t>
      </w:r>
      <w:r>
        <w:t xml:space="preserve">, </w:t>
      </w:r>
      <w:r w:rsidR="00256283">
        <w:t>où étiez-vous</w:t>
      </w:r>
      <w:r>
        <w:t> ?</w:t>
      </w:r>
    </w:p>
    <w:p w14:paraId="42D17785" w14:textId="77777777" w:rsidR="00435B4F" w:rsidRDefault="00435B4F" w:rsidP="00256283">
      <w:r>
        <w:lastRenderedPageBreak/>
        <w:t>— </w:t>
      </w:r>
      <w:r w:rsidR="00256283">
        <w:t>Je garde mon alibi pour la bonne bouche</w:t>
      </w:r>
      <w:r>
        <w:t xml:space="preserve">, </w:t>
      </w:r>
      <w:r w:rsidR="00256283">
        <w:t>répondis-je</w:t>
      </w:r>
      <w:r>
        <w:t xml:space="preserve">. </w:t>
      </w:r>
      <w:r w:rsidR="00256283">
        <w:t>Aucun de ceux que vous m</w:t>
      </w:r>
      <w:r>
        <w:t>’</w:t>
      </w:r>
      <w:r w:rsidR="00256283">
        <w:t>exposez ne paraît inattaquable</w:t>
      </w:r>
      <w:r>
        <w:t xml:space="preserve">, </w:t>
      </w:r>
      <w:r w:rsidR="00256283">
        <w:t>mais c</w:t>
      </w:r>
      <w:r>
        <w:t>’</w:t>
      </w:r>
      <w:r w:rsidR="00256283">
        <w:t>est normal</w:t>
      </w:r>
      <w:r>
        <w:t xml:space="preserve"> : </w:t>
      </w:r>
      <w:r w:rsidR="00256283">
        <w:t>les vrais alibis ne le sont jamais</w:t>
      </w:r>
      <w:r>
        <w:t xml:space="preserve">. </w:t>
      </w:r>
      <w:r w:rsidR="00256283">
        <w:t xml:space="preserve">Et </w:t>
      </w:r>
      <w:proofErr w:type="spellStart"/>
      <w:r w:rsidR="00256283">
        <w:t>Nunheim</w:t>
      </w:r>
      <w:proofErr w:type="spellEnd"/>
      <w:r>
        <w:t> ?</w:t>
      </w:r>
    </w:p>
    <w:p w14:paraId="78E2F3DE" w14:textId="77777777" w:rsidR="00435B4F" w:rsidRDefault="00256283" w:rsidP="00256283">
      <w:proofErr w:type="spellStart"/>
      <w:r>
        <w:t>Guild</w:t>
      </w:r>
      <w:proofErr w:type="spellEnd"/>
      <w:r>
        <w:t xml:space="preserve"> sursauta</w:t>
      </w:r>
      <w:r w:rsidR="00435B4F">
        <w:t>.</w:t>
      </w:r>
    </w:p>
    <w:p w14:paraId="35B28196" w14:textId="77777777" w:rsidR="00435B4F" w:rsidRDefault="00435B4F" w:rsidP="00256283">
      <w:r>
        <w:t>— </w:t>
      </w:r>
      <w:r w:rsidR="00256283">
        <w:t>Pourquoi lui</w:t>
      </w:r>
      <w:r>
        <w:t> ?</w:t>
      </w:r>
    </w:p>
    <w:p w14:paraId="1C222DBD" w14:textId="77777777" w:rsidR="00435B4F" w:rsidRDefault="00435B4F" w:rsidP="00256283">
      <w:r>
        <w:t>— </w:t>
      </w:r>
      <w:r w:rsidR="00256283">
        <w:t>J</w:t>
      </w:r>
      <w:r>
        <w:t>’</w:t>
      </w:r>
      <w:r w:rsidR="00256283">
        <w:t>ai entendu dire qu</w:t>
      </w:r>
      <w:r>
        <w:t>’</w:t>
      </w:r>
      <w:r w:rsidR="00256283">
        <w:t>il avait eu un faible pour Julia</w:t>
      </w:r>
      <w:r>
        <w:t>.</w:t>
      </w:r>
    </w:p>
    <w:p w14:paraId="664161C2" w14:textId="77777777" w:rsidR="00435B4F" w:rsidRDefault="00435B4F" w:rsidP="00256283">
      <w:r>
        <w:t>— </w:t>
      </w:r>
      <w:r w:rsidR="00256283">
        <w:t>Qui vous a dit ça</w:t>
      </w:r>
      <w:r>
        <w:t> ?</w:t>
      </w:r>
    </w:p>
    <w:p w14:paraId="75502EDB" w14:textId="77777777" w:rsidR="00435B4F" w:rsidRDefault="00435B4F" w:rsidP="00256283">
      <w:r>
        <w:t>— </w:t>
      </w:r>
      <w:r w:rsidR="00256283">
        <w:t>On me l</w:t>
      </w:r>
      <w:r>
        <w:t>’</w:t>
      </w:r>
      <w:r w:rsidR="00256283">
        <w:t>a dit</w:t>
      </w:r>
      <w:r>
        <w:t>.</w:t>
      </w:r>
    </w:p>
    <w:p w14:paraId="20229088" w14:textId="77777777" w:rsidR="00435B4F" w:rsidRDefault="00256283" w:rsidP="00256283">
      <w:r>
        <w:t>Le policier fronça les sourcils</w:t>
      </w:r>
      <w:r w:rsidR="00435B4F">
        <w:t>.</w:t>
      </w:r>
    </w:p>
    <w:p w14:paraId="690F6661" w14:textId="77777777" w:rsidR="00435B4F" w:rsidRDefault="00435B4F" w:rsidP="00256283">
      <w:r>
        <w:t>— </w:t>
      </w:r>
      <w:r w:rsidR="00256283">
        <w:t>De source sûre</w:t>
      </w:r>
      <w:r>
        <w:t> ?</w:t>
      </w:r>
    </w:p>
    <w:p w14:paraId="0ED78131" w14:textId="77777777" w:rsidR="00435B4F" w:rsidRDefault="00435B4F" w:rsidP="00256283">
      <w:r>
        <w:t>— </w:t>
      </w:r>
      <w:r w:rsidR="00256283">
        <w:t>Oui</w:t>
      </w:r>
      <w:r>
        <w:t>.</w:t>
      </w:r>
    </w:p>
    <w:p w14:paraId="7C83E221" w14:textId="77777777" w:rsidR="00435B4F" w:rsidRDefault="00435B4F" w:rsidP="00256283">
      <w:r>
        <w:t>— </w:t>
      </w:r>
      <w:r w:rsidR="00256283">
        <w:t>Celui-là</w:t>
      </w:r>
      <w:r>
        <w:t xml:space="preserve">, </w:t>
      </w:r>
      <w:r w:rsidR="00256283">
        <w:t xml:space="preserve">fit </w:t>
      </w:r>
      <w:proofErr w:type="spellStart"/>
      <w:r w:rsidR="00256283">
        <w:t>Guild</w:t>
      </w:r>
      <w:proofErr w:type="spellEnd"/>
      <w:r w:rsidR="00256283">
        <w:t xml:space="preserve"> lentement</w:t>
      </w:r>
      <w:r>
        <w:t xml:space="preserve">, </w:t>
      </w:r>
      <w:r w:rsidR="00256283">
        <w:t>nous pouvons vérifier facilement l</w:t>
      </w:r>
      <w:r>
        <w:t>’</w:t>
      </w:r>
      <w:r w:rsidR="00256283">
        <w:t>emploi de son temps</w:t>
      </w:r>
      <w:r>
        <w:t xml:space="preserve">. </w:t>
      </w:r>
      <w:r w:rsidR="00256283">
        <w:t>Mais pourquoi vous inquiéter de tous ces gens-là</w:t>
      </w:r>
      <w:r>
        <w:t xml:space="preserve">. </w:t>
      </w:r>
      <w:r w:rsidR="00256283">
        <w:t xml:space="preserve">Vous ne croyez pas que </w:t>
      </w:r>
      <w:proofErr w:type="spellStart"/>
      <w:r w:rsidR="00256283">
        <w:t>Wynant</w:t>
      </w:r>
      <w:proofErr w:type="spellEnd"/>
      <w:r w:rsidR="00256283">
        <w:t xml:space="preserve"> soit coupable</w:t>
      </w:r>
      <w:r>
        <w:t> ?</w:t>
      </w:r>
    </w:p>
    <w:p w14:paraId="6A870811" w14:textId="77777777" w:rsidR="00435B4F" w:rsidRDefault="00256283" w:rsidP="00256283">
      <w:r>
        <w:t xml:space="preserve">Je lui proposai le pari offert la veille à </w:t>
      </w:r>
      <w:proofErr w:type="spellStart"/>
      <w:r>
        <w:t>Studsy</w:t>
      </w:r>
      <w:proofErr w:type="spellEnd"/>
      <w:r w:rsidR="00435B4F">
        <w:t>.</w:t>
      </w:r>
    </w:p>
    <w:p w14:paraId="594D6C96" w14:textId="77777777" w:rsidR="00435B4F" w:rsidRDefault="00435B4F" w:rsidP="00256283">
      <w:r>
        <w:t>— </w:t>
      </w:r>
      <w:r w:rsidR="00256283">
        <w:t>Deux contre un</w:t>
      </w:r>
      <w:r>
        <w:t> !</w:t>
      </w:r>
    </w:p>
    <w:p w14:paraId="0A4B8C5D" w14:textId="77777777" w:rsidR="00435B4F" w:rsidRDefault="00435B4F" w:rsidP="00256283">
      <w:r>
        <w:t>— </w:t>
      </w:r>
      <w:r w:rsidR="00256283">
        <w:t>C</w:t>
      </w:r>
      <w:r>
        <w:t>’</w:t>
      </w:r>
      <w:r w:rsidR="00256283">
        <w:t>est une idée</w:t>
      </w:r>
      <w:r>
        <w:t xml:space="preserve"> ! </w:t>
      </w:r>
      <w:r w:rsidR="00256283">
        <w:t>grogna-t-il</w:t>
      </w:r>
      <w:r>
        <w:t xml:space="preserve">. </w:t>
      </w:r>
      <w:r w:rsidR="00256283">
        <w:t>Quel est votre candidat</w:t>
      </w:r>
      <w:r>
        <w:t> ?</w:t>
      </w:r>
    </w:p>
    <w:p w14:paraId="0F548569" w14:textId="77777777" w:rsidR="00435B4F" w:rsidRDefault="00435B4F" w:rsidP="00256283">
      <w:r>
        <w:t>— </w:t>
      </w:r>
      <w:r w:rsidR="00256283">
        <w:t>Je n</w:t>
      </w:r>
      <w:r>
        <w:t>’</w:t>
      </w:r>
      <w:r w:rsidR="00256283">
        <w:t>en suis pas encore là</w:t>
      </w:r>
      <w:r>
        <w:t xml:space="preserve"> ! </w:t>
      </w:r>
      <w:r w:rsidR="00256283">
        <w:t>répondis-je</w:t>
      </w:r>
      <w:r>
        <w:t xml:space="preserve">. </w:t>
      </w:r>
      <w:r w:rsidR="00256283">
        <w:t xml:space="preserve">Je ne dis pas que </w:t>
      </w:r>
      <w:proofErr w:type="spellStart"/>
      <w:r w:rsidR="00256283">
        <w:t>Wynant</w:t>
      </w:r>
      <w:proofErr w:type="spellEnd"/>
      <w:r w:rsidR="00256283">
        <w:t xml:space="preserve"> est innocent</w:t>
      </w:r>
      <w:r>
        <w:t xml:space="preserve"> ; </w:t>
      </w:r>
      <w:r w:rsidR="00256283">
        <w:t>je prétends que tout ne le désigne pas comme coupable certain</w:t>
      </w:r>
      <w:r>
        <w:t>.</w:t>
      </w:r>
    </w:p>
    <w:p w14:paraId="388EB468" w14:textId="77777777" w:rsidR="00435B4F" w:rsidRDefault="00435B4F" w:rsidP="00256283">
      <w:r>
        <w:t>— </w:t>
      </w:r>
      <w:r w:rsidR="00256283">
        <w:t>Et vous appuyez votre opinion d</w:t>
      </w:r>
      <w:r>
        <w:t>’</w:t>
      </w:r>
      <w:r w:rsidR="00256283">
        <w:t>un pari à deux contre un</w:t>
      </w:r>
      <w:r>
        <w:t> !</w:t>
      </w:r>
    </w:p>
    <w:p w14:paraId="55ABDA83" w14:textId="77777777" w:rsidR="00435B4F" w:rsidRDefault="00435B4F" w:rsidP="00256283">
      <w:r>
        <w:t>— </w:t>
      </w:r>
      <w:r w:rsidR="00256283">
        <w:t>Appelez ça une intuition si vous voulez</w:t>
      </w:r>
      <w:r>
        <w:t>.</w:t>
      </w:r>
    </w:p>
    <w:p w14:paraId="3CEAC089" w14:textId="77777777" w:rsidR="00435B4F" w:rsidRDefault="00435B4F" w:rsidP="00256283">
      <w:r>
        <w:lastRenderedPageBreak/>
        <w:t>— </w:t>
      </w:r>
      <w:r w:rsidR="00256283">
        <w:t>Je ne veux rien du tout</w:t>
      </w:r>
      <w:r>
        <w:t xml:space="preserve">. </w:t>
      </w:r>
      <w:r w:rsidR="00256283">
        <w:t>Je pense que vous êtes un as et suis prêt à vous écouter</w:t>
      </w:r>
      <w:r>
        <w:t>.</w:t>
      </w:r>
    </w:p>
    <w:p w14:paraId="14E925A8" w14:textId="77777777" w:rsidR="00435B4F" w:rsidRDefault="00435B4F" w:rsidP="00256283">
      <w:r>
        <w:t>— </w:t>
      </w:r>
      <w:r w:rsidR="00256283">
        <w:t>J</w:t>
      </w:r>
      <w:r>
        <w:t>’</w:t>
      </w:r>
      <w:r w:rsidR="00256283">
        <w:t>ai surtout des questions à vous poser</w:t>
      </w:r>
      <w:r>
        <w:t xml:space="preserve">, </w:t>
      </w:r>
      <w:r w:rsidR="00256283">
        <w:t>dis-je</w:t>
      </w:r>
      <w:r>
        <w:t xml:space="preserve">, </w:t>
      </w:r>
      <w:r w:rsidR="00256283">
        <w:t>par exemple</w:t>
      </w:r>
      <w:r>
        <w:t xml:space="preserve"> : </w:t>
      </w:r>
      <w:r w:rsidR="00256283">
        <w:t>combien de temps s</w:t>
      </w:r>
      <w:r>
        <w:t>’</w:t>
      </w:r>
      <w:r w:rsidR="00256283">
        <w:t>est-il écoulé entre le moment où l</w:t>
      </w:r>
      <w:r>
        <w:t>’</w:t>
      </w:r>
      <w:r w:rsidR="00256283">
        <w:t xml:space="preserve">ascenseur a déposé </w:t>
      </w:r>
      <w:r>
        <w:t>M</w:t>
      </w:r>
      <w:r w:rsidRPr="00435B4F">
        <w:rPr>
          <w:vertAlign w:val="superscript"/>
        </w:rPr>
        <w:t>rs</w:t>
      </w:r>
      <w:r>
        <w:t> </w:t>
      </w:r>
      <w:r w:rsidR="00256283">
        <w:t>Jorgensen devant la porte de Julia et l</w:t>
      </w:r>
      <w:r>
        <w:t>’</w:t>
      </w:r>
      <w:r w:rsidR="00256283">
        <w:t>instant où Mimi a sonné pour prévenir qu</w:t>
      </w:r>
      <w:r>
        <w:t>’</w:t>
      </w:r>
      <w:r w:rsidR="00256283">
        <w:t>elle entendait des gémissements</w:t>
      </w:r>
      <w:r>
        <w:t> ?</w:t>
      </w:r>
    </w:p>
    <w:p w14:paraId="4F56685C" w14:textId="77777777" w:rsidR="00435B4F" w:rsidRDefault="00256283" w:rsidP="00256283">
      <w:proofErr w:type="spellStart"/>
      <w:r>
        <w:t>Guild</w:t>
      </w:r>
      <w:proofErr w:type="spellEnd"/>
      <w:r>
        <w:t xml:space="preserve"> demeura une fraction de seconde bouche bée avant de parler</w:t>
      </w:r>
      <w:r w:rsidR="00435B4F">
        <w:t>.</w:t>
      </w:r>
    </w:p>
    <w:p w14:paraId="40EE7274" w14:textId="77777777" w:rsidR="00435B4F" w:rsidRDefault="00435B4F" w:rsidP="00256283">
      <w:r>
        <w:t>— </w:t>
      </w:r>
      <w:r w:rsidR="00256283">
        <w:t>Vous croyez qu</w:t>
      </w:r>
      <w:r>
        <w:t>’</w:t>
      </w:r>
      <w:r w:rsidR="00256283">
        <w:t>elle</w:t>
      </w:r>
      <w:r>
        <w:t>…</w:t>
      </w:r>
    </w:p>
    <w:p w14:paraId="16A9AE99" w14:textId="77777777" w:rsidR="00435B4F" w:rsidRDefault="00256283" w:rsidP="00256283">
      <w:r>
        <w:t>Il laissa sa phrase inachevée</w:t>
      </w:r>
      <w:r w:rsidR="00435B4F">
        <w:t>.</w:t>
      </w:r>
    </w:p>
    <w:p w14:paraId="069BF0FD" w14:textId="77777777" w:rsidR="00435B4F" w:rsidRDefault="00435B4F" w:rsidP="00256283">
      <w:r>
        <w:t>— </w:t>
      </w:r>
      <w:r w:rsidR="00256283">
        <w:t>Pourquoi pas</w:t>
      </w:r>
      <w:r>
        <w:t xml:space="preserve"> ? </w:t>
      </w:r>
      <w:r w:rsidR="00256283">
        <w:t xml:space="preserve">Je voudrais aussi savoir où était </w:t>
      </w:r>
      <w:proofErr w:type="spellStart"/>
      <w:r w:rsidR="00256283">
        <w:t>Nunheim</w:t>
      </w:r>
      <w:proofErr w:type="spellEnd"/>
      <w:r>
        <w:t xml:space="preserve">. </w:t>
      </w:r>
      <w:r w:rsidR="00256283">
        <w:t>J</w:t>
      </w:r>
      <w:r>
        <w:t>’</w:t>
      </w:r>
      <w:r w:rsidR="00256283">
        <w:t xml:space="preserve">aimerais connaître les réponses aux questions posées dans la lettre de </w:t>
      </w:r>
      <w:proofErr w:type="spellStart"/>
      <w:r w:rsidR="00256283">
        <w:t>Wynant</w:t>
      </w:r>
      <w:proofErr w:type="spellEnd"/>
      <w:r>
        <w:t xml:space="preserve"> ; </w:t>
      </w:r>
      <w:r w:rsidR="00256283">
        <w:t>savoir où sont passés les quatre mille dollars</w:t>
      </w:r>
      <w:r>
        <w:t xml:space="preserve">, </w:t>
      </w:r>
      <w:r w:rsidR="00256283">
        <w:t>différence entre la somme payée à Julia et celle remise à l</w:t>
      </w:r>
      <w:r>
        <w:t>’</w:t>
      </w:r>
      <w:r w:rsidR="00256283">
        <w:t>inventeur</w:t>
      </w:r>
      <w:r>
        <w:t xml:space="preserve"> ; </w:t>
      </w:r>
      <w:r w:rsidR="00256283">
        <w:t>je voudrais aussi apprendre d</w:t>
      </w:r>
      <w:r>
        <w:t>’</w:t>
      </w:r>
      <w:r w:rsidR="00256283">
        <w:t>où venait la bague de fiançailles</w:t>
      </w:r>
      <w:r>
        <w:t> ?</w:t>
      </w:r>
    </w:p>
    <w:p w14:paraId="2778BF60" w14:textId="77777777" w:rsidR="00435B4F" w:rsidRDefault="00435B4F" w:rsidP="00256283">
      <w:r>
        <w:t>— </w:t>
      </w:r>
      <w:r w:rsidR="00256283">
        <w:t>Nous faisons de notre mieux</w:t>
      </w:r>
      <w:r>
        <w:t xml:space="preserve"> ! </w:t>
      </w:r>
      <w:r w:rsidR="00256283">
        <w:t xml:space="preserve">répondit </w:t>
      </w:r>
      <w:proofErr w:type="spellStart"/>
      <w:r w:rsidR="00256283">
        <w:t>Guild</w:t>
      </w:r>
      <w:proofErr w:type="spellEnd"/>
      <w:r>
        <w:t xml:space="preserve"> ; </w:t>
      </w:r>
      <w:r w:rsidR="00256283">
        <w:t>quant à moi</w:t>
      </w:r>
      <w:r>
        <w:t xml:space="preserve">, </w:t>
      </w:r>
      <w:r w:rsidR="00256283">
        <w:t>j</w:t>
      </w:r>
      <w:r>
        <w:t>’</w:t>
      </w:r>
      <w:r w:rsidR="00256283">
        <w:t>aimerais savoir pourquoi</w:t>
      </w:r>
      <w:r>
        <w:t xml:space="preserve">, </w:t>
      </w:r>
      <w:r w:rsidR="00256283">
        <w:t>s</w:t>
      </w:r>
      <w:r>
        <w:t>’</w:t>
      </w:r>
      <w:r w:rsidR="00256283">
        <w:t>il n</w:t>
      </w:r>
      <w:r>
        <w:t>’</w:t>
      </w:r>
      <w:r w:rsidR="00256283">
        <w:t>est pas coupable</w:t>
      </w:r>
      <w:r>
        <w:t xml:space="preserve">, </w:t>
      </w:r>
      <w:proofErr w:type="spellStart"/>
      <w:r w:rsidR="00256283">
        <w:t>Wynant</w:t>
      </w:r>
      <w:proofErr w:type="spellEnd"/>
      <w:r w:rsidR="00256283">
        <w:t xml:space="preserve"> ne vient pas nous renseigner et faire toute la lumière sur cette affaire</w:t>
      </w:r>
      <w:r>
        <w:t>.</w:t>
      </w:r>
    </w:p>
    <w:p w14:paraId="5E5298D2" w14:textId="77777777" w:rsidR="00435B4F" w:rsidRDefault="00435B4F" w:rsidP="00256283">
      <w:r>
        <w:t>— </w:t>
      </w:r>
      <w:r w:rsidR="00256283">
        <w:t>Peut-être craint-il que son ancienne femme réussisse à le faire interner dans un asile</w:t>
      </w:r>
      <w:r>
        <w:t xml:space="preserve">, </w:t>
      </w:r>
      <w:r w:rsidR="00256283">
        <w:t>remarquai-je</w:t>
      </w:r>
      <w:r>
        <w:t xml:space="preserve">. </w:t>
      </w:r>
      <w:r w:rsidR="00256283">
        <w:t>À propos</w:t>
      </w:r>
      <w:r>
        <w:t xml:space="preserve">, </w:t>
      </w:r>
      <w:r w:rsidR="00256283">
        <w:t>Macaulay est l</w:t>
      </w:r>
      <w:r>
        <w:t>’</w:t>
      </w:r>
      <w:r w:rsidR="00256283">
        <w:t xml:space="preserve">avocat de </w:t>
      </w:r>
      <w:proofErr w:type="spellStart"/>
      <w:r w:rsidR="00256283">
        <w:t>Wynant</w:t>
      </w:r>
      <w:proofErr w:type="spellEnd"/>
      <w:r>
        <w:t xml:space="preserve"> ; </w:t>
      </w:r>
      <w:r w:rsidR="00256283">
        <w:t>j</w:t>
      </w:r>
      <w:r>
        <w:t>’</w:t>
      </w:r>
      <w:r w:rsidR="00256283">
        <w:t>espère que vous ne l</w:t>
      </w:r>
      <w:r>
        <w:t>’</w:t>
      </w:r>
      <w:r w:rsidR="00256283">
        <w:t>avez pas cru sur parole quand il a déclaré que son client et le charpentier d</w:t>
      </w:r>
      <w:r>
        <w:t>’</w:t>
      </w:r>
      <w:r w:rsidR="00256283">
        <w:t>Allentown n</w:t>
      </w:r>
      <w:r>
        <w:t>’</w:t>
      </w:r>
      <w:r w:rsidR="00256283">
        <w:t>avaient rien de commun</w:t>
      </w:r>
      <w:r>
        <w:t>.</w:t>
      </w:r>
    </w:p>
    <w:p w14:paraId="21BD8D0D" w14:textId="77777777" w:rsidR="00435B4F" w:rsidRDefault="00435B4F" w:rsidP="00256283">
      <w:r>
        <w:t>— </w:t>
      </w:r>
      <w:r w:rsidR="00256283">
        <w:t>Non</w:t>
      </w:r>
      <w:r>
        <w:t xml:space="preserve">. </w:t>
      </w:r>
      <w:r w:rsidR="00256283">
        <w:t>J</w:t>
      </w:r>
      <w:r>
        <w:t>’</w:t>
      </w:r>
      <w:r w:rsidR="00256283">
        <w:t>ai vu la victime</w:t>
      </w:r>
      <w:r>
        <w:t xml:space="preserve">, </w:t>
      </w:r>
      <w:r w:rsidR="00256283">
        <w:t xml:space="preserve">plus jeune que </w:t>
      </w:r>
      <w:proofErr w:type="spellStart"/>
      <w:r w:rsidR="00256283">
        <w:t>Wynant</w:t>
      </w:r>
      <w:proofErr w:type="spellEnd"/>
      <w:r w:rsidR="00256283">
        <w:t xml:space="preserve"> et bien différente des photos que nous avions emportées</w:t>
      </w:r>
      <w:r>
        <w:t xml:space="preserve">. </w:t>
      </w:r>
      <w:r w:rsidR="00256283">
        <w:t>Avez-vous quelque chose de particulier à faire cet après-midi</w:t>
      </w:r>
      <w:r>
        <w:t> ?</w:t>
      </w:r>
    </w:p>
    <w:p w14:paraId="7FD9009D" w14:textId="77777777" w:rsidR="00435B4F" w:rsidRDefault="00435B4F" w:rsidP="00256283">
      <w:r>
        <w:lastRenderedPageBreak/>
        <w:t>— </w:t>
      </w:r>
      <w:r w:rsidR="00256283">
        <w:t>Non</w:t>
      </w:r>
      <w:r>
        <w:t>.</w:t>
      </w:r>
    </w:p>
    <w:p w14:paraId="42F97F85" w14:textId="77777777" w:rsidR="00435B4F" w:rsidRDefault="00256283" w:rsidP="00256283">
      <w:r>
        <w:t>Le policier se leva</w:t>
      </w:r>
      <w:r w:rsidR="00435B4F">
        <w:t>.</w:t>
      </w:r>
    </w:p>
    <w:p w14:paraId="789DEE26" w14:textId="77777777" w:rsidR="00435B4F" w:rsidRDefault="00435B4F" w:rsidP="00256283">
      <w:r>
        <w:t>— </w:t>
      </w:r>
      <w:r w:rsidR="00256283">
        <w:t>Alors</w:t>
      </w:r>
      <w:r>
        <w:t xml:space="preserve">, </w:t>
      </w:r>
      <w:r w:rsidR="00256283">
        <w:t>je vais mettre quelques-uns de mes hommes sur les pistes dont nous venons de parler et nous pourrons sortir et faire quelques visites</w:t>
      </w:r>
      <w:r>
        <w:t xml:space="preserve">, </w:t>
      </w:r>
      <w:r w:rsidR="00256283">
        <w:t>dit-il</w:t>
      </w:r>
      <w:r>
        <w:t>.</w:t>
      </w:r>
    </w:p>
    <w:p w14:paraId="5DC62A07" w14:textId="77777777" w:rsidR="00435B4F" w:rsidRDefault="00435B4F" w:rsidP="00256283">
      <w:r>
        <w:t>— </w:t>
      </w:r>
      <w:r w:rsidR="00256283">
        <w:t>Entendu</w:t>
      </w:r>
      <w:r>
        <w:t xml:space="preserve"> ! </w:t>
      </w:r>
      <w:r w:rsidR="00256283">
        <w:t>approuvai-je</w:t>
      </w:r>
      <w:r>
        <w:t>.</w:t>
      </w:r>
    </w:p>
    <w:p w14:paraId="1647430F" w14:textId="77777777" w:rsidR="00435B4F" w:rsidRDefault="00256283" w:rsidP="00256283">
      <w:proofErr w:type="spellStart"/>
      <w:r>
        <w:t>Guild</w:t>
      </w:r>
      <w:proofErr w:type="spellEnd"/>
      <w:r>
        <w:t xml:space="preserve"> sortit du bureau pour donner des ordres</w:t>
      </w:r>
      <w:r w:rsidR="00435B4F">
        <w:t>.</w:t>
      </w:r>
    </w:p>
    <w:p w14:paraId="46E45B3C" w14:textId="77777777" w:rsidR="00435B4F" w:rsidRDefault="00256283" w:rsidP="00256283">
      <w:r>
        <w:t xml:space="preserve">Un numéro du </w:t>
      </w:r>
      <w:r>
        <w:rPr>
          <w:i/>
        </w:rPr>
        <w:t>Times</w:t>
      </w:r>
      <w:r>
        <w:t xml:space="preserve"> était jeté dans la corbeille à papiers</w:t>
      </w:r>
      <w:r w:rsidR="00435B4F">
        <w:t xml:space="preserve">. </w:t>
      </w:r>
      <w:r>
        <w:t>Je l</w:t>
      </w:r>
      <w:r w:rsidR="00435B4F">
        <w:t>’</w:t>
      </w:r>
      <w:r>
        <w:t>ouvris à la page des annonces</w:t>
      </w:r>
      <w:r w:rsidR="00435B4F">
        <w:t xml:space="preserve">. </w:t>
      </w:r>
      <w:r>
        <w:t>L</w:t>
      </w:r>
      <w:r w:rsidR="00435B4F">
        <w:t>’</w:t>
      </w:r>
      <w:r>
        <w:t xml:space="preserve">insertion dont avait parlé </w:t>
      </w:r>
      <w:proofErr w:type="spellStart"/>
      <w:r>
        <w:t>Wynant</w:t>
      </w:r>
      <w:proofErr w:type="spellEnd"/>
      <w:r>
        <w:t xml:space="preserve"> dans sa lettre y figurait</w:t>
      </w:r>
      <w:r w:rsidR="00435B4F">
        <w:t>.</w:t>
      </w:r>
    </w:p>
    <w:p w14:paraId="418CDCE5" w14:textId="77777777" w:rsidR="00256283" w:rsidRDefault="00256283" w:rsidP="00256283"/>
    <w:p w14:paraId="54031DB3" w14:textId="77777777" w:rsidR="00256283" w:rsidRDefault="00435B4F" w:rsidP="00435B4F">
      <w:pPr>
        <w:pStyle w:val="Centr"/>
      </w:pPr>
      <w:r>
        <w:t>« </w:t>
      </w:r>
      <w:r w:rsidR="00256283">
        <w:rPr>
          <w:i/>
        </w:rPr>
        <w:t>Abner</w:t>
      </w:r>
      <w:r>
        <w:t xml:space="preserve"> – </w:t>
      </w:r>
      <w:r w:rsidR="00256283">
        <w:rPr>
          <w:i/>
        </w:rPr>
        <w:t>Oui</w:t>
      </w:r>
      <w:r>
        <w:t xml:space="preserve"> – </w:t>
      </w:r>
      <w:proofErr w:type="spellStart"/>
      <w:r w:rsidR="00256283">
        <w:rPr>
          <w:i/>
        </w:rPr>
        <w:t>Bunny</w:t>
      </w:r>
      <w:proofErr w:type="spellEnd"/>
      <w:r>
        <w:t>. »</w:t>
      </w:r>
    </w:p>
    <w:p w14:paraId="16973412" w14:textId="77777777" w:rsidR="00256283" w:rsidRDefault="00256283" w:rsidP="00256283"/>
    <w:p w14:paraId="41B55A6D" w14:textId="77777777" w:rsidR="00435B4F" w:rsidRDefault="00256283" w:rsidP="00256283">
      <w:r>
        <w:t xml:space="preserve">Quand </w:t>
      </w:r>
      <w:proofErr w:type="spellStart"/>
      <w:r>
        <w:t>Guild</w:t>
      </w:r>
      <w:proofErr w:type="spellEnd"/>
      <w:r>
        <w:t xml:space="preserve"> revint</w:t>
      </w:r>
      <w:r w:rsidR="00435B4F">
        <w:t xml:space="preserve">, </w:t>
      </w:r>
      <w:r>
        <w:t>je lui demandai</w:t>
      </w:r>
      <w:r w:rsidR="00435B4F">
        <w:t> :</w:t>
      </w:r>
    </w:p>
    <w:p w14:paraId="655AD0CD" w14:textId="77777777" w:rsidR="00435B4F" w:rsidRDefault="00435B4F" w:rsidP="00256283">
      <w:r>
        <w:t>— </w:t>
      </w:r>
      <w:r w:rsidR="00256283">
        <w:t>Et le personnel qu</w:t>
      </w:r>
      <w:r>
        <w:t>’</w:t>
      </w:r>
      <w:r w:rsidR="00256283">
        <w:t xml:space="preserve">employait </w:t>
      </w:r>
      <w:proofErr w:type="spellStart"/>
      <w:r w:rsidR="00256283">
        <w:t>Wynant</w:t>
      </w:r>
      <w:proofErr w:type="spellEnd"/>
      <w:r w:rsidR="00256283">
        <w:t xml:space="preserve"> à son magasin</w:t>
      </w:r>
      <w:r>
        <w:t> ?</w:t>
      </w:r>
    </w:p>
    <w:p w14:paraId="68093411" w14:textId="77777777" w:rsidR="00435B4F" w:rsidRDefault="00435B4F" w:rsidP="00256283">
      <w:r>
        <w:t>— </w:t>
      </w:r>
      <w:r w:rsidR="00256283">
        <w:t>Ils ne savent rien</w:t>
      </w:r>
      <w:r>
        <w:t xml:space="preserve">, </w:t>
      </w:r>
      <w:r w:rsidR="00256283">
        <w:t>répondit le policier</w:t>
      </w:r>
      <w:r>
        <w:t xml:space="preserve"> ; </w:t>
      </w:r>
      <w:r w:rsidR="00256283">
        <w:t>ils ont été remerciés le jour de son départ</w:t>
      </w:r>
      <w:r>
        <w:t xml:space="preserve"> ; </w:t>
      </w:r>
      <w:r w:rsidR="00256283">
        <w:t>ils sont deux</w:t>
      </w:r>
      <w:r>
        <w:t xml:space="preserve">, </w:t>
      </w:r>
      <w:r w:rsidR="00256283">
        <w:t>ils ne l</w:t>
      </w:r>
      <w:r>
        <w:t>’</w:t>
      </w:r>
      <w:r w:rsidR="00256283">
        <w:t>ont plus revu</w:t>
      </w:r>
      <w:r>
        <w:t>.</w:t>
      </w:r>
    </w:p>
    <w:p w14:paraId="441F6A16" w14:textId="77777777" w:rsidR="00435B4F" w:rsidRDefault="00435B4F" w:rsidP="00256283">
      <w:r>
        <w:t>— </w:t>
      </w:r>
      <w:r w:rsidR="00256283">
        <w:t>À quoi travaillaient-ils</w:t>
      </w:r>
      <w:r>
        <w:t> ?</w:t>
      </w:r>
    </w:p>
    <w:p w14:paraId="043595C7" w14:textId="77777777" w:rsidR="00435B4F" w:rsidRDefault="00435B4F" w:rsidP="00256283">
      <w:r>
        <w:t>— </w:t>
      </w:r>
      <w:r w:rsidR="00256283">
        <w:t>Des préparations pour une sorte de peinture inaltérable</w:t>
      </w:r>
      <w:r>
        <w:t xml:space="preserve">. </w:t>
      </w:r>
      <w:r w:rsidR="00256283">
        <w:t>Je puis faire pousser l</w:t>
      </w:r>
      <w:r>
        <w:t>’</w:t>
      </w:r>
      <w:r w:rsidR="00256283">
        <w:t>enquête de ce côté-là</w:t>
      </w:r>
      <w:r>
        <w:t xml:space="preserve">, </w:t>
      </w:r>
      <w:r w:rsidR="00256283">
        <w:t>si vous le désirez</w:t>
      </w:r>
      <w:r>
        <w:t>.</w:t>
      </w:r>
    </w:p>
    <w:p w14:paraId="16BFA739" w14:textId="77777777" w:rsidR="00435B4F" w:rsidRDefault="00435B4F" w:rsidP="00256283">
      <w:r>
        <w:t>— </w:t>
      </w:r>
      <w:r w:rsidR="00256283">
        <w:t>Non</w:t>
      </w:r>
      <w:r>
        <w:t xml:space="preserve">. </w:t>
      </w:r>
      <w:r w:rsidR="00256283">
        <w:t>Cela n</w:t>
      </w:r>
      <w:r>
        <w:t>’</w:t>
      </w:r>
      <w:r w:rsidR="00256283">
        <w:t>a pas d</w:t>
      </w:r>
      <w:r>
        <w:t>’</w:t>
      </w:r>
      <w:r w:rsidR="00256283">
        <w:t>importance</w:t>
      </w:r>
      <w:r>
        <w:t xml:space="preserve">. </w:t>
      </w:r>
      <w:r w:rsidR="00256283">
        <w:t>Est-ce un grand magasin</w:t>
      </w:r>
      <w:r>
        <w:t> ?</w:t>
      </w:r>
    </w:p>
    <w:p w14:paraId="517EE476" w14:textId="77777777" w:rsidR="00435B4F" w:rsidRDefault="00435B4F" w:rsidP="00256283">
      <w:r>
        <w:t>— </w:t>
      </w:r>
      <w:r w:rsidR="00256283">
        <w:t>Assez grand</w:t>
      </w:r>
      <w:r>
        <w:t xml:space="preserve">. </w:t>
      </w:r>
      <w:r w:rsidR="00256283">
        <w:t>Pourquoi</w:t>
      </w:r>
      <w:r>
        <w:t> ?</w:t>
      </w:r>
    </w:p>
    <w:p w14:paraId="0C0F69E6" w14:textId="77777777" w:rsidR="00435B4F" w:rsidRDefault="00435B4F" w:rsidP="00256283">
      <w:r>
        <w:lastRenderedPageBreak/>
        <w:t>— </w:t>
      </w:r>
      <w:r w:rsidR="00256283">
        <w:t>Rien</w:t>
      </w:r>
      <w:r>
        <w:t xml:space="preserve">. </w:t>
      </w:r>
      <w:r w:rsidR="00256283">
        <w:t>Il faut tout envisager</w:t>
      </w:r>
      <w:r>
        <w:t>.</w:t>
      </w:r>
    </w:p>
    <w:p w14:paraId="465E46AA" w14:textId="77777777" w:rsidR="00435B4F" w:rsidRDefault="00435B4F" w:rsidP="00256283">
      <w:r>
        <w:t>— </w:t>
      </w:r>
      <w:r w:rsidR="00256283">
        <w:t>Allons</w:t>
      </w:r>
      <w:r>
        <w:t xml:space="preserve">, </w:t>
      </w:r>
      <w:r w:rsidR="00256283">
        <w:t>dit le policier</w:t>
      </w:r>
      <w:r>
        <w:t>.</w:t>
      </w:r>
    </w:p>
    <w:p w14:paraId="29C9C4BF" w14:textId="77777777" w:rsidR="00435B4F" w:rsidRDefault="00256283" w:rsidP="003D5E6A">
      <w:pPr>
        <w:pStyle w:val="Titre1"/>
      </w:pPr>
      <w:bookmarkStart w:id="35" w:name="__RefHeading__60_1831309079"/>
      <w:bookmarkStart w:id="36" w:name="_Toc202285669"/>
      <w:bookmarkEnd w:id="35"/>
      <w:r>
        <w:lastRenderedPageBreak/>
        <w:t>XVI</w:t>
      </w:r>
      <w:bookmarkEnd w:id="36"/>
    </w:p>
    <w:p w14:paraId="3C8D96D3" w14:textId="77777777" w:rsidR="00435B4F" w:rsidRDefault="00435B4F" w:rsidP="00256283">
      <w:r>
        <w:t>— </w:t>
      </w:r>
      <w:r w:rsidR="00256283">
        <w:t>Nous allons d</w:t>
      </w:r>
      <w:r>
        <w:t>’</w:t>
      </w:r>
      <w:r w:rsidR="00256283">
        <w:t>abord voir Mr</w:t>
      </w:r>
      <w:r>
        <w:t xml:space="preserve">. </w:t>
      </w:r>
      <w:proofErr w:type="spellStart"/>
      <w:r w:rsidR="00256283">
        <w:t>Nunheim</w:t>
      </w:r>
      <w:proofErr w:type="spellEnd"/>
      <w:r>
        <w:t xml:space="preserve">, </w:t>
      </w:r>
      <w:r w:rsidR="00256283">
        <w:t xml:space="preserve">dit </w:t>
      </w:r>
      <w:proofErr w:type="spellStart"/>
      <w:r w:rsidR="00256283">
        <w:t>Guild</w:t>
      </w:r>
      <w:proofErr w:type="spellEnd"/>
      <w:r>
        <w:t xml:space="preserve">, </w:t>
      </w:r>
      <w:r w:rsidR="00256283">
        <w:t>dès que nous eûmes quitté le bureau de police</w:t>
      </w:r>
      <w:r>
        <w:t xml:space="preserve">. </w:t>
      </w:r>
      <w:r w:rsidR="00256283">
        <w:t>Il doit être chez lui</w:t>
      </w:r>
      <w:r>
        <w:t xml:space="preserve"> : </w:t>
      </w:r>
      <w:r w:rsidR="00256283">
        <w:t>je l</w:t>
      </w:r>
      <w:r>
        <w:t>’</w:t>
      </w:r>
      <w:r w:rsidR="00256283">
        <w:t>ai prévenu de ne pas bouger avant que j</w:t>
      </w:r>
      <w:r>
        <w:t>’</w:t>
      </w:r>
      <w:r w:rsidR="00256283">
        <w:t>aie téléphoné</w:t>
      </w:r>
      <w:r>
        <w:t>.</w:t>
      </w:r>
    </w:p>
    <w:p w14:paraId="1EDFE26A" w14:textId="77777777" w:rsidR="00435B4F" w:rsidRDefault="00256283" w:rsidP="00256283">
      <w:proofErr w:type="spellStart"/>
      <w:r>
        <w:t>Nunheim</w:t>
      </w:r>
      <w:proofErr w:type="spellEnd"/>
      <w:r>
        <w:t xml:space="preserve"> habitait au quatrième étage d</w:t>
      </w:r>
      <w:r w:rsidR="00435B4F">
        <w:t>’</w:t>
      </w:r>
      <w:r>
        <w:t>une maison humide</w:t>
      </w:r>
      <w:r w:rsidR="00435B4F">
        <w:t xml:space="preserve">, </w:t>
      </w:r>
      <w:r>
        <w:t>sale et malodorante</w:t>
      </w:r>
      <w:r w:rsidR="00435B4F">
        <w:t xml:space="preserve">, </w:t>
      </w:r>
      <w:r>
        <w:t>proche de la Sixième Avenue</w:t>
      </w:r>
      <w:r w:rsidR="00435B4F">
        <w:t>.</w:t>
      </w:r>
    </w:p>
    <w:p w14:paraId="0DFDB41C" w14:textId="77777777" w:rsidR="00435B4F" w:rsidRDefault="00256283" w:rsidP="00256283">
      <w:proofErr w:type="spellStart"/>
      <w:r>
        <w:t>Guild</w:t>
      </w:r>
      <w:proofErr w:type="spellEnd"/>
      <w:r>
        <w:t xml:space="preserve"> frappa à la porte</w:t>
      </w:r>
      <w:r w:rsidR="00435B4F">
        <w:t>.</w:t>
      </w:r>
    </w:p>
    <w:p w14:paraId="58F3411B" w14:textId="77777777" w:rsidR="00435B4F" w:rsidRDefault="00256283" w:rsidP="00256283">
      <w:r>
        <w:t>Il y eut à l</w:t>
      </w:r>
      <w:r w:rsidR="00435B4F">
        <w:t>’</w:t>
      </w:r>
      <w:r>
        <w:t>intérieur des bruits précipités</w:t>
      </w:r>
      <w:r w:rsidR="00435B4F">
        <w:t xml:space="preserve">, </w:t>
      </w:r>
      <w:r>
        <w:t>puis une voix demanda</w:t>
      </w:r>
      <w:r w:rsidR="00435B4F">
        <w:t> :</w:t>
      </w:r>
    </w:p>
    <w:p w14:paraId="071585B9" w14:textId="77777777" w:rsidR="00435B4F" w:rsidRDefault="00435B4F" w:rsidP="00256283">
      <w:r>
        <w:t>— </w:t>
      </w:r>
      <w:r w:rsidR="00256283">
        <w:t>Qui est là</w:t>
      </w:r>
      <w:r>
        <w:t> ?</w:t>
      </w:r>
    </w:p>
    <w:p w14:paraId="5FB7C6AC" w14:textId="77777777" w:rsidR="00435B4F" w:rsidRDefault="00256283" w:rsidP="00256283">
      <w:r>
        <w:t>Une voix nasillarde</w:t>
      </w:r>
      <w:r w:rsidR="00435B4F">
        <w:t xml:space="preserve">, </w:t>
      </w:r>
      <w:r>
        <w:t>irritée</w:t>
      </w:r>
      <w:r w:rsidR="00435B4F">
        <w:t>.</w:t>
      </w:r>
    </w:p>
    <w:p w14:paraId="284DA4BB" w14:textId="77777777" w:rsidR="00435B4F" w:rsidRDefault="00435B4F" w:rsidP="00256283">
      <w:r>
        <w:t>— </w:t>
      </w:r>
      <w:r w:rsidR="00256283">
        <w:t>John</w:t>
      </w:r>
      <w:r>
        <w:t xml:space="preserve"> ! </w:t>
      </w:r>
      <w:r w:rsidR="00256283">
        <w:t>dit le policier</w:t>
      </w:r>
      <w:r>
        <w:t>.</w:t>
      </w:r>
    </w:p>
    <w:p w14:paraId="45B55128" w14:textId="77777777" w:rsidR="00435B4F" w:rsidRDefault="00256283" w:rsidP="00256283">
      <w:r>
        <w:t>La porte fut ouverte par un petit homme maigre et pâle</w:t>
      </w:r>
      <w:r w:rsidR="00435B4F">
        <w:t xml:space="preserve"> ; </w:t>
      </w:r>
      <w:r>
        <w:t>trente-cinq à trente-six ans</w:t>
      </w:r>
      <w:r w:rsidR="00435B4F">
        <w:t xml:space="preserve">, </w:t>
      </w:r>
      <w:r>
        <w:t>vêtu d</w:t>
      </w:r>
      <w:r w:rsidR="00435B4F">
        <w:t>’</w:t>
      </w:r>
      <w:r>
        <w:t>un pantalon bleu</w:t>
      </w:r>
      <w:r w:rsidR="00435B4F">
        <w:t xml:space="preserve">, </w:t>
      </w:r>
      <w:r>
        <w:t>d</w:t>
      </w:r>
      <w:r w:rsidR="00435B4F">
        <w:t>’</w:t>
      </w:r>
      <w:r>
        <w:t>un maillot de cellular et d</w:t>
      </w:r>
      <w:r w:rsidR="00435B4F">
        <w:t>’</w:t>
      </w:r>
      <w:r>
        <w:t>une paire de chaussettes de soie noire</w:t>
      </w:r>
      <w:r w:rsidR="00435B4F">
        <w:t>.</w:t>
      </w:r>
    </w:p>
    <w:p w14:paraId="57F74059" w14:textId="77777777" w:rsidR="00435B4F" w:rsidRDefault="00435B4F" w:rsidP="00256283">
      <w:r>
        <w:t>— </w:t>
      </w:r>
      <w:r w:rsidR="00256283">
        <w:t>Je ne vous attendais pas</w:t>
      </w:r>
      <w:r>
        <w:t xml:space="preserve">, </w:t>
      </w:r>
      <w:r w:rsidR="00256283">
        <w:t>lieutenant</w:t>
      </w:r>
      <w:r>
        <w:t xml:space="preserve">, </w:t>
      </w:r>
      <w:r w:rsidR="00256283">
        <w:t>gémit-il</w:t>
      </w:r>
      <w:r>
        <w:t xml:space="preserve">, </w:t>
      </w:r>
      <w:r w:rsidR="00256283">
        <w:t>vous aviez dit que vous téléphoneriez</w:t>
      </w:r>
      <w:r>
        <w:t>.</w:t>
      </w:r>
    </w:p>
    <w:p w14:paraId="436C87D9" w14:textId="77777777" w:rsidR="00435B4F" w:rsidRDefault="00256283" w:rsidP="00256283">
      <w:r>
        <w:t>Il paraissait avoir peur</w:t>
      </w:r>
      <w:r w:rsidR="00435B4F">
        <w:t xml:space="preserve">. </w:t>
      </w:r>
      <w:r>
        <w:t>Ses yeux sombres étaient petits et très rapprochés</w:t>
      </w:r>
      <w:r w:rsidR="00435B4F">
        <w:t xml:space="preserve"> ; </w:t>
      </w:r>
      <w:r>
        <w:t>sa bouche aux lèvres minces</w:t>
      </w:r>
      <w:r w:rsidR="00435B4F">
        <w:t xml:space="preserve">, </w:t>
      </w:r>
      <w:r>
        <w:t>grande et molle</w:t>
      </w:r>
      <w:r w:rsidR="00435B4F">
        <w:t xml:space="preserve"> ; </w:t>
      </w:r>
      <w:r>
        <w:t>son nez très long</w:t>
      </w:r>
      <w:r w:rsidR="00435B4F">
        <w:t>.</w:t>
      </w:r>
    </w:p>
    <w:p w14:paraId="35A470CA" w14:textId="77777777" w:rsidR="00435B4F" w:rsidRDefault="00256283" w:rsidP="00256283">
      <w:proofErr w:type="spellStart"/>
      <w:r>
        <w:t>Guild</w:t>
      </w:r>
      <w:proofErr w:type="spellEnd"/>
      <w:r>
        <w:t xml:space="preserve"> me toucha le coude et nous entrâmes</w:t>
      </w:r>
      <w:r w:rsidR="00435B4F">
        <w:t xml:space="preserve">. </w:t>
      </w:r>
      <w:r>
        <w:t>Par une porte ouverte</w:t>
      </w:r>
      <w:r w:rsidR="00435B4F">
        <w:t xml:space="preserve">, </w:t>
      </w:r>
      <w:r>
        <w:t>à gauche</w:t>
      </w:r>
      <w:r w:rsidR="00435B4F">
        <w:t xml:space="preserve">, </w:t>
      </w:r>
      <w:r>
        <w:t>nous aperçûmes dans une pièce un lit défait</w:t>
      </w:r>
      <w:r w:rsidR="00435B4F">
        <w:t xml:space="preserve">. </w:t>
      </w:r>
      <w:r>
        <w:t xml:space="preserve">Nous étions dans le </w:t>
      </w:r>
      <w:r w:rsidR="00435B4F">
        <w:t>« </w:t>
      </w:r>
      <w:r>
        <w:t>living room</w:t>
      </w:r>
      <w:r w:rsidR="00435B4F">
        <w:t> »</w:t>
      </w:r>
      <w:r>
        <w:t xml:space="preserve"> sale</w:t>
      </w:r>
      <w:r w:rsidR="00435B4F">
        <w:t xml:space="preserve">, </w:t>
      </w:r>
      <w:r>
        <w:t>avec des vêtements et des journaux sur les sièges</w:t>
      </w:r>
      <w:r w:rsidR="00435B4F">
        <w:t xml:space="preserve">, </w:t>
      </w:r>
      <w:r>
        <w:t>des assiettes traînant sur la table</w:t>
      </w:r>
      <w:r w:rsidR="00435B4F">
        <w:t xml:space="preserve">. </w:t>
      </w:r>
      <w:r>
        <w:t>À droite</w:t>
      </w:r>
      <w:r w:rsidR="00435B4F">
        <w:t xml:space="preserve">, </w:t>
      </w:r>
      <w:r>
        <w:t>dans une sorte d</w:t>
      </w:r>
      <w:r w:rsidR="00435B4F">
        <w:t>’</w:t>
      </w:r>
      <w:r>
        <w:t>alcôve-cuisine</w:t>
      </w:r>
      <w:r w:rsidR="00435B4F">
        <w:t xml:space="preserve">, </w:t>
      </w:r>
      <w:r>
        <w:t xml:space="preserve">un évier et </w:t>
      </w:r>
      <w:r>
        <w:lastRenderedPageBreak/>
        <w:t>un poêle</w:t>
      </w:r>
      <w:r w:rsidR="00435B4F">
        <w:t xml:space="preserve">, </w:t>
      </w:r>
      <w:r>
        <w:t>une femme était debout</w:t>
      </w:r>
      <w:r w:rsidR="00435B4F">
        <w:t xml:space="preserve">, </w:t>
      </w:r>
      <w:r>
        <w:t>tenant à la main une casserole dans laquelle du beurre fondu crépitait</w:t>
      </w:r>
      <w:r w:rsidR="00435B4F">
        <w:t xml:space="preserve">. </w:t>
      </w:r>
      <w:r>
        <w:t>Elle était grande et forte</w:t>
      </w:r>
      <w:r w:rsidR="00435B4F">
        <w:t xml:space="preserve">, </w:t>
      </w:r>
      <w:r>
        <w:t>d</w:t>
      </w:r>
      <w:r w:rsidR="00435B4F">
        <w:t>’</w:t>
      </w:r>
      <w:r>
        <w:t>un blond ardent</w:t>
      </w:r>
      <w:r w:rsidR="00435B4F">
        <w:t xml:space="preserve"> ; </w:t>
      </w:r>
      <w:r>
        <w:t>la trentaine</w:t>
      </w:r>
      <w:r w:rsidR="00435B4F">
        <w:t xml:space="preserve"> ; </w:t>
      </w:r>
      <w:r>
        <w:t>belle</w:t>
      </w:r>
      <w:r w:rsidR="00435B4F">
        <w:t xml:space="preserve">, </w:t>
      </w:r>
      <w:r>
        <w:t>d</w:t>
      </w:r>
      <w:r w:rsidR="00435B4F">
        <w:t>’</w:t>
      </w:r>
      <w:r>
        <w:t>une beauté brutale et négligée</w:t>
      </w:r>
      <w:r w:rsidR="00435B4F">
        <w:t xml:space="preserve">. </w:t>
      </w:r>
      <w:r>
        <w:t>Elle portait un kimono rose et des mules de même couleur</w:t>
      </w:r>
      <w:r w:rsidR="00435B4F">
        <w:t xml:space="preserve">, </w:t>
      </w:r>
      <w:r>
        <w:t>fatiguées</w:t>
      </w:r>
      <w:r w:rsidR="00435B4F">
        <w:t xml:space="preserve">, </w:t>
      </w:r>
      <w:r>
        <w:t>dont les pompons pendaient lamentablement de côté</w:t>
      </w:r>
      <w:r w:rsidR="00435B4F">
        <w:t xml:space="preserve">. </w:t>
      </w:r>
      <w:r>
        <w:t>Elle nous jeta un regard méfiant</w:t>
      </w:r>
      <w:r w:rsidR="00435B4F">
        <w:t>.</w:t>
      </w:r>
    </w:p>
    <w:p w14:paraId="0087D0E0" w14:textId="77777777" w:rsidR="00435B4F" w:rsidRDefault="00256283" w:rsidP="00256283">
      <w:proofErr w:type="spellStart"/>
      <w:r>
        <w:t>Guild</w:t>
      </w:r>
      <w:proofErr w:type="spellEnd"/>
      <w:r>
        <w:t xml:space="preserve"> ne me présenta pas à </w:t>
      </w:r>
      <w:proofErr w:type="spellStart"/>
      <w:r>
        <w:t>Nunheim</w:t>
      </w:r>
      <w:proofErr w:type="spellEnd"/>
      <w:r>
        <w:t xml:space="preserve"> et il feignit ne pas remarquer la présence de la femme</w:t>
      </w:r>
      <w:r w:rsidR="00435B4F">
        <w:t>.</w:t>
      </w:r>
    </w:p>
    <w:p w14:paraId="7564CC88" w14:textId="77777777" w:rsidR="00435B4F" w:rsidRDefault="00435B4F" w:rsidP="00256283">
      <w:r>
        <w:t>— </w:t>
      </w:r>
      <w:r w:rsidR="00256283">
        <w:t>Asseyez-vous</w:t>
      </w:r>
      <w:r>
        <w:t xml:space="preserve">, </w:t>
      </w:r>
      <w:r w:rsidR="00256283">
        <w:t>me dit-il</w:t>
      </w:r>
      <w:r>
        <w:t xml:space="preserve">, </w:t>
      </w:r>
      <w:r w:rsidR="00256283">
        <w:t>poussant lui-même des vêtements pour trouver une place au coin du canapé</w:t>
      </w:r>
      <w:r>
        <w:t>.</w:t>
      </w:r>
    </w:p>
    <w:p w14:paraId="37076F39" w14:textId="77777777" w:rsidR="00435B4F" w:rsidRDefault="00256283" w:rsidP="00256283">
      <w:r>
        <w:t>J</w:t>
      </w:r>
      <w:r w:rsidR="00435B4F">
        <w:t>’</w:t>
      </w:r>
      <w:r>
        <w:t>enlevai des journaux posés sur un fauteuil et je m</w:t>
      </w:r>
      <w:r w:rsidR="00435B4F">
        <w:t>’</w:t>
      </w:r>
      <w:r>
        <w:t>assis</w:t>
      </w:r>
      <w:r w:rsidR="00435B4F">
        <w:t xml:space="preserve">, </w:t>
      </w:r>
      <w:r>
        <w:t>imitant le policier qui n</w:t>
      </w:r>
      <w:r w:rsidR="00435B4F">
        <w:t>’</w:t>
      </w:r>
      <w:r>
        <w:t>avait pas ôté son chapeau</w:t>
      </w:r>
      <w:r w:rsidR="00435B4F">
        <w:t>.</w:t>
      </w:r>
    </w:p>
    <w:p w14:paraId="3342BFCA" w14:textId="77777777" w:rsidR="00435B4F" w:rsidRDefault="00256283" w:rsidP="00256283">
      <w:proofErr w:type="spellStart"/>
      <w:r>
        <w:t>Nunheim</w:t>
      </w:r>
      <w:proofErr w:type="spellEnd"/>
      <w:r>
        <w:t xml:space="preserve"> marcha vers la table et prit une bouteille qui contenait deux doigts de whisky</w:t>
      </w:r>
      <w:r w:rsidR="00435B4F">
        <w:t xml:space="preserve">. </w:t>
      </w:r>
      <w:r>
        <w:t>Il avança deux verres</w:t>
      </w:r>
      <w:r w:rsidR="00435B4F">
        <w:t>.</w:t>
      </w:r>
    </w:p>
    <w:p w14:paraId="22C4794F" w14:textId="77777777" w:rsidR="00435B4F" w:rsidRDefault="00435B4F" w:rsidP="00256283">
      <w:r>
        <w:t>— </w:t>
      </w:r>
      <w:r w:rsidR="00256283">
        <w:t>Vous avez soif</w:t>
      </w:r>
      <w:r>
        <w:t xml:space="preserve">, </w:t>
      </w:r>
      <w:r w:rsidR="00256283">
        <w:t>sans doute</w:t>
      </w:r>
      <w:r>
        <w:t xml:space="preserve">, </w:t>
      </w:r>
      <w:r w:rsidR="00256283">
        <w:t>dit-il</w:t>
      </w:r>
      <w:r>
        <w:t>.</w:t>
      </w:r>
    </w:p>
    <w:p w14:paraId="666E85C4" w14:textId="77777777" w:rsidR="00435B4F" w:rsidRDefault="00256283" w:rsidP="00256283">
      <w:proofErr w:type="spellStart"/>
      <w:r>
        <w:t>Guild</w:t>
      </w:r>
      <w:proofErr w:type="spellEnd"/>
      <w:r>
        <w:t xml:space="preserve"> fit la grimace</w:t>
      </w:r>
      <w:r w:rsidR="00435B4F">
        <w:t>.</w:t>
      </w:r>
    </w:p>
    <w:p w14:paraId="390EA7A4" w14:textId="77777777" w:rsidR="00435B4F" w:rsidRDefault="00435B4F" w:rsidP="00256283">
      <w:r>
        <w:t>— </w:t>
      </w:r>
      <w:r w:rsidR="00256283">
        <w:t>Pas de cette saloperie</w:t>
      </w:r>
      <w:r>
        <w:t xml:space="preserve"> ! </w:t>
      </w:r>
      <w:r w:rsidR="00256283">
        <w:t>grogna-t-il</w:t>
      </w:r>
      <w:r>
        <w:t xml:space="preserve">. </w:t>
      </w:r>
      <w:r w:rsidR="00256283">
        <w:t>Pourquoi m</w:t>
      </w:r>
      <w:r>
        <w:t>’</w:t>
      </w:r>
      <w:r w:rsidR="00256283">
        <w:t>as-tu dit que tu connaissais seulement de vue Julia Wolf</w:t>
      </w:r>
      <w:r>
        <w:t> ?</w:t>
      </w:r>
    </w:p>
    <w:p w14:paraId="02420697" w14:textId="77777777" w:rsidR="00435B4F" w:rsidRDefault="00435B4F" w:rsidP="00256283">
      <w:r>
        <w:t>— </w:t>
      </w:r>
      <w:r w:rsidR="00256283">
        <w:t>C</w:t>
      </w:r>
      <w:r>
        <w:t>’</w:t>
      </w:r>
      <w:r w:rsidR="00256283">
        <w:t>est la vérité</w:t>
      </w:r>
      <w:r>
        <w:t xml:space="preserve">, </w:t>
      </w:r>
      <w:r w:rsidR="00256283">
        <w:t>lieutenant</w:t>
      </w:r>
      <w:r>
        <w:t xml:space="preserve">, </w:t>
      </w:r>
      <w:r w:rsidR="00256283">
        <w:t>je vous le jure</w:t>
      </w:r>
      <w:r>
        <w:t>.</w:t>
      </w:r>
    </w:p>
    <w:p w14:paraId="3A037153" w14:textId="77777777" w:rsidR="00435B4F" w:rsidRDefault="00256283" w:rsidP="00256283">
      <w:r>
        <w:t>Par deux fois le petit homme avait jeté sur moi un regard rapide</w:t>
      </w:r>
      <w:r w:rsidR="00435B4F">
        <w:t>.</w:t>
      </w:r>
    </w:p>
    <w:p w14:paraId="311F45E9" w14:textId="77777777" w:rsidR="00435B4F" w:rsidRDefault="00435B4F" w:rsidP="00256283">
      <w:r>
        <w:t>— </w:t>
      </w:r>
      <w:r w:rsidR="00256283">
        <w:t>Je lui ai peut-être adressé la parole une ou deux fois</w:t>
      </w:r>
      <w:r>
        <w:t xml:space="preserve">, </w:t>
      </w:r>
      <w:r w:rsidR="00256283">
        <w:t>reprit-il</w:t>
      </w:r>
      <w:r>
        <w:t xml:space="preserve">, </w:t>
      </w:r>
      <w:r w:rsidR="00256283">
        <w:t>mais c</w:t>
      </w:r>
      <w:r>
        <w:t>’</w:t>
      </w:r>
      <w:r w:rsidR="00256283">
        <w:t>est tout</w:t>
      </w:r>
      <w:r>
        <w:t xml:space="preserve">, </w:t>
      </w:r>
      <w:r w:rsidR="00256283">
        <w:t>je le jure</w:t>
      </w:r>
      <w:r>
        <w:t>.</w:t>
      </w:r>
    </w:p>
    <w:p w14:paraId="17C9D470" w14:textId="77777777" w:rsidR="00435B4F" w:rsidRDefault="00256283" w:rsidP="00256283">
      <w:r>
        <w:t>Dans l</w:t>
      </w:r>
      <w:r w:rsidR="00435B4F">
        <w:t>’</w:t>
      </w:r>
      <w:r>
        <w:t>alcôve la femme ricana et tourna vers nous son visage menaçant</w:t>
      </w:r>
      <w:r w:rsidR="00435B4F">
        <w:t>.</w:t>
      </w:r>
    </w:p>
    <w:p w14:paraId="34E78988" w14:textId="77777777" w:rsidR="00435B4F" w:rsidRDefault="00256283" w:rsidP="00256283">
      <w:proofErr w:type="spellStart"/>
      <w:r>
        <w:lastRenderedPageBreak/>
        <w:t>Nunheim</w:t>
      </w:r>
      <w:proofErr w:type="spellEnd"/>
      <w:r>
        <w:t xml:space="preserve"> se leva</w:t>
      </w:r>
      <w:r w:rsidR="00435B4F">
        <w:t>.</w:t>
      </w:r>
    </w:p>
    <w:p w14:paraId="3193ECC4" w14:textId="77777777" w:rsidR="00435B4F" w:rsidRDefault="00435B4F" w:rsidP="00256283">
      <w:r>
        <w:t>— </w:t>
      </w:r>
      <w:r w:rsidR="00256283">
        <w:t>Ça va</w:t>
      </w:r>
      <w:r>
        <w:t xml:space="preserve">, </w:t>
      </w:r>
      <w:r w:rsidR="00256283">
        <w:t>ça va</w:t>
      </w:r>
      <w:r>
        <w:t xml:space="preserve"> ! </w:t>
      </w:r>
      <w:r w:rsidR="00256283">
        <w:t>fit-il</w:t>
      </w:r>
      <w:r>
        <w:t xml:space="preserve">, </w:t>
      </w:r>
      <w:r w:rsidR="00256283">
        <w:t>d</w:t>
      </w:r>
      <w:r>
        <w:t>’</w:t>
      </w:r>
      <w:r w:rsidR="00256283">
        <w:t>une voix blanche</w:t>
      </w:r>
      <w:r>
        <w:t xml:space="preserve">, </w:t>
      </w:r>
      <w:r w:rsidR="00256283">
        <w:t>si tu mets le nez dans mes affaires tu vas y laisser deux ou trois dents</w:t>
      </w:r>
      <w:r>
        <w:t>.</w:t>
      </w:r>
    </w:p>
    <w:p w14:paraId="12EEE430" w14:textId="77777777" w:rsidR="00435B4F" w:rsidRDefault="00256283" w:rsidP="00256283">
      <w:r>
        <w:t>Elle lui lança la casserole à la tête</w:t>
      </w:r>
      <w:r w:rsidR="00435B4F">
        <w:t xml:space="preserve">, </w:t>
      </w:r>
      <w:r>
        <w:t>manquant son but de quelques pouces</w:t>
      </w:r>
      <w:r w:rsidR="00435B4F">
        <w:t xml:space="preserve">. </w:t>
      </w:r>
      <w:r>
        <w:t>Du beurre fondu et des jaunes d</w:t>
      </w:r>
      <w:r w:rsidR="00435B4F">
        <w:t>’</w:t>
      </w:r>
      <w:r>
        <w:t>œufs s</w:t>
      </w:r>
      <w:r w:rsidR="00435B4F">
        <w:t>’</w:t>
      </w:r>
      <w:r>
        <w:t>étalèrent sur le parquet</w:t>
      </w:r>
      <w:r w:rsidR="00435B4F">
        <w:t xml:space="preserve">, </w:t>
      </w:r>
      <w:r>
        <w:t>les meubles et le papier du mur</w:t>
      </w:r>
      <w:r w:rsidR="00435B4F">
        <w:t>.</w:t>
      </w:r>
    </w:p>
    <w:p w14:paraId="71B4B5C3" w14:textId="77777777" w:rsidR="00435B4F" w:rsidRDefault="00256283" w:rsidP="00256283">
      <w:r>
        <w:t>Le petit homme avait bondi pour s</w:t>
      </w:r>
      <w:r w:rsidR="00435B4F">
        <w:t>’</w:t>
      </w:r>
      <w:r>
        <w:t>élancer sur elle</w:t>
      </w:r>
      <w:r w:rsidR="00435B4F">
        <w:t xml:space="preserve">. </w:t>
      </w:r>
      <w:r>
        <w:t>Je tendis la jambe</w:t>
      </w:r>
      <w:r w:rsidR="00435B4F">
        <w:t xml:space="preserve">, </w:t>
      </w:r>
      <w:proofErr w:type="spellStart"/>
      <w:r>
        <w:t>Nunheim</w:t>
      </w:r>
      <w:proofErr w:type="spellEnd"/>
      <w:r>
        <w:t xml:space="preserve"> broncha et s</w:t>
      </w:r>
      <w:r w:rsidR="00435B4F">
        <w:t>’</w:t>
      </w:r>
      <w:r>
        <w:t>étala sur le sol</w:t>
      </w:r>
      <w:r w:rsidR="00435B4F">
        <w:t xml:space="preserve">. </w:t>
      </w:r>
      <w:r>
        <w:t>La femme avait saisi un couteau</w:t>
      </w:r>
      <w:r w:rsidR="00435B4F">
        <w:t>.</w:t>
      </w:r>
    </w:p>
    <w:p w14:paraId="3CAE001D" w14:textId="77777777" w:rsidR="00435B4F" w:rsidRDefault="00435B4F" w:rsidP="00256283">
      <w:r>
        <w:t>— </w:t>
      </w:r>
      <w:r w:rsidR="00256283">
        <w:t>Assez</w:t>
      </w:r>
      <w:r>
        <w:t xml:space="preserve"> ! </w:t>
      </w:r>
      <w:r w:rsidR="00256283">
        <w:t xml:space="preserve">cria </w:t>
      </w:r>
      <w:proofErr w:type="spellStart"/>
      <w:r w:rsidR="00256283">
        <w:t>Guild</w:t>
      </w:r>
      <w:proofErr w:type="spellEnd"/>
      <w:r w:rsidR="00256283">
        <w:t xml:space="preserve"> qui n</w:t>
      </w:r>
      <w:r>
        <w:t>’</w:t>
      </w:r>
      <w:r w:rsidR="00256283">
        <w:t>avait pas bougé</w:t>
      </w:r>
      <w:r>
        <w:t xml:space="preserve"> ; </w:t>
      </w:r>
      <w:r w:rsidR="00256283">
        <w:t>nous ne sommes pas venus pour assister à une scène comique de music-hall</w:t>
      </w:r>
      <w:r>
        <w:t xml:space="preserve">. </w:t>
      </w:r>
      <w:r w:rsidR="00256283">
        <w:t>Lève-toi et tiens-toi tranquille</w:t>
      </w:r>
      <w:r>
        <w:t>.</w:t>
      </w:r>
    </w:p>
    <w:p w14:paraId="7A471F30" w14:textId="77777777" w:rsidR="00435B4F" w:rsidRDefault="00256283" w:rsidP="00256283">
      <w:proofErr w:type="spellStart"/>
      <w:r>
        <w:t>Nunheim</w:t>
      </w:r>
      <w:proofErr w:type="spellEnd"/>
      <w:r>
        <w:t xml:space="preserve"> se leva lentement</w:t>
      </w:r>
      <w:r w:rsidR="00435B4F">
        <w:t>.</w:t>
      </w:r>
    </w:p>
    <w:p w14:paraId="15847FA8" w14:textId="77777777" w:rsidR="00435B4F" w:rsidRDefault="00435B4F" w:rsidP="00256283">
      <w:r>
        <w:t>— </w:t>
      </w:r>
      <w:r w:rsidR="00256283">
        <w:t>Elle me rendra fou</w:t>
      </w:r>
      <w:r>
        <w:t xml:space="preserve"> ! </w:t>
      </w:r>
      <w:r w:rsidR="00256283">
        <w:t>grogna-t-il</w:t>
      </w:r>
      <w:r>
        <w:t xml:space="preserve"> ; </w:t>
      </w:r>
      <w:r w:rsidR="00256283">
        <w:t>c</w:t>
      </w:r>
      <w:r>
        <w:t>’</w:t>
      </w:r>
      <w:r w:rsidR="00256283">
        <w:t xml:space="preserve">est toujours comme ça quand elle est </w:t>
      </w:r>
      <w:r>
        <w:t>« </w:t>
      </w:r>
      <w:r w:rsidR="00256283">
        <w:t>noire</w:t>
      </w:r>
      <w:r>
        <w:t> ».</w:t>
      </w:r>
    </w:p>
    <w:p w14:paraId="17221664" w14:textId="77777777" w:rsidR="00435B4F" w:rsidRDefault="00256283" w:rsidP="00256283">
      <w:r>
        <w:t>Il agitait sa main droite</w:t>
      </w:r>
      <w:r w:rsidR="00435B4F">
        <w:t>.</w:t>
      </w:r>
    </w:p>
    <w:p w14:paraId="11C1C350" w14:textId="77777777" w:rsidR="00435B4F" w:rsidRDefault="00435B4F" w:rsidP="00256283">
      <w:r>
        <w:t>— </w:t>
      </w:r>
      <w:r w:rsidR="00256283">
        <w:t>Je crois que je me suis foulé le poignet</w:t>
      </w:r>
      <w:r>
        <w:t> !</w:t>
      </w:r>
    </w:p>
    <w:p w14:paraId="516E8464" w14:textId="77777777" w:rsidR="00435B4F" w:rsidRDefault="00256283" w:rsidP="00256283">
      <w:r>
        <w:t>La femme traversa la pièce</w:t>
      </w:r>
      <w:r w:rsidR="00435B4F">
        <w:t xml:space="preserve">, </w:t>
      </w:r>
      <w:r>
        <w:t>sans nous regarder et pénétra dans la chambre dont elle claqua la porte</w:t>
      </w:r>
      <w:r w:rsidR="00435B4F">
        <w:t>.</w:t>
      </w:r>
    </w:p>
    <w:p w14:paraId="17D9D03D" w14:textId="77777777" w:rsidR="00435B4F" w:rsidRDefault="00435B4F" w:rsidP="00256283">
      <w:r>
        <w:t>— </w:t>
      </w:r>
      <w:r w:rsidR="00256283">
        <w:t>Si tu ne courais pas après toutes les femmes</w:t>
      </w:r>
      <w:r>
        <w:t xml:space="preserve">, </w:t>
      </w:r>
      <w:r w:rsidR="00256283">
        <w:t xml:space="preserve">dit </w:t>
      </w:r>
      <w:proofErr w:type="spellStart"/>
      <w:r w:rsidR="00256283">
        <w:t>Guild</w:t>
      </w:r>
      <w:proofErr w:type="spellEnd"/>
      <w:r>
        <w:t xml:space="preserve">, </w:t>
      </w:r>
      <w:r w:rsidR="00256283">
        <w:t>tu aurais moins d</w:t>
      </w:r>
      <w:r>
        <w:t>’</w:t>
      </w:r>
      <w:r w:rsidR="00256283">
        <w:t>histoires avec celle-ci</w:t>
      </w:r>
      <w:r>
        <w:t>.</w:t>
      </w:r>
    </w:p>
    <w:p w14:paraId="1A167AD2" w14:textId="77777777" w:rsidR="00435B4F" w:rsidRDefault="00435B4F" w:rsidP="00256283">
      <w:r>
        <w:t>— </w:t>
      </w:r>
      <w:r w:rsidR="00256283">
        <w:t>Que voulez-vous dire</w:t>
      </w:r>
      <w:r>
        <w:t xml:space="preserve">, </w:t>
      </w:r>
      <w:r w:rsidR="00256283">
        <w:t>lieutenant</w:t>
      </w:r>
      <w:r>
        <w:t xml:space="preserve">, </w:t>
      </w:r>
      <w:r w:rsidR="00256283">
        <w:t>protesta le petit homme d</w:t>
      </w:r>
      <w:r>
        <w:t>’</w:t>
      </w:r>
      <w:r w:rsidR="00256283">
        <w:t>un air innocent et peiné</w:t>
      </w:r>
      <w:r>
        <w:t>.</w:t>
      </w:r>
    </w:p>
    <w:p w14:paraId="6B7288C7" w14:textId="77777777" w:rsidR="00435B4F" w:rsidRDefault="00435B4F" w:rsidP="00256283">
      <w:r>
        <w:t>— </w:t>
      </w:r>
      <w:r w:rsidR="00256283">
        <w:t>Julia Wolf</w:t>
      </w:r>
      <w:r>
        <w:t> !</w:t>
      </w:r>
    </w:p>
    <w:p w14:paraId="23F626DE" w14:textId="77777777" w:rsidR="00435B4F" w:rsidRDefault="00256283" w:rsidP="00256283">
      <w:r>
        <w:t>Cette fois</w:t>
      </w:r>
      <w:r w:rsidR="00435B4F">
        <w:t xml:space="preserve">, </w:t>
      </w:r>
      <w:proofErr w:type="spellStart"/>
      <w:r>
        <w:t>Nunheim</w:t>
      </w:r>
      <w:proofErr w:type="spellEnd"/>
      <w:r>
        <w:t xml:space="preserve"> parut indigné</w:t>
      </w:r>
      <w:r w:rsidR="00435B4F">
        <w:t>.</w:t>
      </w:r>
    </w:p>
    <w:p w14:paraId="353DCDC5" w14:textId="77777777" w:rsidR="00435B4F" w:rsidRDefault="00435B4F" w:rsidP="00256283">
      <w:r>
        <w:lastRenderedPageBreak/>
        <w:t>— </w:t>
      </w:r>
      <w:r w:rsidR="00256283">
        <w:t>C</w:t>
      </w:r>
      <w:r>
        <w:t>’</w:t>
      </w:r>
      <w:r w:rsidR="00256283">
        <w:t>est faux</w:t>
      </w:r>
      <w:r>
        <w:t xml:space="preserve"> ! </w:t>
      </w:r>
      <w:r w:rsidR="00256283">
        <w:t>lieutenant</w:t>
      </w:r>
      <w:r>
        <w:t xml:space="preserve">, </w:t>
      </w:r>
      <w:r w:rsidR="00256283">
        <w:t>s</w:t>
      </w:r>
      <w:r>
        <w:t>’</w:t>
      </w:r>
      <w:r w:rsidR="00256283">
        <w:t>écria-t-il</w:t>
      </w:r>
      <w:r>
        <w:t xml:space="preserve">, </w:t>
      </w:r>
      <w:r w:rsidR="00256283">
        <w:t>celui qui a dit ça</w:t>
      </w:r>
      <w:r>
        <w:t>…</w:t>
      </w:r>
    </w:p>
    <w:p w14:paraId="1F0BBE1C" w14:textId="77777777" w:rsidR="00435B4F" w:rsidRDefault="00256283" w:rsidP="00256283">
      <w:proofErr w:type="spellStart"/>
      <w:r>
        <w:t>Guild</w:t>
      </w:r>
      <w:proofErr w:type="spellEnd"/>
      <w:r>
        <w:t xml:space="preserve"> l</w:t>
      </w:r>
      <w:r w:rsidR="00435B4F">
        <w:t>’</w:t>
      </w:r>
      <w:r>
        <w:t>interrompit</w:t>
      </w:r>
      <w:r w:rsidR="00435B4F">
        <w:t xml:space="preserve">, </w:t>
      </w:r>
      <w:r>
        <w:t>s</w:t>
      </w:r>
      <w:r w:rsidR="00435B4F">
        <w:t>’</w:t>
      </w:r>
      <w:r>
        <w:t>adressant à moi</w:t>
      </w:r>
      <w:r w:rsidR="00435B4F">
        <w:t>.</w:t>
      </w:r>
    </w:p>
    <w:p w14:paraId="2088ECD9" w14:textId="77777777" w:rsidR="00435B4F" w:rsidRDefault="00435B4F" w:rsidP="00256283">
      <w:r>
        <w:t>— </w:t>
      </w:r>
      <w:r w:rsidR="00256283">
        <w:t>Si vous voulez faire un peu d</w:t>
      </w:r>
      <w:r>
        <w:t>’</w:t>
      </w:r>
      <w:r w:rsidR="00256283">
        <w:t>exercice</w:t>
      </w:r>
      <w:r>
        <w:t xml:space="preserve">, </w:t>
      </w:r>
      <w:r w:rsidR="00256283">
        <w:t>allez-y</w:t>
      </w:r>
      <w:r>
        <w:t xml:space="preserve">, </w:t>
      </w:r>
      <w:r w:rsidR="00256283">
        <w:t>dit-il</w:t>
      </w:r>
      <w:r>
        <w:t xml:space="preserve">. </w:t>
      </w:r>
      <w:r w:rsidR="00256283">
        <w:t>À votre place je ne m</w:t>
      </w:r>
      <w:r>
        <w:t>’</w:t>
      </w:r>
      <w:r w:rsidR="00256283">
        <w:t>arrêterais pas à considérer qu</w:t>
      </w:r>
      <w:r>
        <w:t>’</w:t>
      </w:r>
      <w:r w:rsidR="00256283">
        <w:t>il a le poignet foulé</w:t>
      </w:r>
      <w:r>
        <w:t xml:space="preserve"> : </w:t>
      </w:r>
      <w:r w:rsidR="00256283">
        <w:t>il ne sait d</w:t>
      </w:r>
      <w:r>
        <w:t>’</w:t>
      </w:r>
      <w:r w:rsidR="00256283">
        <w:t>ailleurs pas se servir de ses poings</w:t>
      </w:r>
      <w:r>
        <w:t>.</w:t>
      </w:r>
    </w:p>
    <w:p w14:paraId="3FF30EE8" w14:textId="77777777" w:rsidR="00435B4F" w:rsidRDefault="00256283" w:rsidP="00256283">
      <w:proofErr w:type="spellStart"/>
      <w:r>
        <w:t>Nunheim</w:t>
      </w:r>
      <w:proofErr w:type="spellEnd"/>
      <w:r>
        <w:t xml:space="preserve"> se tourna vers moi</w:t>
      </w:r>
      <w:r w:rsidR="00435B4F">
        <w:t xml:space="preserve">, </w:t>
      </w:r>
      <w:r>
        <w:t>les bras étendus</w:t>
      </w:r>
      <w:r w:rsidR="00435B4F">
        <w:t xml:space="preserve">, </w:t>
      </w:r>
      <w:r>
        <w:t>les mains ouvertes</w:t>
      </w:r>
      <w:r w:rsidR="00435B4F">
        <w:t> :</w:t>
      </w:r>
    </w:p>
    <w:p w14:paraId="6A8FBE75" w14:textId="77777777" w:rsidR="00435B4F" w:rsidRDefault="00435B4F" w:rsidP="00256283">
      <w:r>
        <w:t>— </w:t>
      </w:r>
      <w:r w:rsidR="00256283">
        <w:t>Je n</w:t>
      </w:r>
      <w:r>
        <w:t>’</w:t>
      </w:r>
      <w:r w:rsidR="00256283">
        <w:t>ai pas voulu dire que vous mentiez</w:t>
      </w:r>
      <w:r>
        <w:t xml:space="preserve">, </w:t>
      </w:r>
      <w:r w:rsidR="00256283">
        <w:t>fit-il mais qu</w:t>
      </w:r>
      <w:r>
        <w:t>’</w:t>
      </w:r>
      <w:r w:rsidR="00256283">
        <w:t>il y a eu un malentendu</w:t>
      </w:r>
      <w:r>
        <w:t>…</w:t>
      </w:r>
    </w:p>
    <w:p w14:paraId="278A8917" w14:textId="77777777" w:rsidR="00435B4F" w:rsidRDefault="00256283" w:rsidP="00256283">
      <w:proofErr w:type="spellStart"/>
      <w:r>
        <w:t>Guild</w:t>
      </w:r>
      <w:proofErr w:type="spellEnd"/>
      <w:r>
        <w:t xml:space="preserve"> l</w:t>
      </w:r>
      <w:r w:rsidR="00435B4F">
        <w:t>’</w:t>
      </w:r>
      <w:r>
        <w:t>interrompit de nouveau</w:t>
      </w:r>
      <w:r w:rsidR="00435B4F">
        <w:t>.</w:t>
      </w:r>
    </w:p>
    <w:p w14:paraId="08B9F121" w14:textId="77777777" w:rsidR="00435B4F" w:rsidRDefault="00435B4F" w:rsidP="00256283">
      <w:r>
        <w:t>— </w:t>
      </w:r>
      <w:r w:rsidR="00256283">
        <w:t>Tu vas nous raconter que tu aurais dit</w:t>
      </w:r>
      <w:r>
        <w:t xml:space="preserve"> : </w:t>
      </w:r>
      <w:r w:rsidR="00256283">
        <w:t>non</w:t>
      </w:r>
      <w:r>
        <w:t xml:space="preserve">, </w:t>
      </w:r>
      <w:r w:rsidR="00256283">
        <w:t>si elle avait voulu</w:t>
      </w:r>
      <w:r>
        <w:t xml:space="preserve"> ! </w:t>
      </w:r>
      <w:r w:rsidR="00256283">
        <w:t>ricana-t-il</w:t>
      </w:r>
      <w:r>
        <w:t>.</w:t>
      </w:r>
    </w:p>
    <w:p w14:paraId="60643430" w14:textId="77777777" w:rsidR="00435B4F" w:rsidRDefault="00256283" w:rsidP="00256283">
      <w:r>
        <w:t>Le petit homme passa sa langue sur ses lèvres sèches et regarda la porte de la chambre</w:t>
      </w:r>
      <w:r w:rsidR="00435B4F">
        <w:t>.</w:t>
      </w:r>
    </w:p>
    <w:p w14:paraId="7F32EDED" w14:textId="77777777" w:rsidR="00435B4F" w:rsidRDefault="00435B4F" w:rsidP="00256283">
      <w:r>
        <w:t>— </w:t>
      </w:r>
      <w:r w:rsidR="00256283">
        <w:t>Pour ça</w:t>
      </w:r>
      <w:r>
        <w:t xml:space="preserve"> ! </w:t>
      </w:r>
      <w:r w:rsidR="00256283">
        <w:t>dit-il lentement</w:t>
      </w:r>
      <w:r>
        <w:t xml:space="preserve">, </w:t>
      </w:r>
      <w:r w:rsidR="00256283">
        <w:t>à voix basse</w:t>
      </w:r>
      <w:r>
        <w:t xml:space="preserve">, </w:t>
      </w:r>
      <w:r w:rsidR="00256283">
        <w:t>elle était bien</w:t>
      </w:r>
      <w:r>
        <w:t xml:space="preserve">, </w:t>
      </w:r>
      <w:r w:rsidR="00256283">
        <w:t>et je n</w:t>
      </w:r>
      <w:r>
        <w:t>’</w:t>
      </w:r>
      <w:r w:rsidR="00256283">
        <w:t>aurais certes pas dit non</w:t>
      </w:r>
      <w:r>
        <w:t> !</w:t>
      </w:r>
    </w:p>
    <w:p w14:paraId="5FDE8ACB" w14:textId="77777777" w:rsidR="00435B4F" w:rsidRDefault="00435B4F" w:rsidP="00256283">
      <w:r>
        <w:t>— </w:t>
      </w:r>
      <w:r w:rsidR="00256283">
        <w:t>Tu n</w:t>
      </w:r>
      <w:r>
        <w:t>’</w:t>
      </w:r>
      <w:r w:rsidR="00256283">
        <w:t>as jamais tenté ta chance</w:t>
      </w:r>
      <w:r>
        <w:t> ?</w:t>
      </w:r>
    </w:p>
    <w:p w14:paraId="777F6496" w14:textId="77777777" w:rsidR="00435B4F" w:rsidRDefault="00256283" w:rsidP="00256283">
      <w:proofErr w:type="spellStart"/>
      <w:r>
        <w:t>Nunheim</w:t>
      </w:r>
      <w:proofErr w:type="spellEnd"/>
      <w:r>
        <w:t xml:space="preserve"> hésita</w:t>
      </w:r>
      <w:r w:rsidR="00435B4F">
        <w:t>.</w:t>
      </w:r>
    </w:p>
    <w:p w14:paraId="6D42BC56" w14:textId="77777777" w:rsidR="00435B4F" w:rsidRDefault="00435B4F" w:rsidP="00256283">
      <w:r>
        <w:t>— </w:t>
      </w:r>
      <w:r w:rsidR="00256283">
        <w:t>Vous savez comment ça se passe</w:t>
      </w:r>
      <w:r>
        <w:t xml:space="preserve">, </w:t>
      </w:r>
      <w:r w:rsidR="00256283">
        <w:t>lieutenant</w:t>
      </w:r>
      <w:r>
        <w:t xml:space="preserve">, </w:t>
      </w:r>
      <w:r w:rsidR="00256283">
        <w:t>murmura-t-il</w:t>
      </w:r>
      <w:r>
        <w:t xml:space="preserve"> ; </w:t>
      </w:r>
      <w:r w:rsidR="00256283">
        <w:t>on tente toujours</w:t>
      </w:r>
      <w:r>
        <w:t xml:space="preserve">, </w:t>
      </w:r>
      <w:r w:rsidR="00256283">
        <w:t>plus ou moins</w:t>
      </w:r>
      <w:r>
        <w:t>.</w:t>
      </w:r>
    </w:p>
    <w:p w14:paraId="3440142C" w14:textId="77777777" w:rsidR="00435B4F" w:rsidRDefault="00256283" w:rsidP="00256283">
      <w:proofErr w:type="spellStart"/>
      <w:r>
        <w:t>Guild</w:t>
      </w:r>
      <w:proofErr w:type="spellEnd"/>
      <w:r>
        <w:t xml:space="preserve"> le regardait durement</w:t>
      </w:r>
      <w:r w:rsidR="00435B4F">
        <w:t>.</w:t>
      </w:r>
    </w:p>
    <w:p w14:paraId="1952A93D" w14:textId="77777777" w:rsidR="00435B4F" w:rsidRDefault="00435B4F" w:rsidP="00256283">
      <w:r>
        <w:t>— </w:t>
      </w:r>
      <w:r w:rsidR="00256283">
        <w:t>Tu aurais bien mieux fait de m</w:t>
      </w:r>
      <w:r>
        <w:t>’</w:t>
      </w:r>
      <w:r w:rsidR="00256283">
        <w:t>avouer tout ça plus tôt</w:t>
      </w:r>
      <w:r>
        <w:t xml:space="preserve">. </w:t>
      </w:r>
      <w:r w:rsidR="00256283">
        <w:t>Où étais-tu l</w:t>
      </w:r>
      <w:r>
        <w:t>’</w:t>
      </w:r>
      <w:r w:rsidR="00256283">
        <w:t>après-midi du meurtre</w:t>
      </w:r>
      <w:r>
        <w:t> ?</w:t>
      </w:r>
    </w:p>
    <w:p w14:paraId="1333470E" w14:textId="77777777" w:rsidR="00435B4F" w:rsidRDefault="00256283" w:rsidP="00256283">
      <w:r>
        <w:t>Le petit homme bondit comme si on l</w:t>
      </w:r>
      <w:r w:rsidR="00435B4F">
        <w:t>’</w:t>
      </w:r>
      <w:r>
        <w:t>avait piqué d</w:t>
      </w:r>
      <w:r w:rsidR="00435B4F">
        <w:t>’</w:t>
      </w:r>
      <w:r>
        <w:t>une épingle</w:t>
      </w:r>
      <w:r w:rsidR="00435B4F">
        <w:t>.</w:t>
      </w:r>
    </w:p>
    <w:p w14:paraId="313998E9" w14:textId="77777777" w:rsidR="00435B4F" w:rsidRDefault="00435B4F" w:rsidP="00256283">
      <w:r>
        <w:lastRenderedPageBreak/>
        <w:t>— </w:t>
      </w:r>
      <w:r w:rsidR="00256283">
        <w:t>Au nom du ciel</w:t>
      </w:r>
      <w:r>
        <w:t xml:space="preserve">, </w:t>
      </w:r>
      <w:r w:rsidR="00256283">
        <w:t>lieutenant</w:t>
      </w:r>
      <w:r>
        <w:t xml:space="preserve">, </w:t>
      </w:r>
      <w:r w:rsidR="00256283">
        <w:t>vous ne pensez pas que j</w:t>
      </w:r>
      <w:r>
        <w:t>’</w:t>
      </w:r>
      <w:r w:rsidR="00256283">
        <w:t>ai été</w:t>
      </w:r>
      <w:r>
        <w:t xml:space="preserve"> !… </w:t>
      </w:r>
      <w:r w:rsidR="00256283">
        <w:t>cria-t-il</w:t>
      </w:r>
      <w:r>
        <w:t xml:space="preserve">. </w:t>
      </w:r>
      <w:r w:rsidR="00256283">
        <w:t>Pourquoi aurais-je voulu lui faire du mal</w:t>
      </w:r>
      <w:r>
        <w:t> ?</w:t>
      </w:r>
    </w:p>
    <w:p w14:paraId="09ABFEA9" w14:textId="77777777" w:rsidR="00435B4F" w:rsidRDefault="00435B4F" w:rsidP="00256283">
      <w:r>
        <w:t>— </w:t>
      </w:r>
      <w:r w:rsidR="00256283">
        <w:t>Où étais-tu</w:t>
      </w:r>
      <w:r>
        <w:t> ?</w:t>
      </w:r>
    </w:p>
    <w:p w14:paraId="26554EF8" w14:textId="77777777" w:rsidR="00435B4F" w:rsidRDefault="00256283" w:rsidP="00256283">
      <w:r>
        <w:t xml:space="preserve">Les lèvres de </w:t>
      </w:r>
      <w:proofErr w:type="spellStart"/>
      <w:r>
        <w:t>Nunheim</w:t>
      </w:r>
      <w:proofErr w:type="spellEnd"/>
      <w:r>
        <w:t xml:space="preserve"> s</w:t>
      </w:r>
      <w:r w:rsidR="00435B4F">
        <w:t>’</w:t>
      </w:r>
      <w:r>
        <w:t>agitèrent nerveusement</w:t>
      </w:r>
      <w:r w:rsidR="00435B4F">
        <w:t>.</w:t>
      </w:r>
    </w:p>
    <w:p w14:paraId="31C35510" w14:textId="77777777" w:rsidR="00435B4F" w:rsidRDefault="00435B4F" w:rsidP="00256283">
      <w:r>
        <w:t>— </w:t>
      </w:r>
      <w:r w:rsidR="00256283">
        <w:t>Quel jour a-t-elle été</w:t>
      </w:r>
      <w:r>
        <w:t>…</w:t>
      </w:r>
    </w:p>
    <w:p w14:paraId="2DA31FE7" w14:textId="77777777" w:rsidR="00435B4F" w:rsidRDefault="00256283" w:rsidP="00256283">
      <w:r>
        <w:t>Il s</w:t>
      </w:r>
      <w:r w:rsidR="00435B4F">
        <w:t>’</w:t>
      </w:r>
      <w:r>
        <w:t>interrompit</w:t>
      </w:r>
      <w:r w:rsidR="00435B4F">
        <w:t xml:space="preserve"> : </w:t>
      </w:r>
      <w:r>
        <w:t>la porte de la chambre venait de s</w:t>
      </w:r>
      <w:r w:rsidR="00435B4F">
        <w:t>’</w:t>
      </w:r>
      <w:r>
        <w:t>ouvrir</w:t>
      </w:r>
      <w:r w:rsidR="00435B4F">
        <w:t>.</w:t>
      </w:r>
    </w:p>
    <w:p w14:paraId="660BB9A2" w14:textId="77777777" w:rsidR="00435B4F" w:rsidRDefault="00256283" w:rsidP="00256283">
      <w:r>
        <w:t>La femme</w:t>
      </w:r>
      <w:r w:rsidR="00435B4F">
        <w:t xml:space="preserve">, </w:t>
      </w:r>
      <w:r>
        <w:t>habillée</w:t>
      </w:r>
      <w:r w:rsidR="00435B4F">
        <w:t xml:space="preserve">, </w:t>
      </w:r>
      <w:r>
        <w:t>sortait portant à la main une valise</w:t>
      </w:r>
      <w:r w:rsidR="00435B4F">
        <w:t>.</w:t>
      </w:r>
    </w:p>
    <w:p w14:paraId="6ADD5816" w14:textId="77777777" w:rsidR="00435B4F" w:rsidRDefault="00435B4F" w:rsidP="00256283">
      <w:r>
        <w:t>— </w:t>
      </w:r>
      <w:r w:rsidR="00256283">
        <w:t>Miriam</w:t>
      </w:r>
      <w:r>
        <w:t xml:space="preserve"> ! </w:t>
      </w:r>
      <w:r w:rsidR="00256283">
        <w:t>cria le petit homme</w:t>
      </w:r>
      <w:r>
        <w:t>.</w:t>
      </w:r>
    </w:p>
    <w:p w14:paraId="488934D6" w14:textId="77777777" w:rsidR="00435B4F" w:rsidRDefault="00256283" w:rsidP="00256283">
      <w:r>
        <w:t>Elle le regarda méchamment</w:t>
      </w:r>
      <w:r w:rsidR="00435B4F">
        <w:t>.</w:t>
      </w:r>
    </w:p>
    <w:p w14:paraId="52BCBE7F" w14:textId="77777777" w:rsidR="00435B4F" w:rsidRDefault="00435B4F" w:rsidP="00256283">
      <w:r>
        <w:t>— </w:t>
      </w:r>
      <w:r w:rsidR="00256283">
        <w:t>Je n</w:t>
      </w:r>
      <w:r>
        <w:t>’</w:t>
      </w:r>
      <w:r w:rsidR="00256283">
        <w:t>aime pas les voleurs</w:t>
      </w:r>
      <w:r>
        <w:t xml:space="preserve">, </w:t>
      </w:r>
      <w:r w:rsidR="00256283">
        <w:t>dit-elle</w:t>
      </w:r>
      <w:r>
        <w:t xml:space="preserve"> ; </w:t>
      </w:r>
      <w:r w:rsidR="00256283">
        <w:t>même si je les aimais</w:t>
      </w:r>
      <w:r>
        <w:t xml:space="preserve">, </w:t>
      </w:r>
      <w:r w:rsidR="00256283">
        <w:t>je ne voudrais pas d</w:t>
      </w:r>
      <w:r>
        <w:t>’</w:t>
      </w:r>
      <w:r w:rsidR="00256283">
        <w:t xml:space="preserve">un </w:t>
      </w:r>
      <w:r>
        <w:t>« </w:t>
      </w:r>
      <w:r w:rsidR="00256283">
        <w:t>indic</w:t>
      </w:r>
      <w:r>
        <w:t> »</w:t>
      </w:r>
      <w:r w:rsidR="00256283">
        <w:t xml:space="preserve"> et si je voulais d</w:t>
      </w:r>
      <w:r>
        <w:t>’</w:t>
      </w:r>
      <w:r w:rsidR="00256283">
        <w:t xml:space="preserve">un </w:t>
      </w:r>
      <w:r>
        <w:t>« </w:t>
      </w:r>
      <w:r w:rsidR="00256283">
        <w:t>indic</w:t>
      </w:r>
      <w:r>
        <w:t> »</w:t>
      </w:r>
      <w:r w:rsidR="00256283">
        <w:t xml:space="preserve"> ce n</w:t>
      </w:r>
      <w:r>
        <w:t>’</w:t>
      </w:r>
      <w:r w:rsidR="00256283">
        <w:t>est pas toi que je choisirais</w:t>
      </w:r>
      <w:r>
        <w:t>.</w:t>
      </w:r>
    </w:p>
    <w:p w14:paraId="2DE4F64A" w14:textId="77777777" w:rsidR="00435B4F" w:rsidRDefault="00256283" w:rsidP="00256283">
      <w:r>
        <w:t>Elle marcha vers la porte</w:t>
      </w:r>
      <w:r w:rsidR="00435B4F">
        <w:t>.</w:t>
      </w:r>
    </w:p>
    <w:p w14:paraId="43C93ACA" w14:textId="77777777" w:rsidR="00435B4F" w:rsidRDefault="00256283" w:rsidP="00256283">
      <w:proofErr w:type="spellStart"/>
      <w:r>
        <w:t>Guild</w:t>
      </w:r>
      <w:proofErr w:type="spellEnd"/>
      <w:r>
        <w:t xml:space="preserve"> saisit </w:t>
      </w:r>
      <w:proofErr w:type="spellStart"/>
      <w:r>
        <w:t>Nunheim</w:t>
      </w:r>
      <w:proofErr w:type="spellEnd"/>
      <w:r>
        <w:t xml:space="preserve"> par le bras comme le petit homme s</w:t>
      </w:r>
      <w:r w:rsidR="00435B4F">
        <w:t>’</w:t>
      </w:r>
      <w:r>
        <w:t>élançait derrière la femme</w:t>
      </w:r>
      <w:r w:rsidR="00435B4F">
        <w:t>.</w:t>
      </w:r>
    </w:p>
    <w:p w14:paraId="19E14348" w14:textId="77777777" w:rsidR="00435B4F" w:rsidRDefault="00435B4F" w:rsidP="00256283">
      <w:r>
        <w:t>— </w:t>
      </w:r>
      <w:r w:rsidR="00256283">
        <w:t>Où étais-tu</w:t>
      </w:r>
      <w:r>
        <w:t xml:space="preserve"> ? </w:t>
      </w:r>
      <w:r w:rsidR="00256283">
        <w:t>répéta le policier</w:t>
      </w:r>
      <w:r>
        <w:t xml:space="preserve">, </w:t>
      </w:r>
      <w:r w:rsidR="00256283">
        <w:t>têtu</w:t>
      </w:r>
      <w:r>
        <w:t>.</w:t>
      </w:r>
    </w:p>
    <w:p w14:paraId="71DEEA35" w14:textId="77777777" w:rsidR="00435B4F" w:rsidRDefault="00435B4F" w:rsidP="00256283">
      <w:r>
        <w:t>— </w:t>
      </w:r>
      <w:r w:rsidR="00256283">
        <w:t>Miriam</w:t>
      </w:r>
      <w:r>
        <w:t xml:space="preserve"> ! </w:t>
      </w:r>
      <w:r w:rsidR="00256283">
        <w:t xml:space="preserve">cria </w:t>
      </w:r>
      <w:proofErr w:type="spellStart"/>
      <w:r w:rsidR="00256283">
        <w:t>Nunheim</w:t>
      </w:r>
      <w:proofErr w:type="spellEnd"/>
      <w:r>
        <w:t xml:space="preserve">, </w:t>
      </w:r>
      <w:r w:rsidR="00256283">
        <w:t>Miriam</w:t>
      </w:r>
      <w:r>
        <w:t xml:space="preserve"> ! </w:t>
      </w:r>
      <w:r w:rsidR="00256283">
        <w:t>ne t</w:t>
      </w:r>
      <w:r>
        <w:t>’</w:t>
      </w:r>
      <w:r w:rsidR="00256283">
        <w:t>en va pas</w:t>
      </w:r>
      <w:r>
        <w:t xml:space="preserve"> ! </w:t>
      </w:r>
      <w:r w:rsidR="00256283">
        <w:t>Reste</w:t>
      </w:r>
      <w:r>
        <w:t xml:space="preserve"> ! </w:t>
      </w:r>
      <w:r w:rsidR="00256283">
        <w:t>Je ferai ce que tu voudras</w:t>
      </w:r>
      <w:r>
        <w:t> !</w:t>
      </w:r>
    </w:p>
    <w:p w14:paraId="0FCBF748" w14:textId="77777777" w:rsidR="00435B4F" w:rsidRDefault="00256283" w:rsidP="00256283">
      <w:r>
        <w:t>Elle sortit sans se retourner et tira le battant de la porte</w:t>
      </w:r>
      <w:r w:rsidR="00435B4F">
        <w:t>.</w:t>
      </w:r>
    </w:p>
    <w:p w14:paraId="1EDA3ABB" w14:textId="77777777" w:rsidR="00435B4F" w:rsidRDefault="00435B4F" w:rsidP="00256283">
      <w:r>
        <w:t>— </w:t>
      </w:r>
      <w:r w:rsidR="00256283">
        <w:t>Laissez-moi</w:t>
      </w:r>
      <w:r>
        <w:t xml:space="preserve">, </w:t>
      </w:r>
      <w:r w:rsidR="00256283">
        <w:t>supplia le petit homme</w:t>
      </w:r>
      <w:r>
        <w:t xml:space="preserve">, </w:t>
      </w:r>
      <w:r w:rsidR="00256283">
        <w:t>laissez-moi la ramener et je vous dirai tout</w:t>
      </w:r>
      <w:r>
        <w:t>.</w:t>
      </w:r>
    </w:p>
    <w:p w14:paraId="350BECE7" w14:textId="77777777" w:rsidR="00435B4F" w:rsidRDefault="00435B4F" w:rsidP="00256283">
      <w:r>
        <w:t>— </w:t>
      </w:r>
      <w:r w:rsidR="00256283">
        <w:t>Assieds-toi</w:t>
      </w:r>
      <w:r>
        <w:t xml:space="preserve">, </w:t>
      </w:r>
      <w:r w:rsidR="00256283">
        <w:t xml:space="preserve">dit </w:t>
      </w:r>
      <w:proofErr w:type="spellStart"/>
      <w:r w:rsidR="00256283">
        <w:t>Guild</w:t>
      </w:r>
      <w:proofErr w:type="spellEnd"/>
      <w:r>
        <w:t>.</w:t>
      </w:r>
    </w:p>
    <w:p w14:paraId="258C3302" w14:textId="77777777" w:rsidR="00435B4F" w:rsidRDefault="00256283" w:rsidP="00256283">
      <w:r>
        <w:t xml:space="preserve">Il poussa </w:t>
      </w:r>
      <w:proofErr w:type="spellStart"/>
      <w:r>
        <w:t>Nunheim</w:t>
      </w:r>
      <w:proofErr w:type="spellEnd"/>
      <w:r>
        <w:t xml:space="preserve"> qui tomba assis dans un fauteuil</w:t>
      </w:r>
      <w:r w:rsidR="00435B4F">
        <w:t>.</w:t>
      </w:r>
    </w:p>
    <w:p w14:paraId="0E8DAC72" w14:textId="77777777" w:rsidR="00435B4F" w:rsidRDefault="00435B4F" w:rsidP="00256283">
      <w:r>
        <w:lastRenderedPageBreak/>
        <w:t>— </w:t>
      </w:r>
      <w:r w:rsidR="00256283">
        <w:t>Nous ne sommes pas venus pour vous voir danser tous les deux</w:t>
      </w:r>
      <w:r>
        <w:t xml:space="preserve">. </w:t>
      </w:r>
      <w:r w:rsidR="00256283">
        <w:t>Où étais-tu le jour où Julia a été assassinée</w:t>
      </w:r>
      <w:r>
        <w:t> ?</w:t>
      </w:r>
    </w:p>
    <w:p w14:paraId="6C1D4749" w14:textId="77777777" w:rsidR="00435B4F" w:rsidRDefault="00256283" w:rsidP="00256283">
      <w:r>
        <w:t>L</w:t>
      </w:r>
      <w:r w:rsidR="00435B4F">
        <w:t>’</w:t>
      </w:r>
      <w:r>
        <w:t>homme couvrit son visage de ses mains et se mit à pleurer</w:t>
      </w:r>
      <w:r w:rsidR="00435B4F">
        <w:t>.</w:t>
      </w:r>
    </w:p>
    <w:p w14:paraId="3A44AC5D" w14:textId="77777777" w:rsidR="00435B4F" w:rsidRDefault="00435B4F" w:rsidP="00256283">
      <w:r>
        <w:t>— </w:t>
      </w:r>
      <w:r w:rsidR="00256283">
        <w:t>Si tu continues</w:t>
      </w:r>
      <w:r>
        <w:t xml:space="preserve">, </w:t>
      </w:r>
      <w:r w:rsidR="00256283">
        <w:t>je te tourne la tête à l</w:t>
      </w:r>
      <w:r>
        <w:t>’</w:t>
      </w:r>
      <w:r w:rsidR="00256283">
        <w:t>envers</w:t>
      </w:r>
      <w:r>
        <w:t xml:space="preserve">, </w:t>
      </w:r>
      <w:r w:rsidR="00256283">
        <w:t>menaça le policier</w:t>
      </w:r>
      <w:r>
        <w:t>.</w:t>
      </w:r>
    </w:p>
    <w:p w14:paraId="7795348A" w14:textId="77777777" w:rsidR="00435B4F" w:rsidRDefault="00256283" w:rsidP="00256283">
      <w:r>
        <w:t xml:space="preserve">Je versai un peu de whisky dans un verre que je tendis à </w:t>
      </w:r>
      <w:proofErr w:type="spellStart"/>
      <w:r>
        <w:t>Nunheim</w:t>
      </w:r>
      <w:proofErr w:type="spellEnd"/>
      <w:r w:rsidR="00435B4F">
        <w:t>.</w:t>
      </w:r>
    </w:p>
    <w:p w14:paraId="320D7A49" w14:textId="77777777" w:rsidR="00435B4F" w:rsidRDefault="00435B4F" w:rsidP="00256283">
      <w:r>
        <w:t>— </w:t>
      </w:r>
      <w:r w:rsidR="00256283">
        <w:t>Merci</w:t>
      </w:r>
      <w:r>
        <w:t xml:space="preserve">, </w:t>
      </w:r>
      <w:r w:rsidR="00256283">
        <w:t>monsieur</w:t>
      </w:r>
      <w:r>
        <w:t xml:space="preserve">, </w:t>
      </w:r>
      <w:r w:rsidR="00256283">
        <w:t>merci</w:t>
      </w:r>
      <w:r>
        <w:t xml:space="preserve"> ! </w:t>
      </w:r>
      <w:r w:rsidR="00256283">
        <w:t>bégaya-t-il</w:t>
      </w:r>
      <w:r>
        <w:t>.</w:t>
      </w:r>
    </w:p>
    <w:p w14:paraId="4A190894" w14:textId="77777777" w:rsidR="00435B4F" w:rsidRDefault="00256283" w:rsidP="00256283">
      <w:r>
        <w:t>Il but</w:t>
      </w:r>
      <w:r w:rsidR="00435B4F">
        <w:t xml:space="preserve">, </w:t>
      </w:r>
      <w:r>
        <w:t>toussa et tira un mouchoir sale de sa poche pour s</w:t>
      </w:r>
      <w:r w:rsidR="00435B4F">
        <w:t>’</w:t>
      </w:r>
      <w:r>
        <w:t>essuyer la bouche</w:t>
      </w:r>
      <w:r w:rsidR="00435B4F">
        <w:t>.</w:t>
      </w:r>
    </w:p>
    <w:p w14:paraId="3D6AE93C" w14:textId="77777777" w:rsidR="00435B4F" w:rsidRDefault="00435B4F" w:rsidP="00256283">
      <w:r>
        <w:t>— </w:t>
      </w:r>
      <w:r w:rsidR="00256283">
        <w:t>Je ne me souviens pas</w:t>
      </w:r>
      <w:r>
        <w:t xml:space="preserve">, </w:t>
      </w:r>
      <w:r w:rsidR="00256283">
        <w:t>lieutenant</w:t>
      </w:r>
      <w:r>
        <w:t xml:space="preserve">, </w:t>
      </w:r>
      <w:r w:rsidR="00256283">
        <w:t>gémit-il</w:t>
      </w:r>
      <w:r>
        <w:t xml:space="preserve">. </w:t>
      </w:r>
      <w:r w:rsidR="00256283">
        <w:t>Peut-être étais-je chez Charlie</w:t>
      </w:r>
      <w:r>
        <w:t xml:space="preserve">, </w:t>
      </w:r>
      <w:r w:rsidR="00256283">
        <w:t>ou bien ici</w:t>
      </w:r>
      <w:r>
        <w:t xml:space="preserve">. </w:t>
      </w:r>
      <w:r w:rsidR="00256283">
        <w:t>Miriam s</w:t>
      </w:r>
      <w:r>
        <w:t>’</w:t>
      </w:r>
      <w:r w:rsidR="00256283">
        <w:t>en souviendrait si vous me laissiez aller la chercher</w:t>
      </w:r>
      <w:r>
        <w:t>.</w:t>
      </w:r>
    </w:p>
    <w:p w14:paraId="498289F9" w14:textId="77777777" w:rsidR="00435B4F" w:rsidRDefault="00435B4F" w:rsidP="00256283">
      <w:r>
        <w:t>— </w:t>
      </w:r>
      <w:r w:rsidR="00256283">
        <w:t>Au diable Miriam</w:t>
      </w:r>
      <w:r>
        <w:t xml:space="preserve"> ! </w:t>
      </w:r>
      <w:r w:rsidR="00256283">
        <w:t xml:space="preserve">jura </w:t>
      </w:r>
      <w:proofErr w:type="spellStart"/>
      <w:r w:rsidR="00256283">
        <w:t>Guild</w:t>
      </w:r>
      <w:proofErr w:type="spellEnd"/>
      <w:r>
        <w:t xml:space="preserve">. </w:t>
      </w:r>
      <w:r w:rsidR="00256283">
        <w:t>Si tu ne te souviens pas je t</w:t>
      </w:r>
      <w:r>
        <w:t>’</w:t>
      </w:r>
      <w:r w:rsidR="00256283">
        <w:t>embarque</w:t>
      </w:r>
      <w:r>
        <w:t> !</w:t>
      </w:r>
    </w:p>
    <w:p w14:paraId="2FF3F3DE" w14:textId="77777777" w:rsidR="00435B4F" w:rsidRDefault="00435B4F" w:rsidP="00256283">
      <w:r>
        <w:t>— </w:t>
      </w:r>
      <w:r w:rsidR="00256283">
        <w:t>Une minute</w:t>
      </w:r>
      <w:r>
        <w:t xml:space="preserve"> ! </w:t>
      </w:r>
      <w:r w:rsidR="00256283">
        <w:t>supplia le petit homme</w:t>
      </w:r>
      <w:r>
        <w:t xml:space="preserve">. </w:t>
      </w:r>
      <w:r w:rsidR="00256283">
        <w:t>Vous savez bien que je vous dis toujours la vérité</w:t>
      </w:r>
      <w:r>
        <w:t xml:space="preserve"> ! </w:t>
      </w:r>
      <w:r w:rsidR="00256283">
        <w:t>Oh</w:t>
      </w:r>
      <w:r>
        <w:t xml:space="preserve">, </w:t>
      </w:r>
      <w:r w:rsidR="00256283">
        <w:t>que j</w:t>
      </w:r>
      <w:r>
        <w:t>’</w:t>
      </w:r>
      <w:r w:rsidR="00256283">
        <w:t>ai mal au poignet</w:t>
      </w:r>
      <w:r>
        <w:t xml:space="preserve">. </w:t>
      </w:r>
      <w:r w:rsidR="00256283">
        <w:t>Une minute</w:t>
      </w:r>
      <w:r>
        <w:t> !</w:t>
      </w:r>
    </w:p>
    <w:p w14:paraId="3CDF6065" w14:textId="77777777" w:rsidR="00435B4F" w:rsidRDefault="00256283" w:rsidP="00256283">
      <w:r>
        <w:t>Il remit sa tête dans ses mains</w:t>
      </w:r>
      <w:r w:rsidR="00435B4F">
        <w:t>.</w:t>
      </w:r>
    </w:p>
    <w:p w14:paraId="6081C6E0" w14:textId="77777777" w:rsidR="00435B4F" w:rsidRDefault="00256283" w:rsidP="00256283">
      <w:proofErr w:type="spellStart"/>
      <w:r>
        <w:t>Guild</w:t>
      </w:r>
      <w:proofErr w:type="spellEnd"/>
      <w:r>
        <w:t xml:space="preserve"> me fit un clin d</w:t>
      </w:r>
      <w:r w:rsidR="00435B4F">
        <w:t>’</w:t>
      </w:r>
      <w:r>
        <w:t>œil et nous attendîmes quelques secondes</w:t>
      </w:r>
      <w:r w:rsidR="00435B4F">
        <w:t>.</w:t>
      </w:r>
    </w:p>
    <w:p w14:paraId="6DB76473" w14:textId="77777777" w:rsidR="00435B4F" w:rsidRDefault="00256283" w:rsidP="00256283">
      <w:r>
        <w:t>Brusquement</w:t>
      </w:r>
      <w:r w:rsidR="00435B4F">
        <w:t xml:space="preserve">, </w:t>
      </w:r>
      <w:proofErr w:type="spellStart"/>
      <w:r>
        <w:t>Nunheim</w:t>
      </w:r>
      <w:proofErr w:type="spellEnd"/>
      <w:r>
        <w:t xml:space="preserve"> se mit à rire</w:t>
      </w:r>
      <w:r w:rsidR="00435B4F">
        <w:t>.</w:t>
      </w:r>
    </w:p>
    <w:p w14:paraId="2F959141" w14:textId="77777777" w:rsidR="00435B4F" w:rsidRDefault="00435B4F" w:rsidP="00256283">
      <w:r>
        <w:t>— </w:t>
      </w:r>
      <w:r w:rsidR="00256283">
        <w:t>J</w:t>
      </w:r>
      <w:r>
        <w:t>’</w:t>
      </w:r>
      <w:r w:rsidR="00256283">
        <w:t>y suis</w:t>
      </w:r>
      <w:r>
        <w:t xml:space="preserve">, </w:t>
      </w:r>
      <w:r w:rsidR="00256283">
        <w:t>cria-t-il</w:t>
      </w:r>
      <w:r>
        <w:t xml:space="preserve">. </w:t>
      </w:r>
      <w:r w:rsidR="00256283">
        <w:t>C</w:t>
      </w:r>
      <w:r>
        <w:t>’</w:t>
      </w:r>
      <w:r w:rsidR="00256283">
        <w:t>est l</w:t>
      </w:r>
      <w:r>
        <w:t>’</w:t>
      </w:r>
      <w:r w:rsidR="00256283">
        <w:t>après-midi où j</w:t>
      </w:r>
      <w:r>
        <w:t>’</w:t>
      </w:r>
      <w:r w:rsidR="00256283">
        <w:t>étais</w:t>
      </w:r>
      <w:r>
        <w:t xml:space="preserve">… </w:t>
      </w:r>
      <w:r w:rsidR="00256283">
        <w:t>attendez une seconde</w:t>
      </w:r>
      <w:r>
        <w:t xml:space="preserve">, </w:t>
      </w:r>
      <w:r w:rsidR="00256283">
        <w:t>je vais vous donner des preuves</w:t>
      </w:r>
      <w:r>
        <w:t>.</w:t>
      </w:r>
    </w:p>
    <w:p w14:paraId="17F23FA9" w14:textId="77777777" w:rsidR="00435B4F" w:rsidRDefault="00256283" w:rsidP="00256283">
      <w:r>
        <w:t>Il pénétra dans la chambre</w:t>
      </w:r>
      <w:r w:rsidR="00435B4F">
        <w:t>.</w:t>
      </w:r>
    </w:p>
    <w:p w14:paraId="4380F017" w14:textId="77777777" w:rsidR="00435B4F" w:rsidRDefault="00256283" w:rsidP="00256283">
      <w:r>
        <w:lastRenderedPageBreak/>
        <w:t>Après une ou deux minutes</w:t>
      </w:r>
      <w:r w:rsidR="00435B4F">
        <w:t xml:space="preserve">, </w:t>
      </w:r>
      <w:proofErr w:type="spellStart"/>
      <w:r>
        <w:t>Guild</w:t>
      </w:r>
      <w:proofErr w:type="spellEnd"/>
      <w:r>
        <w:t xml:space="preserve"> s</w:t>
      </w:r>
      <w:r w:rsidR="00435B4F">
        <w:t>’</w:t>
      </w:r>
      <w:r>
        <w:t>impatienta</w:t>
      </w:r>
      <w:r w:rsidR="00435B4F">
        <w:t>.</w:t>
      </w:r>
    </w:p>
    <w:p w14:paraId="448776F3" w14:textId="77777777" w:rsidR="00435B4F" w:rsidRDefault="00435B4F" w:rsidP="00256283">
      <w:r>
        <w:t>— </w:t>
      </w:r>
      <w:r w:rsidR="00256283">
        <w:t>Hé</w:t>
      </w:r>
      <w:r>
        <w:t xml:space="preserve">, </w:t>
      </w:r>
      <w:r w:rsidR="00256283">
        <w:t>nous n</w:t>
      </w:r>
      <w:r>
        <w:t>’</w:t>
      </w:r>
      <w:r w:rsidR="00256283">
        <w:t>avons pas le temps</w:t>
      </w:r>
      <w:r>
        <w:t xml:space="preserve"> ! </w:t>
      </w:r>
      <w:r w:rsidR="00256283">
        <w:t>cria-t-il</w:t>
      </w:r>
      <w:r>
        <w:t xml:space="preserve">. </w:t>
      </w:r>
      <w:r w:rsidR="00256283">
        <w:t>Presse-toi un peu</w:t>
      </w:r>
      <w:r>
        <w:t> !</w:t>
      </w:r>
    </w:p>
    <w:p w14:paraId="1BEB24E4" w14:textId="77777777" w:rsidR="00435B4F" w:rsidRDefault="00256283" w:rsidP="00256283">
      <w:r>
        <w:t>Pas de réponse</w:t>
      </w:r>
      <w:r w:rsidR="00435B4F">
        <w:t>.</w:t>
      </w:r>
    </w:p>
    <w:p w14:paraId="26F305C9" w14:textId="77777777" w:rsidR="00435B4F" w:rsidRDefault="00256283" w:rsidP="00256283">
      <w:r>
        <w:t>La chambre était vide</w:t>
      </w:r>
      <w:r w:rsidR="00435B4F">
        <w:t>.</w:t>
      </w:r>
    </w:p>
    <w:p w14:paraId="5431CA62" w14:textId="77777777" w:rsidR="00435B4F" w:rsidRDefault="00256283" w:rsidP="00256283">
      <w:r>
        <w:t>Dans la salle de bains</w:t>
      </w:r>
      <w:r w:rsidR="00435B4F">
        <w:t xml:space="preserve">, </w:t>
      </w:r>
      <w:r>
        <w:t>vide également</w:t>
      </w:r>
      <w:r w:rsidR="00435B4F">
        <w:t xml:space="preserve">, </w:t>
      </w:r>
      <w:r>
        <w:t>une fenêtre était ouverte donnant sur une échelle à crampons de fer scellés dans le mur</w:t>
      </w:r>
      <w:r w:rsidR="00435B4F">
        <w:t>.</w:t>
      </w:r>
    </w:p>
    <w:p w14:paraId="152DEDB1" w14:textId="77777777" w:rsidR="00435B4F" w:rsidRDefault="00256283" w:rsidP="00256283">
      <w:proofErr w:type="spellStart"/>
      <w:r>
        <w:t>Guild</w:t>
      </w:r>
      <w:proofErr w:type="spellEnd"/>
      <w:r>
        <w:t xml:space="preserve"> se gratta le front</w:t>
      </w:r>
      <w:r w:rsidR="00435B4F">
        <w:t>.</w:t>
      </w:r>
    </w:p>
    <w:p w14:paraId="1E045BD8" w14:textId="77777777" w:rsidR="00435B4F" w:rsidRDefault="00435B4F" w:rsidP="00256283">
      <w:r>
        <w:t>— </w:t>
      </w:r>
      <w:r w:rsidR="00256283">
        <w:t>Il n</w:t>
      </w:r>
      <w:r>
        <w:t>’</w:t>
      </w:r>
      <w:r w:rsidR="00256283">
        <w:t>aurait pas dû faire ça</w:t>
      </w:r>
      <w:r>
        <w:t xml:space="preserve">, </w:t>
      </w:r>
      <w:r w:rsidR="00256283">
        <w:t>dit-il</w:t>
      </w:r>
      <w:r>
        <w:t>.</w:t>
      </w:r>
    </w:p>
    <w:p w14:paraId="28443E51" w14:textId="77777777" w:rsidR="00435B4F" w:rsidRDefault="00256283" w:rsidP="00256283">
      <w:r>
        <w:t>Il revint dans l</w:t>
      </w:r>
      <w:r w:rsidR="00435B4F">
        <w:t>’</w:t>
      </w:r>
      <w:r>
        <w:t>autre pièce et prit le téléphone</w:t>
      </w:r>
      <w:r w:rsidR="00435B4F">
        <w:t>.</w:t>
      </w:r>
    </w:p>
    <w:p w14:paraId="5D1782E4" w14:textId="77777777" w:rsidR="00435B4F" w:rsidRDefault="00256283" w:rsidP="00256283">
      <w:r>
        <w:t>Tandis qu</w:t>
      </w:r>
      <w:r w:rsidR="00435B4F">
        <w:t>’</w:t>
      </w:r>
      <w:r>
        <w:t>il était occupé</w:t>
      </w:r>
      <w:r w:rsidR="00435B4F">
        <w:t xml:space="preserve">, </w:t>
      </w:r>
      <w:r>
        <w:t>je fouillai quelques tiroirs sans rien découvrir qui pût m</w:t>
      </w:r>
      <w:r w:rsidR="00435B4F">
        <w:t>’</w:t>
      </w:r>
      <w:r>
        <w:t>intéresser</w:t>
      </w:r>
      <w:r w:rsidR="00435B4F">
        <w:t>.</w:t>
      </w:r>
    </w:p>
    <w:p w14:paraId="6A053A05" w14:textId="77777777" w:rsidR="00435B4F" w:rsidRDefault="00435B4F" w:rsidP="00256283">
      <w:r>
        <w:t>— </w:t>
      </w:r>
      <w:r w:rsidR="00256283">
        <w:t>Nous le retrouverons</w:t>
      </w:r>
      <w:r>
        <w:t xml:space="preserve">, </w:t>
      </w:r>
      <w:r w:rsidR="00256283">
        <w:t xml:space="preserve">conclut </w:t>
      </w:r>
      <w:proofErr w:type="spellStart"/>
      <w:r w:rsidR="00256283">
        <w:t>Guild</w:t>
      </w:r>
      <w:proofErr w:type="spellEnd"/>
      <w:r w:rsidR="00256283">
        <w:t xml:space="preserve"> en raccrochant</w:t>
      </w:r>
      <w:r>
        <w:t xml:space="preserve"> ; </w:t>
      </w:r>
      <w:r w:rsidR="00256283">
        <w:t>on vient de m</w:t>
      </w:r>
      <w:r>
        <w:t>’</w:t>
      </w:r>
      <w:r w:rsidR="00256283">
        <w:t xml:space="preserve">avertir que Jorgensen et </w:t>
      </w:r>
      <w:proofErr w:type="spellStart"/>
      <w:r w:rsidR="00256283">
        <w:t>Rosewater</w:t>
      </w:r>
      <w:proofErr w:type="spellEnd"/>
      <w:r w:rsidR="00256283">
        <w:t xml:space="preserve"> sont un seul et même homme</w:t>
      </w:r>
      <w:r>
        <w:t>.</w:t>
      </w:r>
    </w:p>
    <w:p w14:paraId="658FBFCF" w14:textId="77777777" w:rsidR="00435B4F" w:rsidRDefault="00435B4F" w:rsidP="00256283">
      <w:r>
        <w:t>— </w:t>
      </w:r>
      <w:r w:rsidR="00256283">
        <w:t>Qui l</w:t>
      </w:r>
      <w:r>
        <w:t>’</w:t>
      </w:r>
      <w:r w:rsidR="00256283">
        <w:t>a identifié</w:t>
      </w:r>
      <w:r>
        <w:t> ?</w:t>
      </w:r>
    </w:p>
    <w:p w14:paraId="56BE5AEA" w14:textId="77777777" w:rsidR="00435B4F" w:rsidRDefault="00435B4F" w:rsidP="00256283">
      <w:r>
        <w:t>— </w:t>
      </w:r>
      <w:r w:rsidR="00256283">
        <w:t>J</w:t>
      </w:r>
      <w:r>
        <w:t>’</w:t>
      </w:r>
      <w:r w:rsidR="00256283">
        <w:t>avais envoyé un inspecteur chez Olga Fenton</w:t>
      </w:r>
      <w:r>
        <w:t xml:space="preserve">. </w:t>
      </w:r>
      <w:r w:rsidR="00256283">
        <w:t>Elle a parlé</w:t>
      </w:r>
      <w:r>
        <w:t xml:space="preserve">, </w:t>
      </w:r>
      <w:r w:rsidR="00256283">
        <w:t>mais elle maintient ce qu</w:t>
      </w:r>
      <w:r>
        <w:t>’</w:t>
      </w:r>
      <w:r w:rsidR="00256283">
        <w:t>elle a dit quant à la présence de Jorgensen-</w:t>
      </w:r>
      <w:proofErr w:type="spellStart"/>
      <w:r w:rsidR="00256283">
        <w:t>Rosewater</w:t>
      </w:r>
      <w:proofErr w:type="spellEnd"/>
      <w:r w:rsidR="00256283">
        <w:t xml:space="preserve"> chez elle l</w:t>
      </w:r>
      <w:r>
        <w:t>’</w:t>
      </w:r>
      <w:r w:rsidR="00256283">
        <w:t>après-midi du crime</w:t>
      </w:r>
      <w:r>
        <w:t xml:space="preserve">. </w:t>
      </w:r>
      <w:r w:rsidR="00256283">
        <w:t>Je vais la voir</w:t>
      </w:r>
      <w:r>
        <w:t xml:space="preserve">. </w:t>
      </w:r>
      <w:r w:rsidR="00256283">
        <w:t>Voulez-vous venir</w:t>
      </w:r>
      <w:r>
        <w:t> ?</w:t>
      </w:r>
    </w:p>
    <w:p w14:paraId="5FB2A05E" w14:textId="77777777" w:rsidR="00435B4F" w:rsidRDefault="00256283" w:rsidP="00256283">
      <w:r>
        <w:t>Je tirai ma montre</w:t>
      </w:r>
      <w:r w:rsidR="00435B4F">
        <w:t>.</w:t>
      </w:r>
    </w:p>
    <w:p w14:paraId="62BF1C6C" w14:textId="77777777" w:rsidR="00435B4F" w:rsidRDefault="00435B4F" w:rsidP="00256283">
      <w:r>
        <w:t>— </w:t>
      </w:r>
      <w:r w:rsidR="00256283">
        <w:t>Il est trop tard</w:t>
      </w:r>
      <w:r>
        <w:t xml:space="preserve">, </w:t>
      </w:r>
      <w:r w:rsidR="00256283">
        <w:t>dis-je</w:t>
      </w:r>
      <w:r>
        <w:t xml:space="preserve"> ; </w:t>
      </w:r>
      <w:r w:rsidR="00256283">
        <w:t>vous allez arrêter Jorgensen</w:t>
      </w:r>
      <w:r>
        <w:t> ?</w:t>
      </w:r>
    </w:p>
    <w:p w14:paraId="58B2591D" w14:textId="77777777" w:rsidR="00435B4F" w:rsidRDefault="00435B4F" w:rsidP="00256283">
      <w:r>
        <w:t>— </w:t>
      </w:r>
      <w:r w:rsidR="00256283">
        <w:t>L</w:t>
      </w:r>
      <w:r>
        <w:t>’</w:t>
      </w:r>
      <w:r w:rsidR="00256283">
        <w:t>ordre est donné</w:t>
      </w:r>
      <w:r>
        <w:t xml:space="preserve"> ; </w:t>
      </w:r>
      <w:r w:rsidR="00256283">
        <w:t>il faudra bien qu</w:t>
      </w:r>
      <w:r>
        <w:t>’</w:t>
      </w:r>
      <w:r w:rsidR="00256283">
        <w:t>il parle</w:t>
      </w:r>
      <w:r>
        <w:t> !</w:t>
      </w:r>
    </w:p>
    <w:p w14:paraId="4D118D5E" w14:textId="77777777" w:rsidR="00435B4F" w:rsidRDefault="00435B4F" w:rsidP="00256283">
      <w:r>
        <w:t>— </w:t>
      </w:r>
      <w:r w:rsidR="00256283">
        <w:t>Et maintenant</w:t>
      </w:r>
      <w:r>
        <w:t xml:space="preserve">, </w:t>
      </w:r>
      <w:r w:rsidR="00256283">
        <w:t>dis-je</w:t>
      </w:r>
      <w:r>
        <w:t xml:space="preserve">, </w:t>
      </w:r>
      <w:r w:rsidR="00256283">
        <w:t>à votre avis</w:t>
      </w:r>
      <w:r>
        <w:t xml:space="preserve">, </w:t>
      </w:r>
      <w:r w:rsidR="00256283">
        <w:t>qui est coupable</w:t>
      </w:r>
      <w:r>
        <w:t> ?</w:t>
      </w:r>
    </w:p>
    <w:p w14:paraId="35693534" w14:textId="77777777" w:rsidR="00435B4F" w:rsidRDefault="00435B4F" w:rsidP="00256283">
      <w:r>
        <w:lastRenderedPageBreak/>
        <w:t>— </w:t>
      </w:r>
      <w:r w:rsidR="00256283">
        <w:t>Je ne m</w:t>
      </w:r>
      <w:r>
        <w:t>’</w:t>
      </w:r>
      <w:r w:rsidR="00256283">
        <w:t>inquiète pas</w:t>
      </w:r>
      <w:r>
        <w:t xml:space="preserve">, </w:t>
      </w:r>
      <w:r w:rsidR="00256283">
        <w:t>répondit-il</w:t>
      </w:r>
      <w:r>
        <w:t xml:space="preserve">, </w:t>
      </w:r>
      <w:r w:rsidR="00256283">
        <w:t>encore quelques jours et il n</w:t>
      </w:r>
      <w:r>
        <w:t>’</w:t>
      </w:r>
      <w:r w:rsidR="00256283">
        <w:t>y aura plus qu</w:t>
      </w:r>
      <w:r>
        <w:t>’</w:t>
      </w:r>
      <w:r w:rsidR="00256283">
        <w:t>à tendre la main pour le prendre</w:t>
      </w:r>
      <w:r>
        <w:t>.</w:t>
      </w:r>
    </w:p>
    <w:p w14:paraId="202ACE81" w14:textId="77777777" w:rsidR="00435B4F" w:rsidRDefault="00256283" w:rsidP="00256283">
      <w:r>
        <w:t>Dans la rue il promit de me tenir au courant et nous nous séparâmes</w:t>
      </w:r>
      <w:r w:rsidR="00435B4F">
        <w:t xml:space="preserve">. </w:t>
      </w:r>
      <w:r>
        <w:t>Il courut après moi</w:t>
      </w:r>
      <w:r w:rsidR="00435B4F">
        <w:t xml:space="preserve">, </w:t>
      </w:r>
      <w:r>
        <w:t>quelques secondes plus tard</w:t>
      </w:r>
      <w:r w:rsidR="00435B4F">
        <w:t xml:space="preserve"> : </w:t>
      </w:r>
      <w:r>
        <w:t>il avait oublié de me charger de ses hommages pour ma femme</w:t>
      </w:r>
      <w:r w:rsidR="00435B4F">
        <w:t>.</w:t>
      </w:r>
    </w:p>
    <w:p w14:paraId="2540F0B3" w14:textId="77777777" w:rsidR="00256283" w:rsidRDefault="00256283" w:rsidP="003D5E6A">
      <w:pPr>
        <w:pStyle w:val="Titre1"/>
      </w:pPr>
      <w:bookmarkStart w:id="37" w:name="__RefHeading__62_1831309079"/>
      <w:bookmarkStart w:id="38" w:name="_Toc202285670"/>
      <w:bookmarkEnd w:id="37"/>
      <w:r>
        <w:lastRenderedPageBreak/>
        <w:t>XVII</w:t>
      </w:r>
      <w:bookmarkEnd w:id="38"/>
    </w:p>
    <w:p w14:paraId="475EC198" w14:textId="77777777" w:rsidR="00435B4F" w:rsidRDefault="00256283" w:rsidP="00256283">
      <w:r>
        <w:t xml:space="preserve">Je fis la commission de </w:t>
      </w:r>
      <w:proofErr w:type="spellStart"/>
      <w:r>
        <w:t>Guild</w:t>
      </w:r>
      <w:proofErr w:type="spellEnd"/>
      <w:r w:rsidR="00435B4F">
        <w:t>.</w:t>
      </w:r>
    </w:p>
    <w:p w14:paraId="1935B166" w14:textId="77777777" w:rsidR="00435B4F" w:rsidRDefault="00435B4F" w:rsidP="00256283">
      <w:r>
        <w:t>— </w:t>
      </w:r>
      <w:r w:rsidR="00256283">
        <w:t>J</w:t>
      </w:r>
      <w:r>
        <w:t>’</w:t>
      </w:r>
      <w:r w:rsidR="00256283">
        <w:t>ai aussi un message pour toi</w:t>
      </w:r>
      <w:r>
        <w:t xml:space="preserve">, </w:t>
      </w:r>
      <w:r w:rsidR="00256283">
        <w:t>dit Nora</w:t>
      </w:r>
      <w:r>
        <w:t xml:space="preserve">. </w:t>
      </w:r>
      <w:r w:rsidR="00256283">
        <w:t xml:space="preserve">Gilbert </w:t>
      </w:r>
      <w:proofErr w:type="spellStart"/>
      <w:r w:rsidR="00256283">
        <w:t>Wynant</w:t>
      </w:r>
      <w:proofErr w:type="spellEnd"/>
      <w:r w:rsidR="00256283">
        <w:t xml:space="preserve"> est venu</w:t>
      </w:r>
      <w:r>
        <w:t xml:space="preserve">. </w:t>
      </w:r>
      <w:r w:rsidR="00256283">
        <w:t>Désolé de ne point te voir il m</w:t>
      </w:r>
      <w:r>
        <w:t>’</w:t>
      </w:r>
      <w:r w:rsidR="00256283">
        <w:t>a demandé de te dire qu</w:t>
      </w:r>
      <w:r>
        <w:t>’</w:t>
      </w:r>
      <w:r w:rsidR="00256283">
        <w:t>il avait une nouvelle très importante à te communiquer</w:t>
      </w:r>
      <w:r>
        <w:t xml:space="preserve">. </w:t>
      </w:r>
      <w:r w:rsidR="00256283">
        <w:t>Crois-tu que Jorgensen ait tué Julia</w:t>
      </w:r>
      <w:r>
        <w:t> ?</w:t>
      </w:r>
    </w:p>
    <w:p w14:paraId="3BE34CFA" w14:textId="77777777" w:rsidR="00435B4F" w:rsidRDefault="00435B4F" w:rsidP="00256283">
      <w:r>
        <w:t>— </w:t>
      </w:r>
      <w:r w:rsidR="00256283">
        <w:t>Je croyais connaître le meurtrier</w:t>
      </w:r>
      <w:r>
        <w:t xml:space="preserve">, </w:t>
      </w:r>
      <w:r w:rsidR="00256283">
        <w:t>répondis-je</w:t>
      </w:r>
      <w:r>
        <w:t xml:space="preserve">, </w:t>
      </w:r>
      <w:r w:rsidR="00256283">
        <w:t>mais cela se complique trop pour laisser place à autre chose qu</w:t>
      </w:r>
      <w:r>
        <w:t>’</w:t>
      </w:r>
      <w:r w:rsidR="00256283">
        <w:t>à des suppositions</w:t>
      </w:r>
      <w:r>
        <w:t> !</w:t>
      </w:r>
    </w:p>
    <w:p w14:paraId="1A0CF222" w14:textId="77777777" w:rsidR="00435B4F" w:rsidRDefault="00435B4F" w:rsidP="00256283">
      <w:r>
        <w:t>— </w:t>
      </w:r>
      <w:r w:rsidR="00256283">
        <w:t>Alors</w:t>
      </w:r>
      <w:r>
        <w:t> ?</w:t>
      </w:r>
    </w:p>
    <w:p w14:paraId="7DB1B79F" w14:textId="77777777" w:rsidR="00435B4F" w:rsidRDefault="00435B4F" w:rsidP="00256283">
      <w:r>
        <w:t>— </w:t>
      </w:r>
      <w:r w:rsidR="00256283">
        <w:t>Alors</w:t>
      </w:r>
      <w:r>
        <w:t xml:space="preserve"> ! </w:t>
      </w:r>
      <w:r w:rsidR="00256283">
        <w:t>Mimi</w:t>
      </w:r>
      <w:r>
        <w:t xml:space="preserve">, </w:t>
      </w:r>
      <w:r w:rsidR="00256283">
        <w:t>Jorgensen</w:t>
      </w:r>
      <w:r>
        <w:t xml:space="preserve">, </w:t>
      </w:r>
      <w:proofErr w:type="spellStart"/>
      <w:r w:rsidR="00256283">
        <w:t>Wynant</w:t>
      </w:r>
      <w:proofErr w:type="spellEnd"/>
      <w:r>
        <w:t xml:space="preserve">, </w:t>
      </w:r>
      <w:proofErr w:type="spellStart"/>
      <w:r w:rsidR="00256283">
        <w:t>Nunheim</w:t>
      </w:r>
      <w:proofErr w:type="spellEnd"/>
      <w:r>
        <w:t xml:space="preserve">, </w:t>
      </w:r>
      <w:r w:rsidR="00256283">
        <w:t>Gilbert</w:t>
      </w:r>
      <w:r>
        <w:t xml:space="preserve">, </w:t>
      </w:r>
      <w:r w:rsidR="00256283">
        <w:t>Dorothy</w:t>
      </w:r>
      <w:r>
        <w:t xml:space="preserve">, </w:t>
      </w:r>
      <w:r w:rsidR="00256283">
        <w:t>tante Alice</w:t>
      </w:r>
      <w:r>
        <w:t xml:space="preserve">, </w:t>
      </w:r>
      <w:r w:rsidR="00256283">
        <w:t>Morelli</w:t>
      </w:r>
      <w:r>
        <w:t xml:space="preserve">, </w:t>
      </w:r>
      <w:r w:rsidR="00256283">
        <w:t>ou toi</w:t>
      </w:r>
      <w:r>
        <w:t xml:space="preserve">, </w:t>
      </w:r>
      <w:r w:rsidR="00256283">
        <w:t>ou moi</w:t>
      </w:r>
      <w:r>
        <w:t xml:space="preserve">, </w:t>
      </w:r>
      <w:r w:rsidR="00256283">
        <w:t xml:space="preserve">ou </w:t>
      </w:r>
      <w:proofErr w:type="spellStart"/>
      <w:r w:rsidR="00256283">
        <w:t>Guild</w:t>
      </w:r>
      <w:proofErr w:type="spellEnd"/>
      <w:r>
        <w:t xml:space="preserve">. </w:t>
      </w:r>
      <w:proofErr w:type="spellStart"/>
      <w:r w:rsidR="00256283">
        <w:t>Studsy</w:t>
      </w:r>
      <w:proofErr w:type="spellEnd"/>
      <w:r>
        <w:t xml:space="preserve">, </w:t>
      </w:r>
      <w:r w:rsidR="00256283">
        <w:t>peut-être</w:t>
      </w:r>
      <w:r>
        <w:t xml:space="preserve">. </w:t>
      </w:r>
      <w:r w:rsidR="00256283">
        <w:t>J</w:t>
      </w:r>
      <w:r>
        <w:t>’</w:t>
      </w:r>
      <w:r w:rsidR="00256283">
        <w:t>ai soif</w:t>
      </w:r>
      <w:r>
        <w:t> !</w:t>
      </w:r>
    </w:p>
    <w:p w14:paraId="25DE5496" w14:textId="77777777" w:rsidR="00435B4F" w:rsidRDefault="00256283" w:rsidP="00256283">
      <w:r>
        <w:t>Elle prépara des cocktails</w:t>
      </w:r>
      <w:r w:rsidR="00435B4F">
        <w:t xml:space="preserve">. </w:t>
      </w:r>
      <w:r>
        <w:t>J</w:t>
      </w:r>
      <w:r w:rsidR="00435B4F">
        <w:t>’</w:t>
      </w:r>
      <w:r>
        <w:t>en étais à mon troisième quand elle revint du téléphone</w:t>
      </w:r>
      <w:r w:rsidR="00435B4F">
        <w:t>.</w:t>
      </w:r>
    </w:p>
    <w:p w14:paraId="5D5FC1DA" w14:textId="77777777" w:rsidR="00435B4F" w:rsidRDefault="00435B4F" w:rsidP="00256283">
      <w:r>
        <w:t>— </w:t>
      </w:r>
      <w:r w:rsidR="00256283">
        <w:t>Ton amie Mimi voudrait te parler</w:t>
      </w:r>
      <w:r>
        <w:t xml:space="preserve">, </w:t>
      </w:r>
      <w:r w:rsidR="00256283">
        <w:t>dit-elle</w:t>
      </w:r>
      <w:r>
        <w:t>.</w:t>
      </w:r>
    </w:p>
    <w:p w14:paraId="3D9CAD59" w14:textId="77777777" w:rsidR="00435B4F" w:rsidRDefault="00256283" w:rsidP="00256283">
      <w:r>
        <w:t>J</w:t>
      </w:r>
      <w:r w:rsidR="00435B4F">
        <w:t>’</w:t>
      </w:r>
      <w:r>
        <w:t>allai prendre le récepteur</w:t>
      </w:r>
      <w:r w:rsidR="00435B4F">
        <w:t>.</w:t>
      </w:r>
    </w:p>
    <w:p w14:paraId="3EB3116A" w14:textId="77777777" w:rsidR="00435B4F" w:rsidRDefault="00435B4F" w:rsidP="00256283">
      <w:r>
        <w:t>— </w:t>
      </w:r>
      <w:r w:rsidR="00256283">
        <w:t>Allo</w:t>
      </w:r>
      <w:r>
        <w:t xml:space="preserve">, </w:t>
      </w:r>
      <w:r w:rsidR="00256283">
        <w:t>Mimi</w:t>
      </w:r>
      <w:r>
        <w:t> !</w:t>
      </w:r>
    </w:p>
    <w:p w14:paraId="76AFE06D" w14:textId="77777777" w:rsidR="00435B4F" w:rsidRDefault="00435B4F" w:rsidP="00256283">
      <w:r>
        <w:t>— </w:t>
      </w:r>
      <w:r w:rsidR="00256283">
        <w:t>Oh</w:t>
      </w:r>
      <w:r>
        <w:t xml:space="preserve">, </w:t>
      </w:r>
      <w:r w:rsidR="00256283">
        <w:t>Nick</w:t>
      </w:r>
      <w:r>
        <w:t xml:space="preserve">, </w:t>
      </w:r>
      <w:r w:rsidR="00256283">
        <w:t>je suis fâchée d</w:t>
      </w:r>
      <w:r>
        <w:t>’</w:t>
      </w:r>
      <w:r w:rsidR="00256283">
        <w:t>avoir été insupportable l</w:t>
      </w:r>
      <w:r>
        <w:t>’</w:t>
      </w:r>
      <w:r w:rsidR="00256283">
        <w:t>autre soir</w:t>
      </w:r>
      <w:r>
        <w:t xml:space="preserve">, </w:t>
      </w:r>
      <w:r w:rsidR="00256283">
        <w:t>mais j</w:t>
      </w:r>
      <w:r>
        <w:t>’</w:t>
      </w:r>
      <w:r w:rsidR="00256283">
        <w:t>avais perdu la tête</w:t>
      </w:r>
      <w:r>
        <w:t xml:space="preserve">. </w:t>
      </w:r>
      <w:r w:rsidR="00256283">
        <w:t>Est-ce que vous me pardonnez</w:t>
      </w:r>
      <w:r>
        <w:t> ?</w:t>
      </w:r>
    </w:p>
    <w:p w14:paraId="5441BC65" w14:textId="77777777" w:rsidR="00435B4F" w:rsidRDefault="00256283" w:rsidP="00256283">
      <w:r>
        <w:t>Elle parlait très rapidement</w:t>
      </w:r>
      <w:r w:rsidR="00435B4F">
        <w:t xml:space="preserve">, </w:t>
      </w:r>
      <w:r>
        <w:t>comme pressée d</w:t>
      </w:r>
      <w:r w:rsidR="00435B4F">
        <w:t>’</w:t>
      </w:r>
      <w:r>
        <w:t>en finir avec ces politesses</w:t>
      </w:r>
      <w:r w:rsidR="00435B4F">
        <w:t>.</w:t>
      </w:r>
    </w:p>
    <w:p w14:paraId="78E53FD6" w14:textId="77777777" w:rsidR="00435B4F" w:rsidRDefault="00256283" w:rsidP="00256283">
      <w:r>
        <w:t>Dès que j</w:t>
      </w:r>
      <w:r w:rsidR="00435B4F">
        <w:t>’</w:t>
      </w:r>
      <w:r>
        <w:t>eus protesté elle m</w:t>
      </w:r>
      <w:r w:rsidR="00435B4F">
        <w:t>’</w:t>
      </w:r>
      <w:r>
        <w:t>interrompit</w:t>
      </w:r>
      <w:r w:rsidR="00435B4F">
        <w:t xml:space="preserve">, </w:t>
      </w:r>
      <w:r>
        <w:t>plus lentement cette fois</w:t>
      </w:r>
      <w:r w:rsidR="00435B4F">
        <w:t xml:space="preserve">, </w:t>
      </w:r>
      <w:r>
        <w:t>d</w:t>
      </w:r>
      <w:r w:rsidR="00435B4F">
        <w:t>’</w:t>
      </w:r>
      <w:r>
        <w:t>une voix plus sérieuse</w:t>
      </w:r>
      <w:r w:rsidR="00435B4F">
        <w:t>.</w:t>
      </w:r>
    </w:p>
    <w:p w14:paraId="0DCEEA15" w14:textId="77777777" w:rsidR="00435B4F" w:rsidRDefault="00435B4F" w:rsidP="00256283">
      <w:r>
        <w:lastRenderedPageBreak/>
        <w:t>— </w:t>
      </w:r>
      <w:r w:rsidR="00256283">
        <w:t>Je voudrais vous voir</w:t>
      </w:r>
      <w:r>
        <w:t xml:space="preserve">, </w:t>
      </w:r>
      <w:r w:rsidR="00256283">
        <w:t>Nick</w:t>
      </w:r>
      <w:r>
        <w:t xml:space="preserve"> ! </w:t>
      </w:r>
      <w:r w:rsidR="00256283">
        <w:t>Une chose terrible vient d</w:t>
      </w:r>
      <w:r>
        <w:t>’</w:t>
      </w:r>
      <w:r w:rsidR="00256283">
        <w:t>arriver et je ne sais que faire</w:t>
      </w:r>
      <w:r>
        <w:t> !</w:t>
      </w:r>
    </w:p>
    <w:p w14:paraId="55F6EC7D" w14:textId="77777777" w:rsidR="00435B4F" w:rsidRDefault="00435B4F" w:rsidP="00256283">
      <w:r>
        <w:t>— </w:t>
      </w:r>
      <w:r w:rsidR="00256283">
        <w:t>De quoi s</w:t>
      </w:r>
      <w:r>
        <w:t>’</w:t>
      </w:r>
      <w:r w:rsidR="00256283">
        <w:t>agit-il</w:t>
      </w:r>
      <w:r>
        <w:t> ?</w:t>
      </w:r>
    </w:p>
    <w:p w14:paraId="7CDB4E79" w14:textId="77777777" w:rsidR="00435B4F" w:rsidRDefault="00435B4F" w:rsidP="00256283">
      <w:r>
        <w:t>— </w:t>
      </w:r>
      <w:r w:rsidR="00256283">
        <w:t>Je ne puis vous le dire au téléphone</w:t>
      </w:r>
      <w:r>
        <w:t xml:space="preserve">, </w:t>
      </w:r>
      <w:r w:rsidR="00256283">
        <w:t>mais j</w:t>
      </w:r>
      <w:r>
        <w:t>’</w:t>
      </w:r>
      <w:r w:rsidR="00256283">
        <w:t>ai besoin de vos conseils</w:t>
      </w:r>
      <w:r>
        <w:t xml:space="preserve"> ; </w:t>
      </w:r>
      <w:r w:rsidR="00256283">
        <w:t>pouvez-vous venir me voir</w:t>
      </w:r>
      <w:r>
        <w:t> ?</w:t>
      </w:r>
    </w:p>
    <w:p w14:paraId="045E7AB6" w14:textId="77777777" w:rsidR="00435B4F" w:rsidRDefault="00435B4F" w:rsidP="00256283">
      <w:r>
        <w:t>— </w:t>
      </w:r>
      <w:r w:rsidR="00256283">
        <w:t>Tout de suite</w:t>
      </w:r>
      <w:r>
        <w:t> ?</w:t>
      </w:r>
    </w:p>
    <w:p w14:paraId="37964A3F" w14:textId="77777777" w:rsidR="00435B4F" w:rsidRDefault="00435B4F" w:rsidP="00256283">
      <w:r>
        <w:t>— </w:t>
      </w:r>
      <w:r w:rsidR="00256283">
        <w:t>Je vous en supplie</w:t>
      </w:r>
      <w:r>
        <w:t>.</w:t>
      </w:r>
    </w:p>
    <w:p w14:paraId="1BAB1A39" w14:textId="77777777" w:rsidR="00435B4F" w:rsidRDefault="00435B4F" w:rsidP="00256283">
      <w:r>
        <w:t>— </w:t>
      </w:r>
      <w:r w:rsidR="00256283">
        <w:t>Entendu</w:t>
      </w:r>
      <w:r>
        <w:t>.</w:t>
      </w:r>
    </w:p>
    <w:p w14:paraId="0E19AD30" w14:textId="77777777" w:rsidR="00435B4F" w:rsidRDefault="00256283" w:rsidP="00256283">
      <w:r>
        <w:t>Je revins dans le salon</w:t>
      </w:r>
      <w:r w:rsidR="00435B4F">
        <w:t>.</w:t>
      </w:r>
    </w:p>
    <w:p w14:paraId="0A15D1EC" w14:textId="77777777" w:rsidR="00435B4F" w:rsidRDefault="00435B4F" w:rsidP="00256283">
      <w:r>
        <w:t>— </w:t>
      </w:r>
      <w:r w:rsidR="00256283">
        <w:t>Je vais voir Mimi</w:t>
      </w:r>
      <w:r>
        <w:t xml:space="preserve">, </w:t>
      </w:r>
      <w:r w:rsidR="00256283">
        <w:t>dis-je à Nora</w:t>
      </w:r>
      <w:r>
        <w:t xml:space="preserve">. </w:t>
      </w:r>
      <w:r w:rsidR="00256283">
        <w:t>Elle est bouleversée et a besoin qu</w:t>
      </w:r>
      <w:r>
        <w:t>’</w:t>
      </w:r>
      <w:r w:rsidR="00256283">
        <w:t>on l</w:t>
      </w:r>
      <w:r>
        <w:t>’</w:t>
      </w:r>
      <w:r w:rsidR="00256283">
        <w:t>aide</w:t>
      </w:r>
      <w:r>
        <w:t>.</w:t>
      </w:r>
    </w:p>
    <w:p w14:paraId="02230927" w14:textId="77777777" w:rsidR="00435B4F" w:rsidRDefault="00256283" w:rsidP="00256283">
      <w:r>
        <w:t>Nora éclata de rire</w:t>
      </w:r>
      <w:r w:rsidR="00435B4F">
        <w:t>.</w:t>
      </w:r>
    </w:p>
    <w:p w14:paraId="1522DC69" w14:textId="77777777" w:rsidR="00435B4F" w:rsidRDefault="00435B4F" w:rsidP="00256283">
      <w:r>
        <w:t>— </w:t>
      </w:r>
      <w:r w:rsidR="00256283">
        <w:t>Sois sage</w:t>
      </w:r>
      <w:r>
        <w:t xml:space="preserve">, </w:t>
      </w:r>
      <w:r w:rsidR="00256283">
        <w:t>dit-elle</w:t>
      </w:r>
      <w:r>
        <w:t xml:space="preserve">. </w:t>
      </w:r>
      <w:r w:rsidR="00256283">
        <w:t>Prends garde à ta vertu</w:t>
      </w:r>
      <w:r>
        <w:t xml:space="preserve">… </w:t>
      </w:r>
      <w:r w:rsidR="00256283">
        <w:t>et croise les jambes</w:t>
      </w:r>
      <w:r>
        <w:t xml:space="preserve"> ! </w:t>
      </w:r>
      <w:r w:rsidR="00256283">
        <w:t>Elle m</w:t>
      </w:r>
      <w:r>
        <w:t>’</w:t>
      </w:r>
      <w:r w:rsidR="00256283">
        <w:t>a déjà fait des excuses</w:t>
      </w:r>
      <w:r>
        <w:t>.</w:t>
      </w:r>
    </w:p>
    <w:p w14:paraId="756E674F" w14:textId="77777777" w:rsidR="00435B4F" w:rsidRDefault="00435B4F" w:rsidP="00256283">
      <w:r>
        <w:t>— </w:t>
      </w:r>
      <w:r w:rsidR="00256283">
        <w:t>À moi aussi</w:t>
      </w:r>
      <w:r>
        <w:t xml:space="preserve">. </w:t>
      </w:r>
      <w:r w:rsidR="00256283">
        <w:t>Est-ce que Dorothy est là-bas</w:t>
      </w:r>
      <w:r>
        <w:t> ?</w:t>
      </w:r>
    </w:p>
    <w:p w14:paraId="277E3743" w14:textId="77777777" w:rsidR="00435B4F" w:rsidRDefault="00435B4F" w:rsidP="00256283">
      <w:r>
        <w:t>— </w:t>
      </w:r>
      <w:r w:rsidR="00256283">
        <w:t>Non</w:t>
      </w:r>
      <w:r>
        <w:t xml:space="preserve">, </w:t>
      </w:r>
      <w:r w:rsidR="00256283">
        <w:t>Gilbert dit qu</w:t>
      </w:r>
      <w:r>
        <w:t>’</w:t>
      </w:r>
      <w:r w:rsidR="00256283">
        <w:t>elle est chez Alice</w:t>
      </w:r>
      <w:r>
        <w:t xml:space="preserve">. </w:t>
      </w:r>
      <w:r w:rsidR="00256283">
        <w:t>Ne reste pas trop longtemps</w:t>
      </w:r>
      <w:r>
        <w:t>.</w:t>
      </w:r>
    </w:p>
    <w:p w14:paraId="301ADF08" w14:textId="77777777" w:rsidR="00435B4F" w:rsidRDefault="00435B4F" w:rsidP="00256283">
      <w:r>
        <w:t>— </w:t>
      </w:r>
      <w:r w:rsidR="00256283">
        <w:t>Je reviendrai dès que je pourrai</w:t>
      </w:r>
      <w:r>
        <w:t xml:space="preserve">. </w:t>
      </w:r>
      <w:r w:rsidR="00256283">
        <w:t>On a sans doute arrêté Jorgensen</w:t>
      </w:r>
      <w:r>
        <w:t xml:space="preserve">, </w:t>
      </w:r>
      <w:r w:rsidR="00256283">
        <w:t>et Mimi voudrait le tirer de là</w:t>
      </w:r>
      <w:r>
        <w:t>.</w:t>
      </w:r>
    </w:p>
    <w:p w14:paraId="11EAF9A5" w14:textId="77777777" w:rsidR="00435B4F" w:rsidRDefault="00435B4F" w:rsidP="00256283">
      <w:r>
        <w:t>— </w:t>
      </w:r>
      <w:r w:rsidR="00256283">
        <w:t>Que peut-on lui faire s</w:t>
      </w:r>
      <w:r>
        <w:t>’</w:t>
      </w:r>
      <w:r w:rsidR="00256283">
        <w:t>il n</w:t>
      </w:r>
      <w:r>
        <w:t>’</w:t>
      </w:r>
      <w:r w:rsidR="00256283">
        <w:t>a pas tué Julia</w:t>
      </w:r>
      <w:r>
        <w:t> ?</w:t>
      </w:r>
    </w:p>
    <w:p w14:paraId="7E77EA35" w14:textId="77777777" w:rsidR="00435B4F" w:rsidRDefault="00435B4F" w:rsidP="00256283">
      <w:r>
        <w:t>— </w:t>
      </w:r>
      <w:r w:rsidR="00256283">
        <w:t>On peut encore l</w:t>
      </w:r>
      <w:r>
        <w:t>’</w:t>
      </w:r>
      <w:r w:rsidR="00256283">
        <w:t>empoisonner avec la vieille histoire</w:t>
      </w:r>
      <w:r>
        <w:t xml:space="preserve"> : </w:t>
      </w:r>
      <w:r w:rsidR="00256283">
        <w:t>menace de mort sous conditions</w:t>
      </w:r>
      <w:r>
        <w:t>.</w:t>
      </w:r>
    </w:p>
    <w:p w14:paraId="5960E718" w14:textId="77777777" w:rsidR="00435B4F" w:rsidRDefault="00256283" w:rsidP="00256283">
      <w:r>
        <w:t>Je posai mon verre</w:t>
      </w:r>
      <w:r w:rsidR="00435B4F">
        <w:t xml:space="preserve">, </w:t>
      </w:r>
      <w:r>
        <w:t>songeant brusquement à haute voix</w:t>
      </w:r>
      <w:r w:rsidR="00435B4F">
        <w:t>.</w:t>
      </w:r>
    </w:p>
    <w:p w14:paraId="758E56A9" w14:textId="77777777" w:rsidR="00435B4F" w:rsidRDefault="00435B4F" w:rsidP="00256283">
      <w:r>
        <w:t>— </w:t>
      </w:r>
      <w:r w:rsidR="00256283">
        <w:t xml:space="preserve">Est-ce que </w:t>
      </w:r>
      <w:proofErr w:type="spellStart"/>
      <w:r w:rsidR="00256283">
        <w:t>Nunheim</w:t>
      </w:r>
      <w:proofErr w:type="spellEnd"/>
      <w:r w:rsidR="00256283">
        <w:t xml:space="preserve"> et Jorgensen se connaissent</w:t>
      </w:r>
      <w:r>
        <w:t> ?</w:t>
      </w:r>
    </w:p>
    <w:p w14:paraId="709F9484" w14:textId="77777777" w:rsidR="00435B4F" w:rsidRDefault="00435B4F" w:rsidP="00256283">
      <w:r>
        <w:lastRenderedPageBreak/>
        <w:t>— </w:t>
      </w:r>
      <w:r w:rsidR="00256283">
        <w:t>Possible</w:t>
      </w:r>
      <w:r>
        <w:t>.</w:t>
      </w:r>
    </w:p>
    <w:p w14:paraId="3511875C" w14:textId="77777777" w:rsidR="00435B4F" w:rsidRDefault="00435B4F" w:rsidP="00256283">
      <w:r>
        <w:t>— </w:t>
      </w:r>
      <w:r w:rsidR="00256283">
        <w:t>À tout à l</w:t>
      </w:r>
      <w:r>
        <w:t>’</w:t>
      </w:r>
      <w:r w:rsidR="00256283">
        <w:t>heure</w:t>
      </w:r>
      <w:r>
        <w:t xml:space="preserve"> ! </w:t>
      </w:r>
      <w:r w:rsidR="00256283">
        <w:t>dis-je à Nora</w:t>
      </w:r>
      <w:r>
        <w:t xml:space="preserve">, </w:t>
      </w:r>
      <w:r w:rsidR="00256283">
        <w:t>je m</w:t>
      </w:r>
      <w:r>
        <w:t>’</w:t>
      </w:r>
      <w:r w:rsidR="00256283">
        <w:t>en vais</w:t>
      </w:r>
      <w:r>
        <w:t> !</w:t>
      </w:r>
    </w:p>
    <w:p w14:paraId="7C82B48D" w14:textId="77777777" w:rsidR="00256283" w:rsidRDefault="00256283" w:rsidP="003D5E6A">
      <w:pPr>
        <w:pStyle w:val="Titre1"/>
      </w:pPr>
      <w:bookmarkStart w:id="39" w:name="__RefHeading__64_1831309079"/>
      <w:bookmarkStart w:id="40" w:name="_Toc202285671"/>
      <w:bookmarkEnd w:id="39"/>
      <w:r>
        <w:lastRenderedPageBreak/>
        <w:t>XVIII</w:t>
      </w:r>
      <w:bookmarkEnd w:id="40"/>
    </w:p>
    <w:p w14:paraId="3D558726" w14:textId="77777777" w:rsidR="00435B4F" w:rsidRDefault="00256283" w:rsidP="00256283">
      <w:r>
        <w:t>Mimi me reçut cordialement</w:t>
      </w:r>
      <w:r w:rsidR="00435B4F">
        <w:t xml:space="preserve">, </w:t>
      </w:r>
      <w:r>
        <w:t>les deux mains tendues</w:t>
      </w:r>
      <w:r w:rsidR="00435B4F">
        <w:t>.</w:t>
      </w:r>
    </w:p>
    <w:p w14:paraId="152E9573" w14:textId="77777777" w:rsidR="00435B4F" w:rsidRDefault="00435B4F" w:rsidP="00256283">
      <w:r>
        <w:t>— </w:t>
      </w:r>
      <w:r w:rsidR="00256283">
        <w:t>Comme vous êtes gentil de me pardonner</w:t>
      </w:r>
      <w:r>
        <w:t xml:space="preserve">, </w:t>
      </w:r>
      <w:r w:rsidR="00256283">
        <w:t>Nick</w:t>
      </w:r>
      <w:r>
        <w:t xml:space="preserve"> ! </w:t>
      </w:r>
      <w:r w:rsidR="00256283">
        <w:t>s</w:t>
      </w:r>
      <w:r>
        <w:t>’</w:t>
      </w:r>
      <w:r w:rsidR="00256283">
        <w:t>écria-t-elle</w:t>
      </w:r>
      <w:r>
        <w:t xml:space="preserve">. </w:t>
      </w:r>
      <w:r w:rsidR="00256283">
        <w:t>Je ne sais ce qui m</w:t>
      </w:r>
      <w:r>
        <w:t>’</w:t>
      </w:r>
      <w:r w:rsidR="00256283">
        <w:t>a pris lundi soir</w:t>
      </w:r>
      <w:r>
        <w:t> !</w:t>
      </w:r>
    </w:p>
    <w:p w14:paraId="37280BAF" w14:textId="77777777" w:rsidR="00435B4F" w:rsidRDefault="00435B4F" w:rsidP="00256283">
      <w:r>
        <w:t>— </w:t>
      </w:r>
      <w:r w:rsidR="00256283">
        <w:t>N</w:t>
      </w:r>
      <w:r>
        <w:t>’</w:t>
      </w:r>
      <w:r w:rsidR="00256283">
        <w:t>en parlons plus</w:t>
      </w:r>
      <w:r>
        <w:t xml:space="preserve"> ! </w:t>
      </w:r>
      <w:r w:rsidR="00256283">
        <w:t>dis-je</w:t>
      </w:r>
      <w:r>
        <w:t>.</w:t>
      </w:r>
    </w:p>
    <w:p w14:paraId="1655072D" w14:textId="77777777" w:rsidR="00435B4F" w:rsidRDefault="00256283" w:rsidP="00256283">
      <w:r>
        <w:t>Son visage paraissait plus rosé</w:t>
      </w:r>
      <w:r w:rsidR="00435B4F">
        <w:t xml:space="preserve">, </w:t>
      </w:r>
      <w:r>
        <w:t>ses joues plus fermes et cela lui donnait un air de jeunesse</w:t>
      </w:r>
      <w:r w:rsidR="00435B4F">
        <w:t xml:space="preserve"> ; </w:t>
      </w:r>
      <w:r>
        <w:t>ses yeux bleus brillaient d</w:t>
      </w:r>
      <w:r w:rsidR="00435B4F">
        <w:t>’</w:t>
      </w:r>
      <w:r>
        <w:t>un vif éclat</w:t>
      </w:r>
      <w:r w:rsidR="00435B4F">
        <w:t xml:space="preserve"> ; </w:t>
      </w:r>
      <w:r>
        <w:t>ses mains étaient fraîches dans les miennes</w:t>
      </w:r>
      <w:r w:rsidR="00435B4F">
        <w:t xml:space="preserve">. </w:t>
      </w:r>
      <w:r>
        <w:t>Elle semblait en proie à une sorte d</w:t>
      </w:r>
      <w:r w:rsidR="00435B4F">
        <w:t>’</w:t>
      </w:r>
      <w:r>
        <w:t>excitation que je ne pouvais définir</w:t>
      </w:r>
      <w:r w:rsidR="00435B4F">
        <w:t>.</w:t>
      </w:r>
    </w:p>
    <w:p w14:paraId="57011194" w14:textId="77777777" w:rsidR="00435B4F" w:rsidRDefault="00435B4F" w:rsidP="00256283">
      <w:r>
        <w:t>— </w:t>
      </w:r>
      <w:r w:rsidR="00256283">
        <w:t>Votre femme a été si gentille</w:t>
      </w:r>
      <w:r>
        <w:t xml:space="preserve">… </w:t>
      </w:r>
      <w:r w:rsidR="00256283">
        <w:t>reprit-elle</w:t>
      </w:r>
      <w:r>
        <w:t>.</w:t>
      </w:r>
    </w:p>
    <w:p w14:paraId="5F0C3880" w14:textId="77777777" w:rsidR="00435B4F" w:rsidRDefault="00435B4F" w:rsidP="00256283">
      <w:r>
        <w:t>— </w:t>
      </w:r>
      <w:r w:rsidR="00256283">
        <w:t>N</w:t>
      </w:r>
      <w:r>
        <w:t>’</w:t>
      </w:r>
      <w:r w:rsidR="00256283">
        <w:t>en parlons plus</w:t>
      </w:r>
      <w:r>
        <w:t xml:space="preserve"> ! </w:t>
      </w:r>
      <w:r w:rsidR="00256283">
        <w:t>répétai-je</w:t>
      </w:r>
      <w:r>
        <w:t>.</w:t>
      </w:r>
    </w:p>
    <w:p w14:paraId="72E06941" w14:textId="77777777" w:rsidR="00435B4F" w:rsidRDefault="00435B4F" w:rsidP="00256283">
      <w:r>
        <w:t>— </w:t>
      </w:r>
      <w:r w:rsidR="00256283">
        <w:t>Nick</w:t>
      </w:r>
      <w:r>
        <w:t xml:space="preserve">, </w:t>
      </w:r>
      <w:r w:rsidR="00256283">
        <w:t>qu</w:t>
      </w:r>
      <w:r>
        <w:t>’</w:t>
      </w:r>
      <w:r w:rsidR="00256283">
        <w:t>est-ce que l</w:t>
      </w:r>
      <w:r>
        <w:t>’</w:t>
      </w:r>
      <w:r w:rsidR="00256283">
        <w:t>on peut faire à quelqu</w:t>
      </w:r>
      <w:r>
        <w:t>’</w:t>
      </w:r>
      <w:r w:rsidR="00256283">
        <w:t>un qui dissimule la preuve qu</w:t>
      </w:r>
      <w:r>
        <w:t>’</w:t>
      </w:r>
      <w:r w:rsidR="00256283">
        <w:t>une autre personne a commis un crime</w:t>
      </w:r>
      <w:r>
        <w:t>.</w:t>
      </w:r>
    </w:p>
    <w:p w14:paraId="2632CBE4" w14:textId="77777777" w:rsidR="00435B4F" w:rsidRDefault="00435B4F" w:rsidP="00256283">
      <w:r>
        <w:t>— </w:t>
      </w:r>
      <w:r w:rsidR="00256283">
        <w:t>On peut l</w:t>
      </w:r>
      <w:r>
        <w:t>’</w:t>
      </w:r>
      <w:r w:rsidR="00256283">
        <w:t>inculper de complicité</w:t>
      </w:r>
      <w:r>
        <w:t>.</w:t>
      </w:r>
    </w:p>
    <w:p w14:paraId="05C4A540" w14:textId="77777777" w:rsidR="00435B4F" w:rsidRDefault="00435B4F" w:rsidP="00256283">
      <w:r>
        <w:t>— </w:t>
      </w:r>
      <w:r w:rsidR="00256283">
        <w:t>Même si cette personne change d</w:t>
      </w:r>
      <w:r>
        <w:t>’</w:t>
      </w:r>
      <w:r w:rsidR="00256283">
        <w:t>avis et fait des révélations</w:t>
      </w:r>
      <w:r>
        <w:t> ?</w:t>
      </w:r>
    </w:p>
    <w:p w14:paraId="64043D4C" w14:textId="77777777" w:rsidR="00435B4F" w:rsidRDefault="00435B4F" w:rsidP="00256283">
      <w:r>
        <w:t>— </w:t>
      </w:r>
      <w:r w:rsidR="00256283">
        <w:t>Oui</w:t>
      </w:r>
      <w:r>
        <w:t xml:space="preserve">, </w:t>
      </w:r>
      <w:r w:rsidR="00256283">
        <w:t>même dans ce cas</w:t>
      </w:r>
      <w:r>
        <w:t xml:space="preserve">, </w:t>
      </w:r>
      <w:r w:rsidR="00256283">
        <w:t>mais</w:t>
      </w:r>
      <w:r>
        <w:t xml:space="preserve">, </w:t>
      </w:r>
      <w:r w:rsidR="00256283">
        <w:t>en général</w:t>
      </w:r>
      <w:r>
        <w:t xml:space="preserve">, </w:t>
      </w:r>
      <w:r w:rsidR="00256283">
        <w:t>la police n</w:t>
      </w:r>
      <w:r>
        <w:t>’</w:t>
      </w:r>
      <w:r w:rsidR="00256283">
        <w:t>use pas de ce droit</w:t>
      </w:r>
      <w:r>
        <w:t>.</w:t>
      </w:r>
    </w:p>
    <w:p w14:paraId="11B07D88" w14:textId="77777777" w:rsidR="00435B4F" w:rsidRDefault="00256283" w:rsidP="00256283">
      <w:r>
        <w:t>Elle regarda autour d</w:t>
      </w:r>
      <w:r w:rsidR="00435B4F">
        <w:t>’</w:t>
      </w:r>
      <w:r>
        <w:t>elle</w:t>
      </w:r>
      <w:r w:rsidR="00435B4F">
        <w:t xml:space="preserve">, </w:t>
      </w:r>
      <w:r>
        <w:t>comme pour s</w:t>
      </w:r>
      <w:r w:rsidR="00435B4F">
        <w:t>’</w:t>
      </w:r>
      <w:r>
        <w:t>assurer que nous étions bien seuls</w:t>
      </w:r>
      <w:r w:rsidR="00435B4F">
        <w:t>.</w:t>
      </w:r>
    </w:p>
    <w:p w14:paraId="3ACC739E" w14:textId="77777777" w:rsidR="00435B4F" w:rsidRDefault="00435B4F" w:rsidP="00256283">
      <w:r>
        <w:t>— </w:t>
      </w:r>
      <w:r w:rsidR="00256283">
        <w:t>Clyde a tué Julia</w:t>
      </w:r>
      <w:r>
        <w:t xml:space="preserve"> ! </w:t>
      </w:r>
      <w:r w:rsidR="00256283">
        <w:t>murmura-t-elle</w:t>
      </w:r>
      <w:r>
        <w:t xml:space="preserve"> ; </w:t>
      </w:r>
      <w:r w:rsidR="00256283">
        <w:t>j</w:t>
      </w:r>
      <w:r>
        <w:t>’</w:t>
      </w:r>
      <w:r w:rsidR="00256283">
        <w:t>en ai découvert la preuve et je l</w:t>
      </w:r>
      <w:r>
        <w:t>’</w:t>
      </w:r>
      <w:r w:rsidR="00256283">
        <w:t>ai cachée</w:t>
      </w:r>
      <w:r>
        <w:t xml:space="preserve">. </w:t>
      </w:r>
      <w:r w:rsidR="00256283">
        <w:t>Que dira la police</w:t>
      </w:r>
      <w:r>
        <w:t> ?</w:t>
      </w:r>
    </w:p>
    <w:p w14:paraId="507C4A7E" w14:textId="77777777" w:rsidR="00435B4F" w:rsidRDefault="00435B4F" w:rsidP="00256283">
      <w:r>
        <w:lastRenderedPageBreak/>
        <w:t>— </w:t>
      </w:r>
      <w:r w:rsidR="00256283">
        <w:t>On va vous engueuler un bon coup</w:t>
      </w:r>
      <w:r>
        <w:t xml:space="preserve">…, </w:t>
      </w:r>
      <w:r w:rsidR="00256283">
        <w:t>et ce sera tout</w:t>
      </w:r>
      <w:r>
        <w:t xml:space="preserve">, </w:t>
      </w:r>
      <w:r w:rsidR="00256283">
        <w:t>si vous remettez cette preuve aux mains de la justice</w:t>
      </w:r>
      <w:r>
        <w:t xml:space="preserve">. </w:t>
      </w:r>
      <w:r w:rsidR="00256283">
        <w:t>Cet homme a été votre mari et jamais un jury n</w:t>
      </w:r>
      <w:r>
        <w:t>’</w:t>
      </w:r>
      <w:r w:rsidR="00256283">
        <w:t>aura la cruauté de vous condamner pour avoir tenté de le sauver</w:t>
      </w:r>
      <w:r>
        <w:t xml:space="preserve">… </w:t>
      </w:r>
      <w:r w:rsidR="00256283">
        <w:t>excepté s</w:t>
      </w:r>
      <w:r>
        <w:t>’</w:t>
      </w:r>
      <w:r w:rsidR="00256283">
        <w:t>il y avait une autre raison</w:t>
      </w:r>
      <w:r>
        <w:t>.</w:t>
      </w:r>
    </w:p>
    <w:p w14:paraId="4B42924C" w14:textId="77777777" w:rsidR="00435B4F" w:rsidRDefault="00435B4F" w:rsidP="00256283">
      <w:r>
        <w:t>— </w:t>
      </w:r>
      <w:r w:rsidR="00256283">
        <w:t>Pensez-vous qu</w:t>
      </w:r>
      <w:r>
        <w:t>’</w:t>
      </w:r>
      <w:r w:rsidR="00256283">
        <w:t>il y en ait une autre</w:t>
      </w:r>
      <w:r>
        <w:t xml:space="preserve"> ? </w:t>
      </w:r>
      <w:r w:rsidR="00256283">
        <w:t>demanda-t-elle froidement</w:t>
      </w:r>
      <w:r>
        <w:t>.</w:t>
      </w:r>
    </w:p>
    <w:p w14:paraId="53F3553C" w14:textId="77777777" w:rsidR="00435B4F" w:rsidRDefault="00435B4F" w:rsidP="00256283">
      <w:r>
        <w:t>— </w:t>
      </w:r>
      <w:r w:rsidR="00256283">
        <w:t>Je l</w:t>
      </w:r>
      <w:r>
        <w:t>’</w:t>
      </w:r>
      <w:r w:rsidR="00256283">
        <w:t>ignore</w:t>
      </w:r>
      <w:r>
        <w:t xml:space="preserve"> ! </w:t>
      </w:r>
      <w:r w:rsidR="00256283">
        <w:t>dis-je</w:t>
      </w:r>
      <w:r>
        <w:t xml:space="preserve">. </w:t>
      </w:r>
      <w:r w:rsidR="00256283">
        <w:t>Si l</w:t>
      </w:r>
      <w:r>
        <w:t>’</w:t>
      </w:r>
      <w:r w:rsidR="00256283">
        <w:t>on me posait la question</w:t>
      </w:r>
      <w:r>
        <w:t xml:space="preserve">, </w:t>
      </w:r>
      <w:r w:rsidR="00256283">
        <w:t xml:space="preserve">peut-être répondrais-je que vous avez voulu utiliser cette preuve pour </w:t>
      </w:r>
      <w:r>
        <w:t>« </w:t>
      </w:r>
      <w:r w:rsidR="00256283">
        <w:t>taper</w:t>
      </w:r>
      <w:r>
        <w:t> »</w:t>
      </w:r>
      <w:r w:rsidR="00256283">
        <w:t xml:space="preserve"> votre mari dès que vous pourrez le voir</w:t>
      </w:r>
      <w:r>
        <w:t xml:space="preserve">, </w:t>
      </w:r>
      <w:r w:rsidR="00256283">
        <w:t>et qu</w:t>
      </w:r>
      <w:r>
        <w:t>’</w:t>
      </w:r>
      <w:r w:rsidR="00256283">
        <w:t>un fait nouveau vous a fait changer d</w:t>
      </w:r>
      <w:r>
        <w:t>’</w:t>
      </w:r>
      <w:r w:rsidR="00256283">
        <w:t>idée</w:t>
      </w:r>
      <w:r>
        <w:t>.</w:t>
      </w:r>
    </w:p>
    <w:p w14:paraId="3919C0A7" w14:textId="77777777" w:rsidR="00435B4F" w:rsidRDefault="00256283" w:rsidP="00256283">
      <w:r>
        <w:t>Elle lança vers mon visage sa main à demi fermée</w:t>
      </w:r>
      <w:r w:rsidR="00435B4F">
        <w:t xml:space="preserve">, </w:t>
      </w:r>
      <w:r>
        <w:t>les ongles en avant</w:t>
      </w:r>
      <w:r w:rsidR="00435B4F">
        <w:t xml:space="preserve"> ; </w:t>
      </w:r>
      <w:r>
        <w:t>ses dents étaient serrées</w:t>
      </w:r>
      <w:r w:rsidR="00435B4F">
        <w:t xml:space="preserve">, </w:t>
      </w:r>
      <w:r>
        <w:t>découvertes par un rictus qui plissait ses lèvres</w:t>
      </w:r>
      <w:r w:rsidR="00435B4F">
        <w:t>.</w:t>
      </w:r>
    </w:p>
    <w:p w14:paraId="2C00A90D" w14:textId="77777777" w:rsidR="00435B4F" w:rsidRDefault="00256283" w:rsidP="00256283">
      <w:r>
        <w:t>Je la saisis au poignet</w:t>
      </w:r>
      <w:r w:rsidR="00435B4F">
        <w:t>.</w:t>
      </w:r>
    </w:p>
    <w:p w14:paraId="30621E28" w14:textId="77777777" w:rsidR="00435B4F" w:rsidRDefault="00435B4F" w:rsidP="00256283">
      <w:r>
        <w:t>— </w:t>
      </w:r>
      <w:r w:rsidR="00256283">
        <w:t>Les femmes deviennent terribles</w:t>
      </w:r>
      <w:r>
        <w:t xml:space="preserve"> ! </w:t>
      </w:r>
      <w:r w:rsidR="00256283">
        <w:t>dis-je</w:t>
      </w:r>
      <w:r>
        <w:t xml:space="preserve">, </w:t>
      </w:r>
      <w:r w:rsidR="00256283">
        <w:t>d</w:t>
      </w:r>
      <w:r>
        <w:t>’</w:t>
      </w:r>
      <w:r w:rsidR="00256283">
        <w:t>un ton que je tentais de rendre indifférent</w:t>
      </w:r>
      <w:r>
        <w:t xml:space="preserve">. </w:t>
      </w:r>
      <w:r w:rsidR="00256283">
        <w:t>J</w:t>
      </w:r>
      <w:r>
        <w:t>’</w:t>
      </w:r>
      <w:r w:rsidR="00256283">
        <w:t>en ai vu une tout à l</w:t>
      </w:r>
      <w:r>
        <w:t>’</w:t>
      </w:r>
      <w:r w:rsidR="00256283">
        <w:t>heure qui a lancé à la tête d</w:t>
      </w:r>
      <w:r>
        <w:t>’</w:t>
      </w:r>
      <w:r w:rsidR="00256283">
        <w:t>un type une casserole pleine de beurre bouillant</w:t>
      </w:r>
      <w:r>
        <w:t> !</w:t>
      </w:r>
    </w:p>
    <w:p w14:paraId="3F2BB47B" w14:textId="77777777" w:rsidR="00435B4F" w:rsidRDefault="00256283" w:rsidP="00256283">
      <w:r>
        <w:t>Elle rit</w:t>
      </w:r>
      <w:r w:rsidR="00435B4F">
        <w:t xml:space="preserve">, </w:t>
      </w:r>
      <w:r>
        <w:t>mais son regard gardait la même dureté</w:t>
      </w:r>
      <w:r w:rsidR="00435B4F">
        <w:t>.</w:t>
      </w:r>
    </w:p>
    <w:p w14:paraId="0AB7A542" w14:textId="77777777" w:rsidR="00435B4F" w:rsidRDefault="00435B4F" w:rsidP="00256283">
      <w:r>
        <w:t>— </w:t>
      </w:r>
      <w:r w:rsidR="00256283">
        <w:t>Salaud</w:t>
      </w:r>
      <w:r>
        <w:t xml:space="preserve"> ! </w:t>
      </w:r>
      <w:r w:rsidR="00256283">
        <w:t>Vous avez une belle opinion de moi</w:t>
      </w:r>
      <w:r>
        <w:t xml:space="preserve"> ! </w:t>
      </w:r>
      <w:r w:rsidR="00256283">
        <w:t>ricana-t-elle</w:t>
      </w:r>
      <w:r>
        <w:t>.</w:t>
      </w:r>
    </w:p>
    <w:p w14:paraId="424B8EE5" w14:textId="77777777" w:rsidR="00435B4F" w:rsidRDefault="00256283" w:rsidP="00256283">
      <w:r>
        <w:t>Je lâchai son poignet</w:t>
      </w:r>
      <w:r w:rsidR="00435B4F">
        <w:t xml:space="preserve">. </w:t>
      </w:r>
      <w:r>
        <w:t>Elle le frotta doucement</w:t>
      </w:r>
      <w:r w:rsidR="00435B4F">
        <w:t>.</w:t>
      </w:r>
    </w:p>
    <w:p w14:paraId="67B5D0B0" w14:textId="77777777" w:rsidR="00435B4F" w:rsidRDefault="00435B4F" w:rsidP="00256283">
      <w:r>
        <w:t>— </w:t>
      </w:r>
      <w:r w:rsidR="00256283">
        <w:t>Qui est cette femme qui a lancé la casserole</w:t>
      </w:r>
      <w:r>
        <w:t xml:space="preserve"> ? </w:t>
      </w:r>
      <w:r w:rsidR="00256283">
        <w:t>demanda-t-elle</w:t>
      </w:r>
      <w:r>
        <w:t xml:space="preserve"> ; </w:t>
      </w:r>
      <w:r w:rsidR="00256283">
        <w:t>je la connais</w:t>
      </w:r>
      <w:r>
        <w:t> ?</w:t>
      </w:r>
    </w:p>
    <w:p w14:paraId="4513E68D" w14:textId="77777777" w:rsidR="00435B4F" w:rsidRDefault="00435B4F" w:rsidP="00256283">
      <w:r>
        <w:lastRenderedPageBreak/>
        <w:t>— </w:t>
      </w:r>
      <w:r w:rsidR="00256283">
        <w:t>Ce n</w:t>
      </w:r>
      <w:r>
        <w:t>’</w:t>
      </w:r>
      <w:r w:rsidR="00256283">
        <w:t>est pas Nora</w:t>
      </w:r>
      <w:r>
        <w:t xml:space="preserve"> ! </w:t>
      </w:r>
      <w:r w:rsidR="00256283">
        <w:t>si c</w:t>
      </w:r>
      <w:r>
        <w:t>’</w:t>
      </w:r>
      <w:r w:rsidR="00256283">
        <w:t>est cela que vous voulez dire</w:t>
      </w:r>
      <w:r>
        <w:t xml:space="preserve"> ! </w:t>
      </w:r>
      <w:r w:rsidR="00256283">
        <w:t>répondis-je</w:t>
      </w:r>
      <w:r>
        <w:t xml:space="preserve"> ; </w:t>
      </w:r>
      <w:r w:rsidR="00256283">
        <w:t xml:space="preserve">a-t-on arrêté Victor-Christian </w:t>
      </w:r>
      <w:proofErr w:type="spellStart"/>
      <w:r w:rsidR="00256283">
        <w:t>Rosewater</w:t>
      </w:r>
      <w:proofErr w:type="spellEnd"/>
      <w:r w:rsidR="00256283">
        <w:t>-Jorgensen</w:t>
      </w:r>
      <w:r>
        <w:t> ?</w:t>
      </w:r>
    </w:p>
    <w:p w14:paraId="2780774E" w14:textId="77777777" w:rsidR="00435B4F" w:rsidRDefault="00435B4F" w:rsidP="00256283">
      <w:r>
        <w:t>— </w:t>
      </w:r>
      <w:r w:rsidR="00256283">
        <w:t>Quoi</w:t>
      </w:r>
      <w:r>
        <w:t> ?</w:t>
      </w:r>
    </w:p>
    <w:p w14:paraId="066DBB23" w14:textId="77777777" w:rsidR="00435B4F" w:rsidRDefault="00256283" w:rsidP="00256283">
      <w:r>
        <w:t>À ma grande surprise je crus à son étonnement</w:t>
      </w:r>
      <w:r w:rsidR="00435B4F">
        <w:t>.</w:t>
      </w:r>
    </w:p>
    <w:p w14:paraId="3AB0F25A" w14:textId="77777777" w:rsidR="00435B4F" w:rsidRDefault="00435B4F" w:rsidP="00256283">
      <w:r>
        <w:t>— </w:t>
      </w:r>
      <w:r w:rsidR="00256283">
        <w:t xml:space="preserve">Jorgensen est </w:t>
      </w:r>
      <w:proofErr w:type="spellStart"/>
      <w:r w:rsidR="00256283">
        <w:t>Rosewater</w:t>
      </w:r>
      <w:proofErr w:type="spellEnd"/>
      <w:r>
        <w:t xml:space="preserve"> ! </w:t>
      </w:r>
      <w:r w:rsidR="00256283">
        <w:t>dis-je</w:t>
      </w:r>
      <w:r>
        <w:t xml:space="preserve">. </w:t>
      </w:r>
      <w:r w:rsidR="00256283">
        <w:t>Vous vous souvenez de lui</w:t>
      </w:r>
      <w:r>
        <w:t xml:space="preserve">, </w:t>
      </w:r>
      <w:r w:rsidR="00256283">
        <w:t>n</w:t>
      </w:r>
      <w:r>
        <w:t>’</w:t>
      </w:r>
      <w:r w:rsidR="00256283">
        <w:t>est-ce pas</w:t>
      </w:r>
      <w:r>
        <w:t xml:space="preserve"> ? </w:t>
      </w:r>
      <w:r w:rsidR="00256283">
        <w:t>Je croyais même que vous le connaissiez</w:t>
      </w:r>
      <w:r>
        <w:t> ?</w:t>
      </w:r>
    </w:p>
    <w:p w14:paraId="314E28DC" w14:textId="77777777" w:rsidR="00435B4F" w:rsidRDefault="00435B4F" w:rsidP="00256283">
      <w:r>
        <w:t>— </w:t>
      </w:r>
      <w:r w:rsidR="00256283">
        <w:t>Vous voulez parler de ce sale type qui</w:t>
      </w:r>
      <w:r>
        <w:t>…</w:t>
      </w:r>
    </w:p>
    <w:p w14:paraId="1E824250" w14:textId="77777777" w:rsidR="00435B4F" w:rsidRDefault="00435B4F" w:rsidP="00256283">
      <w:r>
        <w:t>— </w:t>
      </w:r>
      <w:r w:rsidR="00256283">
        <w:t>Oui</w:t>
      </w:r>
      <w:r>
        <w:t xml:space="preserve">, </w:t>
      </w:r>
      <w:r w:rsidR="00256283">
        <w:t>coupai-je</w:t>
      </w:r>
      <w:r>
        <w:t>.</w:t>
      </w:r>
    </w:p>
    <w:p w14:paraId="0636A7FF" w14:textId="77777777" w:rsidR="00435B4F" w:rsidRDefault="00435B4F" w:rsidP="00256283">
      <w:r>
        <w:t>— </w:t>
      </w:r>
      <w:r w:rsidR="00256283">
        <w:t>Ce n</w:t>
      </w:r>
      <w:r>
        <w:t>’</w:t>
      </w:r>
      <w:r w:rsidR="00256283">
        <w:t>est pas vrai</w:t>
      </w:r>
      <w:r>
        <w:t> !</w:t>
      </w:r>
    </w:p>
    <w:p w14:paraId="79D78633" w14:textId="77777777" w:rsidR="00435B4F" w:rsidRDefault="00256283" w:rsidP="00256283">
      <w:r>
        <w:t>Ses doigts s</w:t>
      </w:r>
      <w:r w:rsidR="00435B4F">
        <w:t>’</w:t>
      </w:r>
      <w:r>
        <w:t>agitaient nerveusement</w:t>
      </w:r>
      <w:r w:rsidR="00435B4F">
        <w:t>.</w:t>
      </w:r>
    </w:p>
    <w:p w14:paraId="5C4444F1" w14:textId="77777777" w:rsidR="00435B4F" w:rsidRDefault="00435B4F" w:rsidP="00256283">
      <w:r>
        <w:t>— </w:t>
      </w:r>
      <w:r w:rsidR="00256283">
        <w:t>Non</w:t>
      </w:r>
      <w:r>
        <w:t xml:space="preserve">, </w:t>
      </w:r>
      <w:r w:rsidR="00256283">
        <w:t>non</w:t>
      </w:r>
      <w:r>
        <w:t xml:space="preserve"> ! </w:t>
      </w:r>
      <w:r w:rsidR="00256283">
        <w:t>murmura-t-elle</w:t>
      </w:r>
      <w:r>
        <w:t>.</w:t>
      </w:r>
    </w:p>
    <w:p w14:paraId="4215B97A" w14:textId="77777777" w:rsidR="00435B4F" w:rsidRDefault="00256283" w:rsidP="00256283">
      <w:r>
        <w:t>Une terreur soudaine avait transformé son visage et sa voix</w:t>
      </w:r>
      <w:r w:rsidR="00435B4F">
        <w:t xml:space="preserve">, </w:t>
      </w:r>
      <w:r>
        <w:t>soudain fêlée</w:t>
      </w:r>
      <w:r w:rsidR="00435B4F">
        <w:t xml:space="preserve">, </w:t>
      </w:r>
      <w:r>
        <w:t>résonnait</w:t>
      </w:r>
      <w:r w:rsidR="00435B4F">
        <w:t xml:space="preserve">, </w:t>
      </w:r>
      <w:r>
        <w:t>irréelle</w:t>
      </w:r>
      <w:r w:rsidR="00435B4F">
        <w:t xml:space="preserve">, </w:t>
      </w:r>
      <w:r>
        <w:t>comme celle d</w:t>
      </w:r>
      <w:r w:rsidR="00435B4F">
        <w:t>’</w:t>
      </w:r>
      <w:r>
        <w:t>un ventriloque</w:t>
      </w:r>
      <w:r w:rsidR="00435B4F">
        <w:t>.</w:t>
      </w:r>
    </w:p>
    <w:p w14:paraId="567954B0" w14:textId="77777777" w:rsidR="00435B4F" w:rsidRDefault="00435B4F" w:rsidP="00256283">
      <w:r>
        <w:t>— </w:t>
      </w:r>
      <w:r w:rsidR="00256283">
        <w:t>Ce n</w:t>
      </w:r>
      <w:r>
        <w:t>’</w:t>
      </w:r>
      <w:r w:rsidR="00256283">
        <w:t>est pas vrai</w:t>
      </w:r>
      <w:r>
        <w:t xml:space="preserve"> ! </w:t>
      </w:r>
      <w:r w:rsidR="00256283">
        <w:t>répéta-t-elle</w:t>
      </w:r>
      <w:r>
        <w:t>.</w:t>
      </w:r>
    </w:p>
    <w:p w14:paraId="07B2B5D6" w14:textId="77777777" w:rsidR="00435B4F" w:rsidRDefault="00435B4F" w:rsidP="00256283">
      <w:r>
        <w:t>— </w:t>
      </w:r>
      <w:r w:rsidR="00256283">
        <w:t>Ça ne change rien à l</w:t>
      </w:r>
      <w:r>
        <w:t>’</w:t>
      </w:r>
      <w:r w:rsidR="00256283">
        <w:t>affaire</w:t>
      </w:r>
      <w:r>
        <w:t xml:space="preserve"> ! </w:t>
      </w:r>
      <w:r w:rsidR="00256283">
        <w:t>remarquai-je</w:t>
      </w:r>
      <w:r>
        <w:t>.</w:t>
      </w:r>
    </w:p>
    <w:p w14:paraId="6DF69AAC" w14:textId="77777777" w:rsidR="00435B4F" w:rsidRDefault="00256283" w:rsidP="00256283">
      <w:r>
        <w:t>Mais elle ne m</w:t>
      </w:r>
      <w:r w:rsidR="00435B4F">
        <w:t>’</w:t>
      </w:r>
      <w:r>
        <w:t>écoutait pas et</w:t>
      </w:r>
      <w:r w:rsidR="00435B4F">
        <w:t xml:space="preserve">, </w:t>
      </w:r>
      <w:r>
        <w:t>me tournant le dos</w:t>
      </w:r>
      <w:r w:rsidR="00435B4F">
        <w:t xml:space="preserve">, </w:t>
      </w:r>
      <w:r>
        <w:t>elle marcha vers une fenêtre</w:t>
      </w:r>
      <w:r w:rsidR="00435B4F">
        <w:t>.</w:t>
      </w:r>
    </w:p>
    <w:p w14:paraId="2898A0B6" w14:textId="77777777" w:rsidR="00435B4F" w:rsidRDefault="00256283" w:rsidP="00256283">
      <w:r>
        <w:t>Je fis quelques pas vers elle</w:t>
      </w:r>
      <w:r w:rsidR="00435B4F">
        <w:t>.</w:t>
      </w:r>
    </w:p>
    <w:p w14:paraId="025A3313" w14:textId="77777777" w:rsidR="00435B4F" w:rsidRDefault="00435B4F" w:rsidP="00256283">
      <w:r>
        <w:t>— </w:t>
      </w:r>
      <w:r w:rsidR="00256283">
        <w:t>Il y a deux hommes dans une auto qui ont l</w:t>
      </w:r>
      <w:r>
        <w:t>’</w:t>
      </w:r>
      <w:r w:rsidR="00256283">
        <w:t>air d</w:t>
      </w:r>
      <w:r>
        <w:t>’</w:t>
      </w:r>
      <w:r w:rsidR="00256283">
        <w:t>être des flics qui l</w:t>
      </w:r>
      <w:r>
        <w:t>’</w:t>
      </w:r>
      <w:r w:rsidR="00256283">
        <w:t>attendent</w:t>
      </w:r>
      <w:r>
        <w:t xml:space="preserve">, </w:t>
      </w:r>
      <w:r w:rsidR="00256283">
        <w:t>dis-je à mi-voix</w:t>
      </w:r>
      <w:r>
        <w:t>.</w:t>
      </w:r>
    </w:p>
    <w:p w14:paraId="596601EB" w14:textId="77777777" w:rsidR="00435B4F" w:rsidRDefault="00256283" w:rsidP="00256283">
      <w:r>
        <w:t>Elle tourna brusquement sur ses talons</w:t>
      </w:r>
      <w:r w:rsidR="00435B4F">
        <w:t>.</w:t>
      </w:r>
    </w:p>
    <w:p w14:paraId="3964800C" w14:textId="77777777" w:rsidR="00435B4F" w:rsidRDefault="00435B4F" w:rsidP="00256283">
      <w:r>
        <w:lastRenderedPageBreak/>
        <w:t>— </w:t>
      </w:r>
      <w:r w:rsidR="00256283">
        <w:t>Êtes-vous sûr qu</w:t>
      </w:r>
      <w:r>
        <w:t>’</w:t>
      </w:r>
      <w:r w:rsidR="00256283">
        <w:t>il s</w:t>
      </w:r>
      <w:r>
        <w:t>’</w:t>
      </w:r>
      <w:r w:rsidR="00256283">
        <w:t xml:space="preserve">agit de </w:t>
      </w:r>
      <w:proofErr w:type="spellStart"/>
      <w:r w:rsidR="00256283">
        <w:t>Rosewater</w:t>
      </w:r>
      <w:proofErr w:type="spellEnd"/>
      <w:r>
        <w:t xml:space="preserve"> ? </w:t>
      </w:r>
      <w:r w:rsidR="00256283">
        <w:t>demanda-t-elle d</w:t>
      </w:r>
      <w:r>
        <w:t>’</w:t>
      </w:r>
      <w:r w:rsidR="00256283">
        <w:t>une voix dure</w:t>
      </w:r>
      <w:r>
        <w:t>.</w:t>
      </w:r>
    </w:p>
    <w:p w14:paraId="5F911783" w14:textId="77777777" w:rsidR="00435B4F" w:rsidRDefault="00256283" w:rsidP="00256283">
      <w:r>
        <w:t>Son visage ne révélait plus la terreur de naguère</w:t>
      </w:r>
      <w:r w:rsidR="00435B4F">
        <w:t>.</w:t>
      </w:r>
    </w:p>
    <w:p w14:paraId="5C3FDD8C" w14:textId="77777777" w:rsidR="00435B4F" w:rsidRDefault="00435B4F" w:rsidP="00256283">
      <w:r>
        <w:t>— </w:t>
      </w:r>
      <w:r w:rsidR="00256283">
        <w:t>La police en est sûre</w:t>
      </w:r>
      <w:r>
        <w:t xml:space="preserve">, </w:t>
      </w:r>
      <w:r w:rsidR="00256283">
        <w:t>en tout cas</w:t>
      </w:r>
      <w:r>
        <w:t xml:space="preserve"> ! </w:t>
      </w:r>
      <w:r w:rsidR="00256283">
        <w:t>répondis-je</w:t>
      </w:r>
      <w:r>
        <w:t>.</w:t>
      </w:r>
    </w:p>
    <w:p w14:paraId="19231F59" w14:textId="77777777" w:rsidR="00435B4F" w:rsidRDefault="00256283" w:rsidP="00256283">
      <w:r>
        <w:t>Nous nous regardâmes quelques secondes sans rien dire</w:t>
      </w:r>
      <w:r w:rsidR="00435B4F">
        <w:t xml:space="preserve">. </w:t>
      </w:r>
      <w:r>
        <w:t>Je pensai qu</w:t>
      </w:r>
      <w:r w:rsidR="00435B4F">
        <w:t>’</w:t>
      </w:r>
      <w:r>
        <w:t>elle ne craignait pas que l</w:t>
      </w:r>
      <w:r w:rsidR="00435B4F">
        <w:t>’</w:t>
      </w:r>
      <w:r>
        <w:t>on accusât Jorgensen du meurtre de Julia</w:t>
      </w:r>
      <w:r w:rsidR="00435B4F">
        <w:t xml:space="preserve"> : </w:t>
      </w:r>
      <w:r>
        <w:t>elle avait peur que cet homme l</w:t>
      </w:r>
      <w:r w:rsidR="00435B4F">
        <w:t>’</w:t>
      </w:r>
      <w:r>
        <w:t>eût épousée pour se servir d</w:t>
      </w:r>
      <w:r w:rsidR="00435B4F">
        <w:t>’</w:t>
      </w:r>
      <w:r>
        <w:t xml:space="preserve">elle dans un complot contre </w:t>
      </w:r>
      <w:proofErr w:type="spellStart"/>
      <w:r>
        <w:t>Wynant</w:t>
      </w:r>
      <w:proofErr w:type="spellEnd"/>
      <w:r w:rsidR="00435B4F">
        <w:t>.</w:t>
      </w:r>
    </w:p>
    <w:p w14:paraId="73766ADA" w14:textId="77777777" w:rsidR="00435B4F" w:rsidRDefault="00256283" w:rsidP="00256283">
      <w:r>
        <w:t>Quand je ris à cette idée soudaine</w:t>
      </w:r>
      <w:r w:rsidR="00435B4F">
        <w:t xml:space="preserve">, </w:t>
      </w:r>
      <w:r>
        <w:t>elle eut un sursaut</w:t>
      </w:r>
      <w:r w:rsidR="00435B4F">
        <w:t> :</w:t>
      </w:r>
    </w:p>
    <w:p w14:paraId="20EE1F03" w14:textId="77777777" w:rsidR="00435B4F" w:rsidRDefault="00435B4F" w:rsidP="00256283">
      <w:r>
        <w:t>— </w:t>
      </w:r>
      <w:r w:rsidR="00256283">
        <w:t>Je ne veux pas le croire</w:t>
      </w:r>
      <w:r>
        <w:t xml:space="preserve">, </w:t>
      </w:r>
      <w:r w:rsidR="00256283">
        <w:t>fit-elle</w:t>
      </w:r>
      <w:r>
        <w:t xml:space="preserve">, </w:t>
      </w:r>
      <w:r w:rsidR="00256283">
        <w:t>d</w:t>
      </w:r>
      <w:r>
        <w:t>’</w:t>
      </w:r>
      <w:r w:rsidR="00256283">
        <w:t>une voix plus douce</w:t>
      </w:r>
      <w:r>
        <w:t xml:space="preserve">, </w:t>
      </w:r>
      <w:r w:rsidR="00256283">
        <w:t>tant qu</w:t>
      </w:r>
      <w:r>
        <w:t>’</w:t>
      </w:r>
      <w:r w:rsidR="00256283">
        <w:t>il ne me l</w:t>
      </w:r>
      <w:r>
        <w:t>’</w:t>
      </w:r>
      <w:r w:rsidR="00256283">
        <w:t>aura pas dit lui-même</w:t>
      </w:r>
      <w:r>
        <w:t>.</w:t>
      </w:r>
    </w:p>
    <w:p w14:paraId="6A288CA1" w14:textId="77777777" w:rsidR="00435B4F" w:rsidRDefault="00435B4F" w:rsidP="00256283">
      <w:r>
        <w:t>— </w:t>
      </w:r>
      <w:r w:rsidR="00256283">
        <w:t>Et alors</w:t>
      </w:r>
      <w:r>
        <w:t xml:space="preserve"> ? </w:t>
      </w:r>
      <w:r w:rsidR="00256283">
        <w:t>demandai-je</w:t>
      </w:r>
      <w:r>
        <w:t>.</w:t>
      </w:r>
    </w:p>
    <w:p w14:paraId="30A7F4D3" w14:textId="77777777" w:rsidR="00435B4F" w:rsidRDefault="00256283" w:rsidP="00256283">
      <w:r>
        <w:t>Elle haussa les épaules</w:t>
      </w:r>
      <w:r w:rsidR="00435B4F">
        <w:t xml:space="preserve"> ; </w:t>
      </w:r>
      <w:r>
        <w:t>sa lèvre inférieure tremblait</w:t>
      </w:r>
      <w:r w:rsidR="00435B4F">
        <w:t>.</w:t>
      </w:r>
    </w:p>
    <w:p w14:paraId="3668118E" w14:textId="77777777" w:rsidR="00435B4F" w:rsidRDefault="00435B4F" w:rsidP="00256283">
      <w:r>
        <w:t>— </w:t>
      </w:r>
      <w:r w:rsidR="00256283">
        <w:t>C</w:t>
      </w:r>
      <w:r>
        <w:t>’</w:t>
      </w:r>
      <w:r w:rsidR="00256283">
        <w:t>est mon mari</w:t>
      </w:r>
      <w:r>
        <w:t xml:space="preserve"> ! </w:t>
      </w:r>
      <w:r w:rsidR="00256283">
        <w:t>murmura-t-elle</w:t>
      </w:r>
      <w:r>
        <w:t>.</w:t>
      </w:r>
    </w:p>
    <w:p w14:paraId="51763253" w14:textId="77777777" w:rsidR="00435B4F" w:rsidRDefault="00435B4F" w:rsidP="00256283">
      <w:r>
        <w:t>— </w:t>
      </w:r>
      <w:r w:rsidR="00256283">
        <w:t>Il ne s</w:t>
      </w:r>
      <w:r>
        <w:t>’</w:t>
      </w:r>
      <w:r w:rsidR="00256283">
        <w:t>agit pas de ça</w:t>
      </w:r>
      <w:r>
        <w:t xml:space="preserve">, </w:t>
      </w:r>
      <w:r w:rsidR="00256283">
        <w:t>Mimi</w:t>
      </w:r>
      <w:r>
        <w:t>.</w:t>
      </w:r>
    </w:p>
    <w:p w14:paraId="3E758DC4" w14:textId="77777777" w:rsidR="00435B4F" w:rsidRDefault="00435B4F" w:rsidP="00256283">
      <w:r>
        <w:t>— </w:t>
      </w:r>
      <w:r w:rsidR="00256283">
        <w:t>Je sais</w:t>
      </w:r>
      <w:r>
        <w:t xml:space="preserve">, </w:t>
      </w:r>
      <w:r w:rsidR="00256283">
        <w:t>dit-elle</w:t>
      </w:r>
      <w:r>
        <w:t xml:space="preserve">, </w:t>
      </w:r>
      <w:r w:rsidR="00256283">
        <w:t>vous me croyez incapable d</w:t>
      </w:r>
      <w:r>
        <w:t>’</w:t>
      </w:r>
      <w:r w:rsidR="00256283">
        <w:t>éprouver un bon sentiment</w:t>
      </w:r>
      <w:r>
        <w:t xml:space="preserve"> ; </w:t>
      </w:r>
      <w:r w:rsidR="00256283">
        <w:t>vous pensez toujours</w:t>
      </w:r>
      <w:r>
        <w:t>…</w:t>
      </w:r>
    </w:p>
    <w:p w14:paraId="3ECC7C75" w14:textId="77777777" w:rsidR="00435B4F" w:rsidRDefault="00435B4F" w:rsidP="00256283">
      <w:r>
        <w:t>— </w:t>
      </w:r>
      <w:r w:rsidR="00256283">
        <w:t>Ça va</w:t>
      </w:r>
      <w:r>
        <w:t xml:space="preserve"> ! </w:t>
      </w:r>
      <w:r w:rsidR="00256283">
        <w:t>ça va</w:t>
      </w:r>
      <w:r>
        <w:t xml:space="preserve"> ! </w:t>
      </w:r>
      <w:r w:rsidR="00256283">
        <w:t>coupai-je</w:t>
      </w:r>
      <w:r>
        <w:t xml:space="preserve">. </w:t>
      </w:r>
      <w:r w:rsidR="00256283">
        <w:t>Passons</w:t>
      </w:r>
      <w:r>
        <w:t xml:space="preserve"> ! </w:t>
      </w:r>
      <w:r w:rsidR="00256283">
        <w:t xml:space="preserve">Revenons à la preuve que vous avez de la culpabilité de </w:t>
      </w:r>
      <w:proofErr w:type="spellStart"/>
      <w:r w:rsidR="00256283">
        <w:t>Wynant</w:t>
      </w:r>
      <w:proofErr w:type="spellEnd"/>
      <w:r>
        <w:t>.</w:t>
      </w:r>
    </w:p>
    <w:p w14:paraId="45CF6FB1" w14:textId="77777777" w:rsidR="00435B4F" w:rsidRDefault="00256283" w:rsidP="00256283">
      <w:r>
        <w:t>Elle détourna un instant la tête</w:t>
      </w:r>
      <w:r w:rsidR="00435B4F">
        <w:t xml:space="preserve">. </w:t>
      </w:r>
      <w:r>
        <w:t>Quand elle me regarda de nouveau</w:t>
      </w:r>
      <w:r w:rsidR="00435B4F">
        <w:t xml:space="preserve">, </w:t>
      </w:r>
      <w:r>
        <w:t>sa lèvre inférieure tressautait encore</w:t>
      </w:r>
      <w:r w:rsidR="00435B4F">
        <w:t>.</w:t>
      </w:r>
    </w:p>
    <w:p w14:paraId="41FCB550" w14:textId="77777777" w:rsidR="00435B4F" w:rsidRDefault="00435B4F" w:rsidP="00256283">
      <w:r>
        <w:t>— </w:t>
      </w:r>
      <w:r w:rsidR="00256283">
        <w:t>J</w:t>
      </w:r>
      <w:r>
        <w:t>’</w:t>
      </w:r>
      <w:r w:rsidR="00256283">
        <w:t>ai menti</w:t>
      </w:r>
      <w:r>
        <w:t xml:space="preserve">, </w:t>
      </w:r>
      <w:r w:rsidR="00256283">
        <w:t>Nick</w:t>
      </w:r>
      <w:r>
        <w:t xml:space="preserve">, </w:t>
      </w:r>
      <w:r w:rsidR="00256283">
        <w:t>dit-elle</w:t>
      </w:r>
      <w:r>
        <w:t xml:space="preserve"> ; </w:t>
      </w:r>
      <w:r w:rsidR="00256283">
        <w:t>je n</w:t>
      </w:r>
      <w:r>
        <w:t>’</w:t>
      </w:r>
      <w:r w:rsidR="00256283">
        <w:t>ai rien trouvé</w:t>
      </w:r>
      <w:r>
        <w:t>.</w:t>
      </w:r>
    </w:p>
    <w:p w14:paraId="16C49A01" w14:textId="77777777" w:rsidR="00435B4F" w:rsidRDefault="00256283" w:rsidP="00256283">
      <w:r>
        <w:t>Elle se rapprocha de moi</w:t>
      </w:r>
      <w:r w:rsidR="00435B4F">
        <w:t>.</w:t>
      </w:r>
    </w:p>
    <w:p w14:paraId="0F54C6F9" w14:textId="77777777" w:rsidR="00435B4F" w:rsidRDefault="00435B4F" w:rsidP="00256283">
      <w:r>
        <w:t>— </w:t>
      </w:r>
      <w:r w:rsidR="00256283">
        <w:t>Clyde n</w:t>
      </w:r>
      <w:r>
        <w:t>’</w:t>
      </w:r>
      <w:r w:rsidR="00256283">
        <w:t>avait pas le droit d</w:t>
      </w:r>
      <w:r>
        <w:t>’</w:t>
      </w:r>
      <w:r w:rsidR="00256283">
        <w:t>écrire ces lettres à Alice et à Macaulay</w:t>
      </w:r>
      <w:r>
        <w:t xml:space="preserve">, </w:t>
      </w:r>
      <w:r w:rsidR="00256283">
        <w:t>pour me faire soupçonner</w:t>
      </w:r>
      <w:r>
        <w:t xml:space="preserve">, </w:t>
      </w:r>
      <w:r w:rsidR="00256283">
        <w:t>dit-elle</w:t>
      </w:r>
      <w:r>
        <w:t xml:space="preserve">. </w:t>
      </w:r>
      <w:r w:rsidR="00256283">
        <w:t>Alors</w:t>
      </w:r>
      <w:r>
        <w:t xml:space="preserve">, </w:t>
      </w:r>
      <w:r w:rsidR="00256283">
        <w:t>j</w:t>
      </w:r>
      <w:r>
        <w:t>’</w:t>
      </w:r>
      <w:r w:rsidR="00256283">
        <w:t xml:space="preserve">ai </w:t>
      </w:r>
      <w:r w:rsidR="00256283">
        <w:lastRenderedPageBreak/>
        <w:t>pensé que je pourrais me venger en inventant quelque chose contre lui</w:t>
      </w:r>
      <w:r>
        <w:t xml:space="preserve">. </w:t>
      </w:r>
      <w:r w:rsidR="00256283">
        <w:t>J</w:t>
      </w:r>
      <w:r>
        <w:t>’</w:t>
      </w:r>
      <w:r w:rsidR="00256283">
        <w:t>étais convaincue</w:t>
      </w:r>
      <w:r>
        <w:t xml:space="preserve">… </w:t>
      </w:r>
      <w:r w:rsidR="00256283">
        <w:t>je suis convaincue</w:t>
      </w:r>
      <w:r>
        <w:t xml:space="preserve">, </w:t>
      </w:r>
      <w:r w:rsidR="00256283">
        <w:t>veux-je dire</w:t>
      </w:r>
      <w:r>
        <w:t xml:space="preserve">, </w:t>
      </w:r>
      <w:r w:rsidR="00256283">
        <w:t>qu</w:t>
      </w:r>
      <w:r>
        <w:t>’</w:t>
      </w:r>
      <w:r w:rsidR="00256283">
        <w:t>il a tué Julia et que</w:t>
      </w:r>
      <w:r>
        <w:t>…</w:t>
      </w:r>
    </w:p>
    <w:p w14:paraId="4261F12F" w14:textId="77777777" w:rsidR="00435B4F" w:rsidRDefault="00435B4F" w:rsidP="00256283">
      <w:r>
        <w:t>— </w:t>
      </w:r>
      <w:r w:rsidR="00256283">
        <w:t>Et qu</w:t>
      </w:r>
      <w:r>
        <w:t>’</w:t>
      </w:r>
      <w:r w:rsidR="00256283">
        <w:t>est-ce que vous avez inventé</w:t>
      </w:r>
      <w:r>
        <w:t xml:space="preserve"> ? </w:t>
      </w:r>
      <w:r w:rsidR="00256283">
        <w:t>interrompis-je</w:t>
      </w:r>
      <w:r>
        <w:t>.</w:t>
      </w:r>
    </w:p>
    <w:p w14:paraId="426E70CA" w14:textId="77777777" w:rsidR="00435B4F" w:rsidRDefault="00435B4F" w:rsidP="00256283">
      <w:r>
        <w:t>— </w:t>
      </w:r>
      <w:r w:rsidR="00256283">
        <w:t>Rien encore</w:t>
      </w:r>
      <w:r>
        <w:t xml:space="preserve">. </w:t>
      </w:r>
      <w:r w:rsidR="00256283">
        <w:t>Je voulais savoir à quoi je m</w:t>
      </w:r>
      <w:r>
        <w:t>’</w:t>
      </w:r>
      <w:r w:rsidR="00256283">
        <w:t>exposais et je vous ai interrogé sur ce point</w:t>
      </w:r>
      <w:r>
        <w:t xml:space="preserve">. </w:t>
      </w:r>
      <w:r w:rsidR="00256283">
        <w:t>J</w:t>
      </w:r>
      <w:r>
        <w:t>’</w:t>
      </w:r>
      <w:r w:rsidR="00256283">
        <w:t>aurais pu prétendre que Julia avait repris connaissance avant de mourir</w:t>
      </w:r>
      <w:r>
        <w:t xml:space="preserve">, </w:t>
      </w:r>
      <w:r w:rsidR="00256283">
        <w:t>pendant que les autres téléphonaient</w:t>
      </w:r>
      <w:r>
        <w:t xml:space="preserve">, </w:t>
      </w:r>
      <w:r w:rsidR="00256283">
        <w:t>et qu</w:t>
      </w:r>
      <w:r>
        <w:t>’</w:t>
      </w:r>
      <w:r w:rsidR="00256283">
        <w:t>elle avait accusé Clyde</w:t>
      </w:r>
      <w:r>
        <w:t>.</w:t>
      </w:r>
    </w:p>
    <w:p w14:paraId="21E9D19F" w14:textId="77777777" w:rsidR="00435B4F" w:rsidRDefault="00435B4F" w:rsidP="00256283">
      <w:r>
        <w:t>— </w:t>
      </w:r>
      <w:r w:rsidR="00256283">
        <w:t>Vous ne m</w:t>
      </w:r>
      <w:r>
        <w:t>’</w:t>
      </w:r>
      <w:r w:rsidR="00256283">
        <w:t xml:space="preserve">aviez pas dit que vous aviez </w:t>
      </w:r>
      <w:r w:rsidR="00256283">
        <w:rPr>
          <w:i/>
        </w:rPr>
        <w:t>entendu</w:t>
      </w:r>
      <w:r w:rsidR="00256283">
        <w:t xml:space="preserve"> quelque chose mais que vous aviez </w:t>
      </w:r>
      <w:r w:rsidR="00256283">
        <w:rPr>
          <w:i/>
        </w:rPr>
        <w:t xml:space="preserve">trouvé </w:t>
      </w:r>
      <w:r w:rsidR="00256283">
        <w:t>quelque chose que vous aviez caché</w:t>
      </w:r>
      <w:r>
        <w:t>.</w:t>
      </w:r>
    </w:p>
    <w:p w14:paraId="221B8B3E" w14:textId="77777777" w:rsidR="00435B4F" w:rsidRDefault="00435B4F" w:rsidP="00256283">
      <w:r>
        <w:t>— </w:t>
      </w:r>
      <w:r w:rsidR="00256283">
        <w:t>Je n</w:t>
      </w:r>
      <w:r>
        <w:t>’</w:t>
      </w:r>
      <w:r w:rsidR="00256283">
        <w:t>avais pas alors décidé exactement de ce que je ferais</w:t>
      </w:r>
      <w:r>
        <w:t>.</w:t>
      </w:r>
    </w:p>
    <w:p w14:paraId="15B99222" w14:textId="77777777" w:rsidR="00435B4F" w:rsidRDefault="00435B4F" w:rsidP="00256283">
      <w:r>
        <w:t>— </w:t>
      </w:r>
      <w:r w:rsidR="00256283">
        <w:t xml:space="preserve">Quand avez-vous su que </w:t>
      </w:r>
      <w:proofErr w:type="spellStart"/>
      <w:r w:rsidR="00256283">
        <w:t>Wynant</w:t>
      </w:r>
      <w:proofErr w:type="spellEnd"/>
      <w:r w:rsidR="00256283">
        <w:t xml:space="preserve"> avait écrit à Macaulay</w:t>
      </w:r>
      <w:r>
        <w:t> ?</w:t>
      </w:r>
    </w:p>
    <w:p w14:paraId="0B27D635" w14:textId="77777777" w:rsidR="00435B4F" w:rsidRDefault="00435B4F" w:rsidP="00256283">
      <w:r>
        <w:t>— </w:t>
      </w:r>
      <w:r w:rsidR="00256283">
        <w:t>Cet après-midi</w:t>
      </w:r>
      <w:r>
        <w:t xml:space="preserve"> ; </w:t>
      </w:r>
      <w:r w:rsidR="00256283">
        <w:t>j</w:t>
      </w:r>
      <w:r>
        <w:t>’</w:t>
      </w:r>
      <w:r w:rsidR="00256283">
        <w:t>ai reçu la visite d</w:t>
      </w:r>
      <w:r>
        <w:t>’</w:t>
      </w:r>
      <w:r w:rsidR="00256283">
        <w:t>un inspecteur de police</w:t>
      </w:r>
      <w:r>
        <w:t>.</w:t>
      </w:r>
    </w:p>
    <w:p w14:paraId="1251570B" w14:textId="77777777" w:rsidR="00435B4F" w:rsidRDefault="00435B4F" w:rsidP="00256283">
      <w:r>
        <w:t>— </w:t>
      </w:r>
      <w:r w:rsidR="00256283">
        <w:t xml:space="preserve">Vous a-t-il parlé de </w:t>
      </w:r>
      <w:proofErr w:type="spellStart"/>
      <w:r w:rsidR="00256283">
        <w:t>Rosewater</w:t>
      </w:r>
      <w:proofErr w:type="spellEnd"/>
      <w:r>
        <w:t> ?</w:t>
      </w:r>
    </w:p>
    <w:p w14:paraId="558505C7" w14:textId="77777777" w:rsidR="00435B4F" w:rsidRDefault="00435B4F" w:rsidP="00256283">
      <w:r>
        <w:t>— </w:t>
      </w:r>
      <w:r w:rsidR="00256283">
        <w:t>Il m</w:t>
      </w:r>
      <w:r>
        <w:t>’</w:t>
      </w:r>
      <w:r w:rsidR="00256283">
        <w:t>a demandé si je le connaissais ou si je l</w:t>
      </w:r>
      <w:r>
        <w:t>’</w:t>
      </w:r>
      <w:r w:rsidR="00256283">
        <w:t>avais connu</w:t>
      </w:r>
      <w:r>
        <w:t xml:space="preserve"> : </w:t>
      </w:r>
      <w:r w:rsidR="00256283">
        <w:t>j</w:t>
      </w:r>
      <w:r>
        <w:t>’</w:t>
      </w:r>
      <w:r w:rsidR="00256283">
        <w:t>ai cru dire la vérité en répondant non</w:t>
      </w:r>
      <w:r>
        <w:t>.</w:t>
      </w:r>
    </w:p>
    <w:p w14:paraId="6B3B99C1" w14:textId="77777777" w:rsidR="00435B4F" w:rsidRDefault="00435B4F" w:rsidP="00256283">
      <w:r>
        <w:t>— </w:t>
      </w:r>
      <w:r w:rsidR="00256283">
        <w:t>Peut-être</w:t>
      </w:r>
      <w:r>
        <w:t xml:space="preserve"> ! </w:t>
      </w:r>
      <w:r w:rsidR="00256283">
        <w:t>murmurai-je</w:t>
      </w:r>
      <w:r>
        <w:t xml:space="preserve">. </w:t>
      </w:r>
      <w:r w:rsidR="00256283">
        <w:t xml:space="preserve">Je commence personnellement à croire que vous avez dit vrai en prétendant avoir découvert une preuve de la culpabilité de </w:t>
      </w:r>
      <w:proofErr w:type="spellStart"/>
      <w:r w:rsidR="00256283">
        <w:t>Wynant</w:t>
      </w:r>
      <w:proofErr w:type="spellEnd"/>
      <w:r>
        <w:t>.</w:t>
      </w:r>
    </w:p>
    <w:p w14:paraId="6886619E" w14:textId="77777777" w:rsidR="00435B4F" w:rsidRDefault="00256283" w:rsidP="00256283">
      <w:r>
        <w:t>Elle leva les sourcils et me regarda</w:t>
      </w:r>
      <w:r w:rsidR="00435B4F">
        <w:t xml:space="preserve">, </w:t>
      </w:r>
      <w:r>
        <w:t>les yeux grands ouverts</w:t>
      </w:r>
      <w:r w:rsidR="00435B4F">
        <w:t>.</w:t>
      </w:r>
    </w:p>
    <w:p w14:paraId="065BE8CE" w14:textId="77777777" w:rsidR="00435B4F" w:rsidRDefault="00435B4F" w:rsidP="00256283">
      <w:r>
        <w:t>— </w:t>
      </w:r>
      <w:r w:rsidR="00256283">
        <w:t>Je ne comprends pas</w:t>
      </w:r>
      <w:r>
        <w:t xml:space="preserve"> ! </w:t>
      </w:r>
      <w:r w:rsidR="00256283">
        <w:t>fit-elle</w:t>
      </w:r>
      <w:r>
        <w:t>.</w:t>
      </w:r>
    </w:p>
    <w:p w14:paraId="0EFEEAB9" w14:textId="77777777" w:rsidR="00435B4F" w:rsidRDefault="00435B4F" w:rsidP="00256283">
      <w:r>
        <w:lastRenderedPageBreak/>
        <w:t>— </w:t>
      </w:r>
      <w:r w:rsidR="00256283">
        <w:t>Moi non plus</w:t>
      </w:r>
      <w:r>
        <w:t xml:space="preserve">, </w:t>
      </w:r>
      <w:r w:rsidR="00256283">
        <w:t>répondis-je</w:t>
      </w:r>
      <w:r>
        <w:t xml:space="preserve">, </w:t>
      </w:r>
      <w:r w:rsidR="00256283">
        <w:t>mais voici comment les choses auraient pu se passer</w:t>
      </w:r>
      <w:r>
        <w:t xml:space="preserve">. </w:t>
      </w:r>
      <w:r w:rsidR="00256283">
        <w:t>Vous auriez pu découvrir quelque chose et décider de le tenir en réserve</w:t>
      </w:r>
      <w:r>
        <w:t xml:space="preserve">, </w:t>
      </w:r>
      <w:r w:rsidR="00256283">
        <w:t>avec l</w:t>
      </w:r>
      <w:r>
        <w:t>’</w:t>
      </w:r>
      <w:r w:rsidR="00256283">
        <w:t xml:space="preserve">idée de le vendre à </w:t>
      </w:r>
      <w:proofErr w:type="spellStart"/>
      <w:r w:rsidR="00256283">
        <w:t>Wynant</w:t>
      </w:r>
      <w:proofErr w:type="spellEnd"/>
      <w:r>
        <w:t xml:space="preserve">. </w:t>
      </w:r>
      <w:r w:rsidR="00256283">
        <w:t>Quand</w:t>
      </w:r>
      <w:r>
        <w:t xml:space="preserve">, </w:t>
      </w:r>
      <w:r w:rsidR="00256283">
        <w:t>à la suite de l</w:t>
      </w:r>
      <w:r>
        <w:t>’</w:t>
      </w:r>
      <w:r w:rsidR="00256283">
        <w:t>envoi des lettres</w:t>
      </w:r>
      <w:r>
        <w:t xml:space="preserve">, </w:t>
      </w:r>
      <w:r w:rsidR="00256283">
        <w:t>il a attiré l</w:t>
      </w:r>
      <w:r>
        <w:t>’</w:t>
      </w:r>
      <w:r w:rsidR="00256283">
        <w:t>attention sur vous</w:t>
      </w:r>
      <w:r>
        <w:t xml:space="preserve">, </w:t>
      </w:r>
      <w:r w:rsidR="00256283">
        <w:t>vous avez résolu d</w:t>
      </w:r>
      <w:r>
        <w:t>’</w:t>
      </w:r>
      <w:r w:rsidR="00256283">
        <w:t>abandonner l</w:t>
      </w:r>
      <w:r>
        <w:t>’</w:t>
      </w:r>
      <w:r w:rsidR="00256283">
        <w:t>espoir d</w:t>
      </w:r>
      <w:r>
        <w:t>’</w:t>
      </w:r>
      <w:r w:rsidR="00256283">
        <w:t>un chantage avantageux et de vous disculper en livrant cette preuve à la police pour rejeter la responsabilité sur Clyde</w:t>
      </w:r>
      <w:r>
        <w:t xml:space="preserve">. </w:t>
      </w:r>
      <w:r w:rsidR="00256283">
        <w:t>Enfin</w:t>
      </w:r>
      <w:r>
        <w:t xml:space="preserve">, </w:t>
      </w:r>
      <w:r w:rsidR="00256283">
        <w:t xml:space="preserve">en apprenant que </w:t>
      </w:r>
      <w:proofErr w:type="spellStart"/>
      <w:r w:rsidR="00256283">
        <w:t>Rosewater</w:t>
      </w:r>
      <w:proofErr w:type="spellEnd"/>
      <w:r w:rsidR="00256283">
        <w:t xml:space="preserve"> et Jorgensen n</w:t>
      </w:r>
      <w:r>
        <w:t>’</w:t>
      </w:r>
      <w:r w:rsidR="00256283">
        <w:t>étaient qu</w:t>
      </w:r>
      <w:r>
        <w:t>’</w:t>
      </w:r>
      <w:r w:rsidR="00256283">
        <w:t>un seul et même homme vous avez fait une dernière volte-face</w:t>
      </w:r>
      <w:r>
        <w:t xml:space="preserve">, </w:t>
      </w:r>
      <w:r w:rsidR="00256283">
        <w:t>décidée à ne rien dire</w:t>
      </w:r>
      <w:r>
        <w:t xml:space="preserve">, </w:t>
      </w:r>
      <w:r w:rsidR="00256283">
        <w:t>pour laisser accuser Jorgensen et le punir ainsi de vous avoir épousée</w:t>
      </w:r>
      <w:r>
        <w:t xml:space="preserve">, </w:t>
      </w:r>
      <w:r w:rsidR="00256283">
        <w:t>non par amour</w:t>
      </w:r>
      <w:r>
        <w:t xml:space="preserve">, </w:t>
      </w:r>
      <w:r w:rsidR="00256283">
        <w:t xml:space="preserve">mais pour se servir de vous dans ses entreprises contre </w:t>
      </w:r>
      <w:proofErr w:type="spellStart"/>
      <w:r w:rsidR="00256283">
        <w:t>Wynant</w:t>
      </w:r>
      <w:proofErr w:type="spellEnd"/>
      <w:r>
        <w:t> !</w:t>
      </w:r>
    </w:p>
    <w:p w14:paraId="647F8469" w14:textId="77777777" w:rsidR="00435B4F" w:rsidRDefault="00256283" w:rsidP="00256283">
      <w:r>
        <w:t>Elle sourit</w:t>
      </w:r>
      <w:r w:rsidR="00435B4F">
        <w:t xml:space="preserve">, </w:t>
      </w:r>
      <w:r>
        <w:t>très calme et dit</w:t>
      </w:r>
      <w:r w:rsidR="00435B4F">
        <w:t> :</w:t>
      </w:r>
    </w:p>
    <w:p w14:paraId="0B079BBF" w14:textId="77777777" w:rsidR="00435B4F" w:rsidRDefault="00435B4F" w:rsidP="00256283">
      <w:r>
        <w:t>— </w:t>
      </w:r>
      <w:r w:rsidR="00256283">
        <w:t>Vous me croyez capable de tout</w:t>
      </w:r>
      <w:r>
        <w:t xml:space="preserve">, </w:t>
      </w:r>
      <w:r w:rsidR="00256283">
        <w:t>n</w:t>
      </w:r>
      <w:r>
        <w:t>’</w:t>
      </w:r>
      <w:r w:rsidR="00256283">
        <w:t>est-ce pas</w:t>
      </w:r>
      <w:r>
        <w:t> ?</w:t>
      </w:r>
    </w:p>
    <w:p w14:paraId="3DEE9B92" w14:textId="77777777" w:rsidR="00435B4F" w:rsidRDefault="00435B4F" w:rsidP="00256283">
      <w:r>
        <w:t>— </w:t>
      </w:r>
      <w:r w:rsidR="00256283">
        <w:t>Ce que je crois n</w:t>
      </w:r>
      <w:r>
        <w:t>’</w:t>
      </w:r>
      <w:r w:rsidR="00256283">
        <w:t>a pas d</w:t>
      </w:r>
      <w:r>
        <w:t>’</w:t>
      </w:r>
      <w:r w:rsidR="00256283">
        <w:t>importance</w:t>
      </w:r>
      <w:r>
        <w:t xml:space="preserve">, </w:t>
      </w:r>
      <w:r w:rsidR="00256283">
        <w:t>répondis-je</w:t>
      </w:r>
      <w:r>
        <w:t xml:space="preserve">, </w:t>
      </w:r>
      <w:r w:rsidR="00256283">
        <w:t>mais ce qui est vraiment inquiétant</w:t>
      </w:r>
      <w:r>
        <w:t xml:space="preserve">, </w:t>
      </w:r>
      <w:r w:rsidR="00256283">
        <w:t>c</w:t>
      </w:r>
      <w:r>
        <w:t>’</w:t>
      </w:r>
      <w:r w:rsidR="00256283">
        <w:t>est que vous finirez probablement votre vie en prison</w:t>
      </w:r>
      <w:r>
        <w:t>.</w:t>
      </w:r>
    </w:p>
    <w:p w14:paraId="05D2F7D3" w14:textId="77777777" w:rsidR="00435B4F" w:rsidRDefault="00256283" w:rsidP="00256283">
      <w:r>
        <w:t>Elle poussa un cri rauque</w:t>
      </w:r>
      <w:r w:rsidR="00435B4F">
        <w:t xml:space="preserve">, </w:t>
      </w:r>
      <w:r>
        <w:t>horrible</w:t>
      </w:r>
      <w:r w:rsidR="00435B4F">
        <w:t xml:space="preserve">, </w:t>
      </w:r>
      <w:r>
        <w:t>et une indicible terreur se peignit sur son visage</w:t>
      </w:r>
      <w:r w:rsidR="00435B4F">
        <w:t xml:space="preserve">. </w:t>
      </w:r>
      <w:r>
        <w:t>Elle saisit les revers de mon veston et se pressa contre moi</w:t>
      </w:r>
      <w:r w:rsidR="00435B4F">
        <w:t xml:space="preserve">, </w:t>
      </w:r>
      <w:r>
        <w:t>bégayant</w:t>
      </w:r>
      <w:r w:rsidR="00435B4F">
        <w:t> :</w:t>
      </w:r>
    </w:p>
    <w:p w14:paraId="097A0D95" w14:textId="77777777" w:rsidR="00435B4F" w:rsidRDefault="00435B4F" w:rsidP="00256283">
      <w:r>
        <w:t>— </w:t>
      </w:r>
      <w:r w:rsidR="00256283">
        <w:t>Ne dites pas ça</w:t>
      </w:r>
      <w:r>
        <w:t xml:space="preserve">, </w:t>
      </w:r>
      <w:r w:rsidR="00256283">
        <w:t>je vous en supplie</w:t>
      </w:r>
      <w:r>
        <w:t xml:space="preserve">, </w:t>
      </w:r>
      <w:r w:rsidR="00256283">
        <w:t>Nick</w:t>
      </w:r>
      <w:r>
        <w:t> !</w:t>
      </w:r>
    </w:p>
    <w:p w14:paraId="2A67BBE3" w14:textId="77777777" w:rsidR="00435B4F" w:rsidRDefault="00256283" w:rsidP="00256283">
      <w:r>
        <w:t>Elle tremblait tellement que je la serrai dans mes bras pour qu</w:t>
      </w:r>
      <w:r w:rsidR="00435B4F">
        <w:t>’</w:t>
      </w:r>
      <w:r>
        <w:t>elle ne tombât pas</w:t>
      </w:r>
      <w:r w:rsidR="00435B4F">
        <w:t>.</w:t>
      </w:r>
    </w:p>
    <w:p w14:paraId="689FB420" w14:textId="77777777" w:rsidR="00435B4F" w:rsidRDefault="00256283" w:rsidP="00256283">
      <w:r>
        <w:t>Nous n</w:t>
      </w:r>
      <w:r w:rsidR="00435B4F">
        <w:t>’</w:t>
      </w:r>
      <w:r>
        <w:t>entendîmes pas Gilbert qui devait être entré depuis quelques secondes et qui révéla sa présence en toussant</w:t>
      </w:r>
      <w:r w:rsidR="00435B4F">
        <w:t>.</w:t>
      </w:r>
    </w:p>
    <w:p w14:paraId="51CE2676" w14:textId="77777777" w:rsidR="00435B4F" w:rsidRDefault="00435B4F" w:rsidP="00256283">
      <w:r>
        <w:t>— </w:t>
      </w:r>
      <w:r w:rsidR="00256283">
        <w:t>Ça ne va pas</w:t>
      </w:r>
      <w:r>
        <w:t xml:space="preserve">, </w:t>
      </w:r>
      <w:r w:rsidR="00256283">
        <w:t>maman</w:t>
      </w:r>
      <w:r>
        <w:t xml:space="preserve"> ? </w:t>
      </w:r>
      <w:r w:rsidR="00256283">
        <w:t>demanda-t-il</w:t>
      </w:r>
      <w:r>
        <w:t>.</w:t>
      </w:r>
    </w:p>
    <w:p w14:paraId="6CA659DA" w14:textId="77777777" w:rsidR="00435B4F" w:rsidRDefault="00256283" w:rsidP="00256283">
      <w:r>
        <w:lastRenderedPageBreak/>
        <w:t>Elle lâcha lentement les revers de mon veston et fit un pas en arrière</w:t>
      </w:r>
      <w:r w:rsidR="00435B4F">
        <w:t>.</w:t>
      </w:r>
    </w:p>
    <w:p w14:paraId="44D1E9FE" w14:textId="77777777" w:rsidR="00435B4F" w:rsidRDefault="00435B4F" w:rsidP="00256283">
      <w:r>
        <w:t>— </w:t>
      </w:r>
      <w:r w:rsidR="00256283">
        <w:t>Votre mère est bien sotte</w:t>
      </w:r>
      <w:r>
        <w:t xml:space="preserve"> ! </w:t>
      </w:r>
      <w:r w:rsidR="00256283">
        <w:t>murmura-t-elle</w:t>
      </w:r>
      <w:r>
        <w:t>.</w:t>
      </w:r>
    </w:p>
    <w:p w14:paraId="440AA165" w14:textId="77777777" w:rsidR="00435B4F" w:rsidRDefault="00256283" w:rsidP="00256283">
      <w:r>
        <w:t>Elle n</w:t>
      </w:r>
      <w:r w:rsidR="00435B4F">
        <w:t>’</w:t>
      </w:r>
      <w:r>
        <w:t>avait pas cessé de trembler mais elle leva son visage vers moi</w:t>
      </w:r>
      <w:r w:rsidR="00435B4F">
        <w:t xml:space="preserve">, </w:t>
      </w:r>
      <w:r>
        <w:t>sourit</w:t>
      </w:r>
      <w:r w:rsidR="00435B4F">
        <w:t xml:space="preserve">, </w:t>
      </w:r>
      <w:r>
        <w:t>et dit d</w:t>
      </w:r>
      <w:r w:rsidR="00435B4F">
        <w:t>’</w:t>
      </w:r>
      <w:r>
        <w:t>une voix douce</w:t>
      </w:r>
      <w:r w:rsidR="00435B4F">
        <w:t> :</w:t>
      </w:r>
    </w:p>
    <w:p w14:paraId="66DE7DA6" w14:textId="77777777" w:rsidR="00435B4F" w:rsidRDefault="00435B4F" w:rsidP="00256283">
      <w:r>
        <w:t>— </w:t>
      </w:r>
      <w:r w:rsidR="00256283">
        <w:t>Brute</w:t>
      </w:r>
      <w:r>
        <w:t xml:space="preserve"> ! </w:t>
      </w:r>
      <w:r w:rsidR="00256283">
        <w:t>vous m</w:t>
      </w:r>
      <w:r>
        <w:t>’</w:t>
      </w:r>
      <w:r w:rsidR="00256283">
        <w:t>avez fait peur</w:t>
      </w:r>
      <w:r>
        <w:t> !</w:t>
      </w:r>
    </w:p>
    <w:p w14:paraId="008740F8" w14:textId="77777777" w:rsidR="00435B4F" w:rsidRDefault="00256283" w:rsidP="00256283">
      <w:r>
        <w:t>Je m</w:t>
      </w:r>
      <w:r w:rsidR="00435B4F">
        <w:t>’</w:t>
      </w:r>
      <w:r>
        <w:t>excusai</w:t>
      </w:r>
      <w:r w:rsidR="00435B4F">
        <w:t>.</w:t>
      </w:r>
    </w:p>
    <w:p w14:paraId="5FD420A4" w14:textId="77777777" w:rsidR="00435B4F" w:rsidRDefault="00256283" w:rsidP="00256283">
      <w:r>
        <w:t>Gilbert posa son pardessus et son chapeau sur une chaise puis nous regarda alternativement avec un intérêt poli</w:t>
      </w:r>
      <w:r w:rsidR="00435B4F">
        <w:t xml:space="preserve">. </w:t>
      </w:r>
      <w:r>
        <w:t>Quand il devint évident que nous n</w:t>
      </w:r>
      <w:r w:rsidR="00435B4F">
        <w:t>’</w:t>
      </w:r>
      <w:r>
        <w:t>avions ni l</w:t>
      </w:r>
      <w:r w:rsidR="00435B4F">
        <w:t>’</w:t>
      </w:r>
      <w:r>
        <w:t>un ni l</w:t>
      </w:r>
      <w:r w:rsidR="00435B4F">
        <w:t>’</w:t>
      </w:r>
      <w:r>
        <w:t>autre l</w:t>
      </w:r>
      <w:r w:rsidR="00435B4F">
        <w:t>’</w:t>
      </w:r>
      <w:r>
        <w:t>intention de parler</w:t>
      </w:r>
      <w:r w:rsidR="00435B4F">
        <w:t xml:space="preserve">, </w:t>
      </w:r>
      <w:r>
        <w:t>le jeune homme s</w:t>
      </w:r>
      <w:r w:rsidR="00435B4F">
        <w:t>’</w:t>
      </w:r>
      <w:r>
        <w:t>avança vers moi pour me serrer la main</w:t>
      </w:r>
      <w:r w:rsidR="00435B4F">
        <w:t>.</w:t>
      </w:r>
    </w:p>
    <w:p w14:paraId="67F51668" w14:textId="77777777" w:rsidR="00435B4F" w:rsidRDefault="00435B4F" w:rsidP="00256283">
      <w:r>
        <w:t>— </w:t>
      </w:r>
      <w:r w:rsidR="00256283">
        <w:t>Vous paraissez fatigué</w:t>
      </w:r>
      <w:r>
        <w:t xml:space="preserve">, </w:t>
      </w:r>
      <w:r w:rsidR="00256283">
        <w:t>Gilbert</w:t>
      </w:r>
      <w:r>
        <w:t xml:space="preserve">, </w:t>
      </w:r>
      <w:r w:rsidR="00256283">
        <w:t>dit Mimi</w:t>
      </w:r>
      <w:r>
        <w:t xml:space="preserve">. </w:t>
      </w:r>
      <w:r w:rsidR="00256283">
        <w:t>Vous avez encore lu sans lunettes</w:t>
      </w:r>
      <w:r>
        <w:t>.</w:t>
      </w:r>
    </w:p>
    <w:p w14:paraId="40698F7D" w14:textId="77777777" w:rsidR="00435B4F" w:rsidRDefault="00256283" w:rsidP="00256283">
      <w:r>
        <w:t>Elle hocha la tête</w:t>
      </w:r>
      <w:r w:rsidR="00435B4F">
        <w:t>.</w:t>
      </w:r>
    </w:p>
    <w:p w14:paraId="2CB283FB" w14:textId="77777777" w:rsidR="00435B4F" w:rsidRDefault="00435B4F" w:rsidP="00256283">
      <w:r>
        <w:t>— </w:t>
      </w:r>
      <w:r w:rsidR="00256283">
        <w:t>Il n</w:t>
      </w:r>
      <w:r>
        <w:t>’</w:t>
      </w:r>
      <w:r w:rsidR="00256283">
        <w:t>est pas plus raisonnable que son père</w:t>
      </w:r>
      <w:r>
        <w:t xml:space="preserve">, </w:t>
      </w:r>
      <w:r w:rsidR="00256283">
        <w:t>murmura-t-elle</w:t>
      </w:r>
      <w:r>
        <w:t>.</w:t>
      </w:r>
    </w:p>
    <w:p w14:paraId="577DF84B" w14:textId="77777777" w:rsidR="00435B4F" w:rsidRDefault="00435B4F" w:rsidP="00256283">
      <w:r>
        <w:t>— </w:t>
      </w:r>
      <w:r w:rsidR="00256283">
        <w:t>Avez-vous eu de ses nouvelles</w:t>
      </w:r>
      <w:r>
        <w:t xml:space="preserve"> ? </w:t>
      </w:r>
      <w:r w:rsidR="00256283">
        <w:t>demanda Gilbert</w:t>
      </w:r>
      <w:r>
        <w:t>.</w:t>
      </w:r>
    </w:p>
    <w:p w14:paraId="16AB335C" w14:textId="77777777" w:rsidR="00435B4F" w:rsidRDefault="00435B4F" w:rsidP="00256283">
      <w:r>
        <w:t>— </w:t>
      </w:r>
      <w:r w:rsidR="00256283">
        <w:t>Non</w:t>
      </w:r>
      <w:r>
        <w:t xml:space="preserve">, </w:t>
      </w:r>
      <w:r w:rsidR="00256283">
        <w:t>rien depuis cette fausse alerte du suicide</w:t>
      </w:r>
      <w:r>
        <w:t xml:space="preserve">, </w:t>
      </w:r>
      <w:r w:rsidR="00256283">
        <w:t>dis-je</w:t>
      </w:r>
      <w:r>
        <w:t xml:space="preserve">, </w:t>
      </w:r>
      <w:r w:rsidR="00256283">
        <w:t>vous avez su que c</w:t>
      </w:r>
      <w:r>
        <w:t>’</w:t>
      </w:r>
      <w:r w:rsidR="00256283">
        <w:t>était un faux bruit</w:t>
      </w:r>
      <w:r>
        <w:t> ?</w:t>
      </w:r>
    </w:p>
    <w:p w14:paraId="40DE094B" w14:textId="77777777" w:rsidR="00435B4F" w:rsidRDefault="00435B4F" w:rsidP="00256283">
      <w:r>
        <w:t>— </w:t>
      </w:r>
      <w:r w:rsidR="00256283">
        <w:t>Oui</w:t>
      </w:r>
      <w:r>
        <w:t xml:space="preserve">. </w:t>
      </w:r>
      <w:r w:rsidR="00256283">
        <w:t>Est-ce que je pourrai vous voir tout à l</w:t>
      </w:r>
      <w:r>
        <w:t>’</w:t>
      </w:r>
      <w:r w:rsidR="00256283">
        <w:t>heure</w:t>
      </w:r>
      <w:r>
        <w:t xml:space="preserve">, </w:t>
      </w:r>
      <w:r w:rsidR="00256283">
        <w:t>avant votre départ</w:t>
      </w:r>
      <w:r>
        <w:t> ?</w:t>
      </w:r>
    </w:p>
    <w:p w14:paraId="211756EB" w14:textId="77777777" w:rsidR="00435B4F" w:rsidRDefault="00435B4F" w:rsidP="00256283">
      <w:r>
        <w:t>— </w:t>
      </w:r>
      <w:r w:rsidR="00256283">
        <w:t>Certainement</w:t>
      </w:r>
      <w:r>
        <w:t>.</w:t>
      </w:r>
    </w:p>
    <w:p w14:paraId="176E3297" w14:textId="77777777" w:rsidR="00435B4F" w:rsidRDefault="00435B4F" w:rsidP="00256283">
      <w:r>
        <w:t>— </w:t>
      </w:r>
      <w:r w:rsidR="00256283">
        <w:t>Mais vous le voyez</w:t>
      </w:r>
      <w:r>
        <w:t xml:space="preserve">, </w:t>
      </w:r>
      <w:r w:rsidR="00256283">
        <w:t>chéri</w:t>
      </w:r>
      <w:r>
        <w:t xml:space="preserve">, </w:t>
      </w:r>
      <w:r w:rsidR="00256283">
        <w:t>intervint Mimi</w:t>
      </w:r>
      <w:r>
        <w:t xml:space="preserve">. </w:t>
      </w:r>
      <w:r w:rsidR="00256283">
        <w:t>Y a-t-il entre vous des secrets que je ne puisse parta</w:t>
      </w:r>
      <w:bookmarkStart w:id="41" w:name="bookmark12"/>
      <w:bookmarkEnd w:id="41"/>
      <w:r w:rsidR="00256283">
        <w:t>ger</w:t>
      </w:r>
      <w:r>
        <w:t> ?</w:t>
      </w:r>
    </w:p>
    <w:p w14:paraId="79978DB0" w14:textId="77777777" w:rsidR="00435B4F" w:rsidRDefault="00256283" w:rsidP="00256283">
      <w:r>
        <w:lastRenderedPageBreak/>
        <w:t>Elle ne tremblait plus et sa voix était redevenue normale</w:t>
      </w:r>
      <w:r w:rsidR="00435B4F">
        <w:t>.</w:t>
      </w:r>
    </w:p>
    <w:p w14:paraId="46239A0A" w14:textId="77777777" w:rsidR="00435B4F" w:rsidRDefault="00435B4F" w:rsidP="00256283">
      <w:r>
        <w:t>— </w:t>
      </w:r>
      <w:r w:rsidR="00256283">
        <w:t>Ça vous ennuierait</w:t>
      </w:r>
      <w:r>
        <w:t xml:space="preserve"> ! </w:t>
      </w:r>
      <w:r w:rsidR="00256283">
        <w:t>dit le jeune homme</w:t>
      </w:r>
      <w:r>
        <w:t>.</w:t>
      </w:r>
    </w:p>
    <w:p w14:paraId="5ED94A45" w14:textId="77777777" w:rsidR="00435B4F" w:rsidRDefault="00256283" w:rsidP="00256283">
      <w:r>
        <w:t>Il prit son chapeau et son pardessus</w:t>
      </w:r>
      <w:r w:rsidR="00435B4F">
        <w:t xml:space="preserve">, </w:t>
      </w:r>
      <w:r>
        <w:t>me fit un signe de tête et quitta la pièce</w:t>
      </w:r>
      <w:r w:rsidR="00435B4F">
        <w:t>.</w:t>
      </w:r>
    </w:p>
    <w:p w14:paraId="510334B3" w14:textId="77777777" w:rsidR="00435B4F" w:rsidRDefault="00435B4F" w:rsidP="00256283">
      <w:r>
        <w:t>— </w:t>
      </w:r>
      <w:r w:rsidR="00256283">
        <w:t>Je ne comprends pas cet enfant</w:t>
      </w:r>
      <w:r>
        <w:t xml:space="preserve">, </w:t>
      </w:r>
      <w:r w:rsidR="00256283">
        <w:t>dit la mère</w:t>
      </w:r>
      <w:r>
        <w:t>.</w:t>
      </w:r>
    </w:p>
    <w:p w14:paraId="030985A2" w14:textId="77777777" w:rsidR="00435B4F" w:rsidRDefault="00256283" w:rsidP="00256283">
      <w:r>
        <w:t>Puis</w:t>
      </w:r>
      <w:r w:rsidR="00435B4F">
        <w:t xml:space="preserve">, </w:t>
      </w:r>
      <w:r>
        <w:t>sérieusement</w:t>
      </w:r>
      <w:r w:rsidR="00435B4F">
        <w:t xml:space="preserve">, </w:t>
      </w:r>
      <w:r>
        <w:t>s</w:t>
      </w:r>
      <w:r w:rsidR="00435B4F">
        <w:t>’</w:t>
      </w:r>
      <w:r>
        <w:t>adressant à moi</w:t>
      </w:r>
      <w:r w:rsidR="00435B4F">
        <w:t> :</w:t>
      </w:r>
    </w:p>
    <w:p w14:paraId="1F5839B9" w14:textId="77777777" w:rsidR="00435B4F" w:rsidRDefault="00435B4F" w:rsidP="00256283">
      <w:r>
        <w:t>— </w:t>
      </w:r>
      <w:r w:rsidR="00256283">
        <w:t>Pourquoi avez-vous dit cela tout à l</w:t>
      </w:r>
      <w:r>
        <w:t>’</w:t>
      </w:r>
      <w:r w:rsidR="00256283">
        <w:t>heure</w:t>
      </w:r>
      <w:r>
        <w:t xml:space="preserve">, </w:t>
      </w:r>
      <w:r w:rsidR="00256283">
        <w:t>Nick</w:t>
      </w:r>
      <w:r>
        <w:t> ?</w:t>
      </w:r>
    </w:p>
    <w:p w14:paraId="16AB2596" w14:textId="77777777" w:rsidR="00435B4F" w:rsidRDefault="00435B4F" w:rsidP="00256283">
      <w:r>
        <w:t>— </w:t>
      </w:r>
      <w:r w:rsidR="00256283">
        <w:t>Quoi</w:t>
      </w:r>
      <w:r>
        <w:t xml:space="preserve"> ? </w:t>
      </w:r>
      <w:r w:rsidR="00256283">
        <w:t>À propos de la prison</w:t>
      </w:r>
      <w:r>
        <w:t> ?</w:t>
      </w:r>
    </w:p>
    <w:p w14:paraId="3ECD9886" w14:textId="77777777" w:rsidR="00435B4F" w:rsidRDefault="00435B4F" w:rsidP="00256283">
      <w:r>
        <w:t>— </w:t>
      </w:r>
      <w:r w:rsidR="00256283">
        <w:t>Non</w:t>
      </w:r>
      <w:r>
        <w:t xml:space="preserve">, </w:t>
      </w:r>
      <w:r w:rsidR="00256283">
        <w:t>n</w:t>
      </w:r>
      <w:r>
        <w:t>’</w:t>
      </w:r>
      <w:r w:rsidR="00256283">
        <w:t>en parlons plus</w:t>
      </w:r>
      <w:r>
        <w:t xml:space="preserve"> ! </w:t>
      </w:r>
      <w:r w:rsidR="00256283">
        <w:t>s</w:t>
      </w:r>
      <w:r>
        <w:t>’</w:t>
      </w:r>
      <w:r w:rsidR="00256283">
        <w:t>écria-t-elle en frissonnant</w:t>
      </w:r>
      <w:r>
        <w:t xml:space="preserve">. </w:t>
      </w:r>
      <w:r w:rsidR="00256283">
        <w:t>Pouvez-vous rester et dîner avec moi</w:t>
      </w:r>
      <w:r>
        <w:t xml:space="preserve"> ? </w:t>
      </w:r>
      <w:r w:rsidR="00256283">
        <w:t>Je suis seule</w:t>
      </w:r>
      <w:r>
        <w:t>.</w:t>
      </w:r>
    </w:p>
    <w:p w14:paraId="70612CE3" w14:textId="77777777" w:rsidR="00435B4F" w:rsidRDefault="00435B4F" w:rsidP="00256283">
      <w:r>
        <w:t>— </w:t>
      </w:r>
      <w:r w:rsidR="00256283">
        <w:t>Je regrette</w:t>
      </w:r>
      <w:r>
        <w:t xml:space="preserve">, </w:t>
      </w:r>
      <w:r w:rsidR="00256283">
        <w:t>mais c</w:t>
      </w:r>
      <w:r>
        <w:t>’</w:t>
      </w:r>
      <w:r w:rsidR="00256283">
        <w:t>est impossible</w:t>
      </w:r>
      <w:r>
        <w:t xml:space="preserve">. </w:t>
      </w:r>
      <w:r w:rsidR="00256283">
        <w:t>Revenons à la preuve que vous avez découverte</w:t>
      </w:r>
      <w:r>
        <w:t>.</w:t>
      </w:r>
    </w:p>
    <w:p w14:paraId="5B03E2FF" w14:textId="77777777" w:rsidR="00435B4F" w:rsidRDefault="00435B4F" w:rsidP="00256283">
      <w:r>
        <w:t>— </w:t>
      </w:r>
      <w:r w:rsidR="00256283">
        <w:t>Je n</w:t>
      </w:r>
      <w:r>
        <w:t>’</w:t>
      </w:r>
      <w:r w:rsidR="00256283">
        <w:t>ai rien trouvé</w:t>
      </w:r>
      <w:r>
        <w:t xml:space="preserve"> ; </w:t>
      </w:r>
      <w:r w:rsidR="00256283">
        <w:t>j</w:t>
      </w:r>
      <w:r>
        <w:t>’</w:t>
      </w:r>
      <w:r w:rsidR="00256283">
        <w:t>ai menti</w:t>
      </w:r>
      <w:r>
        <w:t xml:space="preserve">. </w:t>
      </w:r>
      <w:r w:rsidR="00256283">
        <w:t>Ne me regardez pas ainsi</w:t>
      </w:r>
      <w:r>
        <w:t xml:space="preserve"> ; </w:t>
      </w:r>
      <w:r w:rsidR="00256283">
        <w:t>Nick</w:t>
      </w:r>
      <w:r>
        <w:t xml:space="preserve">, </w:t>
      </w:r>
      <w:r w:rsidR="00256283">
        <w:t>je vous assure que j</w:t>
      </w:r>
      <w:r>
        <w:t>’</w:t>
      </w:r>
      <w:r w:rsidR="00256283">
        <w:t>ai menti</w:t>
      </w:r>
      <w:r>
        <w:t> !</w:t>
      </w:r>
    </w:p>
    <w:p w14:paraId="3F282515" w14:textId="77777777" w:rsidR="00435B4F" w:rsidRDefault="00435B4F" w:rsidP="00256283">
      <w:r>
        <w:t>— </w:t>
      </w:r>
      <w:r w:rsidR="00256283">
        <w:t>Et vous m</w:t>
      </w:r>
      <w:r>
        <w:t>’</w:t>
      </w:r>
      <w:r w:rsidR="00256283">
        <w:t>avez fait venir pour écouter ce mensonge</w:t>
      </w:r>
      <w:r>
        <w:t xml:space="preserve"> ? </w:t>
      </w:r>
      <w:r w:rsidR="00256283">
        <w:t>Pourquoi avez-vous changé d</w:t>
      </w:r>
      <w:r>
        <w:t>’</w:t>
      </w:r>
      <w:r w:rsidR="00256283">
        <w:t>avis</w:t>
      </w:r>
      <w:r>
        <w:t> ?</w:t>
      </w:r>
    </w:p>
    <w:p w14:paraId="0223654F" w14:textId="77777777" w:rsidR="00435B4F" w:rsidRDefault="00256283" w:rsidP="00256283">
      <w:r>
        <w:t>Elle éclata de rire</w:t>
      </w:r>
      <w:r w:rsidR="00435B4F">
        <w:t>.</w:t>
      </w:r>
    </w:p>
    <w:p w14:paraId="22F2308A" w14:textId="77777777" w:rsidR="00435B4F" w:rsidRDefault="00435B4F" w:rsidP="00256283">
      <w:r>
        <w:t>— </w:t>
      </w:r>
      <w:r w:rsidR="00256283">
        <w:t>Vous devez m</w:t>
      </w:r>
      <w:r>
        <w:t>’</w:t>
      </w:r>
      <w:r w:rsidR="00256283">
        <w:t>aimer</w:t>
      </w:r>
      <w:r>
        <w:t xml:space="preserve">, </w:t>
      </w:r>
      <w:r w:rsidR="00256283">
        <w:t>Nick</w:t>
      </w:r>
      <w:r>
        <w:t xml:space="preserve">, </w:t>
      </w:r>
      <w:r w:rsidR="00256283">
        <w:t>pour me dire toujours des choses si désagréables</w:t>
      </w:r>
      <w:r>
        <w:t> !</w:t>
      </w:r>
    </w:p>
    <w:p w14:paraId="403CD163" w14:textId="77777777" w:rsidR="00435B4F" w:rsidRDefault="00256283" w:rsidP="00256283">
      <w:r>
        <w:t>Je n</w:t>
      </w:r>
      <w:r w:rsidR="00435B4F">
        <w:t>’</w:t>
      </w:r>
      <w:r>
        <w:t>avais pas l</w:t>
      </w:r>
      <w:r w:rsidR="00435B4F">
        <w:t>’</w:t>
      </w:r>
      <w:r>
        <w:t>intention de laisser notre entretien s</w:t>
      </w:r>
      <w:r w:rsidR="00435B4F">
        <w:t>’</w:t>
      </w:r>
      <w:r>
        <w:t>égarer</w:t>
      </w:r>
      <w:r w:rsidR="00435B4F">
        <w:t>.</w:t>
      </w:r>
    </w:p>
    <w:p w14:paraId="783996BB" w14:textId="77777777" w:rsidR="00435B4F" w:rsidRDefault="00435B4F" w:rsidP="00256283">
      <w:r>
        <w:t>— </w:t>
      </w:r>
      <w:r w:rsidR="00256283">
        <w:t>Je vais voir ce que veut Gilbert et je m</w:t>
      </w:r>
      <w:r>
        <w:t>’</w:t>
      </w:r>
      <w:r w:rsidR="00256283">
        <w:t>en vais</w:t>
      </w:r>
      <w:r>
        <w:t xml:space="preserve"> ! </w:t>
      </w:r>
      <w:r w:rsidR="00256283">
        <w:t>dis-je</w:t>
      </w:r>
      <w:r>
        <w:t>.</w:t>
      </w:r>
    </w:p>
    <w:p w14:paraId="545886FB" w14:textId="77777777" w:rsidR="00435B4F" w:rsidRDefault="00435B4F" w:rsidP="00256283">
      <w:r>
        <w:t>— </w:t>
      </w:r>
      <w:r w:rsidR="00256283">
        <w:t>Restez</w:t>
      </w:r>
      <w:r>
        <w:t> !</w:t>
      </w:r>
    </w:p>
    <w:p w14:paraId="633F3F8C" w14:textId="77777777" w:rsidR="00435B4F" w:rsidRDefault="00435B4F" w:rsidP="00256283">
      <w:r>
        <w:t>— </w:t>
      </w:r>
      <w:r w:rsidR="00256283">
        <w:t>Impossible</w:t>
      </w:r>
      <w:r>
        <w:t xml:space="preserve">. </w:t>
      </w:r>
      <w:r w:rsidR="00256283">
        <w:t>Où est Gilbert</w:t>
      </w:r>
      <w:r>
        <w:t> ?</w:t>
      </w:r>
    </w:p>
    <w:p w14:paraId="0C75BB13" w14:textId="77777777" w:rsidR="00435B4F" w:rsidRDefault="00435B4F" w:rsidP="00256283">
      <w:r>
        <w:lastRenderedPageBreak/>
        <w:t>— </w:t>
      </w:r>
      <w:r w:rsidR="00256283">
        <w:t>La deuxième porte à</w:t>
      </w:r>
      <w:r>
        <w:t xml:space="preserve">… </w:t>
      </w:r>
      <w:r w:rsidR="00256283">
        <w:t>Dites</w:t>
      </w:r>
      <w:r>
        <w:t xml:space="preserve">, </w:t>
      </w:r>
      <w:r w:rsidR="00256283">
        <w:t>Nick</w:t>
      </w:r>
      <w:r>
        <w:t xml:space="preserve">, </w:t>
      </w:r>
      <w:r w:rsidR="00256283">
        <w:t>vont-ils vraiment arrêter Chris</w:t>
      </w:r>
      <w:r>
        <w:t> ?</w:t>
      </w:r>
    </w:p>
    <w:p w14:paraId="1B9679E2" w14:textId="77777777" w:rsidR="00435B4F" w:rsidRDefault="00435B4F" w:rsidP="00256283">
      <w:r>
        <w:t>— </w:t>
      </w:r>
      <w:r w:rsidR="00256283">
        <w:t>Cela dépend de ses réponses</w:t>
      </w:r>
      <w:r>
        <w:t xml:space="preserve">, </w:t>
      </w:r>
      <w:r w:rsidR="00256283">
        <w:t>mais il faudra qu</w:t>
      </w:r>
      <w:r>
        <w:t>’</w:t>
      </w:r>
      <w:r w:rsidR="00256283">
        <w:t>il parle net pour se tirer de là</w:t>
      </w:r>
      <w:r>
        <w:t> !</w:t>
      </w:r>
    </w:p>
    <w:p w14:paraId="76CE8C7E" w14:textId="77777777" w:rsidR="00435B4F" w:rsidRDefault="00435B4F" w:rsidP="00256283">
      <w:r>
        <w:t>— </w:t>
      </w:r>
      <w:r w:rsidR="00256283">
        <w:t>Oh</w:t>
      </w:r>
      <w:r>
        <w:t xml:space="preserve">, </w:t>
      </w:r>
      <w:r w:rsidR="00256283">
        <w:t>il</w:t>
      </w:r>
      <w:r>
        <w:t>…</w:t>
      </w:r>
    </w:p>
    <w:p w14:paraId="6CF0C338" w14:textId="77777777" w:rsidR="00435B4F" w:rsidRDefault="00256283" w:rsidP="00256283">
      <w:r>
        <w:t>Elle s</w:t>
      </w:r>
      <w:r w:rsidR="00435B4F">
        <w:t>’</w:t>
      </w:r>
      <w:r>
        <w:t>interrompit et me jeta un regard aigu</w:t>
      </w:r>
      <w:r w:rsidR="00435B4F">
        <w:t>.</w:t>
      </w:r>
    </w:p>
    <w:p w14:paraId="6B7E2883" w14:textId="77777777" w:rsidR="00435B4F" w:rsidRDefault="00435B4F" w:rsidP="00256283">
      <w:r>
        <w:t>— </w:t>
      </w:r>
      <w:r w:rsidR="00256283">
        <w:t>Vous n</w:t>
      </w:r>
      <w:r>
        <w:t>’</w:t>
      </w:r>
      <w:r w:rsidR="00256283">
        <w:t>essayez pas de me tromper</w:t>
      </w:r>
      <w:r>
        <w:t xml:space="preserve">, </w:t>
      </w:r>
      <w:r w:rsidR="00256283">
        <w:t>n</w:t>
      </w:r>
      <w:r>
        <w:t>’</w:t>
      </w:r>
      <w:r w:rsidR="00256283">
        <w:t>est-ce pas</w:t>
      </w:r>
      <w:r>
        <w:t xml:space="preserve">, </w:t>
      </w:r>
      <w:r w:rsidR="00256283">
        <w:t>Nick</w:t>
      </w:r>
      <w:r>
        <w:t xml:space="preserve"> ? </w:t>
      </w:r>
      <w:r w:rsidR="00256283">
        <w:t>demanda-t-elle</w:t>
      </w:r>
      <w:r>
        <w:t xml:space="preserve"> ; </w:t>
      </w:r>
      <w:r w:rsidR="00256283">
        <w:t>il s</w:t>
      </w:r>
      <w:r>
        <w:t>’</w:t>
      </w:r>
      <w:r w:rsidR="00256283">
        <w:t xml:space="preserve">agit bien de </w:t>
      </w:r>
      <w:proofErr w:type="spellStart"/>
      <w:r w:rsidR="00256283">
        <w:t>Rosewater</w:t>
      </w:r>
      <w:proofErr w:type="spellEnd"/>
      <w:r>
        <w:t> ?</w:t>
      </w:r>
    </w:p>
    <w:p w14:paraId="61E51C74" w14:textId="77777777" w:rsidR="00435B4F" w:rsidRDefault="00435B4F" w:rsidP="00256283">
      <w:r>
        <w:t>— </w:t>
      </w:r>
      <w:r w:rsidR="00256283">
        <w:t>La police en semble persuadée</w:t>
      </w:r>
      <w:r>
        <w:t>.</w:t>
      </w:r>
    </w:p>
    <w:p w14:paraId="2D817984" w14:textId="77777777" w:rsidR="00435B4F" w:rsidRDefault="00435B4F" w:rsidP="00256283">
      <w:r>
        <w:t>— </w:t>
      </w:r>
      <w:r w:rsidR="00256283">
        <w:t>Mais l</w:t>
      </w:r>
      <w:r>
        <w:t>’</w:t>
      </w:r>
      <w:r w:rsidR="00256283">
        <w:t>inspecteur qui est venu cet après-midi n</w:t>
      </w:r>
      <w:r>
        <w:t>’</w:t>
      </w:r>
      <w:r w:rsidR="00256283">
        <w:t>a pas parlé de Chris</w:t>
      </w:r>
      <w:r>
        <w:t xml:space="preserve"> ! </w:t>
      </w:r>
      <w:r w:rsidR="00256283">
        <w:t>protesta-t-elle</w:t>
      </w:r>
      <w:r>
        <w:t xml:space="preserve"> ; </w:t>
      </w:r>
      <w:r w:rsidR="00256283">
        <w:t>il m</w:t>
      </w:r>
      <w:r>
        <w:t>’</w:t>
      </w:r>
      <w:r w:rsidR="00256283">
        <w:t>a seulement demandé</w:t>
      </w:r>
      <w:r>
        <w:t>…</w:t>
      </w:r>
    </w:p>
    <w:p w14:paraId="5B1F7B98" w14:textId="77777777" w:rsidR="00435B4F" w:rsidRDefault="00435B4F" w:rsidP="00256283">
      <w:r>
        <w:t>— </w:t>
      </w:r>
      <w:r w:rsidR="00256283">
        <w:t>Ils ne savaient pas encore</w:t>
      </w:r>
      <w:r>
        <w:t xml:space="preserve">, </w:t>
      </w:r>
      <w:r w:rsidR="00256283">
        <w:t>coupai-je</w:t>
      </w:r>
      <w:r>
        <w:t>.</w:t>
      </w:r>
    </w:p>
    <w:p w14:paraId="61D54A5D" w14:textId="77777777" w:rsidR="00435B4F" w:rsidRDefault="00435B4F" w:rsidP="00256283">
      <w:r>
        <w:t>— </w:t>
      </w:r>
      <w:r w:rsidR="00256283">
        <w:t>Comment l</w:t>
      </w:r>
      <w:r>
        <w:t>’</w:t>
      </w:r>
      <w:r w:rsidR="00256283">
        <w:t>ont-ils appris</w:t>
      </w:r>
      <w:r>
        <w:t>.</w:t>
      </w:r>
    </w:p>
    <w:p w14:paraId="4E92AAF3" w14:textId="77777777" w:rsidR="00435B4F" w:rsidRDefault="00435B4F" w:rsidP="00256283">
      <w:r>
        <w:t>— </w:t>
      </w:r>
      <w:r w:rsidR="00256283">
        <w:t>Par une femme qu</w:t>
      </w:r>
      <w:r>
        <w:t>’</w:t>
      </w:r>
      <w:r w:rsidR="00256283">
        <w:t>il fréquente</w:t>
      </w:r>
      <w:r>
        <w:t>.</w:t>
      </w:r>
    </w:p>
    <w:p w14:paraId="6BB50BF5" w14:textId="77777777" w:rsidR="00435B4F" w:rsidRDefault="00435B4F" w:rsidP="00256283">
      <w:r>
        <w:t>— </w:t>
      </w:r>
      <w:r w:rsidR="00256283">
        <w:t>Qui</w:t>
      </w:r>
      <w:r>
        <w:t> ?</w:t>
      </w:r>
    </w:p>
    <w:p w14:paraId="1B98B47C" w14:textId="77777777" w:rsidR="00435B4F" w:rsidRDefault="00256283" w:rsidP="00256283">
      <w:r>
        <w:t>Son regard s</w:t>
      </w:r>
      <w:r w:rsidR="00435B4F">
        <w:t>’</w:t>
      </w:r>
      <w:r>
        <w:t>était durci mais sa voix ne tremblait pas</w:t>
      </w:r>
      <w:r w:rsidR="00435B4F">
        <w:t>.</w:t>
      </w:r>
    </w:p>
    <w:p w14:paraId="4C50C3E6" w14:textId="77777777" w:rsidR="00435B4F" w:rsidRDefault="00435B4F" w:rsidP="00256283">
      <w:r>
        <w:t>— </w:t>
      </w:r>
      <w:r w:rsidR="00256283">
        <w:t>J</w:t>
      </w:r>
      <w:r>
        <w:t>’</w:t>
      </w:r>
      <w:r w:rsidR="00256283">
        <w:t>ai oublié le nom</w:t>
      </w:r>
      <w:r>
        <w:t xml:space="preserve">, </w:t>
      </w:r>
      <w:r w:rsidR="00256283">
        <w:t>dis-je</w:t>
      </w:r>
      <w:r>
        <w:t xml:space="preserve"> ; </w:t>
      </w:r>
      <w:r w:rsidR="00256283">
        <w:t>c</w:t>
      </w:r>
      <w:r>
        <w:t>’</w:t>
      </w:r>
      <w:r w:rsidR="00256283">
        <w:t>est celle qui a confirmé l</w:t>
      </w:r>
      <w:r>
        <w:t>’</w:t>
      </w:r>
      <w:r w:rsidR="00256283">
        <w:t>alibi de Chris pour l</w:t>
      </w:r>
      <w:r>
        <w:t>’</w:t>
      </w:r>
      <w:r w:rsidR="00256283">
        <w:t>après-midi où le meurtre a été commis</w:t>
      </w:r>
      <w:r>
        <w:t>.</w:t>
      </w:r>
    </w:p>
    <w:p w14:paraId="51783A00" w14:textId="77777777" w:rsidR="00435B4F" w:rsidRDefault="00435B4F" w:rsidP="00256283">
      <w:r>
        <w:t>— </w:t>
      </w:r>
      <w:r w:rsidR="00256283">
        <w:t>Un alibi</w:t>
      </w:r>
      <w:r>
        <w:t xml:space="preserve"> ! </w:t>
      </w:r>
      <w:r w:rsidR="00256283">
        <w:t>s</w:t>
      </w:r>
      <w:r>
        <w:t>’</w:t>
      </w:r>
      <w:r w:rsidR="00256283">
        <w:t>écria-t-elle</w:t>
      </w:r>
      <w:r>
        <w:t xml:space="preserve">. </w:t>
      </w:r>
      <w:r w:rsidR="00256283">
        <w:t>Vous prétendez que la police a accepté le témoignage d</w:t>
      </w:r>
      <w:r>
        <w:t>’</w:t>
      </w:r>
      <w:r w:rsidR="00256283">
        <w:t>une femme pareille</w:t>
      </w:r>
      <w:r>
        <w:t> !</w:t>
      </w:r>
    </w:p>
    <w:p w14:paraId="0C55FDFA" w14:textId="77777777" w:rsidR="00435B4F" w:rsidRDefault="00435B4F" w:rsidP="00256283">
      <w:r>
        <w:t>— </w:t>
      </w:r>
      <w:r w:rsidR="00256283">
        <w:t>Pareille à quoi</w:t>
      </w:r>
      <w:r>
        <w:t> ?</w:t>
      </w:r>
    </w:p>
    <w:p w14:paraId="59FD097B" w14:textId="77777777" w:rsidR="00435B4F" w:rsidRDefault="00435B4F" w:rsidP="00256283">
      <w:r>
        <w:t>— </w:t>
      </w:r>
      <w:r w:rsidR="00256283">
        <w:t>Vous me comprenez parfaitement</w:t>
      </w:r>
      <w:r>
        <w:t>.</w:t>
      </w:r>
    </w:p>
    <w:p w14:paraId="5B618D39" w14:textId="77777777" w:rsidR="00435B4F" w:rsidRDefault="00435B4F" w:rsidP="00256283">
      <w:r>
        <w:t>— </w:t>
      </w:r>
      <w:r w:rsidR="00256283">
        <w:t>Non</w:t>
      </w:r>
      <w:r>
        <w:t xml:space="preserve">. </w:t>
      </w:r>
      <w:r w:rsidR="00256283">
        <w:t>La connaissez-vous</w:t>
      </w:r>
      <w:r>
        <w:t> ?</w:t>
      </w:r>
    </w:p>
    <w:p w14:paraId="48739FDE" w14:textId="77777777" w:rsidR="00435B4F" w:rsidRDefault="00435B4F" w:rsidP="00256283">
      <w:r>
        <w:lastRenderedPageBreak/>
        <w:t>— </w:t>
      </w:r>
      <w:r w:rsidR="00256283">
        <w:t>Pas du tout</w:t>
      </w:r>
      <w:r>
        <w:t xml:space="preserve"> ! </w:t>
      </w:r>
      <w:r w:rsidR="00256283">
        <w:t>fit-elle</w:t>
      </w:r>
      <w:r>
        <w:t xml:space="preserve">, </w:t>
      </w:r>
      <w:r w:rsidR="00256283">
        <w:t>comme si je l</w:t>
      </w:r>
      <w:r>
        <w:t>’</w:t>
      </w:r>
      <w:r w:rsidR="00256283">
        <w:t>avais insultée</w:t>
      </w:r>
      <w:r>
        <w:t>.</w:t>
      </w:r>
    </w:p>
    <w:p w14:paraId="16C8F186" w14:textId="77777777" w:rsidR="00435B4F" w:rsidRDefault="00256283" w:rsidP="00256283">
      <w:r>
        <w:t>Les yeux à demi fermés</w:t>
      </w:r>
      <w:r w:rsidR="00435B4F">
        <w:t xml:space="preserve">, </w:t>
      </w:r>
      <w:r>
        <w:t>elle baissa la voix</w:t>
      </w:r>
      <w:r w:rsidR="00435B4F">
        <w:t>.</w:t>
      </w:r>
    </w:p>
    <w:p w14:paraId="35E66E68" w14:textId="77777777" w:rsidR="00435B4F" w:rsidRDefault="00435B4F" w:rsidP="00256283">
      <w:r>
        <w:t>— </w:t>
      </w:r>
      <w:r w:rsidR="00256283">
        <w:t>Nick</w:t>
      </w:r>
      <w:r>
        <w:t xml:space="preserve">, </w:t>
      </w:r>
      <w:r w:rsidR="00256283">
        <w:t>demanda-t-elle</w:t>
      </w:r>
      <w:r>
        <w:t xml:space="preserve">, </w:t>
      </w:r>
      <w:r w:rsidR="00256283">
        <w:t>vous croyez qu</w:t>
      </w:r>
      <w:r>
        <w:t>’</w:t>
      </w:r>
      <w:r w:rsidR="00256283">
        <w:t>il a tué Julia</w:t>
      </w:r>
      <w:r>
        <w:t> ?</w:t>
      </w:r>
    </w:p>
    <w:p w14:paraId="6426659E" w14:textId="77777777" w:rsidR="00435B4F" w:rsidRDefault="00435B4F" w:rsidP="00256283">
      <w:r>
        <w:t>— </w:t>
      </w:r>
      <w:r w:rsidR="00256283">
        <w:t>Pourquoi l</w:t>
      </w:r>
      <w:r>
        <w:t>’</w:t>
      </w:r>
      <w:r w:rsidR="00256283">
        <w:t>aurait-il tuée</w:t>
      </w:r>
      <w:r>
        <w:t> ?</w:t>
      </w:r>
    </w:p>
    <w:p w14:paraId="3015566F" w14:textId="77777777" w:rsidR="00435B4F" w:rsidRDefault="00435B4F" w:rsidP="00256283">
      <w:r>
        <w:t>— </w:t>
      </w:r>
      <w:r w:rsidR="00256283">
        <w:t>S</w:t>
      </w:r>
      <w:r>
        <w:t>’</w:t>
      </w:r>
      <w:r w:rsidR="00256283">
        <w:t>il m</w:t>
      </w:r>
      <w:r>
        <w:t>’</w:t>
      </w:r>
      <w:r w:rsidR="00256283">
        <w:t>avait épousée pour se venger de Clyde</w:t>
      </w:r>
      <w:r>
        <w:t xml:space="preserve"> ? </w:t>
      </w:r>
      <w:r w:rsidR="00256283">
        <w:t>Vous savez qu</w:t>
      </w:r>
      <w:r>
        <w:t>’</w:t>
      </w:r>
      <w:r w:rsidR="00256283">
        <w:t>il m</w:t>
      </w:r>
      <w:r>
        <w:t>’</w:t>
      </w:r>
      <w:r w:rsidR="00256283">
        <w:t>a poussée à revenir à New-York pour essayer de tirer de l</w:t>
      </w:r>
      <w:r>
        <w:t>’</w:t>
      </w:r>
      <w:r w:rsidR="00256283">
        <w:t>argent de mon ex-mari</w:t>
      </w:r>
      <w:r>
        <w:t xml:space="preserve">. </w:t>
      </w:r>
      <w:r w:rsidR="00256283">
        <w:t>Peut-être en ai-je parlé la première</w:t>
      </w:r>
      <w:r>
        <w:t xml:space="preserve">, </w:t>
      </w:r>
      <w:r w:rsidR="00256283">
        <w:t>mais c</w:t>
      </w:r>
      <w:r>
        <w:t>’</w:t>
      </w:r>
      <w:r w:rsidR="00256283">
        <w:t>est lui qui a insisté</w:t>
      </w:r>
      <w:r>
        <w:t xml:space="preserve">. </w:t>
      </w:r>
      <w:r w:rsidR="00256283">
        <w:t>Supposez qu</w:t>
      </w:r>
      <w:r>
        <w:t>’</w:t>
      </w:r>
      <w:r w:rsidR="00256283">
        <w:t>il ait rencontré Julia</w:t>
      </w:r>
      <w:r>
        <w:t xml:space="preserve"> ; </w:t>
      </w:r>
      <w:r w:rsidR="00256283">
        <w:t>elle le connaissait puisqu</w:t>
      </w:r>
      <w:r>
        <w:t>’</w:t>
      </w:r>
      <w:r w:rsidR="00256283">
        <w:t>ils ont travaillé ensemble</w:t>
      </w:r>
      <w:r>
        <w:t xml:space="preserve">, </w:t>
      </w:r>
      <w:r w:rsidR="00256283">
        <w:t>jadis</w:t>
      </w:r>
      <w:r>
        <w:t xml:space="preserve">. </w:t>
      </w:r>
      <w:r w:rsidR="00256283">
        <w:t>Chris savait que j</w:t>
      </w:r>
      <w:r>
        <w:t>’</w:t>
      </w:r>
      <w:r w:rsidR="00256283">
        <w:t>allais voir la jeune fille cet après-midi-là</w:t>
      </w:r>
      <w:r>
        <w:t xml:space="preserve"> ; </w:t>
      </w:r>
      <w:r w:rsidR="00256283">
        <w:t>il pouvait craindre que Miss Wolf me révélât la vérité</w:t>
      </w:r>
      <w:r>
        <w:t xml:space="preserve">. </w:t>
      </w:r>
      <w:r w:rsidR="00256283">
        <w:t>N</w:t>
      </w:r>
      <w:r>
        <w:t>’</w:t>
      </w:r>
      <w:r w:rsidR="00256283">
        <w:t>est-ce pas possible</w:t>
      </w:r>
      <w:r>
        <w:t> ?</w:t>
      </w:r>
    </w:p>
    <w:p w14:paraId="3DA1B9B7" w14:textId="77777777" w:rsidR="00435B4F" w:rsidRDefault="00435B4F" w:rsidP="00256283">
      <w:r>
        <w:t>— </w:t>
      </w:r>
      <w:r w:rsidR="00256283">
        <w:t>Je ne crois pas</w:t>
      </w:r>
      <w:r>
        <w:t xml:space="preserve">, </w:t>
      </w:r>
      <w:r w:rsidR="00256283">
        <w:t>répondis-je</w:t>
      </w:r>
      <w:r>
        <w:t xml:space="preserve"> ; </w:t>
      </w:r>
      <w:r w:rsidR="00256283">
        <w:t>d</w:t>
      </w:r>
      <w:r>
        <w:t>’</w:t>
      </w:r>
      <w:r w:rsidR="00256283">
        <w:t>ailleurs</w:t>
      </w:r>
      <w:r>
        <w:t xml:space="preserve">, </w:t>
      </w:r>
      <w:r w:rsidR="00256283">
        <w:t>vous êtes partis ensemble</w:t>
      </w:r>
      <w:r>
        <w:t xml:space="preserve"> ; </w:t>
      </w:r>
      <w:r w:rsidR="00256283">
        <w:t>il n</w:t>
      </w:r>
      <w:r>
        <w:t>’</w:t>
      </w:r>
      <w:r w:rsidR="00256283">
        <w:t>aurait pas eu le temps</w:t>
      </w:r>
      <w:r>
        <w:t>…</w:t>
      </w:r>
    </w:p>
    <w:p w14:paraId="005E6FB6" w14:textId="77777777" w:rsidR="00435B4F" w:rsidRDefault="00435B4F" w:rsidP="00256283">
      <w:r>
        <w:t>— </w:t>
      </w:r>
      <w:r w:rsidR="00256283">
        <w:t>Mais mon taxi allait si lentement</w:t>
      </w:r>
      <w:r>
        <w:t xml:space="preserve">, </w:t>
      </w:r>
      <w:r w:rsidR="00256283">
        <w:t>interrompit-elle et j</w:t>
      </w:r>
      <w:r>
        <w:t>’</w:t>
      </w:r>
      <w:r w:rsidR="00256283">
        <w:t>ai pu m</w:t>
      </w:r>
      <w:r>
        <w:t>’</w:t>
      </w:r>
      <w:r w:rsidR="00256283">
        <w:t>arrêter</w:t>
      </w:r>
      <w:r>
        <w:t xml:space="preserve">… </w:t>
      </w:r>
      <w:r w:rsidR="00256283">
        <w:t>oui</w:t>
      </w:r>
      <w:r>
        <w:t xml:space="preserve">, </w:t>
      </w:r>
      <w:r w:rsidR="00256283">
        <w:t>je suis descendue pour acheter un tube de comprimés d</w:t>
      </w:r>
      <w:r>
        <w:t>’</w:t>
      </w:r>
      <w:r w:rsidR="00256283">
        <w:t>aspirine</w:t>
      </w:r>
      <w:r>
        <w:t xml:space="preserve">. </w:t>
      </w:r>
      <w:r w:rsidR="00256283">
        <w:t>Je m</w:t>
      </w:r>
      <w:r>
        <w:t>’</w:t>
      </w:r>
      <w:r w:rsidR="00256283">
        <w:t>en souviens parfaitement</w:t>
      </w:r>
      <w:r>
        <w:t> !</w:t>
      </w:r>
    </w:p>
    <w:p w14:paraId="41F03E82" w14:textId="77777777" w:rsidR="00435B4F" w:rsidRDefault="00435B4F" w:rsidP="00256283">
      <w:r>
        <w:t>— </w:t>
      </w:r>
      <w:r w:rsidR="00256283">
        <w:t>Et il savait que vous vous arrêteriez en route</w:t>
      </w:r>
      <w:r>
        <w:t xml:space="preserve">, </w:t>
      </w:r>
      <w:r w:rsidR="00256283">
        <w:t>sans doute</w:t>
      </w:r>
      <w:r>
        <w:t xml:space="preserve">, </w:t>
      </w:r>
      <w:r w:rsidR="00256283">
        <w:t>dis-je en souriant</w:t>
      </w:r>
      <w:r>
        <w:t xml:space="preserve">, </w:t>
      </w:r>
      <w:r w:rsidR="00256283">
        <w:t>c</w:t>
      </w:r>
      <w:r>
        <w:t>’</w:t>
      </w:r>
      <w:r w:rsidR="00256283">
        <w:t>était indispensable pour lui donner la certitude qu</w:t>
      </w:r>
      <w:r>
        <w:t>’</w:t>
      </w:r>
      <w:r w:rsidR="00256283">
        <w:t>il avait le temps d</w:t>
      </w:r>
      <w:r>
        <w:t>’</w:t>
      </w:r>
      <w:r w:rsidR="00256283">
        <w:t>agir</w:t>
      </w:r>
      <w:r>
        <w:t xml:space="preserve"> ! </w:t>
      </w:r>
      <w:r w:rsidR="00256283">
        <w:t>Allons</w:t>
      </w:r>
      <w:r>
        <w:t xml:space="preserve">, </w:t>
      </w:r>
      <w:r w:rsidR="00256283">
        <w:t>Mimi</w:t>
      </w:r>
      <w:r>
        <w:t xml:space="preserve">, </w:t>
      </w:r>
      <w:r w:rsidR="00256283">
        <w:t>il s</w:t>
      </w:r>
      <w:r>
        <w:t>’</w:t>
      </w:r>
      <w:r w:rsidR="00256283">
        <w:t>agit d</w:t>
      </w:r>
      <w:r>
        <w:t>’</w:t>
      </w:r>
      <w:r w:rsidR="00256283">
        <w:t>un meurtre</w:t>
      </w:r>
      <w:r>
        <w:t xml:space="preserve"> ! </w:t>
      </w:r>
      <w:r w:rsidR="00256283">
        <w:t>N</w:t>
      </w:r>
      <w:r>
        <w:t>’</w:t>
      </w:r>
      <w:r w:rsidR="00256283">
        <w:t>essayez pas de faire une blague à quelqu</w:t>
      </w:r>
      <w:r>
        <w:t>’</w:t>
      </w:r>
      <w:r w:rsidR="00256283">
        <w:t>un qui vous a joué un mauvais tour</w:t>
      </w:r>
      <w:r>
        <w:t xml:space="preserve">, </w:t>
      </w:r>
      <w:r w:rsidR="00256283">
        <w:t>ce n</w:t>
      </w:r>
      <w:r>
        <w:t>’</w:t>
      </w:r>
      <w:r w:rsidR="00256283">
        <w:t>est pas sérieux</w:t>
      </w:r>
      <w:r>
        <w:t>.</w:t>
      </w:r>
    </w:p>
    <w:p w14:paraId="389ACD35" w14:textId="77777777" w:rsidR="00435B4F" w:rsidRDefault="00435B4F" w:rsidP="00256283">
      <w:r>
        <w:t>— </w:t>
      </w:r>
      <w:r w:rsidR="00256283">
        <w:t>Une blague</w:t>
      </w:r>
      <w:r>
        <w:t xml:space="preserve">, </w:t>
      </w:r>
      <w:r w:rsidR="00256283">
        <w:t>s</w:t>
      </w:r>
      <w:r>
        <w:t>’</w:t>
      </w:r>
      <w:r w:rsidR="00256283">
        <w:t>écria-t-elle</w:t>
      </w:r>
      <w:r>
        <w:t xml:space="preserve">, </w:t>
      </w:r>
      <w:r w:rsidR="00256283">
        <w:t>à ce</w:t>
      </w:r>
      <w:r>
        <w:t>…</w:t>
      </w:r>
    </w:p>
    <w:p w14:paraId="25BF3329" w14:textId="77777777" w:rsidR="00435B4F" w:rsidRDefault="00256283" w:rsidP="00256283">
      <w:r>
        <w:t>Elle dévida un chapelet de jurons et d</w:t>
      </w:r>
      <w:r w:rsidR="00435B4F">
        <w:t>’</w:t>
      </w:r>
      <w:r>
        <w:t>obscénités adressés à Jorgensen et qui me laissèrent tout pantois</w:t>
      </w:r>
      <w:r w:rsidR="00435B4F">
        <w:t xml:space="preserve">. </w:t>
      </w:r>
      <w:r>
        <w:t>Sa voix montait</w:t>
      </w:r>
      <w:r w:rsidR="00435B4F">
        <w:t xml:space="preserve">, </w:t>
      </w:r>
      <w:r>
        <w:t>par degrés</w:t>
      </w:r>
      <w:r w:rsidR="00435B4F">
        <w:t xml:space="preserve">, </w:t>
      </w:r>
      <w:r>
        <w:t>et</w:t>
      </w:r>
      <w:r w:rsidR="00435B4F">
        <w:t xml:space="preserve">, </w:t>
      </w:r>
      <w:r>
        <w:t>après quelques secondes</w:t>
      </w:r>
      <w:r w:rsidR="00435B4F">
        <w:t xml:space="preserve">, </w:t>
      </w:r>
      <w:r>
        <w:t>elle criait à deux pouces de mon visage</w:t>
      </w:r>
      <w:r w:rsidR="00435B4F">
        <w:t xml:space="preserve">. </w:t>
      </w:r>
      <w:r>
        <w:t>Quand elle se tut pour reprendre haleine je lui dis</w:t>
      </w:r>
      <w:r w:rsidR="00435B4F">
        <w:t> :</w:t>
      </w:r>
    </w:p>
    <w:p w14:paraId="331A7B9F" w14:textId="77777777" w:rsidR="00435B4F" w:rsidRDefault="00435B4F" w:rsidP="00256283">
      <w:r>
        <w:lastRenderedPageBreak/>
        <w:t>— </w:t>
      </w:r>
      <w:r w:rsidR="00256283">
        <w:t>Vous jurez bien</w:t>
      </w:r>
      <w:r>
        <w:t xml:space="preserve">, </w:t>
      </w:r>
      <w:r w:rsidR="00256283">
        <w:t>mais</w:t>
      </w:r>
      <w:r>
        <w:t>…</w:t>
      </w:r>
    </w:p>
    <w:p w14:paraId="1A05406E" w14:textId="77777777" w:rsidR="00435B4F" w:rsidRDefault="00435B4F" w:rsidP="00256283">
      <w:r>
        <w:t>— </w:t>
      </w:r>
      <w:r w:rsidR="00256283">
        <w:t>Il a même eu le culot d</w:t>
      </w:r>
      <w:r>
        <w:t>’</w:t>
      </w:r>
      <w:r w:rsidR="00256283">
        <w:t>insinuer que j</w:t>
      </w:r>
      <w:r>
        <w:t>’</w:t>
      </w:r>
      <w:r w:rsidR="00256283">
        <w:t>avais pu tuer Julia</w:t>
      </w:r>
      <w:r>
        <w:t xml:space="preserve"> ! </w:t>
      </w:r>
      <w:r w:rsidR="00256283">
        <w:t>Il n</w:t>
      </w:r>
      <w:r>
        <w:t>’</w:t>
      </w:r>
      <w:r w:rsidR="00256283">
        <w:t>avait pas</w:t>
      </w:r>
      <w:r>
        <w:t xml:space="preserve">, </w:t>
      </w:r>
      <w:r w:rsidR="00256283">
        <w:t>le courage de le dire ouvertement mais il a fait des allusions</w:t>
      </w:r>
      <w:r>
        <w:t xml:space="preserve">, </w:t>
      </w:r>
      <w:r w:rsidR="00256283">
        <w:t>à tout bout de champ</w:t>
      </w:r>
      <w:r>
        <w:t xml:space="preserve">, </w:t>
      </w:r>
      <w:r w:rsidR="00256283">
        <w:t>jusqu</w:t>
      </w:r>
      <w:r>
        <w:t>’</w:t>
      </w:r>
      <w:r w:rsidR="00256283">
        <w:t>à ce que je lui déclare que</w:t>
      </w:r>
      <w:r>
        <w:t xml:space="preserve">… </w:t>
      </w:r>
      <w:r w:rsidR="00256283">
        <w:t>que</w:t>
      </w:r>
      <w:r>
        <w:t xml:space="preserve">… </w:t>
      </w:r>
      <w:r w:rsidR="00256283">
        <w:t>que ce n</w:t>
      </w:r>
      <w:r>
        <w:t>’</w:t>
      </w:r>
      <w:r w:rsidR="00256283">
        <w:t>était pas moi</w:t>
      </w:r>
      <w:r>
        <w:t> !</w:t>
      </w:r>
    </w:p>
    <w:p w14:paraId="5685823E" w14:textId="77777777" w:rsidR="00435B4F" w:rsidRDefault="00435B4F" w:rsidP="00256283">
      <w:r>
        <w:t>— </w:t>
      </w:r>
      <w:r w:rsidR="00256283">
        <w:t>Ce n</w:t>
      </w:r>
      <w:r>
        <w:t>’</w:t>
      </w:r>
      <w:r w:rsidR="00256283">
        <w:t>est pas ce que vous alliez dire</w:t>
      </w:r>
      <w:r>
        <w:t xml:space="preserve"> ! </w:t>
      </w:r>
      <w:r w:rsidR="00256283">
        <w:t>Vous avez hésité avant de terminer votre phrase</w:t>
      </w:r>
      <w:r>
        <w:t>.</w:t>
      </w:r>
    </w:p>
    <w:p w14:paraId="5AE26CE6" w14:textId="77777777" w:rsidR="00435B4F" w:rsidRDefault="00256283" w:rsidP="00256283">
      <w:r>
        <w:t>Elle frappa du pied</w:t>
      </w:r>
      <w:r w:rsidR="00435B4F">
        <w:t>.</w:t>
      </w:r>
    </w:p>
    <w:p w14:paraId="3B788E5E" w14:textId="77777777" w:rsidR="00435B4F" w:rsidRDefault="00435B4F" w:rsidP="00256283">
      <w:r>
        <w:t>— </w:t>
      </w:r>
      <w:r w:rsidR="00256283">
        <w:t>J</w:t>
      </w:r>
      <w:r>
        <w:t>’</w:t>
      </w:r>
      <w:r w:rsidR="00256283">
        <w:t>ai assez de cet interrogatoire</w:t>
      </w:r>
      <w:r>
        <w:t xml:space="preserve"> ! </w:t>
      </w:r>
      <w:r w:rsidR="00256283">
        <w:t>fit-elle</w:t>
      </w:r>
      <w:r>
        <w:t>.</w:t>
      </w:r>
    </w:p>
    <w:p w14:paraId="1AFA8BAF" w14:textId="77777777" w:rsidR="00435B4F" w:rsidRDefault="00435B4F" w:rsidP="00256283">
      <w:r>
        <w:t>— </w:t>
      </w:r>
      <w:r w:rsidR="00256283">
        <w:t>Bon</w:t>
      </w:r>
      <w:r>
        <w:t xml:space="preserve">. </w:t>
      </w:r>
      <w:r w:rsidR="00256283">
        <w:t>Allez au diable</w:t>
      </w:r>
      <w:r>
        <w:t xml:space="preserve"> ! </w:t>
      </w:r>
      <w:r w:rsidR="00256283">
        <w:t>dis-je</w:t>
      </w:r>
      <w:r>
        <w:t xml:space="preserve">. </w:t>
      </w:r>
      <w:r w:rsidR="00256283">
        <w:t>Je suis venu parce que vous me l</w:t>
      </w:r>
      <w:r>
        <w:t>’</w:t>
      </w:r>
      <w:r w:rsidR="00256283">
        <w:t>aviez demandé</w:t>
      </w:r>
      <w:r>
        <w:t>.</w:t>
      </w:r>
    </w:p>
    <w:p w14:paraId="18CD82C2" w14:textId="77777777" w:rsidR="00435B4F" w:rsidRDefault="00256283" w:rsidP="00256283">
      <w:r>
        <w:t>Je marchai vers la porte</w:t>
      </w:r>
      <w:r w:rsidR="00435B4F">
        <w:t>.</w:t>
      </w:r>
    </w:p>
    <w:p w14:paraId="1F1DF936" w14:textId="77777777" w:rsidR="00435B4F" w:rsidRDefault="00256283" w:rsidP="00256283">
      <w:r>
        <w:t>Elle courut derrière moi et m</w:t>
      </w:r>
      <w:r w:rsidR="00435B4F">
        <w:t>’</w:t>
      </w:r>
      <w:r>
        <w:t>étreignit le bras</w:t>
      </w:r>
      <w:r w:rsidR="00435B4F">
        <w:t>.</w:t>
      </w:r>
    </w:p>
    <w:p w14:paraId="5BEE50F3" w14:textId="77777777" w:rsidR="00435B4F" w:rsidRDefault="00435B4F" w:rsidP="00256283">
      <w:r>
        <w:t>— </w:t>
      </w:r>
      <w:r w:rsidR="00256283">
        <w:t>Pardon</w:t>
      </w:r>
      <w:r>
        <w:t xml:space="preserve">, </w:t>
      </w:r>
      <w:r w:rsidR="00256283">
        <w:t>Nick</w:t>
      </w:r>
      <w:r>
        <w:t xml:space="preserve">, </w:t>
      </w:r>
      <w:r w:rsidR="00256283">
        <w:t>murmura-t-elle</w:t>
      </w:r>
      <w:r>
        <w:t xml:space="preserve"> ; </w:t>
      </w:r>
      <w:r w:rsidR="00256283">
        <w:t>c</w:t>
      </w:r>
      <w:r>
        <w:t>’</w:t>
      </w:r>
      <w:r w:rsidR="00256283">
        <w:t>est mon sale caractère</w:t>
      </w:r>
      <w:r>
        <w:t> !</w:t>
      </w:r>
    </w:p>
    <w:p w14:paraId="60A46D4A" w14:textId="77777777" w:rsidR="00435B4F" w:rsidRDefault="00256283" w:rsidP="00256283">
      <w:r>
        <w:t>Gilbert entrait</w:t>
      </w:r>
      <w:r w:rsidR="00435B4F">
        <w:t>.</w:t>
      </w:r>
    </w:p>
    <w:p w14:paraId="1F01A91E" w14:textId="77777777" w:rsidR="00435B4F" w:rsidRDefault="00435B4F" w:rsidP="00256283">
      <w:r>
        <w:t>— </w:t>
      </w:r>
      <w:r w:rsidR="00256283">
        <w:t>Je vous accompagnerai</w:t>
      </w:r>
      <w:r>
        <w:t xml:space="preserve">, </w:t>
      </w:r>
      <w:r w:rsidR="00256283">
        <w:t>si vous voulez et nous pourrons causer</w:t>
      </w:r>
      <w:r>
        <w:t xml:space="preserve">, </w:t>
      </w:r>
      <w:r w:rsidR="00256283">
        <w:t>me dit-il</w:t>
      </w:r>
      <w:r>
        <w:t>.</w:t>
      </w:r>
    </w:p>
    <w:p w14:paraId="1DC1B9B2" w14:textId="77777777" w:rsidR="00435B4F" w:rsidRDefault="00256283" w:rsidP="00256283">
      <w:r>
        <w:t>Mimi le regarda</w:t>
      </w:r>
      <w:r w:rsidR="00435B4F">
        <w:t xml:space="preserve">, </w:t>
      </w:r>
      <w:r>
        <w:t>les sourcils froncés</w:t>
      </w:r>
      <w:r w:rsidR="00435B4F">
        <w:t>.</w:t>
      </w:r>
    </w:p>
    <w:p w14:paraId="2BFD9451" w14:textId="77777777" w:rsidR="00435B4F" w:rsidRDefault="00435B4F" w:rsidP="00256283">
      <w:r>
        <w:t>— </w:t>
      </w:r>
      <w:r w:rsidR="00256283">
        <w:t>Vous écoutiez</w:t>
      </w:r>
      <w:r>
        <w:t xml:space="preserve"> ? </w:t>
      </w:r>
      <w:r w:rsidR="00256283">
        <w:t>ricana-t-elle</w:t>
      </w:r>
      <w:r>
        <w:t>.</w:t>
      </w:r>
    </w:p>
    <w:p w14:paraId="3A2FB92C" w14:textId="77777777" w:rsidR="00435B4F" w:rsidRDefault="00435B4F" w:rsidP="00256283">
      <w:r>
        <w:t>— </w:t>
      </w:r>
      <w:r w:rsidR="00256283">
        <w:t>Il eût été difficile de ne pas le faire</w:t>
      </w:r>
      <w:r>
        <w:t xml:space="preserve"> ! </w:t>
      </w:r>
      <w:r w:rsidR="00256283">
        <w:t>répondit le jeune homme</w:t>
      </w:r>
      <w:r>
        <w:t xml:space="preserve">, </w:t>
      </w:r>
      <w:r w:rsidR="00256283">
        <w:t>vous poussiez de tels cris</w:t>
      </w:r>
      <w:r>
        <w:t xml:space="preserve">. </w:t>
      </w:r>
      <w:r w:rsidR="00256283">
        <w:t>Puis-je avoir un peu d</w:t>
      </w:r>
      <w:r>
        <w:t>’</w:t>
      </w:r>
      <w:r w:rsidR="00256283">
        <w:t>argent</w:t>
      </w:r>
      <w:r>
        <w:t> ?</w:t>
      </w:r>
    </w:p>
    <w:p w14:paraId="53DFAD57" w14:textId="77777777" w:rsidR="00435B4F" w:rsidRDefault="00435B4F" w:rsidP="00256283">
      <w:r>
        <w:t>— </w:t>
      </w:r>
      <w:r w:rsidR="00256283">
        <w:t>Et je ne vous ai pas dit tout ce que je voulais vous dire</w:t>
      </w:r>
      <w:r>
        <w:t xml:space="preserve">, </w:t>
      </w:r>
      <w:r w:rsidR="00256283">
        <w:t>Nick</w:t>
      </w:r>
      <w:r>
        <w:t xml:space="preserve">, </w:t>
      </w:r>
      <w:r w:rsidR="00256283">
        <w:t>fit Mimi</w:t>
      </w:r>
      <w:r>
        <w:t>.</w:t>
      </w:r>
    </w:p>
    <w:p w14:paraId="4709D313" w14:textId="77777777" w:rsidR="00435B4F" w:rsidRDefault="00256283" w:rsidP="00256283">
      <w:r>
        <w:lastRenderedPageBreak/>
        <w:t>Je tirai ma montre</w:t>
      </w:r>
      <w:r w:rsidR="00435B4F">
        <w:t>.</w:t>
      </w:r>
    </w:p>
    <w:p w14:paraId="5EF34C07" w14:textId="77777777" w:rsidR="00435B4F" w:rsidRDefault="00435B4F" w:rsidP="00256283">
      <w:r>
        <w:t>— </w:t>
      </w:r>
      <w:r w:rsidR="00256283">
        <w:t>Je dois partir</w:t>
      </w:r>
      <w:r>
        <w:t xml:space="preserve">, </w:t>
      </w:r>
      <w:r w:rsidR="00256283">
        <w:t>dis-je</w:t>
      </w:r>
      <w:r>
        <w:t xml:space="preserve"> ; </w:t>
      </w:r>
      <w:r w:rsidR="00256283">
        <w:t>Nora m</w:t>
      </w:r>
      <w:r>
        <w:t>’</w:t>
      </w:r>
      <w:r w:rsidR="00256283">
        <w:t>attend</w:t>
      </w:r>
      <w:r>
        <w:t>.</w:t>
      </w:r>
    </w:p>
    <w:p w14:paraId="36B8975D" w14:textId="77777777" w:rsidR="00435B4F" w:rsidRDefault="00435B4F" w:rsidP="00256283">
      <w:r>
        <w:t>— </w:t>
      </w:r>
      <w:r w:rsidR="00256283">
        <w:t>Voulez-vous revenir</w:t>
      </w:r>
      <w:r>
        <w:t xml:space="preserve">, </w:t>
      </w:r>
      <w:r w:rsidR="00256283">
        <w:t>après votre rendez-vous</w:t>
      </w:r>
      <w:r>
        <w:t> ?</w:t>
      </w:r>
    </w:p>
    <w:p w14:paraId="6293970F" w14:textId="77777777" w:rsidR="00435B4F" w:rsidRDefault="00435B4F" w:rsidP="00256283">
      <w:r>
        <w:t>— </w:t>
      </w:r>
      <w:r w:rsidR="00256283">
        <w:t>S</w:t>
      </w:r>
      <w:r>
        <w:t>’</w:t>
      </w:r>
      <w:r w:rsidR="00256283">
        <w:t>il n</w:t>
      </w:r>
      <w:r>
        <w:t>’</w:t>
      </w:r>
      <w:r w:rsidR="00256283">
        <w:t>est pas trop tard</w:t>
      </w:r>
      <w:r>
        <w:t xml:space="preserve">, </w:t>
      </w:r>
      <w:r w:rsidR="00256283">
        <w:t>mais ne m</w:t>
      </w:r>
      <w:r>
        <w:t>’</w:t>
      </w:r>
      <w:r w:rsidR="00256283">
        <w:t>attendez pas</w:t>
      </w:r>
      <w:r>
        <w:t>.</w:t>
      </w:r>
    </w:p>
    <w:p w14:paraId="53171734" w14:textId="77777777" w:rsidR="00435B4F" w:rsidRDefault="00435B4F" w:rsidP="00256283">
      <w:r>
        <w:t>— </w:t>
      </w:r>
      <w:r w:rsidR="00256283">
        <w:t>Je serai ici</w:t>
      </w:r>
      <w:r>
        <w:t xml:space="preserve">, </w:t>
      </w:r>
      <w:r w:rsidR="00256283">
        <w:t>dit-elle</w:t>
      </w:r>
      <w:r>
        <w:t xml:space="preserve">, </w:t>
      </w:r>
      <w:r w:rsidR="00256283">
        <w:t>revenez</w:t>
      </w:r>
      <w:r>
        <w:t xml:space="preserve">, </w:t>
      </w:r>
      <w:r w:rsidR="00256283">
        <w:t>aussi tard que vous voudrez</w:t>
      </w:r>
      <w:r>
        <w:t>.</w:t>
      </w:r>
    </w:p>
    <w:p w14:paraId="37E2104A" w14:textId="77777777" w:rsidR="00435B4F" w:rsidRDefault="00256283" w:rsidP="00256283">
      <w:r>
        <w:t>Je répondis que j</w:t>
      </w:r>
      <w:r w:rsidR="00435B4F">
        <w:t>’</w:t>
      </w:r>
      <w:r>
        <w:t>essayerais</w:t>
      </w:r>
      <w:r w:rsidR="00435B4F">
        <w:t xml:space="preserve">. </w:t>
      </w:r>
      <w:r>
        <w:t>Elle donna de l</w:t>
      </w:r>
      <w:r w:rsidR="00435B4F">
        <w:t>’</w:t>
      </w:r>
      <w:r>
        <w:t>argent à Gilbert et le jeune homme me rejoignit sur le palier</w:t>
      </w:r>
      <w:r w:rsidR="00435B4F">
        <w:t>.</w:t>
      </w:r>
    </w:p>
    <w:p w14:paraId="7697BE05" w14:textId="77777777" w:rsidR="00435B4F" w:rsidRDefault="00256283" w:rsidP="003D5E6A">
      <w:pPr>
        <w:pStyle w:val="Titre1"/>
      </w:pPr>
      <w:bookmarkStart w:id="42" w:name="__RefHeading__66_1831309079"/>
      <w:bookmarkStart w:id="43" w:name="_Toc202285672"/>
      <w:bookmarkEnd w:id="42"/>
      <w:r>
        <w:lastRenderedPageBreak/>
        <w:t>XIX</w:t>
      </w:r>
      <w:bookmarkEnd w:id="43"/>
    </w:p>
    <w:p w14:paraId="3661CF89" w14:textId="77777777" w:rsidR="00435B4F" w:rsidRDefault="00435B4F" w:rsidP="00256283">
      <w:r>
        <w:t>— </w:t>
      </w:r>
      <w:r w:rsidR="00256283">
        <w:t>J</w:t>
      </w:r>
      <w:r>
        <w:t>’</w:t>
      </w:r>
      <w:r w:rsidR="00256283">
        <w:t>écoutais</w:t>
      </w:r>
      <w:r>
        <w:t xml:space="preserve">, </w:t>
      </w:r>
      <w:r w:rsidR="00256283">
        <w:t>me dit Gilbert sur le trottoir</w:t>
      </w:r>
      <w:r>
        <w:t xml:space="preserve"> ; </w:t>
      </w:r>
      <w:r w:rsidR="00256283">
        <w:t>il est idiot de ne pas écouter quand on a l</w:t>
      </w:r>
      <w:r>
        <w:t>’</w:t>
      </w:r>
      <w:r w:rsidR="00256283">
        <w:t>occasion et que l</w:t>
      </w:r>
      <w:r>
        <w:t>’</w:t>
      </w:r>
      <w:r w:rsidR="00256283">
        <w:t>on s</w:t>
      </w:r>
      <w:r>
        <w:t>’</w:t>
      </w:r>
      <w:r w:rsidR="00256283">
        <w:t>intéresse à l</w:t>
      </w:r>
      <w:r>
        <w:t>’</w:t>
      </w:r>
      <w:r w:rsidR="00256283">
        <w:t>étude du caractère de ses semblables</w:t>
      </w:r>
      <w:r>
        <w:t xml:space="preserve">. </w:t>
      </w:r>
      <w:r w:rsidR="00256283">
        <w:t>Ils sont si différents quand ils parlent à une autre personne que vous-même</w:t>
      </w:r>
      <w:r>
        <w:t xml:space="preserve"> ! </w:t>
      </w:r>
      <w:r w:rsidR="00256283">
        <w:t>Bien entendu</w:t>
      </w:r>
      <w:r>
        <w:t xml:space="preserve">, </w:t>
      </w:r>
      <w:r w:rsidR="00256283">
        <w:t>ils ne sont pas contents quand ils savent que l</w:t>
      </w:r>
      <w:r>
        <w:t>’</w:t>
      </w:r>
      <w:r w:rsidR="00256283">
        <w:t>on écoute aux portes</w:t>
      </w:r>
      <w:r>
        <w:t xml:space="preserve">, </w:t>
      </w:r>
      <w:r w:rsidR="00256283">
        <w:t>mais je suppose que les animaux n</w:t>
      </w:r>
      <w:r>
        <w:t>’</w:t>
      </w:r>
      <w:r w:rsidR="00256283">
        <w:t>aiment pas non plus que les naturalistes les épient</w:t>
      </w:r>
      <w:r>
        <w:t> !</w:t>
      </w:r>
    </w:p>
    <w:p w14:paraId="61638F36" w14:textId="77777777" w:rsidR="00435B4F" w:rsidRDefault="00435B4F" w:rsidP="00256283">
      <w:r>
        <w:t>— </w:t>
      </w:r>
      <w:r w:rsidR="00256283">
        <w:t>Qu</w:t>
      </w:r>
      <w:r>
        <w:t>’</w:t>
      </w:r>
      <w:r w:rsidR="00256283">
        <w:t>avez-vous entendu</w:t>
      </w:r>
      <w:r>
        <w:t xml:space="preserve"> ? </w:t>
      </w:r>
      <w:r w:rsidR="00256283">
        <w:t>demandai-je</w:t>
      </w:r>
      <w:r>
        <w:t>.</w:t>
      </w:r>
    </w:p>
    <w:p w14:paraId="4379FFA8" w14:textId="77777777" w:rsidR="00435B4F" w:rsidRDefault="00435B4F" w:rsidP="00256283">
      <w:r>
        <w:t>— </w:t>
      </w:r>
      <w:r w:rsidR="00256283">
        <w:t>Assez de choses pour savoir de quoi il s</w:t>
      </w:r>
      <w:r>
        <w:t>’</w:t>
      </w:r>
      <w:r w:rsidR="00256283">
        <w:t>agit</w:t>
      </w:r>
      <w:r>
        <w:t>.</w:t>
      </w:r>
    </w:p>
    <w:p w14:paraId="3A519F3B" w14:textId="77777777" w:rsidR="00435B4F" w:rsidRDefault="00435B4F" w:rsidP="00256283">
      <w:r>
        <w:t>— </w:t>
      </w:r>
      <w:r w:rsidR="00256283">
        <w:t>Et qu</w:t>
      </w:r>
      <w:r>
        <w:t>’</w:t>
      </w:r>
      <w:r w:rsidR="00256283">
        <w:t>avez-vous pensé</w:t>
      </w:r>
      <w:r>
        <w:t> ?</w:t>
      </w:r>
    </w:p>
    <w:p w14:paraId="6856740C" w14:textId="77777777" w:rsidR="00435B4F" w:rsidRDefault="00256283" w:rsidP="00256283">
      <w:r>
        <w:t>Il serra les lèvres</w:t>
      </w:r>
      <w:r w:rsidR="00435B4F">
        <w:t xml:space="preserve"> ; </w:t>
      </w:r>
      <w:r>
        <w:t>son front se plissa</w:t>
      </w:r>
      <w:r w:rsidR="00435B4F">
        <w:t>.</w:t>
      </w:r>
    </w:p>
    <w:p w14:paraId="57AED37D" w14:textId="77777777" w:rsidR="00435B4F" w:rsidRDefault="00435B4F" w:rsidP="00256283">
      <w:r>
        <w:t>— </w:t>
      </w:r>
      <w:r w:rsidR="00256283">
        <w:t>C</w:t>
      </w:r>
      <w:r>
        <w:t>’</w:t>
      </w:r>
      <w:r w:rsidR="00256283">
        <w:t>est assez difficile à exprimer</w:t>
      </w:r>
      <w:r>
        <w:t xml:space="preserve">, </w:t>
      </w:r>
      <w:r w:rsidR="00256283">
        <w:t>dit-il</w:t>
      </w:r>
      <w:r>
        <w:t xml:space="preserve">. </w:t>
      </w:r>
      <w:r w:rsidR="00256283">
        <w:t>Maman s</w:t>
      </w:r>
      <w:r>
        <w:t>’</w:t>
      </w:r>
      <w:r w:rsidR="00256283">
        <w:t>entend fort bien à dissimuler mais elle ne sait pas inventer</w:t>
      </w:r>
      <w:r>
        <w:t xml:space="preserve">. </w:t>
      </w:r>
      <w:r w:rsidR="00256283">
        <w:t>Vous avez dû remarquer combien les gens qui pratiquent le plus le mensonge sont parfois maladroits et toujours prêts à se laisser tromper par les mensonges des autres</w:t>
      </w:r>
      <w:r>
        <w:t xml:space="preserve">. </w:t>
      </w:r>
      <w:r w:rsidR="00256283">
        <w:t>On imaginerait facilement qu</w:t>
      </w:r>
      <w:r>
        <w:t>’</w:t>
      </w:r>
      <w:r w:rsidR="00256283">
        <w:t>ils se méfient mais</w:t>
      </w:r>
      <w:r>
        <w:t xml:space="preserve">, </w:t>
      </w:r>
      <w:r w:rsidR="00256283">
        <w:t>au contraire</w:t>
      </w:r>
      <w:r>
        <w:t xml:space="preserve">, </w:t>
      </w:r>
      <w:r w:rsidR="00256283">
        <w:t>ils paraissent d</w:t>
      </w:r>
      <w:r>
        <w:t>’</w:t>
      </w:r>
      <w:r w:rsidR="00256283">
        <w:t>une extraordinaire crédulité</w:t>
      </w:r>
      <w:r>
        <w:t xml:space="preserve"> ; </w:t>
      </w:r>
      <w:r w:rsidR="00256283">
        <w:t>vous avez dû le remarquer</w:t>
      </w:r>
      <w:r>
        <w:t> ?</w:t>
      </w:r>
    </w:p>
    <w:p w14:paraId="68F44829" w14:textId="77777777" w:rsidR="00435B4F" w:rsidRDefault="00435B4F" w:rsidP="00256283">
      <w:r>
        <w:t>— </w:t>
      </w:r>
      <w:r w:rsidR="00256283">
        <w:t>Oui</w:t>
      </w:r>
      <w:r>
        <w:t xml:space="preserve">, </w:t>
      </w:r>
      <w:r w:rsidR="00256283">
        <w:t>répondis-je</w:t>
      </w:r>
      <w:r>
        <w:t>.</w:t>
      </w:r>
    </w:p>
    <w:p w14:paraId="7E81405B" w14:textId="77777777" w:rsidR="00435B4F" w:rsidRDefault="00435B4F" w:rsidP="00256283">
      <w:r>
        <w:t>— </w:t>
      </w:r>
      <w:r w:rsidR="00256283">
        <w:t>Voici ce que je voulais vous dire</w:t>
      </w:r>
      <w:r>
        <w:t xml:space="preserve">, </w:t>
      </w:r>
      <w:r w:rsidR="00256283">
        <w:t>reprit-il</w:t>
      </w:r>
      <w:r>
        <w:t xml:space="preserve"> : </w:t>
      </w:r>
      <w:r w:rsidR="00256283">
        <w:t>Chris n</w:t>
      </w:r>
      <w:r>
        <w:t>’</w:t>
      </w:r>
      <w:r w:rsidR="00256283">
        <w:t>est pas rentré la nuit dernière</w:t>
      </w:r>
      <w:r>
        <w:t xml:space="preserve">. </w:t>
      </w:r>
      <w:r w:rsidR="00256283">
        <w:t>Cela a bouleversé maman</w:t>
      </w:r>
      <w:r>
        <w:t xml:space="preserve">. </w:t>
      </w:r>
      <w:r w:rsidR="00256283">
        <w:t>On m</w:t>
      </w:r>
      <w:r>
        <w:t>’</w:t>
      </w:r>
      <w:r w:rsidR="00256283">
        <w:t>a remis le courrier ce matin et j</w:t>
      </w:r>
      <w:r>
        <w:t>’</w:t>
      </w:r>
      <w:r w:rsidR="00256283">
        <w:t>y ai trouvé une lettre pour lui</w:t>
      </w:r>
      <w:r>
        <w:t xml:space="preserve">. </w:t>
      </w:r>
      <w:r w:rsidR="00256283">
        <w:t>Je l</w:t>
      </w:r>
      <w:r>
        <w:t>’</w:t>
      </w:r>
      <w:r w:rsidR="00256283">
        <w:t>ai ouverte à la vapeur</w:t>
      </w:r>
      <w:r>
        <w:t>.</w:t>
      </w:r>
    </w:p>
    <w:p w14:paraId="3F8EDFBD" w14:textId="77777777" w:rsidR="00435B4F" w:rsidRDefault="00256283" w:rsidP="00256283">
      <w:r>
        <w:t>Il tira la lettre de sa poche et me la tendit</w:t>
      </w:r>
      <w:r w:rsidR="00435B4F">
        <w:t>.</w:t>
      </w:r>
    </w:p>
    <w:p w14:paraId="672A3917" w14:textId="77777777" w:rsidR="00435B4F" w:rsidRDefault="00435B4F" w:rsidP="00256283">
      <w:r>
        <w:lastRenderedPageBreak/>
        <w:t>— </w:t>
      </w:r>
      <w:r w:rsidR="00256283">
        <w:t>Lisez-la</w:t>
      </w:r>
      <w:r>
        <w:t xml:space="preserve">, </w:t>
      </w:r>
      <w:r w:rsidR="00256283">
        <w:t>dit-il</w:t>
      </w:r>
      <w:r>
        <w:t xml:space="preserve">, </w:t>
      </w:r>
      <w:r w:rsidR="00256283">
        <w:t>puis je la recachetterai et je la mettrai avec celles du courrier de demain</w:t>
      </w:r>
      <w:r>
        <w:t xml:space="preserve"> ; </w:t>
      </w:r>
      <w:r w:rsidR="00256283">
        <w:t>cela au cas où il rentrerait</w:t>
      </w:r>
      <w:r>
        <w:t xml:space="preserve">, </w:t>
      </w:r>
      <w:r w:rsidR="00256283">
        <w:t>mais j</w:t>
      </w:r>
      <w:r>
        <w:t>’</w:t>
      </w:r>
      <w:r w:rsidR="00256283">
        <w:t>en serais très surpris</w:t>
      </w:r>
      <w:r>
        <w:t>.</w:t>
      </w:r>
    </w:p>
    <w:p w14:paraId="59DD029E" w14:textId="77777777" w:rsidR="00435B4F" w:rsidRDefault="00435B4F" w:rsidP="00256283">
      <w:r>
        <w:t>— </w:t>
      </w:r>
      <w:r w:rsidR="00256283">
        <w:t>Pourquoi</w:t>
      </w:r>
      <w:r>
        <w:t> ?</w:t>
      </w:r>
    </w:p>
    <w:p w14:paraId="0EBA4A62" w14:textId="77777777" w:rsidR="00435B4F" w:rsidRDefault="00435B4F" w:rsidP="00256283">
      <w:r>
        <w:t>— </w:t>
      </w:r>
      <w:r w:rsidR="00256283">
        <w:t>Parce qu</w:t>
      </w:r>
      <w:r>
        <w:t>’</w:t>
      </w:r>
      <w:r w:rsidR="00256283">
        <w:t xml:space="preserve">il est bien </w:t>
      </w:r>
      <w:proofErr w:type="spellStart"/>
      <w:r w:rsidR="00256283">
        <w:t>Rosewater</w:t>
      </w:r>
      <w:proofErr w:type="spellEnd"/>
      <w:r>
        <w:t>…</w:t>
      </w:r>
    </w:p>
    <w:p w14:paraId="1BC4430F" w14:textId="77777777" w:rsidR="00435B4F" w:rsidRDefault="00435B4F" w:rsidP="00256283">
      <w:r>
        <w:t>— </w:t>
      </w:r>
      <w:r w:rsidR="00256283">
        <w:t>Lui en avez-vous parlé</w:t>
      </w:r>
      <w:r>
        <w:t xml:space="preserve"> ? </w:t>
      </w:r>
      <w:r w:rsidR="00256283">
        <w:t>coupai-je</w:t>
      </w:r>
      <w:r>
        <w:t>.</w:t>
      </w:r>
    </w:p>
    <w:p w14:paraId="534D456E" w14:textId="77777777" w:rsidR="00435B4F" w:rsidRDefault="00435B4F" w:rsidP="00256283">
      <w:r>
        <w:t>— </w:t>
      </w:r>
      <w:r w:rsidR="00256283">
        <w:t>Pas eu le temps</w:t>
      </w:r>
      <w:r>
        <w:t xml:space="preserve"> ! </w:t>
      </w:r>
      <w:r w:rsidR="00256283">
        <w:t>fit-il</w:t>
      </w:r>
      <w:r>
        <w:t xml:space="preserve"> ; </w:t>
      </w:r>
      <w:r w:rsidR="00256283">
        <w:t>je ne l</w:t>
      </w:r>
      <w:r>
        <w:t>’</w:t>
      </w:r>
      <w:r w:rsidR="00256283">
        <w:t>ai pas vu depuis que vous m</w:t>
      </w:r>
      <w:r>
        <w:t>’</w:t>
      </w:r>
      <w:r w:rsidR="00256283">
        <w:t>avez renseigné</w:t>
      </w:r>
      <w:r>
        <w:t>.</w:t>
      </w:r>
    </w:p>
    <w:p w14:paraId="566D6287" w14:textId="77777777" w:rsidR="00435B4F" w:rsidRDefault="00256283" w:rsidP="00256283">
      <w:r>
        <w:t>Je regardai la lettre</w:t>
      </w:r>
      <w:r w:rsidR="00435B4F">
        <w:t xml:space="preserve"> ; </w:t>
      </w:r>
      <w:r>
        <w:t>elle portait le cachet de Boston et la date du 2</w:t>
      </w:r>
      <w:r w:rsidR="00435B4F">
        <w:t xml:space="preserve">7 décembre. </w:t>
      </w:r>
      <w:r>
        <w:t>L</w:t>
      </w:r>
      <w:r w:rsidR="00435B4F">
        <w:t>’</w:t>
      </w:r>
      <w:r>
        <w:t>adresse était d</w:t>
      </w:r>
      <w:r w:rsidR="00435B4F">
        <w:t>’</w:t>
      </w:r>
      <w:r>
        <w:t>une écriture féminine</w:t>
      </w:r>
      <w:r w:rsidR="00435B4F">
        <w:t xml:space="preserve"> : </w:t>
      </w:r>
      <w:r>
        <w:t>Mr</w:t>
      </w:r>
      <w:r w:rsidR="00435B4F">
        <w:t xml:space="preserve">. </w:t>
      </w:r>
      <w:r>
        <w:t>Christian Jorgensen</w:t>
      </w:r>
      <w:r w:rsidR="00435B4F">
        <w:t xml:space="preserve">, </w:t>
      </w:r>
      <w:proofErr w:type="spellStart"/>
      <w:r>
        <w:t>Courtland</w:t>
      </w:r>
      <w:proofErr w:type="spellEnd"/>
      <w:r>
        <w:t xml:space="preserve"> </w:t>
      </w:r>
      <w:proofErr w:type="spellStart"/>
      <w:r>
        <w:t>Apartments</w:t>
      </w:r>
      <w:proofErr w:type="spellEnd"/>
      <w:r w:rsidR="00435B4F">
        <w:t xml:space="preserve">, </w:t>
      </w:r>
      <w:r>
        <w:t>New-York</w:t>
      </w:r>
      <w:r w:rsidR="00435B4F">
        <w:t>.</w:t>
      </w:r>
    </w:p>
    <w:p w14:paraId="3D69BF84" w14:textId="77777777" w:rsidR="00435B4F" w:rsidRDefault="00435B4F" w:rsidP="00256283">
      <w:r>
        <w:t>— </w:t>
      </w:r>
      <w:r w:rsidR="00256283">
        <w:t>Comment avez-vous eu l</w:t>
      </w:r>
      <w:r>
        <w:t>’</w:t>
      </w:r>
      <w:r w:rsidR="00256283">
        <w:t>idée de l</w:t>
      </w:r>
      <w:r>
        <w:t>’</w:t>
      </w:r>
      <w:r w:rsidR="00256283">
        <w:t>ouvrir</w:t>
      </w:r>
      <w:r>
        <w:t xml:space="preserve"> ? </w:t>
      </w:r>
      <w:r w:rsidR="00256283">
        <w:t>demandai-je</w:t>
      </w:r>
      <w:r>
        <w:t>.</w:t>
      </w:r>
    </w:p>
    <w:p w14:paraId="1CE50911" w14:textId="77777777" w:rsidR="00435B4F" w:rsidRDefault="00435B4F" w:rsidP="00256283">
      <w:r>
        <w:t>— </w:t>
      </w:r>
      <w:r w:rsidR="00256283">
        <w:t>Je ne crois pas à l</w:t>
      </w:r>
      <w:r>
        <w:t>’</w:t>
      </w:r>
      <w:r w:rsidR="00256283">
        <w:t>intuition</w:t>
      </w:r>
      <w:r>
        <w:t xml:space="preserve">, </w:t>
      </w:r>
      <w:r w:rsidR="00256283">
        <w:t>dit Gilbert</w:t>
      </w:r>
      <w:r>
        <w:t xml:space="preserve">, </w:t>
      </w:r>
      <w:r w:rsidR="00256283">
        <w:t>mais il y a sans doute des odeurs</w:t>
      </w:r>
      <w:r>
        <w:t xml:space="preserve">, </w:t>
      </w:r>
      <w:r w:rsidR="00256283">
        <w:t>quelque chose dans l</w:t>
      </w:r>
      <w:r>
        <w:t>’</w:t>
      </w:r>
      <w:r w:rsidR="00256283">
        <w:t>écriture</w:t>
      </w:r>
      <w:r>
        <w:t xml:space="preserve">, </w:t>
      </w:r>
      <w:r w:rsidR="00256283">
        <w:t>que je ne puis analyser mais qui exerce sur moi une sorte d</w:t>
      </w:r>
      <w:r>
        <w:t>’</w:t>
      </w:r>
      <w:r w:rsidR="00256283">
        <w:t>influence</w:t>
      </w:r>
      <w:r>
        <w:t xml:space="preserve">. </w:t>
      </w:r>
      <w:r w:rsidR="00256283">
        <w:t>J</w:t>
      </w:r>
      <w:r>
        <w:t>’</w:t>
      </w:r>
      <w:r w:rsidR="00256283">
        <w:t>ai eu l</w:t>
      </w:r>
      <w:r>
        <w:t>’</w:t>
      </w:r>
      <w:r w:rsidR="00256283">
        <w:t>impression que cette lettre était importante</w:t>
      </w:r>
      <w:r>
        <w:t>.</w:t>
      </w:r>
    </w:p>
    <w:p w14:paraId="19998A0D" w14:textId="77777777" w:rsidR="00435B4F" w:rsidRDefault="00435B4F" w:rsidP="00256283">
      <w:r>
        <w:t>— </w:t>
      </w:r>
      <w:r w:rsidR="00256283">
        <w:t>Avez-vous déjà éprouvé une impression semblable devant le courrier adressé aux membres de votre famille</w:t>
      </w:r>
      <w:r>
        <w:t> ?</w:t>
      </w:r>
    </w:p>
    <w:p w14:paraId="3251C308" w14:textId="77777777" w:rsidR="00435B4F" w:rsidRDefault="00256283" w:rsidP="00256283">
      <w:r>
        <w:t>Il me jeta un regard aigu pour voir si je plaisantais</w:t>
      </w:r>
      <w:r w:rsidR="00435B4F">
        <w:t>.</w:t>
      </w:r>
    </w:p>
    <w:p w14:paraId="05B3C720" w14:textId="77777777" w:rsidR="00435B4F" w:rsidRDefault="00435B4F" w:rsidP="00256283">
      <w:r>
        <w:t>— </w:t>
      </w:r>
      <w:r w:rsidR="00256283">
        <w:t>Pas souvent</w:t>
      </w:r>
      <w:r>
        <w:t xml:space="preserve"> ! </w:t>
      </w:r>
      <w:r w:rsidR="00256283">
        <w:t>dit-il</w:t>
      </w:r>
      <w:r>
        <w:t xml:space="preserve">, </w:t>
      </w:r>
      <w:r w:rsidR="00256283">
        <w:t>mais j</w:t>
      </w:r>
      <w:r>
        <w:t>’</w:t>
      </w:r>
      <w:r w:rsidR="00256283">
        <w:t>ai déjà ouvert plusieurs lettres</w:t>
      </w:r>
      <w:r>
        <w:t xml:space="preserve">. </w:t>
      </w:r>
      <w:r w:rsidR="00256283">
        <w:t>Je vous ai dit que je m</w:t>
      </w:r>
      <w:r>
        <w:t>’</w:t>
      </w:r>
      <w:r w:rsidR="00256283">
        <w:t>intéressais à l</w:t>
      </w:r>
      <w:r>
        <w:t>’</w:t>
      </w:r>
      <w:r w:rsidR="00256283">
        <w:t>étude des caractères</w:t>
      </w:r>
      <w:r>
        <w:t>.</w:t>
      </w:r>
    </w:p>
    <w:p w14:paraId="5CEAD976" w14:textId="77777777" w:rsidR="00435B4F" w:rsidRDefault="00256283" w:rsidP="00256283">
      <w:r>
        <w:t>Je dépliai la lettre</w:t>
      </w:r>
      <w:r w:rsidR="00435B4F">
        <w:t> :</w:t>
      </w:r>
    </w:p>
    <w:p w14:paraId="38A55E9B" w14:textId="77777777" w:rsidR="00256283" w:rsidRDefault="00256283" w:rsidP="00256283"/>
    <w:p w14:paraId="3B2B38E0" w14:textId="77777777" w:rsidR="00435B4F" w:rsidRDefault="00435B4F" w:rsidP="00256283">
      <w:r>
        <w:t>« </w:t>
      </w:r>
      <w:r w:rsidR="00256283">
        <w:t>Cher Vic</w:t>
      </w:r>
      <w:r>
        <w:t>,</w:t>
      </w:r>
    </w:p>
    <w:p w14:paraId="0431B7AE" w14:textId="77777777" w:rsidR="00435B4F" w:rsidRDefault="00435B4F" w:rsidP="00256283">
      <w:r>
        <w:lastRenderedPageBreak/>
        <w:t>« </w:t>
      </w:r>
      <w:r w:rsidR="00256283">
        <w:t>Olga m</w:t>
      </w:r>
      <w:r>
        <w:t>’</w:t>
      </w:r>
      <w:r w:rsidR="00256283">
        <w:t>a écrit que vous étiez revenu aux États-Unis</w:t>
      </w:r>
      <w:r>
        <w:t xml:space="preserve">, </w:t>
      </w:r>
      <w:r w:rsidR="00256283">
        <w:t>que vous aviez épousé une autre femme et que vous vous appeliez maintenant Christian Jorgensen</w:t>
      </w:r>
      <w:r>
        <w:t xml:space="preserve">. </w:t>
      </w:r>
      <w:r w:rsidR="00256283">
        <w:t>Ce n</w:t>
      </w:r>
      <w:r>
        <w:t>’</w:t>
      </w:r>
      <w:r w:rsidR="00256283">
        <w:t>est pas bien</w:t>
      </w:r>
      <w:r>
        <w:t xml:space="preserve">, </w:t>
      </w:r>
      <w:r w:rsidR="00256283">
        <w:t>Vic</w:t>
      </w:r>
      <w:r>
        <w:t xml:space="preserve">, </w:t>
      </w:r>
      <w:r w:rsidR="00256283">
        <w:t>de m</w:t>
      </w:r>
      <w:r>
        <w:t>’</w:t>
      </w:r>
      <w:r w:rsidR="00256283">
        <w:t>avoir laissée sans nouvelles pendant si longtemps</w:t>
      </w:r>
      <w:r>
        <w:t xml:space="preserve">. </w:t>
      </w:r>
      <w:r w:rsidR="00256283">
        <w:t>Et sans argent</w:t>
      </w:r>
      <w:r>
        <w:t xml:space="preserve">. </w:t>
      </w:r>
      <w:r w:rsidR="00256283">
        <w:t>Je savais que vous deviez partir à cause de cette histoire avec Mr</w:t>
      </w:r>
      <w:r>
        <w:t xml:space="preserve">. </w:t>
      </w:r>
      <w:proofErr w:type="spellStart"/>
      <w:r w:rsidR="00256283">
        <w:t>Wynant</w:t>
      </w:r>
      <w:proofErr w:type="spellEnd"/>
      <w:r w:rsidR="00256283">
        <w:t xml:space="preserve"> mais je suis sûre qu</w:t>
      </w:r>
      <w:r>
        <w:t>’</w:t>
      </w:r>
      <w:r w:rsidR="00256283">
        <w:t>il a depuis longtemps oublié tout ça et vous auriez pu m</w:t>
      </w:r>
      <w:r>
        <w:t>’</w:t>
      </w:r>
      <w:r w:rsidR="00256283">
        <w:t>écrire sachant bien que je vous ai toujours aimé et que je suis toujours prête à faire pour vous n</w:t>
      </w:r>
      <w:r>
        <w:t>’</w:t>
      </w:r>
      <w:r w:rsidR="00256283">
        <w:t>importe quoi</w:t>
      </w:r>
      <w:r>
        <w:t xml:space="preserve">. </w:t>
      </w:r>
      <w:r w:rsidR="00256283">
        <w:t>Je ne veux pas vous gronder</w:t>
      </w:r>
      <w:r>
        <w:t xml:space="preserve">, </w:t>
      </w:r>
      <w:r w:rsidR="00256283">
        <w:t>Vic</w:t>
      </w:r>
      <w:r>
        <w:t xml:space="preserve">, </w:t>
      </w:r>
      <w:r w:rsidR="00256283">
        <w:t>mais il faut que je vous voie</w:t>
      </w:r>
      <w:r>
        <w:t xml:space="preserve">. </w:t>
      </w:r>
      <w:r w:rsidR="00256283">
        <w:t>Le magasin où je travaille sera fermé dimanche et lundi à l</w:t>
      </w:r>
      <w:r>
        <w:t>’</w:t>
      </w:r>
      <w:r w:rsidR="00256283">
        <w:t>occasion du Nouvel An et j</w:t>
      </w:r>
      <w:r>
        <w:t>’</w:t>
      </w:r>
      <w:r w:rsidR="00256283">
        <w:t>arriverai à New-York samedi soir</w:t>
      </w:r>
      <w:r>
        <w:t xml:space="preserve">. </w:t>
      </w:r>
      <w:r w:rsidR="00256283">
        <w:t>Il faut que je vous parle</w:t>
      </w:r>
      <w:r>
        <w:t xml:space="preserve">. </w:t>
      </w:r>
      <w:r w:rsidR="00256283">
        <w:t>Écrivez en m</w:t>
      </w:r>
      <w:r>
        <w:t>’</w:t>
      </w:r>
      <w:r w:rsidR="00256283">
        <w:t>indiquant l</w:t>
      </w:r>
      <w:r>
        <w:t>’</w:t>
      </w:r>
      <w:r w:rsidR="00256283">
        <w:t>endroit où vous pouvez me rencontrer et à quelle heure car je ne veux pas vous créer de difficultés</w:t>
      </w:r>
      <w:r>
        <w:t xml:space="preserve">. </w:t>
      </w:r>
      <w:r w:rsidR="00256283">
        <w:t>Écrivez tout de suite afin que je reçoive la lettre à temps</w:t>
      </w:r>
      <w:r>
        <w:t>.</w:t>
      </w:r>
    </w:p>
    <w:p w14:paraId="02603A93" w14:textId="77777777" w:rsidR="00435B4F" w:rsidRDefault="00435B4F" w:rsidP="00256283">
      <w:r>
        <w:t>« </w:t>
      </w:r>
      <w:r w:rsidR="00256283">
        <w:t>Votre femme fidèle</w:t>
      </w:r>
      <w:r>
        <w:t>,</w:t>
      </w:r>
    </w:p>
    <w:p w14:paraId="40B3BAE5" w14:textId="77777777" w:rsidR="00256283" w:rsidRDefault="00256283" w:rsidP="00256283">
      <w:pPr>
        <w:jc w:val="right"/>
      </w:pPr>
      <w:r>
        <w:t>GEORGIA</w:t>
      </w:r>
      <w:r w:rsidR="00435B4F">
        <w:t>. »</w:t>
      </w:r>
    </w:p>
    <w:p w14:paraId="4A15C473" w14:textId="77777777" w:rsidR="00435B4F" w:rsidRDefault="00435B4F" w:rsidP="00256283"/>
    <w:p w14:paraId="401E57C7" w14:textId="77777777" w:rsidR="00435B4F" w:rsidRDefault="00435B4F" w:rsidP="00256283">
      <w:r>
        <w:t>— </w:t>
      </w:r>
      <w:r w:rsidR="00256283">
        <w:t>Tiens</w:t>
      </w:r>
      <w:r>
        <w:t xml:space="preserve">, </w:t>
      </w:r>
      <w:r w:rsidR="00256283">
        <w:t>tiens</w:t>
      </w:r>
      <w:r>
        <w:t xml:space="preserve">, </w:t>
      </w:r>
      <w:r w:rsidR="00256283">
        <w:t>dis-je remettant la lettre dans l</w:t>
      </w:r>
      <w:r>
        <w:t>’</w:t>
      </w:r>
      <w:r w:rsidR="00256283">
        <w:t>enveloppe</w:t>
      </w:r>
      <w:r>
        <w:t xml:space="preserve">. </w:t>
      </w:r>
      <w:r w:rsidR="00256283">
        <w:t>Et vous avez résisté à la tentation de remettre cette lettre à votre mère</w:t>
      </w:r>
      <w:r>
        <w:t> ?</w:t>
      </w:r>
    </w:p>
    <w:p w14:paraId="671A4BA0" w14:textId="77777777" w:rsidR="00435B4F" w:rsidRDefault="00435B4F" w:rsidP="00256283">
      <w:r>
        <w:t>— </w:t>
      </w:r>
      <w:r w:rsidR="00256283">
        <w:t>Oh</w:t>
      </w:r>
      <w:r>
        <w:t xml:space="preserve">, </w:t>
      </w:r>
      <w:r w:rsidR="00256283">
        <w:t>je savais à l</w:t>
      </w:r>
      <w:r>
        <w:t>’</w:t>
      </w:r>
      <w:r w:rsidR="00256283">
        <w:t>avance ce qu</w:t>
      </w:r>
      <w:r>
        <w:t>’</w:t>
      </w:r>
      <w:r w:rsidR="00256283">
        <w:t>elle dirait</w:t>
      </w:r>
      <w:r>
        <w:t xml:space="preserve">. </w:t>
      </w:r>
      <w:r w:rsidR="00256283">
        <w:t>Vous avez vu comment elle s</w:t>
      </w:r>
      <w:r>
        <w:t>’</w:t>
      </w:r>
      <w:r w:rsidR="00256283">
        <w:t>est conduite quand vous lui avez parlé</w:t>
      </w:r>
      <w:r>
        <w:t xml:space="preserve">. </w:t>
      </w:r>
      <w:r w:rsidR="00256283">
        <w:t>Que dois-je faire</w:t>
      </w:r>
      <w:r>
        <w:t> ?</w:t>
      </w:r>
    </w:p>
    <w:p w14:paraId="76D42D43" w14:textId="77777777" w:rsidR="00435B4F" w:rsidRDefault="00435B4F" w:rsidP="00256283">
      <w:r>
        <w:t>— </w:t>
      </w:r>
      <w:r w:rsidR="00256283">
        <w:t>Laissez-moi avertir la police</w:t>
      </w:r>
      <w:r>
        <w:t>.</w:t>
      </w:r>
    </w:p>
    <w:p w14:paraId="44D95202" w14:textId="77777777" w:rsidR="00435B4F" w:rsidRDefault="00256283" w:rsidP="00256283">
      <w:r>
        <w:t>Il fit oui de la tête</w:t>
      </w:r>
      <w:r w:rsidR="00435B4F">
        <w:t>.</w:t>
      </w:r>
    </w:p>
    <w:p w14:paraId="602BFB81" w14:textId="77777777" w:rsidR="00435B4F" w:rsidRDefault="00435B4F" w:rsidP="00256283">
      <w:r>
        <w:t>— </w:t>
      </w:r>
      <w:r w:rsidR="00256283">
        <w:t>Si vous croyez que cela vaut mieux</w:t>
      </w:r>
      <w:r>
        <w:t xml:space="preserve">, </w:t>
      </w:r>
      <w:r w:rsidR="00256283">
        <w:t>prenez la lettre</w:t>
      </w:r>
      <w:r>
        <w:t xml:space="preserve">, </w:t>
      </w:r>
      <w:r w:rsidR="00256283">
        <w:t>dit-il</w:t>
      </w:r>
      <w:r>
        <w:t>.</w:t>
      </w:r>
    </w:p>
    <w:p w14:paraId="125C6978" w14:textId="77777777" w:rsidR="00435B4F" w:rsidRDefault="00435B4F" w:rsidP="00256283">
      <w:r>
        <w:lastRenderedPageBreak/>
        <w:t>— </w:t>
      </w:r>
      <w:r w:rsidR="00256283">
        <w:t>Merci</w:t>
      </w:r>
      <w:r>
        <w:t xml:space="preserve">, </w:t>
      </w:r>
      <w:r w:rsidR="00256283">
        <w:t>fis-je</w:t>
      </w:r>
      <w:r>
        <w:t xml:space="preserve">, </w:t>
      </w:r>
      <w:r w:rsidR="00256283">
        <w:t>empochant l</w:t>
      </w:r>
      <w:r>
        <w:t>’</w:t>
      </w:r>
      <w:r w:rsidR="00256283">
        <w:t>enveloppe</w:t>
      </w:r>
      <w:r>
        <w:t>.</w:t>
      </w:r>
    </w:p>
    <w:p w14:paraId="7E46DFC1" w14:textId="77777777" w:rsidR="00435B4F" w:rsidRDefault="00435B4F" w:rsidP="00256283">
      <w:r>
        <w:t>— </w:t>
      </w:r>
      <w:r w:rsidR="00256283">
        <w:t>Il y a autre chose</w:t>
      </w:r>
      <w:r>
        <w:t xml:space="preserve">, </w:t>
      </w:r>
      <w:r w:rsidR="00256283">
        <w:t>reprit Gilbert</w:t>
      </w:r>
      <w:r>
        <w:t xml:space="preserve"> ; </w:t>
      </w:r>
      <w:r w:rsidR="00256283">
        <w:t>j</w:t>
      </w:r>
      <w:r>
        <w:t>’</w:t>
      </w:r>
      <w:r w:rsidR="00256283">
        <w:t>avais de la morphine</w:t>
      </w:r>
      <w:r>
        <w:t xml:space="preserve">, </w:t>
      </w:r>
      <w:r w:rsidR="00256283">
        <w:t>quelques grammes</w:t>
      </w:r>
      <w:r>
        <w:t xml:space="preserve">, </w:t>
      </w:r>
      <w:r w:rsidR="00256283">
        <w:t>pour une expérience</w:t>
      </w:r>
      <w:r>
        <w:t xml:space="preserve">, </w:t>
      </w:r>
      <w:r w:rsidR="00256283">
        <w:t>et quelqu</w:t>
      </w:r>
      <w:r>
        <w:t>’</w:t>
      </w:r>
      <w:r w:rsidR="00256283">
        <w:t>un me l</w:t>
      </w:r>
      <w:r>
        <w:t>’</w:t>
      </w:r>
      <w:r w:rsidR="00256283">
        <w:t>a volée</w:t>
      </w:r>
      <w:r>
        <w:t>.</w:t>
      </w:r>
    </w:p>
    <w:p w14:paraId="0002F40A" w14:textId="77777777" w:rsidR="00435B4F" w:rsidRDefault="00435B4F" w:rsidP="00256283">
      <w:r>
        <w:t>— </w:t>
      </w:r>
      <w:r w:rsidR="00256283">
        <w:t>Quelle expérience</w:t>
      </w:r>
      <w:r>
        <w:t> ?</w:t>
      </w:r>
    </w:p>
    <w:p w14:paraId="0C58E01A" w14:textId="77777777" w:rsidR="00435B4F" w:rsidRDefault="00435B4F" w:rsidP="00256283">
      <w:r>
        <w:t>— </w:t>
      </w:r>
      <w:r w:rsidR="00256283">
        <w:t>J</w:t>
      </w:r>
      <w:r>
        <w:t>’</w:t>
      </w:r>
      <w:r w:rsidR="00256283">
        <w:t>en prenais</w:t>
      </w:r>
      <w:r>
        <w:t xml:space="preserve">, </w:t>
      </w:r>
      <w:r w:rsidR="00256283">
        <w:t>pour en étudier les effets</w:t>
      </w:r>
      <w:r>
        <w:t>.</w:t>
      </w:r>
    </w:p>
    <w:p w14:paraId="489A0F53" w14:textId="77777777" w:rsidR="00435B4F" w:rsidRDefault="00435B4F" w:rsidP="00256283">
      <w:r>
        <w:t>— </w:t>
      </w:r>
      <w:r w:rsidR="00256283">
        <w:t>Et</w:t>
      </w:r>
      <w:r>
        <w:t xml:space="preserve">, </w:t>
      </w:r>
      <w:r w:rsidR="00256283">
        <w:t>quel résultat</w:t>
      </w:r>
      <w:r>
        <w:t> ?</w:t>
      </w:r>
    </w:p>
    <w:p w14:paraId="594ACE92" w14:textId="77777777" w:rsidR="00435B4F" w:rsidRDefault="00435B4F" w:rsidP="00256283">
      <w:r>
        <w:t>— </w:t>
      </w:r>
      <w:r w:rsidR="00256283">
        <w:t>Je n</w:t>
      </w:r>
      <w:r>
        <w:t>’</w:t>
      </w:r>
      <w:r w:rsidR="00256283">
        <w:t>ai pas aimé ça</w:t>
      </w:r>
      <w:r>
        <w:t xml:space="preserve">, </w:t>
      </w:r>
      <w:r w:rsidR="00256283">
        <w:t>je voulais voir</w:t>
      </w:r>
      <w:r>
        <w:t xml:space="preserve">. </w:t>
      </w:r>
      <w:r w:rsidR="00256283">
        <w:t>Je déteste les drogues qui amoindrissent l</w:t>
      </w:r>
      <w:r>
        <w:t>’</w:t>
      </w:r>
      <w:r w:rsidR="00256283">
        <w:t>intelligence</w:t>
      </w:r>
      <w:r>
        <w:t xml:space="preserve">. </w:t>
      </w:r>
      <w:r w:rsidR="00256283">
        <w:t>Aussi je ne fume et ne bois jamais</w:t>
      </w:r>
      <w:r>
        <w:t xml:space="preserve">. </w:t>
      </w:r>
      <w:r w:rsidR="00256283">
        <w:t>Je veux essayer de la cocaïne</w:t>
      </w:r>
      <w:r>
        <w:t xml:space="preserve">, </w:t>
      </w:r>
      <w:r w:rsidR="00256283">
        <w:t>cependant</w:t>
      </w:r>
      <w:r>
        <w:t xml:space="preserve">, </w:t>
      </w:r>
      <w:r w:rsidR="00256283">
        <w:t>car l</w:t>
      </w:r>
      <w:r>
        <w:t>’</w:t>
      </w:r>
      <w:r w:rsidR="00256283">
        <w:t>on prétend que cela active les fonctions du cerveau</w:t>
      </w:r>
      <w:r>
        <w:t xml:space="preserve">. </w:t>
      </w:r>
      <w:r w:rsidR="00256283">
        <w:t>Est-ce vrai</w:t>
      </w:r>
      <w:r>
        <w:t> ?</w:t>
      </w:r>
    </w:p>
    <w:p w14:paraId="25E39B98" w14:textId="77777777" w:rsidR="00435B4F" w:rsidRDefault="00435B4F" w:rsidP="00256283">
      <w:r>
        <w:t>— </w:t>
      </w:r>
      <w:r w:rsidR="00256283">
        <w:t>On le dit</w:t>
      </w:r>
      <w:r>
        <w:t xml:space="preserve">. </w:t>
      </w:r>
      <w:r w:rsidR="00256283">
        <w:t>Qui a volé cette morphine</w:t>
      </w:r>
      <w:r>
        <w:t> ?</w:t>
      </w:r>
    </w:p>
    <w:p w14:paraId="27D4E6EB" w14:textId="77777777" w:rsidR="00435B4F" w:rsidRDefault="00435B4F" w:rsidP="00256283">
      <w:r>
        <w:t>— </w:t>
      </w:r>
      <w:r w:rsidR="00256283">
        <w:t>Je soupçonne Dorothy</w:t>
      </w:r>
      <w:r>
        <w:t xml:space="preserve"> ; </w:t>
      </w:r>
      <w:r w:rsidR="00256283">
        <w:t>je vais dîner chez tante Alice</w:t>
      </w:r>
      <w:r>
        <w:t xml:space="preserve">, </w:t>
      </w:r>
      <w:r w:rsidR="00256283">
        <w:t>ma sœur y est et je poursuivrai ma petite enquête</w:t>
      </w:r>
      <w:r>
        <w:t>.</w:t>
      </w:r>
    </w:p>
    <w:p w14:paraId="2DAB90E6" w14:textId="77777777" w:rsidR="00435B4F" w:rsidRDefault="00435B4F" w:rsidP="00256283">
      <w:r>
        <w:t>— </w:t>
      </w:r>
      <w:r w:rsidR="00256283">
        <w:t>Mais si elle était chez Alice</w:t>
      </w:r>
      <w:r>
        <w:t xml:space="preserve">, </w:t>
      </w:r>
      <w:r w:rsidR="00256283">
        <w:t>comment a-t-elle pu</w:t>
      </w:r>
      <w:r>
        <w:t>…</w:t>
      </w:r>
    </w:p>
    <w:p w14:paraId="29E2A4FE" w14:textId="77777777" w:rsidR="00435B4F" w:rsidRDefault="00435B4F" w:rsidP="00256283">
      <w:r>
        <w:t>— </w:t>
      </w:r>
      <w:r w:rsidR="00256283">
        <w:t xml:space="preserve">Elle est venue au </w:t>
      </w:r>
      <w:proofErr w:type="spellStart"/>
      <w:r w:rsidR="00256283">
        <w:t>Courtland</w:t>
      </w:r>
      <w:proofErr w:type="spellEnd"/>
      <w:r w:rsidR="00256283">
        <w:t xml:space="preserve"> hier soir</w:t>
      </w:r>
      <w:r>
        <w:t xml:space="preserve">, </w:t>
      </w:r>
      <w:r w:rsidR="00256283">
        <w:t>pendant quelques minutes</w:t>
      </w:r>
      <w:r>
        <w:t xml:space="preserve">, </w:t>
      </w:r>
      <w:r w:rsidR="00256283">
        <w:t>dit-il</w:t>
      </w:r>
      <w:r>
        <w:t xml:space="preserve">, </w:t>
      </w:r>
      <w:r w:rsidR="00256283">
        <w:t>et</w:t>
      </w:r>
      <w:r>
        <w:t xml:space="preserve">, </w:t>
      </w:r>
      <w:r w:rsidR="00256283">
        <w:t>d</w:t>
      </w:r>
      <w:r>
        <w:t>’</w:t>
      </w:r>
      <w:r w:rsidR="00256283">
        <w:t>autre part</w:t>
      </w:r>
      <w:r>
        <w:t xml:space="preserve">, </w:t>
      </w:r>
      <w:r w:rsidR="00256283">
        <w:t>j</w:t>
      </w:r>
      <w:r>
        <w:t>’</w:t>
      </w:r>
      <w:r w:rsidR="00256283">
        <w:t>ignore quand la drogue a été volée</w:t>
      </w:r>
      <w:r>
        <w:t xml:space="preserve"> : </w:t>
      </w:r>
      <w:r w:rsidR="00256283">
        <w:t>j</w:t>
      </w:r>
      <w:r>
        <w:t>’</w:t>
      </w:r>
      <w:r w:rsidR="00256283">
        <w:t>ai ouvert la boîte aujourd</w:t>
      </w:r>
      <w:r>
        <w:t>’</w:t>
      </w:r>
      <w:r w:rsidR="00256283">
        <w:t>hui pour la première fois depuis trois jours</w:t>
      </w:r>
      <w:r>
        <w:t>.</w:t>
      </w:r>
    </w:p>
    <w:p w14:paraId="76E06B27" w14:textId="77777777" w:rsidR="00435B4F" w:rsidRDefault="00435B4F" w:rsidP="00256283">
      <w:r>
        <w:t>— </w:t>
      </w:r>
      <w:r w:rsidR="00256283">
        <w:t>Savait-elle que vous aviez cette morphine</w:t>
      </w:r>
      <w:r>
        <w:t> ?</w:t>
      </w:r>
    </w:p>
    <w:p w14:paraId="1A7BB0EE" w14:textId="77777777" w:rsidR="00435B4F" w:rsidRDefault="00435B4F" w:rsidP="00256283">
      <w:r>
        <w:t>— </w:t>
      </w:r>
      <w:r w:rsidR="00256283">
        <w:t>Oui</w:t>
      </w:r>
      <w:r>
        <w:t xml:space="preserve">. </w:t>
      </w:r>
      <w:r w:rsidR="00256283">
        <w:t>C</w:t>
      </w:r>
      <w:r>
        <w:t>’</w:t>
      </w:r>
      <w:r w:rsidR="00256283">
        <w:t>est l</w:t>
      </w:r>
      <w:r>
        <w:t>’</w:t>
      </w:r>
      <w:r w:rsidR="00256283">
        <w:t>une des raisons qui me poussent à la soupçonner</w:t>
      </w:r>
      <w:r>
        <w:t xml:space="preserve">. </w:t>
      </w:r>
      <w:r w:rsidR="00256283">
        <w:t>D</w:t>
      </w:r>
      <w:r>
        <w:t>’</w:t>
      </w:r>
      <w:r w:rsidR="00256283">
        <w:t>autre part</w:t>
      </w:r>
      <w:r>
        <w:t xml:space="preserve">, </w:t>
      </w:r>
      <w:r w:rsidR="00256283">
        <w:t>elle en a pris</w:t>
      </w:r>
      <w:r>
        <w:t xml:space="preserve">, </w:t>
      </w:r>
      <w:r w:rsidR="00256283">
        <w:t>sur mes instances</w:t>
      </w:r>
      <w:r>
        <w:t>.</w:t>
      </w:r>
    </w:p>
    <w:p w14:paraId="163F5462" w14:textId="77777777" w:rsidR="00435B4F" w:rsidRDefault="00435B4F" w:rsidP="00256283">
      <w:r>
        <w:t>— </w:t>
      </w:r>
      <w:r w:rsidR="00256283">
        <w:t>Elle a aimé ça</w:t>
      </w:r>
      <w:r>
        <w:t> ?</w:t>
      </w:r>
    </w:p>
    <w:p w14:paraId="1694F6BD" w14:textId="77777777" w:rsidR="00435B4F" w:rsidRDefault="00435B4F" w:rsidP="00256283">
      <w:r>
        <w:lastRenderedPageBreak/>
        <w:t>— </w:t>
      </w:r>
      <w:r w:rsidR="00256283">
        <w:t>Oui</w:t>
      </w:r>
      <w:r>
        <w:t xml:space="preserve">, </w:t>
      </w:r>
      <w:r w:rsidR="00256283">
        <w:t>elle en aurait pris quand même</w:t>
      </w:r>
      <w:r>
        <w:t xml:space="preserve">, </w:t>
      </w:r>
      <w:r w:rsidR="00256283">
        <w:t>sans l</w:t>
      </w:r>
      <w:r>
        <w:t>’</w:t>
      </w:r>
      <w:r w:rsidR="00256283">
        <w:t>aimer</w:t>
      </w:r>
      <w:r>
        <w:t xml:space="preserve">, </w:t>
      </w:r>
      <w:r w:rsidR="00256283">
        <w:t>mais je voudrais savoir si l</w:t>
      </w:r>
      <w:r>
        <w:t>’</w:t>
      </w:r>
      <w:r w:rsidR="00256283">
        <w:t>on peut s</w:t>
      </w:r>
      <w:r>
        <w:t>’</w:t>
      </w:r>
      <w:r w:rsidR="00256283">
        <w:t>intoxiquer en si peu de temps</w:t>
      </w:r>
      <w:r>
        <w:t xml:space="preserve"> : </w:t>
      </w:r>
      <w:r w:rsidR="00256283">
        <w:t>une semaine</w:t>
      </w:r>
      <w:r>
        <w:t xml:space="preserve">, </w:t>
      </w:r>
      <w:r w:rsidR="00256283">
        <w:t>dix jours</w:t>
      </w:r>
      <w:r>
        <w:t>.</w:t>
      </w:r>
    </w:p>
    <w:p w14:paraId="6BCA80E8" w14:textId="77777777" w:rsidR="00435B4F" w:rsidRDefault="00435B4F" w:rsidP="00256283">
      <w:r>
        <w:t>— </w:t>
      </w:r>
      <w:r w:rsidR="00256283">
        <w:t>Difficilement</w:t>
      </w:r>
      <w:r>
        <w:t xml:space="preserve">. </w:t>
      </w:r>
      <w:r w:rsidR="00256283">
        <w:t>En a-t-elle pris beaucoup</w:t>
      </w:r>
      <w:r>
        <w:t> ?</w:t>
      </w:r>
    </w:p>
    <w:p w14:paraId="52C032BA" w14:textId="77777777" w:rsidR="00435B4F" w:rsidRDefault="00435B4F" w:rsidP="00256283">
      <w:r>
        <w:t>— </w:t>
      </w:r>
      <w:r w:rsidR="00256283">
        <w:t>Non</w:t>
      </w:r>
      <w:r>
        <w:t>.</w:t>
      </w:r>
    </w:p>
    <w:p w14:paraId="3266D985" w14:textId="77777777" w:rsidR="00435B4F" w:rsidRDefault="00435B4F" w:rsidP="00256283">
      <w:r>
        <w:t>— </w:t>
      </w:r>
      <w:r w:rsidR="00256283">
        <w:t>Vous me tiendrez au courant</w:t>
      </w:r>
      <w:r>
        <w:t xml:space="preserve">, </w:t>
      </w:r>
      <w:r w:rsidR="00256283">
        <w:t>n</w:t>
      </w:r>
      <w:r>
        <w:t>’</w:t>
      </w:r>
      <w:r w:rsidR="00256283">
        <w:t>est-ce pas</w:t>
      </w:r>
      <w:r>
        <w:t xml:space="preserve"> ? </w:t>
      </w:r>
      <w:r w:rsidR="00256283">
        <w:t>Je vais arrêter un taxi</w:t>
      </w:r>
      <w:r>
        <w:t xml:space="preserve"> ; </w:t>
      </w:r>
      <w:r w:rsidR="00256283">
        <w:t>au revoir</w:t>
      </w:r>
      <w:r>
        <w:t> !</w:t>
      </w:r>
    </w:p>
    <w:p w14:paraId="2EB395E4" w14:textId="77777777" w:rsidR="00435B4F" w:rsidRDefault="00435B4F" w:rsidP="00256283">
      <w:r>
        <w:t>— </w:t>
      </w:r>
      <w:r w:rsidR="00256283">
        <w:t>Revenez-vous voir maman</w:t>
      </w:r>
      <w:r>
        <w:t xml:space="preserve">, </w:t>
      </w:r>
      <w:r w:rsidR="00256283">
        <w:t>ce soir</w:t>
      </w:r>
      <w:r>
        <w:t> ?</w:t>
      </w:r>
    </w:p>
    <w:p w14:paraId="3A8A05C0" w14:textId="77777777" w:rsidR="00435B4F" w:rsidRDefault="00435B4F" w:rsidP="00256283">
      <w:r>
        <w:t>— </w:t>
      </w:r>
      <w:r w:rsidR="00256283">
        <w:t>Si c</w:t>
      </w:r>
      <w:r>
        <w:t>’</w:t>
      </w:r>
      <w:r w:rsidR="00256283">
        <w:t>est possible</w:t>
      </w:r>
      <w:r>
        <w:t xml:space="preserve">. </w:t>
      </w:r>
      <w:r w:rsidR="00256283">
        <w:t>Peut-être vous verrai-je</w:t>
      </w:r>
      <w:r>
        <w:t>.</w:t>
      </w:r>
    </w:p>
    <w:p w14:paraId="5C0B59E2" w14:textId="77777777" w:rsidR="00435B4F" w:rsidRDefault="00435B4F" w:rsidP="00256283">
      <w:r>
        <w:t>— </w:t>
      </w:r>
      <w:r w:rsidR="00256283">
        <w:t>Entendu</w:t>
      </w:r>
      <w:r>
        <w:t xml:space="preserve">. </w:t>
      </w:r>
      <w:r w:rsidR="00256283">
        <w:t>Merci</w:t>
      </w:r>
      <w:r>
        <w:t> !</w:t>
      </w:r>
    </w:p>
    <w:p w14:paraId="3A8429B7" w14:textId="77777777" w:rsidR="00435B4F" w:rsidRDefault="00256283" w:rsidP="00256283">
      <w:r>
        <w:t xml:space="preserve">Je fis stopper mon taxi devant la première cabine téléphonique pour appeler </w:t>
      </w:r>
      <w:proofErr w:type="spellStart"/>
      <w:r>
        <w:t>Guild</w:t>
      </w:r>
      <w:proofErr w:type="spellEnd"/>
      <w:r>
        <w:t xml:space="preserve"> à l</w:t>
      </w:r>
      <w:r w:rsidR="00435B4F">
        <w:t>’</w:t>
      </w:r>
      <w:r>
        <w:t>appareil</w:t>
      </w:r>
      <w:r w:rsidR="00435B4F">
        <w:t xml:space="preserve">. </w:t>
      </w:r>
      <w:r>
        <w:t>Il était encore à son bureau</w:t>
      </w:r>
      <w:r w:rsidR="00435B4F">
        <w:t>.</w:t>
      </w:r>
    </w:p>
    <w:p w14:paraId="7B41198F" w14:textId="77777777" w:rsidR="00435B4F" w:rsidRDefault="00435B4F" w:rsidP="00256283">
      <w:r>
        <w:t>— </w:t>
      </w:r>
      <w:r w:rsidR="00256283">
        <w:t>Vous faites des heures supplémentaires</w:t>
      </w:r>
      <w:r>
        <w:t xml:space="preserve"> ! </w:t>
      </w:r>
      <w:r w:rsidR="00256283">
        <w:t>dis-je</w:t>
      </w:r>
      <w:r>
        <w:t>.</w:t>
      </w:r>
    </w:p>
    <w:p w14:paraId="0B7E791D" w14:textId="77777777" w:rsidR="00435B4F" w:rsidRDefault="00256283" w:rsidP="00256283">
      <w:r>
        <w:t>Il me répondit en éclatant de rire</w:t>
      </w:r>
      <w:r w:rsidR="00435B4F">
        <w:t>.</w:t>
      </w:r>
    </w:p>
    <w:p w14:paraId="0DF9123F" w14:textId="77777777" w:rsidR="00435B4F" w:rsidRDefault="00435B4F" w:rsidP="00256283">
      <w:r>
        <w:t>— </w:t>
      </w:r>
      <w:r w:rsidR="00256283">
        <w:t>C</w:t>
      </w:r>
      <w:r>
        <w:t>’</w:t>
      </w:r>
      <w:r w:rsidR="00256283">
        <w:t>est le métier</w:t>
      </w:r>
      <w:r>
        <w:t>.</w:t>
      </w:r>
    </w:p>
    <w:p w14:paraId="273DC405" w14:textId="77777777" w:rsidR="00435B4F" w:rsidRDefault="00256283" w:rsidP="00256283">
      <w:r>
        <w:t>Je lus la lettre de Georgia et donnai l</w:t>
      </w:r>
      <w:r w:rsidR="00435B4F">
        <w:t>’</w:t>
      </w:r>
      <w:r>
        <w:t>adresse</w:t>
      </w:r>
      <w:r w:rsidR="00435B4F">
        <w:t>.</w:t>
      </w:r>
    </w:p>
    <w:p w14:paraId="0795B216" w14:textId="77777777" w:rsidR="00435B4F" w:rsidRDefault="00435B4F" w:rsidP="00256283">
      <w:r>
        <w:t>— </w:t>
      </w:r>
      <w:r w:rsidR="00256283">
        <w:t>C</w:t>
      </w:r>
      <w:r>
        <w:t>’</w:t>
      </w:r>
      <w:r w:rsidR="00256283">
        <w:t>est intéressant</w:t>
      </w:r>
      <w:r>
        <w:t xml:space="preserve">, </w:t>
      </w:r>
      <w:r w:rsidR="00256283">
        <w:t>dit le policier</w:t>
      </w:r>
      <w:r>
        <w:t>.</w:t>
      </w:r>
    </w:p>
    <w:p w14:paraId="14DDA74C" w14:textId="77777777" w:rsidR="00435B4F" w:rsidRDefault="00256283" w:rsidP="00256283">
      <w:r>
        <w:t>J</w:t>
      </w:r>
      <w:r w:rsidR="00435B4F">
        <w:t>’</w:t>
      </w:r>
      <w:r>
        <w:t xml:space="preserve">informai </w:t>
      </w:r>
      <w:proofErr w:type="spellStart"/>
      <w:r>
        <w:t>Guild</w:t>
      </w:r>
      <w:proofErr w:type="spellEnd"/>
      <w:r>
        <w:t xml:space="preserve"> que Jorgensen n</w:t>
      </w:r>
      <w:r w:rsidR="00435B4F">
        <w:t>’</w:t>
      </w:r>
      <w:r>
        <w:t>était pas rentré chez lui la nuit précédente</w:t>
      </w:r>
      <w:r w:rsidR="00435B4F">
        <w:t>.</w:t>
      </w:r>
    </w:p>
    <w:p w14:paraId="1667D605" w14:textId="77777777" w:rsidR="00435B4F" w:rsidRDefault="00435B4F" w:rsidP="00256283">
      <w:r>
        <w:t>— </w:t>
      </w:r>
      <w:r w:rsidR="00256283">
        <w:t>Croyez-vous que nous le trouverons à Boston</w:t>
      </w:r>
      <w:r>
        <w:t xml:space="preserve"> ? </w:t>
      </w:r>
      <w:r w:rsidR="00256283">
        <w:t>demanda le policier</w:t>
      </w:r>
      <w:r>
        <w:t>.</w:t>
      </w:r>
    </w:p>
    <w:p w14:paraId="288A3544" w14:textId="77777777" w:rsidR="00435B4F" w:rsidRDefault="00435B4F" w:rsidP="00256283">
      <w:r>
        <w:t>— </w:t>
      </w:r>
      <w:r w:rsidR="00256283">
        <w:t>Là</w:t>
      </w:r>
      <w:r>
        <w:t xml:space="preserve">, </w:t>
      </w:r>
      <w:r w:rsidR="00256283">
        <w:t>ou peut-être près de la frontière s</w:t>
      </w:r>
      <w:r>
        <w:t>’</w:t>
      </w:r>
      <w:r w:rsidR="00256283">
        <w:t>il a filé</w:t>
      </w:r>
      <w:r>
        <w:t>.</w:t>
      </w:r>
    </w:p>
    <w:p w14:paraId="592A3510" w14:textId="77777777" w:rsidR="00435B4F" w:rsidRDefault="00435B4F" w:rsidP="00256283">
      <w:r>
        <w:lastRenderedPageBreak/>
        <w:t>— </w:t>
      </w:r>
      <w:r w:rsidR="00256283">
        <w:t>On va suivre les deux pistes</w:t>
      </w:r>
      <w:r>
        <w:t xml:space="preserve">, </w:t>
      </w:r>
      <w:r w:rsidR="00256283">
        <w:t>dit-il</w:t>
      </w:r>
      <w:r>
        <w:t xml:space="preserve">, </w:t>
      </w:r>
      <w:r w:rsidR="00256283">
        <w:t>très gai</w:t>
      </w:r>
      <w:r>
        <w:t xml:space="preserve">. </w:t>
      </w:r>
      <w:r w:rsidR="00256283">
        <w:t>J</w:t>
      </w:r>
      <w:r>
        <w:t>’</w:t>
      </w:r>
      <w:r w:rsidR="00256283">
        <w:t>ai une nouvelle pour vous</w:t>
      </w:r>
      <w:r>
        <w:t xml:space="preserve"> : </w:t>
      </w:r>
      <w:r w:rsidR="00256283">
        <w:t xml:space="preserve">notre ami </w:t>
      </w:r>
      <w:proofErr w:type="spellStart"/>
      <w:r w:rsidR="00256283">
        <w:t>Nunheim</w:t>
      </w:r>
      <w:proofErr w:type="spellEnd"/>
      <w:r w:rsidR="00256283">
        <w:t xml:space="preserve"> a été trouvé farci de projectiles de 32</w:t>
      </w:r>
      <w:r>
        <w:t xml:space="preserve">, </w:t>
      </w:r>
      <w:r w:rsidR="00256283">
        <w:t>une heure après nous avoir faussé compagnie</w:t>
      </w:r>
      <w:r>
        <w:t xml:space="preserve"> ; </w:t>
      </w:r>
      <w:r w:rsidR="00256283">
        <w:t>il est mort</w:t>
      </w:r>
      <w:r>
        <w:t xml:space="preserve">. </w:t>
      </w:r>
      <w:r w:rsidR="00256283">
        <w:t>Les balles paraissent avoir été tirées par la même arme qui a tué Julia Wolf</w:t>
      </w:r>
      <w:r>
        <w:t xml:space="preserve">. </w:t>
      </w:r>
      <w:r w:rsidR="00256283">
        <w:t>J</w:t>
      </w:r>
      <w:r>
        <w:t>’</w:t>
      </w:r>
      <w:r w:rsidR="00256283">
        <w:t>attends le rapport définitif de l</w:t>
      </w:r>
      <w:r>
        <w:t>’</w:t>
      </w:r>
      <w:r w:rsidR="00256283">
        <w:t>expert armurier</w:t>
      </w:r>
      <w:r>
        <w:t xml:space="preserve">. </w:t>
      </w:r>
      <w:proofErr w:type="spellStart"/>
      <w:r w:rsidR="00256283">
        <w:t>Nunheim</w:t>
      </w:r>
      <w:proofErr w:type="spellEnd"/>
      <w:r w:rsidR="00256283">
        <w:t xml:space="preserve"> aurait bien mieux fait de ne pas se sauver</w:t>
      </w:r>
      <w:r>
        <w:t> !</w:t>
      </w:r>
    </w:p>
    <w:p w14:paraId="43428BF7" w14:textId="77777777" w:rsidR="00256283" w:rsidRDefault="00256283" w:rsidP="003D5E6A">
      <w:pPr>
        <w:pStyle w:val="Titre1"/>
      </w:pPr>
      <w:bookmarkStart w:id="44" w:name="__RefHeading__68_1831309079"/>
      <w:bookmarkStart w:id="45" w:name="_Toc202285673"/>
      <w:bookmarkEnd w:id="44"/>
      <w:r>
        <w:lastRenderedPageBreak/>
        <w:t>XX</w:t>
      </w:r>
      <w:bookmarkEnd w:id="45"/>
    </w:p>
    <w:p w14:paraId="6B0064CF" w14:textId="77777777" w:rsidR="00435B4F" w:rsidRDefault="00256283" w:rsidP="00256283">
      <w:r>
        <w:t>Au Normandie</w:t>
      </w:r>
      <w:r w:rsidR="00435B4F">
        <w:t xml:space="preserve">, </w:t>
      </w:r>
      <w:r>
        <w:t>je trouvai Nora occupée à choisir</w:t>
      </w:r>
      <w:r w:rsidR="00435B4F">
        <w:t xml:space="preserve">, </w:t>
      </w:r>
      <w:r>
        <w:t>d</w:t>
      </w:r>
      <w:r w:rsidR="00435B4F">
        <w:t>’</w:t>
      </w:r>
      <w:r>
        <w:t>une main</w:t>
      </w:r>
      <w:r w:rsidR="00435B4F">
        <w:t xml:space="preserve">, </w:t>
      </w:r>
      <w:r>
        <w:t>des morceaux de canard froid</w:t>
      </w:r>
      <w:r w:rsidR="00435B4F">
        <w:t xml:space="preserve">, </w:t>
      </w:r>
      <w:r>
        <w:t>dans un plat</w:t>
      </w:r>
      <w:r w:rsidR="00435B4F">
        <w:t xml:space="preserve">, </w:t>
      </w:r>
      <w:r>
        <w:t>tandis que</w:t>
      </w:r>
      <w:r w:rsidR="00435B4F">
        <w:t xml:space="preserve">, </w:t>
      </w:r>
      <w:r>
        <w:t>de l</w:t>
      </w:r>
      <w:r w:rsidR="00435B4F">
        <w:t>’</w:t>
      </w:r>
      <w:r>
        <w:t>autre</w:t>
      </w:r>
      <w:r w:rsidR="00435B4F">
        <w:t xml:space="preserve">, </w:t>
      </w:r>
      <w:r>
        <w:t>elle travaillait à réunir les fragments découpés d</w:t>
      </w:r>
      <w:r w:rsidR="00435B4F">
        <w:t>’</w:t>
      </w:r>
      <w:r>
        <w:t>un puzzle</w:t>
      </w:r>
      <w:r w:rsidR="00435B4F">
        <w:t>.</w:t>
      </w:r>
    </w:p>
    <w:p w14:paraId="0928507D" w14:textId="77777777" w:rsidR="00435B4F" w:rsidRDefault="00435B4F" w:rsidP="00256283">
      <w:r>
        <w:t>— </w:t>
      </w:r>
      <w:r w:rsidR="00256283">
        <w:t>Je croyais que tu t</w:t>
      </w:r>
      <w:r>
        <w:t>’</w:t>
      </w:r>
      <w:r w:rsidR="00256283">
        <w:t>étais installé chez elle et j</w:t>
      </w:r>
      <w:r>
        <w:t>’</w:t>
      </w:r>
      <w:r w:rsidR="00256283">
        <w:t>allai t</w:t>
      </w:r>
      <w:r>
        <w:t>’</w:t>
      </w:r>
      <w:r w:rsidR="00256283">
        <w:t>envoyer une valise</w:t>
      </w:r>
      <w:r>
        <w:t xml:space="preserve">, </w:t>
      </w:r>
      <w:r w:rsidR="00256283">
        <w:t>fit-elle</w:t>
      </w:r>
      <w:r>
        <w:t xml:space="preserve">. </w:t>
      </w:r>
      <w:r w:rsidR="00256283">
        <w:t>Dis donc</w:t>
      </w:r>
      <w:r>
        <w:t xml:space="preserve">, </w:t>
      </w:r>
      <w:r w:rsidR="00256283">
        <w:t>toi qui as été détective</w:t>
      </w:r>
      <w:r>
        <w:t xml:space="preserve">, </w:t>
      </w:r>
      <w:r w:rsidR="00256283">
        <w:t>tu ne pourrais pas me trouver un morceau en forme d</w:t>
      </w:r>
      <w:r>
        <w:t>’</w:t>
      </w:r>
      <w:r w:rsidR="00256283">
        <w:t>escargot</w:t>
      </w:r>
      <w:r>
        <w:t> ?</w:t>
      </w:r>
    </w:p>
    <w:p w14:paraId="6AA4857A" w14:textId="77777777" w:rsidR="00435B4F" w:rsidRDefault="00435B4F" w:rsidP="00256283">
      <w:r>
        <w:t>— </w:t>
      </w:r>
      <w:r w:rsidR="00256283">
        <w:t>Un morceau de canard ou du puzzle</w:t>
      </w:r>
      <w:r>
        <w:t xml:space="preserve"> ? </w:t>
      </w:r>
      <w:r w:rsidR="00256283">
        <w:t>Est-ce que nous allons chez les Edge</w:t>
      </w:r>
      <w:r>
        <w:t xml:space="preserve">, </w:t>
      </w:r>
      <w:r w:rsidR="00256283">
        <w:t>ce soir</w:t>
      </w:r>
      <w:r>
        <w:t xml:space="preserve"> ? </w:t>
      </w:r>
      <w:r w:rsidR="00256283">
        <w:t>Quels raseurs</w:t>
      </w:r>
      <w:r>
        <w:t> !</w:t>
      </w:r>
    </w:p>
    <w:p w14:paraId="44A190C2" w14:textId="77777777" w:rsidR="00435B4F" w:rsidRDefault="00435B4F" w:rsidP="00256283">
      <w:r>
        <w:t>— </w:t>
      </w:r>
      <w:r w:rsidR="00256283">
        <w:t>N</w:t>
      </w:r>
      <w:r>
        <w:t>’</w:t>
      </w:r>
      <w:r w:rsidR="00256283">
        <w:t>y allons pas</w:t>
      </w:r>
      <w:r>
        <w:t xml:space="preserve">, </w:t>
      </w:r>
      <w:r w:rsidR="00256283">
        <w:t>mais ils seront furieux</w:t>
      </w:r>
      <w:r>
        <w:t xml:space="preserve">. </w:t>
      </w:r>
      <w:r w:rsidR="00256283">
        <w:t>Quinn a téléphoné</w:t>
      </w:r>
      <w:r>
        <w:t xml:space="preserve"> : </w:t>
      </w:r>
      <w:r w:rsidR="00256283">
        <w:t>il m</w:t>
      </w:r>
      <w:r>
        <w:t>’</w:t>
      </w:r>
      <w:r w:rsidR="00256283">
        <w:t>a dit de te dire que c</w:t>
      </w:r>
      <w:r>
        <w:t>’</w:t>
      </w:r>
      <w:r w:rsidR="00256283">
        <w:t xml:space="preserve">était un bon moment pour acheter des Mac </w:t>
      </w:r>
      <w:proofErr w:type="spellStart"/>
      <w:r w:rsidR="00256283">
        <w:t>Intyre</w:t>
      </w:r>
      <w:proofErr w:type="spellEnd"/>
      <w:r w:rsidR="00256283">
        <w:t xml:space="preserve"> Porcupine</w:t>
      </w:r>
      <w:r>
        <w:t xml:space="preserve"> – </w:t>
      </w:r>
      <w:r w:rsidR="00256283">
        <w:t>je crois que c</w:t>
      </w:r>
      <w:r>
        <w:t>’</w:t>
      </w:r>
      <w:r w:rsidR="00256283">
        <w:t>est ça qu</w:t>
      </w:r>
      <w:r>
        <w:t>’</w:t>
      </w:r>
      <w:r w:rsidR="00256283">
        <w:t>il a dit</w:t>
      </w:r>
      <w:r>
        <w:t>.</w:t>
      </w:r>
    </w:p>
    <w:p w14:paraId="053B2A7D" w14:textId="77777777" w:rsidR="00435B4F" w:rsidRDefault="00256283" w:rsidP="00256283">
      <w:r>
        <w:t>Elle posa l</w:t>
      </w:r>
      <w:r w:rsidR="00435B4F">
        <w:t>’</w:t>
      </w:r>
      <w:r>
        <w:t>index sur le puzzle</w:t>
      </w:r>
      <w:r w:rsidR="00435B4F">
        <w:t>.</w:t>
      </w:r>
    </w:p>
    <w:p w14:paraId="49D99FE0" w14:textId="77777777" w:rsidR="00435B4F" w:rsidRDefault="00435B4F" w:rsidP="00256283">
      <w:r>
        <w:t>— </w:t>
      </w:r>
      <w:r w:rsidR="00256283">
        <w:t>C</w:t>
      </w:r>
      <w:r>
        <w:t>’</w:t>
      </w:r>
      <w:r w:rsidR="00256283">
        <w:t>est là que doit aller le morceau que je cherche</w:t>
      </w:r>
      <w:r>
        <w:t> !</w:t>
      </w:r>
    </w:p>
    <w:p w14:paraId="3CD7437F" w14:textId="77777777" w:rsidR="00435B4F" w:rsidRDefault="00256283" w:rsidP="00256283">
      <w:r>
        <w:t>Je trouvai la plaquette de bois</w:t>
      </w:r>
      <w:r w:rsidR="00435B4F">
        <w:t xml:space="preserve">, </w:t>
      </w:r>
      <w:r>
        <w:t>puis je racontai</w:t>
      </w:r>
      <w:r w:rsidR="00435B4F">
        <w:t xml:space="preserve">, </w:t>
      </w:r>
      <w:r>
        <w:t>presque mot à mot</w:t>
      </w:r>
      <w:r w:rsidR="00435B4F">
        <w:t xml:space="preserve">, </w:t>
      </w:r>
      <w:r>
        <w:t>ce qui s</w:t>
      </w:r>
      <w:r w:rsidR="00435B4F">
        <w:t>’</w:t>
      </w:r>
      <w:r>
        <w:t>était passé chez Mimi</w:t>
      </w:r>
      <w:r w:rsidR="00435B4F">
        <w:t>.</w:t>
      </w:r>
    </w:p>
    <w:p w14:paraId="294520ED" w14:textId="77777777" w:rsidR="00435B4F" w:rsidRDefault="00435B4F" w:rsidP="00256283">
      <w:r>
        <w:t>— </w:t>
      </w:r>
      <w:r w:rsidR="00256283">
        <w:t>Tu es un sale menteur</w:t>
      </w:r>
      <w:r>
        <w:t xml:space="preserve">, </w:t>
      </w:r>
      <w:r w:rsidR="00256283">
        <w:t>dit Nora</w:t>
      </w:r>
      <w:r>
        <w:t xml:space="preserve"> ; </w:t>
      </w:r>
      <w:r w:rsidR="00256283">
        <w:t>tout ça</w:t>
      </w:r>
      <w:r>
        <w:t xml:space="preserve">, </w:t>
      </w:r>
      <w:r w:rsidR="00256283">
        <w:t>tu l</w:t>
      </w:r>
      <w:r>
        <w:t>’</w:t>
      </w:r>
      <w:r w:rsidR="00256283">
        <w:t>as inventé</w:t>
      </w:r>
      <w:r>
        <w:t xml:space="preserve"> ! </w:t>
      </w:r>
      <w:r w:rsidR="00256283">
        <w:t>Il n</w:t>
      </w:r>
      <w:r>
        <w:t>’</w:t>
      </w:r>
      <w:r w:rsidR="00256283">
        <w:t>existe plus de gens pareils</w:t>
      </w:r>
      <w:r>
        <w:t xml:space="preserve"> ! </w:t>
      </w:r>
      <w:r w:rsidR="00256283">
        <w:t>Qu</w:t>
      </w:r>
      <w:r>
        <w:t>’</w:t>
      </w:r>
      <w:r w:rsidR="00256283">
        <w:t>est-ce qu</w:t>
      </w:r>
      <w:r>
        <w:t>’</w:t>
      </w:r>
      <w:r w:rsidR="00256283">
        <w:t>ils ont donc</w:t>
      </w:r>
      <w:r>
        <w:t xml:space="preserve"> ? </w:t>
      </w:r>
      <w:r w:rsidR="00256283">
        <w:t>Est-ce le commencement d</w:t>
      </w:r>
      <w:r>
        <w:t>’</w:t>
      </w:r>
      <w:r w:rsidR="00256283">
        <w:t>une race de monstres</w:t>
      </w:r>
      <w:r>
        <w:t> ?</w:t>
      </w:r>
    </w:p>
    <w:p w14:paraId="5C0CEA01" w14:textId="77777777" w:rsidR="00435B4F" w:rsidRDefault="00435B4F" w:rsidP="00256283">
      <w:r>
        <w:t>— </w:t>
      </w:r>
      <w:r w:rsidR="00256283">
        <w:t>Je te dis ce qui est arrivé</w:t>
      </w:r>
      <w:r>
        <w:t xml:space="preserve">, </w:t>
      </w:r>
      <w:r w:rsidR="00256283">
        <w:t>sans commentaires</w:t>
      </w:r>
      <w:r>
        <w:t>.</w:t>
      </w:r>
    </w:p>
    <w:p w14:paraId="767A1442" w14:textId="77777777" w:rsidR="00435B4F" w:rsidRDefault="00435B4F" w:rsidP="00256283">
      <w:r>
        <w:t>— </w:t>
      </w:r>
      <w:r w:rsidR="00256283">
        <w:t>Je comprends ça</w:t>
      </w:r>
      <w:r>
        <w:t xml:space="preserve"> ; </w:t>
      </w:r>
      <w:r w:rsidR="00256283">
        <w:t>comment pourrais-tu expliquer</w:t>
      </w:r>
      <w:r>
        <w:t xml:space="preserve"> ? </w:t>
      </w:r>
      <w:r w:rsidR="00256283">
        <w:t>Il n</w:t>
      </w:r>
      <w:r>
        <w:t>’</w:t>
      </w:r>
      <w:r w:rsidR="00256283">
        <w:t>y en a pas un dans cette famille</w:t>
      </w:r>
      <w:r>
        <w:t xml:space="preserve"> – </w:t>
      </w:r>
      <w:r w:rsidR="00256283">
        <w:t>maintenant que Mimi déteste Jorgensen</w:t>
      </w:r>
      <w:r>
        <w:t xml:space="preserve"> – </w:t>
      </w:r>
      <w:r w:rsidR="00256283">
        <w:t>qui éprouve la moindre sympathie pour l</w:t>
      </w:r>
      <w:r>
        <w:t>’</w:t>
      </w:r>
      <w:r w:rsidR="00256283">
        <w:t>un des autres</w:t>
      </w:r>
      <w:r>
        <w:t xml:space="preserve">, </w:t>
      </w:r>
      <w:r w:rsidR="00256283">
        <w:t>et</w:t>
      </w:r>
      <w:r>
        <w:t xml:space="preserve">, </w:t>
      </w:r>
      <w:r w:rsidR="00256283">
        <w:t>cependant</w:t>
      </w:r>
      <w:r>
        <w:t xml:space="preserve">, </w:t>
      </w:r>
      <w:r w:rsidR="00256283">
        <w:t>ils ont une sorte de ressemblance</w:t>
      </w:r>
      <w:r>
        <w:t>.</w:t>
      </w:r>
    </w:p>
    <w:p w14:paraId="44681765" w14:textId="77777777" w:rsidR="00435B4F" w:rsidRDefault="00435B4F" w:rsidP="00256283">
      <w:r>
        <w:lastRenderedPageBreak/>
        <w:t>— </w:t>
      </w:r>
      <w:r w:rsidR="00256283">
        <w:t>C</w:t>
      </w:r>
      <w:r>
        <w:t>’</w:t>
      </w:r>
      <w:r w:rsidR="00256283">
        <w:t>est peut-être là l</w:t>
      </w:r>
      <w:r>
        <w:t>’</w:t>
      </w:r>
      <w:r w:rsidR="00256283">
        <w:t>explication</w:t>
      </w:r>
      <w:r>
        <w:t xml:space="preserve">, </w:t>
      </w:r>
      <w:r w:rsidR="00256283">
        <w:t>dis-je</w:t>
      </w:r>
      <w:r>
        <w:t>.</w:t>
      </w:r>
    </w:p>
    <w:p w14:paraId="68565B6D" w14:textId="77777777" w:rsidR="00435B4F" w:rsidRDefault="00435B4F" w:rsidP="00256283">
      <w:r>
        <w:t>— </w:t>
      </w:r>
      <w:r w:rsidR="00256283">
        <w:t>J</w:t>
      </w:r>
      <w:r>
        <w:t>’</w:t>
      </w:r>
      <w:r w:rsidR="00256283">
        <w:t>aimerais connaître la tante Alice</w:t>
      </w:r>
      <w:r>
        <w:t xml:space="preserve"> ! </w:t>
      </w:r>
      <w:r w:rsidR="00256283">
        <w:t>remarqua Nora</w:t>
      </w:r>
      <w:r>
        <w:t xml:space="preserve">. </w:t>
      </w:r>
      <w:r w:rsidR="00256283">
        <w:t>Tu vas remettre cette lettre à la police</w:t>
      </w:r>
      <w:r>
        <w:t> ?</w:t>
      </w:r>
    </w:p>
    <w:p w14:paraId="53FE475A" w14:textId="77777777" w:rsidR="00435B4F" w:rsidRDefault="00435B4F" w:rsidP="00256283">
      <w:r>
        <w:t>— </w:t>
      </w:r>
      <w:r w:rsidR="00256283">
        <w:t>J</w:t>
      </w:r>
      <w:r>
        <w:t>’</w:t>
      </w:r>
      <w:r w:rsidR="00256283">
        <w:t xml:space="preserve">ai déjà téléphoné à </w:t>
      </w:r>
      <w:proofErr w:type="spellStart"/>
      <w:r w:rsidR="00256283">
        <w:t>Guild</w:t>
      </w:r>
      <w:proofErr w:type="spellEnd"/>
      <w:r>
        <w:t xml:space="preserve">, </w:t>
      </w:r>
      <w:r w:rsidR="00256283">
        <w:t>répondis-je</w:t>
      </w:r>
      <w:r>
        <w:t>.</w:t>
      </w:r>
    </w:p>
    <w:p w14:paraId="5D0430F8" w14:textId="77777777" w:rsidR="00435B4F" w:rsidRDefault="00256283" w:rsidP="00256283">
      <w:r>
        <w:t xml:space="preserve">Puis je racontai la mort de </w:t>
      </w:r>
      <w:proofErr w:type="spellStart"/>
      <w:r>
        <w:t>Nunheim</w:t>
      </w:r>
      <w:proofErr w:type="spellEnd"/>
      <w:r w:rsidR="00435B4F">
        <w:t>.</w:t>
      </w:r>
    </w:p>
    <w:p w14:paraId="04D77BCE" w14:textId="77777777" w:rsidR="00435B4F" w:rsidRDefault="00435B4F" w:rsidP="00256283">
      <w:r>
        <w:t>— </w:t>
      </w:r>
      <w:r w:rsidR="00256283">
        <w:t>Qu</w:t>
      </w:r>
      <w:r>
        <w:t>’</w:t>
      </w:r>
      <w:r w:rsidR="00256283">
        <w:t>est-ce que tout cela veut dire</w:t>
      </w:r>
      <w:r>
        <w:t xml:space="preserve"> ? </w:t>
      </w:r>
      <w:r w:rsidR="00256283">
        <w:t>demanda-t-elle</w:t>
      </w:r>
      <w:r>
        <w:t>.</w:t>
      </w:r>
    </w:p>
    <w:p w14:paraId="59B53BEA" w14:textId="77777777" w:rsidR="00435B4F" w:rsidRDefault="00435B4F" w:rsidP="00256283">
      <w:r>
        <w:t>— </w:t>
      </w:r>
      <w:r w:rsidR="00256283">
        <w:t>Si Jorgensen a quitté New-York</w:t>
      </w:r>
      <w:r>
        <w:t xml:space="preserve">, </w:t>
      </w:r>
      <w:r w:rsidR="00256283">
        <w:t>comme je le pense</w:t>
      </w:r>
      <w:r>
        <w:t xml:space="preserve">, </w:t>
      </w:r>
      <w:r w:rsidR="00256283">
        <w:t>et que les projectiles aient été tirés par l</w:t>
      </w:r>
      <w:r>
        <w:t>’</w:t>
      </w:r>
      <w:r w:rsidR="00256283">
        <w:t>automatique qui a tué Julia</w:t>
      </w:r>
      <w:r>
        <w:t xml:space="preserve">, </w:t>
      </w:r>
      <w:r w:rsidR="00256283">
        <w:t>cela veut dire que la police devra trouver le complice de Chris avant de l</w:t>
      </w:r>
      <w:r>
        <w:t>’</w:t>
      </w:r>
      <w:r w:rsidR="00256283">
        <w:t>accuser d</w:t>
      </w:r>
      <w:r>
        <w:t>’</w:t>
      </w:r>
      <w:r w:rsidR="00256283">
        <w:t>avoir été mêlé au meurtre</w:t>
      </w:r>
      <w:r>
        <w:t>.</w:t>
      </w:r>
    </w:p>
    <w:p w14:paraId="18C8750C" w14:textId="77777777" w:rsidR="00435B4F" w:rsidRDefault="00435B4F" w:rsidP="00256283">
      <w:r>
        <w:t>— </w:t>
      </w:r>
      <w:r w:rsidR="00256283">
        <w:t>Si tu étais bon détective</w:t>
      </w:r>
      <w:r>
        <w:t xml:space="preserve">, </w:t>
      </w:r>
      <w:r w:rsidR="00256283">
        <w:t>tu m</w:t>
      </w:r>
      <w:r>
        <w:t>’</w:t>
      </w:r>
      <w:r w:rsidR="00256283">
        <w:t>expliquerais ça beaucoup plus clairement</w:t>
      </w:r>
      <w:r>
        <w:t xml:space="preserve">, </w:t>
      </w:r>
      <w:r w:rsidR="00256283">
        <w:t>dit-elle</w:t>
      </w:r>
      <w:r>
        <w:t xml:space="preserve">, </w:t>
      </w:r>
      <w:r w:rsidR="00256283">
        <w:t>penchée de nouveau sur le puzzle</w:t>
      </w:r>
      <w:r>
        <w:t xml:space="preserve">. </w:t>
      </w:r>
      <w:r w:rsidR="00256283">
        <w:t>Tu revois Mimi</w:t>
      </w:r>
      <w:r>
        <w:t xml:space="preserve">, </w:t>
      </w:r>
      <w:r w:rsidR="00256283">
        <w:t>ce soir</w:t>
      </w:r>
      <w:r>
        <w:t> ?</w:t>
      </w:r>
    </w:p>
    <w:p w14:paraId="5D3F1C8F" w14:textId="77777777" w:rsidR="00435B4F" w:rsidRDefault="00435B4F" w:rsidP="00256283">
      <w:r>
        <w:t>— </w:t>
      </w:r>
      <w:r w:rsidR="00256283">
        <w:t>Non</w:t>
      </w:r>
      <w:r>
        <w:t xml:space="preserve">. </w:t>
      </w:r>
      <w:r w:rsidR="00256283">
        <w:t>Si nous allions dîner</w:t>
      </w:r>
      <w:r>
        <w:t>.</w:t>
      </w:r>
    </w:p>
    <w:p w14:paraId="59377390" w14:textId="77777777" w:rsidR="00435B4F" w:rsidRDefault="00256283" w:rsidP="00256283">
      <w:r>
        <w:t>La sonnerie du téléphone résonna et je me levai pour répondre</w:t>
      </w:r>
      <w:r w:rsidR="00435B4F">
        <w:t xml:space="preserve">. </w:t>
      </w:r>
      <w:r>
        <w:t>C</w:t>
      </w:r>
      <w:r w:rsidR="00435B4F">
        <w:t>’</w:t>
      </w:r>
      <w:r>
        <w:t xml:space="preserve">était Dorothy </w:t>
      </w:r>
      <w:proofErr w:type="spellStart"/>
      <w:r>
        <w:t>Wynant</w:t>
      </w:r>
      <w:proofErr w:type="spellEnd"/>
      <w:r w:rsidR="00435B4F">
        <w:t>.</w:t>
      </w:r>
    </w:p>
    <w:p w14:paraId="3F593E71" w14:textId="77777777" w:rsidR="00435B4F" w:rsidRDefault="00435B4F" w:rsidP="00256283">
      <w:r>
        <w:t>— </w:t>
      </w:r>
      <w:r w:rsidR="00256283">
        <w:t>Allo</w:t>
      </w:r>
      <w:r>
        <w:t xml:space="preserve"> ? </w:t>
      </w:r>
      <w:r w:rsidR="00256283">
        <w:t>Nick</w:t>
      </w:r>
      <w:r>
        <w:t> ?</w:t>
      </w:r>
    </w:p>
    <w:p w14:paraId="5DBD5ACD" w14:textId="77777777" w:rsidR="00435B4F" w:rsidRDefault="00435B4F" w:rsidP="00256283">
      <w:r>
        <w:t>— </w:t>
      </w:r>
      <w:r w:rsidR="00256283">
        <w:t>Lui-même</w:t>
      </w:r>
      <w:r>
        <w:t xml:space="preserve">. </w:t>
      </w:r>
      <w:r w:rsidR="00256283">
        <w:t>Comment allez-vous</w:t>
      </w:r>
      <w:r>
        <w:t xml:space="preserve">, </w:t>
      </w:r>
      <w:r w:rsidR="00256283">
        <w:t>Dorothy</w:t>
      </w:r>
      <w:r>
        <w:t> ?</w:t>
      </w:r>
    </w:p>
    <w:p w14:paraId="44515DF0" w14:textId="77777777" w:rsidR="00435B4F" w:rsidRDefault="00435B4F" w:rsidP="00256283">
      <w:r>
        <w:t>— </w:t>
      </w:r>
      <w:r w:rsidR="00256283">
        <w:t>Gilbert vient d</w:t>
      </w:r>
      <w:r>
        <w:t>’</w:t>
      </w:r>
      <w:r w:rsidR="00256283">
        <w:t>arriver et il m</w:t>
      </w:r>
      <w:r>
        <w:t>’</w:t>
      </w:r>
      <w:r w:rsidR="00256283">
        <w:t>a réclamé la</w:t>
      </w:r>
      <w:r>
        <w:t xml:space="preserve">… </w:t>
      </w:r>
      <w:r w:rsidR="00256283">
        <w:t>vous comprenez</w:t>
      </w:r>
      <w:r>
        <w:t xml:space="preserve"> ? </w:t>
      </w:r>
      <w:r w:rsidR="00256283">
        <w:t>Je voulais vous dire que c</w:t>
      </w:r>
      <w:r>
        <w:t>’</w:t>
      </w:r>
      <w:r w:rsidR="00256283">
        <w:t>était bien moi qui l</w:t>
      </w:r>
      <w:r>
        <w:t>’</w:t>
      </w:r>
      <w:r w:rsidR="00256283">
        <w:t>avais prise</w:t>
      </w:r>
      <w:r>
        <w:t xml:space="preserve">, </w:t>
      </w:r>
      <w:r w:rsidR="00256283">
        <w:t>mais pour qu</w:t>
      </w:r>
      <w:r>
        <w:t>’</w:t>
      </w:r>
      <w:r w:rsidR="00256283">
        <w:t>il ne pût pas s</w:t>
      </w:r>
      <w:r>
        <w:t>’</w:t>
      </w:r>
      <w:r w:rsidR="00256283">
        <w:t>en servir et s</w:t>
      </w:r>
      <w:r>
        <w:t>’</w:t>
      </w:r>
      <w:r w:rsidR="00256283">
        <w:t>intoxiquer</w:t>
      </w:r>
      <w:r>
        <w:t>.</w:t>
      </w:r>
    </w:p>
    <w:p w14:paraId="008D9682" w14:textId="77777777" w:rsidR="00435B4F" w:rsidRDefault="00435B4F" w:rsidP="00256283">
      <w:r>
        <w:t>— </w:t>
      </w:r>
      <w:r w:rsidR="00256283">
        <w:t>Qu</w:t>
      </w:r>
      <w:r>
        <w:t>’</w:t>
      </w:r>
      <w:r w:rsidR="00256283">
        <w:t>en avez-vous fait</w:t>
      </w:r>
      <w:r>
        <w:t xml:space="preserve"> ? </w:t>
      </w:r>
      <w:r w:rsidR="00256283">
        <w:t>demandai-je</w:t>
      </w:r>
      <w:r>
        <w:t>.</w:t>
      </w:r>
    </w:p>
    <w:p w14:paraId="52D3B64B" w14:textId="77777777" w:rsidR="00435B4F" w:rsidRDefault="00435B4F" w:rsidP="00256283">
      <w:r>
        <w:t>— </w:t>
      </w:r>
      <w:r w:rsidR="00256283">
        <w:t>Je lui ai rendu la petite boîte</w:t>
      </w:r>
      <w:r>
        <w:t xml:space="preserve"> ; </w:t>
      </w:r>
      <w:r w:rsidR="00256283">
        <w:t>il ne croit pas ce que je lui ai dit</w:t>
      </w:r>
      <w:r>
        <w:t>.</w:t>
      </w:r>
    </w:p>
    <w:p w14:paraId="1F053683" w14:textId="77777777" w:rsidR="00435B4F" w:rsidRDefault="00435B4F" w:rsidP="00256283">
      <w:r>
        <w:t>— </w:t>
      </w:r>
      <w:r w:rsidR="00256283">
        <w:t>Moi je le crois</w:t>
      </w:r>
      <w:r>
        <w:t>.</w:t>
      </w:r>
    </w:p>
    <w:p w14:paraId="260907AC" w14:textId="77777777" w:rsidR="00435B4F" w:rsidRDefault="00435B4F" w:rsidP="00256283">
      <w:r>
        <w:lastRenderedPageBreak/>
        <w:t>— </w:t>
      </w:r>
      <w:r w:rsidR="00256283">
        <w:t>Alors</w:t>
      </w:r>
      <w:r>
        <w:t xml:space="preserve">, </w:t>
      </w:r>
      <w:r w:rsidR="00256283">
        <w:t>je vous en supplie</w:t>
      </w:r>
      <w:r>
        <w:t xml:space="preserve">, </w:t>
      </w:r>
      <w:r w:rsidR="00256283">
        <w:t>vous le direz à Gilbert</w:t>
      </w:r>
      <w:r>
        <w:t xml:space="preserve"> ; </w:t>
      </w:r>
      <w:r w:rsidR="00256283">
        <w:t>il a une telle confiance en vous</w:t>
      </w:r>
      <w:r>
        <w:t>.</w:t>
      </w:r>
    </w:p>
    <w:p w14:paraId="43782148" w14:textId="77777777" w:rsidR="00435B4F" w:rsidRDefault="00435B4F" w:rsidP="00256283">
      <w:r>
        <w:t>— </w:t>
      </w:r>
      <w:r w:rsidR="00256283">
        <w:t>Entendu</w:t>
      </w:r>
      <w:r>
        <w:t xml:space="preserve">, </w:t>
      </w:r>
      <w:r w:rsidR="00256283">
        <w:t>je lui en parlerai dès que je le verrai</w:t>
      </w:r>
      <w:r>
        <w:t>.</w:t>
      </w:r>
    </w:p>
    <w:p w14:paraId="72A1B227" w14:textId="77777777" w:rsidR="00435B4F" w:rsidRDefault="00256283" w:rsidP="00256283">
      <w:r>
        <w:t>Il y eut un silence</w:t>
      </w:r>
      <w:r w:rsidR="00435B4F">
        <w:t xml:space="preserve">, </w:t>
      </w:r>
      <w:r>
        <w:t>puis la jeune fille demanda</w:t>
      </w:r>
      <w:r w:rsidR="00435B4F">
        <w:t> :</w:t>
      </w:r>
    </w:p>
    <w:p w14:paraId="403C6AB1" w14:textId="77777777" w:rsidR="00435B4F" w:rsidRDefault="00435B4F" w:rsidP="00256283">
      <w:r>
        <w:t>— </w:t>
      </w:r>
      <w:r w:rsidR="00256283">
        <w:t>Comment va Nora</w:t>
      </w:r>
      <w:r>
        <w:t> ?</w:t>
      </w:r>
    </w:p>
    <w:p w14:paraId="68D5F120" w14:textId="77777777" w:rsidR="00435B4F" w:rsidRDefault="00435B4F" w:rsidP="00256283">
      <w:r>
        <w:t>— </w:t>
      </w:r>
      <w:r w:rsidR="00256283">
        <w:t>Bien</w:t>
      </w:r>
      <w:r>
        <w:t xml:space="preserve">. </w:t>
      </w:r>
      <w:r w:rsidR="00256283">
        <w:t>Vous voulez lui parler</w:t>
      </w:r>
      <w:r>
        <w:t> ?</w:t>
      </w:r>
    </w:p>
    <w:p w14:paraId="729036E2" w14:textId="77777777" w:rsidR="00435B4F" w:rsidRDefault="00435B4F" w:rsidP="00256283">
      <w:r>
        <w:t>— </w:t>
      </w:r>
      <w:r w:rsidR="00256283">
        <w:t>Oui</w:t>
      </w:r>
      <w:r>
        <w:t xml:space="preserve">, </w:t>
      </w:r>
      <w:r w:rsidR="00256283">
        <w:t>mais auparavant</w:t>
      </w:r>
      <w:r>
        <w:t xml:space="preserve">, </w:t>
      </w:r>
      <w:r w:rsidR="00256283">
        <w:t>je désire vous demander quelque chose</w:t>
      </w:r>
      <w:r>
        <w:t xml:space="preserve"> : </w:t>
      </w:r>
      <w:r w:rsidR="00256283">
        <w:t>est-ce que maman vous a parlé de moi</w:t>
      </w:r>
      <w:r>
        <w:t xml:space="preserve">, </w:t>
      </w:r>
      <w:r w:rsidR="00256283">
        <w:t>aujourd</w:t>
      </w:r>
      <w:r>
        <w:t>’</w:t>
      </w:r>
      <w:r w:rsidR="00256283">
        <w:t>hui</w:t>
      </w:r>
      <w:r>
        <w:t> ?</w:t>
      </w:r>
    </w:p>
    <w:p w14:paraId="21966946" w14:textId="77777777" w:rsidR="00435B4F" w:rsidRDefault="00435B4F" w:rsidP="00256283">
      <w:r>
        <w:t>— </w:t>
      </w:r>
      <w:r w:rsidR="00256283">
        <w:t>Non</w:t>
      </w:r>
      <w:r>
        <w:t xml:space="preserve"> ; </w:t>
      </w:r>
      <w:r w:rsidR="00256283">
        <w:t>pourquoi</w:t>
      </w:r>
      <w:r>
        <w:t> ?</w:t>
      </w:r>
    </w:p>
    <w:p w14:paraId="22516EEF" w14:textId="77777777" w:rsidR="00435B4F" w:rsidRDefault="00435B4F" w:rsidP="00256283">
      <w:r>
        <w:t>— </w:t>
      </w:r>
      <w:r w:rsidR="00256283">
        <w:t>Et Gilbert</w:t>
      </w:r>
      <w:r>
        <w:t> ?</w:t>
      </w:r>
    </w:p>
    <w:p w14:paraId="29198BC3" w14:textId="77777777" w:rsidR="00435B4F" w:rsidRDefault="00435B4F" w:rsidP="00256283">
      <w:r>
        <w:t>— </w:t>
      </w:r>
      <w:r w:rsidR="00256283">
        <w:t>Seulement à propos de la morphine</w:t>
      </w:r>
      <w:r>
        <w:t>.</w:t>
      </w:r>
    </w:p>
    <w:p w14:paraId="54136F83" w14:textId="77777777" w:rsidR="00435B4F" w:rsidRDefault="00435B4F" w:rsidP="00256283">
      <w:r>
        <w:t>— </w:t>
      </w:r>
      <w:r w:rsidR="00256283">
        <w:t>Sûr</w:t>
      </w:r>
      <w:r>
        <w:t> ?</w:t>
      </w:r>
    </w:p>
    <w:p w14:paraId="08A9CCDC" w14:textId="77777777" w:rsidR="00435B4F" w:rsidRDefault="00435B4F" w:rsidP="00256283">
      <w:r>
        <w:t>— </w:t>
      </w:r>
      <w:r w:rsidR="00256283">
        <w:t>Sûr</w:t>
      </w:r>
      <w:r>
        <w:t xml:space="preserve">. </w:t>
      </w:r>
      <w:r w:rsidR="00256283">
        <w:t>Pourquoi</w:t>
      </w:r>
      <w:r>
        <w:t> ?</w:t>
      </w:r>
    </w:p>
    <w:p w14:paraId="7524C658" w14:textId="77777777" w:rsidR="00435B4F" w:rsidRDefault="00435B4F" w:rsidP="00256283">
      <w:r>
        <w:t>— </w:t>
      </w:r>
      <w:r w:rsidR="00256283">
        <w:t>Pour rien</w:t>
      </w:r>
      <w:r>
        <w:t xml:space="preserve">. </w:t>
      </w:r>
      <w:r w:rsidR="00256283">
        <w:t>Je suis une petite sotte</w:t>
      </w:r>
      <w:r>
        <w:t>.</w:t>
      </w:r>
    </w:p>
    <w:p w14:paraId="1EDA278A" w14:textId="77777777" w:rsidR="00435B4F" w:rsidRDefault="00435B4F" w:rsidP="00256283">
      <w:r>
        <w:t>— </w:t>
      </w:r>
      <w:r w:rsidR="00256283">
        <w:t>Ne quittez pas</w:t>
      </w:r>
      <w:r>
        <w:t xml:space="preserve"> ; </w:t>
      </w:r>
      <w:r w:rsidR="00256283">
        <w:t>j</w:t>
      </w:r>
      <w:r>
        <w:t>’</w:t>
      </w:r>
      <w:r w:rsidR="00256283">
        <w:t>appelle Nora</w:t>
      </w:r>
      <w:r>
        <w:t>.</w:t>
      </w:r>
    </w:p>
    <w:p w14:paraId="322B9F7E" w14:textId="77777777" w:rsidR="00435B4F" w:rsidRDefault="00256283" w:rsidP="00256283">
      <w:r>
        <w:t>Je rentrai au salon</w:t>
      </w:r>
      <w:r w:rsidR="00435B4F">
        <w:t>.</w:t>
      </w:r>
    </w:p>
    <w:p w14:paraId="4E926DC1" w14:textId="77777777" w:rsidR="00435B4F" w:rsidRDefault="00435B4F" w:rsidP="00256283">
      <w:r>
        <w:t>— </w:t>
      </w:r>
      <w:r w:rsidR="00256283">
        <w:t>Dorothy veut te parler</w:t>
      </w:r>
      <w:r>
        <w:t xml:space="preserve"> ; </w:t>
      </w:r>
      <w:r w:rsidR="00256283">
        <w:t>ne lui demande pas de dîner avec nous</w:t>
      </w:r>
      <w:r>
        <w:t>.</w:t>
      </w:r>
    </w:p>
    <w:p w14:paraId="62895BCE" w14:textId="77777777" w:rsidR="00435B4F" w:rsidRDefault="00256283" w:rsidP="00256283">
      <w:r>
        <w:t>Ma femme revint du téléphone les yeux brillants</w:t>
      </w:r>
      <w:r w:rsidR="00435B4F">
        <w:t>.</w:t>
      </w:r>
    </w:p>
    <w:p w14:paraId="4A93CDBE" w14:textId="77777777" w:rsidR="00435B4F" w:rsidRDefault="00435B4F" w:rsidP="00256283">
      <w:r>
        <w:t>— </w:t>
      </w:r>
      <w:r w:rsidR="00256283">
        <w:t>Qu</w:t>
      </w:r>
      <w:r>
        <w:t>’</w:t>
      </w:r>
      <w:r w:rsidR="00256283">
        <w:t>y a-t-il</w:t>
      </w:r>
      <w:r>
        <w:t xml:space="preserve"> ? </w:t>
      </w:r>
      <w:r w:rsidR="00256283">
        <w:t>demandai-je</w:t>
      </w:r>
      <w:r>
        <w:t>.</w:t>
      </w:r>
    </w:p>
    <w:p w14:paraId="2348DF0C" w14:textId="77777777" w:rsidR="00435B4F" w:rsidRDefault="00435B4F" w:rsidP="00256283">
      <w:r>
        <w:t>— </w:t>
      </w:r>
      <w:r w:rsidR="00256283">
        <w:t>Rien</w:t>
      </w:r>
      <w:r>
        <w:t> !</w:t>
      </w:r>
    </w:p>
    <w:p w14:paraId="3DA18DDA" w14:textId="77777777" w:rsidR="00435B4F" w:rsidRDefault="00435B4F" w:rsidP="00256283">
      <w:r>
        <w:t>— </w:t>
      </w:r>
      <w:r w:rsidR="00256283">
        <w:t>Si tu mens</w:t>
      </w:r>
      <w:r>
        <w:t xml:space="preserve">, </w:t>
      </w:r>
      <w:r w:rsidR="00256283">
        <w:t>le Bon Dieu te punira</w:t>
      </w:r>
      <w:r>
        <w:t xml:space="preserve">, </w:t>
      </w:r>
      <w:r w:rsidR="00256283">
        <w:t>tu sais</w:t>
      </w:r>
      <w:r>
        <w:t> !</w:t>
      </w:r>
    </w:p>
    <w:p w14:paraId="79CBAA66" w14:textId="77777777" w:rsidR="00435B4F" w:rsidRDefault="00256283" w:rsidP="00256283">
      <w:r>
        <w:lastRenderedPageBreak/>
        <w:t>Nous sortîmes pour dîner dans un restaurant japonais de la Cinquante-huitième rue et</w:t>
      </w:r>
      <w:r w:rsidR="00435B4F">
        <w:t xml:space="preserve">, </w:t>
      </w:r>
      <w:r>
        <w:t>là</w:t>
      </w:r>
      <w:r w:rsidR="00435B4F">
        <w:t xml:space="preserve">, </w:t>
      </w:r>
      <w:r>
        <w:t>je me laissai convaincre d</w:t>
      </w:r>
      <w:r w:rsidR="00435B4F">
        <w:t>’</w:t>
      </w:r>
      <w:r>
        <w:t>aller chez les Edge</w:t>
      </w:r>
      <w:r w:rsidR="00435B4F">
        <w:t>.</w:t>
      </w:r>
    </w:p>
    <w:p w14:paraId="155512D4" w14:textId="77777777" w:rsidR="00435B4F" w:rsidRDefault="00256283" w:rsidP="00256283">
      <w:proofErr w:type="spellStart"/>
      <w:r>
        <w:t>Halsey</w:t>
      </w:r>
      <w:proofErr w:type="spellEnd"/>
      <w:r>
        <w:t xml:space="preserve"> Edge était un homme d</w:t>
      </w:r>
      <w:r w:rsidR="00435B4F">
        <w:t>’</w:t>
      </w:r>
      <w:r>
        <w:t>une cinquantaine d</w:t>
      </w:r>
      <w:r w:rsidR="00435B4F">
        <w:t>’</w:t>
      </w:r>
      <w:r>
        <w:t>années</w:t>
      </w:r>
      <w:r w:rsidR="00435B4F">
        <w:t xml:space="preserve">, </w:t>
      </w:r>
      <w:r>
        <w:t>grand</w:t>
      </w:r>
      <w:r w:rsidR="00435B4F">
        <w:t xml:space="preserve">, </w:t>
      </w:r>
      <w:r>
        <w:t>chauve</w:t>
      </w:r>
      <w:r w:rsidR="00435B4F">
        <w:t xml:space="preserve">, </w:t>
      </w:r>
      <w:r>
        <w:t>qui s</w:t>
      </w:r>
      <w:r w:rsidR="00435B4F">
        <w:t>’</w:t>
      </w:r>
      <w:r>
        <w:t>occupait d</w:t>
      </w:r>
      <w:r w:rsidR="00435B4F">
        <w:t>’</w:t>
      </w:r>
      <w:r>
        <w:t>archéologie et possédait une collection très complète de haches d</w:t>
      </w:r>
      <w:r w:rsidR="00435B4F">
        <w:t>’</w:t>
      </w:r>
      <w:r>
        <w:t>armes</w:t>
      </w:r>
      <w:r w:rsidR="00435B4F">
        <w:t xml:space="preserve">. </w:t>
      </w:r>
      <w:r>
        <w:t>Ce n</w:t>
      </w:r>
      <w:r w:rsidR="00435B4F">
        <w:t>’</w:t>
      </w:r>
      <w:r>
        <w:t>était pas un mauvais type</w:t>
      </w:r>
      <w:r w:rsidR="00435B4F">
        <w:t xml:space="preserve"> ; </w:t>
      </w:r>
      <w:r>
        <w:t>il suffisait de l</w:t>
      </w:r>
      <w:r w:rsidR="00435B4F">
        <w:t>’</w:t>
      </w:r>
      <w:r>
        <w:t>écouter un quart d</w:t>
      </w:r>
      <w:r w:rsidR="00435B4F">
        <w:t>’</w:t>
      </w:r>
      <w:r>
        <w:t>heure et d</w:t>
      </w:r>
      <w:r w:rsidR="00435B4F">
        <w:t>’</w:t>
      </w:r>
      <w:r>
        <w:t>admirer les haches</w:t>
      </w:r>
      <w:r w:rsidR="00435B4F">
        <w:t xml:space="preserve"> : </w:t>
      </w:r>
      <w:r>
        <w:t>pierre</w:t>
      </w:r>
      <w:r w:rsidR="00435B4F">
        <w:t xml:space="preserve">, </w:t>
      </w:r>
      <w:r>
        <w:t>cuivre</w:t>
      </w:r>
      <w:r w:rsidR="00435B4F">
        <w:t xml:space="preserve">, </w:t>
      </w:r>
      <w:r>
        <w:t>bronze</w:t>
      </w:r>
      <w:r w:rsidR="00435B4F">
        <w:t xml:space="preserve">, </w:t>
      </w:r>
      <w:r>
        <w:t>à double tranchant</w:t>
      </w:r>
      <w:r w:rsidR="00435B4F">
        <w:t xml:space="preserve">, </w:t>
      </w:r>
      <w:r>
        <w:t>à facettes</w:t>
      </w:r>
      <w:r w:rsidR="00435B4F">
        <w:t xml:space="preserve">, </w:t>
      </w:r>
      <w:r>
        <w:t>polygonales</w:t>
      </w:r>
      <w:r w:rsidR="00435B4F">
        <w:t xml:space="preserve">, </w:t>
      </w:r>
      <w:r>
        <w:t>nordiques</w:t>
      </w:r>
      <w:r w:rsidR="00435B4F">
        <w:t xml:space="preserve">, </w:t>
      </w:r>
      <w:r>
        <w:t>etc</w:t>
      </w:r>
      <w:r w:rsidR="00435B4F">
        <w:t xml:space="preserve">., </w:t>
      </w:r>
      <w:r>
        <w:t>etc</w:t>
      </w:r>
      <w:r w:rsidR="00435B4F">
        <w:t xml:space="preserve">.… </w:t>
      </w:r>
      <w:r>
        <w:t>C</w:t>
      </w:r>
      <w:r w:rsidR="00435B4F">
        <w:t>’</w:t>
      </w:r>
      <w:r>
        <w:t>était sa femme qui nous déplaisait</w:t>
      </w:r>
      <w:r w:rsidR="00435B4F">
        <w:t xml:space="preserve">. </w:t>
      </w:r>
      <w:r>
        <w:t>Elle s</w:t>
      </w:r>
      <w:r w:rsidR="00435B4F">
        <w:t>’</w:t>
      </w:r>
      <w:r>
        <w:t>appelait Léda mais Edge l</w:t>
      </w:r>
      <w:r w:rsidR="00435B4F">
        <w:t>’</w:t>
      </w:r>
      <w:r>
        <w:t>avait baptisée Tip</w:t>
      </w:r>
      <w:r w:rsidR="00435B4F">
        <w:t xml:space="preserve">. </w:t>
      </w:r>
      <w:r>
        <w:t>Elle était</w:t>
      </w:r>
      <w:r w:rsidR="00435B4F">
        <w:t>-</w:t>
      </w:r>
      <w:r>
        <w:t>très petite</w:t>
      </w:r>
      <w:r w:rsidR="00435B4F">
        <w:t xml:space="preserve">, </w:t>
      </w:r>
      <w:r>
        <w:t>laide et dodelinait obstinément de la tête</w:t>
      </w:r>
      <w:r w:rsidR="00435B4F">
        <w:t xml:space="preserve">, </w:t>
      </w:r>
      <w:r>
        <w:t>lentement</w:t>
      </w:r>
      <w:r w:rsidR="00435B4F">
        <w:t xml:space="preserve">, </w:t>
      </w:r>
      <w:r>
        <w:t>de droite à gauche</w:t>
      </w:r>
      <w:r w:rsidR="00435B4F">
        <w:t xml:space="preserve">, </w:t>
      </w:r>
      <w:r>
        <w:t>puis de gauche à droite</w:t>
      </w:r>
      <w:r w:rsidR="00435B4F">
        <w:t xml:space="preserve"> ; </w:t>
      </w:r>
      <w:r>
        <w:t>on avait toujours l</w:t>
      </w:r>
      <w:r w:rsidR="00435B4F">
        <w:t>’</w:t>
      </w:r>
      <w:r>
        <w:t>impression qu</w:t>
      </w:r>
      <w:r w:rsidR="00435B4F">
        <w:t>’</w:t>
      </w:r>
      <w:r>
        <w:t>elle était perchée sur sa chaise</w:t>
      </w:r>
      <w:r w:rsidR="00435B4F">
        <w:t xml:space="preserve">. </w:t>
      </w:r>
      <w:r>
        <w:t>Nora prétendait que son mari l</w:t>
      </w:r>
      <w:r w:rsidR="00435B4F">
        <w:t>’</w:t>
      </w:r>
      <w:r>
        <w:t>avait découverte</w:t>
      </w:r>
      <w:r w:rsidR="00435B4F">
        <w:t xml:space="preserve">, </w:t>
      </w:r>
      <w:r>
        <w:t>un jour</w:t>
      </w:r>
      <w:r w:rsidR="00435B4F">
        <w:t xml:space="preserve">, </w:t>
      </w:r>
      <w:r>
        <w:t>en ouvrant une antique sépulture</w:t>
      </w:r>
      <w:r w:rsidR="00435B4F">
        <w:t xml:space="preserve">. </w:t>
      </w:r>
      <w:r>
        <w:t xml:space="preserve">Margot </w:t>
      </w:r>
      <w:proofErr w:type="spellStart"/>
      <w:r>
        <w:t>Innes</w:t>
      </w:r>
      <w:proofErr w:type="spellEnd"/>
      <w:r>
        <w:t xml:space="preserve"> l</w:t>
      </w:r>
      <w:r w:rsidR="00435B4F">
        <w:t>’</w:t>
      </w:r>
      <w:r>
        <w:t xml:space="preserve">appelait </w:t>
      </w:r>
      <w:r w:rsidR="00435B4F">
        <w:t>« </w:t>
      </w:r>
      <w:r>
        <w:t>le Gnome</w:t>
      </w:r>
      <w:r w:rsidR="00435B4F">
        <w:t xml:space="preserve"> ». </w:t>
      </w:r>
      <w:r>
        <w:t>Le couple habitait une confortable maison</w:t>
      </w:r>
      <w:r w:rsidR="00435B4F">
        <w:t xml:space="preserve">, </w:t>
      </w:r>
      <w:r>
        <w:t>près de Greenwich Village</w:t>
      </w:r>
      <w:r w:rsidR="00435B4F">
        <w:t xml:space="preserve">. </w:t>
      </w:r>
      <w:r>
        <w:t>On y buvait d</w:t>
      </w:r>
      <w:r w:rsidR="00435B4F">
        <w:t>’</w:t>
      </w:r>
      <w:r>
        <w:t>excellent whisky</w:t>
      </w:r>
      <w:r w:rsidR="00435B4F">
        <w:t>.</w:t>
      </w:r>
    </w:p>
    <w:p w14:paraId="7BC00795" w14:textId="77777777" w:rsidR="00435B4F" w:rsidRDefault="00256283" w:rsidP="00256283">
      <w:r>
        <w:t>Une douzaine de personnes étaient là quand nous arrivâmes</w:t>
      </w:r>
      <w:r w:rsidR="00435B4F">
        <w:t xml:space="preserve">. </w:t>
      </w:r>
      <w:r>
        <w:t>Tip nous présenta aux gens que nous ne connaissions pas</w:t>
      </w:r>
      <w:r w:rsidR="00435B4F">
        <w:t xml:space="preserve">, </w:t>
      </w:r>
      <w:r>
        <w:t>puis elle me poussa dans un coin</w:t>
      </w:r>
      <w:r w:rsidR="00435B4F">
        <w:t>.</w:t>
      </w:r>
    </w:p>
    <w:p w14:paraId="10EFE4A8" w14:textId="77777777" w:rsidR="00435B4F" w:rsidRDefault="00435B4F" w:rsidP="00256283">
      <w:r>
        <w:t>— </w:t>
      </w:r>
      <w:r w:rsidR="00256283">
        <w:t>Pourquoi ne m</w:t>
      </w:r>
      <w:r>
        <w:t>’</w:t>
      </w:r>
      <w:r w:rsidR="00256283">
        <w:t>avez-vous pas dit</w:t>
      </w:r>
      <w:r>
        <w:t xml:space="preserve">, </w:t>
      </w:r>
      <w:r w:rsidR="00256283">
        <w:t>murmura-t-elle</w:t>
      </w:r>
      <w:r>
        <w:t xml:space="preserve">, </w:t>
      </w:r>
      <w:r w:rsidR="00256283">
        <w:t>que ces gens que j</w:t>
      </w:r>
      <w:r>
        <w:t>’</w:t>
      </w:r>
      <w:r w:rsidR="00256283">
        <w:t>ai rencontrés chez vous</w:t>
      </w:r>
      <w:r>
        <w:t xml:space="preserve">, </w:t>
      </w:r>
      <w:r w:rsidR="00256283">
        <w:t>le jour de Noël</w:t>
      </w:r>
      <w:r>
        <w:t xml:space="preserve">, </w:t>
      </w:r>
      <w:r w:rsidR="00256283">
        <w:t>étaient mêlés à un crime mystérieux</w:t>
      </w:r>
      <w:r>
        <w:t> ?</w:t>
      </w:r>
    </w:p>
    <w:p w14:paraId="5E23A884" w14:textId="77777777" w:rsidR="00435B4F" w:rsidRDefault="00256283" w:rsidP="00256283">
      <w:r>
        <w:t>Elle pencha la tête vers la gauche</w:t>
      </w:r>
      <w:r w:rsidR="00435B4F">
        <w:t xml:space="preserve">, </w:t>
      </w:r>
      <w:r>
        <w:t>jusqu</w:t>
      </w:r>
      <w:r w:rsidR="00435B4F">
        <w:t>’</w:t>
      </w:r>
      <w:r>
        <w:t>à ce que son oreille touchât l</w:t>
      </w:r>
      <w:r w:rsidR="00435B4F">
        <w:t>’</w:t>
      </w:r>
      <w:r>
        <w:t>épaule</w:t>
      </w:r>
      <w:r w:rsidR="00435B4F">
        <w:t>.</w:t>
      </w:r>
    </w:p>
    <w:p w14:paraId="1904C598" w14:textId="77777777" w:rsidR="00435B4F" w:rsidRDefault="00435B4F" w:rsidP="00256283">
      <w:r>
        <w:t>— </w:t>
      </w:r>
      <w:r w:rsidR="00256283">
        <w:t>Je ne crois pas qu</w:t>
      </w:r>
      <w:r>
        <w:t>’</w:t>
      </w:r>
      <w:r w:rsidR="00256283">
        <w:t>ils y soient mêlés</w:t>
      </w:r>
      <w:r>
        <w:t xml:space="preserve">, </w:t>
      </w:r>
      <w:r w:rsidR="00256283">
        <w:t>répondis-je</w:t>
      </w:r>
      <w:r>
        <w:t xml:space="preserve">, </w:t>
      </w:r>
      <w:r w:rsidR="00256283">
        <w:t>et d</w:t>
      </w:r>
      <w:r>
        <w:t>’</w:t>
      </w:r>
      <w:r w:rsidR="00256283">
        <w:t>ailleurs quelle importance peut bien présenter un meurtre</w:t>
      </w:r>
      <w:r>
        <w:t xml:space="preserve">, </w:t>
      </w:r>
      <w:r w:rsidR="00256283">
        <w:t>aujourd</w:t>
      </w:r>
      <w:r>
        <w:t>’</w:t>
      </w:r>
      <w:r w:rsidR="00256283">
        <w:t>hui</w:t>
      </w:r>
      <w:r>
        <w:t> ?</w:t>
      </w:r>
    </w:p>
    <w:p w14:paraId="671D1270" w14:textId="77777777" w:rsidR="00435B4F" w:rsidRDefault="00256283" w:rsidP="00256283">
      <w:r>
        <w:t>Elle pencha la tête vers la droite</w:t>
      </w:r>
      <w:r w:rsidR="00435B4F">
        <w:t>.</w:t>
      </w:r>
    </w:p>
    <w:p w14:paraId="615931B2" w14:textId="77777777" w:rsidR="00435B4F" w:rsidRDefault="00435B4F" w:rsidP="00256283">
      <w:r>
        <w:lastRenderedPageBreak/>
        <w:t>— </w:t>
      </w:r>
      <w:r w:rsidR="00256283">
        <w:t>Et vous ne m</w:t>
      </w:r>
      <w:r>
        <w:t>’</w:t>
      </w:r>
      <w:r w:rsidR="00256283">
        <w:t>avez pas dit que vous aviez consenti à vous charger de l</w:t>
      </w:r>
      <w:r>
        <w:t>’</w:t>
      </w:r>
      <w:r w:rsidR="00256283">
        <w:t>enquête</w:t>
      </w:r>
      <w:r>
        <w:t xml:space="preserve"> ? </w:t>
      </w:r>
      <w:r w:rsidR="00256283">
        <w:t>reprit-elle</w:t>
      </w:r>
      <w:r>
        <w:t>.</w:t>
      </w:r>
    </w:p>
    <w:p w14:paraId="35D45FCB" w14:textId="77777777" w:rsidR="00435B4F" w:rsidRDefault="00435B4F" w:rsidP="00256283">
      <w:r>
        <w:t>— </w:t>
      </w:r>
      <w:r w:rsidR="00256283">
        <w:t>Je n</w:t>
      </w:r>
      <w:r>
        <w:t>’</w:t>
      </w:r>
      <w:r w:rsidR="00256283">
        <w:t>avais pas consenti</w:t>
      </w:r>
      <w:r>
        <w:t xml:space="preserve">, </w:t>
      </w:r>
      <w:r w:rsidR="00256283">
        <w:t>je n</w:t>
      </w:r>
      <w:r>
        <w:t>’</w:t>
      </w:r>
      <w:r w:rsidR="00256283">
        <w:t>ai jamais consenti</w:t>
      </w:r>
      <w:r>
        <w:t xml:space="preserve"> ; </w:t>
      </w:r>
      <w:r w:rsidR="00256283">
        <w:t>ma blessure prouve que je n</w:t>
      </w:r>
      <w:r>
        <w:t>’</w:t>
      </w:r>
      <w:r w:rsidR="00256283">
        <w:t>étais qu</w:t>
      </w:r>
      <w:r>
        <w:t>’</w:t>
      </w:r>
      <w:r w:rsidR="00256283">
        <w:t>un spectateur innocent</w:t>
      </w:r>
      <w:r>
        <w:t>.</w:t>
      </w:r>
    </w:p>
    <w:p w14:paraId="2F6BB854" w14:textId="77777777" w:rsidR="00435B4F" w:rsidRDefault="00435B4F" w:rsidP="00256283">
      <w:r>
        <w:t>— </w:t>
      </w:r>
      <w:r w:rsidR="00256283">
        <w:t>Est-ce que vous avez encore mal</w:t>
      </w:r>
      <w:r>
        <w:t> ?</w:t>
      </w:r>
    </w:p>
    <w:p w14:paraId="528B303A" w14:textId="77777777" w:rsidR="00435B4F" w:rsidRDefault="00435B4F" w:rsidP="00256283">
      <w:r>
        <w:t>— </w:t>
      </w:r>
      <w:r w:rsidR="00256283">
        <w:t>Quelques démangeaisons</w:t>
      </w:r>
      <w:r>
        <w:t xml:space="preserve"> : </w:t>
      </w:r>
      <w:r w:rsidR="00256283">
        <w:t>j</w:t>
      </w:r>
      <w:r>
        <w:t>’</w:t>
      </w:r>
      <w:r w:rsidR="00256283">
        <w:t>ai oublié de faire changer mon pansement cet après-midi</w:t>
      </w:r>
      <w:r>
        <w:t>.</w:t>
      </w:r>
    </w:p>
    <w:p w14:paraId="40C60660" w14:textId="77777777" w:rsidR="00435B4F" w:rsidRDefault="00435B4F" w:rsidP="00256283">
      <w:r>
        <w:t>— </w:t>
      </w:r>
      <w:r w:rsidR="00256283">
        <w:t>Nora a dû avoir peur</w:t>
      </w:r>
      <w:r>
        <w:t> ?</w:t>
      </w:r>
    </w:p>
    <w:p w14:paraId="07EF5A89" w14:textId="77777777" w:rsidR="00435B4F" w:rsidRDefault="00435B4F" w:rsidP="00256283">
      <w:r>
        <w:t>— </w:t>
      </w:r>
      <w:r w:rsidR="00256283">
        <w:t>Moi aussi et celui qui a tiré également</w:t>
      </w:r>
      <w:r>
        <w:t xml:space="preserve"> ! </w:t>
      </w:r>
      <w:r w:rsidR="00256283">
        <w:t>répondis-je</w:t>
      </w:r>
      <w:r>
        <w:t xml:space="preserve">. </w:t>
      </w:r>
      <w:r w:rsidR="00256283">
        <w:t xml:space="preserve">Mais voici </w:t>
      </w:r>
      <w:proofErr w:type="spellStart"/>
      <w:r w:rsidR="00256283">
        <w:t>Halsey</w:t>
      </w:r>
      <w:proofErr w:type="spellEnd"/>
      <w:r>
        <w:t xml:space="preserve"> ; </w:t>
      </w:r>
      <w:r w:rsidR="00256283">
        <w:t>je ne l</w:t>
      </w:r>
      <w:r>
        <w:t>’</w:t>
      </w:r>
      <w:r w:rsidR="00256283">
        <w:t>ai pas encore vu</w:t>
      </w:r>
      <w:r>
        <w:t>.</w:t>
      </w:r>
    </w:p>
    <w:p w14:paraId="0470DC17" w14:textId="77777777" w:rsidR="00435B4F" w:rsidRDefault="00256283" w:rsidP="00256283">
      <w:r>
        <w:t>Comme je tentai de m</w:t>
      </w:r>
      <w:r w:rsidR="00435B4F">
        <w:t>’</w:t>
      </w:r>
      <w:r>
        <w:t>échapper en marchant vers son mari</w:t>
      </w:r>
      <w:r w:rsidR="00435B4F">
        <w:t xml:space="preserve">, </w:t>
      </w:r>
      <w:r>
        <w:t>elle me dit</w:t>
      </w:r>
      <w:r w:rsidR="00435B4F">
        <w:t> :</w:t>
      </w:r>
    </w:p>
    <w:p w14:paraId="78B8192C" w14:textId="77777777" w:rsidR="00435B4F" w:rsidRDefault="00435B4F" w:rsidP="00256283">
      <w:r>
        <w:t>— </w:t>
      </w:r>
      <w:r w:rsidR="00256283">
        <w:t>Harrison Quinn a promis d</w:t>
      </w:r>
      <w:r>
        <w:t>’</w:t>
      </w:r>
      <w:r w:rsidR="00256283">
        <w:t>amener la fille</w:t>
      </w:r>
      <w:r>
        <w:t xml:space="preserve">, </w:t>
      </w:r>
      <w:r w:rsidR="00256283">
        <w:t>ce soir</w:t>
      </w:r>
      <w:r>
        <w:t>.</w:t>
      </w:r>
    </w:p>
    <w:p w14:paraId="49AA9D60" w14:textId="77777777" w:rsidR="00435B4F" w:rsidRDefault="00256283" w:rsidP="00256283">
      <w:r>
        <w:t>Je causai quelques minutes avec Edge</w:t>
      </w:r>
      <w:r w:rsidR="00435B4F">
        <w:t xml:space="preserve">, </w:t>
      </w:r>
      <w:r>
        <w:t>puis j</w:t>
      </w:r>
      <w:r w:rsidR="00435B4F">
        <w:t>’</w:t>
      </w:r>
      <w:r>
        <w:t>allai me servir à boire et j</w:t>
      </w:r>
      <w:r w:rsidR="00435B4F">
        <w:t>’</w:t>
      </w:r>
      <w:r>
        <w:t>écoutai Larry Crowley et Phil Thames qui racontaient des histoires inconvenantes</w:t>
      </w:r>
      <w:r w:rsidR="00435B4F">
        <w:t>.</w:t>
      </w:r>
    </w:p>
    <w:p w14:paraId="31645766" w14:textId="77777777" w:rsidR="00435B4F" w:rsidRDefault="00256283" w:rsidP="00256283">
      <w:r>
        <w:t>Quand je rejoignis Nora</w:t>
      </w:r>
      <w:r w:rsidR="00435B4F">
        <w:t xml:space="preserve">, </w:t>
      </w:r>
      <w:r>
        <w:t>elle cligna de l</w:t>
      </w:r>
      <w:r w:rsidR="00435B4F">
        <w:t>’</w:t>
      </w:r>
      <w:r>
        <w:t>œil</w:t>
      </w:r>
      <w:r w:rsidR="00435B4F">
        <w:t>.</w:t>
      </w:r>
    </w:p>
    <w:p w14:paraId="7179B0A1" w14:textId="77777777" w:rsidR="00435B4F" w:rsidRDefault="00435B4F" w:rsidP="00256283">
      <w:r>
        <w:t>— </w:t>
      </w:r>
      <w:r w:rsidR="00256283">
        <w:t>Attention</w:t>
      </w:r>
      <w:r>
        <w:t xml:space="preserve">, </w:t>
      </w:r>
      <w:r w:rsidR="00256283">
        <w:t>murmura-t-elle</w:t>
      </w:r>
      <w:r>
        <w:t xml:space="preserve">, </w:t>
      </w:r>
      <w:r w:rsidR="00256283">
        <w:t>le gnome est décidé à t</w:t>
      </w:r>
      <w:r>
        <w:t>’</w:t>
      </w:r>
      <w:r w:rsidR="00256283">
        <w:t>arracher le secret du meurtre de Julia Wolf</w:t>
      </w:r>
      <w:r>
        <w:t>.</w:t>
      </w:r>
    </w:p>
    <w:p w14:paraId="647A02C1" w14:textId="77777777" w:rsidR="00435B4F" w:rsidRDefault="00435B4F" w:rsidP="00256283">
      <w:r>
        <w:t>— </w:t>
      </w:r>
      <w:r w:rsidR="00256283">
        <w:t>Qu</w:t>
      </w:r>
      <w:r>
        <w:t>’</w:t>
      </w:r>
      <w:r w:rsidR="00256283">
        <w:t>elle demande à Dorothy</w:t>
      </w:r>
      <w:r>
        <w:t xml:space="preserve">, </w:t>
      </w:r>
      <w:r w:rsidR="00256283">
        <w:t>dis-je</w:t>
      </w:r>
      <w:r>
        <w:t xml:space="preserve">. </w:t>
      </w:r>
      <w:r w:rsidR="00256283">
        <w:t>Elle doit venir avec Quinn</w:t>
      </w:r>
      <w:r>
        <w:t>.</w:t>
      </w:r>
    </w:p>
    <w:p w14:paraId="37C8801A" w14:textId="77777777" w:rsidR="00435B4F" w:rsidRDefault="00435B4F" w:rsidP="00256283">
      <w:r>
        <w:t>— </w:t>
      </w:r>
      <w:r w:rsidR="00256283">
        <w:t>Je sais</w:t>
      </w:r>
      <w:r>
        <w:t>.</w:t>
      </w:r>
    </w:p>
    <w:p w14:paraId="21E7450E" w14:textId="77777777" w:rsidR="00435B4F" w:rsidRDefault="00435B4F" w:rsidP="00256283">
      <w:r>
        <w:t>— </w:t>
      </w:r>
      <w:r w:rsidR="00256283">
        <w:t>Il est fou de cette enfant</w:t>
      </w:r>
      <w:r>
        <w:t xml:space="preserve">, </w:t>
      </w:r>
      <w:r w:rsidR="00256283">
        <w:t>dit Larry</w:t>
      </w:r>
      <w:r>
        <w:t xml:space="preserve">. </w:t>
      </w:r>
      <w:r w:rsidR="00256283">
        <w:t>Il m</w:t>
      </w:r>
      <w:r>
        <w:t>’</w:t>
      </w:r>
      <w:r w:rsidR="00256283">
        <w:t>a dit qu</w:t>
      </w:r>
      <w:r>
        <w:t>’</w:t>
      </w:r>
      <w:r w:rsidR="00256283">
        <w:t>il avait assez d</w:t>
      </w:r>
      <w:r>
        <w:t>’</w:t>
      </w:r>
      <w:r w:rsidR="00256283">
        <w:t>Alice</w:t>
      </w:r>
      <w:r>
        <w:t xml:space="preserve">, </w:t>
      </w:r>
      <w:r w:rsidR="00256283">
        <w:t>qu</w:t>
      </w:r>
      <w:r>
        <w:t>’</w:t>
      </w:r>
      <w:r w:rsidR="00256283">
        <w:t>il voulait divorcer et épouser Dorothy</w:t>
      </w:r>
      <w:r>
        <w:t>.</w:t>
      </w:r>
    </w:p>
    <w:p w14:paraId="4050FB3C" w14:textId="77777777" w:rsidR="00435B4F" w:rsidRDefault="00435B4F" w:rsidP="00256283">
      <w:r>
        <w:lastRenderedPageBreak/>
        <w:t>— </w:t>
      </w:r>
      <w:r w:rsidR="00256283">
        <w:t>Pauvre Alice</w:t>
      </w:r>
      <w:r>
        <w:t xml:space="preserve"> ! </w:t>
      </w:r>
      <w:r w:rsidR="00256283">
        <w:t>dit Nora d</w:t>
      </w:r>
      <w:r>
        <w:t>’</w:t>
      </w:r>
      <w:r w:rsidR="00256283">
        <w:t>un air sympathique</w:t>
      </w:r>
      <w:r>
        <w:t>. (</w:t>
      </w:r>
      <w:r w:rsidR="00256283">
        <w:t>Elle détestait Alice</w:t>
      </w:r>
      <w:r>
        <w:t>.)</w:t>
      </w:r>
    </w:p>
    <w:p w14:paraId="7DC2FBC5" w14:textId="77777777" w:rsidR="00435B4F" w:rsidRDefault="00435B4F" w:rsidP="00256283">
      <w:r>
        <w:t>— </w:t>
      </w:r>
      <w:r w:rsidR="00256283">
        <w:t>Cela dépend</w:t>
      </w:r>
      <w:r>
        <w:t xml:space="preserve">, </w:t>
      </w:r>
      <w:r w:rsidR="00256283">
        <w:t>fit Larry</w:t>
      </w:r>
      <w:r>
        <w:t>. (</w:t>
      </w:r>
      <w:r w:rsidR="00256283">
        <w:t>Alice lui plaisait</w:t>
      </w:r>
      <w:r>
        <w:t xml:space="preserve">). </w:t>
      </w:r>
      <w:r w:rsidR="00256283">
        <w:t>À propos</w:t>
      </w:r>
      <w:r>
        <w:t xml:space="preserve">, </w:t>
      </w:r>
      <w:r w:rsidR="00256283">
        <w:t>j</w:t>
      </w:r>
      <w:r>
        <w:t>’</w:t>
      </w:r>
      <w:r w:rsidR="00256283">
        <w:t>ai vu hier le type qui a épousé la mère</w:t>
      </w:r>
      <w:r>
        <w:t xml:space="preserve">, </w:t>
      </w:r>
      <w:r w:rsidR="00256283">
        <w:t>le grand jeune homme que j</w:t>
      </w:r>
      <w:r>
        <w:t>’</w:t>
      </w:r>
      <w:r w:rsidR="00256283">
        <w:t>ai rencontré chez vous</w:t>
      </w:r>
      <w:r>
        <w:t>.</w:t>
      </w:r>
    </w:p>
    <w:p w14:paraId="3C419FA4" w14:textId="77777777" w:rsidR="00435B4F" w:rsidRDefault="00435B4F" w:rsidP="00256283">
      <w:r>
        <w:t>— </w:t>
      </w:r>
      <w:r w:rsidR="00256283">
        <w:t>Jorgensen</w:t>
      </w:r>
      <w:r>
        <w:t> ?</w:t>
      </w:r>
    </w:p>
    <w:p w14:paraId="3C961FC9" w14:textId="77777777" w:rsidR="00435B4F" w:rsidRDefault="00435B4F" w:rsidP="00256283">
      <w:r>
        <w:t>— </w:t>
      </w:r>
      <w:r w:rsidR="00256283">
        <w:t>C</w:t>
      </w:r>
      <w:r>
        <w:t>’</w:t>
      </w:r>
      <w:r w:rsidR="00256283">
        <w:t>est ça</w:t>
      </w:r>
      <w:r>
        <w:t xml:space="preserve"> ! </w:t>
      </w:r>
      <w:r w:rsidR="00256283">
        <w:t>Il sortait du mont de piété de la Sixième Avenue</w:t>
      </w:r>
      <w:r>
        <w:t>.</w:t>
      </w:r>
    </w:p>
    <w:p w14:paraId="664E2740" w14:textId="77777777" w:rsidR="00435B4F" w:rsidRDefault="00435B4F" w:rsidP="00256283">
      <w:r>
        <w:t>— </w:t>
      </w:r>
      <w:r w:rsidR="00256283">
        <w:t>Vous lui avez parlé</w:t>
      </w:r>
      <w:r>
        <w:t> ?</w:t>
      </w:r>
    </w:p>
    <w:p w14:paraId="5F44BC28" w14:textId="77777777" w:rsidR="00435B4F" w:rsidRDefault="00435B4F" w:rsidP="00256283">
      <w:r>
        <w:t>— </w:t>
      </w:r>
      <w:r w:rsidR="00256283">
        <w:t>J</w:t>
      </w:r>
      <w:r>
        <w:t>’</w:t>
      </w:r>
      <w:r w:rsidR="00256283">
        <w:t>étais dans un taxi</w:t>
      </w:r>
      <w:r>
        <w:t xml:space="preserve"> ; </w:t>
      </w:r>
      <w:r w:rsidR="00256283">
        <w:t>d</w:t>
      </w:r>
      <w:r>
        <w:t>’</w:t>
      </w:r>
      <w:r w:rsidR="00256283">
        <w:t>ailleurs il n</w:t>
      </w:r>
      <w:r>
        <w:t>’</w:t>
      </w:r>
      <w:r w:rsidR="00256283">
        <w:t>est pas très convenable de prétendre avoir vu quelqu</w:t>
      </w:r>
      <w:r>
        <w:t>’</w:t>
      </w:r>
      <w:r w:rsidR="00256283">
        <w:t>un sortir d</w:t>
      </w:r>
      <w:r>
        <w:t>’</w:t>
      </w:r>
      <w:r w:rsidR="00256283">
        <w:t>un mont de piété</w:t>
      </w:r>
      <w:r>
        <w:t>.</w:t>
      </w:r>
    </w:p>
    <w:p w14:paraId="6AF338AC" w14:textId="77777777" w:rsidR="00435B4F" w:rsidRDefault="00256283" w:rsidP="00256283">
      <w:r>
        <w:t>Tip</w:t>
      </w:r>
      <w:r w:rsidR="00435B4F">
        <w:t xml:space="preserve">, </w:t>
      </w:r>
      <w:r>
        <w:t>tournant sur elle-même</w:t>
      </w:r>
      <w:r w:rsidR="00435B4F">
        <w:t xml:space="preserve">, </w:t>
      </w:r>
      <w:r>
        <w:t>faisait</w:t>
      </w:r>
      <w:r w:rsidR="00435B4F">
        <w:t xml:space="preserve"> : </w:t>
      </w:r>
      <w:r>
        <w:t>chut</w:t>
      </w:r>
      <w:r w:rsidR="00435B4F">
        <w:t xml:space="preserve"> ! </w:t>
      </w:r>
      <w:r>
        <w:t>chut</w:t>
      </w:r>
      <w:r w:rsidR="00435B4F">
        <w:t xml:space="preserve"> ! </w:t>
      </w:r>
      <w:r>
        <w:t>dans toutes les directions</w:t>
      </w:r>
      <w:r w:rsidR="00435B4F">
        <w:t xml:space="preserve"> : </w:t>
      </w:r>
      <w:r>
        <w:t xml:space="preserve">Levi </w:t>
      </w:r>
      <w:proofErr w:type="spellStart"/>
      <w:r>
        <w:t>Oscant</w:t>
      </w:r>
      <w:proofErr w:type="spellEnd"/>
      <w:r>
        <w:t xml:space="preserve"> se mettait au piano</w:t>
      </w:r>
      <w:r w:rsidR="00435B4F">
        <w:t>.</w:t>
      </w:r>
    </w:p>
    <w:p w14:paraId="0FD21F24" w14:textId="77777777" w:rsidR="00435B4F" w:rsidRDefault="00256283" w:rsidP="00256283">
      <w:r>
        <w:t>Quinn et Dorothy arrivèrent pendant qu</w:t>
      </w:r>
      <w:r w:rsidR="00435B4F">
        <w:t>’</w:t>
      </w:r>
      <w:r>
        <w:t>il jouait</w:t>
      </w:r>
      <w:r w:rsidR="00435B4F">
        <w:t xml:space="preserve"> : </w:t>
      </w:r>
      <w:r>
        <w:t>Quinn était saoul comme un lord et Dorothy pas mal éméchée</w:t>
      </w:r>
      <w:r w:rsidR="00435B4F">
        <w:t>.</w:t>
      </w:r>
    </w:p>
    <w:p w14:paraId="0B0156E9" w14:textId="77777777" w:rsidR="00435B4F" w:rsidRDefault="00256283" w:rsidP="00256283">
      <w:r>
        <w:t>Elle vint vers moi et murmura</w:t>
      </w:r>
      <w:r w:rsidR="00435B4F">
        <w:t> :</w:t>
      </w:r>
    </w:p>
    <w:p w14:paraId="4D6FF047" w14:textId="77777777" w:rsidR="00435B4F" w:rsidRDefault="00435B4F" w:rsidP="00256283">
      <w:r>
        <w:t>— </w:t>
      </w:r>
      <w:r w:rsidR="00256283">
        <w:t>Je veux partir en même temps que vous et Nora</w:t>
      </w:r>
      <w:r>
        <w:t>.</w:t>
      </w:r>
    </w:p>
    <w:p w14:paraId="5A61A025" w14:textId="77777777" w:rsidR="00435B4F" w:rsidRDefault="00435B4F" w:rsidP="00256283">
      <w:r>
        <w:t>— </w:t>
      </w:r>
      <w:r w:rsidR="00256283">
        <w:t>Alors vous ne traînerez pas ici</w:t>
      </w:r>
      <w:r>
        <w:t xml:space="preserve"> ! </w:t>
      </w:r>
      <w:r w:rsidR="00256283">
        <w:t>répondis-je</w:t>
      </w:r>
      <w:r>
        <w:t>.</w:t>
      </w:r>
    </w:p>
    <w:p w14:paraId="6E4988CD" w14:textId="77777777" w:rsidR="00435B4F" w:rsidRDefault="00435B4F" w:rsidP="00256283">
      <w:r>
        <w:t>— </w:t>
      </w:r>
      <w:r w:rsidR="00256283">
        <w:t>Chut</w:t>
      </w:r>
      <w:r>
        <w:t xml:space="preserve"> ! </w:t>
      </w:r>
      <w:r w:rsidR="00256283">
        <w:t>fit Tip</w:t>
      </w:r>
      <w:r>
        <w:t xml:space="preserve">, </w:t>
      </w:r>
      <w:r w:rsidR="00256283">
        <w:t>tournée vers moi</w:t>
      </w:r>
      <w:r>
        <w:t>.</w:t>
      </w:r>
    </w:p>
    <w:p w14:paraId="161206C1" w14:textId="77777777" w:rsidR="00435B4F" w:rsidRDefault="00256283" w:rsidP="00256283">
      <w:r>
        <w:t>Nous écoutâmes la musique</w:t>
      </w:r>
      <w:r w:rsidR="00435B4F">
        <w:t>.</w:t>
      </w:r>
    </w:p>
    <w:p w14:paraId="4C99CB57" w14:textId="77777777" w:rsidR="00435B4F" w:rsidRDefault="00256283" w:rsidP="00256283">
      <w:r>
        <w:t>Dorothy s</w:t>
      </w:r>
      <w:r w:rsidR="00435B4F">
        <w:t>’</w:t>
      </w:r>
      <w:r>
        <w:t>agitait près de moi</w:t>
      </w:r>
      <w:r w:rsidR="00435B4F">
        <w:t>.</w:t>
      </w:r>
    </w:p>
    <w:p w14:paraId="431AAF68" w14:textId="77777777" w:rsidR="00435B4F" w:rsidRDefault="00435B4F" w:rsidP="00256283">
      <w:r>
        <w:t>— </w:t>
      </w:r>
      <w:r w:rsidR="00256283">
        <w:t>Gilbert dit que vous devez revoir maman ce soir</w:t>
      </w:r>
      <w:r>
        <w:t xml:space="preserve"> ; </w:t>
      </w:r>
      <w:r w:rsidR="00256283">
        <w:t>est-ce vrai</w:t>
      </w:r>
      <w:r>
        <w:t> ?</w:t>
      </w:r>
    </w:p>
    <w:p w14:paraId="71C80AB6" w14:textId="77777777" w:rsidR="00435B4F" w:rsidRDefault="00435B4F" w:rsidP="00256283">
      <w:r>
        <w:t>— </w:t>
      </w:r>
      <w:r w:rsidR="00256283">
        <w:t>Je n</w:t>
      </w:r>
      <w:r>
        <w:t>’</w:t>
      </w:r>
      <w:r w:rsidR="00256283">
        <w:t>irai probablement pas</w:t>
      </w:r>
      <w:r>
        <w:t>.</w:t>
      </w:r>
    </w:p>
    <w:p w14:paraId="224FD178" w14:textId="77777777" w:rsidR="00435B4F" w:rsidRDefault="00256283" w:rsidP="00256283">
      <w:r>
        <w:lastRenderedPageBreak/>
        <w:t>Quinn venait vers moi en titubant</w:t>
      </w:r>
      <w:r w:rsidR="00435B4F">
        <w:t>.</w:t>
      </w:r>
    </w:p>
    <w:p w14:paraId="6B23AB0E" w14:textId="77777777" w:rsidR="00435B4F" w:rsidRDefault="00435B4F" w:rsidP="00256283">
      <w:r>
        <w:t>— </w:t>
      </w:r>
      <w:r w:rsidR="00256283">
        <w:t>Comment ça va mon vieux</w:t>
      </w:r>
      <w:r>
        <w:t xml:space="preserve"> ! </w:t>
      </w:r>
      <w:r w:rsidR="00256283">
        <w:t>hoqueta-t-il</w:t>
      </w:r>
      <w:r>
        <w:t xml:space="preserve"> ; </w:t>
      </w:r>
      <w:r w:rsidR="00256283">
        <w:t>bonsoir Nora</w:t>
      </w:r>
      <w:r>
        <w:t xml:space="preserve"> ? </w:t>
      </w:r>
      <w:r w:rsidR="00256283">
        <w:t>Vous ayez fait ma commission</w:t>
      </w:r>
      <w:r>
        <w:t> ? (</w:t>
      </w:r>
      <w:r w:rsidR="00256283">
        <w:t>Tip faisait chut</w:t>
      </w:r>
      <w:r>
        <w:t xml:space="preserve">, </w:t>
      </w:r>
      <w:r w:rsidR="00256283">
        <w:t>chut</w:t>
      </w:r>
      <w:r>
        <w:t xml:space="preserve"> ! </w:t>
      </w:r>
      <w:r w:rsidR="00256283">
        <w:t>mais Quinn n</w:t>
      </w:r>
      <w:r>
        <w:t>’</w:t>
      </w:r>
      <w:r w:rsidR="00256283">
        <w:t>y prêta pas la moindre attention et les autres invités</w:t>
      </w:r>
      <w:r>
        <w:t xml:space="preserve">, </w:t>
      </w:r>
      <w:r w:rsidR="00256283">
        <w:t>encouragés</w:t>
      </w:r>
      <w:r>
        <w:t xml:space="preserve">, </w:t>
      </w:r>
      <w:r w:rsidR="00256283">
        <w:t>se mirent à bavarder</w:t>
      </w:r>
      <w:r>
        <w:t xml:space="preserve">). </w:t>
      </w:r>
      <w:r w:rsidR="00256283">
        <w:t>Dis donc</w:t>
      </w:r>
      <w:r>
        <w:t xml:space="preserve">, </w:t>
      </w:r>
      <w:r w:rsidR="00256283">
        <w:t>vieux Charles</w:t>
      </w:r>
      <w:r>
        <w:t xml:space="preserve"> ? </w:t>
      </w:r>
      <w:r w:rsidR="00256283">
        <w:t>le Golden Trust de San Francisco</w:t>
      </w:r>
      <w:r>
        <w:t xml:space="preserve">, </w:t>
      </w:r>
      <w:r w:rsidR="00256283">
        <w:t>c</w:t>
      </w:r>
      <w:r>
        <w:t>’</w:t>
      </w:r>
      <w:r w:rsidR="00256283">
        <w:t>est bien ta banque</w:t>
      </w:r>
      <w:r>
        <w:t> ?</w:t>
      </w:r>
    </w:p>
    <w:p w14:paraId="52661658" w14:textId="77777777" w:rsidR="00435B4F" w:rsidRDefault="00435B4F" w:rsidP="00256283">
      <w:r>
        <w:t>— </w:t>
      </w:r>
      <w:r w:rsidR="00256283">
        <w:t>Oui</w:t>
      </w:r>
      <w:r>
        <w:t xml:space="preserve">, </w:t>
      </w:r>
      <w:r w:rsidR="00256283">
        <w:t>j</w:t>
      </w:r>
      <w:r>
        <w:t>’</w:t>
      </w:r>
      <w:r w:rsidR="00256283">
        <w:t>y ai un peu d</w:t>
      </w:r>
      <w:r>
        <w:t>’</w:t>
      </w:r>
      <w:r w:rsidR="00256283">
        <w:t>argent</w:t>
      </w:r>
      <w:r>
        <w:t>.</w:t>
      </w:r>
    </w:p>
    <w:p w14:paraId="31741B4A" w14:textId="77777777" w:rsidR="00435B4F" w:rsidRDefault="00435B4F" w:rsidP="00256283">
      <w:r>
        <w:t>— </w:t>
      </w:r>
      <w:r w:rsidR="00256283">
        <w:t>Méfie-toi</w:t>
      </w:r>
      <w:r>
        <w:t xml:space="preserve">, </w:t>
      </w:r>
      <w:r w:rsidR="00256283">
        <w:t>ça va sauter</w:t>
      </w:r>
      <w:r>
        <w:t> !</w:t>
      </w:r>
    </w:p>
    <w:p w14:paraId="4E47C03F" w14:textId="77777777" w:rsidR="00435B4F" w:rsidRDefault="00435B4F" w:rsidP="00256283">
      <w:r>
        <w:t>— </w:t>
      </w:r>
      <w:r w:rsidR="00256283">
        <w:t>Bon</w:t>
      </w:r>
      <w:r>
        <w:t xml:space="preserve">, </w:t>
      </w:r>
      <w:r w:rsidR="00256283">
        <w:t>mais je répète que j</w:t>
      </w:r>
      <w:r>
        <w:t>’</w:t>
      </w:r>
      <w:r w:rsidR="00256283">
        <w:t>y ai très peu d</w:t>
      </w:r>
      <w:r>
        <w:t>’</w:t>
      </w:r>
      <w:r w:rsidR="00256283">
        <w:t>argent</w:t>
      </w:r>
      <w:r>
        <w:t>.</w:t>
      </w:r>
    </w:p>
    <w:p w14:paraId="31A70CFA" w14:textId="77777777" w:rsidR="00435B4F" w:rsidRDefault="00435B4F" w:rsidP="00256283">
      <w:r>
        <w:t>— </w:t>
      </w:r>
      <w:r w:rsidR="00256283">
        <w:t>Et le reste</w:t>
      </w:r>
      <w:r>
        <w:t xml:space="preserve">, </w:t>
      </w:r>
      <w:r w:rsidR="00256283">
        <w:t>qu</w:t>
      </w:r>
      <w:r>
        <w:t>’</w:t>
      </w:r>
      <w:r w:rsidR="00256283">
        <w:t>en fais-tu</w:t>
      </w:r>
      <w:r>
        <w:t> ?</w:t>
      </w:r>
    </w:p>
    <w:p w14:paraId="70A98F5C" w14:textId="77777777" w:rsidR="00435B4F" w:rsidRDefault="00435B4F" w:rsidP="00256283">
      <w:r>
        <w:t>— </w:t>
      </w:r>
      <w:r w:rsidR="00256283">
        <w:t>Comme les Français</w:t>
      </w:r>
      <w:r>
        <w:t xml:space="preserve">, </w:t>
      </w:r>
      <w:r w:rsidR="00256283">
        <w:t>les écus dans le bas de laine</w:t>
      </w:r>
      <w:r>
        <w:t> !</w:t>
      </w:r>
    </w:p>
    <w:p w14:paraId="33EDB3A2" w14:textId="77777777" w:rsidR="00435B4F" w:rsidRDefault="00256283" w:rsidP="00256283">
      <w:r>
        <w:t>Il hocha gravement la tête</w:t>
      </w:r>
      <w:r w:rsidR="00435B4F">
        <w:t>.</w:t>
      </w:r>
    </w:p>
    <w:p w14:paraId="41112764" w14:textId="77777777" w:rsidR="00435B4F" w:rsidRDefault="00435B4F" w:rsidP="00256283">
      <w:r>
        <w:t>— </w:t>
      </w:r>
      <w:r w:rsidR="00256283">
        <w:t>Voilà</w:t>
      </w:r>
      <w:r>
        <w:t xml:space="preserve">, </w:t>
      </w:r>
      <w:r w:rsidR="00256283">
        <w:t>dit-il solennellement</w:t>
      </w:r>
      <w:r>
        <w:t xml:space="preserve">, </w:t>
      </w:r>
      <w:r w:rsidR="00256283">
        <w:t>voilà les types qui poussent le pays à la ruine</w:t>
      </w:r>
      <w:r>
        <w:t> !</w:t>
      </w:r>
    </w:p>
    <w:p w14:paraId="4A21037D" w14:textId="77777777" w:rsidR="00435B4F" w:rsidRDefault="00435B4F" w:rsidP="00256283">
      <w:r>
        <w:t>— </w:t>
      </w:r>
      <w:r w:rsidR="00256283">
        <w:t>Peut-être</w:t>
      </w:r>
      <w:r>
        <w:t xml:space="preserve">, </w:t>
      </w:r>
      <w:r w:rsidR="00256283">
        <w:t>mais ils ne font pas le saut eux-mêmes</w:t>
      </w:r>
      <w:r>
        <w:t xml:space="preserve">. </w:t>
      </w:r>
      <w:r w:rsidR="00256283">
        <w:t>Où avez-vous ramassé cette muffée</w:t>
      </w:r>
      <w:r>
        <w:t> ?</w:t>
      </w:r>
    </w:p>
    <w:p w14:paraId="6F8FBC48" w14:textId="77777777" w:rsidR="00435B4F" w:rsidRDefault="00435B4F" w:rsidP="00256283">
      <w:r>
        <w:t>— </w:t>
      </w:r>
      <w:r w:rsidR="00256283">
        <w:t>C</w:t>
      </w:r>
      <w:r>
        <w:t>’</w:t>
      </w:r>
      <w:r w:rsidR="00256283">
        <w:t>est la faute d</w:t>
      </w:r>
      <w:r>
        <w:t>’</w:t>
      </w:r>
      <w:r w:rsidR="00256283">
        <w:t>Alice</w:t>
      </w:r>
      <w:r>
        <w:t xml:space="preserve">. </w:t>
      </w:r>
      <w:r w:rsidR="00256283">
        <w:t>Elle fait la gueule depuis une semaine</w:t>
      </w:r>
      <w:r>
        <w:t xml:space="preserve"> ; </w:t>
      </w:r>
      <w:r w:rsidR="00256283">
        <w:t>si je ne buvais pas</w:t>
      </w:r>
      <w:r>
        <w:t xml:space="preserve">, </w:t>
      </w:r>
      <w:r w:rsidR="00256283">
        <w:t>je deviendrais fou</w:t>
      </w:r>
      <w:r>
        <w:t>.</w:t>
      </w:r>
    </w:p>
    <w:p w14:paraId="7837093E" w14:textId="77777777" w:rsidR="00435B4F" w:rsidRDefault="00435B4F" w:rsidP="00256283">
      <w:r>
        <w:t>— </w:t>
      </w:r>
      <w:r w:rsidR="00256283">
        <w:t>Qu</w:t>
      </w:r>
      <w:r>
        <w:t>’</w:t>
      </w:r>
      <w:r w:rsidR="00256283">
        <w:t>est-ce qu</w:t>
      </w:r>
      <w:r>
        <w:t>’</w:t>
      </w:r>
      <w:r w:rsidR="00256283">
        <w:t>elle a</w:t>
      </w:r>
      <w:r>
        <w:t> ?</w:t>
      </w:r>
    </w:p>
    <w:p w14:paraId="726A8FB9" w14:textId="77777777" w:rsidR="00435B4F" w:rsidRDefault="00435B4F" w:rsidP="00256283">
      <w:r>
        <w:t>— </w:t>
      </w:r>
      <w:r w:rsidR="00256283">
        <w:t>Elle dit que je bois trop</w:t>
      </w:r>
      <w:r>
        <w:t xml:space="preserve">. </w:t>
      </w:r>
      <w:r w:rsidR="00256283">
        <w:t>Elle pense</w:t>
      </w:r>
      <w:r>
        <w:t>…</w:t>
      </w:r>
    </w:p>
    <w:p w14:paraId="7D18A450" w14:textId="77777777" w:rsidR="00435B4F" w:rsidRDefault="00256283" w:rsidP="00256283">
      <w:r>
        <w:t>Il s</w:t>
      </w:r>
      <w:r w:rsidR="00435B4F">
        <w:t>’</w:t>
      </w:r>
      <w:r>
        <w:t>interrompit</w:t>
      </w:r>
      <w:r w:rsidR="00435B4F">
        <w:t xml:space="preserve">, </w:t>
      </w:r>
      <w:r>
        <w:t>se pencha vers moi et baissa la voix</w:t>
      </w:r>
      <w:r w:rsidR="00435B4F">
        <w:t>.</w:t>
      </w:r>
    </w:p>
    <w:p w14:paraId="356497DC" w14:textId="77777777" w:rsidR="00435B4F" w:rsidRDefault="00435B4F" w:rsidP="00256283">
      <w:r>
        <w:t>— </w:t>
      </w:r>
      <w:r w:rsidR="00256283">
        <w:t>Voici ce que je vais faire</w:t>
      </w:r>
      <w:r>
        <w:t xml:space="preserve">, </w:t>
      </w:r>
      <w:r w:rsidR="00256283">
        <w:t>reprit-il</w:t>
      </w:r>
      <w:r>
        <w:t xml:space="preserve">, </w:t>
      </w:r>
      <w:r w:rsidR="00256283">
        <w:t>je vais divorcer et épouser</w:t>
      </w:r>
      <w:r>
        <w:t>…</w:t>
      </w:r>
    </w:p>
    <w:p w14:paraId="6F22A411" w14:textId="77777777" w:rsidR="00435B4F" w:rsidRDefault="00256283" w:rsidP="00256283">
      <w:r>
        <w:lastRenderedPageBreak/>
        <w:t>Il avait tenté de passer son bras autour de la taille de Dorothy</w:t>
      </w:r>
      <w:r w:rsidR="00435B4F">
        <w:t xml:space="preserve">. </w:t>
      </w:r>
      <w:r>
        <w:t>Elle le repoussa brutalement</w:t>
      </w:r>
      <w:r w:rsidR="00435B4F">
        <w:t>.</w:t>
      </w:r>
    </w:p>
    <w:p w14:paraId="1EFD1584" w14:textId="77777777" w:rsidR="00435B4F" w:rsidRDefault="00435B4F" w:rsidP="00256283">
      <w:r>
        <w:t>— </w:t>
      </w:r>
      <w:r w:rsidR="00256283">
        <w:t>Que vous êtes bête et insupportable</w:t>
      </w:r>
      <w:r>
        <w:t xml:space="preserve"> ! </w:t>
      </w:r>
      <w:r w:rsidR="00256283">
        <w:t>s</w:t>
      </w:r>
      <w:r>
        <w:t>’</w:t>
      </w:r>
      <w:r w:rsidR="00256283">
        <w:t>écria-t-elle</w:t>
      </w:r>
      <w:r>
        <w:t xml:space="preserve">. </w:t>
      </w:r>
      <w:r w:rsidR="00256283">
        <w:t>Laissez-moi la paix</w:t>
      </w:r>
      <w:r>
        <w:t>.</w:t>
      </w:r>
    </w:p>
    <w:p w14:paraId="6E2F2DCF" w14:textId="77777777" w:rsidR="00435B4F" w:rsidRDefault="00435B4F" w:rsidP="00256283">
      <w:r>
        <w:t>— </w:t>
      </w:r>
      <w:r w:rsidR="00256283">
        <w:t>Elle dit que je suis bête et insupportable</w:t>
      </w:r>
      <w:r>
        <w:t xml:space="preserve"> ! </w:t>
      </w:r>
      <w:r w:rsidR="00256283">
        <w:t>répéta-t-il</w:t>
      </w:r>
      <w:r>
        <w:t xml:space="preserve">. </w:t>
      </w:r>
      <w:r w:rsidR="00256283">
        <w:t>Savez-vous pourquoi elle ne veut pas m</w:t>
      </w:r>
      <w:r>
        <w:t>’</w:t>
      </w:r>
      <w:r w:rsidR="00256283">
        <w:t>épouser</w:t>
      </w:r>
      <w:r>
        <w:t xml:space="preserve"> ? </w:t>
      </w:r>
      <w:r w:rsidR="00256283">
        <w:t>C</w:t>
      </w:r>
      <w:r>
        <w:t>’</w:t>
      </w:r>
      <w:r w:rsidR="00256283">
        <w:t>est parce qu</w:t>
      </w:r>
      <w:r>
        <w:t>’</w:t>
      </w:r>
      <w:r w:rsidR="00256283">
        <w:t>elle est en</w:t>
      </w:r>
      <w:r>
        <w:t>…</w:t>
      </w:r>
    </w:p>
    <w:p w14:paraId="22FD5BA2" w14:textId="77777777" w:rsidR="00435B4F" w:rsidRDefault="00435B4F" w:rsidP="00256283">
      <w:r>
        <w:t>— </w:t>
      </w:r>
      <w:r w:rsidR="00256283">
        <w:t>Assez</w:t>
      </w:r>
      <w:r>
        <w:t xml:space="preserve"> ! </w:t>
      </w:r>
      <w:r w:rsidR="00256283">
        <w:t>cria Dorothy</w:t>
      </w:r>
      <w:r>
        <w:t>.</w:t>
      </w:r>
    </w:p>
    <w:p w14:paraId="6CB10C06" w14:textId="77777777" w:rsidR="00435B4F" w:rsidRDefault="00256283" w:rsidP="00256283">
      <w:r>
        <w:t>Elle se précipita sur lui</w:t>
      </w:r>
      <w:r w:rsidR="00435B4F">
        <w:t xml:space="preserve">, </w:t>
      </w:r>
      <w:r>
        <w:t>le frappant au visage de ses deux poings fermés</w:t>
      </w:r>
      <w:r w:rsidR="00435B4F">
        <w:t xml:space="preserve">. </w:t>
      </w:r>
      <w:r>
        <w:t>Elle était devenue très rouge et sa voix était perçante</w:t>
      </w:r>
      <w:r w:rsidR="00435B4F">
        <w:t>.</w:t>
      </w:r>
    </w:p>
    <w:p w14:paraId="5F272888" w14:textId="77777777" w:rsidR="00435B4F" w:rsidRDefault="00435B4F" w:rsidP="00256283">
      <w:r>
        <w:t>— </w:t>
      </w:r>
      <w:r w:rsidR="00256283">
        <w:t>Si vous répétez ça</w:t>
      </w:r>
      <w:r>
        <w:t xml:space="preserve"> ! </w:t>
      </w:r>
      <w:r w:rsidR="00256283">
        <w:t>je vous tue</w:t>
      </w:r>
      <w:r>
        <w:t xml:space="preserve"> ! </w:t>
      </w:r>
      <w:r w:rsidR="00256283">
        <w:t>cria-t-elle</w:t>
      </w:r>
      <w:r>
        <w:t>.</w:t>
      </w:r>
    </w:p>
    <w:p w14:paraId="7C4AC80A" w14:textId="77777777" w:rsidR="00435B4F" w:rsidRDefault="00256283" w:rsidP="00256283">
      <w:r>
        <w:t>Je tirai la jeune fille en arrière et Larry prit aux épaules Quinn</w:t>
      </w:r>
      <w:r w:rsidR="00435B4F">
        <w:t xml:space="preserve">, </w:t>
      </w:r>
      <w:r>
        <w:t>près de s</w:t>
      </w:r>
      <w:r w:rsidR="00435B4F">
        <w:t>’</w:t>
      </w:r>
      <w:r>
        <w:t>écrouler</w:t>
      </w:r>
      <w:r w:rsidR="00435B4F">
        <w:t>.</w:t>
      </w:r>
    </w:p>
    <w:p w14:paraId="5BE91148" w14:textId="77777777" w:rsidR="00435B4F" w:rsidRDefault="00435B4F" w:rsidP="00256283">
      <w:r>
        <w:t>— </w:t>
      </w:r>
      <w:r w:rsidR="00256283">
        <w:t>Elle m</w:t>
      </w:r>
      <w:r>
        <w:t>’</w:t>
      </w:r>
      <w:r w:rsidR="00256283">
        <w:t>a frappé</w:t>
      </w:r>
      <w:r>
        <w:t xml:space="preserve">, </w:t>
      </w:r>
      <w:r w:rsidR="00256283">
        <w:t>Nick</w:t>
      </w:r>
      <w:r>
        <w:t xml:space="preserve">, </w:t>
      </w:r>
      <w:r w:rsidR="00256283">
        <w:t>murmura l</w:t>
      </w:r>
      <w:r>
        <w:t>’</w:t>
      </w:r>
      <w:r w:rsidR="00256283">
        <w:t>ivrogne</w:t>
      </w:r>
      <w:r>
        <w:t>.</w:t>
      </w:r>
    </w:p>
    <w:p w14:paraId="1748D57E" w14:textId="77777777" w:rsidR="00435B4F" w:rsidRDefault="00256283" w:rsidP="00256283">
      <w:r>
        <w:t>Des larmes coulaient sur ses joues</w:t>
      </w:r>
      <w:r w:rsidR="00435B4F">
        <w:t>.</w:t>
      </w:r>
    </w:p>
    <w:p w14:paraId="6033108C" w14:textId="77777777" w:rsidR="00435B4F" w:rsidRDefault="00256283" w:rsidP="00256283">
      <w:r>
        <w:t>Les invités se rassemblaient autour de nous</w:t>
      </w:r>
      <w:r w:rsidR="00435B4F">
        <w:t xml:space="preserve">. </w:t>
      </w:r>
      <w:r>
        <w:t>Tip vint en courant</w:t>
      </w:r>
      <w:r w:rsidR="00435B4F">
        <w:t xml:space="preserve">, </w:t>
      </w:r>
      <w:r>
        <w:t>les yeux brillants de curiosité</w:t>
      </w:r>
      <w:r w:rsidR="00435B4F">
        <w:t>.</w:t>
      </w:r>
    </w:p>
    <w:p w14:paraId="220EB988" w14:textId="77777777" w:rsidR="00435B4F" w:rsidRDefault="00435B4F" w:rsidP="00256283">
      <w:r>
        <w:t>— </w:t>
      </w:r>
      <w:r w:rsidR="00256283">
        <w:t>Qu</w:t>
      </w:r>
      <w:r>
        <w:t>’</w:t>
      </w:r>
      <w:r w:rsidR="00256283">
        <w:t>est-ce qu</w:t>
      </w:r>
      <w:r>
        <w:t>’</w:t>
      </w:r>
      <w:r w:rsidR="00256283">
        <w:t>il y a</w:t>
      </w:r>
      <w:r>
        <w:t xml:space="preserve">, </w:t>
      </w:r>
      <w:r w:rsidR="00256283">
        <w:t>Nick</w:t>
      </w:r>
      <w:r>
        <w:t> ?</w:t>
      </w:r>
    </w:p>
    <w:p w14:paraId="29F054C0" w14:textId="77777777" w:rsidR="00435B4F" w:rsidRDefault="00435B4F" w:rsidP="00256283">
      <w:r>
        <w:t>— </w:t>
      </w:r>
      <w:r w:rsidR="00256283">
        <w:t>Rien</w:t>
      </w:r>
      <w:r>
        <w:t xml:space="preserve"> ; </w:t>
      </w:r>
      <w:r w:rsidR="00256283">
        <w:t>ils sont saouls</w:t>
      </w:r>
      <w:r>
        <w:t xml:space="preserve">. </w:t>
      </w:r>
      <w:r w:rsidR="00256283">
        <w:t>Je vais les ramener chez eux</w:t>
      </w:r>
      <w:r>
        <w:t>.</w:t>
      </w:r>
    </w:p>
    <w:p w14:paraId="03F00206" w14:textId="77777777" w:rsidR="00435B4F" w:rsidRDefault="00256283" w:rsidP="00256283">
      <w:r>
        <w:t>Tip protesta</w:t>
      </w:r>
      <w:r w:rsidR="00435B4F">
        <w:t xml:space="preserve"> : </w:t>
      </w:r>
      <w:r>
        <w:t>elle voulait les garder</w:t>
      </w:r>
      <w:r w:rsidR="00435B4F">
        <w:t xml:space="preserve">, </w:t>
      </w:r>
      <w:r>
        <w:t>au moins assez longtemps pour découvrir le motif de la querelle</w:t>
      </w:r>
      <w:r w:rsidR="00435B4F">
        <w:t xml:space="preserve">, </w:t>
      </w:r>
      <w:r>
        <w:t>mais je tins bon</w:t>
      </w:r>
      <w:r w:rsidR="00435B4F">
        <w:t>.</w:t>
      </w:r>
    </w:p>
    <w:p w14:paraId="298A6378" w14:textId="77777777" w:rsidR="00435B4F" w:rsidRDefault="00256283" w:rsidP="00256283">
      <w:r>
        <w:t>Dans le taxi</w:t>
      </w:r>
      <w:r w:rsidR="00435B4F">
        <w:t xml:space="preserve">, </w:t>
      </w:r>
      <w:r>
        <w:t>Quinn</w:t>
      </w:r>
      <w:r w:rsidR="00435B4F">
        <w:t xml:space="preserve">, </w:t>
      </w:r>
      <w:r>
        <w:t>écroulé dans un coin</w:t>
      </w:r>
      <w:r w:rsidR="00435B4F">
        <w:t xml:space="preserve">, </w:t>
      </w:r>
      <w:r>
        <w:t>s</w:t>
      </w:r>
      <w:r w:rsidR="00435B4F">
        <w:t>’</w:t>
      </w:r>
      <w:r>
        <w:t>endormit tout de suite</w:t>
      </w:r>
      <w:r w:rsidR="00435B4F">
        <w:t xml:space="preserve">. </w:t>
      </w:r>
      <w:r>
        <w:t>Dans l</w:t>
      </w:r>
      <w:r w:rsidR="00435B4F">
        <w:t>’</w:t>
      </w:r>
      <w:r>
        <w:t>autre</w:t>
      </w:r>
      <w:r w:rsidR="00435B4F">
        <w:t xml:space="preserve">, </w:t>
      </w:r>
      <w:r>
        <w:t>Dorothy demeurait raide et silencieuse</w:t>
      </w:r>
      <w:r w:rsidR="00435B4F">
        <w:t xml:space="preserve">. </w:t>
      </w:r>
      <w:r>
        <w:t>Entre les deux</w:t>
      </w:r>
      <w:r w:rsidR="00435B4F">
        <w:t xml:space="preserve">, </w:t>
      </w:r>
      <w:r>
        <w:t>Nora</w:t>
      </w:r>
      <w:r w:rsidR="00435B4F">
        <w:t xml:space="preserve">. </w:t>
      </w:r>
      <w:r>
        <w:t>Je leur faisais face</w:t>
      </w:r>
      <w:r w:rsidR="00435B4F">
        <w:t xml:space="preserve">, </w:t>
      </w:r>
      <w:r>
        <w:t xml:space="preserve">assis sur un </w:t>
      </w:r>
      <w:r>
        <w:lastRenderedPageBreak/>
        <w:t>strapontin</w:t>
      </w:r>
      <w:r w:rsidR="00435B4F">
        <w:t xml:space="preserve">, </w:t>
      </w:r>
      <w:r>
        <w:t>songeant que nous avions</w:t>
      </w:r>
      <w:r w:rsidR="00435B4F">
        <w:t xml:space="preserve">, </w:t>
      </w:r>
      <w:r>
        <w:t>Dieu merci</w:t>
      </w:r>
      <w:r w:rsidR="00435B4F">
        <w:t xml:space="preserve">, </w:t>
      </w:r>
      <w:r>
        <w:t>évité un long séjour chez les Edge</w:t>
      </w:r>
      <w:r w:rsidR="00435B4F">
        <w:t>.</w:t>
      </w:r>
    </w:p>
    <w:p w14:paraId="3D16AA6A" w14:textId="77777777" w:rsidR="00435B4F" w:rsidRDefault="00256283" w:rsidP="00256283">
      <w:r>
        <w:t>Nora et Dorothy restèrent dans la voiture tandis que j</w:t>
      </w:r>
      <w:r w:rsidR="00435B4F">
        <w:t>’</w:t>
      </w:r>
      <w:r>
        <w:t>accompagnais Quinn chez lui</w:t>
      </w:r>
      <w:r w:rsidR="00435B4F">
        <w:t xml:space="preserve">. </w:t>
      </w:r>
      <w:r>
        <w:t>Cet animal était lourd et incapable de faire un pas tout seul</w:t>
      </w:r>
      <w:r w:rsidR="00435B4F">
        <w:t>.</w:t>
      </w:r>
    </w:p>
    <w:p w14:paraId="29948AB6" w14:textId="77777777" w:rsidR="00435B4F" w:rsidRDefault="00256283" w:rsidP="00256283">
      <w:r>
        <w:t>Alice ouvrit la porte</w:t>
      </w:r>
      <w:r w:rsidR="00435B4F">
        <w:t xml:space="preserve">. </w:t>
      </w:r>
      <w:r>
        <w:t>Elle portait un pyjama vert et tenait à la main une brosse à cheveux</w:t>
      </w:r>
      <w:r w:rsidR="00435B4F">
        <w:t xml:space="preserve">. </w:t>
      </w:r>
      <w:r>
        <w:t>Elle regarda Quinn d</w:t>
      </w:r>
      <w:r w:rsidR="00435B4F">
        <w:t>’</w:t>
      </w:r>
      <w:r>
        <w:t>un air résigné et parla avec une sorte de lassitude</w:t>
      </w:r>
      <w:r w:rsidR="00435B4F">
        <w:t>.</w:t>
      </w:r>
    </w:p>
    <w:p w14:paraId="429A38AA" w14:textId="77777777" w:rsidR="00435B4F" w:rsidRDefault="00435B4F" w:rsidP="00256283">
      <w:r>
        <w:t>— </w:t>
      </w:r>
      <w:r w:rsidR="00256283">
        <w:t>Amenez votre colis</w:t>
      </w:r>
      <w:r>
        <w:t xml:space="preserve">, </w:t>
      </w:r>
      <w:r w:rsidR="00256283">
        <w:t>dit-elle</w:t>
      </w:r>
      <w:r>
        <w:t>.</w:t>
      </w:r>
    </w:p>
    <w:p w14:paraId="317CB5B7" w14:textId="77777777" w:rsidR="00435B4F" w:rsidRDefault="00256283" w:rsidP="00256283">
      <w:r>
        <w:t>J</w:t>
      </w:r>
      <w:r w:rsidR="00435B4F">
        <w:t>’</w:t>
      </w:r>
      <w:r>
        <w:t>étendis Harrison sur le lit</w:t>
      </w:r>
      <w:r w:rsidR="00435B4F">
        <w:t xml:space="preserve">. </w:t>
      </w:r>
      <w:r>
        <w:t>Il murmura quelques mots incompréhensibles</w:t>
      </w:r>
      <w:r w:rsidR="00435B4F">
        <w:t xml:space="preserve">, </w:t>
      </w:r>
      <w:r>
        <w:t>sans ouvrir les yeux</w:t>
      </w:r>
      <w:r w:rsidR="00435B4F">
        <w:t>.</w:t>
      </w:r>
    </w:p>
    <w:p w14:paraId="1853ECCC" w14:textId="77777777" w:rsidR="00435B4F" w:rsidRDefault="00435B4F" w:rsidP="00256283">
      <w:r>
        <w:t>— </w:t>
      </w:r>
      <w:r w:rsidR="00256283">
        <w:t>Je le déshabillerai</w:t>
      </w:r>
      <w:r>
        <w:t xml:space="preserve">, </w:t>
      </w:r>
      <w:r w:rsidR="00256283">
        <w:t>dis-je</w:t>
      </w:r>
      <w:r>
        <w:t xml:space="preserve">, </w:t>
      </w:r>
      <w:r w:rsidR="00256283">
        <w:t>dénouant sa cravate</w:t>
      </w:r>
      <w:r>
        <w:t>.</w:t>
      </w:r>
    </w:p>
    <w:p w14:paraId="66B0143D" w14:textId="77777777" w:rsidR="00435B4F" w:rsidRDefault="00256283" w:rsidP="00256283">
      <w:r>
        <w:t>Alice était appuyée contre le pied du lit</w:t>
      </w:r>
      <w:r w:rsidR="00435B4F">
        <w:t>.</w:t>
      </w:r>
    </w:p>
    <w:p w14:paraId="0C0568F7" w14:textId="77777777" w:rsidR="00435B4F" w:rsidRDefault="00435B4F" w:rsidP="00256283">
      <w:r>
        <w:t>— </w:t>
      </w:r>
      <w:r w:rsidR="00256283">
        <w:t>Si vous voulez</w:t>
      </w:r>
      <w:r>
        <w:t xml:space="preserve">, </w:t>
      </w:r>
      <w:r w:rsidR="00256283">
        <w:t>dit-elle</w:t>
      </w:r>
      <w:r>
        <w:t xml:space="preserve"> ; </w:t>
      </w:r>
      <w:r w:rsidR="00256283">
        <w:t>il y a longtemps que j</w:t>
      </w:r>
      <w:r>
        <w:t>’</w:t>
      </w:r>
      <w:r w:rsidR="00256283">
        <w:t>y ai renoncé</w:t>
      </w:r>
      <w:r>
        <w:t>.</w:t>
      </w:r>
    </w:p>
    <w:p w14:paraId="4698886C" w14:textId="77777777" w:rsidR="00435B4F" w:rsidRDefault="00256283" w:rsidP="00256283">
      <w:r>
        <w:t>J</w:t>
      </w:r>
      <w:r w:rsidR="00435B4F">
        <w:t>’</w:t>
      </w:r>
      <w:r>
        <w:t>enlevai le veston</w:t>
      </w:r>
      <w:r w:rsidR="00435B4F">
        <w:t xml:space="preserve">, </w:t>
      </w:r>
      <w:r>
        <w:t>le gilet</w:t>
      </w:r>
      <w:r w:rsidR="00435B4F">
        <w:t xml:space="preserve">, </w:t>
      </w:r>
      <w:r>
        <w:t>la chemise</w:t>
      </w:r>
      <w:r w:rsidR="00435B4F">
        <w:t>.</w:t>
      </w:r>
    </w:p>
    <w:p w14:paraId="64B67604" w14:textId="77777777" w:rsidR="00435B4F" w:rsidRDefault="00435B4F" w:rsidP="00256283">
      <w:r>
        <w:t>— </w:t>
      </w:r>
      <w:r w:rsidR="00256283">
        <w:t>Où l</w:t>
      </w:r>
      <w:r>
        <w:t>’</w:t>
      </w:r>
      <w:r w:rsidR="00256283">
        <w:t>avez-vous trouvé</w:t>
      </w:r>
      <w:r>
        <w:t xml:space="preserve"> ? </w:t>
      </w:r>
      <w:r w:rsidR="00256283">
        <w:t>demanda-t-elle</w:t>
      </w:r>
      <w:r>
        <w:t xml:space="preserve">, </w:t>
      </w:r>
      <w:r w:rsidR="00256283">
        <w:t>brossant ses cheveux</w:t>
      </w:r>
      <w:r>
        <w:t>.</w:t>
      </w:r>
    </w:p>
    <w:p w14:paraId="46DA6F0A" w14:textId="77777777" w:rsidR="00435B4F" w:rsidRDefault="00435B4F" w:rsidP="00256283">
      <w:r>
        <w:t>— </w:t>
      </w:r>
      <w:r w:rsidR="00256283">
        <w:t>Chez les Edge</w:t>
      </w:r>
      <w:r>
        <w:t xml:space="preserve">, </w:t>
      </w:r>
      <w:r w:rsidR="00256283">
        <w:t>répondis-je</w:t>
      </w:r>
      <w:r>
        <w:t xml:space="preserve">, </w:t>
      </w:r>
      <w:r w:rsidR="00256283">
        <w:t>tirant le pantalon</w:t>
      </w:r>
      <w:r>
        <w:t>.</w:t>
      </w:r>
    </w:p>
    <w:p w14:paraId="44E2A893" w14:textId="77777777" w:rsidR="00435B4F" w:rsidRDefault="00435B4F" w:rsidP="00256283">
      <w:r>
        <w:t>— </w:t>
      </w:r>
      <w:r w:rsidR="00256283">
        <w:t xml:space="preserve">Avec cette petite putain de </w:t>
      </w:r>
      <w:proofErr w:type="spellStart"/>
      <w:r w:rsidR="00256283">
        <w:t>Wynant</w:t>
      </w:r>
      <w:proofErr w:type="spellEnd"/>
      <w:r>
        <w:t xml:space="preserve"> ? </w:t>
      </w:r>
      <w:r w:rsidR="00256283">
        <w:t>demanda-t-elle de la même voix lasse et indifférente</w:t>
      </w:r>
      <w:r>
        <w:t>.</w:t>
      </w:r>
    </w:p>
    <w:p w14:paraId="4669F65B" w14:textId="77777777" w:rsidR="00435B4F" w:rsidRDefault="00435B4F" w:rsidP="00256283">
      <w:r>
        <w:t>— </w:t>
      </w:r>
      <w:r w:rsidR="00256283">
        <w:t>Il y avait beaucoup de monde</w:t>
      </w:r>
      <w:r>
        <w:t>.</w:t>
      </w:r>
    </w:p>
    <w:p w14:paraId="6A1CCA90" w14:textId="77777777" w:rsidR="00435B4F" w:rsidRDefault="00435B4F" w:rsidP="00256283">
      <w:r>
        <w:t>— </w:t>
      </w:r>
      <w:r w:rsidR="00256283">
        <w:t>Oui</w:t>
      </w:r>
      <w:r>
        <w:t xml:space="preserve">, </w:t>
      </w:r>
      <w:r w:rsidR="00256283">
        <w:t>dit-elle</w:t>
      </w:r>
      <w:r>
        <w:t xml:space="preserve">, </w:t>
      </w:r>
      <w:r w:rsidR="00256283">
        <w:t>il ne choisit pas les endroits discrets</w:t>
      </w:r>
      <w:r>
        <w:t>.</w:t>
      </w:r>
    </w:p>
    <w:p w14:paraId="6D93D76B" w14:textId="77777777" w:rsidR="00435B4F" w:rsidRDefault="00256283" w:rsidP="00256283">
      <w:r>
        <w:t>Quinn bougea et bégaya</w:t>
      </w:r>
      <w:r w:rsidR="00435B4F">
        <w:t> :</w:t>
      </w:r>
    </w:p>
    <w:p w14:paraId="5BBC0D4B" w14:textId="77777777" w:rsidR="00435B4F" w:rsidRDefault="00435B4F" w:rsidP="00256283">
      <w:r>
        <w:t>— </w:t>
      </w:r>
      <w:proofErr w:type="spellStart"/>
      <w:r w:rsidR="00256283">
        <w:t>Dorry</w:t>
      </w:r>
      <w:proofErr w:type="spellEnd"/>
      <w:r>
        <w:t> !</w:t>
      </w:r>
    </w:p>
    <w:p w14:paraId="5856E5F7" w14:textId="77777777" w:rsidR="00435B4F" w:rsidRDefault="00256283" w:rsidP="00256283">
      <w:r>
        <w:lastRenderedPageBreak/>
        <w:t>Je lui ôtai ses chaussettes</w:t>
      </w:r>
      <w:r w:rsidR="00435B4F">
        <w:t>.</w:t>
      </w:r>
    </w:p>
    <w:p w14:paraId="18C107E7" w14:textId="77777777" w:rsidR="00435B4F" w:rsidRDefault="00256283" w:rsidP="00256283">
      <w:r>
        <w:t>Alice soupira et me regarda pousser son mari</w:t>
      </w:r>
      <w:r w:rsidR="00435B4F">
        <w:t xml:space="preserve">, </w:t>
      </w:r>
      <w:r>
        <w:t>entièrement nu</w:t>
      </w:r>
      <w:r w:rsidR="00435B4F">
        <w:t xml:space="preserve">, </w:t>
      </w:r>
      <w:r>
        <w:t>sous les couvertures</w:t>
      </w:r>
      <w:r w:rsidR="00435B4F">
        <w:t>.</w:t>
      </w:r>
    </w:p>
    <w:p w14:paraId="4058F439" w14:textId="77777777" w:rsidR="00435B4F" w:rsidRDefault="00435B4F" w:rsidP="00256283">
      <w:r>
        <w:t>— </w:t>
      </w:r>
      <w:r w:rsidR="00256283">
        <w:t>Je vais vous donner quelque chose à boire</w:t>
      </w:r>
      <w:r>
        <w:t xml:space="preserve"> ! </w:t>
      </w:r>
      <w:r w:rsidR="00256283">
        <w:t>dit-elle</w:t>
      </w:r>
      <w:r>
        <w:t>.</w:t>
      </w:r>
    </w:p>
    <w:p w14:paraId="2F9DF73D" w14:textId="77777777" w:rsidR="00435B4F" w:rsidRDefault="00435B4F" w:rsidP="00256283">
      <w:r>
        <w:t>— </w:t>
      </w:r>
      <w:r w:rsidR="00256283">
        <w:t>Faites vite</w:t>
      </w:r>
      <w:r>
        <w:t xml:space="preserve">, </w:t>
      </w:r>
      <w:r w:rsidR="00256283">
        <w:t>Nora m</w:t>
      </w:r>
      <w:r>
        <w:t>’</w:t>
      </w:r>
      <w:r w:rsidR="00256283">
        <w:t>attend dans le taxi</w:t>
      </w:r>
      <w:r>
        <w:t>.</w:t>
      </w:r>
    </w:p>
    <w:p w14:paraId="5A22B267" w14:textId="77777777" w:rsidR="00435B4F" w:rsidRDefault="00256283" w:rsidP="00256283">
      <w:r>
        <w:t>Alice ouvrit la bouche comme si elle allait parler</w:t>
      </w:r>
      <w:r w:rsidR="00435B4F">
        <w:t xml:space="preserve">, </w:t>
      </w:r>
      <w:r>
        <w:t>puis la referma et dit enfin</w:t>
      </w:r>
      <w:r w:rsidR="00435B4F">
        <w:t> :</w:t>
      </w:r>
    </w:p>
    <w:p w14:paraId="0023120F" w14:textId="77777777" w:rsidR="00435B4F" w:rsidRDefault="00435B4F" w:rsidP="00256283">
      <w:r>
        <w:t>— </w:t>
      </w:r>
      <w:r w:rsidR="00256283">
        <w:t>Bon</w:t>
      </w:r>
      <w:r>
        <w:t> !</w:t>
      </w:r>
    </w:p>
    <w:p w14:paraId="5C78677E" w14:textId="77777777" w:rsidR="00435B4F" w:rsidRDefault="00256283" w:rsidP="00256283">
      <w:r>
        <w:t>Je la suivis dans la cuisine</w:t>
      </w:r>
      <w:r w:rsidR="00435B4F">
        <w:t>.</w:t>
      </w:r>
    </w:p>
    <w:p w14:paraId="122746C3" w14:textId="77777777" w:rsidR="00435B4F" w:rsidRDefault="00435B4F" w:rsidP="00256283">
      <w:r>
        <w:t>— </w:t>
      </w:r>
      <w:r w:rsidR="00256283">
        <w:t>Vous allez dire que cela ne me regarde pas</w:t>
      </w:r>
      <w:r>
        <w:t xml:space="preserve">, </w:t>
      </w:r>
      <w:r w:rsidR="00256283">
        <w:t>Nick</w:t>
      </w:r>
      <w:r>
        <w:t xml:space="preserve">, </w:t>
      </w:r>
      <w:r w:rsidR="00256283">
        <w:t>dit-elle</w:t>
      </w:r>
      <w:r>
        <w:t xml:space="preserve">, </w:t>
      </w:r>
      <w:r w:rsidR="00256283">
        <w:t>mais qu</w:t>
      </w:r>
      <w:r>
        <w:t>’</w:t>
      </w:r>
      <w:r w:rsidR="00256283">
        <w:t>est-ce que les gens pensent de moi</w:t>
      </w:r>
      <w:r>
        <w:t> ?</w:t>
      </w:r>
    </w:p>
    <w:p w14:paraId="07D25D9E" w14:textId="77777777" w:rsidR="00435B4F" w:rsidRDefault="00435B4F" w:rsidP="00256283">
      <w:r>
        <w:t>— </w:t>
      </w:r>
      <w:r w:rsidR="00256283">
        <w:t>Ce qu</w:t>
      </w:r>
      <w:r>
        <w:t>’</w:t>
      </w:r>
      <w:r w:rsidR="00256283">
        <w:t>ils pensent de tout le monde</w:t>
      </w:r>
      <w:r>
        <w:t xml:space="preserve">, </w:t>
      </w:r>
      <w:r w:rsidR="00256283">
        <w:t>Alice</w:t>
      </w:r>
      <w:r>
        <w:t xml:space="preserve"> : </w:t>
      </w:r>
      <w:r w:rsidR="00256283">
        <w:t>il y en a qui vous aiment</w:t>
      </w:r>
      <w:r>
        <w:t xml:space="preserve">, </w:t>
      </w:r>
      <w:r w:rsidR="00256283">
        <w:t>d</w:t>
      </w:r>
      <w:r>
        <w:t>’</w:t>
      </w:r>
      <w:r w:rsidR="00256283">
        <w:t>autres qui vous détestent et pour le reste vous êtes une indifférente</w:t>
      </w:r>
      <w:r>
        <w:t>.</w:t>
      </w:r>
    </w:p>
    <w:p w14:paraId="2C5E2169" w14:textId="77777777" w:rsidR="00435B4F" w:rsidRDefault="00435B4F" w:rsidP="00256283">
      <w:r>
        <w:t>— </w:t>
      </w:r>
      <w:r w:rsidR="00256283">
        <w:t>Ce n</w:t>
      </w:r>
      <w:r>
        <w:t>’</w:t>
      </w:r>
      <w:r w:rsidR="00256283">
        <w:t>est pas cela que je veux dire</w:t>
      </w:r>
      <w:r>
        <w:t xml:space="preserve">, </w:t>
      </w:r>
      <w:r w:rsidR="00256283">
        <w:t>murmura-t-elle</w:t>
      </w:r>
      <w:r>
        <w:t xml:space="preserve">, </w:t>
      </w:r>
      <w:r w:rsidR="00256283">
        <w:t>les sourcils froncés</w:t>
      </w:r>
      <w:r>
        <w:t xml:space="preserve"> : </w:t>
      </w:r>
      <w:r w:rsidR="00256283">
        <w:t>que pensent les gens en voyant que je reste avec Harrison tandis qu</w:t>
      </w:r>
      <w:r>
        <w:t>’</w:t>
      </w:r>
      <w:r w:rsidR="00256283">
        <w:t>il court après toutes les femmes</w:t>
      </w:r>
      <w:r>
        <w:t> ?</w:t>
      </w:r>
    </w:p>
    <w:p w14:paraId="323476A9" w14:textId="77777777" w:rsidR="00435B4F" w:rsidRDefault="00435B4F" w:rsidP="00256283">
      <w:r>
        <w:t>— </w:t>
      </w:r>
      <w:r w:rsidR="00256283">
        <w:t>Je n</w:t>
      </w:r>
      <w:r>
        <w:t>’</w:t>
      </w:r>
      <w:r w:rsidR="00256283">
        <w:t>en sais rien</w:t>
      </w:r>
      <w:r>
        <w:t xml:space="preserve">, </w:t>
      </w:r>
      <w:r w:rsidR="00256283">
        <w:t>Alice</w:t>
      </w:r>
      <w:r>
        <w:t xml:space="preserve">, </w:t>
      </w:r>
      <w:r w:rsidR="00256283">
        <w:t xml:space="preserve">ce que vous </w:t>
      </w:r>
      <w:proofErr w:type="spellStart"/>
      <w:r w:rsidR="00256283">
        <w:t>faites vous</w:t>
      </w:r>
      <w:proofErr w:type="spellEnd"/>
      <w:r w:rsidR="00256283">
        <w:t xml:space="preserve"> regarde</w:t>
      </w:r>
      <w:r>
        <w:t>.</w:t>
      </w:r>
    </w:p>
    <w:p w14:paraId="21B9101B" w14:textId="77777777" w:rsidR="00435B4F" w:rsidRDefault="00435B4F" w:rsidP="00256283">
      <w:r>
        <w:t>— </w:t>
      </w:r>
      <w:r w:rsidR="00256283">
        <w:t>Vous</w:t>
      </w:r>
      <w:r>
        <w:t xml:space="preserve">, </w:t>
      </w:r>
      <w:r w:rsidR="00256283">
        <w:t>dit-elle</w:t>
      </w:r>
      <w:r>
        <w:t xml:space="preserve">, </w:t>
      </w:r>
      <w:r w:rsidR="00256283">
        <w:t>vous ne vous compromettez jamais</w:t>
      </w:r>
      <w:r>
        <w:t> !</w:t>
      </w:r>
    </w:p>
    <w:p w14:paraId="53ABA610" w14:textId="77777777" w:rsidR="00435B4F" w:rsidRDefault="00256283" w:rsidP="00256283">
      <w:r>
        <w:t>Elle eut un sourire amer</w:t>
      </w:r>
      <w:r w:rsidR="00435B4F">
        <w:t>.</w:t>
      </w:r>
    </w:p>
    <w:p w14:paraId="7B0E8DDF" w14:textId="77777777" w:rsidR="00435B4F" w:rsidRDefault="00435B4F" w:rsidP="00256283">
      <w:r>
        <w:t>— </w:t>
      </w:r>
      <w:r w:rsidR="00256283">
        <w:t>Je reste avec lui</w:t>
      </w:r>
      <w:r>
        <w:t xml:space="preserve">, </w:t>
      </w:r>
      <w:r w:rsidR="00256283">
        <w:t>reprit-elle</w:t>
      </w:r>
      <w:r>
        <w:t xml:space="preserve">, </w:t>
      </w:r>
      <w:r w:rsidR="00256283">
        <w:t>à cause de sa fortune</w:t>
      </w:r>
      <w:r>
        <w:t xml:space="preserve"> ; </w:t>
      </w:r>
      <w:r w:rsidR="00256283">
        <w:t>je ne puis m</w:t>
      </w:r>
      <w:r>
        <w:t>’</w:t>
      </w:r>
      <w:r w:rsidR="00256283">
        <w:t>en passer</w:t>
      </w:r>
      <w:r>
        <w:t xml:space="preserve">, </w:t>
      </w:r>
      <w:r w:rsidR="00256283">
        <w:t>j</w:t>
      </w:r>
      <w:r>
        <w:t>’</w:t>
      </w:r>
      <w:r w:rsidR="00256283">
        <w:t>ai été habituée au luxe dès mon enfance</w:t>
      </w:r>
      <w:r>
        <w:t>.</w:t>
      </w:r>
    </w:p>
    <w:p w14:paraId="7865B0F3" w14:textId="77777777" w:rsidR="00435B4F" w:rsidRDefault="00435B4F" w:rsidP="00256283">
      <w:r>
        <w:lastRenderedPageBreak/>
        <w:t>— </w:t>
      </w:r>
      <w:r w:rsidR="00256283">
        <w:t>Il y a le divorce</w:t>
      </w:r>
      <w:r>
        <w:t xml:space="preserve">, </w:t>
      </w:r>
      <w:r w:rsidR="00256283">
        <w:t>il y a aussi la pension alimentaire</w:t>
      </w:r>
      <w:r>
        <w:t xml:space="preserve">, </w:t>
      </w:r>
      <w:r w:rsidR="00256283">
        <w:t>remarquai-je</w:t>
      </w:r>
      <w:r>
        <w:t>.</w:t>
      </w:r>
    </w:p>
    <w:p w14:paraId="70424DBD" w14:textId="77777777" w:rsidR="00435B4F" w:rsidRDefault="00435B4F" w:rsidP="00256283">
      <w:r>
        <w:t>— </w:t>
      </w:r>
      <w:r w:rsidR="00256283">
        <w:t>Buvez et foutez le camp</w:t>
      </w:r>
      <w:r>
        <w:t xml:space="preserve"> ! </w:t>
      </w:r>
      <w:r w:rsidR="00256283">
        <w:t>dit-elle d</w:t>
      </w:r>
      <w:r>
        <w:t>’</w:t>
      </w:r>
      <w:r w:rsidR="00256283">
        <w:t>un air las</w:t>
      </w:r>
      <w:r>
        <w:t>.</w:t>
      </w:r>
    </w:p>
    <w:p w14:paraId="3AAD486B" w14:textId="77777777" w:rsidR="00256283" w:rsidRDefault="00256283" w:rsidP="003D5E6A">
      <w:pPr>
        <w:pStyle w:val="Titre1"/>
      </w:pPr>
      <w:bookmarkStart w:id="46" w:name="__RefHeading__70_1831309079"/>
      <w:bookmarkStart w:id="47" w:name="_Toc202285674"/>
      <w:bookmarkEnd w:id="46"/>
      <w:r>
        <w:lastRenderedPageBreak/>
        <w:t>XXI</w:t>
      </w:r>
      <w:bookmarkEnd w:id="47"/>
    </w:p>
    <w:p w14:paraId="24BFF4FC" w14:textId="77777777" w:rsidR="00435B4F" w:rsidRDefault="00256283" w:rsidP="00256283">
      <w:r>
        <w:t>Nora me fit asseoir sur la banquette du fond</w:t>
      </w:r>
      <w:r w:rsidR="00435B4F">
        <w:t xml:space="preserve">, </w:t>
      </w:r>
      <w:r>
        <w:t>entre elle et Dorothy</w:t>
      </w:r>
      <w:r w:rsidR="00435B4F">
        <w:t>.</w:t>
      </w:r>
    </w:p>
    <w:p w14:paraId="73261F4A" w14:textId="77777777" w:rsidR="00435B4F" w:rsidRDefault="00435B4F" w:rsidP="00256283">
      <w:r>
        <w:t>— </w:t>
      </w:r>
      <w:r w:rsidR="00256283">
        <w:t>J</w:t>
      </w:r>
      <w:r>
        <w:t>’</w:t>
      </w:r>
      <w:r w:rsidR="00256283">
        <w:t>ai envie de boire un peu de café</w:t>
      </w:r>
      <w:r>
        <w:t xml:space="preserve">, </w:t>
      </w:r>
      <w:r w:rsidR="00256283">
        <w:t>dit-elle</w:t>
      </w:r>
      <w:r>
        <w:t xml:space="preserve">, </w:t>
      </w:r>
      <w:r w:rsidR="00256283">
        <w:t xml:space="preserve">si nous allions chez </w:t>
      </w:r>
      <w:proofErr w:type="spellStart"/>
      <w:r w:rsidR="00256283">
        <w:t>Reuben</w:t>
      </w:r>
      <w:proofErr w:type="spellEnd"/>
      <w:r>
        <w:t> ?</w:t>
      </w:r>
    </w:p>
    <w:p w14:paraId="188B5F7C" w14:textId="77777777" w:rsidR="00435B4F" w:rsidRDefault="00435B4F" w:rsidP="00256283">
      <w:r>
        <w:t>— </w:t>
      </w:r>
      <w:r w:rsidR="00256283">
        <w:t>Allons-y</w:t>
      </w:r>
      <w:r>
        <w:t>.</w:t>
      </w:r>
    </w:p>
    <w:p w14:paraId="35DAC66E" w14:textId="77777777" w:rsidR="00435B4F" w:rsidRDefault="00256283" w:rsidP="00256283">
      <w:r>
        <w:t>Je donnai l</w:t>
      </w:r>
      <w:r w:rsidR="00435B4F">
        <w:t>’</w:t>
      </w:r>
      <w:r>
        <w:t>adresse au chauffeur</w:t>
      </w:r>
      <w:r w:rsidR="00435B4F">
        <w:t>.</w:t>
      </w:r>
    </w:p>
    <w:p w14:paraId="24FB2E26" w14:textId="77777777" w:rsidR="00435B4F" w:rsidRDefault="00435B4F" w:rsidP="00256283">
      <w:r>
        <w:t>— </w:t>
      </w:r>
      <w:r w:rsidR="00256283">
        <w:t>Qu</w:t>
      </w:r>
      <w:r>
        <w:t>’</w:t>
      </w:r>
      <w:r w:rsidR="00256283">
        <w:t>est-ce qu</w:t>
      </w:r>
      <w:r>
        <w:t>’</w:t>
      </w:r>
      <w:r w:rsidR="00256283">
        <w:t>a dit sa femme</w:t>
      </w:r>
      <w:r>
        <w:t xml:space="preserve"> ? </w:t>
      </w:r>
      <w:r w:rsidR="00256283">
        <w:t>demanda timidement Dorothy</w:t>
      </w:r>
      <w:r>
        <w:t>.</w:t>
      </w:r>
    </w:p>
    <w:p w14:paraId="53262685" w14:textId="77777777" w:rsidR="00435B4F" w:rsidRDefault="00435B4F" w:rsidP="00256283">
      <w:r>
        <w:t>— </w:t>
      </w:r>
      <w:r w:rsidR="00256283">
        <w:t>Mille amitiés pour vous</w:t>
      </w:r>
      <w:r>
        <w:t> !</w:t>
      </w:r>
    </w:p>
    <w:p w14:paraId="79A0976D" w14:textId="77777777" w:rsidR="00435B4F" w:rsidRDefault="00435B4F" w:rsidP="00256283">
      <w:r>
        <w:t>— </w:t>
      </w:r>
      <w:r w:rsidR="00256283">
        <w:t>Ne sois pas méchant</w:t>
      </w:r>
      <w:r>
        <w:t xml:space="preserve">, </w:t>
      </w:r>
      <w:r w:rsidR="00256283">
        <w:t>Nick</w:t>
      </w:r>
      <w:r>
        <w:t xml:space="preserve"> ! </w:t>
      </w:r>
      <w:r w:rsidR="00256283">
        <w:t>protesta Nora</w:t>
      </w:r>
      <w:r>
        <w:t>.</w:t>
      </w:r>
    </w:p>
    <w:p w14:paraId="20DE2C02" w14:textId="77777777" w:rsidR="00435B4F" w:rsidRDefault="00435B4F" w:rsidP="00256283">
      <w:r>
        <w:t>— </w:t>
      </w:r>
      <w:r w:rsidR="00256283">
        <w:t>Je ne l</w:t>
      </w:r>
      <w:r>
        <w:t>’</w:t>
      </w:r>
      <w:r w:rsidR="00256283">
        <w:t>aime pas</w:t>
      </w:r>
      <w:r>
        <w:t xml:space="preserve">, </w:t>
      </w:r>
      <w:r w:rsidR="00256283">
        <w:t>ce garçon</w:t>
      </w:r>
      <w:r>
        <w:t xml:space="preserve">, </w:t>
      </w:r>
      <w:r w:rsidR="00256283">
        <w:t>reprit la jeune fille</w:t>
      </w:r>
      <w:r>
        <w:t xml:space="preserve">. </w:t>
      </w:r>
      <w:r w:rsidR="00256283">
        <w:t>Je ne le reverrai pas</w:t>
      </w:r>
      <w:r>
        <w:t xml:space="preserve">, </w:t>
      </w:r>
      <w:r w:rsidR="00256283">
        <w:t>mais j</w:t>
      </w:r>
      <w:r>
        <w:t>’</w:t>
      </w:r>
      <w:r w:rsidR="00256283">
        <w:t>étais si seule</w:t>
      </w:r>
      <w:r>
        <w:t>…</w:t>
      </w:r>
    </w:p>
    <w:p w14:paraId="064B0280" w14:textId="77777777" w:rsidR="00435B4F" w:rsidRDefault="00256283" w:rsidP="00256283">
      <w:r>
        <w:t>J</w:t>
      </w:r>
      <w:r w:rsidR="00435B4F">
        <w:t>’</w:t>
      </w:r>
      <w:r>
        <w:t>allais parler mais Nora me lança une bourrade dans les côtes</w:t>
      </w:r>
      <w:r w:rsidR="00435B4F">
        <w:t>.</w:t>
      </w:r>
    </w:p>
    <w:p w14:paraId="06AB9DB4" w14:textId="77777777" w:rsidR="00435B4F" w:rsidRDefault="00435B4F" w:rsidP="00256283">
      <w:r>
        <w:t>— </w:t>
      </w:r>
      <w:r w:rsidR="00256283">
        <w:t>Ne pensez plus à lui</w:t>
      </w:r>
      <w:r>
        <w:t xml:space="preserve">, </w:t>
      </w:r>
      <w:r w:rsidR="00256283">
        <w:t>dit-elle</w:t>
      </w:r>
      <w:r>
        <w:t xml:space="preserve"> ; </w:t>
      </w:r>
      <w:r w:rsidR="00256283">
        <w:t>il est idiot</w:t>
      </w:r>
      <w:r>
        <w:t> !</w:t>
      </w:r>
    </w:p>
    <w:p w14:paraId="00CDB486" w14:textId="77777777" w:rsidR="00435B4F" w:rsidRDefault="00435B4F" w:rsidP="00256283">
      <w:r>
        <w:t>— </w:t>
      </w:r>
      <w:r w:rsidR="00256283">
        <w:t>Je ne veux pas jeter de l</w:t>
      </w:r>
      <w:r>
        <w:t>’</w:t>
      </w:r>
      <w:r w:rsidR="00256283">
        <w:t>huile sur le feu</w:t>
      </w:r>
      <w:r>
        <w:t xml:space="preserve">, </w:t>
      </w:r>
      <w:r w:rsidR="00256283">
        <w:t>remarquai-je</w:t>
      </w:r>
      <w:r>
        <w:t xml:space="preserve">, </w:t>
      </w:r>
      <w:r w:rsidR="00256283">
        <w:t>mais il paraît sérieusement amoureux de Dorothy</w:t>
      </w:r>
      <w:r>
        <w:t>.</w:t>
      </w:r>
    </w:p>
    <w:p w14:paraId="6E9319A5" w14:textId="77777777" w:rsidR="00435B4F" w:rsidRDefault="00256283" w:rsidP="00256283">
      <w:r>
        <w:t>Nora me lança une autre bourrade</w:t>
      </w:r>
      <w:r w:rsidR="00435B4F">
        <w:t>.</w:t>
      </w:r>
    </w:p>
    <w:p w14:paraId="1C4BCC26" w14:textId="77777777" w:rsidR="00435B4F" w:rsidRDefault="00256283" w:rsidP="00256283">
      <w:r>
        <w:t>Dorothy me regarda</w:t>
      </w:r>
      <w:r w:rsidR="00435B4F">
        <w:t xml:space="preserve">, </w:t>
      </w:r>
      <w:r>
        <w:t>dans la demi-obscurité</w:t>
      </w:r>
      <w:r w:rsidR="00435B4F">
        <w:t>.</w:t>
      </w:r>
    </w:p>
    <w:p w14:paraId="22E3A0E7" w14:textId="77777777" w:rsidR="00435B4F" w:rsidRDefault="00435B4F" w:rsidP="00256283">
      <w:r>
        <w:t>— </w:t>
      </w:r>
      <w:r w:rsidR="00256283">
        <w:t>Vous ne vous moquez pas de moi</w:t>
      </w:r>
      <w:r>
        <w:t xml:space="preserve">, </w:t>
      </w:r>
      <w:r w:rsidR="00256283">
        <w:t>Nick</w:t>
      </w:r>
      <w:r>
        <w:t> ?</w:t>
      </w:r>
    </w:p>
    <w:p w14:paraId="11A08241" w14:textId="77777777" w:rsidR="00435B4F" w:rsidRDefault="00435B4F" w:rsidP="00256283">
      <w:r>
        <w:t>— </w:t>
      </w:r>
      <w:r w:rsidR="00256283">
        <w:t>Non</w:t>
      </w:r>
      <w:r>
        <w:t xml:space="preserve"> ; </w:t>
      </w:r>
      <w:r w:rsidR="00256283">
        <w:t>j</w:t>
      </w:r>
      <w:r>
        <w:t>’</w:t>
      </w:r>
      <w:r w:rsidR="00256283">
        <w:t>en aurais pourtant le droit</w:t>
      </w:r>
      <w:r>
        <w:t>.</w:t>
      </w:r>
    </w:p>
    <w:p w14:paraId="55B1C444" w14:textId="77777777" w:rsidR="00435B4F" w:rsidRDefault="00435B4F" w:rsidP="00256283">
      <w:r>
        <w:lastRenderedPageBreak/>
        <w:t>— </w:t>
      </w:r>
      <w:r w:rsidR="00256283">
        <w:t>J</w:t>
      </w:r>
      <w:r>
        <w:t>’</w:t>
      </w:r>
      <w:r w:rsidR="00256283">
        <w:t>ai entendu ce soir une nouvelle histoire du gnome</w:t>
      </w:r>
      <w:r>
        <w:t xml:space="preserve">, </w:t>
      </w:r>
      <w:r w:rsidR="00256283">
        <w:t>coupa Nora</w:t>
      </w:r>
      <w:r>
        <w:t xml:space="preserve">, </w:t>
      </w:r>
      <w:r w:rsidR="00256283">
        <w:t>du ton de quelqu</w:t>
      </w:r>
      <w:r>
        <w:t>’</w:t>
      </w:r>
      <w:r w:rsidR="00256283">
        <w:t>un qui ne se laissera pas interrompre</w:t>
      </w:r>
      <w:r>
        <w:t xml:space="preserve">. </w:t>
      </w:r>
      <w:r w:rsidR="00256283">
        <w:t>Levi lui disait</w:t>
      </w:r>
      <w:r>
        <w:t>…</w:t>
      </w:r>
    </w:p>
    <w:p w14:paraId="1FC33793" w14:textId="77777777" w:rsidR="00435B4F" w:rsidRDefault="00256283" w:rsidP="00256283">
      <w:r>
        <w:t>L</w:t>
      </w:r>
      <w:r w:rsidR="00435B4F">
        <w:t>’</w:t>
      </w:r>
      <w:r>
        <w:t>anecdote était amusante pour qui connaissait Tip</w:t>
      </w:r>
      <w:r w:rsidR="00435B4F">
        <w:t xml:space="preserve">, </w:t>
      </w:r>
      <w:r>
        <w:t>et Nora parla jusqu</w:t>
      </w:r>
      <w:r w:rsidR="00435B4F">
        <w:t>’</w:t>
      </w:r>
      <w:r>
        <w:t>à ce que le taxi s</w:t>
      </w:r>
      <w:r w:rsidR="00435B4F">
        <w:t>’</w:t>
      </w:r>
      <w:r>
        <w:t xml:space="preserve">arrêtât devant chez </w:t>
      </w:r>
      <w:proofErr w:type="spellStart"/>
      <w:r>
        <w:t>Reuben</w:t>
      </w:r>
      <w:proofErr w:type="spellEnd"/>
      <w:r w:rsidR="00435B4F">
        <w:t>.</w:t>
      </w:r>
    </w:p>
    <w:p w14:paraId="1F37D833" w14:textId="77777777" w:rsidR="00435B4F" w:rsidRDefault="00256283" w:rsidP="00256283">
      <w:r>
        <w:t>Herbert Macaulay occupait l</w:t>
      </w:r>
      <w:r w:rsidR="00435B4F">
        <w:t>’</w:t>
      </w:r>
      <w:r>
        <w:t>une des tables</w:t>
      </w:r>
      <w:r w:rsidR="00435B4F">
        <w:t xml:space="preserve">, </w:t>
      </w:r>
      <w:r>
        <w:t>avec une femme brune</w:t>
      </w:r>
      <w:r w:rsidR="00435B4F">
        <w:t xml:space="preserve">, </w:t>
      </w:r>
      <w:r>
        <w:t>en rouge</w:t>
      </w:r>
      <w:r w:rsidR="00435B4F">
        <w:t xml:space="preserve">. </w:t>
      </w:r>
      <w:r>
        <w:t>Je lui fis signe de la main et</w:t>
      </w:r>
      <w:r w:rsidR="00435B4F">
        <w:t xml:space="preserve">, </w:t>
      </w:r>
      <w:r>
        <w:t>après</w:t>
      </w:r>
      <w:r w:rsidR="00435B4F">
        <w:t xml:space="preserve">, </w:t>
      </w:r>
      <w:r>
        <w:t>avoir commandé notre menu</w:t>
      </w:r>
      <w:r w:rsidR="00435B4F">
        <w:t xml:space="preserve">, </w:t>
      </w:r>
      <w:r>
        <w:t>j</w:t>
      </w:r>
      <w:r w:rsidR="00435B4F">
        <w:t>’</w:t>
      </w:r>
      <w:r>
        <w:t>allai vers lui</w:t>
      </w:r>
      <w:r w:rsidR="00435B4F">
        <w:t>.</w:t>
      </w:r>
    </w:p>
    <w:p w14:paraId="3C6DCF2E" w14:textId="77777777" w:rsidR="00435B4F" w:rsidRDefault="00435B4F" w:rsidP="00256283">
      <w:r>
        <w:t>— </w:t>
      </w:r>
      <w:r w:rsidR="00256283">
        <w:t>Nick Charles</w:t>
      </w:r>
      <w:r>
        <w:t xml:space="preserve">, </w:t>
      </w:r>
      <w:r w:rsidR="00256283">
        <w:t>Louise Jacobs</w:t>
      </w:r>
      <w:r>
        <w:t xml:space="preserve">, </w:t>
      </w:r>
      <w:r w:rsidR="00256283">
        <w:t>présenta-t-il</w:t>
      </w:r>
      <w:r>
        <w:t xml:space="preserve">. </w:t>
      </w:r>
      <w:r w:rsidR="00256283">
        <w:t>Asseyez-vous</w:t>
      </w:r>
      <w:r>
        <w:t xml:space="preserve">. </w:t>
      </w:r>
      <w:r w:rsidR="00256283">
        <w:t>Quelles nouvelles</w:t>
      </w:r>
      <w:r>
        <w:t> ?</w:t>
      </w:r>
    </w:p>
    <w:p w14:paraId="5BB1E975" w14:textId="77777777" w:rsidR="00435B4F" w:rsidRDefault="00435B4F" w:rsidP="00256283">
      <w:r>
        <w:t>— </w:t>
      </w:r>
      <w:r w:rsidR="00256283">
        <w:t>Jorgensen n</w:t>
      </w:r>
      <w:r>
        <w:t>’</w:t>
      </w:r>
      <w:r w:rsidR="00256283">
        <w:t xml:space="preserve">est autre que </w:t>
      </w:r>
      <w:proofErr w:type="spellStart"/>
      <w:r w:rsidR="00256283">
        <w:t>Rosewater</w:t>
      </w:r>
      <w:proofErr w:type="spellEnd"/>
      <w:r>
        <w:t xml:space="preserve"> ! </w:t>
      </w:r>
      <w:r w:rsidR="00256283">
        <w:t>dis-je</w:t>
      </w:r>
      <w:r>
        <w:t>.</w:t>
      </w:r>
    </w:p>
    <w:p w14:paraId="53560DDC" w14:textId="77777777" w:rsidR="00435B4F" w:rsidRDefault="00435B4F" w:rsidP="00256283">
      <w:r>
        <w:t>— </w:t>
      </w:r>
      <w:r w:rsidR="00256283">
        <w:t>Nom de Dieu</w:t>
      </w:r>
      <w:r>
        <w:t xml:space="preserve"> ! </w:t>
      </w:r>
      <w:r w:rsidR="00256283">
        <w:t>fit-il</w:t>
      </w:r>
      <w:r>
        <w:t>.</w:t>
      </w:r>
    </w:p>
    <w:p w14:paraId="275EA164" w14:textId="77777777" w:rsidR="00435B4F" w:rsidRDefault="00435B4F" w:rsidP="00256283">
      <w:r>
        <w:t>— </w:t>
      </w:r>
      <w:r w:rsidR="00256283">
        <w:t>Oui</w:t>
      </w:r>
      <w:r>
        <w:t xml:space="preserve">, </w:t>
      </w:r>
      <w:r w:rsidR="00256283">
        <w:t>et il a une femme</w:t>
      </w:r>
      <w:r>
        <w:t xml:space="preserve">, </w:t>
      </w:r>
      <w:r w:rsidR="00256283">
        <w:t>à Boston</w:t>
      </w:r>
      <w:r>
        <w:t xml:space="preserve">, </w:t>
      </w:r>
      <w:r w:rsidR="00256283">
        <w:t>ajoutai-je</w:t>
      </w:r>
      <w:r>
        <w:t>.</w:t>
      </w:r>
    </w:p>
    <w:p w14:paraId="74624574" w14:textId="77777777" w:rsidR="00435B4F" w:rsidRDefault="00435B4F" w:rsidP="00256283">
      <w:r>
        <w:t>— </w:t>
      </w:r>
      <w:r w:rsidR="00256283">
        <w:t>Je voudrais bien le voir</w:t>
      </w:r>
      <w:r>
        <w:t xml:space="preserve">, </w:t>
      </w:r>
      <w:r w:rsidR="00256283">
        <w:t>fit lentement l</w:t>
      </w:r>
      <w:r>
        <w:t>’</w:t>
      </w:r>
      <w:r w:rsidR="00256283">
        <w:t>avocat</w:t>
      </w:r>
      <w:r>
        <w:t xml:space="preserve">. </w:t>
      </w:r>
      <w:r w:rsidR="00256283">
        <w:t xml:space="preserve">Je connaissais </w:t>
      </w:r>
      <w:proofErr w:type="spellStart"/>
      <w:r w:rsidR="00256283">
        <w:t>Rosewater</w:t>
      </w:r>
      <w:proofErr w:type="spellEnd"/>
      <w:r w:rsidR="00256283">
        <w:t xml:space="preserve"> et j</w:t>
      </w:r>
      <w:r>
        <w:t>’</w:t>
      </w:r>
      <w:r w:rsidR="00256283">
        <w:t>aimerais avoir une certitude</w:t>
      </w:r>
      <w:r>
        <w:t>.</w:t>
      </w:r>
    </w:p>
    <w:p w14:paraId="790F61F5" w14:textId="77777777" w:rsidR="00435B4F" w:rsidRDefault="00435B4F" w:rsidP="00256283">
      <w:r>
        <w:t>— </w:t>
      </w:r>
      <w:r w:rsidR="00256283">
        <w:t>La police est convaincue</w:t>
      </w:r>
      <w:r>
        <w:t xml:space="preserve">, </w:t>
      </w:r>
      <w:r w:rsidR="00256283">
        <w:t>répondis-je</w:t>
      </w:r>
      <w:r>
        <w:t xml:space="preserve">. </w:t>
      </w:r>
      <w:r w:rsidR="00256283">
        <w:t>Je ne sais si on l</w:t>
      </w:r>
      <w:r>
        <w:t>’</w:t>
      </w:r>
      <w:r w:rsidR="00256283">
        <w:t>a retrouvé</w:t>
      </w:r>
      <w:r>
        <w:t xml:space="preserve">. </w:t>
      </w:r>
      <w:r w:rsidR="00256283">
        <w:t>Pensez-vous qu</w:t>
      </w:r>
      <w:r>
        <w:t>’</w:t>
      </w:r>
      <w:r w:rsidR="00256283">
        <w:t>il ait tué Julia</w:t>
      </w:r>
      <w:r>
        <w:t> ?</w:t>
      </w:r>
    </w:p>
    <w:p w14:paraId="5E2DE6B8" w14:textId="77777777" w:rsidR="00435B4F" w:rsidRDefault="00256283" w:rsidP="00256283">
      <w:r>
        <w:t>Macaulay secoua énergiquement la tête</w:t>
      </w:r>
      <w:r w:rsidR="00435B4F">
        <w:t>.</w:t>
      </w:r>
    </w:p>
    <w:p w14:paraId="21F8FE48" w14:textId="77777777" w:rsidR="00435B4F" w:rsidRDefault="00435B4F" w:rsidP="00256283">
      <w:r>
        <w:t>— </w:t>
      </w:r>
      <w:r w:rsidR="00256283">
        <w:t xml:space="preserve">Je ne vois pas </w:t>
      </w:r>
      <w:proofErr w:type="spellStart"/>
      <w:r w:rsidR="00256283">
        <w:t>Rosewater</w:t>
      </w:r>
      <w:proofErr w:type="spellEnd"/>
      <w:r w:rsidR="00256283">
        <w:t xml:space="preserve"> tuant quelqu</w:t>
      </w:r>
      <w:r>
        <w:t>’</w:t>
      </w:r>
      <w:r w:rsidR="00256283">
        <w:t>un</w:t>
      </w:r>
      <w:r>
        <w:t xml:space="preserve"> – </w:t>
      </w:r>
      <w:r w:rsidR="00256283">
        <w:t>non</w:t>
      </w:r>
      <w:r>
        <w:t xml:space="preserve"> – </w:t>
      </w:r>
      <w:r w:rsidR="00256283">
        <w:t>pas tel que je le connais</w:t>
      </w:r>
      <w:r>
        <w:t xml:space="preserve">, </w:t>
      </w:r>
      <w:r w:rsidR="00256283">
        <w:t xml:space="preserve">et malgré les menaces contre </w:t>
      </w:r>
      <w:proofErr w:type="spellStart"/>
      <w:r w:rsidR="00256283">
        <w:t>Wynant</w:t>
      </w:r>
      <w:proofErr w:type="spellEnd"/>
      <w:r>
        <w:t xml:space="preserve">. </w:t>
      </w:r>
      <w:r w:rsidR="00256283">
        <w:t>Qu</w:t>
      </w:r>
      <w:r>
        <w:t>’</w:t>
      </w:r>
      <w:r w:rsidR="00256283">
        <w:t>y a-t-il d</w:t>
      </w:r>
      <w:r>
        <w:t>’</w:t>
      </w:r>
      <w:r w:rsidR="00256283">
        <w:t>autre</w:t>
      </w:r>
      <w:r>
        <w:t xml:space="preserve"> ? </w:t>
      </w:r>
      <w:r w:rsidR="00256283">
        <w:t>fit-il</w:t>
      </w:r>
      <w:r>
        <w:t xml:space="preserve"> (</w:t>
      </w:r>
      <w:r w:rsidR="00256283">
        <w:t>et</w:t>
      </w:r>
      <w:r>
        <w:t xml:space="preserve">, </w:t>
      </w:r>
      <w:r w:rsidR="00256283">
        <w:t>me voyant hésiter</w:t>
      </w:r>
      <w:r>
        <w:t xml:space="preserve">), </w:t>
      </w:r>
      <w:r w:rsidR="00256283">
        <w:t>vous pouvez parler devant Louise</w:t>
      </w:r>
      <w:r>
        <w:t>.</w:t>
      </w:r>
    </w:p>
    <w:p w14:paraId="683FD709" w14:textId="77777777" w:rsidR="00435B4F" w:rsidRDefault="00435B4F" w:rsidP="00256283">
      <w:r>
        <w:t>— </w:t>
      </w:r>
      <w:r w:rsidR="00256283">
        <w:t>Il faut que je rejoigne ma femme</w:t>
      </w:r>
      <w:r>
        <w:t xml:space="preserve">, </w:t>
      </w:r>
      <w:r w:rsidR="00256283">
        <w:t>dis-je</w:t>
      </w:r>
      <w:r>
        <w:t xml:space="preserve">. </w:t>
      </w:r>
      <w:r w:rsidR="00256283">
        <w:t xml:space="preserve">Avez-vous eu une réponse à votre annonce du </w:t>
      </w:r>
      <w:r w:rsidR="00256283">
        <w:rPr>
          <w:i/>
        </w:rPr>
        <w:t>Times</w:t>
      </w:r>
      <w:r>
        <w:t> ?</w:t>
      </w:r>
    </w:p>
    <w:p w14:paraId="74296E06" w14:textId="77777777" w:rsidR="00435B4F" w:rsidRDefault="00435B4F" w:rsidP="00256283">
      <w:r>
        <w:lastRenderedPageBreak/>
        <w:t>— </w:t>
      </w:r>
      <w:r w:rsidR="00256283">
        <w:t>Pas encore</w:t>
      </w:r>
      <w:r>
        <w:t xml:space="preserve">, </w:t>
      </w:r>
      <w:r w:rsidR="00256283">
        <w:t>mais asseyez-vous</w:t>
      </w:r>
      <w:r>
        <w:t xml:space="preserve">, </w:t>
      </w:r>
      <w:r w:rsidR="00256283">
        <w:t>Nick</w:t>
      </w:r>
      <w:r>
        <w:t xml:space="preserve">, </w:t>
      </w:r>
      <w:r w:rsidR="00256283">
        <w:t>j</w:t>
      </w:r>
      <w:r>
        <w:t>’</w:t>
      </w:r>
      <w:r w:rsidR="00256283">
        <w:t>ai mille questions à vous poser</w:t>
      </w:r>
      <w:r>
        <w:t xml:space="preserve">. </w:t>
      </w:r>
      <w:r w:rsidR="00256283">
        <w:t xml:space="preserve">Avez-vous parlé à la police de la lettre de </w:t>
      </w:r>
      <w:proofErr w:type="spellStart"/>
      <w:r w:rsidR="00256283">
        <w:t>Wynant</w:t>
      </w:r>
      <w:proofErr w:type="spellEnd"/>
      <w:r>
        <w:t> ?</w:t>
      </w:r>
    </w:p>
    <w:p w14:paraId="746EE2BF" w14:textId="77777777" w:rsidR="00435B4F" w:rsidRDefault="00435B4F" w:rsidP="00256283">
      <w:r>
        <w:t>— </w:t>
      </w:r>
      <w:r w:rsidR="00256283">
        <w:t>Venez déjeuner avec moi demain et nous discuterons tout cela</w:t>
      </w:r>
      <w:r>
        <w:t xml:space="preserve">. </w:t>
      </w:r>
      <w:r w:rsidR="00256283">
        <w:t>Nora m</w:t>
      </w:r>
      <w:r>
        <w:t>’</w:t>
      </w:r>
      <w:r w:rsidR="00256283">
        <w:t>attend</w:t>
      </w:r>
      <w:r>
        <w:t>.</w:t>
      </w:r>
    </w:p>
    <w:p w14:paraId="5CFDC247" w14:textId="77777777" w:rsidR="00435B4F" w:rsidRDefault="00435B4F" w:rsidP="00256283">
      <w:r>
        <w:t>— </w:t>
      </w:r>
      <w:r w:rsidR="00256283">
        <w:t>Qui est cette petite blonde</w:t>
      </w:r>
      <w:r>
        <w:t xml:space="preserve"> ? </w:t>
      </w:r>
      <w:r w:rsidR="00256283">
        <w:t>demanda Louise Jacobs</w:t>
      </w:r>
      <w:r>
        <w:t xml:space="preserve"> ; </w:t>
      </w:r>
      <w:r w:rsidR="00256283">
        <w:t>je l</w:t>
      </w:r>
      <w:r>
        <w:t>’</w:t>
      </w:r>
      <w:r w:rsidR="00256283">
        <w:t>ai vue avec Harrison Quinn</w:t>
      </w:r>
      <w:r>
        <w:t>.</w:t>
      </w:r>
    </w:p>
    <w:p w14:paraId="0E13189B" w14:textId="77777777" w:rsidR="00435B4F" w:rsidRDefault="00435B4F" w:rsidP="00256283">
      <w:r>
        <w:t>— </w:t>
      </w:r>
      <w:r w:rsidR="00256283">
        <w:t>C</w:t>
      </w:r>
      <w:r>
        <w:t>’</w:t>
      </w:r>
      <w:r w:rsidR="00256283">
        <w:t xml:space="preserve">est Dorothy </w:t>
      </w:r>
      <w:proofErr w:type="spellStart"/>
      <w:r w:rsidR="00256283">
        <w:t>Wynant</w:t>
      </w:r>
      <w:proofErr w:type="spellEnd"/>
      <w:r>
        <w:t>.</w:t>
      </w:r>
    </w:p>
    <w:p w14:paraId="0DA39AA0" w14:textId="77777777" w:rsidR="00435B4F" w:rsidRDefault="00435B4F" w:rsidP="00256283">
      <w:r>
        <w:t>— </w:t>
      </w:r>
      <w:r w:rsidR="00256283">
        <w:t>Vous connaissez Quinn</w:t>
      </w:r>
      <w:r>
        <w:t xml:space="preserve"> ? </w:t>
      </w:r>
      <w:r w:rsidR="00256283">
        <w:t>me demanda Macaulay</w:t>
      </w:r>
      <w:r>
        <w:t>.</w:t>
      </w:r>
    </w:p>
    <w:p w14:paraId="586F94F6" w14:textId="77777777" w:rsidR="00435B4F" w:rsidRDefault="00435B4F" w:rsidP="00256283">
      <w:r>
        <w:t>— </w:t>
      </w:r>
      <w:r w:rsidR="00256283">
        <w:t>Je viens de le coucher</w:t>
      </w:r>
      <w:r>
        <w:t xml:space="preserve">, </w:t>
      </w:r>
      <w:r w:rsidR="00256283">
        <w:t>il y a dix minutes</w:t>
      </w:r>
      <w:r>
        <w:t>.</w:t>
      </w:r>
    </w:p>
    <w:p w14:paraId="4BB27AFB" w14:textId="77777777" w:rsidR="00435B4F" w:rsidRDefault="00256283" w:rsidP="00256283">
      <w:r>
        <w:t>L</w:t>
      </w:r>
      <w:r w:rsidR="00435B4F">
        <w:t>’</w:t>
      </w:r>
      <w:r>
        <w:t>avocat sourit</w:t>
      </w:r>
      <w:r w:rsidR="00435B4F">
        <w:t>.</w:t>
      </w:r>
    </w:p>
    <w:p w14:paraId="1924D251" w14:textId="77777777" w:rsidR="00435B4F" w:rsidRDefault="00435B4F" w:rsidP="00256283">
      <w:r>
        <w:t>— </w:t>
      </w:r>
      <w:r w:rsidR="00256283">
        <w:t>Il s</w:t>
      </w:r>
      <w:r>
        <w:t>’</w:t>
      </w:r>
      <w:r w:rsidR="00256283">
        <w:t>est occupé de mes affaires</w:t>
      </w:r>
      <w:r>
        <w:t xml:space="preserve">, </w:t>
      </w:r>
      <w:r w:rsidR="00256283">
        <w:t>en Bourse</w:t>
      </w:r>
      <w:r>
        <w:t xml:space="preserve">, </w:t>
      </w:r>
      <w:r w:rsidR="00256283">
        <w:t>et j</w:t>
      </w:r>
      <w:r>
        <w:t>’</w:t>
      </w:r>
      <w:r w:rsidR="00256283">
        <w:t>e me suis ruiné en suivant ses conseils</w:t>
      </w:r>
      <w:r>
        <w:t>.</w:t>
      </w:r>
    </w:p>
    <w:p w14:paraId="34A52CD1" w14:textId="77777777" w:rsidR="00435B4F" w:rsidRDefault="00435B4F" w:rsidP="00256283">
      <w:r>
        <w:t>— </w:t>
      </w:r>
      <w:r w:rsidR="00256283">
        <w:t>Gentil</w:t>
      </w:r>
      <w:r>
        <w:t xml:space="preserve"> ! </w:t>
      </w:r>
      <w:r w:rsidR="00256283">
        <w:t>répondis-je</w:t>
      </w:r>
      <w:r>
        <w:t xml:space="preserve">, </w:t>
      </w:r>
      <w:r w:rsidR="00256283">
        <w:t>il s</w:t>
      </w:r>
      <w:r>
        <w:t>’</w:t>
      </w:r>
      <w:r w:rsidR="00256283">
        <w:t>occupe aussi de mes affaires</w:t>
      </w:r>
      <w:r>
        <w:t xml:space="preserve">, </w:t>
      </w:r>
      <w:r w:rsidR="00256283">
        <w:t>et je suis ses conseils</w:t>
      </w:r>
      <w:r>
        <w:t>.</w:t>
      </w:r>
    </w:p>
    <w:p w14:paraId="3FB51B07" w14:textId="77777777" w:rsidR="00435B4F" w:rsidRDefault="00256283" w:rsidP="00256283">
      <w:r>
        <w:t>Macaulay et sa compagne éclatèrent de rire et je rejoignis Nora et Dorothy</w:t>
      </w:r>
      <w:r w:rsidR="00435B4F">
        <w:t>.</w:t>
      </w:r>
    </w:p>
    <w:p w14:paraId="21DAB1DD" w14:textId="77777777" w:rsidR="00435B4F" w:rsidRDefault="00435B4F" w:rsidP="00256283">
      <w:r>
        <w:t>— </w:t>
      </w:r>
      <w:r w:rsidR="00256283">
        <w:t>Il n</w:t>
      </w:r>
      <w:r>
        <w:t>’</w:t>
      </w:r>
      <w:r w:rsidR="00256283">
        <w:t>est pas encore minuit</w:t>
      </w:r>
      <w:r>
        <w:t xml:space="preserve">, </w:t>
      </w:r>
      <w:r w:rsidR="00256283">
        <w:t>dit la jeune fille</w:t>
      </w:r>
      <w:r>
        <w:t xml:space="preserve">, </w:t>
      </w:r>
      <w:r w:rsidR="00256283">
        <w:t>et maman a dit qu</w:t>
      </w:r>
      <w:r>
        <w:t>’</w:t>
      </w:r>
      <w:r w:rsidR="00256283">
        <w:t>elle vous attendait</w:t>
      </w:r>
      <w:r>
        <w:t xml:space="preserve">. </w:t>
      </w:r>
      <w:r w:rsidR="00256283">
        <w:t>Pourquoi n</w:t>
      </w:r>
      <w:r>
        <w:t>’</w:t>
      </w:r>
      <w:r w:rsidR="00256283">
        <w:t>irions-nous pas la voir</w:t>
      </w:r>
      <w:r>
        <w:t xml:space="preserve">, </w:t>
      </w:r>
      <w:r w:rsidR="00256283">
        <w:t>tous les trois</w:t>
      </w:r>
      <w:r>
        <w:t> ?</w:t>
      </w:r>
    </w:p>
    <w:p w14:paraId="5DE6285A" w14:textId="77777777" w:rsidR="00435B4F" w:rsidRDefault="00256283" w:rsidP="00256283">
      <w:r>
        <w:t>Nora se versait du café</w:t>
      </w:r>
      <w:r w:rsidR="00435B4F">
        <w:t>.</w:t>
      </w:r>
    </w:p>
    <w:p w14:paraId="61A6DFF5" w14:textId="77777777" w:rsidR="00435B4F" w:rsidRDefault="00435B4F" w:rsidP="00256283">
      <w:r>
        <w:t>— </w:t>
      </w:r>
      <w:r w:rsidR="00256283">
        <w:t>Pourquoi</w:t>
      </w:r>
      <w:r>
        <w:t xml:space="preserve"> ? </w:t>
      </w:r>
      <w:r w:rsidR="00256283">
        <w:t>demandai-je</w:t>
      </w:r>
      <w:r>
        <w:t xml:space="preserve">, </w:t>
      </w:r>
      <w:r w:rsidR="00256283">
        <w:t>qu</w:t>
      </w:r>
      <w:r>
        <w:t>’</w:t>
      </w:r>
      <w:r w:rsidR="00256283">
        <w:t>est-ce que vous venez encore de combiner</w:t>
      </w:r>
      <w:r>
        <w:t> ?</w:t>
      </w:r>
    </w:p>
    <w:p w14:paraId="59EA9CFC" w14:textId="77777777" w:rsidR="00435B4F" w:rsidRDefault="00435B4F" w:rsidP="00256283">
      <w:r>
        <w:t>— </w:t>
      </w:r>
      <w:r w:rsidR="00256283">
        <w:t>Rien</w:t>
      </w:r>
      <w:r>
        <w:t xml:space="preserve">, </w:t>
      </w:r>
      <w:r w:rsidR="00256283">
        <w:t>Nick</w:t>
      </w:r>
      <w:r>
        <w:t xml:space="preserve">, </w:t>
      </w:r>
      <w:r w:rsidR="00256283">
        <w:t>répondit Dorothy</w:t>
      </w:r>
      <w:r>
        <w:t xml:space="preserve">, </w:t>
      </w:r>
      <w:r w:rsidR="00256283">
        <w:t>nous pensions qu</w:t>
      </w:r>
      <w:r>
        <w:t>’</w:t>
      </w:r>
      <w:r w:rsidR="00256283">
        <w:t>il n</w:t>
      </w:r>
      <w:r>
        <w:t>’</w:t>
      </w:r>
      <w:r w:rsidR="00256283">
        <w:t>était pas encore très tard</w:t>
      </w:r>
      <w:r>
        <w:t>.</w:t>
      </w:r>
    </w:p>
    <w:p w14:paraId="1895475E" w14:textId="77777777" w:rsidR="00435B4F" w:rsidRDefault="00435B4F" w:rsidP="00256283">
      <w:r>
        <w:lastRenderedPageBreak/>
        <w:t>— </w:t>
      </w:r>
      <w:r w:rsidR="00256283">
        <w:t>Il y a des speakeasies</w:t>
      </w:r>
      <w:r>
        <w:t xml:space="preserve">, </w:t>
      </w:r>
      <w:r w:rsidR="00256283">
        <w:t>remarquai-je</w:t>
      </w:r>
      <w:r>
        <w:t>.</w:t>
      </w:r>
    </w:p>
    <w:p w14:paraId="31DF9021" w14:textId="77777777" w:rsidR="00435B4F" w:rsidRDefault="00435B4F" w:rsidP="00256283">
      <w:r>
        <w:t>— </w:t>
      </w:r>
      <w:r w:rsidR="00256283">
        <w:t>Toujours la même chose</w:t>
      </w:r>
      <w:r>
        <w:t xml:space="preserve"> ! </w:t>
      </w:r>
      <w:r w:rsidR="00256283">
        <w:t>grogna Nora</w:t>
      </w:r>
      <w:r>
        <w:t>.</w:t>
      </w:r>
    </w:p>
    <w:p w14:paraId="68A9178E" w14:textId="77777777" w:rsidR="00435B4F" w:rsidRDefault="00435B4F" w:rsidP="00256283">
      <w:r>
        <w:t>— </w:t>
      </w:r>
      <w:r w:rsidR="00256283">
        <w:t>Alors</w:t>
      </w:r>
      <w:r>
        <w:t xml:space="preserve">, </w:t>
      </w:r>
      <w:r w:rsidR="00256283">
        <w:t>allons chez Barry</w:t>
      </w:r>
      <w:r>
        <w:t xml:space="preserve">, </w:t>
      </w:r>
      <w:r w:rsidR="00256283">
        <w:t>nous jouerons à la roulette</w:t>
      </w:r>
      <w:r>
        <w:t>.</w:t>
      </w:r>
    </w:p>
    <w:p w14:paraId="39F98D0F" w14:textId="77777777" w:rsidR="00435B4F" w:rsidRDefault="00256283" w:rsidP="00256283">
      <w:r>
        <w:t>Dorothy allait dite oui</w:t>
      </w:r>
      <w:r w:rsidR="00435B4F">
        <w:t xml:space="preserve">, </w:t>
      </w:r>
      <w:r>
        <w:t>mais elle demeura bouche bée devant un clin d</w:t>
      </w:r>
      <w:r w:rsidR="00435B4F">
        <w:t>’</w:t>
      </w:r>
      <w:r>
        <w:t>œil de Nora</w:t>
      </w:r>
      <w:r w:rsidR="00435B4F">
        <w:t>.</w:t>
      </w:r>
    </w:p>
    <w:p w14:paraId="35A5568F" w14:textId="77777777" w:rsidR="00435B4F" w:rsidRDefault="00435B4F" w:rsidP="00256283">
      <w:r>
        <w:t>— </w:t>
      </w:r>
      <w:r w:rsidR="00256283">
        <w:t>En tous cas</w:t>
      </w:r>
      <w:r>
        <w:t xml:space="preserve">, </w:t>
      </w:r>
      <w:r w:rsidR="00256283">
        <w:t>dis-je</w:t>
      </w:r>
      <w:r>
        <w:t xml:space="preserve">, </w:t>
      </w:r>
      <w:r w:rsidR="00256283">
        <w:t>j</w:t>
      </w:r>
      <w:r>
        <w:t>’</w:t>
      </w:r>
      <w:r w:rsidR="00256283">
        <w:t>ai assez vu Mimi pour aujourd</w:t>
      </w:r>
      <w:r>
        <w:t>’</w:t>
      </w:r>
      <w:r w:rsidR="00256283">
        <w:t>hui</w:t>
      </w:r>
      <w:r>
        <w:t> !</w:t>
      </w:r>
    </w:p>
    <w:p w14:paraId="22F68B2F" w14:textId="77777777" w:rsidR="00435B4F" w:rsidRDefault="00256283" w:rsidP="00256283">
      <w:r>
        <w:t>Nora soupira pour bien montrer jusqu</w:t>
      </w:r>
      <w:r w:rsidR="00435B4F">
        <w:t>’</w:t>
      </w:r>
      <w:r>
        <w:t>où allait sa patience</w:t>
      </w:r>
      <w:r w:rsidR="00435B4F">
        <w:t>.</w:t>
      </w:r>
    </w:p>
    <w:p w14:paraId="67465EBE" w14:textId="77777777" w:rsidR="00435B4F" w:rsidRDefault="00435B4F" w:rsidP="00256283">
      <w:r>
        <w:t>— </w:t>
      </w:r>
      <w:r w:rsidR="00256283">
        <w:t>Si nous allons dans un speakeasy</w:t>
      </w:r>
      <w:r>
        <w:t xml:space="preserve">, </w:t>
      </w:r>
      <w:r w:rsidR="00256283">
        <w:t>dit-elle</w:t>
      </w:r>
      <w:r>
        <w:t xml:space="preserve">, </w:t>
      </w:r>
      <w:r w:rsidR="00256283">
        <w:t xml:space="preserve">je préfère retourner chez ton ami </w:t>
      </w:r>
      <w:proofErr w:type="spellStart"/>
      <w:r w:rsidR="00256283">
        <w:t>Studsy</w:t>
      </w:r>
      <w:proofErr w:type="spellEnd"/>
      <w:r>
        <w:t xml:space="preserve">, </w:t>
      </w:r>
      <w:r w:rsidR="00256283">
        <w:t>à condition qu</w:t>
      </w:r>
      <w:r>
        <w:t>’</w:t>
      </w:r>
      <w:r w:rsidR="00256283">
        <w:t>il ne nous donne pas de mauvais champagne</w:t>
      </w:r>
      <w:r>
        <w:t xml:space="preserve">. </w:t>
      </w:r>
      <w:r w:rsidR="00256283">
        <w:t>Il m</w:t>
      </w:r>
      <w:r>
        <w:t>’</w:t>
      </w:r>
      <w:r w:rsidR="00256283">
        <w:t>amuse</w:t>
      </w:r>
      <w:r>
        <w:t xml:space="preserve">, </w:t>
      </w:r>
      <w:r w:rsidR="00256283">
        <w:t>ce gros-là</w:t>
      </w:r>
      <w:r>
        <w:t> !</w:t>
      </w:r>
    </w:p>
    <w:p w14:paraId="11AD829B" w14:textId="77777777" w:rsidR="00435B4F" w:rsidRDefault="00435B4F" w:rsidP="00256283">
      <w:r>
        <w:t>— </w:t>
      </w:r>
      <w:r w:rsidR="00256283">
        <w:t>Allons-y</w:t>
      </w:r>
      <w:r>
        <w:t xml:space="preserve">, </w:t>
      </w:r>
      <w:r w:rsidR="00256283">
        <w:t>dis-je</w:t>
      </w:r>
      <w:r>
        <w:t xml:space="preserve">. </w:t>
      </w:r>
      <w:r w:rsidR="00256283">
        <w:t>Dorothy</w:t>
      </w:r>
      <w:r>
        <w:t xml:space="preserve">, </w:t>
      </w:r>
      <w:r w:rsidR="00256283">
        <w:t>est-ce que Gilbert vous a raconté qu</w:t>
      </w:r>
      <w:r>
        <w:t>’</w:t>
      </w:r>
      <w:r w:rsidR="00256283">
        <w:t>il nous a surpris</w:t>
      </w:r>
      <w:r>
        <w:t xml:space="preserve">, </w:t>
      </w:r>
      <w:r w:rsidR="00256283">
        <w:t>avec Mimi</w:t>
      </w:r>
      <w:r>
        <w:t xml:space="preserve">, </w:t>
      </w:r>
      <w:r w:rsidR="00256283">
        <w:t>dans une position</w:t>
      </w:r>
      <w:r>
        <w:t xml:space="preserve">… </w:t>
      </w:r>
      <w:r w:rsidR="00256283">
        <w:t>compromettante</w:t>
      </w:r>
      <w:r>
        <w:t> ?</w:t>
      </w:r>
    </w:p>
    <w:p w14:paraId="48783725" w14:textId="77777777" w:rsidR="00435B4F" w:rsidRDefault="00435B4F" w:rsidP="00256283">
      <w:r>
        <w:t>— </w:t>
      </w:r>
      <w:r w:rsidR="00256283">
        <w:t>Non</w:t>
      </w:r>
      <w:r>
        <w:t xml:space="preserve">, </w:t>
      </w:r>
      <w:r w:rsidR="00256283">
        <w:t>il ne m</w:t>
      </w:r>
      <w:r>
        <w:t>’</w:t>
      </w:r>
      <w:r w:rsidR="00256283">
        <w:t>a pas dit ça</w:t>
      </w:r>
      <w:r>
        <w:t> !</w:t>
      </w:r>
    </w:p>
    <w:p w14:paraId="46E8612E" w14:textId="77777777" w:rsidR="00435B4F" w:rsidRDefault="00435B4F" w:rsidP="00256283">
      <w:r>
        <w:t>— </w:t>
      </w:r>
      <w:r w:rsidR="00256283">
        <w:t>Il ne vous a pas parlé de la lettre</w:t>
      </w:r>
      <w:r>
        <w:t> ?</w:t>
      </w:r>
    </w:p>
    <w:p w14:paraId="5BE4FA46" w14:textId="77777777" w:rsidR="00435B4F" w:rsidRDefault="00435B4F" w:rsidP="00256283">
      <w:r>
        <w:t>— </w:t>
      </w:r>
      <w:r w:rsidR="00256283">
        <w:t>Celle de la femme de Chris</w:t>
      </w:r>
      <w:r>
        <w:t xml:space="preserve"> ? </w:t>
      </w:r>
      <w:r w:rsidR="00256283">
        <w:t>Si</w:t>
      </w:r>
      <w:r>
        <w:t xml:space="preserve"> ! </w:t>
      </w:r>
      <w:r w:rsidR="00256283">
        <w:t>Maman sera furieuse</w:t>
      </w:r>
      <w:r>
        <w:t xml:space="preserve"> ! </w:t>
      </w:r>
      <w:r w:rsidR="00256283">
        <w:t>s</w:t>
      </w:r>
      <w:r>
        <w:t>’</w:t>
      </w:r>
      <w:r w:rsidR="00256283">
        <w:t>écria-t-elle</w:t>
      </w:r>
      <w:r>
        <w:t xml:space="preserve">, </w:t>
      </w:r>
      <w:r w:rsidR="00256283">
        <w:t>les yeux étincelants</w:t>
      </w:r>
      <w:r>
        <w:t>.</w:t>
      </w:r>
    </w:p>
    <w:p w14:paraId="7A624417" w14:textId="77777777" w:rsidR="00435B4F" w:rsidRDefault="00435B4F" w:rsidP="00256283">
      <w:r>
        <w:t>— </w:t>
      </w:r>
      <w:r w:rsidR="00256283">
        <w:t>Ça vous amuse</w:t>
      </w:r>
      <w:r>
        <w:t> ?</w:t>
      </w:r>
    </w:p>
    <w:p w14:paraId="26DB1F71" w14:textId="77777777" w:rsidR="00435B4F" w:rsidRDefault="00435B4F" w:rsidP="00256283">
      <w:r>
        <w:t>— </w:t>
      </w:r>
      <w:r w:rsidR="00256283">
        <w:t>Pourquoi pas</w:t>
      </w:r>
      <w:r>
        <w:t xml:space="preserve"> ! </w:t>
      </w:r>
      <w:r w:rsidR="00256283">
        <w:t>A-t-elle jamais rien fait pour me rendre</w:t>
      </w:r>
      <w:r>
        <w:t>…</w:t>
      </w:r>
    </w:p>
    <w:p w14:paraId="3F51F9E8" w14:textId="77777777" w:rsidR="00435B4F" w:rsidRDefault="00435B4F" w:rsidP="00256283">
      <w:r>
        <w:t>— </w:t>
      </w:r>
      <w:r w:rsidR="00256283">
        <w:t>Nick</w:t>
      </w:r>
      <w:r>
        <w:t xml:space="preserve"> ! </w:t>
      </w:r>
      <w:r w:rsidR="00256283">
        <w:t>interrompit Nora</w:t>
      </w:r>
      <w:r>
        <w:t xml:space="preserve">, </w:t>
      </w:r>
      <w:r w:rsidR="00256283">
        <w:t>laisse cette enfant tranquille</w:t>
      </w:r>
      <w:r>
        <w:t> !</w:t>
      </w:r>
    </w:p>
    <w:p w14:paraId="46ED1A8A" w14:textId="77777777" w:rsidR="00256283" w:rsidRDefault="00256283" w:rsidP="003D5E6A">
      <w:pPr>
        <w:pStyle w:val="Titre1"/>
      </w:pPr>
      <w:bookmarkStart w:id="48" w:name="__RefHeading__72_1831309079"/>
      <w:bookmarkStart w:id="49" w:name="_Toc202285675"/>
      <w:bookmarkEnd w:id="48"/>
      <w:r>
        <w:lastRenderedPageBreak/>
        <w:t>XXII</w:t>
      </w:r>
      <w:bookmarkEnd w:id="49"/>
    </w:p>
    <w:p w14:paraId="111FF122" w14:textId="77777777" w:rsidR="00435B4F" w:rsidRDefault="00256283" w:rsidP="00256283">
      <w:r>
        <w:t xml:space="preserve">Il y avait beaucoup de monde au </w:t>
      </w:r>
      <w:proofErr w:type="spellStart"/>
      <w:r>
        <w:t>Pigiron</w:t>
      </w:r>
      <w:proofErr w:type="spellEnd"/>
      <w:r>
        <w:t xml:space="preserve"> Club</w:t>
      </w:r>
      <w:r w:rsidR="00435B4F">
        <w:t xml:space="preserve">, </w:t>
      </w:r>
      <w:r>
        <w:t>dans une atmosphère de fumée et de bruit</w:t>
      </w:r>
      <w:r w:rsidR="00435B4F">
        <w:t xml:space="preserve">. </w:t>
      </w:r>
      <w:proofErr w:type="spellStart"/>
      <w:r>
        <w:t>Studsy</w:t>
      </w:r>
      <w:proofErr w:type="spellEnd"/>
      <w:r>
        <w:t xml:space="preserve"> quitta la caisse pour nous souhaiter la bienvenue</w:t>
      </w:r>
      <w:r w:rsidR="00435B4F">
        <w:t>.</w:t>
      </w:r>
    </w:p>
    <w:p w14:paraId="11726664" w14:textId="77777777" w:rsidR="00435B4F" w:rsidRDefault="00435B4F" w:rsidP="00256283">
      <w:r>
        <w:t>— </w:t>
      </w:r>
      <w:r w:rsidR="00256283">
        <w:t>J</w:t>
      </w:r>
      <w:r>
        <w:t>’</w:t>
      </w:r>
      <w:r w:rsidR="00256283">
        <w:t>espérais bien que vous reviendriez</w:t>
      </w:r>
      <w:r>
        <w:t xml:space="preserve"> ! </w:t>
      </w:r>
      <w:r w:rsidR="00256283">
        <w:t>dit-il</w:t>
      </w:r>
      <w:r>
        <w:t>.</w:t>
      </w:r>
    </w:p>
    <w:p w14:paraId="6CCED747" w14:textId="77777777" w:rsidR="00435B4F" w:rsidRDefault="00256283" w:rsidP="00256283">
      <w:r>
        <w:t>Il serra la main de Nora</w:t>
      </w:r>
      <w:r w:rsidR="00435B4F">
        <w:t xml:space="preserve">, </w:t>
      </w:r>
      <w:r>
        <w:t>puis la mienne et sourit à Dorothy</w:t>
      </w:r>
      <w:r w:rsidR="00435B4F">
        <w:t>.</w:t>
      </w:r>
    </w:p>
    <w:p w14:paraId="5625AD89" w14:textId="77777777" w:rsidR="00435B4F" w:rsidRDefault="00435B4F" w:rsidP="00256283">
      <w:r>
        <w:t>— </w:t>
      </w:r>
      <w:r w:rsidR="00256283">
        <w:t>Pete</w:t>
      </w:r>
      <w:r>
        <w:t xml:space="preserve">, </w:t>
      </w:r>
      <w:r w:rsidR="00256283">
        <w:t>dit-il à un garçon qui passait</w:t>
      </w:r>
      <w:r>
        <w:t xml:space="preserve">, </w:t>
      </w:r>
      <w:r w:rsidR="00256283">
        <w:t>mettez une table ici pour Mr</w:t>
      </w:r>
      <w:r>
        <w:t xml:space="preserve">. </w:t>
      </w:r>
      <w:r w:rsidR="00256283">
        <w:t>Charles</w:t>
      </w:r>
      <w:r>
        <w:t>.</w:t>
      </w:r>
    </w:p>
    <w:p w14:paraId="7E7F4C96" w14:textId="77777777" w:rsidR="00435B4F" w:rsidRDefault="00435B4F" w:rsidP="00256283">
      <w:r>
        <w:t>— </w:t>
      </w:r>
      <w:r w:rsidR="00256283">
        <w:t>Est-ce que vous avez autant de monde tous les soirs</w:t>
      </w:r>
      <w:r>
        <w:t xml:space="preserve"> ? </w:t>
      </w:r>
      <w:r w:rsidR="00256283">
        <w:t>demandai-je</w:t>
      </w:r>
      <w:r>
        <w:t>.</w:t>
      </w:r>
    </w:p>
    <w:p w14:paraId="74AA254D" w14:textId="77777777" w:rsidR="00435B4F" w:rsidRDefault="00435B4F" w:rsidP="00256283">
      <w:r>
        <w:t>— </w:t>
      </w:r>
      <w:r w:rsidR="00256283">
        <w:t>Je n</w:t>
      </w:r>
      <w:r>
        <w:t>’</w:t>
      </w:r>
      <w:r w:rsidR="00256283">
        <w:t>ai pas à me plaindre</w:t>
      </w:r>
      <w:r>
        <w:t xml:space="preserve"> ! </w:t>
      </w:r>
      <w:r w:rsidR="00256283">
        <w:t>dit-il</w:t>
      </w:r>
      <w:r>
        <w:t xml:space="preserve">. </w:t>
      </w:r>
      <w:r w:rsidR="00256283">
        <w:t>Les clients reviennent</w:t>
      </w:r>
      <w:r>
        <w:t xml:space="preserve">. </w:t>
      </w:r>
      <w:r w:rsidR="00256283">
        <w:t>Je n</w:t>
      </w:r>
      <w:r>
        <w:t>’</w:t>
      </w:r>
      <w:r w:rsidR="00256283">
        <w:t>ai pas de crachoirs de marbre noir à leur offrir</w:t>
      </w:r>
      <w:r>
        <w:t xml:space="preserve">, </w:t>
      </w:r>
      <w:r w:rsidR="00256283">
        <w:t>mais ici on n</w:t>
      </w:r>
      <w:r>
        <w:t>’</w:t>
      </w:r>
      <w:r w:rsidR="00256283">
        <w:t>a pas besoin de cracher ce qu</w:t>
      </w:r>
      <w:r>
        <w:t>’</w:t>
      </w:r>
      <w:r w:rsidR="00256283">
        <w:t>on a bu</w:t>
      </w:r>
      <w:r>
        <w:t xml:space="preserve">. </w:t>
      </w:r>
      <w:r w:rsidR="00256283">
        <w:t>Voulez-vous rester une minute au bar pendant que l</w:t>
      </w:r>
      <w:r>
        <w:t>’</w:t>
      </w:r>
      <w:r w:rsidR="00256283">
        <w:t>on prépare votre table</w:t>
      </w:r>
      <w:r>
        <w:t> ?</w:t>
      </w:r>
    </w:p>
    <w:p w14:paraId="3E660345" w14:textId="77777777" w:rsidR="00435B4F" w:rsidRDefault="00256283" w:rsidP="00256283">
      <w:r>
        <w:t>Nous prîmes des tabourets et commençâmes à boire</w:t>
      </w:r>
      <w:r w:rsidR="00435B4F">
        <w:t>.</w:t>
      </w:r>
    </w:p>
    <w:p w14:paraId="6A983120" w14:textId="77777777" w:rsidR="00435B4F" w:rsidRDefault="00435B4F" w:rsidP="00256283">
      <w:r>
        <w:t>— </w:t>
      </w:r>
      <w:r w:rsidR="00256283">
        <w:t xml:space="preserve">Des nouvelles de </w:t>
      </w:r>
      <w:proofErr w:type="spellStart"/>
      <w:r w:rsidR="00256283">
        <w:t>Nunheim</w:t>
      </w:r>
      <w:proofErr w:type="spellEnd"/>
      <w:r>
        <w:t xml:space="preserve"> ? </w:t>
      </w:r>
      <w:r w:rsidR="00256283">
        <w:t xml:space="preserve">demandai-je à </w:t>
      </w:r>
      <w:proofErr w:type="spellStart"/>
      <w:r w:rsidR="00256283">
        <w:t>Studsy</w:t>
      </w:r>
      <w:proofErr w:type="spellEnd"/>
      <w:r>
        <w:t>.</w:t>
      </w:r>
    </w:p>
    <w:p w14:paraId="6BA18844" w14:textId="77777777" w:rsidR="00435B4F" w:rsidRDefault="00256283" w:rsidP="00256283">
      <w:r>
        <w:t>Il me regarda pendant quelques secondes</w:t>
      </w:r>
      <w:r w:rsidR="00435B4F">
        <w:t xml:space="preserve">, </w:t>
      </w:r>
      <w:r>
        <w:t>cherchant sa réponse</w:t>
      </w:r>
      <w:r w:rsidR="00435B4F">
        <w:t>.</w:t>
      </w:r>
    </w:p>
    <w:p w14:paraId="2EF58B45" w14:textId="77777777" w:rsidR="00435B4F" w:rsidRDefault="00435B4F" w:rsidP="00256283">
      <w:r>
        <w:t>— </w:t>
      </w:r>
      <w:r w:rsidR="00256283">
        <w:t>Oui</w:t>
      </w:r>
      <w:r>
        <w:t xml:space="preserve">, </w:t>
      </w:r>
      <w:r w:rsidR="00256283">
        <w:t>je sais</w:t>
      </w:r>
      <w:r>
        <w:t xml:space="preserve">, </w:t>
      </w:r>
      <w:r w:rsidR="00256283">
        <w:t>sa poule est ici</w:t>
      </w:r>
      <w:r>
        <w:t xml:space="preserve"> – </w:t>
      </w:r>
      <w:r w:rsidR="00256283">
        <w:t>d</w:t>
      </w:r>
      <w:r>
        <w:t>’</w:t>
      </w:r>
      <w:r w:rsidR="00256283">
        <w:t>un geste de la tête</w:t>
      </w:r>
      <w:r>
        <w:t xml:space="preserve">, </w:t>
      </w:r>
      <w:r w:rsidR="00256283">
        <w:t>le menton pointé vers le bout de la salle</w:t>
      </w:r>
      <w:r>
        <w:t xml:space="preserve">, </w:t>
      </w:r>
      <w:r w:rsidR="00256283">
        <w:t>il attira mon attention sur un groupe bruyant</w:t>
      </w:r>
      <w:r>
        <w:t xml:space="preserve">. </w:t>
      </w:r>
      <w:r w:rsidR="00256283">
        <w:t>Elle en profite pour faire la foire</w:t>
      </w:r>
      <w:r>
        <w:t> !</w:t>
      </w:r>
    </w:p>
    <w:p w14:paraId="1CECA591" w14:textId="77777777" w:rsidR="00435B4F" w:rsidRDefault="00256283" w:rsidP="00256283">
      <w:r>
        <w:t>Miriam était assise au centre du groupe</w:t>
      </w:r>
      <w:r w:rsidR="00435B4F">
        <w:t xml:space="preserve"> ; </w:t>
      </w:r>
      <w:r>
        <w:t>je voyais sa chevelure flamboyante</w:t>
      </w:r>
      <w:r w:rsidR="00435B4F">
        <w:t>.</w:t>
      </w:r>
    </w:p>
    <w:p w14:paraId="3D987ACD" w14:textId="77777777" w:rsidR="00435B4F" w:rsidRDefault="00435B4F" w:rsidP="00256283">
      <w:r>
        <w:t>— </w:t>
      </w:r>
      <w:r w:rsidR="00256283">
        <w:t>Qui a fait le coup</w:t>
      </w:r>
      <w:r>
        <w:t xml:space="preserve"> ? </w:t>
      </w:r>
      <w:r w:rsidR="00256283">
        <w:t>demandai-je</w:t>
      </w:r>
      <w:r>
        <w:t>.</w:t>
      </w:r>
    </w:p>
    <w:p w14:paraId="1DABDD1F" w14:textId="77777777" w:rsidR="00435B4F" w:rsidRDefault="00435B4F" w:rsidP="00256283">
      <w:r>
        <w:lastRenderedPageBreak/>
        <w:t>— </w:t>
      </w:r>
      <w:r w:rsidR="00256283">
        <w:t>Elle dit que c</w:t>
      </w:r>
      <w:r>
        <w:t>’</w:t>
      </w:r>
      <w:r w:rsidR="00256283">
        <w:t>est les flics</w:t>
      </w:r>
      <w:r>
        <w:t xml:space="preserve"> ; </w:t>
      </w:r>
      <w:proofErr w:type="spellStart"/>
      <w:r w:rsidR="00256283">
        <w:t>Nunheim</w:t>
      </w:r>
      <w:proofErr w:type="spellEnd"/>
      <w:r w:rsidR="00256283">
        <w:t xml:space="preserve"> savait trop de choses</w:t>
      </w:r>
      <w:r>
        <w:t> !</w:t>
      </w:r>
    </w:p>
    <w:p w14:paraId="654EAF26" w14:textId="77777777" w:rsidR="00435B4F" w:rsidRDefault="00435B4F" w:rsidP="00256283">
      <w:r>
        <w:t>— </w:t>
      </w:r>
      <w:r w:rsidR="00256283">
        <w:t>C</w:t>
      </w:r>
      <w:r>
        <w:t>’</w:t>
      </w:r>
      <w:r w:rsidR="00256283">
        <w:t>est une blague</w:t>
      </w:r>
      <w:r>
        <w:t xml:space="preserve"> ! </w:t>
      </w:r>
      <w:r w:rsidR="00256283">
        <w:t>dis-je</w:t>
      </w:r>
      <w:r>
        <w:t>.</w:t>
      </w:r>
    </w:p>
    <w:p w14:paraId="16A22A2F" w14:textId="77777777" w:rsidR="00435B4F" w:rsidRDefault="00435B4F" w:rsidP="00256283">
      <w:r>
        <w:t>— </w:t>
      </w:r>
      <w:r w:rsidR="00256283">
        <w:t>Une blague</w:t>
      </w:r>
      <w:r>
        <w:t xml:space="preserve"> ! </w:t>
      </w:r>
      <w:r w:rsidR="00256283">
        <w:t xml:space="preserve">répéta </w:t>
      </w:r>
      <w:proofErr w:type="spellStart"/>
      <w:r w:rsidR="00256283">
        <w:t>Studsy</w:t>
      </w:r>
      <w:proofErr w:type="spellEnd"/>
      <w:r>
        <w:t xml:space="preserve">. </w:t>
      </w:r>
      <w:r w:rsidR="00256283">
        <w:t>Voici votre table</w:t>
      </w:r>
      <w:r>
        <w:t xml:space="preserve"> ; </w:t>
      </w:r>
      <w:r w:rsidR="00256283">
        <w:t>asseyez-vous</w:t>
      </w:r>
      <w:r>
        <w:t xml:space="preserve"> ; </w:t>
      </w:r>
      <w:r w:rsidR="00256283">
        <w:t>je reviens dans quelques secondes</w:t>
      </w:r>
      <w:r>
        <w:t>.</w:t>
      </w:r>
    </w:p>
    <w:p w14:paraId="66391DB2" w14:textId="77777777" w:rsidR="00435B4F" w:rsidRDefault="00256283" w:rsidP="00256283">
      <w:r>
        <w:t>Nous prîmes nos verres sur le comptoir pour nous installer à une petite table qui avait été placée entre deux autres que le garçon avait réussi à faire écarter</w:t>
      </w:r>
      <w:r w:rsidR="00435B4F">
        <w:t xml:space="preserve">. </w:t>
      </w:r>
      <w:r>
        <w:t>Nora porta son verre à ses lèvres et frissonna</w:t>
      </w:r>
      <w:r w:rsidR="00435B4F">
        <w:t>.</w:t>
      </w:r>
    </w:p>
    <w:p w14:paraId="38352096" w14:textId="77777777" w:rsidR="00435B4F" w:rsidRDefault="00435B4F" w:rsidP="00256283">
      <w:r>
        <w:t>— </w:t>
      </w:r>
      <w:r w:rsidR="00256283">
        <w:t>Bon Dieu</w:t>
      </w:r>
      <w:r>
        <w:t xml:space="preserve">, </w:t>
      </w:r>
      <w:r w:rsidR="00256283">
        <w:t>que c</w:t>
      </w:r>
      <w:r>
        <w:t>’</w:t>
      </w:r>
      <w:r w:rsidR="00256283">
        <w:t>est mauvais</w:t>
      </w:r>
      <w:r>
        <w:t xml:space="preserve"> ! </w:t>
      </w:r>
      <w:r w:rsidR="00256283">
        <w:t>murmura-t-elle</w:t>
      </w:r>
      <w:r>
        <w:t>.</w:t>
      </w:r>
    </w:p>
    <w:p w14:paraId="692FFC0C" w14:textId="77777777" w:rsidR="00435B4F" w:rsidRDefault="00435B4F" w:rsidP="00256283">
      <w:r>
        <w:t>— </w:t>
      </w:r>
      <w:r w:rsidR="00256283">
        <w:t>Regardez donc</w:t>
      </w:r>
      <w:r>
        <w:t xml:space="preserve"> ! </w:t>
      </w:r>
      <w:r w:rsidR="00256283">
        <w:t>s</w:t>
      </w:r>
      <w:r>
        <w:t>’</w:t>
      </w:r>
      <w:r w:rsidR="00256283">
        <w:t>écria Dorothy</w:t>
      </w:r>
      <w:r>
        <w:t>.</w:t>
      </w:r>
    </w:p>
    <w:p w14:paraId="70E5453A" w14:textId="77777777" w:rsidR="00435B4F" w:rsidRDefault="00256283" w:rsidP="00256283">
      <w:r>
        <w:t>Nous levâmes la tête</w:t>
      </w:r>
      <w:r w:rsidR="00435B4F">
        <w:t xml:space="preserve"> : </w:t>
      </w:r>
      <w:proofErr w:type="spellStart"/>
      <w:r>
        <w:t>Shep</w:t>
      </w:r>
      <w:proofErr w:type="spellEnd"/>
      <w:r>
        <w:t xml:space="preserve"> Morelli venait vers nous</w:t>
      </w:r>
      <w:r w:rsidR="00435B4F">
        <w:t xml:space="preserve">. </w:t>
      </w:r>
      <w:r>
        <w:t>Son visage avait attiré l</w:t>
      </w:r>
      <w:r w:rsidR="00435B4F">
        <w:t>’</w:t>
      </w:r>
      <w:r>
        <w:t>attention de la jeune fille</w:t>
      </w:r>
      <w:r w:rsidR="00435B4F">
        <w:t xml:space="preserve"> : </w:t>
      </w:r>
      <w:r>
        <w:t>il était enflé et meurtri et sa couleur allait du pourpre sombre entourant l</w:t>
      </w:r>
      <w:r w:rsidR="00435B4F">
        <w:t>’</w:t>
      </w:r>
      <w:r>
        <w:t>œil au rose pâle d</w:t>
      </w:r>
      <w:r w:rsidR="00435B4F">
        <w:t>’</w:t>
      </w:r>
      <w:r>
        <w:t>une bande de sparadrap collée au menton</w:t>
      </w:r>
      <w:r w:rsidR="00435B4F">
        <w:t>.</w:t>
      </w:r>
    </w:p>
    <w:p w14:paraId="269DBF5A" w14:textId="77777777" w:rsidR="00435B4F" w:rsidRDefault="00256283" w:rsidP="00256283">
      <w:r>
        <w:t>Il vint tout droit vers nous</w:t>
      </w:r>
      <w:r w:rsidR="00435B4F">
        <w:t xml:space="preserve">, </w:t>
      </w:r>
      <w:r>
        <w:t>se pencha et posa les deux poings sur la table</w:t>
      </w:r>
      <w:r w:rsidR="00435B4F">
        <w:t>.</w:t>
      </w:r>
    </w:p>
    <w:p w14:paraId="0CC2AE26" w14:textId="77777777" w:rsidR="00435B4F" w:rsidRDefault="00435B4F" w:rsidP="00256283">
      <w:r>
        <w:t>— </w:t>
      </w:r>
      <w:proofErr w:type="spellStart"/>
      <w:r w:rsidR="00256283">
        <w:t>Studsy</w:t>
      </w:r>
      <w:proofErr w:type="spellEnd"/>
      <w:r w:rsidR="00256283">
        <w:t xml:space="preserve"> dit que je dois vous faire des excuses</w:t>
      </w:r>
      <w:r>
        <w:t xml:space="preserve"> ! </w:t>
      </w:r>
      <w:r w:rsidR="00256283">
        <w:t>fit-il</w:t>
      </w:r>
      <w:r>
        <w:t>.</w:t>
      </w:r>
    </w:p>
    <w:p w14:paraId="239FA21A" w14:textId="77777777" w:rsidR="00435B4F" w:rsidRDefault="00435B4F" w:rsidP="00256283">
      <w:r>
        <w:t>— </w:t>
      </w:r>
      <w:r w:rsidR="00256283">
        <w:t>Alors</w:t>
      </w:r>
      <w:r>
        <w:t xml:space="preserve"> ? </w:t>
      </w:r>
      <w:r w:rsidR="00256283">
        <w:t>dis-je</w:t>
      </w:r>
      <w:r>
        <w:t>.</w:t>
      </w:r>
    </w:p>
    <w:p w14:paraId="3E1A7F0F" w14:textId="77777777" w:rsidR="00435B4F" w:rsidRDefault="00435B4F" w:rsidP="00256283">
      <w:r>
        <w:t>— </w:t>
      </w:r>
      <w:r w:rsidR="00256283">
        <w:t>Alors</w:t>
      </w:r>
      <w:r>
        <w:t xml:space="preserve">, </w:t>
      </w:r>
      <w:r w:rsidR="00256283">
        <w:t>reprit-il</w:t>
      </w:r>
      <w:r>
        <w:t xml:space="preserve">, </w:t>
      </w:r>
      <w:r w:rsidR="00256283">
        <w:t>ce n</w:t>
      </w:r>
      <w:r>
        <w:t>’</w:t>
      </w:r>
      <w:r w:rsidR="00256283">
        <w:t>est pas mon habitude</w:t>
      </w:r>
      <w:r>
        <w:t xml:space="preserve"> ; </w:t>
      </w:r>
      <w:r w:rsidR="00256283">
        <w:t>quand j</w:t>
      </w:r>
      <w:r>
        <w:t>’</w:t>
      </w:r>
      <w:r w:rsidR="00256283">
        <w:t>ai fait quelque chose</w:t>
      </w:r>
      <w:r>
        <w:t xml:space="preserve">, </w:t>
      </w:r>
      <w:r w:rsidR="00256283">
        <w:t>il faut le prendre ou le laisser</w:t>
      </w:r>
      <w:r>
        <w:t xml:space="preserve">, </w:t>
      </w:r>
      <w:r w:rsidR="00256283">
        <w:t>mais</w:t>
      </w:r>
      <w:r>
        <w:t xml:space="preserve">, </w:t>
      </w:r>
      <w:r w:rsidR="00256283">
        <w:t>tout de même</w:t>
      </w:r>
      <w:r>
        <w:t xml:space="preserve">, </w:t>
      </w:r>
      <w:r w:rsidR="00256283">
        <w:t>je tiens à vous dire que je regrette d</w:t>
      </w:r>
      <w:r>
        <w:t>’</w:t>
      </w:r>
      <w:r w:rsidR="00256283">
        <w:t>avoir tiré et j</w:t>
      </w:r>
      <w:r>
        <w:t>’</w:t>
      </w:r>
      <w:r w:rsidR="00256283">
        <w:t>espère que ce ne sera rien</w:t>
      </w:r>
      <w:r>
        <w:t xml:space="preserve">. </w:t>
      </w:r>
      <w:r w:rsidR="00256283">
        <w:t>S</w:t>
      </w:r>
      <w:r>
        <w:t>’</w:t>
      </w:r>
      <w:r w:rsidR="00256283">
        <w:t>il y a quelque chose que je puisse faire pour</w:t>
      </w:r>
      <w:r>
        <w:t>…</w:t>
      </w:r>
    </w:p>
    <w:p w14:paraId="19894475" w14:textId="77777777" w:rsidR="00435B4F" w:rsidRDefault="00435B4F" w:rsidP="00256283">
      <w:r>
        <w:t>— </w:t>
      </w:r>
      <w:r w:rsidR="00256283">
        <w:t>Ça va mon vieux</w:t>
      </w:r>
      <w:r>
        <w:t xml:space="preserve">, </w:t>
      </w:r>
      <w:r w:rsidR="00256283">
        <w:t>n</w:t>
      </w:r>
      <w:r>
        <w:t>’</w:t>
      </w:r>
      <w:r w:rsidR="00256283">
        <w:t>en parlons plus</w:t>
      </w:r>
      <w:r>
        <w:t xml:space="preserve"> ! </w:t>
      </w:r>
      <w:r w:rsidR="00256283">
        <w:t>dis-je</w:t>
      </w:r>
      <w:r>
        <w:t xml:space="preserve"> ; </w:t>
      </w:r>
      <w:r w:rsidR="00256283">
        <w:t>asseyez-vous</w:t>
      </w:r>
      <w:r>
        <w:t xml:space="preserve">, </w:t>
      </w:r>
      <w:r w:rsidR="00256283">
        <w:t>et prenez quelque chose avec nous</w:t>
      </w:r>
      <w:r>
        <w:t xml:space="preserve">. </w:t>
      </w:r>
      <w:r w:rsidR="00256283">
        <w:t>Mr</w:t>
      </w:r>
      <w:r>
        <w:t xml:space="preserve">. </w:t>
      </w:r>
      <w:r w:rsidR="00256283">
        <w:t>Morelli</w:t>
      </w:r>
      <w:r>
        <w:t xml:space="preserve">, </w:t>
      </w:r>
      <w:r w:rsidR="00256283">
        <w:t xml:space="preserve">Miss </w:t>
      </w:r>
      <w:proofErr w:type="spellStart"/>
      <w:r w:rsidR="00256283">
        <w:t>Wynant</w:t>
      </w:r>
      <w:proofErr w:type="spellEnd"/>
      <w:r>
        <w:t>.</w:t>
      </w:r>
    </w:p>
    <w:p w14:paraId="42140675" w14:textId="77777777" w:rsidR="00435B4F" w:rsidRDefault="00256283" w:rsidP="00256283">
      <w:r>
        <w:lastRenderedPageBreak/>
        <w:t>Dorothy ouvrait des yeux immenses</w:t>
      </w:r>
      <w:r w:rsidR="00435B4F">
        <w:t>.</w:t>
      </w:r>
    </w:p>
    <w:p w14:paraId="15489B10" w14:textId="77777777" w:rsidR="00435B4F" w:rsidRDefault="00256283" w:rsidP="00256283">
      <w:r>
        <w:t>Morelli chercha une chaise et s</w:t>
      </w:r>
      <w:r w:rsidR="00435B4F">
        <w:t>’</w:t>
      </w:r>
      <w:r>
        <w:t>assit près de nous</w:t>
      </w:r>
      <w:r w:rsidR="00435B4F">
        <w:t>.</w:t>
      </w:r>
    </w:p>
    <w:p w14:paraId="1D715F26" w14:textId="77777777" w:rsidR="00435B4F" w:rsidRDefault="00435B4F" w:rsidP="00256283">
      <w:r>
        <w:t>— </w:t>
      </w:r>
      <w:r w:rsidR="00256283">
        <w:t>J</w:t>
      </w:r>
      <w:r>
        <w:t>’</w:t>
      </w:r>
      <w:r w:rsidR="00256283">
        <w:t>espère que vous ne m</w:t>
      </w:r>
      <w:r>
        <w:t>’</w:t>
      </w:r>
      <w:r w:rsidR="00256283">
        <w:t>en voulez pas</w:t>
      </w:r>
      <w:r>
        <w:t xml:space="preserve"> ! </w:t>
      </w:r>
      <w:r w:rsidR="00256283">
        <w:t>dit-il à Nora</w:t>
      </w:r>
      <w:r>
        <w:t>.</w:t>
      </w:r>
    </w:p>
    <w:p w14:paraId="215C0056" w14:textId="77777777" w:rsidR="00435B4F" w:rsidRDefault="00435B4F" w:rsidP="00256283">
      <w:r>
        <w:t>— </w:t>
      </w:r>
      <w:r w:rsidR="00256283">
        <w:t>Non</w:t>
      </w:r>
      <w:r>
        <w:t xml:space="preserve">, </w:t>
      </w:r>
      <w:r w:rsidR="00256283">
        <w:t>c</w:t>
      </w:r>
      <w:r>
        <w:t>’</w:t>
      </w:r>
      <w:r w:rsidR="00256283">
        <w:t>était rigolo</w:t>
      </w:r>
      <w:r>
        <w:t xml:space="preserve"> ! </w:t>
      </w:r>
      <w:r w:rsidR="00256283">
        <w:t>fit ma femme</w:t>
      </w:r>
      <w:r>
        <w:t>.</w:t>
      </w:r>
    </w:p>
    <w:p w14:paraId="61859A50" w14:textId="77777777" w:rsidR="00435B4F" w:rsidRDefault="00256283" w:rsidP="00256283">
      <w:r>
        <w:t>Il la regarda d</w:t>
      </w:r>
      <w:r w:rsidR="00435B4F">
        <w:t>’</w:t>
      </w:r>
      <w:r>
        <w:t>un air méfiant</w:t>
      </w:r>
      <w:r w:rsidR="00435B4F">
        <w:t>.</w:t>
      </w:r>
    </w:p>
    <w:p w14:paraId="5D7DDC4E" w14:textId="77777777" w:rsidR="00435B4F" w:rsidRDefault="00435B4F" w:rsidP="00256283">
      <w:r>
        <w:t>— </w:t>
      </w:r>
      <w:r w:rsidR="00256283">
        <w:t>Liberté sous caution</w:t>
      </w:r>
      <w:r>
        <w:t xml:space="preserve"> ? </w:t>
      </w:r>
      <w:r w:rsidR="00256283">
        <w:t>demandai-je</w:t>
      </w:r>
      <w:r>
        <w:t>.</w:t>
      </w:r>
    </w:p>
    <w:p w14:paraId="40799618" w14:textId="77777777" w:rsidR="00435B4F" w:rsidRDefault="00435B4F" w:rsidP="00256283">
      <w:r>
        <w:t>— </w:t>
      </w:r>
      <w:r w:rsidR="00256283">
        <w:t>Oui</w:t>
      </w:r>
      <w:r>
        <w:t xml:space="preserve">, </w:t>
      </w:r>
      <w:r w:rsidR="00256283">
        <w:t>cet après-midi</w:t>
      </w:r>
      <w:r>
        <w:t>.</w:t>
      </w:r>
    </w:p>
    <w:p w14:paraId="137FF6EE" w14:textId="77777777" w:rsidR="00435B4F" w:rsidRDefault="00256283" w:rsidP="00256283">
      <w:r>
        <w:t>Il passa la main sur son visage</w:t>
      </w:r>
      <w:r w:rsidR="00435B4F">
        <w:t>.</w:t>
      </w:r>
    </w:p>
    <w:p w14:paraId="2F30C4A1" w14:textId="77777777" w:rsidR="00435B4F" w:rsidRDefault="00435B4F" w:rsidP="00256283">
      <w:r>
        <w:t>— </w:t>
      </w:r>
      <w:r w:rsidR="00256283">
        <w:t>C</w:t>
      </w:r>
      <w:r>
        <w:t>’</w:t>
      </w:r>
      <w:r w:rsidR="00256283">
        <w:t>est de là que viennent les derniers pains que j</w:t>
      </w:r>
      <w:r>
        <w:t>’</w:t>
      </w:r>
      <w:r w:rsidR="00256283">
        <w:t>ai reçus</w:t>
      </w:r>
      <w:r>
        <w:t xml:space="preserve">. </w:t>
      </w:r>
      <w:r w:rsidR="00256283">
        <w:t>On m</w:t>
      </w:r>
      <w:r>
        <w:t>’</w:t>
      </w:r>
      <w:r w:rsidR="00256283">
        <w:t>a sonné encore un peu avant de me lâcher</w:t>
      </w:r>
      <w:r>
        <w:t>.</w:t>
      </w:r>
    </w:p>
    <w:p w14:paraId="7CF428DB" w14:textId="77777777" w:rsidR="00435B4F" w:rsidRDefault="00435B4F" w:rsidP="00256283">
      <w:r>
        <w:t>— </w:t>
      </w:r>
      <w:r w:rsidR="00256283">
        <w:t>C</w:t>
      </w:r>
      <w:r>
        <w:t>’</w:t>
      </w:r>
      <w:r w:rsidR="00256283">
        <w:t>est horrible</w:t>
      </w:r>
      <w:r>
        <w:t xml:space="preserve"> ! </w:t>
      </w:r>
      <w:r w:rsidR="00256283">
        <w:t>fit Nora indignée</w:t>
      </w:r>
      <w:r>
        <w:t>.</w:t>
      </w:r>
    </w:p>
    <w:p w14:paraId="3DD047A1" w14:textId="77777777" w:rsidR="00435B4F" w:rsidRDefault="00256283" w:rsidP="00256283">
      <w:r>
        <w:t>Je lui caressai doucement la main</w:t>
      </w:r>
      <w:r w:rsidR="00435B4F">
        <w:t>.</w:t>
      </w:r>
    </w:p>
    <w:p w14:paraId="7A58BEE1" w14:textId="77777777" w:rsidR="00435B4F" w:rsidRDefault="00435B4F" w:rsidP="00256283">
      <w:r>
        <w:t>— </w:t>
      </w:r>
      <w:r w:rsidR="00256283">
        <w:t>C</w:t>
      </w:r>
      <w:r>
        <w:t>’</w:t>
      </w:r>
      <w:r w:rsidR="00256283">
        <w:t>est le métier</w:t>
      </w:r>
      <w:r>
        <w:t xml:space="preserve"> ! </w:t>
      </w:r>
      <w:r w:rsidR="00256283">
        <w:t>murmura Morelli</w:t>
      </w:r>
      <w:r>
        <w:t>.</w:t>
      </w:r>
    </w:p>
    <w:p w14:paraId="399FC44F" w14:textId="77777777" w:rsidR="00435B4F" w:rsidRDefault="00256283" w:rsidP="00256283">
      <w:r>
        <w:t>Il tenta de sourire mais ses lèvres enflées le gênaient</w:t>
      </w:r>
      <w:r w:rsidR="00435B4F">
        <w:t>.</w:t>
      </w:r>
    </w:p>
    <w:p w14:paraId="413AED3B" w14:textId="77777777" w:rsidR="00435B4F" w:rsidRDefault="00435B4F" w:rsidP="00256283">
      <w:r>
        <w:t>— </w:t>
      </w:r>
      <w:r w:rsidR="00256283">
        <w:t>Ça va</w:t>
      </w:r>
      <w:r>
        <w:t xml:space="preserve">, </w:t>
      </w:r>
      <w:r w:rsidR="00256283">
        <w:t>dit-il</w:t>
      </w:r>
      <w:r>
        <w:t xml:space="preserve">, </w:t>
      </w:r>
      <w:r w:rsidR="00256283">
        <w:t>tant qu</w:t>
      </w:r>
      <w:r>
        <w:t>’</w:t>
      </w:r>
      <w:r w:rsidR="00256283">
        <w:t>il faut trois hommes pour me tenir</w:t>
      </w:r>
      <w:r>
        <w:t> !</w:t>
      </w:r>
    </w:p>
    <w:p w14:paraId="0CABC4CE" w14:textId="77777777" w:rsidR="00435B4F" w:rsidRDefault="00435B4F" w:rsidP="00256283">
      <w:r>
        <w:t>— </w:t>
      </w:r>
      <w:r w:rsidR="00256283">
        <w:t>Est-ce que tu as jamais fait des choses pareilles</w:t>
      </w:r>
      <w:r>
        <w:t xml:space="preserve"> ? </w:t>
      </w:r>
      <w:r w:rsidR="00256283">
        <w:t>me demanda Nora</w:t>
      </w:r>
      <w:r>
        <w:t>.</w:t>
      </w:r>
    </w:p>
    <w:p w14:paraId="34A9DA8B" w14:textId="77777777" w:rsidR="00435B4F" w:rsidRDefault="00435B4F" w:rsidP="00256283">
      <w:r>
        <w:t>— </w:t>
      </w:r>
      <w:r w:rsidR="00256283">
        <w:t>Qui</w:t>
      </w:r>
      <w:r>
        <w:t xml:space="preserve">, </w:t>
      </w:r>
      <w:r w:rsidR="00256283">
        <w:t>moi</w:t>
      </w:r>
      <w:r>
        <w:t> ?</w:t>
      </w:r>
    </w:p>
    <w:p w14:paraId="7331D9D0" w14:textId="77777777" w:rsidR="00435B4F" w:rsidRDefault="00256283" w:rsidP="00256283">
      <w:proofErr w:type="spellStart"/>
      <w:r>
        <w:t>Studsy</w:t>
      </w:r>
      <w:proofErr w:type="spellEnd"/>
      <w:r>
        <w:t xml:space="preserve"> arrivait</w:t>
      </w:r>
      <w:r w:rsidR="00435B4F">
        <w:t xml:space="preserve">, </w:t>
      </w:r>
      <w:r>
        <w:t>portant une chaise</w:t>
      </w:r>
      <w:r w:rsidR="00435B4F">
        <w:t>.</w:t>
      </w:r>
    </w:p>
    <w:p w14:paraId="5A7E002A" w14:textId="77777777" w:rsidR="00435B4F" w:rsidRDefault="00435B4F" w:rsidP="00256283">
      <w:r>
        <w:t>— </w:t>
      </w:r>
      <w:r w:rsidR="00256283">
        <w:t>Il s</w:t>
      </w:r>
      <w:r>
        <w:t>’</w:t>
      </w:r>
      <w:r w:rsidR="00256283">
        <w:t>est payé une séance à l</w:t>
      </w:r>
      <w:r>
        <w:t>’</w:t>
      </w:r>
      <w:r w:rsidR="00256283">
        <w:t>institut de beauté</w:t>
      </w:r>
      <w:r>
        <w:t xml:space="preserve"> ! </w:t>
      </w:r>
      <w:r w:rsidR="00256283">
        <w:t>dit-il en montrant Morelli d</w:t>
      </w:r>
      <w:r>
        <w:t>’</w:t>
      </w:r>
      <w:r w:rsidR="00256283">
        <w:t>un mouvement du menton</w:t>
      </w:r>
      <w:r>
        <w:t>.</w:t>
      </w:r>
    </w:p>
    <w:p w14:paraId="2ED931FC" w14:textId="77777777" w:rsidR="00435B4F" w:rsidRDefault="00256283" w:rsidP="00256283">
      <w:r>
        <w:t>Il désigna du geste le verre de Nora</w:t>
      </w:r>
      <w:r w:rsidR="00435B4F">
        <w:t>.</w:t>
      </w:r>
    </w:p>
    <w:p w14:paraId="5D5F6B82" w14:textId="77777777" w:rsidR="00435B4F" w:rsidRDefault="00435B4F" w:rsidP="00256283">
      <w:r>
        <w:lastRenderedPageBreak/>
        <w:t>— </w:t>
      </w:r>
      <w:r w:rsidR="00256283">
        <w:t>Vous n</w:t>
      </w:r>
      <w:r>
        <w:t>’</w:t>
      </w:r>
      <w:r w:rsidR="00256283">
        <w:t>avez rien de pareil dans vos boîtes chic</w:t>
      </w:r>
      <w:r>
        <w:t xml:space="preserve"> ! </w:t>
      </w:r>
      <w:r w:rsidR="00256283">
        <w:t>ricana-t-il</w:t>
      </w:r>
      <w:r>
        <w:t xml:space="preserve">, </w:t>
      </w:r>
      <w:r w:rsidR="00256283">
        <w:t>et ici c</w:t>
      </w:r>
      <w:r>
        <w:t>’</w:t>
      </w:r>
      <w:r w:rsidR="00256283">
        <w:t>est moins cher</w:t>
      </w:r>
      <w:r>
        <w:t>.</w:t>
      </w:r>
    </w:p>
    <w:p w14:paraId="30AC47B3" w14:textId="77777777" w:rsidR="00435B4F" w:rsidRDefault="00256283" w:rsidP="00256283">
      <w:r>
        <w:t>Nora sourit</w:t>
      </w:r>
      <w:r w:rsidR="00435B4F">
        <w:t xml:space="preserve">, </w:t>
      </w:r>
      <w:r>
        <w:t>faiblement</w:t>
      </w:r>
      <w:r w:rsidR="00435B4F">
        <w:t xml:space="preserve">, </w:t>
      </w:r>
      <w:r>
        <w:t>mais c</w:t>
      </w:r>
      <w:r w:rsidR="00435B4F">
        <w:t>’</w:t>
      </w:r>
      <w:r>
        <w:t>était tout de même un sourire</w:t>
      </w:r>
      <w:r w:rsidR="00435B4F">
        <w:t xml:space="preserve">. </w:t>
      </w:r>
      <w:r>
        <w:t>Elle posa son pied sur le mien</w:t>
      </w:r>
      <w:r w:rsidR="00435B4F">
        <w:t xml:space="preserve">, </w:t>
      </w:r>
      <w:r>
        <w:t>sous la table</w:t>
      </w:r>
      <w:r w:rsidR="00435B4F">
        <w:t>.</w:t>
      </w:r>
    </w:p>
    <w:p w14:paraId="5C475FF6" w14:textId="77777777" w:rsidR="00435B4F" w:rsidRDefault="00435B4F" w:rsidP="00256283">
      <w:r>
        <w:t>— </w:t>
      </w:r>
      <w:r w:rsidR="00256283">
        <w:t>Avez-vous connu Julia Wolf</w:t>
      </w:r>
      <w:r>
        <w:t xml:space="preserve">, </w:t>
      </w:r>
      <w:r w:rsidR="00256283">
        <w:t>à Cleveland</w:t>
      </w:r>
      <w:r>
        <w:t xml:space="preserve"> ? </w:t>
      </w:r>
      <w:r w:rsidR="00256283">
        <w:t xml:space="preserve">demandai-je à </w:t>
      </w:r>
      <w:proofErr w:type="spellStart"/>
      <w:r w:rsidR="00256283">
        <w:t>Shep</w:t>
      </w:r>
      <w:proofErr w:type="spellEnd"/>
      <w:r>
        <w:t>.</w:t>
      </w:r>
    </w:p>
    <w:p w14:paraId="39395A93" w14:textId="77777777" w:rsidR="00435B4F" w:rsidRDefault="00256283" w:rsidP="00256283">
      <w:r>
        <w:t>L</w:t>
      </w:r>
      <w:r w:rsidR="00435B4F">
        <w:t>’</w:t>
      </w:r>
      <w:r>
        <w:t xml:space="preserve">homme jeta un regard de côté sur </w:t>
      </w:r>
      <w:proofErr w:type="spellStart"/>
      <w:r>
        <w:t>Studsy</w:t>
      </w:r>
      <w:proofErr w:type="spellEnd"/>
      <w:r>
        <w:t xml:space="preserve"> qui</w:t>
      </w:r>
      <w:r w:rsidR="00435B4F">
        <w:t xml:space="preserve">, </w:t>
      </w:r>
      <w:r>
        <w:t>carré dans sa chaise</w:t>
      </w:r>
      <w:r w:rsidR="00435B4F">
        <w:t xml:space="preserve">, </w:t>
      </w:r>
      <w:r>
        <w:t>regardait autour de lui</w:t>
      </w:r>
      <w:r w:rsidR="00435B4F">
        <w:t xml:space="preserve">, </w:t>
      </w:r>
      <w:r>
        <w:t>surveillant le service</w:t>
      </w:r>
      <w:r w:rsidR="00435B4F">
        <w:t>.</w:t>
      </w:r>
    </w:p>
    <w:p w14:paraId="68549D0E" w14:textId="77777777" w:rsidR="00435B4F" w:rsidRDefault="00435B4F" w:rsidP="00256283">
      <w:r>
        <w:t>— </w:t>
      </w:r>
      <w:r w:rsidR="00256283">
        <w:t>Quand elle s</w:t>
      </w:r>
      <w:r>
        <w:t>’</w:t>
      </w:r>
      <w:r w:rsidR="00256283">
        <w:t xml:space="preserve">appelait </w:t>
      </w:r>
      <w:proofErr w:type="spellStart"/>
      <w:r w:rsidR="00256283">
        <w:t>Rhoda</w:t>
      </w:r>
      <w:proofErr w:type="spellEnd"/>
      <w:r w:rsidR="00256283">
        <w:t xml:space="preserve"> Stewart</w:t>
      </w:r>
      <w:r>
        <w:t xml:space="preserve"> ? </w:t>
      </w:r>
      <w:r w:rsidR="00256283">
        <w:t>insistai-je</w:t>
      </w:r>
      <w:r>
        <w:t>.</w:t>
      </w:r>
    </w:p>
    <w:p w14:paraId="111A1242" w14:textId="77777777" w:rsidR="00435B4F" w:rsidRDefault="00256283" w:rsidP="00256283">
      <w:r>
        <w:t>Morelli jeta un coup d</w:t>
      </w:r>
      <w:r w:rsidR="00435B4F">
        <w:t>’</w:t>
      </w:r>
      <w:r>
        <w:t>œil rapide sur Dorothy</w:t>
      </w:r>
      <w:r w:rsidR="00435B4F">
        <w:t>.</w:t>
      </w:r>
    </w:p>
    <w:p w14:paraId="303B1E3B" w14:textId="77777777" w:rsidR="00435B4F" w:rsidRDefault="00435B4F" w:rsidP="00256283">
      <w:r>
        <w:t>— </w:t>
      </w:r>
      <w:r w:rsidR="00256283">
        <w:t>Vous pouvez y aller</w:t>
      </w:r>
      <w:r>
        <w:t xml:space="preserve">, </w:t>
      </w:r>
      <w:r w:rsidR="00256283">
        <w:t>dis-je</w:t>
      </w:r>
      <w:r>
        <w:t xml:space="preserve">, </w:t>
      </w:r>
      <w:r w:rsidR="00256283">
        <w:t>c</w:t>
      </w:r>
      <w:r>
        <w:t>’</w:t>
      </w:r>
      <w:r w:rsidR="00256283">
        <w:t xml:space="preserve">est la fille de Clyde </w:t>
      </w:r>
      <w:proofErr w:type="spellStart"/>
      <w:r w:rsidR="00256283">
        <w:t>Wynant</w:t>
      </w:r>
      <w:proofErr w:type="spellEnd"/>
      <w:r>
        <w:t>.</w:t>
      </w:r>
    </w:p>
    <w:p w14:paraId="6703965F" w14:textId="77777777" w:rsidR="00435B4F" w:rsidRDefault="00256283" w:rsidP="00256283">
      <w:proofErr w:type="spellStart"/>
      <w:r>
        <w:t>Studsy</w:t>
      </w:r>
      <w:proofErr w:type="spellEnd"/>
      <w:r>
        <w:t xml:space="preserve"> se retourna pour la dévisager</w:t>
      </w:r>
      <w:r w:rsidR="00435B4F">
        <w:t>.</w:t>
      </w:r>
    </w:p>
    <w:p w14:paraId="0FACABA8" w14:textId="77777777" w:rsidR="00435B4F" w:rsidRDefault="00435B4F" w:rsidP="00256283">
      <w:r>
        <w:t>— </w:t>
      </w:r>
      <w:r w:rsidR="00256283">
        <w:t>Ah</w:t>
      </w:r>
      <w:r>
        <w:t xml:space="preserve">, </w:t>
      </w:r>
      <w:r w:rsidR="00256283">
        <w:t>ah</w:t>
      </w:r>
      <w:r>
        <w:t xml:space="preserve"> ! </w:t>
      </w:r>
      <w:r w:rsidR="00256283">
        <w:t>fit-il</w:t>
      </w:r>
      <w:r>
        <w:t xml:space="preserve">, </w:t>
      </w:r>
      <w:r w:rsidR="00256283">
        <w:t>et comment va votre père</w:t>
      </w:r>
      <w:r>
        <w:t> ?</w:t>
      </w:r>
    </w:p>
    <w:p w14:paraId="6E420A25" w14:textId="77777777" w:rsidR="00435B4F" w:rsidRDefault="00435B4F" w:rsidP="00256283">
      <w:r>
        <w:t>— </w:t>
      </w:r>
      <w:r w:rsidR="00256283">
        <w:t>Je ne l</w:t>
      </w:r>
      <w:r>
        <w:t>’</w:t>
      </w:r>
      <w:r w:rsidR="00256283">
        <w:t>ai pas vu depuis que j</w:t>
      </w:r>
      <w:r>
        <w:t>’</w:t>
      </w:r>
      <w:r w:rsidR="00256283">
        <w:t>étais toute petite</w:t>
      </w:r>
      <w:r>
        <w:t xml:space="preserve">, </w:t>
      </w:r>
      <w:r w:rsidR="00256283">
        <w:t>répondit-elle</w:t>
      </w:r>
      <w:r>
        <w:t>.</w:t>
      </w:r>
    </w:p>
    <w:p w14:paraId="768C1D88" w14:textId="77777777" w:rsidR="00435B4F" w:rsidRDefault="00256283" w:rsidP="00256283">
      <w:r>
        <w:t>Morelli mouilla le bout d</w:t>
      </w:r>
      <w:r w:rsidR="00435B4F">
        <w:t>’</w:t>
      </w:r>
      <w:r>
        <w:t>une cigarette qu</w:t>
      </w:r>
      <w:r w:rsidR="00435B4F">
        <w:t>’</w:t>
      </w:r>
      <w:r>
        <w:t>il plaça entre ses lèvres enflées</w:t>
      </w:r>
      <w:r w:rsidR="00435B4F">
        <w:t>.</w:t>
      </w:r>
    </w:p>
    <w:p w14:paraId="7855E06A" w14:textId="77777777" w:rsidR="00435B4F" w:rsidRDefault="00435B4F" w:rsidP="00256283">
      <w:r>
        <w:t>— </w:t>
      </w:r>
      <w:r w:rsidR="00256283">
        <w:t>Je suis de Cleveland</w:t>
      </w:r>
      <w:r>
        <w:t xml:space="preserve">, </w:t>
      </w:r>
      <w:r w:rsidR="00256283">
        <w:t>dit-il</w:t>
      </w:r>
      <w:r>
        <w:t>.</w:t>
      </w:r>
    </w:p>
    <w:p w14:paraId="118F4603" w14:textId="77777777" w:rsidR="00435B4F" w:rsidRDefault="00256283" w:rsidP="00256283">
      <w:r>
        <w:t>Il gratta une allumette</w:t>
      </w:r>
      <w:r w:rsidR="00435B4F">
        <w:t xml:space="preserve"> ; </w:t>
      </w:r>
      <w:r>
        <w:t>son regard était terne</w:t>
      </w:r>
      <w:r w:rsidR="00435B4F">
        <w:t xml:space="preserve"> – </w:t>
      </w:r>
      <w:r>
        <w:t>il tentait de voiler l</w:t>
      </w:r>
      <w:r w:rsidR="00435B4F">
        <w:t>’</w:t>
      </w:r>
      <w:r>
        <w:t>éclat de ses yeux</w:t>
      </w:r>
      <w:r w:rsidR="00435B4F">
        <w:t>.</w:t>
      </w:r>
    </w:p>
    <w:p w14:paraId="407D8C2D" w14:textId="77777777" w:rsidR="00435B4F" w:rsidRDefault="00435B4F" w:rsidP="00256283">
      <w:r>
        <w:t>— </w:t>
      </w:r>
      <w:r w:rsidR="00256283">
        <w:t>Elle ne s</w:t>
      </w:r>
      <w:r>
        <w:t>’</w:t>
      </w:r>
      <w:r w:rsidR="00256283">
        <w:t xml:space="preserve">est pas appelée longtemps </w:t>
      </w:r>
      <w:proofErr w:type="spellStart"/>
      <w:r w:rsidR="00256283">
        <w:t>Rhoda</w:t>
      </w:r>
      <w:proofErr w:type="spellEnd"/>
      <w:r w:rsidR="00256283">
        <w:t xml:space="preserve"> Stewart</w:t>
      </w:r>
      <w:r>
        <w:t xml:space="preserve">, </w:t>
      </w:r>
      <w:r w:rsidR="00256283">
        <w:t>reprit-il</w:t>
      </w:r>
      <w:r>
        <w:t xml:space="preserve">, – </w:t>
      </w:r>
      <w:r w:rsidR="00256283">
        <w:t>une fois seulement</w:t>
      </w:r>
      <w:r>
        <w:t xml:space="preserve"> – </w:t>
      </w:r>
      <w:r w:rsidR="00256283">
        <w:t>son vrai nom</w:t>
      </w:r>
      <w:r>
        <w:t xml:space="preserve">, </w:t>
      </w:r>
      <w:r w:rsidR="00256283">
        <w:t>c</w:t>
      </w:r>
      <w:r>
        <w:t>’</w:t>
      </w:r>
      <w:r w:rsidR="00256283">
        <w:t>était Nancy Kane</w:t>
      </w:r>
      <w:r>
        <w:t>.</w:t>
      </w:r>
    </w:p>
    <w:p w14:paraId="2B775ED5" w14:textId="77777777" w:rsidR="00435B4F" w:rsidRDefault="00256283" w:rsidP="00256283">
      <w:r>
        <w:t>Il regarda Dorothy</w:t>
      </w:r>
      <w:r w:rsidR="00435B4F">
        <w:t>.</w:t>
      </w:r>
    </w:p>
    <w:p w14:paraId="1D7DEBF8" w14:textId="77777777" w:rsidR="00435B4F" w:rsidRDefault="00435B4F" w:rsidP="00256283">
      <w:r>
        <w:lastRenderedPageBreak/>
        <w:t>— </w:t>
      </w:r>
      <w:r w:rsidR="00256283">
        <w:t>Votre père le sait</w:t>
      </w:r>
      <w:r>
        <w:t xml:space="preserve">, </w:t>
      </w:r>
      <w:r w:rsidR="00256283">
        <w:t>dit-il</w:t>
      </w:r>
      <w:r>
        <w:t>.</w:t>
      </w:r>
    </w:p>
    <w:p w14:paraId="02D253BA" w14:textId="77777777" w:rsidR="00435B4F" w:rsidRDefault="00435B4F" w:rsidP="00256283">
      <w:r>
        <w:t>— </w:t>
      </w:r>
      <w:r w:rsidR="00256283">
        <w:t>Vous connaissez mon père</w:t>
      </w:r>
      <w:r>
        <w:t> ?</w:t>
      </w:r>
    </w:p>
    <w:p w14:paraId="59E2B6BF" w14:textId="77777777" w:rsidR="00435B4F" w:rsidRDefault="00435B4F" w:rsidP="00256283">
      <w:r>
        <w:t>— </w:t>
      </w:r>
      <w:r w:rsidR="00256283">
        <w:t>Oui</w:t>
      </w:r>
      <w:r>
        <w:t xml:space="preserve">, </w:t>
      </w:r>
      <w:r w:rsidR="00256283">
        <w:t>un jour nous avons eu une petite discussion</w:t>
      </w:r>
      <w:r>
        <w:t>.</w:t>
      </w:r>
    </w:p>
    <w:p w14:paraId="6989B5B9" w14:textId="77777777" w:rsidR="00435B4F" w:rsidRDefault="00435B4F" w:rsidP="00256283">
      <w:r>
        <w:t>— </w:t>
      </w:r>
      <w:r w:rsidR="00256283">
        <w:t>À quel sujet</w:t>
      </w:r>
      <w:r>
        <w:t> ?</w:t>
      </w:r>
    </w:p>
    <w:p w14:paraId="630D601C" w14:textId="77777777" w:rsidR="00435B4F" w:rsidRDefault="00435B4F" w:rsidP="00256283">
      <w:r>
        <w:t>— </w:t>
      </w:r>
      <w:r w:rsidR="00256283">
        <w:t>Au sujet de Julia</w:t>
      </w:r>
      <w:r>
        <w:t>.</w:t>
      </w:r>
    </w:p>
    <w:p w14:paraId="132CED36" w14:textId="77777777" w:rsidR="00435B4F" w:rsidRDefault="00256283" w:rsidP="00256283">
      <w:r>
        <w:t>L</w:t>
      </w:r>
      <w:r w:rsidR="00435B4F">
        <w:t>’</w:t>
      </w:r>
      <w:r>
        <w:t>allumette enflammée qu</w:t>
      </w:r>
      <w:r w:rsidR="00435B4F">
        <w:t>’</w:t>
      </w:r>
      <w:r>
        <w:t>il tenait entre le pouce et l</w:t>
      </w:r>
      <w:r w:rsidR="00435B4F">
        <w:t>’</w:t>
      </w:r>
      <w:r>
        <w:t>index avait brûlé jusqu</w:t>
      </w:r>
      <w:r w:rsidR="00435B4F">
        <w:t>’</w:t>
      </w:r>
      <w:r>
        <w:t>au bout</w:t>
      </w:r>
      <w:r w:rsidR="00435B4F">
        <w:t xml:space="preserve">. </w:t>
      </w:r>
      <w:r>
        <w:t>Il en frotta une autre et alluma sa cigarette</w:t>
      </w:r>
      <w:r w:rsidR="00435B4F">
        <w:t xml:space="preserve">. </w:t>
      </w:r>
      <w:r>
        <w:t>Puis</w:t>
      </w:r>
      <w:r w:rsidR="00435B4F">
        <w:t xml:space="preserve">, </w:t>
      </w:r>
      <w:r>
        <w:t>le front plissé de rides</w:t>
      </w:r>
      <w:r w:rsidR="00435B4F">
        <w:t xml:space="preserve">, </w:t>
      </w:r>
      <w:r>
        <w:t>il leva les sourcils</w:t>
      </w:r>
      <w:r w:rsidR="00435B4F">
        <w:t xml:space="preserve">, </w:t>
      </w:r>
      <w:r>
        <w:t>tourné vers moi</w:t>
      </w:r>
      <w:r w:rsidR="00435B4F">
        <w:t>.</w:t>
      </w:r>
    </w:p>
    <w:p w14:paraId="3D94FEB1" w14:textId="77777777" w:rsidR="00435B4F" w:rsidRDefault="00435B4F" w:rsidP="00256283">
      <w:r>
        <w:t>— </w:t>
      </w:r>
      <w:r w:rsidR="00256283">
        <w:t>C</w:t>
      </w:r>
      <w:r>
        <w:t>’</w:t>
      </w:r>
      <w:r w:rsidR="00256283">
        <w:t>est franc</w:t>
      </w:r>
      <w:r>
        <w:t xml:space="preserve"> ? </w:t>
      </w:r>
      <w:r w:rsidR="00256283">
        <w:t>fit-il</w:t>
      </w:r>
      <w:r>
        <w:t>.</w:t>
      </w:r>
    </w:p>
    <w:p w14:paraId="17FBB07C" w14:textId="77777777" w:rsidR="00435B4F" w:rsidRDefault="00435B4F" w:rsidP="00256283">
      <w:r>
        <w:t>— </w:t>
      </w:r>
      <w:r w:rsidR="00256283">
        <w:t>Sûr</w:t>
      </w:r>
      <w:r>
        <w:t xml:space="preserve">. </w:t>
      </w:r>
      <w:r w:rsidR="00256283">
        <w:t>Vous pouvez parler devant elle</w:t>
      </w:r>
      <w:r>
        <w:t>.</w:t>
      </w:r>
    </w:p>
    <w:p w14:paraId="2DAE32E8" w14:textId="77777777" w:rsidR="00435B4F" w:rsidRDefault="00435B4F" w:rsidP="00256283">
      <w:r>
        <w:t>— </w:t>
      </w:r>
      <w:r w:rsidR="00256283">
        <w:t>Bon</w:t>
      </w:r>
      <w:r>
        <w:t xml:space="preserve">. </w:t>
      </w:r>
      <w:r w:rsidR="00256283">
        <w:t>Le vieux était jaloux</w:t>
      </w:r>
      <w:r>
        <w:t xml:space="preserve"> ; </w:t>
      </w:r>
      <w:r w:rsidR="00256283">
        <w:t>j</w:t>
      </w:r>
      <w:r>
        <w:t>’</w:t>
      </w:r>
      <w:r w:rsidR="00256283">
        <w:t>avais envie de le sonner mais elle n</w:t>
      </w:r>
      <w:r>
        <w:t>’</w:t>
      </w:r>
      <w:r w:rsidR="00256283">
        <w:t>a pas voulu</w:t>
      </w:r>
      <w:r>
        <w:t xml:space="preserve"> : </w:t>
      </w:r>
      <w:r w:rsidR="00256283">
        <w:t>il les lâchait</w:t>
      </w:r>
      <w:r>
        <w:t> !</w:t>
      </w:r>
    </w:p>
    <w:p w14:paraId="0EE3A80E" w14:textId="77777777" w:rsidR="00435B4F" w:rsidRDefault="00435B4F" w:rsidP="00256283">
      <w:r>
        <w:t>— </w:t>
      </w:r>
      <w:r w:rsidR="00256283">
        <w:t>Combien de temps de ça</w:t>
      </w:r>
      <w:r>
        <w:t> ?</w:t>
      </w:r>
    </w:p>
    <w:p w14:paraId="4EB2D649" w14:textId="77777777" w:rsidR="00435B4F" w:rsidRDefault="00435B4F" w:rsidP="00256283">
      <w:r>
        <w:t>— </w:t>
      </w:r>
      <w:r w:rsidR="00256283">
        <w:t>Six</w:t>
      </w:r>
      <w:r>
        <w:t xml:space="preserve">, </w:t>
      </w:r>
      <w:r w:rsidR="00256283">
        <w:t>huit mois</w:t>
      </w:r>
      <w:r>
        <w:t>.</w:t>
      </w:r>
    </w:p>
    <w:p w14:paraId="3DD38703" w14:textId="77777777" w:rsidR="00435B4F" w:rsidRDefault="00435B4F" w:rsidP="00256283">
      <w:r>
        <w:t>— </w:t>
      </w:r>
      <w:r w:rsidR="00256283">
        <w:t>Vous l</w:t>
      </w:r>
      <w:r>
        <w:t>’</w:t>
      </w:r>
      <w:r w:rsidR="00256283">
        <w:t>avez vu depuis qu</w:t>
      </w:r>
      <w:r>
        <w:t>’</w:t>
      </w:r>
      <w:r w:rsidR="00256283">
        <w:t>elle a été assassinée</w:t>
      </w:r>
      <w:r>
        <w:t> ?</w:t>
      </w:r>
    </w:p>
    <w:p w14:paraId="76EF456B" w14:textId="77777777" w:rsidR="00435B4F" w:rsidRDefault="00435B4F" w:rsidP="00256283">
      <w:r>
        <w:t>— </w:t>
      </w:r>
      <w:r w:rsidR="00256283">
        <w:t>Non</w:t>
      </w:r>
      <w:r>
        <w:t>.</w:t>
      </w:r>
    </w:p>
    <w:p w14:paraId="54471713" w14:textId="77777777" w:rsidR="00435B4F" w:rsidRDefault="00435B4F" w:rsidP="00256283">
      <w:r>
        <w:t>— </w:t>
      </w:r>
      <w:r w:rsidR="00256283">
        <w:t>Elle lui coûtait cher</w:t>
      </w:r>
      <w:r>
        <w:t> ?</w:t>
      </w:r>
    </w:p>
    <w:p w14:paraId="464D21D2" w14:textId="77777777" w:rsidR="00435B4F" w:rsidRDefault="00435B4F" w:rsidP="00256283">
      <w:r>
        <w:t>— </w:t>
      </w:r>
      <w:r w:rsidR="00256283">
        <w:t>Je le crois</w:t>
      </w:r>
      <w:r>
        <w:t>.</w:t>
      </w:r>
    </w:p>
    <w:p w14:paraId="1817610A" w14:textId="77777777" w:rsidR="00435B4F" w:rsidRDefault="00435B4F" w:rsidP="00256283">
      <w:r>
        <w:t>— </w:t>
      </w:r>
      <w:r w:rsidR="00256283">
        <w:t>Pourquoi</w:t>
      </w:r>
      <w:r>
        <w:t> ?</w:t>
      </w:r>
    </w:p>
    <w:p w14:paraId="53F277C0" w14:textId="77777777" w:rsidR="00435B4F" w:rsidRDefault="00435B4F" w:rsidP="00256283">
      <w:r>
        <w:t>— </w:t>
      </w:r>
      <w:r w:rsidR="00256283">
        <w:t>Elle n</w:t>
      </w:r>
      <w:r>
        <w:t>’</w:t>
      </w:r>
      <w:r w:rsidR="00256283">
        <w:t>était pas bête</w:t>
      </w:r>
      <w:r>
        <w:t xml:space="preserve">. </w:t>
      </w:r>
      <w:r w:rsidR="00256283">
        <w:t>Elle savait se procurer du fric</w:t>
      </w:r>
      <w:r>
        <w:t xml:space="preserve">. </w:t>
      </w:r>
      <w:r w:rsidR="00256283">
        <w:t>Une fois j</w:t>
      </w:r>
      <w:r>
        <w:t>’</w:t>
      </w:r>
      <w:r w:rsidR="00256283">
        <w:t>ai eu besoin de cinq gros billets</w:t>
      </w:r>
      <w:r>
        <w:t xml:space="preserve"> (</w:t>
      </w:r>
      <w:r w:rsidR="00256283">
        <w:t>Il fit claquer ses doigts</w:t>
      </w:r>
      <w:r>
        <w:t xml:space="preserve">). </w:t>
      </w:r>
      <w:r w:rsidR="00256283">
        <w:t>Et j</w:t>
      </w:r>
      <w:r>
        <w:t>’</w:t>
      </w:r>
      <w:r w:rsidR="00256283">
        <w:t>en avais besoin tout de suite</w:t>
      </w:r>
      <w:r>
        <w:t>.</w:t>
      </w:r>
    </w:p>
    <w:p w14:paraId="17E8E6A8" w14:textId="77777777" w:rsidR="00435B4F" w:rsidRDefault="00435B4F" w:rsidP="00256283">
      <w:r>
        <w:lastRenderedPageBreak/>
        <w:t>— </w:t>
      </w:r>
      <w:r w:rsidR="00256283">
        <w:t>Et c</w:t>
      </w:r>
      <w:r>
        <w:t>’</w:t>
      </w:r>
      <w:r w:rsidR="00256283">
        <w:t>est lui qui les a lâchés</w:t>
      </w:r>
      <w:r>
        <w:t>.</w:t>
      </w:r>
    </w:p>
    <w:p w14:paraId="5CE56FB4" w14:textId="77777777" w:rsidR="00435B4F" w:rsidRDefault="00435B4F" w:rsidP="00256283">
      <w:r>
        <w:t>— </w:t>
      </w:r>
      <w:r w:rsidR="00256283">
        <w:t>Sûr</w:t>
      </w:r>
      <w:r>
        <w:t>.</w:t>
      </w:r>
    </w:p>
    <w:p w14:paraId="68FB40D4" w14:textId="77777777" w:rsidR="00435B4F" w:rsidRDefault="00435B4F" w:rsidP="00256283">
      <w:r>
        <w:t>— </w:t>
      </w:r>
      <w:r w:rsidR="00256283">
        <w:t>Avez-vous raconté tout ça à la police</w:t>
      </w:r>
      <w:r>
        <w:t> ?</w:t>
      </w:r>
    </w:p>
    <w:p w14:paraId="09F2E933" w14:textId="77777777" w:rsidR="00435B4F" w:rsidRDefault="00256283" w:rsidP="00256283">
      <w:r>
        <w:t>Il eut un rire méprisant</w:t>
      </w:r>
      <w:r w:rsidR="00435B4F">
        <w:t>.</w:t>
      </w:r>
    </w:p>
    <w:p w14:paraId="46E8F762" w14:textId="77777777" w:rsidR="00435B4F" w:rsidRDefault="00435B4F" w:rsidP="00256283">
      <w:r>
        <w:t>— </w:t>
      </w:r>
      <w:r w:rsidR="00256283">
        <w:t>Ils croyaient que je me mettrais à table s</w:t>
      </w:r>
      <w:r>
        <w:t>’</w:t>
      </w:r>
      <w:r w:rsidR="00256283">
        <w:t>ils me sonnaient</w:t>
      </w:r>
      <w:r>
        <w:t xml:space="preserve">. </w:t>
      </w:r>
      <w:r w:rsidR="00256283">
        <w:t>Demandez-leur un peu ce qu</w:t>
      </w:r>
      <w:r>
        <w:t>’</w:t>
      </w:r>
      <w:r w:rsidR="00256283">
        <w:t>ils pensent maintenant</w:t>
      </w:r>
      <w:r>
        <w:t>…</w:t>
      </w:r>
    </w:p>
    <w:p w14:paraId="72674ABB" w14:textId="77777777" w:rsidR="00435B4F" w:rsidRDefault="00256283" w:rsidP="00256283">
      <w:r>
        <w:t>Il s</w:t>
      </w:r>
      <w:r w:rsidR="00435B4F">
        <w:t>’</w:t>
      </w:r>
      <w:r>
        <w:t>interrompit</w:t>
      </w:r>
      <w:r w:rsidR="00435B4F">
        <w:t xml:space="preserve">, </w:t>
      </w:r>
      <w:r>
        <w:t>étendit le bras et toucha du bout du doigt l</w:t>
      </w:r>
      <w:r w:rsidR="00435B4F">
        <w:t>’</w:t>
      </w:r>
      <w:r>
        <w:t>oreille d</w:t>
      </w:r>
      <w:r w:rsidR="00435B4F">
        <w:t>’</w:t>
      </w:r>
      <w:r>
        <w:t>un homme assis à l</w:t>
      </w:r>
      <w:r w:rsidR="00435B4F">
        <w:t>’</w:t>
      </w:r>
      <w:r>
        <w:t>autre table et qui</w:t>
      </w:r>
      <w:r w:rsidR="00435B4F">
        <w:t xml:space="preserve">, </w:t>
      </w:r>
      <w:r>
        <w:t>le dos tourné</w:t>
      </w:r>
      <w:r w:rsidR="00435B4F">
        <w:t xml:space="preserve">, </w:t>
      </w:r>
      <w:r>
        <w:t>se penchait de plus en plus vers nous</w:t>
      </w:r>
      <w:r w:rsidR="00435B4F">
        <w:t>.</w:t>
      </w:r>
    </w:p>
    <w:p w14:paraId="7FAAE9DB" w14:textId="77777777" w:rsidR="00435B4F" w:rsidRDefault="00435B4F" w:rsidP="00256283">
      <w:r>
        <w:t>— </w:t>
      </w:r>
      <w:r w:rsidR="00256283">
        <w:t>Hé là</w:t>
      </w:r>
      <w:r>
        <w:t xml:space="preserve"> ! </w:t>
      </w:r>
      <w:r w:rsidR="00256283">
        <w:t>ricana Morelli</w:t>
      </w:r>
      <w:r>
        <w:t xml:space="preserve">, </w:t>
      </w:r>
      <w:r w:rsidR="00256283">
        <w:t>fais gaffe</w:t>
      </w:r>
      <w:r>
        <w:t xml:space="preserve"> ! </w:t>
      </w:r>
      <w:r w:rsidR="00256283">
        <w:t>ton oreille va tomber dans mon verre</w:t>
      </w:r>
      <w:r>
        <w:t> !</w:t>
      </w:r>
    </w:p>
    <w:p w14:paraId="5ADA7590" w14:textId="77777777" w:rsidR="00435B4F" w:rsidRDefault="00256283" w:rsidP="00256283">
      <w:r>
        <w:t>L</w:t>
      </w:r>
      <w:r w:rsidR="00435B4F">
        <w:t>’</w:t>
      </w:r>
      <w:r>
        <w:t>homme interpellé sursauta et se retourna</w:t>
      </w:r>
      <w:r w:rsidR="00435B4F">
        <w:t xml:space="preserve">, </w:t>
      </w:r>
      <w:r>
        <w:t>montrant un visage pâle et inquiet</w:t>
      </w:r>
      <w:r w:rsidR="00435B4F">
        <w:t>.</w:t>
      </w:r>
    </w:p>
    <w:p w14:paraId="09DCEAA9" w14:textId="77777777" w:rsidR="00435B4F" w:rsidRDefault="00435B4F" w:rsidP="00256283">
      <w:r>
        <w:t>— </w:t>
      </w:r>
      <w:r w:rsidR="00256283">
        <w:t>Je</w:t>
      </w:r>
      <w:r>
        <w:t xml:space="preserve">… </w:t>
      </w:r>
      <w:r w:rsidR="00256283">
        <w:t>je</w:t>
      </w:r>
      <w:r>
        <w:t xml:space="preserve">… </w:t>
      </w:r>
      <w:r w:rsidR="00256283">
        <w:t>n</w:t>
      </w:r>
      <w:r>
        <w:t>’</w:t>
      </w:r>
      <w:r w:rsidR="00256283">
        <w:t>écoutais pas</w:t>
      </w:r>
      <w:r>
        <w:t xml:space="preserve">… </w:t>
      </w:r>
      <w:proofErr w:type="spellStart"/>
      <w:r w:rsidR="00256283">
        <w:t>Shep</w:t>
      </w:r>
      <w:proofErr w:type="spellEnd"/>
      <w:r>
        <w:t xml:space="preserve">… </w:t>
      </w:r>
      <w:r w:rsidR="00256283">
        <w:t>bégaya-t-il</w:t>
      </w:r>
      <w:r>
        <w:t xml:space="preserve">, </w:t>
      </w:r>
      <w:r w:rsidR="00256283">
        <w:t>et il poussa sa chaise en avant jusqu</w:t>
      </w:r>
      <w:r>
        <w:t>’</w:t>
      </w:r>
      <w:r w:rsidR="00256283">
        <w:t>à ce que son ventre fût contre le bord de sa table</w:t>
      </w:r>
      <w:r>
        <w:t>.</w:t>
      </w:r>
    </w:p>
    <w:p w14:paraId="7B230499" w14:textId="77777777" w:rsidR="00435B4F" w:rsidRDefault="00435B4F" w:rsidP="00256283">
      <w:r>
        <w:t>— </w:t>
      </w:r>
      <w:r w:rsidR="00256283">
        <w:t>Ça va</w:t>
      </w:r>
      <w:r>
        <w:t xml:space="preserve">, </w:t>
      </w:r>
      <w:r w:rsidR="00256283">
        <w:t>ça va</w:t>
      </w:r>
      <w:r>
        <w:t xml:space="preserve"> ! </w:t>
      </w:r>
      <w:r w:rsidR="00256283">
        <w:t>fit Morelli</w:t>
      </w:r>
      <w:r>
        <w:t xml:space="preserve">, </w:t>
      </w:r>
      <w:r w:rsidR="00256283">
        <w:t>tu n</w:t>
      </w:r>
      <w:r>
        <w:t>’</w:t>
      </w:r>
      <w:r w:rsidR="00256283">
        <w:t>es bon à rien mais tu essayes tout de même de te rendre intéressant</w:t>
      </w:r>
      <w:r>
        <w:t> !</w:t>
      </w:r>
    </w:p>
    <w:p w14:paraId="09744C0F" w14:textId="77777777" w:rsidR="00435B4F" w:rsidRDefault="00256283" w:rsidP="00256283">
      <w:proofErr w:type="spellStart"/>
      <w:r>
        <w:t>Shep</w:t>
      </w:r>
      <w:proofErr w:type="spellEnd"/>
      <w:r>
        <w:t xml:space="preserve"> se retourna vers moi</w:t>
      </w:r>
      <w:r w:rsidR="00435B4F">
        <w:t>.</w:t>
      </w:r>
    </w:p>
    <w:p w14:paraId="4D969345" w14:textId="77777777" w:rsidR="00435B4F" w:rsidRDefault="00435B4F" w:rsidP="00256283">
      <w:r>
        <w:t>— </w:t>
      </w:r>
      <w:r w:rsidR="00256283">
        <w:t>Je disais donc qu</w:t>
      </w:r>
      <w:r>
        <w:t>’</w:t>
      </w:r>
      <w:r w:rsidR="00256283">
        <w:t>avec un type comme vous</w:t>
      </w:r>
      <w:r>
        <w:t xml:space="preserve">, </w:t>
      </w:r>
      <w:r w:rsidR="00256283">
        <w:t>ce n</w:t>
      </w:r>
      <w:r>
        <w:t>’</w:t>
      </w:r>
      <w:r w:rsidR="00256283">
        <w:t>est pas comme avec les flics</w:t>
      </w:r>
      <w:r>
        <w:t xml:space="preserve">, </w:t>
      </w:r>
      <w:r w:rsidR="00256283">
        <w:t>on peut parler</w:t>
      </w:r>
      <w:r>
        <w:t xml:space="preserve">. </w:t>
      </w:r>
      <w:r w:rsidR="00256283">
        <w:t>La petite est morte</w:t>
      </w:r>
      <w:r>
        <w:t xml:space="preserve">, </w:t>
      </w:r>
      <w:r w:rsidR="00256283">
        <w:t>ça ne peut plus la gêner</w:t>
      </w:r>
      <w:r>
        <w:t>.</w:t>
      </w:r>
    </w:p>
    <w:p w14:paraId="249CA445" w14:textId="77777777" w:rsidR="00435B4F" w:rsidRDefault="00435B4F" w:rsidP="00256283">
      <w:r>
        <w:t>— </w:t>
      </w:r>
      <w:r w:rsidR="00256283">
        <w:t>Dites-moi ce que vous savez d</w:t>
      </w:r>
      <w:r>
        <w:t>’</w:t>
      </w:r>
      <w:r w:rsidR="00256283">
        <w:t>elle</w:t>
      </w:r>
      <w:r>
        <w:t xml:space="preserve">, </w:t>
      </w:r>
      <w:r w:rsidR="00256283">
        <w:t>demandai-je</w:t>
      </w:r>
      <w:r>
        <w:t xml:space="preserve"> ; </w:t>
      </w:r>
      <w:r w:rsidR="00256283">
        <w:t>où vous l</w:t>
      </w:r>
      <w:r>
        <w:t>’</w:t>
      </w:r>
      <w:r w:rsidR="00256283">
        <w:t>avez connue</w:t>
      </w:r>
      <w:r>
        <w:t xml:space="preserve"> ; </w:t>
      </w:r>
      <w:r w:rsidR="00256283">
        <w:t>ce qu</w:t>
      </w:r>
      <w:r>
        <w:t>’</w:t>
      </w:r>
      <w:r w:rsidR="00256283">
        <w:t xml:space="preserve">elle faisait avant de rencontrer </w:t>
      </w:r>
      <w:proofErr w:type="spellStart"/>
      <w:r w:rsidR="00256283">
        <w:t>Wynant</w:t>
      </w:r>
      <w:proofErr w:type="spellEnd"/>
      <w:r>
        <w:t>.</w:t>
      </w:r>
    </w:p>
    <w:p w14:paraId="2856BB9E" w14:textId="77777777" w:rsidR="00435B4F" w:rsidRDefault="00435B4F" w:rsidP="00256283">
      <w:r>
        <w:t>— </w:t>
      </w:r>
      <w:r w:rsidR="00256283">
        <w:t>J</w:t>
      </w:r>
      <w:r>
        <w:t>’</w:t>
      </w:r>
      <w:r w:rsidR="00256283">
        <w:t>ai soif</w:t>
      </w:r>
      <w:r>
        <w:t xml:space="preserve">, </w:t>
      </w:r>
      <w:r w:rsidR="00256283">
        <w:t>dit-il</w:t>
      </w:r>
      <w:r>
        <w:t>.</w:t>
      </w:r>
    </w:p>
    <w:p w14:paraId="226859FE" w14:textId="77777777" w:rsidR="00435B4F" w:rsidRDefault="00256283" w:rsidP="00256283">
      <w:r>
        <w:lastRenderedPageBreak/>
        <w:t>Il se retourna sur sa chaise et cria</w:t>
      </w:r>
      <w:r w:rsidR="00435B4F">
        <w:t> :</w:t>
      </w:r>
    </w:p>
    <w:p w14:paraId="18512497" w14:textId="77777777" w:rsidR="00435B4F" w:rsidRDefault="00435B4F" w:rsidP="00256283">
      <w:r>
        <w:t>— </w:t>
      </w:r>
      <w:r w:rsidR="00256283">
        <w:t>Garçon</w:t>
      </w:r>
      <w:r>
        <w:t xml:space="preserve"> ! </w:t>
      </w:r>
      <w:r w:rsidR="00256283">
        <w:t>oui</w:t>
      </w:r>
      <w:r>
        <w:t xml:space="preserve">, </w:t>
      </w:r>
      <w:r w:rsidR="00256283">
        <w:t>toi</w:t>
      </w:r>
      <w:r>
        <w:t xml:space="preserve">, </w:t>
      </w:r>
      <w:r w:rsidR="00256283">
        <w:t>qui as l</w:t>
      </w:r>
      <w:r>
        <w:t>’</w:t>
      </w:r>
      <w:r w:rsidR="00256283">
        <w:t>air de porter un môme sur le dos</w:t>
      </w:r>
      <w:r>
        <w:t> !</w:t>
      </w:r>
    </w:p>
    <w:p w14:paraId="7BF57AFC" w14:textId="77777777" w:rsidR="00435B4F" w:rsidRDefault="00256283" w:rsidP="00256283">
      <w:r>
        <w:t>Le garçon</w:t>
      </w:r>
      <w:r w:rsidR="00435B4F">
        <w:t xml:space="preserve">, </w:t>
      </w:r>
      <w:r>
        <w:t>un bossu</w:t>
      </w:r>
      <w:r w:rsidR="00435B4F">
        <w:t xml:space="preserve">, </w:t>
      </w:r>
      <w:r>
        <w:t xml:space="preserve">celui que </w:t>
      </w:r>
      <w:proofErr w:type="spellStart"/>
      <w:r>
        <w:t>Studsy</w:t>
      </w:r>
      <w:proofErr w:type="spellEnd"/>
      <w:r>
        <w:t xml:space="preserve"> avait appelé Pete</w:t>
      </w:r>
      <w:r w:rsidR="00435B4F">
        <w:t xml:space="preserve">, </w:t>
      </w:r>
      <w:r>
        <w:t>se fraya un chemin à travers les tables et sourit en regardant Morelli</w:t>
      </w:r>
      <w:r w:rsidR="00435B4F">
        <w:t>.</w:t>
      </w:r>
    </w:p>
    <w:p w14:paraId="137C165A" w14:textId="77777777" w:rsidR="00435B4F" w:rsidRDefault="00435B4F" w:rsidP="00256283">
      <w:r>
        <w:t>— </w:t>
      </w:r>
      <w:r w:rsidR="00256283">
        <w:t>Qu</w:t>
      </w:r>
      <w:r>
        <w:t>’</w:t>
      </w:r>
      <w:r w:rsidR="00256283">
        <w:t>est-ce que c</w:t>
      </w:r>
      <w:r>
        <w:t>’</w:t>
      </w:r>
      <w:r w:rsidR="00256283">
        <w:t>est</w:t>
      </w:r>
      <w:r>
        <w:t> ?</w:t>
      </w:r>
    </w:p>
    <w:p w14:paraId="1A723777" w14:textId="77777777" w:rsidR="00435B4F" w:rsidRDefault="00256283" w:rsidP="00256283">
      <w:r>
        <w:t>Nous commandâmes du whisky</w:t>
      </w:r>
      <w:r w:rsidR="00435B4F">
        <w:t>.</w:t>
      </w:r>
    </w:p>
    <w:p w14:paraId="2AC68F9F" w14:textId="77777777" w:rsidR="00435B4F" w:rsidRDefault="00435B4F" w:rsidP="00256283">
      <w:r>
        <w:t>— </w:t>
      </w:r>
      <w:r w:rsidR="00256283">
        <w:t>Voici</w:t>
      </w:r>
      <w:r>
        <w:t xml:space="preserve">, </w:t>
      </w:r>
      <w:r w:rsidR="00256283">
        <w:t xml:space="preserve">fit </w:t>
      </w:r>
      <w:proofErr w:type="spellStart"/>
      <w:r w:rsidR="00256283">
        <w:t>Shep</w:t>
      </w:r>
      <w:proofErr w:type="spellEnd"/>
      <w:r>
        <w:t xml:space="preserve"> ; </w:t>
      </w:r>
      <w:r w:rsidR="00256283">
        <w:t xml:space="preserve">nous habitions avec Nancy le même </w:t>
      </w:r>
      <w:r>
        <w:t>« </w:t>
      </w:r>
      <w:r w:rsidR="00256283">
        <w:t>bloc</w:t>
      </w:r>
      <w:r>
        <w:t> »</w:t>
      </w:r>
      <w:r w:rsidR="00256283">
        <w:t xml:space="preserve"> de maisons</w:t>
      </w:r>
      <w:r>
        <w:t xml:space="preserve">. </w:t>
      </w:r>
      <w:r w:rsidR="00256283">
        <w:t>Le vieux Kane vendait des bonbons et du tabac</w:t>
      </w:r>
      <w:r>
        <w:t xml:space="preserve">, </w:t>
      </w:r>
      <w:r w:rsidR="00256283">
        <w:t>au coin</w:t>
      </w:r>
      <w:r>
        <w:t xml:space="preserve"> ; </w:t>
      </w:r>
      <w:r w:rsidR="00256283">
        <w:t>Nancy chipait des cigarettes pour me les donner</w:t>
      </w:r>
      <w:r>
        <w:t>. (</w:t>
      </w:r>
      <w:r w:rsidR="00256283">
        <w:t>Il éclata de rire</w:t>
      </w:r>
      <w:r>
        <w:t xml:space="preserve">.) </w:t>
      </w:r>
      <w:r w:rsidR="00256283">
        <w:t>Une fois</w:t>
      </w:r>
      <w:r>
        <w:t xml:space="preserve">, </w:t>
      </w:r>
      <w:r w:rsidR="00256283">
        <w:t>le vieux m</w:t>
      </w:r>
      <w:r>
        <w:t>’</w:t>
      </w:r>
      <w:r w:rsidR="00256283">
        <w:t>a sonné parce que j</w:t>
      </w:r>
      <w:r>
        <w:t>’</w:t>
      </w:r>
      <w:r w:rsidR="00256283">
        <w:t>avais montré à la petite comment on sortait</w:t>
      </w:r>
      <w:r>
        <w:t xml:space="preserve">, </w:t>
      </w:r>
      <w:r w:rsidR="00256283">
        <w:t>avec un bout de fil de fer</w:t>
      </w:r>
      <w:r>
        <w:t xml:space="preserve">, </w:t>
      </w:r>
      <w:r w:rsidR="00256283">
        <w:t>les sous contenus dans les appareils téléphoniques automatiques</w:t>
      </w:r>
      <w:r>
        <w:t xml:space="preserve"> ; </w:t>
      </w:r>
      <w:r w:rsidR="00256283">
        <w:t>le vieux modèle bien entendu</w:t>
      </w:r>
      <w:r>
        <w:t xml:space="preserve"> ! </w:t>
      </w:r>
      <w:r w:rsidR="00256283">
        <w:t>Nous n</w:t>
      </w:r>
      <w:r>
        <w:t>’</w:t>
      </w:r>
      <w:r w:rsidR="00256283">
        <w:t>étions pas bien forts et ça nous prenait du temps</w:t>
      </w:r>
      <w:r>
        <w:t xml:space="preserve"> ! </w:t>
      </w:r>
      <w:r w:rsidR="00256283">
        <w:t>Pour me venger</w:t>
      </w:r>
      <w:r>
        <w:t xml:space="preserve">, </w:t>
      </w:r>
      <w:r w:rsidR="00256283">
        <w:t>j</w:t>
      </w:r>
      <w:r>
        <w:t>’</w:t>
      </w:r>
      <w:r w:rsidR="00256283">
        <w:t>avais voulu faucher des meubles</w:t>
      </w:r>
      <w:r>
        <w:t xml:space="preserve">, </w:t>
      </w:r>
      <w:r w:rsidR="00256283">
        <w:t>dans une maison qu</w:t>
      </w:r>
      <w:r>
        <w:t>’</w:t>
      </w:r>
      <w:r w:rsidR="00256283">
        <w:t>on était en train d</w:t>
      </w:r>
      <w:r>
        <w:t>’</w:t>
      </w:r>
      <w:r w:rsidR="00256283">
        <w:t>installer</w:t>
      </w:r>
      <w:r>
        <w:t xml:space="preserve">, </w:t>
      </w:r>
      <w:r w:rsidR="00256283">
        <w:t>pour les cacher dans la cave du vieux et avertir les flics</w:t>
      </w:r>
      <w:r>
        <w:t xml:space="preserve">, </w:t>
      </w:r>
      <w:r w:rsidR="00256283">
        <w:t>mais Nancy n</w:t>
      </w:r>
      <w:r>
        <w:t>’</w:t>
      </w:r>
      <w:r w:rsidR="00256283">
        <w:t>a pas marché</w:t>
      </w:r>
      <w:r>
        <w:t>.</w:t>
      </w:r>
    </w:p>
    <w:p w14:paraId="1E8093DE" w14:textId="77777777" w:rsidR="00435B4F" w:rsidRDefault="00435B4F" w:rsidP="00256283">
      <w:r>
        <w:t>— </w:t>
      </w:r>
      <w:r w:rsidR="00256283">
        <w:t>Vous deviez être un gentil petit garçon</w:t>
      </w:r>
      <w:r>
        <w:t xml:space="preserve">, </w:t>
      </w:r>
      <w:r w:rsidR="00256283">
        <w:t>bien sage</w:t>
      </w:r>
      <w:r>
        <w:t xml:space="preserve"> ! </w:t>
      </w:r>
      <w:r w:rsidR="00256283">
        <w:t>remarqua Nora</w:t>
      </w:r>
      <w:r>
        <w:t>.</w:t>
      </w:r>
    </w:p>
    <w:p w14:paraId="45B55B9A" w14:textId="77777777" w:rsidR="00435B4F" w:rsidRDefault="00435B4F" w:rsidP="00256283">
      <w:r>
        <w:t>— </w:t>
      </w:r>
      <w:r w:rsidR="00256283">
        <w:t>Je vous crois</w:t>
      </w:r>
      <w:r>
        <w:t xml:space="preserve">, </w:t>
      </w:r>
      <w:r w:rsidR="00256283">
        <w:t>dit-il</w:t>
      </w:r>
      <w:r>
        <w:t xml:space="preserve"> ; </w:t>
      </w:r>
      <w:r w:rsidR="00256283">
        <w:t>une fois</w:t>
      </w:r>
      <w:r>
        <w:t xml:space="preserve">, </w:t>
      </w:r>
      <w:r w:rsidR="00256283">
        <w:t>je n</w:t>
      </w:r>
      <w:r>
        <w:t>’</w:t>
      </w:r>
      <w:r w:rsidR="00256283">
        <w:t>avais pas cinq ans</w:t>
      </w:r>
      <w:r>
        <w:t>…</w:t>
      </w:r>
    </w:p>
    <w:p w14:paraId="59880660" w14:textId="77777777" w:rsidR="00435B4F" w:rsidRDefault="00256283" w:rsidP="00256283">
      <w:r>
        <w:t>Une voix de femme l</w:t>
      </w:r>
      <w:r w:rsidR="00435B4F">
        <w:t>’</w:t>
      </w:r>
      <w:r>
        <w:t>interrompit</w:t>
      </w:r>
      <w:r w:rsidR="00435B4F">
        <w:t>.</w:t>
      </w:r>
    </w:p>
    <w:p w14:paraId="52696C23" w14:textId="77777777" w:rsidR="00435B4F" w:rsidRDefault="00435B4F" w:rsidP="00256283">
      <w:r>
        <w:t>— </w:t>
      </w:r>
      <w:r w:rsidR="00256283">
        <w:t>Il me semblait bien que c</w:t>
      </w:r>
      <w:r>
        <w:t>’</w:t>
      </w:r>
      <w:r w:rsidR="00256283">
        <w:t>était vous</w:t>
      </w:r>
      <w:r>
        <w:t> !</w:t>
      </w:r>
    </w:p>
    <w:p w14:paraId="31665DB2" w14:textId="77777777" w:rsidR="00435B4F" w:rsidRDefault="00256283" w:rsidP="00256283">
      <w:r>
        <w:t>Je levai les yeux</w:t>
      </w:r>
      <w:r w:rsidR="00435B4F">
        <w:t xml:space="preserve">. </w:t>
      </w:r>
      <w:r>
        <w:t>Miriam</w:t>
      </w:r>
      <w:r w:rsidR="00435B4F">
        <w:t xml:space="preserve">, </w:t>
      </w:r>
      <w:r>
        <w:t>la rouquine</w:t>
      </w:r>
      <w:r w:rsidR="00435B4F">
        <w:t xml:space="preserve">, </w:t>
      </w:r>
      <w:r>
        <w:t>s</w:t>
      </w:r>
      <w:r w:rsidR="00435B4F">
        <w:t>’</w:t>
      </w:r>
      <w:r>
        <w:t>adressait à moi</w:t>
      </w:r>
      <w:r w:rsidR="00435B4F">
        <w:t>.</w:t>
      </w:r>
    </w:p>
    <w:p w14:paraId="3F254D7B" w14:textId="77777777" w:rsidR="00435B4F" w:rsidRDefault="00435B4F" w:rsidP="00256283">
      <w:r>
        <w:t>— </w:t>
      </w:r>
      <w:r w:rsidR="00256283">
        <w:t>Hello</w:t>
      </w:r>
      <w:r>
        <w:t xml:space="preserve"> ! </w:t>
      </w:r>
      <w:r w:rsidR="00256283">
        <w:t>répondis-je</w:t>
      </w:r>
      <w:r>
        <w:t>.</w:t>
      </w:r>
    </w:p>
    <w:p w14:paraId="151A3D08" w14:textId="77777777" w:rsidR="00435B4F" w:rsidRDefault="00256283" w:rsidP="00256283">
      <w:r>
        <w:lastRenderedPageBreak/>
        <w:t>Les mains sur les hanches</w:t>
      </w:r>
      <w:r w:rsidR="00435B4F">
        <w:t xml:space="preserve">, </w:t>
      </w:r>
      <w:r>
        <w:t>elle me regardait d</w:t>
      </w:r>
      <w:r w:rsidR="00435B4F">
        <w:t>’</w:t>
      </w:r>
      <w:r>
        <w:t>un air sombre</w:t>
      </w:r>
      <w:r w:rsidR="00435B4F">
        <w:t>.</w:t>
      </w:r>
    </w:p>
    <w:p w14:paraId="2AA40B1D" w14:textId="77777777" w:rsidR="00435B4F" w:rsidRDefault="00435B4F" w:rsidP="00256283">
      <w:r>
        <w:t>— </w:t>
      </w:r>
      <w:r w:rsidR="00256283">
        <w:t>Alors</w:t>
      </w:r>
      <w:r>
        <w:t xml:space="preserve">, </w:t>
      </w:r>
      <w:r w:rsidR="00256283">
        <w:t>il en savait trop</w:t>
      </w:r>
      <w:r>
        <w:t xml:space="preserve"> ! </w:t>
      </w:r>
      <w:r w:rsidR="00256283">
        <w:t>dit-elle</w:t>
      </w:r>
      <w:r>
        <w:t>.</w:t>
      </w:r>
    </w:p>
    <w:p w14:paraId="724B1BA4" w14:textId="77777777" w:rsidR="00435B4F" w:rsidRDefault="00435B4F" w:rsidP="00256283">
      <w:r>
        <w:t>— </w:t>
      </w:r>
      <w:r w:rsidR="00256283">
        <w:t>Peut-être</w:t>
      </w:r>
      <w:r>
        <w:t xml:space="preserve">, </w:t>
      </w:r>
      <w:r w:rsidR="00256283">
        <w:t>répondis-je</w:t>
      </w:r>
      <w:r>
        <w:t xml:space="preserve">, </w:t>
      </w:r>
      <w:r w:rsidR="00256283">
        <w:t>mais ce qu</w:t>
      </w:r>
      <w:r>
        <w:t>’</w:t>
      </w:r>
      <w:r w:rsidR="00256283">
        <w:t>il savait il l</w:t>
      </w:r>
      <w:r>
        <w:t>’</w:t>
      </w:r>
      <w:r w:rsidR="00256283">
        <w:t>a gardé pour lui et l</w:t>
      </w:r>
      <w:r>
        <w:t>’</w:t>
      </w:r>
      <w:r w:rsidR="00256283">
        <w:t>a emporté par l</w:t>
      </w:r>
      <w:r>
        <w:t>’</w:t>
      </w:r>
      <w:r w:rsidR="00256283">
        <w:t>échelle</w:t>
      </w:r>
      <w:r>
        <w:t xml:space="preserve">, </w:t>
      </w:r>
      <w:r w:rsidR="00256283">
        <w:t>sans en rien dire</w:t>
      </w:r>
      <w:r>
        <w:t>.</w:t>
      </w:r>
    </w:p>
    <w:p w14:paraId="4670670D" w14:textId="77777777" w:rsidR="00435B4F" w:rsidRDefault="00435B4F" w:rsidP="00256283">
      <w:r>
        <w:t>— </w:t>
      </w:r>
      <w:r w:rsidR="00256283">
        <w:t>Ta gueule</w:t>
      </w:r>
      <w:r>
        <w:t> !</w:t>
      </w:r>
    </w:p>
    <w:p w14:paraId="612E3CF4" w14:textId="77777777" w:rsidR="00435B4F" w:rsidRDefault="00435B4F" w:rsidP="00256283">
      <w:r>
        <w:t>— </w:t>
      </w:r>
      <w:r w:rsidR="00256283">
        <w:t>Comme vous voudrez</w:t>
      </w:r>
      <w:r>
        <w:t xml:space="preserve">, </w:t>
      </w:r>
      <w:r w:rsidR="00256283">
        <w:t>mais qu</w:t>
      </w:r>
      <w:r>
        <w:t>’</w:t>
      </w:r>
      <w:r w:rsidR="00256283">
        <w:t>est-ce donc qu</w:t>
      </w:r>
      <w:r>
        <w:t>’</w:t>
      </w:r>
      <w:r w:rsidR="00256283">
        <w:t>il savait</w:t>
      </w:r>
      <w:r>
        <w:t> ?</w:t>
      </w:r>
    </w:p>
    <w:p w14:paraId="45E557AC" w14:textId="77777777" w:rsidR="00435B4F" w:rsidRDefault="00435B4F" w:rsidP="00256283">
      <w:r>
        <w:t>— </w:t>
      </w:r>
      <w:r w:rsidR="00256283">
        <w:t xml:space="preserve">Où se cache </w:t>
      </w:r>
      <w:proofErr w:type="spellStart"/>
      <w:r w:rsidR="00256283">
        <w:t>Wynant</w:t>
      </w:r>
      <w:proofErr w:type="spellEnd"/>
      <w:r>
        <w:t>.</w:t>
      </w:r>
    </w:p>
    <w:p w14:paraId="0A614511" w14:textId="77777777" w:rsidR="00435B4F" w:rsidRDefault="00435B4F" w:rsidP="00256283">
      <w:r>
        <w:t>— </w:t>
      </w:r>
      <w:r w:rsidR="00256283">
        <w:t>Ah</w:t>
      </w:r>
      <w:r>
        <w:t xml:space="preserve"> ! </w:t>
      </w:r>
      <w:r w:rsidR="00256283">
        <w:t>Et où se cache-t-il</w:t>
      </w:r>
      <w:r>
        <w:t> ?</w:t>
      </w:r>
    </w:p>
    <w:p w14:paraId="50A36003" w14:textId="77777777" w:rsidR="00435B4F" w:rsidRDefault="00435B4F" w:rsidP="00256283">
      <w:r>
        <w:t>— </w:t>
      </w:r>
      <w:r w:rsidR="00256283">
        <w:t>Je n</w:t>
      </w:r>
      <w:r>
        <w:t>’</w:t>
      </w:r>
      <w:r w:rsidR="00256283">
        <w:t>en sais rien</w:t>
      </w:r>
      <w:r>
        <w:t xml:space="preserve"> ; </w:t>
      </w:r>
      <w:proofErr w:type="spellStart"/>
      <w:r w:rsidR="00256283">
        <w:t>Nunheim</w:t>
      </w:r>
      <w:proofErr w:type="spellEnd"/>
      <w:r w:rsidR="00256283">
        <w:t xml:space="preserve"> le savait</w:t>
      </w:r>
      <w:r>
        <w:t>.</w:t>
      </w:r>
    </w:p>
    <w:p w14:paraId="26A72DD4" w14:textId="77777777" w:rsidR="00435B4F" w:rsidRDefault="00435B4F" w:rsidP="00256283">
      <w:r>
        <w:t>— </w:t>
      </w:r>
      <w:r w:rsidR="00256283">
        <w:t>Il aurait dû nous le dire</w:t>
      </w:r>
      <w:r>
        <w:t xml:space="preserve">. </w:t>
      </w:r>
      <w:r w:rsidR="00256283">
        <w:t>Nous</w:t>
      </w:r>
      <w:r>
        <w:t>…</w:t>
      </w:r>
    </w:p>
    <w:p w14:paraId="7695F694" w14:textId="77777777" w:rsidR="00435B4F" w:rsidRDefault="00435B4F" w:rsidP="00256283">
      <w:r>
        <w:t>— </w:t>
      </w:r>
      <w:r w:rsidR="00256283">
        <w:t>Ta gueule</w:t>
      </w:r>
      <w:r>
        <w:t xml:space="preserve"> ! </w:t>
      </w:r>
      <w:r w:rsidR="00256283">
        <w:t>répéta-t-elle</w:t>
      </w:r>
      <w:r>
        <w:t xml:space="preserve">. </w:t>
      </w:r>
      <w:r w:rsidR="00256283">
        <w:t>Vous le savez et la police aussi</w:t>
      </w:r>
      <w:r>
        <w:t xml:space="preserve">. </w:t>
      </w:r>
      <w:r w:rsidR="00256283">
        <w:t>Pour qui me prenez-vous</w:t>
      </w:r>
      <w:r>
        <w:t> ?</w:t>
      </w:r>
    </w:p>
    <w:p w14:paraId="7221806D" w14:textId="77777777" w:rsidR="00435B4F" w:rsidRDefault="00435B4F" w:rsidP="00256283">
      <w:r>
        <w:t>— </w:t>
      </w:r>
      <w:r w:rsidR="00256283">
        <w:t xml:space="preserve">Je ne sais pas où est </w:t>
      </w:r>
      <w:proofErr w:type="spellStart"/>
      <w:r w:rsidR="00256283">
        <w:t>Wynant</w:t>
      </w:r>
      <w:proofErr w:type="spellEnd"/>
      <w:r>
        <w:t>.</w:t>
      </w:r>
    </w:p>
    <w:p w14:paraId="0A48CEC3" w14:textId="77777777" w:rsidR="00435B4F" w:rsidRDefault="00435B4F" w:rsidP="00256283">
      <w:r>
        <w:t>— </w:t>
      </w:r>
      <w:r w:rsidR="00256283">
        <w:t>Sans blague</w:t>
      </w:r>
      <w:r>
        <w:t xml:space="preserve"> ! </w:t>
      </w:r>
      <w:r w:rsidR="00256283">
        <w:t>Vous travaillez pour lui</w:t>
      </w:r>
      <w:r>
        <w:t xml:space="preserve">, </w:t>
      </w:r>
      <w:r w:rsidR="00256283">
        <w:t>d</w:t>
      </w:r>
      <w:r>
        <w:t>’</w:t>
      </w:r>
      <w:r w:rsidR="00256283">
        <w:t>accord avec la police</w:t>
      </w:r>
      <w:r>
        <w:t xml:space="preserve">. </w:t>
      </w:r>
      <w:r w:rsidR="00256283">
        <w:t>Ne vous foutez pas de moi</w:t>
      </w:r>
      <w:r>
        <w:t xml:space="preserve"> ! </w:t>
      </w:r>
      <w:proofErr w:type="spellStart"/>
      <w:r w:rsidR="00256283">
        <w:t>Nunheim</w:t>
      </w:r>
      <w:proofErr w:type="spellEnd"/>
      <w:r w:rsidR="00256283">
        <w:t xml:space="preserve"> croyait que ça allait lui rapporter le sac</w:t>
      </w:r>
      <w:r>
        <w:t xml:space="preserve"> ! </w:t>
      </w:r>
      <w:r w:rsidR="00256283">
        <w:t>Pauvre ballot</w:t>
      </w:r>
      <w:r>
        <w:t> !</w:t>
      </w:r>
    </w:p>
    <w:p w14:paraId="2630B761" w14:textId="77777777" w:rsidR="00435B4F" w:rsidRDefault="00435B4F" w:rsidP="00256283">
      <w:r>
        <w:t>— </w:t>
      </w:r>
      <w:r w:rsidR="00256283">
        <w:t>Vous a-t-il dit ce qu</w:t>
      </w:r>
      <w:r>
        <w:t>’</w:t>
      </w:r>
      <w:r w:rsidR="00256283">
        <w:t>il savait exactement</w:t>
      </w:r>
      <w:r>
        <w:t> ?</w:t>
      </w:r>
    </w:p>
    <w:p w14:paraId="35F7C1FB" w14:textId="77777777" w:rsidR="00435B4F" w:rsidRDefault="00435B4F" w:rsidP="00256283">
      <w:r>
        <w:t>— </w:t>
      </w:r>
      <w:r w:rsidR="00256283">
        <w:t>Je ne suis pas une bille</w:t>
      </w:r>
      <w:r>
        <w:t xml:space="preserve"> ! </w:t>
      </w:r>
      <w:r w:rsidR="00256283">
        <w:t>ricana-t-elle</w:t>
      </w:r>
      <w:r>
        <w:t xml:space="preserve">. </w:t>
      </w:r>
      <w:r w:rsidR="00256283">
        <w:t>Il m</w:t>
      </w:r>
      <w:r>
        <w:t>’</w:t>
      </w:r>
      <w:r w:rsidR="00256283">
        <w:t>a dit qu</w:t>
      </w:r>
      <w:r>
        <w:t>’</w:t>
      </w:r>
      <w:r w:rsidR="00256283">
        <w:t>il savait quelque chose qui lui rapporterait du fric</w:t>
      </w:r>
      <w:r>
        <w:t xml:space="preserve"> ; </w:t>
      </w:r>
      <w:r w:rsidR="00256283">
        <w:t>alors</w:t>
      </w:r>
      <w:r>
        <w:t xml:space="preserve">, </w:t>
      </w:r>
      <w:r w:rsidR="00256283">
        <w:t>je sais combien font deux et deux</w:t>
      </w:r>
      <w:r>
        <w:t>.</w:t>
      </w:r>
    </w:p>
    <w:p w14:paraId="7CD9876E" w14:textId="77777777" w:rsidR="00435B4F" w:rsidRDefault="00435B4F" w:rsidP="00256283">
      <w:r>
        <w:t>— </w:t>
      </w:r>
      <w:r w:rsidR="00256283">
        <w:t>Quatre</w:t>
      </w:r>
      <w:r>
        <w:t xml:space="preserve"> ! </w:t>
      </w:r>
      <w:r w:rsidR="00256283">
        <w:t>mais pas toujours</w:t>
      </w:r>
      <w:r>
        <w:t xml:space="preserve"> ! </w:t>
      </w:r>
      <w:r w:rsidR="00256283">
        <w:t>ça peut faire aussi vingt-deux</w:t>
      </w:r>
      <w:r>
        <w:t xml:space="preserve"> ! </w:t>
      </w:r>
      <w:r w:rsidR="00256283">
        <w:t>D</w:t>
      </w:r>
      <w:r>
        <w:t>’</w:t>
      </w:r>
      <w:r w:rsidR="00256283">
        <w:t>abord</w:t>
      </w:r>
      <w:r>
        <w:t xml:space="preserve">, </w:t>
      </w:r>
      <w:r w:rsidR="00256283">
        <w:t xml:space="preserve">je ne travaille pas pour </w:t>
      </w:r>
      <w:proofErr w:type="spellStart"/>
      <w:r w:rsidR="00256283">
        <w:t>Wynant</w:t>
      </w:r>
      <w:proofErr w:type="spellEnd"/>
      <w:r>
        <w:t xml:space="preserve">, </w:t>
      </w:r>
      <w:r w:rsidR="00256283">
        <w:t xml:space="preserve">et ensuite je </w:t>
      </w:r>
      <w:r w:rsidR="00256283">
        <w:lastRenderedPageBreak/>
        <w:t>vous prie de ne pas dire toujours</w:t>
      </w:r>
      <w:r>
        <w:t xml:space="preserve"> : </w:t>
      </w:r>
      <w:r w:rsidR="00256283">
        <w:t>Ta gueule</w:t>
      </w:r>
      <w:r>
        <w:t xml:space="preserve">. </w:t>
      </w:r>
      <w:r w:rsidR="00256283">
        <w:t>Maintenant</w:t>
      </w:r>
      <w:r>
        <w:t xml:space="preserve">, </w:t>
      </w:r>
      <w:r w:rsidR="00256283">
        <w:t>si vous voulez nous aider</w:t>
      </w:r>
      <w:r>
        <w:t>…</w:t>
      </w:r>
    </w:p>
    <w:p w14:paraId="402D9194" w14:textId="77777777" w:rsidR="00435B4F" w:rsidRDefault="00435B4F" w:rsidP="00256283">
      <w:r>
        <w:t>— </w:t>
      </w:r>
      <w:r w:rsidR="00256283">
        <w:t>Non</w:t>
      </w:r>
      <w:r>
        <w:t xml:space="preserve">. </w:t>
      </w:r>
      <w:proofErr w:type="spellStart"/>
      <w:r w:rsidR="00256283">
        <w:t>Nunheim</w:t>
      </w:r>
      <w:proofErr w:type="spellEnd"/>
      <w:r w:rsidR="00256283">
        <w:t xml:space="preserve"> était un </w:t>
      </w:r>
      <w:r>
        <w:t>« </w:t>
      </w:r>
      <w:r w:rsidR="00256283">
        <w:t>donneur</w:t>
      </w:r>
      <w:r>
        <w:t xml:space="preserve"> » ; </w:t>
      </w:r>
      <w:r w:rsidR="00256283">
        <w:t>il n</w:t>
      </w:r>
      <w:r>
        <w:t>’</w:t>
      </w:r>
      <w:r w:rsidR="00256283">
        <w:t>a pas volé ce qui lui est arrivé</w:t>
      </w:r>
      <w:r>
        <w:t xml:space="preserve">. </w:t>
      </w:r>
      <w:r w:rsidR="00256283">
        <w:t>Seulement</w:t>
      </w:r>
      <w:r>
        <w:t xml:space="preserve">, </w:t>
      </w:r>
      <w:r w:rsidR="00256283">
        <w:t>je n</w:t>
      </w:r>
      <w:r>
        <w:t>’</w:t>
      </w:r>
      <w:r w:rsidR="00256283">
        <w:t>oublie pas que la dernière fois que je l</w:t>
      </w:r>
      <w:r>
        <w:t>’</w:t>
      </w:r>
      <w:r w:rsidR="00256283">
        <w:t>ai vu</w:t>
      </w:r>
      <w:r>
        <w:t xml:space="preserve">, </w:t>
      </w:r>
      <w:r w:rsidR="00256283">
        <w:t>vivant</w:t>
      </w:r>
      <w:r>
        <w:t xml:space="preserve">, </w:t>
      </w:r>
      <w:r w:rsidR="00256283">
        <w:t xml:space="preserve">il était avec </w:t>
      </w:r>
      <w:proofErr w:type="spellStart"/>
      <w:r w:rsidR="00256283">
        <w:t>Guild</w:t>
      </w:r>
      <w:proofErr w:type="spellEnd"/>
      <w:r w:rsidR="00256283">
        <w:t xml:space="preserve"> et vous</w:t>
      </w:r>
      <w:r>
        <w:t> !</w:t>
      </w:r>
    </w:p>
    <w:p w14:paraId="2F36B61B" w14:textId="77777777" w:rsidR="00435B4F" w:rsidRDefault="00435B4F" w:rsidP="00256283">
      <w:r>
        <w:t>— </w:t>
      </w:r>
      <w:r w:rsidR="00256283">
        <w:t>Puisque vous n</w:t>
      </w:r>
      <w:r>
        <w:t>’</w:t>
      </w:r>
      <w:r w:rsidR="00256283">
        <w:t>oubliez pas facilement</w:t>
      </w:r>
      <w:r>
        <w:t xml:space="preserve">, </w:t>
      </w:r>
      <w:r w:rsidR="00256283">
        <w:t>demandai-je</w:t>
      </w:r>
      <w:r>
        <w:t xml:space="preserve">, </w:t>
      </w:r>
      <w:r w:rsidR="00256283">
        <w:t>vous souvenez-vous</w:t>
      </w:r>
      <w:r>
        <w:t>…</w:t>
      </w:r>
    </w:p>
    <w:p w14:paraId="60F4ED64" w14:textId="77777777" w:rsidR="00435B4F" w:rsidRDefault="00435B4F" w:rsidP="00256283">
      <w:r>
        <w:t>— </w:t>
      </w:r>
      <w:r w:rsidR="00256283">
        <w:t>Je vais rejoindre les copains</w:t>
      </w:r>
      <w:r>
        <w:t xml:space="preserve">, </w:t>
      </w:r>
      <w:r w:rsidR="00256283">
        <w:t>dit-elle</w:t>
      </w:r>
      <w:r>
        <w:t>.</w:t>
      </w:r>
    </w:p>
    <w:p w14:paraId="2F440F63" w14:textId="77777777" w:rsidR="00435B4F" w:rsidRDefault="00256283" w:rsidP="00256283">
      <w:r>
        <w:t>Elle s</w:t>
      </w:r>
      <w:r w:rsidR="00435B4F">
        <w:t>’</w:t>
      </w:r>
      <w:r>
        <w:t>éloigna</w:t>
      </w:r>
      <w:r w:rsidR="00435B4F">
        <w:t xml:space="preserve">. </w:t>
      </w:r>
      <w:r>
        <w:t>Sa démarche était très gracieuse</w:t>
      </w:r>
      <w:r w:rsidR="00435B4F">
        <w:t>.</w:t>
      </w:r>
    </w:p>
    <w:p w14:paraId="610F1EAE" w14:textId="77777777" w:rsidR="00435B4F" w:rsidRDefault="00435B4F" w:rsidP="00256283">
      <w:r>
        <w:t>— </w:t>
      </w:r>
      <w:r w:rsidR="00256283">
        <w:t>Voilà une poule dont je me méfierais</w:t>
      </w:r>
      <w:r>
        <w:t xml:space="preserve">, </w:t>
      </w:r>
      <w:r w:rsidR="00256283">
        <w:t xml:space="preserve">grogna </w:t>
      </w:r>
      <w:proofErr w:type="spellStart"/>
      <w:r w:rsidR="00256283">
        <w:t>Studsy</w:t>
      </w:r>
      <w:proofErr w:type="spellEnd"/>
      <w:r>
        <w:t xml:space="preserve">, </w:t>
      </w:r>
      <w:r w:rsidR="00256283">
        <w:t>pensif</w:t>
      </w:r>
      <w:r>
        <w:t xml:space="preserve"> ; </w:t>
      </w:r>
      <w:r w:rsidR="00256283">
        <w:t>ce doit être une belle vache</w:t>
      </w:r>
      <w:r>
        <w:t> !</w:t>
      </w:r>
    </w:p>
    <w:p w14:paraId="1C18F1A0" w14:textId="77777777" w:rsidR="00435B4F" w:rsidRDefault="00256283" w:rsidP="00256283">
      <w:r>
        <w:t>Morelli cligna de l</w:t>
      </w:r>
      <w:r w:rsidR="00435B4F">
        <w:t>’</w:t>
      </w:r>
      <w:r>
        <w:t>œil vers moi</w:t>
      </w:r>
      <w:r w:rsidR="00435B4F">
        <w:t>.</w:t>
      </w:r>
    </w:p>
    <w:p w14:paraId="03FA36A2" w14:textId="77777777" w:rsidR="00435B4F" w:rsidRDefault="00435B4F" w:rsidP="00256283">
      <w:r>
        <w:t>— </w:t>
      </w:r>
      <w:r w:rsidR="00256283">
        <w:t>Je ne comprends pas</w:t>
      </w:r>
      <w:r>
        <w:t xml:space="preserve">, </w:t>
      </w:r>
      <w:r w:rsidR="00256283">
        <w:t>Nick</w:t>
      </w:r>
      <w:r>
        <w:t xml:space="preserve"> ! </w:t>
      </w:r>
      <w:r w:rsidR="00256283">
        <w:t>fit Dorothy</w:t>
      </w:r>
      <w:r>
        <w:t xml:space="preserve">, </w:t>
      </w:r>
      <w:r w:rsidR="00256283">
        <w:t>touchant mon bras</w:t>
      </w:r>
      <w:r>
        <w:t>.</w:t>
      </w:r>
    </w:p>
    <w:p w14:paraId="310E9E79" w14:textId="77777777" w:rsidR="00435B4F" w:rsidRDefault="00435B4F" w:rsidP="00256283">
      <w:r>
        <w:t>— </w:t>
      </w:r>
      <w:r w:rsidR="00256283">
        <w:t>Vous me parliez de Julia Wolf</w:t>
      </w:r>
      <w:r>
        <w:t xml:space="preserve">, </w:t>
      </w:r>
      <w:r w:rsidR="00256283">
        <w:t xml:space="preserve">dis-je à </w:t>
      </w:r>
      <w:proofErr w:type="spellStart"/>
      <w:r w:rsidR="00256283">
        <w:t>Shep</w:t>
      </w:r>
      <w:proofErr w:type="spellEnd"/>
      <w:r>
        <w:t>.</w:t>
      </w:r>
    </w:p>
    <w:p w14:paraId="18E25596" w14:textId="77777777" w:rsidR="00435B4F" w:rsidRDefault="00435B4F" w:rsidP="00256283">
      <w:r>
        <w:t>— </w:t>
      </w:r>
      <w:r w:rsidR="00256283">
        <w:t>Oui</w:t>
      </w:r>
      <w:r>
        <w:t xml:space="preserve">, </w:t>
      </w:r>
      <w:r w:rsidR="00256283">
        <w:t>reprit-il</w:t>
      </w:r>
      <w:r>
        <w:t xml:space="preserve">. </w:t>
      </w:r>
      <w:r w:rsidR="00256283">
        <w:t>Le vieux Kane l</w:t>
      </w:r>
      <w:r>
        <w:t>’</w:t>
      </w:r>
      <w:r w:rsidR="00256283">
        <w:t>a foutue à la porte quand elle avait seize ans</w:t>
      </w:r>
      <w:r>
        <w:t xml:space="preserve">. </w:t>
      </w:r>
      <w:r w:rsidR="00256283">
        <w:t>Elle s</w:t>
      </w:r>
      <w:r>
        <w:t>’</w:t>
      </w:r>
      <w:r w:rsidR="00256283">
        <w:t>est mise avec un type qu</w:t>
      </w:r>
      <w:r>
        <w:t>’</w:t>
      </w:r>
      <w:r w:rsidR="00256283">
        <w:t xml:space="preserve">on appelait Face </w:t>
      </w:r>
      <w:proofErr w:type="spellStart"/>
      <w:r w:rsidR="00256283">
        <w:t>Peppler</w:t>
      </w:r>
      <w:proofErr w:type="spellEnd"/>
      <w:r>
        <w:t xml:space="preserve">. </w:t>
      </w:r>
      <w:r w:rsidR="00256283">
        <w:t>Ça ne m</w:t>
      </w:r>
      <w:r>
        <w:t>’</w:t>
      </w:r>
      <w:r w:rsidR="00256283">
        <w:t>allait pas et</w:t>
      </w:r>
      <w:r>
        <w:t xml:space="preserve">, </w:t>
      </w:r>
      <w:r w:rsidR="00256283">
        <w:t>un jour</w:t>
      </w:r>
      <w:r>
        <w:t xml:space="preserve">… </w:t>
      </w:r>
      <w:r w:rsidR="00256283">
        <w:t>Il s</w:t>
      </w:r>
      <w:r>
        <w:t>’</w:t>
      </w:r>
      <w:r w:rsidR="00256283">
        <w:t>interrompit et toussota</w:t>
      </w:r>
      <w:r>
        <w:t xml:space="preserve">… </w:t>
      </w:r>
      <w:r w:rsidR="00256283">
        <w:t>bref</w:t>
      </w:r>
      <w:r>
        <w:t xml:space="preserve">, </w:t>
      </w:r>
      <w:r w:rsidR="00256283">
        <w:t>elle resta avec Face cinq ou six ans</w:t>
      </w:r>
      <w:r>
        <w:t xml:space="preserve">, </w:t>
      </w:r>
      <w:r w:rsidR="00256283">
        <w:t xml:space="preserve">sauf pendant le temps que </w:t>
      </w:r>
      <w:proofErr w:type="spellStart"/>
      <w:r w:rsidR="00256283">
        <w:t>Peppler</w:t>
      </w:r>
      <w:proofErr w:type="spellEnd"/>
      <w:r w:rsidR="00256283">
        <w:t xml:space="preserve"> a été soldat</w:t>
      </w:r>
      <w:r>
        <w:t xml:space="preserve"> : </w:t>
      </w:r>
      <w:r w:rsidR="00256283">
        <w:t>elle a vécu pendant son absence avec un cousin de O</w:t>
      </w:r>
      <w:r>
        <w:t>’</w:t>
      </w:r>
      <w:r w:rsidR="00256283">
        <w:t>Brien</w:t>
      </w:r>
      <w:r>
        <w:t xml:space="preserve">. </w:t>
      </w:r>
      <w:r w:rsidR="00256283">
        <w:t>Puis Face est revenu et</w:t>
      </w:r>
      <w:r>
        <w:t xml:space="preserve">, </w:t>
      </w:r>
      <w:r w:rsidR="00256283">
        <w:t>un jour</w:t>
      </w:r>
      <w:r>
        <w:t xml:space="preserve">, </w:t>
      </w:r>
      <w:r w:rsidR="00256283">
        <w:t>ils ont tous deux été poissés pour avoir tenté d</w:t>
      </w:r>
      <w:r>
        <w:t>’</w:t>
      </w:r>
      <w:r w:rsidR="00256283">
        <w:t>entôler un mec de Toronto</w:t>
      </w:r>
      <w:r>
        <w:t xml:space="preserve">. </w:t>
      </w:r>
      <w:r w:rsidR="00256283">
        <w:t>Face a tout pris et elle s</w:t>
      </w:r>
      <w:r>
        <w:t>’</w:t>
      </w:r>
      <w:r w:rsidR="00256283">
        <w:t>en est tirée avec six mois</w:t>
      </w:r>
      <w:r>
        <w:t xml:space="preserve">. </w:t>
      </w:r>
      <w:r w:rsidR="00256283">
        <w:t>Lui est toujours dedans</w:t>
      </w:r>
      <w:r>
        <w:t xml:space="preserve">. </w:t>
      </w:r>
      <w:r w:rsidR="00256283">
        <w:t>Je rencontrai Nancy quand elle a été libérée</w:t>
      </w:r>
      <w:r>
        <w:t xml:space="preserve"> – </w:t>
      </w:r>
      <w:r w:rsidR="00256283">
        <w:t>elle m</w:t>
      </w:r>
      <w:r>
        <w:t>’</w:t>
      </w:r>
      <w:r w:rsidR="00256283">
        <w:t>a emprunté deux cents dollars</w:t>
      </w:r>
      <w:r>
        <w:t xml:space="preserve">. </w:t>
      </w:r>
      <w:r w:rsidR="00256283">
        <w:t>Six mois sans la voir</w:t>
      </w:r>
      <w:r>
        <w:t xml:space="preserve">, </w:t>
      </w:r>
      <w:r w:rsidR="00256283">
        <w:t>puis</w:t>
      </w:r>
      <w:r>
        <w:t xml:space="preserve">, </w:t>
      </w:r>
      <w:r w:rsidR="00256283">
        <w:t>un jour</w:t>
      </w:r>
      <w:r>
        <w:t xml:space="preserve">, </w:t>
      </w:r>
      <w:r w:rsidR="00256283">
        <w:t>je reçois mon fric</w:t>
      </w:r>
      <w:r>
        <w:t xml:space="preserve">, </w:t>
      </w:r>
      <w:r w:rsidR="00256283">
        <w:t>dans une lettre</w:t>
      </w:r>
      <w:r>
        <w:t xml:space="preserve">, </w:t>
      </w:r>
      <w:r w:rsidR="00256283">
        <w:t>et elle m</w:t>
      </w:r>
      <w:r>
        <w:t>’</w:t>
      </w:r>
      <w:r w:rsidR="00256283">
        <w:t>apprend qu</w:t>
      </w:r>
      <w:r>
        <w:t>’</w:t>
      </w:r>
      <w:r w:rsidR="00256283">
        <w:t>elle est à New-York et qu</w:t>
      </w:r>
      <w:r>
        <w:t>’</w:t>
      </w:r>
      <w:r w:rsidR="00256283">
        <w:t>elle s</w:t>
      </w:r>
      <w:r>
        <w:t>’</w:t>
      </w:r>
      <w:r w:rsidR="00256283">
        <w:t>appelle Julia Wolf</w:t>
      </w:r>
      <w:r>
        <w:t xml:space="preserve">. </w:t>
      </w:r>
      <w:r w:rsidR="00256283">
        <w:t>J</w:t>
      </w:r>
      <w:r>
        <w:t>’</w:t>
      </w:r>
      <w:r w:rsidR="00256283">
        <w:t>ai su qu</w:t>
      </w:r>
      <w:r>
        <w:t>’</w:t>
      </w:r>
      <w:r w:rsidR="00256283">
        <w:t xml:space="preserve">elle correspondait </w:t>
      </w:r>
      <w:r w:rsidR="00256283">
        <w:lastRenderedPageBreak/>
        <w:t>toujours avec Face</w:t>
      </w:r>
      <w:r>
        <w:t xml:space="preserve">. </w:t>
      </w:r>
      <w:r w:rsidR="00256283">
        <w:t>Quand je suis venu ici</w:t>
      </w:r>
      <w:r>
        <w:t xml:space="preserve">, </w:t>
      </w:r>
      <w:r w:rsidR="00256283">
        <w:t>en 28</w:t>
      </w:r>
      <w:r>
        <w:t xml:space="preserve">, </w:t>
      </w:r>
      <w:r w:rsidR="00256283">
        <w:t>je suis allé la voir</w:t>
      </w:r>
      <w:r>
        <w:t xml:space="preserve">. </w:t>
      </w:r>
      <w:r w:rsidR="00256283">
        <w:t>Elle</w:t>
      </w:r>
      <w:r>
        <w:t>…</w:t>
      </w:r>
    </w:p>
    <w:p w14:paraId="3DFA15DD" w14:textId="77777777" w:rsidR="00435B4F" w:rsidRDefault="00256283" w:rsidP="00256283">
      <w:r>
        <w:t>Miriam était revenue</w:t>
      </w:r>
      <w:r w:rsidR="00435B4F">
        <w:t xml:space="preserve">. </w:t>
      </w:r>
      <w:r>
        <w:t>Elle était debout près de moi</w:t>
      </w:r>
      <w:r w:rsidR="00435B4F">
        <w:t xml:space="preserve">, </w:t>
      </w:r>
      <w:r>
        <w:t>les mains sur les hanches</w:t>
      </w:r>
      <w:r w:rsidR="00435B4F">
        <w:t xml:space="preserve">, </w:t>
      </w:r>
      <w:r>
        <w:t>comme tout à l</w:t>
      </w:r>
      <w:r w:rsidR="00435B4F">
        <w:t>’</w:t>
      </w:r>
      <w:r>
        <w:t>heure</w:t>
      </w:r>
      <w:r w:rsidR="00435B4F">
        <w:t>.</w:t>
      </w:r>
    </w:p>
    <w:p w14:paraId="3E2585DE" w14:textId="77777777" w:rsidR="00435B4F" w:rsidRDefault="00435B4F" w:rsidP="00256283">
      <w:r>
        <w:t>— </w:t>
      </w:r>
      <w:r w:rsidR="00256283">
        <w:t>J</w:t>
      </w:r>
      <w:r>
        <w:t>’</w:t>
      </w:r>
      <w:r w:rsidR="00256283">
        <w:t>ai pensé à ce que vous venez de me dire</w:t>
      </w:r>
      <w:r>
        <w:t xml:space="preserve">, </w:t>
      </w:r>
      <w:r w:rsidR="00256283">
        <w:t>fit-elle</w:t>
      </w:r>
      <w:r>
        <w:t xml:space="preserve">. </w:t>
      </w:r>
      <w:r w:rsidR="00256283">
        <w:t>Vous devez me prendre pour une bille</w:t>
      </w:r>
      <w:r>
        <w:t>.</w:t>
      </w:r>
    </w:p>
    <w:p w14:paraId="408D7389" w14:textId="77777777" w:rsidR="00435B4F" w:rsidRDefault="00435B4F" w:rsidP="00256283">
      <w:r>
        <w:t>— </w:t>
      </w:r>
      <w:r w:rsidR="00256283">
        <w:t>Non</w:t>
      </w:r>
      <w:r>
        <w:t xml:space="preserve">, </w:t>
      </w:r>
      <w:r w:rsidR="00256283">
        <w:t>dis-je</w:t>
      </w:r>
      <w:r>
        <w:t>.</w:t>
      </w:r>
    </w:p>
    <w:p w14:paraId="0D96191A" w14:textId="77777777" w:rsidR="00435B4F" w:rsidRDefault="00435B4F" w:rsidP="00256283">
      <w:r>
        <w:t>— </w:t>
      </w:r>
      <w:r w:rsidR="00256283">
        <w:t>Et vous avez raison</w:t>
      </w:r>
      <w:r>
        <w:t xml:space="preserve">, </w:t>
      </w:r>
      <w:r w:rsidR="00256283">
        <w:t>je comprends maintenant</w:t>
      </w:r>
      <w:r>
        <w:t xml:space="preserve">. </w:t>
      </w:r>
      <w:r w:rsidR="00256283">
        <w:t>C</w:t>
      </w:r>
      <w:r>
        <w:t>’</w:t>
      </w:r>
      <w:r w:rsidR="00256283">
        <w:t>est vous qui l</w:t>
      </w:r>
      <w:r>
        <w:t>’</w:t>
      </w:r>
      <w:r w:rsidR="00256283">
        <w:t>avez tué</w:t>
      </w:r>
      <w:r>
        <w:t xml:space="preserve">, </w:t>
      </w:r>
      <w:r w:rsidR="00256283">
        <w:t>et</w:t>
      </w:r>
      <w:r>
        <w:t>…</w:t>
      </w:r>
    </w:p>
    <w:p w14:paraId="524DB51D" w14:textId="77777777" w:rsidR="00435B4F" w:rsidRDefault="00435B4F" w:rsidP="00256283">
      <w:r>
        <w:t>— </w:t>
      </w:r>
      <w:r w:rsidR="00256283">
        <w:t>Pas si fort</w:t>
      </w:r>
      <w:r>
        <w:t xml:space="preserve">, </w:t>
      </w:r>
      <w:r w:rsidR="00256283">
        <w:t>petite fille</w:t>
      </w:r>
      <w:r>
        <w:t xml:space="preserve"> ! </w:t>
      </w:r>
      <w:r w:rsidR="00256283">
        <w:t xml:space="preserve">dit </w:t>
      </w:r>
      <w:proofErr w:type="spellStart"/>
      <w:r w:rsidR="00256283">
        <w:t>Studsy</w:t>
      </w:r>
      <w:proofErr w:type="spellEnd"/>
      <w:r>
        <w:t>.</w:t>
      </w:r>
    </w:p>
    <w:p w14:paraId="0A29FBFF" w14:textId="77777777" w:rsidR="00435B4F" w:rsidRDefault="00256283" w:rsidP="00256283">
      <w:r>
        <w:t>Il se leva et la prit par le bras</w:t>
      </w:r>
      <w:r w:rsidR="00435B4F">
        <w:t>.</w:t>
      </w:r>
    </w:p>
    <w:p w14:paraId="07B50CAE" w14:textId="77777777" w:rsidR="00435B4F" w:rsidRDefault="00435B4F" w:rsidP="00256283">
      <w:r>
        <w:t>— </w:t>
      </w:r>
      <w:r w:rsidR="00256283">
        <w:t>Viens donc par ici</w:t>
      </w:r>
      <w:r>
        <w:t xml:space="preserve">, </w:t>
      </w:r>
      <w:r w:rsidR="00256283">
        <w:t>je veux te parler</w:t>
      </w:r>
      <w:r>
        <w:t xml:space="preserve">, </w:t>
      </w:r>
      <w:r w:rsidR="00256283">
        <w:t>murmura-t-il d</w:t>
      </w:r>
      <w:r>
        <w:t>’</w:t>
      </w:r>
      <w:r w:rsidR="00256283">
        <w:t>une voix très douce</w:t>
      </w:r>
      <w:r>
        <w:t>.</w:t>
      </w:r>
    </w:p>
    <w:p w14:paraId="47B414AD" w14:textId="77777777" w:rsidR="00435B4F" w:rsidRDefault="00256283" w:rsidP="00256283">
      <w:r>
        <w:t>Il la mena vers le bar</w:t>
      </w:r>
      <w:r w:rsidR="00435B4F">
        <w:t>.</w:t>
      </w:r>
    </w:p>
    <w:p w14:paraId="628A03CB" w14:textId="77777777" w:rsidR="00435B4F" w:rsidRDefault="00256283" w:rsidP="00256283">
      <w:r>
        <w:t>Morelli cligna de l</w:t>
      </w:r>
      <w:r w:rsidR="00435B4F">
        <w:t>’</w:t>
      </w:r>
      <w:r>
        <w:t>œil vers moi</w:t>
      </w:r>
      <w:r w:rsidR="00435B4F">
        <w:t>.</w:t>
      </w:r>
    </w:p>
    <w:p w14:paraId="63C05F81" w14:textId="77777777" w:rsidR="00435B4F" w:rsidRDefault="00435B4F" w:rsidP="00256283">
      <w:r>
        <w:t>— </w:t>
      </w:r>
      <w:proofErr w:type="spellStart"/>
      <w:r w:rsidR="00256283">
        <w:t>Studsy</w:t>
      </w:r>
      <w:proofErr w:type="spellEnd"/>
      <w:r w:rsidR="00256283">
        <w:t xml:space="preserve"> adore ça</w:t>
      </w:r>
      <w:r>
        <w:t xml:space="preserve">, </w:t>
      </w:r>
      <w:r w:rsidR="00256283">
        <w:t>dit-il</w:t>
      </w:r>
      <w:r>
        <w:t xml:space="preserve">. </w:t>
      </w:r>
      <w:r w:rsidR="00256283">
        <w:t>Où en étais-je</w:t>
      </w:r>
      <w:r>
        <w:t xml:space="preserve"> ? </w:t>
      </w:r>
      <w:r w:rsidR="00256283">
        <w:t>Oui</w:t>
      </w:r>
      <w:r>
        <w:t xml:space="preserve">, </w:t>
      </w:r>
      <w:r w:rsidR="00256283">
        <w:t>quand j</w:t>
      </w:r>
      <w:r>
        <w:t>’</w:t>
      </w:r>
      <w:r w:rsidR="00256283">
        <w:t>allai la voir</w:t>
      </w:r>
      <w:r>
        <w:t xml:space="preserve">, </w:t>
      </w:r>
      <w:r w:rsidR="00256283">
        <w:t>elle me raconta qu</w:t>
      </w:r>
      <w:r>
        <w:t>’</w:t>
      </w:r>
      <w:r w:rsidR="00256283">
        <w:t>elle avait une situation</w:t>
      </w:r>
      <w:r>
        <w:t xml:space="preserve">, </w:t>
      </w:r>
      <w:r w:rsidR="00256283">
        <w:t xml:space="preserve">que </w:t>
      </w:r>
      <w:proofErr w:type="spellStart"/>
      <w:r w:rsidR="00256283">
        <w:t>Wynant</w:t>
      </w:r>
      <w:proofErr w:type="spellEnd"/>
      <w:r w:rsidR="00256283">
        <w:t xml:space="preserve"> était fou d</w:t>
      </w:r>
      <w:r>
        <w:t>’</w:t>
      </w:r>
      <w:r w:rsidR="00256283">
        <w:t>elle et que tout allait bien</w:t>
      </w:r>
      <w:r>
        <w:t xml:space="preserve">. </w:t>
      </w:r>
      <w:r w:rsidR="00256283">
        <w:t>Elle a dû apprendre la sténo pendant ses six mois en songeant que ça pourrait être utile pour trouver une place dans un bureau</w:t>
      </w:r>
      <w:r>
        <w:t xml:space="preserve">. </w:t>
      </w:r>
      <w:r w:rsidR="00256283">
        <w:t>On ne sait jamais</w:t>
      </w:r>
      <w:r>
        <w:t xml:space="preserve">, </w:t>
      </w:r>
      <w:r w:rsidR="00256283">
        <w:t>si on laissait le coffre ouvert</w:t>
      </w:r>
      <w:r>
        <w:t xml:space="preserve"> ! </w:t>
      </w:r>
      <w:r w:rsidR="00256283">
        <w:t>Une agence de placement l</w:t>
      </w:r>
      <w:r>
        <w:t>’</w:t>
      </w:r>
      <w:r w:rsidR="00256283">
        <w:t xml:space="preserve">avait envoyée chez </w:t>
      </w:r>
      <w:proofErr w:type="spellStart"/>
      <w:r w:rsidR="00256283">
        <w:t>Wynant</w:t>
      </w:r>
      <w:proofErr w:type="spellEnd"/>
      <w:r w:rsidR="00256283">
        <w:t xml:space="preserve"> pour un ou deux jours et elle s</w:t>
      </w:r>
      <w:r>
        <w:t>’</w:t>
      </w:r>
      <w:r w:rsidR="00256283">
        <w:t>est arrangée pour rester</w:t>
      </w:r>
      <w:r>
        <w:t xml:space="preserve">. </w:t>
      </w:r>
      <w:r w:rsidR="00256283">
        <w:t>Elle a dû lui dire qu</w:t>
      </w:r>
      <w:r>
        <w:t>’</w:t>
      </w:r>
      <w:r w:rsidR="00256283">
        <w:t>elle avait été condamnée car elle était maligne et elle ne voulait pas qu</w:t>
      </w:r>
      <w:r>
        <w:t>’</w:t>
      </w:r>
      <w:r w:rsidR="00256283">
        <w:t>il apprît ça par quelqu</w:t>
      </w:r>
      <w:r>
        <w:t>’</w:t>
      </w:r>
      <w:r w:rsidR="00256283">
        <w:t>un d</w:t>
      </w:r>
      <w:r>
        <w:t>’</w:t>
      </w:r>
      <w:r w:rsidR="00256283">
        <w:t>autre</w:t>
      </w:r>
      <w:r>
        <w:t xml:space="preserve">. </w:t>
      </w:r>
      <w:r w:rsidR="00256283">
        <w:t>Elle a dû lui jouer la scène du relèvement</w:t>
      </w:r>
      <w:r>
        <w:t xml:space="preserve">. </w:t>
      </w:r>
      <w:r w:rsidR="00256283">
        <w:t>Enfin tout ça ne me regardait pas</w:t>
      </w:r>
      <w:r>
        <w:t xml:space="preserve">. </w:t>
      </w:r>
      <w:r w:rsidR="00256283">
        <w:t>Remarquez bien que nous n</w:t>
      </w:r>
      <w:r>
        <w:t>’</w:t>
      </w:r>
      <w:r w:rsidR="00256283">
        <w:t>étions que des amis d</w:t>
      </w:r>
      <w:r>
        <w:t>’</w:t>
      </w:r>
      <w:r w:rsidR="00256283">
        <w:t>enfance</w:t>
      </w:r>
      <w:r>
        <w:t xml:space="preserve">. </w:t>
      </w:r>
      <w:r w:rsidR="00256283">
        <w:t>Elle sortait</w:t>
      </w:r>
      <w:r>
        <w:t xml:space="preserve">, </w:t>
      </w:r>
      <w:r w:rsidR="00256283">
        <w:t xml:space="preserve">de </w:t>
      </w:r>
      <w:r w:rsidR="00256283">
        <w:lastRenderedPageBreak/>
        <w:t>temps à autre</w:t>
      </w:r>
      <w:r>
        <w:t xml:space="preserve">, </w:t>
      </w:r>
      <w:r w:rsidR="00256283">
        <w:t>avec moi</w:t>
      </w:r>
      <w:r>
        <w:t xml:space="preserve">, </w:t>
      </w:r>
      <w:r w:rsidR="00256283">
        <w:t>nous venions souvent ici</w:t>
      </w:r>
      <w:r>
        <w:t xml:space="preserve">, </w:t>
      </w:r>
      <w:r w:rsidR="00256283">
        <w:t>mais le vieux l</w:t>
      </w:r>
      <w:r>
        <w:t>’</w:t>
      </w:r>
      <w:r w:rsidR="00256283">
        <w:t>a su et il s</w:t>
      </w:r>
      <w:r>
        <w:t>’</w:t>
      </w:r>
      <w:r w:rsidR="00256283">
        <w:t>est mis à râler</w:t>
      </w:r>
      <w:r>
        <w:t xml:space="preserve">… </w:t>
      </w:r>
      <w:r w:rsidR="00256283">
        <w:t>Alors elle m</w:t>
      </w:r>
      <w:r>
        <w:t>’</w:t>
      </w:r>
      <w:r w:rsidR="00256283">
        <w:t>a dit qu</w:t>
      </w:r>
      <w:r>
        <w:t>’</w:t>
      </w:r>
      <w:r w:rsidR="00256283">
        <w:t>elle ne sacrifierait pas un pareil filon pour le plaisir de sortir avec un copain</w:t>
      </w:r>
      <w:r>
        <w:t xml:space="preserve">. </w:t>
      </w:r>
      <w:r w:rsidR="00256283">
        <w:t>Voilà</w:t>
      </w:r>
      <w:r>
        <w:t xml:space="preserve">. </w:t>
      </w:r>
      <w:r w:rsidR="00256283">
        <w:t>C</w:t>
      </w:r>
      <w:r>
        <w:t>’</w:t>
      </w:r>
      <w:r w:rsidR="00256283">
        <w:t>était en octobre</w:t>
      </w:r>
      <w:r>
        <w:t xml:space="preserve">, </w:t>
      </w:r>
      <w:r w:rsidR="00256283">
        <w:t>je crois</w:t>
      </w:r>
      <w:r>
        <w:t xml:space="preserve">, </w:t>
      </w:r>
      <w:r w:rsidR="00256283">
        <w:t>et je ne l</w:t>
      </w:r>
      <w:r>
        <w:t>’</w:t>
      </w:r>
      <w:r w:rsidR="00256283">
        <w:t>ai pas revue depuis</w:t>
      </w:r>
      <w:r>
        <w:t>.</w:t>
      </w:r>
    </w:p>
    <w:p w14:paraId="661CD31E" w14:textId="77777777" w:rsidR="00435B4F" w:rsidRDefault="00435B4F" w:rsidP="00256283">
      <w:r>
        <w:t>— </w:t>
      </w:r>
      <w:r w:rsidR="00256283">
        <w:t>Avec qui sortait-elle encore</w:t>
      </w:r>
      <w:r>
        <w:t> ?</w:t>
      </w:r>
    </w:p>
    <w:p w14:paraId="7ADC1E61" w14:textId="77777777" w:rsidR="00435B4F" w:rsidRDefault="00435B4F" w:rsidP="00256283">
      <w:r>
        <w:t>— </w:t>
      </w:r>
      <w:r w:rsidR="00256283">
        <w:t>Je ne sais pas</w:t>
      </w:r>
      <w:r>
        <w:t xml:space="preserve">. </w:t>
      </w:r>
      <w:r w:rsidR="00256283">
        <w:t>Elle ne parlait pas beaucoup</w:t>
      </w:r>
      <w:r>
        <w:t>.</w:t>
      </w:r>
    </w:p>
    <w:p w14:paraId="6986726F" w14:textId="77777777" w:rsidR="00435B4F" w:rsidRDefault="00435B4F" w:rsidP="00256283">
      <w:r>
        <w:t>— </w:t>
      </w:r>
      <w:r w:rsidR="00256283">
        <w:t>Elle portait une bague de fiançailles</w:t>
      </w:r>
      <w:r>
        <w:t xml:space="preserve">, </w:t>
      </w:r>
      <w:r w:rsidR="00256283">
        <w:t>avec un diamant</w:t>
      </w:r>
      <w:r>
        <w:t xml:space="preserve">. </w:t>
      </w:r>
      <w:r w:rsidR="00256283">
        <w:t>Le saviez-vous</w:t>
      </w:r>
      <w:r>
        <w:t> ?</w:t>
      </w:r>
    </w:p>
    <w:p w14:paraId="65E10E9F" w14:textId="77777777" w:rsidR="00435B4F" w:rsidRDefault="00435B4F" w:rsidP="00256283">
      <w:r>
        <w:t>— </w:t>
      </w:r>
      <w:r w:rsidR="00256283">
        <w:t>Non</w:t>
      </w:r>
      <w:r>
        <w:t xml:space="preserve">. </w:t>
      </w:r>
      <w:r w:rsidR="00256283">
        <w:t>Ce n</w:t>
      </w:r>
      <w:r>
        <w:t>’</w:t>
      </w:r>
      <w:r w:rsidR="00256283">
        <w:t>est pas moi qui la lui ai donnée et je ne la lui ai jamais vue</w:t>
      </w:r>
      <w:r>
        <w:t>.</w:t>
      </w:r>
    </w:p>
    <w:p w14:paraId="05FAE519" w14:textId="77777777" w:rsidR="00435B4F" w:rsidRDefault="00435B4F" w:rsidP="00256283">
      <w:r>
        <w:t>— </w:t>
      </w:r>
      <w:r w:rsidR="00256283">
        <w:t>Vous pensez qu</w:t>
      </w:r>
      <w:r>
        <w:t>’</w:t>
      </w:r>
      <w:r w:rsidR="00256283">
        <w:t xml:space="preserve">elle attendait que </w:t>
      </w:r>
      <w:proofErr w:type="spellStart"/>
      <w:r w:rsidR="00256283">
        <w:t>Peppler</w:t>
      </w:r>
      <w:proofErr w:type="spellEnd"/>
      <w:r w:rsidR="00256283">
        <w:t xml:space="preserve"> fût libéré</w:t>
      </w:r>
      <w:r>
        <w:t> ?</w:t>
      </w:r>
    </w:p>
    <w:p w14:paraId="0533A2D0" w14:textId="77777777" w:rsidR="00435B4F" w:rsidRDefault="00435B4F" w:rsidP="00256283">
      <w:r>
        <w:t>— </w:t>
      </w:r>
      <w:r w:rsidR="00256283">
        <w:t>Peut-être</w:t>
      </w:r>
      <w:r>
        <w:t xml:space="preserve">. </w:t>
      </w:r>
      <w:r w:rsidR="00256283">
        <w:t>Elle ne paraissait pas s</w:t>
      </w:r>
      <w:r>
        <w:t>’</w:t>
      </w:r>
      <w:r w:rsidR="00256283">
        <w:t>inquiéter beaucoup de son sort</w:t>
      </w:r>
      <w:r>
        <w:t xml:space="preserve">, </w:t>
      </w:r>
      <w:r w:rsidR="00256283">
        <w:t>mais</w:t>
      </w:r>
      <w:r>
        <w:t xml:space="preserve">, </w:t>
      </w:r>
      <w:r w:rsidR="00256283">
        <w:t>au fond</w:t>
      </w:r>
      <w:r>
        <w:t xml:space="preserve">, </w:t>
      </w:r>
      <w:r w:rsidR="00256283">
        <w:t>je crois qu</w:t>
      </w:r>
      <w:r>
        <w:t>’</w:t>
      </w:r>
      <w:r w:rsidR="00256283">
        <w:t>elle se serait remise avec lui</w:t>
      </w:r>
      <w:r>
        <w:t>.</w:t>
      </w:r>
    </w:p>
    <w:p w14:paraId="28F9B7EB" w14:textId="77777777" w:rsidR="00435B4F" w:rsidRDefault="00435B4F" w:rsidP="00256283">
      <w:r>
        <w:t>— </w:t>
      </w:r>
      <w:r w:rsidR="00256283">
        <w:t>Et le cousin de Dick O</w:t>
      </w:r>
      <w:r>
        <w:t>’</w:t>
      </w:r>
      <w:r w:rsidR="00256283">
        <w:t>Brien</w:t>
      </w:r>
      <w:r>
        <w:t xml:space="preserve">, </w:t>
      </w:r>
      <w:r w:rsidR="00256283">
        <w:t>elle ne l</w:t>
      </w:r>
      <w:r>
        <w:t>’</w:t>
      </w:r>
      <w:r w:rsidR="00256283">
        <w:t>a pas revu</w:t>
      </w:r>
      <w:r>
        <w:t> ?</w:t>
      </w:r>
    </w:p>
    <w:p w14:paraId="0F11683F" w14:textId="77777777" w:rsidR="00435B4F" w:rsidRDefault="00256283" w:rsidP="00256283">
      <w:r>
        <w:t>Morelli me regarda d</w:t>
      </w:r>
      <w:r w:rsidR="00435B4F">
        <w:t>’</w:t>
      </w:r>
      <w:r>
        <w:t>un air surpris</w:t>
      </w:r>
      <w:r w:rsidR="00435B4F">
        <w:t>.</w:t>
      </w:r>
    </w:p>
    <w:p w14:paraId="29D9035E" w14:textId="77777777" w:rsidR="00435B4F" w:rsidRDefault="00435B4F" w:rsidP="00256283">
      <w:r>
        <w:t>— </w:t>
      </w:r>
      <w:r w:rsidR="00256283">
        <w:t>Je n</w:t>
      </w:r>
      <w:r>
        <w:t>’</w:t>
      </w:r>
      <w:r w:rsidR="00256283">
        <w:t>en sais rien</w:t>
      </w:r>
      <w:r>
        <w:t xml:space="preserve">, </w:t>
      </w:r>
      <w:r w:rsidR="00256283">
        <w:t>fit-il</w:t>
      </w:r>
      <w:r>
        <w:t>.</w:t>
      </w:r>
    </w:p>
    <w:p w14:paraId="0562F5C2" w14:textId="77777777" w:rsidR="00435B4F" w:rsidRDefault="00256283" w:rsidP="00256283">
      <w:proofErr w:type="spellStart"/>
      <w:r>
        <w:t>Studsy</w:t>
      </w:r>
      <w:proofErr w:type="spellEnd"/>
      <w:r>
        <w:t xml:space="preserve"> revenait vers nous</w:t>
      </w:r>
      <w:r w:rsidR="00435B4F">
        <w:t>.</w:t>
      </w:r>
    </w:p>
    <w:p w14:paraId="407AC754" w14:textId="77777777" w:rsidR="00435B4F" w:rsidRDefault="00435B4F" w:rsidP="00256283">
      <w:r>
        <w:t>— </w:t>
      </w:r>
      <w:r w:rsidR="00256283">
        <w:t>Je me trompe peut-être</w:t>
      </w:r>
      <w:r>
        <w:t xml:space="preserve">, </w:t>
      </w:r>
      <w:r w:rsidR="00256283">
        <w:t>dit-il quand il fut assis</w:t>
      </w:r>
      <w:r>
        <w:t xml:space="preserve">, </w:t>
      </w:r>
      <w:r w:rsidR="00256283">
        <w:t>mais je crois qu</w:t>
      </w:r>
      <w:r>
        <w:t>’</w:t>
      </w:r>
      <w:r w:rsidR="00256283">
        <w:t>on pourrait faire quelque chose de cette petite</w:t>
      </w:r>
      <w:r>
        <w:t xml:space="preserve">, </w:t>
      </w:r>
      <w:r w:rsidR="00256283">
        <w:t>à condition de savoir la prendre</w:t>
      </w:r>
      <w:r>
        <w:t>.</w:t>
      </w:r>
    </w:p>
    <w:p w14:paraId="413DAFAB" w14:textId="77777777" w:rsidR="00435B4F" w:rsidRDefault="00435B4F" w:rsidP="00256283">
      <w:r>
        <w:t>— </w:t>
      </w:r>
      <w:r w:rsidR="00256283">
        <w:t>La prendre à la gorge</w:t>
      </w:r>
      <w:r>
        <w:t xml:space="preserve"> ! </w:t>
      </w:r>
      <w:r w:rsidR="00256283">
        <w:t>ricana Morelli</w:t>
      </w:r>
      <w:r>
        <w:t>.</w:t>
      </w:r>
    </w:p>
    <w:p w14:paraId="7688F7E7" w14:textId="77777777" w:rsidR="00435B4F" w:rsidRDefault="00435B4F" w:rsidP="00256283">
      <w:r>
        <w:t>— </w:t>
      </w:r>
      <w:r w:rsidR="00256283">
        <w:t>Non</w:t>
      </w:r>
      <w:r>
        <w:t xml:space="preserve">, </w:t>
      </w:r>
      <w:r w:rsidR="00256283">
        <w:t>dit le patron en riant</w:t>
      </w:r>
      <w:r>
        <w:t xml:space="preserve">. </w:t>
      </w:r>
      <w:r w:rsidR="00256283">
        <w:t>Elle se fera</w:t>
      </w:r>
      <w:r>
        <w:t xml:space="preserve"> ; </w:t>
      </w:r>
      <w:r w:rsidR="00256283">
        <w:t>elle prend des leçons de chant</w:t>
      </w:r>
      <w:r>
        <w:t xml:space="preserve">, </w:t>
      </w:r>
      <w:r w:rsidR="00256283">
        <w:t>la garce</w:t>
      </w:r>
      <w:r>
        <w:t> !</w:t>
      </w:r>
    </w:p>
    <w:p w14:paraId="7F9B4F60" w14:textId="77777777" w:rsidR="00435B4F" w:rsidRDefault="00256283" w:rsidP="00256283">
      <w:proofErr w:type="spellStart"/>
      <w:r>
        <w:lastRenderedPageBreak/>
        <w:t>Shep</w:t>
      </w:r>
      <w:proofErr w:type="spellEnd"/>
      <w:r>
        <w:t xml:space="preserve"> contempla son verre vide</w:t>
      </w:r>
      <w:r w:rsidR="00435B4F">
        <w:t>.</w:t>
      </w:r>
    </w:p>
    <w:p w14:paraId="04411CD3" w14:textId="77777777" w:rsidR="00435B4F" w:rsidRDefault="00435B4F" w:rsidP="00256283">
      <w:r>
        <w:t>— </w:t>
      </w:r>
      <w:r w:rsidR="00256283">
        <w:t>Le whisky que tu sers doit lui faire grand bien aux cordes vocales</w:t>
      </w:r>
      <w:r>
        <w:t xml:space="preserve"> ! </w:t>
      </w:r>
      <w:r w:rsidR="00256283">
        <w:t>dit-il</w:t>
      </w:r>
      <w:r>
        <w:t>.</w:t>
      </w:r>
    </w:p>
    <w:p w14:paraId="50FB835F" w14:textId="77777777" w:rsidR="00435B4F" w:rsidRDefault="00256283" w:rsidP="00256283">
      <w:r>
        <w:t>Il se retourna pour crier à Pete</w:t>
      </w:r>
      <w:r w:rsidR="00435B4F">
        <w:t>.</w:t>
      </w:r>
    </w:p>
    <w:p w14:paraId="5BEBC09B" w14:textId="77777777" w:rsidR="00435B4F" w:rsidRDefault="00435B4F" w:rsidP="00256283">
      <w:r>
        <w:t>— </w:t>
      </w:r>
      <w:r w:rsidR="00256283">
        <w:t>Hé</w:t>
      </w:r>
      <w:r>
        <w:t xml:space="preserve"> ! </w:t>
      </w:r>
      <w:r w:rsidR="00256283">
        <w:t>sac-au-dos</w:t>
      </w:r>
      <w:r>
        <w:t xml:space="preserve"> ! </w:t>
      </w:r>
      <w:r w:rsidR="00256283">
        <w:t>remets-nous ça</w:t>
      </w:r>
      <w:r>
        <w:t xml:space="preserve"> ! </w:t>
      </w:r>
      <w:r w:rsidR="00256283">
        <w:t>Nous chantons à l</w:t>
      </w:r>
      <w:r>
        <w:t>’</w:t>
      </w:r>
      <w:r w:rsidR="00256283">
        <w:t>église demain</w:t>
      </w:r>
      <w:r>
        <w:t>.</w:t>
      </w:r>
    </w:p>
    <w:p w14:paraId="7E48E620" w14:textId="77777777" w:rsidR="00435B4F" w:rsidRDefault="00435B4F" w:rsidP="00256283">
      <w:r>
        <w:t>— </w:t>
      </w:r>
      <w:r w:rsidR="00256283">
        <w:t>Voilà</w:t>
      </w:r>
      <w:r>
        <w:t xml:space="preserve">, </w:t>
      </w:r>
      <w:r w:rsidR="00256283">
        <w:t>voilà</w:t>
      </w:r>
      <w:r>
        <w:t xml:space="preserve">, </w:t>
      </w:r>
      <w:proofErr w:type="spellStart"/>
      <w:r w:rsidR="00256283">
        <w:t>Sheppy</w:t>
      </w:r>
      <w:proofErr w:type="spellEnd"/>
      <w:r>
        <w:t xml:space="preserve">, </w:t>
      </w:r>
      <w:r w:rsidR="00256283">
        <w:t>cria Pete dont le visage s</w:t>
      </w:r>
      <w:r>
        <w:t>’</w:t>
      </w:r>
      <w:r w:rsidR="00256283">
        <w:t>adoucit dès qu</w:t>
      </w:r>
      <w:r>
        <w:t>’</w:t>
      </w:r>
      <w:r w:rsidR="00256283">
        <w:t>il entendit Morelli</w:t>
      </w:r>
      <w:r>
        <w:t>.</w:t>
      </w:r>
    </w:p>
    <w:p w14:paraId="4DB16870" w14:textId="77777777" w:rsidR="00435B4F" w:rsidRDefault="00256283" w:rsidP="00256283">
      <w:r>
        <w:t>Un gros type blond</w:t>
      </w:r>
      <w:r w:rsidR="00435B4F">
        <w:t xml:space="preserve">, </w:t>
      </w:r>
      <w:r>
        <w:t>si blond qu</w:t>
      </w:r>
      <w:r w:rsidR="00435B4F">
        <w:t>’</w:t>
      </w:r>
      <w:r>
        <w:t>il paraissait albinos</w:t>
      </w:r>
      <w:r w:rsidR="00435B4F">
        <w:t xml:space="preserve">, </w:t>
      </w:r>
      <w:r>
        <w:t>et qui venait de la table de Miriam</w:t>
      </w:r>
      <w:r w:rsidR="00435B4F">
        <w:t xml:space="preserve">, </w:t>
      </w:r>
      <w:r>
        <w:t>se campa devant moi et me dit d</w:t>
      </w:r>
      <w:r w:rsidR="00435B4F">
        <w:t>’</w:t>
      </w:r>
      <w:r>
        <w:t>une voix de femme</w:t>
      </w:r>
      <w:r w:rsidR="00435B4F">
        <w:t xml:space="preserve">, </w:t>
      </w:r>
      <w:r>
        <w:t>haute et flûtée</w:t>
      </w:r>
      <w:r w:rsidR="00435B4F">
        <w:t>.</w:t>
      </w:r>
    </w:p>
    <w:p w14:paraId="2A00729F" w14:textId="77777777" w:rsidR="00435B4F" w:rsidRDefault="00435B4F" w:rsidP="00256283">
      <w:r>
        <w:t>— </w:t>
      </w:r>
      <w:r w:rsidR="00256283">
        <w:t>Alors</w:t>
      </w:r>
      <w:r>
        <w:t xml:space="preserve">, </w:t>
      </w:r>
      <w:r w:rsidR="00256283">
        <w:t>c</w:t>
      </w:r>
      <w:r>
        <w:t>’</w:t>
      </w:r>
      <w:r w:rsidR="00256283">
        <w:t xml:space="preserve">est vous qui avez arrangé </w:t>
      </w:r>
      <w:proofErr w:type="spellStart"/>
      <w:r w:rsidR="00256283">
        <w:t>Nunh</w:t>
      </w:r>
      <w:proofErr w:type="spellEnd"/>
      <w:r>
        <w:t>…</w:t>
      </w:r>
    </w:p>
    <w:p w14:paraId="6E3A00BF" w14:textId="77777777" w:rsidR="00435B4F" w:rsidRDefault="00256283" w:rsidP="00256283">
      <w:r>
        <w:t>Morelli</w:t>
      </w:r>
      <w:r w:rsidR="00435B4F">
        <w:t xml:space="preserve">, </w:t>
      </w:r>
      <w:r>
        <w:t>sans se lever</w:t>
      </w:r>
      <w:r w:rsidR="00435B4F">
        <w:t xml:space="preserve">, </w:t>
      </w:r>
      <w:r>
        <w:t>le frappa au ventre de toutes ses forces</w:t>
      </w:r>
      <w:r w:rsidR="00435B4F">
        <w:t xml:space="preserve">. </w:t>
      </w:r>
      <w:proofErr w:type="spellStart"/>
      <w:r>
        <w:t>Studsy</w:t>
      </w:r>
      <w:proofErr w:type="spellEnd"/>
      <w:r w:rsidR="00435B4F">
        <w:t xml:space="preserve">, </w:t>
      </w:r>
      <w:r>
        <w:t>debout</w:t>
      </w:r>
      <w:r w:rsidR="00435B4F">
        <w:t xml:space="preserve">, </w:t>
      </w:r>
      <w:r>
        <w:t xml:space="preserve">penché par-dessus </w:t>
      </w:r>
      <w:proofErr w:type="spellStart"/>
      <w:r>
        <w:t>Shep</w:t>
      </w:r>
      <w:proofErr w:type="spellEnd"/>
      <w:r w:rsidR="00435B4F">
        <w:t xml:space="preserve">, </w:t>
      </w:r>
      <w:r>
        <w:t>lança un direct du droit dans les dents du gros blond</w:t>
      </w:r>
      <w:r w:rsidR="00435B4F">
        <w:t xml:space="preserve">. </w:t>
      </w:r>
      <w:r>
        <w:t>Pete</w:t>
      </w:r>
      <w:r w:rsidR="00435B4F">
        <w:t xml:space="preserve">, </w:t>
      </w:r>
      <w:r>
        <w:t>par derrière</w:t>
      </w:r>
      <w:r w:rsidR="00435B4F">
        <w:t xml:space="preserve">, </w:t>
      </w:r>
      <w:r>
        <w:t>tapait à grands coups de plateau sur le crâne de l</w:t>
      </w:r>
      <w:r w:rsidR="00435B4F">
        <w:t>’</w:t>
      </w:r>
      <w:r>
        <w:t>albinos qui s</w:t>
      </w:r>
      <w:r w:rsidR="00435B4F">
        <w:t>’</w:t>
      </w:r>
      <w:r>
        <w:t>effondra</w:t>
      </w:r>
      <w:r w:rsidR="00435B4F">
        <w:t xml:space="preserve">, </w:t>
      </w:r>
      <w:r>
        <w:t>renversant une table et trois consommateurs</w:t>
      </w:r>
      <w:r w:rsidR="00435B4F">
        <w:t xml:space="preserve">. </w:t>
      </w:r>
      <w:r>
        <w:t>Deux garçons étaient avec nous</w:t>
      </w:r>
      <w:r w:rsidR="00435B4F">
        <w:t xml:space="preserve"> ; </w:t>
      </w:r>
      <w:r>
        <w:t>l</w:t>
      </w:r>
      <w:r w:rsidR="00435B4F">
        <w:t>’</w:t>
      </w:r>
      <w:r>
        <w:t>un d</w:t>
      </w:r>
      <w:r w:rsidR="00435B4F">
        <w:t>’</w:t>
      </w:r>
      <w:r>
        <w:t>eux frappait le gros d</w:t>
      </w:r>
      <w:r w:rsidR="00435B4F">
        <w:t>’</w:t>
      </w:r>
      <w:r>
        <w:t>un bâton</w:t>
      </w:r>
      <w:r w:rsidR="00435B4F">
        <w:t xml:space="preserve">, </w:t>
      </w:r>
      <w:r>
        <w:t>comme</w:t>
      </w:r>
      <w:r w:rsidR="00435B4F">
        <w:t xml:space="preserve">, </w:t>
      </w:r>
      <w:r>
        <w:t>à quatre pattes</w:t>
      </w:r>
      <w:r w:rsidR="00435B4F">
        <w:t xml:space="preserve">, </w:t>
      </w:r>
      <w:r>
        <w:t>il tentait de se relever</w:t>
      </w:r>
      <w:r w:rsidR="00435B4F">
        <w:t xml:space="preserve"> ; </w:t>
      </w:r>
      <w:r>
        <w:t>l</w:t>
      </w:r>
      <w:r w:rsidR="00435B4F">
        <w:t>’</w:t>
      </w:r>
      <w:r>
        <w:t>autre avait passé les doigts dans le col de la chemise</w:t>
      </w:r>
      <w:r w:rsidR="00435B4F">
        <w:t xml:space="preserve">, </w:t>
      </w:r>
      <w:r>
        <w:t>par derrière</w:t>
      </w:r>
      <w:r w:rsidR="00435B4F">
        <w:t xml:space="preserve">, </w:t>
      </w:r>
      <w:r>
        <w:t>et étranglait doucement l</w:t>
      </w:r>
      <w:r w:rsidR="00435B4F">
        <w:t>’</w:t>
      </w:r>
      <w:r>
        <w:t>homme qu</w:t>
      </w:r>
      <w:r w:rsidR="00435B4F">
        <w:t>’</w:t>
      </w:r>
      <w:r>
        <w:t>il remit sur ses pieds</w:t>
      </w:r>
      <w:r w:rsidR="00435B4F">
        <w:t xml:space="preserve">. </w:t>
      </w:r>
      <w:r>
        <w:t>Morelli aidant on le poussa dehors</w:t>
      </w:r>
      <w:r w:rsidR="00435B4F">
        <w:t>.</w:t>
      </w:r>
    </w:p>
    <w:p w14:paraId="423B8810" w14:textId="77777777" w:rsidR="00435B4F" w:rsidRDefault="00256283" w:rsidP="00256283">
      <w:r>
        <w:t>Pete les regardait en suçant ses dents avec un bruit désagréable</w:t>
      </w:r>
      <w:r w:rsidR="00435B4F">
        <w:t>.</w:t>
      </w:r>
    </w:p>
    <w:p w14:paraId="00DF9E37" w14:textId="77777777" w:rsidR="00435B4F" w:rsidRDefault="00435B4F" w:rsidP="00256283">
      <w:r>
        <w:t>— </w:t>
      </w:r>
      <w:r w:rsidR="00256283">
        <w:t xml:space="preserve">Ce salaud de </w:t>
      </w:r>
      <w:proofErr w:type="spellStart"/>
      <w:r w:rsidR="00256283">
        <w:t>Sparrow</w:t>
      </w:r>
      <w:proofErr w:type="spellEnd"/>
      <w:r>
        <w:t xml:space="preserve"> ! </w:t>
      </w:r>
      <w:r w:rsidR="00256283">
        <w:t>m</w:t>
      </w:r>
      <w:r>
        <w:t>’</w:t>
      </w:r>
      <w:r w:rsidR="00256283">
        <w:t>expliqua-t-il</w:t>
      </w:r>
      <w:r>
        <w:t xml:space="preserve">, </w:t>
      </w:r>
      <w:r w:rsidR="00256283">
        <w:t>quand il a bu un coup</w:t>
      </w:r>
      <w:r>
        <w:t xml:space="preserve">, </w:t>
      </w:r>
      <w:r w:rsidR="00256283">
        <w:t>il faut pas le laisser faire</w:t>
      </w:r>
      <w:r>
        <w:t> !</w:t>
      </w:r>
    </w:p>
    <w:p w14:paraId="1DC553A3" w14:textId="77777777" w:rsidR="00435B4F" w:rsidRDefault="00256283" w:rsidP="00256283">
      <w:proofErr w:type="spellStart"/>
      <w:r>
        <w:t>Studsy</w:t>
      </w:r>
      <w:proofErr w:type="spellEnd"/>
      <w:r>
        <w:t xml:space="preserve"> aidait les clients renversés à se relever</w:t>
      </w:r>
      <w:r w:rsidR="00435B4F">
        <w:t>.</w:t>
      </w:r>
    </w:p>
    <w:p w14:paraId="36265BC6" w14:textId="77777777" w:rsidR="00435B4F" w:rsidRDefault="00435B4F" w:rsidP="00256283">
      <w:r>
        <w:lastRenderedPageBreak/>
        <w:t>— </w:t>
      </w:r>
      <w:r w:rsidR="00256283">
        <w:t>C</w:t>
      </w:r>
      <w:r>
        <w:t>’</w:t>
      </w:r>
      <w:r w:rsidR="00256283">
        <w:t>est pas de veine</w:t>
      </w:r>
      <w:r>
        <w:t xml:space="preserve"> ! </w:t>
      </w:r>
      <w:r w:rsidR="00256283">
        <w:t>soupirait-il pour les consoler</w:t>
      </w:r>
      <w:r>
        <w:t xml:space="preserve">. </w:t>
      </w:r>
      <w:r w:rsidR="00256283">
        <w:t>Mais enfin</w:t>
      </w:r>
      <w:r>
        <w:t xml:space="preserve">, </w:t>
      </w:r>
      <w:r w:rsidR="00256283">
        <w:t>ce n</w:t>
      </w:r>
      <w:r>
        <w:t>’</w:t>
      </w:r>
      <w:r w:rsidR="00256283">
        <w:t>est pas un pensionnat de jeunes filles</w:t>
      </w:r>
      <w:r>
        <w:t> !</w:t>
      </w:r>
    </w:p>
    <w:p w14:paraId="789B8BD0" w14:textId="77777777" w:rsidR="00435B4F" w:rsidRDefault="00256283" w:rsidP="00256283">
      <w:r>
        <w:t>Dorothy</w:t>
      </w:r>
      <w:r w:rsidR="00435B4F">
        <w:t xml:space="preserve">, </w:t>
      </w:r>
      <w:r>
        <w:t>pâle</w:t>
      </w:r>
      <w:r w:rsidR="00435B4F">
        <w:t xml:space="preserve">, </w:t>
      </w:r>
      <w:r>
        <w:t>tremblait de peur</w:t>
      </w:r>
      <w:r w:rsidR="00435B4F">
        <w:t xml:space="preserve">. </w:t>
      </w:r>
      <w:r>
        <w:t>Nora</w:t>
      </w:r>
      <w:r w:rsidR="00435B4F">
        <w:t xml:space="preserve">, </w:t>
      </w:r>
      <w:r>
        <w:t>les yeux écarquillés ne bougeait pas</w:t>
      </w:r>
      <w:r w:rsidR="00435B4F">
        <w:t>.</w:t>
      </w:r>
    </w:p>
    <w:p w14:paraId="024F9AA9" w14:textId="77777777" w:rsidR="00435B4F" w:rsidRDefault="00435B4F" w:rsidP="00256283">
      <w:r>
        <w:t>— </w:t>
      </w:r>
      <w:r w:rsidR="00256283">
        <w:t>Ils sont tous fous</w:t>
      </w:r>
      <w:r>
        <w:t xml:space="preserve"> ! </w:t>
      </w:r>
      <w:r w:rsidR="00256283">
        <w:t>murmura-t-elle</w:t>
      </w:r>
      <w:r>
        <w:t xml:space="preserve">. </w:t>
      </w:r>
      <w:r w:rsidR="00256283">
        <w:t>Pourquoi ont-ils fait ça</w:t>
      </w:r>
      <w:r>
        <w:t> ?</w:t>
      </w:r>
    </w:p>
    <w:p w14:paraId="42ECEEAE" w14:textId="77777777" w:rsidR="00435B4F" w:rsidRDefault="00435B4F" w:rsidP="00256283">
      <w:r>
        <w:t>— </w:t>
      </w:r>
      <w:r w:rsidR="00256283">
        <w:t>Tu en sais autant que moi</w:t>
      </w:r>
      <w:r>
        <w:t xml:space="preserve"> ! </w:t>
      </w:r>
      <w:r w:rsidR="00256283">
        <w:t>lui dis-je</w:t>
      </w:r>
      <w:r>
        <w:t>.</w:t>
      </w:r>
    </w:p>
    <w:p w14:paraId="168D6647" w14:textId="77777777" w:rsidR="00435B4F" w:rsidRDefault="00256283" w:rsidP="00256283">
      <w:r>
        <w:t>Morelli rentrait</w:t>
      </w:r>
      <w:r w:rsidR="00435B4F">
        <w:t xml:space="preserve">, </w:t>
      </w:r>
      <w:r>
        <w:t>avec les garçons qui paraissaient tout fiers</w:t>
      </w:r>
      <w:r w:rsidR="00435B4F">
        <w:t>.</w:t>
      </w:r>
    </w:p>
    <w:p w14:paraId="49996CD6" w14:textId="77777777" w:rsidR="00435B4F" w:rsidRDefault="00256283" w:rsidP="00256283">
      <w:proofErr w:type="spellStart"/>
      <w:r>
        <w:t>Shep</w:t>
      </w:r>
      <w:proofErr w:type="spellEnd"/>
      <w:r>
        <w:t xml:space="preserve"> et </w:t>
      </w:r>
      <w:proofErr w:type="spellStart"/>
      <w:r>
        <w:t>Studsy</w:t>
      </w:r>
      <w:proofErr w:type="spellEnd"/>
      <w:r>
        <w:t xml:space="preserve"> revinrent s</w:t>
      </w:r>
      <w:r w:rsidR="00435B4F">
        <w:t>’</w:t>
      </w:r>
      <w:r>
        <w:t>asseoir près de nous</w:t>
      </w:r>
      <w:r w:rsidR="00435B4F">
        <w:t>.</w:t>
      </w:r>
    </w:p>
    <w:p w14:paraId="1DF12CAE" w14:textId="77777777" w:rsidR="00435B4F" w:rsidRDefault="00435B4F" w:rsidP="00256283">
      <w:r>
        <w:t>— </w:t>
      </w:r>
      <w:r w:rsidR="00256283">
        <w:t>Vous êtes des impulsifs</w:t>
      </w:r>
      <w:r>
        <w:t xml:space="preserve"> ! </w:t>
      </w:r>
      <w:r w:rsidR="00256283">
        <w:t>remarquai-je</w:t>
      </w:r>
      <w:r>
        <w:t>.</w:t>
      </w:r>
    </w:p>
    <w:p w14:paraId="484BC802" w14:textId="77777777" w:rsidR="00435B4F" w:rsidRDefault="00256283" w:rsidP="00256283">
      <w:proofErr w:type="spellStart"/>
      <w:r>
        <w:t>Studsy</w:t>
      </w:r>
      <w:proofErr w:type="spellEnd"/>
      <w:r>
        <w:t xml:space="preserve"> répéta le mot et éclata de rire</w:t>
      </w:r>
      <w:r w:rsidR="00435B4F">
        <w:t>.</w:t>
      </w:r>
    </w:p>
    <w:p w14:paraId="1E44C26E" w14:textId="77777777" w:rsidR="00435B4F" w:rsidRDefault="00256283" w:rsidP="00256283">
      <w:r>
        <w:t>Morelli demeurait grave</w:t>
      </w:r>
      <w:r w:rsidR="00435B4F">
        <w:t>.</w:t>
      </w:r>
    </w:p>
    <w:p w14:paraId="4EE3B74C" w14:textId="77777777" w:rsidR="00435B4F" w:rsidRDefault="00435B4F" w:rsidP="00256283">
      <w:r>
        <w:t>— </w:t>
      </w:r>
      <w:r w:rsidR="00256283">
        <w:t>Quand ce frère-là commence</w:t>
      </w:r>
      <w:r>
        <w:t xml:space="preserve">, </w:t>
      </w:r>
      <w:r w:rsidR="00256283">
        <w:t>il faut aller plus vite que lui</w:t>
      </w:r>
      <w:r>
        <w:t xml:space="preserve">, </w:t>
      </w:r>
      <w:r w:rsidR="00256283">
        <w:t>sinon c</w:t>
      </w:r>
      <w:r>
        <w:t>’</w:t>
      </w:r>
      <w:r w:rsidR="00256283">
        <w:t>est trop tard</w:t>
      </w:r>
      <w:r>
        <w:t xml:space="preserve">. </w:t>
      </w:r>
      <w:r w:rsidR="00256283">
        <w:t>Nous l</w:t>
      </w:r>
      <w:r>
        <w:t>’</w:t>
      </w:r>
      <w:r w:rsidR="00256283">
        <w:t>avons déjà vu opérer</w:t>
      </w:r>
      <w:r>
        <w:t xml:space="preserve">, </w:t>
      </w:r>
      <w:r w:rsidR="00256283">
        <w:t>n</w:t>
      </w:r>
      <w:r>
        <w:t>’</w:t>
      </w:r>
      <w:r w:rsidR="00256283">
        <w:t>est-ce pas</w:t>
      </w:r>
      <w:r>
        <w:t xml:space="preserve">, </w:t>
      </w:r>
      <w:proofErr w:type="spellStart"/>
      <w:r w:rsidR="00256283">
        <w:t>Studsy</w:t>
      </w:r>
      <w:proofErr w:type="spellEnd"/>
      <w:r>
        <w:t> ?</w:t>
      </w:r>
    </w:p>
    <w:p w14:paraId="10FBC770" w14:textId="77777777" w:rsidR="00435B4F" w:rsidRDefault="00435B4F" w:rsidP="00256283">
      <w:r>
        <w:t>— </w:t>
      </w:r>
      <w:r w:rsidR="00256283">
        <w:t>Qu</w:t>
      </w:r>
      <w:r>
        <w:t>’</w:t>
      </w:r>
      <w:r w:rsidR="00256283">
        <w:t>est-ce qu</w:t>
      </w:r>
      <w:r>
        <w:t>’</w:t>
      </w:r>
      <w:r w:rsidR="00256283">
        <w:t>il a fait</w:t>
      </w:r>
      <w:r>
        <w:t xml:space="preserve"> ? </w:t>
      </w:r>
      <w:r w:rsidR="00256283">
        <w:t>demandai-je</w:t>
      </w:r>
      <w:r>
        <w:t>.</w:t>
      </w:r>
    </w:p>
    <w:p w14:paraId="261ECB96" w14:textId="77777777" w:rsidR="00435B4F" w:rsidRDefault="00435B4F" w:rsidP="00256283">
      <w:r>
        <w:t>— </w:t>
      </w:r>
      <w:r w:rsidR="00256283">
        <w:t>Rien</w:t>
      </w:r>
      <w:r>
        <w:t xml:space="preserve">, </w:t>
      </w:r>
      <w:r w:rsidR="00256283">
        <w:t>dit Morelli lentement</w:t>
      </w:r>
      <w:r>
        <w:t xml:space="preserve">, </w:t>
      </w:r>
      <w:r w:rsidR="00256283">
        <w:t>parce qu</w:t>
      </w:r>
      <w:r>
        <w:t>’</w:t>
      </w:r>
      <w:r w:rsidR="00256283">
        <w:t>on l</w:t>
      </w:r>
      <w:r>
        <w:t>’</w:t>
      </w:r>
      <w:r w:rsidR="00256283">
        <w:t>a bouclé tout de suite</w:t>
      </w:r>
      <w:r>
        <w:t xml:space="preserve">. </w:t>
      </w:r>
      <w:r w:rsidR="00256283">
        <w:t>On sent qu</w:t>
      </w:r>
      <w:r>
        <w:t>’</w:t>
      </w:r>
      <w:r w:rsidR="00256283">
        <w:t>il ne plaisante pas</w:t>
      </w:r>
      <w:r>
        <w:t>.</w:t>
      </w:r>
    </w:p>
    <w:p w14:paraId="0675004E" w14:textId="77777777" w:rsidR="00435B4F" w:rsidRDefault="00435B4F" w:rsidP="00256283">
      <w:r>
        <w:t>— </w:t>
      </w:r>
      <w:r w:rsidR="00256283">
        <w:t>Encore un hystérique</w:t>
      </w:r>
      <w:r>
        <w:t xml:space="preserve"> ! </w:t>
      </w:r>
      <w:r w:rsidR="00256283">
        <w:t xml:space="preserve">grogna </w:t>
      </w:r>
      <w:proofErr w:type="spellStart"/>
      <w:r w:rsidR="00256283">
        <w:t>Studsy</w:t>
      </w:r>
      <w:proofErr w:type="spellEnd"/>
      <w:r>
        <w:t>.</w:t>
      </w:r>
    </w:p>
    <w:p w14:paraId="51995666" w14:textId="77777777" w:rsidR="00256283" w:rsidRDefault="00256283" w:rsidP="003D5E6A">
      <w:pPr>
        <w:pStyle w:val="Titre1"/>
      </w:pPr>
      <w:bookmarkStart w:id="50" w:name="__RefHeading__74_1831309079"/>
      <w:bookmarkStart w:id="51" w:name="_Toc202285676"/>
      <w:bookmarkEnd w:id="50"/>
      <w:r>
        <w:lastRenderedPageBreak/>
        <w:t>XXIII</w:t>
      </w:r>
      <w:bookmarkEnd w:id="51"/>
    </w:p>
    <w:p w14:paraId="02946B63" w14:textId="77777777" w:rsidR="00435B4F" w:rsidRDefault="00256283" w:rsidP="00256283">
      <w:r>
        <w:t xml:space="preserve">Il était près de deux heures du matin quand nous quittâmes le </w:t>
      </w:r>
      <w:proofErr w:type="spellStart"/>
      <w:r>
        <w:t>Pigiron</w:t>
      </w:r>
      <w:proofErr w:type="spellEnd"/>
      <w:r w:rsidR="00435B4F">
        <w:t>.</w:t>
      </w:r>
    </w:p>
    <w:p w14:paraId="12E870C3" w14:textId="77777777" w:rsidR="00435B4F" w:rsidRDefault="00256283" w:rsidP="00256283">
      <w:r>
        <w:t>Dans un coin du taxi</w:t>
      </w:r>
      <w:r w:rsidR="00435B4F">
        <w:t xml:space="preserve">, </w:t>
      </w:r>
      <w:r>
        <w:t>Dorothy gémissait</w:t>
      </w:r>
      <w:r w:rsidR="00435B4F">
        <w:t> :</w:t>
      </w:r>
    </w:p>
    <w:p w14:paraId="7A3A9A5E" w14:textId="77777777" w:rsidR="00435B4F" w:rsidRDefault="00435B4F" w:rsidP="00256283">
      <w:r>
        <w:t>— </w:t>
      </w:r>
      <w:r w:rsidR="00256283">
        <w:t>J</w:t>
      </w:r>
      <w:r>
        <w:t>’</w:t>
      </w:r>
      <w:r w:rsidR="00256283">
        <w:t>ai mal au cœur</w:t>
      </w:r>
      <w:r>
        <w:t xml:space="preserve">, </w:t>
      </w:r>
      <w:r w:rsidR="00256283">
        <w:t>je vais vomir</w:t>
      </w:r>
      <w:r>
        <w:t> !</w:t>
      </w:r>
    </w:p>
    <w:p w14:paraId="3540FB77" w14:textId="77777777" w:rsidR="00435B4F" w:rsidRDefault="00435B4F" w:rsidP="00256283">
      <w:r>
        <w:t>— </w:t>
      </w:r>
      <w:r w:rsidR="00256283">
        <w:t>Oh</w:t>
      </w:r>
      <w:r>
        <w:t xml:space="preserve"> ! </w:t>
      </w:r>
      <w:r w:rsidR="00256283">
        <w:t>cette saloperie qu</w:t>
      </w:r>
      <w:r>
        <w:t>’</w:t>
      </w:r>
      <w:r w:rsidR="00256283">
        <w:t>on nous a fait boire</w:t>
      </w:r>
      <w:r>
        <w:t xml:space="preserve"> ! </w:t>
      </w:r>
      <w:r w:rsidR="00256283">
        <w:t>soupira Nora</w:t>
      </w:r>
      <w:r>
        <w:t>.</w:t>
      </w:r>
    </w:p>
    <w:p w14:paraId="18FBCCB0" w14:textId="77777777" w:rsidR="00435B4F" w:rsidRDefault="00256283" w:rsidP="00256283">
      <w:r>
        <w:t>Elle appuya sa tête sur mon épaule</w:t>
      </w:r>
      <w:r w:rsidR="00435B4F">
        <w:t>.</w:t>
      </w:r>
    </w:p>
    <w:p w14:paraId="0EE84838" w14:textId="77777777" w:rsidR="00435B4F" w:rsidRDefault="00435B4F" w:rsidP="00256283">
      <w:r>
        <w:t>— </w:t>
      </w:r>
      <w:r w:rsidR="00256283">
        <w:t>Nicky</w:t>
      </w:r>
      <w:r>
        <w:t xml:space="preserve">, </w:t>
      </w:r>
      <w:r w:rsidR="00256283">
        <w:t>dit-elle</w:t>
      </w:r>
      <w:r>
        <w:t xml:space="preserve">, </w:t>
      </w:r>
      <w:r w:rsidR="00256283">
        <w:t>ta pauvre femme est saoule perdue</w:t>
      </w:r>
      <w:r>
        <w:t xml:space="preserve"> ! </w:t>
      </w:r>
      <w:r w:rsidR="00256283">
        <w:t>Tu m</w:t>
      </w:r>
      <w:r>
        <w:t>’</w:t>
      </w:r>
      <w:r w:rsidR="00256283">
        <w:t>expliqueras tout</w:t>
      </w:r>
      <w:r>
        <w:t xml:space="preserve"> ; </w:t>
      </w:r>
      <w:r w:rsidR="00256283">
        <w:t>pas maintenant</w:t>
      </w:r>
      <w:r>
        <w:t xml:space="preserve">, </w:t>
      </w:r>
      <w:r w:rsidR="00256283">
        <w:t>demain</w:t>
      </w:r>
      <w:r>
        <w:t xml:space="preserve">. </w:t>
      </w:r>
      <w:r w:rsidR="00256283">
        <w:t>Je n</w:t>
      </w:r>
      <w:r>
        <w:t>’</w:t>
      </w:r>
      <w:r w:rsidR="00256283">
        <w:t>ai rien compris</w:t>
      </w:r>
      <w:r>
        <w:t xml:space="preserve">, </w:t>
      </w:r>
      <w:r w:rsidR="00256283">
        <w:t>mais c</w:t>
      </w:r>
      <w:r>
        <w:t>’</w:t>
      </w:r>
      <w:r w:rsidR="00256283">
        <w:t>était épatant</w:t>
      </w:r>
      <w:r>
        <w:t> !</w:t>
      </w:r>
    </w:p>
    <w:p w14:paraId="00273C61" w14:textId="77777777" w:rsidR="00435B4F" w:rsidRDefault="00435B4F" w:rsidP="00256283">
      <w:r>
        <w:t>— </w:t>
      </w:r>
      <w:r w:rsidR="00256283">
        <w:t>Je ne puis pas aller chez tante Alice dans cet état</w:t>
      </w:r>
      <w:r>
        <w:t xml:space="preserve">, </w:t>
      </w:r>
      <w:r w:rsidR="00256283">
        <w:t>dit Dorothy</w:t>
      </w:r>
      <w:r>
        <w:t xml:space="preserve">. </w:t>
      </w:r>
      <w:r w:rsidR="00256283">
        <w:t>Elle se trouverait mal</w:t>
      </w:r>
      <w:r>
        <w:t> !</w:t>
      </w:r>
    </w:p>
    <w:p w14:paraId="7C43F2E8" w14:textId="77777777" w:rsidR="00435B4F" w:rsidRDefault="00435B4F" w:rsidP="00256283">
      <w:r>
        <w:t>— </w:t>
      </w:r>
      <w:r w:rsidR="00256283">
        <w:t>Ils n</w:t>
      </w:r>
      <w:r>
        <w:t>’</w:t>
      </w:r>
      <w:r w:rsidR="00256283">
        <w:t>auraient pas dû frapper le gros comme ça</w:t>
      </w:r>
      <w:r>
        <w:t xml:space="preserve">, </w:t>
      </w:r>
      <w:r w:rsidR="00256283">
        <w:t>quoique ça ait dû les exciter</w:t>
      </w:r>
      <w:r>
        <w:t xml:space="preserve">, </w:t>
      </w:r>
      <w:r w:rsidR="00256283">
        <w:t>murmura ma femme</w:t>
      </w:r>
      <w:r>
        <w:t>.</w:t>
      </w:r>
    </w:p>
    <w:p w14:paraId="55CAABC9" w14:textId="77777777" w:rsidR="00435B4F" w:rsidRDefault="00435B4F" w:rsidP="00256283">
      <w:r>
        <w:t>— </w:t>
      </w:r>
      <w:r w:rsidR="00256283">
        <w:t>Il vaut sans doute mieux que je rentre chez maman</w:t>
      </w:r>
      <w:r>
        <w:t xml:space="preserve">, </w:t>
      </w:r>
      <w:r w:rsidR="00256283">
        <w:t>reprit Dorothy qui suivait son idée</w:t>
      </w:r>
      <w:r>
        <w:t xml:space="preserve">. </w:t>
      </w:r>
      <w:r w:rsidR="00256283">
        <w:t>Tante Alice serait furieuse et j</w:t>
      </w:r>
      <w:r>
        <w:t>’</w:t>
      </w:r>
      <w:r w:rsidR="00256283">
        <w:t>ai oublié la clef</w:t>
      </w:r>
      <w:r>
        <w:t>.</w:t>
      </w:r>
    </w:p>
    <w:p w14:paraId="5B2D2FD6" w14:textId="77777777" w:rsidR="00435B4F" w:rsidRDefault="00435B4F" w:rsidP="00256283">
      <w:r>
        <w:t>— </w:t>
      </w:r>
      <w:r w:rsidR="00256283">
        <w:t>Je t</w:t>
      </w:r>
      <w:r>
        <w:t>’</w:t>
      </w:r>
      <w:r w:rsidR="00256283">
        <w:t>aime Nicky</w:t>
      </w:r>
      <w:r>
        <w:t xml:space="preserve">, </w:t>
      </w:r>
      <w:r w:rsidR="00256283">
        <w:t>dit Nora</w:t>
      </w:r>
      <w:r>
        <w:t xml:space="preserve">, </w:t>
      </w:r>
      <w:r w:rsidR="00256283">
        <w:t>tu sens bon et tu connais des types épatants</w:t>
      </w:r>
      <w:r>
        <w:t> !</w:t>
      </w:r>
    </w:p>
    <w:p w14:paraId="6F90FB35" w14:textId="77777777" w:rsidR="00435B4F" w:rsidRDefault="00435B4F" w:rsidP="00256283">
      <w:r>
        <w:t>— </w:t>
      </w:r>
      <w:r w:rsidR="00256283">
        <w:t>Vous pouvez peut-être me déposer chez moi</w:t>
      </w:r>
      <w:r>
        <w:t xml:space="preserve"> ? </w:t>
      </w:r>
      <w:r w:rsidR="00256283">
        <w:t>demanda la jeune fille</w:t>
      </w:r>
      <w:r>
        <w:t>.</w:t>
      </w:r>
    </w:p>
    <w:p w14:paraId="2802119F" w14:textId="77777777" w:rsidR="00435B4F" w:rsidRDefault="00256283" w:rsidP="00256283">
      <w:r>
        <w:t>Je donnai l</w:t>
      </w:r>
      <w:r w:rsidR="00435B4F">
        <w:t>’</w:t>
      </w:r>
      <w:r>
        <w:t>adresse au chauffeur</w:t>
      </w:r>
      <w:r w:rsidR="00435B4F">
        <w:t>.</w:t>
      </w:r>
    </w:p>
    <w:p w14:paraId="726AD3DB" w14:textId="77777777" w:rsidR="00435B4F" w:rsidRDefault="00435B4F" w:rsidP="00256283">
      <w:r>
        <w:t>— </w:t>
      </w:r>
      <w:r w:rsidR="00256283">
        <w:t>Venez coucher chez nous</w:t>
      </w:r>
      <w:r>
        <w:t xml:space="preserve">, </w:t>
      </w:r>
      <w:r w:rsidR="00256283">
        <w:t>suggéra ma femme</w:t>
      </w:r>
      <w:r>
        <w:t>.</w:t>
      </w:r>
    </w:p>
    <w:p w14:paraId="074E6343" w14:textId="77777777" w:rsidR="00435B4F" w:rsidRDefault="00435B4F" w:rsidP="00256283">
      <w:r>
        <w:lastRenderedPageBreak/>
        <w:t>— </w:t>
      </w:r>
      <w:r w:rsidR="00256283">
        <w:t>Non</w:t>
      </w:r>
      <w:r>
        <w:t xml:space="preserve">, </w:t>
      </w:r>
      <w:r w:rsidR="00256283">
        <w:t>hésita Dorothy</w:t>
      </w:r>
      <w:r>
        <w:t>.</w:t>
      </w:r>
    </w:p>
    <w:p w14:paraId="6542A7A0" w14:textId="77777777" w:rsidR="00435B4F" w:rsidRDefault="00435B4F" w:rsidP="00256283">
      <w:r>
        <w:t>— </w:t>
      </w:r>
      <w:r w:rsidR="00256283">
        <w:t>Pourquoi pas</w:t>
      </w:r>
      <w:r>
        <w:t xml:space="preserve"> ? </w:t>
      </w:r>
      <w:r w:rsidR="00256283">
        <w:t>insista Nora</w:t>
      </w:r>
      <w:r>
        <w:t>.</w:t>
      </w:r>
    </w:p>
    <w:p w14:paraId="49259E5C" w14:textId="77777777" w:rsidR="00435B4F" w:rsidRDefault="00256283" w:rsidP="00256283">
      <w:r>
        <w:t>Elles continuèrent ainsi jusqu</w:t>
      </w:r>
      <w:r w:rsidR="00435B4F">
        <w:t>’</w:t>
      </w:r>
      <w:r>
        <w:t>à ce que la voiture s</w:t>
      </w:r>
      <w:r w:rsidR="00435B4F">
        <w:t>’</w:t>
      </w:r>
      <w:r>
        <w:t xml:space="preserve">arrêtât devant le </w:t>
      </w:r>
      <w:proofErr w:type="spellStart"/>
      <w:r>
        <w:t>Courtland</w:t>
      </w:r>
      <w:proofErr w:type="spellEnd"/>
      <w:r w:rsidR="00435B4F">
        <w:t>.</w:t>
      </w:r>
    </w:p>
    <w:p w14:paraId="43390537" w14:textId="77777777" w:rsidR="00435B4F" w:rsidRDefault="00256283" w:rsidP="00256283">
      <w:r>
        <w:t>Je descendis et j</w:t>
      </w:r>
      <w:r w:rsidR="00435B4F">
        <w:t>’</w:t>
      </w:r>
      <w:r>
        <w:t>aidais Dorothy à sortir du taxi</w:t>
      </w:r>
      <w:r w:rsidR="00435B4F">
        <w:t xml:space="preserve">. </w:t>
      </w:r>
      <w:r>
        <w:t>Elle se penchait lourdement sur moi</w:t>
      </w:r>
      <w:r w:rsidR="00435B4F">
        <w:t>.</w:t>
      </w:r>
    </w:p>
    <w:p w14:paraId="7D89E7FE" w14:textId="77777777" w:rsidR="00435B4F" w:rsidRDefault="00435B4F" w:rsidP="00256283">
      <w:r>
        <w:t>— </w:t>
      </w:r>
      <w:r w:rsidR="00256283">
        <w:t>Montez une minute</w:t>
      </w:r>
      <w:r>
        <w:t xml:space="preserve"> ! </w:t>
      </w:r>
      <w:r w:rsidR="00256283">
        <w:t>dit-elle</w:t>
      </w:r>
      <w:r>
        <w:t>.</w:t>
      </w:r>
    </w:p>
    <w:p w14:paraId="2E95F363" w14:textId="77777777" w:rsidR="00435B4F" w:rsidRDefault="00435B4F" w:rsidP="00256283">
      <w:r>
        <w:t>— </w:t>
      </w:r>
      <w:r w:rsidR="00256283">
        <w:t>Rien qu</w:t>
      </w:r>
      <w:r>
        <w:t>’</w:t>
      </w:r>
      <w:r w:rsidR="00256283">
        <w:t>une minute</w:t>
      </w:r>
      <w:r>
        <w:t xml:space="preserve"> ! </w:t>
      </w:r>
      <w:r w:rsidR="00256283">
        <w:t>fit Nora</w:t>
      </w:r>
      <w:r>
        <w:t>.</w:t>
      </w:r>
    </w:p>
    <w:p w14:paraId="49A6D709" w14:textId="77777777" w:rsidR="00435B4F" w:rsidRDefault="00256283" w:rsidP="00256283">
      <w:r>
        <w:t>Je dis au chauffeur d</w:t>
      </w:r>
      <w:r w:rsidR="00435B4F">
        <w:t>’</w:t>
      </w:r>
      <w:r>
        <w:t>attendre</w:t>
      </w:r>
      <w:r w:rsidR="00435B4F">
        <w:t xml:space="preserve">. </w:t>
      </w:r>
      <w:r>
        <w:t>Nous prîmes l</w:t>
      </w:r>
      <w:r w:rsidR="00435B4F">
        <w:t>’</w:t>
      </w:r>
      <w:r>
        <w:t>ascenseur</w:t>
      </w:r>
      <w:r w:rsidR="00435B4F">
        <w:t xml:space="preserve">. </w:t>
      </w:r>
      <w:r>
        <w:t>Sur le palier Dorothy sonna</w:t>
      </w:r>
      <w:r w:rsidR="00435B4F">
        <w:t xml:space="preserve">. </w:t>
      </w:r>
      <w:r>
        <w:t>Gilbert</w:t>
      </w:r>
      <w:r w:rsidR="00435B4F">
        <w:t xml:space="preserve">, </w:t>
      </w:r>
      <w:r>
        <w:t>en pyjama</w:t>
      </w:r>
      <w:r w:rsidR="00435B4F">
        <w:t xml:space="preserve">, </w:t>
      </w:r>
      <w:r>
        <w:t>nous ouvrit</w:t>
      </w:r>
      <w:r w:rsidR="00435B4F">
        <w:t xml:space="preserve">. </w:t>
      </w:r>
      <w:r>
        <w:t>Il leva la main et dit à voix basse</w:t>
      </w:r>
      <w:r w:rsidR="00435B4F">
        <w:t> :</w:t>
      </w:r>
    </w:p>
    <w:p w14:paraId="20944558" w14:textId="77777777" w:rsidR="00435B4F" w:rsidRDefault="00435B4F" w:rsidP="00256283">
      <w:r>
        <w:t>— </w:t>
      </w:r>
      <w:r w:rsidR="00256283">
        <w:t>La police est ici</w:t>
      </w:r>
      <w:r>
        <w:t>.</w:t>
      </w:r>
    </w:p>
    <w:p w14:paraId="733508F9" w14:textId="77777777" w:rsidR="00435B4F" w:rsidRDefault="00256283" w:rsidP="00256283">
      <w:r>
        <w:t>Nous entendîmes la voix de Mimi</w:t>
      </w:r>
      <w:r w:rsidR="00435B4F">
        <w:t>.</w:t>
      </w:r>
    </w:p>
    <w:p w14:paraId="54A627A6" w14:textId="77777777" w:rsidR="00435B4F" w:rsidRDefault="00435B4F" w:rsidP="00256283">
      <w:r>
        <w:t>— </w:t>
      </w:r>
      <w:r w:rsidR="00256283">
        <w:t>Qui est là</w:t>
      </w:r>
      <w:r>
        <w:t xml:space="preserve">, </w:t>
      </w:r>
      <w:r w:rsidR="00256283">
        <w:t>Gilbert</w:t>
      </w:r>
      <w:r>
        <w:t> ?</w:t>
      </w:r>
    </w:p>
    <w:p w14:paraId="054BFA6D" w14:textId="77777777" w:rsidR="00435B4F" w:rsidRDefault="00435B4F" w:rsidP="00256283">
      <w:r>
        <w:t>— </w:t>
      </w:r>
      <w:r w:rsidR="00256283">
        <w:t>Mr</w:t>
      </w:r>
      <w:r>
        <w:t xml:space="preserve">. </w:t>
      </w:r>
      <w:r w:rsidR="00256283">
        <w:t xml:space="preserve">et </w:t>
      </w:r>
      <w:r>
        <w:t>M</w:t>
      </w:r>
      <w:r w:rsidRPr="00435B4F">
        <w:rPr>
          <w:vertAlign w:val="superscript"/>
        </w:rPr>
        <w:t>rs</w:t>
      </w:r>
      <w:r>
        <w:t> </w:t>
      </w:r>
      <w:r w:rsidR="00256283">
        <w:t>Charles et Dorothy</w:t>
      </w:r>
      <w:r>
        <w:t> !</w:t>
      </w:r>
    </w:p>
    <w:p w14:paraId="4ED2E962" w14:textId="77777777" w:rsidR="00435B4F" w:rsidRDefault="00256283" w:rsidP="00256283">
      <w:r>
        <w:t>Mimi vint au-devant de nous</w:t>
      </w:r>
      <w:r w:rsidR="00435B4F">
        <w:t>.</w:t>
      </w:r>
    </w:p>
    <w:p w14:paraId="0C5040E0" w14:textId="77777777" w:rsidR="00435B4F" w:rsidRDefault="00435B4F" w:rsidP="00256283">
      <w:r>
        <w:t>— </w:t>
      </w:r>
      <w:r w:rsidR="00256283">
        <w:t>Je n</w:t>
      </w:r>
      <w:r>
        <w:t>’</w:t>
      </w:r>
      <w:r w:rsidR="00256283">
        <w:t>ai jamais été aussi heureuse de vous voir</w:t>
      </w:r>
      <w:r>
        <w:t xml:space="preserve"> ! </w:t>
      </w:r>
      <w:r w:rsidR="00256283">
        <w:t>s</w:t>
      </w:r>
      <w:r>
        <w:t>’</w:t>
      </w:r>
      <w:r w:rsidR="00256283">
        <w:t>écria-t-elle</w:t>
      </w:r>
      <w:r>
        <w:t xml:space="preserve"> ; </w:t>
      </w:r>
      <w:r w:rsidR="00256283">
        <w:t>je ne sais où donner de la tête</w:t>
      </w:r>
      <w:r>
        <w:t>.</w:t>
      </w:r>
    </w:p>
    <w:p w14:paraId="7DD596E8" w14:textId="77777777" w:rsidR="00435B4F" w:rsidRDefault="00256283" w:rsidP="00256283">
      <w:r>
        <w:t>Elle portait une robe de chambre de satin rose sur une chemise de nuit de même couleur</w:t>
      </w:r>
      <w:r w:rsidR="00435B4F">
        <w:t xml:space="preserve">. </w:t>
      </w:r>
      <w:r>
        <w:t>Son visage était animé</w:t>
      </w:r>
      <w:r w:rsidR="00435B4F">
        <w:t xml:space="preserve">. </w:t>
      </w:r>
      <w:r>
        <w:t>Elle ignora Dorothy et nous serra la main</w:t>
      </w:r>
      <w:r w:rsidR="00435B4F">
        <w:t>.</w:t>
      </w:r>
    </w:p>
    <w:p w14:paraId="060B31B4" w14:textId="77777777" w:rsidR="00435B4F" w:rsidRDefault="00435B4F" w:rsidP="00256283">
      <w:r>
        <w:t>— </w:t>
      </w:r>
      <w:r w:rsidR="00256283">
        <w:t>Maintenant</w:t>
      </w:r>
      <w:r>
        <w:t xml:space="preserve">, </w:t>
      </w:r>
      <w:r w:rsidR="00256283">
        <w:t>dit-elle</w:t>
      </w:r>
      <w:r>
        <w:t xml:space="preserve">, </w:t>
      </w:r>
      <w:r w:rsidR="00256283">
        <w:t>je ne m</w:t>
      </w:r>
      <w:r>
        <w:t>’</w:t>
      </w:r>
      <w:r w:rsidR="00256283">
        <w:t>occupe plus de rien</w:t>
      </w:r>
      <w:r>
        <w:t xml:space="preserve">. </w:t>
      </w:r>
      <w:r w:rsidR="00256283">
        <w:t>C</w:t>
      </w:r>
      <w:r>
        <w:t>’</w:t>
      </w:r>
      <w:r w:rsidR="00256283">
        <w:t>est votre affaire</w:t>
      </w:r>
      <w:r>
        <w:t xml:space="preserve">, </w:t>
      </w:r>
      <w:r w:rsidR="00256283">
        <w:t>Nick</w:t>
      </w:r>
      <w:r>
        <w:t xml:space="preserve">, </w:t>
      </w:r>
      <w:r w:rsidR="00256283">
        <w:t>vous allez dire à la pauvre Mimi ce qu</w:t>
      </w:r>
      <w:r>
        <w:t>’</w:t>
      </w:r>
      <w:r w:rsidR="00256283">
        <w:t>il faut faire</w:t>
      </w:r>
      <w:r>
        <w:t>.</w:t>
      </w:r>
    </w:p>
    <w:p w14:paraId="767E7DC2" w14:textId="77777777" w:rsidR="00435B4F" w:rsidRDefault="00435B4F" w:rsidP="00256283">
      <w:r>
        <w:lastRenderedPageBreak/>
        <w:t>— </w:t>
      </w:r>
      <w:r w:rsidR="00256283">
        <w:t>Ta gueule</w:t>
      </w:r>
      <w:r>
        <w:t xml:space="preserve"> ! </w:t>
      </w:r>
      <w:r w:rsidR="00256283">
        <w:t>murmura Dorothy derrière moi</w:t>
      </w:r>
      <w:r>
        <w:t xml:space="preserve">, </w:t>
      </w:r>
      <w:r w:rsidR="00256283">
        <w:t>d</w:t>
      </w:r>
      <w:r>
        <w:t>’</w:t>
      </w:r>
      <w:r w:rsidR="00256283">
        <w:t>une voix très basse mais avec conviction</w:t>
      </w:r>
      <w:r>
        <w:t>.</w:t>
      </w:r>
    </w:p>
    <w:p w14:paraId="6DAB8498" w14:textId="77777777" w:rsidR="00435B4F" w:rsidRDefault="00256283" w:rsidP="00256283">
      <w:r>
        <w:t>Mimi ne parut pas avoir entendu</w:t>
      </w:r>
      <w:r w:rsidR="00435B4F">
        <w:t xml:space="preserve">. </w:t>
      </w:r>
      <w:r>
        <w:t xml:space="preserve">Elle nous mena vers le </w:t>
      </w:r>
      <w:r w:rsidR="00435B4F">
        <w:t>« </w:t>
      </w:r>
      <w:r>
        <w:t>living-room</w:t>
      </w:r>
      <w:r w:rsidR="00435B4F">
        <w:t> »</w:t>
      </w:r>
      <w:r>
        <w:t xml:space="preserve"> en bavardant</w:t>
      </w:r>
      <w:r w:rsidR="00435B4F">
        <w:t>.</w:t>
      </w:r>
    </w:p>
    <w:p w14:paraId="680AA4A4" w14:textId="77777777" w:rsidR="00435B4F" w:rsidRDefault="00435B4F" w:rsidP="00256283">
      <w:r>
        <w:t>— </w:t>
      </w:r>
      <w:r w:rsidR="00256283">
        <w:t xml:space="preserve">Vous connaissez le lieutenant </w:t>
      </w:r>
      <w:proofErr w:type="spellStart"/>
      <w:r w:rsidR="00256283">
        <w:t>Guild</w:t>
      </w:r>
      <w:proofErr w:type="spellEnd"/>
      <w:r>
        <w:t xml:space="preserve"> ? </w:t>
      </w:r>
      <w:r w:rsidR="00256283">
        <w:t>Il a été très gentil</w:t>
      </w:r>
      <w:r>
        <w:t xml:space="preserve">, </w:t>
      </w:r>
      <w:r w:rsidR="00256283">
        <w:t>mais j</w:t>
      </w:r>
      <w:r>
        <w:t>’</w:t>
      </w:r>
      <w:r w:rsidR="00256283">
        <w:t>ai mis sa patience à une rude épreuve</w:t>
      </w:r>
      <w:r>
        <w:t xml:space="preserve"> : </w:t>
      </w:r>
      <w:r w:rsidR="00256283">
        <w:t>j</w:t>
      </w:r>
      <w:r>
        <w:t>’</w:t>
      </w:r>
      <w:r w:rsidR="00256283">
        <w:t>étais si bouleversée</w:t>
      </w:r>
      <w:r>
        <w:t xml:space="preserve">. </w:t>
      </w:r>
      <w:r w:rsidR="00256283">
        <w:t>Mais vous êtes ici et</w:t>
      </w:r>
      <w:r>
        <w:t>…</w:t>
      </w:r>
    </w:p>
    <w:p w14:paraId="7B5B174B" w14:textId="77777777" w:rsidR="00435B4F" w:rsidRDefault="00256283" w:rsidP="00256283">
      <w:r>
        <w:t>Nous entrâmes dans la pièce</w:t>
      </w:r>
      <w:r w:rsidR="00435B4F">
        <w:t>.</w:t>
      </w:r>
    </w:p>
    <w:p w14:paraId="709991C7" w14:textId="77777777" w:rsidR="00435B4F" w:rsidRDefault="00435B4F" w:rsidP="00256283">
      <w:r>
        <w:t>— </w:t>
      </w:r>
      <w:r w:rsidR="00256283">
        <w:t>Hello</w:t>
      </w:r>
      <w:r>
        <w:t xml:space="preserve"> ! </w:t>
      </w:r>
      <w:r w:rsidR="00256283">
        <w:t xml:space="preserve">fit </w:t>
      </w:r>
      <w:proofErr w:type="spellStart"/>
      <w:r w:rsidR="00256283">
        <w:t>Guild</w:t>
      </w:r>
      <w:proofErr w:type="spellEnd"/>
      <w:r>
        <w:t xml:space="preserve"> ; </w:t>
      </w:r>
      <w:r w:rsidR="00256283">
        <w:t>bonjour Madame</w:t>
      </w:r>
      <w:r>
        <w:t> !</w:t>
      </w:r>
    </w:p>
    <w:p w14:paraId="4E7A711C" w14:textId="77777777" w:rsidR="00435B4F" w:rsidRDefault="00256283" w:rsidP="00256283">
      <w:r>
        <w:t>Andy</w:t>
      </w:r>
      <w:r w:rsidR="00435B4F">
        <w:t xml:space="preserve">, </w:t>
      </w:r>
      <w:r>
        <w:t>l</w:t>
      </w:r>
      <w:r w:rsidR="00435B4F">
        <w:t>’</w:t>
      </w:r>
      <w:r>
        <w:t>inspecteur qui l</w:t>
      </w:r>
      <w:r w:rsidR="00435B4F">
        <w:t>’</w:t>
      </w:r>
      <w:r>
        <w:t>accompagnait</w:t>
      </w:r>
      <w:r w:rsidR="00435B4F">
        <w:t xml:space="preserve">, </w:t>
      </w:r>
      <w:r>
        <w:t>et qui l</w:t>
      </w:r>
      <w:r w:rsidR="00435B4F">
        <w:t>’</w:t>
      </w:r>
      <w:r>
        <w:t>avait aidé à fouiller notre appartement le jour de la visite de Morelli</w:t>
      </w:r>
      <w:r w:rsidR="00435B4F">
        <w:t xml:space="preserve">, </w:t>
      </w:r>
      <w:r>
        <w:t>nous salua de la tête</w:t>
      </w:r>
      <w:r w:rsidR="00435B4F">
        <w:t>.</w:t>
      </w:r>
    </w:p>
    <w:p w14:paraId="4A5215B7" w14:textId="77777777" w:rsidR="00435B4F" w:rsidRDefault="00435B4F" w:rsidP="00256283">
      <w:r>
        <w:t>— </w:t>
      </w:r>
      <w:r w:rsidR="00256283">
        <w:t>Quoi de neuf</w:t>
      </w:r>
      <w:r>
        <w:t xml:space="preserve"> ? </w:t>
      </w:r>
      <w:r w:rsidR="00256283">
        <w:t>demandai-je</w:t>
      </w:r>
      <w:r>
        <w:t>.</w:t>
      </w:r>
    </w:p>
    <w:p w14:paraId="4A17DF74" w14:textId="77777777" w:rsidR="00435B4F" w:rsidRDefault="00256283" w:rsidP="00256283">
      <w:proofErr w:type="spellStart"/>
      <w:r>
        <w:t>Guild</w:t>
      </w:r>
      <w:proofErr w:type="spellEnd"/>
      <w:r>
        <w:t xml:space="preserve"> regarda Mimi du coin de l</w:t>
      </w:r>
      <w:r w:rsidR="00435B4F">
        <w:t>’</w:t>
      </w:r>
      <w:r>
        <w:t>œil</w:t>
      </w:r>
      <w:r w:rsidR="00435B4F">
        <w:t xml:space="preserve">, </w:t>
      </w:r>
      <w:r>
        <w:t>puis dit</w:t>
      </w:r>
      <w:r w:rsidR="00435B4F">
        <w:t> :</w:t>
      </w:r>
    </w:p>
    <w:p w14:paraId="10E4340B" w14:textId="77777777" w:rsidR="00435B4F" w:rsidRDefault="00435B4F" w:rsidP="00256283">
      <w:r>
        <w:t>— </w:t>
      </w:r>
      <w:r w:rsidR="00256283">
        <w:t>La police de Boston a trouvé Jorgensen-</w:t>
      </w:r>
      <w:proofErr w:type="spellStart"/>
      <w:r w:rsidR="00256283">
        <w:t>Rosewater</w:t>
      </w:r>
      <w:proofErr w:type="spellEnd"/>
      <w:r w:rsidR="00256283">
        <w:t xml:space="preserve"> chez sa première femme et lui a posé quelques questions</w:t>
      </w:r>
      <w:r>
        <w:t xml:space="preserve">. </w:t>
      </w:r>
      <w:r w:rsidR="00256283">
        <w:t>Il prétend n</w:t>
      </w:r>
      <w:r>
        <w:t>’</w:t>
      </w:r>
      <w:r w:rsidR="00256283">
        <w:t>avoir rien à faire avec le meurtre de Julia Wolf et</w:t>
      </w:r>
      <w:r>
        <w:t xml:space="preserve">, </w:t>
      </w:r>
      <w:r w:rsidR="00256283">
        <w:t>d</w:t>
      </w:r>
      <w:r>
        <w:t>’</w:t>
      </w:r>
      <w:r w:rsidR="00256283">
        <w:t>autre part</w:t>
      </w:r>
      <w:r>
        <w:t>, M</w:t>
      </w:r>
      <w:r w:rsidRPr="00435B4F">
        <w:rPr>
          <w:vertAlign w:val="superscript"/>
        </w:rPr>
        <w:t>rs</w:t>
      </w:r>
      <w:r>
        <w:t> </w:t>
      </w:r>
      <w:r w:rsidR="00256283">
        <w:t xml:space="preserve">Jorgensen peut nous en donner la preuve car elle détient une chose accablante pour </w:t>
      </w:r>
      <w:proofErr w:type="spellStart"/>
      <w:r w:rsidR="00256283">
        <w:t>Wynant</w:t>
      </w:r>
      <w:proofErr w:type="spellEnd"/>
      <w:r>
        <w:t xml:space="preserve">. </w:t>
      </w:r>
      <w:r w:rsidR="00256283">
        <w:t>Elle n</w:t>
      </w:r>
      <w:r>
        <w:t>’</w:t>
      </w:r>
      <w:r w:rsidR="00256283">
        <w:t>est pas encore décidée à parler</w:t>
      </w:r>
      <w:r>
        <w:t xml:space="preserve">. </w:t>
      </w:r>
      <w:r w:rsidR="00256283">
        <w:t>En fait</w:t>
      </w:r>
      <w:r>
        <w:t xml:space="preserve">, </w:t>
      </w:r>
      <w:r w:rsidR="00256283">
        <w:t>Mr</w:t>
      </w:r>
      <w:r>
        <w:t xml:space="preserve">. </w:t>
      </w:r>
      <w:r w:rsidR="00256283">
        <w:t>Charles</w:t>
      </w:r>
      <w:r>
        <w:t xml:space="preserve">, </w:t>
      </w:r>
      <w:r w:rsidR="00256283">
        <w:t>je ne comprends rien à l</w:t>
      </w:r>
      <w:r>
        <w:t>’</w:t>
      </w:r>
      <w:r w:rsidR="00256283">
        <w:t xml:space="preserve">attitude de </w:t>
      </w:r>
      <w:r>
        <w:t>M</w:t>
      </w:r>
      <w:r w:rsidRPr="00435B4F">
        <w:rPr>
          <w:vertAlign w:val="superscript"/>
        </w:rPr>
        <w:t>rs</w:t>
      </w:r>
      <w:r>
        <w:t> </w:t>
      </w:r>
      <w:r w:rsidR="00256283">
        <w:t>Jorgensen</w:t>
      </w:r>
      <w:r>
        <w:t>.</w:t>
      </w:r>
    </w:p>
    <w:p w14:paraId="1DAD47BD" w14:textId="77777777" w:rsidR="00435B4F" w:rsidRDefault="00256283" w:rsidP="00256283">
      <w:r>
        <w:t>Cela ne me surprenait pas outre mesure</w:t>
      </w:r>
      <w:r w:rsidR="00435B4F">
        <w:t>.</w:t>
      </w:r>
    </w:p>
    <w:p w14:paraId="1BA5EAEA" w14:textId="77777777" w:rsidR="00435B4F" w:rsidRDefault="00435B4F" w:rsidP="00256283">
      <w:r>
        <w:t>— </w:t>
      </w:r>
      <w:r w:rsidR="00256283">
        <w:t>Elle est affolée</w:t>
      </w:r>
      <w:r>
        <w:t xml:space="preserve"> ! </w:t>
      </w:r>
      <w:r w:rsidR="00256283">
        <w:t>dis-je</w:t>
      </w:r>
      <w:r>
        <w:t>.</w:t>
      </w:r>
    </w:p>
    <w:p w14:paraId="4731D0E6" w14:textId="77777777" w:rsidR="00435B4F" w:rsidRDefault="00256283" w:rsidP="00256283">
      <w:r>
        <w:t>Mimi tenta de confirmer mon opinion en paraissant terrifiée</w:t>
      </w:r>
      <w:r w:rsidR="00435B4F">
        <w:t>.</w:t>
      </w:r>
    </w:p>
    <w:p w14:paraId="5D27E2BE" w14:textId="77777777" w:rsidR="00435B4F" w:rsidRDefault="00435B4F" w:rsidP="00256283">
      <w:r>
        <w:lastRenderedPageBreak/>
        <w:t>— </w:t>
      </w:r>
      <w:r w:rsidR="00256283">
        <w:t>Cette première femme</w:t>
      </w:r>
      <w:r>
        <w:t xml:space="preserve">, </w:t>
      </w:r>
      <w:r w:rsidR="00256283">
        <w:t>demandai-je</w:t>
      </w:r>
      <w:r>
        <w:t xml:space="preserve"> ; </w:t>
      </w:r>
      <w:r w:rsidR="00256283">
        <w:t>y a-t-il eu divorce</w:t>
      </w:r>
      <w:r>
        <w:t> ?</w:t>
      </w:r>
    </w:p>
    <w:p w14:paraId="5E326F09" w14:textId="77777777" w:rsidR="00435B4F" w:rsidRDefault="00435B4F" w:rsidP="00256283">
      <w:r>
        <w:t>— </w:t>
      </w:r>
      <w:r w:rsidR="00256283">
        <w:t>Elle prétend que non</w:t>
      </w:r>
      <w:r>
        <w:t xml:space="preserve">, </w:t>
      </w:r>
      <w:r w:rsidR="00256283">
        <w:t xml:space="preserve">répondit </w:t>
      </w:r>
      <w:proofErr w:type="spellStart"/>
      <w:r w:rsidR="00256283">
        <w:t>Guild</w:t>
      </w:r>
      <w:proofErr w:type="spellEnd"/>
      <w:r>
        <w:t>.</w:t>
      </w:r>
    </w:p>
    <w:p w14:paraId="4FDA8835" w14:textId="77777777" w:rsidR="00435B4F" w:rsidRDefault="00435B4F" w:rsidP="00256283">
      <w:r>
        <w:t>— </w:t>
      </w:r>
      <w:r w:rsidR="00256283">
        <w:t>Elle ment</w:t>
      </w:r>
      <w:r>
        <w:t xml:space="preserve"> ! </w:t>
      </w:r>
      <w:r w:rsidR="00256283">
        <w:t>s</w:t>
      </w:r>
      <w:r>
        <w:t>’</w:t>
      </w:r>
      <w:r w:rsidR="00256283">
        <w:t>écria Mimi</w:t>
      </w:r>
      <w:r>
        <w:t>.</w:t>
      </w:r>
    </w:p>
    <w:p w14:paraId="0DA82E3A" w14:textId="77777777" w:rsidR="00435B4F" w:rsidRDefault="00435B4F" w:rsidP="00256283">
      <w:r>
        <w:t>— </w:t>
      </w:r>
      <w:r w:rsidR="00256283">
        <w:t>Chut</w:t>
      </w:r>
      <w:r>
        <w:t xml:space="preserve"> ! </w:t>
      </w:r>
      <w:r w:rsidR="00256283">
        <w:t>dis-je</w:t>
      </w:r>
      <w:r>
        <w:t xml:space="preserve">. </w:t>
      </w:r>
      <w:r w:rsidR="00256283">
        <w:t>On le ramène à New-York</w:t>
      </w:r>
      <w:r>
        <w:t> ?</w:t>
      </w:r>
    </w:p>
    <w:p w14:paraId="080219CD" w14:textId="77777777" w:rsidR="00435B4F" w:rsidRDefault="00435B4F" w:rsidP="00256283">
      <w:r>
        <w:t>— </w:t>
      </w:r>
      <w:r w:rsidR="00256283">
        <w:t>Il se défend</w:t>
      </w:r>
      <w:r>
        <w:t xml:space="preserve">. </w:t>
      </w:r>
      <w:r w:rsidR="00256283">
        <w:t>Il faudra demander l</w:t>
      </w:r>
      <w:r>
        <w:t>’</w:t>
      </w:r>
      <w:r w:rsidR="00256283">
        <w:t>extradition si nous voulons l</w:t>
      </w:r>
      <w:r>
        <w:t>’</w:t>
      </w:r>
      <w:r w:rsidR="00256283">
        <w:t>amener ici</w:t>
      </w:r>
      <w:r>
        <w:t>.</w:t>
      </w:r>
    </w:p>
    <w:p w14:paraId="53A47FD3" w14:textId="77777777" w:rsidR="00435B4F" w:rsidRDefault="00435B4F" w:rsidP="00256283">
      <w:r>
        <w:t>— </w:t>
      </w:r>
      <w:r w:rsidR="00256283">
        <w:t>Est-ce vraiment nécessaire</w:t>
      </w:r>
      <w:r>
        <w:t> ?</w:t>
      </w:r>
    </w:p>
    <w:p w14:paraId="68C89DE3" w14:textId="77777777" w:rsidR="00435B4F" w:rsidRDefault="00256283" w:rsidP="00256283">
      <w:proofErr w:type="spellStart"/>
      <w:r>
        <w:t>Guild</w:t>
      </w:r>
      <w:proofErr w:type="spellEnd"/>
      <w:r>
        <w:t xml:space="preserve"> haussa les épaules</w:t>
      </w:r>
      <w:r w:rsidR="00435B4F">
        <w:t>.</w:t>
      </w:r>
    </w:p>
    <w:p w14:paraId="735DFE4E" w14:textId="77777777" w:rsidR="00435B4F" w:rsidRDefault="00435B4F" w:rsidP="00256283">
      <w:r>
        <w:t>— </w:t>
      </w:r>
      <w:r w:rsidR="00256283">
        <w:t>Si cela peut nous aider à découvrir le meurtrier</w:t>
      </w:r>
      <w:r>
        <w:t xml:space="preserve">, </w:t>
      </w:r>
      <w:r w:rsidR="00256283">
        <w:t>oui</w:t>
      </w:r>
      <w:r>
        <w:t xml:space="preserve"> ! </w:t>
      </w:r>
      <w:r w:rsidR="00256283">
        <w:t>Sinon</w:t>
      </w:r>
      <w:r>
        <w:t xml:space="preserve">, </w:t>
      </w:r>
      <w:r w:rsidR="00256283">
        <w:t>je suis prêt à abandonner les inculpations de menaces de mort et de bigamie</w:t>
      </w:r>
      <w:r>
        <w:t>.</w:t>
      </w:r>
    </w:p>
    <w:p w14:paraId="77F1E54D" w14:textId="77777777" w:rsidR="00435B4F" w:rsidRDefault="00435B4F" w:rsidP="00256283">
      <w:r>
        <w:t>— </w:t>
      </w:r>
      <w:r w:rsidR="00256283">
        <w:t>Qu</w:t>
      </w:r>
      <w:r>
        <w:t>’</w:t>
      </w:r>
      <w:r w:rsidR="00256283">
        <w:t>en pensez-vous</w:t>
      </w:r>
      <w:r>
        <w:t xml:space="preserve"> ? </w:t>
      </w:r>
      <w:r w:rsidR="00256283">
        <w:t>dis-je à Mimi</w:t>
      </w:r>
      <w:r>
        <w:t>.</w:t>
      </w:r>
    </w:p>
    <w:p w14:paraId="15F6BBA1" w14:textId="77777777" w:rsidR="00435B4F" w:rsidRDefault="00435B4F" w:rsidP="00256283">
      <w:r>
        <w:t>— </w:t>
      </w:r>
      <w:r w:rsidR="00256283">
        <w:t>Je voudrais vous parler seule à seul</w:t>
      </w:r>
      <w:r>
        <w:t xml:space="preserve"> ! </w:t>
      </w:r>
      <w:r w:rsidR="00256283">
        <w:t>répondit-elle</w:t>
      </w:r>
      <w:r>
        <w:t>.</w:t>
      </w:r>
    </w:p>
    <w:p w14:paraId="3588BE52" w14:textId="77777777" w:rsidR="00435B4F" w:rsidRDefault="00256283" w:rsidP="00256283">
      <w:r>
        <w:t>Je regardai le policier</w:t>
      </w:r>
      <w:r w:rsidR="00435B4F">
        <w:t>.</w:t>
      </w:r>
    </w:p>
    <w:p w14:paraId="59FA176B" w14:textId="77777777" w:rsidR="00435B4F" w:rsidRDefault="00435B4F" w:rsidP="00256283">
      <w:r>
        <w:t>— </w:t>
      </w:r>
      <w:r w:rsidR="00256283">
        <w:t>Si vous voulez</w:t>
      </w:r>
      <w:r>
        <w:t xml:space="preserve">, </w:t>
      </w:r>
      <w:r w:rsidR="00256283">
        <w:t>approuva-t-il</w:t>
      </w:r>
      <w:r>
        <w:t>.</w:t>
      </w:r>
    </w:p>
    <w:p w14:paraId="6A615696" w14:textId="77777777" w:rsidR="00435B4F" w:rsidRDefault="00256283" w:rsidP="00256283">
      <w:r>
        <w:t>Dorothy me toucha le bras</w:t>
      </w:r>
      <w:r w:rsidR="00435B4F">
        <w:t>.</w:t>
      </w:r>
    </w:p>
    <w:p w14:paraId="334395DB" w14:textId="77777777" w:rsidR="00435B4F" w:rsidRDefault="00435B4F" w:rsidP="00256283">
      <w:r>
        <w:t>— </w:t>
      </w:r>
      <w:r w:rsidR="00256283">
        <w:t>Nick</w:t>
      </w:r>
      <w:r>
        <w:t xml:space="preserve">, </w:t>
      </w:r>
      <w:r w:rsidR="00256283">
        <w:t>dit-elle</w:t>
      </w:r>
      <w:r>
        <w:t xml:space="preserve">, </w:t>
      </w:r>
      <w:r w:rsidR="00256283">
        <w:t>écoutez-moi d</w:t>
      </w:r>
      <w:r>
        <w:t>’</w:t>
      </w:r>
      <w:r w:rsidR="00256283">
        <w:t>abord</w:t>
      </w:r>
      <w:r>
        <w:t xml:space="preserve">, </w:t>
      </w:r>
      <w:r w:rsidR="00256283">
        <w:t>je</w:t>
      </w:r>
      <w:r>
        <w:t>…</w:t>
      </w:r>
    </w:p>
    <w:p w14:paraId="42D8B279" w14:textId="77777777" w:rsidR="00435B4F" w:rsidRDefault="00256283" w:rsidP="00256283">
      <w:r>
        <w:t>Elle s</w:t>
      </w:r>
      <w:r w:rsidR="00435B4F">
        <w:t>’</w:t>
      </w:r>
      <w:r>
        <w:t>interrompit</w:t>
      </w:r>
      <w:r w:rsidR="00435B4F">
        <w:t xml:space="preserve"> : </w:t>
      </w:r>
      <w:r>
        <w:t>tous la regardaient</w:t>
      </w:r>
      <w:r w:rsidR="00435B4F">
        <w:t>.</w:t>
      </w:r>
    </w:p>
    <w:p w14:paraId="0E43A37A" w14:textId="77777777" w:rsidR="00435B4F" w:rsidRDefault="00435B4F" w:rsidP="00256283">
      <w:r>
        <w:t>— </w:t>
      </w:r>
      <w:r w:rsidR="00256283">
        <w:t>Quoi</w:t>
      </w:r>
      <w:r>
        <w:t xml:space="preserve"> ? </w:t>
      </w:r>
      <w:r w:rsidR="00256283">
        <w:t>demandai-je</w:t>
      </w:r>
      <w:r>
        <w:t>.</w:t>
      </w:r>
    </w:p>
    <w:p w14:paraId="53E338CA" w14:textId="77777777" w:rsidR="00435B4F" w:rsidRDefault="00435B4F" w:rsidP="00256283">
      <w:r>
        <w:t>— </w:t>
      </w:r>
      <w:r w:rsidR="00256283">
        <w:t>Je veux vous parler la première</w:t>
      </w:r>
      <w:r>
        <w:t> !</w:t>
      </w:r>
    </w:p>
    <w:p w14:paraId="4F06836F" w14:textId="77777777" w:rsidR="00435B4F" w:rsidRDefault="00435B4F" w:rsidP="00256283">
      <w:r>
        <w:t>— </w:t>
      </w:r>
      <w:r w:rsidR="00256283">
        <w:t>Allez</w:t>
      </w:r>
      <w:r>
        <w:t> !</w:t>
      </w:r>
    </w:p>
    <w:p w14:paraId="47ED224C" w14:textId="77777777" w:rsidR="00435B4F" w:rsidRDefault="00256283" w:rsidP="00256283">
      <w:r>
        <w:t>Je caressai doucement sa main</w:t>
      </w:r>
      <w:r w:rsidR="00435B4F">
        <w:t>.</w:t>
      </w:r>
    </w:p>
    <w:p w14:paraId="6F49A9CE" w14:textId="77777777" w:rsidR="00435B4F" w:rsidRDefault="00435B4F" w:rsidP="00256283">
      <w:r>
        <w:lastRenderedPageBreak/>
        <w:t>— </w:t>
      </w:r>
      <w:r w:rsidR="00256283">
        <w:t>Plus tard</w:t>
      </w:r>
      <w:r>
        <w:t xml:space="preserve"> ! </w:t>
      </w:r>
      <w:r w:rsidR="00256283">
        <w:t>dis-je</w:t>
      </w:r>
      <w:r>
        <w:t>.</w:t>
      </w:r>
    </w:p>
    <w:p w14:paraId="780428C3" w14:textId="77777777" w:rsidR="00435B4F" w:rsidRDefault="00256283" w:rsidP="00256283">
      <w:r>
        <w:t>Mimi me conduisit dans sa chambre et ferma soigneusement la porte</w:t>
      </w:r>
      <w:r w:rsidR="00435B4F">
        <w:t xml:space="preserve">. </w:t>
      </w:r>
      <w:r>
        <w:t>Je m</w:t>
      </w:r>
      <w:r w:rsidR="00435B4F">
        <w:t>’</w:t>
      </w:r>
      <w:r>
        <w:t>assis sur le lit et j</w:t>
      </w:r>
      <w:r w:rsidR="00435B4F">
        <w:t>’</w:t>
      </w:r>
      <w:r>
        <w:t>allumai une cigarette</w:t>
      </w:r>
      <w:r w:rsidR="00435B4F">
        <w:t xml:space="preserve">. </w:t>
      </w:r>
      <w:r>
        <w:t>Elle était adossée au battant de la porte et me regardait en souriant gentiment</w:t>
      </w:r>
      <w:r w:rsidR="00435B4F">
        <w:t xml:space="preserve">. </w:t>
      </w:r>
      <w:r>
        <w:t>Une demi-minute s</w:t>
      </w:r>
      <w:r w:rsidR="00435B4F">
        <w:t>’</w:t>
      </w:r>
      <w:r>
        <w:t>écoula</w:t>
      </w:r>
      <w:r w:rsidR="00435B4F">
        <w:t>.</w:t>
      </w:r>
    </w:p>
    <w:p w14:paraId="529CB474" w14:textId="77777777" w:rsidR="00435B4F" w:rsidRDefault="00435B4F" w:rsidP="00256283">
      <w:r>
        <w:t>— </w:t>
      </w:r>
      <w:r w:rsidR="00256283">
        <w:t>Vous m</w:t>
      </w:r>
      <w:r>
        <w:t>’</w:t>
      </w:r>
      <w:r w:rsidR="00256283">
        <w:t>aimez un peu</w:t>
      </w:r>
      <w:r>
        <w:t xml:space="preserve">, </w:t>
      </w:r>
      <w:r w:rsidR="00256283">
        <w:t>Nick</w:t>
      </w:r>
      <w:r>
        <w:t xml:space="preserve"> ? </w:t>
      </w:r>
      <w:r w:rsidR="00256283">
        <w:t>demanda-t-elle enfin</w:t>
      </w:r>
      <w:r>
        <w:t>.</w:t>
      </w:r>
    </w:p>
    <w:p w14:paraId="60C3AA78" w14:textId="77777777" w:rsidR="00435B4F" w:rsidRDefault="00256283" w:rsidP="00256283">
      <w:r>
        <w:t>Je ne répondis pas</w:t>
      </w:r>
      <w:r w:rsidR="00435B4F">
        <w:t>.</w:t>
      </w:r>
    </w:p>
    <w:p w14:paraId="4D6F9FC0" w14:textId="77777777" w:rsidR="00435B4F" w:rsidRDefault="00435B4F" w:rsidP="00256283">
      <w:r>
        <w:t>— </w:t>
      </w:r>
      <w:r w:rsidR="00256283">
        <w:t>N</w:t>
      </w:r>
      <w:r>
        <w:t>’</w:t>
      </w:r>
      <w:r w:rsidR="00256283">
        <w:t>est-ce pas</w:t>
      </w:r>
      <w:r>
        <w:t xml:space="preserve"> ? </w:t>
      </w:r>
      <w:r w:rsidR="00256283">
        <w:t>ajouta-t-elle</w:t>
      </w:r>
      <w:r>
        <w:t>.</w:t>
      </w:r>
    </w:p>
    <w:p w14:paraId="4E5060A4" w14:textId="77777777" w:rsidR="00435B4F" w:rsidRDefault="00435B4F" w:rsidP="00256283">
      <w:r>
        <w:t>— </w:t>
      </w:r>
      <w:r w:rsidR="00256283">
        <w:t>Non</w:t>
      </w:r>
      <w:r>
        <w:t>.</w:t>
      </w:r>
    </w:p>
    <w:p w14:paraId="7C984FE3" w14:textId="77777777" w:rsidR="00435B4F" w:rsidRDefault="00256283" w:rsidP="00256283">
      <w:r>
        <w:t>Elle se mit à rire et vint vers moi</w:t>
      </w:r>
      <w:r w:rsidR="00435B4F">
        <w:t>.</w:t>
      </w:r>
    </w:p>
    <w:p w14:paraId="7A3DAF46" w14:textId="77777777" w:rsidR="00435B4F" w:rsidRDefault="00435B4F" w:rsidP="00256283">
      <w:r>
        <w:t>— </w:t>
      </w:r>
      <w:r w:rsidR="00256283">
        <w:t>Vous voulez dire que vous n</w:t>
      </w:r>
      <w:r>
        <w:t>’</w:t>
      </w:r>
      <w:r w:rsidR="00256283">
        <w:t>approuvez pas ma conduite</w:t>
      </w:r>
      <w:r>
        <w:t xml:space="preserve">, </w:t>
      </w:r>
      <w:r w:rsidR="00256283">
        <w:t>fit-elle</w:t>
      </w:r>
      <w:r>
        <w:t xml:space="preserve">, </w:t>
      </w:r>
      <w:r w:rsidR="00256283">
        <w:t>s</w:t>
      </w:r>
      <w:r>
        <w:t>’</w:t>
      </w:r>
      <w:r w:rsidR="00256283">
        <w:t>asseyant près de moi sur le lit</w:t>
      </w:r>
      <w:r>
        <w:t xml:space="preserve">. </w:t>
      </w:r>
      <w:r w:rsidR="00256283">
        <w:t>Mais vous m</w:t>
      </w:r>
      <w:r>
        <w:t>’</w:t>
      </w:r>
      <w:r w:rsidR="00256283">
        <w:t>aimez assez pour m</w:t>
      </w:r>
      <w:r>
        <w:t>’</w:t>
      </w:r>
      <w:r w:rsidR="00256283">
        <w:t>aider</w:t>
      </w:r>
      <w:r>
        <w:t> ?</w:t>
      </w:r>
    </w:p>
    <w:p w14:paraId="2B79FB5B" w14:textId="77777777" w:rsidR="00435B4F" w:rsidRDefault="00435B4F" w:rsidP="00256283">
      <w:r>
        <w:t>— </w:t>
      </w:r>
      <w:r w:rsidR="00256283">
        <w:t>Ça dépend</w:t>
      </w:r>
      <w:r>
        <w:t> !</w:t>
      </w:r>
    </w:p>
    <w:p w14:paraId="01AC8D55" w14:textId="77777777" w:rsidR="00435B4F" w:rsidRDefault="00435B4F" w:rsidP="00256283">
      <w:r>
        <w:t>— </w:t>
      </w:r>
      <w:r w:rsidR="00256283">
        <w:t>De quoi</w:t>
      </w:r>
      <w:r>
        <w:t> ?</w:t>
      </w:r>
    </w:p>
    <w:p w14:paraId="53B69CFE" w14:textId="77777777" w:rsidR="00435B4F" w:rsidRDefault="00256283" w:rsidP="00256283">
      <w:r>
        <w:t>La porte s</w:t>
      </w:r>
      <w:r w:rsidR="00435B4F">
        <w:t>’</w:t>
      </w:r>
      <w:r>
        <w:t>ouvrit</w:t>
      </w:r>
      <w:r w:rsidR="00435B4F">
        <w:t xml:space="preserve">. </w:t>
      </w:r>
      <w:r>
        <w:t>Dorothy entra</w:t>
      </w:r>
      <w:r w:rsidR="00435B4F">
        <w:t>.</w:t>
      </w:r>
    </w:p>
    <w:p w14:paraId="1FB18F13" w14:textId="77777777" w:rsidR="00435B4F" w:rsidRDefault="00435B4F" w:rsidP="00256283">
      <w:r>
        <w:t>— </w:t>
      </w:r>
      <w:r w:rsidR="00256283">
        <w:t>Nick</w:t>
      </w:r>
      <w:r>
        <w:t xml:space="preserve">, </w:t>
      </w:r>
      <w:r w:rsidR="00256283">
        <w:t>dit-elle</w:t>
      </w:r>
      <w:r>
        <w:t xml:space="preserve">, </w:t>
      </w:r>
      <w:r w:rsidR="00256283">
        <w:t>il faut que</w:t>
      </w:r>
      <w:r>
        <w:t>…</w:t>
      </w:r>
    </w:p>
    <w:p w14:paraId="79CA8B5D" w14:textId="77777777" w:rsidR="00435B4F" w:rsidRDefault="00256283" w:rsidP="00256283">
      <w:r>
        <w:t>Mimi sauta sur ses pieds et fit face à sa fille</w:t>
      </w:r>
      <w:r w:rsidR="00435B4F">
        <w:t>.</w:t>
      </w:r>
    </w:p>
    <w:p w14:paraId="6A516937" w14:textId="77777777" w:rsidR="00435B4F" w:rsidRDefault="00435B4F" w:rsidP="00256283">
      <w:r>
        <w:t>— </w:t>
      </w:r>
      <w:r w:rsidR="00256283">
        <w:t>Fous le camp</w:t>
      </w:r>
      <w:r>
        <w:t xml:space="preserve"> ! </w:t>
      </w:r>
      <w:r w:rsidR="00256283">
        <w:t>gronda-t-elle</w:t>
      </w:r>
      <w:r>
        <w:t>.</w:t>
      </w:r>
    </w:p>
    <w:p w14:paraId="503E5BB0" w14:textId="77777777" w:rsidR="00435B4F" w:rsidRDefault="00256283" w:rsidP="00256283">
      <w:r>
        <w:t>Dorothy hésita une fraction de seconde</w:t>
      </w:r>
      <w:r w:rsidR="00435B4F">
        <w:t>.</w:t>
      </w:r>
    </w:p>
    <w:p w14:paraId="035060AF" w14:textId="77777777" w:rsidR="00435B4F" w:rsidRDefault="00435B4F" w:rsidP="00256283">
      <w:r>
        <w:t>— </w:t>
      </w:r>
      <w:r w:rsidR="00256283">
        <w:t>Non</w:t>
      </w:r>
      <w:r>
        <w:t xml:space="preserve"> ! </w:t>
      </w:r>
      <w:r w:rsidR="00256283">
        <w:t>Vous n</w:t>
      </w:r>
      <w:r>
        <w:t>’</w:t>
      </w:r>
      <w:r w:rsidR="00256283">
        <w:t>allez pas</w:t>
      </w:r>
      <w:r>
        <w:t>…</w:t>
      </w:r>
    </w:p>
    <w:p w14:paraId="3D99C2B6" w14:textId="77777777" w:rsidR="00435B4F" w:rsidRDefault="00256283" w:rsidP="00256283">
      <w:r>
        <w:t>Mimi la frappa violemment du revers de sa main droite</w:t>
      </w:r>
      <w:r w:rsidR="00435B4F">
        <w:t xml:space="preserve">, </w:t>
      </w:r>
      <w:r>
        <w:t>sur la bouche</w:t>
      </w:r>
      <w:r w:rsidR="00435B4F">
        <w:t>.</w:t>
      </w:r>
    </w:p>
    <w:p w14:paraId="4ECF8F3E" w14:textId="77777777" w:rsidR="00435B4F" w:rsidRDefault="00435B4F" w:rsidP="00256283">
      <w:r>
        <w:lastRenderedPageBreak/>
        <w:t>— </w:t>
      </w:r>
      <w:r w:rsidR="00256283">
        <w:t>Fous le camp</w:t>
      </w:r>
      <w:r>
        <w:t xml:space="preserve"> ! </w:t>
      </w:r>
      <w:r w:rsidR="00256283">
        <w:t>répéta-t-elle</w:t>
      </w:r>
      <w:r>
        <w:t>.</w:t>
      </w:r>
    </w:p>
    <w:p w14:paraId="0BB7272D" w14:textId="77777777" w:rsidR="00435B4F" w:rsidRDefault="00256283" w:rsidP="00256283">
      <w:r>
        <w:t>La jeune fille se mit à crier</w:t>
      </w:r>
      <w:r w:rsidR="00435B4F">
        <w:t xml:space="preserve">, </w:t>
      </w:r>
      <w:r>
        <w:t>porta la main à sa bouche et</w:t>
      </w:r>
      <w:r w:rsidR="00435B4F">
        <w:t xml:space="preserve">, </w:t>
      </w:r>
      <w:r>
        <w:t>son regard terrifié fixé sur nous</w:t>
      </w:r>
      <w:r w:rsidR="00435B4F">
        <w:t xml:space="preserve">, </w:t>
      </w:r>
      <w:r>
        <w:t>sortit à reculons</w:t>
      </w:r>
      <w:r w:rsidR="00435B4F">
        <w:t>.</w:t>
      </w:r>
    </w:p>
    <w:p w14:paraId="0C66A12C" w14:textId="77777777" w:rsidR="00435B4F" w:rsidRDefault="00256283" w:rsidP="00256283">
      <w:r>
        <w:t>Mimi referma la porte</w:t>
      </w:r>
      <w:r w:rsidR="00435B4F">
        <w:t>.</w:t>
      </w:r>
    </w:p>
    <w:p w14:paraId="5841D4D2" w14:textId="77777777" w:rsidR="00435B4F" w:rsidRDefault="00435B4F" w:rsidP="00256283">
      <w:r>
        <w:t>— </w:t>
      </w:r>
      <w:r w:rsidR="00256283">
        <w:t>Il faudra venir un jour à la maison me donner une leçon de boxe</w:t>
      </w:r>
      <w:r>
        <w:t xml:space="preserve">, </w:t>
      </w:r>
      <w:r w:rsidR="00256283">
        <w:t>dis-je doucement</w:t>
      </w:r>
      <w:r>
        <w:t>.</w:t>
      </w:r>
    </w:p>
    <w:p w14:paraId="708E7333" w14:textId="77777777" w:rsidR="00435B4F" w:rsidRDefault="00256283" w:rsidP="00256283">
      <w:r>
        <w:t>Elle ne parut pas m</w:t>
      </w:r>
      <w:r w:rsidR="00435B4F">
        <w:t>’</w:t>
      </w:r>
      <w:r>
        <w:t>entendre</w:t>
      </w:r>
      <w:r w:rsidR="00435B4F">
        <w:t xml:space="preserve"> ; </w:t>
      </w:r>
      <w:r>
        <w:t>ses yeux s</w:t>
      </w:r>
      <w:r w:rsidR="00435B4F">
        <w:t>’</w:t>
      </w:r>
      <w:r>
        <w:t>étaient assombris</w:t>
      </w:r>
      <w:r w:rsidR="00435B4F">
        <w:t xml:space="preserve"> ; </w:t>
      </w:r>
      <w:r>
        <w:t>sa voix avait changé</w:t>
      </w:r>
      <w:r w:rsidR="00435B4F">
        <w:t xml:space="preserve">, </w:t>
      </w:r>
      <w:r>
        <w:t>plus gutturale</w:t>
      </w:r>
      <w:r w:rsidR="00435B4F">
        <w:t xml:space="preserve">, </w:t>
      </w:r>
      <w:r>
        <w:t>quand elle dit</w:t>
      </w:r>
      <w:r w:rsidR="00435B4F">
        <w:t> :</w:t>
      </w:r>
    </w:p>
    <w:p w14:paraId="23E64F7C" w14:textId="77777777" w:rsidR="00435B4F" w:rsidRDefault="00435B4F" w:rsidP="00256283">
      <w:r>
        <w:t>— </w:t>
      </w:r>
      <w:r w:rsidR="00256283">
        <w:t>Ma fille est amoureuse de vous</w:t>
      </w:r>
      <w:r>
        <w:t> !</w:t>
      </w:r>
    </w:p>
    <w:p w14:paraId="55840783" w14:textId="77777777" w:rsidR="00435B4F" w:rsidRDefault="00435B4F" w:rsidP="00256283">
      <w:r>
        <w:t>— </w:t>
      </w:r>
      <w:r w:rsidR="00256283">
        <w:t>Quelle blague</w:t>
      </w:r>
      <w:r>
        <w:t> !</w:t>
      </w:r>
    </w:p>
    <w:p w14:paraId="452100A9" w14:textId="77777777" w:rsidR="00435B4F" w:rsidRDefault="00435B4F" w:rsidP="00256283">
      <w:r>
        <w:t>— </w:t>
      </w:r>
      <w:r w:rsidR="00256283">
        <w:t>C</w:t>
      </w:r>
      <w:r>
        <w:t>’</w:t>
      </w:r>
      <w:r w:rsidR="00256283">
        <w:t>est vrai</w:t>
      </w:r>
      <w:r>
        <w:t xml:space="preserve">, </w:t>
      </w:r>
      <w:r w:rsidR="00256283">
        <w:t>reprit-elle</w:t>
      </w:r>
      <w:r>
        <w:t xml:space="preserve"> ; </w:t>
      </w:r>
      <w:r w:rsidR="00256283">
        <w:t>elle est jalouse de moi et elle devient furieuse dès que je vous approche</w:t>
      </w:r>
      <w:r>
        <w:t>.</w:t>
      </w:r>
    </w:p>
    <w:p w14:paraId="1E232598" w14:textId="77777777" w:rsidR="00435B4F" w:rsidRDefault="00256283" w:rsidP="00256283">
      <w:r>
        <w:t>Mimi parlait comme si elle songeait à autre chose</w:t>
      </w:r>
      <w:r w:rsidR="00435B4F">
        <w:t>.</w:t>
      </w:r>
    </w:p>
    <w:p w14:paraId="4565F5A9" w14:textId="77777777" w:rsidR="00435B4F" w:rsidRDefault="00435B4F" w:rsidP="00256283">
      <w:r>
        <w:t>— </w:t>
      </w:r>
      <w:r w:rsidR="00256283">
        <w:t>Quelle blague</w:t>
      </w:r>
      <w:r>
        <w:t xml:space="preserve"> ! </w:t>
      </w:r>
      <w:r w:rsidR="00256283">
        <w:t>Elle a peut-être eu un petit béguin</w:t>
      </w:r>
      <w:r>
        <w:t xml:space="preserve">, </w:t>
      </w:r>
      <w:r w:rsidR="00256283">
        <w:t>un souvenir de son enfance</w:t>
      </w:r>
      <w:r>
        <w:t xml:space="preserve">, </w:t>
      </w:r>
      <w:r w:rsidR="00256283">
        <w:t>quand elle m</w:t>
      </w:r>
      <w:r>
        <w:t>’</w:t>
      </w:r>
      <w:r w:rsidR="00256283">
        <w:t>admirait tant</w:t>
      </w:r>
      <w:r>
        <w:t xml:space="preserve">, </w:t>
      </w:r>
      <w:r w:rsidR="00256283">
        <w:t>mais c</w:t>
      </w:r>
      <w:r>
        <w:t>’</w:t>
      </w:r>
      <w:r w:rsidR="00256283">
        <w:t>est tout</w:t>
      </w:r>
      <w:r>
        <w:t>.</w:t>
      </w:r>
    </w:p>
    <w:p w14:paraId="738E2C22" w14:textId="77777777" w:rsidR="00435B4F" w:rsidRDefault="00256283" w:rsidP="00256283">
      <w:r>
        <w:t>Mimi hocha la tête</w:t>
      </w:r>
      <w:r w:rsidR="00435B4F">
        <w:t>.</w:t>
      </w:r>
    </w:p>
    <w:p w14:paraId="30400917" w14:textId="77777777" w:rsidR="00435B4F" w:rsidRDefault="00435B4F" w:rsidP="00256283">
      <w:r>
        <w:t>— </w:t>
      </w:r>
      <w:r w:rsidR="00256283">
        <w:t>Vous vous trompez</w:t>
      </w:r>
      <w:r>
        <w:t xml:space="preserve">, </w:t>
      </w:r>
      <w:r w:rsidR="00256283">
        <w:t>dit-elle</w:t>
      </w:r>
      <w:r>
        <w:t xml:space="preserve">, </w:t>
      </w:r>
      <w:r w:rsidR="00256283">
        <w:t>mais ça n</w:t>
      </w:r>
      <w:r>
        <w:t>’</w:t>
      </w:r>
      <w:r w:rsidR="00256283">
        <w:t>a pas d</w:t>
      </w:r>
      <w:r>
        <w:t>’</w:t>
      </w:r>
      <w:r w:rsidR="00256283">
        <w:t>importance</w:t>
      </w:r>
      <w:r>
        <w:t>.</w:t>
      </w:r>
    </w:p>
    <w:p w14:paraId="23A99132" w14:textId="77777777" w:rsidR="00435B4F" w:rsidRDefault="00256283" w:rsidP="00256283">
      <w:r>
        <w:t>Elle reprit sa place près de moi</w:t>
      </w:r>
      <w:r w:rsidR="00435B4F">
        <w:t>.</w:t>
      </w:r>
    </w:p>
    <w:p w14:paraId="3B33FCD6" w14:textId="77777777" w:rsidR="00435B4F" w:rsidRDefault="00435B4F" w:rsidP="00256283">
      <w:r>
        <w:t>— </w:t>
      </w:r>
      <w:r w:rsidR="00256283">
        <w:t>Il faut absolument que vous m</w:t>
      </w:r>
      <w:r>
        <w:t>’</w:t>
      </w:r>
      <w:r w:rsidR="00256283">
        <w:t>aidiez à sortir de là</w:t>
      </w:r>
      <w:r>
        <w:t xml:space="preserve">, </w:t>
      </w:r>
      <w:r w:rsidR="00256283">
        <w:t>reprit-elle</w:t>
      </w:r>
      <w:r>
        <w:t>.</w:t>
      </w:r>
    </w:p>
    <w:p w14:paraId="54777721" w14:textId="77777777" w:rsidR="00435B4F" w:rsidRDefault="00435B4F" w:rsidP="00256283">
      <w:r>
        <w:t>— </w:t>
      </w:r>
      <w:r w:rsidR="00256283">
        <w:t>Sûr</w:t>
      </w:r>
      <w:r>
        <w:t xml:space="preserve"> ! </w:t>
      </w:r>
      <w:r w:rsidR="00256283">
        <w:t>Il faut protéger les femmes</w:t>
      </w:r>
      <w:r>
        <w:t xml:space="preserve">, </w:t>
      </w:r>
      <w:r w:rsidR="00256283">
        <w:t>surtout quand elles sont délicates comme des fleurs</w:t>
      </w:r>
      <w:r>
        <w:t>…</w:t>
      </w:r>
    </w:p>
    <w:p w14:paraId="06222195" w14:textId="77777777" w:rsidR="00435B4F" w:rsidRDefault="00435B4F" w:rsidP="00256283">
      <w:r>
        <w:lastRenderedPageBreak/>
        <w:t>— </w:t>
      </w:r>
      <w:r w:rsidR="00256283">
        <w:t>Ça va</w:t>
      </w:r>
      <w:r>
        <w:t xml:space="preserve">, </w:t>
      </w:r>
      <w:r w:rsidR="00256283">
        <w:t>dit-elle</w:t>
      </w:r>
      <w:r>
        <w:t xml:space="preserve">. </w:t>
      </w:r>
      <w:r w:rsidR="00256283">
        <w:t>Comme si vous n</w:t>
      </w:r>
      <w:r>
        <w:t>’</w:t>
      </w:r>
      <w:r w:rsidR="00256283">
        <w:t>aviez jamais vu battre une enfant</w:t>
      </w:r>
      <w:r>
        <w:t xml:space="preserve"> ! </w:t>
      </w:r>
      <w:r w:rsidR="00256283">
        <w:t>Ce n</w:t>
      </w:r>
      <w:r>
        <w:t>’</w:t>
      </w:r>
      <w:r w:rsidR="00256283">
        <w:t>est rien</w:t>
      </w:r>
      <w:r>
        <w:t xml:space="preserve"> ; </w:t>
      </w:r>
      <w:r w:rsidR="00256283">
        <w:t>ça se fait tous les jours</w:t>
      </w:r>
      <w:r>
        <w:t xml:space="preserve">. </w:t>
      </w:r>
      <w:r w:rsidR="00256283">
        <w:t>Ne vous inquiétez donc pas</w:t>
      </w:r>
      <w:r>
        <w:t>.</w:t>
      </w:r>
    </w:p>
    <w:p w14:paraId="666EF684" w14:textId="77777777" w:rsidR="00435B4F" w:rsidRDefault="00256283" w:rsidP="00256283">
      <w:r>
        <w:t>Elle souriait comme tout à l</w:t>
      </w:r>
      <w:r w:rsidR="00435B4F">
        <w:t>’</w:t>
      </w:r>
      <w:r>
        <w:t>heure</w:t>
      </w:r>
      <w:r w:rsidR="00435B4F">
        <w:t xml:space="preserve">, </w:t>
      </w:r>
      <w:r>
        <w:t>avançant les lèvres</w:t>
      </w:r>
      <w:r w:rsidR="00435B4F">
        <w:t xml:space="preserve">, </w:t>
      </w:r>
      <w:r>
        <w:t>le regard lourd</w:t>
      </w:r>
      <w:r w:rsidR="00435B4F">
        <w:t>.</w:t>
      </w:r>
    </w:p>
    <w:p w14:paraId="49F4184B" w14:textId="77777777" w:rsidR="00435B4F" w:rsidRDefault="00435B4F" w:rsidP="00256283">
      <w:r>
        <w:t>— </w:t>
      </w:r>
      <w:r w:rsidR="00256283">
        <w:t>Si vous avez envie de Dorothy</w:t>
      </w:r>
      <w:r>
        <w:t xml:space="preserve">, </w:t>
      </w:r>
      <w:r w:rsidR="00256283">
        <w:t>prenez-la</w:t>
      </w:r>
      <w:r>
        <w:t xml:space="preserve">, </w:t>
      </w:r>
      <w:r w:rsidR="00256283">
        <w:t>murmura-t-elle</w:t>
      </w:r>
      <w:r>
        <w:t xml:space="preserve">, </w:t>
      </w:r>
      <w:r w:rsidR="00256283">
        <w:t>mais n</w:t>
      </w:r>
      <w:r>
        <w:t>’</w:t>
      </w:r>
      <w:r w:rsidR="00256283">
        <w:t>en faites pas une histoire de sentiment</w:t>
      </w:r>
      <w:r>
        <w:t xml:space="preserve">… </w:t>
      </w:r>
      <w:r w:rsidR="00256283">
        <w:t>et ne dites pas que j</w:t>
      </w:r>
      <w:r>
        <w:t>’</w:t>
      </w:r>
      <w:r w:rsidR="00256283">
        <w:t>ai l</w:t>
      </w:r>
      <w:r>
        <w:t>’</w:t>
      </w:r>
      <w:r w:rsidR="00256283">
        <w:t>air d</w:t>
      </w:r>
      <w:r>
        <w:t>’</w:t>
      </w:r>
      <w:r w:rsidR="00256283">
        <w:t>une fleur</w:t>
      </w:r>
      <w:r>
        <w:t xml:space="preserve">, </w:t>
      </w:r>
      <w:r w:rsidR="00256283">
        <w:t>vous ne l</w:t>
      </w:r>
      <w:r>
        <w:t>’</w:t>
      </w:r>
      <w:r w:rsidR="00256283">
        <w:t>avez jamais pensé</w:t>
      </w:r>
      <w:r>
        <w:t>.</w:t>
      </w:r>
    </w:p>
    <w:p w14:paraId="3454D621" w14:textId="77777777" w:rsidR="00435B4F" w:rsidRDefault="00435B4F" w:rsidP="00256283">
      <w:r>
        <w:t>— </w:t>
      </w:r>
      <w:r w:rsidR="00256283">
        <w:t>Non</w:t>
      </w:r>
      <w:r>
        <w:t>.</w:t>
      </w:r>
    </w:p>
    <w:p w14:paraId="35A78482" w14:textId="77777777" w:rsidR="00435B4F" w:rsidRDefault="00435B4F" w:rsidP="00256283">
      <w:r>
        <w:t>— </w:t>
      </w:r>
      <w:r w:rsidR="00256283">
        <w:t>Alors</w:t>
      </w:r>
      <w:r>
        <w:t xml:space="preserve"> ? </w:t>
      </w:r>
      <w:r w:rsidR="00256283">
        <w:t>fit-elle d</w:t>
      </w:r>
      <w:r>
        <w:t>’</w:t>
      </w:r>
      <w:r w:rsidR="00256283">
        <w:t>un air décidé</w:t>
      </w:r>
      <w:r>
        <w:t>.</w:t>
      </w:r>
    </w:p>
    <w:p w14:paraId="769344DE" w14:textId="77777777" w:rsidR="00435B4F" w:rsidRDefault="00435B4F" w:rsidP="00256283">
      <w:r>
        <w:t>— </w:t>
      </w:r>
      <w:r w:rsidR="00256283">
        <w:t>Alors quoi</w:t>
      </w:r>
      <w:r>
        <w:t> ?</w:t>
      </w:r>
    </w:p>
    <w:p w14:paraId="0AC5EA18" w14:textId="77777777" w:rsidR="00435B4F" w:rsidRDefault="00435B4F" w:rsidP="00256283">
      <w:r>
        <w:t>— </w:t>
      </w:r>
      <w:r w:rsidR="00256283">
        <w:t>Assez de manières</w:t>
      </w:r>
      <w:r>
        <w:t xml:space="preserve">, </w:t>
      </w:r>
      <w:r w:rsidR="00256283">
        <w:t>protesta-t-elle</w:t>
      </w:r>
      <w:r>
        <w:t xml:space="preserve">, </w:t>
      </w:r>
      <w:r w:rsidR="00256283">
        <w:t>vous savez ce que je veux dire</w:t>
      </w:r>
      <w:r>
        <w:t xml:space="preserve"> ; </w:t>
      </w:r>
      <w:r w:rsidR="00256283">
        <w:t>vous me comprenez aussi bien que je vous comprends</w:t>
      </w:r>
      <w:r>
        <w:t>.</w:t>
      </w:r>
    </w:p>
    <w:p w14:paraId="65B24E7E" w14:textId="77777777" w:rsidR="00435B4F" w:rsidRDefault="00435B4F" w:rsidP="00256283">
      <w:r>
        <w:t>— </w:t>
      </w:r>
      <w:r w:rsidR="00256283">
        <w:t>À peu près</w:t>
      </w:r>
      <w:r>
        <w:t xml:space="preserve">, </w:t>
      </w:r>
      <w:r w:rsidR="00256283">
        <w:t>mais c</w:t>
      </w:r>
      <w:r>
        <w:t>’</w:t>
      </w:r>
      <w:r w:rsidR="00256283">
        <w:t>est vous qui compliquez tout</w:t>
      </w:r>
      <w:r>
        <w:t>…</w:t>
      </w:r>
    </w:p>
    <w:p w14:paraId="047A2553" w14:textId="77777777" w:rsidR="00435B4F" w:rsidRDefault="00435B4F" w:rsidP="00256283">
      <w:r>
        <w:t>— </w:t>
      </w:r>
      <w:r w:rsidR="00256283">
        <w:t>Oui</w:t>
      </w:r>
      <w:r>
        <w:t xml:space="preserve">, </w:t>
      </w:r>
      <w:r w:rsidR="00256283">
        <w:t>mais c</w:t>
      </w:r>
      <w:r>
        <w:t>’</w:t>
      </w:r>
      <w:r w:rsidR="00256283">
        <w:t>était pour rire</w:t>
      </w:r>
      <w:r>
        <w:t xml:space="preserve"> ; </w:t>
      </w:r>
      <w:r w:rsidR="00256283">
        <w:t>je suis sérieuse maintenant</w:t>
      </w:r>
      <w:r>
        <w:t xml:space="preserve">. </w:t>
      </w:r>
      <w:r w:rsidR="00256283">
        <w:t>Ce salaud de Chris m</w:t>
      </w:r>
      <w:r>
        <w:t>’</w:t>
      </w:r>
      <w:r w:rsidR="00256283">
        <w:t>a rendue ridicule</w:t>
      </w:r>
      <w:r>
        <w:t xml:space="preserve">, </w:t>
      </w:r>
      <w:r w:rsidR="00256283">
        <w:t>Nick</w:t>
      </w:r>
      <w:r>
        <w:t xml:space="preserve">, </w:t>
      </w:r>
      <w:r w:rsidR="00256283">
        <w:t>et voici qu</w:t>
      </w:r>
      <w:r>
        <w:t>’</w:t>
      </w:r>
      <w:r w:rsidR="00256283">
        <w:t>il est dans l</w:t>
      </w:r>
      <w:r>
        <w:t>’</w:t>
      </w:r>
      <w:r w:rsidR="00256283">
        <w:t>embarras et qu</w:t>
      </w:r>
      <w:r>
        <w:t>’</w:t>
      </w:r>
      <w:r w:rsidR="00256283">
        <w:t>il espère que je vais le sauver</w:t>
      </w:r>
      <w:r>
        <w:t>.</w:t>
      </w:r>
    </w:p>
    <w:p w14:paraId="5CF683B1" w14:textId="77777777" w:rsidR="00435B4F" w:rsidRDefault="00256283" w:rsidP="00256283">
      <w:r>
        <w:t>Elle posa une main sur mon genou</w:t>
      </w:r>
      <w:r w:rsidR="00435B4F">
        <w:t xml:space="preserve"> ; </w:t>
      </w:r>
      <w:r>
        <w:t>ses ongles entrèrent dans ma chair</w:t>
      </w:r>
      <w:r w:rsidR="00435B4F">
        <w:t>.</w:t>
      </w:r>
    </w:p>
    <w:p w14:paraId="78271362" w14:textId="77777777" w:rsidR="00435B4F" w:rsidRDefault="00435B4F" w:rsidP="00256283">
      <w:r>
        <w:t>— </w:t>
      </w:r>
      <w:r w:rsidR="00256283">
        <w:t>La police ne croit pas ce que je dis</w:t>
      </w:r>
      <w:r>
        <w:t xml:space="preserve">, </w:t>
      </w:r>
      <w:r w:rsidR="00256283">
        <w:t>reprit-elle</w:t>
      </w:r>
      <w:r>
        <w:t xml:space="preserve"> ; </w:t>
      </w:r>
      <w:r w:rsidR="00256283">
        <w:t>comment lui prouver qu</w:t>
      </w:r>
      <w:r>
        <w:t>’</w:t>
      </w:r>
      <w:r w:rsidR="00256283">
        <w:t>il a menti</w:t>
      </w:r>
      <w:r>
        <w:t xml:space="preserve">, </w:t>
      </w:r>
      <w:r w:rsidR="00256283">
        <w:t>que je ne sais rien de plus que ce que j</w:t>
      </w:r>
      <w:r>
        <w:t>’</w:t>
      </w:r>
      <w:r w:rsidR="00256283">
        <w:t>ai déclaré la première fois</w:t>
      </w:r>
      <w:r>
        <w:t> ?</w:t>
      </w:r>
    </w:p>
    <w:p w14:paraId="0E1FA0FF" w14:textId="77777777" w:rsidR="00435B4F" w:rsidRDefault="00435B4F" w:rsidP="00256283">
      <w:r>
        <w:t>— </w:t>
      </w:r>
      <w:r w:rsidR="00256283">
        <w:t>C</w:t>
      </w:r>
      <w:r>
        <w:t>’</w:t>
      </w:r>
      <w:r w:rsidR="00256283">
        <w:t>est difficile</w:t>
      </w:r>
      <w:r>
        <w:t xml:space="preserve">, </w:t>
      </w:r>
      <w:r w:rsidR="00256283">
        <w:t>dis-je lentement</w:t>
      </w:r>
      <w:r>
        <w:t xml:space="preserve">, </w:t>
      </w:r>
      <w:r w:rsidR="00256283">
        <w:t>surtout si Jorgensen répète ce que vous m</w:t>
      </w:r>
      <w:r>
        <w:t>’</w:t>
      </w:r>
      <w:r w:rsidR="00256283">
        <w:t>avez raconté tout à l</w:t>
      </w:r>
      <w:r>
        <w:t>’</w:t>
      </w:r>
      <w:r w:rsidR="00256283">
        <w:t>heure</w:t>
      </w:r>
      <w:r>
        <w:t>.</w:t>
      </w:r>
    </w:p>
    <w:p w14:paraId="6E701CFE" w14:textId="77777777" w:rsidR="00435B4F" w:rsidRDefault="00256283" w:rsidP="00256283">
      <w:r>
        <w:lastRenderedPageBreak/>
        <w:t>Elle retint un instant son souffle et ses ongles entrèrent plus profondément dans mon genou</w:t>
      </w:r>
      <w:r w:rsidR="00435B4F">
        <w:t>.</w:t>
      </w:r>
    </w:p>
    <w:p w14:paraId="5E152B9E" w14:textId="77777777" w:rsidR="00435B4F" w:rsidRDefault="00435B4F" w:rsidP="00256283">
      <w:r>
        <w:t>— </w:t>
      </w:r>
      <w:r w:rsidR="00256283">
        <w:t>Vous leur avez rapporté notre conversation</w:t>
      </w:r>
      <w:r>
        <w:t> ?</w:t>
      </w:r>
    </w:p>
    <w:p w14:paraId="6D37233D" w14:textId="77777777" w:rsidR="00435B4F" w:rsidRDefault="00435B4F" w:rsidP="00256283">
      <w:r>
        <w:t>— </w:t>
      </w:r>
      <w:r w:rsidR="00256283">
        <w:t>Pas encore</w:t>
      </w:r>
      <w:r>
        <w:t xml:space="preserve">, </w:t>
      </w:r>
      <w:r w:rsidR="00256283">
        <w:t>dis-je</w:t>
      </w:r>
      <w:r>
        <w:t xml:space="preserve">, </w:t>
      </w:r>
      <w:r w:rsidR="00256283">
        <w:t>écartant la main qui était sur mon genou</w:t>
      </w:r>
      <w:r>
        <w:t>.</w:t>
      </w:r>
    </w:p>
    <w:p w14:paraId="774FC901" w14:textId="77777777" w:rsidR="00435B4F" w:rsidRDefault="00256283" w:rsidP="00256283">
      <w:r>
        <w:t>Elle poussa un soupir de soulagement</w:t>
      </w:r>
      <w:r w:rsidR="00435B4F">
        <w:t>.</w:t>
      </w:r>
    </w:p>
    <w:p w14:paraId="4ADF104B" w14:textId="77777777" w:rsidR="00435B4F" w:rsidRDefault="00435B4F" w:rsidP="00256283">
      <w:r>
        <w:t>— </w:t>
      </w:r>
      <w:r w:rsidR="00256283">
        <w:t>Et vous ne leur direz rien</w:t>
      </w:r>
      <w:r>
        <w:t xml:space="preserve">, </w:t>
      </w:r>
      <w:r w:rsidR="00256283">
        <w:t>n</w:t>
      </w:r>
      <w:r>
        <w:t>’</w:t>
      </w:r>
      <w:r w:rsidR="00256283">
        <w:t>est-ce pas</w:t>
      </w:r>
      <w:r>
        <w:t xml:space="preserve"> ? </w:t>
      </w:r>
      <w:r w:rsidR="00256283">
        <w:t>murmura-t-elle</w:t>
      </w:r>
      <w:r>
        <w:t>.</w:t>
      </w:r>
    </w:p>
    <w:p w14:paraId="6A80DA7F" w14:textId="77777777" w:rsidR="00435B4F" w:rsidRDefault="00435B4F" w:rsidP="00256283">
      <w:r>
        <w:t>— </w:t>
      </w:r>
      <w:r w:rsidR="00256283">
        <w:t>Pourquoi pas</w:t>
      </w:r>
      <w:r>
        <w:t> ?</w:t>
      </w:r>
    </w:p>
    <w:p w14:paraId="6C4B1E63" w14:textId="77777777" w:rsidR="00435B4F" w:rsidRDefault="00435B4F" w:rsidP="00256283">
      <w:r>
        <w:t>— </w:t>
      </w:r>
      <w:r w:rsidR="00256283">
        <w:t>Parce que c</w:t>
      </w:r>
      <w:r>
        <w:t>’</w:t>
      </w:r>
      <w:r w:rsidR="00256283">
        <w:t>est un mensonge</w:t>
      </w:r>
      <w:r>
        <w:t xml:space="preserve">. </w:t>
      </w:r>
      <w:r w:rsidR="00256283">
        <w:t>Il a menti</w:t>
      </w:r>
      <w:r>
        <w:t xml:space="preserve">. </w:t>
      </w:r>
      <w:r w:rsidR="00256283">
        <w:t>Moi aussi</w:t>
      </w:r>
      <w:r>
        <w:t xml:space="preserve">. </w:t>
      </w:r>
      <w:r w:rsidR="00256283">
        <w:t>Je n</w:t>
      </w:r>
      <w:r>
        <w:t>’</w:t>
      </w:r>
      <w:r w:rsidR="00256283">
        <w:t>ai rien trouvé</w:t>
      </w:r>
      <w:r>
        <w:t xml:space="preserve">, </w:t>
      </w:r>
      <w:r w:rsidR="00256283">
        <w:t>rien du tout</w:t>
      </w:r>
      <w:r>
        <w:t> !</w:t>
      </w:r>
    </w:p>
    <w:p w14:paraId="18D9BD85" w14:textId="77777777" w:rsidR="00435B4F" w:rsidRDefault="00435B4F" w:rsidP="00256283">
      <w:r>
        <w:t>— </w:t>
      </w:r>
      <w:r w:rsidR="00256283">
        <w:t>Nous voici revenus au même point qu</w:t>
      </w:r>
      <w:r>
        <w:t>’</w:t>
      </w:r>
      <w:r w:rsidR="00256283">
        <w:t>à la fin de l</w:t>
      </w:r>
      <w:r>
        <w:t>’</w:t>
      </w:r>
      <w:r w:rsidR="00256283">
        <w:t>après-midi</w:t>
      </w:r>
      <w:r>
        <w:t xml:space="preserve">, </w:t>
      </w:r>
      <w:r w:rsidR="00256283">
        <w:t>remarquai-je</w:t>
      </w:r>
      <w:r>
        <w:t xml:space="preserve">, </w:t>
      </w:r>
      <w:r w:rsidR="00256283">
        <w:t>et je crois ce que vous dites autant qu</w:t>
      </w:r>
      <w:r>
        <w:t>’</w:t>
      </w:r>
      <w:r w:rsidR="00256283">
        <w:t>à ce moment-là</w:t>
      </w:r>
      <w:r>
        <w:t xml:space="preserve">. </w:t>
      </w:r>
      <w:r w:rsidR="00256283">
        <w:t>Mais alors</w:t>
      </w:r>
      <w:r>
        <w:t xml:space="preserve">, </w:t>
      </w:r>
      <w:r w:rsidR="00256283">
        <w:t>pourquoi parler de nous comprendre réciproquement</w:t>
      </w:r>
      <w:r>
        <w:t xml:space="preserve">, </w:t>
      </w:r>
      <w:r w:rsidR="00256283">
        <w:t>de supprimer les manières et les complications</w:t>
      </w:r>
      <w:r>
        <w:t> ?</w:t>
      </w:r>
    </w:p>
    <w:p w14:paraId="74484D0A" w14:textId="77777777" w:rsidR="00435B4F" w:rsidRDefault="00256283" w:rsidP="00256283">
      <w:r>
        <w:t>Elle me tapota légèrement la main</w:t>
      </w:r>
      <w:r w:rsidR="00435B4F">
        <w:t>.</w:t>
      </w:r>
    </w:p>
    <w:p w14:paraId="14C05B8B" w14:textId="77777777" w:rsidR="00435B4F" w:rsidRDefault="00435B4F" w:rsidP="00256283">
      <w:r>
        <w:t>— </w:t>
      </w:r>
      <w:r w:rsidR="00256283">
        <w:t>Entendu</w:t>
      </w:r>
      <w:r>
        <w:t xml:space="preserve">, </w:t>
      </w:r>
      <w:r w:rsidR="00256283">
        <w:t>dit-elle</w:t>
      </w:r>
      <w:r>
        <w:t xml:space="preserve">, </w:t>
      </w:r>
      <w:r w:rsidR="00256283">
        <w:t>j</w:t>
      </w:r>
      <w:r>
        <w:t>’</w:t>
      </w:r>
      <w:r w:rsidR="00256283">
        <w:t>ai trouvé quelque chose</w:t>
      </w:r>
      <w:r>
        <w:t xml:space="preserve"> – </w:t>
      </w:r>
      <w:r w:rsidR="00256283">
        <w:t>oh</w:t>
      </w:r>
      <w:r>
        <w:t xml:space="preserve">, </w:t>
      </w:r>
      <w:r w:rsidR="00256283">
        <w:t>c</w:t>
      </w:r>
      <w:r>
        <w:t>’</w:t>
      </w:r>
      <w:r w:rsidR="00256283">
        <w:t>est sans grande importance</w:t>
      </w:r>
      <w:r>
        <w:t xml:space="preserve"> – </w:t>
      </w:r>
      <w:r w:rsidR="00256283">
        <w:t>mais je ne vais pas m</w:t>
      </w:r>
      <w:r>
        <w:t>’</w:t>
      </w:r>
      <w:r w:rsidR="00256283">
        <w:t>en défaire pour sauver ce salaud</w:t>
      </w:r>
      <w:r>
        <w:t xml:space="preserve">. </w:t>
      </w:r>
      <w:r w:rsidR="00256283">
        <w:t>Vous comprenez mes sentiments</w:t>
      </w:r>
      <w:r>
        <w:t xml:space="preserve">, </w:t>
      </w:r>
      <w:r w:rsidR="00256283">
        <w:t>n</w:t>
      </w:r>
      <w:r>
        <w:t>’</w:t>
      </w:r>
      <w:r w:rsidR="00256283">
        <w:t>est-ce pas</w:t>
      </w:r>
      <w:r>
        <w:t xml:space="preserve">, </w:t>
      </w:r>
      <w:r w:rsidR="00256283">
        <w:t>Nick</w:t>
      </w:r>
      <w:r>
        <w:t xml:space="preserve"> ; </w:t>
      </w:r>
      <w:r w:rsidR="00256283">
        <w:t>à ma place vous agiriez de même</w:t>
      </w:r>
      <w:r>
        <w:t>…</w:t>
      </w:r>
    </w:p>
    <w:p w14:paraId="32848DFB" w14:textId="77777777" w:rsidR="00435B4F" w:rsidRDefault="00435B4F" w:rsidP="00256283">
      <w:r>
        <w:t>— </w:t>
      </w:r>
      <w:r w:rsidR="00256283">
        <w:t>Peut-être</w:t>
      </w:r>
      <w:r>
        <w:t xml:space="preserve">, </w:t>
      </w:r>
      <w:r w:rsidR="00256283">
        <w:t>répondis-je</w:t>
      </w:r>
      <w:r>
        <w:t xml:space="preserve">, </w:t>
      </w:r>
      <w:r w:rsidR="00256283">
        <w:t>mais au point où en sont les choses</w:t>
      </w:r>
      <w:r>
        <w:t xml:space="preserve">, </w:t>
      </w:r>
      <w:r w:rsidR="00256283">
        <w:t>pourquoi épouserais-je votre querelle</w:t>
      </w:r>
      <w:r>
        <w:t xml:space="preserve"> ? </w:t>
      </w:r>
      <w:r w:rsidR="00256283">
        <w:t>Chris n</w:t>
      </w:r>
      <w:r>
        <w:t>’</w:t>
      </w:r>
      <w:r w:rsidR="00256283">
        <w:t>est pas mon ennemi</w:t>
      </w:r>
      <w:r>
        <w:t xml:space="preserve"> ; </w:t>
      </w:r>
      <w:r w:rsidR="00256283">
        <w:t>je n</w:t>
      </w:r>
      <w:r>
        <w:t>’</w:t>
      </w:r>
      <w:r w:rsidR="00256283">
        <w:t>ai rien à gagner à vous aider</w:t>
      </w:r>
      <w:r>
        <w:t> ?</w:t>
      </w:r>
    </w:p>
    <w:p w14:paraId="2247AFA6" w14:textId="77777777" w:rsidR="00435B4F" w:rsidRDefault="00256283" w:rsidP="00256283">
      <w:r>
        <w:t>Elle soupira</w:t>
      </w:r>
      <w:r w:rsidR="00435B4F">
        <w:t>.</w:t>
      </w:r>
    </w:p>
    <w:p w14:paraId="332A4880" w14:textId="77777777" w:rsidR="00435B4F" w:rsidRDefault="00435B4F" w:rsidP="00256283">
      <w:r>
        <w:lastRenderedPageBreak/>
        <w:t>— </w:t>
      </w:r>
      <w:r w:rsidR="00256283">
        <w:t>J</w:t>
      </w:r>
      <w:r>
        <w:t>’</w:t>
      </w:r>
      <w:r w:rsidR="00256283">
        <w:t>y ai pensé</w:t>
      </w:r>
      <w:r>
        <w:t xml:space="preserve">, </w:t>
      </w:r>
      <w:r w:rsidR="00256283">
        <w:t>dit-elle</w:t>
      </w:r>
      <w:r>
        <w:t xml:space="preserve"> ; </w:t>
      </w:r>
      <w:r w:rsidR="00256283">
        <w:t>je sais bien que la somme que je pourrais vous offrir ne vous intéresserait pas</w:t>
      </w:r>
      <w:r>
        <w:t xml:space="preserve"> – </w:t>
      </w:r>
      <w:r w:rsidR="00256283">
        <w:t>elle sourit d</w:t>
      </w:r>
      <w:r>
        <w:t>’</w:t>
      </w:r>
      <w:r w:rsidR="00256283">
        <w:t>un air bizarre</w:t>
      </w:r>
      <w:r>
        <w:t xml:space="preserve"> – </w:t>
      </w:r>
      <w:r w:rsidR="00256283">
        <w:t>ni mon beau corps si blanc</w:t>
      </w:r>
      <w:r>
        <w:t xml:space="preserve">. </w:t>
      </w:r>
      <w:r w:rsidR="00256283">
        <w:t>Mais n</w:t>
      </w:r>
      <w:r>
        <w:t>’</w:t>
      </w:r>
      <w:r w:rsidR="00256283">
        <w:t>avez-vous pas intérêt à sauver Clyde</w:t>
      </w:r>
      <w:r>
        <w:t> ?</w:t>
      </w:r>
    </w:p>
    <w:p w14:paraId="782C1E21" w14:textId="77777777" w:rsidR="00435B4F" w:rsidRDefault="00435B4F" w:rsidP="00256283">
      <w:r>
        <w:t>— </w:t>
      </w:r>
      <w:r w:rsidR="00256283">
        <w:t>Pas nécessairement</w:t>
      </w:r>
      <w:r>
        <w:t>.</w:t>
      </w:r>
    </w:p>
    <w:p w14:paraId="4F8CCAB4" w14:textId="77777777" w:rsidR="00435B4F" w:rsidRDefault="00256283" w:rsidP="00256283">
      <w:r>
        <w:t>Elle éclata de rire</w:t>
      </w:r>
      <w:r w:rsidR="00435B4F">
        <w:t>.</w:t>
      </w:r>
    </w:p>
    <w:p w14:paraId="674938D3" w14:textId="77777777" w:rsidR="00435B4F" w:rsidRDefault="00435B4F" w:rsidP="00256283">
      <w:r>
        <w:t>— </w:t>
      </w:r>
      <w:r w:rsidR="00256283">
        <w:t>Je ne comprends pas ce que vous voulez dire</w:t>
      </w:r>
      <w:r>
        <w:t>.</w:t>
      </w:r>
    </w:p>
    <w:p w14:paraId="7F15E3E5" w14:textId="77777777" w:rsidR="00435B4F" w:rsidRDefault="00435B4F" w:rsidP="00256283">
      <w:r>
        <w:t>— </w:t>
      </w:r>
      <w:r w:rsidR="00256283">
        <w:t>Je veux dire qu</w:t>
      </w:r>
      <w:r>
        <w:t>’</w:t>
      </w:r>
      <w:r w:rsidR="00256283">
        <w:t>il n</w:t>
      </w:r>
      <w:r>
        <w:t>’</w:t>
      </w:r>
      <w:r w:rsidR="00256283">
        <w:t>a pas besoin qu</w:t>
      </w:r>
      <w:r>
        <w:t>’</w:t>
      </w:r>
      <w:r w:rsidR="00256283">
        <w:t>on le sauve</w:t>
      </w:r>
      <w:r>
        <w:t xml:space="preserve"> : </w:t>
      </w:r>
      <w:r w:rsidR="00256283">
        <w:t>la police n</w:t>
      </w:r>
      <w:r>
        <w:t>’</w:t>
      </w:r>
      <w:r w:rsidR="00256283">
        <w:t xml:space="preserve">a pas </w:t>
      </w:r>
      <w:proofErr w:type="spellStart"/>
      <w:r w:rsidR="00256283">
        <w:t>grand</w:t>
      </w:r>
      <w:r>
        <w:t>’</w:t>
      </w:r>
      <w:r w:rsidR="00256283">
        <w:t>chose</w:t>
      </w:r>
      <w:proofErr w:type="spellEnd"/>
      <w:r w:rsidR="00256283">
        <w:t xml:space="preserve"> à retenir contre lui</w:t>
      </w:r>
      <w:r>
        <w:t xml:space="preserve"> : </w:t>
      </w:r>
      <w:r w:rsidR="00256283">
        <w:t>il est fou</w:t>
      </w:r>
      <w:r>
        <w:t xml:space="preserve">, </w:t>
      </w:r>
      <w:r w:rsidR="00256283">
        <w:t>il était à New-York le jour du crime et il entretenait Julia</w:t>
      </w:r>
      <w:r>
        <w:t xml:space="preserve"> ; </w:t>
      </w:r>
      <w:r w:rsidR="00256283">
        <w:t>ce n</w:t>
      </w:r>
      <w:r>
        <w:t>’</w:t>
      </w:r>
      <w:r w:rsidR="00256283">
        <w:t>est pas suffisant pour l</w:t>
      </w:r>
      <w:r>
        <w:t>’</w:t>
      </w:r>
      <w:r w:rsidR="00256283">
        <w:t>inculper</w:t>
      </w:r>
      <w:r>
        <w:t>.</w:t>
      </w:r>
    </w:p>
    <w:p w14:paraId="05D4C1F4" w14:textId="77777777" w:rsidR="00435B4F" w:rsidRDefault="00435B4F" w:rsidP="00256283">
      <w:r>
        <w:t>— </w:t>
      </w:r>
      <w:r w:rsidR="00256283">
        <w:t>Mais il y a aussi ma petite contribution</w:t>
      </w:r>
      <w:r>
        <w:t xml:space="preserve">, </w:t>
      </w:r>
      <w:r w:rsidR="00256283">
        <w:t>dit-elle en riant</w:t>
      </w:r>
      <w:r>
        <w:t>.</w:t>
      </w:r>
    </w:p>
    <w:p w14:paraId="4E21678F" w14:textId="77777777" w:rsidR="00435B4F" w:rsidRDefault="00435B4F" w:rsidP="00256283">
      <w:r>
        <w:t>— </w:t>
      </w:r>
      <w:r w:rsidR="00256283">
        <w:t>Qu</w:t>
      </w:r>
      <w:r>
        <w:t>’</w:t>
      </w:r>
      <w:r w:rsidR="00256283">
        <w:t>est-ce</w:t>
      </w:r>
      <w:r>
        <w:t xml:space="preserve"> ? </w:t>
      </w:r>
      <w:r w:rsidR="00256283">
        <w:t>demandai-je</w:t>
      </w:r>
      <w:r>
        <w:t>.</w:t>
      </w:r>
    </w:p>
    <w:p w14:paraId="728EC272" w14:textId="77777777" w:rsidR="00435B4F" w:rsidRDefault="00256283" w:rsidP="00256283">
      <w:r>
        <w:t>Et je continuai</w:t>
      </w:r>
      <w:r w:rsidR="00435B4F">
        <w:t xml:space="preserve">, </w:t>
      </w:r>
      <w:r>
        <w:t>sans attendre la réponse que je n</w:t>
      </w:r>
      <w:r w:rsidR="00435B4F">
        <w:t>’</w:t>
      </w:r>
      <w:r>
        <w:t>espérais pas</w:t>
      </w:r>
      <w:r w:rsidR="00435B4F">
        <w:t>.</w:t>
      </w:r>
    </w:p>
    <w:p w14:paraId="69C68606" w14:textId="77777777" w:rsidR="00435B4F" w:rsidRDefault="00435B4F" w:rsidP="00256283">
      <w:r>
        <w:t>— </w:t>
      </w:r>
      <w:r w:rsidR="00256283">
        <w:t>Quoi que ce soit</w:t>
      </w:r>
      <w:r>
        <w:t xml:space="preserve">, </w:t>
      </w:r>
      <w:r w:rsidR="00256283">
        <w:t>vous êtes bête</w:t>
      </w:r>
      <w:r>
        <w:t xml:space="preserve">, </w:t>
      </w:r>
      <w:r w:rsidR="00256283">
        <w:t>Mimi</w:t>
      </w:r>
      <w:r>
        <w:t xml:space="preserve">. </w:t>
      </w:r>
      <w:r w:rsidR="00256283">
        <w:t>Vous tenez Chris à votre merci avec cette histoire de bigamie</w:t>
      </w:r>
      <w:r>
        <w:t xml:space="preserve">. </w:t>
      </w:r>
      <w:r w:rsidR="00256283">
        <w:t>Profitez-en</w:t>
      </w:r>
      <w:r>
        <w:t>…</w:t>
      </w:r>
    </w:p>
    <w:p w14:paraId="001082B4" w14:textId="77777777" w:rsidR="00435B4F" w:rsidRDefault="00435B4F" w:rsidP="00256283">
      <w:r>
        <w:t>— </w:t>
      </w:r>
      <w:r w:rsidR="00256283">
        <w:t>Je tiens ça en réserve au cas où il</w:t>
      </w:r>
      <w:r>
        <w:t>…</w:t>
      </w:r>
    </w:p>
    <w:p w14:paraId="1472E3CC" w14:textId="77777777" w:rsidR="00435B4F" w:rsidRDefault="00435B4F" w:rsidP="00256283">
      <w:r>
        <w:t>— </w:t>
      </w:r>
      <w:r w:rsidR="00256283">
        <w:t>Où il se justifierait de l</w:t>
      </w:r>
      <w:r>
        <w:t>’</w:t>
      </w:r>
      <w:r w:rsidR="00256283">
        <w:t>inculpation de meurtre</w:t>
      </w:r>
      <w:r>
        <w:t xml:space="preserve"> ? </w:t>
      </w:r>
      <w:r w:rsidR="00256283">
        <w:t>ajoutai-je</w:t>
      </w:r>
      <w:r>
        <w:t xml:space="preserve">. </w:t>
      </w:r>
      <w:r w:rsidR="00256283">
        <w:t>Ça n</w:t>
      </w:r>
      <w:r>
        <w:t>’</w:t>
      </w:r>
      <w:r w:rsidR="00256283">
        <w:t>ira pas</w:t>
      </w:r>
      <w:r>
        <w:t xml:space="preserve">, </w:t>
      </w:r>
      <w:r w:rsidR="00256283">
        <w:t>petite dame</w:t>
      </w:r>
      <w:r>
        <w:t xml:space="preserve"> ! </w:t>
      </w:r>
      <w:r w:rsidR="00256283">
        <w:t>Vous le ferez arrêter</w:t>
      </w:r>
      <w:r>
        <w:t xml:space="preserve">, </w:t>
      </w:r>
      <w:r w:rsidR="00256283">
        <w:t>mais il ne sera pas trois jours en prison avant que le District Attorney se soit aperçu que l</w:t>
      </w:r>
      <w:r>
        <w:t>’</w:t>
      </w:r>
      <w:r w:rsidR="00256283">
        <w:t>homme est innocent et que vous avez voulu vous payer la tête des magistrats</w:t>
      </w:r>
      <w:r>
        <w:t xml:space="preserve">. </w:t>
      </w:r>
      <w:r w:rsidR="00256283">
        <w:t>À ce moment-là</w:t>
      </w:r>
      <w:r>
        <w:t xml:space="preserve">, </w:t>
      </w:r>
      <w:r w:rsidR="00256283">
        <w:t>quand vous parlerez de votre histoire de bigamie</w:t>
      </w:r>
      <w:r>
        <w:t xml:space="preserve">, </w:t>
      </w:r>
      <w:r w:rsidR="00256283">
        <w:t>le District Attorney refusera de poursuivre</w:t>
      </w:r>
      <w:r>
        <w:t>.</w:t>
      </w:r>
    </w:p>
    <w:p w14:paraId="1699C9A0" w14:textId="77777777" w:rsidR="00435B4F" w:rsidRDefault="00435B4F" w:rsidP="00256283">
      <w:r>
        <w:lastRenderedPageBreak/>
        <w:t>— </w:t>
      </w:r>
      <w:r w:rsidR="00256283">
        <w:t>Il n</w:t>
      </w:r>
      <w:r>
        <w:t>’</w:t>
      </w:r>
      <w:r w:rsidR="00256283">
        <w:t>a pas le droit</w:t>
      </w:r>
      <w:r>
        <w:t xml:space="preserve">, </w:t>
      </w:r>
      <w:r w:rsidR="00256283">
        <w:t>Nick</w:t>
      </w:r>
      <w:r>
        <w:t> !</w:t>
      </w:r>
    </w:p>
    <w:p w14:paraId="24D8CF52" w14:textId="77777777" w:rsidR="00435B4F" w:rsidRDefault="00435B4F" w:rsidP="00256283">
      <w:r>
        <w:t>— </w:t>
      </w:r>
      <w:r w:rsidR="00256283">
        <w:t>Il le prendra</w:t>
      </w:r>
      <w:r>
        <w:t xml:space="preserve"> ! </w:t>
      </w:r>
      <w:r w:rsidR="00256283">
        <w:t>affirmai-je</w:t>
      </w:r>
      <w:r>
        <w:t xml:space="preserve">, </w:t>
      </w:r>
      <w:r w:rsidR="00256283">
        <w:t>et s</w:t>
      </w:r>
      <w:r>
        <w:t>’</w:t>
      </w:r>
      <w:r w:rsidR="00256283">
        <w:t>il peut faire la preuve que vous avez dissimulé quelque chose il ne se gênera pas pour vous le faire regretter</w:t>
      </w:r>
      <w:r>
        <w:t>.</w:t>
      </w:r>
    </w:p>
    <w:p w14:paraId="2C96360E" w14:textId="77777777" w:rsidR="00435B4F" w:rsidRDefault="00435B4F" w:rsidP="00256283">
      <w:r>
        <w:t>— </w:t>
      </w:r>
      <w:r w:rsidR="00256283">
        <w:t>C</w:t>
      </w:r>
      <w:r>
        <w:t>’</w:t>
      </w:r>
      <w:r w:rsidR="00256283">
        <w:t>est bien vrai</w:t>
      </w:r>
      <w:r>
        <w:t xml:space="preserve">, </w:t>
      </w:r>
      <w:r w:rsidR="00256283">
        <w:t>tout ça</w:t>
      </w:r>
      <w:r>
        <w:t xml:space="preserve"> ? </w:t>
      </w:r>
      <w:r w:rsidR="00256283">
        <w:t>demanda-t-elle</w:t>
      </w:r>
      <w:r>
        <w:t xml:space="preserve">, </w:t>
      </w:r>
      <w:r w:rsidR="00256283">
        <w:t>mordant sa lèvre inférieure</w:t>
      </w:r>
      <w:r>
        <w:t>.</w:t>
      </w:r>
    </w:p>
    <w:p w14:paraId="19A4805E" w14:textId="77777777" w:rsidR="00435B4F" w:rsidRDefault="00435B4F" w:rsidP="00256283">
      <w:r>
        <w:t>— </w:t>
      </w:r>
      <w:r w:rsidR="00256283">
        <w:t>Je vous dis ce qui doit arriver</w:t>
      </w:r>
      <w:r>
        <w:t xml:space="preserve">… </w:t>
      </w:r>
      <w:r w:rsidR="00256283">
        <w:t>à moins que les District Attorneys aient changé depuis le temps où je m</w:t>
      </w:r>
      <w:r>
        <w:t>’</w:t>
      </w:r>
      <w:r w:rsidR="00256283">
        <w:t>occupais de toutes ces affaires-là</w:t>
      </w:r>
      <w:r>
        <w:t> !</w:t>
      </w:r>
    </w:p>
    <w:p w14:paraId="56DD6259" w14:textId="77777777" w:rsidR="00435B4F" w:rsidRDefault="00256283" w:rsidP="00256283">
      <w:r>
        <w:t>Elle mordit de nouveau sa lèvre</w:t>
      </w:r>
      <w:r w:rsidR="00435B4F">
        <w:t>.</w:t>
      </w:r>
    </w:p>
    <w:p w14:paraId="0612E620" w14:textId="77777777" w:rsidR="00435B4F" w:rsidRDefault="00435B4F" w:rsidP="00256283">
      <w:r>
        <w:t>— </w:t>
      </w:r>
      <w:r w:rsidR="00256283">
        <w:t>Je ne veux pas qu</w:t>
      </w:r>
      <w:r>
        <w:t>’</w:t>
      </w:r>
      <w:r w:rsidR="00256283">
        <w:t>il s</w:t>
      </w:r>
      <w:r>
        <w:t>’</w:t>
      </w:r>
      <w:r w:rsidR="00256283">
        <w:t>en tire si facilement</w:t>
      </w:r>
      <w:r>
        <w:t xml:space="preserve">, </w:t>
      </w:r>
      <w:r w:rsidR="00256283">
        <w:t>dit-elle</w:t>
      </w:r>
      <w:r>
        <w:t xml:space="preserve">, </w:t>
      </w:r>
      <w:r w:rsidR="00256283">
        <w:t>et je ne veux pas non plus être compromise</w:t>
      </w:r>
      <w:r>
        <w:t>.</w:t>
      </w:r>
    </w:p>
    <w:p w14:paraId="1E12FB6C" w14:textId="77777777" w:rsidR="00435B4F" w:rsidRDefault="00256283" w:rsidP="00256283">
      <w:r>
        <w:t>Elle leva les yeux sur moi</w:t>
      </w:r>
      <w:r w:rsidR="00435B4F">
        <w:t>.</w:t>
      </w:r>
    </w:p>
    <w:p w14:paraId="59440EA3" w14:textId="77777777" w:rsidR="00435B4F" w:rsidRDefault="00435B4F" w:rsidP="00256283">
      <w:r>
        <w:t>— </w:t>
      </w:r>
      <w:r w:rsidR="00256283">
        <w:t>Si vous avez menti</w:t>
      </w:r>
      <w:r>
        <w:t xml:space="preserve">, </w:t>
      </w:r>
      <w:r w:rsidR="00256283">
        <w:t>Nick</w:t>
      </w:r>
      <w:r>
        <w:t> !…</w:t>
      </w:r>
    </w:p>
    <w:p w14:paraId="22F26A18" w14:textId="77777777" w:rsidR="00435B4F" w:rsidRDefault="00435B4F" w:rsidP="00256283">
      <w:r>
        <w:t>— </w:t>
      </w:r>
      <w:r w:rsidR="00256283">
        <w:t>Croyez ou ne croyez pas</w:t>
      </w:r>
      <w:r>
        <w:t xml:space="preserve">, </w:t>
      </w:r>
      <w:r w:rsidR="00256283">
        <w:t>c</w:t>
      </w:r>
      <w:r>
        <w:t>’</w:t>
      </w:r>
      <w:r w:rsidR="00256283">
        <w:t>est votre affaire</w:t>
      </w:r>
      <w:r>
        <w:t> !</w:t>
      </w:r>
    </w:p>
    <w:p w14:paraId="48DCDD41" w14:textId="77777777" w:rsidR="00435B4F" w:rsidRDefault="00256283" w:rsidP="00256283">
      <w:r>
        <w:t>Elle sourit</w:t>
      </w:r>
      <w:r w:rsidR="00435B4F">
        <w:t xml:space="preserve">, </w:t>
      </w:r>
      <w:r>
        <w:t>me prit par la nuque et m</w:t>
      </w:r>
      <w:r w:rsidR="00435B4F">
        <w:t>’</w:t>
      </w:r>
      <w:r>
        <w:t>embrassa sur la bouche</w:t>
      </w:r>
      <w:r w:rsidR="00435B4F">
        <w:t xml:space="preserve">. </w:t>
      </w:r>
      <w:r>
        <w:t>Puis elle se leva</w:t>
      </w:r>
      <w:r w:rsidR="00435B4F">
        <w:t>.</w:t>
      </w:r>
    </w:p>
    <w:p w14:paraId="5C20EBD7" w14:textId="77777777" w:rsidR="00435B4F" w:rsidRDefault="00435B4F" w:rsidP="00256283">
      <w:r>
        <w:t>— </w:t>
      </w:r>
      <w:r w:rsidR="00256283">
        <w:t>Vous êtes une crapule</w:t>
      </w:r>
      <w:r>
        <w:t xml:space="preserve"> ! </w:t>
      </w:r>
      <w:r w:rsidR="00256283">
        <w:t>grogna-t-elle</w:t>
      </w:r>
      <w:r>
        <w:t xml:space="preserve">, </w:t>
      </w:r>
      <w:r w:rsidR="00256283">
        <w:t>mais je vous fais confiance</w:t>
      </w:r>
      <w:r>
        <w:t>.</w:t>
      </w:r>
    </w:p>
    <w:p w14:paraId="76048027" w14:textId="77777777" w:rsidR="00435B4F" w:rsidRDefault="00256283" w:rsidP="00256283">
      <w:r>
        <w:t>Elle se mit à arpenter la pièce</w:t>
      </w:r>
      <w:r w:rsidR="00435B4F">
        <w:t xml:space="preserve"> ; </w:t>
      </w:r>
      <w:r>
        <w:t>ses yeux brillaient</w:t>
      </w:r>
      <w:r w:rsidR="00435B4F">
        <w:t>.</w:t>
      </w:r>
    </w:p>
    <w:p w14:paraId="25B54B56" w14:textId="77777777" w:rsidR="00435B4F" w:rsidRDefault="00435B4F" w:rsidP="00256283">
      <w:r>
        <w:t>— </w:t>
      </w:r>
      <w:r w:rsidR="00256283">
        <w:t>Est-ce que j</w:t>
      </w:r>
      <w:r>
        <w:t>’</w:t>
      </w:r>
      <w:r w:rsidR="00256283">
        <w:t xml:space="preserve">appelle </w:t>
      </w:r>
      <w:proofErr w:type="spellStart"/>
      <w:r w:rsidR="00256283">
        <w:t>Guild</w:t>
      </w:r>
      <w:proofErr w:type="spellEnd"/>
      <w:r>
        <w:t xml:space="preserve"> ? </w:t>
      </w:r>
      <w:r w:rsidR="00256283">
        <w:t>demandai-je</w:t>
      </w:r>
      <w:r>
        <w:t>.</w:t>
      </w:r>
    </w:p>
    <w:p w14:paraId="3717DCC3" w14:textId="77777777" w:rsidR="00435B4F" w:rsidRDefault="00435B4F" w:rsidP="00256283">
      <w:r>
        <w:t>— </w:t>
      </w:r>
      <w:r w:rsidR="00256283">
        <w:t>Non</w:t>
      </w:r>
      <w:r>
        <w:t xml:space="preserve">, </w:t>
      </w:r>
      <w:r w:rsidR="00256283">
        <w:t>pas encore</w:t>
      </w:r>
      <w:r>
        <w:t xml:space="preserve">, </w:t>
      </w:r>
      <w:r w:rsidR="00256283">
        <w:t>je voudrais connaître votre opinion</w:t>
      </w:r>
      <w:r>
        <w:t>.</w:t>
      </w:r>
    </w:p>
    <w:p w14:paraId="297CF95C" w14:textId="77777777" w:rsidR="00435B4F" w:rsidRDefault="00435B4F" w:rsidP="00256283">
      <w:r>
        <w:t>— </w:t>
      </w:r>
      <w:r w:rsidR="00256283">
        <w:t>Si vous voulez</w:t>
      </w:r>
      <w:r>
        <w:t xml:space="preserve">, </w:t>
      </w:r>
      <w:r w:rsidR="00256283">
        <w:t>mais fini de blaguer</w:t>
      </w:r>
      <w:r>
        <w:t> !</w:t>
      </w:r>
    </w:p>
    <w:p w14:paraId="3A771411" w14:textId="77777777" w:rsidR="00435B4F" w:rsidRDefault="00435B4F" w:rsidP="00256283">
      <w:r>
        <w:t>— </w:t>
      </w:r>
      <w:r w:rsidR="00256283">
        <w:t>Vous avez peur de votre ombre</w:t>
      </w:r>
      <w:r>
        <w:t xml:space="preserve">, </w:t>
      </w:r>
      <w:r w:rsidR="00256283">
        <w:t>mon pauvre ami</w:t>
      </w:r>
      <w:r>
        <w:t xml:space="preserve"> ; </w:t>
      </w:r>
      <w:r w:rsidR="00256283">
        <w:t>rassurez-vous</w:t>
      </w:r>
      <w:r>
        <w:t xml:space="preserve">, </w:t>
      </w:r>
      <w:r w:rsidR="00256283">
        <w:t>je parle sérieusement</w:t>
      </w:r>
      <w:r>
        <w:t>.</w:t>
      </w:r>
    </w:p>
    <w:p w14:paraId="05499B42" w14:textId="77777777" w:rsidR="00435B4F" w:rsidRDefault="00435B4F" w:rsidP="00256283">
      <w:r>
        <w:lastRenderedPageBreak/>
        <w:t>— </w:t>
      </w:r>
      <w:r w:rsidR="00256283">
        <w:t>Alors</w:t>
      </w:r>
      <w:r>
        <w:t xml:space="preserve">, </w:t>
      </w:r>
      <w:r w:rsidR="00256283">
        <w:t>montrez-moi ça</w:t>
      </w:r>
      <w:r>
        <w:t xml:space="preserve"> ; </w:t>
      </w:r>
      <w:r w:rsidR="00256283">
        <w:t>les autres s</w:t>
      </w:r>
      <w:r>
        <w:t>’</w:t>
      </w:r>
      <w:r w:rsidR="00256283">
        <w:t>impatientent</w:t>
      </w:r>
      <w:r>
        <w:t>.</w:t>
      </w:r>
    </w:p>
    <w:p w14:paraId="73D5E699" w14:textId="77777777" w:rsidR="00435B4F" w:rsidRDefault="00256283" w:rsidP="00256283">
      <w:r>
        <w:t>Elle marcha vers une armoire dont elle ouvrit la porte</w:t>
      </w:r>
      <w:r w:rsidR="00435B4F">
        <w:t xml:space="preserve"> ; </w:t>
      </w:r>
      <w:r>
        <w:t>elle poussa des vêtements de côté et plongea le bras</w:t>
      </w:r>
      <w:r w:rsidR="00435B4F">
        <w:t>.</w:t>
      </w:r>
    </w:p>
    <w:p w14:paraId="6FFC818D" w14:textId="77777777" w:rsidR="00435B4F" w:rsidRDefault="00435B4F" w:rsidP="00256283">
      <w:r>
        <w:t>— </w:t>
      </w:r>
      <w:r w:rsidR="00256283">
        <w:t>Tiens</w:t>
      </w:r>
      <w:r>
        <w:t xml:space="preserve">, </w:t>
      </w:r>
      <w:r w:rsidR="00256283">
        <w:t>dit-elle</w:t>
      </w:r>
      <w:r>
        <w:t xml:space="preserve">, </w:t>
      </w:r>
      <w:r w:rsidR="00256283">
        <w:t>c</w:t>
      </w:r>
      <w:r>
        <w:t>’</w:t>
      </w:r>
      <w:r w:rsidR="00256283">
        <w:t>est bizarre</w:t>
      </w:r>
      <w:r>
        <w:t> !</w:t>
      </w:r>
    </w:p>
    <w:p w14:paraId="4502F5BC" w14:textId="77777777" w:rsidR="00435B4F" w:rsidRDefault="00435B4F" w:rsidP="00256283">
      <w:r>
        <w:t>— </w:t>
      </w:r>
      <w:r w:rsidR="00256283">
        <w:t>Bizarre</w:t>
      </w:r>
      <w:r>
        <w:t xml:space="preserve"> ! </w:t>
      </w:r>
      <w:r w:rsidR="00256283">
        <w:t>répétai-je</w:t>
      </w:r>
      <w:r>
        <w:t>.</w:t>
      </w:r>
    </w:p>
    <w:p w14:paraId="1D99FC59" w14:textId="77777777" w:rsidR="00435B4F" w:rsidRDefault="00256283" w:rsidP="00256283">
      <w:r>
        <w:t>Je me levai</w:t>
      </w:r>
      <w:r w:rsidR="00435B4F">
        <w:t xml:space="preserve">, </w:t>
      </w:r>
      <w:r>
        <w:t xml:space="preserve">marchant vers la porte pour appeler </w:t>
      </w:r>
      <w:proofErr w:type="spellStart"/>
      <w:r>
        <w:t>Guild</w:t>
      </w:r>
      <w:proofErr w:type="spellEnd"/>
      <w:r w:rsidR="00435B4F">
        <w:t>.</w:t>
      </w:r>
    </w:p>
    <w:p w14:paraId="3772AE03" w14:textId="77777777" w:rsidR="00435B4F" w:rsidRDefault="00435B4F" w:rsidP="00256283">
      <w:r>
        <w:t>— </w:t>
      </w:r>
      <w:r w:rsidR="00256283">
        <w:t>Doucement</w:t>
      </w:r>
      <w:r>
        <w:t xml:space="preserve">, </w:t>
      </w:r>
      <w:r w:rsidR="00256283">
        <w:t>fit-elle</w:t>
      </w:r>
      <w:r>
        <w:t xml:space="preserve">, </w:t>
      </w:r>
      <w:r w:rsidR="00256283">
        <w:t>ne vous impatientez pas</w:t>
      </w:r>
      <w:r>
        <w:t xml:space="preserve">, </w:t>
      </w:r>
      <w:r w:rsidR="00256283">
        <w:t>je l</w:t>
      </w:r>
      <w:r>
        <w:t>’</w:t>
      </w:r>
      <w:r w:rsidR="00256283">
        <w:t>ai</w:t>
      </w:r>
      <w:r>
        <w:t>.</w:t>
      </w:r>
    </w:p>
    <w:p w14:paraId="458A6E19" w14:textId="77777777" w:rsidR="00435B4F" w:rsidRDefault="00256283" w:rsidP="00256283">
      <w:r>
        <w:t>Elle se retourna</w:t>
      </w:r>
      <w:r w:rsidR="00435B4F">
        <w:t xml:space="preserve">, </w:t>
      </w:r>
      <w:r>
        <w:t>tenant dans sa main un mouchoir chiffonné</w:t>
      </w:r>
      <w:r w:rsidR="00435B4F">
        <w:t xml:space="preserve">. </w:t>
      </w:r>
      <w:r>
        <w:t>Comme je m</w:t>
      </w:r>
      <w:r w:rsidR="00435B4F">
        <w:t>’</w:t>
      </w:r>
      <w:r>
        <w:t>approchais</w:t>
      </w:r>
      <w:r w:rsidR="00435B4F">
        <w:t xml:space="preserve">, </w:t>
      </w:r>
      <w:r>
        <w:t>elle me montra</w:t>
      </w:r>
      <w:r w:rsidR="00435B4F">
        <w:t xml:space="preserve">, </w:t>
      </w:r>
      <w:r>
        <w:t>à l</w:t>
      </w:r>
      <w:r w:rsidR="00435B4F">
        <w:t>’</w:t>
      </w:r>
      <w:r>
        <w:t>intérieur</w:t>
      </w:r>
      <w:r w:rsidR="00435B4F">
        <w:t xml:space="preserve">, </w:t>
      </w:r>
      <w:r>
        <w:t>un petit bout de chaîne de montre</w:t>
      </w:r>
      <w:r w:rsidR="00435B4F">
        <w:t xml:space="preserve">, </w:t>
      </w:r>
      <w:r>
        <w:t>long de trois pouces environ</w:t>
      </w:r>
      <w:r w:rsidR="00435B4F">
        <w:t xml:space="preserve">, </w:t>
      </w:r>
      <w:r>
        <w:t>portant à une extrémité un minuscule canif en or</w:t>
      </w:r>
      <w:r w:rsidR="00435B4F">
        <w:t xml:space="preserve">. </w:t>
      </w:r>
      <w:r>
        <w:t>Le mouchoir était un mouchoir de femme</w:t>
      </w:r>
      <w:r w:rsidR="00435B4F">
        <w:t xml:space="preserve">, </w:t>
      </w:r>
      <w:r>
        <w:t>parsemé de taches brunes</w:t>
      </w:r>
      <w:r w:rsidR="00435B4F">
        <w:t>.</w:t>
      </w:r>
    </w:p>
    <w:p w14:paraId="6AAE9A15" w14:textId="77777777" w:rsidR="00435B4F" w:rsidRDefault="00435B4F" w:rsidP="00256283">
      <w:r>
        <w:t>— </w:t>
      </w:r>
      <w:r w:rsidR="00256283">
        <w:t>Eh bien</w:t>
      </w:r>
      <w:r>
        <w:t xml:space="preserve"> ? </w:t>
      </w:r>
      <w:r w:rsidR="00256283">
        <w:t>demandai-je</w:t>
      </w:r>
      <w:r>
        <w:t>.</w:t>
      </w:r>
    </w:p>
    <w:p w14:paraId="475A1223" w14:textId="77777777" w:rsidR="00435B4F" w:rsidRDefault="00435B4F" w:rsidP="00256283">
      <w:r>
        <w:t>— </w:t>
      </w:r>
      <w:r w:rsidR="00256283">
        <w:t>C</w:t>
      </w:r>
      <w:r>
        <w:t>’</w:t>
      </w:r>
      <w:r w:rsidR="00256283">
        <w:t>était dans la main de Julia</w:t>
      </w:r>
      <w:r>
        <w:t xml:space="preserve">, </w:t>
      </w:r>
      <w:r w:rsidR="00256283">
        <w:t>j</w:t>
      </w:r>
      <w:r>
        <w:t>’</w:t>
      </w:r>
      <w:r w:rsidR="00256283">
        <w:t>ai reconnu ce fragment de la chaîne de montre de Clyde et je l</w:t>
      </w:r>
      <w:r>
        <w:t>’</w:t>
      </w:r>
      <w:r w:rsidR="00256283">
        <w:t>ai pris pendant qu</w:t>
      </w:r>
      <w:r>
        <w:t>’</w:t>
      </w:r>
      <w:r w:rsidR="00256283">
        <w:t>on m</w:t>
      </w:r>
      <w:r>
        <w:t>’</w:t>
      </w:r>
      <w:r w:rsidR="00256283">
        <w:t>a laissée seule dans la pièce</w:t>
      </w:r>
      <w:r>
        <w:t>.</w:t>
      </w:r>
    </w:p>
    <w:p w14:paraId="6576A1E1" w14:textId="77777777" w:rsidR="00435B4F" w:rsidRDefault="00435B4F" w:rsidP="00256283">
      <w:r>
        <w:t>— </w:t>
      </w:r>
      <w:r w:rsidR="00256283">
        <w:t>Êtes-vous sûre qu</w:t>
      </w:r>
      <w:r>
        <w:t>’</w:t>
      </w:r>
      <w:r w:rsidR="00256283">
        <w:t>il s</w:t>
      </w:r>
      <w:r>
        <w:t>’</w:t>
      </w:r>
      <w:r w:rsidR="00256283">
        <w:t xml:space="preserve">agit de la chaîne de </w:t>
      </w:r>
      <w:proofErr w:type="spellStart"/>
      <w:r w:rsidR="00256283">
        <w:t>Wynant</w:t>
      </w:r>
      <w:proofErr w:type="spellEnd"/>
      <w:r>
        <w:t> ?</w:t>
      </w:r>
    </w:p>
    <w:p w14:paraId="132D146D" w14:textId="77777777" w:rsidR="00435B4F" w:rsidRDefault="00435B4F" w:rsidP="00256283">
      <w:r>
        <w:t>— </w:t>
      </w:r>
      <w:r w:rsidR="00256283">
        <w:t>Mais oui</w:t>
      </w:r>
      <w:r>
        <w:t xml:space="preserve"> ! </w:t>
      </w:r>
      <w:r w:rsidR="00256283">
        <w:t>fit-elle avec impatience</w:t>
      </w:r>
      <w:r>
        <w:t xml:space="preserve">. </w:t>
      </w:r>
      <w:r w:rsidR="00256283">
        <w:t>Les anneaux sont alternés</w:t>
      </w:r>
      <w:r>
        <w:t xml:space="preserve"> : </w:t>
      </w:r>
      <w:r w:rsidR="00256283">
        <w:t>un en or</w:t>
      </w:r>
      <w:r>
        <w:t xml:space="preserve">, </w:t>
      </w:r>
      <w:r w:rsidR="00256283">
        <w:t>un en argent</w:t>
      </w:r>
      <w:r>
        <w:t xml:space="preserve">, </w:t>
      </w:r>
      <w:r w:rsidR="00256283">
        <w:t>un en cuivre</w:t>
      </w:r>
      <w:r>
        <w:t xml:space="preserve"> ; </w:t>
      </w:r>
      <w:r w:rsidR="00256283">
        <w:t>il a fait faire cette chaîne avec les premiers lingots de métal traités par le procédé qu</w:t>
      </w:r>
      <w:r>
        <w:t>’</w:t>
      </w:r>
      <w:r w:rsidR="00256283">
        <w:t>il a inventé</w:t>
      </w:r>
      <w:r>
        <w:t xml:space="preserve">. </w:t>
      </w:r>
      <w:r w:rsidR="00256283">
        <w:t>Tous ceux qui connaissent Clyde peuvent identifier la chaîne</w:t>
      </w:r>
      <w:r>
        <w:t xml:space="preserve">. </w:t>
      </w:r>
      <w:r w:rsidR="00256283">
        <w:t>Il y a aussi ce canif</w:t>
      </w:r>
      <w:r>
        <w:t xml:space="preserve">, </w:t>
      </w:r>
      <w:r w:rsidR="00256283">
        <w:t>qui porte ses initiales gravées</w:t>
      </w:r>
      <w:r>
        <w:t xml:space="preserve"> ; </w:t>
      </w:r>
      <w:r w:rsidR="00256283">
        <w:t>je ne le connaissais pas</w:t>
      </w:r>
      <w:r>
        <w:t xml:space="preserve">, </w:t>
      </w:r>
      <w:r w:rsidR="00256283">
        <w:t>mais il portait la chaîne depuis très longtemps</w:t>
      </w:r>
      <w:r>
        <w:t>.</w:t>
      </w:r>
    </w:p>
    <w:p w14:paraId="43754B5A" w14:textId="77777777" w:rsidR="00435B4F" w:rsidRDefault="00435B4F" w:rsidP="00256283">
      <w:r>
        <w:t>— </w:t>
      </w:r>
      <w:r w:rsidR="00256283">
        <w:t>Auriez-vous pu la décrire sans l</w:t>
      </w:r>
      <w:r>
        <w:t>’</w:t>
      </w:r>
      <w:r w:rsidR="00256283">
        <w:t>avoir revue</w:t>
      </w:r>
      <w:r>
        <w:t> ?</w:t>
      </w:r>
    </w:p>
    <w:p w14:paraId="05D8868D" w14:textId="77777777" w:rsidR="00435B4F" w:rsidRDefault="00435B4F" w:rsidP="00256283">
      <w:r>
        <w:lastRenderedPageBreak/>
        <w:t>— </w:t>
      </w:r>
      <w:r w:rsidR="00256283">
        <w:t>Certainement</w:t>
      </w:r>
      <w:r>
        <w:t>.</w:t>
      </w:r>
    </w:p>
    <w:p w14:paraId="5EAE944E" w14:textId="77777777" w:rsidR="00435B4F" w:rsidRDefault="00435B4F" w:rsidP="00256283">
      <w:r>
        <w:t>— </w:t>
      </w:r>
      <w:r w:rsidR="00256283">
        <w:t>Et le mouchoir</w:t>
      </w:r>
      <w:r>
        <w:t> ?</w:t>
      </w:r>
    </w:p>
    <w:p w14:paraId="6A7C604E" w14:textId="77777777" w:rsidR="00435B4F" w:rsidRDefault="00435B4F" w:rsidP="00256283">
      <w:r>
        <w:t>— </w:t>
      </w:r>
      <w:r w:rsidR="00256283">
        <w:t>Il est à moi</w:t>
      </w:r>
      <w:r>
        <w:t xml:space="preserve">, </w:t>
      </w:r>
      <w:r w:rsidR="00256283">
        <w:t>je m</w:t>
      </w:r>
      <w:r>
        <w:t>’</w:t>
      </w:r>
      <w:r w:rsidR="00256283">
        <w:t>en suis servie pour prendre la chaîne dans la main de Julia qui était tachée de sang</w:t>
      </w:r>
      <w:r>
        <w:t xml:space="preserve">. </w:t>
      </w:r>
      <w:r w:rsidR="00256283">
        <w:t>Est-ce que</w:t>
      </w:r>
      <w:r>
        <w:t xml:space="preserve">… </w:t>
      </w:r>
      <w:r w:rsidR="00256283">
        <w:t>On dirait que vous ne croyez pas ce que je dis</w:t>
      </w:r>
      <w:r>
        <w:t xml:space="preserve"> ! </w:t>
      </w:r>
      <w:r w:rsidR="00256283">
        <w:t>fit-elle</w:t>
      </w:r>
      <w:r>
        <w:t xml:space="preserve">, </w:t>
      </w:r>
      <w:r w:rsidR="00256283">
        <w:t>les sourcils froncés</w:t>
      </w:r>
      <w:r>
        <w:t>.</w:t>
      </w:r>
    </w:p>
    <w:p w14:paraId="408786B9" w14:textId="77777777" w:rsidR="00435B4F" w:rsidRDefault="00435B4F" w:rsidP="00256283">
      <w:r>
        <w:t>— </w:t>
      </w:r>
      <w:r w:rsidR="00256283">
        <w:t>Pas tout à fait</w:t>
      </w:r>
      <w:r>
        <w:t xml:space="preserve">, </w:t>
      </w:r>
      <w:r w:rsidR="00256283">
        <w:t>répondis-je</w:t>
      </w:r>
      <w:r>
        <w:t xml:space="preserve">, </w:t>
      </w:r>
      <w:r w:rsidR="00256283">
        <w:t>est-ce que c</w:t>
      </w:r>
      <w:r>
        <w:t>’</w:t>
      </w:r>
      <w:r w:rsidR="00256283">
        <w:t>est la version définitive</w:t>
      </w:r>
      <w:r>
        <w:t> ?</w:t>
      </w:r>
    </w:p>
    <w:p w14:paraId="2A4840BF" w14:textId="77777777" w:rsidR="00435B4F" w:rsidRDefault="00256283" w:rsidP="00256283">
      <w:r>
        <w:t>Elle frappa le parquet du pied</w:t>
      </w:r>
      <w:r w:rsidR="00435B4F">
        <w:t xml:space="preserve">, </w:t>
      </w:r>
      <w:r>
        <w:t>rageusement</w:t>
      </w:r>
      <w:r w:rsidR="00435B4F">
        <w:t>.</w:t>
      </w:r>
    </w:p>
    <w:p w14:paraId="30E8BB8D" w14:textId="77777777" w:rsidR="00435B4F" w:rsidRDefault="00435B4F" w:rsidP="00256283">
      <w:r>
        <w:t>— </w:t>
      </w:r>
      <w:r w:rsidR="00256283">
        <w:t>Oh</w:t>
      </w:r>
      <w:r>
        <w:t xml:space="preserve">, </w:t>
      </w:r>
      <w:r w:rsidR="00256283">
        <w:t>vous</w:t>
      </w:r>
      <w:r>
        <w:t xml:space="preserve">… </w:t>
      </w:r>
      <w:r w:rsidR="00256283">
        <w:t>s</w:t>
      </w:r>
      <w:r>
        <w:t>’</w:t>
      </w:r>
      <w:r w:rsidR="00256283">
        <w:t>écria-t-elle</w:t>
      </w:r>
      <w:r>
        <w:t>.</w:t>
      </w:r>
    </w:p>
    <w:p w14:paraId="6B6FD3BB" w14:textId="77777777" w:rsidR="00435B4F" w:rsidRDefault="00256283" w:rsidP="00256283">
      <w:r>
        <w:t>Puis elle se mit à rire</w:t>
      </w:r>
      <w:r w:rsidR="00435B4F">
        <w:t>.</w:t>
      </w:r>
    </w:p>
    <w:p w14:paraId="3C1AA006" w14:textId="77777777" w:rsidR="00435B4F" w:rsidRDefault="00435B4F" w:rsidP="00256283">
      <w:r>
        <w:t>— </w:t>
      </w:r>
      <w:r w:rsidR="00256283">
        <w:t>Ce que vous pouvez être empoisonnant</w:t>
      </w:r>
      <w:r>
        <w:t xml:space="preserve">, </w:t>
      </w:r>
      <w:r w:rsidR="00256283">
        <w:t>Nick</w:t>
      </w:r>
      <w:r>
        <w:t xml:space="preserve"> ! </w:t>
      </w:r>
      <w:r w:rsidR="00256283">
        <w:t>Je dis la vérité cette fois</w:t>
      </w:r>
      <w:r>
        <w:t>.</w:t>
      </w:r>
    </w:p>
    <w:p w14:paraId="6479E004" w14:textId="77777777" w:rsidR="00435B4F" w:rsidRDefault="00435B4F" w:rsidP="00256283">
      <w:r>
        <w:t>— </w:t>
      </w:r>
      <w:r w:rsidR="00256283">
        <w:t>Je l</w:t>
      </w:r>
      <w:r>
        <w:t>’</w:t>
      </w:r>
      <w:r w:rsidR="00256283">
        <w:t>espère</w:t>
      </w:r>
      <w:r>
        <w:t xml:space="preserve"> ; </w:t>
      </w:r>
      <w:r w:rsidR="00256283">
        <w:t>il n</w:t>
      </w:r>
      <w:r>
        <w:t>’</w:t>
      </w:r>
      <w:r w:rsidR="00256283">
        <w:t>est que temps</w:t>
      </w:r>
      <w:r>
        <w:t xml:space="preserve">. </w:t>
      </w:r>
      <w:r w:rsidR="00256283">
        <w:t>Êtes-vous bien sûre que Julia n</w:t>
      </w:r>
      <w:r>
        <w:t>’</w:t>
      </w:r>
      <w:r w:rsidR="00256283">
        <w:t>ait pas repris connaissance et ne vous ait pas parlé</w:t>
      </w:r>
      <w:r>
        <w:t> ?</w:t>
      </w:r>
    </w:p>
    <w:p w14:paraId="3293F17D" w14:textId="77777777" w:rsidR="00435B4F" w:rsidRDefault="00435B4F" w:rsidP="00256283">
      <w:r>
        <w:t>— </w:t>
      </w:r>
      <w:r w:rsidR="00256283">
        <w:t>Vous essayez de me troubler</w:t>
      </w:r>
      <w:r>
        <w:t xml:space="preserve"> ! </w:t>
      </w:r>
      <w:r w:rsidR="00256283">
        <w:t>Eh bien</w:t>
      </w:r>
      <w:r>
        <w:t xml:space="preserve">, </w:t>
      </w:r>
      <w:r w:rsidR="00256283">
        <w:t>non</w:t>
      </w:r>
      <w:r>
        <w:t xml:space="preserve">, </w:t>
      </w:r>
      <w:r w:rsidR="00256283">
        <w:t>je suis sûre qu</w:t>
      </w:r>
      <w:r>
        <w:t>’</w:t>
      </w:r>
      <w:r w:rsidR="00256283">
        <w:t>elle n</w:t>
      </w:r>
      <w:r>
        <w:t>’</w:t>
      </w:r>
      <w:r w:rsidR="00256283">
        <w:t>a rien dit</w:t>
      </w:r>
      <w:r>
        <w:t>.</w:t>
      </w:r>
    </w:p>
    <w:p w14:paraId="70A421CC" w14:textId="77777777" w:rsidR="00435B4F" w:rsidRDefault="00435B4F" w:rsidP="00256283">
      <w:r>
        <w:t>— </w:t>
      </w:r>
      <w:r w:rsidR="00256283">
        <w:t>Bien</w:t>
      </w:r>
      <w:r>
        <w:t xml:space="preserve">. </w:t>
      </w:r>
      <w:r w:rsidR="00256283">
        <w:t>Attendez-moi</w:t>
      </w:r>
      <w:r>
        <w:t xml:space="preserve">, </w:t>
      </w:r>
      <w:r w:rsidR="00256283">
        <w:t xml:space="preserve">je vais chercher </w:t>
      </w:r>
      <w:proofErr w:type="spellStart"/>
      <w:r w:rsidR="00256283">
        <w:t>Guild</w:t>
      </w:r>
      <w:proofErr w:type="spellEnd"/>
      <w:r>
        <w:t xml:space="preserve">, </w:t>
      </w:r>
      <w:r w:rsidR="00256283">
        <w:t>mais je vous préviens que si vous prétendez que la chaîne était dans la main de Julia</w:t>
      </w:r>
      <w:r>
        <w:t xml:space="preserve"> – </w:t>
      </w:r>
      <w:r w:rsidR="00256283">
        <w:t>qui vivait encore</w:t>
      </w:r>
      <w:r>
        <w:t xml:space="preserve"> – </w:t>
      </w:r>
      <w:r w:rsidR="00256283">
        <w:t>il se demandera si vous n</w:t>
      </w:r>
      <w:r>
        <w:t>’</w:t>
      </w:r>
      <w:r w:rsidR="00256283">
        <w:t>avez pas dû batailler pour la lui prendre</w:t>
      </w:r>
      <w:r>
        <w:t>.</w:t>
      </w:r>
    </w:p>
    <w:p w14:paraId="63B183B2" w14:textId="77777777" w:rsidR="00435B4F" w:rsidRDefault="00256283" w:rsidP="00256283">
      <w:r>
        <w:t>Elle ouvrit de grands yeux surpris</w:t>
      </w:r>
      <w:r w:rsidR="00435B4F">
        <w:t>.</w:t>
      </w:r>
    </w:p>
    <w:p w14:paraId="2C1635C8" w14:textId="77777777" w:rsidR="00435B4F" w:rsidRDefault="00435B4F" w:rsidP="00256283">
      <w:r>
        <w:t>— </w:t>
      </w:r>
      <w:r w:rsidR="00256283">
        <w:t>Qu</w:t>
      </w:r>
      <w:r>
        <w:t>’</w:t>
      </w:r>
      <w:r w:rsidR="00256283">
        <w:t>est-ce qu</w:t>
      </w:r>
      <w:r>
        <w:t>’</w:t>
      </w:r>
      <w:r w:rsidR="00256283">
        <w:t>il faut lui répondre</w:t>
      </w:r>
      <w:r>
        <w:t xml:space="preserve"> ? </w:t>
      </w:r>
      <w:r w:rsidR="00256283">
        <w:t>demanda-t-elle</w:t>
      </w:r>
      <w:r>
        <w:t>.</w:t>
      </w:r>
    </w:p>
    <w:p w14:paraId="6B1A05A2" w14:textId="77777777" w:rsidR="00435B4F" w:rsidRDefault="00256283" w:rsidP="00256283">
      <w:r>
        <w:t>Je sortis</w:t>
      </w:r>
      <w:r w:rsidR="00435B4F">
        <w:t xml:space="preserve">, </w:t>
      </w:r>
      <w:r>
        <w:t>fermant la porte derrière moi</w:t>
      </w:r>
      <w:r w:rsidR="00435B4F">
        <w:t>.</w:t>
      </w:r>
    </w:p>
    <w:p w14:paraId="6056F8BB" w14:textId="77777777" w:rsidR="00256283" w:rsidRDefault="00256283" w:rsidP="003D5E6A">
      <w:pPr>
        <w:pStyle w:val="Titre1"/>
      </w:pPr>
      <w:bookmarkStart w:id="52" w:name="__RefHeading__76_1831309079"/>
      <w:bookmarkStart w:id="53" w:name="_Toc202285677"/>
      <w:bookmarkEnd w:id="52"/>
      <w:r>
        <w:lastRenderedPageBreak/>
        <w:t>XXIV</w:t>
      </w:r>
      <w:bookmarkEnd w:id="53"/>
    </w:p>
    <w:p w14:paraId="039118E5" w14:textId="77777777" w:rsidR="00435B4F" w:rsidRDefault="00256283" w:rsidP="00256283">
      <w:r>
        <w:t>Nora</w:t>
      </w:r>
      <w:r w:rsidR="00435B4F">
        <w:t xml:space="preserve">, </w:t>
      </w:r>
      <w:r>
        <w:t>à moitié endormie</w:t>
      </w:r>
      <w:r w:rsidR="00435B4F">
        <w:t xml:space="preserve">, </w:t>
      </w:r>
      <w:r>
        <w:t xml:space="preserve">causait avec </w:t>
      </w:r>
      <w:proofErr w:type="spellStart"/>
      <w:r>
        <w:t>Guild</w:t>
      </w:r>
      <w:proofErr w:type="spellEnd"/>
      <w:r>
        <w:t xml:space="preserve"> et Andy dans le living-room</w:t>
      </w:r>
      <w:r w:rsidR="00435B4F">
        <w:t xml:space="preserve">. </w:t>
      </w:r>
      <w:r>
        <w:t xml:space="preserve">Aucun des jeunes </w:t>
      </w:r>
      <w:proofErr w:type="spellStart"/>
      <w:r>
        <w:t>Wynant</w:t>
      </w:r>
      <w:proofErr w:type="spellEnd"/>
      <w:r>
        <w:t xml:space="preserve"> n</w:t>
      </w:r>
      <w:r w:rsidR="00435B4F">
        <w:t>’</w:t>
      </w:r>
      <w:r>
        <w:t>était là</w:t>
      </w:r>
      <w:r w:rsidR="00435B4F">
        <w:t>.</w:t>
      </w:r>
    </w:p>
    <w:p w14:paraId="7074BF70" w14:textId="77777777" w:rsidR="00435B4F" w:rsidRDefault="00435B4F" w:rsidP="00256283">
      <w:r>
        <w:t>— </w:t>
      </w:r>
      <w:r w:rsidR="00256283">
        <w:t>Allez-y</w:t>
      </w:r>
      <w:r>
        <w:t xml:space="preserve"> ! </w:t>
      </w:r>
      <w:r w:rsidR="00256283">
        <w:t xml:space="preserve">dis-je à </w:t>
      </w:r>
      <w:proofErr w:type="spellStart"/>
      <w:r w:rsidR="00256283">
        <w:t>Guild</w:t>
      </w:r>
      <w:proofErr w:type="spellEnd"/>
      <w:r>
        <w:t xml:space="preserve"> ; </w:t>
      </w:r>
      <w:r w:rsidR="00256283">
        <w:t>première porte à gauche</w:t>
      </w:r>
      <w:r>
        <w:t xml:space="preserve"> ; </w:t>
      </w:r>
      <w:r w:rsidR="00256283">
        <w:t>elle est prête</w:t>
      </w:r>
      <w:r>
        <w:t>.</w:t>
      </w:r>
    </w:p>
    <w:p w14:paraId="49E11902" w14:textId="77777777" w:rsidR="00435B4F" w:rsidRDefault="00435B4F" w:rsidP="00256283">
      <w:r>
        <w:t>— </w:t>
      </w:r>
      <w:r w:rsidR="00256283">
        <w:t>Vous avez réussi</w:t>
      </w:r>
      <w:r>
        <w:t xml:space="preserve"> ? </w:t>
      </w:r>
      <w:r w:rsidR="00256283">
        <w:t>interrogea-t-il</w:t>
      </w:r>
      <w:r>
        <w:t>.</w:t>
      </w:r>
    </w:p>
    <w:p w14:paraId="5B893C2A" w14:textId="77777777" w:rsidR="00435B4F" w:rsidRDefault="00256283" w:rsidP="00256283">
      <w:r>
        <w:t>Je fis oui de la tête</w:t>
      </w:r>
      <w:r w:rsidR="00435B4F">
        <w:t>.</w:t>
      </w:r>
    </w:p>
    <w:p w14:paraId="3AD5FA50" w14:textId="77777777" w:rsidR="00435B4F" w:rsidRDefault="00435B4F" w:rsidP="00256283">
      <w:r>
        <w:t>— </w:t>
      </w:r>
      <w:r w:rsidR="00256283">
        <w:t>Alors</w:t>
      </w:r>
      <w:r>
        <w:t xml:space="preserve"> ? </w:t>
      </w:r>
      <w:r w:rsidR="00256283">
        <w:t>fit-il</w:t>
      </w:r>
      <w:r>
        <w:t>.</w:t>
      </w:r>
    </w:p>
    <w:p w14:paraId="3DF0ADD9" w14:textId="77777777" w:rsidR="00435B4F" w:rsidRDefault="00435B4F" w:rsidP="00256283">
      <w:r>
        <w:t>— </w:t>
      </w:r>
      <w:r w:rsidR="00256283">
        <w:t>Alors</w:t>
      </w:r>
      <w:r>
        <w:t xml:space="preserve">, </w:t>
      </w:r>
      <w:r w:rsidR="00256283">
        <w:t>voyez ce que vous pourrez en tirer et nous en reparlerons après</w:t>
      </w:r>
      <w:r>
        <w:t xml:space="preserve">, </w:t>
      </w:r>
      <w:r w:rsidR="00256283">
        <w:t>suggérai-je</w:t>
      </w:r>
      <w:r>
        <w:t>.</w:t>
      </w:r>
    </w:p>
    <w:p w14:paraId="554A2F0E" w14:textId="77777777" w:rsidR="00435B4F" w:rsidRDefault="00435B4F" w:rsidP="00256283">
      <w:r>
        <w:t>— </w:t>
      </w:r>
      <w:r w:rsidR="00256283">
        <w:t>Ça va</w:t>
      </w:r>
      <w:r>
        <w:t xml:space="preserve">. </w:t>
      </w:r>
      <w:r w:rsidR="00256283">
        <w:t>Venez</w:t>
      </w:r>
      <w:r>
        <w:t xml:space="preserve">, </w:t>
      </w:r>
      <w:r w:rsidR="00256283">
        <w:t>Andy</w:t>
      </w:r>
      <w:r>
        <w:t>.</w:t>
      </w:r>
    </w:p>
    <w:p w14:paraId="19FC0208" w14:textId="77777777" w:rsidR="00435B4F" w:rsidRDefault="00435B4F" w:rsidP="00256283">
      <w:r>
        <w:t>— </w:t>
      </w:r>
      <w:r w:rsidR="00256283">
        <w:t>Où est Dorothy</w:t>
      </w:r>
      <w:r>
        <w:t xml:space="preserve"> ? </w:t>
      </w:r>
      <w:r w:rsidR="00256283">
        <w:t>demandai-je à Nora quand ils eurent quitté la pièce</w:t>
      </w:r>
      <w:r>
        <w:t>.</w:t>
      </w:r>
    </w:p>
    <w:p w14:paraId="73E6AD7E" w14:textId="77777777" w:rsidR="00435B4F" w:rsidRDefault="00256283" w:rsidP="00256283">
      <w:r>
        <w:t>Nora me répondit par un bâillement</w:t>
      </w:r>
      <w:r w:rsidR="00435B4F">
        <w:t>.</w:t>
      </w:r>
    </w:p>
    <w:p w14:paraId="739AAAA3" w14:textId="77777777" w:rsidR="00435B4F" w:rsidRDefault="00435B4F" w:rsidP="00256283">
      <w:r>
        <w:t>— </w:t>
      </w:r>
      <w:r w:rsidR="00256283">
        <w:t>Je croyais qu</w:t>
      </w:r>
      <w:r>
        <w:t>’</w:t>
      </w:r>
      <w:r w:rsidR="00256283">
        <w:t>elle était avec sa mère et toi</w:t>
      </w:r>
      <w:r>
        <w:t xml:space="preserve">, </w:t>
      </w:r>
      <w:r w:rsidR="00256283">
        <w:t>dit-elle enfin</w:t>
      </w:r>
      <w:r>
        <w:t xml:space="preserve">, </w:t>
      </w:r>
      <w:r w:rsidR="00256283">
        <w:t>Gilbert est par là</w:t>
      </w:r>
      <w:r>
        <w:t xml:space="preserve"> ; </w:t>
      </w:r>
      <w:r w:rsidR="00256283">
        <w:t>je l</w:t>
      </w:r>
      <w:r>
        <w:t>’</w:t>
      </w:r>
      <w:r w:rsidR="00256283">
        <w:t>ai vu il y a quelques minutes</w:t>
      </w:r>
      <w:r>
        <w:t xml:space="preserve">. </w:t>
      </w:r>
      <w:r w:rsidR="00256283">
        <w:t>Est-ce que nous allons rester longtemps ici</w:t>
      </w:r>
      <w:r>
        <w:t> ?</w:t>
      </w:r>
    </w:p>
    <w:p w14:paraId="0F9136C3" w14:textId="77777777" w:rsidR="00435B4F" w:rsidRDefault="00435B4F" w:rsidP="00256283">
      <w:r>
        <w:t>— </w:t>
      </w:r>
      <w:r w:rsidR="00256283">
        <w:t>Non</w:t>
      </w:r>
      <w:r>
        <w:t>.</w:t>
      </w:r>
    </w:p>
    <w:p w14:paraId="50EEA0F1" w14:textId="77777777" w:rsidR="00435B4F" w:rsidRDefault="00256283" w:rsidP="00256283">
      <w:r>
        <w:t>Je regagnai le couloir</w:t>
      </w:r>
      <w:r w:rsidR="00435B4F">
        <w:t xml:space="preserve">, </w:t>
      </w:r>
      <w:r>
        <w:t>dépassant la chambre de Mimi</w:t>
      </w:r>
      <w:r w:rsidR="00435B4F">
        <w:t xml:space="preserve">. </w:t>
      </w:r>
      <w:r>
        <w:t>Plus loin</w:t>
      </w:r>
      <w:r w:rsidR="00435B4F">
        <w:t xml:space="preserve">, </w:t>
      </w:r>
      <w:r>
        <w:t>une porte était ouverte</w:t>
      </w:r>
      <w:r w:rsidR="00435B4F">
        <w:t xml:space="preserve">, </w:t>
      </w:r>
      <w:r>
        <w:t>sur une pièce vide</w:t>
      </w:r>
      <w:r w:rsidR="00435B4F">
        <w:t xml:space="preserve">. </w:t>
      </w:r>
      <w:r>
        <w:t>J</w:t>
      </w:r>
      <w:r w:rsidR="00435B4F">
        <w:t>’</w:t>
      </w:r>
      <w:r>
        <w:t>y pénétrai et frappai à la porte opposée</w:t>
      </w:r>
      <w:r w:rsidR="00435B4F">
        <w:t>.</w:t>
      </w:r>
    </w:p>
    <w:p w14:paraId="6DA1300A" w14:textId="77777777" w:rsidR="00435B4F" w:rsidRDefault="00435B4F" w:rsidP="00256283">
      <w:r>
        <w:t>— </w:t>
      </w:r>
      <w:r w:rsidR="00256283">
        <w:t>Qui est là</w:t>
      </w:r>
      <w:r>
        <w:t xml:space="preserve"> ? </w:t>
      </w:r>
      <w:r w:rsidR="00256283">
        <w:t>demanda la voix de Dorothy</w:t>
      </w:r>
      <w:r>
        <w:t>.</w:t>
      </w:r>
    </w:p>
    <w:p w14:paraId="5BBCDE73" w14:textId="77777777" w:rsidR="00435B4F" w:rsidRDefault="00435B4F" w:rsidP="00256283">
      <w:r>
        <w:t>— </w:t>
      </w:r>
      <w:r w:rsidR="00256283">
        <w:t>Nick</w:t>
      </w:r>
      <w:r>
        <w:t xml:space="preserve">, </w:t>
      </w:r>
      <w:r w:rsidR="00256283">
        <w:t>dis-je</w:t>
      </w:r>
      <w:r>
        <w:t xml:space="preserve">, </w:t>
      </w:r>
      <w:r w:rsidR="00256283">
        <w:t>et j</w:t>
      </w:r>
      <w:r>
        <w:t>’</w:t>
      </w:r>
      <w:r w:rsidR="00256283">
        <w:t>entrai</w:t>
      </w:r>
      <w:r>
        <w:t>.</w:t>
      </w:r>
    </w:p>
    <w:p w14:paraId="77AED47D" w14:textId="77777777" w:rsidR="00435B4F" w:rsidRDefault="00256283" w:rsidP="00256283">
      <w:r>
        <w:lastRenderedPageBreak/>
        <w:t>Elle était allongée sur le lit tout habillée</w:t>
      </w:r>
      <w:r w:rsidR="00435B4F">
        <w:t xml:space="preserve">, </w:t>
      </w:r>
      <w:r>
        <w:t>elle avait seulement ôté ses chaussures</w:t>
      </w:r>
      <w:r w:rsidR="00435B4F">
        <w:t xml:space="preserve">. </w:t>
      </w:r>
      <w:r>
        <w:t>Gilbert était assis près d</w:t>
      </w:r>
      <w:r w:rsidR="00435B4F">
        <w:t>’</w:t>
      </w:r>
      <w:r>
        <w:t>elle</w:t>
      </w:r>
      <w:r w:rsidR="00435B4F">
        <w:t xml:space="preserve">. </w:t>
      </w:r>
      <w:r>
        <w:t>Elle avait les yeux rouges</w:t>
      </w:r>
      <w:r w:rsidR="00435B4F">
        <w:t xml:space="preserve">, </w:t>
      </w:r>
      <w:r>
        <w:t>les lèvres enflées</w:t>
      </w:r>
      <w:r w:rsidR="00435B4F">
        <w:t xml:space="preserve">. </w:t>
      </w:r>
      <w:r>
        <w:t>Elle leva la tête et me regarda fixement</w:t>
      </w:r>
      <w:r w:rsidR="00435B4F">
        <w:t>.</w:t>
      </w:r>
    </w:p>
    <w:p w14:paraId="091AC323" w14:textId="77777777" w:rsidR="00435B4F" w:rsidRDefault="00435B4F" w:rsidP="00256283">
      <w:r>
        <w:t>— </w:t>
      </w:r>
      <w:r w:rsidR="00256283">
        <w:t>Vous voulez toujours me parler</w:t>
      </w:r>
      <w:r>
        <w:t xml:space="preserve"> ? </w:t>
      </w:r>
      <w:r w:rsidR="00256283">
        <w:t>demandai-je</w:t>
      </w:r>
      <w:r>
        <w:t>.</w:t>
      </w:r>
    </w:p>
    <w:p w14:paraId="62BCD5C7" w14:textId="77777777" w:rsidR="00435B4F" w:rsidRDefault="00256283" w:rsidP="00256283">
      <w:r>
        <w:t>Gilbert se leva</w:t>
      </w:r>
      <w:r w:rsidR="00435B4F">
        <w:t>.</w:t>
      </w:r>
    </w:p>
    <w:p w14:paraId="016218C0" w14:textId="77777777" w:rsidR="00435B4F" w:rsidRDefault="00435B4F" w:rsidP="00256283">
      <w:r>
        <w:t>— </w:t>
      </w:r>
      <w:r w:rsidR="00256283">
        <w:t>Où est maman</w:t>
      </w:r>
      <w:r>
        <w:t xml:space="preserve"> ? </w:t>
      </w:r>
      <w:r w:rsidR="00256283">
        <w:t>dit-il</w:t>
      </w:r>
      <w:r>
        <w:t>.</w:t>
      </w:r>
    </w:p>
    <w:p w14:paraId="2B5C2EFB" w14:textId="77777777" w:rsidR="00435B4F" w:rsidRDefault="00435B4F" w:rsidP="00256283">
      <w:r>
        <w:t>— </w:t>
      </w:r>
      <w:r w:rsidR="00256283">
        <w:t>Elle parle aux policiers</w:t>
      </w:r>
      <w:r>
        <w:t>.</w:t>
      </w:r>
    </w:p>
    <w:p w14:paraId="0A8313A0" w14:textId="77777777" w:rsidR="00435B4F" w:rsidRDefault="00256283" w:rsidP="00256283">
      <w:r>
        <w:t>Il murmura quelques mots que je ne compris pas et sortit</w:t>
      </w:r>
      <w:r w:rsidR="00435B4F">
        <w:t>.</w:t>
      </w:r>
    </w:p>
    <w:p w14:paraId="6194A831" w14:textId="77777777" w:rsidR="00435B4F" w:rsidRDefault="00256283" w:rsidP="00256283">
      <w:r>
        <w:t>Dorothy frissonna</w:t>
      </w:r>
      <w:r w:rsidR="00435B4F">
        <w:t>.</w:t>
      </w:r>
    </w:p>
    <w:p w14:paraId="1F0557CD" w14:textId="77777777" w:rsidR="00435B4F" w:rsidRDefault="00435B4F" w:rsidP="00256283">
      <w:r>
        <w:t>— </w:t>
      </w:r>
      <w:r w:rsidR="00256283">
        <w:t>Il me donne la chair de poule</w:t>
      </w:r>
      <w:r>
        <w:t xml:space="preserve">, </w:t>
      </w:r>
      <w:r w:rsidR="00256283">
        <w:t>dit-elle</w:t>
      </w:r>
      <w:r>
        <w:t>.</w:t>
      </w:r>
    </w:p>
    <w:p w14:paraId="2B061629" w14:textId="77777777" w:rsidR="00435B4F" w:rsidRDefault="00256283" w:rsidP="00256283">
      <w:r>
        <w:t>Puis elle se remit à me regarder fixement</w:t>
      </w:r>
      <w:r w:rsidR="00435B4F">
        <w:t>.</w:t>
      </w:r>
    </w:p>
    <w:p w14:paraId="238CEFB3" w14:textId="77777777" w:rsidR="00435B4F" w:rsidRDefault="00435B4F" w:rsidP="00256283">
      <w:r>
        <w:t>— </w:t>
      </w:r>
      <w:r w:rsidR="00256283">
        <w:t>Vous voulez toujours me parler</w:t>
      </w:r>
      <w:r>
        <w:t xml:space="preserve"> ? </w:t>
      </w:r>
      <w:r w:rsidR="00256283">
        <w:t>répétai-je</w:t>
      </w:r>
      <w:r>
        <w:t>.</w:t>
      </w:r>
    </w:p>
    <w:p w14:paraId="70D46078" w14:textId="77777777" w:rsidR="00435B4F" w:rsidRDefault="00435B4F" w:rsidP="00256283">
      <w:r>
        <w:t>— </w:t>
      </w:r>
      <w:r w:rsidR="00256283">
        <w:t>Pourquoi vous être mis aussi contre moi</w:t>
      </w:r>
      <w:r>
        <w:t xml:space="preserve"> ? </w:t>
      </w:r>
      <w:r w:rsidR="00256283">
        <w:t>gémit-elle</w:t>
      </w:r>
      <w:r>
        <w:t>.</w:t>
      </w:r>
    </w:p>
    <w:p w14:paraId="1E85CF83" w14:textId="77777777" w:rsidR="00435B4F" w:rsidRDefault="00435B4F" w:rsidP="00256283">
      <w:r>
        <w:t>— </w:t>
      </w:r>
      <w:r w:rsidR="00256283">
        <w:t>Vous n</w:t>
      </w:r>
      <w:r>
        <w:t>’</w:t>
      </w:r>
      <w:r w:rsidR="00256283">
        <w:t>êtes pas raisonnable</w:t>
      </w:r>
      <w:r>
        <w:t xml:space="preserve"> ! </w:t>
      </w:r>
      <w:r w:rsidR="00256283">
        <w:t>dis-je</w:t>
      </w:r>
      <w:r>
        <w:t xml:space="preserve">, </w:t>
      </w:r>
      <w:r w:rsidR="00256283">
        <w:t>m</w:t>
      </w:r>
      <w:r>
        <w:t>’</w:t>
      </w:r>
      <w:r w:rsidR="00256283">
        <w:t>asseyant à la place qu</w:t>
      </w:r>
      <w:r>
        <w:t>’</w:t>
      </w:r>
      <w:r w:rsidR="00256283">
        <w:t>avait occupée Gilbert</w:t>
      </w:r>
      <w:r>
        <w:t xml:space="preserve">. </w:t>
      </w:r>
      <w:r w:rsidR="00256283">
        <w:t>Savez-vous quelque chose du canif et du bout de chaîne que votre mère prétend avoir trouvés</w:t>
      </w:r>
      <w:r>
        <w:t>.</w:t>
      </w:r>
    </w:p>
    <w:p w14:paraId="0E768812" w14:textId="77777777" w:rsidR="00435B4F" w:rsidRDefault="00435B4F" w:rsidP="00256283">
      <w:r>
        <w:t>— </w:t>
      </w:r>
      <w:r w:rsidR="00256283">
        <w:t>Non</w:t>
      </w:r>
      <w:r>
        <w:t xml:space="preserve">. </w:t>
      </w:r>
      <w:r w:rsidR="00256283">
        <w:t>Où</w:t>
      </w:r>
      <w:r>
        <w:t> ?</w:t>
      </w:r>
    </w:p>
    <w:p w14:paraId="744EC5D8" w14:textId="77777777" w:rsidR="00435B4F" w:rsidRDefault="00435B4F" w:rsidP="00256283">
      <w:r>
        <w:t>— </w:t>
      </w:r>
      <w:r w:rsidR="00256283">
        <w:t>Que vouliez-vous me dire</w:t>
      </w:r>
      <w:r>
        <w:t> ?</w:t>
      </w:r>
    </w:p>
    <w:p w14:paraId="0D08EF3A" w14:textId="77777777" w:rsidR="00435B4F" w:rsidRDefault="00435B4F" w:rsidP="00256283">
      <w:r>
        <w:t>— </w:t>
      </w:r>
      <w:r w:rsidR="00256283">
        <w:t>Plus rien</w:t>
      </w:r>
      <w:r>
        <w:t xml:space="preserve">… </w:t>
      </w:r>
      <w:r w:rsidR="00256283">
        <w:t>maintenant</w:t>
      </w:r>
      <w:r>
        <w:t xml:space="preserve">, </w:t>
      </w:r>
      <w:r w:rsidR="00256283">
        <w:t>dit-elle d</w:t>
      </w:r>
      <w:r>
        <w:t>’</w:t>
      </w:r>
      <w:r w:rsidR="00256283">
        <w:t>un ton désagréable</w:t>
      </w:r>
      <w:r>
        <w:t xml:space="preserve">, </w:t>
      </w:r>
      <w:r w:rsidR="00256283">
        <w:t>sinon que vous pourriez essuyer les traces de son rouge à lèvres</w:t>
      </w:r>
      <w:r>
        <w:t>.</w:t>
      </w:r>
    </w:p>
    <w:p w14:paraId="2ACE2C02" w14:textId="77777777" w:rsidR="00435B4F" w:rsidRDefault="00256283" w:rsidP="00256283">
      <w:r>
        <w:lastRenderedPageBreak/>
        <w:t>Je me frottai la bouche</w:t>
      </w:r>
      <w:r w:rsidR="00435B4F">
        <w:t xml:space="preserve">. </w:t>
      </w:r>
      <w:r>
        <w:t>Elle saisit mon mouchoir</w:t>
      </w:r>
      <w:r w:rsidR="00435B4F">
        <w:t xml:space="preserve">, </w:t>
      </w:r>
      <w:r>
        <w:t>en fit une boule et se pencha pour atteindre une boîte d</w:t>
      </w:r>
      <w:r w:rsidR="00435B4F">
        <w:t>’</w:t>
      </w:r>
      <w:r>
        <w:t>allumettes sur la table de nuit</w:t>
      </w:r>
      <w:r w:rsidR="00435B4F">
        <w:t xml:space="preserve">. </w:t>
      </w:r>
      <w:r>
        <w:t>Elle en frotta une</w:t>
      </w:r>
      <w:r w:rsidR="00435B4F">
        <w:t>.</w:t>
      </w:r>
    </w:p>
    <w:p w14:paraId="427B1B73" w14:textId="77777777" w:rsidR="00435B4F" w:rsidRDefault="00435B4F" w:rsidP="00256283">
      <w:r>
        <w:t>— </w:t>
      </w:r>
      <w:r w:rsidR="00256283">
        <w:t>Ça va sentir bien mauvais</w:t>
      </w:r>
      <w:r>
        <w:t xml:space="preserve"> ! </w:t>
      </w:r>
      <w:r w:rsidR="00256283">
        <w:t>remarquai-je</w:t>
      </w:r>
      <w:r>
        <w:t>.</w:t>
      </w:r>
    </w:p>
    <w:p w14:paraId="07D8D2A3" w14:textId="77777777" w:rsidR="00435B4F" w:rsidRDefault="00435B4F" w:rsidP="00256283">
      <w:r>
        <w:t>— </w:t>
      </w:r>
      <w:r w:rsidR="00256283">
        <w:t>Tant pis</w:t>
      </w:r>
      <w:r>
        <w:t xml:space="preserve">, </w:t>
      </w:r>
      <w:r w:rsidR="00256283">
        <w:t>répondit-elle</w:t>
      </w:r>
      <w:r>
        <w:t xml:space="preserve">, </w:t>
      </w:r>
      <w:r w:rsidR="00256283">
        <w:t>mais elle souffla l</w:t>
      </w:r>
      <w:r>
        <w:t>’</w:t>
      </w:r>
      <w:r w:rsidR="00256283">
        <w:t>allumette</w:t>
      </w:r>
      <w:r>
        <w:t>.</w:t>
      </w:r>
    </w:p>
    <w:p w14:paraId="2415721C" w14:textId="77777777" w:rsidR="00435B4F" w:rsidRDefault="00256283" w:rsidP="00256283">
      <w:r>
        <w:t>Je pris le mouchoir et</w:t>
      </w:r>
      <w:r w:rsidR="00435B4F">
        <w:t xml:space="preserve">, </w:t>
      </w:r>
      <w:r>
        <w:t>ouvrant la fenêtre</w:t>
      </w:r>
      <w:r w:rsidR="00435B4F">
        <w:t xml:space="preserve">, </w:t>
      </w:r>
      <w:r>
        <w:t>je le jetai dans la rue</w:t>
      </w:r>
      <w:r w:rsidR="00435B4F">
        <w:t xml:space="preserve">. </w:t>
      </w:r>
      <w:r>
        <w:t>Puis je revins m</w:t>
      </w:r>
      <w:r w:rsidR="00435B4F">
        <w:t>’</w:t>
      </w:r>
      <w:r>
        <w:t>asseoir</w:t>
      </w:r>
      <w:r w:rsidR="00435B4F">
        <w:t>.</w:t>
      </w:r>
    </w:p>
    <w:p w14:paraId="65C76D2B" w14:textId="77777777" w:rsidR="00435B4F" w:rsidRDefault="00435B4F" w:rsidP="00256283">
      <w:r>
        <w:t>— </w:t>
      </w:r>
      <w:r w:rsidR="00256283">
        <w:t>Voilà</w:t>
      </w:r>
      <w:r>
        <w:t xml:space="preserve">, </w:t>
      </w:r>
      <w:r w:rsidR="00256283">
        <w:t>dis-je</w:t>
      </w:r>
      <w:r>
        <w:t xml:space="preserve">, </w:t>
      </w:r>
      <w:r w:rsidR="00256283">
        <w:t>si ça peut vous soulager</w:t>
      </w:r>
      <w:r>
        <w:t>.</w:t>
      </w:r>
    </w:p>
    <w:p w14:paraId="2EB3F206" w14:textId="77777777" w:rsidR="00435B4F" w:rsidRDefault="00435B4F" w:rsidP="00256283">
      <w:r>
        <w:t>— </w:t>
      </w:r>
      <w:r w:rsidR="00256283">
        <w:t>Est-ce que maman vous a parlé de moi</w:t>
      </w:r>
      <w:r>
        <w:t> ?</w:t>
      </w:r>
    </w:p>
    <w:p w14:paraId="48589D22" w14:textId="77777777" w:rsidR="00435B4F" w:rsidRDefault="00435B4F" w:rsidP="00256283">
      <w:r>
        <w:t>— </w:t>
      </w:r>
      <w:r w:rsidR="00256283">
        <w:t>Oui</w:t>
      </w:r>
      <w:r>
        <w:t xml:space="preserve">, </w:t>
      </w:r>
      <w:r w:rsidR="00256283">
        <w:t>elle a dit que vous m</w:t>
      </w:r>
      <w:r>
        <w:t>’</w:t>
      </w:r>
      <w:r w:rsidR="00256283">
        <w:t>aimiez</w:t>
      </w:r>
      <w:r>
        <w:t>.</w:t>
      </w:r>
    </w:p>
    <w:p w14:paraId="0A90E9BC" w14:textId="77777777" w:rsidR="00435B4F" w:rsidRDefault="00256283" w:rsidP="00256283">
      <w:r>
        <w:t>Elle se mit brusquement sur son séant</w:t>
      </w:r>
      <w:r w:rsidR="00435B4F">
        <w:t>.</w:t>
      </w:r>
    </w:p>
    <w:p w14:paraId="7463969A" w14:textId="77777777" w:rsidR="00435B4F" w:rsidRDefault="00435B4F" w:rsidP="00256283">
      <w:r>
        <w:t>— </w:t>
      </w:r>
      <w:r w:rsidR="00256283">
        <w:t>Et qu</w:t>
      </w:r>
      <w:r>
        <w:t>’</w:t>
      </w:r>
      <w:r w:rsidR="00256283">
        <w:t>est-ce que vous avez dit</w:t>
      </w:r>
      <w:r>
        <w:t> ?</w:t>
      </w:r>
    </w:p>
    <w:p w14:paraId="2B9592D3" w14:textId="77777777" w:rsidR="00435B4F" w:rsidRDefault="00435B4F" w:rsidP="00256283">
      <w:r>
        <w:t>— </w:t>
      </w:r>
      <w:r w:rsidR="00256283">
        <w:t>Que vous m</w:t>
      </w:r>
      <w:r>
        <w:t>’</w:t>
      </w:r>
      <w:r w:rsidR="00256283">
        <w:t>aviez toujours aimé depuis que vous étiez toute petite</w:t>
      </w:r>
      <w:r>
        <w:t>.</w:t>
      </w:r>
    </w:p>
    <w:p w14:paraId="242E6C51" w14:textId="77777777" w:rsidR="00435B4F" w:rsidRDefault="00256283" w:rsidP="00256283">
      <w:r>
        <w:t>Ses lèvres tremblaient</w:t>
      </w:r>
      <w:r w:rsidR="00435B4F">
        <w:t>.</w:t>
      </w:r>
    </w:p>
    <w:p w14:paraId="23FE13BA" w14:textId="77777777" w:rsidR="00435B4F" w:rsidRDefault="00435B4F" w:rsidP="00256283">
      <w:r>
        <w:t>— </w:t>
      </w:r>
      <w:r w:rsidR="00256283">
        <w:t>Et vous</w:t>
      </w:r>
      <w:r>
        <w:t xml:space="preserve">… </w:t>
      </w:r>
      <w:r w:rsidR="00256283">
        <w:t>vous croyez que c</w:t>
      </w:r>
      <w:r>
        <w:t>’</w:t>
      </w:r>
      <w:r w:rsidR="00256283">
        <w:t>est seulement ça</w:t>
      </w:r>
      <w:r>
        <w:t xml:space="preserve"> ? </w:t>
      </w:r>
      <w:r w:rsidR="00256283">
        <w:t>bégaya-t-elle</w:t>
      </w:r>
      <w:r>
        <w:t>.</w:t>
      </w:r>
    </w:p>
    <w:p w14:paraId="6547982A" w14:textId="77777777" w:rsidR="00435B4F" w:rsidRDefault="00435B4F" w:rsidP="00256283">
      <w:r>
        <w:t>— </w:t>
      </w:r>
      <w:r w:rsidR="00256283">
        <w:t>Quoi donc</w:t>
      </w:r>
      <w:r>
        <w:t xml:space="preserve">, </w:t>
      </w:r>
      <w:r w:rsidR="00256283">
        <w:t>alors</w:t>
      </w:r>
      <w:r>
        <w:t> ?</w:t>
      </w:r>
    </w:p>
    <w:p w14:paraId="06A57C0C" w14:textId="77777777" w:rsidR="00435B4F" w:rsidRDefault="00435B4F" w:rsidP="00256283">
      <w:r>
        <w:t>— </w:t>
      </w:r>
      <w:r w:rsidR="00256283">
        <w:t>Je ne sais pas</w:t>
      </w:r>
      <w:r>
        <w:t xml:space="preserve"> ! </w:t>
      </w:r>
      <w:r w:rsidR="00256283">
        <w:t>dit-elle en pleurant</w:t>
      </w:r>
      <w:r>
        <w:t xml:space="preserve">. </w:t>
      </w:r>
      <w:r w:rsidR="00256283">
        <w:t>Tout le monde se moque de moi</w:t>
      </w:r>
      <w:r>
        <w:t xml:space="preserve"> : </w:t>
      </w:r>
      <w:r w:rsidR="00256283">
        <w:t>maman</w:t>
      </w:r>
      <w:r>
        <w:t xml:space="preserve">, </w:t>
      </w:r>
      <w:r w:rsidR="00256283">
        <w:t>Gilbert</w:t>
      </w:r>
      <w:r>
        <w:t xml:space="preserve">, </w:t>
      </w:r>
      <w:r w:rsidR="00256283">
        <w:t>Harrison Quinn</w:t>
      </w:r>
      <w:r>
        <w:t xml:space="preserve"> ! </w:t>
      </w:r>
      <w:r w:rsidR="00256283">
        <w:t>Je</w:t>
      </w:r>
      <w:r>
        <w:t>…</w:t>
      </w:r>
    </w:p>
    <w:p w14:paraId="15948458" w14:textId="77777777" w:rsidR="00435B4F" w:rsidRDefault="00435B4F" w:rsidP="00256283">
      <w:r>
        <w:t>— </w:t>
      </w:r>
      <w:r w:rsidR="00256283">
        <w:t>Qu</w:t>
      </w:r>
      <w:r>
        <w:t>’</w:t>
      </w:r>
      <w:r w:rsidR="00256283">
        <w:t>ils aillent au diable</w:t>
      </w:r>
      <w:r>
        <w:t xml:space="preserve"> ! </w:t>
      </w:r>
      <w:r w:rsidR="00256283">
        <w:t>dis-je</w:t>
      </w:r>
      <w:r>
        <w:t xml:space="preserve">, </w:t>
      </w:r>
      <w:r w:rsidR="00256283">
        <w:t>la prenant dans mes bras</w:t>
      </w:r>
      <w:r>
        <w:t>.</w:t>
      </w:r>
    </w:p>
    <w:p w14:paraId="7DA5EF58" w14:textId="77777777" w:rsidR="00435B4F" w:rsidRDefault="00435B4F" w:rsidP="00256283">
      <w:r>
        <w:t>— </w:t>
      </w:r>
      <w:r w:rsidR="00256283">
        <w:t>Est-ce que maman est amoureuse de vous</w:t>
      </w:r>
      <w:r>
        <w:t xml:space="preserve"> ? </w:t>
      </w:r>
      <w:r w:rsidR="00256283">
        <w:t>demanda-t-elle après un silence</w:t>
      </w:r>
      <w:r>
        <w:t>.</w:t>
      </w:r>
    </w:p>
    <w:p w14:paraId="61DBF8D4" w14:textId="77777777" w:rsidR="00435B4F" w:rsidRDefault="00435B4F" w:rsidP="00256283">
      <w:r>
        <w:lastRenderedPageBreak/>
        <w:t>— </w:t>
      </w:r>
      <w:r w:rsidR="00256283">
        <w:t>Ah</w:t>
      </w:r>
      <w:r>
        <w:t xml:space="preserve">, </w:t>
      </w:r>
      <w:r w:rsidR="00256283">
        <w:t>bon Dieu</w:t>
      </w:r>
      <w:r>
        <w:t xml:space="preserve">, </w:t>
      </w:r>
      <w:r w:rsidR="00256283">
        <w:t>non</w:t>
      </w:r>
      <w:r>
        <w:t xml:space="preserve"> ! </w:t>
      </w:r>
      <w:r w:rsidR="00256283">
        <w:t>Elle déteste les hommes plus qu</w:t>
      </w:r>
      <w:r>
        <w:t>’</w:t>
      </w:r>
      <w:r w:rsidR="00256283">
        <w:t>aucune femme que j</w:t>
      </w:r>
      <w:r>
        <w:t>’</w:t>
      </w:r>
      <w:r w:rsidR="00256283">
        <w:t>aie jamais connue</w:t>
      </w:r>
      <w:r>
        <w:t xml:space="preserve">, </w:t>
      </w:r>
      <w:r w:rsidR="00256283">
        <w:t>les Lesbiennes exceptées</w:t>
      </w:r>
      <w:r>
        <w:t> !</w:t>
      </w:r>
    </w:p>
    <w:p w14:paraId="4EE5D294" w14:textId="77777777" w:rsidR="00435B4F" w:rsidRDefault="00435B4F" w:rsidP="00256283">
      <w:r>
        <w:t>— </w:t>
      </w:r>
      <w:r w:rsidR="00256283">
        <w:t>Mais elle a toujours une sorte de</w:t>
      </w:r>
      <w:r>
        <w:t>…</w:t>
      </w:r>
    </w:p>
    <w:p w14:paraId="61CC5161" w14:textId="77777777" w:rsidR="00435B4F" w:rsidRDefault="00435B4F" w:rsidP="00256283">
      <w:r>
        <w:t>— </w:t>
      </w:r>
      <w:r w:rsidR="00256283">
        <w:t>Ça</w:t>
      </w:r>
      <w:r>
        <w:t xml:space="preserve">, </w:t>
      </w:r>
      <w:r w:rsidR="00256283">
        <w:t>c</w:t>
      </w:r>
      <w:r>
        <w:t>’</w:t>
      </w:r>
      <w:r w:rsidR="00256283">
        <w:t>est le tempérament</w:t>
      </w:r>
      <w:r>
        <w:t xml:space="preserve"> ! </w:t>
      </w:r>
      <w:r w:rsidR="00256283">
        <w:t>interrompis-je</w:t>
      </w:r>
      <w:r>
        <w:t xml:space="preserve">, </w:t>
      </w:r>
      <w:r w:rsidR="00256283">
        <w:t>mais ne vous y trompez pas</w:t>
      </w:r>
      <w:r>
        <w:t xml:space="preserve"> : </w:t>
      </w:r>
      <w:r w:rsidR="00256283">
        <w:t>Mimi déteste les hommes</w:t>
      </w:r>
      <w:r>
        <w:t xml:space="preserve">, </w:t>
      </w:r>
      <w:r w:rsidR="00256283">
        <w:t>de tout son cœur</w:t>
      </w:r>
      <w:r>
        <w:t>.</w:t>
      </w:r>
    </w:p>
    <w:p w14:paraId="765AD95E" w14:textId="77777777" w:rsidR="00435B4F" w:rsidRDefault="00256283" w:rsidP="00256283">
      <w:r>
        <w:t>La jeune fille ne pleurait plus</w:t>
      </w:r>
      <w:r w:rsidR="00435B4F">
        <w:t>.</w:t>
      </w:r>
    </w:p>
    <w:p w14:paraId="1651D0E7" w14:textId="77777777" w:rsidR="00435B4F" w:rsidRDefault="00435B4F" w:rsidP="00256283">
      <w:r>
        <w:t>— </w:t>
      </w:r>
      <w:r w:rsidR="00256283">
        <w:t>Je ne comprends pas</w:t>
      </w:r>
      <w:r>
        <w:t xml:space="preserve"> ! </w:t>
      </w:r>
      <w:r w:rsidR="00256283">
        <w:t>dit-elle</w:t>
      </w:r>
      <w:r>
        <w:t xml:space="preserve">, </w:t>
      </w:r>
      <w:r w:rsidR="00256283">
        <w:t>les sourcils froncés</w:t>
      </w:r>
      <w:r>
        <w:t xml:space="preserve">. </w:t>
      </w:r>
      <w:r w:rsidR="00256283">
        <w:t>Est-ce que vous la détestez</w:t>
      </w:r>
      <w:r>
        <w:t> ?</w:t>
      </w:r>
    </w:p>
    <w:p w14:paraId="5BC7FB2B" w14:textId="77777777" w:rsidR="00435B4F" w:rsidRDefault="00435B4F" w:rsidP="00256283">
      <w:r>
        <w:t>— </w:t>
      </w:r>
      <w:r w:rsidR="00256283">
        <w:t>Pas toujours</w:t>
      </w:r>
      <w:r>
        <w:t>.</w:t>
      </w:r>
    </w:p>
    <w:p w14:paraId="21FB84E1" w14:textId="77777777" w:rsidR="00435B4F" w:rsidRDefault="00435B4F" w:rsidP="00256283">
      <w:r>
        <w:t>— </w:t>
      </w:r>
      <w:r w:rsidR="00256283">
        <w:t>Mais</w:t>
      </w:r>
      <w:r>
        <w:t xml:space="preserve">… </w:t>
      </w:r>
      <w:r w:rsidR="00256283">
        <w:t>à présent</w:t>
      </w:r>
      <w:r>
        <w:t> ?</w:t>
      </w:r>
    </w:p>
    <w:p w14:paraId="49256090" w14:textId="77777777" w:rsidR="00435B4F" w:rsidRDefault="00435B4F" w:rsidP="00256283">
      <w:r>
        <w:t>— </w:t>
      </w:r>
      <w:r w:rsidR="00256283">
        <w:t>Non</w:t>
      </w:r>
      <w:r>
        <w:t xml:space="preserve">. </w:t>
      </w:r>
      <w:r w:rsidR="00256283">
        <w:t>Elle est bête et elle se croit très forte</w:t>
      </w:r>
      <w:r>
        <w:t xml:space="preserve">, </w:t>
      </w:r>
      <w:r w:rsidR="00256283">
        <w:t>ce qui est toujours ennuyeux</w:t>
      </w:r>
      <w:r>
        <w:t xml:space="preserve">, </w:t>
      </w:r>
      <w:r w:rsidR="00256283">
        <w:t>mais je ne la déteste pas</w:t>
      </w:r>
      <w:r>
        <w:t>.</w:t>
      </w:r>
    </w:p>
    <w:p w14:paraId="39F65053" w14:textId="77777777" w:rsidR="00435B4F" w:rsidRDefault="00435B4F" w:rsidP="00256283">
      <w:r>
        <w:t>— </w:t>
      </w:r>
      <w:r w:rsidR="00256283">
        <w:t>Moi</w:t>
      </w:r>
      <w:r>
        <w:t xml:space="preserve">, </w:t>
      </w:r>
      <w:r w:rsidR="00256283">
        <w:t>je la hais</w:t>
      </w:r>
      <w:r>
        <w:t xml:space="preserve"> ! </w:t>
      </w:r>
      <w:r w:rsidR="00256283">
        <w:t>ricana Dorothy</w:t>
      </w:r>
      <w:r>
        <w:t>.</w:t>
      </w:r>
    </w:p>
    <w:p w14:paraId="39745C17" w14:textId="77777777" w:rsidR="00435B4F" w:rsidRDefault="00435B4F" w:rsidP="00256283">
      <w:r>
        <w:t>— </w:t>
      </w:r>
      <w:r w:rsidR="00256283">
        <w:t>Vous me l</w:t>
      </w:r>
      <w:r>
        <w:t>’</w:t>
      </w:r>
      <w:r w:rsidR="00256283">
        <w:t>avez déjà dit</w:t>
      </w:r>
      <w:r>
        <w:t xml:space="preserve">. </w:t>
      </w:r>
      <w:r w:rsidR="00256283">
        <w:t>J</w:t>
      </w:r>
      <w:r>
        <w:t>’</w:t>
      </w:r>
      <w:r w:rsidR="00256283">
        <w:t>ai une question à vous poser</w:t>
      </w:r>
      <w:r>
        <w:t xml:space="preserve">, </w:t>
      </w:r>
      <w:r w:rsidR="00256283">
        <w:t>petite fille</w:t>
      </w:r>
      <w:r>
        <w:t xml:space="preserve"> : </w:t>
      </w:r>
      <w:r w:rsidR="00256283">
        <w:t xml:space="preserve">connaissez-vous ou avez-vous jamais vu cet Arthur </w:t>
      </w:r>
      <w:proofErr w:type="spellStart"/>
      <w:r w:rsidR="00256283">
        <w:t>Nunheim</w:t>
      </w:r>
      <w:proofErr w:type="spellEnd"/>
      <w:r w:rsidR="00256283">
        <w:t xml:space="preserve"> dont nous avons parlé ce soir au </w:t>
      </w:r>
      <w:proofErr w:type="spellStart"/>
      <w:r w:rsidR="00256283">
        <w:t>Pigiron</w:t>
      </w:r>
      <w:proofErr w:type="spellEnd"/>
      <w:r>
        <w:t> ?</w:t>
      </w:r>
    </w:p>
    <w:p w14:paraId="3FFDB353" w14:textId="77777777" w:rsidR="00435B4F" w:rsidRDefault="00256283" w:rsidP="00256283">
      <w:r>
        <w:t>Elle me jeta un regard aigu</w:t>
      </w:r>
      <w:r w:rsidR="00435B4F">
        <w:t>.</w:t>
      </w:r>
    </w:p>
    <w:p w14:paraId="02D5503F" w14:textId="77777777" w:rsidR="00435B4F" w:rsidRDefault="00435B4F" w:rsidP="00256283">
      <w:r>
        <w:t>— </w:t>
      </w:r>
      <w:r w:rsidR="00256283">
        <w:t>Vous voulez changer de conversation</w:t>
      </w:r>
      <w:r>
        <w:t xml:space="preserve">, </w:t>
      </w:r>
      <w:r w:rsidR="00256283">
        <w:t>vous</w:t>
      </w:r>
      <w:r>
        <w:t xml:space="preserve">, </w:t>
      </w:r>
      <w:r w:rsidR="00256283">
        <w:t>dit-elle</w:t>
      </w:r>
      <w:r>
        <w:t>.</w:t>
      </w:r>
    </w:p>
    <w:p w14:paraId="4C74333D" w14:textId="77777777" w:rsidR="00435B4F" w:rsidRDefault="00435B4F" w:rsidP="00256283">
      <w:r>
        <w:t>— </w:t>
      </w:r>
      <w:r w:rsidR="00256283">
        <w:t>J</w:t>
      </w:r>
      <w:r>
        <w:t>’</w:t>
      </w:r>
      <w:r w:rsidR="00256283">
        <w:t>insiste</w:t>
      </w:r>
      <w:r>
        <w:t xml:space="preserve">, </w:t>
      </w:r>
      <w:r w:rsidR="00256283">
        <w:t>repris-je</w:t>
      </w:r>
      <w:r>
        <w:t xml:space="preserve">, </w:t>
      </w:r>
      <w:r w:rsidR="00256283">
        <w:t>le connaissiez-vous</w:t>
      </w:r>
      <w:r>
        <w:t> ?</w:t>
      </w:r>
    </w:p>
    <w:p w14:paraId="20DE8767" w14:textId="77777777" w:rsidR="00435B4F" w:rsidRDefault="00435B4F" w:rsidP="00256283">
      <w:r>
        <w:t>— </w:t>
      </w:r>
      <w:r w:rsidR="00256283">
        <w:t>Non</w:t>
      </w:r>
      <w:r>
        <w:t>.</w:t>
      </w:r>
    </w:p>
    <w:p w14:paraId="13FD358A" w14:textId="77777777" w:rsidR="00435B4F" w:rsidRDefault="00435B4F" w:rsidP="00256283">
      <w:r>
        <w:t>— </w:t>
      </w:r>
      <w:r w:rsidR="00256283">
        <w:t>On a parlé de lui dans les journaux</w:t>
      </w:r>
      <w:r>
        <w:t xml:space="preserve">, </w:t>
      </w:r>
      <w:r w:rsidR="00256283">
        <w:t>continuai-je</w:t>
      </w:r>
      <w:r>
        <w:t xml:space="preserve">. </w:t>
      </w:r>
      <w:r w:rsidR="00256283">
        <w:t>C</w:t>
      </w:r>
      <w:r>
        <w:t>’</w:t>
      </w:r>
      <w:r w:rsidR="00256283">
        <w:t>est lui qui a dit à la police que Morelli connaissait Julia</w:t>
      </w:r>
      <w:r>
        <w:t>.</w:t>
      </w:r>
    </w:p>
    <w:p w14:paraId="73FBAEAB" w14:textId="77777777" w:rsidR="00435B4F" w:rsidRDefault="00435B4F" w:rsidP="00256283">
      <w:r>
        <w:lastRenderedPageBreak/>
        <w:t>— </w:t>
      </w:r>
      <w:r w:rsidR="00256283">
        <w:t>Je ne me souviens pas de ce nom</w:t>
      </w:r>
      <w:r>
        <w:t xml:space="preserve">. </w:t>
      </w:r>
      <w:r w:rsidR="00256283">
        <w:t>Je l</w:t>
      </w:r>
      <w:r>
        <w:t>’</w:t>
      </w:r>
      <w:r w:rsidR="00256283">
        <w:t>ai entendu ce soir pour la première fois</w:t>
      </w:r>
      <w:r>
        <w:t xml:space="preserve">, </w:t>
      </w:r>
      <w:r w:rsidR="00256283">
        <w:t>répondit Dorothy</w:t>
      </w:r>
      <w:r>
        <w:t>.</w:t>
      </w:r>
    </w:p>
    <w:p w14:paraId="1968D786" w14:textId="77777777" w:rsidR="00435B4F" w:rsidRDefault="00256283" w:rsidP="00256283">
      <w:r>
        <w:t xml:space="preserve">Je décrivis minutieusement </w:t>
      </w:r>
      <w:proofErr w:type="spellStart"/>
      <w:r>
        <w:t>Nunheim</w:t>
      </w:r>
      <w:proofErr w:type="spellEnd"/>
      <w:r w:rsidR="00435B4F">
        <w:t>.</w:t>
      </w:r>
    </w:p>
    <w:p w14:paraId="6620FDD4" w14:textId="77777777" w:rsidR="00435B4F" w:rsidRDefault="00435B4F" w:rsidP="00256283">
      <w:r>
        <w:t>— </w:t>
      </w:r>
      <w:r w:rsidR="00256283">
        <w:t>Jamais vu</w:t>
      </w:r>
      <w:r>
        <w:t xml:space="preserve"> ? </w:t>
      </w:r>
      <w:r w:rsidR="00256283">
        <w:t>redemandai-je</w:t>
      </w:r>
      <w:r>
        <w:t>.</w:t>
      </w:r>
    </w:p>
    <w:p w14:paraId="1AB6992A" w14:textId="77777777" w:rsidR="00435B4F" w:rsidRDefault="00435B4F" w:rsidP="00256283">
      <w:r>
        <w:t>— </w:t>
      </w:r>
      <w:r w:rsidR="00256283">
        <w:t>Non</w:t>
      </w:r>
      <w:r>
        <w:t>.</w:t>
      </w:r>
    </w:p>
    <w:p w14:paraId="6A1EB05B" w14:textId="77777777" w:rsidR="00435B4F" w:rsidRDefault="00435B4F" w:rsidP="00256283">
      <w:r>
        <w:t>— </w:t>
      </w:r>
      <w:r w:rsidR="00256283">
        <w:t>Il se faisait parfois appeler Albert Norman</w:t>
      </w:r>
      <w:r>
        <w:t xml:space="preserve">. </w:t>
      </w:r>
      <w:r w:rsidR="00256283">
        <w:t>Ce nom ne vous dit rien</w:t>
      </w:r>
      <w:r>
        <w:t> ?</w:t>
      </w:r>
    </w:p>
    <w:p w14:paraId="36607391" w14:textId="77777777" w:rsidR="00435B4F" w:rsidRDefault="00435B4F" w:rsidP="00256283">
      <w:r>
        <w:t>— </w:t>
      </w:r>
      <w:r w:rsidR="00256283">
        <w:t>Non</w:t>
      </w:r>
      <w:r>
        <w:t>.</w:t>
      </w:r>
    </w:p>
    <w:p w14:paraId="2D3E59B8" w14:textId="77777777" w:rsidR="00435B4F" w:rsidRDefault="00435B4F" w:rsidP="00256283">
      <w:r>
        <w:t>— </w:t>
      </w:r>
      <w:r w:rsidR="00256283">
        <w:t xml:space="preserve">Vous ne connaissez aucune des personnes que nous avons vues ce soir chez </w:t>
      </w:r>
      <w:proofErr w:type="spellStart"/>
      <w:r w:rsidR="00256283">
        <w:t>Studsy</w:t>
      </w:r>
      <w:proofErr w:type="spellEnd"/>
      <w:r>
        <w:t> ?</w:t>
      </w:r>
    </w:p>
    <w:p w14:paraId="4C04ABBA" w14:textId="77777777" w:rsidR="00435B4F" w:rsidRDefault="00435B4F" w:rsidP="00256283">
      <w:r>
        <w:t>— </w:t>
      </w:r>
      <w:r w:rsidR="00256283">
        <w:t>Non</w:t>
      </w:r>
      <w:r>
        <w:t xml:space="preserve">, </w:t>
      </w:r>
      <w:r w:rsidR="00256283">
        <w:t>Nick</w:t>
      </w:r>
      <w:r>
        <w:t xml:space="preserve">. </w:t>
      </w:r>
      <w:r w:rsidR="00256283">
        <w:t>Si je savais quelque chose</w:t>
      </w:r>
      <w:r>
        <w:t xml:space="preserve">, </w:t>
      </w:r>
      <w:r w:rsidR="00256283">
        <w:t>je vous le dirais</w:t>
      </w:r>
      <w:r>
        <w:t>.</w:t>
      </w:r>
    </w:p>
    <w:p w14:paraId="6A3CEE23" w14:textId="77777777" w:rsidR="00435B4F" w:rsidRDefault="00435B4F" w:rsidP="00256283">
      <w:r>
        <w:t>— </w:t>
      </w:r>
      <w:r w:rsidR="00256283">
        <w:t>Même si cela devait causer beaucoup de mal à quelqu</w:t>
      </w:r>
      <w:r>
        <w:t>’</w:t>
      </w:r>
      <w:r w:rsidR="00256283">
        <w:t>un</w:t>
      </w:r>
      <w:r>
        <w:t> ?</w:t>
      </w:r>
    </w:p>
    <w:p w14:paraId="3E88A050" w14:textId="77777777" w:rsidR="00435B4F" w:rsidRDefault="00435B4F" w:rsidP="00256283">
      <w:r>
        <w:t>— </w:t>
      </w:r>
      <w:r w:rsidR="00256283">
        <w:t>Oui</w:t>
      </w:r>
      <w:r>
        <w:t xml:space="preserve">, </w:t>
      </w:r>
      <w:r w:rsidR="00256283">
        <w:t>dit-elle spontanément</w:t>
      </w:r>
      <w:r>
        <w:t xml:space="preserve">, </w:t>
      </w:r>
      <w:r w:rsidR="00256283">
        <w:t>puis elle ajouta</w:t>
      </w:r>
      <w:r>
        <w:t xml:space="preserve"> : </w:t>
      </w:r>
      <w:r w:rsidR="00256283">
        <w:t>que voulez-vous dire</w:t>
      </w:r>
      <w:r>
        <w:t> ?</w:t>
      </w:r>
    </w:p>
    <w:p w14:paraId="1A7AF09C" w14:textId="77777777" w:rsidR="00435B4F" w:rsidRDefault="00435B4F" w:rsidP="00256283">
      <w:r>
        <w:t>— </w:t>
      </w:r>
      <w:r w:rsidR="00256283">
        <w:t>Vous le savez aussi bien que moi</w:t>
      </w:r>
      <w:r>
        <w:t>.</w:t>
      </w:r>
    </w:p>
    <w:p w14:paraId="796D5873" w14:textId="77777777" w:rsidR="00435B4F" w:rsidRDefault="00256283" w:rsidP="00256283">
      <w:r>
        <w:t>Elle mit ses mains sur son visage baigné de larmes</w:t>
      </w:r>
      <w:r w:rsidR="00435B4F">
        <w:t xml:space="preserve"> ; </w:t>
      </w:r>
      <w:r>
        <w:t>quelqu</w:t>
      </w:r>
      <w:r w:rsidR="00435B4F">
        <w:t>’</w:t>
      </w:r>
      <w:r>
        <w:t>un frappait à la porte</w:t>
      </w:r>
      <w:r w:rsidR="00435B4F">
        <w:t>.</w:t>
      </w:r>
    </w:p>
    <w:p w14:paraId="72E7346D" w14:textId="77777777" w:rsidR="00435B4F" w:rsidRDefault="00435B4F" w:rsidP="00256283">
      <w:r>
        <w:t>— </w:t>
      </w:r>
      <w:r w:rsidR="00256283">
        <w:t>Entrez</w:t>
      </w:r>
      <w:r>
        <w:t xml:space="preserve"> ! </w:t>
      </w:r>
      <w:r w:rsidR="00256283">
        <w:t>dis-je</w:t>
      </w:r>
      <w:r>
        <w:t>.</w:t>
      </w:r>
    </w:p>
    <w:p w14:paraId="2AD33528" w14:textId="77777777" w:rsidR="00435B4F" w:rsidRDefault="00256283" w:rsidP="00256283">
      <w:r>
        <w:t>Andy entr</w:t>
      </w:r>
      <w:r w:rsidR="00435B4F">
        <w:t>’</w:t>
      </w:r>
      <w:r>
        <w:t>ouvrit la porte et passa la tête</w:t>
      </w:r>
      <w:r w:rsidR="00435B4F">
        <w:t>.</w:t>
      </w:r>
    </w:p>
    <w:p w14:paraId="03AB073E" w14:textId="77777777" w:rsidR="00435B4F" w:rsidRDefault="00435B4F" w:rsidP="00256283">
      <w:r>
        <w:t>— </w:t>
      </w:r>
      <w:r w:rsidR="00256283">
        <w:t>Le lieutenant voudrait vous voir</w:t>
      </w:r>
      <w:r>
        <w:t>.</w:t>
      </w:r>
    </w:p>
    <w:p w14:paraId="5341827B" w14:textId="77777777" w:rsidR="00435B4F" w:rsidRDefault="00435B4F" w:rsidP="00256283">
      <w:r>
        <w:t>— </w:t>
      </w:r>
      <w:r w:rsidR="00256283">
        <w:t>Je viens</w:t>
      </w:r>
      <w:r>
        <w:t>.</w:t>
      </w:r>
    </w:p>
    <w:p w14:paraId="133781ED" w14:textId="77777777" w:rsidR="00435B4F" w:rsidRDefault="00256283" w:rsidP="00256283">
      <w:r>
        <w:t>Il poussa un peu plus le battant</w:t>
      </w:r>
      <w:r w:rsidR="00435B4F">
        <w:t>.</w:t>
      </w:r>
    </w:p>
    <w:p w14:paraId="53802163" w14:textId="77777777" w:rsidR="00435B4F" w:rsidRDefault="00435B4F" w:rsidP="00256283">
      <w:r>
        <w:lastRenderedPageBreak/>
        <w:t>— </w:t>
      </w:r>
      <w:r w:rsidR="00256283">
        <w:t>Il vous attend</w:t>
      </w:r>
      <w:r>
        <w:t xml:space="preserve">, </w:t>
      </w:r>
      <w:r w:rsidR="00256283">
        <w:t>insista-t-il</w:t>
      </w:r>
      <w:r>
        <w:t>.</w:t>
      </w:r>
    </w:p>
    <w:p w14:paraId="758DA6F5" w14:textId="77777777" w:rsidR="00435B4F" w:rsidRDefault="00256283" w:rsidP="00256283">
      <w:r>
        <w:t>Il voulut m</w:t>
      </w:r>
      <w:r w:rsidR="00435B4F">
        <w:t>’</w:t>
      </w:r>
      <w:r>
        <w:t>adresser un clin d</w:t>
      </w:r>
      <w:r w:rsidR="00435B4F">
        <w:t>’</w:t>
      </w:r>
      <w:r>
        <w:t>œil</w:t>
      </w:r>
      <w:r w:rsidR="00435B4F">
        <w:t xml:space="preserve">, </w:t>
      </w:r>
      <w:r>
        <w:t>mais ses lèvres bougeaient nerveusement et le tout ressemblait plutôt à une grimace</w:t>
      </w:r>
      <w:r w:rsidR="00435B4F">
        <w:t>.</w:t>
      </w:r>
    </w:p>
    <w:p w14:paraId="564AF698" w14:textId="77777777" w:rsidR="00435B4F" w:rsidRDefault="00435B4F" w:rsidP="00256283">
      <w:r>
        <w:t>— </w:t>
      </w:r>
      <w:r w:rsidR="00256283">
        <w:t>Je reviens</w:t>
      </w:r>
      <w:r>
        <w:t xml:space="preserve"> ! </w:t>
      </w:r>
      <w:r w:rsidR="00256283">
        <w:t>dis-je à Dorothy</w:t>
      </w:r>
      <w:r>
        <w:t xml:space="preserve">, </w:t>
      </w:r>
      <w:r w:rsidR="00256283">
        <w:t>et je suivis l</w:t>
      </w:r>
      <w:r>
        <w:t>’</w:t>
      </w:r>
      <w:r w:rsidR="00256283">
        <w:t>inspecteur</w:t>
      </w:r>
      <w:r>
        <w:t>.</w:t>
      </w:r>
    </w:p>
    <w:p w14:paraId="14E30D26" w14:textId="77777777" w:rsidR="00435B4F" w:rsidRDefault="00256283" w:rsidP="00256283">
      <w:r>
        <w:t>Il referma doucement la porte et me parla à l</w:t>
      </w:r>
      <w:r w:rsidR="00435B4F">
        <w:t>’</w:t>
      </w:r>
      <w:r>
        <w:t>oreille</w:t>
      </w:r>
      <w:r w:rsidR="00435B4F">
        <w:t>.</w:t>
      </w:r>
    </w:p>
    <w:p w14:paraId="657C1BCE" w14:textId="77777777" w:rsidR="00435B4F" w:rsidRDefault="00435B4F" w:rsidP="00256283">
      <w:r>
        <w:t>— </w:t>
      </w:r>
      <w:r w:rsidR="00256283">
        <w:t>Le gosse se rinçait l</w:t>
      </w:r>
      <w:r>
        <w:t>’</w:t>
      </w:r>
      <w:r w:rsidR="00256283">
        <w:t>œil par le trou de la serrure</w:t>
      </w:r>
      <w:r>
        <w:t xml:space="preserve"> ! </w:t>
      </w:r>
      <w:r w:rsidR="00256283">
        <w:t>murmura-t-il</w:t>
      </w:r>
      <w:r>
        <w:t>.</w:t>
      </w:r>
    </w:p>
    <w:p w14:paraId="6543A618" w14:textId="77777777" w:rsidR="00435B4F" w:rsidRDefault="00435B4F" w:rsidP="00256283">
      <w:r>
        <w:t>— </w:t>
      </w:r>
      <w:r w:rsidR="00256283">
        <w:t>Gilbert</w:t>
      </w:r>
      <w:r>
        <w:t> ?</w:t>
      </w:r>
    </w:p>
    <w:p w14:paraId="6F47D503" w14:textId="77777777" w:rsidR="00435B4F" w:rsidRDefault="00435B4F" w:rsidP="00256283">
      <w:r>
        <w:t>— </w:t>
      </w:r>
      <w:r w:rsidR="00256283">
        <w:t>Oui</w:t>
      </w:r>
      <w:r>
        <w:t xml:space="preserve">. </w:t>
      </w:r>
      <w:r w:rsidR="00256283">
        <w:t>Il s</w:t>
      </w:r>
      <w:r>
        <w:t>’</w:t>
      </w:r>
      <w:r w:rsidR="00256283">
        <w:t>est sauvé quand il m</w:t>
      </w:r>
      <w:r>
        <w:t>’</w:t>
      </w:r>
      <w:r w:rsidR="00256283">
        <w:t>a entendu</w:t>
      </w:r>
      <w:r>
        <w:t xml:space="preserve">, </w:t>
      </w:r>
      <w:r w:rsidR="00256283">
        <w:t>mais j</w:t>
      </w:r>
      <w:r>
        <w:t>’</w:t>
      </w:r>
      <w:r w:rsidR="00256283">
        <w:t>ai eu le temps de le voir</w:t>
      </w:r>
      <w:r>
        <w:t>.</w:t>
      </w:r>
    </w:p>
    <w:p w14:paraId="31C3BC51" w14:textId="77777777" w:rsidR="00435B4F" w:rsidRDefault="00435B4F" w:rsidP="00256283">
      <w:r>
        <w:t>— </w:t>
      </w:r>
      <w:r w:rsidR="00256283">
        <w:t>Ça n</w:t>
      </w:r>
      <w:r>
        <w:t>’</w:t>
      </w:r>
      <w:r w:rsidR="00256283">
        <w:t>a pas d</w:t>
      </w:r>
      <w:r>
        <w:t>’</w:t>
      </w:r>
      <w:r w:rsidR="00256283">
        <w:t>importance</w:t>
      </w:r>
      <w:r>
        <w:t xml:space="preserve">, </w:t>
      </w:r>
      <w:r w:rsidR="00256283">
        <w:t>dis-je</w:t>
      </w:r>
      <w:r>
        <w:t xml:space="preserve"> ; </w:t>
      </w:r>
      <w:r w:rsidR="00256283">
        <w:t xml:space="preserve">avez-vous réussi à tirer quelque chose de </w:t>
      </w:r>
      <w:r>
        <w:t>M</w:t>
      </w:r>
      <w:r w:rsidRPr="00435B4F">
        <w:rPr>
          <w:vertAlign w:val="superscript"/>
        </w:rPr>
        <w:t>rs</w:t>
      </w:r>
      <w:r>
        <w:t> </w:t>
      </w:r>
      <w:r w:rsidR="00256283">
        <w:t>Jorgensen</w:t>
      </w:r>
      <w:r>
        <w:t> ?</w:t>
      </w:r>
    </w:p>
    <w:p w14:paraId="3D1C3C61" w14:textId="77777777" w:rsidR="00435B4F" w:rsidRDefault="00256283" w:rsidP="00256283">
      <w:r>
        <w:t>Andy avança ses lèvres épaisses et siffla doucement</w:t>
      </w:r>
      <w:r w:rsidR="00435B4F">
        <w:t>.</w:t>
      </w:r>
    </w:p>
    <w:p w14:paraId="7F451D9E" w14:textId="77777777" w:rsidR="00435B4F" w:rsidRDefault="00435B4F" w:rsidP="00256283">
      <w:r>
        <w:t>— </w:t>
      </w:r>
      <w:r w:rsidR="00256283">
        <w:t>C</w:t>
      </w:r>
      <w:r>
        <w:t>’</w:t>
      </w:r>
      <w:r w:rsidR="00256283">
        <w:t>est un numéro</w:t>
      </w:r>
      <w:r>
        <w:t xml:space="preserve"> ! </w:t>
      </w:r>
      <w:r w:rsidR="00256283">
        <w:t>dit-il</w:t>
      </w:r>
      <w:r>
        <w:t>.</w:t>
      </w:r>
    </w:p>
    <w:p w14:paraId="198E2213" w14:textId="77777777" w:rsidR="00256283" w:rsidRDefault="00256283" w:rsidP="003D5E6A">
      <w:pPr>
        <w:pStyle w:val="Titre1"/>
      </w:pPr>
      <w:bookmarkStart w:id="54" w:name="__RefHeading__78_1831309079"/>
      <w:bookmarkStart w:id="55" w:name="_Toc202285678"/>
      <w:bookmarkEnd w:id="54"/>
      <w:r>
        <w:lastRenderedPageBreak/>
        <w:t>XXV</w:t>
      </w:r>
      <w:bookmarkEnd w:id="55"/>
    </w:p>
    <w:p w14:paraId="7CBDE720" w14:textId="77777777" w:rsidR="00435B4F" w:rsidRDefault="00256283" w:rsidP="00256283">
      <w:r>
        <w:t>Nous entrâmes dans la chambre de Mimi</w:t>
      </w:r>
      <w:r w:rsidR="00435B4F">
        <w:t xml:space="preserve">. </w:t>
      </w:r>
      <w:r>
        <w:t>Elle était assise dans une grande chaise</w:t>
      </w:r>
      <w:r w:rsidR="00435B4F">
        <w:t xml:space="preserve">, </w:t>
      </w:r>
      <w:r>
        <w:t>près de la fenêtre et paraissait très contente de soi</w:t>
      </w:r>
      <w:r w:rsidR="00435B4F">
        <w:t xml:space="preserve">. </w:t>
      </w:r>
      <w:r>
        <w:t>Elle m</w:t>
      </w:r>
      <w:r w:rsidR="00435B4F">
        <w:t>’</w:t>
      </w:r>
      <w:r>
        <w:t>adressa un charmant sourire</w:t>
      </w:r>
      <w:r w:rsidR="00435B4F">
        <w:t>.</w:t>
      </w:r>
    </w:p>
    <w:p w14:paraId="1C58A79F" w14:textId="77777777" w:rsidR="00435B4F" w:rsidRDefault="00435B4F" w:rsidP="00256283">
      <w:r>
        <w:t>— </w:t>
      </w:r>
      <w:r w:rsidR="00256283">
        <w:t>J</w:t>
      </w:r>
      <w:r>
        <w:t>’</w:t>
      </w:r>
      <w:r w:rsidR="00256283">
        <w:t>ai une conscience pure et sans tache</w:t>
      </w:r>
      <w:r>
        <w:t xml:space="preserve">, </w:t>
      </w:r>
      <w:r w:rsidR="00256283">
        <w:t>dit-elle</w:t>
      </w:r>
      <w:r>
        <w:t xml:space="preserve">, </w:t>
      </w:r>
      <w:r w:rsidR="00256283">
        <w:t>j</w:t>
      </w:r>
      <w:r>
        <w:t>’</w:t>
      </w:r>
      <w:r w:rsidR="00256283">
        <w:t>ai tout avoué</w:t>
      </w:r>
      <w:r>
        <w:t>.</w:t>
      </w:r>
    </w:p>
    <w:p w14:paraId="10232EF2" w14:textId="77777777" w:rsidR="00435B4F" w:rsidRDefault="00256283" w:rsidP="00256283">
      <w:proofErr w:type="spellStart"/>
      <w:r>
        <w:t>Guild</w:t>
      </w:r>
      <w:proofErr w:type="spellEnd"/>
      <w:r w:rsidR="00435B4F">
        <w:t xml:space="preserve">, </w:t>
      </w:r>
      <w:r>
        <w:t>debout près de la table</w:t>
      </w:r>
      <w:r w:rsidR="00435B4F">
        <w:t xml:space="preserve">, </w:t>
      </w:r>
      <w:r>
        <w:t>s</w:t>
      </w:r>
      <w:r w:rsidR="00435B4F">
        <w:t>’</w:t>
      </w:r>
      <w:r>
        <w:t>essuyait le visage avec un grand mouchoir</w:t>
      </w:r>
      <w:r w:rsidR="00435B4F">
        <w:t xml:space="preserve">. </w:t>
      </w:r>
      <w:r>
        <w:t>Quelques gouttes de sueur perlaient encore sur son front</w:t>
      </w:r>
      <w:r w:rsidR="00435B4F">
        <w:t xml:space="preserve">. </w:t>
      </w:r>
      <w:r>
        <w:t>Il était las et comme vieilli</w:t>
      </w:r>
      <w:r w:rsidR="00435B4F">
        <w:t xml:space="preserve">. </w:t>
      </w:r>
      <w:r>
        <w:t>Le mouchoir</w:t>
      </w:r>
      <w:r w:rsidR="00435B4F">
        <w:t xml:space="preserve">, </w:t>
      </w:r>
      <w:r>
        <w:t>le canif et le bout de chaîne étaient posés sur la table</w:t>
      </w:r>
      <w:r w:rsidR="00435B4F">
        <w:t>.</w:t>
      </w:r>
    </w:p>
    <w:p w14:paraId="30CCA586" w14:textId="77777777" w:rsidR="00435B4F" w:rsidRDefault="00435B4F" w:rsidP="00256283">
      <w:r>
        <w:t>— </w:t>
      </w:r>
      <w:r w:rsidR="00256283">
        <w:t>Fini</w:t>
      </w:r>
      <w:r>
        <w:t xml:space="preserve"> ? </w:t>
      </w:r>
      <w:r w:rsidR="00256283">
        <w:t>demandai-je</w:t>
      </w:r>
      <w:r>
        <w:t>.</w:t>
      </w:r>
    </w:p>
    <w:p w14:paraId="35F6D495" w14:textId="77777777" w:rsidR="00435B4F" w:rsidRDefault="00435B4F" w:rsidP="00256283">
      <w:r>
        <w:t>— </w:t>
      </w:r>
      <w:r w:rsidR="00256283">
        <w:t>Je n</w:t>
      </w:r>
      <w:r>
        <w:t>’</w:t>
      </w:r>
      <w:r w:rsidR="00256283">
        <w:t>en sais rien</w:t>
      </w:r>
      <w:r>
        <w:t xml:space="preserve">, </w:t>
      </w:r>
      <w:r w:rsidR="00256283">
        <w:t>ma parole</w:t>
      </w:r>
      <w:r>
        <w:t xml:space="preserve"> ! </w:t>
      </w:r>
      <w:r w:rsidR="00256283">
        <w:t>dit le policier</w:t>
      </w:r>
      <w:r>
        <w:t>.</w:t>
      </w:r>
    </w:p>
    <w:p w14:paraId="594615DE" w14:textId="77777777" w:rsidR="00435B4F" w:rsidRDefault="00256283" w:rsidP="00256283">
      <w:r>
        <w:t>Il se tourna vers Mimi</w:t>
      </w:r>
      <w:r w:rsidR="00435B4F">
        <w:t>.</w:t>
      </w:r>
    </w:p>
    <w:p w14:paraId="70C1D943" w14:textId="77777777" w:rsidR="00435B4F" w:rsidRDefault="00435B4F" w:rsidP="00256283">
      <w:r>
        <w:t>— </w:t>
      </w:r>
      <w:r w:rsidR="00256283">
        <w:t>Croyez-vous que nous en ayons fini</w:t>
      </w:r>
      <w:r>
        <w:t xml:space="preserve"> ? </w:t>
      </w:r>
      <w:r w:rsidR="00256283">
        <w:t>lui demanda-t-il</w:t>
      </w:r>
      <w:r>
        <w:t>.</w:t>
      </w:r>
    </w:p>
    <w:p w14:paraId="57B8C398" w14:textId="77777777" w:rsidR="00435B4F" w:rsidRDefault="00435B4F" w:rsidP="00256283">
      <w:r>
        <w:t>— </w:t>
      </w:r>
      <w:r w:rsidR="00256283">
        <w:t>Je ne sais rien d</w:t>
      </w:r>
      <w:r>
        <w:t>’</w:t>
      </w:r>
      <w:r w:rsidR="00256283">
        <w:t>autre</w:t>
      </w:r>
      <w:r>
        <w:t xml:space="preserve"> ! </w:t>
      </w:r>
      <w:r w:rsidR="00256283">
        <w:t>déclara-t-elle en riant</w:t>
      </w:r>
      <w:r>
        <w:t>.</w:t>
      </w:r>
    </w:p>
    <w:p w14:paraId="6634798E" w14:textId="77777777" w:rsidR="00435B4F" w:rsidRDefault="00435B4F" w:rsidP="00256283">
      <w:r>
        <w:t>— </w:t>
      </w:r>
      <w:r w:rsidR="00256283">
        <w:t>Alors</w:t>
      </w:r>
      <w:r>
        <w:t xml:space="preserve">, </w:t>
      </w:r>
      <w:r w:rsidR="00256283">
        <w:t xml:space="preserve">dit </w:t>
      </w:r>
      <w:proofErr w:type="spellStart"/>
      <w:r w:rsidR="00256283">
        <w:t>Guild</w:t>
      </w:r>
      <w:proofErr w:type="spellEnd"/>
      <w:r>
        <w:t xml:space="preserve">, </w:t>
      </w:r>
      <w:r w:rsidR="00256283">
        <w:t>lentement</w:t>
      </w:r>
      <w:r>
        <w:t xml:space="preserve">, </w:t>
      </w:r>
      <w:r w:rsidR="00256283">
        <w:t xml:space="preserve">dans ce cas je voudrais causer avec </w:t>
      </w:r>
      <w:r>
        <w:t>M</w:t>
      </w:r>
      <w:r w:rsidRPr="00435B4F">
        <w:rPr>
          <w:vertAlign w:val="superscript"/>
        </w:rPr>
        <w:t>r</w:t>
      </w:r>
      <w:r>
        <w:t> </w:t>
      </w:r>
      <w:r w:rsidR="00256283">
        <w:t>Charles</w:t>
      </w:r>
      <w:r>
        <w:t xml:space="preserve">, </w:t>
      </w:r>
      <w:r w:rsidR="00256283">
        <w:t>si vous le permettez</w:t>
      </w:r>
      <w:r>
        <w:t>.</w:t>
      </w:r>
    </w:p>
    <w:p w14:paraId="0628268A" w14:textId="77777777" w:rsidR="00435B4F" w:rsidRDefault="00256283" w:rsidP="00256283">
      <w:r>
        <w:t>Il plia soigneusement son mouchoir et le remit dans sa poche</w:t>
      </w:r>
      <w:r w:rsidR="00435B4F">
        <w:t>.</w:t>
      </w:r>
    </w:p>
    <w:p w14:paraId="4D5B2977" w14:textId="77777777" w:rsidR="00435B4F" w:rsidRDefault="00435B4F" w:rsidP="00256283">
      <w:r>
        <w:t>— </w:t>
      </w:r>
      <w:r w:rsidR="00256283">
        <w:t>Vous pouvez causer ici</w:t>
      </w:r>
      <w:r>
        <w:t xml:space="preserve">, </w:t>
      </w:r>
      <w:r w:rsidR="00256283">
        <w:t>dit-elle</w:t>
      </w:r>
      <w:r>
        <w:t xml:space="preserve">, </w:t>
      </w:r>
      <w:r w:rsidR="00256283">
        <w:t>se levant</w:t>
      </w:r>
      <w:r>
        <w:t xml:space="preserve">. </w:t>
      </w:r>
      <w:r w:rsidR="00256283">
        <w:t xml:space="preserve">Je vais voir </w:t>
      </w:r>
      <w:r>
        <w:t>M</w:t>
      </w:r>
      <w:r w:rsidRPr="00435B4F">
        <w:rPr>
          <w:vertAlign w:val="superscript"/>
        </w:rPr>
        <w:t>rs</w:t>
      </w:r>
      <w:r>
        <w:t> </w:t>
      </w:r>
      <w:r w:rsidR="00256283">
        <w:t>Charles</w:t>
      </w:r>
      <w:r>
        <w:t>.</w:t>
      </w:r>
    </w:p>
    <w:p w14:paraId="3D528FF3" w14:textId="77777777" w:rsidR="00435B4F" w:rsidRDefault="00256283" w:rsidP="00256283">
      <w:r>
        <w:t>Elle me caressa la joue du bout de l</w:t>
      </w:r>
      <w:r w:rsidR="00435B4F">
        <w:t>’</w:t>
      </w:r>
      <w:r>
        <w:t>index</w:t>
      </w:r>
      <w:r w:rsidR="00435B4F">
        <w:t xml:space="preserve">, </w:t>
      </w:r>
      <w:r>
        <w:t>en passant près de moi</w:t>
      </w:r>
      <w:r w:rsidR="00435B4F">
        <w:t>.</w:t>
      </w:r>
    </w:p>
    <w:p w14:paraId="23692F53" w14:textId="77777777" w:rsidR="00435B4F" w:rsidRDefault="00435B4F" w:rsidP="00256283">
      <w:r>
        <w:t>— </w:t>
      </w:r>
      <w:r w:rsidR="00256283">
        <w:t>Ne me maltraitez pas trop</w:t>
      </w:r>
      <w:r>
        <w:t xml:space="preserve">, </w:t>
      </w:r>
      <w:r w:rsidR="00256283">
        <w:t>Nick</w:t>
      </w:r>
      <w:r>
        <w:t xml:space="preserve">, </w:t>
      </w:r>
      <w:r w:rsidR="00256283">
        <w:t>fit-elle</w:t>
      </w:r>
      <w:r>
        <w:t>.</w:t>
      </w:r>
    </w:p>
    <w:p w14:paraId="15495906" w14:textId="77777777" w:rsidR="00435B4F" w:rsidRDefault="00256283" w:rsidP="00256283">
      <w:r>
        <w:lastRenderedPageBreak/>
        <w:t>Andy lui ouvrit la porte</w:t>
      </w:r>
      <w:r w:rsidR="00435B4F">
        <w:t xml:space="preserve">, </w:t>
      </w:r>
      <w:r>
        <w:t>la referma derrière elle</w:t>
      </w:r>
      <w:r w:rsidR="00435B4F">
        <w:t xml:space="preserve">, </w:t>
      </w:r>
      <w:r>
        <w:t>et siffla comme il l</w:t>
      </w:r>
      <w:r w:rsidR="00435B4F">
        <w:t>’</w:t>
      </w:r>
      <w:r>
        <w:t>avait fait dans le couloir</w:t>
      </w:r>
      <w:r w:rsidR="00435B4F">
        <w:t>.</w:t>
      </w:r>
    </w:p>
    <w:p w14:paraId="39E8F4CD" w14:textId="77777777" w:rsidR="00435B4F" w:rsidRDefault="00256283" w:rsidP="00256283">
      <w:r>
        <w:t>Je m</w:t>
      </w:r>
      <w:r w:rsidR="00435B4F">
        <w:t>’</w:t>
      </w:r>
      <w:r>
        <w:t>assis sur le lit</w:t>
      </w:r>
      <w:r w:rsidR="00435B4F">
        <w:t>.</w:t>
      </w:r>
    </w:p>
    <w:p w14:paraId="39042A19" w14:textId="77777777" w:rsidR="00435B4F" w:rsidRDefault="00435B4F" w:rsidP="00256283">
      <w:r>
        <w:t>— </w:t>
      </w:r>
      <w:r w:rsidR="00256283">
        <w:t>Eh bien</w:t>
      </w:r>
      <w:r>
        <w:t xml:space="preserve"> ? </w:t>
      </w:r>
      <w:r w:rsidR="00256283">
        <w:t>demandai-je</w:t>
      </w:r>
      <w:r>
        <w:t>.</w:t>
      </w:r>
    </w:p>
    <w:p w14:paraId="6FCFE1D0" w14:textId="77777777" w:rsidR="00435B4F" w:rsidRDefault="00256283" w:rsidP="00256283">
      <w:proofErr w:type="spellStart"/>
      <w:r>
        <w:t>Guild</w:t>
      </w:r>
      <w:proofErr w:type="spellEnd"/>
      <w:r>
        <w:t xml:space="preserve"> toussota avant de parler</w:t>
      </w:r>
      <w:r w:rsidR="00435B4F">
        <w:t>.</w:t>
      </w:r>
    </w:p>
    <w:p w14:paraId="1516D583" w14:textId="77777777" w:rsidR="00435B4F" w:rsidRDefault="00435B4F" w:rsidP="00256283">
      <w:r>
        <w:t>— </w:t>
      </w:r>
      <w:r w:rsidR="00256283">
        <w:t>Elle nous a raconté l</w:t>
      </w:r>
      <w:r>
        <w:t>’</w:t>
      </w:r>
      <w:r w:rsidR="00256283">
        <w:t>histoire de la chaîne et du canif et les raisons pour lesquelles elle n</w:t>
      </w:r>
      <w:r>
        <w:t>’</w:t>
      </w:r>
      <w:r w:rsidR="00256283">
        <w:t>avait encore rien dit</w:t>
      </w:r>
      <w:r>
        <w:t xml:space="preserve">. </w:t>
      </w:r>
      <w:r w:rsidR="00256283">
        <w:t>Entre nous</w:t>
      </w:r>
      <w:r>
        <w:t xml:space="preserve">, </w:t>
      </w:r>
      <w:r w:rsidR="00256283">
        <w:t>je ne vois pas ce que cela veut dire</w:t>
      </w:r>
      <w:r>
        <w:t xml:space="preserve">, </w:t>
      </w:r>
      <w:r w:rsidR="00256283">
        <w:t>logiquement</w:t>
      </w:r>
      <w:r>
        <w:t xml:space="preserve">. </w:t>
      </w:r>
      <w:r w:rsidR="00256283">
        <w:t>Peut-être faut-il considérer la chose d</w:t>
      </w:r>
      <w:r>
        <w:t>’</w:t>
      </w:r>
      <w:r w:rsidR="00256283">
        <w:t>une autre façon</w:t>
      </w:r>
      <w:r>
        <w:t xml:space="preserve"> ? </w:t>
      </w:r>
      <w:r w:rsidR="00256283">
        <w:t>En bref</w:t>
      </w:r>
      <w:r>
        <w:t xml:space="preserve">, </w:t>
      </w:r>
      <w:r w:rsidR="00256283">
        <w:t>je ne comprends pas cette femme</w:t>
      </w:r>
      <w:r>
        <w:t>.</w:t>
      </w:r>
    </w:p>
    <w:p w14:paraId="2809BA43" w14:textId="77777777" w:rsidR="00435B4F" w:rsidRDefault="00435B4F" w:rsidP="00256283">
      <w:r>
        <w:t>— </w:t>
      </w:r>
      <w:r w:rsidR="00256283">
        <w:t>Je la connais un peu mieux</w:t>
      </w:r>
      <w:r>
        <w:t xml:space="preserve">, </w:t>
      </w:r>
      <w:r w:rsidR="00256283">
        <w:t>dis-je</w:t>
      </w:r>
      <w:r>
        <w:t xml:space="preserve">. </w:t>
      </w:r>
      <w:r w:rsidR="00256283">
        <w:t>L</w:t>
      </w:r>
      <w:r>
        <w:t>’</w:t>
      </w:r>
      <w:r w:rsidR="00256283">
        <w:t>important avec elle</w:t>
      </w:r>
      <w:r>
        <w:t xml:space="preserve">, </w:t>
      </w:r>
      <w:r w:rsidR="00256283">
        <w:t>c</w:t>
      </w:r>
      <w:r>
        <w:t>’</w:t>
      </w:r>
      <w:r w:rsidR="00256283">
        <w:t>est de ne pas se lasser</w:t>
      </w:r>
      <w:r>
        <w:t xml:space="preserve">. </w:t>
      </w:r>
      <w:r w:rsidR="00256283">
        <w:t>Quand vous l</w:t>
      </w:r>
      <w:r>
        <w:t>’</w:t>
      </w:r>
      <w:r w:rsidR="00256283">
        <w:t>avez convaincue de mensonge</w:t>
      </w:r>
      <w:r>
        <w:t xml:space="preserve">, </w:t>
      </w:r>
      <w:r w:rsidR="00256283">
        <w:t>elle avoue et vous sort un nouveau mensonge destiné à prendre la place du premier</w:t>
      </w:r>
      <w:r>
        <w:t xml:space="preserve">, </w:t>
      </w:r>
      <w:r w:rsidR="00256283">
        <w:t>et ainsi de suite</w:t>
      </w:r>
      <w:r>
        <w:t xml:space="preserve">. </w:t>
      </w:r>
      <w:r w:rsidR="00256283">
        <w:t>La plupart des gens</w:t>
      </w:r>
      <w:r>
        <w:t xml:space="preserve"> – </w:t>
      </w:r>
      <w:r w:rsidR="00256283">
        <w:t>même des femmes</w:t>
      </w:r>
      <w:r>
        <w:t xml:space="preserve"> – </w:t>
      </w:r>
      <w:r w:rsidR="00256283">
        <w:t>se découragent quand vous les avez pris trois ou quatre fois de suite en flagrant délit de mensonge et finissent par dire la vérité</w:t>
      </w:r>
      <w:r>
        <w:t xml:space="preserve">… </w:t>
      </w:r>
      <w:r w:rsidR="00256283">
        <w:t>ou bien par se taire</w:t>
      </w:r>
      <w:r>
        <w:t xml:space="preserve">. </w:t>
      </w:r>
      <w:r w:rsidR="00256283">
        <w:t>Mimi ne se lasse pas et si vous n</w:t>
      </w:r>
      <w:r>
        <w:t>’</w:t>
      </w:r>
      <w:r w:rsidR="00256283">
        <w:t>y prenez garde vous arrivez à croire ce qu</w:t>
      </w:r>
      <w:r>
        <w:t>’</w:t>
      </w:r>
      <w:r w:rsidR="00256283">
        <w:t>elle dit</w:t>
      </w:r>
      <w:r>
        <w:t xml:space="preserve">, </w:t>
      </w:r>
      <w:r w:rsidR="00256283">
        <w:t>non pas parce que cela offre enfin l</w:t>
      </w:r>
      <w:r>
        <w:t>’</w:t>
      </w:r>
      <w:r w:rsidR="00256283">
        <w:t>apparence de la vérité</w:t>
      </w:r>
      <w:r>
        <w:t xml:space="preserve">, </w:t>
      </w:r>
      <w:r w:rsidR="00256283">
        <w:t>mais tout simplement parce que vous êtes las de douter</w:t>
      </w:r>
      <w:r>
        <w:t>.</w:t>
      </w:r>
    </w:p>
    <w:p w14:paraId="183B749C" w14:textId="77777777" w:rsidR="00435B4F" w:rsidRDefault="00435B4F" w:rsidP="00256283">
      <w:r>
        <w:t>— </w:t>
      </w:r>
      <w:r w:rsidR="00256283">
        <w:t>Peut-être</w:t>
      </w:r>
      <w:r>
        <w:t xml:space="preserve"> ! </w:t>
      </w:r>
      <w:r w:rsidR="00256283">
        <w:t xml:space="preserve">approuva </w:t>
      </w:r>
      <w:proofErr w:type="spellStart"/>
      <w:r w:rsidR="00256283">
        <w:t>Guild</w:t>
      </w:r>
      <w:proofErr w:type="spellEnd"/>
      <w:r>
        <w:t>.</w:t>
      </w:r>
    </w:p>
    <w:p w14:paraId="3BF53719" w14:textId="77777777" w:rsidR="00435B4F" w:rsidRDefault="00256283" w:rsidP="00256283">
      <w:r>
        <w:t>Il passa son index énorme entre son col et son cou</w:t>
      </w:r>
      <w:r w:rsidR="00435B4F">
        <w:t>.</w:t>
      </w:r>
    </w:p>
    <w:p w14:paraId="494F9D49" w14:textId="77777777" w:rsidR="00435B4F" w:rsidRDefault="00435B4F" w:rsidP="00256283">
      <w:r>
        <w:t>— </w:t>
      </w:r>
      <w:r w:rsidR="00256283">
        <w:t>Croyez-vous qu</w:t>
      </w:r>
      <w:r>
        <w:t>’</w:t>
      </w:r>
      <w:r w:rsidR="00256283">
        <w:t>elle ait tué l</w:t>
      </w:r>
      <w:r>
        <w:t>’</w:t>
      </w:r>
      <w:r w:rsidR="00256283">
        <w:t>autre</w:t>
      </w:r>
      <w:r>
        <w:t xml:space="preserve"> ? </w:t>
      </w:r>
      <w:r w:rsidR="00256283">
        <w:t>demanda-t-il</w:t>
      </w:r>
      <w:r>
        <w:t>.</w:t>
      </w:r>
    </w:p>
    <w:p w14:paraId="0E51E63E" w14:textId="77777777" w:rsidR="00435B4F" w:rsidRDefault="00256283" w:rsidP="00256283">
      <w:r>
        <w:t>Andy me regardait fixement de ses gros yeux protubérants</w:t>
      </w:r>
      <w:r w:rsidR="00435B4F">
        <w:t>.</w:t>
      </w:r>
    </w:p>
    <w:p w14:paraId="76FAA180" w14:textId="77777777" w:rsidR="00435B4F" w:rsidRDefault="00256283" w:rsidP="00256283">
      <w:r>
        <w:t>Je posai mes pieds sur le parquet</w:t>
      </w:r>
      <w:r w:rsidR="00435B4F">
        <w:t>.</w:t>
      </w:r>
    </w:p>
    <w:p w14:paraId="0812A88F" w14:textId="77777777" w:rsidR="00435B4F" w:rsidRDefault="00435B4F" w:rsidP="00256283">
      <w:r>
        <w:lastRenderedPageBreak/>
        <w:t>— </w:t>
      </w:r>
      <w:r w:rsidR="00256283">
        <w:t>Je voudrais bien le savoir</w:t>
      </w:r>
      <w:r>
        <w:t xml:space="preserve">, </w:t>
      </w:r>
      <w:r w:rsidR="00256283">
        <w:t>dis-je</w:t>
      </w:r>
      <w:r>
        <w:t xml:space="preserve">. </w:t>
      </w:r>
      <w:r w:rsidR="00256283">
        <w:t>Cette histoire de chaîne m</w:t>
      </w:r>
      <w:r>
        <w:t>’</w:t>
      </w:r>
      <w:r w:rsidR="00256283">
        <w:t>a l</w:t>
      </w:r>
      <w:r>
        <w:t>’</w:t>
      </w:r>
      <w:r w:rsidR="00256283">
        <w:t>air d</w:t>
      </w:r>
      <w:r>
        <w:t>’</w:t>
      </w:r>
      <w:r w:rsidR="00256283">
        <w:t>une affaire arrangée de toutes pièces</w:t>
      </w:r>
      <w:r>
        <w:t xml:space="preserve">. </w:t>
      </w:r>
      <w:r w:rsidR="00256283">
        <w:t xml:space="preserve">Nous pourrons rechercher si </w:t>
      </w:r>
      <w:proofErr w:type="spellStart"/>
      <w:r w:rsidR="00256283">
        <w:t>Wynant</w:t>
      </w:r>
      <w:proofErr w:type="spellEnd"/>
      <w:r w:rsidR="00256283">
        <w:t xml:space="preserve"> a eu une chaîne semblable</w:t>
      </w:r>
      <w:r>
        <w:t xml:space="preserve">, </w:t>
      </w:r>
      <w:r w:rsidR="00256283">
        <w:t>s</w:t>
      </w:r>
      <w:r>
        <w:t>’</w:t>
      </w:r>
      <w:r w:rsidR="00256283">
        <w:t>il l</w:t>
      </w:r>
      <w:r>
        <w:t>’</w:t>
      </w:r>
      <w:r w:rsidR="00256283">
        <w:t>a encore</w:t>
      </w:r>
      <w:r>
        <w:t xml:space="preserve">. </w:t>
      </w:r>
      <w:r w:rsidR="00256283">
        <w:t>Si Mimi se souvient si bien de cette chaîne</w:t>
      </w:r>
      <w:r>
        <w:t xml:space="preserve">, </w:t>
      </w:r>
      <w:r w:rsidR="00256283">
        <w:t>elle a pu en faire établir une identique</w:t>
      </w:r>
      <w:r>
        <w:t xml:space="preserve">. </w:t>
      </w:r>
      <w:r w:rsidR="00256283">
        <w:t>Tout le monde peut acheter un canif et y faire graver n</w:t>
      </w:r>
      <w:r>
        <w:t>’</w:t>
      </w:r>
      <w:r w:rsidR="00256283">
        <w:t>importe quelles initiales</w:t>
      </w:r>
      <w:r>
        <w:t xml:space="preserve">. </w:t>
      </w:r>
      <w:r w:rsidR="00256283">
        <w:t>Cependant</w:t>
      </w:r>
      <w:r>
        <w:t xml:space="preserve">, </w:t>
      </w:r>
      <w:r w:rsidR="00256283">
        <w:t>cette théorie n</w:t>
      </w:r>
      <w:r>
        <w:t>’</w:t>
      </w:r>
      <w:r w:rsidR="00256283">
        <w:t>est pas inattaquable</w:t>
      </w:r>
      <w:r>
        <w:t xml:space="preserve">. </w:t>
      </w:r>
      <w:r w:rsidR="00256283">
        <w:t>Peut-être</w:t>
      </w:r>
      <w:r>
        <w:t xml:space="preserve">, </w:t>
      </w:r>
      <w:r w:rsidR="00256283">
        <w:t>d</w:t>
      </w:r>
      <w:r>
        <w:t>’</w:t>
      </w:r>
      <w:r w:rsidR="00256283">
        <w:t>autre part</w:t>
      </w:r>
      <w:r>
        <w:t xml:space="preserve">, </w:t>
      </w:r>
      <w:r w:rsidR="00256283">
        <w:t>avait-elle la chaîne depuis longtemps</w:t>
      </w:r>
      <w:r>
        <w:t xml:space="preserve">, </w:t>
      </w:r>
      <w:r w:rsidR="00256283">
        <w:t>mais tout cela</w:t>
      </w:r>
      <w:r>
        <w:t xml:space="preserve">, </w:t>
      </w:r>
      <w:r w:rsidR="00256283">
        <w:t>c</w:t>
      </w:r>
      <w:r>
        <w:t>’</w:t>
      </w:r>
      <w:r w:rsidR="00256283">
        <w:t>est votre affaire</w:t>
      </w:r>
      <w:r>
        <w:t>.</w:t>
      </w:r>
    </w:p>
    <w:p w14:paraId="4ED92F92" w14:textId="77777777" w:rsidR="00435B4F" w:rsidRDefault="00435B4F" w:rsidP="00256283">
      <w:r>
        <w:t>— </w:t>
      </w:r>
      <w:r w:rsidR="00256283">
        <w:t>Nous faisons tout notre possible</w:t>
      </w:r>
      <w:r>
        <w:t xml:space="preserve">, </w:t>
      </w:r>
      <w:r w:rsidR="00256283">
        <w:t xml:space="preserve">dit </w:t>
      </w:r>
      <w:proofErr w:type="spellStart"/>
      <w:r w:rsidR="00256283">
        <w:t>Guild</w:t>
      </w:r>
      <w:proofErr w:type="spellEnd"/>
      <w:r w:rsidR="00256283">
        <w:t xml:space="preserve"> patiemment</w:t>
      </w:r>
      <w:r>
        <w:t xml:space="preserve">. </w:t>
      </w:r>
      <w:r w:rsidR="00256283">
        <w:t>Alors vous croyez qu</w:t>
      </w:r>
      <w:r>
        <w:t>’</w:t>
      </w:r>
      <w:r w:rsidR="00256283">
        <w:t>elle est coupable</w:t>
      </w:r>
      <w:r>
        <w:t> ?</w:t>
      </w:r>
    </w:p>
    <w:p w14:paraId="7D02C1A9" w14:textId="77777777" w:rsidR="00435B4F" w:rsidRDefault="00435B4F" w:rsidP="00256283">
      <w:r>
        <w:t>— </w:t>
      </w:r>
      <w:r w:rsidR="00256283">
        <w:t>Du meurtre</w:t>
      </w:r>
      <w:r>
        <w:t xml:space="preserve"> ? </w:t>
      </w:r>
      <w:r w:rsidR="00256283">
        <w:t>Pas encore</w:t>
      </w:r>
      <w:r>
        <w:t xml:space="preserve"> ! </w:t>
      </w:r>
      <w:r w:rsidR="00256283">
        <w:t xml:space="preserve">Et </w:t>
      </w:r>
      <w:proofErr w:type="spellStart"/>
      <w:r w:rsidR="00256283">
        <w:t>Nunheim</w:t>
      </w:r>
      <w:proofErr w:type="spellEnd"/>
      <w:r>
        <w:t> ?</w:t>
      </w:r>
    </w:p>
    <w:p w14:paraId="6DCC777D" w14:textId="77777777" w:rsidR="00435B4F" w:rsidRDefault="00435B4F" w:rsidP="00256283">
      <w:r>
        <w:t>— </w:t>
      </w:r>
      <w:r w:rsidR="00256283">
        <w:t>Les projectiles étaient bien identiques à ceux qui ont tué Julia Wolf</w:t>
      </w:r>
      <w:r>
        <w:t xml:space="preserve"> – </w:t>
      </w:r>
      <w:r w:rsidR="00256283">
        <w:t>tous les cinq</w:t>
      </w:r>
      <w:r>
        <w:t>.</w:t>
      </w:r>
    </w:p>
    <w:p w14:paraId="5810E36E" w14:textId="77777777" w:rsidR="00435B4F" w:rsidRDefault="00435B4F" w:rsidP="00256283">
      <w:r>
        <w:t>— </w:t>
      </w:r>
      <w:r w:rsidR="00256283">
        <w:t>Cinq balles</w:t>
      </w:r>
      <w:r>
        <w:t> ?</w:t>
      </w:r>
    </w:p>
    <w:p w14:paraId="1AF1D7E4" w14:textId="77777777" w:rsidR="00435B4F" w:rsidRDefault="00435B4F" w:rsidP="00256283">
      <w:r>
        <w:t>— </w:t>
      </w:r>
      <w:r w:rsidR="00256283">
        <w:t>Oui</w:t>
      </w:r>
      <w:r>
        <w:t xml:space="preserve">, </w:t>
      </w:r>
      <w:r w:rsidR="00256283">
        <w:t>à bout portant</w:t>
      </w:r>
      <w:r>
        <w:t>.</w:t>
      </w:r>
    </w:p>
    <w:p w14:paraId="4AF41301" w14:textId="77777777" w:rsidR="00435B4F" w:rsidRDefault="00435B4F" w:rsidP="00256283">
      <w:r>
        <w:t>— </w:t>
      </w:r>
      <w:r w:rsidR="00256283">
        <w:t>J</w:t>
      </w:r>
      <w:r>
        <w:t>’</w:t>
      </w:r>
      <w:r w:rsidR="00256283">
        <w:t>ai vu sa poule</w:t>
      </w:r>
      <w:r>
        <w:t xml:space="preserve">, </w:t>
      </w:r>
      <w:r w:rsidR="00256283">
        <w:t>la rouquine</w:t>
      </w:r>
      <w:r>
        <w:t xml:space="preserve">, </w:t>
      </w:r>
      <w:r w:rsidR="00256283">
        <w:t>ce soir</w:t>
      </w:r>
      <w:r>
        <w:t xml:space="preserve">, </w:t>
      </w:r>
      <w:r w:rsidR="00256283">
        <w:t>dans un speakeasy</w:t>
      </w:r>
      <w:r>
        <w:t xml:space="preserve">. </w:t>
      </w:r>
      <w:r w:rsidR="00256283">
        <w:t>Elle prétend que nous l</w:t>
      </w:r>
      <w:r>
        <w:t>’</w:t>
      </w:r>
      <w:r w:rsidR="00256283">
        <w:t>avons tué</w:t>
      </w:r>
      <w:r>
        <w:t xml:space="preserve"> – </w:t>
      </w:r>
      <w:r w:rsidR="00256283">
        <w:t>vous et moi</w:t>
      </w:r>
      <w:r>
        <w:t xml:space="preserve"> – </w:t>
      </w:r>
      <w:r w:rsidR="00256283">
        <w:t>parce qu</w:t>
      </w:r>
      <w:r>
        <w:t>’</w:t>
      </w:r>
      <w:r w:rsidR="00256283">
        <w:t>il en savait trop</w:t>
      </w:r>
      <w:r>
        <w:t>.</w:t>
      </w:r>
    </w:p>
    <w:p w14:paraId="1089EAA7" w14:textId="77777777" w:rsidR="00435B4F" w:rsidRDefault="00435B4F" w:rsidP="00256283">
      <w:r>
        <w:t>— </w:t>
      </w:r>
      <w:r w:rsidR="00256283">
        <w:t>Où l</w:t>
      </w:r>
      <w:r>
        <w:t>’</w:t>
      </w:r>
      <w:r w:rsidR="00256283">
        <w:t>avez-vous vue</w:t>
      </w:r>
      <w:r>
        <w:t xml:space="preserve"> ? </w:t>
      </w:r>
      <w:r w:rsidR="00256283">
        <w:t xml:space="preserve">demanda </w:t>
      </w:r>
      <w:proofErr w:type="spellStart"/>
      <w:r w:rsidR="00256283">
        <w:t>Guild</w:t>
      </w:r>
      <w:proofErr w:type="spellEnd"/>
      <w:r>
        <w:t>.</w:t>
      </w:r>
    </w:p>
    <w:p w14:paraId="15FBC19E" w14:textId="77777777" w:rsidR="00435B4F" w:rsidRDefault="00435B4F" w:rsidP="00256283">
      <w:r>
        <w:t>— </w:t>
      </w:r>
      <w:r w:rsidR="00256283">
        <w:t xml:space="preserve">Au </w:t>
      </w:r>
      <w:proofErr w:type="spellStart"/>
      <w:r w:rsidR="00256283">
        <w:t>Pigiron</w:t>
      </w:r>
      <w:proofErr w:type="spellEnd"/>
      <w:r>
        <w:t>.</w:t>
      </w:r>
    </w:p>
    <w:p w14:paraId="763F7FAB" w14:textId="77777777" w:rsidR="00435B4F" w:rsidRDefault="00256283" w:rsidP="00256283">
      <w:r>
        <w:t>Je lui donnai l</w:t>
      </w:r>
      <w:r w:rsidR="00435B4F">
        <w:t>’</w:t>
      </w:r>
      <w:r>
        <w:t>adresse</w:t>
      </w:r>
      <w:r w:rsidR="00435B4F">
        <w:t>.</w:t>
      </w:r>
    </w:p>
    <w:p w14:paraId="7D11C8F1" w14:textId="77777777" w:rsidR="00435B4F" w:rsidRDefault="00435B4F" w:rsidP="00256283">
      <w:r>
        <w:t>— </w:t>
      </w:r>
      <w:r w:rsidR="00256283">
        <w:t>Morelli fréquente cet établissement</w:t>
      </w:r>
      <w:r>
        <w:t xml:space="preserve">, </w:t>
      </w:r>
      <w:r w:rsidR="00256283">
        <w:t>continuai-je</w:t>
      </w:r>
      <w:r>
        <w:t xml:space="preserve">. </w:t>
      </w:r>
      <w:r w:rsidR="00256283">
        <w:t>Il m</w:t>
      </w:r>
      <w:r>
        <w:t>’</w:t>
      </w:r>
      <w:r w:rsidR="00256283">
        <w:t>a dit que Julia s</w:t>
      </w:r>
      <w:r>
        <w:t>’</w:t>
      </w:r>
      <w:r w:rsidR="00256283">
        <w:t>appelait Nancy Kane et que son amant</w:t>
      </w:r>
      <w:r>
        <w:t xml:space="preserve">, </w:t>
      </w:r>
      <w:r w:rsidR="00256283">
        <w:t xml:space="preserve">un certain Face </w:t>
      </w:r>
      <w:proofErr w:type="spellStart"/>
      <w:r w:rsidR="00256283">
        <w:t>Peppler</w:t>
      </w:r>
      <w:proofErr w:type="spellEnd"/>
      <w:r>
        <w:t xml:space="preserve">, </w:t>
      </w:r>
      <w:r w:rsidR="00256283">
        <w:t>était en prison</w:t>
      </w:r>
      <w:r>
        <w:t xml:space="preserve">, </w:t>
      </w:r>
      <w:r w:rsidR="00256283">
        <w:t>quelque part dans l</w:t>
      </w:r>
      <w:r>
        <w:t>’</w:t>
      </w:r>
      <w:r w:rsidR="00256283">
        <w:t>Ohio</w:t>
      </w:r>
      <w:r>
        <w:t>.</w:t>
      </w:r>
    </w:p>
    <w:p w14:paraId="2E56AF47" w14:textId="77777777" w:rsidR="00435B4F" w:rsidRDefault="00435B4F" w:rsidP="00256283">
      <w:r>
        <w:lastRenderedPageBreak/>
        <w:t>— </w:t>
      </w:r>
      <w:r w:rsidR="00256283">
        <w:t>Ah</w:t>
      </w:r>
      <w:r>
        <w:t xml:space="preserve"> ! </w:t>
      </w:r>
      <w:r w:rsidR="00256283">
        <w:t xml:space="preserve">fit </w:t>
      </w:r>
      <w:proofErr w:type="spellStart"/>
      <w:r w:rsidR="00256283">
        <w:t>Guild</w:t>
      </w:r>
      <w:proofErr w:type="spellEnd"/>
      <w:r>
        <w:t xml:space="preserve">, </w:t>
      </w:r>
      <w:r w:rsidR="00256283">
        <w:t>d</w:t>
      </w:r>
      <w:r>
        <w:t>’</w:t>
      </w:r>
      <w:r w:rsidR="00256283">
        <w:t xml:space="preserve">un ton qui me convainquit </w:t>
      </w:r>
      <w:bookmarkStart w:id="56" w:name="bookmark13"/>
      <w:bookmarkEnd w:id="56"/>
      <w:r w:rsidR="00256283">
        <w:t>qu</w:t>
      </w:r>
      <w:r>
        <w:t>’</w:t>
      </w:r>
      <w:r w:rsidR="00256283">
        <w:t>il était au courant</w:t>
      </w:r>
      <w:r>
        <w:t xml:space="preserve">. </w:t>
      </w:r>
      <w:r w:rsidR="00256283">
        <w:t>Et c</w:t>
      </w:r>
      <w:r>
        <w:t>’</w:t>
      </w:r>
      <w:r w:rsidR="00256283">
        <w:t>est tout ce que vous avez découvert</w:t>
      </w:r>
      <w:r>
        <w:t> ?</w:t>
      </w:r>
    </w:p>
    <w:p w14:paraId="4E8EF5A8" w14:textId="77777777" w:rsidR="00435B4F" w:rsidRDefault="00435B4F" w:rsidP="00256283">
      <w:r>
        <w:t>— </w:t>
      </w:r>
      <w:r w:rsidR="00256283">
        <w:t>Un ami</w:t>
      </w:r>
      <w:r>
        <w:t xml:space="preserve">, </w:t>
      </w:r>
      <w:r w:rsidR="00256283">
        <w:t>Larry Crowley</w:t>
      </w:r>
      <w:r>
        <w:t xml:space="preserve">, </w:t>
      </w:r>
      <w:r w:rsidR="00256283">
        <w:t>journaliste</w:t>
      </w:r>
      <w:r>
        <w:t xml:space="preserve">, </w:t>
      </w:r>
      <w:r w:rsidR="00256283">
        <w:t>a vu Jorgensen sortant du mont-de-piété de la Sixième Avenue</w:t>
      </w:r>
      <w:r>
        <w:t xml:space="preserve">, </w:t>
      </w:r>
      <w:r w:rsidR="00256283">
        <w:t>hier après-midi</w:t>
      </w:r>
      <w:r>
        <w:t>.</w:t>
      </w:r>
    </w:p>
    <w:p w14:paraId="5D731714" w14:textId="77777777" w:rsidR="00435B4F" w:rsidRDefault="00435B4F" w:rsidP="00256283">
      <w:r>
        <w:t>— </w:t>
      </w:r>
      <w:r w:rsidR="00256283">
        <w:t>Ah</w:t>
      </w:r>
      <w:r>
        <w:t> ?</w:t>
      </w:r>
    </w:p>
    <w:p w14:paraId="23494D6F" w14:textId="77777777" w:rsidR="00435B4F" w:rsidRDefault="00435B4F" w:rsidP="00256283">
      <w:r>
        <w:t>— </w:t>
      </w:r>
      <w:r w:rsidR="00256283">
        <w:t>Ces nouvelles n</w:t>
      </w:r>
      <w:r>
        <w:t>’</w:t>
      </w:r>
      <w:r w:rsidR="00256283">
        <w:t>ont pas l</w:t>
      </w:r>
      <w:r>
        <w:t>’</w:t>
      </w:r>
      <w:r w:rsidR="00256283">
        <w:t>air de vous passionner</w:t>
      </w:r>
      <w:r>
        <w:t xml:space="preserve"> ! </w:t>
      </w:r>
      <w:r w:rsidR="00256283">
        <w:t>dis-je</w:t>
      </w:r>
      <w:r>
        <w:t>.</w:t>
      </w:r>
    </w:p>
    <w:p w14:paraId="4E2C55C5" w14:textId="77777777" w:rsidR="00435B4F" w:rsidRDefault="00256283" w:rsidP="00256283">
      <w:r>
        <w:t>Mimi ouvrit la porte et entra portant sur un plateau</w:t>
      </w:r>
      <w:r w:rsidR="00435B4F">
        <w:t xml:space="preserve">, </w:t>
      </w:r>
      <w:r>
        <w:t>une bouteille de whisky</w:t>
      </w:r>
      <w:r w:rsidR="00435B4F">
        <w:t xml:space="preserve">, </w:t>
      </w:r>
      <w:r>
        <w:t>un siphon</w:t>
      </w:r>
      <w:r w:rsidR="00435B4F">
        <w:t xml:space="preserve">, </w:t>
      </w:r>
      <w:r>
        <w:t>des verres et de la glace</w:t>
      </w:r>
      <w:r w:rsidR="00435B4F">
        <w:t>.</w:t>
      </w:r>
    </w:p>
    <w:p w14:paraId="15E3341F" w14:textId="77777777" w:rsidR="00435B4F" w:rsidRDefault="00435B4F" w:rsidP="00256283">
      <w:r>
        <w:t>— </w:t>
      </w:r>
      <w:r w:rsidR="00256283">
        <w:t>J</w:t>
      </w:r>
      <w:r>
        <w:t>’</w:t>
      </w:r>
      <w:r w:rsidR="00256283">
        <w:t>ai pensé que vous auriez soif</w:t>
      </w:r>
      <w:r>
        <w:t xml:space="preserve">, </w:t>
      </w:r>
      <w:r w:rsidR="00256283">
        <w:t>dit-elle</w:t>
      </w:r>
      <w:r>
        <w:t xml:space="preserve">, </w:t>
      </w:r>
      <w:r w:rsidR="00256283">
        <w:t>cordialement</w:t>
      </w:r>
      <w:r>
        <w:t>.</w:t>
      </w:r>
    </w:p>
    <w:p w14:paraId="48533CAA" w14:textId="77777777" w:rsidR="00435B4F" w:rsidRDefault="00256283" w:rsidP="00256283">
      <w:r>
        <w:t>Nous la remerciâmes</w:t>
      </w:r>
      <w:r w:rsidR="00435B4F">
        <w:t>.</w:t>
      </w:r>
    </w:p>
    <w:p w14:paraId="3C4B1076" w14:textId="77777777" w:rsidR="00435B4F" w:rsidRDefault="00256283" w:rsidP="00256283">
      <w:r>
        <w:t>Elle posa le plateau sur la table</w:t>
      </w:r>
      <w:r w:rsidR="00435B4F">
        <w:t xml:space="preserve">, </w:t>
      </w:r>
      <w:r>
        <w:t>sourit</w:t>
      </w:r>
      <w:r w:rsidR="00435B4F">
        <w:t xml:space="preserve">, </w:t>
      </w:r>
      <w:r>
        <w:t>s</w:t>
      </w:r>
      <w:r w:rsidR="00435B4F">
        <w:t>’</w:t>
      </w:r>
      <w:r>
        <w:t>excusa avec cet air de tolérance que prennent les femmes devant plusieurs hommes rassemblés</w:t>
      </w:r>
      <w:r w:rsidR="00435B4F">
        <w:t xml:space="preserve">, </w:t>
      </w:r>
      <w:r>
        <w:t>et sortit</w:t>
      </w:r>
      <w:r w:rsidR="00435B4F">
        <w:t>.</w:t>
      </w:r>
    </w:p>
    <w:p w14:paraId="26C35C61" w14:textId="77777777" w:rsidR="00435B4F" w:rsidRDefault="00435B4F" w:rsidP="00256283">
      <w:r>
        <w:t>— </w:t>
      </w:r>
      <w:r w:rsidR="00256283">
        <w:t>Que disiez-vous</w:t>
      </w:r>
      <w:r>
        <w:t xml:space="preserve"> ? </w:t>
      </w:r>
      <w:r w:rsidR="00256283">
        <w:t xml:space="preserve">reprit </w:t>
      </w:r>
      <w:proofErr w:type="spellStart"/>
      <w:r w:rsidR="00256283">
        <w:t>Guild</w:t>
      </w:r>
      <w:proofErr w:type="spellEnd"/>
      <w:r>
        <w:t>.</w:t>
      </w:r>
    </w:p>
    <w:p w14:paraId="2FBBC317" w14:textId="77777777" w:rsidR="00435B4F" w:rsidRDefault="00435B4F" w:rsidP="00256283">
      <w:r>
        <w:t>— </w:t>
      </w:r>
      <w:r w:rsidR="00256283">
        <w:t>Que</w:t>
      </w:r>
      <w:r>
        <w:t xml:space="preserve">, </w:t>
      </w:r>
      <w:r w:rsidR="00256283">
        <w:t>si vous n</w:t>
      </w:r>
      <w:r>
        <w:t>’</w:t>
      </w:r>
      <w:r w:rsidR="00256283">
        <w:t>avez pas confiance en moi</w:t>
      </w:r>
      <w:r>
        <w:t xml:space="preserve">, </w:t>
      </w:r>
      <w:r w:rsidR="00256283">
        <w:t>il faut le déclarer tout de suite</w:t>
      </w:r>
      <w:r>
        <w:t xml:space="preserve">, </w:t>
      </w:r>
      <w:r w:rsidR="00256283">
        <w:t>répondis-je</w:t>
      </w:r>
      <w:r>
        <w:t>.</w:t>
      </w:r>
    </w:p>
    <w:p w14:paraId="513818A1" w14:textId="77777777" w:rsidR="00435B4F" w:rsidRDefault="00435B4F" w:rsidP="00256283">
      <w:r>
        <w:t>— </w:t>
      </w:r>
      <w:r w:rsidR="00256283">
        <w:t>Non</w:t>
      </w:r>
      <w:r>
        <w:t xml:space="preserve">, </w:t>
      </w:r>
      <w:r w:rsidR="00256283">
        <w:t>non</w:t>
      </w:r>
      <w:r>
        <w:t xml:space="preserve">, </w:t>
      </w:r>
      <w:r w:rsidR="00256283">
        <w:t>il ne s</w:t>
      </w:r>
      <w:r>
        <w:t>’</w:t>
      </w:r>
      <w:r w:rsidR="00256283">
        <w:t>agit pas de ça</w:t>
      </w:r>
      <w:r>
        <w:t xml:space="preserve">, </w:t>
      </w:r>
      <w:r w:rsidR="00256283">
        <w:t>Mr</w:t>
      </w:r>
      <w:r>
        <w:t xml:space="preserve">. </w:t>
      </w:r>
      <w:r w:rsidR="00256283">
        <w:t>Charles</w:t>
      </w:r>
      <w:r>
        <w:t xml:space="preserve">, </w:t>
      </w:r>
      <w:r w:rsidR="00256283">
        <w:t>s</w:t>
      </w:r>
      <w:r>
        <w:t>’</w:t>
      </w:r>
      <w:r w:rsidR="00256283">
        <w:t>empressa de répondre le policier</w:t>
      </w:r>
      <w:r>
        <w:t xml:space="preserve">, </w:t>
      </w:r>
      <w:r w:rsidR="00256283">
        <w:t>rougissant brusquement</w:t>
      </w:r>
      <w:r>
        <w:t xml:space="preserve">. </w:t>
      </w:r>
      <w:r w:rsidR="00256283">
        <w:t>En fait</w:t>
      </w:r>
      <w:r>
        <w:t xml:space="preserve">, </w:t>
      </w:r>
      <w:r w:rsidR="00256283">
        <w:t>le Commissaire Général m</w:t>
      </w:r>
      <w:r>
        <w:t>’</w:t>
      </w:r>
      <w:r w:rsidR="00256283">
        <w:t>a passé un savon sérieux en me reprochant la lenteur de l</w:t>
      </w:r>
      <w:r>
        <w:t>’</w:t>
      </w:r>
      <w:r w:rsidR="00256283">
        <w:t>enquête</w:t>
      </w:r>
      <w:r>
        <w:t xml:space="preserve">, </w:t>
      </w:r>
      <w:r w:rsidR="00256283">
        <w:t>alors je suis un peu nerveux</w:t>
      </w:r>
      <w:r>
        <w:t xml:space="preserve">. </w:t>
      </w:r>
      <w:r w:rsidR="00256283">
        <w:t>Et ce second crime vient tout compliquer</w:t>
      </w:r>
      <w:r>
        <w:t> !</w:t>
      </w:r>
    </w:p>
    <w:p w14:paraId="7015B911" w14:textId="77777777" w:rsidR="00435B4F" w:rsidRDefault="00256283" w:rsidP="00256283">
      <w:r>
        <w:t>Il se tourna vers le plateau</w:t>
      </w:r>
      <w:r w:rsidR="00435B4F">
        <w:t>.</w:t>
      </w:r>
    </w:p>
    <w:p w14:paraId="0C69C68D" w14:textId="77777777" w:rsidR="00435B4F" w:rsidRDefault="00435B4F" w:rsidP="00256283">
      <w:r>
        <w:t>— </w:t>
      </w:r>
      <w:r w:rsidR="00256283">
        <w:t>Voulez-vous du soda</w:t>
      </w:r>
      <w:r>
        <w:t> ?</w:t>
      </w:r>
    </w:p>
    <w:p w14:paraId="50F2CEFC" w14:textId="77777777" w:rsidR="00435B4F" w:rsidRDefault="00435B4F" w:rsidP="00256283">
      <w:r>
        <w:t>— </w:t>
      </w:r>
      <w:r w:rsidR="00256283">
        <w:t>Non</w:t>
      </w:r>
      <w:r>
        <w:t xml:space="preserve">, </w:t>
      </w:r>
      <w:r w:rsidR="00256283">
        <w:t>merci</w:t>
      </w:r>
      <w:r>
        <w:t xml:space="preserve">, </w:t>
      </w:r>
      <w:r w:rsidR="00256283">
        <w:t>pur</w:t>
      </w:r>
      <w:r>
        <w:t xml:space="preserve">. </w:t>
      </w:r>
      <w:r w:rsidR="00256283">
        <w:t>Avez-vous de nouveaux indices</w:t>
      </w:r>
      <w:r>
        <w:t> ?</w:t>
      </w:r>
    </w:p>
    <w:p w14:paraId="0DFB897E" w14:textId="77777777" w:rsidR="00435B4F" w:rsidRDefault="00435B4F" w:rsidP="00256283">
      <w:r>
        <w:lastRenderedPageBreak/>
        <w:t>— </w:t>
      </w:r>
      <w:r w:rsidR="00256283">
        <w:t>Rien</w:t>
      </w:r>
      <w:r>
        <w:t xml:space="preserve">, </w:t>
      </w:r>
      <w:r w:rsidR="00256283">
        <w:t>même arme</w:t>
      </w:r>
      <w:r>
        <w:t xml:space="preserve">, </w:t>
      </w:r>
      <w:r w:rsidR="00256283">
        <w:t>mêmes projectiles</w:t>
      </w:r>
      <w:r>
        <w:t xml:space="preserve">, </w:t>
      </w:r>
      <w:r w:rsidR="00256283">
        <w:t>c</w:t>
      </w:r>
      <w:r>
        <w:t>’</w:t>
      </w:r>
      <w:r w:rsidR="00256283">
        <w:t>est tout</w:t>
      </w:r>
      <w:r>
        <w:t xml:space="preserve"> ! </w:t>
      </w:r>
      <w:r w:rsidR="00256283">
        <w:t>Il a été abattu dans le hall d</w:t>
      </w:r>
      <w:r>
        <w:t>’</w:t>
      </w:r>
      <w:r w:rsidR="00256283">
        <w:t>une maison meublée qui est située entre deux magasins</w:t>
      </w:r>
      <w:r>
        <w:t xml:space="preserve">. </w:t>
      </w:r>
      <w:r w:rsidR="00256283">
        <w:t>Personne n</w:t>
      </w:r>
      <w:r>
        <w:t>’</w:t>
      </w:r>
      <w:r w:rsidR="00256283">
        <w:t xml:space="preserve">y connaît </w:t>
      </w:r>
      <w:proofErr w:type="spellStart"/>
      <w:r w:rsidR="00256283">
        <w:t>Nunheim</w:t>
      </w:r>
      <w:proofErr w:type="spellEnd"/>
      <w:r w:rsidR="00256283">
        <w:t xml:space="preserve"> ou </w:t>
      </w:r>
      <w:proofErr w:type="spellStart"/>
      <w:r w:rsidR="00256283">
        <w:t>Wynant</w:t>
      </w:r>
      <w:proofErr w:type="spellEnd"/>
      <w:r>
        <w:t xml:space="preserve">. </w:t>
      </w:r>
      <w:r w:rsidR="00256283">
        <w:t>La grande porte du hall n</w:t>
      </w:r>
      <w:r>
        <w:t>’</w:t>
      </w:r>
      <w:r w:rsidR="00256283">
        <w:t>est fermée qu</w:t>
      </w:r>
      <w:r>
        <w:t>’</w:t>
      </w:r>
      <w:r w:rsidR="00256283">
        <w:t>au loquet</w:t>
      </w:r>
      <w:r>
        <w:t xml:space="preserve">, </w:t>
      </w:r>
      <w:r w:rsidR="00256283">
        <w:t>mais tout cela ne nous apprend rien</w:t>
      </w:r>
      <w:r>
        <w:t>.</w:t>
      </w:r>
    </w:p>
    <w:p w14:paraId="05D6687D" w14:textId="77777777" w:rsidR="00435B4F" w:rsidRDefault="00435B4F" w:rsidP="00256283">
      <w:r>
        <w:t>— </w:t>
      </w:r>
      <w:r w:rsidR="00256283">
        <w:t>Quelqu</w:t>
      </w:r>
      <w:r>
        <w:t>’</w:t>
      </w:r>
      <w:r w:rsidR="00256283">
        <w:t>un a-t-il entendu quelque chose</w:t>
      </w:r>
      <w:r>
        <w:t> ?</w:t>
      </w:r>
    </w:p>
    <w:p w14:paraId="0D73425A" w14:textId="77777777" w:rsidR="00435B4F" w:rsidRDefault="00435B4F" w:rsidP="00256283">
      <w:r>
        <w:t>— </w:t>
      </w:r>
      <w:r w:rsidR="00256283">
        <w:t>Oui</w:t>
      </w:r>
      <w:r>
        <w:t xml:space="preserve">, </w:t>
      </w:r>
      <w:r w:rsidR="00256283">
        <w:t>on a entendu les détonations</w:t>
      </w:r>
      <w:r>
        <w:t xml:space="preserve">, </w:t>
      </w:r>
      <w:r w:rsidR="00256283">
        <w:t>mais sans voir qui tirait</w:t>
      </w:r>
      <w:r>
        <w:t>.</w:t>
      </w:r>
    </w:p>
    <w:p w14:paraId="19C5405A" w14:textId="77777777" w:rsidR="00435B4F" w:rsidRDefault="00256283" w:rsidP="00256283">
      <w:r>
        <w:t>Le policier me versa un verre de whisky</w:t>
      </w:r>
      <w:r w:rsidR="00435B4F">
        <w:t>.</w:t>
      </w:r>
    </w:p>
    <w:p w14:paraId="3F428560" w14:textId="77777777" w:rsidR="00435B4F" w:rsidRDefault="00435B4F" w:rsidP="00256283">
      <w:r>
        <w:t>— </w:t>
      </w:r>
      <w:r w:rsidR="00256283">
        <w:t>A-t-on retrouvé des douilles vides</w:t>
      </w:r>
      <w:r>
        <w:t> ?</w:t>
      </w:r>
    </w:p>
    <w:p w14:paraId="7603950E" w14:textId="77777777" w:rsidR="00435B4F" w:rsidRDefault="00435B4F" w:rsidP="00256283">
      <w:r>
        <w:t>— </w:t>
      </w:r>
      <w:r w:rsidR="00256283">
        <w:t>Non</w:t>
      </w:r>
      <w:r>
        <w:t xml:space="preserve">, </w:t>
      </w:r>
      <w:r w:rsidR="00256283">
        <w:t>pas plus là que chez Julia Wolf</w:t>
      </w:r>
      <w:r>
        <w:t xml:space="preserve">. </w:t>
      </w:r>
      <w:r w:rsidR="00256283">
        <w:t>Un revolver</w:t>
      </w:r>
      <w:r>
        <w:t xml:space="preserve">, </w:t>
      </w:r>
      <w:r w:rsidR="00256283">
        <w:t>sans doute</w:t>
      </w:r>
      <w:r>
        <w:t>.</w:t>
      </w:r>
    </w:p>
    <w:p w14:paraId="027A2A7C" w14:textId="77777777" w:rsidR="00435B4F" w:rsidRDefault="00435B4F" w:rsidP="00256283">
      <w:r>
        <w:t>— </w:t>
      </w:r>
      <w:r w:rsidR="00256283">
        <w:t>Et le meurtrier a vidé son barillet chaque fois</w:t>
      </w:r>
      <w:r>
        <w:t xml:space="preserve"> – </w:t>
      </w:r>
      <w:r w:rsidR="00256283">
        <w:t>si nous tenons compte de la balle qui a démoli l</w:t>
      </w:r>
      <w:r>
        <w:t>’</w:t>
      </w:r>
      <w:r w:rsidR="00256283">
        <w:t>appareil téléphonique</w:t>
      </w:r>
      <w:r>
        <w:t xml:space="preserve">. </w:t>
      </w:r>
      <w:r w:rsidR="00256283">
        <w:t>L</w:t>
      </w:r>
      <w:r>
        <w:t>’</w:t>
      </w:r>
      <w:r w:rsidR="00256283">
        <w:t>homme devait avoir conservé une chambre du barillet vide</w:t>
      </w:r>
      <w:r>
        <w:t xml:space="preserve"> : </w:t>
      </w:r>
      <w:r w:rsidR="00256283">
        <w:t>celle qui se trouvait sous le chien quand il avait l</w:t>
      </w:r>
      <w:r>
        <w:t>’</w:t>
      </w:r>
      <w:r w:rsidR="00256283">
        <w:t>arme en poche</w:t>
      </w:r>
      <w:r>
        <w:t>.</w:t>
      </w:r>
    </w:p>
    <w:p w14:paraId="23BC75D8" w14:textId="77777777" w:rsidR="00435B4F" w:rsidRDefault="00256283" w:rsidP="00256283">
      <w:proofErr w:type="spellStart"/>
      <w:r>
        <w:t>Guild</w:t>
      </w:r>
      <w:proofErr w:type="spellEnd"/>
      <w:r>
        <w:t xml:space="preserve"> qui allait boire reposa son verre sur la table</w:t>
      </w:r>
      <w:r w:rsidR="00435B4F">
        <w:t>.</w:t>
      </w:r>
    </w:p>
    <w:p w14:paraId="1001AC0D" w14:textId="77777777" w:rsidR="00435B4F" w:rsidRDefault="00435B4F" w:rsidP="00256283">
      <w:r>
        <w:t>— </w:t>
      </w:r>
      <w:r w:rsidR="00256283">
        <w:t>Vous n</w:t>
      </w:r>
      <w:r>
        <w:t>’</w:t>
      </w:r>
      <w:r w:rsidR="00256283">
        <w:t>allez pas insinuer que des Chinois ont été mêlés au meurtre</w:t>
      </w:r>
      <w:r>
        <w:t xml:space="preserve">, </w:t>
      </w:r>
      <w:r w:rsidR="00256283">
        <w:t>parce qu</w:t>
      </w:r>
      <w:r>
        <w:t>’</w:t>
      </w:r>
      <w:r w:rsidR="00256283">
        <w:t>ils tirent presque tous avec un revolver</w:t>
      </w:r>
      <w:r>
        <w:t> ?</w:t>
      </w:r>
    </w:p>
    <w:p w14:paraId="2B322B44" w14:textId="77777777" w:rsidR="00435B4F" w:rsidRDefault="00435B4F" w:rsidP="00256283">
      <w:r>
        <w:t>— </w:t>
      </w:r>
      <w:r w:rsidR="00256283">
        <w:t>Non</w:t>
      </w:r>
      <w:r>
        <w:t xml:space="preserve">. </w:t>
      </w:r>
      <w:r w:rsidR="00256283">
        <w:t xml:space="preserve">Il faut trouver où était </w:t>
      </w:r>
      <w:proofErr w:type="spellStart"/>
      <w:r w:rsidR="00256283">
        <w:t>Nunheim</w:t>
      </w:r>
      <w:proofErr w:type="spellEnd"/>
      <w:r w:rsidR="00256283">
        <w:t xml:space="preserve"> l</w:t>
      </w:r>
      <w:r>
        <w:t>’</w:t>
      </w:r>
      <w:r w:rsidR="00256283">
        <w:t>après-midi de l</w:t>
      </w:r>
      <w:r>
        <w:t>’</w:t>
      </w:r>
      <w:r w:rsidR="00256283">
        <w:t>assassinat de Julia</w:t>
      </w:r>
      <w:r>
        <w:t>.</w:t>
      </w:r>
    </w:p>
    <w:p w14:paraId="3EB2A08D" w14:textId="77777777" w:rsidR="00435B4F" w:rsidRDefault="00435B4F" w:rsidP="00256283">
      <w:r>
        <w:t>— </w:t>
      </w:r>
      <w:r w:rsidR="00256283">
        <w:t>Il a rôdé</w:t>
      </w:r>
      <w:r>
        <w:t xml:space="preserve">, </w:t>
      </w:r>
      <w:r w:rsidR="00256283">
        <w:t>à un certain moment</w:t>
      </w:r>
      <w:r>
        <w:t xml:space="preserve">, </w:t>
      </w:r>
      <w:r w:rsidR="00256283">
        <w:t>autour de la maison de la jeune fille</w:t>
      </w:r>
      <w:r>
        <w:t xml:space="preserve">, </w:t>
      </w:r>
      <w:r w:rsidR="00256283">
        <w:t>si l</w:t>
      </w:r>
      <w:r>
        <w:t>’</w:t>
      </w:r>
      <w:r w:rsidR="00256283">
        <w:t>on en croit le témoignage de gens qui</w:t>
      </w:r>
      <w:r>
        <w:t xml:space="preserve">, </w:t>
      </w:r>
      <w:r w:rsidR="00256283">
        <w:t>à ce moment-là</w:t>
      </w:r>
      <w:r>
        <w:t xml:space="preserve">, </w:t>
      </w:r>
      <w:r w:rsidR="00256283">
        <w:t>n</w:t>
      </w:r>
      <w:r>
        <w:t>’</w:t>
      </w:r>
      <w:r w:rsidR="00256283">
        <w:t>ont pas accordé grande importance à cette constatation et n</w:t>
      </w:r>
      <w:r>
        <w:t>’</w:t>
      </w:r>
      <w:r w:rsidR="00256283">
        <w:t>ont aucune raison de mentir</w:t>
      </w:r>
      <w:r>
        <w:t xml:space="preserve">. </w:t>
      </w:r>
      <w:r w:rsidR="00256283">
        <w:t>La veille</w:t>
      </w:r>
      <w:r>
        <w:t xml:space="preserve">, </w:t>
      </w:r>
      <w:proofErr w:type="spellStart"/>
      <w:r w:rsidR="00256283">
        <w:lastRenderedPageBreak/>
        <w:t>Nunheim</w:t>
      </w:r>
      <w:proofErr w:type="spellEnd"/>
      <w:r w:rsidR="00256283">
        <w:t xml:space="preserve"> était monté jusqu</w:t>
      </w:r>
      <w:r>
        <w:t>’</w:t>
      </w:r>
      <w:r w:rsidR="00256283">
        <w:t>à l</w:t>
      </w:r>
      <w:r>
        <w:t>’</w:t>
      </w:r>
      <w:r w:rsidR="00256283">
        <w:t>appartement de Julia</w:t>
      </w:r>
      <w:r>
        <w:t xml:space="preserve">, </w:t>
      </w:r>
      <w:r w:rsidR="00256283">
        <w:t>par l</w:t>
      </w:r>
      <w:r>
        <w:t>’</w:t>
      </w:r>
      <w:r w:rsidR="00256283">
        <w:t>ascenseur</w:t>
      </w:r>
      <w:r>
        <w:t xml:space="preserve">. </w:t>
      </w:r>
      <w:r w:rsidR="00256283">
        <w:t>Le garçon prétend que l</w:t>
      </w:r>
      <w:r>
        <w:t>’</w:t>
      </w:r>
      <w:r w:rsidR="00256283">
        <w:t>homme est redescendu presque immédiatement et qu</w:t>
      </w:r>
      <w:r>
        <w:t>’</w:t>
      </w:r>
      <w:r w:rsidR="00256283">
        <w:t>il ignore même s</w:t>
      </w:r>
      <w:r>
        <w:t>’</w:t>
      </w:r>
      <w:r w:rsidR="00256283">
        <w:t>il a pénétré dans l</w:t>
      </w:r>
      <w:r>
        <w:t>’</w:t>
      </w:r>
      <w:r w:rsidR="00256283">
        <w:t>appartement</w:t>
      </w:r>
      <w:r>
        <w:t>.</w:t>
      </w:r>
    </w:p>
    <w:p w14:paraId="65C61AAF" w14:textId="77777777" w:rsidR="00435B4F" w:rsidRDefault="00435B4F" w:rsidP="00256283">
      <w:r>
        <w:t>— </w:t>
      </w:r>
      <w:r w:rsidR="00256283">
        <w:t>Peut-être Miriam a-t-elle raison</w:t>
      </w:r>
      <w:r>
        <w:t xml:space="preserve"> ! </w:t>
      </w:r>
      <w:r w:rsidR="00256283">
        <w:t>dis-je</w:t>
      </w:r>
      <w:r>
        <w:t xml:space="preserve">, </w:t>
      </w:r>
      <w:r w:rsidR="00256283">
        <w:t>et le petit homme en savait-il trop long sur l</w:t>
      </w:r>
      <w:r>
        <w:t>’</w:t>
      </w:r>
      <w:r w:rsidR="00256283">
        <w:t>affaire</w:t>
      </w:r>
      <w:r>
        <w:t xml:space="preserve">. </w:t>
      </w:r>
      <w:r w:rsidR="00256283">
        <w:t xml:space="preserve">Il faut aussi trouver pourquoi cette différence de quatre mille dollars entre la somme remise par Macaulay et celle que </w:t>
      </w:r>
      <w:proofErr w:type="spellStart"/>
      <w:r w:rsidR="00256283">
        <w:t>Wynant</w:t>
      </w:r>
      <w:proofErr w:type="spellEnd"/>
      <w:r w:rsidR="00256283">
        <w:t xml:space="preserve"> prétend avoir reçue</w:t>
      </w:r>
      <w:r>
        <w:t>.</w:t>
      </w:r>
    </w:p>
    <w:p w14:paraId="7BFAA721" w14:textId="77777777" w:rsidR="00435B4F" w:rsidRDefault="00435B4F" w:rsidP="00256283">
      <w:r>
        <w:t>— </w:t>
      </w:r>
      <w:r w:rsidR="00256283">
        <w:t>Nous ne savons rien de nouveau sur ce point</w:t>
      </w:r>
      <w:r>
        <w:t xml:space="preserve">, </w:t>
      </w:r>
      <w:r w:rsidR="00256283">
        <w:t xml:space="preserve">répondit </w:t>
      </w:r>
      <w:proofErr w:type="spellStart"/>
      <w:r w:rsidR="00256283">
        <w:t>Guild</w:t>
      </w:r>
      <w:proofErr w:type="spellEnd"/>
      <w:r>
        <w:t>.</w:t>
      </w:r>
    </w:p>
    <w:p w14:paraId="59EA8AFB" w14:textId="77777777" w:rsidR="00435B4F" w:rsidRDefault="00435B4F" w:rsidP="00256283">
      <w:r>
        <w:t>— </w:t>
      </w:r>
      <w:r w:rsidR="00256283">
        <w:t>Morelli prétend que Julia avait de l</w:t>
      </w:r>
      <w:r>
        <w:t>’</w:t>
      </w:r>
      <w:r w:rsidR="00256283">
        <w:t>argent à sa disposition</w:t>
      </w:r>
      <w:r>
        <w:t xml:space="preserve">. </w:t>
      </w:r>
      <w:r w:rsidR="00256283">
        <w:t>Un jour que le jeune homme était gêné elle lui a prêté cinq mille dollars en espèces</w:t>
      </w:r>
      <w:r>
        <w:t>.</w:t>
      </w:r>
    </w:p>
    <w:p w14:paraId="15E2B1E7" w14:textId="77777777" w:rsidR="00435B4F" w:rsidRDefault="00256283" w:rsidP="00256283">
      <w:r>
        <w:t>Le policier</w:t>
      </w:r>
      <w:r w:rsidR="00435B4F">
        <w:t xml:space="preserve">, </w:t>
      </w:r>
      <w:r>
        <w:t>surpris</w:t>
      </w:r>
      <w:r w:rsidR="00435B4F">
        <w:t xml:space="preserve">, </w:t>
      </w:r>
      <w:r>
        <w:t>leva les sourcils</w:t>
      </w:r>
      <w:r w:rsidR="00435B4F">
        <w:t>.</w:t>
      </w:r>
    </w:p>
    <w:p w14:paraId="34CFA1EB" w14:textId="77777777" w:rsidR="00435B4F" w:rsidRDefault="00435B4F" w:rsidP="00256283">
      <w:r>
        <w:t>— </w:t>
      </w:r>
      <w:r w:rsidR="00256283">
        <w:t>Ah</w:t>
      </w:r>
      <w:r>
        <w:t xml:space="preserve"> ! </w:t>
      </w:r>
      <w:r w:rsidR="00256283">
        <w:t>fit-il</w:t>
      </w:r>
      <w:r>
        <w:t>.</w:t>
      </w:r>
    </w:p>
    <w:p w14:paraId="1C83744A" w14:textId="77777777" w:rsidR="00435B4F" w:rsidRDefault="00435B4F" w:rsidP="00256283">
      <w:r>
        <w:t>— </w:t>
      </w:r>
      <w:r w:rsidR="00256283">
        <w:t>Oui</w:t>
      </w:r>
      <w:r>
        <w:t xml:space="preserve">, </w:t>
      </w:r>
      <w:r w:rsidR="00256283">
        <w:t xml:space="preserve">il prétend aussi que </w:t>
      </w:r>
      <w:proofErr w:type="spellStart"/>
      <w:r w:rsidR="00256283">
        <w:t>Wynant</w:t>
      </w:r>
      <w:proofErr w:type="spellEnd"/>
      <w:r w:rsidR="00256283">
        <w:t xml:space="preserve"> connaissait le passé de Julia</w:t>
      </w:r>
      <w:r>
        <w:t>.</w:t>
      </w:r>
    </w:p>
    <w:p w14:paraId="7A10EC08" w14:textId="77777777" w:rsidR="00435B4F" w:rsidRDefault="00435B4F" w:rsidP="00256283">
      <w:r>
        <w:t>— </w:t>
      </w:r>
      <w:r w:rsidR="00256283">
        <w:t>Il me semble</w:t>
      </w:r>
      <w:r>
        <w:t xml:space="preserve">, </w:t>
      </w:r>
      <w:r w:rsidR="00256283">
        <w:t xml:space="preserve">dit lentement </w:t>
      </w:r>
      <w:proofErr w:type="spellStart"/>
      <w:r w:rsidR="00256283">
        <w:t>Guild</w:t>
      </w:r>
      <w:proofErr w:type="spellEnd"/>
      <w:r>
        <w:t xml:space="preserve">, </w:t>
      </w:r>
      <w:r w:rsidR="00256283">
        <w:t>que ce Morelli vous a raconté beaucoup de choses</w:t>
      </w:r>
      <w:r>
        <w:t>.</w:t>
      </w:r>
    </w:p>
    <w:p w14:paraId="763BF51A" w14:textId="77777777" w:rsidR="00435B4F" w:rsidRDefault="00435B4F" w:rsidP="00256283">
      <w:r>
        <w:t>— </w:t>
      </w:r>
      <w:r w:rsidR="00256283">
        <w:t>Il bavarde facilement</w:t>
      </w:r>
      <w:r>
        <w:t xml:space="preserve">. </w:t>
      </w:r>
      <w:r w:rsidR="00256283">
        <w:t>N</w:t>
      </w:r>
      <w:r>
        <w:t>’</w:t>
      </w:r>
      <w:r w:rsidR="00256283">
        <w:t xml:space="preserve">avez-vous rien découvert en ce qui concerne les dernières expériences tentées par </w:t>
      </w:r>
      <w:proofErr w:type="spellStart"/>
      <w:r w:rsidR="00256283">
        <w:t>Wynant</w:t>
      </w:r>
      <w:proofErr w:type="spellEnd"/>
      <w:r>
        <w:t> ?</w:t>
      </w:r>
    </w:p>
    <w:p w14:paraId="7536CC92" w14:textId="77777777" w:rsidR="00435B4F" w:rsidRDefault="00435B4F" w:rsidP="00256283">
      <w:r>
        <w:t>— </w:t>
      </w:r>
      <w:r w:rsidR="00256283">
        <w:t>Non</w:t>
      </w:r>
      <w:r>
        <w:t xml:space="preserve">. </w:t>
      </w:r>
      <w:r w:rsidR="00256283">
        <w:t>Son magasin et son laboratoire paraissent toujours vous intéresser</w:t>
      </w:r>
      <w:r>
        <w:t> !</w:t>
      </w:r>
    </w:p>
    <w:p w14:paraId="5252ED0E" w14:textId="77777777" w:rsidR="00435B4F" w:rsidRDefault="00435B4F" w:rsidP="00256283">
      <w:r>
        <w:t>— </w:t>
      </w:r>
      <w:r w:rsidR="00256283">
        <w:t>Pourquoi pas</w:t>
      </w:r>
      <w:r>
        <w:t xml:space="preserve">. </w:t>
      </w:r>
      <w:r w:rsidR="00256283">
        <w:t>C</w:t>
      </w:r>
      <w:r>
        <w:t>’</w:t>
      </w:r>
      <w:r w:rsidR="00256283">
        <w:t>est là qu</w:t>
      </w:r>
      <w:r>
        <w:t>’</w:t>
      </w:r>
      <w:r w:rsidR="00256283">
        <w:t>il a travaillé</w:t>
      </w:r>
      <w:r>
        <w:t xml:space="preserve">. </w:t>
      </w:r>
      <w:r w:rsidR="00256283">
        <w:t>Je voudrais bien visiter ce magasin</w:t>
      </w:r>
      <w:r>
        <w:t>.</w:t>
      </w:r>
    </w:p>
    <w:p w14:paraId="525D2134" w14:textId="77777777" w:rsidR="00435B4F" w:rsidRDefault="00435B4F" w:rsidP="00256283">
      <w:r>
        <w:lastRenderedPageBreak/>
        <w:t>— </w:t>
      </w:r>
      <w:r w:rsidR="00256283">
        <w:t>À votre aise</w:t>
      </w:r>
      <w:r>
        <w:t xml:space="preserve">. </w:t>
      </w:r>
      <w:r w:rsidR="00256283">
        <w:t>Mais comment avez-vous réussi à faire parler Morelli</w:t>
      </w:r>
      <w:r>
        <w:t> ?</w:t>
      </w:r>
    </w:p>
    <w:p w14:paraId="59CFB00A" w14:textId="77777777" w:rsidR="00435B4F" w:rsidRDefault="00435B4F" w:rsidP="00256283">
      <w:r>
        <w:t>— </w:t>
      </w:r>
      <w:r w:rsidR="00256283">
        <w:t>Je vous répète qu</w:t>
      </w:r>
      <w:r>
        <w:t>’</w:t>
      </w:r>
      <w:r w:rsidR="00256283">
        <w:t>il bavarde facilement</w:t>
      </w:r>
      <w:r>
        <w:t xml:space="preserve">. </w:t>
      </w:r>
      <w:r w:rsidR="00256283">
        <w:t>Connaissez-vous un type qu</w:t>
      </w:r>
      <w:r>
        <w:t>’</w:t>
      </w:r>
      <w:r w:rsidR="00256283">
        <w:t xml:space="preserve">on appelle </w:t>
      </w:r>
      <w:proofErr w:type="spellStart"/>
      <w:r w:rsidR="00256283">
        <w:t>Sparrow</w:t>
      </w:r>
      <w:proofErr w:type="spellEnd"/>
      <w:r>
        <w:t xml:space="preserve"> ? </w:t>
      </w:r>
      <w:r w:rsidR="00256283">
        <w:t>Un gros</w:t>
      </w:r>
      <w:r>
        <w:t xml:space="preserve">, </w:t>
      </w:r>
      <w:r w:rsidR="00256283">
        <w:t>tout pâle</w:t>
      </w:r>
      <w:r>
        <w:t xml:space="preserve">, </w:t>
      </w:r>
      <w:r w:rsidR="00256283">
        <w:t>avec une voix de femme</w:t>
      </w:r>
      <w:r>
        <w:t>.</w:t>
      </w:r>
    </w:p>
    <w:p w14:paraId="0FA15BE8" w14:textId="77777777" w:rsidR="00435B4F" w:rsidRDefault="00435B4F" w:rsidP="00256283">
      <w:r>
        <w:t>— </w:t>
      </w:r>
      <w:r w:rsidR="00256283">
        <w:t>Non</w:t>
      </w:r>
      <w:r>
        <w:t xml:space="preserve">. </w:t>
      </w:r>
      <w:r w:rsidR="00256283">
        <w:t>Pourquoi</w:t>
      </w:r>
      <w:r>
        <w:t> ?</w:t>
      </w:r>
    </w:p>
    <w:p w14:paraId="3C4F98D1" w14:textId="77777777" w:rsidR="00435B4F" w:rsidRDefault="00435B4F" w:rsidP="00256283">
      <w:r>
        <w:t>— </w:t>
      </w:r>
      <w:r w:rsidR="00256283">
        <w:t>Il était là aussi</w:t>
      </w:r>
      <w:r>
        <w:t xml:space="preserve">, </w:t>
      </w:r>
      <w:r w:rsidR="00256283">
        <w:t>avec Miriam</w:t>
      </w:r>
      <w:r>
        <w:t xml:space="preserve">. </w:t>
      </w:r>
      <w:r w:rsidR="00256283">
        <w:t>Il a tenté de me sauter dessus mais on ne l</w:t>
      </w:r>
      <w:r>
        <w:t>’</w:t>
      </w:r>
      <w:r w:rsidR="00256283">
        <w:t>a pas laissé faire</w:t>
      </w:r>
      <w:r>
        <w:t>.</w:t>
      </w:r>
    </w:p>
    <w:p w14:paraId="54A652FB" w14:textId="77777777" w:rsidR="00435B4F" w:rsidRDefault="00435B4F" w:rsidP="00256283">
      <w:r>
        <w:t>— </w:t>
      </w:r>
      <w:r w:rsidR="00256283">
        <w:t>Pourquoi</w:t>
      </w:r>
      <w:r>
        <w:t> ?</w:t>
      </w:r>
    </w:p>
    <w:p w14:paraId="0BCA44D9" w14:textId="77777777" w:rsidR="00435B4F" w:rsidRDefault="00435B4F" w:rsidP="00256283">
      <w:r>
        <w:t>— </w:t>
      </w:r>
      <w:r w:rsidR="00256283">
        <w:t>Je ne sais pas</w:t>
      </w:r>
      <w:r>
        <w:t xml:space="preserve">. </w:t>
      </w:r>
      <w:r w:rsidR="00256283">
        <w:t xml:space="preserve">Peut-être Miriam lui a-t-elle dit que je vous ai aidé à exécuter </w:t>
      </w:r>
      <w:proofErr w:type="spellStart"/>
      <w:r w:rsidR="00256283">
        <w:t>Nunheim</w:t>
      </w:r>
      <w:proofErr w:type="spellEnd"/>
      <w:r>
        <w:t>.</w:t>
      </w:r>
    </w:p>
    <w:p w14:paraId="69BFEE41" w14:textId="77777777" w:rsidR="00435B4F" w:rsidRDefault="00435B4F" w:rsidP="00256283">
      <w:r>
        <w:t>— </w:t>
      </w:r>
      <w:r w:rsidR="00256283">
        <w:t>Ah</w:t>
      </w:r>
      <w:r>
        <w:t xml:space="preserve"> ! </w:t>
      </w:r>
      <w:r w:rsidR="00256283">
        <w:t xml:space="preserve">fit </w:t>
      </w:r>
      <w:proofErr w:type="spellStart"/>
      <w:r w:rsidR="00256283">
        <w:t>Guild</w:t>
      </w:r>
      <w:proofErr w:type="spellEnd"/>
      <w:r>
        <w:t>.</w:t>
      </w:r>
    </w:p>
    <w:p w14:paraId="03242103" w14:textId="77777777" w:rsidR="00435B4F" w:rsidRDefault="00256283" w:rsidP="00256283">
      <w:r>
        <w:t>Il se gratta le menton et tira sa montre</w:t>
      </w:r>
      <w:r w:rsidR="00435B4F">
        <w:t>.</w:t>
      </w:r>
    </w:p>
    <w:p w14:paraId="1C132B10" w14:textId="77777777" w:rsidR="00435B4F" w:rsidRDefault="00435B4F" w:rsidP="00256283">
      <w:r>
        <w:t>— </w:t>
      </w:r>
      <w:r w:rsidR="00256283">
        <w:t>Il est tard</w:t>
      </w:r>
      <w:r>
        <w:t xml:space="preserve">, </w:t>
      </w:r>
      <w:r w:rsidR="00256283">
        <w:t>reprit-il</w:t>
      </w:r>
      <w:r>
        <w:t xml:space="preserve">. </w:t>
      </w:r>
      <w:r w:rsidR="00256283">
        <w:t>Venez me voir demain</w:t>
      </w:r>
      <w:r>
        <w:t xml:space="preserve"> – </w:t>
      </w:r>
      <w:r w:rsidR="00256283">
        <w:t>aujourd</w:t>
      </w:r>
      <w:r>
        <w:t>’</w:t>
      </w:r>
      <w:r w:rsidR="00256283">
        <w:t>hui</w:t>
      </w:r>
      <w:r>
        <w:t xml:space="preserve">, </w:t>
      </w:r>
      <w:r w:rsidR="00256283">
        <w:t>veux-je dire</w:t>
      </w:r>
      <w:r>
        <w:t> !</w:t>
      </w:r>
    </w:p>
    <w:p w14:paraId="2667B66B" w14:textId="77777777" w:rsidR="00435B4F" w:rsidRDefault="00256283" w:rsidP="00256283">
      <w:r>
        <w:t xml:space="preserve">Je sortis pour regagner le </w:t>
      </w:r>
      <w:r w:rsidR="00435B4F">
        <w:t>« </w:t>
      </w:r>
      <w:r>
        <w:t>living-room</w:t>
      </w:r>
      <w:r w:rsidR="00435B4F">
        <w:t> ».</w:t>
      </w:r>
    </w:p>
    <w:p w14:paraId="73CDFACA" w14:textId="77777777" w:rsidR="00435B4F" w:rsidRDefault="00256283" w:rsidP="00256283">
      <w:r>
        <w:t>Nora dormait sur le canapé</w:t>
      </w:r>
      <w:r w:rsidR="00435B4F">
        <w:t xml:space="preserve">. </w:t>
      </w:r>
      <w:r>
        <w:t>Mimi posa le livre qu</w:t>
      </w:r>
      <w:r w:rsidR="00435B4F">
        <w:t>’</w:t>
      </w:r>
      <w:r>
        <w:t>elle lisait</w:t>
      </w:r>
      <w:r w:rsidR="00435B4F">
        <w:t>.</w:t>
      </w:r>
    </w:p>
    <w:p w14:paraId="401B0202" w14:textId="77777777" w:rsidR="00435B4F" w:rsidRDefault="00435B4F" w:rsidP="00256283">
      <w:r>
        <w:t>— </w:t>
      </w:r>
      <w:r w:rsidR="00256283">
        <w:t>Est-ce que le huis-clos est levé</w:t>
      </w:r>
      <w:r>
        <w:t xml:space="preserve"> ? </w:t>
      </w:r>
      <w:r w:rsidR="00256283">
        <w:t>demanda-t-elle</w:t>
      </w:r>
      <w:r>
        <w:t>.</w:t>
      </w:r>
    </w:p>
    <w:p w14:paraId="6728CC7C" w14:textId="77777777" w:rsidR="00435B4F" w:rsidRDefault="00435B4F" w:rsidP="00256283">
      <w:r>
        <w:t>— </w:t>
      </w:r>
      <w:r w:rsidR="00256283">
        <w:t>Oui</w:t>
      </w:r>
      <w:r>
        <w:t>.</w:t>
      </w:r>
    </w:p>
    <w:p w14:paraId="23398F02" w14:textId="77777777" w:rsidR="00435B4F" w:rsidRDefault="00435B4F" w:rsidP="00256283">
      <w:r>
        <w:t>— </w:t>
      </w:r>
      <w:r w:rsidR="00256283">
        <w:t>Laissez dormir votre femme</w:t>
      </w:r>
      <w:r>
        <w:t xml:space="preserve">, </w:t>
      </w:r>
      <w:r w:rsidR="00256283">
        <w:t>Nick</w:t>
      </w:r>
      <w:r>
        <w:t xml:space="preserve"> ; </w:t>
      </w:r>
      <w:r w:rsidR="00256283">
        <w:t>vous allez rester jusqu</w:t>
      </w:r>
      <w:r>
        <w:t>’</w:t>
      </w:r>
      <w:r w:rsidR="00256283">
        <w:t>au départ des policiers</w:t>
      </w:r>
      <w:r>
        <w:t xml:space="preserve">, </w:t>
      </w:r>
      <w:r w:rsidR="00256283">
        <w:t>n</w:t>
      </w:r>
      <w:r>
        <w:t>’</w:t>
      </w:r>
      <w:r w:rsidR="00256283">
        <w:t>est-ce pas</w:t>
      </w:r>
      <w:r>
        <w:t> ?</w:t>
      </w:r>
    </w:p>
    <w:p w14:paraId="72301105" w14:textId="77777777" w:rsidR="00435B4F" w:rsidRDefault="00435B4F" w:rsidP="00256283">
      <w:r>
        <w:t>— </w:t>
      </w:r>
      <w:r w:rsidR="00256283">
        <w:t>Si vous voulez</w:t>
      </w:r>
      <w:r>
        <w:t xml:space="preserve">. </w:t>
      </w:r>
      <w:r w:rsidR="00256283">
        <w:t>Je voudrais revoir Dorothy</w:t>
      </w:r>
      <w:r>
        <w:t>.</w:t>
      </w:r>
    </w:p>
    <w:p w14:paraId="3909F017" w14:textId="77777777" w:rsidR="00435B4F" w:rsidRDefault="00435B4F" w:rsidP="00256283">
      <w:r>
        <w:t>— </w:t>
      </w:r>
      <w:r w:rsidR="00256283">
        <w:t>Elle dort</w:t>
      </w:r>
      <w:r>
        <w:t>.</w:t>
      </w:r>
    </w:p>
    <w:p w14:paraId="4D4C852F" w14:textId="77777777" w:rsidR="00435B4F" w:rsidRDefault="00435B4F" w:rsidP="00256283">
      <w:r>
        <w:lastRenderedPageBreak/>
        <w:t>— </w:t>
      </w:r>
      <w:r w:rsidR="00256283">
        <w:t>Ça ne fait rien</w:t>
      </w:r>
      <w:r>
        <w:t xml:space="preserve"> ; </w:t>
      </w:r>
      <w:r w:rsidR="00256283">
        <w:t>je la réveillerai</w:t>
      </w:r>
      <w:r>
        <w:t>.</w:t>
      </w:r>
    </w:p>
    <w:p w14:paraId="0B9E4C52" w14:textId="77777777" w:rsidR="00435B4F" w:rsidRDefault="00435B4F" w:rsidP="00256283">
      <w:r>
        <w:t>— </w:t>
      </w:r>
      <w:r w:rsidR="00256283">
        <w:t>Mais</w:t>
      </w:r>
      <w:r>
        <w:t>…</w:t>
      </w:r>
    </w:p>
    <w:p w14:paraId="52E29D03" w14:textId="77777777" w:rsidR="00435B4F" w:rsidRDefault="00256283" w:rsidP="00256283">
      <w:proofErr w:type="spellStart"/>
      <w:r>
        <w:t>Guild</w:t>
      </w:r>
      <w:proofErr w:type="spellEnd"/>
      <w:r>
        <w:t xml:space="preserve"> et Andy entrèrent et prirent congé</w:t>
      </w:r>
      <w:r w:rsidR="00435B4F">
        <w:t>.</w:t>
      </w:r>
    </w:p>
    <w:p w14:paraId="5AAE50E8" w14:textId="77777777" w:rsidR="00435B4F" w:rsidRDefault="00435B4F" w:rsidP="00256283">
      <w:r>
        <w:t>— </w:t>
      </w:r>
      <w:r w:rsidR="00256283">
        <w:t>J</w:t>
      </w:r>
      <w:r>
        <w:t>’</w:t>
      </w:r>
      <w:r w:rsidR="00256283">
        <w:t>en ai assez de ces flics</w:t>
      </w:r>
      <w:r>
        <w:t xml:space="preserve">, </w:t>
      </w:r>
      <w:r w:rsidR="00256283">
        <w:t>soupira Mimi</w:t>
      </w:r>
      <w:r>
        <w:t>.</w:t>
      </w:r>
    </w:p>
    <w:p w14:paraId="6C62C5CC" w14:textId="77777777" w:rsidR="00435B4F" w:rsidRDefault="00256283" w:rsidP="00256283">
      <w:r>
        <w:t>Gilbert parut sur le seuil de la porte</w:t>
      </w:r>
      <w:r w:rsidR="00435B4F">
        <w:t>.</w:t>
      </w:r>
    </w:p>
    <w:p w14:paraId="244B0412" w14:textId="77777777" w:rsidR="00435B4F" w:rsidRDefault="00435B4F" w:rsidP="00256283">
      <w:r>
        <w:t>— </w:t>
      </w:r>
      <w:r w:rsidR="00256283">
        <w:t>Est-ce qu</w:t>
      </w:r>
      <w:r>
        <w:t>’</w:t>
      </w:r>
      <w:r w:rsidR="00256283">
        <w:t>ils croient que Chris est coupable</w:t>
      </w:r>
      <w:r>
        <w:t xml:space="preserve"> ? </w:t>
      </w:r>
      <w:r w:rsidR="00256283">
        <w:t>interrogea-t-il</w:t>
      </w:r>
      <w:r>
        <w:t>.</w:t>
      </w:r>
    </w:p>
    <w:p w14:paraId="6CE7DBD0" w14:textId="77777777" w:rsidR="00435B4F" w:rsidRDefault="00435B4F" w:rsidP="00256283">
      <w:r>
        <w:t>— </w:t>
      </w:r>
      <w:r w:rsidR="00256283">
        <w:t>Non</w:t>
      </w:r>
      <w:r>
        <w:t xml:space="preserve">, </w:t>
      </w:r>
      <w:r w:rsidR="00256283">
        <w:t>dis-je</w:t>
      </w:r>
      <w:r>
        <w:t>.</w:t>
      </w:r>
    </w:p>
    <w:p w14:paraId="15E89A06" w14:textId="77777777" w:rsidR="00435B4F" w:rsidRDefault="00435B4F" w:rsidP="00256283">
      <w:r>
        <w:t>— </w:t>
      </w:r>
      <w:r w:rsidR="00256283">
        <w:t>Qui</w:t>
      </w:r>
      <w:r>
        <w:t xml:space="preserve">, </w:t>
      </w:r>
      <w:r w:rsidR="00256283">
        <w:t>alors</w:t>
      </w:r>
      <w:r>
        <w:t> ?</w:t>
      </w:r>
    </w:p>
    <w:p w14:paraId="17699B8B" w14:textId="77777777" w:rsidR="00435B4F" w:rsidRDefault="00435B4F" w:rsidP="00256283">
      <w:r>
        <w:t>— </w:t>
      </w:r>
      <w:r w:rsidR="00256283">
        <w:t>J</w:t>
      </w:r>
      <w:r>
        <w:t>’</w:t>
      </w:r>
      <w:r w:rsidR="00256283">
        <w:t>aurais pu vous le dire hier</w:t>
      </w:r>
      <w:r>
        <w:t xml:space="preserve">, </w:t>
      </w:r>
      <w:r w:rsidR="00256283">
        <w:t>aujourd</w:t>
      </w:r>
      <w:r>
        <w:t>’</w:t>
      </w:r>
      <w:r w:rsidR="00256283">
        <w:t>hui je ne sais plus</w:t>
      </w:r>
      <w:r>
        <w:t>.</w:t>
      </w:r>
    </w:p>
    <w:p w14:paraId="4980E249" w14:textId="77777777" w:rsidR="00435B4F" w:rsidRDefault="00435B4F" w:rsidP="00256283">
      <w:r>
        <w:t>— </w:t>
      </w:r>
      <w:r w:rsidR="00256283">
        <w:t>C</w:t>
      </w:r>
      <w:r>
        <w:t>’</w:t>
      </w:r>
      <w:r w:rsidR="00256283">
        <w:t>est ridicule</w:t>
      </w:r>
      <w:r>
        <w:t xml:space="preserve">, </w:t>
      </w:r>
      <w:r w:rsidR="00256283">
        <w:t>protesta Mimi</w:t>
      </w:r>
      <w:r>
        <w:t xml:space="preserve"> : </w:t>
      </w:r>
      <w:r w:rsidR="00256283">
        <w:t>ils savent très bien</w:t>
      </w:r>
      <w:r>
        <w:t xml:space="preserve"> – </w:t>
      </w:r>
      <w:r w:rsidR="00256283">
        <w:t>vous aussi d</w:t>
      </w:r>
      <w:r>
        <w:t>’</w:t>
      </w:r>
      <w:r w:rsidR="00256283">
        <w:t>ailleurs</w:t>
      </w:r>
      <w:r>
        <w:t xml:space="preserve"> – </w:t>
      </w:r>
      <w:r w:rsidR="00256283">
        <w:t>que Clyde est coupable</w:t>
      </w:r>
      <w:r>
        <w:t>.</w:t>
      </w:r>
    </w:p>
    <w:p w14:paraId="7075EC99" w14:textId="77777777" w:rsidR="00435B4F" w:rsidRDefault="00256283" w:rsidP="00256283">
      <w:r>
        <w:t>Je ne dis rien et Mimi répéta la même phrase</w:t>
      </w:r>
      <w:r w:rsidR="00435B4F">
        <w:t>.</w:t>
      </w:r>
    </w:p>
    <w:p w14:paraId="7702A0DD" w14:textId="77777777" w:rsidR="00435B4F" w:rsidRDefault="00435B4F" w:rsidP="00256283">
      <w:r>
        <w:t>— </w:t>
      </w:r>
      <w:r w:rsidR="00256283">
        <w:t>Il n</w:t>
      </w:r>
      <w:r>
        <w:t>’</w:t>
      </w:r>
      <w:r w:rsidR="00256283">
        <w:t>est pas coupable</w:t>
      </w:r>
      <w:r>
        <w:t xml:space="preserve"> ! </w:t>
      </w:r>
      <w:r w:rsidR="00256283">
        <w:t>répondis-je cette fois</w:t>
      </w:r>
      <w:r>
        <w:t>.</w:t>
      </w:r>
    </w:p>
    <w:p w14:paraId="3AE24515" w14:textId="77777777" w:rsidR="00435B4F" w:rsidRDefault="00256283" w:rsidP="00256283">
      <w:r>
        <w:t>Une expression de triomphe illumina le visage de Mimi</w:t>
      </w:r>
      <w:r w:rsidR="00435B4F">
        <w:t>.</w:t>
      </w:r>
    </w:p>
    <w:p w14:paraId="158107C7" w14:textId="77777777" w:rsidR="00435B4F" w:rsidRDefault="00435B4F" w:rsidP="00256283">
      <w:r>
        <w:t>— </w:t>
      </w:r>
      <w:r w:rsidR="00256283">
        <w:t>Je savais bien</w:t>
      </w:r>
      <w:r>
        <w:t xml:space="preserve">, </w:t>
      </w:r>
      <w:r w:rsidR="00256283">
        <w:t>s</w:t>
      </w:r>
      <w:r>
        <w:t>’</w:t>
      </w:r>
      <w:r w:rsidR="00256283">
        <w:t>écria-t-elle</w:t>
      </w:r>
      <w:r>
        <w:t xml:space="preserve">, </w:t>
      </w:r>
      <w:r w:rsidR="00256283">
        <w:t>que vous travailliez pour lui</w:t>
      </w:r>
      <w:r>
        <w:t>.</w:t>
      </w:r>
    </w:p>
    <w:p w14:paraId="12142C45" w14:textId="77777777" w:rsidR="00435B4F" w:rsidRDefault="00435B4F" w:rsidP="00256283">
      <w:r>
        <w:t>— </w:t>
      </w:r>
      <w:r w:rsidR="00256283">
        <w:t>Non</w:t>
      </w:r>
      <w:r>
        <w:t>.</w:t>
      </w:r>
    </w:p>
    <w:p w14:paraId="2AF317C7" w14:textId="77777777" w:rsidR="00435B4F" w:rsidRDefault="00435B4F" w:rsidP="00256283">
      <w:r>
        <w:t>— </w:t>
      </w:r>
      <w:r w:rsidR="00256283">
        <w:t>Pourquoi ne serait-il pas coupable</w:t>
      </w:r>
      <w:r>
        <w:t xml:space="preserve"> ? </w:t>
      </w:r>
      <w:r w:rsidR="00256283">
        <w:t>demanda Gilbert</w:t>
      </w:r>
      <w:r>
        <w:t xml:space="preserve">, </w:t>
      </w:r>
      <w:r w:rsidR="00256283">
        <w:t>comme s</w:t>
      </w:r>
      <w:r>
        <w:t>’</w:t>
      </w:r>
      <w:r w:rsidR="00256283">
        <w:t>il voulait savoir</w:t>
      </w:r>
      <w:r>
        <w:t>.</w:t>
      </w:r>
    </w:p>
    <w:p w14:paraId="4AE3F66C" w14:textId="77777777" w:rsidR="00435B4F" w:rsidRDefault="00435B4F" w:rsidP="00256283">
      <w:r>
        <w:t>— </w:t>
      </w:r>
      <w:r w:rsidR="00256283">
        <w:t>En effet</w:t>
      </w:r>
      <w:r>
        <w:t xml:space="preserve">, </w:t>
      </w:r>
      <w:r w:rsidR="00256283">
        <w:t>dis-je</w:t>
      </w:r>
      <w:r>
        <w:t xml:space="preserve">, </w:t>
      </w:r>
      <w:r w:rsidR="00256283">
        <w:t xml:space="preserve">il </w:t>
      </w:r>
      <w:r w:rsidR="00256283">
        <w:rPr>
          <w:i/>
        </w:rPr>
        <w:t>pourrait</w:t>
      </w:r>
      <w:r w:rsidR="00256283">
        <w:t xml:space="preserve"> l</w:t>
      </w:r>
      <w:r>
        <w:t>’</w:t>
      </w:r>
      <w:r w:rsidR="00256283">
        <w:t>être</w:t>
      </w:r>
      <w:r>
        <w:t xml:space="preserve">, </w:t>
      </w:r>
      <w:r w:rsidR="00256283">
        <w:t>mais il ne l</w:t>
      </w:r>
      <w:r>
        <w:t>’</w:t>
      </w:r>
      <w:r w:rsidR="00256283">
        <w:t>est pas</w:t>
      </w:r>
      <w:r>
        <w:t xml:space="preserve">. </w:t>
      </w:r>
      <w:r w:rsidR="00256283">
        <w:t>Aurait-il écrit des lettres pour rejeter les soupçons sur Mimi qui détient la preuve de sa prétendue culpabilité</w:t>
      </w:r>
      <w:r>
        <w:t> ?</w:t>
      </w:r>
    </w:p>
    <w:p w14:paraId="267171DD" w14:textId="77777777" w:rsidR="00435B4F" w:rsidRDefault="00435B4F" w:rsidP="00256283">
      <w:r>
        <w:lastRenderedPageBreak/>
        <w:t>— </w:t>
      </w:r>
      <w:r w:rsidR="00256283">
        <w:t>Peut-être l</w:t>
      </w:r>
      <w:r>
        <w:t>’</w:t>
      </w:r>
      <w:r w:rsidR="00256283">
        <w:t>ignorait-il</w:t>
      </w:r>
      <w:r>
        <w:t xml:space="preserve"> ! </w:t>
      </w:r>
      <w:r w:rsidR="00256283">
        <w:t>insista Gilbert</w:t>
      </w:r>
      <w:r>
        <w:t xml:space="preserve">. </w:t>
      </w:r>
      <w:r w:rsidR="00256283">
        <w:t>Peut-être a-t-il pensé que la police en savait plus long qu</w:t>
      </w:r>
      <w:r>
        <w:t>’</w:t>
      </w:r>
      <w:r w:rsidR="00256283">
        <w:t>elle ne voulait l</w:t>
      </w:r>
      <w:r>
        <w:t>’</w:t>
      </w:r>
      <w:r w:rsidR="00256283">
        <w:t>avouer</w:t>
      </w:r>
      <w:r>
        <w:t xml:space="preserve"> : </w:t>
      </w:r>
      <w:r w:rsidR="00256283">
        <w:t>c</w:t>
      </w:r>
      <w:r>
        <w:t>’</w:t>
      </w:r>
      <w:r w:rsidR="00256283">
        <w:t>est souvent le cas</w:t>
      </w:r>
      <w:r>
        <w:t xml:space="preserve">. </w:t>
      </w:r>
      <w:r w:rsidR="00256283">
        <w:t>Peut-être aussi pensait-il discréditer son ex-femme afin que l</w:t>
      </w:r>
      <w:r>
        <w:t>’</w:t>
      </w:r>
      <w:r w:rsidR="00256283">
        <w:t>on doutât de son témoignage</w:t>
      </w:r>
      <w:r>
        <w:t>.</w:t>
      </w:r>
    </w:p>
    <w:p w14:paraId="692A02F3" w14:textId="77777777" w:rsidR="00435B4F" w:rsidRDefault="00435B4F" w:rsidP="00256283">
      <w:r>
        <w:t>— </w:t>
      </w:r>
      <w:r w:rsidR="00256283">
        <w:t>C</w:t>
      </w:r>
      <w:r>
        <w:t>’</w:t>
      </w:r>
      <w:r w:rsidR="00256283">
        <w:t>est ça</w:t>
      </w:r>
      <w:r>
        <w:t xml:space="preserve">, </w:t>
      </w:r>
      <w:r w:rsidR="00256283">
        <w:t>Nick</w:t>
      </w:r>
      <w:r>
        <w:t xml:space="preserve">, </w:t>
      </w:r>
      <w:r w:rsidR="00256283">
        <w:t>s</w:t>
      </w:r>
      <w:r>
        <w:t>’</w:t>
      </w:r>
      <w:r w:rsidR="00256283">
        <w:t>écria Mimi</w:t>
      </w:r>
      <w:r>
        <w:t xml:space="preserve">. </w:t>
      </w:r>
      <w:r w:rsidR="00256283">
        <w:t>Voilà qui explique à la fois les lettres et la culpabilité</w:t>
      </w:r>
      <w:r>
        <w:t>.</w:t>
      </w:r>
    </w:p>
    <w:p w14:paraId="0BC0120D" w14:textId="77777777" w:rsidR="00435B4F" w:rsidRDefault="00435B4F" w:rsidP="00256283">
      <w:r>
        <w:t>— </w:t>
      </w:r>
      <w:r w:rsidR="00256283">
        <w:t>Croyez-vous que votre père soit coupable</w:t>
      </w:r>
      <w:r>
        <w:t xml:space="preserve"> ? </w:t>
      </w:r>
      <w:r w:rsidR="00256283">
        <w:t>demandai-je à Gilbert</w:t>
      </w:r>
      <w:r>
        <w:t>.</w:t>
      </w:r>
    </w:p>
    <w:p w14:paraId="6281342B" w14:textId="77777777" w:rsidR="00435B4F" w:rsidRDefault="00435B4F" w:rsidP="00256283">
      <w:r>
        <w:t>— </w:t>
      </w:r>
      <w:r w:rsidR="00256283">
        <w:t>Non</w:t>
      </w:r>
      <w:r>
        <w:t xml:space="preserve">, </w:t>
      </w:r>
      <w:r w:rsidR="00256283">
        <w:t>je ne le crois pas</w:t>
      </w:r>
      <w:r>
        <w:t xml:space="preserve">, </w:t>
      </w:r>
      <w:r w:rsidR="00256283">
        <w:t>répondit le jeune homme</w:t>
      </w:r>
      <w:r>
        <w:t xml:space="preserve">, </w:t>
      </w:r>
      <w:r w:rsidR="00256283">
        <w:t>mais je voudrais connaître vos raisons</w:t>
      </w:r>
      <w:r>
        <w:t xml:space="preserve">, </w:t>
      </w:r>
      <w:r w:rsidR="00256283">
        <w:t>votre méthode</w:t>
      </w:r>
      <w:r>
        <w:t>.</w:t>
      </w:r>
    </w:p>
    <w:p w14:paraId="11BB3F59" w14:textId="77777777" w:rsidR="00435B4F" w:rsidRDefault="00435B4F" w:rsidP="00256283">
      <w:r>
        <w:t>— </w:t>
      </w:r>
      <w:r w:rsidR="00256283">
        <w:t>Et moi la vôtre</w:t>
      </w:r>
      <w:r>
        <w:t> !</w:t>
      </w:r>
    </w:p>
    <w:p w14:paraId="5779F81F" w14:textId="77777777" w:rsidR="00435B4F" w:rsidRDefault="00256283" w:rsidP="00256283">
      <w:r>
        <w:t>Il rougit et sourit d</w:t>
      </w:r>
      <w:r w:rsidR="00435B4F">
        <w:t>’</w:t>
      </w:r>
      <w:r>
        <w:t>un air embarrassé</w:t>
      </w:r>
      <w:r w:rsidR="00435B4F">
        <w:t>.</w:t>
      </w:r>
    </w:p>
    <w:p w14:paraId="7D309F57" w14:textId="77777777" w:rsidR="00435B4F" w:rsidRDefault="00435B4F" w:rsidP="00256283">
      <w:r>
        <w:t>— </w:t>
      </w:r>
      <w:r w:rsidR="00256283">
        <w:t>Oh</w:t>
      </w:r>
      <w:r>
        <w:t xml:space="preserve">, </w:t>
      </w:r>
      <w:r w:rsidR="00256283">
        <w:t>moi</w:t>
      </w:r>
      <w:r>
        <w:t xml:space="preserve">, </w:t>
      </w:r>
      <w:r w:rsidR="00256283">
        <w:t>fit-il</w:t>
      </w:r>
      <w:r>
        <w:t xml:space="preserve">, </w:t>
      </w:r>
      <w:r w:rsidR="00256283">
        <w:t>c</w:t>
      </w:r>
      <w:r>
        <w:t>’</w:t>
      </w:r>
      <w:r w:rsidR="00256283">
        <w:t>est tout différent</w:t>
      </w:r>
      <w:r>
        <w:t> !</w:t>
      </w:r>
    </w:p>
    <w:p w14:paraId="4D5DC3E4" w14:textId="77777777" w:rsidR="00435B4F" w:rsidRDefault="00435B4F" w:rsidP="00256283">
      <w:r>
        <w:t>— </w:t>
      </w:r>
      <w:r w:rsidR="00256283">
        <w:t xml:space="preserve">Gilbert </w:t>
      </w:r>
      <w:r w:rsidR="00256283">
        <w:rPr>
          <w:i/>
        </w:rPr>
        <w:t>sait</w:t>
      </w:r>
      <w:r w:rsidR="00256283">
        <w:t xml:space="preserve"> qui a tué Julia</w:t>
      </w:r>
      <w:r>
        <w:t xml:space="preserve"> ! </w:t>
      </w:r>
      <w:r w:rsidR="00256283">
        <w:t>dit Dorothy qui s</w:t>
      </w:r>
      <w:r>
        <w:t>’</w:t>
      </w:r>
      <w:r w:rsidR="00256283">
        <w:t>était tenue un instant immobile sur le seuil</w:t>
      </w:r>
      <w:r>
        <w:t>.</w:t>
      </w:r>
    </w:p>
    <w:p w14:paraId="2130E243" w14:textId="77777777" w:rsidR="00435B4F" w:rsidRDefault="00256283" w:rsidP="00256283">
      <w:r>
        <w:t>Elle était encore habillée</w:t>
      </w:r>
      <w:r w:rsidR="00435B4F">
        <w:t xml:space="preserve">. </w:t>
      </w:r>
      <w:r>
        <w:t>Elle me regardait fixement comme si elle craignait de poser les yeux sur une autre personne</w:t>
      </w:r>
      <w:r w:rsidR="00435B4F">
        <w:t xml:space="preserve">. </w:t>
      </w:r>
      <w:r>
        <w:t>Elle était pâle et se tenait raide</w:t>
      </w:r>
      <w:r w:rsidR="00435B4F">
        <w:t xml:space="preserve">, </w:t>
      </w:r>
      <w:r>
        <w:t>appuyée contre le chambranle</w:t>
      </w:r>
      <w:r w:rsidR="00435B4F">
        <w:t>.</w:t>
      </w:r>
    </w:p>
    <w:p w14:paraId="6B64F569" w14:textId="77777777" w:rsidR="00435B4F" w:rsidRDefault="00256283" w:rsidP="00256283">
      <w:r>
        <w:t>Nora ouvrit les yeux</w:t>
      </w:r>
      <w:r w:rsidR="00435B4F">
        <w:t xml:space="preserve">, </w:t>
      </w:r>
      <w:r>
        <w:t>se dressa sur un coude et dit</w:t>
      </w:r>
      <w:r w:rsidR="00435B4F">
        <w:t xml:space="preserve">, </w:t>
      </w:r>
      <w:r>
        <w:t>à moitié endormie</w:t>
      </w:r>
      <w:r w:rsidR="00435B4F">
        <w:t> :</w:t>
      </w:r>
    </w:p>
    <w:p w14:paraId="1B27AB84" w14:textId="77777777" w:rsidR="00435B4F" w:rsidRDefault="00435B4F" w:rsidP="00256283">
      <w:r>
        <w:t>— </w:t>
      </w:r>
      <w:r w:rsidR="00256283">
        <w:t>Quoi</w:t>
      </w:r>
      <w:r>
        <w:t> ?</w:t>
      </w:r>
    </w:p>
    <w:p w14:paraId="5BEBAFDB" w14:textId="77777777" w:rsidR="00435B4F" w:rsidRDefault="00256283" w:rsidP="00256283">
      <w:r>
        <w:t>Personne ne répondit</w:t>
      </w:r>
      <w:r w:rsidR="00435B4F">
        <w:t>.</w:t>
      </w:r>
    </w:p>
    <w:p w14:paraId="7BC65AA4" w14:textId="77777777" w:rsidR="00435B4F" w:rsidRDefault="00435B4F" w:rsidP="00256283">
      <w:r>
        <w:t>— </w:t>
      </w:r>
      <w:r w:rsidR="00256283">
        <w:t>Dorothy</w:t>
      </w:r>
      <w:r>
        <w:t xml:space="preserve">, </w:t>
      </w:r>
      <w:r w:rsidR="00256283">
        <w:t>dit Mimi</w:t>
      </w:r>
      <w:r>
        <w:t xml:space="preserve">, </w:t>
      </w:r>
      <w:r w:rsidR="00256283">
        <w:t>vous n</w:t>
      </w:r>
      <w:r>
        <w:t>’</w:t>
      </w:r>
      <w:r w:rsidR="00256283">
        <w:t>allez pas nous jouer une de vos petites comédies dramatiques</w:t>
      </w:r>
      <w:r>
        <w:t> ?</w:t>
      </w:r>
    </w:p>
    <w:p w14:paraId="03904FFA" w14:textId="77777777" w:rsidR="00435B4F" w:rsidRDefault="00435B4F" w:rsidP="00256283">
      <w:r>
        <w:lastRenderedPageBreak/>
        <w:t>— </w:t>
      </w:r>
      <w:r w:rsidR="00256283">
        <w:t>Vous pourrez me battre à votre aise quand ils seront partis</w:t>
      </w:r>
      <w:r>
        <w:t xml:space="preserve">, </w:t>
      </w:r>
      <w:r w:rsidR="00256283">
        <w:t>je sais que vous n</w:t>
      </w:r>
      <w:r>
        <w:t>’</w:t>
      </w:r>
      <w:r w:rsidR="00256283">
        <w:t>y manquerez pas</w:t>
      </w:r>
      <w:r>
        <w:t xml:space="preserve"> ! </w:t>
      </w:r>
      <w:r w:rsidR="00256283">
        <w:t>dit la jeune fille sans cesser de me regarder</w:t>
      </w:r>
      <w:r>
        <w:t>.</w:t>
      </w:r>
    </w:p>
    <w:p w14:paraId="5258C9D0" w14:textId="77777777" w:rsidR="00435B4F" w:rsidRDefault="00256283" w:rsidP="00256283">
      <w:r>
        <w:t>Mimi faisait des efforts pour avoir l</w:t>
      </w:r>
      <w:r w:rsidR="00435B4F">
        <w:t>’</w:t>
      </w:r>
      <w:r>
        <w:t>air de ne pas comprendre</w:t>
      </w:r>
      <w:r w:rsidR="00435B4F">
        <w:t>.</w:t>
      </w:r>
    </w:p>
    <w:p w14:paraId="33431FE8" w14:textId="77777777" w:rsidR="00435B4F" w:rsidRDefault="00435B4F" w:rsidP="00256283">
      <w:r>
        <w:t>— </w:t>
      </w:r>
      <w:r w:rsidR="00256283">
        <w:t>Vous êtes idiote</w:t>
      </w:r>
      <w:r>
        <w:t xml:space="preserve"> ! </w:t>
      </w:r>
      <w:proofErr w:type="spellStart"/>
      <w:r w:rsidR="00256283">
        <w:t>Dorry</w:t>
      </w:r>
      <w:proofErr w:type="spellEnd"/>
      <w:r>
        <w:t xml:space="preserve">, </w:t>
      </w:r>
      <w:r w:rsidR="00256283">
        <w:t>murmura Gilbert</w:t>
      </w:r>
      <w:r>
        <w:t>.</w:t>
      </w:r>
    </w:p>
    <w:p w14:paraId="312BDDF9" w14:textId="77777777" w:rsidR="00435B4F" w:rsidRDefault="00435B4F" w:rsidP="00256283">
      <w:r>
        <w:t>— </w:t>
      </w:r>
      <w:r w:rsidR="00256283">
        <w:t>Laissez-la parler</w:t>
      </w:r>
      <w:r>
        <w:t xml:space="preserve">, </w:t>
      </w:r>
      <w:r w:rsidR="00256283">
        <w:t>dis-je</w:t>
      </w:r>
      <w:r>
        <w:t xml:space="preserve">. </w:t>
      </w:r>
      <w:r w:rsidR="00256283">
        <w:t>Qui a tué</w:t>
      </w:r>
      <w:r>
        <w:t xml:space="preserve">, </w:t>
      </w:r>
      <w:r w:rsidR="00256283">
        <w:t>Dorothy</w:t>
      </w:r>
      <w:r>
        <w:t> ?</w:t>
      </w:r>
    </w:p>
    <w:p w14:paraId="7AEF795D" w14:textId="77777777" w:rsidR="00435B4F" w:rsidRDefault="00256283" w:rsidP="00256283">
      <w:r>
        <w:t>Elle regarda son frère</w:t>
      </w:r>
      <w:r w:rsidR="00435B4F">
        <w:t xml:space="preserve">, </w:t>
      </w:r>
      <w:r>
        <w:t>puis baissa les yeux et parut perdre cette attitude raidie qu</w:t>
      </w:r>
      <w:r w:rsidR="00435B4F">
        <w:t>’</w:t>
      </w:r>
      <w:r>
        <w:t>elle avait eue dès l</w:t>
      </w:r>
      <w:r w:rsidR="00435B4F">
        <w:t>’</w:t>
      </w:r>
      <w:r>
        <w:t>abord</w:t>
      </w:r>
      <w:r w:rsidR="00435B4F">
        <w:t>.</w:t>
      </w:r>
    </w:p>
    <w:p w14:paraId="500FD1CE" w14:textId="77777777" w:rsidR="00435B4F" w:rsidRDefault="00435B4F" w:rsidP="00256283">
      <w:r>
        <w:t>— </w:t>
      </w:r>
      <w:r w:rsidR="00256283">
        <w:t>Je ne sais pas</w:t>
      </w:r>
      <w:r>
        <w:t xml:space="preserve">, </w:t>
      </w:r>
      <w:r w:rsidR="00256283">
        <w:t>dit-elle</w:t>
      </w:r>
      <w:r>
        <w:t xml:space="preserve"> ; </w:t>
      </w:r>
      <w:r w:rsidR="00256283">
        <w:t>il le sait</w:t>
      </w:r>
      <w:r>
        <w:t xml:space="preserve">, </w:t>
      </w:r>
      <w:r w:rsidR="00256283">
        <w:t>lui</w:t>
      </w:r>
      <w:r>
        <w:t> !</w:t>
      </w:r>
    </w:p>
    <w:p w14:paraId="09F0B0C5" w14:textId="77777777" w:rsidR="00435B4F" w:rsidRDefault="00256283" w:rsidP="00256283">
      <w:r>
        <w:t>Puis elle se mit à trembler et leva les yeux sur moi</w:t>
      </w:r>
      <w:r w:rsidR="00435B4F">
        <w:t>.</w:t>
      </w:r>
    </w:p>
    <w:p w14:paraId="71BA1C60" w14:textId="77777777" w:rsidR="00435B4F" w:rsidRDefault="00435B4F" w:rsidP="00256283">
      <w:r>
        <w:t>— </w:t>
      </w:r>
      <w:r w:rsidR="00256283">
        <w:t>Vous ne voyez donc pas que j</w:t>
      </w:r>
      <w:r>
        <w:t>’</w:t>
      </w:r>
      <w:r w:rsidR="00256283">
        <w:t>ai peur</w:t>
      </w:r>
      <w:r>
        <w:t xml:space="preserve"> ! </w:t>
      </w:r>
      <w:r w:rsidR="00256283">
        <w:t>cria-t-elle</w:t>
      </w:r>
      <w:r>
        <w:t xml:space="preserve">. </w:t>
      </w:r>
      <w:r w:rsidR="00256283">
        <w:t>Emmenez-moi et je dirai tout</w:t>
      </w:r>
      <w:r>
        <w:t xml:space="preserve">, </w:t>
      </w:r>
      <w:r w:rsidR="00256283">
        <w:t>mais</w:t>
      </w:r>
      <w:r>
        <w:t xml:space="preserve">, </w:t>
      </w:r>
      <w:r w:rsidR="00256283">
        <w:t>ici</w:t>
      </w:r>
      <w:r>
        <w:t xml:space="preserve">, </w:t>
      </w:r>
      <w:r w:rsidR="00256283">
        <w:t>ils me font peur</w:t>
      </w:r>
      <w:r>
        <w:t> !</w:t>
      </w:r>
    </w:p>
    <w:p w14:paraId="0BDF9287" w14:textId="77777777" w:rsidR="00435B4F" w:rsidRDefault="00256283" w:rsidP="00256283">
      <w:r>
        <w:t>Mimi éclata de rire</w:t>
      </w:r>
      <w:r w:rsidR="00435B4F">
        <w:t>.</w:t>
      </w:r>
    </w:p>
    <w:p w14:paraId="1B04FE11" w14:textId="77777777" w:rsidR="00435B4F" w:rsidRDefault="00435B4F" w:rsidP="00256283">
      <w:r>
        <w:t>— </w:t>
      </w:r>
      <w:r w:rsidR="00256283">
        <w:t>Voilà</w:t>
      </w:r>
      <w:r>
        <w:t xml:space="preserve">, </w:t>
      </w:r>
      <w:r w:rsidR="00256283">
        <w:t>dit-elle</w:t>
      </w:r>
      <w:r>
        <w:t xml:space="preserve"> ; </w:t>
      </w:r>
      <w:r w:rsidR="00256283">
        <w:t>Nick</w:t>
      </w:r>
      <w:r>
        <w:t xml:space="preserve">, </w:t>
      </w:r>
      <w:r w:rsidR="00256283">
        <w:t>c</w:t>
      </w:r>
      <w:r>
        <w:t>’</w:t>
      </w:r>
      <w:r w:rsidR="00256283">
        <w:t>est vous qui avez provoqué tout ça</w:t>
      </w:r>
      <w:r>
        <w:t>.</w:t>
      </w:r>
    </w:p>
    <w:p w14:paraId="29938E6B" w14:textId="77777777" w:rsidR="00435B4F" w:rsidRDefault="00435B4F" w:rsidP="00256283">
      <w:r>
        <w:t>— </w:t>
      </w:r>
      <w:r w:rsidR="00256283">
        <w:t>C</w:t>
      </w:r>
      <w:r>
        <w:t>’</w:t>
      </w:r>
      <w:r w:rsidR="00256283">
        <w:t>est idiot</w:t>
      </w:r>
      <w:r>
        <w:t xml:space="preserve"> ! </w:t>
      </w:r>
      <w:r w:rsidR="00256283">
        <w:t>murmura Gilbert</w:t>
      </w:r>
      <w:r>
        <w:t xml:space="preserve">, </w:t>
      </w:r>
      <w:r w:rsidR="00256283">
        <w:t>rougissant</w:t>
      </w:r>
      <w:r>
        <w:t>.</w:t>
      </w:r>
    </w:p>
    <w:p w14:paraId="1CCB7A36" w14:textId="77777777" w:rsidR="00435B4F" w:rsidRDefault="00435B4F" w:rsidP="00256283">
      <w:r>
        <w:t>— </w:t>
      </w:r>
      <w:r w:rsidR="00256283">
        <w:t>Je vous emmènerai</w:t>
      </w:r>
      <w:r>
        <w:t xml:space="preserve">, </w:t>
      </w:r>
      <w:r w:rsidR="00256283">
        <w:t>dis-je à Dorothy</w:t>
      </w:r>
      <w:r>
        <w:t xml:space="preserve">, </w:t>
      </w:r>
      <w:r w:rsidR="00256283">
        <w:t>mais parlez maintenant que nous sommes tous ici</w:t>
      </w:r>
      <w:r>
        <w:t>.</w:t>
      </w:r>
    </w:p>
    <w:p w14:paraId="451C2D34" w14:textId="77777777" w:rsidR="00435B4F" w:rsidRDefault="00256283" w:rsidP="00256283">
      <w:r>
        <w:t>Elle secoua la tête</w:t>
      </w:r>
      <w:r w:rsidR="00435B4F">
        <w:t>.</w:t>
      </w:r>
    </w:p>
    <w:p w14:paraId="64FEF795" w14:textId="77777777" w:rsidR="00435B4F" w:rsidRDefault="00435B4F" w:rsidP="00256283">
      <w:r>
        <w:t>— </w:t>
      </w:r>
      <w:r w:rsidR="00256283">
        <w:t>J</w:t>
      </w:r>
      <w:r>
        <w:t>’</w:t>
      </w:r>
      <w:r w:rsidR="00256283">
        <w:t>ai peur</w:t>
      </w:r>
      <w:r>
        <w:t xml:space="preserve"> ! </w:t>
      </w:r>
      <w:r w:rsidR="00256283">
        <w:t>dit-elle</w:t>
      </w:r>
      <w:r>
        <w:t>.</w:t>
      </w:r>
    </w:p>
    <w:p w14:paraId="246D0B36" w14:textId="77777777" w:rsidR="00435B4F" w:rsidRDefault="00435B4F" w:rsidP="00256283">
      <w:r>
        <w:t>— </w:t>
      </w:r>
      <w:r w:rsidR="00256283">
        <w:t>Vous la gâtez comme un petit enfant</w:t>
      </w:r>
      <w:r>
        <w:t xml:space="preserve">, </w:t>
      </w:r>
      <w:r w:rsidR="00256283">
        <w:t>Nick</w:t>
      </w:r>
      <w:r>
        <w:t xml:space="preserve">, </w:t>
      </w:r>
      <w:r w:rsidR="00256283">
        <w:t>dit Mimi</w:t>
      </w:r>
      <w:r>
        <w:t xml:space="preserve">, </w:t>
      </w:r>
      <w:r w:rsidR="00256283">
        <w:t>et on ne pourra plus rien en faire</w:t>
      </w:r>
      <w:r>
        <w:t>…</w:t>
      </w:r>
    </w:p>
    <w:p w14:paraId="0653E8AB" w14:textId="77777777" w:rsidR="00435B4F" w:rsidRDefault="00435B4F" w:rsidP="00256283">
      <w:r>
        <w:t>— </w:t>
      </w:r>
      <w:r w:rsidR="00256283">
        <w:t>Qu</w:t>
      </w:r>
      <w:r>
        <w:t>’</w:t>
      </w:r>
      <w:r w:rsidR="00256283">
        <w:t>en penses-tu</w:t>
      </w:r>
      <w:r>
        <w:t xml:space="preserve"> ? </w:t>
      </w:r>
      <w:r w:rsidR="00256283">
        <w:t>demandai-je à Nora</w:t>
      </w:r>
      <w:r>
        <w:t>.</w:t>
      </w:r>
    </w:p>
    <w:p w14:paraId="5C1197A0" w14:textId="77777777" w:rsidR="00435B4F" w:rsidRDefault="00256283" w:rsidP="00256283">
      <w:r>
        <w:lastRenderedPageBreak/>
        <w:t>Ma femme se leva et s</w:t>
      </w:r>
      <w:r w:rsidR="00435B4F">
        <w:t>’</w:t>
      </w:r>
      <w:r>
        <w:t>étira sans lever les bras</w:t>
      </w:r>
      <w:r w:rsidR="00435B4F">
        <w:t xml:space="preserve">. </w:t>
      </w:r>
      <w:r>
        <w:t>Elle sourit et dit</w:t>
      </w:r>
      <w:r w:rsidR="00435B4F">
        <w:t> :</w:t>
      </w:r>
    </w:p>
    <w:p w14:paraId="29F2B51C" w14:textId="77777777" w:rsidR="00435B4F" w:rsidRDefault="00435B4F" w:rsidP="00256283">
      <w:r>
        <w:t>— </w:t>
      </w:r>
      <w:r w:rsidR="00256283">
        <w:t>Rentrons</w:t>
      </w:r>
      <w:r>
        <w:t xml:space="preserve"> ! </w:t>
      </w:r>
      <w:r w:rsidR="00256283">
        <w:t>Ces gens m</w:t>
      </w:r>
      <w:r>
        <w:t>’</w:t>
      </w:r>
      <w:r w:rsidR="00256283">
        <w:t>exaspèrent</w:t>
      </w:r>
      <w:r>
        <w:t xml:space="preserve">. </w:t>
      </w:r>
      <w:r w:rsidR="00256283">
        <w:t>Allez chercher votre manteau et votre chapeau</w:t>
      </w:r>
      <w:r>
        <w:t xml:space="preserve">, </w:t>
      </w:r>
      <w:r w:rsidR="00256283">
        <w:t>Dorothy</w:t>
      </w:r>
      <w:r>
        <w:t>.</w:t>
      </w:r>
    </w:p>
    <w:p w14:paraId="5F1AC0CC" w14:textId="77777777" w:rsidR="00435B4F" w:rsidRDefault="00435B4F" w:rsidP="00256283">
      <w:r>
        <w:t>— </w:t>
      </w:r>
      <w:proofErr w:type="spellStart"/>
      <w:r w:rsidR="00256283">
        <w:t>Allez vous</w:t>
      </w:r>
      <w:proofErr w:type="spellEnd"/>
      <w:r w:rsidR="00256283">
        <w:t xml:space="preserve"> coucher</w:t>
      </w:r>
      <w:r>
        <w:t xml:space="preserve"> ! </w:t>
      </w:r>
      <w:r w:rsidR="00256283">
        <w:t>ordonna Mimi à la jeune fille</w:t>
      </w:r>
      <w:r>
        <w:t>.</w:t>
      </w:r>
    </w:p>
    <w:p w14:paraId="206332D8" w14:textId="77777777" w:rsidR="00435B4F" w:rsidRDefault="00256283" w:rsidP="00256283">
      <w:r>
        <w:t>Dorothy</w:t>
      </w:r>
      <w:r w:rsidR="00435B4F">
        <w:t xml:space="preserve">, </w:t>
      </w:r>
      <w:r>
        <w:t>les doigts de la main gauche écartés et posés sur la bouche</w:t>
      </w:r>
      <w:r w:rsidR="00435B4F">
        <w:t xml:space="preserve">, </w:t>
      </w:r>
      <w:r>
        <w:t>bégaya</w:t>
      </w:r>
      <w:r w:rsidR="00435B4F">
        <w:t> :</w:t>
      </w:r>
    </w:p>
    <w:p w14:paraId="18A24F0E" w14:textId="77777777" w:rsidR="00435B4F" w:rsidRDefault="00435B4F" w:rsidP="00256283">
      <w:r>
        <w:t>— </w:t>
      </w:r>
      <w:r w:rsidR="00256283">
        <w:t>Protégez-moi</w:t>
      </w:r>
      <w:r>
        <w:t xml:space="preserve">, </w:t>
      </w:r>
      <w:r w:rsidR="00256283">
        <w:t>Nick</w:t>
      </w:r>
      <w:r>
        <w:t xml:space="preserve"> ; </w:t>
      </w:r>
      <w:r w:rsidR="00256283">
        <w:t>elle va me battre</w:t>
      </w:r>
      <w:r>
        <w:t> !</w:t>
      </w:r>
    </w:p>
    <w:p w14:paraId="25BF839C" w14:textId="77777777" w:rsidR="00435B4F" w:rsidRDefault="00256283" w:rsidP="00256283">
      <w:r>
        <w:t>Je surveillais Mimi qui souriait</w:t>
      </w:r>
      <w:r w:rsidR="00435B4F">
        <w:t xml:space="preserve">, </w:t>
      </w:r>
      <w:r>
        <w:t>mais ses narines frémissaient et je l</w:t>
      </w:r>
      <w:r w:rsidR="00435B4F">
        <w:t>’</w:t>
      </w:r>
      <w:r>
        <w:t>entendais respirer bruyamment</w:t>
      </w:r>
      <w:r w:rsidR="00435B4F">
        <w:t>.</w:t>
      </w:r>
    </w:p>
    <w:p w14:paraId="3F28C200" w14:textId="77777777" w:rsidR="00435B4F" w:rsidRDefault="00435B4F" w:rsidP="00256283">
      <w:r>
        <w:t>— </w:t>
      </w:r>
      <w:r w:rsidR="00256283">
        <w:t>Venez</w:t>
      </w:r>
      <w:r>
        <w:t xml:space="preserve">, </w:t>
      </w:r>
      <w:r w:rsidR="00256283">
        <w:t>dit Nora s</w:t>
      </w:r>
      <w:r>
        <w:t>’</w:t>
      </w:r>
      <w:r w:rsidR="00256283">
        <w:t>approchant de Dorothy</w:t>
      </w:r>
      <w:r>
        <w:t xml:space="preserve"> ; </w:t>
      </w:r>
      <w:proofErr w:type="spellStart"/>
      <w:r w:rsidR="00256283">
        <w:t>passez-vous</w:t>
      </w:r>
      <w:proofErr w:type="spellEnd"/>
      <w:r w:rsidR="00256283">
        <w:t xml:space="preserve"> un peu d</w:t>
      </w:r>
      <w:r>
        <w:t>’</w:t>
      </w:r>
      <w:r w:rsidR="00256283">
        <w:t>eau sur la figure</w:t>
      </w:r>
      <w:r>
        <w:t>…</w:t>
      </w:r>
    </w:p>
    <w:p w14:paraId="19A75B09" w14:textId="77777777" w:rsidR="00435B4F" w:rsidRDefault="00256283" w:rsidP="00256283">
      <w:r>
        <w:t>Mimi poussa une sorte de grognement animal</w:t>
      </w:r>
      <w:r w:rsidR="00435B4F">
        <w:t xml:space="preserve">, </w:t>
      </w:r>
      <w:r>
        <w:t>les muscles de son cou se contractèrent et elle se dressa sur la pointe des pieds</w:t>
      </w:r>
      <w:r w:rsidR="00435B4F">
        <w:t>.</w:t>
      </w:r>
    </w:p>
    <w:p w14:paraId="445C245D" w14:textId="77777777" w:rsidR="00435B4F" w:rsidRDefault="00256283" w:rsidP="00256283">
      <w:r>
        <w:t>Nora s</w:t>
      </w:r>
      <w:r w:rsidR="00435B4F">
        <w:t>’</w:t>
      </w:r>
      <w:r>
        <w:t>était placée entre la mère et la fille</w:t>
      </w:r>
      <w:r w:rsidR="00435B4F">
        <w:t xml:space="preserve">. </w:t>
      </w:r>
      <w:r>
        <w:t>Je saisis Mimi aux épaules</w:t>
      </w:r>
      <w:r w:rsidR="00435B4F">
        <w:t xml:space="preserve">, </w:t>
      </w:r>
      <w:r>
        <w:t>comme elle s</w:t>
      </w:r>
      <w:r w:rsidR="00435B4F">
        <w:t>’</w:t>
      </w:r>
      <w:r>
        <w:t>élançait</w:t>
      </w:r>
      <w:r w:rsidR="00435B4F">
        <w:t xml:space="preserve">, </w:t>
      </w:r>
      <w:r>
        <w:t>puis la ceinturant par derrière</w:t>
      </w:r>
      <w:r w:rsidR="00435B4F">
        <w:t xml:space="preserve">, </w:t>
      </w:r>
      <w:r>
        <w:t>je la soulevai de terre</w:t>
      </w:r>
      <w:r w:rsidR="00435B4F">
        <w:t xml:space="preserve">. </w:t>
      </w:r>
      <w:r>
        <w:t>Elle se mit à hurler et me frappa violemment de ses hauts talons qui me meurtrissaient douloureusement les jambes</w:t>
      </w:r>
      <w:r w:rsidR="00435B4F">
        <w:t>.</w:t>
      </w:r>
    </w:p>
    <w:p w14:paraId="1DEBD130" w14:textId="77777777" w:rsidR="00435B4F" w:rsidRDefault="00256283" w:rsidP="00256283">
      <w:r>
        <w:t>Nora poussa Dorothy hors de la pièce et se tint debout sur le seuil</w:t>
      </w:r>
      <w:r w:rsidR="00435B4F">
        <w:t xml:space="preserve">, </w:t>
      </w:r>
      <w:r>
        <w:t>tournée vers nous</w:t>
      </w:r>
      <w:r w:rsidR="00435B4F">
        <w:t xml:space="preserve">. </w:t>
      </w:r>
      <w:r>
        <w:t>Je distinguais très nettement son visage mais tout le reste semblait plongé dans un brouillard</w:t>
      </w:r>
      <w:r w:rsidR="00435B4F">
        <w:t xml:space="preserve">. </w:t>
      </w:r>
      <w:r>
        <w:t>Puis des coups faibles et maladroits</w:t>
      </w:r>
      <w:r w:rsidR="00435B4F">
        <w:t xml:space="preserve">, </w:t>
      </w:r>
      <w:r>
        <w:t>frappés par derrière</w:t>
      </w:r>
      <w:r w:rsidR="00435B4F">
        <w:t xml:space="preserve">, </w:t>
      </w:r>
      <w:r>
        <w:t>attirèrent mon attention sur Gilbert qui tentait de secourir sa mère</w:t>
      </w:r>
      <w:r w:rsidR="00435B4F">
        <w:t>.</w:t>
      </w:r>
    </w:p>
    <w:p w14:paraId="7AC4EA43" w14:textId="77777777" w:rsidR="00435B4F" w:rsidRDefault="00435B4F" w:rsidP="00256283">
      <w:r>
        <w:lastRenderedPageBreak/>
        <w:t>— </w:t>
      </w:r>
      <w:r w:rsidR="00256283">
        <w:t>Assez</w:t>
      </w:r>
      <w:r>
        <w:t xml:space="preserve">, </w:t>
      </w:r>
      <w:r w:rsidR="00256283">
        <w:t>Gilbert</w:t>
      </w:r>
      <w:r>
        <w:t xml:space="preserve">. </w:t>
      </w:r>
      <w:r w:rsidR="00256283">
        <w:t>Foutez-moi la paix</w:t>
      </w:r>
      <w:r>
        <w:t xml:space="preserve"> ! </w:t>
      </w:r>
      <w:r w:rsidR="00256283">
        <w:t>criai-je</w:t>
      </w:r>
      <w:r>
        <w:t xml:space="preserve">, </w:t>
      </w:r>
      <w:r w:rsidR="00256283">
        <w:t>et je portai Mimi sur le canapé où je la couchai de force</w:t>
      </w:r>
      <w:r>
        <w:t xml:space="preserve">, </w:t>
      </w:r>
      <w:r w:rsidR="00256283">
        <w:t>m</w:t>
      </w:r>
      <w:r>
        <w:t>’</w:t>
      </w:r>
      <w:r w:rsidR="00256283">
        <w:t>asseyant sur ses genoux et serrant ses poignets</w:t>
      </w:r>
      <w:r>
        <w:t>.</w:t>
      </w:r>
    </w:p>
    <w:p w14:paraId="6F5C05A5" w14:textId="77777777" w:rsidR="00435B4F" w:rsidRDefault="00256283" w:rsidP="00256283">
      <w:r>
        <w:t>Gilbert s</w:t>
      </w:r>
      <w:r w:rsidR="00435B4F">
        <w:t>’</w:t>
      </w:r>
      <w:r>
        <w:t>élançait de nouveau sur moi</w:t>
      </w:r>
      <w:r w:rsidR="00435B4F">
        <w:t xml:space="preserve">. </w:t>
      </w:r>
      <w:r>
        <w:t>Je me défendis à coups de pieds et il s</w:t>
      </w:r>
      <w:r w:rsidR="00435B4F">
        <w:t>’</w:t>
      </w:r>
      <w:r>
        <w:t>écroula</w:t>
      </w:r>
      <w:r w:rsidR="00435B4F">
        <w:t>.</w:t>
      </w:r>
    </w:p>
    <w:p w14:paraId="38518E24" w14:textId="77777777" w:rsidR="00435B4F" w:rsidRDefault="00435B4F" w:rsidP="00256283">
      <w:r>
        <w:t>— </w:t>
      </w:r>
      <w:r w:rsidR="00256283">
        <w:t>Nous continuerons le round tout à l</w:t>
      </w:r>
      <w:r>
        <w:t>’</w:t>
      </w:r>
      <w:r w:rsidR="00256283">
        <w:t>heure</w:t>
      </w:r>
      <w:r>
        <w:t xml:space="preserve">, </w:t>
      </w:r>
      <w:r w:rsidR="00256283">
        <w:t>lui dis-je</w:t>
      </w:r>
      <w:r>
        <w:t xml:space="preserve">, </w:t>
      </w:r>
      <w:r w:rsidR="00256283">
        <w:t>allez donc chercher de l</w:t>
      </w:r>
      <w:r>
        <w:t>’</w:t>
      </w:r>
      <w:r w:rsidR="00256283">
        <w:t>eau</w:t>
      </w:r>
      <w:r>
        <w:t> !</w:t>
      </w:r>
    </w:p>
    <w:p w14:paraId="2BC6D704" w14:textId="77777777" w:rsidR="00435B4F" w:rsidRDefault="00256283" w:rsidP="00256283">
      <w:r>
        <w:t>Le visage de Mimi était devenu pourpre</w:t>
      </w:r>
      <w:r w:rsidR="00435B4F">
        <w:t xml:space="preserve"> ; </w:t>
      </w:r>
      <w:r>
        <w:t>ses yeux saillaient</w:t>
      </w:r>
      <w:r w:rsidR="00435B4F">
        <w:t xml:space="preserve">, </w:t>
      </w:r>
      <w:r>
        <w:t>un peu de mousse mouillait ses lèvres</w:t>
      </w:r>
      <w:r w:rsidR="00435B4F">
        <w:t xml:space="preserve"> ; </w:t>
      </w:r>
      <w:r>
        <w:t>son corps tout entier n</w:t>
      </w:r>
      <w:r w:rsidR="00435B4F">
        <w:t>’</w:t>
      </w:r>
      <w:r>
        <w:t>était plus qu</w:t>
      </w:r>
      <w:r w:rsidR="00435B4F">
        <w:t>’</w:t>
      </w:r>
      <w:r>
        <w:t>une masse de muscles et de veines raidis et gonflés</w:t>
      </w:r>
      <w:r w:rsidR="00435B4F">
        <w:t xml:space="preserve">. </w:t>
      </w:r>
      <w:r>
        <w:t>Ses poignets étaient moites et j</w:t>
      </w:r>
      <w:r w:rsidR="00435B4F">
        <w:t>’</w:t>
      </w:r>
      <w:r>
        <w:t>avais du mal à les tenir</w:t>
      </w:r>
      <w:r w:rsidR="00435B4F">
        <w:t>.</w:t>
      </w:r>
    </w:p>
    <w:p w14:paraId="0633896D" w14:textId="77777777" w:rsidR="00435B4F" w:rsidRDefault="00256283" w:rsidP="00256283">
      <w:r>
        <w:t>Nora revint portant un grand verre d</w:t>
      </w:r>
      <w:r w:rsidR="00435B4F">
        <w:t>’</w:t>
      </w:r>
      <w:r>
        <w:t>eau</w:t>
      </w:r>
      <w:r w:rsidR="00435B4F">
        <w:t>.</w:t>
      </w:r>
    </w:p>
    <w:p w14:paraId="022BCD54" w14:textId="77777777" w:rsidR="00435B4F" w:rsidRDefault="00435B4F" w:rsidP="00256283">
      <w:r>
        <w:t>— </w:t>
      </w:r>
      <w:r w:rsidR="00256283">
        <w:t>Jette-le sur sa figure</w:t>
      </w:r>
      <w:r>
        <w:t xml:space="preserve"> ! </w:t>
      </w:r>
      <w:r w:rsidR="00256283">
        <w:t>dis-je</w:t>
      </w:r>
      <w:r>
        <w:t>.</w:t>
      </w:r>
    </w:p>
    <w:p w14:paraId="6570C1DE" w14:textId="77777777" w:rsidR="00435B4F" w:rsidRDefault="00256283" w:rsidP="00256283">
      <w:r>
        <w:t>Elle obéit</w:t>
      </w:r>
      <w:r w:rsidR="00435B4F">
        <w:t xml:space="preserve">. </w:t>
      </w:r>
      <w:r>
        <w:t>Mimi desserra les lèvres</w:t>
      </w:r>
      <w:r w:rsidR="00435B4F">
        <w:t xml:space="preserve">, </w:t>
      </w:r>
      <w:r>
        <w:t>haleta et ferma les yeux</w:t>
      </w:r>
      <w:r w:rsidR="00435B4F">
        <w:t xml:space="preserve">, </w:t>
      </w:r>
      <w:r>
        <w:t>balançant violemment sa tête à droite et à gauche</w:t>
      </w:r>
      <w:r w:rsidR="00435B4F">
        <w:t xml:space="preserve">, </w:t>
      </w:r>
      <w:r>
        <w:t>mais la tension de ses muscles semblait diminuer</w:t>
      </w:r>
      <w:r w:rsidR="00435B4F">
        <w:t>.</w:t>
      </w:r>
    </w:p>
    <w:p w14:paraId="31CA3DE4" w14:textId="77777777" w:rsidR="00435B4F" w:rsidRDefault="00435B4F" w:rsidP="00256283">
      <w:r>
        <w:t>— </w:t>
      </w:r>
      <w:r w:rsidR="00256283">
        <w:t>Encore</w:t>
      </w:r>
      <w:r>
        <w:t xml:space="preserve"> ! </w:t>
      </w:r>
      <w:r w:rsidR="00256283">
        <w:t>dis-je à Nora</w:t>
      </w:r>
      <w:r>
        <w:t>.</w:t>
      </w:r>
    </w:p>
    <w:p w14:paraId="36B50EF3" w14:textId="77777777" w:rsidR="00435B4F" w:rsidRDefault="00256283" w:rsidP="00256283">
      <w:r>
        <w:t>Le second verre d</w:t>
      </w:r>
      <w:r w:rsidR="00435B4F">
        <w:t>’</w:t>
      </w:r>
      <w:r>
        <w:t>eau la fit sursauter</w:t>
      </w:r>
      <w:r w:rsidR="00435B4F">
        <w:t xml:space="preserve">, </w:t>
      </w:r>
      <w:r>
        <w:t>mais elle ne bataillait plus maintenant</w:t>
      </w:r>
      <w:r w:rsidR="00435B4F">
        <w:t xml:space="preserve"> ; </w:t>
      </w:r>
      <w:r>
        <w:t>elle retomba sur les coussins</w:t>
      </w:r>
      <w:r w:rsidR="00435B4F">
        <w:t xml:space="preserve">, </w:t>
      </w:r>
      <w:r>
        <w:t>haletante</w:t>
      </w:r>
      <w:r w:rsidR="00435B4F">
        <w:t xml:space="preserve">, </w:t>
      </w:r>
      <w:r>
        <w:t>épuisée</w:t>
      </w:r>
      <w:r w:rsidR="00435B4F">
        <w:t>.</w:t>
      </w:r>
    </w:p>
    <w:p w14:paraId="5B0B3FD1" w14:textId="77777777" w:rsidR="00435B4F" w:rsidRDefault="00256283" w:rsidP="00256283">
      <w:r>
        <w:t>Je lâchai ses poignets et me levai</w:t>
      </w:r>
      <w:r w:rsidR="00435B4F">
        <w:t xml:space="preserve">. </w:t>
      </w:r>
      <w:r>
        <w:t>Gilbert debout sur un pied</w:t>
      </w:r>
      <w:r w:rsidR="00435B4F">
        <w:t xml:space="preserve">, </w:t>
      </w:r>
      <w:r>
        <w:t>appuyé à une table</w:t>
      </w:r>
      <w:r w:rsidR="00435B4F">
        <w:t xml:space="preserve">, </w:t>
      </w:r>
      <w:r>
        <w:t>se frictionnait l</w:t>
      </w:r>
      <w:r w:rsidR="00435B4F">
        <w:t>’</w:t>
      </w:r>
      <w:r>
        <w:t>autre jambe</w:t>
      </w:r>
      <w:r w:rsidR="00435B4F">
        <w:t xml:space="preserve">. </w:t>
      </w:r>
      <w:r>
        <w:t>Dorothy était sur le seuil de la porte</w:t>
      </w:r>
      <w:r w:rsidR="00435B4F">
        <w:t xml:space="preserve">, </w:t>
      </w:r>
      <w:r>
        <w:t>très pâle</w:t>
      </w:r>
      <w:r w:rsidR="00435B4F">
        <w:t xml:space="preserve">, </w:t>
      </w:r>
      <w:r>
        <w:t>ne sachant si elle allait rentrer ou fuir</w:t>
      </w:r>
      <w:r w:rsidR="00435B4F">
        <w:t xml:space="preserve">. </w:t>
      </w:r>
      <w:r>
        <w:t>Nora était près de moi</w:t>
      </w:r>
      <w:r w:rsidR="00435B4F">
        <w:t xml:space="preserve">, </w:t>
      </w:r>
      <w:r>
        <w:t>le verre vide à la main</w:t>
      </w:r>
      <w:r w:rsidR="00435B4F">
        <w:t>.</w:t>
      </w:r>
    </w:p>
    <w:p w14:paraId="599C0FF6" w14:textId="77777777" w:rsidR="00435B4F" w:rsidRDefault="00435B4F" w:rsidP="00256283">
      <w:r>
        <w:t>— </w:t>
      </w:r>
      <w:r w:rsidR="00256283">
        <w:t>Elle va mieux</w:t>
      </w:r>
      <w:r>
        <w:t xml:space="preserve">, </w:t>
      </w:r>
      <w:r w:rsidR="00256283">
        <w:t>n</w:t>
      </w:r>
      <w:r>
        <w:t>’</w:t>
      </w:r>
      <w:r w:rsidR="00256283">
        <w:t>est-ce pas</w:t>
      </w:r>
      <w:r>
        <w:t xml:space="preserve"> ? </w:t>
      </w:r>
      <w:r w:rsidR="00256283">
        <w:t>dit-elle</w:t>
      </w:r>
      <w:r>
        <w:t>.</w:t>
      </w:r>
    </w:p>
    <w:p w14:paraId="531D44CE" w14:textId="77777777" w:rsidR="00435B4F" w:rsidRDefault="00435B4F" w:rsidP="00256283">
      <w:r>
        <w:lastRenderedPageBreak/>
        <w:t>— </w:t>
      </w:r>
      <w:r w:rsidR="00256283">
        <w:t>Oui</w:t>
      </w:r>
      <w:r>
        <w:t xml:space="preserve">, </w:t>
      </w:r>
      <w:r w:rsidR="00256283">
        <w:t>c</w:t>
      </w:r>
      <w:r>
        <w:t>’</w:t>
      </w:r>
      <w:r w:rsidR="00256283">
        <w:t>est fini</w:t>
      </w:r>
      <w:r>
        <w:t xml:space="preserve"> ! </w:t>
      </w:r>
      <w:r w:rsidR="00256283">
        <w:t>répondis-je</w:t>
      </w:r>
      <w:r>
        <w:t>.</w:t>
      </w:r>
    </w:p>
    <w:p w14:paraId="24E57704" w14:textId="77777777" w:rsidR="00435B4F" w:rsidRDefault="00256283" w:rsidP="00256283">
      <w:r>
        <w:t>Mimi ouvrit les yeux et cilla plusieurs fois pour chasser les gouttes d</w:t>
      </w:r>
      <w:r w:rsidR="00435B4F">
        <w:t>’</w:t>
      </w:r>
      <w:r>
        <w:t>eau</w:t>
      </w:r>
      <w:r w:rsidR="00435B4F">
        <w:t xml:space="preserve">. </w:t>
      </w:r>
      <w:r>
        <w:t>Je mis un mouchoir dans sa main</w:t>
      </w:r>
      <w:r w:rsidR="00435B4F">
        <w:t xml:space="preserve"> ; </w:t>
      </w:r>
      <w:r>
        <w:t>elle s</w:t>
      </w:r>
      <w:r w:rsidR="00435B4F">
        <w:t>’</w:t>
      </w:r>
      <w:r>
        <w:t>essuya le visage</w:t>
      </w:r>
      <w:r w:rsidR="00435B4F">
        <w:t xml:space="preserve">, </w:t>
      </w:r>
      <w:r>
        <w:t>frissonna</w:t>
      </w:r>
      <w:r w:rsidR="00435B4F">
        <w:t xml:space="preserve">, </w:t>
      </w:r>
      <w:r>
        <w:t>poussa un gros soupir et se mit sur son séant</w:t>
      </w:r>
      <w:r w:rsidR="00435B4F">
        <w:t xml:space="preserve">. </w:t>
      </w:r>
      <w:r>
        <w:t>Elle regarda autour d</w:t>
      </w:r>
      <w:r w:rsidR="00435B4F">
        <w:t>’</w:t>
      </w:r>
      <w:r>
        <w:t>elle</w:t>
      </w:r>
      <w:r w:rsidR="00435B4F">
        <w:t xml:space="preserve"> ; </w:t>
      </w:r>
      <w:r>
        <w:t>ses paupières battaient très vite</w:t>
      </w:r>
      <w:r w:rsidR="00435B4F">
        <w:t xml:space="preserve">. </w:t>
      </w:r>
      <w:r>
        <w:t>Quand elle me vit</w:t>
      </w:r>
      <w:r w:rsidR="00435B4F">
        <w:t xml:space="preserve">, </w:t>
      </w:r>
      <w:r>
        <w:t>elle sourit faiblement</w:t>
      </w:r>
      <w:r w:rsidR="00435B4F">
        <w:t xml:space="preserve">, </w:t>
      </w:r>
      <w:r>
        <w:t>un sourire où elle semblait convenir de sa culpabilité</w:t>
      </w:r>
      <w:r w:rsidR="00435B4F">
        <w:t xml:space="preserve">, </w:t>
      </w:r>
      <w:r>
        <w:t>mais sans remords</w:t>
      </w:r>
      <w:r w:rsidR="00435B4F">
        <w:t xml:space="preserve">. </w:t>
      </w:r>
      <w:r>
        <w:t>Elle toucha ses cheveux d</w:t>
      </w:r>
      <w:r w:rsidR="00435B4F">
        <w:t>’</w:t>
      </w:r>
      <w:r>
        <w:t>une main tremblante</w:t>
      </w:r>
      <w:r w:rsidR="00435B4F">
        <w:t>.</w:t>
      </w:r>
    </w:p>
    <w:p w14:paraId="1213A8AD" w14:textId="77777777" w:rsidR="00435B4F" w:rsidRDefault="00435B4F" w:rsidP="00256283">
      <w:r>
        <w:t>— </w:t>
      </w:r>
      <w:r w:rsidR="00256283">
        <w:t>Quelle douche</w:t>
      </w:r>
      <w:r>
        <w:t xml:space="preserve"> ! </w:t>
      </w:r>
      <w:r w:rsidR="00256283">
        <w:t>murmura-t-elle</w:t>
      </w:r>
      <w:r>
        <w:t>.</w:t>
      </w:r>
    </w:p>
    <w:p w14:paraId="173AAE9F" w14:textId="77777777" w:rsidR="00435B4F" w:rsidRDefault="00435B4F" w:rsidP="00256283">
      <w:r>
        <w:t>— </w:t>
      </w:r>
      <w:r w:rsidR="00256283">
        <w:t>Méfiez-vous</w:t>
      </w:r>
      <w:r>
        <w:t xml:space="preserve"> ! </w:t>
      </w:r>
      <w:r w:rsidR="00256283">
        <w:t>dis-je</w:t>
      </w:r>
      <w:r>
        <w:t xml:space="preserve">, </w:t>
      </w:r>
      <w:r w:rsidR="00256283">
        <w:t>un jour vous resterez dans une de ces crises</w:t>
      </w:r>
      <w:r>
        <w:t> !</w:t>
      </w:r>
    </w:p>
    <w:p w14:paraId="4149BEF6" w14:textId="77777777" w:rsidR="00435B4F" w:rsidRDefault="00256283" w:rsidP="00256283">
      <w:r>
        <w:t>Elle regarda son fils sans répondre</w:t>
      </w:r>
      <w:r w:rsidR="00435B4F">
        <w:t>.</w:t>
      </w:r>
    </w:p>
    <w:p w14:paraId="452FBBDC" w14:textId="77777777" w:rsidR="00435B4F" w:rsidRDefault="00435B4F" w:rsidP="00256283">
      <w:r>
        <w:t>— </w:t>
      </w:r>
      <w:r w:rsidR="00256283">
        <w:t>Gilbert</w:t>
      </w:r>
      <w:r>
        <w:t xml:space="preserve">, </w:t>
      </w:r>
      <w:r w:rsidR="00256283">
        <w:t>dit-elle</w:t>
      </w:r>
      <w:r>
        <w:t xml:space="preserve">, </w:t>
      </w:r>
      <w:r w:rsidR="00256283">
        <w:t>qu</w:t>
      </w:r>
      <w:r>
        <w:t>’</w:t>
      </w:r>
      <w:r w:rsidR="00256283">
        <w:t>avez-vous</w:t>
      </w:r>
      <w:r>
        <w:t> ?</w:t>
      </w:r>
    </w:p>
    <w:p w14:paraId="5346AE41" w14:textId="77777777" w:rsidR="00435B4F" w:rsidRDefault="00256283" w:rsidP="00256283">
      <w:r>
        <w:t>Il cessa brusquement de frictionner sa jambe et posa le pied par terre</w:t>
      </w:r>
      <w:r w:rsidR="00435B4F">
        <w:t>.</w:t>
      </w:r>
    </w:p>
    <w:p w14:paraId="5997CA74" w14:textId="77777777" w:rsidR="00435B4F" w:rsidRDefault="00435B4F" w:rsidP="00256283">
      <w:r>
        <w:t>— </w:t>
      </w:r>
      <w:r w:rsidR="00256283">
        <w:t>R</w:t>
      </w:r>
      <w:r>
        <w:t xml:space="preserve">… </w:t>
      </w:r>
      <w:proofErr w:type="spellStart"/>
      <w:r w:rsidR="00256283">
        <w:t>ien</w:t>
      </w:r>
      <w:proofErr w:type="spellEnd"/>
      <w:r>
        <w:t xml:space="preserve"> ! </w:t>
      </w:r>
      <w:r w:rsidR="00256283">
        <w:t>bégaya-t-il</w:t>
      </w:r>
      <w:r>
        <w:t xml:space="preserve">, </w:t>
      </w:r>
      <w:r w:rsidR="00256283">
        <w:t>ça va</w:t>
      </w:r>
      <w:r>
        <w:t>.</w:t>
      </w:r>
    </w:p>
    <w:p w14:paraId="2F3EB1FD" w14:textId="77777777" w:rsidR="00435B4F" w:rsidRDefault="00256283" w:rsidP="00256283">
      <w:r>
        <w:t>Il passa sa main sur ses cheveux et arrangea sa cravate</w:t>
      </w:r>
      <w:r w:rsidR="00435B4F">
        <w:t>.</w:t>
      </w:r>
    </w:p>
    <w:p w14:paraId="133EF554" w14:textId="77777777" w:rsidR="00435B4F" w:rsidRDefault="00256283" w:rsidP="00256283">
      <w:r>
        <w:t>Mimi éclata de rire</w:t>
      </w:r>
      <w:r w:rsidR="00435B4F">
        <w:t>.</w:t>
      </w:r>
    </w:p>
    <w:p w14:paraId="715656C1" w14:textId="77777777" w:rsidR="00435B4F" w:rsidRDefault="00435B4F" w:rsidP="00256283">
      <w:r>
        <w:t>— </w:t>
      </w:r>
      <w:r w:rsidR="00256283">
        <w:t>Oh</w:t>
      </w:r>
      <w:r>
        <w:t xml:space="preserve">, </w:t>
      </w:r>
      <w:r w:rsidR="00256283">
        <w:t>Gilbert</w:t>
      </w:r>
      <w:r>
        <w:t xml:space="preserve">, </w:t>
      </w:r>
      <w:r w:rsidR="00256283">
        <w:t>s</w:t>
      </w:r>
      <w:r>
        <w:t>’</w:t>
      </w:r>
      <w:r w:rsidR="00256283">
        <w:t>écria-t-elle</w:t>
      </w:r>
      <w:r>
        <w:t xml:space="preserve">, </w:t>
      </w:r>
      <w:r w:rsidR="00256283">
        <w:t>est-ce que vous avez essayé de me défendre contre Nick</w:t>
      </w:r>
      <w:r>
        <w:t xml:space="preserve"> ? </w:t>
      </w:r>
      <w:r w:rsidR="00256283">
        <w:t>C</w:t>
      </w:r>
      <w:r>
        <w:t>’</w:t>
      </w:r>
      <w:r w:rsidR="00256283">
        <w:t>est gentil</w:t>
      </w:r>
      <w:r>
        <w:t xml:space="preserve">, </w:t>
      </w:r>
      <w:r w:rsidR="00256283">
        <w:t>mais inutile</w:t>
      </w:r>
      <w:r>
        <w:t xml:space="preserve">. </w:t>
      </w:r>
      <w:r w:rsidR="00256283">
        <w:t>Cet homme est une brute</w:t>
      </w:r>
      <w:r>
        <w:t xml:space="preserve"> ! </w:t>
      </w:r>
      <w:r w:rsidR="00256283">
        <w:t>Personne ne</w:t>
      </w:r>
      <w:r>
        <w:t>…</w:t>
      </w:r>
    </w:p>
    <w:p w14:paraId="184B0FA5" w14:textId="77777777" w:rsidR="00435B4F" w:rsidRDefault="00256283" w:rsidP="00256283">
      <w:r>
        <w:t>Elle s</w:t>
      </w:r>
      <w:r w:rsidR="00435B4F">
        <w:t>’</w:t>
      </w:r>
      <w:r>
        <w:t>interrompit et rit de plus belle</w:t>
      </w:r>
      <w:r w:rsidR="00435B4F">
        <w:t xml:space="preserve">, </w:t>
      </w:r>
      <w:r>
        <w:t>se balançant d</w:t>
      </w:r>
      <w:r w:rsidR="00435B4F">
        <w:t>’</w:t>
      </w:r>
      <w:r>
        <w:t>avant en arrière et d</w:t>
      </w:r>
      <w:r w:rsidR="00435B4F">
        <w:t>’</w:t>
      </w:r>
      <w:r>
        <w:t>arrière en avant</w:t>
      </w:r>
      <w:r w:rsidR="00435B4F">
        <w:t>.</w:t>
      </w:r>
    </w:p>
    <w:p w14:paraId="12A3E537" w14:textId="77777777" w:rsidR="00435B4F" w:rsidRDefault="00256283" w:rsidP="00256283">
      <w:r>
        <w:t>Je jetai un coup d</w:t>
      </w:r>
      <w:r w:rsidR="00435B4F">
        <w:t>’</w:t>
      </w:r>
      <w:r>
        <w:t>œil sur Nora</w:t>
      </w:r>
      <w:r w:rsidR="00435B4F">
        <w:t xml:space="preserve">. </w:t>
      </w:r>
      <w:r>
        <w:t>Ma femme</w:t>
      </w:r>
      <w:r w:rsidR="00435B4F">
        <w:t xml:space="preserve">, </w:t>
      </w:r>
      <w:r>
        <w:t>les lèvres serrées</w:t>
      </w:r>
      <w:r w:rsidR="00435B4F">
        <w:t xml:space="preserve">, </w:t>
      </w:r>
      <w:r>
        <w:t>avait un regard noir de colère</w:t>
      </w:r>
      <w:r w:rsidR="00435B4F">
        <w:t xml:space="preserve">. </w:t>
      </w:r>
      <w:r>
        <w:t>Je lui touchai le bras</w:t>
      </w:r>
      <w:r w:rsidR="00435B4F">
        <w:t>.</w:t>
      </w:r>
    </w:p>
    <w:p w14:paraId="349D3244" w14:textId="77777777" w:rsidR="00435B4F" w:rsidRDefault="00435B4F" w:rsidP="00256283">
      <w:r>
        <w:lastRenderedPageBreak/>
        <w:t>— </w:t>
      </w:r>
      <w:r w:rsidR="00256283">
        <w:t>Filons</w:t>
      </w:r>
      <w:r>
        <w:t xml:space="preserve">, </w:t>
      </w:r>
      <w:r w:rsidR="00256283">
        <w:t>dis-je</w:t>
      </w:r>
      <w:r>
        <w:t xml:space="preserve">. </w:t>
      </w:r>
      <w:r w:rsidR="00256283">
        <w:t>Gilbert</w:t>
      </w:r>
      <w:r>
        <w:t xml:space="preserve">, </w:t>
      </w:r>
      <w:r w:rsidR="00256283">
        <w:t>donnez à boire à votre mère</w:t>
      </w:r>
      <w:r>
        <w:t xml:space="preserve"> ; </w:t>
      </w:r>
      <w:r w:rsidR="00256283">
        <w:t>dans deux ou trois minutes elle ira très bien</w:t>
      </w:r>
      <w:r>
        <w:t>.</w:t>
      </w:r>
    </w:p>
    <w:p w14:paraId="0D9E38E4" w14:textId="77777777" w:rsidR="00435B4F" w:rsidRDefault="00256283" w:rsidP="00256283">
      <w:r>
        <w:t>Dorothy</w:t>
      </w:r>
      <w:r w:rsidR="00435B4F">
        <w:t xml:space="preserve">, </w:t>
      </w:r>
      <w:r>
        <w:t>manteau sur le bras et chapeau à la main</w:t>
      </w:r>
      <w:r w:rsidR="00435B4F">
        <w:t xml:space="preserve">, </w:t>
      </w:r>
      <w:r>
        <w:t>nous précéda dans le couloir</w:t>
      </w:r>
      <w:r w:rsidR="00435B4F">
        <w:t xml:space="preserve">. </w:t>
      </w:r>
      <w:r>
        <w:t>Nous laissâmes Mimi riant éperdument</w:t>
      </w:r>
      <w:r w:rsidR="00435B4F">
        <w:t>.</w:t>
      </w:r>
    </w:p>
    <w:p w14:paraId="09F942AC" w14:textId="77777777" w:rsidR="00435B4F" w:rsidRDefault="00256283" w:rsidP="00256283">
      <w:r>
        <w:t>Dans le taxi</w:t>
      </w:r>
      <w:r w:rsidR="00435B4F">
        <w:t xml:space="preserve">, </w:t>
      </w:r>
      <w:r>
        <w:t>aucun de nous ne dit un mot</w:t>
      </w:r>
      <w:r w:rsidR="00435B4F">
        <w:t xml:space="preserve"> : </w:t>
      </w:r>
      <w:r>
        <w:t>Dorothy paraissait encore atterrée et je me sentais las après une journée si bien remplie</w:t>
      </w:r>
      <w:r w:rsidR="00435B4F">
        <w:t>.</w:t>
      </w:r>
    </w:p>
    <w:p w14:paraId="3A7F6AAB" w14:textId="77777777" w:rsidR="00435B4F" w:rsidRDefault="00256283" w:rsidP="00256283">
      <w:r>
        <w:t>Il était près de cinq heures quand nous arrivâmes au Normandie</w:t>
      </w:r>
      <w:r w:rsidR="00435B4F">
        <w:t xml:space="preserve">. </w:t>
      </w:r>
      <w:proofErr w:type="spellStart"/>
      <w:r>
        <w:t>Asta</w:t>
      </w:r>
      <w:proofErr w:type="spellEnd"/>
      <w:r>
        <w:t xml:space="preserve"> nous accueillit avec enthousiasme</w:t>
      </w:r>
      <w:r w:rsidR="00435B4F">
        <w:t xml:space="preserve">. </w:t>
      </w:r>
      <w:r>
        <w:t>Je m</w:t>
      </w:r>
      <w:r w:rsidR="00435B4F">
        <w:t>’</w:t>
      </w:r>
      <w:r>
        <w:t>assis sur le tapis pour jouer avec elle</w:t>
      </w:r>
      <w:r w:rsidR="00435B4F">
        <w:t xml:space="preserve">, </w:t>
      </w:r>
      <w:r>
        <w:t>tandis que Nora préparait à la hâte un peu de café</w:t>
      </w:r>
      <w:r w:rsidR="00435B4F">
        <w:t xml:space="preserve">. </w:t>
      </w:r>
      <w:r>
        <w:t>Dorothy insistait pour me raconter quelque chose qui lui était arrivé quand elle était toute petite</w:t>
      </w:r>
      <w:r w:rsidR="00435B4F">
        <w:t>.</w:t>
      </w:r>
    </w:p>
    <w:p w14:paraId="452C0613" w14:textId="77777777" w:rsidR="00435B4F" w:rsidRDefault="00435B4F" w:rsidP="00256283">
      <w:r>
        <w:t>— </w:t>
      </w:r>
      <w:r w:rsidR="00256283">
        <w:t>Non</w:t>
      </w:r>
      <w:r>
        <w:t xml:space="preserve">, </w:t>
      </w:r>
      <w:r w:rsidR="00256283">
        <w:t>dis-je</w:t>
      </w:r>
      <w:r>
        <w:t xml:space="preserve">, </w:t>
      </w:r>
      <w:r w:rsidR="00256283">
        <w:t>vous avez déjà essayé lundi</w:t>
      </w:r>
      <w:r>
        <w:t xml:space="preserve">. </w:t>
      </w:r>
      <w:r w:rsidR="00256283">
        <w:t>C</w:t>
      </w:r>
      <w:r>
        <w:t>’</w:t>
      </w:r>
      <w:r w:rsidR="00256283">
        <w:t>est trop tard</w:t>
      </w:r>
      <w:r>
        <w:t xml:space="preserve">. </w:t>
      </w:r>
      <w:r w:rsidR="00256283">
        <w:t>Pourquoi avez-vous eu peur de parler</w:t>
      </w:r>
      <w:r>
        <w:t xml:space="preserve">, </w:t>
      </w:r>
      <w:r w:rsidR="00256283">
        <w:t>là-bas</w:t>
      </w:r>
      <w:r>
        <w:t> ?</w:t>
      </w:r>
    </w:p>
    <w:p w14:paraId="44F1EC94" w14:textId="77777777" w:rsidR="00435B4F" w:rsidRDefault="00435B4F" w:rsidP="00256283">
      <w:r>
        <w:t>— </w:t>
      </w:r>
      <w:r w:rsidR="00256283">
        <w:t>Mais</w:t>
      </w:r>
      <w:r>
        <w:t xml:space="preserve">, </w:t>
      </w:r>
      <w:r w:rsidR="00256283">
        <w:t>Nick</w:t>
      </w:r>
      <w:r>
        <w:t xml:space="preserve">, </w:t>
      </w:r>
      <w:r w:rsidR="00256283">
        <w:t>vous comprendriez mieux si vous me laissiez raconter</w:t>
      </w:r>
      <w:r>
        <w:t>…</w:t>
      </w:r>
    </w:p>
    <w:p w14:paraId="100DD644" w14:textId="77777777" w:rsidR="00435B4F" w:rsidRDefault="00435B4F" w:rsidP="00256283">
      <w:r>
        <w:t>— </w:t>
      </w:r>
      <w:r w:rsidR="00256283">
        <w:t>Vous m</w:t>
      </w:r>
      <w:r>
        <w:t>’</w:t>
      </w:r>
      <w:r w:rsidR="00256283">
        <w:t>avez dit la même chose lundi</w:t>
      </w:r>
      <w:r>
        <w:t xml:space="preserve">, </w:t>
      </w:r>
      <w:r w:rsidR="00256283">
        <w:t>petite fille</w:t>
      </w:r>
      <w:r>
        <w:t xml:space="preserve"> ; </w:t>
      </w:r>
      <w:r w:rsidR="00256283">
        <w:t>je ne suis pas psychologue et je me moque des influences de la vie enfantine sur</w:t>
      </w:r>
      <w:r>
        <w:t xml:space="preserve">… </w:t>
      </w:r>
      <w:r w:rsidR="00256283">
        <w:t>et puis je suis éreinté</w:t>
      </w:r>
      <w:r>
        <w:t> !</w:t>
      </w:r>
    </w:p>
    <w:p w14:paraId="7DE1A2C6" w14:textId="77777777" w:rsidR="00435B4F" w:rsidRDefault="00435B4F" w:rsidP="00256283">
      <w:r>
        <w:t>— </w:t>
      </w:r>
      <w:r w:rsidR="00256283">
        <w:t>Vous me rendrez la tâche plus difficile</w:t>
      </w:r>
      <w:r>
        <w:t xml:space="preserve">, </w:t>
      </w:r>
      <w:r w:rsidR="00256283">
        <w:t>murmura-t-elle d</w:t>
      </w:r>
      <w:r>
        <w:t>’</w:t>
      </w:r>
      <w:r w:rsidR="00256283">
        <w:t>un ton boudeur</w:t>
      </w:r>
      <w:r>
        <w:t>.</w:t>
      </w:r>
    </w:p>
    <w:p w14:paraId="542E8F59" w14:textId="77777777" w:rsidR="00435B4F" w:rsidRDefault="00435B4F" w:rsidP="00256283">
      <w:r>
        <w:t>— </w:t>
      </w:r>
      <w:r w:rsidR="00256283">
        <w:t>Écoutez-moi</w:t>
      </w:r>
      <w:r>
        <w:t xml:space="preserve">, </w:t>
      </w:r>
      <w:r w:rsidR="00256283">
        <w:t>Dorothy</w:t>
      </w:r>
      <w:r>
        <w:t xml:space="preserve">, </w:t>
      </w:r>
      <w:r w:rsidR="00256283">
        <w:t>ou bien vous savez quelque chose que vous avez eu peur de déclarer devant Mimi et Gilbert</w:t>
      </w:r>
      <w:r>
        <w:t xml:space="preserve">, </w:t>
      </w:r>
      <w:r w:rsidR="00256283">
        <w:t>ou bien vous ne savez rien</w:t>
      </w:r>
      <w:r>
        <w:t xml:space="preserve">. </w:t>
      </w:r>
      <w:r w:rsidR="00256283">
        <w:t>Si oui</w:t>
      </w:r>
      <w:r>
        <w:t xml:space="preserve">, </w:t>
      </w:r>
      <w:r w:rsidR="00256283">
        <w:t>parlez</w:t>
      </w:r>
      <w:r>
        <w:t xml:space="preserve"> ; </w:t>
      </w:r>
      <w:r w:rsidR="00256283">
        <w:t>je vous demanderai de m</w:t>
      </w:r>
      <w:r>
        <w:t>’</w:t>
      </w:r>
      <w:r w:rsidR="00256283">
        <w:t>expliquer ensuite ce que je n</w:t>
      </w:r>
      <w:r>
        <w:t>’</w:t>
      </w:r>
      <w:r w:rsidR="00256283">
        <w:t>aurai pas compris</w:t>
      </w:r>
      <w:r>
        <w:t>.</w:t>
      </w:r>
    </w:p>
    <w:p w14:paraId="193E2845" w14:textId="77777777" w:rsidR="00435B4F" w:rsidRDefault="00256283" w:rsidP="00256283">
      <w:r>
        <w:lastRenderedPageBreak/>
        <w:t>Elle hésita un moment</w:t>
      </w:r>
      <w:r w:rsidR="00435B4F">
        <w:t xml:space="preserve">, </w:t>
      </w:r>
      <w:r>
        <w:t>tête baissée</w:t>
      </w:r>
      <w:r w:rsidR="00435B4F">
        <w:t xml:space="preserve">. </w:t>
      </w:r>
      <w:r>
        <w:t>Quand elle leva les yeux ils brillaient étrangement</w:t>
      </w:r>
      <w:r w:rsidR="00435B4F">
        <w:t xml:space="preserve">. </w:t>
      </w:r>
      <w:r>
        <w:t>Elle parla</w:t>
      </w:r>
      <w:r w:rsidR="00435B4F">
        <w:t xml:space="preserve">, </w:t>
      </w:r>
      <w:r>
        <w:t>à voix basse</w:t>
      </w:r>
      <w:r w:rsidR="00435B4F">
        <w:t> :</w:t>
      </w:r>
    </w:p>
    <w:p w14:paraId="009B97DE" w14:textId="77777777" w:rsidR="00435B4F" w:rsidRDefault="00435B4F" w:rsidP="00256283">
      <w:r>
        <w:t>— </w:t>
      </w:r>
      <w:r w:rsidR="00256283">
        <w:t>Gilbert a vu mon père qui lui a dit qui avait tué Miss Wolf</w:t>
      </w:r>
      <w:r>
        <w:t>.</w:t>
      </w:r>
    </w:p>
    <w:p w14:paraId="6C1DC6FC" w14:textId="77777777" w:rsidR="00435B4F" w:rsidRDefault="00435B4F" w:rsidP="00256283">
      <w:r>
        <w:t>— </w:t>
      </w:r>
      <w:r w:rsidR="00256283">
        <w:t>Qui est-ce</w:t>
      </w:r>
      <w:r>
        <w:t xml:space="preserve"> ? </w:t>
      </w:r>
      <w:r w:rsidR="00256283">
        <w:t>demandai-je</w:t>
      </w:r>
      <w:r>
        <w:t>.</w:t>
      </w:r>
    </w:p>
    <w:p w14:paraId="4D679940" w14:textId="77777777" w:rsidR="00435B4F" w:rsidRDefault="00256283" w:rsidP="00256283">
      <w:r>
        <w:t>Elle secoua négativement la tête</w:t>
      </w:r>
      <w:r w:rsidR="00435B4F">
        <w:t>.</w:t>
      </w:r>
    </w:p>
    <w:p w14:paraId="1A6EFA41" w14:textId="77777777" w:rsidR="00435B4F" w:rsidRDefault="00435B4F" w:rsidP="00256283">
      <w:r>
        <w:t>— </w:t>
      </w:r>
      <w:r w:rsidR="00256283">
        <w:t>Il n</w:t>
      </w:r>
      <w:r>
        <w:t>’</w:t>
      </w:r>
      <w:r w:rsidR="00256283">
        <w:t>a pas voulu me le dire</w:t>
      </w:r>
      <w:r>
        <w:t>.</w:t>
      </w:r>
    </w:p>
    <w:p w14:paraId="2E834676" w14:textId="77777777" w:rsidR="00435B4F" w:rsidRDefault="00435B4F" w:rsidP="00256283">
      <w:r>
        <w:t>— </w:t>
      </w:r>
      <w:r w:rsidR="00256283">
        <w:t>Et c</w:t>
      </w:r>
      <w:r>
        <w:t>’</w:t>
      </w:r>
      <w:r w:rsidR="00256283">
        <w:t>est pour cela que vous aviez peur de parler devant eux</w:t>
      </w:r>
      <w:r>
        <w:t> ?</w:t>
      </w:r>
    </w:p>
    <w:p w14:paraId="7D32F534" w14:textId="77777777" w:rsidR="00435B4F" w:rsidRDefault="00435B4F" w:rsidP="00256283">
      <w:r>
        <w:t>— </w:t>
      </w:r>
      <w:r w:rsidR="00256283">
        <w:t>Oui</w:t>
      </w:r>
      <w:r>
        <w:t xml:space="preserve">, </w:t>
      </w:r>
      <w:r w:rsidR="00256283">
        <w:t>vous comprendriez si vous m</w:t>
      </w:r>
      <w:r>
        <w:t>’</w:t>
      </w:r>
      <w:r w:rsidR="00256283">
        <w:t>aviez laissé vous raconter</w:t>
      </w:r>
      <w:r>
        <w:t>…</w:t>
      </w:r>
    </w:p>
    <w:p w14:paraId="26F5D204" w14:textId="77777777" w:rsidR="00435B4F" w:rsidRDefault="00435B4F" w:rsidP="00256283">
      <w:r>
        <w:t>— </w:t>
      </w:r>
      <w:r w:rsidR="00256283">
        <w:t>L</w:t>
      </w:r>
      <w:r>
        <w:t>’</w:t>
      </w:r>
      <w:r w:rsidR="00256283">
        <w:t>histoire en question</w:t>
      </w:r>
      <w:r>
        <w:t xml:space="preserve"> ! </w:t>
      </w:r>
      <w:r w:rsidR="00256283">
        <w:t>coupai-je</w:t>
      </w:r>
      <w:r>
        <w:t xml:space="preserve">, </w:t>
      </w:r>
      <w:r w:rsidR="00256283">
        <w:t>non</w:t>
      </w:r>
      <w:r>
        <w:t xml:space="preserve">, </w:t>
      </w:r>
      <w:r w:rsidR="00256283">
        <w:t>je ne veux pas l</w:t>
      </w:r>
      <w:r>
        <w:t>’</w:t>
      </w:r>
      <w:r w:rsidR="00256283">
        <w:t>entendre</w:t>
      </w:r>
      <w:r>
        <w:t xml:space="preserve">. </w:t>
      </w:r>
      <w:r w:rsidR="00256283">
        <w:t>Qu</w:t>
      </w:r>
      <w:r>
        <w:t>’</w:t>
      </w:r>
      <w:r w:rsidR="00256283">
        <w:t>est-ce que Gilbert vous a dit de plus</w:t>
      </w:r>
      <w:r>
        <w:t> ?</w:t>
      </w:r>
    </w:p>
    <w:p w14:paraId="3F869C53" w14:textId="77777777" w:rsidR="00435B4F" w:rsidRDefault="00435B4F" w:rsidP="00256283">
      <w:r>
        <w:t>— </w:t>
      </w:r>
      <w:r w:rsidR="00256283">
        <w:t>Rien</w:t>
      </w:r>
      <w:r>
        <w:t>.</w:t>
      </w:r>
    </w:p>
    <w:p w14:paraId="2A27F0D3" w14:textId="77777777" w:rsidR="00435B4F" w:rsidRDefault="00435B4F" w:rsidP="00256283">
      <w:r>
        <w:t>— </w:t>
      </w:r>
      <w:r w:rsidR="00256283">
        <w:t xml:space="preserve">Rien de </w:t>
      </w:r>
      <w:proofErr w:type="spellStart"/>
      <w:r w:rsidR="00256283">
        <w:t>Nunheim</w:t>
      </w:r>
      <w:proofErr w:type="spellEnd"/>
      <w:r>
        <w:t> ?</w:t>
      </w:r>
    </w:p>
    <w:p w14:paraId="594E8BDE" w14:textId="77777777" w:rsidR="00435B4F" w:rsidRDefault="00435B4F" w:rsidP="00256283">
      <w:r>
        <w:t>— </w:t>
      </w:r>
      <w:r w:rsidR="00256283">
        <w:t>Non</w:t>
      </w:r>
      <w:r>
        <w:t>.</w:t>
      </w:r>
    </w:p>
    <w:p w14:paraId="3558ACD9" w14:textId="77777777" w:rsidR="00435B4F" w:rsidRDefault="00435B4F" w:rsidP="00256283">
      <w:r>
        <w:t>— </w:t>
      </w:r>
      <w:r w:rsidR="00256283">
        <w:t>Où est votre père</w:t>
      </w:r>
      <w:r>
        <w:t> ?</w:t>
      </w:r>
    </w:p>
    <w:p w14:paraId="25EBDB92" w14:textId="77777777" w:rsidR="00435B4F" w:rsidRDefault="00435B4F" w:rsidP="00256283">
      <w:r>
        <w:t>— </w:t>
      </w:r>
      <w:r w:rsidR="00256283">
        <w:t>Gilbert ne me l</w:t>
      </w:r>
      <w:r>
        <w:t>’</w:t>
      </w:r>
      <w:r w:rsidR="00256283">
        <w:t>a pas dit</w:t>
      </w:r>
      <w:r>
        <w:t>.</w:t>
      </w:r>
    </w:p>
    <w:p w14:paraId="6453489A" w14:textId="77777777" w:rsidR="00435B4F" w:rsidRDefault="00435B4F" w:rsidP="00256283">
      <w:r>
        <w:t>— </w:t>
      </w:r>
      <w:r w:rsidR="00256283">
        <w:t>Quand l</w:t>
      </w:r>
      <w:r>
        <w:t>’</w:t>
      </w:r>
      <w:r w:rsidR="00256283">
        <w:t>a-t-il vu</w:t>
      </w:r>
      <w:r>
        <w:t> ?</w:t>
      </w:r>
    </w:p>
    <w:p w14:paraId="6A15309B" w14:textId="77777777" w:rsidR="00435B4F" w:rsidRDefault="00435B4F" w:rsidP="00256283">
      <w:r>
        <w:t>— </w:t>
      </w:r>
      <w:r w:rsidR="00256283">
        <w:t>Il ne me l</w:t>
      </w:r>
      <w:r>
        <w:t>’</w:t>
      </w:r>
      <w:r w:rsidR="00256283">
        <w:t>a pas dit</w:t>
      </w:r>
      <w:r>
        <w:t xml:space="preserve">. </w:t>
      </w:r>
      <w:r w:rsidR="00256283">
        <w:t>Ne vous mettez pas en colère</w:t>
      </w:r>
      <w:r>
        <w:t xml:space="preserve">, </w:t>
      </w:r>
      <w:r w:rsidR="00256283">
        <w:t>Nick</w:t>
      </w:r>
      <w:r>
        <w:t xml:space="preserve">. </w:t>
      </w:r>
      <w:r w:rsidR="00256283">
        <w:t>Je vous ai dit tout ce que je savais</w:t>
      </w:r>
      <w:r>
        <w:t>.</w:t>
      </w:r>
    </w:p>
    <w:p w14:paraId="49F6A364" w14:textId="77777777" w:rsidR="00435B4F" w:rsidRDefault="00435B4F" w:rsidP="00256283">
      <w:r>
        <w:t>— </w:t>
      </w:r>
      <w:r w:rsidR="00256283">
        <w:t>Ce n</w:t>
      </w:r>
      <w:r>
        <w:t>’</w:t>
      </w:r>
      <w:r w:rsidR="00256283">
        <w:t>est pas lourd</w:t>
      </w:r>
      <w:r>
        <w:t xml:space="preserve"> ! </w:t>
      </w:r>
      <w:r w:rsidR="00256283">
        <w:t>grognai-je</w:t>
      </w:r>
      <w:r>
        <w:t xml:space="preserve"> ; </w:t>
      </w:r>
      <w:r w:rsidR="00256283">
        <w:t>quand vous a-t-il parlé</w:t>
      </w:r>
      <w:r>
        <w:t> ?</w:t>
      </w:r>
    </w:p>
    <w:p w14:paraId="15E7218D" w14:textId="77777777" w:rsidR="00435B4F" w:rsidRDefault="00435B4F" w:rsidP="00256283">
      <w:r>
        <w:t>— </w:t>
      </w:r>
      <w:r w:rsidR="00256283">
        <w:t>Ce soir</w:t>
      </w:r>
      <w:r>
        <w:t xml:space="preserve">, </w:t>
      </w:r>
      <w:r w:rsidR="00256283">
        <w:t>quand vous êtes venu dans ma chambre</w:t>
      </w:r>
      <w:r>
        <w:t>.</w:t>
      </w:r>
    </w:p>
    <w:p w14:paraId="5EFED91D" w14:textId="77777777" w:rsidR="00435B4F" w:rsidRDefault="00435B4F" w:rsidP="00256283">
      <w:r>
        <w:lastRenderedPageBreak/>
        <w:t>— </w:t>
      </w:r>
      <w:r w:rsidR="00256283">
        <w:t>Quelle famille</w:t>
      </w:r>
      <w:r>
        <w:t xml:space="preserve"> ! </w:t>
      </w:r>
      <w:r w:rsidR="00256283">
        <w:t>Quand donc l</w:t>
      </w:r>
      <w:r>
        <w:t>’</w:t>
      </w:r>
      <w:r w:rsidR="00256283">
        <w:t>un de vous se décidera-t-il à dire la vérité</w:t>
      </w:r>
      <w:r>
        <w:t xml:space="preserve">, </w:t>
      </w:r>
      <w:r w:rsidR="00256283">
        <w:t>une fois dans la vie</w:t>
      </w:r>
      <w:r>
        <w:t> !</w:t>
      </w:r>
    </w:p>
    <w:p w14:paraId="71DC24E5" w14:textId="77777777" w:rsidR="00435B4F" w:rsidRDefault="00256283" w:rsidP="00256283">
      <w:r>
        <w:t>Nora apportait le café</w:t>
      </w:r>
      <w:r w:rsidR="00435B4F">
        <w:t>.</w:t>
      </w:r>
    </w:p>
    <w:p w14:paraId="25804C98" w14:textId="77777777" w:rsidR="00435B4F" w:rsidRDefault="00435B4F" w:rsidP="00256283">
      <w:r>
        <w:t>— </w:t>
      </w:r>
      <w:r w:rsidR="00256283">
        <w:t>Qu</w:t>
      </w:r>
      <w:r>
        <w:t>’</w:t>
      </w:r>
      <w:r w:rsidR="00256283">
        <w:t>est-ce qui ne va pas</w:t>
      </w:r>
      <w:r>
        <w:t xml:space="preserve">, </w:t>
      </w:r>
      <w:r w:rsidR="00256283">
        <w:t>mon vieux</w:t>
      </w:r>
      <w:r>
        <w:t xml:space="preserve"> ? </w:t>
      </w:r>
      <w:r w:rsidR="00256283">
        <w:t>demanda-t-elle</w:t>
      </w:r>
      <w:r>
        <w:t>.</w:t>
      </w:r>
    </w:p>
    <w:p w14:paraId="4607302C" w14:textId="77777777" w:rsidR="00435B4F" w:rsidRDefault="00435B4F" w:rsidP="00256283">
      <w:r>
        <w:t>— </w:t>
      </w:r>
      <w:r w:rsidR="00256283">
        <w:t>Tout</w:t>
      </w:r>
      <w:r>
        <w:t xml:space="preserve"> : </w:t>
      </w:r>
      <w:r w:rsidR="00256283">
        <w:t>des énigmes</w:t>
      </w:r>
      <w:r>
        <w:t xml:space="preserve">, </w:t>
      </w:r>
      <w:r w:rsidR="00256283">
        <w:t>des mensonges</w:t>
      </w:r>
      <w:r>
        <w:t xml:space="preserve">, </w:t>
      </w:r>
      <w:r w:rsidR="00256283">
        <w:t>et je suis trop vieux pour trouver ça amusant</w:t>
      </w:r>
      <w:r>
        <w:t xml:space="preserve">. </w:t>
      </w:r>
      <w:r w:rsidR="00256283">
        <w:t>Retournons à San-Francisco</w:t>
      </w:r>
      <w:r>
        <w:t> !</w:t>
      </w:r>
    </w:p>
    <w:p w14:paraId="1CCFD05E" w14:textId="77777777" w:rsidR="00435B4F" w:rsidRDefault="00435B4F" w:rsidP="00256283">
      <w:r>
        <w:t>— </w:t>
      </w:r>
      <w:r w:rsidR="00256283">
        <w:t>Avant le Nouvel An</w:t>
      </w:r>
      <w:r>
        <w:t> ?</w:t>
      </w:r>
    </w:p>
    <w:p w14:paraId="6B796B74" w14:textId="77777777" w:rsidR="00435B4F" w:rsidRDefault="00435B4F" w:rsidP="00256283">
      <w:r>
        <w:t>— </w:t>
      </w:r>
      <w:r w:rsidR="00256283">
        <w:t>Demain</w:t>
      </w:r>
      <w:r>
        <w:t xml:space="preserve">… </w:t>
      </w:r>
      <w:r w:rsidR="00256283">
        <w:t>aujourd</w:t>
      </w:r>
      <w:r>
        <w:t>’</w:t>
      </w:r>
      <w:r w:rsidR="00256283">
        <w:t>hui</w:t>
      </w:r>
      <w:r>
        <w:t> !</w:t>
      </w:r>
    </w:p>
    <w:p w14:paraId="2C1C4205" w14:textId="77777777" w:rsidR="00435B4F" w:rsidRDefault="00435B4F" w:rsidP="00256283">
      <w:r>
        <w:t>— </w:t>
      </w:r>
      <w:r w:rsidR="00256283">
        <w:t>Je veux bien</w:t>
      </w:r>
      <w:r>
        <w:t xml:space="preserve"> ! </w:t>
      </w:r>
      <w:r w:rsidR="00256283">
        <w:t>fit-elle</w:t>
      </w:r>
      <w:r>
        <w:t xml:space="preserve">, </w:t>
      </w:r>
      <w:r w:rsidR="00256283">
        <w:t>me tendant une tasse</w:t>
      </w:r>
      <w:r>
        <w:t xml:space="preserve">. </w:t>
      </w:r>
      <w:r w:rsidR="00256283">
        <w:t>Nous prendrons l</w:t>
      </w:r>
      <w:r>
        <w:t>’</w:t>
      </w:r>
      <w:r w:rsidR="00256283">
        <w:t>avion et nous pourrons être là-bas la veille du jour de l</w:t>
      </w:r>
      <w:r>
        <w:t>’</w:t>
      </w:r>
      <w:r w:rsidR="00256283">
        <w:t>An</w:t>
      </w:r>
      <w:r>
        <w:t>.</w:t>
      </w:r>
    </w:p>
    <w:p w14:paraId="531D7D7A" w14:textId="77777777" w:rsidR="00435B4F" w:rsidRDefault="00435B4F" w:rsidP="00256283">
      <w:r>
        <w:t>— </w:t>
      </w:r>
      <w:r w:rsidR="00256283">
        <w:t>Je n</w:t>
      </w:r>
      <w:r>
        <w:t>’</w:t>
      </w:r>
      <w:r w:rsidR="00256283">
        <w:t>ai pas menti</w:t>
      </w:r>
      <w:r>
        <w:t xml:space="preserve">, </w:t>
      </w:r>
      <w:r w:rsidR="00256283">
        <w:t>Nick</w:t>
      </w:r>
      <w:r>
        <w:t xml:space="preserve">, </w:t>
      </w:r>
      <w:r w:rsidR="00256283">
        <w:t>gémit Dorothy</w:t>
      </w:r>
      <w:r>
        <w:t xml:space="preserve">. </w:t>
      </w:r>
      <w:r w:rsidR="00256283">
        <w:t>Ne m</w:t>
      </w:r>
      <w:r>
        <w:t>’</w:t>
      </w:r>
      <w:r w:rsidR="00256283">
        <w:t>en veuillez pas</w:t>
      </w:r>
      <w:r>
        <w:t xml:space="preserve">, </w:t>
      </w:r>
      <w:r w:rsidR="00256283">
        <w:t>je suis si</w:t>
      </w:r>
      <w:r>
        <w:t>…</w:t>
      </w:r>
    </w:p>
    <w:p w14:paraId="2D638BFC" w14:textId="77777777" w:rsidR="00435B4F" w:rsidRDefault="00256283" w:rsidP="00256283">
      <w:r>
        <w:t>Elle éclata en sanglots</w:t>
      </w:r>
      <w:r w:rsidR="00435B4F">
        <w:t>.</w:t>
      </w:r>
    </w:p>
    <w:p w14:paraId="5EFE1424" w14:textId="77777777" w:rsidR="00435B4F" w:rsidRDefault="00256283" w:rsidP="00256283">
      <w:r>
        <w:t>Je grattai la tête d</w:t>
      </w:r>
      <w:r w:rsidR="00435B4F">
        <w:t>’</w:t>
      </w:r>
      <w:proofErr w:type="spellStart"/>
      <w:r>
        <w:t>Asta</w:t>
      </w:r>
      <w:proofErr w:type="spellEnd"/>
      <w:r>
        <w:t xml:space="preserve"> et poussai un soupir</w:t>
      </w:r>
      <w:r w:rsidR="00435B4F">
        <w:t>.</w:t>
      </w:r>
    </w:p>
    <w:p w14:paraId="5457A1DD" w14:textId="77777777" w:rsidR="00435B4F" w:rsidRDefault="00435B4F" w:rsidP="00256283">
      <w:r>
        <w:t>— </w:t>
      </w:r>
      <w:r w:rsidR="00256283">
        <w:t>Nous sommes tous fatigués et nerveux</w:t>
      </w:r>
      <w:r>
        <w:t xml:space="preserve">, </w:t>
      </w:r>
      <w:r w:rsidR="00256283">
        <w:t>dit Nora</w:t>
      </w:r>
      <w:r>
        <w:t xml:space="preserve">. </w:t>
      </w:r>
      <w:r w:rsidR="00256283">
        <w:t>Je vais demander que l</w:t>
      </w:r>
      <w:r>
        <w:t>’</w:t>
      </w:r>
      <w:r w:rsidR="00256283">
        <w:t>on vienne chercher la chienne et nous irons nous coucher</w:t>
      </w:r>
      <w:r>
        <w:t xml:space="preserve"> ; </w:t>
      </w:r>
      <w:r w:rsidR="00256283">
        <w:t>nous discuterons plus tard</w:t>
      </w:r>
      <w:r>
        <w:t xml:space="preserve">. </w:t>
      </w:r>
      <w:r w:rsidR="00256283">
        <w:t>Venez</w:t>
      </w:r>
      <w:r>
        <w:t xml:space="preserve">, </w:t>
      </w:r>
      <w:r w:rsidR="00256283">
        <w:t>Dorothy</w:t>
      </w:r>
      <w:r>
        <w:t xml:space="preserve">, </w:t>
      </w:r>
      <w:r w:rsidR="00256283">
        <w:t>je vous apporterai votre café dans la chambre</w:t>
      </w:r>
      <w:r>
        <w:t>.</w:t>
      </w:r>
    </w:p>
    <w:p w14:paraId="40E96DA2" w14:textId="77777777" w:rsidR="00435B4F" w:rsidRDefault="00256283" w:rsidP="00256283">
      <w:r>
        <w:t>Dorothy se leva</w:t>
      </w:r>
      <w:r w:rsidR="00435B4F">
        <w:t>.</w:t>
      </w:r>
    </w:p>
    <w:p w14:paraId="561FAB3A" w14:textId="77777777" w:rsidR="00435B4F" w:rsidRDefault="00435B4F" w:rsidP="00256283">
      <w:r>
        <w:t>— </w:t>
      </w:r>
      <w:r w:rsidR="00256283">
        <w:t>Bonne nuit</w:t>
      </w:r>
      <w:r>
        <w:t xml:space="preserve"> ! </w:t>
      </w:r>
      <w:r w:rsidR="00256283">
        <w:t>me dit-elle</w:t>
      </w:r>
      <w:r>
        <w:t xml:space="preserve">. </w:t>
      </w:r>
      <w:r w:rsidR="00256283">
        <w:t>Pardonnez-moi d</w:t>
      </w:r>
      <w:r>
        <w:t>’</w:t>
      </w:r>
      <w:r w:rsidR="00256283">
        <w:t>être si sotte</w:t>
      </w:r>
      <w:r>
        <w:t> !</w:t>
      </w:r>
    </w:p>
    <w:p w14:paraId="17F8C5EF" w14:textId="77777777" w:rsidR="00435B4F" w:rsidRDefault="00256283" w:rsidP="00256283">
      <w:r>
        <w:t>Elle suivit Nora</w:t>
      </w:r>
      <w:r w:rsidR="00435B4F">
        <w:t>.</w:t>
      </w:r>
    </w:p>
    <w:p w14:paraId="3DCE30F3" w14:textId="77777777" w:rsidR="00435B4F" w:rsidRDefault="00256283" w:rsidP="00256283">
      <w:r>
        <w:t>Quand ma femme revînt</w:t>
      </w:r>
      <w:r w:rsidR="00435B4F">
        <w:t xml:space="preserve">, </w:t>
      </w:r>
      <w:r>
        <w:t>elle s</w:t>
      </w:r>
      <w:r w:rsidR="00435B4F">
        <w:t>’</w:t>
      </w:r>
      <w:r>
        <w:t>assit par terre</w:t>
      </w:r>
      <w:r w:rsidR="00435B4F">
        <w:t xml:space="preserve">, </w:t>
      </w:r>
      <w:r>
        <w:t>près de moi</w:t>
      </w:r>
      <w:r w:rsidR="00435B4F">
        <w:t>.</w:t>
      </w:r>
    </w:p>
    <w:p w14:paraId="2A38ACED" w14:textId="77777777" w:rsidR="00435B4F" w:rsidRDefault="00435B4F" w:rsidP="00256283">
      <w:r>
        <w:lastRenderedPageBreak/>
        <w:t>— </w:t>
      </w:r>
      <w:r w:rsidR="00256283">
        <w:t>Elle pleure comme un veau</w:t>
      </w:r>
      <w:r>
        <w:t xml:space="preserve"> ! </w:t>
      </w:r>
      <w:r w:rsidR="00256283">
        <w:t>pauvre petite</w:t>
      </w:r>
      <w:r>
        <w:t xml:space="preserve">. </w:t>
      </w:r>
      <w:r w:rsidR="00256283">
        <w:t>Quel était ce formidable secret</w:t>
      </w:r>
      <w:r>
        <w:t xml:space="preserve"> ? </w:t>
      </w:r>
      <w:r w:rsidR="00256283">
        <w:t>dit-elle en bâillant</w:t>
      </w:r>
      <w:r>
        <w:t>.</w:t>
      </w:r>
    </w:p>
    <w:p w14:paraId="5B4EC0FC" w14:textId="77777777" w:rsidR="00435B4F" w:rsidRDefault="00256283" w:rsidP="00256283">
      <w:r>
        <w:t>Je racontai ce que la jeune fille avait déclaré</w:t>
      </w:r>
      <w:r w:rsidR="00435B4F">
        <w:t>.</w:t>
      </w:r>
    </w:p>
    <w:p w14:paraId="774E68EC" w14:textId="77777777" w:rsidR="00435B4F" w:rsidRDefault="00435B4F" w:rsidP="00256283">
      <w:r>
        <w:t>— </w:t>
      </w:r>
      <w:r w:rsidR="00256283">
        <w:t>Je n</w:t>
      </w:r>
      <w:r>
        <w:t>’</w:t>
      </w:r>
      <w:r w:rsidR="00256283">
        <w:t>y crois pas</w:t>
      </w:r>
      <w:r>
        <w:t xml:space="preserve">, </w:t>
      </w:r>
      <w:r w:rsidR="00256283">
        <w:t>affirmai-je en terminant</w:t>
      </w:r>
      <w:r>
        <w:t>.</w:t>
      </w:r>
    </w:p>
    <w:p w14:paraId="161C1CB9" w14:textId="77777777" w:rsidR="00435B4F" w:rsidRDefault="00435B4F" w:rsidP="00256283">
      <w:r>
        <w:t>— </w:t>
      </w:r>
      <w:r w:rsidR="00256283">
        <w:t>Pourquoi</w:t>
      </w:r>
      <w:r>
        <w:t> ?</w:t>
      </w:r>
    </w:p>
    <w:p w14:paraId="4F86A9C4" w14:textId="77777777" w:rsidR="00435B4F" w:rsidRDefault="00256283" w:rsidP="00256283">
      <w:r>
        <w:t>Parce que ces gens-là nous ont toujours raconté des blagues</w:t>
      </w:r>
      <w:r w:rsidR="00435B4F">
        <w:t> !</w:t>
      </w:r>
    </w:p>
    <w:p w14:paraId="7C2BA5C2" w14:textId="77777777" w:rsidR="00435B4F" w:rsidRDefault="00256283" w:rsidP="00256283">
      <w:r>
        <w:t>Nora bâilla de nouveau</w:t>
      </w:r>
      <w:r w:rsidR="00435B4F">
        <w:t>.</w:t>
      </w:r>
    </w:p>
    <w:p w14:paraId="3182F059" w14:textId="77777777" w:rsidR="00435B4F" w:rsidRDefault="00435B4F" w:rsidP="00256283">
      <w:r>
        <w:t>— </w:t>
      </w:r>
      <w:r w:rsidR="00256283">
        <w:t>Cela peut convaincre un détective</w:t>
      </w:r>
      <w:r>
        <w:t xml:space="preserve">, </w:t>
      </w:r>
      <w:r w:rsidR="00256283">
        <w:t>dit-elle</w:t>
      </w:r>
      <w:r>
        <w:t xml:space="preserve">, </w:t>
      </w:r>
      <w:r w:rsidR="00256283">
        <w:t>mais pas moi</w:t>
      </w:r>
      <w:r>
        <w:t xml:space="preserve">. </w:t>
      </w:r>
      <w:r w:rsidR="00256283">
        <w:t>Pourquoi n</w:t>
      </w:r>
      <w:r>
        <w:t>’</w:t>
      </w:r>
      <w:r w:rsidR="00256283">
        <w:t>établirions-nous pas tout de suite une liste de toutes les personnes suspectes</w:t>
      </w:r>
      <w:r>
        <w:t xml:space="preserve">, </w:t>
      </w:r>
      <w:r w:rsidR="00256283">
        <w:t>de tous les mobiles possibles</w:t>
      </w:r>
      <w:r>
        <w:t xml:space="preserve">, </w:t>
      </w:r>
      <w:r w:rsidR="00256283">
        <w:t>de tous les indices</w:t>
      </w:r>
      <w:r>
        <w:t>…</w:t>
      </w:r>
    </w:p>
    <w:p w14:paraId="074B5D54" w14:textId="77777777" w:rsidR="00435B4F" w:rsidRDefault="00435B4F" w:rsidP="00256283">
      <w:r>
        <w:t>— </w:t>
      </w:r>
      <w:r w:rsidR="00256283">
        <w:t>Vas-y</w:t>
      </w:r>
      <w:r>
        <w:t xml:space="preserve">, </w:t>
      </w:r>
      <w:r w:rsidR="00256283">
        <w:t>moi je me couche</w:t>
      </w:r>
      <w:r>
        <w:t xml:space="preserve"> ! </w:t>
      </w:r>
      <w:r w:rsidR="00256283">
        <w:t>Qu</w:t>
      </w:r>
      <w:r>
        <w:t>’</w:t>
      </w:r>
      <w:r w:rsidR="00256283">
        <w:t>est-ce que tu appelles un indice</w:t>
      </w:r>
      <w:r>
        <w:t> ?</w:t>
      </w:r>
    </w:p>
    <w:p w14:paraId="71480E91" w14:textId="77777777" w:rsidR="00435B4F" w:rsidRDefault="00435B4F" w:rsidP="00256283">
      <w:r>
        <w:t>— </w:t>
      </w:r>
      <w:r w:rsidR="00256283">
        <w:t>Par exemple</w:t>
      </w:r>
      <w:r>
        <w:t xml:space="preserve">, </w:t>
      </w:r>
      <w:r w:rsidR="00256283">
        <w:t>dit-elle</w:t>
      </w:r>
      <w:r>
        <w:t xml:space="preserve">, </w:t>
      </w:r>
      <w:r w:rsidR="00256283">
        <w:t>quand Gilbert croyant que je dormais sur le canapé est allé téléphoner</w:t>
      </w:r>
      <w:r>
        <w:t xml:space="preserve">, </w:t>
      </w:r>
      <w:r w:rsidR="00256283">
        <w:t>sur la pointe des pieds</w:t>
      </w:r>
      <w:r>
        <w:t xml:space="preserve">, </w:t>
      </w:r>
      <w:r w:rsidR="00256283">
        <w:t>en demandant à voix basse à l</w:t>
      </w:r>
      <w:r>
        <w:t>’</w:t>
      </w:r>
      <w:r w:rsidR="00256283">
        <w:t>employé du standard de ne pas transmettre de communications jusqu</w:t>
      </w:r>
      <w:r>
        <w:t>’</w:t>
      </w:r>
      <w:r w:rsidR="00256283">
        <w:t>à nouvel ordre</w:t>
      </w:r>
      <w:r>
        <w:t>.</w:t>
      </w:r>
    </w:p>
    <w:p w14:paraId="7463D393" w14:textId="77777777" w:rsidR="00435B4F" w:rsidRDefault="00435B4F" w:rsidP="00256283">
      <w:r>
        <w:t>— </w:t>
      </w:r>
      <w:r w:rsidR="00256283">
        <w:t>Ah</w:t>
      </w:r>
      <w:r>
        <w:t xml:space="preserve">, </w:t>
      </w:r>
      <w:r w:rsidR="00256283">
        <w:t>ah</w:t>
      </w:r>
      <w:r>
        <w:t> !</w:t>
      </w:r>
    </w:p>
    <w:p w14:paraId="34B894D5" w14:textId="77777777" w:rsidR="00435B4F" w:rsidRDefault="00435B4F" w:rsidP="00256283">
      <w:r>
        <w:t>— </w:t>
      </w:r>
      <w:r w:rsidR="00256283">
        <w:t>Et quand</w:t>
      </w:r>
      <w:r>
        <w:t xml:space="preserve">, </w:t>
      </w:r>
      <w:r w:rsidR="00256283">
        <w:t>continua Nora</w:t>
      </w:r>
      <w:r>
        <w:t xml:space="preserve">, </w:t>
      </w:r>
      <w:r w:rsidR="00256283">
        <w:t>Dorothy a découvert qu</w:t>
      </w:r>
      <w:r>
        <w:t>’</w:t>
      </w:r>
      <w:r w:rsidR="00256283">
        <w:t>elle avait toujours dans son sac</w:t>
      </w:r>
      <w:r>
        <w:t xml:space="preserve">, </w:t>
      </w:r>
      <w:r w:rsidR="00256283">
        <w:t>la clef de l</w:t>
      </w:r>
      <w:r>
        <w:t>’</w:t>
      </w:r>
      <w:r w:rsidR="00256283">
        <w:t>appartement d</w:t>
      </w:r>
      <w:r>
        <w:t>’</w:t>
      </w:r>
      <w:r w:rsidR="00256283">
        <w:t>Alice</w:t>
      </w:r>
      <w:r>
        <w:t>.</w:t>
      </w:r>
    </w:p>
    <w:p w14:paraId="28326E8C" w14:textId="77777777" w:rsidR="00435B4F" w:rsidRDefault="00435B4F" w:rsidP="00256283">
      <w:r>
        <w:t>— </w:t>
      </w:r>
      <w:r w:rsidR="00256283">
        <w:t>Ah</w:t>
      </w:r>
      <w:r>
        <w:t xml:space="preserve">, </w:t>
      </w:r>
      <w:r w:rsidR="00256283">
        <w:t>ah</w:t>
      </w:r>
      <w:r>
        <w:t> !</w:t>
      </w:r>
    </w:p>
    <w:p w14:paraId="31C7A90F" w14:textId="77777777" w:rsidR="00435B4F" w:rsidRDefault="00435B4F" w:rsidP="00256283">
      <w:r>
        <w:t>— </w:t>
      </w:r>
      <w:r w:rsidR="00256283">
        <w:t xml:space="preserve">Et quand </w:t>
      </w:r>
      <w:proofErr w:type="spellStart"/>
      <w:r w:rsidR="00256283">
        <w:t>Studsy</w:t>
      </w:r>
      <w:proofErr w:type="spellEnd"/>
      <w:r w:rsidR="00256283">
        <w:t xml:space="preserve"> a donné un coup de pied à Morelli</w:t>
      </w:r>
      <w:r>
        <w:t xml:space="preserve">, </w:t>
      </w:r>
      <w:r w:rsidR="00256283">
        <w:t>sous la table</w:t>
      </w:r>
      <w:r>
        <w:t xml:space="preserve">, </w:t>
      </w:r>
      <w:r w:rsidR="00256283">
        <w:t>au moment où il allait parler du cousin de Dick O</w:t>
      </w:r>
      <w:r>
        <w:t>’</w:t>
      </w:r>
      <w:r w:rsidR="00256283">
        <w:t>Brien</w:t>
      </w:r>
      <w:r>
        <w:t>.</w:t>
      </w:r>
    </w:p>
    <w:p w14:paraId="53AD60C4" w14:textId="77777777" w:rsidR="00435B4F" w:rsidRDefault="00256283" w:rsidP="00256283">
      <w:r>
        <w:t>Je me levai et posai nos tasses sur la table</w:t>
      </w:r>
      <w:r w:rsidR="00435B4F">
        <w:t>.</w:t>
      </w:r>
    </w:p>
    <w:p w14:paraId="3D662182" w14:textId="77777777" w:rsidR="00435B4F" w:rsidRDefault="00435B4F" w:rsidP="00256283">
      <w:r>
        <w:lastRenderedPageBreak/>
        <w:t>— </w:t>
      </w:r>
      <w:r w:rsidR="00256283">
        <w:t>Je ne comprends pas comment un détective pourrait réussir dans sa carrière sans t</w:t>
      </w:r>
      <w:r>
        <w:t>’</w:t>
      </w:r>
      <w:r w:rsidR="00256283">
        <w:t>avoir épousée</w:t>
      </w:r>
      <w:r>
        <w:t xml:space="preserve">, </w:t>
      </w:r>
      <w:r w:rsidR="00256283">
        <w:t>dis-je</w:t>
      </w:r>
      <w:r>
        <w:t xml:space="preserve">, </w:t>
      </w:r>
      <w:r w:rsidR="00256283">
        <w:t>mais tout de même tu exagères</w:t>
      </w:r>
      <w:r>
        <w:t xml:space="preserve">. </w:t>
      </w:r>
      <w:r w:rsidR="00256283">
        <w:t xml:space="preserve">Que </w:t>
      </w:r>
      <w:proofErr w:type="spellStart"/>
      <w:r w:rsidR="00256283">
        <w:t>Studsy</w:t>
      </w:r>
      <w:proofErr w:type="spellEnd"/>
      <w:r w:rsidR="00256283">
        <w:t xml:space="preserve"> ait fait taire Morelli</w:t>
      </w:r>
      <w:r>
        <w:t xml:space="preserve">, </w:t>
      </w:r>
      <w:r w:rsidR="00256283">
        <w:t>c</w:t>
      </w:r>
      <w:r>
        <w:t>’</w:t>
      </w:r>
      <w:r w:rsidR="00256283">
        <w:t>est sans importance</w:t>
      </w:r>
      <w:r>
        <w:t xml:space="preserve"> ; </w:t>
      </w:r>
      <w:r w:rsidR="00256283">
        <w:t xml:space="preserve">je préférerais savoir si </w:t>
      </w:r>
      <w:proofErr w:type="spellStart"/>
      <w:r w:rsidR="00256283">
        <w:t>Sparrow</w:t>
      </w:r>
      <w:proofErr w:type="spellEnd"/>
      <w:r w:rsidR="00256283">
        <w:t xml:space="preserve"> a été assommé dans l</w:t>
      </w:r>
      <w:r>
        <w:t>’</w:t>
      </w:r>
      <w:r w:rsidR="00256283">
        <w:t>intention d</w:t>
      </w:r>
      <w:r>
        <w:t>’</w:t>
      </w:r>
      <w:r w:rsidR="00256283">
        <w:t>assurer ma protection</w:t>
      </w:r>
      <w:r>
        <w:t xml:space="preserve">, </w:t>
      </w:r>
      <w:r w:rsidR="00256283">
        <w:t>ou bien s</w:t>
      </w:r>
      <w:r>
        <w:t>’</w:t>
      </w:r>
      <w:r w:rsidR="00256283">
        <w:t>ils l</w:t>
      </w:r>
      <w:r>
        <w:t>’</w:t>
      </w:r>
      <w:r w:rsidR="00256283">
        <w:t>ont sonné pour l</w:t>
      </w:r>
      <w:r>
        <w:t>’</w:t>
      </w:r>
      <w:r w:rsidR="00256283">
        <w:t>empêcher de dire quelque chose qui m</w:t>
      </w:r>
      <w:r>
        <w:t>’</w:t>
      </w:r>
      <w:r w:rsidR="00256283">
        <w:t>intéresserait</w:t>
      </w:r>
      <w:r>
        <w:t xml:space="preserve">. </w:t>
      </w:r>
      <w:r w:rsidR="00256283">
        <w:t>Mais</w:t>
      </w:r>
      <w:r>
        <w:t xml:space="preserve">, </w:t>
      </w:r>
      <w:r w:rsidR="00256283">
        <w:t>zut</w:t>
      </w:r>
      <w:r>
        <w:t xml:space="preserve">, </w:t>
      </w:r>
      <w:r w:rsidR="00256283">
        <w:t>j</w:t>
      </w:r>
      <w:r>
        <w:t>’</w:t>
      </w:r>
      <w:r w:rsidR="00256283">
        <w:t>ai sommeil</w:t>
      </w:r>
      <w:r>
        <w:t> !</w:t>
      </w:r>
    </w:p>
    <w:p w14:paraId="12205E0F" w14:textId="77777777" w:rsidR="00435B4F" w:rsidRDefault="00435B4F" w:rsidP="00256283">
      <w:r>
        <w:t>— </w:t>
      </w:r>
      <w:r w:rsidR="00256283">
        <w:t>Moi aussi</w:t>
      </w:r>
      <w:r>
        <w:t xml:space="preserve">. </w:t>
      </w:r>
      <w:r w:rsidR="00256283">
        <w:t>Dis-moi</w:t>
      </w:r>
      <w:r>
        <w:t xml:space="preserve">, </w:t>
      </w:r>
      <w:r w:rsidR="00256283">
        <w:t>Nick</w:t>
      </w:r>
      <w:r>
        <w:t xml:space="preserve">, </w:t>
      </w:r>
      <w:r w:rsidR="00256283">
        <w:t>quand tu luttais avec Mimi</w:t>
      </w:r>
      <w:r>
        <w:t xml:space="preserve">, </w:t>
      </w:r>
      <w:r w:rsidR="00256283">
        <w:t>ça avait l</w:t>
      </w:r>
      <w:r>
        <w:t>’</w:t>
      </w:r>
      <w:r w:rsidR="00256283">
        <w:t>air de te plaire</w:t>
      </w:r>
      <w:r>
        <w:t xml:space="preserve">, </w:t>
      </w:r>
      <w:r w:rsidR="00256283">
        <w:t>tes yeux brillaient</w:t>
      </w:r>
      <w:r>
        <w:t xml:space="preserve">… </w:t>
      </w:r>
      <w:r w:rsidR="00256283">
        <w:t>tu avais l</w:t>
      </w:r>
      <w:r>
        <w:t>’</w:t>
      </w:r>
      <w:r w:rsidR="00256283">
        <w:t>air pas mal excité</w:t>
      </w:r>
      <w:r>
        <w:t> !</w:t>
      </w:r>
    </w:p>
    <w:p w14:paraId="7EC51327" w14:textId="77777777" w:rsidR="00435B4F" w:rsidRDefault="00435B4F" w:rsidP="00256283">
      <w:r>
        <w:t>— </w:t>
      </w:r>
      <w:r w:rsidR="00256283">
        <w:t>Oui</w:t>
      </w:r>
      <w:r>
        <w:t xml:space="preserve">… </w:t>
      </w:r>
      <w:r w:rsidR="00256283">
        <w:t>un peu</w:t>
      </w:r>
      <w:r>
        <w:t> !</w:t>
      </w:r>
    </w:p>
    <w:p w14:paraId="697CB7BA" w14:textId="77777777" w:rsidR="00435B4F" w:rsidRDefault="00256283" w:rsidP="00256283">
      <w:r>
        <w:t>Elle éclata de rire et se leva</w:t>
      </w:r>
      <w:r w:rsidR="00435B4F">
        <w:t>.</w:t>
      </w:r>
    </w:p>
    <w:p w14:paraId="70A13E72" w14:textId="77777777" w:rsidR="00435B4F" w:rsidRDefault="00435B4F" w:rsidP="00256283">
      <w:r>
        <w:t>— </w:t>
      </w:r>
      <w:r w:rsidR="00256283">
        <w:t>Tu es un vieux dégoûtant</w:t>
      </w:r>
      <w:r>
        <w:t xml:space="preserve"> ! </w:t>
      </w:r>
      <w:r w:rsidR="00256283">
        <w:t>dit-elle</w:t>
      </w:r>
      <w:r>
        <w:t>.</w:t>
      </w:r>
    </w:p>
    <w:p w14:paraId="74E5A07C" w14:textId="77777777" w:rsidR="00256283" w:rsidRDefault="00256283" w:rsidP="003D5E6A">
      <w:pPr>
        <w:pStyle w:val="Titre1"/>
      </w:pPr>
      <w:bookmarkStart w:id="57" w:name="__RefHeading__80_1831309079"/>
      <w:bookmarkStart w:id="58" w:name="_Toc202285679"/>
      <w:bookmarkEnd w:id="57"/>
      <w:r>
        <w:lastRenderedPageBreak/>
        <w:t>XXVI</w:t>
      </w:r>
      <w:bookmarkEnd w:id="58"/>
    </w:p>
    <w:p w14:paraId="284AA5AA" w14:textId="77777777" w:rsidR="00435B4F" w:rsidRDefault="00256283" w:rsidP="00256283">
      <w:r>
        <w:t>Nora me réveilla à dix heures et quart</w:t>
      </w:r>
      <w:r w:rsidR="00435B4F">
        <w:t>.</w:t>
      </w:r>
    </w:p>
    <w:p w14:paraId="52C244E5" w14:textId="77777777" w:rsidR="00435B4F" w:rsidRDefault="00435B4F" w:rsidP="00256283">
      <w:r>
        <w:t>— </w:t>
      </w:r>
      <w:r w:rsidR="00256283">
        <w:t>Herbert Macaulay au téléphone</w:t>
      </w:r>
      <w:r>
        <w:t xml:space="preserve">, </w:t>
      </w:r>
      <w:r w:rsidR="00256283">
        <w:t>dit-elle</w:t>
      </w:r>
      <w:r>
        <w:t xml:space="preserve">, </w:t>
      </w:r>
      <w:r w:rsidR="00256283">
        <w:t>il prétend que c</w:t>
      </w:r>
      <w:r>
        <w:t>’</w:t>
      </w:r>
      <w:r w:rsidR="00256283">
        <w:t>est important</w:t>
      </w:r>
      <w:r>
        <w:t>.</w:t>
      </w:r>
    </w:p>
    <w:p w14:paraId="01D9F2BE" w14:textId="77777777" w:rsidR="00435B4F" w:rsidRDefault="00256283" w:rsidP="00256283">
      <w:r>
        <w:t>J</w:t>
      </w:r>
      <w:r w:rsidR="00435B4F">
        <w:t>’</w:t>
      </w:r>
      <w:r>
        <w:t>allai dans la chambre</w:t>
      </w:r>
      <w:r w:rsidR="00435B4F">
        <w:t xml:space="preserve"> – </w:t>
      </w:r>
      <w:r>
        <w:t>j</w:t>
      </w:r>
      <w:r w:rsidR="00435B4F">
        <w:t>’</w:t>
      </w:r>
      <w:r>
        <w:t>avais dormi sur le canapé du salon</w:t>
      </w:r>
      <w:r w:rsidR="00435B4F">
        <w:t xml:space="preserve"> – </w:t>
      </w:r>
      <w:r>
        <w:t>pour téléphoner</w:t>
      </w:r>
      <w:r w:rsidR="00435B4F">
        <w:t xml:space="preserve">. </w:t>
      </w:r>
      <w:r>
        <w:t>Dorothy dormait sans bouger</w:t>
      </w:r>
      <w:r w:rsidR="00435B4F">
        <w:t>.</w:t>
      </w:r>
    </w:p>
    <w:p w14:paraId="21420591" w14:textId="77777777" w:rsidR="00435B4F" w:rsidRDefault="00435B4F" w:rsidP="00256283">
      <w:r>
        <w:t>— </w:t>
      </w:r>
      <w:r w:rsidR="00256283">
        <w:t>Allo</w:t>
      </w:r>
      <w:r>
        <w:t> !</w:t>
      </w:r>
    </w:p>
    <w:p w14:paraId="7CDC5B66" w14:textId="77777777" w:rsidR="00435B4F" w:rsidRDefault="00435B4F" w:rsidP="00256283">
      <w:r>
        <w:t>— </w:t>
      </w:r>
      <w:r w:rsidR="00256283">
        <w:t>Il est trop tôt pour déjeuner</w:t>
      </w:r>
      <w:r>
        <w:t xml:space="preserve">, </w:t>
      </w:r>
      <w:r w:rsidR="00256283">
        <w:t>mais j</w:t>
      </w:r>
      <w:r>
        <w:t>’</w:t>
      </w:r>
      <w:r w:rsidR="00256283">
        <w:t>ai besoin de vous voir immédiatement</w:t>
      </w:r>
      <w:r>
        <w:t xml:space="preserve">, </w:t>
      </w:r>
      <w:r w:rsidR="00256283">
        <w:t>dit l</w:t>
      </w:r>
      <w:r>
        <w:t>’</w:t>
      </w:r>
      <w:r w:rsidR="00256283">
        <w:t>avocat</w:t>
      </w:r>
      <w:r>
        <w:t xml:space="preserve">. </w:t>
      </w:r>
      <w:r w:rsidR="00256283">
        <w:t>Puis-je venir</w:t>
      </w:r>
      <w:r>
        <w:t> ?</w:t>
      </w:r>
    </w:p>
    <w:p w14:paraId="2CAB5317" w14:textId="77777777" w:rsidR="00435B4F" w:rsidRDefault="00435B4F" w:rsidP="00256283">
      <w:r>
        <w:t>— </w:t>
      </w:r>
      <w:r w:rsidR="00256283">
        <w:t>Sûr</w:t>
      </w:r>
      <w:r>
        <w:t xml:space="preserve"> ! </w:t>
      </w:r>
      <w:r w:rsidR="00256283">
        <w:t>Vous prendrez le petit déjeuner avec nous</w:t>
      </w:r>
      <w:r>
        <w:t>.</w:t>
      </w:r>
    </w:p>
    <w:p w14:paraId="439F56B9" w14:textId="77777777" w:rsidR="00435B4F" w:rsidRDefault="00435B4F" w:rsidP="00256283">
      <w:r>
        <w:t>— </w:t>
      </w:r>
      <w:r w:rsidR="00256283">
        <w:t>C</w:t>
      </w:r>
      <w:r>
        <w:t>’</w:t>
      </w:r>
      <w:r w:rsidR="00256283">
        <w:t>est déjà fait</w:t>
      </w:r>
      <w:r>
        <w:t xml:space="preserve">, </w:t>
      </w:r>
      <w:r w:rsidR="00256283">
        <w:t>merci</w:t>
      </w:r>
      <w:r>
        <w:t xml:space="preserve">, </w:t>
      </w:r>
      <w:r w:rsidR="00256283">
        <w:t>je serai au Normandie dans un quart d</w:t>
      </w:r>
      <w:r>
        <w:t>’</w:t>
      </w:r>
      <w:r w:rsidR="00256283">
        <w:t>heure</w:t>
      </w:r>
      <w:r>
        <w:t>.</w:t>
      </w:r>
    </w:p>
    <w:p w14:paraId="52CEC7FB" w14:textId="77777777" w:rsidR="00435B4F" w:rsidRDefault="00435B4F" w:rsidP="00256283">
      <w:r>
        <w:t>— </w:t>
      </w:r>
      <w:r w:rsidR="00256283">
        <w:t>Entendu</w:t>
      </w:r>
      <w:r>
        <w:t>.</w:t>
      </w:r>
    </w:p>
    <w:p w14:paraId="61DABAAE" w14:textId="77777777" w:rsidR="00435B4F" w:rsidRDefault="00256283" w:rsidP="00256283">
      <w:r>
        <w:t>Dorothy ouvrit les yeux</w:t>
      </w:r>
      <w:r w:rsidR="00435B4F">
        <w:t>.</w:t>
      </w:r>
    </w:p>
    <w:p w14:paraId="1F387E87" w14:textId="77777777" w:rsidR="00435B4F" w:rsidRDefault="00435B4F" w:rsidP="00256283">
      <w:r>
        <w:t>— </w:t>
      </w:r>
      <w:r w:rsidR="00256283">
        <w:t>Il doit être tard</w:t>
      </w:r>
      <w:r>
        <w:t xml:space="preserve"> ! </w:t>
      </w:r>
      <w:r w:rsidR="00256283">
        <w:t>murmura-t-elle</w:t>
      </w:r>
      <w:r>
        <w:t>.</w:t>
      </w:r>
    </w:p>
    <w:p w14:paraId="555AC84C" w14:textId="77777777" w:rsidR="00435B4F" w:rsidRDefault="00256283" w:rsidP="00256283">
      <w:r>
        <w:t>Elle se retourna et se rendormit</w:t>
      </w:r>
      <w:r w:rsidR="00435B4F">
        <w:t>.</w:t>
      </w:r>
    </w:p>
    <w:p w14:paraId="16C301D9" w14:textId="77777777" w:rsidR="00435B4F" w:rsidRDefault="00256283" w:rsidP="00256283">
      <w:r>
        <w:t>Je fis une rapide toilette avant de regagner le salon</w:t>
      </w:r>
      <w:r w:rsidR="00435B4F">
        <w:t>.</w:t>
      </w:r>
    </w:p>
    <w:p w14:paraId="522AAD6F" w14:textId="77777777" w:rsidR="00435B4F" w:rsidRDefault="00435B4F" w:rsidP="00256283">
      <w:r>
        <w:t>— </w:t>
      </w:r>
      <w:r w:rsidR="00256283">
        <w:t>Il vient</w:t>
      </w:r>
      <w:r>
        <w:t xml:space="preserve">, </w:t>
      </w:r>
      <w:r w:rsidR="00256283">
        <w:t>dis-je à Nora</w:t>
      </w:r>
      <w:r>
        <w:t xml:space="preserve">. </w:t>
      </w:r>
      <w:r w:rsidR="00256283">
        <w:t>Il a déjeuné mais fais-lui monter du café</w:t>
      </w:r>
      <w:r>
        <w:t xml:space="preserve">. </w:t>
      </w:r>
      <w:r w:rsidR="00256283">
        <w:t>Moi</w:t>
      </w:r>
      <w:r>
        <w:t xml:space="preserve">, </w:t>
      </w:r>
      <w:r w:rsidR="00256283">
        <w:t>j</w:t>
      </w:r>
      <w:r>
        <w:t>’</w:t>
      </w:r>
      <w:r w:rsidR="00256283">
        <w:t>ai envie d</w:t>
      </w:r>
      <w:r>
        <w:t>’</w:t>
      </w:r>
      <w:r w:rsidR="00256283">
        <w:t>une brochette de foies de volaille</w:t>
      </w:r>
      <w:r>
        <w:t>.</w:t>
      </w:r>
    </w:p>
    <w:p w14:paraId="4A4C5FBA" w14:textId="77777777" w:rsidR="00435B4F" w:rsidRDefault="00435B4F" w:rsidP="00256283">
      <w:r>
        <w:t>— </w:t>
      </w:r>
      <w:r w:rsidR="00256283">
        <w:t>Est-ce que tu m</w:t>
      </w:r>
      <w:r>
        <w:t>’</w:t>
      </w:r>
      <w:r w:rsidR="00256283">
        <w:t>invites à</w:t>
      </w:r>
      <w:r>
        <w:t>…</w:t>
      </w:r>
    </w:p>
    <w:p w14:paraId="6F014BB1" w14:textId="77777777" w:rsidR="00435B4F" w:rsidRDefault="00435B4F" w:rsidP="00256283">
      <w:r>
        <w:t>— </w:t>
      </w:r>
      <w:r w:rsidR="00256283">
        <w:t>Certainement</w:t>
      </w:r>
      <w:r>
        <w:t xml:space="preserve">. </w:t>
      </w:r>
      <w:r w:rsidR="00256283">
        <w:t>Tu ne connais pas Macaulay</w:t>
      </w:r>
      <w:r>
        <w:t xml:space="preserve"> ? </w:t>
      </w:r>
      <w:r w:rsidR="00256283">
        <w:t>C</w:t>
      </w:r>
      <w:r>
        <w:t>’</w:t>
      </w:r>
      <w:r w:rsidR="00256283">
        <w:t>est un brave type</w:t>
      </w:r>
      <w:r>
        <w:t xml:space="preserve">, </w:t>
      </w:r>
      <w:r w:rsidR="00256283">
        <w:t>nous avons fait une partie de la guerre ensemble</w:t>
      </w:r>
      <w:r>
        <w:t xml:space="preserve">, </w:t>
      </w:r>
      <w:r w:rsidR="00256283">
        <w:t>à Vaux</w:t>
      </w:r>
      <w:r>
        <w:t xml:space="preserve"> ; </w:t>
      </w:r>
      <w:r w:rsidR="00256283">
        <w:t>nous nous sommes revus après l</w:t>
      </w:r>
      <w:r>
        <w:t>’</w:t>
      </w:r>
      <w:r w:rsidR="00256283">
        <w:t>armistice</w:t>
      </w:r>
      <w:r>
        <w:t xml:space="preserve"> : </w:t>
      </w:r>
      <w:r w:rsidR="00256283">
        <w:t>il m</w:t>
      </w:r>
      <w:r>
        <w:t>’</w:t>
      </w:r>
      <w:r w:rsidR="00256283">
        <w:t xml:space="preserve">a </w:t>
      </w:r>
      <w:r w:rsidR="00256283">
        <w:lastRenderedPageBreak/>
        <w:t>procuré quelques affaires</w:t>
      </w:r>
      <w:r>
        <w:t xml:space="preserve">, </w:t>
      </w:r>
      <w:r w:rsidR="00256283">
        <w:t xml:space="preserve">entre autres celle de </w:t>
      </w:r>
      <w:proofErr w:type="spellStart"/>
      <w:r w:rsidR="00256283">
        <w:t>Wynant</w:t>
      </w:r>
      <w:proofErr w:type="spellEnd"/>
      <w:r>
        <w:t xml:space="preserve">. </w:t>
      </w:r>
      <w:r w:rsidR="00256283">
        <w:t>Dis donc</w:t>
      </w:r>
      <w:r>
        <w:t xml:space="preserve">, </w:t>
      </w:r>
      <w:r w:rsidR="00256283">
        <w:t>si on prenait un whisky pour se réveiller tout à fait</w:t>
      </w:r>
      <w:r>
        <w:t> ?</w:t>
      </w:r>
    </w:p>
    <w:p w14:paraId="1FC1BF70" w14:textId="77777777" w:rsidR="00435B4F" w:rsidRDefault="00435B4F" w:rsidP="00256283">
      <w:r>
        <w:t>— </w:t>
      </w:r>
      <w:r w:rsidR="00256283">
        <w:t>Pourquoi ne restes-tu pas au moins un jour sans te saouler</w:t>
      </w:r>
      <w:r>
        <w:t> ?</w:t>
      </w:r>
    </w:p>
    <w:p w14:paraId="66D9E229" w14:textId="77777777" w:rsidR="00435B4F" w:rsidRDefault="00435B4F" w:rsidP="00256283">
      <w:r>
        <w:t>— </w:t>
      </w:r>
      <w:r w:rsidR="00256283">
        <w:t>Nous ne sommes pas venus à New-York pour boire de l</w:t>
      </w:r>
      <w:r>
        <w:t>’</w:t>
      </w:r>
      <w:r w:rsidR="00256283">
        <w:t>eau minérale</w:t>
      </w:r>
      <w:r>
        <w:t xml:space="preserve">. </w:t>
      </w:r>
      <w:r w:rsidR="00256283">
        <w:t>Veux-tu que nous allions ce soir voir un match de hockey</w:t>
      </w:r>
      <w:r>
        <w:t> ?</w:t>
      </w:r>
    </w:p>
    <w:p w14:paraId="4FC61AC2" w14:textId="77777777" w:rsidR="00435B4F" w:rsidRDefault="00435B4F" w:rsidP="00256283">
      <w:r>
        <w:t>— </w:t>
      </w:r>
      <w:r w:rsidR="00256283">
        <w:t>Je veux bien</w:t>
      </w:r>
      <w:r>
        <w:t>.</w:t>
      </w:r>
    </w:p>
    <w:p w14:paraId="7DFD5279" w14:textId="77777777" w:rsidR="00435B4F" w:rsidRDefault="00256283" w:rsidP="00256283">
      <w:r>
        <w:t>Elle me versa un whisky et alla téléphoner pour commander le petit déjeuner</w:t>
      </w:r>
      <w:r w:rsidR="00435B4F">
        <w:t>.</w:t>
      </w:r>
    </w:p>
    <w:p w14:paraId="7A51EF87" w14:textId="77777777" w:rsidR="00435B4F" w:rsidRDefault="00256283" w:rsidP="00256283">
      <w:r>
        <w:t>Je parcourus les journaux du matin</w:t>
      </w:r>
      <w:r w:rsidR="00435B4F">
        <w:t xml:space="preserve">. </w:t>
      </w:r>
      <w:r>
        <w:t>Ils relataient l</w:t>
      </w:r>
      <w:r w:rsidR="00435B4F">
        <w:t>’</w:t>
      </w:r>
      <w:r>
        <w:t xml:space="preserve">arrestation de Jorgensen à Boston et le meurtre de </w:t>
      </w:r>
      <w:proofErr w:type="spellStart"/>
      <w:r>
        <w:t>Nunheim</w:t>
      </w:r>
      <w:proofErr w:type="spellEnd"/>
      <w:r w:rsidR="00435B4F">
        <w:t xml:space="preserve">, </w:t>
      </w:r>
      <w:r>
        <w:t>mais la plus grande place était tenue par l</w:t>
      </w:r>
      <w:r w:rsidR="00435B4F">
        <w:t>’</w:t>
      </w:r>
      <w:r>
        <w:t>arrestation d</w:t>
      </w:r>
      <w:r w:rsidR="00435B4F">
        <w:t>’</w:t>
      </w:r>
      <w:r>
        <w:t>un gangster fameux</w:t>
      </w:r>
      <w:r w:rsidR="00435B4F">
        <w:t xml:space="preserve"> : </w:t>
      </w:r>
      <w:r>
        <w:t>Prince Mike</w:t>
      </w:r>
      <w:r w:rsidR="00435B4F">
        <w:t xml:space="preserve">, </w:t>
      </w:r>
      <w:r>
        <w:t>et par les négociations entreprises avec les ravisseurs du bébé de Lindbergh</w:t>
      </w:r>
      <w:r w:rsidR="00435B4F">
        <w:t>.</w:t>
      </w:r>
    </w:p>
    <w:p w14:paraId="345F0CBF" w14:textId="77777777" w:rsidR="00435B4F" w:rsidRDefault="00256283" w:rsidP="00256283">
      <w:r>
        <w:t xml:space="preserve">Macaulay et le garçon qui amenait </w:t>
      </w:r>
      <w:proofErr w:type="spellStart"/>
      <w:r>
        <w:t>Asta</w:t>
      </w:r>
      <w:proofErr w:type="spellEnd"/>
      <w:r>
        <w:t xml:space="preserve"> arrivèrent ensemble</w:t>
      </w:r>
      <w:r w:rsidR="00435B4F">
        <w:t>.</w:t>
      </w:r>
    </w:p>
    <w:p w14:paraId="3D78DB38" w14:textId="77777777" w:rsidR="00435B4F" w:rsidRDefault="00256283" w:rsidP="00256283">
      <w:r>
        <w:t>L</w:t>
      </w:r>
      <w:r w:rsidR="00435B4F">
        <w:t>’</w:t>
      </w:r>
      <w:r>
        <w:t>avocat était pâle</w:t>
      </w:r>
      <w:r w:rsidR="00435B4F">
        <w:t xml:space="preserve">, </w:t>
      </w:r>
      <w:r>
        <w:t>le visage marqué de lignes</w:t>
      </w:r>
      <w:r w:rsidR="00435B4F">
        <w:t xml:space="preserve">, </w:t>
      </w:r>
      <w:r>
        <w:t>surtout autour de la bouche</w:t>
      </w:r>
      <w:r w:rsidR="00435B4F">
        <w:t>.</w:t>
      </w:r>
    </w:p>
    <w:p w14:paraId="607ED965" w14:textId="77777777" w:rsidR="00435B4F" w:rsidRDefault="00435B4F" w:rsidP="00256283">
      <w:r>
        <w:t>— </w:t>
      </w:r>
      <w:r w:rsidR="00256283">
        <w:t>Où est-ce que la police a encore trouvé ça</w:t>
      </w:r>
      <w:r>
        <w:t xml:space="preserve"> ! </w:t>
      </w:r>
      <w:r w:rsidR="00256283">
        <w:t>s</w:t>
      </w:r>
      <w:r>
        <w:t>’</w:t>
      </w:r>
      <w:r w:rsidR="00256283">
        <w:t>écria-t-il</w:t>
      </w:r>
      <w:r>
        <w:t xml:space="preserve"> ; </w:t>
      </w:r>
      <w:r w:rsidR="00256283">
        <w:t>est-ce qu</w:t>
      </w:r>
      <w:r>
        <w:t>’</w:t>
      </w:r>
      <w:r w:rsidR="00256283">
        <w:t>ils croient</w:t>
      </w:r>
      <w:r>
        <w:t>…</w:t>
      </w:r>
    </w:p>
    <w:p w14:paraId="7D66E0AA" w14:textId="77777777" w:rsidR="00435B4F" w:rsidRDefault="00256283" w:rsidP="00256283">
      <w:r>
        <w:t>Nora entrait</w:t>
      </w:r>
      <w:r w:rsidR="00435B4F">
        <w:t xml:space="preserve"> ; </w:t>
      </w:r>
      <w:r>
        <w:t>elle était habillée</w:t>
      </w:r>
      <w:r w:rsidR="00435B4F">
        <w:t>.</w:t>
      </w:r>
    </w:p>
    <w:p w14:paraId="6EC5C5F4" w14:textId="77777777" w:rsidR="00435B4F" w:rsidRDefault="00435B4F" w:rsidP="00256283">
      <w:r>
        <w:t>— </w:t>
      </w:r>
      <w:r w:rsidR="00256283">
        <w:t>Nora</w:t>
      </w:r>
      <w:r>
        <w:t xml:space="preserve">, </w:t>
      </w:r>
      <w:r w:rsidR="00256283">
        <w:t>dis-je</w:t>
      </w:r>
      <w:r>
        <w:t xml:space="preserve">, </w:t>
      </w:r>
      <w:r w:rsidR="00256283">
        <w:t>je te présente Herbert Macaulay</w:t>
      </w:r>
      <w:r>
        <w:t xml:space="preserve"> – </w:t>
      </w:r>
      <w:r w:rsidR="00256283">
        <w:t>ma femme</w:t>
      </w:r>
      <w:r>
        <w:t> !</w:t>
      </w:r>
    </w:p>
    <w:p w14:paraId="34480692" w14:textId="77777777" w:rsidR="00435B4F" w:rsidRDefault="00256283" w:rsidP="00256283">
      <w:r>
        <w:t>Ils échangèrent une poignée de mains</w:t>
      </w:r>
      <w:r w:rsidR="00435B4F">
        <w:t>.</w:t>
      </w:r>
    </w:p>
    <w:p w14:paraId="4A30DC4A" w14:textId="77777777" w:rsidR="00435B4F" w:rsidRDefault="00435B4F" w:rsidP="00256283">
      <w:r>
        <w:lastRenderedPageBreak/>
        <w:t>— </w:t>
      </w:r>
      <w:r w:rsidR="00256283">
        <w:t>Nick m</w:t>
      </w:r>
      <w:r>
        <w:t>’</w:t>
      </w:r>
      <w:r w:rsidR="00256283">
        <w:t>a laissé seulement commander du café pour vous</w:t>
      </w:r>
      <w:r>
        <w:t xml:space="preserve">, </w:t>
      </w:r>
      <w:r w:rsidR="00256283">
        <w:t>dit Nora</w:t>
      </w:r>
      <w:r>
        <w:t xml:space="preserve">, </w:t>
      </w:r>
      <w:r w:rsidR="00256283">
        <w:t>est-ce que</w:t>
      </w:r>
      <w:r>
        <w:t>…</w:t>
      </w:r>
    </w:p>
    <w:p w14:paraId="4F7FE723" w14:textId="77777777" w:rsidR="00435B4F" w:rsidRDefault="00435B4F" w:rsidP="00256283">
      <w:r>
        <w:t>— </w:t>
      </w:r>
      <w:r w:rsidR="00256283">
        <w:t>Non</w:t>
      </w:r>
      <w:r>
        <w:t xml:space="preserve">, </w:t>
      </w:r>
      <w:r w:rsidR="00256283">
        <w:t>coupa-t-il</w:t>
      </w:r>
      <w:r>
        <w:t xml:space="preserve">, </w:t>
      </w:r>
      <w:r w:rsidR="00256283">
        <w:t>merci</w:t>
      </w:r>
      <w:r>
        <w:t xml:space="preserve">, </w:t>
      </w:r>
      <w:r w:rsidR="00256283">
        <w:t>j</w:t>
      </w:r>
      <w:r>
        <w:t>’</w:t>
      </w:r>
      <w:r w:rsidR="00256283">
        <w:t>ai déjeuné</w:t>
      </w:r>
      <w:r>
        <w:t>.</w:t>
      </w:r>
    </w:p>
    <w:p w14:paraId="78D304E6" w14:textId="77777777" w:rsidR="00435B4F" w:rsidRDefault="00256283" w:rsidP="00256283">
      <w:r>
        <w:t>Il semblait hésiter</w:t>
      </w:r>
      <w:r w:rsidR="00435B4F">
        <w:t>.</w:t>
      </w:r>
    </w:p>
    <w:p w14:paraId="526FEDEE" w14:textId="77777777" w:rsidR="00435B4F" w:rsidRDefault="00435B4F" w:rsidP="00256283">
      <w:r>
        <w:t>— </w:t>
      </w:r>
      <w:r w:rsidR="00256283">
        <w:t>Nora est au courant</w:t>
      </w:r>
      <w:r>
        <w:t xml:space="preserve">, </w:t>
      </w:r>
      <w:r w:rsidR="00256283">
        <w:t>dis-je</w:t>
      </w:r>
      <w:r>
        <w:t xml:space="preserve">, </w:t>
      </w:r>
      <w:r w:rsidR="00256283">
        <w:t>et</w:t>
      </w:r>
      <w:r>
        <w:t xml:space="preserve">, </w:t>
      </w:r>
      <w:r w:rsidR="00256283">
        <w:t>à moins qu</w:t>
      </w:r>
      <w:r>
        <w:t>’</w:t>
      </w:r>
      <w:r w:rsidR="00256283">
        <w:t>il ne s</w:t>
      </w:r>
      <w:r>
        <w:t>’</w:t>
      </w:r>
      <w:r w:rsidR="00256283">
        <w:t>agisse de quelque chose d</w:t>
      </w:r>
      <w:r>
        <w:t>’</w:t>
      </w:r>
      <w:r w:rsidR="00256283">
        <w:t>extraordinaire</w:t>
      </w:r>
      <w:r>
        <w:t>…</w:t>
      </w:r>
    </w:p>
    <w:p w14:paraId="2B079F66" w14:textId="77777777" w:rsidR="00435B4F" w:rsidRDefault="00435B4F" w:rsidP="00256283">
      <w:r>
        <w:t>— </w:t>
      </w:r>
      <w:r w:rsidR="00256283">
        <w:t>Non</w:t>
      </w:r>
      <w:r>
        <w:t xml:space="preserve">, </w:t>
      </w:r>
      <w:r w:rsidR="00256283">
        <w:t>fit-il</w:t>
      </w:r>
      <w:r>
        <w:t xml:space="preserve">, </w:t>
      </w:r>
      <w:r w:rsidR="00256283">
        <w:t>mais je ne voudrais pas causer le moindre souci à votre femme</w:t>
      </w:r>
      <w:r>
        <w:t>.</w:t>
      </w:r>
    </w:p>
    <w:p w14:paraId="5E7AE106" w14:textId="77777777" w:rsidR="00435B4F" w:rsidRDefault="00435B4F" w:rsidP="00256283">
      <w:r>
        <w:t>— </w:t>
      </w:r>
      <w:r w:rsidR="00256283">
        <w:t>Allez-y</w:t>
      </w:r>
      <w:r>
        <w:t xml:space="preserve"> ! </w:t>
      </w:r>
      <w:r w:rsidR="00256283">
        <w:t>répondis-je</w:t>
      </w:r>
      <w:r>
        <w:t xml:space="preserve">. </w:t>
      </w:r>
      <w:r w:rsidR="00256283">
        <w:t>Elle ne s</w:t>
      </w:r>
      <w:r>
        <w:t>’</w:t>
      </w:r>
      <w:r w:rsidR="00256283">
        <w:t>inquiète qu</w:t>
      </w:r>
      <w:r>
        <w:t>’</w:t>
      </w:r>
      <w:r w:rsidR="00256283">
        <w:t>au sujet des choses qu</w:t>
      </w:r>
      <w:r>
        <w:t>’</w:t>
      </w:r>
      <w:r w:rsidR="00256283">
        <w:t>on lui cache</w:t>
      </w:r>
      <w:r>
        <w:t xml:space="preserve">. </w:t>
      </w:r>
      <w:r w:rsidR="00256283">
        <w:t>Quelle est cette nouvelle idée de la police</w:t>
      </w:r>
      <w:r>
        <w:t> ?</w:t>
      </w:r>
    </w:p>
    <w:p w14:paraId="2B177C45" w14:textId="77777777" w:rsidR="00435B4F" w:rsidRDefault="00435B4F" w:rsidP="00256283">
      <w:r>
        <w:t>— </w:t>
      </w:r>
      <w:r w:rsidR="00256283">
        <w:t>Voici</w:t>
      </w:r>
      <w:r>
        <w:t xml:space="preserve"> ; </w:t>
      </w:r>
      <w:r w:rsidR="00256283">
        <w:t xml:space="preserve">le lieutenant </w:t>
      </w:r>
      <w:proofErr w:type="spellStart"/>
      <w:r w:rsidR="00256283">
        <w:t>Guild</w:t>
      </w:r>
      <w:proofErr w:type="spellEnd"/>
      <w:r w:rsidR="00256283">
        <w:t xml:space="preserve"> est venu me voir ce matin</w:t>
      </w:r>
      <w:r>
        <w:t xml:space="preserve">, </w:t>
      </w:r>
      <w:r w:rsidR="00256283">
        <w:t>reprit l</w:t>
      </w:r>
      <w:r>
        <w:t>’</w:t>
      </w:r>
      <w:r w:rsidR="00256283">
        <w:t>avocat</w:t>
      </w:r>
      <w:r>
        <w:t xml:space="preserve"> ; </w:t>
      </w:r>
      <w:r w:rsidR="00256283">
        <w:t>il m</w:t>
      </w:r>
      <w:r>
        <w:t>’</w:t>
      </w:r>
      <w:r w:rsidR="00256283">
        <w:t>a d</w:t>
      </w:r>
      <w:r>
        <w:t>’</w:t>
      </w:r>
      <w:r w:rsidR="00256283">
        <w:t>abord montré un fragment de chaîne de montre et un canif</w:t>
      </w:r>
      <w:r>
        <w:t xml:space="preserve">, </w:t>
      </w:r>
      <w:r w:rsidR="00256283">
        <w:t>me demandant si je les connaissais</w:t>
      </w:r>
      <w:r>
        <w:t xml:space="preserve">. </w:t>
      </w:r>
      <w:r w:rsidR="00256283">
        <w:t>Oui</w:t>
      </w:r>
      <w:r>
        <w:t xml:space="preserve">, </w:t>
      </w:r>
      <w:r w:rsidR="00256283">
        <w:t xml:space="preserve">ils appartiennent à </w:t>
      </w:r>
      <w:proofErr w:type="spellStart"/>
      <w:r w:rsidR="00256283">
        <w:t>Wynant</w:t>
      </w:r>
      <w:proofErr w:type="spellEnd"/>
      <w:r>
        <w:t xml:space="preserve">. </w:t>
      </w:r>
      <w:r w:rsidR="00256283">
        <w:t>Alors il m</w:t>
      </w:r>
      <w:r>
        <w:t>’</w:t>
      </w:r>
      <w:r w:rsidR="00256283">
        <w:t>a demandé si je pouvais expliquer comment ils étaient entre les mains d</w:t>
      </w:r>
      <w:r>
        <w:t>’</w:t>
      </w:r>
      <w:r w:rsidR="00256283">
        <w:t xml:space="preserve">une </w:t>
      </w:r>
      <w:r w:rsidR="00256283">
        <w:rPr>
          <w:i/>
        </w:rPr>
        <w:t>autre personne</w:t>
      </w:r>
      <w:r>
        <w:t xml:space="preserve">. </w:t>
      </w:r>
      <w:r w:rsidR="00256283">
        <w:t>Bref</w:t>
      </w:r>
      <w:r>
        <w:t xml:space="preserve">, </w:t>
      </w:r>
      <w:r w:rsidR="00256283">
        <w:t>après qu</w:t>
      </w:r>
      <w:r>
        <w:t>’</w:t>
      </w:r>
      <w:r w:rsidR="00256283">
        <w:t>il eut longtemps tourné autour du pot</w:t>
      </w:r>
      <w:r>
        <w:t xml:space="preserve">, </w:t>
      </w:r>
      <w:r w:rsidR="00256283">
        <w:t xml:space="preserve">je découvris que cette </w:t>
      </w:r>
      <w:r>
        <w:t>« </w:t>
      </w:r>
      <w:r w:rsidR="00256283">
        <w:t>autre personne</w:t>
      </w:r>
      <w:r>
        <w:t> »</w:t>
      </w:r>
      <w:r w:rsidR="00256283">
        <w:t xml:space="preserve"> était Mimi ou vous-même</w:t>
      </w:r>
      <w:r>
        <w:t xml:space="preserve"> ! </w:t>
      </w:r>
      <w:r w:rsidR="00256283">
        <w:t>J</w:t>
      </w:r>
      <w:r>
        <w:t>’</w:t>
      </w:r>
      <w:r w:rsidR="00256283">
        <w:t xml:space="preserve">ai répondu que </w:t>
      </w:r>
      <w:proofErr w:type="spellStart"/>
      <w:r w:rsidR="00256283">
        <w:t>Wynant</w:t>
      </w:r>
      <w:proofErr w:type="spellEnd"/>
      <w:r w:rsidR="00256283">
        <w:t xml:space="preserve"> pouvait vous avoir donné la chaîne ou le canif</w:t>
      </w:r>
      <w:r>
        <w:t xml:space="preserve">, </w:t>
      </w:r>
      <w:r w:rsidR="00256283">
        <w:t>ou bien que vous pouviez les avoir volés</w:t>
      </w:r>
      <w:r>
        <w:t xml:space="preserve">, </w:t>
      </w:r>
      <w:r w:rsidR="00256283">
        <w:t>trouvés dans la rue</w:t>
      </w:r>
      <w:r>
        <w:t xml:space="preserve">, </w:t>
      </w:r>
      <w:r w:rsidR="00256283">
        <w:t>que celui qui les avait volés ou trouvés</w:t>
      </w:r>
      <w:r>
        <w:t xml:space="preserve">, </w:t>
      </w:r>
      <w:r w:rsidR="00256283">
        <w:t>pouvait vous les avoir remis</w:t>
      </w:r>
      <w:r>
        <w:t xml:space="preserve">, </w:t>
      </w:r>
      <w:r w:rsidR="00256283">
        <w:t>etc</w:t>
      </w:r>
      <w:r>
        <w:t xml:space="preserve">., </w:t>
      </w:r>
      <w:r w:rsidR="00256283">
        <w:t>etc</w:t>
      </w:r>
      <w:r>
        <w:t xml:space="preserve">. </w:t>
      </w:r>
      <w:r w:rsidR="00256283">
        <w:t>Il m</w:t>
      </w:r>
      <w:r>
        <w:t>’</w:t>
      </w:r>
      <w:r w:rsidR="00256283">
        <w:t>a interrompu</w:t>
      </w:r>
      <w:r>
        <w:t xml:space="preserve">, </w:t>
      </w:r>
      <w:r w:rsidR="00256283">
        <w:t>sentant que je me moquais de lui</w:t>
      </w:r>
      <w:r>
        <w:t>.</w:t>
      </w:r>
    </w:p>
    <w:p w14:paraId="3F073BC8" w14:textId="77777777" w:rsidR="00435B4F" w:rsidRDefault="00256283" w:rsidP="00256283">
      <w:r>
        <w:t>Deux taches rouges marquaient les joues de Nora</w:t>
      </w:r>
      <w:r w:rsidR="00435B4F">
        <w:t xml:space="preserve"> ; </w:t>
      </w:r>
      <w:r>
        <w:t>ses yeux étaient noirs</w:t>
      </w:r>
      <w:r w:rsidR="00435B4F">
        <w:t>.</w:t>
      </w:r>
    </w:p>
    <w:p w14:paraId="138D43E5" w14:textId="77777777" w:rsidR="00435B4F" w:rsidRDefault="00435B4F" w:rsidP="00256283">
      <w:r>
        <w:t>— </w:t>
      </w:r>
      <w:r w:rsidR="00256283">
        <w:t>Quel idiot</w:t>
      </w:r>
      <w:r>
        <w:t xml:space="preserve"> ! </w:t>
      </w:r>
      <w:r w:rsidR="00256283">
        <w:t>murmura-t-elle</w:t>
      </w:r>
      <w:r>
        <w:t>.</w:t>
      </w:r>
    </w:p>
    <w:p w14:paraId="2D7272AC" w14:textId="77777777" w:rsidR="00435B4F" w:rsidRDefault="00435B4F" w:rsidP="00256283">
      <w:r>
        <w:t>— </w:t>
      </w:r>
      <w:r w:rsidR="00256283">
        <w:t>Ça va</w:t>
      </w:r>
      <w:r>
        <w:t xml:space="preserve">, </w:t>
      </w:r>
      <w:r w:rsidR="00256283">
        <w:t>ça va</w:t>
      </w:r>
      <w:r>
        <w:t xml:space="preserve"> ! </w:t>
      </w:r>
      <w:r w:rsidR="00256283">
        <w:t>lui dis-je</w:t>
      </w:r>
      <w:r>
        <w:t xml:space="preserve">. </w:t>
      </w:r>
      <w:r w:rsidR="00256283">
        <w:t>J</w:t>
      </w:r>
      <w:r>
        <w:t>’</w:t>
      </w:r>
      <w:r w:rsidR="00256283">
        <w:t>aurais dû t</w:t>
      </w:r>
      <w:r>
        <w:t>’</w:t>
      </w:r>
      <w:r w:rsidR="00256283">
        <w:t>en parler hier soir</w:t>
      </w:r>
      <w:r>
        <w:t xml:space="preserve">, </w:t>
      </w:r>
      <w:r w:rsidR="00256283">
        <w:t>il a déjà fait des allusions</w:t>
      </w:r>
      <w:r>
        <w:t xml:space="preserve">. </w:t>
      </w:r>
      <w:r w:rsidR="00256283">
        <w:t xml:space="preserve">Cette bonne fille de Mimi a </w:t>
      </w:r>
      <w:r w:rsidR="00256283">
        <w:lastRenderedPageBreak/>
        <w:t xml:space="preserve">certainement poussé </w:t>
      </w:r>
      <w:proofErr w:type="spellStart"/>
      <w:r w:rsidR="00256283">
        <w:t>Guild</w:t>
      </w:r>
      <w:proofErr w:type="spellEnd"/>
      <w:r w:rsidR="00256283">
        <w:t xml:space="preserve"> avec joie sur cette nouvelle piste</w:t>
      </w:r>
      <w:r>
        <w:t xml:space="preserve">. </w:t>
      </w:r>
      <w:r w:rsidR="00256283">
        <w:t>Qu</w:t>
      </w:r>
      <w:r>
        <w:t>’</w:t>
      </w:r>
      <w:r w:rsidR="00256283">
        <w:t>est-ce qu</w:t>
      </w:r>
      <w:r>
        <w:t>’</w:t>
      </w:r>
      <w:r w:rsidR="00256283">
        <w:t>il voulait encore savoir</w:t>
      </w:r>
      <w:r>
        <w:t xml:space="preserve">, </w:t>
      </w:r>
      <w:r w:rsidR="00256283">
        <w:t>Macaulay</w:t>
      </w:r>
      <w:r>
        <w:t> ?</w:t>
      </w:r>
    </w:p>
    <w:p w14:paraId="1AA5F918" w14:textId="77777777" w:rsidR="00435B4F" w:rsidRDefault="00435B4F" w:rsidP="00256283">
      <w:r>
        <w:t>— </w:t>
      </w:r>
      <w:r w:rsidR="00256283">
        <w:t>Si vous entreteniez encore des relations</w:t>
      </w:r>
      <w:r>
        <w:t xml:space="preserve">… </w:t>
      </w:r>
      <w:r w:rsidR="00256283">
        <w:t>amoureuses avec Mimi</w:t>
      </w:r>
      <w:r>
        <w:t xml:space="preserve">, </w:t>
      </w:r>
      <w:r w:rsidR="00256283">
        <w:t>ou bien si c</w:t>
      </w:r>
      <w:r>
        <w:t>’</w:t>
      </w:r>
      <w:r w:rsidR="00256283">
        <w:t>était fini</w:t>
      </w:r>
      <w:r>
        <w:t> ?</w:t>
      </w:r>
    </w:p>
    <w:p w14:paraId="6C51C191" w14:textId="77777777" w:rsidR="00435B4F" w:rsidRDefault="00435B4F" w:rsidP="00256283">
      <w:r>
        <w:t>— </w:t>
      </w:r>
      <w:r w:rsidR="00256283">
        <w:t>C</w:t>
      </w:r>
      <w:r>
        <w:t>’</w:t>
      </w:r>
      <w:r w:rsidR="00256283">
        <w:t>est bien ça</w:t>
      </w:r>
      <w:r>
        <w:t xml:space="preserve"> ! </w:t>
      </w:r>
      <w:r w:rsidR="00256283">
        <w:t>dis-je</w:t>
      </w:r>
      <w:r>
        <w:t xml:space="preserve">. </w:t>
      </w:r>
      <w:r w:rsidR="00256283">
        <w:t>Cette garce lui a bourré le crâne</w:t>
      </w:r>
      <w:r>
        <w:t xml:space="preserve">. </w:t>
      </w:r>
      <w:r w:rsidR="00256283">
        <w:t>Qu</w:t>
      </w:r>
      <w:r>
        <w:t>’</w:t>
      </w:r>
      <w:r w:rsidR="00256283">
        <w:t>avez-vous répondu</w:t>
      </w:r>
      <w:r>
        <w:t> ?</w:t>
      </w:r>
    </w:p>
    <w:p w14:paraId="177BCC31" w14:textId="77777777" w:rsidR="00435B4F" w:rsidRDefault="00435B4F" w:rsidP="00256283">
      <w:r>
        <w:t>— </w:t>
      </w:r>
      <w:r w:rsidR="00256283">
        <w:t xml:space="preserve">Que je ne savais pas si </w:t>
      </w:r>
      <w:r>
        <w:t>« </w:t>
      </w:r>
      <w:r w:rsidR="00256283">
        <w:t>ça durait encore</w:t>
      </w:r>
      <w:r>
        <w:t> »</w:t>
      </w:r>
      <w:r w:rsidR="00256283">
        <w:t xml:space="preserve"> puisque j</w:t>
      </w:r>
      <w:r>
        <w:t>’</w:t>
      </w:r>
      <w:r w:rsidR="00256283">
        <w:t>avais toujours ignoré la chose</w:t>
      </w:r>
      <w:r>
        <w:t xml:space="preserve">. </w:t>
      </w:r>
      <w:r w:rsidR="00256283">
        <w:t>Je lui ai rappelé que</w:t>
      </w:r>
      <w:r>
        <w:t xml:space="preserve">, </w:t>
      </w:r>
      <w:r w:rsidR="00256283">
        <w:t>depuis longtemps</w:t>
      </w:r>
      <w:r>
        <w:t xml:space="preserve">, </w:t>
      </w:r>
      <w:r w:rsidR="00256283">
        <w:t>vous habitiez San-Francisco</w:t>
      </w:r>
      <w:r>
        <w:t>.</w:t>
      </w:r>
    </w:p>
    <w:p w14:paraId="035538AA" w14:textId="77777777" w:rsidR="00435B4F" w:rsidRDefault="00435B4F" w:rsidP="00256283">
      <w:r>
        <w:t>— </w:t>
      </w:r>
      <w:r w:rsidR="00256283">
        <w:t>Est-ce bien vrai</w:t>
      </w:r>
      <w:r>
        <w:t xml:space="preserve"> ? </w:t>
      </w:r>
      <w:r w:rsidR="00256283">
        <w:t>me demanda Nora</w:t>
      </w:r>
      <w:r>
        <w:t>.</w:t>
      </w:r>
    </w:p>
    <w:p w14:paraId="776B8275" w14:textId="77777777" w:rsidR="00435B4F" w:rsidRDefault="00435B4F" w:rsidP="00256283">
      <w:r>
        <w:t>— </w:t>
      </w:r>
      <w:r w:rsidR="00256283">
        <w:t>J</w:t>
      </w:r>
      <w:r>
        <w:t>’</w:t>
      </w:r>
      <w:r w:rsidR="00256283">
        <w:t>espère que tu ne vas pas insinuer que Macaulay est un menteur</w:t>
      </w:r>
      <w:r>
        <w:t xml:space="preserve"> ! </w:t>
      </w:r>
      <w:r w:rsidR="00256283">
        <w:t>dis-je en riant</w:t>
      </w:r>
      <w:r>
        <w:t xml:space="preserve">. </w:t>
      </w:r>
      <w:r w:rsidR="00256283">
        <w:t>Qu</w:t>
      </w:r>
      <w:r>
        <w:t>’</w:t>
      </w:r>
      <w:r w:rsidR="00256283">
        <w:t>a-t-il répondu</w:t>
      </w:r>
      <w:r>
        <w:t> ?</w:t>
      </w:r>
    </w:p>
    <w:p w14:paraId="7278C541" w14:textId="77777777" w:rsidR="00435B4F" w:rsidRDefault="00435B4F" w:rsidP="00256283">
      <w:r>
        <w:t>— </w:t>
      </w:r>
      <w:r w:rsidR="00256283">
        <w:t>Rien</w:t>
      </w:r>
      <w:r>
        <w:t xml:space="preserve">. </w:t>
      </w:r>
      <w:r w:rsidR="00256283">
        <w:t>Il a demandé si je pensais que Jorgensen était au courant de votre intrigue avec Mimi</w:t>
      </w:r>
      <w:r>
        <w:t xml:space="preserve">… </w:t>
      </w:r>
      <w:r w:rsidR="00256283">
        <w:t>et aussi quand je vous avais vu</w:t>
      </w:r>
      <w:r>
        <w:t xml:space="preserve">, </w:t>
      </w:r>
      <w:r w:rsidR="00256283">
        <w:t>ces jours derniers</w:t>
      </w:r>
      <w:r>
        <w:t xml:space="preserve">, </w:t>
      </w:r>
      <w:r w:rsidR="00256283">
        <w:t>où et comment</w:t>
      </w:r>
      <w:r>
        <w:t xml:space="preserve">, </w:t>
      </w:r>
      <w:r w:rsidR="00256283">
        <w:t>avec tous les détails</w:t>
      </w:r>
      <w:r>
        <w:t>.</w:t>
      </w:r>
    </w:p>
    <w:p w14:paraId="1E343E09" w14:textId="77777777" w:rsidR="00435B4F" w:rsidRDefault="00435B4F" w:rsidP="00256283">
      <w:r>
        <w:t>— </w:t>
      </w:r>
      <w:r w:rsidR="00256283">
        <w:t>C</w:t>
      </w:r>
      <w:r>
        <w:t>’</w:t>
      </w:r>
      <w:r w:rsidR="00256283">
        <w:t>est gai</w:t>
      </w:r>
      <w:r>
        <w:t xml:space="preserve"> ! </w:t>
      </w:r>
      <w:r w:rsidR="00256283">
        <w:t>soupirai-je</w:t>
      </w:r>
      <w:r>
        <w:t xml:space="preserve">, </w:t>
      </w:r>
      <w:r w:rsidR="00256283">
        <w:t>et je n</w:t>
      </w:r>
      <w:r>
        <w:t>’</w:t>
      </w:r>
      <w:r w:rsidR="00256283">
        <w:t>ai pas d</w:t>
      </w:r>
      <w:r>
        <w:t>’</w:t>
      </w:r>
      <w:r w:rsidR="00256283">
        <w:t>alibi</w:t>
      </w:r>
      <w:r>
        <w:t> !</w:t>
      </w:r>
    </w:p>
    <w:p w14:paraId="553C96A4" w14:textId="77777777" w:rsidR="00435B4F" w:rsidRDefault="00256283" w:rsidP="00256283">
      <w:r>
        <w:t>Un garçon entra portant le petit déjeuner sur un plateau</w:t>
      </w:r>
      <w:r w:rsidR="00435B4F">
        <w:t>.</w:t>
      </w:r>
    </w:p>
    <w:p w14:paraId="106BF456" w14:textId="77777777" w:rsidR="00435B4F" w:rsidRDefault="00435B4F" w:rsidP="00256283">
      <w:r>
        <w:t>— </w:t>
      </w:r>
      <w:r w:rsidR="00256283">
        <w:t>Vous n</w:t>
      </w:r>
      <w:r>
        <w:t>’</w:t>
      </w:r>
      <w:r w:rsidR="00256283">
        <w:t>avez rien à craindre</w:t>
      </w:r>
      <w:r>
        <w:t xml:space="preserve">, </w:t>
      </w:r>
      <w:r w:rsidR="00256283">
        <w:t>dit l</w:t>
      </w:r>
      <w:r>
        <w:t>’</w:t>
      </w:r>
      <w:r w:rsidR="00256283">
        <w:t>avocat</w:t>
      </w:r>
      <w:r>
        <w:t xml:space="preserve">, </w:t>
      </w:r>
      <w:r w:rsidR="00256283">
        <w:t>quand le valet fut sorti</w:t>
      </w:r>
      <w:r>
        <w:t xml:space="preserve">, </w:t>
      </w:r>
      <w:r w:rsidR="00256283">
        <w:t xml:space="preserve">je vais livrer </w:t>
      </w:r>
      <w:proofErr w:type="spellStart"/>
      <w:r w:rsidR="00256283">
        <w:t>Wynant</w:t>
      </w:r>
      <w:proofErr w:type="spellEnd"/>
      <w:r w:rsidR="00256283">
        <w:t xml:space="preserve"> à la police</w:t>
      </w:r>
      <w:r>
        <w:t>.</w:t>
      </w:r>
    </w:p>
    <w:p w14:paraId="18894A28" w14:textId="77777777" w:rsidR="00435B4F" w:rsidRDefault="00256283" w:rsidP="00256283">
      <w:r>
        <w:t>Sa voix était sourde et mal assurée</w:t>
      </w:r>
      <w:r w:rsidR="00435B4F">
        <w:t>.</w:t>
      </w:r>
    </w:p>
    <w:p w14:paraId="65EE9BDF" w14:textId="77777777" w:rsidR="00435B4F" w:rsidRDefault="00435B4F" w:rsidP="00256283">
      <w:r>
        <w:t>— </w:t>
      </w:r>
      <w:r w:rsidR="00256283">
        <w:t>Êtes-vous sûr qu</w:t>
      </w:r>
      <w:r>
        <w:t>’</w:t>
      </w:r>
      <w:r w:rsidR="00256283">
        <w:t>il soit coupable</w:t>
      </w:r>
      <w:r>
        <w:t xml:space="preserve"> ? </w:t>
      </w:r>
      <w:r w:rsidR="00256283">
        <w:t>dis-je</w:t>
      </w:r>
      <w:r>
        <w:t xml:space="preserve">. </w:t>
      </w:r>
      <w:r w:rsidR="00256283">
        <w:t>Je ne le crois pas</w:t>
      </w:r>
      <w:r>
        <w:t> !</w:t>
      </w:r>
    </w:p>
    <w:p w14:paraId="0DDEB4D3" w14:textId="77777777" w:rsidR="00435B4F" w:rsidRDefault="00435B4F" w:rsidP="00256283">
      <w:r>
        <w:t>— </w:t>
      </w:r>
      <w:r w:rsidR="00256283">
        <w:t>J</w:t>
      </w:r>
      <w:r>
        <w:t>’</w:t>
      </w:r>
      <w:r w:rsidR="00256283">
        <w:t>en suis sûr</w:t>
      </w:r>
      <w:r>
        <w:t xml:space="preserve">, </w:t>
      </w:r>
      <w:r w:rsidR="00256283">
        <w:t>fit-il</w:t>
      </w:r>
      <w:r>
        <w:t xml:space="preserve">. </w:t>
      </w:r>
      <w:r w:rsidR="00256283">
        <w:t>D</w:t>
      </w:r>
      <w:r>
        <w:t>’</w:t>
      </w:r>
      <w:r w:rsidR="00256283">
        <w:t>ailleurs</w:t>
      </w:r>
      <w:r>
        <w:t xml:space="preserve">, </w:t>
      </w:r>
      <w:r w:rsidR="00256283">
        <w:t>même si je me trompais</w:t>
      </w:r>
      <w:r>
        <w:t xml:space="preserve">, </w:t>
      </w:r>
      <w:r w:rsidR="00256283">
        <w:t>il est fou</w:t>
      </w:r>
      <w:r>
        <w:t xml:space="preserve">, </w:t>
      </w:r>
      <w:r w:rsidR="00256283">
        <w:t>Charles</w:t>
      </w:r>
      <w:r>
        <w:t xml:space="preserve">. </w:t>
      </w:r>
      <w:r w:rsidR="00256283">
        <w:t>On ne peut laisser cet homme en liberté</w:t>
      </w:r>
      <w:r>
        <w:t>.</w:t>
      </w:r>
    </w:p>
    <w:p w14:paraId="33CBAAF7" w14:textId="77777777" w:rsidR="00435B4F" w:rsidRDefault="00435B4F" w:rsidP="00256283">
      <w:r>
        <w:t>— </w:t>
      </w:r>
      <w:r w:rsidR="00256283">
        <w:t>Possible</w:t>
      </w:r>
      <w:r>
        <w:t xml:space="preserve"> ! </w:t>
      </w:r>
      <w:r w:rsidR="00256283">
        <w:t>approuvai-je</w:t>
      </w:r>
      <w:r>
        <w:t xml:space="preserve">, </w:t>
      </w:r>
      <w:r w:rsidR="00256283">
        <w:t>après tout</w:t>
      </w:r>
      <w:r>
        <w:t>…</w:t>
      </w:r>
    </w:p>
    <w:p w14:paraId="276A94EE" w14:textId="77777777" w:rsidR="00435B4F" w:rsidRDefault="00435B4F" w:rsidP="00256283">
      <w:r>
        <w:lastRenderedPageBreak/>
        <w:t>— </w:t>
      </w:r>
      <w:r w:rsidR="00256283">
        <w:t>J</w:t>
      </w:r>
      <w:r>
        <w:t>’</w:t>
      </w:r>
      <w:r w:rsidR="00256283">
        <w:t>en suis sûr</w:t>
      </w:r>
      <w:r>
        <w:t xml:space="preserve">, </w:t>
      </w:r>
      <w:r w:rsidR="00256283">
        <w:t>répéta-t-il</w:t>
      </w:r>
      <w:r>
        <w:t xml:space="preserve"> ; </w:t>
      </w:r>
      <w:r w:rsidR="00256283">
        <w:t>je l</w:t>
      </w:r>
      <w:r>
        <w:t>’</w:t>
      </w:r>
      <w:r w:rsidR="00256283">
        <w:t>ai vu</w:t>
      </w:r>
      <w:r>
        <w:t xml:space="preserve">, </w:t>
      </w:r>
      <w:r w:rsidR="00256283">
        <w:t>l</w:t>
      </w:r>
      <w:r>
        <w:t>’</w:t>
      </w:r>
      <w:r w:rsidR="00256283">
        <w:t>après-midi du crime</w:t>
      </w:r>
      <w:r>
        <w:t xml:space="preserve"> ; </w:t>
      </w:r>
      <w:r w:rsidR="00256283">
        <w:t>une demi-heure après</w:t>
      </w:r>
      <w:r>
        <w:t xml:space="preserve">. </w:t>
      </w:r>
      <w:r w:rsidR="00256283">
        <w:t>Bien entendu j</w:t>
      </w:r>
      <w:r>
        <w:t>’</w:t>
      </w:r>
      <w:r w:rsidR="00256283">
        <w:t>ignorais tout</w:t>
      </w:r>
      <w:r>
        <w:t xml:space="preserve">, </w:t>
      </w:r>
      <w:r w:rsidR="00256283">
        <w:t>à ce moment-là</w:t>
      </w:r>
      <w:r>
        <w:t>.</w:t>
      </w:r>
    </w:p>
    <w:p w14:paraId="3EE04813" w14:textId="77777777" w:rsidR="00435B4F" w:rsidRDefault="00435B4F" w:rsidP="00256283">
      <w:r>
        <w:t>— </w:t>
      </w:r>
      <w:r w:rsidR="00256283">
        <w:t>Vous l</w:t>
      </w:r>
      <w:r>
        <w:t>’</w:t>
      </w:r>
      <w:r w:rsidR="00256283">
        <w:t>avez vu dans le bureau de Hermann</w:t>
      </w:r>
      <w:r>
        <w:t> ?</w:t>
      </w:r>
    </w:p>
    <w:p w14:paraId="3D39E408" w14:textId="77777777" w:rsidR="00435B4F" w:rsidRDefault="00435B4F" w:rsidP="00256283">
      <w:r>
        <w:t>— </w:t>
      </w:r>
      <w:r w:rsidR="00256283">
        <w:t>Quoi</w:t>
      </w:r>
      <w:r>
        <w:t> ?</w:t>
      </w:r>
    </w:p>
    <w:p w14:paraId="70EDECA8" w14:textId="77777777" w:rsidR="00435B4F" w:rsidRDefault="00435B4F" w:rsidP="00256283">
      <w:r>
        <w:t>— </w:t>
      </w:r>
      <w:r w:rsidR="00256283">
        <w:t>Vous êtes allé chez Hermann</w:t>
      </w:r>
      <w:r>
        <w:t xml:space="preserve">, </w:t>
      </w:r>
      <w:r w:rsidR="00256283">
        <w:t>dans la cinquante-septième rue</w:t>
      </w:r>
      <w:r>
        <w:t xml:space="preserve">, </w:t>
      </w:r>
      <w:r w:rsidR="00256283">
        <w:t>entre trois et quatre heures</w:t>
      </w:r>
      <w:r>
        <w:t xml:space="preserve">, </w:t>
      </w:r>
      <w:r w:rsidR="00256283">
        <w:t xml:space="preserve">cet </w:t>
      </w:r>
      <w:proofErr w:type="spellStart"/>
      <w:r w:rsidR="00256283">
        <w:t>après-midi là</w:t>
      </w:r>
      <w:proofErr w:type="spellEnd"/>
      <w:r>
        <w:t xml:space="preserve">. </w:t>
      </w:r>
      <w:r w:rsidR="00256283">
        <w:t>C</w:t>
      </w:r>
      <w:r>
        <w:t>’</w:t>
      </w:r>
      <w:r w:rsidR="00256283">
        <w:t xml:space="preserve">est </w:t>
      </w:r>
      <w:proofErr w:type="spellStart"/>
      <w:r w:rsidR="00256283">
        <w:t>Guild</w:t>
      </w:r>
      <w:proofErr w:type="spellEnd"/>
      <w:r w:rsidR="00256283">
        <w:t xml:space="preserve"> qui m</w:t>
      </w:r>
      <w:r>
        <w:t>’</w:t>
      </w:r>
      <w:r w:rsidR="00256283">
        <w:t>a renseigné</w:t>
      </w:r>
      <w:r>
        <w:t>.</w:t>
      </w:r>
    </w:p>
    <w:p w14:paraId="729CDC7E" w14:textId="77777777" w:rsidR="00435B4F" w:rsidRDefault="00435B4F" w:rsidP="00256283">
      <w:r>
        <w:t>— </w:t>
      </w:r>
      <w:r w:rsidR="00256283">
        <w:t>C</w:t>
      </w:r>
      <w:r>
        <w:t>’</w:t>
      </w:r>
      <w:r w:rsidR="00256283">
        <w:t>est exact</w:t>
      </w:r>
      <w:r>
        <w:t xml:space="preserve"> ! </w:t>
      </w:r>
      <w:r w:rsidR="00256283">
        <w:t>dit-il</w:t>
      </w:r>
      <w:r>
        <w:t xml:space="preserve"> ; </w:t>
      </w:r>
      <w:r w:rsidR="00256283">
        <w:t>je veux dire que c</w:t>
      </w:r>
      <w:r>
        <w:t>’</w:t>
      </w:r>
      <w:r w:rsidR="00256283">
        <w:t>est bien la version des policiers</w:t>
      </w:r>
      <w:r>
        <w:t xml:space="preserve">. </w:t>
      </w:r>
      <w:r w:rsidR="00256283">
        <w:t>Voici ce qui est arrivé en réalité</w:t>
      </w:r>
      <w:r>
        <w:t xml:space="preserve">. </w:t>
      </w:r>
      <w:r w:rsidR="00256283">
        <w:t xml:space="preserve">Après avoir constaté que </w:t>
      </w:r>
      <w:proofErr w:type="spellStart"/>
      <w:r w:rsidR="00256283">
        <w:t>Wynant</w:t>
      </w:r>
      <w:proofErr w:type="spellEnd"/>
      <w:r w:rsidR="00256283">
        <w:t xml:space="preserve"> n</w:t>
      </w:r>
      <w:r>
        <w:t>’</w:t>
      </w:r>
      <w:r w:rsidR="00256283">
        <w:t>était pas au Plaza</w:t>
      </w:r>
      <w:r>
        <w:t xml:space="preserve">, </w:t>
      </w:r>
      <w:r w:rsidR="00256283">
        <w:t>je téléphonai à mon bureau et chez Julia sans plus de succès</w:t>
      </w:r>
      <w:r>
        <w:t xml:space="preserve">, </w:t>
      </w:r>
      <w:r w:rsidR="00256283">
        <w:t>puis j</w:t>
      </w:r>
      <w:r>
        <w:t>’</w:t>
      </w:r>
      <w:r w:rsidR="00256283">
        <w:t>abandonnai l</w:t>
      </w:r>
      <w:r>
        <w:t>’</w:t>
      </w:r>
      <w:r w:rsidR="00256283">
        <w:t>espoir de le rencontrer et j</w:t>
      </w:r>
      <w:r>
        <w:t>’</w:t>
      </w:r>
      <w:r w:rsidR="00256283">
        <w:t>allai à pied au bureau de Hermann</w:t>
      </w:r>
      <w:r>
        <w:t xml:space="preserve">, </w:t>
      </w:r>
      <w:r w:rsidR="00256283">
        <w:t>un ingénieur des mines pour qui j</w:t>
      </w:r>
      <w:r>
        <w:t>’</w:t>
      </w:r>
      <w:r w:rsidR="00256283">
        <w:t>avais rédigé un acte de société auquel il désirait apporter quelques modifications</w:t>
      </w:r>
      <w:r>
        <w:t xml:space="preserve">. </w:t>
      </w:r>
      <w:r w:rsidR="00256283">
        <w:t>En arrivant dans la Cinquante-septième rue j</w:t>
      </w:r>
      <w:r>
        <w:t>’</w:t>
      </w:r>
      <w:r w:rsidR="00256283">
        <w:t>eus soudain l</w:t>
      </w:r>
      <w:r>
        <w:t>’</w:t>
      </w:r>
      <w:r w:rsidR="00256283">
        <w:t>impression que j</w:t>
      </w:r>
      <w:r>
        <w:t>’</w:t>
      </w:r>
      <w:r w:rsidR="00256283">
        <w:t>étais suivi</w:t>
      </w:r>
      <w:r>
        <w:t xml:space="preserve"> : </w:t>
      </w:r>
      <w:r w:rsidR="00256283">
        <w:t>vous connaissez cette sensation bizarre</w:t>
      </w:r>
      <w:r>
        <w:t xml:space="preserve">. </w:t>
      </w:r>
      <w:r w:rsidR="00256283">
        <w:t>Il n</w:t>
      </w:r>
      <w:r>
        <w:t>’</w:t>
      </w:r>
      <w:r w:rsidR="00256283">
        <w:t xml:space="preserve">y avait aucune raison pour que je fusse </w:t>
      </w:r>
      <w:r>
        <w:t>« </w:t>
      </w:r>
      <w:r w:rsidR="00256283">
        <w:t>filé</w:t>
      </w:r>
      <w:r>
        <w:t xml:space="preserve"> », </w:t>
      </w:r>
      <w:r w:rsidR="00256283">
        <w:t>cependant</w:t>
      </w:r>
      <w:r>
        <w:t xml:space="preserve">, </w:t>
      </w:r>
      <w:r w:rsidR="00256283">
        <w:t>je suis avocat et peut-être quelqu</w:t>
      </w:r>
      <w:r>
        <w:t>’</w:t>
      </w:r>
      <w:r w:rsidR="00256283">
        <w:t>un avait-il intérêt à surveiller mes mouvements</w:t>
      </w:r>
      <w:r>
        <w:t xml:space="preserve">. </w:t>
      </w:r>
      <w:r w:rsidR="00256283">
        <w:t>Résolu à savoir ce qu</w:t>
      </w:r>
      <w:r>
        <w:t>’</w:t>
      </w:r>
      <w:r w:rsidR="00256283">
        <w:t>il en était</w:t>
      </w:r>
      <w:r>
        <w:t xml:space="preserve">, </w:t>
      </w:r>
      <w:r w:rsidR="00256283">
        <w:t>je continuai à marcher vers Madison</w:t>
      </w:r>
      <w:r>
        <w:t xml:space="preserve">. </w:t>
      </w:r>
      <w:r w:rsidR="00256283">
        <w:t>Il me sembla qu</w:t>
      </w:r>
      <w:r>
        <w:t>’</w:t>
      </w:r>
      <w:r w:rsidR="00256283">
        <w:t>un petit homme pâle se tenait à une vingtaine de pas derrière moi</w:t>
      </w:r>
      <w:r>
        <w:t xml:space="preserve">, </w:t>
      </w:r>
      <w:r w:rsidR="00256283">
        <w:t>mais je n</w:t>
      </w:r>
      <w:r>
        <w:t>’</w:t>
      </w:r>
      <w:r w:rsidR="00256283">
        <w:t>en étais pas très sûr</w:t>
      </w:r>
      <w:r>
        <w:t xml:space="preserve"> ; </w:t>
      </w:r>
      <w:r w:rsidR="00256283">
        <w:t>je crus cependant l</w:t>
      </w:r>
      <w:r>
        <w:t>’</w:t>
      </w:r>
      <w:r w:rsidR="00256283">
        <w:t>avoir vu au Plaza</w:t>
      </w:r>
      <w:r>
        <w:t xml:space="preserve">. </w:t>
      </w:r>
      <w:r w:rsidR="00256283">
        <w:t>Je pris donc un taxi</w:t>
      </w:r>
      <w:r>
        <w:t xml:space="preserve">, </w:t>
      </w:r>
      <w:r w:rsidR="00256283">
        <w:t>demandant au chauffeur de me mener vers l</w:t>
      </w:r>
      <w:r>
        <w:t>’</w:t>
      </w:r>
      <w:r w:rsidR="00256283">
        <w:t>est de la ville</w:t>
      </w:r>
      <w:r>
        <w:t xml:space="preserve">. </w:t>
      </w:r>
      <w:r w:rsidR="00256283">
        <w:t>La circulation était trop intense pour qu</w:t>
      </w:r>
      <w:r>
        <w:t>’</w:t>
      </w:r>
      <w:r w:rsidR="00256283">
        <w:t>il fût possible de vérifier si le petit homme avait sauté dans une autre voiture</w:t>
      </w:r>
      <w:r>
        <w:t xml:space="preserve">. </w:t>
      </w:r>
      <w:r w:rsidR="00256283">
        <w:t>Mais</w:t>
      </w:r>
      <w:r>
        <w:t xml:space="preserve">, </w:t>
      </w:r>
      <w:r w:rsidR="00256283">
        <w:t>après</w:t>
      </w:r>
      <w:r>
        <w:t>-</w:t>
      </w:r>
      <w:r w:rsidR="00256283">
        <w:t>que mon taxi eut changé de direction vers le sud</w:t>
      </w:r>
      <w:r>
        <w:t xml:space="preserve">, </w:t>
      </w:r>
      <w:r w:rsidR="00256283">
        <w:t>j</w:t>
      </w:r>
      <w:r>
        <w:t>’</w:t>
      </w:r>
      <w:r w:rsidR="00256283">
        <w:t>eus la certitude qu</w:t>
      </w:r>
      <w:r>
        <w:t>’</w:t>
      </w:r>
      <w:r w:rsidR="00256283">
        <w:t>un taxi jaune nous suivait</w:t>
      </w:r>
      <w:r>
        <w:t xml:space="preserve">, </w:t>
      </w:r>
      <w:r w:rsidR="00256283">
        <w:t>sans pouvoir constater si l</w:t>
      </w:r>
      <w:r>
        <w:t>’</w:t>
      </w:r>
      <w:r w:rsidR="00256283">
        <w:t>homme était à l</w:t>
      </w:r>
      <w:r>
        <w:t>’</w:t>
      </w:r>
      <w:r w:rsidR="00256283">
        <w:t>intérieur</w:t>
      </w:r>
      <w:r>
        <w:t xml:space="preserve">. </w:t>
      </w:r>
      <w:r w:rsidR="00256283">
        <w:t>C</w:t>
      </w:r>
      <w:r>
        <w:t>’</w:t>
      </w:r>
      <w:r w:rsidR="00256283">
        <w:t>est alors qu</w:t>
      </w:r>
      <w:r>
        <w:t>’</w:t>
      </w:r>
      <w:r w:rsidR="00256283">
        <w:t>à un coin de rue</w:t>
      </w:r>
      <w:r>
        <w:t xml:space="preserve">, </w:t>
      </w:r>
      <w:r w:rsidR="00256283">
        <w:t>tandis que nous étions arrêtés par un signal rouge</w:t>
      </w:r>
      <w:r>
        <w:t xml:space="preserve">, </w:t>
      </w:r>
      <w:r w:rsidR="00256283">
        <w:t>j</w:t>
      </w:r>
      <w:r>
        <w:t>’</w:t>
      </w:r>
      <w:r w:rsidR="00256283">
        <w:t xml:space="preserve">aperçus </w:t>
      </w:r>
      <w:proofErr w:type="spellStart"/>
      <w:r w:rsidR="00256283">
        <w:t>Wynant</w:t>
      </w:r>
      <w:proofErr w:type="spellEnd"/>
      <w:r>
        <w:t xml:space="preserve">, </w:t>
      </w:r>
      <w:r w:rsidR="00256283">
        <w:lastRenderedPageBreak/>
        <w:t>dans un taxi qui allait dans la direction opposée</w:t>
      </w:r>
      <w:r>
        <w:t xml:space="preserve">. </w:t>
      </w:r>
      <w:r w:rsidR="00256283">
        <w:t>Bien entendu</w:t>
      </w:r>
      <w:r>
        <w:t xml:space="preserve">, </w:t>
      </w:r>
      <w:r w:rsidR="00256283">
        <w:t>cela ne me surprit pas outre mesure</w:t>
      </w:r>
      <w:r>
        <w:t xml:space="preserve"> : </w:t>
      </w:r>
      <w:r w:rsidR="00256283">
        <w:t>nous étions très près de l</w:t>
      </w:r>
      <w:r>
        <w:t>’</w:t>
      </w:r>
      <w:r w:rsidR="00256283">
        <w:t>appartement de Julia et je supposai qu</w:t>
      </w:r>
      <w:r>
        <w:t>’</w:t>
      </w:r>
      <w:r w:rsidR="00256283">
        <w:t>elle n</w:t>
      </w:r>
      <w:r>
        <w:t>’</w:t>
      </w:r>
      <w:r w:rsidR="00256283">
        <w:t>avait pas voulu me prévenir de sa présence quand j</w:t>
      </w:r>
      <w:r>
        <w:t>’</w:t>
      </w:r>
      <w:r w:rsidR="00256283">
        <w:t>avais téléphoné</w:t>
      </w:r>
      <w:r>
        <w:t xml:space="preserve">. </w:t>
      </w:r>
      <w:proofErr w:type="spellStart"/>
      <w:r w:rsidR="00256283">
        <w:t>Wynant</w:t>
      </w:r>
      <w:proofErr w:type="spellEnd"/>
      <w:r w:rsidR="00256283">
        <w:t xml:space="preserve"> devait aller au Plaza</w:t>
      </w:r>
      <w:r>
        <w:t xml:space="preserve"> : </w:t>
      </w:r>
      <w:r w:rsidR="00256283">
        <w:t>j</w:t>
      </w:r>
      <w:r>
        <w:t>’</w:t>
      </w:r>
      <w:r w:rsidR="00256283">
        <w:t>ordonnai à mon chauffeur de tourner</w:t>
      </w:r>
      <w:r>
        <w:t xml:space="preserve">, </w:t>
      </w:r>
      <w:r w:rsidR="00256283">
        <w:t>mais</w:t>
      </w:r>
      <w:r>
        <w:t xml:space="preserve">, </w:t>
      </w:r>
      <w:r w:rsidR="00256283">
        <w:t>à Lexington Avenue</w:t>
      </w:r>
      <w:r>
        <w:t xml:space="preserve">, </w:t>
      </w:r>
      <w:r w:rsidR="00256283">
        <w:t xml:space="preserve">le taxi de </w:t>
      </w:r>
      <w:proofErr w:type="spellStart"/>
      <w:r w:rsidR="00256283">
        <w:t>Wynant</w:t>
      </w:r>
      <w:proofErr w:type="spellEnd"/>
      <w:r w:rsidR="00256283">
        <w:t xml:space="preserve"> obliqua vers le sud</w:t>
      </w:r>
      <w:r>
        <w:t xml:space="preserve"> ; </w:t>
      </w:r>
      <w:r w:rsidR="00256283">
        <w:t>il n</w:t>
      </w:r>
      <w:r>
        <w:t>’</w:t>
      </w:r>
      <w:r w:rsidR="00256283">
        <w:t>allait donc ni au Plaza</w:t>
      </w:r>
      <w:r>
        <w:t xml:space="preserve">, </w:t>
      </w:r>
      <w:r w:rsidR="00256283">
        <w:t>ni à mon bureau</w:t>
      </w:r>
      <w:r>
        <w:t xml:space="preserve">. </w:t>
      </w:r>
      <w:r w:rsidR="00256283">
        <w:t>J</w:t>
      </w:r>
      <w:r>
        <w:t>’</w:t>
      </w:r>
      <w:r w:rsidR="00256283">
        <w:t>abandonnai la poursuite et tentai d</w:t>
      </w:r>
      <w:r>
        <w:t>’</w:t>
      </w:r>
      <w:r w:rsidR="00256283">
        <w:t>observer si la voiture jaune me suivait toujours</w:t>
      </w:r>
      <w:r>
        <w:t xml:space="preserve"> : </w:t>
      </w:r>
      <w:r w:rsidR="00256283">
        <w:t>elle avait disparu</w:t>
      </w:r>
      <w:r>
        <w:t xml:space="preserve">, </w:t>
      </w:r>
      <w:r w:rsidR="00256283">
        <w:t>et je me rendis chez Hermann</w:t>
      </w:r>
      <w:r>
        <w:t>.</w:t>
      </w:r>
    </w:p>
    <w:p w14:paraId="06C3CA88" w14:textId="77777777" w:rsidR="00435B4F" w:rsidRDefault="00435B4F" w:rsidP="00256283">
      <w:r>
        <w:t>— </w:t>
      </w:r>
      <w:r w:rsidR="00256283">
        <w:t xml:space="preserve">À quelle heure avez-vous vu </w:t>
      </w:r>
      <w:proofErr w:type="spellStart"/>
      <w:r w:rsidR="00256283">
        <w:t>Wynant</w:t>
      </w:r>
      <w:proofErr w:type="spellEnd"/>
      <w:r>
        <w:t xml:space="preserve"> ? </w:t>
      </w:r>
      <w:r w:rsidR="00256283">
        <w:t>demandai-je</w:t>
      </w:r>
      <w:r>
        <w:t>.</w:t>
      </w:r>
    </w:p>
    <w:p w14:paraId="203D8785" w14:textId="77777777" w:rsidR="00435B4F" w:rsidRDefault="00435B4F" w:rsidP="00256283">
      <w:r>
        <w:t>— </w:t>
      </w:r>
      <w:r w:rsidR="00256283">
        <w:t>Il devait être entre trois heures et quart et trois heures vingt car j</w:t>
      </w:r>
      <w:r>
        <w:t>’</w:t>
      </w:r>
      <w:r w:rsidR="00256283">
        <w:t>arrivai chez Hermann une vingtaine de minutes plus tard</w:t>
      </w:r>
      <w:r>
        <w:t xml:space="preserve">, </w:t>
      </w:r>
      <w:r w:rsidR="00256283">
        <w:t>vers trois heures trente-cinq ou trois heures quarante</w:t>
      </w:r>
      <w:r>
        <w:t xml:space="preserve">. </w:t>
      </w:r>
      <w:r w:rsidR="00256283">
        <w:t>La secrétaire de l</w:t>
      </w:r>
      <w:r>
        <w:t>’</w:t>
      </w:r>
      <w:r w:rsidR="00256283">
        <w:t>ingénieur</w:t>
      </w:r>
      <w:r>
        <w:t xml:space="preserve"> : </w:t>
      </w:r>
      <w:r w:rsidR="00256283">
        <w:t>Louise Jacobs</w:t>
      </w:r>
      <w:r>
        <w:t xml:space="preserve"> – </w:t>
      </w:r>
      <w:r w:rsidR="00256283">
        <w:t>vous l</w:t>
      </w:r>
      <w:r>
        <w:t>’</w:t>
      </w:r>
      <w:r w:rsidR="00256283">
        <w:t>avez vue avec moi hier soir</w:t>
      </w:r>
      <w:r>
        <w:t xml:space="preserve"> – </w:t>
      </w:r>
      <w:r w:rsidR="00256283">
        <w:t>me dit que Hermann était enfermé dans son bureau</w:t>
      </w:r>
      <w:r>
        <w:t xml:space="preserve">, </w:t>
      </w:r>
      <w:r w:rsidR="00256283">
        <w:t>avec un client</w:t>
      </w:r>
      <w:r>
        <w:t xml:space="preserve">, </w:t>
      </w:r>
      <w:r w:rsidR="00256283">
        <w:t>depuis le commencement de l</w:t>
      </w:r>
      <w:r>
        <w:t>’</w:t>
      </w:r>
      <w:r w:rsidR="00256283">
        <w:t>après-midi</w:t>
      </w:r>
      <w:r>
        <w:t xml:space="preserve">, </w:t>
      </w:r>
      <w:r w:rsidR="00256283">
        <w:t>mais que leur entretien serait bientôt terminé</w:t>
      </w:r>
      <w:r>
        <w:t xml:space="preserve">. </w:t>
      </w:r>
      <w:r w:rsidR="00256283">
        <w:t>En effet</w:t>
      </w:r>
      <w:r>
        <w:t xml:space="preserve">, </w:t>
      </w:r>
      <w:r w:rsidR="00256283">
        <w:t>il me reçut presque tout de suite</w:t>
      </w:r>
      <w:r>
        <w:t xml:space="preserve"> ; </w:t>
      </w:r>
      <w:r w:rsidR="00256283">
        <w:t>nous causâmes pendant un quart d</w:t>
      </w:r>
      <w:r>
        <w:t>’</w:t>
      </w:r>
      <w:r w:rsidR="00256283">
        <w:t>heure</w:t>
      </w:r>
      <w:r>
        <w:t xml:space="preserve">, </w:t>
      </w:r>
      <w:r w:rsidR="00256283">
        <w:t>puis je regagnai mon bureau</w:t>
      </w:r>
      <w:r>
        <w:t>.</w:t>
      </w:r>
    </w:p>
    <w:p w14:paraId="7384B10F" w14:textId="77777777" w:rsidR="00435B4F" w:rsidRDefault="00435B4F" w:rsidP="00256283">
      <w:r>
        <w:t>— </w:t>
      </w:r>
      <w:r w:rsidR="00256283">
        <w:t>Vous n</w:t>
      </w:r>
      <w:r>
        <w:t>’</w:t>
      </w:r>
      <w:r w:rsidR="00256283">
        <w:t xml:space="preserve">avez sans doute pas vu </w:t>
      </w:r>
      <w:proofErr w:type="spellStart"/>
      <w:r w:rsidR="00256283">
        <w:t>Wynant</w:t>
      </w:r>
      <w:proofErr w:type="spellEnd"/>
      <w:r w:rsidR="00256283">
        <w:t xml:space="preserve"> d</w:t>
      </w:r>
      <w:r>
        <w:t>’</w:t>
      </w:r>
      <w:r w:rsidR="00256283">
        <w:t>assez près pour constater s</w:t>
      </w:r>
      <w:r>
        <w:t>’</w:t>
      </w:r>
      <w:r w:rsidR="00256283">
        <w:t>il était nerveux ou déprimé</w:t>
      </w:r>
      <w:r>
        <w:t xml:space="preserve">, </w:t>
      </w:r>
      <w:r w:rsidR="00256283">
        <w:t>où s</w:t>
      </w:r>
      <w:r>
        <w:t>’</w:t>
      </w:r>
      <w:r w:rsidR="00256283">
        <w:t>il portait sa chaîne de montre</w:t>
      </w:r>
      <w:r>
        <w:t xml:space="preserve">, </w:t>
      </w:r>
      <w:r w:rsidR="00256283">
        <w:t>n</w:t>
      </w:r>
      <w:r>
        <w:t>’</w:t>
      </w:r>
      <w:r w:rsidR="00256283">
        <w:t>est-ce pas</w:t>
      </w:r>
      <w:r>
        <w:t xml:space="preserve"> ? </w:t>
      </w:r>
      <w:r w:rsidR="00256283">
        <w:t>demandai-je</w:t>
      </w:r>
      <w:r>
        <w:t>.</w:t>
      </w:r>
    </w:p>
    <w:p w14:paraId="4489920C" w14:textId="77777777" w:rsidR="00435B4F" w:rsidRDefault="00435B4F" w:rsidP="00256283">
      <w:r>
        <w:t>— </w:t>
      </w:r>
      <w:r w:rsidR="00256283">
        <w:t>Non</w:t>
      </w:r>
      <w:r>
        <w:t xml:space="preserve">, </w:t>
      </w:r>
      <w:r w:rsidR="00256283">
        <w:t>certes</w:t>
      </w:r>
      <w:r>
        <w:t xml:space="preserve">, </w:t>
      </w:r>
      <w:r w:rsidR="00256283">
        <w:t>mais j</w:t>
      </w:r>
      <w:r>
        <w:t>’</w:t>
      </w:r>
      <w:r w:rsidR="00256283">
        <w:t>ai reconnu son profil</w:t>
      </w:r>
      <w:r>
        <w:t xml:space="preserve">, </w:t>
      </w:r>
      <w:r w:rsidR="00256283">
        <w:t>très nettement</w:t>
      </w:r>
      <w:r>
        <w:t>.</w:t>
      </w:r>
    </w:p>
    <w:p w14:paraId="6CB4AB1A" w14:textId="77777777" w:rsidR="00435B4F" w:rsidRDefault="00435B4F" w:rsidP="00256283">
      <w:r>
        <w:t>— </w:t>
      </w:r>
      <w:r w:rsidR="00256283">
        <w:t>Continuez</w:t>
      </w:r>
      <w:r>
        <w:t xml:space="preserve"> ! </w:t>
      </w:r>
      <w:r w:rsidR="00256283">
        <w:t>dis-je</w:t>
      </w:r>
      <w:r>
        <w:t>.</w:t>
      </w:r>
    </w:p>
    <w:p w14:paraId="6A14EEFE" w14:textId="77777777" w:rsidR="00435B4F" w:rsidRDefault="00435B4F" w:rsidP="00256283">
      <w:r>
        <w:t>— </w:t>
      </w:r>
      <w:r w:rsidR="00256283">
        <w:t>Il n</w:t>
      </w:r>
      <w:r>
        <w:t>’</w:t>
      </w:r>
      <w:r w:rsidR="00256283">
        <w:t>avait pas téléphoné au bureau</w:t>
      </w:r>
      <w:r>
        <w:t xml:space="preserve">. </w:t>
      </w:r>
      <w:r w:rsidR="00256283">
        <w:t>Une heure après mon retour</w:t>
      </w:r>
      <w:r>
        <w:t xml:space="preserve">, </w:t>
      </w:r>
      <w:r w:rsidR="00256283">
        <w:t>la police m</w:t>
      </w:r>
      <w:r>
        <w:t>’</w:t>
      </w:r>
      <w:r w:rsidR="00256283">
        <w:t>appela à l</w:t>
      </w:r>
      <w:r>
        <w:t>’</w:t>
      </w:r>
      <w:r w:rsidR="00256283">
        <w:t>appareil et m</w:t>
      </w:r>
      <w:r>
        <w:t>’</w:t>
      </w:r>
      <w:r w:rsidR="00256283">
        <w:t>apprit que Julia avait été assassinée</w:t>
      </w:r>
      <w:r>
        <w:t xml:space="preserve">. </w:t>
      </w:r>
      <w:r w:rsidR="00256283">
        <w:t xml:space="preserve">Je ne pensai pas un instant que </w:t>
      </w:r>
      <w:proofErr w:type="spellStart"/>
      <w:r w:rsidR="00256283">
        <w:lastRenderedPageBreak/>
        <w:t>Wynant</w:t>
      </w:r>
      <w:proofErr w:type="spellEnd"/>
      <w:r w:rsidR="00256283">
        <w:t xml:space="preserve"> ait pu la tuer</w:t>
      </w:r>
      <w:r>
        <w:t xml:space="preserve">. </w:t>
      </w:r>
      <w:r w:rsidR="00256283">
        <w:t>Cette impression ne saurait vous surprendre</w:t>
      </w:r>
      <w:r>
        <w:t xml:space="preserve">, </w:t>
      </w:r>
      <w:r w:rsidR="00256283">
        <w:t>puisque vous êtes vous-même persuadé qu</w:t>
      </w:r>
      <w:r>
        <w:t>’</w:t>
      </w:r>
      <w:r w:rsidR="00256283">
        <w:t>il n</w:t>
      </w:r>
      <w:r>
        <w:t>’</w:t>
      </w:r>
      <w:r w:rsidR="00256283">
        <w:t>est pas coupable</w:t>
      </w:r>
      <w:r>
        <w:t xml:space="preserve"> ! </w:t>
      </w:r>
      <w:r w:rsidR="00256283">
        <w:t>Aussi</w:t>
      </w:r>
      <w:r>
        <w:t xml:space="preserve">, </w:t>
      </w:r>
      <w:r w:rsidR="00256283">
        <w:t>quand j</w:t>
      </w:r>
      <w:r>
        <w:t>’</w:t>
      </w:r>
      <w:r w:rsidR="00256283">
        <w:t>arrivai chez Julia</w:t>
      </w:r>
      <w:r>
        <w:t xml:space="preserve">, </w:t>
      </w:r>
      <w:r w:rsidR="00256283">
        <w:t>et que je compris</w:t>
      </w:r>
      <w:r>
        <w:t xml:space="preserve">, </w:t>
      </w:r>
      <w:r w:rsidR="00256283">
        <w:t>à la façon dont les policiers m</w:t>
      </w:r>
      <w:r>
        <w:t>’</w:t>
      </w:r>
      <w:r w:rsidR="00256283">
        <w:t>interrogeaient</w:t>
      </w:r>
      <w:r>
        <w:t xml:space="preserve">, </w:t>
      </w:r>
      <w:r w:rsidR="00256283">
        <w:t>qu</w:t>
      </w:r>
      <w:r>
        <w:t>’</w:t>
      </w:r>
      <w:r w:rsidR="00256283">
        <w:t xml:space="preserve">ils soupçonnaient </w:t>
      </w:r>
      <w:proofErr w:type="spellStart"/>
      <w:r w:rsidR="00256283">
        <w:t>Wynant</w:t>
      </w:r>
      <w:proofErr w:type="spellEnd"/>
      <w:r>
        <w:t xml:space="preserve">, </w:t>
      </w:r>
      <w:r w:rsidR="00256283">
        <w:t>j</w:t>
      </w:r>
      <w:r>
        <w:t>’</w:t>
      </w:r>
      <w:r w:rsidR="00256283">
        <w:t>agis comme n</w:t>
      </w:r>
      <w:r>
        <w:t>’</w:t>
      </w:r>
      <w:r w:rsidR="00256283">
        <w:t>importe quel avocat l</w:t>
      </w:r>
      <w:r>
        <w:t>’</w:t>
      </w:r>
      <w:r w:rsidR="00256283">
        <w:t>aurait fait à ma place</w:t>
      </w:r>
      <w:r>
        <w:t xml:space="preserve"> : </w:t>
      </w:r>
      <w:r w:rsidR="00256283">
        <w:t>j</w:t>
      </w:r>
      <w:r>
        <w:t>’</w:t>
      </w:r>
      <w:r w:rsidR="00256283">
        <w:t>omis de déclarer</w:t>
      </w:r>
      <w:r>
        <w:t xml:space="preserve">, </w:t>
      </w:r>
      <w:r w:rsidR="00256283">
        <w:t>pour ne pas compromettre inutilement mon client</w:t>
      </w:r>
      <w:r>
        <w:t xml:space="preserve">, </w:t>
      </w:r>
      <w:r w:rsidR="00256283">
        <w:t>que je l</w:t>
      </w:r>
      <w:r>
        <w:t>’</w:t>
      </w:r>
      <w:r w:rsidR="00256283">
        <w:t>avais vu dans les environs à l</w:t>
      </w:r>
      <w:r>
        <w:t>’</w:t>
      </w:r>
      <w:r w:rsidR="00256283">
        <w:t>heure où le crime avait été commis</w:t>
      </w:r>
      <w:r>
        <w:t xml:space="preserve">. </w:t>
      </w:r>
      <w:r w:rsidR="00256283">
        <w:t>Je leur ai raconté ce que je vous ai dit tout d</w:t>
      </w:r>
      <w:r>
        <w:t>’</w:t>
      </w:r>
      <w:r w:rsidR="00256283">
        <w:t>abord</w:t>
      </w:r>
      <w:r>
        <w:t xml:space="preserve"> : </w:t>
      </w:r>
      <w:r w:rsidR="00256283">
        <w:t>que j</w:t>
      </w:r>
      <w:r>
        <w:t>’</w:t>
      </w:r>
      <w:r w:rsidR="00256283">
        <w:t>avais un rendez-vous avec lui</w:t>
      </w:r>
      <w:r>
        <w:t xml:space="preserve">, </w:t>
      </w:r>
      <w:r w:rsidR="00256283">
        <w:t>qu</w:t>
      </w:r>
      <w:r>
        <w:t>’</w:t>
      </w:r>
      <w:r w:rsidR="00256283">
        <w:t>il n</w:t>
      </w:r>
      <w:r>
        <w:t>’</w:t>
      </w:r>
      <w:r w:rsidR="00256283">
        <w:t>y était pas venu et que je m</w:t>
      </w:r>
      <w:r>
        <w:t>’</w:t>
      </w:r>
      <w:r w:rsidR="00256283">
        <w:t>étais rendu chez Hermann en sortant du Plaza</w:t>
      </w:r>
      <w:r>
        <w:t>.</w:t>
      </w:r>
    </w:p>
    <w:p w14:paraId="40216B80" w14:textId="77777777" w:rsidR="00435B4F" w:rsidRDefault="00435B4F" w:rsidP="00256283">
      <w:r>
        <w:t>— </w:t>
      </w:r>
      <w:r w:rsidR="00256283">
        <w:t>C</w:t>
      </w:r>
      <w:r>
        <w:t>’</w:t>
      </w:r>
      <w:r w:rsidR="00256283">
        <w:t>est tout naturel</w:t>
      </w:r>
      <w:r>
        <w:t xml:space="preserve">, </w:t>
      </w:r>
      <w:r w:rsidR="00256283">
        <w:t>remarquai-je</w:t>
      </w:r>
      <w:r>
        <w:t xml:space="preserve"> ; </w:t>
      </w:r>
      <w:r w:rsidR="00256283">
        <w:t xml:space="preserve">il était inutile de compromettre </w:t>
      </w:r>
      <w:proofErr w:type="spellStart"/>
      <w:r w:rsidR="00256283">
        <w:t>Wynant</w:t>
      </w:r>
      <w:proofErr w:type="spellEnd"/>
      <w:r w:rsidR="00256283">
        <w:t xml:space="preserve"> avant d</w:t>
      </w:r>
      <w:r>
        <w:t>’</w:t>
      </w:r>
      <w:r w:rsidR="00256283">
        <w:t>avoir entendu ses explications</w:t>
      </w:r>
      <w:r>
        <w:t>.</w:t>
      </w:r>
    </w:p>
    <w:p w14:paraId="5D25F68C" w14:textId="77777777" w:rsidR="00435B4F" w:rsidRDefault="00435B4F" w:rsidP="00256283">
      <w:r>
        <w:t>— </w:t>
      </w:r>
      <w:r w:rsidR="00256283">
        <w:t>Exactement</w:t>
      </w:r>
      <w:r>
        <w:t xml:space="preserve"> ; </w:t>
      </w:r>
      <w:r w:rsidR="00256283">
        <w:t>par malheur</w:t>
      </w:r>
      <w:r>
        <w:t xml:space="preserve">, </w:t>
      </w:r>
      <w:r w:rsidR="00256283">
        <w:t>je n</w:t>
      </w:r>
      <w:r>
        <w:t>’</w:t>
      </w:r>
      <w:r w:rsidR="00256283">
        <w:t>ai jamais entendu ses explications</w:t>
      </w:r>
      <w:r>
        <w:t xml:space="preserve"> : </w:t>
      </w:r>
      <w:r w:rsidR="00256283">
        <w:t>il n</w:t>
      </w:r>
      <w:r>
        <w:t>’</w:t>
      </w:r>
      <w:r w:rsidR="00256283">
        <w:t>est pas venu</w:t>
      </w:r>
      <w:r>
        <w:t xml:space="preserve"> ; </w:t>
      </w:r>
      <w:r w:rsidR="00256283">
        <w:t>il n</w:t>
      </w:r>
      <w:r>
        <w:t>’</w:t>
      </w:r>
      <w:r w:rsidR="00256283">
        <w:t>a pas téléphoné et ce n</w:t>
      </w:r>
      <w:r>
        <w:t>’</w:t>
      </w:r>
      <w:r w:rsidR="00256283">
        <w:t>est que le mardi que j</w:t>
      </w:r>
      <w:r>
        <w:t>’</w:t>
      </w:r>
      <w:r w:rsidR="00256283">
        <w:t>ai reçu sa lettre de Philadelphie qui</w:t>
      </w:r>
      <w:r>
        <w:t xml:space="preserve">, </w:t>
      </w:r>
      <w:r w:rsidR="00256283">
        <w:t>vous l</w:t>
      </w:r>
      <w:r>
        <w:t>’</w:t>
      </w:r>
      <w:r w:rsidR="00256283">
        <w:t>avez constaté</w:t>
      </w:r>
      <w:r>
        <w:t xml:space="preserve">, </w:t>
      </w:r>
      <w:r w:rsidR="00256283">
        <w:t>ne parlait pas du rendez-vous manqué le vendredi précédent</w:t>
      </w:r>
      <w:r>
        <w:t xml:space="preserve">. </w:t>
      </w:r>
      <w:r w:rsidR="00256283">
        <w:t>Qu</w:t>
      </w:r>
      <w:r>
        <w:t>’</w:t>
      </w:r>
      <w:r w:rsidR="00256283">
        <w:t>en pensez-vous</w:t>
      </w:r>
      <w:r>
        <w:t> ?</w:t>
      </w:r>
    </w:p>
    <w:p w14:paraId="14704C07" w14:textId="77777777" w:rsidR="00435B4F" w:rsidRDefault="00435B4F" w:rsidP="00256283">
      <w:r>
        <w:t>— </w:t>
      </w:r>
      <w:r w:rsidR="00256283">
        <w:t>Voulez-vous dire que la lettre pourrait laisser penser qu</w:t>
      </w:r>
      <w:r>
        <w:t>’</w:t>
      </w:r>
      <w:r w:rsidR="00256283">
        <w:t>il soit coupable</w:t>
      </w:r>
      <w:r>
        <w:t> ?</w:t>
      </w:r>
    </w:p>
    <w:p w14:paraId="332162FD" w14:textId="77777777" w:rsidR="00435B4F" w:rsidRDefault="00435B4F" w:rsidP="00256283">
      <w:r>
        <w:t>— </w:t>
      </w:r>
      <w:r w:rsidR="00256283">
        <w:t>Oui</w:t>
      </w:r>
      <w:r>
        <w:t>.</w:t>
      </w:r>
    </w:p>
    <w:p w14:paraId="22DF5177" w14:textId="77777777" w:rsidR="00435B4F" w:rsidRDefault="00435B4F" w:rsidP="00256283">
      <w:r>
        <w:t>— </w:t>
      </w:r>
      <w:r w:rsidR="00256283">
        <w:t>Pas nécessairement</w:t>
      </w:r>
      <w:r>
        <w:t xml:space="preserve">, </w:t>
      </w:r>
      <w:r w:rsidR="00256283">
        <w:t>dis-je</w:t>
      </w:r>
      <w:r>
        <w:t xml:space="preserve">. </w:t>
      </w:r>
      <w:r w:rsidR="00256283">
        <w:t>C</w:t>
      </w:r>
      <w:r>
        <w:t>’</w:t>
      </w:r>
      <w:r w:rsidR="00256283">
        <w:t>est ce que l</w:t>
      </w:r>
      <w:r>
        <w:t>’</w:t>
      </w:r>
      <w:r w:rsidR="00256283">
        <w:t>on peut normalement attendre de lui s</w:t>
      </w:r>
      <w:r>
        <w:t>’</w:t>
      </w:r>
      <w:r w:rsidR="00256283">
        <w:t>il n</w:t>
      </w:r>
      <w:r>
        <w:t>’</w:t>
      </w:r>
      <w:r w:rsidR="00256283">
        <w:t>a pas tué Julia</w:t>
      </w:r>
      <w:r>
        <w:t xml:space="preserve"> ; </w:t>
      </w:r>
      <w:r w:rsidR="00256283">
        <w:t>il ne paraît pas craindre l</w:t>
      </w:r>
      <w:r>
        <w:t>’</w:t>
      </w:r>
      <w:r w:rsidR="00256283">
        <w:t>intervention de la police si ce n</w:t>
      </w:r>
      <w:r>
        <w:t>’</w:t>
      </w:r>
      <w:r w:rsidR="00256283">
        <w:t>est en ce qui concerne l</w:t>
      </w:r>
      <w:r>
        <w:t>’</w:t>
      </w:r>
      <w:r w:rsidR="00256283">
        <w:t>interruption de ses travaux</w:t>
      </w:r>
      <w:r>
        <w:t xml:space="preserve">. </w:t>
      </w:r>
      <w:r w:rsidR="00256283">
        <w:t>Il désire voir l</w:t>
      </w:r>
      <w:r>
        <w:t>’</w:t>
      </w:r>
      <w:r w:rsidR="00256283">
        <w:t>affaire éclaircie</w:t>
      </w:r>
      <w:r>
        <w:t xml:space="preserve">. </w:t>
      </w:r>
      <w:r w:rsidR="00256283">
        <w:t>Sa lettre n</w:t>
      </w:r>
      <w:r>
        <w:t>’</w:t>
      </w:r>
      <w:r w:rsidR="00256283">
        <w:t>est pas très habile mais telle qu</w:t>
      </w:r>
      <w:r>
        <w:t>’</w:t>
      </w:r>
      <w:r w:rsidR="00256283">
        <w:t>un homme comme lui doit normalement l</w:t>
      </w:r>
      <w:r>
        <w:t>’</w:t>
      </w:r>
      <w:r w:rsidR="00256283">
        <w:t>écrire</w:t>
      </w:r>
      <w:r>
        <w:t xml:space="preserve">. </w:t>
      </w:r>
      <w:r w:rsidR="00256283">
        <w:t>Il l</w:t>
      </w:r>
      <w:r>
        <w:t>’</w:t>
      </w:r>
      <w:r w:rsidR="00256283">
        <w:t>a probablement expédiée sans réfléchir que le meilleur moyen d</w:t>
      </w:r>
      <w:r>
        <w:t>’</w:t>
      </w:r>
      <w:r w:rsidR="00256283">
        <w:t>arriver à une solution consistait à se justifier en donnant</w:t>
      </w:r>
      <w:r>
        <w:t xml:space="preserve">, </w:t>
      </w:r>
      <w:r w:rsidR="00256283">
        <w:t xml:space="preserve">exactement </w:t>
      </w:r>
      <w:r w:rsidR="00256283">
        <w:lastRenderedPageBreak/>
        <w:t>l</w:t>
      </w:r>
      <w:r>
        <w:t>’</w:t>
      </w:r>
      <w:r w:rsidR="00256283">
        <w:t>emploi de son temps l</w:t>
      </w:r>
      <w:r>
        <w:t>’</w:t>
      </w:r>
      <w:r w:rsidR="00256283">
        <w:t>après-midi du crime</w:t>
      </w:r>
      <w:r>
        <w:t xml:space="preserve">. </w:t>
      </w:r>
      <w:r w:rsidR="00256283">
        <w:t>Étiez-vous sûr qu</w:t>
      </w:r>
      <w:r>
        <w:t>’</w:t>
      </w:r>
      <w:r w:rsidR="00256283">
        <w:t>il venait de chez Julia quand vous l</w:t>
      </w:r>
      <w:r>
        <w:t>’</w:t>
      </w:r>
      <w:r w:rsidR="00256283">
        <w:t>avez vu</w:t>
      </w:r>
      <w:r>
        <w:t> ?</w:t>
      </w:r>
    </w:p>
    <w:p w14:paraId="6C44F5A1" w14:textId="77777777" w:rsidR="00435B4F" w:rsidRDefault="00435B4F" w:rsidP="00256283">
      <w:r>
        <w:t>— </w:t>
      </w:r>
      <w:r w:rsidR="00256283">
        <w:t>Il aurait pu aller à son magasin qui se trouve dans First Avenue</w:t>
      </w:r>
      <w:r>
        <w:t xml:space="preserve">, </w:t>
      </w:r>
      <w:r w:rsidR="00256283">
        <w:t>non loin de l</w:t>
      </w:r>
      <w:r>
        <w:t>’</w:t>
      </w:r>
      <w:r w:rsidR="00256283">
        <w:t>endroit où je l</w:t>
      </w:r>
      <w:r>
        <w:t>’</w:t>
      </w:r>
      <w:r w:rsidR="00256283">
        <w:t>ai rencontré</w:t>
      </w:r>
      <w:r>
        <w:t xml:space="preserve">. </w:t>
      </w:r>
      <w:r w:rsidR="00256283">
        <w:t xml:space="preserve">Cependant le magasin est fermé depuis le départ de </w:t>
      </w:r>
      <w:proofErr w:type="spellStart"/>
      <w:r w:rsidR="00256283">
        <w:t>Wynant</w:t>
      </w:r>
      <w:proofErr w:type="spellEnd"/>
      <w:r>
        <w:t xml:space="preserve">, </w:t>
      </w:r>
      <w:r w:rsidR="00256283">
        <w:t>quoique nous ayons renouvelé le bail le mois dernier et que tout soit prêt pour le jour où mon client reviendra s</w:t>
      </w:r>
      <w:r>
        <w:t>’</w:t>
      </w:r>
      <w:r w:rsidR="00256283">
        <w:t>installer à New-York</w:t>
      </w:r>
      <w:r>
        <w:t xml:space="preserve">. </w:t>
      </w:r>
      <w:r w:rsidR="00256283">
        <w:t>Il a donc pu s</w:t>
      </w:r>
      <w:r>
        <w:t>’</w:t>
      </w:r>
      <w:r w:rsidR="00256283">
        <w:t>y rendre vendredi après-midi</w:t>
      </w:r>
      <w:r>
        <w:t xml:space="preserve">, </w:t>
      </w:r>
      <w:r w:rsidR="00256283">
        <w:t>mais la police n</w:t>
      </w:r>
      <w:r>
        <w:t>’</w:t>
      </w:r>
      <w:r w:rsidR="00256283">
        <w:t>y a pas trouvé de traces de son passage</w:t>
      </w:r>
      <w:r>
        <w:t>.</w:t>
      </w:r>
    </w:p>
    <w:p w14:paraId="2C90128E" w14:textId="77777777" w:rsidR="00435B4F" w:rsidRDefault="00435B4F" w:rsidP="00256283">
      <w:r>
        <w:t>— </w:t>
      </w:r>
      <w:r w:rsidR="00256283">
        <w:t>Est-ce qu</w:t>
      </w:r>
      <w:r>
        <w:t>’</w:t>
      </w:r>
      <w:r w:rsidR="00256283">
        <w:t>il portait la barbe</w:t>
      </w:r>
      <w:r>
        <w:t> ?</w:t>
      </w:r>
    </w:p>
    <w:p w14:paraId="2E24AF2C" w14:textId="77777777" w:rsidR="00435B4F" w:rsidRDefault="00435B4F" w:rsidP="00256283">
      <w:r>
        <w:t>— </w:t>
      </w:r>
      <w:r w:rsidR="00256283">
        <w:t>Non</w:t>
      </w:r>
      <w:r>
        <w:t xml:space="preserve">, </w:t>
      </w:r>
      <w:r w:rsidR="00256283">
        <w:t>toujours le même visage sec et osseux et la moustache grisonnante</w:t>
      </w:r>
      <w:r>
        <w:t>.</w:t>
      </w:r>
    </w:p>
    <w:p w14:paraId="5060FFCD" w14:textId="77777777" w:rsidR="00435B4F" w:rsidRDefault="00435B4F" w:rsidP="00256283">
      <w:r>
        <w:t>— </w:t>
      </w:r>
      <w:r w:rsidR="00256283">
        <w:t>Autre chose</w:t>
      </w:r>
      <w:r>
        <w:t xml:space="preserve">, </w:t>
      </w:r>
      <w:r w:rsidR="00256283">
        <w:t>dis-je</w:t>
      </w:r>
      <w:r>
        <w:t xml:space="preserve">, </w:t>
      </w:r>
      <w:r w:rsidR="00256283">
        <w:t xml:space="preserve">un certain </w:t>
      </w:r>
      <w:proofErr w:type="spellStart"/>
      <w:r w:rsidR="00256283">
        <w:t>Nunheim</w:t>
      </w:r>
      <w:proofErr w:type="spellEnd"/>
      <w:r w:rsidR="00256283">
        <w:t xml:space="preserve"> a été assassiné hier</w:t>
      </w:r>
      <w:r>
        <w:t>…</w:t>
      </w:r>
    </w:p>
    <w:p w14:paraId="34424CFD" w14:textId="77777777" w:rsidR="00435B4F" w:rsidRDefault="00435B4F" w:rsidP="00256283">
      <w:r>
        <w:t>— </w:t>
      </w:r>
      <w:r w:rsidR="00256283">
        <w:t>J</w:t>
      </w:r>
      <w:r>
        <w:t>’</w:t>
      </w:r>
      <w:r w:rsidR="00256283">
        <w:t>y viens</w:t>
      </w:r>
      <w:r>
        <w:t xml:space="preserve">, </w:t>
      </w:r>
      <w:r w:rsidR="00256283">
        <w:t>répondit l</w:t>
      </w:r>
      <w:r>
        <w:t>’</w:t>
      </w:r>
      <w:r w:rsidR="00256283">
        <w:t>avocat</w:t>
      </w:r>
      <w:r>
        <w:t>.</w:t>
      </w:r>
    </w:p>
    <w:p w14:paraId="6E9066DD" w14:textId="77777777" w:rsidR="00435B4F" w:rsidRDefault="00435B4F" w:rsidP="00256283">
      <w:r>
        <w:t>— </w:t>
      </w:r>
      <w:r w:rsidR="00256283">
        <w:t>Je pensais au petit homme qui vous a suivi</w:t>
      </w:r>
      <w:r>
        <w:t xml:space="preserve">, </w:t>
      </w:r>
      <w:r w:rsidR="00256283">
        <w:t>expliquai-je</w:t>
      </w:r>
      <w:r>
        <w:t>.</w:t>
      </w:r>
    </w:p>
    <w:p w14:paraId="34C72E23" w14:textId="77777777" w:rsidR="00435B4F" w:rsidRDefault="00256283" w:rsidP="00256283">
      <w:r>
        <w:t>Macaulay me regarda fixement</w:t>
      </w:r>
      <w:r w:rsidR="00435B4F">
        <w:t>.</w:t>
      </w:r>
    </w:p>
    <w:p w14:paraId="5841C650" w14:textId="77777777" w:rsidR="00435B4F" w:rsidRDefault="00435B4F" w:rsidP="00256283">
      <w:r>
        <w:t>— </w:t>
      </w:r>
      <w:r w:rsidR="00256283">
        <w:t xml:space="preserve">Voulez-vous dire que ce </w:t>
      </w:r>
      <w:proofErr w:type="spellStart"/>
      <w:r w:rsidR="00256283">
        <w:t>Nunheim</w:t>
      </w:r>
      <w:proofErr w:type="spellEnd"/>
      <w:r w:rsidR="00256283">
        <w:t xml:space="preserve"> m</w:t>
      </w:r>
      <w:r>
        <w:t>’</w:t>
      </w:r>
      <w:r w:rsidR="00256283">
        <w:t xml:space="preserve">aurait </w:t>
      </w:r>
      <w:r>
        <w:t>« </w:t>
      </w:r>
      <w:r w:rsidR="00256283">
        <w:t>filé</w:t>
      </w:r>
      <w:r>
        <w:t> ? »</w:t>
      </w:r>
    </w:p>
    <w:p w14:paraId="6E61BD7B" w14:textId="77777777" w:rsidR="00435B4F" w:rsidRDefault="00435B4F" w:rsidP="00256283">
      <w:r>
        <w:t>— </w:t>
      </w:r>
      <w:r w:rsidR="00256283">
        <w:t>Je me le demande</w:t>
      </w:r>
      <w:r>
        <w:t>.</w:t>
      </w:r>
    </w:p>
    <w:p w14:paraId="36AF1065" w14:textId="77777777" w:rsidR="00435B4F" w:rsidRDefault="00435B4F" w:rsidP="00256283">
      <w:r>
        <w:t>— </w:t>
      </w:r>
      <w:r w:rsidR="00256283">
        <w:t>Je n</w:t>
      </w:r>
      <w:r>
        <w:t>’</w:t>
      </w:r>
      <w:r w:rsidR="00256283">
        <w:t>en sais rien</w:t>
      </w:r>
      <w:r>
        <w:t xml:space="preserve">, </w:t>
      </w:r>
      <w:r w:rsidR="00256283">
        <w:t>répondit-il</w:t>
      </w:r>
      <w:r>
        <w:t xml:space="preserve">, </w:t>
      </w:r>
      <w:r w:rsidR="00256283">
        <w:t>je ne l</w:t>
      </w:r>
      <w:r>
        <w:t>’</w:t>
      </w:r>
      <w:r w:rsidR="00256283">
        <w:t>ai jamais vu</w:t>
      </w:r>
      <w:r>
        <w:t>.</w:t>
      </w:r>
    </w:p>
    <w:p w14:paraId="7514BE24" w14:textId="77777777" w:rsidR="00435B4F" w:rsidRDefault="00435B4F" w:rsidP="00256283">
      <w:r>
        <w:t>— </w:t>
      </w:r>
      <w:r w:rsidR="00256283">
        <w:t>Il était tout petit</w:t>
      </w:r>
      <w:r>
        <w:t xml:space="preserve"> ; </w:t>
      </w:r>
      <w:r w:rsidR="00256283">
        <w:t>cinq pieds deux pouces environ</w:t>
      </w:r>
      <w:r>
        <w:t xml:space="preserve">, </w:t>
      </w:r>
      <w:r w:rsidR="00256283">
        <w:t>pâle</w:t>
      </w:r>
      <w:r>
        <w:t xml:space="preserve">, </w:t>
      </w:r>
      <w:r w:rsidR="00256283">
        <w:t>mince</w:t>
      </w:r>
      <w:r>
        <w:t xml:space="preserve">, </w:t>
      </w:r>
      <w:r w:rsidR="00256283">
        <w:t>cheveux et yeux noirs</w:t>
      </w:r>
      <w:r>
        <w:t xml:space="preserve">, </w:t>
      </w:r>
      <w:r w:rsidR="00256283">
        <w:t>les yeux très rapprochés</w:t>
      </w:r>
      <w:r>
        <w:t xml:space="preserve">, </w:t>
      </w:r>
      <w:r w:rsidR="00256283">
        <w:t>une grande bouche</w:t>
      </w:r>
      <w:r>
        <w:t xml:space="preserve">, </w:t>
      </w:r>
      <w:r w:rsidR="00256283">
        <w:t>le nez très long</w:t>
      </w:r>
      <w:r>
        <w:t>…</w:t>
      </w:r>
    </w:p>
    <w:p w14:paraId="37CF67E9" w14:textId="77777777" w:rsidR="00435B4F" w:rsidRDefault="00435B4F" w:rsidP="00256283">
      <w:r>
        <w:t>— </w:t>
      </w:r>
      <w:r w:rsidR="00256283">
        <w:t>Ce pourrait être lui</w:t>
      </w:r>
      <w:r>
        <w:t xml:space="preserve">, </w:t>
      </w:r>
      <w:r w:rsidR="00256283">
        <w:t>dit l</w:t>
      </w:r>
      <w:r>
        <w:t>’</w:t>
      </w:r>
      <w:r w:rsidR="00256283">
        <w:t>avocat</w:t>
      </w:r>
      <w:r>
        <w:t xml:space="preserve">, </w:t>
      </w:r>
      <w:r w:rsidR="00256283">
        <w:t>mais je ne l</w:t>
      </w:r>
      <w:r>
        <w:t>’</w:t>
      </w:r>
      <w:r w:rsidR="00256283">
        <w:t>ai pas vu de près</w:t>
      </w:r>
      <w:r>
        <w:t xml:space="preserve">. </w:t>
      </w:r>
      <w:r w:rsidR="00256283">
        <w:t xml:space="preserve">Je suppose que la police me permettrait de voir le </w:t>
      </w:r>
      <w:r w:rsidR="00256283">
        <w:lastRenderedPageBreak/>
        <w:t>cadavre</w:t>
      </w:r>
      <w:r>
        <w:t xml:space="preserve">, </w:t>
      </w:r>
      <w:r w:rsidR="00256283">
        <w:t>mais cela n</w:t>
      </w:r>
      <w:r>
        <w:t>’</w:t>
      </w:r>
      <w:r w:rsidR="00256283">
        <w:t>a plus d</w:t>
      </w:r>
      <w:r>
        <w:t>’</w:t>
      </w:r>
      <w:r w:rsidR="00256283">
        <w:t>importance</w:t>
      </w:r>
      <w:r>
        <w:t xml:space="preserve">. </w:t>
      </w:r>
      <w:r w:rsidR="00256283">
        <w:t>Où en étais-je</w:t>
      </w:r>
      <w:r>
        <w:t xml:space="preserve"> ? </w:t>
      </w:r>
      <w:r w:rsidR="00256283">
        <w:t>Ah</w:t>
      </w:r>
      <w:r>
        <w:t xml:space="preserve">, </w:t>
      </w:r>
      <w:r w:rsidR="00256283">
        <w:t>oui</w:t>
      </w:r>
      <w:r>
        <w:t xml:space="preserve"> ! </w:t>
      </w:r>
      <w:r w:rsidR="00256283">
        <w:t>l</w:t>
      </w:r>
      <w:r>
        <w:t>’</w:t>
      </w:r>
      <w:r w:rsidR="00256283">
        <w:t xml:space="preserve">impossibilité de retrouver </w:t>
      </w:r>
      <w:proofErr w:type="spellStart"/>
      <w:r w:rsidR="00256283">
        <w:t>Wynant</w:t>
      </w:r>
      <w:proofErr w:type="spellEnd"/>
      <w:r w:rsidR="00256283">
        <w:t xml:space="preserve"> me gênait beaucoup</w:t>
      </w:r>
      <w:r>
        <w:t xml:space="preserve">, </w:t>
      </w:r>
      <w:r w:rsidR="00256283">
        <w:t>d</w:t>
      </w:r>
      <w:r>
        <w:t>’</w:t>
      </w:r>
      <w:r w:rsidR="00256283">
        <w:t>autant plus que la police croyait que j</w:t>
      </w:r>
      <w:r>
        <w:t>’</w:t>
      </w:r>
      <w:r w:rsidR="00256283">
        <w:t>étais demeuré en rapport avec lui et que je mentais</w:t>
      </w:r>
      <w:r>
        <w:t xml:space="preserve">. </w:t>
      </w:r>
      <w:r w:rsidR="00256283">
        <w:t>C</w:t>
      </w:r>
      <w:r>
        <w:t>’</w:t>
      </w:r>
      <w:r w:rsidR="00256283">
        <w:t>était aussi votre impression</w:t>
      </w:r>
      <w:r>
        <w:t xml:space="preserve">, </w:t>
      </w:r>
      <w:r w:rsidR="00256283">
        <w:t>n</w:t>
      </w:r>
      <w:r>
        <w:t>’</w:t>
      </w:r>
      <w:r w:rsidR="00256283">
        <w:t>est-ce pas</w:t>
      </w:r>
      <w:r>
        <w:t> ?</w:t>
      </w:r>
    </w:p>
    <w:p w14:paraId="2AD220CD" w14:textId="77777777" w:rsidR="00435B4F" w:rsidRDefault="00435B4F" w:rsidP="00256283">
      <w:r>
        <w:t>— </w:t>
      </w:r>
      <w:r w:rsidR="00256283">
        <w:t>Oui</w:t>
      </w:r>
      <w:r>
        <w:t>.</w:t>
      </w:r>
    </w:p>
    <w:p w14:paraId="5A411311" w14:textId="77777777" w:rsidR="00435B4F" w:rsidRDefault="00435B4F" w:rsidP="00256283">
      <w:r>
        <w:t>— </w:t>
      </w:r>
      <w:r w:rsidR="00256283">
        <w:t>Et</w:t>
      </w:r>
      <w:r>
        <w:t xml:space="preserve">, </w:t>
      </w:r>
      <w:r w:rsidR="00256283">
        <w:t>sans doute comme la police</w:t>
      </w:r>
      <w:r>
        <w:t xml:space="preserve">, </w:t>
      </w:r>
      <w:proofErr w:type="spellStart"/>
      <w:r w:rsidR="00256283">
        <w:t>pensiez-vous</w:t>
      </w:r>
      <w:proofErr w:type="spellEnd"/>
      <w:r w:rsidR="00256283">
        <w:t xml:space="preserve"> que je l</w:t>
      </w:r>
      <w:r>
        <w:t>’</w:t>
      </w:r>
      <w:r w:rsidR="00256283">
        <w:t>avais rencontré le jour du crime</w:t>
      </w:r>
      <w:r>
        <w:t>.</w:t>
      </w:r>
    </w:p>
    <w:p w14:paraId="0D854EAB" w14:textId="77777777" w:rsidR="00435B4F" w:rsidRDefault="00435B4F" w:rsidP="00256283">
      <w:r>
        <w:t>— </w:t>
      </w:r>
      <w:r w:rsidR="00256283">
        <w:t>C</w:t>
      </w:r>
      <w:r>
        <w:t>’</w:t>
      </w:r>
      <w:r w:rsidR="00256283">
        <w:t>était vraisemblable</w:t>
      </w:r>
      <w:r>
        <w:t xml:space="preserve">, </w:t>
      </w:r>
      <w:r w:rsidR="00256283">
        <w:t>remarquai-je</w:t>
      </w:r>
      <w:r>
        <w:t>.</w:t>
      </w:r>
    </w:p>
    <w:p w14:paraId="4E27A147" w14:textId="77777777" w:rsidR="00435B4F" w:rsidRDefault="00435B4F" w:rsidP="00256283">
      <w:r>
        <w:t>— </w:t>
      </w:r>
      <w:r w:rsidR="00256283">
        <w:t>Oui</w:t>
      </w:r>
      <w:r>
        <w:t xml:space="preserve">. </w:t>
      </w:r>
      <w:r w:rsidR="00256283">
        <w:t>Vous aviez raison puisque je l</w:t>
      </w:r>
      <w:r>
        <w:t>’</w:t>
      </w:r>
      <w:r w:rsidR="00256283">
        <w:t>ai aperçu</w:t>
      </w:r>
      <w:r>
        <w:t xml:space="preserve">, </w:t>
      </w:r>
      <w:r w:rsidR="00256283">
        <w:t>en un lieu et à une heure qui sentaient la culpabilité avec un C majuscule</w:t>
      </w:r>
      <w:r>
        <w:t xml:space="preserve">. </w:t>
      </w:r>
      <w:r w:rsidR="00256283">
        <w:t>Ainsi</w:t>
      </w:r>
      <w:r>
        <w:t xml:space="preserve">, </w:t>
      </w:r>
      <w:r w:rsidR="00256283">
        <w:t>après avoir menti instinctivement et professionnellement</w:t>
      </w:r>
      <w:r>
        <w:t xml:space="preserve">, </w:t>
      </w:r>
      <w:r w:rsidR="00256283">
        <w:t>je résolus de mentir de propos délibéré</w:t>
      </w:r>
      <w:r>
        <w:t xml:space="preserve">. </w:t>
      </w:r>
      <w:r w:rsidR="00256283">
        <w:t>Hermann</w:t>
      </w:r>
      <w:r>
        <w:t xml:space="preserve">, </w:t>
      </w:r>
      <w:r w:rsidR="00256283">
        <w:t>occupé dans son bureau</w:t>
      </w:r>
      <w:r>
        <w:t xml:space="preserve">, </w:t>
      </w:r>
      <w:r w:rsidR="00256283">
        <w:t>ignorait combien de temps j</w:t>
      </w:r>
      <w:r>
        <w:t>’</w:t>
      </w:r>
      <w:r w:rsidR="00256283">
        <w:t>avais attendu pour le voir</w:t>
      </w:r>
      <w:r>
        <w:t xml:space="preserve">. </w:t>
      </w:r>
      <w:r w:rsidR="00256283">
        <w:t>Louise Jacobs est une bonne amie</w:t>
      </w:r>
      <w:r>
        <w:t xml:space="preserve">. </w:t>
      </w:r>
      <w:r w:rsidR="00256283">
        <w:t>Sans lui donner de détails</w:t>
      </w:r>
      <w:r>
        <w:t xml:space="preserve">, </w:t>
      </w:r>
      <w:r w:rsidR="00256283">
        <w:t>je lui demandai</w:t>
      </w:r>
      <w:r>
        <w:t xml:space="preserve">, </w:t>
      </w:r>
      <w:r w:rsidR="00256283">
        <w:t>pour rendre service à l</w:t>
      </w:r>
      <w:r>
        <w:t>’</w:t>
      </w:r>
      <w:r w:rsidR="00256283">
        <w:t>un de mes clients</w:t>
      </w:r>
      <w:r>
        <w:t xml:space="preserve">, </w:t>
      </w:r>
      <w:r w:rsidR="00256283">
        <w:t>de dire que j</w:t>
      </w:r>
      <w:r>
        <w:t>’</w:t>
      </w:r>
      <w:r w:rsidR="00256283">
        <w:t>étais arrivé chez Hermann à trois heures</w:t>
      </w:r>
      <w:r>
        <w:t xml:space="preserve">. </w:t>
      </w:r>
      <w:r w:rsidR="00256283">
        <w:t>Elle accepta</w:t>
      </w:r>
      <w:r>
        <w:t xml:space="preserve">. </w:t>
      </w:r>
      <w:r w:rsidR="00256283">
        <w:t>Pour la décider je l</w:t>
      </w:r>
      <w:r>
        <w:t>’</w:t>
      </w:r>
      <w:r w:rsidR="00256283">
        <w:t>avais assurée que si la moindre difficulté s</w:t>
      </w:r>
      <w:r>
        <w:t>’</w:t>
      </w:r>
      <w:r w:rsidR="00256283">
        <w:t>élevait</w:t>
      </w:r>
      <w:r>
        <w:t xml:space="preserve">, </w:t>
      </w:r>
      <w:r w:rsidR="00256283">
        <w:t>elle pouvait toujours prétendre qu</w:t>
      </w:r>
      <w:r>
        <w:t>’</w:t>
      </w:r>
      <w:r w:rsidR="00256283">
        <w:t>elle avait oublié l</w:t>
      </w:r>
      <w:r>
        <w:t>’</w:t>
      </w:r>
      <w:r w:rsidR="00256283">
        <w:t>heure exacte de mon arrivée et qu</w:t>
      </w:r>
      <w:r>
        <w:t>’</w:t>
      </w:r>
      <w:r w:rsidR="00256283">
        <w:t>elle avait dit trois heures parce que</w:t>
      </w:r>
      <w:r>
        <w:t xml:space="preserve">, </w:t>
      </w:r>
      <w:r w:rsidR="00256283">
        <w:t>le jour suivant</w:t>
      </w:r>
      <w:r>
        <w:t xml:space="preserve">, </w:t>
      </w:r>
      <w:r w:rsidR="00256283">
        <w:t>j</w:t>
      </w:r>
      <w:r>
        <w:t>’</w:t>
      </w:r>
      <w:r w:rsidR="00256283">
        <w:t>y avais moi-même fait allusion</w:t>
      </w:r>
      <w:r>
        <w:t xml:space="preserve">, </w:t>
      </w:r>
      <w:r w:rsidR="00256283">
        <w:t>et qu</w:t>
      </w:r>
      <w:r>
        <w:t>’</w:t>
      </w:r>
      <w:r w:rsidR="00256283">
        <w:t>elle n</w:t>
      </w:r>
      <w:r>
        <w:t>’</w:t>
      </w:r>
      <w:r w:rsidR="00256283">
        <w:t>avait pas de raison d</w:t>
      </w:r>
      <w:r>
        <w:t>’</w:t>
      </w:r>
      <w:r w:rsidR="00256283">
        <w:t>en douter</w:t>
      </w:r>
      <w:r>
        <w:t>…</w:t>
      </w:r>
    </w:p>
    <w:p w14:paraId="6163129B" w14:textId="77777777" w:rsidR="00435B4F" w:rsidRDefault="00256283" w:rsidP="00256283">
      <w:r>
        <w:t>Macaulay s</w:t>
      </w:r>
      <w:r w:rsidR="00435B4F">
        <w:t>’</w:t>
      </w:r>
      <w:r>
        <w:t>interrompit une seconde et respira profondément</w:t>
      </w:r>
      <w:r w:rsidR="00435B4F">
        <w:t>.</w:t>
      </w:r>
    </w:p>
    <w:p w14:paraId="30CDC124" w14:textId="77777777" w:rsidR="00435B4F" w:rsidRDefault="00435B4F" w:rsidP="00256283">
      <w:r>
        <w:t>— </w:t>
      </w:r>
      <w:r w:rsidR="00256283">
        <w:t>Cela n</w:t>
      </w:r>
      <w:r>
        <w:t>’</w:t>
      </w:r>
      <w:r w:rsidR="00256283">
        <w:t>a plus d</w:t>
      </w:r>
      <w:r>
        <w:t>’</w:t>
      </w:r>
      <w:r w:rsidR="00256283">
        <w:t>importance</w:t>
      </w:r>
      <w:r>
        <w:t xml:space="preserve">, </w:t>
      </w:r>
      <w:r w:rsidR="00256283">
        <w:t>reprit-il</w:t>
      </w:r>
      <w:r>
        <w:t xml:space="preserve">, </w:t>
      </w:r>
      <w:r w:rsidR="00256283">
        <w:t>j</w:t>
      </w:r>
      <w:r>
        <w:t>’</w:t>
      </w:r>
      <w:r w:rsidR="00256283">
        <w:t>ai eu</w:t>
      </w:r>
      <w:r>
        <w:t xml:space="preserve">, </w:t>
      </w:r>
      <w:r w:rsidR="00256283">
        <w:t xml:space="preserve">ce matin des nouvelles de </w:t>
      </w:r>
      <w:proofErr w:type="spellStart"/>
      <w:r w:rsidR="00256283">
        <w:t>Wynant</w:t>
      </w:r>
      <w:proofErr w:type="spellEnd"/>
      <w:r>
        <w:t>.</w:t>
      </w:r>
    </w:p>
    <w:p w14:paraId="60774D14" w14:textId="77777777" w:rsidR="00435B4F" w:rsidRDefault="00435B4F" w:rsidP="00256283">
      <w:r>
        <w:t>— </w:t>
      </w:r>
      <w:r w:rsidR="00256283">
        <w:t>Encore une lettre</w:t>
      </w:r>
      <w:r>
        <w:t> ?</w:t>
      </w:r>
    </w:p>
    <w:p w14:paraId="5BD4F1A6" w14:textId="77777777" w:rsidR="00435B4F" w:rsidRDefault="00435B4F" w:rsidP="00256283">
      <w:r>
        <w:lastRenderedPageBreak/>
        <w:t>— </w:t>
      </w:r>
      <w:r w:rsidR="00256283">
        <w:t>Non</w:t>
      </w:r>
      <w:r>
        <w:t xml:space="preserve">, </w:t>
      </w:r>
      <w:r w:rsidR="00256283">
        <w:t>il m</w:t>
      </w:r>
      <w:r>
        <w:t>’</w:t>
      </w:r>
      <w:r w:rsidR="00256283">
        <w:t>a téléphoné</w:t>
      </w:r>
      <w:r>
        <w:t xml:space="preserve">. </w:t>
      </w:r>
      <w:r w:rsidR="00256283">
        <w:t>Je lui ai demandé de venir me voir ce soir</w:t>
      </w:r>
      <w:r>
        <w:t xml:space="preserve">, </w:t>
      </w:r>
      <w:r w:rsidR="00256283">
        <w:t xml:space="preserve">de venir </w:t>
      </w:r>
      <w:r w:rsidR="00256283">
        <w:rPr>
          <w:i/>
        </w:rPr>
        <w:t>nous</w:t>
      </w:r>
      <w:r w:rsidR="00256283">
        <w:t xml:space="preserve"> voir</w:t>
      </w:r>
      <w:r>
        <w:t xml:space="preserve">, </w:t>
      </w:r>
      <w:r w:rsidR="00256283">
        <w:t>vous et moi</w:t>
      </w:r>
      <w:r>
        <w:t xml:space="preserve">. </w:t>
      </w:r>
      <w:r w:rsidR="00256283">
        <w:t>Je l</w:t>
      </w:r>
      <w:r>
        <w:t>’</w:t>
      </w:r>
      <w:r w:rsidR="00256283">
        <w:t>ai informé que vous ne vouliez rien entreprendre avant de vous être entretenu avec lui et il a promis de venir ce soir</w:t>
      </w:r>
      <w:r>
        <w:t xml:space="preserve">. </w:t>
      </w:r>
      <w:r w:rsidR="00256283">
        <w:t>Bien entendu</w:t>
      </w:r>
      <w:r>
        <w:t xml:space="preserve">, </w:t>
      </w:r>
      <w:r w:rsidR="00256283">
        <w:t>je vais avertir la police</w:t>
      </w:r>
      <w:r>
        <w:t xml:space="preserve"> : </w:t>
      </w:r>
      <w:r w:rsidR="00256283">
        <w:t>je ne puis me compromettre indéfiniment pour sauver mon client</w:t>
      </w:r>
      <w:r>
        <w:t xml:space="preserve">. </w:t>
      </w:r>
      <w:r w:rsidR="00256283">
        <w:t>Je le ferai toujours acquitter en plaidant la folie et on l</w:t>
      </w:r>
      <w:r>
        <w:t>’</w:t>
      </w:r>
      <w:r w:rsidR="00256283">
        <w:t>internera</w:t>
      </w:r>
      <w:r>
        <w:t xml:space="preserve">. </w:t>
      </w:r>
      <w:r w:rsidR="00256283">
        <w:t>C</w:t>
      </w:r>
      <w:r>
        <w:t>’</w:t>
      </w:r>
      <w:r w:rsidR="00256283">
        <w:t>est tout ce que je puis et veux faire</w:t>
      </w:r>
      <w:r>
        <w:t>.</w:t>
      </w:r>
    </w:p>
    <w:p w14:paraId="1347510A" w14:textId="77777777" w:rsidR="00435B4F" w:rsidRDefault="00435B4F" w:rsidP="00256283">
      <w:r>
        <w:t>— </w:t>
      </w:r>
      <w:r w:rsidR="00256283">
        <w:t>Avez-vous déjà averti la police</w:t>
      </w:r>
      <w:r>
        <w:t> ?</w:t>
      </w:r>
    </w:p>
    <w:p w14:paraId="31FC970B" w14:textId="77777777" w:rsidR="00435B4F" w:rsidRDefault="00435B4F" w:rsidP="00256283">
      <w:r>
        <w:t>— </w:t>
      </w:r>
      <w:r w:rsidR="00256283">
        <w:t>Pas encore</w:t>
      </w:r>
      <w:r>
        <w:t xml:space="preserve">, </w:t>
      </w:r>
      <w:r w:rsidR="00256283">
        <w:t>je voulais d</w:t>
      </w:r>
      <w:r>
        <w:t>’</w:t>
      </w:r>
      <w:r w:rsidR="00256283">
        <w:t>abord vous voir</w:t>
      </w:r>
      <w:r>
        <w:t xml:space="preserve">, </w:t>
      </w:r>
      <w:r w:rsidR="00256283">
        <w:t>vous savez quelle dette de reconnaissance</w:t>
      </w:r>
      <w:r>
        <w:t>…</w:t>
      </w:r>
    </w:p>
    <w:p w14:paraId="423B537E" w14:textId="77777777" w:rsidR="00435B4F" w:rsidRDefault="00435B4F" w:rsidP="00256283">
      <w:r>
        <w:t>— </w:t>
      </w:r>
      <w:r w:rsidR="00256283">
        <w:t>Des bêtises</w:t>
      </w:r>
      <w:r>
        <w:t xml:space="preserve"> ! </w:t>
      </w:r>
      <w:r w:rsidR="00256283">
        <w:t>m</w:t>
      </w:r>
      <w:r>
        <w:t>’</w:t>
      </w:r>
      <w:r w:rsidR="00256283">
        <w:t>écriai-je</w:t>
      </w:r>
      <w:r>
        <w:t>.</w:t>
      </w:r>
    </w:p>
    <w:p w14:paraId="78FEE216" w14:textId="77777777" w:rsidR="00435B4F" w:rsidRDefault="00435B4F" w:rsidP="00256283">
      <w:r>
        <w:t>— </w:t>
      </w:r>
      <w:r w:rsidR="00256283">
        <w:t>Pas du tout</w:t>
      </w:r>
      <w:r>
        <w:t xml:space="preserve">, </w:t>
      </w:r>
      <w:r w:rsidR="00256283">
        <w:t>fit-il</w:t>
      </w:r>
      <w:r>
        <w:t xml:space="preserve">, </w:t>
      </w:r>
      <w:r w:rsidR="00256283">
        <w:t>se tournant vers Nora</w:t>
      </w:r>
      <w:r>
        <w:t xml:space="preserve"> ; </w:t>
      </w:r>
      <w:r w:rsidR="00256283">
        <w:t>je parie qu</w:t>
      </w:r>
      <w:r>
        <w:t>’</w:t>
      </w:r>
      <w:r w:rsidR="00256283">
        <w:t>il ne vous a jamais raconté comment il m</w:t>
      </w:r>
      <w:r>
        <w:t>’</w:t>
      </w:r>
      <w:r w:rsidR="00256283">
        <w:t>a sauvé la vie</w:t>
      </w:r>
      <w:r>
        <w:t xml:space="preserve">, </w:t>
      </w:r>
      <w:r w:rsidR="00256283">
        <w:t>près de Verdun</w:t>
      </w:r>
      <w:r>
        <w:t> ?</w:t>
      </w:r>
    </w:p>
    <w:p w14:paraId="6534539C" w14:textId="77777777" w:rsidR="00435B4F" w:rsidRDefault="00435B4F" w:rsidP="00256283">
      <w:r>
        <w:t>— </w:t>
      </w:r>
      <w:r w:rsidR="00256283">
        <w:t>Ne l</w:t>
      </w:r>
      <w:r>
        <w:t>’</w:t>
      </w:r>
      <w:r w:rsidR="00256283">
        <w:t>écoute pas</w:t>
      </w:r>
      <w:r>
        <w:t xml:space="preserve">, </w:t>
      </w:r>
      <w:r w:rsidR="00256283">
        <w:t>dis-je</w:t>
      </w:r>
      <w:r>
        <w:t xml:space="preserve">, </w:t>
      </w:r>
      <w:r w:rsidR="00256283">
        <w:t>il est fou</w:t>
      </w:r>
      <w:r>
        <w:t xml:space="preserve">. </w:t>
      </w:r>
      <w:r w:rsidR="00256283">
        <w:t>Il avait tiré sur un Boche et l</w:t>
      </w:r>
      <w:r>
        <w:t>’</w:t>
      </w:r>
      <w:r w:rsidR="00256283">
        <w:t>avait manqué</w:t>
      </w:r>
      <w:r>
        <w:t xml:space="preserve">, </w:t>
      </w:r>
      <w:r w:rsidR="00256283">
        <w:t>alors j</w:t>
      </w:r>
      <w:r>
        <w:t>’</w:t>
      </w:r>
      <w:r w:rsidR="00256283">
        <w:t>ai tiré et je ne l</w:t>
      </w:r>
      <w:r>
        <w:t>’</w:t>
      </w:r>
      <w:r w:rsidR="00256283">
        <w:t>ai pas manqué</w:t>
      </w:r>
      <w:r>
        <w:t xml:space="preserve">, </w:t>
      </w:r>
      <w:r w:rsidR="00256283">
        <w:t>voilà tout</w:t>
      </w:r>
      <w:r>
        <w:t> !</w:t>
      </w:r>
    </w:p>
    <w:p w14:paraId="23787DFC" w14:textId="77777777" w:rsidR="00435B4F" w:rsidRDefault="00256283" w:rsidP="00256283">
      <w:r>
        <w:t>Puis m</w:t>
      </w:r>
      <w:r w:rsidR="00435B4F">
        <w:t>’</w:t>
      </w:r>
      <w:r>
        <w:t>adressant de nouveau à Macaulay</w:t>
      </w:r>
      <w:r w:rsidR="00435B4F">
        <w:t> :</w:t>
      </w:r>
    </w:p>
    <w:p w14:paraId="6085FF1E" w14:textId="77777777" w:rsidR="00435B4F" w:rsidRDefault="00435B4F" w:rsidP="00256283">
      <w:r>
        <w:t>— </w:t>
      </w:r>
      <w:r w:rsidR="00256283">
        <w:t>Pourquoi ne pas laisser la police tranquille pour le moment</w:t>
      </w:r>
      <w:r>
        <w:t xml:space="preserve">. </w:t>
      </w:r>
      <w:r w:rsidR="00256283">
        <w:t>Allons tous deux au rendez-vous et nous pourrons toujours sauter sur notre homme et siffler les policemen si ses explications ne nous satisfont pas</w:t>
      </w:r>
      <w:r>
        <w:t> !</w:t>
      </w:r>
    </w:p>
    <w:p w14:paraId="0F99022F" w14:textId="77777777" w:rsidR="00435B4F" w:rsidRDefault="00256283" w:rsidP="00256283">
      <w:r>
        <w:t>L</w:t>
      </w:r>
      <w:r w:rsidR="00435B4F">
        <w:t>’</w:t>
      </w:r>
      <w:r>
        <w:t>avocat sourit d</w:t>
      </w:r>
      <w:r w:rsidR="00435B4F">
        <w:t>’</w:t>
      </w:r>
      <w:r>
        <w:t>un air las</w:t>
      </w:r>
      <w:r w:rsidR="00435B4F">
        <w:t>.</w:t>
      </w:r>
    </w:p>
    <w:p w14:paraId="7BF58835" w14:textId="77777777" w:rsidR="00435B4F" w:rsidRDefault="00435B4F" w:rsidP="00256283">
      <w:r>
        <w:t>— </w:t>
      </w:r>
      <w:r w:rsidR="00256283">
        <w:t>Vous doutez encore</w:t>
      </w:r>
      <w:r>
        <w:t xml:space="preserve">, </w:t>
      </w:r>
      <w:r w:rsidR="00256283">
        <w:t>n</w:t>
      </w:r>
      <w:r>
        <w:t>’</w:t>
      </w:r>
      <w:r w:rsidR="00256283">
        <w:t>est-ce pas</w:t>
      </w:r>
      <w:r>
        <w:t xml:space="preserve"> ? </w:t>
      </w:r>
      <w:r w:rsidR="00256283">
        <w:t>dit-il</w:t>
      </w:r>
      <w:r>
        <w:t xml:space="preserve">. </w:t>
      </w:r>
      <w:r w:rsidR="00256283">
        <w:t>Agissons ainsi si vous voulez</w:t>
      </w:r>
      <w:r>
        <w:t xml:space="preserve">, </w:t>
      </w:r>
      <w:r w:rsidR="00256283">
        <w:t>quoique</w:t>
      </w:r>
      <w:r>
        <w:t xml:space="preserve">… </w:t>
      </w:r>
      <w:r w:rsidR="00256283">
        <w:t>Mais peut-être changerez-vous d</w:t>
      </w:r>
      <w:r>
        <w:t>’</w:t>
      </w:r>
      <w:r w:rsidR="00256283">
        <w:t>avis quand vous saurez ce qu</w:t>
      </w:r>
      <w:r>
        <w:t>’</w:t>
      </w:r>
      <w:r w:rsidR="00256283">
        <w:t>il m</w:t>
      </w:r>
      <w:r>
        <w:t>’</w:t>
      </w:r>
      <w:r w:rsidR="00256283">
        <w:t>a dit au téléphone</w:t>
      </w:r>
      <w:r>
        <w:t>.</w:t>
      </w:r>
    </w:p>
    <w:p w14:paraId="15774FDE" w14:textId="77777777" w:rsidR="00435B4F" w:rsidRDefault="00256283" w:rsidP="00256283">
      <w:r>
        <w:lastRenderedPageBreak/>
        <w:t>Dorothy</w:t>
      </w:r>
      <w:r w:rsidR="00435B4F">
        <w:t xml:space="preserve">, </w:t>
      </w:r>
      <w:r>
        <w:t>enveloppée dans une robe de chambre trop grande et trop longue pour elle</w:t>
      </w:r>
      <w:r w:rsidR="00435B4F">
        <w:t xml:space="preserve">, </w:t>
      </w:r>
      <w:r>
        <w:t>entra en bâillant</w:t>
      </w:r>
      <w:r w:rsidR="00435B4F">
        <w:t>.</w:t>
      </w:r>
    </w:p>
    <w:p w14:paraId="1D3FBFCF" w14:textId="77777777" w:rsidR="00435B4F" w:rsidRDefault="00435B4F" w:rsidP="00256283">
      <w:r>
        <w:t>— </w:t>
      </w:r>
      <w:r w:rsidR="00256283">
        <w:t>Oh</w:t>
      </w:r>
      <w:r>
        <w:t xml:space="preserve"> ! </w:t>
      </w:r>
      <w:r w:rsidR="00256283">
        <w:t>fit-elle en apercevant l</w:t>
      </w:r>
      <w:r>
        <w:t>’</w:t>
      </w:r>
      <w:r w:rsidR="00256283">
        <w:t>avocat</w:t>
      </w:r>
      <w:r>
        <w:t xml:space="preserve">, </w:t>
      </w:r>
      <w:r w:rsidR="00256283">
        <w:t>hello</w:t>
      </w:r>
      <w:r>
        <w:t xml:space="preserve"> ! </w:t>
      </w:r>
      <w:r w:rsidR="00256283">
        <w:t>Mr</w:t>
      </w:r>
      <w:r>
        <w:t xml:space="preserve">. </w:t>
      </w:r>
      <w:r w:rsidR="00256283">
        <w:t>Macaulay</w:t>
      </w:r>
      <w:r>
        <w:t xml:space="preserve">, </w:t>
      </w:r>
      <w:r w:rsidR="00256283">
        <w:t>je ne savais pas que vous fussiez ici</w:t>
      </w:r>
      <w:r>
        <w:t xml:space="preserve"> ! </w:t>
      </w:r>
      <w:r w:rsidR="00256283">
        <w:t>Avez-vous des nouvelles de mon père</w:t>
      </w:r>
      <w:r>
        <w:t> ?</w:t>
      </w:r>
    </w:p>
    <w:p w14:paraId="31AE189B" w14:textId="77777777" w:rsidR="00435B4F" w:rsidRDefault="00256283" w:rsidP="00256283">
      <w:r>
        <w:t>Il me regarda</w:t>
      </w:r>
      <w:r w:rsidR="00435B4F">
        <w:t xml:space="preserve">. </w:t>
      </w:r>
      <w:r>
        <w:t>Je secouai la tête</w:t>
      </w:r>
      <w:r w:rsidR="00435B4F">
        <w:t>.</w:t>
      </w:r>
    </w:p>
    <w:p w14:paraId="7EF2B2D1" w14:textId="77777777" w:rsidR="00435B4F" w:rsidRDefault="00435B4F" w:rsidP="00256283">
      <w:r>
        <w:t>— </w:t>
      </w:r>
      <w:r w:rsidR="00256283">
        <w:t>Pas encore</w:t>
      </w:r>
      <w:r>
        <w:t xml:space="preserve">, </w:t>
      </w:r>
      <w:r w:rsidR="00256283">
        <w:t>répondit-il</w:t>
      </w:r>
      <w:r>
        <w:t xml:space="preserve">, </w:t>
      </w:r>
      <w:r w:rsidR="00256283">
        <w:t>mais j</w:t>
      </w:r>
      <w:r>
        <w:t>’</w:t>
      </w:r>
      <w:r w:rsidR="00256283">
        <w:t>espère que nous en aurons aujourd</w:t>
      </w:r>
      <w:r>
        <w:t>’</w:t>
      </w:r>
      <w:r w:rsidR="00256283">
        <w:t>hui</w:t>
      </w:r>
      <w:r>
        <w:t>.</w:t>
      </w:r>
    </w:p>
    <w:p w14:paraId="3FC30B30" w14:textId="77777777" w:rsidR="00435B4F" w:rsidRDefault="00435B4F" w:rsidP="00256283">
      <w:r>
        <w:t>— </w:t>
      </w:r>
      <w:r w:rsidR="00256283">
        <w:t>Dorothy en a eu</w:t>
      </w:r>
      <w:r>
        <w:t xml:space="preserve">, </w:t>
      </w:r>
      <w:r w:rsidR="00256283">
        <w:t>indirectement</w:t>
      </w:r>
      <w:r>
        <w:t xml:space="preserve">, </w:t>
      </w:r>
      <w:r w:rsidR="00256283">
        <w:t>remarquai-je</w:t>
      </w:r>
      <w:r>
        <w:t xml:space="preserve">. </w:t>
      </w:r>
      <w:r w:rsidR="00256283">
        <w:t>Dites à Macaulay ce que vous a raconté Gilbert</w:t>
      </w:r>
      <w:r>
        <w:t>.</w:t>
      </w:r>
    </w:p>
    <w:p w14:paraId="389115AB" w14:textId="77777777" w:rsidR="00435B4F" w:rsidRDefault="00435B4F" w:rsidP="00256283">
      <w:r>
        <w:t>— </w:t>
      </w:r>
      <w:r w:rsidR="00256283">
        <w:t>Au sujet de</w:t>
      </w:r>
      <w:r>
        <w:t xml:space="preserve">… </w:t>
      </w:r>
      <w:r w:rsidR="00256283">
        <w:t>mon père</w:t>
      </w:r>
      <w:r>
        <w:t xml:space="preserve"> ? </w:t>
      </w:r>
      <w:r w:rsidR="00256283">
        <w:t>demanda-t-elle</w:t>
      </w:r>
      <w:r>
        <w:t xml:space="preserve">, </w:t>
      </w:r>
      <w:r w:rsidR="00256283">
        <w:t>hésitante</w:t>
      </w:r>
      <w:r>
        <w:t xml:space="preserve">, </w:t>
      </w:r>
      <w:r w:rsidR="00256283">
        <w:t>les yeux baissés</w:t>
      </w:r>
      <w:r>
        <w:t>.</w:t>
      </w:r>
    </w:p>
    <w:p w14:paraId="30F903CF" w14:textId="77777777" w:rsidR="00435B4F" w:rsidRDefault="00256283" w:rsidP="00256283">
      <w:r>
        <w:t>Elle me jeta un regard de reproche</w:t>
      </w:r>
      <w:r w:rsidR="00435B4F">
        <w:t xml:space="preserve">, </w:t>
      </w:r>
      <w:r>
        <w:t>puis</w:t>
      </w:r>
      <w:r w:rsidR="00435B4F">
        <w:t xml:space="preserve">, </w:t>
      </w:r>
      <w:r>
        <w:t>très vite</w:t>
      </w:r>
      <w:r w:rsidR="00435B4F">
        <w:t> :</w:t>
      </w:r>
    </w:p>
    <w:p w14:paraId="5C13E900" w14:textId="77777777" w:rsidR="00435B4F" w:rsidRDefault="00435B4F" w:rsidP="00256283">
      <w:r>
        <w:t>— </w:t>
      </w:r>
      <w:r w:rsidR="00256283">
        <w:t>Gilbert a vu hier papa qui lui a dit qui avait tué Miss Wolf</w:t>
      </w:r>
      <w:r>
        <w:t>.</w:t>
      </w:r>
    </w:p>
    <w:p w14:paraId="02DE85D0" w14:textId="77777777" w:rsidR="00435B4F" w:rsidRDefault="00435B4F" w:rsidP="00256283">
      <w:r>
        <w:t>— </w:t>
      </w:r>
      <w:r w:rsidR="00256283">
        <w:t>Quoi</w:t>
      </w:r>
      <w:r>
        <w:t> ?</w:t>
      </w:r>
    </w:p>
    <w:p w14:paraId="2DC023C0" w14:textId="77777777" w:rsidR="00435B4F" w:rsidRDefault="00256283" w:rsidP="00256283">
      <w:r>
        <w:t>Elle fit oui de la tête</w:t>
      </w:r>
      <w:r w:rsidR="00435B4F">
        <w:t xml:space="preserve">, </w:t>
      </w:r>
      <w:r>
        <w:t>quatre ou cinq fois</w:t>
      </w:r>
      <w:r w:rsidR="00435B4F">
        <w:t xml:space="preserve">, </w:t>
      </w:r>
      <w:r>
        <w:t>gravement</w:t>
      </w:r>
      <w:r w:rsidR="00435B4F">
        <w:t>.</w:t>
      </w:r>
    </w:p>
    <w:p w14:paraId="3F285684" w14:textId="77777777" w:rsidR="00435B4F" w:rsidRDefault="00256283" w:rsidP="00256283">
      <w:r>
        <w:t>Macaulay me regarda</w:t>
      </w:r>
      <w:r w:rsidR="00435B4F">
        <w:t xml:space="preserve">, </w:t>
      </w:r>
      <w:r>
        <w:t>intrigué</w:t>
      </w:r>
      <w:r w:rsidR="00435B4F">
        <w:t>.</w:t>
      </w:r>
    </w:p>
    <w:p w14:paraId="098BE7AA" w14:textId="77777777" w:rsidR="00435B4F" w:rsidRDefault="00435B4F" w:rsidP="00256283">
      <w:r>
        <w:t>— </w:t>
      </w:r>
      <w:r w:rsidR="00256283">
        <w:t>Ce n</w:t>
      </w:r>
      <w:r>
        <w:t>’</w:t>
      </w:r>
      <w:r w:rsidR="00256283">
        <w:t>est pas nécessairement vrai</w:t>
      </w:r>
      <w:r>
        <w:t xml:space="preserve">, </w:t>
      </w:r>
      <w:r w:rsidR="00256283">
        <w:t>dis-je</w:t>
      </w:r>
      <w:r>
        <w:t xml:space="preserve">, </w:t>
      </w:r>
      <w:r w:rsidR="00256283">
        <w:t>c</w:t>
      </w:r>
      <w:r>
        <w:t>’</w:t>
      </w:r>
      <w:r w:rsidR="00256283">
        <w:t>est ce que prétend Gilbert</w:t>
      </w:r>
      <w:r>
        <w:t>.</w:t>
      </w:r>
    </w:p>
    <w:p w14:paraId="574312D6" w14:textId="77777777" w:rsidR="00435B4F" w:rsidRDefault="00435B4F" w:rsidP="00256283">
      <w:r>
        <w:t>— </w:t>
      </w:r>
      <w:r w:rsidR="00256283">
        <w:t>Je comprends</w:t>
      </w:r>
      <w:r>
        <w:t xml:space="preserve">, </w:t>
      </w:r>
      <w:r w:rsidR="00256283">
        <w:t>fit-il</w:t>
      </w:r>
      <w:r>
        <w:t xml:space="preserve">, </w:t>
      </w:r>
      <w:r w:rsidR="00256283">
        <w:t>alors vous pensez que</w:t>
      </w:r>
      <w:r>
        <w:t>…</w:t>
      </w:r>
    </w:p>
    <w:p w14:paraId="433690C8" w14:textId="77777777" w:rsidR="00435B4F" w:rsidRDefault="00435B4F" w:rsidP="00256283">
      <w:r>
        <w:t>— </w:t>
      </w:r>
      <w:r w:rsidR="00256283">
        <w:t>Vous n</w:t>
      </w:r>
      <w:r>
        <w:t>’</w:t>
      </w:r>
      <w:r w:rsidR="00256283">
        <w:t>avez pas beaucoup fréquenté les Jorgensen</w:t>
      </w:r>
      <w:r>
        <w:t xml:space="preserve">, </w:t>
      </w:r>
      <w:r w:rsidR="00256283">
        <w:t>depuis le crime</w:t>
      </w:r>
      <w:r>
        <w:t xml:space="preserve">, </w:t>
      </w:r>
      <w:r w:rsidR="00256283">
        <w:t>coupai-je</w:t>
      </w:r>
      <w:r>
        <w:t>.</w:t>
      </w:r>
    </w:p>
    <w:p w14:paraId="1F5D17DC" w14:textId="77777777" w:rsidR="00435B4F" w:rsidRDefault="00435B4F" w:rsidP="00256283">
      <w:r>
        <w:t>— </w:t>
      </w:r>
      <w:r w:rsidR="00256283">
        <w:t>Non</w:t>
      </w:r>
      <w:r>
        <w:t>.</w:t>
      </w:r>
    </w:p>
    <w:p w14:paraId="5169062C" w14:textId="77777777" w:rsidR="00435B4F" w:rsidRDefault="00435B4F" w:rsidP="00256283">
      <w:r>
        <w:lastRenderedPageBreak/>
        <w:t>— </w:t>
      </w:r>
      <w:r w:rsidR="00256283">
        <w:t>Ils sont tous fous</w:t>
      </w:r>
      <w:r>
        <w:t xml:space="preserve"> ! </w:t>
      </w:r>
      <w:r w:rsidR="00256283">
        <w:t>Hystériques</w:t>
      </w:r>
      <w:r>
        <w:t xml:space="preserve">, </w:t>
      </w:r>
      <w:r w:rsidR="00256283">
        <w:t>je crois</w:t>
      </w:r>
      <w:r>
        <w:t xml:space="preserve">, </w:t>
      </w:r>
      <w:r w:rsidR="00256283">
        <w:t>et ça leur monte au cerveau</w:t>
      </w:r>
      <w:r>
        <w:t> !</w:t>
      </w:r>
    </w:p>
    <w:p w14:paraId="451EA91D" w14:textId="77777777" w:rsidR="00435B4F" w:rsidRDefault="00435B4F" w:rsidP="00256283">
      <w:r>
        <w:t>— </w:t>
      </w:r>
      <w:r w:rsidR="00256283">
        <w:t>Ce que vous dites est horrible</w:t>
      </w:r>
      <w:r>
        <w:t xml:space="preserve"> ! </w:t>
      </w:r>
      <w:r w:rsidR="00256283">
        <w:t>s</w:t>
      </w:r>
      <w:r>
        <w:t>’</w:t>
      </w:r>
      <w:r w:rsidR="00256283">
        <w:t>exclama Dorothy</w:t>
      </w:r>
      <w:r>
        <w:t xml:space="preserve">, </w:t>
      </w:r>
      <w:r w:rsidR="00256283">
        <w:t>furieuse</w:t>
      </w:r>
      <w:r>
        <w:t xml:space="preserve">, </w:t>
      </w:r>
      <w:r w:rsidR="00256283">
        <w:t>j</w:t>
      </w:r>
      <w:r>
        <w:t>’</w:t>
      </w:r>
      <w:r w:rsidR="00256283">
        <w:t>ai fait tout mon possible</w:t>
      </w:r>
      <w:r>
        <w:t>…</w:t>
      </w:r>
    </w:p>
    <w:p w14:paraId="444AA34A" w14:textId="77777777" w:rsidR="00435B4F" w:rsidRDefault="00435B4F" w:rsidP="00256283">
      <w:r>
        <w:t>— </w:t>
      </w:r>
      <w:r w:rsidR="00256283">
        <w:t>De quoi vous plaignez-vous</w:t>
      </w:r>
      <w:r>
        <w:t xml:space="preserve"> ? </w:t>
      </w:r>
      <w:r w:rsidR="00256283">
        <w:t>interrompis-je</w:t>
      </w:r>
      <w:r>
        <w:t xml:space="preserve">, </w:t>
      </w:r>
      <w:r w:rsidR="00256283">
        <w:t>je vous fais confiance puisque je crois que Gilbert vous a vraiment dit ce que vous nous avez raconté</w:t>
      </w:r>
      <w:r>
        <w:t xml:space="preserve"> ! </w:t>
      </w:r>
      <w:r w:rsidR="00256283">
        <w:t>Ne soyez pas trop exigeante</w:t>
      </w:r>
      <w:r>
        <w:t> !</w:t>
      </w:r>
    </w:p>
    <w:p w14:paraId="7E671AFB" w14:textId="77777777" w:rsidR="00435B4F" w:rsidRDefault="00435B4F" w:rsidP="00256283">
      <w:r>
        <w:t>— </w:t>
      </w:r>
      <w:r w:rsidR="00256283">
        <w:t>Et qui a tué Julia</w:t>
      </w:r>
      <w:r>
        <w:t xml:space="preserve"> ? </w:t>
      </w:r>
      <w:r w:rsidR="00256283">
        <w:t>demanda Macaulay</w:t>
      </w:r>
      <w:r>
        <w:t>.</w:t>
      </w:r>
    </w:p>
    <w:p w14:paraId="54830BDD" w14:textId="77777777" w:rsidR="00435B4F" w:rsidRDefault="00435B4F" w:rsidP="00256283">
      <w:r>
        <w:t>— </w:t>
      </w:r>
      <w:r w:rsidR="00256283">
        <w:t>Je n</w:t>
      </w:r>
      <w:r>
        <w:t>’</w:t>
      </w:r>
      <w:r w:rsidR="00256283">
        <w:t>en sais rien</w:t>
      </w:r>
      <w:r>
        <w:t xml:space="preserve">, </w:t>
      </w:r>
      <w:r w:rsidR="00256283">
        <w:t>Gilbert ne me l</w:t>
      </w:r>
      <w:r>
        <w:t>’</w:t>
      </w:r>
      <w:r w:rsidR="00256283">
        <w:t>a pas dit</w:t>
      </w:r>
      <w:r>
        <w:t>.</w:t>
      </w:r>
    </w:p>
    <w:p w14:paraId="426B00B7" w14:textId="77777777" w:rsidR="00435B4F" w:rsidRDefault="00435B4F" w:rsidP="00256283">
      <w:r>
        <w:t>— </w:t>
      </w:r>
      <w:r w:rsidR="00256283">
        <w:t>Est-ce qu</w:t>
      </w:r>
      <w:r>
        <w:t>’</w:t>
      </w:r>
      <w:r w:rsidR="00256283">
        <w:t>il a souvent vu votre père</w:t>
      </w:r>
      <w:r>
        <w:t> ?</w:t>
      </w:r>
    </w:p>
    <w:p w14:paraId="1E0747BF" w14:textId="77777777" w:rsidR="00435B4F" w:rsidRDefault="00435B4F" w:rsidP="00256283">
      <w:r>
        <w:t>— </w:t>
      </w:r>
      <w:r w:rsidR="00256283">
        <w:t>Je n</w:t>
      </w:r>
      <w:r>
        <w:t>’</w:t>
      </w:r>
      <w:r w:rsidR="00256283">
        <w:t>en sais rien</w:t>
      </w:r>
      <w:r>
        <w:t xml:space="preserve"> ; </w:t>
      </w:r>
      <w:r w:rsidR="00256283">
        <w:t>il m</w:t>
      </w:r>
      <w:r>
        <w:t>’</w:t>
      </w:r>
      <w:r w:rsidR="00256283">
        <w:t>a seulement dit qu</w:t>
      </w:r>
      <w:r>
        <w:t>’</w:t>
      </w:r>
      <w:r w:rsidR="00256283">
        <w:t>il l</w:t>
      </w:r>
      <w:r>
        <w:t>’</w:t>
      </w:r>
      <w:r w:rsidR="00256283">
        <w:t>avait vu</w:t>
      </w:r>
      <w:r>
        <w:t>.</w:t>
      </w:r>
    </w:p>
    <w:p w14:paraId="18582702" w14:textId="77777777" w:rsidR="00435B4F" w:rsidRDefault="00435B4F" w:rsidP="00256283">
      <w:r>
        <w:t>— </w:t>
      </w:r>
      <w:r w:rsidR="00256283">
        <w:t xml:space="preserve">Ont-ils parlé de </w:t>
      </w:r>
      <w:proofErr w:type="spellStart"/>
      <w:r w:rsidR="00256283">
        <w:t>Nunheim</w:t>
      </w:r>
      <w:proofErr w:type="spellEnd"/>
      <w:r>
        <w:t> ?</w:t>
      </w:r>
    </w:p>
    <w:p w14:paraId="08DD292F" w14:textId="77777777" w:rsidR="00435B4F" w:rsidRDefault="00435B4F" w:rsidP="00256283">
      <w:r>
        <w:t>— </w:t>
      </w:r>
      <w:r w:rsidR="00256283">
        <w:t>Non</w:t>
      </w:r>
      <w:r>
        <w:t xml:space="preserve">. </w:t>
      </w:r>
      <w:r w:rsidR="00256283">
        <w:t>Nick m</w:t>
      </w:r>
      <w:r>
        <w:t>’</w:t>
      </w:r>
      <w:r w:rsidR="00256283">
        <w:t>a déjà posé cette question</w:t>
      </w:r>
      <w:r>
        <w:t>.</w:t>
      </w:r>
    </w:p>
    <w:p w14:paraId="27819F0E" w14:textId="77777777" w:rsidR="00435B4F" w:rsidRDefault="00256283" w:rsidP="00256283">
      <w:r>
        <w:t>Je regardai Nora jusqu</w:t>
      </w:r>
      <w:r w:rsidR="00435B4F">
        <w:t>’</w:t>
      </w:r>
      <w:r>
        <w:t>à ce qu</w:t>
      </w:r>
      <w:r w:rsidR="00435B4F">
        <w:t>’</w:t>
      </w:r>
      <w:r>
        <w:t>elle comprît</w:t>
      </w:r>
      <w:r w:rsidR="00435B4F">
        <w:t xml:space="preserve">. </w:t>
      </w:r>
      <w:r>
        <w:t>Alors elle se leva</w:t>
      </w:r>
      <w:r w:rsidR="00435B4F">
        <w:t>.</w:t>
      </w:r>
    </w:p>
    <w:p w14:paraId="32BFB1A8" w14:textId="77777777" w:rsidR="00435B4F" w:rsidRDefault="00435B4F" w:rsidP="00256283">
      <w:r>
        <w:t>— </w:t>
      </w:r>
      <w:r w:rsidR="00256283">
        <w:t>Venez dans la chambre</w:t>
      </w:r>
      <w:r>
        <w:t xml:space="preserve">, </w:t>
      </w:r>
      <w:r w:rsidR="00256283">
        <w:t>Dorothy</w:t>
      </w:r>
      <w:r>
        <w:t xml:space="preserve">, </w:t>
      </w:r>
      <w:r w:rsidR="00256283">
        <w:t>dit-elle</w:t>
      </w:r>
      <w:r>
        <w:t xml:space="preserve">, </w:t>
      </w:r>
      <w:r w:rsidR="00256283">
        <w:t>laissons-les s</w:t>
      </w:r>
      <w:r>
        <w:t>’</w:t>
      </w:r>
      <w:r w:rsidR="00256283">
        <w:t>occuper de cette histoire de brigands</w:t>
      </w:r>
      <w:r>
        <w:t> !</w:t>
      </w:r>
    </w:p>
    <w:p w14:paraId="7F0F3E23" w14:textId="77777777" w:rsidR="00435B4F" w:rsidRDefault="00256283" w:rsidP="00256283">
      <w:r>
        <w:t>Dorothy quitta le salon comme à regret</w:t>
      </w:r>
      <w:r w:rsidR="00435B4F">
        <w:t>.</w:t>
      </w:r>
    </w:p>
    <w:p w14:paraId="06CFC931" w14:textId="77777777" w:rsidR="00435B4F" w:rsidRDefault="00435B4F" w:rsidP="00256283">
      <w:r>
        <w:t>— </w:t>
      </w:r>
      <w:r w:rsidR="00256283">
        <w:t>Elle a grandi</w:t>
      </w:r>
      <w:r>
        <w:t xml:space="preserve">, </w:t>
      </w:r>
      <w:r w:rsidR="00256283">
        <w:t>cette enfant</w:t>
      </w:r>
      <w:r>
        <w:t xml:space="preserve">, </w:t>
      </w:r>
      <w:r w:rsidR="00256283">
        <w:t>remarqua Macaulay</w:t>
      </w:r>
      <w:r>
        <w:t xml:space="preserve"> ; </w:t>
      </w:r>
      <w:r w:rsidR="00256283">
        <w:t>elle est gentille</w:t>
      </w:r>
      <w:r>
        <w:t xml:space="preserve"> ; </w:t>
      </w:r>
      <w:r w:rsidR="00256283">
        <w:t>j</w:t>
      </w:r>
      <w:r>
        <w:t>’</w:t>
      </w:r>
      <w:r w:rsidR="00256283">
        <w:t>espère que votre femme n</w:t>
      </w:r>
      <w:r>
        <w:t>’</w:t>
      </w:r>
      <w:r w:rsidR="00256283">
        <w:t>est pas jalouse</w:t>
      </w:r>
      <w:r>
        <w:t> ?</w:t>
      </w:r>
    </w:p>
    <w:p w14:paraId="6C6615AB" w14:textId="77777777" w:rsidR="00435B4F" w:rsidRDefault="00435B4F" w:rsidP="00256283">
      <w:r>
        <w:t>— </w:t>
      </w:r>
      <w:r w:rsidR="00256283">
        <w:t>Mais non</w:t>
      </w:r>
      <w:r>
        <w:t xml:space="preserve">, </w:t>
      </w:r>
      <w:r w:rsidR="00256283">
        <w:t>Nora est un chic type</w:t>
      </w:r>
      <w:r>
        <w:t xml:space="preserve"> ! </w:t>
      </w:r>
      <w:r w:rsidR="00256283">
        <w:t xml:space="preserve">Vous alliez me raconter votre conversation avec </w:t>
      </w:r>
      <w:proofErr w:type="spellStart"/>
      <w:r w:rsidR="00256283">
        <w:t>Wynant</w:t>
      </w:r>
      <w:proofErr w:type="spellEnd"/>
      <w:r>
        <w:t>.</w:t>
      </w:r>
    </w:p>
    <w:p w14:paraId="235A3C28" w14:textId="77777777" w:rsidR="00435B4F" w:rsidRDefault="00435B4F" w:rsidP="00256283">
      <w:r>
        <w:t>— </w:t>
      </w:r>
      <w:r w:rsidR="00256283">
        <w:t>Il a dit d</w:t>
      </w:r>
      <w:r>
        <w:t>’</w:t>
      </w:r>
      <w:r w:rsidR="00256283">
        <w:t>abord qu</w:t>
      </w:r>
      <w:r>
        <w:t>’</w:t>
      </w:r>
      <w:r w:rsidR="00256283">
        <w:t>il avait vu l</w:t>
      </w:r>
      <w:r>
        <w:t>’</w:t>
      </w:r>
      <w:r w:rsidR="00256283">
        <w:t xml:space="preserve">annonce dans le </w:t>
      </w:r>
      <w:r w:rsidR="00256283">
        <w:rPr>
          <w:i/>
        </w:rPr>
        <w:t>Times</w:t>
      </w:r>
      <w:r w:rsidR="00256283">
        <w:t xml:space="preserve"> et qu</w:t>
      </w:r>
      <w:r>
        <w:t>’</w:t>
      </w:r>
      <w:r w:rsidR="00256283">
        <w:t>il voulait savoir ce que je désirais</w:t>
      </w:r>
      <w:r>
        <w:t xml:space="preserve">. </w:t>
      </w:r>
      <w:r w:rsidR="00256283">
        <w:t>Je l</w:t>
      </w:r>
      <w:r>
        <w:t>’</w:t>
      </w:r>
      <w:r w:rsidR="00256283">
        <w:t xml:space="preserve">ai informé que vous ne paraissiez pas très désireux de vous charger de son </w:t>
      </w:r>
      <w:r w:rsidR="00256283">
        <w:lastRenderedPageBreak/>
        <w:t>affaire et que vous ne vous décideriez qu</w:t>
      </w:r>
      <w:r>
        <w:t>’</w:t>
      </w:r>
      <w:r w:rsidR="00256283">
        <w:t>après l</w:t>
      </w:r>
      <w:r>
        <w:t>’</w:t>
      </w:r>
      <w:r w:rsidR="00256283">
        <w:t>avoir vu</w:t>
      </w:r>
      <w:r>
        <w:t xml:space="preserve"> ; </w:t>
      </w:r>
      <w:r w:rsidR="00256283">
        <w:t>c</w:t>
      </w:r>
      <w:r>
        <w:t>’</w:t>
      </w:r>
      <w:r w:rsidR="00256283">
        <w:t>est alors que nous avons pris rendez-vous pour ce soir</w:t>
      </w:r>
      <w:r>
        <w:t xml:space="preserve">. </w:t>
      </w:r>
      <w:r w:rsidR="00256283">
        <w:t>Puis il m</w:t>
      </w:r>
      <w:r>
        <w:t>’</w:t>
      </w:r>
      <w:r w:rsidR="00256283">
        <w:t>a demandé si j</w:t>
      </w:r>
      <w:r>
        <w:t>’</w:t>
      </w:r>
      <w:r w:rsidR="00256283">
        <w:t>avais vu Mimi</w:t>
      </w:r>
      <w:r>
        <w:t xml:space="preserve">. </w:t>
      </w:r>
      <w:r w:rsidR="00256283">
        <w:t>J</w:t>
      </w:r>
      <w:r>
        <w:t>’</w:t>
      </w:r>
      <w:r w:rsidR="00256283">
        <w:t>ai répondu que je l</w:t>
      </w:r>
      <w:r>
        <w:t>’</w:t>
      </w:r>
      <w:r w:rsidR="00256283">
        <w:t>avais vue deux ou trois fois depuis son retour d</w:t>
      </w:r>
      <w:r>
        <w:t>’</w:t>
      </w:r>
      <w:r w:rsidR="00256283">
        <w:t>Europe</w:t>
      </w:r>
      <w:r>
        <w:t xml:space="preserve">. </w:t>
      </w:r>
      <w:r w:rsidR="00256283">
        <w:t>À ce moment</w:t>
      </w:r>
      <w:r>
        <w:t xml:space="preserve">, </w:t>
      </w:r>
      <w:r w:rsidR="00256283">
        <w:t>il a dit</w:t>
      </w:r>
      <w:r>
        <w:t xml:space="preserve"> : </w:t>
      </w:r>
      <w:r w:rsidR="00256283">
        <w:t>si ma femme a besoin d</w:t>
      </w:r>
      <w:r>
        <w:t>’</w:t>
      </w:r>
      <w:r w:rsidR="00256283">
        <w:t>argent et vous en demande donnez-le lui si la somme est raisonnable</w:t>
      </w:r>
      <w:r>
        <w:t>.</w:t>
      </w:r>
    </w:p>
    <w:p w14:paraId="57C287E5" w14:textId="77777777" w:rsidR="00435B4F" w:rsidRDefault="00435B4F" w:rsidP="00256283">
      <w:r>
        <w:t>— </w:t>
      </w:r>
      <w:r w:rsidR="00256283">
        <w:t>Nom de Dieu</w:t>
      </w:r>
      <w:r>
        <w:t xml:space="preserve"> ! </w:t>
      </w:r>
      <w:r w:rsidR="00256283">
        <w:t>m</w:t>
      </w:r>
      <w:r>
        <w:t>’</w:t>
      </w:r>
      <w:r w:rsidR="00256283">
        <w:t>exclamai-je</w:t>
      </w:r>
      <w:r>
        <w:t>.</w:t>
      </w:r>
    </w:p>
    <w:p w14:paraId="5CE45353" w14:textId="77777777" w:rsidR="00435B4F" w:rsidRDefault="00256283" w:rsidP="00256283">
      <w:r>
        <w:t>Macaulay approuva de la tête</w:t>
      </w:r>
      <w:r w:rsidR="00435B4F">
        <w:t>.</w:t>
      </w:r>
    </w:p>
    <w:p w14:paraId="3E5D9003" w14:textId="77777777" w:rsidR="00435B4F" w:rsidRDefault="00435B4F" w:rsidP="00256283">
      <w:r>
        <w:t>— </w:t>
      </w:r>
      <w:r w:rsidR="00256283">
        <w:t>C</w:t>
      </w:r>
      <w:r>
        <w:t>’</w:t>
      </w:r>
      <w:r w:rsidR="00256283">
        <w:t>est exactement ce que j</w:t>
      </w:r>
      <w:r>
        <w:t>’</w:t>
      </w:r>
      <w:r w:rsidR="00256283">
        <w:t xml:space="preserve">ai dit en entendant les paroles de </w:t>
      </w:r>
      <w:proofErr w:type="spellStart"/>
      <w:r w:rsidR="00256283">
        <w:t>Wynant</w:t>
      </w:r>
      <w:proofErr w:type="spellEnd"/>
      <w:r>
        <w:t xml:space="preserve">. </w:t>
      </w:r>
      <w:r w:rsidR="00256283">
        <w:t>Il m</w:t>
      </w:r>
      <w:r>
        <w:t>’</w:t>
      </w:r>
      <w:r w:rsidR="00256283">
        <w:t>a aussitôt expliqué qu</w:t>
      </w:r>
      <w:r>
        <w:t>’</w:t>
      </w:r>
      <w:r w:rsidR="00256283">
        <w:t>il était convaincu</w:t>
      </w:r>
      <w:r>
        <w:t xml:space="preserve">, </w:t>
      </w:r>
      <w:r w:rsidR="00256283">
        <w:t>par la lecture des journaux</w:t>
      </w:r>
      <w:r>
        <w:t xml:space="preserve">, </w:t>
      </w:r>
      <w:r w:rsidR="00256283">
        <w:t xml:space="preserve">que son ex-femme avait été dupe de </w:t>
      </w:r>
      <w:proofErr w:type="spellStart"/>
      <w:r w:rsidR="00256283">
        <w:t>Rosewater</w:t>
      </w:r>
      <w:proofErr w:type="spellEnd"/>
      <w:r w:rsidR="00256283">
        <w:t xml:space="preserve"> et n</w:t>
      </w:r>
      <w:r>
        <w:t>’</w:t>
      </w:r>
      <w:r w:rsidR="00256283">
        <w:t>avait aucune mauvaise intention à l</w:t>
      </w:r>
      <w:r>
        <w:t>’</w:t>
      </w:r>
      <w:r w:rsidR="00256283">
        <w:t>égard de son ex-mari</w:t>
      </w:r>
      <w:r>
        <w:t xml:space="preserve">. </w:t>
      </w:r>
      <w:r w:rsidR="00256283">
        <w:t xml:space="preserve">Je crus comprendre où </w:t>
      </w:r>
      <w:proofErr w:type="spellStart"/>
      <w:r w:rsidR="00256283">
        <w:t>Wynant</w:t>
      </w:r>
      <w:proofErr w:type="spellEnd"/>
      <w:r w:rsidR="00256283">
        <w:t xml:space="preserve"> voulait en venir et je l</w:t>
      </w:r>
      <w:r>
        <w:t>’</w:t>
      </w:r>
      <w:r w:rsidR="00256283">
        <w:t>informai que Mimi avait remis à la police le canif et le fragment de chaîne</w:t>
      </w:r>
      <w:r>
        <w:t xml:space="preserve">. </w:t>
      </w:r>
      <w:r w:rsidR="00256283">
        <w:t>Que pensez-vous qu</w:t>
      </w:r>
      <w:r>
        <w:t>’</w:t>
      </w:r>
      <w:r w:rsidR="00256283">
        <w:t>il a répondu</w:t>
      </w:r>
      <w:r>
        <w:t> ?</w:t>
      </w:r>
    </w:p>
    <w:p w14:paraId="266A9C68" w14:textId="77777777" w:rsidR="00435B4F" w:rsidRDefault="00435B4F" w:rsidP="00256283">
      <w:r>
        <w:t>— </w:t>
      </w:r>
      <w:r w:rsidR="00256283">
        <w:t>Sais pas</w:t>
      </w:r>
      <w:r>
        <w:t>.</w:t>
      </w:r>
    </w:p>
    <w:p w14:paraId="62FF0909" w14:textId="77777777" w:rsidR="00435B4F" w:rsidRDefault="00435B4F" w:rsidP="00256283">
      <w:r>
        <w:t>— </w:t>
      </w:r>
      <w:r w:rsidR="00256283">
        <w:t>Il a hésité une fraction de seconde puis il a déclaré tranquillement</w:t>
      </w:r>
      <w:r>
        <w:t xml:space="preserve"> : </w:t>
      </w:r>
      <w:r w:rsidR="00256283">
        <w:t>vous voulez parler du canif et de la chaîne que j</w:t>
      </w:r>
      <w:r>
        <w:t>’</w:t>
      </w:r>
      <w:r w:rsidR="00256283">
        <w:t>ai laissés avec ma montre que Julia devait faire réparer</w:t>
      </w:r>
      <w:r>
        <w:t> ?</w:t>
      </w:r>
    </w:p>
    <w:p w14:paraId="6D0A9481" w14:textId="77777777" w:rsidR="00435B4F" w:rsidRDefault="00435B4F" w:rsidP="00256283">
      <w:r>
        <w:t>— </w:t>
      </w:r>
      <w:r w:rsidR="00256283">
        <w:t>Qu</w:t>
      </w:r>
      <w:r>
        <w:t>’</w:t>
      </w:r>
      <w:r w:rsidR="00256283">
        <w:t>avez-vous répondu</w:t>
      </w:r>
      <w:r>
        <w:t xml:space="preserve"> ? </w:t>
      </w:r>
      <w:r w:rsidR="00256283">
        <w:t>dis-je</w:t>
      </w:r>
      <w:r>
        <w:t xml:space="preserve">, </w:t>
      </w:r>
      <w:r w:rsidR="00256283">
        <w:t>éclatant de rire</w:t>
      </w:r>
      <w:r>
        <w:t>.</w:t>
      </w:r>
    </w:p>
    <w:p w14:paraId="49F00AD4" w14:textId="77777777" w:rsidR="00435B4F" w:rsidRDefault="00435B4F" w:rsidP="00256283">
      <w:r>
        <w:t>— </w:t>
      </w:r>
      <w:r w:rsidR="00256283">
        <w:t>J</w:t>
      </w:r>
      <w:r>
        <w:t>’</w:t>
      </w:r>
      <w:r w:rsidR="00256283">
        <w:t>ai été un peu démonté et</w:t>
      </w:r>
      <w:r>
        <w:t xml:space="preserve">, </w:t>
      </w:r>
      <w:r w:rsidR="00256283">
        <w:t>avant que j</w:t>
      </w:r>
      <w:r>
        <w:t>’</w:t>
      </w:r>
      <w:r w:rsidR="00256283">
        <w:t>aie pu ouvrir la bouche</w:t>
      </w:r>
      <w:r>
        <w:t xml:space="preserve">, </w:t>
      </w:r>
      <w:r w:rsidR="00256283">
        <w:t>il disait</w:t>
      </w:r>
      <w:r>
        <w:t xml:space="preserve"> : </w:t>
      </w:r>
      <w:r w:rsidR="00256283">
        <w:t>Nous parlerons de tout cela ce soir</w:t>
      </w:r>
      <w:r>
        <w:t xml:space="preserve"> ! </w:t>
      </w:r>
      <w:r w:rsidR="00256283">
        <w:t>Il n</w:t>
      </w:r>
      <w:r>
        <w:t>’</w:t>
      </w:r>
      <w:r w:rsidR="00256283">
        <w:t>a pu me fixer l</w:t>
      </w:r>
      <w:r>
        <w:t>’</w:t>
      </w:r>
      <w:r w:rsidR="00256283">
        <w:t>heure et le lieu du rendez-vous</w:t>
      </w:r>
      <w:r>
        <w:t xml:space="preserve">. </w:t>
      </w:r>
      <w:r w:rsidR="00256283">
        <w:t>Il doit me téléphoner</w:t>
      </w:r>
      <w:r>
        <w:t xml:space="preserve">, </w:t>
      </w:r>
      <w:r w:rsidR="00256283">
        <w:t>chez moi</w:t>
      </w:r>
      <w:r>
        <w:t xml:space="preserve">, </w:t>
      </w:r>
      <w:r w:rsidR="00256283">
        <w:t>à dix heures</w:t>
      </w:r>
      <w:r>
        <w:t xml:space="preserve">. </w:t>
      </w:r>
      <w:r w:rsidR="00256283">
        <w:t>Il semblait soudain nerveux et pressé d</w:t>
      </w:r>
      <w:r>
        <w:t>’</w:t>
      </w:r>
      <w:r w:rsidR="00256283">
        <w:t>en finir</w:t>
      </w:r>
      <w:r>
        <w:t xml:space="preserve">. </w:t>
      </w:r>
      <w:r w:rsidR="00256283">
        <w:t>Sans répondre aux questions que je lui posai</w:t>
      </w:r>
      <w:r>
        <w:t xml:space="preserve">, </w:t>
      </w:r>
      <w:r w:rsidR="00256283">
        <w:t>il a raccroché</w:t>
      </w:r>
      <w:r>
        <w:t xml:space="preserve">. </w:t>
      </w:r>
      <w:r w:rsidR="00256283">
        <w:t>Pensez-vous toujours qu</w:t>
      </w:r>
      <w:r>
        <w:t>’</w:t>
      </w:r>
      <w:r w:rsidR="00256283">
        <w:t>il est innocent</w:t>
      </w:r>
      <w:r>
        <w:t> ?</w:t>
      </w:r>
    </w:p>
    <w:p w14:paraId="18DC4B7F" w14:textId="77777777" w:rsidR="00435B4F" w:rsidRDefault="00435B4F" w:rsidP="00256283">
      <w:r>
        <w:t>— </w:t>
      </w:r>
      <w:r w:rsidR="00256283">
        <w:t>Un peu moins</w:t>
      </w:r>
      <w:r>
        <w:t xml:space="preserve">, </w:t>
      </w:r>
      <w:r w:rsidR="00256283">
        <w:t>dis-je lentement</w:t>
      </w:r>
      <w:r>
        <w:t xml:space="preserve">. </w:t>
      </w:r>
      <w:r w:rsidR="00256283">
        <w:t>Croyez-vous qu</w:t>
      </w:r>
      <w:r>
        <w:t>’</w:t>
      </w:r>
      <w:r w:rsidR="00256283">
        <w:t>il vous téléphonera ce soir</w:t>
      </w:r>
      <w:r>
        <w:t> ?</w:t>
      </w:r>
    </w:p>
    <w:p w14:paraId="564910DD" w14:textId="77777777" w:rsidR="00435B4F" w:rsidRDefault="00435B4F" w:rsidP="00256283">
      <w:r>
        <w:lastRenderedPageBreak/>
        <w:t>— </w:t>
      </w:r>
      <w:r w:rsidR="00256283">
        <w:t>Vous en savez autant que moi</w:t>
      </w:r>
      <w:r>
        <w:t xml:space="preserve">, </w:t>
      </w:r>
      <w:r w:rsidR="00256283">
        <w:t>fit l</w:t>
      </w:r>
      <w:r>
        <w:t>’</w:t>
      </w:r>
      <w:r w:rsidR="00256283">
        <w:t>avocat</w:t>
      </w:r>
      <w:r>
        <w:t xml:space="preserve">, </w:t>
      </w:r>
      <w:r w:rsidR="00256283">
        <w:t>haussant les épaules</w:t>
      </w:r>
      <w:r>
        <w:t>.</w:t>
      </w:r>
    </w:p>
    <w:p w14:paraId="4C18E44C" w14:textId="77777777" w:rsidR="00435B4F" w:rsidRDefault="00435B4F" w:rsidP="00256283">
      <w:r>
        <w:t>— </w:t>
      </w:r>
      <w:r w:rsidR="00256283">
        <w:t>Alors</w:t>
      </w:r>
      <w:r>
        <w:t xml:space="preserve">, </w:t>
      </w:r>
      <w:r w:rsidR="00256283">
        <w:t>à votre place</w:t>
      </w:r>
      <w:r>
        <w:t xml:space="preserve">, </w:t>
      </w:r>
      <w:r w:rsidR="00256283">
        <w:t>je ne dérangerais pas la police avant que nous tenions notre homme</w:t>
      </w:r>
      <w:r>
        <w:t xml:space="preserve">. </w:t>
      </w:r>
      <w:proofErr w:type="spellStart"/>
      <w:r w:rsidR="00256283">
        <w:t>Guild</w:t>
      </w:r>
      <w:proofErr w:type="spellEnd"/>
      <w:r w:rsidR="00256283">
        <w:t xml:space="preserve"> va être furieux quand vous lui raconterez votre histoire</w:t>
      </w:r>
      <w:r>
        <w:t xml:space="preserve"> ; </w:t>
      </w:r>
      <w:r w:rsidR="00256283">
        <w:t xml:space="preserve">il est capable de vous arrêter si </w:t>
      </w:r>
      <w:proofErr w:type="spellStart"/>
      <w:r w:rsidR="00256283">
        <w:t>Wynant</w:t>
      </w:r>
      <w:proofErr w:type="spellEnd"/>
      <w:r w:rsidR="00256283">
        <w:t xml:space="preserve"> nous échappe</w:t>
      </w:r>
      <w:r>
        <w:t>.</w:t>
      </w:r>
    </w:p>
    <w:p w14:paraId="71FB14AB" w14:textId="77777777" w:rsidR="00435B4F" w:rsidRDefault="00435B4F" w:rsidP="00256283">
      <w:r>
        <w:t>— </w:t>
      </w:r>
      <w:r w:rsidR="00256283">
        <w:t>Je sais bien</w:t>
      </w:r>
      <w:r>
        <w:t xml:space="preserve"> ! </w:t>
      </w:r>
      <w:r w:rsidR="00256283">
        <w:t>soupira Macaulay</w:t>
      </w:r>
      <w:r>
        <w:t xml:space="preserve">, </w:t>
      </w:r>
      <w:r w:rsidR="00256283">
        <w:t>mais je voulais me débarrasser de ce secret</w:t>
      </w:r>
      <w:r>
        <w:t>.</w:t>
      </w:r>
    </w:p>
    <w:p w14:paraId="4854D4E3" w14:textId="77777777" w:rsidR="00435B4F" w:rsidRDefault="00435B4F" w:rsidP="00256283">
      <w:r>
        <w:t>— </w:t>
      </w:r>
      <w:r w:rsidR="00256283">
        <w:t>Ce n</w:t>
      </w:r>
      <w:r>
        <w:t>’</w:t>
      </w:r>
      <w:r w:rsidR="00256283">
        <w:t>est plus qu</w:t>
      </w:r>
      <w:r>
        <w:t>’</w:t>
      </w:r>
      <w:r w:rsidR="00256283">
        <w:t>une question d</w:t>
      </w:r>
      <w:r>
        <w:t>’</w:t>
      </w:r>
      <w:r w:rsidR="00256283">
        <w:t>heures</w:t>
      </w:r>
      <w:r>
        <w:t xml:space="preserve">, </w:t>
      </w:r>
      <w:r w:rsidR="00256283">
        <w:t>dis-je</w:t>
      </w:r>
      <w:r>
        <w:t xml:space="preserve">. </w:t>
      </w:r>
      <w:r w:rsidR="00256283">
        <w:t xml:space="preserve">Avez-vous parlé à </w:t>
      </w:r>
      <w:proofErr w:type="spellStart"/>
      <w:r w:rsidR="00256283">
        <w:t>Wynant</w:t>
      </w:r>
      <w:proofErr w:type="spellEnd"/>
      <w:r w:rsidR="00256283">
        <w:t xml:space="preserve"> du rendez-vous du Plaza</w:t>
      </w:r>
      <w:r>
        <w:t> ?</w:t>
      </w:r>
    </w:p>
    <w:p w14:paraId="7977F089" w14:textId="77777777" w:rsidR="00435B4F" w:rsidRDefault="00435B4F" w:rsidP="00256283">
      <w:r>
        <w:t>— </w:t>
      </w:r>
      <w:r w:rsidR="00256283">
        <w:t>Non</w:t>
      </w:r>
      <w:r>
        <w:t xml:space="preserve">, </w:t>
      </w:r>
      <w:r w:rsidR="00256283">
        <w:t>je n</w:t>
      </w:r>
      <w:r>
        <w:t>’</w:t>
      </w:r>
      <w:r w:rsidR="00256283">
        <w:t>en ai pas eu le temps</w:t>
      </w:r>
      <w:r>
        <w:t xml:space="preserve">. </w:t>
      </w:r>
      <w:r w:rsidR="00256283">
        <w:t>En tous cas</w:t>
      </w:r>
      <w:r>
        <w:t xml:space="preserve">, </w:t>
      </w:r>
      <w:r w:rsidR="00256283">
        <w:t>attendons puisque vous le voulez</w:t>
      </w:r>
      <w:r>
        <w:t>.</w:t>
      </w:r>
    </w:p>
    <w:p w14:paraId="0953C371" w14:textId="77777777" w:rsidR="00435B4F" w:rsidRDefault="00435B4F" w:rsidP="00256283">
      <w:r>
        <w:t>— </w:t>
      </w:r>
      <w:r w:rsidR="00256283">
        <w:t>Attendons qu</w:t>
      </w:r>
      <w:r>
        <w:t>’</w:t>
      </w:r>
      <w:r w:rsidR="00256283">
        <w:t>il téléphone</w:t>
      </w:r>
      <w:r>
        <w:t xml:space="preserve"> – </w:t>
      </w:r>
      <w:r w:rsidR="00256283">
        <w:t>s</w:t>
      </w:r>
      <w:r>
        <w:t>’</w:t>
      </w:r>
      <w:r w:rsidR="00256283">
        <w:t>il se décide</w:t>
      </w:r>
      <w:r>
        <w:t xml:space="preserve">. </w:t>
      </w:r>
      <w:r w:rsidR="00256283">
        <w:t>À ce moment nous verrons si nous devons amener les policiers au rendez-vous</w:t>
      </w:r>
      <w:r>
        <w:t>.</w:t>
      </w:r>
    </w:p>
    <w:p w14:paraId="6D7D6957" w14:textId="77777777" w:rsidR="00435B4F" w:rsidRDefault="00435B4F" w:rsidP="00256283">
      <w:r>
        <w:t>— </w:t>
      </w:r>
      <w:r w:rsidR="00256283">
        <w:t>Vous ne croyez pas qu</w:t>
      </w:r>
      <w:r>
        <w:t>’</w:t>
      </w:r>
      <w:r w:rsidR="00256283">
        <w:t>il téléphonera</w:t>
      </w:r>
      <w:r>
        <w:t> ?</w:t>
      </w:r>
    </w:p>
    <w:p w14:paraId="7F3F1DA5" w14:textId="77777777" w:rsidR="00435B4F" w:rsidRDefault="00435B4F" w:rsidP="00256283">
      <w:r>
        <w:t>— </w:t>
      </w:r>
      <w:r w:rsidR="00256283">
        <w:t>J</w:t>
      </w:r>
      <w:r>
        <w:t>’</w:t>
      </w:r>
      <w:r w:rsidR="00256283">
        <w:t>en doute</w:t>
      </w:r>
      <w:r>
        <w:t xml:space="preserve">, </w:t>
      </w:r>
      <w:r w:rsidR="00256283">
        <w:t>dis-je</w:t>
      </w:r>
      <w:r>
        <w:t xml:space="preserve">. </w:t>
      </w:r>
      <w:r w:rsidR="00256283">
        <w:t>Il n</w:t>
      </w:r>
      <w:r>
        <w:t>’</w:t>
      </w:r>
      <w:r w:rsidR="00256283">
        <w:t>est pas venu au dernier rendez-vous que vous lui aviez fixé et il semble qu</w:t>
      </w:r>
      <w:r>
        <w:t>’</w:t>
      </w:r>
      <w:r w:rsidR="00256283">
        <w:t>il a changé de ton dès que vous l</w:t>
      </w:r>
      <w:r>
        <w:t>’</w:t>
      </w:r>
      <w:r w:rsidR="00256283">
        <w:t>avez averti que Mimi avait remis la chaîne à la police</w:t>
      </w:r>
      <w:r>
        <w:t xml:space="preserve">. </w:t>
      </w:r>
      <w:r w:rsidR="00256283">
        <w:t>En tout cas</w:t>
      </w:r>
      <w:r>
        <w:t xml:space="preserve">, </w:t>
      </w:r>
      <w:r w:rsidR="00256283">
        <w:t>je serai chez vous vers neuf heures</w:t>
      </w:r>
      <w:r>
        <w:t xml:space="preserve">, </w:t>
      </w:r>
      <w:r w:rsidR="00256283">
        <w:t>ça va</w:t>
      </w:r>
      <w:r>
        <w:t> ?</w:t>
      </w:r>
    </w:p>
    <w:p w14:paraId="33614AA3" w14:textId="77777777" w:rsidR="00435B4F" w:rsidRDefault="00435B4F" w:rsidP="00256283">
      <w:r>
        <w:t>— </w:t>
      </w:r>
      <w:r w:rsidR="00256283">
        <w:t>Venez dîner</w:t>
      </w:r>
      <w:r>
        <w:t>.</w:t>
      </w:r>
    </w:p>
    <w:p w14:paraId="36792742" w14:textId="77777777" w:rsidR="00435B4F" w:rsidRDefault="00435B4F" w:rsidP="00256283">
      <w:r>
        <w:t>— </w:t>
      </w:r>
      <w:r w:rsidR="00256283">
        <w:t>C</w:t>
      </w:r>
      <w:r>
        <w:t>’</w:t>
      </w:r>
      <w:r w:rsidR="00256283">
        <w:t>est impossible mais j</w:t>
      </w:r>
      <w:r>
        <w:t>’</w:t>
      </w:r>
      <w:r w:rsidR="00256283">
        <w:t>arriverai de bonne heure</w:t>
      </w:r>
      <w:r>
        <w:t xml:space="preserve">, </w:t>
      </w:r>
      <w:r w:rsidR="00256283">
        <w:t>au cas où il serait en avance</w:t>
      </w:r>
      <w:r>
        <w:t xml:space="preserve">. </w:t>
      </w:r>
      <w:r w:rsidR="00256283">
        <w:t>Il faudra agir vite</w:t>
      </w:r>
      <w:r>
        <w:t xml:space="preserve">. </w:t>
      </w:r>
      <w:r w:rsidR="00256283">
        <w:t>Où habitez-vous</w:t>
      </w:r>
      <w:r>
        <w:t> ?</w:t>
      </w:r>
    </w:p>
    <w:p w14:paraId="60E3D2DC" w14:textId="77777777" w:rsidR="00435B4F" w:rsidRDefault="00256283" w:rsidP="00256283">
      <w:r>
        <w:t>Il me donna son adresse</w:t>
      </w:r>
      <w:r w:rsidR="00435B4F">
        <w:t xml:space="preserve">, </w:t>
      </w:r>
      <w:r>
        <w:t xml:space="preserve">dans </w:t>
      </w:r>
      <w:proofErr w:type="spellStart"/>
      <w:r>
        <w:t>Scarsdale</w:t>
      </w:r>
      <w:proofErr w:type="spellEnd"/>
      <w:r w:rsidR="00435B4F">
        <w:t xml:space="preserve">, </w:t>
      </w:r>
      <w:r>
        <w:t>et se leva</w:t>
      </w:r>
      <w:r w:rsidR="00435B4F">
        <w:t>.</w:t>
      </w:r>
    </w:p>
    <w:p w14:paraId="1F1D317E" w14:textId="77777777" w:rsidR="00435B4F" w:rsidRDefault="00435B4F" w:rsidP="00256283">
      <w:r>
        <w:t>— </w:t>
      </w:r>
      <w:r w:rsidR="00256283">
        <w:t>Merci</w:t>
      </w:r>
      <w:r>
        <w:t xml:space="preserve">, </w:t>
      </w:r>
      <w:r w:rsidR="00256283">
        <w:t>dit-il</w:t>
      </w:r>
      <w:r>
        <w:t xml:space="preserve">, </w:t>
      </w:r>
      <w:r w:rsidR="00256283">
        <w:t xml:space="preserve">mes hommages à </w:t>
      </w:r>
      <w:r>
        <w:t>M</w:t>
      </w:r>
      <w:r w:rsidRPr="00435B4F">
        <w:rPr>
          <w:vertAlign w:val="superscript"/>
        </w:rPr>
        <w:t>rs</w:t>
      </w:r>
      <w:r>
        <w:t> </w:t>
      </w:r>
      <w:r w:rsidR="00256283">
        <w:t>Charles</w:t>
      </w:r>
      <w:r>
        <w:t xml:space="preserve">. </w:t>
      </w:r>
      <w:r w:rsidR="00256283">
        <w:t>À propos j</w:t>
      </w:r>
      <w:r>
        <w:t>’</w:t>
      </w:r>
      <w:r w:rsidR="00256283">
        <w:t>espère que vous ne m</w:t>
      </w:r>
      <w:r>
        <w:t>’</w:t>
      </w:r>
      <w:r w:rsidR="00256283">
        <w:t>en voulez pas pour ce que j</w:t>
      </w:r>
      <w:r>
        <w:t>’</w:t>
      </w:r>
      <w:r w:rsidR="00256283">
        <w:t>ai dit hier de Harrison Quinn</w:t>
      </w:r>
      <w:r>
        <w:t xml:space="preserve"> ? </w:t>
      </w:r>
      <w:r w:rsidR="00256283">
        <w:t>C</w:t>
      </w:r>
      <w:r>
        <w:t>’</w:t>
      </w:r>
      <w:r w:rsidR="00256283">
        <w:t>est la vérité</w:t>
      </w:r>
      <w:r>
        <w:t xml:space="preserve">. </w:t>
      </w:r>
      <w:r w:rsidR="00256283">
        <w:t>Les affaires qu</w:t>
      </w:r>
      <w:r>
        <w:t>’</w:t>
      </w:r>
      <w:r w:rsidR="00256283">
        <w:t>il m</w:t>
      </w:r>
      <w:r>
        <w:t>’</w:t>
      </w:r>
      <w:r w:rsidR="00256283">
        <w:t xml:space="preserve">a </w:t>
      </w:r>
      <w:r w:rsidR="00256283">
        <w:lastRenderedPageBreak/>
        <w:t>indiquées ont mal tourné</w:t>
      </w:r>
      <w:r>
        <w:t xml:space="preserve">, </w:t>
      </w:r>
      <w:r w:rsidR="00256283">
        <w:t>mais je le crois honnête et il s</w:t>
      </w:r>
      <w:r>
        <w:t>’</w:t>
      </w:r>
      <w:r w:rsidR="00256283">
        <w:t>agit sans doute d</w:t>
      </w:r>
      <w:r>
        <w:t>’</w:t>
      </w:r>
      <w:r w:rsidR="00256283">
        <w:t>un hasard fâcheux</w:t>
      </w:r>
      <w:r>
        <w:t>.</w:t>
      </w:r>
    </w:p>
    <w:p w14:paraId="3E007402" w14:textId="77777777" w:rsidR="00435B4F" w:rsidRDefault="00435B4F" w:rsidP="00256283">
      <w:r>
        <w:t>— </w:t>
      </w:r>
      <w:r w:rsidR="00256283">
        <w:t>Je comprends</w:t>
      </w:r>
      <w:r>
        <w:t xml:space="preserve">, </w:t>
      </w:r>
      <w:r w:rsidR="00256283">
        <w:t>dis-je</w:t>
      </w:r>
      <w:r>
        <w:t>.</w:t>
      </w:r>
    </w:p>
    <w:p w14:paraId="326F4446" w14:textId="77777777" w:rsidR="00435B4F" w:rsidRDefault="00435B4F" w:rsidP="00256283">
      <w:r>
        <w:t>— </w:t>
      </w:r>
      <w:r w:rsidR="00256283">
        <w:t>Bien</w:t>
      </w:r>
      <w:r>
        <w:t xml:space="preserve">, </w:t>
      </w:r>
      <w:r w:rsidR="00256283">
        <w:t>venez dès que vous pourrez</w:t>
      </w:r>
      <w:r>
        <w:t>.</w:t>
      </w:r>
    </w:p>
    <w:p w14:paraId="719AF935" w14:textId="77777777" w:rsidR="00435B4F" w:rsidRDefault="00435B4F" w:rsidP="00256283">
      <w:r>
        <w:t>— </w:t>
      </w:r>
      <w:r w:rsidR="00256283">
        <w:t>Pas de match de hockey</w:t>
      </w:r>
      <w:r>
        <w:t xml:space="preserve">, </w:t>
      </w:r>
      <w:r w:rsidR="00256283">
        <w:t>dis-je à Nora qui entra dès que l</w:t>
      </w:r>
      <w:r>
        <w:t>’</w:t>
      </w:r>
      <w:r w:rsidR="00256283">
        <w:t>avocat fut sorti</w:t>
      </w:r>
      <w:r>
        <w:t>.</w:t>
      </w:r>
    </w:p>
    <w:p w14:paraId="615766E7" w14:textId="77777777" w:rsidR="00435B4F" w:rsidRDefault="00435B4F" w:rsidP="00256283">
      <w:r>
        <w:t>— </w:t>
      </w:r>
      <w:r w:rsidR="00256283">
        <w:t>C</w:t>
      </w:r>
      <w:r>
        <w:t>’</w:t>
      </w:r>
      <w:r w:rsidR="00256283">
        <w:t>était intéressant</w:t>
      </w:r>
      <w:r>
        <w:t xml:space="preserve"> ? </w:t>
      </w:r>
      <w:r w:rsidR="00256283">
        <w:t>demanda ma femme</w:t>
      </w:r>
      <w:r>
        <w:t xml:space="preserve"> ; </w:t>
      </w:r>
      <w:r w:rsidR="00256283">
        <w:t>est-ce que j</w:t>
      </w:r>
      <w:r>
        <w:t>’</w:t>
      </w:r>
      <w:r w:rsidR="00256283">
        <w:t>ai manqué quelque chose d</w:t>
      </w:r>
      <w:r>
        <w:t>’</w:t>
      </w:r>
      <w:r w:rsidR="00256283">
        <w:t>important</w:t>
      </w:r>
      <w:r>
        <w:t> ?</w:t>
      </w:r>
    </w:p>
    <w:p w14:paraId="7113A779" w14:textId="77777777" w:rsidR="00435B4F" w:rsidRDefault="00256283" w:rsidP="00256283">
      <w:r>
        <w:t>Je lui racontai la fin de notre conversation</w:t>
      </w:r>
      <w:r w:rsidR="00435B4F">
        <w:t>.</w:t>
      </w:r>
    </w:p>
    <w:p w14:paraId="1A0CBAF4" w14:textId="77777777" w:rsidR="00435B4F" w:rsidRDefault="00435B4F" w:rsidP="00256283">
      <w:r>
        <w:t>— </w:t>
      </w:r>
      <w:r w:rsidR="00256283">
        <w:t>Et ne me demande pas ce que j</w:t>
      </w:r>
      <w:r>
        <w:t>’</w:t>
      </w:r>
      <w:r w:rsidR="00256283">
        <w:t>en pense</w:t>
      </w:r>
      <w:r>
        <w:t xml:space="preserve">, </w:t>
      </w:r>
      <w:r w:rsidR="00256283">
        <w:t>dis-je</w:t>
      </w:r>
      <w:r>
        <w:t xml:space="preserve">, </w:t>
      </w:r>
      <w:r w:rsidR="00256283">
        <w:t>car je n</w:t>
      </w:r>
      <w:r>
        <w:t>’</w:t>
      </w:r>
      <w:r w:rsidR="00256283">
        <w:t>en sais rien</w:t>
      </w:r>
      <w:r>
        <w:t xml:space="preserve">. </w:t>
      </w:r>
      <w:proofErr w:type="spellStart"/>
      <w:r w:rsidR="00256283">
        <w:t>Wynant</w:t>
      </w:r>
      <w:proofErr w:type="spellEnd"/>
      <w:r w:rsidR="00256283">
        <w:t xml:space="preserve"> est fou mais il agit comme un homme sensé et pas du tout comme un criminel</w:t>
      </w:r>
      <w:r>
        <w:t xml:space="preserve">. </w:t>
      </w:r>
      <w:r w:rsidR="00256283">
        <w:t>On dirait qu</w:t>
      </w:r>
      <w:r>
        <w:t>’</w:t>
      </w:r>
      <w:r w:rsidR="00256283">
        <w:t>il joue une sorte de comédie</w:t>
      </w:r>
      <w:r>
        <w:t> !</w:t>
      </w:r>
    </w:p>
    <w:p w14:paraId="756CEEFD" w14:textId="77777777" w:rsidR="00435B4F" w:rsidRDefault="00435B4F" w:rsidP="00256283">
      <w:r>
        <w:t>— </w:t>
      </w:r>
      <w:r w:rsidR="00256283">
        <w:t>Je crois</w:t>
      </w:r>
      <w:r>
        <w:t xml:space="preserve">, </w:t>
      </w:r>
      <w:r w:rsidR="00256283">
        <w:t>dit Nora</w:t>
      </w:r>
      <w:r>
        <w:t xml:space="preserve">, </w:t>
      </w:r>
      <w:r w:rsidR="00256283">
        <w:t>qu</w:t>
      </w:r>
      <w:r>
        <w:t>’</w:t>
      </w:r>
      <w:r w:rsidR="00256283">
        <w:t>il veut couvrir le vrai coupable</w:t>
      </w:r>
      <w:r>
        <w:t>.</w:t>
      </w:r>
    </w:p>
    <w:p w14:paraId="6F1963A2" w14:textId="77777777" w:rsidR="00435B4F" w:rsidRDefault="00435B4F" w:rsidP="00256283">
      <w:r>
        <w:t>— </w:t>
      </w:r>
      <w:r w:rsidR="00256283">
        <w:t>Ah</w:t>
      </w:r>
      <w:r>
        <w:t xml:space="preserve"> ! </w:t>
      </w:r>
      <w:r w:rsidR="00256283">
        <w:t>Pourquoi ne penses-tu pas qu</w:t>
      </w:r>
      <w:r>
        <w:t>’</w:t>
      </w:r>
      <w:r w:rsidR="00256283">
        <w:t>il ait tué Julia</w:t>
      </w:r>
      <w:r>
        <w:t> ?</w:t>
      </w:r>
    </w:p>
    <w:p w14:paraId="3C102447" w14:textId="77777777" w:rsidR="00435B4F" w:rsidRDefault="00256283" w:rsidP="00256283">
      <w:r>
        <w:t>Elle me regarda d</w:t>
      </w:r>
      <w:r w:rsidR="00435B4F">
        <w:t>’</w:t>
      </w:r>
      <w:r>
        <w:t>un air étonné</w:t>
      </w:r>
      <w:r w:rsidR="00435B4F">
        <w:t>.</w:t>
      </w:r>
    </w:p>
    <w:p w14:paraId="524C9D52" w14:textId="77777777" w:rsidR="00435B4F" w:rsidRDefault="00435B4F" w:rsidP="00256283">
      <w:r>
        <w:t>— </w:t>
      </w:r>
      <w:r w:rsidR="00256283">
        <w:t>Parce que tu ne le penses pas non plus</w:t>
      </w:r>
      <w:r>
        <w:t xml:space="preserve"> ! </w:t>
      </w:r>
      <w:r w:rsidR="00256283">
        <w:t>répondit-elle</w:t>
      </w:r>
      <w:r>
        <w:t>.</w:t>
      </w:r>
    </w:p>
    <w:p w14:paraId="603C3159" w14:textId="77777777" w:rsidR="00435B4F" w:rsidRDefault="00435B4F" w:rsidP="00256283">
      <w:r>
        <w:t>— </w:t>
      </w:r>
      <w:r w:rsidR="00256283">
        <w:t>C</w:t>
      </w:r>
      <w:r>
        <w:t>’</w:t>
      </w:r>
      <w:r w:rsidR="00256283">
        <w:t>est une excellente raison</w:t>
      </w:r>
      <w:r>
        <w:t xml:space="preserve"> ! </w:t>
      </w:r>
      <w:r w:rsidR="00256283">
        <w:t xml:space="preserve">Et qui donc </w:t>
      </w:r>
      <w:proofErr w:type="spellStart"/>
      <w:r w:rsidR="00256283">
        <w:t>Wynant</w:t>
      </w:r>
      <w:proofErr w:type="spellEnd"/>
      <w:r w:rsidR="00256283">
        <w:t xml:space="preserve"> couvre-t-il</w:t>
      </w:r>
      <w:r>
        <w:t> ?</w:t>
      </w:r>
    </w:p>
    <w:p w14:paraId="003E0604" w14:textId="77777777" w:rsidR="00435B4F" w:rsidRDefault="00435B4F" w:rsidP="00256283">
      <w:r>
        <w:t>— </w:t>
      </w:r>
      <w:r w:rsidR="00256283">
        <w:t>Je ne le sais pas encore</w:t>
      </w:r>
      <w:r>
        <w:t xml:space="preserve">, </w:t>
      </w:r>
      <w:r w:rsidR="00256283">
        <w:t>mais ne te moque pas de moi</w:t>
      </w:r>
      <w:r>
        <w:t xml:space="preserve"> ; </w:t>
      </w:r>
      <w:r w:rsidR="00256283">
        <w:t>j</w:t>
      </w:r>
      <w:r>
        <w:t>’</w:t>
      </w:r>
      <w:r w:rsidR="00256283">
        <w:t>ai beaucoup réfléchi</w:t>
      </w:r>
      <w:r>
        <w:t xml:space="preserve">. </w:t>
      </w:r>
      <w:r w:rsidR="00256283">
        <w:t>Ce ne peut être Macaulay</w:t>
      </w:r>
      <w:r>
        <w:t xml:space="preserve">, </w:t>
      </w:r>
      <w:r w:rsidR="00256283">
        <w:t xml:space="preserve">puisque </w:t>
      </w:r>
      <w:proofErr w:type="spellStart"/>
      <w:r w:rsidR="00256283">
        <w:t>Wynant</w:t>
      </w:r>
      <w:proofErr w:type="spellEnd"/>
      <w:r w:rsidR="00256283">
        <w:t xml:space="preserve"> se sert de l</w:t>
      </w:r>
      <w:r>
        <w:t>’</w:t>
      </w:r>
      <w:r w:rsidR="00256283">
        <w:t>avocat pour couvrir le coupable</w:t>
      </w:r>
      <w:r>
        <w:t>.</w:t>
      </w:r>
    </w:p>
    <w:p w14:paraId="66798365" w14:textId="77777777" w:rsidR="00435B4F" w:rsidRDefault="00435B4F" w:rsidP="00256283">
      <w:r>
        <w:t>— </w:t>
      </w:r>
      <w:r w:rsidR="00256283">
        <w:t>Et ce ne peut être moi</w:t>
      </w:r>
      <w:r>
        <w:t xml:space="preserve">, </w:t>
      </w:r>
      <w:r w:rsidR="00256283">
        <w:t>dans ces conditions</w:t>
      </w:r>
      <w:r>
        <w:t xml:space="preserve">, </w:t>
      </w:r>
      <w:r w:rsidR="00256283">
        <w:t>puisqu</w:t>
      </w:r>
      <w:r>
        <w:t>’</w:t>
      </w:r>
      <w:r w:rsidR="00256283">
        <w:t>il désire aussi m</w:t>
      </w:r>
      <w:r>
        <w:t>’</w:t>
      </w:r>
      <w:r w:rsidR="00256283">
        <w:t>employer</w:t>
      </w:r>
      <w:r>
        <w:t>.</w:t>
      </w:r>
    </w:p>
    <w:p w14:paraId="5EB29F85" w14:textId="77777777" w:rsidR="00435B4F" w:rsidRDefault="00435B4F" w:rsidP="00256283">
      <w:r>
        <w:lastRenderedPageBreak/>
        <w:t>— </w:t>
      </w:r>
      <w:r w:rsidR="00256283">
        <w:t>C</w:t>
      </w:r>
      <w:r>
        <w:t>’</w:t>
      </w:r>
      <w:r w:rsidR="00256283">
        <w:t>est vrai</w:t>
      </w:r>
      <w:r>
        <w:t xml:space="preserve">, </w:t>
      </w:r>
      <w:r w:rsidR="00256283">
        <w:t>mais ne sois donc pas si fier</w:t>
      </w:r>
      <w:r>
        <w:t xml:space="preserve"> ; </w:t>
      </w:r>
      <w:r w:rsidR="00256283">
        <w:t>tu aurais l</w:t>
      </w:r>
      <w:r>
        <w:t>’</w:t>
      </w:r>
      <w:r w:rsidR="00256283">
        <w:t>air trop bête si je trouvais le criminel avant toi</w:t>
      </w:r>
      <w:r>
        <w:t xml:space="preserve">. </w:t>
      </w:r>
      <w:r w:rsidR="00256283">
        <w:t>En tout cas</w:t>
      </w:r>
      <w:r>
        <w:t xml:space="preserve">, </w:t>
      </w:r>
      <w:r w:rsidR="00256283">
        <w:t xml:space="preserve">ce ne peut être Mimi ou Jorgensen puisque </w:t>
      </w:r>
      <w:proofErr w:type="spellStart"/>
      <w:r w:rsidR="00256283">
        <w:t>Wynant</w:t>
      </w:r>
      <w:proofErr w:type="spellEnd"/>
      <w:r w:rsidR="00256283">
        <w:t xml:space="preserve"> essaie de les faire soupçonner</w:t>
      </w:r>
      <w:r>
        <w:t xml:space="preserve"> ; </w:t>
      </w:r>
      <w:r w:rsidR="00256283">
        <w:t xml:space="preserve">ni </w:t>
      </w:r>
      <w:proofErr w:type="spellStart"/>
      <w:r w:rsidR="00256283">
        <w:t>Nunheim</w:t>
      </w:r>
      <w:proofErr w:type="spellEnd"/>
      <w:r>
        <w:t xml:space="preserve">, </w:t>
      </w:r>
      <w:r w:rsidR="00256283">
        <w:t>puisqu</w:t>
      </w:r>
      <w:r>
        <w:t>’</w:t>
      </w:r>
      <w:r w:rsidR="00256283">
        <w:t>il a été tué par la personne qui a assassiné Julia</w:t>
      </w:r>
      <w:r>
        <w:t xml:space="preserve"> ; </w:t>
      </w:r>
      <w:r w:rsidR="00256283">
        <w:t>ni Morelli</w:t>
      </w:r>
      <w:r>
        <w:t xml:space="preserve">, </w:t>
      </w:r>
      <w:r w:rsidR="00256283">
        <w:t xml:space="preserve">puisque </w:t>
      </w:r>
      <w:proofErr w:type="spellStart"/>
      <w:r w:rsidR="00256283">
        <w:t>Wynant</w:t>
      </w:r>
      <w:proofErr w:type="spellEnd"/>
      <w:r w:rsidR="00256283">
        <w:t xml:space="preserve"> était jaloux de lui et qu</w:t>
      </w:r>
      <w:r>
        <w:t>’</w:t>
      </w:r>
      <w:r w:rsidR="00256283">
        <w:t>ils se sont disputés</w:t>
      </w:r>
      <w:r>
        <w:t>.</w:t>
      </w:r>
    </w:p>
    <w:p w14:paraId="059E93C7" w14:textId="77777777" w:rsidR="00435B4F" w:rsidRDefault="00256283" w:rsidP="00256283">
      <w:r>
        <w:t>Elle s</w:t>
      </w:r>
      <w:r w:rsidR="00435B4F">
        <w:t>’</w:t>
      </w:r>
      <w:r>
        <w:t>interrompit fronçant les sourcils</w:t>
      </w:r>
      <w:r w:rsidR="00435B4F">
        <w:t>.</w:t>
      </w:r>
    </w:p>
    <w:p w14:paraId="2F97E055" w14:textId="77777777" w:rsidR="00435B4F" w:rsidRDefault="00435B4F" w:rsidP="00256283">
      <w:r>
        <w:t>— </w:t>
      </w:r>
      <w:r w:rsidR="00256283">
        <w:t xml:space="preserve">Renseigne-toi donc un peu sur le gros </w:t>
      </w:r>
      <w:proofErr w:type="spellStart"/>
      <w:r w:rsidR="00256283">
        <w:t>Sparrow</w:t>
      </w:r>
      <w:proofErr w:type="spellEnd"/>
      <w:r w:rsidR="00256283">
        <w:t xml:space="preserve"> et sur la grande rouquine</w:t>
      </w:r>
      <w:r>
        <w:t>.</w:t>
      </w:r>
    </w:p>
    <w:p w14:paraId="7085E8B4" w14:textId="77777777" w:rsidR="00435B4F" w:rsidRDefault="00435B4F" w:rsidP="00256283">
      <w:r>
        <w:t>— </w:t>
      </w:r>
      <w:r w:rsidR="00256283">
        <w:t>Mais</w:t>
      </w:r>
      <w:r>
        <w:t xml:space="preserve">, </w:t>
      </w:r>
      <w:r w:rsidR="00256283">
        <w:t>dis-je</w:t>
      </w:r>
      <w:r>
        <w:t xml:space="preserve">, </w:t>
      </w:r>
      <w:r w:rsidR="00256283">
        <w:t>et Dorothy</w:t>
      </w:r>
      <w:r>
        <w:t xml:space="preserve"> ? </w:t>
      </w:r>
      <w:r w:rsidR="00256283">
        <w:t>et Gilbert</w:t>
      </w:r>
      <w:r>
        <w:t> ?</w:t>
      </w:r>
    </w:p>
    <w:p w14:paraId="5C3D3AB3" w14:textId="77777777" w:rsidR="00435B4F" w:rsidRDefault="00435B4F" w:rsidP="00256283">
      <w:r>
        <w:t>— </w:t>
      </w:r>
      <w:r w:rsidR="00256283">
        <w:t>J</w:t>
      </w:r>
      <w:r>
        <w:t>’</w:t>
      </w:r>
      <w:r w:rsidR="00256283">
        <w:t>allais t</w:t>
      </w:r>
      <w:r>
        <w:t>’</w:t>
      </w:r>
      <w:r w:rsidR="00256283">
        <w:t>en parler</w:t>
      </w:r>
      <w:r>
        <w:t xml:space="preserve">. </w:t>
      </w:r>
      <w:r w:rsidR="00256283">
        <w:t xml:space="preserve">Crois-tu que </w:t>
      </w:r>
      <w:proofErr w:type="spellStart"/>
      <w:r w:rsidR="00256283">
        <w:t>Wynant</w:t>
      </w:r>
      <w:proofErr w:type="spellEnd"/>
      <w:r w:rsidR="00256283">
        <w:t xml:space="preserve"> les aime</w:t>
      </w:r>
      <w:r>
        <w:t xml:space="preserve">, </w:t>
      </w:r>
      <w:r w:rsidR="00256283">
        <w:t>comme un père doit aimer ses enfants</w:t>
      </w:r>
      <w:r>
        <w:t> ?</w:t>
      </w:r>
    </w:p>
    <w:p w14:paraId="3401C1DD" w14:textId="77777777" w:rsidR="00435B4F" w:rsidRDefault="00435B4F" w:rsidP="00256283">
      <w:r>
        <w:t>— </w:t>
      </w:r>
      <w:r w:rsidR="00256283">
        <w:t>Non</w:t>
      </w:r>
      <w:r>
        <w:t>.</w:t>
      </w:r>
    </w:p>
    <w:p w14:paraId="42771726" w14:textId="77777777" w:rsidR="00435B4F" w:rsidRDefault="00435B4F" w:rsidP="00256283">
      <w:r>
        <w:t>— </w:t>
      </w:r>
      <w:r w:rsidR="00256283">
        <w:t>Tu fais tout ce que tu peux pour me décourager</w:t>
      </w:r>
      <w:r>
        <w:t xml:space="preserve">. </w:t>
      </w:r>
      <w:r w:rsidR="00256283">
        <w:t>Cependant</w:t>
      </w:r>
      <w:r>
        <w:t xml:space="preserve">, </w:t>
      </w:r>
      <w:r w:rsidR="00256283">
        <w:t>connaissant les deux jeunes gens</w:t>
      </w:r>
      <w:r>
        <w:t xml:space="preserve">, </w:t>
      </w:r>
      <w:r w:rsidR="00256283">
        <w:t>il m</w:t>
      </w:r>
      <w:r>
        <w:t>’</w:t>
      </w:r>
      <w:r w:rsidR="00256283">
        <w:t>est difficile d</w:t>
      </w:r>
      <w:r>
        <w:t>’</w:t>
      </w:r>
      <w:r w:rsidR="00256283">
        <w:t>apprécier s</w:t>
      </w:r>
      <w:r>
        <w:t>’</w:t>
      </w:r>
      <w:r w:rsidR="00256283">
        <w:t>ils sont coupables ou innocents</w:t>
      </w:r>
      <w:r>
        <w:t xml:space="preserve">, </w:t>
      </w:r>
      <w:r w:rsidR="00256283">
        <w:t>mais j</w:t>
      </w:r>
      <w:r>
        <w:t>’</w:t>
      </w:r>
      <w:r w:rsidR="00256283">
        <w:t>ai tenté de faire abstraction de mes sentiments personnels</w:t>
      </w:r>
      <w:r>
        <w:t xml:space="preserve">. </w:t>
      </w:r>
      <w:r w:rsidR="00256283">
        <w:t>Avant de m</w:t>
      </w:r>
      <w:r>
        <w:t>’</w:t>
      </w:r>
      <w:r w:rsidR="00256283">
        <w:t>endormir</w:t>
      </w:r>
      <w:r>
        <w:t xml:space="preserve">, </w:t>
      </w:r>
      <w:r w:rsidR="00256283">
        <w:t>j</w:t>
      </w:r>
      <w:r>
        <w:t>’</w:t>
      </w:r>
      <w:r w:rsidR="00256283">
        <w:t>ai dressé une liste de</w:t>
      </w:r>
      <w:r>
        <w:t>…</w:t>
      </w:r>
    </w:p>
    <w:p w14:paraId="6DBFDACD" w14:textId="77777777" w:rsidR="00435B4F" w:rsidRDefault="00435B4F" w:rsidP="00256283">
      <w:r>
        <w:t>— </w:t>
      </w:r>
      <w:r w:rsidR="00256283">
        <w:t>C</w:t>
      </w:r>
      <w:r>
        <w:t>’</w:t>
      </w:r>
      <w:r w:rsidR="00256283">
        <w:t>est excellent contre l</w:t>
      </w:r>
      <w:r>
        <w:t>’</w:t>
      </w:r>
      <w:r w:rsidR="00256283">
        <w:t>insomnie</w:t>
      </w:r>
      <w:r>
        <w:t xml:space="preserve">, </w:t>
      </w:r>
      <w:r w:rsidR="00256283">
        <w:t>coupai-je</w:t>
      </w:r>
      <w:r>
        <w:t>.</w:t>
      </w:r>
    </w:p>
    <w:p w14:paraId="7439EE0B" w14:textId="77777777" w:rsidR="00435B4F" w:rsidRDefault="00435B4F" w:rsidP="00256283">
      <w:r>
        <w:t>— </w:t>
      </w:r>
      <w:r w:rsidR="00256283">
        <w:t>Ne crâne donc pas</w:t>
      </w:r>
      <w:r>
        <w:t xml:space="preserve"> ! </w:t>
      </w:r>
      <w:r w:rsidR="00256283">
        <w:t>Les résultats que tu as obtenus jusqu</w:t>
      </w:r>
      <w:r>
        <w:t>’</w:t>
      </w:r>
      <w:r w:rsidR="00256283">
        <w:t>ici ne sont pas si extraordinaires</w:t>
      </w:r>
      <w:r>
        <w:t>.</w:t>
      </w:r>
    </w:p>
    <w:p w14:paraId="6D6E1AB3" w14:textId="77777777" w:rsidR="00435B4F" w:rsidRDefault="00435B4F" w:rsidP="00256283">
      <w:r>
        <w:t>— </w:t>
      </w:r>
      <w:r w:rsidR="00256283">
        <w:t>Je plaisantais</w:t>
      </w:r>
      <w:r>
        <w:t xml:space="preserve">, </w:t>
      </w:r>
      <w:r w:rsidR="00256283">
        <w:t>chérie</w:t>
      </w:r>
      <w:r>
        <w:t xml:space="preserve">, </w:t>
      </w:r>
      <w:r w:rsidR="00256283">
        <w:t>répondis-je</w:t>
      </w:r>
      <w:r>
        <w:t xml:space="preserve">, </w:t>
      </w:r>
      <w:r w:rsidR="00256283">
        <w:t>l</w:t>
      </w:r>
      <w:r>
        <w:t>’</w:t>
      </w:r>
      <w:r w:rsidR="00256283">
        <w:t>embrassant</w:t>
      </w:r>
      <w:r>
        <w:t xml:space="preserve">. </w:t>
      </w:r>
      <w:r w:rsidR="00256283">
        <w:t>Est-ce une nouvelle robe</w:t>
      </w:r>
      <w:r>
        <w:t> ?</w:t>
      </w:r>
    </w:p>
    <w:p w14:paraId="340324DD" w14:textId="77777777" w:rsidR="00435B4F" w:rsidRDefault="00435B4F" w:rsidP="00256283">
      <w:r>
        <w:t>— </w:t>
      </w:r>
      <w:r w:rsidR="00256283">
        <w:t>Lâche</w:t>
      </w:r>
      <w:r>
        <w:t xml:space="preserve"> ! </w:t>
      </w:r>
      <w:r w:rsidR="00256283">
        <w:t>Tu changes de sujet</w:t>
      </w:r>
      <w:r>
        <w:t xml:space="preserve"> ! </w:t>
      </w:r>
      <w:r w:rsidR="00256283">
        <w:t>Tu as peur</w:t>
      </w:r>
      <w:r>
        <w:t> !</w:t>
      </w:r>
    </w:p>
    <w:p w14:paraId="77A9F20C" w14:textId="77777777" w:rsidR="00256283" w:rsidRDefault="00256283" w:rsidP="003D5E6A">
      <w:pPr>
        <w:pStyle w:val="Titre1"/>
      </w:pPr>
      <w:bookmarkStart w:id="59" w:name="__RefHeading__82_1831309079"/>
      <w:bookmarkStart w:id="60" w:name="_Toc202285680"/>
      <w:bookmarkEnd w:id="59"/>
      <w:r>
        <w:lastRenderedPageBreak/>
        <w:t>XXVII</w:t>
      </w:r>
      <w:bookmarkEnd w:id="60"/>
    </w:p>
    <w:p w14:paraId="4DB7A64D" w14:textId="77777777" w:rsidR="00435B4F" w:rsidRDefault="00256283" w:rsidP="00256283">
      <w:r>
        <w:t>J</w:t>
      </w:r>
      <w:r w:rsidR="00435B4F">
        <w:t>’</w:t>
      </w:r>
      <w:r>
        <w:t xml:space="preserve">allai voir </w:t>
      </w:r>
      <w:proofErr w:type="spellStart"/>
      <w:r>
        <w:t>Guild</w:t>
      </w:r>
      <w:proofErr w:type="spellEnd"/>
      <w:r>
        <w:t xml:space="preserve"> au début de l</w:t>
      </w:r>
      <w:r w:rsidR="00435B4F">
        <w:t>’</w:t>
      </w:r>
      <w:r>
        <w:t>après-midi</w:t>
      </w:r>
      <w:r w:rsidR="00435B4F">
        <w:t xml:space="preserve">. </w:t>
      </w:r>
      <w:r>
        <w:t>Dès que nous eûmes échangé une poignée de main</w:t>
      </w:r>
      <w:r w:rsidR="00435B4F">
        <w:t xml:space="preserve">, </w:t>
      </w:r>
      <w:r>
        <w:t>je lui dis</w:t>
      </w:r>
      <w:r w:rsidR="00435B4F">
        <w:t> :</w:t>
      </w:r>
    </w:p>
    <w:p w14:paraId="1973C033" w14:textId="77777777" w:rsidR="00435B4F" w:rsidRDefault="00435B4F" w:rsidP="00256283">
      <w:r>
        <w:t>— </w:t>
      </w:r>
      <w:r w:rsidR="00256283">
        <w:t>Je n</w:t>
      </w:r>
      <w:r>
        <w:t>’</w:t>
      </w:r>
      <w:r w:rsidR="00256283">
        <w:t>ai pas amené mon avocat</w:t>
      </w:r>
      <w:r>
        <w:t xml:space="preserve"> ; </w:t>
      </w:r>
      <w:r w:rsidR="00256283">
        <w:t>il m</w:t>
      </w:r>
      <w:r>
        <w:t>’</w:t>
      </w:r>
      <w:r w:rsidR="00256283">
        <w:t>a paru plus convenable de venir seul</w:t>
      </w:r>
      <w:r>
        <w:t> !</w:t>
      </w:r>
    </w:p>
    <w:p w14:paraId="08A13168" w14:textId="77777777" w:rsidR="00435B4F" w:rsidRDefault="00256283" w:rsidP="00256283">
      <w:r>
        <w:t>Le policier fronça les sourcils et hocha la tête comme si je l</w:t>
      </w:r>
      <w:r w:rsidR="00435B4F">
        <w:t>’</w:t>
      </w:r>
      <w:r>
        <w:t>avais blessé</w:t>
      </w:r>
      <w:r w:rsidR="00435B4F">
        <w:t>.</w:t>
      </w:r>
    </w:p>
    <w:p w14:paraId="2AF12432" w14:textId="77777777" w:rsidR="00435B4F" w:rsidRDefault="00435B4F" w:rsidP="00256283">
      <w:r>
        <w:t>— </w:t>
      </w:r>
      <w:r w:rsidR="00256283">
        <w:t>Il ne s</w:t>
      </w:r>
      <w:r>
        <w:t>’</w:t>
      </w:r>
      <w:r w:rsidR="00256283">
        <w:t>agit pas de ça</w:t>
      </w:r>
      <w:r>
        <w:t xml:space="preserve">, </w:t>
      </w:r>
      <w:r w:rsidR="00256283">
        <w:t>dit-il patiemment</w:t>
      </w:r>
      <w:r>
        <w:t>.</w:t>
      </w:r>
    </w:p>
    <w:p w14:paraId="00065B99" w14:textId="77777777" w:rsidR="00435B4F" w:rsidRDefault="00435B4F" w:rsidP="00256283">
      <w:r>
        <w:t>— </w:t>
      </w:r>
      <w:r w:rsidR="00256283">
        <w:t>Alors</w:t>
      </w:r>
      <w:r>
        <w:t xml:space="preserve">, </w:t>
      </w:r>
      <w:r w:rsidR="00256283">
        <w:t>c</w:t>
      </w:r>
      <w:r>
        <w:t>’</w:t>
      </w:r>
      <w:r w:rsidR="00256283">
        <w:t>était bien imité</w:t>
      </w:r>
      <w:r>
        <w:t xml:space="preserve"> ! </w:t>
      </w:r>
      <w:r w:rsidR="00256283">
        <w:t>répondis-je</w:t>
      </w:r>
      <w:r>
        <w:t>.</w:t>
      </w:r>
    </w:p>
    <w:p w14:paraId="0EF4B05C" w14:textId="77777777" w:rsidR="00435B4F" w:rsidRDefault="00256283" w:rsidP="00256283">
      <w:r>
        <w:t>Il soupira</w:t>
      </w:r>
      <w:r w:rsidR="00435B4F">
        <w:t>.</w:t>
      </w:r>
    </w:p>
    <w:p w14:paraId="5C1E809B" w14:textId="77777777" w:rsidR="00435B4F" w:rsidRDefault="00435B4F" w:rsidP="00256283">
      <w:r>
        <w:t>— </w:t>
      </w:r>
      <w:r w:rsidR="00256283">
        <w:t>Je ne croyais pas que vous commettriez une faute si commune</w:t>
      </w:r>
      <w:r>
        <w:t xml:space="preserve">, </w:t>
      </w:r>
      <w:r w:rsidR="00256283">
        <w:t>dit-il</w:t>
      </w:r>
      <w:r>
        <w:t xml:space="preserve">, </w:t>
      </w:r>
      <w:r w:rsidR="00256283">
        <w:t>en pensant que</w:t>
      </w:r>
      <w:r>
        <w:t xml:space="preserve">… </w:t>
      </w:r>
      <w:r w:rsidR="00256283">
        <w:t>Vous savez aussi bien que moi</w:t>
      </w:r>
      <w:r>
        <w:t xml:space="preserve">, </w:t>
      </w:r>
      <w:r w:rsidR="00256283">
        <w:t>Mr</w:t>
      </w:r>
      <w:r>
        <w:t xml:space="preserve">. </w:t>
      </w:r>
      <w:r w:rsidR="00256283">
        <w:t>Charles</w:t>
      </w:r>
      <w:r>
        <w:t xml:space="preserve">, </w:t>
      </w:r>
      <w:r w:rsidR="00256283">
        <w:t>que toutes les hypothèses doivent être envisagées</w:t>
      </w:r>
      <w:r>
        <w:t>.</w:t>
      </w:r>
    </w:p>
    <w:p w14:paraId="193890DF" w14:textId="77777777" w:rsidR="00435B4F" w:rsidRDefault="00435B4F" w:rsidP="00256283">
      <w:r>
        <w:t>— </w:t>
      </w:r>
      <w:r w:rsidR="00256283">
        <w:t>Alors</w:t>
      </w:r>
      <w:r>
        <w:t xml:space="preserve">, </w:t>
      </w:r>
      <w:r w:rsidR="00256283">
        <w:t>que voulez-vous savoir</w:t>
      </w:r>
      <w:r>
        <w:t> ?</w:t>
      </w:r>
    </w:p>
    <w:p w14:paraId="2A1A851E" w14:textId="77777777" w:rsidR="00435B4F" w:rsidRDefault="00435B4F" w:rsidP="00256283">
      <w:r>
        <w:t>— </w:t>
      </w:r>
      <w:r w:rsidR="00256283">
        <w:t xml:space="preserve">Qui a tué Miss Wolf et </w:t>
      </w:r>
      <w:proofErr w:type="spellStart"/>
      <w:r w:rsidR="00256283">
        <w:t>Nunheim</w:t>
      </w:r>
      <w:proofErr w:type="spellEnd"/>
      <w:r>
        <w:t>.</w:t>
      </w:r>
    </w:p>
    <w:p w14:paraId="56719C06" w14:textId="77777777" w:rsidR="00435B4F" w:rsidRDefault="00435B4F" w:rsidP="00256283">
      <w:r>
        <w:t>— </w:t>
      </w:r>
      <w:r w:rsidR="00256283">
        <w:t>Avez-vous interrogé Gilbert</w:t>
      </w:r>
      <w:r>
        <w:t> ?</w:t>
      </w:r>
    </w:p>
    <w:p w14:paraId="5F7B80FF" w14:textId="77777777" w:rsidR="00435B4F" w:rsidRDefault="00435B4F" w:rsidP="00256283">
      <w:r>
        <w:t>— </w:t>
      </w:r>
      <w:r w:rsidR="00256283">
        <w:t>Pourquoi lui</w:t>
      </w:r>
      <w:r>
        <w:t> ?</w:t>
      </w:r>
    </w:p>
    <w:p w14:paraId="2010A947" w14:textId="77777777" w:rsidR="00435B4F" w:rsidRDefault="00435B4F" w:rsidP="00256283">
      <w:r>
        <w:t>— </w:t>
      </w:r>
      <w:r w:rsidR="00256283">
        <w:t xml:space="preserve">Il a dit à sa sœur que </w:t>
      </w:r>
      <w:proofErr w:type="spellStart"/>
      <w:r w:rsidR="00256283">
        <w:t>Wynant</w:t>
      </w:r>
      <w:proofErr w:type="spellEnd"/>
      <w:r w:rsidR="00256283">
        <w:t xml:space="preserve"> lui avait révélé le nom du meurtrier</w:t>
      </w:r>
      <w:r>
        <w:t>.</w:t>
      </w:r>
    </w:p>
    <w:p w14:paraId="3A3ADF30" w14:textId="77777777" w:rsidR="00435B4F" w:rsidRDefault="00435B4F" w:rsidP="00256283">
      <w:r>
        <w:t>— </w:t>
      </w:r>
      <w:r w:rsidR="00256283">
        <w:t>Il a donc vu son père</w:t>
      </w:r>
      <w:r>
        <w:t> ?</w:t>
      </w:r>
    </w:p>
    <w:p w14:paraId="7F90F878" w14:textId="77777777" w:rsidR="00435B4F" w:rsidRDefault="00435B4F" w:rsidP="00256283">
      <w:r>
        <w:t>— </w:t>
      </w:r>
      <w:r w:rsidR="00256283">
        <w:t>Il le dit</w:t>
      </w:r>
      <w:r>
        <w:t>.</w:t>
      </w:r>
    </w:p>
    <w:p w14:paraId="77991118" w14:textId="77777777" w:rsidR="00435B4F" w:rsidRDefault="00435B4F" w:rsidP="00256283">
      <w:r>
        <w:lastRenderedPageBreak/>
        <w:t>— </w:t>
      </w:r>
      <w:r w:rsidR="00256283">
        <w:t>Qu</w:t>
      </w:r>
      <w:r>
        <w:t>’</w:t>
      </w:r>
      <w:r w:rsidR="00256283">
        <w:t>est-ce que vous pensez de cette diable de famille</w:t>
      </w:r>
      <w:r>
        <w:t xml:space="preserve">, </w:t>
      </w:r>
      <w:r w:rsidR="00256283">
        <w:t>Mr</w:t>
      </w:r>
      <w:r>
        <w:t xml:space="preserve">. </w:t>
      </w:r>
      <w:r w:rsidR="00256283">
        <w:t>Charles</w:t>
      </w:r>
      <w:r>
        <w:t> ?</w:t>
      </w:r>
    </w:p>
    <w:p w14:paraId="4631CF83" w14:textId="77777777" w:rsidR="00435B4F" w:rsidRDefault="00435B4F" w:rsidP="00256283">
      <w:r>
        <w:t>— </w:t>
      </w:r>
      <w:r w:rsidR="00256283">
        <w:t>Les Jorgensen</w:t>
      </w:r>
      <w:r>
        <w:t> ?</w:t>
      </w:r>
    </w:p>
    <w:p w14:paraId="7FF2AFED" w14:textId="77777777" w:rsidR="00435B4F" w:rsidRDefault="00435B4F" w:rsidP="00256283">
      <w:r>
        <w:t>— </w:t>
      </w:r>
      <w:r w:rsidR="00256283">
        <w:t>Oui</w:t>
      </w:r>
      <w:r>
        <w:t xml:space="preserve">. </w:t>
      </w:r>
      <w:r w:rsidR="00256283">
        <w:t>Je n</w:t>
      </w:r>
      <w:r>
        <w:t>’</w:t>
      </w:r>
      <w:r w:rsidR="00256283">
        <w:t>arrive pas à comprendre</w:t>
      </w:r>
      <w:r>
        <w:t xml:space="preserve">. </w:t>
      </w:r>
      <w:r w:rsidR="00256283">
        <w:t>Qu</w:t>
      </w:r>
      <w:r>
        <w:t>’</w:t>
      </w:r>
      <w:r w:rsidR="00256283">
        <w:t xml:space="preserve">est-ce que cette </w:t>
      </w:r>
      <w:r>
        <w:t>M</w:t>
      </w:r>
      <w:r w:rsidRPr="00435B4F">
        <w:rPr>
          <w:vertAlign w:val="superscript"/>
        </w:rPr>
        <w:t>rs</w:t>
      </w:r>
      <w:r>
        <w:t> </w:t>
      </w:r>
      <w:r w:rsidR="00256283">
        <w:t>Jorgensen</w:t>
      </w:r>
      <w:r>
        <w:t> ?</w:t>
      </w:r>
    </w:p>
    <w:p w14:paraId="1C54010C" w14:textId="77777777" w:rsidR="00435B4F" w:rsidRDefault="00435B4F" w:rsidP="00256283">
      <w:r>
        <w:t>— </w:t>
      </w:r>
      <w:r w:rsidR="00256283">
        <w:t>Une blonde</w:t>
      </w:r>
      <w:r>
        <w:t>.</w:t>
      </w:r>
    </w:p>
    <w:p w14:paraId="5DB8FD34" w14:textId="77777777" w:rsidR="00435B4F" w:rsidRDefault="00435B4F" w:rsidP="00256283">
      <w:r>
        <w:t>— </w:t>
      </w:r>
      <w:r w:rsidR="00256283">
        <w:t>Je n</w:t>
      </w:r>
      <w:r>
        <w:t>’</w:t>
      </w:r>
      <w:r w:rsidR="00256283">
        <w:t>en sais certes pas davantage</w:t>
      </w:r>
      <w:r>
        <w:t xml:space="preserve">, </w:t>
      </w:r>
      <w:r w:rsidR="00256283">
        <w:t>soupira-t-il</w:t>
      </w:r>
      <w:r>
        <w:t xml:space="preserve">, </w:t>
      </w:r>
      <w:r w:rsidR="00256283">
        <w:t>mais vous la connaissez depuis longtemps</w:t>
      </w:r>
      <w:r>
        <w:t xml:space="preserve">, </w:t>
      </w:r>
      <w:r w:rsidR="00256283">
        <w:t>et</w:t>
      </w:r>
      <w:r>
        <w:t xml:space="preserve">, </w:t>
      </w:r>
      <w:r w:rsidR="00256283">
        <w:t>à l</w:t>
      </w:r>
      <w:r>
        <w:t>’</w:t>
      </w:r>
      <w:r w:rsidR="00256283">
        <w:t>en croire</w:t>
      </w:r>
      <w:r>
        <w:t xml:space="preserve">, </w:t>
      </w:r>
      <w:r w:rsidR="00256283">
        <w:t>vous et elle</w:t>
      </w:r>
      <w:r>
        <w:t>…</w:t>
      </w:r>
    </w:p>
    <w:p w14:paraId="1CD6978C" w14:textId="77777777" w:rsidR="00435B4F" w:rsidRDefault="00435B4F" w:rsidP="00256283">
      <w:r>
        <w:t>— </w:t>
      </w:r>
      <w:r w:rsidR="00256283">
        <w:t>Oui</w:t>
      </w:r>
      <w:r>
        <w:t xml:space="preserve">, </w:t>
      </w:r>
      <w:r w:rsidR="00256283">
        <w:t>coupai-je</w:t>
      </w:r>
      <w:r>
        <w:t xml:space="preserve">, </w:t>
      </w:r>
      <w:r w:rsidR="00256283">
        <w:t>elle et moi</w:t>
      </w:r>
      <w:r>
        <w:t xml:space="preserve">, </w:t>
      </w:r>
      <w:r w:rsidR="00256283">
        <w:t>sa fille et moi</w:t>
      </w:r>
      <w:r>
        <w:t xml:space="preserve">, </w:t>
      </w:r>
      <w:r w:rsidR="00256283">
        <w:t>Julia Wolf et moi</w:t>
      </w:r>
      <w:r>
        <w:t>, M</w:t>
      </w:r>
      <w:r w:rsidRPr="00435B4F">
        <w:rPr>
          <w:vertAlign w:val="superscript"/>
        </w:rPr>
        <w:t>rs</w:t>
      </w:r>
      <w:r>
        <w:t> </w:t>
      </w:r>
      <w:r w:rsidR="00256283">
        <w:t>Astor et moi</w:t>
      </w:r>
      <w:r>
        <w:t xml:space="preserve"> ! </w:t>
      </w:r>
      <w:r w:rsidR="00256283">
        <w:t>Je suis un tombeur</w:t>
      </w:r>
      <w:r>
        <w:t> !</w:t>
      </w:r>
    </w:p>
    <w:p w14:paraId="6F809FA9" w14:textId="77777777" w:rsidR="00435B4F" w:rsidRDefault="00256283" w:rsidP="00256283">
      <w:r>
        <w:t>Il leva la main</w:t>
      </w:r>
      <w:r w:rsidR="00435B4F">
        <w:t>.</w:t>
      </w:r>
    </w:p>
    <w:p w14:paraId="347A1360" w14:textId="77777777" w:rsidR="00435B4F" w:rsidRDefault="00435B4F" w:rsidP="00256283">
      <w:r>
        <w:t>— </w:t>
      </w:r>
      <w:r w:rsidR="00256283">
        <w:t>Je ne dis pas que je crois tout ce qu</w:t>
      </w:r>
      <w:r>
        <w:t>’</w:t>
      </w:r>
      <w:r w:rsidR="00256283">
        <w:t>elle a dit</w:t>
      </w:r>
      <w:r>
        <w:t xml:space="preserve">. </w:t>
      </w:r>
      <w:r w:rsidR="00256283">
        <w:t>Ne vous fâchez pas</w:t>
      </w:r>
      <w:r>
        <w:t xml:space="preserve"> ! </w:t>
      </w:r>
      <w:r w:rsidR="00256283">
        <w:t>Vous agissez comme si vous étiez convaincu que nous vous croyons coupable</w:t>
      </w:r>
      <w:r>
        <w:t xml:space="preserve">. </w:t>
      </w:r>
      <w:r w:rsidR="00256283">
        <w:t>C</w:t>
      </w:r>
      <w:r>
        <w:t>’</w:t>
      </w:r>
      <w:r w:rsidR="00256283">
        <w:t>est une erreur</w:t>
      </w:r>
      <w:r>
        <w:t xml:space="preserve">, </w:t>
      </w:r>
      <w:r w:rsidR="00256283">
        <w:t>une erreur grossière</w:t>
      </w:r>
      <w:r>
        <w:t>.</w:t>
      </w:r>
    </w:p>
    <w:p w14:paraId="4A4622D1" w14:textId="77777777" w:rsidR="00435B4F" w:rsidRDefault="00435B4F" w:rsidP="00256283">
      <w:r>
        <w:t>— </w:t>
      </w:r>
      <w:r w:rsidR="00256283">
        <w:t>Peut-être</w:t>
      </w:r>
      <w:r>
        <w:t xml:space="preserve">, </w:t>
      </w:r>
      <w:r w:rsidR="00256283">
        <w:t>mais vous m</w:t>
      </w:r>
      <w:r>
        <w:t>’</w:t>
      </w:r>
      <w:r w:rsidR="00256283">
        <w:t>avez toujours caché une partie de la vérité</w:t>
      </w:r>
      <w:r>
        <w:t>.</w:t>
      </w:r>
    </w:p>
    <w:p w14:paraId="7FB276B3" w14:textId="77777777" w:rsidR="00435B4F" w:rsidRDefault="00256283" w:rsidP="00256283">
      <w:r>
        <w:t>Il me regarda</w:t>
      </w:r>
      <w:r w:rsidR="00435B4F">
        <w:t xml:space="preserve">, </w:t>
      </w:r>
      <w:r>
        <w:t>d</w:t>
      </w:r>
      <w:r w:rsidR="00435B4F">
        <w:t>’</w:t>
      </w:r>
      <w:r>
        <w:t>un air un peu triste</w:t>
      </w:r>
      <w:r w:rsidR="00435B4F">
        <w:t>.</w:t>
      </w:r>
    </w:p>
    <w:p w14:paraId="7C80BBDE" w14:textId="77777777" w:rsidR="00435B4F" w:rsidRDefault="00435B4F" w:rsidP="00256283">
      <w:r>
        <w:t>— </w:t>
      </w:r>
      <w:r w:rsidR="00256283">
        <w:t>Je suis policier</w:t>
      </w:r>
      <w:r>
        <w:t xml:space="preserve">, </w:t>
      </w:r>
      <w:r w:rsidR="00256283">
        <w:t>dit-il doucement</w:t>
      </w:r>
      <w:r>
        <w:t xml:space="preserve">, </w:t>
      </w:r>
      <w:r w:rsidR="00256283">
        <w:t>et j</w:t>
      </w:r>
      <w:r>
        <w:t>’</w:t>
      </w:r>
      <w:r w:rsidR="00256283">
        <w:t>ai une mission à remplir</w:t>
      </w:r>
      <w:r>
        <w:t>.</w:t>
      </w:r>
    </w:p>
    <w:p w14:paraId="71B423D0" w14:textId="77777777" w:rsidR="00435B4F" w:rsidRDefault="00435B4F" w:rsidP="00256283">
      <w:r>
        <w:t>— </w:t>
      </w:r>
      <w:r w:rsidR="00256283">
        <w:t>Je comprends</w:t>
      </w:r>
      <w:r>
        <w:t xml:space="preserve">, </w:t>
      </w:r>
      <w:r w:rsidR="00256283">
        <w:t>répondis-je</w:t>
      </w:r>
      <w:r>
        <w:t xml:space="preserve">. </w:t>
      </w:r>
      <w:r w:rsidR="00256283">
        <w:t>Vous m</w:t>
      </w:r>
      <w:r>
        <w:t>’</w:t>
      </w:r>
      <w:r w:rsidR="00256283">
        <w:t>avez dit de venir vous voir aujourd</w:t>
      </w:r>
      <w:r>
        <w:t>’</w:t>
      </w:r>
      <w:r w:rsidR="00256283">
        <w:t>hui</w:t>
      </w:r>
      <w:r>
        <w:t xml:space="preserve">. </w:t>
      </w:r>
      <w:r w:rsidR="00256283">
        <w:t>Que voulez-vous</w:t>
      </w:r>
      <w:r>
        <w:t> ?</w:t>
      </w:r>
    </w:p>
    <w:p w14:paraId="26CEDF9F" w14:textId="77777777" w:rsidR="00435B4F" w:rsidRDefault="00435B4F" w:rsidP="00256283">
      <w:pPr>
        <w:rPr>
          <w:i/>
        </w:rPr>
      </w:pPr>
      <w:r>
        <w:t>— </w:t>
      </w:r>
      <w:r w:rsidR="00256283">
        <w:t xml:space="preserve">Je ne vous ai pas </w:t>
      </w:r>
      <w:r w:rsidR="00256283">
        <w:rPr>
          <w:i/>
        </w:rPr>
        <w:t>dit</w:t>
      </w:r>
      <w:r w:rsidR="00256283">
        <w:t xml:space="preserve"> de venir</w:t>
      </w:r>
      <w:r>
        <w:t xml:space="preserve">, </w:t>
      </w:r>
      <w:r w:rsidR="00256283">
        <w:t>je vous l</w:t>
      </w:r>
      <w:r>
        <w:t>’</w:t>
      </w:r>
      <w:r w:rsidR="00256283">
        <w:t xml:space="preserve">ai </w:t>
      </w:r>
      <w:r w:rsidR="00256283">
        <w:rPr>
          <w:i/>
        </w:rPr>
        <w:t>demandé</w:t>
      </w:r>
      <w:r>
        <w:rPr>
          <w:i/>
        </w:rPr>
        <w:t>.</w:t>
      </w:r>
    </w:p>
    <w:p w14:paraId="69659061" w14:textId="77777777" w:rsidR="00435B4F" w:rsidRDefault="00435B4F" w:rsidP="00256283">
      <w:r>
        <w:rPr>
          <w:i/>
        </w:rPr>
        <w:t>— </w:t>
      </w:r>
      <w:r w:rsidR="00256283">
        <w:t>Si vous voulez</w:t>
      </w:r>
      <w:r>
        <w:t>.</w:t>
      </w:r>
    </w:p>
    <w:p w14:paraId="7860CD39" w14:textId="77777777" w:rsidR="00435B4F" w:rsidRDefault="00435B4F" w:rsidP="00256283">
      <w:r>
        <w:lastRenderedPageBreak/>
        <w:t>— </w:t>
      </w:r>
      <w:r w:rsidR="00256283">
        <w:t>Je ne veux rien</w:t>
      </w:r>
      <w:r>
        <w:t xml:space="preserve">. </w:t>
      </w:r>
      <w:r w:rsidR="00256283">
        <w:t>Nous avons toujours causé comme deux amis et je voudrais que nous restions sur ce pied</w:t>
      </w:r>
      <w:r>
        <w:t>.</w:t>
      </w:r>
    </w:p>
    <w:p w14:paraId="34AE0ACE" w14:textId="77777777" w:rsidR="00435B4F" w:rsidRDefault="00435B4F" w:rsidP="00256283">
      <w:r>
        <w:t>— </w:t>
      </w:r>
      <w:r w:rsidR="00256283">
        <w:t>Qui est responsable du changement</w:t>
      </w:r>
      <w:r>
        <w:t> ?</w:t>
      </w:r>
    </w:p>
    <w:p w14:paraId="13E1477F" w14:textId="77777777" w:rsidR="00435B4F" w:rsidRDefault="00435B4F" w:rsidP="00256283">
      <w:r>
        <w:t>— </w:t>
      </w:r>
      <w:r w:rsidR="00256283">
        <w:t>Écoutez-moi</w:t>
      </w:r>
      <w:r>
        <w:t xml:space="preserve">, </w:t>
      </w:r>
      <w:r w:rsidR="00256283">
        <w:t>Mr</w:t>
      </w:r>
      <w:r>
        <w:t xml:space="preserve">. </w:t>
      </w:r>
      <w:r w:rsidR="00256283">
        <w:t>Charles</w:t>
      </w:r>
      <w:r>
        <w:t xml:space="preserve">. </w:t>
      </w:r>
      <w:r w:rsidR="00256283">
        <w:t>Êtes-vous prêt à jurer que vous ne m</w:t>
      </w:r>
      <w:r>
        <w:t>’</w:t>
      </w:r>
      <w:r w:rsidR="00256283">
        <w:t>avez rien caché</w:t>
      </w:r>
      <w:r>
        <w:t> ?</w:t>
      </w:r>
    </w:p>
    <w:p w14:paraId="448091A1" w14:textId="77777777" w:rsidR="00435B4F" w:rsidRDefault="00256283" w:rsidP="00256283">
      <w:r>
        <w:t>Il était inutile de répondre oui</w:t>
      </w:r>
      <w:r w:rsidR="00435B4F">
        <w:t xml:space="preserve">, </w:t>
      </w:r>
      <w:r>
        <w:t>je dis</w:t>
      </w:r>
      <w:r w:rsidR="00435B4F">
        <w:t> :</w:t>
      </w:r>
    </w:p>
    <w:p w14:paraId="135F93B3" w14:textId="77777777" w:rsidR="00435B4F" w:rsidRDefault="00435B4F" w:rsidP="00256283">
      <w:r>
        <w:t>— </w:t>
      </w:r>
      <w:r w:rsidR="00256283">
        <w:t>Presque</w:t>
      </w:r>
      <w:r>
        <w:t>.</w:t>
      </w:r>
    </w:p>
    <w:p w14:paraId="54B1F512" w14:textId="77777777" w:rsidR="00435B4F" w:rsidRDefault="00435B4F" w:rsidP="00256283">
      <w:r>
        <w:t>— </w:t>
      </w:r>
      <w:r w:rsidR="00256283">
        <w:t>Oui</w:t>
      </w:r>
      <w:r>
        <w:t xml:space="preserve">, </w:t>
      </w:r>
      <w:r w:rsidR="00256283">
        <w:t>presque</w:t>
      </w:r>
      <w:r>
        <w:t xml:space="preserve">, </w:t>
      </w:r>
      <w:r w:rsidR="00256283">
        <w:t>grogna-t-il</w:t>
      </w:r>
      <w:r>
        <w:t xml:space="preserve">. </w:t>
      </w:r>
      <w:r w:rsidR="00256283">
        <w:t>Tout le monde m</w:t>
      </w:r>
      <w:r>
        <w:t>’</w:t>
      </w:r>
      <w:r w:rsidR="00256283">
        <w:t>a dit presque toute la vérité</w:t>
      </w:r>
      <w:r>
        <w:t xml:space="preserve">, </w:t>
      </w:r>
      <w:r w:rsidR="00256283">
        <w:t>voilà où est le mal</w:t>
      </w:r>
      <w:r>
        <w:t xml:space="preserve">. </w:t>
      </w:r>
      <w:r w:rsidR="00256283">
        <w:t>J</w:t>
      </w:r>
      <w:r>
        <w:t>’</w:t>
      </w:r>
      <w:r w:rsidR="00256283">
        <w:t>attends encore celui qui ignorera le mot</w:t>
      </w:r>
      <w:r>
        <w:t xml:space="preserve"> : </w:t>
      </w:r>
      <w:r w:rsidR="00256283">
        <w:t>presque</w:t>
      </w:r>
      <w:r>
        <w:t>.</w:t>
      </w:r>
    </w:p>
    <w:p w14:paraId="4A139279" w14:textId="77777777" w:rsidR="00435B4F" w:rsidRDefault="00256283" w:rsidP="00256283">
      <w:r>
        <w:t>Je comprenais l</w:t>
      </w:r>
      <w:r w:rsidR="00435B4F">
        <w:t>’</w:t>
      </w:r>
      <w:r>
        <w:t>état d</w:t>
      </w:r>
      <w:r w:rsidR="00435B4F">
        <w:t>’</w:t>
      </w:r>
      <w:r>
        <w:t xml:space="preserve">esprit de </w:t>
      </w:r>
      <w:proofErr w:type="spellStart"/>
      <w:r>
        <w:t>Guild</w:t>
      </w:r>
      <w:proofErr w:type="spellEnd"/>
      <w:r w:rsidR="00435B4F">
        <w:t>.</w:t>
      </w:r>
    </w:p>
    <w:p w14:paraId="6BE70B1D" w14:textId="77777777" w:rsidR="00435B4F" w:rsidRDefault="00435B4F" w:rsidP="00256283">
      <w:r>
        <w:t>— </w:t>
      </w:r>
      <w:r w:rsidR="00256283">
        <w:t>Peut-être aucun de ceux que vous avez vus ne connaissait toute la vérité</w:t>
      </w:r>
      <w:r>
        <w:t>.</w:t>
      </w:r>
    </w:p>
    <w:p w14:paraId="19A24B9A" w14:textId="77777777" w:rsidR="00435B4F" w:rsidRDefault="00435B4F" w:rsidP="00256283">
      <w:r>
        <w:t>— </w:t>
      </w:r>
      <w:r w:rsidR="00256283">
        <w:t>Possible</w:t>
      </w:r>
      <w:r>
        <w:t xml:space="preserve">, </w:t>
      </w:r>
      <w:r w:rsidR="00256283">
        <w:t>mais je suis prêt à interroger tous ceux que vous me désignerez</w:t>
      </w:r>
      <w:r>
        <w:t>.</w:t>
      </w:r>
    </w:p>
    <w:p w14:paraId="023B145D" w14:textId="77777777" w:rsidR="00435B4F" w:rsidRDefault="00435B4F" w:rsidP="00256283">
      <w:r>
        <w:t>— </w:t>
      </w:r>
      <w:r w:rsidR="00256283">
        <w:t>Il y a Gilbert</w:t>
      </w:r>
      <w:r>
        <w:t xml:space="preserve">, </w:t>
      </w:r>
      <w:r w:rsidR="00256283">
        <w:t>dis-je</w:t>
      </w:r>
      <w:r>
        <w:t>.</w:t>
      </w:r>
    </w:p>
    <w:p w14:paraId="2F88D6DA" w14:textId="77777777" w:rsidR="00435B4F" w:rsidRDefault="00256283" w:rsidP="00256283">
      <w:proofErr w:type="spellStart"/>
      <w:r>
        <w:t>Guild</w:t>
      </w:r>
      <w:proofErr w:type="spellEnd"/>
      <w:r>
        <w:t xml:space="preserve"> appuya sur un bouton et Andy entra</w:t>
      </w:r>
      <w:r w:rsidR="00435B4F">
        <w:t xml:space="preserve">, </w:t>
      </w:r>
      <w:r>
        <w:t>accompagné d</w:t>
      </w:r>
      <w:r w:rsidR="00435B4F">
        <w:t>’</w:t>
      </w:r>
      <w:r>
        <w:t>un inspecteur très brun aux jambes torses qui s</w:t>
      </w:r>
      <w:r w:rsidR="00435B4F">
        <w:t>’</w:t>
      </w:r>
      <w:r>
        <w:t xml:space="preserve">appelait </w:t>
      </w:r>
      <w:proofErr w:type="spellStart"/>
      <w:r>
        <w:t>Kine</w:t>
      </w:r>
      <w:proofErr w:type="spellEnd"/>
      <w:r w:rsidR="00435B4F">
        <w:t>.</w:t>
      </w:r>
    </w:p>
    <w:p w14:paraId="2FA74356" w14:textId="77777777" w:rsidR="00435B4F" w:rsidRDefault="00435B4F" w:rsidP="00256283">
      <w:r>
        <w:t>— </w:t>
      </w:r>
      <w:r w:rsidR="00256283">
        <w:t xml:space="preserve">Amenez-moi le jeune </w:t>
      </w:r>
      <w:proofErr w:type="spellStart"/>
      <w:r w:rsidR="00256283">
        <w:t>Wynant</w:t>
      </w:r>
      <w:proofErr w:type="spellEnd"/>
      <w:r>
        <w:t xml:space="preserve">, </w:t>
      </w:r>
      <w:r w:rsidR="00256283">
        <w:t>dit le lieutenant</w:t>
      </w:r>
      <w:r>
        <w:t xml:space="preserve">, </w:t>
      </w:r>
      <w:r w:rsidR="00256283">
        <w:t>je veux lui parler</w:t>
      </w:r>
      <w:r>
        <w:t>.</w:t>
      </w:r>
    </w:p>
    <w:p w14:paraId="3ECF186D" w14:textId="77777777" w:rsidR="00435B4F" w:rsidRDefault="00435B4F" w:rsidP="00256283">
      <w:r>
        <w:t>— </w:t>
      </w:r>
      <w:r w:rsidR="00256283">
        <w:t>Vous êtes nerveux</w:t>
      </w:r>
      <w:r>
        <w:t xml:space="preserve">, </w:t>
      </w:r>
      <w:r w:rsidR="00256283">
        <w:t>remarquai-je quand Andy et son compagnon furent sortis</w:t>
      </w:r>
      <w:r>
        <w:t xml:space="preserve">. </w:t>
      </w:r>
      <w:r w:rsidR="00256283">
        <w:t>Est-ce que vous faites venir Jorgensen de Boston</w:t>
      </w:r>
      <w:r>
        <w:t> ?</w:t>
      </w:r>
    </w:p>
    <w:p w14:paraId="29E8F3CD" w14:textId="77777777" w:rsidR="00435B4F" w:rsidRDefault="00256283" w:rsidP="00256283">
      <w:r>
        <w:t>Il haussa les épaules</w:t>
      </w:r>
      <w:r w:rsidR="00435B4F">
        <w:t>.</w:t>
      </w:r>
    </w:p>
    <w:p w14:paraId="68DDD005" w14:textId="77777777" w:rsidR="00435B4F" w:rsidRDefault="00435B4F" w:rsidP="00256283">
      <w:r>
        <w:lastRenderedPageBreak/>
        <w:t>— </w:t>
      </w:r>
      <w:r w:rsidR="00256283">
        <w:t>Ses déclarations sont vraisemblables</w:t>
      </w:r>
      <w:r>
        <w:t xml:space="preserve">, </w:t>
      </w:r>
      <w:r w:rsidR="00256283">
        <w:t>dit-il</w:t>
      </w:r>
      <w:r>
        <w:t xml:space="preserve">. </w:t>
      </w:r>
      <w:r w:rsidR="00256283">
        <w:t>Voulez-vous me dire ce que vous en pensez</w:t>
      </w:r>
      <w:r>
        <w:t> ?</w:t>
      </w:r>
    </w:p>
    <w:p w14:paraId="208233C6" w14:textId="77777777" w:rsidR="00435B4F" w:rsidRDefault="00435B4F" w:rsidP="00256283">
      <w:r>
        <w:t>— </w:t>
      </w:r>
      <w:r w:rsidR="00256283">
        <w:t>Certainement</w:t>
      </w:r>
      <w:r>
        <w:t>.</w:t>
      </w:r>
    </w:p>
    <w:p w14:paraId="3E08F23F" w14:textId="77777777" w:rsidR="00435B4F" w:rsidRDefault="00435B4F" w:rsidP="00256283">
      <w:r>
        <w:t>— </w:t>
      </w:r>
      <w:r w:rsidR="00256283">
        <w:t>Je suis nerveux en effet</w:t>
      </w:r>
      <w:r>
        <w:t xml:space="preserve">, </w:t>
      </w:r>
      <w:r w:rsidR="00256283">
        <w:t>reprit-il</w:t>
      </w:r>
      <w:r>
        <w:t xml:space="preserve">, </w:t>
      </w:r>
      <w:r w:rsidR="00256283">
        <w:t>je n</w:t>
      </w:r>
      <w:r>
        <w:t>’</w:t>
      </w:r>
      <w:r w:rsidR="00256283">
        <w:t>ai pas dormi une minute cette nuit</w:t>
      </w:r>
      <w:r>
        <w:t xml:space="preserve">. </w:t>
      </w:r>
      <w:r w:rsidR="00256283">
        <w:t>Quel métier</w:t>
      </w:r>
      <w:r>
        <w:t xml:space="preserve"> ! </w:t>
      </w:r>
      <w:r w:rsidR="00256283">
        <w:t>Quand je pense qu</w:t>
      </w:r>
      <w:r>
        <w:t>’</w:t>
      </w:r>
      <w:r w:rsidR="00256283">
        <w:t>un homme peut être heureux avec quelques acres de terrain</w:t>
      </w:r>
      <w:r>
        <w:t xml:space="preserve">, </w:t>
      </w:r>
      <w:r w:rsidR="00256283">
        <w:t>une cabane et quelques têtes de bétail</w:t>
      </w:r>
      <w:r>
        <w:t xml:space="preserve"> ! </w:t>
      </w:r>
      <w:r w:rsidR="00256283">
        <w:t>Enfin</w:t>
      </w:r>
      <w:r>
        <w:t xml:space="preserve">, </w:t>
      </w:r>
      <w:r w:rsidR="00256283">
        <w:t>voici</w:t>
      </w:r>
      <w:r>
        <w:t xml:space="preserve"> : </w:t>
      </w:r>
      <w:r w:rsidR="00256283">
        <w:t>Quand Jorgensen a filé</w:t>
      </w:r>
      <w:r>
        <w:t xml:space="preserve">, </w:t>
      </w:r>
      <w:r w:rsidR="00256283">
        <w:t>en 25</w:t>
      </w:r>
      <w:r>
        <w:t xml:space="preserve">, </w:t>
      </w:r>
      <w:r w:rsidR="00256283">
        <w:t>de peur de l</w:t>
      </w:r>
      <w:r>
        <w:t>’</w:t>
      </w:r>
      <w:r w:rsidR="00256283">
        <w:t>action que vous aviez intentée contre lui</w:t>
      </w:r>
      <w:r>
        <w:t xml:space="preserve">, </w:t>
      </w:r>
      <w:r w:rsidR="00256283">
        <w:t>il s</w:t>
      </w:r>
      <w:r>
        <w:t>’</w:t>
      </w:r>
      <w:r w:rsidR="00256283">
        <w:t>est embarqué pour l</w:t>
      </w:r>
      <w:r>
        <w:t>’</w:t>
      </w:r>
      <w:r w:rsidR="00256283">
        <w:t>Europe</w:t>
      </w:r>
      <w:r>
        <w:t xml:space="preserve"> – </w:t>
      </w:r>
      <w:r w:rsidR="00256283">
        <w:t>l</w:t>
      </w:r>
      <w:r>
        <w:t>’</w:t>
      </w:r>
      <w:r w:rsidR="00256283">
        <w:t>Allemagne</w:t>
      </w:r>
      <w:r>
        <w:t xml:space="preserve">, </w:t>
      </w:r>
      <w:r w:rsidR="00256283">
        <w:t>abandonnant sa femme et changeant de nom</w:t>
      </w:r>
      <w:r>
        <w:t xml:space="preserve">. </w:t>
      </w:r>
      <w:r w:rsidR="00256283">
        <w:t>Pour mieux se cacher il a évité de se faire connaître comme ingénieur chimiste et il a dû faire tous les métiers</w:t>
      </w:r>
      <w:r>
        <w:t xml:space="preserve">. </w:t>
      </w:r>
      <w:r w:rsidR="00256283">
        <w:t>Je crois cependant qu</w:t>
      </w:r>
      <w:r>
        <w:t>’</w:t>
      </w:r>
      <w:r w:rsidR="00256283">
        <w:t>il a surtout exercé la profession de gigolo sans trouver beaucoup de femmes riches et mûres</w:t>
      </w:r>
      <w:r>
        <w:t xml:space="preserve">. </w:t>
      </w:r>
      <w:r w:rsidR="00256283">
        <w:t>En 27</w:t>
      </w:r>
      <w:r>
        <w:t xml:space="preserve">… </w:t>
      </w:r>
      <w:r w:rsidR="00256283">
        <w:t>ou 28</w:t>
      </w:r>
      <w:r>
        <w:t xml:space="preserve">, </w:t>
      </w:r>
      <w:r w:rsidR="00256283">
        <w:t>il était à Milan</w:t>
      </w:r>
      <w:r>
        <w:t xml:space="preserve"> (</w:t>
      </w:r>
      <w:r w:rsidR="00256283">
        <w:t>une ville d</w:t>
      </w:r>
      <w:r>
        <w:t>’</w:t>
      </w:r>
      <w:r w:rsidR="00256283">
        <w:t>Italie</w:t>
      </w:r>
      <w:r>
        <w:t xml:space="preserve">) </w:t>
      </w:r>
      <w:r w:rsidR="00256283">
        <w:t>et il apprit par l</w:t>
      </w:r>
      <w:r>
        <w:t>’</w:t>
      </w:r>
      <w:r w:rsidR="00256283">
        <w:t xml:space="preserve">édition continentale du </w:t>
      </w:r>
      <w:r w:rsidR="00256283">
        <w:rPr>
          <w:i/>
        </w:rPr>
        <w:t>New-York Herald</w:t>
      </w:r>
      <w:r w:rsidR="00256283">
        <w:t xml:space="preserve"> que Mimi</w:t>
      </w:r>
      <w:r>
        <w:t xml:space="preserve">, </w:t>
      </w:r>
      <w:r w:rsidR="00256283">
        <w:t xml:space="preserve">femme divorcée de </w:t>
      </w:r>
      <w:proofErr w:type="spellStart"/>
      <w:r w:rsidR="00256283">
        <w:t>Wynant</w:t>
      </w:r>
      <w:proofErr w:type="spellEnd"/>
      <w:r>
        <w:t xml:space="preserve">, </w:t>
      </w:r>
      <w:r w:rsidR="00256283">
        <w:t>était arrivée à Paris</w:t>
      </w:r>
      <w:r>
        <w:t xml:space="preserve">. </w:t>
      </w:r>
      <w:r w:rsidR="00256283">
        <w:t>Mimi et Jorgensen ne se connaissaient pas</w:t>
      </w:r>
      <w:r>
        <w:t xml:space="preserve">, </w:t>
      </w:r>
      <w:r w:rsidR="00256283">
        <w:t>mais celui-ci savait que l</w:t>
      </w:r>
      <w:r>
        <w:t>’</w:t>
      </w:r>
      <w:r w:rsidR="00256283">
        <w:t>ex-épouse de son employeur appréciaient les jeunes gens beaux et bien faits</w:t>
      </w:r>
      <w:r>
        <w:t xml:space="preserve">. </w:t>
      </w:r>
      <w:r w:rsidR="00256283">
        <w:t xml:space="preserve">Il a supposé que Mimi avait reçu de </w:t>
      </w:r>
      <w:proofErr w:type="spellStart"/>
      <w:r w:rsidR="00256283">
        <w:t>Wynant</w:t>
      </w:r>
      <w:proofErr w:type="spellEnd"/>
      <w:r w:rsidR="00256283">
        <w:t xml:space="preserve"> la forte somme et qu</w:t>
      </w:r>
      <w:r>
        <w:t>’</w:t>
      </w:r>
      <w:r w:rsidR="00256283">
        <w:t>il serait facile d</w:t>
      </w:r>
      <w:r>
        <w:t>’</w:t>
      </w:r>
      <w:r w:rsidR="00256283">
        <w:t>en profiter et de se venger ainsi de l</w:t>
      </w:r>
      <w:r>
        <w:t>’</w:t>
      </w:r>
      <w:r w:rsidR="00256283">
        <w:t>ex-mari</w:t>
      </w:r>
      <w:r>
        <w:t xml:space="preserve">. </w:t>
      </w:r>
      <w:r w:rsidR="00256283">
        <w:t>Il part donc pour Paris</w:t>
      </w:r>
      <w:r>
        <w:t xml:space="preserve">. </w:t>
      </w:r>
      <w:r w:rsidR="00256283">
        <w:t>Tout va bien jusque-là</w:t>
      </w:r>
      <w:r>
        <w:t xml:space="preserve">. </w:t>
      </w:r>
      <w:r w:rsidR="00256283">
        <w:t>Il se fait présenter ou il parle directement à Mimi et comme il l</w:t>
      </w:r>
      <w:r>
        <w:t>’</w:t>
      </w:r>
      <w:r w:rsidR="00256283">
        <w:t>avait prévu</w:t>
      </w:r>
      <w:r>
        <w:t xml:space="preserve">, </w:t>
      </w:r>
      <w:r w:rsidR="00256283">
        <w:t>elle lui saute à la tête et veut l</w:t>
      </w:r>
      <w:r>
        <w:t>’</w:t>
      </w:r>
      <w:r w:rsidR="00256283">
        <w:t>épouser</w:t>
      </w:r>
      <w:r>
        <w:t xml:space="preserve">. </w:t>
      </w:r>
      <w:proofErr w:type="spellStart"/>
      <w:r w:rsidR="00256283">
        <w:t>Wynant</w:t>
      </w:r>
      <w:proofErr w:type="spellEnd"/>
      <w:r w:rsidR="00256283">
        <w:t xml:space="preserve"> avait versé à sa femme une indemnité</w:t>
      </w:r>
      <w:r>
        <w:t xml:space="preserve">, </w:t>
      </w:r>
      <w:r w:rsidR="00256283">
        <w:t>au lieu d</w:t>
      </w:r>
      <w:r>
        <w:t>’</w:t>
      </w:r>
      <w:r w:rsidR="00256283">
        <w:t>une pension</w:t>
      </w:r>
      <w:r>
        <w:t xml:space="preserve"> : </w:t>
      </w:r>
      <w:r w:rsidR="00256283">
        <w:t>deux cent mille dollars</w:t>
      </w:r>
      <w:r>
        <w:t xml:space="preserve">. </w:t>
      </w:r>
      <w:r w:rsidR="00256283">
        <w:t>Le jeune homme accepte le mariage</w:t>
      </w:r>
      <w:r>
        <w:t xml:space="preserve">. </w:t>
      </w:r>
      <w:r w:rsidR="00256283">
        <w:t>Là</w:t>
      </w:r>
      <w:r>
        <w:t xml:space="preserve">, </w:t>
      </w:r>
      <w:r w:rsidR="00256283">
        <w:t>il prétend que leur union a été célébrée dans des conditions spéciales</w:t>
      </w:r>
      <w:r>
        <w:t xml:space="preserve">, </w:t>
      </w:r>
      <w:r w:rsidR="00256283">
        <w:t>en France</w:t>
      </w:r>
      <w:r>
        <w:t xml:space="preserve">, </w:t>
      </w:r>
      <w:r w:rsidR="00256283">
        <w:t>près de la frontière espagnole</w:t>
      </w:r>
      <w:r>
        <w:t xml:space="preserve">, </w:t>
      </w:r>
      <w:r w:rsidR="00256283">
        <w:t>par un prêtre espagnol</w:t>
      </w:r>
      <w:r>
        <w:t xml:space="preserve">, </w:t>
      </w:r>
      <w:r w:rsidR="00256283">
        <w:t>mais je crois qu</w:t>
      </w:r>
      <w:r>
        <w:t>’</w:t>
      </w:r>
      <w:r w:rsidR="00256283">
        <w:t>il veut surtout éviter d</w:t>
      </w:r>
      <w:r>
        <w:t>’</w:t>
      </w:r>
      <w:r w:rsidR="00256283">
        <w:t>être poursuivi pour bigamie en prétextant un mariage illégal</w:t>
      </w:r>
      <w:r>
        <w:t xml:space="preserve">. </w:t>
      </w:r>
      <w:r w:rsidR="00256283">
        <w:t>En bref</w:t>
      </w:r>
      <w:r>
        <w:t xml:space="preserve">, </w:t>
      </w:r>
      <w:r w:rsidR="00256283">
        <w:t>il a dépensé l</w:t>
      </w:r>
      <w:r>
        <w:t>’</w:t>
      </w:r>
      <w:r w:rsidR="00256283">
        <w:t>argent et Mimi l</w:t>
      </w:r>
      <w:r>
        <w:t>’</w:t>
      </w:r>
      <w:r w:rsidR="00256283">
        <w:t>a toujours considéré comme Christian Jorgensen sans soupçonner qu</w:t>
      </w:r>
      <w:r>
        <w:t>’</w:t>
      </w:r>
      <w:r w:rsidR="00256283">
        <w:t xml:space="preserve">il était </w:t>
      </w:r>
      <w:proofErr w:type="spellStart"/>
      <w:r w:rsidR="00256283">
        <w:t>Rosewater</w:t>
      </w:r>
      <w:proofErr w:type="spellEnd"/>
      <w:r>
        <w:t xml:space="preserve">. </w:t>
      </w:r>
      <w:r w:rsidR="00256283">
        <w:t>Ça va</w:t>
      </w:r>
      <w:r>
        <w:t> ?</w:t>
      </w:r>
    </w:p>
    <w:p w14:paraId="78422104" w14:textId="77777777" w:rsidR="00435B4F" w:rsidRDefault="00435B4F" w:rsidP="00256283">
      <w:r>
        <w:lastRenderedPageBreak/>
        <w:t>— </w:t>
      </w:r>
      <w:r w:rsidR="00256283">
        <w:t>Oui</w:t>
      </w:r>
      <w:r>
        <w:t xml:space="preserve">, </w:t>
      </w:r>
      <w:r w:rsidR="00256283">
        <w:t>dis-je</w:t>
      </w:r>
      <w:r>
        <w:t xml:space="preserve">, </w:t>
      </w:r>
      <w:r w:rsidR="00256283">
        <w:t>il y a bien la question du mariage</w:t>
      </w:r>
      <w:r>
        <w:t xml:space="preserve">, </w:t>
      </w:r>
      <w:r w:rsidR="00256283">
        <w:t>mais</w:t>
      </w:r>
      <w:r>
        <w:t xml:space="preserve">, </w:t>
      </w:r>
      <w:r w:rsidR="00256283">
        <w:t>après tout</w:t>
      </w:r>
      <w:r>
        <w:t xml:space="preserve">, </w:t>
      </w:r>
      <w:r w:rsidR="00256283">
        <w:t>c</w:t>
      </w:r>
      <w:r>
        <w:t>’</w:t>
      </w:r>
      <w:r w:rsidR="00256283">
        <w:t>est possible</w:t>
      </w:r>
      <w:r>
        <w:t>.</w:t>
      </w:r>
    </w:p>
    <w:p w14:paraId="1BF99742" w14:textId="77777777" w:rsidR="00435B4F" w:rsidRDefault="00435B4F" w:rsidP="00256283">
      <w:r>
        <w:t>— </w:t>
      </w:r>
      <w:r w:rsidR="00256283">
        <w:t>Je m</w:t>
      </w:r>
      <w:r>
        <w:t>’</w:t>
      </w:r>
      <w:r w:rsidR="00256283">
        <w:t>en moque</w:t>
      </w:r>
      <w:r>
        <w:t xml:space="preserve">. </w:t>
      </w:r>
      <w:r w:rsidR="00256283">
        <w:t>Quand l</w:t>
      </w:r>
      <w:r>
        <w:t>’</w:t>
      </w:r>
      <w:r w:rsidR="00256283">
        <w:t>argent est devenu rare</w:t>
      </w:r>
      <w:r>
        <w:t xml:space="preserve">, </w:t>
      </w:r>
      <w:r w:rsidR="00256283">
        <w:t>Chris a songé à filer avec le reste du magot</w:t>
      </w:r>
      <w:r>
        <w:t xml:space="preserve">, </w:t>
      </w:r>
      <w:r w:rsidR="00256283">
        <w:t>mais Mimi a eu l</w:t>
      </w:r>
      <w:r>
        <w:t>’</w:t>
      </w:r>
      <w:r w:rsidR="00256283">
        <w:t xml:space="preserve">idée de revenir en Amérique pour taper </w:t>
      </w:r>
      <w:proofErr w:type="spellStart"/>
      <w:r w:rsidR="00256283">
        <w:t>Wynant</w:t>
      </w:r>
      <w:proofErr w:type="spellEnd"/>
      <w:r>
        <w:t xml:space="preserve">. </w:t>
      </w:r>
      <w:r w:rsidR="00256283">
        <w:t>Jorgensen est d</w:t>
      </w:r>
      <w:r>
        <w:t>’</w:t>
      </w:r>
      <w:r w:rsidR="00256283">
        <w:t>accord et ils s</w:t>
      </w:r>
      <w:r>
        <w:t>’</w:t>
      </w:r>
      <w:r w:rsidR="00256283">
        <w:t>embarquent</w:t>
      </w:r>
      <w:r>
        <w:t>.</w:t>
      </w:r>
    </w:p>
    <w:p w14:paraId="512C7BBE" w14:textId="77777777" w:rsidR="00435B4F" w:rsidRDefault="00435B4F" w:rsidP="00256283">
      <w:r>
        <w:t>— </w:t>
      </w:r>
      <w:r w:rsidR="00256283">
        <w:t>L</w:t>
      </w:r>
      <w:r>
        <w:t>’</w:t>
      </w:r>
      <w:r w:rsidR="00256283">
        <w:t>histoire faiblit</w:t>
      </w:r>
      <w:r>
        <w:t xml:space="preserve"> ! </w:t>
      </w:r>
      <w:r w:rsidR="00256283">
        <w:t>remarquai-je</w:t>
      </w:r>
      <w:r>
        <w:t>.</w:t>
      </w:r>
    </w:p>
    <w:p w14:paraId="32940DC7" w14:textId="77777777" w:rsidR="00435B4F" w:rsidRDefault="00435B4F" w:rsidP="00256283">
      <w:r>
        <w:t>— </w:t>
      </w:r>
      <w:r w:rsidR="00256283">
        <w:t>Pourquoi</w:t>
      </w:r>
      <w:r>
        <w:t xml:space="preserve"> ? </w:t>
      </w:r>
      <w:r w:rsidR="00256283">
        <w:t>Il n</w:t>
      </w:r>
      <w:r>
        <w:t>’</w:t>
      </w:r>
      <w:r w:rsidR="00256283">
        <w:t>a pas l</w:t>
      </w:r>
      <w:r>
        <w:t>’</w:t>
      </w:r>
      <w:r w:rsidR="00256283">
        <w:t>intention d</w:t>
      </w:r>
      <w:r>
        <w:t>’</w:t>
      </w:r>
      <w:r w:rsidR="00256283">
        <w:t>aller à Boston</w:t>
      </w:r>
      <w:r>
        <w:t xml:space="preserve"> ; </w:t>
      </w:r>
      <w:r w:rsidR="00256283">
        <w:t>il pense pouvoir se cacher des quelques personnes qui le connaissent</w:t>
      </w:r>
      <w:r>
        <w:t xml:space="preserve"> – </w:t>
      </w:r>
      <w:proofErr w:type="spellStart"/>
      <w:r w:rsidR="00256283">
        <w:t>Wynant</w:t>
      </w:r>
      <w:proofErr w:type="spellEnd"/>
      <w:r w:rsidR="00256283">
        <w:t xml:space="preserve"> entre autres</w:t>
      </w:r>
      <w:r>
        <w:t xml:space="preserve">. </w:t>
      </w:r>
      <w:r w:rsidR="00256283">
        <w:t>Il y a aussi la prescription après sept ans pour les délits mineurs</w:t>
      </w:r>
      <w:r>
        <w:t xml:space="preserve">. </w:t>
      </w:r>
      <w:r w:rsidR="00256283">
        <w:t>Il ne court pas de risques</w:t>
      </w:r>
      <w:r>
        <w:t xml:space="preserve">. </w:t>
      </w:r>
      <w:r w:rsidR="00256283">
        <w:t xml:space="preserve">Dès que </w:t>
      </w:r>
      <w:proofErr w:type="spellStart"/>
      <w:r w:rsidR="00256283">
        <w:t>Wynant</w:t>
      </w:r>
      <w:proofErr w:type="spellEnd"/>
      <w:r w:rsidR="00256283">
        <w:t xml:space="preserve"> aura payé le couple repartira</w:t>
      </w:r>
      <w:r>
        <w:t>.</w:t>
      </w:r>
    </w:p>
    <w:p w14:paraId="74E15864" w14:textId="77777777" w:rsidR="00435B4F" w:rsidRDefault="00435B4F" w:rsidP="00256283">
      <w:r>
        <w:t>— </w:t>
      </w:r>
      <w:r w:rsidR="00256283">
        <w:t>Je n</w:t>
      </w:r>
      <w:r>
        <w:t>’</w:t>
      </w:r>
      <w:r w:rsidR="00256283">
        <w:t>aime pas beaucoup cette partie de l</w:t>
      </w:r>
      <w:r>
        <w:t>’</w:t>
      </w:r>
      <w:r w:rsidR="00256283">
        <w:t>histoire</w:t>
      </w:r>
      <w:r>
        <w:t xml:space="preserve">, </w:t>
      </w:r>
      <w:r w:rsidR="00256283">
        <w:t>dis-je</w:t>
      </w:r>
      <w:r>
        <w:t xml:space="preserve">, </w:t>
      </w:r>
      <w:r w:rsidR="00256283">
        <w:t>mais continuez</w:t>
      </w:r>
      <w:r>
        <w:t>.</w:t>
      </w:r>
    </w:p>
    <w:p w14:paraId="0408F103" w14:textId="77777777" w:rsidR="00435B4F" w:rsidRDefault="00435B4F" w:rsidP="00256283">
      <w:r>
        <w:t>— </w:t>
      </w:r>
      <w:r w:rsidR="00256283">
        <w:t>Le surlendemain de leur arrivée</w:t>
      </w:r>
      <w:r>
        <w:t xml:space="preserve">, </w:t>
      </w:r>
      <w:r w:rsidR="00256283">
        <w:t>Jorgensen rencontre une amie de sa première femme</w:t>
      </w:r>
      <w:r>
        <w:t xml:space="preserve"> – </w:t>
      </w:r>
      <w:r w:rsidR="00256283">
        <w:t>Olga Fenton</w:t>
      </w:r>
      <w:r>
        <w:t xml:space="preserve"> – </w:t>
      </w:r>
      <w:r w:rsidR="00256283">
        <w:t>qui le reconnaît</w:t>
      </w:r>
      <w:r>
        <w:t xml:space="preserve">. </w:t>
      </w:r>
      <w:r w:rsidR="00256283">
        <w:t>Il tente de la persuader de ne pas écrire à Boston</w:t>
      </w:r>
      <w:r>
        <w:t xml:space="preserve">, </w:t>
      </w:r>
      <w:r w:rsidR="00256283">
        <w:t>il raconte une histoire de cinéma</w:t>
      </w:r>
      <w:r>
        <w:t xml:space="preserve"> – </w:t>
      </w:r>
      <w:r w:rsidR="00256283">
        <w:t>il a une imagination du diable</w:t>
      </w:r>
      <w:r>
        <w:t xml:space="preserve"> – </w:t>
      </w:r>
      <w:r w:rsidR="00256283">
        <w:t>mais elle prévient tout de même Georgia et avertit Jorgensen de ce qu</w:t>
      </w:r>
      <w:r>
        <w:t>’</w:t>
      </w:r>
      <w:r w:rsidR="00256283">
        <w:t>elle a fait</w:t>
      </w:r>
      <w:r>
        <w:t xml:space="preserve">. </w:t>
      </w:r>
      <w:r w:rsidR="00256283">
        <w:t>L</w:t>
      </w:r>
      <w:r>
        <w:t>’</w:t>
      </w:r>
      <w:r w:rsidR="00256283">
        <w:t>homme file à Boston pour arranger l</w:t>
      </w:r>
      <w:r>
        <w:t>’</w:t>
      </w:r>
      <w:r w:rsidR="00256283">
        <w:t>affaire</w:t>
      </w:r>
      <w:r>
        <w:t xml:space="preserve">. </w:t>
      </w:r>
      <w:r w:rsidR="00256283">
        <w:t>Voilà</w:t>
      </w:r>
      <w:r>
        <w:t> !</w:t>
      </w:r>
    </w:p>
    <w:p w14:paraId="6612BD28" w14:textId="77777777" w:rsidR="00435B4F" w:rsidRDefault="00435B4F" w:rsidP="00256283">
      <w:r>
        <w:t>— </w:t>
      </w:r>
      <w:r w:rsidR="00256283">
        <w:t>Et sa visite au mont-de-piété</w:t>
      </w:r>
      <w:r>
        <w:t>.</w:t>
      </w:r>
    </w:p>
    <w:p w14:paraId="77EF82CA" w14:textId="77777777" w:rsidR="00435B4F" w:rsidRDefault="00435B4F" w:rsidP="00256283">
      <w:r>
        <w:t>— </w:t>
      </w:r>
      <w:r w:rsidR="00256283">
        <w:t>Il dit que</w:t>
      </w:r>
      <w:r>
        <w:t xml:space="preserve">, </w:t>
      </w:r>
      <w:r w:rsidR="00256283">
        <w:t>le train partant pour Boston quelques minutes après qu</w:t>
      </w:r>
      <w:r>
        <w:t>’</w:t>
      </w:r>
      <w:r w:rsidR="00256283">
        <w:t>Olga l</w:t>
      </w:r>
      <w:r>
        <w:t>’</w:t>
      </w:r>
      <w:r w:rsidR="00256283">
        <w:t>eût averti</w:t>
      </w:r>
      <w:r>
        <w:t xml:space="preserve">, </w:t>
      </w:r>
      <w:r w:rsidR="00256283">
        <w:t>il n</w:t>
      </w:r>
      <w:r>
        <w:t>’</w:t>
      </w:r>
      <w:r w:rsidR="00256283">
        <w:t>avait pas assez d</w:t>
      </w:r>
      <w:r>
        <w:t>’</w:t>
      </w:r>
      <w:r w:rsidR="00256283">
        <w:t>argent sur lui</w:t>
      </w:r>
      <w:r>
        <w:t xml:space="preserve">, </w:t>
      </w:r>
      <w:r w:rsidR="00256283">
        <w:t xml:space="preserve">ni le temps de rentrer au </w:t>
      </w:r>
      <w:proofErr w:type="spellStart"/>
      <w:r w:rsidR="00256283">
        <w:t>Courtland</w:t>
      </w:r>
      <w:proofErr w:type="spellEnd"/>
      <w:r>
        <w:t xml:space="preserve"> ; </w:t>
      </w:r>
      <w:r w:rsidR="00256283">
        <w:t>alors il a mis sa montre au clou</w:t>
      </w:r>
      <w:r>
        <w:t xml:space="preserve">. </w:t>
      </w:r>
      <w:r w:rsidR="00256283">
        <w:t>Nous avons vérifié</w:t>
      </w:r>
      <w:r>
        <w:t xml:space="preserve">, </w:t>
      </w:r>
      <w:r w:rsidR="00256283">
        <w:t>c</w:t>
      </w:r>
      <w:r>
        <w:t>’</w:t>
      </w:r>
      <w:r w:rsidR="00256283">
        <w:t>est vrai</w:t>
      </w:r>
      <w:r>
        <w:t>.</w:t>
      </w:r>
    </w:p>
    <w:p w14:paraId="3A7988BA" w14:textId="77777777" w:rsidR="00435B4F" w:rsidRDefault="00435B4F" w:rsidP="00256283">
      <w:r>
        <w:t>— </w:t>
      </w:r>
      <w:r w:rsidR="00256283">
        <w:t>Avez-vous vu la montre</w:t>
      </w:r>
      <w:r>
        <w:t> ?</w:t>
      </w:r>
    </w:p>
    <w:p w14:paraId="637F1F76" w14:textId="77777777" w:rsidR="00435B4F" w:rsidRDefault="00435B4F" w:rsidP="00256283">
      <w:r>
        <w:t>— </w:t>
      </w:r>
      <w:r w:rsidR="00256283">
        <w:t>Non</w:t>
      </w:r>
      <w:r>
        <w:t xml:space="preserve">. </w:t>
      </w:r>
      <w:r w:rsidR="00256283">
        <w:t>Pourquoi</w:t>
      </w:r>
      <w:r>
        <w:t> ?</w:t>
      </w:r>
    </w:p>
    <w:p w14:paraId="1EE6CE2E" w14:textId="77777777" w:rsidR="00435B4F" w:rsidRDefault="00435B4F" w:rsidP="00256283">
      <w:r>
        <w:lastRenderedPageBreak/>
        <w:t>— </w:t>
      </w:r>
      <w:r w:rsidR="00256283">
        <w:t>Vous ne pensez pas qu</w:t>
      </w:r>
      <w:r>
        <w:t>’</w:t>
      </w:r>
      <w:r w:rsidR="00256283">
        <w:t>elle ait jamais été au bout de la chaîne dont Mimi vous a remis un fragment</w:t>
      </w:r>
      <w:r>
        <w:t> ?</w:t>
      </w:r>
    </w:p>
    <w:p w14:paraId="17808C29" w14:textId="77777777" w:rsidR="00435B4F" w:rsidRDefault="00256283" w:rsidP="00256283">
      <w:proofErr w:type="spellStart"/>
      <w:r>
        <w:t>Guild</w:t>
      </w:r>
      <w:proofErr w:type="spellEnd"/>
      <w:r>
        <w:t xml:space="preserve"> sursauta</w:t>
      </w:r>
      <w:r w:rsidR="00435B4F">
        <w:t>.</w:t>
      </w:r>
    </w:p>
    <w:p w14:paraId="398DC561" w14:textId="77777777" w:rsidR="00435B4F" w:rsidRDefault="00435B4F" w:rsidP="00256283">
      <w:r>
        <w:t>— </w:t>
      </w:r>
      <w:r w:rsidR="00256283">
        <w:t>Nom de Dieu</w:t>
      </w:r>
      <w:r>
        <w:t xml:space="preserve"> ! </w:t>
      </w:r>
      <w:r w:rsidR="00256283">
        <w:t>fit-il</w:t>
      </w:r>
      <w:r>
        <w:t>.</w:t>
      </w:r>
    </w:p>
    <w:p w14:paraId="0ED9F4D4" w14:textId="77777777" w:rsidR="00435B4F" w:rsidRDefault="00256283" w:rsidP="00256283">
      <w:r>
        <w:t>Il me regarda d</w:t>
      </w:r>
      <w:r w:rsidR="00435B4F">
        <w:t>’</w:t>
      </w:r>
      <w:r>
        <w:t>un air soupçonneux</w:t>
      </w:r>
      <w:r w:rsidR="00435B4F">
        <w:t>.</w:t>
      </w:r>
    </w:p>
    <w:p w14:paraId="5A9233A5" w14:textId="77777777" w:rsidR="00435B4F" w:rsidRDefault="00435B4F" w:rsidP="00256283">
      <w:r>
        <w:t>— </w:t>
      </w:r>
      <w:r w:rsidR="00256283">
        <w:t>Savez-vous quelque chose</w:t>
      </w:r>
      <w:r>
        <w:t xml:space="preserve"> ? </w:t>
      </w:r>
      <w:r w:rsidR="00256283">
        <w:t>demanda-t-il</w:t>
      </w:r>
      <w:r>
        <w:t>.</w:t>
      </w:r>
    </w:p>
    <w:p w14:paraId="35D4177C" w14:textId="77777777" w:rsidR="00435B4F" w:rsidRDefault="00435B4F" w:rsidP="00256283">
      <w:r>
        <w:t>— </w:t>
      </w:r>
      <w:r w:rsidR="00256283">
        <w:t>Non</w:t>
      </w:r>
      <w:r>
        <w:t xml:space="preserve">, </w:t>
      </w:r>
      <w:r w:rsidR="00256283">
        <w:t>rien de particulier</w:t>
      </w:r>
      <w:r>
        <w:t xml:space="preserve">. </w:t>
      </w:r>
      <w:r w:rsidR="00256283">
        <w:t>Que pense Jorgensen des deux crimes</w:t>
      </w:r>
      <w:r>
        <w:t xml:space="preserve">. ? </w:t>
      </w:r>
      <w:r w:rsidR="00256283">
        <w:t>Qui accuse-t-il</w:t>
      </w:r>
      <w:r>
        <w:t> ?</w:t>
      </w:r>
    </w:p>
    <w:p w14:paraId="2495C205" w14:textId="77777777" w:rsidR="00435B4F" w:rsidRDefault="00435B4F" w:rsidP="00256283">
      <w:r>
        <w:t>— </w:t>
      </w:r>
      <w:proofErr w:type="spellStart"/>
      <w:r w:rsidR="00256283">
        <w:t>Wynant</w:t>
      </w:r>
      <w:proofErr w:type="spellEnd"/>
      <w:r>
        <w:t xml:space="preserve">. </w:t>
      </w:r>
      <w:r w:rsidR="00256283">
        <w:t>Il avait d</w:t>
      </w:r>
      <w:r>
        <w:t>’</w:t>
      </w:r>
      <w:r w:rsidR="00256283">
        <w:t>abord soupçonné Mimi</w:t>
      </w:r>
      <w:r>
        <w:t xml:space="preserve">, </w:t>
      </w:r>
      <w:r w:rsidR="00256283">
        <w:t>mais elle s</w:t>
      </w:r>
      <w:r>
        <w:t>’</w:t>
      </w:r>
      <w:r w:rsidR="00256283">
        <w:t>est justifiée à ses yeux sans lui dire quelle preuve elle détenait contre son ex-mari</w:t>
      </w:r>
      <w:r>
        <w:t xml:space="preserve">. </w:t>
      </w:r>
      <w:r w:rsidR="00256283">
        <w:t>Peut-être l</w:t>
      </w:r>
      <w:r>
        <w:t>’</w:t>
      </w:r>
      <w:r w:rsidR="00256283">
        <w:t>homme veut-il se tirer d</w:t>
      </w:r>
      <w:r>
        <w:t>’</w:t>
      </w:r>
      <w:r w:rsidR="00256283">
        <w:t>affaire ainsi</w:t>
      </w:r>
      <w:r>
        <w:t xml:space="preserve">, </w:t>
      </w:r>
      <w:r w:rsidR="00256283">
        <w:t>mais je crois plutôt que le couple avait décidé de faire chanter l</w:t>
      </w:r>
      <w:r>
        <w:t>’</w:t>
      </w:r>
      <w:r w:rsidR="00256283">
        <w:t>inventeur</w:t>
      </w:r>
      <w:r>
        <w:t>.</w:t>
      </w:r>
    </w:p>
    <w:p w14:paraId="204108B8" w14:textId="77777777" w:rsidR="00435B4F" w:rsidRDefault="00435B4F" w:rsidP="00256283">
      <w:r>
        <w:t>— </w:t>
      </w:r>
      <w:r w:rsidR="00256283">
        <w:t>Dans ce cas</w:t>
      </w:r>
      <w:r>
        <w:t xml:space="preserve">, </w:t>
      </w:r>
      <w:r w:rsidR="00256283">
        <w:t>vous pensez qu</w:t>
      </w:r>
      <w:r>
        <w:t>’</w:t>
      </w:r>
      <w:r w:rsidR="00256283">
        <w:t>elle aurait vraiment trouvé la chaîne dans la main de Julia</w:t>
      </w:r>
      <w:r>
        <w:t> ?</w:t>
      </w:r>
    </w:p>
    <w:p w14:paraId="79F83895" w14:textId="77777777" w:rsidR="00435B4F" w:rsidRDefault="00435B4F" w:rsidP="00256283">
      <w:r>
        <w:t>— </w:t>
      </w:r>
      <w:r w:rsidR="00256283">
        <w:t>Peut-être</w:t>
      </w:r>
      <w:r>
        <w:t xml:space="preserve">. </w:t>
      </w:r>
      <w:r w:rsidR="00256283">
        <w:t>Même si elle l</w:t>
      </w:r>
      <w:r>
        <w:t>’</w:t>
      </w:r>
      <w:r w:rsidR="00256283">
        <w:t>y a placée</w:t>
      </w:r>
      <w:r>
        <w:t xml:space="preserve">, </w:t>
      </w:r>
      <w:r w:rsidR="00256283">
        <w:t>cela pourrait être suffisant pour tirer de l</w:t>
      </w:r>
      <w:r>
        <w:t>’</w:t>
      </w:r>
      <w:r w:rsidR="00256283">
        <w:t xml:space="preserve">argent de </w:t>
      </w:r>
      <w:proofErr w:type="spellStart"/>
      <w:r w:rsidR="00256283">
        <w:t>Wynant</w:t>
      </w:r>
      <w:proofErr w:type="spellEnd"/>
      <w:r>
        <w:t>.</w:t>
      </w:r>
    </w:p>
    <w:p w14:paraId="429F9FBE" w14:textId="77777777" w:rsidR="00435B4F" w:rsidRDefault="00435B4F" w:rsidP="00256283">
      <w:r>
        <w:t>— </w:t>
      </w:r>
      <w:r w:rsidR="00256283">
        <w:t>Tout cela est bien compliqué</w:t>
      </w:r>
      <w:r>
        <w:t xml:space="preserve">, </w:t>
      </w:r>
      <w:r w:rsidR="00256283">
        <w:t>remarquai-je</w:t>
      </w:r>
      <w:r>
        <w:t xml:space="preserve">. </w:t>
      </w:r>
      <w:r w:rsidR="00256283">
        <w:t xml:space="preserve">Vous êtes-vous renseigné sur Face </w:t>
      </w:r>
      <w:proofErr w:type="spellStart"/>
      <w:r w:rsidR="00256283">
        <w:t>Peppler</w:t>
      </w:r>
      <w:proofErr w:type="spellEnd"/>
      <w:r>
        <w:t> ?</w:t>
      </w:r>
    </w:p>
    <w:p w14:paraId="00C0205B" w14:textId="77777777" w:rsidR="00435B4F" w:rsidRDefault="00435B4F" w:rsidP="00256283">
      <w:r>
        <w:t>— </w:t>
      </w:r>
      <w:r w:rsidR="00256283">
        <w:t>Il sort de prison la semaine prochaine</w:t>
      </w:r>
      <w:r>
        <w:t xml:space="preserve">. </w:t>
      </w:r>
      <w:r w:rsidR="00256283">
        <w:t>La bague de fiançailles vient de lui</w:t>
      </w:r>
      <w:r>
        <w:t xml:space="preserve">. </w:t>
      </w:r>
      <w:r w:rsidR="00256283">
        <w:t>Il l</w:t>
      </w:r>
      <w:r>
        <w:t>’</w:t>
      </w:r>
      <w:r w:rsidR="00256283">
        <w:t>a fait envoyer par un ami libéré avant lui</w:t>
      </w:r>
      <w:r>
        <w:t xml:space="preserve">. </w:t>
      </w:r>
      <w:r w:rsidR="00256283">
        <w:t>D</w:t>
      </w:r>
      <w:r>
        <w:t>’</w:t>
      </w:r>
      <w:r w:rsidR="00256283">
        <w:t>après la correspondance échangée entre Julia et Face</w:t>
      </w:r>
      <w:r>
        <w:t xml:space="preserve">, </w:t>
      </w:r>
      <w:r w:rsidR="00256283">
        <w:t>ils avaient l</w:t>
      </w:r>
      <w:r>
        <w:t>’</w:t>
      </w:r>
      <w:r w:rsidR="00256283">
        <w:t>intention de se marier</w:t>
      </w:r>
      <w:r>
        <w:t xml:space="preserve">, </w:t>
      </w:r>
      <w:r w:rsidR="00256283">
        <w:t>peut-être même de redevenir honnêtes</w:t>
      </w:r>
      <w:r>
        <w:t xml:space="preserve">, </w:t>
      </w:r>
      <w:r w:rsidR="00256283">
        <w:t>prétend le directeur de la prison</w:t>
      </w:r>
      <w:r>
        <w:t xml:space="preserve">. </w:t>
      </w:r>
      <w:r w:rsidR="00256283">
        <w:t xml:space="preserve">Si </w:t>
      </w:r>
      <w:proofErr w:type="spellStart"/>
      <w:r w:rsidR="00256283">
        <w:t>Wynant</w:t>
      </w:r>
      <w:proofErr w:type="spellEnd"/>
      <w:r w:rsidR="00256283">
        <w:t xml:space="preserve"> était au courant</w:t>
      </w:r>
      <w:r>
        <w:t xml:space="preserve">, </w:t>
      </w:r>
      <w:r w:rsidR="00256283">
        <w:t>s</w:t>
      </w:r>
      <w:r>
        <w:t>’</w:t>
      </w:r>
      <w:r w:rsidR="00256283">
        <w:t>il a vu la bague</w:t>
      </w:r>
      <w:r>
        <w:t xml:space="preserve">, </w:t>
      </w:r>
      <w:r w:rsidR="00256283">
        <w:t>cela a pu exaspérer sa jalousie</w:t>
      </w:r>
      <w:r>
        <w:t>…</w:t>
      </w:r>
    </w:p>
    <w:p w14:paraId="65A5FED9" w14:textId="77777777" w:rsidR="00435B4F" w:rsidRDefault="00256283" w:rsidP="00256283">
      <w:r>
        <w:t>Il s</w:t>
      </w:r>
      <w:r w:rsidR="00435B4F">
        <w:t>’</w:t>
      </w:r>
      <w:r>
        <w:t>interrompit pour répondre au téléphone</w:t>
      </w:r>
      <w:r w:rsidR="00435B4F">
        <w:t>.</w:t>
      </w:r>
    </w:p>
    <w:p w14:paraId="2C2EC917" w14:textId="77777777" w:rsidR="00435B4F" w:rsidRDefault="00435B4F" w:rsidP="00256283">
      <w:r>
        <w:lastRenderedPageBreak/>
        <w:t>— </w:t>
      </w:r>
      <w:r w:rsidR="00256283">
        <w:t>Allo</w:t>
      </w:r>
      <w:r>
        <w:t xml:space="preserve"> ?… </w:t>
      </w:r>
      <w:r w:rsidR="00256283">
        <w:t>Oui</w:t>
      </w:r>
      <w:r>
        <w:t xml:space="preserve">… </w:t>
      </w:r>
      <w:r w:rsidR="00256283">
        <w:t>Quoi</w:t>
      </w:r>
      <w:r>
        <w:t xml:space="preserve">… </w:t>
      </w:r>
      <w:r w:rsidR="00256283">
        <w:t>Certainement</w:t>
      </w:r>
      <w:r>
        <w:t xml:space="preserve">… </w:t>
      </w:r>
      <w:r w:rsidR="00256283">
        <w:t>Laissez quelqu</w:t>
      </w:r>
      <w:r>
        <w:t>’</w:t>
      </w:r>
      <w:r w:rsidR="00256283">
        <w:t>un sur place</w:t>
      </w:r>
      <w:r>
        <w:t> !</w:t>
      </w:r>
    </w:p>
    <w:p w14:paraId="19E538C5" w14:textId="77777777" w:rsidR="00435B4F" w:rsidRDefault="00435B4F" w:rsidP="00256283">
      <w:r>
        <w:t>— </w:t>
      </w:r>
      <w:r w:rsidR="00256283">
        <w:t>Encore une piste pour le crime d</w:t>
      </w:r>
      <w:r>
        <w:t>’</w:t>
      </w:r>
      <w:r w:rsidR="00256283">
        <w:t>hier</w:t>
      </w:r>
      <w:r>
        <w:t xml:space="preserve">, </w:t>
      </w:r>
      <w:r w:rsidR="00256283">
        <w:t>dans la Vingt-neuvième rue</w:t>
      </w:r>
      <w:r>
        <w:t xml:space="preserve"> ! </w:t>
      </w:r>
      <w:r w:rsidR="00256283">
        <w:t>dit-il</w:t>
      </w:r>
      <w:r>
        <w:t>.</w:t>
      </w:r>
    </w:p>
    <w:p w14:paraId="09BFA700" w14:textId="77777777" w:rsidR="00435B4F" w:rsidRDefault="00435B4F" w:rsidP="00256283">
      <w:r>
        <w:t>— </w:t>
      </w:r>
      <w:r w:rsidR="00256283">
        <w:t>Ah</w:t>
      </w:r>
      <w:r>
        <w:t xml:space="preserve">, </w:t>
      </w:r>
      <w:r w:rsidR="00256283">
        <w:t>fis-je</w:t>
      </w:r>
      <w:r>
        <w:t xml:space="preserve">, </w:t>
      </w:r>
      <w:r w:rsidR="00256283">
        <w:t>j</w:t>
      </w:r>
      <w:r>
        <w:t>’</w:t>
      </w:r>
      <w:r w:rsidR="00256283">
        <w:t xml:space="preserve">avais entendu prononcer le mot </w:t>
      </w:r>
      <w:proofErr w:type="spellStart"/>
      <w:r w:rsidR="00256283">
        <w:t>Wynant</w:t>
      </w:r>
      <w:proofErr w:type="spellEnd"/>
      <w:r>
        <w:t> !</w:t>
      </w:r>
    </w:p>
    <w:p w14:paraId="18765EC7" w14:textId="77777777" w:rsidR="00435B4F" w:rsidRDefault="00256283" w:rsidP="00256283">
      <w:proofErr w:type="spellStart"/>
      <w:r>
        <w:t>Guild</w:t>
      </w:r>
      <w:proofErr w:type="spellEnd"/>
      <w:r>
        <w:t xml:space="preserve"> rougit</w:t>
      </w:r>
      <w:r w:rsidR="00435B4F">
        <w:t>.</w:t>
      </w:r>
    </w:p>
    <w:p w14:paraId="101EBF7A" w14:textId="77777777" w:rsidR="00435B4F" w:rsidRDefault="00435B4F" w:rsidP="00256283">
      <w:r>
        <w:t>— </w:t>
      </w:r>
      <w:r w:rsidR="00256283">
        <w:t>Non</w:t>
      </w:r>
      <w:r>
        <w:t xml:space="preserve">, </w:t>
      </w:r>
      <w:r w:rsidR="00256283">
        <w:t>une consonance</w:t>
      </w:r>
      <w:r>
        <w:t xml:space="preserve">, </w:t>
      </w:r>
      <w:r w:rsidR="00256283">
        <w:t>sans doute</w:t>
      </w:r>
      <w:r>
        <w:t xml:space="preserve">. </w:t>
      </w:r>
      <w:r w:rsidR="00256283">
        <w:t>À propos</w:t>
      </w:r>
      <w:r>
        <w:t xml:space="preserve">, </w:t>
      </w:r>
      <w:r w:rsidR="00256283">
        <w:t xml:space="preserve">nous avons trouvé </w:t>
      </w:r>
      <w:proofErr w:type="spellStart"/>
      <w:r w:rsidR="00256283">
        <w:t>Sparrow</w:t>
      </w:r>
      <w:proofErr w:type="spellEnd"/>
      <w:r>
        <w:t>.</w:t>
      </w:r>
    </w:p>
    <w:p w14:paraId="06A4743B" w14:textId="77777777" w:rsidR="00435B4F" w:rsidRDefault="00435B4F" w:rsidP="00256283">
      <w:r>
        <w:t>— </w:t>
      </w:r>
      <w:r w:rsidR="00256283">
        <w:t>Ah</w:t>
      </w:r>
      <w:r>
        <w:t> !</w:t>
      </w:r>
    </w:p>
    <w:p w14:paraId="6E0BA4CB" w14:textId="77777777" w:rsidR="00435B4F" w:rsidRDefault="00435B4F" w:rsidP="00256283">
      <w:r>
        <w:t>— </w:t>
      </w:r>
      <w:r w:rsidR="00256283">
        <w:t>Rien d</w:t>
      </w:r>
      <w:r>
        <w:t>’</w:t>
      </w:r>
      <w:r w:rsidR="00256283">
        <w:t>intéressant</w:t>
      </w:r>
      <w:r>
        <w:t xml:space="preserve">. </w:t>
      </w:r>
      <w:r w:rsidR="00256283">
        <w:t>Il s</w:t>
      </w:r>
      <w:r>
        <w:t>’</w:t>
      </w:r>
      <w:r w:rsidR="00256283">
        <w:t xml:space="preserve">appelle en réalité Jim </w:t>
      </w:r>
      <w:proofErr w:type="spellStart"/>
      <w:r w:rsidR="00256283">
        <w:t>Brophy</w:t>
      </w:r>
      <w:proofErr w:type="spellEnd"/>
      <w:r>
        <w:t xml:space="preserve">. </w:t>
      </w:r>
      <w:r w:rsidR="00256283">
        <w:t>Il écrit des pièces de théâtre et Miriam doit en jouer une</w:t>
      </w:r>
      <w:r>
        <w:t xml:space="preserve">. </w:t>
      </w:r>
      <w:r w:rsidR="00256283">
        <w:t>Il était saoul</w:t>
      </w:r>
      <w:r>
        <w:t xml:space="preserve"> ; </w:t>
      </w:r>
      <w:r w:rsidR="00256283">
        <w:t>il a voulu montrer à sa nouvelle conquête qu</w:t>
      </w:r>
      <w:r>
        <w:t>’</w:t>
      </w:r>
      <w:r w:rsidR="00256283">
        <w:t>il était courageux</w:t>
      </w:r>
      <w:r>
        <w:t> !</w:t>
      </w:r>
    </w:p>
    <w:p w14:paraId="4FBDE3C6" w14:textId="77777777" w:rsidR="00435B4F" w:rsidRDefault="00435B4F" w:rsidP="00256283">
      <w:r>
        <w:t>— </w:t>
      </w:r>
      <w:r w:rsidR="00256283">
        <w:t>J</w:t>
      </w:r>
      <w:r>
        <w:t>’</w:t>
      </w:r>
      <w:r w:rsidR="00256283">
        <w:t>espère que vous n</w:t>
      </w:r>
      <w:r>
        <w:t>’</w:t>
      </w:r>
      <w:r w:rsidR="00256283">
        <w:t xml:space="preserve">avez pas inquiété </w:t>
      </w:r>
      <w:proofErr w:type="spellStart"/>
      <w:r w:rsidR="00256283">
        <w:t>Studsy</w:t>
      </w:r>
      <w:proofErr w:type="spellEnd"/>
      <w:r>
        <w:t> ?</w:t>
      </w:r>
    </w:p>
    <w:p w14:paraId="42D80FA7" w14:textId="77777777" w:rsidR="00435B4F" w:rsidRDefault="00435B4F" w:rsidP="00256283">
      <w:r>
        <w:t>— </w:t>
      </w:r>
      <w:r w:rsidR="00256283">
        <w:t>Est-ce un de vos amis</w:t>
      </w:r>
      <w:r>
        <w:t xml:space="preserve"> ? </w:t>
      </w:r>
      <w:r w:rsidR="00256283">
        <w:t>Il a été condamné</w:t>
      </w:r>
      <w:r>
        <w:t xml:space="preserve">, </w:t>
      </w:r>
      <w:r w:rsidR="00256283">
        <w:t>plusieurs fois</w:t>
      </w:r>
      <w:r>
        <w:t> !</w:t>
      </w:r>
    </w:p>
    <w:p w14:paraId="75DD42A5" w14:textId="77777777" w:rsidR="00435B4F" w:rsidRDefault="00435B4F" w:rsidP="00256283">
      <w:r>
        <w:t>— </w:t>
      </w:r>
      <w:r w:rsidR="00256283">
        <w:t>Je sais</w:t>
      </w:r>
      <w:r>
        <w:t xml:space="preserve">, </w:t>
      </w:r>
      <w:r w:rsidR="00256283">
        <w:t>j</w:t>
      </w:r>
      <w:r>
        <w:t>’</w:t>
      </w:r>
      <w:r w:rsidR="00256283">
        <w:t>y ai contribué</w:t>
      </w:r>
      <w:r>
        <w:t xml:space="preserve">, </w:t>
      </w:r>
      <w:r w:rsidR="00256283">
        <w:t>répondis-je</w:t>
      </w:r>
      <w:r>
        <w:t>.</w:t>
      </w:r>
    </w:p>
    <w:p w14:paraId="4452B0FF" w14:textId="77777777" w:rsidR="00435B4F" w:rsidRDefault="00256283" w:rsidP="00256283">
      <w:r>
        <w:t>Je me levai et pris mon chapeau et mon pardessus</w:t>
      </w:r>
      <w:r w:rsidR="00435B4F">
        <w:t>.</w:t>
      </w:r>
    </w:p>
    <w:p w14:paraId="335D069F" w14:textId="77777777" w:rsidR="00435B4F" w:rsidRDefault="00435B4F" w:rsidP="00256283">
      <w:r>
        <w:t>— </w:t>
      </w:r>
      <w:r w:rsidR="00256283">
        <w:t>Je vois que vous êtes très occupé</w:t>
      </w:r>
      <w:r>
        <w:t xml:space="preserve">, </w:t>
      </w:r>
      <w:r w:rsidR="00256283">
        <w:t>dis-je</w:t>
      </w:r>
      <w:r>
        <w:t xml:space="preserve">, </w:t>
      </w:r>
      <w:r w:rsidR="00256283">
        <w:t>je vous laisse</w:t>
      </w:r>
      <w:r>
        <w:t>…</w:t>
      </w:r>
    </w:p>
    <w:p w14:paraId="12D3CF64" w14:textId="77777777" w:rsidR="00435B4F" w:rsidRDefault="00435B4F" w:rsidP="00256283">
      <w:r>
        <w:t>— </w:t>
      </w:r>
      <w:r w:rsidR="00256283">
        <w:t>Non</w:t>
      </w:r>
      <w:r>
        <w:t xml:space="preserve">, </w:t>
      </w:r>
      <w:r w:rsidR="00256283">
        <w:t>non</w:t>
      </w:r>
      <w:r>
        <w:t xml:space="preserve">, </w:t>
      </w:r>
      <w:r w:rsidR="00256283">
        <w:t>fit-il</w:t>
      </w:r>
      <w:r>
        <w:t xml:space="preserve">, </w:t>
      </w:r>
      <w:r w:rsidR="00256283">
        <w:t>restez</w:t>
      </w:r>
      <w:r>
        <w:t xml:space="preserve"> ; </w:t>
      </w:r>
      <w:r w:rsidR="00256283">
        <w:t xml:space="preserve">le petit </w:t>
      </w:r>
      <w:proofErr w:type="spellStart"/>
      <w:r w:rsidR="00256283">
        <w:t>Wynant</w:t>
      </w:r>
      <w:proofErr w:type="spellEnd"/>
      <w:r w:rsidR="00256283">
        <w:t xml:space="preserve"> sera bientôt là et je puis avoir besoin de vos services</w:t>
      </w:r>
      <w:r>
        <w:t>.</w:t>
      </w:r>
    </w:p>
    <w:p w14:paraId="62C7E9B2" w14:textId="77777777" w:rsidR="00435B4F" w:rsidRDefault="00256283" w:rsidP="00256283">
      <w:r>
        <w:t>Je me rassis</w:t>
      </w:r>
      <w:r w:rsidR="00435B4F">
        <w:t xml:space="preserve">. </w:t>
      </w:r>
      <w:r>
        <w:t>La sonnerie du téléphone résonna de nouveau</w:t>
      </w:r>
      <w:r w:rsidR="00435B4F">
        <w:t>.</w:t>
      </w:r>
    </w:p>
    <w:p w14:paraId="2A5D3E9D" w14:textId="77777777" w:rsidR="00435B4F" w:rsidRDefault="00435B4F" w:rsidP="00256283">
      <w:r>
        <w:t>— </w:t>
      </w:r>
      <w:r w:rsidR="00256283">
        <w:t>Oui</w:t>
      </w:r>
      <w:r>
        <w:t xml:space="preserve">, </w:t>
      </w:r>
      <w:r w:rsidR="00256283">
        <w:t>oui</w:t>
      </w:r>
      <w:r>
        <w:t xml:space="preserve">, </w:t>
      </w:r>
      <w:r w:rsidR="00256283">
        <w:t xml:space="preserve">fit </w:t>
      </w:r>
      <w:proofErr w:type="spellStart"/>
      <w:r w:rsidR="00256283">
        <w:t>Guild</w:t>
      </w:r>
      <w:proofErr w:type="spellEnd"/>
      <w:r>
        <w:t xml:space="preserve">, </w:t>
      </w:r>
      <w:r w:rsidR="00256283">
        <w:t>amenez-le</w:t>
      </w:r>
      <w:r>
        <w:t> !</w:t>
      </w:r>
    </w:p>
    <w:p w14:paraId="5637C48E" w14:textId="77777777" w:rsidR="00435B4F" w:rsidRDefault="00256283" w:rsidP="00256283">
      <w:r>
        <w:lastRenderedPageBreak/>
        <w:t>Il se renversa dans son fauteuil et mit les pieds sur son bureau</w:t>
      </w:r>
      <w:r w:rsidR="00435B4F">
        <w:t>.</w:t>
      </w:r>
    </w:p>
    <w:p w14:paraId="347C6C47" w14:textId="77777777" w:rsidR="00435B4F" w:rsidRDefault="00435B4F" w:rsidP="00256283">
      <w:r>
        <w:t>— </w:t>
      </w:r>
      <w:r w:rsidR="00256283">
        <w:t>Mr</w:t>
      </w:r>
      <w:r>
        <w:t xml:space="preserve">. </w:t>
      </w:r>
      <w:r w:rsidR="00256283">
        <w:t>Charles</w:t>
      </w:r>
      <w:r>
        <w:t xml:space="preserve">, </w:t>
      </w:r>
      <w:r w:rsidR="00256283">
        <w:t>dit-il</w:t>
      </w:r>
      <w:r>
        <w:t xml:space="preserve">, </w:t>
      </w:r>
      <w:r w:rsidR="00256283">
        <w:t>vous ne connaîtriez pas</w:t>
      </w:r>
      <w:r>
        <w:t xml:space="preserve">, </w:t>
      </w:r>
      <w:r w:rsidR="00256283">
        <w:t>en Californie</w:t>
      </w:r>
      <w:r>
        <w:t xml:space="preserve">, </w:t>
      </w:r>
      <w:r w:rsidR="00256283">
        <w:t>une petite ferme</w:t>
      </w:r>
      <w:r>
        <w:t>…</w:t>
      </w:r>
    </w:p>
    <w:p w14:paraId="2452C0D4" w14:textId="77777777" w:rsidR="00435B4F" w:rsidRDefault="00256283" w:rsidP="00256283">
      <w:r>
        <w:t>La porte s</w:t>
      </w:r>
      <w:r w:rsidR="00435B4F">
        <w:t>’</w:t>
      </w:r>
      <w:r>
        <w:t>ouvrit et un inspecteur à cheveux rouges poussa Gilbert sur le seuil</w:t>
      </w:r>
      <w:r w:rsidR="00435B4F">
        <w:t xml:space="preserve">. </w:t>
      </w:r>
      <w:r>
        <w:t>Le jeune homme avait un œil poché et son pantalon était déchiré au genou</w:t>
      </w:r>
      <w:r w:rsidR="00435B4F">
        <w:t>.</w:t>
      </w:r>
    </w:p>
    <w:p w14:paraId="15BC411C" w14:textId="77777777" w:rsidR="00435B4F" w:rsidRDefault="00256283" w:rsidP="003D5E6A">
      <w:pPr>
        <w:pStyle w:val="Titre1"/>
      </w:pPr>
      <w:bookmarkStart w:id="61" w:name="__RefHeading__84_1831309079"/>
      <w:bookmarkStart w:id="62" w:name="_Toc202285681"/>
      <w:bookmarkEnd w:id="61"/>
      <w:r>
        <w:lastRenderedPageBreak/>
        <w:t>XXVIII</w:t>
      </w:r>
      <w:bookmarkEnd w:id="62"/>
    </w:p>
    <w:p w14:paraId="721A9C92" w14:textId="77777777" w:rsidR="00435B4F" w:rsidRDefault="00435B4F" w:rsidP="00256283">
      <w:r>
        <w:t>— </w:t>
      </w:r>
      <w:r w:rsidR="00256283">
        <w:t>Quand vous demandez que l</w:t>
      </w:r>
      <w:r>
        <w:t>’</w:t>
      </w:r>
      <w:r w:rsidR="00256283">
        <w:t>on vous amène quelqu</w:t>
      </w:r>
      <w:r>
        <w:t>’</w:t>
      </w:r>
      <w:r w:rsidR="00256283">
        <w:t>un</w:t>
      </w:r>
      <w:r>
        <w:t xml:space="preserve">, </w:t>
      </w:r>
      <w:r w:rsidR="00256283">
        <w:t xml:space="preserve">dis-je à </w:t>
      </w:r>
      <w:proofErr w:type="spellStart"/>
      <w:r w:rsidR="00256283">
        <w:t>Guild</w:t>
      </w:r>
      <w:proofErr w:type="spellEnd"/>
      <w:r w:rsidR="00256283">
        <w:t xml:space="preserve"> en riant</w:t>
      </w:r>
      <w:r>
        <w:t xml:space="preserve">, </w:t>
      </w:r>
      <w:r w:rsidR="00256283">
        <w:t>on vous l</w:t>
      </w:r>
      <w:r>
        <w:t>’</w:t>
      </w:r>
      <w:r w:rsidR="00256283">
        <w:t>amène</w:t>
      </w:r>
      <w:r>
        <w:t xml:space="preserve">… </w:t>
      </w:r>
      <w:r w:rsidR="00256283">
        <w:t>mort ou vif</w:t>
      </w:r>
      <w:r>
        <w:t> !</w:t>
      </w:r>
    </w:p>
    <w:p w14:paraId="01F57F3C" w14:textId="77777777" w:rsidR="00435B4F" w:rsidRDefault="00435B4F" w:rsidP="00256283">
      <w:r>
        <w:t>— </w:t>
      </w:r>
      <w:r w:rsidR="00256283">
        <w:t>Attendez</w:t>
      </w:r>
      <w:r>
        <w:t xml:space="preserve"> ! </w:t>
      </w:r>
      <w:r w:rsidR="00256283">
        <w:t>dit-il</w:t>
      </w:r>
      <w:r>
        <w:t xml:space="preserve">, </w:t>
      </w:r>
      <w:r w:rsidR="00256283">
        <w:t>et vous aurez d</w:t>
      </w:r>
      <w:r>
        <w:t>’</w:t>
      </w:r>
      <w:r w:rsidR="00256283">
        <w:t>autres surprises</w:t>
      </w:r>
      <w:r>
        <w:t>.</w:t>
      </w:r>
    </w:p>
    <w:p w14:paraId="421ECD61" w14:textId="77777777" w:rsidR="00435B4F" w:rsidRDefault="00256283" w:rsidP="00256283">
      <w:r>
        <w:t>Il se tourna vers Flint</w:t>
      </w:r>
      <w:r w:rsidR="00435B4F">
        <w:t xml:space="preserve">, </w:t>
      </w:r>
      <w:r>
        <w:t>l</w:t>
      </w:r>
      <w:r w:rsidR="00435B4F">
        <w:t>’</w:t>
      </w:r>
      <w:r>
        <w:t>inspecteur aux cheveux rouges</w:t>
      </w:r>
      <w:r w:rsidR="00435B4F">
        <w:t>.</w:t>
      </w:r>
    </w:p>
    <w:p w14:paraId="32B9DF01" w14:textId="77777777" w:rsidR="00435B4F" w:rsidRDefault="00435B4F" w:rsidP="00256283">
      <w:r>
        <w:t>— </w:t>
      </w:r>
      <w:r w:rsidR="00256283">
        <w:t>Allez</w:t>
      </w:r>
      <w:r>
        <w:t xml:space="preserve">, </w:t>
      </w:r>
      <w:r w:rsidR="00256283">
        <w:t>dit-il</w:t>
      </w:r>
      <w:r>
        <w:t xml:space="preserve">, </w:t>
      </w:r>
      <w:r w:rsidR="00256283">
        <w:t>racontez</w:t>
      </w:r>
      <w:r>
        <w:t>.</w:t>
      </w:r>
    </w:p>
    <w:p w14:paraId="1FACEEE6" w14:textId="77777777" w:rsidR="00435B4F" w:rsidRDefault="00256283" w:rsidP="00256283">
      <w:r>
        <w:t>Flint passa le dos de sa main sur ses lèvres</w:t>
      </w:r>
      <w:r w:rsidR="00435B4F">
        <w:t>.</w:t>
      </w:r>
    </w:p>
    <w:p w14:paraId="4855B69C" w14:textId="77777777" w:rsidR="00435B4F" w:rsidRDefault="00435B4F" w:rsidP="00256283">
      <w:r>
        <w:t>— </w:t>
      </w:r>
      <w:r w:rsidR="00256283">
        <w:t>C</w:t>
      </w:r>
      <w:r>
        <w:t>’</w:t>
      </w:r>
      <w:r w:rsidR="00256283">
        <w:t>est pas un jeune homme</w:t>
      </w:r>
      <w:r>
        <w:t xml:space="preserve">, </w:t>
      </w:r>
      <w:r w:rsidR="00256283">
        <w:t>grommela-t-il</w:t>
      </w:r>
      <w:r>
        <w:t xml:space="preserve">, </w:t>
      </w:r>
      <w:r w:rsidR="00256283">
        <w:t>c</w:t>
      </w:r>
      <w:r>
        <w:t>’</w:t>
      </w:r>
      <w:r w:rsidR="00256283">
        <w:t>est un chat sauvage</w:t>
      </w:r>
      <w:r>
        <w:t xml:space="preserve">. </w:t>
      </w:r>
      <w:r w:rsidR="00256283">
        <w:t>Il n</w:t>
      </w:r>
      <w:r>
        <w:t>’</w:t>
      </w:r>
      <w:r w:rsidR="00256283">
        <w:t>a pas l</w:t>
      </w:r>
      <w:r>
        <w:t>’</w:t>
      </w:r>
      <w:r w:rsidR="00256283">
        <w:t>air costaud mais il court comme un lapin</w:t>
      </w:r>
      <w:r>
        <w:t xml:space="preserve">, </w:t>
      </w:r>
      <w:r w:rsidR="00256283">
        <w:t>alors</w:t>
      </w:r>
      <w:r>
        <w:t>…</w:t>
      </w:r>
    </w:p>
    <w:p w14:paraId="1B4B5C56" w14:textId="77777777" w:rsidR="00435B4F" w:rsidRDefault="00435B4F" w:rsidP="00256283">
      <w:r>
        <w:t>— </w:t>
      </w:r>
      <w:r w:rsidR="00256283">
        <w:t>Je vois ça</w:t>
      </w:r>
      <w:r>
        <w:t xml:space="preserve">, </w:t>
      </w:r>
      <w:r w:rsidR="00256283">
        <w:t xml:space="preserve">dit </w:t>
      </w:r>
      <w:proofErr w:type="spellStart"/>
      <w:r w:rsidR="00256283">
        <w:t>Guild</w:t>
      </w:r>
      <w:proofErr w:type="spellEnd"/>
      <w:r>
        <w:t xml:space="preserve">, </w:t>
      </w:r>
      <w:r w:rsidR="00256283">
        <w:t>vous vous êtes conduit en héros et je vais vous proposer immédiatement pour la médaille d</w:t>
      </w:r>
      <w:r>
        <w:t>’</w:t>
      </w:r>
      <w:r w:rsidR="00256283">
        <w:t>or</w:t>
      </w:r>
      <w:r>
        <w:t xml:space="preserve">. </w:t>
      </w:r>
      <w:r w:rsidR="00256283">
        <w:t>C</w:t>
      </w:r>
      <w:r>
        <w:t>’</w:t>
      </w:r>
      <w:r w:rsidR="00256283">
        <w:t>est entendu</w:t>
      </w:r>
      <w:r>
        <w:t xml:space="preserve">, </w:t>
      </w:r>
      <w:r w:rsidR="00256283">
        <w:t>mais racontez le reste</w:t>
      </w:r>
      <w:r>
        <w:t>.</w:t>
      </w:r>
    </w:p>
    <w:p w14:paraId="352204AB" w14:textId="77777777" w:rsidR="00435B4F" w:rsidRDefault="00435B4F" w:rsidP="00256283">
      <w:r>
        <w:t>— </w:t>
      </w:r>
      <w:r w:rsidR="00256283">
        <w:t>Je n</w:t>
      </w:r>
      <w:r>
        <w:t>’</w:t>
      </w:r>
      <w:r w:rsidR="00256283">
        <w:t>ai pas prétendu avoir accompli une action d</w:t>
      </w:r>
      <w:r>
        <w:t>’</w:t>
      </w:r>
      <w:r w:rsidR="00256283">
        <w:t>éclat</w:t>
      </w:r>
      <w:r>
        <w:t xml:space="preserve"> ! </w:t>
      </w:r>
      <w:r w:rsidR="00256283">
        <w:t>protesta Flint</w:t>
      </w:r>
      <w:r>
        <w:t xml:space="preserve">, </w:t>
      </w:r>
      <w:r w:rsidR="00256283">
        <w:t>je voulais faire</w:t>
      </w:r>
      <w:r>
        <w:t>…</w:t>
      </w:r>
    </w:p>
    <w:p w14:paraId="7519DB26" w14:textId="77777777" w:rsidR="00435B4F" w:rsidRDefault="00435B4F" w:rsidP="00256283">
      <w:r>
        <w:t>— </w:t>
      </w:r>
      <w:r w:rsidR="00256283">
        <w:t>Je me fous de ce que vous vouliez faire</w:t>
      </w:r>
      <w:r>
        <w:t xml:space="preserve">, </w:t>
      </w:r>
      <w:r w:rsidR="00256283">
        <w:t>coupa le chef</w:t>
      </w:r>
      <w:r>
        <w:t xml:space="preserve">, </w:t>
      </w:r>
      <w:r w:rsidR="00256283">
        <w:t>dites-moi ce qu</w:t>
      </w:r>
      <w:r>
        <w:t>’</w:t>
      </w:r>
      <w:r w:rsidR="00256283">
        <w:t>il a fait</w:t>
      </w:r>
      <w:r>
        <w:t>.</w:t>
      </w:r>
    </w:p>
    <w:p w14:paraId="7BF9487F" w14:textId="77777777" w:rsidR="00435B4F" w:rsidRDefault="00435B4F" w:rsidP="00256283">
      <w:r>
        <w:t>— </w:t>
      </w:r>
      <w:r w:rsidR="00256283">
        <w:t>Voici</w:t>
      </w:r>
      <w:r>
        <w:t xml:space="preserve">, </w:t>
      </w:r>
      <w:r w:rsidR="00256283">
        <w:t>chef</w:t>
      </w:r>
      <w:r>
        <w:t xml:space="preserve">. </w:t>
      </w:r>
      <w:r w:rsidR="00256283">
        <w:t>J</w:t>
      </w:r>
      <w:r>
        <w:t>’</w:t>
      </w:r>
      <w:r w:rsidR="00256283">
        <w:t>ai relevé Morgan dans l</w:t>
      </w:r>
      <w:r>
        <w:t>’</w:t>
      </w:r>
      <w:r w:rsidR="00256283">
        <w:t>appartement à huit heures ce matin</w:t>
      </w:r>
      <w:r>
        <w:t xml:space="preserve"> ; </w:t>
      </w:r>
      <w:r w:rsidR="00256283">
        <w:t>d</w:t>
      </w:r>
      <w:r>
        <w:t>’</w:t>
      </w:r>
      <w:r w:rsidR="00256283">
        <w:t>abord tout a bien marché</w:t>
      </w:r>
      <w:r>
        <w:t xml:space="preserve"> ; </w:t>
      </w:r>
      <w:r w:rsidR="00256283">
        <w:t>personne</w:t>
      </w:r>
      <w:r>
        <w:t xml:space="preserve">. </w:t>
      </w:r>
      <w:r w:rsidR="00256283">
        <w:t>Vers deux heures moins dix</w:t>
      </w:r>
      <w:r>
        <w:t xml:space="preserve">, </w:t>
      </w:r>
      <w:r w:rsidR="00256283">
        <w:t>j</w:t>
      </w:r>
      <w:r>
        <w:t>’</w:t>
      </w:r>
      <w:r w:rsidR="00256283">
        <w:t>ai entendu quelqu</w:t>
      </w:r>
      <w:r>
        <w:t>’</w:t>
      </w:r>
      <w:r w:rsidR="00256283">
        <w:t>un glisser une clef dans la serrure</w:t>
      </w:r>
      <w:r>
        <w:t>.</w:t>
      </w:r>
    </w:p>
    <w:p w14:paraId="255F2E8B" w14:textId="77777777" w:rsidR="00435B4F" w:rsidRDefault="00256283" w:rsidP="00256283">
      <w:r>
        <w:t>Il s</w:t>
      </w:r>
      <w:r w:rsidR="00435B4F">
        <w:t>’</w:t>
      </w:r>
      <w:r>
        <w:t>interrompit comme un acteur qui attend les applaudissements</w:t>
      </w:r>
      <w:r w:rsidR="00435B4F">
        <w:t>.</w:t>
      </w:r>
    </w:p>
    <w:p w14:paraId="4F894E75" w14:textId="77777777" w:rsidR="00435B4F" w:rsidRDefault="00435B4F" w:rsidP="00256283">
      <w:r>
        <w:lastRenderedPageBreak/>
        <w:t>— </w:t>
      </w:r>
      <w:r w:rsidR="00256283">
        <w:t>Il surveillait l</w:t>
      </w:r>
      <w:r>
        <w:t>’</w:t>
      </w:r>
      <w:r w:rsidR="00256283">
        <w:t>appartement de miss Wolf</w:t>
      </w:r>
      <w:r>
        <w:t xml:space="preserve"> ! </w:t>
      </w:r>
      <w:r w:rsidR="00256283">
        <w:t>m</w:t>
      </w:r>
      <w:r>
        <w:t>’</w:t>
      </w:r>
      <w:r w:rsidR="00256283">
        <w:t xml:space="preserve">expliqua </w:t>
      </w:r>
      <w:proofErr w:type="spellStart"/>
      <w:r w:rsidR="00256283">
        <w:t>Guild</w:t>
      </w:r>
      <w:proofErr w:type="spellEnd"/>
      <w:r>
        <w:t xml:space="preserve">. </w:t>
      </w:r>
      <w:r w:rsidR="00256283">
        <w:t>J</w:t>
      </w:r>
      <w:r>
        <w:t>’</w:t>
      </w:r>
      <w:r w:rsidR="00256283">
        <w:t>avais un pressentiment</w:t>
      </w:r>
      <w:r>
        <w:t>.</w:t>
      </w:r>
    </w:p>
    <w:p w14:paraId="6193AEAD" w14:textId="77777777" w:rsidR="00435B4F" w:rsidRDefault="00435B4F" w:rsidP="00256283">
      <w:r>
        <w:t>— </w:t>
      </w:r>
      <w:r w:rsidR="00256283">
        <w:t>Et quel pressentiment</w:t>
      </w:r>
      <w:r>
        <w:t xml:space="preserve">, </w:t>
      </w:r>
      <w:r w:rsidR="00256283">
        <w:t>chef</w:t>
      </w:r>
      <w:r>
        <w:t xml:space="preserve"> ! </w:t>
      </w:r>
      <w:r w:rsidR="00256283">
        <w:t>reprit Flint avec admiration</w:t>
      </w:r>
      <w:r>
        <w:t>.</w:t>
      </w:r>
    </w:p>
    <w:p w14:paraId="79A10A52" w14:textId="77777777" w:rsidR="00435B4F" w:rsidRDefault="00256283" w:rsidP="00256283">
      <w:proofErr w:type="spellStart"/>
      <w:r>
        <w:t>Guild</w:t>
      </w:r>
      <w:proofErr w:type="spellEnd"/>
      <w:r>
        <w:t xml:space="preserve"> le regarda froidement</w:t>
      </w:r>
      <w:r w:rsidR="00435B4F">
        <w:t>.</w:t>
      </w:r>
    </w:p>
    <w:p w14:paraId="3215E613" w14:textId="77777777" w:rsidR="00435B4F" w:rsidRDefault="00435B4F" w:rsidP="00256283">
      <w:r>
        <w:t>— </w:t>
      </w:r>
      <w:r w:rsidR="00256283">
        <w:t>Oui</w:t>
      </w:r>
      <w:r>
        <w:t xml:space="preserve">, </w:t>
      </w:r>
      <w:r w:rsidR="00256283">
        <w:t>chef</w:t>
      </w:r>
      <w:r>
        <w:t xml:space="preserve">, </w:t>
      </w:r>
      <w:r w:rsidR="00256283">
        <w:t>une clef dans la serrure</w:t>
      </w:r>
      <w:r>
        <w:t xml:space="preserve">, </w:t>
      </w:r>
      <w:r w:rsidR="00256283">
        <w:t>puis la porte s</w:t>
      </w:r>
      <w:r>
        <w:t>’</w:t>
      </w:r>
      <w:r w:rsidR="00256283">
        <w:t>ouvre et ce jeune homme entre</w:t>
      </w:r>
      <w:r>
        <w:t>.</w:t>
      </w:r>
    </w:p>
    <w:p w14:paraId="0D282B2A" w14:textId="77777777" w:rsidR="00435B4F" w:rsidRDefault="00256283" w:rsidP="00256283">
      <w:r>
        <w:t>Il jeta à Gilbert un regard d</w:t>
      </w:r>
      <w:r w:rsidR="00435B4F">
        <w:t>’</w:t>
      </w:r>
      <w:r>
        <w:t>affection paternelle</w:t>
      </w:r>
      <w:r w:rsidR="00435B4F">
        <w:t>.</w:t>
      </w:r>
    </w:p>
    <w:p w14:paraId="590CAFF1" w14:textId="77777777" w:rsidR="00435B4F" w:rsidRDefault="00435B4F" w:rsidP="00256283">
      <w:r>
        <w:t>— </w:t>
      </w:r>
      <w:r w:rsidR="00256283">
        <w:t>Il avait l</w:t>
      </w:r>
      <w:r>
        <w:t>’</w:t>
      </w:r>
      <w:r w:rsidR="00256283">
        <w:t>air surpris</w:t>
      </w:r>
      <w:r>
        <w:t xml:space="preserve"> ! </w:t>
      </w:r>
      <w:r w:rsidR="00256283">
        <w:t>continua l</w:t>
      </w:r>
      <w:r>
        <w:t>’</w:t>
      </w:r>
      <w:r w:rsidR="00256283">
        <w:t>inspecteur</w:t>
      </w:r>
      <w:r>
        <w:t xml:space="preserve">, </w:t>
      </w:r>
      <w:r w:rsidR="00256283">
        <w:t>et quand j</w:t>
      </w:r>
      <w:r>
        <w:t>’</w:t>
      </w:r>
      <w:r w:rsidR="00256283">
        <w:t>ai voulu lui parler</w:t>
      </w:r>
      <w:r>
        <w:t xml:space="preserve">, </w:t>
      </w:r>
      <w:r w:rsidR="00256283">
        <w:t>il a filé comme l</w:t>
      </w:r>
      <w:r>
        <w:t>’</w:t>
      </w:r>
      <w:r w:rsidR="00256283">
        <w:t>éclair</w:t>
      </w:r>
      <w:r>
        <w:t xml:space="preserve">. </w:t>
      </w:r>
      <w:r w:rsidR="00256283">
        <w:t>Je l</w:t>
      </w:r>
      <w:r>
        <w:t>’</w:t>
      </w:r>
      <w:r w:rsidR="00256283">
        <w:t>ai rattrapé au premier étage</w:t>
      </w:r>
      <w:r>
        <w:t xml:space="preserve"> ; </w:t>
      </w:r>
      <w:r w:rsidR="00256283">
        <w:t>il s</w:t>
      </w:r>
      <w:r>
        <w:t>’</w:t>
      </w:r>
      <w:r w:rsidR="00256283">
        <w:t>est défendu et j</w:t>
      </w:r>
      <w:r>
        <w:t>’</w:t>
      </w:r>
      <w:r w:rsidR="00256283">
        <w:t>ai dû le rudoyer un peu</w:t>
      </w:r>
      <w:r>
        <w:t>…</w:t>
      </w:r>
    </w:p>
    <w:p w14:paraId="56C6878B" w14:textId="77777777" w:rsidR="00435B4F" w:rsidRDefault="00435B4F" w:rsidP="00256283">
      <w:r>
        <w:t>— </w:t>
      </w:r>
      <w:r w:rsidR="00256283">
        <w:t>Qu</w:t>
      </w:r>
      <w:r>
        <w:t>’</w:t>
      </w:r>
      <w:r w:rsidR="00256283">
        <w:t>a-t-il fait dans l</w:t>
      </w:r>
      <w:r>
        <w:t>’</w:t>
      </w:r>
      <w:r w:rsidR="00256283">
        <w:t>appartement</w:t>
      </w:r>
      <w:r>
        <w:t xml:space="preserve"> ? </w:t>
      </w:r>
      <w:r w:rsidR="00256283">
        <w:t xml:space="preserve">coupa </w:t>
      </w:r>
      <w:proofErr w:type="spellStart"/>
      <w:r w:rsidR="00256283">
        <w:t>Guild</w:t>
      </w:r>
      <w:proofErr w:type="spellEnd"/>
      <w:r>
        <w:t>.</w:t>
      </w:r>
    </w:p>
    <w:p w14:paraId="194AB4EB" w14:textId="77777777" w:rsidR="00435B4F" w:rsidRDefault="00435B4F" w:rsidP="00256283">
      <w:r>
        <w:t>— </w:t>
      </w:r>
      <w:r w:rsidR="00256283">
        <w:t>Il n</w:t>
      </w:r>
      <w:r>
        <w:t>’</w:t>
      </w:r>
      <w:r w:rsidR="00256283">
        <w:t>a eu le temps de rien faire</w:t>
      </w:r>
      <w:r>
        <w:t xml:space="preserve">. </w:t>
      </w:r>
      <w:r w:rsidR="00256283">
        <w:t>Je</w:t>
      </w:r>
      <w:r>
        <w:t>…</w:t>
      </w:r>
    </w:p>
    <w:p w14:paraId="620B518B" w14:textId="77777777" w:rsidR="00435B4F" w:rsidRDefault="00435B4F" w:rsidP="00256283">
      <w:r>
        <w:t>— </w:t>
      </w:r>
      <w:r w:rsidR="00256283">
        <w:t>Vous allez me dire que vous avez sauté sur lui avant qu</w:t>
      </w:r>
      <w:r>
        <w:t>’</w:t>
      </w:r>
      <w:r w:rsidR="00256283">
        <w:t>il ait fait un geste</w:t>
      </w:r>
      <w:r>
        <w:t> ?</w:t>
      </w:r>
    </w:p>
    <w:p w14:paraId="674427D9" w14:textId="77777777" w:rsidR="00435B4F" w:rsidRDefault="00256283" w:rsidP="00256283">
      <w:r>
        <w:t xml:space="preserve">Le cou de </w:t>
      </w:r>
      <w:proofErr w:type="spellStart"/>
      <w:r>
        <w:t>Guild</w:t>
      </w:r>
      <w:proofErr w:type="spellEnd"/>
      <w:r>
        <w:t xml:space="preserve"> s</w:t>
      </w:r>
      <w:r w:rsidR="00435B4F">
        <w:t>’</w:t>
      </w:r>
      <w:r>
        <w:t>était gonflé et son visage était devenu aussi rouge que les cheveux de Flint</w:t>
      </w:r>
      <w:r w:rsidR="00435B4F">
        <w:t xml:space="preserve">. </w:t>
      </w:r>
      <w:r>
        <w:t>Il me regarda d</w:t>
      </w:r>
      <w:r w:rsidR="00435B4F">
        <w:t>’</w:t>
      </w:r>
      <w:r>
        <w:t>un air à la fois furieux et incrédule</w:t>
      </w:r>
      <w:r w:rsidR="00435B4F">
        <w:t xml:space="preserve">, </w:t>
      </w:r>
      <w:r>
        <w:t>puis il dit d</w:t>
      </w:r>
      <w:r w:rsidR="00435B4F">
        <w:t>’</w:t>
      </w:r>
      <w:r>
        <w:t>une voix étouffée</w:t>
      </w:r>
      <w:r w:rsidR="00435B4F">
        <w:t> :</w:t>
      </w:r>
    </w:p>
    <w:p w14:paraId="3CB98E51" w14:textId="77777777" w:rsidR="00435B4F" w:rsidRDefault="00435B4F" w:rsidP="00256283">
      <w:r>
        <w:t>— </w:t>
      </w:r>
      <w:r w:rsidR="00256283">
        <w:t>C</w:t>
      </w:r>
      <w:r>
        <w:t>’</w:t>
      </w:r>
      <w:r w:rsidR="00256283">
        <w:t>est bon</w:t>
      </w:r>
      <w:r>
        <w:t xml:space="preserve">, </w:t>
      </w:r>
      <w:r w:rsidR="00256283">
        <w:t>Flint</w:t>
      </w:r>
      <w:r>
        <w:t xml:space="preserve"> ! </w:t>
      </w:r>
      <w:r w:rsidR="00256283">
        <w:t>Attendez dehors</w:t>
      </w:r>
      <w:r>
        <w:t>.</w:t>
      </w:r>
    </w:p>
    <w:p w14:paraId="35959524" w14:textId="77777777" w:rsidR="00435B4F" w:rsidRDefault="00256283" w:rsidP="00256283">
      <w:r>
        <w:t>L</w:t>
      </w:r>
      <w:r w:rsidR="00435B4F">
        <w:t>’</w:t>
      </w:r>
      <w:r>
        <w:t>homme aux cheveux rouges ne parut pas comprendre</w:t>
      </w:r>
      <w:r w:rsidR="00435B4F">
        <w:t>.</w:t>
      </w:r>
    </w:p>
    <w:p w14:paraId="46874624" w14:textId="77777777" w:rsidR="00435B4F" w:rsidRDefault="00435B4F" w:rsidP="00256283">
      <w:r>
        <w:t>— </w:t>
      </w:r>
      <w:r w:rsidR="00256283">
        <w:t>Bien</w:t>
      </w:r>
      <w:r>
        <w:t xml:space="preserve">, </w:t>
      </w:r>
      <w:r w:rsidR="00256283">
        <w:t>chef</w:t>
      </w:r>
      <w:r>
        <w:t xml:space="preserve">, </w:t>
      </w:r>
      <w:r w:rsidR="00256283">
        <w:t>dit-il lentement</w:t>
      </w:r>
      <w:r>
        <w:t xml:space="preserve">, </w:t>
      </w:r>
      <w:r w:rsidR="00256283">
        <w:t>voici la clef</w:t>
      </w:r>
      <w:r>
        <w:t>.</w:t>
      </w:r>
    </w:p>
    <w:p w14:paraId="4E9AB888" w14:textId="77777777" w:rsidR="00435B4F" w:rsidRDefault="00256283" w:rsidP="00256283">
      <w:r>
        <w:t>Il marcha jusqu</w:t>
      </w:r>
      <w:r w:rsidR="00435B4F">
        <w:t>’</w:t>
      </w:r>
      <w:r>
        <w:t>à la porte puis tourna la tête et dit</w:t>
      </w:r>
      <w:r w:rsidR="00435B4F">
        <w:t xml:space="preserve">, </w:t>
      </w:r>
      <w:r>
        <w:t>par-dessus son épaule</w:t>
      </w:r>
      <w:r w:rsidR="00435B4F">
        <w:t> :</w:t>
      </w:r>
    </w:p>
    <w:p w14:paraId="20A61100" w14:textId="77777777" w:rsidR="00435B4F" w:rsidRDefault="00435B4F" w:rsidP="00256283">
      <w:r>
        <w:t>— </w:t>
      </w:r>
      <w:r w:rsidR="00256283">
        <w:t>Il prétend qu</w:t>
      </w:r>
      <w:r>
        <w:t>’</w:t>
      </w:r>
      <w:r w:rsidR="00256283">
        <w:t xml:space="preserve">il est le fils de </w:t>
      </w:r>
      <w:proofErr w:type="spellStart"/>
      <w:r w:rsidR="00256283">
        <w:t>Wynant</w:t>
      </w:r>
      <w:proofErr w:type="spellEnd"/>
      <w:r>
        <w:t> !</w:t>
      </w:r>
    </w:p>
    <w:p w14:paraId="1DE6ED71" w14:textId="77777777" w:rsidR="00435B4F" w:rsidRDefault="00256283" w:rsidP="00256283">
      <w:proofErr w:type="spellStart"/>
      <w:r>
        <w:t>Guild</w:t>
      </w:r>
      <w:proofErr w:type="spellEnd"/>
      <w:r w:rsidR="00435B4F">
        <w:t xml:space="preserve">, </w:t>
      </w:r>
      <w:r>
        <w:t>de la même voix rauque</w:t>
      </w:r>
      <w:r w:rsidR="00435B4F">
        <w:t xml:space="preserve">, </w:t>
      </w:r>
      <w:r>
        <w:t>haleta</w:t>
      </w:r>
      <w:r w:rsidR="00435B4F">
        <w:t> :</w:t>
      </w:r>
    </w:p>
    <w:p w14:paraId="3F2FC39F" w14:textId="77777777" w:rsidR="00435B4F" w:rsidRDefault="00435B4F" w:rsidP="00256283">
      <w:r>
        <w:lastRenderedPageBreak/>
        <w:t>— </w:t>
      </w:r>
      <w:r w:rsidR="00256283">
        <w:t>Ah</w:t>
      </w:r>
      <w:r>
        <w:t xml:space="preserve">, </w:t>
      </w:r>
      <w:r w:rsidR="00256283">
        <w:t>oui</w:t>
      </w:r>
      <w:r>
        <w:t> ?</w:t>
      </w:r>
    </w:p>
    <w:p w14:paraId="26706DC0" w14:textId="77777777" w:rsidR="00435B4F" w:rsidRDefault="00435B4F" w:rsidP="00256283">
      <w:r>
        <w:t>— </w:t>
      </w:r>
      <w:r w:rsidR="00256283">
        <w:t>Oui</w:t>
      </w:r>
      <w:r>
        <w:t xml:space="preserve">. </w:t>
      </w:r>
      <w:r w:rsidR="00256283">
        <w:t>Je l</w:t>
      </w:r>
      <w:r>
        <w:t>’</w:t>
      </w:r>
      <w:r w:rsidR="00256283">
        <w:t>ai déjà vu quelque part</w:t>
      </w:r>
      <w:r>
        <w:t xml:space="preserve">, </w:t>
      </w:r>
      <w:r w:rsidR="00256283">
        <w:t>ce gars-là</w:t>
      </w:r>
      <w:r>
        <w:t xml:space="preserve"> ; </w:t>
      </w:r>
      <w:r w:rsidR="00256283">
        <w:t>je ne serais pas surpris qu</w:t>
      </w:r>
      <w:r>
        <w:t>’</w:t>
      </w:r>
      <w:r w:rsidR="00256283">
        <w:t>il appartînt à la bande de Shorty Dolan</w:t>
      </w:r>
      <w:r>
        <w:t>…</w:t>
      </w:r>
    </w:p>
    <w:p w14:paraId="422F2110" w14:textId="77777777" w:rsidR="00435B4F" w:rsidRDefault="00435B4F" w:rsidP="00256283">
      <w:r>
        <w:t>— </w:t>
      </w:r>
      <w:r w:rsidR="00256283">
        <w:t>Foutez-moi le camp</w:t>
      </w:r>
      <w:r>
        <w:t xml:space="preserve"> ! </w:t>
      </w:r>
      <w:r w:rsidR="00256283">
        <w:t>cria le lieutenant</w:t>
      </w:r>
      <w:r>
        <w:t>.</w:t>
      </w:r>
    </w:p>
    <w:p w14:paraId="25143323" w14:textId="77777777" w:rsidR="00435B4F" w:rsidRDefault="00256283" w:rsidP="00256283">
      <w:r>
        <w:t>Flint sortit</w:t>
      </w:r>
      <w:r w:rsidR="00435B4F">
        <w:t xml:space="preserve">. </w:t>
      </w:r>
      <w:proofErr w:type="spellStart"/>
      <w:r>
        <w:t>Guild</w:t>
      </w:r>
      <w:proofErr w:type="spellEnd"/>
      <w:r>
        <w:t xml:space="preserve"> poussa un grognement</w:t>
      </w:r>
      <w:r w:rsidR="00435B4F">
        <w:t>.</w:t>
      </w:r>
    </w:p>
    <w:p w14:paraId="12FA94C4" w14:textId="77777777" w:rsidR="00435B4F" w:rsidRDefault="00435B4F" w:rsidP="00256283">
      <w:r>
        <w:t>— </w:t>
      </w:r>
      <w:r w:rsidR="00256283">
        <w:t>Quelle gourde</w:t>
      </w:r>
      <w:r>
        <w:t xml:space="preserve"> ! </w:t>
      </w:r>
      <w:r w:rsidR="00256283">
        <w:t>soupira-t-il</w:t>
      </w:r>
      <w:r>
        <w:t xml:space="preserve">. </w:t>
      </w:r>
      <w:r w:rsidR="00256283">
        <w:t>La bande de Shorty Dolan</w:t>
      </w:r>
      <w:r>
        <w:t xml:space="preserve"> ! </w:t>
      </w:r>
      <w:r w:rsidR="00256283">
        <w:t>Et puis quoi encore</w:t>
      </w:r>
      <w:r>
        <w:t> !</w:t>
      </w:r>
    </w:p>
    <w:p w14:paraId="3229EEE2" w14:textId="77777777" w:rsidR="00435B4F" w:rsidRDefault="00256283" w:rsidP="00256283">
      <w:r>
        <w:t>Il secoua la tête d</w:t>
      </w:r>
      <w:r w:rsidR="00435B4F">
        <w:t>’</w:t>
      </w:r>
      <w:r>
        <w:t>un air désespéré puis se tourna vers Gilbert</w:t>
      </w:r>
      <w:r w:rsidR="00435B4F">
        <w:t>.</w:t>
      </w:r>
    </w:p>
    <w:p w14:paraId="0DBE191D" w14:textId="77777777" w:rsidR="00435B4F" w:rsidRDefault="00435B4F" w:rsidP="00256283">
      <w:r>
        <w:t>— </w:t>
      </w:r>
      <w:r w:rsidR="00256283">
        <w:t>Eh bien</w:t>
      </w:r>
      <w:r>
        <w:t xml:space="preserve">, </w:t>
      </w:r>
      <w:r w:rsidR="00256283">
        <w:t>fiston</w:t>
      </w:r>
      <w:r>
        <w:t> !</w:t>
      </w:r>
    </w:p>
    <w:p w14:paraId="50D62C2D" w14:textId="77777777" w:rsidR="00435B4F" w:rsidRDefault="00435B4F" w:rsidP="00256283">
      <w:r>
        <w:t>— </w:t>
      </w:r>
      <w:r w:rsidR="00256283">
        <w:t>Je sais que je n</w:t>
      </w:r>
      <w:r>
        <w:t>’</w:t>
      </w:r>
      <w:r w:rsidR="00256283">
        <w:t>aurais pas dû faire ça</w:t>
      </w:r>
      <w:r>
        <w:t xml:space="preserve">, </w:t>
      </w:r>
      <w:r w:rsidR="00256283">
        <w:t>répondit Gilbert</w:t>
      </w:r>
      <w:r>
        <w:t>.</w:t>
      </w:r>
    </w:p>
    <w:p w14:paraId="43698E7E" w14:textId="77777777" w:rsidR="00435B4F" w:rsidRDefault="00435B4F" w:rsidP="00256283">
      <w:r>
        <w:t>— </w:t>
      </w:r>
      <w:r w:rsidR="00256283">
        <w:t>Ça commence bien</w:t>
      </w:r>
      <w:r>
        <w:t xml:space="preserve"> ! </w:t>
      </w:r>
      <w:r w:rsidR="00256283">
        <w:t xml:space="preserve">approuva </w:t>
      </w:r>
      <w:proofErr w:type="spellStart"/>
      <w:r w:rsidR="00256283">
        <w:t>Guild</w:t>
      </w:r>
      <w:proofErr w:type="spellEnd"/>
      <w:r w:rsidR="00256283">
        <w:t xml:space="preserve"> qui reprenait son sang-froid</w:t>
      </w:r>
      <w:r>
        <w:t xml:space="preserve">, </w:t>
      </w:r>
      <w:r w:rsidR="00256283">
        <w:t>vous voulez quelque chose pour panser votre œil</w:t>
      </w:r>
      <w:r>
        <w:t> ?</w:t>
      </w:r>
    </w:p>
    <w:p w14:paraId="438C50F0" w14:textId="77777777" w:rsidR="00435B4F" w:rsidRDefault="00435B4F" w:rsidP="00256283">
      <w:r>
        <w:t>— </w:t>
      </w:r>
      <w:r w:rsidR="00256283">
        <w:t>Non</w:t>
      </w:r>
      <w:r>
        <w:t xml:space="preserve">, </w:t>
      </w:r>
      <w:r w:rsidR="00256283">
        <w:t>merci</w:t>
      </w:r>
      <w:r>
        <w:t xml:space="preserve">, </w:t>
      </w:r>
      <w:r w:rsidR="00256283">
        <w:t>fit le jeune homme</w:t>
      </w:r>
      <w:r>
        <w:t>.</w:t>
      </w:r>
    </w:p>
    <w:p w14:paraId="7909E6DE" w14:textId="77777777" w:rsidR="00435B4F" w:rsidRDefault="00435B4F" w:rsidP="00256283">
      <w:r>
        <w:t>— </w:t>
      </w:r>
      <w:r w:rsidR="00256283">
        <w:t>Est-ce que cet imbécile vous a frappé pour s</w:t>
      </w:r>
      <w:r>
        <w:t>’</w:t>
      </w:r>
      <w:r w:rsidR="00256283">
        <w:t>amuser</w:t>
      </w:r>
      <w:r>
        <w:t> ?</w:t>
      </w:r>
    </w:p>
    <w:p w14:paraId="0BEAD122" w14:textId="77777777" w:rsidR="00435B4F" w:rsidRDefault="00435B4F" w:rsidP="00256283">
      <w:r>
        <w:t>— </w:t>
      </w:r>
      <w:r w:rsidR="00256283">
        <w:t>Oh</w:t>
      </w:r>
      <w:r>
        <w:t xml:space="preserve">, </w:t>
      </w:r>
      <w:r w:rsidR="00256283">
        <w:t>non</w:t>
      </w:r>
      <w:r>
        <w:t xml:space="preserve"> ! </w:t>
      </w:r>
      <w:r w:rsidR="00256283">
        <w:t>je résistais</w:t>
      </w:r>
      <w:r>
        <w:t>.</w:t>
      </w:r>
    </w:p>
    <w:p w14:paraId="4A65A9D7" w14:textId="77777777" w:rsidR="00435B4F" w:rsidRDefault="00435B4F" w:rsidP="00256283">
      <w:r>
        <w:t>— </w:t>
      </w:r>
      <w:r w:rsidR="00256283">
        <w:t>Je comprends</w:t>
      </w:r>
      <w:r>
        <w:t xml:space="preserve">, </w:t>
      </w:r>
      <w:r w:rsidR="00256283">
        <w:t>dit le policier</w:t>
      </w:r>
      <w:r>
        <w:t xml:space="preserve">, </w:t>
      </w:r>
      <w:r w:rsidR="00256283">
        <w:t>personne n</w:t>
      </w:r>
      <w:r>
        <w:t>’</w:t>
      </w:r>
      <w:r w:rsidR="00256283">
        <w:t>aime être arrêté</w:t>
      </w:r>
      <w:r>
        <w:t xml:space="preserve">. </w:t>
      </w:r>
      <w:r w:rsidR="00256283">
        <w:t>Qu</w:t>
      </w:r>
      <w:r>
        <w:t>’</w:t>
      </w:r>
      <w:proofErr w:type="spellStart"/>
      <w:r w:rsidR="00256283">
        <w:t>alliez-vous</w:t>
      </w:r>
      <w:proofErr w:type="spellEnd"/>
      <w:r w:rsidR="00256283">
        <w:t xml:space="preserve"> faire là-bas</w:t>
      </w:r>
      <w:r>
        <w:t xml:space="preserve"> ? </w:t>
      </w:r>
      <w:r w:rsidR="00256283">
        <w:t>Qui vous a donné une clef</w:t>
      </w:r>
      <w:r>
        <w:t> ?</w:t>
      </w:r>
    </w:p>
    <w:p w14:paraId="3931888E" w14:textId="77777777" w:rsidR="00435B4F" w:rsidRDefault="00435B4F" w:rsidP="00256283">
      <w:r>
        <w:t>— </w:t>
      </w:r>
      <w:r w:rsidR="00256283">
        <w:t>Mon père m</w:t>
      </w:r>
      <w:r>
        <w:t>’</w:t>
      </w:r>
      <w:r w:rsidR="00256283">
        <w:t>a écrit cette lettre</w:t>
      </w:r>
      <w:r>
        <w:t xml:space="preserve">, </w:t>
      </w:r>
      <w:r w:rsidR="00256283">
        <w:t>fit Gilbert</w:t>
      </w:r>
      <w:r>
        <w:t xml:space="preserve">, </w:t>
      </w:r>
      <w:r w:rsidR="00256283">
        <w:t>tirant de sa poche une enveloppe qu</w:t>
      </w:r>
      <w:r>
        <w:t>’</w:t>
      </w:r>
      <w:r w:rsidR="00256283">
        <w:t xml:space="preserve">il tendit à </w:t>
      </w:r>
      <w:proofErr w:type="spellStart"/>
      <w:r w:rsidR="00256283">
        <w:t>Guild</w:t>
      </w:r>
      <w:proofErr w:type="spellEnd"/>
      <w:r>
        <w:t>.</w:t>
      </w:r>
    </w:p>
    <w:p w14:paraId="3C507532" w14:textId="77777777" w:rsidR="00435B4F" w:rsidRDefault="00256283" w:rsidP="00256283">
      <w:r>
        <w:t>Je me levai et j</w:t>
      </w:r>
      <w:r w:rsidR="00435B4F">
        <w:t>’</w:t>
      </w:r>
      <w:r>
        <w:t>allai derrière le policier pour voir par-dessus son épaule</w:t>
      </w:r>
      <w:r w:rsidR="00435B4F">
        <w:t xml:space="preserve">. </w:t>
      </w:r>
      <w:r>
        <w:t>L</w:t>
      </w:r>
      <w:r w:rsidR="00435B4F">
        <w:t>’</w:t>
      </w:r>
      <w:r>
        <w:t>adresse était dactylographiée</w:t>
      </w:r>
      <w:r w:rsidR="00435B4F">
        <w:t xml:space="preserve">. </w:t>
      </w:r>
      <w:r>
        <w:t>Pas de timbre</w:t>
      </w:r>
      <w:r w:rsidR="00435B4F">
        <w:t>.</w:t>
      </w:r>
    </w:p>
    <w:p w14:paraId="75ACCF2F" w14:textId="77777777" w:rsidR="00435B4F" w:rsidRDefault="00435B4F" w:rsidP="00256283">
      <w:r>
        <w:t>— </w:t>
      </w:r>
      <w:r w:rsidR="00256283">
        <w:t>Quand vous l</w:t>
      </w:r>
      <w:r>
        <w:t>’</w:t>
      </w:r>
      <w:r w:rsidR="00256283">
        <w:t>a-t-on remise</w:t>
      </w:r>
      <w:r>
        <w:t xml:space="preserve"> ? </w:t>
      </w:r>
      <w:r w:rsidR="00256283">
        <w:t>demandai-je</w:t>
      </w:r>
      <w:r>
        <w:t>.</w:t>
      </w:r>
    </w:p>
    <w:p w14:paraId="01953DFB" w14:textId="77777777" w:rsidR="00435B4F" w:rsidRDefault="00435B4F" w:rsidP="00256283">
      <w:r>
        <w:lastRenderedPageBreak/>
        <w:t>— </w:t>
      </w:r>
      <w:r w:rsidR="00256283">
        <w:t>Je l</w:t>
      </w:r>
      <w:r>
        <w:t>’</w:t>
      </w:r>
      <w:r w:rsidR="00256283">
        <w:t xml:space="preserve">ai trouvée au bureau du </w:t>
      </w:r>
      <w:proofErr w:type="spellStart"/>
      <w:r w:rsidR="00256283">
        <w:t>Courtland</w:t>
      </w:r>
      <w:proofErr w:type="spellEnd"/>
      <w:r w:rsidR="00256283">
        <w:t xml:space="preserve"> quand je suis rentré</w:t>
      </w:r>
      <w:r>
        <w:t xml:space="preserve">, </w:t>
      </w:r>
      <w:r w:rsidR="00256283">
        <w:t>hier soir</w:t>
      </w:r>
      <w:r>
        <w:t xml:space="preserve">, </w:t>
      </w:r>
      <w:r w:rsidR="00256283">
        <w:t>vers dix heures</w:t>
      </w:r>
      <w:r>
        <w:t xml:space="preserve">. </w:t>
      </w:r>
      <w:r w:rsidR="00256283">
        <w:t>Je n</w:t>
      </w:r>
      <w:r>
        <w:t>’</w:t>
      </w:r>
      <w:r w:rsidR="00256283">
        <w:t>ai pas demandé à l</w:t>
      </w:r>
      <w:r>
        <w:t>’</w:t>
      </w:r>
      <w:r w:rsidR="00256283">
        <w:t>employé si elle était là quand je suis sorti avec vous</w:t>
      </w:r>
      <w:r>
        <w:t>.</w:t>
      </w:r>
    </w:p>
    <w:p w14:paraId="55777C0E" w14:textId="77777777" w:rsidR="00435B4F" w:rsidRDefault="00256283" w:rsidP="00256283">
      <w:r>
        <w:t>L</w:t>
      </w:r>
      <w:r w:rsidR="00435B4F">
        <w:t>’</w:t>
      </w:r>
      <w:r>
        <w:t>enveloppe contenait deux feuilles de papier dactylographiées assez maladroitement</w:t>
      </w:r>
      <w:r w:rsidR="00435B4F">
        <w:t xml:space="preserve">, </w:t>
      </w:r>
      <w:r>
        <w:t>comme la lettre adressée à Macaulay</w:t>
      </w:r>
      <w:r w:rsidR="00435B4F">
        <w:t xml:space="preserve">. </w:t>
      </w:r>
      <w:r>
        <w:t xml:space="preserve">Je lus en même temps que </w:t>
      </w:r>
      <w:proofErr w:type="spellStart"/>
      <w:r>
        <w:t>Guild</w:t>
      </w:r>
      <w:proofErr w:type="spellEnd"/>
      <w:r w:rsidR="00435B4F">
        <w:t>.</w:t>
      </w:r>
    </w:p>
    <w:p w14:paraId="63DF15ED" w14:textId="77777777" w:rsidR="00256283" w:rsidRDefault="00256283" w:rsidP="00256283"/>
    <w:p w14:paraId="00591F89" w14:textId="77777777" w:rsidR="00435B4F" w:rsidRDefault="00435B4F" w:rsidP="00256283">
      <w:r>
        <w:t>« </w:t>
      </w:r>
      <w:r w:rsidR="00256283">
        <w:t>Mon cher Gilbert</w:t>
      </w:r>
      <w:r>
        <w:t>,</w:t>
      </w:r>
    </w:p>
    <w:p w14:paraId="761B769A" w14:textId="77777777" w:rsidR="00256283" w:rsidRDefault="00435B4F" w:rsidP="00256283">
      <w:r>
        <w:t>« </w:t>
      </w:r>
      <w:r w:rsidR="00256283">
        <w:t>Si je suis resté aussi longtemps sans vous écrire</w:t>
      </w:r>
      <w:r>
        <w:t xml:space="preserve">, </w:t>
      </w:r>
      <w:r w:rsidR="00256283">
        <w:t>c</w:t>
      </w:r>
      <w:r>
        <w:t>’</w:t>
      </w:r>
      <w:r w:rsidR="00256283">
        <w:t>est parce que votre mère en a manifesté le désir et seule une circonstance grave me pousse à rompre ce silence de plusieurs années</w:t>
      </w:r>
      <w:r>
        <w:t xml:space="preserve">. </w:t>
      </w:r>
      <w:r w:rsidR="00256283">
        <w:t>Vous êtes un homme maintenant et capable de décider si oui ou non nous devons nous considérer réciproquement comme des étrangers ou obéir à la voix du sang</w:t>
      </w:r>
      <w:r>
        <w:t xml:space="preserve">. </w:t>
      </w:r>
      <w:r w:rsidR="00256283">
        <w:t>Vous savez que je me trouve actuellement dans une situation embarrassante à la suite du soi-disant meurtre de Julia Wolf et j</w:t>
      </w:r>
      <w:r>
        <w:t>’</w:t>
      </w:r>
      <w:r w:rsidR="00256283">
        <w:t>espère que vous éprouvez pour moi assez d</w:t>
      </w:r>
      <w:r>
        <w:t>’</w:t>
      </w:r>
      <w:r w:rsidR="00256283">
        <w:t>affection pour croire que je ne suis en rien mêlé à ce crime</w:t>
      </w:r>
      <w:r>
        <w:t xml:space="preserve">. </w:t>
      </w:r>
      <w:r w:rsidR="00256283">
        <w:t>Si je me tourne vers vous pour vous demander de m</w:t>
      </w:r>
      <w:r>
        <w:t>’</w:t>
      </w:r>
      <w:r w:rsidR="00256283">
        <w:t>aider à prouver mon innocence une fois pour toutes aux yeux de la police et du monde</w:t>
      </w:r>
      <w:r>
        <w:t xml:space="preserve">, </w:t>
      </w:r>
      <w:r w:rsidR="00256283">
        <w:t>je le fais avec le sentiment que</w:t>
      </w:r>
      <w:r>
        <w:t xml:space="preserve">, </w:t>
      </w:r>
      <w:r w:rsidR="00256283">
        <w:t>même si je ne pouvais compter sur votre affection naturelle</w:t>
      </w:r>
      <w:r>
        <w:t xml:space="preserve">, </w:t>
      </w:r>
      <w:r w:rsidR="00256283">
        <w:t>vous n</w:t>
      </w:r>
      <w:r>
        <w:t>’</w:t>
      </w:r>
      <w:r w:rsidR="00256283">
        <w:t>hésiteriez pas à faire tout ce qui est en votre pouvoir pour sauvegarder l</w:t>
      </w:r>
      <w:r>
        <w:t>’</w:t>
      </w:r>
      <w:r w:rsidR="00256283">
        <w:t>honneur de notre nom</w:t>
      </w:r>
      <w:r>
        <w:t xml:space="preserve">. </w:t>
      </w:r>
      <w:r w:rsidR="00256283">
        <w:t>Je m</w:t>
      </w:r>
      <w:r>
        <w:t>’</w:t>
      </w:r>
      <w:r w:rsidR="00256283">
        <w:t>adresse à vous pour une autre raison</w:t>
      </w:r>
      <w:r>
        <w:t xml:space="preserve"> : </w:t>
      </w:r>
      <w:r w:rsidR="00256283">
        <w:t>certes j</w:t>
      </w:r>
      <w:r>
        <w:t>’</w:t>
      </w:r>
      <w:r w:rsidR="00256283">
        <w:t>ai un avocat sérieux qui s</w:t>
      </w:r>
      <w:r>
        <w:t>’</w:t>
      </w:r>
      <w:r w:rsidR="00256283">
        <w:t>occupe activement de faire éclater mon innocence et j</w:t>
      </w:r>
      <w:r>
        <w:t>’</w:t>
      </w:r>
      <w:r w:rsidR="00256283">
        <w:t>espère d</w:t>
      </w:r>
      <w:r>
        <w:t>’</w:t>
      </w:r>
      <w:r w:rsidR="00256283">
        <w:t>autre part réussir à décider Mr</w:t>
      </w:r>
      <w:r>
        <w:t xml:space="preserve">. </w:t>
      </w:r>
      <w:r w:rsidR="00256283">
        <w:t>Charles à m</w:t>
      </w:r>
      <w:r>
        <w:t>’</w:t>
      </w:r>
      <w:r w:rsidR="00256283">
        <w:t>apporter le secours de son talent</w:t>
      </w:r>
      <w:r>
        <w:t xml:space="preserve">, </w:t>
      </w:r>
      <w:r w:rsidR="00256283">
        <w:t>mais je ne puis demander à l</w:t>
      </w:r>
      <w:r>
        <w:t>’</w:t>
      </w:r>
      <w:r w:rsidR="00256283">
        <w:t>un ou à l</w:t>
      </w:r>
      <w:r>
        <w:t>’</w:t>
      </w:r>
      <w:r w:rsidR="00256283">
        <w:t>autre d</w:t>
      </w:r>
      <w:r>
        <w:t>’</w:t>
      </w:r>
      <w:r w:rsidR="00256283">
        <w:t>accomplir une action illégale</w:t>
      </w:r>
      <w:r>
        <w:t xml:space="preserve">. </w:t>
      </w:r>
      <w:r w:rsidR="00256283">
        <w:t>Vous êtes donc le seul en qui j</w:t>
      </w:r>
      <w:r>
        <w:t>’</w:t>
      </w:r>
      <w:r w:rsidR="00256283">
        <w:t>ai placé mon espoir</w:t>
      </w:r>
      <w:r>
        <w:t xml:space="preserve"> : </w:t>
      </w:r>
      <w:r w:rsidR="00256283">
        <w:t>voici de quoi il s</w:t>
      </w:r>
      <w:r>
        <w:t>’</w:t>
      </w:r>
      <w:r w:rsidR="00256283">
        <w:t>agit</w:t>
      </w:r>
      <w:r>
        <w:t xml:space="preserve"> : </w:t>
      </w:r>
      <w:r w:rsidR="00256283">
        <w:t>allez demain à l</w:t>
      </w:r>
      <w:r>
        <w:t>’</w:t>
      </w:r>
      <w:r w:rsidR="00256283">
        <w:t>appartement de Julia Wolf</w:t>
      </w:r>
      <w:r>
        <w:t xml:space="preserve">, </w:t>
      </w:r>
      <w:r w:rsidR="00256283">
        <w:t>411</w:t>
      </w:r>
      <w:r>
        <w:t xml:space="preserve">, </w:t>
      </w:r>
      <w:r w:rsidR="00256283">
        <w:t>East cinquante-quatrième rue</w:t>
      </w:r>
      <w:r>
        <w:t xml:space="preserve">. </w:t>
      </w:r>
      <w:r w:rsidR="00256283">
        <w:t xml:space="preserve">Je joins la </w:t>
      </w:r>
      <w:r w:rsidR="00256283">
        <w:lastRenderedPageBreak/>
        <w:t>clef à ma lettre</w:t>
      </w:r>
      <w:r>
        <w:t xml:space="preserve">. </w:t>
      </w:r>
      <w:r w:rsidR="00256283">
        <w:t>Vous trouverez entre les pages d</w:t>
      </w:r>
      <w:r>
        <w:t>’</w:t>
      </w:r>
      <w:r w:rsidR="00256283">
        <w:t xml:space="preserve">un livre intitulé </w:t>
      </w:r>
      <w:r w:rsidR="00256283">
        <w:rPr>
          <w:i/>
        </w:rPr>
        <w:t xml:space="preserve">The Grand </w:t>
      </w:r>
      <w:proofErr w:type="spellStart"/>
      <w:r w:rsidR="00256283">
        <w:rPr>
          <w:i/>
        </w:rPr>
        <w:t>Manner</w:t>
      </w:r>
      <w:proofErr w:type="spellEnd"/>
      <w:r w:rsidR="00256283">
        <w:t xml:space="preserve"> un document que vous lirez et que vous détruirez immédiatement</w:t>
      </w:r>
      <w:r>
        <w:t xml:space="preserve">. </w:t>
      </w:r>
      <w:r w:rsidR="00256283">
        <w:t>Brûlez-le avec soin</w:t>
      </w:r>
      <w:r>
        <w:t xml:space="preserve">. </w:t>
      </w:r>
      <w:r w:rsidR="00256283">
        <w:t>Quand vous l</w:t>
      </w:r>
      <w:r>
        <w:t>’</w:t>
      </w:r>
      <w:r w:rsidR="00256283">
        <w:t>aurez lu vous comprendrez pourquoi je vous ai chargé de cette mission</w:t>
      </w:r>
      <w:r>
        <w:t xml:space="preserve">. </w:t>
      </w:r>
      <w:r w:rsidR="00256283">
        <w:t>Au cas où quelque changement interviendrait et modifierait mes intentions</w:t>
      </w:r>
      <w:r>
        <w:t xml:space="preserve">, </w:t>
      </w:r>
      <w:r w:rsidR="00256283">
        <w:t>je vous téléphonerais tard dans la nuit</w:t>
      </w:r>
      <w:r>
        <w:t xml:space="preserve">. </w:t>
      </w:r>
      <w:r w:rsidR="00256283">
        <w:t>Si je ne vous appelle pas ce soir</w:t>
      </w:r>
      <w:r>
        <w:t xml:space="preserve">, </w:t>
      </w:r>
      <w:r w:rsidR="00256283">
        <w:t>je le ferai demain soir pour savoir si vous avez exécuté mes instructions et pour vous fixer un rendez-vous</w:t>
      </w:r>
      <w:r>
        <w:t xml:space="preserve">. </w:t>
      </w:r>
      <w:r w:rsidR="00256283">
        <w:t>Certain que vous mènerez à bien la tâche dont je vous confie la lourde responsabilité</w:t>
      </w:r>
      <w:r>
        <w:t xml:space="preserve">, </w:t>
      </w:r>
      <w:r w:rsidR="00256283">
        <w:t>je demeure</w:t>
      </w:r>
    </w:p>
    <w:p w14:paraId="16A1D5C1" w14:textId="77777777" w:rsidR="00256283" w:rsidRDefault="00256283" w:rsidP="00256283">
      <w:pPr>
        <w:jc w:val="right"/>
      </w:pPr>
      <w:r>
        <w:t>Votre père affectionné</w:t>
      </w:r>
      <w:r w:rsidR="00435B4F">
        <w:t>. »</w:t>
      </w:r>
    </w:p>
    <w:p w14:paraId="59920CE0" w14:textId="77777777" w:rsidR="00256283" w:rsidRDefault="00256283" w:rsidP="00256283"/>
    <w:p w14:paraId="5304DD51" w14:textId="77777777" w:rsidR="00435B4F" w:rsidRDefault="00256283" w:rsidP="00256283">
      <w:r>
        <w:t xml:space="preserve">La signature de </w:t>
      </w:r>
      <w:proofErr w:type="spellStart"/>
      <w:r>
        <w:t>Wynant</w:t>
      </w:r>
      <w:proofErr w:type="spellEnd"/>
      <w:r>
        <w:t xml:space="preserve"> s</w:t>
      </w:r>
      <w:r w:rsidR="00435B4F">
        <w:t>’</w:t>
      </w:r>
      <w:r>
        <w:t>étalait</w:t>
      </w:r>
      <w:r w:rsidR="00435B4F">
        <w:t xml:space="preserve">, </w:t>
      </w:r>
      <w:r>
        <w:t>à l</w:t>
      </w:r>
      <w:r w:rsidR="00435B4F">
        <w:t>’</w:t>
      </w:r>
      <w:r>
        <w:t>encre</w:t>
      </w:r>
      <w:r w:rsidR="00435B4F">
        <w:t xml:space="preserve">, </w:t>
      </w:r>
      <w:r>
        <w:t>au-dessous de la dernière ligne dactylographiée</w:t>
      </w:r>
      <w:r w:rsidR="00435B4F">
        <w:t>.</w:t>
      </w:r>
    </w:p>
    <w:p w14:paraId="7CAB547F" w14:textId="77777777" w:rsidR="00435B4F" w:rsidRDefault="00256283" w:rsidP="00256283">
      <w:proofErr w:type="spellStart"/>
      <w:r>
        <w:t>Guild</w:t>
      </w:r>
      <w:proofErr w:type="spellEnd"/>
      <w:r>
        <w:t xml:space="preserve"> attendit quelques secondes</w:t>
      </w:r>
      <w:r w:rsidR="00435B4F">
        <w:t xml:space="preserve">, </w:t>
      </w:r>
      <w:r>
        <w:t>pour voir si j</w:t>
      </w:r>
      <w:r w:rsidR="00435B4F">
        <w:t>’</w:t>
      </w:r>
      <w:r>
        <w:t>allais parler</w:t>
      </w:r>
      <w:r w:rsidR="00435B4F">
        <w:t xml:space="preserve">, </w:t>
      </w:r>
      <w:r>
        <w:t>puis il s</w:t>
      </w:r>
      <w:r w:rsidR="00435B4F">
        <w:t>’</w:t>
      </w:r>
      <w:r>
        <w:t>adressa à Gilbert</w:t>
      </w:r>
      <w:r w:rsidR="00435B4F">
        <w:t>.</w:t>
      </w:r>
    </w:p>
    <w:p w14:paraId="53D597CD" w14:textId="77777777" w:rsidR="00435B4F" w:rsidRDefault="00435B4F" w:rsidP="00256283">
      <w:r>
        <w:t>— </w:t>
      </w:r>
      <w:r w:rsidR="00256283">
        <w:t>A-t-il téléphoné</w:t>
      </w:r>
      <w:r>
        <w:t> ?</w:t>
      </w:r>
    </w:p>
    <w:p w14:paraId="442D837E" w14:textId="77777777" w:rsidR="00435B4F" w:rsidRDefault="00435B4F" w:rsidP="00256283">
      <w:r>
        <w:t>— </w:t>
      </w:r>
      <w:r w:rsidR="00256283">
        <w:t>Non</w:t>
      </w:r>
      <w:r>
        <w:t>.</w:t>
      </w:r>
    </w:p>
    <w:p w14:paraId="211A4175" w14:textId="77777777" w:rsidR="00435B4F" w:rsidRDefault="00435B4F" w:rsidP="00256283">
      <w:r>
        <w:t>— </w:t>
      </w:r>
      <w:r w:rsidR="00256283">
        <w:t>Qu</w:t>
      </w:r>
      <w:r>
        <w:t>’</w:t>
      </w:r>
      <w:r w:rsidR="00256283">
        <w:t>en savez-vous</w:t>
      </w:r>
      <w:r>
        <w:t xml:space="preserve"> ? </w:t>
      </w:r>
      <w:r w:rsidR="00256283">
        <w:t>dis-je</w:t>
      </w:r>
      <w:r>
        <w:t xml:space="preserve">, </w:t>
      </w:r>
      <w:r w:rsidR="00256283">
        <w:t>puisque vous avez demandé à l</w:t>
      </w:r>
      <w:r>
        <w:t>’</w:t>
      </w:r>
      <w:r w:rsidR="00256283">
        <w:t>opérateur du standard de ne pas vous transmettre de communications</w:t>
      </w:r>
      <w:r>
        <w:t> ?</w:t>
      </w:r>
    </w:p>
    <w:p w14:paraId="074DE054" w14:textId="77777777" w:rsidR="00435B4F" w:rsidRDefault="00435B4F" w:rsidP="00256283">
      <w:r>
        <w:t>— </w:t>
      </w:r>
      <w:r w:rsidR="00256283">
        <w:t>C</w:t>
      </w:r>
      <w:r>
        <w:t>’</w:t>
      </w:r>
      <w:r w:rsidR="00256283">
        <w:t>est vrai</w:t>
      </w:r>
      <w:r>
        <w:t xml:space="preserve">, </w:t>
      </w:r>
      <w:r w:rsidR="00256283">
        <w:t>j</w:t>
      </w:r>
      <w:r>
        <w:t>’</w:t>
      </w:r>
      <w:r w:rsidR="00256283">
        <w:t>avais peur qu</w:t>
      </w:r>
      <w:r>
        <w:t>’</w:t>
      </w:r>
      <w:r w:rsidR="00256283">
        <w:t>il téléphonât pendant que vous étiez chez nous</w:t>
      </w:r>
      <w:r>
        <w:t xml:space="preserve">, </w:t>
      </w:r>
      <w:r w:rsidR="00256283">
        <w:t>mais s</w:t>
      </w:r>
      <w:r>
        <w:t>’</w:t>
      </w:r>
      <w:r w:rsidR="00256283">
        <w:t>il l</w:t>
      </w:r>
      <w:r>
        <w:t>’</w:t>
      </w:r>
      <w:r w:rsidR="00256283">
        <w:t>avait fait</w:t>
      </w:r>
      <w:r>
        <w:t xml:space="preserve">, </w:t>
      </w:r>
      <w:r w:rsidR="00256283">
        <w:t>il aurait laissé un message pour moi à l</w:t>
      </w:r>
      <w:r>
        <w:t>’</w:t>
      </w:r>
      <w:r w:rsidR="00256283">
        <w:t>opérateur</w:t>
      </w:r>
      <w:r>
        <w:t>.</w:t>
      </w:r>
    </w:p>
    <w:p w14:paraId="51A39A2E" w14:textId="77777777" w:rsidR="00435B4F" w:rsidRDefault="00435B4F" w:rsidP="00256283">
      <w:r>
        <w:t>— </w:t>
      </w:r>
      <w:r w:rsidR="00256283">
        <w:t>Vous ne l</w:t>
      </w:r>
      <w:r>
        <w:t>’</w:t>
      </w:r>
      <w:r w:rsidR="00256283">
        <w:t>avez donc pas vu</w:t>
      </w:r>
      <w:r>
        <w:t> ?</w:t>
      </w:r>
    </w:p>
    <w:p w14:paraId="0C5EC23D" w14:textId="77777777" w:rsidR="00435B4F" w:rsidRDefault="00435B4F" w:rsidP="00256283">
      <w:r>
        <w:t>— </w:t>
      </w:r>
      <w:r w:rsidR="00256283">
        <w:t>Non</w:t>
      </w:r>
      <w:r>
        <w:t>.</w:t>
      </w:r>
    </w:p>
    <w:p w14:paraId="2A4E4460" w14:textId="77777777" w:rsidR="00435B4F" w:rsidRDefault="00435B4F" w:rsidP="00256283">
      <w:r>
        <w:lastRenderedPageBreak/>
        <w:t>— </w:t>
      </w:r>
      <w:r w:rsidR="00256283">
        <w:t>Alors vous avez menti à Dorothy</w:t>
      </w:r>
      <w:r>
        <w:t> ?</w:t>
      </w:r>
    </w:p>
    <w:p w14:paraId="17A1E2C8" w14:textId="77777777" w:rsidR="00435B4F" w:rsidRDefault="00256283" w:rsidP="00256283">
      <w:r>
        <w:t>Il baissa la tête</w:t>
      </w:r>
      <w:r w:rsidR="00435B4F">
        <w:t xml:space="preserve">, </w:t>
      </w:r>
      <w:r>
        <w:t>le regard fixé sur le plancher</w:t>
      </w:r>
      <w:r w:rsidR="00435B4F">
        <w:t>.</w:t>
      </w:r>
    </w:p>
    <w:p w14:paraId="3885C635" w14:textId="77777777" w:rsidR="00435B4F" w:rsidRDefault="00435B4F" w:rsidP="00256283">
      <w:r>
        <w:t>— </w:t>
      </w:r>
      <w:r w:rsidR="00256283">
        <w:t>C</w:t>
      </w:r>
      <w:r>
        <w:t>’</w:t>
      </w:r>
      <w:r w:rsidR="00256283">
        <w:t>était</w:t>
      </w:r>
      <w:r>
        <w:t xml:space="preserve">… </w:t>
      </w:r>
      <w:r w:rsidR="00256283">
        <w:t>je suppose que c</w:t>
      </w:r>
      <w:r>
        <w:t>’</w:t>
      </w:r>
      <w:r w:rsidR="00256283">
        <w:t>était par jalousie</w:t>
      </w:r>
      <w:r>
        <w:t xml:space="preserve">, </w:t>
      </w:r>
      <w:r w:rsidR="00256283">
        <w:t>dit-il</w:t>
      </w:r>
      <w:r>
        <w:t>.</w:t>
      </w:r>
    </w:p>
    <w:p w14:paraId="7F11B7E4" w14:textId="77777777" w:rsidR="00435B4F" w:rsidRDefault="00256283" w:rsidP="00256283">
      <w:r>
        <w:t>Il leva la tête et me regarda</w:t>
      </w:r>
      <w:r w:rsidR="00435B4F">
        <w:t xml:space="preserve"> ; </w:t>
      </w:r>
      <w:r>
        <w:t>il était cramoisi</w:t>
      </w:r>
      <w:r w:rsidR="00435B4F">
        <w:t>.</w:t>
      </w:r>
    </w:p>
    <w:p w14:paraId="65C8A175" w14:textId="77777777" w:rsidR="00435B4F" w:rsidRDefault="00435B4F" w:rsidP="00256283">
      <w:r>
        <w:t>— </w:t>
      </w:r>
      <w:r w:rsidR="00256283">
        <w:t>Comprenez-vous</w:t>
      </w:r>
      <w:r>
        <w:t xml:space="preserve">, </w:t>
      </w:r>
      <w:r w:rsidR="00256283">
        <w:t>reprit-il</w:t>
      </w:r>
      <w:r>
        <w:t xml:space="preserve">, </w:t>
      </w:r>
      <w:r w:rsidR="00256283">
        <w:t>Dorothy m</w:t>
      </w:r>
      <w:r>
        <w:t>’</w:t>
      </w:r>
      <w:r w:rsidR="00256283">
        <w:t>avait toujours considéré comme un être supérieur</w:t>
      </w:r>
      <w:r>
        <w:t xml:space="preserve">, </w:t>
      </w:r>
      <w:r w:rsidR="00256283">
        <w:t>elle croyait en moi</w:t>
      </w:r>
      <w:r>
        <w:t xml:space="preserve">, </w:t>
      </w:r>
      <w:r w:rsidR="00256283">
        <w:t>demandait toujours mon avis</w:t>
      </w:r>
      <w:r>
        <w:t xml:space="preserve">, </w:t>
      </w:r>
      <w:r w:rsidR="00256283">
        <w:t>m</w:t>
      </w:r>
      <w:r>
        <w:t>’</w:t>
      </w:r>
      <w:r w:rsidR="00256283">
        <w:t>obéissait sans murmure</w:t>
      </w:r>
      <w:r>
        <w:t xml:space="preserve"> ; </w:t>
      </w:r>
      <w:r w:rsidR="00256283">
        <w:t>puis</w:t>
      </w:r>
      <w:r>
        <w:t xml:space="preserve">, </w:t>
      </w:r>
      <w:r w:rsidR="00256283">
        <w:t>elle vous a rencontré et tout a été changé</w:t>
      </w:r>
      <w:r>
        <w:t xml:space="preserve"> : </w:t>
      </w:r>
      <w:r w:rsidR="00256283">
        <w:t>il n</w:t>
      </w:r>
      <w:r>
        <w:t>’</w:t>
      </w:r>
      <w:r w:rsidR="00256283">
        <w:t>y avait plus que vous sur la terre</w:t>
      </w:r>
      <w:r>
        <w:t xml:space="preserve">. </w:t>
      </w:r>
      <w:r w:rsidR="00256283">
        <w:t>C</w:t>
      </w:r>
      <w:r>
        <w:t>’</w:t>
      </w:r>
      <w:r w:rsidR="00256283">
        <w:t>est tout naturel et j</w:t>
      </w:r>
      <w:r>
        <w:t>’</w:t>
      </w:r>
      <w:r w:rsidR="00256283">
        <w:t>aurais dû m</w:t>
      </w:r>
      <w:r>
        <w:t>’</w:t>
      </w:r>
      <w:r w:rsidR="00256283">
        <w:t>incliner devant votre évidente supériorité</w:t>
      </w:r>
      <w:r>
        <w:t xml:space="preserve">, </w:t>
      </w:r>
      <w:r w:rsidR="00256283">
        <w:t>mais la jalousie m</w:t>
      </w:r>
      <w:r>
        <w:t>’</w:t>
      </w:r>
      <w:r w:rsidR="00256283">
        <w:t>a poussé</w:t>
      </w:r>
      <w:r>
        <w:t xml:space="preserve">, </w:t>
      </w:r>
      <w:r w:rsidR="00256283">
        <w:t>j</w:t>
      </w:r>
      <w:r>
        <w:t>’</w:t>
      </w:r>
      <w:r w:rsidR="00256283">
        <w:t>ai voulu bluffer et</w:t>
      </w:r>
      <w:r>
        <w:t xml:space="preserve">, </w:t>
      </w:r>
      <w:r w:rsidR="00256283">
        <w:t>quand j</w:t>
      </w:r>
      <w:r>
        <w:t>’</w:t>
      </w:r>
      <w:r w:rsidR="00256283">
        <w:t>ai reçu cette lettre</w:t>
      </w:r>
      <w:r>
        <w:t xml:space="preserve">, </w:t>
      </w:r>
      <w:r w:rsidR="00256283">
        <w:t>j</w:t>
      </w:r>
      <w:r>
        <w:t>’</w:t>
      </w:r>
      <w:r w:rsidR="00256283">
        <w:t>ai prétendu que j</w:t>
      </w:r>
      <w:r>
        <w:t>’</w:t>
      </w:r>
      <w:r w:rsidR="00256283">
        <w:t>avais vu notre père et qu</w:t>
      </w:r>
      <w:r>
        <w:t>’</w:t>
      </w:r>
      <w:r w:rsidR="00256283">
        <w:t>il m</w:t>
      </w:r>
      <w:r>
        <w:t>’</w:t>
      </w:r>
      <w:r w:rsidR="00256283">
        <w:t>avait donné le nom du coupable</w:t>
      </w:r>
      <w:r>
        <w:t xml:space="preserve">. </w:t>
      </w:r>
      <w:r w:rsidR="00256283">
        <w:t>Je marquais ainsi un point sur vous</w:t>
      </w:r>
      <w:r>
        <w:t>.</w:t>
      </w:r>
    </w:p>
    <w:p w14:paraId="5CE6FA9E" w14:textId="77777777" w:rsidR="00435B4F" w:rsidRDefault="00256283" w:rsidP="00256283">
      <w:r>
        <w:t>Il s</w:t>
      </w:r>
      <w:r w:rsidR="00435B4F">
        <w:t>’</w:t>
      </w:r>
      <w:r>
        <w:t>interrompit</w:t>
      </w:r>
      <w:r w:rsidR="00435B4F">
        <w:t xml:space="preserve">, </w:t>
      </w:r>
      <w:r>
        <w:t>haletant</w:t>
      </w:r>
      <w:r w:rsidR="00435B4F">
        <w:t xml:space="preserve">, </w:t>
      </w:r>
      <w:r>
        <w:t>et s</w:t>
      </w:r>
      <w:r w:rsidR="00435B4F">
        <w:t>’</w:t>
      </w:r>
      <w:r>
        <w:t>essuya le front avec son mouchoir</w:t>
      </w:r>
      <w:r w:rsidR="00435B4F">
        <w:t xml:space="preserve">. </w:t>
      </w:r>
      <w:r>
        <w:t>Je ne répondis pas</w:t>
      </w:r>
      <w:r w:rsidR="00435B4F">
        <w:t xml:space="preserve">, </w:t>
      </w:r>
      <w:r>
        <w:t>attendant comme tout à l</w:t>
      </w:r>
      <w:r w:rsidR="00435B4F">
        <w:t>’</w:t>
      </w:r>
      <w:r>
        <w:t xml:space="preserve">heure que </w:t>
      </w:r>
      <w:proofErr w:type="spellStart"/>
      <w:r>
        <w:t>Guild</w:t>
      </w:r>
      <w:proofErr w:type="spellEnd"/>
      <w:r>
        <w:t xml:space="preserve"> prît la parole</w:t>
      </w:r>
      <w:r w:rsidR="00435B4F">
        <w:t>.</w:t>
      </w:r>
    </w:p>
    <w:p w14:paraId="24295591" w14:textId="77777777" w:rsidR="00435B4F" w:rsidRDefault="00435B4F" w:rsidP="00256283">
      <w:r>
        <w:t>— </w:t>
      </w:r>
      <w:r w:rsidR="00256283">
        <w:t>Eh bien</w:t>
      </w:r>
      <w:r>
        <w:t xml:space="preserve"> ! </w:t>
      </w:r>
      <w:r w:rsidR="00256283">
        <w:t>dit enfin le policier</w:t>
      </w:r>
      <w:r>
        <w:t xml:space="preserve">, </w:t>
      </w:r>
      <w:r w:rsidR="00256283">
        <w:t>tout cela n</w:t>
      </w:r>
      <w:r>
        <w:t>’</w:t>
      </w:r>
      <w:r w:rsidR="00256283">
        <w:t>est pas grave</w:t>
      </w:r>
      <w:r>
        <w:t xml:space="preserve"> ; </w:t>
      </w:r>
      <w:r w:rsidR="00256283">
        <w:t>si vous ne nous cachez rien d</w:t>
      </w:r>
      <w:r>
        <w:t>’</w:t>
      </w:r>
      <w:r w:rsidR="00256283">
        <w:t>autre</w:t>
      </w:r>
      <w:r>
        <w:t>.</w:t>
      </w:r>
    </w:p>
    <w:p w14:paraId="60C4712B" w14:textId="77777777" w:rsidR="00435B4F" w:rsidRDefault="00435B4F" w:rsidP="00256283">
      <w:r>
        <w:t>— </w:t>
      </w:r>
      <w:r w:rsidR="00256283">
        <w:t>Non</w:t>
      </w:r>
      <w:r>
        <w:t xml:space="preserve">, </w:t>
      </w:r>
      <w:r w:rsidR="00256283">
        <w:t>dit le jeune homme</w:t>
      </w:r>
      <w:r>
        <w:t xml:space="preserve">, </w:t>
      </w:r>
      <w:r w:rsidR="00256283">
        <w:t>je vous ai tout dit</w:t>
      </w:r>
      <w:r>
        <w:t>.</w:t>
      </w:r>
    </w:p>
    <w:p w14:paraId="6B366220" w14:textId="77777777" w:rsidR="00435B4F" w:rsidRDefault="00435B4F" w:rsidP="00256283">
      <w:r>
        <w:t>— </w:t>
      </w:r>
      <w:r w:rsidR="00256283">
        <w:t>Vous ne savez rien du canif et de la chaîne de montre</w:t>
      </w:r>
      <w:r>
        <w:t> ?</w:t>
      </w:r>
    </w:p>
    <w:p w14:paraId="205F47DC" w14:textId="77777777" w:rsidR="00435B4F" w:rsidRDefault="00435B4F" w:rsidP="00256283">
      <w:r>
        <w:t>— </w:t>
      </w:r>
      <w:r w:rsidR="00256283">
        <w:t>Non</w:t>
      </w:r>
      <w:r>
        <w:t xml:space="preserve">, </w:t>
      </w:r>
      <w:r w:rsidR="00256283">
        <w:t>je n</w:t>
      </w:r>
      <w:r>
        <w:t>’</w:t>
      </w:r>
      <w:r w:rsidR="00256283">
        <w:t>en ai entendu parler qu</w:t>
      </w:r>
      <w:r>
        <w:t>’</w:t>
      </w:r>
      <w:r w:rsidR="00256283">
        <w:t>après qu</w:t>
      </w:r>
      <w:r>
        <w:t>’</w:t>
      </w:r>
      <w:r w:rsidR="00256283">
        <w:t>ils vous ont été remis</w:t>
      </w:r>
      <w:r>
        <w:t>.</w:t>
      </w:r>
    </w:p>
    <w:p w14:paraId="02547B7F" w14:textId="77777777" w:rsidR="00435B4F" w:rsidRDefault="00435B4F" w:rsidP="00256283">
      <w:r>
        <w:t>— </w:t>
      </w:r>
      <w:r w:rsidR="00256283">
        <w:t>Comment va votre mère</w:t>
      </w:r>
      <w:r>
        <w:t xml:space="preserve"> ? </w:t>
      </w:r>
      <w:r w:rsidR="00256283">
        <w:t>demandai-je</w:t>
      </w:r>
      <w:r>
        <w:t>.</w:t>
      </w:r>
    </w:p>
    <w:p w14:paraId="7E126FEE" w14:textId="77777777" w:rsidR="00435B4F" w:rsidRDefault="00435B4F" w:rsidP="00256283">
      <w:r>
        <w:t>— </w:t>
      </w:r>
      <w:r w:rsidR="00256283">
        <w:t>Elle va bien</w:t>
      </w:r>
      <w:r>
        <w:t xml:space="preserve">, </w:t>
      </w:r>
      <w:r w:rsidR="00256283">
        <w:t>mais elle a gardé le lit aujourd</w:t>
      </w:r>
      <w:r>
        <w:t>’</w:t>
      </w:r>
      <w:r w:rsidR="00256283">
        <w:t>hui</w:t>
      </w:r>
      <w:r>
        <w:t>.</w:t>
      </w:r>
    </w:p>
    <w:p w14:paraId="245CF187" w14:textId="77777777" w:rsidR="00435B4F" w:rsidRDefault="00435B4F" w:rsidP="00256283">
      <w:r>
        <w:t>— </w:t>
      </w:r>
      <w:r w:rsidR="00256283">
        <w:t>Qu</w:t>
      </w:r>
      <w:r>
        <w:t>’</w:t>
      </w:r>
      <w:r w:rsidR="00256283">
        <w:t>est-ce qu</w:t>
      </w:r>
      <w:r>
        <w:t>’</w:t>
      </w:r>
      <w:r w:rsidR="00256283">
        <w:t>elle a</w:t>
      </w:r>
      <w:r>
        <w:t xml:space="preserve"> ? </w:t>
      </w:r>
      <w:r w:rsidR="00256283">
        <w:t xml:space="preserve">dit </w:t>
      </w:r>
      <w:proofErr w:type="spellStart"/>
      <w:r w:rsidR="00256283">
        <w:t>Guild</w:t>
      </w:r>
      <w:proofErr w:type="spellEnd"/>
      <w:r>
        <w:t>.</w:t>
      </w:r>
    </w:p>
    <w:p w14:paraId="1CAAA063" w14:textId="77777777" w:rsidR="00435B4F" w:rsidRDefault="00435B4F" w:rsidP="00256283">
      <w:r>
        <w:lastRenderedPageBreak/>
        <w:t>— </w:t>
      </w:r>
      <w:r w:rsidR="00256283">
        <w:t>C</w:t>
      </w:r>
      <w:r>
        <w:t>’</w:t>
      </w:r>
      <w:r w:rsidR="00256283">
        <w:t>est une hystérique</w:t>
      </w:r>
      <w:r>
        <w:t xml:space="preserve"> ; </w:t>
      </w:r>
      <w:r w:rsidR="00256283">
        <w:t>elle a eu une scène assez vive avec sa fille</w:t>
      </w:r>
      <w:r>
        <w:t xml:space="preserve">, </w:t>
      </w:r>
      <w:r w:rsidR="00256283">
        <w:t>après votre départ</w:t>
      </w:r>
      <w:r>
        <w:t>.</w:t>
      </w:r>
    </w:p>
    <w:p w14:paraId="58D7AF5C" w14:textId="77777777" w:rsidR="00435B4F" w:rsidRDefault="00435B4F" w:rsidP="00256283">
      <w:r>
        <w:t>— </w:t>
      </w:r>
      <w:r w:rsidR="00256283">
        <w:t>À quel sujet</w:t>
      </w:r>
      <w:r>
        <w:t> ?</w:t>
      </w:r>
    </w:p>
    <w:p w14:paraId="656F3B81" w14:textId="77777777" w:rsidR="00435B4F" w:rsidRDefault="00435B4F" w:rsidP="00256283">
      <w:r>
        <w:t>— </w:t>
      </w:r>
      <w:r w:rsidR="00256283">
        <w:t>Vous êtes bon</w:t>
      </w:r>
      <w:r>
        <w:t xml:space="preserve">, </w:t>
      </w:r>
      <w:r w:rsidR="00256283">
        <w:t>vous</w:t>
      </w:r>
      <w:r>
        <w:t xml:space="preserve">, </w:t>
      </w:r>
      <w:r w:rsidR="00256283">
        <w:t>sait-on jamais avec les femmes</w:t>
      </w:r>
      <w:r>
        <w:t> !</w:t>
      </w:r>
    </w:p>
    <w:p w14:paraId="774AB0F5" w14:textId="77777777" w:rsidR="00435B4F" w:rsidRDefault="00256283" w:rsidP="00256283">
      <w:r>
        <w:t>Le policier se gratta lentement le menton</w:t>
      </w:r>
      <w:r w:rsidR="00435B4F">
        <w:t>.</w:t>
      </w:r>
    </w:p>
    <w:p w14:paraId="077392D4" w14:textId="77777777" w:rsidR="00435B4F" w:rsidRDefault="00435B4F" w:rsidP="00256283">
      <w:r>
        <w:t>— </w:t>
      </w:r>
      <w:r w:rsidR="00256283">
        <w:t>Est-ce que Flint a dit vrai</w:t>
      </w:r>
      <w:r>
        <w:t xml:space="preserve">, </w:t>
      </w:r>
      <w:r w:rsidR="00256283">
        <w:t>demanda-t-il à Gilbert</w:t>
      </w:r>
      <w:r>
        <w:t xml:space="preserve">, </w:t>
      </w:r>
      <w:r w:rsidR="00256283">
        <w:t>vous n</w:t>
      </w:r>
      <w:r>
        <w:t>’</w:t>
      </w:r>
      <w:r w:rsidR="00256283">
        <w:t>avez pas eu le temps de rechercher ce document</w:t>
      </w:r>
      <w:r>
        <w:t> ?</w:t>
      </w:r>
    </w:p>
    <w:p w14:paraId="77D4912D" w14:textId="77777777" w:rsidR="00435B4F" w:rsidRDefault="00435B4F" w:rsidP="00256283">
      <w:r>
        <w:t>— </w:t>
      </w:r>
      <w:r w:rsidR="00256283">
        <w:t>Je n</w:t>
      </w:r>
      <w:r>
        <w:t>’</w:t>
      </w:r>
      <w:r w:rsidR="00256283">
        <w:t>avais pas fermé la porte qu</w:t>
      </w:r>
      <w:r>
        <w:t>’</w:t>
      </w:r>
      <w:r w:rsidR="00256283">
        <w:t>il était déjà sur moi</w:t>
      </w:r>
      <w:r>
        <w:t> ?</w:t>
      </w:r>
    </w:p>
    <w:p w14:paraId="30D25419" w14:textId="77777777" w:rsidR="00435B4F" w:rsidRDefault="00435B4F" w:rsidP="00256283">
      <w:r>
        <w:t>— </w:t>
      </w:r>
      <w:r w:rsidR="00256283">
        <w:t>Oh</w:t>
      </w:r>
      <w:r>
        <w:t xml:space="preserve"> ! </w:t>
      </w:r>
      <w:r w:rsidR="00256283">
        <w:t>je suis secondé par des as</w:t>
      </w:r>
      <w:r>
        <w:t xml:space="preserve"> ! </w:t>
      </w:r>
      <w:r w:rsidR="00256283">
        <w:t>soupira le lieutenant</w:t>
      </w:r>
      <w:r>
        <w:t xml:space="preserve">. </w:t>
      </w:r>
      <w:r w:rsidR="00256283">
        <w:t>Je parie qu</w:t>
      </w:r>
      <w:r>
        <w:t>’</w:t>
      </w:r>
      <w:r w:rsidR="00256283">
        <w:t xml:space="preserve">il a crié </w:t>
      </w:r>
      <w:r>
        <w:t>« </w:t>
      </w:r>
      <w:r w:rsidR="00256283">
        <w:t>coucou</w:t>
      </w:r>
      <w:r>
        <w:t> »</w:t>
      </w:r>
      <w:r w:rsidR="00256283">
        <w:t xml:space="preserve"> quand il vous a vu</w:t>
      </w:r>
      <w:r>
        <w:t xml:space="preserve"> ! </w:t>
      </w:r>
      <w:r w:rsidR="00256283">
        <w:t>Non</w:t>
      </w:r>
      <w:r>
        <w:t xml:space="preserve"> ? </w:t>
      </w:r>
      <w:r w:rsidR="00256283">
        <w:t>Enfin voici ce que je puis faire pour vous</w:t>
      </w:r>
      <w:r>
        <w:t xml:space="preserve">. </w:t>
      </w:r>
      <w:r w:rsidR="00256283">
        <w:t>Ou bien vous garder quelques jours ou bien vous laisser aller si vous promettez de m</w:t>
      </w:r>
      <w:r>
        <w:t>’</w:t>
      </w:r>
      <w:r w:rsidR="00256283">
        <w:t>avertir quand votre père vous écrira ou vous téléphonera</w:t>
      </w:r>
      <w:r>
        <w:t>.</w:t>
      </w:r>
    </w:p>
    <w:p w14:paraId="0FF11A87" w14:textId="77777777" w:rsidR="00435B4F" w:rsidRDefault="00256283" w:rsidP="00256283">
      <w:r>
        <w:t>Je répondis avant que Gilbert ait ouvert la bouche</w:t>
      </w:r>
      <w:r w:rsidR="00435B4F">
        <w:t>.</w:t>
      </w:r>
    </w:p>
    <w:p w14:paraId="2F935F8C" w14:textId="77777777" w:rsidR="00435B4F" w:rsidRDefault="00435B4F" w:rsidP="00256283">
      <w:r>
        <w:t>— </w:t>
      </w:r>
      <w:r w:rsidR="00256283">
        <w:t>Vous n</w:t>
      </w:r>
      <w:r>
        <w:t>’</w:t>
      </w:r>
      <w:r w:rsidR="00256283">
        <w:t>avez pas le droit</w:t>
      </w:r>
      <w:r>
        <w:t xml:space="preserve">, </w:t>
      </w:r>
      <w:proofErr w:type="spellStart"/>
      <w:r w:rsidR="00256283">
        <w:t>Guild</w:t>
      </w:r>
      <w:proofErr w:type="spellEnd"/>
      <w:r>
        <w:t xml:space="preserve">, </w:t>
      </w:r>
      <w:r w:rsidR="00256283">
        <w:t>c</w:t>
      </w:r>
      <w:r>
        <w:t>’</w:t>
      </w:r>
      <w:r w:rsidR="00256283">
        <w:t>est son père</w:t>
      </w:r>
      <w:r>
        <w:t> !</w:t>
      </w:r>
    </w:p>
    <w:p w14:paraId="43C541AB" w14:textId="77777777" w:rsidR="00435B4F" w:rsidRDefault="00435B4F" w:rsidP="00256283">
      <w:r>
        <w:t>— </w:t>
      </w:r>
      <w:r w:rsidR="00256283">
        <w:t>Pas le droit</w:t>
      </w:r>
      <w:r>
        <w:t> ?</w:t>
      </w:r>
    </w:p>
    <w:p w14:paraId="017525BA" w14:textId="77777777" w:rsidR="00435B4F" w:rsidRDefault="00256283" w:rsidP="00256283">
      <w:r>
        <w:t>Il me regarda les sourcils froncés</w:t>
      </w:r>
      <w:r w:rsidR="00435B4F">
        <w:t>.</w:t>
      </w:r>
    </w:p>
    <w:p w14:paraId="0634F391" w14:textId="77777777" w:rsidR="00435B4F" w:rsidRDefault="00435B4F" w:rsidP="00256283">
      <w:r>
        <w:t>— </w:t>
      </w:r>
      <w:r w:rsidR="00256283">
        <w:t>Si son père est innocent</w:t>
      </w:r>
      <w:r>
        <w:t xml:space="preserve">, </w:t>
      </w:r>
      <w:r w:rsidR="00256283">
        <w:t>reprit-il</w:t>
      </w:r>
      <w:r>
        <w:t xml:space="preserve">, </w:t>
      </w:r>
      <w:r w:rsidR="00256283">
        <w:t>cela n</w:t>
      </w:r>
      <w:r>
        <w:t>’</w:t>
      </w:r>
      <w:r w:rsidR="00256283">
        <w:t>a pas d</w:t>
      </w:r>
      <w:r>
        <w:t>’</w:t>
      </w:r>
      <w:r w:rsidR="00256283">
        <w:t>importance</w:t>
      </w:r>
      <w:r>
        <w:t>.</w:t>
      </w:r>
    </w:p>
    <w:p w14:paraId="3870AE7C" w14:textId="77777777" w:rsidR="00435B4F" w:rsidRDefault="00256283" w:rsidP="00256283">
      <w:r>
        <w:t>Je ne répondis pas</w:t>
      </w:r>
      <w:r w:rsidR="00435B4F">
        <w:t>.</w:t>
      </w:r>
    </w:p>
    <w:p w14:paraId="55E2A1D8" w14:textId="77777777" w:rsidR="00435B4F" w:rsidRDefault="00435B4F" w:rsidP="00256283">
      <w:r>
        <w:t>— </w:t>
      </w:r>
      <w:r w:rsidR="00256283">
        <w:t>Eh bien</w:t>
      </w:r>
      <w:r>
        <w:t xml:space="preserve">, </w:t>
      </w:r>
      <w:r w:rsidR="00256283">
        <w:t>mon petit</w:t>
      </w:r>
      <w:r>
        <w:t xml:space="preserve">, </w:t>
      </w:r>
      <w:r w:rsidR="00256283">
        <w:t>dit le policier dont le visage s</w:t>
      </w:r>
      <w:r>
        <w:t>’</w:t>
      </w:r>
      <w:r w:rsidR="00256283">
        <w:t>éclaira</w:t>
      </w:r>
      <w:r>
        <w:t xml:space="preserve">, </w:t>
      </w:r>
      <w:r w:rsidR="00256283">
        <w:t>je vais vous faire une autre proposition</w:t>
      </w:r>
      <w:r>
        <w:t xml:space="preserve"> : </w:t>
      </w:r>
      <w:r w:rsidR="00256283">
        <w:t>si votre père</w:t>
      </w:r>
      <w:r>
        <w:t xml:space="preserve">, </w:t>
      </w:r>
      <w:r w:rsidR="00256283">
        <w:t>ou une autre personne vous demande d</w:t>
      </w:r>
      <w:r>
        <w:t>’</w:t>
      </w:r>
      <w:r w:rsidR="00256283">
        <w:t>agir en son nom</w:t>
      </w:r>
      <w:r>
        <w:t xml:space="preserve">, </w:t>
      </w:r>
      <w:r w:rsidR="00256283">
        <w:t>promettez-moi de répondre que vous avez donné votre parole de ne rien faire pour les aider</w:t>
      </w:r>
      <w:r>
        <w:t>.</w:t>
      </w:r>
    </w:p>
    <w:p w14:paraId="7267D167" w14:textId="77777777" w:rsidR="00435B4F" w:rsidRDefault="00256283" w:rsidP="00256283">
      <w:r>
        <w:lastRenderedPageBreak/>
        <w:t>Le jeune homme me regarda</w:t>
      </w:r>
      <w:r w:rsidR="00435B4F">
        <w:t>.</w:t>
      </w:r>
    </w:p>
    <w:p w14:paraId="13D958E0" w14:textId="77777777" w:rsidR="00435B4F" w:rsidRDefault="00435B4F" w:rsidP="00256283">
      <w:r>
        <w:t>— </w:t>
      </w:r>
      <w:r w:rsidR="00256283">
        <w:t>Cela me paraît plus raisonnable</w:t>
      </w:r>
      <w:r>
        <w:t xml:space="preserve"> ! </w:t>
      </w:r>
      <w:r w:rsidR="00256283">
        <w:t>dis-je</w:t>
      </w:r>
      <w:r>
        <w:t>.</w:t>
      </w:r>
    </w:p>
    <w:p w14:paraId="143357FA" w14:textId="77777777" w:rsidR="00435B4F" w:rsidRDefault="00435B4F" w:rsidP="00256283">
      <w:r>
        <w:t>— </w:t>
      </w:r>
      <w:r w:rsidR="00256283">
        <w:t>Bien</w:t>
      </w:r>
      <w:r>
        <w:t xml:space="preserve">, </w:t>
      </w:r>
      <w:r w:rsidR="00256283">
        <w:t>dit Gilbert</w:t>
      </w:r>
      <w:r>
        <w:t xml:space="preserve">, </w:t>
      </w:r>
      <w:r w:rsidR="00256283">
        <w:t>je vous donne ma parole</w:t>
      </w:r>
      <w:r>
        <w:t>.</w:t>
      </w:r>
    </w:p>
    <w:p w14:paraId="10C2DA0E" w14:textId="77777777" w:rsidR="00435B4F" w:rsidRDefault="00435B4F" w:rsidP="00256283">
      <w:r>
        <w:t>— </w:t>
      </w:r>
      <w:r w:rsidR="00256283">
        <w:t>Ça va</w:t>
      </w:r>
      <w:r>
        <w:t xml:space="preserve"> ! </w:t>
      </w:r>
      <w:r w:rsidR="00256283">
        <w:t xml:space="preserve">fit </w:t>
      </w:r>
      <w:proofErr w:type="spellStart"/>
      <w:r w:rsidR="00256283">
        <w:t>Guild</w:t>
      </w:r>
      <w:proofErr w:type="spellEnd"/>
      <w:r>
        <w:t xml:space="preserve">, </w:t>
      </w:r>
      <w:r w:rsidR="00256283">
        <w:t>vous êtes libre</w:t>
      </w:r>
      <w:r>
        <w:t>.</w:t>
      </w:r>
    </w:p>
    <w:p w14:paraId="1E340276" w14:textId="77777777" w:rsidR="00435B4F" w:rsidRDefault="00435B4F" w:rsidP="00256283">
      <w:r>
        <w:t>— </w:t>
      </w:r>
      <w:r w:rsidR="00256283">
        <w:t>Attendez-moi dehors</w:t>
      </w:r>
      <w:r>
        <w:t xml:space="preserve">, </w:t>
      </w:r>
      <w:r w:rsidR="00256283">
        <w:t>Gilbert</w:t>
      </w:r>
      <w:r>
        <w:t xml:space="preserve">, </w:t>
      </w:r>
      <w:r w:rsidR="00256283">
        <w:t>dis-je</w:t>
      </w:r>
      <w:r>
        <w:t>.</w:t>
      </w:r>
    </w:p>
    <w:p w14:paraId="4C4F2542" w14:textId="77777777" w:rsidR="00435B4F" w:rsidRDefault="00435B4F" w:rsidP="00256283">
      <w:r>
        <w:t>— </w:t>
      </w:r>
      <w:r w:rsidR="00256283">
        <w:t>Entendu</w:t>
      </w:r>
      <w:r>
        <w:t xml:space="preserve">, </w:t>
      </w:r>
      <w:r w:rsidR="00256283">
        <w:t>au revoir</w:t>
      </w:r>
      <w:r>
        <w:t xml:space="preserve">, </w:t>
      </w:r>
      <w:r w:rsidR="00256283">
        <w:t>lieutenant</w:t>
      </w:r>
      <w:r>
        <w:t>.</w:t>
      </w:r>
    </w:p>
    <w:p w14:paraId="13553E41" w14:textId="77777777" w:rsidR="00435B4F" w:rsidRDefault="00256283" w:rsidP="00256283">
      <w:r>
        <w:t>Il sortit</w:t>
      </w:r>
      <w:r w:rsidR="00435B4F">
        <w:t>.</w:t>
      </w:r>
    </w:p>
    <w:p w14:paraId="4841FEF5" w14:textId="77777777" w:rsidR="00435B4F" w:rsidRDefault="00256283" w:rsidP="00256283">
      <w:proofErr w:type="spellStart"/>
      <w:r>
        <w:t>Guild</w:t>
      </w:r>
      <w:proofErr w:type="spellEnd"/>
      <w:r>
        <w:t xml:space="preserve"> saisit l</w:t>
      </w:r>
      <w:r w:rsidR="00435B4F">
        <w:t>’</w:t>
      </w:r>
      <w:r>
        <w:t xml:space="preserve">écouteur du téléphone et ordonna que </w:t>
      </w:r>
      <w:r>
        <w:rPr>
          <w:i/>
        </w:rPr>
        <w:t xml:space="preserve">The Grand </w:t>
      </w:r>
      <w:proofErr w:type="spellStart"/>
      <w:r>
        <w:rPr>
          <w:i/>
        </w:rPr>
        <w:t>Manner</w:t>
      </w:r>
      <w:proofErr w:type="spellEnd"/>
      <w:r>
        <w:t xml:space="preserve"> et son contenu lui fussent apportés sur-le-champ</w:t>
      </w:r>
      <w:r w:rsidR="00435B4F">
        <w:t xml:space="preserve">. </w:t>
      </w:r>
      <w:r>
        <w:t>Puis il se renversa dans son fauteuil</w:t>
      </w:r>
      <w:r w:rsidR="00435B4F">
        <w:t xml:space="preserve">, </w:t>
      </w:r>
      <w:r>
        <w:t>les mains à la nuque</w:t>
      </w:r>
      <w:r w:rsidR="00435B4F">
        <w:t>.</w:t>
      </w:r>
    </w:p>
    <w:p w14:paraId="26DED173" w14:textId="77777777" w:rsidR="00435B4F" w:rsidRDefault="00435B4F" w:rsidP="00256283">
      <w:r>
        <w:t>— </w:t>
      </w:r>
      <w:r w:rsidR="00256283">
        <w:t>Alors</w:t>
      </w:r>
      <w:r>
        <w:t xml:space="preserve"> ? </w:t>
      </w:r>
      <w:r w:rsidR="00256283">
        <w:t>dit-il</w:t>
      </w:r>
      <w:r>
        <w:t xml:space="preserve">, </w:t>
      </w:r>
      <w:r w:rsidR="00256283">
        <w:t xml:space="preserve">pensez-vous toujours que </w:t>
      </w:r>
      <w:proofErr w:type="spellStart"/>
      <w:r w:rsidR="00256283">
        <w:t>Wynant</w:t>
      </w:r>
      <w:proofErr w:type="spellEnd"/>
      <w:r w:rsidR="00256283">
        <w:t xml:space="preserve"> soit innocent</w:t>
      </w:r>
      <w:r>
        <w:t> ?</w:t>
      </w:r>
    </w:p>
    <w:p w14:paraId="4D15F774" w14:textId="77777777" w:rsidR="00435B4F" w:rsidRDefault="00435B4F" w:rsidP="00256283">
      <w:r>
        <w:t>— </w:t>
      </w:r>
      <w:r w:rsidR="00256283">
        <w:t>Quelle importance peut avoir mon avis</w:t>
      </w:r>
      <w:r>
        <w:t> ?</w:t>
      </w:r>
    </w:p>
    <w:p w14:paraId="5EC2EC57" w14:textId="77777777" w:rsidR="00435B4F" w:rsidRDefault="00435B4F" w:rsidP="00256283">
      <w:r>
        <w:t>— </w:t>
      </w:r>
      <w:r w:rsidR="00256283">
        <w:t>Une grande importance</w:t>
      </w:r>
      <w:r>
        <w:t>.</w:t>
      </w:r>
    </w:p>
    <w:p w14:paraId="76F19F37" w14:textId="77777777" w:rsidR="00435B4F" w:rsidRDefault="00435B4F" w:rsidP="00256283">
      <w:r>
        <w:t>— </w:t>
      </w:r>
      <w:r w:rsidR="00256283">
        <w:t>Enfin</w:t>
      </w:r>
      <w:r>
        <w:t xml:space="preserve">, </w:t>
      </w:r>
      <w:r w:rsidR="00256283">
        <w:t>soupira-t-il</w:t>
      </w:r>
      <w:r>
        <w:t xml:space="preserve">, </w:t>
      </w:r>
      <w:r w:rsidR="00256283">
        <w:t>peut-être ce document va-t-il nous éclairer</w:t>
      </w:r>
      <w:r>
        <w:t>.</w:t>
      </w:r>
    </w:p>
    <w:p w14:paraId="2E760A7A" w14:textId="77777777" w:rsidR="00435B4F" w:rsidRDefault="00256283" w:rsidP="00256283">
      <w:r>
        <w:t xml:space="preserve">Mais les hommes de </w:t>
      </w:r>
      <w:proofErr w:type="spellStart"/>
      <w:r>
        <w:t>Guild</w:t>
      </w:r>
      <w:proofErr w:type="spellEnd"/>
      <w:r>
        <w:t xml:space="preserve"> ne trouvèrent pas </w:t>
      </w:r>
      <w:r>
        <w:rPr>
          <w:i/>
        </w:rPr>
        <w:t xml:space="preserve">The Grand </w:t>
      </w:r>
      <w:proofErr w:type="spellStart"/>
      <w:r>
        <w:rPr>
          <w:i/>
        </w:rPr>
        <w:t>Manner</w:t>
      </w:r>
      <w:proofErr w:type="spellEnd"/>
      <w:r>
        <w:t xml:space="preserve"> dans l</w:t>
      </w:r>
      <w:r w:rsidR="00435B4F">
        <w:t>’</w:t>
      </w:r>
      <w:r>
        <w:t>appartement de Julia Wolf</w:t>
      </w:r>
      <w:r w:rsidR="00435B4F">
        <w:t>.</w:t>
      </w:r>
    </w:p>
    <w:p w14:paraId="017CA9CA" w14:textId="77777777" w:rsidR="00256283" w:rsidRDefault="00256283" w:rsidP="003D5E6A">
      <w:pPr>
        <w:pStyle w:val="Titre1"/>
      </w:pPr>
      <w:bookmarkStart w:id="63" w:name="__RefHeading__86_1831309079"/>
      <w:bookmarkStart w:id="64" w:name="_Toc202285682"/>
      <w:bookmarkEnd w:id="63"/>
      <w:r>
        <w:lastRenderedPageBreak/>
        <w:t>XXIX</w:t>
      </w:r>
      <w:bookmarkEnd w:id="64"/>
    </w:p>
    <w:p w14:paraId="268A5817" w14:textId="77777777" w:rsidR="00435B4F" w:rsidRDefault="00256283" w:rsidP="00256283">
      <w:r>
        <w:t>Le policier fit comparaître Flint devant lui et le harcela de questions</w:t>
      </w:r>
      <w:r w:rsidR="00435B4F">
        <w:t xml:space="preserve">. </w:t>
      </w:r>
      <w:r>
        <w:t>Le rouquin transpirait abondamment mais il s</w:t>
      </w:r>
      <w:r w:rsidR="00435B4F">
        <w:t>’</w:t>
      </w:r>
      <w:r>
        <w:t>en tint à ce qu</w:t>
      </w:r>
      <w:r w:rsidR="00435B4F">
        <w:t>’</w:t>
      </w:r>
      <w:r>
        <w:t>il avait déclaré</w:t>
      </w:r>
      <w:r w:rsidR="00435B4F">
        <w:t xml:space="preserve"> : </w:t>
      </w:r>
      <w:r>
        <w:t>Gilbert n</w:t>
      </w:r>
      <w:r w:rsidR="00435B4F">
        <w:t>’</w:t>
      </w:r>
      <w:r>
        <w:t>avait pas eu le temps de toucher à la moindre chose dans l</w:t>
      </w:r>
      <w:r w:rsidR="00435B4F">
        <w:t>’</w:t>
      </w:r>
      <w:r>
        <w:t>appartement</w:t>
      </w:r>
      <w:r w:rsidR="00435B4F">
        <w:t xml:space="preserve">. </w:t>
      </w:r>
      <w:r>
        <w:t>D</w:t>
      </w:r>
      <w:r w:rsidR="00435B4F">
        <w:t>’</w:t>
      </w:r>
      <w:r>
        <w:t>autre part l</w:t>
      </w:r>
      <w:r w:rsidR="00435B4F">
        <w:t>’</w:t>
      </w:r>
      <w:r>
        <w:t>inspecteur ne se souvenait pas d</w:t>
      </w:r>
      <w:r w:rsidR="00435B4F">
        <w:t>’</w:t>
      </w:r>
      <w:r>
        <w:t>avoir vu un livre intitulé</w:t>
      </w:r>
      <w:r w:rsidR="00435B4F">
        <w:t xml:space="preserve"> : </w:t>
      </w:r>
      <w:r>
        <w:rPr>
          <w:i/>
        </w:rPr>
        <w:t xml:space="preserve">The Grand </w:t>
      </w:r>
      <w:proofErr w:type="spellStart"/>
      <w:r>
        <w:rPr>
          <w:i/>
        </w:rPr>
        <w:t>Manner</w:t>
      </w:r>
      <w:proofErr w:type="spellEnd"/>
      <w:r w:rsidR="00435B4F">
        <w:rPr>
          <w:i/>
        </w:rPr>
        <w:t xml:space="preserve">. </w:t>
      </w:r>
      <w:r>
        <w:t>Il fit quelques suggestions idiotes jusqu</w:t>
      </w:r>
      <w:r w:rsidR="00435B4F">
        <w:t>’</w:t>
      </w:r>
      <w:r>
        <w:t xml:space="preserve">à ce que </w:t>
      </w:r>
      <w:proofErr w:type="spellStart"/>
      <w:r>
        <w:t>Guild</w:t>
      </w:r>
      <w:proofErr w:type="spellEnd"/>
      <w:r>
        <w:t xml:space="preserve"> le flanquât à la porte</w:t>
      </w:r>
      <w:r w:rsidR="00435B4F">
        <w:t>.</w:t>
      </w:r>
    </w:p>
    <w:p w14:paraId="24623C8E" w14:textId="77777777" w:rsidR="00435B4F" w:rsidRDefault="00435B4F" w:rsidP="00256283">
      <w:r>
        <w:t>— </w:t>
      </w:r>
      <w:r w:rsidR="00256283">
        <w:t>Le gosse m</w:t>
      </w:r>
      <w:r>
        <w:t>’</w:t>
      </w:r>
      <w:r w:rsidR="00256283">
        <w:t>attend dehors</w:t>
      </w:r>
      <w:r>
        <w:t xml:space="preserve">, </w:t>
      </w:r>
      <w:r w:rsidR="00256283">
        <w:t>dis-je</w:t>
      </w:r>
      <w:r>
        <w:t xml:space="preserve">, </w:t>
      </w:r>
      <w:r w:rsidR="00256283">
        <w:t>si vous voulez le revoir</w:t>
      </w:r>
      <w:r>
        <w:t>.</w:t>
      </w:r>
    </w:p>
    <w:p w14:paraId="67B9DC87" w14:textId="77777777" w:rsidR="00435B4F" w:rsidRDefault="00435B4F" w:rsidP="00256283">
      <w:r>
        <w:t>— </w:t>
      </w:r>
      <w:r w:rsidR="00256283">
        <w:t>À quoi bon</w:t>
      </w:r>
      <w:r>
        <w:t xml:space="preserve">. </w:t>
      </w:r>
      <w:r w:rsidR="00256283">
        <w:t>Cependant quelqu</w:t>
      </w:r>
      <w:r>
        <w:t>’</w:t>
      </w:r>
      <w:r w:rsidR="00256283">
        <w:t>un a pris ce livre</w:t>
      </w:r>
      <w:r>
        <w:t>…</w:t>
      </w:r>
    </w:p>
    <w:p w14:paraId="604E0D6E" w14:textId="77777777" w:rsidR="00435B4F" w:rsidRDefault="00435B4F" w:rsidP="00256283">
      <w:r>
        <w:t>— </w:t>
      </w:r>
      <w:r w:rsidR="00256283">
        <w:t>Pourquoi</w:t>
      </w:r>
      <w:r>
        <w:t xml:space="preserve"> ? </w:t>
      </w:r>
      <w:r w:rsidR="00256283">
        <w:t>coupai-je</w:t>
      </w:r>
      <w:r>
        <w:t>.</w:t>
      </w:r>
    </w:p>
    <w:p w14:paraId="2D662A26" w14:textId="77777777" w:rsidR="00435B4F" w:rsidRDefault="00435B4F" w:rsidP="00256283">
      <w:r>
        <w:t>— </w:t>
      </w:r>
      <w:r w:rsidR="00256283">
        <w:t>Comment</w:t>
      </w:r>
      <w:r>
        <w:t xml:space="preserve">…, </w:t>
      </w:r>
      <w:r w:rsidR="00256283">
        <w:t>pourquoi</w:t>
      </w:r>
      <w:r>
        <w:t> ?</w:t>
      </w:r>
    </w:p>
    <w:p w14:paraId="436BD0F1" w14:textId="77777777" w:rsidR="00435B4F" w:rsidRDefault="00435B4F" w:rsidP="00256283">
      <w:r>
        <w:t>— </w:t>
      </w:r>
      <w:r w:rsidR="00256283">
        <w:t>Peut-être le livre n</w:t>
      </w:r>
      <w:r>
        <w:t>’</w:t>
      </w:r>
      <w:r w:rsidR="00256283">
        <w:t>y a-t-il jamais été</w:t>
      </w:r>
      <w:r>
        <w:t xml:space="preserve"> ! </w:t>
      </w:r>
      <w:r w:rsidR="00256283">
        <w:t>répondis-je</w:t>
      </w:r>
      <w:r>
        <w:t>.</w:t>
      </w:r>
    </w:p>
    <w:p w14:paraId="1A3B7EED" w14:textId="77777777" w:rsidR="00435B4F" w:rsidRDefault="00256283" w:rsidP="00256283">
      <w:proofErr w:type="spellStart"/>
      <w:r>
        <w:t>Guild</w:t>
      </w:r>
      <w:proofErr w:type="spellEnd"/>
      <w:r>
        <w:t xml:space="preserve"> se gratta la tête</w:t>
      </w:r>
      <w:r w:rsidR="00435B4F">
        <w:t>.</w:t>
      </w:r>
    </w:p>
    <w:p w14:paraId="7781079C" w14:textId="77777777" w:rsidR="00435B4F" w:rsidRDefault="00435B4F" w:rsidP="00256283">
      <w:r>
        <w:t>— </w:t>
      </w:r>
      <w:r w:rsidR="00256283">
        <w:t>Que voulez-vous dire</w:t>
      </w:r>
      <w:r>
        <w:t> ?</w:t>
      </w:r>
    </w:p>
    <w:p w14:paraId="2C0DF0BF" w14:textId="77777777" w:rsidR="00435B4F" w:rsidRDefault="00435B4F" w:rsidP="00256283">
      <w:r>
        <w:t>— </w:t>
      </w:r>
      <w:r w:rsidR="00256283">
        <w:t xml:space="preserve">Que </w:t>
      </w:r>
      <w:proofErr w:type="spellStart"/>
      <w:r w:rsidR="00256283">
        <w:t>Wynant</w:t>
      </w:r>
      <w:proofErr w:type="spellEnd"/>
      <w:r w:rsidR="00256283">
        <w:t xml:space="preserve"> n</w:t>
      </w:r>
      <w:r>
        <w:t>’</w:t>
      </w:r>
      <w:r w:rsidR="00256283">
        <w:t>a pas vu Macaulay au Plaza</w:t>
      </w:r>
      <w:r>
        <w:t xml:space="preserve"> ; </w:t>
      </w:r>
      <w:r w:rsidR="00256283">
        <w:t>qu</w:t>
      </w:r>
      <w:r>
        <w:t>’</w:t>
      </w:r>
      <w:r w:rsidR="00256283">
        <w:t>il ne s</w:t>
      </w:r>
      <w:r>
        <w:t>’</w:t>
      </w:r>
      <w:r w:rsidR="00256283">
        <w:t>est pas suicidé à Allentown</w:t>
      </w:r>
      <w:r>
        <w:t xml:space="preserve"> ; </w:t>
      </w:r>
      <w:r w:rsidR="00256283">
        <w:t>qu</w:t>
      </w:r>
      <w:r>
        <w:t>’</w:t>
      </w:r>
      <w:r w:rsidR="00256283">
        <w:t>il prétend avoir reçu mille dollars de Julia au lieu de cinq mille</w:t>
      </w:r>
      <w:r>
        <w:t xml:space="preserve"> ; </w:t>
      </w:r>
      <w:r w:rsidR="00256283">
        <w:t>qu</w:t>
      </w:r>
      <w:r>
        <w:t>’</w:t>
      </w:r>
      <w:r w:rsidR="00256283">
        <w:t>il soutient qu</w:t>
      </w:r>
      <w:r>
        <w:t>’</w:t>
      </w:r>
      <w:r w:rsidR="00256283">
        <w:t>ils étaient amis tout simplement alors qu</w:t>
      </w:r>
      <w:r>
        <w:t>’</w:t>
      </w:r>
      <w:r w:rsidR="00256283">
        <w:t>ils étaient amant et maîtresse</w:t>
      </w:r>
      <w:r>
        <w:t xml:space="preserve"> ; </w:t>
      </w:r>
      <w:r w:rsidR="00256283">
        <w:t>qu</w:t>
      </w:r>
      <w:r>
        <w:t>’</w:t>
      </w:r>
      <w:r w:rsidR="00256283">
        <w:t>il nous a beaucoup trop raconté d</w:t>
      </w:r>
      <w:r>
        <w:t>’</w:t>
      </w:r>
      <w:r w:rsidR="00256283">
        <w:t>histoires de ce genre pour que nous prêtions foi à la dernière en date</w:t>
      </w:r>
      <w:r>
        <w:t>.</w:t>
      </w:r>
    </w:p>
    <w:p w14:paraId="2DD999A4" w14:textId="77777777" w:rsidR="00435B4F" w:rsidRDefault="00435B4F" w:rsidP="00256283">
      <w:r>
        <w:t>— </w:t>
      </w:r>
      <w:r w:rsidR="00256283">
        <w:t>C</w:t>
      </w:r>
      <w:r>
        <w:t>’</w:t>
      </w:r>
      <w:r w:rsidR="00256283">
        <w:t>est vrai</w:t>
      </w:r>
      <w:r>
        <w:t xml:space="preserve">, </w:t>
      </w:r>
      <w:r w:rsidR="00256283">
        <w:t>fit le policier</w:t>
      </w:r>
      <w:r>
        <w:t xml:space="preserve">, </w:t>
      </w:r>
      <w:r w:rsidR="00256283">
        <w:t>et je comprendrais mieux qu</w:t>
      </w:r>
      <w:r>
        <w:t>’</w:t>
      </w:r>
      <w:r w:rsidR="00256283">
        <w:t>il vînt s</w:t>
      </w:r>
      <w:r>
        <w:t>’</w:t>
      </w:r>
      <w:r w:rsidR="00256283">
        <w:t>expliquer ou qu</w:t>
      </w:r>
      <w:r>
        <w:t>’</w:t>
      </w:r>
      <w:r w:rsidR="00256283">
        <w:t>il s</w:t>
      </w:r>
      <w:r>
        <w:t>’</w:t>
      </w:r>
      <w:r w:rsidR="00256283">
        <w:t>enfuît</w:t>
      </w:r>
      <w:r>
        <w:t xml:space="preserve">. </w:t>
      </w:r>
      <w:r w:rsidR="00256283">
        <w:t>Cette demi-présence continuelle</w:t>
      </w:r>
      <w:r>
        <w:t xml:space="preserve">, </w:t>
      </w:r>
      <w:r w:rsidR="00256283">
        <w:t>autour de nous</w:t>
      </w:r>
      <w:r>
        <w:t xml:space="preserve">, </w:t>
      </w:r>
      <w:r w:rsidR="00256283">
        <w:t>ça ne me satisfait pas</w:t>
      </w:r>
      <w:r>
        <w:t>.</w:t>
      </w:r>
    </w:p>
    <w:p w14:paraId="0FE802A5" w14:textId="77777777" w:rsidR="00435B4F" w:rsidRDefault="00435B4F" w:rsidP="00256283">
      <w:r>
        <w:lastRenderedPageBreak/>
        <w:t>— </w:t>
      </w:r>
      <w:r w:rsidR="00256283">
        <w:t>Avez-vous fait fouiller son magasin</w:t>
      </w:r>
      <w:r>
        <w:t> ?</w:t>
      </w:r>
    </w:p>
    <w:p w14:paraId="52BA3427" w14:textId="77777777" w:rsidR="00435B4F" w:rsidRDefault="00435B4F" w:rsidP="00256283">
      <w:r>
        <w:t>— </w:t>
      </w:r>
      <w:r w:rsidR="00256283">
        <w:t>Nous le surveillons</w:t>
      </w:r>
      <w:r>
        <w:t xml:space="preserve"> ; </w:t>
      </w:r>
      <w:r w:rsidR="00256283">
        <w:t>pourquoi</w:t>
      </w:r>
      <w:r>
        <w:t> ?</w:t>
      </w:r>
    </w:p>
    <w:p w14:paraId="4C6FAF8F" w14:textId="77777777" w:rsidR="00435B4F" w:rsidRDefault="00435B4F" w:rsidP="00256283">
      <w:r>
        <w:t>— </w:t>
      </w:r>
      <w:r w:rsidR="00256283">
        <w:t>Je ne sais pas</w:t>
      </w:r>
      <w:r>
        <w:t xml:space="preserve">, </w:t>
      </w:r>
      <w:r w:rsidR="00256283">
        <w:t>mais il nous pousse sur tant de fausses pistes qu</w:t>
      </w:r>
      <w:r>
        <w:t>’</w:t>
      </w:r>
      <w:r w:rsidR="00256283">
        <w:t>il serait peut-être intéressant d</w:t>
      </w:r>
      <w:r>
        <w:t>’</w:t>
      </w:r>
      <w:r w:rsidR="00256283">
        <w:t>enquêter sur celles dont il ne parle pas</w:t>
      </w:r>
      <w:r>
        <w:t xml:space="preserve">. </w:t>
      </w:r>
      <w:r w:rsidR="00256283">
        <w:t>Je vous laisse sur cette brillante suggestion</w:t>
      </w:r>
      <w:r>
        <w:t xml:space="preserve">. </w:t>
      </w:r>
      <w:r w:rsidR="00256283">
        <w:t>Comment peut-on vous trouver</w:t>
      </w:r>
      <w:r>
        <w:t xml:space="preserve">, </w:t>
      </w:r>
      <w:r w:rsidR="00256283">
        <w:t>la nuit</w:t>
      </w:r>
      <w:r>
        <w:t xml:space="preserve">, </w:t>
      </w:r>
      <w:r w:rsidR="00256283">
        <w:t>en cas de besoin</w:t>
      </w:r>
      <w:r>
        <w:t> ?</w:t>
      </w:r>
    </w:p>
    <w:p w14:paraId="73AED04C" w14:textId="77777777" w:rsidR="00435B4F" w:rsidRDefault="00256283" w:rsidP="00256283">
      <w:r>
        <w:t>Il me donna son numéro de téléphone</w:t>
      </w:r>
      <w:r w:rsidR="00435B4F">
        <w:t xml:space="preserve">, </w:t>
      </w:r>
      <w:r>
        <w:t>je lui serrai la main et je sortis</w:t>
      </w:r>
      <w:r w:rsidR="00435B4F">
        <w:t>.</w:t>
      </w:r>
    </w:p>
    <w:p w14:paraId="1479DB2A" w14:textId="77777777" w:rsidR="00435B4F" w:rsidRDefault="00256283" w:rsidP="00256283">
      <w:r>
        <w:t>Gilbert m</w:t>
      </w:r>
      <w:r w:rsidR="00435B4F">
        <w:t>’</w:t>
      </w:r>
      <w:r>
        <w:t>attendait dans l</w:t>
      </w:r>
      <w:r w:rsidR="00435B4F">
        <w:t>’</w:t>
      </w:r>
      <w:r>
        <w:t>antichambre</w:t>
      </w:r>
      <w:r w:rsidR="00435B4F">
        <w:t xml:space="preserve">. </w:t>
      </w:r>
      <w:r>
        <w:t>Nous prîmes un taxi sans dire un mot</w:t>
      </w:r>
      <w:r w:rsidR="00435B4F">
        <w:t>.</w:t>
      </w:r>
    </w:p>
    <w:p w14:paraId="21D98EEF" w14:textId="77777777" w:rsidR="00435B4F" w:rsidRDefault="00435B4F" w:rsidP="00256283">
      <w:r>
        <w:t>— </w:t>
      </w:r>
      <w:r w:rsidR="00256283">
        <w:t>Vous ne parlerez de rien à maman</w:t>
      </w:r>
      <w:r>
        <w:t xml:space="preserve">, </w:t>
      </w:r>
      <w:r w:rsidR="00256283">
        <w:t>n</w:t>
      </w:r>
      <w:r>
        <w:t>’</w:t>
      </w:r>
      <w:r w:rsidR="00256283">
        <w:t>est-ce pas</w:t>
      </w:r>
      <w:r>
        <w:t xml:space="preserve"> ? </w:t>
      </w:r>
      <w:r w:rsidR="00256283">
        <w:t>me dit le jeune homme quand la voiture se fut mise en marche</w:t>
      </w:r>
      <w:r>
        <w:t>.</w:t>
      </w:r>
    </w:p>
    <w:p w14:paraId="324D34E7" w14:textId="77777777" w:rsidR="00435B4F" w:rsidRDefault="00435B4F" w:rsidP="00256283">
      <w:r>
        <w:t>— </w:t>
      </w:r>
      <w:r w:rsidR="00256283">
        <w:t>Non</w:t>
      </w:r>
      <w:r>
        <w:t xml:space="preserve">, </w:t>
      </w:r>
      <w:r w:rsidR="00256283">
        <w:t>répondis-je</w:t>
      </w:r>
      <w:r>
        <w:t xml:space="preserve">, </w:t>
      </w:r>
      <w:r w:rsidR="00256283">
        <w:t>si vous n</w:t>
      </w:r>
      <w:r>
        <w:t>’</w:t>
      </w:r>
      <w:r w:rsidR="00256283">
        <w:t>y tenez pas</w:t>
      </w:r>
      <w:r>
        <w:t>.</w:t>
      </w:r>
    </w:p>
    <w:p w14:paraId="56F33FBC" w14:textId="77777777" w:rsidR="00435B4F" w:rsidRDefault="00435B4F" w:rsidP="00256283">
      <w:r>
        <w:t>— </w:t>
      </w:r>
      <w:r w:rsidR="00256283">
        <w:t>Merci</w:t>
      </w:r>
      <w:r>
        <w:t xml:space="preserve">. </w:t>
      </w:r>
      <w:r w:rsidR="00256283">
        <w:t>Puis-je vous poser une question</w:t>
      </w:r>
      <w:r>
        <w:t xml:space="preserve"> ? </w:t>
      </w:r>
      <w:r w:rsidR="00256283">
        <w:t>Est-ce qu</w:t>
      </w:r>
      <w:r>
        <w:t>’</w:t>
      </w:r>
      <w:r w:rsidR="00256283">
        <w:t>un jeune homme peut mieux réussir dans l</w:t>
      </w:r>
      <w:r>
        <w:t>’</w:t>
      </w:r>
      <w:r w:rsidR="00256283">
        <w:t>Ouest qu</w:t>
      </w:r>
      <w:r>
        <w:t>’</w:t>
      </w:r>
      <w:r w:rsidR="00256283">
        <w:t>ici</w:t>
      </w:r>
      <w:r>
        <w:t> ?</w:t>
      </w:r>
    </w:p>
    <w:p w14:paraId="4CE0E384" w14:textId="77777777" w:rsidR="00435B4F" w:rsidRDefault="00256283" w:rsidP="00256283">
      <w:r>
        <w:t xml:space="preserve">Je pensai à la ferme dont avait parlé </w:t>
      </w:r>
      <w:proofErr w:type="spellStart"/>
      <w:r>
        <w:t>Guild</w:t>
      </w:r>
      <w:proofErr w:type="spellEnd"/>
      <w:r w:rsidR="00435B4F">
        <w:t>.</w:t>
      </w:r>
    </w:p>
    <w:p w14:paraId="6A851F15" w14:textId="77777777" w:rsidR="00435B4F" w:rsidRDefault="00435B4F" w:rsidP="00256283">
      <w:r>
        <w:t>— </w:t>
      </w:r>
      <w:r w:rsidR="00256283">
        <w:t>Pas en ce moment</w:t>
      </w:r>
      <w:r>
        <w:t xml:space="preserve">, </w:t>
      </w:r>
      <w:r w:rsidR="00256283">
        <w:t>répondis-je</w:t>
      </w:r>
      <w:r>
        <w:t xml:space="preserve">. </w:t>
      </w:r>
      <w:r w:rsidR="00256283">
        <w:t>Vous voulez aller en Californie</w:t>
      </w:r>
      <w:r>
        <w:t> ?</w:t>
      </w:r>
    </w:p>
    <w:p w14:paraId="10066A8F" w14:textId="77777777" w:rsidR="00435B4F" w:rsidRDefault="00435B4F" w:rsidP="00256283">
      <w:r>
        <w:t>— </w:t>
      </w:r>
      <w:r w:rsidR="00256283">
        <w:t>Je ne sais pas</w:t>
      </w:r>
      <w:r>
        <w:t xml:space="preserve">, </w:t>
      </w:r>
      <w:r w:rsidR="00256283">
        <w:t>dit-il</w:t>
      </w:r>
      <w:r>
        <w:t xml:space="preserve"> ; </w:t>
      </w:r>
      <w:r w:rsidR="00256283">
        <w:t>je voudrais faire quelque chose</w:t>
      </w:r>
      <w:r>
        <w:t>.</w:t>
      </w:r>
    </w:p>
    <w:p w14:paraId="6132A213" w14:textId="77777777" w:rsidR="00435B4F" w:rsidRDefault="00256283" w:rsidP="00256283">
      <w:r>
        <w:t>Il tiraillait sa cravate</w:t>
      </w:r>
      <w:r w:rsidR="00435B4F">
        <w:t>.</w:t>
      </w:r>
    </w:p>
    <w:p w14:paraId="6E80A098" w14:textId="77777777" w:rsidR="00435B4F" w:rsidRDefault="00435B4F" w:rsidP="00256283">
      <w:r>
        <w:t>— </w:t>
      </w:r>
      <w:r w:rsidR="00256283">
        <w:t>Encore une question</w:t>
      </w:r>
      <w:r>
        <w:t xml:space="preserve">, </w:t>
      </w:r>
      <w:r w:rsidR="00256283">
        <w:t>dit-il</w:t>
      </w:r>
      <w:r>
        <w:t xml:space="preserve">, </w:t>
      </w:r>
      <w:r w:rsidR="00256283">
        <w:t>pardonnez-moi si elle paraît inconvenante</w:t>
      </w:r>
      <w:r>
        <w:t xml:space="preserve">. </w:t>
      </w:r>
      <w:r w:rsidR="00256283">
        <w:t>Est-ce que l</w:t>
      </w:r>
      <w:r>
        <w:t>’</w:t>
      </w:r>
      <w:r w:rsidR="00256283">
        <w:t>inceste est commun là-bas</w:t>
      </w:r>
      <w:r>
        <w:t> ?</w:t>
      </w:r>
    </w:p>
    <w:p w14:paraId="579DE46C" w14:textId="77777777" w:rsidR="00435B4F" w:rsidRDefault="00435B4F" w:rsidP="00256283">
      <w:r>
        <w:t>— </w:t>
      </w:r>
      <w:r w:rsidR="00256283">
        <w:t>Non</w:t>
      </w:r>
      <w:r>
        <w:t xml:space="preserve">. </w:t>
      </w:r>
      <w:r w:rsidR="00256283">
        <w:t>Il n</w:t>
      </w:r>
      <w:r>
        <w:t>’</w:t>
      </w:r>
      <w:r w:rsidR="00256283">
        <w:t>est commun nulle part</w:t>
      </w:r>
      <w:r>
        <w:t>.</w:t>
      </w:r>
    </w:p>
    <w:p w14:paraId="5F50F127" w14:textId="77777777" w:rsidR="00435B4F" w:rsidRDefault="00256283" w:rsidP="00256283">
      <w:r>
        <w:t>Il rougit</w:t>
      </w:r>
      <w:r w:rsidR="00435B4F">
        <w:t>.</w:t>
      </w:r>
    </w:p>
    <w:p w14:paraId="3F4050EA" w14:textId="77777777" w:rsidR="00435B4F" w:rsidRDefault="00256283" w:rsidP="00256283">
      <w:r>
        <w:lastRenderedPageBreak/>
        <w:t>Nous demeurâmes silencieux pendant quelques secondes</w:t>
      </w:r>
      <w:r w:rsidR="00435B4F">
        <w:t>.</w:t>
      </w:r>
    </w:p>
    <w:p w14:paraId="216D027E" w14:textId="77777777" w:rsidR="00435B4F" w:rsidRDefault="00435B4F" w:rsidP="00256283">
      <w:r>
        <w:t>— </w:t>
      </w:r>
      <w:r w:rsidR="00256283">
        <w:t>Une dernière question</w:t>
      </w:r>
      <w:r>
        <w:t xml:space="preserve">, </w:t>
      </w:r>
      <w:r w:rsidR="00256283">
        <w:t>fit le jeune homme</w:t>
      </w:r>
      <w:r>
        <w:t xml:space="preserve">, </w:t>
      </w:r>
      <w:r w:rsidR="00256283">
        <w:t>rompant le silence</w:t>
      </w:r>
      <w:r>
        <w:t xml:space="preserve"> : </w:t>
      </w:r>
      <w:r w:rsidR="00256283">
        <w:t>Que pensez-vous de moi</w:t>
      </w:r>
      <w:r>
        <w:t> ?</w:t>
      </w:r>
    </w:p>
    <w:p w14:paraId="6E055B4F" w14:textId="77777777" w:rsidR="00435B4F" w:rsidRDefault="00435B4F" w:rsidP="00256283">
      <w:r>
        <w:t>— </w:t>
      </w:r>
      <w:r w:rsidR="00256283">
        <w:t>Du bien et du mal</w:t>
      </w:r>
      <w:r>
        <w:t> !</w:t>
      </w:r>
    </w:p>
    <w:p w14:paraId="5E8CE719" w14:textId="77777777" w:rsidR="00435B4F" w:rsidRDefault="00256283" w:rsidP="00256283">
      <w:r>
        <w:t>Il regarda par la portière</w:t>
      </w:r>
      <w:r w:rsidR="00435B4F">
        <w:t>.</w:t>
      </w:r>
    </w:p>
    <w:p w14:paraId="5E8A9E98" w14:textId="77777777" w:rsidR="00435B4F" w:rsidRDefault="00435B4F" w:rsidP="00256283">
      <w:r>
        <w:t>— </w:t>
      </w:r>
      <w:r w:rsidR="00256283">
        <w:t>Je suis encore si jeune</w:t>
      </w:r>
      <w:r>
        <w:t xml:space="preserve">, </w:t>
      </w:r>
      <w:r w:rsidR="00256283">
        <w:t>murmura-t-il</w:t>
      </w:r>
      <w:r>
        <w:t>.</w:t>
      </w:r>
    </w:p>
    <w:p w14:paraId="06F3185F" w14:textId="77777777" w:rsidR="00435B4F" w:rsidRDefault="00256283" w:rsidP="00256283">
      <w:r>
        <w:t>Le silence retomba</w:t>
      </w:r>
      <w:r w:rsidR="00435B4F">
        <w:t xml:space="preserve">. </w:t>
      </w:r>
      <w:r>
        <w:t>Gilbert se mit à tousser et un mince filet de sang coula du coin de sa bouche</w:t>
      </w:r>
      <w:r w:rsidR="00435B4F">
        <w:t>.</w:t>
      </w:r>
    </w:p>
    <w:p w14:paraId="36FA9E3F" w14:textId="77777777" w:rsidR="00435B4F" w:rsidRDefault="00435B4F" w:rsidP="00256283">
      <w:r>
        <w:t>— </w:t>
      </w:r>
      <w:r w:rsidR="00256283">
        <w:t>Ce type vous a secoué</w:t>
      </w:r>
      <w:r>
        <w:t xml:space="preserve">, </w:t>
      </w:r>
      <w:r w:rsidR="00256283">
        <w:t>dis-je</w:t>
      </w:r>
      <w:r>
        <w:t>.</w:t>
      </w:r>
    </w:p>
    <w:p w14:paraId="4795B765" w14:textId="77777777" w:rsidR="00435B4F" w:rsidRDefault="00256283" w:rsidP="00256283">
      <w:r>
        <w:t>Il fit oui de la tête et porta son mouchoir à ses lèvres</w:t>
      </w:r>
      <w:r w:rsidR="00435B4F">
        <w:t>.</w:t>
      </w:r>
    </w:p>
    <w:p w14:paraId="55A975BB" w14:textId="77777777" w:rsidR="00435B4F" w:rsidRDefault="00435B4F" w:rsidP="00256283">
      <w:r>
        <w:t>— </w:t>
      </w:r>
      <w:r w:rsidR="00256283">
        <w:t>Je ne suis pas très fort</w:t>
      </w:r>
      <w:r>
        <w:t xml:space="preserve"> ! </w:t>
      </w:r>
      <w:r w:rsidR="00256283">
        <w:t>fit-il</w:t>
      </w:r>
      <w:r>
        <w:t>.</w:t>
      </w:r>
    </w:p>
    <w:p w14:paraId="6116712E" w14:textId="77777777" w:rsidR="00435B4F" w:rsidRDefault="00256283" w:rsidP="00256283">
      <w:r>
        <w:t xml:space="preserve">Au </w:t>
      </w:r>
      <w:proofErr w:type="spellStart"/>
      <w:r>
        <w:t>Courtland</w:t>
      </w:r>
      <w:proofErr w:type="spellEnd"/>
      <w:r>
        <w:t xml:space="preserve"> il ne voulut pas me permettre de l</w:t>
      </w:r>
      <w:r w:rsidR="00435B4F">
        <w:t>’</w:t>
      </w:r>
      <w:r>
        <w:t>aider mais je l</w:t>
      </w:r>
      <w:r w:rsidR="00435B4F">
        <w:t>’</w:t>
      </w:r>
      <w:r>
        <w:t>accompagnai</w:t>
      </w:r>
      <w:r w:rsidR="00435B4F">
        <w:t xml:space="preserve">, </w:t>
      </w:r>
      <w:r>
        <w:t>craignant qu</w:t>
      </w:r>
      <w:r w:rsidR="00435B4F">
        <w:t>’</w:t>
      </w:r>
      <w:r>
        <w:t>il ne parlât de rien</w:t>
      </w:r>
      <w:r w:rsidR="00435B4F">
        <w:t xml:space="preserve">. </w:t>
      </w:r>
      <w:r>
        <w:t>Mimi nous ouvrit la porte et demeura bouche bée en voyant son fils avec un œil poché</w:t>
      </w:r>
      <w:r w:rsidR="00435B4F">
        <w:t>.</w:t>
      </w:r>
    </w:p>
    <w:p w14:paraId="3500E148" w14:textId="77777777" w:rsidR="00435B4F" w:rsidRDefault="00435B4F" w:rsidP="00256283">
      <w:r>
        <w:t>— </w:t>
      </w:r>
      <w:r w:rsidR="00256283">
        <w:t>Il a reçu un coup</w:t>
      </w:r>
      <w:r>
        <w:t xml:space="preserve"> ! </w:t>
      </w:r>
      <w:r w:rsidR="00256283">
        <w:t>dis-je</w:t>
      </w:r>
      <w:r>
        <w:t xml:space="preserve">. </w:t>
      </w:r>
      <w:r w:rsidR="00256283">
        <w:t>Qu</w:t>
      </w:r>
      <w:r>
        <w:t>’</w:t>
      </w:r>
      <w:r w:rsidR="00256283">
        <w:t>il se couche</w:t>
      </w:r>
      <w:r>
        <w:t xml:space="preserve">. </w:t>
      </w:r>
      <w:r w:rsidR="00256283">
        <w:t>Appelez un médecin</w:t>
      </w:r>
      <w:r>
        <w:t>.</w:t>
      </w:r>
    </w:p>
    <w:p w14:paraId="7DCF4C63" w14:textId="77777777" w:rsidR="00435B4F" w:rsidRDefault="00435B4F" w:rsidP="00256283">
      <w:r>
        <w:t>— </w:t>
      </w:r>
      <w:r w:rsidR="00256283">
        <w:t>Qu</w:t>
      </w:r>
      <w:r>
        <w:t>’</w:t>
      </w:r>
      <w:r w:rsidR="00256283">
        <w:t>est-il arrivé</w:t>
      </w:r>
      <w:r>
        <w:t xml:space="preserve"> ? </w:t>
      </w:r>
      <w:r w:rsidR="00256283">
        <w:t>demanda Mimi</w:t>
      </w:r>
      <w:r>
        <w:t>.</w:t>
      </w:r>
    </w:p>
    <w:p w14:paraId="14B26BE0" w14:textId="77777777" w:rsidR="00435B4F" w:rsidRDefault="00435B4F" w:rsidP="00256283">
      <w:r>
        <w:t>— </w:t>
      </w:r>
      <w:r w:rsidR="00256283">
        <w:t>C</w:t>
      </w:r>
      <w:r>
        <w:t>’</w:t>
      </w:r>
      <w:r w:rsidR="00256283">
        <w:t xml:space="preserve">est </w:t>
      </w:r>
      <w:proofErr w:type="spellStart"/>
      <w:r w:rsidR="00256283">
        <w:t>Wynant</w:t>
      </w:r>
      <w:proofErr w:type="spellEnd"/>
      <w:r w:rsidR="00256283">
        <w:t xml:space="preserve"> qui l</w:t>
      </w:r>
      <w:r>
        <w:t>’</w:t>
      </w:r>
      <w:r w:rsidR="00256283">
        <w:t>a chargé d</w:t>
      </w:r>
      <w:r>
        <w:t>’</w:t>
      </w:r>
      <w:r w:rsidR="00256283">
        <w:t>une mission</w:t>
      </w:r>
      <w:r>
        <w:t xml:space="preserve">, </w:t>
      </w:r>
      <w:r w:rsidR="00256283">
        <w:t>voilà le résultat</w:t>
      </w:r>
      <w:r>
        <w:t>.</w:t>
      </w:r>
    </w:p>
    <w:p w14:paraId="1BE1383C" w14:textId="77777777" w:rsidR="00435B4F" w:rsidRDefault="00435B4F" w:rsidP="00256283">
      <w:r>
        <w:t>— </w:t>
      </w:r>
      <w:r w:rsidR="00256283">
        <w:t>Quelle mission</w:t>
      </w:r>
      <w:r>
        <w:t> ?</w:t>
      </w:r>
    </w:p>
    <w:p w14:paraId="2A3710B1" w14:textId="77777777" w:rsidR="00435B4F" w:rsidRDefault="00435B4F" w:rsidP="00256283">
      <w:r>
        <w:t>— </w:t>
      </w:r>
      <w:r w:rsidR="00256283">
        <w:t>Nous en reparlerons plus tard</w:t>
      </w:r>
      <w:r>
        <w:t xml:space="preserve"> ; </w:t>
      </w:r>
      <w:r w:rsidR="00256283">
        <w:t>faites-le coucher</w:t>
      </w:r>
      <w:r>
        <w:t>.</w:t>
      </w:r>
    </w:p>
    <w:p w14:paraId="1D88274D" w14:textId="77777777" w:rsidR="00435B4F" w:rsidRDefault="00435B4F" w:rsidP="00256283">
      <w:r>
        <w:t>— </w:t>
      </w:r>
      <w:r w:rsidR="00256283">
        <w:t>Mais Clyde était ici tout à l</w:t>
      </w:r>
      <w:r>
        <w:t>’</w:t>
      </w:r>
      <w:r w:rsidR="00256283">
        <w:t>heure</w:t>
      </w:r>
      <w:r>
        <w:t xml:space="preserve"> ; </w:t>
      </w:r>
      <w:r w:rsidR="00256283">
        <w:t>c</w:t>
      </w:r>
      <w:r>
        <w:t>’</w:t>
      </w:r>
      <w:r w:rsidR="00256283">
        <w:t>est pour cela que je vous ai téléphoné</w:t>
      </w:r>
      <w:r>
        <w:t>.</w:t>
      </w:r>
    </w:p>
    <w:p w14:paraId="0B587604" w14:textId="77777777" w:rsidR="00435B4F" w:rsidRDefault="00435B4F" w:rsidP="00256283">
      <w:r>
        <w:lastRenderedPageBreak/>
        <w:t>— </w:t>
      </w:r>
      <w:r w:rsidR="00256283">
        <w:t>Quoi</w:t>
      </w:r>
      <w:r>
        <w:t> ?</w:t>
      </w:r>
    </w:p>
    <w:p w14:paraId="5BB41E0A" w14:textId="77777777" w:rsidR="00435B4F" w:rsidRDefault="00435B4F" w:rsidP="00256283">
      <w:r>
        <w:t>— </w:t>
      </w:r>
      <w:r w:rsidR="00256283">
        <w:t>Oui</w:t>
      </w:r>
      <w:r>
        <w:t xml:space="preserve">, </w:t>
      </w:r>
      <w:r w:rsidR="00256283">
        <w:t>fit-elle</w:t>
      </w:r>
      <w:r>
        <w:t xml:space="preserve">, </w:t>
      </w:r>
      <w:r w:rsidR="00256283">
        <w:t>approuvant de la tête avec vigueur</w:t>
      </w:r>
      <w:r>
        <w:t xml:space="preserve"> ; </w:t>
      </w:r>
      <w:r w:rsidR="00256283">
        <w:t>et il a demandé où était Gilbert</w:t>
      </w:r>
      <w:r>
        <w:t xml:space="preserve"> ; </w:t>
      </w:r>
      <w:r w:rsidR="00256283">
        <w:t>il est resté près d</w:t>
      </w:r>
      <w:r>
        <w:t>’</w:t>
      </w:r>
      <w:r w:rsidR="00256283">
        <w:t>une heure</w:t>
      </w:r>
      <w:r>
        <w:t xml:space="preserve"> ; </w:t>
      </w:r>
      <w:r w:rsidR="00256283">
        <w:t>il n</w:t>
      </w:r>
      <w:r>
        <w:t>’</w:t>
      </w:r>
      <w:r w:rsidR="00256283">
        <w:t>y a pas dix minutes qu</w:t>
      </w:r>
      <w:r>
        <w:t>’</w:t>
      </w:r>
      <w:r w:rsidR="00256283">
        <w:t>il est parti</w:t>
      </w:r>
      <w:r>
        <w:t>.</w:t>
      </w:r>
    </w:p>
    <w:p w14:paraId="27F15461" w14:textId="77777777" w:rsidR="00435B4F" w:rsidRDefault="00435B4F" w:rsidP="00256283">
      <w:r>
        <w:t>— </w:t>
      </w:r>
      <w:r w:rsidR="00256283">
        <w:t>Couchons Gilbert d</w:t>
      </w:r>
      <w:r>
        <w:t>’</w:t>
      </w:r>
      <w:r w:rsidR="00256283">
        <w:t>abord</w:t>
      </w:r>
      <w:r>
        <w:t xml:space="preserve">, </w:t>
      </w:r>
      <w:r w:rsidR="00256283">
        <w:t>dis-je</w:t>
      </w:r>
      <w:r>
        <w:t>.</w:t>
      </w:r>
    </w:p>
    <w:p w14:paraId="703ED28B" w14:textId="77777777" w:rsidR="00435B4F" w:rsidRDefault="00256283" w:rsidP="00256283">
      <w:r>
        <w:t>Le jeune homme se laissa emmener dans sa chambre</w:t>
      </w:r>
      <w:r w:rsidR="00435B4F">
        <w:t xml:space="preserve">, </w:t>
      </w:r>
      <w:r>
        <w:t>disant que ce n</w:t>
      </w:r>
      <w:r w:rsidR="00435B4F">
        <w:t>’</w:t>
      </w:r>
      <w:r>
        <w:t>était rien</w:t>
      </w:r>
      <w:r w:rsidR="00435B4F">
        <w:t xml:space="preserve">. </w:t>
      </w:r>
      <w:r>
        <w:t>Je le laissai avec sa mère pour téléphoner au Normandie</w:t>
      </w:r>
      <w:r w:rsidR="00435B4F">
        <w:t>.</w:t>
      </w:r>
    </w:p>
    <w:p w14:paraId="35201F60" w14:textId="77777777" w:rsidR="00435B4F" w:rsidRDefault="00435B4F" w:rsidP="00256283">
      <w:r>
        <w:t>— </w:t>
      </w:r>
      <w:r w:rsidR="00256283">
        <w:t>On m</w:t>
      </w:r>
      <w:r>
        <w:t>’</w:t>
      </w:r>
      <w:r w:rsidR="00256283">
        <w:t>a demandé</w:t>
      </w:r>
      <w:r>
        <w:t xml:space="preserve">, </w:t>
      </w:r>
      <w:r w:rsidR="00256283">
        <w:t>Nora</w:t>
      </w:r>
      <w:r>
        <w:t xml:space="preserve"> ? </w:t>
      </w:r>
      <w:r w:rsidR="00256283">
        <w:t>dis-je à ma femme</w:t>
      </w:r>
      <w:r>
        <w:t>.</w:t>
      </w:r>
    </w:p>
    <w:p w14:paraId="2C606989" w14:textId="77777777" w:rsidR="00435B4F" w:rsidRDefault="00435B4F" w:rsidP="00256283">
      <w:r>
        <w:t>— </w:t>
      </w:r>
      <w:r w:rsidR="00256283">
        <w:t>Oui</w:t>
      </w:r>
      <w:r>
        <w:t xml:space="preserve">, </w:t>
      </w:r>
      <w:r w:rsidR="00256283">
        <w:t>monsieur</w:t>
      </w:r>
      <w:r>
        <w:t> : MM. </w:t>
      </w:r>
      <w:r w:rsidR="00256283">
        <w:t xml:space="preserve">Macaulay et </w:t>
      </w:r>
      <w:proofErr w:type="spellStart"/>
      <w:r w:rsidR="00256283">
        <w:t>Guild</w:t>
      </w:r>
      <w:proofErr w:type="spellEnd"/>
      <w:r w:rsidR="00256283">
        <w:t xml:space="preserve"> et </w:t>
      </w:r>
      <w:r>
        <w:t>M</w:t>
      </w:r>
      <w:r w:rsidRPr="00435B4F">
        <w:rPr>
          <w:vertAlign w:val="superscript"/>
        </w:rPr>
        <w:t>rs</w:t>
      </w:r>
      <w:r>
        <w:t> </w:t>
      </w:r>
      <w:r w:rsidR="00256283">
        <w:t>Jorgensen et Quinn</w:t>
      </w:r>
      <w:r>
        <w:t xml:space="preserve"> ; </w:t>
      </w:r>
      <w:r w:rsidR="00256283">
        <w:t>pas d</w:t>
      </w:r>
      <w:r>
        <w:t>’</w:t>
      </w:r>
      <w:r w:rsidR="00256283">
        <w:t>enfants</w:t>
      </w:r>
      <w:r>
        <w:t xml:space="preserve">, </w:t>
      </w:r>
      <w:r w:rsidR="00256283">
        <w:t>jusqu</w:t>
      </w:r>
      <w:r>
        <w:t>’</w:t>
      </w:r>
      <w:r w:rsidR="00256283">
        <w:t>à présent</w:t>
      </w:r>
      <w:r>
        <w:t> !</w:t>
      </w:r>
    </w:p>
    <w:p w14:paraId="09BD8770" w14:textId="77777777" w:rsidR="00435B4F" w:rsidRDefault="00435B4F" w:rsidP="00256283">
      <w:r>
        <w:t>— </w:t>
      </w:r>
      <w:r w:rsidR="00256283">
        <w:t xml:space="preserve">Quand </w:t>
      </w:r>
      <w:proofErr w:type="spellStart"/>
      <w:r w:rsidR="00256283">
        <w:t>Guild</w:t>
      </w:r>
      <w:proofErr w:type="spellEnd"/>
      <w:r w:rsidR="00256283">
        <w:t xml:space="preserve"> a-t-il téléphoné</w:t>
      </w:r>
      <w:r>
        <w:t> ?</w:t>
      </w:r>
    </w:p>
    <w:p w14:paraId="47017EEC" w14:textId="77777777" w:rsidR="00435B4F" w:rsidRDefault="00435B4F" w:rsidP="00256283">
      <w:r>
        <w:t>— </w:t>
      </w:r>
      <w:r w:rsidR="00256283">
        <w:t>Il y a cinq minutes</w:t>
      </w:r>
      <w:r>
        <w:t xml:space="preserve">. </w:t>
      </w:r>
      <w:r w:rsidR="00256283">
        <w:t>Larry m</w:t>
      </w:r>
      <w:r>
        <w:t>’</w:t>
      </w:r>
      <w:r w:rsidR="00256283">
        <w:t>a invitée à dîner</w:t>
      </w:r>
      <w:r>
        <w:t xml:space="preserve">. </w:t>
      </w:r>
      <w:r w:rsidR="00256283">
        <w:t>Ça ne te fait rien de dîner seul</w:t>
      </w:r>
      <w:r>
        <w:t xml:space="preserve"> ? </w:t>
      </w:r>
      <w:r w:rsidR="00256283">
        <w:t>J</w:t>
      </w:r>
      <w:r>
        <w:t>’</w:t>
      </w:r>
      <w:r w:rsidR="00256283">
        <w:t>irai au théâtre après</w:t>
      </w:r>
      <w:r>
        <w:t>.</w:t>
      </w:r>
    </w:p>
    <w:p w14:paraId="1F6EF628" w14:textId="77777777" w:rsidR="00435B4F" w:rsidRDefault="00435B4F" w:rsidP="00256283">
      <w:r>
        <w:t>— </w:t>
      </w:r>
      <w:r w:rsidR="00256283">
        <w:t>Ça va</w:t>
      </w:r>
      <w:r>
        <w:t xml:space="preserve">, </w:t>
      </w:r>
      <w:r w:rsidR="00256283">
        <w:t>amuse-toi</w:t>
      </w:r>
      <w:r>
        <w:t> !</w:t>
      </w:r>
    </w:p>
    <w:p w14:paraId="7EE62EE0" w14:textId="77777777" w:rsidR="00435B4F" w:rsidRDefault="00256283" w:rsidP="00256283">
      <w:r>
        <w:t>J</w:t>
      </w:r>
      <w:r w:rsidR="00435B4F">
        <w:t>’</w:t>
      </w:r>
      <w:r>
        <w:t>appelai Macaulay</w:t>
      </w:r>
      <w:r w:rsidR="00435B4F">
        <w:t>.</w:t>
      </w:r>
    </w:p>
    <w:p w14:paraId="5FA1391D" w14:textId="77777777" w:rsidR="00435B4F" w:rsidRDefault="00435B4F" w:rsidP="00256283">
      <w:r>
        <w:t>— </w:t>
      </w:r>
      <w:r w:rsidR="00256283">
        <w:t>Pas de rendez-vous ce soir</w:t>
      </w:r>
      <w:r>
        <w:t xml:space="preserve">, </w:t>
      </w:r>
      <w:r w:rsidR="00256283">
        <w:t>me dit l</w:t>
      </w:r>
      <w:r>
        <w:t>’</w:t>
      </w:r>
      <w:r w:rsidR="00256283">
        <w:t>avocat</w:t>
      </w:r>
      <w:r>
        <w:t xml:space="preserve"> ; </w:t>
      </w:r>
      <w:r w:rsidR="00256283">
        <w:t>notre ami devient complètement fou et je vais aller trouver la police</w:t>
      </w:r>
      <w:r>
        <w:t xml:space="preserve"> ; </w:t>
      </w:r>
      <w:r w:rsidR="00256283">
        <w:t>j</w:t>
      </w:r>
      <w:r>
        <w:t>’</w:t>
      </w:r>
      <w:r w:rsidR="00256283">
        <w:t>en ai assez</w:t>
      </w:r>
      <w:r>
        <w:t>.</w:t>
      </w:r>
    </w:p>
    <w:p w14:paraId="4719038C" w14:textId="77777777" w:rsidR="00435B4F" w:rsidRDefault="00435B4F" w:rsidP="00256283">
      <w:r>
        <w:t>— </w:t>
      </w:r>
      <w:r w:rsidR="00256283">
        <w:t>C</w:t>
      </w:r>
      <w:r>
        <w:t>’</w:t>
      </w:r>
      <w:r w:rsidR="00256283">
        <w:t>est ce qu</w:t>
      </w:r>
      <w:r>
        <w:t>’</w:t>
      </w:r>
      <w:r w:rsidR="00256283">
        <w:t>il y a de mieux à faire</w:t>
      </w:r>
      <w:r>
        <w:t xml:space="preserve"> ! </w:t>
      </w:r>
      <w:r w:rsidR="00256283">
        <w:t>répondis-je</w:t>
      </w:r>
      <w:r>
        <w:t xml:space="preserve"> ; </w:t>
      </w:r>
      <w:r w:rsidR="00256283">
        <w:t>je pensais téléphoner moi-même</w:t>
      </w:r>
      <w:r>
        <w:t xml:space="preserve">. </w:t>
      </w:r>
      <w:r w:rsidR="00256283">
        <w:t>Je suis chez Mimi</w:t>
      </w:r>
      <w:r>
        <w:t xml:space="preserve">. </w:t>
      </w:r>
      <w:proofErr w:type="spellStart"/>
      <w:r w:rsidR="00256283">
        <w:t>Wynant</w:t>
      </w:r>
      <w:proofErr w:type="spellEnd"/>
      <w:r w:rsidR="00256283">
        <w:t xml:space="preserve"> était ici il y a quelques minutes</w:t>
      </w:r>
      <w:r>
        <w:t xml:space="preserve"> ; </w:t>
      </w:r>
      <w:r w:rsidR="00256283">
        <w:t>il est parti tout juste avant que j</w:t>
      </w:r>
      <w:r>
        <w:t>’</w:t>
      </w:r>
      <w:r w:rsidR="00256283">
        <w:t>arrive</w:t>
      </w:r>
      <w:r>
        <w:t>.</w:t>
      </w:r>
    </w:p>
    <w:p w14:paraId="25A9EEEC" w14:textId="77777777" w:rsidR="00435B4F" w:rsidRDefault="00435B4F" w:rsidP="00256283">
      <w:r>
        <w:t>— </w:t>
      </w:r>
      <w:r w:rsidR="00256283">
        <w:t>Que faisait-il là-bas</w:t>
      </w:r>
      <w:r>
        <w:t> ?</w:t>
      </w:r>
    </w:p>
    <w:p w14:paraId="033F9E24" w14:textId="77777777" w:rsidR="00435B4F" w:rsidRDefault="00435B4F" w:rsidP="00256283">
      <w:r>
        <w:t>— </w:t>
      </w:r>
      <w:r w:rsidR="00256283">
        <w:t>Je vais essayer de le savoir</w:t>
      </w:r>
      <w:r>
        <w:t>.</w:t>
      </w:r>
    </w:p>
    <w:p w14:paraId="3AA28CB7" w14:textId="77777777" w:rsidR="00435B4F" w:rsidRDefault="00435B4F" w:rsidP="00256283">
      <w:r>
        <w:lastRenderedPageBreak/>
        <w:t>— </w:t>
      </w:r>
      <w:r w:rsidR="00256283">
        <w:t>Vouliez-vous sérieusement téléphoner à la police</w:t>
      </w:r>
      <w:r>
        <w:t> ?</w:t>
      </w:r>
    </w:p>
    <w:p w14:paraId="08FD26D2" w14:textId="77777777" w:rsidR="00435B4F" w:rsidRDefault="00435B4F" w:rsidP="00256283">
      <w:r>
        <w:t>— </w:t>
      </w:r>
      <w:r w:rsidR="00256283">
        <w:t>Certainement</w:t>
      </w:r>
      <w:r>
        <w:t>.</w:t>
      </w:r>
    </w:p>
    <w:p w14:paraId="72C704B4" w14:textId="77777777" w:rsidR="00435B4F" w:rsidRDefault="00435B4F" w:rsidP="00256283">
      <w:r>
        <w:t>— </w:t>
      </w:r>
      <w:r w:rsidR="00256283">
        <w:t>Allez-y</w:t>
      </w:r>
      <w:r>
        <w:t xml:space="preserve"> ; </w:t>
      </w:r>
      <w:r w:rsidR="00256283">
        <w:t>je vous rejoins chez Mimi</w:t>
      </w:r>
      <w:r>
        <w:t>.</w:t>
      </w:r>
    </w:p>
    <w:p w14:paraId="580C52FE" w14:textId="77777777" w:rsidR="00435B4F" w:rsidRDefault="00256283" w:rsidP="00256283">
      <w:r>
        <w:t>J</w:t>
      </w:r>
      <w:r w:rsidR="00435B4F">
        <w:t>’</w:t>
      </w:r>
      <w:r>
        <w:t xml:space="preserve">appelai </w:t>
      </w:r>
      <w:proofErr w:type="spellStart"/>
      <w:r>
        <w:t>Guild</w:t>
      </w:r>
      <w:proofErr w:type="spellEnd"/>
      <w:r>
        <w:t xml:space="preserve"> à l</w:t>
      </w:r>
      <w:r w:rsidR="00435B4F">
        <w:t>’</w:t>
      </w:r>
      <w:r>
        <w:t>appareil</w:t>
      </w:r>
      <w:r w:rsidR="00435B4F">
        <w:t>.</w:t>
      </w:r>
    </w:p>
    <w:p w14:paraId="6BD8BFCD" w14:textId="77777777" w:rsidR="00435B4F" w:rsidRDefault="00435B4F" w:rsidP="00256283">
      <w:r>
        <w:t>— </w:t>
      </w:r>
      <w:r w:rsidR="00256283">
        <w:t>J</w:t>
      </w:r>
      <w:r>
        <w:t>’</w:t>
      </w:r>
      <w:r w:rsidR="00256283">
        <w:t>ai des nouvelles</w:t>
      </w:r>
      <w:r>
        <w:t xml:space="preserve">, </w:t>
      </w:r>
      <w:r w:rsidR="00256283">
        <w:t>dit le policier</w:t>
      </w:r>
      <w:r>
        <w:t xml:space="preserve">. </w:t>
      </w:r>
      <w:r w:rsidR="00256283">
        <w:t>Où êtes-vous</w:t>
      </w:r>
      <w:r>
        <w:t xml:space="preserve"> ; </w:t>
      </w:r>
      <w:r w:rsidR="00256283">
        <w:t>puis-je vous parler</w:t>
      </w:r>
      <w:r>
        <w:t> ?</w:t>
      </w:r>
    </w:p>
    <w:p w14:paraId="7542FA07" w14:textId="77777777" w:rsidR="00435B4F" w:rsidRDefault="00435B4F" w:rsidP="00256283">
      <w:r>
        <w:t>— </w:t>
      </w:r>
      <w:r w:rsidR="00256283">
        <w:t xml:space="preserve">Je sais chez </w:t>
      </w:r>
      <w:r>
        <w:t>M</w:t>
      </w:r>
      <w:r w:rsidRPr="00435B4F">
        <w:rPr>
          <w:vertAlign w:val="superscript"/>
        </w:rPr>
        <w:t>rs</w:t>
      </w:r>
      <w:r>
        <w:t> </w:t>
      </w:r>
      <w:r w:rsidR="00256283">
        <w:t>Jorgensen</w:t>
      </w:r>
      <w:r>
        <w:t xml:space="preserve">, </w:t>
      </w:r>
      <w:r w:rsidR="00256283">
        <w:t>j</w:t>
      </w:r>
      <w:r>
        <w:t>’</w:t>
      </w:r>
      <w:r w:rsidR="00256283">
        <w:t>ai dû ramener Gilbert</w:t>
      </w:r>
      <w:r>
        <w:t xml:space="preserve">. </w:t>
      </w:r>
      <w:r w:rsidR="00256283">
        <w:t>Votre rouquin l</w:t>
      </w:r>
      <w:r>
        <w:t>’</w:t>
      </w:r>
      <w:r w:rsidR="00256283">
        <w:t>a éreinté</w:t>
      </w:r>
      <w:r>
        <w:t>.</w:t>
      </w:r>
    </w:p>
    <w:p w14:paraId="257EE7BD" w14:textId="77777777" w:rsidR="00435B4F" w:rsidRDefault="00435B4F" w:rsidP="00256283">
      <w:r>
        <w:t>— </w:t>
      </w:r>
      <w:r w:rsidR="00256283">
        <w:t>Oh</w:t>
      </w:r>
      <w:r>
        <w:t xml:space="preserve"> ! </w:t>
      </w:r>
      <w:r w:rsidR="00256283">
        <w:t>celui-là</w:t>
      </w:r>
      <w:r>
        <w:t xml:space="preserve"> ! </w:t>
      </w:r>
      <w:r w:rsidR="00256283">
        <w:t>s</w:t>
      </w:r>
      <w:r>
        <w:t>’</w:t>
      </w:r>
      <w:r w:rsidR="00256283">
        <w:t xml:space="preserve">exclama </w:t>
      </w:r>
      <w:proofErr w:type="spellStart"/>
      <w:r w:rsidR="00256283">
        <w:t>Guild</w:t>
      </w:r>
      <w:proofErr w:type="spellEnd"/>
      <w:r>
        <w:t xml:space="preserve">. </w:t>
      </w:r>
      <w:r w:rsidR="00256283">
        <w:t>Alors</w:t>
      </w:r>
      <w:r>
        <w:t xml:space="preserve">, </w:t>
      </w:r>
      <w:r w:rsidR="00256283">
        <w:t>il vaut mieux que je ne parle pas</w:t>
      </w:r>
      <w:r>
        <w:t> ?</w:t>
      </w:r>
    </w:p>
    <w:p w14:paraId="108D079E" w14:textId="77777777" w:rsidR="00435B4F" w:rsidRDefault="00435B4F" w:rsidP="00256283">
      <w:r>
        <w:t>— </w:t>
      </w:r>
      <w:r w:rsidR="00256283">
        <w:t>J</w:t>
      </w:r>
      <w:r>
        <w:t>’</w:t>
      </w:r>
      <w:r w:rsidR="00256283">
        <w:t>ai aussi des nouvelles</w:t>
      </w:r>
      <w:r>
        <w:t xml:space="preserve">, </w:t>
      </w:r>
      <w:r w:rsidR="00256283">
        <w:t>dis-je</w:t>
      </w:r>
      <w:r>
        <w:t xml:space="preserve">. </w:t>
      </w:r>
      <w:proofErr w:type="spellStart"/>
      <w:r w:rsidR="00256283">
        <w:t>Wynant</w:t>
      </w:r>
      <w:proofErr w:type="spellEnd"/>
      <w:r w:rsidR="00256283">
        <w:t xml:space="preserve"> était ici il y a quelques minutes</w:t>
      </w:r>
      <w:r>
        <w:t xml:space="preserve">, </w:t>
      </w:r>
      <w:r w:rsidR="00256283">
        <w:t xml:space="preserve">prétend </w:t>
      </w:r>
      <w:r>
        <w:t>M</w:t>
      </w:r>
      <w:r w:rsidRPr="00435B4F">
        <w:rPr>
          <w:vertAlign w:val="superscript"/>
        </w:rPr>
        <w:t>rs</w:t>
      </w:r>
      <w:r>
        <w:t> </w:t>
      </w:r>
      <w:r w:rsidR="00256283">
        <w:t>Jorgensen</w:t>
      </w:r>
      <w:r>
        <w:t xml:space="preserve"> ; </w:t>
      </w:r>
      <w:r w:rsidR="00256283">
        <w:t>il est resté près d</w:t>
      </w:r>
      <w:r>
        <w:t>’</w:t>
      </w:r>
      <w:r w:rsidR="00256283">
        <w:t>une heure</w:t>
      </w:r>
      <w:r>
        <w:t>.</w:t>
      </w:r>
    </w:p>
    <w:p w14:paraId="0D69F698" w14:textId="77777777" w:rsidR="00435B4F" w:rsidRDefault="00256283" w:rsidP="00256283">
      <w:r>
        <w:t>Il y eut une seconde de silence</w:t>
      </w:r>
      <w:r w:rsidR="00435B4F">
        <w:t xml:space="preserve">, </w:t>
      </w:r>
      <w:r>
        <w:t>puis le policier dit</w:t>
      </w:r>
      <w:r w:rsidR="00435B4F">
        <w:t> :</w:t>
      </w:r>
    </w:p>
    <w:p w14:paraId="3525CF8E" w14:textId="77777777" w:rsidR="00435B4F" w:rsidRDefault="00435B4F" w:rsidP="00256283">
      <w:r>
        <w:t>— </w:t>
      </w:r>
      <w:r w:rsidR="00256283">
        <w:t>Ne bougez pas</w:t>
      </w:r>
      <w:r>
        <w:t xml:space="preserve">, </w:t>
      </w:r>
      <w:r w:rsidR="00256283">
        <w:t>je viens</w:t>
      </w:r>
      <w:r>
        <w:t> !</w:t>
      </w:r>
    </w:p>
    <w:p w14:paraId="0698461E" w14:textId="77777777" w:rsidR="00435B4F" w:rsidRDefault="00256283" w:rsidP="00256283">
      <w:r>
        <w:t>Mimi pénétra dans le salon comme je cherchais dans l</w:t>
      </w:r>
      <w:r w:rsidR="00435B4F">
        <w:t>’</w:t>
      </w:r>
      <w:r>
        <w:t>annuaire le numéro de Quinn</w:t>
      </w:r>
      <w:r w:rsidR="00435B4F">
        <w:t>.</w:t>
      </w:r>
    </w:p>
    <w:p w14:paraId="1AC6A3F9" w14:textId="77777777" w:rsidR="00435B4F" w:rsidRDefault="00435B4F" w:rsidP="00256283">
      <w:r>
        <w:t>— </w:t>
      </w:r>
      <w:r w:rsidR="00256283">
        <w:t>Croyez-vous qu</w:t>
      </w:r>
      <w:r>
        <w:t>’</w:t>
      </w:r>
      <w:r w:rsidR="00256283">
        <w:t>il soit sérieusement blessé</w:t>
      </w:r>
      <w:r>
        <w:t xml:space="preserve"> ? </w:t>
      </w:r>
      <w:r w:rsidR="00256283">
        <w:t>dit-elle</w:t>
      </w:r>
      <w:r>
        <w:t>.</w:t>
      </w:r>
    </w:p>
    <w:p w14:paraId="518D4E57" w14:textId="77777777" w:rsidR="00435B4F" w:rsidRDefault="00435B4F" w:rsidP="00256283">
      <w:r>
        <w:t>— </w:t>
      </w:r>
      <w:r w:rsidR="00256283">
        <w:t>Je l</w:t>
      </w:r>
      <w:r>
        <w:t>’</w:t>
      </w:r>
      <w:r w:rsidR="00256283">
        <w:t>ignore</w:t>
      </w:r>
      <w:r>
        <w:t xml:space="preserve">, </w:t>
      </w:r>
      <w:r w:rsidR="00256283">
        <w:t>c</w:t>
      </w:r>
      <w:r>
        <w:t>’</w:t>
      </w:r>
      <w:r w:rsidR="00256283">
        <w:t>est au médecin qu</w:t>
      </w:r>
      <w:r>
        <w:t>’</w:t>
      </w:r>
      <w:r w:rsidR="00256283">
        <w:t>il faut demander ça</w:t>
      </w:r>
      <w:r>
        <w:t>.</w:t>
      </w:r>
    </w:p>
    <w:p w14:paraId="35033300" w14:textId="77777777" w:rsidR="00435B4F" w:rsidRDefault="00256283" w:rsidP="00256283">
      <w:r>
        <w:t>Je poussai l</w:t>
      </w:r>
      <w:r w:rsidR="00435B4F">
        <w:t>’</w:t>
      </w:r>
      <w:r>
        <w:t>appareil vers elle</w:t>
      </w:r>
      <w:r w:rsidR="00435B4F">
        <w:t>.</w:t>
      </w:r>
    </w:p>
    <w:p w14:paraId="56C86735" w14:textId="77777777" w:rsidR="00435B4F" w:rsidRDefault="00435B4F" w:rsidP="00256283">
      <w:r>
        <w:t>— </w:t>
      </w:r>
      <w:r w:rsidR="00256283">
        <w:t>J</w:t>
      </w:r>
      <w:r>
        <w:t>’</w:t>
      </w:r>
      <w:r w:rsidR="00256283">
        <w:t xml:space="preserve">ai averti la police de la visite de </w:t>
      </w:r>
      <w:proofErr w:type="spellStart"/>
      <w:r w:rsidR="00256283">
        <w:t>Wynant</w:t>
      </w:r>
      <w:proofErr w:type="spellEnd"/>
      <w:r>
        <w:t xml:space="preserve">, </w:t>
      </w:r>
      <w:r w:rsidR="00256283">
        <w:t>dis-je</w:t>
      </w:r>
      <w:r>
        <w:t xml:space="preserve">, </w:t>
      </w:r>
      <w:r w:rsidR="00256283">
        <w:t>quand elle raccrocha</w:t>
      </w:r>
      <w:r>
        <w:t>.</w:t>
      </w:r>
    </w:p>
    <w:p w14:paraId="612C3EC8" w14:textId="77777777" w:rsidR="00435B4F" w:rsidRDefault="00435B4F" w:rsidP="00256283">
      <w:r>
        <w:t>— </w:t>
      </w:r>
      <w:r w:rsidR="00256283">
        <w:t>Je vous avais téléphoné pour savoir s</w:t>
      </w:r>
      <w:r>
        <w:t>’</w:t>
      </w:r>
      <w:r w:rsidR="00256283">
        <w:t>il fallait l</w:t>
      </w:r>
      <w:r>
        <w:t>’</w:t>
      </w:r>
      <w:r w:rsidR="00256283">
        <w:t>en informer</w:t>
      </w:r>
      <w:r>
        <w:t>.</w:t>
      </w:r>
    </w:p>
    <w:p w14:paraId="79717963" w14:textId="77777777" w:rsidR="00435B4F" w:rsidRDefault="00435B4F" w:rsidP="00256283">
      <w:r>
        <w:lastRenderedPageBreak/>
        <w:t>— </w:t>
      </w:r>
      <w:r w:rsidR="00256283">
        <w:t>J</w:t>
      </w:r>
      <w:r>
        <w:t>’</w:t>
      </w:r>
      <w:r w:rsidR="00256283">
        <w:t>ai téléphoné aussi à Macaulay</w:t>
      </w:r>
      <w:r>
        <w:t xml:space="preserve"> : </w:t>
      </w:r>
      <w:r w:rsidR="00256283">
        <w:t>il vient</w:t>
      </w:r>
      <w:r>
        <w:t>.</w:t>
      </w:r>
    </w:p>
    <w:p w14:paraId="114AB90A" w14:textId="77777777" w:rsidR="00435B4F" w:rsidRDefault="00435B4F" w:rsidP="00256283">
      <w:r>
        <w:t>— </w:t>
      </w:r>
      <w:r w:rsidR="00256283">
        <w:t>Il ne peut rien faire</w:t>
      </w:r>
      <w:r>
        <w:t xml:space="preserve"> ! </w:t>
      </w:r>
      <w:r w:rsidR="00256283">
        <w:t>protesta-t-elle</w:t>
      </w:r>
      <w:r>
        <w:t xml:space="preserve"> ; </w:t>
      </w:r>
      <w:r w:rsidR="00256283">
        <w:t>Clyde me les a donnés librement</w:t>
      </w:r>
      <w:r>
        <w:t xml:space="preserve"> ; </w:t>
      </w:r>
      <w:r w:rsidR="00256283">
        <w:t>ils sont à moi</w:t>
      </w:r>
      <w:r>
        <w:t>.</w:t>
      </w:r>
    </w:p>
    <w:p w14:paraId="7AA961A9" w14:textId="77777777" w:rsidR="00435B4F" w:rsidRDefault="00435B4F" w:rsidP="00256283">
      <w:r>
        <w:t>— </w:t>
      </w:r>
      <w:r w:rsidR="00256283">
        <w:t>Quoi donc</w:t>
      </w:r>
      <w:r>
        <w:t> ?</w:t>
      </w:r>
    </w:p>
    <w:p w14:paraId="4F1496F7" w14:textId="77777777" w:rsidR="00435B4F" w:rsidRDefault="00435B4F" w:rsidP="00256283">
      <w:r>
        <w:t>— </w:t>
      </w:r>
      <w:r w:rsidR="00256283">
        <w:t>Les titres</w:t>
      </w:r>
      <w:r>
        <w:t xml:space="preserve"> ; </w:t>
      </w:r>
      <w:r w:rsidR="00256283">
        <w:t>l</w:t>
      </w:r>
      <w:r>
        <w:t>’</w:t>
      </w:r>
      <w:r w:rsidR="00256283">
        <w:t>argent</w:t>
      </w:r>
      <w:r>
        <w:t> !</w:t>
      </w:r>
    </w:p>
    <w:p w14:paraId="63F06442" w14:textId="77777777" w:rsidR="00435B4F" w:rsidRDefault="00435B4F" w:rsidP="00256283">
      <w:r>
        <w:t>— </w:t>
      </w:r>
      <w:r w:rsidR="00256283">
        <w:t>Quels titres</w:t>
      </w:r>
      <w:r>
        <w:t xml:space="preserve">, </w:t>
      </w:r>
      <w:r w:rsidR="00256283">
        <w:t>quel argent</w:t>
      </w:r>
      <w:r>
        <w:t> ?</w:t>
      </w:r>
    </w:p>
    <w:p w14:paraId="184332B6" w14:textId="77777777" w:rsidR="00435B4F" w:rsidRDefault="00256283" w:rsidP="00256283">
      <w:r>
        <w:t>Elle alla à son bureau et ouvrit un tiroir</w:t>
      </w:r>
      <w:r w:rsidR="00435B4F">
        <w:t>.</w:t>
      </w:r>
    </w:p>
    <w:p w14:paraId="64FD37D2" w14:textId="77777777" w:rsidR="00435B4F" w:rsidRDefault="00256283" w:rsidP="00256283">
      <w:r>
        <w:t>Il contenait trois liasses de titres serrées par des bandes de caoutchouc</w:t>
      </w:r>
      <w:r w:rsidR="00435B4F">
        <w:t xml:space="preserve">. </w:t>
      </w:r>
      <w:r>
        <w:t>Sur l</w:t>
      </w:r>
      <w:r w:rsidR="00435B4F">
        <w:t>’</w:t>
      </w:r>
      <w:r>
        <w:t xml:space="preserve">une des liasses était posé un chèque rose sur la Park Avenue Trust </w:t>
      </w:r>
      <w:proofErr w:type="spellStart"/>
      <w:r>
        <w:t>Company</w:t>
      </w:r>
      <w:proofErr w:type="spellEnd"/>
      <w:r w:rsidR="00435B4F">
        <w:t xml:space="preserve">, </w:t>
      </w:r>
      <w:r>
        <w:t>à l</w:t>
      </w:r>
      <w:r w:rsidR="00435B4F">
        <w:t>’</w:t>
      </w:r>
      <w:r>
        <w:t>ordre de Mimi Jorgensen</w:t>
      </w:r>
      <w:r w:rsidR="00435B4F">
        <w:t xml:space="preserve">, </w:t>
      </w:r>
      <w:r>
        <w:t xml:space="preserve">signé Clyde </w:t>
      </w:r>
      <w:proofErr w:type="spellStart"/>
      <w:r>
        <w:t>Wynant</w:t>
      </w:r>
      <w:proofErr w:type="spellEnd"/>
      <w:r w:rsidR="00435B4F">
        <w:t xml:space="preserve">, </w:t>
      </w:r>
      <w:r>
        <w:t>d</w:t>
      </w:r>
      <w:r w:rsidR="00435B4F">
        <w:t>’</w:t>
      </w:r>
      <w:r>
        <w:t xml:space="preserve">un montant de dix mille dollars et portant la date du </w:t>
      </w:r>
      <w:r w:rsidR="00435B4F">
        <w:t>3 janvier</w:t>
      </w:r>
      <w:r>
        <w:t xml:space="preserve"> 1933</w:t>
      </w:r>
      <w:r w:rsidR="00435B4F">
        <w:t>.</w:t>
      </w:r>
    </w:p>
    <w:p w14:paraId="61536CF9" w14:textId="77777777" w:rsidR="00435B4F" w:rsidRDefault="00435B4F" w:rsidP="00256283">
      <w:r>
        <w:t>— </w:t>
      </w:r>
      <w:proofErr w:type="spellStart"/>
      <w:r w:rsidR="00256283">
        <w:t>Post-daté</w:t>
      </w:r>
      <w:proofErr w:type="spellEnd"/>
      <w:r w:rsidR="00256283">
        <w:t xml:space="preserve"> de cinq jours</w:t>
      </w:r>
      <w:r>
        <w:t xml:space="preserve"> ! </w:t>
      </w:r>
      <w:r w:rsidR="00256283">
        <w:t>dis-je</w:t>
      </w:r>
      <w:r>
        <w:t xml:space="preserve">, </w:t>
      </w:r>
      <w:r w:rsidR="00256283">
        <w:t>c</w:t>
      </w:r>
      <w:r>
        <w:t>’</w:t>
      </w:r>
      <w:r w:rsidR="00256283">
        <w:t>est irrégulier</w:t>
      </w:r>
      <w:r>
        <w:t>.</w:t>
      </w:r>
    </w:p>
    <w:p w14:paraId="588865B2" w14:textId="77777777" w:rsidR="00435B4F" w:rsidRDefault="00435B4F" w:rsidP="00256283">
      <w:r>
        <w:t>— </w:t>
      </w:r>
      <w:r w:rsidR="00256283">
        <w:t>Il a dit qu</w:t>
      </w:r>
      <w:r>
        <w:t>’</w:t>
      </w:r>
      <w:r w:rsidR="00256283">
        <w:t>il n</w:t>
      </w:r>
      <w:r>
        <w:t>’</w:t>
      </w:r>
      <w:r w:rsidR="00256283">
        <w:t>avait pas assez d</w:t>
      </w:r>
      <w:r>
        <w:t>’</w:t>
      </w:r>
      <w:r w:rsidR="00256283">
        <w:t>argent en banque et qu</w:t>
      </w:r>
      <w:r>
        <w:t>’</w:t>
      </w:r>
      <w:r w:rsidR="00256283">
        <w:t>il désirait faire un dépôt</w:t>
      </w:r>
      <w:r>
        <w:t>.</w:t>
      </w:r>
    </w:p>
    <w:p w14:paraId="03B24452" w14:textId="77777777" w:rsidR="00435B4F" w:rsidRDefault="00435B4F" w:rsidP="00256283">
      <w:r>
        <w:t>— </w:t>
      </w:r>
      <w:r w:rsidR="00256283">
        <w:t>Possible</w:t>
      </w:r>
      <w:r>
        <w:t xml:space="preserve">, </w:t>
      </w:r>
      <w:r w:rsidR="00256283">
        <w:t>mais si vous avez reçu de l</w:t>
      </w:r>
      <w:r>
        <w:t>’</w:t>
      </w:r>
      <w:r w:rsidR="00256283">
        <w:t xml:space="preserve">argent et des titres de </w:t>
      </w:r>
      <w:proofErr w:type="spellStart"/>
      <w:r w:rsidR="00256283">
        <w:t>Wynant</w:t>
      </w:r>
      <w:proofErr w:type="spellEnd"/>
      <w:r>
        <w:t xml:space="preserve">, </w:t>
      </w:r>
      <w:r w:rsidR="00256283">
        <w:t>ça va faire toute une histoire</w:t>
      </w:r>
      <w:r>
        <w:t xml:space="preserve">, </w:t>
      </w:r>
      <w:r w:rsidR="00256283">
        <w:t>remarquai-je</w:t>
      </w:r>
      <w:r>
        <w:t xml:space="preserve">, </w:t>
      </w:r>
      <w:r w:rsidR="00256283">
        <w:t>vous vous en doutez</w:t>
      </w:r>
      <w:r>
        <w:t xml:space="preserve">, </w:t>
      </w:r>
      <w:r w:rsidR="00256283">
        <w:t>n</w:t>
      </w:r>
      <w:r>
        <w:t>’</w:t>
      </w:r>
      <w:r w:rsidR="00256283">
        <w:t>est-ce pas</w:t>
      </w:r>
      <w:r>
        <w:t> ?</w:t>
      </w:r>
    </w:p>
    <w:p w14:paraId="68F3AB6B" w14:textId="77777777" w:rsidR="00435B4F" w:rsidRDefault="00435B4F" w:rsidP="00256283">
      <w:r>
        <w:t>— </w:t>
      </w:r>
      <w:r w:rsidR="00256283">
        <w:t>Pourquoi</w:t>
      </w:r>
      <w:r>
        <w:t xml:space="preserve"> ? </w:t>
      </w:r>
      <w:r w:rsidR="00256283">
        <w:t>pourquoi mon mari</w:t>
      </w:r>
      <w:r>
        <w:t xml:space="preserve">, </w:t>
      </w:r>
      <w:r w:rsidR="00256283">
        <w:t>mon ex-mari</w:t>
      </w:r>
      <w:r>
        <w:t xml:space="preserve">, </w:t>
      </w:r>
      <w:r w:rsidR="00256283">
        <w:t>ne pourrait-il s</w:t>
      </w:r>
      <w:r>
        <w:t>’</w:t>
      </w:r>
      <w:r w:rsidR="00256283">
        <w:t>occuper de mon bien-être et de celui de mes enfants</w:t>
      </w:r>
      <w:r>
        <w:t> ?</w:t>
      </w:r>
    </w:p>
    <w:p w14:paraId="67041976" w14:textId="77777777" w:rsidR="00435B4F" w:rsidRDefault="00435B4F" w:rsidP="00256283">
      <w:r>
        <w:t>— </w:t>
      </w:r>
      <w:r w:rsidR="00256283">
        <w:t>Que vous a-t-il demandé en échange</w:t>
      </w:r>
      <w:r>
        <w:t xml:space="preserve"> ? </w:t>
      </w:r>
      <w:r w:rsidR="00256283">
        <w:t>Qu</w:t>
      </w:r>
      <w:r>
        <w:t>’</w:t>
      </w:r>
      <w:r w:rsidR="00256283">
        <w:t>avez-vous promis de faire pour qu</w:t>
      </w:r>
      <w:r>
        <w:t>’</w:t>
      </w:r>
      <w:r w:rsidR="00256283">
        <w:t>il postdate le chèque de façon à l</w:t>
      </w:r>
      <w:r>
        <w:t>’</w:t>
      </w:r>
      <w:r w:rsidR="00256283">
        <w:t>annuler si vous ne vous exécutiez pas</w:t>
      </w:r>
      <w:r>
        <w:t> ?</w:t>
      </w:r>
    </w:p>
    <w:p w14:paraId="2351ABCB" w14:textId="77777777" w:rsidR="00435B4F" w:rsidRDefault="00256283" w:rsidP="00256283">
      <w:r>
        <w:t>Elle eut un geste d</w:t>
      </w:r>
      <w:r w:rsidR="00435B4F">
        <w:t>’</w:t>
      </w:r>
      <w:r>
        <w:t>impatience</w:t>
      </w:r>
      <w:r w:rsidR="00435B4F">
        <w:t>.</w:t>
      </w:r>
    </w:p>
    <w:p w14:paraId="0F38621E" w14:textId="77777777" w:rsidR="00435B4F" w:rsidRDefault="00435B4F" w:rsidP="00256283">
      <w:r>
        <w:t>— </w:t>
      </w:r>
      <w:r w:rsidR="00256283">
        <w:t>Vraiment</w:t>
      </w:r>
      <w:r>
        <w:t xml:space="preserve">, </w:t>
      </w:r>
      <w:r w:rsidR="00256283">
        <w:t>Nick</w:t>
      </w:r>
      <w:r>
        <w:t xml:space="preserve">, </w:t>
      </w:r>
      <w:r w:rsidR="00256283">
        <w:t>s</w:t>
      </w:r>
      <w:r>
        <w:t>’</w:t>
      </w:r>
      <w:r w:rsidR="00256283">
        <w:t>écria-t-elle</w:t>
      </w:r>
      <w:r>
        <w:t xml:space="preserve">, </w:t>
      </w:r>
      <w:r w:rsidR="00256283">
        <w:t>il y a des moments où votre esprit inquiet vous fait dire des bêtises</w:t>
      </w:r>
      <w:r>
        <w:t>.</w:t>
      </w:r>
    </w:p>
    <w:p w14:paraId="0118C470" w14:textId="77777777" w:rsidR="00435B4F" w:rsidRDefault="00435B4F" w:rsidP="00256283">
      <w:r>
        <w:lastRenderedPageBreak/>
        <w:t>— </w:t>
      </w:r>
      <w:r w:rsidR="00256283">
        <w:t>Souvenez-vous que je vous ai avertie hier</w:t>
      </w:r>
      <w:r>
        <w:t xml:space="preserve">, </w:t>
      </w:r>
      <w:r w:rsidR="00256283">
        <w:t>vous finirez vos jours en</w:t>
      </w:r>
      <w:r>
        <w:t>…</w:t>
      </w:r>
    </w:p>
    <w:p w14:paraId="2E349E42" w14:textId="77777777" w:rsidR="00435B4F" w:rsidRDefault="00435B4F" w:rsidP="00256283">
      <w:r>
        <w:t>— </w:t>
      </w:r>
      <w:r w:rsidR="00256283">
        <w:t>Assez</w:t>
      </w:r>
      <w:r>
        <w:t xml:space="preserve"> ! </w:t>
      </w:r>
      <w:r w:rsidR="00256283">
        <w:t>cria-t-elle</w:t>
      </w:r>
      <w:r>
        <w:t xml:space="preserve">, </w:t>
      </w:r>
      <w:r w:rsidR="00256283">
        <w:t>mettant la main sur ma bouche</w:t>
      </w:r>
      <w:r>
        <w:t xml:space="preserve">, </w:t>
      </w:r>
      <w:r w:rsidR="00256283">
        <w:t>ne répétez pas toujours cette menace</w:t>
      </w:r>
      <w:r>
        <w:t>.</w:t>
      </w:r>
    </w:p>
    <w:p w14:paraId="33A80BD7" w14:textId="77777777" w:rsidR="00435B4F" w:rsidRDefault="00256283" w:rsidP="00256283">
      <w:r>
        <w:t>Je pris l</w:t>
      </w:r>
      <w:r w:rsidR="00435B4F">
        <w:t>’</w:t>
      </w:r>
      <w:r>
        <w:t>appareil pour appeler Alice Quinn</w:t>
      </w:r>
      <w:r w:rsidR="00435B4F">
        <w:t>.</w:t>
      </w:r>
    </w:p>
    <w:p w14:paraId="50DB0F7C" w14:textId="77777777" w:rsidR="00435B4F" w:rsidRDefault="00435B4F" w:rsidP="00256283">
      <w:r>
        <w:t>— </w:t>
      </w:r>
      <w:r w:rsidR="00256283">
        <w:t>Allo</w:t>
      </w:r>
      <w:r>
        <w:t xml:space="preserve"> ! </w:t>
      </w:r>
      <w:r w:rsidR="00256283">
        <w:t>C</w:t>
      </w:r>
      <w:r>
        <w:t>’</w:t>
      </w:r>
      <w:r w:rsidR="00256283">
        <w:t>est Nick</w:t>
      </w:r>
      <w:r>
        <w:t xml:space="preserve"> ; </w:t>
      </w:r>
      <w:r w:rsidR="00256283">
        <w:t>Nora m</w:t>
      </w:r>
      <w:r>
        <w:t>’</w:t>
      </w:r>
      <w:r w:rsidR="00256283">
        <w:t>a</w:t>
      </w:r>
      <w:r>
        <w:t>…</w:t>
      </w:r>
    </w:p>
    <w:p w14:paraId="7EEDD81B" w14:textId="77777777" w:rsidR="00435B4F" w:rsidRDefault="00435B4F" w:rsidP="00256283">
      <w:r>
        <w:t>— </w:t>
      </w:r>
      <w:r w:rsidR="00256283">
        <w:t>Oui</w:t>
      </w:r>
      <w:r>
        <w:t xml:space="preserve">. </w:t>
      </w:r>
      <w:r w:rsidR="00256283">
        <w:t>Avez-vous vu Harrison</w:t>
      </w:r>
      <w:r>
        <w:t> ?</w:t>
      </w:r>
    </w:p>
    <w:p w14:paraId="0588740E" w14:textId="77777777" w:rsidR="00435B4F" w:rsidRDefault="00435B4F" w:rsidP="00256283">
      <w:r>
        <w:t>— </w:t>
      </w:r>
      <w:r w:rsidR="00256283">
        <w:t>Non</w:t>
      </w:r>
      <w:r>
        <w:t>.</w:t>
      </w:r>
    </w:p>
    <w:p w14:paraId="5ED8F475" w14:textId="77777777" w:rsidR="00435B4F" w:rsidRDefault="00435B4F" w:rsidP="00256283">
      <w:r>
        <w:t>— </w:t>
      </w:r>
      <w:r w:rsidR="00256283">
        <w:t>Si vous le voyez</w:t>
      </w:r>
      <w:r>
        <w:t xml:space="preserve">, </w:t>
      </w:r>
      <w:r w:rsidR="00256283">
        <w:t>ne lui parlez pas de ce que j</w:t>
      </w:r>
      <w:r>
        <w:t>’</w:t>
      </w:r>
      <w:r w:rsidR="00256283">
        <w:t>ai dit hier soir</w:t>
      </w:r>
      <w:r>
        <w:t xml:space="preserve">, </w:t>
      </w:r>
      <w:r w:rsidR="00256283">
        <w:t>je n</w:t>
      </w:r>
      <w:r>
        <w:t>’</w:t>
      </w:r>
      <w:r w:rsidR="00256283">
        <w:t>en pensais pas un mot</w:t>
      </w:r>
      <w:r>
        <w:t>.</w:t>
      </w:r>
    </w:p>
    <w:p w14:paraId="44270F42" w14:textId="77777777" w:rsidR="00435B4F" w:rsidRDefault="00435B4F" w:rsidP="00256283">
      <w:r>
        <w:t>— </w:t>
      </w:r>
      <w:r w:rsidR="00256283">
        <w:t>Je m</w:t>
      </w:r>
      <w:r>
        <w:t>’</w:t>
      </w:r>
      <w:r w:rsidR="00256283">
        <w:t>en doutais</w:t>
      </w:r>
      <w:r>
        <w:t xml:space="preserve">, </w:t>
      </w:r>
      <w:r w:rsidR="00256283">
        <w:t>assurai-je</w:t>
      </w:r>
      <w:r>
        <w:t xml:space="preserve">. </w:t>
      </w:r>
      <w:r w:rsidR="00256283">
        <w:t>Comment allait-il ce matin</w:t>
      </w:r>
      <w:r>
        <w:t> ?</w:t>
      </w:r>
    </w:p>
    <w:p w14:paraId="29814041" w14:textId="77777777" w:rsidR="00435B4F" w:rsidRDefault="00435B4F" w:rsidP="00256283">
      <w:r>
        <w:t>— </w:t>
      </w:r>
      <w:r w:rsidR="00256283">
        <w:t>Il est parti</w:t>
      </w:r>
      <w:r>
        <w:t>.</w:t>
      </w:r>
    </w:p>
    <w:p w14:paraId="5E8AB8F4" w14:textId="77777777" w:rsidR="00435B4F" w:rsidRDefault="00435B4F" w:rsidP="00256283">
      <w:r>
        <w:t>— </w:t>
      </w:r>
      <w:r w:rsidR="00256283">
        <w:t>Quoi</w:t>
      </w:r>
      <w:r>
        <w:t> ?</w:t>
      </w:r>
    </w:p>
    <w:p w14:paraId="0AE66374" w14:textId="77777777" w:rsidR="00435B4F" w:rsidRDefault="00435B4F" w:rsidP="00256283">
      <w:r>
        <w:t>— </w:t>
      </w:r>
      <w:r w:rsidR="00256283">
        <w:t>Oui</w:t>
      </w:r>
      <w:r>
        <w:t xml:space="preserve">, </w:t>
      </w:r>
      <w:r w:rsidR="00256283">
        <w:t>il est parti</w:t>
      </w:r>
      <w:r>
        <w:t xml:space="preserve">, </w:t>
      </w:r>
      <w:r w:rsidR="00256283">
        <w:t>je crois qu</w:t>
      </w:r>
      <w:r>
        <w:t>’</w:t>
      </w:r>
      <w:r w:rsidR="00256283">
        <w:t>il ne reviendra pas</w:t>
      </w:r>
      <w:r>
        <w:t>.</w:t>
      </w:r>
    </w:p>
    <w:p w14:paraId="43820174" w14:textId="77777777" w:rsidR="00435B4F" w:rsidRDefault="00435B4F" w:rsidP="00256283">
      <w:r>
        <w:t>— </w:t>
      </w:r>
      <w:r w:rsidR="00256283">
        <w:t>Il a déjà fait ça</w:t>
      </w:r>
      <w:r>
        <w:t xml:space="preserve">. </w:t>
      </w:r>
      <w:r w:rsidR="00256283">
        <w:t>Il reviendra</w:t>
      </w:r>
      <w:r>
        <w:t>.</w:t>
      </w:r>
    </w:p>
    <w:p w14:paraId="6D7E8E56" w14:textId="77777777" w:rsidR="00435B4F" w:rsidRDefault="00435B4F" w:rsidP="00256283">
      <w:r>
        <w:t>— </w:t>
      </w:r>
      <w:r w:rsidR="00256283">
        <w:t>J</w:t>
      </w:r>
      <w:r>
        <w:t>’</w:t>
      </w:r>
      <w:r w:rsidR="00256283">
        <w:t>ai peur</w:t>
      </w:r>
      <w:r>
        <w:t xml:space="preserve">. </w:t>
      </w:r>
      <w:r w:rsidR="00256283">
        <w:t>Il n</w:t>
      </w:r>
      <w:r>
        <w:t>’</w:t>
      </w:r>
      <w:r w:rsidR="00256283">
        <w:t>est pas allé à son bureau</w:t>
      </w:r>
      <w:r>
        <w:t xml:space="preserve">. </w:t>
      </w:r>
      <w:r w:rsidR="00256283">
        <w:t>J</w:t>
      </w:r>
      <w:r>
        <w:t>’</w:t>
      </w:r>
      <w:r w:rsidR="00256283">
        <w:t>espère qu</w:t>
      </w:r>
      <w:r>
        <w:t>’</w:t>
      </w:r>
      <w:r w:rsidR="00256283">
        <w:t>il est ivre-mort dans quelque coin</w:t>
      </w:r>
      <w:r>
        <w:t xml:space="preserve">. </w:t>
      </w:r>
      <w:r w:rsidR="00256283">
        <w:t>Nick</w:t>
      </w:r>
      <w:r>
        <w:t xml:space="preserve">, </w:t>
      </w:r>
      <w:r w:rsidR="00256283">
        <w:t>croyez-vous qu</w:t>
      </w:r>
      <w:r>
        <w:t>’</w:t>
      </w:r>
      <w:r w:rsidR="00256283">
        <w:t>il soit vraiment amoureux de cette petite</w:t>
      </w:r>
      <w:r>
        <w:t> ?</w:t>
      </w:r>
    </w:p>
    <w:p w14:paraId="2B277939" w14:textId="77777777" w:rsidR="00435B4F" w:rsidRDefault="00435B4F" w:rsidP="00256283">
      <w:r>
        <w:t>— </w:t>
      </w:r>
      <w:r w:rsidR="00256283">
        <w:t>Il a l</w:t>
      </w:r>
      <w:r>
        <w:t>’</w:t>
      </w:r>
      <w:r w:rsidR="00256283">
        <w:t>air de le penser</w:t>
      </w:r>
      <w:r>
        <w:t>.</w:t>
      </w:r>
    </w:p>
    <w:p w14:paraId="24623C7A" w14:textId="77777777" w:rsidR="00435B4F" w:rsidRDefault="00435B4F" w:rsidP="00256283">
      <w:r>
        <w:t>— </w:t>
      </w:r>
      <w:r w:rsidR="00256283">
        <w:t>Vous l</w:t>
      </w:r>
      <w:r>
        <w:t>’</w:t>
      </w:r>
      <w:r w:rsidR="00256283">
        <w:t>a-t-il dit</w:t>
      </w:r>
      <w:r>
        <w:t> ?</w:t>
      </w:r>
    </w:p>
    <w:p w14:paraId="67B6D3B5" w14:textId="77777777" w:rsidR="00435B4F" w:rsidRDefault="00435B4F" w:rsidP="00256283">
      <w:r>
        <w:t>— </w:t>
      </w:r>
      <w:r w:rsidR="00256283">
        <w:t>Cela n</w:t>
      </w:r>
      <w:r>
        <w:t>’</w:t>
      </w:r>
      <w:r w:rsidR="00256283">
        <w:t>aurait pas grande signification</w:t>
      </w:r>
      <w:r>
        <w:t>.</w:t>
      </w:r>
    </w:p>
    <w:p w14:paraId="6BE4BA37" w14:textId="77777777" w:rsidR="00435B4F" w:rsidRDefault="00435B4F" w:rsidP="00256283">
      <w:r>
        <w:t>— </w:t>
      </w:r>
      <w:r w:rsidR="00256283">
        <w:t>Croyez-vous que je devrais la voir</w:t>
      </w:r>
      <w:r>
        <w:t> ?</w:t>
      </w:r>
    </w:p>
    <w:p w14:paraId="40C8CCA9" w14:textId="77777777" w:rsidR="00435B4F" w:rsidRDefault="00435B4F" w:rsidP="00256283">
      <w:r>
        <w:lastRenderedPageBreak/>
        <w:t>— </w:t>
      </w:r>
      <w:r w:rsidR="00256283">
        <w:t>Non</w:t>
      </w:r>
      <w:r>
        <w:t>.</w:t>
      </w:r>
    </w:p>
    <w:p w14:paraId="726052D2" w14:textId="77777777" w:rsidR="00435B4F" w:rsidRDefault="00435B4F" w:rsidP="00256283">
      <w:r>
        <w:t>— </w:t>
      </w:r>
      <w:r w:rsidR="00256283">
        <w:t>Pourquoi</w:t>
      </w:r>
      <w:r>
        <w:t xml:space="preserve">. </w:t>
      </w:r>
      <w:r w:rsidR="00256283">
        <w:t>Est-ce qu</w:t>
      </w:r>
      <w:r>
        <w:t>’</w:t>
      </w:r>
      <w:r w:rsidR="00256283">
        <w:t>elle l</w:t>
      </w:r>
      <w:r>
        <w:t>’</w:t>
      </w:r>
      <w:r w:rsidR="00256283">
        <w:t>aime</w:t>
      </w:r>
      <w:r>
        <w:t> ?</w:t>
      </w:r>
    </w:p>
    <w:p w14:paraId="745643EA" w14:textId="77777777" w:rsidR="00435B4F" w:rsidRDefault="00435B4F" w:rsidP="00256283">
      <w:r>
        <w:t>— </w:t>
      </w:r>
      <w:r w:rsidR="00256283">
        <w:t>Non</w:t>
      </w:r>
      <w:r>
        <w:t>.</w:t>
      </w:r>
    </w:p>
    <w:p w14:paraId="2C784B24" w14:textId="77777777" w:rsidR="00435B4F" w:rsidRDefault="00435B4F" w:rsidP="00256283">
      <w:r>
        <w:t>— </w:t>
      </w:r>
      <w:r w:rsidR="00256283">
        <w:t>Mais qu</w:t>
      </w:r>
      <w:r>
        <w:t>’</w:t>
      </w:r>
      <w:r w:rsidR="00256283">
        <w:t>avez-vous</w:t>
      </w:r>
      <w:r>
        <w:t xml:space="preserve">, </w:t>
      </w:r>
      <w:r w:rsidR="00256283">
        <w:t>Nick</w:t>
      </w:r>
      <w:r>
        <w:t xml:space="preserve">, </w:t>
      </w:r>
      <w:r w:rsidR="00256283">
        <w:t>demanda Alice</w:t>
      </w:r>
      <w:r>
        <w:t xml:space="preserve">, </w:t>
      </w:r>
      <w:r w:rsidR="00256283">
        <w:t>irritée</w:t>
      </w:r>
      <w:r>
        <w:t>.</w:t>
      </w:r>
    </w:p>
    <w:p w14:paraId="1DE7638B" w14:textId="77777777" w:rsidR="00435B4F" w:rsidRDefault="00435B4F" w:rsidP="00256283">
      <w:r>
        <w:t>— </w:t>
      </w:r>
      <w:r w:rsidR="00256283">
        <w:t>Non</w:t>
      </w:r>
      <w:r>
        <w:t xml:space="preserve">, </w:t>
      </w:r>
      <w:r w:rsidR="00256283">
        <w:t>répondis-je</w:t>
      </w:r>
      <w:r>
        <w:t xml:space="preserve">, </w:t>
      </w:r>
      <w:r w:rsidR="00256283">
        <w:t>je ne suis pas chez moi</w:t>
      </w:r>
      <w:r>
        <w:t>.</w:t>
      </w:r>
    </w:p>
    <w:p w14:paraId="50E29F91" w14:textId="77777777" w:rsidR="00435B4F" w:rsidRDefault="00435B4F" w:rsidP="00256283">
      <w:r>
        <w:t>— </w:t>
      </w:r>
      <w:r w:rsidR="00256283">
        <w:t>Quoi</w:t>
      </w:r>
      <w:r>
        <w:t xml:space="preserve"> ? </w:t>
      </w:r>
      <w:r w:rsidR="00256283">
        <w:t>Ah</w:t>
      </w:r>
      <w:r>
        <w:t xml:space="preserve"> ! </w:t>
      </w:r>
      <w:r w:rsidR="00256283">
        <w:t>vous ne pouvez pas me parler librement</w:t>
      </w:r>
      <w:r>
        <w:t> ?</w:t>
      </w:r>
    </w:p>
    <w:p w14:paraId="21104FE0" w14:textId="77777777" w:rsidR="00435B4F" w:rsidRDefault="00435B4F" w:rsidP="00256283">
      <w:r>
        <w:t>— </w:t>
      </w:r>
      <w:r w:rsidR="00256283">
        <w:t>C</w:t>
      </w:r>
      <w:r>
        <w:t>’</w:t>
      </w:r>
      <w:r w:rsidR="00256283">
        <w:t>est ça</w:t>
      </w:r>
      <w:r>
        <w:t>.</w:t>
      </w:r>
    </w:p>
    <w:p w14:paraId="09D501D2" w14:textId="77777777" w:rsidR="00435B4F" w:rsidRDefault="00435B4F" w:rsidP="00256283">
      <w:r>
        <w:t>— </w:t>
      </w:r>
      <w:r w:rsidR="00256283">
        <w:t>Êtes-vous</w:t>
      </w:r>
      <w:r>
        <w:t xml:space="preserve">… </w:t>
      </w:r>
      <w:r w:rsidR="00256283">
        <w:t>chez elle</w:t>
      </w:r>
      <w:r>
        <w:t> ?</w:t>
      </w:r>
    </w:p>
    <w:p w14:paraId="4BB386AB" w14:textId="77777777" w:rsidR="00435B4F" w:rsidRDefault="00435B4F" w:rsidP="00256283">
      <w:r>
        <w:t>— </w:t>
      </w:r>
      <w:r w:rsidR="00256283">
        <w:t>Oui</w:t>
      </w:r>
      <w:r>
        <w:t>.</w:t>
      </w:r>
    </w:p>
    <w:p w14:paraId="41421C7F" w14:textId="77777777" w:rsidR="00435B4F" w:rsidRDefault="00435B4F" w:rsidP="00256283">
      <w:r>
        <w:t>— </w:t>
      </w:r>
      <w:r w:rsidR="00256283">
        <w:t>Est-elle là</w:t>
      </w:r>
      <w:r>
        <w:t> ?</w:t>
      </w:r>
    </w:p>
    <w:p w14:paraId="204C0DD4" w14:textId="77777777" w:rsidR="00435B4F" w:rsidRDefault="00435B4F" w:rsidP="00256283">
      <w:r>
        <w:t>— </w:t>
      </w:r>
      <w:r w:rsidR="00256283">
        <w:t>Non</w:t>
      </w:r>
      <w:r>
        <w:t>.</w:t>
      </w:r>
    </w:p>
    <w:p w14:paraId="20BB41C1" w14:textId="77777777" w:rsidR="00435B4F" w:rsidRDefault="00435B4F" w:rsidP="00256283">
      <w:r>
        <w:t>— </w:t>
      </w:r>
      <w:r w:rsidR="00256283">
        <w:t>Croyez-vous qu</w:t>
      </w:r>
      <w:r>
        <w:t>’</w:t>
      </w:r>
      <w:r w:rsidR="00256283">
        <w:t>elle soit avec lui</w:t>
      </w:r>
      <w:r>
        <w:t> ?</w:t>
      </w:r>
    </w:p>
    <w:p w14:paraId="4AD64462" w14:textId="77777777" w:rsidR="00435B4F" w:rsidRDefault="00435B4F" w:rsidP="00256283">
      <w:r>
        <w:t>— </w:t>
      </w:r>
      <w:r w:rsidR="00256283">
        <w:t>Je ne crois pas</w:t>
      </w:r>
      <w:r>
        <w:t>.</w:t>
      </w:r>
    </w:p>
    <w:p w14:paraId="190A3115" w14:textId="77777777" w:rsidR="00435B4F" w:rsidRDefault="00435B4F" w:rsidP="00256283">
      <w:r>
        <w:t>— </w:t>
      </w:r>
      <w:r w:rsidR="00256283">
        <w:t>Voulez-vous m</w:t>
      </w:r>
      <w:r>
        <w:t>’</w:t>
      </w:r>
      <w:r w:rsidR="00256283">
        <w:t>appeler quand vous pourrez me parler librement ou venir me voir</w:t>
      </w:r>
      <w:r>
        <w:t> ?</w:t>
      </w:r>
    </w:p>
    <w:p w14:paraId="37099F10" w14:textId="77777777" w:rsidR="00435B4F" w:rsidRDefault="00435B4F" w:rsidP="00256283">
      <w:r>
        <w:t>— </w:t>
      </w:r>
      <w:r w:rsidR="00256283">
        <w:t>Entendu</w:t>
      </w:r>
      <w:r>
        <w:t> !</w:t>
      </w:r>
    </w:p>
    <w:p w14:paraId="0727F7A4" w14:textId="77777777" w:rsidR="00435B4F" w:rsidRDefault="00256283" w:rsidP="00256283">
      <w:r>
        <w:t>Je raccrochai</w:t>
      </w:r>
      <w:r w:rsidR="00435B4F">
        <w:t>.</w:t>
      </w:r>
    </w:p>
    <w:p w14:paraId="2354055A" w14:textId="77777777" w:rsidR="00435B4F" w:rsidRDefault="00256283" w:rsidP="00256283">
      <w:r>
        <w:t>Mimi me regardait</w:t>
      </w:r>
      <w:r w:rsidR="00435B4F">
        <w:t xml:space="preserve"> : </w:t>
      </w:r>
      <w:r>
        <w:t>une lueur d</w:t>
      </w:r>
      <w:r w:rsidR="00435B4F">
        <w:t>’</w:t>
      </w:r>
      <w:r>
        <w:t>ironie brillait dans ses yeux bleus</w:t>
      </w:r>
      <w:r w:rsidR="00435B4F">
        <w:t>.</w:t>
      </w:r>
    </w:p>
    <w:p w14:paraId="695E1F11" w14:textId="77777777" w:rsidR="00435B4F" w:rsidRDefault="00435B4F" w:rsidP="00256283">
      <w:r>
        <w:t>— </w:t>
      </w:r>
      <w:r w:rsidR="00256283">
        <w:t>Quelqu</w:t>
      </w:r>
      <w:r>
        <w:t>’</w:t>
      </w:r>
      <w:r w:rsidR="00256283">
        <w:t>un qui prend ma fille au sérieux</w:t>
      </w:r>
      <w:r>
        <w:t xml:space="preserve"> ! </w:t>
      </w:r>
      <w:r w:rsidR="00256283">
        <w:t>ricana-t-elle</w:t>
      </w:r>
      <w:r>
        <w:t>.</w:t>
      </w:r>
    </w:p>
    <w:p w14:paraId="5ADAB30E" w14:textId="77777777" w:rsidR="00435B4F" w:rsidRDefault="00435B4F" w:rsidP="00256283">
      <w:r>
        <w:t>— </w:t>
      </w:r>
      <w:r w:rsidR="00256283">
        <w:t>Oui</w:t>
      </w:r>
      <w:r>
        <w:t>.</w:t>
      </w:r>
    </w:p>
    <w:p w14:paraId="1313FECC" w14:textId="77777777" w:rsidR="00435B4F" w:rsidRDefault="00435B4F" w:rsidP="00256283">
      <w:r>
        <w:lastRenderedPageBreak/>
        <w:t>— </w:t>
      </w:r>
      <w:r w:rsidR="00256283">
        <w:t>Quand je pense que vous croyez ce qu</w:t>
      </w:r>
      <w:r>
        <w:t>’</w:t>
      </w:r>
      <w:r w:rsidR="00256283">
        <w:t>elle vous raconte</w:t>
      </w:r>
      <w:r>
        <w:t xml:space="preserve">, </w:t>
      </w:r>
      <w:r w:rsidR="00256283">
        <w:t>Nick</w:t>
      </w:r>
      <w:r>
        <w:t xml:space="preserve">, </w:t>
      </w:r>
      <w:r w:rsidR="00256283">
        <w:t>vous qui refusez d</w:t>
      </w:r>
      <w:r>
        <w:t>’</w:t>
      </w:r>
      <w:r w:rsidR="00256283">
        <w:t>admettre que je</w:t>
      </w:r>
      <w:r>
        <w:t xml:space="preserve">… </w:t>
      </w:r>
      <w:r w:rsidR="00256283">
        <w:t>que</w:t>
      </w:r>
      <w:r>
        <w:t xml:space="preserve">, </w:t>
      </w:r>
      <w:r w:rsidR="00256283">
        <w:t>par exemple</w:t>
      </w:r>
      <w:r>
        <w:t xml:space="preserve">, </w:t>
      </w:r>
      <w:r w:rsidR="00256283">
        <w:t>je dise toujours la vérité</w:t>
      </w:r>
      <w:r>
        <w:t>.</w:t>
      </w:r>
    </w:p>
    <w:p w14:paraId="0122A25E" w14:textId="77777777" w:rsidR="00435B4F" w:rsidRDefault="00256283" w:rsidP="00256283">
      <w:r>
        <w:t>La sonnette de la porte résonna</w:t>
      </w:r>
      <w:r w:rsidR="00435B4F">
        <w:t>.</w:t>
      </w:r>
    </w:p>
    <w:p w14:paraId="28BBA3DA" w14:textId="77777777" w:rsidR="00435B4F" w:rsidRDefault="00256283" w:rsidP="00256283">
      <w:r>
        <w:t>Mimi reçut le médecin</w:t>
      </w:r>
      <w:r w:rsidR="00435B4F">
        <w:t xml:space="preserve">, </w:t>
      </w:r>
      <w:r>
        <w:t>un petit vieux voûté</w:t>
      </w:r>
      <w:r w:rsidR="00435B4F">
        <w:t xml:space="preserve">, </w:t>
      </w:r>
      <w:r>
        <w:t>qu</w:t>
      </w:r>
      <w:r w:rsidR="00435B4F">
        <w:t>’</w:t>
      </w:r>
      <w:r>
        <w:t>elle mena dans la chambre de Gilbert</w:t>
      </w:r>
      <w:r w:rsidR="00435B4F">
        <w:t>.</w:t>
      </w:r>
    </w:p>
    <w:p w14:paraId="4189A269" w14:textId="77777777" w:rsidR="00435B4F" w:rsidRDefault="00256283" w:rsidP="00256283">
      <w:r>
        <w:t>Je rouvris le tiroir qui contenait les titres pour les examiner</w:t>
      </w:r>
      <w:r w:rsidR="00435B4F">
        <w:t xml:space="preserve"> : </w:t>
      </w:r>
      <w:r>
        <w:t>des Postal Telegraph and Cable</w:t>
      </w:r>
      <w:r w:rsidR="00435B4F">
        <w:t xml:space="preserve">, </w:t>
      </w:r>
      <w:r>
        <w:t>des Sao-Paulo</w:t>
      </w:r>
      <w:r w:rsidR="00435B4F">
        <w:t xml:space="preserve">, </w:t>
      </w:r>
      <w:r>
        <w:t xml:space="preserve">des American Type </w:t>
      </w:r>
      <w:proofErr w:type="spellStart"/>
      <w:r>
        <w:t>Founders</w:t>
      </w:r>
      <w:proofErr w:type="spellEnd"/>
      <w:r w:rsidR="00435B4F">
        <w:t xml:space="preserve">, </w:t>
      </w:r>
      <w:r>
        <w:t xml:space="preserve">des </w:t>
      </w:r>
      <w:proofErr w:type="spellStart"/>
      <w:r>
        <w:t>Upper</w:t>
      </w:r>
      <w:proofErr w:type="spellEnd"/>
      <w:r>
        <w:t xml:space="preserve"> </w:t>
      </w:r>
      <w:proofErr w:type="spellStart"/>
      <w:r>
        <w:t>Austria</w:t>
      </w:r>
      <w:proofErr w:type="spellEnd"/>
      <w:r w:rsidR="00435B4F">
        <w:t xml:space="preserve">, </w:t>
      </w:r>
      <w:r>
        <w:t>des Philippine Railways</w:t>
      </w:r>
      <w:r w:rsidR="00435B4F">
        <w:t xml:space="preserve">, </w:t>
      </w:r>
      <w:proofErr w:type="spellStart"/>
      <w:r>
        <w:t>Tokio</w:t>
      </w:r>
      <w:proofErr w:type="spellEnd"/>
      <w:r>
        <w:t xml:space="preserve"> Electric</w:t>
      </w:r>
      <w:r w:rsidR="00435B4F">
        <w:t xml:space="preserve">, </w:t>
      </w:r>
      <w:r>
        <w:t>etc</w:t>
      </w:r>
      <w:r w:rsidR="00435B4F">
        <w:t xml:space="preserve">., </w:t>
      </w:r>
      <w:r>
        <w:t>il y en avait pour environ soixante mille dollars</w:t>
      </w:r>
      <w:r w:rsidR="00435B4F">
        <w:t>.</w:t>
      </w:r>
    </w:p>
    <w:p w14:paraId="58286EAC" w14:textId="77777777" w:rsidR="00435B4F" w:rsidRDefault="00256283" w:rsidP="00256283">
      <w:r>
        <w:t>La sonnette de la porte résonna de nouveau et je fermai le tiroir</w:t>
      </w:r>
      <w:r w:rsidR="00435B4F">
        <w:t xml:space="preserve">. </w:t>
      </w:r>
      <w:r>
        <w:t>Macaulay entra</w:t>
      </w:r>
      <w:r w:rsidR="00435B4F">
        <w:t xml:space="preserve">. </w:t>
      </w:r>
      <w:r>
        <w:t>Il paraissait très las et s</w:t>
      </w:r>
      <w:r w:rsidR="00435B4F">
        <w:t>’</w:t>
      </w:r>
      <w:r>
        <w:t>assit sans ôter son pardessus</w:t>
      </w:r>
      <w:r w:rsidR="00435B4F">
        <w:t>.</w:t>
      </w:r>
    </w:p>
    <w:p w14:paraId="222A9A72" w14:textId="77777777" w:rsidR="00435B4F" w:rsidRDefault="00435B4F" w:rsidP="00256283">
      <w:r>
        <w:t>— </w:t>
      </w:r>
      <w:r w:rsidR="00256283">
        <w:t>Allons</w:t>
      </w:r>
      <w:r>
        <w:t xml:space="preserve">, </w:t>
      </w:r>
      <w:r w:rsidR="00256283">
        <w:t>me dit-il</w:t>
      </w:r>
      <w:r>
        <w:t xml:space="preserve">, </w:t>
      </w:r>
      <w:r w:rsidR="00256283">
        <w:t>racontez-moi le pire</w:t>
      </w:r>
      <w:r>
        <w:t xml:space="preserve">. </w:t>
      </w:r>
      <w:r w:rsidR="00256283">
        <w:t>Qu</w:t>
      </w:r>
      <w:r>
        <w:t>’</w:t>
      </w:r>
      <w:r w:rsidR="00256283">
        <w:t>est-il venu faire ici</w:t>
      </w:r>
      <w:r>
        <w:t> ?</w:t>
      </w:r>
    </w:p>
    <w:p w14:paraId="5773D8B6" w14:textId="77777777" w:rsidR="00435B4F" w:rsidRDefault="00435B4F" w:rsidP="00256283">
      <w:r>
        <w:t>— </w:t>
      </w:r>
      <w:r w:rsidR="00256283">
        <w:t>Je n</w:t>
      </w:r>
      <w:r>
        <w:t>’</w:t>
      </w:r>
      <w:r w:rsidR="00256283">
        <w:t>en sais encore rien</w:t>
      </w:r>
      <w:r>
        <w:t xml:space="preserve">, </w:t>
      </w:r>
      <w:r w:rsidR="00256283">
        <w:t>sinon qu</w:t>
      </w:r>
      <w:r>
        <w:t>’</w:t>
      </w:r>
      <w:r w:rsidR="00256283">
        <w:t>il a laissé à Mimi des titres et un chèque</w:t>
      </w:r>
      <w:r>
        <w:t>.</w:t>
      </w:r>
    </w:p>
    <w:p w14:paraId="124D9B08" w14:textId="77777777" w:rsidR="00435B4F" w:rsidRDefault="00435B4F" w:rsidP="00256283">
      <w:r>
        <w:t>— </w:t>
      </w:r>
      <w:r w:rsidR="00256283">
        <w:t>Je sais</w:t>
      </w:r>
      <w:r>
        <w:t xml:space="preserve">, </w:t>
      </w:r>
      <w:r w:rsidR="00256283">
        <w:t>dit l</w:t>
      </w:r>
      <w:r>
        <w:t>’</w:t>
      </w:r>
      <w:r w:rsidR="00256283">
        <w:t>avocat</w:t>
      </w:r>
      <w:r>
        <w:t xml:space="preserve">, </w:t>
      </w:r>
      <w:r w:rsidR="00256283">
        <w:t>me tendant une lettre qu</w:t>
      </w:r>
      <w:r>
        <w:t>’</w:t>
      </w:r>
      <w:r w:rsidR="00256283">
        <w:t>il tira de sa poche</w:t>
      </w:r>
      <w:r>
        <w:t>.</w:t>
      </w:r>
    </w:p>
    <w:p w14:paraId="46413E60" w14:textId="77777777" w:rsidR="00256283" w:rsidRDefault="00256283" w:rsidP="00256283"/>
    <w:p w14:paraId="5002B2C1" w14:textId="77777777" w:rsidR="00435B4F" w:rsidRDefault="00435B4F" w:rsidP="00256283">
      <w:r>
        <w:t>« </w:t>
      </w:r>
      <w:r w:rsidR="00256283">
        <w:t>Mon cher Herbert</w:t>
      </w:r>
      <w:r>
        <w:t>,</w:t>
      </w:r>
    </w:p>
    <w:p w14:paraId="129073B4" w14:textId="77777777" w:rsidR="00435B4F" w:rsidRDefault="00435B4F" w:rsidP="00256283">
      <w:r>
        <w:t>« </w:t>
      </w:r>
      <w:r w:rsidR="00256283">
        <w:t>Je remets aujourd</w:t>
      </w:r>
      <w:r>
        <w:t>’</w:t>
      </w:r>
      <w:r w:rsidR="00256283">
        <w:t xml:space="preserve">hui à </w:t>
      </w:r>
      <w:r>
        <w:t>M</w:t>
      </w:r>
      <w:r w:rsidRPr="00435B4F">
        <w:rPr>
          <w:vertAlign w:val="superscript"/>
        </w:rPr>
        <w:t>rs</w:t>
      </w:r>
      <w:r>
        <w:t> </w:t>
      </w:r>
      <w:r w:rsidR="00256283">
        <w:t>Mimi Jorgensen les titres dont vous trouverez la liste ci-dessous et un chèque de dix mille dollars sur la Park Avenue Trust</w:t>
      </w:r>
      <w:r>
        <w:t xml:space="preserve">, </w:t>
      </w:r>
      <w:r w:rsidR="00256283">
        <w:t>daté</w:t>
      </w:r>
      <w:r>
        <w:t xml:space="preserve">, </w:t>
      </w:r>
      <w:r w:rsidR="00256283">
        <w:t xml:space="preserve">du </w:t>
      </w:r>
      <w:r>
        <w:t>3 janvier</w:t>
      </w:r>
      <w:r w:rsidR="00256283">
        <w:t xml:space="preserve"> 1933</w:t>
      </w:r>
      <w:r>
        <w:t xml:space="preserve">. </w:t>
      </w:r>
      <w:r w:rsidR="00256283">
        <w:t>Voulez-vous faire le nécessaire pour verser la somme destinée à couvrir ce chèque</w:t>
      </w:r>
      <w:r>
        <w:t xml:space="preserve">. </w:t>
      </w:r>
      <w:r w:rsidR="00256283">
        <w:t>Vendez les titres d</w:t>
      </w:r>
      <w:r>
        <w:t>’</w:t>
      </w:r>
      <w:r w:rsidR="00256283">
        <w:t>État</w:t>
      </w:r>
      <w:r>
        <w:t xml:space="preserve">. </w:t>
      </w:r>
      <w:r w:rsidR="00256283">
        <w:t>Il m</w:t>
      </w:r>
      <w:r>
        <w:t>’</w:t>
      </w:r>
      <w:r w:rsidR="00256283">
        <w:t xml:space="preserve">est </w:t>
      </w:r>
      <w:r w:rsidR="00256283">
        <w:lastRenderedPageBreak/>
        <w:t>impossible de demeurer davantage à New-York et je ne pourrai revenir avant plusieurs mois</w:t>
      </w:r>
      <w:r>
        <w:t xml:space="preserve">. </w:t>
      </w:r>
      <w:r w:rsidR="00256283">
        <w:t>Cependant</w:t>
      </w:r>
      <w:r>
        <w:t xml:space="preserve"> ; </w:t>
      </w:r>
      <w:r w:rsidR="00256283">
        <w:t>je me tiendrai en rapport avec vous</w:t>
      </w:r>
      <w:r>
        <w:t xml:space="preserve">. </w:t>
      </w:r>
      <w:r w:rsidR="00256283">
        <w:t>Je regrette de ne pouvoir rester pour vous rencontrer ce soir et voir Mr</w:t>
      </w:r>
      <w:r>
        <w:t xml:space="preserve">. </w:t>
      </w:r>
      <w:r w:rsidR="00256283">
        <w:t>Charles</w:t>
      </w:r>
      <w:r>
        <w:t>.</w:t>
      </w:r>
    </w:p>
    <w:p w14:paraId="4AB36ED9" w14:textId="77777777" w:rsidR="00435B4F" w:rsidRDefault="00435B4F" w:rsidP="00256283">
      <w:r>
        <w:t>« </w:t>
      </w:r>
      <w:r w:rsidR="00256283">
        <w:t>Sincèrement vôtre</w:t>
      </w:r>
      <w:r>
        <w:t>.</w:t>
      </w:r>
    </w:p>
    <w:p w14:paraId="60B045FC" w14:textId="77777777" w:rsidR="00256283" w:rsidRDefault="00256283" w:rsidP="00256283">
      <w:pPr>
        <w:jc w:val="right"/>
      </w:pPr>
      <w:r>
        <w:t xml:space="preserve">CLYDE </w:t>
      </w:r>
      <w:proofErr w:type="spellStart"/>
      <w:r>
        <w:t>WYNANT</w:t>
      </w:r>
      <w:proofErr w:type="spellEnd"/>
      <w:r w:rsidR="00435B4F">
        <w:t>. »</w:t>
      </w:r>
    </w:p>
    <w:p w14:paraId="6579B581" w14:textId="77777777" w:rsidR="00256283" w:rsidRDefault="00256283" w:rsidP="00256283"/>
    <w:p w14:paraId="0934F15B" w14:textId="77777777" w:rsidR="00435B4F" w:rsidRDefault="00256283" w:rsidP="00256283">
      <w:r>
        <w:t>Au-dessous de la signature figurait la liste des titres</w:t>
      </w:r>
      <w:r w:rsidR="00435B4F">
        <w:t>.</w:t>
      </w:r>
    </w:p>
    <w:p w14:paraId="4F1BDB37" w14:textId="77777777" w:rsidR="00435B4F" w:rsidRDefault="00435B4F" w:rsidP="00256283">
      <w:r>
        <w:t>— </w:t>
      </w:r>
      <w:r w:rsidR="00256283">
        <w:t>Comment cette lettre vous est-elle venue</w:t>
      </w:r>
      <w:r>
        <w:t> ?</w:t>
      </w:r>
    </w:p>
    <w:p w14:paraId="7AB5BECB" w14:textId="77777777" w:rsidR="00435B4F" w:rsidRDefault="00435B4F" w:rsidP="00256283">
      <w:r>
        <w:t>— </w:t>
      </w:r>
      <w:r w:rsidR="00256283">
        <w:t>Par porteur</w:t>
      </w:r>
      <w:r>
        <w:t xml:space="preserve">. </w:t>
      </w:r>
      <w:r w:rsidR="00256283">
        <w:t>Pourquoi donne-t-il de l</w:t>
      </w:r>
      <w:r>
        <w:t>’</w:t>
      </w:r>
      <w:r w:rsidR="00256283">
        <w:t>argent à Mimi</w:t>
      </w:r>
      <w:r>
        <w:t> ?</w:t>
      </w:r>
    </w:p>
    <w:p w14:paraId="29656E94" w14:textId="77777777" w:rsidR="00435B4F" w:rsidRDefault="00435B4F" w:rsidP="00256283">
      <w:r>
        <w:t>— </w:t>
      </w:r>
      <w:r w:rsidR="00256283">
        <w:t>Elle prétend qu</w:t>
      </w:r>
      <w:r>
        <w:t>’</w:t>
      </w:r>
      <w:r w:rsidR="00256283">
        <w:t>il veut assurer son avenir et celui de ses enfants</w:t>
      </w:r>
      <w:r>
        <w:t>.</w:t>
      </w:r>
    </w:p>
    <w:p w14:paraId="334FEEEB" w14:textId="77777777" w:rsidR="00435B4F" w:rsidRDefault="00435B4F" w:rsidP="00256283">
      <w:r>
        <w:t>— </w:t>
      </w:r>
      <w:r w:rsidR="00256283">
        <w:t>Cela me paraît aussi vrai que l</w:t>
      </w:r>
      <w:r>
        <w:t>’</w:t>
      </w:r>
      <w:r w:rsidR="00256283">
        <w:t>idée que Mimi puisse dire la vérité</w:t>
      </w:r>
      <w:r>
        <w:t>.</w:t>
      </w:r>
    </w:p>
    <w:p w14:paraId="1C8D8E55" w14:textId="77777777" w:rsidR="00435B4F" w:rsidRDefault="00435B4F" w:rsidP="00256283">
      <w:r>
        <w:t>— </w:t>
      </w:r>
      <w:r w:rsidR="00256283">
        <w:t>Mais</w:t>
      </w:r>
      <w:r>
        <w:t xml:space="preserve">, </w:t>
      </w:r>
      <w:r w:rsidR="00256283">
        <w:t>dis-je</w:t>
      </w:r>
      <w:r>
        <w:t xml:space="preserve">, </w:t>
      </w:r>
      <w:r w:rsidR="00256283">
        <w:t xml:space="preserve">je croyais que tout ce que possédait </w:t>
      </w:r>
      <w:proofErr w:type="spellStart"/>
      <w:r w:rsidR="00256283">
        <w:t>Wynant</w:t>
      </w:r>
      <w:proofErr w:type="spellEnd"/>
      <w:r w:rsidR="00256283">
        <w:t xml:space="preserve"> était entre vos mains</w:t>
      </w:r>
      <w:r>
        <w:t> ?</w:t>
      </w:r>
    </w:p>
    <w:p w14:paraId="7D9A0800" w14:textId="77777777" w:rsidR="00435B4F" w:rsidRDefault="00435B4F" w:rsidP="00256283">
      <w:r>
        <w:t>— </w:t>
      </w:r>
      <w:r w:rsidR="00256283">
        <w:t>Je le croyais aussi</w:t>
      </w:r>
      <w:r>
        <w:t xml:space="preserve">, </w:t>
      </w:r>
      <w:r w:rsidR="00256283">
        <w:t>répondit-il</w:t>
      </w:r>
      <w:r>
        <w:t xml:space="preserve">, </w:t>
      </w:r>
      <w:r w:rsidR="00256283">
        <w:t>mais j</w:t>
      </w:r>
      <w:r>
        <w:t>’</w:t>
      </w:r>
      <w:r w:rsidR="00256283">
        <w:t>ignorais qu</w:t>
      </w:r>
      <w:r>
        <w:t>’</w:t>
      </w:r>
      <w:r w:rsidR="00256283">
        <w:t>il eût ces titres</w:t>
      </w:r>
      <w:r>
        <w:t xml:space="preserve">. </w:t>
      </w:r>
      <w:r w:rsidR="00256283">
        <w:t>Si toutes les choses que j</w:t>
      </w:r>
      <w:r>
        <w:t>’</w:t>
      </w:r>
      <w:r w:rsidR="00256283">
        <w:t>ignore étaient mises bout à bout</w:t>
      </w:r>
      <w:r>
        <w:t xml:space="preserve">, </w:t>
      </w:r>
      <w:r w:rsidR="00256283">
        <w:t>ajouta-t-il</w:t>
      </w:r>
      <w:r>
        <w:t xml:space="preserve">, </w:t>
      </w:r>
      <w:r w:rsidR="00256283">
        <w:t>les coudes aux genoux</w:t>
      </w:r>
      <w:r>
        <w:t xml:space="preserve">, </w:t>
      </w:r>
      <w:r w:rsidR="00256283">
        <w:t>la tête dans les mains</w:t>
      </w:r>
      <w:r>
        <w:t>.</w:t>
      </w:r>
    </w:p>
    <w:p w14:paraId="1931DFE3" w14:textId="77777777" w:rsidR="00256283" w:rsidRDefault="00256283" w:rsidP="003D5E6A">
      <w:pPr>
        <w:pStyle w:val="Titre1"/>
      </w:pPr>
      <w:bookmarkStart w:id="65" w:name="__RefHeading__88_1831309079"/>
      <w:bookmarkStart w:id="66" w:name="_Toc202285683"/>
      <w:bookmarkEnd w:id="65"/>
      <w:r>
        <w:lastRenderedPageBreak/>
        <w:t>XXX</w:t>
      </w:r>
      <w:bookmarkEnd w:id="66"/>
    </w:p>
    <w:p w14:paraId="2966D2EB" w14:textId="77777777" w:rsidR="00435B4F" w:rsidRDefault="00256283" w:rsidP="00256283">
      <w:r>
        <w:t>Mimi entra</w:t>
      </w:r>
      <w:r w:rsidR="00435B4F">
        <w:t xml:space="preserve">, </w:t>
      </w:r>
      <w:r>
        <w:t>suivie du médecin et</w:t>
      </w:r>
      <w:r w:rsidR="00435B4F">
        <w:t xml:space="preserve">, </w:t>
      </w:r>
      <w:r>
        <w:t>apercevant Macaulay</w:t>
      </w:r>
      <w:r w:rsidR="00435B4F">
        <w:t xml:space="preserve">, </w:t>
      </w:r>
      <w:r>
        <w:t>elle lui serra la main et lui souhaita le bonjour d</w:t>
      </w:r>
      <w:r w:rsidR="00435B4F">
        <w:t>’</w:t>
      </w:r>
      <w:r>
        <w:t>un air un peu raide</w:t>
      </w:r>
      <w:r w:rsidR="00435B4F">
        <w:t>.</w:t>
      </w:r>
    </w:p>
    <w:p w14:paraId="68B657D6" w14:textId="77777777" w:rsidR="00435B4F" w:rsidRDefault="00435B4F" w:rsidP="00256283">
      <w:r>
        <w:t>— </w:t>
      </w:r>
      <w:r w:rsidR="00256283">
        <w:t>Docteur Grant</w:t>
      </w:r>
      <w:r>
        <w:t xml:space="preserve">, </w:t>
      </w:r>
      <w:r w:rsidR="00256283">
        <w:t>Mr</w:t>
      </w:r>
      <w:r>
        <w:t xml:space="preserve">. </w:t>
      </w:r>
      <w:r w:rsidR="00256283">
        <w:t>Macaulay</w:t>
      </w:r>
      <w:r>
        <w:t xml:space="preserve">, </w:t>
      </w:r>
      <w:r w:rsidR="00256283">
        <w:t>Mr</w:t>
      </w:r>
      <w:r>
        <w:t xml:space="preserve">. </w:t>
      </w:r>
      <w:r w:rsidR="00256283">
        <w:t>Charles</w:t>
      </w:r>
      <w:r>
        <w:t xml:space="preserve">, </w:t>
      </w:r>
      <w:r w:rsidR="00256283">
        <w:t>dit-elle</w:t>
      </w:r>
      <w:r>
        <w:t>.</w:t>
      </w:r>
    </w:p>
    <w:p w14:paraId="36549E1C" w14:textId="77777777" w:rsidR="00435B4F" w:rsidRDefault="00435B4F" w:rsidP="00256283">
      <w:r>
        <w:t>— </w:t>
      </w:r>
      <w:r w:rsidR="00256283">
        <w:t>Comment va le malade</w:t>
      </w:r>
      <w:r>
        <w:t xml:space="preserve"> ? </w:t>
      </w:r>
      <w:r w:rsidR="00256283">
        <w:t>demandai-je</w:t>
      </w:r>
      <w:r>
        <w:t>.</w:t>
      </w:r>
    </w:p>
    <w:p w14:paraId="67426B31" w14:textId="77777777" w:rsidR="00435B4F" w:rsidRDefault="00256283" w:rsidP="00256283">
      <w:r>
        <w:t>Le médecin toussota puis déclara que l</w:t>
      </w:r>
      <w:r w:rsidR="00435B4F">
        <w:t>’</w:t>
      </w:r>
      <w:r>
        <w:t>état du jeune homme n</w:t>
      </w:r>
      <w:r w:rsidR="00435B4F">
        <w:t>’</w:t>
      </w:r>
      <w:r>
        <w:t>était pas alarmant</w:t>
      </w:r>
      <w:r w:rsidR="00435B4F">
        <w:t xml:space="preserve"> ; </w:t>
      </w:r>
      <w:r>
        <w:t>une légère hémorragie interne</w:t>
      </w:r>
      <w:r w:rsidR="00435B4F">
        <w:t xml:space="preserve"> ; </w:t>
      </w:r>
      <w:r>
        <w:t>il fallait du repos</w:t>
      </w:r>
      <w:r w:rsidR="00435B4F">
        <w:t>.</w:t>
      </w:r>
    </w:p>
    <w:p w14:paraId="7A171A87" w14:textId="77777777" w:rsidR="00435B4F" w:rsidRDefault="00256283" w:rsidP="00256283">
      <w:r>
        <w:t>Mimi l</w:t>
      </w:r>
      <w:r w:rsidR="00435B4F">
        <w:t>’</w:t>
      </w:r>
      <w:r>
        <w:t>accompagna jusqu</w:t>
      </w:r>
      <w:r w:rsidR="00435B4F">
        <w:t>’</w:t>
      </w:r>
      <w:r>
        <w:t>à la porte</w:t>
      </w:r>
      <w:r w:rsidR="00435B4F">
        <w:t>.</w:t>
      </w:r>
    </w:p>
    <w:p w14:paraId="6361A42D" w14:textId="77777777" w:rsidR="00435B4F" w:rsidRDefault="00435B4F" w:rsidP="00256283">
      <w:r>
        <w:t>— </w:t>
      </w:r>
      <w:r w:rsidR="00256283">
        <w:t>Qu</w:t>
      </w:r>
      <w:r>
        <w:t>’</w:t>
      </w:r>
      <w:r w:rsidR="00256283">
        <w:t>est-il arrivé à Gilbert</w:t>
      </w:r>
      <w:r>
        <w:t xml:space="preserve"> ? </w:t>
      </w:r>
      <w:r w:rsidR="00256283">
        <w:t>interrogea Macaulay</w:t>
      </w:r>
      <w:r>
        <w:t>.</w:t>
      </w:r>
    </w:p>
    <w:p w14:paraId="33E44B5C" w14:textId="77777777" w:rsidR="00435B4F" w:rsidRDefault="00435B4F" w:rsidP="00256283">
      <w:r>
        <w:t>— </w:t>
      </w:r>
      <w:proofErr w:type="spellStart"/>
      <w:r w:rsidR="00256283">
        <w:t>Wynant</w:t>
      </w:r>
      <w:proofErr w:type="spellEnd"/>
      <w:r w:rsidR="00256283">
        <w:t xml:space="preserve"> l</w:t>
      </w:r>
      <w:r>
        <w:t>’</w:t>
      </w:r>
      <w:r w:rsidR="00256283">
        <w:t>a envoyé à l</w:t>
      </w:r>
      <w:r>
        <w:t>’</w:t>
      </w:r>
      <w:r w:rsidR="00256283">
        <w:t>appartement de Julia et un policier l</w:t>
      </w:r>
      <w:r>
        <w:t>’</w:t>
      </w:r>
      <w:r w:rsidR="00256283">
        <w:t>a un peu rudoyé</w:t>
      </w:r>
      <w:r>
        <w:t>.</w:t>
      </w:r>
    </w:p>
    <w:p w14:paraId="582BC94F" w14:textId="77777777" w:rsidR="00435B4F" w:rsidRDefault="00256283" w:rsidP="00256283">
      <w:r>
        <w:t>Mimi revenait</w:t>
      </w:r>
      <w:r w:rsidR="00435B4F">
        <w:t>.</w:t>
      </w:r>
    </w:p>
    <w:p w14:paraId="22D6C114" w14:textId="77777777" w:rsidR="00435B4F" w:rsidRDefault="00435B4F" w:rsidP="00256283">
      <w:r>
        <w:t>— </w:t>
      </w:r>
      <w:r w:rsidR="00256283">
        <w:t>Mr</w:t>
      </w:r>
      <w:r>
        <w:t xml:space="preserve">. </w:t>
      </w:r>
      <w:r w:rsidR="00256283">
        <w:t>Charles vous a-t-il parlé des titres et du chèque</w:t>
      </w:r>
      <w:r>
        <w:t xml:space="preserve"> ? </w:t>
      </w:r>
      <w:r w:rsidR="00256283">
        <w:t>demanda-t-elle à Macaulay</w:t>
      </w:r>
      <w:r>
        <w:t>.</w:t>
      </w:r>
    </w:p>
    <w:p w14:paraId="23B9ECE4" w14:textId="77777777" w:rsidR="00435B4F" w:rsidRDefault="00435B4F" w:rsidP="00256283">
      <w:r>
        <w:t>— </w:t>
      </w:r>
      <w:proofErr w:type="spellStart"/>
      <w:r w:rsidR="00256283">
        <w:t>Wynant</w:t>
      </w:r>
      <w:proofErr w:type="spellEnd"/>
      <w:r w:rsidR="00256283">
        <w:t xml:space="preserve"> m</w:t>
      </w:r>
      <w:r>
        <w:t>’</w:t>
      </w:r>
      <w:r w:rsidR="00256283">
        <w:t>a écrit</w:t>
      </w:r>
      <w:r>
        <w:t xml:space="preserve">, </w:t>
      </w:r>
      <w:r w:rsidR="00256283">
        <w:t>répondit l</w:t>
      </w:r>
      <w:r>
        <w:t>’</w:t>
      </w:r>
      <w:r w:rsidR="00256283">
        <w:t>avocat</w:t>
      </w:r>
      <w:r>
        <w:t>.</w:t>
      </w:r>
    </w:p>
    <w:p w14:paraId="2EC1AB64" w14:textId="77777777" w:rsidR="00435B4F" w:rsidRDefault="00435B4F" w:rsidP="00256283">
      <w:r>
        <w:t>— </w:t>
      </w:r>
      <w:r w:rsidR="00256283">
        <w:t>Alors</w:t>
      </w:r>
      <w:r>
        <w:t xml:space="preserve">, </w:t>
      </w:r>
      <w:r w:rsidR="00256283">
        <w:t>il n</w:t>
      </w:r>
      <w:r>
        <w:t>’</w:t>
      </w:r>
      <w:r w:rsidR="00256283">
        <w:t>y aura pas de</w:t>
      </w:r>
      <w:r>
        <w:t>…</w:t>
      </w:r>
    </w:p>
    <w:p w14:paraId="56D8D685" w14:textId="77777777" w:rsidR="00435B4F" w:rsidRDefault="00435B4F" w:rsidP="00256283">
      <w:r>
        <w:t>— </w:t>
      </w:r>
      <w:r w:rsidR="00256283">
        <w:t>De difficulté</w:t>
      </w:r>
      <w:r>
        <w:t xml:space="preserve"> ? </w:t>
      </w:r>
      <w:r w:rsidR="00256283">
        <w:t>Non</w:t>
      </w:r>
      <w:r>
        <w:t>.</w:t>
      </w:r>
    </w:p>
    <w:p w14:paraId="57AA9930" w14:textId="77777777" w:rsidR="00435B4F" w:rsidRDefault="00256283" w:rsidP="00256283">
      <w:r>
        <w:t>Elle se détendit et son regard perdit un peu de sa dureté</w:t>
      </w:r>
      <w:r w:rsidR="00435B4F">
        <w:t>.</w:t>
      </w:r>
    </w:p>
    <w:p w14:paraId="46C39D5B" w14:textId="77777777" w:rsidR="00435B4F" w:rsidRDefault="00435B4F" w:rsidP="00256283">
      <w:r>
        <w:t>— </w:t>
      </w:r>
      <w:r w:rsidR="00256283">
        <w:t>Je ne pensais pas qu</w:t>
      </w:r>
      <w:r>
        <w:t>’</w:t>
      </w:r>
      <w:r w:rsidR="00256283">
        <w:t>il pût y en avoir</w:t>
      </w:r>
      <w:r>
        <w:t xml:space="preserve">, </w:t>
      </w:r>
      <w:r w:rsidR="00256283">
        <w:t>mais</w:t>
      </w:r>
      <w:r>
        <w:t>, (</w:t>
      </w:r>
      <w:r w:rsidR="00256283">
        <w:t>elle me désigna du geste</w:t>
      </w:r>
      <w:r>
        <w:t xml:space="preserve">), </w:t>
      </w:r>
      <w:r w:rsidR="00256283">
        <w:t>il adore me faire peur</w:t>
      </w:r>
      <w:r>
        <w:t>.</w:t>
      </w:r>
    </w:p>
    <w:p w14:paraId="59787A82" w14:textId="77777777" w:rsidR="00435B4F" w:rsidRDefault="00256283" w:rsidP="00256283">
      <w:r>
        <w:t>L</w:t>
      </w:r>
      <w:r w:rsidR="00435B4F">
        <w:t>’</w:t>
      </w:r>
      <w:r>
        <w:t>avocat sourit poliment</w:t>
      </w:r>
      <w:r w:rsidR="00435B4F">
        <w:t>.</w:t>
      </w:r>
    </w:p>
    <w:p w14:paraId="7E00ADE1" w14:textId="77777777" w:rsidR="00435B4F" w:rsidRDefault="00435B4F" w:rsidP="00256283">
      <w:r>
        <w:lastRenderedPageBreak/>
        <w:t>— </w:t>
      </w:r>
      <w:r w:rsidR="00256283">
        <w:t xml:space="preserve">Est-ce que </w:t>
      </w:r>
      <w:proofErr w:type="spellStart"/>
      <w:r w:rsidR="00256283">
        <w:t>Wynant</w:t>
      </w:r>
      <w:proofErr w:type="spellEnd"/>
      <w:r w:rsidR="00256283">
        <w:t xml:space="preserve"> vous a fait part de ses projets</w:t>
      </w:r>
      <w:r>
        <w:t xml:space="preserve"> ? </w:t>
      </w:r>
      <w:r w:rsidR="00256283">
        <w:t>dit-il</w:t>
      </w:r>
      <w:r>
        <w:t>.</w:t>
      </w:r>
    </w:p>
    <w:p w14:paraId="7B1B9D13" w14:textId="77777777" w:rsidR="00435B4F" w:rsidRDefault="00435B4F" w:rsidP="00256283">
      <w:r>
        <w:t>— </w:t>
      </w:r>
      <w:r w:rsidR="00256283">
        <w:t>Il a parlé de quitter New-York</w:t>
      </w:r>
      <w:r>
        <w:t xml:space="preserve">, </w:t>
      </w:r>
      <w:r w:rsidR="00256283">
        <w:t>répondit Mimi</w:t>
      </w:r>
      <w:r>
        <w:t xml:space="preserve">, </w:t>
      </w:r>
      <w:r w:rsidR="00256283">
        <w:t>mais je ne l</w:t>
      </w:r>
      <w:r>
        <w:t>’</w:t>
      </w:r>
      <w:r w:rsidR="00256283">
        <w:t>écoutais pas très attentivement</w:t>
      </w:r>
      <w:r>
        <w:t xml:space="preserve">. </w:t>
      </w:r>
      <w:r w:rsidR="00256283">
        <w:t>Je ne me souviens pas qu</w:t>
      </w:r>
      <w:r>
        <w:t>’</w:t>
      </w:r>
      <w:r w:rsidR="00256283">
        <w:t>il ait mentionné le jour et l</w:t>
      </w:r>
      <w:r>
        <w:t>’</w:t>
      </w:r>
      <w:r w:rsidR="00256283">
        <w:t>heure de son départ</w:t>
      </w:r>
      <w:r>
        <w:t>.</w:t>
      </w:r>
    </w:p>
    <w:p w14:paraId="6D65EA58" w14:textId="77777777" w:rsidR="00435B4F" w:rsidRDefault="00256283" w:rsidP="00256283">
      <w:r>
        <w:t>Je grognai pour manifester mon doute</w:t>
      </w:r>
      <w:r w:rsidR="00435B4F">
        <w:t>.</w:t>
      </w:r>
    </w:p>
    <w:p w14:paraId="79DC2954" w14:textId="77777777" w:rsidR="00435B4F" w:rsidRDefault="00435B4F" w:rsidP="00256283">
      <w:r>
        <w:t>— </w:t>
      </w:r>
      <w:r w:rsidR="00256283">
        <w:t>Vous a-t-il parlé de Julia Wolf</w:t>
      </w:r>
      <w:r>
        <w:t xml:space="preserve">, </w:t>
      </w:r>
      <w:r w:rsidR="00256283">
        <w:t>reprit Macaulay</w:t>
      </w:r>
      <w:r>
        <w:t xml:space="preserve">, </w:t>
      </w:r>
      <w:r w:rsidR="00256283">
        <w:t>ou de toute autre chose se rapportant au meurtre</w:t>
      </w:r>
      <w:r>
        <w:t> ?</w:t>
      </w:r>
    </w:p>
    <w:p w14:paraId="0E2A62FF" w14:textId="77777777" w:rsidR="00435B4F" w:rsidRDefault="00256283" w:rsidP="00256283">
      <w:r>
        <w:t>Elle fit non de la tête</w:t>
      </w:r>
      <w:r w:rsidR="00435B4F">
        <w:t xml:space="preserve">, </w:t>
      </w:r>
      <w:r>
        <w:t>avec beaucoup d</w:t>
      </w:r>
      <w:r w:rsidR="00435B4F">
        <w:t>’</w:t>
      </w:r>
      <w:r>
        <w:t>insistance</w:t>
      </w:r>
      <w:r w:rsidR="00435B4F">
        <w:t>.</w:t>
      </w:r>
    </w:p>
    <w:p w14:paraId="0B247E46" w14:textId="77777777" w:rsidR="00435B4F" w:rsidRDefault="00435B4F" w:rsidP="00256283">
      <w:r>
        <w:t>— </w:t>
      </w:r>
      <w:r w:rsidR="00256283">
        <w:t>Pas un mot</w:t>
      </w:r>
      <w:r>
        <w:t xml:space="preserve">, </w:t>
      </w:r>
      <w:r w:rsidR="00256283">
        <w:t>dit-elle</w:t>
      </w:r>
      <w:r>
        <w:t xml:space="preserve">. </w:t>
      </w:r>
      <w:r w:rsidR="00256283">
        <w:t>Je lui ai posé des questions</w:t>
      </w:r>
      <w:r>
        <w:t xml:space="preserve">, </w:t>
      </w:r>
      <w:r w:rsidR="00256283">
        <w:t>mais vous savez comme il peut être désagréable</w:t>
      </w:r>
      <w:r>
        <w:t xml:space="preserve"> : </w:t>
      </w:r>
      <w:r w:rsidR="00256283">
        <w:t>je n</w:t>
      </w:r>
      <w:r>
        <w:t>’</w:t>
      </w:r>
      <w:r w:rsidR="00256283">
        <w:t>ai pu tirer de lui le moindre grognement</w:t>
      </w:r>
      <w:r>
        <w:t>.</w:t>
      </w:r>
    </w:p>
    <w:p w14:paraId="120CE84C" w14:textId="77777777" w:rsidR="00435B4F" w:rsidRDefault="00256283" w:rsidP="00256283">
      <w:r>
        <w:t>Je posai la question qui semblait brûler les lèvres de l</w:t>
      </w:r>
      <w:r w:rsidR="00435B4F">
        <w:t>’</w:t>
      </w:r>
      <w:r>
        <w:t>avocat</w:t>
      </w:r>
      <w:r w:rsidR="00435B4F">
        <w:t>.</w:t>
      </w:r>
    </w:p>
    <w:p w14:paraId="14386D2D" w14:textId="77777777" w:rsidR="00435B4F" w:rsidRDefault="00435B4F" w:rsidP="00256283">
      <w:r>
        <w:t>— </w:t>
      </w:r>
      <w:r w:rsidR="00256283">
        <w:t>De quoi vous a-t-il parlé</w:t>
      </w:r>
      <w:r>
        <w:t> ?</w:t>
      </w:r>
    </w:p>
    <w:p w14:paraId="53C1085A" w14:textId="77777777" w:rsidR="00435B4F" w:rsidRDefault="00435B4F" w:rsidP="00256283">
      <w:r>
        <w:t>— </w:t>
      </w:r>
      <w:r w:rsidR="00256283">
        <w:t>De rien</w:t>
      </w:r>
      <w:r>
        <w:t xml:space="preserve">, </w:t>
      </w:r>
      <w:r w:rsidR="00256283">
        <w:t>de nous</w:t>
      </w:r>
      <w:r>
        <w:t xml:space="preserve">, </w:t>
      </w:r>
      <w:r w:rsidR="00256283">
        <w:t>des enfants</w:t>
      </w:r>
      <w:r>
        <w:t xml:space="preserve">, </w:t>
      </w:r>
      <w:r w:rsidR="00256283">
        <w:t>de Gilbert</w:t>
      </w:r>
      <w:r>
        <w:t xml:space="preserve">. </w:t>
      </w:r>
      <w:r w:rsidR="00256283">
        <w:t>Il voulait voir son fils et il a attendu près d</w:t>
      </w:r>
      <w:r>
        <w:t>’</w:t>
      </w:r>
      <w:r w:rsidR="00256283">
        <w:t>une heure dans l</w:t>
      </w:r>
      <w:r>
        <w:t>’</w:t>
      </w:r>
      <w:r w:rsidR="00256283">
        <w:t>espoir de le rencontrer</w:t>
      </w:r>
      <w:r>
        <w:t xml:space="preserve">. </w:t>
      </w:r>
      <w:r w:rsidR="00256283">
        <w:t>Il a paru s</w:t>
      </w:r>
      <w:r>
        <w:t>’</w:t>
      </w:r>
      <w:r w:rsidR="00256283">
        <w:t>intéresser un peu moins à Dorothy</w:t>
      </w:r>
      <w:r>
        <w:t>.</w:t>
      </w:r>
    </w:p>
    <w:p w14:paraId="2F6A3698" w14:textId="77777777" w:rsidR="00435B4F" w:rsidRDefault="00435B4F" w:rsidP="00256283">
      <w:r>
        <w:t>— </w:t>
      </w:r>
      <w:r w:rsidR="00256283">
        <w:t>A-t-il parlé de sa lettre à Gilbert</w:t>
      </w:r>
      <w:r>
        <w:t> ?</w:t>
      </w:r>
    </w:p>
    <w:p w14:paraId="18BD2D27" w14:textId="77777777" w:rsidR="00435B4F" w:rsidRDefault="00435B4F" w:rsidP="00256283">
      <w:r>
        <w:t>— </w:t>
      </w:r>
      <w:r w:rsidR="00256283">
        <w:t>Non</w:t>
      </w:r>
      <w:r>
        <w:t xml:space="preserve">. </w:t>
      </w:r>
      <w:r w:rsidR="00256283">
        <w:t>Je puis répéter notre conversation tout entière si vous voulez</w:t>
      </w:r>
      <w:r>
        <w:t xml:space="preserve">. </w:t>
      </w:r>
      <w:r w:rsidR="00256283">
        <w:t>J</w:t>
      </w:r>
      <w:r>
        <w:t>’</w:t>
      </w:r>
      <w:r w:rsidR="00256283">
        <w:t>ignorais qu</w:t>
      </w:r>
      <w:r>
        <w:t>’</w:t>
      </w:r>
      <w:r w:rsidR="00256283">
        <w:t>il dût venir</w:t>
      </w:r>
      <w:r>
        <w:t xml:space="preserve"> ; </w:t>
      </w:r>
      <w:r w:rsidR="00256283">
        <w:t>il n</w:t>
      </w:r>
      <w:r>
        <w:t>’</w:t>
      </w:r>
      <w:r w:rsidR="00256283">
        <w:t>a pas téléphoné</w:t>
      </w:r>
      <w:r>
        <w:t xml:space="preserve"> : </w:t>
      </w:r>
      <w:r w:rsidR="00256283">
        <w:t>il a sonné à la porte et quand j</w:t>
      </w:r>
      <w:r>
        <w:t>’</w:t>
      </w:r>
      <w:r w:rsidR="00256283">
        <w:t>ai ouvert je l</w:t>
      </w:r>
      <w:r>
        <w:t>’</w:t>
      </w:r>
      <w:r w:rsidR="00256283">
        <w:t>ai aperçu</w:t>
      </w:r>
      <w:r>
        <w:t xml:space="preserve">, </w:t>
      </w:r>
      <w:r w:rsidR="00256283">
        <w:t>très vieilli et plus mince que jamais</w:t>
      </w:r>
      <w:r>
        <w:t>. « </w:t>
      </w:r>
      <w:r w:rsidR="00256283">
        <w:t>Clyde</w:t>
      </w:r>
      <w:r>
        <w:t> ! »</w:t>
      </w:r>
      <w:r w:rsidR="00256283">
        <w:t xml:space="preserve"> m</w:t>
      </w:r>
      <w:r>
        <w:t>’</w:t>
      </w:r>
      <w:r w:rsidR="00256283">
        <w:t>écriai-je</w:t>
      </w:r>
      <w:r>
        <w:t>. « </w:t>
      </w:r>
      <w:r w:rsidR="00256283">
        <w:t>Êtes-vous seule</w:t>
      </w:r>
      <w:r>
        <w:t> ? »</w:t>
      </w:r>
      <w:r w:rsidR="00256283">
        <w:t xml:space="preserve"> demanda-t-il</w:t>
      </w:r>
      <w:r>
        <w:t xml:space="preserve">, </w:t>
      </w:r>
      <w:r w:rsidR="00256283">
        <w:t>et il entra</w:t>
      </w:r>
      <w:r>
        <w:t xml:space="preserve"> ; </w:t>
      </w:r>
      <w:r w:rsidR="00256283">
        <w:t>puis</w:t>
      </w:r>
      <w:r>
        <w:t>…</w:t>
      </w:r>
    </w:p>
    <w:p w14:paraId="2C79F308" w14:textId="77777777" w:rsidR="00435B4F" w:rsidRDefault="00256283" w:rsidP="00256283">
      <w:r>
        <w:t>La sonnette de la porte résonna et Mimi alla ouvrir</w:t>
      </w:r>
      <w:r w:rsidR="00435B4F">
        <w:t>.</w:t>
      </w:r>
    </w:p>
    <w:p w14:paraId="5D6D46C8" w14:textId="77777777" w:rsidR="00435B4F" w:rsidRDefault="00256283" w:rsidP="00256283">
      <w:r>
        <w:lastRenderedPageBreak/>
        <w:t xml:space="preserve">Elle revint avec </w:t>
      </w:r>
      <w:proofErr w:type="spellStart"/>
      <w:r>
        <w:t>Guild</w:t>
      </w:r>
      <w:proofErr w:type="spellEnd"/>
      <w:r>
        <w:t xml:space="preserve"> et Andy</w:t>
      </w:r>
      <w:r w:rsidR="00435B4F">
        <w:t xml:space="preserve">. </w:t>
      </w:r>
      <w:r>
        <w:t>Le lieutenant me fit un bref signe de tête</w:t>
      </w:r>
      <w:r w:rsidR="00435B4F">
        <w:t xml:space="preserve">, </w:t>
      </w:r>
      <w:r>
        <w:t>serra la main de Macaulay et se tourna vers Mimi</w:t>
      </w:r>
      <w:r w:rsidR="00435B4F">
        <w:t>.</w:t>
      </w:r>
    </w:p>
    <w:p w14:paraId="44414E6F" w14:textId="77777777" w:rsidR="00435B4F" w:rsidRDefault="00435B4F" w:rsidP="00256283">
      <w:r>
        <w:t>— </w:t>
      </w:r>
      <w:r w:rsidR="00256283">
        <w:t>Madame</w:t>
      </w:r>
      <w:r>
        <w:t xml:space="preserve">, </w:t>
      </w:r>
      <w:r w:rsidR="00256283">
        <w:t>dit-il</w:t>
      </w:r>
      <w:r>
        <w:t xml:space="preserve">, </w:t>
      </w:r>
      <w:r w:rsidR="00256283">
        <w:t>je vous demanderai de</w:t>
      </w:r>
      <w:r>
        <w:t>…</w:t>
      </w:r>
    </w:p>
    <w:p w14:paraId="186AC1C2" w14:textId="77777777" w:rsidR="00435B4F" w:rsidRDefault="00256283" w:rsidP="00256283">
      <w:r>
        <w:t>L</w:t>
      </w:r>
      <w:r w:rsidR="00435B4F">
        <w:t>’</w:t>
      </w:r>
      <w:r>
        <w:t>avocat l</w:t>
      </w:r>
      <w:r w:rsidR="00435B4F">
        <w:t>’</w:t>
      </w:r>
      <w:r>
        <w:t>interrompit</w:t>
      </w:r>
      <w:r w:rsidR="00435B4F">
        <w:t>.</w:t>
      </w:r>
    </w:p>
    <w:p w14:paraId="5297E340" w14:textId="77777777" w:rsidR="00435B4F" w:rsidRDefault="00435B4F" w:rsidP="00256283">
      <w:r>
        <w:t>— </w:t>
      </w:r>
      <w:r w:rsidR="00256283">
        <w:t>Si vous me laissiez parler le premier</w:t>
      </w:r>
      <w:r>
        <w:t xml:space="preserve">, </w:t>
      </w:r>
      <w:r w:rsidR="00256283">
        <w:t>lieutenant</w:t>
      </w:r>
      <w:r>
        <w:t xml:space="preserve"> ; </w:t>
      </w:r>
      <w:r w:rsidR="00256283">
        <w:t>ce que j</w:t>
      </w:r>
      <w:r>
        <w:t>’</w:t>
      </w:r>
      <w:r w:rsidR="00256283">
        <w:t xml:space="preserve">ai à dire vient avant les déclarations de </w:t>
      </w:r>
      <w:r>
        <w:t>M</w:t>
      </w:r>
      <w:r w:rsidRPr="00435B4F">
        <w:rPr>
          <w:vertAlign w:val="superscript"/>
        </w:rPr>
        <w:t>rs</w:t>
      </w:r>
      <w:r>
        <w:t> </w:t>
      </w:r>
      <w:r w:rsidR="00256283">
        <w:t>Jorgensen</w:t>
      </w:r>
      <w:r>
        <w:t>.</w:t>
      </w:r>
    </w:p>
    <w:p w14:paraId="27F5FBCC" w14:textId="77777777" w:rsidR="00435B4F" w:rsidRDefault="00256283" w:rsidP="00256283">
      <w:proofErr w:type="spellStart"/>
      <w:r>
        <w:t>Guild</w:t>
      </w:r>
      <w:proofErr w:type="spellEnd"/>
      <w:r>
        <w:t xml:space="preserve"> fit un geste de la main et s</w:t>
      </w:r>
      <w:r w:rsidR="00435B4F">
        <w:t>’</w:t>
      </w:r>
      <w:r>
        <w:t>assit sur le canapé</w:t>
      </w:r>
      <w:r w:rsidR="00435B4F">
        <w:t>.</w:t>
      </w:r>
    </w:p>
    <w:p w14:paraId="22C98A04" w14:textId="77777777" w:rsidR="00435B4F" w:rsidRDefault="00435B4F" w:rsidP="00256283">
      <w:r>
        <w:t>— </w:t>
      </w:r>
      <w:r w:rsidR="00256283">
        <w:t>Nous vous écoutons</w:t>
      </w:r>
      <w:r>
        <w:t xml:space="preserve"> ! </w:t>
      </w:r>
      <w:r w:rsidR="00256283">
        <w:t>dit-il</w:t>
      </w:r>
      <w:r>
        <w:t>.</w:t>
      </w:r>
    </w:p>
    <w:p w14:paraId="28C08B2E" w14:textId="77777777" w:rsidR="00435B4F" w:rsidRDefault="00256283" w:rsidP="00256283">
      <w:r>
        <w:t>Macaulay répéta ce qu</w:t>
      </w:r>
      <w:r w:rsidR="00435B4F">
        <w:t>’</w:t>
      </w:r>
      <w:r>
        <w:t>il m</w:t>
      </w:r>
      <w:r w:rsidR="00435B4F">
        <w:t>’</w:t>
      </w:r>
      <w:r>
        <w:t>avait raconté le matin même</w:t>
      </w:r>
      <w:r w:rsidR="00435B4F">
        <w:t xml:space="preserve">. </w:t>
      </w:r>
      <w:r>
        <w:t>Quand il mentionna que j</w:t>
      </w:r>
      <w:r w:rsidR="00435B4F">
        <w:t>’</w:t>
      </w:r>
      <w:r>
        <w:t>étais au courant</w:t>
      </w:r>
      <w:r w:rsidR="00435B4F">
        <w:t xml:space="preserve">, </w:t>
      </w:r>
      <w:r>
        <w:t>le policier me lança un regard de réprobation</w:t>
      </w:r>
      <w:r w:rsidR="00435B4F">
        <w:t xml:space="preserve">, </w:t>
      </w:r>
      <w:r>
        <w:t>puis m</w:t>
      </w:r>
      <w:r w:rsidR="00435B4F">
        <w:t>’</w:t>
      </w:r>
      <w:r>
        <w:t>ignora complètement</w:t>
      </w:r>
      <w:r w:rsidR="00435B4F">
        <w:t xml:space="preserve">, </w:t>
      </w:r>
      <w:r>
        <w:t>tourné vers l</w:t>
      </w:r>
      <w:r w:rsidR="00435B4F">
        <w:t>’</w:t>
      </w:r>
      <w:r>
        <w:t>avocat qui s</w:t>
      </w:r>
      <w:r w:rsidR="00435B4F">
        <w:t>’</w:t>
      </w:r>
      <w:r>
        <w:t>exprimait clairement et avec précision</w:t>
      </w:r>
      <w:r w:rsidR="00435B4F">
        <w:t xml:space="preserve">. </w:t>
      </w:r>
      <w:r>
        <w:t>Deux fois Mimi sursauta</w:t>
      </w:r>
      <w:r w:rsidR="00435B4F">
        <w:t xml:space="preserve">, </w:t>
      </w:r>
      <w:r>
        <w:t>comme si elle allait parler</w:t>
      </w:r>
      <w:r w:rsidR="00435B4F">
        <w:t xml:space="preserve"> ; </w:t>
      </w:r>
      <w:r>
        <w:t>deux fois elle demeura bouche bée</w:t>
      </w:r>
      <w:r w:rsidR="00435B4F">
        <w:t xml:space="preserve">. </w:t>
      </w:r>
      <w:r>
        <w:t>Quand Macaulay se tut</w:t>
      </w:r>
      <w:r w:rsidR="00435B4F">
        <w:t xml:space="preserve">, </w:t>
      </w:r>
      <w:r>
        <w:t xml:space="preserve">il tendit à </w:t>
      </w:r>
      <w:proofErr w:type="spellStart"/>
      <w:r>
        <w:t>Guild</w:t>
      </w:r>
      <w:proofErr w:type="spellEnd"/>
      <w:r>
        <w:t xml:space="preserve"> la dernière lettre de </w:t>
      </w:r>
      <w:proofErr w:type="spellStart"/>
      <w:r>
        <w:t>Wynant</w:t>
      </w:r>
      <w:proofErr w:type="spellEnd"/>
      <w:r w:rsidR="00435B4F">
        <w:t>.</w:t>
      </w:r>
    </w:p>
    <w:p w14:paraId="7DA82160" w14:textId="77777777" w:rsidR="00435B4F" w:rsidRDefault="00256283" w:rsidP="00256283">
      <w:r>
        <w:t>Le policier la lut avec attention puis s</w:t>
      </w:r>
      <w:r w:rsidR="00435B4F">
        <w:t>’</w:t>
      </w:r>
      <w:r>
        <w:t>adressa à Mimi</w:t>
      </w:r>
      <w:r w:rsidR="00435B4F">
        <w:t>.</w:t>
      </w:r>
    </w:p>
    <w:p w14:paraId="36154C86" w14:textId="77777777" w:rsidR="00435B4F" w:rsidRDefault="00435B4F" w:rsidP="00256283">
      <w:r>
        <w:t>— </w:t>
      </w:r>
      <w:r w:rsidR="00256283">
        <w:t>Alors</w:t>
      </w:r>
      <w:r>
        <w:t>, M</w:t>
      </w:r>
      <w:r w:rsidRPr="00435B4F">
        <w:rPr>
          <w:vertAlign w:val="superscript"/>
        </w:rPr>
        <w:t>rs</w:t>
      </w:r>
      <w:r>
        <w:t> </w:t>
      </w:r>
      <w:r w:rsidR="00256283">
        <w:t>Jorgensen</w:t>
      </w:r>
      <w:r>
        <w:t> ?</w:t>
      </w:r>
    </w:p>
    <w:p w14:paraId="6A2572D7" w14:textId="77777777" w:rsidR="00435B4F" w:rsidRDefault="00256283" w:rsidP="00256283">
      <w:r>
        <w:t>Elle répéta à son tour ce qu</w:t>
      </w:r>
      <w:r w:rsidR="00435B4F">
        <w:t>’</w:t>
      </w:r>
      <w:r>
        <w:t>elle venait de nous dire</w:t>
      </w:r>
      <w:r w:rsidR="00435B4F">
        <w:t xml:space="preserve">, </w:t>
      </w:r>
      <w:r>
        <w:t>répondant à l</w:t>
      </w:r>
      <w:r w:rsidR="00435B4F">
        <w:t>’</w:t>
      </w:r>
      <w:r>
        <w:t>interrogatoire patient du lieutenant et soutenant que son ex-mari n</w:t>
      </w:r>
      <w:r w:rsidR="00435B4F">
        <w:t>’</w:t>
      </w:r>
      <w:r>
        <w:t>avait pas dit un mot se rapportant au meurtre de Julia Wolf et qu</w:t>
      </w:r>
      <w:r w:rsidR="00435B4F">
        <w:t>’</w:t>
      </w:r>
      <w:r>
        <w:t>il désirait</w:t>
      </w:r>
      <w:r w:rsidR="00435B4F">
        <w:t xml:space="preserve">, </w:t>
      </w:r>
      <w:r>
        <w:t>en remettant les titres et le chèque</w:t>
      </w:r>
      <w:r w:rsidR="00435B4F">
        <w:t xml:space="preserve">, </w:t>
      </w:r>
      <w:r>
        <w:t>assurer l</w:t>
      </w:r>
      <w:r w:rsidR="00435B4F">
        <w:t>’</w:t>
      </w:r>
      <w:r>
        <w:t>avenir de Mimi et de ses enfants</w:t>
      </w:r>
      <w:r w:rsidR="00435B4F">
        <w:t>.</w:t>
      </w:r>
    </w:p>
    <w:p w14:paraId="39B38ADB" w14:textId="77777777" w:rsidR="00435B4F" w:rsidRDefault="00256283" w:rsidP="00256283">
      <w:r>
        <w:t>Elle ne semblait pas gênée par le fait que nous paraissions tous persuadés qu</w:t>
      </w:r>
      <w:r w:rsidR="00435B4F">
        <w:t>’</w:t>
      </w:r>
      <w:r>
        <w:t>elle mentait</w:t>
      </w:r>
      <w:r w:rsidR="00435B4F">
        <w:t>.</w:t>
      </w:r>
    </w:p>
    <w:p w14:paraId="37E2CADA" w14:textId="77777777" w:rsidR="00435B4F" w:rsidRDefault="00256283" w:rsidP="00256283">
      <w:r>
        <w:t>Elle sourit et dit</w:t>
      </w:r>
      <w:r w:rsidR="00435B4F">
        <w:t> :</w:t>
      </w:r>
    </w:p>
    <w:p w14:paraId="128CD820" w14:textId="77777777" w:rsidR="00435B4F" w:rsidRDefault="00435B4F" w:rsidP="00256283">
      <w:r>
        <w:lastRenderedPageBreak/>
        <w:t>— </w:t>
      </w:r>
      <w:r w:rsidR="00256283">
        <w:t>C</w:t>
      </w:r>
      <w:r>
        <w:t>’</w:t>
      </w:r>
      <w:r w:rsidR="00256283">
        <w:t>est un brave garçon</w:t>
      </w:r>
      <w:r>
        <w:t xml:space="preserve">, </w:t>
      </w:r>
      <w:r w:rsidR="00256283">
        <w:t>mais il est fou</w:t>
      </w:r>
      <w:r>
        <w:t> !</w:t>
      </w:r>
    </w:p>
    <w:p w14:paraId="404C0FAD" w14:textId="77777777" w:rsidR="00435B4F" w:rsidRDefault="00435B4F" w:rsidP="00256283">
      <w:r>
        <w:t>— </w:t>
      </w:r>
      <w:r w:rsidR="00256283">
        <w:t>Est-il réellement fou</w:t>
      </w:r>
      <w:r>
        <w:t xml:space="preserve">, </w:t>
      </w:r>
      <w:r w:rsidR="00256283">
        <w:t>à votre avis</w:t>
      </w:r>
      <w:r>
        <w:t xml:space="preserve">, </w:t>
      </w:r>
      <w:r w:rsidR="00256283">
        <w:t xml:space="preserve">demanda </w:t>
      </w:r>
      <w:proofErr w:type="spellStart"/>
      <w:r w:rsidR="00256283">
        <w:t>Guild</w:t>
      </w:r>
      <w:proofErr w:type="spellEnd"/>
      <w:r w:rsidR="00256283">
        <w:t xml:space="preserve"> à Mimi</w:t>
      </w:r>
      <w:r>
        <w:t xml:space="preserve">, </w:t>
      </w:r>
      <w:r w:rsidR="00256283">
        <w:t>fou à enfermer</w:t>
      </w:r>
      <w:r>
        <w:t> ?</w:t>
      </w:r>
    </w:p>
    <w:p w14:paraId="410247B3" w14:textId="77777777" w:rsidR="00435B4F" w:rsidRDefault="00435B4F" w:rsidP="00256283">
      <w:r>
        <w:t>— </w:t>
      </w:r>
      <w:r w:rsidR="00256283">
        <w:t>Oui</w:t>
      </w:r>
      <w:r>
        <w:t>.</w:t>
      </w:r>
    </w:p>
    <w:p w14:paraId="0F856E6E" w14:textId="77777777" w:rsidR="00435B4F" w:rsidRDefault="00435B4F" w:rsidP="00256283">
      <w:r>
        <w:t>— </w:t>
      </w:r>
      <w:r w:rsidR="00256283">
        <w:t>Sur quoi basez-vous cette opinion</w:t>
      </w:r>
      <w:r>
        <w:t> ?</w:t>
      </w:r>
    </w:p>
    <w:p w14:paraId="0CEA219E" w14:textId="77777777" w:rsidR="00435B4F" w:rsidRDefault="00435B4F" w:rsidP="00256283">
      <w:r>
        <w:t>— </w:t>
      </w:r>
      <w:r w:rsidR="00256283">
        <w:t>On voit bien que vous n</w:t>
      </w:r>
      <w:r>
        <w:t>’</w:t>
      </w:r>
      <w:r w:rsidR="00256283">
        <w:t>avez pas vécu avec lui</w:t>
      </w:r>
      <w:r>
        <w:t xml:space="preserve"> ! </w:t>
      </w:r>
      <w:r w:rsidR="00256283">
        <w:t>répondit-elle</w:t>
      </w:r>
      <w:r>
        <w:t>.</w:t>
      </w:r>
    </w:p>
    <w:p w14:paraId="0D1871F5" w14:textId="77777777" w:rsidR="00435B4F" w:rsidRDefault="00256283" w:rsidP="00256283">
      <w:r>
        <w:t>Le lieutenant ne paraissait pas satisfait</w:t>
      </w:r>
      <w:r w:rsidR="00435B4F">
        <w:t>.</w:t>
      </w:r>
    </w:p>
    <w:p w14:paraId="7DD88962" w14:textId="77777777" w:rsidR="00435B4F" w:rsidRDefault="00435B4F" w:rsidP="00256283">
      <w:r>
        <w:t>— </w:t>
      </w:r>
      <w:r w:rsidR="00256283">
        <w:t>Comment était-il habillé</w:t>
      </w:r>
      <w:r>
        <w:t xml:space="preserve"> ? </w:t>
      </w:r>
      <w:r w:rsidR="00256283">
        <w:t>demanda-t-il</w:t>
      </w:r>
      <w:r>
        <w:t>.</w:t>
      </w:r>
    </w:p>
    <w:p w14:paraId="771B7C72" w14:textId="77777777" w:rsidR="00435B4F" w:rsidRDefault="00435B4F" w:rsidP="00256283">
      <w:r>
        <w:t>— </w:t>
      </w:r>
      <w:r w:rsidR="00256283">
        <w:t>Complet marron</w:t>
      </w:r>
      <w:r>
        <w:t xml:space="preserve">, </w:t>
      </w:r>
      <w:r w:rsidR="00256283">
        <w:t>pardessus et chapeau mou de même couleur</w:t>
      </w:r>
      <w:r>
        <w:t xml:space="preserve"> ; </w:t>
      </w:r>
      <w:r w:rsidR="00256283">
        <w:t>chemise blanche</w:t>
      </w:r>
      <w:r>
        <w:t xml:space="preserve">, </w:t>
      </w:r>
      <w:r w:rsidR="00256283">
        <w:t>cravate grise avec des dessins rouges</w:t>
      </w:r>
      <w:r>
        <w:t>.</w:t>
      </w:r>
    </w:p>
    <w:p w14:paraId="74820763" w14:textId="77777777" w:rsidR="00435B4F" w:rsidRDefault="00256283" w:rsidP="00256283">
      <w:proofErr w:type="spellStart"/>
      <w:r>
        <w:t>Guild</w:t>
      </w:r>
      <w:proofErr w:type="spellEnd"/>
      <w:r>
        <w:t xml:space="preserve"> fit un signe de tête à Andy</w:t>
      </w:r>
      <w:r w:rsidR="00435B4F">
        <w:t>.</w:t>
      </w:r>
    </w:p>
    <w:p w14:paraId="3B626969" w14:textId="77777777" w:rsidR="00435B4F" w:rsidRDefault="00435B4F" w:rsidP="00256283">
      <w:r>
        <w:t>— </w:t>
      </w:r>
      <w:r w:rsidR="00256283">
        <w:t>Allez les avertir</w:t>
      </w:r>
      <w:r>
        <w:t xml:space="preserve"> ! </w:t>
      </w:r>
      <w:r w:rsidR="00256283">
        <w:t>grogna-t-il</w:t>
      </w:r>
      <w:r>
        <w:t>.</w:t>
      </w:r>
    </w:p>
    <w:p w14:paraId="4972B224" w14:textId="77777777" w:rsidR="00435B4F" w:rsidRDefault="00256283" w:rsidP="00256283">
      <w:r>
        <w:t>Andy sortit</w:t>
      </w:r>
      <w:r w:rsidR="00435B4F">
        <w:t>.</w:t>
      </w:r>
    </w:p>
    <w:p w14:paraId="5028F67A" w14:textId="77777777" w:rsidR="00435B4F" w:rsidRDefault="00256283" w:rsidP="00256283">
      <w:r>
        <w:t>Le lieutenant se gratta le menton pendant quelques secondes</w:t>
      </w:r>
      <w:r w:rsidR="00435B4F">
        <w:t xml:space="preserve">, </w:t>
      </w:r>
      <w:r>
        <w:t>puis regarda Mimi et Macaulay</w:t>
      </w:r>
      <w:r w:rsidR="00435B4F">
        <w:t xml:space="preserve">. </w:t>
      </w:r>
      <w:r>
        <w:t>Il semblait toujours m</w:t>
      </w:r>
      <w:r w:rsidR="00435B4F">
        <w:t>’</w:t>
      </w:r>
      <w:r>
        <w:t>ignorer</w:t>
      </w:r>
      <w:r w:rsidR="00435B4F">
        <w:t>.</w:t>
      </w:r>
    </w:p>
    <w:p w14:paraId="4E8499A2" w14:textId="77777777" w:rsidR="00435B4F" w:rsidRDefault="00435B4F" w:rsidP="00256283">
      <w:r>
        <w:t>— </w:t>
      </w:r>
      <w:r w:rsidR="00256283">
        <w:t>Quelqu</w:t>
      </w:r>
      <w:r>
        <w:t>’</w:t>
      </w:r>
      <w:r w:rsidR="00256283">
        <w:t>un d</w:t>
      </w:r>
      <w:r>
        <w:t>’</w:t>
      </w:r>
      <w:r w:rsidR="00256283">
        <w:t>entre vous</w:t>
      </w:r>
      <w:r>
        <w:t xml:space="preserve">, </w:t>
      </w:r>
      <w:r w:rsidR="00256283">
        <w:t>demanda-t-il enfin</w:t>
      </w:r>
      <w:r>
        <w:t xml:space="preserve">, </w:t>
      </w:r>
      <w:r w:rsidR="00256283">
        <w:t>connaît-il un homme dont les initiales soient</w:t>
      </w:r>
      <w:r>
        <w:t xml:space="preserve"> : </w:t>
      </w:r>
      <w:proofErr w:type="spellStart"/>
      <w:r>
        <w:t>D.W.Q</w:t>
      </w:r>
      <w:proofErr w:type="spellEnd"/>
      <w:r>
        <w:t>. ?</w:t>
      </w:r>
    </w:p>
    <w:p w14:paraId="5006CA98" w14:textId="77777777" w:rsidR="00435B4F" w:rsidRDefault="00256283" w:rsidP="00256283">
      <w:r>
        <w:t>L</w:t>
      </w:r>
      <w:r w:rsidR="00435B4F">
        <w:t>’</w:t>
      </w:r>
      <w:r>
        <w:t>avocat secoua lentement la tête à droite et à gauche</w:t>
      </w:r>
      <w:r w:rsidR="00435B4F">
        <w:t>.</w:t>
      </w:r>
    </w:p>
    <w:p w14:paraId="2F9714E4" w14:textId="77777777" w:rsidR="00435B4F" w:rsidRDefault="00435B4F" w:rsidP="00256283">
      <w:r>
        <w:t>— </w:t>
      </w:r>
      <w:r w:rsidR="00256283">
        <w:t>Non</w:t>
      </w:r>
      <w:r>
        <w:t xml:space="preserve">, </w:t>
      </w:r>
      <w:r w:rsidR="00256283">
        <w:t>fit Mimi</w:t>
      </w:r>
      <w:r>
        <w:t xml:space="preserve"> ; </w:t>
      </w:r>
      <w:r w:rsidR="00256283">
        <w:t>pourquoi</w:t>
      </w:r>
      <w:r>
        <w:t> ?</w:t>
      </w:r>
    </w:p>
    <w:p w14:paraId="52094957" w14:textId="77777777" w:rsidR="00435B4F" w:rsidRDefault="00256283" w:rsidP="00256283">
      <w:proofErr w:type="spellStart"/>
      <w:r>
        <w:t>Guild</w:t>
      </w:r>
      <w:proofErr w:type="spellEnd"/>
      <w:r>
        <w:t xml:space="preserve"> se tourna vers moi</w:t>
      </w:r>
      <w:r w:rsidR="00435B4F">
        <w:t>.</w:t>
      </w:r>
    </w:p>
    <w:p w14:paraId="494F78A1" w14:textId="77777777" w:rsidR="00435B4F" w:rsidRDefault="00435B4F" w:rsidP="00256283">
      <w:r>
        <w:t>— </w:t>
      </w:r>
      <w:r w:rsidR="00256283">
        <w:t>Non</w:t>
      </w:r>
      <w:r>
        <w:t xml:space="preserve">, </w:t>
      </w:r>
      <w:r w:rsidR="00256283">
        <w:t>je ne connais pas</w:t>
      </w:r>
      <w:r>
        <w:t xml:space="preserve">, </w:t>
      </w:r>
      <w:r w:rsidR="00256283">
        <w:t>répondis-je</w:t>
      </w:r>
      <w:r>
        <w:t>.</w:t>
      </w:r>
    </w:p>
    <w:p w14:paraId="08D39328" w14:textId="77777777" w:rsidR="00435B4F" w:rsidRDefault="00435B4F" w:rsidP="00256283">
      <w:r>
        <w:lastRenderedPageBreak/>
        <w:t>— </w:t>
      </w:r>
      <w:r w:rsidR="00256283">
        <w:t>Pourquoi</w:t>
      </w:r>
      <w:r>
        <w:t xml:space="preserve"> ? </w:t>
      </w:r>
      <w:r w:rsidR="00256283">
        <w:t>répéta Mimi</w:t>
      </w:r>
      <w:r>
        <w:t>.</w:t>
      </w:r>
    </w:p>
    <w:p w14:paraId="37C110C4" w14:textId="77777777" w:rsidR="00435B4F" w:rsidRDefault="00435B4F" w:rsidP="00256283">
      <w:r>
        <w:t>— </w:t>
      </w:r>
      <w:r w:rsidR="00256283">
        <w:t>Faites un effort pour essayer de vous souvenir</w:t>
      </w:r>
      <w:r>
        <w:t xml:space="preserve"> ; </w:t>
      </w:r>
      <w:r w:rsidR="00256283">
        <w:t>il s</w:t>
      </w:r>
      <w:r>
        <w:t>’</w:t>
      </w:r>
      <w:r w:rsidR="00256283">
        <w:t>agit d</w:t>
      </w:r>
      <w:r>
        <w:t>’</w:t>
      </w:r>
      <w:r w:rsidR="00256283">
        <w:t xml:space="preserve">un homme qui a eu affaire à </w:t>
      </w:r>
      <w:proofErr w:type="spellStart"/>
      <w:r w:rsidR="00256283">
        <w:t>Wynant</w:t>
      </w:r>
      <w:proofErr w:type="spellEnd"/>
      <w:r>
        <w:t>.</w:t>
      </w:r>
    </w:p>
    <w:p w14:paraId="04AD01A1" w14:textId="77777777" w:rsidR="00435B4F" w:rsidRDefault="00435B4F" w:rsidP="00256283">
      <w:r>
        <w:t>— </w:t>
      </w:r>
      <w:r w:rsidR="00256283">
        <w:t>Il y a longtemps</w:t>
      </w:r>
      <w:r>
        <w:t xml:space="preserve"> ? </w:t>
      </w:r>
      <w:r w:rsidR="00256283">
        <w:t>demanda Macaulay</w:t>
      </w:r>
      <w:r>
        <w:t>.</w:t>
      </w:r>
    </w:p>
    <w:p w14:paraId="7C242978" w14:textId="77777777" w:rsidR="00435B4F" w:rsidRDefault="00435B4F" w:rsidP="00256283">
      <w:r>
        <w:t>— </w:t>
      </w:r>
      <w:r w:rsidR="00256283">
        <w:t>Difficile à dire</w:t>
      </w:r>
      <w:r>
        <w:t xml:space="preserve"> : </w:t>
      </w:r>
      <w:r w:rsidR="00256283">
        <w:t>des mois</w:t>
      </w:r>
      <w:r>
        <w:t xml:space="preserve">, </w:t>
      </w:r>
      <w:r w:rsidR="00256283">
        <w:t>des années peut-être</w:t>
      </w:r>
      <w:r>
        <w:t xml:space="preserve">. </w:t>
      </w:r>
      <w:r w:rsidR="00256283">
        <w:t>Un homme assez corpulent</w:t>
      </w:r>
      <w:r>
        <w:t xml:space="preserve"> ; </w:t>
      </w:r>
      <w:r w:rsidR="00256283">
        <w:t>probablement boiteux</w:t>
      </w:r>
      <w:r>
        <w:t>.</w:t>
      </w:r>
    </w:p>
    <w:p w14:paraId="1257D257" w14:textId="77777777" w:rsidR="00435B4F" w:rsidRDefault="00435B4F" w:rsidP="00256283">
      <w:r>
        <w:t>— </w:t>
      </w:r>
      <w:r w:rsidR="00256283">
        <w:t>Je ne vois pas</w:t>
      </w:r>
      <w:r>
        <w:t xml:space="preserve">, </w:t>
      </w:r>
      <w:r w:rsidR="00256283">
        <w:t>dit Macaulay</w:t>
      </w:r>
      <w:r>
        <w:t>.</w:t>
      </w:r>
    </w:p>
    <w:p w14:paraId="4E2CFCE4" w14:textId="77777777" w:rsidR="00435B4F" w:rsidRDefault="00435B4F" w:rsidP="00256283">
      <w:r>
        <w:t>— </w:t>
      </w:r>
      <w:r w:rsidR="00256283">
        <w:t>Moi non plus</w:t>
      </w:r>
      <w:r>
        <w:t xml:space="preserve">, </w:t>
      </w:r>
      <w:r w:rsidR="00256283">
        <w:t>assura Mimi</w:t>
      </w:r>
      <w:r>
        <w:t xml:space="preserve">, </w:t>
      </w:r>
      <w:r w:rsidR="00256283">
        <w:t>mais dites vite qui c</w:t>
      </w:r>
      <w:r>
        <w:t>’</w:t>
      </w:r>
      <w:r w:rsidR="00256283">
        <w:t>est</w:t>
      </w:r>
      <w:r>
        <w:t>.</w:t>
      </w:r>
    </w:p>
    <w:p w14:paraId="2EEE93E4" w14:textId="77777777" w:rsidR="00435B4F" w:rsidRDefault="00435B4F" w:rsidP="00256283">
      <w:r>
        <w:t>— </w:t>
      </w:r>
      <w:r w:rsidR="00256283">
        <w:t>Certainement</w:t>
      </w:r>
      <w:r>
        <w:t>.</w:t>
      </w:r>
    </w:p>
    <w:p w14:paraId="11AC5C3C" w14:textId="77777777" w:rsidR="00435B4F" w:rsidRDefault="00256283" w:rsidP="00256283">
      <w:proofErr w:type="spellStart"/>
      <w:r>
        <w:t>Guild</w:t>
      </w:r>
      <w:proofErr w:type="spellEnd"/>
      <w:r>
        <w:t xml:space="preserve"> tira un cigare de la poche de son gilet</w:t>
      </w:r>
      <w:r w:rsidR="00435B4F">
        <w:t xml:space="preserve">, </w:t>
      </w:r>
      <w:r>
        <w:t>l</w:t>
      </w:r>
      <w:r w:rsidR="00435B4F">
        <w:t>’</w:t>
      </w:r>
      <w:r>
        <w:t>examina longuement puis le remit dans sa poche</w:t>
      </w:r>
      <w:r w:rsidR="00435B4F">
        <w:t>.</w:t>
      </w:r>
    </w:p>
    <w:p w14:paraId="1C5B2B70" w14:textId="77777777" w:rsidR="00435B4F" w:rsidRDefault="00435B4F" w:rsidP="00256283">
      <w:r>
        <w:t>— </w:t>
      </w:r>
      <w:r w:rsidR="00256283">
        <w:t xml:space="preserve">Nous avons découvert le cadavre de cet homme enterré sous le parquet du magasin de </w:t>
      </w:r>
      <w:proofErr w:type="spellStart"/>
      <w:r w:rsidR="00256283">
        <w:t>Wynant</w:t>
      </w:r>
      <w:proofErr w:type="spellEnd"/>
      <w:r>
        <w:t xml:space="preserve">, </w:t>
      </w:r>
      <w:r w:rsidR="00256283">
        <w:t>dit-il</w:t>
      </w:r>
      <w:r>
        <w:t>.</w:t>
      </w:r>
    </w:p>
    <w:p w14:paraId="709E1FA8" w14:textId="77777777" w:rsidR="00435B4F" w:rsidRDefault="00435B4F" w:rsidP="00256283">
      <w:r>
        <w:t>— </w:t>
      </w:r>
      <w:r w:rsidR="00256283">
        <w:t>Ah</w:t>
      </w:r>
      <w:r>
        <w:t xml:space="preserve"> ! </w:t>
      </w:r>
      <w:r w:rsidR="00256283">
        <w:t>fis-je</w:t>
      </w:r>
      <w:r>
        <w:t>.</w:t>
      </w:r>
    </w:p>
    <w:p w14:paraId="7D31642B" w14:textId="77777777" w:rsidR="00435B4F" w:rsidRDefault="00256283" w:rsidP="00256283">
      <w:r>
        <w:t>Mimi porta les deux mains à sa bouche sans rien dire</w:t>
      </w:r>
      <w:r w:rsidR="00435B4F">
        <w:t xml:space="preserve"> : </w:t>
      </w:r>
      <w:r>
        <w:t>ses yeux écarquillés paraissaient sans vie</w:t>
      </w:r>
      <w:r w:rsidR="00435B4F">
        <w:t>.</w:t>
      </w:r>
    </w:p>
    <w:p w14:paraId="6ADCB470" w14:textId="77777777" w:rsidR="00435B4F" w:rsidRDefault="00435B4F" w:rsidP="00256283">
      <w:r>
        <w:t>— </w:t>
      </w:r>
      <w:r w:rsidR="00256283">
        <w:t>Êtes-vous sûr</w:t>
      </w:r>
      <w:r>
        <w:t xml:space="preserve"> ? </w:t>
      </w:r>
      <w:r w:rsidR="00256283">
        <w:t>dit Macaulay</w:t>
      </w:r>
      <w:r>
        <w:t xml:space="preserve">, </w:t>
      </w:r>
      <w:r w:rsidR="00256283">
        <w:t>les sourcils froncés</w:t>
      </w:r>
      <w:r>
        <w:t>.</w:t>
      </w:r>
    </w:p>
    <w:p w14:paraId="30031F67" w14:textId="77777777" w:rsidR="00435B4F" w:rsidRDefault="00256283" w:rsidP="00256283">
      <w:proofErr w:type="spellStart"/>
      <w:r>
        <w:t>Guild</w:t>
      </w:r>
      <w:proofErr w:type="spellEnd"/>
      <w:r>
        <w:t xml:space="preserve"> soupira</w:t>
      </w:r>
      <w:r w:rsidR="00435B4F">
        <w:t>.</w:t>
      </w:r>
    </w:p>
    <w:p w14:paraId="02D88FDC" w14:textId="77777777" w:rsidR="00435B4F" w:rsidRDefault="00435B4F" w:rsidP="00256283">
      <w:r>
        <w:t>— </w:t>
      </w:r>
      <w:r w:rsidR="00256283">
        <w:t>On n</w:t>
      </w:r>
      <w:r>
        <w:t>’</w:t>
      </w:r>
      <w:r w:rsidR="00256283">
        <w:t>invente pas des trucs pareils</w:t>
      </w:r>
      <w:r>
        <w:t xml:space="preserve"> ! </w:t>
      </w:r>
      <w:r w:rsidR="00256283">
        <w:t>murmura-t-il</w:t>
      </w:r>
      <w:r>
        <w:t>.</w:t>
      </w:r>
    </w:p>
    <w:p w14:paraId="49138B71" w14:textId="77777777" w:rsidR="00435B4F" w:rsidRDefault="00256283" w:rsidP="00256283">
      <w:r>
        <w:t>Macaulay rougit et sourit d</w:t>
      </w:r>
      <w:r w:rsidR="00435B4F">
        <w:t>’</w:t>
      </w:r>
      <w:r>
        <w:t>un air embarrassé</w:t>
      </w:r>
      <w:r w:rsidR="00435B4F">
        <w:t>.</w:t>
      </w:r>
    </w:p>
    <w:p w14:paraId="0DD94174" w14:textId="77777777" w:rsidR="00435B4F" w:rsidRDefault="00435B4F" w:rsidP="00256283">
      <w:r>
        <w:t>— </w:t>
      </w:r>
      <w:r w:rsidR="00256283">
        <w:t>Pardonnez cette question idiote</w:t>
      </w:r>
      <w:r>
        <w:t xml:space="preserve">, </w:t>
      </w:r>
      <w:r w:rsidR="00256283">
        <w:t>dit-il</w:t>
      </w:r>
      <w:r>
        <w:t xml:space="preserve"> ; </w:t>
      </w:r>
      <w:r w:rsidR="00256283">
        <w:t>comment l</w:t>
      </w:r>
      <w:r>
        <w:t>’</w:t>
      </w:r>
      <w:r w:rsidR="00256283">
        <w:t>avez-vous trouvé</w:t>
      </w:r>
      <w:r>
        <w:t> ?</w:t>
      </w:r>
    </w:p>
    <w:p w14:paraId="62B0A9A0" w14:textId="77777777" w:rsidR="00435B4F" w:rsidRDefault="00435B4F" w:rsidP="00256283">
      <w:r>
        <w:t>— </w:t>
      </w:r>
      <w:r w:rsidR="00256283">
        <w:t>Voici</w:t>
      </w:r>
      <w:r>
        <w:t xml:space="preserve"> : </w:t>
      </w:r>
      <w:r w:rsidR="00256283">
        <w:t>Mr</w:t>
      </w:r>
      <w:r>
        <w:t xml:space="preserve">. </w:t>
      </w:r>
      <w:r w:rsidR="00256283">
        <w:t>Charles répétait sans cesse que nous devrions prêter un peu plus d</w:t>
      </w:r>
      <w:r>
        <w:t>’</w:t>
      </w:r>
      <w:r w:rsidR="00256283">
        <w:t>attention à ce magasin</w:t>
      </w:r>
      <w:r>
        <w:t xml:space="preserve">, </w:t>
      </w:r>
      <w:r w:rsidR="00256283">
        <w:t>et</w:t>
      </w:r>
      <w:r>
        <w:t xml:space="preserve">, </w:t>
      </w:r>
      <w:r w:rsidR="00256283">
        <w:t xml:space="preserve">comme </w:t>
      </w:r>
      <w:r w:rsidR="00256283">
        <w:lastRenderedPageBreak/>
        <w:t>Mr</w:t>
      </w:r>
      <w:r>
        <w:t xml:space="preserve">. </w:t>
      </w:r>
      <w:r w:rsidR="00256283">
        <w:t>Charles est un homme qui sait beaucoup plus de choses qu</w:t>
      </w:r>
      <w:r>
        <w:t>’</w:t>
      </w:r>
      <w:r w:rsidR="00256283">
        <w:t>il n</w:t>
      </w:r>
      <w:r>
        <w:t>’</w:t>
      </w:r>
      <w:r w:rsidR="00256283">
        <w:t>en dit</w:t>
      </w:r>
      <w:r>
        <w:t xml:space="preserve">, </w:t>
      </w:r>
      <w:r w:rsidR="00256283">
        <w:t>j</w:t>
      </w:r>
      <w:r>
        <w:t>’</w:t>
      </w:r>
      <w:r w:rsidR="00256283">
        <w:t>envoyai quelques hommes là-bas</w:t>
      </w:r>
      <w:r>
        <w:t xml:space="preserve">, </w:t>
      </w:r>
      <w:r w:rsidR="00256283">
        <w:t>ce matin</w:t>
      </w:r>
      <w:r>
        <w:t xml:space="preserve">. </w:t>
      </w:r>
      <w:r w:rsidR="00256283">
        <w:t>Nous avions déjà visité l</w:t>
      </w:r>
      <w:r>
        <w:t>’</w:t>
      </w:r>
      <w:r w:rsidR="00256283">
        <w:t>endroit</w:t>
      </w:r>
      <w:r>
        <w:t xml:space="preserve">, </w:t>
      </w:r>
      <w:r w:rsidR="00256283">
        <w:t>sans résultat</w:t>
      </w:r>
      <w:r>
        <w:t xml:space="preserve">, </w:t>
      </w:r>
      <w:r w:rsidR="00256283">
        <w:t>mais</w:t>
      </w:r>
      <w:r>
        <w:t xml:space="preserve">, </w:t>
      </w:r>
      <w:r w:rsidR="00256283">
        <w:t>cette fois</w:t>
      </w:r>
      <w:r>
        <w:t xml:space="preserve">, </w:t>
      </w:r>
      <w:r w:rsidR="00256283">
        <w:t>j</w:t>
      </w:r>
      <w:r>
        <w:t>’</w:t>
      </w:r>
      <w:r w:rsidR="00256283">
        <w:t>ordonnai que tout fût minutieusement examiné</w:t>
      </w:r>
      <w:r>
        <w:t xml:space="preserve">, </w:t>
      </w:r>
      <w:r w:rsidR="00256283">
        <w:t>à cause de l</w:t>
      </w:r>
      <w:r>
        <w:t>’</w:t>
      </w:r>
      <w:r w:rsidR="00256283">
        <w:t>insistance de Mr</w:t>
      </w:r>
      <w:r>
        <w:t xml:space="preserve">. </w:t>
      </w:r>
      <w:r w:rsidR="00256283">
        <w:t>Charles</w:t>
      </w:r>
      <w:r>
        <w:t xml:space="preserve">. </w:t>
      </w:r>
      <w:r w:rsidR="00256283">
        <w:t>Et Mr</w:t>
      </w:r>
      <w:r>
        <w:t xml:space="preserve">. </w:t>
      </w:r>
      <w:r w:rsidR="00256283">
        <w:t>Charles avait raison</w:t>
      </w:r>
      <w:r>
        <w:t> !</w:t>
      </w:r>
    </w:p>
    <w:p w14:paraId="2E683897" w14:textId="77777777" w:rsidR="00435B4F" w:rsidRDefault="00256283" w:rsidP="00256283">
      <w:r>
        <w:t>Il s</w:t>
      </w:r>
      <w:r w:rsidR="00435B4F">
        <w:t>’</w:t>
      </w:r>
      <w:r>
        <w:t>interrompit et me regarda froidement</w:t>
      </w:r>
      <w:r w:rsidR="00435B4F">
        <w:t>.</w:t>
      </w:r>
    </w:p>
    <w:p w14:paraId="6F4FCE0C" w14:textId="77777777" w:rsidR="00435B4F" w:rsidRDefault="00435B4F" w:rsidP="00256283">
      <w:r>
        <w:t>— </w:t>
      </w:r>
      <w:r w:rsidR="00256283">
        <w:t>Nos hommes découvrirent donc</w:t>
      </w:r>
      <w:r>
        <w:t xml:space="preserve">, </w:t>
      </w:r>
      <w:r w:rsidR="00256283">
        <w:t xml:space="preserve">reprit </w:t>
      </w:r>
      <w:proofErr w:type="spellStart"/>
      <w:r w:rsidR="00256283">
        <w:t>Guild</w:t>
      </w:r>
      <w:proofErr w:type="spellEnd"/>
      <w:r>
        <w:t xml:space="preserve">, </w:t>
      </w:r>
      <w:r w:rsidR="00256283">
        <w:t>un coin de parquet cimenté qui paraissait plus récent et</w:t>
      </w:r>
      <w:r>
        <w:t xml:space="preserve">, </w:t>
      </w:r>
      <w:r w:rsidR="00256283">
        <w:t>dessous</w:t>
      </w:r>
      <w:r>
        <w:t xml:space="preserve">, </w:t>
      </w:r>
      <w:r w:rsidR="00256283">
        <w:t>les restes de Mr</w:t>
      </w:r>
      <w:r>
        <w:t xml:space="preserve">. </w:t>
      </w:r>
      <w:proofErr w:type="spellStart"/>
      <w:r>
        <w:t>D.W.Q</w:t>
      </w:r>
      <w:proofErr w:type="spellEnd"/>
      <w:r>
        <w:t xml:space="preserve">. </w:t>
      </w:r>
      <w:r w:rsidR="00256283">
        <w:t>Qu</w:t>
      </w:r>
      <w:r>
        <w:t>’</w:t>
      </w:r>
      <w:r w:rsidR="00256283">
        <w:t>en pensez-vous</w:t>
      </w:r>
      <w:r>
        <w:t> ?</w:t>
      </w:r>
    </w:p>
    <w:p w14:paraId="63A0905A" w14:textId="77777777" w:rsidR="00435B4F" w:rsidRDefault="00435B4F" w:rsidP="00256283">
      <w:r>
        <w:t>— </w:t>
      </w:r>
      <w:r w:rsidR="00256283">
        <w:t>Je pense que Mr</w:t>
      </w:r>
      <w:r>
        <w:t xml:space="preserve">. </w:t>
      </w:r>
      <w:r w:rsidR="00256283">
        <w:t>Charles a su deviner</w:t>
      </w:r>
      <w:r>
        <w:t xml:space="preserve"> ! </w:t>
      </w:r>
      <w:r w:rsidR="00256283">
        <w:t>dit l</w:t>
      </w:r>
      <w:r>
        <w:t>’</w:t>
      </w:r>
      <w:r w:rsidR="00256283">
        <w:t>avocat</w:t>
      </w:r>
      <w:r>
        <w:t xml:space="preserve">. </w:t>
      </w:r>
      <w:r w:rsidR="00256283">
        <w:t>Comment avez-vous</w:t>
      </w:r>
      <w:r>
        <w:t xml:space="preserve">… </w:t>
      </w:r>
      <w:r w:rsidR="00256283">
        <w:t>ajouta-t-il</w:t>
      </w:r>
      <w:r>
        <w:t xml:space="preserve">, </w:t>
      </w:r>
      <w:r w:rsidR="00256283">
        <w:t>tourné vers moi</w:t>
      </w:r>
      <w:r>
        <w:t>.</w:t>
      </w:r>
    </w:p>
    <w:p w14:paraId="21CEBF6A" w14:textId="77777777" w:rsidR="00435B4F" w:rsidRDefault="00435B4F" w:rsidP="00256283">
      <w:r>
        <w:t>— </w:t>
      </w:r>
      <w:r w:rsidR="00256283">
        <w:t>Ne dites pas qu</w:t>
      </w:r>
      <w:r>
        <w:t>’</w:t>
      </w:r>
      <w:r w:rsidR="00256283">
        <w:t>il a deviné</w:t>
      </w:r>
      <w:r>
        <w:t xml:space="preserve">, </w:t>
      </w:r>
      <w:r w:rsidR="00256283">
        <w:t>coupa le policier</w:t>
      </w:r>
      <w:r>
        <w:t xml:space="preserve">, </w:t>
      </w:r>
      <w:r w:rsidR="00256283">
        <w:t>Mr</w:t>
      </w:r>
      <w:r>
        <w:t xml:space="preserve">. </w:t>
      </w:r>
      <w:r w:rsidR="00256283">
        <w:t>Charles vaut mieux que ça et il ne s</w:t>
      </w:r>
      <w:r>
        <w:t>’</w:t>
      </w:r>
      <w:r w:rsidR="00256283">
        <w:t>est pas fié au hasard</w:t>
      </w:r>
      <w:r>
        <w:t>.</w:t>
      </w:r>
    </w:p>
    <w:p w14:paraId="1391FC82" w14:textId="77777777" w:rsidR="00435B4F" w:rsidRDefault="00435B4F" w:rsidP="00256283">
      <w:r>
        <w:t>— </w:t>
      </w:r>
      <w:r w:rsidR="00256283">
        <w:t>Je comprends</w:t>
      </w:r>
      <w:r>
        <w:t xml:space="preserve">, </w:t>
      </w:r>
      <w:r w:rsidR="00256283">
        <w:t>dis-je</w:t>
      </w:r>
      <w:r>
        <w:t xml:space="preserve">, </w:t>
      </w:r>
      <w:r w:rsidR="00256283">
        <w:t>je suis en quarantaine</w:t>
      </w:r>
      <w:r>
        <w:t xml:space="preserve">, </w:t>
      </w:r>
      <w:r w:rsidR="00256283">
        <w:t>lieutenant</w:t>
      </w:r>
      <w:r>
        <w:t xml:space="preserve">, </w:t>
      </w:r>
      <w:r w:rsidR="00256283">
        <w:t>parce que je ne vous ai pas rapporté mon entretien avec Mr</w:t>
      </w:r>
      <w:r>
        <w:t xml:space="preserve">. </w:t>
      </w:r>
      <w:r w:rsidR="00256283">
        <w:t>Macaulay</w:t>
      </w:r>
      <w:r>
        <w:t xml:space="preserve">, </w:t>
      </w:r>
      <w:r w:rsidR="00256283">
        <w:t>n</w:t>
      </w:r>
      <w:r>
        <w:t>’</w:t>
      </w:r>
      <w:r w:rsidR="00256283">
        <w:t>est-ce pas</w:t>
      </w:r>
      <w:r>
        <w:t> ?</w:t>
      </w:r>
    </w:p>
    <w:p w14:paraId="6290C723" w14:textId="77777777" w:rsidR="00435B4F" w:rsidRDefault="00435B4F" w:rsidP="00256283">
      <w:r>
        <w:t>— </w:t>
      </w:r>
      <w:r w:rsidR="00256283">
        <w:t>Pour cela</w:t>
      </w:r>
      <w:r>
        <w:t xml:space="preserve">… </w:t>
      </w:r>
      <w:r w:rsidR="00256283">
        <w:t>entre autres choses</w:t>
      </w:r>
      <w:r>
        <w:t xml:space="preserve">, </w:t>
      </w:r>
      <w:r w:rsidR="00256283">
        <w:t xml:space="preserve">approuva tranquillement </w:t>
      </w:r>
      <w:proofErr w:type="spellStart"/>
      <w:r w:rsidR="00256283">
        <w:t>Guild</w:t>
      </w:r>
      <w:proofErr w:type="spellEnd"/>
      <w:r>
        <w:t>.</w:t>
      </w:r>
    </w:p>
    <w:p w14:paraId="67348798" w14:textId="77777777" w:rsidR="00435B4F" w:rsidRDefault="00435B4F" w:rsidP="00256283">
      <w:r>
        <w:t>— </w:t>
      </w:r>
      <w:r w:rsidR="00256283">
        <w:t>Comment Mr</w:t>
      </w:r>
      <w:r>
        <w:t xml:space="preserve">. </w:t>
      </w:r>
      <w:proofErr w:type="spellStart"/>
      <w:r>
        <w:t>D.W.Q</w:t>
      </w:r>
      <w:proofErr w:type="spellEnd"/>
      <w:r>
        <w:t xml:space="preserve">. </w:t>
      </w:r>
      <w:r w:rsidR="00256283">
        <w:t>a-t-il été tué</w:t>
      </w:r>
      <w:r>
        <w:t xml:space="preserve"> ? </w:t>
      </w:r>
      <w:r w:rsidR="00256283">
        <w:t>demandai-je</w:t>
      </w:r>
      <w:r>
        <w:t>.</w:t>
      </w:r>
    </w:p>
    <w:p w14:paraId="6542B20D" w14:textId="77777777" w:rsidR="00435B4F" w:rsidRDefault="00256283" w:rsidP="00256283">
      <w:r>
        <w:t>Le lieutenant hésita puis</w:t>
      </w:r>
      <w:r w:rsidR="00435B4F">
        <w:t xml:space="preserve">, </w:t>
      </w:r>
      <w:r>
        <w:t>brusquement</w:t>
      </w:r>
      <w:r w:rsidR="00435B4F">
        <w:t xml:space="preserve">, </w:t>
      </w:r>
      <w:r>
        <w:t>haussant les épaules</w:t>
      </w:r>
      <w:r w:rsidR="00435B4F">
        <w:t> :</w:t>
      </w:r>
    </w:p>
    <w:p w14:paraId="4AB582C6" w14:textId="77777777" w:rsidR="00435B4F" w:rsidRDefault="00435B4F" w:rsidP="00256283">
      <w:r>
        <w:t>— </w:t>
      </w:r>
      <w:r w:rsidR="00256283">
        <w:t>Je n</w:t>
      </w:r>
      <w:r>
        <w:t>’</w:t>
      </w:r>
      <w:r w:rsidR="00256283">
        <w:t>en sais rien encore</w:t>
      </w:r>
      <w:r>
        <w:t xml:space="preserve"> ; </w:t>
      </w:r>
      <w:r w:rsidR="00256283">
        <w:t>le médecin légiste n</w:t>
      </w:r>
      <w:r>
        <w:t>’</w:t>
      </w:r>
      <w:r w:rsidR="00256283">
        <w:t>a pas fini d</w:t>
      </w:r>
      <w:r>
        <w:t>’</w:t>
      </w:r>
      <w:r w:rsidR="00256283">
        <w:t>examiner ce qui reste du cadavre qui a été scié en morceaux et enterré dans de la chaux vive qui a rongé la chair</w:t>
      </w:r>
      <w:r>
        <w:t xml:space="preserve"> ; </w:t>
      </w:r>
      <w:r w:rsidR="00256283">
        <w:t>ses vêtements</w:t>
      </w:r>
      <w:r>
        <w:t xml:space="preserve">, </w:t>
      </w:r>
      <w:r w:rsidR="00256283">
        <w:t>roulés en paquet</w:t>
      </w:r>
      <w:r>
        <w:t xml:space="preserve">, </w:t>
      </w:r>
      <w:r w:rsidR="00256283">
        <w:t>étaient à côté</w:t>
      </w:r>
      <w:r>
        <w:t xml:space="preserve">, </w:t>
      </w:r>
      <w:r w:rsidR="00256283">
        <w:t>ainsi qu</w:t>
      </w:r>
      <w:r>
        <w:t>’</w:t>
      </w:r>
      <w:r w:rsidR="00256283">
        <w:t>un fragment de canne à bout de caoutchouc</w:t>
      </w:r>
      <w:r>
        <w:t xml:space="preserve">. </w:t>
      </w:r>
      <w:r w:rsidR="00256283">
        <w:t>C</w:t>
      </w:r>
      <w:r>
        <w:t>’</w:t>
      </w:r>
      <w:r w:rsidR="00256283">
        <w:t>est ce qui nous fait supposer qu</w:t>
      </w:r>
      <w:r>
        <w:t>’</w:t>
      </w:r>
      <w:r w:rsidR="00256283">
        <w:t>il s</w:t>
      </w:r>
      <w:r>
        <w:t>’</w:t>
      </w:r>
      <w:r w:rsidR="00256283">
        <w:t>agit d</w:t>
      </w:r>
      <w:r>
        <w:t>’</w:t>
      </w:r>
      <w:r w:rsidR="00256283">
        <w:t>un boiteux</w:t>
      </w:r>
      <w:r>
        <w:t>.</w:t>
      </w:r>
    </w:p>
    <w:p w14:paraId="3066CEE8" w14:textId="77777777" w:rsidR="00435B4F" w:rsidRDefault="00256283" w:rsidP="00256283">
      <w:r>
        <w:lastRenderedPageBreak/>
        <w:t>Il s</w:t>
      </w:r>
      <w:r w:rsidR="00435B4F">
        <w:t>’</w:t>
      </w:r>
      <w:r>
        <w:t>interrompit</w:t>
      </w:r>
      <w:r w:rsidR="00435B4F">
        <w:t xml:space="preserve"> : </w:t>
      </w:r>
      <w:r>
        <w:t>Andy entrait</w:t>
      </w:r>
      <w:r w:rsidR="00435B4F">
        <w:t>.</w:t>
      </w:r>
    </w:p>
    <w:p w14:paraId="731C601D" w14:textId="77777777" w:rsidR="00435B4F" w:rsidRDefault="00435B4F" w:rsidP="00256283">
      <w:r>
        <w:t>— </w:t>
      </w:r>
      <w:r w:rsidR="00256283">
        <w:t>Eh bien</w:t>
      </w:r>
      <w:r>
        <w:t xml:space="preserve"> ? </w:t>
      </w:r>
      <w:r w:rsidR="00256283">
        <w:t xml:space="preserve">fit </w:t>
      </w:r>
      <w:proofErr w:type="spellStart"/>
      <w:r w:rsidR="00256283">
        <w:t>Guild</w:t>
      </w:r>
      <w:proofErr w:type="spellEnd"/>
      <w:r>
        <w:t>.</w:t>
      </w:r>
    </w:p>
    <w:p w14:paraId="22A01D77" w14:textId="77777777" w:rsidR="00435B4F" w:rsidRDefault="00256283" w:rsidP="00256283">
      <w:r>
        <w:t>L</w:t>
      </w:r>
      <w:r w:rsidR="00435B4F">
        <w:t>’</w:t>
      </w:r>
      <w:r>
        <w:t>inspecteur secoua la tête</w:t>
      </w:r>
      <w:r w:rsidR="00435B4F">
        <w:t>.</w:t>
      </w:r>
    </w:p>
    <w:p w14:paraId="73972B7B" w14:textId="77777777" w:rsidR="00435B4F" w:rsidRDefault="00435B4F" w:rsidP="00256283">
      <w:r>
        <w:t>— </w:t>
      </w:r>
      <w:r w:rsidR="00256283">
        <w:t>Personne ne l</w:t>
      </w:r>
      <w:r>
        <w:t>’</w:t>
      </w:r>
      <w:r w:rsidR="00256283">
        <w:t>a vu entrer ni sortir</w:t>
      </w:r>
      <w:r>
        <w:t xml:space="preserve">, </w:t>
      </w:r>
      <w:r w:rsidR="00256283">
        <w:t>dit-il</w:t>
      </w:r>
      <w:r>
        <w:t xml:space="preserve">. </w:t>
      </w:r>
      <w:r w:rsidR="00256283">
        <w:t>Il est si mince</w:t>
      </w:r>
      <w:r>
        <w:t xml:space="preserve">. </w:t>
      </w:r>
      <w:r w:rsidR="00256283">
        <w:t>N</w:t>
      </w:r>
      <w:r>
        <w:t>’</w:t>
      </w:r>
      <w:r w:rsidR="00256283">
        <w:t>est-ce pas vous</w:t>
      </w:r>
      <w:r>
        <w:t xml:space="preserve">, </w:t>
      </w:r>
      <w:r w:rsidR="00256283">
        <w:t>lieutenant</w:t>
      </w:r>
      <w:r>
        <w:t xml:space="preserve">, </w:t>
      </w:r>
      <w:r w:rsidR="00256283">
        <w:t>qui plaisantiez l</w:t>
      </w:r>
      <w:r>
        <w:t>’</w:t>
      </w:r>
      <w:r w:rsidR="00256283">
        <w:t>autre jour</w:t>
      </w:r>
      <w:r>
        <w:t xml:space="preserve">, </w:t>
      </w:r>
      <w:r w:rsidR="00256283">
        <w:t xml:space="preserve">à propos de </w:t>
      </w:r>
      <w:proofErr w:type="spellStart"/>
      <w:r w:rsidR="00256283">
        <w:t>Wynant</w:t>
      </w:r>
      <w:proofErr w:type="spellEnd"/>
      <w:r>
        <w:t xml:space="preserve">, </w:t>
      </w:r>
      <w:r w:rsidR="00256283">
        <w:t>en disant qu</w:t>
      </w:r>
      <w:r>
        <w:t>’</w:t>
      </w:r>
      <w:r w:rsidR="00256283">
        <w:t>il est si maigre qu</w:t>
      </w:r>
      <w:r>
        <w:t>’</w:t>
      </w:r>
      <w:r w:rsidR="00256283">
        <w:t>il faut qu</w:t>
      </w:r>
      <w:r>
        <w:t>’</w:t>
      </w:r>
      <w:r w:rsidR="00256283">
        <w:t>il se tienne deux fois debout au même endroit pour que son ombre apparaisse sur le sol à ses pieds</w:t>
      </w:r>
      <w:r>
        <w:t> ?</w:t>
      </w:r>
    </w:p>
    <w:p w14:paraId="096BF1F1" w14:textId="77777777" w:rsidR="00435B4F" w:rsidRDefault="00256283" w:rsidP="00256283">
      <w:r>
        <w:t>J</w:t>
      </w:r>
      <w:r w:rsidR="00435B4F">
        <w:t>’</w:t>
      </w:r>
      <w:r>
        <w:t>éclatai de rire</w:t>
      </w:r>
      <w:r w:rsidR="00435B4F">
        <w:t xml:space="preserve">, </w:t>
      </w:r>
      <w:r>
        <w:t>mais pas pour la plaisanterie idiote d</w:t>
      </w:r>
      <w:r w:rsidR="00435B4F">
        <w:t>’</w:t>
      </w:r>
      <w:r>
        <w:t>Andy</w:t>
      </w:r>
      <w:r w:rsidR="00435B4F">
        <w:t>.</w:t>
      </w:r>
    </w:p>
    <w:p w14:paraId="0D2D5F87" w14:textId="77777777" w:rsidR="00435B4F" w:rsidRDefault="00435B4F" w:rsidP="00256283">
      <w:r>
        <w:t>— </w:t>
      </w:r>
      <w:r w:rsidR="00256283">
        <w:t>Il n</w:t>
      </w:r>
      <w:r>
        <w:t>’</w:t>
      </w:r>
      <w:r w:rsidR="00256283">
        <w:t>est pas si mince que cela</w:t>
      </w:r>
      <w:r>
        <w:t xml:space="preserve">, </w:t>
      </w:r>
      <w:r w:rsidR="00256283">
        <w:t>dis-je</w:t>
      </w:r>
      <w:r>
        <w:t xml:space="preserve">, </w:t>
      </w:r>
      <w:r w:rsidR="00256283">
        <w:t>mais disons qu</w:t>
      </w:r>
      <w:r>
        <w:t>’</w:t>
      </w:r>
      <w:r w:rsidR="00256283">
        <w:t>il est mince comme le papier du chèque ou celui des lettres qu</w:t>
      </w:r>
      <w:r>
        <w:t>’</w:t>
      </w:r>
      <w:r w:rsidR="00256283">
        <w:t>il a envoyées</w:t>
      </w:r>
      <w:r>
        <w:t>.</w:t>
      </w:r>
    </w:p>
    <w:p w14:paraId="20B681A1" w14:textId="77777777" w:rsidR="00435B4F" w:rsidRDefault="00435B4F" w:rsidP="00256283">
      <w:r>
        <w:t>— </w:t>
      </w:r>
      <w:r w:rsidR="00256283">
        <w:t>Que voulez-vous dire</w:t>
      </w:r>
      <w:r>
        <w:t xml:space="preserve"> ? </w:t>
      </w:r>
      <w:r w:rsidR="00256283">
        <w:t xml:space="preserve">grommela </w:t>
      </w:r>
      <w:proofErr w:type="spellStart"/>
      <w:r w:rsidR="00256283">
        <w:t>Guild</w:t>
      </w:r>
      <w:proofErr w:type="spellEnd"/>
      <w:r>
        <w:t xml:space="preserve">, </w:t>
      </w:r>
      <w:r w:rsidR="00256283">
        <w:t>qui rougit soudain et me jeta un regard méfiant</w:t>
      </w:r>
      <w:r>
        <w:t>.</w:t>
      </w:r>
    </w:p>
    <w:p w14:paraId="1497D130" w14:textId="77777777" w:rsidR="00435B4F" w:rsidRDefault="00435B4F" w:rsidP="00256283">
      <w:r>
        <w:t>— </w:t>
      </w:r>
      <w:r w:rsidR="00256283">
        <w:t xml:space="preserve">Je veux dire que </w:t>
      </w:r>
      <w:proofErr w:type="spellStart"/>
      <w:r w:rsidR="00256283">
        <w:t>Wynant</w:t>
      </w:r>
      <w:proofErr w:type="spellEnd"/>
      <w:r w:rsidR="00256283">
        <w:t xml:space="preserve"> est mort</w:t>
      </w:r>
      <w:r>
        <w:t xml:space="preserve">… </w:t>
      </w:r>
      <w:r w:rsidR="00256283">
        <w:t>depuis longtemps</w:t>
      </w:r>
      <w:r>
        <w:t xml:space="preserve">, </w:t>
      </w:r>
      <w:r w:rsidR="00256283">
        <w:t>sauf sur le papier</w:t>
      </w:r>
      <w:r>
        <w:t xml:space="preserve">. </w:t>
      </w:r>
      <w:r w:rsidR="00256283">
        <w:t>Je vous parie</w:t>
      </w:r>
      <w:r>
        <w:t xml:space="preserve"> – </w:t>
      </w:r>
      <w:r w:rsidR="00256283">
        <w:t>à égalité</w:t>
      </w:r>
      <w:r>
        <w:t xml:space="preserve"> – </w:t>
      </w:r>
      <w:r w:rsidR="00256283">
        <w:t>que ce sont ses os que l</w:t>
      </w:r>
      <w:r>
        <w:t>’</w:t>
      </w:r>
      <w:r w:rsidR="00256283">
        <w:t>on a découverts sous le ciment</w:t>
      </w:r>
      <w:r>
        <w:t>.</w:t>
      </w:r>
    </w:p>
    <w:p w14:paraId="1F40CDCB" w14:textId="77777777" w:rsidR="00435B4F" w:rsidRDefault="00256283" w:rsidP="00256283">
      <w:r>
        <w:t>Macaulay se pencha vers moi</w:t>
      </w:r>
      <w:r w:rsidR="00435B4F">
        <w:t>.</w:t>
      </w:r>
    </w:p>
    <w:p w14:paraId="1423B6CC" w14:textId="77777777" w:rsidR="00435B4F" w:rsidRDefault="00435B4F" w:rsidP="00256283">
      <w:r>
        <w:t>— </w:t>
      </w:r>
      <w:r w:rsidR="00256283">
        <w:t>Vous êtes sûr</w:t>
      </w:r>
      <w:r>
        <w:t xml:space="preserve">, </w:t>
      </w:r>
      <w:r w:rsidR="00256283">
        <w:t>Charles</w:t>
      </w:r>
      <w:r>
        <w:t xml:space="preserve"> ? </w:t>
      </w:r>
      <w:r w:rsidR="00256283">
        <w:t>dit-il</w:t>
      </w:r>
      <w:r>
        <w:t>.</w:t>
      </w:r>
    </w:p>
    <w:p w14:paraId="39285F9D" w14:textId="77777777" w:rsidR="00435B4F" w:rsidRDefault="00435B4F" w:rsidP="00256283">
      <w:r>
        <w:t>— </w:t>
      </w:r>
      <w:r w:rsidR="00256283">
        <w:t>Qu</w:t>
      </w:r>
      <w:r>
        <w:t>’</w:t>
      </w:r>
      <w:r w:rsidR="00256283">
        <w:t>est-ce que cette nouvelle blague</w:t>
      </w:r>
      <w:r>
        <w:t xml:space="preserve"> ? </w:t>
      </w:r>
      <w:r w:rsidR="00256283">
        <w:t xml:space="preserve">ricana </w:t>
      </w:r>
      <w:proofErr w:type="spellStart"/>
      <w:r w:rsidR="00256283">
        <w:t>Guild</w:t>
      </w:r>
      <w:proofErr w:type="spellEnd"/>
      <w:r>
        <w:t>.</w:t>
      </w:r>
    </w:p>
    <w:p w14:paraId="5CE8EA04" w14:textId="77777777" w:rsidR="00435B4F" w:rsidRDefault="00435B4F" w:rsidP="00256283">
      <w:r>
        <w:t>— </w:t>
      </w:r>
      <w:r w:rsidR="00256283">
        <w:t>Le pari tient toujours</w:t>
      </w:r>
      <w:r>
        <w:t xml:space="preserve">, </w:t>
      </w:r>
      <w:r w:rsidR="00256283">
        <w:t>répondis-je</w:t>
      </w:r>
      <w:r>
        <w:t xml:space="preserve">. </w:t>
      </w:r>
      <w:r w:rsidR="00256283">
        <w:t>Ne trouvez-vous pas bizarre que l</w:t>
      </w:r>
      <w:r>
        <w:t>’</w:t>
      </w:r>
      <w:r w:rsidR="00256283">
        <w:t>on prenne tant de précautions pour faire disparaître le cadavre et que l</w:t>
      </w:r>
      <w:r>
        <w:t>’</w:t>
      </w:r>
      <w:r w:rsidR="00256283">
        <w:t>on abandonne auprès de lui des choses dont on peut si facilement se débarrasser</w:t>
      </w:r>
      <w:r>
        <w:t xml:space="preserve"> : </w:t>
      </w:r>
      <w:r w:rsidR="00256283">
        <w:t>des vêtements intacts</w:t>
      </w:r>
      <w:r>
        <w:t>…</w:t>
      </w:r>
    </w:p>
    <w:p w14:paraId="6E668F71" w14:textId="77777777" w:rsidR="00435B4F" w:rsidRDefault="00435B4F" w:rsidP="00256283">
      <w:r>
        <w:lastRenderedPageBreak/>
        <w:t>— </w:t>
      </w:r>
      <w:r w:rsidR="00256283">
        <w:t>Ils n</w:t>
      </w:r>
      <w:r>
        <w:t>’</w:t>
      </w:r>
      <w:r w:rsidR="00256283">
        <w:t>étaient pas intacts</w:t>
      </w:r>
      <w:r>
        <w:t>.</w:t>
      </w:r>
    </w:p>
    <w:p w14:paraId="6F99C2C8" w14:textId="77777777" w:rsidR="00435B4F" w:rsidRDefault="00435B4F" w:rsidP="00256283">
      <w:r>
        <w:t>— </w:t>
      </w:r>
      <w:r w:rsidR="00256283">
        <w:t>Bien entendu</w:t>
      </w:r>
      <w:r>
        <w:t xml:space="preserve">, </w:t>
      </w:r>
      <w:r w:rsidR="00256283">
        <w:t>Cela eût paru suspect</w:t>
      </w:r>
      <w:r>
        <w:t xml:space="preserve"> : </w:t>
      </w:r>
      <w:r w:rsidR="00256283">
        <w:t>ils étaient juste assez endommagés pour que cela parût normal</w:t>
      </w:r>
      <w:r>
        <w:t xml:space="preserve">, </w:t>
      </w:r>
      <w:r w:rsidR="00256283">
        <w:t>mais je suis sûr que les initiales étaient très visibles</w:t>
      </w:r>
      <w:r>
        <w:t>.</w:t>
      </w:r>
    </w:p>
    <w:p w14:paraId="78D25FAC" w14:textId="77777777" w:rsidR="00435B4F" w:rsidRDefault="00435B4F" w:rsidP="00256283">
      <w:r>
        <w:t>— </w:t>
      </w:r>
      <w:r w:rsidR="00256283">
        <w:t>Sur une boucle de ceinture</w:t>
      </w:r>
      <w:r>
        <w:t xml:space="preserve">, </w:t>
      </w:r>
      <w:r w:rsidR="00256283">
        <w:t xml:space="preserve">dit </w:t>
      </w:r>
      <w:proofErr w:type="spellStart"/>
      <w:r w:rsidR="00256283">
        <w:t>Guild</w:t>
      </w:r>
      <w:proofErr w:type="spellEnd"/>
      <w:r>
        <w:t>.</w:t>
      </w:r>
    </w:p>
    <w:p w14:paraId="39AD54C7" w14:textId="77777777" w:rsidR="00435B4F" w:rsidRDefault="00256283" w:rsidP="00256283">
      <w:r>
        <w:t>J</w:t>
      </w:r>
      <w:r w:rsidR="00435B4F">
        <w:t>’</w:t>
      </w:r>
      <w:r>
        <w:t>éclatai de rire</w:t>
      </w:r>
      <w:r w:rsidR="00435B4F">
        <w:t>.</w:t>
      </w:r>
    </w:p>
    <w:p w14:paraId="499A238B" w14:textId="77777777" w:rsidR="00435B4F" w:rsidRDefault="00435B4F" w:rsidP="00256283">
      <w:r>
        <w:t>— </w:t>
      </w:r>
      <w:r w:rsidR="00256283">
        <w:t>C</w:t>
      </w:r>
      <w:r>
        <w:t>’</w:t>
      </w:r>
      <w:r w:rsidR="00256283">
        <w:t>est ridicule</w:t>
      </w:r>
      <w:r>
        <w:t xml:space="preserve">, </w:t>
      </w:r>
      <w:r w:rsidR="00256283">
        <w:t>Nick</w:t>
      </w:r>
      <w:r>
        <w:t xml:space="preserve"> ! </w:t>
      </w:r>
      <w:r w:rsidR="00256283">
        <w:t>s</w:t>
      </w:r>
      <w:r>
        <w:t>’</w:t>
      </w:r>
      <w:r w:rsidR="00256283">
        <w:t>exclama Mimi</w:t>
      </w:r>
      <w:r>
        <w:t xml:space="preserve">. </w:t>
      </w:r>
      <w:r w:rsidR="00256283">
        <w:t>Comment s</w:t>
      </w:r>
      <w:r>
        <w:t>’</w:t>
      </w:r>
      <w:r w:rsidR="00256283">
        <w:t>agirait-il de Clyde qui était ici tout à l</w:t>
      </w:r>
      <w:r>
        <w:t>’</w:t>
      </w:r>
      <w:r w:rsidR="00256283">
        <w:t>heure</w:t>
      </w:r>
      <w:r>
        <w:t> ?</w:t>
      </w:r>
    </w:p>
    <w:p w14:paraId="39526FC0" w14:textId="77777777" w:rsidR="00435B4F" w:rsidRDefault="00435B4F" w:rsidP="00256283">
      <w:r>
        <w:t>— </w:t>
      </w:r>
      <w:r w:rsidR="00256283">
        <w:t>Chut</w:t>
      </w:r>
      <w:r>
        <w:t xml:space="preserve">, </w:t>
      </w:r>
      <w:r w:rsidR="00256283">
        <w:t>chut</w:t>
      </w:r>
      <w:r>
        <w:t xml:space="preserve"> ! </w:t>
      </w:r>
      <w:r w:rsidR="00256283">
        <w:t>répondis-je</w:t>
      </w:r>
      <w:r>
        <w:t xml:space="preserve">, </w:t>
      </w:r>
      <w:r w:rsidR="00256283">
        <w:t>pourquoi jouez-vous un jeu si dangereux</w:t>
      </w:r>
      <w:r>
        <w:t xml:space="preserve">, </w:t>
      </w:r>
      <w:r w:rsidR="00256283">
        <w:t>Mimi</w:t>
      </w:r>
      <w:r>
        <w:t xml:space="preserve">, </w:t>
      </w:r>
      <w:r w:rsidR="00256283">
        <w:t>et si peu avantageux</w:t>
      </w:r>
      <w:r>
        <w:t xml:space="preserve"> ; </w:t>
      </w:r>
      <w:proofErr w:type="spellStart"/>
      <w:r w:rsidR="00256283">
        <w:t>Wynant</w:t>
      </w:r>
      <w:proofErr w:type="spellEnd"/>
      <w:r w:rsidR="00256283">
        <w:t xml:space="preserve"> est mort et vos enfants sont sans doute ses seuls héritiers</w:t>
      </w:r>
      <w:r>
        <w:t xml:space="preserve"> ; </w:t>
      </w:r>
      <w:r w:rsidR="00256283">
        <w:t>cela représente plus d</w:t>
      </w:r>
      <w:r>
        <w:t>’</w:t>
      </w:r>
      <w:r w:rsidR="00256283">
        <w:t>argent qu</w:t>
      </w:r>
      <w:r>
        <w:t>’</w:t>
      </w:r>
      <w:r w:rsidR="00256283">
        <w:t>il y en a dans ce tiroir</w:t>
      </w:r>
      <w:r>
        <w:t xml:space="preserve">. </w:t>
      </w:r>
      <w:r w:rsidR="00256283">
        <w:t>Pourquoi vous contenter d</w:t>
      </w:r>
      <w:r>
        <w:t>’</w:t>
      </w:r>
      <w:r w:rsidR="00256283">
        <w:t>une partie de sa fortune quand vous pouvez avoir tout</w:t>
      </w:r>
      <w:r>
        <w:t> ?</w:t>
      </w:r>
    </w:p>
    <w:p w14:paraId="2A95F3F0" w14:textId="77777777" w:rsidR="00435B4F" w:rsidRDefault="00435B4F" w:rsidP="00256283">
      <w:r>
        <w:t>— </w:t>
      </w:r>
      <w:r w:rsidR="00256283">
        <w:t>Je ne comprends pas</w:t>
      </w:r>
      <w:r>
        <w:t xml:space="preserve"> ! </w:t>
      </w:r>
      <w:r w:rsidR="00256283">
        <w:t>dit-elle</w:t>
      </w:r>
      <w:r>
        <w:t xml:space="preserve">, </w:t>
      </w:r>
      <w:r w:rsidR="00256283">
        <w:t>très pâle</w:t>
      </w:r>
      <w:r>
        <w:t>.</w:t>
      </w:r>
    </w:p>
    <w:p w14:paraId="55BC1A33" w14:textId="77777777" w:rsidR="00435B4F" w:rsidRDefault="00435B4F" w:rsidP="00256283">
      <w:r>
        <w:t>— </w:t>
      </w:r>
      <w:r w:rsidR="00256283">
        <w:t>Charles pense</w:t>
      </w:r>
      <w:r>
        <w:t xml:space="preserve">, </w:t>
      </w:r>
      <w:r w:rsidR="00256283">
        <w:t>dit Macaulay</w:t>
      </w:r>
      <w:r>
        <w:t xml:space="preserve">, </w:t>
      </w:r>
      <w:r w:rsidR="00256283">
        <w:t xml:space="preserve">que </w:t>
      </w:r>
      <w:proofErr w:type="spellStart"/>
      <w:r w:rsidR="00256283">
        <w:t>Wynant</w:t>
      </w:r>
      <w:proofErr w:type="spellEnd"/>
      <w:r w:rsidR="00256283">
        <w:t xml:space="preserve"> n</w:t>
      </w:r>
      <w:r>
        <w:t>’</w:t>
      </w:r>
      <w:r w:rsidR="00256283">
        <w:t>était pas ici cet après-midi et que quelqu</w:t>
      </w:r>
      <w:r>
        <w:t>’</w:t>
      </w:r>
      <w:r w:rsidR="00256283">
        <w:t>un d</w:t>
      </w:r>
      <w:r>
        <w:t>’</w:t>
      </w:r>
      <w:r w:rsidR="00256283">
        <w:t>autre vous a remis les titres et le chèque</w:t>
      </w:r>
      <w:r>
        <w:t xml:space="preserve">, </w:t>
      </w:r>
      <w:r w:rsidR="00256283">
        <w:t>ou bien que vous les avez volés</w:t>
      </w:r>
      <w:r>
        <w:t xml:space="preserve">. </w:t>
      </w:r>
      <w:r w:rsidR="00256283">
        <w:t>C</w:t>
      </w:r>
      <w:r>
        <w:t>’</w:t>
      </w:r>
      <w:r w:rsidR="00256283">
        <w:t>est bien cela</w:t>
      </w:r>
      <w:r>
        <w:t xml:space="preserve">, </w:t>
      </w:r>
      <w:r w:rsidR="00256283">
        <w:t>Charles</w:t>
      </w:r>
      <w:r>
        <w:t> ?</w:t>
      </w:r>
    </w:p>
    <w:p w14:paraId="2C45F277" w14:textId="77777777" w:rsidR="00435B4F" w:rsidRDefault="00435B4F" w:rsidP="00256283">
      <w:r>
        <w:t>— </w:t>
      </w:r>
      <w:r w:rsidR="00256283">
        <w:t>À peu près</w:t>
      </w:r>
      <w:r>
        <w:t> !</w:t>
      </w:r>
    </w:p>
    <w:p w14:paraId="12739434" w14:textId="77777777" w:rsidR="00435B4F" w:rsidRDefault="00435B4F" w:rsidP="00256283">
      <w:r>
        <w:t>— </w:t>
      </w:r>
      <w:r w:rsidR="00256283">
        <w:t>Mais c</w:t>
      </w:r>
      <w:r>
        <w:t>’</w:t>
      </w:r>
      <w:r w:rsidR="00256283">
        <w:t>est ridicule</w:t>
      </w:r>
      <w:r>
        <w:t xml:space="preserve"> ! </w:t>
      </w:r>
      <w:r w:rsidR="00256283">
        <w:t>insista Mimi</w:t>
      </w:r>
      <w:r>
        <w:t>.</w:t>
      </w:r>
    </w:p>
    <w:p w14:paraId="7709419D" w14:textId="77777777" w:rsidR="00435B4F" w:rsidRDefault="00435B4F" w:rsidP="00256283">
      <w:r>
        <w:t>— </w:t>
      </w:r>
      <w:r w:rsidR="00256283">
        <w:t>Ne dites donc pas de bêtises</w:t>
      </w:r>
      <w:r>
        <w:t xml:space="preserve">, </w:t>
      </w:r>
      <w:r w:rsidR="00256283">
        <w:t>Mimi</w:t>
      </w:r>
      <w:r>
        <w:t xml:space="preserve">, </w:t>
      </w:r>
      <w:r w:rsidR="00256283">
        <w:t>repris-je</w:t>
      </w:r>
      <w:r>
        <w:t xml:space="preserve">. </w:t>
      </w:r>
      <w:r w:rsidR="00256283">
        <w:t xml:space="preserve">Supposons que </w:t>
      </w:r>
      <w:proofErr w:type="spellStart"/>
      <w:r w:rsidR="00256283">
        <w:t>Wynant</w:t>
      </w:r>
      <w:proofErr w:type="spellEnd"/>
      <w:r w:rsidR="00256283">
        <w:t xml:space="preserve"> ait été tué</w:t>
      </w:r>
      <w:r>
        <w:t xml:space="preserve">, </w:t>
      </w:r>
      <w:r w:rsidR="00256283">
        <w:t>il y a trois mois</w:t>
      </w:r>
      <w:r>
        <w:t xml:space="preserve">, </w:t>
      </w:r>
      <w:r w:rsidR="00256283">
        <w:t xml:space="preserve">et que son cadavre ait été </w:t>
      </w:r>
      <w:r>
        <w:t>« </w:t>
      </w:r>
      <w:r w:rsidR="00256283">
        <w:t>maquillé</w:t>
      </w:r>
      <w:r>
        <w:t xml:space="preserve"> ». </w:t>
      </w:r>
      <w:r w:rsidR="00256283">
        <w:t>Votre ex-mari paraît avoir disparu en laissant à Macaulay une procuration générale</w:t>
      </w:r>
      <w:r>
        <w:t xml:space="preserve">. </w:t>
      </w:r>
      <w:r w:rsidR="00256283">
        <w:t xml:space="preserve">Dans ce cas la fortune de </w:t>
      </w:r>
      <w:proofErr w:type="spellStart"/>
      <w:r w:rsidR="00256283">
        <w:t>Wynant</w:t>
      </w:r>
      <w:proofErr w:type="spellEnd"/>
      <w:r w:rsidR="00256283">
        <w:t xml:space="preserve"> est entre les mains de son avocat</w:t>
      </w:r>
      <w:r>
        <w:t xml:space="preserve">, </w:t>
      </w:r>
      <w:r w:rsidR="00256283">
        <w:t>pour toujours</w:t>
      </w:r>
      <w:r>
        <w:t xml:space="preserve">, </w:t>
      </w:r>
      <w:r w:rsidR="00256283">
        <w:t>ou</w:t>
      </w:r>
      <w:r>
        <w:t xml:space="preserve">, </w:t>
      </w:r>
      <w:r w:rsidR="00256283">
        <w:t>au moins</w:t>
      </w:r>
      <w:r>
        <w:t xml:space="preserve">, </w:t>
      </w:r>
      <w:r w:rsidR="00256283">
        <w:t>jusqu</w:t>
      </w:r>
      <w:r>
        <w:t>’</w:t>
      </w:r>
      <w:r w:rsidR="00256283">
        <w:t>à ce qu</w:t>
      </w:r>
      <w:r>
        <w:t>’</w:t>
      </w:r>
      <w:r w:rsidR="00256283">
        <w:t>il l</w:t>
      </w:r>
      <w:r>
        <w:t>’</w:t>
      </w:r>
      <w:r w:rsidR="00256283">
        <w:t>ait dépensée</w:t>
      </w:r>
      <w:r>
        <w:t xml:space="preserve">, </w:t>
      </w:r>
      <w:r w:rsidR="00256283">
        <w:t>car</w:t>
      </w:r>
      <w:r>
        <w:t>…</w:t>
      </w:r>
    </w:p>
    <w:p w14:paraId="3927231D" w14:textId="77777777" w:rsidR="00435B4F" w:rsidRDefault="00256283" w:rsidP="00256283">
      <w:r>
        <w:lastRenderedPageBreak/>
        <w:t>Macaulay se leva et dit</w:t>
      </w:r>
      <w:r w:rsidR="00435B4F">
        <w:t> :</w:t>
      </w:r>
    </w:p>
    <w:p w14:paraId="2D7AEBC6" w14:textId="77777777" w:rsidR="00435B4F" w:rsidRDefault="00435B4F" w:rsidP="00256283">
      <w:r>
        <w:t>— </w:t>
      </w:r>
      <w:r w:rsidR="00256283">
        <w:t>Je ne vois pas où vous voulez en venir</w:t>
      </w:r>
      <w:r>
        <w:t xml:space="preserve">, </w:t>
      </w:r>
      <w:r w:rsidR="00256283">
        <w:t>Charles</w:t>
      </w:r>
      <w:r>
        <w:t>.</w:t>
      </w:r>
    </w:p>
    <w:p w14:paraId="5FB3D568" w14:textId="77777777" w:rsidR="00435B4F" w:rsidRDefault="00435B4F" w:rsidP="00256283">
      <w:r>
        <w:t>— </w:t>
      </w:r>
      <w:r w:rsidR="00256283">
        <w:t>Doucement</w:t>
      </w:r>
      <w:r>
        <w:t xml:space="preserve"> ! </w:t>
      </w:r>
      <w:r w:rsidR="00256283">
        <w:t xml:space="preserve">intervint </w:t>
      </w:r>
      <w:proofErr w:type="spellStart"/>
      <w:r w:rsidR="00256283">
        <w:t>Guild</w:t>
      </w:r>
      <w:proofErr w:type="spellEnd"/>
      <w:r>
        <w:t xml:space="preserve">, </w:t>
      </w:r>
      <w:r w:rsidR="00256283">
        <w:t>laissez-le parler</w:t>
      </w:r>
      <w:r>
        <w:t> !</w:t>
      </w:r>
    </w:p>
    <w:p w14:paraId="110EE5C1" w14:textId="77777777" w:rsidR="00435B4F" w:rsidRDefault="00435B4F" w:rsidP="00256283">
      <w:r>
        <w:t>— </w:t>
      </w:r>
      <w:r w:rsidR="00256283">
        <w:t xml:space="preserve">Macaulay a tué </w:t>
      </w:r>
      <w:proofErr w:type="spellStart"/>
      <w:r w:rsidR="00256283">
        <w:t>Wynant</w:t>
      </w:r>
      <w:proofErr w:type="spellEnd"/>
      <w:r>
        <w:t xml:space="preserve">, </w:t>
      </w:r>
      <w:r w:rsidR="00256283">
        <w:t>continuai-je</w:t>
      </w:r>
      <w:r>
        <w:t xml:space="preserve"> ; </w:t>
      </w:r>
      <w:r w:rsidR="00256283">
        <w:t>il a tué Julia</w:t>
      </w:r>
      <w:r>
        <w:t xml:space="preserve"> ; </w:t>
      </w:r>
      <w:r w:rsidR="00256283">
        <w:t xml:space="preserve">il a tué </w:t>
      </w:r>
      <w:proofErr w:type="spellStart"/>
      <w:r w:rsidR="00256283">
        <w:t>Nunheim</w:t>
      </w:r>
      <w:proofErr w:type="spellEnd"/>
      <w:r>
        <w:t xml:space="preserve">. </w:t>
      </w:r>
      <w:r w:rsidR="00256283">
        <w:t>Voulez-vous être la quatrième victime</w:t>
      </w:r>
      <w:r>
        <w:t xml:space="preserve">, </w:t>
      </w:r>
      <w:r w:rsidR="00256283">
        <w:t>Mimi</w:t>
      </w:r>
      <w:r>
        <w:t xml:space="preserve"> ? </w:t>
      </w:r>
      <w:r w:rsidR="00256283">
        <w:t>Vous devriez comprendre que</w:t>
      </w:r>
      <w:r>
        <w:t xml:space="preserve">, </w:t>
      </w:r>
      <w:r w:rsidR="00256283">
        <w:t>du fait que vous l</w:t>
      </w:r>
      <w:r>
        <w:t>’</w:t>
      </w:r>
      <w:r w:rsidR="00256283">
        <w:t>avez aidé en déclarant avoir vu votre ex-mari vivant</w:t>
      </w:r>
      <w:r>
        <w:t xml:space="preserve">, – </w:t>
      </w:r>
      <w:r w:rsidR="00256283">
        <w:t>car c</w:t>
      </w:r>
      <w:r>
        <w:t>’</w:t>
      </w:r>
      <w:r w:rsidR="00256283">
        <w:t>est là le point faible de sa théorie</w:t>
      </w:r>
      <w:r>
        <w:t xml:space="preserve"> : </w:t>
      </w:r>
      <w:r w:rsidR="00256283">
        <w:t xml:space="preserve">il est le seul qui prétende avoir vu </w:t>
      </w:r>
      <w:proofErr w:type="spellStart"/>
      <w:r w:rsidR="00256283">
        <w:t>Wynant</w:t>
      </w:r>
      <w:proofErr w:type="spellEnd"/>
      <w:r w:rsidR="00256283">
        <w:t xml:space="preserve"> depuis octobre</w:t>
      </w:r>
      <w:r>
        <w:t xml:space="preserve"> – </w:t>
      </w:r>
      <w:r w:rsidR="00256283">
        <w:t>vous devez comprendre qu</w:t>
      </w:r>
      <w:r>
        <w:t>’</w:t>
      </w:r>
      <w:r w:rsidR="00256283">
        <w:t>il ne vous permettra pas de changer d</w:t>
      </w:r>
      <w:r>
        <w:t>’</w:t>
      </w:r>
      <w:r w:rsidR="00256283">
        <w:t>avis là-dessus</w:t>
      </w:r>
      <w:r>
        <w:t xml:space="preserve"> ; </w:t>
      </w:r>
      <w:r w:rsidR="00256283">
        <w:t>il se débarrassera de vous</w:t>
      </w:r>
      <w:r>
        <w:t xml:space="preserve">, </w:t>
      </w:r>
      <w:r w:rsidR="00256283">
        <w:t>avec le même revolver</w:t>
      </w:r>
      <w:r>
        <w:t xml:space="preserve">, </w:t>
      </w:r>
      <w:r w:rsidR="00256283">
        <w:t>et l</w:t>
      </w:r>
      <w:r>
        <w:t>’</w:t>
      </w:r>
      <w:r w:rsidR="00256283">
        <w:t xml:space="preserve">on accusera </w:t>
      </w:r>
      <w:proofErr w:type="spellStart"/>
      <w:r w:rsidR="00256283">
        <w:t>Wynant</w:t>
      </w:r>
      <w:proofErr w:type="spellEnd"/>
      <w:r w:rsidR="00256283">
        <w:t xml:space="preserve"> une fois de plus</w:t>
      </w:r>
      <w:r>
        <w:t xml:space="preserve">. </w:t>
      </w:r>
      <w:r w:rsidR="00256283">
        <w:t>Et pourquoi avez-vous consenti</w:t>
      </w:r>
      <w:r>
        <w:t xml:space="preserve"> ? </w:t>
      </w:r>
      <w:r w:rsidR="00256283">
        <w:t>Pour une partie de la fortune qui doit vous revenir par l</w:t>
      </w:r>
      <w:r>
        <w:t>’</w:t>
      </w:r>
      <w:r w:rsidR="00256283">
        <w:t>intermédiaire de vos enfants quand la mort de votre ex-mari sera prouvée</w:t>
      </w:r>
      <w:r>
        <w:t> !</w:t>
      </w:r>
    </w:p>
    <w:p w14:paraId="0390D0F8" w14:textId="77777777" w:rsidR="00435B4F" w:rsidRDefault="00256283" w:rsidP="00256283">
      <w:r>
        <w:t>Elle se tourna vers Macaulay et dit</w:t>
      </w:r>
      <w:r w:rsidR="00435B4F">
        <w:t> :</w:t>
      </w:r>
    </w:p>
    <w:p w14:paraId="65AD61E1" w14:textId="77777777" w:rsidR="00435B4F" w:rsidRDefault="00435B4F" w:rsidP="00256283">
      <w:r>
        <w:t>— </w:t>
      </w:r>
      <w:r w:rsidR="00256283">
        <w:t>Salaud</w:t>
      </w:r>
      <w:r>
        <w:t> !</w:t>
      </w:r>
    </w:p>
    <w:p w14:paraId="4790DFE3" w14:textId="77777777" w:rsidR="00435B4F" w:rsidRDefault="00256283" w:rsidP="00256283">
      <w:proofErr w:type="spellStart"/>
      <w:r>
        <w:t>Guild</w:t>
      </w:r>
      <w:proofErr w:type="spellEnd"/>
      <w:r>
        <w:t xml:space="preserve"> la regardait</w:t>
      </w:r>
      <w:r w:rsidR="00435B4F">
        <w:t xml:space="preserve">, </w:t>
      </w:r>
      <w:r>
        <w:t>bouche bée</w:t>
      </w:r>
      <w:r w:rsidR="00435B4F">
        <w:t xml:space="preserve">, </w:t>
      </w:r>
      <w:r>
        <w:t>plus surpris par cette injure que par ce que je venais de dire</w:t>
      </w:r>
      <w:r w:rsidR="00435B4F">
        <w:t>.</w:t>
      </w:r>
    </w:p>
    <w:p w14:paraId="1BE9D791" w14:textId="77777777" w:rsidR="00435B4F" w:rsidRDefault="00256283" w:rsidP="00256283">
      <w:r>
        <w:t>L</w:t>
      </w:r>
      <w:r w:rsidR="00435B4F">
        <w:t>’</w:t>
      </w:r>
      <w:r>
        <w:t>avocat allait bondir</w:t>
      </w:r>
      <w:r w:rsidR="00435B4F">
        <w:t xml:space="preserve">, </w:t>
      </w:r>
      <w:r>
        <w:t>mais je ne lui en laissai pas le temps</w:t>
      </w:r>
      <w:r w:rsidR="00435B4F">
        <w:t xml:space="preserve"> ; </w:t>
      </w:r>
      <w:r>
        <w:t>d</w:t>
      </w:r>
      <w:r w:rsidR="00435B4F">
        <w:t>’</w:t>
      </w:r>
      <w:r>
        <w:t>un direct du gauche au menton je l</w:t>
      </w:r>
      <w:r w:rsidR="00435B4F">
        <w:t>’</w:t>
      </w:r>
      <w:r>
        <w:t>étendis sur le tapis</w:t>
      </w:r>
      <w:r w:rsidR="00435B4F">
        <w:t xml:space="preserve">. </w:t>
      </w:r>
      <w:r>
        <w:t>J</w:t>
      </w:r>
      <w:r w:rsidR="00435B4F">
        <w:t>’</w:t>
      </w:r>
      <w:r>
        <w:t>éprouvai au même instant la sensation d</w:t>
      </w:r>
      <w:r w:rsidR="00435B4F">
        <w:t>’</w:t>
      </w:r>
      <w:r>
        <w:t>une brûlure</w:t>
      </w:r>
      <w:r w:rsidR="00435B4F">
        <w:t xml:space="preserve">, </w:t>
      </w:r>
      <w:r>
        <w:t>sous le sein gauche</w:t>
      </w:r>
      <w:r w:rsidR="00435B4F">
        <w:t xml:space="preserve">, </w:t>
      </w:r>
      <w:r>
        <w:t>et je compris que ma blessure s</w:t>
      </w:r>
      <w:r w:rsidR="00435B4F">
        <w:t>’</w:t>
      </w:r>
      <w:r>
        <w:t>était rouverte</w:t>
      </w:r>
      <w:r w:rsidR="00435B4F">
        <w:t>.</w:t>
      </w:r>
    </w:p>
    <w:p w14:paraId="74FF8FD1" w14:textId="77777777" w:rsidR="00435B4F" w:rsidRDefault="00435B4F" w:rsidP="00256283">
      <w:r>
        <w:t>— </w:t>
      </w:r>
      <w:r w:rsidR="00256283">
        <w:t>Eh bien</w:t>
      </w:r>
      <w:r>
        <w:t xml:space="preserve">, </w:t>
      </w:r>
      <w:r w:rsidR="00256283">
        <w:t xml:space="preserve">dis-je à </w:t>
      </w:r>
      <w:proofErr w:type="spellStart"/>
      <w:r w:rsidR="00256283">
        <w:t>Guild</w:t>
      </w:r>
      <w:proofErr w:type="spellEnd"/>
      <w:r>
        <w:t xml:space="preserve">, </w:t>
      </w:r>
      <w:r w:rsidR="00256283">
        <w:t>qu</w:t>
      </w:r>
      <w:r>
        <w:t>’</w:t>
      </w:r>
      <w:r w:rsidR="00256283">
        <w:t>attendez-vous pour l</w:t>
      </w:r>
      <w:r>
        <w:t>’</w:t>
      </w:r>
      <w:r w:rsidR="00256283">
        <w:t>arrêter</w:t>
      </w:r>
      <w:r>
        <w:t xml:space="preserve"> ? </w:t>
      </w:r>
      <w:r w:rsidR="00256283">
        <w:t>Que je vous l</w:t>
      </w:r>
      <w:r>
        <w:t>’</w:t>
      </w:r>
      <w:r w:rsidR="00256283">
        <w:t>enveloppe dans un étui de cellophane</w:t>
      </w:r>
      <w:r>
        <w:t> ?</w:t>
      </w:r>
    </w:p>
    <w:p w14:paraId="0B3D4355" w14:textId="77777777" w:rsidR="00256283" w:rsidRDefault="00256283" w:rsidP="003D5E6A">
      <w:pPr>
        <w:pStyle w:val="Titre1"/>
      </w:pPr>
      <w:bookmarkStart w:id="67" w:name="__RefHeading__90_1831309079"/>
      <w:bookmarkStart w:id="68" w:name="_Toc202285684"/>
      <w:bookmarkEnd w:id="67"/>
      <w:r>
        <w:lastRenderedPageBreak/>
        <w:t>XXXI</w:t>
      </w:r>
      <w:bookmarkEnd w:id="68"/>
    </w:p>
    <w:p w14:paraId="484CD7D7" w14:textId="77777777" w:rsidR="00435B4F" w:rsidRDefault="00256283" w:rsidP="00256283">
      <w:r>
        <w:t>Il était près de trois heures du matin quand j</w:t>
      </w:r>
      <w:r w:rsidR="00435B4F">
        <w:t>’</w:t>
      </w:r>
      <w:r>
        <w:t>arrivai au Normandie</w:t>
      </w:r>
      <w:r w:rsidR="00435B4F">
        <w:t xml:space="preserve">. </w:t>
      </w:r>
      <w:r>
        <w:t>Nora</w:t>
      </w:r>
      <w:r w:rsidR="00435B4F">
        <w:t xml:space="preserve">, </w:t>
      </w:r>
      <w:r>
        <w:t>Dorothy et Larry Crowley étaient au salon</w:t>
      </w:r>
      <w:r w:rsidR="00435B4F">
        <w:t xml:space="preserve">. </w:t>
      </w:r>
      <w:r>
        <w:t>Dorothy lisait un journal</w:t>
      </w:r>
      <w:r w:rsidR="00435B4F">
        <w:t xml:space="preserve">. </w:t>
      </w:r>
      <w:r>
        <w:t>Larry et ma femme jouaient au jacquet</w:t>
      </w:r>
      <w:r w:rsidR="00435B4F">
        <w:t>.</w:t>
      </w:r>
    </w:p>
    <w:p w14:paraId="47012347" w14:textId="77777777" w:rsidR="00435B4F" w:rsidRDefault="00435B4F" w:rsidP="00256283">
      <w:r>
        <w:t>— </w:t>
      </w:r>
      <w:r w:rsidR="00256283">
        <w:t>Est-ce que les éditions de nuit parlent de l</w:t>
      </w:r>
      <w:r>
        <w:t>’</w:t>
      </w:r>
      <w:r w:rsidR="00256283">
        <w:t>affaire</w:t>
      </w:r>
      <w:r>
        <w:t xml:space="preserve"> ? </w:t>
      </w:r>
      <w:r w:rsidR="00256283">
        <w:t>demandai-je</w:t>
      </w:r>
      <w:r>
        <w:t>.</w:t>
      </w:r>
    </w:p>
    <w:p w14:paraId="11B34246" w14:textId="77777777" w:rsidR="00435B4F" w:rsidRDefault="00435B4F" w:rsidP="00256283">
      <w:r>
        <w:t>— </w:t>
      </w:r>
      <w:r w:rsidR="00256283">
        <w:t xml:space="preserve">Rien de </w:t>
      </w:r>
      <w:proofErr w:type="spellStart"/>
      <w:r w:rsidR="00256283">
        <w:t>Wynant</w:t>
      </w:r>
      <w:proofErr w:type="spellEnd"/>
      <w:r>
        <w:t xml:space="preserve">, </w:t>
      </w:r>
      <w:r w:rsidR="00256283">
        <w:t>dit Nora</w:t>
      </w:r>
      <w:r>
        <w:t xml:space="preserve">. </w:t>
      </w:r>
      <w:r w:rsidR="00256283">
        <w:t>On annonce seulement l</w:t>
      </w:r>
      <w:r>
        <w:t>’</w:t>
      </w:r>
      <w:r w:rsidR="00256283">
        <w:t>arrestation de Macaulay</w:t>
      </w:r>
      <w:r>
        <w:t>.</w:t>
      </w:r>
    </w:p>
    <w:p w14:paraId="250224FD" w14:textId="77777777" w:rsidR="00435B4F" w:rsidRDefault="00435B4F" w:rsidP="00256283">
      <w:r>
        <w:t>— </w:t>
      </w:r>
      <w:r w:rsidR="00256283">
        <w:t xml:space="preserve">Il a aussi tué </w:t>
      </w:r>
      <w:proofErr w:type="spellStart"/>
      <w:r w:rsidR="00256283">
        <w:t>Wynant</w:t>
      </w:r>
      <w:proofErr w:type="spellEnd"/>
      <w:r>
        <w:t xml:space="preserve"> ! </w:t>
      </w:r>
      <w:r w:rsidR="00256283">
        <w:t>affirmai-je</w:t>
      </w:r>
      <w:r>
        <w:t>.</w:t>
      </w:r>
    </w:p>
    <w:p w14:paraId="5E51C22B" w14:textId="77777777" w:rsidR="00435B4F" w:rsidRDefault="00435B4F" w:rsidP="00256283">
      <w:r>
        <w:t>— </w:t>
      </w:r>
      <w:r w:rsidR="00256283">
        <w:t>Vraiment</w:t>
      </w:r>
      <w:r>
        <w:t xml:space="preserve">, </w:t>
      </w:r>
      <w:r w:rsidR="00256283">
        <w:t>fit Nora</w:t>
      </w:r>
      <w:r>
        <w:t>.</w:t>
      </w:r>
    </w:p>
    <w:p w14:paraId="0192D7AC" w14:textId="77777777" w:rsidR="00435B4F" w:rsidRDefault="00435B4F" w:rsidP="00256283">
      <w:r>
        <w:t>— </w:t>
      </w:r>
      <w:r w:rsidR="00256283">
        <w:t>Nom de Dieu</w:t>
      </w:r>
      <w:r>
        <w:t xml:space="preserve"> ! </w:t>
      </w:r>
      <w:r w:rsidR="00256283">
        <w:t>s</w:t>
      </w:r>
      <w:r>
        <w:t>’</w:t>
      </w:r>
      <w:r w:rsidR="00256283">
        <w:t>écria Larry</w:t>
      </w:r>
      <w:r>
        <w:t>.</w:t>
      </w:r>
    </w:p>
    <w:p w14:paraId="7968921C" w14:textId="77777777" w:rsidR="00435B4F" w:rsidRDefault="00435B4F" w:rsidP="00256283">
      <w:r>
        <w:t>— </w:t>
      </w:r>
      <w:r w:rsidR="00256283">
        <w:t>Je veux retourner auprès de maman</w:t>
      </w:r>
      <w:r>
        <w:t xml:space="preserve"> ! </w:t>
      </w:r>
      <w:r w:rsidR="00256283">
        <w:t>sanglota Dorothy</w:t>
      </w:r>
      <w:r>
        <w:t>.</w:t>
      </w:r>
    </w:p>
    <w:p w14:paraId="3BBA37F5" w14:textId="77777777" w:rsidR="00435B4F" w:rsidRDefault="00435B4F" w:rsidP="00256283">
      <w:r>
        <w:t>— </w:t>
      </w:r>
      <w:r w:rsidR="00256283">
        <w:t>Je vous accompagnerai si vous voulez</w:t>
      </w:r>
      <w:r>
        <w:t xml:space="preserve">, </w:t>
      </w:r>
      <w:r w:rsidR="00256283">
        <w:t>dit Larry comme à regret</w:t>
      </w:r>
      <w:r>
        <w:t>.</w:t>
      </w:r>
    </w:p>
    <w:p w14:paraId="720173B7" w14:textId="77777777" w:rsidR="00435B4F" w:rsidRDefault="00256283" w:rsidP="00256283">
      <w:r>
        <w:t>Nora n</w:t>
      </w:r>
      <w:r w:rsidR="00435B4F">
        <w:t>’</w:t>
      </w:r>
      <w:r>
        <w:t>insista pas pour retenir la jeune fille qui partit avec Crowley</w:t>
      </w:r>
      <w:r w:rsidR="00435B4F">
        <w:t>.</w:t>
      </w:r>
    </w:p>
    <w:p w14:paraId="3CC118C9" w14:textId="77777777" w:rsidR="00435B4F" w:rsidRDefault="00256283" w:rsidP="00256283">
      <w:r>
        <w:t>Ma femme referma la porte sur eux et me fit face</w:t>
      </w:r>
      <w:r w:rsidR="00435B4F">
        <w:t xml:space="preserve">, </w:t>
      </w:r>
      <w:r>
        <w:t>appuyée au battant</w:t>
      </w:r>
      <w:r w:rsidR="00435B4F">
        <w:t>.</w:t>
      </w:r>
    </w:p>
    <w:p w14:paraId="56E0A0AC" w14:textId="77777777" w:rsidR="00435B4F" w:rsidRDefault="00435B4F" w:rsidP="00256283">
      <w:r>
        <w:t>— </w:t>
      </w:r>
      <w:r w:rsidR="00256283">
        <w:t>Maintenant</w:t>
      </w:r>
      <w:r>
        <w:t xml:space="preserve">, </w:t>
      </w:r>
      <w:r w:rsidR="00256283">
        <w:t>expliquez-moi tout</w:t>
      </w:r>
      <w:r>
        <w:t xml:space="preserve">, </w:t>
      </w:r>
      <w:r w:rsidR="00256283">
        <w:t>Mr</w:t>
      </w:r>
      <w:r>
        <w:t xml:space="preserve">. </w:t>
      </w:r>
      <w:proofErr w:type="spellStart"/>
      <w:r w:rsidR="00256283">
        <w:t>Charalambides</w:t>
      </w:r>
      <w:proofErr w:type="spellEnd"/>
      <w:r>
        <w:t xml:space="preserve">, </w:t>
      </w:r>
      <w:r w:rsidR="00256283">
        <w:t>dit-elle</w:t>
      </w:r>
      <w:r>
        <w:t>.</w:t>
      </w:r>
    </w:p>
    <w:p w14:paraId="0280D588" w14:textId="77777777" w:rsidR="00435B4F" w:rsidRDefault="00256283" w:rsidP="00256283">
      <w:r>
        <w:t>Je secouai la tête</w:t>
      </w:r>
      <w:r w:rsidR="00435B4F">
        <w:t>.</w:t>
      </w:r>
    </w:p>
    <w:p w14:paraId="238C7D3A" w14:textId="77777777" w:rsidR="00435B4F" w:rsidRDefault="00256283" w:rsidP="00256283">
      <w:r>
        <w:t>Elle s</w:t>
      </w:r>
      <w:r w:rsidR="00435B4F">
        <w:t>’</w:t>
      </w:r>
      <w:r>
        <w:t>assit près de moi sur le canapé</w:t>
      </w:r>
      <w:r w:rsidR="00435B4F">
        <w:t>.</w:t>
      </w:r>
    </w:p>
    <w:p w14:paraId="5FACE41A" w14:textId="77777777" w:rsidR="00435B4F" w:rsidRDefault="00435B4F" w:rsidP="00256283">
      <w:r>
        <w:lastRenderedPageBreak/>
        <w:t>— </w:t>
      </w:r>
      <w:r w:rsidR="00256283">
        <w:t>Vas-y</w:t>
      </w:r>
      <w:r>
        <w:t xml:space="preserve">, </w:t>
      </w:r>
      <w:r w:rsidR="00256283">
        <w:t>fit-elle</w:t>
      </w:r>
      <w:r>
        <w:t xml:space="preserve">, </w:t>
      </w:r>
      <w:r w:rsidR="00256283">
        <w:t>et si tu omets un seul détail</w:t>
      </w:r>
      <w:r>
        <w:t>…</w:t>
      </w:r>
    </w:p>
    <w:p w14:paraId="06B7959C" w14:textId="77777777" w:rsidR="00435B4F" w:rsidRDefault="00435B4F" w:rsidP="00256283">
      <w:r>
        <w:t>— </w:t>
      </w:r>
      <w:r w:rsidR="00256283">
        <w:t>Je ne parlerai pas avant d</w:t>
      </w:r>
      <w:r>
        <w:t>’</w:t>
      </w:r>
      <w:r w:rsidR="00256283">
        <w:t>avoir bu</w:t>
      </w:r>
      <w:r>
        <w:t xml:space="preserve"> ! </w:t>
      </w:r>
      <w:r w:rsidR="00256283">
        <w:t>répondis-je</w:t>
      </w:r>
      <w:r>
        <w:t>.</w:t>
      </w:r>
    </w:p>
    <w:p w14:paraId="4BF3452F" w14:textId="77777777" w:rsidR="00435B4F" w:rsidRDefault="00256283" w:rsidP="00256283">
      <w:r>
        <w:t>Elle jura</w:t>
      </w:r>
      <w:r w:rsidR="00435B4F">
        <w:t xml:space="preserve">, </w:t>
      </w:r>
      <w:r>
        <w:t>se leva et revint m</w:t>
      </w:r>
      <w:r w:rsidR="00435B4F">
        <w:t>’</w:t>
      </w:r>
      <w:r>
        <w:t>apportant un verre plein</w:t>
      </w:r>
      <w:r w:rsidR="00435B4F">
        <w:t>.</w:t>
      </w:r>
    </w:p>
    <w:p w14:paraId="4EB1E8CD" w14:textId="77777777" w:rsidR="00435B4F" w:rsidRDefault="00435B4F" w:rsidP="00256283">
      <w:r>
        <w:t>— </w:t>
      </w:r>
      <w:r w:rsidR="00256283">
        <w:t>A-t-il avoué</w:t>
      </w:r>
      <w:r>
        <w:t xml:space="preserve"> ? </w:t>
      </w:r>
      <w:r w:rsidR="00256283">
        <w:t>demanda-t-elle</w:t>
      </w:r>
      <w:r>
        <w:t>.</w:t>
      </w:r>
    </w:p>
    <w:p w14:paraId="1A3CDA50" w14:textId="77777777" w:rsidR="00435B4F" w:rsidRDefault="00435B4F" w:rsidP="00256283">
      <w:r>
        <w:t>— </w:t>
      </w:r>
      <w:r w:rsidR="00256283">
        <w:t>Non</w:t>
      </w:r>
      <w:r>
        <w:t xml:space="preserve">. </w:t>
      </w:r>
      <w:r w:rsidR="00256283">
        <w:t>Pourquoi</w:t>
      </w:r>
      <w:r>
        <w:t xml:space="preserve"> ? </w:t>
      </w:r>
      <w:r w:rsidR="00256283">
        <w:t>Il va se défendre</w:t>
      </w:r>
      <w:r>
        <w:t> !</w:t>
      </w:r>
    </w:p>
    <w:p w14:paraId="2B9000BC" w14:textId="77777777" w:rsidR="00435B4F" w:rsidRDefault="00435B4F" w:rsidP="00256283">
      <w:r>
        <w:t>— </w:t>
      </w:r>
      <w:r w:rsidR="00256283">
        <w:t>Mais il est coupable</w:t>
      </w:r>
      <w:r>
        <w:t> ?</w:t>
      </w:r>
    </w:p>
    <w:p w14:paraId="4E7905B0" w14:textId="77777777" w:rsidR="00435B4F" w:rsidRDefault="00435B4F" w:rsidP="00256283">
      <w:r>
        <w:t>— </w:t>
      </w:r>
      <w:r w:rsidR="00256283">
        <w:t>Certainement</w:t>
      </w:r>
      <w:r>
        <w:t> !</w:t>
      </w:r>
    </w:p>
    <w:p w14:paraId="13DBFF2A" w14:textId="77777777" w:rsidR="00435B4F" w:rsidRDefault="00256283" w:rsidP="00256283">
      <w:r>
        <w:t>Elle arrêta ma main qui portait le verre à mes lèvres</w:t>
      </w:r>
      <w:r w:rsidR="00435B4F">
        <w:t>.</w:t>
      </w:r>
    </w:p>
    <w:p w14:paraId="79D8BA02" w14:textId="77777777" w:rsidR="00435B4F" w:rsidRDefault="00435B4F" w:rsidP="00256283">
      <w:r>
        <w:t>— </w:t>
      </w:r>
      <w:r w:rsidR="00256283">
        <w:t>Pas de faux fuyant</w:t>
      </w:r>
      <w:r>
        <w:t xml:space="preserve">, </w:t>
      </w:r>
      <w:r w:rsidR="00256283">
        <w:t>dit-elle</w:t>
      </w:r>
      <w:r>
        <w:t xml:space="preserve">. </w:t>
      </w:r>
      <w:r w:rsidR="00256283">
        <w:t>Raconte</w:t>
      </w:r>
      <w:r>
        <w:t>.</w:t>
      </w:r>
    </w:p>
    <w:p w14:paraId="0A64D112" w14:textId="77777777" w:rsidR="00435B4F" w:rsidRDefault="00435B4F" w:rsidP="00256283">
      <w:r>
        <w:t>— </w:t>
      </w:r>
      <w:r w:rsidR="00256283">
        <w:t>Voici</w:t>
      </w:r>
      <w:r>
        <w:t xml:space="preserve"> : </w:t>
      </w:r>
      <w:r w:rsidR="00256283">
        <w:t xml:space="preserve">il volait </w:t>
      </w:r>
      <w:proofErr w:type="spellStart"/>
      <w:r w:rsidR="00256283">
        <w:t>Wynant</w:t>
      </w:r>
      <w:proofErr w:type="spellEnd"/>
      <w:r w:rsidR="00256283">
        <w:t xml:space="preserve"> depuis longtemps</w:t>
      </w:r>
      <w:r>
        <w:t xml:space="preserve">, </w:t>
      </w:r>
      <w:r w:rsidR="00256283">
        <w:t>d</w:t>
      </w:r>
      <w:r>
        <w:t>’</w:t>
      </w:r>
      <w:r w:rsidR="00256283">
        <w:t>accord avec Julia dont il connaissait le passé</w:t>
      </w:r>
      <w:r>
        <w:t xml:space="preserve">. </w:t>
      </w:r>
      <w:r w:rsidR="00256283">
        <w:t>On est en train d</w:t>
      </w:r>
      <w:r>
        <w:t>’</w:t>
      </w:r>
      <w:r w:rsidR="00256283">
        <w:t>examiner la comptabilité</w:t>
      </w:r>
      <w:r>
        <w:t>.</w:t>
      </w:r>
    </w:p>
    <w:p w14:paraId="58B55A35" w14:textId="77777777" w:rsidR="00435B4F" w:rsidRDefault="00435B4F" w:rsidP="00256283">
      <w:r>
        <w:t>— </w:t>
      </w:r>
      <w:r w:rsidR="00256283">
        <w:t>Alors tu n</w:t>
      </w:r>
      <w:r>
        <w:t>’</w:t>
      </w:r>
      <w:r w:rsidR="00256283">
        <w:t>es pas certain qu</w:t>
      </w:r>
      <w:r>
        <w:t>’</w:t>
      </w:r>
      <w:r w:rsidR="00256283">
        <w:t>il volait</w:t>
      </w:r>
      <w:r>
        <w:t> ?</w:t>
      </w:r>
    </w:p>
    <w:p w14:paraId="405285B6" w14:textId="77777777" w:rsidR="00435B4F" w:rsidRDefault="00435B4F" w:rsidP="00256283">
      <w:r>
        <w:t>— </w:t>
      </w:r>
      <w:r w:rsidR="00256283">
        <w:t>Mais si</w:t>
      </w:r>
      <w:r>
        <w:t xml:space="preserve">, </w:t>
      </w:r>
      <w:r w:rsidR="00256283">
        <w:t>sinon rien ne collerait dans notre histoire</w:t>
      </w:r>
      <w:r>
        <w:t xml:space="preserve">. </w:t>
      </w:r>
      <w:r w:rsidR="00256283">
        <w:t xml:space="preserve">Sans doute </w:t>
      </w:r>
      <w:proofErr w:type="spellStart"/>
      <w:r w:rsidR="00256283">
        <w:t>Wynant</w:t>
      </w:r>
      <w:proofErr w:type="spellEnd"/>
      <w:r w:rsidR="00256283">
        <w:t xml:space="preserve"> avait-il l</w:t>
      </w:r>
      <w:r>
        <w:t>’</w:t>
      </w:r>
      <w:r w:rsidR="00256283">
        <w:t>intention de s</w:t>
      </w:r>
      <w:r>
        <w:t>’</w:t>
      </w:r>
      <w:r w:rsidR="00256283">
        <w:t xml:space="preserve">absenter vers le </w:t>
      </w:r>
      <w:r>
        <w:t xml:space="preserve">3 octobre, </w:t>
      </w:r>
      <w:r w:rsidR="00256283">
        <w:t>puisqu</w:t>
      </w:r>
      <w:r>
        <w:t>’</w:t>
      </w:r>
      <w:r w:rsidR="00256283">
        <w:t>il a touché à la banque cinq mille dollars en espèces</w:t>
      </w:r>
      <w:r>
        <w:t xml:space="preserve">, </w:t>
      </w:r>
      <w:r w:rsidR="00256283">
        <w:t>mais il n</w:t>
      </w:r>
      <w:r>
        <w:t>’</w:t>
      </w:r>
      <w:r w:rsidR="00256283">
        <w:t>avait ni donné congé de son appartement</w:t>
      </w:r>
      <w:r>
        <w:t xml:space="preserve">, </w:t>
      </w:r>
      <w:r w:rsidR="00256283">
        <w:t>ni fermé son magasin</w:t>
      </w:r>
      <w:r>
        <w:t xml:space="preserve">. </w:t>
      </w:r>
      <w:r w:rsidR="00256283">
        <w:t>C</w:t>
      </w:r>
      <w:r>
        <w:t>’</w:t>
      </w:r>
      <w:r w:rsidR="00256283">
        <w:t>est Macaulay qui a fait cela</w:t>
      </w:r>
      <w:r>
        <w:t xml:space="preserve">, </w:t>
      </w:r>
      <w:r w:rsidR="00256283">
        <w:t>quelques jours plus tard</w:t>
      </w:r>
      <w:r>
        <w:t xml:space="preserve">. </w:t>
      </w:r>
      <w:r w:rsidR="00256283">
        <w:t>L</w:t>
      </w:r>
      <w:r>
        <w:t>’</w:t>
      </w:r>
      <w:r w:rsidR="00256283">
        <w:t>inventeur a été tué chez l</w:t>
      </w:r>
      <w:r>
        <w:t>’</w:t>
      </w:r>
      <w:r w:rsidR="00256283">
        <w:t>avocat</w:t>
      </w:r>
      <w:r>
        <w:t xml:space="preserve">, </w:t>
      </w:r>
      <w:r w:rsidR="00256283">
        <w:t xml:space="preserve">à </w:t>
      </w:r>
      <w:proofErr w:type="spellStart"/>
      <w:r w:rsidR="00256283">
        <w:t>Scarsdale</w:t>
      </w:r>
      <w:proofErr w:type="spellEnd"/>
      <w:r>
        <w:t xml:space="preserve">, </w:t>
      </w:r>
      <w:r w:rsidR="00256283">
        <w:t>dans la nuit du 3 au 4</w:t>
      </w:r>
      <w:r>
        <w:t xml:space="preserve">, </w:t>
      </w:r>
      <w:r w:rsidR="00256283">
        <w:t>puisque le matin du 4</w:t>
      </w:r>
      <w:r>
        <w:t xml:space="preserve">, </w:t>
      </w:r>
      <w:r w:rsidR="00256283">
        <w:t>la cuisinière de Macaulay a été renvoyée brusquement</w:t>
      </w:r>
      <w:r>
        <w:t xml:space="preserve">, </w:t>
      </w:r>
      <w:r w:rsidR="00256283">
        <w:t>sans motif</w:t>
      </w:r>
      <w:r>
        <w:t xml:space="preserve">, </w:t>
      </w:r>
      <w:r w:rsidR="00256283">
        <w:t>avec une indemnité</w:t>
      </w:r>
      <w:r>
        <w:t xml:space="preserve">, </w:t>
      </w:r>
      <w:r w:rsidR="00256283">
        <w:t>sans qu</w:t>
      </w:r>
      <w:r>
        <w:t>’</w:t>
      </w:r>
      <w:r w:rsidR="00256283">
        <w:t>on lui permît de mettre le pied au rez-de-chaussée de la maison</w:t>
      </w:r>
      <w:r>
        <w:t>.</w:t>
      </w:r>
    </w:p>
    <w:p w14:paraId="38E06485" w14:textId="77777777" w:rsidR="00435B4F" w:rsidRDefault="00435B4F" w:rsidP="00256283">
      <w:r>
        <w:t>— </w:t>
      </w:r>
      <w:r w:rsidR="00256283">
        <w:t>Comment as-tu trouvé ça</w:t>
      </w:r>
      <w:r>
        <w:t xml:space="preserve"> ? </w:t>
      </w:r>
      <w:r w:rsidR="00256283">
        <w:t>Les détails</w:t>
      </w:r>
      <w:r>
        <w:t> ?</w:t>
      </w:r>
    </w:p>
    <w:p w14:paraId="137D0E26" w14:textId="77777777" w:rsidR="00435B4F" w:rsidRDefault="00435B4F" w:rsidP="00256283">
      <w:r>
        <w:t>— </w:t>
      </w:r>
      <w:r w:rsidR="00256283">
        <w:t>Toujours le même vieux procédé</w:t>
      </w:r>
      <w:r>
        <w:t xml:space="preserve">. </w:t>
      </w:r>
      <w:r w:rsidR="00256283">
        <w:t>Après l</w:t>
      </w:r>
      <w:r>
        <w:t>’</w:t>
      </w:r>
      <w:r w:rsidR="00256283">
        <w:t>avoir arrêté nous sommes allés à son bureau et chez lui</w:t>
      </w:r>
      <w:r>
        <w:t xml:space="preserve">, </w:t>
      </w:r>
      <w:r w:rsidR="00256283">
        <w:t xml:space="preserve">interrogeant tout </w:t>
      </w:r>
      <w:r w:rsidR="00256283">
        <w:lastRenderedPageBreak/>
        <w:t>le monde</w:t>
      </w:r>
      <w:r>
        <w:t xml:space="preserve">. </w:t>
      </w:r>
      <w:r w:rsidR="00256283">
        <w:t>Tu connais la méthode</w:t>
      </w:r>
      <w:r>
        <w:t xml:space="preserve"> – </w:t>
      </w:r>
      <w:r w:rsidR="00256283">
        <w:t xml:space="preserve">où étiez-vous la nuit du </w:t>
      </w:r>
      <w:r>
        <w:t>6 juin</w:t>
      </w:r>
      <w:r w:rsidR="00256283">
        <w:t xml:space="preserve"> 1894</w:t>
      </w:r>
      <w:r>
        <w:t xml:space="preserve">…, </w:t>
      </w:r>
      <w:r w:rsidR="00256283">
        <w:t>etc</w:t>
      </w:r>
      <w:r>
        <w:t xml:space="preserve">.… – </w:t>
      </w:r>
      <w:r w:rsidR="00256283">
        <w:t>et la cuisinière actuelle nous a mis sur la bonne piste</w:t>
      </w:r>
      <w:r>
        <w:t xml:space="preserve">. </w:t>
      </w:r>
      <w:r w:rsidR="00256283">
        <w:t>Nous avons aussi découvert une table portant des traces de sang</w:t>
      </w:r>
      <w:r>
        <w:t xml:space="preserve">. </w:t>
      </w:r>
      <w:r w:rsidR="00256283">
        <w:t>Nous espérons qu</w:t>
      </w:r>
      <w:r>
        <w:t>’</w:t>
      </w:r>
      <w:r w:rsidR="00256283">
        <w:t>il s</w:t>
      </w:r>
      <w:r>
        <w:t>’</w:t>
      </w:r>
      <w:r w:rsidR="00256283">
        <w:t>agit de sang humain</w:t>
      </w:r>
      <w:r>
        <w:t xml:space="preserve"> : </w:t>
      </w:r>
      <w:r w:rsidR="00256283">
        <w:t>les experts sont à l</w:t>
      </w:r>
      <w:r>
        <w:t>’</w:t>
      </w:r>
      <w:r w:rsidR="00256283">
        <w:t>ouvrage</w:t>
      </w:r>
      <w:r>
        <w:t>. (</w:t>
      </w:r>
      <w:r w:rsidR="00256283">
        <w:t>En fait</w:t>
      </w:r>
      <w:r>
        <w:t xml:space="preserve">, </w:t>
      </w:r>
      <w:r w:rsidR="00256283">
        <w:t>c</w:t>
      </w:r>
      <w:r>
        <w:t>’</w:t>
      </w:r>
      <w:r w:rsidR="00256283">
        <w:t>était du sang de bœuf</w:t>
      </w:r>
      <w:r>
        <w:t> !)</w:t>
      </w:r>
    </w:p>
    <w:p w14:paraId="3F947463" w14:textId="77777777" w:rsidR="00435B4F" w:rsidRDefault="00435B4F" w:rsidP="00256283">
      <w:r>
        <w:t>— </w:t>
      </w:r>
      <w:r w:rsidR="00256283">
        <w:t>Alors</w:t>
      </w:r>
      <w:r>
        <w:t xml:space="preserve">, </w:t>
      </w:r>
      <w:r w:rsidR="00256283">
        <w:t>vous n</w:t>
      </w:r>
      <w:r>
        <w:t>’</w:t>
      </w:r>
      <w:r w:rsidR="00256283">
        <w:t>êtes pas sûrs</w:t>
      </w:r>
      <w:r>
        <w:t>…</w:t>
      </w:r>
    </w:p>
    <w:p w14:paraId="3D41D6BA" w14:textId="77777777" w:rsidR="00435B4F" w:rsidRDefault="00435B4F" w:rsidP="00256283">
      <w:r>
        <w:t>— </w:t>
      </w:r>
      <w:r w:rsidR="00256283">
        <w:t>Tu répètes toujours la même chose</w:t>
      </w:r>
      <w:r>
        <w:t xml:space="preserve"> ! </w:t>
      </w:r>
      <w:r w:rsidR="00256283">
        <w:t>Mais si</w:t>
      </w:r>
      <w:r>
        <w:t xml:space="preserve">, </w:t>
      </w:r>
      <w:r w:rsidR="00256283">
        <w:t>nous sommes sûrs</w:t>
      </w:r>
      <w:r>
        <w:t xml:space="preserve"> ! </w:t>
      </w:r>
      <w:r w:rsidR="00256283">
        <w:t>Cela ne peut être autrement</w:t>
      </w:r>
      <w:r>
        <w:t xml:space="preserve">. </w:t>
      </w:r>
      <w:proofErr w:type="spellStart"/>
      <w:r w:rsidR="00256283">
        <w:t>Wynant</w:t>
      </w:r>
      <w:proofErr w:type="spellEnd"/>
      <w:r w:rsidR="00256283">
        <w:t xml:space="preserve"> s</w:t>
      </w:r>
      <w:r>
        <w:t>’</w:t>
      </w:r>
      <w:r w:rsidR="00256283">
        <w:t>était aperçu que Macaulay et Julia le volaient et</w:t>
      </w:r>
      <w:r>
        <w:t xml:space="preserve">, </w:t>
      </w:r>
      <w:r w:rsidR="00256283">
        <w:t>quand l</w:t>
      </w:r>
      <w:r>
        <w:t>’</w:t>
      </w:r>
      <w:r w:rsidR="00256283">
        <w:t>avocat s</w:t>
      </w:r>
      <w:r>
        <w:t>’</w:t>
      </w:r>
      <w:r w:rsidR="00256283">
        <w:t>est vu menacé de la prison</w:t>
      </w:r>
      <w:r>
        <w:t xml:space="preserve">, </w:t>
      </w:r>
      <w:r w:rsidR="00256283">
        <w:t>il a tué son client</w:t>
      </w:r>
      <w:r>
        <w:t xml:space="preserve">. </w:t>
      </w:r>
      <w:r w:rsidR="00256283">
        <w:t>Ne dis pas que nous ne sommes pas sûrs</w:t>
      </w:r>
      <w:r>
        <w:t xml:space="preserve"> ; </w:t>
      </w:r>
      <w:r w:rsidR="00256283">
        <w:t>il est impossible qu</w:t>
      </w:r>
      <w:r>
        <w:t>’</w:t>
      </w:r>
      <w:r w:rsidR="00256283">
        <w:t>il en soit autrement</w:t>
      </w:r>
      <w:r>
        <w:t xml:space="preserve">, </w:t>
      </w:r>
      <w:r w:rsidR="00256283">
        <w:t>je le répète</w:t>
      </w:r>
      <w:r>
        <w:t xml:space="preserve"> ! </w:t>
      </w:r>
      <w:r w:rsidR="00256283">
        <w:t>Puis-je m</w:t>
      </w:r>
      <w:r>
        <w:t>’</w:t>
      </w:r>
      <w:r w:rsidR="00256283">
        <w:t>interrompre pour boire une gorgée de whisky</w:t>
      </w:r>
      <w:r>
        <w:t> ?</w:t>
      </w:r>
    </w:p>
    <w:p w14:paraId="21D77277" w14:textId="77777777" w:rsidR="00435B4F" w:rsidRDefault="00435B4F" w:rsidP="00256283">
      <w:r>
        <w:t>— </w:t>
      </w:r>
      <w:r w:rsidR="00256283">
        <w:t>Rien qu</w:t>
      </w:r>
      <w:r>
        <w:t>’</w:t>
      </w:r>
      <w:r w:rsidR="00256283">
        <w:t>une</w:t>
      </w:r>
      <w:r>
        <w:t xml:space="preserve"> ! </w:t>
      </w:r>
      <w:r w:rsidR="00256283">
        <w:t>fit Nora</w:t>
      </w:r>
      <w:r>
        <w:t xml:space="preserve">, </w:t>
      </w:r>
      <w:r w:rsidR="00256283">
        <w:t>mais tout cela n</w:t>
      </w:r>
      <w:r>
        <w:t>’</w:t>
      </w:r>
      <w:r w:rsidR="00256283">
        <w:t>est qu</w:t>
      </w:r>
      <w:r>
        <w:t>’</w:t>
      </w:r>
      <w:r w:rsidR="00256283">
        <w:t>une théorie</w:t>
      </w:r>
      <w:r>
        <w:t> ?</w:t>
      </w:r>
    </w:p>
    <w:p w14:paraId="614F115A" w14:textId="77777777" w:rsidR="00435B4F" w:rsidRDefault="00435B4F" w:rsidP="00256283">
      <w:r>
        <w:t>— </w:t>
      </w:r>
      <w:r w:rsidR="00256283">
        <w:t>Appelle-le du nom que tu voudras</w:t>
      </w:r>
      <w:r>
        <w:t xml:space="preserve"> ; </w:t>
      </w:r>
      <w:r w:rsidR="00256283">
        <w:t>je m</w:t>
      </w:r>
      <w:r>
        <w:t>’</w:t>
      </w:r>
      <w:r w:rsidR="00256283">
        <w:t>en contente</w:t>
      </w:r>
      <w:r>
        <w:t>.</w:t>
      </w:r>
    </w:p>
    <w:p w14:paraId="31598688" w14:textId="77777777" w:rsidR="00435B4F" w:rsidRDefault="00435B4F" w:rsidP="00256283">
      <w:r>
        <w:t>— </w:t>
      </w:r>
      <w:r w:rsidR="00256283">
        <w:t>Mais</w:t>
      </w:r>
      <w:r>
        <w:t xml:space="preserve">, </w:t>
      </w:r>
      <w:r w:rsidR="00256283">
        <w:t>je croyais que l</w:t>
      </w:r>
      <w:r>
        <w:t>’</w:t>
      </w:r>
      <w:r w:rsidR="00256283">
        <w:t>inculpé était présumé innocent jusqu</w:t>
      </w:r>
      <w:r>
        <w:t>’</w:t>
      </w:r>
      <w:r w:rsidR="00256283">
        <w:t>à ce que les preuves</w:t>
      </w:r>
      <w:r>
        <w:t>…</w:t>
      </w:r>
    </w:p>
    <w:p w14:paraId="528AEB44" w14:textId="77777777" w:rsidR="00435B4F" w:rsidRDefault="00435B4F" w:rsidP="00256283">
      <w:r>
        <w:t>— </w:t>
      </w:r>
      <w:r w:rsidR="00256283">
        <w:t>Ça</w:t>
      </w:r>
      <w:r>
        <w:t xml:space="preserve">, </w:t>
      </w:r>
      <w:r w:rsidR="00256283">
        <w:t>c</w:t>
      </w:r>
      <w:r>
        <w:t>’</w:t>
      </w:r>
      <w:r w:rsidR="00256283">
        <w:t>est l</w:t>
      </w:r>
      <w:r>
        <w:t>’</w:t>
      </w:r>
      <w:r w:rsidR="00256283">
        <w:t>affaire du jury et non celle des détectives</w:t>
      </w:r>
      <w:r>
        <w:t xml:space="preserve">. </w:t>
      </w:r>
      <w:r w:rsidR="00256283">
        <w:t>Nous arrêtons celui que nous croyons être coupable</w:t>
      </w:r>
      <w:r>
        <w:t xml:space="preserve">, </w:t>
      </w:r>
      <w:r w:rsidR="00256283">
        <w:t xml:space="preserve">nous faisons publier sa photo dans les journaux et le </w:t>
      </w:r>
      <w:r w:rsidR="00256283">
        <w:rPr>
          <w:i/>
        </w:rPr>
        <w:t>District Attorney</w:t>
      </w:r>
      <w:r w:rsidR="00256283">
        <w:t xml:space="preserve"> échafaude une bonne petite accusation tandis que nous recherchons de nouveaux arguments</w:t>
      </w:r>
      <w:r>
        <w:t xml:space="preserve"> : </w:t>
      </w:r>
      <w:r w:rsidR="00256283">
        <w:t>les gens qui ont reconnu l</w:t>
      </w:r>
      <w:r>
        <w:t>’</w:t>
      </w:r>
      <w:r w:rsidR="00256283">
        <w:t>accusé viennent nous voir et ça y est</w:t>
      </w:r>
      <w:r>
        <w:t xml:space="preserve"> ; </w:t>
      </w:r>
      <w:r w:rsidR="00256283">
        <w:t>l</w:t>
      </w:r>
      <w:r>
        <w:t>’</w:t>
      </w:r>
      <w:r w:rsidR="00256283">
        <w:t>homme est bon pour la chaise électrique</w:t>
      </w:r>
      <w:r>
        <w:t>.</w:t>
      </w:r>
    </w:p>
    <w:p w14:paraId="36708411" w14:textId="77777777" w:rsidR="00435B4F" w:rsidRDefault="00435B4F" w:rsidP="00256283">
      <w:r>
        <w:t>(</w:t>
      </w:r>
      <w:r w:rsidR="00256283">
        <w:t>Deux jours plus tard</w:t>
      </w:r>
      <w:r>
        <w:t xml:space="preserve">, </w:t>
      </w:r>
      <w:r w:rsidR="00256283">
        <w:t>une femme de Brooklyn déclara que Macaulay lui avait loué un appartement depuis le mois d</w:t>
      </w:r>
      <w:r>
        <w:t>’</w:t>
      </w:r>
      <w:r w:rsidR="00256283">
        <w:t>octobre</w:t>
      </w:r>
      <w:r>
        <w:t xml:space="preserve">, </w:t>
      </w:r>
      <w:r w:rsidR="00256283">
        <w:t>sous le nom de George Foley</w:t>
      </w:r>
      <w:r>
        <w:t>.)</w:t>
      </w:r>
    </w:p>
    <w:p w14:paraId="15875D64" w14:textId="77777777" w:rsidR="00435B4F" w:rsidRDefault="00435B4F" w:rsidP="00256283">
      <w:r>
        <w:lastRenderedPageBreak/>
        <w:t>— </w:t>
      </w:r>
      <w:r w:rsidR="00256283">
        <w:t>Mais il y a des trous dans ta théorie</w:t>
      </w:r>
      <w:r>
        <w:t xml:space="preserve"> ! </w:t>
      </w:r>
      <w:r w:rsidR="00256283">
        <w:t>s</w:t>
      </w:r>
      <w:r>
        <w:t>’</w:t>
      </w:r>
      <w:r w:rsidR="00256283">
        <w:t>exclama Nora</w:t>
      </w:r>
      <w:r>
        <w:t>.</w:t>
      </w:r>
    </w:p>
    <w:p w14:paraId="0516774F" w14:textId="77777777" w:rsidR="00435B4F" w:rsidRDefault="00435B4F" w:rsidP="00256283">
      <w:r>
        <w:t>— </w:t>
      </w:r>
      <w:r w:rsidR="00256283">
        <w:t>Quand les crimes sont commis par des méthodes mathématiques il faut les résoudre par des méthodes mathématiques</w:t>
      </w:r>
      <w:r>
        <w:t xml:space="preserve"> ! </w:t>
      </w:r>
      <w:r w:rsidR="00256283">
        <w:t>dis-je</w:t>
      </w:r>
      <w:r>
        <w:t xml:space="preserve">. </w:t>
      </w:r>
      <w:r w:rsidR="00256283">
        <w:t>Mais il n</w:t>
      </w:r>
      <w:r>
        <w:t>’</w:t>
      </w:r>
      <w:r w:rsidR="00256283">
        <w:t>en est pas question pour ceux qui nous occupent</w:t>
      </w:r>
      <w:r>
        <w:t xml:space="preserve">. </w:t>
      </w:r>
      <w:r w:rsidR="00256283">
        <w:t>Il est probable que l</w:t>
      </w:r>
      <w:r>
        <w:t>’</w:t>
      </w:r>
      <w:r w:rsidR="00256283">
        <w:t>avocat a dépecé le cadavre et l</w:t>
      </w:r>
      <w:r>
        <w:t>’</w:t>
      </w:r>
      <w:r w:rsidR="00256283">
        <w:t>a emporté au magasin</w:t>
      </w:r>
      <w:r>
        <w:t xml:space="preserve">, </w:t>
      </w:r>
      <w:r w:rsidR="00256283">
        <w:t>par morceaux</w:t>
      </w:r>
      <w:r>
        <w:t xml:space="preserve">, </w:t>
      </w:r>
      <w:r w:rsidR="00256283">
        <w:t>dans une valise</w:t>
      </w:r>
      <w:r>
        <w:t xml:space="preserve">. </w:t>
      </w:r>
      <w:r w:rsidR="00256283">
        <w:t xml:space="preserve">Cela devait être vers le </w:t>
      </w:r>
      <w:r>
        <w:t xml:space="preserve">6 octobre, </w:t>
      </w:r>
      <w:r w:rsidR="00256283">
        <w:t>date à laquelle il a congédié les deux préparateurs et fermé le magasin</w:t>
      </w:r>
      <w:r>
        <w:t xml:space="preserve">. </w:t>
      </w:r>
      <w:r w:rsidR="00256283">
        <w:t>Il a enterré les restes du corps avec les vêtements d</w:t>
      </w:r>
      <w:r>
        <w:t>’</w:t>
      </w:r>
      <w:r w:rsidR="00256283">
        <w:t>un homme corpulent</w:t>
      </w:r>
      <w:r>
        <w:t xml:space="preserve">, </w:t>
      </w:r>
      <w:r w:rsidR="00256283">
        <w:t>une ceinture marquée</w:t>
      </w:r>
      <w:r>
        <w:t xml:space="preserve"> </w:t>
      </w:r>
      <w:proofErr w:type="spellStart"/>
      <w:r>
        <w:t>D.W.Q</w:t>
      </w:r>
      <w:proofErr w:type="spellEnd"/>
      <w:r>
        <w:t xml:space="preserve">. </w:t>
      </w:r>
      <w:r w:rsidR="00256283">
        <w:t>et une canne à bout de caoutchouc</w:t>
      </w:r>
      <w:r>
        <w:t xml:space="preserve">, </w:t>
      </w:r>
      <w:r w:rsidR="00256283">
        <w:t>prenant bien soin que tous ces accessoires ne fussent pas trop détériorés par la chaux vive</w:t>
      </w:r>
      <w:r>
        <w:t xml:space="preserve">. </w:t>
      </w:r>
      <w:r w:rsidR="00256283">
        <w:t>Puis</w:t>
      </w:r>
      <w:r>
        <w:t xml:space="preserve">, </w:t>
      </w:r>
      <w:r w:rsidR="00256283">
        <w:t>il a refait le parquet de ciment</w:t>
      </w:r>
      <w:r>
        <w:t xml:space="preserve">. </w:t>
      </w:r>
      <w:r w:rsidR="00256283">
        <w:t>Nous trouverons certainement les endroits où il a acheté les vêtements</w:t>
      </w:r>
      <w:r>
        <w:t xml:space="preserve">, </w:t>
      </w:r>
      <w:r w:rsidR="00256283">
        <w:t>la canne et le ciment</w:t>
      </w:r>
      <w:r>
        <w:t>.</w:t>
      </w:r>
    </w:p>
    <w:p w14:paraId="49EBCB18" w14:textId="77777777" w:rsidR="00435B4F" w:rsidRDefault="00435B4F" w:rsidP="00256283">
      <w:r>
        <w:t>— </w:t>
      </w:r>
      <w:r w:rsidR="00256283">
        <w:t>Je l</w:t>
      </w:r>
      <w:r>
        <w:t>’</w:t>
      </w:r>
      <w:r w:rsidR="00256283">
        <w:t>espère</w:t>
      </w:r>
      <w:r>
        <w:t xml:space="preserve"> ! </w:t>
      </w:r>
      <w:r w:rsidR="00256283">
        <w:t>dit Nora</w:t>
      </w:r>
      <w:r>
        <w:t xml:space="preserve">, </w:t>
      </w:r>
      <w:r w:rsidR="00256283">
        <w:t>d</w:t>
      </w:r>
      <w:r>
        <w:t>’</w:t>
      </w:r>
      <w:r w:rsidR="00256283">
        <w:t>un air de doute</w:t>
      </w:r>
      <w:r>
        <w:t>.</w:t>
      </w:r>
    </w:p>
    <w:p w14:paraId="75DB36CD" w14:textId="77777777" w:rsidR="00435B4F" w:rsidRDefault="00435B4F" w:rsidP="00256283">
      <w:r>
        <w:t>— </w:t>
      </w:r>
      <w:r w:rsidR="00256283">
        <w:t>En renouvelant le bail du magasin</w:t>
      </w:r>
      <w:r>
        <w:t xml:space="preserve">, </w:t>
      </w:r>
      <w:r w:rsidR="00256283">
        <w:t xml:space="preserve">sous prétexte que </w:t>
      </w:r>
      <w:proofErr w:type="spellStart"/>
      <w:r w:rsidR="00256283">
        <w:t>Wynant</w:t>
      </w:r>
      <w:proofErr w:type="spellEnd"/>
      <w:r w:rsidR="00256283">
        <w:t xml:space="preserve"> pouvait revenir</w:t>
      </w:r>
      <w:r>
        <w:t xml:space="preserve">, </w:t>
      </w:r>
      <w:r w:rsidR="00256283">
        <w:t>il était à peu près sûr que l</w:t>
      </w:r>
      <w:r>
        <w:t>’</w:t>
      </w:r>
      <w:r w:rsidR="00256283">
        <w:t>on ne découvrirait pas le cadavre</w:t>
      </w:r>
      <w:r>
        <w:t xml:space="preserve">. </w:t>
      </w:r>
      <w:r w:rsidR="00256283">
        <w:t>Si on le découvrait</w:t>
      </w:r>
      <w:r>
        <w:t xml:space="preserve">, </w:t>
      </w:r>
      <w:r w:rsidR="00256283">
        <w:t>il avait pris toutes les précautions nécessaires et l</w:t>
      </w:r>
      <w:r>
        <w:t>’</w:t>
      </w:r>
      <w:r w:rsidR="00256283">
        <w:t>inventeur serait vraisemblablement soupçonné</w:t>
      </w:r>
      <w:r>
        <w:t xml:space="preserve">. </w:t>
      </w:r>
      <w:r w:rsidR="00256283">
        <w:t>La procuration générale est un faux obtenu grâce à la complicité de Julia</w:t>
      </w:r>
      <w:r>
        <w:t xml:space="preserve">. </w:t>
      </w:r>
      <w:r w:rsidR="00256283">
        <w:t>Je suppose que celle-ci a été effrayée par l</w:t>
      </w:r>
      <w:r>
        <w:t>’</w:t>
      </w:r>
      <w:r w:rsidR="00256283">
        <w:t>idée d</w:t>
      </w:r>
      <w:r>
        <w:t>’</w:t>
      </w:r>
      <w:r w:rsidR="00256283">
        <w:t>un crime</w:t>
      </w:r>
      <w:r>
        <w:t xml:space="preserve"> ; </w:t>
      </w:r>
      <w:r w:rsidR="00256283">
        <w:t>c</w:t>
      </w:r>
      <w:r>
        <w:t>’</w:t>
      </w:r>
      <w:r w:rsidR="00256283">
        <w:t>est Macaulay qui l</w:t>
      </w:r>
      <w:r>
        <w:t>’</w:t>
      </w:r>
      <w:r w:rsidR="00256283">
        <w:t>a forcée de rompre avec Morelli</w:t>
      </w:r>
      <w:r>
        <w:t xml:space="preserve">, </w:t>
      </w:r>
      <w:r w:rsidR="00256283">
        <w:t>créant le motif de jalousie qui rendrait vraisemblable la culpabilité de l</w:t>
      </w:r>
      <w:r>
        <w:t>’</w:t>
      </w:r>
      <w:r w:rsidR="00256283">
        <w:t>inventeur</w:t>
      </w:r>
      <w:r>
        <w:t xml:space="preserve">. </w:t>
      </w:r>
      <w:r w:rsidR="00256283">
        <w:t>L</w:t>
      </w:r>
      <w:r>
        <w:t>’</w:t>
      </w:r>
      <w:r w:rsidR="00256283">
        <w:t>avocat craignait</w:t>
      </w:r>
      <w:r>
        <w:t xml:space="preserve">, </w:t>
      </w:r>
      <w:r w:rsidR="00256283">
        <w:t>d</w:t>
      </w:r>
      <w:r>
        <w:t>’</w:t>
      </w:r>
      <w:r w:rsidR="00256283">
        <w:t>autre part</w:t>
      </w:r>
      <w:r>
        <w:t xml:space="preserve">, </w:t>
      </w:r>
      <w:r w:rsidR="00256283">
        <w:t xml:space="preserve">que Julia se confiât à </w:t>
      </w:r>
      <w:proofErr w:type="spellStart"/>
      <w:r w:rsidR="00256283">
        <w:t>Shep</w:t>
      </w:r>
      <w:proofErr w:type="spellEnd"/>
      <w:r w:rsidR="00256283">
        <w:t xml:space="preserve"> ou</w:t>
      </w:r>
      <w:r>
        <w:t xml:space="preserve">, </w:t>
      </w:r>
      <w:r w:rsidR="00256283">
        <w:t>un peu plus tard</w:t>
      </w:r>
      <w:r>
        <w:t xml:space="preserve">, </w:t>
      </w:r>
      <w:r w:rsidR="00256283">
        <w:t xml:space="preserve">à Face </w:t>
      </w:r>
      <w:proofErr w:type="spellStart"/>
      <w:r w:rsidR="00256283">
        <w:t>Peppler</w:t>
      </w:r>
      <w:proofErr w:type="spellEnd"/>
      <w:r w:rsidR="00256283">
        <w:t xml:space="preserve"> qui est sur le point d</w:t>
      </w:r>
      <w:r>
        <w:t>’</w:t>
      </w:r>
      <w:r w:rsidR="00256283">
        <w:t>être libéré</w:t>
      </w:r>
      <w:r>
        <w:t xml:space="preserve">. </w:t>
      </w:r>
      <w:r w:rsidR="00256283">
        <w:t xml:space="preserve">Et voici que Mimi et ses enfants arrivent et cherchent </w:t>
      </w:r>
      <w:proofErr w:type="spellStart"/>
      <w:r w:rsidR="00256283">
        <w:t>Wynant</w:t>
      </w:r>
      <w:proofErr w:type="spellEnd"/>
      <w:r>
        <w:t xml:space="preserve">. </w:t>
      </w:r>
      <w:r w:rsidR="00256283">
        <w:t>Macaulay croit que je les aide dans ces recherches</w:t>
      </w:r>
      <w:r>
        <w:t xml:space="preserve">. </w:t>
      </w:r>
      <w:r w:rsidR="00256283">
        <w:t>Il décide de se débarrasser de Julia</w:t>
      </w:r>
      <w:r>
        <w:t xml:space="preserve">. </w:t>
      </w:r>
      <w:r w:rsidR="00256283">
        <w:t>Tu suis</w:t>
      </w:r>
      <w:r>
        <w:t> ?</w:t>
      </w:r>
    </w:p>
    <w:p w14:paraId="75D24391" w14:textId="77777777" w:rsidR="00435B4F" w:rsidRDefault="00435B4F" w:rsidP="00256283">
      <w:r>
        <w:t>— </w:t>
      </w:r>
      <w:r w:rsidR="00256283">
        <w:t>Oui</w:t>
      </w:r>
      <w:r>
        <w:t xml:space="preserve">, </w:t>
      </w:r>
      <w:r w:rsidR="00256283">
        <w:t>mais</w:t>
      </w:r>
      <w:r>
        <w:t>…</w:t>
      </w:r>
    </w:p>
    <w:p w14:paraId="1E76FD80" w14:textId="77777777" w:rsidR="00435B4F" w:rsidRDefault="00435B4F" w:rsidP="00256283">
      <w:r>
        <w:lastRenderedPageBreak/>
        <w:t>— </w:t>
      </w:r>
      <w:r w:rsidR="00256283">
        <w:t>Tout va de mal en pis</w:t>
      </w:r>
      <w:r>
        <w:t xml:space="preserve">. </w:t>
      </w:r>
      <w:r w:rsidR="00256283">
        <w:t>En venant déjeuner ici</w:t>
      </w:r>
      <w:r>
        <w:t xml:space="preserve">, </w:t>
      </w:r>
      <w:r w:rsidR="00256283">
        <w:t>ce jour-là</w:t>
      </w:r>
      <w:r>
        <w:t xml:space="preserve">, </w:t>
      </w:r>
      <w:r w:rsidR="00256283">
        <w:t>il s</w:t>
      </w:r>
      <w:r>
        <w:t>’</w:t>
      </w:r>
      <w:r w:rsidR="00256283">
        <w:t>arrête pour téléphoner à son bureau</w:t>
      </w:r>
      <w:r>
        <w:t xml:space="preserve">, </w:t>
      </w:r>
      <w:r w:rsidR="00256283">
        <w:t>comme s</w:t>
      </w:r>
      <w:r>
        <w:t>’</w:t>
      </w:r>
      <w:r w:rsidR="00256283">
        <w:t xml:space="preserve">il était </w:t>
      </w:r>
      <w:proofErr w:type="spellStart"/>
      <w:r w:rsidR="00256283">
        <w:t>Wynant</w:t>
      </w:r>
      <w:proofErr w:type="spellEnd"/>
      <w:r>
        <w:t xml:space="preserve"> ; </w:t>
      </w:r>
      <w:r w:rsidR="00256283">
        <w:t>il imagine le rendez-vous du Plaza</w:t>
      </w:r>
      <w:r>
        <w:t xml:space="preserve">, </w:t>
      </w:r>
      <w:r w:rsidR="00256283">
        <w:t>pour établir la présence de l</w:t>
      </w:r>
      <w:r>
        <w:t>’</w:t>
      </w:r>
      <w:r w:rsidR="00256283">
        <w:t>inventeur à New-York</w:t>
      </w:r>
      <w:r>
        <w:t xml:space="preserve">. </w:t>
      </w:r>
      <w:r w:rsidR="00256283">
        <w:t>Il va au Plaza</w:t>
      </w:r>
      <w:r>
        <w:t xml:space="preserve">, </w:t>
      </w:r>
      <w:r w:rsidR="00256283">
        <w:t>interroge le personnel</w:t>
      </w:r>
      <w:r>
        <w:t xml:space="preserve">, </w:t>
      </w:r>
      <w:r w:rsidR="00256283">
        <w:t>pour rendre l</w:t>
      </w:r>
      <w:r>
        <w:t>’</w:t>
      </w:r>
      <w:r w:rsidR="00256283">
        <w:t>histoire plausible</w:t>
      </w:r>
      <w:r>
        <w:t xml:space="preserve"> ; </w:t>
      </w:r>
      <w:r w:rsidR="00256283">
        <w:t>il téléphone à son bureau</w:t>
      </w:r>
      <w:r>
        <w:t xml:space="preserve">, </w:t>
      </w:r>
      <w:r w:rsidR="00256283">
        <w:t>puis à Julia qui l</w:t>
      </w:r>
      <w:r>
        <w:t>’</w:t>
      </w:r>
      <w:r w:rsidR="00256283">
        <w:t>avertit qu</w:t>
      </w:r>
      <w:r>
        <w:t>’</w:t>
      </w:r>
      <w:r w:rsidR="00256283">
        <w:t>elle attend la visite de Mimi</w:t>
      </w:r>
      <w:r>
        <w:t xml:space="preserve">. </w:t>
      </w:r>
      <w:r w:rsidR="00256283">
        <w:t>À ce moment il décide d</w:t>
      </w:r>
      <w:r>
        <w:t>’</w:t>
      </w:r>
      <w:r w:rsidR="00256283">
        <w:t>arriver avant Mimi</w:t>
      </w:r>
      <w:r>
        <w:t xml:space="preserve">. </w:t>
      </w:r>
      <w:r w:rsidR="00256283">
        <w:t>Il tue Julia</w:t>
      </w:r>
      <w:r>
        <w:t xml:space="preserve"> ; </w:t>
      </w:r>
      <w:r w:rsidR="00256283">
        <w:t>il tire très mal</w:t>
      </w:r>
      <w:r>
        <w:t xml:space="preserve"> : </w:t>
      </w:r>
      <w:r w:rsidR="00256283">
        <w:t>je l</w:t>
      </w:r>
      <w:r>
        <w:t>’</w:t>
      </w:r>
      <w:r w:rsidR="00256283">
        <w:t>ai constaté pendant la guerre</w:t>
      </w:r>
      <w:r>
        <w:t xml:space="preserve">. </w:t>
      </w:r>
      <w:r w:rsidR="00256283">
        <w:t>Il a dû la manquer la première fois</w:t>
      </w:r>
      <w:r>
        <w:t xml:space="preserve"> (</w:t>
      </w:r>
      <w:r w:rsidR="00256283">
        <w:t>la balle qui a cassé le récepteur du téléphone</w:t>
      </w:r>
      <w:r>
        <w:t xml:space="preserve">) </w:t>
      </w:r>
      <w:r w:rsidR="00256283">
        <w:t>et il a tiré les quatre autres projectiles</w:t>
      </w:r>
      <w:r>
        <w:t xml:space="preserve">. </w:t>
      </w:r>
      <w:r w:rsidR="00256283">
        <w:t>Il a ensuite jeté sur le parquet le bout de chaîne et le canif</w:t>
      </w:r>
      <w:r>
        <w:t xml:space="preserve"> – </w:t>
      </w:r>
      <w:r w:rsidR="00256283">
        <w:t>cela prouve la préméditation</w:t>
      </w:r>
      <w:r>
        <w:t xml:space="preserve"> – </w:t>
      </w:r>
      <w:r w:rsidR="00256283">
        <w:t>puis il s</w:t>
      </w:r>
      <w:r>
        <w:t>’</w:t>
      </w:r>
      <w:r w:rsidR="00256283">
        <w:t>est rendu chez Hermann où il a arrangé son alibi</w:t>
      </w:r>
      <w:r>
        <w:t xml:space="preserve">. </w:t>
      </w:r>
      <w:r w:rsidR="00256283">
        <w:t>Il n</w:t>
      </w:r>
      <w:r>
        <w:t>’</w:t>
      </w:r>
      <w:r w:rsidR="00256283">
        <w:t>a pas prévu deux choses</w:t>
      </w:r>
      <w:r>
        <w:t xml:space="preserve"> : </w:t>
      </w:r>
      <w:r w:rsidR="00256283">
        <w:t>1</w:t>
      </w:r>
      <w:r>
        <w:t>°</w:t>
      </w:r>
      <w:r w:rsidR="00256283">
        <w:t xml:space="preserve">que </w:t>
      </w:r>
      <w:proofErr w:type="spellStart"/>
      <w:r w:rsidR="00256283">
        <w:t>Nunheim</w:t>
      </w:r>
      <w:proofErr w:type="spellEnd"/>
      <w:r w:rsidR="00256283">
        <w:t xml:space="preserve"> l</w:t>
      </w:r>
      <w:r>
        <w:t>’</w:t>
      </w:r>
      <w:r w:rsidR="00256283">
        <w:t>avait vu quitter l</w:t>
      </w:r>
      <w:r>
        <w:t>’</w:t>
      </w:r>
      <w:r w:rsidR="00256283">
        <w:t>appartement et avait probablement entendu les détonations</w:t>
      </w:r>
      <w:r>
        <w:t xml:space="preserve"> ; </w:t>
      </w:r>
      <w:r w:rsidR="00256283">
        <w:t>2</w:t>
      </w:r>
      <w:r>
        <w:t>°</w:t>
      </w:r>
      <w:r w:rsidR="00256283">
        <w:t>que Mimi</w:t>
      </w:r>
      <w:r>
        <w:t xml:space="preserve">, </w:t>
      </w:r>
      <w:r w:rsidR="00256283">
        <w:t>qui a une âme de maître-chanteur</w:t>
      </w:r>
      <w:r>
        <w:t xml:space="preserve">, </w:t>
      </w:r>
      <w:r w:rsidR="00256283">
        <w:t>cacherait la chaîne pour s</w:t>
      </w:r>
      <w:r>
        <w:t>’</w:t>
      </w:r>
      <w:r w:rsidR="00256283">
        <w:t>en servir et taper son ex-mari</w:t>
      </w:r>
      <w:r>
        <w:t xml:space="preserve">. </w:t>
      </w:r>
      <w:r w:rsidR="00256283">
        <w:t>Voilà pourquoi il est allé à Philadelphie d</w:t>
      </w:r>
      <w:r>
        <w:t>’</w:t>
      </w:r>
      <w:r w:rsidR="00256283">
        <w:t>où il m</w:t>
      </w:r>
      <w:r>
        <w:t>’</w:t>
      </w:r>
      <w:r w:rsidR="00256283">
        <w:t>a envoyé ce télégramme et les lettres qu</w:t>
      </w:r>
      <w:r>
        <w:t>’</w:t>
      </w:r>
      <w:r w:rsidR="00256283">
        <w:t>il s</w:t>
      </w:r>
      <w:r>
        <w:t>’</w:t>
      </w:r>
      <w:r w:rsidR="00256283">
        <w:t>adressait à lui-même et à la tante Alice espérant que Mimi</w:t>
      </w:r>
      <w:r>
        <w:t xml:space="preserve">, </w:t>
      </w:r>
      <w:r w:rsidR="00256283">
        <w:t>furieuse d</w:t>
      </w:r>
      <w:r>
        <w:t>’</w:t>
      </w:r>
      <w:r w:rsidR="00256283">
        <w:t>être soupçonnée</w:t>
      </w:r>
      <w:r>
        <w:t xml:space="preserve">, </w:t>
      </w:r>
      <w:r w:rsidR="00256283">
        <w:t>livrerait la chaîne à la police</w:t>
      </w:r>
      <w:r>
        <w:t xml:space="preserve">. </w:t>
      </w:r>
      <w:r w:rsidR="00256283">
        <w:t>Macaulay n</w:t>
      </w:r>
      <w:r>
        <w:t>’</w:t>
      </w:r>
      <w:r w:rsidR="00256283">
        <w:t>ignorait pas qui était Jorgensen</w:t>
      </w:r>
      <w:r>
        <w:t xml:space="preserve"> : </w:t>
      </w:r>
      <w:r w:rsidR="00256283">
        <w:t>nous avons trouvé les rapports des détectives français dans son bureau</w:t>
      </w:r>
      <w:r>
        <w:t>. (</w:t>
      </w:r>
      <w:r w:rsidR="00256283">
        <w:t>Il prétend qu</w:t>
      </w:r>
      <w:r>
        <w:t>’</w:t>
      </w:r>
      <w:r w:rsidR="00256283">
        <w:t xml:space="preserve">il avait fait procéder à cette enquête sur les instructions de </w:t>
      </w:r>
      <w:proofErr w:type="spellStart"/>
      <w:r w:rsidR="00256283">
        <w:t>Wynant</w:t>
      </w:r>
      <w:proofErr w:type="spellEnd"/>
      <w:r>
        <w:t xml:space="preserve">.) </w:t>
      </w:r>
      <w:r w:rsidR="00256283">
        <w:t>Puis</w:t>
      </w:r>
      <w:r>
        <w:t xml:space="preserve">, </w:t>
      </w:r>
      <w:r w:rsidR="00256283">
        <w:t>je l</w:t>
      </w:r>
      <w:r>
        <w:t>’</w:t>
      </w:r>
      <w:r w:rsidR="00256283">
        <w:t>ai moi-même inquiété</w:t>
      </w:r>
      <w:r>
        <w:t xml:space="preserve">, </w:t>
      </w:r>
      <w:r w:rsidR="00256283">
        <w:t xml:space="preserve">par mon entêtement à croire </w:t>
      </w:r>
      <w:proofErr w:type="spellStart"/>
      <w:r w:rsidR="00256283">
        <w:t>Wynant</w:t>
      </w:r>
      <w:proofErr w:type="spellEnd"/>
      <w:r w:rsidR="00256283">
        <w:t xml:space="preserve"> innocent</w:t>
      </w:r>
      <w:r>
        <w:t> !</w:t>
      </w:r>
    </w:p>
    <w:p w14:paraId="55E7D9A9" w14:textId="77777777" w:rsidR="00435B4F" w:rsidRDefault="00435B4F" w:rsidP="00256283">
      <w:r>
        <w:t>— </w:t>
      </w:r>
      <w:r w:rsidR="00256283">
        <w:t>Qu</w:t>
      </w:r>
      <w:r>
        <w:t>’</w:t>
      </w:r>
      <w:r w:rsidR="00256283">
        <w:t>est-ce qui te poussait à le croire</w:t>
      </w:r>
      <w:r>
        <w:t> ?</w:t>
      </w:r>
    </w:p>
    <w:p w14:paraId="3A961125" w14:textId="77777777" w:rsidR="00435B4F" w:rsidRDefault="00435B4F" w:rsidP="00256283">
      <w:r>
        <w:t>— </w:t>
      </w:r>
      <w:r w:rsidR="00256283">
        <w:t xml:space="preserve">Pourquoi </w:t>
      </w:r>
      <w:proofErr w:type="spellStart"/>
      <w:r w:rsidR="00256283">
        <w:t>Wynant</w:t>
      </w:r>
      <w:proofErr w:type="spellEnd"/>
      <w:r w:rsidR="00256283">
        <w:t xml:space="preserve"> aurait-il menacé Mimi qui détenait la preuve de sa culpabilité</w:t>
      </w:r>
      <w:r>
        <w:t xml:space="preserve"> ? </w:t>
      </w:r>
      <w:r w:rsidR="00256283">
        <w:t>C</w:t>
      </w:r>
      <w:r>
        <w:t>’</w:t>
      </w:r>
      <w:r w:rsidR="00256283">
        <w:t>est cela qui m</w:t>
      </w:r>
      <w:r>
        <w:t>’</w:t>
      </w:r>
      <w:r w:rsidR="00256283">
        <w:t>a fait penser que la chaîne avait été placée là pour donner le change</w:t>
      </w:r>
      <w:r>
        <w:t xml:space="preserve">. </w:t>
      </w:r>
      <w:r w:rsidR="00256283">
        <w:t>Je croyais même que Mimi l</w:t>
      </w:r>
      <w:r>
        <w:t>’</w:t>
      </w:r>
      <w:r w:rsidR="00256283">
        <w:t>avait déposée elle-même</w:t>
      </w:r>
      <w:r>
        <w:t xml:space="preserve">. </w:t>
      </w:r>
      <w:r w:rsidR="00256283">
        <w:t>Morelli préoccupait aussi l</w:t>
      </w:r>
      <w:r>
        <w:t>’</w:t>
      </w:r>
      <w:r w:rsidR="00256283">
        <w:t>avocat qui ne désirait pas voir soupçonner quelqu</w:t>
      </w:r>
      <w:r>
        <w:t>’</w:t>
      </w:r>
      <w:r w:rsidR="00256283">
        <w:t>un qui</w:t>
      </w:r>
      <w:r>
        <w:t xml:space="preserve">, </w:t>
      </w:r>
      <w:r w:rsidR="00256283">
        <w:t>pour se justifier</w:t>
      </w:r>
      <w:r>
        <w:t xml:space="preserve">, </w:t>
      </w:r>
      <w:r w:rsidR="00256283">
        <w:t xml:space="preserve">lançât la police sur la bonne </w:t>
      </w:r>
      <w:r w:rsidR="00256283">
        <w:lastRenderedPageBreak/>
        <w:t>piste</w:t>
      </w:r>
      <w:r>
        <w:t xml:space="preserve">. </w:t>
      </w:r>
      <w:r w:rsidR="00256283">
        <w:t xml:space="preserve">Le fait de suspecter </w:t>
      </w:r>
      <w:proofErr w:type="spellStart"/>
      <w:r w:rsidR="00256283">
        <w:t>Wynant</w:t>
      </w:r>
      <w:proofErr w:type="spellEnd"/>
      <w:r w:rsidR="00256283">
        <w:t xml:space="preserve"> était le seul qui empêchât de penser que l</w:t>
      </w:r>
      <w:r>
        <w:t>’</w:t>
      </w:r>
      <w:r w:rsidR="00256283">
        <w:t>inventeur pût être mort</w:t>
      </w:r>
      <w:r>
        <w:t xml:space="preserve">. </w:t>
      </w:r>
      <w:r w:rsidR="00256283">
        <w:t>D</w:t>
      </w:r>
      <w:r>
        <w:t>’</w:t>
      </w:r>
      <w:r w:rsidR="00256283">
        <w:t>autre part</w:t>
      </w:r>
      <w:r>
        <w:t xml:space="preserve">, </w:t>
      </w:r>
      <w:r w:rsidR="00256283">
        <w:t>pourquoi Macaulay aurait-il tué les deux autres s</w:t>
      </w:r>
      <w:r>
        <w:t>’</w:t>
      </w:r>
      <w:r w:rsidR="00256283">
        <w:t>il n</w:t>
      </w:r>
      <w:r>
        <w:t>’</w:t>
      </w:r>
      <w:r w:rsidR="00256283">
        <w:t xml:space="preserve">avait pas assassiné </w:t>
      </w:r>
      <w:proofErr w:type="spellStart"/>
      <w:r w:rsidR="00256283">
        <w:t>Wynant</w:t>
      </w:r>
      <w:proofErr w:type="spellEnd"/>
      <w:r>
        <w:t xml:space="preserve"> ? </w:t>
      </w:r>
      <w:r w:rsidR="00256283">
        <w:t>L</w:t>
      </w:r>
      <w:r>
        <w:t>’</w:t>
      </w:r>
      <w:r w:rsidR="00256283">
        <w:t>affaire entière repose sur l</w:t>
      </w:r>
      <w:r>
        <w:t>’</w:t>
      </w:r>
      <w:r w:rsidR="00256283">
        <w:t>idée que l</w:t>
      </w:r>
      <w:r>
        <w:t>’</w:t>
      </w:r>
      <w:r w:rsidR="00256283">
        <w:t>inventeur devait logiquement être mort</w:t>
      </w:r>
      <w:r>
        <w:t>.</w:t>
      </w:r>
    </w:p>
    <w:p w14:paraId="2A1C8FBC" w14:textId="77777777" w:rsidR="00435B4F" w:rsidRDefault="00435B4F" w:rsidP="00256283">
      <w:r>
        <w:t>— </w:t>
      </w:r>
      <w:r w:rsidR="00256283">
        <w:t>Tu vas me dire que tu as trouvé ça au début</w:t>
      </w:r>
      <w:r>
        <w:t xml:space="preserve"> ? </w:t>
      </w:r>
      <w:r w:rsidR="00256283">
        <w:t>demanda Nora en me jetant un regard de doute</w:t>
      </w:r>
      <w:r>
        <w:t>.</w:t>
      </w:r>
    </w:p>
    <w:p w14:paraId="24C2EA3A" w14:textId="77777777" w:rsidR="00435B4F" w:rsidRDefault="00435B4F" w:rsidP="00256283">
      <w:r>
        <w:t>— </w:t>
      </w:r>
      <w:r w:rsidR="00256283">
        <w:t>Non</w:t>
      </w:r>
      <w:r>
        <w:t xml:space="preserve">, </w:t>
      </w:r>
      <w:r w:rsidR="00256283">
        <w:t>chérie</w:t>
      </w:r>
      <w:r>
        <w:t xml:space="preserve">, </w:t>
      </w:r>
      <w:r w:rsidR="00256283">
        <w:t>bien que je sois honteux de n</w:t>
      </w:r>
      <w:r>
        <w:t>’</w:t>
      </w:r>
      <w:r w:rsidR="00256283">
        <w:t>y avoir pas pensé</w:t>
      </w:r>
      <w:r>
        <w:t xml:space="preserve"> ; </w:t>
      </w:r>
      <w:r w:rsidR="00256283">
        <w:t>mais</w:t>
      </w:r>
      <w:r>
        <w:t xml:space="preserve">, </w:t>
      </w:r>
      <w:r w:rsidR="00256283">
        <w:t xml:space="preserve">quand </w:t>
      </w:r>
      <w:proofErr w:type="spellStart"/>
      <w:r w:rsidR="00256283">
        <w:t>Guild</w:t>
      </w:r>
      <w:proofErr w:type="spellEnd"/>
      <w:r w:rsidR="00256283">
        <w:t xml:space="preserve"> a déclaré qu</w:t>
      </w:r>
      <w:r>
        <w:t>’</w:t>
      </w:r>
      <w:r w:rsidR="00256283">
        <w:t>on avait découvert un cadavre au magasin</w:t>
      </w:r>
      <w:r>
        <w:t xml:space="preserve">, </w:t>
      </w:r>
      <w:r w:rsidR="00256283">
        <w:t>cent mille médecins légistes auraient pu jurer qu</w:t>
      </w:r>
      <w:r>
        <w:t>’</w:t>
      </w:r>
      <w:r w:rsidR="00256283">
        <w:t>il s</w:t>
      </w:r>
      <w:r>
        <w:t>’</w:t>
      </w:r>
      <w:r w:rsidR="00256283">
        <w:t>agissait d</w:t>
      </w:r>
      <w:r>
        <w:t>’</w:t>
      </w:r>
      <w:r w:rsidR="00256283">
        <w:t>une femme</w:t>
      </w:r>
      <w:r>
        <w:t xml:space="preserve">, </w:t>
      </w:r>
      <w:r w:rsidR="00256283">
        <w:t>j</w:t>
      </w:r>
      <w:r>
        <w:t>’</w:t>
      </w:r>
      <w:r w:rsidR="00256283">
        <w:t>aurais persisté à déclarer que c</w:t>
      </w:r>
      <w:r>
        <w:t>’</w:t>
      </w:r>
      <w:r w:rsidR="00256283">
        <w:t xml:space="preserve">était le corps de </w:t>
      </w:r>
      <w:proofErr w:type="spellStart"/>
      <w:r w:rsidR="00256283">
        <w:t>Wynant</w:t>
      </w:r>
      <w:proofErr w:type="spellEnd"/>
      <w:r>
        <w:t xml:space="preserve">. </w:t>
      </w:r>
      <w:r w:rsidR="00256283">
        <w:t>Il ne pouvait en être autrement</w:t>
      </w:r>
      <w:r>
        <w:t>.</w:t>
      </w:r>
    </w:p>
    <w:p w14:paraId="64A07F1F" w14:textId="77777777" w:rsidR="00435B4F" w:rsidRDefault="00435B4F" w:rsidP="00256283">
      <w:r>
        <w:t>— </w:t>
      </w:r>
      <w:r w:rsidR="00256283">
        <w:t>Tu dois être bien fatigué</w:t>
      </w:r>
      <w:r>
        <w:t xml:space="preserve">, </w:t>
      </w:r>
      <w:r w:rsidR="00256283">
        <w:t>chéri</w:t>
      </w:r>
      <w:r>
        <w:t xml:space="preserve">, </w:t>
      </w:r>
      <w:r w:rsidR="00256283">
        <w:t>dit Nora</w:t>
      </w:r>
      <w:r>
        <w:t xml:space="preserve"> ; </w:t>
      </w:r>
      <w:r w:rsidR="00256283">
        <w:t>c</w:t>
      </w:r>
      <w:r>
        <w:t>’</w:t>
      </w:r>
      <w:r w:rsidR="00256283">
        <w:t>est cela sans doute qui te rend si bavard</w:t>
      </w:r>
      <w:r>
        <w:t> !</w:t>
      </w:r>
    </w:p>
    <w:p w14:paraId="7C39B01C" w14:textId="77777777" w:rsidR="00435B4F" w:rsidRDefault="00435B4F" w:rsidP="00256283">
      <w:r>
        <w:t>— </w:t>
      </w:r>
      <w:r w:rsidR="00256283">
        <w:t>Puis</w:t>
      </w:r>
      <w:r>
        <w:t xml:space="preserve">, </w:t>
      </w:r>
      <w:proofErr w:type="spellStart"/>
      <w:r w:rsidR="00256283">
        <w:t>Nunheim</w:t>
      </w:r>
      <w:proofErr w:type="spellEnd"/>
      <w:r w:rsidR="00256283">
        <w:t xml:space="preserve"> l</w:t>
      </w:r>
      <w:r>
        <w:t>’</w:t>
      </w:r>
      <w:r w:rsidR="00256283">
        <w:t>a inquiété</w:t>
      </w:r>
      <w:r>
        <w:t xml:space="preserve">, </w:t>
      </w:r>
      <w:r w:rsidR="00256283">
        <w:t>continuai-je</w:t>
      </w:r>
      <w:r>
        <w:t xml:space="preserve">. </w:t>
      </w:r>
      <w:r w:rsidR="00256283">
        <w:t>Ce dernier</w:t>
      </w:r>
      <w:r>
        <w:t xml:space="preserve">, </w:t>
      </w:r>
      <w:r w:rsidR="00256283">
        <w:t>après avoir dénoncé Morelli pour conserver de bonnes relations avec la police est allé trouver Macaulay</w:t>
      </w:r>
      <w:r>
        <w:t xml:space="preserve">. </w:t>
      </w:r>
      <w:r w:rsidR="00256283">
        <w:t>Là</w:t>
      </w:r>
      <w:r>
        <w:t xml:space="preserve">, </w:t>
      </w:r>
      <w:r w:rsidR="00256283">
        <w:t>je suppose encore</w:t>
      </w:r>
      <w:r>
        <w:t xml:space="preserve"> : </w:t>
      </w:r>
      <w:r w:rsidR="00256283">
        <w:t>Tu te souviens de l</w:t>
      </w:r>
      <w:r>
        <w:t>’</w:t>
      </w:r>
      <w:r w:rsidR="00256283">
        <w:t>homme qui m</w:t>
      </w:r>
      <w:r>
        <w:t>’</w:t>
      </w:r>
      <w:r w:rsidR="00256283">
        <w:t>a appelé au téléphone</w:t>
      </w:r>
      <w:r>
        <w:t xml:space="preserve">, </w:t>
      </w:r>
      <w:r w:rsidR="00256283">
        <w:t>prétendant se nommer Albert Norman</w:t>
      </w:r>
      <w:r>
        <w:t xml:space="preserve">, </w:t>
      </w:r>
      <w:r w:rsidR="00256283">
        <w:t>et qui a raccroché brusquement</w:t>
      </w:r>
      <w:r>
        <w:t xml:space="preserve"> ? </w:t>
      </w:r>
      <w:r w:rsidR="00256283">
        <w:t xml:space="preserve">Je crois que </w:t>
      </w:r>
      <w:proofErr w:type="spellStart"/>
      <w:r w:rsidR="00256283">
        <w:t>Nunheim</w:t>
      </w:r>
      <w:proofErr w:type="spellEnd"/>
      <w:r w:rsidR="00256283">
        <w:t xml:space="preserve"> était allé voir Macaulay pour le faire chanter et que l</w:t>
      </w:r>
      <w:r>
        <w:t>’</w:t>
      </w:r>
      <w:r w:rsidR="00256283">
        <w:t>avocat a voulu bluffer</w:t>
      </w:r>
      <w:r>
        <w:t xml:space="preserve">. </w:t>
      </w:r>
      <w:r w:rsidR="00256283">
        <w:t>Alors le petit homme m</w:t>
      </w:r>
      <w:r>
        <w:t>’</w:t>
      </w:r>
      <w:r w:rsidR="00256283">
        <w:t>a appelé à l</w:t>
      </w:r>
      <w:r>
        <w:t>’</w:t>
      </w:r>
      <w:r w:rsidR="00256283">
        <w:t>appareil pour le dénoncer et Macaulay l</w:t>
      </w:r>
      <w:r>
        <w:t>’</w:t>
      </w:r>
      <w:r w:rsidR="00256283">
        <w:t>a forcé de raccrocher</w:t>
      </w:r>
      <w:r>
        <w:t xml:space="preserve">. </w:t>
      </w:r>
      <w:r w:rsidR="00256283">
        <w:t>Mais</w:t>
      </w:r>
      <w:r>
        <w:t xml:space="preserve">, </w:t>
      </w:r>
      <w:r w:rsidR="00256283">
        <w:t>après l</w:t>
      </w:r>
      <w:r>
        <w:t>’</w:t>
      </w:r>
      <w:r w:rsidR="00256283">
        <w:t>entrevue que nous eûmes</w:t>
      </w:r>
      <w:r>
        <w:t xml:space="preserve">, </w:t>
      </w:r>
      <w:proofErr w:type="spellStart"/>
      <w:r w:rsidR="00256283">
        <w:t>Guild</w:t>
      </w:r>
      <w:proofErr w:type="spellEnd"/>
      <w:r w:rsidR="00256283">
        <w:t xml:space="preserve"> et moi</w:t>
      </w:r>
      <w:r>
        <w:t xml:space="preserve">, </w:t>
      </w:r>
      <w:r w:rsidR="00256283">
        <w:t xml:space="preserve">avec </w:t>
      </w:r>
      <w:proofErr w:type="spellStart"/>
      <w:r w:rsidR="00256283">
        <w:t>Nunheim</w:t>
      </w:r>
      <w:proofErr w:type="spellEnd"/>
      <w:r>
        <w:t xml:space="preserve">, </w:t>
      </w:r>
      <w:r w:rsidR="00256283">
        <w:t>dès que celui-ci se fut enfui</w:t>
      </w:r>
      <w:r>
        <w:t xml:space="preserve">, </w:t>
      </w:r>
      <w:r w:rsidR="00256283">
        <w:t>il a téléphoné à l</w:t>
      </w:r>
      <w:r>
        <w:t>’</w:t>
      </w:r>
      <w:r w:rsidR="00256283">
        <w:t>avocat en exigeant une somme importante pour disparaître</w:t>
      </w:r>
      <w:r>
        <w:t xml:space="preserve">. </w:t>
      </w:r>
      <w:r w:rsidR="00256283">
        <w:t>L</w:t>
      </w:r>
      <w:r>
        <w:t>’</w:t>
      </w:r>
      <w:r w:rsidR="00256283">
        <w:t>opérateur du standard</w:t>
      </w:r>
      <w:r>
        <w:t xml:space="preserve">, </w:t>
      </w:r>
      <w:r w:rsidR="00256283">
        <w:t>au bureau de Macaulay</w:t>
      </w:r>
      <w:r>
        <w:t xml:space="preserve">, </w:t>
      </w:r>
      <w:r w:rsidR="00256283">
        <w:t>a noté la communication demandée cet après-midi-là par Mr</w:t>
      </w:r>
      <w:r>
        <w:t xml:space="preserve">. </w:t>
      </w:r>
      <w:r w:rsidR="00256283">
        <w:t>Albert Norman</w:t>
      </w:r>
      <w:r>
        <w:t xml:space="preserve">. </w:t>
      </w:r>
      <w:r w:rsidR="00256283">
        <w:t>L</w:t>
      </w:r>
      <w:r>
        <w:t>’</w:t>
      </w:r>
      <w:r w:rsidR="00256283">
        <w:t>avocat est sorti immédiatement après avoir raccroché et il a tué le petit homme à un endroit choisi d</w:t>
      </w:r>
      <w:r>
        <w:t>’</w:t>
      </w:r>
      <w:r w:rsidR="00256283">
        <w:t>avance où il l</w:t>
      </w:r>
      <w:r>
        <w:t>’</w:t>
      </w:r>
      <w:r w:rsidR="00256283">
        <w:t>avait convoqué</w:t>
      </w:r>
      <w:r>
        <w:t>.</w:t>
      </w:r>
    </w:p>
    <w:p w14:paraId="4C2618EF" w14:textId="77777777" w:rsidR="00435B4F" w:rsidRDefault="00435B4F" w:rsidP="00256283">
      <w:r>
        <w:lastRenderedPageBreak/>
        <w:t>— </w:t>
      </w:r>
      <w:r w:rsidR="00256283">
        <w:t>Probable</w:t>
      </w:r>
      <w:r>
        <w:t xml:space="preserve"> ! </w:t>
      </w:r>
      <w:r w:rsidR="00256283">
        <w:t>dit Nora</w:t>
      </w:r>
      <w:r>
        <w:t>.</w:t>
      </w:r>
    </w:p>
    <w:p w14:paraId="6C975EEA" w14:textId="77777777" w:rsidR="00435B4F" w:rsidRDefault="00435B4F" w:rsidP="00256283">
      <w:r>
        <w:t>— </w:t>
      </w:r>
      <w:r w:rsidR="00256283">
        <w:t>Voilà un mot qu</w:t>
      </w:r>
      <w:r>
        <w:t>’</w:t>
      </w:r>
      <w:r w:rsidR="00256283">
        <w:t>il faut employer largement dans cette affaire</w:t>
      </w:r>
      <w:r>
        <w:t xml:space="preserve">, </w:t>
      </w:r>
      <w:r w:rsidR="00256283">
        <w:t>dis-je</w:t>
      </w:r>
      <w:r>
        <w:t xml:space="preserve">. </w:t>
      </w:r>
      <w:r w:rsidR="00256283">
        <w:t xml:space="preserve">La lettre à Gilbert était destinée à démontrer que </w:t>
      </w:r>
      <w:proofErr w:type="spellStart"/>
      <w:r w:rsidR="00256283">
        <w:t>Wynant</w:t>
      </w:r>
      <w:proofErr w:type="spellEnd"/>
      <w:r w:rsidR="00256283">
        <w:t xml:space="preserve"> possédait une clef de l</w:t>
      </w:r>
      <w:r>
        <w:t>’</w:t>
      </w:r>
      <w:r w:rsidR="00256283">
        <w:t>appartement de Julia</w:t>
      </w:r>
      <w:r>
        <w:t xml:space="preserve">. </w:t>
      </w:r>
      <w:r w:rsidR="00256283">
        <w:t>Envoyer le jeune homme</w:t>
      </w:r>
      <w:r>
        <w:t xml:space="preserve">, </w:t>
      </w:r>
      <w:r w:rsidR="00256283">
        <w:t>c</w:t>
      </w:r>
      <w:r>
        <w:t>’</w:t>
      </w:r>
      <w:r w:rsidR="00256283">
        <w:t>était avertir la police qui n</w:t>
      </w:r>
      <w:r>
        <w:t>’</w:t>
      </w:r>
      <w:r w:rsidR="00256283">
        <w:t>ignorerait rien de la lettre et de la provenance de la clef</w:t>
      </w:r>
      <w:r>
        <w:t xml:space="preserve">. </w:t>
      </w:r>
      <w:r w:rsidR="00256283">
        <w:t>Enfin</w:t>
      </w:r>
      <w:r>
        <w:t xml:space="preserve">, </w:t>
      </w:r>
      <w:r w:rsidR="00256283">
        <w:t>Mimi livre le bout de chaîne</w:t>
      </w:r>
      <w:r>
        <w:t xml:space="preserve">, </w:t>
      </w:r>
      <w:r w:rsidR="00256283">
        <w:t xml:space="preserve">mais elle pousse </w:t>
      </w:r>
      <w:proofErr w:type="spellStart"/>
      <w:r w:rsidR="00256283">
        <w:t>Guild</w:t>
      </w:r>
      <w:proofErr w:type="spellEnd"/>
      <w:r w:rsidR="00256283">
        <w:t xml:space="preserve"> à me soupçonner et cela gêne Macaulay</w:t>
      </w:r>
      <w:r>
        <w:t xml:space="preserve">. </w:t>
      </w:r>
      <w:r w:rsidR="00256283">
        <w:t>J</w:t>
      </w:r>
      <w:r>
        <w:t>’</w:t>
      </w:r>
      <w:r w:rsidR="00256283">
        <w:t>ai l</w:t>
      </w:r>
      <w:r>
        <w:t>’</w:t>
      </w:r>
      <w:r w:rsidR="00256283">
        <w:t>impression qu</w:t>
      </w:r>
      <w:r>
        <w:t>’</w:t>
      </w:r>
      <w:r w:rsidR="00256283">
        <w:t>il avait l</w:t>
      </w:r>
      <w:r>
        <w:t>’</w:t>
      </w:r>
      <w:r w:rsidR="00256283">
        <w:t>intention</w:t>
      </w:r>
      <w:r>
        <w:t xml:space="preserve">, </w:t>
      </w:r>
      <w:r w:rsidR="00256283">
        <w:t>ce matin</w:t>
      </w:r>
      <w:r>
        <w:t xml:space="preserve">, </w:t>
      </w:r>
      <w:r w:rsidR="00256283">
        <w:t>en venant me voir</w:t>
      </w:r>
      <w:r>
        <w:t xml:space="preserve">, </w:t>
      </w:r>
      <w:r w:rsidR="00256283">
        <w:t>de m</w:t>
      </w:r>
      <w:r>
        <w:t>’</w:t>
      </w:r>
      <w:r w:rsidR="00256283">
        <w:t xml:space="preserve">attirer à </w:t>
      </w:r>
      <w:proofErr w:type="spellStart"/>
      <w:r w:rsidR="00256283">
        <w:t>Scarsdale</w:t>
      </w:r>
      <w:proofErr w:type="spellEnd"/>
      <w:r w:rsidR="00256283">
        <w:t xml:space="preserve"> pour ajouter mon nom à la liste des victimes</w:t>
      </w:r>
      <w:r>
        <w:t xml:space="preserve">. </w:t>
      </w:r>
      <w:r w:rsidR="00256283">
        <w:t>A-t-il changé d</w:t>
      </w:r>
      <w:r>
        <w:t>’</w:t>
      </w:r>
      <w:r w:rsidR="00256283">
        <w:t>avis au dernier moment</w:t>
      </w:r>
      <w:r>
        <w:t xml:space="preserve"> ? </w:t>
      </w:r>
      <w:r w:rsidR="00256283">
        <w:t>S</w:t>
      </w:r>
      <w:r>
        <w:t>’</w:t>
      </w:r>
      <w:r w:rsidR="00256283">
        <w:t>est-il méfié quand j</w:t>
      </w:r>
      <w:r>
        <w:t>’</w:t>
      </w:r>
      <w:r w:rsidR="00256283">
        <w:t>ai parlé d</w:t>
      </w:r>
      <w:r>
        <w:t>’</w:t>
      </w:r>
      <w:r w:rsidR="00256283">
        <w:t>amener les policiers</w:t>
      </w:r>
      <w:r>
        <w:t xml:space="preserve"> ? </w:t>
      </w:r>
      <w:r w:rsidR="00256283">
        <w:t>N</w:t>
      </w:r>
      <w:r>
        <w:t>’</w:t>
      </w:r>
      <w:r w:rsidR="00256283">
        <w:t>importe</w:t>
      </w:r>
      <w:r>
        <w:t xml:space="preserve">, </w:t>
      </w:r>
      <w:r w:rsidR="00256283">
        <w:t>le mensonge de Gilbert qui prétendait avoir vu son père lui a suggéré une idée</w:t>
      </w:r>
      <w:r>
        <w:t xml:space="preserve"> : </w:t>
      </w:r>
      <w:r w:rsidR="00256283">
        <w:t>S</w:t>
      </w:r>
      <w:r>
        <w:t>’</w:t>
      </w:r>
      <w:r w:rsidR="00256283">
        <w:t>il pouvait trouver quelqu</w:t>
      </w:r>
      <w:r>
        <w:t>’</w:t>
      </w:r>
      <w:r w:rsidR="00256283">
        <w:t xml:space="preserve">un qui affirmât avoir vu </w:t>
      </w:r>
      <w:proofErr w:type="spellStart"/>
      <w:r w:rsidR="00256283">
        <w:t>Wynant</w:t>
      </w:r>
      <w:proofErr w:type="spellEnd"/>
      <w:r>
        <w:t xml:space="preserve">, </w:t>
      </w:r>
      <w:r w:rsidR="00256283">
        <w:t>tout irait bien</w:t>
      </w:r>
      <w:r>
        <w:t xml:space="preserve">. </w:t>
      </w:r>
      <w:r w:rsidR="00256283">
        <w:t>Il est donc allé voir Mimi</w:t>
      </w:r>
      <w:r>
        <w:t xml:space="preserve">, </w:t>
      </w:r>
      <w:r w:rsidR="00256283">
        <w:t>dans l</w:t>
      </w:r>
      <w:r>
        <w:t>’</w:t>
      </w:r>
      <w:r w:rsidR="00256283">
        <w:t>après-midi</w:t>
      </w:r>
      <w:r>
        <w:t xml:space="preserve">, </w:t>
      </w:r>
      <w:r w:rsidR="00256283">
        <w:t>prenant l</w:t>
      </w:r>
      <w:r>
        <w:t>’</w:t>
      </w:r>
      <w:r w:rsidR="00256283">
        <w:t>ascenseur jusqu</w:t>
      </w:r>
      <w:r>
        <w:t>’</w:t>
      </w:r>
      <w:r w:rsidR="00256283">
        <w:t>à un ou deux étages au-dessus de l</w:t>
      </w:r>
      <w:r>
        <w:t>’</w:t>
      </w:r>
      <w:r w:rsidR="00256283">
        <w:t>appartement occupé par les Jorgensen et descendant par l</w:t>
      </w:r>
      <w:r>
        <w:t>’</w:t>
      </w:r>
      <w:r w:rsidR="00256283">
        <w:t>escalier</w:t>
      </w:r>
      <w:r>
        <w:t xml:space="preserve">, </w:t>
      </w:r>
      <w:r w:rsidR="00256283">
        <w:t>de façon que le garçon ne put se rappeler l</w:t>
      </w:r>
      <w:r>
        <w:t>’</w:t>
      </w:r>
      <w:r w:rsidR="00256283">
        <w:t>avoir déposé à ce palier</w:t>
      </w:r>
      <w:r>
        <w:t xml:space="preserve">. </w:t>
      </w:r>
      <w:r w:rsidR="00256283">
        <w:t xml:space="preserve">Il a affirmé à Mimi que </w:t>
      </w:r>
      <w:proofErr w:type="spellStart"/>
      <w:r w:rsidR="00256283">
        <w:t>Wynant</w:t>
      </w:r>
      <w:proofErr w:type="spellEnd"/>
      <w:r w:rsidR="00256283">
        <w:t xml:space="preserve"> était coupable mais que jamais la police ne pourrait le prouver</w:t>
      </w:r>
      <w:r>
        <w:t xml:space="preserve">. </w:t>
      </w:r>
      <w:r w:rsidR="00256283">
        <w:t>Il avait</w:t>
      </w:r>
      <w:r>
        <w:t xml:space="preserve">, </w:t>
      </w:r>
      <w:r w:rsidR="00256283">
        <w:t>lui</w:t>
      </w:r>
      <w:r>
        <w:t xml:space="preserve">, </w:t>
      </w:r>
      <w:r w:rsidR="00256283">
        <w:t>Macaulay</w:t>
      </w:r>
      <w:r>
        <w:t xml:space="preserve">, </w:t>
      </w:r>
      <w:r w:rsidR="00256283">
        <w:t>la disposition de la fortune de Clyde</w:t>
      </w:r>
      <w:r>
        <w:t xml:space="preserve">. </w:t>
      </w:r>
      <w:r w:rsidR="00256283">
        <w:t>Il lui était difficile de se l</w:t>
      </w:r>
      <w:r>
        <w:t>’</w:t>
      </w:r>
      <w:r w:rsidR="00256283">
        <w:t>approprier</w:t>
      </w:r>
      <w:r>
        <w:t xml:space="preserve">, </w:t>
      </w:r>
      <w:r w:rsidR="00256283">
        <w:t>mais il pouvait se servir d</w:t>
      </w:r>
      <w:r>
        <w:t>’</w:t>
      </w:r>
      <w:r w:rsidR="00256283">
        <w:t>elle comme d</w:t>
      </w:r>
      <w:r>
        <w:t>’</w:t>
      </w:r>
      <w:r w:rsidR="00256283">
        <w:t>un intermédiaire si elle consentait à partager</w:t>
      </w:r>
      <w:r>
        <w:t xml:space="preserve">. </w:t>
      </w:r>
      <w:r w:rsidR="00256283">
        <w:t>Il lui remettrait le chèque et les titres qu</w:t>
      </w:r>
      <w:r>
        <w:t>’</w:t>
      </w:r>
      <w:r w:rsidR="00256283">
        <w:t>il avait apportés</w:t>
      </w:r>
      <w:r>
        <w:t xml:space="preserve">, </w:t>
      </w:r>
      <w:r w:rsidR="00256283">
        <w:t>mais elle soutiendrait qu</w:t>
      </w:r>
      <w:r>
        <w:t>’</w:t>
      </w:r>
      <w:r w:rsidR="00256283">
        <w:t xml:space="preserve">elle les tenait de </w:t>
      </w:r>
      <w:proofErr w:type="spellStart"/>
      <w:r w:rsidR="00256283">
        <w:t>Wynant</w:t>
      </w:r>
      <w:proofErr w:type="spellEnd"/>
      <w:r w:rsidR="00256283">
        <w:t xml:space="preserve"> qui était venu la voir au </w:t>
      </w:r>
      <w:proofErr w:type="spellStart"/>
      <w:r w:rsidR="00256283">
        <w:t>Courtland</w:t>
      </w:r>
      <w:proofErr w:type="spellEnd"/>
      <w:r>
        <w:t xml:space="preserve">. </w:t>
      </w:r>
      <w:r w:rsidR="00256283">
        <w:t xml:space="preserve">Il a dû insister en faisant remarquer que </w:t>
      </w:r>
      <w:proofErr w:type="spellStart"/>
      <w:r w:rsidR="00256283">
        <w:t>Wynant</w:t>
      </w:r>
      <w:proofErr w:type="spellEnd"/>
      <w:r>
        <w:t xml:space="preserve">, </w:t>
      </w:r>
      <w:r w:rsidR="00256283">
        <w:t>en fuite</w:t>
      </w:r>
      <w:r>
        <w:t xml:space="preserve">, </w:t>
      </w:r>
      <w:r w:rsidR="00256283">
        <w:t>ne pouvait donner de démenti et qu</w:t>
      </w:r>
      <w:r>
        <w:t>’</w:t>
      </w:r>
      <w:r w:rsidR="00256283">
        <w:t>aucune autre personne que Mimi et ses enfants n</w:t>
      </w:r>
      <w:r>
        <w:t>’</w:t>
      </w:r>
      <w:r w:rsidR="00256283">
        <w:t>était fondée à réclamer la fortune de l</w:t>
      </w:r>
      <w:r>
        <w:t>’</w:t>
      </w:r>
      <w:r w:rsidR="00256283">
        <w:t>inventeur</w:t>
      </w:r>
      <w:r>
        <w:t xml:space="preserve">. </w:t>
      </w:r>
      <w:r w:rsidR="00256283">
        <w:t>Mimi n</w:t>
      </w:r>
      <w:r>
        <w:t>’</w:t>
      </w:r>
      <w:r w:rsidR="00256283">
        <w:t>est pas très fine quand il s</w:t>
      </w:r>
      <w:r>
        <w:t>’</w:t>
      </w:r>
      <w:r w:rsidR="00256283">
        <w:t>agit d</w:t>
      </w:r>
      <w:r>
        <w:t>’</w:t>
      </w:r>
      <w:r w:rsidR="00256283">
        <w:t>argent</w:t>
      </w:r>
      <w:r>
        <w:t xml:space="preserve">, </w:t>
      </w:r>
      <w:r w:rsidR="00256283">
        <w:t>elle a accepté et Macaulay a trouvé enfin quelqu</w:t>
      </w:r>
      <w:r>
        <w:t>’</w:t>
      </w:r>
      <w:r w:rsidR="00256283">
        <w:t>un qui avait vu l</w:t>
      </w:r>
      <w:r>
        <w:t>’</w:t>
      </w:r>
      <w:r w:rsidR="00256283">
        <w:t xml:space="preserve">insaisissable </w:t>
      </w:r>
      <w:proofErr w:type="spellStart"/>
      <w:r w:rsidR="00256283">
        <w:t>Wynant</w:t>
      </w:r>
      <w:proofErr w:type="spellEnd"/>
      <w:r w:rsidR="00256283">
        <w:t xml:space="preserve"> vivant</w:t>
      </w:r>
      <w:r>
        <w:t xml:space="preserve">. </w:t>
      </w:r>
      <w:r w:rsidR="00256283">
        <w:t>Il avertit sa complice que tous les intéressés croiraient qu</w:t>
      </w:r>
      <w:r>
        <w:t>’</w:t>
      </w:r>
      <w:r w:rsidR="00256283">
        <w:t xml:space="preserve">elle avait été payée </w:t>
      </w:r>
      <w:r w:rsidR="00256283">
        <w:lastRenderedPageBreak/>
        <w:t>par son ex-mari pour lui rendre un service</w:t>
      </w:r>
      <w:r>
        <w:t xml:space="preserve">, </w:t>
      </w:r>
      <w:r w:rsidR="00256283">
        <w:t>mais que personne n</w:t>
      </w:r>
      <w:r>
        <w:t>’</w:t>
      </w:r>
      <w:r w:rsidR="00256283">
        <w:t>en pourrait administrer la preuve</w:t>
      </w:r>
      <w:r>
        <w:t>.</w:t>
      </w:r>
    </w:p>
    <w:p w14:paraId="06212BE6" w14:textId="77777777" w:rsidR="00435B4F" w:rsidRDefault="00435B4F" w:rsidP="00256283">
      <w:r>
        <w:t>— </w:t>
      </w:r>
      <w:r w:rsidR="00256283">
        <w:t>Alors</w:t>
      </w:r>
      <w:r>
        <w:t xml:space="preserve">, </w:t>
      </w:r>
      <w:r w:rsidR="00256283">
        <w:t>dit Nora</w:t>
      </w:r>
      <w:r>
        <w:t xml:space="preserve">, </w:t>
      </w:r>
      <w:r w:rsidR="00256283">
        <w:t>ce qu</w:t>
      </w:r>
      <w:r>
        <w:t>’</w:t>
      </w:r>
      <w:r w:rsidR="00256283">
        <w:t xml:space="preserve">il a raconté ce matin en prétendant que </w:t>
      </w:r>
      <w:proofErr w:type="spellStart"/>
      <w:r w:rsidR="00256283">
        <w:t>Wynant</w:t>
      </w:r>
      <w:proofErr w:type="spellEnd"/>
      <w:r w:rsidR="00256283">
        <w:t xml:space="preserve"> désirait qu</w:t>
      </w:r>
      <w:r>
        <w:t>’</w:t>
      </w:r>
      <w:r w:rsidR="00256283">
        <w:t>il remît à Mimi toute somme raisonnable qu</w:t>
      </w:r>
      <w:r>
        <w:t>’</w:t>
      </w:r>
      <w:r w:rsidR="00256283">
        <w:t>elle demanderait</w:t>
      </w:r>
      <w:r>
        <w:t xml:space="preserve">, </w:t>
      </w:r>
      <w:r w:rsidR="00256283">
        <w:t>c</w:t>
      </w:r>
      <w:r>
        <w:t>’</w:t>
      </w:r>
      <w:r w:rsidR="00256283">
        <w:t>était une préparation</w:t>
      </w:r>
      <w:r>
        <w:t> ?</w:t>
      </w:r>
    </w:p>
    <w:p w14:paraId="419DD7D1" w14:textId="77777777" w:rsidR="00435B4F" w:rsidRDefault="00435B4F" w:rsidP="00256283">
      <w:r>
        <w:t>— </w:t>
      </w:r>
      <w:r w:rsidR="00256283">
        <w:t>Peut-être</w:t>
      </w:r>
      <w:r>
        <w:t xml:space="preserve">. </w:t>
      </w:r>
      <w:r w:rsidR="00256283">
        <w:t>Es-tu convaincue que nous le tenons bien</w:t>
      </w:r>
      <w:r>
        <w:t> ?</w:t>
      </w:r>
    </w:p>
    <w:p w14:paraId="5F6D4EC8" w14:textId="77777777" w:rsidR="00435B4F" w:rsidRDefault="00435B4F" w:rsidP="00256283">
      <w:r>
        <w:t>— </w:t>
      </w:r>
      <w:r w:rsidR="00256283">
        <w:t>Oui</w:t>
      </w:r>
      <w:r>
        <w:t xml:space="preserve">, </w:t>
      </w:r>
      <w:r w:rsidR="00256283">
        <w:t>en un sens</w:t>
      </w:r>
      <w:r>
        <w:t xml:space="preserve">. </w:t>
      </w:r>
      <w:r w:rsidR="00256283">
        <w:t>Il y a beaucoup de choses contre lui</w:t>
      </w:r>
      <w:r>
        <w:t xml:space="preserve">, </w:t>
      </w:r>
      <w:r w:rsidR="00256283">
        <w:t>mais ce n</w:t>
      </w:r>
      <w:r>
        <w:t>’</w:t>
      </w:r>
      <w:r w:rsidR="00256283">
        <w:t>est pas très clair</w:t>
      </w:r>
      <w:r>
        <w:t>.</w:t>
      </w:r>
    </w:p>
    <w:p w14:paraId="7F743109" w14:textId="77777777" w:rsidR="00435B4F" w:rsidRDefault="00435B4F" w:rsidP="00256283">
      <w:r>
        <w:t>— </w:t>
      </w:r>
      <w:r w:rsidR="00256283">
        <w:t>C</w:t>
      </w:r>
      <w:r>
        <w:t>’</w:t>
      </w:r>
      <w:r w:rsidR="00256283">
        <w:t>est assez clair pour l</w:t>
      </w:r>
      <w:r>
        <w:t>’</w:t>
      </w:r>
      <w:r w:rsidR="00256283">
        <w:t>envoyer à la chaise</w:t>
      </w:r>
      <w:r>
        <w:t xml:space="preserve">, </w:t>
      </w:r>
      <w:r w:rsidR="00256283">
        <w:t>dis-je</w:t>
      </w:r>
      <w:r>
        <w:t xml:space="preserve">, </w:t>
      </w:r>
      <w:r w:rsidR="00256283">
        <w:t>et il n</w:t>
      </w:r>
      <w:r>
        <w:t>’</w:t>
      </w:r>
      <w:r w:rsidR="00256283">
        <w:t>y a que cela qui compte</w:t>
      </w:r>
      <w:r>
        <w:t xml:space="preserve">. </w:t>
      </w:r>
      <w:r w:rsidR="00256283">
        <w:t>Bien entendu</w:t>
      </w:r>
      <w:r>
        <w:t xml:space="preserve">, </w:t>
      </w:r>
      <w:r w:rsidR="00256283">
        <w:t xml:space="preserve">il serait intéressant de retrouver le revolver et la machine à écrire employée pour dactylographier les lettres signées </w:t>
      </w:r>
      <w:proofErr w:type="spellStart"/>
      <w:r w:rsidR="00256283">
        <w:t>Wynant</w:t>
      </w:r>
      <w:proofErr w:type="spellEnd"/>
      <w:r>
        <w:t>. (</w:t>
      </w:r>
      <w:r w:rsidR="00256283">
        <w:t>Nous les trouvâmes dans l</w:t>
      </w:r>
      <w:r>
        <w:t>’</w:t>
      </w:r>
      <w:r w:rsidR="00256283">
        <w:t>appartement qu</w:t>
      </w:r>
      <w:r>
        <w:t>’</w:t>
      </w:r>
      <w:r w:rsidR="00256283">
        <w:t>il avait loué à Brooklyn sous le nom de George Foley</w:t>
      </w:r>
      <w:r>
        <w:t>.)</w:t>
      </w:r>
    </w:p>
    <w:p w14:paraId="278A1311" w14:textId="77777777" w:rsidR="00435B4F" w:rsidRDefault="00435B4F" w:rsidP="00256283">
      <w:r>
        <w:t>— </w:t>
      </w:r>
      <w:r w:rsidR="00256283">
        <w:t>Comme tu</w:t>
      </w:r>
      <w:r>
        <w:t xml:space="preserve">, </w:t>
      </w:r>
      <w:r w:rsidR="00256283">
        <w:t>voudras</w:t>
      </w:r>
      <w:r>
        <w:t xml:space="preserve">, </w:t>
      </w:r>
      <w:r w:rsidR="00256283">
        <w:t>dit ma femme</w:t>
      </w:r>
      <w:r>
        <w:t xml:space="preserve">, </w:t>
      </w:r>
      <w:r w:rsidR="00256283">
        <w:t>mais j</w:t>
      </w:r>
      <w:r>
        <w:t>’</w:t>
      </w:r>
      <w:r w:rsidR="00256283">
        <w:t>avais toujours pensé que les détectives attendaient d</w:t>
      </w:r>
      <w:r>
        <w:t>’</w:t>
      </w:r>
      <w:r w:rsidR="00256283">
        <w:t>avoir réuni toutes les preuves avant</w:t>
      </w:r>
      <w:r>
        <w:t>…</w:t>
      </w:r>
    </w:p>
    <w:p w14:paraId="770A431F" w14:textId="77777777" w:rsidR="00435B4F" w:rsidRDefault="00435B4F" w:rsidP="00256283">
      <w:r>
        <w:t>— </w:t>
      </w:r>
      <w:r w:rsidR="00256283">
        <w:t>Et qu</w:t>
      </w:r>
      <w:r>
        <w:t>’</w:t>
      </w:r>
      <w:r w:rsidR="00256283">
        <w:t>ils étaient tout surpris</w:t>
      </w:r>
      <w:r>
        <w:t xml:space="preserve">, </w:t>
      </w:r>
      <w:r w:rsidR="00256283">
        <w:t>interrompis-je</w:t>
      </w:r>
      <w:r>
        <w:t xml:space="preserve">, </w:t>
      </w:r>
      <w:r w:rsidR="00256283">
        <w:t>de constater que le coupable avait passé la frontière pour gagner un pays avec lequel nous n</w:t>
      </w:r>
      <w:r>
        <w:t>’</w:t>
      </w:r>
      <w:r w:rsidR="00256283">
        <w:t>avons pas de traité d</w:t>
      </w:r>
      <w:r>
        <w:t>’</w:t>
      </w:r>
      <w:r w:rsidR="00256283">
        <w:t>extradition</w:t>
      </w:r>
      <w:r>
        <w:t> !</w:t>
      </w:r>
    </w:p>
    <w:p w14:paraId="5FBDF532" w14:textId="77777777" w:rsidR="00435B4F" w:rsidRDefault="00256283" w:rsidP="00256283">
      <w:r>
        <w:t>Elle éclata de rire</w:t>
      </w:r>
      <w:r w:rsidR="00435B4F">
        <w:t>.</w:t>
      </w:r>
    </w:p>
    <w:p w14:paraId="15745F9A" w14:textId="77777777" w:rsidR="00435B4F" w:rsidRDefault="00435B4F" w:rsidP="00256283">
      <w:r>
        <w:t>— </w:t>
      </w:r>
      <w:r w:rsidR="00256283">
        <w:t>Ça va</w:t>
      </w:r>
      <w:r>
        <w:t xml:space="preserve">, </w:t>
      </w:r>
      <w:r w:rsidR="00256283">
        <w:t>ça va</w:t>
      </w:r>
      <w:r>
        <w:t xml:space="preserve"> ! </w:t>
      </w:r>
      <w:r w:rsidR="00256283">
        <w:t>Tu veux toujours partir demain pour San-Francisco</w:t>
      </w:r>
      <w:r>
        <w:t> ?</w:t>
      </w:r>
    </w:p>
    <w:p w14:paraId="2C8441A8" w14:textId="77777777" w:rsidR="00435B4F" w:rsidRDefault="00435B4F" w:rsidP="00256283">
      <w:r>
        <w:t>— </w:t>
      </w:r>
      <w:r w:rsidR="00256283">
        <w:t>Non</w:t>
      </w:r>
      <w:r>
        <w:t xml:space="preserve">, </w:t>
      </w:r>
      <w:r w:rsidR="00256283">
        <w:t>à moins que tu ne sois pressée</w:t>
      </w:r>
      <w:r>
        <w:t xml:space="preserve">. </w:t>
      </w:r>
      <w:r w:rsidR="00256283">
        <w:t>Restons encore un peu pour profiter de nos vacances</w:t>
      </w:r>
      <w:r>
        <w:t xml:space="preserve"> : </w:t>
      </w:r>
      <w:r w:rsidR="00256283">
        <w:t>il y a deux jours que je n</w:t>
      </w:r>
      <w:r>
        <w:t>’</w:t>
      </w:r>
      <w:r w:rsidR="00256283">
        <w:t>ai pas été saoul</w:t>
      </w:r>
      <w:r>
        <w:t> !</w:t>
      </w:r>
    </w:p>
    <w:p w14:paraId="68D79209" w14:textId="77777777" w:rsidR="00435B4F" w:rsidRDefault="00435B4F" w:rsidP="00256283">
      <w:r>
        <w:lastRenderedPageBreak/>
        <w:t>— </w:t>
      </w:r>
      <w:r w:rsidR="00256283">
        <w:t>Restons</w:t>
      </w:r>
      <w:r>
        <w:t xml:space="preserve">. </w:t>
      </w:r>
      <w:r w:rsidR="00256283">
        <w:t>Mais que vont devenir Mimi</w:t>
      </w:r>
      <w:r>
        <w:t xml:space="preserve">, </w:t>
      </w:r>
      <w:r w:rsidR="00256283">
        <w:t>Gilbert et Dorothy</w:t>
      </w:r>
      <w:r>
        <w:t> ?</w:t>
      </w:r>
    </w:p>
    <w:p w14:paraId="310A5277" w14:textId="77777777" w:rsidR="00435B4F" w:rsidRDefault="00435B4F" w:rsidP="00256283">
      <w:r>
        <w:t>— </w:t>
      </w:r>
      <w:r w:rsidR="00256283">
        <w:t>Rien</w:t>
      </w:r>
      <w:r>
        <w:t xml:space="preserve">. </w:t>
      </w:r>
      <w:r w:rsidR="00256283">
        <w:t>Ils continueront à être Mimi</w:t>
      </w:r>
      <w:r>
        <w:t xml:space="preserve">, </w:t>
      </w:r>
      <w:r w:rsidR="00256283">
        <w:t>Gilbert et Dorothy</w:t>
      </w:r>
      <w:r>
        <w:t xml:space="preserve">, </w:t>
      </w:r>
      <w:r w:rsidR="00256283">
        <w:t>comme nous resterons Nora et Nick et que les Quinn demeureront les Quinn</w:t>
      </w:r>
      <w:r>
        <w:t xml:space="preserve">. </w:t>
      </w:r>
      <w:r w:rsidR="00256283">
        <w:t>Un meurtre n</w:t>
      </w:r>
      <w:r>
        <w:t>’</w:t>
      </w:r>
      <w:r w:rsidR="00256283">
        <w:t>est fatal que pour une personne</w:t>
      </w:r>
      <w:r>
        <w:t xml:space="preserve"> : </w:t>
      </w:r>
      <w:r w:rsidR="00256283">
        <w:t>la victime</w:t>
      </w:r>
      <w:r>
        <w:t xml:space="preserve"> ; </w:t>
      </w:r>
      <w:r w:rsidR="00256283">
        <w:t>quelquefois pour le meurtrier</w:t>
      </w:r>
      <w:r>
        <w:t> !</w:t>
      </w:r>
    </w:p>
    <w:p w14:paraId="740A67FC" w14:textId="77777777" w:rsidR="00435B4F" w:rsidRDefault="00435B4F" w:rsidP="00256283">
      <w:r>
        <w:t>— </w:t>
      </w:r>
      <w:r w:rsidR="00256283">
        <w:t>Peut-être</w:t>
      </w:r>
      <w:r>
        <w:t xml:space="preserve">, </w:t>
      </w:r>
      <w:r w:rsidR="00256283">
        <w:t>dit Nora</w:t>
      </w:r>
      <w:r>
        <w:t xml:space="preserve">, </w:t>
      </w:r>
      <w:r w:rsidR="00256283">
        <w:t>mais c</w:t>
      </w:r>
      <w:r>
        <w:t>’</w:t>
      </w:r>
      <w:r w:rsidR="00256283">
        <w:t>est ton idée</w:t>
      </w:r>
      <w:r>
        <w:t xml:space="preserve"> ; </w:t>
      </w:r>
      <w:r w:rsidR="00256283">
        <w:t>tes explications ne satisfont que toi</w:t>
      </w:r>
      <w:r>
        <w:t> !</w:t>
      </w:r>
    </w:p>
    <w:p w14:paraId="4E4416B2" w14:textId="77777777" w:rsidR="00256283" w:rsidRDefault="00256283" w:rsidP="00435B4F">
      <w:pPr>
        <w:pStyle w:val="Centr"/>
      </w:pPr>
      <w:r>
        <w:t>FIN</w:t>
      </w:r>
    </w:p>
    <w:p w14:paraId="25279716" w14:textId="77777777" w:rsidR="00033562" w:rsidRDefault="00033562">
      <w:pPr>
        <w:sectPr w:rsidR="00033562" w:rsidSect="00435B4F">
          <w:footerReference w:type="default" r:id="rId10"/>
          <w:endnotePr>
            <w:numFmt w:val="lowerLetter"/>
          </w:endnotePr>
          <w:pgSz w:w="11906" w:h="16838" w:code="9"/>
          <w:pgMar w:top="1134" w:right="1134" w:bottom="1134" w:left="1134" w:header="709" w:footer="709" w:gutter="0"/>
          <w:cols w:space="708"/>
          <w:titlePg/>
          <w:docGrid w:linePitch="360"/>
        </w:sectPr>
      </w:pPr>
    </w:p>
    <w:p w14:paraId="7ADBFA76" w14:textId="77777777" w:rsidR="00033562" w:rsidRDefault="00033562" w:rsidP="00435B4F">
      <w:pPr>
        <w:pStyle w:val="Titre1"/>
        <w:spacing w:before="0" w:after="480"/>
      </w:pPr>
      <w:bookmarkStart w:id="69" w:name="_Toc202285685"/>
      <w:r>
        <w:lastRenderedPageBreak/>
        <w:t xml:space="preserve">À propos de cette </w:t>
      </w:r>
      <w:r w:rsidRPr="007C1C6B">
        <w:t>édition</w:t>
      </w:r>
      <w:r>
        <w:t xml:space="preserve"> électronique</w:t>
      </w:r>
      <w:bookmarkEnd w:id="69"/>
    </w:p>
    <w:p w14:paraId="6424680B" w14:textId="77777777" w:rsidR="00435B4F" w:rsidRPr="00633842" w:rsidRDefault="00435B4F" w:rsidP="00435B4F">
      <w:pPr>
        <w:spacing w:before="180" w:after="180"/>
        <w:ind w:firstLine="0"/>
        <w:jc w:val="center"/>
        <w:rPr>
          <w:b/>
          <w:bCs/>
          <w:szCs w:val="32"/>
        </w:rPr>
      </w:pPr>
      <w:r w:rsidRPr="00633842">
        <w:rPr>
          <w:b/>
          <w:bCs/>
          <w:szCs w:val="32"/>
        </w:rPr>
        <w:t>Texte libre de droits.</w:t>
      </w:r>
    </w:p>
    <w:p w14:paraId="63B84C7B" w14:textId="77777777" w:rsidR="00435B4F" w:rsidRPr="00633842" w:rsidRDefault="00435B4F" w:rsidP="00435B4F">
      <w:pPr>
        <w:pStyle w:val="Centr"/>
        <w:spacing w:before="180" w:after="180"/>
      </w:pPr>
      <w:r w:rsidRPr="00633842">
        <w:t>Corrections, édition, conversion informatique et publication par le groupe :</w:t>
      </w:r>
    </w:p>
    <w:p w14:paraId="305AE666" w14:textId="77777777" w:rsidR="00435B4F" w:rsidRPr="00633842" w:rsidRDefault="00435B4F" w:rsidP="00435B4F">
      <w:pPr>
        <w:spacing w:before="180" w:after="180"/>
        <w:ind w:firstLine="0"/>
        <w:jc w:val="center"/>
        <w:rPr>
          <w:b/>
          <w:bCs/>
          <w:i/>
          <w:iCs/>
          <w:szCs w:val="32"/>
        </w:rPr>
      </w:pPr>
      <w:r w:rsidRPr="00633842">
        <w:rPr>
          <w:b/>
          <w:bCs/>
          <w:i/>
          <w:iCs/>
          <w:szCs w:val="32"/>
        </w:rPr>
        <w:t>Ebooks libres et gratuits</w:t>
      </w:r>
    </w:p>
    <w:p w14:paraId="2A45971F" w14:textId="77777777" w:rsidR="00435B4F" w:rsidRPr="00633842" w:rsidRDefault="00435B4F" w:rsidP="00435B4F">
      <w:pPr>
        <w:pStyle w:val="Centr"/>
        <w:spacing w:before="180" w:after="180"/>
      </w:pPr>
      <w:hyperlink r:id="rId11" w:history="1">
        <w:r w:rsidRPr="00F74CD6">
          <w:rPr>
            <w:rStyle w:val="Lienhypertexte"/>
          </w:rPr>
          <w:t>https://groups.google.com/g/ebooksgratuits</w:t>
        </w:r>
      </w:hyperlink>
    </w:p>
    <w:p w14:paraId="4AC33F5A" w14:textId="77777777" w:rsidR="00435B4F" w:rsidRPr="00633842" w:rsidRDefault="00435B4F" w:rsidP="00435B4F">
      <w:pPr>
        <w:pStyle w:val="Centr"/>
        <w:spacing w:before="180" w:after="180"/>
      </w:pPr>
      <w:r w:rsidRPr="00633842">
        <w:t>Adresse du site web du groupe :</w:t>
      </w:r>
      <w:r w:rsidRPr="00633842">
        <w:br/>
      </w:r>
      <w:hyperlink r:id="rId12" w:history="1">
        <w:r w:rsidRPr="00435B4F">
          <w:rPr>
            <w:rStyle w:val="Lienhypertexte"/>
            <w:szCs w:val="32"/>
          </w:rPr>
          <w:t>https://www.ebooksgratuits.com/</w:t>
        </w:r>
      </w:hyperlink>
    </w:p>
    <w:p w14:paraId="3F623749" w14:textId="77777777" w:rsidR="00435B4F" w:rsidRPr="00633842" w:rsidRDefault="00435B4F" w:rsidP="00435B4F">
      <w:pPr>
        <w:pStyle w:val="Centr"/>
        <w:spacing w:before="180" w:after="180"/>
      </w:pPr>
      <w:r w:rsidRPr="00633842">
        <w:t>—</w:t>
      </w:r>
    </w:p>
    <w:p w14:paraId="35EFD252" w14:textId="77777777" w:rsidR="00435B4F" w:rsidRPr="00633842" w:rsidRDefault="00435B4F" w:rsidP="00435B4F">
      <w:pPr>
        <w:spacing w:before="180" w:after="180"/>
        <w:ind w:firstLine="0"/>
        <w:jc w:val="center"/>
        <w:rPr>
          <w:b/>
          <w:bCs/>
          <w:szCs w:val="32"/>
        </w:rPr>
      </w:pPr>
      <w:r>
        <w:rPr>
          <w:b/>
          <w:bCs/>
          <w:szCs w:val="32"/>
        </w:rPr>
        <w:t>Juillet 2025</w:t>
      </w:r>
    </w:p>
    <w:p w14:paraId="4C6475B8" w14:textId="77777777" w:rsidR="00435B4F" w:rsidRPr="00633842" w:rsidRDefault="00435B4F" w:rsidP="00435B4F">
      <w:pPr>
        <w:pStyle w:val="Centr"/>
        <w:spacing w:before="180" w:after="180"/>
      </w:pPr>
      <w:r w:rsidRPr="00633842">
        <w:t>—</w:t>
      </w:r>
    </w:p>
    <w:p w14:paraId="4504FD31" w14:textId="77777777" w:rsidR="00435B4F" w:rsidRPr="00633842" w:rsidRDefault="00435B4F" w:rsidP="00435B4F">
      <w:pPr>
        <w:spacing w:before="180" w:after="180"/>
      </w:pPr>
      <w:r w:rsidRPr="00633842">
        <w:t>– </w:t>
      </w:r>
      <w:r w:rsidRPr="00633842">
        <w:rPr>
          <w:b/>
        </w:rPr>
        <w:t>Élaboration de ce livre électronique</w:t>
      </w:r>
      <w:r w:rsidRPr="00633842">
        <w:t> :</w:t>
      </w:r>
    </w:p>
    <w:p w14:paraId="6B722979" w14:textId="77777777" w:rsidR="00435B4F" w:rsidRPr="00633842" w:rsidRDefault="00435B4F" w:rsidP="00435B4F">
      <w:pPr>
        <w:suppressAutoHyphens/>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proofErr w:type="spellStart"/>
      <w:r w:rsidRPr="00435B4F">
        <w:t>YvetteT</w:t>
      </w:r>
      <w:proofErr w:type="spellEnd"/>
      <w:r w:rsidRPr="00435B4F">
        <w:t xml:space="preserve">, Jean-Marc, </w:t>
      </w:r>
      <w:proofErr w:type="spellStart"/>
      <w:r w:rsidRPr="00435B4F">
        <w:t>MichelB</w:t>
      </w:r>
      <w:proofErr w:type="spellEnd"/>
      <w:r>
        <w:t xml:space="preserve">, </w:t>
      </w:r>
      <w:proofErr w:type="spellStart"/>
      <w:r>
        <w:t>Coolmicro</w:t>
      </w:r>
      <w:proofErr w:type="spellEnd"/>
      <w:r>
        <w:t>.</w:t>
      </w:r>
    </w:p>
    <w:p w14:paraId="15ADFDA5" w14:textId="77777777" w:rsidR="00435B4F" w:rsidRPr="00633842" w:rsidRDefault="00435B4F" w:rsidP="00435B4F">
      <w:pPr>
        <w:spacing w:before="180" w:after="180"/>
      </w:pPr>
      <w:r w:rsidRPr="00633842">
        <w:t>– </w:t>
      </w:r>
      <w:r w:rsidRPr="00633842">
        <w:rPr>
          <w:b/>
        </w:rPr>
        <w:t>Dispositions</w:t>
      </w:r>
      <w:r w:rsidRPr="00633842">
        <w:t> :</w:t>
      </w:r>
    </w:p>
    <w:p w14:paraId="4EE871FD" w14:textId="77777777" w:rsidR="00435B4F" w:rsidRPr="00633842" w:rsidRDefault="00435B4F" w:rsidP="00435B4F">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669E8F3" w14:textId="77777777" w:rsidR="00435B4F" w:rsidRPr="00633842" w:rsidRDefault="00435B4F" w:rsidP="00435B4F">
      <w:pPr>
        <w:spacing w:before="180" w:after="180"/>
      </w:pPr>
      <w:r w:rsidRPr="00633842">
        <w:t>– </w:t>
      </w:r>
      <w:r w:rsidRPr="00633842">
        <w:rPr>
          <w:b/>
        </w:rPr>
        <w:t>Qualité</w:t>
      </w:r>
      <w:r w:rsidRPr="00633842">
        <w:t> :</w:t>
      </w:r>
    </w:p>
    <w:p w14:paraId="681A9DA6" w14:textId="77777777" w:rsidR="00435B4F" w:rsidRPr="00633842" w:rsidRDefault="00435B4F" w:rsidP="00435B4F">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601ECE4E" w14:textId="77777777" w:rsidR="00435B4F" w:rsidRPr="00633842" w:rsidRDefault="00435B4F" w:rsidP="00435B4F">
      <w:pPr>
        <w:spacing w:before="180" w:after="180"/>
        <w:ind w:firstLine="0"/>
        <w:jc w:val="center"/>
        <w:rPr>
          <w:i/>
          <w:iCs/>
          <w:szCs w:val="32"/>
        </w:rPr>
      </w:pPr>
      <w:r w:rsidRPr="00633842">
        <w:rPr>
          <w:i/>
          <w:iCs/>
          <w:szCs w:val="32"/>
        </w:rPr>
        <w:t>Votre aide est la bienvenue !</w:t>
      </w:r>
    </w:p>
    <w:p w14:paraId="18DD80D9" w14:textId="77777777" w:rsidR="00033562" w:rsidRPr="007C1C6B" w:rsidRDefault="00435B4F" w:rsidP="00435B4F">
      <w:pPr>
        <w:pStyle w:val="Centr"/>
        <w:suppressAutoHyphens/>
        <w:spacing w:before="180" w:after="180"/>
      </w:pPr>
      <w:r w:rsidRPr="00633842">
        <w:t>VOUS POUVEZ NOUS AIDER À FAIRE CONNAÎTRE CES CLASSIQUES LITTÉRAIRES.</w:t>
      </w:r>
    </w:p>
    <w:sectPr w:rsidR="00033562" w:rsidRPr="007C1C6B" w:rsidSect="00435B4F">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D7EDA" w14:textId="77777777" w:rsidR="00E67F8E" w:rsidRDefault="00E67F8E">
      <w:r>
        <w:separator/>
      </w:r>
    </w:p>
  </w:endnote>
  <w:endnote w:type="continuationSeparator" w:id="0">
    <w:p w14:paraId="2BF15752" w14:textId="77777777" w:rsidR="00E67F8E" w:rsidRDefault="00E6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647E9" w14:textId="77777777" w:rsidR="007969C4" w:rsidRDefault="007969C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C5C1" w14:textId="77777777" w:rsidR="007969C4" w:rsidRDefault="007969C4">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256283">
      <w:rPr>
        <w:rStyle w:val="Numrodepage"/>
        <w:noProof/>
        <w:sz w:val="30"/>
        <w:szCs w:val="30"/>
      </w:rPr>
      <w:t>135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A3023" w14:textId="77777777" w:rsidR="00E67F8E" w:rsidRDefault="00E67F8E">
      <w:r>
        <w:separator/>
      </w:r>
    </w:p>
  </w:footnote>
  <w:footnote w:type="continuationSeparator" w:id="0">
    <w:p w14:paraId="47071042" w14:textId="77777777" w:rsidR="00E67F8E" w:rsidRDefault="00E67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43013229">
    <w:abstractNumId w:val="11"/>
  </w:num>
  <w:num w:numId="2" w16cid:durableId="1151025829">
    <w:abstractNumId w:val="12"/>
  </w:num>
  <w:num w:numId="3" w16cid:durableId="2068646310">
    <w:abstractNumId w:val="13"/>
  </w:num>
  <w:num w:numId="4" w16cid:durableId="1311591737">
    <w:abstractNumId w:val="14"/>
  </w:num>
  <w:num w:numId="5" w16cid:durableId="1448818204">
    <w:abstractNumId w:val="8"/>
  </w:num>
  <w:num w:numId="6" w16cid:durableId="560096094">
    <w:abstractNumId w:val="3"/>
  </w:num>
  <w:num w:numId="7" w16cid:durableId="1762488683">
    <w:abstractNumId w:val="2"/>
  </w:num>
  <w:num w:numId="8" w16cid:durableId="1992054680">
    <w:abstractNumId w:val="1"/>
  </w:num>
  <w:num w:numId="9" w16cid:durableId="671220101">
    <w:abstractNumId w:val="0"/>
  </w:num>
  <w:num w:numId="10" w16cid:durableId="2006861370">
    <w:abstractNumId w:val="9"/>
  </w:num>
  <w:num w:numId="11" w16cid:durableId="1691444803">
    <w:abstractNumId w:val="7"/>
  </w:num>
  <w:num w:numId="12" w16cid:durableId="1381172232">
    <w:abstractNumId w:val="6"/>
  </w:num>
  <w:num w:numId="13" w16cid:durableId="1170363639">
    <w:abstractNumId w:val="5"/>
  </w:num>
  <w:num w:numId="14" w16cid:durableId="1040327504">
    <w:abstractNumId w:val="4"/>
  </w:num>
  <w:num w:numId="15" w16cid:durableId="2142532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624DA"/>
    <w:rsid w:val="00066E2D"/>
    <w:rsid w:val="00077531"/>
    <w:rsid w:val="000F7F4B"/>
    <w:rsid w:val="0010298A"/>
    <w:rsid w:val="001635FE"/>
    <w:rsid w:val="00176FA6"/>
    <w:rsid w:val="001A32B4"/>
    <w:rsid w:val="00203135"/>
    <w:rsid w:val="00256283"/>
    <w:rsid w:val="00284AF2"/>
    <w:rsid w:val="002E4734"/>
    <w:rsid w:val="0032506F"/>
    <w:rsid w:val="00335365"/>
    <w:rsid w:val="00336E88"/>
    <w:rsid w:val="00367258"/>
    <w:rsid w:val="003D5E6A"/>
    <w:rsid w:val="003F6FF9"/>
    <w:rsid w:val="00431C66"/>
    <w:rsid w:val="00435B4F"/>
    <w:rsid w:val="004618A4"/>
    <w:rsid w:val="00466185"/>
    <w:rsid w:val="004856F7"/>
    <w:rsid w:val="004C3D05"/>
    <w:rsid w:val="0051085B"/>
    <w:rsid w:val="00554C93"/>
    <w:rsid w:val="00575F19"/>
    <w:rsid w:val="00576E04"/>
    <w:rsid w:val="005C4D38"/>
    <w:rsid w:val="006028AF"/>
    <w:rsid w:val="0061214E"/>
    <w:rsid w:val="00622F95"/>
    <w:rsid w:val="00640C4F"/>
    <w:rsid w:val="00703D4D"/>
    <w:rsid w:val="00705271"/>
    <w:rsid w:val="00722EA0"/>
    <w:rsid w:val="007549CD"/>
    <w:rsid w:val="0076257B"/>
    <w:rsid w:val="0076513E"/>
    <w:rsid w:val="0078241C"/>
    <w:rsid w:val="007841D8"/>
    <w:rsid w:val="007969C4"/>
    <w:rsid w:val="007A353A"/>
    <w:rsid w:val="007B6898"/>
    <w:rsid w:val="007C1C6B"/>
    <w:rsid w:val="007C56AC"/>
    <w:rsid w:val="007E0F7B"/>
    <w:rsid w:val="007E50F2"/>
    <w:rsid w:val="007F5860"/>
    <w:rsid w:val="00825620"/>
    <w:rsid w:val="00856DF4"/>
    <w:rsid w:val="00863B07"/>
    <w:rsid w:val="008840CC"/>
    <w:rsid w:val="008E7435"/>
    <w:rsid w:val="008F106B"/>
    <w:rsid w:val="00930A77"/>
    <w:rsid w:val="00946EE4"/>
    <w:rsid w:val="009B3DDD"/>
    <w:rsid w:val="00AA429C"/>
    <w:rsid w:val="00AB5337"/>
    <w:rsid w:val="00AF0A3E"/>
    <w:rsid w:val="00B1136E"/>
    <w:rsid w:val="00B241D4"/>
    <w:rsid w:val="00B909AE"/>
    <w:rsid w:val="00BA7596"/>
    <w:rsid w:val="00BD0C07"/>
    <w:rsid w:val="00BF29E4"/>
    <w:rsid w:val="00C323C1"/>
    <w:rsid w:val="00C43D20"/>
    <w:rsid w:val="00C503A9"/>
    <w:rsid w:val="00C51E70"/>
    <w:rsid w:val="00C82075"/>
    <w:rsid w:val="00C82867"/>
    <w:rsid w:val="00C877F6"/>
    <w:rsid w:val="00D02BDE"/>
    <w:rsid w:val="00D279CD"/>
    <w:rsid w:val="00D47BCF"/>
    <w:rsid w:val="00D57E8F"/>
    <w:rsid w:val="00D63994"/>
    <w:rsid w:val="00D80434"/>
    <w:rsid w:val="00D9756D"/>
    <w:rsid w:val="00DC188F"/>
    <w:rsid w:val="00DD7BB4"/>
    <w:rsid w:val="00DF43DD"/>
    <w:rsid w:val="00E30FAD"/>
    <w:rsid w:val="00E35EE1"/>
    <w:rsid w:val="00E5032F"/>
    <w:rsid w:val="00E67F8E"/>
    <w:rsid w:val="00E847C9"/>
    <w:rsid w:val="00E90A7B"/>
    <w:rsid w:val="00F34AD9"/>
    <w:rsid w:val="00F42B6E"/>
    <w:rsid w:val="00F74495"/>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E2D0A"/>
  <w15:chartTrackingRefBased/>
  <w15:docId w15:val="{C91A4234-3A01-40B6-A709-CBB22886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AD9"/>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F34AD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F34AD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F34AD9"/>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F34AD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F34AD9"/>
  </w:style>
  <w:style w:type="character" w:styleId="Lienhypertexte">
    <w:name w:val="Hyperlink"/>
    <w:uiPriority w:val="99"/>
    <w:rsid w:val="00F34AD9"/>
    <w:rPr>
      <w:rFonts w:ascii="Amasis30" w:hAnsi="Amasis30"/>
      <w:color w:val="004080"/>
      <w:u w:val="single"/>
    </w:rPr>
  </w:style>
  <w:style w:type="paragraph" w:styleId="Explorateurdedocuments">
    <w:name w:val="Document Map"/>
    <w:basedOn w:val="Normal"/>
    <w:link w:val="ExplorateurdedocumentsCar"/>
    <w:rsid w:val="00F34AD9"/>
    <w:pPr>
      <w:shd w:val="clear" w:color="auto" w:fill="000080"/>
    </w:pPr>
    <w:rPr>
      <w:rFonts w:ascii="Tahoma" w:hAnsi="Tahoma" w:cs="Tahoma"/>
    </w:rPr>
  </w:style>
  <w:style w:type="paragraph" w:styleId="TM1">
    <w:name w:val="toc 1"/>
    <w:basedOn w:val="Normal"/>
    <w:next w:val="Normal"/>
    <w:autoRedefine/>
    <w:uiPriority w:val="39"/>
    <w:rsid w:val="00F34AD9"/>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F34AD9"/>
    <w:pPr>
      <w:tabs>
        <w:tab w:val="center" w:pos="4536"/>
        <w:tab w:val="right" w:pos="9072"/>
      </w:tabs>
    </w:pPr>
  </w:style>
  <w:style w:type="paragraph" w:styleId="Pieddepage">
    <w:name w:val="footer"/>
    <w:basedOn w:val="Normal"/>
    <w:link w:val="PieddepageCar"/>
    <w:rsid w:val="00F34AD9"/>
    <w:pPr>
      <w:tabs>
        <w:tab w:val="center" w:pos="4536"/>
        <w:tab w:val="right" w:pos="9072"/>
      </w:tabs>
      <w:ind w:firstLine="0"/>
      <w:jc w:val="center"/>
    </w:pPr>
    <w:rPr>
      <w:sz w:val="32"/>
    </w:rPr>
  </w:style>
  <w:style w:type="character" w:styleId="Numrodepage">
    <w:name w:val="page number"/>
    <w:basedOn w:val="Policepardfaut"/>
    <w:rsid w:val="00F34AD9"/>
  </w:style>
  <w:style w:type="paragraph" w:styleId="TM2">
    <w:name w:val="toc 2"/>
    <w:basedOn w:val="Normal"/>
    <w:next w:val="Normal"/>
    <w:autoRedefine/>
    <w:uiPriority w:val="39"/>
    <w:rsid w:val="00F34AD9"/>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F34AD9"/>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F34AD9"/>
    <w:pPr>
      <w:ind w:left="780"/>
    </w:pPr>
  </w:style>
  <w:style w:type="paragraph" w:styleId="TM5">
    <w:name w:val="toc 5"/>
    <w:basedOn w:val="Normal"/>
    <w:next w:val="Normal"/>
    <w:autoRedefine/>
    <w:semiHidden/>
    <w:rsid w:val="00F34AD9"/>
    <w:pPr>
      <w:ind w:left="1040"/>
    </w:pPr>
  </w:style>
  <w:style w:type="paragraph" w:styleId="TM6">
    <w:name w:val="toc 6"/>
    <w:basedOn w:val="Normal"/>
    <w:next w:val="Normal"/>
    <w:autoRedefine/>
    <w:semiHidden/>
    <w:rsid w:val="00F34AD9"/>
    <w:pPr>
      <w:ind w:left="1300"/>
    </w:pPr>
  </w:style>
  <w:style w:type="paragraph" w:styleId="TM7">
    <w:name w:val="toc 7"/>
    <w:basedOn w:val="Normal"/>
    <w:next w:val="Normal"/>
    <w:autoRedefine/>
    <w:semiHidden/>
    <w:rsid w:val="00F34AD9"/>
    <w:pPr>
      <w:ind w:left="1560"/>
    </w:pPr>
  </w:style>
  <w:style w:type="paragraph" w:styleId="TM8">
    <w:name w:val="toc 8"/>
    <w:basedOn w:val="Normal"/>
    <w:next w:val="Normal"/>
    <w:autoRedefine/>
    <w:semiHidden/>
    <w:rsid w:val="00F34AD9"/>
    <w:pPr>
      <w:ind w:left="1820"/>
    </w:pPr>
  </w:style>
  <w:style w:type="paragraph" w:styleId="TM9">
    <w:name w:val="toc 9"/>
    <w:basedOn w:val="Normal"/>
    <w:next w:val="Normal"/>
    <w:autoRedefine/>
    <w:semiHidden/>
    <w:rsid w:val="00F34AD9"/>
    <w:pPr>
      <w:ind w:left="2080"/>
    </w:pPr>
  </w:style>
  <w:style w:type="character" w:styleId="Appelnotedebasdep">
    <w:name w:val="footnote reference"/>
    <w:qFormat/>
    <w:rsid w:val="00F34AD9"/>
    <w:rPr>
      <w:rFonts w:ascii="Amasis30" w:hAnsi="Amasis30"/>
      <w:b/>
      <w:sz w:val="36"/>
      <w:vertAlign w:val="superscript"/>
    </w:rPr>
  </w:style>
  <w:style w:type="paragraph" w:styleId="Notedebasdepage">
    <w:name w:val="footnote text"/>
    <w:basedOn w:val="Taille-1Normal"/>
    <w:link w:val="NotedebasdepageCar"/>
    <w:qFormat/>
    <w:rsid w:val="00F34AD9"/>
    <w:rPr>
      <w:szCs w:val="30"/>
    </w:rPr>
  </w:style>
  <w:style w:type="paragraph" w:customStyle="1" w:styleId="Taille-1Normal">
    <w:name w:val="Taille-1Normal"/>
    <w:basedOn w:val="Normal"/>
    <w:rsid w:val="00F34AD9"/>
    <w:rPr>
      <w:sz w:val="32"/>
      <w:szCs w:val="28"/>
    </w:rPr>
  </w:style>
  <w:style w:type="paragraph" w:customStyle="1" w:styleId="Auteur">
    <w:name w:val="Auteur"/>
    <w:basedOn w:val="Normal"/>
    <w:rsid w:val="00F34AD9"/>
    <w:pPr>
      <w:spacing w:before="0" w:after="1800"/>
      <w:ind w:right="851" w:firstLine="0"/>
      <w:jc w:val="right"/>
    </w:pPr>
    <w:rPr>
      <w:sz w:val="48"/>
    </w:rPr>
  </w:style>
  <w:style w:type="paragraph" w:customStyle="1" w:styleId="Titrelivre">
    <w:name w:val="Titre_livre"/>
    <w:basedOn w:val="Normal"/>
    <w:rsid w:val="00F34AD9"/>
    <w:pPr>
      <w:spacing w:before="0" w:after="1200"/>
      <w:ind w:left="2268" w:right="851" w:firstLine="0"/>
      <w:jc w:val="right"/>
    </w:pPr>
    <w:rPr>
      <w:b/>
      <w:bCs/>
      <w:sz w:val="72"/>
    </w:rPr>
  </w:style>
  <w:style w:type="paragraph" w:customStyle="1" w:styleId="Soustitrelivre">
    <w:name w:val="Sous_titre_livre"/>
    <w:basedOn w:val="Normal"/>
    <w:rsid w:val="00F34AD9"/>
    <w:pPr>
      <w:spacing w:before="0" w:after="2160"/>
      <w:ind w:left="2268" w:right="851" w:firstLine="0"/>
      <w:jc w:val="right"/>
    </w:pPr>
    <w:rPr>
      <w:bCs/>
      <w:sz w:val="44"/>
      <w:szCs w:val="36"/>
    </w:rPr>
  </w:style>
  <w:style w:type="paragraph" w:customStyle="1" w:styleId="Photoauteur">
    <w:name w:val="Photo_auteur"/>
    <w:basedOn w:val="Normal"/>
    <w:rsid w:val="00F34AD9"/>
    <w:pPr>
      <w:spacing w:after="1080"/>
      <w:ind w:left="2268" w:firstLine="0"/>
      <w:jc w:val="center"/>
    </w:pPr>
    <w:rPr>
      <w:noProof/>
    </w:rPr>
  </w:style>
  <w:style w:type="paragraph" w:customStyle="1" w:styleId="DateSortie">
    <w:name w:val="Date_Sortie"/>
    <w:basedOn w:val="Normal"/>
    <w:rsid w:val="00F34AD9"/>
    <w:pPr>
      <w:spacing w:before="0" w:after="0"/>
      <w:ind w:right="1418" w:firstLine="0"/>
      <w:jc w:val="right"/>
    </w:pPr>
    <w:rPr>
      <w:bCs/>
      <w:sz w:val="40"/>
    </w:rPr>
  </w:style>
  <w:style w:type="paragraph" w:customStyle="1" w:styleId="Titretablematires">
    <w:name w:val="Titre table matières"/>
    <w:basedOn w:val="Normal"/>
    <w:rsid w:val="00F34AD9"/>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F34AD9"/>
    <w:pPr>
      <w:ind w:firstLine="0"/>
      <w:jc w:val="center"/>
    </w:pPr>
    <w:rPr>
      <w:szCs w:val="20"/>
    </w:rPr>
  </w:style>
  <w:style w:type="paragraph" w:customStyle="1" w:styleId="NormalSansIndent">
    <w:name w:val="NormalSansIndent"/>
    <w:basedOn w:val="Normal"/>
    <w:rsid w:val="00F34AD9"/>
    <w:pPr>
      <w:ind w:firstLine="0"/>
    </w:pPr>
    <w:rPr>
      <w:szCs w:val="20"/>
    </w:rPr>
  </w:style>
  <w:style w:type="paragraph" w:customStyle="1" w:styleId="NormalSolidaire">
    <w:name w:val="NormalSolidaire"/>
    <w:basedOn w:val="Normal"/>
    <w:qFormat/>
    <w:rsid w:val="00F34AD9"/>
    <w:pPr>
      <w:keepNext/>
    </w:pPr>
  </w:style>
  <w:style w:type="paragraph" w:customStyle="1" w:styleId="NormalSautPageAvant">
    <w:name w:val="NormalSautPageAvant"/>
    <w:basedOn w:val="Normal"/>
    <w:qFormat/>
    <w:rsid w:val="00F34AD9"/>
    <w:pPr>
      <w:pageBreakBefore/>
    </w:pPr>
  </w:style>
  <w:style w:type="paragraph" w:customStyle="1" w:styleId="NormalEspAvtGrand">
    <w:name w:val="NormalEspAvtGrand"/>
    <w:basedOn w:val="Normal"/>
    <w:rsid w:val="00F34AD9"/>
    <w:pPr>
      <w:spacing w:before="2640"/>
    </w:pPr>
    <w:rPr>
      <w:szCs w:val="20"/>
    </w:rPr>
  </w:style>
  <w:style w:type="paragraph" w:customStyle="1" w:styleId="CentrEspAvt0">
    <w:name w:val="CentréEspAvt0"/>
    <w:basedOn w:val="Centr"/>
    <w:next w:val="CentrEspAvt0EspApr0"/>
    <w:rsid w:val="00F34AD9"/>
    <w:pPr>
      <w:spacing w:before="0"/>
    </w:pPr>
  </w:style>
  <w:style w:type="paragraph" w:customStyle="1" w:styleId="CentrEspAvt0EspApr0">
    <w:name w:val="CentréEspAvt0EspApr0"/>
    <w:basedOn w:val="Centr"/>
    <w:rsid w:val="00F34AD9"/>
    <w:pPr>
      <w:spacing w:before="0" w:after="0"/>
    </w:pPr>
  </w:style>
  <w:style w:type="paragraph" w:customStyle="1" w:styleId="CentrEspApr0">
    <w:name w:val="CentréEspApr0"/>
    <w:basedOn w:val="Centr"/>
    <w:next w:val="Normal"/>
    <w:rsid w:val="00F34AD9"/>
    <w:pPr>
      <w:spacing w:after="0"/>
    </w:pPr>
  </w:style>
  <w:style w:type="paragraph" w:customStyle="1" w:styleId="Droite">
    <w:name w:val="Droite"/>
    <w:basedOn w:val="Normal"/>
    <w:next w:val="Normal"/>
    <w:rsid w:val="00F34AD9"/>
    <w:pPr>
      <w:ind w:firstLine="0"/>
      <w:jc w:val="right"/>
    </w:pPr>
    <w:rPr>
      <w:szCs w:val="20"/>
    </w:rPr>
  </w:style>
  <w:style w:type="paragraph" w:customStyle="1" w:styleId="DroiteRetraitGauche1X">
    <w:name w:val="DroiteRetraitGauche1X"/>
    <w:basedOn w:val="Droite"/>
    <w:next w:val="Normal"/>
    <w:rsid w:val="00F34AD9"/>
    <w:pPr>
      <w:ind w:left="680"/>
    </w:pPr>
  </w:style>
  <w:style w:type="paragraph" w:customStyle="1" w:styleId="DroiteRetraitGauche2X">
    <w:name w:val="DroiteRetraitGauche2X"/>
    <w:basedOn w:val="Droite"/>
    <w:next w:val="Normal"/>
    <w:rsid w:val="00F34AD9"/>
    <w:pPr>
      <w:ind w:left="1361"/>
    </w:pPr>
  </w:style>
  <w:style w:type="paragraph" w:customStyle="1" w:styleId="DroiteRetraitGauche3X">
    <w:name w:val="DroiteRetraitGauche3X"/>
    <w:basedOn w:val="Droite"/>
    <w:next w:val="Normal"/>
    <w:rsid w:val="00F34AD9"/>
    <w:pPr>
      <w:ind w:left="2041"/>
    </w:pPr>
  </w:style>
  <w:style w:type="paragraph" w:customStyle="1" w:styleId="DroiteRetraitGauche4X">
    <w:name w:val="DroiteRetraitGauche4X"/>
    <w:basedOn w:val="Droite"/>
    <w:next w:val="Normal"/>
    <w:rsid w:val="00F34AD9"/>
    <w:pPr>
      <w:ind w:left="2722"/>
    </w:pPr>
  </w:style>
  <w:style w:type="paragraph" w:customStyle="1" w:styleId="Taille-1RetraitGauche1X">
    <w:name w:val="Taille-1RetraitGauche1X"/>
    <w:basedOn w:val="Taille-1Normal"/>
    <w:rsid w:val="00F34AD9"/>
    <w:pPr>
      <w:ind w:left="680"/>
    </w:pPr>
    <w:rPr>
      <w:szCs w:val="20"/>
    </w:rPr>
  </w:style>
  <w:style w:type="paragraph" w:customStyle="1" w:styleId="Taille-1RetraitGauche2X">
    <w:name w:val="Taille-1RetraitGauche2X"/>
    <w:basedOn w:val="Taille-1Normal"/>
    <w:rsid w:val="00F34AD9"/>
    <w:pPr>
      <w:ind w:left="1361"/>
    </w:pPr>
    <w:rPr>
      <w:szCs w:val="20"/>
    </w:rPr>
  </w:style>
  <w:style w:type="paragraph" w:customStyle="1" w:styleId="Taille-1RetraitGauche3X">
    <w:name w:val="Taille-1RetraitGauche3X"/>
    <w:basedOn w:val="Taille-1Normal"/>
    <w:rsid w:val="00F34AD9"/>
    <w:pPr>
      <w:ind w:left="2041"/>
    </w:pPr>
    <w:rPr>
      <w:szCs w:val="20"/>
    </w:rPr>
  </w:style>
  <w:style w:type="paragraph" w:customStyle="1" w:styleId="Taille-1RetraitGauche1XIndent0">
    <w:name w:val="Taille-1RetraitGauche1XIndent0"/>
    <w:basedOn w:val="Taille-1RetraitGauche1X"/>
    <w:rsid w:val="00F34AD9"/>
    <w:pPr>
      <w:ind w:firstLine="0"/>
    </w:pPr>
  </w:style>
  <w:style w:type="paragraph" w:customStyle="1" w:styleId="Taille-1RetraitGauche2XIndent0">
    <w:name w:val="Taille-1RetraitGauche2XIndent0"/>
    <w:basedOn w:val="Taille-1RetraitGauche2X"/>
    <w:rsid w:val="00F34AD9"/>
    <w:pPr>
      <w:ind w:firstLine="0"/>
    </w:pPr>
  </w:style>
  <w:style w:type="paragraph" w:customStyle="1" w:styleId="Taille-1RetraitGauche3XIndent0">
    <w:name w:val="Taille-1RetraitGauche3XIndent0"/>
    <w:basedOn w:val="Taille-1RetraitGauche3X"/>
    <w:rsid w:val="00F34AD9"/>
    <w:pPr>
      <w:ind w:firstLine="0"/>
    </w:pPr>
  </w:style>
  <w:style w:type="paragraph" w:customStyle="1" w:styleId="Taille-1RetraitGauche4XIndent0">
    <w:name w:val="Taille-1RetraitGauche4XIndent0"/>
    <w:basedOn w:val="Taille-1Normal"/>
    <w:rsid w:val="00F34AD9"/>
    <w:pPr>
      <w:ind w:left="2722" w:firstLine="0"/>
    </w:pPr>
    <w:rPr>
      <w:szCs w:val="20"/>
    </w:rPr>
  </w:style>
  <w:style w:type="paragraph" w:customStyle="1" w:styleId="NormalRetraitGauche1X">
    <w:name w:val="NormalRetraitGauche1X"/>
    <w:basedOn w:val="Normal"/>
    <w:rsid w:val="00F34AD9"/>
    <w:pPr>
      <w:ind w:left="680"/>
    </w:pPr>
    <w:rPr>
      <w:szCs w:val="20"/>
    </w:rPr>
  </w:style>
  <w:style w:type="paragraph" w:customStyle="1" w:styleId="NormalRetraitGauche2X">
    <w:name w:val="NormalRetraitGauche2X"/>
    <w:basedOn w:val="Normal"/>
    <w:rsid w:val="00F34AD9"/>
    <w:pPr>
      <w:ind w:left="1361"/>
    </w:pPr>
    <w:rPr>
      <w:szCs w:val="20"/>
    </w:rPr>
  </w:style>
  <w:style w:type="paragraph" w:customStyle="1" w:styleId="NormalRetraitGauche3X">
    <w:name w:val="NormalRetraitGauche3X"/>
    <w:basedOn w:val="Normal"/>
    <w:rsid w:val="00F34AD9"/>
    <w:pPr>
      <w:ind w:left="2041"/>
    </w:pPr>
    <w:rPr>
      <w:szCs w:val="20"/>
    </w:rPr>
  </w:style>
  <w:style w:type="paragraph" w:customStyle="1" w:styleId="NormalRetraitGauche1XIndent0">
    <w:name w:val="NormalRetraitGauche1XIndent0"/>
    <w:basedOn w:val="NormalRetraitGauche1X"/>
    <w:rsid w:val="00F34AD9"/>
    <w:pPr>
      <w:ind w:firstLine="0"/>
    </w:pPr>
  </w:style>
  <w:style w:type="paragraph" w:customStyle="1" w:styleId="NormalRetraitGauche2XIndent0">
    <w:name w:val="NormalRetraitGauche2XIndent0"/>
    <w:basedOn w:val="NormalRetraitGauche2X"/>
    <w:rsid w:val="00F34AD9"/>
    <w:pPr>
      <w:ind w:firstLine="0"/>
    </w:pPr>
  </w:style>
  <w:style w:type="paragraph" w:customStyle="1" w:styleId="NormalRetraitGauche3XIndent0">
    <w:name w:val="NormalRetraitGauche3XIndent0"/>
    <w:basedOn w:val="NormalRetraitGauche3X"/>
    <w:rsid w:val="00F34AD9"/>
    <w:pPr>
      <w:ind w:firstLine="0"/>
    </w:pPr>
  </w:style>
  <w:style w:type="paragraph" w:customStyle="1" w:styleId="NormalRetraitGauche4XIndent0">
    <w:name w:val="NormalRetraitGauche4XIndent0"/>
    <w:basedOn w:val="Normal"/>
    <w:rsid w:val="00F34AD9"/>
    <w:pPr>
      <w:ind w:left="2722" w:firstLine="0"/>
    </w:pPr>
    <w:rPr>
      <w:szCs w:val="20"/>
    </w:rPr>
  </w:style>
  <w:style w:type="paragraph" w:styleId="Notedefin">
    <w:name w:val="endnote text"/>
    <w:basedOn w:val="Taille-1Normal"/>
    <w:link w:val="NotedefinCar"/>
    <w:uiPriority w:val="99"/>
    <w:semiHidden/>
    <w:unhideWhenUsed/>
    <w:qFormat/>
    <w:rsid w:val="00F34AD9"/>
    <w:rPr>
      <w:szCs w:val="20"/>
      <w:lang w:val="x-none" w:eastAsia="x-none"/>
    </w:rPr>
  </w:style>
  <w:style w:type="character" w:customStyle="1" w:styleId="NotedefinCar1">
    <w:name w:val="Note de fin Car1"/>
    <w:semiHidden/>
    <w:rsid w:val="005C4D38"/>
    <w:rPr>
      <w:rFonts w:ascii="Georgia" w:hAnsi="Georgia"/>
      <w:sz w:val="28"/>
    </w:rPr>
  </w:style>
  <w:style w:type="character" w:styleId="Appeldenotedefin">
    <w:name w:val="endnote reference"/>
    <w:uiPriority w:val="99"/>
    <w:unhideWhenUsed/>
    <w:qFormat/>
    <w:rsid w:val="00F34AD9"/>
    <w:rPr>
      <w:rFonts w:ascii="Amasis30" w:hAnsi="Amasis30"/>
      <w:b/>
      <w:sz w:val="36"/>
      <w:vertAlign w:val="superscript"/>
    </w:rPr>
  </w:style>
  <w:style w:type="paragraph" w:customStyle="1" w:styleId="NormalSuspendu1X">
    <w:name w:val="NormalSuspendu1X"/>
    <w:basedOn w:val="Normal"/>
    <w:rsid w:val="00F34AD9"/>
    <w:pPr>
      <w:ind w:left="680" w:hanging="680"/>
    </w:pPr>
    <w:rPr>
      <w:szCs w:val="20"/>
    </w:rPr>
  </w:style>
  <w:style w:type="paragraph" w:customStyle="1" w:styleId="NormalSuspendu1XRetrait1X">
    <w:name w:val="NormalSuspendu1XRetrait1X"/>
    <w:basedOn w:val="Normal"/>
    <w:rsid w:val="00F34AD9"/>
    <w:pPr>
      <w:ind w:left="1360" w:hanging="680"/>
    </w:pPr>
  </w:style>
  <w:style w:type="paragraph" w:customStyle="1" w:styleId="NormalEspAvt0EspApr0">
    <w:name w:val="NormalEspAvt0EspApr0"/>
    <w:basedOn w:val="Normal"/>
    <w:rsid w:val="00F34AD9"/>
    <w:pPr>
      <w:spacing w:before="0" w:after="0"/>
    </w:pPr>
    <w:rPr>
      <w:szCs w:val="20"/>
    </w:rPr>
  </w:style>
  <w:style w:type="paragraph" w:customStyle="1" w:styleId="NormalSuspendu1XRetrait2X">
    <w:name w:val="NormalSuspendu1XRetrait2X"/>
    <w:basedOn w:val="Normal"/>
    <w:rsid w:val="00F34AD9"/>
    <w:pPr>
      <w:ind w:left="2041" w:hanging="680"/>
    </w:pPr>
  </w:style>
  <w:style w:type="paragraph" w:customStyle="1" w:styleId="NormalSuspendu1XRetrait3X">
    <w:name w:val="NormalSuspendu1XRetrait3X"/>
    <w:basedOn w:val="Normal"/>
    <w:rsid w:val="00F34AD9"/>
    <w:pPr>
      <w:ind w:left="2721" w:hanging="680"/>
    </w:pPr>
    <w:rPr>
      <w:szCs w:val="20"/>
    </w:rPr>
  </w:style>
  <w:style w:type="paragraph" w:customStyle="1" w:styleId="NormalSuspendu1XRetrait4X">
    <w:name w:val="NormalSuspendu1XRetrait4X"/>
    <w:basedOn w:val="Normal"/>
    <w:rsid w:val="00F34AD9"/>
    <w:pPr>
      <w:ind w:left="3402" w:hanging="680"/>
    </w:pPr>
    <w:rPr>
      <w:szCs w:val="20"/>
    </w:rPr>
  </w:style>
  <w:style w:type="character" w:customStyle="1" w:styleId="Absatz-Standardschriftart">
    <w:name w:val="Absatz-Standardschriftart"/>
    <w:rsid w:val="007969C4"/>
  </w:style>
  <w:style w:type="character" w:customStyle="1" w:styleId="WW-Absatz-Standardschriftart">
    <w:name w:val="WW-Absatz-Standardschriftart"/>
    <w:rsid w:val="007969C4"/>
  </w:style>
  <w:style w:type="character" w:customStyle="1" w:styleId="WW-Absatz-Standardschriftart1">
    <w:name w:val="WW-Absatz-Standardschriftart1"/>
    <w:rsid w:val="007969C4"/>
  </w:style>
  <w:style w:type="character" w:customStyle="1" w:styleId="WW8Num5z0">
    <w:name w:val="WW8Num5z0"/>
    <w:rsid w:val="007969C4"/>
    <w:rPr>
      <w:rFonts w:ascii="Symbol" w:hAnsi="Symbol"/>
    </w:rPr>
  </w:style>
  <w:style w:type="character" w:customStyle="1" w:styleId="WW8Num6z0">
    <w:name w:val="WW8Num6z0"/>
    <w:rsid w:val="007969C4"/>
    <w:rPr>
      <w:rFonts w:ascii="Symbol" w:hAnsi="Symbol"/>
    </w:rPr>
  </w:style>
  <w:style w:type="character" w:customStyle="1" w:styleId="WW8Num7z0">
    <w:name w:val="WW8Num7z0"/>
    <w:rsid w:val="007969C4"/>
    <w:rPr>
      <w:rFonts w:ascii="Symbol" w:hAnsi="Symbol"/>
    </w:rPr>
  </w:style>
  <w:style w:type="character" w:customStyle="1" w:styleId="WW8Num8z0">
    <w:name w:val="WW8Num8z0"/>
    <w:rsid w:val="007969C4"/>
    <w:rPr>
      <w:rFonts w:ascii="Symbol" w:hAnsi="Symbol"/>
    </w:rPr>
  </w:style>
  <w:style w:type="character" w:customStyle="1" w:styleId="WW8Num10z0">
    <w:name w:val="WW8Num10z0"/>
    <w:rsid w:val="007969C4"/>
    <w:rPr>
      <w:rFonts w:ascii="Symbol" w:hAnsi="Symbol"/>
    </w:rPr>
  </w:style>
  <w:style w:type="character" w:customStyle="1" w:styleId="WW8Num11z0">
    <w:name w:val="WW8Num11z0"/>
    <w:rsid w:val="007969C4"/>
    <w:rPr>
      <w:rFonts w:ascii="Symbol" w:hAnsi="Symbol"/>
      <w:sz w:val="20"/>
    </w:rPr>
  </w:style>
  <w:style w:type="character" w:customStyle="1" w:styleId="WW8Num11z1">
    <w:name w:val="WW8Num11z1"/>
    <w:rsid w:val="007969C4"/>
    <w:rPr>
      <w:rFonts w:ascii="Courier New" w:hAnsi="Courier New"/>
      <w:sz w:val="20"/>
    </w:rPr>
  </w:style>
  <w:style w:type="character" w:customStyle="1" w:styleId="WW8Num11z2">
    <w:name w:val="WW8Num11z2"/>
    <w:rsid w:val="007969C4"/>
    <w:rPr>
      <w:rFonts w:ascii="Wingdings" w:hAnsi="Wingdings"/>
      <w:sz w:val="20"/>
    </w:rPr>
  </w:style>
  <w:style w:type="character" w:customStyle="1" w:styleId="WW8Num12z0">
    <w:name w:val="WW8Num12z0"/>
    <w:rsid w:val="007969C4"/>
    <w:rPr>
      <w:rFonts w:ascii="Symbol" w:hAnsi="Symbol"/>
      <w:sz w:val="20"/>
    </w:rPr>
  </w:style>
  <w:style w:type="character" w:customStyle="1" w:styleId="WW8Num12z1">
    <w:name w:val="WW8Num12z1"/>
    <w:rsid w:val="007969C4"/>
    <w:rPr>
      <w:rFonts w:ascii="Courier New" w:hAnsi="Courier New"/>
      <w:sz w:val="20"/>
    </w:rPr>
  </w:style>
  <w:style w:type="character" w:customStyle="1" w:styleId="WW8Num12z2">
    <w:name w:val="WW8Num12z2"/>
    <w:rsid w:val="007969C4"/>
    <w:rPr>
      <w:rFonts w:ascii="Wingdings" w:hAnsi="Wingdings"/>
      <w:sz w:val="20"/>
    </w:rPr>
  </w:style>
  <w:style w:type="character" w:customStyle="1" w:styleId="WW8Num13z0">
    <w:name w:val="WW8Num13z0"/>
    <w:rsid w:val="007969C4"/>
    <w:rPr>
      <w:rFonts w:ascii="Symbol" w:hAnsi="Symbol"/>
      <w:sz w:val="20"/>
    </w:rPr>
  </w:style>
  <w:style w:type="character" w:customStyle="1" w:styleId="WW8Num13z1">
    <w:name w:val="WW8Num13z1"/>
    <w:rsid w:val="007969C4"/>
    <w:rPr>
      <w:rFonts w:ascii="Courier New" w:hAnsi="Courier New"/>
      <w:sz w:val="20"/>
    </w:rPr>
  </w:style>
  <w:style w:type="character" w:customStyle="1" w:styleId="WW8Num13z2">
    <w:name w:val="WW8Num13z2"/>
    <w:rsid w:val="007969C4"/>
    <w:rPr>
      <w:rFonts w:ascii="Wingdings" w:hAnsi="Wingdings"/>
      <w:sz w:val="20"/>
    </w:rPr>
  </w:style>
  <w:style w:type="character" w:customStyle="1" w:styleId="WW8Num14z0">
    <w:name w:val="WW8Num14z0"/>
    <w:rsid w:val="007969C4"/>
    <w:rPr>
      <w:rFonts w:ascii="Symbol" w:hAnsi="Symbol"/>
      <w:sz w:val="20"/>
    </w:rPr>
  </w:style>
  <w:style w:type="character" w:customStyle="1" w:styleId="WW8Num14z1">
    <w:name w:val="WW8Num14z1"/>
    <w:rsid w:val="007969C4"/>
    <w:rPr>
      <w:rFonts w:ascii="Courier New" w:hAnsi="Courier New"/>
      <w:sz w:val="20"/>
    </w:rPr>
  </w:style>
  <w:style w:type="character" w:customStyle="1" w:styleId="WW8Num14z2">
    <w:name w:val="WW8Num14z2"/>
    <w:rsid w:val="007969C4"/>
    <w:rPr>
      <w:rFonts w:ascii="Wingdings" w:hAnsi="Wingdings"/>
      <w:sz w:val="20"/>
    </w:rPr>
  </w:style>
  <w:style w:type="character" w:customStyle="1" w:styleId="Policepardfaut1">
    <w:name w:val="Police par défaut1"/>
    <w:rsid w:val="007969C4"/>
  </w:style>
  <w:style w:type="character" w:customStyle="1" w:styleId="Caractresdenotedebasdepage">
    <w:name w:val="Caractères de note de bas de page"/>
    <w:rsid w:val="007969C4"/>
    <w:rPr>
      <w:rFonts w:ascii="Georgia" w:hAnsi="Georgia"/>
      <w:b/>
      <w:sz w:val="32"/>
      <w:vertAlign w:val="superscript"/>
    </w:rPr>
  </w:style>
  <w:style w:type="character" w:customStyle="1" w:styleId="NotedefinCar">
    <w:name w:val="Note de fin Car"/>
    <w:link w:val="Notedefin"/>
    <w:uiPriority w:val="99"/>
    <w:semiHidden/>
    <w:rsid w:val="00F34AD9"/>
    <w:rPr>
      <w:rFonts w:ascii="Amasis30" w:hAnsi="Amasis30"/>
      <w:sz w:val="32"/>
      <w:lang w:val="x-none" w:eastAsia="x-none"/>
    </w:rPr>
  </w:style>
  <w:style w:type="character" w:customStyle="1" w:styleId="Caractresdenotedefin">
    <w:name w:val="Caractères de note de fin"/>
    <w:rsid w:val="007969C4"/>
    <w:rPr>
      <w:rFonts w:ascii="Georgia" w:hAnsi="Georgia"/>
      <w:b/>
      <w:sz w:val="32"/>
      <w:vertAlign w:val="superscript"/>
    </w:rPr>
  </w:style>
  <w:style w:type="paragraph" w:customStyle="1" w:styleId="Titre10">
    <w:name w:val="Titre1"/>
    <w:basedOn w:val="Normal"/>
    <w:next w:val="Corpsdetexte"/>
    <w:rsid w:val="007969C4"/>
    <w:pPr>
      <w:keepNext/>
      <w:spacing w:after="120"/>
    </w:pPr>
    <w:rPr>
      <w:rFonts w:ascii="Arial" w:eastAsia="Lucida Sans Unicode" w:hAnsi="Arial" w:cs="Mangal"/>
      <w:sz w:val="28"/>
      <w:szCs w:val="28"/>
    </w:rPr>
  </w:style>
  <w:style w:type="paragraph" w:styleId="Corpsdetexte">
    <w:name w:val="Body Text"/>
    <w:basedOn w:val="Normal"/>
    <w:link w:val="CorpsdetexteCar"/>
    <w:rsid w:val="007969C4"/>
    <w:pPr>
      <w:spacing w:before="0" w:after="120"/>
    </w:pPr>
  </w:style>
  <w:style w:type="paragraph" w:styleId="Liste">
    <w:name w:val="List"/>
    <w:basedOn w:val="Corpsdetexte"/>
    <w:rsid w:val="007969C4"/>
    <w:rPr>
      <w:rFonts w:cs="Mangal"/>
    </w:rPr>
  </w:style>
  <w:style w:type="paragraph" w:customStyle="1" w:styleId="Lgende1">
    <w:name w:val="Légende1"/>
    <w:basedOn w:val="Normal"/>
    <w:rsid w:val="007969C4"/>
    <w:pPr>
      <w:suppressLineNumbers/>
      <w:spacing w:before="120" w:after="120"/>
    </w:pPr>
    <w:rPr>
      <w:rFonts w:cs="Mangal"/>
      <w:i/>
      <w:iCs/>
      <w:sz w:val="24"/>
    </w:rPr>
  </w:style>
  <w:style w:type="paragraph" w:customStyle="1" w:styleId="Index">
    <w:name w:val="Index"/>
    <w:basedOn w:val="Normal"/>
    <w:rsid w:val="007969C4"/>
    <w:pPr>
      <w:suppressLineNumbers/>
    </w:pPr>
    <w:rPr>
      <w:rFonts w:cs="Mangal"/>
    </w:rPr>
  </w:style>
  <w:style w:type="paragraph" w:styleId="NormalWeb">
    <w:name w:val="Normal (Web)"/>
    <w:basedOn w:val="Normal"/>
    <w:rsid w:val="007969C4"/>
    <w:pPr>
      <w:spacing w:before="280" w:after="280"/>
      <w:ind w:firstLine="0"/>
      <w:jc w:val="left"/>
    </w:pPr>
    <w:rPr>
      <w:rFonts w:ascii="Times New Roman" w:hAnsi="Times New Roman"/>
      <w:sz w:val="24"/>
    </w:rPr>
  </w:style>
  <w:style w:type="paragraph" w:styleId="Citation">
    <w:name w:val="Quote"/>
    <w:basedOn w:val="Normal"/>
    <w:link w:val="CitationCar"/>
    <w:qFormat/>
    <w:rsid w:val="007969C4"/>
    <w:pPr>
      <w:spacing w:after="283"/>
      <w:ind w:left="567" w:right="567" w:firstLine="0"/>
    </w:pPr>
  </w:style>
  <w:style w:type="paragraph" w:styleId="Textedebulles">
    <w:name w:val="Balloon Text"/>
    <w:basedOn w:val="Normal"/>
    <w:link w:val="TextedebullesCar"/>
    <w:rsid w:val="007969C4"/>
    <w:rPr>
      <w:rFonts w:ascii="Tahoma" w:hAnsi="Tahoma" w:cs="Tahoma"/>
      <w:sz w:val="16"/>
      <w:szCs w:val="16"/>
    </w:rPr>
  </w:style>
  <w:style w:type="character" w:styleId="Marquedecommentaire">
    <w:name w:val="annotation reference"/>
    <w:rsid w:val="007969C4"/>
    <w:rPr>
      <w:sz w:val="16"/>
      <w:szCs w:val="16"/>
    </w:rPr>
  </w:style>
  <w:style w:type="paragraph" w:styleId="Commentaire">
    <w:name w:val="annotation text"/>
    <w:basedOn w:val="Normal"/>
    <w:link w:val="CommentaireCar"/>
    <w:rsid w:val="007969C4"/>
    <w:rPr>
      <w:sz w:val="20"/>
      <w:szCs w:val="20"/>
    </w:rPr>
  </w:style>
  <w:style w:type="character" w:customStyle="1" w:styleId="Titre1Car">
    <w:name w:val="Titre 1 Car"/>
    <w:link w:val="Titre1"/>
    <w:rsid w:val="00256283"/>
    <w:rPr>
      <w:rFonts w:ascii="Amasis30" w:hAnsi="Amasis30" w:cs="Arial"/>
      <w:b/>
      <w:bCs/>
      <w:sz w:val="48"/>
      <w:szCs w:val="44"/>
    </w:rPr>
  </w:style>
  <w:style w:type="character" w:customStyle="1" w:styleId="Titre2Car">
    <w:name w:val="Titre 2 Car"/>
    <w:link w:val="Titre2"/>
    <w:rsid w:val="00256283"/>
    <w:rPr>
      <w:rFonts w:ascii="Amasis30" w:hAnsi="Amasis30" w:cs="Arial"/>
      <w:b/>
      <w:bCs/>
      <w:iCs/>
      <w:sz w:val="44"/>
      <w:szCs w:val="40"/>
    </w:rPr>
  </w:style>
  <w:style w:type="character" w:customStyle="1" w:styleId="Titre3Car">
    <w:name w:val="Titre 3 Car"/>
    <w:link w:val="Titre3"/>
    <w:rsid w:val="00256283"/>
    <w:rPr>
      <w:rFonts w:ascii="Amasis30" w:hAnsi="Amasis30" w:cs="Arial"/>
      <w:b/>
      <w:bCs/>
      <w:sz w:val="40"/>
      <w:szCs w:val="36"/>
    </w:rPr>
  </w:style>
  <w:style w:type="character" w:customStyle="1" w:styleId="WW-Absatz-Standardschriftart11">
    <w:name w:val="WW-Absatz-Standardschriftart11"/>
    <w:rsid w:val="00256283"/>
  </w:style>
  <w:style w:type="character" w:customStyle="1" w:styleId="WW-Absatz-Standardschriftart111">
    <w:name w:val="WW-Absatz-Standardschriftart111"/>
    <w:rsid w:val="00256283"/>
  </w:style>
  <w:style w:type="character" w:customStyle="1" w:styleId="WW-Absatz-Standardschriftart1111">
    <w:name w:val="WW-Absatz-Standardschriftart1111"/>
    <w:rsid w:val="00256283"/>
  </w:style>
  <w:style w:type="character" w:customStyle="1" w:styleId="WW-Absatz-Standardschriftart11111">
    <w:name w:val="WW-Absatz-Standardschriftart11111"/>
    <w:rsid w:val="00256283"/>
  </w:style>
  <w:style w:type="character" w:customStyle="1" w:styleId="WW-Absatz-Standardschriftart111111">
    <w:name w:val="WW-Absatz-Standardschriftart111111"/>
    <w:rsid w:val="00256283"/>
  </w:style>
  <w:style w:type="character" w:customStyle="1" w:styleId="WW-Absatz-Standardschriftart1111111">
    <w:name w:val="WW-Absatz-Standardschriftart1111111"/>
    <w:rsid w:val="00256283"/>
  </w:style>
  <w:style w:type="character" w:customStyle="1" w:styleId="WW8Num15z0">
    <w:name w:val="WW8Num15z0"/>
    <w:rsid w:val="00256283"/>
    <w:rPr>
      <w:rFonts w:ascii="Symbol" w:hAnsi="Symbol"/>
      <w:sz w:val="20"/>
    </w:rPr>
  </w:style>
  <w:style w:type="character" w:customStyle="1" w:styleId="WW8Num15z1">
    <w:name w:val="WW8Num15z1"/>
    <w:rsid w:val="00256283"/>
    <w:rPr>
      <w:rFonts w:ascii="Courier New" w:hAnsi="Courier New"/>
      <w:sz w:val="20"/>
    </w:rPr>
  </w:style>
  <w:style w:type="character" w:customStyle="1" w:styleId="WW8Num15z2">
    <w:name w:val="WW8Num15z2"/>
    <w:rsid w:val="00256283"/>
    <w:rPr>
      <w:rFonts w:ascii="Wingdings" w:hAnsi="Wingdings"/>
      <w:sz w:val="20"/>
    </w:rPr>
  </w:style>
  <w:style w:type="character" w:customStyle="1" w:styleId="Car">
    <w:name w:val="Car"/>
    <w:rsid w:val="00256283"/>
    <w:rPr>
      <w:rFonts w:ascii="Georgia" w:hAnsi="Georgia"/>
      <w:sz w:val="28"/>
    </w:rPr>
  </w:style>
  <w:style w:type="character" w:customStyle="1" w:styleId="WW-Absatz-Standardschriftart11111111">
    <w:name w:val="WW-Absatz-Standardschriftart11111111"/>
    <w:rsid w:val="00256283"/>
  </w:style>
  <w:style w:type="character" w:customStyle="1" w:styleId="WW-Absatz-Standardschriftart111111111">
    <w:name w:val="WW-Absatz-Standardschriftart111111111"/>
    <w:rsid w:val="00256283"/>
  </w:style>
  <w:style w:type="character" w:customStyle="1" w:styleId="WW-Absatz-Standardschriftart1111111111">
    <w:name w:val="WW-Absatz-Standardschriftart1111111111"/>
    <w:rsid w:val="00256283"/>
  </w:style>
  <w:style w:type="character" w:customStyle="1" w:styleId="WW-Caractresdenotedebasdepage">
    <w:name w:val="WW-Caractères de note de bas de page"/>
    <w:rsid w:val="00256283"/>
    <w:rPr>
      <w:rFonts w:ascii="Georgia" w:hAnsi="Georgia"/>
      <w:b/>
      <w:sz w:val="32"/>
      <w:vertAlign w:val="superscript"/>
    </w:rPr>
  </w:style>
  <w:style w:type="character" w:customStyle="1" w:styleId="WW-Caractresdenotedefin">
    <w:name w:val="WW-Caractères de note de fin"/>
    <w:rsid w:val="00256283"/>
    <w:rPr>
      <w:rFonts w:ascii="Georgia" w:hAnsi="Georgia"/>
      <w:b/>
      <w:sz w:val="32"/>
      <w:vertAlign w:val="superscript"/>
    </w:rPr>
  </w:style>
  <w:style w:type="paragraph" w:styleId="Titre">
    <w:name w:val="Title"/>
    <w:basedOn w:val="Normal"/>
    <w:next w:val="Corpsdetexte"/>
    <w:link w:val="TitreCar"/>
    <w:qFormat/>
    <w:rsid w:val="00256283"/>
    <w:pPr>
      <w:keepNext/>
      <w:spacing w:after="120"/>
    </w:pPr>
    <w:rPr>
      <w:rFonts w:ascii="Arial" w:eastAsia="Microsoft YaHei" w:hAnsi="Arial" w:cs="Microsoft YaHei"/>
      <w:sz w:val="28"/>
      <w:szCs w:val="28"/>
      <w:lang w:eastAsia="ar-SA"/>
    </w:rPr>
  </w:style>
  <w:style w:type="character" w:customStyle="1" w:styleId="TitreCar">
    <w:name w:val="Titre Car"/>
    <w:link w:val="Titre"/>
    <w:rsid w:val="00256283"/>
    <w:rPr>
      <w:rFonts w:ascii="Arial" w:eastAsia="Microsoft YaHei" w:hAnsi="Arial" w:cs="Microsoft YaHei"/>
      <w:sz w:val="28"/>
      <w:szCs w:val="28"/>
      <w:lang w:eastAsia="ar-SA"/>
    </w:rPr>
  </w:style>
  <w:style w:type="character" w:customStyle="1" w:styleId="CorpsdetexteCar">
    <w:name w:val="Corps de texte Car"/>
    <w:link w:val="Corpsdetexte"/>
    <w:rsid w:val="00256283"/>
    <w:rPr>
      <w:rFonts w:ascii="Georgia" w:hAnsi="Georgia"/>
      <w:sz w:val="32"/>
      <w:szCs w:val="24"/>
    </w:rPr>
  </w:style>
  <w:style w:type="paragraph" w:styleId="Lgende">
    <w:name w:val="caption"/>
    <w:basedOn w:val="Normal"/>
    <w:qFormat/>
    <w:rsid w:val="00256283"/>
    <w:pPr>
      <w:suppressLineNumbers/>
      <w:spacing w:before="120" w:after="120"/>
    </w:pPr>
    <w:rPr>
      <w:rFonts w:cs="Microsoft YaHei"/>
      <w:i/>
      <w:iCs/>
      <w:sz w:val="24"/>
      <w:lang w:eastAsia="ar-SA"/>
    </w:rPr>
  </w:style>
  <w:style w:type="paragraph" w:customStyle="1" w:styleId="Explorateurdedocument">
    <w:name w:val="Explorateur de document"/>
    <w:basedOn w:val="Normal"/>
    <w:rsid w:val="00256283"/>
    <w:pPr>
      <w:shd w:val="clear" w:color="auto" w:fill="000080"/>
    </w:pPr>
    <w:rPr>
      <w:rFonts w:ascii="Tahoma" w:hAnsi="Tahoma" w:cs="Lucida Sans Unicode"/>
      <w:lang w:eastAsia="ar-SA"/>
    </w:rPr>
  </w:style>
  <w:style w:type="character" w:customStyle="1" w:styleId="En-tteCar">
    <w:name w:val="En-tête Car"/>
    <w:link w:val="En-tte"/>
    <w:rsid w:val="00256283"/>
    <w:rPr>
      <w:rFonts w:ascii="Amasis30" w:hAnsi="Amasis30"/>
      <w:sz w:val="36"/>
      <w:szCs w:val="24"/>
    </w:rPr>
  </w:style>
  <w:style w:type="character" w:customStyle="1" w:styleId="PieddepageCar">
    <w:name w:val="Pied de page Car"/>
    <w:link w:val="Pieddepage"/>
    <w:rsid w:val="00256283"/>
    <w:rPr>
      <w:rFonts w:ascii="Amasis30" w:hAnsi="Amasis30"/>
      <w:sz w:val="32"/>
      <w:szCs w:val="24"/>
    </w:rPr>
  </w:style>
  <w:style w:type="character" w:customStyle="1" w:styleId="NotedebasdepageCar">
    <w:name w:val="Note de bas de page Car"/>
    <w:link w:val="Notedebasdepage"/>
    <w:rsid w:val="00256283"/>
    <w:rPr>
      <w:rFonts w:ascii="Amasis30" w:hAnsi="Amasis30"/>
      <w:sz w:val="32"/>
      <w:szCs w:val="30"/>
    </w:rPr>
  </w:style>
  <w:style w:type="character" w:customStyle="1" w:styleId="ExplorateurdedocumentsCar">
    <w:name w:val="Explorateur de documents Car"/>
    <w:link w:val="Explorateurdedocuments"/>
    <w:rsid w:val="00256283"/>
    <w:rPr>
      <w:rFonts w:ascii="Tahoma" w:hAnsi="Tahoma" w:cs="Tahoma"/>
      <w:sz w:val="36"/>
      <w:szCs w:val="24"/>
      <w:shd w:val="clear" w:color="auto" w:fill="000080"/>
    </w:rPr>
  </w:style>
  <w:style w:type="character" w:customStyle="1" w:styleId="CitationCar">
    <w:name w:val="Citation Car"/>
    <w:link w:val="Citation"/>
    <w:rsid w:val="00256283"/>
    <w:rPr>
      <w:rFonts w:ascii="Georgia" w:hAnsi="Georgia"/>
      <w:sz w:val="32"/>
      <w:szCs w:val="24"/>
    </w:rPr>
  </w:style>
  <w:style w:type="character" w:customStyle="1" w:styleId="TextedebullesCar">
    <w:name w:val="Texte de bulles Car"/>
    <w:link w:val="Textedebulles"/>
    <w:rsid w:val="00256283"/>
    <w:rPr>
      <w:rFonts w:ascii="Tahoma" w:hAnsi="Tahoma" w:cs="Tahoma"/>
      <w:sz w:val="16"/>
      <w:szCs w:val="16"/>
    </w:rPr>
  </w:style>
  <w:style w:type="character" w:customStyle="1" w:styleId="CommentaireCar">
    <w:name w:val="Commentaire Car"/>
    <w:link w:val="Commentaire"/>
    <w:rsid w:val="00256283"/>
    <w:rPr>
      <w:rFonts w:ascii="Georgia" w:hAnsi="Georgia"/>
    </w:rPr>
  </w:style>
  <w:style w:type="paragraph" w:customStyle="1" w:styleId="Tabledesmatiresniveau10">
    <w:name w:val="Table des matières niveau 10"/>
    <w:basedOn w:val="Index"/>
    <w:rsid w:val="00256283"/>
    <w:pPr>
      <w:tabs>
        <w:tab w:val="right" w:leader="dot" w:pos="7091"/>
      </w:tabs>
      <w:ind w:left="2547" w:firstLine="0"/>
    </w:pPr>
    <w:rPr>
      <w:rFonts w:cs="Courier New"/>
      <w:lang w:eastAsia="ar-SA"/>
    </w:rPr>
  </w:style>
  <w:style w:type="character" w:styleId="Lienhypertextesuivivisit">
    <w:name w:val="FollowedHyperlink"/>
    <w:uiPriority w:val="99"/>
    <w:semiHidden/>
    <w:unhideWhenUsed/>
    <w:rsid w:val="00256283"/>
    <w:rPr>
      <w:color w:val="800080"/>
      <w:u w:val="single"/>
    </w:rPr>
  </w:style>
  <w:style w:type="character" w:customStyle="1" w:styleId="Taille-1Caracteres">
    <w:name w:val="Taille-1Caracteres"/>
    <w:qFormat/>
    <w:rsid w:val="00F34AD9"/>
    <w:rPr>
      <w:sz w:val="32"/>
      <w:szCs w:val="20"/>
    </w:rPr>
  </w:style>
  <w:style w:type="paragraph" w:customStyle="1" w:styleId="Etoile">
    <w:name w:val="Etoile"/>
    <w:basedOn w:val="Normal"/>
    <w:qFormat/>
    <w:rsid w:val="00F34AD9"/>
    <w:pPr>
      <w:ind w:firstLine="0"/>
      <w:jc w:val="center"/>
    </w:pPr>
    <w:rPr>
      <w:b/>
      <w:sz w:val="40"/>
      <w:szCs w:val="28"/>
    </w:rPr>
  </w:style>
  <w:style w:type="paragraph" w:customStyle="1" w:styleId="Taille-1Suspendu1XRetrait1XEsp0">
    <w:name w:val="Taille-1Suspendu1XRetrait1XEsp0"/>
    <w:basedOn w:val="Taille-1RetraitGauche1X"/>
    <w:qFormat/>
    <w:rsid w:val="00F34AD9"/>
    <w:pPr>
      <w:spacing w:before="0" w:after="0"/>
      <w:ind w:left="1360" w:hanging="680"/>
    </w:pPr>
  </w:style>
  <w:style w:type="character" w:styleId="Mentionnonrsolue">
    <w:name w:val="Unresolved Mention"/>
    <w:uiPriority w:val="99"/>
    <w:semiHidden/>
    <w:unhideWhenUsed/>
    <w:rsid w:val="00F34AD9"/>
    <w:rPr>
      <w:color w:val="605E5C"/>
      <w:shd w:val="clear" w:color="auto" w:fill="E1DFDD"/>
    </w:rPr>
  </w:style>
  <w:style w:type="paragraph" w:customStyle="1" w:styleId="Taille-1Suspendu1XRetrait2XEsp0">
    <w:name w:val="Taille-1Suspendu1XRetrait2XEsp0"/>
    <w:basedOn w:val="Taille-1RetraitGauche2X"/>
    <w:qFormat/>
    <w:rsid w:val="00F34AD9"/>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F34AD9"/>
    <w:pPr>
      <w:spacing w:before="0" w:after="0"/>
    </w:pPr>
  </w:style>
  <w:style w:type="paragraph" w:customStyle="1" w:styleId="NormalSuspendu1XEsp0">
    <w:name w:val="NormalSuspendu1XEsp0"/>
    <w:basedOn w:val="NormalSuspendu1X"/>
    <w:qFormat/>
    <w:rsid w:val="00F34AD9"/>
    <w:pPr>
      <w:spacing w:before="0" w:after="0"/>
    </w:pPr>
  </w:style>
  <w:style w:type="paragraph" w:customStyle="1" w:styleId="NormalSuspendu1XRetrait2XEsp0">
    <w:name w:val="NormalSuspendu1XRetrait2XEsp0"/>
    <w:basedOn w:val="NormalSuspendu1XRetrait2X"/>
    <w:qFormat/>
    <w:rsid w:val="00F34AD9"/>
    <w:pPr>
      <w:spacing w:before="0" w:after="0"/>
    </w:pPr>
  </w:style>
  <w:style w:type="paragraph" w:customStyle="1" w:styleId="ParagrapheVideNormal">
    <w:name w:val="ParagrapheVideNormal"/>
    <w:basedOn w:val="Normal"/>
    <w:next w:val="Normal"/>
    <w:qFormat/>
    <w:rsid w:val="00F34AD9"/>
  </w:style>
  <w:style w:type="paragraph" w:customStyle="1" w:styleId="ParagrapheVideNormal2">
    <w:name w:val="ParagrapheVideNormal2"/>
    <w:basedOn w:val="ParagrapheVideNormal"/>
    <w:next w:val="Normal"/>
    <w:qFormat/>
    <w:rsid w:val="00F34AD9"/>
  </w:style>
  <w:style w:type="paragraph" w:customStyle="1" w:styleId="Image">
    <w:name w:val="Image"/>
    <w:basedOn w:val="Centr"/>
    <w:next w:val="Normal"/>
    <w:qFormat/>
    <w:rsid w:val="00F34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TotalTime>
  <Pages>1</Pages>
  <Words>44728</Words>
  <Characters>246006</Characters>
  <Application>Microsoft Office Word</Application>
  <DocSecurity>0</DocSecurity>
  <Lines>2050</Lines>
  <Paragraphs>580</Paragraphs>
  <ScaleCrop>false</ScaleCrop>
  <HeadingPairs>
    <vt:vector size="2" baseType="variant">
      <vt:variant>
        <vt:lpstr>Titre</vt:lpstr>
      </vt:variant>
      <vt:variant>
        <vt:i4>1</vt:i4>
      </vt:variant>
    </vt:vector>
  </HeadingPairs>
  <TitlesOfParts>
    <vt:vector size="1" baseType="lpstr">
      <vt:lpstr>L'Introuvable</vt:lpstr>
    </vt:vector>
  </TitlesOfParts>
  <Company>Ebooks libres et gratuits</Company>
  <LinksUpToDate>false</LinksUpToDate>
  <CharactersWithSpaces>290154</CharactersWithSpaces>
  <SharedDoc>false</SharedDoc>
  <HLinks>
    <vt:vector size="204" baseType="variant">
      <vt:variant>
        <vt:i4>2359399</vt:i4>
      </vt:variant>
      <vt:variant>
        <vt:i4>198</vt:i4>
      </vt:variant>
      <vt:variant>
        <vt:i4>0</vt:i4>
      </vt:variant>
      <vt:variant>
        <vt:i4>5</vt:i4>
      </vt:variant>
      <vt:variant>
        <vt:lpwstr>https://www.ebooksgratuits.com/</vt:lpwstr>
      </vt:variant>
      <vt:variant>
        <vt:lpwstr/>
      </vt:variant>
      <vt:variant>
        <vt:i4>2228340</vt:i4>
      </vt:variant>
      <vt:variant>
        <vt:i4>195</vt:i4>
      </vt:variant>
      <vt:variant>
        <vt:i4>0</vt:i4>
      </vt:variant>
      <vt:variant>
        <vt:i4>5</vt:i4>
      </vt:variant>
      <vt:variant>
        <vt:lpwstr>https://groups.google.com/g/ebooksgratuits</vt:lpwstr>
      </vt:variant>
      <vt:variant>
        <vt:lpwstr/>
      </vt:variant>
      <vt:variant>
        <vt:i4>1572926</vt:i4>
      </vt:variant>
      <vt:variant>
        <vt:i4>188</vt:i4>
      </vt:variant>
      <vt:variant>
        <vt:i4>0</vt:i4>
      </vt:variant>
      <vt:variant>
        <vt:i4>5</vt:i4>
      </vt:variant>
      <vt:variant>
        <vt:lpwstr/>
      </vt:variant>
      <vt:variant>
        <vt:lpwstr>_Toc202285685</vt:lpwstr>
      </vt:variant>
      <vt:variant>
        <vt:i4>1572926</vt:i4>
      </vt:variant>
      <vt:variant>
        <vt:i4>182</vt:i4>
      </vt:variant>
      <vt:variant>
        <vt:i4>0</vt:i4>
      </vt:variant>
      <vt:variant>
        <vt:i4>5</vt:i4>
      </vt:variant>
      <vt:variant>
        <vt:lpwstr/>
      </vt:variant>
      <vt:variant>
        <vt:lpwstr>_Toc202285684</vt:lpwstr>
      </vt:variant>
      <vt:variant>
        <vt:i4>1572926</vt:i4>
      </vt:variant>
      <vt:variant>
        <vt:i4>176</vt:i4>
      </vt:variant>
      <vt:variant>
        <vt:i4>0</vt:i4>
      </vt:variant>
      <vt:variant>
        <vt:i4>5</vt:i4>
      </vt:variant>
      <vt:variant>
        <vt:lpwstr/>
      </vt:variant>
      <vt:variant>
        <vt:lpwstr>_Toc202285683</vt:lpwstr>
      </vt:variant>
      <vt:variant>
        <vt:i4>1572926</vt:i4>
      </vt:variant>
      <vt:variant>
        <vt:i4>170</vt:i4>
      </vt:variant>
      <vt:variant>
        <vt:i4>0</vt:i4>
      </vt:variant>
      <vt:variant>
        <vt:i4>5</vt:i4>
      </vt:variant>
      <vt:variant>
        <vt:lpwstr/>
      </vt:variant>
      <vt:variant>
        <vt:lpwstr>_Toc202285682</vt:lpwstr>
      </vt:variant>
      <vt:variant>
        <vt:i4>1572926</vt:i4>
      </vt:variant>
      <vt:variant>
        <vt:i4>164</vt:i4>
      </vt:variant>
      <vt:variant>
        <vt:i4>0</vt:i4>
      </vt:variant>
      <vt:variant>
        <vt:i4>5</vt:i4>
      </vt:variant>
      <vt:variant>
        <vt:lpwstr/>
      </vt:variant>
      <vt:variant>
        <vt:lpwstr>_Toc202285681</vt:lpwstr>
      </vt:variant>
      <vt:variant>
        <vt:i4>1572926</vt:i4>
      </vt:variant>
      <vt:variant>
        <vt:i4>158</vt:i4>
      </vt:variant>
      <vt:variant>
        <vt:i4>0</vt:i4>
      </vt:variant>
      <vt:variant>
        <vt:i4>5</vt:i4>
      </vt:variant>
      <vt:variant>
        <vt:lpwstr/>
      </vt:variant>
      <vt:variant>
        <vt:lpwstr>_Toc202285680</vt:lpwstr>
      </vt:variant>
      <vt:variant>
        <vt:i4>1507390</vt:i4>
      </vt:variant>
      <vt:variant>
        <vt:i4>152</vt:i4>
      </vt:variant>
      <vt:variant>
        <vt:i4>0</vt:i4>
      </vt:variant>
      <vt:variant>
        <vt:i4>5</vt:i4>
      </vt:variant>
      <vt:variant>
        <vt:lpwstr/>
      </vt:variant>
      <vt:variant>
        <vt:lpwstr>_Toc202285679</vt:lpwstr>
      </vt:variant>
      <vt:variant>
        <vt:i4>1507390</vt:i4>
      </vt:variant>
      <vt:variant>
        <vt:i4>146</vt:i4>
      </vt:variant>
      <vt:variant>
        <vt:i4>0</vt:i4>
      </vt:variant>
      <vt:variant>
        <vt:i4>5</vt:i4>
      </vt:variant>
      <vt:variant>
        <vt:lpwstr/>
      </vt:variant>
      <vt:variant>
        <vt:lpwstr>_Toc202285678</vt:lpwstr>
      </vt:variant>
      <vt:variant>
        <vt:i4>1507390</vt:i4>
      </vt:variant>
      <vt:variant>
        <vt:i4>140</vt:i4>
      </vt:variant>
      <vt:variant>
        <vt:i4>0</vt:i4>
      </vt:variant>
      <vt:variant>
        <vt:i4>5</vt:i4>
      </vt:variant>
      <vt:variant>
        <vt:lpwstr/>
      </vt:variant>
      <vt:variant>
        <vt:lpwstr>_Toc202285677</vt:lpwstr>
      </vt:variant>
      <vt:variant>
        <vt:i4>1507390</vt:i4>
      </vt:variant>
      <vt:variant>
        <vt:i4>134</vt:i4>
      </vt:variant>
      <vt:variant>
        <vt:i4>0</vt:i4>
      </vt:variant>
      <vt:variant>
        <vt:i4>5</vt:i4>
      </vt:variant>
      <vt:variant>
        <vt:lpwstr/>
      </vt:variant>
      <vt:variant>
        <vt:lpwstr>_Toc202285676</vt:lpwstr>
      </vt:variant>
      <vt:variant>
        <vt:i4>1507390</vt:i4>
      </vt:variant>
      <vt:variant>
        <vt:i4>128</vt:i4>
      </vt:variant>
      <vt:variant>
        <vt:i4>0</vt:i4>
      </vt:variant>
      <vt:variant>
        <vt:i4>5</vt:i4>
      </vt:variant>
      <vt:variant>
        <vt:lpwstr/>
      </vt:variant>
      <vt:variant>
        <vt:lpwstr>_Toc202285675</vt:lpwstr>
      </vt:variant>
      <vt:variant>
        <vt:i4>1507390</vt:i4>
      </vt:variant>
      <vt:variant>
        <vt:i4>122</vt:i4>
      </vt:variant>
      <vt:variant>
        <vt:i4>0</vt:i4>
      </vt:variant>
      <vt:variant>
        <vt:i4>5</vt:i4>
      </vt:variant>
      <vt:variant>
        <vt:lpwstr/>
      </vt:variant>
      <vt:variant>
        <vt:lpwstr>_Toc202285674</vt:lpwstr>
      </vt:variant>
      <vt:variant>
        <vt:i4>1507390</vt:i4>
      </vt:variant>
      <vt:variant>
        <vt:i4>116</vt:i4>
      </vt:variant>
      <vt:variant>
        <vt:i4>0</vt:i4>
      </vt:variant>
      <vt:variant>
        <vt:i4>5</vt:i4>
      </vt:variant>
      <vt:variant>
        <vt:lpwstr/>
      </vt:variant>
      <vt:variant>
        <vt:lpwstr>_Toc202285673</vt:lpwstr>
      </vt:variant>
      <vt:variant>
        <vt:i4>1507390</vt:i4>
      </vt:variant>
      <vt:variant>
        <vt:i4>110</vt:i4>
      </vt:variant>
      <vt:variant>
        <vt:i4>0</vt:i4>
      </vt:variant>
      <vt:variant>
        <vt:i4>5</vt:i4>
      </vt:variant>
      <vt:variant>
        <vt:lpwstr/>
      </vt:variant>
      <vt:variant>
        <vt:lpwstr>_Toc202285672</vt:lpwstr>
      </vt:variant>
      <vt:variant>
        <vt:i4>1507390</vt:i4>
      </vt:variant>
      <vt:variant>
        <vt:i4>104</vt:i4>
      </vt:variant>
      <vt:variant>
        <vt:i4>0</vt:i4>
      </vt:variant>
      <vt:variant>
        <vt:i4>5</vt:i4>
      </vt:variant>
      <vt:variant>
        <vt:lpwstr/>
      </vt:variant>
      <vt:variant>
        <vt:lpwstr>_Toc202285671</vt:lpwstr>
      </vt:variant>
      <vt:variant>
        <vt:i4>1507390</vt:i4>
      </vt:variant>
      <vt:variant>
        <vt:i4>98</vt:i4>
      </vt:variant>
      <vt:variant>
        <vt:i4>0</vt:i4>
      </vt:variant>
      <vt:variant>
        <vt:i4>5</vt:i4>
      </vt:variant>
      <vt:variant>
        <vt:lpwstr/>
      </vt:variant>
      <vt:variant>
        <vt:lpwstr>_Toc202285670</vt:lpwstr>
      </vt:variant>
      <vt:variant>
        <vt:i4>1441854</vt:i4>
      </vt:variant>
      <vt:variant>
        <vt:i4>92</vt:i4>
      </vt:variant>
      <vt:variant>
        <vt:i4>0</vt:i4>
      </vt:variant>
      <vt:variant>
        <vt:i4>5</vt:i4>
      </vt:variant>
      <vt:variant>
        <vt:lpwstr/>
      </vt:variant>
      <vt:variant>
        <vt:lpwstr>_Toc202285669</vt:lpwstr>
      </vt:variant>
      <vt:variant>
        <vt:i4>1441854</vt:i4>
      </vt:variant>
      <vt:variant>
        <vt:i4>86</vt:i4>
      </vt:variant>
      <vt:variant>
        <vt:i4>0</vt:i4>
      </vt:variant>
      <vt:variant>
        <vt:i4>5</vt:i4>
      </vt:variant>
      <vt:variant>
        <vt:lpwstr/>
      </vt:variant>
      <vt:variant>
        <vt:lpwstr>_Toc202285668</vt:lpwstr>
      </vt:variant>
      <vt:variant>
        <vt:i4>1441854</vt:i4>
      </vt:variant>
      <vt:variant>
        <vt:i4>80</vt:i4>
      </vt:variant>
      <vt:variant>
        <vt:i4>0</vt:i4>
      </vt:variant>
      <vt:variant>
        <vt:i4>5</vt:i4>
      </vt:variant>
      <vt:variant>
        <vt:lpwstr/>
      </vt:variant>
      <vt:variant>
        <vt:lpwstr>_Toc202285667</vt:lpwstr>
      </vt:variant>
      <vt:variant>
        <vt:i4>1441854</vt:i4>
      </vt:variant>
      <vt:variant>
        <vt:i4>74</vt:i4>
      </vt:variant>
      <vt:variant>
        <vt:i4>0</vt:i4>
      </vt:variant>
      <vt:variant>
        <vt:i4>5</vt:i4>
      </vt:variant>
      <vt:variant>
        <vt:lpwstr/>
      </vt:variant>
      <vt:variant>
        <vt:lpwstr>_Toc202285666</vt:lpwstr>
      </vt:variant>
      <vt:variant>
        <vt:i4>1441854</vt:i4>
      </vt:variant>
      <vt:variant>
        <vt:i4>68</vt:i4>
      </vt:variant>
      <vt:variant>
        <vt:i4>0</vt:i4>
      </vt:variant>
      <vt:variant>
        <vt:i4>5</vt:i4>
      </vt:variant>
      <vt:variant>
        <vt:lpwstr/>
      </vt:variant>
      <vt:variant>
        <vt:lpwstr>_Toc202285665</vt:lpwstr>
      </vt:variant>
      <vt:variant>
        <vt:i4>1441854</vt:i4>
      </vt:variant>
      <vt:variant>
        <vt:i4>62</vt:i4>
      </vt:variant>
      <vt:variant>
        <vt:i4>0</vt:i4>
      </vt:variant>
      <vt:variant>
        <vt:i4>5</vt:i4>
      </vt:variant>
      <vt:variant>
        <vt:lpwstr/>
      </vt:variant>
      <vt:variant>
        <vt:lpwstr>_Toc202285664</vt:lpwstr>
      </vt:variant>
      <vt:variant>
        <vt:i4>1441854</vt:i4>
      </vt:variant>
      <vt:variant>
        <vt:i4>56</vt:i4>
      </vt:variant>
      <vt:variant>
        <vt:i4>0</vt:i4>
      </vt:variant>
      <vt:variant>
        <vt:i4>5</vt:i4>
      </vt:variant>
      <vt:variant>
        <vt:lpwstr/>
      </vt:variant>
      <vt:variant>
        <vt:lpwstr>_Toc202285663</vt:lpwstr>
      </vt:variant>
      <vt:variant>
        <vt:i4>1441854</vt:i4>
      </vt:variant>
      <vt:variant>
        <vt:i4>50</vt:i4>
      </vt:variant>
      <vt:variant>
        <vt:i4>0</vt:i4>
      </vt:variant>
      <vt:variant>
        <vt:i4>5</vt:i4>
      </vt:variant>
      <vt:variant>
        <vt:lpwstr/>
      </vt:variant>
      <vt:variant>
        <vt:lpwstr>_Toc202285662</vt:lpwstr>
      </vt:variant>
      <vt:variant>
        <vt:i4>1441854</vt:i4>
      </vt:variant>
      <vt:variant>
        <vt:i4>44</vt:i4>
      </vt:variant>
      <vt:variant>
        <vt:i4>0</vt:i4>
      </vt:variant>
      <vt:variant>
        <vt:i4>5</vt:i4>
      </vt:variant>
      <vt:variant>
        <vt:lpwstr/>
      </vt:variant>
      <vt:variant>
        <vt:lpwstr>_Toc202285661</vt:lpwstr>
      </vt:variant>
      <vt:variant>
        <vt:i4>1441854</vt:i4>
      </vt:variant>
      <vt:variant>
        <vt:i4>38</vt:i4>
      </vt:variant>
      <vt:variant>
        <vt:i4>0</vt:i4>
      </vt:variant>
      <vt:variant>
        <vt:i4>5</vt:i4>
      </vt:variant>
      <vt:variant>
        <vt:lpwstr/>
      </vt:variant>
      <vt:variant>
        <vt:lpwstr>_Toc202285660</vt:lpwstr>
      </vt:variant>
      <vt:variant>
        <vt:i4>1376318</vt:i4>
      </vt:variant>
      <vt:variant>
        <vt:i4>32</vt:i4>
      </vt:variant>
      <vt:variant>
        <vt:i4>0</vt:i4>
      </vt:variant>
      <vt:variant>
        <vt:i4>5</vt:i4>
      </vt:variant>
      <vt:variant>
        <vt:lpwstr/>
      </vt:variant>
      <vt:variant>
        <vt:lpwstr>_Toc202285659</vt:lpwstr>
      </vt:variant>
      <vt:variant>
        <vt:i4>1376318</vt:i4>
      </vt:variant>
      <vt:variant>
        <vt:i4>26</vt:i4>
      </vt:variant>
      <vt:variant>
        <vt:i4>0</vt:i4>
      </vt:variant>
      <vt:variant>
        <vt:i4>5</vt:i4>
      </vt:variant>
      <vt:variant>
        <vt:lpwstr/>
      </vt:variant>
      <vt:variant>
        <vt:lpwstr>_Toc202285658</vt:lpwstr>
      </vt:variant>
      <vt:variant>
        <vt:i4>1376318</vt:i4>
      </vt:variant>
      <vt:variant>
        <vt:i4>20</vt:i4>
      </vt:variant>
      <vt:variant>
        <vt:i4>0</vt:i4>
      </vt:variant>
      <vt:variant>
        <vt:i4>5</vt:i4>
      </vt:variant>
      <vt:variant>
        <vt:lpwstr/>
      </vt:variant>
      <vt:variant>
        <vt:lpwstr>_Toc202285657</vt:lpwstr>
      </vt:variant>
      <vt:variant>
        <vt:i4>1376318</vt:i4>
      </vt:variant>
      <vt:variant>
        <vt:i4>14</vt:i4>
      </vt:variant>
      <vt:variant>
        <vt:i4>0</vt:i4>
      </vt:variant>
      <vt:variant>
        <vt:i4>5</vt:i4>
      </vt:variant>
      <vt:variant>
        <vt:lpwstr/>
      </vt:variant>
      <vt:variant>
        <vt:lpwstr>_Toc202285656</vt:lpwstr>
      </vt:variant>
      <vt:variant>
        <vt:i4>1376318</vt:i4>
      </vt:variant>
      <vt:variant>
        <vt:i4>8</vt:i4>
      </vt:variant>
      <vt:variant>
        <vt:i4>0</vt:i4>
      </vt:variant>
      <vt:variant>
        <vt:i4>5</vt:i4>
      </vt:variant>
      <vt:variant>
        <vt:lpwstr/>
      </vt:variant>
      <vt:variant>
        <vt:lpwstr>_Toc202285655</vt:lpwstr>
      </vt:variant>
      <vt:variant>
        <vt:i4>1376318</vt:i4>
      </vt:variant>
      <vt:variant>
        <vt:i4>2</vt:i4>
      </vt:variant>
      <vt:variant>
        <vt:i4>0</vt:i4>
      </vt:variant>
      <vt:variant>
        <vt:i4>5</vt:i4>
      </vt:variant>
      <vt:variant>
        <vt:lpwstr/>
      </vt:variant>
      <vt:variant>
        <vt:lpwstr>_Toc202285654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L'Introuvable</dc:title>
  <dc:subject>Romans - Policier &amp; Mystère</dc:subject>
  <dc:creator>Dashiell Hammett</dc:creator>
  <cp:keywords/>
  <dc:description>Nick Charles, ayant abandonné son métier de détective depuis plusieurs années, se trouve mêlé à la disparition de Clyde Wynant, un inventeur un peu fou, après le meurtre de sa secrétaire. Wynant est recherché par tout le monde : sa fille, son ex-femme, son fils, son avocat, la police. Nick venu passer avec son épouse quelques jours de vacances, refuse de s'occuper de cette affaire tout en s'y intéressant, connaissant de longue date les Wynant...</dc:description>
  <cp:lastModifiedBy>Cool Micro</cp:lastModifiedBy>
  <cp:revision>6</cp:revision>
  <cp:lastPrinted>2025-07-01T16:17:00Z</cp:lastPrinted>
  <dcterms:created xsi:type="dcterms:W3CDTF">2025-07-01T16:09:00Z</dcterms:created>
  <dcterms:modified xsi:type="dcterms:W3CDTF">2025-07-01T16:18:00Z</dcterms:modified>
  <cp:category>Romans - Policier &amp; Mystère</cp:category>
</cp:coreProperties>
</file>