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E8E1D8" w14:textId="60EB4DDD" w:rsidR="00923ABB" w:rsidRPr="00E22158" w:rsidRDefault="004E5A4F" w:rsidP="00B77E03">
      <w:pPr>
        <w:pStyle w:val="Photoauteur"/>
      </w:pPr>
      <w:r>
        <w:drawing>
          <wp:anchor distT="0" distB="0" distL="114300" distR="114300" simplePos="0" relativeHeight="251657728" behindDoc="0" locked="0" layoutInCell="1" allowOverlap="1" wp14:anchorId="4E2DF9EC" wp14:editId="6540A773">
            <wp:simplePos x="0" y="0"/>
            <wp:positionH relativeFrom="page">
              <wp:posOffset>0</wp:posOffset>
            </wp:positionH>
            <wp:positionV relativeFrom="page">
              <wp:posOffset>0</wp:posOffset>
            </wp:positionV>
            <wp:extent cx="1440180" cy="10692130"/>
            <wp:effectExtent l="0" t="0" r="0" b="0"/>
            <wp:wrapNone/>
            <wp:docPr id="8"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00B77E03">
        <w:drawing>
          <wp:inline distT="0" distB="0" distL="0" distR="0" wp14:anchorId="3E16FE63" wp14:editId="1329F369">
            <wp:extent cx="3020203" cy="3830400"/>
            <wp:effectExtent l="0" t="0" r="8890" b="0"/>
            <wp:docPr id="1310223373" name="Image 2" descr="Emile Gaboriau - Société d'Histoire et d'Archéologie en Saintonge Mari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ile Gaboriau - Société d'Histoire et d'Archéologie en Saintonge Maritim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23363" cy="3834408"/>
                    </a:xfrm>
                    <a:prstGeom prst="rect">
                      <a:avLst/>
                    </a:prstGeom>
                    <a:noFill/>
                    <a:ln>
                      <a:noFill/>
                    </a:ln>
                  </pic:spPr>
                </pic:pic>
              </a:graphicData>
            </a:graphic>
          </wp:inline>
        </w:drawing>
      </w:r>
    </w:p>
    <w:p w14:paraId="772D0D22" w14:textId="77777777" w:rsidR="00923ABB" w:rsidRPr="00E22158" w:rsidRDefault="00923ABB" w:rsidP="00923ABB">
      <w:pPr>
        <w:pStyle w:val="Auteur"/>
      </w:pPr>
      <w:r>
        <w:t>Émile Gaboriau</w:t>
      </w:r>
    </w:p>
    <w:p w14:paraId="165DC053" w14:textId="511DC2D2" w:rsidR="00923ABB" w:rsidRDefault="00923ABB" w:rsidP="0066247A">
      <w:pPr>
        <w:pStyle w:val="Titrelivre"/>
        <w:rPr>
          <w:szCs w:val="60"/>
        </w:rPr>
      </w:pPr>
      <w:r>
        <w:rPr>
          <w:szCs w:val="60"/>
        </w:rPr>
        <w:t>LA VIE INFERNALE</w:t>
      </w:r>
      <w:r>
        <w:rPr>
          <w:szCs w:val="60"/>
        </w:rPr>
        <w:br/>
      </w:r>
      <w:r>
        <w:rPr>
          <w:szCs w:val="60"/>
        </w:rPr>
        <w:br/>
      </w:r>
      <w:r w:rsidR="00B77E03">
        <w:rPr>
          <w:szCs w:val="60"/>
        </w:rPr>
        <w:t>Tome II</w:t>
      </w:r>
    </w:p>
    <w:p w14:paraId="25A7E414" w14:textId="0C074472" w:rsidR="00923ABB" w:rsidRDefault="00923ABB" w:rsidP="00B77E03">
      <w:pPr>
        <w:pStyle w:val="Soustitrelivre"/>
        <w:spacing w:after="1440"/>
      </w:pPr>
      <w:r>
        <w:t>Deuxième partie</w:t>
      </w:r>
      <w:r w:rsidR="00B77E03">
        <w:t xml:space="preserve"> : </w:t>
      </w:r>
      <w:r>
        <w:t>Lia d</w:t>
      </w:r>
      <w:r w:rsidR="00B77E03">
        <w:t>’</w:t>
      </w:r>
      <w:r>
        <w:t>Argelès</w:t>
      </w:r>
    </w:p>
    <w:p w14:paraId="69799EA0" w14:textId="294CCD18" w:rsidR="00033562" w:rsidRDefault="007D5DE0">
      <w:pPr>
        <w:pStyle w:val="DateSortie"/>
      </w:pPr>
      <w:r>
        <w:t>1870</w:t>
      </w:r>
    </w:p>
    <w:p w14:paraId="79C756F5" w14:textId="77777777" w:rsidR="00033562" w:rsidRPr="00B77E03" w:rsidRDefault="00033562" w:rsidP="00B77E03">
      <w:pPr>
        <w:ind w:left="2340" w:firstLine="0"/>
        <w:jc w:val="center"/>
        <w:sectPr w:rsidR="00033562" w:rsidRPr="00B77E03">
          <w:footerReference w:type="default" r:id="rId10"/>
          <w:pgSz w:w="11906" w:h="16838" w:code="9"/>
          <w:pgMar w:top="0" w:right="0" w:bottom="0" w:left="0" w:header="0" w:footer="0" w:gutter="0"/>
          <w:cols w:space="708"/>
          <w:titlePg/>
          <w:docGrid w:linePitch="360"/>
        </w:sectPr>
      </w:pPr>
    </w:p>
    <w:p w14:paraId="6F5FF85A" w14:textId="77777777" w:rsidR="00033562" w:rsidRDefault="00033562" w:rsidP="00B77E03">
      <w:pPr>
        <w:pStyle w:val="Titretablematires"/>
      </w:pPr>
      <w:r>
        <w:lastRenderedPageBreak/>
        <w:t>Table des matières</w:t>
      </w:r>
    </w:p>
    <w:p w14:paraId="4FC77E91" w14:textId="77777777" w:rsidR="00033562" w:rsidRDefault="00033562"/>
    <w:p w14:paraId="707BEA8A" w14:textId="676D58AB" w:rsidR="001135EA" w:rsidRDefault="00033562">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202022825" w:history="1">
        <w:r w:rsidR="001135EA" w:rsidRPr="00376CD7">
          <w:rPr>
            <w:rStyle w:val="Lienhypertexte"/>
          </w:rPr>
          <w:t>I</w:t>
        </w:r>
        <w:r w:rsidR="001135EA">
          <w:rPr>
            <w:webHidden/>
          </w:rPr>
          <w:tab/>
        </w:r>
        <w:r w:rsidR="001135EA">
          <w:rPr>
            <w:webHidden/>
          </w:rPr>
          <w:fldChar w:fldCharType="begin"/>
        </w:r>
        <w:r w:rsidR="001135EA">
          <w:rPr>
            <w:webHidden/>
          </w:rPr>
          <w:instrText xml:space="preserve"> PAGEREF _Toc202022825 \h </w:instrText>
        </w:r>
        <w:r w:rsidR="001135EA">
          <w:rPr>
            <w:webHidden/>
          </w:rPr>
        </w:r>
        <w:r w:rsidR="001135EA">
          <w:rPr>
            <w:webHidden/>
          </w:rPr>
          <w:fldChar w:fldCharType="separate"/>
        </w:r>
        <w:r w:rsidR="00B34F25">
          <w:rPr>
            <w:webHidden/>
          </w:rPr>
          <w:t>3</w:t>
        </w:r>
        <w:r w:rsidR="001135EA">
          <w:rPr>
            <w:webHidden/>
          </w:rPr>
          <w:fldChar w:fldCharType="end"/>
        </w:r>
      </w:hyperlink>
    </w:p>
    <w:p w14:paraId="5CE1A372" w14:textId="20238B61" w:rsidR="001135EA" w:rsidRDefault="001135EA">
      <w:pPr>
        <w:pStyle w:val="TM1"/>
        <w:rPr>
          <w:rFonts w:asciiTheme="minorHAnsi" w:eastAsiaTheme="minorEastAsia" w:hAnsiTheme="minorHAnsi" w:cstheme="minorBidi"/>
          <w:bCs w:val="0"/>
          <w:iCs w:val="0"/>
          <w:color w:val="auto"/>
          <w:kern w:val="2"/>
          <w:sz w:val="24"/>
          <w:szCs w:val="24"/>
          <w14:ligatures w14:val="standardContextual"/>
        </w:rPr>
      </w:pPr>
      <w:hyperlink w:anchor="_Toc202022826" w:history="1">
        <w:r w:rsidRPr="00376CD7">
          <w:rPr>
            <w:rStyle w:val="Lienhypertexte"/>
          </w:rPr>
          <w:t>II</w:t>
        </w:r>
        <w:r>
          <w:rPr>
            <w:webHidden/>
          </w:rPr>
          <w:tab/>
        </w:r>
        <w:r>
          <w:rPr>
            <w:webHidden/>
          </w:rPr>
          <w:fldChar w:fldCharType="begin"/>
        </w:r>
        <w:r>
          <w:rPr>
            <w:webHidden/>
          </w:rPr>
          <w:instrText xml:space="preserve"> PAGEREF _Toc202022826 \h </w:instrText>
        </w:r>
        <w:r>
          <w:rPr>
            <w:webHidden/>
          </w:rPr>
        </w:r>
        <w:r>
          <w:rPr>
            <w:webHidden/>
          </w:rPr>
          <w:fldChar w:fldCharType="separate"/>
        </w:r>
        <w:r w:rsidR="00B34F25">
          <w:rPr>
            <w:webHidden/>
          </w:rPr>
          <w:t>16</w:t>
        </w:r>
        <w:r>
          <w:rPr>
            <w:webHidden/>
          </w:rPr>
          <w:fldChar w:fldCharType="end"/>
        </w:r>
      </w:hyperlink>
    </w:p>
    <w:p w14:paraId="57483B3B" w14:textId="2DEF27FB" w:rsidR="001135EA" w:rsidRDefault="001135EA">
      <w:pPr>
        <w:pStyle w:val="TM1"/>
        <w:rPr>
          <w:rFonts w:asciiTheme="minorHAnsi" w:eastAsiaTheme="minorEastAsia" w:hAnsiTheme="minorHAnsi" w:cstheme="minorBidi"/>
          <w:bCs w:val="0"/>
          <w:iCs w:val="0"/>
          <w:color w:val="auto"/>
          <w:kern w:val="2"/>
          <w:sz w:val="24"/>
          <w:szCs w:val="24"/>
          <w14:ligatures w14:val="standardContextual"/>
        </w:rPr>
      </w:pPr>
      <w:hyperlink w:anchor="_Toc202022827" w:history="1">
        <w:r w:rsidRPr="00376CD7">
          <w:rPr>
            <w:rStyle w:val="Lienhypertexte"/>
          </w:rPr>
          <w:t>III</w:t>
        </w:r>
        <w:r>
          <w:rPr>
            <w:webHidden/>
          </w:rPr>
          <w:tab/>
        </w:r>
        <w:r>
          <w:rPr>
            <w:webHidden/>
          </w:rPr>
          <w:fldChar w:fldCharType="begin"/>
        </w:r>
        <w:r>
          <w:rPr>
            <w:webHidden/>
          </w:rPr>
          <w:instrText xml:space="preserve"> PAGEREF _Toc202022827 \h </w:instrText>
        </w:r>
        <w:r>
          <w:rPr>
            <w:webHidden/>
          </w:rPr>
        </w:r>
        <w:r>
          <w:rPr>
            <w:webHidden/>
          </w:rPr>
          <w:fldChar w:fldCharType="separate"/>
        </w:r>
        <w:r w:rsidR="00B34F25">
          <w:rPr>
            <w:webHidden/>
          </w:rPr>
          <w:t>40</w:t>
        </w:r>
        <w:r>
          <w:rPr>
            <w:webHidden/>
          </w:rPr>
          <w:fldChar w:fldCharType="end"/>
        </w:r>
      </w:hyperlink>
    </w:p>
    <w:p w14:paraId="09153914" w14:textId="31D76649" w:rsidR="001135EA" w:rsidRDefault="001135EA">
      <w:pPr>
        <w:pStyle w:val="TM1"/>
        <w:rPr>
          <w:rFonts w:asciiTheme="minorHAnsi" w:eastAsiaTheme="minorEastAsia" w:hAnsiTheme="minorHAnsi" w:cstheme="minorBidi"/>
          <w:bCs w:val="0"/>
          <w:iCs w:val="0"/>
          <w:color w:val="auto"/>
          <w:kern w:val="2"/>
          <w:sz w:val="24"/>
          <w:szCs w:val="24"/>
          <w14:ligatures w14:val="standardContextual"/>
        </w:rPr>
      </w:pPr>
      <w:hyperlink w:anchor="_Toc202022828" w:history="1">
        <w:r w:rsidRPr="00376CD7">
          <w:rPr>
            <w:rStyle w:val="Lienhypertexte"/>
          </w:rPr>
          <w:t>IV</w:t>
        </w:r>
        <w:r>
          <w:rPr>
            <w:webHidden/>
          </w:rPr>
          <w:tab/>
        </w:r>
        <w:r>
          <w:rPr>
            <w:webHidden/>
          </w:rPr>
          <w:fldChar w:fldCharType="begin"/>
        </w:r>
        <w:r>
          <w:rPr>
            <w:webHidden/>
          </w:rPr>
          <w:instrText xml:space="preserve"> PAGEREF _Toc202022828 \h </w:instrText>
        </w:r>
        <w:r>
          <w:rPr>
            <w:webHidden/>
          </w:rPr>
        </w:r>
        <w:r>
          <w:rPr>
            <w:webHidden/>
          </w:rPr>
          <w:fldChar w:fldCharType="separate"/>
        </w:r>
        <w:r w:rsidR="00B34F25">
          <w:rPr>
            <w:webHidden/>
          </w:rPr>
          <w:t>72</w:t>
        </w:r>
        <w:r>
          <w:rPr>
            <w:webHidden/>
          </w:rPr>
          <w:fldChar w:fldCharType="end"/>
        </w:r>
      </w:hyperlink>
    </w:p>
    <w:p w14:paraId="0E3B644C" w14:textId="3CEE95AE" w:rsidR="001135EA" w:rsidRDefault="001135EA">
      <w:pPr>
        <w:pStyle w:val="TM1"/>
        <w:rPr>
          <w:rFonts w:asciiTheme="minorHAnsi" w:eastAsiaTheme="minorEastAsia" w:hAnsiTheme="minorHAnsi" w:cstheme="minorBidi"/>
          <w:bCs w:val="0"/>
          <w:iCs w:val="0"/>
          <w:color w:val="auto"/>
          <w:kern w:val="2"/>
          <w:sz w:val="24"/>
          <w:szCs w:val="24"/>
          <w14:ligatures w14:val="standardContextual"/>
        </w:rPr>
      </w:pPr>
      <w:hyperlink w:anchor="_Toc202022829" w:history="1">
        <w:r w:rsidRPr="00376CD7">
          <w:rPr>
            <w:rStyle w:val="Lienhypertexte"/>
          </w:rPr>
          <w:t>V</w:t>
        </w:r>
        <w:r>
          <w:rPr>
            <w:webHidden/>
          </w:rPr>
          <w:tab/>
        </w:r>
        <w:r>
          <w:rPr>
            <w:webHidden/>
          </w:rPr>
          <w:fldChar w:fldCharType="begin"/>
        </w:r>
        <w:r>
          <w:rPr>
            <w:webHidden/>
          </w:rPr>
          <w:instrText xml:space="preserve"> PAGEREF _Toc202022829 \h </w:instrText>
        </w:r>
        <w:r>
          <w:rPr>
            <w:webHidden/>
          </w:rPr>
        </w:r>
        <w:r>
          <w:rPr>
            <w:webHidden/>
          </w:rPr>
          <w:fldChar w:fldCharType="separate"/>
        </w:r>
        <w:r w:rsidR="00B34F25">
          <w:rPr>
            <w:webHidden/>
          </w:rPr>
          <w:t>105</w:t>
        </w:r>
        <w:r>
          <w:rPr>
            <w:webHidden/>
          </w:rPr>
          <w:fldChar w:fldCharType="end"/>
        </w:r>
      </w:hyperlink>
    </w:p>
    <w:p w14:paraId="17837BA6" w14:textId="667E1157" w:rsidR="001135EA" w:rsidRDefault="001135EA">
      <w:pPr>
        <w:pStyle w:val="TM1"/>
        <w:rPr>
          <w:rFonts w:asciiTheme="minorHAnsi" w:eastAsiaTheme="minorEastAsia" w:hAnsiTheme="minorHAnsi" w:cstheme="minorBidi"/>
          <w:bCs w:val="0"/>
          <w:iCs w:val="0"/>
          <w:color w:val="auto"/>
          <w:kern w:val="2"/>
          <w:sz w:val="24"/>
          <w:szCs w:val="24"/>
          <w14:ligatures w14:val="standardContextual"/>
        </w:rPr>
      </w:pPr>
      <w:hyperlink w:anchor="_Toc202022830" w:history="1">
        <w:r w:rsidRPr="00376CD7">
          <w:rPr>
            <w:rStyle w:val="Lienhypertexte"/>
          </w:rPr>
          <w:t>VI</w:t>
        </w:r>
        <w:r>
          <w:rPr>
            <w:webHidden/>
          </w:rPr>
          <w:tab/>
        </w:r>
        <w:r>
          <w:rPr>
            <w:webHidden/>
          </w:rPr>
          <w:fldChar w:fldCharType="begin"/>
        </w:r>
        <w:r>
          <w:rPr>
            <w:webHidden/>
          </w:rPr>
          <w:instrText xml:space="preserve"> PAGEREF _Toc202022830 \h </w:instrText>
        </w:r>
        <w:r>
          <w:rPr>
            <w:webHidden/>
          </w:rPr>
        </w:r>
        <w:r>
          <w:rPr>
            <w:webHidden/>
          </w:rPr>
          <w:fldChar w:fldCharType="separate"/>
        </w:r>
        <w:r w:rsidR="00B34F25">
          <w:rPr>
            <w:webHidden/>
          </w:rPr>
          <w:t>134</w:t>
        </w:r>
        <w:r>
          <w:rPr>
            <w:webHidden/>
          </w:rPr>
          <w:fldChar w:fldCharType="end"/>
        </w:r>
      </w:hyperlink>
    </w:p>
    <w:p w14:paraId="2A2B4016" w14:textId="0871980D" w:rsidR="001135EA" w:rsidRDefault="001135EA">
      <w:pPr>
        <w:pStyle w:val="TM1"/>
        <w:rPr>
          <w:rFonts w:asciiTheme="minorHAnsi" w:eastAsiaTheme="minorEastAsia" w:hAnsiTheme="minorHAnsi" w:cstheme="minorBidi"/>
          <w:bCs w:val="0"/>
          <w:iCs w:val="0"/>
          <w:color w:val="auto"/>
          <w:kern w:val="2"/>
          <w:sz w:val="24"/>
          <w:szCs w:val="24"/>
          <w14:ligatures w14:val="standardContextual"/>
        </w:rPr>
      </w:pPr>
      <w:hyperlink w:anchor="_Toc202022831" w:history="1">
        <w:r w:rsidRPr="00376CD7">
          <w:rPr>
            <w:rStyle w:val="Lienhypertexte"/>
          </w:rPr>
          <w:t>VII</w:t>
        </w:r>
        <w:r>
          <w:rPr>
            <w:webHidden/>
          </w:rPr>
          <w:tab/>
        </w:r>
        <w:r>
          <w:rPr>
            <w:webHidden/>
          </w:rPr>
          <w:fldChar w:fldCharType="begin"/>
        </w:r>
        <w:r>
          <w:rPr>
            <w:webHidden/>
          </w:rPr>
          <w:instrText xml:space="preserve"> PAGEREF _Toc202022831 \h </w:instrText>
        </w:r>
        <w:r>
          <w:rPr>
            <w:webHidden/>
          </w:rPr>
        </w:r>
        <w:r>
          <w:rPr>
            <w:webHidden/>
          </w:rPr>
          <w:fldChar w:fldCharType="separate"/>
        </w:r>
        <w:r w:rsidR="00B34F25">
          <w:rPr>
            <w:webHidden/>
          </w:rPr>
          <w:t>177</w:t>
        </w:r>
        <w:r>
          <w:rPr>
            <w:webHidden/>
          </w:rPr>
          <w:fldChar w:fldCharType="end"/>
        </w:r>
      </w:hyperlink>
    </w:p>
    <w:p w14:paraId="584648FC" w14:textId="03A3CE7F" w:rsidR="001135EA" w:rsidRDefault="001135EA">
      <w:pPr>
        <w:pStyle w:val="TM1"/>
        <w:rPr>
          <w:rFonts w:asciiTheme="minorHAnsi" w:eastAsiaTheme="minorEastAsia" w:hAnsiTheme="minorHAnsi" w:cstheme="minorBidi"/>
          <w:bCs w:val="0"/>
          <w:iCs w:val="0"/>
          <w:color w:val="auto"/>
          <w:kern w:val="2"/>
          <w:sz w:val="24"/>
          <w:szCs w:val="24"/>
          <w14:ligatures w14:val="standardContextual"/>
        </w:rPr>
      </w:pPr>
      <w:hyperlink w:anchor="_Toc202022832" w:history="1">
        <w:r w:rsidRPr="00376CD7">
          <w:rPr>
            <w:rStyle w:val="Lienhypertexte"/>
          </w:rPr>
          <w:t>VIII</w:t>
        </w:r>
        <w:r>
          <w:rPr>
            <w:webHidden/>
          </w:rPr>
          <w:tab/>
        </w:r>
        <w:r>
          <w:rPr>
            <w:webHidden/>
          </w:rPr>
          <w:fldChar w:fldCharType="begin"/>
        </w:r>
        <w:r>
          <w:rPr>
            <w:webHidden/>
          </w:rPr>
          <w:instrText xml:space="preserve"> PAGEREF _Toc202022832 \h </w:instrText>
        </w:r>
        <w:r>
          <w:rPr>
            <w:webHidden/>
          </w:rPr>
        </w:r>
        <w:r>
          <w:rPr>
            <w:webHidden/>
          </w:rPr>
          <w:fldChar w:fldCharType="separate"/>
        </w:r>
        <w:r w:rsidR="00B34F25">
          <w:rPr>
            <w:webHidden/>
          </w:rPr>
          <w:t>203</w:t>
        </w:r>
        <w:r>
          <w:rPr>
            <w:webHidden/>
          </w:rPr>
          <w:fldChar w:fldCharType="end"/>
        </w:r>
      </w:hyperlink>
    </w:p>
    <w:p w14:paraId="1B6ABFD8" w14:textId="25D5A017" w:rsidR="001135EA" w:rsidRDefault="001135EA">
      <w:pPr>
        <w:pStyle w:val="TM1"/>
        <w:rPr>
          <w:rFonts w:asciiTheme="minorHAnsi" w:eastAsiaTheme="minorEastAsia" w:hAnsiTheme="minorHAnsi" w:cstheme="minorBidi"/>
          <w:bCs w:val="0"/>
          <w:iCs w:val="0"/>
          <w:color w:val="auto"/>
          <w:kern w:val="2"/>
          <w:sz w:val="24"/>
          <w:szCs w:val="24"/>
          <w14:ligatures w14:val="standardContextual"/>
        </w:rPr>
      </w:pPr>
      <w:hyperlink w:anchor="_Toc202022833" w:history="1">
        <w:r w:rsidRPr="00376CD7">
          <w:rPr>
            <w:rStyle w:val="Lienhypertexte"/>
          </w:rPr>
          <w:t>IX</w:t>
        </w:r>
        <w:r>
          <w:rPr>
            <w:webHidden/>
          </w:rPr>
          <w:tab/>
        </w:r>
        <w:r>
          <w:rPr>
            <w:webHidden/>
          </w:rPr>
          <w:fldChar w:fldCharType="begin"/>
        </w:r>
        <w:r>
          <w:rPr>
            <w:webHidden/>
          </w:rPr>
          <w:instrText xml:space="preserve"> PAGEREF _Toc202022833 \h </w:instrText>
        </w:r>
        <w:r>
          <w:rPr>
            <w:webHidden/>
          </w:rPr>
        </w:r>
        <w:r>
          <w:rPr>
            <w:webHidden/>
          </w:rPr>
          <w:fldChar w:fldCharType="separate"/>
        </w:r>
        <w:r w:rsidR="00B34F25">
          <w:rPr>
            <w:webHidden/>
          </w:rPr>
          <w:t>235</w:t>
        </w:r>
        <w:r>
          <w:rPr>
            <w:webHidden/>
          </w:rPr>
          <w:fldChar w:fldCharType="end"/>
        </w:r>
      </w:hyperlink>
    </w:p>
    <w:p w14:paraId="694E8234" w14:textId="2692D24E" w:rsidR="001135EA" w:rsidRDefault="001135EA">
      <w:pPr>
        <w:pStyle w:val="TM1"/>
        <w:rPr>
          <w:rFonts w:asciiTheme="minorHAnsi" w:eastAsiaTheme="minorEastAsia" w:hAnsiTheme="minorHAnsi" w:cstheme="minorBidi"/>
          <w:bCs w:val="0"/>
          <w:iCs w:val="0"/>
          <w:color w:val="auto"/>
          <w:kern w:val="2"/>
          <w:sz w:val="24"/>
          <w:szCs w:val="24"/>
          <w14:ligatures w14:val="standardContextual"/>
        </w:rPr>
      </w:pPr>
      <w:hyperlink w:anchor="_Toc202022834" w:history="1">
        <w:r w:rsidRPr="00376CD7">
          <w:rPr>
            <w:rStyle w:val="Lienhypertexte"/>
          </w:rPr>
          <w:t>X</w:t>
        </w:r>
        <w:r>
          <w:rPr>
            <w:webHidden/>
          </w:rPr>
          <w:tab/>
        </w:r>
        <w:r>
          <w:rPr>
            <w:webHidden/>
          </w:rPr>
          <w:fldChar w:fldCharType="begin"/>
        </w:r>
        <w:r>
          <w:rPr>
            <w:webHidden/>
          </w:rPr>
          <w:instrText xml:space="preserve"> PAGEREF _Toc202022834 \h </w:instrText>
        </w:r>
        <w:r>
          <w:rPr>
            <w:webHidden/>
          </w:rPr>
        </w:r>
        <w:r>
          <w:rPr>
            <w:webHidden/>
          </w:rPr>
          <w:fldChar w:fldCharType="separate"/>
        </w:r>
        <w:r w:rsidR="00B34F25">
          <w:rPr>
            <w:webHidden/>
          </w:rPr>
          <w:t>267</w:t>
        </w:r>
        <w:r>
          <w:rPr>
            <w:webHidden/>
          </w:rPr>
          <w:fldChar w:fldCharType="end"/>
        </w:r>
      </w:hyperlink>
    </w:p>
    <w:p w14:paraId="03E602B3" w14:textId="701BBE70" w:rsidR="001135EA" w:rsidRDefault="001135EA">
      <w:pPr>
        <w:pStyle w:val="TM1"/>
        <w:rPr>
          <w:rFonts w:asciiTheme="minorHAnsi" w:eastAsiaTheme="minorEastAsia" w:hAnsiTheme="minorHAnsi" w:cstheme="minorBidi"/>
          <w:bCs w:val="0"/>
          <w:iCs w:val="0"/>
          <w:color w:val="auto"/>
          <w:kern w:val="2"/>
          <w:sz w:val="24"/>
          <w:szCs w:val="24"/>
          <w14:ligatures w14:val="standardContextual"/>
        </w:rPr>
      </w:pPr>
      <w:hyperlink w:anchor="_Toc202022835" w:history="1">
        <w:r w:rsidRPr="00376CD7">
          <w:rPr>
            <w:rStyle w:val="Lienhypertexte"/>
          </w:rPr>
          <w:t>XI</w:t>
        </w:r>
        <w:r>
          <w:rPr>
            <w:webHidden/>
          </w:rPr>
          <w:tab/>
        </w:r>
        <w:r>
          <w:rPr>
            <w:webHidden/>
          </w:rPr>
          <w:fldChar w:fldCharType="begin"/>
        </w:r>
        <w:r>
          <w:rPr>
            <w:webHidden/>
          </w:rPr>
          <w:instrText xml:space="preserve"> PAGEREF _Toc202022835 \h </w:instrText>
        </w:r>
        <w:r>
          <w:rPr>
            <w:webHidden/>
          </w:rPr>
        </w:r>
        <w:r>
          <w:rPr>
            <w:webHidden/>
          </w:rPr>
          <w:fldChar w:fldCharType="separate"/>
        </w:r>
        <w:r w:rsidR="00B34F25">
          <w:rPr>
            <w:webHidden/>
          </w:rPr>
          <w:t>299</w:t>
        </w:r>
        <w:r>
          <w:rPr>
            <w:webHidden/>
          </w:rPr>
          <w:fldChar w:fldCharType="end"/>
        </w:r>
      </w:hyperlink>
    </w:p>
    <w:p w14:paraId="2A023F88" w14:textId="1F46C60D" w:rsidR="001135EA" w:rsidRDefault="001135EA">
      <w:pPr>
        <w:pStyle w:val="TM1"/>
        <w:rPr>
          <w:rFonts w:asciiTheme="minorHAnsi" w:eastAsiaTheme="minorEastAsia" w:hAnsiTheme="minorHAnsi" w:cstheme="minorBidi"/>
          <w:bCs w:val="0"/>
          <w:iCs w:val="0"/>
          <w:color w:val="auto"/>
          <w:kern w:val="2"/>
          <w:sz w:val="24"/>
          <w:szCs w:val="24"/>
          <w14:ligatures w14:val="standardContextual"/>
        </w:rPr>
      </w:pPr>
      <w:hyperlink w:anchor="_Toc202022836" w:history="1">
        <w:r w:rsidRPr="00376CD7">
          <w:rPr>
            <w:rStyle w:val="Lienhypertexte"/>
          </w:rPr>
          <w:t>XII</w:t>
        </w:r>
        <w:r>
          <w:rPr>
            <w:webHidden/>
          </w:rPr>
          <w:tab/>
        </w:r>
        <w:r>
          <w:rPr>
            <w:webHidden/>
          </w:rPr>
          <w:fldChar w:fldCharType="begin"/>
        </w:r>
        <w:r>
          <w:rPr>
            <w:webHidden/>
          </w:rPr>
          <w:instrText xml:space="preserve"> PAGEREF _Toc202022836 \h </w:instrText>
        </w:r>
        <w:r>
          <w:rPr>
            <w:webHidden/>
          </w:rPr>
        </w:r>
        <w:r>
          <w:rPr>
            <w:webHidden/>
          </w:rPr>
          <w:fldChar w:fldCharType="separate"/>
        </w:r>
        <w:r w:rsidR="00B34F25">
          <w:rPr>
            <w:webHidden/>
          </w:rPr>
          <w:t>323</w:t>
        </w:r>
        <w:r>
          <w:rPr>
            <w:webHidden/>
          </w:rPr>
          <w:fldChar w:fldCharType="end"/>
        </w:r>
      </w:hyperlink>
    </w:p>
    <w:p w14:paraId="334C0838" w14:textId="245CFF1E" w:rsidR="001135EA" w:rsidRDefault="001135EA">
      <w:pPr>
        <w:pStyle w:val="TM1"/>
        <w:rPr>
          <w:rFonts w:asciiTheme="minorHAnsi" w:eastAsiaTheme="minorEastAsia" w:hAnsiTheme="minorHAnsi" w:cstheme="minorBidi"/>
          <w:bCs w:val="0"/>
          <w:iCs w:val="0"/>
          <w:color w:val="auto"/>
          <w:kern w:val="2"/>
          <w:sz w:val="24"/>
          <w:szCs w:val="24"/>
          <w14:ligatures w14:val="standardContextual"/>
        </w:rPr>
      </w:pPr>
      <w:hyperlink w:anchor="_Toc202022837" w:history="1">
        <w:r w:rsidRPr="00376CD7">
          <w:rPr>
            <w:rStyle w:val="Lienhypertexte"/>
          </w:rPr>
          <w:t>XIII</w:t>
        </w:r>
        <w:r>
          <w:rPr>
            <w:webHidden/>
          </w:rPr>
          <w:tab/>
        </w:r>
        <w:r>
          <w:rPr>
            <w:webHidden/>
          </w:rPr>
          <w:fldChar w:fldCharType="begin"/>
        </w:r>
        <w:r>
          <w:rPr>
            <w:webHidden/>
          </w:rPr>
          <w:instrText xml:space="preserve"> PAGEREF _Toc202022837 \h </w:instrText>
        </w:r>
        <w:r>
          <w:rPr>
            <w:webHidden/>
          </w:rPr>
        </w:r>
        <w:r>
          <w:rPr>
            <w:webHidden/>
          </w:rPr>
          <w:fldChar w:fldCharType="separate"/>
        </w:r>
        <w:r w:rsidR="00B34F25">
          <w:rPr>
            <w:webHidden/>
          </w:rPr>
          <w:t>370</w:t>
        </w:r>
        <w:r>
          <w:rPr>
            <w:webHidden/>
          </w:rPr>
          <w:fldChar w:fldCharType="end"/>
        </w:r>
      </w:hyperlink>
    </w:p>
    <w:p w14:paraId="06E40E96" w14:textId="747510E3" w:rsidR="001135EA" w:rsidRDefault="001135EA">
      <w:pPr>
        <w:pStyle w:val="TM1"/>
        <w:rPr>
          <w:rFonts w:asciiTheme="minorHAnsi" w:eastAsiaTheme="minorEastAsia" w:hAnsiTheme="minorHAnsi" w:cstheme="minorBidi"/>
          <w:bCs w:val="0"/>
          <w:iCs w:val="0"/>
          <w:color w:val="auto"/>
          <w:kern w:val="2"/>
          <w:sz w:val="24"/>
          <w:szCs w:val="24"/>
          <w14:ligatures w14:val="standardContextual"/>
        </w:rPr>
      </w:pPr>
      <w:hyperlink w:anchor="_Toc202022838" w:history="1">
        <w:r w:rsidRPr="00376CD7">
          <w:rPr>
            <w:rStyle w:val="Lienhypertexte"/>
          </w:rPr>
          <w:t>XIV</w:t>
        </w:r>
        <w:r>
          <w:rPr>
            <w:webHidden/>
          </w:rPr>
          <w:tab/>
        </w:r>
        <w:r>
          <w:rPr>
            <w:webHidden/>
          </w:rPr>
          <w:fldChar w:fldCharType="begin"/>
        </w:r>
        <w:r>
          <w:rPr>
            <w:webHidden/>
          </w:rPr>
          <w:instrText xml:space="preserve"> PAGEREF _Toc202022838 \h </w:instrText>
        </w:r>
        <w:r>
          <w:rPr>
            <w:webHidden/>
          </w:rPr>
        </w:r>
        <w:r>
          <w:rPr>
            <w:webHidden/>
          </w:rPr>
          <w:fldChar w:fldCharType="separate"/>
        </w:r>
        <w:r w:rsidR="00B34F25">
          <w:rPr>
            <w:webHidden/>
          </w:rPr>
          <w:t>395</w:t>
        </w:r>
        <w:r>
          <w:rPr>
            <w:webHidden/>
          </w:rPr>
          <w:fldChar w:fldCharType="end"/>
        </w:r>
      </w:hyperlink>
    </w:p>
    <w:p w14:paraId="7610337B" w14:textId="433EADDA" w:rsidR="001135EA" w:rsidRDefault="001135EA">
      <w:pPr>
        <w:pStyle w:val="TM1"/>
        <w:rPr>
          <w:rFonts w:asciiTheme="minorHAnsi" w:eastAsiaTheme="minorEastAsia" w:hAnsiTheme="minorHAnsi" w:cstheme="minorBidi"/>
          <w:bCs w:val="0"/>
          <w:iCs w:val="0"/>
          <w:color w:val="auto"/>
          <w:kern w:val="2"/>
          <w:sz w:val="24"/>
          <w:szCs w:val="24"/>
          <w14:ligatures w14:val="standardContextual"/>
        </w:rPr>
      </w:pPr>
      <w:hyperlink w:anchor="_Toc202022839" w:history="1">
        <w:r w:rsidRPr="00376CD7">
          <w:rPr>
            <w:rStyle w:val="Lienhypertexte"/>
          </w:rPr>
          <w:t>XV</w:t>
        </w:r>
        <w:r>
          <w:rPr>
            <w:webHidden/>
          </w:rPr>
          <w:tab/>
        </w:r>
        <w:r>
          <w:rPr>
            <w:webHidden/>
          </w:rPr>
          <w:fldChar w:fldCharType="begin"/>
        </w:r>
        <w:r>
          <w:rPr>
            <w:webHidden/>
          </w:rPr>
          <w:instrText xml:space="preserve"> PAGEREF _Toc202022839 \h </w:instrText>
        </w:r>
        <w:r>
          <w:rPr>
            <w:webHidden/>
          </w:rPr>
        </w:r>
        <w:r>
          <w:rPr>
            <w:webHidden/>
          </w:rPr>
          <w:fldChar w:fldCharType="separate"/>
        </w:r>
        <w:r w:rsidR="00B34F25">
          <w:rPr>
            <w:webHidden/>
          </w:rPr>
          <w:t>426</w:t>
        </w:r>
        <w:r>
          <w:rPr>
            <w:webHidden/>
          </w:rPr>
          <w:fldChar w:fldCharType="end"/>
        </w:r>
      </w:hyperlink>
    </w:p>
    <w:p w14:paraId="6693EF37" w14:textId="5E72D167" w:rsidR="001135EA" w:rsidRDefault="001135EA">
      <w:pPr>
        <w:pStyle w:val="TM1"/>
        <w:rPr>
          <w:rFonts w:asciiTheme="minorHAnsi" w:eastAsiaTheme="minorEastAsia" w:hAnsiTheme="minorHAnsi" w:cstheme="minorBidi"/>
          <w:bCs w:val="0"/>
          <w:iCs w:val="0"/>
          <w:color w:val="auto"/>
          <w:kern w:val="2"/>
          <w:sz w:val="24"/>
          <w:szCs w:val="24"/>
          <w14:ligatures w14:val="standardContextual"/>
        </w:rPr>
      </w:pPr>
      <w:hyperlink w:anchor="_Toc202022840" w:history="1">
        <w:r w:rsidRPr="00376CD7">
          <w:rPr>
            <w:rStyle w:val="Lienhypertexte"/>
          </w:rPr>
          <w:t>XVI</w:t>
        </w:r>
        <w:r>
          <w:rPr>
            <w:webHidden/>
          </w:rPr>
          <w:tab/>
        </w:r>
        <w:r>
          <w:rPr>
            <w:webHidden/>
          </w:rPr>
          <w:fldChar w:fldCharType="begin"/>
        </w:r>
        <w:r>
          <w:rPr>
            <w:webHidden/>
          </w:rPr>
          <w:instrText xml:space="preserve"> PAGEREF _Toc202022840 \h </w:instrText>
        </w:r>
        <w:r>
          <w:rPr>
            <w:webHidden/>
          </w:rPr>
        </w:r>
        <w:r>
          <w:rPr>
            <w:webHidden/>
          </w:rPr>
          <w:fldChar w:fldCharType="separate"/>
        </w:r>
        <w:r w:rsidR="00B34F25">
          <w:rPr>
            <w:webHidden/>
          </w:rPr>
          <w:t>445</w:t>
        </w:r>
        <w:r>
          <w:rPr>
            <w:webHidden/>
          </w:rPr>
          <w:fldChar w:fldCharType="end"/>
        </w:r>
      </w:hyperlink>
    </w:p>
    <w:p w14:paraId="544D02CC" w14:textId="025E76E3" w:rsidR="001135EA" w:rsidRDefault="001135EA">
      <w:pPr>
        <w:pStyle w:val="TM1"/>
        <w:rPr>
          <w:rFonts w:asciiTheme="minorHAnsi" w:eastAsiaTheme="minorEastAsia" w:hAnsiTheme="minorHAnsi" w:cstheme="minorBidi"/>
          <w:bCs w:val="0"/>
          <w:iCs w:val="0"/>
          <w:color w:val="auto"/>
          <w:kern w:val="2"/>
          <w:sz w:val="24"/>
          <w:szCs w:val="24"/>
          <w14:ligatures w14:val="standardContextual"/>
        </w:rPr>
      </w:pPr>
      <w:hyperlink w:anchor="_Toc202022841" w:history="1">
        <w:r w:rsidRPr="00376CD7">
          <w:rPr>
            <w:rStyle w:val="Lienhypertexte"/>
          </w:rPr>
          <w:t>XVII</w:t>
        </w:r>
        <w:r>
          <w:rPr>
            <w:webHidden/>
          </w:rPr>
          <w:tab/>
        </w:r>
        <w:r>
          <w:rPr>
            <w:webHidden/>
          </w:rPr>
          <w:fldChar w:fldCharType="begin"/>
        </w:r>
        <w:r>
          <w:rPr>
            <w:webHidden/>
          </w:rPr>
          <w:instrText xml:space="preserve"> PAGEREF _Toc202022841 \h </w:instrText>
        </w:r>
        <w:r>
          <w:rPr>
            <w:webHidden/>
          </w:rPr>
        </w:r>
        <w:r>
          <w:rPr>
            <w:webHidden/>
          </w:rPr>
          <w:fldChar w:fldCharType="separate"/>
        </w:r>
        <w:r w:rsidR="00B34F25">
          <w:rPr>
            <w:webHidden/>
          </w:rPr>
          <w:t>464</w:t>
        </w:r>
        <w:r>
          <w:rPr>
            <w:webHidden/>
          </w:rPr>
          <w:fldChar w:fldCharType="end"/>
        </w:r>
      </w:hyperlink>
    </w:p>
    <w:p w14:paraId="29712294" w14:textId="0BBEE5B2" w:rsidR="001135EA" w:rsidRDefault="001135EA">
      <w:pPr>
        <w:pStyle w:val="TM1"/>
        <w:rPr>
          <w:rFonts w:asciiTheme="minorHAnsi" w:eastAsiaTheme="minorEastAsia" w:hAnsiTheme="minorHAnsi" w:cstheme="minorBidi"/>
          <w:bCs w:val="0"/>
          <w:iCs w:val="0"/>
          <w:color w:val="auto"/>
          <w:kern w:val="2"/>
          <w:sz w:val="24"/>
          <w:szCs w:val="24"/>
          <w14:ligatures w14:val="standardContextual"/>
        </w:rPr>
      </w:pPr>
      <w:hyperlink w:anchor="_Toc202022842" w:history="1">
        <w:r w:rsidRPr="00376CD7">
          <w:rPr>
            <w:rStyle w:val="Lienhypertexte"/>
          </w:rPr>
          <w:t>XVIII</w:t>
        </w:r>
        <w:r>
          <w:rPr>
            <w:webHidden/>
          </w:rPr>
          <w:tab/>
        </w:r>
        <w:r>
          <w:rPr>
            <w:webHidden/>
          </w:rPr>
          <w:fldChar w:fldCharType="begin"/>
        </w:r>
        <w:r>
          <w:rPr>
            <w:webHidden/>
          </w:rPr>
          <w:instrText xml:space="preserve"> PAGEREF _Toc202022842 \h </w:instrText>
        </w:r>
        <w:r>
          <w:rPr>
            <w:webHidden/>
          </w:rPr>
        </w:r>
        <w:r>
          <w:rPr>
            <w:webHidden/>
          </w:rPr>
          <w:fldChar w:fldCharType="separate"/>
        </w:r>
        <w:r w:rsidR="00B34F25">
          <w:rPr>
            <w:webHidden/>
          </w:rPr>
          <w:t>489</w:t>
        </w:r>
        <w:r>
          <w:rPr>
            <w:webHidden/>
          </w:rPr>
          <w:fldChar w:fldCharType="end"/>
        </w:r>
      </w:hyperlink>
    </w:p>
    <w:p w14:paraId="744852C4" w14:textId="55FFC7D1" w:rsidR="001135EA" w:rsidRDefault="001135EA">
      <w:pPr>
        <w:pStyle w:val="TM1"/>
        <w:rPr>
          <w:rFonts w:asciiTheme="minorHAnsi" w:eastAsiaTheme="minorEastAsia" w:hAnsiTheme="minorHAnsi" w:cstheme="minorBidi"/>
          <w:bCs w:val="0"/>
          <w:iCs w:val="0"/>
          <w:color w:val="auto"/>
          <w:kern w:val="2"/>
          <w:sz w:val="24"/>
          <w:szCs w:val="24"/>
          <w14:ligatures w14:val="standardContextual"/>
        </w:rPr>
      </w:pPr>
      <w:hyperlink w:anchor="_Toc202022843" w:history="1">
        <w:r w:rsidRPr="00376CD7">
          <w:rPr>
            <w:rStyle w:val="Lienhypertexte"/>
          </w:rPr>
          <w:t>XIX</w:t>
        </w:r>
        <w:r>
          <w:rPr>
            <w:webHidden/>
          </w:rPr>
          <w:tab/>
        </w:r>
        <w:r>
          <w:rPr>
            <w:webHidden/>
          </w:rPr>
          <w:fldChar w:fldCharType="begin"/>
        </w:r>
        <w:r>
          <w:rPr>
            <w:webHidden/>
          </w:rPr>
          <w:instrText xml:space="preserve"> PAGEREF _Toc202022843 \h </w:instrText>
        </w:r>
        <w:r>
          <w:rPr>
            <w:webHidden/>
          </w:rPr>
        </w:r>
        <w:r>
          <w:rPr>
            <w:webHidden/>
          </w:rPr>
          <w:fldChar w:fldCharType="separate"/>
        </w:r>
        <w:r w:rsidR="00B34F25">
          <w:rPr>
            <w:webHidden/>
          </w:rPr>
          <w:t>515</w:t>
        </w:r>
        <w:r>
          <w:rPr>
            <w:webHidden/>
          </w:rPr>
          <w:fldChar w:fldCharType="end"/>
        </w:r>
      </w:hyperlink>
    </w:p>
    <w:p w14:paraId="159C2297" w14:textId="5C19DD19" w:rsidR="001135EA" w:rsidRDefault="001135EA">
      <w:pPr>
        <w:pStyle w:val="TM1"/>
        <w:rPr>
          <w:rFonts w:asciiTheme="minorHAnsi" w:eastAsiaTheme="minorEastAsia" w:hAnsiTheme="minorHAnsi" w:cstheme="minorBidi"/>
          <w:bCs w:val="0"/>
          <w:iCs w:val="0"/>
          <w:color w:val="auto"/>
          <w:kern w:val="2"/>
          <w:sz w:val="24"/>
          <w:szCs w:val="24"/>
          <w14:ligatures w14:val="standardContextual"/>
        </w:rPr>
      </w:pPr>
      <w:hyperlink w:anchor="_Toc202022844" w:history="1">
        <w:r w:rsidRPr="00376CD7">
          <w:rPr>
            <w:rStyle w:val="Lienhypertexte"/>
          </w:rPr>
          <w:t>XX</w:t>
        </w:r>
        <w:r>
          <w:rPr>
            <w:webHidden/>
          </w:rPr>
          <w:tab/>
        </w:r>
        <w:r>
          <w:rPr>
            <w:webHidden/>
          </w:rPr>
          <w:fldChar w:fldCharType="begin"/>
        </w:r>
        <w:r>
          <w:rPr>
            <w:webHidden/>
          </w:rPr>
          <w:instrText xml:space="preserve"> PAGEREF _Toc202022844 \h </w:instrText>
        </w:r>
        <w:r>
          <w:rPr>
            <w:webHidden/>
          </w:rPr>
        </w:r>
        <w:r>
          <w:rPr>
            <w:webHidden/>
          </w:rPr>
          <w:fldChar w:fldCharType="separate"/>
        </w:r>
        <w:r w:rsidR="00B34F25">
          <w:rPr>
            <w:webHidden/>
          </w:rPr>
          <w:t>526</w:t>
        </w:r>
        <w:r>
          <w:rPr>
            <w:webHidden/>
          </w:rPr>
          <w:fldChar w:fldCharType="end"/>
        </w:r>
      </w:hyperlink>
    </w:p>
    <w:p w14:paraId="21E7B839" w14:textId="36DF3720" w:rsidR="001135EA" w:rsidRDefault="001135EA">
      <w:pPr>
        <w:pStyle w:val="TM1"/>
        <w:rPr>
          <w:rFonts w:asciiTheme="minorHAnsi" w:eastAsiaTheme="minorEastAsia" w:hAnsiTheme="minorHAnsi" w:cstheme="minorBidi"/>
          <w:bCs w:val="0"/>
          <w:iCs w:val="0"/>
          <w:color w:val="auto"/>
          <w:kern w:val="2"/>
          <w:sz w:val="24"/>
          <w:szCs w:val="24"/>
          <w14:ligatures w14:val="standardContextual"/>
        </w:rPr>
      </w:pPr>
      <w:hyperlink w:anchor="_Toc202022845" w:history="1">
        <w:r w:rsidRPr="00376CD7">
          <w:rPr>
            <w:rStyle w:val="Lienhypertexte"/>
          </w:rPr>
          <w:t>À propos de cette édition électronique</w:t>
        </w:r>
        <w:r>
          <w:rPr>
            <w:webHidden/>
          </w:rPr>
          <w:tab/>
        </w:r>
        <w:r>
          <w:rPr>
            <w:webHidden/>
          </w:rPr>
          <w:fldChar w:fldCharType="begin"/>
        </w:r>
        <w:r>
          <w:rPr>
            <w:webHidden/>
          </w:rPr>
          <w:instrText xml:space="preserve"> PAGEREF _Toc202022845 \h </w:instrText>
        </w:r>
        <w:r>
          <w:rPr>
            <w:webHidden/>
          </w:rPr>
        </w:r>
        <w:r>
          <w:rPr>
            <w:webHidden/>
          </w:rPr>
          <w:fldChar w:fldCharType="separate"/>
        </w:r>
        <w:r w:rsidR="00B34F25">
          <w:rPr>
            <w:webHidden/>
          </w:rPr>
          <w:t>528</w:t>
        </w:r>
        <w:r>
          <w:rPr>
            <w:webHidden/>
          </w:rPr>
          <w:fldChar w:fldCharType="end"/>
        </w:r>
      </w:hyperlink>
    </w:p>
    <w:p w14:paraId="4B6FDA75" w14:textId="5193337B" w:rsidR="00033562" w:rsidRDefault="00033562">
      <w:r>
        <w:fldChar w:fldCharType="end"/>
      </w:r>
    </w:p>
    <w:p w14:paraId="1D1C8E20" w14:textId="77777777" w:rsidR="0024252B" w:rsidRPr="002813C1" w:rsidRDefault="0024252B" w:rsidP="00B77E03">
      <w:pPr>
        <w:pStyle w:val="Titre1"/>
      </w:pPr>
      <w:bookmarkStart w:id="0" w:name="_Toc202022825"/>
      <w:r w:rsidRPr="002813C1">
        <w:lastRenderedPageBreak/>
        <w:t>I</w:t>
      </w:r>
      <w:bookmarkEnd w:id="0"/>
      <w:r w:rsidRPr="002813C1">
        <w:br/>
      </w:r>
    </w:p>
    <w:p w14:paraId="53C65109" w14:textId="77777777" w:rsidR="00B77E03" w:rsidRDefault="0024252B" w:rsidP="00B77E03">
      <w:r w:rsidRPr="002813C1">
        <w:t>Se venger</w:t>
      </w:r>
      <w:r w:rsidR="00B77E03">
        <w:t> !…</w:t>
      </w:r>
    </w:p>
    <w:p w14:paraId="2C78EAE3" w14:textId="77777777" w:rsidR="00B77E03" w:rsidRDefault="0024252B" w:rsidP="00B77E03">
      <w:r w:rsidRPr="002813C1">
        <w:t>Telle est la première</w:t>
      </w:r>
      <w:r w:rsidR="00B77E03">
        <w:t xml:space="preserve">, </w:t>
      </w:r>
      <w:r w:rsidRPr="002813C1">
        <w:t>l</w:t>
      </w:r>
      <w:r w:rsidR="00B77E03">
        <w:t>’</w:t>
      </w:r>
      <w:r w:rsidRPr="002813C1">
        <w:t>unique pensée</w:t>
      </w:r>
      <w:r w:rsidR="00B77E03">
        <w:t xml:space="preserve">, </w:t>
      </w:r>
      <w:r w:rsidRPr="002813C1">
        <w:t>lorsqu</w:t>
      </w:r>
      <w:r w:rsidR="00B77E03">
        <w:t>’</w:t>
      </w:r>
      <w:r w:rsidRPr="002813C1">
        <w:t>on se voit victime d</w:t>
      </w:r>
      <w:r w:rsidR="00B77E03">
        <w:t>’</w:t>
      </w:r>
      <w:r w:rsidRPr="002813C1">
        <w:t>une injustice atroce</w:t>
      </w:r>
      <w:r w:rsidR="00B77E03">
        <w:t xml:space="preserve">, </w:t>
      </w:r>
      <w:r w:rsidRPr="002813C1">
        <w:t>de quelque guet-apens infâme où s</w:t>
      </w:r>
      <w:r w:rsidR="00B77E03">
        <w:t>’</w:t>
      </w:r>
      <w:r w:rsidRPr="002813C1">
        <w:t>engloutissent l</w:t>
      </w:r>
      <w:r w:rsidR="00B77E03">
        <w:t>’</w:t>
      </w:r>
      <w:r w:rsidRPr="002813C1">
        <w:t>honneur et la fortune</w:t>
      </w:r>
      <w:r w:rsidR="00B77E03">
        <w:t xml:space="preserve">, </w:t>
      </w:r>
      <w:r w:rsidRPr="002813C1">
        <w:t>le présent</w:t>
      </w:r>
      <w:r w:rsidR="00B77E03">
        <w:t xml:space="preserve">, </w:t>
      </w:r>
      <w:r w:rsidRPr="002813C1">
        <w:t>l</w:t>
      </w:r>
      <w:r w:rsidR="00B77E03">
        <w:t>’</w:t>
      </w:r>
      <w:r w:rsidRPr="002813C1">
        <w:t>avenir et jusqu</w:t>
      </w:r>
      <w:r w:rsidR="00B77E03">
        <w:t>’</w:t>
      </w:r>
      <w:r w:rsidRPr="002813C1">
        <w:t>à l</w:t>
      </w:r>
      <w:r w:rsidR="00B77E03">
        <w:t>’</w:t>
      </w:r>
      <w:r w:rsidRPr="002813C1">
        <w:t>espérance</w:t>
      </w:r>
      <w:r w:rsidR="00B77E03">
        <w:t>.</w:t>
      </w:r>
    </w:p>
    <w:p w14:paraId="31809327" w14:textId="77777777" w:rsidR="00B77E03" w:rsidRDefault="0024252B" w:rsidP="00B77E03">
      <w:r w:rsidRPr="002813C1">
        <w:t>Les tourments qu</w:t>
      </w:r>
      <w:r w:rsidR="00B77E03">
        <w:t>’</w:t>
      </w:r>
      <w:r w:rsidRPr="002813C1">
        <w:t>on endure ne peuvent être atténués que par l</w:t>
      </w:r>
      <w:r w:rsidR="00B77E03">
        <w:t>’</w:t>
      </w:r>
      <w:r w:rsidRPr="002813C1">
        <w:t>idée qu</w:t>
      </w:r>
      <w:r w:rsidR="00B77E03">
        <w:t>’</w:t>
      </w:r>
      <w:r w:rsidRPr="002813C1">
        <w:t>on les rendra au centuple</w:t>
      </w:r>
      <w:r w:rsidR="00B77E03">
        <w:t>.</w:t>
      </w:r>
    </w:p>
    <w:p w14:paraId="2DA48013" w14:textId="77777777" w:rsidR="00B77E03" w:rsidRDefault="0024252B" w:rsidP="00B77E03">
      <w:r w:rsidRPr="002813C1">
        <w:t>Et rien ne semble impossible en ce premier moment</w:t>
      </w:r>
      <w:r w:rsidR="00B77E03">
        <w:t xml:space="preserve">, </w:t>
      </w:r>
      <w:r w:rsidRPr="002813C1">
        <w:t>où des flots de haine montent au cerveau en même temps que l</w:t>
      </w:r>
      <w:r w:rsidR="00B77E03">
        <w:t>’</w:t>
      </w:r>
      <w:r w:rsidRPr="002813C1">
        <w:t>écume de la rage monte aux lèvres</w:t>
      </w:r>
      <w:r w:rsidR="00B77E03">
        <w:t xml:space="preserve">, </w:t>
      </w:r>
      <w:r w:rsidRPr="002813C1">
        <w:t>nul obstacle ne semble insurmontable</w:t>
      </w:r>
      <w:r w:rsidR="00B77E03">
        <w:t xml:space="preserve">, </w:t>
      </w:r>
      <w:r w:rsidRPr="002813C1">
        <w:t>ou plutôt on n</w:t>
      </w:r>
      <w:r w:rsidR="00B77E03">
        <w:t>’</w:t>
      </w:r>
      <w:r w:rsidRPr="002813C1">
        <w:t>en aperçoit aucun</w:t>
      </w:r>
      <w:r w:rsidR="00B77E03">
        <w:t>.</w:t>
      </w:r>
    </w:p>
    <w:p w14:paraId="0A2894C6" w14:textId="77777777" w:rsidR="00B77E03" w:rsidRDefault="0024252B" w:rsidP="00B77E03">
      <w:r w:rsidRPr="002813C1">
        <w:t>C</w:t>
      </w:r>
      <w:r w:rsidR="00B77E03">
        <w:t>’</w:t>
      </w:r>
      <w:r w:rsidRPr="002813C1">
        <w:t>est plus tard</w:t>
      </w:r>
      <w:r w:rsidR="00B77E03">
        <w:t xml:space="preserve">, </w:t>
      </w:r>
      <w:r w:rsidRPr="002813C1">
        <w:t>quand les facultés ont repris leur équilibre</w:t>
      </w:r>
      <w:r w:rsidR="00B77E03">
        <w:t xml:space="preserve">, </w:t>
      </w:r>
      <w:r w:rsidRPr="002813C1">
        <w:t>qu</w:t>
      </w:r>
      <w:r w:rsidR="00B77E03">
        <w:t>’</w:t>
      </w:r>
      <w:r w:rsidRPr="002813C1">
        <w:t>on mesure l</w:t>
      </w:r>
      <w:r w:rsidR="00B77E03">
        <w:t>’</w:t>
      </w:r>
      <w:r w:rsidRPr="002813C1">
        <w:t>abîme qui sépare la réalité du rêve</w:t>
      </w:r>
      <w:r w:rsidR="00B77E03">
        <w:t xml:space="preserve">, </w:t>
      </w:r>
      <w:r w:rsidRPr="002813C1">
        <w:t>le projet de l</w:t>
      </w:r>
      <w:r w:rsidR="00B77E03">
        <w:t>’</w:t>
      </w:r>
      <w:r w:rsidRPr="002813C1">
        <w:t>exécution</w:t>
      </w:r>
      <w:r w:rsidR="00B77E03">
        <w:t>.</w:t>
      </w:r>
    </w:p>
    <w:p w14:paraId="1C98F707" w14:textId="77777777" w:rsidR="00B77E03" w:rsidRDefault="0024252B" w:rsidP="00B77E03">
      <w:r w:rsidRPr="002813C1">
        <w:t>Et quand il faut se mettre à l</w:t>
      </w:r>
      <w:r w:rsidR="00B77E03">
        <w:t>’</w:t>
      </w:r>
      <w:r w:rsidRPr="002813C1">
        <w:t>œuvre</w:t>
      </w:r>
      <w:r w:rsidR="00B77E03">
        <w:t xml:space="preserve">, </w:t>
      </w:r>
      <w:r w:rsidRPr="002813C1">
        <w:t>à beaucoup le découragement arrive</w:t>
      </w:r>
      <w:r w:rsidR="00B77E03">
        <w:t xml:space="preserve">. </w:t>
      </w:r>
      <w:r w:rsidRPr="002813C1">
        <w:t>La fièvre est passée</w:t>
      </w:r>
      <w:r w:rsidR="00B77E03">
        <w:t xml:space="preserve">, </w:t>
      </w:r>
      <w:r w:rsidRPr="002813C1">
        <w:t>on se résigne</w:t>
      </w:r>
      <w:r w:rsidR="00B77E03">
        <w:t xml:space="preserve">… </w:t>
      </w:r>
      <w:r w:rsidRPr="002813C1">
        <w:t>On maudit</w:t>
      </w:r>
      <w:r w:rsidR="00B77E03">
        <w:t xml:space="preserve">, </w:t>
      </w:r>
      <w:r w:rsidRPr="002813C1">
        <w:t>mais on n</w:t>
      </w:r>
      <w:r w:rsidR="00B77E03">
        <w:t>’</w:t>
      </w:r>
      <w:r w:rsidRPr="002813C1">
        <w:t>agit pas</w:t>
      </w:r>
      <w:r w:rsidR="00B77E03">
        <w:t xml:space="preserve">… </w:t>
      </w:r>
      <w:r w:rsidRPr="002813C1">
        <w:t>On s</w:t>
      </w:r>
      <w:r w:rsidR="00B77E03">
        <w:t>’</w:t>
      </w:r>
      <w:r w:rsidRPr="002813C1">
        <w:t>engourdit dans son opprobre immérité</w:t>
      </w:r>
      <w:r w:rsidR="00B77E03">
        <w:t xml:space="preserve">… </w:t>
      </w:r>
      <w:r w:rsidRPr="002813C1">
        <w:t>On s</w:t>
      </w:r>
      <w:r w:rsidR="00B77E03">
        <w:t>’</w:t>
      </w:r>
      <w:r w:rsidRPr="002813C1">
        <w:t>abandonne</w:t>
      </w:r>
      <w:r w:rsidR="00B77E03">
        <w:t xml:space="preserve">, </w:t>
      </w:r>
      <w:r w:rsidRPr="002813C1">
        <w:t>on désespère</w:t>
      </w:r>
      <w:r w:rsidR="00B77E03">
        <w:t xml:space="preserve">… </w:t>
      </w:r>
      <w:r w:rsidRPr="002813C1">
        <w:t>on se dit</w:t>
      </w:r>
      <w:r w:rsidR="00B77E03">
        <w:t xml:space="preserve"> : </w:t>
      </w:r>
      <w:r w:rsidRPr="002813C1">
        <w:t>à quoi bon</w:t>
      </w:r>
      <w:r w:rsidR="00B77E03">
        <w:t> !</w:t>
      </w:r>
    </w:p>
    <w:p w14:paraId="274BA61C" w14:textId="77777777" w:rsidR="00B77E03" w:rsidRDefault="0024252B" w:rsidP="00B77E03">
      <w:r w:rsidRPr="002813C1">
        <w:t>Et l</w:t>
      </w:r>
      <w:r w:rsidR="00B77E03">
        <w:t>’</w:t>
      </w:r>
      <w:r w:rsidRPr="002813C1">
        <w:t>impunité des coquins est une fois de plus assurée</w:t>
      </w:r>
      <w:r w:rsidR="00B77E03">
        <w:t>.</w:t>
      </w:r>
    </w:p>
    <w:p w14:paraId="00A77411" w14:textId="77777777" w:rsidR="00B77E03" w:rsidRDefault="0024252B" w:rsidP="00B77E03">
      <w:r w:rsidRPr="002813C1">
        <w:t xml:space="preserve">Un abattement pareil attendait Pascal </w:t>
      </w:r>
      <w:proofErr w:type="spellStart"/>
      <w:r w:rsidRPr="002813C1">
        <w:t>Férailleur</w:t>
      </w:r>
      <w:proofErr w:type="spellEnd"/>
      <w:r w:rsidR="00B77E03">
        <w:t xml:space="preserve">, </w:t>
      </w:r>
      <w:r w:rsidRPr="002813C1">
        <w:t>le matin où</w:t>
      </w:r>
      <w:r w:rsidR="00B77E03">
        <w:t xml:space="preserve">, </w:t>
      </w:r>
      <w:r w:rsidRPr="002813C1">
        <w:t>pour la première fois</w:t>
      </w:r>
      <w:r w:rsidR="00B77E03">
        <w:t xml:space="preserve">, </w:t>
      </w:r>
      <w:r w:rsidRPr="002813C1">
        <w:t>il s</w:t>
      </w:r>
      <w:r w:rsidR="00B77E03">
        <w:t>’</w:t>
      </w:r>
      <w:r w:rsidRPr="002813C1">
        <w:t xml:space="preserve">éveilla dans ce pauvre appartement de la route de la Révolte où il était venu se cacher sous le nom de </w:t>
      </w:r>
      <w:proofErr w:type="spellStart"/>
      <w:r w:rsidRPr="002813C1">
        <w:t>Mauméjan</w:t>
      </w:r>
      <w:proofErr w:type="spellEnd"/>
      <w:r w:rsidR="00B77E03">
        <w:t>…</w:t>
      </w:r>
    </w:p>
    <w:p w14:paraId="629DD58C" w14:textId="77777777" w:rsidR="00B77E03" w:rsidRDefault="0024252B" w:rsidP="00B77E03">
      <w:r w:rsidRPr="002813C1">
        <w:lastRenderedPageBreak/>
        <w:t>Pour longtemps encore ce devait lui être un moment affreux que celui où</w:t>
      </w:r>
      <w:r w:rsidR="00B77E03">
        <w:t xml:space="preserve">, </w:t>
      </w:r>
      <w:r w:rsidRPr="002813C1">
        <w:t>chaque matin</w:t>
      </w:r>
      <w:r w:rsidR="00B77E03">
        <w:t xml:space="preserve">, </w:t>
      </w:r>
      <w:r w:rsidRPr="002813C1">
        <w:t>en se réveillant</w:t>
      </w:r>
      <w:r w:rsidR="00B77E03">
        <w:t xml:space="preserve">, </w:t>
      </w:r>
      <w:r w:rsidRPr="002813C1">
        <w:t>il rapprenait pour ainsi dire son désastre</w:t>
      </w:r>
      <w:r w:rsidR="00B77E03">
        <w:t>…</w:t>
      </w:r>
    </w:p>
    <w:p w14:paraId="5DA4D850" w14:textId="77777777" w:rsidR="00B77E03" w:rsidRDefault="0024252B" w:rsidP="00B77E03">
      <w:r w:rsidRPr="002813C1">
        <w:t>Accoudé sur son oreiller</w:t>
      </w:r>
      <w:r w:rsidR="00B77E03">
        <w:t xml:space="preserve">, </w:t>
      </w:r>
      <w:r w:rsidRPr="002813C1">
        <w:t>pâle</w:t>
      </w:r>
      <w:r w:rsidR="00B77E03">
        <w:t xml:space="preserve">, </w:t>
      </w:r>
      <w:r w:rsidRPr="002813C1">
        <w:t>la sueur au front</w:t>
      </w:r>
      <w:r w:rsidR="00B77E03">
        <w:t xml:space="preserve">, </w:t>
      </w:r>
      <w:r w:rsidRPr="002813C1">
        <w:t>il examinait les côtés politiques et pratiques de sa tâche</w:t>
      </w:r>
      <w:r w:rsidR="00B77E03">
        <w:t xml:space="preserve">, </w:t>
      </w:r>
      <w:r w:rsidRPr="002813C1">
        <w:t>et des difficultés se dressaient devant lui</w:t>
      </w:r>
      <w:r w:rsidR="00B77E03">
        <w:t xml:space="preserve">, </w:t>
      </w:r>
      <w:r w:rsidRPr="002813C1">
        <w:t>qui lui paraissaient plus difficiles à écarter que des montagnes</w:t>
      </w:r>
      <w:r w:rsidR="00B77E03">
        <w:t>.</w:t>
      </w:r>
    </w:p>
    <w:p w14:paraId="088D9B2D" w14:textId="77777777" w:rsidR="00B77E03" w:rsidRDefault="0024252B" w:rsidP="00B77E03">
      <w:r w:rsidRPr="002813C1">
        <w:t>Une effroyable calomnie l</w:t>
      </w:r>
      <w:r w:rsidR="00B77E03">
        <w:t>’</w:t>
      </w:r>
      <w:r w:rsidRPr="002813C1">
        <w:t>avait terrassé</w:t>
      </w:r>
      <w:r w:rsidR="00B77E03">
        <w:t xml:space="preserve">… </w:t>
      </w:r>
      <w:r w:rsidRPr="002813C1">
        <w:t>il pouvait tuer le lâche calomniateur</w:t>
      </w:r>
      <w:r w:rsidR="00B77E03">
        <w:t xml:space="preserve">, </w:t>
      </w:r>
      <w:r w:rsidRPr="002813C1">
        <w:t>mais après</w:t>
      </w:r>
      <w:r w:rsidR="00B77E03">
        <w:t xml:space="preserve"> !… </w:t>
      </w:r>
      <w:r w:rsidRPr="002813C1">
        <w:t>Comment atteindre et étouffer la calomnie elle-même</w:t>
      </w:r>
      <w:r w:rsidR="00B77E03">
        <w:t> !…</w:t>
      </w:r>
    </w:p>
    <w:p w14:paraId="3A36009F" w14:textId="77777777" w:rsidR="00B77E03" w:rsidRDefault="00B77E03" w:rsidP="00B77E03">
      <w:r>
        <w:t>— </w:t>
      </w:r>
      <w:r w:rsidR="0024252B" w:rsidRPr="002813C1">
        <w:t>Autant vaudrait</w:t>
      </w:r>
      <w:r>
        <w:t xml:space="preserve">, </w:t>
      </w:r>
      <w:r w:rsidR="0024252B" w:rsidRPr="002813C1">
        <w:t>pensait-il</w:t>
      </w:r>
      <w:r>
        <w:t xml:space="preserve">, </w:t>
      </w:r>
      <w:r w:rsidR="0024252B" w:rsidRPr="002813C1">
        <w:t>essayer de serrer dans sa main une poignée d</w:t>
      </w:r>
      <w:r>
        <w:t>’</w:t>
      </w:r>
      <w:r w:rsidR="0024252B" w:rsidRPr="002813C1">
        <w:t>eau</w:t>
      </w:r>
      <w:r>
        <w:t xml:space="preserve">, </w:t>
      </w:r>
      <w:r w:rsidR="0024252B" w:rsidRPr="002813C1">
        <w:t>autant vaudrait essayer d</w:t>
      </w:r>
      <w:r>
        <w:t>’</w:t>
      </w:r>
      <w:r w:rsidR="0024252B" w:rsidRPr="002813C1">
        <w:t>arrêter</w:t>
      </w:r>
      <w:r>
        <w:t xml:space="preserve">, </w:t>
      </w:r>
      <w:r w:rsidR="0024252B" w:rsidRPr="002813C1">
        <w:t>en étendant les bras</w:t>
      </w:r>
      <w:r>
        <w:t xml:space="preserve">, </w:t>
      </w:r>
      <w:r w:rsidR="0024252B" w:rsidRPr="002813C1">
        <w:t>le vent empesté qui apporte une épidémie</w:t>
      </w:r>
      <w:r>
        <w:t>…</w:t>
      </w:r>
    </w:p>
    <w:p w14:paraId="78CD5E2B" w14:textId="77777777" w:rsidR="00B77E03" w:rsidRDefault="0024252B" w:rsidP="00B77E03">
      <w:r w:rsidRPr="002813C1">
        <w:t>C</w:t>
      </w:r>
      <w:r w:rsidR="00B77E03">
        <w:t>’</w:t>
      </w:r>
      <w:r w:rsidRPr="002813C1">
        <w:t>est qu</w:t>
      </w:r>
      <w:r w:rsidR="00B77E03">
        <w:t>’</w:t>
      </w:r>
      <w:r w:rsidRPr="002813C1">
        <w:t>aussi l</w:t>
      </w:r>
      <w:r w:rsidR="00B77E03">
        <w:t>’</w:t>
      </w:r>
      <w:r w:rsidRPr="002813C1">
        <w:t>espérance sublime qui l</w:t>
      </w:r>
      <w:r w:rsidR="00B77E03">
        <w:t>’</w:t>
      </w:r>
      <w:r w:rsidRPr="002813C1">
        <w:t>avait un moment enflammé</w:t>
      </w:r>
      <w:r w:rsidR="00B77E03">
        <w:t xml:space="preserve">, </w:t>
      </w:r>
      <w:r w:rsidRPr="002813C1">
        <w:t>s</w:t>
      </w:r>
      <w:r w:rsidR="00B77E03">
        <w:t>’</w:t>
      </w:r>
      <w:r w:rsidRPr="002813C1">
        <w:t>était éteinte</w:t>
      </w:r>
      <w:r w:rsidR="00B77E03">
        <w:t>.</w:t>
      </w:r>
    </w:p>
    <w:p w14:paraId="6ECC7E35" w14:textId="7676E88B" w:rsidR="00B77E03" w:rsidRDefault="0024252B" w:rsidP="00B77E03">
      <w:r w:rsidRPr="002813C1">
        <w:t xml:space="preserve">Depuis cette lettre fatale qui lui avait été remise par </w:t>
      </w:r>
      <w:r w:rsidR="00B77E03">
        <w:t>M</w:t>
      </w:r>
      <w:r w:rsidR="00B77E03" w:rsidRPr="00B77E03">
        <w:rPr>
          <w:vertAlign w:val="superscript"/>
        </w:rPr>
        <w:t>me</w:t>
      </w:r>
      <w:r w:rsidR="00B77E03">
        <w:t> </w:t>
      </w:r>
      <w:r w:rsidRPr="002813C1">
        <w:t>Léon</w:t>
      </w:r>
      <w:r w:rsidR="00B77E03">
        <w:t xml:space="preserve">, </w:t>
      </w:r>
      <w:r w:rsidRPr="002813C1">
        <w:t>il voyait Marguerite perdue pour lui sans retour</w:t>
      </w:r>
      <w:r w:rsidR="00B77E03">
        <w:t xml:space="preserve">… </w:t>
      </w:r>
      <w:r w:rsidRPr="002813C1">
        <w:t>Dès lors</w:t>
      </w:r>
      <w:r w:rsidR="00B77E03">
        <w:t xml:space="preserve">, </w:t>
      </w:r>
      <w:r w:rsidRPr="002813C1">
        <w:t>à quoi bon lutter</w:t>
      </w:r>
      <w:r w:rsidR="00B77E03">
        <w:t xml:space="preserve"> !… </w:t>
      </w:r>
      <w:r w:rsidRPr="002813C1">
        <w:t>Quel serait le prix de sa victoire si</w:t>
      </w:r>
      <w:r w:rsidR="00B77E03">
        <w:t xml:space="preserve">, </w:t>
      </w:r>
      <w:r w:rsidRPr="002813C1">
        <w:t>par miracle</w:t>
      </w:r>
      <w:r w:rsidR="00B77E03">
        <w:t xml:space="preserve">, </w:t>
      </w:r>
      <w:r w:rsidRPr="002813C1">
        <w:t>à force de patience et d</w:t>
      </w:r>
      <w:r w:rsidR="00B77E03">
        <w:t>’</w:t>
      </w:r>
      <w:r w:rsidRPr="002813C1">
        <w:t>énergie il triomphait</w:t>
      </w:r>
      <w:r w:rsidR="00B77E03">
        <w:t xml:space="preserve"> ?… </w:t>
      </w:r>
      <w:r w:rsidRPr="002813C1">
        <w:t>Marguerite perdue</w:t>
      </w:r>
      <w:r w:rsidR="00B77E03">
        <w:t xml:space="preserve">, </w:t>
      </w:r>
      <w:r w:rsidRPr="002813C1">
        <w:t>que lui importait le reste</w:t>
      </w:r>
      <w:r w:rsidR="00B77E03">
        <w:t>…</w:t>
      </w:r>
    </w:p>
    <w:p w14:paraId="0291493E" w14:textId="77777777" w:rsidR="00B77E03" w:rsidRDefault="0024252B" w:rsidP="00B77E03">
      <w:r w:rsidRPr="002813C1">
        <w:t>Il se disait cela</w:t>
      </w:r>
      <w:r w:rsidR="00B77E03">
        <w:t xml:space="preserve">, </w:t>
      </w:r>
      <w:r w:rsidRPr="002813C1">
        <w:t>et en même temps il se sentait pénétré d</w:t>
      </w:r>
      <w:r w:rsidR="00B77E03">
        <w:t>’</w:t>
      </w:r>
      <w:r w:rsidRPr="002813C1">
        <w:t>un désespoir d</w:t>
      </w:r>
      <w:r w:rsidR="00B77E03">
        <w:t>’</w:t>
      </w:r>
      <w:r w:rsidRPr="002813C1">
        <w:t>autant plus profond qu</w:t>
      </w:r>
      <w:r w:rsidR="00B77E03">
        <w:t>’</w:t>
      </w:r>
      <w:r w:rsidRPr="002813C1">
        <w:t>il était calme</w:t>
      </w:r>
      <w:r w:rsidR="00B77E03">
        <w:t xml:space="preserve">, </w:t>
      </w:r>
      <w:r w:rsidRPr="002813C1">
        <w:t>et pour ainsi dire réfléchi</w:t>
      </w:r>
      <w:r w:rsidR="00B77E03">
        <w:t>.</w:t>
      </w:r>
    </w:p>
    <w:p w14:paraId="75BDB143" w14:textId="77777777" w:rsidR="00B77E03" w:rsidRDefault="0024252B" w:rsidP="00B77E03">
      <w:r w:rsidRPr="002813C1">
        <w:t>Ah</w:t>
      </w:r>
      <w:r w:rsidR="00B77E03">
        <w:t xml:space="preserve"> ! </w:t>
      </w:r>
      <w:r w:rsidRPr="002813C1">
        <w:t>s</w:t>
      </w:r>
      <w:r w:rsidR="00B77E03">
        <w:t>’</w:t>
      </w:r>
      <w:r w:rsidRPr="002813C1">
        <w:t>il eût été seul au monde</w:t>
      </w:r>
      <w:r w:rsidR="00B77E03">
        <w:t xml:space="preserve"> !… </w:t>
      </w:r>
      <w:r w:rsidRPr="002813C1">
        <w:t>Mais il avait sa mère</w:t>
      </w:r>
      <w:r w:rsidR="00B77E03">
        <w:t xml:space="preserve">, </w:t>
      </w:r>
      <w:r w:rsidRPr="002813C1">
        <w:t>il se devait à cette femme énergique dont la voix</w:t>
      </w:r>
      <w:r w:rsidR="00B77E03">
        <w:t xml:space="preserve">, </w:t>
      </w:r>
      <w:r w:rsidRPr="002813C1">
        <w:t>une fois déjà</w:t>
      </w:r>
      <w:r w:rsidR="00B77E03">
        <w:t xml:space="preserve">, </w:t>
      </w:r>
      <w:r w:rsidRPr="002813C1">
        <w:t>avait fait tomber de ses mains l</w:t>
      </w:r>
      <w:r w:rsidR="00B77E03">
        <w:t>’</w:t>
      </w:r>
      <w:r w:rsidRPr="002813C1">
        <w:t>arme du suicide</w:t>
      </w:r>
      <w:r w:rsidR="00B77E03">
        <w:t>.</w:t>
      </w:r>
    </w:p>
    <w:p w14:paraId="6B6DF7AC" w14:textId="77777777" w:rsidR="00B77E03" w:rsidRDefault="00B77E03" w:rsidP="00B77E03">
      <w:r>
        <w:lastRenderedPageBreak/>
        <w:t>— </w:t>
      </w:r>
      <w:r w:rsidR="0024252B" w:rsidRPr="002813C1">
        <w:t>Je me débattrai donc</w:t>
      </w:r>
      <w:r>
        <w:t xml:space="preserve">, </w:t>
      </w:r>
      <w:r w:rsidR="0024252B" w:rsidRPr="002813C1">
        <w:t>je lutterai puisqu</w:t>
      </w:r>
      <w:r>
        <w:t>’</w:t>
      </w:r>
      <w:r w:rsidR="0024252B" w:rsidRPr="002813C1">
        <w:t>il le faut</w:t>
      </w:r>
      <w:r>
        <w:t xml:space="preserve">, </w:t>
      </w:r>
      <w:r w:rsidR="0024252B" w:rsidRPr="002813C1">
        <w:t>murmura-t-il</w:t>
      </w:r>
      <w:r>
        <w:t xml:space="preserve">, </w:t>
      </w:r>
      <w:r w:rsidR="0024252B" w:rsidRPr="002813C1">
        <w:t>en homme qui d</w:t>
      </w:r>
      <w:r>
        <w:t>’</w:t>
      </w:r>
      <w:r w:rsidR="0024252B" w:rsidRPr="002813C1">
        <w:t>avance prévoit l</w:t>
      </w:r>
      <w:r>
        <w:t>’</w:t>
      </w:r>
      <w:r w:rsidR="0024252B" w:rsidRPr="002813C1">
        <w:t>inutilité de ses efforts</w:t>
      </w:r>
      <w:r>
        <w:t>…</w:t>
      </w:r>
    </w:p>
    <w:p w14:paraId="06D82237" w14:textId="77777777" w:rsidR="00B77E03" w:rsidRDefault="0024252B" w:rsidP="00B77E03">
      <w:r w:rsidRPr="002813C1">
        <w:t>Il s</w:t>
      </w:r>
      <w:r w:rsidR="00B77E03">
        <w:t>’</w:t>
      </w:r>
      <w:r w:rsidRPr="002813C1">
        <w:t>était levé</w:t>
      </w:r>
      <w:r w:rsidR="00B77E03">
        <w:t xml:space="preserve">, </w:t>
      </w:r>
      <w:r w:rsidRPr="002813C1">
        <w:t>cependant</w:t>
      </w:r>
      <w:r w:rsidR="00B77E03">
        <w:t xml:space="preserve">, </w:t>
      </w:r>
      <w:r w:rsidRPr="002813C1">
        <w:t>et il achevait de s</w:t>
      </w:r>
      <w:r w:rsidR="00B77E03">
        <w:t>’</w:t>
      </w:r>
      <w:r w:rsidRPr="002813C1">
        <w:t>habiller quand on frappa doucement à la porte de sa chambre</w:t>
      </w:r>
      <w:r w:rsidR="00B77E03">
        <w:t>.</w:t>
      </w:r>
    </w:p>
    <w:p w14:paraId="5B722301" w14:textId="046C8E8A" w:rsidR="00B77E03" w:rsidRDefault="00B77E03" w:rsidP="00B77E03">
      <w:r>
        <w:t>— </w:t>
      </w:r>
      <w:r w:rsidR="0024252B" w:rsidRPr="002813C1">
        <w:t>C</w:t>
      </w:r>
      <w:r>
        <w:t>’</w:t>
      </w:r>
      <w:r w:rsidR="0024252B" w:rsidRPr="002813C1">
        <w:t>est moi</w:t>
      </w:r>
      <w:r>
        <w:t xml:space="preserve">, </w:t>
      </w:r>
      <w:r w:rsidR="0024252B" w:rsidRPr="002813C1">
        <w:t>mon fils</w:t>
      </w:r>
      <w:r>
        <w:t xml:space="preserve"> ! </w:t>
      </w:r>
      <w:r w:rsidR="0024252B" w:rsidRPr="002813C1">
        <w:t xml:space="preserve">fit au dehors la voix de </w:t>
      </w:r>
      <w:r>
        <w:t>M</w:t>
      </w:r>
      <w:r w:rsidRPr="00B77E03">
        <w:rPr>
          <w:vertAlign w:val="superscript"/>
        </w:rPr>
        <w:t>me</w:t>
      </w:r>
      <w:r>
        <w:t> </w:t>
      </w:r>
      <w:proofErr w:type="spellStart"/>
      <w:r w:rsidR="0024252B" w:rsidRPr="002813C1">
        <w:t>Férailleur</w:t>
      </w:r>
      <w:proofErr w:type="spellEnd"/>
      <w:r>
        <w:t>.</w:t>
      </w:r>
    </w:p>
    <w:p w14:paraId="0B224D7B" w14:textId="77777777" w:rsidR="00B77E03" w:rsidRDefault="0024252B" w:rsidP="00B77E03">
      <w:r w:rsidRPr="002813C1">
        <w:t>Pascal s</w:t>
      </w:r>
      <w:r w:rsidR="00B77E03">
        <w:t>’</w:t>
      </w:r>
      <w:r w:rsidRPr="002813C1">
        <w:t>empressa d</w:t>
      </w:r>
      <w:r w:rsidR="00B77E03">
        <w:t>’</w:t>
      </w:r>
      <w:r w:rsidRPr="002813C1">
        <w:t>ouvrir</w:t>
      </w:r>
      <w:r w:rsidR="00B77E03">
        <w:t>.</w:t>
      </w:r>
    </w:p>
    <w:p w14:paraId="15F6DF6F" w14:textId="319A7914" w:rsidR="00B77E03" w:rsidRDefault="00B77E03" w:rsidP="00B77E03">
      <w:r>
        <w:t>— </w:t>
      </w:r>
      <w:r w:rsidR="0024252B" w:rsidRPr="002813C1">
        <w:t>Je viens te chercher</w:t>
      </w:r>
      <w:r>
        <w:t xml:space="preserve">, </w:t>
      </w:r>
      <w:r w:rsidR="0024252B" w:rsidRPr="002813C1">
        <w:t>lui dit sa mère</w:t>
      </w:r>
      <w:r>
        <w:t xml:space="preserve">, </w:t>
      </w:r>
      <w:r w:rsidR="0024252B" w:rsidRPr="002813C1">
        <w:t>parce que cette femme de ménage dont tu m</w:t>
      </w:r>
      <w:r>
        <w:t>’</w:t>
      </w:r>
      <w:r w:rsidR="0024252B" w:rsidRPr="002813C1">
        <w:t>as parlé hier soir</w:t>
      </w:r>
      <w:r>
        <w:t>, M</w:t>
      </w:r>
      <w:r w:rsidRPr="00B77E03">
        <w:rPr>
          <w:vertAlign w:val="superscript"/>
        </w:rPr>
        <w:t>me</w:t>
      </w:r>
      <w:r>
        <w:t> </w:t>
      </w:r>
      <w:proofErr w:type="spellStart"/>
      <w:r w:rsidR="0024252B" w:rsidRPr="002813C1">
        <w:t>Vantrasson</w:t>
      </w:r>
      <w:proofErr w:type="spellEnd"/>
      <w:r>
        <w:t xml:space="preserve">, </w:t>
      </w:r>
      <w:r w:rsidR="0024252B" w:rsidRPr="002813C1">
        <w:t>est en bas</w:t>
      </w:r>
      <w:r>
        <w:t xml:space="preserve">, </w:t>
      </w:r>
      <w:r w:rsidR="0024252B" w:rsidRPr="002813C1">
        <w:t>et avant de l</w:t>
      </w:r>
      <w:r>
        <w:t>’</w:t>
      </w:r>
      <w:r w:rsidR="0024252B" w:rsidRPr="002813C1">
        <w:t>accueillir je désire ton avis</w:t>
      </w:r>
      <w:r>
        <w:t>.</w:t>
      </w:r>
    </w:p>
    <w:p w14:paraId="34A122D9" w14:textId="77777777" w:rsidR="00B77E03" w:rsidRDefault="00B77E03" w:rsidP="00B77E03">
      <w:r>
        <w:t>— </w:t>
      </w:r>
      <w:r w:rsidR="0024252B" w:rsidRPr="002813C1">
        <w:t>Cette femme ne te plaît donc pas</w:t>
      </w:r>
      <w:r>
        <w:t xml:space="preserve">, </w:t>
      </w:r>
      <w:r w:rsidR="0024252B" w:rsidRPr="002813C1">
        <w:t>chère mère</w:t>
      </w:r>
      <w:r>
        <w:t> !…</w:t>
      </w:r>
    </w:p>
    <w:p w14:paraId="5D27F0AC" w14:textId="77777777" w:rsidR="00B77E03" w:rsidRDefault="00B77E03" w:rsidP="00B77E03">
      <w:r>
        <w:t>— </w:t>
      </w:r>
      <w:r w:rsidR="0024252B" w:rsidRPr="002813C1">
        <w:t>Je veux que tu la voies</w:t>
      </w:r>
      <w:r>
        <w:t>.</w:t>
      </w:r>
    </w:p>
    <w:p w14:paraId="66D3F625" w14:textId="77777777" w:rsidR="00B77E03" w:rsidRDefault="0024252B" w:rsidP="00B77E03">
      <w:r w:rsidRPr="002813C1">
        <w:t>Il descendit et se trouva en présence d</w:t>
      </w:r>
      <w:r w:rsidR="00B77E03">
        <w:t>’</w:t>
      </w:r>
      <w:r w:rsidRPr="002813C1">
        <w:t>une grosse femme</w:t>
      </w:r>
      <w:r w:rsidR="00B77E03">
        <w:t xml:space="preserve">, </w:t>
      </w:r>
      <w:r w:rsidRPr="002813C1">
        <w:t>blême</w:t>
      </w:r>
      <w:r w:rsidR="00B77E03">
        <w:t xml:space="preserve">, </w:t>
      </w:r>
      <w:r w:rsidRPr="002813C1">
        <w:t>aux lèvres minces et aux yeux fuyants</w:t>
      </w:r>
      <w:r w:rsidR="00B77E03">
        <w:t xml:space="preserve">, </w:t>
      </w:r>
      <w:r w:rsidRPr="002813C1">
        <w:t>qui le salua d</w:t>
      </w:r>
      <w:r w:rsidR="00B77E03">
        <w:t>’</w:t>
      </w:r>
      <w:r w:rsidRPr="002813C1">
        <w:t>une révérence obséquieuse</w:t>
      </w:r>
      <w:r w:rsidR="00B77E03">
        <w:t>.</w:t>
      </w:r>
    </w:p>
    <w:p w14:paraId="748E309C" w14:textId="5A81443F" w:rsidR="00B77E03" w:rsidRDefault="0024252B" w:rsidP="00B77E03">
      <w:r w:rsidRPr="002813C1">
        <w:t>C</w:t>
      </w:r>
      <w:r w:rsidR="00B77E03">
        <w:t>’</w:t>
      </w:r>
      <w:r w:rsidRPr="002813C1">
        <w:t xml:space="preserve">était bien </w:t>
      </w:r>
      <w:r w:rsidR="00B77E03">
        <w:t>M</w:t>
      </w:r>
      <w:r w:rsidR="00B77E03" w:rsidRPr="00B77E03">
        <w:rPr>
          <w:vertAlign w:val="superscript"/>
        </w:rPr>
        <w:t>me</w:t>
      </w:r>
      <w:r w:rsidR="00B77E03">
        <w:t> </w:t>
      </w:r>
      <w:proofErr w:type="spellStart"/>
      <w:r w:rsidRPr="002813C1">
        <w:t>Vantrasson</w:t>
      </w:r>
      <w:proofErr w:type="spellEnd"/>
      <w:r w:rsidRPr="002813C1">
        <w:t xml:space="preserve"> en personne</w:t>
      </w:r>
      <w:r w:rsidR="00B77E03">
        <w:t xml:space="preserve">, </w:t>
      </w:r>
      <w:r w:rsidRPr="002813C1">
        <w:t>l</w:t>
      </w:r>
      <w:r w:rsidR="00B77E03">
        <w:t>’</w:t>
      </w:r>
      <w:r w:rsidRPr="002813C1">
        <w:t xml:space="preserve">hôtesse du </w:t>
      </w:r>
      <w:r w:rsidR="00B77E03">
        <w:t>« </w:t>
      </w:r>
      <w:r w:rsidRPr="002813C1">
        <w:t>Garni-Modèle</w:t>
      </w:r>
      <w:r w:rsidR="00B77E03">
        <w:t>, »</w:t>
      </w:r>
      <w:r w:rsidRPr="002813C1">
        <w:t xml:space="preserve"> qui demandait à occuper au service d</w:t>
      </w:r>
      <w:r w:rsidR="00B77E03">
        <w:t>’</w:t>
      </w:r>
      <w:r w:rsidRPr="002813C1">
        <w:t>autrui trois ou quatre heures qu</w:t>
      </w:r>
      <w:r w:rsidR="00B77E03">
        <w:t>’</w:t>
      </w:r>
      <w:r w:rsidRPr="002813C1">
        <w:t>elle avait de libres</w:t>
      </w:r>
      <w:r w:rsidR="00B77E03">
        <w:t xml:space="preserve">, </w:t>
      </w:r>
      <w:r w:rsidRPr="002813C1">
        <w:t>disait-elle</w:t>
      </w:r>
      <w:r w:rsidR="00B77E03">
        <w:t xml:space="preserve">, </w:t>
      </w:r>
      <w:r w:rsidRPr="002813C1">
        <w:t>dans la matinée</w:t>
      </w:r>
      <w:r w:rsidR="00B77E03">
        <w:t>.</w:t>
      </w:r>
    </w:p>
    <w:p w14:paraId="2AAD73A4" w14:textId="77777777" w:rsidR="00B77E03" w:rsidRDefault="0024252B" w:rsidP="00B77E03">
      <w:r w:rsidRPr="002813C1">
        <w:t>Certes</w:t>
      </w:r>
      <w:r w:rsidR="00B77E03">
        <w:t xml:space="preserve">, </w:t>
      </w:r>
      <w:r w:rsidRPr="002813C1">
        <w:t>ce n</w:t>
      </w:r>
      <w:r w:rsidR="00B77E03">
        <w:t>’</w:t>
      </w:r>
      <w:r w:rsidRPr="002813C1">
        <w:t>était pas pour son agrément qu</w:t>
      </w:r>
      <w:r w:rsidR="00B77E03">
        <w:t>’</w:t>
      </w:r>
      <w:r w:rsidRPr="002813C1">
        <w:t>elle se décidait à rentrer en condition</w:t>
      </w:r>
      <w:r w:rsidR="00B77E03">
        <w:t xml:space="preserve">, </w:t>
      </w:r>
      <w:r w:rsidRPr="002813C1">
        <w:t>sa dignité de commerçante en souffrait cruellement</w:t>
      </w:r>
      <w:r w:rsidR="00B77E03">
        <w:t xml:space="preserve">… </w:t>
      </w:r>
      <w:r w:rsidRPr="002813C1">
        <w:t>mais il faut manger</w:t>
      </w:r>
      <w:r w:rsidR="00B77E03">
        <w:t>.</w:t>
      </w:r>
    </w:p>
    <w:p w14:paraId="60AC790E" w14:textId="77777777" w:rsidR="00B77E03" w:rsidRDefault="0024252B" w:rsidP="00B77E03">
      <w:r w:rsidRPr="002813C1">
        <w:t>Les locataires n</w:t>
      </w:r>
      <w:r w:rsidR="00B77E03">
        <w:t>’</w:t>
      </w:r>
      <w:r w:rsidRPr="002813C1">
        <w:t xml:space="preserve">affluaient pas au </w:t>
      </w:r>
      <w:r w:rsidR="00B77E03">
        <w:t>« </w:t>
      </w:r>
      <w:r w:rsidRPr="002813C1">
        <w:t>Garni-Modèle</w:t>
      </w:r>
      <w:r w:rsidR="00B77E03">
        <w:t>, »</w:t>
      </w:r>
      <w:r w:rsidRPr="002813C1">
        <w:t xml:space="preserve"> malgré les séductions de ce titre</w:t>
      </w:r>
      <w:r w:rsidR="00B77E03">
        <w:t xml:space="preserve">, </w:t>
      </w:r>
      <w:r w:rsidRPr="002813C1">
        <w:t>et ceux qui y couchaient par hasard</w:t>
      </w:r>
      <w:r w:rsidR="00B77E03">
        <w:t xml:space="preserve">, </w:t>
      </w:r>
      <w:r w:rsidRPr="002813C1">
        <w:t>réussissaient toujours à voler quelque chose</w:t>
      </w:r>
      <w:r w:rsidR="00B77E03">
        <w:t xml:space="preserve">. </w:t>
      </w:r>
      <w:r w:rsidRPr="002813C1">
        <w:t>L</w:t>
      </w:r>
      <w:r w:rsidR="00B77E03">
        <w:t>’</w:t>
      </w:r>
      <w:r w:rsidRPr="002813C1">
        <w:t>épicerie ne rendait pas</w:t>
      </w:r>
      <w:r w:rsidR="00B77E03">
        <w:t xml:space="preserve">, </w:t>
      </w:r>
      <w:r w:rsidRPr="002813C1">
        <w:t xml:space="preserve">et les quelques sous que laissait de temps </w:t>
      </w:r>
      <w:r w:rsidRPr="002813C1">
        <w:lastRenderedPageBreak/>
        <w:t>à autre un ivrogne</w:t>
      </w:r>
      <w:r w:rsidR="00B77E03">
        <w:t xml:space="preserve">, </w:t>
      </w:r>
      <w:proofErr w:type="spellStart"/>
      <w:r w:rsidRPr="002813C1">
        <w:t>Vantrasson</w:t>
      </w:r>
      <w:proofErr w:type="spellEnd"/>
      <w:r w:rsidRPr="002813C1">
        <w:t xml:space="preserve"> les empochait</w:t>
      </w:r>
      <w:r w:rsidR="00B77E03">
        <w:t xml:space="preserve">… </w:t>
      </w:r>
      <w:r w:rsidRPr="002813C1">
        <w:t>pour aller boire chez un concurrent</w:t>
      </w:r>
      <w:r w:rsidR="00B77E03">
        <w:t xml:space="preserve">. </w:t>
      </w:r>
      <w:r w:rsidRPr="002813C1">
        <w:t>Il est connu que ce que l</w:t>
      </w:r>
      <w:r w:rsidR="00B77E03">
        <w:t>’</w:t>
      </w:r>
      <w:r w:rsidRPr="002813C1">
        <w:t>on boit chez soi est amer</w:t>
      </w:r>
      <w:r w:rsidR="00B77E03">
        <w:t>.</w:t>
      </w:r>
    </w:p>
    <w:p w14:paraId="2B58A020" w14:textId="6F33D3D9" w:rsidR="00B77E03" w:rsidRDefault="0024252B" w:rsidP="00B77E03">
      <w:r w:rsidRPr="002813C1">
        <w:t>Si bien que n</w:t>
      </w:r>
      <w:r w:rsidR="00B77E03">
        <w:t>’</w:t>
      </w:r>
      <w:r w:rsidRPr="002813C1">
        <w:t>ayant crédit ni chez le boulanger</w:t>
      </w:r>
      <w:r w:rsidR="00B77E03">
        <w:t xml:space="preserve">, </w:t>
      </w:r>
      <w:r w:rsidRPr="002813C1">
        <w:t>ni chez le boucher</w:t>
      </w:r>
      <w:r w:rsidR="00B77E03">
        <w:t xml:space="preserve">, </w:t>
      </w:r>
      <w:r w:rsidRPr="002813C1">
        <w:t>ni la fruitière</w:t>
      </w:r>
      <w:r w:rsidR="00B77E03">
        <w:t>, M</w:t>
      </w:r>
      <w:r w:rsidR="00B77E03" w:rsidRPr="00B77E03">
        <w:rPr>
          <w:vertAlign w:val="superscript"/>
        </w:rPr>
        <w:t>me</w:t>
      </w:r>
      <w:r w:rsidR="00B77E03">
        <w:t> </w:t>
      </w:r>
      <w:proofErr w:type="spellStart"/>
      <w:r w:rsidRPr="002813C1">
        <w:t>Vantrasson</w:t>
      </w:r>
      <w:proofErr w:type="spellEnd"/>
      <w:r w:rsidRPr="002813C1">
        <w:t xml:space="preserve"> en était réduite</w:t>
      </w:r>
      <w:r w:rsidR="00B77E03">
        <w:t xml:space="preserve">, </w:t>
      </w:r>
      <w:r w:rsidRPr="002813C1">
        <w:t>à certains jours</w:t>
      </w:r>
      <w:r w:rsidR="00B77E03">
        <w:t xml:space="preserve">, </w:t>
      </w:r>
      <w:r w:rsidRPr="002813C1">
        <w:t>à se sustenter uniquement des produits de sa boutique</w:t>
      </w:r>
      <w:r w:rsidR="00B77E03">
        <w:t xml:space="preserve">, </w:t>
      </w:r>
      <w:r w:rsidRPr="002813C1">
        <w:t>figues moisies ou raisins secs avariés</w:t>
      </w:r>
      <w:r w:rsidR="00B77E03">
        <w:t xml:space="preserve">, </w:t>
      </w:r>
      <w:r w:rsidRPr="002813C1">
        <w:t>qu</w:t>
      </w:r>
      <w:r w:rsidR="00B77E03">
        <w:t>’</w:t>
      </w:r>
      <w:r w:rsidRPr="002813C1">
        <w:t>elle arrosait de torrents de mêlé-cassis</w:t>
      </w:r>
      <w:r w:rsidR="00B77E03">
        <w:t xml:space="preserve">… </w:t>
      </w:r>
      <w:r w:rsidRPr="002813C1">
        <w:t>sa seule consolation ici-bas</w:t>
      </w:r>
      <w:r w:rsidR="00B77E03">
        <w:t>.</w:t>
      </w:r>
    </w:p>
    <w:p w14:paraId="62937C3E" w14:textId="77777777" w:rsidR="00B77E03" w:rsidRDefault="0024252B" w:rsidP="00B77E03">
      <w:r w:rsidRPr="002813C1">
        <w:t>Mais ce n</w:t>
      </w:r>
      <w:r w:rsidR="00B77E03">
        <w:t>’</w:t>
      </w:r>
      <w:r w:rsidRPr="002813C1">
        <w:t xml:space="preserve">était pas </w:t>
      </w:r>
      <w:r w:rsidR="00B77E03">
        <w:t>« </w:t>
      </w:r>
      <w:r w:rsidRPr="002813C1">
        <w:t>un régime</w:t>
      </w:r>
      <w:r w:rsidR="00B77E03">
        <w:t>, »</w:t>
      </w:r>
      <w:r w:rsidRPr="002813C1">
        <w:t xml:space="preserve"> ainsi qu</w:t>
      </w:r>
      <w:r w:rsidR="00B77E03">
        <w:t>’</w:t>
      </w:r>
      <w:r w:rsidRPr="002813C1">
        <w:t>elle le confessait</w:t>
      </w:r>
      <w:r w:rsidR="00B77E03">
        <w:t xml:space="preserve">… </w:t>
      </w:r>
      <w:r w:rsidRPr="002813C1">
        <w:t xml:space="preserve">De là cette résolution de chercher </w:t>
      </w:r>
      <w:r w:rsidR="00B77E03">
        <w:t>« </w:t>
      </w:r>
      <w:r w:rsidRPr="002813C1">
        <w:t>un ménage</w:t>
      </w:r>
      <w:r w:rsidR="00B77E03">
        <w:t> »</w:t>
      </w:r>
      <w:r w:rsidRPr="002813C1">
        <w:t xml:space="preserve"> qui lui assurât le déjeuner quotidien et quelque argent</w:t>
      </w:r>
      <w:r w:rsidR="00B77E03">
        <w:t xml:space="preserve">, </w:t>
      </w:r>
      <w:r w:rsidRPr="002813C1">
        <w:t>qu</w:t>
      </w:r>
      <w:r w:rsidR="00B77E03">
        <w:t>’</w:t>
      </w:r>
      <w:r w:rsidRPr="002813C1">
        <w:t>elle se jurait bien de ne pas laisser voir à son digne époux</w:t>
      </w:r>
      <w:r w:rsidR="00B77E03">
        <w:t>.</w:t>
      </w:r>
    </w:p>
    <w:p w14:paraId="08D61CF4" w14:textId="77777777" w:rsidR="00B77E03" w:rsidRDefault="00B77E03" w:rsidP="00B77E03">
      <w:r>
        <w:t>— </w:t>
      </w:r>
      <w:r w:rsidR="0024252B" w:rsidRPr="002813C1">
        <w:t>Quelles seraient vos conditions</w:t>
      </w:r>
      <w:r>
        <w:t xml:space="preserve"> ?… </w:t>
      </w:r>
      <w:r w:rsidR="0024252B" w:rsidRPr="002813C1">
        <w:t>demanda Pascal</w:t>
      </w:r>
      <w:r>
        <w:t>.</w:t>
      </w:r>
    </w:p>
    <w:p w14:paraId="33F0B3E6" w14:textId="77777777" w:rsidR="00B77E03" w:rsidRDefault="0024252B" w:rsidP="00B77E03">
      <w:r w:rsidRPr="002813C1">
        <w:t>Elle parut se recueillir</w:t>
      </w:r>
      <w:r w:rsidR="00B77E03">
        <w:t xml:space="preserve">, </w:t>
      </w:r>
      <w:r w:rsidRPr="002813C1">
        <w:t>compta sur ses doigts</w:t>
      </w:r>
      <w:r w:rsidR="00B77E03">
        <w:t xml:space="preserve">, </w:t>
      </w:r>
      <w:r w:rsidRPr="002813C1">
        <w:t>et finalement déclara qu</w:t>
      </w:r>
      <w:r w:rsidR="00B77E03">
        <w:t>’</w:t>
      </w:r>
      <w:r w:rsidRPr="002813C1">
        <w:t>elle se contenterait du déjeuner et de quinze francs par mois</w:t>
      </w:r>
      <w:r w:rsidR="00B77E03">
        <w:t xml:space="preserve">, </w:t>
      </w:r>
      <w:r w:rsidRPr="002813C1">
        <w:t>à la condition toutefois qu</w:t>
      </w:r>
      <w:r w:rsidR="00B77E03">
        <w:t>’</w:t>
      </w:r>
      <w:r w:rsidRPr="002813C1">
        <w:t>elle irait seule aux provisions</w:t>
      </w:r>
      <w:r w:rsidR="00B77E03">
        <w:t>.</w:t>
      </w:r>
    </w:p>
    <w:p w14:paraId="075C9010" w14:textId="77777777" w:rsidR="00B77E03" w:rsidRDefault="0024252B" w:rsidP="00B77E03">
      <w:r w:rsidRPr="002813C1">
        <w:t>Car c</w:t>
      </w:r>
      <w:r w:rsidR="00B77E03">
        <w:t>’</w:t>
      </w:r>
      <w:r w:rsidRPr="002813C1">
        <w:t>est là que nous en sommes</w:t>
      </w:r>
      <w:r w:rsidR="00B77E03">
        <w:t>.</w:t>
      </w:r>
    </w:p>
    <w:p w14:paraId="3930659C" w14:textId="77777777" w:rsidR="00B77E03" w:rsidRDefault="0024252B" w:rsidP="00B77E03">
      <w:r w:rsidRPr="002813C1">
        <w:t>La première question d</w:t>
      </w:r>
      <w:r w:rsidR="00B77E03">
        <w:t>’</w:t>
      </w:r>
      <w:r w:rsidRPr="002813C1">
        <w:t>une cuisinière qui se présente dans une maison est invariablement celle-ci</w:t>
      </w:r>
      <w:r w:rsidR="00B77E03">
        <w:t> : « </w:t>
      </w:r>
      <w:r w:rsidRPr="002813C1">
        <w:t>Ferai-je le marché</w:t>
      </w:r>
      <w:r w:rsidR="00B77E03">
        <w:t> ? »</w:t>
      </w:r>
      <w:r w:rsidRPr="002813C1">
        <w:t xml:space="preserve"> En bon français</w:t>
      </w:r>
      <w:r w:rsidR="00B77E03">
        <w:t xml:space="preserve">, </w:t>
      </w:r>
      <w:r w:rsidRPr="002813C1">
        <w:t>cela signifie</w:t>
      </w:r>
      <w:r w:rsidR="00B77E03">
        <w:t> : « </w:t>
      </w:r>
      <w:r w:rsidRPr="002813C1">
        <w:t>Aurai-je du moins quelques facilités pour voler</w:t>
      </w:r>
      <w:r w:rsidR="00B77E03">
        <w:t> ? »</w:t>
      </w:r>
      <w:r w:rsidRPr="002813C1">
        <w:t xml:space="preserve"> Chacun sait cela</w:t>
      </w:r>
      <w:r w:rsidR="00B77E03">
        <w:t xml:space="preserve">, </w:t>
      </w:r>
      <w:r w:rsidRPr="002813C1">
        <w:t>et nul ne s</w:t>
      </w:r>
      <w:r w:rsidR="00B77E03">
        <w:t>’</w:t>
      </w:r>
      <w:r w:rsidRPr="002813C1">
        <w:t>en étonne</w:t>
      </w:r>
      <w:r w:rsidR="00B77E03">
        <w:t xml:space="preserve">… </w:t>
      </w:r>
      <w:r w:rsidRPr="002813C1">
        <w:t>c</w:t>
      </w:r>
      <w:r w:rsidR="00B77E03">
        <w:t>’</w:t>
      </w:r>
      <w:r w:rsidRPr="002813C1">
        <w:t>est dans les mœurs</w:t>
      </w:r>
      <w:r w:rsidR="00B77E03">
        <w:t>.</w:t>
      </w:r>
    </w:p>
    <w:p w14:paraId="5447D454" w14:textId="77777777" w:rsidR="00B77E03" w:rsidRDefault="0024252B" w:rsidP="00B77E03">
      <w:r w:rsidRPr="002813C1">
        <w:t>Et c</w:t>
      </w:r>
      <w:r w:rsidR="00B77E03">
        <w:t>’</w:t>
      </w:r>
      <w:r w:rsidRPr="002813C1">
        <w:t>est là-dessus que se débattent les conditions</w:t>
      </w:r>
      <w:r w:rsidR="00B77E03">
        <w:t xml:space="preserve"> ; </w:t>
      </w:r>
      <w:r w:rsidRPr="002813C1">
        <w:t>la cuisinière proclamant hautement et du plus beau sang-froid qu</w:t>
      </w:r>
      <w:r w:rsidR="00B77E03">
        <w:t>’</w:t>
      </w:r>
      <w:r w:rsidRPr="002813C1">
        <w:t>elle prétend voler</w:t>
      </w:r>
      <w:r w:rsidR="00B77E03">
        <w:t xml:space="preserve">, </w:t>
      </w:r>
      <w:r w:rsidRPr="002813C1">
        <w:t>les maîtres hasardant quelques timides objections</w:t>
      </w:r>
      <w:r w:rsidR="00B77E03">
        <w:t>.</w:t>
      </w:r>
    </w:p>
    <w:p w14:paraId="1DF229EB" w14:textId="5E4B4BD5" w:rsidR="00B77E03" w:rsidRDefault="00B77E03" w:rsidP="00B77E03">
      <w:r>
        <w:t>— </w:t>
      </w:r>
      <w:r w:rsidR="0024252B" w:rsidRPr="002813C1">
        <w:t>Je vais aux provisions moi-même</w:t>
      </w:r>
      <w:r>
        <w:t xml:space="preserve">, </w:t>
      </w:r>
      <w:r w:rsidR="0024252B" w:rsidRPr="002813C1">
        <w:t xml:space="preserve">osa déclarer </w:t>
      </w:r>
      <w:r>
        <w:t>M</w:t>
      </w:r>
      <w:r w:rsidRPr="00B77E03">
        <w:rPr>
          <w:vertAlign w:val="superscript"/>
        </w:rPr>
        <w:t>me</w:t>
      </w:r>
      <w:r>
        <w:t> </w:t>
      </w:r>
      <w:proofErr w:type="spellStart"/>
      <w:r w:rsidR="0024252B" w:rsidRPr="002813C1">
        <w:t>Férailleur</w:t>
      </w:r>
      <w:proofErr w:type="spellEnd"/>
      <w:r>
        <w:t>.</w:t>
      </w:r>
    </w:p>
    <w:p w14:paraId="7B4E02C7" w14:textId="42D90973" w:rsidR="00B77E03" w:rsidRDefault="00B77E03" w:rsidP="00B77E03">
      <w:r>
        <w:lastRenderedPageBreak/>
        <w:t>— </w:t>
      </w:r>
      <w:r w:rsidR="0024252B" w:rsidRPr="002813C1">
        <w:t>Alors</w:t>
      </w:r>
      <w:r>
        <w:t xml:space="preserve">, </w:t>
      </w:r>
      <w:r w:rsidR="0024252B" w:rsidRPr="002813C1">
        <w:t xml:space="preserve">répliqua </w:t>
      </w:r>
      <w:r>
        <w:t>M</w:t>
      </w:r>
      <w:r w:rsidRPr="00B77E03">
        <w:rPr>
          <w:vertAlign w:val="superscript"/>
        </w:rPr>
        <w:t>me</w:t>
      </w:r>
      <w:r>
        <w:t> </w:t>
      </w:r>
      <w:proofErr w:type="spellStart"/>
      <w:r w:rsidR="0024252B" w:rsidRPr="002813C1">
        <w:t>Vantrasson</w:t>
      </w:r>
      <w:proofErr w:type="spellEnd"/>
      <w:r>
        <w:t xml:space="preserve">, </w:t>
      </w:r>
      <w:r w:rsidR="0024252B" w:rsidRPr="002813C1">
        <w:t>ce sera trente francs</w:t>
      </w:r>
      <w:r>
        <w:t>.</w:t>
      </w:r>
    </w:p>
    <w:p w14:paraId="3729DD33" w14:textId="77777777" w:rsidR="00B77E03" w:rsidRDefault="0024252B" w:rsidP="00B77E03">
      <w:r w:rsidRPr="002813C1">
        <w:t>Pascal et sa mère s</w:t>
      </w:r>
      <w:r w:rsidR="00B77E03">
        <w:t>’</w:t>
      </w:r>
      <w:r w:rsidRPr="002813C1">
        <w:t>étaient consultés du regard</w:t>
      </w:r>
      <w:r w:rsidR="00B77E03">
        <w:t xml:space="preserve"> ; </w:t>
      </w:r>
      <w:r w:rsidRPr="002813C1">
        <w:t>cette mégère leur déplaisait également</w:t>
      </w:r>
      <w:r w:rsidR="00B77E03">
        <w:t xml:space="preserve">, </w:t>
      </w:r>
      <w:r w:rsidRPr="002813C1">
        <w:t>il ne s</w:t>
      </w:r>
      <w:r w:rsidR="00B77E03">
        <w:t>’</w:t>
      </w:r>
      <w:r w:rsidRPr="002813C1">
        <w:t>agissait plus que de l</w:t>
      </w:r>
      <w:r w:rsidR="00B77E03">
        <w:t>’</w:t>
      </w:r>
      <w:r w:rsidRPr="002813C1">
        <w:t>éconduire</w:t>
      </w:r>
      <w:r w:rsidR="00B77E03">
        <w:t xml:space="preserve">, </w:t>
      </w:r>
      <w:r w:rsidRPr="002813C1">
        <w:t>ce qui était facile</w:t>
      </w:r>
      <w:r w:rsidR="00B77E03">
        <w:t>.</w:t>
      </w:r>
    </w:p>
    <w:p w14:paraId="164B3E34" w14:textId="5069938B" w:rsidR="00B77E03" w:rsidRDefault="00B77E03" w:rsidP="00B77E03">
      <w:r>
        <w:t>— </w:t>
      </w:r>
      <w:r w:rsidR="0024252B" w:rsidRPr="002813C1">
        <w:t>Trop cher</w:t>
      </w:r>
      <w:r>
        <w:t xml:space="preserve"> !… </w:t>
      </w:r>
      <w:r w:rsidR="0024252B" w:rsidRPr="002813C1">
        <w:t xml:space="preserve">dit </w:t>
      </w:r>
      <w:r>
        <w:t>M</w:t>
      </w:r>
      <w:r w:rsidRPr="00B77E03">
        <w:rPr>
          <w:vertAlign w:val="superscript"/>
        </w:rPr>
        <w:t>me</w:t>
      </w:r>
      <w:r>
        <w:t> </w:t>
      </w:r>
      <w:proofErr w:type="spellStart"/>
      <w:r w:rsidR="0024252B" w:rsidRPr="002813C1">
        <w:t>Férailleur</w:t>
      </w:r>
      <w:proofErr w:type="spellEnd"/>
      <w:r>
        <w:t xml:space="preserve">, </w:t>
      </w:r>
      <w:r w:rsidR="0024252B" w:rsidRPr="002813C1">
        <w:t>je n</w:t>
      </w:r>
      <w:r>
        <w:t>’</w:t>
      </w:r>
      <w:r w:rsidR="0024252B" w:rsidRPr="002813C1">
        <w:t>ai jamais donné plus de quinze francs</w:t>
      </w:r>
      <w:r>
        <w:t>.</w:t>
      </w:r>
    </w:p>
    <w:p w14:paraId="4EA3FE98" w14:textId="77777777" w:rsidR="00B77E03" w:rsidRDefault="0024252B" w:rsidP="00B77E03">
      <w:r w:rsidRPr="002813C1">
        <w:t xml:space="preserve">Mais la </w:t>
      </w:r>
      <w:proofErr w:type="spellStart"/>
      <w:r w:rsidRPr="002813C1">
        <w:t>Vantrasson</w:t>
      </w:r>
      <w:proofErr w:type="spellEnd"/>
      <w:r w:rsidRPr="002813C1">
        <w:t xml:space="preserve"> n</w:t>
      </w:r>
      <w:r w:rsidR="00B77E03">
        <w:t>’</w:t>
      </w:r>
      <w:r w:rsidRPr="002813C1">
        <w:t>était pas femme à se décourager ainsi</w:t>
      </w:r>
      <w:r w:rsidR="00B77E03">
        <w:t xml:space="preserve">, </w:t>
      </w:r>
      <w:r w:rsidRPr="002813C1">
        <w:t>sachant bien que si elle laissait échapper cette place</w:t>
      </w:r>
      <w:r w:rsidR="00B77E03">
        <w:t xml:space="preserve">, </w:t>
      </w:r>
      <w:r w:rsidRPr="002813C1">
        <w:t>elle n</w:t>
      </w:r>
      <w:r w:rsidR="00B77E03">
        <w:t>’</w:t>
      </w:r>
      <w:r w:rsidRPr="002813C1">
        <w:t>en retrouverait pas facilement une autre</w:t>
      </w:r>
      <w:r w:rsidR="00B77E03">
        <w:t>.</w:t>
      </w:r>
    </w:p>
    <w:p w14:paraId="12858F44" w14:textId="77777777" w:rsidR="00B77E03" w:rsidRDefault="0024252B" w:rsidP="00B77E03">
      <w:r w:rsidRPr="002813C1">
        <w:t>Des gens étrangers au quartier</w:t>
      </w:r>
      <w:r w:rsidR="00B77E03">
        <w:t xml:space="preserve">, </w:t>
      </w:r>
      <w:r w:rsidRPr="002813C1">
        <w:t xml:space="preserve">des nouveaux venus ignorant la réputation du </w:t>
      </w:r>
      <w:r w:rsidR="00B77E03">
        <w:t>« </w:t>
      </w:r>
      <w:r w:rsidRPr="002813C1">
        <w:t>Garni-Modèle</w:t>
      </w:r>
      <w:r w:rsidR="00B77E03">
        <w:t>, »</w:t>
      </w:r>
      <w:r w:rsidRPr="002813C1">
        <w:t xml:space="preserve"> pouvaient seuls introduire chez eux l</w:t>
      </w:r>
      <w:r w:rsidR="00B77E03">
        <w:t>’</w:t>
      </w:r>
      <w:r w:rsidRPr="002813C1">
        <w:t>hôtesse de cet honorable établissement</w:t>
      </w:r>
      <w:r w:rsidR="00B77E03">
        <w:t>.</w:t>
      </w:r>
    </w:p>
    <w:p w14:paraId="2E0618E3" w14:textId="77777777" w:rsidR="00B77E03" w:rsidRDefault="0024252B" w:rsidP="00B77E03">
      <w:r w:rsidRPr="002813C1">
        <w:t>Elle se mit donc à insister</w:t>
      </w:r>
      <w:r w:rsidR="00B77E03">
        <w:t xml:space="preserve">, </w:t>
      </w:r>
      <w:r w:rsidRPr="002813C1">
        <w:t>et pour attendrir Pascal et sa mère</w:t>
      </w:r>
      <w:r w:rsidR="00B77E03">
        <w:t xml:space="preserve">, </w:t>
      </w:r>
      <w:r w:rsidRPr="002813C1">
        <w:t>entama son histoire</w:t>
      </w:r>
      <w:r w:rsidR="00B77E03">
        <w:t xml:space="preserve">, </w:t>
      </w:r>
      <w:r w:rsidRPr="002813C1">
        <w:t>c</w:t>
      </w:r>
      <w:r w:rsidR="00B77E03">
        <w:t>’</w:t>
      </w:r>
      <w:r w:rsidRPr="002813C1">
        <w:t>est-à-dire une histoire de fantaisie où mêlant assez adroitement le faux au vrai</w:t>
      </w:r>
      <w:r w:rsidR="00B77E03">
        <w:t xml:space="preserve">, </w:t>
      </w:r>
      <w:r w:rsidRPr="002813C1">
        <w:t>elle se donnait pour une victime de la concurrence</w:t>
      </w:r>
      <w:r w:rsidR="00B77E03">
        <w:t xml:space="preserve">, </w:t>
      </w:r>
      <w:r w:rsidRPr="002813C1">
        <w:t>des démolitions</w:t>
      </w:r>
      <w:r w:rsidR="00B77E03">
        <w:t xml:space="preserve">, </w:t>
      </w:r>
      <w:r w:rsidRPr="002813C1">
        <w:t>de la rareté de l</w:t>
      </w:r>
      <w:r w:rsidR="00B77E03">
        <w:t>’</w:t>
      </w:r>
      <w:r w:rsidRPr="002813C1">
        <w:t>argent</w:t>
      </w:r>
      <w:r w:rsidR="00B77E03">
        <w:t xml:space="preserve">, </w:t>
      </w:r>
      <w:r w:rsidRPr="002813C1">
        <w:t>et aussi de la barbarie de ses parents</w:t>
      </w:r>
      <w:r w:rsidR="00B77E03">
        <w:t>.</w:t>
      </w:r>
    </w:p>
    <w:p w14:paraId="761633BC" w14:textId="77777777" w:rsidR="00B77E03" w:rsidRDefault="0024252B" w:rsidP="00B77E03">
      <w:r w:rsidRPr="002813C1">
        <w:t>Car elle appartenait</w:t>
      </w:r>
      <w:r w:rsidR="00B77E03">
        <w:t xml:space="preserve">, </w:t>
      </w:r>
      <w:r w:rsidRPr="002813C1">
        <w:t>affirmait-elle</w:t>
      </w:r>
      <w:r w:rsidR="00B77E03">
        <w:t xml:space="preserve">, </w:t>
      </w:r>
      <w:r w:rsidRPr="002813C1">
        <w:t>ainsi que son mari</w:t>
      </w:r>
      <w:r w:rsidR="00B77E03">
        <w:t xml:space="preserve">, </w:t>
      </w:r>
      <w:r w:rsidRPr="002813C1">
        <w:t>à une très-honorable famille</w:t>
      </w:r>
      <w:r w:rsidR="00B77E03">
        <w:t xml:space="preserve">… </w:t>
      </w:r>
      <w:r w:rsidRPr="002813C1">
        <w:t>on pouvait s</w:t>
      </w:r>
      <w:r w:rsidR="00B77E03">
        <w:t>’</w:t>
      </w:r>
      <w:r w:rsidRPr="002813C1">
        <w:t>en assurer</w:t>
      </w:r>
      <w:r w:rsidR="00B77E03">
        <w:t xml:space="preserve">. </w:t>
      </w:r>
      <w:r w:rsidRPr="002813C1">
        <w:t xml:space="preserve">La sœur de </w:t>
      </w:r>
      <w:proofErr w:type="spellStart"/>
      <w:r w:rsidRPr="002813C1">
        <w:t>Vantrasson</w:t>
      </w:r>
      <w:proofErr w:type="spellEnd"/>
      <w:r w:rsidRPr="002813C1">
        <w:t xml:space="preserve"> était mariée à un nommé </w:t>
      </w:r>
      <w:proofErr w:type="spellStart"/>
      <w:r w:rsidRPr="002813C1">
        <w:t>Greloux</w:t>
      </w:r>
      <w:proofErr w:type="spellEnd"/>
      <w:r w:rsidR="00B77E03">
        <w:t xml:space="preserve">, </w:t>
      </w:r>
      <w:r w:rsidRPr="002813C1">
        <w:t>relieur autrefois</w:t>
      </w:r>
      <w:r w:rsidR="00B77E03">
        <w:t xml:space="preserve">, </w:t>
      </w:r>
      <w:r w:rsidRPr="002813C1">
        <w:t>rue Saint-Denis</w:t>
      </w:r>
      <w:r w:rsidR="00B77E03">
        <w:t xml:space="preserve">, </w:t>
      </w:r>
      <w:r w:rsidRPr="002813C1">
        <w:t>qui s</w:t>
      </w:r>
      <w:r w:rsidR="00B77E03">
        <w:t>’</w:t>
      </w:r>
      <w:r w:rsidRPr="002813C1">
        <w:t>était retiré des affaires après fortune faite</w:t>
      </w:r>
      <w:r w:rsidR="00B77E03">
        <w:t>.</w:t>
      </w:r>
    </w:p>
    <w:p w14:paraId="3D72CA18" w14:textId="77777777" w:rsidR="00B77E03" w:rsidRDefault="0024252B" w:rsidP="00B77E03">
      <w:r w:rsidRPr="002813C1">
        <w:t xml:space="preserve">Comment les </w:t>
      </w:r>
      <w:proofErr w:type="spellStart"/>
      <w:r w:rsidRPr="002813C1">
        <w:t>Greloux</w:t>
      </w:r>
      <w:proofErr w:type="spellEnd"/>
      <w:r w:rsidRPr="002813C1">
        <w:t xml:space="preserve"> ne les avaient-ils pas aidés et sauvés de la faillite</w:t>
      </w:r>
      <w:r w:rsidR="00B77E03">
        <w:t xml:space="preserve"> ?… </w:t>
      </w:r>
      <w:r w:rsidRPr="002813C1">
        <w:t>C</w:t>
      </w:r>
      <w:r w:rsidR="00B77E03">
        <w:t>’</w:t>
      </w:r>
      <w:r w:rsidRPr="002813C1">
        <w:t>est qu</w:t>
      </w:r>
      <w:r w:rsidR="00B77E03">
        <w:t>’</w:t>
      </w:r>
      <w:r w:rsidRPr="002813C1">
        <w:t>il ne faut rien attendre de bon des parents</w:t>
      </w:r>
      <w:r w:rsidR="00B77E03">
        <w:t xml:space="preserve">, </w:t>
      </w:r>
      <w:r w:rsidRPr="002813C1">
        <w:t>gémissait-elle</w:t>
      </w:r>
      <w:r w:rsidR="00B77E03">
        <w:t xml:space="preserve"> ; </w:t>
      </w:r>
      <w:r w:rsidRPr="002813C1">
        <w:t>ils vous jalousent et vous caressent</w:t>
      </w:r>
      <w:r w:rsidR="00B77E03">
        <w:t xml:space="preserve">, </w:t>
      </w:r>
      <w:r w:rsidRPr="002813C1">
        <w:t>si vous réussissez</w:t>
      </w:r>
      <w:r w:rsidR="00B77E03">
        <w:t xml:space="preserve"> ; </w:t>
      </w:r>
      <w:r w:rsidRPr="002813C1">
        <w:t>mais si vous échouez</w:t>
      </w:r>
      <w:r w:rsidR="00B77E03">
        <w:t xml:space="preserve">, </w:t>
      </w:r>
      <w:r w:rsidRPr="002813C1">
        <w:t>ils vous repoussent</w:t>
      </w:r>
      <w:r w:rsidR="00B77E03">
        <w:t>…</w:t>
      </w:r>
    </w:p>
    <w:p w14:paraId="129B4288" w14:textId="22021A37" w:rsidR="00B77E03" w:rsidRDefault="0024252B" w:rsidP="00B77E03">
      <w:r w:rsidRPr="002813C1">
        <w:lastRenderedPageBreak/>
        <w:t xml:space="preserve">Loin de rendre la </w:t>
      </w:r>
      <w:proofErr w:type="spellStart"/>
      <w:r w:rsidRPr="002813C1">
        <w:t>Vantrasson</w:t>
      </w:r>
      <w:proofErr w:type="spellEnd"/>
      <w:r w:rsidRPr="002813C1">
        <w:t xml:space="preserve"> intéressante</w:t>
      </w:r>
      <w:r w:rsidR="00B77E03">
        <w:t xml:space="preserve">, </w:t>
      </w:r>
      <w:r w:rsidRPr="002813C1">
        <w:t xml:space="preserve">ces doléances donnaient à sa physionomie déjà ingrate </w:t>
      </w:r>
      <w:r w:rsidR="00871B6A">
        <w:t>quelque</w:t>
      </w:r>
      <w:r w:rsidR="00871B6A" w:rsidRPr="002813C1">
        <w:t xml:space="preserve"> </w:t>
      </w:r>
      <w:r w:rsidRPr="002813C1">
        <w:t>chose de faux</w:t>
      </w:r>
      <w:r w:rsidR="00B77E03">
        <w:t xml:space="preserve">, </w:t>
      </w:r>
      <w:r w:rsidRPr="002813C1">
        <w:t>de suspect et d</w:t>
      </w:r>
      <w:r w:rsidR="00B77E03">
        <w:t>’</w:t>
      </w:r>
      <w:r w:rsidRPr="002813C1">
        <w:t>inquiétant</w:t>
      </w:r>
      <w:r w:rsidR="00B77E03">
        <w:t>.</w:t>
      </w:r>
    </w:p>
    <w:p w14:paraId="5C9D19CD" w14:textId="08DF1017" w:rsidR="00B77E03" w:rsidRDefault="00B77E03" w:rsidP="00B77E03">
      <w:r>
        <w:t>— </w:t>
      </w:r>
      <w:r w:rsidR="0024252B" w:rsidRPr="002813C1">
        <w:t>Je vous l</w:t>
      </w:r>
      <w:r>
        <w:t>’</w:t>
      </w:r>
      <w:r w:rsidR="0024252B" w:rsidRPr="002813C1">
        <w:t>ai dit</w:t>
      </w:r>
      <w:r>
        <w:t xml:space="preserve">, </w:t>
      </w:r>
      <w:r w:rsidR="0024252B" w:rsidRPr="002813C1">
        <w:t xml:space="preserve">interrompit </w:t>
      </w:r>
      <w:r>
        <w:t>M</w:t>
      </w:r>
      <w:r w:rsidRPr="00B77E03">
        <w:rPr>
          <w:vertAlign w:val="superscript"/>
        </w:rPr>
        <w:t>me</w:t>
      </w:r>
      <w:r>
        <w:t> </w:t>
      </w:r>
      <w:proofErr w:type="spellStart"/>
      <w:r w:rsidR="0024252B" w:rsidRPr="002813C1">
        <w:t>Férailleur</w:t>
      </w:r>
      <w:proofErr w:type="spellEnd"/>
      <w:r>
        <w:t xml:space="preserve">, </w:t>
      </w:r>
      <w:r w:rsidR="0024252B" w:rsidRPr="002813C1">
        <w:t>c</w:t>
      </w:r>
      <w:r>
        <w:t>’</w:t>
      </w:r>
      <w:r w:rsidR="0024252B" w:rsidRPr="002813C1">
        <w:t>est quinze francs</w:t>
      </w:r>
      <w:r>
        <w:t xml:space="preserve">… </w:t>
      </w:r>
      <w:r w:rsidR="0024252B" w:rsidRPr="002813C1">
        <w:t>à prendre ou à laisser</w:t>
      </w:r>
      <w:r>
        <w:t>.</w:t>
      </w:r>
    </w:p>
    <w:p w14:paraId="4E129AF4" w14:textId="77777777" w:rsidR="00B77E03" w:rsidRDefault="0024252B" w:rsidP="00B77E03">
      <w:r w:rsidRPr="002813C1">
        <w:t>La mégère se récria</w:t>
      </w:r>
      <w:r w:rsidR="00B77E03">
        <w:t xml:space="preserve">. </w:t>
      </w:r>
      <w:r w:rsidRPr="002813C1">
        <w:t>Elle consentait à rabattre cinq francs de ses prétentions</w:t>
      </w:r>
      <w:r w:rsidR="00B77E03">
        <w:t xml:space="preserve">, </w:t>
      </w:r>
      <w:r w:rsidRPr="002813C1">
        <w:t>mais plus</w:t>
      </w:r>
      <w:r w:rsidR="00B77E03">
        <w:t xml:space="preserve">… </w:t>
      </w:r>
      <w:r w:rsidRPr="002813C1">
        <w:t>impossible</w:t>
      </w:r>
      <w:r w:rsidR="00B77E03">
        <w:t>.</w:t>
      </w:r>
    </w:p>
    <w:p w14:paraId="4288906C" w14:textId="77777777" w:rsidR="00B77E03" w:rsidRDefault="0024252B" w:rsidP="00B77E03">
      <w:r w:rsidRPr="002813C1">
        <w:t>Fallait-il regarder à dix francs pour s</w:t>
      </w:r>
      <w:r w:rsidR="00B77E03">
        <w:t>’</w:t>
      </w:r>
      <w:r w:rsidRPr="002813C1">
        <w:t>assurer un trésor comme elle</w:t>
      </w:r>
      <w:r w:rsidR="00B77E03">
        <w:t xml:space="preserve">, </w:t>
      </w:r>
      <w:r w:rsidRPr="002813C1">
        <w:t>une femme établie</w:t>
      </w:r>
      <w:r w:rsidR="00B77E03">
        <w:t xml:space="preserve">, </w:t>
      </w:r>
      <w:r w:rsidRPr="002813C1">
        <w:t>honnête</w:t>
      </w:r>
      <w:r w:rsidR="00B77E03">
        <w:t xml:space="preserve">, </w:t>
      </w:r>
      <w:r w:rsidRPr="002813C1">
        <w:t>qui n</w:t>
      </w:r>
      <w:r w:rsidR="00B77E03">
        <w:t>’</w:t>
      </w:r>
      <w:r w:rsidRPr="002813C1">
        <w:t>avait pas sa pareille pour la propreté</w:t>
      </w:r>
      <w:r w:rsidR="00B77E03">
        <w:t xml:space="preserve">, </w:t>
      </w:r>
      <w:r w:rsidRPr="002813C1">
        <w:t>et comparable au caniche pour le dévouement à ses maîtres</w:t>
      </w:r>
      <w:r w:rsidR="00B77E03">
        <w:t>.</w:t>
      </w:r>
    </w:p>
    <w:p w14:paraId="423ECDCD" w14:textId="16E7EEBA" w:rsidR="00B77E03" w:rsidRDefault="00B77E03" w:rsidP="00B77E03">
      <w:r>
        <w:t>— </w:t>
      </w:r>
      <w:r w:rsidR="0024252B" w:rsidRPr="002813C1">
        <w:t>Sans compter</w:t>
      </w:r>
      <w:r>
        <w:t xml:space="preserve">, </w:t>
      </w:r>
      <w:proofErr w:type="spellStart"/>
      <w:r w:rsidR="0024252B" w:rsidRPr="002813C1">
        <w:t>ajoutait-elle</w:t>
      </w:r>
      <w:proofErr w:type="spellEnd"/>
      <w:r>
        <w:t xml:space="preserve">, </w:t>
      </w:r>
      <w:r w:rsidR="0024252B" w:rsidRPr="002813C1">
        <w:t>que j</w:t>
      </w:r>
      <w:r>
        <w:t>’</w:t>
      </w:r>
      <w:r w:rsidR="0024252B" w:rsidRPr="002813C1">
        <w:t>ai été une fine cuisinière</w:t>
      </w:r>
      <w:r>
        <w:t xml:space="preserve">, </w:t>
      </w:r>
      <w:r w:rsidR="0024252B" w:rsidRPr="002813C1">
        <w:t>dans mon temps</w:t>
      </w:r>
      <w:r>
        <w:t xml:space="preserve">, </w:t>
      </w:r>
      <w:r w:rsidR="0024252B" w:rsidRPr="002813C1">
        <w:t>et que je n</w:t>
      </w:r>
      <w:r>
        <w:t>’</w:t>
      </w:r>
      <w:r w:rsidR="0024252B" w:rsidRPr="002813C1">
        <w:t>ai pas trop perdu</w:t>
      </w:r>
      <w:r>
        <w:t xml:space="preserve">… </w:t>
      </w:r>
      <w:r w:rsidR="0024252B" w:rsidRPr="002813C1">
        <w:t>Monsieur et Madame seraient contents de moi</w:t>
      </w:r>
      <w:r>
        <w:t xml:space="preserve">, </w:t>
      </w:r>
      <w:r w:rsidR="0024252B" w:rsidRPr="002813C1">
        <w:t>car j</w:t>
      </w:r>
      <w:r>
        <w:t>’</w:t>
      </w:r>
      <w:r w:rsidR="0024252B" w:rsidRPr="002813C1">
        <w:t>ai vu plus d</w:t>
      </w:r>
      <w:r>
        <w:t>’</w:t>
      </w:r>
      <w:r w:rsidR="0024252B" w:rsidRPr="002813C1">
        <w:t>un gros seigneur se lécher les doigts de mes sauces quand j</w:t>
      </w:r>
      <w:r>
        <w:t>’</w:t>
      </w:r>
      <w:r w:rsidR="0024252B" w:rsidRPr="002813C1">
        <w:t xml:space="preserve">étais au service de </w:t>
      </w:r>
      <w:r>
        <w:t>M. de </w:t>
      </w:r>
      <w:proofErr w:type="spellStart"/>
      <w:r w:rsidR="0024252B" w:rsidRPr="002813C1">
        <w:t>Chalusse</w:t>
      </w:r>
      <w:proofErr w:type="spellEnd"/>
      <w:r>
        <w:t>…</w:t>
      </w:r>
    </w:p>
    <w:p w14:paraId="44215AAB" w14:textId="5153D3AC" w:rsidR="00B77E03" w:rsidRDefault="0024252B" w:rsidP="00B77E03">
      <w:r w:rsidRPr="002813C1">
        <w:t>Pascal et sa mère ne purent s</w:t>
      </w:r>
      <w:r w:rsidR="00B77E03">
        <w:t>’</w:t>
      </w:r>
      <w:r w:rsidRPr="002813C1">
        <w:t>empêcher de tressaillir à ce nom</w:t>
      </w:r>
      <w:r w:rsidR="00B77E03">
        <w:t xml:space="preserve">, </w:t>
      </w:r>
      <w:r w:rsidRPr="002813C1">
        <w:t>mais c</w:t>
      </w:r>
      <w:r w:rsidR="00B77E03">
        <w:t>’</w:t>
      </w:r>
      <w:r w:rsidRPr="002813C1">
        <w:t>est d</w:t>
      </w:r>
      <w:r w:rsidR="00B77E03">
        <w:t>’</w:t>
      </w:r>
      <w:r w:rsidRPr="002813C1">
        <w:t>un ton d</w:t>
      </w:r>
      <w:r w:rsidR="00B77E03">
        <w:t>’</w:t>
      </w:r>
      <w:r w:rsidRPr="002813C1">
        <w:t xml:space="preserve">indifférence bien jouée que </w:t>
      </w:r>
      <w:r w:rsidR="00B77E03">
        <w:t>M</w:t>
      </w:r>
      <w:r w:rsidR="00B77E03" w:rsidRPr="00B77E03">
        <w:rPr>
          <w:vertAlign w:val="superscript"/>
        </w:rPr>
        <w:t>me</w:t>
      </w:r>
      <w:r w:rsidR="00B77E03">
        <w:t> </w:t>
      </w:r>
      <w:proofErr w:type="spellStart"/>
      <w:r w:rsidRPr="002813C1">
        <w:t>Férailleur</w:t>
      </w:r>
      <w:proofErr w:type="spellEnd"/>
      <w:r w:rsidRPr="002813C1">
        <w:t xml:space="preserve"> dit</w:t>
      </w:r>
      <w:r w:rsidR="00B77E03">
        <w:t> :</w:t>
      </w:r>
    </w:p>
    <w:p w14:paraId="703C5FA0" w14:textId="47260644" w:rsidR="00B77E03" w:rsidRDefault="00B77E03" w:rsidP="00B77E03">
      <w:r>
        <w:t>— M. de </w:t>
      </w:r>
      <w:proofErr w:type="spellStart"/>
      <w:r w:rsidR="0024252B" w:rsidRPr="002813C1">
        <w:t>Chalusse</w:t>
      </w:r>
      <w:proofErr w:type="spellEnd"/>
      <w:r>
        <w:t> ?…</w:t>
      </w:r>
    </w:p>
    <w:p w14:paraId="04DDABE8" w14:textId="77777777" w:rsidR="00B77E03" w:rsidRDefault="00B77E03" w:rsidP="00B77E03">
      <w:r>
        <w:t>— </w:t>
      </w:r>
      <w:r w:rsidR="0024252B" w:rsidRPr="002813C1">
        <w:t>Oui</w:t>
      </w:r>
      <w:r>
        <w:t xml:space="preserve">, </w:t>
      </w:r>
      <w:r w:rsidR="0024252B" w:rsidRPr="002813C1">
        <w:t>madame</w:t>
      </w:r>
      <w:r>
        <w:t xml:space="preserve">… </w:t>
      </w:r>
      <w:r w:rsidR="0024252B" w:rsidRPr="002813C1">
        <w:t>un comte</w:t>
      </w:r>
      <w:r>
        <w:t xml:space="preserve">… </w:t>
      </w:r>
      <w:r w:rsidR="0024252B" w:rsidRPr="002813C1">
        <w:t>et si riche qu</w:t>
      </w:r>
      <w:r>
        <w:t>’</w:t>
      </w:r>
      <w:r w:rsidR="0024252B" w:rsidRPr="002813C1">
        <w:t>il ne connaissait pas sa fortune</w:t>
      </w:r>
      <w:r>
        <w:t xml:space="preserve">… </w:t>
      </w:r>
      <w:r w:rsidR="0024252B" w:rsidRPr="002813C1">
        <w:t>S</w:t>
      </w:r>
      <w:r>
        <w:t>’</w:t>
      </w:r>
      <w:r w:rsidR="0024252B" w:rsidRPr="002813C1">
        <w:t>il était encore de ce monde</w:t>
      </w:r>
      <w:r>
        <w:t xml:space="preserve">, </w:t>
      </w:r>
      <w:r w:rsidR="0024252B" w:rsidRPr="002813C1">
        <w:t>je n</w:t>
      </w:r>
      <w:r>
        <w:t>’</w:t>
      </w:r>
      <w:r w:rsidR="0024252B" w:rsidRPr="002813C1">
        <w:t>en serais pas réduite à servir les autres</w:t>
      </w:r>
      <w:r>
        <w:t xml:space="preserve">… </w:t>
      </w:r>
      <w:r w:rsidR="0024252B" w:rsidRPr="002813C1">
        <w:t>Mais il est mort</w:t>
      </w:r>
      <w:r>
        <w:t xml:space="preserve">, </w:t>
      </w:r>
      <w:r w:rsidR="0024252B" w:rsidRPr="002813C1">
        <w:t>et même on l</w:t>
      </w:r>
      <w:r>
        <w:t>’</w:t>
      </w:r>
      <w:r w:rsidR="0024252B" w:rsidRPr="002813C1">
        <w:t>enterre aujourd</w:t>
      </w:r>
      <w:r>
        <w:t>’</w:t>
      </w:r>
      <w:r w:rsidR="0024252B" w:rsidRPr="002813C1">
        <w:t>hui</w:t>
      </w:r>
      <w:r>
        <w:t>…</w:t>
      </w:r>
    </w:p>
    <w:p w14:paraId="17142E5D" w14:textId="77777777" w:rsidR="00B77E03" w:rsidRDefault="0024252B" w:rsidP="00B77E03">
      <w:r w:rsidRPr="002813C1">
        <w:t>Elle eut un sourire gros de réticences</w:t>
      </w:r>
      <w:r w:rsidR="00B77E03">
        <w:t xml:space="preserve">, </w:t>
      </w:r>
      <w:r w:rsidRPr="002813C1">
        <w:t>et d</w:t>
      </w:r>
      <w:r w:rsidR="00B77E03">
        <w:t>’</w:t>
      </w:r>
      <w:r w:rsidRPr="002813C1">
        <w:t>un air mystérieux</w:t>
      </w:r>
      <w:r w:rsidR="00B77E03">
        <w:t> :</w:t>
      </w:r>
    </w:p>
    <w:p w14:paraId="41F1AC6A" w14:textId="7BD62688" w:rsidR="00B77E03" w:rsidRDefault="00B77E03" w:rsidP="00B77E03">
      <w:r>
        <w:t>— </w:t>
      </w:r>
      <w:r w:rsidR="0024252B" w:rsidRPr="002813C1">
        <w:t>Étant allée hier à l</w:t>
      </w:r>
      <w:r>
        <w:t>’</w:t>
      </w:r>
      <w:r w:rsidR="0024252B" w:rsidRPr="002813C1">
        <w:t xml:space="preserve">hôtel de </w:t>
      </w:r>
      <w:proofErr w:type="spellStart"/>
      <w:r w:rsidR="0024252B" w:rsidRPr="002813C1">
        <w:t>Chalusse</w:t>
      </w:r>
      <w:proofErr w:type="spellEnd"/>
      <w:r>
        <w:t xml:space="preserve">, </w:t>
      </w:r>
      <w:r w:rsidR="0024252B" w:rsidRPr="002813C1">
        <w:t>pour solliciter un secours</w:t>
      </w:r>
      <w:r>
        <w:t xml:space="preserve">, </w:t>
      </w:r>
      <w:r w:rsidR="0024252B" w:rsidRPr="002813C1">
        <w:t>j</w:t>
      </w:r>
      <w:r>
        <w:t>’</w:t>
      </w:r>
      <w:r w:rsidR="0024252B" w:rsidRPr="002813C1">
        <w:t>ai appris ce grand malheur</w:t>
      </w:r>
      <w:r>
        <w:t xml:space="preserve">… </w:t>
      </w:r>
      <w:proofErr w:type="spellStart"/>
      <w:r w:rsidR="0024252B" w:rsidRPr="002813C1">
        <w:t>Vantrasson</w:t>
      </w:r>
      <w:proofErr w:type="spellEnd"/>
      <w:r>
        <w:t xml:space="preserve">, </w:t>
      </w:r>
      <w:r w:rsidR="0024252B" w:rsidRPr="002813C1">
        <w:t xml:space="preserve">mon </w:t>
      </w:r>
      <w:r w:rsidR="0024252B" w:rsidRPr="002813C1">
        <w:lastRenderedPageBreak/>
        <w:t>mari</w:t>
      </w:r>
      <w:r>
        <w:t xml:space="preserve">, </w:t>
      </w:r>
      <w:r w:rsidR="0024252B" w:rsidRPr="002813C1">
        <w:t>était venu avec moi</w:t>
      </w:r>
      <w:r>
        <w:t xml:space="preserve">, </w:t>
      </w:r>
      <w:r w:rsidR="0024252B" w:rsidRPr="002813C1">
        <w:t>et même</w:t>
      </w:r>
      <w:r>
        <w:t xml:space="preserve">, </w:t>
      </w:r>
      <w:r w:rsidR="0024252B" w:rsidRPr="002813C1">
        <w:t>pendant que nous causions avec le concierge</w:t>
      </w:r>
      <w:r>
        <w:t xml:space="preserve">, </w:t>
      </w:r>
      <w:r w:rsidR="0024252B" w:rsidRPr="002813C1">
        <w:t>il a reconnu</w:t>
      </w:r>
      <w:r>
        <w:t xml:space="preserve">… </w:t>
      </w:r>
      <w:r w:rsidR="0024252B" w:rsidRPr="002813C1">
        <w:t>oh</w:t>
      </w:r>
      <w:r>
        <w:t xml:space="preserve"> ! </w:t>
      </w:r>
      <w:r w:rsidR="0024252B" w:rsidRPr="002813C1">
        <w:t>mais très-bien</w:t>
      </w:r>
      <w:r>
        <w:t xml:space="preserve">, </w:t>
      </w:r>
      <w:r w:rsidR="0024252B" w:rsidRPr="002813C1">
        <w:t>rien qu</w:t>
      </w:r>
      <w:r>
        <w:t>’</w:t>
      </w:r>
      <w:r w:rsidR="0024252B" w:rsidRPr="002813C1">
        <w:t>en la voyant traverser le vestibule</w:t>
      </w:r>
      <w:r>
        <w:t xml:space="preserve">, </w:t>
      </w:r>
      <w:r w:rsidR="0024252B" w:rsidRPr="002813C1">
        <w:t>une personne qui dans le temps jadis</w:t>
      </w:r>
      <w:r>
        <w:t xml:space="preserve">… </w:t>
      </w:r>
      <w:r w:rsidR="0024252B" w:rsidRPr="002813C1">
        <w:t>Enfin</w:t>
      </w:r>
      <w:r>
        <w:t xml:space="preserve">, </w:t>
      </w:r>
      <w:r w:rsidR="0024252B" w:rsidRPr="002813C1">
        <w:t>cela ne me regarde pas</w:t>
      </w:r>
      <w:r>
        <w:t xml:space="preserve">… </w:t>
      </w:r>
      <w:r w:rsidR="0024252B" w:rsidRPr="002813C1">
        <w:t>C</w:t>
      </w:r>
      <w:r>
        <w:t>’</w:t>
      </w:r>
      <w:r w:rsidR="0024252B" w:rsidRPr="002813C1">
        <w:t>est une belle demoiselle</w:t>
      </w:r>
      <w:r>
        <w:t xml:space="preserve">, </w:t>
      </w:r>
      <w:r w:rsidR="0024252B" w:rsidRPr="002813C1">
        <w:t>maintenant</w:t>
      </w:r>
      <w:r>
        <w:t xml:space="preserve">, </w:t>
      </w:r>
      <w:r w:rsidR="0024252B" w:rsidRPr="002813C1">
        <w:t>haute comme les nues</w:t>
      </w:r>
      <w:r>
        <w:t xml:space="preserve">, </w:t>
      </w:r>
      <w:r w:rsidR="0024252B" w:rsidRPr="002813C1">
        <w:t xml:space="preserve">et défunt </w:t>
      </w:r>
      <w:r>
        <w:t>M. </w:t>
      </w:r>
      <w:r w:rsidR="0024252B" w:rsidRPr="002813C1">
        <w:t>le comte la faisait passer pour sa fille</w:t>
      </w:r>
      <w:r>
        <w:t xml:space="preserve">… </w:t>
      </w:r>
      <w:r w:rsidR="0024252B" w:rsidRPr="002813C1">
        <w:t>C</w:t>
      </w:r>
      <w:r>
        <w:t>’</w:t>
      </w:r>
      <w:r w:rsidR="0024252B" w:rsidRPr="002813C1">
        <w:t>est tout de même une drôle de chose que la vie du monde</w:t>
      </w:r>
      <w:r>
        <w:t> !…</w:t>
      </w:r>
    </w:p>
    <w:p w14:paraId="3CD2DB2A" w14:textId="10B55F2D" w:rsidR="00B77E03" w:rsidRDefault="0024252B" w:rsidP="00B77E03">
      <w:r w:rsidRPr="002813C1">
        <w:t>Pascal était devenu plus blanc que le plâtre de la muraille</w:t>
      </w:r>
      <w:r w:rsidR="00B77E03">
        <w:t xml:space="preserve">. </w:t>
      </w:r>
      <w:r w:rsidRPr="002813C1">
        <w:t>Ses yeux flamboyaient</w:t>
      </w:r>
      <w:r w:rsidR="00B77E03">
        <w:t>. M</w:t>
      </w:r>
      <w:r w:rsidR="00B77E03" w:rsidRPr="00B77E03">
        <w:rPr>
          <w:vertAlign w:val="superscript"/>
        </w:rPr>
        <w:t>me</w:t>
      </w:r>
      <w:r w:rsidR="00B77E03">
        <w:t> </w:t>
      </w:r>
      <w:proofErr w:type="spellStart"/>
      <w:r w:rsidRPr="002813C1">
        <w:t>Férailleur</w:t>
      </w:r>
      <w:proofErr w:type="spellEnd"/>
      <w:r w:rsidRPr="002813C1">
        <w:t xml:space="preserve"> frémit</w:t>
      </w:r>
      <w:r w:rsidR="00B77E03">
        <w:t>.</w:t>
      </w:r>
    </w:p>
    <w:p w14:paraId="182512C3" w14:textId="77777777" w:rsidR="00B77E03" w:rsidRDefault="00B77E03" w:rsidP="00B77E03">
      <w:r>
        <w:t>— </w:t>
      </w:r>
      <w:r w:rsidR="0024252B" w:rsidRPr="002813C1">
        <w:t>Soit</w:t>
      </w:r>
      <w:r>
        <w:t xml:space="preserve"> ! </w:t>
      </w:r>
      <w:r w:rsidR="0024252B" w:rsidRPr="002813C1">
        <w:t xml:space="preserve">dit-elle à la </w:t>
      </w:r>
      <w:proofErr w:type="spellStart"/>
      <w:r w:rsidR="0024252B" w:rsidRPr="002813C1">
        <w:t>Vantrasson</w:t>
      </w:r>
      <w:proofErr w:type="spellEnd"/>
      <w:r>
        <w:t xml:space="preserve">, </w:t>
      </w:r>
      <w:r w:rsidR="0024252B" w:rsidRPr="002813C1">
        <w:t xml:space="preserve">vous aurez vos </w:t>
      </w:r>
      <w:proofErr w:type="spellStart"/>
      <w:r w:rsidR="0024252B" w:rsidRPr="002813C1">
        <w:t>vingt cinq</w:t>
      </w:r>
      <w:proofErr w:type="spellEnd"/>
      <w:r w:rsidR="0024252B" w:rsidRPr="002813C1">
        <w:t xml:space="preserve"> francs</w:t>
      </w:r>
      <w:r>
        <w:t xml:space="preserve">… </w:t>
      </w:r>
      <w:r w:rsidR="0024252B" w:rsidRPr="002813C1">
        <w:t>À cette condition pourtant que si parfois j</w:t>
      </w:r>
      <w:r>
        <w:t>’</w:t>
      </w:r>
      <w:r w:rsidR="0024252B" w:rsidRPr="002813C1">
        <w:t>ai besoin de vous le soir</w:t>
      </w:r>
      <w:r>
        <w:t xml:space="preserve">, </w:t>
      </w:r>
      <w:r w:rsidR="0024252B" w:rsidRPr="002813C1">
        <w:t>vous viendrez sans récriminations</w:t>
      </w:r>
      <w:r>
        <w:t xml:space="preserve">… </w:t>
      </w:r>
      <w:r w:rsidR="0024252B" w:rsidRPr="002813C1">
        <w:t>Ces jours-là</w:t>
      </w:r>
      <w:r>
        <w:t xml:space="preserve">, </w:t>
      </w:r>
      <w:r w:rsidR="0024252B" w:rsidRPr="002813C1">
        <w:t>je vous donnerai le dîner</w:t>
      </w:r>
      <w:r>
        <w:t>.</w:t>
      </w:r>
    </w:p>
    <w:p w14:paraId="733CA769" w14:textId="77777777" w:rsidR="00B77E03" w:rsidRDefault="0024252B" w:rsidP="00B77E03">
      <w:r w:rsidRPr="002813C1">
        <w:t>Et sortant cinq francs de sa poche</w:t>
      </w:r>
      <w:r w:rsidR="00B77E03">
        <w:t xml:space="preserve">, </w:t>
      </w:r>
      <w:r w:rsidRPr="002813C1">
        <w:t>elle les mit dans la main de l</w:t>
      </w:r>
      <w:r w:rsidR="00B77E03">
        <w:t>’</w:t>
      </w:r>
      <w:r w:rsidRPr="002813C1">
        <w:t xml:space="preserve">hôtesse du </w:t>
      </w:r>
      <w:r w:rsidR="00B77E03">
        <w:t>« </w:t>
      </w:r>
      <w:r w:rsidRPr="002813C1">
        <w:t>Garni-Modèle</w:t>
      </w:r>
      <w:r w:rsidR="00B77E03">
        <w:t> »</w:t>
      </w:r>
      <w:r w:rsidRPr="002813C1">
        <w:t xml:space="preserve"> et ajouta</w:t>
      </w:r>
      <w:r w:rsidR="00B77E03">
        <w:t> :</w:t>
      </w:r>
    </w:p>
    <w:p w14:paraId="136AF25C" w14:textId="77777777" w:rsidR="00B77E03" w:rsidRDefault="00B77E03" w:rsidP="00B77E03">
      <w:r>
        <w:t>— </w:t>
      </w:r>
      <w:r w:rsidR="0024252B" w:rsidRPr="002813C1">
        <w:t>Voici votre denier à Dieu</w:t>
      </w:r>
      <w:r>
        <w:t>.</w:t>
      </w:r>
    </w:p>
    <w:p w14:paraId="2673393A" w14:textId="77777777" w:rsidR="00B77E03" w:rsidRDefault="0024252B" w:rsidP="00B77E03">
      <w:r w:rsidRPr="002813C1">
        <w:t>L</w:t>
      </w:r>
      <w:r w:rsidR="00B77E03">
        <w:t>’</w:t>
      </w:r>
      <w:r w:rsidRPr="002813C1">
        <w:t>autre lestement empocha l</w:t>
      </w:r>
      <w:r w:rsidR="00B77E03">
        <w:t>’</w:t>
      </w:r>
      <w:r w:rsidRPr="002813C1">
        <w:t>argent</w:t>
      </w:r>
      <w:r w:rsidR="00B77E03">
        <w:t xml:space="preserve"> ; </w:t>
      </w:r>
      <w:r w:rsidRPr="002813C1">
        <w:t>toute surprise</w:t>
      </w:r>
      <w:r w:rsidR="00B77E03">
        <w:t xml:space="preserve">, </w:t>
      </w:r>
      <w:r w:rsidRPr="002813C1">
        <w:t>par exemple</w:t>
      </w:r>
      <w:r w:rsidR="00B77E03">
        <w:t xml:space="preserve">, </w:t>
      </w:r>
      <w:r w:rsidRPr="002813C1">
        <w:t>de cette brusque décision qu</w:t>
      </w:r>
      <w:r w:rsidR="00B77E03">
        <w:t>’</w:t>
      </w:r>
      <w:r w:rsidRPr="002813C1">
        <w:t>elle n</w:t>
      </w:r>
      <w:r w:rsidR="00B77E03">
        <w:t>’</w:t>
      </w:r>
      <w:r w:rsidRPr="002813C1">
        <w:t>espérait guère et ne sachant à quoi l</w:t>
      </w:r>
      <w:r w:rsidR="00B77E03">
        <w:t>’</w:t>
      </w:r>
      <w:r w:rsidRPr="002813C1">
        <w:t>attribuer</w:t>
      </w:r>
      <w:r w:rsidR="00B77E03">
        <w:t>.</w:t>
      </w:r>
    </w:p>
    <w:p w14:paraId="67AD9D22" w14:textId="246CB261" w:rsidR="00B77E03" w:rsidRDefault="0024252B" w:rsidP="00B77E03">
      <w:r w:rsidRPr="002813C1">
        <w:t>N</w:t>
      </w:r>
      <w:r w:rsidR="00B77E03">
        <w:t>’</w:t>
      </w:r>
      <w:r w:rsidRPr="002813C1">
        <w:t>importe</w:t>
      </w:r>
      <w:r w:rsidR="00B77E03">
        <w:t xml:space="preserve"> !… </w:t>
      </w:r>
      <w:r w:rsidRPr="002813C1">
        <w:t xml:space="preserve">ce </w:t>
      </w:r>
      <w:proofErr w:type="spellStart"/>
      <w:r w:rsidRPr="002813C1">
        <w:t>dénoûment</w:t>
      </w:r>
      <w:proofErr w:type="spellEnd"/>
      <w:r w:rsidRPr="002813C1">
        <w:t xml:space="preserve"> l</w:t>
      </w:r>
      <w:r w:rsidR="00B77E03">
        <w:t>’</w:t>
      </w:r>
      <w:r w:rsidRPr="002813C1">
        <w:t>enchantait si fort qu</w:t>
      </w:r>
      <w:r w:rsidR="00B77E03">
        <w:t>’</w:t>
      </w:r>
      <w:r w:rsidRPr="002813C1">
        <w:t>elle voulut entrer en fonctions à l</w:t>
      </w:r>
      <w:r w:rsidR="00B77E03">
        <w:t>’</w:t>
      </w:r>
      <w:r w:rsidRPr="002813C1">
        <w:t>instant même</w:t>
      </w:r>
      <w:r w:rsidR="00B77E03">
        <w:t xml:space="preserve">, </w:t>
      </w:r>
      <w:r w:rsidRPr="002813C1">
        <w:t>et pour se débarrasser d</w:t>
      </w:r>
      <w:r w:rsidR="00B77E03">
        <w:t>’</w:t>
      </w:r>
      <w:r w:rsidRPr="002813C1">
        <w:t>elle</w:t>
      </w:r>
      <w:r w:rsidR="00B77E03">
        <w:t>, M</w:t>
      </w:r>
      <w:r w:rsidR="00B77E03" w:rsidRPr="00B77E03">
        <w:rPr>
          <w:vertAlign w:val="superscript"/>
        </w:rPr>
        <w:t>me</w:t>
      </w:r>
      <w:r w:rsidR="00B77E03">
        <w:t> </w:t>
      </w:r>
      <w:proofErr w:type="spellStart"/>
      <w:r w:rsidRPr="002813C1">
        <w:t>Férailleur</w:t>
      </w:r>
      <w:proofErr w:type="spellEnd"/>
      <w:r w:rsidRPr="002813C1">
        <w:t xml:space="preserve"> fut obligée de l</w:t>
      </w:r>
      <w:r w:rsidR="00B77E03">
        <w:t>’</w:t>
      </w:r>
      <w:r w:rsidRPr="002813C1">
        <w:t>envoyer chercher ce qui était nécessaire pour le déjeuner</w:t>
      </w:r>
      <w:r w:rsidR="00B77E03">
        <w:t>…</w:t>
      </w:r>
    </w:p>
    <w:p w14:paraId="53ACC23A" w14:textId="77777777" w:rsidR="00B77E03" w:rsidRDefault="0024252B" w:rsidP="00B77E03">
      <w:r w:rsidRPr="002813C1">
        <w:t>Puis</w:t>
      </w:r>
      <w:r w:rsidR="00B77E03">
        <w:t xml:space="preserve">, </w:t>
      </w:r>
      <w:r w:rsidRPr="002813C1">
        <w:t>dès qu</w:t>
      </w:r>
      <w:r w:rsidR="00B77E03">
        <w:t>’</w:t>
      </w:r>
      <w:r w:rsidRPr="002813C1">
        <w:t>elle fut seule avec son fils</w:t>
      </w:r>
      <w:r w:rsidR="00B77E03">
        <w:t> :</w:t>
      </w:r>
    </w:p>
    <w:p w14:paraId="234E4E6F" w14:textId="77777777" w:rsidR="00B77E03" w:rsidRDefault="00B77E03" w:rsidP="00B77E03">
      <w:r>
        <w:t>— </w:t>
      </w:r>
      <w:r w:rsidR="0024252B" w:rsidRPr="002813C1">
        <w:t>Eh bien</w:t>
      </w:r>
      <w:r>
        <w:t xml:space="preserve"> !… </w:t>
      </w:r>
      <w:r w:rsidR="0024252B" w:rsidRPr="002813C1">
        <w:t>Pascal</w:t>
      </w:r>
      <w:r>
        <w:t xml:space="preserve"> !… </w:t>
      </w:r>
      <w:r w:rsidR="0024252B" w:rsidRPr="002813C1">
        <w:t>fit-elle</w:t>
      </w:r>
      <w:r>
        <w:t>.</w:t>
      </w:r>
    </w:p>
    <w:p w14:paraId="0E5C7147" w14:textId="77777777" w:rsidR="00B77E03" w:rsidRDefault="0024252B" w:rsidP="00B77E03">
      <w:r w:rsidRPr="002813C1">
        <w:t>Mais l</w:t>
      </w:r>
      <w:r w:rsidR="00B77E03">
        <w:t>’</w:t>
      </w:r>
      <w:r w:rsidRPr="002813C1">
        <w:t>infortuné semblait changé en statue</w:t>
      </w:r>
      <w:r w:rsidR="00B77E03">
        <w:t xml:space="preserve"> ; </w:t>
      </w:r>
      <w:r w:rsidRPr="002813C1">
        <w:t>voyant qu</w:t>
      </w:r>
      <w:r w:rsidR="00B77E03">
        <w:t>’</w:t>
      </w:r>
      <w:r w:rsidRPr="002813C1">
        <w:t>il ne répondait ni ne bougeait</w:t>
      </w:r>
      <w:r w:rsidR="00B77E03">
        <w:t xml:space="preserve">, </w:t>
      </w:r>
      <w:r w:rsidRPr="002813C1">
        <w:t>elle poursuivit d</w:t>
      </w:r>
      <w:r w:rsidR="00B77E03">
        <w:t>’</w:t>
      </w:r>
      <w:r w:rsidRPr="002813C1">
        <w:t>un ton sévère</w:t>
      </w:r>
      <w:r w:rsidR="00B77E03">
        <w:t> :</w:t>
      </w:r>
    </w:p>
    <w:p w14:paraId="41D61633" w14:textId="77777777" w:rsidR="00B77E03" w:rsidRDefault="00B77E03" w:rsidP="00B77E03">
      <w:r>
        <w:lastRenderedPageBreak/>
        <w:t>— </w:t>
      </w:r>
      <w:r w:rsidR="0024252B" w:rsidRPr="002813C1">
        <w:t>Est-ce donc ainsi que tu tiens tes résolutions et tes serments</w:t>
      </w:r>
      <w:r>
        <w:t xml:space="preserve"> !… </w:t>
      </w:r>
      <w:r w:rsidR="0024252B" w:rsidRPr="002813C1">
        <w:t>Tu prétends mener à bonne fin une tâche toute de patience</w:t>
      </w:r>
      <w:r>
        <w:t xml:space="preserve">, </w:t>
      </w:r>
      <w:r w:rsidR="0024252B" w:rsidRPr="002813C1">
        <w:t>de ruse et de dissimulation</w:t>
      </w:r>
      <w:r>
        <w:t xml:space="preserve">, </w:t>
      </w:r>
      <w:r w:rsidR="0024252B" w:rsidRPr="002813C1">
        <w:t>et au premier événement imprévu</w:t>
      </w:r>
      <w:r>
        <w:t xml:space="preserve">, </w:t>
      </w:r>
      <w:r w:rsidR="0024252B" w:rsidRPr="002813C1">
        <w:t>ton sang-froid t</w:t>
      </w:r>
      <w:r>
        <w:t>’</w:t>
      </w:r>
      <w:r w:rsidR="0024252B" w:rsidRPr="002813C1">
        <w:t>abandonne et tu perds la tête</w:t>
      </w:r>
      <w:r>
        <w:t xml:space="preserve">… </w:t>
      </w:r>
      <w:r w:rsidR="0024252B" w:rsidRPr="002813C1">
        <w:t>Sans moi</w:t>
      </w:r>
      <w:r>
        <w:t xml:space="preserve">, </w:t>
      </w:r>
      <w:r w:rsidR="0024252B" w:rsidRPr="002813C1">
        <w:t>tu te trahissais devant cette femme</w:t>
      </w:r>
      <w:r>
        <w:t xml:space="preserve">… </w:t>
      </w:r>
      <w:r w:rsidR="0024252B" w:rsidRPr="002813C1">
        <w:t>Renonce à nous venger</w:t>
      </w:r>
      <w:r>
        <w:t xml:space="preserve">, </w:t>
      </w:r>
      <w:r w:rsidR="0024252B" w:rsidRPr="002813C1">
        <w:t xml:space="preserve">résigne-toi au triomphe du marquis de </w:t>
      </w:r>
      <w:proofErr w:type="spellStart"/>
      <w:r w:rsidR="0024252B" w:rsidRPr="002813C1">
        <w:t>Valorsay</w:t>
      </w:r>
      <w:proofErr w:type="spellEnd"/>
      <w:r>
        <w:t xml:space="preserve">, </w:t>
      </w:r>
      <w:r w:rsidR="0024252B" w:rsidRPr="002813C1">
        <w:t>si ton visage doit être comme un livre ouvert où chacun lira le secret de tes pensées et de tes desseins</w:t>
      </w:r>
      <w:r>
        <w:t> !…</w:t>
      </w:r>
    </w:p>
    <w:p w14:paraId="25737560" w14:textId="77777777" w:rsidR="00B77E03" w:rsidRDefault="0024252B" w:rsidP="00B77E03">
      <w:r w:rsidRPr="002813C1">
        <w:t>Pascal hochait la tête d</w:t>
      </w:r>
      <w:r w:rsidR="00B77E03">
        <w:t>’</w:t>
      </w:r>
      <w:r w:rsidRPr="002813C1">
        <w:t>un air désespéré</w:t>
      </w:r>
      <w:r w:rsidR="00B77E03">
        <w:t>.</w:t>
      </w:r>
    </w:p>
    <w:p w14:paraId="6AD55700" w14:textId="77777777" w:rsidR="00B77E03" w:rsidRDefault="00B77E03" w:rsidP="00B77E03">
      <w:r>
        <w:t>— </w:t>
      </w:r>
      <w:r w:rsidR="0024252B" w:rsidRPr="002813C1">
        <w:t>Tu n</w:t>
      </w:r>
      <w:r>
        <w:t>’</w:t>
      </w:r>
      <w:r w:rsidR="0024252B" w:rsidRPr="002813C1">
        <w:t>as donc pas entendu</w:t>
      </w:r>
      <w:r>
        <w:t xml:space="preserve">, </w:t>
      </w:r>
      <w:r w:rsidR="0024252B" w:rsidRPr="002813C1">
        <w:t>mère</w:t>
      </w:r>
      <w:r>
        <w:t xml:space="preserve">… </w:t>
      </w:r>
      <w:r w:rsidR="0024252B" w:rsidRPr="002813C1">
        <w:t>balbutia-t-il</w:t>
      </w:r>
      <w:r>
        <w:t>.</w:t>
      </w:r>
    </w:p>
    <w:p w14:paraId="2702FD3A" w14:textId="77777777" w:rsidR="00B77E03" w:rsidRDefault="00B77E03" w:rsidP="00B77E03">
      <w:r>
        <w:t>— </w:t>
      </w:r>
      <w:r w:rsidR="0024252B" w:rsidRPr="002813C1">
        <w:t>Quoi</w:t>
      </w:r>
      <w:r>
        <w:t> ?…</w:t>
      </w:r>
    </w:p>
    <w:p w14:paraId="3C5BB1EE" w14:textId="77777777" w:rsidR="00B77E03" w:rsidRDefault="00B77E03" w:rsidP="00B77E03">
      <w:r>
        <w:t>— </w:t>
      </w:r>
      <w:r w:rsidR="0024252B" w:rsidRPr="002813C1">
        <w:t>Ce qu</w:t>
      </w:r>
      <w:r>
        <w:t>’</w:t>
      </w:r>
      <w:r w:rsidR="0024252B" w:rsidRPr="002813C1">
        <w:t>a dit cette mégère</w:t>
      </w:r>
      <w:r>
        <w:t xml:space="preserve"> !… </w:t>
      </w:r>
      <w:r w:rsidR="0024252B" w:rsidRPr="002813C1">
        <w:t>Cette personne</w:t>
      </w:r>
      <w:r>
        <w:t xml:space="preserve">… </w:t>
      </w:r>
      <w:r w:rsidR="0024252B" w:rsidRPr="002813C1">
        <w:t>dont elle parlait</w:t>
      </w:r>
      <w:r>
        <w:t xml:space="preserve">… </w:t>
      </w:r>
      <w:r w:rsidR="0024252B" w:rsidRPr="002813C1">
        <w:t>que son mari a reconnue</w:t>
      </w:r>
      <w:r>
        <w:t xml:space="preserve">… </w:t>
      </w:r>
      <w:r w:rsidR="0024252B" w:rsidRPr="002813C1">
        <w:t>c</w:t>
      </w:r>
      <w:r>
        <w:t>’</w:t>
      </w:r>
      <w:r w:rsidR="0024252B" w:rsidRPr="002813C1">
        <w:t>est</w:t>
      </w:r>
      <w:r>
        <w:t xml:space="preserve">… </w:t>
      </w:r>
      <w:r w:rsidR="0024252B" w:rsidRPr="002813C1">
        <w:t>ce ne peut être que Marguerite</w:t>
      </w:r>
      <w:r>
        <w:t>.</w:t>
      </w:r>
    </w:p>
    <w:p w14:paraId="54B6203D" w14:textId="77777777" w:rsidR="00B77E03" w:rsidRDefault="00B77E03" w:rsidP="00B77E03">
      <w:r>
        <w:t>— </w:t>
      </w:r>
      <w:r w:rsidR="0024252B" w:rsidRPr="002813C1">
        <w:t>Je le crois</w:t>
      </w:r>
      <w:r>
        <w:t>.</w:t>
      </w:r>
    </w:p>
    <w:p w14:paraId="0E65D74A" w14:textId="77777777" w:rsidR="00B77E03" w:rsidRDefault="0024252B" w:rsidP="00B77E03">
      <w:r w:rsidRPr="002813C1">
        <w:t>Il recula</w:t>
      </w:r>
      <w:r w:rsidR="00B77E03">
        <w:t xml:space="preserve">, </w:t>
      </w:r>
      <w:r w:rsidRPr="002813C1">
        <w:t>stupéfié</w:t>
      </w:r>
      <w:r w:rsidR="00B77E03">
        <w:t>.</w:t>
      </w:r>
    </w:p>
    <w:p w14:paraId="5F804235" w14:textId="77777777" w:rsidR="00B77E03" w:rsidRDefault="00B77E03" w:rsidP="00B77E03">
      <w:r>
        <w:t>— </w:t>
      </w:r>
      <w:r w:rsidR="0024252B" w:rsidRPr="002813C1">
        <w:t>Tu le crois</w:t>
      </w:r>
      <w:r>
        <w:t xml:space="preserve"> !… </w:t>
      </w:r>
      <w:r w:rsidR="0024252B" w:rsidRPr="002813C1">
        <w:t>balbutia-t-il</w:t>
      </w:r>
      <w:r>
        <w:t xml:space="preserve">, </w:t>
      </w:r>
      <w:r w:rsidR="0024252B" w:rsidRPr="002813C1">
        <w:t>et tu me le dis ainsi froidement</w:t>
      </w:r>
      <w:r>
        <w:t xml:space="preserve">, </w:t>
      </w:r>
      <w:r w:rsidR="0024252B" w:rsidRPr="002813C1">
        <w:t>sans émotion</w:t>
      </w:r>
      <w:r>
        <w:t xml:space="preserve">, </w:t>
      </w:r>
      <w:r w:rsidR="0024252B" w:rsidRPr="002813C1">
        <w:t>comme si c</w:t>
      </w:r>
      <w:r>
        <w:t>’</w:t>
      </w:r>
      <w:r w:rsidR="0024252B" w:rsidRPr="002813C1">
        <w:t>était une chose naturelle</w:t>
      </w:r>
      <w:r>
        <w:t xml:space="preserve">, </w:t>
      </w:r>
      <w:r w:rsidR="0024252B" w:rsidRPr="002813C1">
        <w:t>possible même</w:t>
      </w:r>
      <w:r>
        <w:t xml:space="preserve">… </w:t>
      </w:r>
      <w:r w:rsidR="0024252B" w:rsidRPr="002813C1">
        <w:t>Tu n</w:t>
      </w:r>
      <w:r>
        <w:t>’</w:t>
      </w:r>
      <w:r w:rsidR="0024252B" w:rsidRPr="002813C1">
        <w:t>as donc pas compris le sens honteux des insinuations de cette abjecte vieille</w:t>
      </w:r>
      <w:r>
        <w:t xml:space="preserve"> ! </w:t>
      </w:r>
      <w:r w:rsidR="0024252B" w:rsidRPr="002813C1">
        <w:t>Tu n</w:t>
      </w:r>
      <w:r>
        <w:t>’</w:t>
      </w:r>
      <w:r w:rsidR="0024252B" w:rsidRPr="002813C1">
        <w:t>as donc pas vu son sourire hypocrite et l</w:t>
      </w:r>
      <w:r>
        <w:t>’</w:t>
      </w:r>
      <w:r w:rsidR="0024252B" w:rsidRPr="002813C1">
        <w:t>infernale méchanceté qui éclatait dans ses yeux</w:t>
      </w:r>
      <w:r>
        <w:t xml:space="preserve"> !… </w:t>
      </w:r>
      <w:r w:rsidR="0024252B" w:rsidRPr="002813C1">
        <w:t>Pourquoi l</w:t>
      </w:r>
      <w:r>
        <w:t>’</w:t>
      </w:r>
      <w:r w:rsidR="0024252B" w:rsidRPr="002813C1">
        <w:t>avoir interrompue</w:t>
      </w:r>
      <w:r>
        <w:t xml:space="preserve"> !… </w:t>
      </w:r>
      <w:r w:rsidR="0024252B" w:rsidRPr="002813C1">
        <w:t>Qui sait quelle abominable calomnie montait à ses lèvres</w:t>
      </w:r>
      <w:r>
        <w:t> !</w:t>
      </w:r>
    </w:p>
    <w:p w14:paraId="743EE397" w14:textId="77777777" w:rsidR="00B77E03" w:rsidRDefault="0024252B" w:rsidP="00B77E03">
      <w:r w:rsidRPr="002813C1">
        <w:t>Malheureux</w:t>
      </w:r>
      <w:r w:rsidR="00B77E03">
        <w:t xml:space="preserve"> !… </w:t>
      </w:r>
      <w:r w:rsidRPr="002813C1">
        <w:t>Il pressait son front entre ses mains</w:t>
      </w:r>
      <w:r w:rsidR="00B77E03">
        <w:t xml:space="preserve">, </w:t>
      </w:r>
      <w:r w:rsidRPr="002813C1">
        <w:t>comme s</w:t>
      </w:r>
      <w:r w:rsidR="00B77E03">
        <w:t>’</w:t>
      </w:r>
      <w:r w:rsidRPr="002813C1">
        <w:t>il l</w:t>
      </w:r>
      <w:r w:rsidR="00B77E03">
        <w:t>’</w:t>
      </w:r>
      <w:r w:rsidRPr="002813C1">
        <w:t>eût senti prêt d</w:t>
      </w:r>
      <w:r w:rsidR="00B77E03">
        <w:t>’</w:t>
      </w:r>
      <w:r w:rsidRPr="002813C1">
        <w:t>éclater</w:t>
      </w:r>
      <w:r w:rsidR="00B77E03">
        <w:t>.</w:t>
      </w:r>
    </w:p>
    <w:p w14:paraId="52257A74" w14:textId="77777777" w:rsidR="00B77E03" w:rsidRDefault="00B77E03" w:rsidP="00B77E03">
      <w:r>
        <w:t>— </w:t>
      </w:r>
      <w:r w:rsidR="0024252B" w:rsidRPr="002813C1">
        <w:t>Et je n</w:t>
      </w:r>
      <w:r>
        <w:t>’</w:t>
      </w:r>
      <w:r w:rsidR="0024252B" w:rsidRPr="002813C1">
        <w:t>ai pas écrasé cette infâme vieille</w:t>
      </w:r>
      <w:r>
        <w:t xml:space="preserve">, </w:t>
      </w:r>
      <w:r w:rsidR="0024252B" w:rsidRPr="002813C1">
        <w:t>répétait-il</w:t>
      </w:r>
      <w:r>
        <w:t xml:space="preserve">, </w:t>
      </w:r>
      <w:r w:rsidR="0024252B" w:rsidRPr="002813C1">
        <w:t>je ne l</w:t>
      </w:r>
      <w:r>
        <w:t>’</w:t>
      </w:r>
      <w:r w:rsidR="0024252B" w:rsidRPr="002813C1">
        <w:t>ai pas foulée aux pieds</w:t>
      </w:r>
      <w:r>
        <w:t> !…</w:t>
      </w:r>
    </w:p>
    <w:p w14:paraId="21FE8CE7" w14:textId="350C0046" w:rsidR="00B77E03" w:rsidRDefault="0024252B" w:rsidP="00B77E03">
      <w:r w:rsidRPr="002813C1">
        <w:lastRenderedPageBreak/>
        <w:t>Ah</w:t>
      </w:r>
      <w:r w:rsidR="00B77E03">
        <w:t xml:space="preserve"> ! </w:t>
      </w:r>
      <w:r w:rsidRPr="002813C1">
        <w:t>si elle n</w:t>
      </w:r>
      <w:r w:rsidR="00B77E03">
        <w:t>’</w:t>
      </w:r>
      <w:r w:rsidRPr="002813C1">
        <w:t>eût suivi que les inspirations de son cœur</w:t>
      </w:r>
      <w:r w:rsidR="00B77E03">
        <w:t>, M</w:t>
      </w:r>
      <w:r w:rsidR="00B77E03" w:rsidRPr="00B77E03">
        <w:rPr>
          <w:vertAlign w:val="superscript"/>
        </w:rPr>
        <w:t>me</w:t>
      </w:r>
      <w:r w:rsidR="00B77E03">
        <w:t> </w:t>
      </w:r>
      <w:proofErr w:type="spellStart"/>
      <w:r w:rsidRPr="002813C1">
        <w:t>Férailleur</w:t>
      </w:r>
      <w:proofErr w:type="spellEnd"/>
      <w:r w:rsidRPr="002813C1">
        <w:t xml:space="preserve"> se fût jetée au cou de son fils</w:t>
      </w:r>
      <w:r w:rsidR="00B77E03">
        <w:t xml:space="preserve">, </w:t>
      </w:r>
      <w:r w:rsidRPr="002813C1">
        <w:t>elle l</w:t>
      </w:r>
      <w:r w:rsidR="00B77E03">
        <w:t>’</w:t>
      </w:r>
      <w:r w:rsidRPr="002813C1">
        <w:t>eût pressé entre ses bras</w:t>
      </w:r>
      <w:r w:rsidR="00B77E03">
        <w:t xml:space="preserve">, </w:t>
      </w:r>
      <w:r w:rsidRPr="002813C1">
        <w:t>elle eût mêlé ses larmes aux siennes</w:t>
      </w:r>
      <w:r w:rsidR="00B77E03">
        <w:t xml:space="preserve">. </w:t>
      </w:r>
      <w:r w:rsidRPr="002813C1">
        <w:t>L</w:t>
      </w:r>
      <w:r w:rsidR="00B77E03">
        <w:t>’</w:t>
      </w:r>
      <w:r w:rsidRPr="002813C1">
        <w:t>austère raison l</w:t>
      </w:r>
      <w:r w:rsidR="00B77E03">
        <w:t>’</w:t>
      </w:r>
      <w:r w:rsidRPr="002813C1">
        <w:t>arrêta</w:t>
      </w:r>
      <w:r w:rsidR="00B77E03">
        <w:t xml:space="preserve">… </w:t>
      </w:r>
      <w:r w:rsidRPr="002813C1">
        <w:t>Dans le cœur de cette simple bourgeoise parlait haut ce fier sentiment du devoir qui soutient les humbles héroïnes du foyer</w:t>
      </w:r>
      <w:r w:rsidR="00B77E03">
        <w:t xml:space="preserve">, </w:t>
      </w:r>
      <w:r w:rsidRPr="002813C1">
        <w:t>bien supérieures aux tapageuses aventurières dont l</w:t>
      </w:r>
      <w:r w:rsidR="00B77E03">
        <w:t>’</w:t>
      </w:r>
      <w:r w:rsidRPr="002813C1">
        <w:t>histoire enregistre le nom</w:t>
      </w:r>
      <w:r w:rsidR="00B77E03">
        <w:t>.</w:t>
      </w:r>
    </w:p>
    <w:p w14:paraId="148FF89A" w14:textId="77777777" w:rsidR="00B77E03" w:rsidRDefault="0024252B" w:rsidP="00B77E03">
      <w:r w:rsidRPr="002813C1">
        <w:t>Elle comprit que Pascal devait être non consolé mais excité</w:t>
      </w:r>
      <w:r w:rsidR="00B77E03">
        <w:t xml:space="preserve">, </w:t>
      </w:r>
      <w:r w:rsidRPr="002813C1">
        <w:t>et s</w:t>
      </w:r>
      <w:r w:rsidR="00B77E03">
        <w:t>’</w:t>
      </w:r>
      <w:r w:rsidRPr="002813C1">
        <w:t>armant de courage</w:t>
      </w:r>
      <w:r w:rsidR="00B77E03">
        <w:t> :</w:t>
      </w:r>
    </w:p>
    <w:p w14:paraId="3DA58575" w14:textId="222EECED" w:rsidR="00B77E03" w:rsidRDefault="00B77E03" w:rsidP="00B77E03">
      <w:r>
        <w:t>— </w:t>
      </w:r>
      <w:r w:rsidR="0024252B" w:rsidRPr="002813C1">
        <w:t xml:space="preserve">Connais-tu exactement le passé de </w:t>
      </w:r>
      <w:r>
        <w:t>M</w:t>
      </w:r>
      <w:r w:rsidRPr="00B77E03">
        <w:rPr>
          <w:vertAlign w:val="superscript"/>
        </w:rPr>
        <w:t>lle</w:t>
      </w:r>
      <w:r>
        <w:t> </w:t>
      </w:r>
      <w:r w:rsidR="0024252B" w:rsidRPr="002813C1">
        <w:t>Marguerite</w:t>
      </w:r>
      <w:r>
        <w:t xml:space="preserve"> ? </w:t>
      </w:r>
      <w:r w:rsidR="0024252B" w:rsidRPr="002813C1">
        <w:t>demanda-t-elle</w:t>
      </w:r>
      <w:r>
        <w:t xml:space="preserve">. </w:t>
      </w:r>
      <w:r w:rsidR="0024252B" w:rsidRPr="002813C1">
        <w:t>Non</w:t>
      </w:r>
      <w:r>
        <w:t xml:space="preserve">, </w:t>
      </w:r>
      <w:r w:rsidR="0024252B" w:rsidRPr="002813C1">
        <w:t>n</w:t>
      </w:r>
      <w:r>
        <w:t>’</w:t>
      </w:r>
      <w:r w:rsidR="0024252B" w:rsidRPr="002813C1">
        <w:t>est-ce pas</w:t>
      </w:r>
      <w:r>
        <w:t xml:space="preserve">… </w:t>
      </w:r>
      <w:r w:rsidR="0024252B" w:rsidRPr="002813C1">
        <w:t>Tout ce que tu sais c</w:t>
      </w:r>
      <w:r>
        <w:t>’</w:t>
      </w:r>
      <w:r w:rsidR="0024252B" w:rsidRPr="002813C1">
        <w:t>est que sa vie a été très-agitée</w:t>
      </w:r>
      <w:r>
        <w:t xml:space="preserve">… </w:t>
      </w:r>
      <w:r w:rsidR="0024252B" w:rsidRPr="002813C1">
        <w:t>c</w:t>
      </w:r>
      <w:r>
        <w:t>’</w:t>
      </w:r>
      <w:r w:rsidR="0024252B" w:rsidRPr="002813C1">
        <w:t>est une raison pour qu</w:t>
      </w:r>
      <w:r>
        <w:t>’</w:t>
      </w:r>
      <w:r w:rsidR="0024252B" w:rsidRPr="002813C1">
        <w:t>elle prête beaucoup à la calomnie</w:t>
      </w:r>
      <w:r>
        <w:t>…</w:t>
      </w:r>
    </w:p>
    <w:p w14:paraId="4E73F604" w14:textId="762CB384" w:rsidR="00B77E03" w:rsidRDefault="0024252B" w:rsidP="00B77E03">
      <w:r w:rsidRPr="002813C1">
        <w:t>Il n</w:t>
      </w:r>
      <w:r w:rsidR="00B77E03">
        <w:t>’</w:t>
      </w:r>
      <w:r w:rsidRPr="002813C1">
        <w:t xml:space="preserve">y avait au monde que </w:t>
      </w:r>
      <w:r w:rsidR="00B77E03">
        <w:t>M</w:t>
      </w:r>
      <w:r w:rsidR="00B77E03" w:rsidRPr="00B77E03">
        <w:rPr>
          <w:vertAlign w:val="superscript"/>
        </w:rPr>
        <w:t>me</w:t>
      </w:r>
      <w:r w:rsidR="00B77E03">
        <w:t> </w:t>
      </w:r>
      <w:proofErr w:type="spellStart"/>
      <w:r w:rsidRPr="002813C1">
        <w:t>Férailleur</w:t>
      </w:r>
      <w:proofErr w:type="spellEnd"/>
      <w:r w:rsidR="00B77E03">
        <w:t xml:space="preserve">, </w:t>
      </w:r>
      <w:r w:rsidRPr="002813C1">
        <w:t>à pouvoir s</w:t>
      </w:r>
      <w:r w:rsidR="00B77E03">
        <w:t>’</w:t>
      </w:r>
      <w:r w:rsidRPr="002813C1">
        <w:t>exprimer ainsi impunément devant Pascal</w:t>
      </w:r>
      <w:r w:rsidR="00B77E03">
        <w:t>.</w:t>
      </w:r>
    </w:p>
    <w:p w14:paraId="30B39985" w14:textId="1430A1D4" w:rsidR="00B77E03" w:rsidRDefault="00B77E03" w:rsidP="00B77E03">
      <w:r>
        <w:t>— </w:t>
      </w:r>
      <w:r w:rsidR="0024252B" w:rsidRPr="002813C1">
        <w:t>En ce cas</w:t>
      </w:r>
      <w:r>
        <w:t xml:space="preserve">, </w:t>
      </w:r>
      <w:r w:rsidR="0024252B" w:rsidRPr="002813C1">
        <w:t>ma mère</w:t>
      </w:r>
      <w:r>
        <w:t xml:space="preserve">, </w:t>
      </w:r>
      <w:r w:rsidR="0024252B" w:rsidRPr="002813C1">
        <w:t>prononça-t-il</w:t>
      </w:r>
      <w:r>
        <w:t xml:space="preserve">, </w:t>
      </w:r>
      <w:r w:rsidR="0024252B" w:rsidRPr="002813C1">
        <w:t>vous avez eu tort d</w:t>
      </w:r>
      <w:r>
        <w:t>’</w:t>
      </w:r>
      <w:r w:rsidR="0024252B" w:rsidRPr="002813C1">
        <w:t xml:space="preserve">interrompre </w:t>
      </w:r>
      <w:r>
        <w:t>M</w:t>
      </w:r>
      <w:r w:rsidRPr="00B77E03">
        <w:rPr>
          <w:vertAlign w:val="superscript"/>
        </w:rPr>
        <w:t>me</w:t>
      </w:r>
      <w:r>
        <w:t> </w:t>
      </w:r>
      <w:proofErr w:type="spellStart"/>
      <w:r w:rsidR="0024252B" w:rsidRPr="002813C1">
        <w:t>Vantrasson</w:t>
      </w:r>
      <w:proofErr w:type="spellEnd"/>
      <w:r>
        <w:t xml:space="preserve">, </w:t>
      </w:r>
      <w:r w:rsidR="0024252B" w:rsidRPr="002813C1">
        <w:t>elle vous eût probablement appris beaucoup de choses</w:t>
      </w:r>
      <w:r>
        <w:t>…</w:t>
      </w:r>
    </w:p>
    <w:p w14:paraId="4C454000" w14:textId="5396841D" w:rsidR="00B77E03" w:rsidRDefault="00B77E03" w:rsidP="00B77E03">
      <w:r>
        <w:t>— </w:t>
      </w:r>
      <w:r w:rsidR="0024252B" w:rsidRPr="002813C1">
        <w:t>Je l</w:t>
      </w:r>
      <w:r>
        <w:t>’</w:t>
      </w:r>
      <w:r w:rsidR="0024252B" w:rsidRPr="002813C1">
        <w:t>ai arrêtée</w:t>
      </w:r>
      <w:r>
        <w:t xml:space="preserve">, </w:t>
      </w:r>
      <w:r w:rsidR="0024252B" w:rsidRPr="002813C1">
        <w:t>c</w:t>
      </w:r>
      <w:r>
        <w:t>’</w:t>
      </w:r>
      <w:r w:rsidR="0024252B" w:rsidRPr="002813C1">
        <w:t>est vrai</w:t>
      </w:r>
      <w:r>
        <w:t xml:space="preserve">, </w:t>
      </w:r>
      <w:r w:rsidR="0024252B" w:rsidRPr="002813C1">
        <w:t>et renvoyée</w:t>
      </w:r>
      <w:r>
        <w:t xml:space="preserve">… </w:t>
      </w:r>
      <w:r w:rsidR="0024252B" w:rsidRPr="002813C1">
        <w:t>tu sais pourquoi</w:t>
      </w:r>
      <w:r>
        <w:t xml:space="preserve">. </w:t>
      </w:r>
      <w:r w:rsidR="0024252B" w:rsidRPr="002813C1">
        <w:t>Mais elle est à notre service</w:t>
      </w:r>
      <w:r>
        <w:t xml:space="preserve">, </w:t>
      </w:r>
      <w:r w:rsidR="0024252B" w:rsidRPr="002813C1">
        <w:t>maintenant</w:t>
      </w:r>
      <w:r>
        <w:t xml:space="preserve">, </w:t>
      </w:r>
      <w:r w:rsidR="0024252B" w:rsidRPr="002813C1">
        <w:t>et quand tu seras calme</w:t>
      </w:r>
      <w:r>
        <w:t xml:space="preserve">, </w:t>
      </w:r>
      <w:r w:rsidR="0024252B" w:rsidRPr="002813C1">
        <w:t>quand tu auras ta raison</w:t>
      </w:r>
      <w:r>
        <w:t xml:space="preserve">, </w:t>
      </w:r>
      <w:r w:rsidR="0024252B" w:rsidRPr="002813C1">
        <w:t>rien ne t</w:t>
      </w:r>
      <w:r>
        <w:t>’</w:t>
      </w:r>
      <w:r w:rsidR="0024252B" w:rsidRPr="002813C1">
        <w:t>empêchera de la faire parler</w:t>
      </w:r>
      <w:r>
        <w:t xml:space="preserve">… </w:t>
      </w:r>
      <w:r w:rsidR="0024252B" w:rsidRPr="002813C1">
        <w:t xml:space="preserve">Il se peut que cela te serve de savoir qui est ce </w:t>
      </w:r>
      <w:proofErr w:type="spellStart"/>
      <w:r w:rsidR="0024252B" w:rsidRPr="002813C1">
        <w:t>Vantrasson</w:t>
      </w:r>
      <w:proofErr w:type="spellEnd"/>
      <w:r>
        <w:t xml:space="preserve">, </w:t>
      </w:r>
      <w:r w:rsidR="0024252B" w:rsidRPr="002813C1">
        <w:t xml:space="preserve">et où et comment il avait connu </w:t>
      </w:r>
      <w:r>
        <w:t>M</w:t>
      </w:r>
      <w:r w:rsidRPr="00B77E03">
        <w:rPr>
          <w:vertAlign w:val="superscript"/>
        </w:rPr>
        <w:t>lle</w:t>
      </w:r>
      <w:r>
        <w:t> </w:t>
      </w:r>
      <w:r w:rsidR="0024252B" w:rsidRPr="002813C1">
        <w:t>Marguerite</w:t>
      </w:r>
      <w:r>
        <w:t>.</w:t>
      </w:r>
    </w:p>
    <w:p w14:paraId="1AEF104C" w14:textId="77777777" w:rsidR="00B77E03" w:rsidRDefault="0024252B" w:rsidP="00B77E03">
      <w:r w:rsidRPr="002813C1">
        <w:t>La honte</w:t>
      </w:r>
      <w:r w:rsidR="00B77E03">
        <w:t xml:space="preserve">, </w:t>
      </w:r>
      <w:r w:rsidRPr="002813C1">
        <w:t>la douleur</w:t>
      </w:r>
      <w:r w:rsidR="00B77E03">
        <w:t xml:space="preserve">, </w:t>
      </w:r>
      <w:r w:rsidRPr="002813C1">
        <w:t>la rage arrachaient des larmes à Pascal</w:t>
      </w:r>
      <w:r w:rsidR="00B77E03">
        <w:t>.</w:t>
      </w:r>
    </w:p>
    <w:p w14:paraId="1A7ECB83" w14:textId="77777777" w:rsidR="00B77E03" w:rsidRDefault="00B77E03" w:rsidP="00B77E03">
      <w:r>
        <w:t>— </w:t>
      </w:r>
      <w:r w:rsidR="0024252B" w:rsidRPr="002813C1">
        <w:t>Mon Dieu</w:t>
      </w:r>
      <w:r>
        <w:t xml:space="preserve">, </w:t>
      </w:r>
      <w:r w:rsidR="0024252B" w:rsidRPr="002813C1">
        <w:t>répétait-il</w:t>
      </w:r>
      <w:r>
        <w:t xml:space="preserve">, </w:t>
      </w:r>
      <w:r w:rsidR="0024252B" w:rsidRPr="002813C1">
        <w:t>mon Dieu</w:t>
      </w:r>
      <w:r>
        <w:t xml:space="preserve"> ! </w:t>
      </w:r>
      <w:r w:rsidR="0024252B" w:rsidRPr="002813C1">
        <w:t>en être réduit à cet excès de misère d</w:t>
      </w:r>
      <w:r>
        <w:t>’</w:t>
      </w:r>
      <w:r w:rsidR="0024252B" w:rsidRPr="002813C1">
        <w:t>entendre ma mère douter de Marguerite</w:t>
      </w:r>
      <w:r>
        <w:t> !</w:t>
      </w:r>
    </w:p>
    <w:p w14:paraId="22DE0A92" w14:textId="77777777" w:rsidR="00B77E03" w:rsidRDefault="0024252B" w:rsidP="00B77E03">
      <w:r w:rsidRPr="002813C1">
        <w:t>Lui ne doutait pas</w:t>
      </w:r>
      <w:r w:rsidR="00B77E03">
        <w:t>.</w:t>
      </w:r>
    </w:p>
    <w:p w14:paraId="60204C6E" w14:textId="77777777" w:rsidR="00B77E03" w:rsidRDefault="0024252B" w:rsidP="00B77E03">
      <w:r w:rsidRPr="002813C1">
        <w:lastRenderedPageBreak/>
        <w:t>Il eût pu entendre les plus monstrueuses accusations</w:t>
      </w:r>
      <w:r w:rsidR="00B77E03">
        <w:t xml:space="preserve">, </w:t>
      </w:r>
      <w:r w:rsidRPr="002813C1">
        <w:t>sans que le soupçon l</w:t>
      </w:r>
      <w:r w:rsidR="00B77E03">
        <w:t>’</w:t>
      </w:r>
      <w:r w:rsidRPr="002813C1">
        <w:t>effleurât seulement de ses ailes de chauve-souris</w:t>
      </w:r>
      <w:r w:rsidR="00B77E03">
        <w:t>.</w:t>
      </w:r>
    </w:p>
    <w:p w14:paraId="558A0FE7" w14:textId="38BE4531" w:rsidR="00B77E03" w:rsidRDefault="00B77E03" w:rsidP="00B77E03">
      <w:r>
        <w:t>M</w:t>
      </w:r>
      <w:r w:rsidRPr="00B77E03">
        <w:rPr>
          <w:vertAlign w:val="superscript"/>
        </w:rPr>
        <w:t>me</w:t>
      </w:r>
      <w:r>
        <w:t> </w:t>
      </w:r>
      <w:proofErr w:type="spellStart"/>
      <w:r w:rsidR="0024252B" w:rsidRPr="002813C1">
        <w:t>Férailleur</w:t>
      </w:r>
      <w:proofErr w:type="spellEnd"/>
      <w:r w:rsidR="0024252B" w:rsidRPr="002813C1">
        <w:t xml:space="preserve"> eut assez de puissance sur elle-même pour hausser les épaules</w:t>
      </w:r>
      <w:r>
        <w:t>.</w:t>
      </w:r>
    </w:p>
    <w:p w14:paraId="4E62A7F5" w14:textId="4F0AE29C" w:rsidR="00B77E03" w:rsidRDefault="00B77E03" w:rsidP="00B77E03">
      <w:r>
        <w:t>— </w:t>
      </w:r>
      <w:r w:rsidR="0024252B" w:rsidRPr="002813C1">
        <w:t>Eh mon Dieu</w:t>
      </w:r>
      <w:r>
        <w:t xml:space="preserve"> !… </w:t>
      </w:r>
      <w:r w:rsidR="0024252B" w:rsidRPr="002813C1">
        <w:t>fit-elle</w:t>
      </w:r>
      <w:r>
        <w:t xml:space="preserve">, </w:t>
      </w:r>
      <w:r w:rsidR="0024252B" w:rsidRPr="002813C1">
        <w:t>confonds la calomnie</w:t>
      </w:r>
      <w:r>
        <w:t xml:space="preserve">, </w:t>
      </w:r>
      <w:r w:rsidR="0024252B" w:rsidRPr="002813C1">
        <w:t>je ne demande pas mieux</w:t>
      </w:r>
      <w:r>
        <w:t xml:space="preserve">, </w:t>
      </w:r>
      <w:r w:rsidR="0024252B" w:rsidRPr="002813C1">
        <w:t>mais n</w:t>
      </w:r>
      <w:r>
        <w:t>’</w:t>
      </w:r>
      <w:r w:rsidR="0024252B" w:rsidRPr="002813C1">
        <w:t>oublie pas que nous avons nous-mêmes à nous réhabiliter</w:t>
      </w:r>
      <w:r>
        <w:t xml:space="preserve">… </w:t>
      </w:r>
      <w:r w:rsidR="0024252B" w:rsidRPr="002813C1">
        <w:t>Travaille à écraser tes ennemis</w:t>
      </w:r>
      <w:r>
        <w:t xml:space="preserve">, </w:t>
      </w:r>
      <w:r w:rsidR="0024252B" w:rsidRPr="002813C1">
        <w:t xml:space="preserve">cela sera plus profitable à </w:t>
      </w:r>
      <w:r>
        <w:t>M</w:t>
      </w:r>
      <w:r w:rsidRPr="00B77E03">
        <w:rPr>
          <w:vertAlign w:val="superscript"/>
        </w:rPr>
        <w:t>lle</w:t>
      </w:r>
      <w:r>
        <w:t> </w:t>
      </w:r>
      <w:r w:rsidR="0024252B" w:rsidRPr="002813C1">
        <w:t>Marguerite que de vaines menaces et de stériles gémissements</w:t>
      </w:r>
      <w:r>
        <w:t xml:space="preserve">… </w:t>
      </w:r>
      <w:r w:rsidR="0024252B" w:rsidRPr="002813C1">
        <w:t>Tu avais juré</w:t>
      </w:r>
      <w:r>
        <w:t xml:space="preserve">, </w:t>
      </w:r>
      <w:r w:rsidR="0024252B" w:rsidRPr="002813C1">
        <w:t>ce me semble</w:t>
      </w:r>
      <w:r>
        <w:t xml:space="preserve">, </w:t>
      </w:r>
      <w:r w:rsidR="0024252B" w:rsidRPr="002813C1">
        <w:t>de ne plus te plaindre</w:t>
      </w:r>
      <w:r>
        <w:t xml:space="preserve">, </w:t>
      </w:r>
      <w:r w:rsidR="0024252B" w:rsidRPr="002813C1">
        <w:t>mais d</w:t>
      </w:r>
      <w:r>
        <w:t>’</w:t>
      </w:r>
      <w:r w:rsidR="0024252B" w:rsidRPr="002813C1">
        <w:t>agir</w:t>
      </w:r>
      <w:r>
        <w:t>…</w:t>
      </w:r>
    </w:p>
    <w:p w14:paraId="5422FE8D" w14:textId="77777777" w:rsidR="00B77E03" w:rsidRDefault="0024252B" w:rsidP="00B77E03">
      <w:r w:rsidRPr="002813C1">
        <w:t>C</w:t>
      </w:r>
      <w:r w:rsidR="00B77E03">
        <w:t>’</w:t>
      </w:r>
      <w:r w:rsidRPr="002813C1">
        <w:t>en était trop</w:t>
      </w:r>
      <w:r w:rsidR="00B77E03">
        <w:t xml:space="preserve">, </w:t>
      </w:r>
      <w:r w:rsidRPr="002813C1">
        <w:t>et le fouet de cette ironie devait imprimer au cerveau de Pascal la secousse dont il avait besoin</w:t>
      </w:r>
      <w:r w:rsidR="00B77E03">
        <w:t xml:space="preserve">. </w:t>
      </w:r>
      <w:r w:rsidRPr="002813C1">
        <w:t>Chancelant</w:t>
      </w:r>
      <w:r w:rsidR="00B77E03">
        <w:t xml:space="preserve">, </w:t>
      </w:r>
      <w:r w:rsidRPr="002813C1">
        <w:t>il fut remis sur pied</w:t>
      </w:r>
      <w:r w:rsidR="00B77E03">
        <w:t xml:space="preserve">, </w:t>
      </w:r>
      <w:r w:rsidRPr="002813C1">
        <w:t>d</w:t>
      </w:r>
      <w:r w:rsidR="00B77E03">
        <w:t>’</w:t>
      </w:r>
      <w:r w:rsidRPr="002813C1">
        <w:t>aplomb</w:t>
      </w:r>
      <w:r w:rsidR="00B77E03">
        <w:t>.</w:t>
      </w:r>
    </w:p>
    <w:p w14:paraId="683019EA" w14:textId="77777777" w:rsidR="00B77E03" w:rsidRDefault="0024252B" w:rsidP="00B77E03">
      <w:r w:rsidRPr="002813C1">
        <w:t>Et c</w:t>
      </w:r>
      <w:r w:rsidR="00B77E03">
        <w:t>’</w:t>
      </w:r>
      <w:r w:rsidRPr="002813C1">
        <w:t>est froidement qu</w:t>
      </w:r>
      <w:r w:rsidR="00B77E03">
        <w:t>’</w:t>
      </w:r>
      <w:r w:rsidRPr="002813C1">
        <w:t>il dit</w:t>
      </w:r>
      <w:r w:rsidR="00B77E03">
        <w:t> :</w:t>
      </w:r>
    </w:p>
    <w:p w14:paraId="1269D866" w14:textId="77777777" w:rsidR="00B77E03" w:rsidRDefault="00B77E03" w:rsidP="00B77E03">
      <w:r>
        <w:t>— </w:t>
      </w:r>
      <w:r w:rsidR="0024252B" w:rsidRPr="002813C1">
        <w:t>C</w:t>
      </w:r>
      <w:r>
        <w:t>’</w:t>
      </w:r>
      <w:r w:rsidR="0024252B" w:rsidRPr="002813C1">
        <w:t>est juste</w:t>
      </w:r>
      <w:r>
        <w:t xml:space="preserve">… </w:t>
      </w:r>
      <w:r w:rsidR="0024252B" w:rsidRPr="002813C1">
        <w:t>Je te remercie de m</w:t>
      </w:r>
      <w:r>
        <w:t>’</w:t>
      </w:r>
      <w:r w:rsidR="0024252B" w:rsidRPr="002813C1">
        <w:t>avoir rappelé à moi-même</w:t>
      </w:r>
      <w:r>
        <w:t xml:space="preserve">, </w:t>
      </w:r>
      <w:r w:rsidR="0024252B" w:rsidRPr="002813C1">
        <w:t>ma mère</w:t>
      </w:r>
      <w:r>
        <w:t> !…</w:t>
      </w:r>
    </w:p>
    <w:p w14:paraId="6014F6BF" w14:textId="77777777" w:rsidR="00B77E03" w:rsidRDefault="0024252B" w:rsidP="00B77E03">
      <w:r w:rsidRPr="002813C1">
        <w:t>Elle ne dit mot</w:t>
      </w:r>
      <w:r w:rsidR="00B77E03">
        <w:t xml:space="preserve">, </w:t>
      </w:r>
      <w:r w:rsidRPr="002813C1">
        <w:t>mais du fond de son âme</w:t>
      </w:r>
      <w:r w:rsidR="00B77E03">
        <w:t xml:space="preserve">, </w:t>
      </w:r>
      <w:r w:rsidRPr="002813C1">
        <w:t>remercia Dieu</w:t>
      </w:r>
      <w:r w:rsidR="00B77E03">
        <w:t>.</w:t>
      </w:r>
    </w:p>
    <w:p w14:paraId="15F3206A" w14:textId="77777777" w:rsidR="00B77E03" w:rsidRDefault="0024252B" w:rsidP="00B77E03">
      <w:r w:rsidRPr="002813C1">
        <w:t>Mère incomparable</w:t>
      </w:r>
      <w:r w:rsidR="00B77E03">
        <w:t xml:space="preserve">, </w:t>
      </w:r>
      <w:r w:rsidRPr="002813C1">
        <w:t>elle avait su lire dans le cœur de son fils</w:t>
      </w:r>
      <w:r w:rsidR="00B77E03">
        <w:t xml:space="preserve">, </w:t>
      </w:r>
      <w:r w:rsidRPr="002813C1">
        <w:t>et apercevant ses hésitations et ses défaillances</w:t>
      </w:r>
      <w:r w:rsidR="00B77E03">
        <w:t xml:space="preserve">, </w:t>
      </w:r>
      <w:r w:rsidRPr="002813C1">
        <w:t>elle avait été épouvantée</w:t>
      </w:r>
      <w:r w:rsidR="00B77E03">
        <w:t xml:space="preserve">… </w:t>
      </w:r>
      <w:r w:rsidRPr="002813C1">
        <w:t>Maintenant elle le voyait tel qu</w:t>
      </w:r>
      <w:r w:rsidR="00B77E03">
        <w:t>’</w:t>
      </w:r>
      <w:r w:rsidRPr="002813C1">
        <w:t>elle le souhaitait</w:t>
      </w:r>
      <w:r w:rsidR="00B77E03">
        <w:t>…</w:t>
      </w:r>
    </w:p>
    <w:p w14:paraId="4FF156CB" w14:textId="77777777" w:rsidR="00B77E03" w:rsidRDefault="0024252B" w:rsidP="00B77E03">
      <w:r w:rsidRPr="002813C1">
        <w:t>Et</w:t>
      </w:r>
      <w:r w:rsidR="00B77E03">
        <w:t xml:space="preserve">, </w:t>
      </w:r>
      <w:r w:rsidRPr="002813C1">
        <w:t>en effet</w:t>
      </w:r>
      <w:r w:rsidR="00B77E03">
        <w:t xml:space="preserve">, </w:t>
      </w:r>
      <w:r w:rsidRPr="002813C1">
        <w:t>il en était déjà à se reprocher son découragement et à s</w:t>
      </w:r>
      <w:r w:rsidR="00B77E03">
        <w:t>’</w:t>
      </w:r>
      <w:r w:rsidRPr="002813C1">
        <w:t>indigner de sa facilité à se laisser émouvoir</w:t>
      </w:r>
      <w:r w:rsidR="00B77E03">
        <w:t xml:space="preserve">. </w:t>
      </w:r>
      <w:r w:rsidRPr="002813C1">
        <w:t>Et</w:t>
      </w:r>
      <w:r w:rsidR="00B77E03">
        <w:t xml:space="preserve">, </w:t>
      </w:r>
      <w:r w:rsidRPr="002813C1">
        <w:t>pour première épreuve</w:t>
      </w:r>
      <w:r w:rsidR="00B77E03">
        <w:t xml:space="preserve">, </w:t>
      </w:r>
      <w:r w:rsidRPr="002813C1">
        <w:t>il s</w:t>
      </w:r>
      <w:r w:rsidR="00B77E03">
        <w:t>’</w:t>
      </w:r>
      <w:r w:rsidRPr="002813C1">
        <w:t xml:space="preserve">imposait de ne pas interroger la </w:t>
      </w:r>
      <w:proofErr w:type="spellStart"/>
      <w:r w:rsidRPr="002813C1">
        <w:t>Vantrasson</w:t>
      </w:r>
      <w:proofErr w:type="spellEnd"/>
      <w:r w:rsidRPr="002813C1">
        <w:t xml:space="preserve"> avant quatre ou cinq jours</w:t>
      </w:r>
      <w:r w:rsidR="00B77E03">
        <w:t xml:space="preserve">… </w:t>
      </w:r>
      <w:r w:rsidRPr="002813C1">
        <w:t>Si elle avait eu quelques soupçons</w:t>
      </w:r>
      <w:r w:rsidR="00B77E03">
        <w:t xml:space="preserve">, </w:t>
      </w:r>
      <w:r w:rsidRPr="002813C1">
        <w:t>ce temps devait suffire à les dissiper</w:t>
      </w:r>
      <w:r w:rsidR="00B77E03">
        <w:t>.</w:t>
      </w:r>
    </w:p>
    <w:p w14:paraId="006A4ACC" w14:textId="77777777" w:rsidR="00B77E03" w:rsidRDefault="0024252B" w:rsidP="00B77E03">
      <w:r w:rsidRPr="002813C1">
        <w:lastRenderedPageBreak/>
        <w:t>Il parla peu pendant le déjeuner</w:t>
      </w:r>
      <w:r w:rsidR="00B77E03">
        <w:t xml:space="preserve">, </w:t>
      </w:r>
      <w:r w:rsidRPr="002813C1">
        <w:t>mais c</w:t>
      </w:r>
      <w:r w:rsidR="00B77E03">
        <w:t>’</w:t>
      </w:r>
      <w:r w:rsidRPr="002813C1">
        <w:t>est qu</w:t>
      </w:r>
      <w:r w:rsidR="00B77E03">
        <w:t>’</w:t>
      </w:r>
      <w:r w:rsidRPr="002813C1">
        <w:t>il brûlait de commencer la lutte</w:t>
      </w:r>
      <w:r w:rsidR="00B77E03">
        <w:t xml:space="preserve">, </w:t>
      </w:r>
      <w:r w:rsidRPr="002813C1">
        <w:t>il voulait agir et il se demandait comment entrer en campagne</w:t>
      </w:r>
      <w:r w:rsidR="00B77E03">
        <w:t>.</w:t>
      </w:r>
    </w:p>
    <w:p w14:paraId="6A126170" w14:textId="77777777" w:rsidR="00B77E03" w:rsidRDefault="0024252B" w:rsidP="00B77E03">
      <w:r w:rsidRPr="002813C1">
        <w:t>Avant tout</w:t>
      </w:r>
      <w:r w:rsidR="00B77E03">
        <w:t xml:space="preserve">, </w:t>
      </w:r>
      <w:r w:rsidRPr="002813C1">
        <w:t>c</w:t>
      </w:r>
      <w:r w:rsidR="00B77E03">
        <w:t>’</w:t>
      </w:r>
      <w:r w:rsidRPr="002813C1">
        <w:t>était indiqué</w:t>
      </w:r>
      <w:r w:rsidR="00B77E03">
        <w:t xml:space="preserve">, </w:t>
      </w:r>
      <w:r w:rsidRPr="002813C1">
        <w:t>il devait étudier la position de l</w:t>
      </w:r>
      <w:r w:rsidR="00B77E03">
        <w:t>’</w:t>
      </w:r>
      <w:r w:rsidRPr="002813C1">
        <w:t>ennemi</w:t>
      </w:r>
      <w:r w:rsidR="00B77E03">
        <w:t xml:space="preserve">, </w:t>
      </w:r>
      <w:r w:rsidRPr="002813C1">
        <w:t>reconnaître les gens à qui il allait avoir affaire</w:t>
      </w:r>
      <w:r w:rsidR="00B77E03">
        <w:t xml:space="preserve">, </w:t>
      </w:r>
      <w:r w:rsidRPr="002813C1">
        <w:t>savoir au juste ce qu</w:t>
      </w:r>
      <w:r w:rsidR="00B77E03">
        <w:t>’</w:t>
      </w:r>
      <w:r w:rsidRPr="002813C1">
        <w:t xml:space="preserve">étaient le marquis de </w:t>
      </w:r>
      <w:proofErr w:type="spellStart"/>
      <w:r w:rsidRPr="002813C1">
        <w:t>Valorsay</w:t>
      </w:r>
      <w:proofErr w:type="spellEnd"/>
      <w:r w:rsidRPr="002813C1">
        <w:t xml:space="preserve"> et le vicomte de </w:t>
      </w:r>
      <w:proofErr w:type="spellStart"/>
      <w:r w:rsidRPr="002813C1">
        <w:t>Coralth</w:t>
      </w:r>
      <w:proofErr w:type="spellEnd"/>
      <w:r w:rsidR="00B77E03">
        <w:t>.</w:t>
      </w:r>
    </w:p>
    <w:p w14:paraId="155F0FC9" w14:textId="77777777" w:rsidR="00B77E03" w:rsidRDefault="0024252B" w:rsidP="00B77E03">
      <w:r w:rsidRPr="002813C1">
        <w:t>Où et par quels moyens obtenir des renseignements exacts et minutieux sur le passé de ces deux hommes</w:t>
      </w:r>
      <w:r w:rsidR="00B77E03">
        <w:t xml:space="preserve"> ? </w:t>
      </w:r>
      <w:r w:rsidRPr="002813C1">
        <w:t>Serait-il donc obligé de les épier à tout hasard et à dérober de ci et de là quelques informations au moins douteuses</w:t>
      </w:r>
      <w:r w:rsidR="00B77E03">
        <w:t xml:space="preserve"> ?… </w:t>
      </w:r>
      <w:r w:rsidRPr="002813C1">
        <w:t>Cette façon de procéder entraînerait bien des inconvénients et bien des lenteurs</w:t>
      </w:r>
      <w:r w:rsidR="00B77E03">
        <w:t>.</w:t>
      </w:r>
    </w:p>
    <w:p w14:paraId="51558D31" w14:textId="207BE08A" w:rsidR="00B77E03" w:rsidRDefault="0024252B" w:rsidP="00B77E03">
      <w:r w:rsidRPr="002813C1">
        <w:t>Il se torturait l</w:t>
      </w:r>
      <w:r w:rsidR="00B77E03">
        <w:t>’</w:t>
      </w:r>
      <w:r w:rsidRPr="002813C1">
        <w:t>esprit</w:t>
      </w:r>
      <w:r w:rsidR="00B77E03">
        <w:t xml:space="preserve">, </w:t>
      </w:r>
      <w:r w:rsidRPr="002813C1">
        <w:t xml:space="preserve">quand tout à coup lui revint en mémoire ce joueur étrange de la soirée de </w:t>
      </w:r>
      <w:r w:rsidR="00B77E03">
        <w:t>M</w:t>
      </w:r>
      <w:r w:rsidR="00B77E03" w:rsidRPr="00B77E03">
        <w:rPr>
          <w:vertAlign w:val="superscript"/>
        </w:rPr>
        <w:t>me</w:t>
      </w:r>
      <w:r w:rsidR="00B77E03">
        <w:t> </w:t>
      </w:r>
      <w:r w:rsidRPr="002813C1">
        <w:t>d</w:t>
      </w:r>
      <w:r w:rsidR="00B77E03">
        <w:t>’</w:t>
      </w:r>
      <w:r w:rsidRPr="002813C1">
        <w:t>Argelès</w:t>
      </w:r>
      <w:r w:rsidR="00B77E03">
        <w:t xml:space="preserve">, </w:t>
      </w:r>
      <w:r w:rsidRPr="002813C1">
        <w:t>ce gros homme essoufflé qui</w:t>
      </w:r>
      <w:r w:rsidR="00B77E03">
        <w:t xml:space="preserve">, </w:t>
      </w:r>
      <w:r w:rsidRPr="002813C1">
        <w:t>le lendemain du guet-apens</w:t>
      </w:r>
      <w:r w:rsidR="00B77E03">
        <w:t xml:space="preserve">, </w:t>
      </w:r>
      <w:r w:rsidRPr="002813C1">
        <w:t>était venu le trouver rue d</w:t>
      </w:r>
      <w:r w:rsidR="00B77E03">
        <w:t>’</w:t>
      </w:r>
      <w:r w:rsidRPr="002813C1">
        <w:t>Ulm et lui avait signé un certificat d</w:t>
      </w:r>
      <w:r w:rsidR="00B77E03">
        <w:t>’</w:t>
      </w:r>
      <w:r w:rsidRPr="002813C1">
        <w:t>honorabilité</w:t>
      </w:r>
      <w:r w:rsidR="00B77E03">
        <w:t xml:space="preserve">… </w:t>
      </w:r>
      <w:r w:rsidRPr="002813C1">
        <w:t>Il se souvint qu</w:t>
      </w:r>
      <w:r w:rsidR="00B77E03">
        <w:t>’</w:t>
      </w:r>
      <w:r w:rsidRPr="002813C1">
        <w:t>en le quittant</w:t>
      </w:r>
      <w:r w:rsidR="00B77E03">
        <w:t xml:space="preserve">, </w:t>
      </w:r>
      <w:r w:rsidRPr="002813C1">
        <w:t>ce singulier personnage lui avait dit</w:t>
      </w:r>
      <w:r w:rsidR="00B77E03">
        <w:t> : « </w:t>
      </w:r>
      <w:r w:rsidRPr="002813C1">
        <w:t>S</w:t>
      </w:r>
      <w:r w:rsidR="00B77E03">
        <w:t>’</w:t>
      </w:r>
      <w:r w:rsidRPr="002813C1">
        <w:t>il vous faut jamais un coup d</w:t>
      </w:r>
      <w:r w:rsidR="00B77E03">
        <w:t>’</w:t>
      </w:r>
      <w:r w:rsidRPr="002813C1">
        <w:t>épaule</w:t>
      </w:r>
      <w:r w:rsidR="00B77E03">
        <w:t xml:space="preserve">, </w:t>
      </w:r>
      <w:r w:rsidRPr="002813C1">
        <w:t>venez sonner à ma porte</w:t>
      </w:r>
      <w:r w:rsidR="00B77E03">
        <w:t>… »</w:t>
      </w:r>
    </w:p>
    <w:p w14:paraId="7A7BF738" w14:textId="77777777" w:rsidR="00B77E03" w:rsidRDefault="00B77E03" w:rsidP="00B77E03">
      <w:r>
        <w:t>— </w:t>
      </w:r>
      <w:r w:rsidR="0024252B" w:rsidRPr="002813C1">
        <w:t xml:space="preserve">Je vais me rendre chez le baron </w:t>
      </w:r>
      <w:proofErr w:type="spellStart"/>
      <w:r w:rsidR="0024252B" w:rsidRPr="002813C1">
        <w:t>Trigault</w:t>
      </w:r>
      <w:proofErr w:type="spellEnd"/>
      <w:r>
        <w:t xml:space="preserve">, </w:t>
      </w:r>
      <w:r w:rsidR="0024252B" w:rsidRPr="002813C1">
        <w:t>dit-il à sa mère</w:t>
      </w:r>
      <w:r>
        <w:t xml:space="preserve">, </w:t>
      </w:r>
      <w:r w:rsidR="0024252B" w:rsidRPr="002813C1">
        <w:t>si tes pressentiments d</w:t>
      </w:r>
      <w:r>
        <w:t>’</w:t>
      </w:r>
      <w:r w:rsidR="0024252B" w:rsidRPr="002813C1">
        <w:t>hier ne te trompent pas</w:t>
      </w:r>
      <w:r>
        <w:t xml:space="preserve">, </w:t>
      </w:r>
      <w:r w:rsidR="0024252B" w:rsidRPr="002813C1">
        <w:t>il nous aidera</w:t>
      </w:r>
      <w:r>
        <w:t>…</w:t>
      </w:r>
    </w:p>
    <w:p w14:paraId="1A2F7B6F" w14:textId="77777777" w:rsidR="00B77E03" w:rsidRDefault="0024252B" w:rsidP="00B77E03">
      <w:r w:rsidRPr="002813C1">
        <w:t>Moins d</w:t>
      </w:r>
      <w:r w:rsidR="00B77E03">
        <w:t>’</w:t>
      </w:r>
      <w:r w:rsidRPr="002813C1">
        <w:t>une demi-heure plus tard</w:t>
      </w:r>
      <w:r w:rsidR="00B77E03">
        <w:t xml:space="preserve">, </w:t>
      </w:r>
      <w:r w:rsidRPr="002813C1">
        <w:t>il se mettait en route</w:t>
      </w:r>
      <w:r w:rsidR="00B77E03">
        <w:t>…</w:t>
      </w:r>
    </w:p>
    <w:p w14:paraId="33E68E5C" w14:textId="77777777" w:rsidR="00B77E03" w:rsidRDefault="0024252B" w:rsidP="00B77E03">
      <w:r w:rsidRPr="002813C1">
        <w:t>Il avait revêtu ses plus vieux habits</w:t>
      </w:r>
      <w:r w:rsidR="00B77E03">
        <w:t xml:space="preserve">, </w:t>
      </w:r>
      <w:r w:rsidRPr="002813C1">
        <w:t>et avait réussi à se donner cette indéfinissable tournure des gens sans position précise et qui passent leur vie à solliciter</w:t>
      </w:r>
      <w:r w:rsidR="00B77E03">
        <w:t xml:space="preserve">. </w:t>
      </w:r>
      <w:r w:rsidRPr="002813C1">
        <w:t>Cet artifice de toilette et le soin qu</w:t>
      </w:r>
      <w:r w:rsidR="00B77E03">
        <w:t>’</w:t>
      </w:r>
      <w:r w:rsidRPr="002813C1">
        <w:t>il avait pris de faire couper sa barbe et ses cheveux le changeaient si bien qu</w:t>
      </w:r>
      <w:r w:rsidR="00B77E03">
        <w:t>’</w:t>
      </w:r>
      <w:r w:rsidRPr="002813C1">
        <w:t>il fallait le regarder plusieurs fois et attentivement avant de le reconnaître</w:t>
      </w:r>
      <w:r w:rsidR="00B77E03">
        <w:t>.</w:t>
      </w:r>
    </w:p>
    <w:p w14:paraId="4F1E149B" w14:textId="77777777" w:rsidR="00B77E03" w:rsidRDefault="0024252B" w:rsidP="00B77E03">
      <w:r w:rsidRPr="002813C1">
        <w:lastRenderedPageBreak/>
        <w:t>On ne l</w:t>
      </w:r>
      <w:r w:rsidR="00B77E03">
        <w:t>’</w:t>
      </w:r>
      <w:r w:rsidRPr="002813C1">
        <w:t>eût pas reconnu non plus aux cartes de visite qu</w:t>
      </w:r>
      <w:r w:rsidR="00B77E03">
        <w:t>’</w:t>
      </w:r>
      <w:r w:rsidRPr="002813C1">
        <w:t>il avait en poche</w:t>
      </w:r>
      <w:r w:rsidR="00B77E03">
        <w:t xml:space="preserve">, </w:t>
      </w:r>
      <w:r w:rsidRPr="002813C1">
        <w:t>cartes écrites à la main</w:t>
      </w:r>
      <w:r w:rsidR="00B77E03">
        <w:t xml:space="preserve">, </w:t>
      </w:r>
      <w:r w:rsidRPr="002813C1">
        <w:t>par lui</w:t>
      </w:r>
      <w:r w:rsidR="00B77E03">
        <w:t xml:space="preserve">, </w:t>
      </w:r>
      <w:r w:rsidRPr="002813C1">
        <w:t>avant de sortir</w:t>
      </w:r>
      <w:r w:rsidR="00B77E03">
        <w:t xml:space="preserve">, </w:t>
      </w:r>
      <w:r w:rsidRPr="002813C1">
        <w:t>et où on lisait</w:t>
      </w:r>
      <w:r w:rsidR="00B77E03">
        <w:t> :</w:t>
      </w:r>
    </w:p>
    <w:p w14:paraId="4B65997B" w14:textId="2EF02DE9" w:rsidR="00B77E03" w:rsidRDefault="0024252B" w:rsidP="00B77E03">
      <w:pPr>
        <w:ind w:firstLine="0"/>
        <w:jc w:val="center"/>
      </w:pPr>
      <w:r w:rsidRPr="00B77E03">
        <w:rPr>
          <w:i/>
          <w:iCs/>
        </w:rPr>
        <w:t>P</w:t>
      </w:r>
      <w:r w:rsidR="00B77E03">
        <w:rPr>
          <w:i/>
          <w:iCs/>
        </w:rPr>
        <w:t xml:space="preserve">. </w:t>
      </w:r>
      <w:proofErr w:type="spellStart"/>
      <w:r w:rsidRPr="00B77E03">
        <w:rPr>
          <w:i/>
          <w:iCs/>
        </w:rPr>
        <w:t>Mauméjan</w:t>
      </w:r>
      <w:proofErr w:type="spellEnd"/>
    </w:p>
    <w:p w14:paraId="102A3B28" w14:textId="77777777" w:rsidR="00B77E03" w:rsidRDefault="0024252B" w:rsidP="00B77E03">
      <w:pPr>
        <w:ind w:firstLine="0"/>
        <w:jc w:val="center"/>
      </w:pPr>
      <w:r w:rsidRPr="00B77E03">
        <w:t>Hommes d</w:t>
      </w:r>
      <w:r w:rsidR="00B77E03">
        <w:t>’</w:t>
      </w:r>
      <w:r w:rsidRPr="00B77E03">
        <w:t>affaires</w:t>
      </w:r>
      <w:r w:rsidR="00B77E03">
        <w:t>.</w:t>
      </w:r>
    </w:p>
    <w:p w14:paraId="1AB05EC3" w14:textId="77777777" w:rsidR="00B77E03" w:rsidRDefault="0024252B" w:rsidP="00B77E03">
      <w:pPr>
        <w:jc w:val="right"/>
      </w:pPr>
      <w:r w:rsidRPr="00B77E03">
        <w:t>Route de la Révolte</w:t>
      </w:r>
      <w:r w:rsidR="00B77E03">
        <w:t>.</w:t>
      </w:r>
    </w:p>
    <w:p w14:paraId="02B94B5F" w14:textId="1ABF5B48" w:rsidR="00B77E03" w:rsidRDefault="0024252B" w:rsidP="00B77E03">
      <w:r w:rsidRPr="002813C1">
        <w:t>L</w:t>
      </w:r>
      <w:r w:rsidR="00B77E03">
        <w:t>’</w:t>
      </w:r>
      <w:r w:rsidRPr="002813C1">
        <w:t>expérience de la vie de Paris lui avait fait choisir la profession qu</w:t>
      </w:r>
      <w:r w:rsidR="00B77E03">
        <w:t>’</w:t>
      </w:r>
      <w:r w:rsidRPr="002813C1">
        <w:t xml:space="preserve">exerçait si honorablement </w:t>
      </w:r>
      <w:r w:rsidR="00B77E03">
        <w:t>M. </w:t>
      </w:r>
      <w:r w:rsidRPr="002813C1">
        <w:t>Fortunat</w:t>
      </w:r>
      <w:r w:rsidR="00B77E03">
        <w:t xml:space="preserve">, </w:t>
      </w:r>
      <w:r w:rsidRPr="002813C1">
        <w:t>qui n</w:t>
      </w:r>
      <w:r w:rsidR="00B77E03">
        <w:t>’</w:t>
      </w:r>
      <w:r w:rsidRPr="002813C1">
        <w:t>en est pas une</w:t>
      </w:r>
      <w:r w:rsidR="00B77E03">
        <w:t xml:space="preserve">, </w:t>
      </w:r>
      <w:r w:rsidRPr="002813C1">
        <w:t>à vrai dire</w:t>
      </w:r>
      <w:r w:rsidR="00B77E03">
        <w:t xml:space="preserve">, </w:t>
      </w:r>
      <w:r w:rsidRPr="002813C1">
        <w:t>et qui pourtant ouvre presque toutes les portes</w:t>
      </w:r>
      <w:r w:rsidR="00B77E03">
        <w:t>.</w:t>
      </w:r>
    </w:p>
    <w:p w14:paraId="5872F008" w14:textId="77777777" w:rsidR="00B77E03" w:rsidRDefault="00B77E03" w:rsidP="00B77E03">
      <w:r>
        <w:t>— </w:t>
      </w:r>
      <w:r w:rsidR="0024252B" w:rsidRPr="002813C1">
        <w:t>Je vais entrer dans le premier café venu</w:t>
      </w:r>
      <w:r>
        <w:t xml:space="preserve">, </w:t>
      </w:r>
      <w:r w:rsidR="0024252B" w:rsidRPr="002813C1">
        <w:t>se disait-il</w:t>
      </w:r>
      <w:r>
        <w:t xml:space="preserve">, </w:t>
      </w:r>
      <w:r w:rsidR="0024252B" w:rsidRPr="002813C1">
        <w:t>j</w:t>
      </w:r>
      <w:r>
        <w:t>’</w:t>
      </w:r>
      <w:r w:rsidR="0024252B" w:rsidRPr="002813C1">
        <w:t>y demanderai un Bottin</w:t>
      </w:r>
      <w:r>
        <w:t xml:space="preserve">, </w:t>
      </w:r>
      <w:r w:rsidR="0024252B" w:rsidRPr="002813C1">
        <w:t>et j</w:t>
      </w:r>
      <w:r>
        <w:t>’</w:t>
      </w:r>
      <w:r w:rsidR="0024252B" w:rsidRPr="002813C1">
        <w:t>y trouverai certainement l</w:t>
      </w:r>
      <w:r>
        <w:t>’</w:t>
      </w:r>
      <w:r w:rsidR="0024252B" w:rsidRPr="002813C1">
        <w:t xml:space="preserve">adresse du baron </w:t>
      </w:r>
      <w:proofErr w:type="spellStart"/>
      <w:r w:rsidR="0024252B" w:rsidRPr="002813C1">
        <w:t>Trigault</w:t>
      </w:r>
      <w:proofErr w:type="spellEnd"/>
      <w:r>
        <w:t>…</w:t>
      </w:r>
    </w:p>
    <w:p w14:paraId="64320945" w14:textId="77777777" w:rsidR="00B77E03" w:rsidRDefault="0024252B" w:rsidP="00B77E03">
      <w:r w:rsidRPr="002813C1">
        <w:t xml:space="preserve">Le baron demeurait rue de la </w:t>
      </w:r>
      <w:proofErr w:type="spellStart"/>
      <w:r w:rsidRPr="002813C1">
        <w:t>Ville-l</w:t>
      </w:r>
      <w:r w:rsidR="00B77E03">
        <w:t>’</w:t>
      </w:r>
      <w:r w:rsidRPr="002813C1">
        <w:t>Évêque</w:t>
      </w:r>
      <w:proofErr w:type="spellEnd"/>
      <w:r w:rsidR="00B77E03">
        <w:t>.</w:t>
      </w:r>
    </w:p>
    <w:p w14:paraId="39D7925B" w14:textId="77777777" w:rsidR="00B77E03" w:rsidRDefault="0024252B" w:rsidP="00B77E03">
      <w:r w:rsidRPr="002813C1">
        <w:t>Son hôtel</w:t>
      </w:r>
      <w:r w:rsidR="00B77E03">
        <w:t xml:space="preserve">, </w:t>
      </w:r>
      <w:r w:rsidRPr="002813C1">
        <w:t>un des plus vastes et des plus magnifiques du quartier</w:t>
      </w:r>
      <w:r w:rsidR="00B77E03">
        <w:t xml:space="preserve">, </w:t>
      </w:r>
      <w:r w:rsidRPr="002813C1">
        <w:t>trahissait l</w:t>
      </w:r>
      <w:r w:rsidR="00B77E03">
        <w:t>’</w:t>
      </w:r>
      <w:r w:rsidRPr="002813C1">
        <w:t>industriel heureux</w:t>
      </w:r>
      <w:r w:rsidR="00B77E03">
        <w:t xml:space="preserve">, </w:t>
      </w:r>
      <w:r w:rsidRPr="002813C1">
        <w:t>le financier habile</w:t>
      </w:r>
      <w:r w:rsidR="00B77E03">
        <w:t xml:space="preserve">, </w:t>
      </w:r>
      <w:r w:rsidRPr="002813C1">
        <w:t>le propriétaire de mines</w:t>
      </w:r>
      <w:r w:rsidR="00B77E03">
        <w:t>…</w:t>
      </w:r>
    </w:p>
    <w:p w14:paraId="5EE65262" w14:textId="77777777" w:rsidR="00B77E03" w:rsidRDefault="0024252B" w:rsidP="00B77E03">
      <w:r w:rsidRPr="002813C1">
        <w:t>Le luxe éclatait au point de surprendre Pascal</w:t>
      </w:r>
      <w:r w:rsidR="00B77E03">
        <w:t xml:space="preserve">, </w:t>
      </w:r>
      <w:r w:rsidRPr="002813C1">
        <w:t>qui se demandait comment le possesseur de cette habitation princière pouvait trouver quelque plaisir à la table de jeu de l</w:t>
      </w:r>
      <w:r w:rsidR="00B77E03">
        <w:t>’</w:t>
      </w:r>
      <w:r w:rsidRPr="002813C1">
        <w:t>hôtel d</w:t>
      </w:r>
      <w:r w:rsidR="00B77E03">
        <w:t>’</w:t>
      </w:r>
      <w:r w:rsidRPr="002813C1">
        <w:t>Argelès</w:t>
      </w:r>
      <w:r w:rsidR="00B77E03">
        <w:t>…</w:t>
      </w:r>
    </w:p>
    <w:p w14:paraId="48F9C383" w14:textId="77777777" w:rsidR="00B77E03" w:rsidRDefault="0024252B" w:rsidP="00B77E03">
      <w:r w:rsidRPr="002813C1">
        <w:t>Cinq ou six domestiques flânaient dans la cour</w:t>
      </w:r>
      <w:r w:rsidR="00B77E03">
        <w:t xml:space="preserve">, </w:t>
      </w:r>
      <w:r w:rsidRPr="002813C1">
        <w:t>lorsqu</w:t>
      </w:r>
      <w:r w:rsidR="00B77E03">
        <w:t>’</w:t>
      </w:r>
      <w:r w:rsidRPr="002813C1">
        <w:t>il y arriva</w:t>
      </w:r>
      <w:r w:rsidR="00B77E03">
        <w:t xml:space="preserve">. </w:t>
      </w:r>
      <w:r w:rsidRPr="002813C1">
        <w:t>Il marcha droit à l</w:t>
      </w:r>
      <w:r w:rsidR="00B77E03">
        <w:t>’</w:t>
      </w:r>
      <w:r w:rsidRPr="002813C1">
        <w:t>un d</w:t>
      </w:r>
      <w:r w:rsidR="00B77E03">
        <w:t>’</w:t>
      </w:r>
      <w:r w:rsidRPr="002813C1">
        <w:t>eux</w:t>
      </w:r>
      <w:r w:rsidR="00B77E03">
        <w:t xml:space="preserve">, </w:t>
      </w:r>
      <w:r w:rsidRPr="002813C1">
        <w:t>et le chapeau à la main</w:t>
      </w:r>
      <w:r w:rsidR="00B77E03">
        <w:t xml:space="preserve">, </w:t>
      </w:r>
      <w:r w:rsidRPr="002813C1">
        <w:t>demanda</w:t>
      </w:r>
      <w:r w:rsidR="00B77E03">
        <w:t> :</w:t>
      </w:r>
    </w:p>
    <w:p w14:paraId="75B8DD94" w14:textId="19E29D73" w:rsidR="00B77E03" w:rsidRDefault="00B77E03" w:rsidP="00B77E03">
      <w:r>
        <w:t>— M. </w:t>
      </w:r>
      <w:r w:rsidR="0024252B" w:rsidRPr="002813C1">
        <w:t xml:space="preserve">le baron </w:t>
      </w:r>
      <w:proofErr w:type="spellStart"/>
      <w:r w:rsidR="0024252B" w:rsidRPr="002813C1">
        <w:t>Trigault</w:t>
      </w:r>
      <w:proofErr w:type="spellEnd"/>
      <w:r>
        <w:t>.</w:t>
      </w:r>
    </w:p>
    <w:p w14:paraId="7B8E5E7E" w14:textId="77777777" w:rsidR="00B77E03" w:rsidRDefault="0024252B" w:rsidP="00B77E03">
      <w:r w:rsidRPr="002813C1">
        <w:lastRenderedPageBreak/>
        <w:t>Il eût demandé le Grand-Turc</w:t>
      </w:r>
      <w:r w:rsidR="00B77E03">
        <w:t xml:space="preserve">, </w:t>
      </w:r>
      <w:r w:rsidRPr="002813C1">
        <w:t>que le valet ne l</w:t>
      </w:r>
      <w:r w:rsidR="00B77E03">
        <w:t>’</w:t>
      </w:r>
      <w:r w:rsidRPr="002813C1">
        <w:t>eût pas toisé d</w:t>
      </w:r>
      <w:r w:rsidR="00B77E03">
        <w:t>’</w:t>
      </w:r>
      <w:r w:rsidRPr="002813C1">
        <w:t>un air plus étonné</w:t>
      </w:r>
      <w:r w:rsidR="00B77E03">
        <w:t xml:space="preserve">… </w:t>
      </w:r>
      <w:r w:rsidRPr="002813C1">
        <w:t>À ce point que</w:t>
      </w:r>
      <w:r w:rsidR="00B77E03">
        <w:t xml:space="preserve">, </w:t>
      </w:r>
      <w:r w:rsidRPr="002813C1">
        <w:t>craignant de s</w:t>
      </w:r>
      <w:r w:rsidR="00B77E03">
        <w:t>’</w:t>
      </w:r>
      <w:r w:rsidRPr="002813C1">
        <w:t>être trompé</w:t>
      </w:r>
      <w:r w:rsidR="00B77E03">
        <w:t xml:space="preserve">, </w:t>
      </w:r>
      <w:r w:rsidRPr="002813C1">
        <w:t>il ajouta</w:t>
      </w:r>
      <w:r w:rsidR="00B77E03">
        <w:t> :</w:t>
      </w:r>
    </w:p>
    <w:p w14:paraId="7191712F" w14:textId="77777777" w:rsidR="00B77E03" w:rsidRDefault="00B77E03" w:rsidP="00B77E03">
      <w:r>
        <w:t>— </w:t>
      </w:r>
      <w:r w:rsidR="0024252B" w:rsidRPr="002813C1">
        <w:t>N</w:t>
      </w:r>
      <w:r>
        <w:t>’</w:t>
      </w:r>
      <w:r w:rsidR="0024252B" w:rsidRPr="002813C1">
        <w:t>est-ce pas ici qu</w:t>
      </w:r>
      <w:r>
        <w:t>’</w:t>
      </w:r>
      <w:r w:rsidR="0024252B" w:rsidRPr="002813C1">
        <w:t>il demeure</w:t>
      </w:r>
      <w:r>
        <w:t> ?</w:t>
      </w:r>
    </w:p>
    <w:p w14:paraId="41A97B44" w14:textId="77777777" w:rsidR="00B77E03" w:rsidRDefault="0024252B" w:rsidP="00B77E03">
      <w:r w:rsidRPr="002813C1">
        <w:t>L</w:t>
      </w:r>
      <w:r w:rsidR="00B77E03">
        <w:t>’</w:t>
      </w:r>
      <w:r w:rsidRPr="002813C1">
        <w:t>autre éclata de rire</w:t>
      </w:r>
      <w:r w:rsidR="00B77E03">
        <w:t>.</w:t>
      </w:r>
    </w:p>
    <w:p w14:paraId="526F4910" w14:textId="77777777" w:rsidR="00B77E03" w:rsidRDefault="00B77E03" w:rsidP="00B77E03">
      <w:r>
        <w:t>— </w:t>
      </w:r>
      <w:r w:rsidR="0024252B" w:rsidRPr="002813C1">
        <w:t>C</w:t>
      </w:r>
      <w:r>
        <w:t>’</w:t>
      </w:r>
      <w:r w:rsidR="0024252B" w:rsidRPr="002813C1">
        <w:t>est bien ici</w:t>
      </w:r>
      <w:r>
        <w:t xml:space="preserve">, </w:t>
      </w:r>
      <w:r w:rsidR="0024252B" w:rsidRPr="002813C1">
        <w:t>répondit-il</w:t>
      </w:r>
      <w:r>
        <w:t xml:space="preserve">, </w:t>
      </w:r>
      <w:r w:rsidR="0024252B" w:rsidRPr="002813C1">
        <w:t>et même</w:t>
      </w:r>
      <w:r>
        <w:t xml:space="preserve">, – </w:t>
      </w:r>
      <w:r w:rsidR="0024252B" w:rsidRPr="002813C1">
        <w:t>vous pouvez vous flatter d</w:t>
      </w:r>
      <w:r>
        <w:t>’</w:t>
      </w:r>
      <w:r w:rsidR="0024252B" w:rsidRPr="002813C1">
        <w:t>avoir une rude chance</w:t>
      </w:r>
      <w:r>
        <w:t xml:space="preserve">… </w:t>
      </w:r>
      <w:r w:rsidR="0024252B" w:rsidRPr="002813C1">
        <w:t>il y est</w:t>
      </w:r>
      <w:r>
        <w:t>…</w:t>
      </w:r>
    </w:p>
    <w:p w14:paraId="0C044FB5" w14:textId="77777777" w:rsidR="00B77E03" w:rsidRDefault="00B77E03" w:rsidP="00B77E03">
      <w:r>
        <w:t>— </w:t>
      </w:r>
      <w:r w:rsidR="0024252B" w:rsidRPr="002813C1">
        <w:t>J</w:t>
      </w:r>
      <w:r>
        <w:t>’</w:t>
      </w:r>
      <w:r w:rsidR="0024252B" w:rsidRPr="002813C1">
        <w:t>aurais à l</w:t>
      </w:r>
      <w:r>
        <w:t>’</w:t>
      </w:r>
      <w:r w:rsidR="0024252B" w:rsidRPr="002813C1">
        <w:t>entretenir d</w:t>
      </w:r>
      <w:r>
        <w:t>’</w:t>
      </w:r>
      <w:r w:rsidR="0024252B" w:rsidRPr="002813C1">
        <w:t>une affaire</w:t>
      </w:r>
      <w:r>
        <w:t>…</w:t>
      </w:r>
    </w:p>
    <w:p w14:paraId="6F526596" w14:textId="77777777" w:rsidR="00B77E03" w:rsidRDefault="0024252B" w:rsidP="00B77E03">
      <w:r w:rsidRPr="002813C1">
        <w:t>Le domestique appela un de ses collègues</w:t>
      </w:r>
      <w:r w:rsidR="00B77E03">
        <w:t> :</w:t>
      </w:r>
    </w:p>
    <w:p w14:paraId="5285DC1E" w14:textId="2C93ECC6" w:rsidR="00B77E03" w:rsidRDefault="00B77E03" w:rsidP="00B77E03">
      <w:r>
        <w:t>— </w:t>
      </w:r>
      <w:r w:rsidR="0024252B" w:rsidRPr="002813C1">
        <w:t>Eh</w:t>
      </w:r>
      <w:r>
        <w:t xml:space="preserve"> ! </w:t>
      </w:r>
      <w:proofErr w:type="spellStart"/>
      <w:r w:rsidR="0024252B" w:rsidRPr="002813C1">
        <w:t>Florestan</w:t>
      </w:r>
      <w:proofErr w:type="spellEnd"/>
      <w:r>
        <w:t>… M. </w:t>
      </w:r>
      <w:r w:rsidR="0024252B" w:rsidRPr="002813C1">
        <w:t>le baron reçoit-il</w:t>
      </w:r>
      <w:r>
        <w:t> ?</w:t>
      </w:r>
    </w:p>
    <w:p w14:paraId="4698B1FF" w14:textId="4931C686" w:rsidR="00B77E03" w:rsidRDefault="00B77E03" w:rsidP="00B77E03">
      <w:r>
        <w:t>— M</w:t>
      </w:r>
      <w:r w:rsidRPr="00B77E03">
        <w:rPr>
          <w:vertAlign w:val="superscript"/>
        </w:rPr>
        <w:t>me</w:t>
      </w:r>
      <w:r>
        <w:t> </w:t>
      </w:r>
      <w:r w:rsidR="0024252B" w:rsidRPr="002813C1">
        <w:t>la baronne n</w:t>
      </w:r>
      <w:r>
        <w:t>’</w:t>
      </w:r>
      <w:r w:rsidR="0024252B" w:rsidRPr="002813C1">
        <w:t>a rien dit</w:t>
      </w:r>
      <w:r>
        <w:t>.</w:t>
      </w:r>
    </w:p>
    <w:p w14:paraId="47097519" w14:textId="77777777" w:rsidR="00B77E03" w:rsidRDefault="0024252B" w:rsidP="00B77E03">
      <w:r w:rsidRPr="002813C1">
        <w:t>Cela parut suffire au valet</w:t>
      </w:r>
      <w:r w:rsidR="00B77E03">
        <w:t xml:space="preserve">, </w:t>
      </w:r>
      <w:r w:rsidRPr="002813C1">
        <w:t>et se retournant vers Pascal</w:t>
      </w:r>
      <w:r w:rsidR="00B77E03">
        <w:t> :</w:t>
      </w:r>
    </w:p>
    <w:p w14:paraId="73C34256" w14:textId="77777777" w:rsidR="00B77E03" w:rsidRDefault="00B77E03" w:rsidP="00B77E03">
      <w:r>
        <w:t>— </w:t>
      </w:r>
      <w:r w:rsidR="0024252B" w:rsidRPr="002813C1">
        <w:t>En ce cas</w:t>
      </w:r>
      <w:r>
        <w:t xml:space="preserve">, </w:t>
      </w:r>
      <w:r w:rsidR="0024252B" w:rsidRPr="002813C1">
        <w:t>dit-il</w:t>
      </w:r>
      <w:r>
        <w:t xml:space="preserve">, </w:t>
      </w:r>
      <w:r w:rsidR="0024252B" w:rsidRPr="002813C1">
        <w:t>arrivez</w:t>
      </w:r>
      <w:r>
        <w:t>…</w:t>
      </w:r>
    </w:p>
    <w:p w14:paraId="7CAF97DD" w14:textId="50DE1B1F" w:rsidR="0024252B" w:rsidRPr="002813C1" w:rsidRDefault="0024252B" w:rsidP="00B77E03">
      <w:pPr>
        <w:pStyle w:val="Titre1"/>
      </w:pPr>
      <w:bookmarkStart w:id="1" w:name="_Toc202022826"/>
      <w:r w:rsidRPr="002813C1">
        <w:lastRenderedPageBreak/>
        <w:t>II</w:t>
      </w:r>
      <w:bookmarkEnd w:id="1"/>
      <w:r w:rsidRPr="002813C1">
        <w:br/>
      </w:r>
    </w:p>
    <w:p w14:paraId="7FC3C7E6" w14:textId="77777777" w:rsidR="00B77E03" w:rsidRDefault="0024252B" w:rsidP="00B77E03">
      <w:r w:rsidRPr="002813C1">
        <w:t>L</w:t>
      </w:r>
      <w:r w:rsidR="00B77E03">
        <w:t>’</w:t>
      </w:r>
      <w:r w:rsidRPr="002813C1">
        <w:t>intérieur de l</w:t>
      </w:r>
      <w:r w:rsidR="00B77E03">
        <w:t>’</w:t>
      </w:r>
      <w:r w:rsidRPr="002813C1">
        <w:t xml:space="preserve">hôtel </w:t>
      </w:r>
      <w:proofErr w:type="spellStart"/>
      <w:r w:rsidRPr="002813C1">
        <w:t>Trigault</w:t>
      </w:r>
      <w:proofErr w:type="spellEnd"/>
      <w:r w:rsidR="00B77E03">
        <w:t xml:space="preserve">, </w:t>
      </w:r>
      <w:r w:rsidRPr="002813C1">
        <w:t>par sa somptuosité</w:t>
      </w:r>
      <w:r w:rsidR="00B77E03">
        <w:t xml:space="preserve">, </w:t>
      </w:r>
      <w:r w:rsidRPr="002813C1">
        <w:t>répondait dignement aux magnificences extérieures</w:t>
      </w:r>
      <w:r w:rsidR="00B77E03">
        <w:t>…</w:t>
      </w:r>
    </w:p>
    <w:p w14:paraId="5CEAA4AB" w14:textId="77777777" w:rsidR="00B77E03" w:rsidRDefault="0024252B" w:rsidP="00B77E03">
      <w:r w:rsidRPr="002813C1">
        <w:t>Dès le seuil</w:t>
      </w:r>
      <w:r w:rsidR="00B77E03">
        <w:t xml:space="preserve">, </w:t>
      </w:r>
      <w:r w:rsidRPr="002813C1">
        <w:t>éclatait le luxe du millionnaire insouciant et prodigue</w:t>
      </w:r>
      <w:r w:rsidR="00B77E03">
        <w:t xml:space="preserve">, </w:t>
      </w:r>
      <w:r w:rsidRPr="002813C1">
        <w:t>curieux de la difficulté vaincue</w:t>
      </w:r>
      <w:r w:rsidR="00B77E03">
        <w:t xml:space="preserve">, </w:t>
      </w:r>
      <w:r w:rsidRPr="002813C1">
        <w:t>jaloux de l</w:t>
      </w:r>
      <w:r w:rsidR="00B77E03">
        <w:t>’</w:t>
      </w:r>
      <w:r w:rsidRPr="002813C1">
        <w:t>impossible et ne marchandant jamais ses caprices</w:t>
      </w:r>
      <w:r w:rsidR="00B77E03">
        <w:t>.</w:t>
      </w:r>
    </w:p>
    <w:p w14:paraId="3E305156" w14:textId="77777777" w:rsidR="00B77E03" w:rsidRDefault="0024252B" w:rsidP="00B77E03">
      <w:r w:rsidRPr="002813C1">
        <w:t>Le vestibule</w:t>
      </w:r>
      <w:r w:rsidR="00B77E03">
        <w:t xml:space="preserve">, </w:t>
      </w:r>
      <w:r w:rsidRPr="002813C1">
        <w:t>pavé de mosaïques précieuses</w:t>
      </w:r>
      <w:r w:rsidR="00B77E03">
        <w:t xml:space="preserve">, </w:t>
      </w:r>
      <w:r w:rsidRPr="002813C1">
        <w:t>était transformé en serre et tout encombré de fleurs renouvelées chaque matin</w:t>
      </w:r>
      <w:r w:rsidR="00B77E03">
        <w:t xml:space="preserve">… </w:t>
      </w:r>
      <w:r w:rsidRPr="002813C1">
        <w:t>Des plantes rares ou bizarres grimpaient le long des murs après des treillis d</w:t>
      </w:r>
      <w:r w:rsidR="00B77E03">
        <w:t>’</w:t>
      </w:r>
      <w:r w:rsidRPr="002813C1">
        <w:t>or ou pendaient du plafond dans des vases de vieux chine authentique</w:t>
      </w:r>
      <w:r w:rsidR="00B77E03">
        <w:t xml:space="preserve">… </w:t>
      </w:r>
      <w:r w:rsidRPr="002813C1">
        <w:t>Et de ce fouillis de verdure</w:t>
      </w:r>
      <w:r w:rsidR="00B77E03">
        <w:t xml:space="preserve">, </w:t>
      </w:r>
      <w:r w:rsidRPr="002813C1">
        <w:t>surgissaient quelques marbres exquis</w:t>
      </w:r>
      <w:r w:rsidR="00B77E03">
        <w:t xml:space="preserve">, </w:t>
      </w:r>
      <w:r w:rsidRPr="002813C1">
        <w:t>signés de noms illustres</w:t>
      </w:r>
      <w:r w:rsidR="00B77E03">
        <w:t>.</w:t>
      </w:r>
    </w:p>
    <w:p w14:paraId="319C372D" w14:textId="77777777" w:rsidR="00B77E03" w:rsidRDefault="0024252B" w:rsidP="00B77E03">
      <w:r w:rsidRPr="002813C1">
        <w:t>Sur un canapé de joncs vernis</w:t>
      </w:r>
      <w:r w:rsidR="00B77E03">
        <w:t xml:space="preserve">, </w:t>
      </w:r>
      <w:r w:rsidRPr="002813C1">
        <w:t>jouant le banc rustique</w:t>
      </w:r>
      <w:r w:rsidR="00B77E03">
        <w:t xml:space="preserve">, </w:t>
      </w:r>
      <w:r w:rsidRPr="002813C1">
        <w:t>deux grands diables de valets de pied</w:t>
      </w:r>
      <w:r w:rsidR="00B77E03">
        <w:t xml:space="preserve">, </w:t>
      </w:r>
      <w:r w:rsidRPr="002813C1">
        <w:t>luisants et brillants comme des sous neufs</w:t>
      </w:r>
      <w:r w:rsidR="00B77E03">
        <w:t xml:space="preserve">, </w:t>
      </w:r>
      <w:r w:rsidRPr="002813C1">
        <w:t>se détiraient et bâillaient à se démettre la mâchoire</w:t>
      </w:r>
      <w:r w:rsidR="00B77E03">
        <w:t>.</w:t>
      </w:r>
    </w:p>
    <w:p w14:paraId="29E2172C" w14:textId="128A1671" w:rsidR="00B77E03" w:rsidRDefault="00B77E03" w:rsidP="00B77E03">
      <w:r>
        <w:t>— </w:t>
      </w:r>
      <w:r w:rsidR="0024252B" w:rsidRPr="002813C1">
        <w:t>Dites donc</w:t>
      </w:r>
      <w:r>
        <w:t xml:space="preserve">, </w:t>
      </w:r>
      <w:r w:rsidR="0024252B" w:rsidRPr="002813C1">
        <w:t>vous autres</w:t>
      </w:r>
      <w:r>
        <w:t xml:space="preserve">, </w:t>
      </w:r>
      <w:r w:rsidR="0024252B" w:rsidRPr="002813C1">
        <w:t>demanda le domestique qui conduisait Pascal</w:t>
      </w:r>
      <w:r>
        <w:t xml:space="preserve">, </w:t>
      </w:r>
      <w:r w:rsidR="0024252B" w:rsidRPr="002813C1">
        <w:t xml:space="preserve">peut-on parler à </w:t>
      </w:r>
      <w:r>
        <w:t>M. </w:t>
      </w:r>
      <w:r w:rsidR="0024252B" w:rsidRPr="002813C1">
        <w:t>le baron</w:t>
      </w:r>
      <w:r>
        <w:t> ?</w:t>
      </w:r>
    </w:p>
    <w:p w14:paraId="4992F70F" w14:textId="77777777" w:rsidR="00B77E03" w:rsidRDefault="00B77E03" w:rsidP="00B77E03">
      <w:r>
        <w:t>— </w:t>
      </w:r>
      <w:r w:rsidR="0024252B" w:rsidRPr="002813C1">
        <w:t>Pourquoi</w:t>
      </w:r>
      <w:r>
        <w:t> ?…</w:t>
      </w:r>
    </w:p>
    <w:p w14:paraId="3A7C12E4" w14:textId="77777777" w:rsidR="00B77E03" w:rsidRDefault="00B77E03" w:rsidP="00B77E03">
      <w:r>
        <w:t>— </w:t>
      </w:r>
      <w:r w:rsidR="0024252B" w:rsidRPr="002813C1">
        <w:t>C</w:t>
      </w:r>
      <w:r>
        <w:t>’</w:t>
      </w:r>
      <w:r w:rsidR="0024252B" w:rsidRPr="002813C1">
        <w:t>est que monsieur que voici aurait quelque chose à lui dire</w:t>
      </w:r>
      <w:r>
        <w:t>.</w:t>
      </w:r>
    </w:p>
    <w:p w14:paraId="69F9D71C" w14:textId="77777777" w:rsidR="00B77E03" w:rsidRDefault="0024252B" w:rsidP="00B77E03">
      <w:r w:rsidRPr="002813C1">
        <w:t>Les deux valets toisèrent ce visiteur inconnu</w:t>
      </w:r>
      <w:r w:rsidR="00B77E03">
        <w:t xml:space="preserve">, </w:t>
      </w:r>
      <w:r w:rsidRPr="002813C1">
        <w:t>l</w:t>
      </w:r>
      <w:r w:rsidR="00B77E03">
        <w:t>’</w:t>
      </w:r>
      <w:r w:rsidRPr="002813C1">
        <w:t>estimèrent un de ces personnages qui n</w:t>
      </w:r>
      <w:r w:rsidR="00B77E03">
        <w:t>’</w:t>
      </w:r>
      <w:r w:rsidRPr="002813C1">
        <w:t>existent pas pour des laquais de bonne maison</w:t>
      </w:r>
      <w:r w:rsidR="00B77E03">
        <w:t xml:space="preserve">, </w:t>
      </w:r>
      <w:r w:rsidRPr="002813C1">
        <w:t>et finalement éclatèrent de rire</w:t>
      </w:r>
      <w:r w:rsidR="00B77E03">
        <w:t>.</w:t>
      </w:r>
    </w:p>
    <w:p w14:paraId="0AAC071A" w14:textId="77777777" w:rsidR="00B77E03" w:rsidRDefault="00B77E03" w:rsidP="00B77E03">
      <w:r>
        <w:lastRenderedPageBreak/>
        <w:t>— </w:t>
      </w:r>
      <w:r w:rsidR="0024252B" w:rsidRPr="002813C1">
        <w:t>Ma foi</w:t>
      </w:r>
      <w:r>
        <w:t xml:space="preserve"> !… </w:t>
      </w:r>
      <w:r w:rsidR="0024252B" w:rsidRPr="002813C1">
        <w:t>fit le plus âgé</w:t>
      </w:r>
      <w:r>
        <w:t xml:space="preserve">, </w:t>
      </w:r>
      <w:r w:rsidR="0024252B" w:rsidRPr="002813C1">
        <w:t>en voilà un qui tombe comme marée en carême</w:t>
      </w:r>
      <w:r>
        <w:t xml:space="preserve">… </w:t>
      </w:r>
      <w:r w:rsidR="0024252B" w:rsidRPr="002813C1">
        <w:t>Annonce-le</w:t>
      </w:r>
      <w:r>
        <w:t xml:space="preserve">, </w:t>
      </w:r>
      <w:r w:rsidR="0024252B" w:rsidRPr="002813C1">
        <w:t>va</w:t>
      </w:r>
      <w:r>
        <w:t xml:space="preserve">, </w:t>
      </w:r>
      <w:r w:rsidR="0024252B" w:rsidRPr="002813C1">
        <w:t>et tu feras fièrement plaisir à Madame</w:t>
      </w:r>
      <w:r>
        <w:t xml:space="preserve">… </w:t>
      </w:r>
      <w:r w:rsidR="0024252B" w:rsidRPr="002813C1">
        <w:t>Il y a bien une demi-heure que Monsieur la tanne comme il n</w:t>
      </w:r>
      <w:r>
        <w:t>’</w:t>
      </w:r>
      <w:r w:rsidR="0024252B" w:rsidRPr="002813C1">
        <w:t>est pas possible</w:t>
      </w:r>
      <w:r>
        <w:t xml:space="preserve">… </w:t>
      </w:r>
      <w:r w:rsidR="0024252B" w:rsidRPr="002813C1">
        <w:t>Cré nom</w:t>
      </w:r>
      <w:r>
        <w:t xml:space="preserve"> ! </w:t>
      </w:r>
      <w:r w:rsidR="0024252B" w:rsidRPr="002813C1">
        <w:t>est-il tannant</w:t>
      </w:r>
      <w:r>
        <w:t xml:space="preserve">, </w:t>
      </w:r>
      <w:r w:rsidR="0024252B" w:rsidRPr="002813C1">
        <w:t>cet homme-là</w:t>
      </w:r>
      <w:r>
        <w:t xml:space="preserve">, </w:t>
      </w:r>
      <w:r w:rsidR="0024252B" w:rsidRPr="002813C1">
        <w:t>quand il s</w:t>
      </w:r>
      <w:r>
        <w:t>’</w:t>
      </w:r>
      <w:r w:rsidR="0024252B" w:rsidRPr="002813C1">
        <w:t>y met</w:t>
      </w:r>
      <w:r>
        <w:t> !…</w:t>
      </w:r>
    </w:p>
    <w:p w14:paraId="00D05440" w14:textId="77777777" w:rsidR="00B77E03" w:rsidRDefault="0024252B" w:rsidP="00B77E03">
      <w:r w:rsidRPr="002813C1">
        <w:t>La plus intense curiosité brilla dans l</w:t>
      </w:r>
      <w:r w:rsidR="00B77E03">
        <w:t>’</w:t>
      </w:r>
      <w:r w:rsidRPr="002813C1">
        <w:t>œil de l</w:t>
      </w:r>
      <w:r w:rsidR="00B77E03">
        <w:t>’</w:t>
      </w:r>
      <w:r w:rsidRPr="002813C1">
        <w:t>introducteur de Pascal</w:t>
      </w:r>
      <w:r w:rsidR="00B77E03">
        <w:t xml:space="preserve">, </w:t>
      </w:r>
      <w:r w:rsidRPr="002813C1">
        <w:t>et d</w:t>
      </w:r>
      <w:r w:rsidR="00B77E03">
        <w:t>’</w:t>
      </w:r>
      <w:r w:rsidRPr="002813C1">
        <w:t>un air mystérieux</w:t>
      </w:r>
      <w:r w:rsidR="00B77E03">
        <w:t> :</w:t>
      </w:r>
    </w:p>
    <w:p w14:paraId="5BD9C983" w14:textId="77777777" w:rsidR="00B77E03" w:rsidRDefault="00B77E03" w:rsidP="00B77E03">
      <w:r>
        <w:t>— </w:t>
      </w:r>
      <w:r w:rsidR="0024252B" w:rsidRPr="002813C1">
        <w:t>Pourquoi donc est-ce qu</w:t>
      </w:r>
      <w:r>
        <w:t>’</w:t>
      </w:r>
      <w:r w:rsidR="0024252B" w:rsidRPr="002813C1">
        <w:t>il la tracasse</w:t>
      </w:r>
      <w:r>
        <w:t xml:space="preserve"> ? </w:t>
      </w:r>
      <w:r w:rsidR="0024252B" w:rsidRPr="002813C1">
        <w:t>demanda-t-il</w:t>
      </w:r>
      <w:r>
        <w:t xml:space="preserve">. </w:t>
      </w:r>
      <w:r w:rsidR="0024252B" w:rsidRPr="002813C1">
        <w:t>Toujours à propos de son Fernand</w:t>
      </w:r>
      <w:r>
        <w:t xml:space="preserve">, </w:t>
      </w:r>
      <w:r w:rsidR="0024252B" w:rsidRPr="002813C1">
        <w:t>sans doute</w:t>
      </w:r>
      <w:r>
        <w:t xml:space="preserve">… </w:t>
      </w:r>
      <w:r w:rsidR="0024252B" w:rsidRPr="002813C1">
        <w:t>ou d</w:t>
      </w:r>
      <w:r>
        <w:t>’</w:t>
      </w:r>
      <w:r w:rsidR="0024252B" w:rsidRPr="002813C1">
        <w:t>un autre</w:t>
      </w:r>
      <w:r>
        <w:t> ?…</w:t>
      </w:r>
    </w:p>
    <w:p w14:paraId="2AE55BB7" w14:textId="44891900" w:rsidR="00B77E03" w:rsidRDefault="00B77E03" w:rsidP="00B77E03">
      <w:r>
        <w:t>— </w:t>
      </w:r>
      <w:r w:rsidR="0024252B" w:rsidRPr="002813C1">
        <w:t>Non</w:t>
      </w:r>
      <w:r>
        <w:t xml:space="preserve">… </w:t>
      </w:r>
      <w:r w:rsidR="0024252B" w:rsidRPr="002813C1">
        <w:t>Ce matin c</w:t>
      </w:r>
      <w:r>
        <w:t>’</w:t>
      </w:r>
      <w:r w:rsidR="0024252B" w:rsidRPr="002813C1">
        <w:t xml:space="preserve">est à cause de </w:t>
      </w:r>
      <w:r>
        <w:t>M. </w:t>
      </w:r>
      <w:r w:rsidR="0024252B" w:rsidRPr="002813C1">
        <w:t xml:space="preserve">Van </w:t>
      </w:r>
      <w:proofErr w:type="spellStart"/>
      <w:r w:rsidR="0024252B" w:rsidRPr="002813C1">
        <w:t>Klopen</w:t>
      </w:r>
      <w:proofErr w:type="spellEnd"/>
      <w:r>
        <w:t>.</w:t>
      </w:r>
    </w:p>
    <w:p w14:paraId="57A49C04" w14:textId="77777777" w:rsidR="00B77E03" w:rsidRDefault="00B77E03" w:rsidP="00B77E03">
      <w:r>
        <w:t>— </w:t>
      </w:r>
      <w:r w:rsidR="0024252B" w:rsidRPr="002813C1">
        <w:t>Le tailleur de Madame</w:t>
      </w:r>
      <w:r>
        <w:t> ?</w:t>
      </w:r>
    </w:p>
    <w:p w14:paraId="2A9C84BA" w14:textId="064412FA" w:rsidR="00B77E03" w:rsidRDefault="00B77E03" w:rsidP="00B77E03">
      <w:r>
        <w:t>— </w:t>
      </w:r>
      <w:r w:rsidR="0024252B" w:rsidRPr="002813C1">
        <w:t>Tout juste</w:t>
      </w:r>
      <w:r>
        <w:t xml:space="preserve"> !… </w:t>
      </w:r>
      <w:r w:rsidR="0024252B" w:rsidRPr="002813C1">
        <w:t>Monsieur et Madame étaient en train de déjeuner ensemble</w:t>
      </w:r>
      <w:r>
        <w:t xml:space="preserve">, – </w:t>
      </w:r>
      <w:r w:rsidR="0024252B" w:rsidRPr="002813C1">
        <w:t>une fois n</w:t>
      </w:r>
      <w:r>
        <w:t>’</w:t>
      </w:r>
      <w:r w:rsidR="0024252B" w:rsidRPr="002813C1">
        <w:t>est pas coutume</w:t>
      </w:r>
      <w:r>
        <w:t xml:space="preserve">, – </w:t>
      </w:r>
      <w:r w:rsidR="0024252B" w:rsidRPr="002813C1">
        <w:t xml:space="preserve">quand voilà que </w:t>
      </w:r>
      <w:r>
        <w:t>M. </w:t>
      </w:r>
      <w:r w:rsidR="0024252B" w:rsidRPr="002813C1">
        <w:t xml:space="preserve">Van </w:t>
      </w:r>
      <w:proofErr w:type="spellStart"/>
      <w:r w:rsidR="0024252B" w:rsidRPr="002813C1">
        <w:t>Klopen</w:t>
      </w:r>
      <w:proofErr w:type="spellEnd"/>
      <w:r w:rsidR="0024252B" w:rsidRPr="002813C1">
        <w:t xml:space="preserve"> se présente</w:t>
      </w:r>
      <w:r>
        <w:t xml:space="preserve">, </w:t>
      </w:r>
      <w:r w:rsidR="0024252B" w:rsidRPr="002813C1">
        <w:t>la bouche enfarinée et est reçu</w:t>
      </w:r>
      <w:r>
        <w:t xml:space="preserve">… </w:t>
      </w:r>
      <w:r w:rsidR="0024252B" w:rsidRPr="002813C1">
        <w:t>À part moi</w:t>
      </w:r>
      <w:r>
        <w:t xml:space="preserve">, </w:t>
      </w:r>
      <w:r w:rsidR="0024252B" w:rsidRPr="002813C1">
        <w:t>je me dis</w:t>
      </w:r>
      <w:r>
        <w:t> : « </w:t>
      </w:r>
      <w:r w:rsidR="0024252B" w:rsidRPr="002813C1">
        <w:t>Aïe</w:t>
      </w:r>
      <w:r>
        <w:t xml:space="preserve"> !… </w:t>
      </w:r>
      <w:r w:rsidR="0024252B" w:rsidRPr="002813C1">
        <w:t>aïe</w:t>
      </w:r>
      <w:r>
        <w:t xml:space="preserve"> !… </w:t>
      </w:r>
      <w:r w:rsidR="0024252B" w:rsidRPr="002813C1">
        <w:t>gare le grabuge</w:t>
      </w:r>
      <w:r>
        <w:t> !… »</w:t>
      </w:r>
      <w:r w:rsidR="0024252B" w:rsidRPr="002813C1">
        <w:t xml:space="preserve"> J</w:t>
      </w:r>
      <w:r>
        <w:t>’</w:t>
      </w:r>
      <w:r w:rsidR="0024252B" w:rsidRPr="002813C1">
        <w:t>ai un nez</w:t>
      </w:r>
      <w:r>
        <w:t xml:space="preserve">, </w:t>
      </w:r>
      <w:r w:rsidR="0024252B" w:rsidRPr="002813C1">
        <w:t>pour ces choses-là</w:t>
      </w:r>
      <w:r>
        <w:t xml:space="preserve">, </w:t>
      </w:r>
      <w:r w:rsidR="0024252B" w:rsidRPr="002813C1">
        <w:t>sans pareil</w:t>
      </w:r>
      <w:r>
        <w:t xml:space="preserve">… </w:t>
      </w:r>
      <w:r w:rsidR="0024252B" w:rsidRPr="002813C1">
        <w:t>Effectivement</w:t>
      </w:r>
      <w:r>
        <w:t xml:space="preserve">, </w:t>
      </w:r>
      <w:r w:rsidR="0024252B" w:rsidRPr="002813C1">
        <w:t>le couturier n</w:t>
      </w:r>
      <w:r>
        <w:t>’</w:t>
      </w:r>
      <w:r w:rsidR="0024252B" w:rsidRPr="002813C1">
        <w:t>était pas entré depuis cinq minutes</w:t>
      </w:r>
      <w:r>
        <w:t xml:space="preserve">, </w:t>
      </w:r>
      <w:r w:rsidR="0024252B" w:rsidRPr="002813C1">
        <w:t>que nous entendons la voix de Monsieur qui montait</w:t>
      </w:r>
      <w:r>
        <w:t xml:space="preserve">, </w:t>
      </w:r>
      <w:r w:rsidR="0024252B" w:rsidRPr="002813C1">
        <w:t>qui montait</w:t>
      </w:r>
      <w:r>
        <w:t xml:space="preserve"> ! </w:t>
      </w:r>
      <w:r w:rsidR="0024252B" w:rsidRPr="002813C1">
        <w:t>Je me suis dit en moi-même</w:t>
      </w:r>
      <w:r>
        <w:t> : « </w:t>
      </w:r>
      <w:r w:rsidR="0024252B" w:rsidRPr="002813C1">
        <w:t>Vlan</w:t>
      </w:r>
      <w:r>
        <w:t xml:space="preserve">… </w:t>
      </w:r>
      <w:r w:rsidR="0024252B" w:rsidRPr="002813C1">
        <w:t>c</w:t>
      </w:r>
      <w:r>
        <w:t>’</w:t>
      </w:r>
      <w:r w:rsidR="0024252B" w:rsidRPr="002813C1">
        <w:t>est le tailleur qui présente sa facture</w:t>
      </w:r>
      <w:r>
        <w:t> !… »</w:t>
      </w:r>
      <w:r w:rsidR="0024252B" w:rsidRPr="002813C1">
        <w:t xml:space="preserve"> Ça</w:t>
      </w:r>
      <w:r>
        <w:t xml:space="preserve">, </w:t>
      </w:r>
      <w:r w:rsidR="0024252B" w:rsidRPr="002813C1">
        <w:t>voyez-vous</w:t>
      </w:r>
      <w:r>
        <w:t xml:space="preserve">, </w:t>
      </w:r>
      <w:r w:rsidR="0024252B" w:rsidRPr="002813C1">
        <w:t>ça me connaît</w:t>
      </w:r>
      <w:r>
        <w:t xml:space="preserve">… </w:t>
      </w:r>
      <w:r w:rsidR="0024252B" w:rsidRPr="002813C1">
        <w:t>Madame criait bien le plus qu</w:t>
      </w:r>
      <w:r>
        <w:t>’</w:t>
      </w:r>
      <w:r w:rsidR="0024252B" w:rsidRPr="002813C1">
        <w:t>elle pouvait</w:t>
      </w:r>
      <w:r>
        <w:t xml:space="preserve">, </w:t>
      </w:r>
      <w:r w:rsidR="0024252B" w:rsidRPr="002813C1">
        <w:t xml:space="preserve">mais </w:t>
      </w:r>
      <w:proofErr w:type="spellStart"/>
      <w:r w:rsidR="0024252B" w:rsidRPr="002813C1">
        <w:t>ouitche</w:t>
      </w:r>
      <w:proofErr w:type="spellEnd"/>
      <w:r>
        <w:t xml:space="preserve"> !… </w:t>
      </w:r>
      <w:r w:rsidR="0024252B" w:rsidRPr="002813C1">
        <w:t>quand Monsieur s</w:t>
      </w:r>
      <w:r>
        <w:t>’</w:t>
      </w:r>
      <w:r w:rsidR="0024252B" w:rsidRPr="002813C1">
        <w:t>en mêle</w:t>
      </w:r>
      <w:r>
        <w:t xml:space="preserve">, </w:t>
      </w:r>
      <w:r w:rsidR="0024252B" w:rsidRPr="002813C1">
        <w:t>il n</w:t>
      </w:r>
      <w:r>
        <w:t>’</w:t>
      </w:r>
      <w:r w:rsidR="0024252B" w:rsidRPr="002813C1">
        <w:t>y en a que pour lui</w:t>
      </w:r>
      <w:r>
        <w:t xml:space="preserve">… </w:t>
      </w:r>
      <w:r w:rsidR="0024252B" w:rsidRPr="002813C1">
        <w:t>Non</w:t>
      </w:r>
      <w:r>
        <w:t xml:space="preserve">, </w:t>
      </w:r>
      <w:r w:rsidR="0024252B" w:rsidRPr="002813C1">
        <w:t>il n</w:t>
      </w:r>
      <w:r>
        <w:t>’</w:t>
      </w:r>
      <w:r w:rsidR="0024252B" w:rsidRPr="002813C1">
        <w:t>y a pas de cocher de fiacre pour jurer comme lui</w:t>
      </w:r>
      <w:r>
        <w:t> !…</w:t>
      </w:r>
    </w:p>
    <w:p w14:paraId="02E364C0" w14:textId="0B51E1E0" w:rsidR="00B77E03" w:rsidRDefault="00B77E03" w:rsidP="00B77E03">
      <w:r>
        <w:t>— </w:t>
      </w:r>
      <w:r w:rsidR="0024252B" w:rsidRPr="002813C1">
        <w:t xml:space="preserve">Et </w:t>
      </w:r>
      <w:r>
        <w:t>M. </w:t>
      </w:r>
      <w:r w:rsidR="0024252B" w:rsidRPr="002813C1">
        <w:t xml:space="preserve">Van </w:t>
      </w:r>
      <w:proofErr w:type="spellStart"/>
      <w:r w:rsidR="0024252B" w:rsidRPr="002813C1">
        <w:t>Klopen</w:t>
      </w:r>
      <w:proofErr w:type="spellEnd"/>
      <w:r>
        <w:t> ?</w:t>
      </w:r>
    </w:p>
    <w:p w14:paraId="6406A9E5" w14:textId="77777777" w:rsidR="00B77E03" w:rsidRDefault="00B77E03" w:rsidP="00B77E03">
      <w:r>
        <w:t>— </w:t>
      </w:r>
      <w:r w:rsidR="0024252B" w:rsidRPr="002813C1">
        <w:t>Oh</w:t>
      </w:r>
      <w:r>
        <w:t xml:space="preserve"> ! </w:t>
      </w:r>
      <w:r w:rsidR="0024252B" w:rsidRPr="002813C1">
        <w:t>lui</w:t>
      </w:r>
      <w:r>
        <w:t xml:space="preserve">, </w:t>
      </w:r>
      <w:r w:rsidR="0024252B" w:rsidRPr="002813C1">
        <w:t>il est habitué à ces scènes-là</w:t>
      </w:r>
      <w:r>
        <w:t xml:space="preserve">… </w:t>
      </w:r>
      <w:r w:rsidR="0024252B" w:rsidRPr="002813C1">
        <w:t>Quand on l</w:t>
      </w:r>
      <w:r>
        <w:t>’</w:t>
      </w:r>
      <w:r w:rsidR="0024252B" w:rsidRPr="002813C1">
        <w:t>a bien invectivé</w:t>
      </w:r>
      <w:r>
        <w:t xml:space="preserve">, </w:t>
      </w:r>
      <w:r w:rsidR="0024252B" w:rsidRPr="002813C1">
        <w:t>il fait comme les caniches qui sortent de l</w:t>
      </w:r>
      <w:r>
        <w:t>’</w:t>
      </w:r>
      <w:r w:rsidR="0024252B" w:rsidRPr="002813C1">
        <w:t>eau</w:t>
      </w:r>
      <w:r>
        <w:t xml:space="preserve">, </w:t>
      </w:r>
      <w:r w:rsidR="0024252B" w:rsidRPr="002813C1">
        <w:t>il se secoue les oreilles et tout est dit</w:t>
      </w:r>
      <w:r>
        <w:t xml:space="preserve">… </w:t>
      </w:r>
      <w:r w:rsidR="0024252B" w:rsidRPr="002813C1">
        <w:t xml:space="preserve">Il se fiche un peu de </w:t>
      </w:r>
      <w:r w:rsidR="0024252B" w:rsidRPr="002813C1">
        <w:lastRenderedPageBreak/>
        <w:t>Monsieur</w:t>
      </w:r>
      <w:r>
        <w:t xml:space="preserve"> !… </w:t>
      </w:r>
      <w:r w:rsidR="0024252B" w:rsidRPr="002813C1">
        <w:t>Il a fourni sa marchandise</w:t>
      </w:r>
      <w:r>
        <w:t xml:space="preserve">, </w:t>
      </w:r>
      <w:r w:rsidR="0024252B" w:rsidRPr="002813C1">
        <w:t>n</w:t>
      </w:r>
      <w:r>
        <w:t>’</w:t>
      </w:r>
      <w:r w:rsidR="0024252B" w:rsidRPr="002813C1">
        <w:t>est-ce pas</w:t>
      </w:r>
      <w:r>
        <w:t xml:space="preserve"> ?… </w:t>
      </w:r>
      <w:r w:rsidR="0024252B" w:rsidRPr="002813C1">
        <w:t>Il faut bien qu</w:t>
      </w:r>
      <w:r>
        <w:t>’</w:t>
      </w:r>
      <w:r w:rsidR="0024252B" w:rsidRPr="002813C1">
        <w:t>on la lui paye tôt ou tard</w:t>
      </w:r>
      <w:r>
        <w:t>…</w:t>
      </w:r>
    </w:p>
    <w:p w14:paraId="0AF64204" w14:textId="77777777" w:rsidR="00B77E03" w:rsidRDefault="00B77E03" w:rsidP="00B77E03">
      <w:r>
        <w:t>— </w:t>
      </w:r>
      <w:r w:rsidR="0024252B" w:rsidRPr="002813C1">
        <w:t>Comment</w:t>
      </w:r>
      <w:r>
        <w:t xml:space="preserve"> !… </w:t>
      </w:r>
      <w:r w:rsidR="0024252B" w:rsidRPr="002813C1">
        <w:t>On ne l</w:t>
      </w:r>
      <w:r>
        <w:t>’</w:t>
      </w:r>
      <w:r w:rsidR="0024252B" w:rsidRPr="002813C1">
        <w:t>a donc pas payé</w:t>
      </w:r>
      <w:r>
        <w:t> ?</w:t>
      </w:r>
    </w:p>
    <w:p w14:paraId="104FAAE9" w14:textId="77777777" w:rsidR="00B77E03" w:rsidRDefault="00B77E03" w:rsidP="00B77E03">
      <w:r>
        <w:t>— </w:t>
      </w:r>
      <w:r w:rsidR="0024252B" w:rsidRPr="002813C1">
        <w:t>Je ne sais pas</w:t>
      </w:r>
      <w:r>
        <w:t xml:space="preserve">, </w:t>
      </w:r>
      <w:r w:rsidR="0024252B" w:rsidRPr="002813C1">
        <w:t>il est encore là</w:t>
      </w:r>
      <w:r>
        <w:t>.</w:t>
      </w:r>
    </w:p>
    <w:p w14:paraId="0583AD09" w14:textId="77777777" w:rsidR="00B77E03" w:rsidRDefault="0024252B" w:rsidP="00B77E03">
      <w:r w:rsidRPr="002813C1">
        <w:t>Un terrible bruit de vaisselle qu</w:t>
      </w:r>
      <w:r w:rsidR="00B77E03">
        <w:t>’</w:t>
      </w:r>
      <w:r w:rsidRPr="002813C1">
        <w:t>on brise</w:t>
      </w:r>
      <w:r w:rsidR="00B77E03">
        <w:t xml:space="preserve">, </w:t>
      </w:r>
      <w:r w:rsidRPr="002813C1">
        <w:t>interrompit cette édifiante conversation</w:t>
      </w:r>
      <w:r w:rsidR="00B77E03">
        <w:t>.</w:t>
      </w:r>
    </w:p>
    <w:p w14:paraId="2435D5E7" w14:textId="77777777" w:rsidR="00B77E03" w:rsidRDefault="00B77E03" w:rsidP="00B77E03">
      <w:r>
        <w:t>— </w:t>
      </w:r>
      <w:r w:rsidR="0024252B" w:rsidRPr="002813C1">
        <w:t>Allons</w:t>
      </w:r>
      <w:r>
        <w:t xml:space="preserve">, </w:t>
      </w:r>
      <w:r w:rsidR="0024252B" w:rsidRPr="002813C1">
        <w:t>bon</w:t>
      </w:r>
      <w:r>
        <w:t xml:space="preserve"> !… </w:t>
      </w:r>
      <w:r w:rsidR="0024252B" w:rsidRPr="002813C1">
        <w:t>fit un des valets de pied</w:t>
      </w:r>
      <w:r>
        <w:t xml:space="preserve">, </w:t>
      </w:r>
      <w:r w:rsidR="0024252B" w:rsidRPr="002813C1">
        <w:t>voilà Monsieur qui casse pour deux ou trois cents francs de porcelaines</w:t>
      </w:r>
      <w:r>
        <w:t xml:space="preserve">… </w:t>
      </w:r>
      <w:r w:rsidR="0024252B" w:rsidRPr="002813C1">
        <w:t>Il faut être riche</w:t>
      </w:r>
      <w:r>
        <w:t xml:space="preserve">, </w:t>
      </w:r>
      <w:r w:rsidR="0024252B" w:rsidRPr="002813C1">
        <w:t>mes enfants</w:t>
      </w:r>
      <w:r>
        <w:t xml:space="preserve">, </w:t>
      </w:r>
      <w:r w:rsidR="0024252B" w:rsidRPr="002813C1">
        <w:t>pour se passer</w:t>
      </w:r>
      <w:r>
        <w:t xml:space="preserve">, </w:t>
      </w:r>
      <w:r w:rsidR="0024252B" w:rsidRPr="002813C1">
        <w:t>des colères de ce prix-là</w:t>
      </w:r>
      <w:r>
        <w:t> !…</w:t>
      </w:r>
    </w:p>
    <w:p w14:paraId="1DF66365" w14:textId="77777777" w:rsidR="00B77E03" w:rsidRDefault="00B77E03" w:rsidP="00B77E03">
      <w:r>
        <w:t>— </w:t>
      </w:r>
      <w:r w:rsidR="0024252B" w:rsidRPr="002813C1">
        <w:t>Dame</w:t>
      </w:r>
      <w:r>
        <w:t xml:space="preserve"> ! </w:t>
      </w:r>
      <w:r w:rsidR="0024252B" w:rsidRPr="002813C1">
        <w:t>observa l</w:t>
      </w:r>
      <w:r>
        <w:t>’</w:t>
      </w:r>
      <w:r w:rsidR="0024252B" w:rsidRPr="002813C1">
        <w:t>autre</w:t>
      </w:r>
      <w:r>
        <w:t xml:space="preserve">, </w:t>
      </w:r>
      <w:r w:rsidR="0024252B" w:rsidRPr="002813C1">
        <w:t>à la place de Monsieur</w:t>
      </w:r>
      <w:r>
        <w:t xml:space="preserve">, </w:t>
      </w:r>
      <w:r w:rsidR="0024252B" w:rsidRPr="002813C1">
        <w:t>je ne serais pas content</w:t>
      </w:r>
      <w:r>
        <w:t xml:space="preserve">… </w:t>
      </w:r>
      <w:r w:rsidR="0024252B" w:rsidRPr="002813C1">
        <w:t>Est-ce que ça vous irait que votre femme se fit habiller par un monsieur qui la mesurerait en long et en large</w:t>
      </w:r>
      <w:r>
        <w:t xml:space="preserve"> ?… </w:t>
      </w:r>
      <w:r w:rsidR="0024252B" w:rsidRPr="002813C1">
        <w:t>Moi</w:t>
      </w:r>
      <w:r>
        <w:t xml:space="preserve">, </w:t>
      </w:r>
      <w:r w:rsidR="0024252B" w:rsidRPr="002813C1">
        <w:t>je dis que c</w:t>
      </w:r>
      <w:r>
        <w:t>’</w:t>
      </w:r>
      <w:r w:rsidR="0024252B" w:rsidRPr="002813C1">
        <w:t>est indécent</w:t>
      </w:r>
      <w:r>
        <w:t xml:space="preserve">. </w:t>
      </w:r>
      <w:r w:rsidR="0024252B" w:rsidRPr="002813C1">
        <w:t>Je ne suis qu</w:t>
      </w:r>
      <w:r>
        <w:t>’</w:t>
      </w:r>
      <w:r w:rsidR="0024252B" w:rsidRPr="002813C1">
        <w:t>un domestique</w:t>
      </w:r>
      <w:r>
        <w:t xml:space="preserve">, </w:t>
      </w:r>
      <w:r w:rsidR="0024252B" w:rsidRPr="002813C1">
        <w:t>mais nom d</w:t>
      </w:r>
      <w:r>
        <w:t>’</w:t>
      </w:r>
      <w:r w:rsidR="0024252B" w:rsidRPr="002813C1">
        <w:t>un chien</w:t>
      </w:r>
      <w:r>
        <w:t> !…</w:t>
      </w:r>
    </w:p>
    <w:p w14:paraId="60847C08" w14:textId="119FB5A9" w:rsidR="00B77E03" w:rsidRDefault="00B77E03" w:rsidP="00B77E03">
      <w:r>
        <w:t>— </w:t>
      </w:r>
      <w:proofErr w:type="spellStart"/>
      <w:r w:rsidR="0024252B" w:rsidRPr="002813C1">
        <w:t>Bast</w:t>
      </w:r>
      <w:proofErr w:type="spellEnd"/>
      <w:r>
        <w:t xml:space="preserve"> !… </w:t>
      </w:r>
      <w:r w:rsidR="0024252B" w:rsidRPr="002813C1">
        <w:t>c</w:t>
      </w:r>
      <w:r>
        <w:t>’</w:t>
      </w:r>
      <w:r w:rsidR="0024252B" w:rsidRPr="002813C1">
        <w:t>est la mode</w:t>
      </w:r>
      <w:r>
        <w:t xml:space="preserve"> !… </w:t>
      </w:r>
      <w:r w:rsidR="0024252B" w:rsidRPr="002813C1">
        <w:t>D</w:t>
      </w:r>
      <w:r>
        <w:t>’</w:t>
      </w:r>
      <w:r w:rsidR="0024252B" w:rsidRPr="002813C1">
        <w:t xml:space="preserve">ailleurs </w:t>
      </w:r>
      <w:r>
        <w:t>M. </w:t>
      </w:r>
      <w:r w:rsidR="0024252B" w:rsidRPr="002813C1">
        <w:t>le baron s</w:t>
      </w:r>
      <w:r>
        <w:t>’</w:t>
      </w:r>
      <w:r w:rsidR="0024252B" w:rsidRPr="002813C1">
        <w:t>inquiète bien de cela</w:t>
      </w:r>
      <w:r>
        <w:t xml:space="preserve"> ?… </w:t>
      </w:r>
      <w:r w:rsidR="0024252B" w:rsidRPr="002813C1">
        <w:t>Un homme qui passe sa vie à courtiser la dame de pique</w:t>
      </w:r>
      <w:r>
        <w:t> !…</w:t>
      </w:r>
    </w:p>
    <w:p w14:paraId="250F75D9" w14:textId="77777777" w:rsidR="00B77E03" w:rsidRDefault="00B77E03" w:rsidP="00B77E03">
      <w:r>
        <w:t>— </w:t>
      </w:r>
      <w:r w:rsidR="0024252B" w:rsidRPr="002813C1">
        <w:t>Avec cela que Madame</w:t>
      </w:r>
      <w:r>
        <w:t xml:space="preserve">, </w:t>
      </w:r>
      <w:r w:rsidR="0024252B" w:rsidRPr="002813C1">
        <w:t>de son côté</w:t>
      </w:r>
      <w:r>
        <w:t>…</w:t>
      </w:r>
    </w:p>
    <w:p w14:paraId="00EEFFA1" w14:textId="77777777" w:rsidR="00B77E03" w:rsidRDefault="0024252B" w:rsidP="00B77E03">
      <w:r w:rsidRPr="002813C1">
        <w:t>Il s</w:t>
      </w:r>
      <w:r w:rsidR="00B77E03">
        <w:t>’</w:t>
      </w:r>
      <w:r w:rsidRPr="002813C1">
        <w:t>arrêta court</w:t>
      </w:r>
      <w:r w:rsidR="00B77E03">
        <w:t xml:space="preserve">, </w:t>
      </w:r>
      <w:r w:rsidRPr="002813C1">
        <w:t>les autres lui avaient fait signe de se taire</w:t>
      </w:r>
      <w:r w:rsidR="00B77E03">
        <w:t>.</w:t>
      </w:r>
    </w:p>
    <w:p w14:paraId="5F6BA0C7" w14:textId="77777777" w:rsidR="00B77E03" w:rsidRDefault="0024252B" w:rsidP="00B77E03">
      <w:r w:rsidRPr="002813C1">
        <w:t xml:space="preserve">Le baron </w:t>
      </w:r>
      <w:proofErr w:type="spellStart"/>
      <w:r w:rsidRPr="002813C1">
        <w:t>Trigault</w:t>
      </w:r>
      <w:proofErr w:type="spellEnd"/>
      <w:r w:rsidRPr="002813C1">
        <w:t xml:space="preserve"> était entouré de domestiques exceptionnels</w:t>
      </w:r>
      <w:r w:rsidR="00B77E03">
        <w:t xml:space="preserve">, </w:t>
      </w:r>
      <w:r w:rsidRPr="002813C1">
        <w:t>la présence d</w:t>
      </w:r>
      <w:r w:rsidR="00B77E03">
        <w:t>’</w:t>
      </w:r>
      <w:r w:rsidRPr="002813C1">
        <w:t>un étranger gênait leurs épanchements</w:t>
      </w:r>
      <w:r w:rsidR="00B77E03">
        <w:t>.</w:t>
      </w:r>
    </w:p>
    <w:p w14:paraId="14724FB6" w14:textId="77777777" w:rsidR="00B77E03" w:rsidRDefault="0024252B" w:rsidP="00B77E03">
      <w:r w:rsidRPr="002813C1">
        <w:t>C</w:t>
      </w:r>
      <w:r w:rsidR="00B77E03">
        <w:t>’</w:t>
      </w:r>
      <w:r w:rsidRPr="002813C1">
        <w:t>est pourquoi l</w:t>
      </w:r>
      <w:r w:rsidR="00B77E03">
        <w:t>’</w:t>
      </w:r>
      <w:r w:rsidRPr="002813C1">
        <w:t>un d</w:t>
      </w:r>
      <w:r w:rsidR="00B77E03">
        <w:t>’</w:t>
      </w:r>
      <w:r w:rsidRPr="002813C1">
        <w:t>eux</w:t>
      </w:r>
      <w:r w:rsidR="00B77E03">
        <w:t xml:space="preserve">, </w:t>
      </w:r>
      <w:r w:rsidRPr="002813C1">
        <w:t>après avoir demandé à Pascal sa carte</w:t>
      </w:r>
      <w:r w:rsidR="00B77E03">
        <w:t xml:space="preserve">, </w:t>
      </w:r>
      <w:r w:rsidRPr="002813C1">
        <w:t>lui ouvrit une porte et le poussa dans une petite pièce</w:t>
      </w:r>
      <w:r w:rsidR="00B77E03">
        <w:t xml:space="preserve">, </w:t>
      </w:r>
      <w:r w:rsidRPr="002813C1">
        <w:t>en disant</w:t>
      </w:r>
      <w:r w:rsidR="00B77E03">
        <w:t> :</w:t>
      </w:r>
    </w:p>
    <w:p w14:paraId="49F45D6D" w14:textId="66644DA1" w:rsidR="00B77E03" w:rsidRDefault="00B77E03" w:rsidP="00B77E03">
      <w:r>
        <w:t>— </w:t>
      </w:r>
      <w:r w:rsidR="0024252B" w:rsidRPr="002813C1">
        <w:t xml:space="preserve">Je vais prévenir </w:t>
      </w:r>
      <w:r>
        <w:t>M. </w:t>
      </w:r>
      <w:r w:rsidR="0024252B" w:rsidRPr="002813C1">
        <w:t>le baron</w:t>
      </w:r>
      <w:r>
        <w:t xml:space="preserve"> ; </w:t>
      </w:r>
      <w:r w:rsidR="0024252B" w:rsidRPr="002813C1">
        <w:t>attendez là</w:t>
      </w:r>
      <w:r>
        <w:t>…</w:t>
      </w:r>
    </w:p>
    <w:p w14:paraId="26AABB93" w14:textId="77777777" w:rsidR="00B77E03" w:rsidRDefault="0024252B" w:rsidP="00B77E03">
      <w:r w:rsidRPr="002813C1">
        <w:lastRenderedPageBreak/>
        <w:t>Là</w:t>
      </w:r>
      <w:r w:rsidR="00B77E03">
        <w:t xml:space="preserve">… </w:t>
      </w:r>
      <w:r w:rsidRPr="002813C1">
        <w:t>c</w:t>
      </w:r>
      <w:r w:rsidR="00B77E03">
        <w:t>’</w:t>
      </w:r>
      <w:r w:rsidRPr="002813C1">
        <w:t>était une sorte de fumoir</w:t>
      </w:r>
      <w:r w:rsidR="00B77E03">
        <w:t xml:space="preserve">, </w:t>
      </w:r>
      <w:r w:rsidRPr="002813C1">
        <w:t>tendu de cachemire à dessins fantastiques</w:t>
      </w:r>
      <w:r w:rsidR="00B77E03">
        <w:t xml:space="preserve">, </w:t>
      </w:r>
      <w:r w:rsidRPr="002813C1">
        <w:t>à couleurs éclatantes</w:t>
      </w:r>
      <w:r w:rsidR="00B77E03">
        <w:t xml:space="preserve">, </w:t>
      </w:r>
      <w:r w:rsidRPr="002813C1">
        <w:t>entouré d</w:t>
      </w:r>
      <w:r w:rsidR="00B77E03">
        <w:t>’</w:t>
      </w:r>
      <w:r w:rsidRPr="002813C1">
        <w:t>un divan très-bas surchargé de coussins</w:t>
      </w:r>
      <w:r w:rsidR="00B77E03">
        <w:t xml:space="preserve">, </w:t>
      </w:r>
      <w:r w:rsidRPr="002813C1">
        <w:t>le tout recouvert d</w:t>
      </w:r>
      <w:r w:rsidR="00B77E03">
        <w:t>’</w:t>
      </w:r>
      <w:r w:rsidRPr="002813C1">
        <w:t>une étoffe pareille à la tenture</w:t>
      </w:r>
      <w:r w:rsidR="00B77E03">
        <w:t>.</w:t>
      </w:r>
    </w:p>
    <w:p w14:paraId="0EC588E9" w14:textId="77777777" w:rsidR="00B77E03" w:rsidRDefault="0024252B" w:rsidP="00B77E03">
      <w:r w:rsidRPr="002813C1">
        <w:t>Dans ce fumoir</w:t>
      </w:r>
      <w:r w:rsidR="00B77E03">
        <w:t xml:space="preserve">, </w:t>
      </w:r>
      <w:r w:rsidRPr="002813C1">
        <w:t>comme dans le vestibule</w:t>
      </w:r>
      <w:r w:rsidR="00B77E03">
        <w:t xml:space="preserve">, </w:t>
      </w:r>
      <w:r w:rsidRPr="002813C1">
        <w:t>l</w:t>
      </w:r>
      <w:r w:rsidR="00B77E03">
        <w:t>’</w:t>
      </w:r>
      <w:r w:rsidRPr="002813C1">
        <w:t>œil était étonné par une incroyable profusion de choses rares et précieuses</w:t>
      </w:r>
      <w:r w:rsidR="00B77E03">
        <w:t xml:space="preserve"> : </w:t>
      </w:r>
      <w:r w:rsidRPr="002813C1">
        <w:t>armes</w:t>
      </w:r>
      <w:r w:rsidR="00B77E03">
        <w:t xml:space="preserve">, </w:t>
      </w:r>
      <w:r w:rsidRPr="002813C1">
        <w:t>coupes</w:t>
      </w:r>
      <w:r w:rsidR="00B77E03">
        <w:t xml:space="preserve">, </w:t>
      </w:r>
      <w:r w:rsidRPr="002813C1">
        <w:t>statues</w:t>
      </w:r>
      <w:r w:rsidR="00B77E03">
        <w:t xml:space="preserve">, </w:t>
      </w:r>
      <w:r w:rsidRPr="002813C1">
        <w:t>tableaux</w:t>
      </w:r>
      <w:r w:rsidR="00B77E03">
        <w:t>…</w:t>
      </w:r>
    </w:p>
    <w:p w14:paraId="72602FCB" w14:textId="77777777" w:rsidR="00B77E03" w:rsidRDefault="0024252B" w:rsidP="00B77E03">
      <w:r w:rsidRPr="002813C1">
        <w:t>Mais Pascal</w:t>
      </w:r>
      <w:r w:rsidR="00B77E03">
        <w:t xml:space="preserve">, </w:t>
      </w:r>
      <w:r w:rsidRPr="002813C1">
        <w:t>déjà confondu par la conversation des domestiques</w:t>
      </w:r>
      <w:r w:rsidR="00B77E03">
        <w:t xml:space="preserve">, </w:t>
      </w:r>
      <w:r w:rsidRPr="002813C1">
        <w:t>n</w:t>
      </w:r>
      <w:r w:rsidR="00B77E03">
        <w:t>’</w:t>
      </w:r>
      <w:r w:rsidRPr="002813C1">
        <w:t>eut pas le loisir de s</w:t>
      </w:r>
      <w:r w:rsidR="00B77E03">
        <w:t>’</w:t>
      </w:r>
      <w:r w:rsidRPr="002813C1">
        <w:t>arrêter à inventorier</w:t>
      </w:r>
      <w:r w:rsidR="00B77E03">
        <w:t>.</w:t>
      </w:r>
    </w:p>
    <w:p w14:paraId="4D22413F" w14:textId="77777777" w:rsidR="00B77E03" w:rsidRDefault="0024252B" w:rsidP="00B77E03">
      <w:r w:rsidRPr="002813C1">
        <w:t>Par une porte ouverte</w:t>
      </w:r>
      <w:r w:rsidR="00B77E03">
        <w:t xml:space="preserve">, </w:t>
      </w:r>
      <w:r w:rsidRPr="002813C1">
        <w:t>faisant face à celle par où il était entré</w:t>
      </w:r>
      <w:r w:rsidR="00B77E03">
        <w:t xml:space="preserve">, </w:t>
      </w:r>
      <w:r w:rsidRPr="002813C1">
        <w:t>de grands éclats de voix dominés par des jurons lui arrivaient</w:t>
      </w:r>
      <w:r w:rsidR="00B77E03">
        <w:t>.</w:t>
      </w:r>
    </w:p>
    <w:p w14:paraId="1D27B954" w14:textId="77777777" w:rsidR="00B77E03" w:rsidRDefault="0024252B" w:rsidP="00B77E03">
      <w:r w:rsidRPr="002813C1">
        <w:t xml:space="preserve">Le baron </w:t>
      </w:r>
      <w:proofErr w:type="spellStart"/>
      <w:r w:rsidRPr="002813C1">
        <w:t>Trigault</w:t>
      </w:r>
      <w:proofErr w:type="spellEnd"/>
      <w:r w:rsidR="00B77E03">
        <w:t xml:space="preserve">, </w:t>
      </w:r>
      <w:r w:rsidRPr="002813C1">
        <w:t xml:space="preserve">la baronne et le fameux couturier Van </w:t>
      </w:r>
      <w:proofErr w:type="spellStart"/>
      <w:r w:rsidRPr="002813C1">
        <w:t>Klopen</w:t>
      </w:r>
      <w:proofErr w:type="spellEnd"/>
      <w:r w:rsidRPr="002813C1">
        <w:t xml:space="preserve"> étaient réunis dans la pièce voisine</w:t>
      </w:r>
      <w:r w:rsidR="00B77E03">
        <w:t xml:space="preserve">, </w:t>
      </w:r>
      <w:r w:rsidRPr="002813C1">
        <w:t>cela était clair</w:t>
      </w:r>
      <w:r w:rsidR="00B77E03">
        <w:t>.</w:t>
      </w:r>
    </w:p>
    <w:p w14:paraId="72E6A8FA" w14:textId="77777777" w:rsidR="00B77E03" w:rsidRDefault="0024252B" w:rsidP="00B77E03">
      <w:r w:rsidRPr="002813C1">
        <w:t>Et avec la meilleure volonté de n</w:t>
      </w:r>
      <w:r w:rsidR="00B77E03">
        <w:t>’</w:t>
      </w:r>
      <w:r w:rsidRPr="002813C1">
        <w:t>être pas indiscret</w:t>
      </w:r>
      <w:r w:rsidR="00B77E03">
        <w:t xml:space="preserve">, </w:t>
      </w:r>
      <w:r w:rsidRPr="002813C1">
        <w:t>Pascal ne devait pas perdre un mot de ce qu</w:t>
      </w:r>
      <w:r w:rsidR="00B77E03">
        <w:t>’</w:t>
      </w:r>
      <w:r w:rsidRPr="002813C1">
        <w:t>ils disaient</w:t>
      </w:r>
      <w:r w:rsidR="00B77E03">
        <w:t>.</w:t>
      </w:r>
    </w:p>
    <w:p w14:paraId="524EA503" w14:textId="77777777" w:rsidR="00B77E03" w:rsidRDefault="0024252B" w:rsidP="00B77E03">
      <w:r w:rsidRPr="002813C1">
        <w:t>C</w:t>
      </w:r>
      <w:r w:rsidR="00B77E03">
        <w:t>’</w:t>
      </w:r>
      <w:r w:rsidRPr="002813C1">
        <w:t>était une femme</w:t>
      </w:r>
      <w:r w:rsidR="00B77E03">
        <w:t xml:space="preserve"> – </w:t>
      </w:r>
      <w:r w:rsidRPr="002813C1">
        <w:t>la baronne évidemment</w:t>
      </w:r>
      <w:r w:rsidR="00B77E03">
        <w:t xml:space="preserve"> – </w:t>
      </w:r>
      <w:r w:rsidRPr="002813C1">
        <w:t>qui parlait</w:t>
      </w:r>
      <w:r w:rsidR="00B77E03">
        <w:t xml:space="preserve">, </w:t>
      </w:r>
      <w:r w:rsidRPr="002813C1">
        <w:t>et le tremblement de sa voix claire et sèche trahissait une violente irritation péniblement contenue</w:t>
      </w:r>
      <w:r w:rsidR="00B77E03">
        <w:t>.</w:t>
      </w:r>
    </w:p>
    <w:p w14:paraId="360560CB" w14:textId="77777777" w:rsidR="00B77E03" w:rsidRDefault="00B77E03" w:rsidP="00B77E03">
      <w:r>
        <w:t>— </w:t>
      </w:r>
      <w:r w:rsidR="0024252B" w:rsidRPr="002813C1">
        <w:t>Ce n</w:t>
      </w:r>
      <w:r>
        <w:t>’</w:t>
      </w:r>
      <w:r w:rsidR="0024252B" w:rsidRPr="002813C1">
        <w:t>est pas la peine d</w:t>
      </w:r>
      <w:r>
        <w:t>’</w:t>
      </w:r>
      <w:r w:rsidR="0024252B" w:rsidRPr="002813C1">
        <w:t>être la femme d</w:t>
      </w:r>
      <w:r>
        <w:t>’</w:t>
      </w:r>
      <w:r w:rsidR="0024252B" w:rsidRPr="002813C1">
        <w:t>un des hommes les plus riches de Paris</w:t>
      </w:r>
      <w:r>
        <w:t xml:space="preserve">, </w:t>
      </w:r>
      <w:r w:rsidR="0024252B" w:rsidRPr="002813C1">
        <w:t>disait-elle</w:t>
      </w:r>
      <w:r>
        <w:t xml:space="preserve">, </w:t>
      </w:r>
      <w:r w:rsidR="0024252B" w:rsidRPr="002813C1">
        <w:t>pour se voir ainsi disputer et marchander le nécessaire</w:t>
      </w:r>
      <w:r>
        <w:t>.</w:t>
      </w:r>
    </w:p>
    <w:p w14:paraId="670F6A39" w14:textId="77777777" w:rsidR="00B77E03" w:rsidRDefault="0024252B" w:rsidP="00B77E03">
      <w:r w:rsidRPr="002813C1">
        <w:t>Une voix d</w:t>
      </w:r>
      <w:r w:rsidR="00B77E03">
        <w:t>’</w:t>
      </w:r>
      <w:r w:rsidRPr="002813C1">
        <w:t>homme</w:t>
      </w:r>
      <w:r w:rsidR="00B77E03">
        <w:t xml:space="preserve">, </w:t>
      </w:r>
      <w:r w:rsidRPr="002813C1">
        <w:t>avec un accent germanique des plus prononcés</w:t>
      </w:r>
      <w:r w:rsidR="00B77E03">
        <w:t xml:space="preserve">, </w:t>
      </w:r>
      <w:r w:rsidRPr="002813C1">
        <w:t xml:space="preserve">celle de Van </w:t>
      </w:r>
      <w:proofErr w:type="spellStart"/>
      <w:r w:rsidRPr="002813C1">
        <w:t>Klopen</w:t>
      </w:r>
      <w:proofErr w:type="spellEnd"/>
      <w:r w:rsidR="00B77E03">
        <w:t xml:space="preserve">, </w:t>
      </w:r>
      <w:r w:rsidRPr="002813C1">
        <w:t>le Hollandais</w:t>
      </w:r>
      <w:r w:rsidR="00B77E03">
        <w:t xml:space="preserve">, </w:t>
      </w:r>
      <w:r w:rsidRPr="002813C1">
        <w:t>reprit</w:t>
      </w:r>
      <w:r w:rsidR="00B77E03">
        <w:t> :</w:t>
      </w:r>
    </w:p>
    <w:p w14:paraId="05EC830E" w14:textId="77777777" w:rsidR="00B77E03" w:rsidRDefault="00B77E03" w:rsidP="00B77E03">
      <w:r>
        <w:t>— </w:t>
      </w:r>
      <w:r w:rsidR="0024252B" w:rsidRPr="002813C1">
        <w:t>Oui</w:t>
      </w:r>
      <w:r>
        <w:t xml:space="preserve">, </w:t>
      </w:r>
      <w:r w:rsidR="0024252B" w:rsidRPr="002813C1">
        <w:t>le strict nécessaire</w:t>
      </w:r>
      <w:r>
        <w:t xml:space="preserve">, </w:t>
      </w:r>
      <w:r w:rsidR="0024252B" w:rsidRPr="002813C1">
        <w:t>on peut l</w:t>
      </w:r>
      <w:r>
        <w:t>’</w:t>
      </w:r>
      <w:r w:rsidR="0024252B" w:rsidRPr="002813C1">
        <w:t>affirmer</w:t>
      </w:r>
      <w:r>
        <w:t xml:space="preserve">… </w:t>
      </w:r>
      <w:r w:rsidR="0024252B" w:rsidRPr="002813C1">
        <w:t>Et si</w:t>
      </w:r>
      <w:r>
        <w:t xml:space="preserve">, </w:t>
      </w:r>
      <w:r w:rsidR="0024252B" w:rsidRPr="002813C1">
        <w:t>avant de se mettre en colère</w:t>
      </w:r>
      <w:r>
        <w:t xml:space="preserve">, </w:t>
      </w:r>
      <w:r w:rsidR="0024252B" w:rsidRPr="002813C1">
        <w:t>monsieur le baron avait pris la peine d</w:t>
      </w:r>
      <w:r>
        <w:t>’</w:t>
      </w:r>
      <w:r w:rsidR="0024252B" w:rsidRPr="002813C1">
        <w:t>examiner ma petite note</w:t>
      </w:r>
      <w:r>
        <w:t xml:space="preserve">, </w:t>
      </w:r>
      <w:r w:rsidR="0024252B" w:rsidRPr="002813C1">
        <w:t>il aurait vu</w:t>
      </w:r>
      <w:r>
        <w:t>…</w:t>
      </w:r>
    </w:p>
    <w:p w14:paraId="21A78353" w14:textId="77777777" w:rsidR="00B77E03" w:rsidRDefault="00B77E03" w:rsidP="00B77E03">
      <w:r>
        <w:lastRenderedPageBreak/>
        <w:t>— </w:t>
      </w:r>
      <w:r w:rsidR="0024252B" w:rsidRPr="002813C1">
        <w:t>Rien</w:t>
      </w:r>
      <w:r>
        <w:t xml:space="preserve"> ! </w:t>
      </w:r>
      <w:r w:rsidR="0024252B" w:rsidRPr="002813C1">
        <w:t>Vous m</w:t>
      </w:r>
      <w:r>
        <w:t>’</w:t>
      </w:r>
      <w:r w:rsidR="0024252B" w:rsidRPr="002813C1">
        <w:t>ennuyez</w:t>
      </w:r>
      <w:r>
        <w:t xml:space="preserve"> !… </w:t>
      </w:r>
      <w:r w:rsidR="0024252B" w:rsidRPr="002813C1">
        <w:t>Je n</w:t>
      </w:r>
      <w:r>
        <w:t>’</w:t>
      </w:r>
      <w:r w:rsidR="0024252B" w:rsidRPr="002813C1">
        <w:t>ai pas de temps à gaspiller en sottes discussions</w:t>
      </w:r>
      <w:r>
        <w:t xml:space="preserve"> : </w:t>
      </w:r>
      <w:r w:rsidR="0024252B" w:rsidRPr="002813C1">
        <w:t>on m</w:t>
      </w:r>
      <w:r>
        <w:t>’</w:t>
      </w:r>
      <w:r w:rsidR="0024252B" w:rsidRPr="002813C1">
        <w:t>attend au cercle pour le whist</w:t>
      </w:r>
      <w:r>
        <w:t>.</w:t>
      </w:r>
    </w:p>
    <w:p w14:paraId="0528537B" w14:textId="77777777" w:rsidR="00B77E03" w:rsidRDefault="0024252B" w:rsidP="00B77E03">
      <w:r w:rsidRPr="002813C1">
        <w:t>Cette fois</w:t>
      </w:r>
      <w:r w:rsidR="00B77E03">
        <w:t xml:space="preserve">, </w:t>
      </w:r>
      <w:r w:rsidRPr="002813C1">
        <w:t>c</w:t>
      </w:r>
      <w:r w:rsidR="00B77E03">
        <w:t>’</w:t>
      </w:r>
      <w:r w:rsidRPr="002813C1">
        <w:t>était le maître de la maison</w:t>
      </w:r>
      <w:r w:rsidR="00B77E03">
        <w:t xml:space="preserve">, </w:t>
      </w:r>
      <w:r w:rsidRPr="002813C1">
        <w:t xml:space="preserve">le baron </w:t>
      </w:r>
      <w:proofErr w:type="spellStart"/>
      <w:r w:rsidRPr="002813C1">
        <w:t>Trigault</w:t>
      </w:r>
      <w:proofErr w:type="spellEnd"/>
      <w:r w:rsidR="00B77E03">
        <w:t xml:space="preserve">, </w:t>
      </w:r>
      <w:r w:rsidRPr="002813C1">
        <w:t>qui parlait</w:t>
      </w:r>
      <w:r w:rsidR="00B77E03">
        <w:t>.</w:t>
      </w:r>
    </w:p>
    <w:p w14:paraId="541F12E7" w14:textId="77777777" w:rsidR="00B77E03" w:rsidRDefault="0024252B" w:rsidP="00B77E03">
      <w:r w:rsidRPr="002813C1">
        <w:t>Pascal reconnut et sa voix saccadée et ses façons de dire</w:t>
      </w:r>
      <w:r w:rsidR="00B77E03">
        <w:t>.</w:t>
      </w:r>
    </w:p>
    <w:p w14:paraId="70908EDB" w14:textId="5E95F1A0" w:rsidR="00B77E03" w:rsidRDefault="00B77E03" w:rsidP="00B77E03">
      <w:r>
        <w:t>— </w:t>
      </w:r>
      <w:r w:rsidR="0024252B" w:rsidRPr="002813C1">
        <w:t xml:space="preserve">Que </w:t>
      </w:r>
      <w:r>
        <w:t>M. </w:t>
      </w:r>
      <w:r w:rsidR="0024252B" w:rsidRPr="002813C1">
        <w:t>le baron me permette seulement de lui lire le détail</w:t>
      </w:r>
      <w:r>
        <w:t xml:space="preserve">, </w:t>
      </w:r>
      <w:r w:rsidR="0024252B" w:rsidRPr="002813C1">
        <w:t>reprit le couturier</w:t>
      </w:r>
      <w:r>
        <w:t xml:space="preserve">. </w:t>
      </w:r>
      <w:r w:rsidR="0024252B" w:rsidRPr="002813C1">
        <w:t>C</w:t>
      </w:r>
      <w:r>
        <w:t>’</w:t>
      </w:r>
      <w:r w:rsidR="0024252B" w:rsidRPr="002813C1">
        <w:t>est l</w:t>
      </w:r>
      <w:r>
        <w:t>’</w:t>
      </w:r>
      <w:r w:rsidR="0024252B" w:rsidRPr="002813C1">
        <w:t>affaire d</w:t>
      </w:r>
      <w:r>
        <w:t>’</w:t>
      </w:r>
      <w:r w:rsidR="0024252B" w:rsidRPr="002813C1">
        <w:t>une minute</w:t>
      </w:r>
      <w:r>
        <w:t>.</w:t>
      </w:r>
    </w:p>
    <w:p w14:paraId="50929EF8" w14:textId="77777777" w:rsidR="00B77E03" w:rsidRDefault="0024252B" w:rsidP="00B77E03">
      <w:r w:rsidRPr="002813C1">
        <w:t>Et comme si le juron qui lui répondit eût été un consentement</w:t>
      </w:r>
      <w:r w:rsidR="00B77E03">
        <w:t xml:space="preserve">, </w:t>
      </w:r>
      <w:r w:rsidRPr="002813C1">
        <w:t>il commença à lire</w:t>
      </w:r>
      <w:r w:rsidR="00B77E03">
        <w:t> :</w:t>
      </w:r>
    </w:p>
    <w:p w14:paraId="4FB6A349" w14:textId="77777777" w:rsidR="00B77E03" w:rsidRDefault="00B77E03" w:rsidP="00B77E03">
      <w:r>
        <w:t>— </w:t>
      </w:r>
      <w:r w:rsidR="0024252B" w:rsidRPr="002813C1">
        <w:t>Nous disons en juin</w:t>
      </w:r>
      <w:r>
        <w:t xml:space="preserve"> : </w:t>
      </w:r>
      <w:r w:rsidR="0024252B" w:rsidRPr="002813C1">
        <w:t>un costume hongrois</w:t>
      </w:r>
      <w:r>
        <w:t xml:space="preserve">, </w:t>
      </w:r>
      <w:r w:rsidR="0024252B" w:rsidRPr="002813C1">
        <w:t>avec par-dessus et ceinture</w:t>
      </w:r>
      <w:r>
        <w:t xml:space="preserve"> ; </w:t>
      </w:r>
      <w:r w:rsidR="0024252B" w:rsidRPr="002813C1">
        <w:t>deux robes à traîne</w:t>
      </w:r>
      <w:r>
        <w:t xml:space="preserve">, </w:t>
      </w:r>
      <w:r w:rsidR="0024252B" w:rsidRPr="002813C1">
        <w:t>avec entredeux et garnitures de dentelles</w:t>
      </w:r>
      <w:r>
        <w:t xml:space="preserve"> ; </w:t>
      </w:r>
      <w:r w:rsidR="0024252B" w:rsidRPr="002813C1">
        <w:t>une pèlerine Médicis</w:t>
      </w:r>
      <w:r>
        <w:t xml:space="preserve"> ; </w:t>
      </w:r>
      <w:r w:rsidR="0024252B" w:rsidRPr="002813C1">
        <w:t>un costume Jockey</w:t>
      </w:r>
      <w:r>
        <w:t xml:space="preserve"> ; </w:t>
      </w:r>
      <w:r w:rsidR="0024252B" w:rsidRPr="002813C1">
        <w:t>un costume Walk-Over</w:t>
      </w:r>
      <w:r>
        <w:t xml:space="preserve"> ; </w:t>
      </w:r>
      <w:r w:rsidR="0024252B" w:rsidRPr="002813C1">
        <w:t>une amazone</w:t>
      </w:r>
      <w:r>
        <w:t xml:space="preserve"> ; </w:t>
      </w:r>
      <w:r w:rsidR="0024252B" w:rsidRPr="002813C1">
        <w:t>un Retour du Derby</w:t>
      </w:r>
      <w:r>
        <w:t xml:space="preserve">, </w:t>
      </w:r>
      <w:r w:rsidR="0024252B" w:rsidRPr="002813C1">
        <w:t>ouaté</w:t>
      </w:r>
      <w:r>
        <w:t xml:space="preserve"> ; </w:t>
      </w:r>
      <w:r w:rsidR="0024252B" w:rsidRPr="002813C1">
        <w:t>deux robes du matin</w:t>
      </w:r>
      <w:r>
        <w:t xml:space="preserve"> ; </w:t>
      </w:r>
      <w:r w:rsidR="0024252B" w:rsidRPr="002813C1">
        <w:t>un costume Velléda</w:t>
      </w:r>
      <w:r>
        <w:t xml:space="preserve"> ; </w:t>
      </w:r>
      <w:r w:rsidR="0024252B" w:rsidRPr="002813C1">
        <w:t>une robe de soirée</w:t>
      </w:r>
      <w:r>
        <w:t>…</w:t>
      </w:r>
    </w:p>
    <w:p w14:paraId="03F3BE0C" w14:textId="77777777" w:rsidR="00B77E03" w:rsidRDefault="00B77E03" w:rsidP="00B77E03">
      <w:r>
        <w:t>— </w:t>
      </w:r>
      <w:r w:rsidR="0024252B" w:rsidRPr="002813C1">
        <w:t>J</w:t>
      </w:r>
      <w:r>
        <w:t>’</w:t>
      </w:r>
      <w:r w:rsidR="0024252B" w:rsidRPr="002813C1">
        <w:t>ai été forcée d</w:t>
      </w:r>
      <w:r>
        <w:t>’</w:t>
      </w:r>
      <w:r w:rsidR="0024252B" w:rsidRPr="002813C1">
        <w:t>aller beaucoup aux courses</w:t>
      </w:r>
      <w:r>
        <w:t xml:space="preserve">, </w:t>
      </w:r>
      <w:r w:rsidR="0024252B" w:rsidRPr="002813C1">
        <w:t>au mois de juin</w:t>
      </w:r>
      <w:r>
        <w:t xml:space="preserve">, </w:t>
      </w:r>
      <w:r w:rsidR="0024252B" w:rsidRPr="002813C1">
        <w:t>observa la baronne</w:t>
      </w:r>
      <w:r>
        <w:t>.</w:t>
      </w:r>
    </w:p>
    <w:p w14:paraId="6589B911" w14:textId="77777777" w:rsidR="00B77E03" w:rsidRDefault="0024252B" w:rsidP="00B77E03">
      <w:r w:rsidRPr="002813C1">
        <w:t>Mais déjà l</w:t>
      </w:r>
      <w:r w:rsidR="00B77E03">
        <w:t>’</w:t>
      </w:r>
      <w:r w:rsidRPr="002813C1">
        <w:t>illustre tailleur pour dames continuait</w:t>
      </w:r>
      <w:r w:rsidR="00B77E03">
        <w:t> :</w:t>
      </w:r>
    </w:p>
    <w:p w14:paraId="2B6BC17B" w14:textId="77777777" w:rsidR="00B77E03" w:rsidRDefault="00B77E03" w:rsidP="00B77E03">
      <w:r>
        <w:t>— </w:t>
      </w:r>
      <w:r w:rsidR="0024252B" w:rsidRPr="002813C1">
        <w:t>En juillet</w:t>
      </w:r>
      <w:r>
        <w:t xml:space="preserve">, </w:t>
      </w:r>
      <w:r w:rsidR="0024252B" w:rsidRPr="002813C1">
        <w:t>nous avons</w:t>
      </w:r>
      <w:r>
        <w:t xml:space="preserve"> : </w:t>
      </w:r>
      <w:r w:rsidR="0024252B" w:rsidRPr="002813C1">
        <w:t>deux vestes du matin</w:t>
      </w:r>
      <w:r>
        <w:t xml:space="preserve">, </w:t>
      </w:r>
      <w:r w:rsidR="0024252B" w:rsidRPr="002813C1">
        <w:t>une Promenade sur la plage</w:t>
      </w:r>
      <w:r>
        <w:t xml:space="preserve">, </w:t>
      </w:r>
      <w:r w:rsidR="0024252B" w:rsidRPr="002813C1">
        <w:t>un costume Marinière</w:t>
      </w:r>
      <w:r>
        <w:t xml:space="preserve">, </w:t>
      </w:r>
      <w:r w:rsidR="0024252B" w:rsidRPr="002813C1">
        <w:t>une Bergerette Watteau</w:t>
      </w:r>
      <w:r>
        <w:t xml:space="preserve">, </w:t>
      </w:r>
      <w:r w:rsidR="0024252B" w:rsidRPr="002813C1">
        <w:t>une Baigneuse Pompadour avec fourniture d</w:t>
      </w:r>
      <w:r>
        <w:t>’</w:t>
      </w:r>
      <w:r w:rsidR="0024252B" w:rsidRPr="002813C1">
        <w:t>étoffe pour ombrelle et bottines pareilles</w:t>
      </w:r>
      <w:r>
        <w:t xml:space="preserve">, </w:t>
      </w:r>
      <w:r w:rsidR="0024252B" w:rsidRPr="002813C1">
        <w:t>un Bain de mer</w:t>
      </w:r>
      <w:r>
        <w:t xml:space="preserve">, </w:t>
      </w:r>
      <w:r w:rsidR="0024252B" w:rsidRPr="002813C1">
        <w:t>un Chic de Trouville garni de dentelles</w:t>
      </w:r>
      <w:r>
        <w:t xml:space="preserve">, </w:t>
      </w:r>
      <w:r w:rsidR="0024252B" w:rsidRPr="002813C1">
        <w:t>une robe de chambre</w:t>
      </w:r>
      <w:r>
        <w:t xml:space="preserve">, </w:t>
      </w:r>
      <w:r w:rsidR="0024252B" w:rsidRPr="002813C1">
        <w:t>une mante Médicis ajustée</w:t>
      </w:r>
      <w:r>
        <w:t xml:space="preserve">, </w:t>
      </w:r>
      <w:r w:rsidR="0024252B" w:rsidRPr="002813C1">
        <w:t>deux Soirées du Casino</w:t>
      </w:r>
      <w:r>
        <w:t xml:space="preserve">, </w:t>
      </w:r>
      <w:r w:rsidR="0024252B" w:rsidRPr="002813C1">
        <w:t>un costume de bain</w:t>
      </w:r>
      <w:r>
        <w:t>…</w:t>
      </w:r>
    </w:p>
    <w:p w14:paraId="3DE99B7E" w14:textId="77777777" w:rsidR="00B77E03" w:rsidRDefault="00B77E03" w:rsidP="00B77E03">
      <w:r>
        <w:t>— </w:t>
      </w:r>
      <w:r w:rsidR="0024252B" w:rsidRPr="002813C1">
        <w:t>Et certes</w:t>
      </w:r>
      <w:r>
        <w:t xml:space="preserve">, </w:t>
      </w:r>
      <w:r w:rsidR="0024252B" w:rsidRPr="002813C1">
        <w:t>fit la baronne</w:t>
      </w:r>
      <w:r>
        <w:t xml:space="preserve">, </w:t>
      </w:r>
      <w:r w:rsidR="0024252B" w:rsidRPr="002813C1">
        <w:t>à Trouville</w:t>
      </w:r>
      <w:r>
        <w:t xml:space="preserve">, </w:t>
      </w:r>
      <w:r w:rsidR="0024252B" w:rsidRPr="002813C1">
        <w:t>où j</w:t>
      </w:r>
      <w:r>
        <w:t>’</w:t>
      </w:r>
      <w:r w:rsidR="0024252B" w:rsidRPr="002813C1">
        <w:t>ai passé le mois de juillet</w:t>
      </w:r>
      <w:r>
        <w:t xml:space="preserve">, </w:t>
      </w:r>
      <w:r w:rsidR="0024252B" w:rsidRPr="002813C1">
        <w:t>j</w:t>
      </w:r>
      <w:r>
        <w:t>’</w:t>
      </w:r>
      <w:r w:rsidR="0024252B" w:rsidRPr="002813C1">
        <w:t>étais loin d</w:t>
      </w:r>
      <w:r>
        <w:t>’</w:t>
      </w:r>
      <w:r w:rsidR="0024252B" w:rsidRPr="002813C1">
        <w:t>être des plus élégantes</w:t>
      </w:r>
      <w:r>
        <w:t>…</w:t>
      </w:r>
    </w:p>
    <w:p w14:paraId="60F9E0BA" w14:textId="77777777" w:rsidR="00B77E03" w:rsidRDefault="0024252B" w:rsidP="00B77E03">
      <w:r w:rsidRPr="002813C1">
        <w:lastRenderedPageBreak/>
        <w:t>L</w:t>
      </w:r>
      <w:r w:rsidR="00B77E03">
        <w:t>’</w:t>
      </w:r>
      <w:r w:rsidRPr="002813C1">
        <w:t>autre poursuivit</w:t>
      </w:r>
      <w:r w:rsidR="00B77E03">
        <w:t>.</w:t>
      </w:r>
    </w:p>
    <w:p w14:paraId="4635FD0E" w14:textId="77777777" w:rsidR="00B77E03" w:rsidRDefault="00B77E03" w:rsidP="00B77E03">
      <w:r>
        <w:t>— </w:t>
      </w:r>
      <w:r w:rsidR="0024252B" w:rsidRPr="002813C1">
        <w:t>Le mois d</w:t>
      </w:r>
      <w:r>
        <w:t>’</w:t>
      </w:r>
      <w:r w:rsidR="0024252B" w:rsidRPr="002813C1">
        <w:t>août est un peu plus chargé</w:t>
      </w:r>
      <w:r>
        <w:t xml:space="preserve"> ; </w:t>
      </w:r>
      <w:r w:rsidR="0024252B" w:rsidRPr="002813C1">
        <w:t>nous avons une robe de matin</w:t>
      </w:r>
      <w:r>
        <w:t xml:space="preserve">, </w:t>
      </w:r>
      <w:r w:rsidR="0024252B" w:rsidRPr="002813C1">
        <w:t>un chemin de fer en drap avec garnitures</w:t>
      </w:r>
      <w:r>
        <w:t>…</w:t>
      </w:r>
    </w:p>
    <w:p w14:paraId="648EFD99" w14:textId="77777777" w:rsidR="00B77E03" w:rsidRDefault="0024252B" w:rsidP="00B77E03">
      <w:r w:rsidRPr="002813C1">
        <w:t>Et il allait</w:t>
      </w:r>
      <w:r w:rsidR="00B77E03">
        <w:t xml:space="preserve">, </w:t>
      </w:r>
      <w:r w:rsidRPr="002813C1">
        <w:t>il allait</w:t>
      </w:r>
      <w:r w:rsidR="00B77E03">
        <w:t xml:space="preserve">, </w:t>
      </w:r>
      <w:r w:rsidRPr="002813C1">
        <w:t>à perdre haleine</w:t>
      </w:r>
      <w:r w:rsidR="00B77E03">
        <w:t xml:space="preserve">, </w:t>
      </w:r>
      <w:r w:rsidRPr="002813C1">
        <w:t>estropiant les noms ridicules qu</w:t>
      </w:r>
      <w:r w:rsidR="00B77E03">
        <w:t>’</w:t>
      </w:r>
      <w:r w:rsidRPr="002813C1">
        <w:t>il donnait à ses élucubrations</w:t>
      </w:r>
      <w:r w:rsidR="00B77E03">
        <w:t xml:space="preserve">, </w:t>
      </w:r>
      <w:r w:rsidRPr="002813C1">
        <w:t>interrompu seulement</w:t>
      </w:r>
      <w:r w:rsidR="00B77E03">
        <w:t xml:space="preserve">, </w:t>
      </w:r>
      <w:r w:rsidRPr="002813C1">
        <w:t>tantôt par un coup de poing frappé sur la table</w:t>
      </w:r>
      <w:r w:rsidR="00B77E03">
        <w:t xml:space="preserve">, </w:t>
      </w:r>
      <w:r w:rsidRPr="002813C1">
        <w:t>tantôt par un jurement qui échappait au baron</w:t>
      </w:r>
      <w:r w:rsidR="00B77E03">
        <w:t>.</w:t>
      </w:r>
    </w:p>
    <w:p w14:paraId="123A884D" w14:textId="77777777" w:rsidR="00B77E03" w:rsidRDefault="0024252B" w:rsidP="00B77E03">
      <w:r w:rsidRPr="002813C1">
        <w:t>Debout dans le fumoir</w:t>
      </w:r>
      <w:r w:rsidR="00B77E03">
        <w:t xml:space="preserve">, </w:t>
      </w:r>
      <w:r w:rsidRPr="002813C1">
        <w:t>Pascal était pétrifié</w:t>
      </w:r>
      <w:r w:rsidR="00B77E03">
        <w:t>…</w:t>
      </w:r>
    </w:p>
    <w:p w14:paraId="0BD26D62" w14:textId="77777777" w:rsidR="00B77E03" w:rsidRDefault="0024252B" w:rsidP="00B77E03">
      <w:r w:rsidRPr="002813C1">
        <w:t>Il ne savait qu</w:t>
      </w:r>
      <w:r w:rsidR="00B77E03">
        <w:t>’</w:t>
      </w:r>
      <w:r w:rsidRPr="002813C1">
        <w:t>admirer le plus de l</w:t>
      </w:r>
      <w:r w:rsidR="00B77E03">
        <w:t>’</w:t>
      </w:r>
      <w:r w:rsidRPr="002813C1">
        <w:t xml:space="preserve">impudence de Van </w:t>
      </w:r>
      <w:proofErr w:type="spellStart"/>
      <w:r w:rsidRPr="002813C1">
        <w:t>Klopen</w:t>
      </w:r>
      <w:proofErr w:type="spellEnd"/>
      <w:r w:rsidR="00B77E03">
        <w:t xml:space="preserve">, </w:t>
      </w:r>
      <w:r w:rsidRPr="002813C1">
        <w:t>qui osait lire une telle facture</w:t>
      </w:r>
      <w:r w:rsidR="00B77E03">
        <w:t xml:space="preserve">, </w:t>
      </w:r>
      <w:r w:rsidRPr="002813C1">
        <w:t>de la démence de la femme qui avait commandé tout cela</w:t>
      </w:r>
      <w:r w:rsidR="00B77E03">
        <w:t xml:space="preserve">, </w:t>
      </w:r>
      <w:r w:rsidRPr="002813C1">
        <w:t>ou de la patience du mari qui sans doute allait payer</w:t>
      </w:r>
      <w:r w:rsidR="00B77E03">
        <w:t>…</w:t>
      </w:r>
    </w:p>
    <w:p w14:paraId="794BA99C" w14:textId="77777777" w:rsidR="00B77E03" w:rsidRDefault="0024252B" w:rsidP="00B77E03">
      <w:r w:rsidRPr="002813C1">
        <w:t>Enfin</w:t>
      </w:r>
      <w:r w:rsidR="00B77E03">
        <w:t xml:space="preserve">, </w:t>
      </w:r>
      <w:r w:rsidRPr="002813C1">
        <w:t>après une énumération qui semblait ne pas devoir finir</w:t>
      </w:r>
      <w:r w:rsidR="00B77E03">
        <w:t xml:space="preserve">, </w:t>
      </w:r>
      <w:r w:rsidRPr="002813C1">
        <w:t>le couturier dit</w:t>
      </w:r>
      <w:r w:rsidR="00B77E03">
        <w:t> :</w:t>
      </w:r>
    </w:p>
    <w:p w14:paraId="0A091433" w14:textId="77777777" w:rsidR="00B77E03" w:rsidRDefault="00B77E03" w:rsidP="00B77E03">
      <w:r>
        <w:t>— </w:t>
      </w:r>
      <w:r w:rsidR="0024252B" w:rsidRPr="002813C1">
        <w:t>Et c</w:t>
      </w:r>
      <w:r>
        <w:t>’</w:t>
      </w:r>
      <w:r w:rsidR="0024252B" w:rsidRPr="002813C1">
        <w:t>est tout</w:t>
      </w:r>
      <w:r>
        <w:t> !…</w:t>
      </w:r>
    </w:p>
    <w:p w14:paraId="764ED094" w14:textId="77777777" w:rsidR="00B77E03" w:rsidRDefault="00B77E03" w:rsidP="00B77E03">
      <w:r>
        <w:t>— </w:t>
      </w:r>
      <w:r w:rsidR="0024252B" w:rsidRPr="002813C1">
        <w:t>C</w:t>
      </w:r>
      <w:r>
        <w:t>’</w:t>
      </w:r>
      <w:r w:rsidR="0024252B" w:rsidRPr="002813C1">
        <w:t>est tout</w:t>
      </w:r>
      <w:r>
        <w:t xml:space="preserve">, </w:t>
      </w:r>
      <w:r w:rsidR="0024252B" w:rsidRPr="002813C1">
        <w:t>prononça la baronne comme un écho</w:t>
      </w:r>
      <w:r>
        <w:t>.</w:t>
      </w:r>
    </w:p>
    <w:p w14:paraId="6FB1ABF3" w14:textId="77777777" w:rsidR="00B77E03" w:rsidRDefault="00B77E03" w:rsidP="00B77E03">
      <w:r>
        <w:t>— </w:t>
      </w:r>
      <w:r w:rsidR="0024252B" w:rsidRPr="002813C1">
        <w:t>Fort heureux</w:t>
      </w:r>
      <w:r>
        <w:t xml:space="preserve"> !… </w:t>
      </w:r>
      <w:r w:rsidR="0024252B" w:rsidRPr="002813C1">
        <w:t>s</w:t>
      </w:r>
      <w:r>
        <w:t>’</w:t>
      </w:r>
      <w:r w:rsidR="0024252B" w:rsidRPr="002813C1">
        <w:t>écria le baron</w:t>
      </w:r>
      <w:r>
        <w:t xml:space="preserve"> ; </w:t>
      </w:r>
      <w:r w:rsidR="0024252B" w:rsidRPr="002813C1">
        <w:t>c</w:t>
      </w:r>
      <w:r>
        <w:t>’</w:t>
      </w:r>
      <w:r w:rsidR="0024252B" w:rsidRPr="002813C1">
        <w:t>est fort heureux</w:t>
      </w:r>
      <w:r>
        <w:t xml:space="preserve">, </w:t>
      </w:r>
      <w:r w:rsidR="0024252B" w:rsidRPr="002813C1">
        <w:t>en vérité</w:t>
      </w:r>
      <w:r>
        <w:t xml:space="preserve">. </w:t>
      </w:r>
      <w:r w:rsidR="0024252B" w:rsidRPr="002813C1">
        <w:t>C</w:t>
      </w:r>
      <w:r>
        <w:t>’</w:t>
      </w:r>
      <w:r w:rsidR="0024252B" w:rsidRPr="002813C1">
        <w:t>est-à-dire qu</w:t>
      </w:r>
      <w:r>
        <w:t>’</w:t>
      </w:r>
      <w:r w:rsidR="0024252B" w:rsidRPr="002813C1">
        <w:t>en quatre mois il a passé sur le dos de ma femme sept cents mètres environ de soie</w:t>
      </w:r>
      <w:r>
        <w:t xml:space="preserve">, </w:t>
      </w:r>
      <w:r w:rsidR="0024252B" w:rsidRPr="002813C1">
        <w:t>de velours</w:t>
      </w:r>
      <w:r>
        <w:t xml:space="preserve">, </w:t>
      </w:r>
      <w:r w:rsidR="0024252B" w:rsidRPr="002813C1">
        <w:t>de satin</w:t>
      </w:r>
      <w:r>
        <w:t xml:space="preserve">, </w:t>
      </w:r>
      <w:r w:rsidR="0024252B" w:rsidRPr="002813C1">
        <w:t>de mousseline</w:t>
      </w:r>
      <w:r>
        <w:t xml:space="preserve">, </w:t>
      </w:r>
      <w:r w:rsidR="0024252B" w:rsidRPr="002813C1">
        <w:t>etc</w:t>
      </w:r>
      <w:r>
        <w:t>.…</w:t>
      </w:r>
    </w:p>
    <w:p w14:paraId="41E3C428" w14:textId="3976BCC2" w:rsidR="00B77E03" w:rsidRDefault="00B77E03" w:rsidP="00B77E03">
      <w:r>
        <w:t>— </w:t>
      </w:r>
      <w:r w:rsidR="0024252B" w:rsidRPr="002813C1">
        <w:t>Les robes aujourd</w:t>
      </w:r>
      <w:r>
        <w:t>’</w:t>
      </w:r>
      <w:r w:rsidR="0024252B" w:rsidRPr="002813C1">
        <w:t>hui exigent beaucoup d</w:t>
      </w:r>
      <w:r>
        <w:t>’</w:t>
      </w:r>
      <w:r w:rsidR="0024252B" w:rsidRPr="002813C1">
        <w:t>étoffe</w:t>
      </w:r>
      <w:r>
        <w:t>… M. </w:t>
      </w:r>
      <w:r w:rsidR="0024252B" w:rsidRPr="002813C1">
        <w:t>le baron doit comprendre que les biais</w:t>
      </w:r>
      <w:r>
        <w:t xml:space="preserve">, </w:t>
      </w:r>
      <w:r w:rsidR="0024252B" w:rsidRPr="002813C1">
        <w:t>les ruches</w:t>
      </w:r>
      <w:r>
        <w:t xml:space="preserve">, </w:t>
      </w:r>
      <w:r w:rsidR="0024252B" w:rsidRPr="002813C1">
        <w:t>les volants</w:t>
      </w:r>
      <w:r>
        <w:t>…</w:t>
      </w:r>
    </w:p>
    <w:p w14:paraId="5B7596BA" w14:textId="77777777" w:rsidR="00B77E03" w:rsidRDefault="00B77E03" w:rsidP="00B77E03">
      <w:r>
        <w:t>— </w:t>
      </w:r>
      <w:r w:rsidR="0024252B" w:rsidRPr="002813C1">
        <w:t>Naturellement</w:t>
      </w:r>
      <w:r>
        <w:t xml:space="preserve"> !… </w:t>
      </w:r>
      <w:r w:rsidR="0024252B" w:rsidRPr="002813C1">
        <w:t>Total</w:t>
      </w:r>
      <w:r>
        <w:t xml:space="preserve"> : </w:t>
      </w:r>
      <w:r w:rsidR="0024252B" w:rsidRPr="002813C1">
        <w:t>vingt-sept mille francs</w:t>
      </w:r>
      <w:r>
        <w:t>.</w:t>
      </w:r>
    </w:p>
    <w:p w14:paraId="0FC74DCA" w14:textId="77777777" w:rsidR="00B77E03" w:rsidRDefault="00B77E03" w:rsidP="00B77E03">
      <w:r>
        <w:t>— </w:t>
      </w:r>
      <w:r w:rsidR="0024252B" w:rsidRPr="002813C1">
        <w:t>Pardon</w:t>
      </w:r>
      <w:r>
        <w:t xml:space="preserve"> !… </w:t>
      </w:r>
      <w:r w:rsidR="0024252B" w:rsidRPr="002813C1">
        <w:t>Vingt-sept mille neuf cent trente-trois francs quatre-vingt-dix centimes</w:t>
      </w:r>
      <w:r>
        <w:t>.</w:t>
      </w:r>
    </w:p>
    <w:p w14:paraId="5804D307" w14:textId="3D05513D" w:rsidR="00B77E03" w:rsidRDefault="00B77E03" w:rsidP="00B77E03">
      <w:r>
        <w:lastRenderedPageBreak/>
        <w:t>— </w:t>
      </w:r>
      <w:r w:rsidR="0024252B" w:rsidRPr="002813C1">
        <w:t>Mettons vingt-huit mille</w:t>
      </w:r>
      <w:r>
        <w:t xml:space="preserve">… </w:t>
      </w:r>
      <w:r w:rsidR="0024252B" w:rsidRPr="002813C1">
        <w:t>Eh bien</w:t>
      </w:r>
      <w:r>
        <w:t> ! M. </w:t>
      </w:r>
      <w:r w:rsidR="0024252B" w:rsidRPr="002813C1">
        <w:t xml:space="preserve">Van </w:t>
      </w:r>
      <w:proofErr w:type="spellStart"/>
      <w:r w:rsidR="0024252B" w:rsidRPr="002813C1">
        <w:t>Klopen</w:t>
      </w:r>
      <w:proofErr w:type="spellEnd"/>
      <w:r>
        <w:t xml:space="preserve">, </w:t>
      </w:r>
      <w:r w:rsidR="0024252B" w:rsidRPr="002813C1">
        <w:t>si jamais vous êtes payé de cette fourniture</w:t>
      </w:r>
      <w:r>
        <w:t xml:space="preserve">… </w:t>
      </w:r>
      <w:r w:rsidR="0024252B" w:rsidRPr="002813C1">
        <w:t>ce ne sera pas par moi</w:t>
      </w:r>
      <w:r>
        <w:t>.</w:t>
      </w:r>
    </w:p>
    <w:p w14:paraId="1A71DC88" w14:textId="77777777" w:rsidR="00B77E03" w:rsidRDefault="0024252B" w:rsidP="00B77E03">
      <w:r w:rsidRPr="002813C1">
        <w:t xml:space="preserve">Si Van </w:t>
      </w:r>
      <w:proofErr w:type="spellStart"/>
      <w:r w:rsidRPr="002813C1">
        <w:t>Klopen</w:t>
      </w:r>
      <w:proofErr w:type="spellEnd"/>
      <w:r w:rsidRPr="002813C1">
        <w:t xml:space="preserve"> s</w:t>
      </w:r>
      <w:r w:rsidR="00B77E03">
        <w:t>’</w:t>
      </w:r>
      <w:r w:rsidRPr="002813C1">
        <w:t xml:space="preserve">attendait à ce </w:t>
      </w:r>
      <w:proofErr w:type="spellStart"/>
      <w:r w:rsidRPr="002813C1">
        <w:t>dénoûment</w:t>
      </w:r>
      <w:proofErr w:type="spellEnd"/>
      <w:r w:rsidR="00B77E03">
        <w:t xml:space="preserve">, </w:t>
      </w:r>
      <w:r w:rsidRPr="002813C1">
        <w:t>Pascal le pressentait si peu</w:t>
      </w:r>
      <w:r w:rsidR="00B77E03">
        <w:t xml:space="preserve">, </w:t>
      </w:r>
      <w:r w:rsidRPr="002813C1">
        <w:t>qu</w:t>
      </w:r>
      <w:r w:rsidR="00B77E03">
        <w:t>’</w:t>
      </w:r>
      <w:r w:rsidRPr="002813C1">
        <w:t>une exclamation lui échappa</w:t>
      </w:r>
      <w:r w:rsidR="00B77E03">
        <w:t xml:space="preserve">, </w:t>
      </w:r>
      <w:r w:rsidRPr="002813C1">
        <w:t>qui à tout autre moment eût trahi sa présence dans le boudoir</w:t>
      </w:r>
      <w:r w:rsidR="00B77E03">
        <w:t>.</w:t>
      </w:r>
    </w:p>
    <w:p w14:paraId="579A9D26" w14:textId="77777777" w:rsidR="00B77E03" w:rsidRDefault="0024252B" w:rsidP="00B77E03">
      <w:r w:rsidRPr="002813C1">
        <w:t>Ce qui lui semblait surtout incompréhensible</w:t>
      </w:r>
      <w:r w:rsidR="00B77E03">
        <w:t xml:space="preserve">, </w:t>
      </w:r>
      <w:r w:rsidRPr="002813C1">
        <w:t>c</w:t>
      </w:r>
      <w:r w:rsidR="00B77E03">
        <w:t>’</w:t>
      </w:r>
      <w:r w:rsidRPr="002813C1">
        <w:t>était le sang-froid gouailleur du baron</w:t>
      </w:r>
      <w:r w:rsidR="00B77E03">
        <w:t xml:space="preserve">, </w:t>
      </w:r>
      <w:r w:rsidRPr="002813C1">
        <w:t>succédant sans transition à un accès de fureur dont les violences avaient retenti jusque dans le vestibule</w:t>
      </w:r>
      <w:r w:rsidR="00B77E03">
        <w:t>.</w:t>
      </w:r>
    </w:p>
    <w:p w14:paraId="45CEED36" w14:textId="77777777" w:rsidR="00B77E03" w:rsidRDefault="00B77E03" w:rsidP="00B77E03">
      <w:r>
        <w:t>— </w:t>
      </w:r>
      <w:r w:rsidR="0024252B" w:rsidRPr="002813C1">
        <w:t>Ou il est extraordinairement maître de soi</w:t>
      </w:r>
      <w:r>
        <w:t xml:space="preserve">, </w:t>
      </w:r>
      <w:r w:rsidR="0024252B" w:rsidRPr="002813C1">
        <w:t>pensait Pascal</w:t>
      </w:r>
      <w:r>
        <w:t xml:space="preserve">, </w:t>
      </w:r>
      <w:r w:rsidR="0024252B" w:rsidRPr="002813C1">
        <w:t>ou cette scène cache un mystère que je ne soupçonne même pas</w:t>
      </w:r>
      <w:r>
        <w:t>.</w:t>
      </w:r>
    </w:p>
    <w:p w14:paraId="775260C1" w14:textId="77777777" w:rsidR="00B77E03" w:rsidRDefault="0024252B" w:rsidP="00B77E03">
      <w:r w:rsidRPr="002813C1">
        <w:t>Cependant</w:t>
      </w:r>
      <w:r w:rsidR="00B77E03">
        <w:t xml:space="preserve">, </w:t>
      </w:r>
      <w:r w:rsidRPr="002813C1">
        <w:t>le couturier insistait</w:t>
      </w:r>
      <w:r w:rsidR="00B77E03">
        <w:t xml:space="preserve">… </w:t>
      </w:r>
      <w:r w:rsidRPr="002813C1">
        <w:t>mais le baron</w:t>
      </w:r>
      <w:r w:rsidR="00B77E03">
        <w:t xml:space="preserve">, </w:t>
      </w:r>
      <w:r w:rsidRPr="002813C1">
        <w:t>au lieu de lui répondre</w:t>
      </w:r>
      <w:r w:rsidR="00B77E03">
        <w:t xml:space="preserve">, </w:t>
      </w:r>
      <w:r w:rsidRPr="002813C1">
        <w:t>se mit à siffler</w:t>
      </w:r>
      <w:r w:rsidR="00B77E03">
        <w:t xml:space="preserve">, </w:t>
      </w:r>
      <w:r w:rsidRPr="002813C1">
        <w:t>et blessé de ce manque d</w:t>
      </w:r>
      <w:r w:rsidR="00B77E03">
        <w:t>’</w:t>
      </w:r>
      <w:r w:rsidRPr="002813C1">
        <w:t>égards</w:t>
      </w:r>
      <w:r w:rsidR="00B77E03">
        <w:t> :</w:t>
      </w:r>
    </w:p>
    <w:p w14:paraId="542542F2" w14:textId="77777777" w:rsidR="00B77E03" w:rsidRDefault="00B77E03" w:rsidP="00B77E03">
      <w:r>
        <w:t>— </w:t>
      </w:r>
      <w:r w:rsidR="0024252B" w:rsidRPr="002813C1">
        <w:t>J</w:t>
      </w:r>
      <w:r>
        <w:t>’</w:t>
      </w:r>
      <w:r w:rsidR="0024252B" w:rsidRPr="002813C1">
        <w:t>ai eu affaire</w:t>
      </w:r>
      <w:r>
        <w:t xml:space="preserve">, </w:t>
      </w:r>
      <w:r w:rsidR="0024252B" w:rsidRPr="002813C1">
        <w:t>s</w:t>
      </w:r>
      <w:r>
        <w:t>’</w:t>
      </w:r>
      <w:r w:rsidR="0024252B" w:rsidRPr="002813C1">
        <w:t>écria-t-il</w:t>
      </w:r>
      <w:r>
        <w:t xml:space="preserve">, </w:t>
      </w:r>
      <w:r w:rsidR="0024252B" w:rsidRPr="002813C1">
        <w:t>aux gentilshommes du plus grand monde</w:t>
      </w:r>
      <w:r>
        <w:t xml:space="preserve">, – </w:t>
      </w:r>
      <w:r w:rsidR="0024252B" w:rsidRPr="002813C1">
        <w:t>il prononçait</w:t>
      </w:r>
      <w:r>
        <w:t xml:space="preserve"> : </w:t>
      </w:r>
      <w:r w:rsidR="0024252B" w:rsidRPr="002813C1">
        <w:t xml:space="preserve">ti </w:t>
      </w:r>
      <w:proofErr w:type="spellStart"/>
      <w:r w:rsidR="0024252B" w:rsidRPr="002813C1">
        <w:t>blis</w:t>
      </w:r>
      <w:proofErr w:type="spellEnd"/>
      <w:r w:rsidR="0024252B" w:rsidRPr="002813C1">
        <w:t xml:space="preserve"> </w:t>
      </w:r>
      <w:proofErr w:type="spellStart"/>
      <w:r w:rsidR="0024252B" w:rsidRPr="002813C1">
        <w:t>crant</w:t>
      </w:r>
      <w:proofErr w:type="spellEnd"/>
      <w:r w:rsidR="0024252B" w:rsidRPr="002813C1">
        <w:t xml:space="preserve"> monte</w:t>
      </w:r>
      <w:r>
        <w:t xml:space="preserve">, – </w:t>
      </w:r>
      <w:r w:rsidR="0024252B" w:rsidRPr="002813C1">
        <w:t>aucun d</w:t>
      </w:r>
      <w:r>
        <w:t>’</w:t>
      </w:r>
      <w:r w:rsidR="0024252B" w:rsidRPr="002813C1">
        <w:t>eux</w:t>
      </w:r>
      <w:r>
        <w:t xml:space="preserve">, </w:t>
      </w:r>
      <w:r w:rsidR="0024252B" w:rsidRPr="002813C1">
        <w:t>jamais</w:t>
      </w:r>
      <w:r>
        <w:t xml:space="preserve">, </w:t>
      </w:r>
      <w:r w:rsidR="0024252B" w:rsidRPr="002813C1">
        <w:t>n</w:t>
      </w:r>
      <w:r>
        <w:t>’</w:t>
      </w:r>
      <w:r w:rsidR="0024252B" w:rsidRPr="002813C1">
        <w:t>a refusé de me payer les toilettes de sa femme</w:t>
      </w:r>
      <w:r>
        <w:t>.</w:t>
      </w:r>
    </w:p>
    <w:p w14:paraId="19526161" w14:textId="60C09039" w:rsidR="00B77E03" w:rsidRDefault="00B77E03" w:rsidP="00B77E03">
      <w:r>
        <w:t>— </w:t>
      </w:r>
      <w:r w:rsidR="0024252B" w:rsidRPr="002813C1">
        <w:t>Oui da</w:t>
      </w:r>
      <w:r>
        <w:t xml:space="preserve"> !… </w:t>
      </w:r>
      <w:r w:rsidR="0024252B" w:rsidRPr="002813C1">
        <w:t>Eh bien</w:t>
      </w:r>
      <w:r>
        <w:t xml:space="preserve"> ! </w:t>
      </w:r>
      <w:r w:rsidR="0024252B" w:rsidRPr="002813C1">
        <w:t>moi</w:t>
      </w:r>
      <w:r>
        <w:t xml:space="preserve">, </w:t>
      </w:r>
      <w:r w:rsidR="0024252B" w:rsidRPr="002813C1">
        <w:t>je ne les paye pas</w:t>
      </w:r>
      <w:r>
        <w:t xml:space="preserve">… </w:t>
      </w:r>
      <w:r w:rsidR="0024252B" w:rsidRPr="002813C1">
        <w:t>voilà la différence</w:t>
      </w:r>
      <w:r>
        <w:t xml:space="preserve">… </w:t>
      </w:r>
      <w:r w:rsidR="0024252B" w:rsidRPr="002813C1">
        <w:t>Vous imagineriez-vous</w:t>
      </w:r>
      <w:r>
        <w:t xml:space="preserve">, </w:t>
      </w:r>
      <w:r w:rsidR="0024252B" w:rsidRPr="002813C1">
        <w:t>par hasard</w:t>
      </w:r>
      <w:r>
        <w:t xml:space="preserve">, </w:t>
      </w:r>
      <w:r w:rsidR="0024252B" w:rsidRPr="002813C1">
        <w:t>que moi</w:t>
      </w:r>
      <w:r>
        <w:t xml:space="preserve">, </w:t>
      </w:r>
      <w:r w:rsidR="0024252B" w:rsidRPr="002813C1">
        <w:t xml:space="preserve">baron </w:t>
      </w:r>
      <w:proofErr w:type="spellStart"/>
      <w:r w:rsidR="0024252B" w:rsidRPr="002813C1">
        <w:t>Trigault</w:t>
      </w:r>
      <w:proofErr w:type="spellEnd"/>
      <w:r>
        <w:t xml:space="preserve">, </w:t>
      </w:r>
      <w:r w:rsidR="0024252B" w:rsidRPr="002813C1">
        <w:t>j</w:t>
      </w:r>
      <w:r>
        <w:t>’</w:t>
      </w:r>
      <w:r w:rsidR="0024252B" w:rsidRPr="002813C1">
        <w:t>ai travaillé comme un nègre vingt années durant</w:t>
      </w:r>
      <w:r>
        <w:t xml:space="preserve">, </w:t>
      </w:r>
      <w:r w:rsidR="0024252B" w:rsidRPr="002813C1">
        <w:t>à la seule fin de subventionner votre aimable et utile industrie</w:t>
      </w:r>
      <w:r>
        <w:t xml:space="preserve"> ?… </w:t>
      </w:r>
      <w:r w:rsidR="0024252B" w:rsidRPr="002813C1">
        <w:t>Rayez cela de vos papiers</w:t>
      </w:r>
      <w:r>
        <w:t xml:space="preserve">, </w:t>
      </w:r>
      <w:r w:rsidR="0024252B" w:rsidRPr="002813C1">
        <w:t>m</w:t>
      </w:r>
      <w:r>
        <w:t>’</w:t>
      </w:r>
      <w:proofErr w:type="spellStart"/>
      <w:r w:rsidR="0024252B" w:rsidRPr="002813C1">
        <w:t>sieu</w:t>
      </w:r>
      <w:proofErr w:type="spellEnd"/>
      <w:r w:rsidR="0024252B" w:rsidRPr="002813C1">
        <w:t xml:space="preserve"> le tailleur pour dames et demoiselles</w:t>
      </w:r>
      <w:r>
        <w:t xml:space="preserve"> !… </w:t>
      </w:r>
      <w:r w:rsidR="0024252B" w:rsidRPr="002813C1">
        <w:t>Qu</w:t>
      </w:r>
      <w:r>
        <w:t>’</w:t>
      </w:r>
      <w:r w:rsidR="0024252B" w:rsidRPr="002813C1">
        <w:t>il y ait des maris assez bêtes pour se croire engagés vis-à-vis de vous par les folies de leurs femmes</w:t>
      </w:r>
      <w:r>
        <w:t xml:space="preserve">… </w:t>
      </w:r>
      <w:r w:rsidR="0024252B" w:rsidRPr="002813C1">
        <w:t>c</w:t>
      </w:r>
      <w:r>
        <w:t>’</w:t>
      </w:r>
      <w:r w:rsidR="0024252B" w:rsidRPr="002813C1">
        <w:t>est possible</w:t>
      </w:r>
      <w:r>
        <w:t xml:space="preserve">… </w:t>
      </w:r>
      <w:r w:rsidR="0024252B" w:rsidRPr="002813C1">
        <w:t>moi je ne suis pas de cette trempe</w:t>
      </w:r>
      <w:r>
        <w:t xml:space="preserve">. </w:t>
      </w:r>
      <w:r w:rsidR="0024252B" w:rsidRPr="002813C1">
        <w:t xml:space="preserve">Je donne à </w:t>
      </w:r>
      <w:r>
        <w:t>M</w:t>
      </w:r>
      <w:r w:rsidRPr="00B77E03">
        <w:rPr>
          <w:vertAlign w:val="superscript"/>
        </w:rPr>
        <w:t>me</w:t>
      </w:r>
      <w:r>
        <w:t> </w:t>
      </w:r>
      <w:proofErr w:type="spellStart"/>
      <w:r w:rsidR="0024252B" w:rsidRPr="002813C1">
        <w:t>Trigault</w:t>
      </w:r>
      <w:proofErr w:type="spellEnd"/>
      <w:r w:rsidR="0024252B" w:rsidRPr="002813C1">
        <w:t xml:space="preserve"> huit mille francs par mois pour sa toilette</w:t>
      </w:r>
      <w:r>
        <w:t xml:space="preserve">… </w:t>
      </w:r>
      <w:r w:rsidR="0024252B" w:rsidRPr="002813C1">
        <w:t>c</w:t>
      </w:r>
      <w:r>
        <w:t>’</w:t>
      </w:r>
      <w:r w:rsidR="0024252B" w:rsidRPr="002813C1">
        <w:t>est raisonnable</w:t>
      </w:r>
      <w:r>
        <w:t xml:space="preserve">… </w:t>
      </w:r>
      <w:r w:rsidR="0024252B" w:rsidRPr="002813C1">
        <w:t>qu</w:t>
      </w:r>
      <w:r>
        <w:t>’</w:t>
      </w:r>
      <w:r w:rsidR="0024252B" w:rsidRPr="002813C1">
        <w:t>elle s</w:t>
      </w:r>
      <w:r>
        <w:t>’</w:t>
      </w:r>
      <w:r w:rsidR="0024252B" w:rsidRPr="002813C1">
        <w:t xml:space="preserve">arrange avec et vous </w:t>
      </w:r>
      <w:r w:rsidR="0024252B" w:rsidRPr="002813C1">
        <w:lastRenderedPageBreak/>
        <w:t>aussi</w:t>
      </w:r>
      <w:r>
        <w:t xml:space="preserve">. </w:t>
      </w:r>
      <w:r w:rsidR="0024252B" w:rsidRPr="002813C1">
        <w:t>Que vous ai-je dit</w:t>
      </w:r>
      <w:r>
        <w:t xml:space="preserve">, </w:t>
      </w:r>
      <w:r w:rsidR="0024252B" w:rsidRPr="002813C1">
        <w:t>l</w:t>
      </w:r>
      <w:r>
        <w:t>’</w:t>
      </w:r>
      <w:r w:rsidR="0024252B" w:rsidRPr="002813C1">
        <w:t>an passé</w:t>
      </w:r>
      <w:r>
        <w:t xml:space="preserve">, </w:t>
      </w:r>
      <w:r w:rsidR="0024252B" w:rsidRPr="002813C1">
        <w:t>en vous soldant une facture de quarante mille francs</w:t>
      </w:r>
      <w:r>
        <w:t xml:space="preserve"> ? </w:t>
      </w:r>
      <w:r w:rsidR="0024252B" w:rsidRPr="002813C1">
        <w:t>Que je ne reconnaîtrais aucune des dettes de ma femme</w:t>
      </w:r>
      <w:r>
        <w:t xml:space="preserve">… </w:t>
      </w:r>
      <w:r w:rsidR="0024252B" w:rsidRPr="002813C1">
        <w:t>Et j</w:t>
      </w:r>
      <w:r>
        <w:t>’</w:t>
      </w:r>
      <w:r w:rsidR="0024252B" w:rsidRPr="002813C1">
        <w:t>ai fait plus</w:t>
      </w:r>
      <w:r>
        <w:t xml:space="preserve">, </w:t>
      </w:r>
      <w:r w:rsidR="0024252B" w:rsidRPr="002813C1">
        <w:t>que vous le dire</w:t>
      </w:r>
      <w:r>
        <w:t xml:space="preserve">, </w:t>
      </w:r>
      <w:r w:rsidR="0024252B" w:rsidRPr="002813C1">
        <w:t>je vous l</w:t>
      </w:r>
      <w:r>
        <w:t>’</w:t>
      </w:r>
      <w:r w:rsidR="0024252B" w:rsidRPr="002813C1">
        <w:t>ai fait signifier par mon huissier</w:t>
      </w:r>
      <w:r>
        <w:t>.</w:t>
      </w:r>
    </w:p>
    <w:p w14:paraId="14622F13" w14:textId="77777777" w:rsidR="00B77E03" w:rsidRDefault="00B77E03" w:rsidP="00B77E03">
      <w:r>
        <w:t>— </w:t>
      </w:r>
      <w:r w:rsidR="0024252B" w:rsidRPr="002813C1">
        <w:t>Je me rappelle</w:t>
      </w:r>
      <w:r>
        <w:t xml:space="preserve">, </w:t>
      </w:r>
      <w:r w:rsidR="0024252B" w:rsidRPr="002813C1">
        <w:t>en effet</w:t>
      </w:r>
      <w:r>
        <w:t>…</w:t>
      </w:r>
    </w:p>
    <w:p w14:paraId="4D6CFCBF" w14:textId="77777777" w:rsidR="00B77E03" w:rsidRDefault="00B77E03" w:rsidP="00B77E03">
      <w:r>
        <w:t>— </w:t>
      </w:r>
      <w:r w:rsidR="0024252B" w:rsidRPr="002813C1">
        <w:t>Alors</w:t>
      </w:r>
      <w:r>
        <w:t xml:space="preserve">, </w:t>
      </w:r>
      <w:r w:rsidR="0024252B" w:rsidRPr="002813C1">
        <w:t>que me chantez-vous</w:t>
      </w:r>
      <w:r>
        <w:t xml:space="preserve">, </w:t>
      </w:r>
      <w:r w:rsidR="0024252B" w:rsidRPr="002813C1">
        <w:t>avec votre facture</w:t>
      </w:r>
      <w:r>
        <w:t xml:space="preserve"> !… </w:t>
      </w:r>
      <w:r w:rsidR="0024252B" w:rsidRPr="002813C1">
        <w:t>C</w:t>
      </w:r>
      <w:r>
        <w:t>’</w:t>
      </w:r>
      <w:r w:rsidR="0024252B" w:rsidRPr="002813C1">
        <w:t>est à ma femme que vous avez ouvert un compte</w:t>
      </w:r>
      <w:r>
        <w:t xml:space="preserve">, </w:t>
      </w:r>
      <w:r w:rsidR="0024252B" w:rsidRPr="002813C1">
        <w:t>adressez-vous à elle</w:t>
      </w:r>
      <w:r>
        <w:t xml:space="preserve">… </w:t>
      </w:r>
      <w:r w:rsidR="0024252B" w:rsidRPr="002813C1">
        <w:t>et flanquez-moi la paix</w:t>
      </w:r>
      <w:r>
        <w:t> !…</w:t>
      </w:r>
    </w:p>
    <w:p w14:paraId="65D9F251" w14:textId="77777777" w:rsidR="00B77E03" w:rsidRDefault="00B77E03" w:rsidP="00B77E03">
      <w:r>
        <w:t>— </w:t>
      </w:r>
      <w:r w:rsidR="0024252B" w:rsidRPr="002813C1">
        <w:t>Madame la baronne m</w:t>
      </w:r>
      <w:r>
        <w:t>’</w:t>
      </w:r>
      <w:r w:rsidR="0024252B" w:rsidRPr="002813C1">
        <w:t>avait promis</w:t>
      </w:r>
      <w:r>
        <w:t>…</w:t>
      </w:r>
    </w:p>
    <w:p w14:paraId="1B2517F7" w14:textId="77777777" w:rsidR="00B77E03" w:rsidRDefault="00B77E03" w:rsidP="00B77E03">
      <w:r>
        <w:t>— </w:t>
      </w:r>
      <w:r w:rsidR="0024252B" w:rsidRPr="002813C1">
        <w:t>Tâchez qu</w:t>
      </w:r>
      <w:r>
        <w:t>’</w:t>
      </w:r>
      <w:r w:rsidR="0024252B" w:rsidRPr="002813C1">
        <w:t>elle tienne ses promesses</w:t>
      </w:r>
      <w:r>
        <w:t>.</w:t>
      </w:r>
    </w:p>
    <w:p w14:paraId="3C00238B" w14:textId="77777777" w:rsidR="00B77E03" w:rsidRDefault="00B77E03" w:rsidP="00B77E03">
      <w:r>
        <w:t>— </w:t>
      </w:r>
      <w:r w:rsidR="0024252B" w:rsidRPr="002813C1">
        <w:t>Il en coûte cher</w:t>
      </w:r>
      <w:r>
        <w:t xml:space="preserve">, </w:t>
      </w:r>
      <w:r w:rsidR="0024252B" w:rsidRPr="002813C1">
        <w:t>pour tenir son rang</w:t>
      </w:r>
      <w:r>
        <w:t xml:space="preserve">, </w:t>
      </w:r>
      <w:r w:rsidR="0024252B" w:rsidRPr="002813C1">
        <w:t>et les plus grandes dames</w:t>
      </w:r>
      <w:r>
        <w:t xml:space="preserve">, </w:t>
      </w:r>
      <w:r w:rsidR="0024252B" w:rsidRPr="002813C1">
        <w:t>c</w:t>
      </w:r>
      <w:r>
        <w:t>’</w:t>
      </w:r>
      <w:r w:rsidR="0024252B" w:rsidRPr="002813C1">
        <w:t>est connu</w:t>
      </w:r>
      <w:r>
        <w:t xml:space="preserve">, </w:t>
      </w:r>
      <w:r w:rsidR="0024252B" w:rsidRPr="002813C1">
        <w:t>sont forcées de s</w:t>
      </w:r>
      <w:r>
        <w:t>’</w:t>
      </w:r>
      <w:r w:rsidR="0024252B" w:rsidRPr="002813C1">
        <w:t>endetter</w:t>
      </w:r>
      <w:r>
        <w:t>…</w:t>
      </w:r>
    </w:p>
    <w:p w14:paraId="46E8FF43" w14:textId="3902A4DC" w:rsidR="00B77E03" w:rsidRDefault="00B77E03" w:rsidP="00B77E03">
      <w:r>
        <w:t>— </w:t>
      </w:r>
      <w:r w:rsidR="0024252B" w:rsidRPr="002813C1">
        <w:t>C</w:t>
      </w:r>
      <w:r>
        <w:t>’</w:t>
      </w:r>
      <w:r w:rsidR="0024252B" w:rsidRPr="002813C1">
        <w:t>est leur droit</w:t>
      </w:r>
      <w:r>
        <w:t xml:space="preserve">… </w:t>
      </w:r>
      <w:r w:rsidR="0024252B" w:rsidRPr="002813C1">
        <w:t>Mais ma femme n</w:t>
      </w:r>
      <w:r>
        <w:t>’</w:t>
      </w:r>
      <w:r w:rsidR="0024252B" w:rsidRPr="002813C1">
        <w:t>est pas une grande dame</w:t>
      </w:r>
      <w:r>
        <w:t xml:space="preserve">… </w:t>
      </w:r>
      <w:r w:rsidR="0024252B" w:rsidRPr="002813C1">
        <w:t xml:space="preserve">Elle est tout bonnement </w:t>
      </w:r>
      <w:r>
        <w:t>M</w:t>
      </w:r>
      <w:r w:rsidRPr="00B77E03">
        <w:rPr>
          <w:vertAlign w:val="superscript"/>
        </w:rPr>
        <w:t>me</w:t>
      </w:r>
      <w:r>
        <w:t> </w:t>
      </w:r>
      <w:proofErr w:type="spellStart"/>
      <w:r w:rsidR="0024252B" w:rsidRPr="002813C1">
        <w:t>Trigault</w:t>
      </w:r>
      <w:proofErr w:type="spellEnd"/>
      <w:r>
        <w:t xml:space="preserve">, </w:t>
      </w:r>
      <w:r w:rsidR="0024252B" w:rsidRPr="002813C1">
        <w:t>baronne par la grâce des écus de son mari et d</w:t>
      </w:r>
      <w:r>
        <w:t>’</w:t>
      </w:r>
      <w:r w:rsidR="0024252B" w:rsidRPr="002813C1">
        <w:t>un digne prince allemand qui avait besoin d</w:t>
      </w:r>
      <w:r>
        <w:t>’</w:t>
      </w:r>
      <w:r w:rsidR="0024252B" w:rsidRPr="002813C1">
        <w:t>argent</w:t>
      </w:r>
      <w:r>
        <w:t xml:space="preserve">… </w:t>
      </w:r>
      <w:r w:rsidR="0024252B" w:rsidRPr="002813C1">
        <w:t>elle n</w:t>
      </w:r>
      <w:r>
        <w:t>’</w:t>
      </w:r>
      <w:r w:rsidR="0024252B" w:rsidRPr="002813C1">
        <w:t>a en conséquence</w:t>
      </w:r>
      <w:r>
        <w:t xml:space="preserve">, </w:t>
      </w:r>
      <w:r w:rsidR="0024252B" w:rsidRPr="002813C1">
        <w:t>aucune espèce de rang à soutenir</w:t>
      </w:r>
      <w:r>
        <w:t>…</w:t>
      </w:r>
    </w:p>
    <w:p w14:paraId="4AB4BE47" w14:textId="77777777" w:rsidR="00B77E03" w:rsidRDefault="0024252B" w:rsidP="00B77E03">
      <w:r w:rsidRPr="002813C1">
        <w:t xml:space="preserve">Il fallait que la baronne attachât à ce que Van </w:t>
      </w:r>
      <w:proofErr w:type="spellStart"/>
      <w:r w:rsidRPr="002813C1">
        <w:t>Klopen</w:t>
      </w:r>
      <w:proofErr w:type="spellEnd"/>
      <w:r w:rsidRPr="002813C1">
        <w:t xml:space="preserve"> fût payé une importance énorme</w:t>
      </w:r>
      <w:r w:rsidR="00B77E03">
        <w:t xml:space="preserve">, </w:t>
      </w:r>
      <w:r w:rsidRPr="002813C1">
        <w:t>car</w:t>
      </w:r>
      <w:r w:rsidR="00B77E03">
        <w:t xml:space="preserve">, </w:t>
      </w:r>
      <w:r w:rsidRPr="002813C1">
        <w:t>dissimulant le dépit que lui devait causer cette scène humiliante</w:t>
      </w:r>
      <w:r w:rsidR="00B77E03">
        <w:t xml:space="preserve">, </w:t>
      </w:r>
      <w:r w:rsidRPr="002813C1">
        <w:t>elle descendit jusqu</w:t>
      </w:r>
      <w:r w:rsidR="00B77E03">
        <w:t>’</w:t>
      </w:r>
      <w:r w:rsidRPr="002813C1">
        <w:t>à l</w:t>
      </w:r>
      <w:r w:rsidR="00B77E03">
        <w:t>’</w:t>
      </w:r>
      <w:r w:rsidRPr="002813C1">
        <w:t>excuse</w:t>
      </w:r>
      <w:r w:rsidR="00B77E03">
        <w:t xml:space="preserve">, </w:t>
      </w:r>
      <w:r w:rsidRPr="002813C1">
        <w:t>jusqu</w:t>
      </w:r>
      <w:r w:rsidR="00B77E03">
        <w:t>’</w:t>
      </w:r>
      <w:r w:rsidRPr="002813C1">
        <w:t>à la prière</w:t>
      </w:r>
      <w:r w:rsidR="00B77E03">
        <w:t>.</w:t>
      </w:r>
    </w:p>
    <w:p w14:paraId="4BCC141B" w14:textId="77777777" w:rsidR="00B77E03" w:rsidRDefault="00B77E03" w:rsidP="00B77E03">
      <w:r>
        <w:t>— </w:t>
      </w:r>
      <w:proofErr w:type="gramStart"/>
      <w:r w:rsidR="0024252B" w:rsidRPr="002813C1">
        <w:t>J</w:t>
      </w:r>
      <w:r>
        <w:t>’</w:t>
      </w:r>
      <w:r w:rsidR="0024252B" w:rsidRPr="002813C1">
        <w:t>ai été</w:t>
      </w:r>
      <w:proofErr w:type="gramEnd"/>
      <w:r w:rsidR="0024252B" w:rsidRPr="002813C1">
        <w:t xml:space="preserve"> un peu vite</w:t>
      </w:r>
      <w:r>
        <w:t xml:space="preserve">, </w:t>
      </w:r>
      <w:r w:rsidR="0024252B" w:rsidRPr="002813C1">
        <w:t>peut-être</w:t>
      </w:r>
      <w:r>
        <w:t xml:space="preserve">, </w:t>
      </w:r>
      <w:r w:rsidR="0024252B" w:rsidRPr="002813C1">
        <w:t>prononça-t-elle</w:t>
      </w:r>
      <w:r>
        <w:t xml:space="preserve">, </w:t>
      </w:r>
      <w:r w:rsidR="0024252B" w:rsidRPr="002813C1">
        <w:t>mais du moment où je le reconnais</w:t>
      </w:r>
      <w:r>
        <w:t xml:space="preserve">, </w:t>
      </w:r>
      <w:r w:rsidR="0024252B" w:rsidRPr="002813C1">
        <w:t>payez</w:t>
      </w:r>
      <w:r>
        <w:t xml:space="preserve">, </w:t>
      </w:r>
      <w:r w:rsidR="0024252B" w:rsidRPr="002813C1">
        <w:t>monsieur</w:t>
      </w:r>
      <w:r>
        <w:t xml:space="preserve">, </w:t>
      </w:r>
      <w:r w:rsidR="0024252B" w:rsidRPr="002813C1">
        <w:t>cette fois encore</w:t>
      </w:r>
      <w:r>
        <w:t>…</w:t>
      </w:r>
    </w:p>
    <w:p w14:paraId="0D82C8C1" w14:textId="77777777" w:rsidR="00B77E03" w:rsidRDefault="00B77E03" w:rsidP="00B77E03">
      <w:r>
        <w:t>— </w:t>
      </w:r>
      <w:r w:rsidR="0024252B" w:rsidRPr="002813C1">
        <w:t>Non</w:t>
      </w:r>
      <w:r>
        <w:t> !</w:t>
      </w:r>
    </w:p>
    <w:p w14:paraId="09303226" w14:textId="77777777" w:rsidR="00B77E03" w:rsidRDefault="00B77E03" w:rsidP="00B77E03">
      <w:r>
        <w:t>— </w:t>
      </w:r>
      <w:r w:rsidR="0024252B" w:rsidRPr="002813C1">
        <w:t>Si ce n</w:t>
      </w:r>
      <w:r>
        <w:t>’</w:t>
      </w:r>
      <w:r w:rsidR="0024252B" w:rsidRPr="002813C1">
        <w:t>est pour moi</w:t>
      </w:r>
      <w:r>
        <w:t xml:space="preserve">, </w:t>
      </w:r>
      <w:r w:rsidR="0024252B" w:rsidRPr="002813C1">
        <w:t>que ce soit pour vous</w:t>
      </w:r>
      <w:r>
        <w:t>.</w:t>
      </w:r>
    </w:p>
    <w:p w14:paraId="489EEB22" w14:textId="77777777" w:rsidR="00B77E03" w:rsidRDefault="00B77E03" w:rsidP="00B77E03">
      <w:r>
        <w:t>— </w:t>
      </w:r>
      <w:r w:rsidR="0024252B" w:rsidRPr="002813C1">
        <w:t>Rien</w:t>
      </w:r>
      <w:r>
        <w:t>.</w:t>
      </w:r>
    </w:p>
    <w:p w14:paraId="49BEBFF8" w14:textId="77777777" w:rsidR="00B77E03" w:rsidRDefault="0024252B" w:rsidP="00B77E03">
      <w:r w:rsidRPr="002813C1">
        <w:lastRenderedPageBreak/>
        <w:t>Au ton du baron</w:t>
      </w:r>
      <w:r w:rsidR="00B77E03">
        <w:t xml:space="preserve">, </w:t>
      </w:r>
      <w:r w:rsidRPr="002813C1">
        <w:t>Pascal comprit que sa femme n</w:t>
      </w:r>
      <w:r w:rsidR="00B77E03">
        <w:t>’</w:t>
      </w:r>
      <w:r w:rsidRPr="002813C1">
        <w:t>ébranlerait pas une résolution irrévocablement arrêtée</w:t>
      </w:r>
      <w:r w:rsidR="00B77E03">
        <w:t>.</w:t>
      </w:r>
    </w:p>
    <w:p w14:paraId="25499CD7" w14:textId="77777777" w:rsidR="00B77E03" w:rsidRDefault="0024252B" w:rsidP="00B77E03">
      <w:r w:rsidRPr="002813C1">
        <w:t>Tel dut être l</w:t>
      </w:r>
      <w:r w:rsidR="00B77E03">
        <w:t>’</w:t>
      </w:r>
      <w:r w:rsidRPr="002813C1">
        <w:t>avis de l</w:t>
      </w:r>
      <w:r w:rsidR="00B77E03">
        <w:t>’</w:t>
      </w:r>
      <w:r w:rsidRPr="002813C1">
        <w:t>illustre couturier</w:t>
      </w:r>
      <w:r w:rsidR="00B77E03">
        <w:t xml:space="preserve">, </w:t>
      </w:r>
      <w:r w:rsidRPr="002813C1">
        <w:t>car il revint à la charge</w:t>
      </w:r>
      <w:r w:rsidR="00B77E03">
        <w:t xml:space="preserve">, </w:t>
      </w:r>
      <w:r w:rsidRPr="002813C1">
        <w:t>lançant la réserve de ses arguments</w:t>
      </w:r>
      <w:r w:rsidR="00B77E03">
        <w:t>.</w:t>
      </w:r>
    </w:p>
    <w:p w14:paraId="2C199517" w14:textId="776A96B1" w:rsidR="00B77E03" w:rsidRDefault="00B77E03" w:rsidP="00B77E03">
      <w:r>
        <w:t>— </w:t>
      </w:r>
      <w:r w:rsidR="0024252B" w:rsidRPr="002813C1">
        <w:t>S</w:t>
      </w:r>
      <w:r>
        <w:t>’</w:t>
      </w:r>
      <w:r w:rsidR="0024252B" w:rsidRPr="002813C1">
        <w:t>il en est ainsi</w:t>
      </w:r>
      <w:r>
        <w:t xml:space="preserve">, </w:t>
      </w:r>
      <w:r w:rsidR="0024252B" w:rsidRPr="002813C1">
        <w:t>fit-il</w:t>
      </w:r>
      <w:r>
        <w:t xml:space="preserve">, </w:t>
      </w:r>
      <w:r w:rsidR="0024252B" w:rsidRPr="002813C1">
        <w:t>je me verrai</w:t>
      </w:r>
      <w:r>
        <w:t xml:space="preserve">, </w:t>
      </w:r>
      <w:r w:rsidR="0024252B" w:rsidRPr="002813C1">
        <w:t>à mon grand regret</w:t>
      </w:r>
      <w:r>
        <w:t xml:space="preserve">, </w:t>
      </w:r>
      <w:r w:rsidR="0024252B" w:rsidRPr="002813C1">
        <w:t xml:space="preserve">obligé de manquer au respect que je dois à </w:t>
      </w:r>
      <w:r>
        <w:t>M. </w:t>
      </w:r>
      <w:r w:rsidR="0024252B" w:rsidRPr="002813C1">
        <w:t>le baron et forcé de lui envoyer du papier timbré</w:t>
      </w:r>
      <w:r>
        <w:t>…</w:t>
      </w:r>
    </w:p>
    <w:p w14:paraId="07877E0D" w14:textId="77777777" w:rsidR="00B77E03" w:rsidRDefault="00B77E03" w:rsidP="00B77E03">
      <w:r>
        <w:t>— </w:t>
      </w:r>
      <w:r w:rsidR="0024252B" w:rsidRPr="002813C1">
        <w:t>Envoyez</w:t>
      </w:r>
      <w:r>
        <w:t xml:space="preserve">, </w:t>
      </w:r>
      <w:r w:rsidR="0024252B" w:rsidRPr="002813C1">
        <w:t>mon cher</w:t>
      </w:r>
      <w:r>
        <w:t xml:space="preserve">, </w:t>
      </w:r>
      <w:r w:rsidR="0024252B" w:rsidRPr="002813C1">
        <w:t>envoyez</w:t>
      </w:r>
      <w:r>
        <w:t>…</w:t>
      </w:r>
    </w:p>
    <w:p w14:paraId="0D33CC11" w14:textId="31553710" w:rsidR="00B77E03" w:rsidRDefault="00B77E03" w:rsidP="00B77E03">
      <w:r>
        <w:t>— </w:t>
      </w:r>
      <w:r w:rsidR="0024252B" w:rsidRPr="002813C1">
        <w:t xml:space="preserve">Je ne puis croire que </w:t>
      </w:r>
      <w:r>
        <w:t>M. </w:t>
      </w:r>
      <w:r w:rsidR="0024252B" w:rsidRPr="002813C1">
        <w:t>le baron souhaite un procès</w:t>
      </w:r>
      <w:r>
        <w:t>…</w:t>
      </w:r>
    </w:p>
    <w:p w14:paraId="050E47CA" w14:textId="77777777" w:rsidR="00B77E03" w:rsidRDefault="00B77E03" w:rsidP="00B77E03">
      <w:r>
        <w:t>— </w:t>
      </w:r>
      <w:r w:rsidR="0024252B" w:rsidRPr="002813C1">
        <w:t>Erreur</w:t>
      </w:r>
      <w:r>
        <w:t xml:space="preserve"> !… </w:t>
      </w:r>
      <w:r w:rsidR="0024252B" w:rsidRPr="002813C1">
        <w:t>Un procès m</w:t>
      </w:r>
      <w:r>
        <w:t>’</w:t>
      </w:r>
      <w:r w:rsidR="0024252B" w:rsidRPr="002813C1">
        <w:t>irait admirablement</w:t>
      </w:r>
      <w:r>
        <w:t xml:space="preserve">. </w:t>
      </w:r>
      <w:r w:rsidR="0024252B" w:rsidRPr="002813C1">
        <w:t>Ce me serait enfin une occasion de crier bien haut ce qu</w:t>
      </w:r>
      <w:r>
        <w:t>’</w:t>
      </w:r>
      <w:r w:rsidR="0024252B" w:rsidRPr="002813C1">
        <w:t>est votre commerce</w:t>
      </w:r>
      <w:r>
        <w:t xml:space="preserve"> !… </w:t>
      </w:r>
      <w:r w:rsidR="0024252B" w:rsidRPr="002813C1">
        <w:t>Pensez-vous que les maris ne sont pas las d</w:t>
      </w:r>
      <w:r>
        <w:t>’</w:t>
      </w:r>
      <w:r w:rsidR="0024252B" w:rsidRPr="002813C1">
        <w:t>être considérés par leurs femmes uniquement comme des machines à pièces de cent sous</w:t>
      </w:r>
      <w:r>
        <w:t xml:space="preserve"> !… </w:t>
      </w:r>
      <w:r w:rsidR="0024252B" w:rsidRPr="002813C1">
        <w:t>Vous tirez trop sur la ficelle</w:t>
      </w:r>
      <w:r>
        <w:t xml:space="preserve">, </w:t>
      </w:r>
      <w:r w:rsidR="0024252B" w:rsidRPr="002813C1">
        <w:t>mon cher</w:t>
      </w:r>
      <w:r>
        <w:t xml:space="preserve">, </w:t>
      </w:r>
      <w:r w:rsidR="0024252B" w:rsidRPr="002813C1">
        <w:t>elle cassera</w:t>
      </w:r>
      <w:r>
        <w:t xml:space="preserve">… </w:t>
      </w:r>
      <w:r w:rsidR="0024252B" w:rsidRPr="002813C1">
        <w:t>Ce que l</w:t>
      </w:r>
      <w:r>
        <w:t>’</w:t>
      </w:r>
      <w:r w:rsidR="0024252B" w:rsidRPr="002813C1">
        <w:t>on n</w:t>
      </w:r>
      <w:r>
        <w:t>’</w:t>
      </w:r>
      <w:r w:rsidR="0024252B" w:rsidRPr="002813C1">
        <w:t>ose pas dire</w:t>
      </w:r>
      <w:r>
        <w:t xml:space="preserve">, </w:t>
      </w:r>
      <w:r w:rsidR="0024252B" w:rsidRPr="002813C1">
        <w:t>je le clamerai</w:t>
      </w:r>
      <w:r>
        <w:t xml:space="preserve">, </w:t>
      </w:r>
      <w:r w:rsidR="0024252B" w:rsidRPr="002813C1">
        <w:t>et nous verrons bien si je ne réussis pas à organiser une petite croisade</w:t>
      </w:r>
      <w:r>
        <w:t>…</w:t>
      </w:r>
    </w:p>
    <w:p w14:paraId="54F2EF56" w14:textId="77777777" w:rsidR="00B77E03" w:rsidRDefault="0024252B" w:rsidP="00B77E03">
      <w:r w:rsidRPr="002813C1">
        <w:t>Il s</w:t>
      </w:r>
      <w:r w:rsidR="00B77E03">
        <w:t>’</w:t>
      </w:r>
      <w:r w:rsidRPr="002813C1">
        <w:t>animait au bruit de ses paroles</w:t>
      </w:r>
      <w:r w:rsidR="00B77E03">
        <w:t xml:space="preserve">, </w:t>
      </w:r>
      <w:r w:rsidRPr="002813C1">
        <w:t>la colère lui revenait</w:t>
      </w:r>
      <w:r w:rsidR="00B77E03">
        <w:t xml:space="preserve">, </w:t>
      </w:r>
      <w:r w:rsidRPr="002813C1">
        <w:t>et c</w:t>
      </w:r>
      <w:r w:rsidR="00B77E03">
        <w:t>’</w:t>
      </w:r>
      <w:r w:rsidRPr="002813C1">
        <w:t>est d</w:t>
      </w:r>
      <w:r w:rsidR="00B77E03">
        <w:t>’</w:t>
      </w:r>
      <w:r w:rsidRPr="002813C1">
        <w:t>une voix de plus en plus haute qu</w:t>
      </w:r>
      <w:r w:rsidR="00B77E03">
        <w:t>’</w:t>
      </w:r>
      <w:r w:rsidRPr="002813C1">
        <w:t>il poursuivit</w:t>
      </w:r>
      <w:r w:rsidR="00B77E03">
        <w:t> :</w:t>
      </w:r>
    </w:p>
    <w:p w14:paraId="250137C9" w14:textId="77777777" w:rsidR="00B77E03" w:rsidRDefault="00B77E03" w:rsidP="00B77E03">
      <w:r>
        <w:t>— </w:t>
      </w:r>
      <w:r w:rsidR="0024252B" w:rsidRPr="002813C1">
        <w:t>Ah</w:t>
      </w:r>
      <w:r>
        <w:t xml:space="preserve"> ! </w:t>
      </w:r>
      <w:r w:rsidR="0024252B" w:rsidRPr="002813C1">
        <w:t>vous voulez pratiquer le chantage au scandale</w:t>
      </w:r>
      <w:r>
        <w:t xml:space="preserve">… </w:t>
      </w:r>
      <w:r w:rsidR="0024252B" w:rsidRPr="002813C1">
        <w:t xml:space="preserve"> C</w:t>
      </w:r>
      <w:r>
        <w:t>’</w:t>
      </w:r>
      <w:r w:rsidR="0024252B" w:rsidRPr="002813C1">
        <w:t>est votre système</w:t>
      </w:r>
      <w:r>
        <w:t xml:space="preserve">… </w:t>
      </w:r>
      <w:r w:rsidR="0024252B" w:rsidRPr="002813C1">
        <w:t>avec moi il ne réussira pas</w:t>
      </w:r>
      <w:r>
        <w:t xml:space="preserve">. </w:t>
      </w:r>
      <w:r w:rsidR="0024252B" w:rsidRPr="002813C1">
        <w:t>Vous me menacez de plaider</w:t>
      </w:r>
      <w:r>
        <w:t xml:space="preserve">… </w:t>
      </w:r>
      <w:r w:rsidR="0024252B" w:rsidRPr="002813C1">
        <w:t>plaidons</w:t>
      </w:r>
      <w:r>
        <w:t xml:space="preserve">. </w:t>
      </w:r>
      <w:r w:rsidR="0024252B" w:rsidRPr="002813C1">
        <w:t>Pardieu</w:t>
      </w:r>
      <w:r>
        <w:t xml:space="preserve"> ! </w:t>
      </w:r>
      <w:r w:rsidR="0024252B" w:rsidRPr="002813C1">
        <w:t>je me charge d</w:t>
      </w:r>
      <w:r>
        <w:t>’</w:t>
      </w:r>
      <w:r w:rsidR="0024252B" w:rsidRPr="002813C1">
        <w:t>égayer Paris</w:t>
      </w:r>
      <w:r>
        <w:t xml:space="preserve">… </w:t>
      </w:r>
      <w:r w:rsidR="0024252B" w:rsidRPr="002813C1">
        <w:t>C</w:t>
      </w:r>
      <w:r>
        <w:t>’</w:t>
      </w:r>
      <w:r w:rsidR="0024252B" w:rsidRPr="002813C1">
        <w:t>est que je connais le dessous de vos cartes</w:t>
      </w:r>
      <w:r>
        <w:t xml:space="preserve">, </w:t>
      </w:r>
      <w:r w:rsidR="0024252B" w:rsidRPr="002813C1">
        <w:t>m</w:t>
      </w:r>
      <w:r>
        <w:t>’</w:t>
      </w:r>
      <w:proofErr w:type="spellStart"/>
      <w:r w:rsidR="0024252B" w:rsidRPr="002813C1">
        <w:t>sieu</w:t>
      </w:r>
      <w:proofErr w:type="spellEnd"/>
      <w:r w:rsidR="0024252B" w:rsidRPr="002813C1">
        <w:t xml:space="preserve"> le tailleur pour dames et</w:t>
      </w:r>
      <w:r>
        <w:t xml:space="preserve">… </w:t>
      </w:r>
      <w:r w:rsidR="0024252B" w:rsidRPr="002813C1">
        <w:t>demoiselles</w:t>
      </w:r>
      <w:r>
        <w:t xml:space="preserve">… </w:t>
      </w:r>
      <w:r w:rsidR="0024252B" w:rsidRPr="002813C1">
        <w:t>Je sais les parties fines qu</w:t>
      </w:r>
      <w:r>
        <w:t>’</w:t>
      </w:r>
      <w:r w:rsidR="0024252B" w:rsidRPr="002813C1">
        <w:t>abrite votre enseigne</w:t>
      </w:r>
      <w:r>
        <w:t xml:space="preserve">… </w:t>
      </w:r>
      <w:r w:rsidR="0024252B" w:rsidRPr="002813C1">
        <w:t>Ce n</w:t>
      </w:r>
      <w:r>
        <w:t>’</w:t>
      </w:r>
      <w:r w:rsidR="0024252B" w:rsidRPr="002813C1">
        <w:t>est pas toujours pour causer chiffons que les femmes s</w:t>
      </w:r>
      <w:r>
        <w:t>’</w:t>
      </w:r>
      <w:r w:rsidR="0024252B" w:rsidRPr="002813C1">
        <w:t>arrêtent chez vous en revenant du bois</w:t>
      </w:r>
      <w:r>
        <w:t xml:space="preserve">… </w:t>
      </w:r>
      <w:r w:rsidR="0024252B" w:rsidRPr="002813C1">
        <w:t>Vous vendez des étoffes</w:t>
      </w:r>
      <w:r>
        <w:t xml:space="preserve">, </w:t>
      </w:r>
      <w:r w:rsidR="0024252B" w:rsidRPr="002813C1">
        <w:t>mais vous débitez aussi du madère</w:t>
      </w:r>
      <w:r>
        <w:t xml:space="preserve">, </w:t>
      </w:r>
      <w:r w:rsidR="0024252B" w:rsidRPr="002813C1">
        <w:t>du porto et d</w:t>
      </w:r>
      <w:r>
        <w:t>’</w:t>
      </w:r>
      <w:r w:rsidR="0024252B" w:rsidRPr="002813C1">
        <w:t>excellents cigares</w:t>
      </w:r>
      <w:r>
        <w:t xml:space="preserve">… </w:t>
      </w:r>
      <w:r w:rsidR="0024252B" w:rsidRPr="002813C1">
        <w:t>et il y en a qui</w:t>
      </w:r>
      <w:r>
        <w:t xml:space="preserve">, </w:t>
      </w:r>
      <w:r w:rsidR="0024252B" w:rsidRPr="002813C1">
        <w:t>en sortant de chez vous</w:t>
      </w:r>
      <w:r>
        <w:t xml:space="preserve">, </w:t>
      </w:r>
      <w:r w:rsidR="0024252B" w:rsidRPr="002813C1">
        <w:t xml:space="preserve">ne marchent pas très-droit </w:t>
      </w:r>
      <w:r w:rsidR="0024252B" w:rsidRPr="002813C1">
        <w:lastRenderedPageBreak/>
        <w:t>et empestent le tabac et l</w:t>
      </w:r>
      <w:r>
        <w:t>’</w:t>
      </w:r>
      <w:r w:rsidR="0024252B" w:rsidRPr="002813C1">
        <w:t>absinthe</w:t>
      </w:r>
      <w:r>
        <w:t xml:space="preserve">… </w:t>
      </w:r>
      <w:r w:rsidR="0024252B" w:rsidRPr="002813C1">
        <w:t>Oui</w:t>
      </w:r>
      <w:r>
        <w:t xml:space="preserve">, </w:t>
      </w:r>
      <w:r w:rsidR="0024252B" w:rsidRPr="002813C1">
        <w:t>plaidons</w:t>
      </w:r>
      <w:r>
        <w:t xml:space="preserve"> !… </w:t>
      </w:r>
      <w:r w:rsidR="0024252B" w:rsidRPr="002813C1">
        <w:t>j</w:t>
      </w:r>
      <w:r>
        <w:t>’</w:t>
      </w:r>
      <w:r w:rsidR="0024252B" w:rsidRPr="002813C1">
        <w:t>aurai un avocat qui saura dire à quels rôles les femmes s</w:t>
      </w:r>
      <w:r>
        <w:t>’</w:t>
      </w:r>
      <w:r w:rsidR="0024252B" w:rsidRPr="002813C1">
        <w:t>exercent chez vous</w:t>
      </w:r>
      <w:r>
        <w:t xml:space="preserve">, </w:t>
      </w:r>
      <w:r w:rsidR="0024252B" w:rsidRPr="002813C1">
        <w:t>et qui révèlera</w:t>
      </w:r>
      <w:r>
        <w:t xml:space="preserve">, </w:t>
      </w:r>
      <w:r w:rsidR="0024252B" w:rsidRPr="002813C1">
        <w:t>preuves en main</w:t>
      </w:r>
      <w:r>
        <w:t xml:space="preserve">, </w:t>
      </w:r>
      <w:r w:rsidR="0024252B" w:rsidRPr="002813C1">
        <w:t>comment</w:t>
      </w:r>
      <w:r>
        <w:t xml:space="preserve">, </w:t>
      </w:r>
      <w:r w:rsidR="0024252B" w:rsidRPr="002813C1">
        <w:t>grâce à vos soins</w:t>
      </w:r>
      <w:r>
        <w:t xml:space="preserve">, </w:t>
      </w:r>
      <w:r w:rsidR="0024252B" w:rsidRPr="002813C1">
        <w:t>les clientes gênées arrivent à trouver de l</w:t>
      </w:r>
      <w:r>
        <w:t>’</w:t>
      </w:r>
      <w:r w:rsidR="0024252B" w:rsidRPr="002813C1">
        <w:t>argent ailleurs que dans la caisse de leur mari</w:t>
      </w:r>
      <w:r>
        <w:t xml:space="preserve">… </w:t>
      </w:r>
      <w:r w:rsidR="0024252B" w:rsidRPr="002813C1">
        <w:t>On en a condamné pour excitation à la débauche</w:t>
      </w:r>
      <w:r>
        <w:t xml:space="preserve">, </w:t>
      </w:r>
      <w:r w:rsidR="0024252B" w:rsidRPr="002813C1">
        <w:t>qui ne l</w:t>
      </w:r>
      <w:r>
        <w:t>’</w:t>
      </w:r>
      <w:r w:rsidR="0024252B" w:rsidRPr="002813C1">
        <w:t>avaient</w:t>
      </w:r>
      <w:r>
        <w:t xml:space="preserve">, </w:t>
      </w:r>
      <w:r w:rsidR="0024252B" w:rsidRPr="002813C1">
        <w:t>sacrebleu</w:t>
      </w:r>
      <w:r>
        <w:t xml:space="preserve"> ! </w:t>
      </w:r>
      <w:r w:rsidR="0024252B" w:rsidRPr="002813C1">
        <w:t>pas mérité tant que vous</w:t>
      </w:r>
      <w:r>
        <w:t>.</w:t>
      </w:r>
    </w:p>
    <w:p w14:paraId="51F90C57" w14:textId="606A9766" w:rsidR="00B77E03" w:rsidRDefault="0024252B" w:rsidP="00B77E03">
      <w:r w:rsidRPr="002813C1">
        <w:t>Dame</w:t>
      </w:r>
      <w:r w:rsidR="00B77E03">
        <w:t xml:space="preserve"> !… </w:t>
      </w:r>
      <w:r w:rsidRPr="002813C1">
        <w:t xml:space="preserve">quand on le prend sur ce ton avec </w:t>
      </w:r>
      <w:r w:rsidR="00B77E03">
        <w:t>M. </w:t>
      </w:r>
      <w:r w:rsidRPr="002813C1">
        <w:t xml:space="preserve">Van </w:t>
      </w:r>
      <w:proofErr w:type="spellStart"/>
      <w:r w:rsidRPr="002813C1">
        <w:t>Klopen</w:t>
      </w:r>
      <w:proofErr w:type="spellEnd"/>
      <w:r w:rsidR="00B77E03">
        <w:t xml:space="preserve">, </w:t>
      </w:r>
      <w:r w:rsidRPr="002813C1">
        <w:t>il n</w:t>
      </w:r>
      <w:r w:rsidR="00B77E03">
        <w:t>’</w:t>
      </w:r>
      <w:r w:rsidRPr="002813C1">
        <w:t>est pas content du tout</w:t>
      </w:r>
      <w:r w:rsidR="00B77E03">
        <w:t>.</w:t>
      </w:r>
    </w:p>
    <w:p w14:paraId="7D2A2137" w14:textId="77777777" w:rsidR="00B77E03" w:rsidRDefault="00B77E03" w:rsidP="00B77E03">
      <w:r>
        <w:t>— </w:t>
      </w:r>
      <w:r w:rsidR="0024252B" w:rsidRPr="002813C1">
        <w:t>Et moi</w:t>
      </w:r>
      <w:r>
        <w:t xml:space="preserve">, </w:t>
      </w:r>
      <w:r w:rsidR="0024252B" w:rsidRPr="002813C1">
        <w:t>s</w:t>
      </w:r>
      <w:r>
        <w:t>’</w:t>
      </w:r>
      <w:r w:rsidR="0024252B" w:rsidRPr="002813C1">
        <w:t>écria-t-il</w:t>
      </w:r>
      <w:r>
        <w:t xml:space="preserve">, </w:t>
      </w:r>
      <w:r w:rsidR="0024252B" w:rsidRPr="002813C1">
        <w:t xml:space="preserve">je dirai partout que le baron </w:t>
      </w:r>
      <w:proofErr w:type="spellStart"/>
      <w:r w:rsidR="0024252B" w:rsidRPr="002813C1">
        <w:t>Trigault</w:t>
      </w:r>
      <w:proofErr w:type="spellEnd"/>
      <w:r w:rsidR="0024252B" w:rsidRPr="002813C1">
        <w:t xml:space="preserve"> règle ses créanciers en injures</w:t>
      </w:r>
      <w:r>
        <w:t xml:space="preserve">, </w:t>
      </w:r>
      <w:r w:rsidR="0024252B" w:rsidRPr="002813C1">
        <w:t>quand il a perdu tout son argent au jeu</w:t>
      </w:r>
      <w:r>
        <w:t> !…</w:t>
      </w:r>
    </w:p>
    <w:p w14:paraId="18AF88FB" w14:textId="77777777" w:rsidR="00B77E03" w:rsidRDefault="0024252B" w:rsidP="00B77E03">
      <w:r w:rsidRPr="002813C1">
        <w:t>Le tapage d</w:t>
      </w:r>
      <w:r w:rsidR="00B77E03">
        <w:t>’</w:t>
      </w:r>
      <w:r w:rsidRPr="002813C1">
        <w:t>une chaise renversée</w:t>
      </w:r>
      <w:r w:rsidR="00B77E03">
        <w:t xml:space="preserve">, </w:t>
      </w:r>
      <w:r w:rsidRPr="002813C1">
        <w:t>apprit à Pascal que le baron venait de se dresser et avec violence</w:t>
      </w:r>
      <w:r w:rsidR="00B77E03">
        <w:t>.</w:t>
      </w:r>
    </w:p>
    <w:p w14:paraId="646A69DE" w14:textId="77777777" w:rsidR="00B77E03" w:rsidRDefault="00B77E03" w:rsidP="00B77E03">
      <w:r>
        <w:t>— </w:t>
      </w:r>
      <w:r w:rsidR="0024252B" w:rsidRPr="002813C1">
        <w:t>Tu diras ce que tu voudras</w:t>
      </w:r>
      <w:r>
        <w:t xml:space="preserve">, </w:t>
      </w:r>
      <w:r w:rsidR="0024252B" w:rsidRPr="002813C1">
        <w:t>malpropre drôle</w:t>
      </w:r>
      <w:r>
        <w:t xml:space="preserve">, </w:t>
      </w:r>
      <w:r w:rsidR="0024252B" w:rsidRPr="002813C1">
        <w:t>cria-t-il</w:t>
      </w:r>
      <w:r>
        <w:t xml:space="preserve">, </w:t>
      </w:r>
      <w:r w:rsidR="0024252B" w:rsidRPr="002813C1">
        <w:t>mais non chez moi</w:t>
      </w:r>
      <w:r>
        <w:t xml:space="preserve">… </w:t>
      </w:r>
      <w:r w:rsidR="0024252B" w:rsidRPr="002813C1">
        <w:t>Allons dehors</w:t>
      </w:r>
      <w:r>
        <w:t xml:space="preserve">, </w:t>
      </w:r>
      <w:r w:rsidR="0024252B" w:rsidRPr="002813C1">
        <w:t>ou je sonne</w:t>
      </w:r>
      <w:r>
        <w:t>…</w:t>
      </w:r>
    </w:p>
    <w:p w14:paraId="14FADAD4" w14:textId="77777777" w:rsidR="00B77E03" w:rsidRDefault="00B77E03" w:rsidP="00B77E03">
      <w:r>
        <w:t>— </w:t>
      </w:r>
      <w:r w:rsidR="0024252B" w:rsidRPr="002813C1">
        <w:t>Monsieur</w:t>
      </w:r>
      <w:r>
        <w:t> !…</w:t>
      </w:r>
    </w:p>
    <w:p w14:paraId="6A2325B9" w14:textId="77777777" w:rsidR="00B77E03" w:rsidRDefault="00B77E03" w:rsidP="00B77E03">
      <w:r>
        <w:t>— </w:t>
      </w:r>
      <w:r w:rsidR="0024252B" w:rsidRPr="002813C1">
        <w:t>Dehors</w:t>
      </w:r>
      <w:r>
        <w:t xml:space="preserve">, </w:t>
      </w:r>
      <w:r w:rsidR="0024252B" w:rsidRPr="002813C1">
        <w:t>dehors</w:t>
      </w:r>
      <w:r>
        <w:t xml:space="preserve"> !… </w:t>
      </w:r>
      <w:r w:rsidR="0024252B" w:rsidRPr="002813C1">
        <w:t>ou je n</w:t>
      </w:r>
      <w:r>
        <w:t>’</w:t>
      </w:r>
      <w:r w:rsidR="0024252B" w:rsidRPr="002813C1">
        <w:t>aurai pas la patience d</w:t>
      </w:r>
      <w:r>
        <w:t>’</w:t>
      </w:r>
      <w:r w:rsidR="0024252B" w:rsidRPr="002813C1">
        <w:t>attendre mes domestiques</w:t>
      </w:r>
      <w:r>
        <w:t>.</w:t>
      </w:r>
    </w:p>
    <w:p w14:paraId="638C7AC0" w14:textId="77777777" w:rsidR="00B77E03" w:rsidRDefault="0024252B" w:rsidP="00B77E03">
      <w:r w:rsidRPr="002813C1">
        <w:t>Il dut joindre aussitôt l</w:t>
      </w:r>
      <w:r w:rsidR="00B77E03">
        <w:t>’</w:t>
      </w:r>
      <w:r w:rsidRPr="002813C1">
        <w:t>action à la parole</w:t>
      </w:r>
      <w:r w:rsidR="00B77E03">
        <w:t xml:space="preserve">, </w:t>
      </w:r>
      <w:r w:rsidRPr="002813C1">
        <w:t xml:space="preserve">saisir Van </w:t>
      </w:r>
      <w:proofErr w:type="spellStart"/>
      <w:r w:rsidRPr="002813C1">
        <w:t>Klopen</w:t>
      </w:r>
      <w:proofErr w:type="spellEnd"/>
      <w:r w:rsidRPr="002813C1">
        <w:t xml:space="preserve"> au collet et le jeter dans le vestibule</w:t>
      </w:r>
      <w:r w:rsidR="00B77E03">
        <w:t xml:space="preserve">, </w:t>
      </w:r>
      <w:r w:rsidRPr="002813C1">
        <w:t>car on entendit comme un trépignement de lutte</w:t>
      </w:r>
      <w:r w:rsidR="00B77E03">
        <w:t xml:space="preserve">, </w:t>
      </w:r>
      <w:r w:rsidRPr="002813C1">
        <w:t>des jurements de charretier</w:t>
      </w:r>
      <w:r w:rsidR="00B77E03">
        <w:t xml:space="preserve">, </w:t>
      </w:r>
      <w:r w:rsidRPr="002813C1">
        <w:t>deux ou trois cris de femme et de rauques exclamations allemandes</w:t>
      </w:r>
      <w:r w:rsidR="00B77E03">
        <w:t>.</w:t>
      </w:r>
    </w:p>
    <w:p w14:paraId="0FFA1456" w14:textId="77777777" w:rsidR="00B77E03" w:rsidRDefault="0024252B" w:rsidP="00B77E03">
      <w:r w:rsidRPr="002813C1">
        <w:t>Puis une porte claqua si violemment que l</w:t>
      </w:r>
      <w:r w:rsidR="00B77E03">
        <w:t>’</w:t>
      </w:r>
      <w:r w:rsidRPr="002813C1">
        <w:t>hôtel entier en trembla</w:t>
      </w:r>
      <w:r w:rsidR="00B77E03">
        <w:t xml:space="preserve">, </w:t>
      </w:r>
      <w:r w:rsidRPr="002813C1">
        <w:t>et que dans le fumoir une magnifique horloge appuyée contre la cloison</w:t>
      </w:r>
      <w:r w:rsidR="00B77E03">
        <w:t xml:space="preserve">, </w:t>
      </w:r>
      <w:r w:rsidRPr="002813C1">
        <w:t>sonna</w:t>
      </w:r>
      <w:r w:rsidR="00B77E03">
        <w:t>…</w:t>
      </w:r>
    </w:p>
    <w:p w14:paraId="58768F46" w14:textId="77777777" w:rsidR="00B77E03" w:rsidRDefault="0024252B" w:rsidP="00B77E03">
      <w:r w:rsidRPr="002813C1">
        <w:t>Cette scène</w:t>
      </w:r>
      <w:r w:rsidR="00B77E03">
        <w:t xml:space="preserve">, </w:t>
      </w:r>
      <w:r w:rsidRPr="002813C1">
        <w:t>pour Pascal</w:t>
      </w:r>
      <w:r w:rsidR="00B77E03">
        <w:t xml:space="preserve">, </w:t>
      </w:r>
      <w:r w:rsidRPr="002813C1">
        <w:t>tenait du prodige</w:t>
      </w:r>
      <w:r w:rsidR="00B77E03">
        <w:t>.</w:t>
      </w:r>
    </w:p>
    <w:p w14:paraId="16FCCC8D" w14:textId="77777777" w:rsidR="00B77E03" w:rsidRDefault="0024252B" w:rsidP="00B77E03">
      <w:r w:rsidRPr="002813C1">
        <w:lastRenderedPageBreak/>
        <w:t>Comment imaginer qu</w:t>
      </w:r>
      <w:r w:rsidR="00B77E03">
        <w:t>’</w:t>
      </w:r>
      <w:r w:rsidRPr="002813C1">
        <w:t>un créancier sortit avec sa facture impayée de cet hôtel princier</w:t>
      </w:r>
      <w:r w:rsidR="00B77E03">
        <w:t> !…</w:t>
      </w:r>
    </w:p>
    <w:p w14:paraId="61D6341B" w14:textId="77777777" w:rsidR="00B77E03" w:rsidRDefault="0024252B" w:rsidP="00B77E03">
      <w:r w:rsidRPr="002813C1">
        <w:t>Mais</w:t>
      </w:r>
      <w:r w:rsidR="00B77E03">
        <w:t xml:space="preserve">, </w:t>
      </w:r>
      <w:r w:rsidRPr="002813C1">
        <w:t>de plus en plus</w:t>
      </w:r>
      <w:r w:rsidR="00B77E03">
        <w:t xml:space="preserve">, </w:t>
      </w:r>
      <w:r w:rsidRPr="002813C1">
        <w:t>il comprenait qu</w:t>
      </w:r>
      <w:r w:rsidR="00B77E03">
        <w:t>’</w:t>
      </w:r>
      <w:r w:rsidRPr="002813C1">
        <w:t xml:space="preserve">entre le baron </w:t>
      </w:r>
      <w:proofErr w:type="spellStart"/>
      <w:r w:rsidRPr="002813C1">
        <w:t>Trigault</w:t>
      </w:r>
      <w:proofErr w:type="spellEnd"/>
      <w:r w:rsidRPr="002813C1">
        <w:t xml:space="preserve"> et sa femme il devait y avoir tout autre chose que ce compte de vingt-huit mille francs</w:t>
      </w:r>
      <w:r w:rsidR="00B77E03">
        <w:t>.</w:t>
      </w:r>
    </w:p>
    <w:p w14:paraId="392679EF" w14:textId="77777777" w:rsidR="00B77E03" w:rsidRDefault="0024252B" w:rsidP="00B77E03">
      <w:r w:rsidRPr="002813C1">
        <w:t>Qu</w:t>
      </w:r>
      <w:r w:rsidR="00B77E03">
        <w:t>’</w:t>
      </w:r>
      <w:r w:rsidRPr="002813C1">
        <w:t>était cette somme pour ce joueur passionné qui</w:t>
      </w:r>
      <w:r w:rsidR="00B77E03">
        <w:t xml:space="preserve">, </w:t>
      </w:r>
      <w:r w:rsidRPr="002813C1">
        <w:t>sans sourciller</w:t>
      </w:r>
      <w:r w:rsidR="00B77E03">
        <w:t xml:space="preserve">, </w:t>
      </w:r>
      <w:r w:rsidRPr="002813C1">
        <w:t>gagnait ou perdait une fortune dans sa soirée</w:t>
      </w:r>
      <w:r w:rsidR="00B77E03">
        <w:t> !…</w:t>
      </w:r>
    </w:p>
    <w:p w14:paraId="44437B4A" w14:textId="77777777" w:rsidR="00B77E03" w:rsidRDefault="0024252B" w:rsidP="00B77E03">
      <w:r w:rsidRPr="002813C1">
        <w:t>Évidemment</w:t>
      </w:r>
      <w:r w:rsidR="00B77E03">
        <w:t xml:space="preserve">, </w:t>
      </w:r>
      <w:r w:rsidRPr="002813C1">
        <w:t>certainement</w:t>
      </w:r>
      <w:r w:rsidR="00B77E03">
        <w:t xml:space="preserve">, </w:t>
      </w:r>
      <w:r w:rsidRPr="002813C1">
        <w:t>il y avait dans ce ménage quelque plaie incurable</w:t>
      </w:r>
      <w:r w:rsidR="00B77E03">
        <w:t xml:space="preserve">, </w:t>
      </w:r>
      <w:r w:rsidRPr="002813C1">
        <w:t>un de ces secrets flétrissants ou terribles qui fait du mari et de la femme deux ennemis</w:t>
      </w:r>
      <w:r w:rsidR="00B77E03">
        <w:t xml:space="preserve">, </w:t>
      </w:r>
      <w:r w:rsidRPr="002813C1">
        <w:t>d</w:t>
      </w:r>
      <w:r w:rsidR="00B77E03">
        <w:t>’</w:t>
      </w:r>
      <w:r w:rsidRPr="002813C1">
        <w:t>autant plus acharnés qu</w:t>
      </w:r>
      <w:r w:rsidR="00B77E03">
        <w:t>’</w:t>
      </w:r>
      <w:r w:rsidRPr="002813C1">
        <w:t>ils sont rivés à une chaîne impossible à briser</w:t>
      </w:r>
      <w:r w:rsidR="00B77E03">
        <w:t xml:space="preserve">… </w:t>
      </w:r>
      <w:r w:rsidRPr="002813C1">
        <w:t xml:space="preserve">Et sans doute une bonne partie des injures jetées à la face de Van </w:t>
      </w:r>
      <w:proofErr w:type="spellStart"/>
      <w:r w:rsidRPr="002813C1">
        <w:t>Klopen</w:t>
      </w:r>
      <w:proofErr w:type="spellEnd"/>
      <w:r w:rsidRPr="002813C1">
        <w:t xml:space="preserve"> avait dû retomber sur la baronne</w:t>
      </w:r>
      <w:r w:rsidR="00B77E03">
        <w:t>.</w:t>
      </w:r>
    </w:p>
    <w:p w14:paraId="30C987EE" w14:textId="77777777" w:rsidR="00B77E03" w:rsidRDefault="0024252B" w:rsidP="00B77E03">
      <w:r w:rsidRPr="002813C1">
        <w:t>Toutes ces réflexions traversant l</w:t>
      </w:r>
      <w:r w:rsidR="00B77E03">
        <w:t>’</w:t>
      </w:r>
      <w:r w:rsidRPr="002813C1">
        <w:t>esprit de Pascal comme l</w:t>
      </w:r>
      <w:r w:rsidR="00B77E03">
        <w:t>’</w:t>
      </w:r>
      <w:r w:rsidRPr="002813C1">
        <w:t>éclair</w:t>
      </w:r>
      <w:r w:rsidR="00B77E03">
        <w:t xml:space="preserve">, </w:t>
      </w:r>
      <w:r w:rsidRPr="002813C1">
        <w:t>lui montraient vivement l</w:t>
      </w:r>
      <w:r w:rsidR="00B77E03">
        <w:t>’</w:t>
      </w:r>
      <w:r w:rsidRPr="002813C1">
        <w:t>horrible fausseté de sa situation dans ce fumoir</w:t>
      </w:r>
      <w:r w:rsidR="00B77E03">
        <w:t>.</w:t>
      </w:r>
    </w:p>
    <w:p w14:paraId="7F7B4B8A" w14:textId="77777777" w:rsidR="00B77E03" w:rsidRDefault="0024252B" w:rsidP="00B77E03">
      <w:r w:rsidRPr="002813C1">
        <w:t>Le baron</w:t>
      </w:r>
      <w:r w:rsidR="00B77E03">
        <w:t xml:space="preserve">, </w:t>
      </w:r>
      <w:r w:rsidRPr="002813C1">
        <w:t>si bien disposé pour lui</w:t>
      </w:r>
      <w:r w:rsidR="00B77E03">
        <w:t xml:space="preserve">, </w:t>
      </w:r>
      <w:r w:rsidRPr="002813C1">
        <w:t>dont il attendait un service immense</w:t>
      </w:r>
      <w:r w:rsidR="00B77E03">
        <w:t xml:space="preserve">, </w:t>
      </w:r>
      <w:r w:rsidRPr="002813C1">
        <w:t>ne le repousserait-il pas</w:t>
      </w:r>
      <w:r w:rsidR="00B77E03">
        <w:t xml:space="preserve">, </w:t>
      </w:r>
      <w:r w:rsidRPr="002813C1">
        <w:t>ne deviendrait-il pas même son ennemi lorsqu</w:t>
      </w:r>
      <w:r w:rsidR="00B77E03">
        <w:t>’</w:t>
      </w:r>
      <w:r w:rsidRPr="002813C1">
        <w:t>il saurait que sa conversation avait été surprise</w:t>
      </w:r>
      <w:r w:rsidR="00B77E03">
        <w:t xml:space="preserve">, </w:t>
      </w:r>
      <w:r w:rsidRPr="002813C1">
        <w:t>si involontairement que ce fût</w:t>
      </w:r>
      <w:r w:rsidR="00B77E03">
        <w:t>…</w:t>
      </w:r>
    </w:p>
    <w:p w14:paraId="05F2B50D" w14:textId="77777777" w:rsidR="00B77E03" w:rsidRDefault="0024252B" w:rsidP="00B77E03">
      <w:r w:rsidRPr="002813C1">
        <w:t>Quel hasard exposait Pascal à ce danger</w:t>
      </w:r>
      <w:r w:rsidR="00B77E03">
        <w:t xml:space="preserve"> ? </w:t>
      </w:r>
      <w:r w:rsidRPr="002813C1">
        <w:t>Comment le valet de pied qui lui avait demandé sa carte ne l</w:t>
      </w:r>
      <w:r w:rsidR="00B77E03">
        <w:t>’</w:t>
      </w:r>
      <w:r w:rsidRPr="002813C1">
        <w:t>avait-il pas remise</w:t>
      </w:r>
      <w:r w:rsidR="00B77E03">
        <w:t xml:space="preserve"> ?… </w:t>
      </w:r>
      <w:r w:rsidRPr="002813C1">
        <w:t>Voilà ce qu</w:t>
      </w:r>
      <w:r w:rsidR="00B77E03">
        <w:t>’</w:t>
      </w:r>
      <w:r w:rsidRPr="002813C1">
        <w:t>il ne s</w:t>
      </w:r>
      <w:r w:rsidR="00B77E03">
        <w:t>’</w:t>
      </w:r>
      <w:r w:rsidRPr="002813C1">
        <w:t>expliquait pas</w:t>
      </w:r>
      <w:r w:rsidR="00B77E03">
        <w:t>.</w:t>
      </w:r>
    </w:p>
    <w:p w14:paraId="7FFFDAEE" w14:textId="77777777" w:rsidR="00B77E03" w:rsidRDefault="0024252B" w:rsidP="00B77E03">
      <w:r w:rsidRPr="002813C1">
        <w:t>Que faire</w:t>
      </w:r>
      <w:r w:rsidR="00B77E03">
        <w:t xml:space="preserve">, </w:t>
      </w:r>
      <w:r w:rsidRPr="002813C1">
        <w:t>cependant</w:t>
      </w:r>
      <w:r w:rsidR="00B77E03">
        <w:t> ?</w:t>
      </w:r>
    </w:p>
    <w:p w14:paraId="40FDBF65" w14:textId="34703462" w:rsidR="00B77E03" w:rsidRDefault="0024252B" w:rsidP="00B77E03">
      <w:r w:rsidRPr="002813C1">
        <w:t>Ah</w:t>
      </w:r>
      <w:r w:rsidR="00B77E03">
        <w:t xml:space="preserve"> ! </w:t>
      </w:r>
      <w:r w:rsidRPr="002813C1">
        <w:t>s</w:t>
      </w:r>
      <w:r w:rsidR="00B77E03">
        <w:t>’</w:t>
      </w:r>
      <w:r w:rsidRPr="002813C1">
        <w:t>il eût pu se retirer sans bruit</w:t>
      </w:r>
      <w:r w:rsidR="00B77E03">
        <w:t xml:space="preserve"> ; </w:t>
      </w:r>
      <w:r w:rsidRPr="002813C1">
        <w:t>gagner la cour sans être remarqué et disparaître sans laisser de traces il n</w:t>
      </w:r>
      <w:r w:rsidR="00B77E03">
        <w:t>’</w:t>
      </w:r>
      <w:r w:rsidRPr="002813C1">
        <w:t>eût pas hésité</w:t>
      </w:r>
      <w:r w:rsidR="00B77E03">
        <w:t xml:space="preserve">… </w:t>
      </w:r>
      <w:r w:rsidRPr="002813C1">
        <w:t>Mais était-ce praticable</w:t>
      </w:r>
      <w:r w:rsidR="00B77E03">
        <w:t xml:space="preserve"> !… </w:t>
      </w:r>
      <w:r w:rsidRPr="002813C1">
        <w:t>Sa carte de visite ne le trahirait-elle pas</w:t>
      </w:r>
      <w:r w:rsidR="00B77E03">
        <w:t xml:space="preserve">… </w:t>
      </w:r>
      <w:r w:rsidRPr="002813C1">
        <w:t>Ne saurait-on pas tôt ou tard qu</w:t>
      </w:r>
      <w:r w:rsidR="00B77E03">
        <w:t>’</w:t>
      </w:r>
      <w:r w:rsidRPr="002813C1">
        <w:t>il s</w:t>
      </w:r>
      <w:r w:rsidR="00B77E03">
        <w:t>’</w:t>
      </w:r>
      <w:r w:rsidRPr="002813C1">
        <w:t xml:space="preserve">était </w:t>
      </w:r>
      <w:r w:rsidRPr="002813C1">
        <w:lastRenderedPageBreak/>
        <w:t xml:space="preserve">trouvé dans le fumoir en même temps que </w:t>
      </w:r>
      <w:r w:rsidR="00B77E03">
        <w:t>M. </w:t>
      </w:r>
      <w:r w:rsidRPr="002813C1">
        <w:t xml:space="preserve">Van </w:t>
      </w:r>
      <w:proofErr w:type="spellStart"/>
      <w:r w:rsidRPr="002813C1">
        <w:t>Klopen</w:t>
      </w:r>
      <w:proofErr w:type="spellEnd"/>
      <w:r w:rsidRPr="002813C1">
        <w:t xml:space="preserve"> dans la salle à manger</w:t>
      </w:r>
      <w:r w:rsidR="00B77E03">
        <w:t> !…</w:t>
      </w:r>
    </w:p>
    <w:p w14:paraId="7B75C49E" w14:textId="77777777" w:rsidR="00B77E03" w:rsidRDefault="0024252B" w:rsidP="00B77E03">
      <w:r w:rsidRPr="002813C1">
        <w:t>En tous cas</w:t>
      </w:r>
      <w:r w:rsidR="00B77E03">
        <w:t xml:space="preserve">, </w:t>
      </w:r>
      <w:r w:rsidRPr="002813C1">
        <w:t>la délicatesse</w:t>
      </w:r>
      <w:r w:rsidR="00B77E03">
        <w:t xml:space="preserve">, </w:t>
      </w:r>
      <w:r w:rsidRPr="002813C1">
        <w:t>d</w:t>
      </w:r>
      <w:r w:rsidR="00B77E03">
        <w:t>’</w:t>
      </w:r>
      <w:r w:rsidRPr="002813C1">
        <w:t>accord avec son intérêt</w:t>
      </w:r>
      <w:r w:rsidR="00B77E03">
        <w:t xml:space="preserve">, </w:t>
      </w:r>
      <w:r w:rsidRPr="002813C1">
        <w:t>lui commandait de ne pas rester plus longtemps le confident involontaire du baron et de sa femme</w:t>
      </w:r>
      <w:r w:rsidR="00B77E03">
        <w:t>…</w:t>
      </w:r>
    </w:p>
    <w:p w14:paraId="035BA4A2" w14:textId="77777777" w:rsidR="00B77E03" w:rsidRDefault="0024252B" w:rsidP="00B77E03">
      <w:r w:rsidRPr="002813C1">
        <w:t>Il se mit donc à remuer bruyamment un meuble</w:t>
      </w:r>
      <w:r w:rsidR="00B77E03">
        <w:t xml:space="preserve">, </w:t>
      </w:r>
      <w:r w:rsidRPr="002813C1">
        <w:t>et à tousser avec affectation</w:t>
      </w:r>
      <w:r w:rsidR="00B77E03">
        <w:t xml:space="preserve">, </w:t>
      </w:r>
      <w:r w:rsidRPr="002813C1">
        <w:t>le plus haut possible</w:t>
      </w:r>
      <w:r w:rsidR="00B77E03">
        <w:t xml:space="preserve">, </w:t>
      </w:r>
      <w:r w:rsidRPr="002813C1">
        <w:t>ce qui en tout pays signifie</w:t>
      </w:r>
      <w:r w:rsidR="00B77E03">
        <w:t> :</w:t>
      </w:r>
    </w:p>
    <w:p w14:paraId="1D106E27" w14:textId="77777777" w:rsidR="00B77E03" w:rsidRDefault="00B77E03" w:rsidP="00B77E03">
      <w:r>
        <w:t>— </w:t>
      </w:r>
      <w:r w:rsidR="0024252B" w:rsidRPr="002813C1">
        <w:t>Prenez garde</w:t>
      </w:r>
      <w:r>
        <w:t xml:space="preserve">… </w:t>
      </w:r>
      <w:r w:rsidR="0024252B" w:rsidRPr="002813C1">
        <w:t>je suis là</w:t>
      </w:r>
      <w:r>
        <w:t> !…</w:t>
      </w:r>
    </w:p>
    <w:p w14:paraId="3A7D3C20" w14:textId="77777777" w:rsidR="00B77E03" w:rsidRDefault="0024252B" w:rsidP="00B77E03">
      <w:r w:rsidRPr="002813C1">
        <w:t>Il ne réussit pas à attirer l</w:t>
      </w:r>
      <w:r w:rsidR="00B77E03">
        <w:t>’</w:t>
      </w:r>
      <w:r w:rsidRPr="002813C1">
        <w:t>attention</w:t>
      </w:r>
      <w:r w:rsidR="00B77E03">
        <w:t>.</w:t>
      </w:r>
    </w:p>
    <w:p w14:paraId="34D97193" w14:textId="77777777" w:rsidR="00B77E03" w:rsidRDefault="0024252B" w:rsidP="00B77E03">
      <w:r w:rsidRPr="002813C1">
        <w:t>Et cependant</w:t>
      </w:r>
      <w:r w:rsidR="00B77E03">
        <w:t xml:space="preserve">, </w:t>
      </w:r>
      <w:r w:rsidRPr="002813C1">
        <w:t>le silence était profond</w:t>
      </w:r>
      <w:r w:rsidR="00B77E03">
        <w:t xml:space="preserve">, </w:t>
      </w:r>
      <w:r w:rsidRPr="002813C1">
        <w:t xml:space="preserve">on entendait distinctement le craquement des bottes du baron </w:t>
      </w:r>
      <w:proofErr w:type="spellStart"/>
      <w:r w:rsidRPr="002813C1">
        <w:t>Trigault</w:t>
      </w:r>
      <w:proofErr w:type="spellEnd"/>
      <w:r w:rsidRPr="002813C1">
        <w:t xml:space="preserve"> arpentant la pièce voisine</w:t>
      </w:r>
      <w:r w:rsidR="00B77E03">
        <w:t xml:space="preserve">, </w:t>
      </w:r>
      <w:r w:rsidRPr="002813C1">
        <w:t>il entendait clairement une main impatiente et nerveuse</w:t>
      </w:r>
      <w:r w:rsidR="00B77E03">
        <w:t xml:space="preserve">, </w:t>
      </w:r>
      <w:r w:rsidRPr="002813C1">
        <w:t>tambourinant une marche sur la table</w:t>
      </w:r>
      <w:r w:rsidR="00B77E03">
        <w:t>.</w:t>
      </w:r>
    </w:p>
    <w:p w14:paraId="7A9F0E92" w14:textId="77777777" w:rsidR="00B77E03" w:rsidRDefault="0024252B" w:rsidP="00B77E03">
      <w:r w:rsidRPr="002813C1">
        <w:t>S</w:t>
      </w:r>
      <w:r w:rsidR="00B77E03">
        <w:t>’</w:t>
      </w:r>
      <w:r w:rsidRPr="002813C1">
        <w:t>il voulait échapper aux involontaires confidences du baron et de sa femme</w:t>
      </w:r>
      <w:r w:rsidR="00B77E03">
        <w:t xml:space="preserve">, </w:t>
      </w:r>
      <w:r w:rsidRPr="002813C1">
        <w:t>ne pas s</w:t>
      </w:r>
      <w:r w:rsidR="00B77E03">
        <w:t>’</w:t>
      </w:r>
      <w:r w:rsidRPr="002813C1">
        <w:t>exposer à surprendre malgré lui d</w:t>
      </w:r>
      <w:r w:rsidR="00B77E03">
        <w:t>’</w:t>
      </w:r>
      <w:r w:rsidRPr="002813C1">
        <w:t>autres secrets</w:t>
      </w:r>
      <w:r w:rsidR="00B77E03">
        <w:t xml:space="preserve">, </w:t>
      </w:r>
      <w:r w:rsidRPr="002813C1">
        <w:t>Pascal n</w:t>
      </w:r>
      <w:r w:rsidR="00B77E03">
        <w:t>’</w:t>
      </w:r>
      <w:r w:rsidRPr="002813C1">
        <w:t>avait plus qu</w:t>
      </w:r>
      <w:r w:rsidR="00B77E03">
        <w:t>’</w:t>
      </w:r>
      <w:r w:rsidRPr="002813C1">
        <w:t>un moyen</w:t>
      </w:r>
      <w:r w:rsidR="00B77E03">
        <w:t xml:space="preserve"> : </w:t>
      </w:r>
      <w:r w:rsidRPr="002813C1">
        <w:t>se montrer brusquement</w:t>
      </w:r>
      <w:r w:rsidR="00B77E03">
        <w:t>.</w:t>
      </w:r>
    </w:p>
    <w:p w14:paraId="4A431890" w14:textId="77777777" w:rsidR="00B77E03" w:rsidRDefault="0024252B" w:rsidP="00B77E03">
      <w:r w:rsidRPr="002813C1">
        <w:t>Et il allait s</w:t>
      </w:r>
      <w:r w:rsidR="00B77E03">
        <w:t>’</w:t>
      </w:r>
      <w:r w:rsidRPr="002813C1">
        <w:t>y résigner</w:t>
      </w:r>
      <w:r w:rsidR="00B77E03">
        <w:t xml:space="preserve">, </w:t>
      </w:r>
      <w:r w:rsidRPr="002813C1">
        <w:t>quand il lui sembla qu</w:t>
      </w:r>
      <w:r w:rsidR="00B77E03">
        <w:t>’</w:t>
      </w:r>
      <w:r w:rsidRPr="002813C1">
        <w:t>on ouvrait la porte qui</w:t>
      </w:r>
      <w:r w:rsidR="00B77E03">
        <w:t xml:space="preserve">, </w:t>
      </w:r>
      <w:r w:rsidRPr="002813C1">
        <w:t>du vestibule</w:t>
      </w:r>
      <w:r w:rsidR="00B77E03">
        <w:t xml:space="preserve">, </w:t>
      </w:r>
      <w:r w:rsidRPr="002813C1">
        <w:t>donnait dans la salle à manger</w:t>
      </w:r>
      <w:r w:rsidR="00B77E03">
        <w:t>.</w:t>
      </w:r>
    </w:p>
    <w:p w14:paraId="53B5C7AC" w14:textId="77777777" w:rsidR="00B77E03" w:rsidRDefault="0024252B" w:rsidP="00B77E03">
      <w:r w:rsidRPr="002813C1">
        <w:t>Il prêta l</w:t>
      </w:r>
      <w:r w:rsidR="00B77E03">
        <w:t>’</w:t>
      </w:r>
      <w:r w:rsidRPr="002813C1">
        <w:t>oreille</w:t>
      </w:r>
      <w:r w:rsidR="00B77E03">
        <w:t xml:space="preserve">, </w:t>
      </w:r>
      <w:r w:rsidRPr="002813C1">
        <w:t>mais il n</w:t>
      </w:r>
      <w:r w:rsidR="00B77E03">
        <w:t>’</w:t>
      </w:r>
      <w:r w:rsidRPr="002813C1">
        <w:t>entendit que des paroles confuses</w:t>
      </w:r>
      <w:r w:rsidR="00B77E03">
        <w:t xml:space="preserve">, </w:t>
      </w:r>
      <w:r w:rsidRPr="002813C1">
        <w:t>auxquelles le baron répondit</w:t>
      </w:r>
      <w:r w:rsidR="00B77E03">
        <w:t> :</w:t>
      </w:r>
    </w:p>
    <w:p w14:paraId="1DBE9BB6" w14:textId="77777777" w:rsidR="00B77E03" w:rsidRDefault="00B77E03" w:rsidP="00B77E03">
      <w:r>
        <w:t>— </w:t>
      </w:r>
      <w:r w:rsidR="0024252B" w:rsidRPr="002813C1">
        <w:t>C</w:t>
      </w:r>
      <w:r>
        <w:t>’</w:t>
      </w:r>
      <w:r w:rsidR="0024252B" w:rsidRPr="002813C1">
        <w:t>est bien</w:t>
      </w:r>
      <w:r>
        <w:t xml:space="preserve">, </w:t>
      </w:r>
      <w:r w:rsidR="0024252B" w:rsidRPr="002813C1">
        <w:t>il suffit</w:t>
      </w:r>
      <w:r>
        <w:t xml:space="preserve"> !… </w:t>
      </w:r>
      <w:r w:rsidR="0024252B" w:rsidRPr="002813C1">
        <w:t>Je suis à lui</w:t>
      </w:r>
      <w:r>
        <w:t>.</w:t>
      </w:r>
    </w:p>
    <w:p w14:paraId="20A1764A" w14:textId="77777777" w:rsidR="00B77E03" w:rsidRDefault="0024252B" w:rsidP="00B77E03">
      <w:r w:rsidRPr="002813C1">
        <w:t>Pascal respira</w:t>
      </w:r>
      <w:r w:rsidR="00B77E03">
        <w:t>.</w:t>
      </w:r>
    </w:p>
    <w:p w14:paraId="58A71732" w14:textId="77777777" w:rsidR="00B77E03" w:rsidRDefault="00B77E03" w:rsidP="00B77E03">
      <w:r>
        <w:t>— </w:t>
      </w:r>
      <w:r w:rsidR="0024252B" w:rsidRPr="002813C1">
        <w:t>On vient de lui remettre ma carte</w:t>
      </w:r>
      <w:r>
        <w:t xml:space="preserve">, </w:t>
      </w:r>
      <w:r w:rsidR="0024252B" w:rsidRPr="002813C1">
        <w:t>pensa-t-il</w:t>
      </w:r>
      <w:r>
        <w:t xml:space="preserve">, </w:t>
      </w:r>
      <w:r w:rsidR="0024252B" w:rsidRPr="002813C1">
        <w:t>je puis rester</w:t>
      </w:r>
      <w:r>
        <w:t xml:space="preserve">, </w:t>
      </w:r>
      <w:r w:rsidR="0024252B" w:rsidRPr="002813C1">
        <w:t>il va venir</w:t>
      </w:r>
      <w:r>
        <w:t>…</w:t>
      </w:r>
    </w:p>
    <w:p w14:paraId="174DF7CC" w14:textId="77777777" w:rsidR="00B77E03" w:rsidRDefault="0024252B" w:rsidP="00B77E03">
      <w:r w:rsidRPr="002813C1">
        <w:lastRenderedPageBreak/>
        <w:t>Le baron dut</w:t>
      </w:r>
      <w:r w:rsidR="00B77E03">
        <w:t xml:space="preserve">, </w:t>
      </w:r>
      <w:r w:rsidRPr="002813C1">
        <w:t>en effet</w:t>
      </w:r>
      <w:r w:rsidR="00B77E03">
        <w:t xml:space="preserve">, </w:t>
      </w:r>
      <w:r w:rsidRPr="002813C1">
        <w:t>se disposer à sortir</w:t>
      </w:r>
      <w:r w:rsidR="00B77E03">
        <w:t xml:space="preserve">, </w:t>
      </w:r>
      <w:r w:rsidRPr="002813C1">
        <w:t>car sa femme lui dit</w:t>
      </w:r>
      <w:r w:rsidR="00B77E03">
        <w:t> :</w:t>
      </w:r>
    </w:p>
    <w:p w14:paraId="0A830DFA" w14:textId="77777777" w:rsidR="00B77E03" w:rsidRDefault="00B77E03" w:rsidP="00B77E03">
      <w:r>
        <w:t>— </w:t>
      </w:r>
      <w:r w:rsidR="0024252B" w:rsidRPr="002813C1">
        <w:t>Encore un mot</w:t>
      </w:r>
      <w:r>
        <w:t xml:space="preserve"> ! </w:t>
      </w:r>
      <w:r w:rsidR="0024252B" w:rsidRPr="002813C1">
        <w:t>avez-vous bien réfléchi</w:t>
      </w:r>
      <w:r>
        <w:t> ?</w:t>
      </w:r>
    </w:p>
    <w:p w14:paraId="25E00BB1" w14:textId="77777777" w:rsidR="00B77E03" w:rsidRDefault="00B77E03" w:rsidP="00B77E03">
      <w:r>
        <w:t>— </w:t>
      </w:r>
      <w:r w:rsidR="0024252B" w:rsidRPr="002813C1">
        <w:t>Oh</w:t>
      </w:r>
      <w:r>
        <w:t xml:space="preserve"> ! </w:t>
      </w:r>
      <w:r w:rsidR="0024252B" w:rsidRPr="002813C1">
        <w:t>parfaitement</w:t>
      </w:r>
      <w:r>
        <w:t>.</w:t>
      </w:r>
    </w:p>
    <w:p w14:paraId="2A2EFF2F" w14:textId="77777777" w:rsidR="00B77E03" w:rsidRDefault="00B77E03" w:rsidP="00B77E03">
      <w:r>
        <w:t>— </w:t>
      </w:r>
      <w:r w:rsidR="0024252B" w:rsidRPr="002813C1">
        <w:t>Vous êtes résolu à me laisser exposée aux avanies de mon tailleur</w:t>
      </w:r>
      <w:r>
        <w:t>.</w:t>
      </w:r>
    </w:p>
    <w:p w14:paraId="748B0EC9" w14:textId="77777777" w:rsidR="00B77E03" w:rsidRDefault="00B77E03" w:rsidP="00B77E03">
      <w:r>
        <w:t>— </w:t>
      </w:r>
      <w:r w:rsidR="0024252B" w:rsidRPr="002813C1">
        <w:t xml:space="preserve">Van </w:t>
      </w:r>
      <w:proofErr w:type="spellStart"/>
      <w:r w:rsidR="0024252B" w:rsidRPr="002813C1">
        <w:t>Klopen</w:t>
      </w:r>
      <w:proofErr w:type="spellEnd"/>
      <w:r w:rsidR="0024252B" w:rsidRPr="002813C1">
        <w:t xml:space="preserve"> est un homme trop charmant pour vous causer le moindre chagrin</w:t>
      </w:r>
      <w:r>
        <w:t>.</w:t>
      </w:r>
    </w:p>
    <w:p w14:paraId="79EC7F55" w14:textId="77777777" w:rsidR="00B77E03" w:rsidRDefault="00B77E03" w:rsidP="00B77E03">
      <w:r>
        <w:t>— </w:t>
      </w:r>
      <w:r w:rsidR="0024252B" w:rsidRPr="002813C1">
        <w:t>Vous braverez l</w:t>
      </w:r>
      <w:r>
        <w:t>’</w:t>
      </w:r>
      <w:r w:rsidR="0024252B" w:rsidRPr="002813C1">
        <w:t>humiliation d</w:t>
      </w:r>
      <w:r>
        <w:t>’</w:t>
      </w:r>
      <w:r w:rsidR="0024252B" w:rsidRPr="002813C1">
        <w:t>un procès</w:t>
      </w:r>
      <w:r>
        <w:t> ?…</w:t>
      </w:r>
    </w:p>
    <w:p w14:paraId="5CB9227A" w14:textId="77777777" w:rsidR="00B77E03" w:rsidRDefault="00B77E03" w:rsidP="00B77E03">
      <w:r>
        <w:t>— </w:t>
      </w:r>
      <w:r w:rsidR="0024252B" w:rsidRPr="002813C1">
        <w:t>Allons donc</w:t>
      </w:r>
      <w:r>
        <w:t xml:space="preserve"> !… </w:t>
      </w:r>
      <w:r w:rsidR="0024252B" w:rsidRPr="002813C1">
        <w:t>Vous savez bien que votre couturier ne plaidera pas</w:t>
      </w:r>
      <w:r>
        <w:t xml:space="preserve">… </w:t>
      </w:r>
      <w:r w:rsidR="0024252B" w:rsidRPr="002813C1">
        <w:t>malheureusement</w:t>
      </w:r>
      <w:r>
        <w:t xml:space="preserve">. </w:t>
      </w:r>
      <w:r w:rsidR="0024252B" w:rsidRPr="002813C1">
        <w:t>Et d</w:t>
      </w:r>
      <w:r>
        <w:t>’</w:t>
      </w:r>
      <w:r w:rsidR="0024252B" w:rsidRPr="002813C1">
        <w:t>ailleurs</w:t>
      </w:r>
      <w:r>
        <w:t xml:space="preserve">, </w:t>
      </w:r>
      <w:r w:rsidR="0024252B" w:rsidRPr="002813C1">
        <w:t>où serait l</w:t>
      </w:r>
      <w:r>
        <w:t>’</w:t>
      </w:r>
      <w:r w:rsidR="0024252B" w:rsidRPr="002813C1">
        <w:t>humiliation</w:t>
      </w:r>
      <w:r>
        <w:t xml:space="preserve">, </w:t>
      </w:r>
      <w:r w:rsidR="0024252B" w:rsidRPr="002813C1">
        <w:t>je vous prie</w:t>
      </w:r>
      <w:r>
        <w:t xml:space="preserve"> ?… </w:t>
      </w:r>
      <w:r w:rsidR="0024252B" w:rsidRPr="002813C1">
        <w:t>J</w:t>
      </w:r>
      <w:r>
        <w:t>’</w:t>
      </w:r>
      <w:r w:rsidR="0024252B" w:rsidRPr="002813C1">
        <w:t>ai une femme qui a perdu la tête</w:t>
      </w:r>
      <w:r>
        <w:t xml:space="preserve">… </w:t>
      </w:r>
      <w:r w:rsidR="0024252B" w:rsidRPr="002813C1">
        <w:t>est-ce ma faute</w:t>
      </w:r>
      <w:r>
        <w:t xml:space="preserve"> ?… </w:t>
      </w:r>
      <w:r w:rsidR="0024252B" w:rsidRPr="002813C1">
        <w:t>Je m</w:t>
      </w:r>
      <w:r>
        <w:t>’</w:t>
      </w:r>
      <w:r w:rsidR="0024252B" w:rsidRPr="002813C1">
        <w:t>oppose à d</w:t>
      </w:r>
      <w:r>
        <w:t>’</w:t>
      </w:r>
      <w:r w:rsidR="0024252B" w:rsidRPr="002813C1">
        <w:t>absurdes prodigalités</w:t>
      </w:r>
      <w:r>
        <w:t xml:space="preserve">… </w:t>
      </w:r>
      <w:r w:rsidR="0024252B" w:rsidRPr="002813C1">
        <w:t>n</w:t>
      </w:r>
      <w:r>
        <w:t>’</w:t>
      </w:r>
      <w:r w:rsidR="0024252B" w:rsidRPr="002813C1">
        <w:t>ai-je pas raison</w:t>
      </w:r>
      <w:r>
        <w:t xml:space="preserve"> ?… </w:t>
      </w:r>
      <w:r w:rsidR="0024252B" w:rsidRPr="002813C1">
        <w:t>Si tous les maris avaient le courage que je me sens</w:t>
      </w:r>
      <w:r>
        <w:t xml:space="preserve">, </w:t>
      </w:r>
      <w:r w:rsidR="0024252B" w:rsidRPr="002813C1">
        <w:t>nous aurions vite fait fermer boutique à tous ces marchands finauds qui exploitent votre vanité</w:t>
      </w:r>
      <w:r>
        <w:t xml:space="preserve">, </w:t>
      </w:r>
      <w:r w:rsidR="0024252B" w:rsidRPr="002813C1">
        <w:t>Mesdames</w:t>
      </w:r>
      <w:r>
        <w:t xml:space="preserve">, </w:t>
      </w:r>
      <w:r w:rsidR="0024252B" w:rsidRPr="002813C1">
        <w:t>et qui se servent de vous comme de poupées</w:t>
      </w:r>
      <w:r>
        <w:t xml:space="preserve">, </w:t>
      </w:r>
      <w:r w:rsidR="0024252B" w:rsidRPr="002813C1">
        <w:t>comme de réclames vivantes</w:t>
      </w:r>
      <w:r>
        <w:t xml:space="preserve">, </w:t>
      </w:r>
      <w:r w:rsidR="0024252B" w:rsidRPr="002813C1">
        <w:t>pour propager des modes absurdes qui les enrichissent</w:t>
      </w:r>
      <w:r>
        <w:t>…</w:t>
      </w:r>
    </w:p>
    <w:p w14:paraId="71E0801E" w14:textId="77777777" w:rsidR="00B77E03" w:rsidRDefault="0024252B" w:rsidP="00B77E03">
      <w:r w:rsidRPr="002813C1">
        <w:t>Le baron fit deux ou trois pas pour sortir</w:t>
      </w:r>
      <w:r w:rsidR="00B77E03">
        <w:t xml:space="preserve">, </w:t>
      </w:r>
      <w:r w:rsidRPr="002813C1">
        <w:t>Pascal l</w:t>
      </w:r>
      <w:r w:rsidR="00B77E03">
        <w:t>’</w:t>
      </w:r>
      <w:r w:rsidRPr="002813C1">
        <w:t>entendit fort bien</w:t>
      </w:r>
      <w:r w:rsidR="00B77E03">
        <w:t xml:space="preserve">, </w:t>
      </w:r>
      <w:r w:rsidRPr="002813C1">
        <w:t>mais la femme aussitôt reprit avec une extrême vivacité</w:t>
      </w:r>
      <w:r w:rsidR="00B77E03">
        <w:t> :</w:t>
      </w:r>
    </w:p>
    <w:p w14:paraId="2EFF31BB" w14:textId="77777777" w:rsidR="00B77E03" w:rsidRDefault="00B77E03" w:rsidP="00B77E03">
      <w:r>
        <w:t>— </w:t>
      </w:r>
      <w:r w:rsidR="0024252B" w:rsidRPr="002813C1">
        <w:t xml:space="preserve">La baronne </w:t>
      </w:r>
      <w:proofErr w:type="spellStart"/>
      <w:r w:rsidR="0024252B" w:rsidRPr="002813C1">
        <w:t>Trigault</w:t>
      </w:r>
      <w:proofErr w:type="spellEnd"/>
      <w:r>
        <w:t xml:space="preserve">, </w:t>
      </w:r>
      <w:r w:rsidR="0024252B" w:rsidRPr="002813C1">
        <w:t>dont le mari a sept ou huit cent mille livres de rentes</w:t>
      </w:r>
      <w:r>
        <w:t xml:space="preserve">, </w:t>
      </w:r>
      <w:r w:rsidR="0024252B" w:rsidRPr="002813C1">
        <w:t>ne peut cependant pas aller vêtue comme une simple bourgeoise</w:t>
      </w:r>
      <w:r>
        <w:t>.</w:t>
      </w:r>
    </w:p>
    <w:p w14:paraId="650CEC18" w14:textId="77777777" w:rsidR="00B77E03" w:rsidRDefault="00B77E03" w:rsidP="00B77E03">
      <w:r>
        <w:t>— </w:t>
      </w:r>
      <w:r w:rsidR="0024252B" w:rsidRPr="002813C1">
        <w:t>Je n</w:t>
      </w:r>
      <w:r>
        <w:t>’</w:t>
      </w:r>
      <w:r w:rsidR="0024252B" w:rsidRPr="002813C1">
        <w:t>y verrais nul inconvénient</w:t>
      </w:r>
      <w:r>
        <w:t>.</w:t>
      </w:r>
    </w:p>
    <w:p w14:paraId="586B7E78" w14:textId="77777777" w:rsidR="00B77E03" w:rsidRDefault="00B77E03" w:rsidP="00B77E03">
      <w:r>
        <w:lastRenderedPageBreak/>
        <w:t>— </w:t>
      </w:r>
      <w:r w:rsidR="0024252B" w:rsidRPr="002813C1">
        <w:t>Oh</w:t>
      </w:r>
      <w:r>
        <w:t xml:space="preserve"> ! </w:t>
      </w:r>
      <w:r w:rsidR="0024252B" w:rsidRPr="002813C1">
        <w:t>je sais</w:t>
      </w:r>
      <w:r>
        <w:t xml:space="preserve">… </w:t>
      </w:r>
      <w:r w:rsidR="0024252B" w:rsidRPr="002813C1">
        <w:t>Seulement vos idées ne sont pas les miennes</w:t>
      </w:r>
      <w:r>
        <w:t xml:space="preserve">… </w:t>
      </w:r>
      <w:r w:rsidR="0024252B" w:rsidRPr="002813C1">
        <w:t>Je ne me donnerai jamais ce ridicule de me singulariser parmi les femmes de mon monde</w:t>
      </w:r>
      <w:r>
        <w:t xml:space="preserve">, </w:t>
      </w:r>
      <w:r w:rsidR="0024252B" w:rsidRPr="002813C1">
        <w:t>parmi mes amies</w:t>
      </w:r>
      <w:r>
        <w:t> !…</w:t>
      </w:r>
    </w:p>
    <w:p w14:paraId="57B8F0B0" w14:textId="77777777" w:rsidR="00B77E03" w:rsidRDefault="00B77E03" w:rsidP="00B77E03">
      <w:r>
        <w:t>— </w:t>
      </w:r>
      <w:r w:rsidR="0024252B" w:rsidRPr="002813C1">
        <w:t>En effet</w:t>
      </w:r>
      <w:r>
        <w:t xml:space="preserve"> !… </w:t>
      </w:r>
      <w:r w:rsidR="0024252B" w:rsidRPr="002813C1">
        <w:t>ce serait dommage</w:t>
      </w:r>
      <w:r>
        <w:t xml:space="preserve"> !… </w:t>
      </w:r>
      <w:r w:rsidR="0024252B" w:rsidRPr="002813C1">
        <w:t>Car il faut en parler de vos amies</w:t>
      </w:r>
      <w:r>
        <w:t>…</w:t>
      </w:r>
    </w:p>
    <w:p w14:paraId="456CDBA5" w14:textId="77777777" w:rsidR="00B77E03" w:rsidRDefault="0024252B" w:rsidP="00B77E03">
      <w:r w:rsidRPr="002813C1">
        <w:t>L</w:t>
      </w:r>
      <w:r w:rsidR="00B77E03">
        <w:t>’</w:t>
      </w:r>
      <w:r w:rsidRPr="002813C1">
        <w:t>exclamation froissa la baronne</w:t>
      </w:r>
      <w:r w:rsidR="00B77E03">
        <w:t xml:space="preserve">, </w:t>
      </w:r>
      <w:r w:rsidRPr="002813C1">
        <w:t>car il y avait une emphase extraordinaire dans la façon dont elle répondit</w:t>
      </w:r>
      <w:r w:rsidR="00B77E03">
        <w:t> :</w:t>
      </w:r>
    </w:p>
    <w:p w14:paraId="505CE93E" w14:textId="77777777" w:rsidR="00B77E03" w:rsidRDefault="00B77E03" w:rsidP="00B77E03">
      <w:r>
        <w:t>— </w:t>
      </w:r>
      <w:r w:rsidR="0024252B" w:rsidRPr="002813C1">
        <w:t>Je n</w:t>
      </w:r>
      <w:r>
        <w:t>’</w:t>
      </w:r>
      <w:r w:rsidR="0024252B" w:rsidRPr="002813C1">
        <w:t>ai pour amies que des femmes de la plus haute société</w:t>
      </w:r>
      <w:r>
        <w:t xml:space="preserve">… </w:t>
      </w:r>
      <w:r w:rsidR="0024252B" w:rsidRPr="002813C1">
        <w:t>des grandes dames</w:t>
      </w:r>
      <w:r>
        <w:t> !</w:t>
      </w:r>
    </w:p>
    <w:p w14:paraId="43DD41CD" w14:textId="77777777" w:rsidR="00B77E03" w:rsidRDefault="0024252B" w:rsidP="00B77E03">
      <w:r w:rsidRPr="002813C1">
        <w:t>Le baron dut hausser terriblement les épaules</w:t>
      </w:r>
      <w:r w:rsidR="00B77E03">
        <w:t xml:space="preserve">, </w:t>
      </w:r>
      <w:r w:rsidRPr="002813C1">
        <w:t>et d</w:t>
      </w:r>
      <w:r w:rsidR="00B77E03">
        <w:t>’</w:t>
      </w:r>
      <w:r w:rsidRPr="002813C1">
        <w:t>un ton écrasant d</w:t>
      </w:r>
      <w:r w:rsidR="00B77E03">
        <w:t>’</w:t>
      </w:r>
      <w:r w:rsidRPr="002813C1">
        <w:t>ironie et de mépris</w:t>
      </w:r>
      <w:r w:rsidR="00B77E03">
        <w:t> :</w:t>
      </w:r>
    </w:p>
    <w:p w14:paraId="130019B8" w14:textId="77777777" w:rsidR="00B77E03" w:rsidRDefault="00B77E03" w:rsidP="00B77E03">
      <w:r>
        <w:t>— </w:t>
      </w:r>
      <w:r w:rsidR="0024252B" w:rsidRPr="002813C1">
        <w:t>Des grandes dames</w:t>
      </w:r>
      <w:r>
        <w:t xml:space="preserve"> !… </w:t>
      </w:r>
      <w:r w:rsidR="0024252B" w:rsidRPr="002813C1">
        <w:t>s</w:t>
      </w:r>
      <w:r>
        <w:t>’</w:t>
      </w:r>
      <w:r w:rsidR="0024252B" w:rsidRPr="002813C1">
        <w:t>écria-t-il</w:t>
      </w:r>
      <w:r>
        <w:t xml:space="preserve">, </w:t>
      </w:r>
      <w:r w:rsidR="0024252B" w:rsidRPr="002813C1">
        <w:t>qui donc appelez-vous ainsi</w:t>
      </w:r>
      <w:r>
        <w:t xml:space="preserve"> ?… </w:t>
      </w:r>
      <w:r w:rsidR="0024252B" w:rsidRPr="002813C1">
        <w:t>Des écervelées qui ne savent qu</w:t>
      </w:r>
      <w:r>
        <w:t>’</w:t>
      </w:r>
      <w:r w:rsidR="0024252B" w:rsidRPr="002813C1">
        <w:t>inventer pour se faire montrer du doigt et pour qu</w:t>
      </w:r>
      <w:r>
        <w:t>’</w:t>
      </w:r>
      <w:r w:rsidR="0024252B" w:rsidRPr="002813C1">
        <w:t>on parle d</w:t>
      </w:r>
      <w:r>
        <w:t>’</w:t>
      </w:r>
      <w:r w:rsidR="0024252B" w:rsidRPr="002813C1">
        <w:t>elles</w:t>
      </w:r>
      <w:r>
        <w:t xml:space="preserve"> !… </w:t>
      </w:r>
      <w:r w:rsidR="0024252B" w:rsidRPr="002813C1">
        <w:t>des insensées qui se piquent de dépasser les filles en audace</w:t>
      </w:r>
      <w:r>
        <w:t xml:space="preserve">, </w:t>
      </w:r>
      <w:r w:rsidR="0024252B" w:rsidRPr="002813C1">
        <w:t>en extravagance et en effronterie</w:t>
      </w:r>
      <w:r>
        <w:t xml:space="preserve">, </w:t>
      </w:r>
      <w:r w:rsidR="0024252B" w:rsidRPr="002813C1">
        <w:t>et qui plument</w:t>
      </w:r>
      <w:r>
        <w:t xml:space="preserve">, </w:t>
      </w:r>
      <w:r w:rsidR="0024252B" w:rsidRPr="002813C1">
        <w:t>ma foi</w:t>
      </w:r>
      <w:r>
        <w:t xml:space="preserve">, </w:t>
      </w:r>
      <w:r w:rsidR="0024252B" w:rsidRPr="002813C1">
        <w:t>leur mari aussi lestement que les filles plument leurs amants</w:t>
      </w:r>
      <w:r>
        <w:t xml:space="preserve"> !… </w:t>
      </w:r>
      <w:r w:rsidR="0024252B" w:rsidRPr="002813C1">
        <w:t>Des grandes dames</w:t>
      </w:r>
      <w:r>
        <w:t xml:space="preserve">, </w:t>
      </w:r>
      <w:r w:rsidR="0024252B" w:rsidRPr="002813C1">
        <w:t>toutes ces cabotines de haut parage</w:t>
      </w:r>
      <w:r>
        <w:t xml:space="preserve">, </w:t>
      </w:r>
      <w:r w:rsidR="0024252B" w:rsidRPr="002813C1">
        <w:t>qui boivent</w:t>
      </w:r>
      <w:r>
        <w:t xml:space="preserve">, </w:t>
      </w:r>
      <w:r w:rsidR="0024252B" w:rsidRPr="002813C1">
        <w:t>qui jouent</w:t>
      </w:r>
      <w:r>
        <w:t xml:space="preserve">, </w:t>
      </w:r>
      <w:r w:rsidR="0024252B" w:rsidRPr="002813C1">
        <w:t>qui fument</w:t>
      </w:r>
      <w:r>
        <w:t xml:space="preserve">, </w:t>
      </w:r>
      <w:r w:rsidR="0024252B" w:rsidRPr="002813C1">
        <w:t>qui courent les bals masqués</w:t>
      </w:r>
      <w:r>
        <w:t xml:space="preserve">, </w:t>
      </w:r>
      <w:r w:rsidR="0024252B" w:rsidRPr="002813C1">
        <w:t>qui parlent argot</w:t>
      </w:r>
      <w:r>
        <w:t xml:space="preserve">, </w:t>
      </w:r>
      <w:r w:rsidR="0024252B" w:rsidRPr="002813C1">
        <w:t>qui disent</w:t>
      </w:r>
      <w:r>
        <w:t> : « </w:t>
      </w:r>
      <w:r w:rsidR="0024252B" w:rsidRPr="002813C1">
        <w:t>Il ne faut pas me la faire à la vertu</w:t>
      </w:r>
      <w:r>
        <w:t>, »</w:t>
      </w:r>
      <w:r w:rsidR="0024252B" w:rsidRPr="002813C1">
        <w:t xml:space="preserve"> ou </w:t>
      </w:r>
      <w:r>
        <w:t>« </w:t>
      </w:r>
      <w:r w:rsidR="0024252B" w:rsidRPr="002813C1">
        <w:t>à Chaillot les gêneurs</w:t>
      </w:r>
      <w:r>
        <w:t>, »</w:t>
      </w:r>
      <w:r w:rsidR="0024252B" w:rsidRPr="002813C1">
        <w:t xml:space="preserve"> ou </w:t>
      </w:r>
      <w:r>
        <w:t>« </w:t>
      </w:r>
      <w:r w:rsidR="0024252B" w:rsidRPr="002813C1">
        <w:t>on la connaît</w:t>
      </w:r>
      <w:r>
        <w:t xml:space="preserve">, </w:t>
      </w:r>
      <w:r w:rsidR="0024252B" w:rsidRPr="002813C1">
        <w:t>je me la brise</w:t>
      </w:r>
      <w:r>
        <w:t> !… »</w:t>
      </w:r>
      <w:r w:rsidR="0024252B" w:rsidRPr="002813C1">
        <w:t xml:space="preserve"> Des grands dames</w:t>
      </w:r>
      <w:r>
        <w:t xml:space="preserve">, </w:t>
      </w:r>
      <w:r w:rsidR="0024252B" w:rsidRPr="002813C1">
        <w:t>ces idiotes qui prennent pour un murmure approbateur les huées de la foule et le décri public pour une flatteuse renommée</w:t>
      </w:r>
      <w:r>
        <w:t xml:space="preserve">… </w:t>
      </w:r>
      <w:r w:rsidR="0024252B" w:rsidRPr="002813C1">
        <w:t>une femme n</w:t>
      </w:r>
      <w:r>
        <w:t>’</w:t>
      </w:r>
      <w:r w:rsidR="0024252B" w:rsidRPr="002813C1">
        <w:t>est grande que par ses vertus</w:t>
      </w:r>
      <w:r>
        <w:t xml:space="preserve">… </w:t>
      </w:r>
      <w:r w:rsidR="0024252B" w:rsidRPr="002813C1">
        <w:t>et la première de toutes</w:t>
      </w:r>
      <w:r>
        <w:t xml:space="preserve">, </w:t>
      </w:r>
      <w:r w:rsidR="0024252B" w:rsidRPr="002813C1">
        <w:t>la pudeur manque absolument à vos illustres amies</w:t>
      </w:r>
      <w:r>
        <w:t>…</w:t>
      </w:r>
    </w:p>
    <w:p w14:paraId="198A14BD" w14:textId="77777777" w:rsidR="00B77E03" w:rsidRDefault="00B77E03" w:rsidP="00B77E03">
      <w:r>
        <w:t>— </w:t>
      </w:r>
      <w:r w:rsidR="0024252B" w:rsidRPr="002813C1">
        <w:t>Monsieur</w:t>
      </w:r>
      <w:r>
        <w:t xml:space="preserve">, </w:t>
      </w:r>
      <w:r w:rsidR="0024252B" w:rsidRPr="002813C1">
        <w:t>interrompit la baronne d</w:t>
      </w:r>
      <w:r>
        <w:t>’</w:t>
      </w:r>
      <w:r w:rsidR="0024252B" w:rsidRPr="002813C1">
        <w:t>une voix étranglée par la colère</w:t>
      </w:r>
      <w:r>
        <w:t xml:space="preserve">, </w:t>
      </w:r>
      <w:r w:rsidR="0024252B" w:rsidRPr="002813C1">
        <w:t>vous vous oubliez</w:t>
      </w:r>
      <w:r>
        <w:t xml:space="preserve">… </w:t>
      </w:r>
      <w:r w:rsidR="0024252B" w:rsidRPr="002813C1">
        <w:t>vous me</w:t>
      </w:r>
      <w:r>
        <w:t>…</w:t>
      </w:r>
    </w:p>
    <w:p w14:paraId="79B4B643" w14:textId="77777777" w:rsidR="00B77E03" w:rsidRDefault="0024252B" w:rsidP="00B77E03">
      <w:r w:rsidRPr="002813C1">
        <w:t>Mais le baron était lancé</w:t>
      </w:r>
      <w:r w:rsidR="00B77E03">
        <w:t>.</w:t>
      </w:r>
    </w:p>
    <w:p w14:paraId="2273A047" w14:textId="77777777" w:rsidR="00B77E03" w:rsidRDefault="00B77E03" w:rsidP="00B77E03">
      <w:r>
        <w:lastRenderedPageBreak/>
        <w:t>— </w:t>
      </w:r>
      <w:r w:rsidR="0024252B" w:rsidRPr="002813C1">
        <w:t>Si c</w:t>
      </w:r>
      <w:r>
        <w:t>’</w:t>
      </w:r>
      <w:r w:rsidR="0024252B" w:rsidRPr="002813C1">
        <w:t>est le scandale</w:t>
      </w:r>
      <w:r>
        <w:t xml:space="preserve">, </w:t>
      </w:r>
      <w:r w:rsidR="0024252B" w:rsidRPr="002813C1">
        <w:t>poursuivit-il</w:t>
      </w:r>
      <w:r>
        <w:t xml:space="preserve">, </w:t>
      </w:r>
      <w:r w:rsidR="0024252B" w:rsidRPr="002813C1">
        <w:t>qui sacre grande âme</w:t>
      </w:r>
      <w:r>
        <w:t xml:space="preserve">, </w:t>
      </w:r>
      <w:r w:rsidR="0024252B" w:rsidRPr="002813C1">
        <w:t>vous l</w:t>
      </w:r>
      <w:r>
        <w:t>’</w:t>
      </w:r>
      <w:r w:rsidR="0024252B" w:rsidRPr="002813C1">
        <w:t>êtes</w:t>
      </w:r>
      <w:r>
        <w:t xml:space="preserve">… </w:t>
      </w:r>
      <w:r w:rsidR="0024252B" w:rsidRPr="002813C1">
        <w:t>et des plus grandes</w:t>
      </w:r>
      <w:r>
        <w:t xml:space="preserve">… </w:t>
      </w:r>
      <w:r w:rsidR="0024252B" w:rsidRPr="002813C1">
        <w:t>Ah</w:t>
      </w:r>
      <w:r>
        <w:t xml:space="preserve"> ! </w:t>
      </w:r>
      <w:r w:rsidR="0024252B" w:rsidRPr="002813C1">
        <w:t>vous êtes célèbre</w:t>
      </w:r>
      <w:r>
        <w:t xml:space="preserve">… </w:t>
      </w:r>
      <w:r w:rsidR="0024252B" w:rsidRPr="002813C1">
        <w:t>autant presque que la Fancy</w:t>
      </w:r>
      <w:r>
        <w:t xml:space="preserve">… </w:t>
      </w:r>
      <w:r w:rsidR="0024252B" w:rsidRPr="002813C1">
        <w:t>C</w:t>
      </w:r>
      <w:r>
        <w:t>’</w:t>
      </w:r>
      <w:r w:rsidR="0024252B" w:rsidRPr="002813C1">
        <w:t>est par les journaux que j</w:t>
      </w:r>
      <w:r>
        <w:t>’</w:t>
      </w:r>
      <w:r w:rsidR="0024252B" w:rsidRPr="002813C1">
        <w:t>apprends vos faits et gestes</w:t>
      </w:r>
      <w:r>
        <w:t xml:space="preserve">, </w:t>
      </w:r>
      <w:r w:rsidR="0024252B" w:rsidRPr="002813C1">
        <w:t>vos amusements</w:t>
      </w:r>
      <w:r>
        <w:t xml:space="preserve">, </w:t>
      </w:r>
      <w:r w:rsidR="0024252B" w:rsidRPr="002813C1">
        <w:t>vos occupations et les toilettes que vous portez</w:t>
      </w:r>
      <w:r>
        <w:t xml:space="preserve">… </w:t>
      </w:r>
      <w:r w:rsidR="0024252B" w:rsidRPr="002813C1">
        <w:t>impossible de lire le compte rendu d</w:t>
      </w:r>
      <w:r>
        <w:t>’</w:t>
      </w:r>
      <w:r w:rsidR="0024252B" w:rsidRPr="002813C1">
        <w:t>une première représentation ou d</w:t>
      </w:r>
      <w:r>
        <w:t>’</w:t>
      </w:r>
      <w:r w:rsidR="0024252B" w:rsidRPr="002813C1">
        <w:t>une course sans y trouver votre nom entre ceux de Fancy</w:t>
      </w:r>
      <w:r>
        <w:t xml:space="preserve">, </w:t>
      </w:r>
      <w:r w:rsidR="0024252B" w:rsidRPr="002813C1">
        <w:t>de Cora ou de Ninette Simplon</w:t>
      </w:r>
      <w:r>
        <w:t xml:space="preserve">. </w:t>
      </w:r>
      <w:r w:rsidR="0024252B" w:rsidRPr="002813C1">
        <w:t>Je serais</w:t>
      </w:r>
      <w:r>
        <w:t xml:space="preserve">, </w:t>
      </w:r>
      <w:r w:rsidR="0024252B" w:rsidRPr="002813C1">
        <w:t>sacrebleu</w:t>
      </w:r>
      <w:r>
        <w:t xml:space="preserve"> ! </w:t>
      </w:r>
      <w:r w:rsidR="0024252B" w:rsidRPr="002813C1">
        <w:t>un mari bien dégoûté si je n</w:t>
      </w:r>
      <w:r>
        <w:t>’</w:t>
      </w:r>
      <w:r w:rsidR="0024252B" w:rsidRPr="002813C1">
        <w:t>étais pas ravi</w:t>
      </w:r>
      <w:r>
        <w:t xml:space="preserve">… </w:t>
      </w:r>
      <w:r w:rsidR="0024252B" w:rsidRPr="002813C1">
        <w:t>et fier surtout</w:t>
      </w:r>
      <w:r>
        <w:t xml:space="preserve"> ! </w:t>
      </w:r>
      <w:r w:rsidR="0024252B" w:rsidRPr="002813C1">
        <w:t>Ah</w:t>
      </w:r>
      <w:r>
        <w:t xml:space="preserve"> ! </w:t>
      </w:r>
      <w:r w:rsidR="0024252B" w:rsidRPr="002813C1">
        <w:t>vous donnez de la besogne aux chroniqueurs</w:t>
      </w:r>
      <w:r>
        <w:t>…</w:t>
      </w:r>
    </w:p>
    <w:p w14:paraId="36A8DE1B" w14:textId="77777777" w:rsidR="00B77E03" w:rsidRDefault="0024252B" w:rsidP="00B77E03">
      <w:r w:rsidRPr="002813C1">
        <w:t>Avant-hier</w:t>
      </w:r>
      <w:r w:rsidR="00B77E03">
        <w:t xml:space="preserve">, </w:t>
      </w:r>
      <w:r w:rsidRPr="002813C1">
        <w:t xml:space="preserve">la baronne </w:t>
      </w:r>
      <w:proofErr w:type="spellStart"/>
      <w:r w:rsidRPr="002813C1">
        <w:t>Trigault</w:t>
      </w:r>
      <w:proofErr w:type="spellEnd"/>
      <w:r w:rsidRPr="002813C1">
        <w:t xml:space="preserve"> a patiné</w:t>
      </w:r>
      <w:r w:rsidR="00B77E03">
        <w:t xml:space="preserve">, </w:t>
      </w:r>
      <w:r w:rsidRPr="002813C1">
        <w:t>hier elle conduisait elle-même</w:t>
      </w:r>
      <w:r w:rsidR="00B77E03">
        <w:t xml:space="preserve">… </w:t>
      </w:r>
      <w:r w:rsidRPr="002813C1">
        <w:t>Aujourd</w:t>
      </w:r>
      <w:r w:rsidR="00B77E03">
        <w:t>’</w:t>
      </w:r>
      <w:r w:rsidRPr="002813C1">
        <w:t>hui</w:t>
      </w:r>
      <w:r w:rsidR="00B77E03">
        <w:t xml:space="preserve">, </w:t>
      </w:r>
      <w:r w:rsidRPr="002813C1">
        <w:t>elle s</w:t>
      </w:r>
      <w:r w:rsidR="00B77E03">
        <w:t>’</w:t>
      </w:r>
      <w:r w:rsidRPr="002813C1">
        <w:t>est distinguée</w:t>
      </w:r>
      <w:r w:rsidR="00B77E03">
        <w:t xml:space="preserve">, </w:t>
      </w:r>
      <w:r w:rsidRPr="002813C1">
        <w:t>au tir aux pigeons</w:t>
      </w:r>
      <w:r w:rsidR="00B77E03">
        <w:t xml:space="preserve">… </w:t>
      </w:r>
      <w:r w:rsidRPr="002813C1">
        <w:t>Demain</w:t>
      </w:r>
      <w:r w:rsidR="00B77E03">
        <w:t xml:space="preserve">, </w:t>
      </w:r>
      <w:r w:rsidRPr="002813C1">
        <w:t>elle se montrera demi-nue dans des tableaux vivants</w:t>
      </w:r>
      <w:r w:rsidR="00B77E03">
        <w:t xml:space="preserve">… </w:t>
      </w:r>
      <w:r w:rsidRPr="002813C1">
        <w:t>Après-demain</w:t>
      </w:r>
      <w:r w:rsidR="00B77E03">
        <w:t xml:space="preserve">, </w:t>
      </w:r>
      <w:r w:rsidRPr="002813C1">
        <w:t>elle inaugurera une nouvelle nuance de cheveux et jouera la comédie</w:t>
      </w:r>
      <w:r w:rsidR="00B77E03">
        <w:t>…</w:t>
      </w:r>
    </w:p>
    <w:p w14:paraId="2933A2F4" w14:textId="77777777" w:rsidR="00B77E03" w:rsidRDefault="0024252B" w:rsidP="00B77E03">
      <w:r w:rsidRPr="002813C1">
        <w:t>C</w:t>
      </w:r>
      <w:r w:rsidR="00B77E03">
        <w:t>’</w:t>
      </w:r>
      <w:r w:rsidRPr="002813C1">
        <w:t xml:space="preserve">est encore la baronne </w:t>
      </w:r>
      <w:proofErr w:type="spellStart"/>
      <w:r w:rsidRPr="002813C1">
        <w:t>Trigault</w:t>
      </w:r>
      <w:proofErr w:type="spellEnd"/>
      <w:r w:rsidRPr="002813C1">
        <w:t xml:space="preserve"> qu</w:t>
      </w:r>
      <w:r w:rsidR="00B77E03">
        <w:t>’</w:t>
      </w:r>
      <w:r w:rsidRPr="002813C1">
        <w:t xml:space="preserve">on a remarquée </w:t>
      </w:r>
      <w:r w:rsidR="00314634">
        <w:t xml:space="preserve">à </w:t>
      </w:r>
      <w:r w:rsidRPr="002813C1">
        <w:t>Vincennes dans l</w:t>
      </w:r>
      <w:r w:rsidR="00B77E03">
        <w:t>’</w:t>
      </w:r>
      <w:r w:rsidRPr="002813C1">
        <w:t>enceinte du pesage</w:t>
      </w:r>
      <w:r w:rsidR="00B77E03">
        <w:t xml:space="preserve">… </w:t>
      </w:r>
      <w:r w:rsidRPr="002813C1">
        <w:t xml:space="preserve">La baronne </w:t>
      </w:r>
      <w:proofErr w:type="spellStart"/>
      <w:r w:rsidRPr="002813C1">
        <w:t>Trigault</w:t>
      </w:r>
      <w:proofErr w:type="spellEnd"/>
      <w:r w:rsidRPr="002813C1">
        <w:t xml:space="preserve"> a perdu cinq cents louis</w:t>
      </w:r>
      <w:r w:rsidR="00B77E03">
        <w:t xml:space="preserve">… </w:t>
      </w:r>
      <w:r w:rsidRPr="002813C1">
        <w:t xml:space="preserve">La baronne </w:t>
      </w:r>
      <w:proofErr w:type="spellStart"/>
      <w:r w:rsidRPr="002813C1">
        <w:t>Trigault</w:t>
      </w:r>
      <w:proofErr w:type="spellEnd"/>
      <w:r w:rsidRPr="002813C1">
        <w:t xml:space="preserve"> se sert du lorgnon avec une adorable impertinence</w:t>
      </w:r>
      <w:r w:rsidR="00B77E03">
        <w:t xml:space="preserve">. </w:t>
      </w:r>
      <w:r w:rsidRPr="002813C1">
        <w:t>C</w:t>
      </w:r>
      <w:r w:rsidR="00B77E03">
        <w:t>’</w:t>
      </w:r>
      <w:r w:rsidRPr="002813C1">
        <w:t xml:space="preserve">est elle qui a déclaré chic de </w:t>
      </w:r>
      <w:r w:rsidR="00B77E03">
        <w:t>« </w:t>
      </w:r>
      <w:r w:rsidRPr="002813C1">
        <w:t>boire la goutte</w:t>
      </w:r>
      <w:r w:rsidR="00B77E03">
        <w:t> »</w:t>
      </w:r>
      <w:r w:rsidRPr="002813C1">
        <w:t xml:space="preserve"> en revenant du bois</w:t>
      </w:r>
      <w:r w:rsidR="00B77E03">
        <w:t xml:space="preserve">… </w:t>
      </w:r>
      <w:r w:rsidRPr="002813C1">
        <w:t xml:space="preserve">Tout ce que fait la baronne est </w:t>
      </w:r>
      <w:r w:rsidR="00B77E03">
        <w:t>« </w:t>
      </w:r>
      <w:r w:rsidRPr="002813C1">
        <w:t>épatant de chic</w:t>
      </w:r>
      <w:r w:rsidR="00B77E03">
        <w:t>… »</w:t>
      </w:r>
      <w:r w:rsidRPr="002813C1">
        <w:t xml:space="preserve"> et même les marchands de nouveautés ont donné son nom à une couleur</w:t>
      </w:r>
      <w:r w:rsidR="00B77E03">
        <w:t xml:space="preserve">… </w:t>
      </w:r>
      <w:r w:rsidRPr="002813C1">
        <w:t xml:space="preserve">on dit le bleu </w:t>
      </w:r>
      <w:proofErr w:type="spellStart"/>
      <w:r w:rsidRPr="002813C1">
        <w:t>Trigault</w:t>
      </w:r>
      <w:proofErr w:type="spellEnd"/>
      <w:r w:rsidR="00B77E03">
        <w:t xml:space="preserve">, </w:t>
      </w:r>
      <w:r w:rsidRPr="002813C1">
        <w:t>comble de gloire</w:t>
      </w:r>
      <w:r w:rsidR="00B77E03">
        <w:t xml:space="preserve"> !… </w:t>
      </w:r>
      <w:r w:rsidRPr="002813C1">
        <w:t xml:space="preserve">Il y a aussi les costumes </w:t>
      </w:r>
      <w:proofErr w:type="spellStart"/>
      <w:r w:rsidRPr="002813C1">
        <w:t>Trigault</w:t>
      </w:r>
      <w:proofErr w:type="spellEnd"/>
      <w:r w:rsidR="00B77E03">
        <w:t xml:space="preserve">, </w:t>
      </w:r>
      <w:r w:rsidRPr="002813C1">
        <w:t>car la délicieuse</w:t>
      </w:r>
      <w:r w:rsidR="00B77E03">
        <w:t xml:space="preserve">, </w:t>
      </w:r>
      <w:r w:rsidRPr="002813C1">
        <w:t>la spirituelle</w:t>
      </w:r>
      <w:r w:rsidR="00B77E03">
        <w:t xml:space="preserve">, </w:t>
      </w:r>
      <w:r w:rsidRPr="002813C1">
        <w:t>l</w:t>
      </w:r>
      <w:r w:rsidR="00B77E03">
        <w:t>’</w:t>
      </w:r>
      <w:r w:rsidRPr="002813C1">
        <w:t>élégante baronne se met comme personne</w:t>
      </w:r>
      <w:r w:rsidR="00B77E03">
        <w:t xml:space="preserve"> ; </w:t>
      </w:r>
      <w:r w:rsidRPr="002813C1">
        <w:t>ses fidèles</w:t>
      </w:r>
      <w:r w:rsidR="00B77E03">
        <w:t xml:space="preserve">, </w:t>
      </w:r>
      <w:r w:rsidRPr="002813C1">
        <w:t>c</w:t>
      </w:r>
      <w:r w:rsidR="00B77E03">
        <w:t>’</w:t>
      </w:r>
      <w:r w:rsidRPr="002813C1">
        <w:t>est-à-dire cette bande de ridicules crevés qui la suivent partout</w:t>
      </w:r>
      <w:r w:rsidR="00B77E03">
        <w:t xml:space="preserve">, </w:t>
      </w:r>
      <w:r w:rsidRPr="002813C1">
        <w:t>le déclarent hautement</w:t>
      </w:r>
      <w:r w:rsidR="00B77E03">
        <w:t>…</w:t>
      </w:r>
    </w:p>
    <w:p w14:paraId="277D19A9" w14:textId="77777777" w:rsidR="00B77E03" w:rsidRDefault="0024252B" w:rsidP="00B77E03">
      <w:r w:rsidRPr="002813C1">
        <w:t>Voilà</w:t>
      </w:r>
      <w:r w:rsidR="00B77E03">
        <w:t xml:space="preserve">, </w:t>
      </w:r>
      <w:r w:rsidRPr="002813C1">
        <w:t>ce que moi</w:t>
      </w:r>
      <w:r w:rsidR="00B77E03">
        <w:t xml:space="preserve">, </w:t>
      </w:r>
      <w:r w:rsidRPr="002813C1">
        <w:t>honnête mari</w:t>
      </w:r>
      <w:r w:rsidR="00B77E03">
        <w:t xml:space="preserve">, </w:t>
      </w:r>
      <w:r w:rsidRPr="002813C1">
        <w:t>je lis tous les jours dans les chroniques</w:t>
      </w:r>
      <w:r w:rsidR="00B77E03">
        <w:t>…</w:t>
      </w:r>
    </w:p>
    <w:p w14:paraId="22D1D1B1" w14:textId="77777777" w:rsidR="00B77E03" w:rsidRDefault="0024252B" w:rsidP="00B77E03">
      <w:r w:rsidRPr="002813C1">
        <w:t>L</w:t>
      </w:r>
      <w:r w:rsidR="00B77E03">
        <w:t>’</w:t>
      </w:r>
      <w:r w:rsidRPr="002813C1">
        <w:t>univers entier sait par les journaux</w:t>
      </w:r>
      <w:r w:rsidR="00B77E03">
        <w:t xml:space="preserve">, </w:t>
      </w:r>
      <w:r w:rsidRPr="002813C1">
        <w:t>non-seulement comment ma femme s</w:t>
      </w:r>
      <w:r w:rsidR="00B77E03">
        <w:t>’</w:t>
      </w:r>
      <w:r w:rsidRPr="002813C1">
        <w:t>habille</w:t>
      </w:r>
      <w:r w:rsidR="00B77E03">
        <w:t xml:space="preserve">, </w:t>
      </w:r>
      <w:r w:rsidRPr="002813C1">
        <w:t xml:space="preserve">mais encore comment elle se </w:t>
      </w:r>
      <w:r w:rsidRPr="002813C1">
        <w:lastRenderedPageBreak/>
        <w:t>déshabille et comment elle est faite</w:t>
      </w:r>
      <w:r w:rsidR="00B77E03">
        <w:t xml:space="preserve">… </w:t>
      </w:r>
      <w:r w:rsidRPr="002813C1">
        <w:t>qu</w:t>
      </w:r>
      <w:r w:rsidR="00B77E03">
        <w:t>’</w:t>
      </w:r>
      <w:r w:rsidRPr="002813C1">
        <w:t>elle a le pied exquis</w:t>
      </w:r>
      <w:r w:rsidR="00B77E03">
        <w:t xml:space="preserve">, </w:t>
      </w:r>
      <w:r w:rsidRPr="002813C1">
        <w:t>la jambe divine</w:t>
      </w:r>
      <w:r w:rsidR="00B77E03">
        <w:t xml:space="preserve">, </w:t>
      </w:r>
      <w:r w:rsidRPr="002813C1">
        <w:t>une main enivrante</w:t>
      </w:r>
      <w:r w:rsidR="00B77E03">
        <w:t xml:space="preserve">… </w:t>
      </w:r>
      <w:r w:rsidRPr="002813C1">
        <w:t>Nul n</w:t>
      </w:r>
      <w:r w:rsidR="00B77E03">
        <w:t>’</w:t>
      </w:r>
      <w:r w:rsidRPr="002813C1">
        <w:t>ignore que ma femme a des épaules éblouissantes et même</w:t>
      </w:r>
      <w:r w:rsidR="00B77E03">
        <w:t xml:space="preserve">, </w:t>
      </w:r>
      <w:r w:rsidRPr="002813C1">
        <w:t>vers le haut de l</w:t>
      </w:r>
      <w:r w:rsidR="00B77E03">
        <w:t>’</w:t>
      </w:r>
      <w:r w:rsidRPr="002813C1">
        <w:t>épaule gauche</w:t>
      </w:r>
      <w:r w:rsidR="00B77E03">
        <w:t xml:space="preserve">, </w:t>
      </w:r>
      <w:r w:rsidRPr="002813C1">
        <w:t>un signe mignon et provocant</w:t>
      </w:r>
      <w:r w:rsidR="00B77E03">
        <w:t xml:space="preserve">… </w:t>
      </w:r>
      <w:r w:rsidRPr="002813C1">
        <w:t>J</w:t>
      </w:r>
      <w:r w:rsidR="00B77E03">
        <w:t>’</w:t>
      </w:r>
      <w:r w:rsidRPr="002813C1">
        <w:t>ai eu la satisfaction de lire ce détail hier soir</w:t>
      </w:r>
      <w:r w:rsidR="00B77E03">
        <w:t xml:space="preserve">… </w:t>
      </w:r>
      <w:r w:rsidRPr="002813C1">
        <w:t>il y avait bien provocant</w:t>
      </w:r>
      <w:r w:rsidR="00B77E03">
        <w:t xml:space="preserve">… </w:t>
      </w:r>
      <w:r w:rsidRPr="002813C1">
        <w:t>C</w:t>
      </w:r>
      <w:r w:rsidR="00B77E03">
        <w:t>’</w:t>
      </w:r>
      <w:r w:rsidRPr="002813C1">
        <w:t>est charmant</w:t>
      </w:r>
      <w:r w:rsidR="00B77E03">
        <w:t xml:space="preserve">, </w:t>
      </w:r>
      <w:r w:rsidRPr="002813C1">
        <w:t>parole d</w:t>
      </w:r>
      <w:r w:rsidR="00B77E03">
        <w:t>’</w:t>
      </w:r>
      <w:r w:rsidRPr="002813C1">
        <w:t>honneur</w:t>
      </w:r>
      <w:r w:rsidR="00B77E03">
        <w:t xml:space="preserve">, </w:t>
      </w:r>
      <w:r w:rsidRPr="002813C1">
        <w:t>et je suis un heureux mari</w:t>
      </w:r>
      <w:r w:rsidR="00B77E03">
        <w:t xml:space="preserve">, </w:t>
      </w:r>
      <w:r w:rsidRPr="002813C1">
        <w:t>en vérité</w:t>
      </w:r>
      <w:r w:rsidR="00B77E03">
        <w:t> !…</w:t>
      </w:r>
    </w:p>
    <w:p w14:paraId="7A31F7B5" w14:textId="77777777" w:rsidR="00B77E03" w:rsidRDefault="0024252B" w:rsidP="00B77E03">
      <w:r w:rsidRPr="002813C1">
        <w:t>Du fumoir</w:t>
      </w:r>
      <w:r w:rsidR="00B77E03">
        <w:t xml:space="preserve">, </w:t>
      </w:r>
      <w:r w:rsidRPr="002813C1">
        <w:t>Pascal distinguait les trépignements de rage de la baronne</w:t>
      </w:r>
      <w:r w:rsidR="00B77E03">
        <w:t>.</w:t>
      </w:r>
    </w:p>
    <w:p w14:paraId="0C000EA7" w14:textId="77777777" w:rsidR="00B77E03" w:rsidRDefault="00B77E03" w:rsidP="00B77E03">
      <w:r>
        <w:t>— </w:t>
      </w:r>
      <w:r w:rsidR="0024252B" w:rsidRPr="002813C1">
        <w:t>C</w:t>
      </w:r>
      <w:r>
        <w:t>’</w:t>
      </w:r>
      <w:r w:rsidR="0024252B" w:rsidRPr="002813C1">
        <w:t>est une indignité</w:t>
      </w:r>
      <w:r>
        <w:t xml:space="preserve"> !… </w:t>
      </w:r>
      <w:r w:rsidR="0024252B" w:rsidRPr="002813C1">
        <w:t>s</w:t>
      </w:r>
      <w:r>
        <w:t>’</w:t>
      </w:r>
      <w:r w:rsidR="0024252B" w:rsidRPr="002813C1">
        <w:t>écria-t-elle</w:t>
      </w:r>
      <w:r>
        <w:t xml:space="preserve">, </w:t>
      </w:r>
      <w:r w:rsidR="0024252B" w:rsidRPr="002813C1">
        <w:t>vos journalistes sont des impertinents</w:t>
      </w:r>
      <w:r>
        <w:t xml:space="preserve">, </w:t>
      </w:r>
      <w:r w:rsidR="0024252B" w:rsidRPr="002813C1">
        <w:t>des</w:t>
      </w:r>
      <w:r>
        <w:t>…</w:t>
      </w:r>
    </w:p>
    <w:p w14:paraId="79C10D3D" w14:textId="77777777" w:rsidR="00B77E03" w:rsidRDefault="00B77E03" w:rsidP="00B77E03">
      <w:r>
        <w:t>— </w:t>
      </w:r>
      <w:r w:rsidR="0024252B" w:rsidRPr="002813C1">
        <w:t>Pourquoi donc</w:t>
      </w:r>
      <w:r>
        <w:t xml:space="preserve"> ?… </w:t>
      </w:r>
      <w:r w:rsidR="0024252B" w:rsidRPr="002813C1">
        <w:t>Les voyez-vous s</w:t>
      </w:r>
      <w:r>
        <w:t>’</w:t>
      </w:r>
      <w:r w:rsidR="0024252B" w:rsidRPr="002813C1">
        <w:t>occuper des honnêtes mères de famille</w:t>
      </w:r>
      <w:r>
        <w:t> ?…</w:t>
      </w:r>
    </w:p>
    <w:p w14:paraId="0E39C412" w14:textId="77777777" w:rsidR="00B77E03" w:rsidRDefault="00B77E03" w:rsidP="00B77E03">
      <w:r>
        <w:t>— </w:t>
      </w:r>
      <w:r w:rsidR="0024252B" w:rsidRPr="002813C1">
        <w:t>Ils ne s</w:t>
      </w:r>
      <w:r>
        <w:t>’</w:t>
      </w:r>
      <w:r w:rsidR="0024252B" w:rsidRPr="002813C1">
        <w:t>occuperaient pas de moi</w:t>
      </w:r>
      <w:r>
        <w:t xml:space="preserve">, </w:t>
      </w:r>
      <w:r w:rsidR="0024252B" w:rsidRPr="002813C1">
        <w:t>si j</w:t>
      </w:r>
      <w:r>
        <w:t>’</w:t>
      </w:r>
      <w:r w:rsidR="0024252B" w:rsidRPr="002813C1">
        <w:t>avais un mari qui sût me faire respecter</w:t>
      </w:r>
      <w:r>
        <w:t>.</w:t>
      </w:r>
    </w:p>
    <w:p w14:paraId="44B32A51" w14:textId="77777777" w:rsidR="00B77E03" w:rsidRDefault="0024252B" w:rsidP="00B77E03">
      <w:r w:rsidRPr="002813C1">
        <w:t>Le baron eut un éclat de rire nerveux</w:t>
      </w:r>
      <w:r w:rsidR="00B77E03">
        <w:t xml:space="preserve">, </w:t>
      </w:r>
      <w:r w:rsidRPr="002813C1">
        <w:t>qui faisait mal à entendre</w:t>
      </w:r>
      <w:r w:rsidR="00B77E03">
        <w:t xml:space="preserve">, </w:t>
      </w:r>
      <w:r w:rsidRPr="002813C1">
        <w:t>et trahissait sous son persiflage d</w:t>
      </w:r>
      <w:r w:rsidR="00B77E03">
        <w:t>’</w:t>
      </w:r>
      <w:r w:rsidRPr="002813C1">
        <w:t>atroces souffrances</w:t>
      </w:r>
      <w:r w:rsidR="00B77E03">
        <w:t>.</w:t>
      </w:r>
    </w:p>
    <w:p w14:paraId="351668FF" w14:textId="77777777" w:rsidR="00B77E03" w:rsidRDefault="00B77E03" w:rsidP="00B77E03">
      <w:r>
        <w:t>— </w:t>
      </w:r>
      <w:r w:rsidR="0024252B" w:rsidRPr="002813C1">
        <w:t>Est-ce un duel que vous me conseillez</w:t>
      </w:r>
      <w:r>
        <w:t xml:space="preserve"> ?… </w:t>
      </w:r>
      <w:r w:rsidR="0024252B" w:rsidRPr="002813C1">
        <w:t>fit-il</w:t>
      </w:r>
      <w:r>
        <w:t xml:space="preserve">. </w:t>
      </w:r>
      <w:r w:rsidR="0024252B" w:rsidRPr="002813C1">
        <w:t>À vingt ans de distance l</w:t>
      </w:r>
      <w:r>
        <w:t>’</w:t>
      </w:r>
      <w:r w:rsidR="0024252B" w:rsidRPr="002813C1">
        <w:t>idée vous reviendrait-elle de vous débarrasser de moi</w:t>
      </w:r>
      <w:r>
        <w:t xml:space="preserve"> ?… </w:t>
      </w:r>
      <w:r w:rsidR="0024252B" w:rsidRPr="002813C1">
        <w:t>Je ne puis le croire</w:t>
      </w:r>
      <w:r>
        <w:t xml:space="preserve">… </w:t>
      </w:r>
      <w:r w:rsidR="0024252B" w:rsidRPr="002813C1">
        <w:t>Vous savez bien que vous n</w:t>
      </w:r>
      <w:r>
        <w:t>’</w:t>
      </w:r>
      <w:r w:rsidR="0024252B" w:rsidRPr="002813C1">
        <w:t>hériteriez pas</w:t>
      </w:r>
      <w:r>
        <w:t xml:space="preserve">, </w:t>
      </w:r>
      <w:r w:rsidR="0024252B" w:rsidRPr="002813C1">
        <w:t>que j</w:t>
      </w:r>
      <w:r>
        <w:t>’</w:t>
      </w:r>
      <w:r w:rsidR="0024252B" w:rsidRPr="002813C1">
        <w:t>ai pris mes précautions</w:t>
      </w:r>
      <w:r>
        <w:t xml:space="preserve">… </w:t>
      </w:r>
      <w:r w:rsidR="0024252B" w:rsidRPr="002813C1">
        <w:t>D</w:t>
      </w:r>
      <w:r>
        <w:t>’</w:t>
      </w:r>
      <w:r w:rsidR="0024252B" w:rsidRPr="002813C1">
        <w:t>ailleurs</w:t>
      </w:r>
      <w:r>
        <w:t xml:space="preserve">, </w:t>
      </w:r>
      <w:r w:rsidR="0024252B" w:rsidRPr="002813C1">
        <w:t>vous seriez désolée si les journaux cessaient un seul jour de parler de vous</w:t>
      </w:r>
      <w:r>
        <w:t>.</w:t>
      </w:r>
    </w:p>
    <w:p w14:paraId="6265D240" w14:textId="77777777" w:rsidR="00B77E03" w:rsidRDefault="0024252B" w:rsidP="00B77E03">
      <w:r w:rsidRPr="002813C1">
        <w:t>Respectez-vous et on vous respectera</w:t>
      </w:r>
      <w:r w:rsidR="00B77E03">
        <w:t xml:space="preserve">… </w:t>
      </w:r>
      <w:r w:rsidRPr="002813C1">
        <w:t>Cette publicité dont vous vous plaignez est la dernière ancre de la société en dérive</w:t>
      </w:r>
      <w:r w:rsidR="00B77E03">
        <w:t xml:space="preserve">… </w:t>
      </w:r>
      <w:r w:rsidRPr="002813C1">
        <w:t>Ceux que la voix de l</w:t>
      </w:r>
      <w:r w:rsidR="00B77E03">
        <w:t>’</w:t>
      </w:r>
      <w:r w:rsidRPr="002813C1">
        <w:t>honneur n</w:t>
      </w:r>
      <w:r w:rsidR="00B77E03">
        <w:t>’</w:t>
      </w:r>
      <w:r w:rsidRPr="002813C1">
        <w:t>arrêterait pas sont retenus par la crainte d</w:t>
      </w:r>
      <w:r w:rsidR="00B77E03">
        <w:t>’</w:t>
      </w:r>
      <w:r w:rsidRPr="002813C1">
        <w:t>un petit entrefilet dévoilant leurs turpitudes</w:t>
      </w:r>
      <w:r w:rsidR="00B77E03">
        <w:t xml:space="preserve">… </w:t>
      </w:r>
      <w:r w:rsidRPr="002813C1">
        <w:t>Quand personne n</w:t>
      </w:r>
      <w:r w:rsidR="00B77E03">
        <w:t>’</w:t>
      </w:r>
      <w:r w:rsidRPr="002813C1">
        <w:t>aura plus de conscience</w:t>
      </w:r>
      <w:r w:rsidR="00B77E03">
        <w:t xml:space="preserve">, </w:t>
      </w:r>
      <w:r w:rsidRPr="002813C1">
        <w:t xml:space="preserve">les </w:t>
      </w:r>
      <w:r w:rsidRPr="002813C1">
        <w:lastRenderedPageBreak/>
        <w:t>journaux seront la conscience publique</w:t>
      </w:r>
      <w:r w:rsidR="00B77E03">
        <w:t xml:space="preserve">… </w:t>
      </w:r>
      <w:r w:rsidRPr="002813C1">
        <w:t>Je trouve cela très-bien</w:t>
      </w:r>
      <w:r w:rsidR="00B77E03">
        <w:t xml:space="preserve">… </w:t>
      </w:r>
      <w:r w:rsidRPr="002813C1">
        <w:t>Sur ce</w:t>
      </w:r>
      <w:r w:rsidR="00B77E03">
        <w:t xml:space="preserve">, </w:t>
      </w:r>
      <w:r w:rsidRPr="002813C1">
        <w:t>salut</w:t>
      </w:r>
      <w:r w:rsidR="00B77E03">
        <w:t>…</w:t>
      </w:r>
    </w:p>
    <w:p w14:paraId="64242593" w14:textId="77777777" w:rsidR="00B77E03" w:rsidRDefault="0024252B" w:rsidP="00B77E03">
      <w:r w:rsidRPr="002813C1">
        <w:t>D</w:t>
      </w:r>
      <w:r w:rsidR="00B77E03">
        <w:t>’</w:t>
      </w:r>
      <w:r w:rsidRPr="002813C1">
        <w:t>après le bruit qui arriva jusqu</w:t>
      </w:r>
      <w:r w:rsidR="00B77E03">
        <w:t>’</w:t>
      </w:r>
      <w:r w:rsidRPr="002813C1">
        <w:t>à Pascal</w:t>
      </w:r>
      <w:r w:rsidR="00B77E03">
        <w:t xml:space="preserve">, </w:t>
      </w:r>
      <w:r w:rsidRPr="002813C1">
        <w:t>la baronne dut se placer devant la porte pour empêcher son mari de passer</w:t>
      </w:r>
      <w:r w:rsidR="00B77E03">
        <w:t>.</w:t>
      </w:r>
    </w:p>
    <w:p w14:paraId="13912FE2" w14:textId="77777777" w:rsidR="00B77E03" w:rsidRDefault="00B77E03" w:rsidP="00B77E03">
      <w:r>
        <w:t>— </w:t>
      </w:r>
      <w:r w:rsidR="0024252B" w:rsidRPr="002813C1">
        <w:t>Eh bien</w:t>
      </w:r>
      <w:r>
        <w:t xml:space="preserve">, </w:t>
      </w:r>
      <w:r w:rsidR="0024252B" w:rsidRPr="002813C1">
        <w:t>monsieur</w:t>
      </w:r>
      <w:r>
        <w:t xml:space="preserve">, </w:t>
      </w:r>
      <w:r w:rsidR="0024252B" w:rsidRPr="002813C1">
        <w:t>prononça-t-elle</w:t>
      </w:r>
      <w:r>
        <w:t xml:space="preserve">, </w:t>
      </w:r>
      <w:r w:rsidR="0024252B" w:rsidRPr="002813C1">
        <w:t>je vous déclare qu</w:t>
      </w:r>
      <w:r>
        <w:t>’</w:t>
      </w:r>
      <w:r w:rsidR="0024252B" w:rsidRPr="002813C1">
        <w:t xml:space="preserve">il me faut avant ce soir les vingt-huit mille francs de Van </w:t>
      </w:r>
      <w:proofErr w:type="spellStart"/>
      <w:r w:rsidR="0024252B" w:rsidRPr="002813C1">
        <w:t>Klopen</w:t>
      </w:r>
      <w:proofErr w:type="spellEnd"/>
      <w:r>
        <w:t xml:space="preserve">… </w:t>
      </w:r>
      <w:r w:rsidR="0024252B" w:rsidRPr="002813C1">
        <w:t>Je les veux</w:t>
      </w:r>
      <w:r>
        <w:t xml:space="preserve">, </w:t>
      </w:r>
      <w:r w:rsidR="0024252B" w:rsidRPr="002813C1">
        <w:t>j</w:t>
      </w:r>
      <w:r>
        <w:t>’</w:t>
      </w:r>
      <w:r w:rsidR="0024252B" w:rsidRPr="002813C1">
        <w:t>ai mis dans ma tête que je les aurai</w:t>
      </w:r>
      <w:r>
        <w:t xml:space="preserve">, </w:t>
      </w:r>
      <w:r w:rsidR="0024252B" w:rsidRPr="002813C1">
        <w:t>vous me les donnerez</w:t>
      </w:r>
      <w:r>
        <w:t>.</w:t>
      </w:r>
    </w:p>
    <w:p w14:paraId="0186DBFA" w14:textId="77777777" w:rsidR="00B77E03" w:rsidRDefault="00B77E03" w:rsidP="00B77E03">
      <w:r>
        <w:t>— </w:t>
      </w:r>
      <w:r w:rsidR="0024252B" w:rsidRPr="002813C1">
        <w:t>Oh</w:t>
      </w:r>
      <w:r>
        <w:t xml:space="preserve"> ! </w:t>
      </w:r>
      <w:r w:rsidR="0024252B" w:rsidRPr="002813C1">
        <w:t>oh</w:t>
      </w:r>
      <w:r>
        <w:t xml:space="preserve"> ! </w:t>
      </w:r>
      <w:r w:rsidR="0024252B" w:rsidRPr="002813C1">
        <w:t>gronda le baron</w:t>
      </w:r>
      <w:r>
        <w:t xml:space="preserve">, </w:t>
      </w:r>
      <w:r w:rsidR="0024252B" w:rsidRPr="002813C1">
        <w:t>il vous faut</w:t>
      </w:r>
      <w:r>
        <w:t xml:space="preserve">, </w:t>
      </w:r>
      <w:r w:rsidR="0024252B" w:rsidRPr="002813C1">
        <w:t>vous voulez</w:t>
      </w:r>
      <w:r>
        <w:t>…</w:t>
      </w:r>
    </w:p>
    <w:p w14:paraId="1691651D" w14:textId="77777777" w:rsidR="00B77E03" w:rsidRDefault="0024252B" w:rsidP="00B77E03">
      <w:r w:rsidRPr="002813C1">
        <w:t>Il s</w:t>
      </w:r>
      <w:r w:rsidR="00B77E03">
        <w:t>’</w:t>
      </w:r>
      <w:r w:rsidRPr="002813C1">
        <w:t>arrêta</w:t>
      </w:r>
      <w:r w:rsidR="00B77E03">
        <w:t xml:space="preserve">, </w:t>
      </w:r>
      <w:r w:rsidRPr="002813C1">
        <w:t>réfléchissant sans doute</w:t>
      </w:r>
      <w:r w:rsidR="00B77E03">
        <w:t xml:space="preserve">, </w:t>
      </w:r>
      <w:r w:rsidRPr="002813C1">
        <w:t>et après un moment</w:t>
      </w:r>
      <w:r w:rsidR="00B77E03">
        <w:t> :</w:t>
      </w:r>
    </w:p>
    <w:p w14:paraId="62B2FE58" w14:textId="77777777" w:rsidR="00B77E03" w:rsidRDefault="00B77E03" w:rsidP="00B77E03">
      <w:r>
        <w:t>— </w:t>
      </w:r>
      <w:r w:rsidR="0024252B" w:rsidRPr="002813C1">
        <w:t>Eh bien</w:t>
      </w:r>
      <w:r>
        <w:t xml:space="preserve"> !… </w:t>
      </w:r>
      <w:r w:rsidR="0024252B" w:rsidRPr="002813C1">
        <w:t>soit</w:t>
      </w:r>
      <w:r>
        <w:t xml:space="preserve"> !… </w:t>
      </w:r>
      <w:r w:rsidR="0024252B" w:rsidRPr="002813C1">
        <w:t>reprit-il</w:t>
      </w:r>
      <w:r>
        <w:t xml:space="preserve">, </w:t>
      </w:r>
      <w:r w:rsidR="0024252B" w:rsidRPr="002813C1">
        <w:t>je vous donnerai cette somme</w:t>
      </w:r>
      <w:r>
        <w:t xml:space="preserve">… </w:t>
      </w:r>
      <w:r w:rsidR="0024252B" w:rsidRPr="002813C1">
        <w:t>mais plus tard</w:t>
      </w:r>
      <w:r>
        <w:t xml:space="preserve">. </w:t>
      </w:r>
      <w:r w:rsidR="0024252B" w:rsidRPr="002813C1">
        <w:t>Si cependant</w:t>
      </w:r>
      <w:r>
        <w:t xml:space="preserve">, </w:t>
      </w:r>
      <w:r w:rsidR="0024252B" w:rsidRPr="002813C1">
        <w:t>ainsi que vous le dites</w:t>
      </w:r>
      <w:r>
        <w:t xml:space="preserve">, </w:t>
      </w:r>
      <w:r w:rsidR="0024252B" w:rsidRPr="002813C1">
        <w:t>elle vous est indispensable aujourd</w:t>
      </w:r>
      <w:r>
        <w:t>’</w:t>
      </w:r>
      <w:r w:rsidR="0024252B" w:rsidRPr="002813C1">
        <w:t>hui même</w:t>
      </w:r>
      <w:r>
        <w:t xml:space="preserve">, </w:t>
      </w:r>
      <w:r w:rsidR="0024252B" w:rsidRPr="002813C1">
        <w:t>il est un moyen de vous la procurer</w:t>
      </w:r>
      <w:r>
        <w:t xml:space="preserve">… </w:t>
      </w:r>
      <w:r w:rsidR="0024252B" w:rsidRPr="002813C1">
        <w:t>Engagez pour trente mille francs de diamants</w:t>
      </w:r>
      <w:r>
        <w:t xml:space="preserve">… </w:t>
      </w:r>
      <w:r w:rsidR="0024252B" w:rsidRPr="002813C1">
        <w:t>je vous y autorise</w:t>
      </w:r>
      <w:r>
        <w:t xml:space="preserve">, </w:t>
      </w:r>
      <w:r w:rsidR="0024252B" w:rsidRPr="002813C1">
        <w:t>et je vous donne ma parole d</w:t>
      </w:r>
      <w:r>
        <w:t>’</w:t>
      </w:r>
      <w:r w:rsidR="0024252B" w:rsidRPr="002813C1">
        <w:t>honneur de les dégager avant huit jours</w:t>
      </w:r>
      <w:r>
        <w:t xml:space="preserve">. </w:t>
      </w:r>
      <w:r w:rsidR="0024252B" w:rsidRPr="002813C1">
        <w:t>Voyons</w:t>
      </w:r>
      <w:r>
        <w:t xml:space="preserve">, </w:t>
      </w:r>
      <w:r w:rsidR="0024252B" w:rsidRPr="002813C1">
        <w:t>voulez-vous engager vos diamants</w:t>
      </w:r>
      <w:r>
        <w:t> ?…</w:t>
      </w:r>
    </w:p>
    <w:p w14:paraId="76DB6BCF" w14:textId="77777777" w:rsidR="00B77E03" w:rsidRDefault="0024252B" w:rsidP="00B77E03">
      <w:r w:rsidRPr="002813C1">
        <w:t>La baronne se taisant</w:t>
      </w:r>
      <w:r w:rsidR="00B77E03">
        <w:t xml:space="preserve">, </w:t>
      </w:r>
      <w:r w:rsidRPr="002813C1">
        <w:t>il continua</w:t>
      </w:r>
      <w:r w:rsidR="00B77E03">
        <w:t> :</w:t>
      </w:r>
    </w:p>
    <w:p w14:paraId="25D0CFC1" w14:textId="77777777" w:rsidR="00B77E03" w:rsidRDefault="00B77E03" w:rsidP="00B77E03">
      <w:r>
        <w:t>— </w:t>
      </w:r>
      <w:r w:rsidR="0024252B" w:rsidRPr="002813C1">
        <w:t>Vous ne répondez pas</w:t>
      </w:r>
      <w:r>
        <w:t xml:space="preserve">… </w:t>
      </w:r>
      <w:r w:rsidR="0024252B" w:rsidRPr="002813C1">
        <w:t>Pourquoi</w:t>
      </w:r>
      <w:r>
        <w:t xml:space="preserve"> ?… </w:t>
      </w:r>
      <w:r w:rsidR="0024252B" w:rsidRPr="002813C1">
        <w:t>Je vais vous le dire</w:t>
      </w:r>
      <w:r>
        <w:t xml:space="preserve">. </w:t>
      </w:r>
      <w:r w:rsidR="0024252B" w:rsidRPr="002813C1">
        <w:t>C</w:t>
      </w:r>
      <w:r>
        <w:t>’</w:t>
      </w:r>
      <w:r w:rsidR="0024252B" w:rsidRPr="002813C1">
        <w:t>est qu</w:t>
      </w:r>
      <w:r>
        <w:t>’</w:t>
      </w:r>
      <w:r w:rsidR="0024252B" w:rsidRPr="002813C1">
        <w:t>il y a longtemps que presque tous vos diamants sont vendus et remplacés par du strass</w:t>
      </w:r>
      <w:r>
        <w:t xml:space="preserve">… </w:t>
      </w:r>
      <w:r w:rsidR="0024252B" w:rsidRPr="002813C1">
        <w:t>C</w:t>
      </w:r>
      <w:r>
        <w:t>’</w:t>
      </w:r>
      <w:r w:rsidR="0024252B" w:rsidRPr="002813C1">
        <w:t>est que vous êtes criblée de dettes</w:t>
      </w:r>
      <w:r>
        <w:t xml:space="preserve">, </w:t>
      </w:r>
      <w:r w:rsidR="0024252B" w:rsidRPr="002813C1">
        <w:t>c</w:t>
      </w:r>
      <w:r>
        <w:t>’</w:t>
      </w:r>
      <w:r w:rsidR="0024252B" w:rsidRPr="002813C1">
        <w:t>est que vous êtes descendue jusqu</w:t>
      </w:r>
      <w:r>
        <w:t>’</w:t>
      </w:r>
      <w:r w:rsidR="0024252B" w:rsidRPr="002813C1">
        <w:t>à emprunter les économies de votre femme de chambre</w:t>
      </w:r>
      <w:r>
        <w:t xml:space="preserve">, </w:t>
      </w:r>
      <w:r w:rsidR="0024252B" w:rsidRPr="002813C1">
        <w:t>c</w:t>
      </w:r>
      <w:r>
        <w:t>’</w:t>
      </w:r>
      <w:r w:rsidR="0024252B" w:rsidRPr="002813C1">
        <w:t>est que vous devez trois mille francs à un de mes cochers</w:t>
      </w:r>
      <w:r>
        <w:t xml:space="preserve">, </w:t>
      </w:r>
      <w:r w:rsidR="0024252B" w:rsidRPr="002813C1">
        <w:t>c</w:t>
      </w:r>
      <w:r>
        <w:t>’</w:t>
      </w:r>
      <w:r w:rsidR="0024252B" w:rsidRPr="002813C1">
        <w:t>est que notre maître d</w:t>
      </w:r>
      <w:r>
        <w:t>’</w:t>
      </w:r>
      <w:r w:rsidR="0024252B" w:rsidRPr="002813C1">
        <w:t>hôtel vous prête de l</w:t>
      </w:r>
      <w:r>
        <w:t>’</w:t>
      </w:r>
      <w:r w:rsidR="0024252B" w:rsidRPr="002813C1">
        <w:t>argent à trente et quarante pour cent</w:t>
      </w:r>
      <w:r>
        <w:t>…</w:t>
      </w:r>
    </w:p>
    <w:p w14:paraId="73C6C3D3" w14:textId="77777777" w:rsidR="00B77E03" w:rsidRDefault="00B77E03" w:rsidP="00B77E03">
      <w:r>
        <w:t>— </w:t>
      </w:r>
      <w:r w:rsidR="0024252B" w:rsidRPr="002813C1">
        <w:t>C</w:t>
      </w:r>
      <w:r>
        <w:t>’</w:t>
      </w:r>
      <w:r w:rsidR="0024252B" w:rsidRPr="002813C1">
        <w:t>est faux</w:t>
      </w:r>
      <w:r>
        <w:t>…</w:t>
      </w:r>
    </w:p>
    <w:p w14:paraId="38D22747" w14:textId="77777777" w:rsidR="00B77E03" w:rsidRDefault="0024252B" w:rsidP="00B77E03">
      <w:r w:rsidRPr="002813C1">
        <w:lastRenderedPageBreak/>
        <w:t>Le baron eut un petit sifflement dont l</w:t>
      </w:r>
      <w:r w:rsidR="00B77E03">
        <w:t>’</w:t>
      </w:r>
      <w:r w:rsidRPr="002813C1">
        <w:t>éloquence dut paraître sinistre à sa femme</w:t>
      </w:r>
      <w:r w:rsidR="00B77E03">
        <w:t>.</w:t>
      </w:r>
    </w:p>
    <w:p w14:paraId="4C99B9ED" w14:textId="58675FEE" w:rsidR="00B77E03" w:rsidRDefault="00B77E03" w:rsidP="00B77E03">
      <w:r>
        <w:t>— </w:t>
      </w:r>
      <w:r w:rsidR="0024252B" w:rsidRPr="002813C1">
        <w:t>Décidément</w:t>
      </w:r>
      <w:r>
        <w:t xml:space="preserve">, </w:t>
      </w:r>
      <w:r w:rsidR="0024252B" w:rsidRPr="002813C1">
        <w:t>fit-il</w:t>
      </w:r>
      <w:r>
        <w:t xml:space="preserve">, </w:t>
      </w:r>
      <w:r w:rsidR="0024252B" w:rsidRPr="002813C1">
        <w:t>vous me croyez beaucoup plus bête que je ne le suis réellement</w:t>
      </w:r>
      <w:r>
        <w:t xml:space="preserve">… </w:t>
      </w:r>
      <w:r w:rsidR="0024252B" w:rsidRPr="002813C1">
        <w:t>Je ne suis pas souvent ici</w:t>
      </w:r>
      <w:r>
        <w:t xml:space="preserve">, </w:t>
      </w:r>
      <w:r w:rsidR="0024252B" w:rsidRPr="002813C1">
        <w:t>c</w:t>
      </w:r>
      <w:r>
        <w:t>’</w:t>
      </w:r>
      <w:r w:rsidR="0024252B" w:rsidRPr="002813C1">
        <w:t>est vrai</w:t>
      </w:r>
      <w:r>
        <w:t xml:space="preserve">… </w:t>
      </w:r>
      <w:r w:rsidR="0024252B" w:rsidRPr="002813C1">
        <w:t>votre vue m</w:t>
      </w:r>
      <w:r>
        <w:t>’</w:t>
      </w:r>
      <w:r w:rsidR="0024252B" w:rsidRPr="002813C1">
        <w:t>exaspère</w:t>
      </w:r>
      <w:r>
        <w:t xml:space="preserve">… </w:t>
      </w:r>
      <w:r w:rsidR="0024252B" w:rsidRPr="002813C1">
        <w:t>mais je sais ce qui s</w:t>
      </w:r>
      <w:r>
        <w:t>’</w:t>
      </w:r>
      <w:r w:rsidR="0024252B" w:rsidRPr="002813C1">
        <w:t>y passe</w:t>
      </w:r>
      <w:r>
        <w:t xml:space="preserve">… </w:t>
      </w:r>
      <w:r w:rsidR="0024252B" w:rsidRPr="002813C1">
        <w:t>Vous me croyez votre éternelle dupe</w:t>
      </w:r>
      <w:r>
        <w:t xml:space="preserve">… </w:t>
      </w:r>
      <w:r w:rsidR="0024252B" w:rsidRPr="002813C1">
        <w:t>erreur</w:t>
      </w:r>
      <w:r>
        <w:t xml:space="preserve">, </w:t>
      </w:r>
      <w:r w:rsidR="0024252B" w:rsidRPr="002813C1">
        <w:t>j</w:t>
      </w:r>
      <w:r>
        <w:t>’</w:t>
      </w:r>
      <w:r w:rsidR="0024252B" w:rsidRPr="002813C1">
        <w:t>y vois clair</w:t>
      </w:r>
      <w:r>
        <w:t xml:space="preserve">. </w:t>
      </w:r>
      <w:r w:rsidR="0024252B" w:rsidRPr="002813C1">
        <w:t>Ce n</w:t>
      </w:r>
      <w:r>
        <w:t>’</w:t>
      </w:r>
      <w:r w:rsidR="0024252B" w:rsidRPr="002813C1">
        <w:t xml:space="preserve">est pas vingt-sept mille et tant de </w:t>
      </w:r>
      <w:proofErr w:type="gramStart"/>
      <w:r w:rsidR="0024252B" w:rsidRPr="002813C1">
        <w:t>cents</w:t>
      </w:r>
      <w:proofErr w:type="gramEnd"/>
      <w:r w:rsidR="0024252B" w:rsidRPr="002813C1">
        <w:t xml:space="preserve"> francs que vous devez au sieur Van </w:t>
      </w:r>
      <w:proofErr w:type="spellStart"/>
      <w:r w:rsidR="0024252B" w:rsidRPr="002813C1">
        <w:t>Klopen</w:t>
      </w:r>
      <w:proofErr w:type="spellEnd"/>
      <w:r>
        <w:t xml:space="preserve">, </w:t>
      </w:r>
      <w:r w:rsidR="0024252B" w:rsidRPr="002813C1">
        <w:t>c</w:t>
      </w:r>
      <w:r>
        <w:t>’</w:t>
      </w:r>
      <w:r w:rsidR="0024252B" w:rsidRPr="002813C1">
        <w:t>est cinquante ou soixante mille francs</w:t>
      </w:r>
      <w:r>
        <w:t xml:space="preserve">… </w:t>
      </w:r>
      <w:r w:rsidR="0024252B" w:rsidRPr="002813C1">
        <w:t>Mais il se garderait bien de vous les réclamer</w:t>
      </w:r>
      <w:r>
        <w:t xml:space="preserve">, </w:t>
      </w:r>
      <w:r w:rsidR="0024252B" w:rsidRPr="002813C1">
        <w:t>le rusé drôle</w:t>
      </w:r>
      <w:r>
        <w:t xml:space="preserve"> !… </w:t>
      </w:r>
      <w:r w:rsidR="0024252B" w:rsidRPr="002813C1">
        <w:t>S</w:t>
      </w:r>
      <w:r>
        <w:t>’</w:t>
      </w:r>
      <w:r w:rsidR="0024252B" w:rsidRPr="002813C1">
        <w:t>il m</w:t>
      </w:r>
      <w:r>
        <w:t>’</w:t>
      </w:r>
      <w:r w:rsidR="0024252B" w:rsidRPr="002813C1">
        <w:t>a présenté une facture ce matin</w:t>
      </w:r>
      <w:r>
        <w:t xml:space="preserve">, </w:t>
      </w:r>
      <w:r w:rsidR="0024252B" w:rsidRPr="002813C1">
        <w:t>c</w:t>
      </w:r>
      <w:r>
        <w:t>’</w:t>
      </w:r>
      <w:r w:rsidR="0024252B" w:rsidRPr="002813C1">
        <w:t>est que vous l</w:t>
      </w:r>
      <w:r>
        <w:t>’</w:t>
      </w:r>
      <w:r w:rsidR="0024252B" w:rsidRPr="002813C1">
        <w:t>en aviez prié</w:t>
      </w:r>
      <w:r>
        <w:t xml:space="preserve">, </w:t>
      </w:r>
      <w:r w:rsidR="0024252B" w:rsidRPr="002813C1">
        <w:t>et il était convenu entre vous qu</w:t>
      </w:r>
      <w:r>
        <w:t>’</w:t>
      </w:r>
      <w:r w:rsidR="0024252B" w:rsidRPr="002813C1">
        <w:t>il vous remettrait l</w:t>
      </w:r>
      <w:r>
        <w:t>’</w:t>
      </w:r>
      <w:r w:rsidR="0024252B" w:rsidRPr="002813C1">
        <w:t>argent que je lui donnerais</w:t>
      </w:r>
      <w:r>
        <w:t xml:space="preserve">… </w:t>
      </w:r>
      <w:r w:rsidR="0024252B" w:rsidRPr="002813C1">
        <w:t>Enfin</w:t>
      </w:r>
      <w:r>
        <w:t xml:space="preserve">, </w:t>
      </w:r>
      <w:r w:rsidR="0024252B" w:rsidRPr="002813C1">
        <w:t>s</w:t>
      </w:r>
      <w:r>
        <w:t>’</w:t>
      </w:r>
      <w:r w:rsidR="0024252B" w:rsidRPr="002813C1">
        <w:t>il vous faut à tout prix vingt-huit mille francs</w:t>
      </w:r>
      <w:r>
        <w:t xml:space="preserve">, </w:t>
      </w:r>
      <w:r w:rsidR="0024252B" w:rsidRPr="002813C1">
        <w:t>c</w:t>
      </w:r>
      <w:r>
        <w:t>’</w:t>
      </w:r>
      <w:r w:rsidR="0024252B" w:rsidRPr="002813C1">
        <w:t xml:space="preserve">est que </w:t>
      </w:r>
      <w:r>
        <w:t>M. </w:t>
      </w:r>
      <w:r w:rsidR="0024252B" w:rsidRPr="002813C1">
        <w:t xml:space="preserve">Fernand de </w:t>
      </w:r>
      <w:proofErr w:type="spellStart"/>
      <w:r w:rsidR="0024252B" w:rsidRPr="002813C1">
        <w:t>Coralth</w:t>
      </w:r>
      <w:proofErr w:type="spellEnd"/>
      <w:r w:rsidR="0024252B" w:rsidRPr="002813C1">
        <w:t xml:space="preserve"> vous les a demandés et que vous les lui avez promis</w:t>
      </w:r>
      <w:r>
        <w:t> !…</w:t>
      </w:r>
    </w:p>
    <w:p w14:paraId="55C8F0FA" w14:textId="77777777" w:rsidR="00B77E03" w:rsidRDefault="0024252B" w:rsidP="00B77E03">
      <w:r w:rsidRPr="002813C1">
        <w:t>Appuyé contre la cloison du fumoir</w:t>
      </w:r>
      <w:r w:rsidR="00B77E03">
        <w:t xml:space="preserve">, </w:t>
      </w:r>
      <w:r w:rsidRPr="002813C1">
        <w:t>immobile</w:t>
      </w:r>
      <w:r w:rsidR="00B77E03">
        <w:t xml:space="preserve">, </w:t>
      </w:r>
      <w:r w:rsidRPr="002813C1">
        <w:t>retenant son souffle</w:t>
      </w:r>
      <w:r w:rsidR="00B77E03">
        <w:t xml:space="preserve">, </w:t>
      </w:r>
      <w:r w:rsidRPr="002813C1">
        <w:t>les mains sur son cœur pour en comprimer les battements</w:t>
      </w:r>
      <w:r w:rsidR="00B77E03">
        <w:t xml:space="preserve">, </w:t>
      </w:r>
      <w:r w:rsidRPr="002813C1">
        <w:t>le cou tendu vers la porte de communication</w:t>
      </w:r>
      <w:r w:rsidR="00B77E03">
        <w:t xml:space="preserve">, </w:t>
      </w:r>
      <w:r w:rsidRPr="002813C1">
        <w:t xml:space="preserve">Pascal </w:t>
      </w:r>
      <w:proofErr w:type="spellStart"/>
      <w:r w:rsidRPr="002813C1">
        <w:t>Férailleur</w:t>
      </w:r>
      <w:proofErr w:type="spellEnd"/>
      <w:r w:rsidRPr="002813C1">
        <w:t xml:space="preserve"> écoutait</w:t>
      </w:r>
      <w:r w:rsidR="00B77E03">
        <w:t>.</w:t>
      </w:r>
    </w:p>
    <w:p w14:paraId="375BAF6A" w14:textId="77777777" w:rsidR="00B77E03" w:rsidRDefault="0024252B" w:rsidP="00B77E03">
      <w:r w:rsidRPr="002813C1">
        <w:t>Il ne songeait plus à fuir</w:t>
      </w:r>
      <w:r w:rsidR="00B77E03">
        <w:t xml:space="preserve">, </w:t>
      </w:r>
      <w:r w:rsidRPr="002813C1">
        <w:t>maintenant</w:t>
      </w:r>
      <w:r w:rsidR="00B77E03">
        <w:t xml:space="preserve">, </w:t>
      </w:r>
      <w:r w:rsidRPr="002813C1">
        <w:t>ni à se reprocher son indiscrétion forcée</w:t>
      </w:r>
      <w:r w:rsidR="00B77E03">
        <w:t xml:space="preserve">. </w:t>
      </w:r>
      <w:r w:rsidRPr="002813C1">
        <w:t>Il oubliait la fausseté de sa situation</w:t>
      </w:r>
      <w:r w:rsidR="00B77E03">
        <w:t>…</w:t>
      </w:r>
    </w:p>
    <w:p w14:paraId="6E3AB6AD" w14:textId="77777777" w:rsidR="00B77E03" w:rsidRDefault="0024252B" w:rsidP="00B77E03">
      <w:r w:rsidRPr="002813C1">
        <w:t xml:space="preserve">Le nom du vicomte de </w:t>
      </w:r>
      <w:proofErr w:type="spellStart"/>
      <w:r w:rsidRPr="002813C1">
        <w:t>Coralth</w:t>
      </w:r>
      <w:proofErr w:type="spellEnd"/>
      <w:r w:rsidR="00B77E03">
        <w:t xml:space="preserve">, </w:t>
      </w:r>
      <w:r w:rsidRPr="002813C1">
        <w:t>ainsi jeté</w:t>
      </w:r>
      <w:r w:rsidR="00B77E03">
        <w:t xml:space="preserve">, </w:t>
      </w:r>
      <w:r w:rsidRPr="002813C1">
        <w:t>tout à coup</w:t>
      </w:r>
      <w:r w:rsidR="00B77E03">
        <w:t xml:space="preserve">, </w:t>
      </w:r>
      <w:r w:rsidRPr="002813C1">
        <w:t>au milieu de cette scène affreuse</w:t>
      </w:r>
      <w:r w:rsidR="00B77E03">
        <w:t xml:space="preserve">, </w:t>
      </w:r>
      <w:r w:rsidRPr="002813C1">
        <w:t>fut pour lui comme une révélation</w:t>
      </w:r>
      <w:r w:rsidR="00B77E03">
        <w:t xml:space="preserve">. </w:t>
      </w:r>
      <w:r w:rsidRPr="002813C1">
        <w:t>Il comprit le sens précis de la conduite du baron</w:t>
      </w:r>
      <w:r w:rsidR="00B77E03">
        <w:t xml:space="preserve">. </w:t>
      </w:r>
      <w:r w:rsidRPr="002813C1">
        <w:t>Il s</w:t>
      </w:r>
      <w:r w:rsidR="00B77E03">
        <w:t>’</w:t>
      </w:r>
      <w:r w:rsidRPr="002813C1">
        <w:t>expliqua sa visite rue d</w:t>
      </w:r>
      <w:r w:rsidR="00B77E03">
        <w:t>’</w:t>
      </w:r>
      <w:r w:rsidRPr="002813C1">
        <w:t>Ulm</w:t>
      </w:r>
      <w:r w:rsidR="00B77E03">
        <w:t xml:space="preserve">, </w:t>
      </w:r>
      <w:r w:rsidRPr="002813C1">
        <w:t>ses encouragements et ses promesses d</w:t>
      </w:r>
      <w:r w:rsidR="00B77E03">
        <w:t>’</w:t>
      </w:r>
      <w:r w:rsidRPr="002813C1">
        <w:t>assistance</w:t>
      </w:r>
      <w:r w:rsidR="00B77E03">
        <w:t>…</w:t>
      </w:r>
    </w:p>
    <w:p w14:paraId="6DB54505" w14:textId="77777777" w:rsidR="00B77E03" w:rsidRDefault="0024252B" w:rsidP="00B77E03">
      <w:r w:rsidRPr="002813C1">
        <w:t>Pour la première fois</w:t>
      </w:r>
      <w:r w:rsidR="00B77E03">
        <w:t xml:space="preserve">, </w:t>
      </w:r>
      <w:r w:rsidRPr="002813C1">
        <w:t>depuis trois jours</w:t>
      </w:r>
      <w:r w:rsidR="00B77E03">
        <w:t xml:space="preserve">, </w:t>
      </w:r>
      <w:r w:rsidRPr="002813C1">
        <w:t>un rayon d</w:t>
      </w:r>
      <w:r w:rsidR="00B77E03">
        <w:t>’</w:t>
      </w:r>
      <w:r w:rsidRPr="002813C1">
        <w:t>espérance éclaira les ténèbres où il se débattait</w:t>
      </w:r>
      <w:r w:rsidR="00B77E03">
        <w:t>.</w:t>
      </w:r>
    </w:p>
    <w:p w14:paraId="68B44276" w14:textId="77777777" w:rsidR="00B77E03" w:rsidRDefault="00B77E03" w:rsidP="00B77E03">
      <w:r>
        <w:t>— </w:t>
      </w:r>
      <w:r w:rsidR="0024252B" w:rsidRPr="002813C1">
        <w:t>Ma mère avait raison</w:t>
      </w:r>
      <w:r>
        <w:t xml:space="preserve">, </w:t>
      </w:r>
      <w:r w:rsidR="0024252B" w:rsidRPr="002813C1">
        <w:t>pensa-t-il</w:t>
      </w:r>
      <w:r>
        <w:t xml:space="preserve">, </w:t>
      </w:r>
      <w:r w:rsidR="0024252B" w:rsidRPr="002813C1">
        <w:t>le baron hait ce misérable vicomte d</w:t>
      </w:r>
      <w:r>
        <w:t>’</w:t>
      </w:r>
      <w:r w:rsidR="0024252B" w:rsidRPr="002813C1">
        <w:t>une haine mortelle</w:t>
      </w:r>
      <w:r>
        <w:t xml:space="preserve">, </w:t>
      </w:r>
      <w:r w:rsidR="0024252B" w:rsidRPr="002813C1">
        <w:t>il m</w:t>
      </w:r>
      <w:r>
        <w:t>’</w:t>
      </w:r>
      <w:r w:rsidR="0024252B" w:rsidRPr="002813C1">
        <w:t>aidera de tout son pouvoir</w:t>
      </w:r>
      <w:r>
        <w:t>…</w:t>
      </w:r>
    </w:p>
    <w:p w14:paraId="064F4451" w14:textId="77777777" w:rsidR="00B77E03" w:rsidRDefault="0024252B" w:rsidP="00B77E03">
      <w:r w:rsidRPr="002813C1">
        <w:lastRenderedPageBreak/>
        <w:t>Cependant</w:t>
      </w:r>
      <w:r w:rsidR="00B77E03">
        <w:t xml:space="preserve">, </w:t>
      </w:r>
      <w:r w:rsidRPr="002813C1">
        <w:t>la baronne s</w:t>
      </w:r>
      <w:r w:rsidR="00B77E03">
        <w:t>’</w:t>
      </w:r>
      <w:r w:rsidRPr="002813C1">
        <w:t>efforçait de repousser de toute son énergie l</w:t>
      </w:r>
      <w:r w:rsidR="00B77E03">
        <w:t>’</w:t>
      </w:r>
      <w:r w:rsidRPr="002813C1">
        <w:t>accusation de son mari</w:t>
      </w:r>
      <w:r w:rsidR="00B77E03">
        <w:t xml:space="preserve">, </w:t>
      </w:r>
      <w:r w:rsidRPr="002813C1">
        <w:t>la plus flétrissante qui puisse atteindre une femme</w:t>
      </w:r>
      <w:r w:rsidR="00B77E03">
        <w:t>.</w:t>
      </w:r>
    </w:p>
    <w:p w14:paraId="58DF6C49" w14:textId="4B719D13" w:rsidR="00B77E03" w:rsidRDefault="0024252B" w:rsidP="00B77E03">
      <w:r w:rsidRPr="002813C1">
        <w:t>Elle ne savait pas ce qu</w:t>
      </w:r>
      <w:r w:rsidR="00B77E03">
        <w:t>’</w:t>
      </w:r>
      <w:r w:rsidRPr="002813C1">
        <w:t>il voulait dire</w:t>
      </w:r>
      <w:r w:rsidR="00B77E03">
        <w:t xml:space="preserve">, </w:t>
      </w:r>
      <w:r w:rsidRPr="002813C1">
        <w:t>jurait-elle</w:t>
      </w:r>
      <w:r w:rsidR="00B77E03">
        <w:t xml:space="preserve">… </w:t>
      </w:r>
      <w:r w:rsidRPr="002813C1">
        <w:t xml:space="preserve">Que faisait en tout ceci </w:t>
      </w:r>
      <w:r w:rsidR="00B77E03">
        <w:t>M. </w:t>
      </w:r>
      <w:r w:rsidRPr="002813C1">
        <w:t xml:space="preserve">Fernand de </w:t>
      </w:r>
      <w:proofErr w:type="spellStart"/>
      <w:r w:rsidRPr="002813C1">
        <w:t>Coralth</w:t>
      </w:r>
      <w:proofErr w:type="spellEnd"/>
      <w:r w:rsidR="00B77E03">
        <w:t xml:space="preserve"> !… </w:t>
      </w:r>
      <w:r w:rsidRPr="002813C1">
        <w:t>Elle sommait son mari de parler plus clairement</w:t>
      </w:r>
      <w:r w:rsidR="00B77E03">
        <w:t xml:space="preserve">, </w:t>
      </w:r>
      <w:r w:rsidRPr="002813C1">
        <w:t>d</w:t>
      </w:r>
      <w:r w:rsidR="00B77E03">
        <w:t>’</w:t>
      </w:r>
      <w:r w:rsidRPr="002813C1">
        <w:t>expliquer ses odieuses insinuations</w:t>
      </w:r>
      <w:r w:rsidR="00B77E03">
        <w:t>…</w:t>
      </w:r>
    </w:p>
    <w:p w14:paraId="4C3E426D" w14:textId="77777777" w:rsidR="00B77E03" w:rsidRDefault="0024252B" w:rsidP="00B77E03">
      <w:r w:rsidRPr="002813C1">
        <w:t>Lui</w:t>
      </w:r>
      <w:r w:rsidR="00B77E03">
        <w:t xml:space="preserve">, </w:t>
      </w:r>
      <w:r w:rsidRPr="002813C1">
        <w:t>pendant un moment</w:t>
      </w:r>
      <w:r w:rsidR="00B77E03">
        <w:t xml:space="preserve">, </w:t>
      </w:r>
      <w:r w:rsidRPr="002813C1">
        <w:t>la laissa dire</w:t>
      </w:r>
      <w:r w:rsidR="00B77E03">
        <w:t xml:space="preserve"> ; </w:t>
      </w:r>
      <w:r w:rsidRPr="002813C1">
        <w:t>puis</w:t>
      </w:r>
      <w:r w:rsidR="00B77E03">
        <w:t xml:space="preserve">, </w:t>
      </w:r>
      <w:r w:rsidRPr="002813C1">
        <w:t>tout à coup</w:t>
      </w:r>
      <w:r w:rsidR="00B77E03">
        <w:t xml:space="preserve">, </w:t>
      </w:r>
      <w:r w:rsidRPr="002813C1">
        <w:t>d</w:t>
      </w:r>
      <w:r w:rsidR="00B77E03">
        <w:t>’</w:t>
      </w:r>
      <w:r w:rsidRPr="002813C1">
        <w:t>une voix saccadée</w:t>
      </w:r>
      <w:r w:rsidR="00B77E03">
        <w:t> :</w:t>
      </w:r>
    </w:p>
    <w:p w14:paraId="5A8CE806" w14:textId="77777777" w:rsidR="00B77E03" w:rsidRDefault="00B77E03" w:rsidP="00B77E03">
      <w:r>
        <w:t>— </w:t>
      </w:r>
      <w:r w:rsidR="0024252B" w:rsidRPr="002813C1">
        <w:t>Oh</w:t>
      </w:r>
      <w:r>
        <w:t xml:space="preserve"> !… </w:t>
      </w:r>
      <w:r w:rsidR="0024252B" w:rsidRPr="002813C1">
        <w:t>assez</w:t>
      </w:r>
      <w:r>
        <w:t xml:space="preserve"> !… </w:t>
      </w:r>
      <w:r w:rsidR="0024252B" w:rsidRPr="002813C1">
        <w:t>interrompit-il</w:t>
      </w:r>
      <w:r>
        <w:t xml:space="preserve">, </w:t>
      </w:r>
      <w:r w:rsidR="0024252B" w:rsidRPr="002813C1">
        <w:t>assez d</w:t>
      </w:r>
      <w:r>
        <w:t>’</w:t>
      </w:r>
      <w:r w:rsidR="0024252B" w:rsidRPr="002813C1">
        <w:t>hypocrisie</w:t>
      </w:r>
      <w:r>
        <w:t xml:space="preserve">… </w:t>
      </w:r>
      <w:r w:rsidR="0024252B" w:rsidRPr="002813C1">
        <w:t>Pourquoi vous défendre</w:t>
      </w:r>
      <w:r>
        <w:t xml:space="preserve">, </w:t>
      </w:r>
      <w:r w:rsidR="0024252B" w:rsidRPr="002813C1">
        <w:t>et à quoi bon</w:t>
      </w:r>
      <w:r>
        <w:t xml:space="preserve"> !… </w:t>
      </w:r>
      <w:r w:rsidR="0024252B" w:rsidRPr="002813C1">
        <w:t>Que vous importe une honte ou même un crime de plus</w:t>
      </w:r>
      <w:r>
        <w:t xml:space="preserve"> !… </w:t>
      </w:r>
      <w:r w:rsidR="0024252B" w:rsidRPr="002813C1">
        <w:t>Je ne sais que trop ce que je dis</w:t>
      </w:r>
      <w:r>
        <w:t xml:space="preserve">, </w:t>
      </w:r>
      <w:r w:rsidR="0024252B" w:rsidRPr="002813C1">
        <w:t>et s</w:t>
      </w:r>
      <w:r>
        <w:t>’</w:t>
      </w:r>
      <w:r w:rsidR="0024252B" w:rsidRPr="002813C1">
        <w:t>il fallait des preuves</w:t>
      </w:r>
      <w:r>
        <w:t xml:space="preserve">… </w:t>
      </w:r>
      <w:r w:rsidR="0024252B" w:rsidRPr="002813C1">
        <w:t>j</w:t>
      </w:r>
      <w:r>
        <w:t>’</w:t>
      </w:r>
      <w:r w:rsidR="0024252B" w:rsidRPr="002813C1">
        <w:t>en aurais plein les mains avant une heure</w:t>
      </w:r>
      <w:r>
        <w:t xml:space="preserve">… </w:t>
      </w:r>
      <w:r w:rsidR="0024252B" w:rsidRPr="002813C1">
        <w:t>Il y a longtemps que je ne suis plus aveugle</w:t>
      </w:r>
      <w:r>
        <w:t xml:space="preserve">, </w:t>
      </w:r>
      <w:r w:rsidR="0024252B" w:rsidRPr="002813C1">
        <w:t>il y a vingt ans</w:t>
      </w:r>
      <w:r>
        <w:t xml:space="preserve"> !… </w:t>
      </w:r>
      <w:r w:rsidR="0024252B" w:rsidRPr="002813C1">
        <w:t>Rien de vous ne m</w:t>
      </w:r>
      <w:r>
        <w:t>’</w:t>
      </w:r>
      <w:r w:rsidR="0024252B" w:rsidRPr="002813C1">
        <w:t>a échappé</w:t>
      </w:r>
      <w:r>
        <w:t xml:space="preserve">, </w:t>
      </w:r>
      <w:r w:rsidR="0024252B" w:rsidRPr="002813C1">
        <w:t>depuis le jour maudit où j</w:t>
      </w:r>
      <w:r>
        <w:t>’</w:t>
      </w:r>
      <w:r w:rsidR="0024252B" w:rsidRPr="002813C1">
        <w:t>ai découvert la profondeur de votre scélératesse et de votre infamie</w:t>
      </w:r>
      <w:r>
        <w:t xml:space="preserve">, </w:t>
      </w:r>
      <w:r w:rsidR="0024252B" w:rsidRPr="002813C1">
        <w:t>depuis cette exécrable soirée</w:t>
      </w:r>
      <w:r>
        <w:t xml:space="preserve">, </w:t>
      </w:r>
      <w:r w:rsidR="0024252B" w:rsidRPr="002813C1">
        <w:t>où je vous ai entendue combiner froidement ma mort</w:t>
      </w:r>
      <w:r>
        <w:t> !…</w:t>
      </w:r>
    </w:p>
    <w:p w14:paraId="32878D34" w14:textId="77777777" w:rsidR="00B77E03" w:rsidRDefault="0024252B" w:rsidP="00B77E03">
      <w:r w:rsidRPr="002813C1">
        <w:t>Vous vous étiez habituée à vivre librement</w:t>
      </w:r>
      <w:r w:rsidR="00B77E03">
        <w:t xml:space="preserve">, </w:t>
      </w:r>
      <w:r w:rsidRPr="002813C1">
        <w:t>pendant que moi</w:t>
      </w:r>
      <w:r w:rsidR="00B77E03">
        <w:t xml:space="preserve">, </w:t>
      </w:r>
      <w:r w:rsidRPr="002813C1">
        <w:t>parti avec les premiers chercheurs d</w:t>
      </w:r>
      <w:r w:rsidR="00B77E03">
        <w:t>’</w:t>
      </w:r>
      <w:r w:rsidRPr="002813C1">
        <w:t>or</w:t>
      </w:r>
      <w:r w:rsidR="00B77E03">
        <w:t xml:space="preserve">, </w:t>
      </w:r>
      <w:r w:rsidRPr="002813C1">
        <w:t>je bravais en Californie mille dangers pour vous procurer plus vite le bien-être et le luxe</w:t>
      </w:r>
      <w:r w:rsidR="00B77E03">
        <w:t xml:space="preserve">… </w:t>
      </w:r>
      <w:r w:rsidRPr="002813C1">
        <w:t>Fou que j</w:t>
      </w:r>
      <w:r w:rsidR="00B77E03">
        <w:t>’</w:t>
      </w:r>
      <w:r w:rsidRPr="002813C1">
        <w:t>étais</w:t>
      </w:r>
      <w:r w:rsidR="00B77E03">
        <w:t xml:space="preserve"> !… </w:t>
      </w:r>
      <w:r w:rsidRPr="002813C1">
        <w:t>Il n</w:t>
      </w:r>
      <w:r w:rsidR="00B77E03">
        <w:t>’</w:t>
      </w:r>
      <w:r w:rsidRPr="002813C1">
        <w:t>était pas pour moi de travaux répugnants ni trop rudes</w:t>
      </w:r>
      <w:r w:rsidR="00B77E03">
        <w:t xml:space="preserve">, </w:t>
      </w:r>
      <w:r w:rsidRPr="002813C1">
        <w:t>quand je pensais à vous</w:t>
      </w:r>
      <w:r w:rsidR="00B77E03">
        <w:t xml:space="preserve">… </w:t>
      </w:r>
      <w:r w:rsidRPr="002813C1">
        <w:t>et j</w:t>
      </w:r>
      <w:r w:rsidR="00B77E03">
        <w:t>’</w:t>
      </w:r>
      <w:r w:rsidRPr="002813C1">
        <w:t>y pensais toujours</w:t>
      </w:r>
      <w:r w:rsidR="00B77E03">
        <w:t xml:space="preserve">. </w:t>
      </w:r>
      <w:r w:rsidRPr="002813C1">
        <w:t>Et j</w:t>
      </w:r>
      <w:r w:rsidR="00B77E03">
        <w:t>’</w:t>
      </w:r>
      <w:r w:rsidRPr="002813C1">
        <w:t>étais tranquille</w:t>
      </w:r>
      <w:r w:rsidR="00B77E03">
        <w:t xml:space="preserve">, </w:t>
      </w:r>
      <w:r w:rsidRPr="002813C1">
        <w:t>j</w:t>
      </w:r>
      <w:r w:rsidR="00B77E03">
        <w:t>’</w:t>
      </w:r>
      <w:r w:rsidRPr="002813C1">
        <w:t>avais foi en vous</w:t>
      </w:r>
      <w:r w:rsidR="00B77E03">
        <w:t xml:space="preserve">… </w:t>
      </w:r>
      <w:r w:rsidRPr="002813C1">
        <w:t>Nous avions une fille</w:t>
      </w:r>
      <w:r w:rsidR="00B77E03">
        <w:t xml:space="preserve">, </w:t>
      </w:r>
      <w:r w:rsidRPr="002813C1">
        <w:t>et si une inquiétude me fût venue</w:t>
      </w:r>
      <w:r w:rsidR="00B77E03">
        <w:t xml:space="preserve">, </w:t>
      </w:r>
      <w:r w:rsidRPr="002813C1">
        <w:t>je me serais dit que la vue de son berceau chasserait vos pensées mauvaises</w:t>
      </w:r>
      <w:r w:rsidR="00B77E03">
        <w:t xml:space="preserve">… </w:t>
      </w:r>
      <w:r w:rsidRPr="002813C1">
        <w:t>L</w:t>
      </w:r>
      <w:r w:rsidR="00B77E03">
        <w:t>’</w:t>
      </w:r>
      <w:r w:rsidRPr="002813C1">
        <w:t>adultère de la femme qui n</w:t>
      </w:r>
      <w:r w:rsidR="00B77E03">
        <w:t>’</w:t>
      </w:r>
      <w:r w:rsidRPr="002813C1">
        <w:t>a pas d</w:t>
      </w:r>
      <w:r w:rsidR="00B77E03">
        <w:t>’</w:t>
      </w:r>
      <w:r w:rsidRPr="002813C1">
        <w:t>enfants peut s</w:t>
      </w:r>
      <w:r w:rsidR="00B77E03">
        <w:t>’</w:t>
      </w:r>
      <w:r w:rsidRPr="002813C1">
        <w:t>expliquer</w:t>
      </w:r>
      <w:r w:rsidR="00B77E03">
        <w:t xml:space="preserve">, </w:t>
      </w:r>
      <w:r w:rsidRPr="002813C1">
        <w:t>celui d</w:t>
      </w:r>
      <w:r w:rsidR="00B77E03">
        <w:t>’</w:t>
      </w:r>
      <w:r w:rsidRPr="002813C1">
        <w:t>une mère</w:t>
      </w:r>
      <w:r w:rsidR="00B77E03">
        <w:t xml:space="preserve">, </w:t>
      </w:r>
      <w:r w:rsidRPr="002813C1">
        <w:t>non</w:t>
      </w:r>
      <w:r w:rsidR="00B77E03">
        <w:t> !…</w:t>
      </w:r>
    </w:p>
    <w:p w14:paraId="73480EF5" w14:textId="77777777" w:rsidR="00B77E03" w:rsidRDefault="0024252B" w:rsidP="00B77E03">
      <w:r w:rsidRPr="002813C1">
        <w:t>Sot</w:t>
      </w:r>
      <w:r w:rsidR="00B77E03">
        <w:t xml:space="preserve">, </w:t>
      </w:r>
      <w:r w:rsidRPr="002813C1">
        <w:t>niais</w:t>
      </w:r>
      <w:r w:rsidR="00B77E03">
        <w:t xml:space="preserve">, </w:t>
      </w:r>
      <w:r w:rsidRPr="002813C1">
        <w:t>mari stupide que j</w:t>
      </w:r>
      <w:r w:rsidR="00B77E03">
        <w:t>’</w:t>
      </w:r>
      <w:r w:rsidRPr="002813C1">
        <w:t>étais</w:t>
      </w:r>
      <w:r w:rsidR="00B77E03">
        <w:t xml:space="preserve"> ! </w:t>
      </w:r>
      <w:r w:rsidRPr="002813C1">
        <w:t>Avec quelle fierté joyeuse</w:t>
      </w:r>
      <w:r w:rsidR="00B77E03">
        <w:t xml:space="preserve">, </w:t>
      </w:r>
      <w:r w:rsidRPr="002813C1">
        <w:t>à mon retour</w:t>
      </w:r>
      <w:r w:rsidR="00B77E03">
        <w:t xml:space="preserve">, </w:t>
      </w:r>
      <w:r w:rsidRPr="002813C1">
        <w:t>après dix-huit mois d</w:t>
      </w:r>
      <w:r w:rsidR="00B77E03">
        <w:t>’</w:t>
      </w:r>
      <w:r w:rsidRPr="002813C1">
        <w:t>absence</w:t>
      </w:r>
      <w:r w:rsidR="00B77E03">
        <w:t xml:space="preserve">, </w:t>
      </w:r>
      <w:r w:rsidRPr="002813C1">
        <w:t xml:space="preserve">je vous </w:t>
      </w:r>
      <w:r w:rsidRPr="002813C1">
        <w:lastRenderedPageBreak/>
        <w:t>montrais le trésor que je rapportais</w:t>
      </w:r>
      <w:r w:rsidR="00B77E03">
        <w:t xml:space="preserve"> !… </w:t>
      </w:r>
      <w:r w:rsidRPr="002813C1">
        <w:t>J</w:t>
      </w:r>
      <w:r w:rsidR="00B77E03">
        <w:t>’</w:t>
      </w:r>
      <w:r w:rsidRPr="002813C1">
        <w:t>avais deux cent mille francs</w:t>
      </w:r>
      <w:r w:rsidR="00B77E03">
        <w:t xml:space="preserve"> !… </w:t>
      </w:r>
      <w:r w:rsidRPr="002813C1">
        <w:t>Je vous disais en vous embrassant</w:t>
      </w:r>
      <w:r w:rsidR="00B77E03">
        <w:t> : « </w:t>
      </w:r>
      <w:r w:rsidRPr="002813C1">
        <w:t>C</w:t>
      </w:r>
      <w:r w:rsidR="00B77E03">
        <w:t>’</w:t>
      </w:r>
      <w:r w:rsidRPr="002813C1">
        <w:t>est toi</w:t>
      </w:r>
      <w:r w:rsidR="00B77E03">
        <w:t xml:space="preserve">, </w:t>
      </w:r>
      <w:r w:rsidRPr="002813C1">
        <w:t>ma bien-aimée</w:t>
      </w:r>
      <w:r w:rsidR="00B77E03">
        <w:t xml:space="preserve">, </w:t>
      </w:r>
      <w:r w:rsidRPr="002813C1">
        <w:t>qui m</w:t>
      </w:r>
      <w:r w:rsidR="00B77E03">
        <w:t>’</w:t>
      </w:r>
      <w:r w:rsidRPr="002813C1">
        <w:t>as porté bonheur</w:t>
      </w:r>
      <w:r w:rsidR="00B77E03">
        <w:t> ! »</w:t>
      </w:r>
      <w:r w:rsidRPr="002813C1">
        <w:t xml:space="preserve"> Mais je vous gênais</w:t>
      </w:r>
      <w:r w:rsidR="00B77E03">
        <w:t xml:space="preserve"> !… </w:t>
      </w:r>
      <w:r w:rsidRPr="002813C1">
        <w:t>Vous en aimiez un autre</w:t>
      </w:r>
      <w:r w:rsidR="00B77E03">
        <w:t xml:space="preserve"> !… </w:t>
      </w:r>
      <w:r w:rsidRPr="002813C1">
        <w:t>Et tout en m</w:t>
      </w:r>
      <w:r w:rsidR="00B77E03">
        <w:t>’</w:t>
      </w:r>
      <w:r w:rsidRPr="002813C1">
        <w:t>abusant de vos feintes caresses</w:t>
      </w:r>
      <w:r w:rsidR="00B77E03">
        <w:t xml:space="preserve">, </w:t>
      </w:r>
      <w:r w:rsidRPr="002813C1">
        <w:t>vous prépariez avec un art infernal l</w:t>
      </w:r>
      <w:r w:rsidR="00B77E03">
        <w:t>’</w:t>
      </w:r>
      <w:r w:rsidRPr="002813C1">
        <w:t>abominable machination qui</w:t>
      </w:r>
      <w:r w:rsidR="00B77E03">
        <w:t xml:space="preserve">, </w:t>
      </w:r>
      <w:r w:rsidRPr="002813C1">
        <w:t>si elle eût réussi</w:t>
      </w:r>
      <w:r w:rsidR="00B77E03">
        <w:t xml:space="preserve">, </w:t>
      </w:r>
      <w:r w:rsidRPr="002813C1">
        <w:t>me poussait au suicide</w:t>
      </w:r>
      <w:r w:rsidR="00B77E03">
        <w:t>…</w:t>
      </w:r>
    </w:p>
    <w:p w14:paraId="04B5E1E6" w14:textId="77777777" w:rsidR="00B77E03" w:rsidRDefault="0024252B" w:rsidP="00B77E03">
      <w:r w:rsidRPr="002813C1">
        <w:t>Tenez</w:t>
      </w:r>
      <w:r w:rsidR="00B77E03">
        <w:t xml:space="preserve">, </w:t>
      </w:r>
      <w:r w:rsidRPr="002813C1">
        <w:t>je m</w:t>
      </w:r>
      <w:r w:rsidR="00B77E03">
        <w:t>’</w:t>
      </w:r>
      <w:r w:rsidRPr="002813C1">
        <w:t>estimerais bien vengé si je pouvais vous faire souffrir pendant un seul jour ce que j</w:t>
      </w:r>
      <w:r w:rsidR="00B77E03">
        <w:t>’</w:t>
      </w:r>
      <w:r w:rsidRPr="002813C1">
        <w:t>ai enduré</w:t>
      </w:r>
      <w:r w:rsidR="00B77E03">
        <w:t xml:space="preserve">, </w:t>
      </w:r>
      <w:r w:rsidRPr="002813C1">
        <w:t>moi</w:t>
      </w:r>
      <w:r w:rsidR="00B77E03">
        <w:t xml:space="preserve">, </w:t>
      </w:r>
      <w:r w:rsidRPr="002813C1">
        <w:t>durant des mois</w:t>
      </w:r>
      <w:r w:rsidR="00B77E03">
        <w:t>…</w:t>
      </w:r>
    </w:p>
    <w:p w14:paraId="558E604B" w14:textId="77777777" w:rsidR="00B77E03" w:rsidRDefault="0024252B" w:rsidP="00B77E03">
      <w:r w:rsidRPr="002813C1">
        <w:t>Car ce n</w:t>
      </w:r>
      <w:r w:rsidR="00B77E03">
        <w:t>’</w:t>
      </w:r>
      <w:r w:rsidRPr="002813C1">
        <w:t>était pas tout</w:t>
      </w:r>
      <w:r w:rsidR="00B77E03">
        <w:t xml:space="preserve"> !… </w:t>
      </w:r>
      <w:r w:rsidRPr="002813C1">
        <w:t>Vous n</w:t>
      </w:r>
      <w:r w:rsidR="00B77E03">
        <w:t>’</w:t>
      </w:r>
      <w:r w:rsidRPr="002813C1">
        <w:t>aviez même pas l</w:t>
      </w:r>
      <w:r w:rsidR="00B77E03">
        <w:t>’</w:t>
      </w:r>
      <w:r w:rsidRPr="002813C1">
        <w:t>excuse</w:t>
      </w:r>
      <w:r w:rsidR="00B77E03">
        <w:t xml:space="preserve">, </w:t>
      </w:r>
      <w:r w:rsidRPr="002813C1">
        <w:t>si c</w:t>
      </w:r>
      <w:r w:rsidR="00B77E03">
        <w:t>’</w:t>
      </w:r>
      <w:r w:rsidRPr="002813C1">
        <w:t>en est une</w:t>
      </w:r>
      <w:r w:rsidR="00B77E03">
        <w:t xml:space="preserve">, </w:t>
      </w:r>
      <w:r w:rsidRPr="002813C1">
        <w:t>d</w:t>
      </w:r>
      <w:r w:rsidR="00B77E03">
        <w:t>’</w:t>
      </w:r>
      <w:r w:rsidRPr="002813C1">
        <w:t>une passion impérieuse et unique</w:t>
      </w:r>
      <w:r w:rsidR="00B77E03">
        <w:t xml:space="preserve"> !… </w:t>
      </w:r>
      <w:r w:rsidRPr="002813C1">
        <w:t>Désabusé</w:t>
      </w:r>
      <w:r w:rsidR="00B77E03">
        <w:t xml:space="preserve">, </w:t>
      </w:r>
      <w:r w:rsidRPr="002813C1">
        <w:t>je voulus savoir tout</w:t>
      </w:r>
      <w:r w:rsidR="00B77E03">
        <w:t xml:space="preserve">, </w:t>
      </w:r>
      <w:r w:rsidRPr="002813C1">
        <w:t>et j</w:t>
      </w:r>
      <w:r w:rsidR="00B77E03">
        <w:t>’</w:t>
      </w:r>
      <w:r w:rsidRPr="002813C1">
        <w:t>appris qu</w:t>
      </w:r>
      <w:r w:rsidR="00B77E03">
        <w:t>’</w:t>
      </w:r>
      <w:r w:rsidRPr="002813C1">
        <w:t>en mon absence vous étiez devenue mère</w:t>
      </w:r>
      <w:r w:rsidR="00B77E03">
        <w:t>.</w:t>
      </w:r>
    </w:p>
    <w:p w14:paraId="6EA4C704" w14:textId="77777777" w:rsidR="00B77E03" w:rsidRDefault="0024252B" w:rsidP="00B77E03">
      <w:r w:rsidRPr="002813C1">
        <w:t>Comment ne vous ai-je pas tuée</w:t>
      </w:r>
      <w:r w:rsidR="00B77E03">
        <w:t xml:space="preserve"> !… </w:t>
      </w:r>
      <w:r w:rsidRPr="002813C1">
        <w:t>Comment ai-je eu l</w:t>
      </w:r>
      <w:r w:rsidR="00B77E03">
        <w:t>’</w:t>
      </w:r>
      <w:r w:rsidRPr="002813C1">
        <w:t>effroyable courage de vous taire</w:t>
      </w:r>
      <w:r w:rsidR="00B77E03">
        <w:t xml:space="preserve">, </w:t>
      </w:r>
      <w:r w:rsidRPr="002813C1">
        <w:t>de vous dissimuler ce que je savais</w:t>
      </w:r>
      <w:r w:rsidR="00B77E03">
        <w:t xml:space="preserve"> !… </w:t>
      </w:r>
      <w:r w:rsidRPr="002813C1">
        <w:t>Ah</w:t>
      </w:r>
      <w:r w:rsidR="00B77E03">
        <w:t xml:space="preserve"> !… </w:t>
      </w:r>
      <w:r w:rsidRPr="002813C1">
        <w:t>c</w:t>
      </w:r>
      <w:r w:rsidR="00B77E03">
        <w:t>’</w:t>
      </w:r>
      <w:r w:rsidRPr="002813C1">
        <w:t>est que j</w:t>
      </w:r>
      <w:r w:rsidR="00B77E03">
        <w:t>’</w:t>
      </w:r>
      <w:r w:rsidRPr="002813C1">
        <w:t>espérais</w:t>
      </w:r>
      <w:r w:rsidR="00B77E03">
        <w:t xml:space="preserve">, </w:t>
      </w:r>
      <w:r w:rsidRPr="002813C1">
        <w:t>en vous épiant</w:t>
      </w:r>
      <w:r w:rsidR="00B77E03">
        <w:t xml:space="preserve">, </w:t>
      </w:r>
      <w:r w:rsidRPr="002813C1">
        <w:t>arriver jusqu</w:t>
      </w:r>
      <w:r w:rsidR="00B77E03">
        <w:t>’</w:t>
      </w:r>
      <w:r w:rsidRPr="002813C1">
        <w:t>au bâtard maudit et jusqu</w:t>
      </w:r>
      <w:r w:rsidR="00B77E03">
        <w:t>’</w:t>
      </w:r>
      <w:r w:rsidRPr="002813C1">
        <w:t>à votre complice</w:t>
      </w:r>
      <w:r w:rsidR="00B77E03">
        <w:t xml:space="preserve">… </w:t>
      </w:r>
      <w:r w:rsidRPr="002813C1">
        <w:t>C</w:t>
      </w:r>
      <w:r w:rsidR="00B77E03">
        <w:t>’</w:t>
      </w:r>
      <w:r w:rsidRPr="002813C1">
        <w:t>est que je rêvais une vengeance terrible comme l</w:t>
      </w:r>
      <w:r w:rsidR="00B77E03">
        <w:t>’</w:t>
      </w:r>
      <w:r w:rsidRPr="002813C1">
        <w:t>offense</w:t>
      </w:r>
      <w:r w:rsidR="00B77E03">
        <w:t xml:space="preserve"> !… </w:t>
      </w:r>
      <w:r w:rsidRPr="002813C1">
        <w:t>Je m</w:t>
      </w:r>
      <w:r w:rsidR="00B77E03">
        <w:t>’</w:t>
      </w:r>
      <w:r w:rsidRPr="002813C1">
        <w:t>étais dit qu</w:t>
      </w:r>
      <w:r w:rsidR="00B77E03">
        <w:t>’</w:t>
      </w:r>
      <w:r w:rsidRPr="002813C1">
        <w:t>un jour viendrait où à tous risques vous voudriez revoir votre enfant</w:t>
      </w:r>
      <w:r w:rsidR="00B77E03">
        <w:t xml:space="preserve">, </w:t>
      </w:r>
      <w:r w:rsidRPr="002813C1">
        <w:t>l</w:t>
      </w:r>
      <w:r w:rsidR="00B77E03">
        <w:t>’</w:t>
      </w:r>
      <w:r w:rsidRPr="002813C1">
        <w:t>embrasser</w:t>
      </w:r>
      <w:r w:rsidR="00B77E03">
        <w:t xml:space="preserve">, </w:t>
      </w:r>
      <w:r w:rsidRPr="002813C1">
        <w:t>assurer son avenir</w:t>
      </w:r>
      <w:r w:rsidR="00B77E03">
        <w:t xml:space="preserve"> !… </w:t>
      </w:r>
      <w:r w:rsidRPr="002813C1">
        <w:t>Imbécile</w:t>
      </w:r>
      <w:r w:rsidR="00B77E03">
        <w:t xml:space="preserve"> !… </w:t>
      </w:r>
      <w:r w:rsidRPr="002813C1">
        <w:t>Vous l</w:t>
      </w:r>
      <w:r w:rsidR="00B77E03">
        <w:t>’</w:t>
      </w:r>
      <w:r w:rsidRPr="002813C1">
        <w:t>aviez déjà oublié</w:t>
      </w:r>
      <w:r w:rsidR="00B77E03">
        <w:t xml:space="preserve"> !… </w:t>
      </w:r>
      <w:r w:rsidRPr="002813C1">
        <w:t>À la nouvelle de mon retour on l</w:t>
      </w:r>
      <w:r w:rsidR="00B77E03">
        <w:t>’</w:t>
      </w:r>
      <w:r w:rsidRPr="002813C1">
        <w:t>a porté à quelque hospice ou abandonné sous une porte cochère</w:t>
      </w:r>
      <w:r w:rsidR="00B77E03">
        <w:t xml:space="preserve">, </w:t>
      </w:r>
      <w:r w:rsidRPr="002813C1">
        <w:t>et tout a été dit</w:t>
      </w:r>
      <w:r w:rsidR="00B77E03">
        <w:t xml:space="preserve">… </w:t>
      </w:r>
      <w:r w:rsidRPr="002813C1">
        <w:t>Songez-vous seulement à lui</w:t>
      </w:r>
      <w:r w:rsidR="00B77E03">
        <w:t xml:space="preserve">, </w:t>
      </w:r>
      <w:r w:rsidRPr="002813C1">
        <w:t>quelque fois</w:t>
      </w:r>
      <w:r w:rsidR="00B77E03">
        <w:t xml:space="preserve"> ?… </w:t>
      </w:r>
      <w:r w:rsidRPr="002813C1">
        <w:t>Vous êtes-vous jamais demandé ce qu</w:t>
      </w:r>
      <w:r w:rsidR="00B77E03">
        <w:t>’</w:t>
      </w:r>
      <w:r w:rsidRPr="002813C1">
        <w:t>il devient</w:t>
      </w:r>
      <w:r w:rsidR="00B77E03">
        <w:t xml:space="preserve">, </w:t>
      </w:r>
      <w:r w:rsidRPr="002813C1">
        <w:t>ce qu</w:t>
      </w:r>
      <w:r w:rsidR="00B77E03">
        <w:t>’</w:t>
      </w:r>
      <w:r w:rsidRPr="002813C1">
        <w:t>il fait</w:t>
      </w:r>
      <w:r w:rsidR="00B77E03">
        <w:t xml:space="preserve">, </w:t>
      </w:r>
      <w:r w:rsidRPr="002813C1">
        <w:t>tandis que vous jouissez d</w:t>
      </w:r>
      <w:r w:rsidR="00B77E03">
        <w:t>’</w:t>
      </w:r>
      <w:r w:rsidRPr="002813C1">
        <w:t>un luxe royal</w:t>
      </w:r>
      <w:r w:rsidR="00B77E03">
        <w:t xml:space="preserve">, </w:t>
      </w:r>
      <w:r w:rsidRPr="002813C1">
        <w:t>s</w:t>
      </w:r>
      <w:r w:rsidR="00B77E03">
        <w:t>’</w:t>
      </w:r>
      <w:r w:rsidRPr="002813C1">
        <w:t>il a même du pain</w:t>
      </w:r>
      <w:r w:rsidR="00B77E03">
        <w:t xml:space="preserve">, </w:t>
      </w:r>
      <w:r w:rsidRPr="002813C1">
        <w:t>et dans quels cloaques il a peut-être roulé</w:t>
      </w:r>
      <w:r w:rsidR="00B77E03">
        <w:t>…</w:t>
      </w:r>
    </w:p>
    <w:p w14:paraId="729678AB" w14:textId="77777777" w:rsidR="00B77E03" w:rsidRDefault="00B77E03" w:rsidP="00B77E03">
      <w:r>
        <w:t>— </w:t>
      </w:r>
      <w:r w:rsidR="0024252B" w:rsidRPr="002813C1">
        <w:t>Toujours cette ridicule accusation</w:t>
      </w:r>
      <w:r>
        <w:t xml:space="preserve">, </w:t>
      </w:r>
      <w:r w:rsidR="0024252B" w:rsidRPr="002813C1">
        <w:t>s</w:t>
      </w:r>
      <w:r>
        <w:t>’</w:t>
      </w:r>
      <w:r w:rsidR="0024252B" w:rsidRPr="002813C1">
        <w:t>écria la baronne</w:t>
      </w:r>
      <w:r>
        <w:t>.</w:t>
      </w:r>
    </w:p>
    <w:p w14:paraId="4BAEADB0" w14:textId="77777777" w:rsidR="00B77E03" w:rsidRDefault="00B77E03" w:rsidP="00B77E03">
      <w:r>
        <w:t>— </w:t>
      </w:r>
      <w:r w:rsidR="0024252B" w:rsidRPr="002813C1">
        <w:t>Oui</w:t>
      </w:r>
      <w:r>
        <w:t xml:space="preserve">, </w:t>
      </w:r>
      <w:r w:rsidR="0024252B" w:rsidRPr="002813C1">
        <w:t>toujours</w:t>
      </w:r>
      <w:r>
        <w:t> !…</w:t>
      </w:r>
    </w:p>
    <w:p w14:paraId="4096C444" w14:textId="77777777" w:rsidR="00B77E03" w:rsidRDefault="00B77E03" w:rsidP="00B77E03">
      <w:r>
        <w:lastRenderedPageBreak/>
        <w:t>— </w:t>
      </w:r>
      <w:r w:rsidR="0024252B" w:rsidRPr="002813C1">
        <w:t>Eh</w:t>
      </w:r>
      <w:r>
        <w:t xml:space="preserve"> !… </w:t>
      </w:r>
      <w:r w:rsidR="0024252B" w:rsidRPr="002813C1">
        <w:t>vous devriez comprendre pourtant que cette histoire d</w:t>
      </w:r>
      <w:r>
        <w:t>’</w:t>
      </w:r>
      <w:r w:rsidR="0024252B" w:rsidRPr="002813C1">
        <w:t>enfant n</w:t>
      </w:r>
      <w:r>
        <w:t>’</w:t>
      </w:r>
      <w:r w:rsidR="0024252B" w:rsidRPr="002813C1">
        <w:t>est qu</w:t>
      </w:r>
      <w:r>
        <w:t>’</w:t>
      </w:r>
      <w:r w:rsidR="0024252B" w:rsidRPr="002813C1">
        <w:t>une calomnie</w:t>
      </w:r>
      <w:r>
        <w:t xml:space="preserve">… </w:t>
      </w:r>
      <w:r w:rsidR="0024252B" w:rsidRPr="002813C1">
        <w:t>Je vous l</w:t>
      </w:r>
      <w:r>
        <w:t>’</w:t>
      </w:r>
      <w:r w:rsidR="0024252B" w:rsidRPr="002813C1">
        <w:t>ai dit quand vous m</w:t>
      </w:r>
      <w:r>
        <w:t>’</w:t>
      </w:r>
      <w:r w:rsidR="0024252B" w:rsidRPr="002813C1">
        <w:t>en avez parlé</w:t>
      </w:r>
      <w:r>
        <w:t xml:space="preserve">, </w:t>
      </w:r>
      <w:r w:rsidR="0024252B" w:rsidRPr="002813C1">
        <w:t>douze ans après</w:t>
      </w:r>
      <w:r>
        <w:t xml:space="preserve">… </w:t>
      </w:r>
      <w:r w:rsidR="0024252B" w:rsidRPr="002813C1">
        <w:t>je vous l</w:t>
      </w:r>
      <w:r>
        <w:t>’</w:t>
      </w:r>
      <w:r w:rsidR="0024252B" w:rsidRPr="002813C1">
        <w:t>ai répété mille fois</w:t>
      </w:r>
      <w:r>
        <w:t>…</w:t>
      </w:r>
    </w:p>
    <w:p w14:paraId="1EAB90B2" w14:textId="77777777" w:rsidR="00B77E03" w:rsidRDefault="0024252B" w:rsidP="00B77E03">
      <w:r w:rsidRPr="002813C1">
        <w:t>Le baron eut un soupir qui ressemblait à un sanglot et</w:t>
      </w:r>
      <w:r w:rsidR="00B77E03">
        <w:t xml:space="preserve">, </w:t>
      </w:r>
      <w:r w:rsidRPr="002813C1">
        <w:t>sans tenir compte des paroles de sa femme</w:t>
      </w:r>
      <w:r w:rsidR="00B77E03">
        <w:t> :</w:t>
      </w:r>
    </w:p>
    <w:p w14:paraId="02F3F518" w14:textId="77777777" w:rsidR="00B77E03" w:rsidRDefault="00B77E03" w:rsidP="00B77E03">
      <w:r>
        <w:t>— </w:t>
      </w:r>
      <w:r w:rsidR="0024252B" w:rsidRPr="002813C1">
        <w:t>Si je me suis résigné à vous laisser vivre sous mon toit</w:t>
      </w:r>
      <w:r>
        <w:t xml:space="preserve">, </w:t>
      </w:r>
      <w:r w:rsidR="0024252B" w:rsidRPr="002813C1">
        <w:t>poursuivit-il</w:t>
      </w:r>
      <w:r>
        <w:t xml:space="preserve">, </w:t>
      </w:r>
      <w:r w:rsidR="0024252B" w:rsidRPr="002813C1">
        <w:t>c</w:t>
      </w:r>
      <w:r>
        <w:t>’</w:t>
      </w:r>
      <w:r w:rsidR="0024252B" w:rsidRPr="002813C1">
        <w:t>était pour notre fille</w:t>
      </w:r>
      <w:r>
        <w:t xml:space="preserve">… </w:t>
      </w:r>
      <w:r w:rsidR="0024252B" w:rsidRPr="002813C1">
        <w:t>Je tremblais que le scandale d</w:t>
      </w:r>
      <w:r>
        <w:t>’</w:t>
      </w:r>
      <w:r w:rsidR="0024252B" w:rsidRPr="002813C1">
        <w:t>une séparation ne retombât sur elle</w:t>
      </w:r>
      <w:r>
        <w:t xml:space="preserve"> ! </w:t>
      </w:r>
      <w:r w:rsidR="0024252B" w:rsidRPr="002813C1">
        <w:t>Supplice inutile</w:t>
      </w:r>
      <w:r>
        <w:t xml:space="preserve">… </w:t>
      </w:r>
      <w:r w:rsidR="0024252B" w:rsidRPr="002813C1">
        <w:t>Elle n</w:t>
      </w:r>
      <w:r>
        <w:t>’</w:t>
      </w:r>
      <w:r w:rsidR="0024252B" w:rsidRPr="002813C1">
        <w:t>en est pas moins perdue autant que vous l</w:t>
      </w:r>
      <w:r>
        <w:t>’</w:t>
      </w:r>
      <w:r w:rsidR="0024252B" w:rsidRPr="002813C1">
        <w:t>êtes vous-même</w:t>
      </w:r>
      <w:r>
        <w:t xml:space="preserve">, </w:t>
      </w:r>
      <w:r w:rsidR="0024252B" w:rsidRPr="002813C1">
        <w:t>et perdue par vous</w:t>
      </w:r>
      <w:r>
        <w:t> !…</w:t>
      </w:r>
    </w:p>
    <w:p w14:paraId="12331A2C" w14:textId="77777777" w:rsidR="00B77E03" w:rsidRDefault="00B77E03" w:rsidP="00B77E03">
      <w:r>
        <w:t>— </w:t>
      </w:r>
      <w:r w:rsidR="0024252B" w:rsidRPr="002813C1">
        <w:t>Quoi</w:t>
      </w:r>
      <w:r>
        <w:t xml:space="preserve"> ! </w:t>
      </w:r>
      <w:r w:rsidR="0024252B" w:rsidRPr="002813C1">
        <w:t>vous vous en prenez à moi</w:t>
      </w:r>
      <w:r>
        <w:t> !…</w:t>
      </w:r>
    </w:p>
    <w:p w14:paraId="387A4AB4" w14:textId="77777777" w:rsidR="00B77E03" w:rsidRDefault="00B77E03" w:rsidP="00B77E03">
      <w:r>
        <w:t>— </w:t>
      </w:r>
      <w:r w:rsidR="0024252B" w:rsidRPr="002813C1">
        <w:t>À qui dois-je m</w:t>
      </w:r>
      <w:r>
        <w:t>’</w:t>
      </w:r>
      <w:r w:rsidR="0024252B" w:rsidRPr="002813C1">
        <w:t>en prendre</w:t>
      </w:r>
      <w:r>
        <w:t xml:space="preserve"> ?… </w:t>
      </w:r>
      <w:r w:rsidR="0024252B" w:rsidRPr="002813C1">
        <w:t>Qui donc l</w:t>
      </w:r>
      <w:r>
        <w:t>’</w:t>
      </w:r>
      <w:r w:rsidR="0024252B" w:rsidRPr="002813C1">
        <w:t>a entraînée au bal</w:t>
      </w:r>
      <w:r>
        <w:t xml:space="preserve">, </w:t>
      </w:r>
      <w:r w:rsidR="0024252B" w:rsidRPr="002813C1">
        <w:t>au théâtre</w:t>
      </w:r>
      <w:r>
        <w:t xml:space="preserve">, </w:t>
      </w:r>
      <w:r w:rsidR="0024252B" w:rsidRPr="002813C1">
        <w:t>aux courses</w:t>
      </w:r>
      <w:r>
        <w:t xml:space="preserve">, </w:t>
      </w:r>
      <w:r w:rsidR="0024252B" w:rsidRPr="002813C1">
        <w:t>au bois</w:t>
      </w:r>
      <w:r>
        <w:t xml:space="preserve">, </w:t>
      </w:r>
      <w:r w:rsidR="0024252B" w:rsidRPr="002813C1">
        <w:t>partout où une jeune fille ne doit pas paraître</w:t>
      </w:r>
      <w:r>
        <w:t xml:space="preserve">… </w:t>
      </w:r>
      <w:r w:rsidR="0024252B" w:rsidRPr="002813C1">
        <w:t>Qui donc l</w:t>
      </w:r>
      <w:r>
        <w:t>’</w:t>
      </w:r>
      <w:r w:rsidR="0024252B" w:rsidRPr="002813C1">
        <w:t xml:space="preserve">a initiée à ce que vous appelez </w:t>
      </w:r>
      <w:r>
        <w:t>« </w:t>
      </w:r>
      <w:r w:rsidR="0024252B" w:rsidRPr="002813C1">
        <w:t>la haute vie</w:t>
      </w:r>
      <w:r>
        <w:t>, »</w:t>
      </w:r>
      <w:r w:rsidR="0024252B" w:rsidRPr="002813C1">
        <w:t xml:space="preserve"> et a même osé s</w:t>
      </w:r>
      <w:r>
        <w:t>’</w:t>
      </w:r>
      <w:r w:rsidR="0024252B" w:rsidRPr="002813C1">
        <w:t>en faire une sorte de chaperon discret et facile</w:t>
      </w:r>
      <w:r>
        <w:t xml:space="preserve"> ?… </w:t>
      </w:r>
      <w:r w:rsidR="0024252B" w:rsidRPr="002813C1">
        <w:t>Qui donc est cause que j</w:t>
      </w:r>
      <w:r>
        <w:t>’</w:t>
      </w:r>
      <w:r w:rsidR="0024252B" w:rsidRPr="002813C1">
        <w:t>ai dû la marier avec un misérable qui déshonore le titre qu</w:t>
      </w:r>
      <w:r>
        <w:t>’</w:t>
      </w:r>
      <w:r w:rsidR="0024252B" w:rsidRPr="002813C1">
        <w:t>il porte</w:t>
      </w:r>
      <w:r>
        <w:t xml:space="preserve">, </w:t>
      </w:r>
      <w:r w:rsidR="0024252B" w:rsidRPr="002813C1">
        <w:t>dont elle s</w:t>
      </w:r>
      <w:r>
        <w:t>’</w:t>
      </w:r>
      <w:r w:rsidR="0024252B" w:rsidRPr="002813C1">
        <w:t>était éprise</w:t>
      </w:r>
      <w:r>
        <w:t xml:space="preserve">, </w:t>
      </w:r>
      <w:r w:rsidR="0024252B" w:rsidRPr="002813C1">
        <w:t>et qui a achevé votre œuvre de démoralisation</w:t>
      </w:r>
      <w:r>
        <w:t>…</w:t>
      </w:r>
    </w:p>
    <w:p w14:paraId="38434D15" w14:textId="77777777" w:rsidR="00B77E03" w:rsidRDefault="0024252B" w:rsidP="00B77E03">
      <w:r w:rsidRPr="002813C1">
        <w:t>Qu</w:t>
      </w:r>
      <w:r w:rsidR="00B77E03">
        <w:t>’</w:t>
      </w:r>
      <w:r w:rsidRPr="002813C1">
        <w:t>avez-vous fait de votre fille</w:t>
      </w:r>
      <w:r w:rsidR="00B77E03">
        <w:t xml:space="preserve"> ?… </w:t>
      </w:r>
      <w:r w:rsidRPr="002813C1">
        <w:t>Ses extravagances lui ont conquis une célébrité parmi ces dévergondées qui ont la prétention de représenter les grandes dames</w:t>
      </w:r>
      <w:r w:rsidR="00B77E03">
        <w:t xml:space="preserve">… </w:t>
      </w:r>
      <w:r w:rsidRPr="002813C1">
        <w:t>Elle n</w:t>
      </w:r>
      <w:r w:rsidR="00B77E03">
        <w:t>’</w:t>
      </w:r>
      <w:r w:rsidRPr="002813C1">
        <w:t>a pas vingt-deux ans</w:t>
      </w:r>
      <w:r w:rsidR="00B77E03">
        <w:t xml:space="preserve">, </w:t>
      </w:r>
      <w:r w:rsidRPr="002813C1">
        <w:t>et il ne lui reste plus un préjugé à braver</w:t>
      </w:r>
      <w:r w:rsidR="00B77E03">
        <w:t> !…</w:t>
      </w:r>
    </w:p>
    <w:p w14:paraId="1C5CA917" w14:textId="77777777" w:rsidR="00B77E03" w:rsidRDefault="0024252B" w:rsidP="00B77E03">
      <w:r w:rsidRPr="002813C1">
        <w:t>Son mari s</w:t>
      </w:r>
      <w:r w:rsidR="00B77E03">
        <w:t>’</w:t>
      </w:r>
      <w:r w:rsidRPr="002813C1">
        <w:t>affiche avec des actrices et des coureuses</w:t>
      </w:r>
      <w:r w:rsidR="00B77E03">
        <w:t xml:space="preserve">, </w:t>
      </w:r>
      <w:r w:rsidRPr="002813C1">
        <w:t>et elle</w:t>
      </w:r>
      <w:r w:rsidR="00B77E03">
        <w:t xml:space="preserve">, </w:t>
      </w:r>
      <w:r w:rsidRPr="002813C1">
        <w:t>de son côté</w:t>
      </w:r>
      <w:r w:rsidR="00B77E03">
        <w:t xml:space="preserve">… </w:t>
      </w:r>
      <w:r w:rsidRPr="002813C1">
        <w:t>Enfin</w:t>
      </w:r>
      <w:r w:rsidR="00B77E03">
        <w:t xml:space="preserve">, </w:t>
      </w:r>
      <w:r w:rsidRPr="002813C1">
        <w:t>en moins de deux ans</w:t>
      </w:r>
      <w:r w:rsidR="00B77E03">
        <w:t xml:space="preserve">, </w:t>
      </w:r>
      <w:r w:rsidRPr="002813C1">
        <w:t>le million de dot donné par moi a été dissipé</w:t>
      </w:r>
      <w:r w:rsidR="00B77E03">
        <w:t xml:space="preserve">, </w:t>
      </w:r>
      <w:r w:rsidRPr="002813C1">
        <w:t>fondu</w:t>
      </w:r>
      <w:r w:rsidR="00B77E03">
        <w:t xml:space="preserve">, </w:t>
      </w:r>
      <w:r w:rsidRPr="002813C1">
        <w:t>jeté au vent</w:t>
      </w:r>
      <w:r w:rsidR="00B77E03">
        <w:t xml:space="preserve">… </w:t>
      </w:r>
      <w:r w:rsidRPr="002813C1">
        <w:t>il n</w:t>
      </w:r>
      <w:r w:rsidR="00B77E03">
        <w:t>’</w:t>
      </w:r>
      <w:r w:rsidRPr="002813C1">
        <w:t>en reste plus rien</w:t>
      </w:r>
      <w:r w:rsidR="00B77E03">
        <w:t xml:space="preserve">… </w:t>
      </w:r>
      <w:r w:rsidRPr="002813C1">
        <w:t>Et à cette heure</w:t>
      </w:r>
      <w:r w:rsidR="00B77E03">
        <w:t xml:space="preserve">, </w:t>
      </w:r>
      <w:r w:rsidRPr="002813C1">
        <w:t>ma fille et mon gendre s</w:t>
      </w:r>
      <w:r w:rsidR="00B77E03">
        <w:t>’</w:t>
      </w:r>
      <w:r w:rsidRPr="002813C1">
        <w:t>entendent pour me soutirer de l</w:t>
      </w:r>
      <w:r w:rsidR="00B77E03">
        <w:t>’</w:t>
      </w:r>
      <w:r w:rsidRPr="002813C1">
        <w:t>argent</w:t>
      </w:r>
      <w:r w:rsidR="00B77E03">
        <w:t xml:space="preserve"> !… </w:t>
      </w:r>
      <w:r w:rsidRPr="002813C1">
        <w:t>Ils appellent cela</w:t>
      </w:r>
      <w:r w:rsidR="00B77E03">
        <w:t xml:space="preserve">, </w:t>
      </w:r>
      <w:r w:rsidRPr="002813C1">
        <w:lastRenderedPageBreak/>
        <w:t>entre eux</w:t>
      </w:r>
      <w:r w:rsidR="00B77E03">
        <w:t>, « </w:t>
      </w:r>
      <w:r w:rsidRPr="002813C1">
        <w:t>carotter papa</w:t>
      </w:r>
      <w:r w:rsidR="00B77E03">
        <w:t> »</w:t>
      </w:r>
      <w:r w:rsidRPr="002813C1">
        <w:t xml:space="preserve"> ou </w:t>
      </w:r>
      <w:r w:rsidR="00B77E03">
        <w:t>« </w:t>
      </w:r>
      <w:r w:rsidRPr="002813C1">
        <w:t>taper le beau-père</w:t>
      </w:r>
      <w:r w:rsidR="00B77E03">
        <w:t>. »</w:t>
      </w:r>
      <w:r w:rsidRPr="002813C1">
        <w:t xml:space="preserve"> Quelle honte</w:t>
      </w:r>
      <w:r w:rsidR="00B77E03">
        <w:t> !…</w:t>
      </w:r>
    </w:p>
    <w:p w14:paraId="1E550DC8" w14:textId="77777777" w:rsidR="00B77E03" w:rsidRDefault="0024252B" w:rsidP="00B77E03">
      <w:r w:rsidRPr="002813C1">
        <w:t>Avant-hier</w:t>
      </w:r>
      <w:r w:rsidR="00B77E03">
        <w:t xml:space="preserve">, </w:t>
      </w:r>
      <w:r w:rsidRPr="002813C1">
        <w:t>écoutez-bien cela</w:t>
      </w:r>
      <w:r w:rsidR="00B77E03">
        <w:t xml:space="preserve">, </w:t>
      </w:r>
      <w:r w:rsidRPr="002813C1">
        <w:t>mon gendre est venu me demander cent mille écus</w:t>
      </w:r>
      <w:r w:rsidR="00B77E03">
        <w:t xml:space="preserve">… </w:t>
      </w:r>
      <w:r w:rsidRPr="002813C1">
        <w:t>et comme je les lui refusais</w:t>
      </w:r>
      <w:r w:rsidR="00B77E03">
        <w:t xml:space="preserve">, </w:t>
      </w:r>
      <w:r w:rsidRPr="002813C1">
        <w:t>il m</w:t>
      </w:r>
      <w:r w:rsidR="00B77E03">
        <w:t>’</w:t>
      </w:r>
      <w:r w:rsidRPr="002813C1">
        <w:t>a menacé</w:t>
      </w:r>
      <w:r w:rsidR="00B77E03">
        <w:t xml:space="preserve">, </w:t>
      </w:r>
      <w:r w:rsidRPr="002813C1">
        <w:t>si je ne les lui donnais pas</w:t>
      </w:r>
      <w:r w:rsidR="00B77E03">
        <w:t xml:space="preserve">, </w:t>
      </w:r>
      <w:r w:rsidRPr="002813C1">
        <w:t>de publier des lettres écrites par ma fille</w:t>
      </w:r>
      <w:r w:rsidR="00B77E03">
        <w:t xml:space="preserve">, </w:t>
      </w:r>
      <w:r w:rsidRPr="002813C1">
        <w:t>par sa femme</w:t>
      </w:r>
      <w:r w:rsidR="00B77E03">
        <w:t xml:space="preserve">, </w:t>
      </w:r>
      <w:r w:rsidRPr="002813C1">
        <w:t>à je ne sais quel cabotin</w:t>
      </w:r>
      <w:r w:rsidR="00B77E03">
        <w:t xml:space="preserve"> !… </w:t>
      </w:r>
      <w:r w:rsidRPr="002813C1">
        <w:t>Épouvanté</w:t>
      </w:r>
      <w:r w:rsidR="00B77E03">
        <w:t xml:space="preserve">, </w:t>
      </w:r>
      <w:r w:rsidRPr="002813C1">
        <w:t>j</w:t>
      </w:r>
      <w:r w:rsidR="00B77E03">
        <w:t>’</w:t>
      </w:r>
      <w:r w:rsidRPr="002813C1">
        <w:t>ai payé</w:t>
      </w:r>
      <w:r w:rsidR="00B77E03">
        <w:t xml:space="preserve">… </w:t>
      </w:r>
      <w:r w:rsidRPr="002813C1">
        <w:t>Puis</w:t>
      </w:r>
      <w:r w:rsidR="00B77E03">
        <w:t xml:space="preserve">, </w:t>
      </w:r>
      <w:r w:rsidRPr="002813C1">
        <w:t>le soir même</w:t>
      </w:r>
      <w:r w:rsidR="00B77E03">
        <w:t xml:space="preserve">, </w:t>
      </w:r>
      <w:r w:rsidRPr="002813C1">
        <w:t>j</w:t>
      </w:r>
      <w:r w:rsidR="00B77E03">
        <w:t>’</w:t>
      </w:r>
      <w:r w:rsidRPr="002813C1">
        <w:t>ai appris que le mari et la femme</w:t>
      </w:r>
      <w:r w:rsidR="00B77E03">
        <w:t xml:space="preserve">, </w:t>
      </w:r>
      <w:r w:rsidRPr="002813C1">
        <w:t>ma fille et mon gendre</w:t>
      </w:r>
      <w:r w:rsidR="00B77E03">
        <w:t xml:space="preserve">, </w:t>
      </w:r>
      <w:r w:rsidRPr="002813C1">
        <w:t>étaient d</w:t>
      </w:r>
      <w:r w:rsidR="00B77E03">
        <w:t>’</w:t>
      </w:r>
      <w:r w:rsidRPr="002813C1">
        <w:t>accord pour cet ignoble chantage</w:t>
      </w:r>
      <w:r w:rsidR="00B77E03">
        <w:t xml:space="preserve">… </w:t>
      </w:r>
      <w:r w:rsidRPr="002813C1">
        <w:t>Oui</w:t>
      </w:r>
      <w:r w:rsidR="00B77E03">
        <w:t xml:space="preserve">, </w:t>
      </w:r>
      <w:r w:rsidRPr="002813C1">
        <w:t>j</w:t>
      </w:r>
      <w:r w:rsidR="00B77E03">
        <w:t>’</w:t>
      </w:r>
      <w:r w:rsidRPr="002813C1">
        <w:t>en ai eu la preuve irrécusable</w:t>
      </w:r>
      <w:r w:rsidR="00B77E03">
        <w:t xml:space="preserve">… </w:t>
      </w:r>
      <w:r w:rsidRPr="002813C1">
        <w:t>Sortant d</w:t>
      </w:r>
      <w:r w:rsidR="00B77E03">
        <w:t>’</w:t>
      </w:r>
      <w:r w:rsidRPr="002813C1">
        <w:t>ici et ne devant pas rentrer de la journée chez lui</w:t>
      </w:r>
      <w:r w:rsidR="00B77E03">
        <w:t xml:space="preserve">, </w:t>
      </w:r>
      <w:r w:rsidRPr="002813C1">
        <w:t>mon gendre a télégraphié à sa femme la bonne nouvelle</w:t>
      </w:r>
      <w:r w:rsidR="00B77E03">
        <w:t xml:space="preserve">… </w:t>
      </w:r>
      <w:r w:rsidRPr="002813C1">
        <w:t>Dans sa joie</w:t>
      </w:r>
      <w:r w:rsidR="00B77E03">
        <w:t xml:space="preserve">, </w:t>
      </w:r>
      <w:r w:rsidRPr="002813C1">
        <w:t>il s</w:t>
      </w:r>
      <w:r w:rsidR="00B77E03">
        <w:t>’</w:t>
      </w:r>
      <w:r w:rsidRPr="002813C1">
        <w:t>est trompé d</w:t>
      </w:r>
      <w:r w:rsidR="00B77E03">
        <w:t>’</w:t>
      </w:r>
      <w:r w:rsidRPr="002813C1">
        <w:t>adresse</w:t>
      </w:r>
      <w:r w:rsidR="00B77E03">
        <w:t xml:space="preserve">, </w:t>
      </w:r>
      <w:r w:rsidRPr="002813C1">
        <w:t>et c</w:t>
      </w:r>
      <w:r w:rsidR="00B77E03">
        <w:t>’</w:t>
      </w:r>
      <w:r w:rsidRPr="002813C1">
        <w:t>est ici que le télégramme a été apporté</w:t>
      </w:r>
      <w:r w:rsidR="00B77E03">
        <w:t xml:space="preserve">. </w:t>
      </w:r>
      <w:r w:rsidRPr="002813C1">
        <w:t>Je l</w:t>
      </w:r>
      <w:r w:rsidR="00B77E03">
        <w:t>’</w:t>
      </w:r>
      <w:r w:rsidRPr="002813C1">
        <w:t>ai ouvert</w:t>
      </w:r>
      <w:r w:rsidR="00B77E03">
        <w:t xml:space="preserve">, </w:t>
      </w:r>
      <w:r w:rsidRPr="002813C1">
        <w:t>et j</w:t>
      </w:r>
      <w:r w:rsidR="00B77E03">
        <w:t>’</w:t>
      </w:r>
      <w:r w:rsidRPr="002813C1">
        <w:t>ai lu</w:t>
      </w:r>
      <w:r w:rsidR="00B77E03">
        <w:t> : « </w:t>
      </w:r>
      <w:r w:rsidRPr="002813C1">
        <w:t>Bébé chérie</w:t>
      </w:r>
      <w:r w:rsidR="00B77E03">
        <w:t xml:space="preserve">, </w:t>
      </w:r>
      <w:r w:rsidRPr="002813C1">
        <w:t>papa beau-père a coupé dans le pont</w:t>
      </w:r>
      <w:r w:rsidR="00B77E03">
        <w:t xml:space="preserve">, </w:t>
      </w:r>
      <w:r w:rsidRPr="002813C1">
        <w:t>j</w:t>
      </w:r>
      <w:r w:rsidR="00B77E03">
        <w:t>’</w:t>
      </w:r>
      <w:r w:rsidRPr="002813C1">
        <w:t>ai décroché la timbale</w:t>
      </w:r>
      <w:r w:rsidR="00B77E03">
        <w:t xml:space="preserve">, </w:t>
      </w:r>
      <w:r w:rsidRPr="002813C1">
        <w:t>il a casqué</w:t>
      </w:r>
      <w:r w:rsidR="00B77E03">
        <w:t> !… »</w:t>
      </w:r>
      <w:r w:rsidRPr="002813C1">
        <w:t xml:space="preserve"> Oui</w:t>
      </w:r>
      <w:r w:rsidR="00B77E03">
        <w:t xml:space="preserve">, </w:t>
      </w:r>
      <w:r w:rsidRPr="002813C1">
        <w:t>voilà ce qu</w:t>
      </w:r>
      <w:r w:rsidR="00B77E03">
        <w:t>’</w:t>
      </w:r>
      <w:r w:rsidRPr="002813C1">
        <w:t>il a osé écrire et remettre aux employés</w:t>
      </w:r>
      <w:r w:rsidR="00B77E03">
        <w:t xml:space="preserve">, </w:t>
      </w:r>
      <w:r w:rsidRPr="002813C1">
        <w:t>signé de son nom</w:t>
      </w:r>
      <w:r w:rsidR="00B77E03">
        <w:t xml:space="preserve">, </w:t>
      </w:r>
      <w:r w:rsidRPr="002813C1">
        <w:t>à l</w:t>
      </w:r>
      <w:r w:rsidR="00B77E03">
        <w:t>’</w:t>
      </w:r>
      <w:r w:rsidRPr="002813C1">
        <w:t>adresse de sa femme</w:t>
      </w:r>
      <w:r w:rsidR="00B77E03">
        <w:t>…</w:t>
      </w:r>
    </w:p>
    <w:p w14:paraId="1DD3B704" w14:textId="77777777" w:rsidR="00B77E03" w:rsidRDefault="0024252B" w:rsidP="00B77E03">
      <w:r w:rsidRPr="002813C1">
        <w:t>L</w:t>
      </w:r>
      <w:r w:rsidR="00B77E03">
        <w:t>’</w:t>
      </w:r>
      <w:r w:rsidRPr="002813C1">
        <w:t>épouvante gagnait Pascal</w:t>
      </w:r>
      <w:r w:rsidR="00B77E03">
        <w:t>…</w:t>
      </w:r>
    </w:p>
    <w:p w14:paraId="2E6B7B8D" w14:textId="77777777" w:rsidR="00B77E03" w:rsidRDefault="0024252B" w:rsidP="00B77E03">
      <w:r w:rsidRPr="002813C1">
        <w:t>Il se demandait s</w:t>
      </w:r>
      <w:r w:rsidR="00B77E03">
        <w:t>’</w:t>
      </w:r>
      <w:r w:rsidRPr="002813C1">
        <w:t>il n</w:t>
      </w:r>
      <w:r w:rsidR="00B77E03">
        <w:t>’</w:t>
      </w:r>
      <w:r w:rsidRPr="002813C1">
        <w:t>était pas dupe de quelque cauchemar absurde</w:t>
      </w:r>
      <w:r w:rsidR="00B77E03">
        <w:t xml:space="preserve">, </w:t>
      </w:r>
      <w:r w:rsidRPr="002813C1">
        <w:t>si c</w:t>
      </w:r>
      <w:r w:rsidR="00B77E03">
        <w:t>’</w:t>
      </w:r>
      <w:r w:rsidRPr="002813C1">
        <w:t>était bien vrai</w:t>
      </w:r>
      <w:r w:rsidR="00B77E03">
        <w:t xml:space="preserve">, </w:t>
      </w:r>
      <w:r w:rsidRPr="002813C1">
        <w:t>ce qu</w:t>
      </w:r>
      <w:r w:rsidR="00B77E03">
        <w:t>’</w:t>
      </w:r>
      <w:r w:rsidRPr="002813C1">
        <w:t>il entendait</w:t>
      </w:r>
      <w:r w:rsidR="00B77E03">
        <w:t xml:space="preserve">, </w:t>
      </w:r>
      <w:r w:rsidRPr="002813C1">
        <w:t>bien réel</w:t>
      </w:r>
      <w:r w:rsidR="00B77E03">
        <w:t>…</w:t>
      </w:r>
    </w:p>
    <w:p w14:paraId="11A2A796" w14:textId="77777777" w:rsidR="00B77E03" w:rsidRDefault="0024252B" w:rsidP="00B77E03">
      <w:r w:rsidRPr="002813C1">
        <w:t>C</w:t>
      </w:r>
      <w:r w:rsidR="00B77E03">
        <w:t>’</w:t>
      </w:r>
      <w:r w:rsidRPr="002813C1">
        <w:t>est qu</w:t>
      </w:r>
      <w:r w:rsidR="00B77E03">
        <w:t>’</w:t>
      </w:r>
      <w:r w:rsidRPr="002813C1">
        <w:t>il n</w:t>
      </w:r>
      <w:r w:rsidR="00B77E03">
        <w:t>’</w:t>
      </w:r>
      <w:r w:rsidRPr="002813C1">
        <w:t>avait pas idée des drames abominables qui se jouent parfois au fond de ces hôtels dont le passant admire et envie les splendeurs</w:t>
      </w:r>
      <w:r w:rsidR="00B77E03">
        <w:t>…</w:t>
      </w:r>
    </w:p>
    <w:p w14:paraId="34ECC7AF" w14:textId="77777777" w:rsidR="00B77E03" w:rsidRDefault="0024252B" w:rsidP="00B77E03">
      <w:r w:rsidRPr="002813C1">
        <w:t>Du moins</w:t>
      </w:r>
      <w:r w:rsidR="00B77E03">
        <w:t xml:space="preserve">, </w:t>
      </w:r>
      <w:r w:rsidRPr="002813C1">
        <w:t>croyait-il la baronne terrassée</w:t>
      </w:r>
      <w:r w:rsidR="00B77E03">
        <w:t xml:space="preserve">, </w:t>
      </w:r>
      <w:r w:rsidRPr="002813C1">
        <w:t>et pensait-il qu</w:t>
      </w:r>
      <w:r w:rsidR="00B77E03">
        <w:t>’</w:t>
      </w:r>
      <w:r w:rsidRPr="002813C1">
        <w:t>il allait l</w:t>
      </w:r>
      <w:r w:rsidR="00B77E03">
        <w:t>’</w:t>
      </w:r>
      <w:r w:rsidRPr="002813C1">
        <w:t>entendre tomber aux genoux de son mari</w:t>
      </w:r>
      <w:r w:rsidR="00B77E03">
        <w:t>.</w:t>
      </w:r>
    </w:p>
    <w:p w14:paraId="1841F938" w14:textId="77777777" w:rsidR="00B77E03" w:rsidRDefault="0024252B" w:rsidP="00B77E03">
      <w:r w:rsidRPr="002813C1">
        <w:t>Erreur</w:t>
      </w:r>
      <w:r w:rsidR="00B77E03">
        <w:t xml:space="preserve"> !… </w:t>
      </w:r>
      <w:r w:rsidRPr="002813C1">
        <w:t xml:space="preserve">Le son de voix de cette </w:t>
      </w:r>
      <w:r w:rsidR="00B77E03">
        <w:t>« </w:t>
      </w:r>
      <w:r w:rsidRPr="002813C1">
        <w:t>femme forte</w:t>
      </w:r>
      <w:r w:rsidR="00B77E03">
        <w:t> »</w:t>
      </w:r>
      <w:r w:rsidRPr="002813C1">
        <w:t xml:space="preserve"> lui apprit que</w:t>
      </w:r>
      <w:r w:rsidR="00B77E03">
        <w:t xml:space="preserve">, </w:t>
      </w:r>
      <w:r w:rsidRPr="002813C1">
        <w:t>bien loin de s</w:t>
      </w:r>
      <w:r w:rsidR="00B77E03">
        <w:t>’</w:t>
      </w:r>
      <w:r w:rsidRPr="002813C1">
        <w:t>humilier</w:t>
      </w:r>
      <w:r w:rsidR="00B77E03">
        <w:t xml:space="preserve">, </w:t>
      </w:r>
      <w:r w:rsidRPr="002813C1">
        <w:t>elle se révoltait</w:t>
      </w:r>
      <w:r w:rsidR="00B77E03">
        <w:t>.</w:t>
      </w:r>
    </w:p>
    <w:p w14:paraId="1F5372C0" w14:textId="77777777" w:rsidR="00B77E03" w:rsidRDefault="00B77E03" w:rsidP="00B77E03">
      <w:r>
        <w:lastRenderedPageBreak/>
        <w:t>— </w:t>
      </w:r>
      <w:r w:rsidR="0024252B" w:rsidRPr="002813C1">
        <w:t>Que fait donc votre gendre que vous ne fassiez</w:t>
      </w:r>
      <w:r>
        <w:t xml:space="preserve"> ! </w:t>
      </w:r>
      <w:r w:rsidR="0024252B" w:rsidRPr="002813C1">
        <w:t>s</w:t>
      </w:r>
      <w:r>
        <w:t>’</w:t>
      </w:r>
      <w:r w:rsidR="0024252B" w:rsidRPr="002813C1">
        <w:t>écria-t-elle</w:t>
      </w:r>
      <w:r>
        <w:t xml:space="preserve">… </w:t>
      </w:r>
      <w:r w:rsidR="0024252B" w:rsidRPr="002813C1">
        <w:t>C</w:t>
      </w:r>
      <w:r>
        <w:t>’</w:t>
      </w:r>
      <w:r w:rsidR="0024252B" w:rsidRPr="002813C1">
        <w:t>est bien à vous de le blâmer</w:t>
      </w:r>
      <w:r>
        <w:t xml:space="preserve">, </w:t>
      </w:r>
      <w:r w:rsidR="0024252B" w:rsidRPr="002813C1">
        <w:t>vraiment</w:t>
      </w:r>
      <w:r>
        <w:t xml:space="preserve">, </w:t>
      </w:r>
      <w:r w:rsidR="0024252B" w:rsidRPr="002813C1">
        <w:t>vous qui traînez votre nom dans tous les tripots de l</w:t>
      </w:r>
      <w:r>
        <w:t>’</w:t>
      </w:r>
      <w:r w:rsidR="0024252B" w:rsidRPr="002813C1">
        <w:t>Europe</w:t>
      </w:r>
      <w:r>
        <w:t xml:space="preserve">, </w:t>
      </w:r>
      <w:r w:rsidR="0024252B" w:rsidRPr="002813C1">
        <w:t>vous</w:t>
      </w:r>
      <w:r>
        <w:t>…</w:t>
      </w:r>
    </w:p>
    <w:p w14:paraId="65601BFF" w14:textId="77777777" w:rsidR="00B77E03" w:rsidRDefault="00B77E03" w:rsidP="00B77E03">
      <w:r>
        <w:t>— </w:t>
      </w:r>
      <w:r w:rsidR="0024252B" w:rsidRPr="002813C1">
        <w:t>Malheureuse</w:t>
      </w:r>
      <w:r>
        <w:t xml:space="preserve"> !… </w:t>
      </w:r>
      <w:r w:rsidR="0024252B" w:rsidRPr="002813C1">
        <w:t>interrompit le baron</w:t>
      </w:r>
      <w:r>
        <w:t xml:space="preserve">, </w:t>
      </w:r>
      <w:r w:rsidR="0024252B" w:rsidRPr="002813C1">
        <w:t>malheureuse</w:t>
      </w:r>
      <w:r>
        <w:t> !…</w:t>
      </w:r>
    </w:p>
    <w:p w14:paraId="440E0A5F" w14:textId="77777777" w:rsidR="00B77E03" w:rsidRDefault="0024252B" w:rsidP="00B77E03">
      <w:r w:rsidRPr="002813C1">
        <w:t>Mais se maîtrisant aussitôt</w:t>
      </w:r>
      <w:r w:rsidR="00B77E03">
        <w:t> :</w:t>
      </w:r>
    </w:p>
    <w:p w14:paraId="38DA062F" w14:textId="77777777" w:rsidR="00B77E03" w:rsidRDefault="00B77E03" w:rsidP="00B77E03">
      <w:r>
        <w:t>— </w:t>
      </w:r>
      <w:r w:rsidR="0024252B" w:rsidRPr="002813C1">
        <w:t>C</w:t>
      </w:r>
      <w:r>
        <w:t>’</w:t>
      </w:r>
      <w:r w:rsidR="0024252B" w:rsidRPr="002813C1">
        <w:t>est vrai</w:t>
      </w:r>
      <w:r>
        <w:t xml:space="preserve">, </w:t>
      </w:r>
      <w:r w:rsidR="0024252B" w:rsidRPr="002813C1">
        <w:t>répondit-il</w:t>
      </w:r>
      <w:r>
        <w:t xml:space="preserve">, </w:t>
      </w:r>
      <w:r w:rsidR="0024252B" w:rsidRPr="002813C1">
        <w:t>avec une ironie navrante</w:t>
      </w:r>
      <w:r>
        <w:t xml:space="preserve">, </w:t>
      </w:r>
      <w:r w:rsidR="0024252B" w:rsidRPr="002813C1">
        <w:t>c</w:t>
      </w:r>
      <w:r>
        <w:t>’</w:t>
      </w:r>
      <w:r w:rsidR="0024252B" w:rsidRPr="002813C1">
        <w:t>est vrai</w:t>
      </w:r>
      <w:r>
        <w:t xml:space="preserve">, </w:t>
      </w:r>
      <w:r w:rsidR="0024252B" w:rsidRPr="002813C1">
        <w:t>je joue</w:t>
      </w:r>
      <w:r>
        <w:t xml:space="preserve">… </w:t>
      </w:r>
      <w:r w:rsidR="0024252B" w:rsidRPr="002813C1">
        <w:t>On dit</w:t>
      </w:r>
      <w:r>
        <w:t> : « </w:t>
      </w:r>
      <w:r w:rsidR="0024252B" w:rsidRPr="002813C1">
        <w:t xml:space="preserve">Ce gros baron </w:t>
      </w:r>
      <w:proofErr w:type="spellStart"/>
      <w:r w:rsidR="0024252B" w:rsidRPr="002813C1">
        <w:t>Trigault</w:t>
      </w:r>
      <w:proofErr w:type="spellEnd"/>
      <w:r>
        <w:t xml:space="preserve">, </w:t>
      </w:r>
      <w:r w:rsidR="0024252B" w:rsidRPr="002813C1">
        <w:t>quel drôle de corps</w:t>
      </w:r>
      <w:r>
        <w:t xml:space="preserve">, </w:t>
      </w:r>
      <w:r w:rsidR="0024252B" w:rsidRPr="002813C1">
        <w:t>toujours les cartes à la main</w:t>
      </w:r>
      <w:r>
        <w:t> !… »</w:t>
      </w:r>
      <w:r w:rsidR="0024252B" w:rsidRPr="002813C1">
        <w:t xml:space="preserve"> Mais vous savez bien</w:t>
      </w:r>
      <w:r>
        <w:t xml:space="preserve">, </w:t>
      </w:r>
      <w:r w:rsidR="0024252B" w:rsidRPr="002813C1">
        <w:t>vous</w:t>
      </w:r>
      <w:r>
        <w:t xml:space="preserve">, </w:t>
      </w:r>
      <w:r w:rsidR="0024252B" w:rsidRPr="002813C1">
        <w:t>que j</w:t>
      </w:r>
      <w:r>
        <w:t>’</w:t>
      </w:r>
      <w:r w:rsidR="0024252B" w:rsidRPr="002813C1">
        <w:t>ai le jeu en horreur</w:t>
      </w:r>
      <w:r>
        <w:t xml:space="preserve">, </w:t>
      </w:r>
      <w:r w:rsidR="0024252B" w:rsidRPr="002813C1">
        <w:t>que je l</w:t>
      </w:r>
      <w:r>
        <w:t>’</w:t>
      </w:r>
      <w:r w:rsidR="0024252B" w:rsidRPr="002813C1">
        <w:t>exècre</w:t>
      </w:r>
      <w:r>
        <w:t xml:space="preserve">… </w:t>
      </w:r>
      <w:r w:rsidR="0024252B" w:rsidRPr="002813C1">
        <w:t>Seulement</w:t>
      </w:r>
      <w:r>
        <w:t xml:space="preserve">, </w:t>
      </w:r>
      <w:r w:rsidR="0024252B" w:rsidRPr="002813C1">
        <w:t>lorsque je joue</w:t>
      </w:r>
      <w:r>
        <w:t xml:space="preserve">, </w:t>
      </w:r>
      <w:r w:rsidR="0024252B" w:rsidRPr="002813C1">
        <w:t>j</w:t>
      </w:r>
      <w:r>
        <w:t>’</w:t>
      </w:r>
      <w:r w:rsidR="0024252B" w:rsidRPr="002813C1">
        <w:t>arrive quelquefois à oublier</w:t>
      </w:r>
      <w:r>
        <w:t xml:space="preserve">… </w:t>
      </w:r>
      <w:r w:rsidR="0024252B" w:rsidRPr="002813C1">
        <w:t>Il faut bien que j</w:t>
      </w:r>
      <w:r>
        <w:t>’</w:t>
      </w:r>
      <w:r w:rsidR="0024252B" w:rsidRPr="002813C1">
        <w:t>oublie</w:t>
      </w:r>
      <w:r>
        <w:t xml:space="preserve">, </w:t>
      </w:r>
      <w:r w:rsidR="0024252B" w:rsidRPr="002813C1">
        <w:t>n</w:t>
      </w:r>
      <w:r>
        <w:t>’</w:t>
      </w:r>
      <w:r w:rsidR="0024252B" w:rsidRPr="002813C1">
        <w:t>est-ce pas</w:t>
      </w:r>
      <w:r>
        <w:t xml:space="preserve"> ?… </w:t>
      </w:r>
      <w:r w:rsidR="0024252B" w:rsidRPr="002813C1">
        <w:t>J</w:t>
      </w:r>
      <w:r>
        <w:t>’</w:t>
      </w:r>
      <w:r w:rsidR="0024252B" w:rsidRPr="002813C1">
        <w:t>avais d</w:t>
      </w:r>
      <w:r>
        <w:t>’</w:t>
      </w:r>
      <w:r w:rsidR="0024252B" w:rsidRPr="002813C1">
        <w:t>abord essayé de boire</w:t>
      </w:r>
      <w:r>
        <w:t xml:space="preserve">, </w:t>
      </w:r>
      <w:r w:rsidR="0024252B" w:rsidRPr="002813C1">
        <w:t>mais l</w:t>
      </w:r>
      <w:r>
        <w:t>’</w:t>
      </w:r>
      <w:r w:rsidR="0024252B" w:rsidRPr="002813C1">
        <w:t>alcool me glaçait</w:t>
      </w:r>
      <w:r>
        <w:t xml:space="preserve">… </w:t>
      </w:r>
      <w:r w:rsidR="0024252B" w:rsidRPr="002813C1">
        <w:t>j</w:t>
      </w:r>
      <w:r>
        <w:t>’</w:t>
      </w:r>
      <w:r w:rsidR="0024252B" w:rsidRPr="002813C1">
        <w:t>avais la nausée sans l</w:t>
      </w:r>
      <w:r>
        <w:t>’</w:t>
      </w:r>
      <w:r w:rsidR="0024252B" w:rsidRPr="002813C1">
        <w:t>ivresse</w:t>
      </w:r>
      <w:r>
        <w:t xml:space="preserve">. </w:t>
      </w:r>
      <w:r w:rsidR="0024252B" w:rsidRPr="002813C1">
        <w:t>Alors j</w:t>
      </w:r>
      <w:r>
        <w:t>’</w:t>
      </w:r>
      <w:r w:rsidR="0024252B" w:rsidRPr="002813C1">
        <w:t>ai eu recours aux cartes</w:t>
      </w:r>
      <w:r>
        <w:t xml:space="preserve">, </w:t>
      </w:r>
      <w:r w:rsidR="0024252B" w:rsidRPr="002813C1">
        <w:t>et quand l</w:t>
      </w:r>
      <w:r>
        <w:t>’</w:t>
      </w:r>
      <w:r w:rsidR="0024252B" w:rsidRPr="002813C1">
        <w:t>enjeu est considérable et de nature à compromettre ma fortune</w:t>
      </w:r>
      <w:r>
        <w:t xml:space="preserve">, </w:t>
      </w:r>
      <w:r w:rsidR="0024252B" w:rsidRPr="002813C1">
        <w:t>je perds la conscience de mon malheur</w:t>
      </w:r>
      <w:r>
        <w:t> !</w:t>
      </w:r>
    </w:p>
    <w:p w14:paraId="75801379" w14:textId="77777777" w:rsidR="00B77E03" w:rsidRDefault="0024252B" w:rsidP="00B77E03">
      <w:r w:rsidRPr="002813C1">
        <w:t>La baronne eut un petit ricanement sec comme la détente d</w:t>
      </w:r>
      <w:r w:rsidR="00B77E03">
        <w:t>’</w:t>
      </w:r>
      <w:r w:rsidRPr="002813C1">
        <w:t>un ressort d</w:t>
      </w:r>
      <w:r w:rsidR="00B77E03">
        <w:t>’</w:t>
      </w:r>
      <w:r w:rsidRPr="002813C1">
        <w:t>acier</w:t>
      </w:r>
      <w:r w:rsidR="00B77E03">
        <w:t xml:space="preserve">, </w:t>
      </w:r>
      <w:r w:rsidRPr="002813C1">
        <w:t>et d</w:t>
      </w:r>
      <w:r w:rsidR="00B77E03">
        <w:t>’</w:t>
      </w:r>
      <w:r w:rsidRPr="002813C1">
        <w:t>un ton de railleuse commisération</w:t>
      </w:r>
      <w:r w:rsidR="00B77E03">
        <w:t> :</w:t>
      </w:r>
    </w:p>
    <w:p w14:paraId="12406D6B" w14:textId="77777777" w:rsidR="00B77E03" w:rsidRDefault="00B77E03" w:rsidP="00B77E03">
      <w:r>
        <w:t>— </w:t>
      </w:r>
      <w:r w:rsidR="0024252B" w:rsidRPr="002813C1">
        <w:t>Pauvre baron</w:t>
      </w:r>
      <w:r>
        <w:t xml:space="preserve"> ! </w:t>
      </w:r>
      <w:r w:rsidR="0024252B" w:rsidRPr="002813C1">
        <w:t>fit-elle</w:t>
      </w:r>
      <w:r>
        <w:t xml:space="preserve">. </w:t>
      </w:r>
      <w:r w:rsidR="0024252B" w:rsidRPr="002813C1">
        <w:t>C</w:t>
      </w:r>
      <w:r>
        <w:t>’</w:t>
      </w:r>
      <w:r w:rsidR="0024252B" w:rsidRPr="002813C1">
        <w:t>est sans doute aussi pour oublier que vous passez tout le temps où vous ne jouez pas près d</w:t>
      </w:r>
      <w:r>
        <w:t>’</w:t>
      </w:r>
      <w:r w:rsidR="0024252B" w:rsidRPr="002813C1">
        <w:t>une certaine Lia d</w:t>
      </w:r>
      <w:r>
        <w:t>’</w:t>
      </w:r>
      <w:r w:rsidR="0024252B" w:rsidRPr="002813C1">
        <w:t>Argelès</w:t>
      </w:r>
      <w:r>
        <w:t xml:space="preserve">… </w:t>
      </w:r>
      <w:r w:rsidR="0024252B" w:rsidRPr="002813C1">
        <w:t>Elle est fort bien</w:t>
      </w:r>
      <w:r>
        <w:t xml:space="preserve">, </w:t>
      </w:r>
      <w:r w:rsidR="0024252B" w:rsidRPr="002813C1">
        <w:t>cette dame</w:t>
      </w:r>
      <w:r>
        <w:t xml:space="preserve"> ; </w:t>
      </w:r>
      <w:r w:rsidR="0024252B" w:rsidRPr="002813C1">
        <w:t>je l</w:t>
      </w:r>
      <w:r>
        <w:t>’</w:t>
      </w:r>
      <w:r w:rsidR="0024252B" w:rsidRPr="002813C1">
        <w:t>ai aperçue au bois plusieurs fois</w:t>
      </w:r>
      <w:r>
        <w:t>…</w:t>
      </w:r>
    </w:p>
    <w:p w14:paraId="72895198" w14:textId="77777777" w:rsidR="00B77E03" w:rsidRDefault="00B77E03" w:rsidP="00B77E03">
      <w:r>
        <w:t>— </w:t>
      </w:r>
      <w:r w:rsidR="0024252B" w:rsidRPr="002813C1">
        <w:t>Ah</w:t>
      </w:r>
      <w:r>
        <w:t xml:space="preserve"> ! </w:t>
      </w:r>
      <w:r w:rsidR="0024252B" w:rsidRPr="002813C1">
        <w:t>taisez-vous</w:t>
      </w:r>
      <w:r>
        <w:t xml:space="preserve"> ! </w:t>
      </w:r>
      <w:r w:rsidR="0024252B" w:rsidRPr="002813C1">
        <w:t>s</w:t>
      </w:r>
      <w:r>
        <w:t>’</w:t>
      </w:r>
      <w:r w:rsidR="0024252B" w:rsidRPr="002813C1">
        <w:t>écria le baron</w:t>
      </w:r>
      <w:r>
        <w:t xml:space="preserve">, </w:t>
      </w:r>
      <w:r w:rsidR="0024252B" w:rsidRPr="002813C1">
        <w:t>taisez-vous</w:t>
      </w:r>
      <w:r>
        <w:t xml:space="preserve"> !… </w:t>
      </w:r>
      <w:r w:rsidR="0024252B" w:rsidRPr="002813C1">
        <w:t>N</w:t>
      </w:r>
      <w:r>
        <w:t>’</w:t>
      </w:r>
      <w:r w:rsidR="0024252B" w:rsidRPr="002813C1">
        <w:t>insultez pas une malheureuse qui vaut mieux que vous</w:t>
      </w:r>
      <w:r>
        <w:t>…</w:t>
      </w:r>
    </w:p>
    <w:p w14:paraId="01A62331" w14:textId="77777777" w:rsidR="00B77E03" w:rsidRDefault="0024252B" w:rsidP="00B77E03">
      <w:r w:rsidRPr="002813C1">
        <w:t>Et sentant qu</w:t>
      </w:r>
      <w:r w:rsidR="00B77E03">
        <w:t>’</w:t>
      </w:r>
      <w:r w:rsidRPr="002813C1">
        <w:t>il était à bout</w:t>
      </w:r>
      <w:r w:rsidR="00B77E03">
        <w:t xml:space="preserve">, </w:t>
      </w:r>
      <w:r w:rsidRPr="002813C1">
        <w:t>qu</w:t>
      </w:r>
      <w:r w:rsidR="00B77E03">
        <w:t>’</w:t>
      </w:r>
      <w:r w:rsidRPr="002813C1">
        <w:t>il cessait d</w:t>
      </w:r>
      <w:r w:rsidR="00B77E03">
        <w:t>’</w:t>
      </w:r>
      <w:r w:rsidRPr="002813C1">
        <w:t>être maître de soi</w:t>
      </w:r>
      <w:r w:rsidR="00B77E03">
        <w:t> :</w:t>
      </w:r>
    </w:p>
    <w:p w14:paraId="7D7A763E" w14:textId="77777777" w:rsidR="00B77E03" w:rsidRDefault="00B77E03" w:rsidP="00B77E03">
      <w:r>
        <w:t>— </w:t>
      </w:r>
      <w:r w:rsidR="0024252B" w:rsidRPr="002813C1">
        <w:t>Tenez</w:t>
      </w:r>
      <w:r>
        <w:t xml:space="preserve">, </w:t>
      </w:r>
      <w:r w:rsidR="0024252B" w:rsidRPr="002813C1">
        <w:t>poursuivit-il d</w:t>
      </w:r>
      <w:r>
        <w:t>’</w:t>
      </w:r>
      <w:r w:rsidR="0024252B" w:rsidRPr="002813C1">
        <w:t>une voix rauque</w:t>
      </w:r>
      <w:r>
        <w:t xml:space="preserve">, </w:t>
      </w:r>
      <w:r w:rsidR="0024252B" w:rsidRPr="002813C1">
        <w:t>ne me bravez pas davantage</w:t>
      </w:r>
      <w:r>
        <w:t xml:space="preserve">… </w:t>
      </w:r>
      <w:r w:rsidR="0024252B" w:rsidRPr="002813C1">
        <w:t>Sortez</w:t>
      </w:r>
      <w:r>
        <w:t xml:space="preserve">, </w:t>
      </w:r>
      <w:r w:rsidR="0024252B" w:rsidRPr="002813C1">
        <w:t>ou je ne réponds plus de rien</w:t>
      </w:r>
      <w:r>
        <w:t> !…</w:t>
      </w:r>
    </w:p>
    <w:p w14:paraId="3B7662D1" w14:textId="77777777" w:rsidR="00B77E03" w:rsidRDefault="0024252B" w:rsidP="00B77E03">
      <w:r w:rsidRPr="002813C1">
        <w:lastRenderedPageBreak/>
        <w:t>Pascal entendit remuer une chaise</w:t>
      </w:r>
      <w:r w:rsidR="00B77E03">
        <w:t xml:space="preserve">, </w:t>
      </w:r>
      <w:r w:rsidRPr="002813C1">
        <w:t>le parquet cria</w:t>
      </w:r>
      <w:r w:rsidR="00B77E03">
        <w:t xml:space="preserve">, </w:t>
      </w:r>
      <w:r w:rsidRPr="002813C1">
        <w:t>et presque aussitôt une femme traversa rapidement le fumoir</w:t>
      </w:r>
      <w:r w:rsidR="00B77E03">
        <w:t>…</w:t>
      </w:r>
    </w:p>
    <w:p w14:paraId="39E54468" w14:textId="77777777" w:rsidR="00B77E03" w:rsidRDefault="0024252B" w:rsidP="00B77E03">
      <w:r w:rsidRPr="002813C1">
        <w:t>Comment ne l</w:t>
      </w:r>
      <w:r w:rsidR="00B77E03">
        <w:t>’</w:t>
      </w:r>
      <w:r w:rsidRPr="002813C1">
        <w:t>aperçut-elle pas</w:t>
      </w:r>
      <w:r w:rsidR="00B77E03">
        <w:t xml:space="preserve"> ? </w:t>
      </w:r>
      <w:r w:rsidRPr="002813C1">
        <w:t>cela tint à la place où il était</w:t>
      </w:r>
      <w:r w:rsidR="00B77E03">
        <w:t xml:space="preserve">, </w:t>
      </w:r>
      <w:r w:rsidRPr="002813C1">
        <w:t>et aussi à ce qu</w:t>
      </w:r>
      <w:r w:rsidR="00B77E03">
        <w:t>’</w:t>
      </w:r>
      <w:r w:rsidRPr="002813C1">
        <w:t>elle devait être extraordinairement agitée</w:t>
      </w:r>
      <w:r w:rsidR="00B77E03">
        <w:t xml:space="preserve">, </w:t>
      </w:r>
      <w:r w:rsidRPr="002813C1">
        <w:t>malgré ses bravades</w:t>
      </w:r>
      <w:r w:rsidR="00B77E03">
        <w:t>…</w:t>
      </w:r>
    </w:p>
    <w:p w14:paraId="1F43924B" w14:textId="77777777" w:rsidR="00B77E03" w:rsidRDefault="0024252B" w:rsidP="00B77E03">
      <w:r w:rsidRPr="002813C1">
        <w:t>Mais il la vit</w:t>
      </w:r>
      <w:r w:rsidR="00B77E03">
        <w:t xml:space="preserve">, </w:t>
      </w:r>
      <w:r w:rsidRPr="002813C1">
        <w:t>lui</w:t>
      </w:r>
      <w:r w:rsidR="00B77E03">
        <w:t xml:space="preserve">, </w:t>
      </w:r>
      <w:r w:rsidRPr="002813C1">
        <w:t>et il eut comme un éblouissement</w:t>
      </w:r>
      <w:r w:rsidR="00B77E03">
        <w:t>.</w:t>
      </w:r>
    </w:p>
    <w:p w14:paraId="5E243370" w14:textId="77777777" w:rsidR="00B77E03" w:rsidRDefault="00B77E03" w:rsidP="00B77E03">
      <w:r>
        <w:t>— </w:t>
      </w:r>
      <w:r w:rsidR="0024252B" w:rsidRPr="002813C1">
        <w:t>Quelle ressemblance</w:t>
      </w:r>
      <w:r>
        <w:t xml:space="preserve">, </w:t>
      </w:r>
      <w:r w:rsidR="0024252B" w:rsidRPr="002813C1">
        <w:t>mon Dieu</w:t>
      </w:r>
      <w:r>
        <w:t xml:space="preserve"> !… </w:t>
      </w:r>
      <w:r w:rsidR="0024252B" w:rsidRPr="002813C1">
        <w:t>murmura-t-il</w:t>
      </w:r>
      <w:r>
        <w:t>.</w:t>
      </w:r>
    </w:p>
    <w:p w14:paraId="34885021" w14:textId="7E500030" w:rsidR="0024252B" w:rsidRPr="002813C1" w:rsidRDefault="0024252B" w:rsidP="00B77E03">
      <w:pPr>
        <w:pStyle w:val="Titre1"/>
      </w:pPr>
      <w:bookmarkStart w:id="2" w:name="_Toc202022827"/>
      <w:r w:rsidRPr="002813C1">
        <w:lastRenderedPageBreak/>
        <w:t>III</w:t>
      </w:r>
      <w:bookmarkEnd w:id="2"/>
      <w:r w:rsidRPr="002813C1">
        <w:br/>
      </w:r>
    </w:p>
    <w:p w14:paraId="123D67E1" w14:textId="77777777" w:rsidR="00B77E03" w:rsidRDefault="0024252B" w:rsidP="00B77E03">
      <w:r w:rsidRPr="002813C1">
        <w:t>C</w:t>
      </w:r>
      <w:r w:rsidR="00B77E03">
        <w:t>’</w:t>
      </w:r>
      <w:r w:rsidRPr="002813C1">
        <w:t>était comme une apparition étrange</w:t>
      </w:r>
      <w:r w:rsidR="00B77E03">
        <w:t xml:space="preserve">, </w:t>
      </w:r>
      <w:r w:rsidRPr="002813C1">
        <w:t>inconcevable</w:t>
      </w:r>
      <w:r w:rsidR="00B77E03">
        <w:t xml:space="preserve">, </w:t>
      </w:r>
      <w:r w:rsidRPr="002813C1">
        <w:t xml:space="preserve">et Pascal </w:t>
      </w:r>
      <w:proofErr w:type="spellStart"/>
      <w:r w:rsidRPr="002813C1">
        <w:t>Férailleur</w:t>
      </w:r>
      <w:proofErr w:type="spellEnd"/>
      <w:r w:rsidRPr="002813C1">
        <w:t xml:space="preserve"> se défendait en vain d</w:t>
      </w:r>
      <w:r w:rsidR="00B77E03">
        <w:t>’</w:t>
      </w:r>
      <w:r w:rsidRPr="002813C1">
        <w:t>un mystérieux effroi</w:t>
      </w:r>
      <w:r w:rsidR="00B77E03">
        <w:t xml:space="preserve">, </w:t>
      </w:r>
      <w:r w:rsidRPr="002813C1">
        <w:t>quand des pas pesants et mal assurés firent de nouveau craquer le parquet de la salle à manger</w:t>
      </w:r>
      <w:r w:rsidR="00B77E03">
        <w:t>.</w:t>
      </w:r>
    </w:p>
    <w:p w14:paraId="5E7994A2" w14:textId="77777777" w:rsidR="00B77E03" w:rsidRDefault="0024252B" w:rsidP="00B77E03">
      <w:r w:rsidRPr="002813C1">
        <w:t>Ce bruit lui rendit la conscience de la réalité</w:t>
      </w:r>
      <w:r w:rsidR="00B77E03">
        <w:t>.</w:t>
      </w:r>
    </w:p>
    <w:p w14:paraId="5AA677B9" w14:textId="77777777" w:rsidR="00B77E03" w:rsidRDefault="00B77E03" w:rsidP="00B77E03">
      <w:r>
        <w:t>— </w:t>
      </w:r>
      <w:r w:rsidR="0024252B" w:rsidRPr="002813C1">
        <w:t>C</w:t>
      </w:r>
      <w:r>
        <w:t>’</w:t>
      </w:r>
      <w:r w:rsidR="0024252B" w:rsidRPr="002813C1">
        <w:t>est lui</w:t>
      </w:r>
      <w:r>
        <w:t xml:space="preserve">, </w:t>
      </w:r>
      <w:r w:rsidR="0024252B" w:rsidRPr="002813C1">
        <w:t>pensa-t-il</w:t>
      </w:r>
      <w:r>
        <w:t xml:space="preserve">, </w:t>
      </w:r>
      <w:r w:rsidR="0024252B" w:rsidRPr="002813C1">
        <w:t>c</w:t>
      </w:r>
      <w:r>
        <w:t>’</w:t>
      </w:r>
      <w:r w:rsidR="0024252B" w:rsidRPr="002813C1">
        <w:t>est le baron</w:t>
      </w:r>
      <w:r>
        <w:t xml:space="preserve">… </w:t>
      </w:r>
      <w:r w:rsidR="0024252B" w:rsidRPr="002813C1">
        <w:t>il vient</w:t>
      </w:r>
      <w:r>
        <w:t xml:space="preserve">. </w:t>
      </w:r>
      <w:r w:rsidR="0024252B" w:rsidRPr="002813C1">
        <w:t>S</w:t>
      </w:r>
      <w:r>
        <w:t>’</w:t>
      </w:r>
      <w:r w:rsidR="0024252B" w:rsidRPr="002813C1">
        <w:t>il me trouve ici je suis perdu</w:t>
      </w:r>
      <w:r>
        <w:t xml:space="preserve"> : </w:t>
      </w:r>
      <w:r w:rsidR="0024252B" w:rsidRPr="002813C1">
        <w:t>jamais il ne consentira à m</w:t>
      </w:r>
      <w:r>
        <w:t>’</w:t>
      </w:r>
      <w:r w:rsidR="0024252B" w:rsidRPr="002813C1">
        <w:t>aider</w:t>
      </w:r>
      <w:r>
        <w:t xml:space="preserve">… </w:t>
      </w:r>
      <w:r w:rsidR="0024252B" w:rsidRPr="002813C1">
        <w:t>Un homme ne pardonne pas à un autre homme d</w:t>
      </w:r>
      <w:r>
        <w:t>’</w:t>
      </w:r>
      <w:r w:rsidR="0024252B" w:rsidRPr="002813C1">
        <w:t>avoir entendu ce que je viens d</w:t>
      </w:r>
      <w:r>
        <w:t>’</w:t>
      </w:r>
      <w:r w:rsidR="0024252B" w:rsidRPr="002813C1">
        <w:t>entendre</w:t>
      </w:r>
      <w:r>
        <w:t>…</w:t>
      </w:r>
    </w:p>
    <w:p w14:paraId="5D964CB7" w14:textId="77777777" w:rsidR="00B77E03" w:rsidRDefault="0024252B" w:rsidP="00B77E03">
      <w:r w:rsidRPr="002813C1">
        <w:t>Pourquoi ne pas fuir</w:t>
      </w:r>
      <w:r w:rsidR="00B77E03">
        <w:t xml:space="preserve">, </w:t>
      </w:r>
      <w:r w:rsidRPr="002813C1">
        <w:t>disparaître</w:t>
      </w:r>
      <w:r w:rsidR="00B77E03">
        <w:t xml:space="preserve"> ?… </w:t>
      </w:r>
      <w:r w:rsidRPr="002813C1">
        <w:t xml:space="preserve">La carte portant le nom de </w:t>
      </w:r>
      <w:proofErr w:type="spellStart"/>
      <w:r w:rsidRPr="002813C1">
        <w:t>Mauméjan</w:t>
      </w:r>
      <w:proofErr w:type="spellEnd"/>
      <w:r w:rsidR="00B77E03">
        <w:t xml:space="preserve">, </w:t>
      </w:r>
      <w:r w:rsidRPr="002813C1">
        <w:t>ne serait pas une preuve de sa visite</w:t>
      </w:r>
      <w:r w:rsidR="00B77E03">
        <w:t xml:space="preserve">… </w:t>
      </w:r>
      <w:r w:rsidRPr="002813C1">
        <w:t>Il reverrait le baron plus tard</w:t>
      </w:r>
      <w:r w:rsidR="00B77E03">
        <w:t xml:space="preserve">, </w:t>
      </w:r>
      <w:r w:rsidRPr="002813C1">
        <w:t>un autre jour</w:t>
      </w:r>
      <w:r w:rsidR="00B77E03">
        <w:t xml:space="preserve">, </w:t>
      </w:r>
      <w:r w:rsidRPr="002813C1">
        <w:t>ailleurs qu</w:t>
      </w:r>
      <w:r w:rsidR="00B77E03">
        <w:t>’</w:t>
      </w:r>
      <w:r w:rsidRPr="002813C1">
        <w:t>à son hôtel</w:t>
      </w:r>
      <w:r w:rsidR="00B77E03">
        <w:t xml:space="preserve">, </w:t>
      </w:r>
      <w:r w:rsidRPr="002813C1">
        <w:t>pour n</w:t>
      </w:r>
      <w:r w:rsidR="00B77E03">
        <w:t>’</w:t>
      </w:r>
      <w:r w:rsidRPr="002813C1">
        <w:t>être pas reconnu par les domestiques</w:t>
      </w:r>
      <w:r w:rsidR="00B77E03">
        <w:t>…</w:t>
      </w:r>
    </w:p>
    <w:p w14:paraId="1A24DF7A" w14:textId="77777777" w:rsidR="00B77E03" w:rsidRDefault="0024252B" w:rsidP="00B77E03">
      <w:r w:rsidRPr="002813C1">
        <w:t>Toutes ces réflexions traversèrent son esprit comme l</w:t>
      </w:r>
      <w:r w:rsidR="00B77E03">
        <w:t>’</w:t>
      </w:r>
      <w:r w:rsidRPr="002813C1">
        <w:t>éclair</w:t>
      </w:r>
      <w:r w:rsidR="00B77E03">
        <w:t xml:space="preserve">, </w:t>
      </w:r>
      <w:r w:rsidRPr="002813C1">
        <w:t>et déjà il prenait son élan</w:t>
      </w:r>
      <w:r w:rsidR="00B77E03">
        <w:t xml:space="preserve">, </w:t>
      </w:r>
      <w:r w:rsidRPr="002813C1">
        <w:t>quand un cri rauque le cloua sur place</w:t>
      </w:r>
      <w:r w:rsidR="00B77E03">
        <w:t>.</w:t>
      </w:r>
    </w:p>
    <w:p w14:paraId="3371F9AC" w14:textId="77777777" w:rsidR="00B77E03" w:rsidRDefault="0024252B" w:rsidP="00B77E03">
      <w:r w:rsidRPr="002813C1">
        <w:t xml:space="preserve">Le baron </w:t>
      </w:r>
      <w:proofErr w:type="spellStart"/>
      <w:r w:rsidRPr="002813C1">
        <w:t>Trigault</w:t>
      </w:r>
      <w:proofErr w:type="spellEnd"/>
      <w:r w:rsidRPr="002813C1">
        <w:t xml:space="preserve"> était debout dans le cadre de la porte de communication</w:t>
      </w:r>
      <w:r w:rsidR="00B77E03">
        <w:t>.</w:t>
      </w:r>
    </w:p>
    <w:p w14:paraId="045B2105" w14:textId="77777777" w:rsidR="00B77E03" w:rsidRDefault="0024252B" w:rsidP="00B77E03">
      <w:r w:rsidRPr="002813C1">
        <w:t>Son émotion</w:t>
      </w:r>
      <w:r w:rsidR="00B77E03">
        <w:t xml:space="preserve">, </w:t>
      </w:r>
      <w:r w:rsidRPr="002813C1">
        <w:t>comme il arrive à tous les gens de forte corpulence</w:t>
      </w:r>
      <w:r w:rsidR="00B77E03">
        <w:t xml:space="preserve">, </w:t>
      </w:r>
      <w:r w:rsidRPr="002813C1">
        <w:t>se trahissait par d</w:t>
      </w:r>
      <w:r w:rsidR="00B77E03">
        <w:t>’</w:t>
      </w:r>
      <w:r w:rsidRPr="002813C1">
        <w:t>affreux désordres</w:t>
      </w:r>
      <w:r w:rsidR="00B77E03">
        <w:t xml:space="preserve">… </w:t>
      </w:r>
      <w:r w:rsidRPr="002813C1">
        <w:t>Son visage était littéralement décomposé</w:t>
      </w:r>
      <w:r w:rsidR="00B77E03">
        <w:t xml:space="preserve">, </w:t>
      </w:r>
      <w:r w:rsidRPr="002813C1">
        <w:t>il avait les lèvres plus blanches qu</w:t>
      </w:r>
      <w:r w:rsidR="00B77E03">
        <w:t>’</w:t>
      </w:r>
      <w:r w:rsidRPr="002813C1">
        <w:t>un linge</w:t>
      </w:r>
      <w:r w:rsidR="00B77E03">
        <w:t xml:space="preserve">, </w:t>
      </w:r>
      <w:r w:rsidRPr="002813C1">
        <w:t>et l</w:t>
      </w:r>
      <w:r w:rsidR="00B77E03">
        <w:t>’</w:t>
      </w:r>
      <w:r w:rsidRPr="002813C1">
        <w:t>œil injecté comme après un coup de sang</w:t>
      </w:r>
      <w:r w:rsidR="00B77E03">
        <w:t>…</w:t>
      </w:r>
    </w:p>
    <w:p w14:paraId="3CFFE10F" w14:textId="77777777" w:rsidR="00B77E03" w:rsidRDefault="00B77E03" w:rsidP="00B77E03">
      <w:r>
        <w:t>— </w:t>
      </w:r>
      <w:r w:rsidR="0024252B" w:rsidRPr="002813C1">
        <w:t>Comment êtes-vous là</w:t>
      </w:r>
      <w:r>
        <w:t xml:space="preserve"> ?… </w:t>
      </w:r>
      <w:r w:rsidR="0024252B" w:rsidRPr="002813C1">
        <w:t>demanda-t-il d</w:t>
      </w:r>
      <w:r>
        <w:t>’</w:t>
      </w:r>
      <w:r w:rsidR="0024252B" w:rsidRPr="002813C1">
        <w:t>une voix étranglée</w:t>
      </w:r>
      <w:r>
        <w:t>.</w:t>
      </w:r>
    </w:p>
    <w:p w14:paraId="5C4E4F89" w14:textId="77777777" w:rsidR="00B77E03" w:rsidRDefault="00B77E03" w:rsidP="00B77E03">
      <w:r>
        <w:lastRenderedPageBreak/>
        <w:t>— </w:t>
      </w:r>
      <w:r w:rsidR="0024252B" w:rsidRPr="002813C1">
        <w:t>Vos domestiques m</w:t>
      </w:r>
      <w:r>
        <w:t>’</w:t>
      </w:r>
      <w:r w:rsidR="0024252B" w:rsidRPr="002813C1">
        <w:t>ont fait entrer</w:t>
      </w:r>
      <w:r>
        <w:t>.</w:t>
      </w:r>
    </w:p>
    <w:p w14:paraId="24B5FF24" w14:textId="77777777" w:rsidR="00B77E03" w:rsidRDefault="00B77E03" w:rsidP="00B77E03">
      <w:r>
        <w:t>— </w:t>
      </w:r>
      <w:r w:rsidR="0024252B" w:rsidRPr="002813C1">
        <w:t>Qui êtes-vous</w:t>
      </w:r>
      <w:r>
        <w:t> ?</w:t>
      </w:r>
    </w:p>
    <w:p w14:paraId="131C34DD" w14:textId="77777777" w:rsidR="00B77E03" w:rsidRDefault="00B77E03" w:rsidP="00B77E03">
      <w:r>
        <w:t>— </w:t>
      </w:r>
      <w:r w:rsidR="0024252B" w:rsidRPr="002813C1">
        <w:t>Quoi</w:t>
      </w:r>
      <w:r>
        <w:t xml:space="preserve"> !… </w:t>
      </w:r>
      <w:r w:rsidR="0024252B" w:rsidRPr="002813C1">
        <w:t>monsieur</w:t>
      </w:r>
      <w:r>
        <w:t xml:space="preserve">, </w:t>
      </w:r>
      <w:r w:rsidR="0024252B" w:rsidRPr="002813C1">
        <w:t>vous ne me reconnaissez pas</w:t>
      </w:r>
      <w:r>
        <w:t> !…</w:t>
      </w:r>
    </w:p>
    <w:p w14:paraId="66A5D3C9" w14:textId="77777777" w:rsidR="00B77E03" w:rsidRDefault="0024252B" w:rsidP="00B77E03">
      <w:r w:rsidRPr="002813C1">
        <w:t>Pascal</w:t>
      </w:r>
      <w:r w:rsidR="00B77E03">
        <w:t xml:space="preserve">, </w:t>
      </w:r>
      <w:r w:rsidRPr="002813C1">
        <w:t>dans son trouble</w:t>
      </w:r>
      <w:r w:rsidR="00B77E03">
        <w:t xml:space="preserve">, </w:t>
      </w:r>
      <w:r w:rsidRPr="002813C1">
        <w:t>oubliait que le baron ne l</w:t>
      </w:r>
      <w:r w:rsidR="00B77E03">
        <w:t>’</w:t>
      </w:r>
      <w:r w:rsidRPr="002813C1">
        <w:t>avait vu que deux fois</w:t>
      </w:r>
      <w:r w:rsidR="00B77E03">
        <w:t xml:space="preserve">… </w:t>
      </w:r>
      <w:r w:rsidRPr="002813C1">
        <w:t>Il oubliait sa barbe coupée</w:t>
      </w:r>
      <w:r w:rsidR="00B77E03">
        <w:t xml:space="preserve">, </w:t>
      </w:r>
      <w:r w:rsidRPr="002813C1">
        <w:t>ses vêtements presque misérables</w:t>
      </w:r>
      <w:r w:rsidR="00B77E03">
        <w:t xml:space="preserve">, </w:t>
      </w:r>
      <w:r w:rsidRPr="002813C1">
        <w:t>toutes ses précautions pour se rendre méconnaissable</w:t>
      </w:r>
      <w:r w:rsidR="00B77E03">
        <w:t>.</w:t>
      </w:r>
    </w:p>
    <w:p w14:paraId="518A136E" w14:textId="77777777" w:rsidR="00B77E03" w:rsidRDefault="00B77E03" w:rsidP="00B77E03">
      <w:r>
        <w:t>— </w:t>
      </w:r>
      <w:r w:rsidR="0024252B" w:rsidRPr="002813C1">
        <w:t>Je n</w:t>
      </w:r>
      <w:r>
        <w:t>’</w:t>
      </w:r>
      <w:r w:rsidR="0024252B" w:rsidRPr="002813C1">
        <w:t xml:space="preserve">ai jamais connu personne du nom de </w:t>
      </w:r>
      <w:proofErr w:type="spellStart"/>
      <w:r w:rsidR="0024252B" w:rsidRPr="002813C1">
        <w:t>Mauméjan</w:t>
      </w:r>
      <w:proofErr w:type="spellEnd"/>
      <w:r>
        <w:t xml:space="preserve">, </w:t>
      </w:r>
      <w:r w:rsidR="0024252B" w:rsidRPr="002813C1">
        <w:t>dit le baron</w:t>
      </w:r>
      <w:r>
        <w:t>.</w:t>
      </w:r>
    </w:p>
    <w:p w14:paraId="74CCCB85" w14:textId="1A8B6CCC" w:rsidR="00B77E03" w:rsidRDefault="00B77E03" w:rsidP="00B77E03">
      <w:r>
        <w:t>— </w:t>
      </w:r>
      <w:r w:rsidR="0024252B" w:rsidRPr="002813C1">
        <w:t>Eh</w:t>
      </w:r>
      <w:r>
        <w:t xml:space="preserve"> !… </w:t>
      </w:r>
      <w:r w:rsidR="0024252B" w:rsidRPr="002813C1">
        <w:t>Monsieur</w:t>
      </w:r>
      <w:r>
        <w:t xml:space="preserve">, </w:t>
      </w:r>
      <w:r w:rsidR="0024252B" w:rsidRPr="002813C1">
        <w:t>ce nom n</w:t>
      </w:r>
      <w:r>
        <w:t>’</w:t>
      </w:r>
      <w:r w:rsidR="0024252B" w:rsidRPr="002813C1">
        <w:t>est pas le mien</w:t>
      </w:r>
      <w:r>
        <w:t xml:space="preserve">… </w:t>
      </w:r>
      <w:r w:rsidR="0024252B" w:rsidRPr="002813C1">
        <w:t>Avez-vous donc oublié l</w:t>
      </w:r>
      <w:r>
        <w:t>’</w:t>
      </w:r>
      <w:r w:rsidR="0024252B" w:rsidRPr="002813C1">
        <w:t>honnête homme qui</w:t>
      </w:r>
      <w:r>
        <w:t xml:space="preserve">, </w:t>
      </w:r>
      <w:r w:rsidR="0024252B" w:rsidRPr="002813C1">
        <w:t xml:space="preserve">chez </w:t>
      </w:r>
      <w:r>
        <w:t>M</w:t>
      </w:r>
      <w:r w:rsidRPr="00B77E03">
        <w:rPr>
          <w:vertAlign w:val="superscript"/>
        </w:rPr>
        <w:t>me</w:t>
      </w:r>
      <w:r>
        <w:t> </w:t>
      </w:r>
      <w:r w:rsidR="0024252B" w:rsidRPr="002813C1">
        <w:t>d</w:t>
      </w:r>
      <w:r>
        <w:t>’</w:t>
      </w:r>
      <w:r w:rsidR="0024252B" w:rsidRPr="002813C1">
        <w:t>Argelès</w:t>
      </w:r>
      <w:r>
        <w:t xml:space="preserve">, </w:t>
      </w:r>
      <w:r w:rsidR="0024252B" w:rsidRPr="002813C1">
        <w:t xml:space="preserve">est tombé dans le piège infâme que lui avait tendu le vicomte de </w:t>
      </w:r>
      <w:proofErr w:type="spellStart"/>
      <w:r w:rsidR="0024252B" w:rsidRPr="002813C1">
        <w:t>Coralth</w:t>
      </w:r>
      <w:proofErr w:type="spellEnd"/>
      <w:r>
        <w:t> ?</w:t>
      </w:r>
    </w:p>
    <w:p w14:paraId="341004C2" w14:textId="77777777" w:rsidR="00B77E03" w:rsidRDefault="0024252B" w:rsidP="00B77E03">
      <w:r w:rsidRPr="002813C1">
        <w:t>Le baron se frappa le front</w:t>
      </w:r>
      <w:r w:rsidR="00B77E03">
        <w:t>.</w:t>
      </w:r>
    </w:p>
    <w:p w14:paraId="6089E49D" w14:textId="77777777" w:rsidR="00B77E03" w:rsidRDefault="00B77E03" w:rsidP="00B77E03">
      <w:r>
        <w:t>— </w:t>
      </w:r>
      <w:r w:rsidR="0024252B" w:rsidRPr="002813C1">
        <w:t>C</w:t>
      </w:r>
      <w:r>
        <w:t>’</w:t>
      </w:r>
      <w:r w:rsidR="0024252B" w:rsidRPr="002813C1">
        <w:t>est vrai</w:t>
      </w:r>
      <w:r>
        <w:t xml:space="preserve">, </w:t>
      </w:r>
      <w:r w:rsidR="0024252B" w:rsidRPr="002813C1">
        <w:t>fit-il</w:t>
      </w:r>
      <w:r>
        <w:t xml:space="preserve">, </w:t>
      </w:r>
      <w:r w:rsidR="0024252B" w:rsidRPr="002813C1">
        <w:t>c</w:t>
      </w:r>
      <w:r>
        <w:t>’</w:t>
      </w:r>
      <w:r w:rsidR="0024252B" w:rsidRPr="002813C1">
        <w:t>est vrai</w:t>
      </w:r>
      <w:r>
        <w:t xml:space="preserve">, </w:t>
      </w:r>
      <w:r w:rsidR="0024252B" w:rsidRPr="002813C1">
        <w:t>je vous remets maintenant</w:t>
      </w:r>
      <w:r>
        <w:t>.</w:t>
      </w:r>
    </w:p>
    <w:p w14:paraId="184ACCDA" w14:textId="77777777" w:rsidR="00B77E03" w:rsidRDefault="0024252B" w:rsidP="00B77E03">
      <w:r w:rsidRPr="002813C1">
        <w:t>Et</w:t>
      </w:r>
      <w:r w:rsidR="00B77E03">
        <w:t xml:space="preserve">, </w:t>
      </w:r>
      <w:r w:rsidRPr="002813C1">
        <w:t>torturé par le souvenir de l</w:t>
      </w:r>
      <w:r w:rsidR="00B77E03">
        <w:t>’</w:t>
      </w:r>
      <w:r w:rsidRPr="002813C1">
        <w:t>affreuse explication qui venait d</w:t>
      </w:r>
      <w:r w:rsidR="00B77E03">
        <w:t>’</w:t>
      </w:r>
      <w:r w:rsidRPr="002813C1">
        <w:t>avoir lieu</w:t>
      </w:r>
      <w:r w:rsidR="00B77E03">
        <w:t> :</w:t>
      </w:r>
    </w:p>
    <w:p w14:paraId="39A63F39" w14:textId="77777777" w:rsidR="00B77E03" w:rsidRDefault="00B77E03" w:rsidP="00B77E03">
      <w:r>
        <w:t>— </w:t>
      </w:r>
      <w:r w:rsidR="0024252B" w:rsidRPr="002813C1">
        <w:t>Depuis combien de temps êtes-vous ici</w:t>
      </w:r>
      <w:r>
        <w:t xml:space="preserve"> ? </w:t>
      </w:r>
      <w:r w:rsidR="0024252B" w:rsidRPr="002813C1">
        <w:t>interrogea-t-il</w:t>
      </w:r>
      <w:r>
        <w:t>.</w:t>
      </w:r>
    </w:p>
    <w:p w14:paraId="1BE70448" w14:textId="77777777" w:rsidR="00B77E03" w:rsidRDefault="0024252B" w:rsidP="00B77E03">
      <w:r w:rsidRPr="002813C1">
        <w:t>Fallait-il mentir ou confesser la vérité</w:t>
      </w:r>
      <w:r w:rsidR="00B77E03">
        <w:t> ?…</w:t>
      </w:r>
    </w:p>
    <w:p w14:paraId="62779B2D" w14:textId="77777777" w:rsidR="00B77E03" w:rsidRDefault="0024252B" w:rsidP="00B77E03">
      <w:r w:rsidRPr="002813C1">
        <w:t>Pascal hésita</w:t>
      </w:r>
      <w:r w:rsidR="00B77E03">
        <w:t xml:space="preserve">, </w:t>
      </w:r>
      <w:r w:rsidRPr="002813C1">
        <w:t>mais son hésitation ne dura pas la dixième partie d</w:t>
      </w:r>
      <w:r w:rsidR="00B77E03">
        <w:t>’</w:t>
      </w:r>
      <w:r w:rsidRPr="002813C1">
        <w:t>une seconde</w:t>
      </w:r>
      <w:r w:rsidR="00B77E03">
        <w:t>.</w:t>
      </w:r>
    </w:p>
    <w:p w14:paraId="1E5E93FD" w14:textId="77777777" w:rsidR="00B77E03" w:rsidRDefault="00B77E03" w:rsidP="00B77E03">
      <w:r>
        <w:t>— </w:t>
      </w:r>
      <w:r w:rsidR="0024252B" w:rsidRPr="002813C1">
        <w:t>Je suis ici depuis une demi-heure environ</w:t>
      </w:r>
      <w:r>
        <w:t xml:space="preserve">, </w:t>
      </w:r>
      <w:r w:rsidR="0024252B" w:rsidRPr="002813C1">
        <w:t>répondit-il</w:t>
      </w:r>
      <w:r>
        <w:t>.</w:t>
      </w:r>
    </w:p>
    <w:p w14:paraId="593E887F" w14:textId="77777777" w:rsidR="00B77E03" w:rsidRDefault="0024252B" w:rsidP="00B77E03">
      <w:r w:rsidRPr="002813C1">
        <w:t>Un flot de sang empourpra les joues livides du baron</w:t>
      </w:r>
      <w:r w:rsidR="00B77E03">
        <w:t xml:space="preserve">, </w:t>
      </w:r>
      <w:r w:rsidRPr="002813C1">
        <w:t>ses yeux étincelèrent et</w:t>
      </w:r>
      <w:r w:rsidR="00B77E03">
        <w:t xml:space="preserve">, </w:t>
      </w:r>
      <w:r w:rsidRPr="002813C1">
        <w:t>à son geste menaçant</w:t>
      </w:r>
      <w:r w:rsidR="00B77E03">
        <w:t xml:space="preserve">, </w:t>
      </w:r>
      <w:r w:rsidRPr="002813C1">
        <w:t>il fut aisé de voir que la tentation le prenait de se précipiter</w:t>
      </w:r>
      <w:r w:rsidR="00B77E03">
        <w:t xml:space="preserve">, </w:t>
      </w:r>
      <w:r w:rsidRPr="002813C1">
        <w:t>pour l</w:t>
      </w:r>
      <w:r w:rsidR="00B77E03">
        <w:t>’</w:t>
      </w:r>
      <w:r w:rsidRPr="002813C1">
        <w:t>étrangler</w:t>
      </w:r>
      <w:r w:rsidR="00B77E03">
        <w:t xml:space="preserve">, </w:t>
      </w:r>
      <w:r w:rsidRPr="002813C1">
        <w:lastRenderedPageBreak/>
        <w:t>sur cet homme qui avait surpris les secrets honteux et terribles de son intérieur</w:t>
      </w:r>
      <w:r w:rsidR="00B77E03">
        <w:t>.</w:t>
      </w:r>
    </w:p>
    <w:p w14:paraId="6632078B" w14:textId="77777777" w:rsidR="00B77E03" w:rsidRDefault="0024252B" w:rsidP="00B77E03">
      <w:r w:rsidRPr="002813C1">
        <w:t>Mais ce fut le dernier effort de son énergie</w:t>
      </w:r>
      <w:r w:rsidR="00B77E03">
        <w:t>…</w:t>
      </w:r>
    </w:p>
    <w:p w14:paraId="5BE166CF" w14:textId="77777777" w:rsidR="00B77E03" w:rsidRDefault="0024252B" w:rsidP="00B77E03">
      <w:r w:rsidRPr="002813C1">
        <w:t>La scène atroce qu</w:t>
      </w:r>
      <w:r w:rsidR="00B77E03">
        <w:t>’</w:t>
      </w:r>
      <w:r w:rsidRPr="002813C1">
        <w:t>il venait de subir l</w:t>
      </w:r>
      <w:r w:rsidR="00B77E03">
        <w:t>’</w:t>
      </w:r>
      <w:r w:rsidRPr="002813C1">
        <w:t>avait brisé</w:t>
      </w:r>
      <w:r w:rsidR="00B77E03">
        <w:t xml:space="preserve">, </w:t>
      </w:r>
      <w:r w:rsidRPr="002813C1">
        <w:t>et c</w:t>
      </w:r>
      <w:r w:rsidR="00B77E03">
        <w:t>’</w:t>
      </w:r>
      <w:r w:rsidRPr="002813C1">
        <w:t>est d</w:t>
      </w:r>
      <w:r w:rsidR="00B77E03">
        <w:t>’</w:t>
      </w:r>
      <w:r w:rsidRPr="002813C1">
        <w:t>une voix défaillante qu</w:t>
      </w:r>
      <w:r w:rsidR="00B77E03">
        <w:t>’</w:t>
      </w:r>
      <w:r w:rsidRPr="002813C1">
        <w:t>il dit</w:t>
      </w:r>
      <w:r w:rsidR="00B77E03">
        <w:t> :</w:t>
      </w:r>
    </w:p>
    <w:p w14:paraId="25BB0F26" w14:textId="77777777" w:rsidR="00B77E03" w:rsidRDefault="00B77E03" w:rsidP="00B77E03">
      <w:r>
        <w:t>— </w:t>
      </w:r>
      <w:r w:rsidR="0024252B" w:rsidRPr="002813C1">
        <w:t>Alors</w:t>
      </w:r>
      <w:r>
        <w:t xml:space="preserve">, </w:t>
      </w:r>
      <w:r w:rsidR="0024252B" w:rsidRPr="002813C1">
        <w:t>vous n</w:t>
      </w:r>
      <w:r>
        <w:t>’</w:t>
      </w:r>
      <w:r w:rsidR="0024252B" w:rsidRPr="002813C1">
        <w:t>avez pas perdu</w:t>
      </w:r>
      <w:r>
        <w:t xml:space="preserve">… </w:t>
      </w:r>
      <w:r w:rsidR="0024252B" w:rsidRPr="002813C1">
        <w:t>un mot de ce qui</w:t>
      </w:r>
      <w:r>
        <w:t xml:space="preserve">… </w:t>
      </w:r>
      <w:r w:rsidR="0024252B" w:rsidRPr="002813C1">
        <w:t>se disait de l</w:t>
      </w:r>
      <w:r>
        <w:t>’</w:t>
      </w:r>
      <w:r w:rsidR="0024252B" w:rsidRPr="002813C1">
        <w:t>autre côté</w:t>
      </w:r>
      <w:r>
        <w:t> ?</w:t>
      </w:r>
    </w:p>
    <w:p w14:paraId="192E7761" w14:textId="77777777" w:rsidR="00B77E03" w:rsidRDefault="00B77E03" w:rsidP="00B77E03">
      <w:r>
        <w:t>— </w:t>
      </w:r>
      <w:r w:rsidR="0024252B" w:rsidRPr="002813C1">
        <w:t>Pas un</w:t>
      </w:r>
      <w:r>
        <w:t>.</w:t>
      </w:r>
    </w:p>
    <w:p w14:paraId="5D56A19D" w14:textId="77777777" w:rsidR="00B77E03" w:rsidRDefault="0024252B" w:rsidP="00B77E03">
      <w:r w:rsidRPr="002813C1">
        <w:t>Le baron s</w:t>
      </w:r>
      <w:r w:rsidR="00B77E03">
        <w:t>’</w:t>
      </w:r>
      <w:r w:rsidRPr="002813C1">
        <w:t>affaissa sur le divan</w:t>
      </w:r>
      <w:r w:rsidR="00B77E03">
        <w:t>.</w:t>
      </w:r>
    </w:p>
    <w:p w14:paraId="3D0A8F14" w14:textId="45B47178" w:rsidR="00B77E03" w:rsidRDefault="00B77E03" w:rsidP="00B77E03">
      <w:r>
        <w:t>— </w:t>
      </w:r>
      <w:r w:rsidR="0024252B" w:rsidRPr="002813C1">
        <w:t>Ainsi donc</w:t>
      </w:r>
      <w:r>
        <w:t xml:space="preserve">, </w:t>
      </w:r>
      <w:r w:rsidR="0024252B" w:rsidRPr="002813C1">
        <w:t>murmurait-il</w:t>
      </w:r>
      <w:r>
        <w:t xml:space="preserve">, </w:t>
      </w:r>
      <w:r w:rsidR="0024252B" w:rsidRPr="002813C1">
        <w:t>je ne suis plus seul à savoir</w:t>
      </w:r>
      <w:r>
        <w:t xml:space="preserve">… </w:t>
      </w:r>
      <w:r w:rsidR="0024252B" w:rsidRPr="002813C1">
        <w:t>L</w:t>
      </w:r>
      <w:r>
        <w:t>’</w:t>
      </w:r>
      <w:r w:rsidR="0024252B" w:rsidRPr="002813C1">
        <w:t>œil d</w:t>
      </w:r>
      <w:r>
        <w:t>’</w:t>
      </w:r>
      <w:r w:rsidR="0024252B" w:rsidRPr="002813C1">
        <w:t>un étranger a plongé jusqu</w:t>
      </w:r>
      <w:r>
        <w:t>’</w:t>
      </w:r>
      <w:r w:rsidR="0024252B" w:rsidRPr="002813C1">
        <w:t xml:space="preserve">au fond </w:t>
      </w:r>
      <w:r w:rsidR="006436DD">
        <w:t>de</w:t>
      </w:r>
      <w:r w:rsidR="006436DD" w:rsidRPr="002813C1">
        <w:t xml:space="preserve"> </w:t>
      </w:r>
      <w:r w:rsidR="0024252B" w:rsidRPr="002813C1">
        <w:t>l</w:t>
      </w:r>
      <w:r>
        <w:t>’</w:t>
      </w:r>
      <w:r w:rsidR="0024252B" w:rsidRPr="002813C1">
        <w:t>abîme où je suis</w:t>
      </w:r>
      <w:r>
        <w:t xml:space="preserve">… </w:t>
      </w:r>
      <w:r w:rsidR="0024252B" w:rsidRPr="002813C1">
        <w:t>Le secret de mes misères et de mon désespoir ne m</w:t>
      </w:r>
      <w:r>
        <w:t>’</w:t>
      </w:r>
      <w:r w:rsidR="0024252B" w:rsidRPr="002813C1">
        <w:t>appartient plus</w:t>
      </w:r>
      <w:r>
        <w:t> !…</w:t>
      </w:r>
    </w:p>
    <w:p w14:paraId="3378BE65" w14:textId="77777777" w:rsidR="00B77E03" w:rsidRDefault="00B77E03" w:rsidP="00B77E03">
      <w:r>
        <w:t>— </w:t>
      </w:r>
      <w:r w:rsidR="0024252B" w:rsidRPr="002813C1">
        <w:t>Oh</w:t>
      </w:r>
      <w:r>
        <w:t xml:space="preserve"> !… </w:t>
      </w:r>
      <w:r w:rsidR="0024252B" w:rsidRPr="002813C1">
        <w:t>monsieur</w:t>
      </w:r>
      <w:r>
        <w:t xml:space="preserve">, </w:t>
      </w:r>
      <w:r w:rsidR="0024252B" w:rsidRPr="002813C1">
        <w:t>interrompit Pascal</w:t>
      </w:r>
      <w:r>
        <w:t xml:space="preserve">, </w:t>
      </w:r>
      <w:r w:rsidR="0024252B" w:rsidRPr="002813C1">
        <w:t>monsieur</w:t>
      </w:r>
      <w:r>
        <w:t xml:space="preserve"> !… </w:t>
      </w:r>
      <w:r w:rsidR="0024252B" w:rsidRPr="002813C1">
        <w:t>Avant de repasser le seuil de votre hôtel</w:t>
      </w:r>
      <w:r>
        <w:t xml:space="preserve">, </w:t>
      </w:r>
      <w:r w:rsidR="0024252B" w:rsidRPr="002813C1">
        <w:t>j</w:t>
      </w:r>
      <w:r>
        <w:t>’</w:t>
      </w:r>
      <w:r w:rsidR="0024252B" w:rsidRPr="002813C1">
        <w:t>aurai tout oublié</w:t>
      </w:r>
      <w:r>
        <w:t xml:space="preserve">… </w:t>
      </w:r>
      <w:r w:rsidR="0024252B" w:rsidRPr="002813C1">
        <w:t>sur ce qu</w:t>
      </w:r>
      <w:r>
        <w:t>’</w:t>
      </w:r>
      <w:r w:rsidR="0024252B" w:rsidRPr="002813C1">
        <w:t>il y a de sacré au monde</w:t>
      </w:r>
      <w:r>
        <w:t xml:space="preserve">, </w:t>
      </w:r>
      <w:r w:rsidR="0024252B" w:rsidRPr="002813C1">
        <w:t>je vous le jure</w:t>
      </w:r>
      <w:r>
        <w:t> !</w:t>
      </w:r>
    </w:p>
    <w:p w14:paraId="6C2E686C" w14:textId="77777777" w:rsidR="00B77E03" w:rsidRDefault="0024252B" w:rsidP="00B77E03">
      <w:r w:rsidRPr="002813C1">
        <w:t>Il étendait la main comme pour prêter serment</w:t>
      </w:r>
      <w:r w:rsidR="00B77E03">
        <w:t xml:space="preserve">, </w:t>
      </w:r>
      <w:r w:rsidRPr="002813C1">
        <w:t>et cette main loyale</w:t>
      </w:r>
      <w:r w:rsidR="00B77E03">
        <w:t xml:space="preserve">, </w:t>
      </w:r>
      <w:r w:rsidRPr="002813C1">
        <w:t>le baron la saisit et la pressa avec une effusion douloureuse</w:t>
      </w:r>
      <w:r w:rsidR="00B77E03">
        <w:t xml:space="preserve">, </w:t>
      </w:r>
      <w:r w:rsidRPr="002813C1">
        <w:t>en disant</w:t>
      </w:r>
      <w:r w:rsidR="00B77E03">
        <w:t> :</w:t>
      </w:r>
    </w:p>
    <w:p w14:paraId="0FDBCFA2" w14:textId="77777777" w:rsidR="00B77E03" w:rsidRDefault="00B77E03" w:rsidP="00B77E03">
      <w:r>
        <w:t>— </w:t>
      </w:r>
      <w:r w:rsidR="0024252B" w:rsidRPr="002813C1">
        <w:t>Je vous crois</w:t>
      </w:r>
      <w:r>
        <w:t xml:space="preserve"> !… </w:t>
      </w:r>
      <w:r w:rsidR="0024252B" w:rsidRPr="002813C1">
        <w:t>vous êtes un homme d</w:t>
      </w:r>
      <w:r>
        <w:t>’</w:t>
      </w:r>
      <w:r w:rsidR="0024252B" w:rsidRPr="002813C1">
        <w:t>honneur</w:t>
      </w:r>
      <w:r>
        <w:t xml:space="preserve">, </w:t>
      </w:r>
      <w:r w:rsidR="0024252B" w:rsidRPr="002813C1">
        <w:t>vous</w:t>
      </w:r>
      <w:r>
        <w:t xml:space="preserve">… </w:t>
      </w:r>
      <w:r w:rsidR="0024252B" w:rsidRPr="002813C1">
        <w:t>Il ne m</w:t>
      </w:r>
      <w:r>
        <w:t>’</w:t>
      </w:r>
      <w:r w:rsidR="0024252B" w:rsidRPr="002813C1">
        <w:t>a fallu que vous voir chez vous pour en être sûr</w:t>
      </w:r>
      <w:r>
        <w:t xml:space="preserve">… </w:t>
      </w:r>
      <w:r w:rsidR="0024252B" w:rsidRPr="002813C1">
        <w:t>Vous ne rirez pas de mon malheur</w:t>
      </w:r>
      <w:r>
        <w:t xml:space="preserve">, </w:t>
      </w:r>
      <w:r w:rsidR="0024252B" w:rsidRPr="002813C1">
        <w:t>vous</w:t>
      </w:r>
      <w:r>
        <w:t xml:space="preserve">, </w:t>
      </w:r>
      <w:r w:rsidR="0024252B" w:rsidRPr="002813C1">
        <w:t>ni de mes souffrances</w:t>
      </w:r>
      <w:r>
        <w:t>.</w:t>
      </w:r>
    </w:p>
    <w:p w14:paraId="23FAFF6F" w14:textId="77777777" w:rsidR="00B77E03" w:rsidRDefault="0024252B" w:rsidP="00B77E03">
      <w:r w:rsidRPr="002813C1">
        <w:t>Il devait souffrir atrocement</w:t>
      </w:r>
      <w:r w:rsidR="00B77E03">
        <w:t xml:space="preserve">, </w:t>
      </w:r>
      <w:r w:rsidRPr="002813C1">
        <w:t>en effet</w:t>
      </w:r>
      <w:r w:rsidR="00B77E03">
        <w:t xml:space="preserve">, </w:t>
      </w:r>
      <w:r w:rsidRPr="002813C1">
        <w:t>car de grosses larmes roulaient lentement le long de ses joues</w:t>
      </w:r>
      <w:r w:rsidR="00B77E03">
        <w:t>.</w:t>
      </w:r>
    </w:p>
    <w:p w14:paraId="24416309" w14:textId="77777777" w:rsidR="00B77E03" w:rsidRDefault="00B77E03" w:rsidP="00B77E03">
      <w:r>
        <w:t>— </w:t>
      </w:r>
      <w:r w:rsidR="0024252B" w:rsidRPr="002813C1">
        <w:t>Que vous ai-je donc fait</w:t>
      </w:r>
      <w:r>
        <w:t xml:space="preserve">, </w:t>
      </w:r>
      <w:r w:rsidR="0024252B" w:rsidRPr="002813C1">
        <w:t>ô mon Dieu</w:t>
      </w:r>
      <w:r>
        <w:t xml:space="preserve"> !… </w:t>
      </w:r>
      <w:r w:rsidR="0024252B" w:rsidRPr="002813C1">
        <w:t>poursuivait-il</w:t>
      </w:r>
      <w:r>
        <w:t xml:space="preserve">, </w:t>
      </w:r>
      <w:r w:rsidR="0024252B" w:rsidRPr="002813C1">
        <w:t>pour me châtier si cruellement</w:t>
      </w:r>
      <w:r>
        <w:t xml:space="preserve">… </w:t>
      </w:r>
      <w:r w:rsidR="0024252B" w:rsidRPr="002813C1">
        <w:t>J</w:t>
      </w:r>
      <w:r>
        <w:t>’</w:t>
      </w:r>
      <w:r w:rsidR="0024252B" w:rsidRPr="002813C1">
        <w:t xml:space="preserve">ai toujours été bon et </w:t>
      </w:r>
      <w:r w:rsidR="0024252B" w:rsidRPr="002813C1">
        <w:lastRenderedPageBreak/>
        <w:t>humain</w:t>
      </w:r>
      <w:r>
        <w:t xml:space="preserve">, </w:t>
      </w:r>
      <w:r w:rsidR="0024252B" w:rsidRPr="002813C1">
        <w:t>cependant</w:t>
      </w:r>
      <w:r>
        <w:t xml:space="preserve">, </w:t>
      </w:r>
      <w:r w:rsidR="0024252B" w:rsidRPr="002813C1">
        <w:t>et secourable pour qui m</w:t>
      </w:r>
      <w:r>
        <w:t>’</w:t>
      </w:r>
      <w:r w:rsidR="0024252B" w:rsidRPr="002813C1">
        <w:t>implorait</w:t>
      </w:r>
      <w:r>
        <w:t xml:space="preserve"> !… </w:t>
      </w:r>
      <w:r w:rsidR="0024252B" w:rsidRPr="002813C1">
        <w:t>Seul</w:t>
      </w:r>
      <w:r>
        <w:t xml:space="preserve">, </w:t>
      </w:r>
      <w:r w:rsidR="0024252B" w:rsidRPr="002813C1">
        <w:t>je suis seul</w:t>
      </w:r>
      <w:r>
        <w:t xml:space="preserve"> !… </w:t>
      </w:r>
      <w:r w:rsidR="0024252B" w:rsidRPr="002813C1">
        <w:t>J</w:t>
      </w:r>
      <w:r>
        <w:t>’</w:t>
      </w:r>
      <w:r w:rsidR="0024252B" w:rsidRPr="002813C1">
        <w:t>ai une femme et une fille</w:t>
      </w:r>
      <w:r>
        <w:t xml:space="preserve">, </w:t>
      </w:r>
      <w:r w:rsidR="0024252B" w:rsidRPr="002813C1">
        <w:t>et elles me fuient</w:t>
      </w:r>
      <w:r>
        <w:t xml:space="preserve">, </w:t>
      </w:r>
      <w:r w:rsidR="0024252B" w:rsidRPr="002813C1">
        <w:t>elles me haïssent</w:t>
      </w:r>
      <w:r>
        <w:t xml:space="preserve">… </w:t>
      </w:r>
      <w:r w:rsidR="0024252B" w:rsidRPr="002813C1">
        <w:t>Elles souhaitent ma mort</w:t>
      </w:r>
      <w:r>
        <w:t xml:space="preserve">, </w:t>
      </w:r>
      <w:r w:rsidR="0024252B" w:rsidRPr="002813C1">
        <w:t>qui leur livrerait la clef de ma caisse</w:t>
      </w:r>
      <w:r>
        <w:t xml:space="preserve">… </w:t>
      </w:r>
      <w:r w:rsidR="0024252B" w:rsidRPr="002813C1">
        <w:t>Quelle torture</w:t>
      </w:r>
      <w:r>
        <w:t xml:space="preserve"> !… </w:t>
      </w:r>
      <w:r w:rsidR="0024252B" w:rsidRPr="002813C1">
        <w:t>Dire que pendant des mois je n</w:t>
      </w:r>
      <w:r>
        <w:t>’</w:t>
      </w:r>
      <w:r w:rsidR="0024252B" w:rsidRPr="002813C1">
        <w:t>osais pas manger chez moi</w:t>
      </w:r>
      <w:r>
        <w:t xml:space="preserve">, </w:t>
      </w:r>
      <w:r w:rsidR="0024252B" w:rsidRPr="002813C1">
        <w:t>ni chez mon gendre</w:t>
      </w:r>
      <w:r>
        <w:t xml:space="preserve">, </w:t>
      </w:r>
      <w:r w:rsidR="0024252B" w:rsidRPr="002813C1">
        <w:t>oui</w:t>
      </w:r>
      <w:r>
        <w:t xml:space="preserve">, </w:t>
      </w:r>
      <w:r w:rsidR="0024252B" w:rsidRPr="002813C1">
        <w:t>voilà où j</w:t>
      </w:r>
      <w:r>
        <w:t>’</w:t>
      </w:r>
      <w:r w:rsidR="0024252B" w:rsidRPr="002813C1">
        <w:t>en étais</w:t>
      </w:r>
      <w:r>
        <w:t xml:space="preserve">… </w:t>
      </w:r>
      <w:r w:rsidR="0024252B" w:rsidRPr="002813C1">
        <w:t>Je craignais le poison</w:t>
      </w:r>
      <w:r>
        <w:t xml:space="preserve">, </w:t>
      </w:r>
      <w:r w:rsidR="0024252B" w:rsidRPr="002813C1">
        <w:t>je ne touchais plus à un plat qu</w:t>
      </w:r>
      <w:r>
        <w:t>’</w:t>
      </w:r>
      <w:r w:rsidR="0024252B" w:rsidRPr="002813C1">
        <w:t>après avoir vu ma fille ou ma femme y goûter</w:t>
      </w:r>
      <w:r>
        <w:t xml:space="preserve">… </w:t>
      </w:r>
      <w:r w:rsidR="0024252B" w:rsidRPr="002813C1">
        <w:t>Pour éviter un crime</w:t>
      </w:r>
      <w:r>
        <w:t xml:space="preserve">, </w:t>
      </w:r>
      <w:r w:rsidR="0024252B" w:rsidRPr="002813C1">
        <w:t>j</w:t>
      </w:r>
      <w:r>
        <w:t>’</w:t>
      </w:r>
      <w:r w:rsidR="0024252B" w:rsidRPr="002813C1">
        <w:t>ai dû avoir recours à des précautions inouïes</w:t>
      </w:r>
      <w:r>
        <w:t xml:space="preserve">… </w:t>
      </w:r>
      <w:r w:rsidR="0024252B" w:rsidRPr="002813C1">
        <w:t>J</w:t>
      </w:r>
      <w:r>
        <w:t>’</w:t>
      </w:r>
      <w:r w:rsidR="0024252B" w:rsidRPr="002813C1">
        <w:t>ai dû placer ma fortune de telle sorte que si je mourais subitement il n</w:t>
      </w:r>
      <w:r>
        <w:t>’</w:t>
      </w:r>
      <w:r w:rsidR="0024252B" w:rsidRPr="002813C1">
        <w:t>en reviendrait pas un sou à ma famille</w:t>
      </w:r>
      <w:r>
        <w:t xml:space="preserve">… </w:t>
      </w:r>
      <w:r w:rsidR="0024252B" w:rsidRPr="002813C1">
        <w:t>Dès lors on a intérêt à ce que je vive</w:t>
      </w:r>
      <w:r>
        <w:t> !…</w:t>
      </w:r>
    </w:p>
    <w:p w14:paraId="22C0E24C" w14:textId="77777777" w:rsidR="00B77E03" w:rsidRDefault="0024252B" w:rsidP="00B77E03">
      <w:r w:rsidRPr="002813C1">
        <w:t>Il se dressa d</w:t>
      </w:r>
      <w:r w:rsidR="00B77E03">
        <w:t>’</w:t>
      </w:r>
      <w:r w:rsidRPr="002813C1">
        <w:t>un air égaré</w:t>
      </w:r>
      <w:r w:rsidR="00B77E03">
        <w:t xml:space="preserve">, </w:t>
      </w:r>
      <w:r w:rsidRPr="002813C1">
        <w:t>et saisissant le bras de Pascal qu</w:t>
      </w:r>
      <w:r w:rsidR="00B77E03">
        <w:t>’</w:t>
      </w:r>
      <w:r w:rsidRPr="002813C1">
        <w:t>il serra à le briser</w:t>
      </w:r>
      <w:r w:rsidR="00B77E03">
        <w:t> :</w:t>
      </w:r>
    </w:p>
    <w:p w14:paraId="581DC147" w14:textId="3671D8FE" w:rsidR="00B77E03" w:rsidRDefault="00B77E03" w:rsidP="00B77E03">
      <w:r>
        <w:t>— </w:t>
      </w:r>
      <w:r w:rsidR="0024252B" w:rsidRPr="002813C1">
        <w:t>Et ce n</w:t>
      </w:r>
      <w:r>
        <w:t>’</w:t>
      </w:r>
      <w:r w:rsidR="0024252B" w:rsidRPr="002813C1">
        <w:t>est rien encore</w:t>
      </w:r>
      <w:r>
        <w:t xml:space="preserve"> ! </w:t>
      </w:r>
      <w:r w:rsidR="0024252B" w:rsidRPr="002813C1">
        <w:t>continua-t-il d</w:t>
      </w:r>
      <w:r>
        <w:t>’</w:t>
      </w:r>
      <w:r w:rsidR="0024252B" w:rsidRPr="002813C1">
        <w:t>une voix rauque</w:t>
      </w:r>
      <w:r>
        <w:t xml:space="preserve">. </w:t>
      </w:r>
      <w:r w:rsidR="006436DD">
        <w:t>Cette</w:t>
      </w:r>
      <w:r w:rsidR="006436DD" w:rsidRPr="002813C1">
        <w:t xml:space="preserve"> </w:t>
      </w:r>
      <w:r w:rsidR="0024252B" w:rsidRPr="002813C1">
        <w:t>femme</w:t>
      </w:r>
      <w:r>
        <w:t xml:space="preserve">, </w:t>
      </w:r>
      <w:r w:rsidR="0024252B" w:rsidRPr="002813C1">
        <w:t>la mienne</w:t>
      </w:r>
      <w:r>
        <w:t xml:space="preserve">… </w:t>
      </w:r>
      <w:r w:rsidR="0024252B" w:rsidRPr="002813C1">
        <w:t>vous avez tout entendu</w:t>
      </w:r>
      <w:r>
        <w:t xml:space="preserve">, </w:t>
      </w:r>
      <w:r w:rsidR="0024252B" w:rsidRPr="002813C1">
        <w:t>n</w:t>
      </w:r>
      <w:r>
        <w:t>’</w:t>
      </w:r>
      <w:r w:rsidR="0024252B" w:rsidRPr="002813C1">
        <w:t>est-ce pas</w:t>
      </w:r>
      <w:r>
        <w:t xml:space="preserve">… </w:t>
      </w:r>
      <w:r w:rsidR="0024252B" w:rsidRPr="002813C1">
        <w:t>il vous a été donné de mesurer la profondeur de son infamie et de sa scélératesse</w:t>
      </w:r>
      <w:r>
        <w:t xml:space="preserve">… </w:t>
      </w:r>
      <w:r w:rsidR="0024252B" w:rsidRPr="002813C1">
        <w:t>Eh bien</w:t>
      </w:r>
      <w:r>
        <w:t xml:space="preserve"> !… </w:t>
      </w:r>
      <w:r w:rsidR="0024252B" w:rsidRPr="002813C1">
        <w:t>je l</w:t>
      </w:r>
      <w:r>
        <w:t>’</w:t>
      </w:r>
      <w:r w:rsidR="0024252B" w:rsidRPr="002813C1">
        <w:t>aime</w:t>
      </w:r>
      <w:r>
        <w:t>.</w:t>
      </w:r>
    </w:p>
    <w:p w14:paraId="189BA1EB" w14:textId="77777777" w:rsidR="00B77E03" w:rsidRDefault="0024252B" w:rsidP="00B77E03">
      <w:r w:rsidRPr="002813C1">
        <w:t>Pascal recula d</w:t>
      </w:r>
      <w:r w:rsidR="00B77E03">
        <w:t>’</w:t>
      </w:r>
      <w:r w:rsidRPr="002813C1">
        <w:t>un pas</w:t>
      </w:r>
      <w:r w:rsidR="00B77E03">
        <w:t xml:space="preserve">, </w:t>
      </w:r>
      <w:r w:rsidRPr="002813C1">
        <w:t>et la stupeur lui arracha une exclamation</w:t>
      </w:r>
      <w:r w:rsidR="00B77E03">
        <w:t>…</w:t>
      </w:r>
    </w:p>
    <w:p w14:paraId="70DB306E" w14:textId="77777777" w:rsidR="00B77E03" w:rsidRDefault="00B77E03" w:rsidP="00B77E03">
      <w:r>
        <w:t>— </w:t>
      </w:r>
      <w:r w:rsidR="0024252B" w:rsidRPr="002813C1">
        <w:t>Oh</w:t>
      </w:r>
      <w:r>
        <w:t> !…</w:t>
      </w:r>
    </w:p>
    <w:p w14:paraId="12A025AE" w14:textId="77777777" w:rsidR="00B77E03" w:rsidRDefault="00B77E03" w:rsidP="00B77E03">
      <w:r>
        <w:t>— </w:t>
      </w:r>
      <w:r w:rsidR="0024252B" w:rsidRPr="002813C1">
        <w:t>Cela vous confond</w:t>
      </w:r>
      <w:r>
        <w:t xml:space="preserve">, </w:t>
      </w:r>
      <w:r w:rsidR="0024252B" w:rsidRPr="002813C1">
        <w:t>n</w:t>
      </w:r>
      <w:r>
        <w:t>’</w:t>
      </w:r>
      <w:r w:rsidR="0024252B" w:rsidRPr="002813C1">
        <w:t>est-ce pas</w:t>
      </w:r>
      <w:r>
        <w:t xml:space="preserve"> ?… </w:t>
      </w:r>
      <w:r w:rsidR="0024252B" w:rsidRPr="002813C1">
        <w:t>C</w:t>
      </w:r>
      <w:r>
        <w:t>’</w:t>
      </w:r>
      <w:r w:rsidR="0024252B" w:rsidRPr="002813C1">
        <w:t>est incompréhensible</w:t>
      </w:r>
      <w:r>
        <w:t xml:space="preserve">, </w:t>
      </w:r>
      <w:r w:rsidR="0024252B" w:rsidRPr="002813C1">
        <w:t>en effet</w:t>
      </w:r>
      <w:r>
        <w:t xml:space="preserve">, </w:t>
      </w:r>
      <w:r w:rsidR="0024252B" w:rsidRPr="002813C1">
        <w:t>inouï</w:t>
      </w:r>
      <w:r>
        <w:t xml:space="preserve">, </w:t>
      </w:r>
      <w:r w:rsidR="0024252B" w:rsidRPr="002813C1">
        <w:t>monstrueux</w:t>
      </w:r>
      <w:r>
        <w:t xml:space="preserve">… </w:t>
      </w:r>
      <w:r w:rsidR="0024252B" w:rsidRPr="002813C1">
        <w:t>mais c</w:t>
      </w:r>
      <w:r>
        <w:t>’</w:t>
      </w:r>
      <w:r w:rsidR="0024252B" w:rsidRPr="002813C1">
        <w:t>est ainsi</w:t>
      </w:r>
      <w:r>
        <w:t xml:space="preserve">. </w:t>
      </w:r>
      <w:r w:rsidR="0024252B" w:rsidRPr="002813C1">
        <w:t>C</w:t>
      </w:r>
      <w:r>
        <w:t>’</w:t>
      </w:r>
      <w:r w:rsidR="0024252B" w:rsidRPr="002813C1">
        <w:t>est pour satisfaire ses goûts de luxe que j</w:t>
      </w:r>
      <w:r>
        <w:t>’</w:t>
      </w:r>
      <w:r w:rsidR="0024252B" w:rsidRPr="002813C1">
        <w:t>ai voulu être riche à millions</w:t>
      </w:r>
      <w:r>
        <w:t xml:space="preserve">… </w:t>
      </w:r>
      <w:r w:rsidR="0024252B" w:rsidRPr="002813C1">
        <w:t>Si j</w:t>
      </w:r>
      <w:r>
        <w:t>’</w:t>
      </w:r>
      <w:r w:rsidR="0024252B" w:rsidRPr="002813C1">
        <w:t>ai acheté un titre qui est pour moi un ridicule de plus</w:t>
      </w:r>
      <w:r>
        <w:t xml:space="preserve">, </w:t>
      </w:r>
      <w:r w:rsidR="0024252B" w:rsidRPr="002813C1">
        <w:t>c</w:t>
      </w:r>
      <w:r>
        <w:t>’</w:t>
      </w:r>
      <w:r w:rsidR="0024252B" w:rsidRPr="002813C1">
        <w:t>est que je voulais contenter sa vanité</w:t>
      </w:r>
      <w:r>
        <w:t xml:space="preserve">… </w:t>
      </w:r>
      <w:r w:rsidR="0024252B" w:rsidRPr="002813C1">
        <w:t>Quoi qu</w:t>
      </w:r>
      <w:r>
        <w:t>’</w:t>
      </w:r>
      <w:r w:rsidR="0024252B" w:rsidRPr="002813C1">
        <w:t>elle ait fait</w:t>
      </w:r>
      <w:r>
        <w:t xml:space="preserve">, </w:t>
      </w:r>
      <w:r w:rsidR="0024252B" w:rsidRPr="002813C1">
        <w:t>je ne puis cesser de voir en elle la chaste et belle jeune femme des premiers mois de notre mariage</w:t>
      </w:r>
      <w:r>
        <w:t xml:space="preserve">. </w:t>
      </w:r>
      <w:r w:rsidR="0024252B" w:rsidRPr="002813C1">
        <w:t>C</w:t>
      </w:r>
      <w:r>
        <w:t>’</w:t>
      </w:r>
      <w:r w:rsidR="0024252B" w:rsidRPr="002813C1">
        <w:t>est lâche</w:t>
      </w:r>
      <w:r>
        <w:t xml:space="preserve">, </w:t>
      </w:r>
      <w:r w:rsidR="0024252B" w:rsidRPr="002813C1">
        <w:t>absurde</w:t>
      </w:r>
      <w:r>
        <w:t xml:space="preserve">, </w:t>
      </w:r>
      <w:r w:rsidR="0024252B" w:rsidRPr="002813C1">
        <w:t>misérable</w:t>
      </w:r>
      <w:r>
        <w:t xml:space="preserve">… </w:t>
      </w:r>
      <w:r w:rsidR="0024252B" w:rsidRPr="002813C1">
        <w:t>je le sais bien</w:t>
      </w:r>
      <w:r>
        <w:t xml:space="preserve">… </w:t>
      </w:r>
      <w:r w:rsidR="0024252B" w:rsidRPr="002813C1">
        <w:t>mais c</w:t>
      </w:r>
      <w:r>
        <w:t>’</w:t>
      </w:r>
      <w:r w:rsidR="0024252B" w:rsidRPr="002813C1">
        <w:t>est plus fort que moi</w:t>
      </w:r>
      <w:r>
        <w:t xml:space="preserve">, </w:t>
      </w:r>
      <w:r w:rsidR="0024252B" w:rsidRPr="002813C1">
        <w:t>que ma volonté</w:t>
      </w:r>
      <w:r>
        <w:t xml:space="preserve">, </w:t>
      </w:r>
      <w:r w:rsidR="0024252B" w:rsidRPr="002813C1">
        <w:t>que ma raison</w:t>
      </w:r>
      <w:r>
        <w:t xml:space="preserve">. </w:t>
      </w:r>
      <w:r w:rsidR="0024252B" w:rsidRPr="002813C1">
        <w:t>Je l</w:t>
      </w:r>
      <w:r>
        <w:t>’</w:t>
      </w:r>
      <w:r w:rsidR="0024252B" w:rsidRPr="002813C1">
        <w:t>aime jusqu</w:t>
      </w:r>
      <w:r>
        <w:t>’</w:t>
      </w:r>
      <w:r w:rsidR="0024252B" w:rsidRPr="002813C1">
        <w:t>à la passion</w:t>
      </w:r>
      <w:r>
        <w:t xml:space="preserve">, </w:t>
      </w:r>
      <w:r w:rsidR="0024252B" w:rsidRPr="002813C1">
        <w:t>jusqu</w:t>
      </w:r>
      <w:r>
        <w:t>’</w:t>
      </w:r>
      <w:r w:rsidR="0024252B" w:rsidRPr="002813C1">
        <w:t>au délire</w:t>
      </w:r>
      <w:r>
        <w:t xml:space="preserve">, </w:t>
      </w:r>
      <w:r w:rsidR="0024252B" w:rsidRPr="002813C1">
        <w:t>on ne peut pas s</w:t>
      </w:r>
      <w:r>
        <w:t>’</w:t>
      </w:r>
      <w:r w:rsidR="0024252B" w:rsidRPr="002813C1">
        <w:t>arracher le cœur</w:t>
      </w:r>
      <w:r>
        <w:t> !…</w:t>
      </w:r>
    </w:p>
    <w:p w14:paraId="33B15E71" w14:textId="77777777" w:rsidR="00B77E03" w:rsidRDefault="0024252B" w:rsidP="00B77E03">
      <w:r w:rsidRPr="002813C1">
        <w:lastRenderedPageBreak/>
        <w:t>Ayant dit</w:t>
      </w:r>
      <w:r w:rsidR="00B77E03">
        <w:t xml:space="preserve">, </w:t>
      </w:r>
      <w:r w:rsidRPr="002813C1">
        <w:t>il se laissa retomber sur le divan et sanglota</w:t>
      </w:r>
      <w:r w:rsidR="00B77E03">
        <w:t>.</w:t>
      </w:r>
    </w:p>
    <w:p w14:paraId="0945AA6E" w14:textId="7A8F0460" w:rsidR="00B77E03" w:rsidRDefault="0024252B" w:rsidP="00B77E03">
      <w:r w:rsidRPr="002813C1">
        <w:t xml:space="preserve">Était-ce bien là ce trivial et jovial baron </w:t>
      </w:r>
      <w:proofErr w:type="spellStart"/>
      <w:r w:rsidRPr="002813C1">
        <w:t>Trigault</w:t>
      </w:r>
      <w:proofErr w:type="spellEnd"/>
      <w:r w:rsidRPr="002813C1">
        <w:t xml:space="preserve"> que Pascal avait vu chez </w:t>
      </w:r>
      <w:r w:rsidR="00B77E03">
        <w:t>M</w:t>
      </w:r>
      <w:r w:rsidR="00B77E03" w:rsidRPr="00B77E03">
        <w:rPr>
          <w:vertAlign w:val="superscript"/>
        </w:rPr>
        <w:t>me</w:t>
      </w:r>
      <w:r w:rsidR="00B77E03">
        <w:t> </w:t>
      </w:r>
      <w:r w:rsidRPr="002813C1">
        <w:t>d</w:t>
      </w:r>
      <w:r w:rsidR="00B77E03">
        <w:t>’</w:t>
      </w:r>
      <w:r w:rsidRPr="002813C1">
        <w:t>Argelès</w:t>
      </w:r>
      <w:r w:rsidR="00B77E03">
        <w:t xml:space="preserve">… </w:t>
      </w:r>
      <w:r w:rsidRPr="002813C1">
        <w:t>l</w:t>
      </w:r>
      <w:r w:rsidR="00B77E03">
        <w:t>’</w:t>
      </w:r>
      <w:r w:rsidRPr="002813C1">
        <w:t>homme à la mine prospère</w:t>
      </w:r>
      <w:r w:rsidR="00B77E03">
        <w:t xml:space="preserve">, </w:t>
      </w:r>
      <w:r w:rsidRPr="002813C1">
        <w:t>à l</w:t>
      </w:r>
      <w:r w:rsidR="00B77E03">
        <w:t>’</w:t>
      </w:r>
      <w:r w:rsidRPr="002813C1">
        <w:t>aplomb superbe</w:t>
      </w:r>
      <w:r w:rsidR="00B77E03">
        <w:t xml:space="preserve">, </w:t>
      </w:r>
      <w:r w:rsidRPr="002813C1">
        <w:t>au verbe haut</w:t>
      </w:r>
      <w:r w:rsidR="00B77E03">
        <w:t xml:space="preserve">, </w:t>
      </w:r>
      <w:r w:rsidRPr="002813C1">
        <w:t>à la plaisanterie cynique</w:t>
      </w:r>
      <w:r w:rsidR="00B77E03">
        <w:t xml:space="preserve">, </w:t>
      </w:r>
      <w:r w:rsidRPr="002813C1">
        <w:t>le coureur de tripots</w:t>
      </w:r>
      <w:r w:rsidR="00B77E03">
        <w:t xml:space="preserve">, </w:t>
      </w:r>
      <w:r w:rsidRPr="002813C1">
        <w:t>l</w:t>
      </w:r>
      <w:r w:rsidR="00B77E03">
        <w:t>’</w:t>
      </w:r>
      <w:r w:rsidRPr="002813C1">
        <w:t>ami de toutes les femmes faciles</w:t>
      </w:r>
      <w:r w:rsidR="00B77E03">
        <w:t> !…</w:t>
      </w:r>
    </w:p>
    <w:p w14:paraId="551A108A" w14:textId="77777777" w:rsidR="00B77E03" w:rsidRDefault="0024252B" w:rsidP="00B77E03">
      <w:r w:rsidRPr="002813C1">
        <w:t>Hélas</w:t>
      </w:r>
      <w:r w:rsidR="00B77E03">
        <w:t xml:space="preserve">, </w:t>
      </w:r>
      <w:r w:rsidRPr="002813C1">
        <w:t>oui</w:t>
      </w:r>
      <w:r w:rsidR="00B77E03">
        <w:t xml:space="preserve"> !… </w:t>
      </w:r>
      <w:r w:rsidRPr="002813C1">
        <w:t>Mais le baron que connaissait le monde n</w:t>
      </w:r>
      <w:r w:rsidR="00B77E03">
        <w:t>’</w:t>
      </w:r>
      <w:r w:rsidRPr="002813C1">
        <w:t>était qu</w:t>
      </w:r>
      <w:r w:rsidR="00B77E03">
        <w:t>’</w:t>
      </w:r>
      <w:r w:rsidRPr="002813C1">
        <w:t>un comédien</w:t>
      </w:r>
      <w:r w:rsidR="00B77E03">
        <w:t xml:space="preserve">, </w:t>
      </w:r>
      <w:r w:rsidRPr="002813C1">
        <w:t>et celui-ci était le véritable</w:t>
      </w:r>
      <w:r w:rsidR="00B77E03">
        <w:t>…</w:t>
      </w:r>
    </w:p>
    <w:p w14:paraId="733A3463" w14:textId="77777777" w:rsidR="00B77E03" w:rsidRDefault="0024252B" w:rsidP="00B77E03">
      <w:r w:rsidRPr="002813C1">
        <w:t>Au bout de cinq ou six minutes</w:t>
      </w:r>
      <w:r w:rsidR="00B77E03">
        <w:t xml:space="preserve">, </w:t>
      </w:r>
      <w:r w:rsidRPr="002813C1">
        <w:t>cependant</w:t>
      </w:r>
      <w:r w:rsidR="00B77E03">
        <w:t xml:space="preserve">, </w:t>
      </w:r>
      <w:r w:rsidRPr="002813C1">
        <w:t xml:space="preserve">il </w:t>
      </w:r>
      <w:proofErr w:type="spellStart"/>
      <w:r w:rsidRPr="002813C1">
        <w:t>réussi</w:t>
      </w:r>
      <w:proofErr w:type="spellEnd"/>
      <w:r w:rsidRPr="002813C1">
        <w:t xml:space="preserve"> à se maîtriser</w:t>
      </w:r>
      <w:r w:rsidR="00B77E03">
        <w:t xml:space="preserve">, </w:t>
      </w:r>
      <w:r w:rsidRPr="002813C1">
        <w:t>et d</w:t>
      </w:r>
      <w:r w:rsidR="00B77E03">
        <w:t>’</w:t>
      </w:r>
      <w:r w:rsidRPr="002813C1">
        <w:t>un ton relativement calme</w:t>
      </w:r>
      <w:r w:rsidR="00B77E03">
        <w:t> :</w:t>
      </w:r>
    </w:p>
    <w:p w14:paraId="53E82B55" w14:textId="049FB71D" w:rsidR="00B77E03" w:rsidRDefault="00B77E03" w:rsidP="00B77E03">
      <w:r>
        <w:t>— </w:t>
      </w:r>
      <w:r w:rsidR="0024252B" w:rsidRPr="002813C1">
        <w:t>Mais c</w:t>
      </w:r>
      <w:r>
        <w:t>’</w:t>
      </w:r>
      <w:r w:rsidR="0024252B" w:rsidRPr="002813C1">
        <w:t>est trop s</w:t>
      </w:r>
      <w:r>
        <w:t>’</w:t>
      </w:r>
      <w:r w:rsidR="0024252B" w:rsidRPr="002813C1">
        <w:t>occuper d</w:t>
      </w:r>
      <w:r>
        <w:t>’</w:t>
      </w:r>
      <w:r w:rsidR="0024252B" w:rsidRPr="002813C1">
        <w:t>un mal incurable</w:t>
      </w:r>
      <w:r>
        <w:t xml:space="preserve">, </w:t>
      </w:r>
      <w:r w:rsidR="0024252B" w:rsidRPr="002813C1">
        <w:t>fit-il</w:t>
      </w:r>
      <w:r>
        <w:t xml:space="preserve">… </w:t>
      </w:r>
      <w:r w:rsidR="0024252B" w:rsidRPr="002813C1">
        <w:t>Parlons de vous</w:t>
      </w:r>
      <w:r>
        <w:t>, M. </w:t>
      </w:r>
      <w:proofErr w:type="spellStart"/>
      <w:r w:rsidR="0024252B" w:rsidRPr="002813C1">
        <w:t>Férailleur</w:t>
      </w:r>
      <w:proofErr w:type="spellEnd"/>
      <w:r>
        <w:t xml:space="preserve">. </w:t>
      </w:r>
      <w:r w:rsidR="0024252B" w:rsidRPr="002813C1">
        <w:t>À quoi dois-je l</w:t>
      </w:r>
      <w:r>
        <w:t>’</w:t>
      </w:r>
      <w:r w:rsidR="0024252B" w:rsidRPr="002813C1">
        <w:t>honneur de votre visite</w:t>
      </w:r>
      <w:r>
        <w:t> ?</w:t>
      </w:r>
    </w:p>
    <w:p w14:paraId="21DF960E" w14:textId="77777777" w:rsidR="00B77E03" w:rsidRDefault="00B77E03" w:rsidP="00B77E03">
      <w:r>
        <w:t>— </w:t>
      </w:r>
      <w:r w:rsidR="0024252B" w:rsidRPr="002813C1">
        <w:t>À vos offres de l</w:t>
      </w:r>
      <w:r>
        <w:t>’</w:t>
      </w:r>
      <w:r w:rsidR="0024252B" w:rsidRPr="002813C1">
        <w:t>autre jour</w:t>
      </w:r>
      <w:r>
        <w:t xml:space="preserve">, </w:t>
      </w:r>
      <w:r w:rsidR="0024252B" w:rsidRPr="002813C1">
        <w:t>monsieur</w:t>
      </w:r>
      <w:r>
        <w:t xml:space="preserve">, </w:t>
      </w:r>
      <w:r w:rsidR="0024252B" w:rsidRPr="002813C1">
        <w:t>à l</w:t>
      </w:r>
      <w:r>
        <w:t>’</w:t>
      </w:r>
      <w:r w:rsidR="0024252B" w:rsidRPr="002813C1">
        <w:t>espoir que j</w:t>
      </w:r>
      <w:r>
        <w:t>’</w:t>
      </w:r>
      <w:r w:rsidR="0024252B" w:rsidRPr="002813C1">
        <w:t>ai que vous m</w:t>
      </w:r>
      <w:r>
        <w:t>’</w:t>
      </w:r>
      <w:r w:rsidR="0024252B" w:rsidRPr="002813C1">
        <w:t>aiderez à confondre la calomnie et à me venger de ceux qui m</w:t>
      </w:r>
      <w:r>
        <w:t>’</w:t>
      </w:r>
      <w:r w:rsidR="0024252B" w:rsidRPr="002813C1">
        <w:t>ont perdu</w:t>
      </w:r>
      <w:r>
        <w:t>…</w:t>
      </w:r>
    </w:p>
    <w:p w14:paraId="3954029C" w14:textId="77777777" w:rsidR="00B77E03" w:rsidRDefault="00B77E03" w:rsidP="00B77E03">
      <w:r>
        <w:t>— </w:t>
      </w:r>
      <w:r w:rsidR="0024252B" w:rsidRPr="002813C1">
        <w:t>Oh</w:t>
      </w:r>
      <w:r>
        <w:t xml:space="preserve"> !… </w:t>
      </w:r>
      <w:r w:rsidR="0024252B" w:rsidRPr="002813C1">
        <w:t>oui</w:t>
      </w:r>
      <w:r>
        <w:t xml:space="preserve">, </w:t>
      </w:r>
      <w:r w:rsidR="0024252B" w:rsidRPr="002813C1">
        <w:t>je vous aiderai</w:t>
      </w:r>
      <w:r>
        <w:t xml:space="preserve">, </w:t>
      </w:r>
      <w:r w:rsidR="0024252B" w:rsidRPr="002813C1">
        <w:t>s</w:t>
      </w:r>
      <w:r>
        <w:t>’</w:t>
      </w:r>
      <w:r w:rsidR="0024252B" w:rsidRPr="002813C1">
        <w:t>écria le baron</w:t>
      </w:r>
      <w:r>
        <w:t xml:space="preserve">, </w:t>
      </w:r>
      <w:r w:rsidR="0024252B" w:rsidRPr="002813C1">
        <w:t>et de tout mon pouvoir</w:t>
      </w:r>
      <w:r>
        <w:t>.</w:t>
      </w:r>
    </w:p>
    <w:p w14:paraId="5E01BB03" w14:textId="77777777" w:rsidR="00B77E03" w:rsidRDefault="0024252B" w:rsidP="00B77E03">
      <w:r w:rsidRPr="002813C1">
        <w:t>Mais l</w:t>
      </w:r>
      <w:r w:rsidR="00B77E03">
        <w:t>’</w:t>
      </w:r>
      <w:r w:rsidRPr="002813C1">
        <w:t>expérience venait de lui rappeler le danger de parler les portes ouvertes</w:t>
      </w:r>
      <w:r w:rsidR="00B77E03">
        <w:t xml:space="preserve">, </w:t>
      </w:r>
      <w:r w:rsidRPr="002813C1">
        <w:t>il se leva</w:t>
      </w:r>
      <w:r w:rsidR="00B77E03">
        <w:t xml:space="preserve">, </w:t>
      </w:r>
      <w:r w:rsidRPr="002813C1">
        <w:t>ferma celles du fumoir</w:t>
      </w:r>
      <w:r w:rsidR="00B77E03">
        <w:t xml:space="preserve">, </w:t>
      </w:r>
      <w:r w:rsidRPr="002813C1">
        <w:t>et revenant à Pascal</w:t>
      </w:r>
      <w:r w:rsidR="00B77E03">
        <w:t> :</w:t>
      </w:r>
    </w:p>
    <w:p w14:paraId="04504448" w14:textId="77777777" w:rsidR="00B77E03" w:rsidRDefault="00B77E03" w:rsidP="00B77E03">
      <w:r>
        <w:t>— </w:t>
      </w:r>
      <w:r w:rsidR="0024252B" w:rsidRPr="002813C1">
        <w:t>Expliquez-vous</w:t>
      </w:r>
      <w:r>
        <w:t xml:space="preserve">, </w:t>
      </w:r>
      <w:r w:rsidR="0024252B" w:rsidRPr="002813C1">
        <w:t>monsieur</w:t>
      </w:r>
      <w:r>
        <w:t xml:space="preserve">, </w:t>
      </w:r>
      <w:r w:rsidR="0024252B" w:rsidRPr="002813C1">
        <w:t>fit-il</w:t>
      </w:r>
      <w:r>
        <w:t xml:space="preserve"> ; </w:t>
      </w:r>
      <w:r w:rsidR="0024252B" w:rsidRPr="002813C1">
        <w:t>en quoi puis-je vous être utile</w:t>
      </w:r>
      <w:r>
        <w:t> ?</w:t>
      </w:r>
    </w:p>
    <w:p w14:paraId="5226F1FF" w14:textId="77777777" w:rsidR="00B77E03" w:rsidRDefault="0024252B" w:rsidP="00B77E03">
      <w:r w:rsidRPr="002813C1">
        <w:t>Ce n</w:t>
      </w:r>
      <w:r w:rsidR="00B77E03">
        <w:t>’</w:t>
      </w:r>
      <w:r w:rsidRPr="002813C1">
        <w:t>est pas sans certaines appréhensions que Pascal s</w:t>
      </w:r>
      <w:r w:rsidR="00B77E03">
        <w:t>’</w:t>
      </w:r>
      <w:r w:rsidRPr="002813C1">
        <w:t xml:space="preserve">était présenté chez le baron </w:t>
      </w:r>
      <w:proofErr w:type="spellStart"/>
      <w:r w:rsidRPr="002813C1">
        <w:t>Trigault</w:t>
      </w:r>
      <w:proofErr w:type="spellEnd"/>
      <w:r w:rsidR="00B77E03">
        <w:t xml:space="preserve"> ; </w:t>
      </w:r>
      <w:r w:rsidRPr="002813C1">
        <w:t>mais</w:t>
      </w:r>
      <w:r w:rsidR="00B77E03">
        <w:t xml:space="preserve">, </w:t>
      </w:r>
      <w:r w:rsidRPr="002813C1">
        <w:t>après ce qu</w:t>
      </w:r>
      <w:r w:rsidR="00B77E03">
        <w:t>’</w:t>
      </w:r>
      <w:r w:rsidRPr="002813C1">
        <w:t>il avait entendu</w:t>
      </w:r>
      <w:r w:rsidR="00B77E03">
        <w:t xml:space="preserve">, </w:t>
      </w:r>
      <w:r w:rsidRPr="002813C1">
        <w:t>il ne devait plus hésiter</w:t>
      </w:r>
      <w:r w:rsidR="00B77E03">
        <w:t xml:space="preserve">, </w:t>
      </w:r>
      <w:r w:rsidRPr="002813C1">
        <w:t>ni craindre</w:t>
      </w:r>
      <w:r w:rsidR="00B77E03">
        <w:t xml:space="preserve">, </w:t>
      </w:r>
      <w:r w:rsidRPr="002813C1">
        <w:t>il pouvait parler en toute sécurité</w:t>
      </w:r>
      <w:r w:rsidR="00B77E03">
        <w:t>.</w:t>
      </w:r>
    </w:p>
    <w:p w14:paraId="1F361262" w14:textId="4564F3C4" w:rsidR="00B77E03" w:rsidRDefault="00B77E03" w:rsidP="00B77E03">
      <w:r>
        <w:lastRenderedPageBreak/>
        <w:t>— </w:t>
      </w:r>
      <w:r w:rsidR="0024252B" w:rsidRPr="002813C1">
        <w:t>Je ne vous apprendrai rien</w:t>
      </w:r>
      <w:r>
        <w:t xml:space="preserve">, </w:t>
      </w:r>
      <w:r w:rsidR="0024252B" w:rsidRPr="002813C1">
        <w:t>monsieur le baron</w:t>
      </w:r>
      <w:r>
        <w:t xml:space="preserve">, </w:t>
      </w:r>
      <w:r w:rsidR="0024252B" w:rsidRPr="002813C1">
        <w:t>commença-t-il</w:t>
      </w:r>
      <w:r>
        <w:t xml:space="preserve">, </w:t>
      </w:r>
      <w:r w:rsidR="0024252B" w:rsidRPr="002813C1">
        <w:t xml:space="preserve">en vous disant que </w:t>
      </w:r>
      <w:r>
        <w:t>M. de </w:t>
      </w:r>
      <w:proofErr w:type="spellStart"/>
      <w:r w:rsidR="0024252B" w:rsidRPr="002813C1">
        <w:t>Coralth</w:t>
      </w:r>
      <w:proofErr w:type="spellEnd"/>
      <w:r w:rsidR="0024252B" w:rsidRPr="002813C1">
        <w:t xml:space="preserve"> avait glissé dans le jeu les cartes préparées qui m</w:t>
      </w:r>
      <w:r>
        <w:t>’</w:t>
      </w:r>
      <w:r w:rsidR="0024252B" w:rsidRPr="002813C1">
        <w:t>ont fait gagner</w:t>
      </w:r>
      <w:r>
        <w:t xml:space="preserve">… </w:t>
      </w:r>
      <w:r w:rsidR="0024252B" w:rsidRPr="002813C1">
        <w:t>cela est de toute évidence</w:t>
      </w:r>
      <w:r>
        <w:t xml:space="preserve">… </w:t>
      </w:r>
      <w:r w:rsidR="0024252B" w:rsidRPr="002813C1">
        <w:t>Quoi qu</w:t>
      </w:r>
      <w:r>
        <w:t>’</w:t>
      </w:r>
      <w:r w:rsidR="0024252B" w:rsidRPr="002813C1">
        <w:t>il advienne</w:t>
      </w:r>
      <w:r>
        <w:t xml:space="preserve">, </w:t>
      </w:r>
      <w:r w:rsidR="0024252B" w:rsidRPr="002813C1">
        <w:t>je me vengerai</w:t>
      </w:r>
      <w:r>
        <w:t xml:space="preserve">… </w:t>
      </w:r>
      <w:r w:rsidR="0024252B" w:rsidRPr="002813C1">
        <w:t>Mais avant de le frapper</w:t>
      </w:r>
      <w:r>
        <w:t xml:space="preserve">, </w:t>
      </w:r>
      <w:r w:rsidR="0024252B" w:rsidRPr="002813C1">
        <w:t>je veux atteindre l</w:t>
      </w:r>
      <w:r>
        <w:t>’</w:t>
      </w:r>
      <w:r w:rsidR="0024252B" w:rsidRPr="002813C1">
        <w:t>homme dont il était le vil instrument</w:t>
      </w:r>
      <w:r>
        <w:t>.</w:t>
      </w:r>
    </w:p>
    <w:p w14:paraId="63E256DA" w14:textId="77777777" w:rsidR="00B77E03" w:rsidRDefault="00B77E03" w:rsidP="00B77E03">
      <w:r>
        <w:t>— </w:t>
      </w:r>
      <w:r w:rsidR="0024252B" w:rsidRPr="002813C1">
        <w:t>Quoi</w:t>
      </w:r>
      <w:r>
        <w:t xml:space="preserve"> !… </w:t>
      </w:r>
      <w:r w:rsidR="0024252B" w:rsidRPr="002813C1">
        <w:t>vous supposez</w:t>
      </w:r>
      <w:r>
        <w:t>…</w:t>
      </w:r>
    </w:p>
    <w:p w14:paraId="6FBF1CF4" w14:textId="0E1A9C75" w:rsidR="00B77E03" w:rsidRDefault="00B77E03" w:rsidP="00B77E03">
      <w:r>
        <w:t>— </w:t>
      </w:r>
      <w:r w:rsidR="0024252B" w:rsidRPr="002813C1">
        <w:t>Je ne suppose pas</w:t>
      </w:r>
      <w:r>
        <w:t xml:space="preserve">… </w:t>
      </w:r>
      <w:r w:rsidR="0024252B" w:rsidRPr="002813C1">
        <w:t xml:space="preserve">je suis sûr que </w:t>
      </w:r>
      <w:r>
        <w:t>M. de </w:t>
      </w:r>
      <w:proofErr w:type="spellStart"/>
      <w:r w:rsidR="0024252B" w:rsidRPr="002813C1">
        <w:t>Coralth</w:t>
      </w:r>
      <w:proofErr w:type="spellEnd"/>
      <w:r w:rsidR="0024252B" w:rsidRPr="002813C1">
        <w:t xml:space="preserve"> agissait pour le compte d</w:t>
      </w:r>
      <w:r>
        <w:t>’</w:t>
      </w:r>
      <w:r w:rsidR="0024252B" w:rsidRPr="002813C1">
        <w:t>un misérable qui n</w:t>
      </w:r>
      <w:r>
        <w:t>’</w:t>
      </w:r>
      <w:r w:rsidR="0024252B" w:rsidRPr="002813C1">
        <w:t>avait pas le courage de son infamie</w:t>
      </w:r>
      <w:r>
        <w:t> !…</w:t>
      </w:r>
    </w:p>
    <w:p w14:paraId="0C0EACD8" w14:textId="77777777" w:rsidR="00B77E03" w:rsidRDefault="00B77E03" w:rsidP="00B77E03">
      <w:r>
        <w:t>— </w:t>
      </w:r>
      <w:r w:rsidR="0024252B" w:rsidRPr="002813C1">
        <w:t>Possible</w:t>
      </w:r>
      <w:r>
        <w:t xml:space="preserve"> !… </w:t>
      </w:r>
      <w:r w:rsidR="0024252B" w:rsidRPr="002813C1">
        <w:t>Je ne vois guère de scélératesse qui puisse l</w:t>
      </w:r>
      <w:r>
        <w:t>’</w:t>
      </w:r>
      <w:r w:rsidR="0024252B" w:rsidRPr="002813C1">
        <w:t>effrayer</w:t>
      </w:r>
      <w:r>
        <w:t xml:space="preserve">… </w:t>
      </w:r>
      <w:r w:rsidR="0024252B" w:rsidRPr="002813C1">
        <w:t>Mais qui donc l</w:t>
      </w:r>
      <w:r>
        <w:t>’</w:t>
      </w:r>
      <w:r w:rsidR="0024252B" w:rsidRPr="002813C1">
        <w:t>a employé à cette œuvre abominable de déshonorer un honnête homme</w:t>
      </w:r>
      <w:r>
        <w:t> !…</w:t>
      </w:r>
    </w:p>
    <w:p w14:paraId="4ED04978" w14:textId="77777777" w:rsidR="00B77E03" w:rsidRDefault="00B77E03" w:rsidP="00B77E03">
      <w:r>
        <w:t>— </w:t>
      </w:r>
      <w:r w:rsidR="0024252B" w:rsidRPr="002813C1">
        <w:t xml:space="preserve">Le marquis de </w:t>
      </w:r>
      <w:proofErr w:type="spellStart"/>
      <w:r w:rsidR="0024252B" w:rsidRPr="002813C1">
        <w:t>Valorsay</w:t>
      </w:r>
      <w:proofErr w:type="spellEnd"/>
      <w:r>
        <w:t>.</w:t>
      </w:r>
    </w:p>
    <w:p w14:paraId="2845FB86" w14:textId="77777777" w:rsidR="00B77E03" w:rsidRDefault="0024252B" w:rsidP="00B77E03">
      <w:r w:rsidRPr="002813C1">
        <w:t>À ce nom</w:t>
      </w:r>
      <w:r w:rsidR="00B77E03">
        <w:t xml:space="preserve">, </w:t>
      </w:r>
      <w:r w:rsidRPr="002813C1">
        <w:t>le baron bondit sur son divan</w:t>
      </w:r>
      <w:r w:rsidR="00B77E03">
        <w:t>.</w:t>
      </w:r>
    </w:p>
    <w:p w14:paraId="63931831" w14:textId="0DC9BC51" w:rsidR="00B77E03" w:rsidRDefault="00B77E03" w:rsidP="00B77E03">
      <w:r>
        <w:t>— </w:t>
      </w:r>
      <w:r w:rsidR="0024252B" w:rsidRPr="002813C1">
        <w:t>Impossible</w:t>
      </w:r>
      <w:r>
        <w:t xml:space="preserve"> ! </w:t>
      </w:r>
      <w:r w:rsidR="0024252B" w:rsidRPr="002813C1">
        <w:t>s</w:t>
      </w:r>
      <w:r>
        <w:t>’</w:t>
      </w:r>
      <w:r w:rsidR="0024252B" w:rsidRPr="002813C1">
        <w:t>écria-t-il</w:t>
      </w:r>
      <w:r>
        <w:t xml:space="preserve">, </w:t>
      </w:r>
      <w:r w:rsidR="0024252B" w:rsidRPr="002813C1">
        <w:t>absolument impossible</w:t>
      </w:r>
      <w:r>
        <w:t> !… M. de </w:t>
      </w:r>
      <w:proofErr w:type="spellStart"/>
      <w:r w:rsidR="0024252B" w:rsidRPr="002813C1">
        <w:t>Valorsay</w:t>
      </w:r>
      <w:proofErr w:type="spellEnd"/>
      <w:r w:rsidR="0024252B" w:rsidRPr="002813C1">
        <w:t xml:space="preserve"> est incapable de la lâcheté dont vous l</w:t>
      </w:r>
      <w:r>
        <w:t>’</w:t>
      </w:r>
      <w:r w:rsidR="0024252B" w:rsidRPr="002813C1">
        <w:t>accusez</w:t>
      </w:r>
      <w:r>
        <w:t xml:space="preserve">… </w:t>
      </w:r>
      <w:r w:rsidR="0024252B" w:rsidRPr="002813C1">
        <w:t>Que dis-je</w:t>
      </w:r>
      <w:r>
        <w:t xml:space="preserve"> ? </w:t>
      </w:r>
      <w:r w:rsidR="0024252B" w:rsidRPr="002813C1">
        <w:t>il est au-dessus même du soupçon</w:t>
      </w:r>
      <w:r>
        <w:t xml:space="preserve">. </w:t>
      </w:r>
      <w:r w:rsidR="0024252B" w:rsidRPr="002813C1">
        <w:t>Voici bien des années que je le vois</w:t>
      </w:r>
      <w:r>
        <w:t xml:space="preserve">, </w:t>
      </w:r>
      <w:r w:rsidR="0024252B" w:rsidRPr="002813C1">
        <w:t>et jamais je n</w:t>
      </w:r>
      <w:r>
        <w:t>’</w:t>
      </w:r>
      <w:r w:rsidR="0024252B" w:rsidRPr="002813C1">
        <w:t>ai connu un homme plus loyal</w:t>
      </w:r>
      <w:r>
        <w:t xml:space="preserve">, </w:t>
      </w:r>
      <w:r w:rsidR="0024252B" w:rsidRPr="002813C1">
        <w:t>plus honnête</w:t>
      </w:r>
      <w:r>
        <w:t xml:space="preserve">, </w:t>
      </w:r>
      <w:r w:rsidR="0024252B" w:rsidRPr="002813C1">
        <w:t>plus brave</w:t>
      </w:r>
      <w:r>
        <w:t xml:space="preserve">. </w:t>
      </w:r>
      <w:r w:rsidR="0024252B" w:rsidRPr="002813C1">
        <w:t>Pour tout dire</w:t>
      </w:r>
      <w:r>
        <w:t xml:space="preserve">, </w:t>
      </w:r>
      <w:r w:rsidR="0024252B" w:rsidRPr="002813C1">
        <w:t>il est de mes amis</w:t>
      </w:r>
      <w:r>
        <w:t xml:space="preserve">, </w:t>
      </w:r>
      <w:r w:rsidR="0024252B" w:rsidRPr="002813C1">
        <w:t>nous nous voyons presque tous les jours</w:t>
      </w:r>
      <w:r>
        <w:t xml:space="preserve">, </w:t>
      </w:r>
      <w:r w:rsidR="0024252B" w:rsidRPr="002813C1">
        <w:t>et je l</w:t>
      </w:r>
      <w:r>
        <w:t>’</w:t>
      </w:r>
      <w:r w:rsidR="0024252B" w:rsidRPr="002813C1">
        <w:t>attends aujourd</w:t>
      </w:r>
      <w:r>
        <w:t>’</w:t>
      </w:r>
      <w:r w:rsidR="0024252B" w:rsidRPr="002813C1">
        <w:t>hui même</w:t>
      </w:r>
      <w:r>
        <w:t>.</w:t>
      </w:r>
    </w:p>
    <w:p w14:paraId="21195D31" w14:textId="2A54E7A7" w:rsidR="00B77E03" w:rsidRDefault="00B77E03" w:rsidP="00B77E03">
      <w:r>
        <w:t>— </w:t>
      </w:r>
      <w:r w:rsidR="0024252B" w:rsidRPr="002813C1">
        <w:t>C</w:t>
      </w:r>
      <w:r>
        <w:t>’</w:t>
      </w:r>
      <w:r w:rsidR="0024252B" w:rsidRPr="002813C1">
        <w:t xml:space="preserve">est cependant lui qui a poussé </w:t>
      </w:r>
      <w:r>
        <w:t>M. de </w:t>
      </w:r>
      <w:proofErr w:type="spellStart"/>
      <w:r w:rsidR="0024252B" w:rsidRPr="002813C1">
        <w:t>Coralth</w:t>
      </w:r>
      <w:proofErr w:type="spellEnd"/>
      <w:r>
        <w:t>.</w:t>
      </w:r>
    </w:p>
    <w:p w14:paraId="05609049" w14:textId="77777777" w:rsidR="00B77E03" w:rsidRDefault="00B77E03" w:rsidP="00B77E03">
      <w:r>
        <w:t>— </w:t>
      </w:r>
      <w:r w:rsidR="0024252B" w:rsidRPr="002813C1">
        <w:t>Mais pourquoi</w:t>
      </w:r>
      <w:r>
        <w:t xml:space="preserve"> ?… </w:t>
      </w:r>
      <w:r w:rsidR="0024252B" w:rsidRPr="002813C1">
        <w:t>Dans quel but</w:t>
      </w:r>
      <w:r>
        <w:t> ?…</w:t>
      </w:r>
    </w:p>
    <w:p w14:paraId="6A301762" w14:textId="77777777" w:rsidR="00B77E03" w:rsidRDefault="00B77E03" w:rsidP="00B77E03">
      <w:r>
        <w:t>— </w:t>
      </w:r>
      <w:r w:rsidR="0024252B" w:rsidRPr="002813C1">
        <w:t>Pour épouser une jeune fille que j</w:t>
      </w:r>
      <w:r>
        <w:t>’</w:t>
      </w:r>
      <w:r w:rsidR="0024252B" w:rsidRPr="002813C1">
        <w:t>aime</w:t>
      </w:r>
      <w:r>
        <w:t xml:space="preserve">… </w:t>
      </w:r>
      <w:r w:rsidR="0024252B" w:rsidRPr="002813C1">
        <w:t>Elle</w:t>
      </w:r>
      <w:r>
        <w:t xml:space="preserve">… </w:t>
      </w:r>
      <w:r w:rsidR="0024252B" w:rsidRPr="002813C1">
        <w:t>m</w:t>
      </w:r>
      <w:r>
        <w:t>’</w:t>
      </w:r>
      <w:r w:rsidR="0024252B" w:rsidRPr="002813C1">
        <w:t>aimait</w:t>
      </w:r>
      <w:r>
        <w:t xml:space="preserve">, </w:t>
      </w:r>
      <w:r w:rsidR="0024252B" w:rsidRPr="002813C1">
        <w:t>il a reconnu que j</w:t>
      </w:r>
      <w:r>
        <w:t>’</w:t>
      </w:r>
      <w:r w:rsidR="0024252B" w:rsidRPr="002813C1">
        <w:t>étais un obstacle</w:t>
      </w:r>
      <w:r>
        <w:t xml:space="preserve">, </w:t>
      </w:r>
      <w:r w:rsidR="0024252B" w:rsidRPr="002813C1">
        <w:t>il m</w:t>
      </w:r>
      <w:r>
        <w:t>’</w:t>
      </w:r>
      <w:r w:rsidR="0024252B" w:rsidRPr="002813C1">
        <w:t>a supprimé</w:t>
      </w:r>
      <w:r>
        <w:t xml:space="preserve">, </w:t>
      </w:r>
      <w:r w:rsidR="0024252B" w:rsidRPr="002813C1">
        <w:t>plus sûrement que s</w:t>
      </w:r>
      <w:r>
        <w:t>’</w:t>
      </w:r>
      <w:r w:rsidR="0024252B" w:rsidRPr="002813C1">
        <w:t>il m</w:t>
      </w:r>
      <w:r>
        <w:t>’</w:t>
      </w:r>
      <w:r w:rsidR="0024252B" w:rsidRPr="002813C1">
        <w:t>eût fait assassiner</w:t>
      </w:r>
      <w:r>
        <w:t xml:space="preserve">. </w:t>
      </w:r>
      <w:r w:rsidR="0024252B" w:rsidRPr="002813C1">
        <w:t>Mort</w:t>
      </w:r>
      <w:r>
        <w:t xml:space="preserve">, </w:t>
      </w:r>
      <w:r w:rsidR="0024252B" w:rsidRPr="002813C1">
        <w:t>elle m</w:t>
      </w:r>
      <w:r>
        <w:t>’</w:t>
      </w:r>
      <w:r w:rsidR="0024252B" w:rsidRPr="002813C1">
        <w:t>eût pleuré</w:t>
      </w:r>
      <w:r>
        <w:t xml:space="preserve">… </w:t>
      </w:r>
      <w:r w:rsidR="0024252B" w:rsidRPr="002813C1">
        <w:t>déshonoré</w:t>
      </w:r>
      <w:r>
        <w:t xml:space="preserve">, </w:t>
      </w:r>
      <w:r w:rsidR="0024252B" w:rsidRPr="002813C1">
        <w:t>elle me repousse</w:t>
      </w:r>
      <w:r>
        <w:t>.</w:t>
      </w:r>
    </w:p>
    <w:p w14:paraId="14DB2D18" w14:textId="77777777" w:rsidR="00B77E03" w:rsidRDefault="00B77E03" w:rsidP="00B77E03">
      <w:r>
        <w:lastRenderedPageBreak/>
        <w:t>— </w:t>
      </w:r>
      <w:proofErr w:type="spellStart"/>
      <w:r w:rsidR="0024252B" w:rsidRPr="002813C1">
        <w:t>Valorsay</w:t>
      </w:r>
      <w:proofErr w:type="spellEnd"/>
      <w:r w:rsidR="0024252B" w:rsidRPr="002813C1">
        <w:t xml:space="preserve"> est donc fou de cette jeune fille</w:t>
      </w:r>
      <w:r>
        <w:t> ?</w:t>
      </w:r>
    </w:p>
    <w:p w14:paraId="225475C6" w14:textId="77777777" w:rsidR="00B77E03" w:rsidRDefault="00B77E03" w:rsidP="00B77E03">
      <w:r>
        <w:t>— </w:t>
      </w:r>
      <w:r w:rsidR="0024252B" w:rsidRPr="002813C1">
        <w:t>Elle lui est</w:t>
      </w:r>
      <w:r>
        <w:t xml:space="preserve">, </w:t>
      </w:r>
      <w:r w:rsidR="0024252B" w:rsidRPr="002813C1">
        <w:t>je pense</w:t>
      </w:r>
      <w:r>
        <w:t xml:space="preserve">, </w:t>
      </w:r>
      <w:r w:rsidR="0024252B" w:rsidRPr="002813C1">
        <w:t>parfaitement indifférente</w:t>
      </w:r>
      <w:r>
        <w:t>.</w:t>
      </w:r>
    </w:p>
    <w:p w14:paraId="5E8AD919" w14:textId="77777777" w:rsidR="00B77E03" w:rsidRDefault="00B77E03" w:rsidP="00B77E03">
      <w:r>
        <w:t>— </w:t>
      </w:r>
      <w:r w:rsidR="0024252B" w:rsidRPr="002813C1">
        <w:t>Eh bien</w:t>
      </w:r>
      <w:r>
        <w:t xml:space="preserve">, </w:t>
      </w:r>
      <w:r w:rsidR="0024252B" w:rsidRPr="002813C1">
        <w:t>alors</w:t>
      </w:r>
      <w:r>
        <w:t> ?…</w:t>
      </w:r>
    </w:p>
    <w:p w14:paraId="0B5FA424" w14:textId="77777777" w:rsidR="00B77E03" w:rsidRDefault="00B77E03" w:rsidP="00B77E03">
      <w:r>
        <w:t>— </w:t>
      </w:r>
      <w:r w:rsidR="0024252B" w:rsidRPr="002813C1">
        <w:t>Seulement</w:t>
      </w:r>
      <w:r>
        <w:t xml:space="preserve">, </w:t>
      </w:r>
      <w:r w:rsidR="0024252B" w:rsidRPr="002813C1">
        <w:t>elle possède des millions</w:t>
      </w:r>
      <w:r>
        <w:t>…</w:t>
      </w:r>
    </w:p>
    <w:p w14:paraId="08FD17E8" w14:textId="77777777" w:rsidR="00B77E03" w:rsidRDefault="0024252B" w:rsidP="00B77E03">
      <w:r w:rsidRPr="002813C1">
        <w:t>Cette explication</w:t>
      </w:r>
      <w:r w:rsidR="00B77E03">
        <w:t xml:space="preserve">, </w:t>
      </w:r>
      <w:r w:rsidRPr="002813C1">
        <w:t>on le voyait</w:t>
      </w:r>
      <w:r w:rsidR="00B77E03">
        <w:t xml:space="preserve">, </w:t>
      </w:r>
      <w:r w:rsidRPr="002813C1">
        <w:t>était loin d</w:t>
      </w:r>
      <w:r w:rsidR="00B77E03">
        <w:t>’</w:t>
      </w:r>
      <w:r w:rsidRPr="002813C1">
        <w:t xml:space="preserve">ébranler le baron </w:t>
      </w:r>
      <w:proofErr w:type="spellStart"/>
      <w:r w:rsidRPr="002813C1">
        <w:t>Trigault</w:t>
      </w:r>
      <w:proofErr w:type="spellEnd"/>
      <w:r w:rsidR="00B77E03">
        <w:t>.</w:t>
      </w:r>
    </w:p>
    <w:p w14:paraId="167F8846" w14:textId="77777777" w:rsidR="00B77E03" w:rsidRDefault="00B77E03" w:rsidP="00B77E03">
      <w:r>
        <w:t>— </w:t>
      </w:r>
      <w:r w:rsidR="0024252B" w:rsidRPr="002813C1">
        <w:t>Le marquis</w:t>
      </w:r>
      <w:r>
        <w:t xml:space="preserve">, </w:t>
      </w:r>
      <w:r w:rsidR="0024252B" w:rsidRPr="002813C1">
        <w:t>répondait-il</w:t>
      </w:r>
      <w:r>
        <w:t xml:space="preserve">, </w:t>
      </w:r>
      <w:r w:rsidR="0024252B" w:rsidRPr="002813C1">
        <w:t>a cent cinquante ou deux cent mille livres de rentes en beaux biens au soleil</w:t>
      </w:r>
      <w:r>
        <w:t xml:space="preserve"> ; </w:t>
      </w:r>
      <w:r w:rsidR="0024252B" w:rsidRPr="002813C1">
        <w:t>voilà sa justification</w:t>
      </w:r>
      <w:r>
        <w:t xml:space="preserve">. </w:t>
      </w:r>
      <w:r w:rsidR="0024252B" w:rsidRPr="002813C1">
        <w:t>Avec cette fortune et son nom</w:t>
      </w:r>
      <w:r>
        <w:t xml:space="preserve">, </w:t>
      </w:r>
      <w:r w:rsidR="0024252B" w:rsidRPr="002813C1">
        <w:t>en position de choisir entre toutes les héritières de France</w:t>
      </w:r>
      <w:r>
        <w:t xml:space="preserve">, </w:t>
      </w:r>
      <w:r w:rsidR="0024252B" w:rsidRPr="002813C1">
        <w:t>pourquoi irait-il s</w:t>
      </w:r>
      <w:r>
        <w:t>’</w:t>
      </w:r>
      <w:r w:rsidR="0024252B" w:rsidRPr="002813C1">
        <w:t>adresser à la femme que vous aimez</w:t>
      </w:r>
      <w:r>
        <w:t xml:space="preserve"> !… </w:t>
      </w:r>
      <w:r w:rsidR="0024252B" w:rsidRPr="002813C1">
        <w:t>Ah</w:t>
      </w:r>
      <w:r>
        <w:t xml:space="preserve"> ! </w:t>
      </w:r>
      <w:r w:rsidR="0024252B" w:rsidRPr="002813C1">
        <w:t>s</w:t>
      </w:r>
      <w:r>
        <w:t>’</w:t>
      </w:r>
      <w:r w:rsidR="0024252B" w:rsidRPr="002813C1">
        <w:t>il était pauvre</w:t>
      </w:r>
      <w:r>
        <w:t xml:space="preserve">, </w:t>
      </w:r>
      <w:r w:rsidR="0024252B" w:rsidRPr="002813C1">
        <w:t>si sa fortune était compromise</w:t>
      </w:r>
      <w:r>
        <w:t xml:space="preserve">, </w:t>
      </w:r>
      <w:r w:rsidR="0024252B" w:rsidRPr="002813C1">
        <w:t>s</w:t>
      </w:r>
      <w:r>
        <w:t>’</w:t>
      </w:r>
      <w:r w:rsidR="0024252B" w:rsidRPr="002813C1">
        <w:t>il sentait</w:t>
      </w:r>
      <w:r>
        <w:t xml:space="preserve">, </w:t>
      </w:r>
      <w:r w:rsidR="0024252B" w:rsidRPr="002813C1">
        <w:t>comme mon gendre</w:t>
      </w:r>
      <w:r>
        <w:t xml:space="preserve">, </w:t>
      </w:r>
      <w:r w:rsidR="0024252B" w:rsidRPr="002813C1">
        <w:t>le besoin de redorer son blason</w:t>
      </w:r>
      <w:r>
        <w:t>…</w:t>
      </w:r>
    </w:p>
    <w:p w14:paraId="3139A06E" w14:textId="77777777" w:rsidR="00B77E03" w:rsidRDefault="0024252B" w:rsidP="00B77E03">
      <w:r w:rsidRPr="002813C1">
        <w:t>Il s</w:t>
      </w:r>
      <w:r w:rsidR="00B77E03">
        <w:t>’</w:t>
      </w:r>
      <w:r w:rsidRPr="002813C1">
        <w:t>arrêta</w:t>
      </w:r>
      <w:r w:rsidR="00B77E03">
        <w:t xml:space="preserve"> ; </w:t>
      </w:r>
      <w:r w:rsidRPr="002813C1">
        <w:t>on frappait à la porte</w:t>
      </w:r>
      <w:r w:rsidR="00B77E03">
        <w:t xml:space="preserve">… </w:t>
      </w:r>
      <w:r w:rsidRPr="002813C1">
        <w:t>Il cria d</w:t>
      </w:r>
      <w:r w:rsidR="00B77E03">
        <w:t>’</w:t>
      </w:r>
      <w:r w:rsidRPr="002813C1">
        <w:t>entrer</w:t>
      </w:r>
      <w:r w:rsidR="00B77E03">
        <w:t xml:space="preserve">, </w:t>
      </w:r>
      <w:r w:rsidRPr="002813C1">
        <w:t>et un valet parut qui lui dit</w:t>
      </w:r>
      <w:r w:rsidR="00B77E03">
        <w:t> :</w:t>
      </w:r>
    </w:p>
    <w:p w14:paraId="61D2BF81" w14:textId="5A21AB23" w:rsidR="00B77E03" w:rsidRDefault="00B77E03" w:rsidP="00B77E03">
      <w:r>
        <w:t>— M. </w:t>
      </w:r>
      <w:r w:rsidR="0024252B" w:rsidRPr="002813C1">
        <w:t xml:space="preserve">le marquis de </w:t>
      </w:r>
      <w:proofErr w:type="spellStart"/>
      <w:r w:rsidR="0024252B" w:rsidRPr="002813C1">
        <w:t>Valorsay</w:t>
      </w:r>
      <w:proofErr w:type="spellEnd"/>
      <w:r w:rsidR="0024252B" w:rsidRPr="002813C1">
        <w:t xml:space="preserve"> désirerait entretenir </w:t>
      </w:r>
      <w:r>
        <w:t>M. </w:t>
      </w:r>
      <w:r w:rsidR="0024252B" w:rsidRPr="002813C1">
        <w:t>le baron</w:t>
      </w:r>
      <w:r>
        <w:t>.</w:t>
      </w:r>
    </w:p>
    <w:p w14:paraId="24FEE2DB" w14:textId="77777777" w:rsidR="00B77E03" w:rsidRDefault="0024252B" w:rsidP="00B77E03">
      <w:r w:rsidRPr="002813C1">
        <w:t>C</w:t>
      </w:r>
      <w:r w:rsidR="00B77E03">
        <w:t>’</w:t>
      </w:r>
      <w:r w:rsidRPr="002813C1">
        <w:t>était l</w:t>
      </w:r>
      <w:r w:rsidR="00B77E03">
        <w:t>’</w:t>
      </w:r>
      <w:r w:rsidRPr="002813C1">
        <w:t>ennemi</w:t>
      </w:r>
      <w:r w:rsidR="00B77E03">
        <w:t xml:space="preserve"> !… </w:t>
      </w:r>
      <w:r w:rsidRPr="002813C1">
        <w:t>Une convulsion de rage crispa le visage de Pascal</w:t>
      </w:r>
      <w:r w:rsidR="00B77E03">
        <w:t xml:space="preserve">, </w:t>
      </w:r>
      <w:r w:rsidRPr="002813C1">
        <w:t>mais ce fut tout</w:t>
      </w:r>
      <w:r w:rsidR="00B77E03">
        <w:t xml:space="preserve">. </w:t>
      </w:r>
      <w:r w:rsidRPr="002813C1">
        <w:t>Il ne bougea pas</w:t>
      </w:r>
      <w:r w:rsidR="00B77E03">
        <w:t xml:space="preserve">, </w:t>
      </w:r>
      <w:r w:rsidRPr="002813C1">
        <w:t>il ne prononça pas une parole</w:t>
      </w:r>
      <w:r w:rsidR="00B77E03">
        <w:t>.</w:t>
      </w:r>
    </w:p>
    <w:p w14:paraId="1576D51D" w14:textId="55BF2B13" w:rsidR="00B77E03" w:rsidRDefault="00B77E03" w:rsidP="00B77E03">
      <w:r>
        <w:t>— </w:t>
      </w:r>
      <w:r w:rsidR="0024252B" w:rsidRPr="002813C1">
        <w:t xml:space="preserve">Priez </w:t>
      </w:r>
      <w:r>
        <w:t>M. </w:t>
      </w:r>
      <w:r w:rsidR="0024252B" w:rsidRPr="002813C1">
        <w:t>le marquis de m</w:t>
      </w:r>
      <w:r>
        <w:t>’</w:t>
      </w:r>
      <w:r w:rsidR="0024252B" w:rsidRPr="002813C1">
        <w:t>attendre à côté</w:t>
      </w:r>
      <w:r>
        <w:t xml:space="preserve">, </w:t>
      </w:r>
      <w:r w:rsidR="0024252B" w:rsidRPr="002813C1">
        <w:t>dans la salle à manger</w:t>
      </w:r>
      <w:r>
        <w:t xml:space="preserve">, </w:t>
      </w:r>
      <w:r w:rsidR="0024252B" w:rsidRPr="002813C1">
        <w:t>dit le baron</w:t>
      </w:r>
      <w:r>
        <w:t xml:space="preserve">, </w:t>
      </w:r>
      <w:r w:rsidR="0024252B" w:rsidRPr="002813C1">
        <w:t>je le rejoins à l</w:t>
      </w:r>
      <w:r>
        <w:t>’</w:t>
      </w:r>
      <w:r w:rsidR="0024252B" w:rsidRPr="002813C1">
        <w:t>instant</w:t>
      </w:r>
      <w:r>
        <w:t>.</w:t>
      </w:r>
    </w:p>
    <w:p w14:paraId="7AAB85B4" w14:textId="77777777" w:rsidR="00B77E03" w:rsidRDefault="0024252B" w:rsidP="00B77E03">
      <w:r w:rsidRPr="002813C1">
        <w:t>Et le domestique s</w:t>
      </w:r>
      <w:r w:rsidR="00B77E03">
        <w:t>’</w:t>
      </w:r>
      <w:r w:rsidRPr="002813C1">
        <w:t>étant retiré</w:t>
      </w:r>
      <w:r w:rsidR="00B77E03">
        <w:t> :</w:t>
      </w:r>
    </w:p>
    <w:p w14:paraId="1486FA74" w14:textId="51347FC5" w:rsidR="00B77E03" w:rsidRDefault="00B77E03" w:rsidP="00B77E03">
      <w:r>
        <w:t>— </w:t>
      </w:r>
      <w:r w:rsidR="0024252B" w:rsidRPr="002813C1">
        <w:t>Eh bien</w:t>
      </w:r>
      <w:r>
        <w:t> !… M. </w:t>
      </w:r>
      <w:proofErr w:type="spellStart"/>
      <w:r w:rsidR="0024252B" w:rsidRPr="002813C1">
        <w:t>Férailleur</w:t>
      </w:r>
      <w:proofErr w:type="spellEnd"/>
      <w:r>
        <w:t xml:space="preserve">, </w:t>
      </w:r>
      <w:r w:rsidR="0024252B" w:rsidRPr="002813C1">
        <w:t>demanda-t-il</w:t>
      </w:r>
      <w:r>
        <w:t xml:space="preserve">, </w:t>
      </w:r>
      <w:r w:rsidR="0024252B" w:rsidRPr="002813C1">
        <w:t>devinez-vous mes intentions</w:t>
      </w:r>
      <w:r>
        <w:t> ?</w:t>
      </w:r>
    </w:p>
    <w:p w14:paraId="353E1B46" w14:textId="57C21527" w:rsidR="00B77E03" w:rsidRDefault="00B77E03" w:rsidP="00B77E03">
      <w:r>
        <w:lastRenderedPageBreak/>
        <w:t>— </w:t>
      </w:r>
      <w:r w:rsidR="0024252B" w:rsidRPr="002813C1">
        <w:t>Je le crois</w:t>
      </w:r>
      <w:r>
        <w:t xml:space="preserve">, </w:t>
      </w:r>
      <w:r w:rsidR="0024252B" w:rsidRPr="002813C1">
        <w:t>monsieur</w:t>
      </w:r>
      <w:r>
        <w:t xml:space="preserve">… </w:t>
      </w:r>
      <w:r w:rsidR="0024252B" w:rsidRPr="002813C1">
        <w:t>Vous voulez probablement me mettre à même d</w:t>
      </w:r>
      <w:r>
        <w:t>’</w:t>
      </w:r>
      <w:r w:rsidR="0024252B" w:rsidRPr="002813C1">
        <w:t>entendre l</w:t>
      </w:r>
      <w:r>
        <w:t>’</w:t>
      </w:r>
      <w:r w:rsidR="0024252B" w:rsidRPr="002813C1">
        <w:t xml:space="preserve">entretien que vous allez avoir avec </w:t>
      </w:r>
      <w:r>
        <w:t>M. de </w:t>
      </w:r>
      <w:proofErr w:type="spellStart"/>
      <w:r w:rsidR="0024252B" w:rsidRPr="002813C1">
        <w:t>Valorsay</w:t>
      </w:r>
      <w:proofErr w:type="spellEnd"/>
      <w:r>
        <w:t>.</w:t>
      </w:r>
    </w:p>
    <w:p w14:paraId="320386B8" w14:textId="77777777" w:rsidR="00B77E03" w:rsidRDefault="00B77E03" w:rsidP="00B77E03">
      <w:r>
        <w:t>— </w:t>
      </w:r>
      <w:r w:rsidR="0024252B" w:rsidRPr="002813C1">
        <w:t>Juste</w:t>
      </w:r>
      <w:r>
        <w:t xml:space="preserve">… </w:t>
      </w:r>
      <w:r w:rsidR="0024252B" w:rsidRPr="002813C1">
        <w:t>Je laisserai la porte ouverte</w:t>
      </w:r>
      <w:r>
        <w:t xml:space="preserve">. </w:t>
      </w:r>
      <w:r w:rsidR="0024252B" w:rsidRPr="002813C1">
        <w:t>À vous d</w:t>
      </w:r>
      <w:r>
        <w:t>’</w:t>
      </w:r>
      <w:r w:rsidR="0024252B" w:rsidRPr="002813C1">
        <w:t>écouter</w:t>
      </w:r>
      <w:r>
        <w:t>.</w:t>
      </w:r>
    </w:p>
    <w:p w14:paraId="50A7A7B9" w14:textId="77777777" w:rsidR="00B77E03" w:rsidRDefault="0024252B" w:rsidP="00B77E03">
      <w:r w:rsidRPr="002813C1">
        <w:t xml:space="preserve">Ce mot </w:t>
      </w:r>
      <w:r w:rsidR="00B77E03">
        <w:t>« </w:t>
      </w:r>
      <w:r w:rsidRPr="002813C1">
        <w:t>écouter</w:t>
      </w:r>
      <w:r w:rsidR="00B77E03">
        <w:t> »</w:t>
      </w:r>
      <w:r w:rsidRPr="002813C1">
        <w:t xml:space="preserve"> avait été</w:t>
      </w:r>
      <w:r w:rsidR="00B77E03">
        <w:t xml:space="preserve">, </w:t>
      </w:r>
      <w:r w:rsidRPr="002813C1">
        <w:t>certes</w:t>
      </w:r>
      <w:r w:rsidR="00B77E03">
        <w:t xml:space="preserve">, </w:t>
      </w:r>
      <w:r w:rsidRPr="002813C1">
        <w:t>prononcé sans amertume</w:t>
      </w:r>
      <w:r w:rsidR="00B77E03">
        <w:t xml:space="preserve">, </w:t>
      </w:r>
      <w:r w:rsidRPr="002813C1">
        <w:t>sans reproche</w:t>
      </w:r>
      <w:r w:rsidR="00B77E03">
        <w:t xml:space="preserve">, </w:t>
      </w:r>
      <w:r w:rsidRPr="002813C1">
        <w:t>et cependant Pascal ne put s</w:t>
      </w:r>
      <w:r w:rsidR="00B77E03">
        <w:t>’</w:t>
      </w:r>
      <w:r w:rsidRPr="002813C1">
        <w:t>empêcher de rougir et de baisser la tête</w:t>
      </w:r>
      <w:r w:rsidR="00B77E03">
        <w:t>.</w:t>
      </w:r>
    </w:p>
    <w:p w14:paraId="2FC21898" w14:textId="77777777" w:rsidR="00B77E03" w:rsidRDefault="00B77E03" w:rsidP="00B77E03">
      <w:r>
        <w:t>— </w:t>
      </w:r>
      <w:r w:rsidR="0024252B" w:rsidRPr="002813C1">
        <w:t>Je veux vous prouver</w:t>
      </w:r>
      <w:r>
        <w:t xml:space="preserve">, </w:t>
      </w:r>
      <w:r w:rsidR="0024252B" w:rsidRPr="002813C1">
        <w:t>poursuivit le baron</w:t>
      </w:r>
      <w:r>
        <w:t xml:space="preserve">, </w:t>
      </w:r>
      <w:r w:rsidR="0024252B" w:rsidRPr="002813C1">
        <w:t>que vos soupçons s</w:t>
      </w:r>
      <w:r>
        <w:t>’</w:t>
      </w:r>
      <w:r w:rsidR="0024252B" w:rsidRPr="002813C1">
        <w:t>égarent</w:t>
      </w:r>
      <w:r>
        <w:t xml:space="preserve">. </w:t>
      </w:r>
      <w:r w:rsidR="0024252B" w:rsidRPr="002813C1">
        <w:t>Fiez-vous à mon adresse pour vous le démontrer</w:t>
      </w:r>
      <w:r>
        <w:t xml:space="preserve">… </w:t>
      </w:r>
      <w:r w:rsidR="0024252B" w:rsidRPr="002813C1">
        <w:t>Je saurai conduire la conversation comme un interrogatoire</w:t>
      </w:r>
      <w:r>
        <w:t xml:space="preserve">, </w:t>
      </w:r>
      <w:r w:rsidR="0024252B" w:rsidRPr="002813C1">
        <w:t>de telle sorte qu</w:t>
      </w:r>
      <w:r>
        <w:t>’</w:t>
      </w:r>
      <w:r w:rsidR="0024252B" w:rsidRPr="002813C1">
        <w:t>après le départ du marquis vous serez bien forcé de confesser que vous vous trompiez</w:t>
      </w:r>
      <w:r>
        <w:t>…</w:t>
      </w:r>
    </w:p>
    <w:p w14:paraId="74680197" w14:textId="77777777" w:rsidR="00B77E03" w:rsidRDefault="00B77E03" w:rsidP="00B77E03">
      <w:r>
        <w:t>— </w:t>
      </w:r>
      <w:r w:rsidR="0024252B" w:rsidRPr="002813C1">
        <w:t>Ou vous reconnaîtrez que j</w:t>
      </w:r>
      <w:r>
        <w:t>’</w:t>
      </w:r>
      <w:r w:rsidR="0024252B" w:rsidRPr="002813C1">
        <w:t>avais raison</w:t>
      </w:r>
      <w:r>
        <w:t xml:space="preserve">, </w:t>
      </w:r>
      <w:r w:rsidR="0024252B" w:rsidRPr="002813C1">
        <w:t>monsieur</w:t>
      </w:r>
      <w:r>
        <w:t>.</w:t>
      </w:r>
    </w:p>
    <w:p w14:paraId="2F9CA7FE" w14:textId="77777777" w:rsidR="00B77E03" w:rsidRDefault="00B77E03" w:rsidP="00B77E03">
      <w:r>
        <w:t>— </w:t>
      </w:r>
      <w:r w:rsidR="0024252B" w:rsidRPr="002813C1">
        <w:t>Soit</w:t>
      </w:r>
      <w:r>
        <w:t xml:space="preserve"> ! </w:t>
      </w:r>
      <w:r w:rsidR="0024252B" w:rsidRPr="002813C1">
        <w:t>Personne n</w:t>
      </w:r>
      <w:r>
        <w:t>’</w:t>
      </w:r>
      <w:r w:rsidR="0024252B" w:rsidRPr="002813C1">
        <w:t>est à l</w:t>
      </w:r>
      <w:r>
        <w:t>’</w:t>
      </w:r>
      <w:r w:rsidR="0024252B" w:rsidRPr="002813C1">
        <w:t>abri d</w:t>
      </w:r>
      <w:r>
        <w:t>’</w:t>
      </w:r>
      <w:r w:rsidR="0024252B" w:rsidRPr="002813C1">
        <w:t>une erreur</w:t>
      </w:r>
      <w:r>
        <w:t xml:space="preserve">, </w:t>
      </w:r>
      <w:r w:rsidR="0024252B" w:rsidRPr="002813C1">
        <w:t>et je ne suis pas têtu</w:t>
      </w:r>
      <w:r>
        <w:t>.</w:t>
      </w:r>
    </w:p>
    <w:p w14:paraId="2A40919E" w14:textId="77777777" w:rsidR="00B77E03" w:rsidRDefault="0024252B" w:rsidP="00B77E03">
      <w:r w:rsidRPr="002813C1">
        <w:t>Il se levait</w:t>
      </w:r>
      <w:r w:rsidR="00B77E03">
        <w:t xml:space="preserve">, </w:t>
      </w:r>
      <w:r w:rsidRPr="002813C1">
        <w:t>Pascal le retint</w:t>
      </w:r>
      <w:r w:rsidR="00B77E03">
        <w:t>.</w:t>
      </w:r>
    </w:p>
    <w:p w14:paraId="6985C0F1" w14:textId="77777777" w:rsidR="00B77E03" w:rsidRDefault="00B77E03" w:rsidP="00B77E03">
      <w:r>
        <w:t>— </w:t>
      </w:r>
      <w:r w:rsidR="0024252B" w:rsidRPr="002813C1">
        <w:t>Je ne sais déjà</w:t>
      </w:r>
      <w:r>
        <w:t xml:space="preserve">, </w:t>
      </w:r>
      <w:r w:rsidR="0024252B" w:rsidRPr="002813C1">
        <w:t>monsieur</w:t>
      </w:r>
      <w:r>
        <w:t xml:space="preserve">, </w:t>
      </w:r>
      <w:r w:rsidR="0024252B" w:rsidRPr="002813C1">
        <w:t>prononça-t-il</w:t>
      </w:r>
      <w:r>
        <w:t xml:space="preserve">, </w:t>
      </w:r>
      <w:r w:rsidR="0024252B" w:rsidRPr="002813C1">
        <w:t>comment vous témoigner ma gratitude</w:t>
      </w:r>
      <w:r>
        <w:t xml:space="preserve">, </w:t>
      </w:r>
      <w:r w:rsidR="0024252B" w:rsidRPr="002813C1">
        <w:t>et cependant</w:t>
      </w:r>
      <w:r>
        <w:t xml:space="preserve">… </w:t>
      </w:r>
      <w:r w:rsidR="0024252B" w:rsidRPr="002813C1">
        <w:t>si j</w:t>
      </w:r>
      <w:r>
        <w:t>’</w:t>
      </w:r>
      <w:r w:rsidR="0024252B" w:rsidRPr="002813C1">
        <w:t>osais</w:t>
      </w:r>
      <w:r>
        <w:t xml:space="preserve">… </w:t>
      </w:r>
      <w:r w:rsidR="0024252B" w:rsidRPr="002813C1">
        <w:t>si je ne craignais d</w:t>
      </w:r>
      <w:r>
        <w:t>’</w:t>
      </w:r>
      <w:r w:rsidR="0024252B" w:rsidRPr="002813C1">
        <w:t>abuser</w:t>
      </w:r>
      <w:r>
        <w:t xml:space="preserve">, </w:t>
      </w:r>
      <w:r w:rsidR="0024252B" w:rsidRPr="002813C1">
        <w:t>je vous demanderais encore un service</w:t>
      </w:r>
      <w:r>
        <w:t>.</w:t>
      </w:r>
    </w:p>
    <w:p w14:paraId="1E7AADA4" w14:textId="77777777" w:rsidR="00B77E03" w:rsidRDefault="00B77E03" w:rsidP="00B77E03">
      <w:r>
        <w:t>— </w:t>
      </w:r>
      <w:r w:rsidR="0024252B" w:rsidRPr="002813C1">
        <w:t>Parlez</w:t>
      </w:r>
      <w:r>
        <w:t xml:space="preserve">, </w:t>
      </w:r>
      <w:r w:rsidR="0024252B" w:rsidRPr="002813C1">
        <w:t xml:space="preserve">monsieur </w:t>
      </w:r>
      <w:proofErr w:type="spellStart"/>
      <w:r w:rsidR="0024252B" w:rsidRPr="002813C1">
        <w:t>Férailleur</w:t>
      </w:r>
      <w:proofErr w:type="spellEnd"/>
      <w:r>
        <w:t>.</w:t>
      </w:r>
    </w:p>
    <w:p w14:paraId="1719BDA0" w14:textId="77777777" w:rsidR="00B77E03" w:rsidRDefault="00B77E03" w:rsidP="00B77E03">
      <w:r>
        <w:t>— </w:t>
      </w:r>
      <w:r w:rsidR="0024252B" w:rsidRPr="002813C1">
        <w:t>Alors</w:t>
      </w:r>
      <w:r>
        <w:t xml:space="preserve">, </w:t>
      </w:r>
      <w:r w:rsidR="0024252B" w:rsidRPr="002813C1">
        <w:t>voici</w:t>
      </w:r>
      <w:r>
        <w:t xml:space="preserve"> : </w:t>
      </w:r>
      <w:r w:rsidR="0024252B" w:rsidRPr="002813C1">
        <w:t xml:space="preserve">Je ne connais pas le marquis de </w:t>
      </w:r>
      <w:proofErr w:type="spellStart"/>
      <w:r w:rsidR="0024252B" w:rsidRPr="002813C1">
        <w:t>Valorsay</w:t>
      </w:r>
      <w:proofErr w:type="spellEnd"/>
      <w:r>
        <w:t>…</w:t>
      </w:r>
    </w:p>
    <w:p w14:paraId="12C022A4" w14:textId="77777777" w:rsidR="00B77E03" w:rsidRDefault="0024252B" w:rsidP="00B77E03">
      <w:r w:rsidRPr="002813C1">
        <w:t>Si</w:t>
      </w:r>
      <w:r w:rsidR="00B77E03">
        <w:t xml:space="preserve">, </w:t>
      </w:r>
      <w:r w:rsidRPr="002813C1">
        <w:t>au lieu de laisser la porte grande ouverte</w:t>
      </w:r>
      <w:r w:rsidR="00B77E03">
        <w:t xml:space="preserve">, </w:t>
      </w:r>
      <w:r w:rsidRPr="002813C1">
        <w:t>vous la laissiez seulement entrebâillée</w:t>
      </w:r>
      <w:r w:rsidR="00B77E03">
        <w:t xml:space="preserve">, </w:t>
      </w:r>
      <w:r w:rsidRPr="002813C1">
        <w:t>j</w:t>
      </w:r>
      <w:r w:rsidR="00B77E03">
        <w:t>’</w:t>
      </w:r>
      <w:r w:rsidRPr="002813C1">
        <w:t>entendrais aussi distinctement et je pourrais regarder</w:t>
      </w:r>
      <w:r w:rsidR="00B77E03">
        <w:t xml:space="preserve">, </w:t>
      </w:r>
      <w:r w:rsidRPr="002813C1">
        <w:t>voir</w:t>
      </w:r>
      <w:r w:rsidR="00B77E03">
        <w:t>…</w:t>
      </w:r>
    </w:p>
    <w:p w14:paraId="73852050" w14:textId="77777777" w:rsidR="00B77E03" w:rsidRDefault="00B77E03" w:rsidP="00B77E03">
      <w:r>
        <w:t>— </w:t>
      </w:r>
      <w:r w:rsidR="0024252B" w:rsidRPr="002813C1">
        <w:t>Entendu</w:t>
      </w:r>
      <w:r>
        <w:t xml:space="preserve"> !… </w:t>
      </w:r>
      <w:r w:rsidR="0024252B" w:rsidRPr="002813C1">
        <w:t>répondit le baron</w:t>
      </w:r>
      <w:r>
        <w:t>.</w:t>
      </w:r>
    </w:p>
    <w:p w14:paraId="006CBEAB" w14:textId="77777777" w:rsidR="00B77E03" w:rsidRDefault="0024252B" w:rsidP="00B77E03">
      <w:r w:rsidRPr="002813C1">
        <w:lastRenderedPageBreak/>
        <w:t>Et ouvrant la porte de communication</w:t>
      </w:r>
      <w:r w:rsidR="00B77E03">
        <w:t xml:space="preserve">, </w:t>
      </w:r>
      <w:r w:rsidRPr="002813C1">
        <w:t>il parut dans la salle à manger</w:t>
      </w:r>
      <w:r w:rsidR="00B77E03">
        <w:t xml:space="preserve">, </w:t>
      </w:r>
      <w:r w:rsidRPr="002813C1">
        <w:t>la main amicalement tendue</w:t>
      </w:r>
      <w:r w:rsidR="00B77E03">
        <w:t xml:space="preserve">, </w:t>
      </w:r>
      <w:r w:rsidRPr="002813C1">
        <w:t>et disant de sa meilleure voix</w:t>
      </w:r>
      <w:r w:rsidR="00B77E03">
        <w:t> :</w:t>
      </w:r>
    </w:p>
    <w:p w14:paraId="065CC787" w14:textId="77777777" w:rsidR="00B77E03" w:rsidRDefault="00B77E03" w:rsidP="00B77E03">
      <w:r>
        <w:t>— </w:t>
      </w:r>
      <w:r w:rsidR="0024252B" w:rsidRPr="002813C1">
        <w:t>Excusez-moi</w:t>
      </w:r>
      <w:r>
        <w:t xml:space="preserve">, </w:t>
      </w:r>
      <w:r w:rsidR="0024252B" w:rsidRPr="002813C1">
        <w:t>cher ami</w:t>
      </w:r>
      <w:r>
        <w:t xml:space="preserve">, </w:t>
      </w:r>
      <w:r w:rsidR="0024252B" w:rsidRPr="002813C1">
        <w:t>de vous avoir laissé seul</w:t>
      </w:r>
      <w:r>
        <w:t xml:space="preserve">… </w:t>
      </w:r>
      <w:r w:rsidR="0024252B" w:rsidRPr="002813C1">
        <w:t>On m</w:t>
      </w:r>
      <w:r>
        <w:t>’</w:t>
      </w:r>
      <w:r w:rsidR="0024252B" w:rsidRPr="002813C1">
        <w:t>a remis votre lettre ce matin</w:t>
      </w:r>
      <w:r>
        <w:t xml:space="preserve">, </w:t>
      </w:r>
      <w:r w:rsidR="0024252B" w:rsidRPr="002813C1">
        <w:t>et je vous attendais</w:t>
      </w:r>
      <w:r>
        <w:t xml:space="preserve">, </w:t>
      </w:r>
      <w:r w:rsidR="0024252B" w:rsidRPr="002813C1">
        <w:t>mais il m</w:t>
      </w:r>
      <w:r>
        <w:t>’</w:t>
      </w:r>
      <w:r w:rsidR="0024252B" w:rsidRPr="002813C1">
        <w:t>est survenu une affaire</w:t>
      </w:r>
      <w:r>
        <w:t xml:space="preserve">… </w:t>
      </w:r>
      <w:r w:rsidR="0024252B" w:rsidRPr="002813C1">
        <w:t>Vous allez bien</w:t>
      </w:r>
      <w:r>
        <w:t xml:space="preserve">, </w:t>
      </w:r>
      <w:r w:rsidR="0024252B" w:rsidRPr="002813C1">
        <w:t>d</w:t>
      </w:r>
      <w:r>
        <w:t>’</w:t>
      </w:r>
      <w:r w:rsidR="0024252B" w:rsidRPr="002813C1">
        <w:t>ailleurs</w:t>
      </w:r>
      <w:r>
        <w:t> ?…</w:t>
      </w:r>
    </w:p>
    <w:p w14:paraId="51DDA197" w14:textId="77777777" w:rsidR="00B77E03" w:rsidRDefault="0024252B" w:rsidP="00B77E03">
      <w:r w:rsidRPr="002813C1">
        <w:t>À l</w:t>
      </w:r>
      <w:r w:rsidR="00B77E03">
        <w:t>’</w:t>
      </w:r>
      <w:r w:rsidRPr="002813C1">
        <w:t>entrée du baron</w:t>
      </w:r>
      <w:r w:rsidR="00B77E03">
        <w:t xml:space="preserve">, </w:t>
      </w:r>
      <w:r w:rsidRPr="002813C1">
        <w:t xml:space="preserve">le marquis de </w:t>
      </w:r>
      <w:proofErr w:type="spellStart"/>
      <w:r w:rsidRPr="002813C1">
        <w:t>Valorsay</w:t>
      </w:r>
      <w:proofErr w:type="spellEnd"/>
      <w:r w:rsidRPr="002813C1">
        <w:t xml:space="preserve"> s</w:t>
      </w:r>
      <w:r w:rsidR="00B77E03">
        <w:t>’</w:t>
      </w:r>
      <w:r w:rsidRPr="002813C1">
        <w:t>était vivement avancé vers lui</w:t>
      </w:r>
      <w:r w:rsidR="00B77E03">
        <w:t>.</w:t>
      </w:r>
    </w:p>
    <w:p w14:paraId="404F419D" w14:textId="77777777" w:rsidR="00B77E03" w:rsidRDefault="0024252B" w:rsidP="00B77E03">
      <w:r w:rsidRPr="002813C1">
        <w:t>Ou il avait imaginé un nouveau plan et l</w:t>
      </w:r>
      <w:r w:rsidR="00B77E03">
        <w:t>’</w:t>
      </w:r>
      <w:r w:rsidRPr="002813C1">
        <w:t>espoir lui revenait</w:t>
      </w:r>
      <w:r w:rsidR="00B77E03">
        <w:t xml:space="preserve">, </w:t>
      </w:r>
      <w:proofErr w:type="spellStart"/>
      <w:r w:rsidRPr="002813C1">
        <w:t>ou</w:t>
      </w:r>
      <w:proofErr w:type="spellEnd"/>
      <w:r w:rsidRPr="002813C1">
        <w:t xml:space="preserve"> il avait sur lui-même une terrible puissance</w:t>
      </w:r>
      <w:r w:rsidR="00B77E03">
        <w:t xml:space="preserve">, </w:t>
      </w:r>
      <w:r w:rsidRPr="002813C1">
        <w:t>Jamais il n</w:t>
      </w:r>
      <w:r w:rsidR="00B77E03">
        <w:t>’</w:t>
      </w:r>
      <w:r w:rsidRPr="002813C1">
        <w:t>avait paru plus calme</w:t>
      </w:r>
      <w:r w:rsidR="00B77E03">
        <w:t xml:space="preserve">. </w:t>
      </w:r>
      <w:r w:rsidRPr="002813C1">
        <w:t>Jamais son visage n</w:t>
      </w:r>
      <w:r w:rsidR="00B77E03">
        <w:t>’</w:t>
      </w:r>
      <w:r w:rsidRPr="002813C1">
        <w:t>avait mieux exprimé l</w:t>
      </w:r>
      <w:r w:rsidR="00B77E03">
        <w:t>’</w:t>
      </w:r>
      <w:r w:rsidRPr="002813C1">
        <w:t>insouciance hautaine</w:t>
      </w:r>
      <w:r w:rsidR="00B77E03">
        <w:t xml:space="preserve">, </w:t>
      </w:r>
      <w:r w:rsidRPr="002813C1">
        <w:t>la satisfaction de soi et le dédain des autres</w:t>
      </w:r>
      <w:r w:rsidR="00B77E03">
        <w:t xml:space="preserve">, </w:t>
      </w:r>
      <w:r w:rsidRPr="002813C1">
        <w:t>qui sont le comble de la distinction</w:t>
      </w:r>
      <w:r w:rsidR="00B77E03">
        <w:t>.</w:t>
      </w:r>
    </w:p>
    <w:p w14:paraId="5D131519" w14:textId="77777777" w:rsidR="00B77E03" w:rsidRDefault="0024252B" w:rsidP="00B77E03">
      <w:r w:rsidRPr="002813C1">
        <w:t>Il était mis avec plus de recherche encore que d</w:t>
      </w:r>
      <w:r w:rsidR="00B77E03">
        <w:t>’</w:t>
      </w:r>
      <w:r w:rsidRPr="002813C1">
        <w:t>ordinaire</w:t>
      </w:r>
      <w:r w:rsidR="00B77E03">
        <w:t xml:space="preserve">, </w:t>
      </w:r>
      <w:r w:rsidRPr="002813C1">
        <w:t>avec un goût parfait</w:t>
      </w:r>
      <w:r w:rsidR="00B77E03">
        <w:t xml:space="preserve">, </w:t>
      </w:r>
      <w:r w:rsidRPr="002813C1">
        <w:t>du reste</w:t>
      </w:r>
      <w:r w:rsidR="00B77E03">
        <w:t xml:space="preserve">, </w:t>
      </w:r>
      <w:r w:rsidRPr="002813C1">
        <w:t>et son valet de chambre s</w:t>
      </w:r>
      <w:r w:rsidR="00B77E03">
        <w:t>’</w:t>
      </w:r>
      <w:r w:rsidRPr="002813C1">
        <w:t>était surpassé en le coiffant</w:t>
      </w:r>
      <w:r w:rsidR="00B77E03">
        <w:t xml:space="preserve">… </w:t>
      </w:r>
      <w:r w:rsidRPr="002813C1">
        <w:t>on eût juré qu</w:t>
      </w:r>
      <w:r w:rsidR="00B77E03">
        <w:t>’</w:t>
      </w:r>
      <w:r w:rsidRPr="002813C1">
        <w:t>il avait encore beaucoup de cheveux</w:t>
      </w:r>
      <w:r w:rsidR="00B77E03">
        <w:t>.</w:t>
      </w:r>
    </w:p>
    <w:p w14:paraId="3F2F42C8" w14:textId="77777777" w:rsidR="00B77E03" w:rsidRDefault="0024252B" w:rsidP="00B77E03">
      <w:r w:rsidRPr="002813C1">
        <w:t>S</w:t>
      </w:r>
      <w:r w:rsidR="00B77E03">
        <w:t>’</w:t>
      </w:r>
      <w:r w:rsidRPr="002813C1">
        <w:t>il éprouvait quelque émotion intérieure</w:t>
      </w:r>
      <w:r w:rsidR="00B77E03">
        <w:t xml:space="preserve">, </w:t>
      </w:r>
      <w:r w:rsidRPr="002813C1">
        <w:t>elle ne se trahissait que par la roideur de sa coquine de jambe droite</w:t>
      </w:r>
      <w:r w:rsidR="00B77E03">
        <w:t xml:space="preserve">, </w:t>
      </w:r>
      <w:r w:rsidRPr="002813C1">
        <w:t>la jambe cassée à la Marche</w:t>
      </w:r>
      <w:r w:rsidR="00B77E03">
        <w:t>.</w:t>
      </w:r>
    </w:p>
    <w:p w14:paraId="130531EF" w14:textId="77777777" w:rsidR="00B77E03" w:rsidRDefault="00B77E03" w:rsidP="00B77E03">
      <w:r>
        <w:t>— </w:t>
      </w:r>
      <w:r w:rsidR="0024252B" w:rsidRPr="002813C1">
        <w:t>C</w:t>
      </w:r>
      <w:r>
        <w:t>’</w:t>
      </w:r>
      <w:r w:rsidR="0024252B" w:rsidRPr="002813C1">
        <w:t>est à vous qu</w:t>
      </w:r>
      <w:r>
        <w:t>’</w:t>
      </w:r>
      <w:r w:rsidR="0024252B" w:rsidRPr="002813C1">
        <w:t>il faut demander comment va la santé</w:t>
      </w:r>
      <w:r>
        <w:t xml:space="preserve">, </w:t>
      </w:r>
      <w:r w:rsidR="0024252B" w:rsidRPr="002813C1">
        <w:t>dit-il au baron</w:t>
      </w:r>
      <w:r>
        <w:t xml:space="preserve">, </w:t>
      </w:r>
      <w:r w:rsidR="0024252B" w:rsidRPr="002813C1">
        <w:t>vous paraissez tout agité</w:t>
      </w:r>
      <w:r>
        <w:t xml:space="preserve">, </w:t>
      </w:r>
      <w:r w:rsidR="0024252B" w:rsidRPr="002813C1">
        <w:t>votre cravate est à demi dénouée</w:t>
      </w:r>
      <w:r>
        <w:t>…</w:t>
      </w:r>
    </w:p>
    <w:p w14:paraId="0137D82B" w14:textId="77777777" w:rsidR="00B77E03" w:rsidRDefault="0024252B" w:rsidP="00B77E03">
      <w:r w:rsidRPr="002813C1">
        <w:t>Et montrant à terre des débris de porcelaines brisées</w:t>
      </w:r>
      <w:r w:rsidR="00B77E03">
        <w:t> :</w:t>
      </w:r>
    </w:p>
    <w:p w14:paraId="1F2161C7" w14:textId="77777777" w:rsidR="00B77E03" w:rsidRDefault="00B77E03" w:rsidP="00B77E03">
      <w:r>
        <w:t>— </w:t>
      </w:r>
      <w:r w:rsidR="0024252B" w:rsidRPr="002813C1">
        <w:t>Déjà en voyant cela</w:t>
      </w:r>
      <w:r>
        <w:t xml:space="preserve">, </w:t>
      </w:r>
      <w:r w:rsidR="0024252B" w:rsidRPr="002813C1">
        <w:t>je me demandais s</w:t>
      </w:r>
      <w:r>
        <w:t>’</w:t>
      </w:r>
      <w:r w:rsidR="0024252B" w:rsidRPr="002813C1">
        <w:t>il était arrivé quelque accident</w:t>
      </w:r>
      <w:r>
        <w:t>.</w:t>
      </w:r>
    </w:p>
    <w:p w14:paraId="3DDF34BB" w14:textId="77777777" w:rsidR="00B77E03" w:rsidRDefault="00B77E03" w:rsidP="00B77E03">
      <w:r>
        <w:t>— </w:t>
      </w:r>
      <w:r w:rsidR="0024252B" w:rsidRPr="002813C1">
        <w:t>La baronne s</w:t>
      </w:r>
      <w:r>
        <w:t>’</w:t>
      </w:r>
      <w:r w:rsidR="0024252B" w:rsidRPr="002813C1">
        <w:t>est trouvée mal en déjeunant</w:t>
      </w:r>
      <w:r>
        <w:t xml:space="preserve">, </w:t>
      </w:r>
      <w:r w:rsidR="0024252B" w:rsidRPr="002813C1">
        <w:t>et cela m</w:t>
      </w:r>
      <w:r>
        <w:t>’</w:t>
      </w:r>
      <w:r w:rsidR="0024252B" w:rsidRPr="002813C1">
        <w:t>a un peu ému</w:t>
      </w:r>
      <w:r>
        <w:t xml:space="preserve">… </w:t>
      </w:r>
      <w:r w:rsidR="0024252B" w:rsidRPr="002813C1">
        <w:t>Mais ce n</w:t>
      </w:r>
      <w:r>
        <w:t>’</w:t>
      </w:r>
      <w:r w:rsidR="0024252B" w:rsidRPr="002813C1">
        <w:t>est rien</w:t>
      </w:r>
      <w:r>
        <w:t xml:space="preserve">… </w:t>
      </w:r>
      <w:r w:rsidR="0024252B" w:rsidRPr="002813C1">
        <w:t>elle est remise déjà</w:t>
      </w:r>
      <w:r>
        <w:t xml:space="preserve">, </w:t>
      </w:r>
      <w:r w:rsidR="0024252B" w:rsidRPr="002813C1">
        <w:t xml:space="preserve">et vous </w:t>
      </w:r>
      <w:r w:rsidR="0024252B" w:rsidRPr="002813C1">
        <w:lastRenderedPageBreak/>
        <w:t>pouvez compter sur elle demain pour applaudir votre victoire aux courses de Vincennes</w:t>
      </w:r>
      <w:r>
        <w:t xml:space="preserve">. </w:t>
      </w:r>
      <w:r w:rsidR="0024252B" w:rsidRPr="002813C1">
        <w:t>Elle a je ne sais combien de centaines de louis engagés sur vos chevaux</w:t>
      </w:r>
      <w:r>
        <w:t>.</w:t>
      </w:r>
    </w:p>
    <w:p w14:paraId="331D7BF9" w14:textId="77777777" w:rsidR="00B77E03" w:rsidRDefault="0024252B" w:rsidP="00B77E03">
      <w:r w:rsidRPr="002813C1">
        <w:t>Le marquis eut un geste de cordial regret</w:t>
      </w:r>
      <w:r w:rsidR="00B77E03">
        <w:t>.</w:t>
      </w:r>
    </w:p>
    <w:p w14:paraId="1A25E2EA" w14:textId="685639A7" w:rsidR="00B77E03" w:rsidRDefault="00B77E03" w:rsidP="00B77E03">
      <w:r>
        <w:t>— </w:t>
      </w:r>
      <w:r w:rsidR="0024252B" w:rsidRPr="002813C1">
        <w:t>Par ma foi</w:t>
      </w:r>
      <w:r>
        <w:t xml:space="preserve"> ! </w:t>
      </w:r>
      <w:r w:rsidR="0024252B" w:rsidRPr="002813C1">
        <w:t>fit-il</w:t>
      </w:r>
      <w:r>
        <w:t>, M</w:t>
      </w:r>
      <w:r w:rsidRPr="00B77E03">
        <w:rPr>
          <w:vertAlign w:val="superscript"/>
        </w:rPr>
        <w:t>me</w:t>
      </w:r>
      <w:r>
        <w:t> </w:t>
      </w:r>
      <w:r w:rsidR="0024252B" w:rsidRPr="002813C1">
        <w:t>la baronne joue de malheur</w:t>
      </w:r>
      <w:r>
        <w:t xml:space="preserve"> !… </w:t>
      </w:r>
      <w:r w:rsidR="0024252B" w:rsidRPr="002813C1">
        <w:t>Je ne cours pas à Vincennes</w:t>
      </w:r>
      <w:r>
        <w:t xml:space="preserve">, </w:t>
      </w:r>
      <w:r w:rsidR="0024252B" w:rsidRPr="002813C1">
        <w:t>j</w:t>
      </w:r>
      <w:r>
        <w:t>’</w:t>
      </w:r>
      <w:r w:rsidR="0024252B" w:rsidRPr="002813C1">
        <w:t>ai déclaré forfait</w:t>
      </w:r>
      <w:r>
        <w:t xml:space="preserve">. </w:t>
      </w:r>
      <w:r w:rsidR="0024252B" w:rsidRPr="002813C1">
        <w:t>Je ne fais plus courir</w:t>
      </w:r>
      <w:r>
        <w:t>…</w:t>
      </w:r>
    </w:p>
    <w:p w14:paraId="2F63B5A5" w14:textId="77777777" w:rsidR="00B77E03" w:rsidRDefault="00B77E03" w:rsidP="00B77E03">
      <w:r>
        <w:t>— </w:t>
      </w:r>
      <w:r w:rsidR="0024252B" w:rsidRPr="002813C1">
        <w:t>Allons donc</w:t>
      </w:r>
      <w:r>
        <w:t> !</w:t>
      </w:r>
    </w:p>
    <w:p w14:paraId="651AD607" w14:textId="77777777" w:rsidR="00B77E03" w:rsidRDefault="00B77E03" w:rsidP="00B77E03">
      <w:r>
        <w:t>— </w:t>
      </w:r>
      <w:r w:rsidR="0024252B" w:rsidRPr="002813C1">
        <w:t>C</w:t>
      </w:r>
      <w:r>
        <w:t>’</w:t>
      </w:r>
      <w:r w:rsidR="0024252B" w:rsidRPr="002813C1">
        <w:t>est ainsi</w:t>
      </w:r>
      <w:r>
        <w:t xml:space="preserve">… </w:t>
      </w:r>
      <w:r w:rsidR="0024252B" w:rsidRPr="002813C1">
        <w:t>J</w:t>
      </w:r>
      <w:r>
        <w:t>’</w:t>
      </w:r>
      <w:r w:rsidR="0024252B" w:rsidRPr="002813C1">
        <w:t>ai été amené à cette détermination irrévocable par l</w:t>
      </w:r>
      <w:r>
        <w:t>’</w:t>
      </w:r>
      <w:r w:rsidR="0024252B" w:rsidRPr="002813C1">
        <w:t>infâme calomnie qu</w:t>
      </w:r>
      <w:r>
        <w:t>’</w:t>
      </w:r>
      <w:r w:rsidR="0024252B" w:rsidRPr="002813C1">
        <w:t>on débite sur mon compte</w:t>
      </w:r>
      <w:r>
        <w:t>.</w:t>
      </w:r>
    </w:p>
    <w:p w14:paraId="60EAF541" w14:textId="77777777" w:rsidR="00B77E03" w:rsidRDefault="0024252B" w:rsidP="00B77E03">
      <w:r w:rsidRPr="002813C1">
        <w:t>Ce n</w:t>
      </w:r>
      <w:r w:rsidR="00B77E03">
        <w:t>’</w:t>
      </w:r>
      <w:r w:rsidRPr="002813C1">
        <w:t>était rien</w:t>
      </w:r>
      <w:r w:rsidR="00B77E03">
        <w:t xml:space="preserve">, </w:t>
      </w:r>
      <w:r w:rsidRPr="002813C1">
        <w:t>cette réponse</w:t>
      </w:r>
      <w:r w:rsidR="00B77E03">
        <w:t xml:space="preserve">, </w:t>
      </w:r>
      <w:r w:rsidRPr="002813C1">
        <w:t>et cependant elle troubla en quelque chose l</w:t>
      </w:r>
      <w:r w:rsidR="00B77E03">
        <w:t>’</w:t>
      </w:r>
      <w:r w:rsidRPr="002813C1">
        <w:t xml:space="preserve">assurance du baron </w:t>
      </w:r>
      <w:proofErr w:type="spellStart"/>
      <w:r w:rsidRPr="002813C1">
        <w:t>Trigault</w:t>
      </w:r>
      <w:proofErr w:type="spellEnd"/>
      <w:r w:rsidR="00B77E03">
        <w:t>.</w:t>
      </w:r>
    </w:p>
    <w:p w14:paraId="2BC715E3" w14:textId="77777777" w:rsidR="00B77E03" w:rsidRDefault="00B77E03" w:rsidP="00B77E03">
      <w:r>
        <w:t>— </w:t>
      </w:r>
      <w:r w:rsidR="0024252B" w:rsidRPr="002813C1">
        <w:t>On vous calomnie</w:t>
      </w:r>
      <w:r>
        <w:t xml:space="preserve"> !… </w:t>
      </w:r>
      <w:r w:rsidR="0024252B" w:rsidRPr="002813C1">
        <w:t>murmura-t-il</w:t>
      </w:r>
      <w:r>
        <w:t>.</w:t>
      </w:r>
    </w:p>
    <w:p w14:paraId="70407A6B" w14:textId="77777777" w:rsidR="00B77E03" w:rsidRDefault="00B77E03" w:rsidP="00B77E03">
      <w:r>
        <w:t>— </w:t>
      </w:r>
      <w:r w:rsidR="0024252B" w:rsidRPr="002813C1">
        <w:t>Abominablement</w:t>
      </w:r>
      <w:r>
        <w:t xml:space="preserve"> !… </w:t>
      </w:r>
      <w:r w:rsidR="0024252B" w:rsidRPr="002813C1">
        <w:t>Dimanche dernier</w:t>
      </w:r>
      <w:r>
        <w:t xml:space="preserve">, </w:t>
      </w:r>
      <w:r w:rsidR="0024252B" w:rsidRPr="002813C1">
        <w:t>le meilleur cheval de mon écurie</w:t>
      </w:r>
      <w:r>
        <w:t xml:space="preserve">, </w:t>
      </w:r>
      <w:r w:rsidR="0024252B" w:rsidRPr="002813C1">
        <w:rPr>
          <w:i/>
          <w:szCs w:val="32"/>
        </w:rPr>
        <w:t>Domingo</w:t>
      </w:r>
      <w:r w:rsidR="0024252B" w:rsidRPr="002813C1">
        <w:t xml:space="preserve"> est arrivé mauvais troisième</w:t>
      </w:r>
      <w:r>
        <w:t xml:space="preserve">… </w:t>
      </w:r>
      <w:r w:rsidR="0024252B" w:rsidRPr="002813C1">
        <w:rPr>
          <w:i/>
          <w:szCs w:val="32"/>
        </w:rPr>
        <w:t>Domingo</w:t>
      </w:r>
      <w:r w:rsidR="0024252B" w:rsidRPr="002813C1">
        <w:t xml:space="preserve"> était grand favori</w:t>
      </w:r>
      <w:r>
        <w:t xml:space="preserve">… </w:t>
      </w:r>
      <w:r w:rsidR="0024252B" w:rsidRPr="002813C1">
        <w:t>vous voyez d</w:t>
      </w:r>
      <w:r>
        <w:t>’</w:t>
      </w:r>
      <w:r w:rsidR="0024252B" w:rsidRPr="002813C1">
        <w:t>ici les déceptions</w:t>
      </w:r>
      <w:r>
        <w:t xml:space="preserve"> !… </w:t>
      </w:r>
      <w:r w:rsidR="0024252B" w:rsidRPr="002813C1">
        <w:t>Alors</w:t>
      </w:r>
      <w:r>
        <w:t xml:space="preserve">, </w:t>
      </w:r>
      <w:r w:rsidR="0024252B" w:rsidRPr="002813C1">
        <w:t>savez-vous ce qu</w:t>
      </w:r>
      <w:r>
        <w:t>’</w:t>
      </w:r>
      <w:r w:rsidR="0024252B" w:rsidRPr="002813C1">
        <w:t>on a prétendu</w:t>
      </w:r>
      <w:r>
        <w:t xml:space="preserve"> ?… </w:t>
      </w:r>
      <w:r w:rsidR="0024252B" w:rsidRPr="002813C1">
        <w:t>On a dit que je pariais sous-main contre mon propre cheval</w:t>
      </w:r>
      <w:r>
        <w:t xml:space="preserve">, </w:t>
      </w:r>
      <w:r w:rsidR="0024252B" w:rsidRPr="002813C1">
        <w:t>que j</w:t>
      </w:r>
      <w:r>
        <w:t>’</w:t>
      </w:r>
      <w:r w:rsidR="0024252B" w:rsidRPr="002813C1">
        <w:t>avais intérêt à ce qu</w:t>
      </w:r>
      <w:r>
        <w:t>’</w:t>
      </w:r>
      <w:r w:rsidR="0024252B" w:rsidRPr="002813C1">
        <w:t>il fût battu</w:t>
      </w:r>
      <w:r>
        <w:t xml:space="preserve">, </w:t>
      </w:r>
      <w:r w:rsidR="0024252B" w:rsidRPr="002813C1">
        <w:t>par conséquent</w:t>
      </w:r>
      <w:r>
        <w:t xml:space="preserve">, </w:t>
      </w:r>
      <w:r w:rsidR="0024252B" w:rsidRPr="002813C1">
        <w:t>et que je m</w:t>
      </w:r>
      <w:r>
        <w:t>’</w:t>
      </w:r>
      <w:r w:rsidR="0024252B" w:rsidRPr="002813C1">
        <w:t>étais entendu avec mon jockey</w:t>
      </w:r>
      <w:r>
        <w:t xml:space="preserve">… </w:t>
      </w:r>
      <w:r w:rsidR="0024252B" w:rsidRPr="002813C1">
        <w:t>Cela se fait tous les jours</w:t>
      </w:r>
      <w:r>
        <w:t xml:space="preserve">, </w:t>
      </w:r>
      <w:r w:rsidR="0024252B" w:rsidRPr="002813C1">
        <w:t>je le sais</w:t>
      </w:r>
      <w:r>
        <w:t xml:space="preserve">, </w:t>
      </w:r>
      <w:r w:rsidR="0024252B" w:rsidRPr="002813C1">
        <w:t>ce n</w:t>
      </w:r>
      <w:r>
        <w:t>’</w:t>
      </w:r>
      <w:r w:rsidR="0024252B" w:rsidRPr="002813C1">
        <w:t>en est pas moins une infamie</w:t>
      </w:r>
      <w:r>
        <w:t> !…</w:t>
      </w:r>
    </w:p>
    <w:p w14:paraId="02EC4463" w14:textId="77777777" w:rsidR="00B77E03" w:rsidRDefault="00B77E03" w:rsidP="00B77E03">
      <w:r>
        <w:t>— </w:t>
      </w:r>
      <w:r w:rsidR="0024252B" w:rsidRPr="002813C1">
        <w:t>Qui donc a dit cela</w:t>
      </w:r>
      <w:r>
        <w:t> ?…</w:t>
      </w:r>
    </w:p>
    <w:p w14:paraId="7D8F07BA" w14:textId="77777777" w:rsidR="00B77E03" w:rsidRDefault="00B77E03" w:rsidP="00B77E03">
      <w:r>
        <w:t>— </w:t>
      </w:r>
      <w:r w:rsidR="0024252B" w:rsidRPr="002813C1">
        <w:t>Eh</w:t>
      </w:r>
      <w:r>
        <w:t xml:space="preserve"> !… </w:t>
      </w:r>
      <w:r w:rsidR="0024252B" w:rsidRPr="002813C1">
        <w:t>le sais-je</w:t>
      </w:r>
      <w:r>
        <w:t xml:space="preserve"> !… </w:t>
      </w:r>
      <w:r w:rsidR="0024252B" w:rsidRPr="002813C1">
        <w:t>Le sûr</w:t>
      </w:r>
      <w:r>
        <w:t xml:space="preserve">, </w:t>
      </w:r>
      <w:r w:rsidR="0024252B" w:rsidRPr="002813C1">
        <w:t>c</w:t>
      </w:r>
      <w:r>
        <w:t>’</w:t>
      </w:r>
      <w:r w:rsidR="0024252B" w:rsidRPr="002813C1">
        <w:t>est qu</w:t>
      </w:r>
      <w:r>
        <w:t>’</w:t>
      </w:r>
      <w:r w:rsidR="0024252B" w:rsidRPr="002813C1">
        <w:t>on l</w:t>
      </w:r>
      <w:r>
        <w:t>’</w:t>
      </w:r>
      <w:r w:rsidR="0024252B" w:rsidRPr="002813C1">
        <w:t>a crié partout et qu</w:t>
      </w:r>
      <w:r>
        <w:t>’</w:t>
      </w:r>
      <w:r w:rsidR="0024252B" w:rsidRPr="002813C1">
        <w:t>on l</w:t>
      </w:r>
      <w:r>
        <w:t>’</w:t>
      </w:r>
      <w:r w:rsidR="0024252B" w:rsidRPr="002813C1">
        <w:t>a même imprimé</w:t>
      </w:r>
      <w:r>
        <w:t xml:space="preserve">, </w:t>
      </w:r>
      <w:r w:rsidR="0024252B" w:rsidRPr="002813C1">
        <w:t>mais avec des formes si discrètes qu</w:t>
      </w:r>
      <w:r>
        <w:t>’</w:t>
      </w:r>
      <w:r w:rsidR="0024252B" w:rsidRPr="002813C1">
        <w:t>il n</w:t>
      </w:r>
      <w:r>
        <w:t>’</w:t>
      </w:r>
      <w:r w:rsidR="0024252B" w:rsidRPr="002813C1">
        <w:t>y avait pas moyen d</w:t>
      </w:r>
      <w:r>
        <w:t>’</w:t>
      </w:r>
      <w:r w:rsidR="0024252B" w:rsidRPr="002813C1">
        <w:t>en demander raison</w:t>
      </w:r>
      <w:r>
        <w:t xml:space="preserve">. </w:t>
      </w:r>
      <w:r w:rsidR="0024252B" w:rsidRPr="002813C1">
        <w:t>C</w:t>
      </w:r>
      <w:r>
        <w:t>’</w:t>
      </w:r>
      <w:r w:rsidR="0024252B" w:rsidRPr="002813C1">
        <w:t>eût été se reconnaître</w:t>
      </w:r>
      <w:r>
        <w:t xml:space="preserve">. </w:t>
      </w:r>
      <w:r w:rsidR="0024252B" w:rsidRPr="002813C1">
        <w:t>On est allé jusqu</w:t>
      </w:r>
      <w:r>
        <w:t>’</w:t>
      </w:r>
      <w:r w:rsidR="0024252B" w:rsidRPr="002813C1">
        <w:t>à dire que cette supercherie me rapportait une somme énorme</w:t>
      </w:r>
      <w:r>
        <w:t xml:space="preserve">, </w:t>
      </w:r>
      <w:r w:rsidR="0024252B" w:rsidRPr="002813C1">
        <w:t>et que</w:t>
      </w:r>
      <w:r>
        <w:t xml:space="preserve">, </w:t>
      </w:r>
      <w:r w:rsidR="0024252B" w:rsidRPr="002813C1">
        <w:t>pour parier</w:t>
      </w:r>
      <w:r>
        <w:t xml:space="preserve">, </w:t>
      </w:r>
      <w:r w:rsidR="0024252B" w:rsidRPr="002813C1">
        <w:t>j</w:t>
      </w:r>
      <w:r>
        <w:t>’</w:t>
      </w:r>
      <w:r w:rsidR="0024252B" w:rsidRPr="002813C1">
        <w:t xml:space="preserve">avais </w:t>
      </w:r>
      <w:r w:rsidR="0024252B" w:rsidRPr="002813C1">
        <w:lastRenderedPageBreak/>
        <w:t xml:space="preserve">employé comme prête-noms </w:t>
      </w:r>
      <w:proofErr w:type="spellStart"/>
      <w:r w:rsidR="0024252B" w:rsidRPr="002813C1">
        <w:t>Rochecote</w:t>
      </w:r>
      <w:proofErr w:type="spellEnd"/>
      <w:r>
        <w:t xml:space="preserve">, </w:t>
      </w:r>
      <w:proofErr w:type="spellStart"/>
      <w:r w:rsidR="0024252B" w:rsidRPr="002813C1">
        <w:t>Kervaulieu</w:t>
      </w:r>
      <w:proofErr w:type="spellEnd"/>
      <w:r>
        <w:t xml:space="preserve">, </w:t>
      </w:r>
      <w:proofErr w:type="spellStart"/>
      <w:r w:rsidR="0024252B" w:rsidRPr="002813C1">
        <w:t>Coralth</w:t>
      </w:r>
      <w:proofErr w:type="spellEnd"/>
      <w:r w:rsidR="0024252B" w:rsidRPr="002813C1">
        <w:t xml:space="preserve"> et deux encore</w:t>
      </w:r>
      <w:r>
        <w:t>…</w:t>
      </w:r>
    </w:p>
    <w:p w14:paraId="6DC3800F" w14:textId="149FD476" w:rsidR="00B77E03" w:rsidRDefault="0024252B" w:rsidP="00B77E03">
      <w:r w:rsidRPr="002813C1">
        <w:t xml:space="preserve">Le baron eut un soubresaut si violent que </w:t>
      </w:r>
      <w:r w:rsidR="00B77E03">
        <w:t>M. de </w:t>
      </w:r>
      <w:proofErr w:type="spellStart"/>
      <w:r w:rsidRPr="002813C1">
        <w:t>Valorsay</w:t>
      </w:r>
      <w:proofErr w:type="spellEnd"/>
      <w:r w:rsidRPr="002813C1">
        <w:t xml:space="preserve"> le remarqua</w:t>
      </w:r>
      <w:r w:rsidR="00B77E03">
        <w:t xml:space="preserve">, </w:t>
      </w:r>
      <w:r w:rsidRPr="002813C1">
        <w:t>mais il n</w:t>
      </w:r>
      <w:r w:rsidR="00B77E03">
        <w:t>’</w:t>
      </w:r>
      <w:r w:rsidRPr="002813C1">
        <w:t>en comprit pas la cause</w:t>
      </w:r>
      <w:r w:rsidR="00B77E03">
        <w:t>.</w:t>
      </w:r>
    </w:p>
    <w:p w14:paraId="36C43E85" w14:textId="77777777" w:rsidR="00B77E03" w:rsidRDefault="0024252B" w:rsidP="00B77E03">
      <w:r w:rsidRPr="002813C1">
        <w:t xml:space="preserve">Vivant dans le monde de la baronne </w:t>
      </w:r>
      <w:proofErr w:type="spellStart"/>
      <w:r w:rsidRPr="002813C1">
        <w:t>Trigault</w:t>
      </w:r>
      <w:proofErr w:type="spellEnd"/>
      <w:r w:rsidRPr="002813C1">
        <w:t xml:space="preserve"> et connaissant ses histoires</w:t>
      </w:r>
      <w:r w:rsidR="00B77E03">
        <w:t xml:space="preserve">, </w:t>
      </w:r>
      <w:r w:rsidRPr="002813C1">
        <w:t xml:space="preserve">il pensa que le nom de </w:t>
      </w:r>
      <w:proofErr w:type="spellStart"/>
      <w:r w:rsidRPr="002813C1">
        <w:t>Coralth</w:t>
      </w:r>
      <w:proofErr w:type="spellEnd"/>
      <w:r w:rsidRPr="002813C1">
        <w:t xml:space="preserve"> avait irrité le baron</w:t>
      </w:r>
      <w:r w:rsidR="00B77E03">
        <w:t xml:space="preserve">, </w:t>
      </w:r>
      <w:r w:rsidRPr="002813C1">
        <w:t>et il s</w:t>
      </w:r>
      <w:r w:rsidR="00B77E03">
        <w:t>’</w:t>
      </w:r>
      <w:r w:rsidRPr="002813C1">
        <w:t>en voulut de l</w:t>
      </w:r>
      <w:r w:rsidR="00B77E03">
        <w:t>’</w:t>
      </w:r>
      <w:r w:rsidRPr="002813C1">
        <w:t>avoir prononcé</w:t>
      </w:r>
      <w:r w:rsidR="00B77E03">
        <w:t>.</w:t>
      </w:r>
    </w:p>
    <w:p w14:paraId="76136485" w14:textId="77777777" w:rsidR="00B77E03" w:rsidRDefault="00B77E03" w:rsidP="00B77E03">
      <w:r>
        <w:t>— </w:t>
      </w:r>
      <w:r w:rsidR="0024252B" w:rsidRPr="002813C1">
        <w:t>Ainsi</w:t>
      </w:r>
      <w:r>
        <w:t xml:space="preserve">, </w:t>
      </w:r>
      <w:r w:rsidR="0024252B" w:rsidRPr="002813C1">
        <w:t>continua-t-il vivement</w:t>
      </w:r>
      <w:r>
        <w:t xml:space="preserve">, </w:t>
      </w:r>
      <w:r w:rsidR="0024252B" w:rsidRPr="002813C1">
        <w:t>ne soyez pas surpris si la semaine prochaine vous voyez annoncer la vente de mon écurie de courses</w:t>
      </w:r>
      <w:r>
        <w:t>…</w:t>
      </w:r>
    </w:p>
    <w:p w14:paraId="7AEBE079" w14:textId="77777777" w:rsidR="00B77E03" w:rsidRDefault="00B77E03" w:rsidP="00B77E03">
      <w:r>
        <w:t>— </w:t>
      </w:r>
      <w:r w:rsidR="0024252B" w:rsidRPr="002813C1">
        <w:t>Quoi</w:t>
      </w:r>
      <w:r>
        <w:t xml:space="preserve"> !… </w:t>
      </w:r>
      <w:r w:rsidR="0024252B" w:rsidRPr="002813C1">
        <w:t>vous allez vous défaire</w:t>
      </w:r>
      <w:r>
        <w:t>…</w:t>
      </w:r>
    </w:p>
    <w:p w14:paraId="59CAEA31" w14:textId="77777777" w:rsidR="00B77E03" w:rsidRDefault="00B77E03" w:rsidP="00B77E03">
      <w:r>
        <w:t>— </w:t>
      </w:r>
      <w:r w:rsidR="0024252B" w:rsidRPr="002813C1">
        <w:t>De tous mes chevaux</w:t>
      </w:r>
      <w:r>
        <w:t xml:space="preserve">, </w:t>
      </w:r>
      <w:r w:rsidR="0024252B" w:rsidRPr="002813C1">
        <w:t>oui</w:t>
      </w:r>
      <w:r>
        <w:t xml:space="preserve">, </w:t>
      </w:r>
      <w:r w:rsidR="0024252B" w:rsidRPr="002813C1">
        <w:t>baron</w:t>
      </w:r>
      <w:r>
        <w:t xml:space="preserve">… </w:t>
      </w:r>
      <w:r w:rsidR="0024252B" w:rsidRPr="002813C1">
        <w:t>J</w:t>
      </w:r>
      <w:r>
        <w:t>’</w:t>
      </w:r>
      <w:r w:rsidR="0024252B" w:rsidRPr="002813C1">
        <w:t>en ai dix-neuf</w:t>
      </w:r>
      <w:r>
        <w:t xml:space="preserve">, </w:t>
      </w:r>
      <w:r w:rsidR="0024252B" w:rsidRPr="002813C1">
        <w:t>ce sera bien le diable si je n</w:t>
      </w:r>
      <w:r>
        <w:t>’</w:t>
      </w:r>
      <w:r w:rsidR="0024252B" w:rsidRPr="002813C1">
        <w:t>en tire pas huit ou dix mille louis</w:t>
      </w:r>
      <w:r>
        <w:t xml:space="preserve"> !… </w:t>
      </w:r>
      <w:r w:rsidR="0024252B" w:rsidRPr="002813C1">
        <w:rPr>
          <w:i/>
          <w:szCs w:val="32"/>
        </w:rPr>
        <w:t>Domingo</w:t>
      </w:r>
      <w:r w:rsidR="0024252B" w:rsidRPr="002813C1">
        <w:t xml:space="preserve"> seul vaut plus de quarante mille francs</w:t>
      </w:r>
      <w:r>
        <w:t>…</w:t>
      </w:r>
    </w:p>
    <w:p w14:paraId="58C8EA3C" w14:textId="77777777" w:rsidR="00B77E03" w:rsidRDefault="0024252B" w:rsidP="00B77E03">
      <w:r w:rsidRPr="002813C1">
        <w:t>Parler</w:t>
      </w:r>
      <w:r w:rsidR="00B77E03">
        <w:t xml:space="preserve">, </w:t>
      </w:r>
      <w:r w:rsidRPr="002813C1">
        <w:t>de vendre</w:t>
      </w:r>
      <w:r w:rsidR="00B77E03">
        <w:t xml:space="preserve">, </w:t>
      </w:r>
      <w:r w:rsidRPr="002813C1">
        <w:t>de se défaire de quelque chose qu</w:t>
      </w:r>
      <w:r w:rsidR="00B77E03">
        <w:t>’</w:t>
      </w:r>
      <w:r w:rsidRPr="002813C1">
        <w:t>on possède</w:t>
      </w:r>
      <w:r w:rsidR="00B77E03">
        <w:t xml:space="preserve">, </w:t>
      </w:r>
      <w:r w:rsidRPr="002813C1">
        <w:t>parler de l</w:t>
      </w:r>
      <w:r w:rsidR="00B77E03">
        <w:t>’</w:t>
      </w:r>
      <w:r w:rsidRPr="002813C1">
        <w:t>argent qu</w:t>
      </w:r>
      <w:r w:rsidR="00B77E03">
        <w:t>’</w:t>
      </w:r>
      <w:r w:rsidRPr="002813C1">
        <w:t>on espère réaliser</w:t>
      </w:r>
      <w:r w:rsidR="00B77E03">
        <w:t xml:space="preserve">… </w:t>
      </w:r>
      <w:r w:rsidRPr="002813C1">
        <w:t>voilà qui sonne mal aux oreilles</w:t>
      </w:r>
      <w:r w:rsidR="00B77E03">
        <w:t xml:space="preserve"> ! </w:t>
      </w:r>
      <w:r w:rsidRPr="002813C1">
        <w:t>Qui dit vente</w:t>
      </w:r>
      <w:r w:rsidR="00B77E03">
        <w:t xml:space="preserve">, </w:t>
      </w:r>
      <w:r w:rsidRPr="002813C1">
        <w:t>dit besoin d</w:t>
      </w:r>
      <w:r w:rsidR="00B77E03">
        <w:t>’</w:t>
      </w:r>
      <w:r w:rsidRPr="002813C1">
        <w:t>argent</w:t>
      </w:r>
      <w:r w:rsidR="00B77E03">
        <w:t xml:space="preserve">, </w:t>
      </w:r>
      <w:r w:rsidRPr="002813C1">
        <w:t>c</w:t>
      </w:r>
      <w:r w:rsidR="00B77E03">
        <w:t>’</w:t>
      </w:r>
      <w:r w:rsidRPr="002813C1">
        <w:t>est-à-dire insuffisance du revenu</w:t>
      </w:r>
      <w:r w:rsidR="00B77E03">
        <w:t xml:space="preserve">, </w:t>
      </w:r>
      <w:r w:rsidRPr="002813C1">
        <w:t>c</w:t>
      </w:r>
      <w:r w:rsidR="00B77E03">
        <w:t>’</w:t>
      </w:r>
      <w:r w:rsidRPr="002813C1">
        <w:t>est-à-dire ruine prochaine</w:t>
      </w:r>
      <w:r w:rsidR="00B77E03">
        <w:t xml:space="preserve">… </w:t>
      </w:r>
      <w:r w:rsidRPr="002813C1">
        <w:t>Le baron eut mille peines à retenir certain claquement de langue qui lui était habituel quand on lui offrait</w:t>
      </w:r>
      <w:r w:rsidR="00B77E03">
        <w:t xml:space="preserve">, </w:t>
      </w:r>
      <w:r w:rsidRPr="002813C1">
        <w:t>au jeu</w:t>
      </w:r>
      <w:r w:rsidR="00B77E03">
        <w:t xml:space="preserve">, </w:t>
      </w:r>
      <w:r w:rsidRPr="002813C1">
        <w:t>quelque valeur douteuse</w:t>
      </w:r>
      <w:r w:rsidR="00B77E03">
        <w:t>.</w:t>
      </w:r>
    </w:p>
    <w:p w14:paraId="54BBC321" w14:textId="77777777" w:rsidR="00B77E03" w:rsidRDefault="00B77E03" w:rsidP="00B77E03">
      <w:r>
        <w:t>— </w:t>
      </w:r>
      <w:r w:rsidR="0024252B" w:rsidRPr="002813C1">
        <w:t>Tant que les chevaux de courses n</w:t>
      </w:r>
      <w:r>
        <w:t>’</w:t>
      </w:r>
      <w:r w:rsidR="0024252B" w:rsidRPr="002813C1">
        <w:t>ont été qu</w:t>
      </w:r>
      <w:r>
        <w:t>’</w:t>
      </w:r>
      <w:r w:rsidR="0024252B" w:rsidRPr="002813C1">
        <w:t>un luxe de grand seigneur</w:t>
      </w:r>
      <w:r>
        <w:t xml:space="preserve">, </w:t>
      </w:r>
      <w:r w:rsidR="0024252B" w:rsidRPr="002813C1">
        <w:t>poursuivait le marquis</w:t>
      </w:r>
      <w:r>
        <w:t xml:space="preserve">, </w:t>
      </w:r>
      <w:r w:rsidR="0024252B" w:rsidRPr="002813C1">
        <w:t>je me le suis passé</w:t>
      </w:r>
      <w:r>
        <w:t xml:space="preserve">… </w:t>
      </w:r>
      <w:r w:rsidR="0024252B" w:rsidRPr="002813C1">
        <w:t>Du moment où ils deviennent une simple spéculation</w:t>
      </w:r>
      <w:r>
        <w:t xml:space="preserve">, </w:t>
      </w:r>
      <w:r w:rsidR="0024252B" w:rsidRPr="002813C1">
        <w:t>un peu moins hasardeuse que celles de la Bourse</w:t>
      </w:r>
      <w:r>
        <w:t xml:space="preserve">, </w:t>
      </w:r>
      <w:r w:rsidR="0024252B" w:rsidRPr="002813C1">
        <w:t>je me retire</w:t>
      </w:r>
      <w:r>
        <w:t xml:space="preserve">… </w:t>
      </w:r>
      <w:r w:rsidR="0024252B" w:rsidRPr="002813C1">
        <w:t>Une écurie de courses</w:t>
      </w:r>
      <w:r>
        <w:t xml:space="preserve">, </w:t>
      </w:r>
      <w:r w:rsidR="0024252B" w:rsidRPr="002813C1">
        <w:t>maintenant</w:t>
      </w:r>
      <w:r>
        <w:t xml:space="preserve">, </w:t>
      </w:r>
      <w:r w:rsidR="0024252B" w:rsidRPr="002813C1">
        <w:t>se monte par actions</w:t>
      </w:r>
      <w:r>
        <w:t xml:space="preserve">, </w:t>
      </w:r>
      <w:r w:rsidR="0024252B" w:rsidRPr="002813C1">
        <w:t>comme une raffinerie</w:t>
      </w:r>
      <w:r>
        <w:t xml:space="preserve">… </w:t>
      </w:r>
      <w:r w:rsidR="0024252B" w:rsidRPr="002813C1">
        <w:t>je n</w:t>
      </w:r>
      <w:r>
        <w:t>’</w:t>
      </w:r>
      <w:r w:rsidR="0024252B" w:rsidRPr="002813C1">
        <w:t>en suis plus</w:t>
      </w:r>
      <w:r>
        <w:t xml:space="preserve">. </w:t>
      </w:r>
      <w:r w:rsidR="0024252B" w:rsidRPr="002813C1">
        <w:t>Un particulier ne lutte pas contre une société</w:t>
      </w:r>
      <w:r>
        <w:t xml:space="preserve">… </w:t>
      </w:r>
      <w:r w:rsidR="0024252B" w:rsidRPr="002813C1">
        <w:t>il lui faudrait une fortune comme la vôtre</w:t>
      </w:r>
      <w:r>
        <w:t xml:space="preserve">, </w:t>
      </w:r>
      <w:r w:rsidR="0024252B" w:rsidRPr="002813C1">
        <w:t>baron</w:t>
      </w:r>
      <w:r>
        <w:t xml:space="preserve">… </w:t>
      </w:r>
      <w:r w:rsidR="0024252B" w:rsidRPr="002813C1">
        <w:t>et encore</w:t>
      </w:r>
      <w:r>
        <w:t> !…</w:t>
      </w:r>
    </w:p>
    <w:p w14:paraId="3AF9F03A" w14:textId="54357533" w:rsidR="00B77E03" w:rsidRDefault="0024252B" w:rsidP="00B77E03">
      <w:r w:rsidRPr="002813C1">
        <w:lastRenderedPageBreak/>
        <w:t xml:space="preserve">Était-ce bien </w:t>
      </w:r>
      <w:r w:rsidR="00B77E03">
        <w:t>M. de </w:t>
      </w:r>
      <w:proofErr w:type="spellStart"/>
      <w:r w:rsidRPr="002813C1">
        <w:t>Valorsay</w:t>
      </w:r>
      <w:proofErr w:type="spellEnd"/>
      <w:r w:rsidRPr="002813C1">
        <w:t xml:space="preserve"> qui parlait ainsi</w:t>
      </w:r>
      <w:r w:rsidR="00B77E03">
        <w:t xml:space="preserve">, </w:t>
      </w:r>
      <w:r w:rsidRPr="002813C1">
        <w:t>de l</w:t>
      </w:r>
      <w:r w:rsidR="00B77E03">
        <w:t>’</w:t>
      </w:r>
      <w:r w:rsidRPr="002813C1">
        <w:t>air le plus sérieux</w:t>
      </w:r>
      <w:r w:rsidR="00B77E03">
        <w:t xml:space="preserve"> !… </w:t>
      </w:r>
      <w:r w:rsidRPr="002813C1">
        <w:t>Le baron en était un peu plus que surpris</w:t>
      </w:r>
      <w:r w:rsidR="00B77E03">
        <w:t>.</w:t>
      </w:r>
    </w:p>
    <w:p w14:paraId="0911ACA4" w14:textId="77777777" w:rsidR="00B77E03" w:rsidRDefault="00B77E03" w:rsidP="00B77E03">
      <w:r>
        <w:t>— </w:t>
      </w:r>
      <w:r w:rsidR="0024252B" w:rsidRPr="002813C1">
        <w:t>Cela vous fera toujours une économie de cinquante ou soixante mille francs par an</w:t>
      </w:r>
      <w:r>
        <w:t xml:space="preserve">, </w:t>
      </w:r>
      <w:r w:rsidR="0024252B" w:rsidRPr="002813C1">
        <w:t>observa-t-il</w:t>
      </w:r>
      <w:r>
        <w:t>.</w:t>
      </w:r>
    </w:p>
    <w:p w14:paraId="7CA6FCC9" w14:textId="77777777" w:rsidR="00B77E03" w:rsidRDefault="00B77E03" w:rsidP="00B77E03">
      <w:r>
        <w:t>— </w:t>
      </w:r>
      <w:r w:rsidR="0024252B" w:rsidRPr="002813C1">
        <w:t>Dites du double</w:t>
      </w:r>
      <w:r>
        <w:t xml:space="preserve">, </w:t>
      </w:r>
      <w:r w:rsidR="0024252B" w:rsidRPr="002813C1">
        <w:t>et vous serez encore au-dessous de la vérité</w:t>
      </w:r>
      <w:r>
        <w:t xml:space="preserve">… </w:t>
      </w:r>
      <w:r w:rsidR="0024252B" w:rsidRPr="002813C1">
        <w:t>Eh</w:t>
      </w:r>
      <w:r>
        <w:t xml:space="preserve"> !… </w:t>
      </w:r>
      <w:r w:rsidR="0024252B" w:rsidRPr="002813C1">
        <w:t>cher baron</w:t>
      </w:r>
      <w:r>
        <w:t xml:space="preserve">, </w:t>
      </w:r>
      <w:r w:rsidR="0024252B" w:rsidRPr="002813C1">
        <w:t>en seriez-vous encore à apprendre qu</w:t>
      </w:r>
      <w:r>
        <w:t>’</w:t>
      </w:r>
      <w:r w:rsidR="0024252B" w:rsidRPr="002813C1">
        <w:t>il n</w:t>
      </w:r>
      <w:r>
        <w:t>’</w:t>
      </w:r>
      <w:r w:rsidR="0024252B" w:rsidRPr="002813C1">
        <w:t>y a rien de si ruineux qu</w:t>
      </w:r>
      <w:r>
        <w:t>’</w:t>
      </w:r>
      <w:r w:rsidR="0024252B" w:rsidRPr="002813C1">
        <w:t>une écurie</w:t>
      </w:r>
      <w:r>
        <w:t xml:space="preserve"> !… </w:t>
      </w:r>
      <w:r w:rsidR="0024252B" w:rsidRPr="002813C1">
        <w:t>C</w:t>
      </w:r>
      <w:r>
        <w:t>’</w:t>
      </w:r>
      <w:r w:rsidR="0024252B" w:rsidRPr="002813C1">
        <w:t>est pis que le jeu</w:t>
      </w:r>
      <w:r>
        <w:t xml:space="preserve">, </w:t>
      </w:r>
      <w:r w:rsidR="0024252B" w:rsidRPr="002813C1">
        <w:t>et les femmes</w:t>
      </w:r>
      <w:r>
        <w:t xml:space="preserve">, </w:t>
      </w:r>
      <w:r w:rsidR="0024252B" w:rsidRPr="002813C1">
        <w:t>en comparaison</w:t>
      </w:r>
      <w:r>
        <w:t xml:space="preserve">, </w:t>
      </w:r>
      <w:r w:rsidR="0024252B" w:rsidRPr="002813C1">
        <w:t>sont une économie réelle</w:t>
      </w:r>
      <w:r>
        <w:t xml:space="preserve">… </w:t>
      </w:r>
      <w:r w:rsidR="0024252B" w:rsidRPr="002813C1">
        <w:t xml:space="preserve">Ninette me coûte moins cher que </w:t>
      </w:r>
      <w:r w:rsidR="0024252B" w:rsidRPr="002813C1">
        <w:rPr>
          <w:i/>
          <w:szCs w:val="32"/>
        </w:rPr>
        <w:t>Domingo</w:t>
      </w:r>
      <w:r>
        <w:t xml:space="preserve">, </w:t>
      </w:r>
      <w:r w:rsidR="0024252B" w:rsidRPr="002813C1">
        <w:t>son cocher</w:t>
      </w:r>
      <w:r>
        <w:t xml:space="preserve">, </w:t>
      </w:r>
      <w:r w:rsidR="0024252B" w:rsidRPr="002813C1">
        <w:t>son entraîneur et ses palefreniers</w:t>
      </w:r>
      <w:r>
        <w:t xml:space="preserve">. </w:t>
      </w:r>
      <w:r w:rsidR="0024252B" w:rsidRPr="002813C1">
        <w:t>Mon homme d</w:t>
      </w:r>
      <w:r>
        <w:t>’</w:t>
      </w:r>
      <w:r w:rsidR="0024252B" w:rsidRPr="002813C1">
        <w:t>affaires prétend que les vingt-trois mille francs de prix que j</w:t>
      </w:r>
      <w:r>
        <w:t>’</w:t>
      </w:r>
      <w:r w:rsidR="0024252B" w:rsidRPr="002813C1">
        <w:t>ai gagnés en 1867 me reviennent à près de cent mille écus</w:t>
      </w:r>
      <w:r>
        <w:t>.</w:t>
      </w:r>
    </w:p>
    <w:p w14:paraId="08488080" w14:textId="77777777" w:rsidR="00B77E03" w:rsidRDefault="0024252B" w:rsidP="00B77E03">
      <w:r w:rsidRPr="002813C1">
        <w:t>Se vantait-il</w:t>
      </w:r>
      <w:r w:rsidR="00B77E03">
        <w:t xml:space="preserve">, </w:t>
      </w:r>
      <w:r w:rsidRPr="002813C1">
        <w:t>disait-il vrai</w:t>
      </w:r>
      <w:r w:rsidR="00B77E03">
        <w:t xml:space="preserve"> ?… </w:t>
      </w:r>
      <w:r w:rsidRPr="002813C1">
        <w:t>Toujours est-il que le baron</w:t>
      </w:r>
      <w:r w:rsidR="00B77E03">
        <w:t xml:space="preserve">, </w:t>
      </w:r>
      <w:r w:rsidRPr="002813C1">
        <w:t>qui connaissait bien sa vie</w:t>
      </w:r>
      <w:r w:rsidR="00B77E03">
        <w:t xml:space="preserve">, </w:t>
      </w:r>
      <w:r w:rsidRPr="002813C1">
        <w:t>se livrait à un rapide calcul mental</w:t>
      </w:r>
      <w:r w:rsidR="00B77E03">
        <w:t>.</w:t>
      </w:r>
    </w:p>
    <w:p w14:paraId="378E3185" w14:textId="77777777" w:rsidR="00B77E03" w:rsidRDefault="00B77E03" w:rsidP="00B77E03">
      <w:r>
        <w:t>— </w:t>
      </w:r>
      <w:r w:rsidR="0024252B" w:rsidRPr="002813C1">
        <w:t xml:space="preserve">Que dépense donc </w:t>
      </w:r>
      <w:proofErr w:type="spellStart"/>
      <w:r w:rsidR="0024252B" w:rsidRPr="002813C1">
        <w:t>Valorsay</w:t>
      </w:r>
      <w:proofErr w:type="spellEnd"/>
      <w:r w:rsidR="0024252B" w:rsidRPr="002813C1">
        <w:t xml:space="preserve"> bon an mal an</w:t>
      </w:r>
      <w:r>
        <w:t xml:space="preserve">, </w:t>
      </w:r>
      <w:r w:rsidR="0024252B" w:rsidRPr="002813C1">
        <w:t>comptait-il</w:t>
      </w:r>
      <w:r>
        <w:t xml:space="preserve">. </w:t>
      </w:r>
      <w:r w:rsidR="0024252B" w:rsidRPr="002813C1">
        <w:t>Mettons pour son écurie</w:t>
      </w:r>
      <w:r>
        <w:t xml:space="preserve">, </w:t>
      </w:r>
      <w:r w:rsidR="0024252B" w:rsidRPr="002813C1">
        <w:t>25</w:t>
      </w:r>
      <w:r w:rsidRPr="002813C1">
        <w:t>0</w:t>
      </w:r>
      <w:r>
        <w:t>,</w:t>
      </w:r>
      <w:r w:rsidRPr="002813C1">
        <w:t>0</w:t>
      </w:r>
      <w:r w:rsidR="0024252B" w:rsidRPr="002813C1">
        <w:t>00 francs</w:t>
      </w:r>
      <w:r>
        <w:t xml:space="preserve">… ; </w:t>
      </w:r>
      <w:r w:rsidR="0024252B" w:rsidRPr="002813C1">
        <w:t>pour Ninette Simplon</w:t>
      </w:r>
      <w:r>
        <w:t xml:space="preserve">, </w:t>
      </w:r>
      <w:r w:rsidR="0024252B" w:rsidRPr="002813C1">
        <w:t>4</w:t>
      </w:r>
      <w:r w:rsidRPr="002813C1">
        <w:t>0</w:t>
      </w:r>
      <w:r>
        <w:t>,</w:t>
      </w:r>
      <w:r w:rsidRPr="002813C1">
        <w:t>0</w:t>
      </w:r>
      <w:r w:rsidR="0024252B" w:rsidRPr="002813C1">
        <w:t>00 francs</w:t>
      </w:r>
      <w:r>
        <w:t xml:space="preserve"> ; </w:t>
      </w:r>
      <w:r w:rsidR="0024252B" w:rsidRPr="002813C1">
        <w:t>pour son train de maison</w:t>
      </w:r>
      <w:r>
        <w:t xml:space="preserve">, </w:t>
      </w:r>
      <w:r w:rsidR="0024252B" w:rsidRPr="002813C1">
        <w:t>8</w:t>
      </w:r>
      <w:r w:rsidRPr="002813C1">
        <w:t>0</w:t>
      </w:r>
      <w:r>
        <w:t>,</w:t>
      </w:r>
      <w:r w:rsidRPr="002813C1">
        <w:t>0</w:t>
      </w:r>
      <w:r w:rsidR="0024252B" w:rsidRPr="002813C1">
        <w:t>00 francs</w:t>
      </w:r>
      <w:r>
        <w:t xml:space="preserve">… ; </w:t>
      </w:r>
      <w:r w:rsidR="0024252B" w:rsidRPr="002813C1">
        <w:t>pour les déplacements et le jeu</w:t>
      </w:r>
      <w:r>
        <w:t xml:space="preserve">, </w:t>
      </w:r>
      <w:r w:rsidR="0024252B" w:rsidRPr="002813C1">
        <w:t>3</w:t>
      </w:r>
      <w:r w:rsidRPr="002813C1">
        <w:t>0</w:t>
      </w:r>
      <w:r>
        <w:t>,</w:t>
      </w:r>
      <w:r w:rsidRPr="002813C1">
        <w:t>0</w:t>
      </w:r>
      <w:r w:rsidR="0024252B" w:rsidRPr="002813C1">
        <w:t>00 francs</w:t>
      </w:r>
      <w:r>
        <w:t xml:space="preserve">… ; </w:t>
      </w:r>
      <w:r w:rsidR="0024252B" w:rsidRPr="002813C1">
        <w:t>pour les cigares</w:t>
      </w:r>
      <w:r>
        <w:t xml:space="preserve">, </w:t>
      </w:r>
      <w:r w:rsidR="0024252B" w:rsidRPr="002813C1">
        <w:t>les fantaisies et l</w:t>
      </w:r>
      <w:r>
        <w:t>’</w:t>
      </w:r>
      <w:r w:rsidR="0024252B" w:rsidRPr="002813C1">
        <w:t>imprévu</w:t>
      </w:r>
      <w:r>
        <w:t xml:space="preserve">, </w:t>
      </w:r>
      <w:r w:rsidR="0024252B" w:rsidRPr="002813C1">
        <w:t>3</w:t>
      </w:r>
      <w:r w:rsidRPr="002813C1">
        <w:t>0</w:t>
      </w:r>
      <w:r>
        <w:t>,</w:t>
      </w:r>
      <w:r w:rsidRPr="002813C1">
        <w:t>0</w:t>
      </w:r>
      <w:r w:rsidR="0024252B" w:rsidRPr="002813C1">
        <w:t>00 francs</w:t>
      </w:r>
      <w:r>
        <w:t xml:space="preserve">… </w:t>
      </w:r>
      <w:r w:rsidR="0024252B" w:rsidRPr="002813C1">
        <w:t>Tout cela</w:t>
      </w:r>
      <w:r>
        <w:t xml:space="preserve">, </w:t>
      </w:r>
      <w:r w:rsidR="0024252B" w:rsidRPr="002813C1">
        <w:t>à vue de nez</w:t>
      </w:r>
      <w:r>
        <w:t xml:space="preserve">, </w:t>
      </w:r>
      <w:r w:rsidR="0024252B" w:rsidRPr="002813C1">
        <w:t>fait quelque chose comme 43</w:t>
      </w:r>
      <w:r w:rsidRPr="002813C1">
        <w:t>0</w:t>
      </w:r>
      <w:r>
        <w:t>,</w:t>
      </w:r>
      <w:r w:rsidRPr="002813C1">
        <w:t>0</w:t>
      </w:r>
      <w:r w:rsidR="0024252B" w:rsidRPr="002813C1">
        <w:t>00 francs par an</w:t>
      </w:r>
      <w:r>
        <w:t xml:space="preserve"> !… </w:t>
      </w:r>
      <w:r w:rsidR="0024252B" w:rsidRPr="002813C1">
        <w:t>Les avait-il</w:t>
      </w:r>
      <w:r>
        <w:t xml:space="preserve"> ?… </w:t>
      </w:r>
      <w:r w:rsidR="0024252B" w:rsidRPr="002813C1">
        <w:t>Non</w:t>
      </w:r>
      <w:r>
        <w:t xml:space="preserve">. </w:t>
      </w:r>
      <w:r w:rsidR="0024252B" w:rsidRPr="002813C1">
        <w:t>Il aurait donc mangé au sac</w:t>
      </w:r>
      <w:r>
        <w:t xml:space="preserve">… </w:t>
      </w:r>
      <w:r w:rsidR="0024252B" w:rsidRPr="002813C1">
        <w:t>il serait donc ruiné</w:t>
      </w:r>
      <w:r>
        <w:t xml:space="preserve"> !… </w:t>
      </w:r>
      <w:r w:rsidR="0024252B" w:rsidRPr="002813C1">
        <w:t>Diable</w:t>
      </w:r>
      <w:r>
        <w:t> !…</w:t>
      </w:r>
    </w:p>
    <w:p w14:paraId="7B5D529F" w14:textId="77777777" w:rsidR="00B77E03" w:rsidRDefault="0024252B" w:rsidP="00B77E03">
      <w:r w:rsidRPr="002813C1">
        <w:t>Le marquis</w:t>
      </w:r>
      <w:r w:rsidR="00B77E03">
        <w:t xml:space="preserve">, </w:t>
      </w:r>
      <w:r w:rsidRPr="002813C1">
        <w:t>lui</w:t>
      </w:r>
      <w:r w:rsidR="00B77E03">
        <w:t xml:space="preserve">, </w:t>
      </w:r>
      <w:r w:rsidRPr="002813C1">
        <w:t>poursuivait gaiement</w:t>
      </w:r>
      <w:r w:rsidR="00B77E03">
        <w:t> :</w:t>
      </w:r>
    </w:p>
    <w:p w14:paraId="5FADF34D" w14:textId="77777777" w:rsidR="00B77E03" w:rsidRDefault="00B77E03" w:rsidP="00B77E03">
      <w:r>
        <w:t>— </w:t>
      </w:r>
      <w:r w:rsidR="0024252B" w:rsidRPr="002813C1">
        <w:t>Vous le voyez</w:t>
      </w:r>
      <w:r>
        <w:t xml:space="preserve">, </w:t>
      </w:r>
      <w:r w:rsidR="0024252B" w:rsidRPr="002813C1">
        <w:t>je me range</w:t>
      </w:r>
      <w:r>
        <w:t xml:space="preserve"> !… </w:t>
      </w:r>
      <w:r w:rsidR="0024252B" w:rsidRPr="002813C1">
        <w:t>Hein</w:t>
      </w:r>
      <w:r>
        <w:t xml:space="preserve"> !… </w:t>
      </w:r>
      <w:r w:rsidR="0024252B" w:rsidRPr="002813C1">
        <w:t>cela vous surprend</w:t>
      </w:r>
      <w:r>
        <w:t xml:space="preserve"> ?… </w:t>
      </w:r>
      <w:r w:rsidR="0024252B" w:rsidRPr="002813C1">
        <w:t>Et moi</w:t>
      </w:r>
      <w:r>
        <w:t xml:space="preserve">, </w:t>
      </w:r>
      <w:r w:rsidR="0024252B" w:rsidRPr="002813C1">
        <w:t>donc</w:t>
      </w:r>
      <w:r>
        <w:t xml:space="preserve"> !… </w:t>
      </w:r>
      <w:r w:rsidR="0024252B" w:rsidRPr="002813C1">
        <w:t>Mais il faut faire une fin</w:t>
      </w:r>
      <w:r>
        <w:t xml:space="preserve">, </w:t>
      </w:r>
      <w:r w:rsidR="0024252B" w:rsidRPr="002813C1">
        <w:t>n</w:t>
      </w:r>
      <w:r>
        <w:t>’</w:t>
      </w:r>
      <w:r w:rsidR="0024252B" w:rsidRPr="002813C1">
        <w:t>est-ce pas</w:t>
      </w:r>
      <w:r>
        <w:t xml:space="preserve"> ?… </w:t>
      </w:r>
      <w:r w:rsidR="0024252B" w:rsidRPr="002813C1">
        <w:t>Je commence à trouver que la vie de garçon n</w:t>
      </w:r>
      <w:r>
        <w:t>’</w:t>
      </w:r>
      <w:r w:rsidR="0024252B" w:rsidRPr="002813C1">
        <w:t>est pas drôle</w:t>
      </w:r>
      <w:r>
        <w:t xml:space="preserve"> : </w:t>
      </w:r>
      <w:r w:rsidR="0024252B" w:rsidRPr="002813C1">
        <w:t>il y a des rhumatismes à l</w:t>
      </w:r>
      <w:r>
        <w:t>’</w:t>
      </w:r>
      <w:r w:rsidR="0024252B" w:rsidRPr="002813C1">
        <w:t>horizon</w:t>
      </w:r>
      <w:r>
        <w:t xml:space="preserve">, </w:t>
      </w:r>
      <w:r w:rsidR="0024252B" w:rsidRPr="002813C1">
        <w:t>j</w:t>
      </w:r>
      <w:r>
        <w:t>’</w:t>
      </w:r>
      <w:r w:rsidR="0024252B" w:rsidRPr="002813C1">
        <w:t>ai l</w:t>
      </w:r>
      <w:r>
        <w:t>’</w:t>
      </w:r>
      <w:r w:rsidR="0024252B" w:rsidRPr="002813C1">
        <w:t>estomac délabré</w:t>
      </w:r>
      <w:r>
        <w:t xml:space="preserve">… </w:t>
      </w:r>
      <w:r w:rsidR="0024252B" w:rsidRPr="002813C1">
        <w:t>bref</w:t>
      </w:r>
      <w:r>
        <w:t xml:space="preserve">, </w:t>
      </w:r>
      <w:r w:rsidR="0024252B" w:rsidRPr="002813C1">
        <w:t>je me sens mûr pour le mariage</w:t>
      </w:r>
      <w:r>
        <w:t xml:space="preserve">, </w:t>
      </w:r>
      <w:r w:rsidR="0024252B" w:rsidRPr="002813C1">
        <w:t>baron</w:t>
      </w:r>
      <w:r>
        <w:t xml:space="preserve">, </w:t>
      </w:r>
      <w:r w:rsidR="0024252B" w:rsidRPr="002813C1">
        <w:t>et</w:t>
      </w:r>
      <w:r>
        <w:t xml:space="preserve">… </w:t>
      </w:r>
      <w:r w:rsidR="0024252B" w:rsidRPr="002813C1">
        <w:t>je me marie</w:t>
      </w:r>
      <w:r>
        <w:t>.</w:t>
      </w:r>
    </w:p>
    <w:p w14:paraId="6ABD5ED8" w14:textId="77777777" w:rsidR="00B77E03" w:rsidRDefault="00B77E03" w:rsidP="00B77E03">
      <w:r>
        <w:lastRenderedPageBreak/>
        <w:t>— </w:t>
      </w:r>
      <w:r w:rsidR="0024252B" w:rsidRPr="002813C1">
        <w:t>Vous</w:t>
      </w:r>
      <w:r>
        <w:t> !…</w:t>
      </w:r>
    </w:p>
    <w:p w14:paraId="73BF0245" w14:textId="77777777" w:rsidR="00B77E03" w:rsidRDefault="00B77E03" w:rsidP="00B77E03">
      <w:r>
        <w:t>— </w:t>
      </w:r>
      <w:r w:rsidR="0024252B" w:rsidRPr="002813C1">
        <w:t>Moi-même</w:t>
      </w:r>
      <w:r>
        <w:t xml:space="preserve">… </w:t>
      </w:r>
      <w:r w:rsidR="0024252B" w:rsidRPr="002813C1">
        <w:t>Comment</w:t>
      </w:r>
      <w:r>
        <w:t xml:space="preserve"> !… </w:t>
      </w:r>
      <w:r w:rsidR="0024252B" w:rsidRPr="002813C1">
        <w:t>vous ne l</w:t>
      </w:r>
      <w:r>
        <w:t>’</w:t>
      </w:r>
      <w:r w:rsidR="0024252B" w:rsidRPr="002813C1">
        <w:t>aviez pas entendu dire</w:t>
      </w:r>
      <w:r>
        <w:t xml:space="preserve"> ? </w:t>
      </w:r>
      <w:r w:rsidR="0024252B" w:rsidRPr="002813C1">
        <w:t>Il y a trois jours que je l</w:t>
      </w:r>
      <w:r>
        <w:t>’</w:t>
      </w:r>
      <w:r w:rsidR="0024252B" w:rsidRPr="002813C1">
        <w:t>ai annoncé officiellement en plein cercle</w:t>
      </w:r>
      <w:r>
        <w:t>.</w:t>
      </w:r>
    </w:p>
    <w:p w14:paraId="493F803B" w14:textId="77777777" w:rsidR="00B77E03" w:rsidRDefault="00B77E03" w:rsidP="00B77E03">
      <w:r>
        <w:t>— </w:t>
      </w:r>
      <w:r w:rsidR="0024252B" w:rsidRPr="002813C1">
        <w:t>J</w:t>
      </w:r>
      <w:r>
        <w:t>’</w:t>
      </w:r>
      <w:r w:rsidR="0024252B" w:rsidRPr="002813C1">
        <w:t>ignorais</w:t>
      </w:r>
      <w:r>
        <w:t xml:space="preserve"> !… </w:t>
      </w:r>
      <w:r w:rsidR="0024252B" w:rsidRPr="002813C1">
        <w:t>Il est vrai que depuis trois jours je n</w:t>
      </w:r>
      <w:r>
        <w:t>’</w:t>
      </w:r>
      <w:r w:rsidR="0024252B" w:rsidRPr="002813C1">
        <w:t>ai pas mis les pieds au cercle</w:t>
      </w:r>
      <w:r>
        <w:t xml:space="preserve">. </w:t>
      </w:r>
      <w:r w:rsidR="0024252B" w:rsidRPr="002813C1">
        <w:t>J</w:t>
      </w:r>
      <w:r>
        <w:t>’</w:t>
      </w:r>
      <w:r w:rsidR="0024252B" w:rsidRPr="002813C1">
        <w:t>ai lié une partie avec Kami-Bey</w:t>
      </w:r>
      <w:r>
        <w:t xml:space="preserve">, </w:t>
      </w:r>
      <w:r w:rsidR="0024252B" w:rsidRPr="002813C1">
        <w:t>vous savez</w:t>
      </w:r>
      <w:r>
        <w:t xml:space="preserve">, </w:t>
      </w:r>
      <w:r w:rsidR="0024252B" w:rsidRPr="002813C1">
        <w:t>ce Turc si riche</w:t>
      </w:r>
      <w:r>
        <w:t xml:space="preserve">, </w:t>
      </w:r>
      <w:r w:rsidR="0024252B" w:rsidRPr="002813C1">
        <w:t>et comme nous faisons des séances de huit et dix heures</w:t>
      </w:r>
      <w:r>
        <w:t xml:space="preserve">, </w:t>
      </w:r>
      <w:r w:rsidR="0024252B" w:rsidRPr="002813C1">
        <w:t>nous jouons chez lui</w:t>
      </w:r>
      <w:r>
        <w:t xml:space="preserve">, </w:t>
      </w:r>
      <w:r w:rsidR="0024252B" w:rsidRPr="002813C1">
        <w:t>au grand hôtel</w:t>
      </w:r>
      <w:r>
        <w:t xml:space="preserve">, </w:t>
      </w:r>
      <w:r w:rsidR="0024252B" w:rsidRPr="002813C1">
        <w:t>c</w:t>
      </w:r>
      <w:r>
        <w:t>’</w:t>
      </w:r>
      <w:r w:rsidR="0024252B" w:rsidRPr="002813C1">
        <w:t>est plus commode</w:t>
      </w:r>
      <w:r>
        <w:t> !…</w:t>
      </w:r>
    </w:p>
    <w:p w14:paraId="10ED3856" w14:textId="77777777" w:rsidR="00B77E03" w:rsidRDefault="00B77E03" w:rsidP="00B77E03">
      <w:r>
        <w:t>— </w:t>
      </w:r>
      <w:r w:rsidR="0024252B" w:rsidRPr="002813C1">
        <w:t>Comme cela</w:t>
      </w:r>
      <w:r>
        <w:t xml:space="preserve">, </w:t>
      </w:r>
      <w:r w:rsidR="0024252B" w:rsidRPr="002813C1">
        <w:t>je comprends</w:t>
      </w:r>
      <w:r>
        <w:t>…</w:t>
      </w:r>
    </w:p>
    <w:p w14:paraId="7747B85F" w14:textId="77777777" w:rsidR="00B77E03" w:rsidRDefault="0024252B" w:rsidP="00B77E03">
      <w:r w:rsidRPr="002813C1">
        <w:t>N</w:t>
      </w:r>
      <w:r w:rsidR="00B77E03">
        <w:t>’</w:t>
      </w:r>
      <w:r w:rsidRPr="002813C1">
        <w:t>importe</w:t>
      </w:r>
      <w:r w:rsidR="00B77E03">
        <w:t xml:space="preserve"> !… </w:t>
      </w:r>
      <w:r w:rsidRPr="002813C1">
        <w:t>le baron avait l</w:t>
      </w:r>
      <w:r w:rsidR="00B77E03">
        <w:t>’</w:t>
      </w:r>
      <w:r w:rsidRPr="002813C1">
        <w:t>air d</w:t>
      </w:r>
      <w:r w:rsidR="00B77E03">
        <w:t>’</w:t>
      </w:r>
      <w:r w:rsidRPr="002813C1">
        <w:t>un homme qui tombe des nues</w:t>
      </w:r>
      <w:r w:rsidR="00B77E03">
        <w:t>.</w:t>
      </w:r>
    </w:p>
    <w:p w14:paraId="5F001A8A" w14:textId="77777777" w:rsidR="00B77E03" w:rsidRDefault="00B77E03" w:rsidP="00B77E03">
      <w:r>
        <w:t>— </w:t>
      </w:r>
      <w:r w:rsidR="0024252B" w:rsidRPr="002813C1">
        <w:t>Ah</w:t>
      </w:r>
      <w:r>
        <w:t xml:space="preserve"> ! </w:t>
      </w:r>
      <w:r w:rsidR="0024252B" w:rsidRPr="002813C1">
        <w:t>vous vous mariez</w:t>
      </w:r>
      <w:r>
        <w:t xml:space="preserve">, </w:t>
      </w:r>
      <w:r w:rsidR="0024252B" w:rsidRPr="002813C1">
        <w:t>reprit-il</w:t>
      </w:r>
      <w:r>
        <w:t xml:space="preserve">… </w:t>
      </w:r>
      <w:r w:rsidR="0024252B" w:rsidRPr="002813C1">
        <w:t>Eh bien</w:t>
      </w:r>
      <w:r>
        <w:t xml:space="preserve"> !… </w:t>
      </w:r>
      <w:r w:rsidR="0024252B" w:rsidRPr="002813C1">
        <w:t>je</w:t>
      </w:r>
      <w:r>
        <w:t xml:space="preserve">, </w:t>
      </w:r>
      <w:r w:rsidR="0024252B" w:rsidRPr="002813C1">
        <w:t>connais une personne qui ne doit pas être ravie</w:t>
      </w:r>
      <w:r>
        <w:t>.</w:t>
      </w:r>
    </w:p>
    <w:p w14:paraId="02CA1EF3" w14:textId="77777777" w:rsidR="00B77E03" w:rsidRDefault="00B77E03" w:rsidP="00B77E03">
      <w:r>
        <w:t>— </w:t>
      </w:r>
      <w:r w:rsidR="0024252B" w:rsidRPr="002813C1">
        <w:t>Qui donc</w:t>
      </w:r>
      <w:r>
        <w:t> ?…</w:t>
      </w:r>
    </w:p>
    <w:p w14:paraId="10943B63" w14:textId="77777777" w:rsidR="00B77E03" w:rsidRDefault="00B77E03" w:rsidP="00B77E03">
      <w:r>
        <w:t>— </w:t>
      </w:r>
      <w:r w:rsidR="0024252B" w:rsidRPr="002813C1">
        <w:t>Ninette Simplon</w:t>
      </w:r>
      <w:r>
        <w:t xml:space="preserve">, </w:t>
      </w:r>
      <w:r w:rsidR="0024252B" w:rsidRPr="002813C1">
        <w:t>parbleu</w:t>
      </w:r>
      <w:r>
        <w:t> !…</w:t>
      </w:r>
    </w:p>
    <w:p w14:paraId="03C79454" w14:textId="60188299" w:rsidR="00B77E03" w:rsidRDefault="00B77E03" w:rsidP="00B77E03">
      <w:r>
        <w:t>M. de </w:t>
      </w:r>
      <w:proofErr w:type="spellStart"/>
      <w:r w:rsidR="0024252B" w:rsidRPr="002813C1">
        <w:t>Valorsay</w:t>
      </w:r>
      <w:proofErr w:type="spellEnd"/>
      <w:r w:rsidR="0024252B" w:rsidRPr="002813C1">
        <w:t xml:space="preserve"> éclata de rire</w:t>
      </w:r>
      <w:r>
        <w:t>.</w:t>
      </w:r>
    </w:p>
    <w:p w14:paraId="721E04B3" w14:textId="77777777" w:rsidR="00B77E03" w:rsidRDefault="00B77E03" w:rsidP="00B77E03">
      <w:r>
        <w:t>— </w:t>
      </w:r>
      <w:proofErr w:type="spellStart"/>
      <w:r w:rsidR="0024252B" w:rsidRPr="002813C1">
        <w:t>Bast</w:t>
      </w:r>
      <w:proofErr w:type="spellEnd"/>
      <w:r>
        <w:t xml:space="preserve"> ! </w:t>
      </w:r>
      <w:r w:rsidR="0024252B" w:rsidRPr="002813C1">
        <w:t>fit-il</w:t>
      </w:r>
      <w:r>
        <w:t xml:space="preserve">, </w:t>
      </w:r>
      <w:r w:rsidR="0024252B" w:rsidRPr="002813C1">
        <w:t>qui m</w:t>
      </w:r>
      <w:r>
        <w:t>’</w:t>
      </w:r>
      <w:r w:rsidR="0024252B" w:rsidRPr="002813C1">
        <w:t>empêchera</w:t>
      </w:r>
      <w:r>
        <w:t>…</w:t>
      </w:r>
    </w:p>
    <w:p w14:paraId="1D95D484" w14:textId="77777777" w:rsidR="00B77E03" w:rsidRDefault="0024252B" w:rsidP="00B77E03">
      <w:r w:rsidRPr="002813C1">
        <w:t>Mais il se reprit aussitôt</w:t>
      </w:r>
      <w:r w:rsidR="00B77E03">
        <w:t xml:space="preserve">, </w:t>
      </w:r>
      <w:r w:rsidRPr="002813C1">
        <w:t>et d</w:t>
      </w:r>
      <w:r w:rsidR="00B77E03">
        <w:t>’</w:t>
      </w:r>
      <w:r w:rsidRPr="002813C1">
        <w:t>un ton dégagé</w:t>
      </w:r>
      <w:r w:rsidR="00B77E03">
        <w:t> :</w:t>
      </w:r>
    </w:p>
    <w:p w14:paraId="4C78CEF3" w14:textId="77777777" w:rsidR="00B77E03" w:rsidRDefault="00B77E03" w:rsidP="00B77E03">
      <w:r>
        <w:t>— </w:t>
      </w:r>
      <w:r w:rsidR="0024252B" w:rsidRPr="002813C1">
        <w:t>Elle sera vite consolée</w:t>
      </w:r>
      <w:r>
        <w:t xml:space="preserve">, </w:t>
      </w:r>
      <w:r w:rsidR="0024252B" w:rsidRPr="002813C1">
        <w:t>dit-il</w:t>
      </w:r>
      <w:r>
        <w:t xml:space="preserve">. </w:t>
      </w:r>
      <w:r w:rsidR="0024252B" w:rsidRPr="002813C1">
        <w:t>Ninette Simplon est une fille d</w:t>
      </w:r>
      <w:r>
        <w:t>’</w:t>
      </w:r>
      <w:r w:rsidR="0024252B" w:rsidRPr="002813C1">
        <w:t>ordre</w:t>
      </w:r>
      <w:r>
        <w:t xml:space="preserve">, </w:t>
      </w:r>
      <w:r w:rsidR="0024252B" w:rsidRPr="002813C1">
        <w:t>baron</w:t>
      </w:r>
      <w:r>
        <w:t xml:space="preserve">, </w:t>
      </w:r>
      <w:r w:rsidR="0024252B" w:rsidRPr="002813C1">
        <w:t>à ce point que je l</w:t>
      </w:r>
      <w:r>
        <w:t>’</w:t>
      </w:r>
      <w:r w:rsidR="0024252B" w:rsidRPr="002813C1">
        <w:t>ai toujours soupçonnée d</w:t>
      </w:r>
      <w:r>
        <w:t>’</w:t>
      </w:r>
      <w:r w:rsidR="0024252B" w:rsidRPr="002813C1">
        <w:t>avoir un livre de recettes en place de cœur</w:t>
      </w:r>
      <w:r>
        <w:t xml:space="preserve">… </w:t>
      </w:r>
      <w:r w:rsidR="0024252B" w:rsidRPr="002813C1">
        <w:t>Je lui connais 30</w:t>
      </w:r>
      <w:r w:rsidRPr="002813C1">
        <w:t>0</w:t>
      </w:r>
      <w:r>
        <w:t>,</w:t>
      </w:r>
      <w:r w:rsidRPr="002813C1">
        <w:t>0</w:t>
      </w:r>
      <w:r w:rsidR="0024252B" w:rsidRPr="002813C1">
        <w:t>00 francs</w:t>
      </w:r>
      <w:r>
        <w:t xml:space="preserve">, </w:t>
      </w:r>
      <w:r w:rsidR="0024252B" w:rsidRPr="002813C1">
        <w:t>pour le moins</w:t>
      </w:r>
      <w:r>
        <w:t xml:space="preserve">, </w:t>
      </w:r>
      <w:r w:rsidR="0024252B" w:rsidRPr="002813C1">
        <w:t>en bonnes et sûres valeurs</w:t>
      </w:r>
      <w:r>
        <w:t xml:space="preserve"> ; </w:t>
      </w:r>
      <w:r w:rsidR="0024252B" w:rsidRPr="002813C1">
        <w:t>son mobilier et ses diamants valent autant</w:t>
      </w:r>
      <w:r>
        <w:t xml:space="preserve">… </w:t>
      </w:r>
      <w:r w:rsidR="0024252B" w:rsidRPr="002813C1">
        <w:t>pourquoi me regretterait-elle</w:t>
      </w:r>
      <w:r>
        <w:t xml:space="preserve"> !… </w:t>
      </w:r>
      <w:r w:rsidR="0024252B" w:rsidRPr="002813C1">
        <w:t>Ajoutez que je lui ai promis cinquante billets de mille francs pour s</w:t>
      </w:r>
      <w:r>
        <w:t>’</w:t>
      </w:r>
      <w:r w:rsidR="0024252B" w:rsidRPr="002813C1">
        <w:t>essuyer les yeux le jour de ma noce</w:t>
      </w:r>
      <w:r>
        <w:t xml:space="preserve">, </w:t>
      </w:r>
      <w:r w:rsidR="0024252B" w:rsidRPr="002813C1">
        <w:t>et vous comprendrez qu</w:t>
      </w:r>
      <w:r>
        <w:t>’</w:t>
      </w:r>
      <w:r w:rsidR="0024252B" w:rsidRPr="002813C1">
        <w:t>elle voudrait déjà me voir marié</w:t>
      </w:r>
      <w:r>
        <w:t> !…</w:t>
      </w:r>
    </w:p>
    <w:p w14:paraId="3C65BB63" w14:textId="77777777" w:rsidR="00B77E03" w:rsidRDefault="0024252B" w:rsidP="00B77E03">
      <w:r w:rsidRPr="002813C1">
        <w:lastRenderedPageBreak/>
        <w:t>En apparence</w:t>
      </w:r>
      <w:r w:rsidR="00B77E03">
        <w:t xml:space="preserve">, </w:t>
      </w:r>
      <w:r w:rsidRPr="002813C1">
        <w:t xml:space="preserve">le baron </w:t>
      </w:r>
      <w:proofErr w:type="spellStart"/>
      <w:r w:rsidRPr="002813C1">
        <w:t>Trigault</w:t>
      </w:r>
      <w:proofErr w:type="spellEnd"/>
      <w:r w:rsidRPr="002813C1">
        <w:t xml:space="preserve"> accordait au marquis de </w:t>
      </w:r>
      <w:proofErr w:type="spellStart"/>
      <w:r w:rsidRPr="002813C1">
        <w:t>Valorsay</w:t>
      </w:r>
      <w:proofErr w:type="spellEnd"/>
      <w:r w:rsidRPr="002813C1">
        <w:t xml:space="preserve"> toute son attention</w:t>
      </w:r>
      <w:r w:rsidR="00B77E03">
        <w:t xml:space="preserve">, </w:t>
      </w:r>
      <w:r w:rsidRPr="002813C1">
        <w:t>et la plus bienveillante</w:t>
      </w:r>
      <w:r w:rsidR="00B77E03">
        <w:t xml:space="preserve">. </w:t>
      </w:r>
      <w:r w:rsidRPr="002813C1">
        <w:t>En réalité</w:t>
      </w:r>
      <w:r w:rsidR="00B77E03">
        <w:t xml:space="preserve">, </w:t>
      </w:r>
      <w:r w:rsidRPr="002813C1">
        <w:t>il ne songeait qu</w:t>
      </w:r>
      <w:r w:rsidR="00B77E03">
        <w:t>’</w:t>
      </w:r>
      <w:r w:rsidRPr="002813C1">
        <w:t xml:space="preserve">à Pascal </w:t>
      </w:r>
      <w:proofErr w:type="spellStart"/>
      <w:r w:rsidRPr="002813C1">
        <w:t>Férailleur</w:t>
      </w:r>
      <w:proofErr w:type="spellEnd"/>
      <w:r w:rsidR="00B77E03">
        <w:t xml:space="preserve">, </w:t>
      </w:r>
      <w:r w:rsidRPr="002813C1">
        <w:t>et son œil</w:t>
      </w:r>
      <w:r w:rsidR="00B77E03">
        <w:t xml:space="preserve">, </w:t>
      </w:r>
      <w:r w:rsidRPr="002813C1">
        <w:t>à toute minute</w:t>
      </w:r>
      <w:r w:rsidR="00B77E03">
        <w:t xml:space="preserve">, </w:t>
      </w:r>
      <w:r w:rsidRPr="002813C1">
        <w:t>se coulait sournoisement vers la porte de communication</w:t>
      </w:r>
      <w:r w:rsidR="00B77E03">
        <w:t>.</w:t>
      </w:r>
    </w:p>
    <w:p w14:paraId="18EA1BA1" w14:textId="77777777" w:rsidR="00B77E03" w:rsidRDefault="00B77E03" w:rsidP="00B77E03">
      <w:r>
        <w:t>— </w:t>
      </w:r>
      <w:r w:rsidR="0024252B" w:rsidRPr="002813C1">
        <w:t>Quelles doivent être</w:t>
      </w:r>
      <w:r>
        <w:t xml:space="preserve">, </w:t>
      </w:r>
      <w:r w:rsidR="0024252B" w:rsidRPr="002813C1">
        <w:t>pensait-il</w:t>
      </w:r>
      <w:r>
        <w:t xml:space="preserve">, </w:t>
      </w:r>
      <w:r w:rsidR="0024252B" w:rsidRPr="002813C1">
        <w:t>les réflexions de ce malheureux jeune homme</w:t>
      </w:r>
      <w:r>
        <w:t> ?</w:t>
      </w:r>
    </w:p>
    <w:p w14:paraId="78975B6D" w14:textId="77777777" w:rsidR="00B77E03" w:rsidRDefault="0024252B" w:rsidP="00B77E03">
      <w:r w:rsidRPr="002813C1">
        <w:t>C</w:t>
      </w:r>
      <w:r w:rsidR="00B77E03">
        <w:t>’</w:t>
      </w:r>
      <w:r w:rsidRPr="002813C1">
        <w:t>est que lui-même se sentait singulièrement troublé</w:t>
      </w:r>
      <w:r w:rsidR="00B77E03">
        <w:t>.</w:t>
      </w:r>
    </w:p>
    <w:p w14:paraId="21573F92" w14:textId="77777777" w:rsidR="00B77E03" w:rsidRDefault="0024252B" w:rsidP="00B77E03">
      <w:r w:rsidRPr="002813C1">
        <w:t>Entré dans la salle à manger</w:t>
      </w:r>
      <w:r w:rsidR="00B77E03">
        <w:t xml:space="preserve">, </w:t>
      </w:r>
      <w:r w:rsidRPr="002813C1">
        <w:t>sans l</w:t>
      </w:r>
      <w:r w:rsidR="00B77E03">
        <w:t>’</w:t>
      </w:r>
      <w:r w:rsidRPr="002813C1">
        <w:t>ombre d</w:t>
      </w:r>
      <w:r w:rsidR="00B77E03">
        <w:t>’</w:t>
      </w:r>
      <w:r w:rsidRPr="002813C1">
        <w:t>un soupçon</w:t>
      </w:r>
      <w:r w:rsidR="00B77E03">
        <w:t xml:space="preserve">, </w:t>
      </w:r>
      <w:r w:rsidRPr="002813C1">
        <w:t>il ne savait plus maintenant que croire</w:t>
      </w:r>
      <w:r w:rsidR="00B77E03">
        <w:t xml:space="preserve">, </w:t>
      </w:r>
      <w:r w:rsidRPr="002813C1">
        <w:t xml:space="preserve">tant </w:t>
      </w:r>
      <w:proofErr w:type="spellStart"/>
      <w:r w:rsidRPr="002813C1">
        <w:t>Valorsay</w:t>
      </w:r>
      <w:proofErr w:type="spellEnd"/>
      <w:r w:rsidR="00B77E03">
        <w:t xml:space="preserve">, </w:t>
      </w:r>
      <w:r w:rsidRPr="002813C1">
        <w:t>en un quart d</w:t>
      </w:r>
      <w:r w:rsidR="00B77E03">
        <w:t>’</w:t>
      </w:r>
      <w:r w:rsidRPr="002813C1">
        <w:t>heure de conversation</w:t>
      </w:r>
      <w:r w:rsidR="00B77E03">
        <w:t xml:space="preserve">, </w:t>
      </w:r>
      <w:r w:rsidRPr="002813C1">
        <w:t>s</w:t>
      </w:r>
      <w:r w:rsidR="00B77E03">
        <w:t>’</w:t>
      </w:r>
      <w:r w:rsidRPr="002813C1">
        <w:t>était battu en brèche et démoli lui-même</w:t>
      </w:r>
      <w:r w:rsidR="00B77E03">
        <w:t>.</w:t>
      </w:r>
    </w:p>
    <w:p w14:paraId="31A5E960" w14:textId="77777777" w:rsidR="00B77E03" w:rsidRDefault="0024252B" w:rsidP="00B77E03">
      <w:r w:rsidRPr="002813C1">
        <w:t>Libre et maître de sa conduite</w:t>
      </w:r>
      <w:r w:rsidR="00B77E03">
        <w:t xml:space="preserve">, </w:t>
      </w:r>
      <w:r w:rsidRPr="002813C1">
        <w:t>le baron n</w:t>
      </w:r>
      <w:r w:rsidR="00B77E03">
        <w:t>’</w:t>
      </w:r>
      <w:r w:rsidRPr="002813C1">
        <w:t>eût pas poussé plus loin l</w:t>
      </w:r>
      <w:r w:rsidR="00B77E03">
        <w:t>’</w:t>
      </w:r>
      <w:r w:rsidRPr="002813C1">
        <w:t>interrogatoire si habilement déguisé</w:t>
      </w:r>
      <w:r w:rsidR="00B77E03">
        <w:t xml:space="preserve">, </w:t>
      </w:r>
      <w:r w:rsidRPr="002813C1">
        <w:t xml:space="preserve">où </w:t>
      </w:r>
      <w:proofErr w:type="spellStart"/>
      <w:r w:rsidRPr="002813C1">
        <w:t>Valorsay</w:t>
      </w:r>
      <w:proofErr w:type="spellEnd"/>
      <w:r w:rsidRPr="002813C1">
        <w:t xml:space="preserve"> se laissait prendre</w:t>
      </w:r>
      <w:r w:rsidR="00B77E03">
        <w:t xml:space="preserve">. </w:t>
      </w:r>
      <w:r w:rsidRPr="002813C1">
        <w:t>Ayant toujours à craindre que le monde ne s</w:t>
      </w:r>
      <w:r w:rsidR="00B77E03">
        <w:t>’</w:t>
      </w:r>
      <w:r w:rsidRPr="002813C1">
        <w:t>occupât de sa vie privée</w:t>
      </w:r>
      <w:r w:rsidR="00B77E03">
        <w:t xml:space="preserve">, </w:t>
      </w:r>
      <w:r w:rsidRPr="002813C1">
        <w:t>jamais il ne s</w:t>
      </w:r>
      <w:r w:rsidR="00B77E03">
        <w:t>’</w:t>
      </w:r>
      <w:r w:rsidRPr="002813C1">
        <w:t>inquiétait de l</w:t>
      </w:r>
      <w:r w:rsidR="00B77E03">
        <w:t>’</w:t>
      </w:r>
      <w:r w:rsidRPr="002813C1">
        <w:t>existence des autres</w:t>
      </w:r>
      <w:r w:rsidR="00B77E03">
        <w:t xml:space="preserve">. </w:t>
      </w:r>
      <w:r w:rsidRPr="002813C1">
        <w:t>Par principe</w:t>
      </w:r>
      <w:r w:rsidR="00B77E03">
        <w:t xml:space="preserve">, </w:t>
      </w:r>
      <w:r w:rsidRPr="002813C1">
        <w:t>et plus encore par nécessité</w:t>
      </w:r>
      <w:r w:rsidR="00B77E03">
        <w:t xml:space="preserve">, </w:t>
      </w:r>
      <w:r w:rsidRPr="002813C1">
        <w:t>il professait et pratiquait le système de l</w:t>
      </w:r>
      <w:r w:rsidR="00B77E03">
        <w:t>’</w:t>
      </w:r>
      <w:r w:rsidRPr="002813C1">
        <w:t>indulgence et de l</w:t>
      </w:r>
      <w:r w:rsidR="00B77E03">
        <w:t>’</w:t>
      </w:r>
      <w:r w:rsidRPr="002813C1">
        <w:t>absolution quand même</w:t>
      </w:r>
      <w:r w:rsidR="00B77E03">
        <w:t xml:space="preserve">. </w:t>
      </w:r>
      <w:r w:rsidRPr="002813C1">
        <w:t>Enfin</w:t>
      </w:r>
      <w:r w:rsidR="00B77E03">
        <w:t xml:space="preserve">, </w:t>
      </w:r>
      <w:r w:rsidRPr="002813C1">
        <w:t>il lui répugnait beaucoup de tendre un piège à son hôte</w:t>
      </w:r>
      <w:r w:rsidR="00B77E03">
        <w:t>.</w:t>
      </w:r>
    </w:p>
    <w:p w14:paraId="4C2FF2D2" w14:textId="77777777" w:rsidR="00B77E03" w:rsidRDefault="0024252B" w:rsidP="00B77E03">
      <w:r w:rsidRPr="002813C1">
        <w:t>Mais il avait promis à Pascal de tout faire pour découvrir la vérité</w:t>
      </w:r>
      <w:r w:rsidR="00B77E03">
        <w:t xml:space="preserve">, </w:t>
      </w:r>
      <w:r w:rsidRPr="002813C1">
        <w:t>et personnellement</w:t>
      </w:r>
      <w:r w:rsidR="00B77E03">
        <w:t xml:space="preserve">, </w:t>
      </w:r>
      <w:r w:rsidRPr="002813C1">
        <w:t>il avait un intérêt énorme à ce qu</w:t>
      </w:r>
      <w:r w:rsidR="00B77E03">
        <w:t>’</w:t>
      </w:r>
      <w:r w:rsidRPr="002813C1">
        <w:t>elle éclatât</w:t>
      </w:r>
      <w:r w:rsidR="00B77E03">
        <w:t>.</w:t>
      </w:r>
    </w:p>
    <w:p w14:paraId="519E4711" w14:textId="77777777" w:rsidR="00B77E03" w:rsidRDefault="00B77E03" w:rsidP="00B77E03">
      <w:r>
        <w:t>— </w:t>
      </w:r>
      <w:r w:rsidR="0024252B" w:rsidRPr="002813C1">
        <w:t>Je comprends</w:t>
      </w:r>
      <w:r>
        <w:t xml:space="preserve">, </w:t>
      </w:r>
      <w:r w:rsidR="0024252B" w:rsidRPr="002813C1">
        <w:t>dit-il au marquis</w:t>
      </w:r>
      <w:r>
        <w:t xml:space="preserve">, </w:t>
      </w:r>
      <w:r w:rsidR="0024252B" w:rsidRPr="002813C1">
        <w:t>Ninette Simplon ne vous tracassera pas</w:t>
      </w:r>
      <w:r>
        <w:t xml:space="preserve">… </w:t>
      </w:r>
      <w:r w:rsidR="0024252B" w:rsidRPr="002813C1">
        <w:t>Ce que je conçois moins</w:t>
      </w:r>
      <w:r>
        <w:t xml:space="preserve">, </w:t>
      </w:r>
      <w:r w:rsidR="0024252B" w:rsidRPr="002813C1">
        <w:t>c</w:t>
      </w:r>
      <w:r>
        <w:t>’</w:t>
      </w:r>
      <w:r w:rsidR="0024252B" w:rsidRPr="002813C1">
        <w:t>est que vous parliez d</w:t>
      </w:r>
      <w:r>
        <w:t>’</w:t>
      </w:r>
      <w:r w:rsidR="0024252B" w:rsidRPr="002813C1">
        <w:t>économie à la veille d</w:t>
      </w:r>
      <w:r>
        <w:t>’</w:t>
      </w:r>
      <w:r w:rsidR="0024252B" w:rsidRPr="002813C1">
        <w:t>un mariage qui va sans doute doubler</w:t>
      </w:r>
      <w:r>
        <w:t xml:space="preserve">, </w:t>
      </w:r>
      <w:r w:rsidR="0024252B" w:rsidRPr="002813C1">
        <w:t>pour le moins</w:t>
      </w:r>
      <w:r>
        <w:t xml:space="preserve">, </w:t>
      </w:r>
      <w:r w:rsidR="0024252B" w:rsidRPr="002813C1">
        <w:t>votre fortune</w:t>
      </w:r>
      <w:r>
        <w:t>…</w:t>
      </w:r>
    </w:p>
    <w:p w14:paraId="23F57B8C" w14:textId="77777777" w:rsidR="00B77E03" w:rsidRDefault="0024252B" w:rsidP="00B77E03">
      <w:r w:rsidRPr="002813C1">
        <w:t>Vous n</w:t>
      </w:r>
      <w:r w:rsidR="00B77E03">
        <w:t>’</w:t>
      </w:r>
      <w:r w:rsidRPr="002813C1">
        <w:t>aliénez pas</w:t>
      </w:r>
      <w:r w:rsidR="00B77E03">
        <w:t xml:space="preserve">, </w:t>
      </w:r>
      <w:r w:rsidRPr="002813C1">
        <w:t>j</w:t>
      </w:r>
      <w:r w:rsidR="00B77E03">
        <w:t>’</w:t>
      </w:r>
      <w:r w:rsidRPr="002813C1">
        <w:t>en suis bien sûr</w:t>
      </w:r>
      <w:r w:rsidR="00B77E03">
        <w:t xml:space="preserve">, </w:t>
      </w:r>
      <w:r w:rsidRPr="002813C1">
        <w:t>votre liberté</w:t>
      </w:r>
      <w:r w:rsidR="00B77E03">
        <w:t xml:space="preserve">, </w:t>
      </w:r>
      <w:r w:rsidRPr="002813C1">
        <w:t>sans de bonnes et solides raisons</w:t>
      </w:r>
      <w:r w:rsidR="00B77E03">
        <w:t xml:space="preserve">, </w:t>
      </w:r>
      <w:r w:rsidRPr="002813C1">
        <w:t>sonnantes et ayant cours</w:t>
      </w:r>
      <w:r w:rsidR="00B77E03">
        <w:t>…</w:t>
      </w:r>
    </w:p>
    <w:p w14:paraId="34238D7E" w14:textId="77777777" w:rsidR="00B77E03" w:rsidRDefault="00B77E03" w:rsidP="00B77E03">
      <w:r>
        <w:lastRenderedPageBreak/>
        <w:t>— </w:t>
      </w:r>
      <w:r w:rsidR="0024252B" w:rsidRPr="002813C1">
        <w:t>Erreur</w:t>
      </w:r>
      <w:r>
        <w:t> !…</w:t>
      </w:r>
    </w:p>
    <w:p w14:paraId="09AD0809" w14:textId="77777777" w:rsidR="00B77E03" w:rsidRDefault="00B77E03" w:rsidP="00B77E03">
      <w:r>
        <w:t>— </w:t>
      </w:r>
      <w:r w:rsidR="0024252B" w:rsidRPr="002813C1">
        <w:t>Comment</w:t>
      </w:r>
      <w:r>
        <w:t xml:space="preserve">, </w:t>
      </w:r>
      <w:r w:rsidR="0024252B" w:rsidRPr="002813C1">
        <w:t>erreur</w:t>
      </w:r>
      <w:r>
        <w:t> !…</w:t>
      </w:r>
    </w:p>
    <w:p w14:paraId="54A9B6BD" w14:textId="77777777" w:rsidR="00B77E03" w:rsidRDefault="00B77E03" w:rsidP="00B77E03">
      <w:r>
        <w:t>— </w:t>
      </w:r>
      <w:r w:rsidR="0024252B" w:rsidRPr="002813C1">
        <w:t>À vous</w:t>
      </w:r>
      <w:r>
        <w:t xml:space="preserve">, </w:t>
      </w:r>
      <w:r w:rsidR="0024252B" w:rsidRPr="002813C1">
        <w:t>cher baron</w:t>
      </w:r>
      <w:r>
        <w:t xml:space="preserve">, </w:t>
      </w:r>
      <w:r w:rsidR="0024252B" w:rsidRPr="002813C1">
        <w:t>je puis l</w:t>
      </w:r>
      <w:r>
        <w:t>’</w:t>
      </w:r>
      <w:r w:rsidR="0024252B" w:rsidRPr="002813C1">
        <w:t>avouer</w:t>
      </w:r>
      <w:r>
        <w:t xml:space="preserve">, </w:t>
      </w:r>
      <w:r w:rsidR="0024252B" w:rsidRPr="002813C1">
        <w:t>la jeune fille que j</w:t>
      </w:r>
      <w:r>
        <w:t>’</w:t>
      </w:r>
      <w:r w:rsidR="0024252B" w:rsidRPr="002813C1">
        <w:t>épouse n</w:t>
      </w:r>
      <w:r>
        <w:t>’</w:t>
      </w:r>
      <w:r w:rsidR="0024252B" w:rsidRPr="002813C1">
        <w:t>a pas un sou</w:t>
      </w:r>
      <w:r>
        <w:t xml:space="preserve">… </w:t>
      </w:r>
      <w:r w:rsidR="0024252B" w:rsidRPr="002813C1">
        <w:t>Ma future n</w:t>
      </w:r>
      <w:r>
        <w:t>’</w:t>
      </w:r>
      <w:r w:rsidR="0024252B" w:rsidRPr="002813C1">
        <w:t>a d</w:t>
      </w:r>
      <w:r>
        <w:t>’</w:t>
      </w:r>
      <w:r w:rsidR="0024252B" w:rsidRPr="002813C1">
        <w:t>autre dot que ses yeux noirs</w:t>
      </w:r>
      <w:r>
        <w:t xml:space="preserve">… </w:t>
      </w:r>
      <w:r w:rsidR="0024252B" w:rsidRPr="002813C1">
        <w:t>il est vrai qu</w:t>
      </w:r>
      <w:r>
        <w:t>’</w:t>
      </w:r>
      <w:r w:rsidR="0024252B" w:rsidRPr="002813C1">
        <w:t>ils sont superbes</w:t>
      </w:r>
      <w:r>
        <w:t>.</w:t>
      </w:r>
    </w:p>
    <w:p w14:paraId="267128B2" w14:textId="77777777" w:rsidR="00B77E03" w:rsidRDefault="0024252B" w:rsidP="00B77E03">
      <w:r w:rsidRPr="002813C1">
        <w:t>Cela</w:t>
      </w:r>
      <w:r w:rsidR="00B77E03">
        <w:t xml:space="preserve">, </w:t>
      </w:r>
      <w:r w:rsidRPr="002813C1">
        <w:t>plus que tout le reste</w:t>
      </w:r>
      <w:r w:rsidR="00B77E03">
        <w:t xml:space="preserve">, </w:t>
      </w:r>
      <w:r w:rsidRPr="002813C1">
        <w:t>était renversant</w:t>
      </w:r>
      <w:r w:rsidR="00B77E03">
        <w:t xml:space="preserve">, </w:t>
      </w:r>
      <w:r w:rsidRPr="002813C1">
        <w:t>et détruisait</w:t>
      </w:r>
      <w:r w:rsidR="00B77E03">
        <w:t xml:space="preserve">, – </w:t>
      </w:r>
      <w:r w:rsidRPr="002813C1">
        <w:t>en apparence du moins</w:t>
      </w:r>
      <w:r w:rsidR="00B77E03">
        <w:t xml:space="preserve"> – </w:t>
      </w:r>
      <w:r w:rsidRPr="002813C1">
        <w:t>les allégations de Pascal</w:t>
      </w:r>
      <w:r w:rsidR="00B77E03">
        <w:t>.</w:t>
      </w:r>
    </w:p>
    <w:p w14:paraId="66C0680B" w14:textId="77777777" w:rsidR="00B77E03" w:rsidRDefault="00B77E03" w:rsidP="00B77E03">
      <w:r>
        <w:t>— </w:t>
      </w:r>
      <w:r w:rsidR="0024252B" w:rsidRPr="002813C1">
        <w:t>Est-ce bien vous qui parlez</w:t>
      </w:r>
      <w:r>
        <w:t xml:space="preserve"> ! </w:t>
      </w:r>
      <w:r w:rsidR="0024252B" w:rsidRPr="002813C1">
        <w:t>fit le baron</w:t>
      </w:r>
      <w:r>
        <w:t xml:space="preserve">. </w:t>
      </w:r>
      <w:r w:rsidR="0024252B" w:rsidRPr="002813C1">
        <w:t>Vous</w:t>
      </w:r>
      <w:r>
        <w:t xml:space="preserve">, </w:t>
      </w:r>
      <w:r w:rsidR="0024252B" w:rsidRPr="002813C1">
        <w:t>un homme positif et pratique</w:t>
      </w:r>
      <w:r>
        <w:t xml:space="preserve">, </w:t>
      </w:r>
      <w:r w:rsidR="0024252B" w:rsidRPr="002813C1">
        <w:t>vous donnez dans les grands sentiments</w:t>
      </w:r>
      <w:r>
        <w:t>…</w:t>
      </w:r>
    </w:p>
    <w:p w14:paraId="6B4C6A12" w14:textId="77777777" w:rsidR="00B77E03" w:rsidRDefault="00B77E03" w:rsidP="00B77E03">
      <w:r>
        <w:t>— </w:t>
      </w:r>
      <w:r w:rsidR="0024252B" w:rsidRPr="002813C1">
        <w:t>Mon Dieu</w:t>
      </w:r>
      <w:r>
        <w:t xml:space="preserve"> ! </w:t>
      </w:r>
      <w:r w:rsidR="0024252B" w:rsidRPr="002813C1">
        <w:t>oui</w:t>
      </w:r>
      <w:r>
        <w:t>…</w:t>
      </w:r>
    </w:p>
    <w:p w14:paraId="026ABBB5" w14:textId="77777777" w:rsidR="00B77E03" w:rsidRDefault="0024252B" w:rsidP="00B77E03">
      <w:r w:rsidRPr="002813C1">
        <w:t>Ne voyant nul inconvénient à laisser paraître sa stupeur</w:t>
      </w:r>
      <w:r w:rsidR="00B77E03">
        <w:t xml:space="preserve">, </w:t>
      </w:r>
      <w:r w:rsidRPr="002813C1">
        <w:t>le baron ouvrait des yeux énormes</w:t>
      </w:r>
      <w:r w:rsidR="00B77E03">
        <w:t>.</w:t>
      </w:r>
    </w:p>
    <w:p w14:paraId="183CA8CD" w14:textId="77777777" w:rsidR="00B77E03" w:rsidRDefault="00B77E03" w:rsidP="00B77E03">
      <w:r>
        <w:t>— </w:t>
      </w:r>
      <w:r w:rsidR="0024252B" w:rsidRPr="002813C1">
        <w:t>Ah ça</w:t>
      </w:r>
      <w:r>
        <w:t xml:space="preserve">, </w:t>
      </w:r>
      <w:r w:rsidR="0024252B" w:rsidRPr="002813C1">
        <w:t>fit-il</w:t>
      </w:r>
      <w:r>
        <w:t xml:space="preserve">, </w:t>
      </w:r>
      <w:r w:rsidR="0024252B" w:rsidRPr="002813C1">
        <w:t>vous adorez donc votre future</w:t>
      </w:r>
      <w:r>
        <w:t>…</w:t>
      </w:r>
    </w:p>
    <w:p w14:paraId="154FCE21" w14:textId="77777777" w:rsidR="00B77E03" w:rsidRDefault="00B77E03" w:rsidP="00B77E03">
      <w:r>
        <w:t>— </w:t>
      </w:r>
      <w:r w:rsidR="0024252B" w:rsidRPr="002813C1">
        <w:t>Adorer est faible</w:t>
      </w:r>
      <w:r>
        <w:t>.</w:t>
      </w:r>
    </w:p>
    <w:p w14:paraId="6BC0C7FD" w14:textId="77777777" w:rsidR="00B77E03" w:rsidRDefault="00B77E03" w:rsidP="00B77E03">
      <w:r>
        <w:t>— </w:t>
      </w:r>
      <w:r w:rsidR="0024252B" w:rsidRPr="002813C1">
        <w:t>Il me semble que je rêve</w:t>
      </w:r>
      <w:r>
        <w:t> !…</w:t>
      </w:r>
    </w:p>
    <w:p w14:paraId="70BBD4E7" w14:textId="77777777" w:rsidR="00B77E03" w:rsidRDefault="0024252B" w:rsidP="00B77E03">
      <w:proofErr w:type="spellStart"/>
      <w:r w:rsidRPr="002813C1">
        <w:t>Valorsay</w:t>
      </w:r>
      <w:proofErr w:type="spellEnd"/>
      <w:r w:rsidRPr="002813C1">
        <w:t xml:space="preserve"> haussa les épaules de l</w:t>
      </w:r>
      <w:r w:rsidR="00B77E03">
        <w:t>’</w:t>
      </w:r>
      <w:r w:rsidRPr="002813C1">
        <w:t>air d</w:t>
      </w:r>
      <w:r w:rsidR="00B77E03">
        <w:t>’</w:t>
      </w:r>
      <w:r w:rsidRPr="002813C1">
        <w:t>un homme qui a pris son parti d</w:t>
      </w:r>
      <w:r w:rsidR="00B77E03">
        <w:t>’</w:t>
      </w:r>
      <w:r w:rsidRPr="002813C1">
        <w:t>un ridicule qu</w:t>
      </w:r>
      <w:r w:rsidR="00B77E03">
        <w:t>’</w:t>
      </w:r>
      <w:r w:rsidRPr="002813C1">
        <w:t>on lui découvre</w:t>
      </w:r>
      <w:r w:rsidR="00B77E03">
        <w:t xml:space="preserve">, </w:t>
      </w:r>
      <w:r w:rsidRPr="002813C1">
        <w:t>et d</w:t>
      </w:r>
      <w:r w:rsidR="00B77E03">
        <w:t>’</w:t>
      </w:r>
      <w:r w:rsidRPr="002813C1">
        <w:t>un ton habilement nuancé de sentimentalité et d</w:t>
      </w:r>
      <w:r w:rsidR="00B77E03">
        <w:t>’</w:t>
      </w:r>
      <w:r w:rsidRPr="002813C1">
        <w:t>ironie</w:t>
      </w:r>
      <w:r w:rsidR="00B77E03">
        <w:t> :</w:t>
      </w:r>
    </w:p>
    <w:p w14:paraId="68116E1B" w14:textId="77777777" w:rsidR="00B77E03" w:rsidRDefault="00B77E03" w:rsidP="00B77E03">
      <w:r>
        <w:t>— </w:t>
      </w:r>
      <w:r w:rsidR="0024252B" w:rsidRPr="002813C1">
        <w:t>Je sais</w:t>
      </w:r>
      <w:r>
        <w:t xml:space="preserve">, </w:t>
      </w:r>
      <w:r w:rsidR="0024252B" w:rsidRPr="002813C1">
        <w:t>dit-il</w:t>
      </w:r>
      <w:r>
        <w:t xml:space="preserve">, </w:t>
      </w:r>
      <w:r w:rsidR="0024252B" w:rsidRPr="002813C1">
        <w:t>que mon aventure est du dernier bouffon et qu</w:t>
      </w:r>
      <w:r>
        <w:t>’</w:t>
      </w:r>
      <w:r w:rsidR="0024252B" w:rsidRPr="002813C1">
        <w:t>on se moquera de moi outrageusement au cercle</w:t>
      </w:r>
      <w:r>
        <w:t xml:space="preserve">… </w:t>
      </w:r>
      <w:r w:rsidR="0024252B" w:rsidRPr="002813C1">
        <w:t>Ma foi</w:t>
      </w:r>
      <w:r>
        <w:t xml:space="preserve"> !… </w:t>
      </w:r>
      <w:r w:rsidR="0024252B" w:rsidRPr="002813C1">
        <w:t>tant pis</w:t>
      </w:r>
      <w:r>
        <w:t xml:space="preserve"> !… </w:t>
      </w:r>
      <w:r w:rsidR="0024252B" w:rsidRPr="002813C1">
        <w:t>j</w:t>
      </w:r>
      <w:r>
        <w:t>’</w:t>
      </w:r>
      <w:r w:rsidR="0024252B" w:rsidRPr="002813C1">
        <w:t>ai toujours eu le courage de mes opinions</w:t>
      </w:r>
      <w:r>
        <w:t xml:space="preserve">. </w:t>
      </w:r>
      <w:r w:rsidR="0024252B" w:rsidRPr="002813C1">
        <w:t>Je suis amoureux</w:t>
      </w:r>
      <w:r>
        <w:t xml:space="preserve">, </w:t>
      </w:r>
      <w:r w:rsidR="0024252B" w:rsidRPr="002813C1">
        <w:t>mon cher baron</w:t>
      </w:r>
      <w:r>
        <w:t xml:space="preserve">, </w:t>
      </w:r>
      <w:r w:rsidR="0024252B" w:rsidRPr="002813C1">
        <w:t>ni plus ni moins qu</w:t>
      </w:r>
      <w:r>
        <w:t>’</w:t>
      </w:r>
      <w:r w:rsidR="0024252B" w:rsidRPr="002813C1">
        <w:t>un lycéen</w:t>
      </w:r>
      <w:r>
        <w:t xml:space="preserve">… </w:t>
      </w:r>
      <w:r w:rsidR="0024252B" w:rsidRPr="002813C1">
        <w:t>Amoureux à ce point d</w:t>
      </w:r>
      <w:r>
        <w:t>’</w:t>
      </w:r>
      <w:r w:rsidR="0024252B" w:rsidRPr="002813C1">
        <w:t>aller le soir rôder autour de la maison de ma belle dans l</w:t>
      </w:r>
      <w:r>
        <w:t>’</w:t>
      </w:r>
      <w:r w:rsidR="0024252B" w:rsidRPr="002813C1">
        <w:t>espoir de l</w:t>
      </w:r>
      <w:r>
        <w:t>’</w:t>
      </w:r>
      <w:r w:rsidR="0024252B" w:rsidRPr="002813C1">
        <w:t>entrevoir</w:t>
      </w:r>
      <w:r>
        <w:t xml:space="preserve">… </w:t>
      </w:r>
      <w:r w:rsidR="0024252B" w:rsidRPr="002813C1">
        <w:t>Comment cela m</w:t>
      </w:r>
      <w:r>
        <w:t>’</w:t>
      </w:r>
      <w:r w:rsidR="0024252B" w:rsidRPr="002813C1">
        <w:t>a pris</w:t>
      </w:r>
      <w:r>
        <w:t xml:space="preserve">, </w:t>
      </w:r>
      <w:r w:rsidR="0024252B" w:rsidRPr="002813C1">
        <w:t>le diable m</w:t>
      </w:r>
      <w:r>
        <w:t>’</w:t>
      </w:r>
      <w:r w:rsidR="0024252B" w:rsidRPr="002813C1">
        <w:t>emporte si je saurais le dire</w:t>
      </w:r>
      <w:r>
        <w:t xml:space="preserve"> !… </w:t>
      </w:r>
      <w:r w:rsidR="0024252B" w:rsidRPr="002813C1">
        <w:t>Le sûr</w:t>
      </w:r>
      <w:r>
        <w:t xml:space="preserve">, </w:t>
      </w:r>
      <w:r w:rsidR="0024252B" w:rsidRPr="002813C1">
        <w:t>c</w:t>
      </w:r>
      <w:r>
        <w:t>’</w:t>
      </w:r>
      <w:r w:rsidR="0024252B" w:rsidRPr="002813C1">
        <w:t>est que je suis pris</w:t>
      </w:r>
      <w:r>
        <w:t xml:space="preserve">. </w:t>
      </w:r>
      <w:r w:rsidR="0024252B" w:rsidRPr="002813C1">
        <w:t>Je me croyais usé</w:t>
      </w:r>
      <w:r>
        <w:t xml:space="preserve">, </w:t>
      </w:r>
      <w:r w:rsidR="0024252B" w:rsidRPr="002813C1">
        <w:t>fané</w:t>
      </w:r>
      <w:r>
        <w:t xml:space="preserve">, </w:t>
      </w:r>
      <w:r w:rsidR="0024252B" w:rsidRPr="002813C1">
        <w:t>flétri</w:t>
      </w:r>
      <w:r>
        <w:t xml:space="preserve">, </w:t>
      </w:r>
      <w:r w:rsidR="0024252B" w:rsidRPr="002813C1">
        <w:t>blasé</w:t>
      </w:r>
      <w:r>
        <w:t xml:space="preserve">, </w:t>
      </w:r>
      <w:r w:rsidR="0024252B" w:rsidRPr="002813C1">
        <w:lastRenderedPageBreak/>
        <w:t>fini</w:t>
      </w:r>
      <w:r>
        <w:t xml:space="preserve">, </w:t>
      </w:r>
      <w:r w:rsidR="0024252B" w:rsidRPr="002813C1">
        <w:t>je me vantais d</w:t>
      </w:r>
      <w:r>
        <w:t>’</w:t>
      </w:r>
      <w:r w:rsidR="0024252B" w:rsidRPr="002813C1">
        <w:t>être invulnérable</w:t>
      </w:r>
      <w:r>
        <w:t xml:space="preserve">… </w:t>
      </w:r>
      <w:r w:rsidR="0024252B" w:rsidRPr="002813C1">
        <w:t>Ah bien oui</w:t>
      </w:r>
      <w:r>
        <w:t xml:space="preserve"> !… </w:t>
      </w:r>
      <w:r w:rsidR="0024252B" w:rsidRPr="002813C1">
        <w:t>Un beau matin je me suis éveillé avec un cœur de vingt ans dans la poitrine</w:t>
      </w:r>
      <w:r>
        <w:t xml:space="preserve">, </w:t>
      </w:r>
      <w:r w:rsidR="0024252B" w:rsidRPr="002813C1">
        <w:t>un cœur qui au moindre regard battait la chamade et m</w:t>
      </w:r>
      <w:r>
        <w:t>’</w:t>
      </w:r>
      <w:r w:rsidR="0024252B" w:rsidRPr="002813C1">
        <w:t>envoyait au visage des flots de pourpre</w:t>
      </w:r>
      <w:r>
        <w:t xml:space="preserve">… </w:t>
      </w:r>
      <w:r w:rsidR="0024252B" w:rsidRPr="002813C1">
        <w:t>Naturellement</w:t>
      </w:r>
      <w:r>
        <w:t xml:space="preserve">, </w:t>
      </w:r>
      <w:r w:rsidR="0024252B" w:rsidRPr="002813C1">
        <w:t>j</w:t>
      </w:r>
      <w:r>
        <w:t>’</w:t>
      </w:r>
      <w:r w:rsidR="0024252B" w:rsidRPr="002813C1">
        <w:t>ai essayé de me raisonner</w:t>
      </w:r>
      <w:r>
        <w:t xml:space="preserve">, </w:t>
      </w:r>
      <w:r w:rsidR="0024252B" w:rsidRPr="002813C1">
        <w:t>je me suis fait honte</w:t>
      </w:r>
      <w:r>
        <w:t xml:space="preserve">… </w:t>
      </w:r>
      <w:r w:rsidR="0024252B" w:rsidRPr="002813C1">
        <w:t>À quoi bon</w:t>
      </w:r>
      <w:r>
        <w:t xml:space="preserve"> ! </w:t>
      </w:r>
      <w:r w:rsidR="0024252B" w:rsidRPr="002813C1">
        <w:t>Mieux je me démontrais ma folie</w:t>
      </w:r>
      <w:r>
        <w:t xml:space="preserve">, </w:t>
      </w:r>
      <w:r w:rsidR="0024252B" w:rsidRPr="002813C1">
        <w:t>plus je m</w:t>
      </w:r>
      <w:r>
        <w:t>’</w:t>
      </w:r>
      <w:r w:rsidR="0024252B" w:rsidRPr="002813C1">
        <w:t>y obstinais</w:t>
      </w:r>
      <w:r>
        <w:t xml:space="preserve">… </w:t>
      </w:r>
      <w:r w:rsidR="0024252B" w:rsidRPr="002813C1">
        <w:t>Après cela</w:t>
      </w:r>
      <w:r>
        <w:t xml:space="preserve">, </w:t>
      </w:r>
      <w:r w:rsidR="0024252B" w:rsidRPr="002813C1">
        <w:t>peut-être la folie n</w:t>
      </w:r>
      <w:r>
        <w:t>’</w:t>
      </w:r>
      <w:r w:rsidR="0024252B" w:rsidRPr="002813C1">
        <w:t>est-elle pas si grande</w:t>
      </w:r>
      <w:r>
        <w:t xml:space="preserve">… </w:t>
      </w:r>
      <w:r w:rsidR="0024252B" w:rsidRPr="002813C1">
        <w:t>On ne rencontre pas deux fois une beauté si parfaite unie à tant de grâces pudiques</w:t>
      </w:r>
      <w:r>
        <w:t xml:space="preserve">, </w:t>
      </w:r>
      <w:r w:rsidR="0024252B" w:rsidRPr="002813C1">
        <w:t>tant de noblesse et de passion</w:t>
      </w:r>
      <w:r>
        <w:t xml:space="preserve">, </w:t>
      </w:r>
      <w:r w:rsidR="0024252B" w:rsidRPr="002813C1">
        <w:t>tant de candeur et une intelligence si vive</w:t>
      </w:r>
      <w:r>
        <w:t xml:space="preserve">… </w:t>
      </w:r>
      <w:r w:rsidR="0024252B" w:rsidRPr="002813C1">
        <w:t>Je me propose d</w:t>
      </w:r>
      <w:r>
        <w:t>’</w:t>
      </w:r>
      <w:r w:rsidR="0024252B" w:rsidRPr="002813C1">
        <w:t>abandonner Paris</w:t>
      </w:r>
      <w:r>
        <w:t xml:space="preserve">… </w:t>
      </w:r>
      <w:r w:rsidR="0024252B" w:rsidRPr="002813C1">
        <w:t>Ma femme et moi voyagerons d</w:t>
      </w:r>
      <w:r>
        <w:t>’</w:t>
      </w:r>
      <w:r w:rsidR="0024252B" w:rsidRPr="002813C1">
        <w:t>abord en Italie</w:t>
      </w:r>
      <w:r>
        <w:t xml:space="preserve">, </w:t>
      </w:r>
      <w:r w:rsidR="0024252B" w:rsidRPr="002813C1">
        <w:t xml:space="preserve">nous reviendrons ensuite nous établir à </w:t>
      </w:r>
      <w:proofErr w:type="spellStart"/>
      <w:r w:rsidR="0024252B" w:rsidRPr="002813C1">
        <w:t>Valorsay</w:t>
      </w:r>
      <w:proofErr w:type="spellEnd"/>
      <w:r>
        <w:t xml:space="preserve">, </w:t>
      </w:r>
      <w:r w:rsidR="0024252B" w:rsidRPr="002813C1">
        <w:t>comme deux tourtereaux</w:t>
      </w:r>
      <w:r>
        <w:t xml:space="preserve">… </w:t>
      </w:r>
      <w:r w:rsidR="0024252B" w:rsidRPr="002813C1">
        <w:t>Parole d</w:t>
      </w:r>
      <w:r>
        <w:t>’</w:t>
      </w:r>
      <w:r w:rsidR="0024252B" w:rsidRPr="002813C1">
        <w:t>honneur</w:t>
      </w:r>
      <w:r>
        <w:t xml:space="preserve">, </w:t>
      </w:r>
      <w:r w:rsidR="0024252B" w:rsidRPr="002813C1">
        <w:t>je me fais une délicieuse image de la vie calme que nous mènerons là-bas</w:t>
      </w:r>
      <w:r>
        <w:t xml:space="preserve">… </w:t>
      </w:r>
      <w:r w:rsidR="0024252B" w:rsidRPr="002813C1">
        <w:t>Un vieux corrompu comme moi ne méritait pas tant de bonheur</w:t>
      </w:r>
      <w:r>
        <w:t xml:space="preserve">. </w:t>
      </w:r>
      <w:r w:rsidR="0024252B" w:rsidRPr="002813C1">
        <w:t>Décidément</w:t>
      </w:r>
      <w:r>
        <w:t xml:space="preserve">, </w:t>
      </w:r>
      <w:r w:rsidR="0024252B" w:rsidRPr="002813C1">
        <w:t>je suis né sous une heureuse étoile</w:t>
      </w:r>
      <w:r>
        <w:t> !</w:t>
      </w:r>
    </w:p>
    <w:p w14:paraId="1D3F8686" w14:textId="77777777" w:rsidR="00B77E03" w:rsidRDefault="0024252B" w:rsidP="00B77E03">
      <w:r w:rsidRPr="002813C1">
        <w:t>Moins préoccupé</w:t>
      </w:r>
      <w:r w:rsidR="00B77E03">
        <w:t xml:space="preserve">, </w:t>
      </w:r>
      <w:r w:rsidRPr="002813C1">
        <w:t>il eût distingué le son rauque d</w:t>
      </w:r>
      <w:r w:rsidR="00B77E03">
        <w:t>’</w:t>
      </w:r>
      <w:r w:rsidRPr="002813C1">
        <w:t>un blasphème étouffé</w:t>
      </w:r>
      <w:r w:rsidR="00B77E03">
        <w:t xml:space="preserve">, </w:t>
      </w:r>
      <w:r w:rsidRPr="002813C1">
        <w:t>derrière la porte</w:t>
      </w:r>
      <w:r w:rsidR="00B77E03">
        <w:t xml:space="preserve">, </w:t>
      </w:r>
      <w:r w:rsidRPr="002813C1">
        <w:t>et que là s</w:t>
      </w:r>
      <w:r w:rsidR="00B77E03">
        <w:t>’</w:t>
      </w:r>
      <w:r w:rsidRPr="002813C1">
        <w:t>amassait un orage qui allait voiler cette étoile dont il parlait</w:t>
      </w:r>
      <w:r w:rsidR="00B77E03">
        <w:t>.</w:t>
      </w:r>
    </w:p>
    <w:p w14:paraId="2CFD913C" w14:textId="77777777" w:rsidR="00B77E03" w:rsidRDefault="0024252B" w:rsidP="00B77E03">
      <w:r w:rsidRPr="002813C1">
        <w:t>Moins absorbé par le rôle qu</w:t>
      </w:r>
      <w:r w:rsidR="00B77E03">
        <w:t>’</w:t>
      </w:r>
      <w:r w:rsidRPr="002813C1">
        <w:t>il jouait</w:t>
      </w:r>
      <w:r w:rsidR="00B77E03">
        <w:t xml:space="preserve">, </w:t>
      </w:r>
      <w:r w:rsidRPr="002813C1">
        <w:t>il eût vu passer sur le front de son interlocuteur l</w:t>
      </w:r>
      <w:r w:rsidR="00B77E03">
        <w:t>’</w:t>
      </w:r>
      <w:r w:rsidRPr="002813C1">
        <w:t>ombre de réflexions étranges et périlleuses pour lui</w:t>
      </w:r>
      <w:r w:rsidR="00B77E03">
        <w:t>.</w:t>
      </w:r>
    </w:p>
    <w:p w14:paraId="65B4F7CD" w14:textId="77777777" w:rsidR="00B77E03" w:rsidRDefault="0024252B" w:rsidP="00B77E03">
      <w:r w:rsidRPr="002813C1">
        <w:t>C</w:t>
      </w:r>
      <w:r w:rsidR="00B77E03">
        <w:t>’</w:t>
      </w:r>
      <w:r w:rsidRPr="002813C1">
        <w:t>est que le baron savait observer</w:t>
      </w:r>
      <w:r w:rsidR="00B77E03">
        <w:t xml:space="preserve">, </w:t>
      </w:r>
      <w:r w:rsidRPr="002813C1">
        <w:t>c</w:t>
      </w:r>
      <w:r w:rsidR="00B77E03">
        <w:t>’</w:t>
      </w:r>
      <w:r w:rsidRPr="002813C1">
        <w:t>est qu</w:t>
      </w:r>
      <w:r w:rsidR="00B77E03">
        <w:t>’</w:t>
      </w:r>
      <w:r w:rsidRPr="002813C1">
        <w:t>il ne trouvait pas d</w:t>
      </w:r>
      <w:r w:rsidR="00B77E03">
        <w:t>’</w:t>
      </w:r>
      <w:r w:rsidRPr="002813C1">
        <w:t>un bien franc aloi cette exaltation passionnée</w:t>
      </w:r>
      <w:r w:rsidR="00B77E03">
        <w:t>.</w:t>
      </w:r>
    </w:p>
    <w:p w14:paraId="30714314" w14:textId="77777777" w:rsidR="00B77E03" w:rsidRDefault="00B77E03" w:rsidP="00B77E03">
      <w:r>
        <w:t>— </w:t>
      </w:r>
      <w:r w:rsidR="0024252B" w:rsidRPr="002813C1">
        <w:t>Je vois votre affaire</w:t>
      </w:r>
      <w:r>
        <w:t xml:space="preserve">, </w:t>
      </w:r>
      <w:r w:rsidR="0024252B" w:rsidRPr="002813C1">
        <w:t>mon cher marquis</w:t>
      </w:r>
      <w:r>
        <w:t xml:space="preserve">, </w:t>
      </w:r>
      <w:r w:rsidR="0024252B" w:rsidRPr="002813C1">
        <w:t>dit-il</w:t>
      </w:r>
      <w:r>
        <w:t xml:space="preserve">, </w:t>
      </w:r>
      <w:r w:rsidR="0024252B" w:rsidRPr="002813C1">
        <w:t>vous aurez rencontré la descendante de quelque grande et illustre famille ruinée</w:t>
      </w:r>
      <w:r>
        <w:t>…</w:t>
      </w:r>
    </w:p>
    <w:p w14:paraId="6F1F8576" w14:textId="77777777" w:rsidR="00B77E03" w:rsidRDefault="00B77E03" w:rsidP="00B77E03">
      <w:r>
        <w:t>— </w:t>
      </w:r>
      <w:r w:rsidR="0024252B" w:rsidRPr="002813C1">
        <w:t>Vous n</w:t>
      </w:r>
      <w:r>
        <w:t>’</w:t>
      </w:r>
      <w:r w:rsidR="0024252B" w:rsidRPr="002813C1">
        <w:t>y êtes pas</w:t>
      </w:r>
      <w:r>
        <w:t xml:space="preserve">… </w:t>
      </w:r>
      <w:r w:rsidR="0024252B" w:rsidRPr="002813C1">
        <w:t>Ma future n</w:t>
      </w:r>
      <w:r>
        <w:t>’</w:t>
      </w:r>
      <w:r w:rsidR="0024252B" w:rsidRPr="002813C1">
        <w:t>a d</w:t>
      </w:r>
      <w:r>
        <w:t>’</w:t>
      </w:r>
      <w:r w:rsidR="0024252B" w:rsidRPr="002813C1">
        <w:t>autre nom que son prénom de Marguerite</w:t>
      </w:r>
      <w:r>
        <w:t>.</w:t>
      </w:r>
    </w:p>
    <w:p w14:paraId="3F42B0C6" w14:textId="77777777" w:rsidR="00B77E03" w:rsidRDefault="00B77E03" w:rsidP="00B77E03">
      <w:r>
        <w:t>— </w:t>
      </w:r>
      <w:r w:rsidR="0024252B" w:rsidRPr="002813C1">
        <w:t>C</w:t>
      </w:r>
      <w:r>
        <w:t>’</w:t>
      </w:r>
      <w:r w:rsidR="0024252B" w:rsidRPr="002813C1">
        <w:t>est tout à fait du roman</w:t>
      </w:r>
      <w:r>
        <w:t xml:space="preserve">, </w:t>
      </w:r>
      <w:r w:rsidR="0024252B" w:rsidRPr="002813C1">
        <w:t>alors</w:t>
      </w:r>
      <w:r>
        <w:t> !…</w:t>
      </w:r>
    </w:p>
    <w:p w14:paraId="015BF018" w14:textId="77777777" w:rsidR="00B77E03" w:rsidRDefault="00B77E03" w:rsidP="00B77E03">
      <w:r>
        <w:lastRenderedPageBreak/>
        <w:t>— </w:t>
      </w:r>
      <w:r w:rsidR="0024252B" w:rsidRPr="002813C1">
        <w:t>Vous l</w:t>
      </w:r>
      <w:r>
        <w:t>’</w:t>
      </w:r>
      <w:r w:rsidR="0024252B" w:rsidRPr="002813C1">
        <w:t>avez dit</w:t>
      </w:r>
      <w:r>
        <w:t xml:space="preserve">, </w:t>
      </w:r>
      <w:r w:rsidR="0024252B" w:rsidRPr="002813C1">
        <w:t>du roman</w:t>
      </w:r>
      <w:r>
        <w:t xml:space="preserve">. </w:t>
      </w:r>
      <w:r w:rsidR="0024252B" w:rsidRPr="002813C1">
        <w:t xml:space="preserve">Connaissiez-vous le comte de </w:t>
      </w:r>
      <w:proofErr w:type="spellStart"/>
      <w:r w:rsidR="0024252B" w:rsidRPr="002813C1">
        <w:t>Chalusse</w:t>
      </w:r>
      <w:proofErr w:type="spellEnd"/>
      <w:r>
        <w:t xml:space="preserve">, </w:t>
      </w:r>
      <w:r w:rsidR="0024252B" w:rsidRPr="002813C1">
        <w:t>qui vient de mourir</w:t>
      </w:r>
      <w:r>
        <w:t> ?…</w:t>
      </w:r>
    </w:p>
    <w:p w14:paraId="5DEF0D18" w14:textId="77777777" w:rsidR="00B77E03" w:rsidRDefault="00B77E03" w:rsidP="00B77E03">
      <w:r>
        <w:t>— </w:t>
      </w:r>
      <w:r w:rsidR="0024252B" w:rsidRPr="002813C1">
        <w:t>Non</w:t>
      </w:r>
      <w:r>
        <w:t xml:space="preserve">… </w:t>
      </w:r>
      <w:r w:rsidR="0024252B" w:rsidRPr="002813C1">
        <w:t>mais j</w:t>
      </w:r>
      <w:r>
        <w:t>’</w:t>
      </w:r>
      <w:r w:rsidR="0024252B" w:rsidRPr="002813C1">
        <w:t>en ai ouï parler très-souvent</w:t>
      </w:r>
      <w:r>
        <w:t>.</w:t>
      </w:r>
    </w:p>
    <w:p w14:paraId="518E3BE8" w14:textId="77777777" w:rsidR="00B77E03" w:rsidRDefault="00B77E03" w:rsidP="00B77E03">
      <w:r>
        <w:t>— </w:t>
      </w:r>
      <w:r w:rsidR="0024252B" w:rsidRPr="002813C1">
        <w:t>Eh bien</w:t>
      </w:r>
      <w:r>
        <w:t xml:space="preserve"> ! </w:t>
      </w:r>
      <w:r w:rsidR="0024252B" w:rsidRPr="002813C1">
        <w:t>c</w:t>
      </w:r>
      <w:r>
        <w:t>’</w:t>
      </w:r>
      <w:r w:rsidR="0024252B" w:rsidRPr="002813C1">
        <w:t>est sa fille que j</w:t>
      </w:r>
      <w:r>
        <w:t>’</w:t>
      </w:r>
      <w:r w:rsidR="0024252B" w:rsidRPr="002813C1">
        <w:t>épouse</w:t>
      </w:r>
      <w:r>
        <w:t xml:space="preserve">, </w:t>
      </w:r>
      <w:r w:rsidR="0024252B" w:rsidRPr="002813C1">
        <w:t>sa fille naturelle</w:t>
      </w:r>
      <w:r>
        <w:t>.</w:t>
      </w:r>
    </w:p>
    <w:p w14:paraId="1A8361A7" w14:textId="77777777" w:rsidR="00B77E03" w:rsidRDefault="0024252B" w:rsidP="00B77E03">
      <w:r w:rsidRPr="002813C1">
        <w:t>Le baron tressaillit</w:t>
      </w:r>
      <w:r w:rsidR="00B77E03">
        <w:t>.</w:t>
      </w:r>
    </w:p>
    <w:p w14:paraId="4434C96D" w14:textId="5334177F" w:rsidR="00B77E03" w:rsidRDefault="00B77E03" w:rsidP="00B77E03">
      <w:r>
        <w:t>— </w:t>
      </w:r>
      <w:r w:rsidR="0024252B" w:rsidRPr="002813C1">
        <w:t>Permettez</w:t>
      </w:r>
      <w:r>
        <w:t xml:space="preserve"> ! </w:t>
      </w:r>
      <w:r w:rsidR="0024252B" w:rsidRPr="002813C1">
        <w:t>fit-il</w:t>
      </w:r>
      <w:r>
        <w:t>. M. de </w:t>
      </w:r>
      <w:proofErr w:type="spellStart"/>
      <w:r w:rsidR="0024252B" w:rsidRPr="002813C1">
        <w:t>Chalusse</w:t>
      </w:r>
      <w:proofErr w:type="spellEnd"/>
      <w:r w:rsidR="0024252B" w:rsidRPr="002813C1">
        <w:t xml:space="preserve"> était effroyablement riche</w:t>
      </w:r>
      <w:r>
        <w:t xml:space="preserve">, </w:t>
      </w:r>
      <w:r w:rsidR="0024252B" w:rsidRPr="002813C1">
        <w:t>il était garçon</w:t>
      </w:r>
      <w:r>
        <w:t xml:space="preserve">. </w:t>
      </w:r>
      <w:r w:rsidR="0024252B" w:rsidRPr="002813C1">
        <w:t>Comment sa fille</w:t>
      </w:r>
      <w:r>
        <w:t xml:space="preserve">, </w:t>
      </w:r>
      <w:r w:rsidR="0024252B" w:rsidRPr="002813C1">
        <w:t>encore que ce ne soit que sa fille naturelle</w:t>
      </w:r>
      <w:r>
        <w:t xml:space="preserve">, </w:t>
      </w:r>
      <w:r w:rsidR="0024252B" w:rsidRPr="002813C1">
        <w:t>se trouve-t-elle sans le sou</w:t>
      </w:r>
      <w:r>
        <w:t> ?</w:t>
      </w:r>
    </w:p>
    <w:p w14:paraId="47BC1085" w14:textId="2389AEEF" w:rsidR="00B77E03" w:rsidRDefault="00B77E03" w:rsidP="00B77E03">
      <w:r>
        <w:t>— </w:t>
      </w:r>
      <w:r w:rsidR="0024252B" w:rsidRPr="002813C1">
        <w:t>Une fatalité</w:t>
      </w:r>
      <w:r>
        <w:t> !… M. de </w:t>
      </w:r>
      <w:proofErr w:type="spellStart"/>
      <w:r w:rsidR="0024252B" w:rsidRPr="002813C1">
        <w:t>Chalusse</w:t>
      </w:r>
      <w:proofErr w:type="spellEnd"/>
      <w:r w:rsidR="0024252B" w:rsidRPr="002813C1">
        <w:t xml:space="preserve"> est mort subitement</w:t>
      </w:r>
      <w:r>
        <w:t xml:space="preserve"> ; </w:t>
      </w:r>
      <w:r w:rsidR="0024252B" w:rsidRPr="002813C1">
        <w:t>il n</w:t>
      </w:r>
      <w:r>
        <w:t>’</w:t>
      </w:r>
      <w:r w:rsidR="0024252B" w:rsidRPr="002813C1">
        <w:t>a pu ni lui léguer sa fortune ni la reconnaître</w:t>
      </w:r>
      <w:r>
        <w:t>…</w:t>
      </w:r>
    </w:p>
    <w:p w14:paraId="70FB477B" w14:textId="77777777" w:rsidR="00B77E03" w:rsidRDefault="00B77E03" w:rsidP="00B77E03">
      <w:r>
        <w:t>— </w:t>
      </w:r>
      <w:r w:rsidR="0024252B" w:rsidRPr="002813C1">
        <w:t>Comment n</w:t>
      </w:r>
      <w:r>
        <w:t>’</w:t>
      </w:r>
      <w:r w:rsidR="0024252B" w:rsidRPr="002813C1">
        <w:t>avait-il pas pris ses précautions</w:t>
      </w:r>
      <w:r>
        <w:t> ?</w:t>
      </w:r>
    </w:p>
    <w:p w14:paraId="508CB7D5" w14:textId="3BBAB80B" w:rsidR="00B77E03" w:rsidRDefault="00B77E03" w:rsidP="00B77E03">
      <w:r>
        <w:t>— </w:t>
      </w:r>
      <w:r w:rsidR="0024252B" w:rsidRPr="002813C1">
        <w:t>Ah</w:t>
      </w:r>
      <w:r>
        <w:t xml:space="preserve"> ! </w:t>
      </w:r>
      <w:r w:rsidR="0024252B" w:rsidRPr="002813C1">
        <w:t>voilà</w:t>
      </w:r>
      <w:r>
        <w:t xml:space="preserve">. </w:t>
      </w:r>
      <w:r w:rsidR="0024252B" w:rsidRPr="002813C1">
        <w:t>Il y avait à une reconnaissance des difficultés de toutes sortes</w:t>
      </w:r>
      <w:r>
        <w:t xml:space="preserve">, </w:t>
      </w:r>
      <w:r w:rsidR="0024252B" w:rsidRPr="002813C1">
        <w:t>et même des dangers</w:t>
      </w:r>
      <w:r>
        <w:t>. M</w:t>
      </w:r>
      <w:r w:rsidRPr="00B77E03">
        <w:rPr>
          <w:vertAlign w:val="superscript"/>
        </w:rPr>
        <w:t>lle</w:t>
      </w:r>
      <w:r>
        <w:t> </w:t>
      </w:r>
      <w:r w:rsidR="0024252B" w:rsidRPr="002813C1">
        <w:t>Marguerite avait été abandonnée</w:t>
      </w:r>
      <w:r>
        <w:t xml:space="preserve">, </w:t>
      </w:r>
      <w:r w:rsidR="0024252B" w:rsidRPr="002813C1">
        <w:t>je devrais dire perdue</w:t>
      </w:r>
      <w:r>
        <w:t xml:space="preserve">, </w:t>
      </w:r>
      <w:r w:rsidR="0024252B" w:rsidRPr="002813C1">
        <w:t>par sa mère</w:t>
      </w:r>
      <w:r>
        <w:t xml:space="preserve">, </w:t>
      </w:r>
      <w:r w:rsidR="0024252B" w:rsidRPr="002813C1">
        <w:t>à l</w:t>
      </w:r>
      <w:r>
        <w:t>’</w:t>
      </w:r>
      <w:r w:rsidR="0024252B" w:rsidRPr="002813C1">
        <w:t>âge de cinq ou six mois</w:t>
      </w:r>
      <w:r>
        <w:t xml:space="preserve">, </w:t>
      </w:r>
      <w:r w:rsidR="0024252B" w:rsidRPr="002813C1">
        <w:t>et il n</w:t>
      </w:r>
      <w:r>
        <w:t>’</w:t>
      </w:r>
      <w:r w:rsidR="0024252B" w:rsidRPr="002813C1">
        <w:t xml:space="preserve">y a pas bien des années que </w:t>
      </w:r>
      <w:r>
        <w:t>M. de </w:t>
      </w:r>
      <w:proofErr w:type="spellStart"/>
      <w:r w:rsidR="0024252B" w:rsidRPr="002813C1">
        <w:t>Chalusse</w:t>
      </w:r>
      <w:proofErr w:type="spellEnd"/>
      <w:r>
        <w:t xml:space="preserve">, </w:t>
      </w:r>
      <w:r w:rsidR="0024252B" w:rsidRPr="002813C1">
        <w:t>après mille démarches</w:t>
      </w:r>
      <w:r>
        <w:t xml:space="preserve">, </w:t>
      </w:r>
      <w:r w:rsidR="0024252B" w:rsidRPr="002813C1">
        <w:t>l</w:t>
      </w:r>
      <w:r>
        <w:t>’</w:t>
      </w:r>
      <w:r w:rsidR="0024252B" w:rsidRPr="002813C1">
        <w:t>avait enfin retrouvée</w:t>
      </w:r>
      <w:r>
        <w:t>…</w:t>
      </w:r>
    </w:p>
    <w:p w14:paraId="48E00504" w14:textId="77777777" w:rsidR="00B77E03" w:rsidRDefault="0024252B" w:rsidP="00B77E03">
      <w:r w:rsidRPr="002813C1">
        <w:t>Ce n</w:t>
      </w:r>
      <w:r w:rsidR="00B77E03">
        <w:t>’</w:t>
      </w:r>
      <w:r w:rsidRPr="002813C1">
        <w:t>était plus pour le compte de Pascal</w:t>
      </w:r>
      <w:r w:rsidR="00B77E03">
        <w:t xml:space="preserve">, </w:t>
      </w:r>
      <w:r w:rsidRPr="002813C1">
        <w:t>c</w:t>
      </w:r>
      <w:r w:rsidR="00B77E03">
        <w:t>’</w:t>
      </w:r>
      <w:r w:rsidRPr="002813C1">
        <w:t>était pour le sien propre</w:t>
      </w:r>
      <w:r w:rsidR="00B77E03">
        <w:t xml:space="preserve">, </w:t>
      </w:r>
      <w:r w:rsidRPr="002813C1">
        <w:t xml:space="preserve">que le baron </w:t>
      </w:r>
      <w:proofErr w:type="spellStart"/>
      <w:r w:rsidRPr="002813C1">
        <w:t>Trigault</w:t>
      </w:r>
      <w:proofErr w:type="spellEnd"/>
      <w:r w:rsidRPr="002813C1">
        <w:t xml:space="preserve"> écoutait de toute la force de son attention</w:t>
      </w:r>
      <w:r w:rsidR="00B77E03">
        <w:t>.</w:t>
      </w:r>
    </w:p>
    <w:p w14:paraId="4736E52C" w14:textId="77777777" w:rsidR="00B77E03" w:rsidRDefault="00B77E03" w:rsidP="00B77E03">
      <w:r>
        <w:t>— </w:t>
      </w:r>
      <w:r w:rsidR="0024252B" w:rsidRPr="002813C1">
        <w:t>C</w:t>
      </w:r>
      <w:r>
        <w:t>’</w:t>
      </w:r>
      <w:r w:rsidR="0024252B" w:rsidRPr="002813C1">
        <w:t>est fort curieux</w:t>
      </w:r>
      <w:r>
        <w:t xml:space="preserve">, </w:t>
      </w:r>
      <w:r w:rsidR="0024252B" w:rsidRPr="002813C1">
        <w:t>répétait-il</w:t>
      </w:r>
      <w:r>
        <w:t xml:space="preserve">, </w:t>
      </w:r>
      <w:r w:rsidR="0024252B" w:rsidRPr="002813C1">
        <w:t>faute de trouver autre chose à dire</w:t>
      </w:r>
      <w:r>
        <w:t xml:space="preserve">, </w:t>
      </w:r>
      <w:r w:rsidR="0024252B" w:rsidRPr="002813C1">
        <w:t>c</w:t>
      </w:r>
      <w:r>
        <w:t>’</w:t>
      </w:r>
      <w:r w:rsidR="0024252B" w:rsidRPr="002813C1">
        <w:t>est fort curieux</w:t>
      </w:r>
      <w:r>
        <w:t> !…</w:t>
      </w:r>
    </w:p>
    <w:p w14:paraId="21CB37B4" w14:textId="77777777" w:rsidR="00B77E03" w:rsidRDefault="00B77E03" w:rsidP="00B77E03">
      <w:r>
        <w:t>— </w:t>
      </w:r>
      <w:r w:rsidR="0024252B" w:rsidRPr="002813C1">
        <w:t>N</w:t>
      </w:r>
      <w:r>
        <w:t>’</w:t>
      </w:r>
      <w:r w:rsidR="0024252B" w:rsidRPr="002813C1">
        <w:t>est-ce pas</w:t>
      </w:r>
      <w:r>
        <w:t xml:space="preserve"> ?… </w:t>
      </w:r>
      <w:r w:rsidR="0024252B" w:rsidRPr="002813C1">
        <w:t>C</w:t>
      </w:r>
      <w:r>
        <w:t>’</w:t>
      </w:r>
      <w:r w:rsidR="0024252B" w:rsidRPr="002813C1">
        <w:t>est tout une histoire</w:t>
      </w:r>
      <w:r>
        <w:t>.</w:t>
      </w:r>
    </w:p>
    <w:p w14:paraId="78455EEB" w14:textId="77777777" w:rsidR="00B77E03" w:rsidRDefault="00B77E03" w:rsidP="00B77E03">
      <w:r>
        <w:t>— </w:t>
      </w:r>
      <w:r w:rsidR="0024252B" w:rsidRPr="002813C1">
        <w:t>Et serait-il</w:t>
      </w:r>
      <w:r>
        <w:t xml:space="preserve">… </w:t>
      </w:r>
      <w:r w:rsidR="0024252B" w:rsidRPr="002813C1">
        <w:t>indiscret</w:t>
      </w:r>
      <w:r>
        <w:t>…</w:t>
      </w:r>
    </w:p>
    <w:p w14:paraId="674F48F2" w14:textId="04141364" w:rsidR="00B77E03" w:rsidRDefault="00B77E03" w:rsidP="00B77E03">
      <w:r>
        <w:t>— </w:t>
      </w:r>
      <w:r w:rsidR="0024252B" w:rsidRPr="002813C1">
        <w:t>De me la demander</w:t>
      </w:r>
      <w:r>
        <w:t xml:space="preserve"> ? </w:t>
      </w:r>
      <w:r w:rsidR="0024252B" w:rsidRPr="002813C1">
        <w:t>Certes non</w:t>
      </w:r>
      <w:r>
        <w:t>. M. de </w:t>
      </w:r>
      <w:proofErr w:type="spellStart"/>
      <w:r w:rsidR="0024252B" w:rsidRPr="002813C1">
        <w:t>Chalusse</w:t>
      </w:r>
      <w:proofErr w:type="spellEnd"/>
      <w:r w:rsidR="0024252B" w:rsidRPr="002813C1">
        <w:t xml:space="preserve"> me l</w:t>
      </w:r>
      <w:r>
        <w:t>’</w:t>
      </w:r>
      <w:r w:rsidR="0024252B" w:rsidRPr="002813C1">
        <w:t>a racontée</w:t>
      </w:r>
      <w:r>
        <w:t xml:space="preserve">, </w:t>
      </w:r>
      <w:r w:rsidR="0024252B" w:rsidRPr="002813C1">
        <w:t>mais fort en gros</w:t>
      </w:r>
      <w:r>
        <w:t xml:space="preserve">, </w:t>
      </w:r>
      <w:r w:rsidR="0024252B" w:rsidRPr="002813C1">
        <w:t>vous comprenez</w:t>
      </w:r>
      <w:r>
        <w:t xml:space="preserve">, </w:t>
      </w:r>
      <w:r w:rsidR="0024252B" w:rsidRPr="002813C1">
        <w:t xml:space="preserve">sans </w:t>
      </w:r>
      <w:r w:rsidR="0024252B" w:rsidRPr="002813C1">
        <w:lastRenderedPageBreak/>
        <w:t>détails</w:t>
      </w:r>
      <w:r>
        <w:t xml:space="preserve">… </w:t>
      </w:r>
      <w:r w:rsidR="0024252B" w:rsidRPr="002813C1">
        <w:t>Étant jeune</w:t>
      </w:r>
      <w:r>
        <w:t>, M. de </w:t>
      </w:r>
      <w:proofErr w:type="spellStart"/>
      <w:r w:rsidR="0024252B" w:rsidRPr="002813C1">
        <w:t>Chalusse</w:t>
      </w:r>
      <w:proofErr w:type="spellEnd"/>
      <w:r w:rsidR="0024252B" w:rsidRPr="002813C1">
        <w:t xml:space="preserve"> s</w:t>
      </w:r>
      <w:r>
        <w:t>’</w:t>
      </w:r>
      <w:r w:rsidR="0024252B" w:rsidRPr="002813C1">
        <w:t>était épris d</w:t>
      </w:r>
      <w:r>
        <w:t>’</w:t>
      </w:r>
      <w:r w:rsidR="0024252B" w:rsidRPr="002813C1">
        <w:t>une charmante jeune femme dont le mari</w:t>
      </w:r>
      <w:r>
        <w:t xml:space="preserve">, </w:t>
      </w:r>
      <w:r w:rsidR="0024252B" w:rsidRPr="002813C1">
        <w:t>un digne et naïf garçon</w:t>
      </w:r>
      <w:r>
        <w:t xml:space="preserve">, </w:t>
      </w:r>
      <w:r w:rsidR="0024252B" w:rsidRPr="002813C1">
        <w:t>était allé tenter fortune en Amérique</w:t>
      </w:r>
      <w:r>
        <w:t xml:space="preserve">… </w:t>
      </w:r>
      <w:r w:rsidR="0024252B" w:rsidRPr="002813C1">
        <w:t>Elle résista un peu</w:t>
      </w:r>
      <w:r>
        <w:t xml:space="preserve">, </w:t>
      </w:r>
      <w:r w:rsidR="0024252B" w:rsidRPr="002813C1">
        <w:t>étant honnête</w:t>
      </w:r>
      <w:r>
        <w:t xml:space="preserve">, </w:t>
      </w:r>
      <w:r w:rsidR="0024252B" w:rsidRPr="002813C1">
        <w:t>mais si peu</w:t>
      </w:r>
      <w:r>
        <w:t xml:space="preserve">, </w:t>
      </w:r>
      <w:r w:rsidR="0024252B" w:rsidRPr="002813C1">
        <w:t>que l</w:t>
      </w:r>
      <w:r>
        <w:t>’</w:t>
      </w:r>
      <w:r w:rsidR="0024252B" w:rsidRPr="002813C1">
        <w:t>année même du départ de son mari</w:t>
      </w:r>
      <w:r>
        <w:t xml:space="preserve">, </w:t>
      </w:r>
      <w:r w:rsidR="0024252B" w:rsidRPr="002813C1">
        <w:t>elle mettait au monde une jolie petite fille</w:t>
      </w:r>
      <w:r>
        <w:t xml:space="preserve">, </w:t>
      </w:r>
      <w:r w:rsidR="0024252B" w:rsidRPr="002813C1">
        <w:t xml:space="preserve">qui est </w:t>
      </w:r>
      <w:r>
        <w:t>M</w:t>
      </w:r>
      <w:r w:rsidRPr="00B77E03">
        <w:rPr>
          <w:vertAlign w:val="superscript"/>
        </w:rPr>
        <w:t>lle</w:t>
      </w:r>
      <w:r>
        <w:t> </w:t>
      </w:r>
      <w:r w:rsidR="0024252B" w:rsidRPr="002813C1">
        <w:t>Marguerite</w:t>
      </w:r>
      <w:r>
        <w:t xml:space="preserve">… </w:t>
      </w:r>
      <w:r w:rsidR="0024252B" w:rsidRPr="002813C1">
        <w:t>Aussi</w:t>
      </w:r>
      <w:r>
        <w:t xml:space="preserve">, </w:t>
      </w:r>
      <w:r w:rsidR="0024252B" w:rsidRPr="002813C1">
        <w:t>pourquoi l</w:t>
      </w:r>
      <w:r>
        <w:t>’</w:t>
      </w:r>
      <w:r w:rsidR="0024252B" w:rsidRPr="002813C1">
        <w:t>autre s</w:t>
      </w:r>
      <w:r>
        <w:t>’</w:t>
      </w:r>
      <w:r w:rsidR="0024252B" w:rsidRPr="002813C1">
        <w:t>en allait-il en Amérique</w:t>
      </w:r>
      <w:r>
        <w:t> ?</w:t>
      </w:r>
    </w:p>
    <w:p w14:paraId="25FE5489" w14:textId="77777777" w:rsidR="00B77E03" w:rsidRDefault="00B77E03" w:rsidP="00B77E03">
      <w:r>
        <w:t>— </w:t>
      </w:r>
      <w:r w:rsidR="0024252B" w:rsidRPr="002813C1">
        <w:t>Oui</w:t>
      </w:r>
      <w:r>
        <w:t xml:space="preserve"> !… </w:t>
      </w:r>
      <w:r w:rsidR="0024252B" w:rsidRPr="002813C1">
        <w:t>balbutia le baron</w:t>
      </w:r>
      <w:r>
        <w:t xml:space="preserve">, </w:t>
      </w:r>
      <w:r w:rsidR="0024252B" w:rsidRPr="002813C1">
        <w:t>pourquoi</w:t>
      </w:r>
      <w:r>
        <w:t> ?…</w:t>
      </w:r>
    </w:p>
    <w:p w14:paraId="2AA9F988" w14:textId="2963A70D" w:rsidR="00B77E03" w:rsidRDefault="00B77E03" w:rsidP="00B77E03">
      <w:r>
        <w:t>— </w:t>
      </w:r>
      <w:r w:rsidR="0024252B" w:rsidRPr="002813C1">
        <w:t>Tout marchait au mieux</w:t>
      </w:r>
      <w:r>
        <w:t xml:space="preserve">, </w:t>
      </w:r>
      <w:r w:rsidR="0024252B" w:rsidRPr="002813C1">
        <w:t xml:space="preserve">quand </w:t>
      </w:r>
      <w:r>
        <w:t>M. de </w:t>
      </w:r>
      <w:proofErr w:type="spellStart"/>
      <w:r w:rsidR="0024252B" w:rsidRPr="002813C1">
        <w:t>Chalusse</w:t>
      </w:r>
      <w:proofErr w:type="spellEnd"/>
      <w:r w:rsidR="0024252B" w:rsidRPr="002813C1">
        <w:t xml:space="preserve"> fut forcé de partir à son tour pour l</w:t>
      </w:r>
      <w:r>
        <w:t>’</w:t>
      </w:r>
      <w:r w:rsidR="0024252B" w:rsidRPr="002813C1">
        <w:t>Allemagne</w:t>
      </w:r>
      <w:r>
        <w:t xml:space="preserve">, </w:t>
      </w:r>
      <w:r w:rsidR="0024252B" w:rsidRPr="002813C1">
        <w:t>où on avait découvert</w:t>
      </w:r>
      <w:r>
        <w:t xml:space="preserve">, </w:t>
      </w:r>
      <w:r w:rsidR="0024252B" w:rsidRPr="002813C1">
        <w:t>lui écrivait-on</w:t>
      </w:r>
      <w:r>
        <w:t xml:space="preserve">, </w:t>
      </w:r>
      <w:r w:rsidR="0024252B" w:rsidRPr="002813C1">
        <w:t>une sœur à lui</w:t>
      </w:r>
      <w:r>
        <w:t xml:space="preserve">, </w:t>
      </w:r>
      <w:r w:rsidR="0024252B" w:rsidRPr="002813C1">
        <w:t>qui s</w:t>
      </w:r>
      <w:r>
        <w:t>’</w:t>
      </w:r>
      <w:r w:rsidR="0024252B" w:rsidRPr="002813C1">
        <w:t>était enfuie de la maison paternelle</w:t>
      </w:r>
      <w:r>
        <w:t xml:space="preserve">, </w:t>
      </w:r>
      <w:r w:rsidR="0024252B" w:rsidRPr="002813C1">
        <w:t>avec on ne sait qui</w:t>
      </w:r>
      <w:r>
        <w:t xml:space="preserve">… </w:t>
      </w:r>
      <w:r w:rsidR="0024252B" w:rsidRPr="002813C1">
        <w:t>Il y était depuis quatre mois</w:t>
      </w:r>
      <w:r>
        <w:t xml:space="preserve">, </w:t>
      </w:r>
      <w:r w:rsidR="0024252B" w:rsidRPr="002813C1">
        <w:t>quand la poste</w:t>
      </w:r>
      <w:r>
        <w:t xml:space="preserve">, </w:t>
      </w:r>
      <w:r w:rsidR="0024252B" w:rsidRPr="002813C1">
        <w:t>un matin</w:t>
      </w:r>
      <w:r>
        <w:t xml:space="preserve">, </w:t>
      </w:r>
      <w:r w:rsidR="0024252B" w:rsidRPr="002813C1">
        <w:t>lui apporta une lettre où sa jolie maîtresse lui disait</w:t>
      </w:r>
      <w:r>
        <w:t> : « </w:t>
      </w:r>
      <w:r w:rsidR="0024252B" w:rsidRPr="002813C1">
        <w:t>Nous sommes perdus</w:t>
      </w:r>
      <w:r>
        <w:t xml:space="preserve">, </w:t>
      </w:r>
      <w:r w:rsidR="0024252B" w:rsidRPr="002813C1">
        <w:t>mon mari est à Marseille</w:t>
      </w:r>
      <w:r>
        <w:t xml:space="preserve">, </w:t>
      </w:r>
      <w:r w:rsidR="0024252B" w:rsidRPr="002813C1">
        <w:t>il sera ici demain</w:t>
      </w:r>
      <w:r>
        <w:t xml:space="preserve"> ; </w:t>
      </w:r>
      <w:r w:rsidR="0024252B" w:rsidRPr="002813C1">
        <w:t>ne cherchez jamais à me revoir</w:t>
      </w:r>
      <w:r>
        <w:t xml:space="preserve">… </w:t>
      </w:r>
      <w:r w:rsidR="0024252B" w:rsidRPr="002813C1">
        <w:t>craignez tout de lui</w:t>
      </w:r>
      <w:r>
        <w:t xml:space="preserve">… </w:t>
      </w:r>
      <w:r w:rsidR="0024252B" w:rsidRPr="002813C1">
        <w:t>Adieu</w:t>
      </w:r>
      <w:r>
        <w:t> !… »</w:t>
      </w:r>
      <w:r w:rsidR="0024252B" w:rsidRPr="002813C1">
        <w:t xml:space="preserve"> Sur cette lettre</w:t>
      </w:r>
      <w:r>
        <w:t>, M. de </w:t>
      </w:r>
      <w:proofErr w:type="spellStart"/>
      <w:r w:rsidR="0024252B" w:rsidRPr="002813C1">
        <w:t>Chalusse</w:t>
      </w:r>
      <w:proofErr w:type="spellEnd"/>
      <w:r w:rsidR="0024252B" w:rsidRPr="002813C1">
        <w:t xml:space="preserve"> se jeta dans une chaise de poste et reprit avec une foudroyante rapidité la route de Paris</w:t>
      </w:r>
      <w:r>
        <w:t xml:space="preserve">… </w:t>
      </w:r>
      <w:r w:rsidR="0024252B" w:rsidRPr="002813C1">
        <w:t>Il voulait sa fille</w:t>
      </w:r>
      <w:r>
        <w:t xml:space="preserve">, </w:t>
      </w:r>
      <w:r w:rsidR="0024252B" w:rsidRPr="002813C1">
        <w:t>il la voulait absolument</w:t>
      </w:r>
      <w:r>
        <w:t xml:space="preserve"> !… </w:t>
      </w:r>
      <w:r w:rsidR="0024252B" w:rsidRPr="002813C1">
        <w:t>Il arriva trop tard</w:t>
      </w:r>
      <w:r>
        <w:t xml:space="preserve">. </w:t>
      </w:r>
      <w:r w:rsidR="0024252B" w:rsidRPr="002813C1">
        <w:t>À la nouvelle du retour de son mari</w:t>
      </w:r>
      <w:r>
        <w:t xml:space="preserve">, </w:t>
      </w:r>
      <w:r w:rsidR="0024252B" w:rsidRPr="002813C1">
        <w:t>la jeune femme avait perdu la tête</w:t>
      </w:r>
      <w:r>
        <w:t xml:space="preserve"> ; </w:t>
      </w:r>
      <w:r w:rsidR="0024252B" w:rsidRPr="002813C1">
        <w:t>elle n</w:t>
      </w:r>
      <w:r>
        <w:t>’</w:t>
      </w:r>
      <w:r w:rsidR="0024252B" w:rsidRPr="002813C1">
        <w:t>avait plus eu qu</w:t>
      </w:r>
      <w:r>
        <w:t>’</w:t>
      </w:r>
      <w:r w:rsidR="0024252B" w:rsidRPr="002813C1">
        <w:t>une idée</w:t>
      </w:r>
      <w:r>
        <w:t xml:space="preserve"> : </w:t>
      </w:r>
      <w:r w:rsidR="0024252B" w:rsidRPr="002813C1">
        <w:t>cacher sa faute</w:t>
      </w:r>
      <w:r>
        <w:t xml:space="preserve">, </w:t>
      </w:r>
      <w:r w:rsidR="0024252B" w:rsidRPr="002813C1">
        <w:t>à tout prix</w:t>
      </w:r>
      <w:r>
        <w:t xml:space="preserve">. </w:t>
      </w:r>
      <w:r w:rsidR="0024252B" w:rsidRPr="002813C1">
        <w:t>Et de nuit</w:t>
      </w:r>
      <w:r>
        <w:t xml:space="preserve">, </w:t>
      </w:r>
      <w:r w:rsidR="0024252B" w:rsidRPr="002813C1">
        <w:t>déguisée</w:t>
      </w:r>
      <w:r>
        <w:t xml:space="preserve">, </w:t>
      </w:r>
      <w:r w:rsidR="0024252B" w:rsidRPr="002813C1">
        <w:t>avec mille précautions</w:t>
      </w:r>
      <w:r>
        <w:t xml:space="preserve">, </w:t>
      </w:r>
      <w:r w:rsidR="0024252B" w:rsidRPr="002813C1">
        <w:t>elle était allée déposer sa petite Marguerite sous une porte</w:t>
      </w:r>
      <w:r>
        <w:t xml:space="preserve">, </w:t>
      </w:r>
      <w:r w:rsidR="0024252B" w:rsidRPr="002813C1">
        <w:t>aux environs des Halles</w:t>
      </w:r>
      <w:r>
        <w:t>…</w:t>
      </w:r>
    </w:p>
    <w:p w14:paraId="283152B1" w14:textId="77777777" w:rsidR="00B77E03" w:rsidRDefault="0024252B" w:rsidP="00B77E03">
      <w:r w:rsidRPr="002813C1">
        <w:t>Il s</w:t>
      </w:r>
      <w:r w:rsidR="00B77E03">
        <w:t>’</w:t>
      </w:r>
      <w:r w:rsidRPr="002813C1">
        <w:t>interrompit tout à coup</w:t>
      </w:r>
      <w:r w:rsidR="00B77E03">
        <w:t xml:space="preserve">, </w:t>
      </w:r>
      <w:r w:rsidRPr="002813C1">
        <w:t>et vivement</w:t>
      </w:r>
      <w:r w:rsidR="00B77E03">
        <w:t> :</w:t>
      </w:r>
    </w:p>
    <w:p w14:paraId="71B094A0" w14:textId="77777777" w:rsidR="00B77E03" w:rsidRDefault="00B77E03" w:rsidP="00B77E03">
      <w:r>
        <w:t>— </w:t>
      </w:r>
      <w:r w:rsidR="0024252B" w:rsidRPr="002813C1">
        <w:t>Mais qu</w:t>
      </w:r>
      <w:r>
        <w:t>’</w:t>
      </w:r>
      <w:r w:rsidR="0024252B" w:rsidRPr="002813C1">
        <w:t>avez-vous</w:t>
      </w:r>
      <w:r>
        <w:t xml:space="preserve">, </w:t>
      </w:r>
      <w:r w:rsidR="0024252B" w:rsidRPr="002813C1">
        <w:t>cher baron</w:t>
      </w:r>
      <w:r>
        <w:t xml:space="preserve">, </w:t>
      </w:r>
      <w:r w:rsidR="0024252B" w:rsidRPr="002813C1">
        <w:t>s</w:t>
      </w:r>
      <w:r>
        <w:t>’</w:t>
      </w:r>
      <w:r w:rsidR="0024252B" w:rsidRPr="002813C1">
        <w:t>écria-t-il</w:t>
      </w:r>
      <w:r>
        <w:t xml:space="preserve">, </w:t>
      </w:r>
      <w:r w:rsidR="0024252B" w:rsidRPr="002813C1">
        <w:t>qu</w:t>
      </w:r>
      <w:r>
        <w:t>’</w:t>
      </w:r>
      <w:r w:rsidR="0024252B" w:rsidRPr="002813C1">
        <w:t>avez-vous</w:t>
      </w:r>
      <w:r>
        <w:t xml:space="preserve"> ?… </w:t>
      </w:r>
      <w:r w:rsidR="0024252B" w:rsidRPr="002813C1">
        <w:t>Qu</w:t>
      </w:r>
      <w:r>
        <w:t>’</w:t>
      </w:r>
      <w:r w:rsidR="0024252B" w:rsidRPr="002813C1">
        <w:t>est-ce qui vous prend</w:t>
      </w:r>
      <w:r>
        <w:t xml:space="preserve"> ?… </w:t>
      </w:r>
      <w:r w:rsidR="0024252B" w:rsidRPr="002813C1">
        <w:t>Vous trouvez-vous mal</w:t>
      </w:r>
      <w:r>
        <w:t xml:space="preserve"> ?… </w:t>
      </w:r>
      <w:r w:rsidR="0024252B" w:rsidRPr="002813C1">
        <w:t>Faut-il que je sonne</w:t>
      </w:r>
      <w:r>
        <w:t> ?…</w:t>
      </w:r>
    </w:p>
    <w:p w14:paraId="7FF72092" w14:textId="77777777" w:rsidR="00B77E03" w:rsidRDefault="0024252B" w:rsidP="00B77E03">
      <w:r w:rsidRPr="002813C1">
        <w:t>C</w:t>
      </w:r>
      <w:r w:rsidR="00B77E03">
        <w:t>’</w:t>
      </w:r>
      <w:r w:rsidRPr="002813C1">
        <w:t>est que le baron</w:t>
      </w:r>
      <w:r w:rsidR="00B77E03">
        <w:t xml:space="preserve">, </w:t>
      </w:r>
      <w:r w:rsidRPr="002813C1">
        <w:t>en effet</w:t>
      </w:r>
      <w:r w:rsidR="00B77E03">
        <w:t xml:space="preserve">, </w:t>
      </w:r>
      <w:r w:rsidRPr="002813C1">
        <w:t>était plus blême que si on lui eût tiré des veines la dernière goutte de sang</w:t>
      </w:r>
      <w:r w:rsidR="00B77E03">
        <w:t xml:space="preserve"> ; </w:t>
      </w:r>
      <w:r w:rsidRPr="002813C1">
        <w:t xml:space="preserve">un grand cercle </w:t>
      </w:r>
      <w:r w:rsidRPr="002813C1">
        <w:lastRenderedPageBreak/>
        <w:t>bleuâtre</w:t>
      </w:r>
      <w:r w:rsidR="00B77E03">
        <w:t xml:space="preserve">, </w:t>
      </w:r>
      <w:r w:rsidRPr="002813C1">
        <w:t>sanguinolent comme une meurtrissure</w:t>
      </w:r>
      <w:r w:rsidR="00B77E03">
        <w:t xml:space="preserve">, </w:t>
      </w:r>
      <w:r w:rsidRPr="002813C1">
        <w:t>s</w:t>
      </w:r>
      <w:r w:rsidR="00B77E03">
        <w:t>’</w:t>
      </w:r>
      <w:r w:rsidRPr="002813C1">
        <w:t>élargissait de plus en plus autour de ses yeux</w:t>
      </w:r>
      <w:r w:rsidR="00B77E03">
        <w:t>.</w:t>
      </w:r>
    </w:p>
    <w:p w14:paraId="6CED3A94" w14:textId="77777777" w:rsidR="00B77E03" w:rsidRDefault="0024252B" w:rsidP="00B77E03">
      <w:r w:rsidRPr="002813C1">
        <w:t>Interpellé</w:t>
      </w:r>
      <w:r w:rsidR="00B77E03">
        <w:t xml:space="preserve">, </w:t>
      </w:r>
      <w:r w:rsidRPr="002813C1">
        <w:t xml:space="preserve">il </w:t>
      </w:r>
      <w:proofErr w:type="gramStart"/>
      <w:r w:rsidRPr="002813C1">
        <w:t>fit</w:t>
      </w:r>
      <w:proofErr w:type="gramEnd"/>
      <w:r w:rsidRPr="002813C1">
        <w:t xml:space="preserve"> un effort</w:t>
      </w:r>
      <w:r w:rsidR="00B77E03">
        <w:t xml:space="preserve">, </w:t>
      </w:r>
      <w:r w:rsidRPr="002813C1">
        <w:t>et d</w:t>
      </w:r>
      <w:r w:rsidR="00B77E03">
        <w:t>’</w:t>
      </w:r>
      <w:r w:rsidRPr="002813C1">
        <w:t>une voix étranglée</w:t>
      </w:r>
      <w:r w:rsidR="00B77E03">
        <w:t> :</w:t>
      </w:r>
    </w:p>
    <w:p w14:paraId="1F7F81A2" w14:textId="77777777" w:rsidR="00B77E03" w:rsidRDefault="00B77E03" w:rsidP="00B77E03">
      <w:r>
        <w:t>— </w:t>
      </w:r>
      <w:r w:rsidR="0024252B" w:rsidRPr="002813C1">
        <w:t>Ce n</w:t>
      </w:r>
      <w:r>
        <w:t>’</w:t>
      </w:r>
      <w:r w:rsidR="0024252B" w:rsidRPr="002813C1">
        <w:t>est rien</w:t>
      </w:r>
      <w:r>
        <w:t xml:space="preserve">, </w:t>
      </w:r>
      <w:r w:rsidR="0024252B" w:rsidRPr="002813C1">
        <w:t>fit-il</w:t>
      </w:r>
      <w:r>
        <w:t xml:space="preserve">… </w:t>
      </w:r>
      <w:r w:rsidR="0024252B" w:rsidRPr="002813C1">
        <w:t>Oh</w:t>
      </w:r>
      <w:r>
        <w:t xml:space="preserve"> ! </w:t>
      </w:r>
      <w:r w:rsidR="0024252B" w:rsidRPr="002813C1">
        <w:t>rien du tout</w:t>
      </w:r>
      <w:r>
        <w:t xml:space="preserve">… </w:t>
      </w:r>
      <w:r w:rsidR="0024252B" w:rsidRPr="002813C1">
        <w:t>Un éblouissement</w:t>
      </w:r>
      <w:r>
        <w:t xml:space="preserve">… </w:t>
      </w:r>
      <w:r w:rsidR="0024252B" w:rsidRPr="002813C1">
        <w:t>il passe</w:t>
      </w:r>
      <w:r>
        <w:t xml:space="preserve">… </w:t>
      </w:r>
      <w:r w:rsidR="0024252B" w:rsidRPr="002813C1">
        <w:t>il est passé</w:t>
      </w:r>
      <w:r>
        <w:t> !</w:t>
      </w:r>
    </w:p>
    <w:p w14:paraId="147B7AF8" w14:textId="77777777" w:rsidR="00B77E03" w:rsidRDefault="0024252B" w:rsidP="00B77E03">
      <w:r w:rsidRPr="002813C1">
        <w:t>Mais il se sentait si faible sur ses jambes qu</w:t>
      </w:r>
      <w:r w:rsidR="00B77E03">
        <w:t>’</w:t>
      </w:r>
      <w:r w:rsidRPr="002813C1">
        <w:t>il s</w:t>
      </w:r>
      <w:r w:rsidR="00B77E03">
        <w:t>’</w:t>
      </w:r>
      <w:r w:rsidRPr="002813C1">
        <w:t>assit en murmurant</w:t>
      </w:r>
      <w:r w:rsidR="00B77E03">
        <w:t> :</w:t>
      </w:r>
    </w:p>
    <w:p w14:paraId="2A6B5F2C" w14:textId="77777777" w:rsidR="00B77E03" w:rsidRDefault="00B77E03" w:rsidP="00B77E03">
      <w:r>
        <w:t>— </w:t>
      </w:r>
      <w:r w:rsidR="0024252B" w:rsidRPr="002813C1">
        <w:t>Je vous en prie</w:t>
      </w:r>
      <w:r>
        <w:t xml:space="preserve">, </w:t>
      </w:r>
      <w:r w:rsidR="0024252B" w:rsidRPr="002813C1">
        <w:t>marquis</w:t>
      </w:r>
      <w:r>
        <w:t xml:space="preserve">… </w:t>
      </w:r>
      <w:r w:rsidR="0024252B" w:rsidRPr="002813C1">
        <w:t>continuez</w:t>
      </w:r>
      <w:r>
        <w:t xml:space="preserve">, </w:t>
      </w:r>
      <w:r w:rsidR="0024252B" w:rsidRPr="002813C1">
        <w:t>c</w:t>
      </w:r>
      <w:r>
        <w:t>’</w:t>
      </w:r>
      <w:r w:rsidR="0024252B" w:rsidRPr="002813C1">
        <w:t>est très-curieux</w:t>
      </w:r>
      <w:r>
        <w:t xml:space="preserve">, </w:t>
      </w:r>
      <w:r w:rsidR="0024252B" w:rsidRPr="002813C1">
        <w:t>très-curieux</w:t>
      </w:r>
      <w:r>
        <w:t>.</w:t>
      </w:r>
    </w:p>
    <w:p w14:paraId="485095E0" w14:textId="49E6BCEB" w:rsidR="00B77E03" w:rsidRDefault="00B77E03" w:rsidP="00B77E03">
      <w:r>
        <w:t>M. de </w:t>
      </w:r>
      <w:proofErr w:type="spellStart"/>
      <w:r w:rsidR="0024252B" w:rsidRPr="002813C1">
        <w:t>Valorsay</w:t>
      </w:r>
      <w:proofErr w:type="spellEnd"/>
      <w:r w:rsidR="0024252B" w:rsidRPr="002813C1">
        <w:t xml:space="preserve"> poursuivit</w:t>
      </w:r>
      <w:r>
        <w:t> :</w:t>
      </w:r>
    </w:p>
    <w:p w14:paraId="50B7D907" w14:textId="4226255B" w:rsidR="00B77E03" w:rsidRDefault="00B77E03" w:rsidP="00B77E03">
      <w:r>
        <w:t>— </w:t>
      </w:r>
      <w:r w:rsidR="0024252B" w:rsidRPr="002813C1">
        <w:t>Le mari était un garçon naïf</w:t>
      </w:r>
      <w:r>
        <w:t xml:space="preserve">, </w:t>
      </w:r>
      <w:r w:rsidR="0024252B" w:rsidRPr="002813C1">
        <w:t>incontestablement</w:t>
      </w:r>
      <w:r>
        <w:t xml:space="preserve">, </w:t>
      </w:r>
      <w:r w:rsidR="0024252B" w:rsidRPr="002813C1">
        <w:t>mais c</w:t>
      </w:r>
      <w:r>
        <w:t>’</w:t>
      </w:r>
      <w:r w:rsidR="0024252B" w:rsidRPr="002813C1">
        <w:t>était aussi</w:t>
      </w:r>
      <w:r>
        <w:t xml:space="preserve">, </w:t>
      </w:r>
      <w:r w:rsidR="0024252B" w:rsidRPr="002813C1">
        <w:t>paraît-il</w:t>
      </w:r>
      <w:r>
        <w:t xml:space="preserve">, </w:t>
      </w:r>
      <w:r w:rsidR="0024252B" w:rsidRPr="002813C1">
        <w:t>un homme d</w:t>
      </w:r>
      <w:r>
        <w:t>’</w:t>
      </w:r>
      <w:r w:rsidR="0024252B" w:rsidRPr="002813C1">
        <w:t>une énergie redoutable</w:t>
      </w:r>
      <w:r>
        <w:t xml:space="preserve">… </w:t>
      </w:r>
      <w:r w:rsidR="0024252B" w:rsidRPr="002813C1">
        <w:t>Ayant appris que sa femme avait eu un enfant en son absence</w:t>
      </w:r>
      <w:r>
        <w:t xml:space="preserve">, </w:t>
      </w:r>
      <w:r w:rsidR="0024252B" w:rsidRPr="002813C1">
        <w:t>il se mit à remuer ciel et terre pour retrouver non-seulement l</w:t>
      </w:r>
      <w:r>
        <w:t>’</w:t>
      </w:r>
      <w:r w:rsidR="0024252B" w:rsidRPr="002813C1">
        <w:t>enfant</w:t>
      </w:r>
      <w:r>
        <w:t xml:space="preserve">, </w:t>
      </w:r>
      <w:r w:rsidR="0024252B" w:rsidRPr="002813C1">
        <w:t>mais encore le père</w:t>
      </w:r>
      <w:r>
        <w:t xml:space="preserve">… </w:t>
      </w:r>
      <w:r w:rsidR="0024252B" w:rsidRPr="002813C1">
        <w:t>Il avait fait serment de les tuer l</w:t>
      </w:r>
      <w:r>
        <w:t>’</w:t>
      </w:r>
      <w:r w:rsidR="0024252B" w:rsidRPr="002813C1">
        <w:t>un et l</w:t>
      </w:r>
      <w:r>
        <w:t>’</w:t>
      </w:r>
      <w:r w:rsidR="0024252B" w:rsidRPr="002813C1">
        <w:t>autre</w:t>
      </w:r>
      <w:r>
        <w:t xml:space="preserve">, </w:t>
      </w:r>
      <w:r w:rsidR="0024252B" w:rsidRPr="002813C1">
        <w:t>et c</w:t>
      </w:r>
      <w:r>
        <w:t>’</w:t>
      </w:r>
      <w:r w:rsidR="0024252B" w:rsidRPr="002813C1">
        <w:t>était un gaillard à tenir son serment sans plus se soucier de la guillotine que d</w:t>
      </w:r>
      <w:r>
        <w:t>’</w:t>
      </w:r>
      <w:r w:rsidR="0024252B" w:rsidRPr="002813C1">
        <w:t>une chiquenaude</w:t>
      </w:r>
      <w:r>
        <w:t xml:space="preserve">… </w:t>
      </w:r>
      <w:r w:rsidR="0024252B" w:rsidRPr="002813C1">
        <w:t>Et s</w:t>
      </w:r>
      <w:r>
        <w:t>’</w:t>
      </w:r>
      <w:r w:rsidR="0024252B" w:rsidRPr="002813C1">
        <w:t>il vous faut une preuve de la force de son caractère</w:t>
      </w:r>
      <w:r>
        <w:t xml:space="preserve">, </w:t>
      </w:r>
      <w:r w:rsidR="0024252B" w:rsidRPr="002813C1">
        <w:t>la voici</w:t>
      </w:r>
      <w:r>
        <w:t xml:space="preserve"> : </w:t>
      </w:r>
      <w:r w:rsidR="0024252B" w:rsidRPr="002813C1">
        <w:t>Il eut le courage inouï de ne rien dire à sa femme</w:t>
      </w:r>
      <w:r>
        <w:t xml:space="preserve">, </w:t>
      </w:r>
      <w:r w:rsidR="0024252B" w:rsidRPr="002813C1">
        <w:t>de ne pas lui adresser un reproche et de se montrer pour elle ce qu</w:t>
      </w:r>
      <w:r>
        <w:t>’</w:t>
      </w:r>
      <w:r w:rsidR="0024252B" w:rsidRPr="002813C1">
        <w:t>il était avant son voyage</w:t>
      </w:r>
      <w:r>
        <w:t xml:space="preserve">… </w:t>
      </w:r>
      <w:r w:rsidR="0024252B" w:rsidRPr="002813C1">
        <w:t>Mais il l</w:t>
      </w:r>
      <w:r>
        <w:t>’</w:t>
      </w:r>
      <w:r w:rsidR="0024252B" w:rsidRPr="002813C1">
        <w:t>épiait ou la faisait épier nuit et jour</w:t>
      </w:r>
      <w:r>
        <w:t xml:space="preserve">, </w:t>
      </w:r>
      <w:r w:rsidR="0024252B" w:rsidRPr="002813C1">
        <w:t>persuadé qu</w:t>
      </w:r>
      <w:r>
        <w:t>’</w:t>
      </w:r>
      <w:r w:rsidR="0024252B" w:rsidRPr="002813C1">
        <w:t>elle finirait par commettre quelque imprudence</w:t>
      </w:r>
      <w:r>
        <w:t xml:space="preserve">… </w:t>
      </w:r>
      <w:r w:rsidR="0024252B" w:rsidRPr="002813C1">
        <w:t>Elle était fine</w:t>
      </w:r>
      <w:r>
        <w:t xml:space="preserve">, </w:t>
      </w:r>
      <w:r w:rsidR="0024252B" w:rsidRPr="002813C1">
        <w:t>heureusement</w:t>
      </w:r>
      <w:r>
        <w:t xml:space="preserve"> ; </w:t>
      </w:r>
      <w:r w:rsidR="0024252B" w:rsidRPr="002813C1">
        <w:t xml:space="preserve">elle découvrit que son mari savait tout et prévint </w:t>
      </w:r>
      <w:r>
        <w:t>M. de </w:t>
      </w:r>
      <w:proofErr w:type="spellStart"/>
      <w:r w:rsidR="0024252B" w:rsidRPr="002813C1">
        <w:t>Chalusse</w:t>
      </w:r>
      <w:proofErr w:type="spellEnd"/>
      <w:r>
        <w:t xml:space="preserve">, </w:t>
      </w:r>
      <w:r w:rsidR="0024252B" w:rsidRPr="002813C1">
        <w:t>dont elle sauva ainsi la vie</w:t>
      </w:r>
      <w:r>
        <w:t>…</w:t>
      </w:r>
    </w:p>
    <w:p w14:paraId="04D70DE0" w14:textId="77777777" w:rsidR="00B77E03" w:rsidRDefault="0024252B" w:rsidP="00B77E03">
      <w:r w:rsidRPr="002813C1">
        <w:t xml:space="preserve">Que le marquis de </w:t>
      </w:r>
      <w:proofErr w:type="spellStart"/>
      <w:r w:rsidRPr="002813C1">
        <w:t>Valorsay</w:t>
      </w:r>
      <w:proofErr w:type="spellEnd"/>
      <w:r w:rsidRPr="002813C1">
        <w:t xml:space="preserve"> ne comprît pas que son récit était la seule cause du trouble où il voyait le baron</w:t>
      </w:r>
      <w:r w:rsidR="00B77E03">
        <w:t xml:space="preserve">, </w:t>
      </w:r>
      <w:r w:rsidRPr="002813C1">
        <w:t>cela s</w:t>
      </w:r>
      <w:r w:rsidR="00B77E03">
        <w:t>’</w:t>
      </w:r>
      <w:r w:rsidRPr="002813C1">
        <w:t>explique</w:t>
      </w:r>
      <w:r w:rsidR="00B77E03">
        <w:t>.</w:t>
      </w:r>
    </w:p>
    <w:p w14:paraId="1FE7CA74" w14:textId="77777777" w:rsidR="00B77E03" w:rsidRDefault="0024252B" w:rsidP="00B77E03">
      <w:r w:rsidRPr="002813C1">
        <w:lastRenderedPageBreak/>
        <w:t xml:space="preserve">Quel rapport concevoir entre le richissime baron </w:t>
      </w:r>
      <w:proofErr w:type="spellStart"/>
      <w:r w:rsidRPr="002813C1">
        <w:t>Trigault</w:t>
      </w:r>
      <w:proofErr w:type="spellEnd"/>
      <w:r w:rsidRPr="002813C1">
        <w:t xml:space="preserve"> et le pauvre diable qui était allé tenter fortune en Amérique</w:t>
      </w:r>
      <w:r w:rsidR="00B77E03">
        <w:t> !…</w:t>
      </w:r>
    </w:p>
    <w:p w14:paraId="508BEBD8" w14:textId="317072BB" w:rsidR="00B77E03" w:rsidRDefault="0024252B" w:rsidP="00B77E03">
      <w:r w:rsidRPr="002813C1">
        <w:t xml:space="preserve">Quel rapprochement imaginer entre le </w:t>
      </w:r>
      <w:proofErr w:type="spellStart"/>
      <w:r w:rsidRPr="002813C1">
        <w:t>partner</w:t>
      </w:r>
      <w:proofErr w:type="spellEnd"/>
      <w:r w:rsidRPr="002813C1">
        <w:t xml:space="preserve"> de Kami-Bey</w:t>
      </w:r>
      <w:r w:rsidR="00B77E03">
        <w:t xml:space="preserve">, </w:t>
      </w:r>
      <w:r w:rsidRPr="002813C1">
        <w:t>l</w:t>
      </w:r>
      <w:r w:rsidR="00B77E03">
        <w:t>’</w:t>
      </w:r>
      <w:r w:rsidRPr="002813C1">
        <w:t xml:space="preserve">ami de </w:t>
      </w:r>
      <w:r w:rsidR="00B77E03">
        <w:t>M</w:t>
      </w:r>
      <w:r w:rsidR="00B77E03" w:rsidRPr="00B77E03">
        <w:rPr>
          <w:vertAlign w:val="superscript"/>
        </w:rPr>
        <w:t>me</w:t>
      </w:r>
      <w:r w:rsidR="00B77E03">
        <w:t> </w:t>
      </w:r>
      <w:r w:rsidRPr="002813C1">
        <w:t>Lia d</w:t>
      </w:r>
      <w:r w:rsidR="00B77E03">
        <w:t>’</w:t>
      </w:r>
      <w:r w:rsidRPr="002813C1">
        <w:t>Argelès</w:t>
      </w:r>
      <w:r w:rsidR="00B77E03">
        <w:t xml:space="preserve">, </w:t>
      </w:r>
      <w:r w:rsidRPr="002813C1">
        <w:t>le joueur enragé</w:t>
      </w:r>
      <w:r w:rsidR="00B77E03">
        <w:t xml:space="preserve">, </w:t>
      </w:r>
      <w:r w:rsidRPr="002813C1">
        <w:t>et ce mari si amoureux que dix années durant</w:t>
      </w:r>
      <w:r w:rsidR="00B77E03">
        <w:t xml:space="preserve">, </w:t>
      </w:r>
      <w:r w:rsidRPr="002813C1">
        <w:t>il avait poursuivi l</w:t>
      </w:r>
      <w:r w:rsidR="00B77E03">
        <w:t>’</w:t>
      </w:r>
      <w:r w:rsidRPr="002813C1">
        <w:t>homme qui</w:t>
      </w:r>
      <w:r w:rsidR="00B77E03">
        <w:t xml:space="preserve">, </w:t>
      </w:r>
      <w:r w:rsidRPr="002813C1">
        <w:t>en lui volant sa femme</w:t>
      </w:r>
      <w:r w:rsidR="00B77E03">
        <w:t xml:space="preserve">, </w:t>
      </w:r>
      <w:r w:rsidRPr="002813C1">
        <w:t>lui avait volé le bonheur de sa vie entière</w:t>
      </w:r>
      <w:r w:rsidR="00B77E03">
        <w:t> !…</w:t>
      </w:r>
    </w:p>
    <w:p w14:paraId="112D77FE" w14:textId="77777777" w:rsidR="00B77E03" w:rsidRDefault="0024252B" w:rsidP="00B77E03">
      <w:r w:rsidRPr="002813C1">
        <w:t>Ce qui d</w:t>
      </w:r>
      <w:r w:rsidR="00B77E03">
        <w:t>’</w:t>
      </w:r>
      <w:r w:rsidRPr="002813C1">
        <w:t>ailleurs eût dissipé les soupçons du marquis</w:t>
      </w:r>
      <w:r w:rsidR="00B77E03">
        <w:t xml:space="preserve">, </w:t>
      </w:r>
      <w:r w:rsidRPr="002813C1">
        <w:t>s</w:t>
      </w:r>
      <w:r w:rsidR="00B77E03">
        <w:t>’</w:t>
      </w:r>
      <w:r w:rsidRPr="002813C1">
        <w:t>il en eût eu</w:t>
      </w:r>
      <w:r w:rsidR="00B77E03">
        <w:t xml:space="preserve">, </w:t>
      </w:r>
      <w:r w:rsidRPr="002813C1">
        <w:t>c</w:t>
      </w:r>
      <w:r w:rsidR="00B77E03">
        <w:t>’</w:t>
      </w:r>
      <w:r w:rsidRPr="002813C1">
        <w:t>est qu</w:t>
      </w:r>
      <w:r w:rsidR="00B77E03">
        <w:t>’</w:t>
      </w:r>
      <w:r w:rsidRPr="002813C1">
        <w:t>en arrivant il avait trouvé le baron très-ému</w:t>
      </w:r>
      <w:r w:rsidR="00B77E03">
        <w:t xml:space="preserve">, </w:t>
      </w:r>
      <w:r w:rsidRPr="002813C1">
        <w:t>c</w:t>
      </w:r>
      <w:r w:rsidR="00B77E03">
        <w:t>’</w:t>
      </w:r>
      <w:r w:rsidRPr="002813C1">
        <w:t>est que depuis un moment il le voyait revenir à soi</w:t>
      </w:r>
      <w:r w:rsidR="00B77E03">
        <w:t xml:space="preserve">, </w:t>
      </w:r>
      <w:r w:rsidRPr="002813C1">
        <w:t>petit à petit</w:t>
      </w:r>
      <w:r w:rsidR="00B77E03">
        <w:t xml:space="preserve">, </w:t>
      </w:r>
      <w:r w:rsidRPr="002813C1">
        <w:t>et se remettre</w:t>
      </w:r>
      <w:r w:rsidR="00B77E03">
        <w:t>…</w:t>
      </w:r>
    </w:p>
    <w:p w14:paraId="432EC274" w14:textId="22E39DE7" w:rsidR="00B77E03" w:rsidRDefault="0024252B" w:rsidP="00B77E03">
      <w:r w:rsidRPr="002813C1">
        <w:t>Et il continuait</w:t>
      </w:r>
      <w:r w:rsidR="00B77E03">
        <w:t xml:space="preserve">, </w:t>
      </w:r>
      <w:r w:rsidRPr="002813C1">
        <w:t>du ton léger et gouailleur qui lui était habituel</w:t>
      </w:r>
      <w:r w:rsidR="00B77E03">
        <w:t xml:space="preserve">… </w:t>
      </w:r>
      <w:r w:rsidRPr="002813C1">
        <w:t>Car ne s</w:t>
      </w:r>
      <w:r w:rsidR="00B77E03">
        <w:t>’</w:t>
      </w:r>
      <w:r w:rsidRPr="002813C1">
        <w:t>étonner ni ne s</w:t>
      </w:r>
      <w:r w:rsidR="00B77E03">
        <w:t>’</w:t>
      </w:r>
      <w:r w:rsidRPr="002813C1">
        <w:t>émouvoir de rien</w:t>
      </w:r>
      <w:r w:rsidR="00B77E03">
        <w:t xml:space="preserve">, </w:t>
      </w:r>
      <w:r w:rsidRPr="002813C1">
        <w:t>se moquer de tout</w:t>
      </w:r>
      <w:r w:rsidR="00B77E03">
        <w:t xml:space="preserve">, </w:t>
      </w:r>
      <w:r w:rsidRPr="002813C1">
        <w:t>afficher un mépris profond des sentiments qui agitent le vulgaire</w:t>
      </w:r>
      <w:r w:rsidR="00B77E03">
        <w:t xml:space="preserve">, </w:t>
      </w:r>
      <w:r w:rsidRPr="002813C1">
        <w:t>c</w:t>
      </w:r>
      <w:r w:rsidR="00B77E03">
        <w:t>’</w:t>
      </w:r>
      <w:r w:rsidRPr="002813C1">
        <w:t>est le genre suprême</w:t>
      </w:r>
      <w:r w:rsidR="00B77E03">
        <w:t xml:space="preserve">, </w:t>
      </w:r>
      <w:r w:rsidRPr="002813C1">
        <w:t>le goût</w:t>
      </w:r>
      <w:r w:rsidR="00B77E03">
        <w:t xml:space="preserve">, </w:t>
      </w:r>
      <w:r w:rsidRPr="002813C1">
        <w:t xml:space="preserve">le </w:t>
      </w:r>
      <w:r w:rsidR="00B77E03">
        <w:t>« </w:t>
      </w:r>
      <w:r w:rsidRPr="002813C1">
        <w:t>chic</w:t>
      </w:r>
      <w:r w:rsidR="00B77E03">
        <w:t>. »</w:t>
      </w:r>
    </w:p>
    <w:p w14:paraId="5F2D79FC" w14:textId="17E491EF" w:rsidR="00B77E03" w:rsidRDefault="00B77E03" w:rsidP="00B77E03">
      <w:r>
        <w:t>— </w:t>
      </w:r>
      <w:r w:rsidR="0024252B" w:rsidRPr="002813C1">
        <w:t>Nécessairement</w:t>
      </w:r>
      <w:r>
        <w:t xml:space="preserve">, </w:t>
      </w:r>
      <w:r w:rsidR="0024252B" w:rsidRPr="002813C1">
        <w:t>cher baron</w:t>
      </w:r>
      <w:r>
        <w:t xml:space="preserve">, </w:t>
      </w:r>
      <w:r w:rsidR="0024252B" w:rsidRPr="002813C1">
        <w:t>disait-il</w:t>
      </w:r>
      <w:r>
        <w:t xml:space="preserve">, </w:t>
      </w:r>
      <w:r w:rsidR="0024252B" w:rsidRPr="002813C1">
        <w:t>je vous passe quantité de détails</w:t>
      </w:r>
      <w:r>
        <w:t xml:space="preserve">… </w:t>
      </w:r>
      <w:r w:rsidR="0024252B" w:rsidRPr="002813C1">
        <w:t xml:space="preserve">Ce brave </w:t>
      </w:r>
      <w:r>
        <w:t>M. de </w:t>
      </w:r>
      <w:proofErr w:type="spellStart"/>
      <w:r w:rsidR="0024252B" w:rsidRPr="002813C1">
        <w:t>Chalusse</w:t>
      </w:r>
      <w:proofErr w:type="spellEnd"/>
      <w:r w:rsidR="0024252B" w:rsidRPr="002813C1">
        <w:t xml:space="preserve"> n</w:t>
      </w:r>
      <w:r>
        <w:t>’</w:t>
      </w:r>
      <w:r w:rsidR="0024252B" w:rsidRPr="002813C1">
        <w:t>était pas explicite</w:t>
      </w:r>
      <w:r>
        <w:t xml:space="preserve">, </w:t>
      </w:r>
      <w:r w:rsidR="0024252B" w:rsidRPr="002813C1">
        <w:t>il s</w:t>
      </w:r>
      <w:r>
        <w:t>’</w:t>
      </w:r>
      <w:r w:rsidR="0024252B" w:rsidRPr="002813C1">
        <w:t>en faut</w:t>
      </w:r>
      <w:r>
        <w:t xml:space="preserve">, </w:t>
      </w:r>
      <w:r w:rsidR="0024252B" w:rsidRPr="002813C1">
        <w:t>quand il arrivait à cette période de ce qu</w:t>
      </w:r>
      <w:r>
        <w:t>’</w:t>
      </w:r>
      <w:r w:rsidR="0024252B" w:rsidRPr="002813C1">
        <w:t>il appelait ses malheurs</w:t>
      </w:r>
      <w:r>
        <w:t xml:space="preserve">… </w:t>
      </w:r>
      <w:r w:rsidR="0024252B" w:rsidRPr="002813C1">
        <w:t>À travers ses réticences</w:t>
      </w:r>
      <w:r>
        <w:t xml:space="preserve">, </w:t>
      </w:r>
      <w:r w:rsidR="0024252B" w:rsidRPr="002813C1">
        <w:t>cependant</w:t>
      </w:r>
      <w:r>
        <w:t xml:space="preserve">, </w:t>
      </w:r>
      <w:r w:rsidR="0024252B" w:rsidRPr="002813C1">
        <w:t>j</w:t>
      </w:r>
      <w:r>
        <w:t>’</w:t>
      </w:r>
      <w:r w:rsidR="0024252B" w:rsidRPr="002813C1">
        <w:t>ai cru comprendre qu</w:t>
      </w:r>
      <w:r>
        <w:t>’</w:t>
      </w:r>
      <w:r w:rsidR="0024252B" w:rsidRPr="002813C1">
        <w:t>il avait été trompé à son tour et j</w:t>
      </w:r>
      <w:r>
        <w:t>’</w:t>
      </w:r>
      <w:r w:rsidR="0024252B" w:rsidRPr="002813C1">
        <w:t>ai flairé certaines histoires de papiers volés</w:t>
      </w:r>
      <w:r>
        <w:t xml:space="preserve">, </w:t>
      </w:r>
      <w:r w:rsidR="0024252B" w:rsidRPr="002813C1">
        <w:t>de titres rachetés à des créanciers</w:t>
      </w:r>
      <w:r>
        <w:t xml:space="preserve">, </w:t>
      </w:r>
      <w:r w:rsidR="0024252B" w:rsidRPr="002813C1">
        <w:t>qui ne sont pas le dernier mot de l</w:t>
      </w:r>
      <w:r>
        <w:t>’</w:t>
      </w:r>
      <w:r w:rsidR="0024252B" w:rsidRPr="002813C1">
        <w:t>honnêteté</w:t>
      </w:r>
      <w:r>
        <w:t>…</w:t>
      </w:r>
    </w:p>
    <w:p w14:paraId="17060CE9" w14:textId="626E0AA4" w:rsidR="00B77E03" w:rsidRDefault="0024252B" w:rsidP="00B77E03">
      <w:r w:rsidRPr="002813C1">
        <w:t>Ce que je puis vous affirmer</w:t>
      </w:r>
      <w:r w:rsidR="00B77E03">
        <w:t xml:space="preserve">, </w:t>
      </w:r>
      <w:r w:rsidRPr="002813C1">
        <w:t>par exemple</w:t>
      </w:r>
      <w:r w:rsidR="00B77E03">
        <w:t xml:space="preserve">, </w:t>
      </w:r>
      <w:r w:rsidRPr="002813C1">
        <w:t>c</w:t>
      </w:r>
      <w:r w:rsidR="00B77E03">
        <w:t>’</w:t>
      </w:r>
      <w:r w:rsidRPr="002813C1">
        <w:t xml:space="preserve">est que la vie entière de </w:t>
      </w:r>
      <w:r w:rsidR="00B77E03">
        <w:t>M. de </w:t>
      </w:r>
      <w:proofErr w:type="spellStart"/>
      <w:r w:rsidRPr="002813C1">
        <w:t>Chalusse</w:t>
      </w:r>
      <w:proofErr w:type="spellEnd"/>
      <w:r w:rsidRPr="002813C1">
        <w:t xml:space="preserve"> a été troublée par le souvenir du mari qu</w:t>
      </w:r>
      <w:r w:rsidR="00B77E03">
        <w:t>’</w:t>
      </w:r>
      <w:r w:rsidRPr="002813C1">
        <w:t>il avait outragé</w:t>
      </w:r>
      <w:r w:rsidR="00B77E03">
        <w:t xml:space="preserve">… </w:t>
      </w:r>
      <w:r w:rsidRPr="002813C1">
        <w:t>C</w:t>
      </w:r>
      <w:r w:rsidR="00B77E03">
        <w:t>’</w:t>
      </w:r>
      <w:r w:rsidRPr="002813C1">
        <w:t>était chez lui une idée fixe qu</w:t>
      </w:r>
      <w:r w:rsidR="00B77E03">
        <w:t>’</w:t>
      </w:r>
      <w:r w:rsidRPr="002813C1">
        <w:t>il mourrait de la main de cet homme</w:t>
      </w:r>
      <w:r w:rsidR="00B77E03">
        <w:t xml:space="preserve">… </w:t>
      </w:r>
      <w:r w:rsidRPr="002813C1">
        <w:t>il l</w:t>
      </w:r>
      <w:r w:rsidR="00B77E03">
        <w:t>’</w:t>
      </w:r>
      <w:r w:rsidRPr="002813C1">
        <w:t>apercevait partout</w:t>
      </w:r>
      <w:r w:rsidR="00B77E03">
        <w:t xml:space="preserve">. </w:t>
      </w:r>
      <w:r w:rsidRPr="002813C1">
        <w:t>S</w:t>
      </w:r>
      <w:r w:rsidR="00B77E03">
        <w:t>’</w:t>
      </w:r>
      <w:r w:rsidRPr="002813C1">
        <w:t>il sortait seul</w:t>
      </w:r>
      <w:r w:rsidR="00B77E03">
        <w:t xml:space="preserve">, </w:t>
      </w:r>
      <w:r w:rsidRPr="002813C1">
        <w:t>à pied</w:t>
      </w:r>
      <w:r w:rsidR="00B77E03">
        <w:t xml:space="preserve">, </w:t>
      </w:r>
      <w:r w:rsidRPr="002813C1">
        <w:t>le soir</w:t>
      </w:r>
      <w:r w:rsidR="00B77E03">
        <w:t xml:space="preserve">, </w:t>
      </w:r>
      <w:r w:rsidRPr="002813C1">
        <w:t>ce qui était excessivement rare</w:t>
      </w:r>
      <w:r w:rsidR="00B77E03">
        <w:t xml:space="preserve">, </w:t>
      </w:r>
      <w:r w:rsidRPr="002813C1">
        <w:t>il ne tournait le coin des rues qu</w:t>
      </w:r>
      <w:r w:rsidR="00B77E03">
        <w:t>’</w:t>
      </w:r>
      <w:r w:rsidRPr="002813C1">
        <w:t>avec d</w:t>
      </w:r>
      <w:r w:rsidR="00B77E03">
        <w:t>’</w:t>
      </w:r>
      <w:r w:rsidRPr="002813C1">
        <w:t>infinies précautions</w:t>
      </w:r>
      <w:r w:rsidR="00B77E03">
        <w:t xml:space="preserve"> ; </w:t>
      </w:r>
      <w:r w:rsidRPr="002813C1">
        <w:lastRenderedPageBreak/>
        <w:t>il lui semblait toujours voir reluire dans l</w:t>
      </w:r>
      <w:r w:rsidR="00B77E03">
        <w:t>’</w:t>
      </w:r>
      <w:r w:rsidRPr="002813C1">
        <w:t>ombre un poignard ou le canon d</w:t>
      </w:r>
      <w:r w:rsidR="00B77E03">
        <w:t>’</w:t>
      </w:r>
      <w:r w:rsidRPr="002813C1">
        <w:t>un pistolet</w:t>
      </w:r>
      <w:r w:rsidR="00B77E03">
        <w:t>…</w:t>
      </w:r>
    </w:p>
    <w:p w14:paraId="0E3628DD" w14:textId="77777777" w:rsidR="00B77E03" w:rsidRDefault="0024252B" w:rsidP="00B77E03">
      <w:r w:rsidRPr="002813C1">
        <w:t>Jamais je ne croirais à cette inconcevable frayeur d</w:t>
      </w:r>
      <w:r w:rsidR="00B77E03">
        <w:t>’</w:t>
      </w:r>
      <w:r w:rsidRPr="002813C1">
        <w:t>un homme d</w:t>
      </w:r>
      <w:r w:rsidR="00B77E03">
        <w:t>’</w:t>
      </w:r>
      <w:r w:rsidRPr="002813C1">
        <w:t>ailleurs très-brave</w:t>
      </w:r>
      <w:r w:rsidR="00B77E03">
        <w:t xml:space="preserve">, </w:t>
      </w:r>
      <w:r w:rsidRPr="002813C1">
        <w:t>si lui-même ne me l</w:t>
      </w:r>
      <w:r w:rsidR="00B77E03">
        <w:t>’</w:t>
      </w:r>
      <w:r w:rsidRPr="002813C1">
        <w:t>avait confessée</w:t>
      </w:r>
      <w:r w:rsidR="00B77E03">
        <w:t>…</w:t>
      </w:r>
    </w:p>
    <w:p w14:paraId="45E2087E" w14:textId="77777777" w:rsidR="00B77E03" w:rsidRDefault="0024252B" w:rsidP="00B77E03">
      <w:r w:rsidRPr="002813C1">
        <w:t>Il est resté dix ou douze ans sans oser faire la moindre démarche pour retrouver sa fille</w:t>
      </w:r>
      <w:r w:rsidR="00B77E03">
        <w:t xml:space="preserve">, </w:t>
      </w:r>
      <w:r w:rsidRPr="002813C1">
        <w:t>tant il craignait d</w:t>
      </w:r>
      <w:r w:rsidR="00B77E03">
        <w:t>’</w:t>
      </w:r>
      <w:r w:rsidRPr="002813C1">
        <w:t>attirer l</w:t>
      </w:r>
      <w:r w:rsidR="00B77E03">
        <w:t>’</w:t>
      </w:r>
      <w:r w:rsidRPr="002813C1">
        <w:t>attention de son ennemi</w:t>
      </w:r>
      <w:r w:rsidR="00B77E03">
        <w:t xml:space="preserve">… </w:t>
      </w:r>
      <w:r w:rsidRPr="002813C1">
        <w:t>Ce n</w:t>
      </w:r>
      <w:r w:rsidR="00B77E03">
        <w:t>’</w:t>
      </w:r>
      <w:r w:rsidRPr="002813C1">
        <w:t>est qu</w:t>
      </w:r>
      <w:r w:rsidR="00B77E03">
        <w:t>’</w:t>
      </w:r>
      <w:r w:rsidRPr="002813C1">
        <w:t>au bout de ce temps</w:t>
      </w:r>
      <w:r w:rsidR="00B77E03">
        <w:t xml:space="preserve">, </w:t>
      </w:r>
      <w:r w:rsidRPr="002813C1">
        <w:t>et quand il lui fut prouvé que le mari</w:t>
      </w:r>
      <w:r w:rsidR="00B77E03">
        <w:t xml:space="preserve">, </w:t>
      </w:r>
      <w:r w:rsidRPr="002813C1">
        <w:t>découragé</w:t>
      </w:r>
      <w:r w:rsidR="00B77E03">
        <w:t xml:space="preserve">, </w:t>
      </w:r>
      <w:r w:rsidRPr="002813C1">
        <w:t>avait cessé ses investigations</w:t>
      </w:r>
      <w:r w:rsidR="00B77E03">
        <w:t xml:space="preserve">, </w:t>
      </w:r>
      <w:r w:rsidRPr="002813C1">
        <w:t>qu</w:t>
      </w:r>
      <w:r w:rsidR="00B77E03">
        <w:t>’</w:t>
      </w:r>
      <w:r w:rsidRPr="002813C1">
        <w:t>il commença les siennes</w:t>
      </w:r>
      <w:r w:rsidR="00B77E03">
        <w:t xml:space="preserve">… </w:t>
      </w:r>
      <w:r w:rsidRPr="002813C1">
        <w:t>Elles furent longues et laborieuses</w:t>
      </w:r>
      <w:r w:rsidR="00B77E03">
        <w:t xml:space="preserve">, </w:t>
      </w:r>
      <w:r w:rsidRPr="002813C1">
        <w:t>mais enfin elles réussirent</w:t>
      </w:r>
      <w:r w:rsidR="00B77E03">
        <w:t xml:space="preserve">, </w:t>
      </w:r>
      <w:r w:rsidRPr="002813C1">
        <w:t>et il arriva jusqu</w:t>
      </w:r>
      <w:r w:rsidR="00B77E03">
        <w:t>’</w:t>
      </w:r>
      <w:r w:rsidRPr="002813C1">
        <w:t>à son enfant</w:t>
      </w:r>
      <w:r w:rsidR="00B77E03">
        <w:t xml:space="preserve">, </w:t>
      </w:r>
      <w:r w:rsidRPr="002813C1">
        <w:t>grâce surtout à l</w:t>
      </w:r>
      <w:r w:rsidR="00B77E03">
        <w:t>’</w:t>
      </w:r>
      <w:r w:rsidRPr="002813C1">
        <w:t>habileté d</w:t>
      </w:r>
      <w:r w:rsidR="00B77E03">
        <w:t>’</w:t>
      </w:r>
      <w:r w:rsidRPr="002813C1">
        <w:t>un mauvais drôle</w:t>
      </w:r>
      <w:r w:rsidR="00B77E03">
        <w:t xml:space="preserve">, </w:t>
      </w:r>
      <w:r w:rsidRPr="002813C1">
        <w:t>sorte de mouchard bourgeois</w:t>
      </w:r>
      <w:r w:rsidR="00B77E03">
        <w:t xml:space="preserve">, </w:t>
      </w:r>
      <w:r w:rsidRPr="002813C1">
        <w:t>nommé Fortunat</w:t>
      </w:r>
      <w:r w:rsidR="00B77E03">
        <w:t>.</w:t>
      </w:r>
    </w:p>
    <w:p w14:paraId="610A1880" w14:textId="77777777" w:rsidR="00B77E03" w:rsidRDefault="0024252B" w:rsidP="00B77E03">
      <w:r w:rsidRPr="002813C1">
        <w:t>Le baron eut un mouvement de vive curiosité</w:t>
      </w:r>
      <w:r w:rsidR="00B77E03">
        <w:t xml:space="preserve">, </w:t>
      </w:r>
      <w:r w:rsidRPr="002813C1">
        <w:t>aussitôt réprimé</w:t>
      </w:r>
      <w:r w:rsidR="00B77E03">
        <w:t>.</w:t>
      </w:r>
    </w:p>
    <w:p w14:paraId="4540C7E1" w14:textId="77777777" w:rsidR="00B77E03" w:rsidRDefault="00B77E03" w:rsidP="00B77E03">
      <w:r>
        <w:t>— </w:t>
      </w:r>
      <w:r w:rsidR="0024252B" w:rsidRPr="002813C1">
        <w:t>Drôle de nom</w:t>
      </w:r>
      <w:r>
        <w:t xml:space="preserve"> !… </w:t>
      </w:r>
      <w:r w:rsidR="0024252B" w:rsidRPr="002813C1">
        <w:t>remarqua-t-il</w:t>
      </w:r>
      <w:r>
        <w:t>.</w:t>
      </w:r>
    </w:p>
    <w:p w14:paraId="0FA2F3B8" w14:textId="77777777" w:rsidR="00B77E03" w:rsidRDefault="00B77E03" w:rsidP="00B77E03">
      <w:r>
        <w:t>— </w:t>
      </w:r>
      <w:r w:rsidR="0024252B" w:rsidRPr="002813C1">
        <w:t>Et ajoutez que son prénom est Isidore</w:t>
      </w:r>
      <w:r>
        <w:t xml:space="preserve"> ! </w:t>
      </w:r>
      <w:r w:rsidR="0024252B" w:rsidRPr="002813C1">
        <w:t>Ah</w:t>
      </w:r>
      <w:r>
        <w:t xml:space="preserve"> ! </w:t>
      </w:r>
      <w:r w:rsidR="0024252B" w:rsidRPr="002813C1">
        <w:t>c</w:t>
      </w:r>
      <w:r>
        <w:t>’</w:t>
      </w:r>
      <w:r w:rsidR="0024252B" w:rsidRPr="002813C1">
        <w:t>est un doucereux et dangereux gredin</w:t>
      </w:r>
      <w:r>
        <w:t xml:space="preserve">, </w:t>
      </w:r>
      <w:r w:rsidR="0024252B" w:rsidRPr="002813C1">
        <w:t>un scélérat de la pire espèce</w:t>
      </w:r>
      <w:r>
        <w:t xml:space="preserve">, </w:t>
      </w:r>
      <w:r w:rsidR="0024252B" w:rsidRPr="002813C1">
        <w:t>qui a mérité cent fois le bagne</w:t>
      </w:r>
      <w:r>
        <w:t xml:space="preserve">… </w:t>
      </w:r>
      <w:r w:rsidR="0024252B" w:rsidRPr="002813C1">
        <w:t>Comment le laisse-t-on exercer ses malpropres industries</w:t>
      </w:r>
      <w:r>
        <w:t xml:space="preserve"> ? </w:t>
      </w:r>
      <w:r w:rsidR="0024252B" w:rsidRPr="002813C1">
        <w:t>C</w:t>
      </w:r>
      <w:r>
        <w:t>’</w:t>
      </w:r>
      <w:r w:rsidR="0024252B" w:rsidRPr="002813C1">
        <w:t>est ce que je ne m</w:t>
      </w:r>
      <w:r>
        <w:t>’</w:t>
      </w:r>
      <w:r w:rsidR="0024252B" w:rsidRPr="002813C1">
        <w:t>explique pas</w:t>
      </w:r>
      <w:r>
        <w:t xml:space="preserve">. </w:t>
      </w:r>
      <w:r w:rsidR="0024252B" w:rsidRPr="002813C1">
        <w:t>Le positif</w:t>
      </w:r>
      <w:r>
        <w:t xml:space="preserve">, </w:t>
      </w:r>
      <w:r w:rsidR="0024252B" w:rsidRPr="002813C1">
        <w:t>c</w:t>
      </w:r>
      <w:r>
        <w:t>’</w:t>
      </w:r>
      <w:r w:rsidR="0024252B" w:rsidRPr="002813C1">
        <w:t>est qu</w:t>
      </w:r>
      <w:r>
        <w:t>’</w:t>
      </w:r>
      <w:r w:rsidR="0024252B" w:rsidRPr="002813C1">
        <w:t>il les exerce en plein soleil</w:t>
      </w:r>
      <w:r>
        <w:t xml:space="preserve">, </w:t>
      </w:r>
      <w:r w:rsidR="0024252B" w:rsidRPr="002813C1">
        <w:t>en plein Paris</w:t>
      </w:r>
      <w:r>
        <w:t xml:space="preserve">, </w:t>
      </w:r>
      <w:r w:rsidR="0024252B" w:rsidRPr="002813C1">
        <w:t>au su et vu de tous</w:t>
      </w:r>
      <w:r>
        <w:t xml:space="preserve">, </w:t>
      </w:r>
      <w:r w:rsidR="0024252B" w:rsidRPr="002813C1">
        <w:t>place de la Bourse</w:t>
      </w:r>
      <w:r>
        <w:t>.</w:t>
      </w:r>
    </w:p>
    <w:p w14:paraId="53AD1D83" w14:textId="77777777" w:rsidR="00B77E03" w:rsidRDefault="0024252B" w:rsidP="00B77E03">
      <w:r w:rsidRPr="002813C1">
        <w:t>Nom</w:t>
      </w:r>
      <w:r w:rsidR="00B77E03">
        <w:t xml:space="preserve">, </w:t>
      </w:r>
      <w:r w:rsidRPr="002813C1">
        <w:t>prénom et adresse se gravèrent dans la mémoire du baron pour ne s</w:t>
      </w:r>
      <w:r w:rsidR="00B77E03">
        <w:t>’</w:t>
      </w:r>
      <w:r w:rsidRPr="002813C1">
        <w:t>en effacer plus</w:t>
      </w:r>
      <w:r w:rsidR="00B77E03">
        <w:t>.</w:t>
      </w:r>
    </w:p>
    <w:p w14:paraId="6F6C2001" w14:textId="77777777" w:rsidR="00B77E03" w:rsidRDefault="0024252B" w:rsidP="00B77E03">
      <w:r w:rsidRPr="002813C1">
        <w:t>Et l</w:t>
      </w:r>
      <w:r w:rsidR="00B77E03">
        <w:t>’</w:t>
      </w:r>
      <w:r w:rsidRPr="002813C1">
        <w:t>autre poursuivait</w:t>
      </w:r>
      <w:r w:rsidR="00B77E03">
        <w:t>.</w:t>
      </w:r>
    </w:p>
    <w:p w14:paraId="1268B68C" w14:textId="77777777" w:rsidR="00B77E03" w:rsidRDefault="00B77E03" w:rsidP="00B77E03">
      <w:r>
        <w:t>— </w:t>
      </w:r>
      <w:r w:rsidR="0024252B" w:rsidRPr="002813C1">
        <w:t>Mais ce pauvre comte n</w:t>
      </w:r>
      <w:r>
        <w:t>’</w:t>
      </w:r>
      <w:r w:rsidR="0024252B" w:rsidRPr="002813C1">
        <w:t>avait pas de chance</w:t>
      </w:r>
      <w:r>
        <w:t xml:space="preserve">… </w:t>
      </w:r>
      <w:r w:rsidR="0024252B" w:rsidRPr="002813C1">
        <w:t>Le mari l</w:t>
      </w:r>
      <w:r>
        <w:t>’</w:t>
      </w:r>
      <w:r w:rsidR="0024252B" w:rsidRPr="002813C1">
        <w:t>avait à peine lâché</w:t>
      </w:r>
      <w:r>
        <w:t xml:space="preserve">, </w:t>
      </w:r>
      <w:r w:rsidR="0024252B" w:rsidRPr="002813C1">
        <w:t>il commençait tout juste à respirer</w:t>
      </w:r>
      <w:r>
        <w:t xml:space="preserve">, </w:t>
      </w:r>
      <w:r w:rsidR="0024252B" w:rsidRPr="002813C1">
        <w:t>que la femme à son tour l</w:t>
      </w:r>
      <w:r>
        <w:t>’</w:t>
      </w:r>
      <w:r w:rsidR="0024252B" w:rsidRPr="002813C1">
        <w:t>entreprit</w:t>
      </w:r>
      <w:r>
        <w:t xml:space="preserve">… </w:t>
      </w:r>
      <w:r w:rsidR="0024252B" w:rsidRPr="002813C1">
        <w:t>C</w:t>
      </w:r>
      <w:r>
        <w:t>’</w:t>
      </w:r>
      <w:r w:rsidR="0024252B" w:rsidRPr="002813C1">
        <w:t>était</w:t>
      </w:r>
      <w:r>
        <w:t xml:space="preserve">, </w:t>
      </w:r>
      <w:r w:rsidR="0024252B" w:rsidRPr="002813C1">
        <w:t>d</w:t>
      </w:r>
      <w:r>
        <w:t>’</w:t>
      </w:r>
      <w:r w:rsidR="0024252B" w:rsidRPr="002813C1">
        <w:t>après ce que j</w:t>
      </w:r>
      <w:r>
        <w:t>’</w:t>
      </w:r>
      <w:r w:rsidR="0024252B" w:rsidRPr="002813C1">
        <w:t>en sais</w:t>
      </w:r>
      <w:r>
        <w:t xml:space="preserve">, </w:t>
      </w:r>
      <w:r w:rsidR="0024252B" w:rsidRPr="002813C1">
        <w:t xml:space="preserve">une de ces terribles et obsédantes créatures qui feraient </w:t>
      </w:r>
      <w:r w:rsidR="0024252B" w:rsidRPr="002813C1">
        <w:lastRenderedPageBreak/>
        <w:t>prendre en haine leur sexe tout entier</w:t>
      </w:r>
      <w:r>
        <w:t xml:space="preserve">… </w:t>
      </w:r>
      <w:r w:rsidR="0024252B" w:rsidRPr="002813C1">
        <w:t>Sous prétexte que le comte l</w:t>
      </w:r>
      <w:r>
        <w:t>’</w:t>
      </w:r>
      <w:r w:rsidR="0024252B" w:rsidRPr="002813C1">
        <w:t>avait détournée de son devoir</w:t>
      </w:r>
      <w:r>
        <w:t xml:space="preserve">, </w:t>
      </w:r>
      <w:r w:rsidR="0024252B" w:rsidRPr="002813C1">
        <w:t>qu</w:t>
      </w:r>
      <w:r>
        <w:t>’</w:t>
      </w:r>
      <w:r w:rsidR="0024252B" w:rsidRPr="002813C1">
        <w:t>il avait brisé sa vie et détruit son bonheur</w:t>
      </w:r>
      <w:r>
        <w:t xml:space="preserve">, </w:t>
      </w:r>
      <w:r w:rsidR="0024252B" w:rsidRPr="002813C1">
        <w:t>elle prétendait en faire sa proie et s</w:t>
      </w:r>
      <w:r>
        <w:t>’</w:t>
      </w:r>
      <w:r w:rsidR="0024252B" w:rsidRPr="002813C1">
        <w:t>ingéniait à le torturer avec des raffinements de cruauté que n</w:t>
      </w:r>
      <w:r>
        <w:t>’</w:t>
      </w:r>
      <w:r w:rsidR="0024252B" w:rsidRPr="002813C1">
        <w:t>auraient pas des sauvages</w:t>
      </w:r>
      <w:r>
        <w:t>…</w:t>
      </w:r>
    </w:p>
    <w:p w14:paraId="02713469" w14:textId="020D0926" w:rsidR="00B77E03" w:rsidRDefault="0024252B" w:rsidP="00B77E03">
      <w:r w:rsidRPr="002813C1">
        <w:t xml:space="preserve">Elle ne voulait pas absolument que </w:t>
      </w:r>
      <w:r w:rsidR="00B77E03">
        <w:t>M. de </w:t>
      </w:r>
      <w:proofErr w:type="spellStart"/>
      <w:r w:rsidRPr="002813C1">
        <w:t>Chalusse</w:t>
      </w:r>
      <w:proofErr w:type="spellEnd"/>
      <w:r w:rsidRPr="002813C1">
        <w:t xml:space="preserve"> prît leur fille près de lui</w:t>
      </w:r>
      <w:r w:rsidR="00B77E03">
        <w:t xml:space="preserve">, </w:t>
      </w:r>
      <w:r w:rsidRPr="002813C1">
        <w:t>ni surtout qu</w:t>
      </w:r>
      <w:r w:rsidR="00B77E03">
        <w:t>’</w:t>
      </w:r>
      <w:r w:rsidRPr="002813C1">
        <w:t>il l</w:t>
      </w:r>
      <w:r w:rsidR="00B77E03">
        <w:t>’</w:t>
      </w:r>
      <w:r w:rsidRPr="002813C1">
        <w:t>adoptât</w:t>
      </w:r>
      <w:r w:rsidR="00B77E03">
        <w:t xml:space="preserve">… </w:t>
      </w:r>
      <w:r w:rsidRPr="002813C1">
        <w:t>Elle soutenait que ce serait une imprudence qui tôt ou tard mettrait son mari sur leurs traces</w:t>
      </w:r>
      <w:r w:rsidR="00B77E03">
        <w:t xml:space="preserve">. </w:t>
      </w:r>
      <w:r w:rsidRPr="002813C1">
        <w:t>Et comme le comte semblait résolu à passer outre</w:t>
      </w:r>
      <w:r w:rsidR="00B77E03">
        <w:t xml:space="preserve">, </w:t>
      </w:r>
      <w:r w:rsidRPr="002813C1">
        <w:t>elle lui déclara que plutôt de l</w:t>
      </w:r>
      <w:r w:rsidR="00B77E03">
        <w:t>’</w:t>
      </w:r>
      <w:r w:rsidRPr="002813C1">
        <w:t>endurer</w:t>
      </w:r>
      <w:r w:rsidR="00B77E03">
        <w:t xml:space="preserve">, </w:t>
      </w:r>
      <w:r w:rsidRPr="002813C1">
        <w:t>elle avouerait tout à son mari</w:t>
      </w:r>
      <w:r w:rsidR="00B77E03">
        <w:t>.</w:t>
      </w:r>
    </w:p>
    <w:p w14:paraId="7694F3CE" w14:textId="4B2FEAC9" w:rsidR="00B77E03" w:rsidRDefault="00B77E03" w:rsidP="00B77E03">
      <w:r>
        <w:t>— M. </w:t>
      </w:r>
      <w:r w:rsidR="0024252B" w:rsidRPr="002813C1">
        <w:t xml:space="preserve">le comte de </w:t>
      </w:r>
      <w:proofErr w:type="spellStart"/>
      <w:r w:rsidR="0024252B" w:rsidRPr="002813C1">
        <w:t>Chalusse</w:t>
      </w:r>
      <w:proofErr w:type="spellEnd"/>
      <w:r w:rsidR="0024252B" w:rsidRPr="002813C1">
        <w:t xml:space="preserve"> était un homme patient</w:t>
      </w:r>
      <w:r>
        <w:t xml:space="preserve">, </w:t>
      </w:r>
      <w:r w:rsidR="0024252B" w:rsidRPr="002813C1">
        <w:t>ricana le baron</w:t>
      </w:r>
      <w:r>
        <w:t>.</w:t>
      </w:r>
    </w:p>
    <w:p w14:paraId="5AC8B285" w14:textId="2093C797" w:rsidR="00B77E03" w:rsidRDefault="00B77E03" w:rsidP="00B77E03">
      <w:r>
        <w:t>M. de </w:t>
      </w:r>
      <w:proofErr w:type="spellStart"/>
      <w:r w:rsidR="0024252B" w:rsidRPr="002813C1">
        <w:t>Valorsay</w:t>
      </w:r>
      <w:proofErr w:type="spellEnd"/>
      <w:r w:rsidR="0024252B" w:rsidRPr="002813C1">
        <w:t xml:space="preserve"> eut un petit sifflement ironique</w:t>
      </w:r>
      <w:r>
        <w:t>.</w:t>
      </w:r>
    </w:p>
    <w:p w14:paraId="150DD5AE" w14:textId="77777777" w:rsidR="00B77E03" w:rsidRDefault="00B77E03" w:rsidP="00B77E03">
      <w:r>
        <w:t>— </w:t>
      </w:r>
      <w:r w:rsidR="0024252B" w:rsidRPr="002813C1">
        <w:t>Pas tant que vous croyez</w:t>
      </w:r>
      <w:r>
        <w:t xml:space="preserve">, </w:t>
      </w:r>
      <w:r w:rsidR="0024252B" w:rsidRPr="002813C1">
        <w:t>répondit-il</w:t>
      </w:r>
      <w:r>
        <w:t xml:space="preserve">… </w:t>
      </w:r>
      <w:r w:rsidR="0024252B" w:rsidRPr="002813C1">
        <w:t>Sa soumission devait tenir à quelque raison secrète qu</w:t>
      </w:r>
      <w:r>
        <w:t>’</w:t>
      </w:r>
      <w:r w:rsidR="0024252B" w:rsidRPr="002813C1">
        <w:t>il ne m</w:t>
      </w:r>
      <w:r>
        <w:t>’</w:t>
      </w:r>
      <w:r w:rsidR="0024252B" w:rsidRPr="002813C1">
        <w:t>a pas confiée</w:t>
      </w:r>
      <w:r>
        <w:t xml:space="preserve">… </w:t>
      </w:r>
      <w:r w:rsidR="0024252B" w:rsidRPr="002813C1">
        <w:t>Il y aurait sous tout cela quelque grosse infamie que je n</w:t>
      </w:r>
      <w:r>
        <w:t>’</w:t>
      </w:r>
      <w:r w:rsidR="0024252B" w:rsidRPr="002813C1">
        <w:t>en serais pas bien surpris</w:t>
      </w:r>
      <w:r>
        <w:t xml:space="preserve">… </w:t>
      </w:r>
      <w:r w:rsidR="0024252B" w:rsidRPr="002813C1">
        <w:t>En tout cas</w:t>
      </w:r>
      <w:r>
        <w:t xml:space="preserve">, </w:t>
      </w:r>
      <w:r w:rsidR="0024252B" w:rsidRPr="002813C1">
        <w:t>le pauvre comte avait fait l</w:t>
      </w:r>
      <w:r>
        <w:t>’</w:t>
      </w:r>
      <w:r w:rsidR="0024252B" w:rsidRPr="002813C1">
        <w:t>impossible pour échapper à cette terrible femme</w:t>
      </w:r>
      <w:r>
        <w:t xml:space="preserve">… </w:t>
      </w:r>
      <w:r w:rsidR="0024252B" w:rsidRPr="002813C1">
        <w:t>Il s</w:t>
      </w:r>
      <w:r>
        <w:t>’</w:t>
      </w:r>
      <w:r w:rsidR="0024252B" w:rsidRPr="002813C1">
        <w:t>était réfugié à Cannes</w:t>
      </w:r>
      <w:r>
        <w:t xml:space="preserve">, </w:t>
      </w:r>
      <w:r w:rsidR="0024252B" w:rsidRPr="002813C1">
        <w:t>elle l</w:t>
      </w:r>
      <w:r>
        <w:t>’</w:t>
      </w:r>
      <w:r w:rsidR="0024252B" w:rsidRPr="002813C1">
        <w:t>y relança</w:t>
      </w:r>
      <w:r>
        <w:t xml:space="preserve">… </w:t>
      </w:r>
      <w:r w:rsidR="0024252B" w:rsidRPr="002813C1">
        <w:t>Pendant je ne sais combien de mois</w:t>
      </w:r>
      <w:r>
        <w:t xml:space="preserve">, </w:t>
      </w:r>
      <w:r w:rsidR="0024252B" w:rsidRPr="002813C1">
        <w:t>il voyagea en Italie sous un faux nom</w:t>
      </w:r>
      <w:r>
        <w:t xml:space="preserve">… </w:t>
      </w:r>
      <w:r w:rsidR="0024252B" w:rsidRPr="002813C1">
        <w:t>peine perdue</w:t>
      </w:r>
      <w:r>
        <w:t xml:space="preserve"> ! </w:t>
      </w:r>
      <w:r w:rsidR="0024252B" w:rsidRPr="002813C1">
        <w:t>Il en était réduit à cacher sa fille dans quelque couvent de province</w:t>
      </w:r>
      <w:r>
        <w:t>…</w:t>
      </w:r>
    </w:p>
    <w:p w14:paraId="640EAD7A" w14:textId="5CFD2A2D" w:rsidR="00B77E03" w:rsidRDefault="0024252B" w:rsidP="00B77E03">
      <w:r w:rsidRPr="002813C1">
        <w:t>Dans les derniers mois de sa vie</w:t>
      </w:r>
      <w:r w:rsidR="00B77E03">
        <w:t xml:space="preserve">, </w:t>
      </w:r>
      <w:r w:rsidRPr="002813C1">
        <w:t>cependant</w:t>
      </w:r>
      <w:r w:rsidR="00B77E03">
        <w:t xml:space="preserve">, </w:t>
      </w:r>
      <w:r w:rsidRPr="002813C1">
        <w:t>il avait obtenu la paix</w:t>
      </w:r>
      <w:r w:rsidR="00B77E03">
        <w:t xml:space="preserve">… </w:t>
      </w:r>
      <w:r w:rsidRPr="002813C1">
        <w:t>c</w:t>
      </w:r>
      <w:r w:rsidR="00B77E03">
        <w:t>’</w:t>
      </w:r>
      <w:r w:rsidRPr="002813C1">
        <w:t>est-à-dire qu</w:t>
      </w:r>
      <w:r w:rsidR="00B77E03">
        <w:t>’</w:t>
      </w:r>
      <w:r w:rsidRPr="002813C1">
        <w:t>il l</w:t>
      </w:r>
      <w:r w:rsidR="00B77E03">
        <w:t>’</w:t>
      </w:r>
      <w:r w:rsidRPr="002813C1">
        <w:t>avait achetée</w:t>
      </w:r>
      <w:r w:rsidR="00B77E03">
        <w:t xml:space="preserve">. </w:t>
      </w:r>
      <w:r w:rsidRPr="002813C1">
        <w:t>Le mari de la dame n</w:t>
      </w:r>
      <w:r w:rsidR="00B77E03">
        <w:t>’</w:t>
      </w:r>
      <w:r w:rsidRPr="002813C1">
        <w:t>est pas riche ou est avare</w:t>
      </w:r>
      <w:r w:rsidR="00B77E03">
        <w:t xml:space="preserve">, </w:t>
      </w:r>
      <w:r w:rsidRPr="002813C1">
        <w:t>et elle aime le luxe passionnément</w:t>
      </w:r>
      <w:r w:rsidR="00B77E03">
        <w:t xml:space="preserve">, </w:t>
      </w:r>
      <w:r w:rsidRPr="002813C1">
        <w:t>jusqu</w:t>
      </w:r>
      <w:r w:rsidR="00B77E03">
        <w:t>’</w:t>
      </w:r>
      <w:r w:rsidRPr="002813C1">
        <w:t>à la démence</w:t>
      </w:r>
      <w:r w:rsidR="00B77E03">
        <w:t>… M. de </w:t>
      </w:r>
      <w:proofErr w:type="spellStart"/>
      <w:r w:rsidRPr="002813C1">
        <w:t>Chalusse</w:t>
      </w:r>
      <w:proofErr w:type="spellEnd"/>
      <w:r w:rsidRPr="002813C1">
        <w:t xml:space="preserve"> lui faisait une assez grosse pension et payait ses toilettes</w:t>
      </w:r>
      <w:r w:rsidR="00B77E03">
        <w:t>.</w:t>
      </w:r>
    </w:p>
    <w:p w14:paraId="0F1729C4" w14:textId="77777777" w:rsidR="00B77E03" w:rsidRDefault="0024252B" w:rsidP="00B77E03">
      <w:r w:rsidRPr="002813C1">
        <w:t>Le baron se dressa tout d</w:t>
      </w:r>
      <w:r w:rsidR="00B77E03">
        <w:t>’</w:t>
      </w:r>
      <w:r w:rsidRPr="002813C1">
        <w:t>une pièce</w:t>
      </w:r>
      <w:r w:rsidR="00B77E03">
        <w:t xml:space="preserve">, </w:t>
      </w:r>
      <w:r w:rsidRPr="002813C1">
        <w:t>comme s</w:t>
      </w:r>
      <w:r w:rsidR="00B77E03">
        <w:t>’</w:t>
      </w:r>
      <w:r w:rsidRPr="002813C1">
        <w:t>il eût été mû par un ressort</w:t>
      </w:r>
      <w:r w:rsidR="00B77E03">
        <w:t xml:space="preserve">. </w:t>
      </w:r>
      <w:r w:rsidRPr="002813C1">
        <w:t>Ça</w:t>
      </w:r>
      <w:r w:rsidR="00B77E03">
        <w:t xml:space="preserve">, </w:t>
      </w:r>
      <w:r w:rsidRPr="002813C1">
        <w:t>c</w:t>
      </w:r>
      <w:r w:rsidR="00B77E03">
        <w:t>’</w:t>
      </w:r>
      <w:r w:rsidRPr="002813C1">
        <w:t>était le comble</w:t>
      </w:r>
      <w:r w:rsidR="00B77E03">
        <w:t>.</w:t>
      </w:r>
    </w:p>
    <w:p w14:paraId="40F186FF" w14:textId="77777777" w:rsidR="00B77E03" w:rsidRDefault="00B77E03" w:rsidP="00B77E03">
      <w:r>
        <w:lastRenderedPageBreak/>
        <w:t>— </w:t>
      </w:r>
      <w:r w:rsidR="0024252B" w:rsidRPr="002813C1">
        <w:t>Oh</w:t>
      </w:r>
      <w:r>
        <w:t xml:space="preserve"> ! </w:t>
      </w:r>
      <w:r w:rsidR="0024252B" w:rsidRPr="002813C1">
        <w:t>la misérable</w:t>
      </w:r>
      <w:r>
        <w:t xml:space="preserve"> !… </w:t>
      </w:r>
      <w:r w:rsidR="0024252B" w:rsidRPr="002813C1">
        <w:t>gronda-t-il</w:t>
      </w:r>
      <w:r>
        <w:t>.</w:t>
      </w:r>
    </w:p>
    <w:p w14:paraId="5803C6D8" w14:textId="1F839BD2" w:rsidR="00B77E03" w:rsidRDefault="0024252B" w:rsidP="00B77E03">
      <w:r w:rsidRPr="002813C1">
        <w:t>Mais il se rassit aussitôt</w:t>
      </w:r>
      <w:r w:rsidR="00B77E03">
        <w:t xml:space="preserve">, </w:t>
      </w:r>
      <w:r w:rsidRPr="002813C1">
        <w:t>et l</w:t>
      </w:r>
      <w:r w:rsidR="00B77E03">
        <w:t>’</w:t>
      </w:r>
      <w:r w:rsidRPr="002813C1">
        <w:t xml:space="preserve">exclamation étonna si peu </w:t>
      </w:r>
      <w:r w:rsidR="00B77E03">
        <w:t>M. de </w:t>
      </w:r>
      <w:proofErr w:type="spellStart"/>
      <w:r w:rsidRPr="002813C1">
        <w:t>Valorsay</w:t>
      </w:r>
      <w:proofErr w:type="spellEnd"/>
      <w:r w:rsidR="00B77E03">
        <w:t xml:space="preserve">, </w:t>
      </w:r>
      <w:r w:rsidRPr="002813C1">
        <w:t>qu</w:t>
      </w:r>
      <w:r w:rsidR="00B77E03">
        <w:t>’</w:t>
      </w:r>
      <w:r w:rsidRPr="002813C1">
        <w:t>il conclut tranquillement</w:t>
      </w:r>
      <w:r w:rsidR="00B77E03">
        <w:t> :</w:t>
      </w:r>
    </w:p>
    <w:p w14:paraId="52E5A93C" w14:textId="77777777" w:rsidR="00B77E03" w:rsidRDefault="00B77E03" w:rsidP="00B77E03">
      <w:r>
        <w:t>— </w:t>
      </w:r>
      <w:r w:rsidR="0024252B" w:rsidRPr="002813C1">
        <w:t>Voilà</w:t>
      </w:r>
      <w:r>
        <w:t xml:space="preserve">, </w:t>
      </w:r>
      <w:r w:rsidR="0024252B" w:rsidRPr="002813C1">
        <w:t>baron</w:t>
      </w:r>
      <w:r>
        <w:t xml:space="preserve">, </w:t>
      </w:r>
      <w:r w:rsidR="0024252B" w:rsidRPr="002813C1">
        <w:t>comment et pourquoi ma bien-aimée Marguerite</w:t>
      </w:r>
      <w:r>
        <w:t xml:space="preserve">, </w:t>
      </w:r>
      <w:r w:rsidR="0024252B" w:rsidRPr="002813C1">
        <w:t xml:space="preserve">la future marquise de </w:t>
      </w:r>
      <w:proofErr w:type="spellStart"/>
      <w:r w:rsidR="0024252B" w:rsidRPr="002813C1">
        <w:t>Valorsay</w:t>
      </w:r>
      <w:proofErr w:type="spellEnd"/>
      <w:r>
        <w:t xml:space="preserve">, </w:t>
      </w:r>
      <w:r w:rsidR="0024252B" w:rsidRPr="002813C1">
        <w:t>n</w:t>
      </w:r>
      <w:r>
        <w:t>’</w:t>
      </w:r>
      <w:r w:rsidR="0024252B" w:rsidRPr="002813C1">
        <w:t>a pas mille francs de dot</w:t>
      </w:r>
      <w:r>
        <w:t>…</w:t>
      </w:r>
    </w:p>
    <w:p w14:paraId="6DF209E8" w14:textId="77777777" w:rsidR="00B77E03" w:rsidRDefault="0024252B" w:rsidP="00B77E03">
      <w:r w:rsidRPr="002813C1">
        <w:t>Ce fut un regard d</w:t>
      </w:r>
      <w:r w:rsidR="00B77E03">
        <w:t>’</w:t>
      </w:r>
      <w:r w:rsidRPr="002813C1">
        <w:t>angoisse</w:t>
      </w:r>
      <w:r w:rsidR="00B77E03">
        <w:t xml:space="preserve">, </w:t>
      </w:r>
      <w:r w:rsidRPr="002813C1">
        <w:t>que le baron jeta vers la porte du fumoir</w:t>
      </w:r>
      <w:r w:rsidR="00B77E03">
        <w:t xml:space="preserve">… </w:t>
      </w:r>
      <w:r w:rsidRPr="002813C1">
        <w:t>Il l</w:t>
      </w:r>
      <w:r w:rsidR="00B77E03">
        <w:t>’</w:t>
      </w:r>
      <w:r w:rsidRPr="002813C1">
        <w:t>avait entendue remuer</w:t>
      </w:r>
      <w:r w:rsidR="00B77E03">
        <w:t xml:space="preserve">… </w:t>
      </w:r>
      <w:r w:rsidRPr="002813C1">
        <w:t>Il frémit à l</w:t>
      </w:r>
      <w:r w:rsidR="00B77E03">
        <w:t>’</w:t>
      </w:r>
      <w:r w:rsidRPr="002813C1">
        <w:t>idée de Pascal</w:t>
      </w:r>
      <w:r w:rsidR="00B77E03">
        <w:t xml:space="preserve">, </w:t>
      </w:r>
      <w:r w:rsidRPr="002813C1">
        <w:t>fou de colère et de jalousie</w:t>
      </w:r>
      <w:r w:rsidR="00B77E03">
        <w:t xml:space="preserve">, </w:t>
      </w:r>
      <w:r w:rsidRPr="002813C1">
        <w:t>entrant et se précipitant sur le marquis</w:t>
      </w:r>
      <w:r w:rsidR="00B77E03">
        <w:t>…</w:t>
      </w:r>
    </w:p>
    <w:p w14:paraId="4AECA67D" w14:textId="77777777" w:rsidR="00B77E03" w:rsidRDefault="0024252B" w:rsidP="00B77E03">
      <w:r w:rsidRPr="002813C1">
        <w:t>Cette situation excessive et périlleuse ne pouvait durer</w:t>
      </w:r>
      <w:r w:rsidR="00B77E03">
        <w:t xml:space="preserve">, </w:t>
      </w:r>
      <w:r w:rsidRPr="002813C1">
        <w:t>il le comprit</w:t>
      </w:r>
      <w:r w:rsidR="00B77E03">
        <w:t xml:space="preserve">. </w:t>
      </w:r>
      <w:r w:rsidRPr="002813C1">
        <w:t>Lui-même d</w:t>
      </w:r>
      <w:r w:rsidR="00B77E03">
        <w:t>’</w:t>
      </w:r>
      <w:r w:rsidRPr="002813C1">
        <w:t>ailleurs était à bout de forces et de dissimulation</w:t>
      </w:r>
      <w:r w:rsidR="00B77E03">
        <w:t>…</w:t>
      </w:r>
    </w:p>
    <w:p w14:paraId="0B5750EC" w14:textId="17ABA83D" w:rsidR="00B77E03" w:rsidRDefault="0024252B" w:rsidP="00B77E03">
      <w:r w:rsidRPr="002813C1">
        <w:t>Aussi</w:t>
      </w:r>
      <w:r w:rsidR="00B77E03">
        <w:t xml:space="preserve">, </w:t>
      </w:r>
      <w:r w:rsidRPr="002813C1">
        <w:t>remettant à un autre moment toutes les questions qu</w:t>
      </w:r>
      <w:r w:rsidR="00B77E03">
        <w:t>’</w:t>
      </w:r>
      <w:r w:rsidRPr="002813C1">
        <w:t xml:space="preserve">il avait encore à adresser à </w:t>
      </w:r>
      <w:r w:rsidR="00B77E03">
        <w:t>M. de </w:t>
      </w:r>
      <w:proofErr w:type="spellStart"/>
      <w:r w:rsidRPr="002813C1">
        <w:t>Valorsay</w:t>
      </w:r>
      <w:proofErr w:type="spellEnd"/>
      <w:r w:rsidR="00B77E03">
        <w:t xml:space="preserve">, </w:t>
      </w:r>
      <w:r w:rsidRPr="002813C1">
        <w:t>se décida-t-il à interrompre brusquement ses confidences</w:t>
      </w:r>
      <w:r w:rsidR="00B77E03">
        <w:t>.</w:t>
      </w:r>
    </w:p>
    <w:p w14:paraId="2EBCC31D" w14:textId="77777777" w:rsidR="00B77E03" w:rsidRDefault="00B77E03" w:rsidP="00B77E03">
      <w:r>
        <w:t>— </w:t>
      </w:r>
      <w:r w:rsidR="0024252B" w:rsidRPr="002813C1">
        <w:t>Parole d</w:t>
      </w:r>
      <w:r>
        <w:t>’</w:t>
      </w:r>
      <w:r w:rsidR="0024252B" w:rsidRPr="002813C1">
        <w:t>honneur</w:t>
      </w:r>
      <w:r>
        <w:t xml:space="preserve"> !… </w:t>
      </w:r>
      <w:r w:rsidR="0024252B" w:rsidRPr="002813C1">
        <w:t>fit-il avec un rire forcé</w:t>
      </w:r>
      <w:r>
        <w:t xml:space="preserve">, </w:t>
      </w:r>
      <w:r w:rsidR="0024252B" w:rsidRPr="002813C1">
        <w:t>je m</w:t>
      </w:r>
      <w:r>
        <w:t>’</w:t>
      </w:r>
      <w:r w:rsidR="0024252B" w:rsidRPr="002813C1">
        <w:t>attendais à mieux</w:t>
      </w:r>
      <w:r>
        <w:t xml:space="preserve">… </w:t>
      </w:r>
      <w:r w:rsidR="0024252B" w:rsidRPr="002813C1">
        <w:t>Cela débute comme un roman d</w:t>
      </w:r>
      <w:r>
        <w:t>’</w:t>
      </w:r>
      <w:r w:rsidR="0024252B" w:rsidRPr="002813C1">
        <w:t>amour et finit platement comme une histoire réelle</w:t>
      </w:r>
      <w:r>
        <w:t xml:space="preserve">… </w:t>
      </w:r>
      <w:r w:rsidR="0024252B" w:rsidRPr="002813C1">
        <w:t>par de l</w:t>
      </w:r>
      <w:r>
        <w:t>’</w:t>
      </w:r>
      <w:r w:rsidR="0024252B" w:rsidRPr="002813C1">
        <w:t>argent</w:t>
      </w:r>
      <w:r>
        <w:t xml:space="preserve"> ! </w:t>
      </w:r>
      <w:r w:rsidR="0024252B" w:rsidRPr="002813C1">
        <w:t>Ah</w:t>
      </w:r>
      <w:r>
        <w:t xml:space="preserve"> ! </w:t>
      </w:r>
      <w:r w:rsidR="0024252B" w:rsidRPr="002813C1">
        <w:t>elles vont bien</w:t>
      </w:r>
      <w:r>
        <w:t xml:space="preserve">, </w:t>
      </w:r>
      <w:r w:rsidR="0024252B" w:rsidRPr="002813C1">
        <w:t>les femmes mariées</w:t>
      </w:r>
      <w:r>
        <w:t xml:space="preserve"> !… </w:t>
      </w:r>
      <w:r w:rsidR="0024252B" w:rsidRPr="002813C1">
        <w:t>Elles vous plument un amoureux et le mettent dans le cas de se brûler la cervelle aussi vivement que la première coquine venue</w:t>
      </w:r>
      <w:r>
        <w:t> !…</w:t>
      </w:r>
    </w:p>
    <w:p w14:paraId="079F48D0" w14:textId="77777777" w:rsidR="00B77E03" w:rsidRDefault="0024252B" w:rsidP="00B77E03">
      <w:r w:rsidRPr="002813C1">
        <w:t>En sa qualité d</w:t>
      </w:r>
      <w:r w:rsidR="00B77E03">
        <w:t>’</w:t>
      </w:r>
      <w:r w:rsidRPr="002813C1">
        <w:t>archimillionnaire et de gros joueur</w:t>
      </w:r>
      <w:r w:rsidR="00B77E03">
        <w:t xml:space="preserve">, </w:t>
      </w:r>
      <w:r w:rsidRPr="002813C1">
        <w:t xml:space="preserve">le baron </w:t>
      </w:r>
      <w:proofErr w:type="spellStart"/>
      <w:r w:rsidRPr="002813C1">
        <w:t>Trigault</w:t>
      </w:r>
      <w:proofErr w:type="spellEnd"/>
      <w:r w:rsidRPr="002813C1">
        <w:t xml:space="preserve"> jouissait de toutes sortes d</w:t>
      </w:r>
      <w:r w:rsidR="00B77E03">
        <w:t>’</w:t>
      </w:r>
      <w:r w:rsidRPr="002813C1">
        <w:t>immunités et de privilèges</w:t>
      </w:r>
      <w:r w:rsidR="00B77E03">
        <w:t>.</w:t>
      </w:r>
    </w:p>
    <w:p w14:paraId="4761728C" w14:textId="77777777" w:rsidR="00B77E03" w:rsidRDefault="0024252B" w:rsidP="00B77E03">
      <w:r w:rsidRPr="002813C1">
        <w:t>Il était de ces gens adroits qui font profession d</w:t>
      </w:r>
      <w:r w:rsidR="00B77E03">
        <w:t>’</w:t>
      </w:r>
      <w:r w:rsidRPr="002813C1">
        <w:t>être brutaux en diable</w:t>
      </w:r>
      <w:r w:rsidR="00B77E03">
        <w:t xml:space="preserve">, </w:t>
      </w:r>
      <w:r w:rsidRPr="002813C1">
        <w:t>mal élevés</w:t>
      </w:r>
      <w:r w:rsidR="00B77E03">
        <w:t xml:space="preserve">, </w:t>
      </w:r>
      <w:r w:rsidRPr="002813C1">
        <w:t>cyniques et effrontés</w:t>
      </w:r>
      <w:r w:rsidR="00B77E03">
        <w:t xml:space="preserve">, </w:t>
      </w:r>
      <w:r w:rsidRPr="002813C1">
        <w:t>qui déclarent que ce n</w:t>
      </w:r>
      <w:r w:rsidR="00B77E03">
        <w:t>’</w:t>
      </w:r>
      <w:r w:rsidRPr="002813C1">
        <w:t>est pas leur faute</w:t>
      </w:r>
      <w:r w:rsidR="00B77E03">
        <w:t xml:space="preserve">, </w:t>
      </w:r>
      <w:r w:rsidRPr="002813C1">
        <w:t>qu</w:t>
      </w:r>
      <w:r w:rsidR="00B77E03">
        <w:t>’</w:t>
      </w:r>
      <w:r w:rsidRPr="002813C1">
        <w:t>il faut les prendre comme ça</w:t>
      </w:r>
      <w:r w:rsidR="00B77E03">
        <w:t xml:space="preserve">, </w:t>
      </w:r>
      <w:r w:rsidRPr="002813C1">
        <w:t xml:space="preserve">et que le monde bêtement accepte </w:t>
      </w:r>
      <w:r w:rsidR="00B77E03">
        <w:t>« </w:t>
      </w:r>
      <w:r w:rsidRPr="002813C1">
        <w:t>comme ça</w:t>
      </w:r>
      <w:r w:rsidR="00B77E03">
        <w:t>. »</w:t>
      </w:r>
      <w:r w:rsidRPr="002813C1">
        <w:t xml:space="preserve"> Cependant sa </w:t>
      </w:r>
      <w:r w:rsidRPr="002813C1">
        <w:lastRenderedPageBreak/>
        <w:t>brusquerie avait eu quelque chose de si offensant qu</w:t>
      </w:r>
      <w:r w:rsidR="00B77E03">
        <w:t>’</w:t>
      </w:r>
      <w:r w:rsidRPr="002813C1">
        <w:t>en toute autre circonstance le marquis s</w:t>
      </w:r>
      <w:r w:rsidR="00B77E03">
        <w:t>’</w:t>
      </w:r>
      <w:r w:rsidRPr="002813C1">
        <w:t>en fût formalisé</w:t>
      </w:r>
      <w:r w:rsidR="00B77E03">
        <w:t>.</w:t>
      </w:r>
    </w:p>
    <w:p w14:paraId="09424BEC" w14:textId="77777777" w:rsidR="00B77E03" w:rsidRDefault="0024252B" w:rsidP="00B77E03">
      <w:r w:rsidRPr="002813C1">
        <w:t>Mais il avait toutes sortes de raisons de filer doux</w:t>
      </w:r>
      <w:r w:rsidR="00B77E03">
        <w:t xml:space="preserve"> ; </w:t>
      </w:r>
      <w:r w:rsidRPr="002813C1">
        <w:t>il prit le parti de rire</w:t>
      </w:r>
      <w:r w:rsidR="00B77E03">
        <w:t>.</w:t>
      </w:r>
    </w:p>
    <w:p w14:paraId="4BE9E8DB" w14:textId="77777777" w:rsidR="00B77E03" w:rsidRDefault="00B77E03" w:rsidP="00B77E03">
      <w:r>
        <w:t>— </w:t>
      </w:r>
      <w:r w:rsidR="0024252B" w:rsidRPr="002813C1">
        <w:t>Toujours le même</w:t>
      </w:r>
      <w:r>
        <w:t xml:space="preserve">, </w:t>
      </w:r>
      <w:r w:rsidR="0024252B" w:rsidRPr="002813C1">
        <w:t>donc</w:t>
      </w:r>
      <w:r>
        <w:t xml:space="preserve">, </w:t>
      </w:r>
      <w:r w:rsidR="0024252B" w:rsidRPr="002813C1">
        <w:t>baron</w:t>
      </w:r>
      <w:r>
        <w:t xml:space="preserve">, </w:t>
      </w:r>
      <w:r w:rsidR="0024252B" w:rsidRPr="002813C1">
        <w:t>fit-il</w:t>
      </w:r>
      <w:r>
        <w:t xml:space="preserve">. </w:t>
      </w:r>
      <w:r w:rsidR="0024252B" w:rsidRPr="002813C1">
        <w:t>Vous n</w:t>
      </w:r>
      <w:r>
        <w:t>’</w:t>
      </w:r>
      <w:r w:rsidR="0024252B" w:rsidRPr="002813C1">
        <w:t>avez pas touché une carte de la matinée et les mains vous démangent</w:t>
      </w:r>
      <w:r>
        <w:t xml:space="preserve">… </w:t>
      </w:r>
      <w:r w:rsidR="0024252B" w:rsidRPr="002813C1">
        <w:t>Excusez-moi de vous faire gaspiller votre temps</w:t>
      </w:r>
      <w:r>
        <w:t xml:space="preserve">, </w:t>
      </w:r>
      <w:r w:rsidR="0024252B" w:rsidRPr="002813C1">
        <w:t>comme vous dites</w:t>
      </w:r>
      <w:r>
        <w:t xml:space="preserve">, </w:t>
      </w:r>
      <w:r w:rsidR="0024252B" w:rsidRPr="002813C1">
        <w:t>ce que vous venez d</w:t>
      </w:r>
      <w:r>
        <w:t>’</w:t>
      </w:r>
      <w:r w:rsidR="0024252B" w:rsidRPr="002813C1">
        <w:t>entendre était une préface nécessaire</w:t>
      </w:r>
      <w:r>
        <w:t>…</w:t>
      </w:r>
    </w:p>
    <w:p w14:paraId="25F8B6BC" w14:textId="77777777" w:rsidR="00B77E03" w:rsidRDefault="00B77E03" w:rsidP="00B77E03">
      <w:r>
        <w:t>— </w:t>
      </w:r>
      <w:r w:rsidR="0024252B" w:rsidRPr="002813C1">
        <w:t>Ce n</w:t>
      </w:r>
      <w:r>
        <w:t>’</w:t>
      </w:r>
      <w:r w:rsidR="0024252B" w:rsidRPr="002813C1">
        <w:t>était qu</w:t>
      </w:r>
      <w:r>
        <w:t>’</w:t>
      </w:r>
      <w:r w:rsidR="0024252B" w:rsidRPr="002813C1">
        <w:t>une préface</w:t>
      </w:r>
      <w:r>
        <w:t> ?…</w:t>
      </w:r>
    </w:p>
    <w:p w14:paraId="47B04DD4" w14:textId="77777777" w:rsidR="00B77E03" w:rsidRDefault="00B77E03" w:rsidP="00B77E03">
      <w:r>
        <w:t>— </w:t>
      </w:r>
      <w:r w:rsidR="0024252B" w:rsidRPr="002813C1">
        <w:t>Oui</w:t>
      </w:r>
      <w:r>
        <w:t xml:space="preserve">, </w:t>
      </w:r>
      <w:r w:rsidR="0024252B" w:rsidRPr="002813C1">
        <w:t>mais rassurez-vous</w:t>
      </w:r>
      <w:r>
        <w:t xml:space="preserve">, </w:t>
      </w:r>
      <w:r w:rsidR="0024252B" w:rsidRPr="002813C1">
        <w:t>j</w:t>
      </w:r>
      <w:r>
        <w:t>’</w:t>
      </w:r>
      <w:r w:rsidR="0024252B" w:rsidRPr="002813C1">
        <w:t>ai fini et j</w:t>
      </w:r>
      <w:r>
        <w:t>’</w:t>
      </w:r>
      <w:r w:rsidR="0024252B" w:rsidRPr="002813C1">
        <w:t>arrive à l</w:t>
      </w:r>
      <w:r>
        <w:t>’</w:t>
      </w:r>
      <w:r w:rsidR="0024252B" w:rsidRPr="002813C1">
        <w:t>objet de ma visite</w:t>
      </w:r>
      <w:r>
        <w:t>…</w:t>
      </w:r>
    </w:p>
    <w:p w14:paraId="7E22697A" w14:textId="77777777" w:rsidR="00B77E03" w:rsidRDefault="0024252B" w:rsidP="00B77E03">
      <w:r w:rsidRPr="002813C1">
        <w:t xml:space="preserve">Il était connu que le baron </w:t>
      </w:r>
      <w:proofErr w:type="spellStart"/>
      <w:r w:rsidRPr="002813C1">
        <w:t>Trigault</w:t>
      </w:r>
      <w:proofErr w:type="spellEnd"/>
      <w:r w:rsidRPr="002813C1">
        <w:t xml:space="preserve"> jouissait d</w:t>
      </w:r>
      <w:r w:rsidR="00B77E03">
        <w:t>’</w:t>
      </w:r>
      <w:r w:rsidRPr="002813C1">
        <w:t>au moins huit cent mille livres de rentes</w:t>
      </w:r>
      <w:r w:rsidR="00B77E03">
        <w:t xml:space="preserve">… </w:t>
      </w:r>
      <w:r w:rsidRPr="002813C1">
        <w:t>C</w:t>
      </w:r>
      <w:r w:rsidR="00B77E03">
        <w:t>’</w:t>
      </w:r>
      <w:r w:rsidRPr="002813C1">
        <w:t>est pourquoi</w:t>
      </w:r>
      <w:r w:rsidR="00B77E03">
        <w:t xml:space="preserve">, </w:t>
      </w:r>
      <w:r w:rsidRPr="002813C1">
        <w:t>bon an</w:t>
      </w:r>
      <w:r w:rsidR="00B77E03">
        <w:t xml:space="preserve">, </w:t>
      </w:r>
      <w:r w:rsidRPr="002813C1">
        <w:t>mal an</w:t>
      </w:r>
      <w:r w:rsidR="00B77E03">
        <w:t xml:space="preserve">, </w:t>
      </w:r>
      <w:r w:rsidRPr="002813C1">
        <w:t>il recevait pour plus d</w:t>
      </w:r>
      <w:r w:rsidR="00B77E03">
        <w:t>’</w:t>
      </w:r>
      <w:r w:rsidRPr="002813C1">
        <w:t>un million de demandes de secours ou de prêts</w:t>
      </w:r>
      <w:r w:rsidR="00B77E03">
        <w:t xml:space="preserve">… </w:t>
      </w:r>
      <w:r w:rsidRPr="002813C1">
        <w:t>c</w:t>
      </w:r>
      <w:r w:rsidR="00B77E03">
        <w:t>’</w:t>
      </w:r>
      <w:r w:rsidRPr="002813C1">
        <w:t>est pourquoi il n</w:t>
      </w:r>
      <w:r w:rsidR="00B77E03">
        <w:t>’</w:t>
      </w:r>
      <w:r w:rsidRPr="002813C1">
        <w:t>avait pas de rival pour flairer un solliciteur</w:t>
      </w:r>
      <w:r w:rsidR="00B77E03">
        <w:t>.</w:t>
      </w:r>
    </w:p>
    <w:p w14:paraId="63A30963" w14:textId="77777777" w:rsidR="00B77E03" w:rsidRDefault="00B77E03" w:rsidP="00B77E03">
      <w:r>
        <w:t>— </w:t>
      </w:r>
      <w:r w:rsidR="0024252B" w:rsidRPr="002813C1">
        <w:t>Dieu me pardonne</w:t>
      </w:r>
      <w:r>
        <w:t xml:space="preserve"> !… </w:t>
      </w:r>
      <w:r w:rsidR="0024252B" w:rsidRPr="002813C1">
        <w:t>pensa-t-il</w:t>
      </w:r>
      <w:r>
        <w:t xml:space="preserve">, </w:t>
      </w:r>
      <w:proofErr w:type="spellStart"/>
      <w:r w:rsidR="0024252B" w:rsidRPr="002813C1">
        <w:t>Valorsay</w:t>
      </w:r>
      <w:proofErr w:type="spellEnd"/>
      <w:r w:rsidR="0024252B" w:rsidRPr="002813C1">
        <w:t xml:space="preserve"> va me demander de l</w:t>
      </w:r>
      <w:r>
        <w:t>’</w:t>
      </w:r>
      <w:r w:rsidR="0024252B" w:rsidRPr="002813C1">
        <w:t>argent</w:t>
      </w:r>
      <w:r>
        <w:t>.</w:t>
      </w:r>
    </w:p>
    <w:p w14:paraId="5FC175AC" w14:textId="77777777" w:rsidR="00B77E03" w:rsidRDefault="0024252B" w:rsidP="00B77E03">
      <w:r w:rsidRPr="002813C1">
        <w:t>Il est sûr que la brillante désinvolture du marquis voilait mal un certain embarras</w:t>
      </w:r>
      <w:r w:rsidR="00B77E03">
        <w:t xml:space="preserve">, </w:t>
      </w:r>
      <w:r w:rsidRPr="002813C1">
        <w:t>et que sa langue remuait péniblement les mots</w:t>
      </w:r>
      <w:r w:rsidR="00B77E03">
        <w:t>.</w:t>
      </w:r>
    </w:p>
    <w:p w14:paraId="00E52D44" w14:textId="77777777" w:rsidR="00B77E03" w:rsidRDefault="00B77E03" w:rsidP="00B77E03">
      <w:r>
        <w:t>— </w:t>
      </w:r>
      <w:r w:rsidR="0024252B" w:rsidRPr="002813C1">
        <w:t>Donc</w:t>
      </w:r>
      <w:r>
        <w:t xml:space="preserve">, </w:t>
      </w:r>
      <w:r w:rsidR="0024252B" w:rsidRPr="002813C1">
        <w:t>je me marie</w:t>
      </w:r>
      <w:r>
        <w:t xml:space="preserve">, </w:t>
      </w:r>
      <w:r w:rsidR="0024252B" w:rsidRPr="002813C1">
        <w:t>disait-il</w:t>
      </w:r>
      <w:r>
        <w:t xml:space="preserve">, </w:t>
      </w:r>
      <w:r w:rsidR="0024252B" w:rsidRPr="002813C1">
        <w:t>je romps avec la vie de garçon</w:t>
      </w:r>
      <w:r>
        <w:t xml:space="preserve">… </w:t>
      </w:r>
      <w:r w:rsidR="0024252B" w:rsidRPr="002813C1">
        <w:t>je me range</w:t>
      </w:r>
      <w:r>
        <w:t xml:space="preserve">. </w:t>
      </w:r>
      <w:r w:rsidR="0024252B" w:rsidRPr="002813C1">
        <w:t>C</w:t>
      </w:r>
      <w:r>
        <w:t>’</w:t>
      </w:r>
      <w:r w:rsidR="0024252B" w:rsidRPr="002813C1">
        <w:t>est vous dire</w:t>
      </w:r>
      <w:r>
        <w:t xml:space="preserve">, </w:t>
      </w:r>
      <w:r w:rsidR="0024252B" w:rsidRPr="002813C1">
        <w:t>mon cher baron</w:t>
      </w:r>
      <w:r>
        <w:t xml:space="preserve">, </w:t>
      </w:r>
      <w:r w:rsidR="0024252B" w:rsidRPr="002813C1">
        <w:t>que je vais avoir à nettoyer ma situation</w:t>
      </w:r>
      <w:r>
        <w:t xml:space="preserve">… </w:t>
      </w:r>
      <w:r w:rsidR="0024252B" w:rsidRPr="002813C1">
        <w:t>La corbeille</w:t>
      </w:r>
      <w:r>
        <w:t xml:space="preserve">, </w:t>
      </w:r>
      <w:r w:rsidR="0024252B" w:rsidRPr="002813C1">
        <w:t>les deux fêtes que je me propose de donner</w:t>
      </w:r>
      <w:r>
        <w:t xml:space="preserve">, </w:t>
      </w:r>
      <w:r w:rsidR="0024252B" w:rsidRPr="002813C1">
        <w:t xml:space="preserve">les restaurations de </w:t>
      </w:r>
      <w:proofErr w:type="spellStart"/>
      <w:r w:rsidR="0024252B" w:rsidRPr="002813C1">
        <w:t>Valorsay</w:t>
      </w:r>
      <w:proofErr w:type="spellEnd"/>
      <w:r>
        <w:t xml:space="preserve">, </w:t>
      </w:r>
      <w:r w:rsidR="0024252B" w:rsidRPr="002813C1">
        <w:t>un voyage avec ma femme</w:t>
      </w:r>
      <w:r>
        <w:t xml:space="preserve">… </w:t>
      </w:r>
      <w:r w:rsidR="0024252B" w:rsidRPr="002813C1">
        <w:t>tout cela va me coûter les yeux de la tête</w:t>
      </w:r>
      <w:r>
        <w:t>.</w:t>
      </w:r>
    </w:p>
    <w:p w14:paraId="52D5CED4" w14:textId="77777777" w:rsidR="00B77E03" w:rsidRDefault="00B77E03" w:rsidP="00B77E03">
      <w:r>
        <w:lastRenderedPageBreak/>
        <w:t>— </w:t>
      </w:r>
      <w:r w:rsidR="0024252B" w:rsidRPr="002813C1">
        <w:t>Les yeux de la tête</w:t>
      </w:r>
      <w:r>
        <w:t xml:space="preserve">, </w:t>
      </w:r>
      <w:r w:rsidR="0024252B" w:rsidRPr="002813C1">
        <w:t>c</w:t>
      </w:r>
      <w:r>
        <w:t>’</w:t>
      </w:r>
      <w:r w:rsidR="0024252B" w:rsidRPr="002813C1">
        <w:t>est le mot</w:t>
      </w:r>
      <w:r>
        <w:t>.</w:t>
      </w:r>
    </w:p>
    <w:p w14:paraId="207A7F83" w14:textId="730646C4" w:rsidR="00B77E03" w:rsidRDefault="00B77E03" w:rsidP="00B77E03">
      <w:r>
        <w:t>— </w:t>
      </w:r>
      <w:r w:rsidR="0024252B" w:rsidRPr="002813C1">
        <w:t>Eh bien</w:t>
      </w:r>
      <w:r>
        <w:t xml:space="preserve"> !… </w:t>
      </w:r>
      <w:r w:rsidR="0024252B" w:rsidRPr="002813C1">
        <w:t>contrairement à ce qui arrive à ceux qui épousent une dot</w:t>
      </w:r>
      <w:r>
        <w:t xml:space="preserve">, </w:t>
      </w:r>
      <w:r w:rsidR="0024252B" w:rsidRPr="002813C1">
        <w:t>je crains de me trouver à court</w:t>
      </w:r>
      <w:r>
        <w:t xml:space="preserve">… </w:t>
      </w:r>
      <w:r w:rsidR="0024252B" w:rsidRPr="002813C1">
        <w:t>Cela me tracassait un peu</w:t>
      </w:r>
      <w:r>
        <w:t xml:space="preserve">, </w:t>
      </w:r>
      <w:r w:rsidR="0024252B" w:rsidRPr="002813C1">
        <w:t>quand j</w:t>
      </w:r>
      <w:r>
        <w:t>’</w:t>
      </w:r>
      <w:r w:rsidR="0024252B" w:rsidRPr="002813C1">
        <w:t>ai pensé à vous</w:t>
      </w:r>
      <w:r>
        <w:t xml:space="preserve">… </w:t>
      </w:r>
      <w:r w:rsidR="0024252B" w:rsidRPr="002813C1">
        <w:t>Je me suis dit</w:t>
      </w:r>
      <w:r>
        <w:t> : « </w:t>
      </w:r>
      <w:r w:rsidR="0024252B" w:rsidRPr="002813C1">
        <w:t>le baron qui a toujours des fonds disponibles</w:t>
      </w:r>
      <w:r>
        <w:t xml:space="preserve">, </w:t>
      </w:r>
      <w:r w:rsidR="0024252B" w:rsidRPr="002813C1">
        <w:t>me rendra le service de mettre cinq mille louis à ma disposition pour un an</w:t>
      </w:r>
      <w:r>
        <w:t>… »</w:t>
      </w:r>
    </w:p>
    <w:p w14:paraId="31E5238A" w14:textId="77777777" w:rsidR="00B77E03" w:rsidRDefault="0024252B" w:rsidP="00B77E03">
      <w:r w:rsidRPr="002813C1">
        <w:t>Les yeux du baron ne quittaient pas le marquis</w:t>
      </w:r>
      <w:r w:rsidR="00B77E03">
        <w:t>.</w:t>
      </w:r>
    </w:p>
    <w:p w14:paraId="6163D395" w14:textId="77777777" w:rsidR="00B77E03" w:rsidRDefault="00B77E03" w:rsidP="00B77E03">
      <w:r>
        <w:t>— </w:t>
      </w:r>
      <w:r w:rsidR="0024252B" w:rsidRPr="002813C1">
        <w:t>Sacrebleu</w:t>
      </w:r>
      <w:r>
        <w:t xml:space="preserve"> !… </w:t>
      </w:r>
      <w:r w:rsidR="0024252B" w:rsidRPr="002813C1">
        <w:t>fit-il d</w:t>
      </w:r>
      <w:r>
        <w:t>’</w:t>
      </w:r>
      <w:r w:rsidR="0024252B" w:rsidRPr="002813C1">
        <w:t>un ton fâché</w:t>
      </w:r>
      <w:r>
        <w:t xml:space="preserve">… </w:t>
      </w:r>
      <w:r w:rsidR="0024252B" w:rsidRPr="002813C1">
        <w:t>c</w:t>
      </w:r>
      <w:r>
        <w:t>’</w:t>
      </w:r>
      <w:r w:rsidR="0024252B" w:rsidRPr="002813C1">
        <w:t>est que</w:t>
      </w:r>
      <w:r>
        <w:t xml:space="preserve">… </w:t>
      </w:r>
      <w:r w:rsidR="0024252B" w:rsidRPr="002813C1">
        <w:t>je ne les ai pas</w:t>
      </w:r>
      <w:r>
        <w:t>…</w:t>
      </w:r>
    </w:p>
    <w:p w14:paraId="4747BA55" w14:textId="77777777" w:rsidR="00B77E03" w:rsidRDefault="0024252B" w:rsidP="00B77E03">
      <w:r w:rsidRPr="002813C1">
        <w:t>Ce ne fut pas un désappointement plus ou moins grand qu</w:t>
      </w:r>
      <w:r w:rsidR="00B77E03">
        <w:t>’</w:t>
      </w:r>
      <w:r w:rsidRPr="002813C1">
        <w:t>exprima le visage du marquis</w:t>
      </w:r>
      <w:r w:rsidR="00B77E03">
        <w:t xml:space="preserve">, </w:t>
      </w:r>
      <w:r w:rsidRPr="002813C1">
        <w:t>ce fut un immense désespoir aussitôt dissimulé</w:t>
      </w:r>
      <w:r w:rsidR="00B77E03">
        <w:t>.</w:t>
      </w:r>
    </w:p>
    <w:p w14:paraId="74184CF5" w14:textId="77777777" w:rsidR="00B77E03" w:rsidRDefault="0024252B" w:rsidP="00B77E03">
      <w:r w:rsidRPr="002813C1">
        <w:t>Mais le baron avait vu</w:t>
      </w:r>
      <w:r w:rsidR="00B77E03">
        <w:t xml:space="preserve">, </w:t>
      </w:r>
      <w:r w:rsidRPr="002813C1">
        <w:t>d</w:t>
      </w:r>
      <w:r w:rsidR="00B77E03">
        <w:t>’</w:t>
      </w:r>
      <w:r w:rsidRPr="002813C1">
        <w:t>autant mieux vu que sa réponse était un de ces pièges familiers aux banquiers</w:t>
      </w:r>
      <w:r w:rsidR="00B77E03">
        <w:t xml:space="preserve">… </w:t>
      </w:r>
      <w:r w:rsidRPr="002813C1">
        <w:t>À l</w:t>
      </w:r>
      <w:r w:rsidR="00B77E03">
        <w:t>’</w:t>
      </w:r>
      <w:r w:rsidRPr="002813C1">
        <w:t xml:space="preserve">impression que produit une première fin de </w:t>
      </w:r>
      <w:proofErr w:type="spellStart"/>
      <w:r w:rsidRPr="002813C1">
        <w:t>non recevoir</w:t>
      </w:r>
      <w:proofErr w:type="spellEnd"/>
      <w:r w:rsidR="00B77E03">
        <w:t xml:space="preserve">, </w:t>
      </w:r>
      <w:r w:rsidRPr="002813C1">
        <w:t>ils jugent de l</w:t>
      </w:r>
      <w:r w:rsidR="00B77E03">
        <w:t>’</w:t>
      </w:r>
      <w:r w:rsidRPr="002813C1">
        <w:t>urgence du besoin</w:t>
      </w:r>
      <w:r w:rsidR="00B77E03">
        <w:t>…</w:t>
      </w:r>
    </w:p>
    <w:p w14:paraId="273638BF" w14:textId="57FE4B32" w:rsidR="00B77E03" w:rsidRDefault="0024252B" w:rsidP="00B77E03">
      <w:r w:rsidRPr="002813C1">
        <w:t xml:space="preserve">Le baron estima </w:t>
      </w:r>
      <w:r w:rsidR="00B77E03">
        <w:t>M. de </w:t>
      </w:r>
      <w:proofErr w:type="spellStart"/>
      <w:r w:rsidRPr="002813C1">
        <w:t>Valorsay</w:t>
      </w:r>
      <w:proofErr w:type="spellEnd"/>
      <w:r w:rsidRPr="002813C1">
        <w:t xml:space="preserve"> complètement ruiné</w:t>
      </w:r>
      <w:r w:rsidR="00B77E03">
        <w:t xml:space="preserve">… </w:t>
      </w:r>
      <w:r w:rsidRPr="002813C1">
        <w:t>Néanmoins</w:t>
      </w:r>
      <w:r w:rsidR="00B77E03">
        <w:t xml:space="preserve">, </w:t>
      </w:r>
      <w:r w:rsidRPr="002813C1">
        <w:t>comme il n</w:t>
      </w:r>
      <w:r w:rsidR="00B77E03">
        <w:t>’</w:t>
      </w:r>
      <w:r w:rsidRPr="002813C1">
        <w:t>entrait pas dans ses vues de refuser</w:t>
      </w:r>
      <w:r w:rsidR="00B77E03">
        <w:t xml:space="preserve">, </w:t>
      </w:r>
      <w:r w:rsidRPr="002813C1">
        <w:t>il s</w:t>
      </w:r>
      <w:r w:rsidR="00B77E03">
        <w:t>’</w:t>
      </w:r>
      <w:r w:rsidRPr="002813C1">
        <w:t>empressa d</w:t>
      </w:r>
      <w:r w:rsidR="00B77E03">
        <w:t>’</w:t>
      </w:r>
      <w:r w:rsidRPr="002813C1">
        <w:t>ajouter</w:t>
      </w:r>
      <w:r w:rsidR="00B77E03">
        <w:t> :</w:t>
      </w:r>
    </w:p>
    <w:p w14:paraId="36AAF669" w14:textId="77777777" w:rsidR="00B77E03" w:rsidRDefault="00B77E03" w:rsidP="00B77E03">
      <w:r>
        <w:t>— </w:t>
      </w:r>
      <w:r w:rsidR="0024252B" w:rsidRPr="002813C1">
        <w:t>Quand je dis que je ne les ai pas</w:t>
      </w:r>
      <w:r>
        <w:t xml:space="preserve">, </w:t>
      </w:r>
      <w:r w:rsidR="0024252B" w:rsidRPr="002813C1">
        <w:t>j</w:t>
      </w:r>
      <w:r>
        <w:t>’</w:t>
      </w:r>
      <w:r w:rsidR="0024252B" w:rsidRPr="002813C1">
        <w:t>entends</w:t>
      </w:r>
      <w:r>
        <w:t xml:space="preserve">… </w:t>
      </w:r>
      <w:r w:rsidR="0024252B" w:rsidRPr="002813C1">
        <w:t>là</w:t>
      </w:r>
      <w:r>
        <w:t xml:space="preserve">, </w:t>
      </w:r>
      <w:r w:rsidR="0024252B" w:rsidRPr="002813C1">
        <w:t>sous la main</w:t>
      </w:r>
      <w:r>
        <w:t xml:space="preserve">… </w:t>
      </w:r>
      <w:r w:rsidR="0024252B" w:rsidRPr="002813C1">
        <w:t>Mais je les aurai avant quarante-huit heures</w:t>
      </w:r>
      <w:r>
        <w:t xml:space="preserve">, </w:t>
      </w:r>
      <w:r w:rsidR="0024252B" w:rsidRPr="002813C1">
        <w:t>et si vous voulez vous trouver chez vous</w:t>
      </w:r>
      <w:r>
        <w:t xml:space="preserve">, </w:t>
      </w:r>
      <w:r w:rsidR="0024252B" w:rsidRPr="002813C1">
        <w:t>après-demain</w:t>
      </w:r>
      <w:r>
        <w:t xml:space="preserve">, </w:t>
      </w:r>
      <w:r w:rsidR="0024252B" w:rsidRPr="002813C1">
        <w:t>vers cette heure-ci</w:t>
      </w:r>
      <w:r>
        <w:t xml:space="preserve">, </w:t>
      </w:r>
      <w:r w:rsidR="0024252B" w:rsidRPr="002813C1">
        <w:t>je vous enverrai un de mes hommes d</w:t>
      </w:r>
      <w:r>
        <w:t>’</w:t>
      </w:r>
      <w:r w:rsidR="0024252B" w:rsidRPr="002813C1">
        <w:t>affaires qui s</w:t>
      </w:r>
      <w:r>
        <w:t>’</w:t>
      </w:r>
      <w:r w:rsidR="0024252B" w:rsidRPr="002813C1">
        <w:t>entendra avec vous quant aux conditions</w:t>
      </w:r>
      <w:r>
        <w:t>.</w:t>
      </w:r>
    </w:p>
    <w:p w14:paraId="53FC02F5" w14:textId="662BBAD2" w:rsidR="00B77E03" w:rsidRDefault="0024252B" w:rsidP="00B77E03">
      <w:r w:rsidRPr="002813C1">
        <w:t>Le marquis avait l</w:t>
      </w:r>
      <w:r w:rsidR="00B77E03">
        <w:t>’</w:t>
      </w:r>
      <w:r w:rsidRPr="002813C1">
        <w:t>instant d</w:t>
      </w:r>
      <w:r w:rsidR="00B77E03">
        <w:t>’</w:t>
      </w:r>
      <w:r w:rsidRPr="002813C1">
        <w:t>avant laissé paraître quelque chose de ses nouvelles angoisses</w:t>
      </w:r>
      <w:r w:rsidR="00B77E03">
        <w:t xml:space="preserve">… </w:t>
      </w:r>
      <w:r w:rsidRPr="002813C1">
        <w:t>Il sut cette fois garder le secret de la joie immense qui l</w:t>
      </w:r>
      <w:r w:rsidR="00B77E03">
        <w:t>’</w:t>
      </w:r>
      <w:r w:rsidRPr="002813C1">
        <w:t>inonda</w:t>
      </w:r>
      <w:r w:rsidR="00B77E03">
        <w:t xml:space="preserve">. </w:t>
      </w:r>
      <w:r w:rsidRPr="002813C1">
        <w:t>C</w:t>
      </w:r>
      <w:r w:rsidR="00B77E03">
        <w:t>’</w:t>
      </w:r>
      <w:r w:rsidRPr="002813C1">
        <w:t>est du ton le plus naturel</w:t>
      </w:r>
      <w:r w:rsidR="00B77E03">
        <w:t xml:space="preserve">, </w:t>
      </w:r>
      <w:r w:rsidRPr="002813C1">
        <w:t>et comme s</w:t>
      </w:r>
      <w:r w:rsidR="00B77E03">
        <w:t>’</w:t>
      </w:r>
      <w:r w:rsidRPr="002813C1">
        <w:t>il se fût agi d</w:t>
      </w:r>
      <w:r w:rsidR="00B77E03">
        <w:t>’</w:t>
      </w:r>
      <w:r w:rsidRPr="002813C1">
        <w:t>une chose toute simple</w:t>
      </w:r>
      <w:r w:rsidR="00B77E03">
        <w:t xml:space="preserve">, </w:t>
      </w:r>
      <w:r w:rsidRPr="002813C1">
        <w:t>qu</w:t>
      </w:r>
      <w:r w:rsidR="00B77E03">
        <w:t>’</w:t>
      </w:r>
      <w:r w:rsidRPr="002813C1">
        <w:t xml:space="preserve">il </w:t>
      </w:r>
      <w:r w:rsidRPr="002813C1">
        <w:lastRenderedPageBreak/>
        <w:t>remercia le baron</w:t>
      </w:r>
      <w:r w:rsidR="00B77E03">
        <w:t xml:space="preserve">… </w:t>
      </w:r>
      <w:r w:rsidRPr="002813C1">
        <w:t>Mais il lui tardait d</w:t>
      </w:r>
      <w:r w:rsidR="00B77E03">
        <w:t>’</w:t>
      </w:r>
      <w:r w:rsidRPr="002813C1">
        <w:t>être dehors</w:t>
      </w:r>
      <w:r w:rsidR="00B77E03">
        <w:t xml:space="preserve">… </w:t>
      </w:r>
      <w:r w:rsidRPr="002813C1">
        <w:t>Il expédia quelques phrases banales et sortit en répétant</w:t>
      </w:r>
      <w:r w:rsidR="00B77E03">
        <w:t xml:space="preserve"> : « – </w:t>
      </w:r>
      <w:r w:rsidRPr="002813C1">
        <w:t>À après-demain</w:t>
      </w:r>
      <w:r w:rsidR="00B77E03">
        <w:t>… »</w:t>
      </w:r>
    </w:p>
    <w:p w14:paraId="6129F51B" w14:textId="77777777" w:rsidR="00B77E03" w:rsidRDefault="0024252B" w:rsidP="00B77E03">
      <w:r w:rsidRPr="002813C1">
        <w:t>Le baron</w:t>
      </w:r>
      <w:r w:rsidR="00B77E03">
        <w:t xml:space="preserve">, </w:t>
      </w:r>
      <w:r w:rsidRPr="002813C1">
        <w:t>lui</w:t>
      </w:r>
      <w:r w:rsidR="00B77E03">
        <w:t xml:space="preserve">, </w:t>
      </w:r>
      <w:r w:rsidRPr="002813C1">
        <w:t>s</w:t>
      </w:r>
      <w:r w:rsidR="00B77E03">
        <w:t>’</w:t>
      </w:r>
      <w:r w:rsidRPr="002813C1">
        <w:t>affaissa sur un fauteuil</w:t>
      </w:r>
      <w:r w:rsidR="00B77E03">
        <w:t>…</w:t>
      </w:r>
    </w:p>
    <w:p w14:paraId="018F1AAE" w14:textId="77777777" w:rsidR="00B77E03" w:rsidRDefault="0024252B" w:rsidP="00B77E03">
      <w:r w:rsidRPr="002813C1">
        <w:t>Martyr d</w:t>
      </w:r>
      <w:r w:rsidR="00B77E03">
        <w:t>’</w:t>
      </w:r>
      <w:r w:rsidRPr="002813C1">
        <w:t>une passion plus forte que sa raison</w:t>
      </w:r>
      <w:r w:rsidR="00B77E03">
        <w:t xml:space="preserve">, </w:t>
      </w:r>
      <w:r w:rsidRPr="002813C1">
        <w:t>victime d</w:t>
      </w:r>
      <w:r w:rsidR="00B77E03">
        <w:t>’</w:t>
      </w:r>
      <w:r w:rsidRPr="002813C1">
        <w:t>un amour indigne et fatal qu</w:t>
      </w:r>
      <w:r w:rsidR="00B77E03">
        <w:t>’</w:t>
      </w:r>
      <w:r w:rsidRPr="002813C1">
        <w:t>il n</w:t>
      </w:r>
      <w:r w:rsidR="00B77E03">
        <w:t>’</w:t>
      </w:r>
      <w:r w:rsidRPr="002813C1">
        <w:t>avait pu arracher de son cœur</w:t>
      </w:r>
      <w:r w:rsidR="00B77E03">
        <w:t xml:space="preserve">, </w:t>
      </w:r>
      <w:r w:rsidRPr="002813C1">
        <w:t xml:space="preserve">le baron </w:t>
      </w:r>
      <w:proofErr w:type="spellStart"/>
      <w:r w:rsidRPr="002813C1">
        <w:t>Trigault</w:t>
      </w:r>
      <w:proofErr w:type="spellEnd"/>
      <w:r w:rsidRPr="002813C1">
        <w:t xml:space="preserve"> avait eu</w:t>
      </w:r>
      <w:r w:rsidR="00B77E03">
        <w:t xml:space="preserve">, </w:t>
      </w:r>
      <w:r w:rsidRPr="002813C1">
        <w:t>en sa vie</w:t>
      </w:r>
      <w:r w:rsidR="00B77E03">
        <w:t xml:space="preserve">, </w:t>
      </w:r>
      <w:r w:rsidRPr="002813C1">
        <w:t>des instants atroces</w:t>
      </w:r>
      <w:r w:rsidR="00B77E03">
        <w:t>.</w:t>
      </w:r>
    </w:p>
    <w:p w14:paraId="7CCA4527" w14:textId="77777777" w:rsidR="00B77E03" w:rsidRDefault="0024252B" w:rsidP="00B77E03">
      <w:r w:rsidRPr="002813C1">
        <w:t>Mais jamais il n</w:t>
      </w:r>
      <w:r w:rsidR="00B77E03">
        <w:t>’</w:t>
      </w:r>
      <w:r w:rsidRPr="002813C1">
        <w:t>avait été plus écrasé qu</w:t>
      </w:r>
      <w:r w:rsidR="00B77E03">
        <w:t>’</w:t>
      </w:r>
      <w:r w:rsidRPr="002813C1">
        <w:t>en ce moment</w:t>
      </w:r>
      <w:r w:rsidR="00B77E03">
        <w:t xml:space="preserve">, </w:t>
      </w:r>
      <w:r w:rsidRPr="002813C1">
        <w:t>où le hasard lui livrait le secret qu</w:t>
      </w:r>
      <w:r w:rsidR="00B77E03">
        <w:t>’</w:t>
      </w:r>
      <w:r w:rsidRPr="002813C1">
        <w:t>il avait vainement poursuivi tant d</w:t>
      </w:r>
      <w:r w:rsidR="00B77E03">
        <w:t>’</w:t>
      </w:r>
      <w:r w:rsidRPr="002813C1">
        <w:t>années</w:t>
      </w:r>
      <w:r w:rsidR="00B77E03">
        <w:t>.</w:t>
      </w:r>
    </w:p>
    <w:p w14:paraId="08BBE824" w14:textId="77777777" w:rsidR="00B77E03" w:rsidRDefault="0024252B" w:rsidP="00B77E03">
      <w:r w:rsidRPr="002813C1">
        <w:t>Toutes les plaies de son âme</w:t>
      </w:r>
      <w:r w:rsidR="00B77E03">
        <w:t xml:space="preserve">, </w:t>
      </w:r>
      <w:r w:rsidRPr="002813C1">
        <w:t>dont le temps avait engourdi la douleur</w:t>
      </w:r>
      <w:r w:rsidR="00B77E03">
        <w:t xml:space="preserve">, </w:t>
      </w:r>
      <w:r w:rsidRPr="002813C1">
        <w:t>se rouvrirent plus cuisantes</w:t>
      </w:r>
      <w:r w:rsidR="00B77E03">
        <w:t xml:space="preserve">, </w:t>
      </w:r>
      <w:r w:rsidRPr="002813C1">
        <w:t>comme une blessure à demi cicatrisée dont on arracherait l</w:t>
      </w:r>
      <w:r w:rsidR="00B77E03">
        <w:t>’</w:t>
      </w:r>
      <w:r w:rsidRPr="002813C1">
        <w:t>appareil</w:t>
      </w:r>
      <w:r w:rsidR="00B77E03">
        <w:t>.</w:t>
      </w:r>
    </w:p>
    <w:p w14:paraId="4DB43DA8" w14:textId="77777777" w:rsidR="00B77E03" w:rsidRDefault="0024252B" w:rsidP="00B77E03">
      <w:r w:rsidRPr="002813C1">
        <w:t>Rien n</w:t>
      </w:r>
      <w:r w:rsidR="00B77E03">
        <w:t>’</w:t>
      </w:r>
      <w:r w:rsidRPr="002813C1">
        <w:t>avait servi</w:t>
      </w:r>
      <w:r w:rsidR="00B77E03">
        <w:t xml:space="preserve">, </w:t>
      </w:r>
      <w:r w:rsidRPr="002813C1">
        <w:t>rien</w:t>
      </w:r>
      <w:r w:rsidR="00B77E03">
        <w:t xml:space="preserve">, </w:t>
      </w:r>
      <w:r w:rsidRPr="002813C1">
        <w:t>de tout ce qu</w:t>
      </w:r>
      <w:r w:rsidR="00B77E03">
        <w:t>’</w:t>
      </w:r>
      <w:r w:rsidRPr="002813C1">
        <w:t>il avait tenté pour retenir sur la pente de l</w:t>
      </w:r>
      <w:r w:rsidR="00B77E03">
        <w:t>’</w:t>
      </w:r>
      <w:r w:rsidRPr="002813C1">
        <w:t>ignominie cette femme qui portait son nom</w:t>
      </w:r>
      <w:r w:rsidR="00B77E03">
        <w:t xml:space="preserve">, </w:t>
      </w:r>
      <w:r w:rsidRPr="002813C1">
        <w:t>qu</w:t>
      </w:r>
      <w:r w:rsidR="00B77E03">
        <w:t>’</w:t>
      </w:r>
      <w:r w:rsidRPr="002813C1">
        <w:t>il aimait et qu</w:t>
      </w:r>
      <w:r w:rsidR="00B77E03">
        <w:t>’</w:t>
      </w:r>
      <w:r w:rsidRPr="002813C1">
        <w:t>il haïssait avec une égale fureur</w:t>
      </w:r>
      <w:r w:rsidR="00B77E03">
        <w:t>.</w:t>
      </w:r>
    </w:p>
    <w:p w14:paraId="315E677B" w14:textId="77777777" w:rsidR="00B77E03" w:rsidRDefault="00B77E03" w:rsidP="00B77E03">
      <w:r>
        <w:t>— </w:t>
      </w:r>
      <w:r w:rsidR="0024252B" w:rsidRPr="002813C1">
        <w:t>Elle extorquait de l</w:t>
      </w:r>
      <w:r>
        <w:t>’</w:t>
      </w:r>
      <w:r w:rsidR="0024252B" w:rsidRPr="002813C1">
        <w:t xml:space="preserve">argent au comte de </w:t>
      </w:r>
      <w:proofErr w:type="spellStart"/>
      <w:r w:rsidR="0024252B" w:rsidRPr="002813C1">
        <w:t>Chalusse</w:t>
      </w:r>
      <w:proofErr w:type="spellEnd"/>
      <w:r>
        <w:t xml:space="preserve">, </w:t>
      </w:r>
      <w:r w:rsidR="0024252B" w:rsidRPr="002813C1">
        <w:t>pensait-il</w:t>
      </w:r>
      <w:r>
        <w:t xml:space="preserve"> ; </w:t>
      </w:r>
      <w:r w:rsidR="0024252B" w:rsidRPr="002813C1">
        <w:t>elle le faisait chanter</w:t>
      </w:r>
      <w:r>
        <w:t xml:space="preserve"> ! </w:t>
      </w:r>
      <w:r w:rsidR="0024252B" w:rsidRPr="002813C1">
        <w:t>Elle lui vendait le droit d</w:t>
      </w:r>
      <w:r>
        <w:t>’</w:t>
      </w:r>
      <w:r w:rsidR="0024252B" w:rsidRPr="002813C1">
        <w:t>adopter leur fille</w:t>
      </w:r>
      <w:r>
        <w:t> !…</w:t>
      </w:r>
    </w:p>
    <w:p w14:paraId="66EDBDA5" w14:textId="77777777" w:rsidR="00B77E03" w:rsidRDefault="0024252B" w:rsidP="00B77E03">
      <w:r w:rsidRPr="002813C1">
        <w:t>Bizarrerie de l</w:t>
      </w:r>
      <w:r w:rsidR="00B77E03">
        <w:t>’</w:t>
      </w:r>
      <w:r w:rsidRPr="002813C1">
        <w:t>esprit humain</w:t>
      </w:r>
      <w:r w:rsidR="00B77E03">
        <w:t xml:space="preserve"> !… </w:t>
      </w:r>
      <w:r w:rsidRPr="002813C1">
        <w:t>C</w:t>
      </w:r>
      <w:r w:rsidR="00B77E03">
        <w:t>’</w:t>
      </w:r>
      <w:r w:rsidRPr="002813C1">
        <w:t>était cette circonstance</w:t>
      </w:r>
      <w:r w:rsidR="00B77E03">
        <w:t xml:space="preserve">, </w:t>
      </w:r>
      <w:r w:rsidRPr="002813C1">
        <w:t>presque futile</w:t>
      </w:r>
      <w:r w:rsidR="00B77E03">
        <w:t xml:space="preserve">, </w:t>
      </w:r>
      <w:r w:rsidRPr="002813C1">
        <w:t>parmi tant d</w:t>
      </w:r>
      <w:r w:rsidR="00B77E03">
        <w:t>’</w:t>
      </w:r>
      <w:r w:rsidRPr="002813C1">
        <w:t>autres</w:t>
      </w:r>
      <w:r w:rsidR="00B77E03">
        <w:t xml:space="preserve">, </w:t>
      </w:r>
      <w:r w:rsidRPr="002813C1">
        <w:t>vraiment abominables</w:t>
      </w:r>
      <w:r w:rsidR="00B77E03">
        <w:t xml:space="preserve">, </w:t>
      </w:r>
      <w:r w:rsidRPr="002813C1">
        <w:t>qui transportait de rage le malheureux baron</w:t>
      </w:r>
      <w:r w:rsidR="00B77E03">
        <w:t xml:space="preserve">. </w:t>
      </w:r>
      <w:r w:rsidRPr="002813C1">
        <w:t>À quoi donc lui servait d</w:t>
      </w:r>
      <w:r w:rsidR="00B77E03">
        <w:t>’</w:t>
      </w:r>
      <w:r w:rsidRPr="002813C1">
        <w:t>être devenu</w:t>
      </w:r>
      <w:r w:rsidR="00B77E03">
        <w:t xml:space="preserve">, </w:t>
      </w:r>
      <w:r w:rsidRPr="002813C1">
        <w:t>l</w:t>
      </w:r>
      <w:r w:rsidR="00B77E03">
        <w:t>’</w:t>
      </w:r>
      <w:r w:rsidRPr="002813C1">
        <w:t>un des hommes les plus riches de Paris</w:t>
      </w:r>
      <w:r w:rsidR="00B77E03">
        <w:t xml:space="preserve"> !… </w:t>
      </w:r>
      <w:r w:rsidRPr="002813C1">
        <w:t>Il donnait à sa femme</w:t>
      </w:r>
      <w:r w:rsidR="00B77E03">
        <w:t xml:space="preserve">, </w:t>
      </w:r>
      <w:r w:rsidRPr="002813C1">
        <w:t>uniquement pour sa toilette et ses caprices</w:t>
      </w:r>
      <w:r w:rsidR="00B77E03">
        <w:t xml:space="preserve">, </w:t>
      </w:r>
      <w:r w:rsidR="00B77E03" w:rsidRPr="002813C1">
        <w:t>8</w:t>
      </w:r>
      <w:r w:rsidR="00B77E03">
        <w:t>,</w:t>
      </w:r>
      <w:r w:rsidR="00B77E03" w:rsidRPr="002813C1">
        <w:t>0</w:t>
      </w:r>
      <w:r w:rsidRPr="002813C1">
        <w:t>00 francs par mois</w:t>
      </w:r>
      <w:r w:rsidR="00B77E03">
        <w:t xml:space="preserve">, </w:t>
      </w:r>
      <w:r w:rsidRPr="002813C1">
        <w:t>près de 10</w:t>
      </w:r>
      <w:r w:rsidR="00B77E03" w:rsidRPr="002813C1">
        <w:t>0</w:t>
      </w:r>
      <w:r w:rsidR="00B77E03">
        <w:t>,</w:t>
      </w:r>
      <w:r w:rsidR="00B77E03" w:rsidRPr="002813C1">
        <w:t>0</w:t>
      </w:r>
      <w:r w:rsidRPr="002813C1">
        <w:t>00 francs par an</w:t>
      </w:r>
      <w:r w:rsidR="00B77E03">
        <w:t xml:space="preserve"> ; </w:t>
      </w:r>
      <w:r w:rsidRPr="002813C1">
        <w:t>il n</w:t>
      </w:r>
      <w:r w:rsidR="00B77E03">
        <w:t>’</w:t>
      </w:r>
      <w:r w:rsidRPr="002813C1">
        <w:t>y avait pas de trimestre où il ne lui payât pour une bonne somme de dettes</w:t>
      </w:r>
      <w:r w:rsidR="00B77E03">
        <w:t xml:space="preserve">, </w:t>
      </w:r>
      <w:r w:rsidRPr="002813C1">
        <w:t>et</w:t>
      </w:r>
      <w:r w:rsidR="00B77E03">
        <w:t xml:space="preserve">, </w:t>
      </w:r>
      <w:r w:rsidRPr="002813C1">
        <w:t>malgré tout</w:t>
      </w:r>
      <w:r w:rsidR="00B77E03">
        <w:t xml:space="preserve">, </w:t>
      </w:r>
      <w:r w:rsidRPr="002813C1">
        <w:t>elle exigeait de l</w:t>
      </w:r>
      <w:r w:rsidR="00B77E03">
        <w:t>’</w:t>
      </w:r>
      <w:r w:rsidRPr="002813C1">
        <w:t>argent de l</w:t>
      </w:r>
      <w:r w:rsidR="00B77E03">
        <w:t>’</w:t>
      </w:r>
      <w:r w:rsidRPr="002813C1">
        <w:t>homme qui jadis l</w:t>
      </w:r>
      <w:r w:rsidR="00B77E03">
        <w:t>’</w:t>
      </w:r>
      <w:r w:rsidRPr="002813C1">
        <w:t>avait aimée</w:t>
      </w:r>
      <w:r w:rsidR="00B77E03">
        <w:t>…</w:t>
      </w:r>
    </w:p>
    <w:p w14:paraId="66D7F3AB" w14:textId="77777777" w:rsidR="00B77E03" w:rsidRDefault="00B77E03" w:rsidP="00B77E03">
      <w:r>
        <w:lastRenderedPageBreak/>
        <w:t>— </w:t>
      </w:r>
      <w:r w:rsidR="0024252B" w:rsidRPr="002813C1">
        <w:t xml:space="preserve">Que </w:t>
      </w:r>
      <w:proofErr w:type="spellStart"/>
      <w:r w:rsidR="0024252B" w:rsidRPr="002813C1">
        <w:t>fait-elle</w:t>
      </w:r>
      <w:proofErr w:type="spellEnd"/>
      <w:r w:rsidR="0024252B" w:rsidRPr="002813C1">
        <w:t xml:space="preserve"> de tout cela</w:t>
      </w:r>
      <w:r>
        <w:t xml:space="preserve"> ? </w:t>
      </w:r>
      <w:r w:rsidR="0024252B" w:rsidRPr="002813C1">
        <w:t>grondait le baron</w:t>
      </w:r>
      <w:r>
        <w:t xml:space="preserve">, </w:t>
      </w:r>
      <w:r w:rsidR="0024252B" w:rsidRPr="002813C1">
        <w:t>ivre de douleur et de colère</w:t>
      </w:r>
      <w:r>
        <w:t xml:space="preserve">… </w:t>
      </w:r>
      <w:r w:rsidR="0024252B" w:rsidRPr="002813C1">
        <w:t>Par quel miracle de profusion réussit-elle à dissiper les revenus de plusieurs millions</w:t>
      </w:r>
      <w:r>
        <w:t> !…</w:t>
      </w:r>
    </w:p>
    <w:p w14:paraId="2A3BA1D9" w14:textId="77777777" w:rsidR="00B77E03" w:rsidRDefault="0024252B" w:rsidP="00B77E03">
      <w:r w:rsidRPr="002813C1">
        <w:t>Un nom</w:t>
      </w:r>
      <w:r w:rsidR="00B77E03">
        <w:t xml:space="preserve">, </w:t>
      </w:r>
      <w:r w:rsidRPr="002813C1">
        <w:t xml:space="preserve">le nom de Fernand de </w:t>
      </w:r>
      <w:proofErr w:type="spellStart"/>
      <w:r w:rsidRPr="002813C1">
        <w:t>Coralth</w:t>
      </w:r>
      <w:proofErr w:type="spellEnd"/>
      <w:r w:rsidR="00B77E03">
        <w:t xml:space="preserve">, </w:t>
      </w:r>
      <w:r w:rsidRPr="002813C1">
        <w:t>montait à ses lèvres</w:t>
      </w:r>
      <w:r w:rsidR="00B77E03">
        <w:t xml:space="preserve">… </w:t>
      </w:r>
      <w:r w:rsidRPr="002813C1">
        <w:t>mais il ne le prononça pas</w:t>
      </w:r>
      <w:r w:rsidR="00B77E03">
        <w:t xml:space="preserve">. </w:t>
      </w:r>
      <w:r w:rsidRPr="002813C1">
        <w:t>Il venait de s</w:t>
      </w:r>
      <w:r w:rsidR="00B77E03">
        <w:t>’</w:t>
      </w:r>
      <w:r w:rsidRPr="002813C1">
        <w:t>apercevoir enfin de la présence de Pascal</w:t>
      </w:r>
      <w:r w:rsidR="00B77E03">
        <w:t xml:space="preserve"> ; </w:t>
      </w:r>
      <w:r w:rsidRPr="002813C1">
        <w:t>il l</w:t>
      </w:r>
      <w:r w:rsidR="00B77E03">
        <w:t>’</w:t>
      </w:r>
      <w:r w:rsidRPr="002813C1">
        <w:t>avait oublié</w:t>
      </w:r>
      <w:r w:rsidR="00B77E03">
        <w:t>.</w:t>
      </w:r>
    </w:p>
    <w:p w14:paraId="04722517" w14:textId="58A3D7BC" w:rsidR="00B77E03" w:rsidRDefault="00B77E03" w:rsidP="00B77E03">
      <w:r>
        <w:t>— </w:t>
      </w:r>
      <w:r w:rsidR="0024252B" w:rsidRPr="002813C1">
        <w:t>Eh bien</w:t>
      </w:r>
      <w:r>
        <w:t> ! M. </w:t>
      </w:r>
      <w:proofErr w:type="spellStart"/>
      <w:r w:rsidR="0024252B" w:rsidRPr="002813C1">
        <w:t>Férailleur</w:t>
      </w:r>
      <w:proofErr w:type="spellEnd"/>
      <w:r>
        <w:t xml:space="preserve">, </w:t>
      </w:r>
      <w:r w:rsidR="0024252B" w:rsidRPr="002813C1">
        <w:t>fit-il de l</w:t>
      </w:r>
      <w:r>
        <w:t>’</w:t>
      </w:r>
      <w:r w:rsidR="0024252B" w:rsidRPr="002813C1">
        <w:t>air d</w:t>
      </w:r>
      <w:r>
        <w:t>’</w:t>
      </w:r>
      <w:r w:rsidR="0024252B" w:rsidRPr="002813C1">
        <w:t>un homme qui s</w:t>
      </w:r>
      <w:r>
        <w:t>’</w:t>
      </w:r>
      <w:r w:rsidR="0024252B" w:rsidRPr="002813C1">
        <w:t>éveille en sursaut</w:t>
      </w:r>
      <w:r>
        <w:t xml:space="preserve">, </w:t>
      </w:r>
      <w:r w:rsidR="0024252B" w:rsidRPr="002813C1">
        <w:t>après quelque terrible cauchemar</w:t>
      </w:r>
      <w:r>
        <w:t>.</w:t>
      </w:r>
    </w:p>
    <w:p w14:paraId="3504E934" w14:textId="77777777" w:rsidR="00B77E03" w:rsidRDefault="0024252B" w:rsidP="00B77E03">
      <w:r w:rsidRPr="002813C1">
        <w:t>Pascal essaya de répondre</w:t>
      </w:r>
      <w:r w:rsidR="00B77E03">
        <w:t xml:space="preserve">, </w:t>
      </w:r>
      <w:r w:rsidRPr="002813C1">
        <w:t>il ne put</w:t>
      </w:r>
      <w:r w:rsidR="00B77E03">
        <w:t xml:space="preserve">, </w:t>
      </w:r>
      <w:r w:rsidRPr="002813C1">
        <w:t>tant ses pensées tourbillonnaient dans son cerveau</w:t>
      </w:r>
      <w:r w:rsidR="00B77E03">
        <w:t>.</w:t>
      </w:r>
    </w:p>
    <w:p w14:paraId="1AD1D1BF" w14:textId="668CA962" w:rsidR="00B77E03" w:rsidRDefault="00B77E03" w:rsidP="00B77E03">
      <w:r>
        <w:t>— </w:t>
      </w:r>
      <w:r w:rsidR="0024252B" w:rsidRPr="002813C1">
        <w:t xml:space="preserve">Vous avez entendu </w:t>
      </w:r>
      <w:r>
        <w:t>M. de </w:t>
      </w:r>
      <w:proofErr w:type="spellStart"/>
      <w:r w:rsidR="0024252B" w:rsidRPr="002813C1">
        <w:t>Valorsay</w:t>
      </w:r>
      <w:proofErr w:type="spellEnd"/>
      <w:r>
        <w:t xml:space="preserve"> ? </w:t>
      </w:r>
      <w:r w:rsidR="0024252B" w:rsidRPr="002813C1">
        <w:t>poursuivit le baron</w:t>
      </w:r>
      <w:r>
        <w:t xml:space="preserve">. </w:t>
      </w:r>
      <w:r w:rsidR="0024252B" w:rsidRPr="002813C1">
        <w:t>Maintenant nous savons</w:t>
      </w:r>
      <w:r>
        <w:t xml:space="preserve">, </w:t>
      </w:r>
      <w:r w:rsidR="0024252B" w:rsidRPr="002813C1">
        <w:t>à n</w:t>
      </w:r>
      <w:r>
        <w:t>’</w:t>
      </w:r>
      <w:r w:rsidR="0024252B" w:rsidRPr="002813C1">
        <w:t>en pouvoir douter</w:t>
      </w:r>
      <w:r>
        <w:t xml:space="preserve">, </w:t>
      </w:r>
      <w:r w:rsidR="0024252B" w:rsidRPr="002813C1">
        <w:t xml:space="preserve">qui est la mère de </w:t>
      </w:r>
      <w:r>
        <w:t>M</w:t>
      </w:r>
      <w:r w:rsidRPr="00B77E03">
        <w:rPr>
          <w:vertAlign w:val="superscript"/>
        </w:rPr>
        <w:t>lle</w:t>
      </w:r>
      <w:r>
        <w:t> </w:t>
      </w:r>
      <w:r w:rsidR="0024252B" w:rsidRPr="002813C1">
        <w:t>Marguerite</w:t>
      </w:r>
      <w:r>
        <w:t xml:space="preserve">… </w:t>
      </w:r>
      <w:r w:rsidR="0024252B" w:rsidRPr="002813C1">
        <w:t>Que faire</w:t>
      </w:r>
      <w:r>
        <w:t xml:space="preserve"> ?… </w:t>
      </w:r>
      <w:r w:rsidR="0024252B" w:rsidRPr="002813C1">
        <w:t>Que feriez-vous à ma place</w:t>
      </w:r>
      <w:r>
        <w:t> ?</w:t>
      </w:r>
    </w:p>
    <w:p w14:paraId="0033154A" w14:textId="77777777" w:rsidR="00B77E03" w:rsidRDefault="00B77E03" w:rsidP="00B77E03">
      <w:r>
        <w:t>— </w:t>
      </w:r>
      <w:r w:rsidR="0024252B" w:rsidRPr="002813C1">
        <w:t>Eh</w:t>
      </w:r>
      <w:r>
        <w:t xml:space="preserve"> ! </w:t>
      </w:r>
      <w:r w:rsidR="0024252B" w:rsidRPr="002813C1">
        <w:t>monsieur</w:t>
      </w:r>
      <w:r>
        <w:t xml:space="preserve">, </w:t>
      </w:r>
      <w:r w:rsidR="0024252B" w:rsidRPr="002813C1">
        <w:t>le sais-je</w:t>
      </w:r>
      <w:r>
        <w:t> !…</w:t>
      </w:r>
    </w:p>
    <w:p w14:paraId="03E47F46" w14:textId="69304358" w:rsidR="00B77E03" w:rsidRDefault="00B77E03" w:rsidP="00B77E03">
      <w:r>
        <w:t>— </w:t>
      </w:r>
      <w:r w:rsidR="0024252B" w:rsidRPr="002813C1">
        <w:t>Vrai</w:t>
      </w:r>
      <w:r>
        <w:t xml:space="preserve">, </w:t>
      </w:r>
      <w:r w:rsidR="0024252B" w:rsidRPr="002813C1">
        <w:t>votre première pensée ne serait pas une pensée de vengeance</w:t>
      </w:r>
      <w:r>
        <w:t xml:space="preserve"> ?… </w:t>
      </w:r>
      <w:r w:rsidR="0024252B" w:rsidRPr="002813C1">
        <w:t>Ç</w:t>
      </w:r>
      <w:r>
        <w:t>’</w:t>
      </w:r>
      <w:r w:rsidR="0024252B" w:rsidRPr="002813C1">
        <w:t>a été la mienne</w:t>
      </w:r>
      <w:r>
        <w:t xml:space="preserve">… </w:t>
      </w:r>
      <w:r w:rsidR="0024252B" w:rsidRPr="002813C1">
        <w:t>Mais de qui me venger</w:t>
      </w:r>
      <w:r>
        <w:t xml:space="preserve"> ?… </w:t>
      </w:r>
      <w:r w:rsidR="0024252B" w:rsidRPr="002813C1">
        <w:t xml:space="preserve">Du comte de </w:t>
      </w:r>
      <w:proofErr w:type="spellStart"/>
      <w:r w:rsidR="0024252B" w:rsidRPr="002813C1">
        <w:t>Chalusse</w:t>
      </w:r>
      <w:proofErr w:type="spellEnd"/>
      <w:r>
        <w:t xml:space="preserve"> ? </w:t>
      </w:r>
      <w:r w:rsidR="0024252B" w:rsidRPr="002813C1">
        <w:t>Il est mort</w:t>
      </w:r>
      <w:r>
        <w:t xml:space="preserve">… </w:t>
      </w:r>
      <w:r w:rsidR="0024252B" w:rsidRPr="002813C1">
        <w:t>De ma femme</w:t>
      </w:r>
      <w:r>
        <w:t xml:space="preserve"> ? </w:t>
      </w:r>
      <w:r w:rsidR="0024252B" w:rsidRPr="002813C1">
        <w:t>Oui</w:t>
      </w:r>
      <w:r>
        <w:t xml:space="preserve">, </w:t>
      </w:r>
      <w:r w:rsidR="0024252B" w:rsidRPr="002813C1">
        <w:t>je le devrais</w:t>
      </w:r>
      <w:r>
        <w:t xml:space="preserve">, </w:t>
      </w:r>
      <w:r w:rsidR="0024252B" w:rsidRPr="002813C1">
        <w:t>mais je n</w:t>
      </w:r>
      <w:r>
        <w:t>’</w:t>
      </w:r>
      <w:r w:rsidR="0024252B" w:rsidRPr="002813C1">
        <w:t>en aurais pas le courage</w:t>
      </w:r>
      <w:r>
        <w:t xml:space="preserve">… </w:t>
      </w:r>
      <w:r w:rsidR="0024252B" w:rsidRPr="002813C1">
        <w:t xml:space="preserve">Reste </w:t>
      </w:r>
      <w:r>
        <w:t>M</w:t>
      </w:r>
      <w:r w:rsidRPr="00B77E03">
        <w:rPr>
          <w:vertAlign w:val="superscript"/>
        </w:rPr>
        <w:t>lle</w:t>
      </w:r>
      <w:r>
        <w:t> </w:t>
      </w:r>
      <w:r w:rsidR="0024252B" w:rsidRPr="002813C1">
        <w:t>Marguerite</w:t>
      </w:r>
      <w:r>
        <w:t>…</w:t>
      </w:r>
    </w:p>
    <w:p w14:paraId="62F29374" w14:textId="77777777" w:rsidR="00B77E03" w:rsidRDefault="00B77E03" w:rsidP="00B77E03">
      <w:r>
        <w:t>— </w:t>
      </w:r>
      <w:r w:rsidR="0024252B" w:rsidRPr="002813C1">
        <w:t>Mais elle est innocente</w:t>
      </w:r>
      <w:r>
        <w:t xml:space="preserve">, </w:t>
      </w:r>
      <w:r w:rsidR="0024252B" w:rsidRPr="002813C1">
        <w:t>elle</w:t>
      </w:r>
      <w:r>
        <w:t xml:space="preserve">, </w:t>
      </w:r>
      <w:r w:rsidR="0024252B" w:rsidRPr="002813C1">
        <w:t>monsieur</w:t>
      </w:r>
      <w:r>
        <w:t xml:space="preserve">, </w:t>
      </w:r>
      <w:r w:rsidR="0024252B" w:rsidRPr="002813C1">
        <w:t>mais elle ne vous a jamais offensé</w:t>
      </w:r>
      <w:r>
        <w:t>…</w:t>
      </w:r>
    </w:p>
    <w:p w14:paraId="69D49BD9" w14:textId="77777777" w:rsidR="00B77E03" w:rsidRDefault="0024252B" w:rsidP="00B77E03">
      <w:r w:rsidRPr="002813C1">
        <w:t>Cette exclamation</w:t>
      </w:r>
      <w:r w:rsidR="00B77E03">
        <w:t xml:space="preserve">, </w:t>
      </w:r>
      <w:r w:rsidRPr="002813C1">
        <w:t>le baron ne sembla pas l</w:t>
      </w:r>
      <w:r w:rsidR="00B77E03">
        <w:t>’</w:t>
      </w:r>
      <w:r w:rsidRPr="002813C1">
        <w:t>entendre</w:t>
      </w:r>
      <w:r w:rsidR="00B77E03">
        <w:t>.</w:t>
      </w:r>
    </w:p>
    <w:p w14:paraId="6D6D8910" w14:textId="77BD0271" w:rsidR="00B77E03" w:rsidRDefault="00B77E03" w:rsidP="00B77E03">
      <w:r>
        <w:t>— </w:t>
      </w:r>
      <w:r w:rsidR="0024252B" w:rsidRPr="002813C1">
        <w:t>Et que faudrait-il</w:t>
      </w:r>
      <w:r>
        <w:t xml:space="preserve">, </w:t>
      </w:r>
      <w:r w:rsidR="0024252B" w:rsidRPr="002813C1">
        <w:t>poursuivit-il</w:t>
      </w:r>
      <w:r>
        <w:t xml:space="preserve">, </w:t>
      </w:r>
      <w:r w:rsidR="0024252B" w:rsidRPr="002813C1">
        <w:t xml:space="preserve">pour que </w:t>
      </w:r>
      <w:r>
        <w:t>M</w:t>
      </w:r>
      <w:r w:rsidRPr="00B77E03">
        <w:rPr>
          <w:vertAlign w:val="superscript"/>
        </w:rPr>
        <w:t>lle</w:t>
      </w:r>
      <w:r>
        <w:t> </w:t>
      </w:r>
      <w:r w:rsidR="0024252B" w:rsidRPr="002813C1">
        <w:t>Marguerite fût</w:t>
      </w:r>
      <w:r>
        <w:t xml:space="preserve">, </w:t>
      </w:r>
      <w:r w:rsidR="0024252B" w:rsidRPr="002813C1">
        <w:t>sa vie durant</w:t>
      </w:r>
      <w:r>
        <w:t xml:space="preserve">, </w:t>
      </w:r>
      <w:r w:rsidR="0024252B" w:rsidRPr="002813C1">
        <w:t>la plus misérable des créatures</w:t>
      </w:r>
      <w:r>
        <w:t xml:space="preserve">… </w:t>
      </w:r>
      <w:r w:rsidR="0024252B" w:rsidRPr="002813C1">
        <w:t>simplement favoriser son mariage avec le marquis</w:t>
      </w:r>
      <w:r>
        <w:t xml:space="preserve">… </w:t>
      </w:r>
      <w:r w:rsidR="0024252B" w:rsidRPr="002813C1">
        <w:t>Ah</w:t>
      </w:r>
      <w:r>
        <w:t xml:space="preserve"> ! </w:t>
      </w:r>
      <w:r w:rsidR="0024252B" w:rsidRPr="002813C1">
        <w:t>il lui ferait expier cruellement le crime de sa naissance</w:t>
      </w:r>
      <w:r>
        <w:t>…</w:t>
      </w:r>
    </w:p>
    <w:p w14:paraId="37231EE5" w14:textId="77777777" w:rsidR="00B77E03" w:rsidRDefault="00B77E03" w:rsidP="00B77E03">
      <w:r>
        <w:lastRenderedPageBreak/>
        <w:t>— </w:t>
      </w:r>
      <w:r w:rsidR="0024252B" w:rsidRPr="002813C1">
        <w:t>Mais vous ne ferez pas cela</w:t>
      </w:r>
      <w:r>
        <w:t xml:space="preserve">, </w:t>
      </w:r>
      <w:r w:rsidR="0024252B" w:rsidRPr="002813C1">
        <w:t>s</w:t>
      </w:r>
      <w:r>
        <w:t>’</w:t>
      </w:r>
      <w:r w:rsidR="0024252B" w:rsidRPr="002813C1">
        <w:t>écria Pascal hors de lui</w:t>
      </w:r>
      <w:r>
        <w:t xml:space="preserve">, </w:t>
      </w:r>
      <w:r w:rsidR="0024252B" w:rsidRPr="002813C1">
        <w:t>ce serait une effroyable lâcheté</w:t>
      </w:r>
      <w:r>
        <w:t xml:space="preserve">, </w:t>
      </w:r>
      <w:r w:rsidR="0024252B" w:rsidRPr="002813C1">
        <w:t>et je ne le permettrais pas</w:t>
      </w:r>
      <w:r>
        <w:t xml:space="preserve">… </w:t>
      </w:r>
      <w:r w:rsidR="0024252B" w:rsidRPr="002813C1">
        <w:t>Jamais</w:t>
      </w:r>
      <w:r>
        <w:t xml:space="preserve">, </w:t>
      </w:r>
      <w:r w:rsidR="0024252B" w:rsidRPr="002813C1">
        <w:t>je le jure devant Dieu</w:t>
      </w:r>
      <w:r>
        <w:t xml:space="preserve">, </w:t>
      </w:r>
      <w:r w:rsidR="0024252B" w:rsidRPr="002813C1">
        <w:t>jamais</w:t>
      </w:r>
      <w:r>
        <w:t xml:space="preserve">, </w:t>
      </w:r>
      <w:r w:rsidR="0024252B" w:rsidRPr="002813C1">
        <w:t>moi vivant</w:t>
      </w:r>
      <w:r>
        <w:t xml:space="preserve">, </w:t>
      </w:r>
      <w:proofErr w:type="spellStart"/>
      <w:r w:rsidR="0024252B" w:rsidRPr="002813C1">
        <w:t>Valorsay</w:t>
      </w:r>
      <w:proofErr w:type="spellEnd"/>
      <w:r w:rsidR="0024252B" w:rsidRPr="002813C1">
        <w:t xml:space="preserve"> n</w:t>
      </w:r>
      <w:r>
        <w:t>’</w:t>
      </w:r>
      <w:r w:rsidR="0024252B" w:rsidRPr="002813C1">
        <w:t>épousera Marguerite</w:t>
      </w:r>
      <w:r>
        <w:t xml:space="preserve">… </w:t>
      </w:r>
      <w:r w:rsidR="0024252B" w:rsidRPr="002813C1">
        <w:t>Il se peut que je sois vaincu dans la lutte que j</w:t>
      </w:r>
      <w:r>
        <w:t>’</w:t>
      </w:r>
      <w:r w:rsidR="0024252B" w:rsidRPr="002813C1">
        <w:t>entreprends</w:t>
      </w:r>
      <w:r>
        <w:t xml:space="preserve"> ; </w:t>
      </w:r>
      <w:r w:rsidR="0024252B" w:rsidRPr="002813C1">
        <w:t>il se peut qu</w:t>
      </w:r>
      <w:r>
        <w:t>’</w:t>
      </w:r>
      <w:r w:rsidR="0024252B" w:rsidRPr="002813C1">
        <w:t>il la conduise jusqu</w:t>
      </w:r>
      <w:r>
        <w:t>’</w:t>
      </w:r>
      <w:r w:rsidR="0024252B" w:rsidRPr="002813C1">
        <w:t>au seuil de l</w:t>
      </w:r>
      <w:r>
        <w:t>’</w:t>
      </w:r>
      <w:r w:rsidR="0024252B" w:rsidRPr="002813C1">
        <w:t>église</w:t>
      </w:r>
      <w:r>
        <w:t xml:space="preserve">, </w:t>
      </w:r>
      <w:r w:rsidR="0024252B" w:rsidRPr="002813C1">
        <w:t>mais là</w:t>
      </w:r>
      <w:r>
        <w:t xml:space="preserve">, </w:t>
      </w:r>
      <w:r w:rsidR="0024252B" w:rsidRPr="002813C1">
        <w:t>il me trouvera</w:t>
      </w:r>
      <w:r>
        <w:t xml:space="preserve">, </w:t>
      </w:r>
      <w:r w:rsidR="0024252B" w:rsidRPr="002813C1">
        <w:t>armé</w:t>
      </w:r>
      <w:r>
        <w:t xml:space="preserve">… </w:t>
      </w:r>
      <w:r w:rsidR="0024252B" w:rsidRPr="002813C1">
        <w:t>et je ferai justice</w:t>
      </w:r>
      <w:r>
        <w:t xml:space="preserve">… </w:t>
      </w:r>
      <w:r w:rsidR="0024252B" w:rsidRPr="002813C1">
        <w:t>On fera de moi après ce qu</w:t>
      </w:r>
      <w:r>
        <w:t>’</w:t>
      </w:r>
      <w:r w:rsidR="0024252B" w:rsidRPr="002813C1">
        <w:t>on voudra</w:t>
      </w:r>
      <w:r>
        <w:t> !…</w:t>
      </w:r>
    </w:p>
    <w:p w14:paraId="11997C21" w14:textId="77777777" w:rsidR="00B77E03" w:rsidRDefault="0024252B" w:rsidP="00B77E03">
      <w:r w:rsidRPr="002813C1">
        <w:t>Le baron le considérait avec une émotion extraordinaire</w:t>
      </w:r>
      <w:r w:rsidR="00B77E03">
        <w:t>.</w:t>
      </w:r>
    </w:p>
    <w:p w14:paraId="36F9BE0C" w14:textId="77777777" w:rsidR="00B77E03" w:rsidRDefault="00B77E03" w:rsidP="00B77E03">
      <w:r>
        <w:t>— </w:t>
      </w:r>
      <w:r w:rsidR="0024252B" w:rsidRPr="002813C1">
        <w:t>Ah</w:t>
      </w:r>
      <w:r>
        <w:t xml:space="preserve"> !… </w:t>
      </w:r>
      <w:r w:rsidR="0024252B" w:rsidRPr="002813C1">
        <w:t>vous savez aimer</w:t>
      </w:r>
      <w:r>
        <w:t xml:space="preserve">, </w:t>
      </w:r>
      <w:r w:rsidR="0024252B" w:rsidRPr="002813C1">
        <w:t>vous</w:t>
      </w:r>
      <w:r>
        <w:t> !…</w:t>
      </w:r>
    </w:p>
    <w:p w14:paraId="68729D31" w14:textId="77777777" w:rsidR="00B77E03" w:rsidRDefault="0024252B" w:rsidP="00B77E03">
      <w:r w:rsidRPr="002813C1">
        <w:t>Et d</w:t>
      </w:r>
      <w:r w:rsidR="00B77E03">
        <w:t>’</w:t>
      </w:r>
      <w:r w:rsidRPr="002813C1">
        <w:t>une voix sourde</w:t>
      </w:r>
      <w:r w:rsidR="00B77E03">
        <w:t xml:space="preserve">, </w:t>
      </w:r>
      <w:r w:rsidRPr="002813C1">
        <w:t>il ajouta</w:t>
      </w:r>
      <w:r w:rsidR="00B77E03">
        <w:t> :</w:t>
      </w:r>
    </w:p>
    <w:p w14:paraId="3456CF5D" w14:textId="77777777" w:rsidR="00B77E03" w:rsidRDefault="00B77E03" w:rsidP="00B77E03">
      <w:r>
        <w:t>— </w:t>
      </w:r>
      <w:r w:rsidR="0024252B" w:rsidRPr="002813C1">
        <w:t>Voilà comment j</w:t>
      </w:r>
      <w:r>
        <w:t>’</w:t>
      </w:r>
      <w:r w:rsidR="0024252B" w:rsidRPr="002813C1">
        <w:t>aimais la mère de Marguerite</w:t>
      </w:r>
      <w:r>
        <w:t> !…</w:t>
      </w:r>
    </w:p>
    <w:p w14:paraId="0A729D2D" w14:textId="77777777" w:rsidR="00B77E03" w:rsidRDefault="0024252B" w:rsidP="00B77E03">
      <w:r w:rsidRPr="002813C1">
        <w:t>Le déjeuner n</w:t>
      </w:r>
      <w:r w:rsidR="00B77E03">
        <w:t>’</w:t>
      </w:r>
      <w:r w:rsidRPr="002813C1">
        <w:t>avait pas été desservi</w:t>
      </w:r>
      <w:r w:rsidR="00B77E03">
        <w:t xml:space="preserve">, </w:t>
      </w:r>
      <w:r w:rsidRPr="002813C1">
        <w:t>et il restait sur la table une carafe pleine d</w:t>
      </w:r>
      <w:r w:rsidR="00B77E03">
        <w:t>’</w:t>
      </w:r>
      <w:r w:rsidRPr="002813C1">
        <w:t>eau</w:t>
      </w:r>
      <w:r w:rsidR="00B77E03">
        <w:t xml:space="preserve"> ; </w:t>
      </w:r>
      <w:r w:rsidRPr="002813C1">
        <w:t>le baron s</w:t>
      </w:r>
      <w:r w:rsidR="00B77E03">
        <w:t>’</w:t>
      </w:r>
      <w:r w:rsidRPr="002813C1">
        <w:t>en versa coup sur coup deux grands verres qu</w:t>
      </w:r>
      <w:r w:rsidR="00B77E03">
        <w:t>’</w:t>
      </w:r>
      <w:r w:rsidRPr="002813C1">
        <w:t>il but avec une avidité fiévreuse</w:t>
      </w:r>
      <w:r w:rsidR="00B77E03">
        <w:t xml:space="preserve">, </w:t>
      </w:r>
      <w:r w:rsidRPr="002813C1">
        <w:t>puis il se mit à marcher</w:t>
      </w:r>
      <w:r w:rsidR="00B77E03">
        <w:t xml:space="preserve">, </w:t>
      </w:r>
      <w:r w:rsidRPr="002813C1">
        <w:t>comme au hasard</w:t>
      </w:r>
      <w:r w:rsidR="00B77E03">
        <w:t xml:space="preserve">, </w:t>
      </w:r>
      <w:r w:rsidRPr="002813C1">
        <w:t>autour de la salle</w:t>
      </w:r>
      <w:r w:rsidR="00B77E03">
        <w:t>.</w:t>
      </w:r>
    </w:p>
    <w:p w14:paraId="4919ABA0" w14:textId="77777777" w:rsidR="00B77E03" w:rsidRDefault="0024252B" w:rsidP="00B77E03">
      <w:r w:rsidRPr="002813C1">
        <w:t>Pascal se taisait</w:t>
      </w:r>
      <w:r w:rsidR="00B77E03">
        <w:t>…</w:t>
      </w:r>
    </w:p>
    <w:p w14:paraId="5F6CBB52" w14:textId="77777777" w:rsidR="00B77E03" w:rsidRDefault="0024252B" w:rsidP="00B77E03">
      <w:r w:rsidRPr="002813C1">
        <w:t>Il lui semblait que c</w:t>
      </w:r>
      <w:r w:rsidR="00B77E03">
        <w:t>’</w:t>
      </w:r>
      <w:r w:rsidRPr="002813C1">
        <w:t>était sa destinée qui s</w:t>
      </w:r>
      <w:r w:rsidR="00B77E03">
        <w:t>’</w:t>
      </w:r>
      <w:r w:rsidRPr="002813C1">
        <w:t>agitait dans l</w:t>
      </w:r>
      <w:r w:rsidR="00B77E03">
        <w:t>’</w:t>
      </w:r>
      <w:r w:rsidRPr="002813C1">
        <w:t>esprit de cet homme</w:t>
      </w:r>
      <w:r w:rsidR="00B77E03">
        <w:t xml:space="preserve">, </w:t>
      </w:r>
      <w:r w:rsidRPr="002813C1">
        <w:t>et que de sa décision dépendait l</w:t>
      </w:r>
      <w:r w:rsidR="00B77E03">
        <w:t>’</w:t>
      </w:r>
      <w:r w:rsidRPr="002813C1">
        <w:t>avenir</w:t>
      </w:r>
      <w:r w:rsidR="00B77E03">
        <w:t>…</w:t>
      </w:r>
    </w:p>
    <w:p w14:paraId="66033ADD" w14:textId="77777777" w:rsidR="00B77E03" w:rsidRDefault="0024252B" w:rsidP="00B77E03">
      <w:r w:rsidRPr="002813C1">
        <w:t>L</w:t>
      </w:r>
      <w:r w:rsidR="00B77E03">
        <w:t>’</w:t>
      </w:r>
      <w:r w:rsidRPr="002813C1">
        <w:t>accusé qui attend le verdict du jury n</w:t>
      </w:r>
      <w:r w:rsidR="00B77E03">
        <w:t>’</w:t>
      </w:r>
      <w:r w:rsidRPr="002813C1">
        <w:t>a pas de pires angoisses</w:t>
      </w:r>
      <w:r w:rsidR="00B77E03">
        <w:t>.</w:t>
      </w:r>
    </w:p>
    <w:p w14:paraId="133082C7" w14:textId="77777777" w:rsidR="00B77E03" w:rsidRDefault="0024252B" w:rsidP="00B77E03">
      <w:r w:rsidRPr="002813C1">
        <w:t>Enfin</w:t>
      </w:r>
      <w:r w:rsidR="00B77E03">
        <w:t xml:space="preserve">, </w:t>
      </w:r>
      <w:r w:rsidRPr="002813C1">
        <w:t>au bout d</w:t>
      </w:r>
      <w:r w:rsidR="00B77E03">
        <w:t>’</w:t>
      </w:r>
      <w:r w:rsidRPr="002813C1">
        <w:t>une minute</w:t>
      </w:r>
      <w:r w:rsidR="00B77E03">
        <w:t xml:space="preserve">, </w:t>
      </w:r>
      <w:r w:rsidRPr="002813C1">
        <w:t>un siècle</w:t>
      </w:r>
      <w:r w:rsidR="00B77E03">
        <w:t xml:space="preserve">, </w:t>
      </w:r>
      <w:r w:rsidRPr="002813C1">
        <w:t>le baron s</w:t>
      </w:r>
      <w:r w:rsidR="00B77E03">
        <w:t>’</w:t>
      </w:r>
      <w:r w:rsidRPr="002813C1">
        <w:t>arrêta</w:t>
      </w:r>
      <w:r w:rsidR="00B77E03">
        <w:t>.</w:t>
      </w:r>
    </w:p>
    <w:p w14:paraId="26C70D1F" w14:textId="2B3F47D9" w:rsidR="00B77E03" w:rsidRDefault="00B77E03" w:rsidP="00B77E03">
      <w:r>
        <w:t>— </w:t>
      </w:r>
      <w:r w:rsidR="0024252B" w:rsidRPr="002813C1">
        <w:t>Après comme avant</w:t>
      </w:r>
      <w:r>
        <w:t>, M. </w:t>
      </w:r>
      <w:proofErr w:type="spellStart"/>
      <w:r w:rsidR="0024252B" w:rsidRPr="002813C1">
        <w:t>Férailleur</w:t>
      </w:r>
      <w:proofErr w:type="spellEnd"/>
      <w:r>
        <w:t xml:space="preserve">, </w:t>
      </w:r>
      <w:r w:rsidR="0024252B" w:rsidRPr="002813C1">
        <w:t>prononça-t-il d</w:t>
      </w:r>
      <w:r>
        <w:t>’</w:t>
      </w:r>
      <w:r w:rsidR="0024252B" w:rsidRPr="002813C1">
        <w:t>un ton brusque</w:t>
      </w:r>
      <w:r>
        <w:t xml:space="preserve">, </w:t>
      </w:r>
      <w:r w:rsidR="0024252B" w:rsidRPr="002813C1">
        <w:t>je suis pour vous et avec vous</w:t>
      </w:r>
      <w:r>
        <w:t xml:space="preserve">… </w:t>
      </w:r>
      <w:r w:rsidR="0024252B" w:rsidRPr="002813C1">
        <w:t>Donnez-moi la main</w:t>
      </w:r>
      <w:r>
        <w:t xml:space="preserve">… </w:t>
      </w:r>
      <w:r w:rsidR="0024252B" w:rsidRPr="002813C1">
        <w:t>bien</w:t>
      </w:r>
      <w:r>
        <w:t xml:space="preserve"> !… </w:t>
      </w:r>
      <w:r w:rsidR="0024252B" w:rsidRPr="002813C1">
        <w:t>Les honnêtes gens se doivent aide et assistance</w:t>
      </w:r>
      <w:r>
        <w:t xml:space="preserve">, </w:t>
      </w:r>
      <w:r w:rsidR="0024252B" w:rsidRPr="002813C1">
        <w:t>quand les coquins triomphent</w:t>
      </w:r>
      <w:r>
        <w:t xml:space="preserve">. </w:t>
      </w:r>
      <w:r w:rsidR="0024252B" w:rsidRPr="002813C1">
        <w:t>Nous vous réhabiliterons</w:t>
      </w:r>
      <w:r>
        <w:t xml:space="preserve">, </w:t>
      </w:r>
      <w:r w:rsidR="0024252B" w:rsidRPr="002813C1">
        <w:t>monsieur</w:t>
      </w:r>
      <w:r>
        <w:t xml:space="preserve"> !… </w:t>
      </w:r>
      <w:r w:rsidR="0024252B" w:rsidRPr="002813C1">
        <w:t xml:space="preserve">Nous démasquerons </w:t>
      </w:r>
      <w:proofErr w:type="spellStart"/>
      <w:r w:rsidR="0024252B" w:rsidRPr="002813C1">
        <w:t>Coralth</w:t>
      </w:r>
      <w:proofErr w:type="spellEnd"/>
      <w:r>
        <w:t xml:space="preserve">, </w:t>
      </w:r>
      <w:r w:rsidR="0024252B" w:rsidRPr="002813C1">
        <w:t>le misérable</w:t>
      </w:r>
      <w:r>
        <w:t xml:space="preserve">, </w:t>
      </w:r>
      <w:r w:rsidR="0024252B" w:rsidRPr="002813C1">
        <w:lastRenderedPageBreak/>
        <w:t xml:space="preserve">nous écraserons </w:t>
      </w:r>
      <w:proofErr w:type="spellStart"/>
      <w:r w:rsidR="0024252B" w:rsidRPr="002813C1">
        <w:t>Valorsay</w:t>
      </w:r>
      <w:proofErr w:type="spellEnd"/>
      <w:r>
        <w:t xml:space="preserve">, </w:t>
      </w:r>
      <w:r w:rsidR="0024252B" w:rsidRPr="002813C1">
        <w:t>s</w:t>
      </w:r>
      <w:r>
        <w:t>’</w:t>
      </w:r>
      <w:r w:rsidR="0024252B" w:rsidRPr="002813C1">
        <w:t>il a été vraiment l</w:t>
      </w:r>
      <w:r>
        <w:t>’</w:t>
      </w:r>
      <w:r w:rsidR="0024252B" w:rsidRPr="002813C1">
        <w:t>instigateur de l</w:t>
      </w:r>
      <w:r>
        <w:t>’</w:t>
      </w:r>
      <w:r w:rsidR="0024252B" w:rsidRPr="002813C1">
        <w:t>infamie qui vous a perdu</w:t>
      </w:r>
      <w:r>
        <w:t>.</w:t>
      </w:r>
    </w:p>
    <w:p w14:paraId="214524D9" w14:textId="77777777" w:rsidR="00B77E03" w:rsidRDefault="00B77E03" w:rsidP="00B77E03">
      <w:r>
        <w:t>— </w:t>
      </w:r>
      <w:r w:rsidR="0024252B" w:rsidRPr="002813C1">
        <w:t>Quoi</w:t>
      </w:r>
      <w:r>
        <w:t xml:space="preserve"> ! </w:t>
      </w:r>
      <w:r w:rsidR="0024252B" w:rsidRPr="002813C1">
        <w:t>monsieur</w:t>
      </w:r>
      <w:r>
        <w:t xml:space="preserve">, </w:t>
      </w:r>
      <w:r w:rsidR="0024252B" w:rsidRPr="002813C1">
        <w:t>après votre conversation avec lui</w:t>
      </w:r>
      <w:r>
        <w:t xml:space="preserve">, </w:t>
      </w:r>
      <w:r w:rsidR="0024252B" w:rsidRPr="002813C1">
        <w:t>vous doutez encore</w:t>
      </w:r>
      <w:r>
        <w:t> !</w:t>
      </w:r>
    </w:p>
    <w:p w14:paraId="37E7020B" w14:textId="77777777" w:rsidR="00B77E03" w:rsidRDefault="0024252B" w:rsidP="00B77E03">
      <w:r w:rsidRPr="002813C1">
        <w:t>Le baron hocha la tête</w:t>
      </w:r>
      <w:r w:rsidR="00B77E03">
        <w:t>.</w:t>
      </w:r>
    </w:p>
    <w:p w14:paraId="057614CC" w14:textId="77777777" w:rsidR="00B77E03" w:rsidRDefault="00B77E03" w:rsidP="00B77E03">
      <w:r>
        <w:t>— </w:t>
      </w:r>
      <w:r w:rsidR="0024252B" w:rsidRPr="002813C1">
        <w:t xml:space="preserve">Que </w:t>
      </w:r>
      <w:proofErr w:type="spellStart"/>
      <w:r w:rsidR="0024252B" w:rsidRPr="002813C1">
        <w:t>Valorsay</w:t>
      </w:r>
      <w:proofErr w:type="spellEnd"/>
      <w:r w:rsidR="0024252B" w:rsidRPr="002813C1">
        <w:t xml:space="preserve"> soit ruiné</w:t>
      </w:r>
      <w:r>
        <w:t xml:space="preserve">, </w:t>
      </w:r>
      <w:r w:rsidR="0024252B" w:rsidRPr="002813C1">
        <w:t>répondit-il</w:t>
      </w:r>
      <w:r>
        <w:t xml:space="preserve">, </w:t>
      </w:r>
      <w:r w:rsidR="0024252B" w:rsidRPr="002813C1">
        <w:t>je n</w:t>
      </w:r>
      <w:r>
        <w:t>’</w:t>
      </w:r>
      <w:r w:rsidR="0024252B" w:rsidRPr="002813C1">
        <w:t>en doute aucunement</w:t>
      </w:r>
      <w:r>
        <w:t xml:space="preserve">… </w:t>
      </w:r>
      <w:r w:rsidR="0024252B" w:rsidRPr="002813C1">
        <w:t>Je gagerais que mes cent mille francs sont perdus si je les lui prête</w:t>
      </w:r>
      <w:r>
        <w:t xml:space="preserve">… </w:t>
      </w:r>
      <w:r w:rsidR="0024252B" w:rsidRPr="002813C1">
        <w:t>Je jurerais volontiers qu</w:t>
      </w:r>
      <w:r>
        <w:t>’</w:t>
      </w:r>
      <w:r w:rsidR="0024252B" w:rsidRPr="002813C1">
        <w:t>ainsi qu</w:t>
      </w:r>
      <w:r>
        <w:t>’</w:t>
      </w:r>
      <w:r w:rsidR="0024252B" w:rsidRPr="002813C1">
        <w:t>on l</w:t>
      </w:r>
      <w:r>
        <w:t>’</w:t>
      </w:r>
      <w:r w:rsidR="0024252B" w:rsidRPr="002813C1">
        <w:t>en accuse</w:t>
      </w:r>
      <w:r>
        <w:t xml:space="preserve">, </w:t>
      </w:r>
      <w:r w:rsidR="0024252B" w:rsidRPr="002813C1">
        <w:t>il pariait contre son cheval et l</w:t>
      </w:r>
      <w:r>
        <w:t>’</w:t>
      </w:r>
      <w:r w:rsidR="0024252B" w:rsidRPr="002813C1">
        <w:t>a empêché de gagner</w:t>
      </w:r>
      <w:r>
        <w:t>.</w:t>
      </w:r>
    </w:p>
    <w:p w14:paraId="48765275" w14:textId="77777777" w:rsidR="00B77E03" w:rsidRDefault="00B77E03" w:rsidP="00B77E03">
      <w:r>
        <w:t>— </w:t>
      </w:r>
      <w:r w:rsidR="0024252B" w:rsidRPr="002813C1">
        <w:t>Vous voyez donc bien</w:t>
      </w:r>
      <w:r>
        <w:t>…</w:t>
      </w:r>
    </w:p>
    <w:p w14:paraId="657BF980" w14:textId="24E3967E" w:rsidR="00B77E03" w:rsidRDefault="00B77E03" w:rsidP="00B77E03">
      <w:r>
        <w:t>— </w:t>
      </w:r>
      <w:r w:rsidR="0024252B" w:rsidRPr="002813C1">
        <w:t>Pardon</w:t>
      </w:r>
      <w:r>
        <w:t xml:space="preserve">… </w:t>
      </w:r>
      <w:r w:rsidR="0024252B" w:rsidRPr="002813C1">
        <w:t>tout cela ne m</w:t>
      </w:r>
      <w:r>
        <w:t>’</w:t>
      </w:r>
      <w:r w:rsidR="0024252B" w:rsidRPr="002813C1">
        <w:t>explique pas la prodigieuse différence de vos allégations et de ses dires</w:t>
      </w:r>
      <w:r>
        <w:t xml:space="preserve">… </w:t>
      </w:r>
      <w:r w:rsidR="0024252B" w:rsidRPr="002813C1">
        <w:t>Vous assurez qu</w:t>
      </w:r>
      <w:r>
        <w:t>’</w:t>
      </w:r>
      <w:r w:rsidR="0024252B" w:rsidRPr="002813C1">
        <w:t xml:space="preserve">il se soucie fort peu de </w:t>
      </w:r>
      <w:r>
        <w:t>M</w:t>
      </w:r>
      <w:r w:rsidRPr="00B77E03">
        <w:rPr>
          <w:vertAlign w:val="superscript"/>
        </w:rPr>
        <w:t>lle</w:t>
      </w:r>
      <w:r>
        <w:t> </w:t>
      </w:r>
      <w:r w:rsidR="0024252B" w:rsidRPr="002813C1">
        <w:t>Marguerite</w:t>
      </w:r>
      <w:r>
        <w:t xml:space="preserve">, </w:t>
      </w:r>
      <w:r w:rsidR="0024252B" w:rsidRPr="002813C1">
        <w:t>lui prétend qu</w:t>
      </w:r>
      <w:r>
        <w:t>’</w:t>
      </w:r>
      <w:r w:rsidR="0024252B" w:rsidRPr="002813C1">
        <w:t>il l</w:t>
      </w:r>
      <w:r>
        <w:t>’</w:t>
      </w:r>
      <w:r w:rsidR="0024252B" w:rsidRPr="002813C1">
        <w:t>adore</w:t>
      </w:r>
      <w:r>
        <w:t>…</w:t>
      </w:r>
    </w:p>
    <w:p w14:paraId="36489F8D" w14:textId="77777777" w:rsidR="00B77E03" w:rsidRDefault="00B77E03" w:rsidP="00B77E03">
      <w:r>
        <w:t>— </w:t>
      </w:r>
      <w:r w:rsidR="0024252B" w:rsidRPr="002813C1">
        <w:t>Oui</w:t>
      </w:r>
      <w:r>
        <w:t xml:space="preserve">, </w:t>
      </w:r>
      <w:r w:rsidR="0024252B" w:rsidRPr="002813C1">
        <w:t>monsieur</w:t>
      </w:r>
      <w:r>
        <w:t xml:space="preserve">, </w:t>
      </w:r>
      <w:r w:rsidR="0024252B" w:rsidRPr="002813C1">
        <w:t>oui</w:t>
      </w:r>
      <w:r>
        <w:t xml:space="preserve">, </w:t>
      </w:r>
      <w:r w:rsidR="0024252B" w:rsidRPr="002813C1">
        <w:t>le misérable a osé</w:t>
      </w:r>
      <w:r>
        <w:t xml:space="preserve"> ! </w:t>
      </w:r>
      <w:r w:rsidR="0024252B" w:rsidRPr="002813C1">
        <w:t>Ah</w:t>
      </w:r>
      <w:r>
        <w:t xml:space="preserve"> !… </w:t>
      </w:r>
      <w:r w:rsidR="0024252B" w:rsidRPr="002813C1">
        <w:t>si je n</w:t>
      </w:r>
      <w:r>
        <w:t>’</w:t>
      </w:r>
      <w:r w:rsidR="0024252B" w:rsidRPr="002813C1">
        <w:t>avais pas été retenu par la crainte de compromettre ma vengeance</w:t>
      </w:r>
      <w:r>
        <w:t> !…</w:t>
      </w:r>
    </w:p>
    <w:p w14:paraId="5C149FE2" w14:textId="32119F18" w:rsidR="00B77E03" w:rsidRDefault="00B77E03" w:rsidP="00B77E03">
      <w:r>
        <w:t>— </w:t>
      </w:r>
      <w:r w:rsidR="0024252B" w:rsidRPr="002813C1">
        <w:t>Je comprends</w:t>
      </w:r>
      <w:r>
        <w:t xml:space="preserve">, </w:t>
      </w:r>
      <w:r w:rsidR="0024252B" w:rsidRPr="002813C1">
        <w:t>mais laissez-moi finir</w:t>
      </w:r>
      <w:r>
        <w:t xml:space="preserve">… </w:t>
      </w:r>
      <w:r w:rsidR="0024252B" w:rsidRPr="002813C1">
        <w:t>Selon vous</w:t>
      </w:r>
      <w:r>
        <w:t>, M</w:t>
      </w:r>
      <w:r w:rsidRPr="00B77E03">
        <w:rPr>
          <w:vertAlign w:val="superscript"/>
        </w:rPr>
        <w:t>lle</w:t>
      </w:r>
      <w:r>
        <w:t> </w:t>
      </w:r>
      <w:r w:rsidR="0024252B" w:rsidRPr="002813C1">
        <w:t>Marguerite a des millions</w:t>
      </w:r>
      <w:r>
        <w:t xml:space="preserve">… </w:t>
      </w:r>
      <w:r w:rsidR="0024252B" w:rsidRPr="002813C1">
        <w:t>D</w:t>
      </w:r>
      <w:r>
        <w:t>’</w:t>
      </w:r>
      <w:r w:rsidR="0024252B" w:rsidRPr="002813C1">
        <w:t>après lui</w:t>
      </w:r>
      <w:r>
        <w:t xml:space="preserve">, </w:t>
      </w:r>
      <w:r w:rsidR="0024252B" w:rsidRPr="002813C1">
        <w:t>elle n</w:t>
      </w:r>
      <w:r>
        <w:t>’</w:t>
      </w:r>
      <w:r w:rsidR="0024252B" w:rsidRPr="002813C1">
        <w:t>a pas cent louis de dot</w:t>
      </w:r>
      <w:r>
        <w:t xml:space="preserve">… </w:t>
      </w:r>
      <w:r w:rsidR="0024252B" w:rsidRPr="002813C1">
        <w:t>Qui a raison</w:t>
      </w:r>
      <w:r>
        <w:t xml:space="preserve"> ?… </w:t>
      </w:r>
      <w:r w:rsidR="0024252B" w:rsidRPr="002813C1">
        <w:t>Je crois que c</w:t>
      </w:r>
      <w:r>
        <w:t>’</w:t>
      </w:r>
      <w:r w:rsidR="0024252B" w:rsidRPr="002813C1">
        <w:t>est lui</w:t>
      </w:r>
      <w:r>
        <w:t xml:space="preserve">, </w:t>
      </w:r>
      <w:r w:rsidR="0024252B" w:rsidRPr="002813C1">
        <w:t>son emprunt de cent mille francs le prouve</w:t>
      </w:r>
      <w:r>
        <w:t xml:space="preserve">, </w:t>
      </w:r>
      <w:r w:rsidR="0024252B" w:rsidRPr="002813C1">
        <w:t>et d</w:t>
      </w:r>
      <w:r>
        <w:t>’</w:t>
      </w:r>
      <w:r w:rsidR="0024252B" w:rsidRPr="002813C1">
        <w:t>ailleurs il n</w:t>
      </w:r>
      <w:r>
        <w:t>’</w:t>
      </w:r>
      <w:r w:rsidR="0024252B" w:rsidRPr="002813C1">
        <w:t>avancerait pas aujourd</w:t>
      </w:r>
      <w:r>
        <w:t>’</w:t>
      </w:r>
      <w:r w:rsidR="0024252B" w:rsidRPr="002813C1">
        <w:t>hui un mensonge qui se découvrirait demain</w:t>
      </w:r>
      <w:r>
        <w:t xml:space="preserve">… </w:t>
      </w:r>
      <w:r w:rsidR="0024252B" w:rsidRPr="002813C1">
        <w:t>Or</w:t>
      </w:r>
      <w:r>
        <w:t xml:space="preserve">, </w:t>
      </w:r>
      <w:r w:rsidR="0024252B" w:rsidRPr="002813C1">
        <w:t>s</w:t>
      </w:r>
      <w:r>
        <w:t>’</w:t>
      </w:r>
      <w:r w:rsidR="0024252B" w:rsidRPr="002813C1">
        <w:t>il dit vrai</w:t>
      </w:r>
      <w:r>
        <w:t xml:space="preserve">, </w:t>
      </w:r>
      <w:r w:rsidR="0024252B" w:rsidRPr="002813C1">
        <w:t>il est impossible d</w:t>
      </w:r>
      <w:r>
        <w:t>’</w:t>
      </w:r>
      <w:r w:rsidR="0024252B" w:rsidRPr="002813C1">
        <w:t>expliquer par la cupidité et son mariage et le guet-apens dont vous êtes victime</w:t>
      </w:r>
      <w:r>
        <w:t>.</w:t>
      </w:r>
    </w:p>
    <w:p w14:paraId="14231BFB" w14:textId="77777777" w:rsidR="00B77E03" w:rsidRDefault="0024252B" w:rsidP="00B77E03">
      <w:r w:rsidRPr="002813C1">
        <w:t>Cette objection s</w:t>
      </w:r>
      <w:r w:rsidR="00B77E03">
        <w:t>’</w:t>
      </w:r>
      <w:r w:rsidRPr="002813C1">
        <w:t>était déjà présentée à l</w:t>
      </w:r>
      <w:r w:rsidR="00B77E03">
        <w:t>’</w:t>
      </w:r>
      <w:r w:rsidRPr="002813C1">
        <w:t>esprit de Pascal</w:t>
      </w:r>
      <w:r w:rsidR="00B77E03">
        <w:t xml:space="preserve">, </w:t>
      </w:r>
      <w:r w:rsidRPr="002813C1">
        <w:t>mais il ne s</w:t>
      </w:r>
      <w:r w:rsidR="00B77E03">
        <w:t>’</w:t>
      </w:r>
      <w:r w:rsidRPr="002813C1">
        <w:t>y était pas arrêté</w:t>
      </w:r>
      <w:r w:rsidR="00B77E03">
        <w:t xml:space="preserve">. </w:t>
      </w:r>
      <w:r w:rsidRPr="002813C1">
        <w:t>Il réfléchit et trouva une explication qui lui parut plausible</w:t>
      </w:r>
      <w:r w:rsidR="00B77E03">
        <w:t>.</w:t>
      </w:r>
    </w:p>
    <w:p w14:paraId="541724B4" w14:textId="4342506D" w:rsidR="00B77E03" w:rsidRDefault="00B77E03" w:rsidP="00B77E03">
      <w:r>
        <w:lastRenderedPageBreak/>
        <w:t>— M. de </w:t>
      </w:r>
      <w:proofErr w:type="spellStart"/>
      <w:r w:rsidR="0024252B" w:rsidRPr="002813C1">
        <w:t>Chalusse</w:t>
      </w:r>
      <w:proofErr w:type="spellEnd"/>
      <w:r w:rsidR="0024252B" w:rsidRPr="002813C1">
        <w:t xml:space="preserve"> n</w:t>
      </w:r>
      <w:r>
        <w:t>’</w:t>
      </w:r>
      <w:r w:rsidR="0024252B" w:rsidRPr="002813C1">
        <w:t>était pas mort</w:t>
      </w:r>
      <w:r>
        <w:t xml:space="preserve">, </w:t>
      </w:r>
      <w:r w:rsidR="0024252B" w:rsidRPr="002813C1">
        <w:t>dit-il</w:t>
      </w:r>
      <w:r>
        <w:t xml:space="preserve">, </w:t>
      </w:r>
      <w:r w:rsidR="0024252B" w:rsidRPr="002813C1">
        <w:t xml:space="preserve">quand </w:t>
      </w:r>
      <w:r>
        <w:t>M. de </w:t>
      </w:r>
      <w:proofErr w:type="spellStart"/>
      <w:r w:rsidR="0024252B" w:rsidRPr="002813C1">
        <w:t>Coralth</w:t>
      </w:r>
      <w:proofErr w:type="spellEnd"/>
      <w:r w:rsidR="0024252B" w:rsidRPr="002813C1">
        <w:t xml:space="preserve"> et </w:t>
      </w:r>
      <w:r>
        <w:t>M. de </w:t>
      </w:r>
      <w:proofErr w:type="spellStart"/>
      <w:r w:rsidR="0024252B" w:rsidRPr="002813C1">
        <w:t>Valorsay</w:t>
      </w:r>
      <w:proofErr w:type="spellEnd"/>
      <w:r w:rsidR="0024252B" w:rsidRPr="002813C1">
        <w:t xml:space="preserve"> ont arrêté le plan qui devait les débarrasser de moi</w:t>
      </w:r>
      <w:r>
        <w:t xml:space="preserve">… </w:t>
      </w:r>
      <w:r w:rsidR="0024252B" w:rsidRPr="002813C1">
        <w:t>par conséquent</w:t>
      </w:r>
      <w:r>
        <w:t>, M</w:t>
      </w:r>
      <w:r w:rsidRPr="00B77E03">
        <w:rPr>
          <w:vertAlign w:val="superscript"/>
        </w:rPr>
        <w:t>lle</w:t>
      </w:r>
      <w:r>
        <w:t> </w:t>
      </w:r>
      <w:r w:rsidR="0024252B" w:rsidRPr="002813C1">
        <w:t>Marguerite avait encore des millions</w:t>
      </w:r>
      <w:r>
        <w:t>.</w:t>
      </w:r>
    </w:p>
    <w:p w14:paraId="5ABE072C" w14:textId="77777777" w:rsidR="00B77E03" w:rsidRDefault="00B77E03" w:rsidP="00B77E03">
      <w:r>
        <w:t>— </w:t>
      </w:r>
      <w:r w:rsidR="0024252B" w:rsidRPr="002813C1">
        <w:t>C</w:t>
      </w:r>
      <w:r>
        <w:t>’</w:t>
      </w:r>
      <w:r w:rsidR="0024252B" w:rsidRPr="002813C1">
        <w:t>est une réponse</w:t>
      </w:r>
      <w:r>
        <w:t xml:space="preserve">… </w:t>
      </w:r>
      <w:r w:rsidR="0024252B" w:rsidRPr="002813C1">
        <w:t>Au lendemain du crime</w:t>
      </w:r>
      <w:r>
        <w:t xml:space="preserve">, </w:t>
      </w:r>
      <w:r w:rsidR="0024252B" w:rsidRPr="002813C1">
        <w:t>les deux complices ont reconnu qu</w:t>
      </w:r>
      <w:r>
        <w:t>’</w:t>
      </w:r>
      <w:r w:rsidR="0024252B" w:rsidRPr="002813C1">
        <w:t>il ne leur serait d</w:t>
      </w:r>
      <w:r>
        <w:t>’</w:t>
      </w:r>
      <w:r w:rsidR="0024252B" w:rsidRPr="002813C1">
        <w:t>aucune utilité</w:t>
      </w:r>
      <w:r>
        <w:t xml:space="preserve">, </w:t>
      </w:r>
      <w:r w:rsidR="0024252B" w:rsidRPr="002813C1">
        <w:t>je vous le concède</w:t>
      </w:r>
      <w:r>
        <w:t xml:space="preserve">… </w:t>
      </w:r>
      <w:r w:rsidR="0024252B" w:rsidRPr="002813C1">
        <w:t>Mais</w:t>
      </w:r>
      <w:r>
        <w:t xml:space="preserve">, </w:t>
      </w:r>
      <w:r w:rsidR="0024252B" w:rsidRPr="002813C1">
        <w:t>en ce cas</w:t>
      </w:r>
      <w:r>
        <w:t xml:space="preserve">, </w:t>
      </w:r>
      <w:r w:rsidR="0024252B" w:rsidRPr="002813C1">
        <w:t>comment se fait-il que le marquis ait persisté</w:t>
      </w:r>
      <w:r>
        <w:t> ?</w:t>
      </w:r>
    </w:p>
    <w:p w14:paraId="18CB2C08" w14:textId="77777777" w:rsidR="00B77E03" w:rsidRDefault="0024252B" w:rsidP="00B77E03">
      <w:r w:rsidRPr="002813C1">
        <w:t>Pascal chercha</w:t>
      </w:r>
      <w:r w:rsidR="00B77E03">
        <w:t xml:space="preserve">, </w:t>
      </w:r>
      <w:r w:rsidRPr="002813C1">
        <w:t>ne trouva rien</w:t>
      </w:r>
      <w:r w:rsidR="00B77E03">
        <w:t xml:space="preserve">, </w:t>
      </w:r>
      <w:r w:rsidRPr="002813C1">
        <w:t>et se tut</w:t>
      </w:r>
      <w:r w:rsidR="00B77E03">
        <w:t>.</w:t>
      </w:r>
    </w:p>
    <w:p w14:paraId="4CE87D45" w14:textId="77777777" w:rsidR="00B77E03" w:rsidRDefault="00B77E03" w:rsidP="00B77E03">
      <w:r>
        <w:t>— </w:t>
      </w:r>
      <w:r w:rsidR="0024252B" w:rsidRPr="002813C1">
        <w:t>Tenez</w:t>
      </w:r>
      <w:r>
        <w:t xml:space="preserve">, </w:t>
      </w:r>
      <w:r w:rsidR="0024252B" w:rsidRPr="002813C1">
        <w:t>reprit le baron</w:t>
      </w:r>
      <w:r>
        <w:t xml:space="preserve">, </w:t>
      </w:r>
      <w:r w:rsidR="0024252B" w:rsidRPr="002813C1">
        <w:t>il doit y avoir là-dessous quelque mystère d</w:t>
      </w:r>
      <w:r>
        <w:t>’</w:t>
      </w:r>
      <w:r w:rsidR="0024252B" w:rsidRPr="002813C1">
        <w:t>iniquité que ni vous ni moi ne soupçonnons</w:t>
      </w:r>
      <w:r>
        <w:t>…</w:t>
      </w:r>
    </w:p>
    <w:p w14:paraId="2DF0E68F" w14:textId="77777777" w:rsidR="00B77E03" w:rsidRDefault="00B77E03" w:rsidP="00B77E03">
      <w:r>
        <w:t>— </w:t>
      </w:r>
      <w:r w:rsidR="0024252B" w:rsidRPr="002813C1">
        <w:t>C</w:t>
      </w:r>
      <w:r>
        <w:t>’</w:t>
      </w:r>
      <w:r w:rsidR="0024252B" w:rsidRPr="002813C1">
        <w:t>est ce que ma mère me disait</w:t>
      </w:r>
      <w:r>
        <w:t xml:space="preserve">, </w:t>
      </w:r>
      <w:r w:rsidR="0024252B" w:rsidRPr="002813C1">
        <w:t>monsieur</w:t>
      </w:r>
      <w:r>
        <w:t>.</w:t>
      </w:r>
    </w:p>
    <w:p w14:paraId="0F4A2407" w14:textId="12BFAC6A" w:rsidR="00B77E03" w:rsidRDefault="00B77E03" w:rsidP="00B77E03">
      <w:r>
        <w:t>— </w:t>
      </w:r>
      <w:r w:rsidR="0024252B" w:rsidRPr="002813C1">
        <w:t>Ah</w:t>
      </w:r>
      <w:r>
        <w:t xml:space="preserve"> !… </w:t>
      </w:r>
      <w:r w:rsidR="0024252B" w:rsidRPr="002813C1">
        <w:t>c</w:t>
      </w:r>
      <w:r>
        <w:t>’</w:t>
      </w:r>
      <w:r w:rsidR="0024252B" w:rsidRPr="002813C1">
        <w:t>est l</w:t>
      </w:r>
      <w:r>
        <w:t>’</w:t>
      </w:r>
      <w:r w:rsidR="0024252B" w:rsidRPr="002813C1">
        <w:t xml:space="preserve">opinion de </w:t>
      </w:r>
      <w:r>
        <w:t>M</w:t>
      </w:r>
      <w:r w:rsidRPr="00B77E03">
        <w:rPr>
          <w:vertAlign w:val="superscript"/>
        </w:rPr>
        <w:t>me</w:t>
      </w:r>
      <w:r>
        <w:t> </w:t>
      </w:r>
      <w:proofErr w:type="spellStart"/>
      <w:r w:rsidR="0024252B" w:rsidRPr="002813C1">
        <w:t>Férailleur</w:t>
      </w:r>
      <w:proofErr w:type="spellEnd"/>
      <w:r>
        <w:t xml:space="preserve"> !… </w:t>
      </w:r>
      <w:r w:rsidR="0024252B" w:rsidRPr="002813C1">
        <w:t>Alors elle est bonne</w:t>
      </w:r>
      <w:r>
        <w:t xml:space="preserve">. </w:t>
      </w:r>
      <w:r w:rsidR="0024252B" w:rsidRPr="002813C1">
        <w:t>Voyons</w:t>
      </w:r>
      <w:r>
        <w:t xml:space="preserve">, </w:t>
      </w:r>
      <w:r w:rsidR="0024252B" w:rsidRPr="002813C1">
        <w:t>raisonnons un peu</w:t>
      </w:r>
      <w:r>
        <w:t>… M</w:t>
      </w:r>
      <w:r w:rsidRPr="00B77E03">
        <w:rPr>
          <w:vertAlign w:val="superscript"/>
        </w:rPr>
        <w:t>lle</w:t>
      </w:r>
      <w:r>
        <w:t> </w:t>
      </w:r>
      <w:r w:rsidR="0024252B" w:rsidRPr="002813C1">
        <w:t>Marguerite vous aimait</w:t>
      </w:r>
      <w:r>
        <w:t>…</w:t>
      </w:r>
    </w:p>
    <w:p w14:paraId="1647B39C" w14:textId="77777777" w:rsidR="00B77E03" w:rsidRDefault="00B77E03" w:rsidP="00B77E03">
      <w:r>
        <w:t>— </w:t>
      </w:r>
      <w:r w:rsidR="0024252B" w:rsidRPr="002813C1">
        <w:t>Oui</w:t>
      </w:r>
      <w:r>
        <w:t>.</w:t>
      </w:r>
    </w:p>
    <w:p w14:paraId="4BB25CD2" w14:textId="77777777" w:rsidR="00B77E03" w:rsidRDefault="00B77E03" w:rsidP="00B77E03">
      <w:r>
        <w:t>— </w:t>
      </w:r>
      <w:r w:rsidR="0024252B" w:rsidRPr="002813C1">
        <w:t>Et elle vous a repoussé</w:t>
      </w:r>
      <w:r>
        <w:t xml:space="preserve">, </w:t>
      </w:r>
      <w:r w:rsidR="0024252B" w:rsidRPr="002813C1">
        <w:t>tout à coup</w:t>
      </w:r>
      <w:r>
        <w:t>.</w:t>
      </w:r>
    </w:p>
    <w:p w14:paraId="52A6631F" w14:textId="77777777" w:rsidR="00B77E03" w:rsidRDefault="00B77E03" w:rsidP="00B77E03">
      <w:r>
        <w:t>— </w:t>
      </w:r>
      <w:r w:rsidR="0024252B" w:rsidRPr="002813C1">
        <w:t>Elle m</w:t>
      </w:r>
      <w:r>
        <w:t>’</w:t>
      </w:r>
      <w:r w:rsidR="0024252B" w:rsidRPr="002813C1">
        <w:t xml:space="preserve">a écrit que le comte de </w:t>
      </w:r>
      <w:proofErr w:type="spellStart"/>
      <w:r w:rsidR="0024252B" w:rsidRPr="002813C1">
        <w:t>Chalusse</w:t>
      </w:r>
      <w:proofErr w:type="spellEnd"/>
      <w:r>
        <w:t xml:space="preserve">, </w:t>
      </w:r>
      <w:r w:rsidR="0024252B" w:rsidRPr="002813C1">
        <w:t>à son lit de mort</w:t>
      </w:r>
      <w:r>
        <w:t xml:space="preserve">, </w:t>
      </w:r>
      <w:r w:rsidR="0024252B" w:rsidRPr="002813C1">
        <w:t>lui avait arraché le serment d</w:t>
      </w:r>
      <w:r>
        <w:t>’</w:t>
      </w:r>
      <w:r w:rsidR="0024252B" w:rsidRPr="002813C1">
        <w:t xml:space="preserve">épouser le marquis de </w:t>
      </w:r>
      <w:proofErr w:type="spellStart"/>
      <w:r w:rsidR="0024252B" w:rsidRPr="002813C1">
        <w:t>Valorsay</w:t>
      </w:r>
      <w:proofErr w:type="spellEnd"/>
      <w:r>
        <w:t>.</w:t>
      </w:r>
    </w:p>
    <w:p w14:paraId="21DE16AC" w14:textId="77777777" w:rsidR="00B77E03" w:rsidRDefault="0024252B" w:rsidP="00B77E03">
      <w:r w:rsidRPr="002813C1">
        <w:t>Le baron bondit sur sa chaise</w:t>
      </w:r>
      <w:r w:rsidR="00B77E03">
        <w:t>.</w:t>
      </w:r>
    </w:p>
    <w:p w14:paraId="275717AD" w14:textId="33341FA9" w:rsidR="00B77E03" w:rsidRDefault="00B77E03" w:rsidP="00B77E03">
      <w:r>
        <w:t>— </w:t>
      </w:r>
      <w:r w:rsidR="0024252B" w:rsidRPr="002813C1">
        <w:t>Arrêtez</w:t>
      </w:r>
      <w:r>
        <w:t xml:space="preserve"> ! </w:t>
      </w:r>
      <w:r w:rsidR="0024252B" w:rsidRPr="002813C1">
        <w:t>s</w:t>
      </w:r>
      <w:r>
        <w:t>’</w:t>
      </w:r>
      <w:r w:rsidR="0024252B" w:rsidRPr="002813C1">
        <w:t>écria-t-il</w:t>
      </w:r>
      <w:r>
        <w:t xml:space="preserve">, </w:t>
      </w:r>
      <w:r w:rsidR="0024252B" w:rsidRPr="002813C1">
        <w:t>arrêtez</w:t>
      </w:r>
      <w:r>
        <w:t xml:space="preserve">… </w:t>
      </w:r>
      <w:r w:rsidR="0024252B" w:rsidRPr="002813C1">
        <w:t>Nous tenons peut-être le bout du fil qui nous conduira jusqu</w:t>
      </w:r>
      <w:r>
        <w:t>’</w:t>
      </w:r>
      <w:r w:rsidR="0024252B" w:rsidRPr="002813C1">
        <w:t>à la vérité</w:t>
      </w:r>
      <w:r>
        <w:t xml:space="preserve">… </w:t>
      </w:r>
      <w:r w:rsidR="0024252B" w:rsidRPr="002813C1">
        <w:t>Ah</w:t>
      </w:r>
      <w:r>
        <w:t> ! M</w:t>
      </w:r>
      <w:r w:rsidRPr="00B77E03">
        <w:rPr>
          <w:vertAlign w:val="superscript"/>
        </w:rPr>
        <w:t>lle</w:t>
      </w:r>
      <w:r>
        <w:t> </w:t>
      </w:r>
      <w:r w:rsidR="0024252B" w:rsidRPr="002813C1">
        <w:t xml:space="preserve">Marguerite vous a écrit que </w:t>
      </w:r>
      <w:r>
        <w:t>M. de </w:t>
      </w:r>
      <w:proofErr w:type="spellStart"/>
      <w:r w:rsidR="0024252B" w:rsidRPr="002813C1">
        <w:t>Chalusse</w:t>
      </w:r>
      <w:proofErr w:type="spellEnd"/>
      <w:r>
        <w:t xml:space="preserve">, </w:t>
      </w:r>
      <w:r w:rsidR="0024252B" w:rsidRPr="002813C1">
        <w:t>mourant</w:t>
      </w:r>
      <w:r>
        <w:t xml:space="preserve">, </w:t>
      </w:r>
      <w:r w:rsidR="0024252B" w:rsidRPr="002813C1">
        <w:t>lui avait ordonné d</w:t>
      </w:r>
      <w:r>
        <w:t>’</w:t>
      </w:r>
      <w:r w:rsidR="0024252B" w:rsidRPr="002813C1">
        <w:t>épouser le marquis</w:t>
      </w:r>
      <w:r>
        <w:t> ! M. de </w:t>
      </w:r>
      <w:proofErr w:type="spellStart"/>
      <w:r w:rsidR="0024252B" w:rsidRPr="002813C1">
        <w:t>Chalusse</w:t>
      </w:r>
      <w:proofErr w:type="spellEnd"/>
      <w:r w:rsidR="0024252B" w:rsidRPr="002813C1">
        <w:t xml:space="preserve"> aurait </w:t>
      </w:r>
      <w:r w:rsidR="0024252B" w:rsidRPr="002813C1">
        <w:lastRenderedPageBreak/>
        <w:t>donc eu sa pleine connaissance avant de rendre le dernier soupir</w:t>
      </w:r>
      <w:r>
        <w:t> !</w:t>
      </w:r>
    </w:p>
    <w:p w14:paraId="10764033" w14:textId="2BDC79AA" w:rsidR="00B77E03" w:rsidRDefault="0024252B" w:rsidP="00B77E03">
      <w:r w:rsidRPr="002813C1">
        <w:t>D</w:t>
      </w:r>
      <w:r w:rsidR="00B77E03">
        <w:t>’</w:t>
      </w:r>
      <w:r w:rsidRPr="002813C1">
        <w:t>un autre côté</w:t>
      </w:r>
      <w:r w:rsidR="00B77E03">
        <w:t xml:space="preserve">, </w:t>
      </w:r>
      <w:proofErr w:type="spellStart"/>
      <w:r w:rsidRPr="002813C1">
        <w:t>Valorsay</w:t>
      </w:r>
      <w:proofErr w:type="spellEnd"/>
      <w:r w:rsidRPr="002813C1">
        <w:t xml:space="preserve"> prétend que si </w:t>
      </w:r>
      <w:r w:rsidR="00B77E03">
        <w:t>M</w:t>
      </w:r>
      <w:r w:rsidR="00B77E03" w:rsidRPr="00B77E03">
        <w:rPr>
          <w:vertAlign w:val="superscript"/>
        </w:rPr>
        <w:t>lle</w:t>
      </w:r>
      <w:r w:rsidR="00B77E03">
        <w:t> </w:t>
      </w:r>
      <w:r w:rsidRPr="002813C1">
        <w:t>Marguerite est sans ressources</w:t>
      </w:r>
      <w:r w:rsidR="00B77E03">
        <w:t xml:space="preserve">, </w:t>
      </w:r>
      <w:r w:rsidRPr="002813C1">
        <w:t>c</w:t>
      </w:r>
      <w:r w:rsidR="00B77E03">
        <w:t>’</w:t>
      </w:r>
      <w:r w:rsidRPr="002813C1">
        <w:t>est que le comte est mort trop subitement pour pouvoir écrire et signer deux lignes</w:t>
      </w:r>
      <w:r w:rsidR="00B77E03">
        <w:t xml:space="preserve">… </w:t>
      </w:r>
      <w:r w:rsidRPr="002813C1">
        <w:t>Peut-on concilier ces deux versions</w:t>
      </w:r>
      <w:r w:rsidR="00B77E03">
        <w:t>, M. </w:t>
      </w:r>
      <w:proofErr w:type="spellStart"/>
      <w:r w:rsidRPr="002813C1">
        <w:t>Férailleur</w:t>
      </w:r>
      <w:proofErr w:type="spellEnd"/>
      <w:r w:rsidR="00B77E03">
        <w:t xml:space="preserve"> ?… </w:t>
      </w:r>
      <w:r w:rsidRPr="002813C1">
        <w:t>Évidemment non</w:t>
      </w:r>
      <w:r w:rsidR="00B77E03">
        <w:t xml:space="preserve">. </w:t>
      </w:r>
      <w:r w:rsidRPr="002813C1">
        <w:t>Donc</w:t>
      </w:r>
      <w:r w:rsidR="00B77E03">
        <w:t xml:space="preserve">, </w:t>
      </w:r>
      <w:r w:rsidRPr="002813C1">
        <w:t>l</w:t>
      </w:r>
      <w:r w:rsidR="00B77E03">
        <w:t>’</w:t>
      </w:r>
      <w:r w:rsidRPr="002813C1">
        <w:t>une des deux est fausse</w:t>
      </w:r>
      <w:r w:rsidR="00B77E03">
        <w:t xml:space="preserve">. </w:t>
      </w:r>
      <w:r w:rsidRPr="002813C1">
        <w:t>Laquelle</w:t>
      </w:r>
      <w:r w:rsidR="00B77E03">
        <w:t xml:space="preserve"> ?… </w:t>
      </w:r>
      <w:r w:rsidRPr="002813C1">
        <w:t>C</w:t>
      </w:r>
      <w:r w:rsidR="00B77E03">
        <w:t>’</w:t>
      </w:r>
      <w:r w:rsidRPr="002813C1">
        <w:t>est ce qu</w:t>
      </w:r>
      <w:r w:rsidR="00B77E03">
        <w:t>’</w:t>
      </w:r>
      <w:r w:rsidRPr="002813C1">
        <w:t>il faut chercher</w:t>
      </w:r>
      <w:r w:rsidR="00B77E03">
        <w:t xml:space="preserve">… </w:t>
      </w:r>
      <w:r w:rsidRPr="002813C1">
        <w:t xml:space="preserve">Quand reverrez-vous </w:t>
      </w:r>
      <w:r w:rsidR="00B77E03">
        <w:t>M</w:t>
      </w:r>
      <w:r w:rsidR="00B77E03" w:rsidRPr="00B77E03">
        <w:rPr>
          <w:vertAlign w:val="superscript"/>
        </w:rPr>
        <w:t>lle</w:t>
      </w:r>
      <w:r w:rsidR="00B77E03">
        <w:t> </w:t>
      </w:r>
      <w:r w:rsidRPr="002813C1">
        <w:t>Marguerite</w:t>
      </w:r>
      <w:r w:rsidR="00B77E03">
        <w:t> ?…</w:t>
      </w:r>
    </w:p>
    <w:p w14:paraId="7408C875" w14:textId="77777777" w:rsidR="00B77E03" w:rsidRDefault="00B77E03" w:rsidP="00B77E03">
      <w:r>
        <w:t>— </w:t>
      </w:r>
      <w:r w:rsidR="0024252B" w:rsidRPr="002813C1">
        <w:t>Elle m</w:t>
      </w:r>
      <w:r>
        <w:t>’</w:t>
      </w:r>
      <w:r w:rsidR="0024252B" w:rsidRPr="002813C1">
        <w:t>a ordonné</w:t>
      </w:r>
      <w:r>
        <w:t xml:space="preserve">, </w:t>
      </w:r>
      <w:r w:rsidR="0024252B" w:rsidRPr="002813C1">
        <w:t>monsieur</w:t>
      </w:r>
      <w:r>
        <w:t xml:space="preserve">, </w:t>
      </w:r>
      <w:r w:rsidR="0024252B" w:rsidRPr="002813C1">
        <w:t>de ne jamais chercher à la revoir</w:t>
      </w:r>
      <w:r>
        <w:t>.</w:t>
      </w:r>
    </w:p>
    <w:p w14:paraId="4CA8D9BE" w14:textId="77777777" w:rsidR="00B77E03" w:rsidRDefault="00B77E03" w:rsidP="00B77E03">
      <w:r>
        <w:t>— </w:t>
      </w:r>
      <w:r w:rsidR="0024252B" w:rsidRPr="002813C1">
        <w:t>Eh bien</w:t>
      </w:r>
      <w:r>
        <w:t xml:space="preserve"> !… </w:t>
      </w:r>
      <w:r w:rsidR="0024252B" w:rsidRPr="002813C1">
        <w:t>il faut lui désobéir</w:t>
      </w:r>
      <w:r>
        <w:t xml:space="preserve">, </w:t>
      </w:r>
      <w:r w:rsidR="0024252B" w:rsidRPr="002813C1">
        <w:t>et tâcher d</w:t>
      </w:r>
      <w:r>
        <w:t>’</w:t>
      </w:r>
      <w:r w:rsidR="0024252B" w:rsidRPr="002813C1">
        <w:t>arriver jusqu</w:t>
      </w:r>
      <w:r>
        <w:t>’</w:t>
      </w:r>
      <w:r w:rsidR="0024252B" w:rsidRPr="002813C1">
        <w:t>à elle sans que personne le sache</w:t>
      </w:r>
      <w:r>
        <w:t xml:space="preserve">… </w:t>
      </w:r>
      <w:r w:rsidR="0024252B" w:rsidRPr="002813C1">
        <w:t>Elle doit être épiée</w:t>
      </w:r>
      <w:r>
        <w:t xml:space="preserve">… </w:t>
      </w:r>
      <w:r w:rsidR="0024252B" w:rsidRPr="002813C1">
        <w:t>n</w:t>
      </w:r>
      <w:r>
        <w:t>’</w:t>
      </w:r>
      <w:r w:rsidR="0024252B" w:rsidRPr="002813C1">
        <w:t>écrivez pas</w:t>
      </w:r>
      <w:r>
        <w:t xml:space="preserve">, </w:t>
      </w:r>
      <w:r w:rsidR="0024252B" w:rsidRPr="002813C1">
        <w:t>surtout</w:t>
      </w:r>
      <w:r>
        <w:t> !…</w:t>
      </w:r>
    </w:p>
    <w:p w14:paraId="598ECD31" w14:textId="77777777" w:rsidR="00B77E03" w:rsidRDefault="0024252B" w:rsidP="00B77E03">
      <w:r w:rsidRPr="002813C1">
        <w:t>Il se recueillit</w:t>
      </w:r>
      <w:r w:rsidR="00B77E03">
        <w:t xml:space="preserve">, </w:t>
      </w:r>
      <w:r w:rsidRPr="002813C1">
        <w:t>et après un moment</w:t>
      </w:r>
      <w:r w:rsidR="00B77E03">
        <w:t> :</w:t>
      </w:r>
    </w:p>
    <w:p w14:paraId="22FF7E54" w14:textId="77777777" w:rsidR="00B77E03" w:rsidRDefault="00B77E03" w:rsidP="00B77E03">
      <w:r>
        <w:t>— </w:t>
      </w:r>
      <w:r w:rsidR="0024252B" w:rsidRPr="002813C1">
        <w:t>Nous arriverons peut-être</w:t>
      </w:r>
      <w:r>
        <w:t xml:space="preserve">, </w:t>
      </w:r>
      <w:r w:rsidR="0024252B" w:rsidRPr="002813C1">
        <w:t>reprit-il</w:t>
      </w:r>
      <w:r>
        <w:t xml:space="preserve">, </w:t>
      </w:r>
      <w:r w:rsidR="0024252B" w:rsidRPr="002813C1">
        <w:t xml:space="preserve">à la certitude morale de la complicité de </w:t>
      </w:r>
      <w:proofErr w:type="spellStart"/>
      <w:r w:rsidR="0024252B" w:rsidRPr="002813C1">
        <w:t>Valorsay</w:t>
      </w:r>
      <w:proofErr w:type="spellEnd"/>
      <w:r w:rsidR="0024252B" w:rsidRPr="002813C1">
        <w:t xml:space="preserve"> et de </w:t>
      </w:r>
      <w:proofErr w:type="spellStart"/>
      <w:r w:rsidR="0024252B" w:rsidRPr="002813C1">
        <w:t>Coralth</w:t>
      </w:r>
      <w:proofErr w:type="spellEnd"/>
      <w:r>
        <w:t xml:space="preserve">… </w:t>
      </w:r>
      <w:r w:rsidR="0024252B" w:rsidRPr="002813C1">
        <w:t>Mais de là à l</w:t>
      </w:r>
      <w:r>
        <w:t>’</w:t>
      </w:r>
      <w:r w:rsidR="0024252B" w:rsidRPr="002813C1">
        <w:t>établir par des preuves matérielles</w:t>
      </w:r>
      <w:r>
        <w:t xml:space="preserve">, </w:t>
      </w:r>
      <w:r w:rsidR="0024252B" w:rsidRPr="002813C1">
        <w:t>il y a un abîme</w:t>
      </w:r>
      <w:r>
        <w:t xml:space="preserve">… </w:t>
      </w:r>
      <w:r w:rsidR="0024252B" w:rsidRPr="002813C1">
        <w:t>Deux vils gredins qui s</w:t>
      </w:r>
      <w:r>
        <w:t>’</w:t>
      </w:r>
      <w:r w:rsidR="0024252B" w:rsidRPr="002813C1">
        <w:t>associent pour égorger un honnête homme ne signent point de contrat par devant notaire</w:t>
      </w:r>
      <w:r>
        <w:t xml:space="preserve">… </w:t>
      </w:r>
      <w:r w:rsidR="0024252B" w:rsidRPr="002813C1">
        <w:t>Des preuves</w:t>
      </w:r>
      <w:r>
        <w:t xml:space="preserve"> ! </w:t>
      </w:r>
      <w:r w:rsidR="0024252B" w:rsidRPr="002813C1">
        <w:t>où en prendre</w:t>
      </w:r>
      <w:r>
        <w:t xml:space="preserve"> ?… </w:t>
      </w:r>
      <w:r w:rsidR="0024252B" w:rsidRPr="002813C1">
        <w:t xml:space="preserve">Il faudrait gagner quelque intime de </w:t>
      </w:r>
      <w:proofErr w:type="spellStart"/>
      <w:r w:rsidR="0024252B" w:rsidRPr="002813C1">
        <w:t>Valorsay</w:t>
      </w:r>
      <w:proofErr w:type="spellEnd"/>
      <w:r>
        <w:t xml:space="preserve">. </w:t>
      </w:r>
      <w:r w:rsidR="0024252B" w:rsidRPr="002813C1">
        <w:t>Mieux vaudrait peut-être tâcher de faire admettre près de lui un homme à nous</w:t>
      </w:r>
      <w:r>
        <w:t xml:space="preserve">, </w:t>
      </w:r>
      <w:r w:rsidR="0024252B" w:rsidRPr="002813C1">
        <w:t>qui observerait sa vie</w:t>
      </w:r>
      <w:r>
        <w:t xml:space="preserve">, </w:t>
      </w:r>
      <w:r w:rsidR="0024252B" w:rsidRPr="002813C1">
        <w:t>qui s</w:t>
      </w:r>
      <w:r>
        <w:t>’</w:t>
      </w:r>
      <w:r w:rsidR="0024252B" w:rsidRPr="002813C1">
        <w:t>insinuerait dans sa confiance</w:t>
      </w:r>
      <w:r>
        <w:t>…</w:t>
      </w:r>
    </w:p>
    <w:p w14:paraId="54284ECB" w14:textId="77777777" w:rsidR="00B77E03" w:rsidRDefault="0024252B" w:rsidP="00B77E03">
      <w:r w:rsidRPr="002813C1">
        <w:t>D</w:t>
      </w:r>
      <w:r w:rsidR="00B77E03">
        <w:t>’</w:t>
      </w:r>
      <w:r w:rsidRPr="002813C1">
        <w:t>un geste brusque</w:t>
      </w:r>
      <w:r w:rsidR="00B77E03">
        <w:t xml:space="preserve">, </w:t>
      </w:r>
      <w:r w:rsidRPr="002813C1">
        <w:t>Pascal interrompit le baron</w:t>
      </w:r>
      <w:r w:rsidR="00B77E03">
        <w:t xml:space="preserve"> ; </w:t>
      </w:r>
      <w:r w:rsidRPr="002813C1">
        <w:t>l</w:t>
      </w:r>
      <w:r w:rsidR="00B77E03">
        <w:t>’</w:t>
      </w:r>
      <w:r w:rsidRPr="002813C1">
        <w:t>espérance maintenant brillait dans ses yeux</w:t>
      </w:r>
      <w:r w:rsidR="00B77E03">
        <w:t>…</w:t>
      </w:r>
    </w:p>
    <w:p w14:paraId="6F0C6760" w14:textId="3C8BB53B" w:rsidR="00B77E03" w:rsidRDefault="00B77E03" w:rsidP="00B77E03">
      <w:r>
        <w:t>— </w:t>
      </w:r>
      <w:r w:rsidR="0024252B" w:rsidRPr="002813C1">
        <w:t>Oui</w:t>
      </w:r>
      <w:r>
        <w:t xml:space="preserve">, </w:t>
      </w:r>
      <w:r w:rsidR="0024252B" w:rsidRPr="002813C1">
        <w:t>monsieur</w:t>
      </w:r>
      <w:r>
        <w:t xml:space="preserve">, </w:t>
      </w:r>
      <w:r w:rsidR="0024252B" w:rsidRPr="002813C1">
        <w:t>s</w:t>
      </w:r>
      <w:r>
        <w:t>’</w:t>
      </w:r>
      <w:r w:rsidR="0024252B" w:rsidRPr="002813C1">
        <w:t>écria-t-il</w:t>
      </w:r>
      <w:r>
        <w:t xml:space="preserve">, </w:t>
      </w:r>
      <w:r w:rsidR="0024252B" w:rsidRPr="002813C1">
        <w:t>oui</w:t>
      </w:r>
      <w:r>
        <w:t xml:space="preserve">, </w:t>
      </w:r>
      <w:r w:rsidR="0024252B" w:rsidRPr="002813C1">
        <w:t xml:space="preserve">il faut placer près de </w:t>
      </w:r>
      <w:r>
        <w:t>M. de </w:t>
      </w:r>
      <w:proofErr w:type="spellStart"/>
      <w:r w:rsidR="0024252B" w:rsidRPr="002813C1">
        <w:t>Valorsay</w:t>
      </w:r>
      <w:proofErr w:type="spellEnd"/>
      <w:r w:rsidR="0024252B" w:rsidRPr="002813C1">
        <w:t xml:space="preserve"> un homme qui sache voir</w:t>
      </w:r>
      <w:r>
        <w:t xml:space="preserve">, </w:t>
      </w:r>
      <w:r w:rsidR="0024252B" w:rsidRPr="002813C1">
        <w:t>assez habile pour se faire employer</w:t>
      </w:r>
      <w:r>
        <w:t xml:space="preserve">, </w:t>
      </w:r>
      <w:r w:rsidR="0024252B" w:rsidRPr="002813C1">
        <w:t>capable</w:t>
      </w:r>
      <w:r>
        <w:t xml:space="preserve">, </w:t>
      </w:r>
      <w:r w:rsidR="0024252B" w:rsidRPr="002813C1">
        <w:t>au besoin</w:t>
      </w:r>
      <w:r>
        <w:t xml:space="preserve">, </w:t>
      </w:r>
      <w:r w:rsidR="0024252B" w:rsidRPr="002813C1">
        <w:t>de lui rendre quelques services</w:t>
      </w:r>
      <w:r>
        <w:t xml:space="preserve">… </w:t>
      </w:r>
      <w:r w:rsidR="0024252B" w:rsidRPr="002813C1">
        <w:t>Je puis être cet homme</w:t>
      </w:r>
      <w:r>
        <w:t xml:space="preserve">, </w:t>
      </w:r>
      <w:r w:rsidR="0024252B" w:rsidRPr="002813C1">
        <w:t>monsieur le baron</w:t>
      </w:r>
      <w:r>
        <w:t xml:space="preserve">, </w:t>
      </w:r>
      <w:r w:rsidR="0024252B" w:rsidRPr="002813C1">
        <w:t xml:space="preserve">si vous </w:t>
      </w:r>
      <w:r w:rsidR="0024252B" w:rsidRPr="002813C1">
        <w:lastRenderedPageBreak/>
        <w:t>le voulez</w:t>
      </w:r>
      <w:r>
        <w:t xml:space="preserve">… </w:t>
      </w:r>
      <w:r w:rsidR="0024252B" w:rsidRPr="002813C1">
        <w:t>Cette idée m</w:t>
      </w:r>
      <w:r>
        <w:t>’</w:t>
      </w:r>
      <w:r w:rsidR="0024252B" w:rsidRPr="002813C1">
        <w:t>est venue tout à l</w:t>
      </w:r>
      <w:r>
        <w:t>’</w:t>
      </w:r>
      <w:r w:rsidR="0024252B" w:rsidRPr="002813C1">
        <w:t>heure</w:t>
      </w:r>
      <w:r>
        <w:t xml:space="preserve">, </w:t>
      </w:r>
      <w:r w:rsidR="0024252B" w:rsidRPr="002813C1">
        <w:t>en vous écoutant</w:t>
      </w:r>
      <w:r>
        <w:t xml:space="preserve">… </w:t>
      </w:r>
      <w:r w:rsidR="0024252B" w:rsidRPr="002813C1">
        <w:t xml:space="preserve">Vous devez envoyer chez </w:t>
      </w:r>
      <w:r>
        <w:t>M. de </w:t>
      </w:r>
      <w:proofErr w:type="spellStart"/>
      <w:r w:rsidR="0024252B" w:rsidRPr="002813C1">
        <w:t>Valorsay</w:t>
      </w:r>
      <w:proofErr w:type="spellEnd"/>
      <w:r>
        <w:t xml:space="preserve">. </w:t>
      </w:r>
      <w:r w:rsidR="0024252B" w:rsidRPr="002813C1">
        <w:t>Je vous en conjure</w:t>
      </w:r>
      <w:r>
        <w:t xml:space="preserve">, </w:t>
      </w:r>
      <w:r w:rsidR="0024252B" w:rsidRPr="002813C1">
        <w:t>laissez-moi prendre la place de l</w:t>
      </w:r>
      <w:r>
        <w:t>’</w:t>
      </w:r>
      <w:r w:rsidR="0024252B" w:rsidRPr="002813C1">
        <w:t>homme d</w:t>
      </w:r>
      <w:r>
        <w:t>’</w:t>
      </w:r>
      <w:r w:rsidR="0024252B" w:rsidRPr="002813C1">
        <w:t>affaires que vous lui avez annoncé</w:t>
      </w:r>
      <w:r>
        <w:t xml:space="preserve">… </w:t>
      </w:r>
      <w:r w:rsidR="0024252B" w:rsidRPr="002813C1">
        <w:t>Il ne me connaît pas</w:t>
      </w:r>
      <w:r>
        <w:t xml:space="preserve">, </w:t>
      </w:r>
      <w:r w:rsidR="0024252B" w:rsidRPr="002813C1">
        <w:t>et je suis assez sûr de moi pour répondre de ne me pas trahir</w:t>
      </w:r>
      <w:r>
        <w:t xml:space="preserve">… </w:t>
      </w:r>
      <w:r w:rsidR="0024252B" w:rsidRPr="002813C1">
        <w:t>Je me présenterai de votre part</w:t>
      </w:r>
      <w:r>
        <w:t xml:space="preserve"> ; </w:t>
      </w:r>
      <w:r w:rsidR="0024252B" w:rsidRPr="002813C1">
        <w:t>il m</w:t>
      </w:r>
      <w:r>
        <w:t>’</w:t>
      </w:r>
      <w:r w:rsidR="0024252B" w:rsidRPr="002813C1">
        <w:t>accordera sa confiance</w:t>
      </w:r>
      <w:r>
        <w:t xml:space="preserve">… </w:t>
      </w:r>
      <w:r w:rsidR="0024252B" w:rsidRPr="002813C1">
        <w:t>lui porterai de l</w:t>
      </w:r>
      <w:r>
        <w:t>’</w:t>
      </w:r>
      <w:r w:rsidR="0024252B" w:rsidRPr="002813C1">
        <w:t>argent ou une bonne promesse</w:t>
      </w:r>
      <w:r>
        <w:t xml:space="preserve">, </w:t>
      </w:r>
      <w:r w:rsidR="0024252B" w:rsidRPr="002813C1">
        <w:t>je serai bien reçu</w:t>
      </w:r>
      <w:r>
        <w:t xml:space="preserve">… </w:t>
      </w:r>
      <w:r w:rsidR="0024252B" w:rsidRPr="002813C1">
        <w:t>Allez</w:t>
      </w:r>
      <w:r>
        <w:t xml:space="preserve">, </w:t>
      </w:r>
      <w:r w:rsidR="0024252B" w:rsidRPr="002813C1">
        <w:t>j</w:t>
      </w:r>
      <w:r>
        <w:t>’</w:t>
      </w:r>
      <w:r w:rsidR="0024252B" w:rsidRPr="002813C1">
        <w:t>ai tout un plan</w:t>
      </w:r>
      <w:r>
        <w:t> !…</w:t>
      </w:r>
    </w:p>
    <w:p w14:paraId="33EA64B4" w14:textId="77777777" w:rsidR="00B77E03" w:rsidRDefault="0024252B" w:rsidP="00B77E03">
      <w:r w:rsidRPr="002813C1">
        <w:t>Il s</w:t>
      </w:r>
      <w:r w:rsidR="00B77E03">
        <w:t>’</w:t>
      </w:r>
      <w:r w:rsidRPr="002813C1">
        <w:t>interrompit</w:t>
      </w:r>
      <w:r w:rsidR="00B77E03">
        <w:t>…</w:t>
      </w:r>
    </w:p>
    <w:p w14:paraId="4C73F757" w14:textId="77777777" w:rsidR="00B77E03" w:rsidRDefault="0024252B" w:rsidP="00B77E03">
      <w:r w:rsidRPr="002813C1">
        <w:t>On frappait à la porte</w:t>
      </w:r>
      <w:r w:rsidR="00B77E03">
        <w:t xml:space="preserve">, </w:t>
      </w:r>
      <w:r w:rsidRPr="002813C1">
        <w:t>et un valet de pied parut</w:t>
      </w:r>
      <w:r w:rsidR="00B77E03">
        <w:t xml:space="preserve">, </w:t>
      </w:r>
      <w:r w:rsidRPr="002813C1">
        <w:t>annonçant au baron qu</w:t>
      </w:r>
      <w:r w:rsidR="00B77E03">
        <w:t>’</w:t>
      </w:r>
      <w:r w:rsidRPr="002813C1">
        <w:t>un domestique était là</w:t>
      </w:r>
      <w:r w:rsidR="00B77E03">
        <w:t xml:space="preserve">, </w:t>
      </w:r>
      <w:r w:rsidRPr="002813C1">
        <w:t>qui désirait lui parler pour une affaire urgente</w:t>
      </w:r>
      <w:r w:rsidR="00B77E03">
        <w:t>.</w:t>
      </w:r>
    </w:p>
    <w:p w14:paraId="36BF42AF" w14:textId="77777777" w:rsidR="00B77E03" w:rsidRDefault="00B77E03" w:rsidP="00B77E03">
      <w:r>
        <w:t>— </w:t>
      </w:r>
      <w:r w:rsidR="0024252B" w:rsidRPr="002813C1">
        <w:t>Faites entrer</w:t>
      </w:r>
      <w:r>
        <w:t xml:space="preserve">, </w:t>
      </w:r>
      <w:r w:rsidR="0024252B" w:rsidRPr="002813C1">
        <w:t>dit le baron</w:t>
      </w:r>
      <w:r>
        <w:t>.</w:t>
      </w:r>
    </w:p>
    <w:p w14:paraId="329B11F7" w14:textId="02B8DE64" w:rsidR="00B77E03" w:rsidRDefault="0024252B" w:rsidP="00B77E03">
      <w:r w:rsidRPr="002813C1">
        <w:t>Ce fut Jobin</w:t>
      </w:r>
      <w:r w:rsidR="00B77E03">
        <w:t xml:space="preserve">, </w:t>
      </w:r>
      <w:r w:rsidRPr="002813C1">
        <w:t>l</w:t>
      </w:r>
      <w:r w:rsidR="00B77E03">
        <w:t>’</w:t>
      </w:r>
      <w:r w:rsidRPr="002813C1">
        <w:t xml:space="preserve">homme de confiance de </w:t>
      </w:r>
      <w:r w:rsidR="00B77E03">
        <w:t>M</w:t>
      </w:r>
      <w:r w:rsidR="00B77E03" w:rsidRPr="00B77E03">
        <w:rPr>
          <w:vertAlign w:val="superscript"/>
        </w:rPr>
        <w:t>me</w:t>
      </w:r>
      <w:r w:rsidR="00B77E03">
        <w:t> </w:t>
      </w:r>
      <w:r w:rsidRPr="002813C1">
        <w:t>Lia d</w:t>
      </w:r>
      <w:r w:rsidR="00B77E03">
        <w:t>’</w:t>
      </w:r>
      <w:r w:rsidRPr="002813C1">
        <w:t>Argelès</w:t>
      </w:r>
      <w:r w:rsidR="00B77E03">
        <w:t xml:space="preserve">, </w:t>
      </w:r>
      <w:r w:rsidRPr="002813C1">
        <w:t>qui entra</w:t>
      </w:r>
      <w:r w:rsidR="00B77E03">
        <w:t>.</w:t>
      </w:r>
    </w:p>
    <w:p w14:paraId="4924B72B" w14:textId="77777777" w:rsidR="00B77E03" w:rsidRDefault="0024252B" w:rsidP="00B77E03">
      <w:r w:rsidRPr="002813C1">
        <w:t>Il salua respectueusement</w:t>
      </w:r>
      <w:r w:rsidR="00B77E03">
        <w:t xml:space="preserve">, </w:t>
      </w:r>
      <w:r w:rsidRPr="002813C1">
        <w:t>et d</w:t>
      </w:r>
      <w:r w:rsidR="00B77E03">
        <w:t>’</w:t>
      </w:r>
      <w:r w:rsidRPr="002813C1">
        <w:t>un air mystérieux</w:t>
      </w:r>
      <w:r w:rsidR="00B77E03">
        <w:t> :</w:t>
      </w:r>
    </w:p>
    <w:p w14:paraId="605CA39A" w14:textId="69404817" w:rsidR="00B77E03" w:rsidRDefault="00B77E03" w:rsidP="00B77E03">
      <w:r>
        <w:t>— </w:t>
      </w:r>
      <w:r w:rsidR="0024252B" w:rsidRPr="002813C1">
        <w:t>J</w:t>
      </w:r>
      <w:r>
        <w:t>’</w:t>
      </w:r>
      <w:r w:rsidR="0024252B" w:rsidRPr="002813C1">
        <w:t xml:space="preserve">ai cherché </w:t>
      </w:r>
      <w:r>
        <w:t>M. </w:t>
      </w:r>
      <w:r w:rsidR="0024252B" w:rsidRPr="002813C1">
        <w:t>le baron partout</w:t>
      </w:r>
      <w:r>
        <w:t xml:space="preserve">… </w:t>
      </w:r>
      <w:r w:rsidR="0024252B" w:rsidRPr="002813C1">
        <w:t>J</w:t>
      </w:r>
      <w:r>
        <w:t>’</w:t>
      </w:r>
      <w:r w:rsidR="0024252B" w:rsidRPr="002813C1">
        <w:t>ai l</w:t>
      </w:r>
      <w:r>
        <w:t>’</w:t>
      </w:r>
      <w:r w:rsidR="0024252B" w:rsidRPr="002813C1">
        <w:t xml:space="preserve">ordre de Madame de ne pas rentrer sans ramener </w:t>
      </w:r>
      <w:r>
        <w:t>M. </w:t>
      </w:r>
      <w:r w:rsidR="0024252B" w:rsidRPr="002813C1">
        <w:t>le baron</w:t>
      </w:r>
      <w:r>
        <w:t>…</w:t>
      </w:r>
    </w:p>
    <w:p w14:paraId="7747FB60" w14:textId="77777777" w:rsidR="00B77E03" w:rsidRDefault="00B77E03" w:rsidP="0024252B">
      <w:r>
        <w:t>— </w:t>
      </w:r>
      <w:r w:rsidR="0024252B" w:rsidRPr="002813C1">
        <w:t>C</w:t>
      </w:r>
      <w:r>
        <w:t>’</w:t>
      </w:r>
      <w:r w:rsidR="0024252B" w:rsidRPr="002813C1">
        <w:t>est bien</w:t>
      </w:r>
      <w:r>
        <w:t xml:space="preserve">… </w:t>
      </w:r>
      <w:r w:rsidR="0024252B" w:rsidRPr="002813C1">
        <w:t>je vous suis</w:t>
      </w:r>
      <w:r>
        <w:t> !…</w:t>
      </w:r>
    </w:p>
    <w:p w14:paraId="23283663" w14:textId="5CFD2A2D" w:rsidR="0024252B" w:rsidRPr="002813C1" w:rsidRDefault="0024252B" w:rsidP="00B77E03">
      <w:pPr>
        <w:pStyle w:val="Titre1"/>
      </w:pPr>
      <w:bookmarkStart w:id="3" w:name="_Toc202022828"/>
      <w:r w:rsidRPr="002813C1">
        <w:lastRenderedPageBreak/>
        <w:t>IV</w:t>
      </w:r>
      <w:bookmarkEnd w:id="3"/>
      <w:r w:rsidRPr="002813C1">
        <w:br/>
      </w:r>
    </w:p>
    <w:p w14:paraId="5197B2BA" w14:textId="3182C2D4" w:rsidR="00B77E03" w:rsidRDefault="0024252B" w:rsidP="00B77E03">
      <w:r w:rsidRPr="002813C1">
        <w:t xml:space="preserve">Comment </w:t>
      </w:r>
      <w:r w:rsidR="00B77E03">
        <w:t>M. </w:t>
      </w:r>
      <w:r w:rsidRPr="002813C1">
        <w:t>Fortunat</w:t>
      </w:r>
      <w:r w:rsidR="00B77E03">
        <w:t xml:space="preserve">, </w:t>
      </w:r>
      <w:r w:rsidRPr="002813C1">
        <w:t>cet homme si habile</w:t>
      </w:r>
      <w:r w:rsidR="00B77E03">
        <w:t xml:space="preserve">, </w:t>
      </w:r>
      <w:r w:rsidRPr="002813C1">
        <w:t>avait-il choisi un dimanche</w:t>
      </w:r>
      <w:r w:rsidR="00B77E03">
        <w:t xml:space="preserve">, </w:t>
      </w:r>
      <w:r w:rsidRPr="002813C1">
        <w:t>et un dimanche de courses de Vincennes</w:t>
      </w:r>
      <w:r w:rsidR="00B77E03">
        <w:t xml:space="preserve">, </w:t>
      </w:r>
      <w:r w:rsidRPr="002813C1">
        <w:t>qui plus est</w:t>
      </w:r>
      <w:r w:rsidR="00B77E03">
        <w:t xml:space="preserve">, </w:t>
      </w:r>
      <w:r w:rsidRPr="002813C1">
        <w:t xml:space="preserve">pour se présenter chez </w:t>
      </w:r>
      <w:r w:rsidR="00B77E03">
        <w:t>M. </w:t>
      </w:r>
      <w:proofErr w:type="spellStart"/>
      <w:r w:rsidRPr="002813C1">
        <w:t>Wilkie</w:t>
      </w:r>
      <w:proofErr w:type="spellEnd"/>
      <w:r w:rsidR="00B77E03">
        <w:t xml:space="preserve">, </w:t>
      </w:r>
      <w:r w:rsidRPr="002813C1">
        <w:t xml:space="preserve">le séduisant ami du vicomte de </w:t>
      </w:r>
      <w:proofErr w:type="spellStart"/>
      <w:r w:rsidRPr="002813C1">
        <w:t>Coralth</w:t>
      </w:r>
      <w:proofErr w:type="spellEnd"/>
      <w:r w:rsidR="00B77E03">
        <w:t> !…</w:t>
      </w:r>
    </w:p>
    <w:p w14:paraId="60D9E534" w14:textId="77777777" w:rsidR="00B77E03" w:rsidRDefault="0024252B" w:rsidP="00B77E03">
      <w:r w:rsidRPr="002813C1">
        <w:t>Son anxiété pouvait expliquer cette faute</w:t>
      </w:r>
      <w:r w:rsidR="00B77E03">
        <w:t xml:space="preserve">, </w:t>
      </w:r>
      <w:r w:rsidRPr="002813C1">
        <w:t>mais ne la justifiait pas</w:t>
      </w:r>
      <w:r w:rsidR="00B77E03">
        <w:t>.</w:t>
      </w:r>
    </w:p>
    <w:p w14:paraId="47EF440B" w14:textId="77777777" w:rsidR="00B77E03" w:rsidRDefault="0024252B" w:rsidP="00B77E03">
      <w:r w:rsidRPr="002813C1">
        <w:t>Il est sûr que sans cette circonstance</w:t>
      </w:r>
      <w:r w:rsidR="00B77E03">
        <w:t xml:space="preserve">, </w:t>
      </w:r>
      <w:r w:rsidRPr="002813C1">
        <w:t>on ne l</w:t>
      </w:r>
      <w:r w:rsidR="00B77E03">
        <w:t>’</w:t>
      </w:r>
      <w:r w:rsidRPr="002813C1">
        <w:t>eût pas congédié si cavalièrement</w:t>
      </w:r>
      <w:r w:rsidR="00B77E03">
        <w:t xml:space="preserve">. </w:t>
      </w:r>
      <w:r w:rsidRPr="002813C1">
        <w:t>On l</w:t>
      </w:r>
      <w:r w:rsidR="00B77E03">
        <w:t>’</w:t>
      </w:r>
      <w:r w:rsidRPr="002813C1">
        <w:t>eût laissé développer ses propositions</w:t>
      </w:r>
      <w:r w:rsidR="00B77E03">
        <w:t xml:space="preserve">, </w:t>
      </w:r>
      <w:r w:rsidRPr="002813C1">
        <w:t>quitte à les refuser</w:t>
      </w:r>
      <w:r w:rsidR="00B77E03">
        <w:t xml:space="preserve">, </w:t>
      </w:r>
      <w:r w:rsidRPr="002813C1">
        <w:t>et alors</w:t>
      </w:r>
      <w:r w:rsidR="00B77E03">
        <w:t xml:space="preserve">, </w:t>
      </w:r>
      <w:r w:rsidRPr="002813C1">
        <w:t>qui sait ce qu</w:t>
      </w:r>
      <w:r w:rsidR="00B77E03">
        <w:t>’</w:t>
      </w:r>
      <w:r w:rsidRPr="002813C1">
        <w:t>il fût advenu</w:t>
      </w:r>
      <w:r w:rsidR="00B77E03">
        <w:t> !…</w:t>
      </w:r>
    </w:p>
    <w:p w14:paraId="71D4507D" w14:textId="3D1DC4E0" w:rsidR="00B77E03" w:rsidRDefault="0024252B" w:rsidP="00B77E03">
      <w:r w:rsidRPr="002813C1">
        <w:t>Mais il y avait des courses</w:t>
      </w:r>
      <w:r w:rsidR="00B77E03">
        <w:t xml:space="preserve"> ! </w:t>
      </w:r>
      <w:r w:rsidRPr="002813C1">
        <w:t xml:space="preserve">Mais </w:t>
      </w:r>
      <w:r w:rsidR="00B77E03">
        <w:t>M. </w:t>
      </w:r>
      <w:proofErr w:type="spellStart"/>
      <w:r w:rsidRPr="002813C1">
        <w:t>Wilkie</w:t>
      </w:r>
      <w:proofErr w:type="spellEnd"/>
      <w:r w:rsidRPr="002813C1">
        <w:t xml:space="preserve"> avait à surveiller </w:t>
      </w:r>
      <w:r w:rsidR="00B77E03">
        <w:t>« </w:t>
      </w:r>
      <w:r w:rsidRPr="002813C1">
        <w:rPr>
          <w:i/>
          <w:szCs w:val="32"/>
        </w:rPr>
        <w:t>Pompier de Nanterre</w:t>
      </w:r>
      <w:r w:rsidR="00B77E03">
        <w:t>, »</w:t>
      </w:r>
      <w:r w:rsidRPr="002813C1">
        <w:t xml:space="preserve"> ce fameux </w:t>
      </w:r>
      <w:r w:rsidR="00B77E03">
        <w:t>« </w:t>
      </w:r>
      <w:proofErr w:type="spellStart"/>
      <w:r w:rsidRPr="002813C1">
        <w:t>steeple-chaser</w:t>
      </w:r>
      <w:proofErr w:type="spellEnd"/>
      <w:r w:rsidR="00B77E03">
        <w:t> »</w:t>
      </w:r>
      <w:r w:rsidRPr="002813C1">
        <w:t xml:space="preserve"> dont il était propriétaire pour un tiers</w:t>
      </w:r>
      <w:r w:rsidR="00B77E03">
        <w:t xml:space="preserve">, </w:t>
      </w:r>
      <w:r w:rsidRPr="002813C1">
        <w:t>et à donner ses ordres au jockey dont il était</w:t>
      </w:r>
      <w:r w:rsidR="00B77E03">
        <w:t xml:space="preserve"> – </w:t>
      </w:r>
      <w:r w:rsidRPr="002813C1">
        <w:t>pour un tiers également</w:t>
      </w:r>
      <w:r w:rsidR="00B77E03">
        <w:t xml:space="preserve"> – </w:t>
      </w:r>
      <w:r w:rsidRPr="002813C1">
        <w:t>le maître et le seigneur</w:t>
      </w:r>
      <w:r w:rsidR="00B77E03">
        <w:t>.</w:t>
      </w:r>
    </w:p>
    <w:p w14:paraId="7A66B565" w14:textId="0E79FA0E" w:rsidR="00B77E03" w:rsidRDefault="0024252B" w:rsidP="00B77E03">
      <w:r w:rsidRPr="002813C1">
        <w:t>Devoirs sacrés</w:t>
      </w:r>
      <w:r w:rsidR="00B77E03">
        <w:t xml:space="preserve"> !… </w:t>
      </w:r>
      <w:r w:rsidRPr="002813C1">
        <w:t>ce fait d</w:t>
      </w:r>
      <w:r w:rsidR="00B77E03">
        <w:t>’</w:t>
      </w:r>
      <w:r w:rsidRPr="002813C1">
        <w:t>être commanditaire d</w:t>
      </w:r>
      <w:r w:rsidR="00B77E03">
        <w:t>’</w:t>
      </w:r>
      <w:r w:rsidRPr="002813C1">
        <w:t>une malheureuse rosse</w:t>
      </w:r>
      <w:r w:rsidR="00B77E03">
        <w:t xml:space="preserve">, </w:t>
      </w:r>
      <w:r w:rsidRPr="002813C1">
        <w:t>constituait tout l</w:t>
      </w:r>
      <w:r w:rsidR="00B77E03">
        <w:t>’</w:t>
      </w:r>
      <w:r w:rsidRPr="002813C1">
        <w:t xml:space="preserve">état social de </w:t>
      </w:r>
      <w:r w:rsidR="00B77E03">
        <w:t>M. </w:t>
      </w:r>
      <w:proofErr w:type="spellStart"/>
      <w:r w:rsidRPr="002813C1">
        <w:t>Wilkie</w:t>
      </w:r>
      <w:proofErr w:type="spellEnd"/>
      <w:r w:rsidR="00B77E03">
        <w:t xml:space="preserve">. </w:t>
      </w:r>
      <w:r w:rsidRPr="002813C1">
        <w:t>Cela le posait bien</w:t>
      </w:r>
      <w:r w:rsidR="00B77E03">
        <w:t xml:space="preserve">, </w:t>
      </w:r>
      <w:r w:rsidRPr="002813C1">
        <w:t>dans son monde</w:t>
      </w:r>
      <w:r w:rsidR="00B77E03">
        <w:t xml:space="preserve">. </w:t>
      </w:r>
      <w:r w:rsidRPr="002813C1">
        <w:t>Cela justifiait les trophées de cravaches et d</w:t>
      </w:r>
      <w:r w:rsidR="00B77E03">
        <w:t>’</w:t>
      </w:r>
      <w:r w:rsidRPr="002813C1">
        <w:t>éperons qui ornaient son appartement de la rue du Helder</w:t>
      </w:r>
      <w:r w:rsidR="00B77E03">
        <w:t xml:space="preserve">, </w:t>
      </w:r>
      <w:r w:rsidRPr="002813C1">
        <w:t>et lui permettait de trancher du sportman</w:t>
      </w:r>
      <w:r w:rsidR="00B77E03">
        <w:t>.</w:t>
      </w:r>
    </w:p>
    <w:p w14:paraId="1C848540" w14:textId="77777777" w:rsidR="00B77E03" w:rsidRDefault="0024252B" w:rsidP="00B77E03">
      <w:r w:rsidRPr="002813C1">
        <w:t>Bien plus</w:t>
      </w:r>
      <w:r w:rsidR="00B77E03">
        <w:t xml:space="preserve"> ; </w:t>
      </w:r>
      <w:r w:rsidRPr="002813C1">
        <w:t>il s</w:t>
      </w:r>
      <w:r w:rsidR="00B77E03">
        <w:t>’</w:t>
      </w:r>
      <w:r w:rsidRPr="002813C1">
        <w:t xml:space="preserve">imaginait très-positivement être attendu sur </w:t>
      </w:r>
      <w:r w:rsidR="00B77E03">
        <w:t>« </w:t>
      </w:r>
      <w:r w:rsidRPr="002813C1">
        <w:t>le turf</w:t>
      </w:r>
      <w:r w:rsidR="00B77E03">
        <w:t>, »</w:t>
      </w:r>
      <w:r w:rsidRPr="002813C1">
        <w:t xml:space="preserve"> et que</w:t>
      </w:r>
      <w:r w:rsidR="00B77E03">
        <w:t xml:space="preserve">, </w:t>
      </w:r>
      <w:r w:rsidRPr="002813C1">
        <w:t>sans lui</w:t>
      </w:r>
      <w:r w:rsidR="00B77E03">
        <w:t xml:space="preserve">, </w:t>
      </w:r>
      <w:r w:rsidRPr="002813C1">
        <w:t>la fête ne serait pas complète</w:t>
      </w:r>
      <w:r w:rsidR="00B77E03">
        <w:t xml:space="preserve">. </w:t>
      </w:r>
      <w:r w:rsidRPr="002813C1">
        <w:t>Cependant</w:t>
      </w:r>
      <w:r w:rsidR="00B77E03">
        <w:t xml:space="preserve">, </w:t>
      </w:r>
      <w:r w:rsidRPr="002813C1">
        <w:t>lorsqu</w:t>
      </w:r>
      <w:r w:rsidR="00B77E03">
        <w:t>’</w:t>
      </w:r>
      <w:r w:rsidRPr="002813C1">
        <w:t>il se présenta dans l</w:t>
      </w:r>
      <w:r w:rsidR="00B77E03">
        <w:t>’</w:t>
      </w:r>
      <w:r w:rsidRPr="002813C1">
        <w:t>enceinte du pesage</w:t>
      </w:r>
      <w:r w:rsidR="00B77E03">
        <w:t xml:space="preserve">, </w:t>
      </w:r>
      <w:r w:rsidRPr="002813C1">
        <w:t>fièrement</w:t>
      </w:r>
      <w:r w:rsidR="00B77E03">
        <w:t xml:space="preserve">, </w:t>
      </w:r>
      <w:r w:rsidRPr="002813C1">
        <w:t>le cigare à la bouche</w:t>
      </w:r>
      <w:r w:rsidR="00B77E03">
        <w:t xml:space="preserve">, </w:t>
      </w:r>
      <w:r w:rsidRPr="002813C1">
        <w:t>la carte au chapeau</w:t>
      </w:r>
      <w:r w:rsidR="00B77E03">
        <w:t xml:space="preserve">, </w:t>
      </w:r>
      <w:r w:rsidRPr="002813C1">
        <w:t>il dut s</w:t>
      </w:r>
      <w:r w:rsidR="00B77E03">
        <w:t>’</w:t>
      </w:r>
      <w:r w:rsidRPr="002813C1">
        <w:t>avouer que son entrée ne faisait pas sensation</w:t>
      </w:r>
      <w:r w:rsidR="00B77E03">
        <w:t>.</w:t>
      </w:r>
    </w:p>
    <w:p w14:paraId="36612168" w14:textId="1307ED27" w:rsidR="00B77E03" w:rsidRDefault="0024252B" w:rsidP="00B77E03">
      <w:r w:rsidRPr="002813C1">
        <w:lastRenderedPageBreak/>
        <w:t>Une étonnante nouvelle circulait et donnait aux groupes de parieurs et de turfistes</w:t>
      </w:r>
      <w:r w:rsidR="00B77E03">
        <w:t>, – M. </w:t>
      </w:r>
      <w:proofErr w:type="spellStart"/>
      <w:r w:rsidRPr="002813C1">
        <w:t>Wilkie</w:t>
      </w:r>
      <w:proofErr w:type="spellEnd"/>
      <w:r w:rsidRPr="002813C1">
        <w:t xml:space="preserve"> eût dit </w:t>
      </w:r>
      <w:r w:rsidR="00B77E03">
        <w:t>« </w:t>
      </w:r>
      <w:r w:rsidRPr="002813C1">
        <w:t>au ring</w:t>
      </w:r>
      <w:r w:rsidR="00B77E03">
        <w:t xml:space="preserve">, » – </w:t>
      </w:r>
      <w:r w:rsidRPr="002813C1">
        <w:t>un aspect tumultueux</w:t>
      </w:r>
      <w:r w:rsidR="00B77E03">
        <w:t>.</w:t>
      </w:r>
    </w:p>
    <w:p w14:paraId="3350C469" w14:textId="77777777" w:rsidR="00B77E03" w:rsidRDefault="0024252B" w:rsidP="00B77E03">
      <w:r w:rsidRPr="002813C1">
        <w:t xml:space="preserve">On discutait à grand renfort de mots anglais la soudaine détermination prise par le marquis de </w:t>
      </w:r>
      <w:proofErr w:type="spellStart"/>
      <w:r w:rsidRPr="002813C1">
        <w:t>Valorsay</w:t>
      </w:r>
      <w:proofErr w:type="spellEnd"/>
      <w:r w:rsidRPr="002813C1">
        <w:t xml:space="preserve"> de </w:t>
      </w:r>
      <w:r w:rsidR="00B77E03">
        <w:t>« </w:t>
      </w:r>
      <w:r w:rsidRPr="002813C1">
        <w:t>payer forfait</w:t>
      </w:r>
      <w:r w:rsidR="00B77E03">
        <w:t> »</w:t>
      </w:r>
      <w:r w:rsidRPr="002813C1">
        <w:t xml:space="preserve"> et de retirer tous ses chevaux engagés</w:t>
      </w:r>
      <w:r w:rsidR="00B77E03">
        <w:t xml:space="preserve">. </w:t>
      </w:r>
      <w:r w:rsidRPr="002813C1">
        <w:t>Les mieux informés assuraient même que la veille</w:t>
      </w:r>
      <w:r w:rsidR="00B77E03">
        <w:t xml:space="preserve">, </w:t>
      </w:r>
      <w:r w:rsidRPr="002813C1">
        <w:t xml:space="preserve">au </w:t>
      </w:r>
      <w:r w:rsidR="00B77E03">
        <w:t>« </w:t>
      </w:r>
      <w:r w:rsidRPr="002813C1">
        <w:t>Betting-</w:t>
      </w:r>
      <w:proofErr w:type="spellStart"/>
      <w:r w:rsidRPr="002813C1">
        <w:t>Rooms</w:t>
      </w:r>
      <w:proofErr w:type="spellEnd"/>
      <w:r w:rsidR="00B77E03">
        <w:t xml:space="preserve"> », </w:t>
      </w:r>
      <w:r w:rsidRPr="002813C1">
        <w:t>il avait annoncé hautement l</w:t>
      </w:r>
      <w:r w:rsidR="00B77E03">
        <w:t>’</w:t>
      </w:r>
      <w:r w:rsidRPr="002813C1">
        <w:t>intention où il était de vendre son écurie de courses</w:t>
      </w:r>
      <w:r w:rsidR="00B77E03">
        <w:t>.</w:t>
      </w:r>
    </w:p>
    <w:p w14:paraId="56B45E0A" w14:textId="77777777" w:rsidR="00B77E03" w:rsidRDefault="0024252B" w:rsidP="00B77E03">
      <w:r w:rsidRPr="002813C1">
        <w:t>Si le marquis</w:t>
      </w:r>
      <w:r w:rsidR="00B77E03">
        <w:t xml:space="preserve">, </w:t>
      </w:r>
      <w:r w:rsidRPr="002813C1">
        <w:t>en prenant ce parti</w:t>
      </w:r>
      <w:r w:rsidR="00B77E03">
        <w:t xml:space="preserve">, </w:t>
      </w:r>
      <w:r w:rsidRPr="002813C1">
        <w:t>avait espéré désarmer la malveillance</w:t>
      </w:r>
      <w:r w:rsidR="00B77E03">
        <w:t xml:space="preserve">, </w:t>
      </w:r>
      <w:r w:rsidRPr="002813C1">
        <w:t>l</w:t>
      </w:r>
      <w:r w:rsidR="00B77E03">
        <w:t>’</w:t>
      </w:r>
      <w:r w:rsidRPr="002813C1">
        <w:t>événement déjouait son calcul</w:t>
      </w:r>
      <w:r w:rsidR="00B77E03">
        <w:t>.</w:t>
      </w:r>
    </w:p>
    <w:p w14:paraId="73D6455A" w14:textId="77777777" w:rsidR="00B77E03" w:rsidRDefault="0024252B" w:rsidP="00B77E03">
      <w:r w:rsidRPr="002813C1">
        <w:t>La rumeur allait grossissant</w:t>
      </w:r>
      <w:r w:rsidR="00B77E03">
        <w:t xml:space="preserve">, </w:t>
      </w:r>
      <w:r w:rsidRPr="002813C1">
        <w:t>qui l</w:t>
      </w:r>
      <w:r w:rsidR="00B77E03">
        <w:t>’</w:t>
      </w:r>
      <w:r w:rsidRPr="002813C1">
        <w:t>accusait d</w:t>
      </w:r>
      <w:r w:rsidR="00B77E03">
        <w:t>’</w:t>
      </w:r>
      <w:r w:rsidRPr="002813C1">
        <w:t>avoir</w:t>
      </w:r>
      <w:r w:rsidR="00B77E03">
        <w:t xml:space="preserve">, </w:t>
      </w:r>
      <w:r w:rsidRPr="002813C1">
        <w:t>aux courses du dimanche précédent</w:t>
      </w:r>
      <w:r w:rsidR="00B77E03">
        <w:t xml:space="preserve">, </w:t>
      </w:r>
      <w:r w:rsidRPr="002813C1">
        <w:t xml:space="preserve">parié </w:t>
      </w:r>
      <w:proofErr w:type="spellStart"/>
      <w:r w:rsidRPr="002813C1">
        <w:t>sous main</w:t>
      </w:r>
      <w:proofErr w:type="spellEnd"/>
      <w:r w:rsidRPr="002813C1">
        <w:t xml:space="preserve"> contre son cheval </w:t>
      </w:r>
      <w:r w:rsidR="00B77E03">
        <w:t>« </w:t>
      </w:r>
      <w:r w:rsidRPr="002813C1">
        <w:rPr>
          <w:i/>
          <w:szCs w:val="32"/>
        </w:rPr>
        <w:t>Domingo</w:t>
      </w:r>
      <w:r w:rsidR="00B77E03">
        <w:t> »</w:t>
      </w:r>
      <w:r w:rsidRPr="002813C1">
        <w:t xml:space="preserve"> et d</w:t>
      </w:r>
      <w:r w:rsidR="00B77E03">
        <w:t>’</w:t>
      </w:r>
      <w:r w:rsidRPr="002813C1">
        <w:t>avoir ensuite donné des ordres pour qu</w:t>
      </w:r>
      <w:r w:rsidR="00B77E03">
        <w:t>’</w:t>
      </w:r>
      <w:r w:rsidRPr="002813C1">
        <w:t>il ne gagnât pas</w:t>
      </w:r>
      <w:r w:rsidR="00B77E03">
        <w:t>.</w:t>
      </w:r>
    </w:p>
    <w:p w14:paraId="01BC9E5F" w14:textId="77777777" w:rsidR="00B77E03" w:rsidRDefault="0024252B" w:rsidP="00B77E03">
      <w:r w:rsidRPr="002813C1">
        <w:t xml:space="preserve">Il y avait des sommes considérables engagées sur </w:t>
      </w:r>
      <w:r w:rsidRPr="002813C1">
        <w:rPr>
          <w:i/>
          <w:szCs w:val="32"/>
        </w:rPr>
        <w:t>Domingo</w:t>
      </w:r>
      <w:r w:rsidR="00B77E03">
        <w:t xml:space="preserve">, </w:t>
      </w:r>
      <w:r w:rsidRPr="002813C1">
        <w:t xml:space="preserve">qui était </w:t>
      </w:r>
      <w:r w:rsidR="00B77E03">
        <w:t>« </w:t>
      </w:r>
      <w:r w:rsidRPr="002813C1">
        <w:t>grand favori</w:t>
      </w:r>
      <w:r w:rsidR="00B77E03">
        <w:t>, »</w:t>
      </w:r>
      <w:r w:rsidRPr="002813C1">
        <w:t xml:space="preserve"> et les perdants n</w:t>
      </w:r>
      <w:r w:rsidR="00B77E03">
        <w:t>’</w:t>
      </w:r>
      <w:r w:rsidRPr="002813C1">
        <w:t>étaient pas contents</w:t>
      </w:r>
      <w:r w:rsidR="00B77E03">
        <w:t>.</w:t>
      </w:r>
    </w:p>
    <w:p w14:paraId="73561B08" w14:textId="77777777" w:rsidR="00B77E03" w:rsidRDefault="0024252B" w:rsidP="00B77E03">
      <w:r w:rsidRPr="002813C1">
        <w:t>D</w:t>
      </w:r>
      <w:r w:rsidR="00B77E03">
        <w:t>’</w:t>
      </w:r>
      <w:r w:rsidRPr="002813C1">
        <w:t>aucuns affirmaient qu</w:t>
      </w:r>
      <w:r w:rsidR="00B77E03">
        <w:t>’</w:t>
      </w:r>
      <w:r w:rsidRPr="002813C1">
        <w:t xml:space="preserve">ils avaient vu le jockey de </w:t>
      </w:r>
      <w:proofErr w:type="spellStart"/>
      <w:r w:rsidRPr="002813C1">
        <w:t>Valorsay</w:t>
      </w:r>
      <w:proofErr w:type="spellEnd"/>
      <w:r w:rsidRPr="002813C1">
        <w:t xml:space="preserve"> </w:t>
      </w:r>
      <w:r w:rsidR="00B77E03">
        <w:t>« </w:t>
      </w:r>
      <w:r w:rsidRPr="002813C1">
        <w:t>tirer</w:t>
      </w:r>
      <w:r w:rsidR="00B77E03">
        <w:t> »</w:t>
      </w:r>
      <w:r w:rsidRPr="002813C1">
        <w:t xml:space="preserve"> </w:t>
      </w:r>
      <w:r w:rsidRPr="002813C1">
        <w:rPr>
          <w:i/>
          <w:szCs w:val="32"/>
        </w:rPr>
        <w:t>Domingo</w:t>
      </w:r>
      <w:r w:rsidR="00B77E03">
        <w:t xml:space="preserve">, </w:t>
      </w:r>
      <w:r w:rsidRPr="002813C1">
        <w:t>c</w:t>
      </w:r>
      <w:r w:rsidR="00B77E03">
        <w:t>’</w:t>
      </w:r>
      <w:r w:rsidRPr="002813C1">
        <w:t>est-à-dire le retenir</w:t>
      </w:r>
      <w:r w:rsidR="00B77E03">
        <w:t xml:space="preserve"> ; </w:t>
      </w:r>
      <w:r w:rsidRPr="002813C1">
        <w:t>ils soutenaient qu</w:t>
      </w:r>
      <w:r w:rsidR="00B77E03">
        <w:t>’</w:t>
      </w:r>
      <w:r w:rsidRPr="002813C1">
        <w:t>il fallait faire un exemple</w:t>
      </w:r>
      <w:r w:rsidR="00B77E03">
        <w:t>, « </w:t>
      </w:r>
      <w:r w:rsidRPr="002813C1">
        <w:t>disqualifier</w:t>
      </w:r>
      <w:r w:rsidR="00B77E03">
        <w:t> »</w:t>
      </w:r>
      <w:r w:rsidRPr="002813C1">
        <w:t xml:space="preserve"> à perpétuité le marquis et son jockey</w:t>
      </w:r>
      <w:r w:rsidR="00B77E03">
        <w:t xml:space="preserve">, </w:t>
      </w:r>
      <w:r w:rsidRPr="002813C1">
        <w:t>autrement dit les exclure à tout jamais des courses</w:t>
      </w:r>
      <w:r w:rsidR="00B77E03">
        <w:t xml:space="preserve">. </w:t>
      </w:r>
      <w:r w:rsidRPr="002813C1">
        <w:t>Cette mesure eût annulé les paris</w:t>
      </w:r>
      <w:r w:rsidR="00B77E03">
        <w:t>.</w:t>
      </w:r>
    </w:p>
    <w:p w14:paraId="4C4DCC45" w14:textId="77777777" w:rsidR="00B77E03" w:rsidRDefault="0024252B" w:rsidP="00B77E03">
      <w:r w:rsidRPr="002813C1">
        <w:t>Mais une circonstance d</w:t>
      </w:r>
      <w:r w:rsidR="00B77E03">
        <w:t>’</w:t>
      </w:r>
      <w:r w:rsidRPr="002813C1">
        <w:t>un grand poids plaidait pour le marquis</w:t>
      </w:r>
      <w:r w:rsidR="00B77E03">
        <w:t xml:space="preserve"> : </w:t>
      </w:r>
      <w:r w:rsidRPr="002813C1">
        <w:t>sa fortune</w:t>
      </w:r>
      <w:r w:rsidR="00B77E03">
        <w:t xml:space="preserve">, </w:t>
      </w:r>
      <w:r w:rsidRPr="002813C1">
        <w:t>celle du moins qu</w:t>
      </w:r>
      <w:r w:rsidR="00B77E03">
        <w:t>’</w:t>
      </w:r>
      <w:r w:rsidRPr="002813C1">
        <w:t>on lui supposait</w:t>
      </w:r>
      <w:r w:rsidR="00B77E03">
        <w:t>.</w:t>
      </w:r>
    </w:p>
    <w:p w14:paraId="739AAD5A" w14:textId="77777777" w:rsidR="00B77E03" w:rsidRDefault="00B77E03" w:rsidP="00B77E03">
      <w:r>
        <w:t>— </w:t>
      </w:r>
      <w:r w:rsidR="0024252B" w:rsidRPr="002813C1">
        <w:t>Comment un homme si riche</w:t>
      </w:r>
      <w:r>
        <w:t xml:space="preserve">, </w:t>
      </w:r>
      <w:r w:rsidR="0024252B" w:rsidRPr="002813C1">
        <w:t>observaient ses défenseurs</w:t>
      </w:r>
      <w:r>
        <w:t xml:space="preserve">, </w:t>
      </w:r>
      <w:r w:rsidR="0024252B" w:rsidRPr="002813C1">
        <w:t>serait-il descendu jusqu</w:t>
      </w:r>
      <w:r>
        <w:t>’</w:t>
      </w:r>
      <w:r w:rsidR="0024252B" w:rsidRPr="002813C1">
        <w:t>à voler</w:t>
      </w:r>
      <w:r>
        <w:t xml:space="preserve"> !… </w:t>
      </w:r>
      <w:r w:rsidR="0024252B" w:rsidRPr="002813C1">
        <w:t>car c</w:t>
      </w:r>
      <w:r>
        <w:t>’</w:t>
      </w:r>
      <w:r w:rsidR="0024252B" w:rsidRPr="002813C1">
        <w:t>est prendre l</w:t>
      </w:r>
      <w:r>
        <w:t>’</w:t>
      </w:r>
      <w:r w:rsidR="0024252B" w:rsidRPr="002813C1">
        <w:t>argent dans la poche du monde que de faire ce que vous dites</w:t>
      </w:r>
      <w:r>
        <w:t xml:space="preserve">, </w:t>
      </w:r>
      <w:r w:rsidR="0024252B" w:rsidRPr="002813C1">
        <w:t>c</w:t>
      </w:r>
      <w:r>
        <w:t>’</w:t>
      </w:r>
      <w:r w:rsidR="0024252B" w:rsidRPr="002813C1">
        <w:t>est pire que de tricher les cartes à la main</w:t>
      </w:r>
      <w:r>
        <w:t xml:space="preserve"> !… </w:t>
      </w:r>
      <w:r w:rsidR="0024252B" w:rsidRPr="002813C1">
        <w:t>C</w:t>
      </w:r>
      <w:r>
        <w:t>’</w:t>
      </w:r>
      <w:r w:rsidR="0024252B" w:rsidRPr="002813C1">
        <w:t xml:space="preserve">est </w:t>
      </w:r>
      <w:r w:rsidR="0024252B" w:rsidRPr="002813C1">
        <w:lastRenderedPageBreak/>
        <w:t>impossible</w:t>
      </w:r>
      <w:r>
        <w:t xml:space="preserve"> !… </w:t>
      </w:r>
      <w:proofErr w:type="spellStart"/>
      <w:r w:rsidR="0024252B" w:rsidRPr="002813C1">
        <w:t>Valorsay</w:t>
      </w:r>
      <w:proofErr w:type="spellEnd"/>
      <w:r w:rsidR="0024252B" w:rsidRPr="002813C1">
        <w:t xml:space="preserve"> est au-dessus de ces misérables allégations</w:t>
      </w:r>
      <w:r>
        <w:t xml:space="preserve"> !… </w:t>
      </w:r>
      <w:r w:rsidR="0024252B" w:rsidRPr="002813C1">
        <w:t>C</w:t>
      </w:r>
      <w:r>
        <w:t>’</w:t>
      </w:r>
      <w:r w:rsidR="0024252B" w:rsidRPr="002813C1">
        <w:t>est un parfait gentilhomme</w:t>
      </w:r>
      <w:r>
        <w:t>.</w:t>
      </w:r>
    </w:p>
    <w:p w14:paraId="6902A583" w14:textId="77777777" w:rsidR="00B77E03" w:rsidRDefault="00B77E03" w:rsidP="00B77E03">
      <w:r>
        <w:t>— </w:t>
      </w:r>
      <w:r w:rsidR="0024252B" w:rsidRPr="002813C1">
        <w:t>Parfait</w:t>
      </w:r>
      <w:r>
        <w:t xml:space="preserve">… </w:t>
      </w:r>
      <w:r w:rsidR="0024252B" w:rsidRPr="002813C1">
        <w:t>soit</w:t>
      </w:r>
      <w:r>
        <w:t xml:space="preserve">, </w:t>
      </w:r>
      <w:r w:rsidR="0024252B" w:rsidRPr="002813C1">
        <w:t>répondaient les sceptiques</w:t>
      </w:r>
      <w:r>
        <w:t xml:space="preserve">. </w:t>
      </w:r>
      <w:r w:rsidR="0024252B" w:rsidRPr="002813C1">
        <w:t xml:space="preserve">On en disait précisément autant de </w:t>
      </w:r>
      <w:proofErr w:type="spellStart"/>
      <w:r w:rsidR="0024252B" w:rsidRPr="002813C1">
        <w:t>Croisenois</w:t>
      </w:r>
      <w:proofErr w:type="spellEnd"/>
      <w:r>
        <w:t xml:space="preserve">, </w:t>
      </w:r>
      <w:r w:rsidR="0024252B" w:rsidRPr="002813C1">
        <w:t>du duc de H</w:t>
      </w:r>
      <w:r>
        <w:t xml:space="preserve">… </w:t>
      </w:r>
      <w:r w:rsidR="0024252B" w:rsidRPr="002813C1">
        <w:t>et du baron P</w:t>
      </w:r>
      <w:r>
        <w:t xml:space="preserve">…, </w:t>
      </w:r>
      <w:r w:rsidR="0024252B" w:rsidRPr="002813C1">
        <w:t>lesquels ont été finalement convaincus de l</w:t>
      </w:r>
      <w:r>
        <w:t>’</w:t>
      </w:r>
      <w:r w:rsidR="0024252B" w:rsidRPr="002813C1">
        <w:t xml:space="preserve">indigne supercherie dont nous accusons </w:t>
      </w:r>
      <w:proofErr w:type="spellStart"/>
      <w:r w:rsidR="0024252B" w:rsidRPr="002813C1">
        <w:t>Valorsay</w:t>
      </w:r>
      <w:proofErr w:type="spellEnd"/>
      <w:r>
        <w:t>.</w:t>
      </w:r>
    </w:p>
    <w:p w14:paraId="4DD37E4F" w14:textId="77777777" w:rsidR="00B77E03" w:rsidRDefault="00B77E03" w:rsidP="00B77E03">
      <w:r>
        <w:t>— </w:t>
      </w:r>
      <w:r w:rsidR="0024252B" w:rsidRPr="002813C1">
        <w:t>C</w:t>
      </w:r>
      <w:r>
        <w:t>’</w:t>
      </w:r>
      <w:r w:rsidR="0024252B" w:rsidRPr="002813C1">
        <w:t>est une infâme calomnie</w:t>
      </w:r>
      <w:r>
        <w:t xml:space="preserve">… </w:t>
      </w:r>
      <w:r w:rsidR="0024252B" w:rsidRPr="002813C1">
        <w:t>S</w:t>
      </w:r>
      <w:r>
        <w:t>’</w:t>
      </w:r>
      <w:r w:rsidR="0024252B" w:rsidRPr="002813C1">
        <w:t>il eût eu l</w:t>
      </w:r>
      <w:r>
        <w:t>’</w:t>
      </w:r>
      <w:r w:rsidR="0024252B" w:rsidRPr="002813C1">
        <w:t>idée de tricher</w:t>
      </w:r>
      <w:r>
        <w:t xml:space="preserve">, </w:t>
      </w:r>
      <w:r w:rsidR="0024252B" w:rsidRPr="002813C1">
        <w:t>il eût été assez habile pour dérouter les soupçons</w:t>
      </w:r>
      <w:r>
        <w:t xml:space="preserve">… </w:t>
      </w:r>
      <w:r w:rsidR="0024252B" w:rsidRPr="002813C1">
        <w:t xml:space="preserve">Il eût fait arriver </w:t>
      </w:r>
      <w:r w:rsidR="0024252B" w:rsidRPr="002813C1">
        <w:rPr>
          <w:i/>
          <w:szCs w:val="32"/>
        </w:rPr>
        <w:t>Domingo</w:t>
      </w:r>
      <w:r w:rsidR="0024252B" w:rsidRPr="002813C1">
        <w:t xml:space="preserve"> bon second et non pas mauvais troisième</w:t>
      </w:r>
      <w:r>
        <w:t> !…</w:t>
      </w:r>
    </w:p>
    <w:p w14:paraId="5E503DAC" w14:textId="77777777" w:rsidR="00B77E03" w:rsidRDefault="00B77E03" w:rsidP="00B77E03">
      <w:r>
        <w:t>— </w:t>
      </w:r>
      <w:r w:rsidR="0024252B" w:rsidRPr="002813C1">
        <w:t>S</w:t>
      </w:r>
      <w:r>
        <w:t>’</w:t>
      </w:r>
      <w:r w:rsidR="0024252B" w:rsidRPr="002813C1">
        <w:t>il n</w:t>
      </w:r>
      <w:r>
        <w:t>’</w:t>
      </w:r>
      <w:r w:rsidR="0024252B" w:rsidRPr="002813C1">
        <w:t>était pas coupable</w:t>
      </w:r>
      <w:r>
        <w:t xml:space="preserve">, </w:t>
      </w:r>
      <w:r w:rsidR="0024252B" w:rsidRPr="002813C1">
        <w:t>il n</w:t>
      </w:r>
      <w:r>
        <w:t>’</w:t>
      </w:r>
      <w:r w:rsidR="0024252B" w:rsidRPr="002813C1">
        <w:t>aurait pas peur</w:t>
      </w:r>
      <w:r>
        <w:t xml:space="preserve">, </w:t>
      </w:r>
      <w:r w:rsidR="0024252B" w:rsidRPr="002813C1">
        <w:t>il ne retirerait pas aujourd</w:t>
      </w:r>
      <w:r>
        <w:t>’</w:t>
      </w:r>
      <w:r w:rsidR="0024252B" w:rsidRPr="002813C1">
        <w:t>hui ses chevaux</w:t>
      </w:r>
      <w:r>
        <w:t xml:space="preserve">, </w:t>
      </w:r>
      <w:r w:rsidR="0024252B" w:rsidRPr="002813C1">
        <w:t>il ne vendrait pas son écurie</w:t>
      </w:r>
      <w:r>
        <w:t>…</w:t>
      </w:r>
    </w:p>
    <w:p w14:paraId="05FAAC81" w14:textId="77777777" w:rsidR="00B77E03" w:rsidRDefault="00B77E03" w:rsidP="00B77E03">
      <w:r>
        <w:t>— </w:t>
      </w:r>
      <w:r w:rsidR="0024252B" w:rsidRPr="002813C1">
        <w:t>S</w:t>
      </w:r>
      <w:r>
        <w:t>’</w:t>
      </w:r>
      <w:r w:rsidR="0024252B" w:rsidRPr="002813C1">
        <w:t>il renonce aux courses</w:t>
      </w:r>
      <w:r>
        <w:t xml:space="preserve">, </w:t>
      </w:r>
      <w:r w:rsidR="0024252B" w:rsidRPr="002813C1">
        <w:t>c</w:t>
      </w:r>
      <w:r>
        <w:t>’</w:t>
      </w:r>
      <w:r w:rsidR="0024252B" w:rsidRPr="002813C1">
        <w:t>est qu</w:t>
      </w:r>
      <w:r>
        <w:t>’</w:t>
      </w:r>
      <w:r w:rsidR="0024252B" w:rsidRPr="002813C1">
        <w:t>il se marie</w:t>
      </w:r>
      <w:r>
        <w:t xml:space="preserve">, </w:t>
      </w:r>
      <w:r w:rsidR="0024252B" w:rsidRPr="002813C1">
        <w:t>ne le savez-vous pas</w:t>
      </w:r>
      <w:r>
        <w:t> !</w:t>
      </w:r>
    </w:p>
    <w:p w14:paraId="4B164DAB" w14:textId="77777777" w:rsidR="00B77E03" w:rsidRDefault="00B77E03" w:rsidP="00B77E03">
      <w:r>
        <w:t>— </w:t>
      </w:r>
      <w:r w:rsidR="0024252B" w:rsidRPr="002813C1">
        <w:t>Eh</w:t>
      </w:r>
      <w:r>
        <w:t xml:space="preserve"> ! </w:t>
      </w:r>
      <w:r w:rsidR="0024252B" w:rsidRPr="002813C1">
        <w:t>ce n</w:t>
      </w:r>
      <w:r>
        <w:t>’</w:t>
      </w:r>
      <w:r w:rsidR="0024252B" w:rsidRPr="002813C1">
        <w:t>est pas une raison</w:t>
      </w:r>
      <w:r>
        <w:t>…</w:t>
      </w:r>
    </w:p>
    <w:p w14:paraId="0DD60986" w14:textId="60889C05" w:rsidR="00B77E03" w:rsidRDefault="0024252B" w:rsidP="00B77E03">
      <w:r w:rsidRPr="002813C1">
        <w:t>Qu</w:t>
      </w:r>
      <w:r w:rsidR="00B77E03">
        <w:t>’</w:t>
      </w:r>
      <w:proofErr w:type="spellStart"/>
      <w:r w:rsidRPr="002813C1">
        <w:t>eût-ce</w:t>
      </w:r>
      <w:proofErr w:type="spellEnd"/>
      <w:r w:rsidRPr="002813C1">
        <w:t xml:space="preserve"> donc été si on eût soupçonné la déconfiture jusqu</w:t>
      </w:r>
      <w:r w:rsidR="00B77E03">
        <w:t>’</w:t>
      </w:r>
      <w:r w:rsidRPr="002813C1">
        <w:t xml:space="preserve">alors si habilement dissimulée de </w:t>
      </w:r>
      <w:r w:rsidR="00B77E03">
        <w:t>M. de </w:t>
      </w:r>
      <w:proofErr w:type="spellStart"/>
      <w:r w:rsidRPr="002813C1">
        <w:t>Valorsay</w:t>
      </w:r>
      <w:proofErr w:type="spellEnd"/>
      <w:r w:rsidR="00B77E03">
        <w:t xml:space="preserve">… </w:t>
      </w:r>
      <w:r w:rsidRPr="002813C1">
        <w:t>Mais n</w:t>
      </w:r>
      <w:r w:rsidR="00B77E03">
        <w:t>’</w:t>
      </w:r>
      <w:r w:rsidRPr="002813C1">
        <w:t>importe</w:t>
      </w:r>
      <w:r w:rsidR="00B77E03">
        <w:t xml:space="preserve">, </w:t>
      </w:r>
      <w:r w:rsidRPr="002813C1">
        <w:t>calomnie ou non</w:t>
      </w:r>
      <w:r w:rsidR="00B77E03">
        <w:t xml:space="preserve">, </w:t>
      </w:r>
      <w:r w:rsidRPr="002813C1">
        <w:t>c</w:t>
      </w:r>
      <w:r w:rsidR="00B77E03">
        <w:t>’</w:t>
      </w:r>
      <w:r w:rsidRPr="002813C1">
        <w:t>était une première éclaboussure sur une renommée jusqu</w:t>
      </w:r>
      <w:r w:rsidR="00B77E03">
        <w:t>’</w:t>
      </w:r>
      <w:r w:rsidRPr="002813C1">
        <w:t>alors intacte et brillante</w:t>
      </w:r>
      <w:r w:rsidR="00B77E03">
        <w:t>.</w:t>
      </w:r>
    </w:p>
    <w:p w14:paraId="6CED42BC" w14:textId="77777777" w:rsidR="00B77E03" w:rsidRDefault="0024252B" w:rsidP="00B77E03">
      <w:r w:rsidRPr="002813C1">
        <w:t>Comme tous les joueurs</w:t>
      </w:r>
      <w:r w:rsidR="00B77E03">
        <w:t xml:space="preserve">, </w:t>
      </w:r>
      <w:r w:rsidRPr="002813C1">
        <w:t xml:space="preserve">les </w:t>
      </w:r>
      <w:r w:rsidR="00B77E03">
        <w:t>« </w:t>
      </w:r>
      <w:r w:rsidRPr="002813C1">
        <w:t>turfistes</w:t>
      </w:r>
      <w:r w:rsidR="00B77E03">
        <w:t> »</w:t>
      </w:r>
      <w:r w:rsidRPr="002813C1">
        <w:t xml:space="preserve"> sont défiants et rancuniers</w:t>
      </w:r>
      <w:r w:rsidR="00B77E03">
        <w:t xml:space="preserve">… </w:t>
      </w:r>
      <w:r w:rsidRPr="002813C1">
        <w:t>Nul n</w:t>
      </w:r>
      <w:r w:rsidR="00B77E03">
        <w:t>’</w:t>
      </w:r>
      <w:r w:rsidRPr="002813C1">
        <w:t>est à l</w:t>
      </w:r>
      <w:r w:rsidR="00B77E03">
        <w:t>’</w:t>
      </w:r>
      <w:r w:rsidRPr="002813C1">
        <w:t>abri de leurs soupçons quand ils perdent</w:t>
      </w:r>
      <w:r w:rsidR="00B77E03">
        <w:t xml:space="preserve">, </w:t>
      </w:r>
      <w:r w:rsidRPr="002813C1">
        <w:t>de leur colère quand ils se croient dupes</w:t>
      </w:r>
      <w:r w:rsidR="00B77E03">
        <w:t xml:space="preserve">… </w:t>
      </w:r>
      <w:r w:rsidRPr="002813C1">
        <w:t>Ils n</w:t>
      </w:r>
      <w:r w:rsidR="00B77E03">
        <w:t>’</w:t>
      </w:r>
      <w:r w:rsidRPr="002813C1">
        <w:t>ont sans doute besoin que d</w:t>
      </w:r>
      <w:r w:rsidR="00B77E03">
        <w:t>’</w:t>
      </w:r>
      <w:r w:rsidRPr="002813C1">
        <w:t>interroger leur conscience pour comprendre jusqu</w:t>
      </w:r>
      <w:r w:rsidR="00B77E03">
        <w:t>’</w:t>
      </w:r>
      <w:r w:rsidRPr="002813C1">
        <w:t>où peut entraîner le jeu</w:t>
      </w:r>
      <w:r w:rsidR="00B77E03">
        <w:t xml:space="preserve">… </w:t>
      </w:r>
      <w:r w:rsidRPr="002813C1">
        <w:t xml:space="preserve">Cette affaire de </w:t>
      </w:r>
      <w:r w:rsidRPr="002813C1">
        <w:rPr>
          <w:i/>
          <w:szCs w:val="32"/>
        </w:rPr>
        <w:t>Domingo</w:t>
      </w:r>
      <w:r w:rsidRPr="002813C1">
        <w:t xml:space="preserve"> réunissait contre </w:t>
      </w:r>
      <w:proofErr w:type="spellStart"/>
      <w:r w:rsidRPr="002813C1">
        <w:t>Valorsay</w:t>
      </w:r>
      <w:proofErr w:type="spellEnd"/>
      <w:r w:rsidRPr="002813C1">
        <w:t xml:space="preserve"> tous les perdants</w:t>
      </w:r>
      <w:r w:rsidR="00B77E03">
        <w:t xml:space="preserve">… </w:t>
      </w:r>
      <w:r w:rsidRPr="002813C1">
        <w:t>Elle armait contre lui un petit bataillon d</w:t>
      </w:r>
      <w:r w:rsidR="00B77E03">
        <w:t>’</w:t>
      </w:r>
      <w:r w:rsidRPr="002813C1">
        <w:t>ennemis</w:t>
      </w:r>
      <w:r w:rsidR="00B77E03">
        <w:t xml:space="preserve">, </w:t>
      </w:r>
      <w:r w:rsidRPr="002813C1">
        <w:t>impuissants pour le moment</w:t>
      </w:r>
      <w:r w:rsidR="00B77E03">
        <w:t xml:space="preserve">, </w:t>
      </w:r>
      <w:r w:rsidRPr="002813C1">
        <w:t>mais prêts à prendre une éclatante revanche dès que l</w:t>
      </w:r>
      <w:r w:rsidR="00B77E03">
        <w:t>’</w:t>
      </w:r>
      <w:r w:rsidRPr="002813C1">
        <w:t>occasion s</w:t>
      </w:r>
      <w:r w:rsidR="00B77E03">
        <w:t>’</w:t>
      </w:r>
      <w:r w:rsidRPr="002813C1">
        <w:t>en présenterait</w:t>
      </w:r>
      <w:r w:rsidR="00B77E03">
        <w:t>.</w:t>
      </w:r>
    </w:p>
    <w:p w14:paraId="016C6799" w14:textId="3C1456E3" w:rsidR="00B77E03" w:rsidRDefault="0024252B" w:rsidP="00B77E03">
      <w:r w:rsidRPr="002813C1">
        <w:lastRenderedPageBreak/>
        <w:t>Tout naturellement</w:t>
      </w:r>
      <w:r w:rsidR="00B77E03">
        <w:t>, M. </w:t>
      </w:r>
      <w:proofErr w:type="spellStart"/>
      <w:r w:rsidRPr="002813C1">
        <w:t>Wilkie</w:t>
      </w:r>
      <w:proofErr w:type="spellEnd"/>
      <w:r w:rsidRPr="002813C1">
        <w:t xml:space="preserve"> s</w:t>
      </w:r>
      <w:r w:rsidR="00B77E03">
        <w:t>’</w:t>
      </w:r>
      <w:r w:rsidRPr="002813C1">
        <w:t xml:space="preserve">était rangé du parti de </w:t>
      </w:r>
      <w:r w:rsidR="00B77E03">
        <w:t>M. de </w:t>
      </w:r>
      <w:proofErr w:type="spellStart"/>
      <w:r w:rsidRPr="002813C1">
        <w:t>Valorsay</w:t>
      </w:r>
      <w:proofErr w:type="spellEnd"/>
      <w:r w:rsidR="00B77E03">
        <w:t xml:space="preserve">, </w:t>
      </w:r>
      <w:r w:rsidRPr="002813C1">
        <w:t xml:space="preserve">dont il avait plusieurs fois entendu célébrer les mérites par son ami </w:t>
      </w:r>
      <w:r w:rsidR="00B77E03">
        <w:t>M. de </w:t>
      </w:r>
      <w:proofErr w:type="spellStart"/>
      <w:r w:rsidRPr="002813C1">
        <w:t>Coralth</w:t>
      </w:r>
      <w:proofErr w:type="spellEnd"/>
      <w:r w:rsidR="00B77E03">
        <w:t>.</w:t>
      </w:r>
    </w:p>
    <w:p w14:paraId="4158FE40" w14:textId="77777777" w:rsidR="00B77E03" w:rsidRDefault="0024252B" w:rsidP="00B77E03">
      <w:r w:rsidRPr="002813C1">
        <w:t>Il eût agi de même sans cela</w:t>
      </w:r>
      <w:r w:rsidR="00B77E03">
        <w:t xml:space="preserve">, </w:t>
      </w:r>
      <w:r w:rsidRPr="002813C1">
        <w:t>rien que pour avoir la satisfaction de crier</w:t>
      </w:r>
      <w:r w:rsidR="00B77E03">
        <w:t> :</w:t>
      </w:r>
    </w:p>
    <w:p w14:paraId="4B01036D" w14:textId="4957E736" w:rsidR="00B77E03" w:rsidRDefault="00B77E03" w:rsidP="00B77E03">
      <w:r>
        <w:t>— </w:t>
      </w:r>
      <w:r w:rsidR="0024252B" w:rsidRPr="002813C1">
        <w:t>Accuser ce cher marquis</w:t>
      </w:r>
      <w:r>
        <w:t xml:space="preserve"> ! </w:t>
      </w:r>
      <w:r w:rsidR="0024252B" w:rsidRPr="002813C1">
        <w:t>Ah</w:t>
      </w:r>
      <w:r>
        <w:t xml:space="preserve"> ! </w:t>
      </w:r>
      <w:r w:rsidR="0024252B" w:rsidRPr="002813C1">
        <w:t>je la trouve mauvaise</w:t>
      </w:r>
      <w:r>
        <w:t xml:space="preserve"> ! </w:t>
      </w:r>
      <w:r w:rsidR="0024252B" w:rsidRPr="002813C1">
        <w:t>Lui qui hier soir me disait encore</w:t>
      </w:r>
      <w:r>
        <w:t> : « </w:t>
      </w:r>
      <w:r w:rsidR="0024252B" w:rsidRPr="002813C1">
        <w:t>Mon excellent bon</w:t>
      </w:r>
      <w:r>
        <w:t xml:space="preserve">, </w:t>
      </w:r>
      <w:r w:rsidR="0024252B" w:rsidRPr="002813C1">
        <w:t xml:space="preserve">la défaite de </w:t>
      </w:r>
      <w:r w:rsidR="0024252B" w:rsidRPr="002813C1">
        <w:rPr>
          <w:i/>
          <w:szCs w:val="32"/>
        </w:rPr>
        <w:t>Domingo</w:t>
      </w:r>
      <w:r w:rsidR="0024252B" w:rsidRPr="002813C1">
        <w:t xml:space="preserve"> me coûte deux mille louis</w:t>
      </w:r>
      <w:r>
        <w:t> ! »</w:t>
      </w:r>
      <w:r w:rsidR="0024252B" w:rsidRPr="002813C1">
        <w:t xml:space="preserve"> </w:t>
      </w:r>
      <w:r>
        <w:t>M. de </w:t>
      </w:r>
      <w:proofErr w:type="spellStart"/>
      <w:r w:rsidR="0024252B" w:rsidRPr="002813C1">
        <w:t>Valorsay</w:t>
      </w:r>
      <w:proofErr w:type="spellEnd"/>
      <w:r w:rsidR="0024252B" w:rsidRPr="002813C1">
        <w:t xml:space="preserve"> ne lui avait rien dit</w:t>
      </w:r>
      <w:r>
        <w:t xml:space="preserve">, </w:t>
      </w:r>
      <w:r w:rsidR="0024252B" w:rsidRPr="002813C1">
        <w:t>par cette raison qu</w:t>
      </w:r>
      <w:r>
        <w:t>’</w:t>
      </w:r>
      <w:r w:rsidR="0024252B" w:rsidRPr="002813C1">
        <w:t>à peine il le connaissait de vue</w:t>
      </w:r>
      <w:r>
        <w:t xml:space="preserve"> ; </w:t>
      </w:r>
      <w:r w:rsidR="0024252B" w:rsidRPr="002813C1">
        <w:t>mais n</w:t>
      </w:r>
      <w:r>
        <w:t>’</w:t>
      </w:r>
      <w:r w:rsidR="0024252B" w:rsidRPr="002813C1">
        <w:t>importe</w:t>
      </w:r>
      <w:r>
        <w:t xml:space="preserve">, </w:t>
      </w:r>
      <w:r w:rsidR="0024252B" w:rsidRPr="002813C1">
        <w:t xml:space="preserve">cela </w:t>
      </w:r>
      <w:r>
        <w:t>« </w:t>
      </w:r>
      <w:r w:rsidR="0024252B" w:rsidRPr="002813C1">
        <w:t>faisait bien</w:t>
      </w:r>
      <w:r>
        <w:t>, »</w:t>
      </w:r>
      <w:r w:rsidR="0024252B" w:rsidRPr="002813C1">
        <w:t xml:space="preserve"> estimait-il</w:t>
      </w:r>
      <w:r>
        <w:t xml:space="preserve">, </w:t>
      </w:r>
      <w:r w:rsidR="0024252B" w:rsidRPr="002813C1">
        <w:t>de se déclarer son ami</w:t>
      </w:r>
      <w:r>
        <w:t xml:space="preserve">, </w:t>
      </w:r>
      <w:r w:rsidR="0024252B" w:rsidRPr="002813C1">
        <w:t>et quand il disait</w:t>
      </w:r>
      <w:r>
        <w:t> : « </w:t>
      </w:r>
      <w:r w:rsidR="0024252B" w:rsidRPr="002813C1">
        <w:t>Ce cher marquis</w:t>
      </w:r>
      <w:r>
        <w:t>, »</w:t>
      </w:r>
      <w:r w:rsidR="0024252B" w:rsidRPr="002813C1">
        <w:t xml:space="preserve"> il en avait plein la bouche</w:t>
      </w:r>
      <w:r>
        <w:t>.</w:t>
      </w:r>
    </w:p>
    <w:p w14:paraId="27A32028" w14:textId="77777777" w:rsidR="00B77E03" w:rsidRDefault="0024252B" w:rsidP="00B77E03">
      <w:r w:rsidRPr="002813C1">
        <w:t>Cependant</w:t>
      </w:r>
      <w:r w:rsidR="00B77E03">
        <w:t xml:space="preserve">, </w:t>
      </w:r>
      <w:r w:rsidRPr="002813C1">
        <w:t>il avait beau s</w:t>
      </w:r>
      <w:r w:rsidR="00B77E03">
        <w:t>’</w:t>
      </w:r>
      <w:r w:rsidRPr="002813C1">
        <w:t>agiter</w:t>
      </w:r>
      <w:r w:rsidR="00B77E03">
        <w:t xml:space="preserve">, </w:t>
      </w:r>
      <w:r w:rsidRPr="002813C1">
        <w:t>on ne prenait pas garde à lui</w:t>
      </w:r>
      <w:r w:rsidR="00B77E03">
        <w:t xml:space="preserve">. </w:t>
      </w:r>
      <w:r w:rsidRPr="002813C1">
        <w:t>Cela le dépitait</w:t>
      </w:r>
      <w:r w:rsidR="00B77E03">
        <w:t xml:space="preserve"> ; </w:t>
      </w:r>
      <w:r w:rsidRPr="002813C1">
        <w:t xml:space="preserve">avisant </w:t>
      </w:r>
      <w:r w:rsidR="00B77E03">
        <w:t>« </w:t>
      </w:r>
      <w:r w:rsidRPr="002813C1">
        <w:t>son jockey</w:t>
      </w:r>
      <w:r w:rsidR="00B77E03">
        <w:t>, »</w:t>
      </w:r>
      <w:r w:rsidRPr="002813C1">
        <w:t xml:space="preserve"> il lui fit un signe et l</w:t>
      </w:r>
      <w:r w:rsidR="00B77E03">
        <w:t>’</w:t>
      </w:r>
      <w:r w:rsidRPr="002813C1">
        <w:t>entraîna hors de l</w:t>
      </w:r>
      <w:r w:rsidR="00B77E03">
        <w:t>’</w:t>
      </w:r>
      <w:r w:rsidRPr="002813C1">
        <w:t>enceinte réservée</w:t>
      </w:r>
      <w:r w:rsidR="00B77E03">
        <w:t>.</w:t>
      </w:r>
    </w:p>
    <w:p w14:paraId="294D81FB" w14:textId="77777777" w:rsidR="00B77E03" w:rsidRDefault="0024252B" w:rsidP="00B77E03">
      <w:r w:rsidRPr="002813C1">
        <w:t>C</w:t>
      </w:r>
      <w:r w:rsidR="00B77E03">
        <w:t>’</w:t>
      </w:r>
      <w:r w:rsidRPr="002813C1">
        <w:t>était un grand mauvais drôle ce jockey</w:t>
      </w:r>
      <w:r w:rsidR="00B77E03">
        <w:t xml:space="preserve">, </w:t>
      </w:r>
      <w:r w:rsidRPr="002813C1">
        <w:t>ivrogne et paresseux</w:t>
      </w:r>
      <w:r w:rsidR="00B77E03">
        <w:t xml:space="preserve">, </w:t>
      </w:r>
      <w:r w:rsidRPr="002813C1">
        <w:t>chassé de toutes les écuries où il avait servi</w:t>
      </w:r>
      <w:r w:rsidR="00B77E03">
        <w:t xml:space="preserve">, </w:t>
      </w:r>
      <w:r w:rsidRPr="002813C1">
        <w:t>qui se moquait outrageusement des jeunes messieurs qui l</w:t>
      </w:r>
      <w:r w:rsidR="00B77E03">
        <w:t>’</w:t>
      </w:r>
      <w:r w:rsidRPr="002813C1">
        <w:t>avaient à leur service et qui les volait sans pudeur ni mesure</w:t>
      </w:r>
      <w:r w:rsidR="00B77E03">
        <w:t>.</w:t>
      </w:r>
    </w:p>
    <w:p w14:paraId="5E976230" w14:textId="77777777" w:rsidR="00B77E03" w:rsidRDefault="0024252B" w:rsidP="00B77E03">
      <w:r w:rsidRPr="002813C1">
        <w:t>Outre qu</w:t>
      </w:r>
      <w:r w:rsidR="00B77E03">
        <w:t>’</w:t>
      </w:r>
      <w:r w:rsidRPr="002813C1">
        <w:t>il se faisait payer très-cher</w:t>
      </w:r>
      <w:r w:rsidR="00B77E03">
        <w:t xml:space="preserve"> – </w:t>
      </w:r>
      <w:r w:rsidRPr="002813C1">
        <w:t>huit mille</w:t>
      </w:r>
      <w:r w:rsidR="00B77E03">
        <w:t xml:space="preserve"> ; </w:t>
      </w:r>
      <w:r w:rsidRPr="002813C1">
        <w:t>francs par an</w:t>
      </w:r>
      <w:r w:rsidR="00B77E03">
        <w:t xml:space="preserve">, – </w:t>
      </w:r>
      <w:r w:rsidRPr="002813C1">
        <w:t>sous prétexte qu</w:t>
      </w:r>
      <w:r w:rsidR="00B77E03">
        <w:t>’</w:t>
      </w:r>
      <w:r w:rsidRPr="002813C1">
        <w:t>il lui répugnait d</w:t>
      </w:r>
      <w:r w:rsidR="00B77E03">
        <w:t>’</w:t>
      </w:r>
      <w:r w:rsidRPr="002813C1">
        <w:t>être à la fois palefrenier</w:t>
      </w:r>
      <w:r w:rsidR="00B77E03">
        <w:t xml:space="preserve">, </w:t>
      </w:r>
      <w:r w:rsidRPr="002813C1">
        <w:t>entraîneur et jockey</w:t>
      </w:r>
      <w:r w:rsidR="00B77E03">
        <w:t xml:space="preserve">, </w:t>
      </w:r>
      <w:r w:rsidRPr="002813C1">
        <w:t>il présentait chaque mois des factures fabuleuses</w:t>
      </w:r>
      <w:r w:rsidR="00B77E03">
        <w:t xml:space="preserve"> : </w:t>
      </w:r>
      <w:r w:rsidRPr="002813C1">
        <w:t>du grainetier</w:t>
      </w:r>
      <w:r w:rsidR="00B77E03">
        <w:t xml:space="preserve">, </w:t>
      </w:r>
      <w:r w:rsidRPr="002813C1">
        <w:t>du vétérinaire</w:t>
      </w:r>
      <w:r w:rsidR="00B77E03">
        <w:t xml:space="preserve">, </w:t>
      </w:r>
      <w:r w:rsidRPr="002813C1">
        <w:t>du maréchal et du sellier</w:t>
      </w:r>
      <w:r w:rsidR="00B77E03">
        <w:t>.</w:t>
      </w:r>
    </w:p>
    <w:p w14:paraId="12AA35C9" w14:textId="77777777" w:rsidR="00B77E03" w:rsidRDefault="0024252B" w:rsidP="00B77E03">
      <w:r w:rsidRPr="002813C1">
        <w:t>De plus</w:t>
      </w:r>
      <w:r w:rsidR="00B77E03">
        <w:t xml:space="preserve">, </w:t>
      </w:r>
      <w:r w:rsidRPr="002813C1">
        <w:t>il vendait régulièrement</w:t>
      </w:r>
      <w:r w:rsidR="00B77E03">
        <w:t xml:space="preserve">, </w:t>
      </w:r>
      <w:r w:rsidRPr="002813C1">
        <w:t>pour en boire le prix</w:t>
      </w:r>
      <w:r w:rsidR="00B77E03">
        <w:t xml:space="preserve">, </w:t>
      </w:r>
      <w:r w:rsidRPr="002813C1">
        <w:t>l</w:t>
      </w:r>
      <w:r w:rsidR="00B77E03">
        <w:t>’</w:t>
      </w:r>
      <w:r w:rsidRPr="002813C1">
        <w:t xml:space="preserve">avoine de </w:t>
      </w:r>
      <w:r w:rsidRPr="002813C1">
        <w:rPr>
          <w:i/>
          <w:szCs w:val="32"/>
        </w:rPr>
        <w:t>Pompier de Nanterre</w:t>
      </w:r>
      <w:r w:rsidR="00B77E03">
        <w:t xml:space="preserve">, </w:t>
      </w:r>
      <w:r w:rsidRPr="002813C1">
        <w:t>lequel crevait de faim</w:t>
      </w:r>
      <w:r w:rsidR="00B77E03">
        <w:t xml:space="preserve">, </w:t>
      </w:r>
      <w:r w:rsidRPr="002813C1">
        <w:t>le malheureux</w:t>
      </w:r>
      <w:r w:rsidR="00B77E03">
        <w:t xml:space="preserve">, </w:t>
      </w:r>
      <w:r w:rsidRPr="002813C1">
        <w:t>à ce point de tenir à peine sur ses jambes</w:t>
      </w:r>
      <w:r w:rsidR="00B77E03">
        <w:t>.</w:t>
      </w:r>
    </w:p>
    <w:p w14:paraId="31623804" w14:textId="77777777" w:rsidR="00B77E03" w:rsidRDefault="0024252B" w:rsidP="00B77E03">
      <w:r w:rsidRPr="002813C1">
        <w:t>La maigreur du cheval</w:t>
      </w:r>
      <w:r w:rsidR="00B77E03">
        <w:t xml:space="preserve">, </w:t>
      </w:r>
      <w:r w:rsidRPr="002813C1">
        <w:t>le jockey la mettait sur le compte d</w:t>
      </w:r>
      <w:r w:rsidR="00B77E03">
        <w:t>’</w:t>
      </w:r>
      <w:r w:rsidRPr="002813C1">
        <w:t>un entraînement habile</w:t>
      </w:r>
      <w:r w:rsidR="00B77E03">
        <w:t xml:space="preserve">, </w:t>
      </w:r>
      <w:r w:rsidRPr="002813C1">
        <w:t>et les propriétaires le croyaient</w:t>
      </w:r>
      <w:r w:rsidR="00B77E03">
        <w:t>.</w:t>
      </w:r>
    </w:p>
    <w:p w14:paraId="7DB122DE" w14:textId="77777777" w:rsidR="00B77E03" w:rsidRDefault="0024252B" w:rsidP="00B77E03">
      <w:r w:rsidRPr="002813C1">
        <w:lastRenderedPageBreak/>
        <w:t>Il leur en faisait accroire bien d</w:t>
      </w:r>
      <w:r w:rsidR="00B77E03">
        <w:t>’</w:t>
      </w:r>
      <w:r w:rsidRPr="002813C1">
        <w:t>autres</w:t>
      </w:r>
      <w:r w:rsidR="00B77E03">
        <w:t xml:space="preserve"> ; </w:t>
      </w:r>
      <w:r w:rsidRPr="002813C1">
        <w:t xml:space="preserve">que </w:t>
      </w:r>
      <w:r w:rsidRPr="002813C1">
        <w:rPr>
          <w:i/>
          <w:szCs w:val="32"/>
        </w:rPr>
        <w:t>Pompier de Nanterre</w:t>
      </w:r>
      <w:r w:rsidRPr="002813C1">
        <w:t xml:space="preserve"> gagnerait la course</w:t>
      </w:r>
      <w:r w:rsidR="00B77E03">
        <w:t xml:space="preserve">, </w:t>
      </w:r>
      <w:r w:rsidRPr="002813C1">
        <w:t>par exemple</w:t>
      </w:r>
      <w:r w:rsidR="00B77E03">
        <w:t xml:space="preserve">, </w:t>
      </w:r>
      <w:r w:rsidRPr="002813C1">
        <w:t>plaisanterie sinistre en ceci que sur la foi de cette fallacieuse promesse</w:t>
      </w:r>
      <w:r w:rsidR="00B77E03">
        <w:t xml:space="preserve">, </w:t>
      </w:r>
      <w:r w:rsidRPr="002813C1">
        <w:t>ils mettaient leur argent sur la misérable rosse</w:t>
      </w:r>
      <w:r w:rsidR="00B77E03">
        <w:t xml:space="preserve">… </w:t>
      </w:r>
      <w:r w:rsidRPr="002813C1">
        <w:t>et le perdaient</w:t>
      </w:r>
      <w:r w:rsidR="00B77E03">
        <w:t>.</w:t>
      </w:r>
    </w:p>
    <w:p w14:paraId="29C10B4B" w14:textId="77777777" w:rsidR="00B77E03" w:rsidRDefault="0024252B" w:rsidP="00B77E03">
      <w:r w:rsidRPr="002813C1">
        <w:t>Dans le fait</w:t>
      </w:r>
      <w:r w:rsidR="00B77E03">
        <w:t xml:space="preserve">, </w:t>
      </w:r>
      <w:r w:rsidRPr="002813C1">
        <w:t>cet honnête jockey eût été le plus heureux des mortels s</w:t>
      </w:r>
      <w:r w:rsidR="00B77E03">
        <w:t>’</w:t>
      </w:r>
      <w:r w:rsidRPr="002813C1">
        <w:t>il n</w:t>
      </w:r>
      <w:r w:rsidR="00B77E03">
        <w:t>’</w:t>
      </w:r>
      <w:r w:rsidRPr="002813C1">
        <w:t>y eût jamais eu de courses</w:t>
      </w:r>
      <w:r w:rsidR="00B77E03">
        <w:t xml:space="preserve">… </w:t>
      </w:r>
      <w:r w:rsidRPr="002813C1">
        <w:t>D</w:t>
      </w:r>
      <w:r w:rsidR="00B77E03">
        <w:t>’</w:t>
      </w:r>
      <w:r w:rsidRPr="002813C1">
        <w:t>abord il jugeait</w:t>
      </w:r>
      <w:r w:rsidR="00B77E03">
        <w:t xml:space="preserve">, </w:t>
      </w:r>
      <w:r w:rsidRPr="002813C1">
        <w:t>non sans raison</w:t>
      </w:r>
      <w:r w:rsidR="00B77E03">
        <w:t xml:space="preserve">, </w:t>
      </w:r>
      <w:r w:rsidRPr="002813C1">
        <w:t>très-dangereux de franchir des obstacles avec un cheval comme le sien</w:t>
      </w:r>
      <w:r w:rsidR="00B77E03">
        <w:t xml:space="preserve">. </w:t>
      </w:r>
      <w:r w:rsidRPr="002813C1">
        <w:t>Ensuite</w:t>
      </w:r>
      <w:r w:rsidR="00B77E03">
        <w:t xml:space="preserve">, </w:t>
      </w:r>
      <w:r w:rsidRPr="002813C1">
        <w:t>rien ne l</w:t>
      </w:r>
      <w:r w:rsidR="00B77E03">
        <w:t>’</w:t>
      </w:r>
      <w:r w:rsidRPr="002813C1">
        <w:t>excédait comme d</w:t>
      </w:r>
      <w:r w:rsidR="00B77E03">
        <w:t>’</w:t>
      </w:r>
      <w:r w:rsidRPr="002813C1">
        <w:t>être obligé de se promener successivement avec ses trois patrons</w:t>
      </w:r>
      <w:r w:rsidR="00B77E03">
        <w:t>…</w:t>
      </w:r>
    </w:p>
    <w:p w14:paraId="071C507D" w14:textId="77777777" w:rsidR="00B77E03" w:rsidRDefault="0024252B" w:rsidP="00B77E03">
      <w:r w:rsidRPr="002813C1">
        <w:t>Mais le moyen de refuser</w:t>
      </w:r>
      <w:r w:rsidR="00B77E03">
        <w:t xml:space="preserve"> !… </w:t>
      </w:r>
      <w:r w:rsidRPr="002813C1">
        <w:t>Il savait bien</w:t>
      </w:r>
      <w:r w:rsidR="00B77E03">
        <w:t xml:space="preserve">, </w:t>
      </w:r>
      <w:r w:rsidRPr="002813C1">
        <w:t>le rusé drôle</w:t>
      </w:r>
      <w:r w:rsidR="00B77E03">
        <w:t xml:space="preserve">, </w:t>
      </w:r>
      <w:r w:rsidRPr="002813C1">
        <w:t>que si les spirituels associés le payaient</w:t>
      </w:r>
      <w:r w:rsidR="00B77E03">
        <w:t xml:space="preserve">, </w:t>
      </w:r>
      <w:r w:rsidRPr="002813C1">
        <w:t>c</w:t>
      </w:r>
      <w:r w:rsidR="00B77E03">
        <w:t>’</w:t>
      </w:r>
      <w:r w:rsidRPr="002813C1">
        <w:t>était surtout</w:t>
      </w:r>
      <w:r w:rsidR="00B77E03">
        <w:t xml:space="preserve">, </w:t>
      </w:r>
      <w:r w:rsidRPr="002813C1">
        <w:t>ou plutôt c</w:t>
      </w:r>
      <w:r w:rsidR="00B77E03">
        <w:t>’</w:t>
      </w:r>
      <w:r w:rsidRPr="002813C1">
        <w:t>était uniquement pour se parer de lui</w:t>
      </w:r>
      <w:r w:rsidR="00B77E03">
        <w:t>.</w:t>
      </w:r>
    </w:p>
    <w:p w14:paraId="4DDC4941" w14:textId="77777777" w:rsidR="00B77E03" w:rsidRDefault="0024252B" w:rsidP="00B77E03">
      <w:r w:rsidRPr="002813C1">
        <w:t>Se pavaner sur la piste</w:t>
      </w:r>
      <w:r w:rsidR="00B77E03">
        <w:t xml:space="preserve">, </w:t>
      </w:r>
      <w:r w:rsidRPr="002813C1">
        <w:t>devant les tribunes</w:t>
      </w:r>
      <w:r w:rsidR="00B77E03">
        <w:t xml:space="preserve">, </w:t>
      </w:r>
      <w:r w:rsidRPr="002813C1">
        <w:t>avec leur jockey en casaque orange à manches vertes et noires</w:t>
      </w:r>
      <w:r w:rsidR="00B77E03">
        <w:t xml:space="preserve">, </w:t>
      </w:r>
      <w:r w:rsidRPr="002813C1">
        <w:t>était pour eux une satisfaction de vanité à nulle autre pareille</w:t>
      </w:r>
      <w:r w:rsidR="00B77E03">
        <w:t xml:space="preserve">… </w:t>
      </w:r>
      <w:r w:rsidRPr="002813C1">
        <w:t>Leur conviction était qu</w:t>
      </w:r>
      <w:r w:rsidR="00B77E03">
        <w:t>’</w:t>
      </w:r>
      <w:r w:rsidRPr="002813C1">
        <w:t>il en rejaillissait sur eux une considération énorme</w:t>
      </w:r>
      <w:r w:rsidR="00B77E03">
        <w:t xml:space="preserve">, </w:t>
      </w:r>
      <w:r w:rsidRPr="002813C1">
        <w:t>et ils se gonflaient de l</w:t>
      </w:r>
      <w:r w:rsidR="00B77E03">
        <w:t>’</w:t>
      </w:r>
      <w:r w:rsidRPr="002813C1">
        <w:t>envie qu</w:t>
      </w:r>
      <w:r w:rsidR="00B77E03">
        <w:t>’</w:t>
      </w:r>
      <w:r w:rsidRPr="002813C1">
        <w:t>ils pensaient inspirer</w:t>
      </w:r>
      <w:r w:rsidR="00B77E03">
        <w:t>.</w:t>
      </w:r>
    </w:p>
    <w:p w14:paraId="0957CBA4" w14:textId="77777777" w:rsidR="00B77E03" w:rsidRDefault="0024252B" w:rsidP="00B77E03">
      <w:r w:rsidRPr="002813C1">
        <w:t>C</w:t>
      </w:r>
      <w:r w:rsidR="00B77E03">
        <w:t>’</w:t>
      </w:r>
      <w:r w:rsidRPr="002813C1">
        <w:t>était à ce point que chacun d</w:t>
      </w:r>
      <w:r w:rsidR="00B77E03">
        <w:t>’</w:t>
      </w:r>
      <w:r w:rsidRPr="002813C1">
        <w:t>eux accusait les autres d</w:t>
      </w:r>
      <w:r w:rsidR="00B77E03">
        <w:t>’</w:t>
      </w:r>
      <w:r w:rsidRPr="002813C1">
        <w:t>accaparer le jockey</w:t>
      </w:r>
      <w:r w:rsidR="00B77E03">
        <w:t xml:space="preserve">, </w:t>
      </w:r>
      <w:r w:rsidRPr="002813C1">
        <w:t>et qu</w:t>
      </w:r>
      <w:r w:rsidR="00B77E03">
        <w:t>’</w:t>
      </w:r>
      <w:r w:rsidRPr="002813C1">
        <w:t>il en naissait des disputes terribles</w:t>
      </w:r>
      <w:r w:rsidR="00B77E03">
        <w:t xml:space="preserve">, </w:t>
      </w:r>
      <w:r w:rsidRPr="002813C1">
        <w:t>dont une faillit un jour les conduire sur le terrain</w:t>
      </w:r>
      <w:r w:rsidR="00B77E03">
        <w:t>…</w:t>
      </w:r>
    </w:p>
    <w:p w14:paraId="1D444980" w14:textId="60F51137" w:rsidR="00B77E03" w:rsidRDefault="0024252B" w:rsidP="00B77E03">
      <w:r w:rsidRPr="002813C1">
        <w:t>Arrivé le premier</w:t>
      </w:r>
      <w:r w:rsidR="00B77E03">
        <w:t>, M. </w:t>
      </w:r>
      <w:proofErr w:type="spellStart"/>
      <w:r w:rsidRPr="002813C1">
        <w:t>Wilkie</w:t>
      </w:r>
      <w:proofErr w:type="spellEnd"/>
      <w:r w:rsidRPr="002813C1">
        <w:t xml:space="preserve"> s</w:t>
      </w:r>
      <w:r w:rsidR="00B77E03">
        <w:t>’</w:t>
      </w:r>
      <w:r w:rsidRPr="002813C1">
        <w:t xml:space="preserve">emparait du bourreau de </w:t>
      </w:r>
      <w:r w:rsidRPr="002813C1">
        <w:rPr>
          <w:i/>
          <w:szCs w:val="32"/>
        </w:rPr>
        <w:t>Pompier de Nanterre</w:t>
      </w:r>
      <w:r w:rsidR="00B77E03">
        <w:t xml:space="preserve">, </w:t>
      </w:r>
      <w:r w:rsidRPr="002813C1">
        <w:t>c</w:t>
      </w:r>
      <w:r w:rsidR="00B77E03">
        <w:t>’</w:t>
      </w:r>
      <w:r w:rsidRPr="002813C1">
        <w:t>était dans l</w:t>
      </w:r>
      <w:r w:rsidR="00B77E03">
        <w:t>’</w:t>
      </w:r>
      <w:r w:rsidRPr="002813C1">
        <w:t>ordre</w:t>
      </w:r>
      <w:r w:rsidR="00B77E03">
        <w:t>.</w:t>
      </w:r>
    </w:p>
    <w:p w14:paraId="0E7B41CE" w14:textId="77777777" w:rsidR="00B77E03" w:rsidRDefault="0024252B" w:rsidP="00B77E03">
      <w:r w:rsidRPr="002813C1">
        <w:t>Et jamais</w:t>
      </w:r>
      <w:r w:rsidR="00B77E03">
        <w:t xml:space="preserve">, </w:t>
      </w:r>
      <w:r w:rsidRPr="002813C1">
        <w:t>pour se montrer</w:t>
      </w:r>
      <w:r w:rsidR="00B77E03">
        <w:t xml:space="preserve">, </w:t>
      </w:r>
      <w:r w:rsidRPr="002813C1">
        <w:t>les circonstances ne furent plus favorables</w:t>
      </w:r>
      <w:r w:rsidR="00B77E03">
        <w:t xml:space="preserve">. </w:t>
      </w:r>
      <w:r w:rsidRPr="002813C1">
        <w:t>La journée était magnifique</w:t>
      </w:r>
      <w:r w:rsidR="00B77E03">
        <w:t xml:space="preserve">, </w:t>
      </w:r>
      <w:r w:rsidRPr="002813C1">
        <w:t>les tribunes craquaient sous le poids des spectateurs</w:t>
      </w:r>
      <w:r w:rsidR="00B77E03">
        <w:t xml:space="preserve">, </w:t>
      </w:r>
      <w:r w:rsidRPr="002813C1">
        <w:t>deux cent mille curieux se pressaient le long des cordes qui limitent la piste</w:t>
      </w:r>
      <w:r w:rsidR="00B77E03">
        <w:t>…</w:t>
      </w:r>
    </w:p>
    <w:p w14:paraId="4D36AEED" w14:textId="557E012D" w:rsidR="00B77E03" w:rsidRDefault="0024252B" w:rsidP="00B77E03">
      <w:r w:rsidRPr="002813C1">
        <w:lastRenderedPageBreak/>
        <w:t>Aussi</w:t>
      </w:r>
      <w:r w:rsidR="00B77E03">
        <w:t>, M. </w:t>
      </w:r>
      <w:proofErr w:type="spellStart"/>
      <w:r w:rsidRPr="002813C1">
        <w:t>Wilkie</w:t>
      </w:r>
      <w:proofErr w:type="spellEnd"/>
      <w:r w:rsidRPr="002813C1">
        <w:t xml:space="preserve"> semblait-il se multiplier et jouir du don d</w:t>
      </w:r>
      <w:r w:rsidR="00B77E03">
        <w:t>’</w:t>
      </w:r>
      <w:r w:rsidRPr="002813C1">
        <w:t>ubiquité</w:t>
      </w:r>
      <w:r w:rsidR="00B77E03">
        <w:t xml:space="preserve">, </w:t>
      </w:r>
      <w:r w:rsidRPr="002813C1">
        <w:t>tant il se fit voir promptement sur dix points différents</w:t>
      </w:r>
      <w:r w:rsidR="00B77E03">
        <w:t xml:space="preserve">, </w:t>
      </w:r>
      <w:r w:rsidRPr="002813C1">
        <w:t>toujours suivi de son jockey</w:t>
      </w:r>
      <w:r w:rsidR="00B77E03">
        <w:t xml:space="preserve">, </w:t>
      </w:r>
      <w:r w:rsidRPr="002813C1">
        <w:t>auquel il donnait ses derniers ordres d</w:t>
      </w:r>
      <w:r w:rsidR="00B77E03">
        <w:t>’</w:t>
      </w:r>
      <w:r w:rsidRPr="002813C1">
        <w:t>une voix très-haute</w:t>
      </w:r>
      <w:r w:rsidR="00B77E03">
        <w:t xml:space="preserve">, </w:t>
      </w:r>
      <w:r w:rsidRPr="002813C1">
        <w:t>en gesticulant beaucoup</w:t>
      </w:r>
      <w:r w:rsidR="00B77E03">
        <w:t>.</w:t>
      </w:r>
    </w:p>
    <w:p w14:paraId="79A4B37A" w14:textId="77777777" w:rsidR="00B77E03" w:rsidRDefault="0024252B" w:rsidP="00B77E03">
      <w:r w:rsidRPr="002813C1">
        <w:t>Et quelle joie</w:t>
      </w:r>
      <w:r w:rsidR="00B77E03">
        <w:t xml:space="preserve">, </w:t>
      </w:r>
      <w:r w:rsidRPr="002813C1">
        <w:t>quand sur son passage il entendait dire</w:t>
      </w:r>
      <w:r w:rsidR="00B77E03">
        <w:t> : « </w:t>
      </w:r>
      <w:r w:rsidRPr="002813C1">
        <w:t>Ce monsieur est un de ceux qui font courir</w:t>
      </w:r>
      <w:r w:rsidR="00B77E03">
        <w:t> !… »</w:t>
      </w:r>
      <w:r w:rsidRPr="002813C1">
        <w:t xml:space="preserve"> Quel ravissement</w:t>
      </w:r>
      <w:r w:rsidR="00B77E03">
        <w:t xml:space="preserve">, </w:t>
      </w:r>
      <w:r w:rsidRPr="002813C1">
        <w:t>lorsqu</w:t>
      </w:r>
      <w:r w:rsidR="00B77E03">
        <w:t>’</w:t>
      </w:r>
      <w:r w:rsidRPr="002813C1">
        <w:t>il recueillait l</w:t>
      </w:r>
      <w:r w:rsidR="00B77E03">
        <w:t>’</w:t>
      </w:r>
      <w:r w:rsidRPr="002813C1">
        <w:t>exclamation de quelque bourgeoise admirant la soie de la casaque ou les revers des bottes</w:t>
      </w:r>
      <w:r w:rsidR="00B77E03">
        <w:t>…</w:t>
      </w:r>
    </w:p>
    <w:p w14:paraId="419FD9AF" w14:textId="77777777" w:rsidR="00B77E03" w:rsidRDefault="0024252B" w:rsidP="00B77E03">
      <w:r w:rsidRPr="002813C1">
        <w:t>Malheureusement</w:t>
      </w:r>
      <w:r w:rsidR="00B77E03">
        <w:t xml:space="preserve">, </w:t>
      </w:r>
      <w:r w:rsidRPr="002813C1">
        <w:t>il n</w:t>
      </w:r>
      <w:r w:rsidR="00B77E03">
        <w:t>’</w:t>
      </w:r>
      <w:r w:rsidRPr="002813C1">
        <w:t>est pas de bonheur durable</w:t>
      </w:r>
      <w:r w:rsidR="00B77E03">
        <w:t xml:space="preserve"> ; </w:t>
      </w:r>
      <w:r w:rsidRPr="002813C1">
        <w:t>les associés arrivèrent</w:t>
      </w:r>
      <w:r w:rsidR="00B77E03">
        <w:t xml:space="preserve">, </w:t>
      </w:r>
      <w:r w:rsidRPr="002813C1">
        <w:t>qui réclamèrent le jockey à leur tour</w:t>
      </w:r>
      <w:r w:rsidR="00B77E03">
        <w:t>…</w:t>
      </w:r>
    </w:p>
    <w:p w14:paraId="380D42B4" w14:textId="424DE301" w:rsidR="00B77E03" w:rsidRDefault="0024252B" w:rsidP="00B77E03">
      <w:r w:rsidRPr="002813C1">
        <w:t>Dépossédé</w:t>
      </w:r>
      <w:r w:rsidR="00B77E03">
        <w:t>, M. </w:t>
      </w:r>
      <w:proofErr w:type="spellStart"/>
      <w:r w:rsidRPr="002813C1">
        <w:t>Wilkie</w:t>
      </w:r>
      <w:proofErr w:type="spellEnd"/>
      <w:r w:rsidRPr="002813C1">
        <w:t xml:space="preserve"> abandonna la piste</w:t>
      </w:r>
      <w:r w:rsidR="00B77E03">
        <w:t xml:space="preserve">, </w:t>
      </w:r>
      <w:r w:rsidRPr="002813C1">
        <w:t>et se faufilant à travers les équipages</w:t>
      </w:r>
      <w:r w:rsidR="00B77E03">
        <w:t xml:space="preserve">, </w:t>
      </w:r>
      <w:r w:rsidRPr="002813C1">
        <w:t>gagna une voiture</w:t>
      </w:r>
      <w:r w:rsidR="00B77E03">
        <w:t xml:space="preserve">, </w:t>
      </w:r>
      <w:r w:rsidRPr="002813C1">
        <w:t>où les deux demoiselles qui lui avaient fait l</w:t>
      </w:r>
      <w:r w:rsidR="00B77E03">
        <w:t>’</w:t>
      </w:r>
      <w:r w:rsidRPr="002813C1">
        <w:t>honneur d</w:t>
      </w:r>
      <w:r w:rsidR="00B77E03">
        <w:t>’</w:t>
      </w:r>
      <w:r w:rsidRPr="002813C1">
        <w:t>accepter à souper la veille étalaient les cheveux les plus jaunes qu</w:t>
      </w:r>
      <w:r w:rsidR="00B77E03">
        <w:t>’</w:t>
      </w:r>
      <w:r w:rsidRPr="002813C1">
        <w:t>elles possédassent</w:t>
      </w:r>
      <w:r w:rsidR="00B77E03">
        <w:t>…</w:t>
      </w:r>
    </w:p>
    <w:p w14:paraId="6B024D9D" w14:textId="77777777" w:rsidR="00B77E03" w:rsidRDefault="0024252B" w:rsidP="00B77E03">
      <w:r w:rsidRPr="002813C1">
        <w:t>Là encore il trouva moyen de fixer l</w:t>
      </w:r>
      <w:r w:rsidR="00B77E03">
        <w:t>’</w:t>
      </w:r>
      <w:r w:rsidRPr="002813C1">
        <w:t>attention sur lui</w:t>
      </w:r>
      <w:r w:rsidR="00B77E03">
        <w:t xml:space="preserve">, </w:t>
      </w:r>
      <w:r w:rsidRPr="002813C1">
        <w:t>et de faire preuve de chic</w:t>
      </w:r>
      <w:r w:rsidR="00B77E03">
        <w:t xml:space="preserve"> !… </w:t>
      </w:r>
      <w:r w:rsidRPr="002813C1">
        <w:t>Ce n</w:t>
      </w:r>
      <w:r w:rsidR="00B77E03">
        <w:t>’</w:t>
      </w:r>
      <w:r w:rsidRPr="002813C1">
        <w:t>était pas pour rien qu</w:t>
      </w:r>
      <w:r w:rsidR="00B77E03">
        <w:t>’</w:t>
      </w:r>
      <w:r w:rsidRPr="002813C1">
        <w:t>il avait fait remplir de vin de Champagne le coffre de la voiture</w:t>
      </w:r>
      <w:r w:rsidR="00B77E03">
        <w:t>…</w:t>
      </w:r>
    </w:p>
    <w:p w14:paraId="0B7753A8" w14:textId="77777777" w:rsidR="00B77E03" w:rsidRDefault="0024252B" w:rsidP="00B77E03">
      <w:r w:rsidRPr="002813C1">
        <w:t>Et l</w:t>
      </w:r>
      <w:r w:rsidR="00B77E03">
        <w:t>’</w:t>
      </w:r>
      <w:r w:rsidRPr="002813C1">
        <w:t>instant décisif venu</w:t>
      </w:r>
      <w:r w:rsidR="00B77E03">
        <w:t xml:space="preserve">, </w:t>
      </w:r>
      <w:r w:rsidRPr="002813C1">
        <w:t>on put le voir se hisser sur sa banquette en criant</w:t>
      </w:r>
      <w:r w:rsidR="00B77E03">
        <w:t> :</w:t>
      </w:r>
    </w:p>
    <w:p w14:paraId="1C64C00C" w14:textId="77777777" w:rsidR="00B77E03" w:rsidRDefault="00B77E03" w:rsidP="00B77E03">
      <w:pPr>
        <w:rPr>
          <w:i/>
          <w:szCs w:val="32"/>
        </w:rPr>
      </w:pPr>
      <w:r>
        <w:t>— </w:t>
      </w:r>
      <w:r w:rsidR="0024252B" w:rsidRPr="002813C1">
        <w:t>Voilà</w:t>
      </w:r>
      <w:r>
        <w:t xml:space="preserve"> ! </w:t>
      </w:r>
      <w:r w:rsidR="0024252B" w:rsidRPr="002813C1">
        <w:t>voilà</w:t>
      </w:r>
      <w:r>
        <w:t xml:space="preserve"> !… </w:t>
      </w:r>
      <w:r w:rsidR="0024252B" w:rsidRPr="002813C1">
        <w:t>Regardez</w:t>
      </w:r>
      <w:r>
        <w:t xml:space="preserve"> !… </w:t>
      </w:r>
      <w:r w:rsidR="0024252B" w:rsidRPr="002813C1">
        <w:t>Bravo</w:t>
      </w:r>
      <w:r>
        <w:t xml:space="preserve">, </w:t>
      </w:r>
      <w:r w:rsidR="0024252B" w:rsidRPr="002813C1">
        <w:rPr>
          <w:i/>
          <w:szCs w:val="32"/>
        </w:rPr>
        <w:t>Pompier</w:t>
      </w:r>
      <w:r>
        <w:rPr>
          <w:i/>
          <w:szCs w:val="32"/>
        </w:rPr>
        <w:t xml:space="preserve"> !… </w:t>
      </w:r>
      <w:r w:rsidR="0024252B" w:rsidRPr="002813C1">
        <w:t xml:space="preserve">Cent louis pour </w:t>
      </w:r>
      <w:r w:rsidR="0024252B" w:rsidRPr="002813C1">
        <w:rPr>
          <w:i/>
          <w:szCs w:val="32"/>
        </w:rPr>
        <w:t>Pompier</w:t>
      </w:r>
      <w:r>
        <w:rPr>
          <w:i/>
          <w:szCs w:val="32"/>
        </w:rPr>
        <w:t> !</w:t>
      </w:r>
    </w:p>
    <w:p w14:paraId="0781143D" w14:textId="77777777" w:rsidR="00B77E03" w:rsidRDefault="0024252B" w:rsidP="00B77E03">
      <w:r w:rsidRPr="002813C1">
        <w:t>Hélas</w:t>
      </w:r>
      <w:r w:rsidR="00B77E03">
        <w:t xml:space="preserve"> ! </w:t>
      </w:r>
      <w:r w:rsidRPr="002813C1">
        <w:t xml:space="preserve">le pauvre </w:t>
      </w:r>
      <w:r w:rsidRPr="002813C1">
        <w:rPr>
          <w:i/>
          <w:szCs w:val="32"/>
        </w:rPr>
        <w:t>Pompier de Nanterre</w:t>
      </w:r>
      <w:r w:rsidRPr="002813C1">
        <w:t xml:space="preserve"> tomba épuisé à moitié de la distance à parcourir</w:t>
      </w:r>
      <w:r w:rsidR="00B77E03">
        <w:t>.</w:t>
      </w:r>
    </w:p>
    <w:p w14:paraId="4DE13974" w14:textId="469AB972" w:rsidR="00B77E03" w:rsidRDefault="0024252B" w:rsidP="00B77E03">
      <w:r w:rsidRPr="002813C1">
        <w:t>Et le soir</w:t>
      </w:r>
      <w:r w:rsidR="00B77E03">
        <w:t>, M. </w:t>
      </w:r>
      <w:proofErr w:type="spellStart"/>
      <w:r w:rsidRPr="002813C1">
        <w:t>Wilkie</w:t>
      </w:r>
      <w:proofErr w:type="spellEnd"/>
      <w:r w:rsidRPr="002813C1">
        <w:t xml:space="preserve"> narrait sa défaite avec un luxe de termes techniques à faire frémir</w:t>
      </w:r>
      <w:r w:rsidR="00B77E03">
        <w:t>.</w:t>
      </w:r>
    </w:p>
    <w:p w14:paraId="65F19DD2" w14:textId="77777777" w:rsidR="00B77E03" w:rsidRDefault="00B77E03" w:rsidP="00B77E03">
      <w:r>
        <w:lastRenderedPageBreak/>
        <w:t>— </w:t>
      </w:r>
      <w:r w:rsidR="0024252B" w:rsidRPr="002813C1">
        <w:t>Quel guignon</w:t>
      </w:r>
      <w:r>
        <w:t xml:space="preserve"> ! </w:t>
      </w:r>
      <w:r w:rsidR="0024252B" w:rsidRPr="002813C1">
        <w:t>mes excellents bons</w:t>
      </w:r>
      <w:r>
        <w:t xml:space="preserve">… </w:t>
      </w:r>
      <w:r w:rsidR="0024252B" w:rsidRPr="002813C1">
        <w:t>disait-il à ses amis</w:t>
      </w:r>
      <w:r>
        <w:t xml:space="preserve">. </w:t>
      </w:r>
      <w:r w:rsidR="0024252B" w:rsidRPr="002813C1">
        <w:rPr>
          <w:i/>
          <w:szCs w:val="32"/>
        </w:rPr>
        <w:t>Pompier de Nanterre</w:t>
      </w:r>
      <w:r>
        <w:t xml:space="preserve">, </w:t>
      </w:r>
      <w:r w:rsidR="0024252B" w:rsidRPr="002813C1">
        <w:t xml:space="preserve">un </w:t>
      </w:r>
      <w:r>
        <w:t>« </w:t>
      </w:r>
      <w:proofErr w:type="spellStart"/>
      <w:r w:rsidR="0024252B" w:rsidRPr="002813C1">
        <w:t>steeple-chaser</w:t>
      </w:r>
      <w:proofErr w:type="spellEnd"/>
      <w:r>
        <w:t> »</w:t>
      </w:r>
      <w:r w:rsidR="0024252B" w:rsidRPr="002813C1">
        <w:t xml:space="preserve"> incomparable</w:t>
      </w:r>
      <w:r>
        <w:t xml:space="preserve">, </w:t>
      </w:r>
      <w:r w:rsidR="0024252B" w:rsidRPr="002813C1">
        <w:t xml:space="preserve">tomber </w:t>
      </w:r>
      <w:r>
        <w:t>« </w:t>
      </w:r>
      <w:proofErr w:type="spellStart"/>
      <w:r w:rsidR="0024252B" w:rsidRPr="002813C1">
        <w:t>broken</w:t>
      </w:r>
      <w:proofErr w:type="spellEnd"/>
      <w:r w:rsidR="0024252B" w:rsidRPr="002813C1">
        <w:t>-down</w:t>
      </w:r>
      <w:r>
        <w:t> »</w:t>
      </w:r>
      <w:r w:rsidR="0024252B" w:rsidRPr="002813C1">
        <w:t xml:space="preserve"> après la banquette</w:t>
      </w:r>
      <w:r>
        <w:t xml:space="preserve">… </w:t>
      </w:r>
      <w:r w:rsidR="0024252B" w:rsidRPr="002813C1">
        <w:t>Et battu par qui</w:t>
      </w:r>
      <w:r>
        <w:t xml:space="preserve"> ? </w:t>
      </w:r>
      <w:r w:rsidR="0024252B" w:rsidRPr="002813C1">
        <w:t xml:space="preserve">Par </w:t>
      </w:r>
      <w:r w:rsidR="0024252B" w:rsidRPr="002813C1">
        <w:rPr>
          <w:i/>
          <w:szCs w:val="32"/>
        </w:rPr>
        <w:t>Mustapha</w:t>
      </w:r>
      <w:r>
        <w:t xml:space="preserve">, </w:t>
      </w:r>
      <w:r w:rsidR="0024252B" w:rsidRPr="002813C1">
        <w:t xml:space="preserve">un </w:t>
      </w:r>
      <w:r>
        <w:t>« </w:t>
      </w:r>
      <w:r w:rsidR="0024252B" w:rsidRPr="002813C1">
        <w:t>outsider</w:t>
      </w:r>
      <w:r>
        <w:t> »</w:t>
      </w:r>
      <w:r w:rsidR="0024252B" w:rsidRPr="002813C1">
        <w:t xml:space="preserve"> sans </w:t>
      </w:r>
      <w:r>
        <w:t>« </w:t>
      </w:r>
      <w:r w:rsidR="0024252B" w:rsidRPr="002813C1">
        <w:t>performance</w:t>
      </w:r>
      <w:r>
        <w:t>… »</w:t>
      </w:r>
      <w:r w:rsidR="0024252B" w:rsidRPr="002813C1">
        <w:t xml:space="preserve"> Le </w:t>
      </w:r>
      <w:r>
        <w:t>« </w:t>
      </w:r>
      <w:r w:rsidR="0024252B" w:rsidRPr="002813C1">
        <w:t>ring</w:t>
      </w:r>
      <w:r>
        <w:t> »</w:t>
      </w:r>
      <w:r w:rsidR="0024252B" w:rsidRPr="002813C1">
        <w:t xml:space="preserve"> en était tout ému</w:t>
      </w:r>
      <w:r>
        <w:t xml:space="preserve">… </w:t>
      </w:r>
      <w:r w:rsidR="0024252B" w:rsidRPr="002813C1">
        <w:t>moi</w:t>
      </w:r>
      <w:r>
        <w:t xml:space="preserve">, </w:t>
      </w:r>
      <w:r w:rsidR="0024252B" w:rsidRPr="002813C1">
        <w:t>j</w:t>
      </w:r>
      <w:r>
        <w:t>’</w:t>
      </w:r>
      <w:r w:rsidR="0024252B" w:rsidRPr="002813C1">
        <w:t>en suis comme une folle</w:t>
      </w:r>
      <w:r>
        <w:t> !</w:t>
      </w:r>
    </w:p>
    <w:p w14:paraId="1DB28A21" w14:textId="77777777" w:rsidR="00B77E03" w:rsidRDefault="0024252B" w:rsidP="00B77E03">
      <w:r w:rsidRPr="002813C1">
        <w:t>Cette défaite</w:t>
      </w:r>
      <w:r w:rsidR="00B77E03">
        <w:t xml:space="preserve">, </w:t>
      </w:r>
      <w:r w:rsidRPr="002813C1">
        <w:t>cependant</w:t>
      </w:r>
      <w:r w:rsidR="00B77E03">
        <w:t xml:space="preserve">, </w:t>
      </w:r>
      <w:r w:rsidRPr="002813C1">
        <w:t>ne l</w:t>
      </w:r>
      <w:r w:rsidR="00B77E03">
        <w:t>’</w:t>
      </w:r>
      <w:r w:rsidRPr="002813C1">
        <w:t>affectait pas trop</w:t>
      </w:r>
      <w:r w:rsidR="00B77E03">
        <w:t>…</w:t>
      </w:r>
    </w:p>
    <w:p w14:paraId="25808421" w14:textId="5FA2621C" w:rsidR="00B77E03" w:rsidRDefault="0024252B" w:rsidP="00B77E03">
      <w:r w:rsidRPr="002813C1">
        <w:t>N</w:t>
      </w:r>
      <w:r w:rsidR="00B77E03">
        <w:t>’</w:t>
      </w:r>
      <w:r w:rsidRPr="002813C1">
        <w:t xml:space="preserve">avait-il pas en perspective cet héritage dont lui avait parlé son ami le vicomte de </w:t>
      </w:r>
      <w:proofErr w:type="spellStart"/>
      <w:r w:rsidRPr="002813C1">
        <w:t>Coralth</w:t>
      </w:r>
      <w:proofErr w:type="spellEnd"/>
      <w:r w:rsidR="00B77E03">
        <w:t xml:space="preserve"> ! </w:t>
      </w:r>
      <w:r w:rsidRPr="002813C1">
        <w:t>Il lui apparaissait à l</w:t>
      </w:r>
      <w:r w:rsidR="00B77E03">
        <w:t>’</w:t>
      </w:r>
      <w:r w:rsidRPr="002813C1">
        <w:t>horizon</w:t>
      </w:r>
      <w:r w:rsidR="00B77E03">
        <w:t xml:space="preserve">, </w:t>
      </w:r>
      <w:r w:rsidRPr="002813C1">
        <w:t>tel qu</w:t>
      </w:r>
      <w:r w:rsidR="00B77E03">
        <w:t>’</w:t>
      </w:r>
      <w:r w:rsidRPr="002813C1">
        <w:t>un nuage gros d</w:t>
      </w:r>
      <w:r w:rsidR="00B77E03">
        <w:t>’</w:t>
      </w:r>
      <w:r w:rsidRPr="002813C1">
        <w:t>or</w:t>
      </w:r>
      <w:r w:rsidR="00B77E03">
        <w:t xml:space="preserve">, </w:t>
      </w:r>
      <w:r w:rsidRPr="002813C1">
        <w:t>près de crever sur lui</w:t>
      </w:r>
      <w:r w:rsidR="00B77E03">
        <w:t xml:space="preserve">. </w:t>
      </w:r>
      <w:r w:rsidRPr="002813C1">
        <w:t>Et c</w:t>
      </w:r>
      <w:r w:rsidR="00B77E03">
        <w:t>’</w:t>
      </w:r>
      <w:r w:rsidRPr="002813C1">
        <w:t xml:space="preserve">était le lendemain que </w:t>
      </w:r>
      <w:r w:rsidR="00B77E03">
        <w:t>M. de </w:t>
      </w:r>
      <w:proofErr w:type="spellStart"/>
      <w:r w:rsidRPr="002813C1">
        <w:t>Coralth</w:t>
      </w:r>
      <w:proofErr w:type="spellEnd"/>
      <w:r w:rsidRPr="002813C1">
        <w:t xml:space="preserve"> devait lui livrer le secret</w:t>
      </w:r>
      <w:r w:rsidR="00B77E03">
        <w:t xml:space="preserve">… </w:t>
      </w:r>
      <w:r w:rsidRPr="002813C1">
        <w:t>Il n</w:t>
      </w:r>
      <w:r w:rsidR="00B77E03">
        <w:t>’</w:t>
      </w:r>
      <w:r w:rsidRPr="002813C1">
        <w:t>avait plus que vingt-quatre heures à attendre</w:t>
      </w:r>
      <w:r w:rsidR="00B77E03">
        <w:t> !…</w:t>
      </w:r>
    </w:p>
    <w:p w14:paraId="63DEDCA9" w14:textId="77777777" w:rsidR="00B77E03" w:rsidRDefault="00B77E03" w:rsidP="00B77E03">
      <w:r>
        <w:t>— </w:t>
      </w:r>
      <w:r w:rsidR="0024252B" w:rsidRPr="002813C1">
        <w:t>Demain</w:t>
      </w:r>
      <w:r>
        <w:t xml:space="preserve"> ?… </w:t>
      </w:r>
      <w:r w:rsidR="0024252B" w:rsidRPr="002813C1">
        <w:t>se répétait-il</w:t>
      </w:r>
      <w:r>
        <w:t xml:space="preserve">, </w:t>
      </w:r>
      <w:r w:rsidR="0024252B" w:rsidRPr="002813C1">
        <w:t>avec un frémissement d</w:t>
      </w:r>
      <w:r>
        <w:t>’</w:t>
      </w:r>
      <w:r w:rsidR="0024252B" w:rsidRPr="002813C1">
        <w:t>impatience et de joie</w:t>
      </w:r>
      <w:r>
        <w:t xml:space="preserve">, </w:t>
      </w:r>
      <w:r w:rsidR="0024252B" w:rsidRPr="002813C1">
        <w:t>demain</w:t>
      </w:r>
      <w:r>
        <w:t> !…</w:t>
      </w:r>
    </w:p>
    <w:p w14:paraId="3BAC6614" w14:textId="77777777" w:rsidR="00B77E03" w:rsidRDefault="0024252B" w:rsidP="00B77E03">
      <w:r w:rsidRPr="002813C1">
        <w:t>Il s</w:t>
      </w:r>
      <w:r w:rsidR="00B77E03">
        <w:t>’</w:t>
      </w:r>
      <w:r w:rsidRPr="002813C1">
        <w:t>endormit dans la pourpre</w:t>
      </w:r>
      <w:r w:rsidR="00B77E03">
        <w:t xml:space="preserve">, </w:t>
      </w:r>
      <w:r w:rsidRPr="002813C1">
        <w:t>ce soir-là</w:t>
      </w:r>
      <w:r w:rsidR="00B77E03">
        <w:t xml:space="preserve"> ! </w:t>
      </w:r>
      <w:r w:rsidRPr="002813C1">
        <w:t>Son imagination s</w:t>
      </w:r>
      <w:r w:rsidR="00B77E03">
        <w:t>’</w:t>
      </w:r>
      <w:r w:rsidRPr="002813C1">
        <w:t>exaltait à cette pensée que tous ses rêves se matérialiseraient</w:t>
      </w:r>
      <w:r w:rsidR="00B77E03">
        <w:t xml:space="preserve">, </w:t>
      </w:r>
      <w:r w:rsidRPr="002813C1">
        <w:t>qu</w:t>
      </w:r>
      <w:r w:rsidR="00B77E03">
        <w:t>’</w:t>
      </w:r>
      <w:r w:rsidRPr="002813C1">
        <w:t>il lui serait donné d</w:t>
      </w:r>
      <w:r w:rsidR="00B77E03">
        <w:t>’</w:t>
      </w:r>
      <w:r w:rsidRPr="002813C1">
        <w:t>étreindre son idéal devenu réalité</w:t>
      </w:r>
      <w:r w:rsidR="00B77E03">
        <w:t xml:space="preserve">… </w:t>
      </w:r>
      <w:r w:rsidRPr="002813C1">
        <w:t>Et quel idéal</w:t>
      </w:r>
      <w:r w:rsidR="00B77E03">
        <w:t xml:space="preserve">, </w:t>
      </w:r>
      <w:r w:rsidRPr="002813C1">
        <w:t>quels rêves</w:t>
      </w:r>
      <w:r w:rsidR="00B77E03">
        <w:t> !…</w:t>
      </w:r>
    </w:p>
    <w:p w14:paraId="043D194C" w14:textId="77777777" w:rsidR="00B77E03" w:rsidRDefault="0024252B" w:rsidP="00B77E03">
      <w:r w:rsidRPr="002813C1">
        <w:t>Il se voyait à la tête d</w:t>
      </w:r>
      <w:r w:rsidR="00B77E03">
        <w:t>’</w:t>
      </w:r>
      <w:r w:rsidRPr="002813C1">
        <w:t>une écurie pour de bon</w:t>
      </w:r>
      <w:r w:rsidR="00B77E03">
        <w:t xml:space="preserve">, </w:t>
      </w:r>
      <w:r w:rsidRPr="002813C1">
        <w:t>et non plus d</w:t>
      </w:r>
      <w:r w:rsidR="00B77E03">
        <w:t>’</w:t>
      </w:r>
      <w:r w:rsidRPr="002813C1">
        <w:t>un tiers de cheval</w:t>
      </w:r>
      <w:r w:rsidR="00B77E03">
        <w:t xml:space="preserve"> ; </w:t>
      </w:r>
      <w:r w:rsidRPr="002813C1">
        <w:t>l</w:t>
      </w:r>
      <w:r w:rsidR="00B77E03">
        <w:t>’</w:t>
      </w:r>
      <w:r w:rsidRPr="002813C1">
        <w:t>argent ne manquerait jamais à ses caprices</w:t>
      </w:r>
      <w:r w:rsidR="00B77E03">
        <w:t xml:space="preserve"> ; </w:t>
      </w:r>
      <w:r w:rsidRPr="002813C1">
        <w:t xml:space="preserve">il éclabousserait les passants et surtout ses </w:t>
      </w:r>
      <w:r w:rsidR="00B77E03">
        <w:t>« </w:t>
      </w:r>
      <w:r w:rsidRPr="002813C1">
        <w:t>excellents bons</w:t>
      </w:r>
      <w:r w:rsidR="00B77E03">
        <w:t> »</w:t>
      </w:r>
      <w:r w:rsidRPr="002813C1">
        <w:t xml:space="preserve"> du haut d</w:t>
      </w:r>
      <w:r w:rsidR="00B77E03">
        <w:t>’</w:t>
      </w:r>
      <w:r w:rsidRPr="002813C1">
        <w:t>une voiture superbe</w:t>
      </w:r>
      <w:r w:rsidR="00B77E03">
        <w:t xml:space="preserve"> ; </w:t>
      </w:r>
      <w:r w:rsidRPr="002813C1">
        <w:t xml:space="preserve">le meilleur tailleur inventerait pour lui des </w:t>
      </w:r>
      <w:r w:rsidR="00B77E03">
        <w:t>« </w:t>
      </w:r>
      <w:r w:rsidRPr="002813C1">
        <w:t>coupes</w:t>
      </w:r>
      <w:r w:rsidR="00B77E03">
        <w:t> »</w:t>
      </w:r>
      <w:r w:rsidRPr="002813C1">
        <w:t xml:space="preserve"> étourdissantes</w:t>
      </w:r>
      <w:r w:rsidR="00B77E03">
        <w:t xml:space="preserve"> ; </w:t>
      </w:r>
      <w:r w:rsidRPr="002813C1">
        <w:t>à toutes les premières représentations</w:t>
      </w:r>
      <w:r w:rsidR="00B77E03">
        <w:t xml:space="preserve">, </w:t>
      </w:r>
      <w:r w:rsidRPr="002813C1">
        <w:t>il s</w:t>
      </w:r>
      <w:r w:rsidR="00B77E03">
        <w:t>’</w:t>
      </w:r>
      <w:r w:rsidRPr="002813C1">
        <w:t>étalerait dans une avant-scène avec les demoiselles les plus connues</w:t>
      </w:r>
      <w:r w:rsidR="00B77E03">
        <w:t xml:space="preserve"> ; </w:t>
      </w:r>
      <w:r w:rsidRPr="002813C1">
        <w:t>Paris s</w:t>
      </w:r>
      <w:r w:rsidR="00B77E03">
        <w:t>’</w:t>
      </w:r>
      <w:r w:rsidRPr="002813C1">
        <w:t>occuperait de lui</w:t>
      </w:r>
      <w:r w:rsidR="00B77E03">
        <w:t xml:space="preserve"> ; </w:t>
      </w:r>
      <w:r w:rsidRPr="002813C1">
        <w:t>on parlerait de ses petites fêtes dans les journaux</w:t>
      </w:r>
      <w:r w:rsidR="00B77E03">
        <w:t xml:space="preserve"> ; </w:t>
      </w:r>
      <w:r w:rsidRPr="002813C1">
        <w:t>il ferait tapage</w:t>
      </w:r>
      <w:r w:rsidR="00B77E03">
        <w:t xml:space="preserve">, </w:t>
      </w:r>
      <w:r w:rsidRPr="002813C1">
        <w:t>esclandre</w:t>
      </w:r>
      <w:r w:rsidR="00B77E03">
        <w:t xml:space="preserve">, </w:t>
      </w:r>
      <w:r w:rsidRPr="002813C1">
        <w:t>scandale</w:t>
      </w:r>
      <w:r w:rsidR="00B77E03">
        <w:t xml:space="preserve"> ; </w:t>
      </w:r>
      <w:r w:rsidRPr="002813C1">
        <w:t>il serait chic</w:t>
      </w:r>
      <w:r w:rsidR="00B77E03">
        <w:t xml:space="preserve">, </w:t>
      </w:r>
      <w:r w:rsidRPr="002813C1">
        <w:t>très-chic</w:t>
      </w:r>
      <w:r w:rsidR="00B77E03">
        <w:t xml:space="preserve">, </w:t>
      </w:r>
      <w:r w:rsidRPr="002813C1">
        <w:t>épatant de chic</w:t>
      </w:r>
      <w:r w:rsidR="00B77E03">
        <w:t> !…</w:t>
      </w:r>
    </w:p>
    <w:p w14:paraId="1C631CC5" w14:textId="0FF94617" w:rsidR="00B77E03" w:rsidRDefault="0024252B" w:rsidP="00B77E03">
      <w:r w:rsidRPr="002813C1">
        <w:t>Tout cela</w:t>
      </w:r>
      <w:r w:rsidR="00B77E03">
        <w:t>, M. de </w:t>
      </w:r>
      <w:proofErr w:type="spellStart"/>
      <w:r w:rsidRPr="002813C1">
        <w:t>Coralth</w:t>
      </w:r>
      <w:proofErr w:type="spellEnd"/>
      <w:r w:rsidRPr="002813C1">
        <w:t xml:space="preserve"> le lui avait promis</w:t>
      </w:r>
      <w:r w:rsidR="00B77E03">
        <w:t xml:space="preserve">, </w:t>
      </w:r>
      <w:r w:rsidRPr="002813C1">
        <w:t>sans dire son dernier mot</w:t>
      </w:r>
      <w:r w:rsidR="00B77E03">
        <w:t xml:space="preserve">, </w:t>
      </w:r>
      <w:r w:rsidRPr="002813C1">
        <w:t>il est vrai</w:t>
      </w:r>
      <w:r w:rsidR="00B77E03">
        <w:t xml:space="preserve">, </w:t>
      </w:r>
      <w:r w:rsidRPr="002813C1">
        <w:t>mais n</w:t>
      </w:r>
      <w:r w:rsidR="00B77E03">
        <w:t>’</w:t>
      </w:r>
      <w:r w:rsidRPr="002813C1">
        <w:t>importe</w:t>
      </w:r>
      <w:r w:rsidR="00B77E03">
        <w:t xml:space="preserve"> !… </w:t>
      </w:r>
      <w:r w:rsidRPr="002813C1">
        <w:t xml:space="preserve">Devait-il donc </w:t>
      </w:r>
      <w:r w:rsidRPr="002813C1">
        <w:lastRenderedPageBreak/>
        <w:t>douter de la parole de son ami</w:t>
      </w:r>
      <w:r w:rsidR="00B77E03">
        <w:t xml:space="preserve"> ?… </w:t>
      </w:r>
      <w:r w:rsidRPr="002813C1">
        <w:t>Jamais</w:t>
      </w:r>
      <w:r w:rsidR="00B77E03">
        <w:t xml:space="preserve"> !… </w:t>
      </w:r>
      <w:r w:rsidRPr="002813C1">
        <w:t>Si le vicomte était son modèle</w:t>
      </w:r>
      <w:r w:rsidR="00B77E03">
        <w:t xml:space="preserve">, </w:t>
      </w:r>
      <w:r w:rsidRPr="002813C1">
        <w:t>il était aussi son oracle</w:t>
      </w:r>
      <w:r w:rsidR="00B77E03">
        <w:t>.</w:t>
      </w:r>
    </w:p>
    <w:p w14:paraId="1A99C32B" w14:textId="77777777" w:rsidR="00B77E03" w:rsidRDefault="0024252B" w:rsidP="00B77E03">
      <w:r w:rsidRPr="002813C1">
        <w:t>Même</w:t>
      </w:r>
      <w:r w:rsidR="00B77E03">
        <w:t xml:space="preserve">, </w:t>
      </w:r>
      <w:r w:rsidRPr="002813C1">
        <w:t>à la façon dont il en parlait</w:t>
      </w:r>
      <w:r w:rsidR="00B77E03">
        <w:t xml:space="preserve">, </w:t>
      </w:r>
      <w:r w:rsidRPr="002813C1">
        <w:t>on eût juré qu</w:t>
      </w:r>
      <w:r w:rsidR="00B77E03">
        <w:t>’</w:t>
      </w:r>
      <w:r w:rsidRPr="002813C1">
        <w:t>ils avaient été élevés ensemble</w:t>
      </w:r>
      <w:r w:rsidR="00B77E03">
        <w:t xml:space="preserve">, </w:t>
      </w:r>
      <w:r w:rsidRPr="002813C1">
        <w:t>ou que du moins ils se connaissaient depuis des années</w:t>
      </w:r>
      <w:r w:rsidR="00B77E03">
        <w:t>.</w:t>
      </w:r>
    </w:p>
    <w:p w14:paraId="2C42A79E" w14:textId="25948588" w:rsidR="00B77E03" w:rsidRDefault="0024252B" w:rsidP="00B77E03">
      <w:r w:rsidRPr="002813C1">
        <w:t>Il n</w:t>
      </w:r>
      <w:r w:rsidR="00B77E03">
        <w:t>’</w:t>
      </w:r>
      <w:r w:rsidRPr="002813C1">
        <w:t>en était rien</w:t>
      </w:r>
      <w:r w:rsidR="00B77E03">
        <w:t xml:space="preserve">, </w:t>
      </w:r>
      <w:r w:rsidRPr="002813C1">
        <w:t>cependant</w:t>
      </w:r>
      <w:r w:rsidR="00B77E03">
        <w:t xml:space="preserve">. </w:t>
      </w:r>
      <w:r w:rsidRPr="002813C1">
        <w:t>Leurs relations dataient de sept ou huit mois au plus</w:t>
      </w:r>
      <w:r w:rsidR="00B77E03">
        <w:t xml:space="preserve">, </w:t>
      </w:r>
      <w:r w:rsidRPr="002813C1">
        <w:t>et le hasard</w:t>
      </w:r>
      <w:r w:rsidR="00B77E03">
        <w:t xml:space="preserve">, </w:t>
      </w:r>
      <w:r w:rsidRPr="002813C1">
        <w:t>en apparence</w:t>
      </w:r>
      <w:r w:rsidR="00B77E03">
        <w:t xml:space="preserve">, </w:t>
      </w:r>
      <w:r w:rsidRPr="002813C1">
        <w:t>les avait nouées</w:t>
      </w:r>
      <w:r w:rsidR="00B77E03">
        <w:t xml:space="preserve">. </w:t>
      </w:r>
      <w:r w:rsidRPr="002813C1">
        <w:t>Ce hasard</w:t>
      </w:r>
      <w:r w:rsidR="00B77E03">
        <w:t xml:space="preserve">, </w:t>
      </w:r>
      <w:r w:rsidRPr="002813C1">
        <w:t>il faut le dire</w:t>
      </w:r>
      <w:r w:rsidR="00B77E03">
        <w:t>, M. de </w:t>
      </w:r>
      <w:proofErr w:type="spellStart"/>
      <w:r w:rsidRPr="002813C1">
        <w:t>Coralth</w:t>
      </w:r>
      <w:proofErr w:type="spellEnd"/>
      <w:r w:rsidRPr="002813C1">
        <w:t xml:space="preserve"> l</w:t>
      </w:r>
      <w:r w:rsidR="00B77E03">
        <w:t>’</w:t>
      </w:r>
      <w:r w:rsidRPr="002813C1">
        <w:t>avait préparé</w:t>
      </w:r>
      <w:r w:rsidR="00B77E03">
        <w:t>.</w:t>
      </w:r>
    </w:p>
    <w:p w14:paraId="72165F0E" w14:textId="1A83C852" w:rsidR="00B77E03" w:rsidRDefault="0024252B" w:rsidP="00B77E03">
      <w:r w:rsidRPr="002813C1">
        <w:t xml:space="preserve">Ayant flairé le secret des promenades de </w:t>
      </w:r>
      <w:r w:rsidR="00B77E03">
        <w:t>M</w:t>
      </w:r>
      <w:r w:rsidR="00B77E03" w:rsidRPr="00B77E03">
        <w:rPr>
          <w:vertAlign w:val="superscript"/>
        </w:rPr>
        <w:t>me</w:t>
      </w:r>
      <w:r w:rsidR="00B77E03">
        <w:t> </w:t>
      </w:r>
      <w:r w:rsidRPr="002813C1">
        <w:t>Lia d</w:t>
      </w:r>
      <w:r w:rsidR="00B77E03">
        <w:t>’</w:t>
      </w:r>
      <w:r w:rsidRPr="002813C1">
        <w:t>Argelès</w:t>
      </w:r>
      <w:r w:rsidR="00B77E03">
        <w:t xml:space="preserve">, </w:t>
      </w:r>
      <w:r w:rsidRPr="002813C1">
        <w:t>rue du Helder</w:t>
      </w:r>
      <w:r w:rsidR="00B77E03">
        <w:t xml:space="preserve">, </w:t>
      </w:r>
      <w:r w:rsidRPr="002813C1">
        <w:t>le vicomte voulut vérifier ses soupçons</w:t>
      </w:r>
      <w:r w:rsidR="00B77E03">
        <w:t xml:space="preserve">. </w:t>
      </w:r>
      <w:r w:rsidRPr="002813C1">
        <w:t xml:space="preserve">Il épia </w:t>
      </w:r>
      <w:r w:rsidR="00B77E03">
        <w:t>M. </w:t>
      </w:r>
      <w:proofErr w:type="spellStart"/>
      <w:r w:rsidRPr="002813C1">
        <w:t>Wilkie</w:t>
      </w:r>
      <w:proofErr w:type="spellEnd"/>
      <w:r w:rsidR="00B77E03">
        <w:t xml:space="preserve">, </w:t>
      </w:r>
      <w:r w:rsidRPr="002813C1">
        <w:t>sut où il passait ses soirées</w:t>
      </w:r>
      <w:r w:rsidR="00B77E03">
        <w:t xml:space="preserve">, </w:t>
      </w:r>
      <w:r w:rsidRPr="002813C1">
        <w:t>s</w:t>
      </w:r>
      <w:r w:rsidR="00B77E03">
        <w:t>’</w:t>
      </w:r>
      <w:r w:rsidRPr="002813C1">
        <w:t>y trouva et fut assez adroit pour lui rendre</w:t>
      </w:r>
      <w:r w:rsidR="00B77E03">
        <w:t xml:space="preserve">, </w:t>
      </w:r>
      <w:r w:rsidRPr="002813C1">
        <w:t>dès la troisième rencontre</w:t>
      </w:r>
      <w:r w:rsidR="00B77E03">
        <w:t xml:space="preserve">, </w:t>
      </w:r>
      <w:r w:rsidRPr="002813C1">
        <w:t>un service d</w:t>
      </w:r>
      <w:r w:rsidR="00B77E03">
        <w:t>’</w:t>
      </w:r>
      <w:r w:rsidRPr="002813C1">
        <w:t>argent</w:t>
      </w:r>
      <w:r w:rsidR="00B77E03">
        <w:t>.</w:t>
      </w:r>
    </w:p>
    <w:p w14:paraId="2237C016" w14:textId="45A1769D" w:rsidR="00B77E03" w:rsidRDefault="0024252B" w:rsidP="00B77E03">
      <w:r w:rsidRPr="002813C1">
        <w:t>De ce moment</w:t>
      </w:r>
      <w:r w:rsidR="00B77E03">
        <w:t xml:space="preserve">, </w:t>
      </w:r>
      <w:r w:rsidRPr="002813C1">
        <w:t>la conquête fut faite</w:t>
      </w:r>
      <w:r w:rsidR="00B77E03">
        <w:t>. M. de </w:t>
      </w:r>
      <w:proofErr w:type="spellStart"/>
      <w:r w:rsidRPr="002813C1">
        <w:t>Coralth</w:t>
      </w:r>
      <w:proofErr w:type="spellEnd"/>
      <w:r w:rsidRPr="002813C1">
        <w:t xml:space="preserve"> avait vraiment tout ce qu</w:t>
      </w:r>
      <w:r w:rsidR="00B77E03">
        <w:t>’</w:t>
      </w:r>
      <w:r w:rsidRPr="002813C1">
        <w:t xml:space="preserve">il fallait pour éblouir et charmer le spirituel commanditaire de </w:t>
      </w:r>
      <w:r w:rsidRPr="002813C1">
        <w:rPr>
          <w:i/>
          <w:szCs w:val="32"/>
        </w:rPr>
        <w:t>Pompier de Nanterre</w:t>
      </w:r>
      <w:r w:rsidR="00B77E03">
        <w:t xml:space="preserve">. </w:t>
      </w:r>
      <w:r w:rsidRPr="002813C1">
        <w:t>Il avait son titre</w:t>
      </w:r>
      <w:r w:rsidR="00B77E03">
        <w:t xml:space="preserve">, </w:t>
      </w:r>
      <w:r w:rsidRPr="002813C1">
        <w:t>d</w:t>
      </w:r>
      <w:r w:rsidR="00B77E03">
        <w:t>’</w:t>
      </w:r>
      <w:r w:rsidRPr="002813C1">
        <w:t>abord</w:t>
      </w:r>
      <w:r w:rsidR="00B77E03">
        <w:t xml:space="preserve">, </w:t>
      </w:r>
      <w:r w:rsidRPr="002813C1">
        <w:t>puis ses façons impertinentes</w:t>
      </w:r>
      <w:r w:rsidR="00B77E03">
        <w:t xml:space="preserve">, </w:t>
      </w:r>
      <w:r w:rsidRPr="002813C1">
        <w:t>le plus impudent aplomb</w:t>
      </w:r>
      <w:r w:rsidR="00B77E03">
        <w:t xml:space="preserve">, </w:t>
      </w:r>
      <w:r w:rsidRPr="002813C1">
        <w:t>tous les dehors d</w:t>
      </w:r>
      <w:r w:rsidR="00B77E03">
        <w:t>’</w:t>
      </w:r>
      <w:r w:rsidRPr="002813C1">
        <w:t>une fortune considérable</w:t>
      </w:r>
      <w:r w:rsidR="00B77E03">
        <w:t xml:space="preserve">, </w:t>
      </w:r>
      <w:r w:rsidRPr="002813C1">
        <w:t>et enfin le prestige de nombreuses et grandes relations</w:t>
      </w:r>
      <w:r w:rsidR="00B77E03">
        <w:t>.</w:t>
      </w:r>
    </w:p>
    <w:p w14:paraId="17D23ECF" w14:textId="77777777" w:rsidR="00B77E03" w:rsidRDefault="0024252B" w:rsidP="00B77E03">
      <w:r w:rsidRPr="002813C1">
        <w:t>Il ne tarda pas à reconnaître ses avantages et à en profiter</w:t>
      </w:r>
      <w:r w:rsidR="00B77E03">
        <w:t>.</w:t>
      </w:r>
    </w:p>
    <w:p w14:paraId="27FD0452" w14:textId="70A72C60" w:rsidR="00B77E03" w:rsidRDefault="0024252B" w:rsidP="00B77E03">
      <w:r w:rsidRPr="002813C1">
        <w:t xml:space="preserve">Et tout en maintenant </w:t>
      </w:r>
      <w:r w:rsidR="00B77E03">
        <w:t>M. </w:t>
      </w:r>
      <w:proofErr w:type="spellStart"/>
      <w:r w:rsidRPr="002813C1">
        <w:t>Wilkie</w:t>
      </w:r>
      <w:proofErr w:type="spellEnd"/>
      <w:r w:rsidRPr="002813C1">
        <w:t xml:space="preserve"> à distance</w:t>
      </w:r>
      <w:r w:rsidR="00B77E03">
        <w:t xml:space="preserve">, </w:t>
      </w:r>
      <w:r w:rsidRPr="002813C1">
        <w:t>il lui eut promptement tiré assez de confidences pour savoir sa vie mieux qu</w:t>
      </w:r>
      <w:r w:rsidR="00B77E03">
        <w:t>’</w:t>
      </w:r>
      <w:r w:rsidRPr="002813C1">
        <w:t>il ne la savait lui-même</w:t>
      </w:r>
      <w:r w:rsidR="00B77E03">
        <w:t xml:space="preserve">. </w:t>
      </w:r>
      <w:r w:rsidRPr="002813C1">
        <w:t>À la vérité</w:t>
      </w:r>
      <w:r w:rsidR="00B77E03">
        <w:t>, M. </w:t>
      </w:r>
      <w:proofErr w:type="spellStart"/>
      <w:r w:rsidRPr="002813C1">
        <w:t>Wilkie</w:t>
      </w:r>
      <w:proofErr w:type="spellEnd"/>
      <w:r w:rsidRPr="002813C1">
        <w:t xml:space="preserve"> ne connaissait pas </w:t>
      </w:r>
      <w:proofErr w:type="spellStart"/>
      <w:r w:rsidRPr="002813C1">
        <w:t>grand chose</w:t>
      </w:r>
      <w:proofErr w:type="spellEnd"/>
      <w:r w:rsidRPr="002813C1">
        <w:t xml:space="preserve"> de son origine ni de son passé</w:t>
      </w:r>
      <w:r w:rsidR="00B77E03">
        <w:t xml:space="preserve">, </w:t>
      </w:r>
      <w:r w:rsidRPr="002813C1">
        <w:t>et son histoire était vite contée</w:t>
      </w:r>
      <w:r w:rsidR="00B77E03">
        <w:t> :</w:t>
      </w:r>
    </w:p>
    <w:p w14:paraId="57B97F56" w14:textId="77777777" w:rsidR="00B77E03" w:rsidRDefault="0024252B" w:rsidP="00B77E03">
      <w:r w:rsidRPr="002813C1">
        <w:lastRenderedPageBreak/>
        <w:t>Sa plus lointaine impression était celle de la pleine mer</w:t>
      </w:r>
      <w:r w:rsidR="00B77E03">
        <w:t xml:space="preserve">… </w:t>
      </w:r>
      <w:r w:rsidRPr="002813C1">
        <w:t>Il était positivement sûr d</w:t>
      </w:r>
      <w:r w:rsidR="00B77E03">
        <w:t>’</w:t>
      </w:r>
      <w:r w:rsidRPr="002813C1">
        <w:t>avoir fait</w:t>
      </w:r>
      <w:r w:rsidR="00B77E03">
        <w:t xml:space="preserve">, </w:t>
      </w:r>
      <w:r w:rsidRPr="002813C1">
        <w:t>étant tout enfant</w:t>
      </w:r>
      <w:r w:rsidR="00B77E03">
        <w:t xml:space="preserve">, </w:t>
      </w:r>
      <w:r w:rsidRPr="002813C1">
        <w:t>une longue</w:t>
      </w:r>
      <w:r w:rsidR="00B77E03">
        <w:t xml:space="preserve">, </w:t>
      </w:r>
      <w:r w:rsidRPr="002813C1">
        <w:t>une très-longue traversée</w:t>
      </w:r>
      <w:r w:rsidR="00B77E03">
        <w:t>…</w:t>
      </w:r>
    </w:p>
    <w:p w14:paraId="5DB66B12" w14:textId="77777777" w:rsidR="00B77E03" w:rsidRDefault="0024252B" w:rsidP="00B77E03">
      <w:r w:rsidRPr="002813C1">
        <w:t>Il se supposait né en Amérique</w:t>
      </w:r>
      <w:r w:rsidR="00B77E03">
        <w:t xml:space="preserve">, </w:t>
      </w:r>
      <w:r w:rsidRPr="002813C1">
        <w:t>et le nom qu</w:t>
      </w:r>
      <w:r w:rsidR="00B77E03">
        <w:t>’</w:t>
      </w:r>
      <w:r w:rsidRPr="002813C1">
        <w:t>il portait justifiait ses suppositions</w:t>
      </w:r>
      <w:r w:rsidR="00B77E03">
        <w:t xml:space="preserve">. </w:t>
      </w:r>
      <w:r w:rsidRPr="002813C1">
        <w:t>Certainement la langue française n</w:t>
      </w:r>
      <w:r w:rsidR="00B77E03">
        <w:t>’</w:t>
      </w:r>
      <w:r w:rsidRPr="002813C1">
        <w:t>était pas celle qu</w:t>
      </w:r>
      <w:r w:rsidR="00B77E03">
        <w:t>’</w:t>
      </w:r>
      <w:r w:rsidRPr="002813C1">
        <w:t>il avait bégayée la première</w:t>
      </w:r>
      <w:r w:rsidR="00B77E03">
        <w:t xml:space="preserve">, </w:t>
      </w:r>
      <w:r w:rsidRPr="002813C1">
        <w:t>car au fond de sa mémoire il retrouvait encore un certain nombre d</w:t>
      </w:r>
      <w:r w:rsidR="00B77E03">
        <w:t>’</w:t>
      </w:r>
      <w:r w:rsidRPr="002813C1">
        <w:t>expressions anglaises</w:t>
      </w:r>
      <w:r w:rsidR="00B77E03">
        <w:t xml:space="preserve">. </w:t>
      </w:r>
      <w:r w:rsidRPr="002813C1">
        <w:t>Le mot que traduit celui de père</w:t>
      </w:r>
      <w:r w:rsidR="00B77E03">
        <w:t xml:space="preserve">, </w:t>
      </w:r>
      <w:r w:rsidRPr="002813C1">
        <w:t>entre autres</w:t>
      </w:r>
      <w:r w:rsidR="00B77E03">
        <w:t xml:space="preserve">, </w:t>
      </w:r>
      <w:r w:rsidRPr="002813C1">
        <w:t>lui était resté familier</w:t>
      </w:r>
      <w:r w:rsidR="00B77E03">
        <w:t xml:space="preserve">, </w:t>
      </w:r>
      <w:r w:rsidRPr="002813C1">
        <w:t>et après vingt ans il le prononçait avec l</w:t>
      </w:r>
      <w:r w:rsidR="00B77E03">
        <w:t>’</w:t>
      </w:r>
      <w:r w:rsidRPr="002813C1">
        <w:t>intonation exacte</w:t>
      </w:r>
      <w:r w:rsidR="00B77E03">
        <w:t>.</w:t>
      </w:r>
    </w:p>
    <w:p w14:paraId="5632405C" w14:textId="77777777" w:rsidR="00B77E03" w:rsidRDefault="0024252B" w:rsidP="00B77E03">
      <w:r w:rsidRPr="002813C1">
        <w:t>Ce nom</w:t>
      </w:r>
      <w:r w:rsidR="00B77E03">
        <w:t xml:space="preserve">, </w:t>
      </w:r>
      <w:r w:rsidRPr="002813C1">
        <w:t>on le lui avait appris</w:t>
      </w:r>
      <w:r w:rsidR="00B77E03">
        <w:t xml:space="preserve">, </w:t>
      </w:r>
      <w:r w:rsidRPr="002813C1">
        <w:t>évidemment</w:t>
      </w:r>
      <w:r w:rsidR="00B77E03">
        <w:t xml:space="preserve">, </w:t>
      </w:r>
      <w:r w:rsidRPr="002813C1">
        <w:t>mais nulle souvenance ne lui restait de l</w:t>
      </w:r>
      <w:r w:rsidR="00B77E03">
        <w:t>’</w:t>
      </w:r>
      <w:r w:rsidRPr="002813C1">
        <w:t>homme à qui il le donnait</w:t>
      </w:r>
      <w:r w:rsidR="00B77E03">
        <w:t>.</w:t>
      </w:r>
    </w:p>
    <w:p w14:paraId="6EAD32E1" w14:textId="77777777" w:rsidR="00B77E03" w:rsidRDefault="0024252B" w:rsidP="00B77E03">
      <w:r w:rsidRPr="002813C1">
        <w:t>Ses premières sensations bien nettes étaient celles de la faim</w:t>
      </w:r>
      <w:r w:rsidR="00B77E03">
        <w:t xml:space="preserve">, </w:t>
      </w:r>
      <w:r w:rsidRPr="002813C1">
        <w:t>de la fatigue et du froid</w:t>
      </w:r>
      <w:r w:rsidR="00B77E03">
        <w:t>.</w:t>
      </w:r>
    </w:p>
    <w:p w14:paraId="7B8A5442" w14:textId="77777777" w:rsidR="00B77E03" w:rsidRDefault="0024252B" w:rsidP="00B77E03">
      <w:r w:rsidRPr="002813C1">
        <w:t>Il se rappelait</w:t>
      </w:r>
      <w:r w:rsidR="00B77E03">
        <w:t xml:space="preserve">, </w:t>
      </w:r>
      <w:r w:rsidRPr="002813C1">
        <w:t>et cela très-distinctement</w:t>
      </w:r>
      <w:r w:rsidR="00B77E03">
        <w:t xml:space="preserve">, </w:t>
      </w:r>
      <w:r w:rsidRPr="002813C1">
        <w:t>que durant toute une interminable nuit d</w:t>
      </w:r>
      <w:r w:rsidR="00B77E03">
        <w:t>’</w:t>
      </w:r>
      <w:r w:rsidRPr="002813C1">
        <w:t>hiver</w:t>
      </w:r>
      <w:r w:rsidR="00B77E03">
        <w:t xml:space="preserve">, </w:t>
      </w:r>
      <w:r w:rsidRPr="002813C1">
        <w:t>une femme l</w:t>
      </w:r>
      <w:r w:rsidR="00B77E03">
        <w:t>’</w:t>
      </w:r>
      <w:r w:rsidRPr="002813C1">
        <w:t>avait traîné à travers les rues de Paris</w:t>
      </w:r>
      <w:r w:rsidR="00B77E03">
        <w:t xml:space="preserve">, </w:t>
      </w:r>
      <w:r w:rsidRPr="002813C1">
        <w:t>sous une pluie glaciale</w:t>
      </w:r>
      <w:r w:rsidR="00B77E03">
        <w:t>.</w:t>
      </w:r>
    </w:p>
    <w:p w14:paraId="234FA4DF" w14:textId="77777777" w:rsidR="00B77E03" w:rsidRDefault="0024252B" w:rsidP="00B77E03">
      <w:r w:rsidRPr="002813C1">
        <w:t>Il lui semblait se revoir encore</w:t>
      </w:r>
      <w:r w:rsidR="00B77E03">
        <w:t xml:space="preserve">, </w:t>
      </w:r>
      <w:r w:rsidRPr="002813C1">
        <w:t>les pieds demi-nus dans la boue</w:t>
      </w:r>
      <w:r w:rsidR="00B77E03">
        <w:t xml:space="preserve">, </w:t>
      </w:r>
      <w:r w:rsidRPr="002813C1">
        <w:t>pleurant de lassitude et demandant à manger</w:t>
      </w:r>
      <w:r w:rsidR="00B77E03">
        <w:t xml:space="preserve">… </w:t>
      </w:r>
      <w:r w:rsidRPr="002813C1">
        <w:t>Et alors l</w:t>
      </w:r>
      <w:r w:rsidR="00B77E03">
        <w:t>’</w:t>
      </w:r>
      <w:r w:rsidRPr="002813C1">
        <w:t>infortunée qui lui donnait la main le prenait entre ses bras et le portait</w:t>
      </w:r>
      <w:r w:rsidR="00B77E03">
        <w:t xml:space="preserve">, </w:t>
      </w:r>
      <w:r w:rsidRPr="002813C1">
        <w:t>jusqu</w:t>
      </w:r>
      <w:r w:rsidR="00B77E03">
        <w:t>’</w:t>
      </w:r>
      <w:r w:rsidRPr="002813C1">
        <w:t>à ce que</w:t>
      </w:r>
      <w:r w:rsidR="00B77E03">
        <w:t xml:space="preserve">, </w:t>
      </w:r>
      <w:r w:rsidRPr="002813C1">
        <w:t>n</w:t>
      </w:r>
      <w:r w:rsidR="00B77E03">
        <w:t>’</w:t>
      </w:r>
      <w:r w:rsidRPr="002813C1">
        <w:t>en pouvant plus</w:t>
      </w:r>
      <w:r w:rsidR="00B77E03">
        <w:t xml:space="preserve">, </w:t>
      </w:r>
      <w:r w:rsidRPr="002813C1">
        <w:t>elle fût forcée de le poser de nouveau à terre</w:t>
      </w:r>
      <w:r w:rsidR="00B77E03">
        <w:t>.</w:t>
      </w:r>
    </w:p>
    <w:p w14:paraId="3879AE58" w14:textId="77777777" w:rsidR="00B77E03" w:rsidRDefault="0024252B" w:rsidP="00B77E03">
      <w:r w:rsidRPr="002813C1">
        <w:t>Une image confuse de cette femme</w:t>
      </w:r>
      <w:r w:rsidR="00B77E03">
        <w:t xml:space="preserve">, </w:t>
      </w:r>
      <w:r w:rsidRPr="002813C1">
        <w:t>sa mère vraisemblablement</w:t>
      </w:r>
      <w:r w:rsidR="00B77E03">
        <w:t xml:space="preserve">, </w:t>
      </w:r>
      <w:r w:rsidRPr="002813C1">
        <w:t>était restée dans sa mémoire</w:t>
      </w:r>
      <w:r w:rsidR="00B77E03">
        <w:t>.</w:t>
      </w:r>
    </w:p>
    <w:p w14:paraId="50D40FEA" w14:textId="77777777" w:rsidR="00B77E03" w:rsidRDefault="0024252B" w:rsidP="00B77E03">
      <w:r w:rsidRPr="002813C1">
        <w:t>Elle était</w:t>
      </w:r>
      <w:r w:rsidR="00B77E03">
        <w:t xml:space="preserve">, </w:t>
      </w:r>
      <w:r w:rsidRPr="002813C1">
        <w:t>selon son expression</w:t>
      </w:r>
      <w:r w:rsidR="00B77E03">
        <w:t xml:space="preserve">, </w:t>
      </w:r>
      <w:r w:rsidRPr="002813C1">
        <w:t>crânement belle</w:t>
      </w:r>
      <w:r w:rsidR="00B77E03">
        <w:t xml:space="preserve">, </w:t>
      </w:r>
      <w:r w:rsidRPr="002813C1">
        <w:t>assez grande et très-blonde</w:t>
      </w:r>
      <w:r w:rsidR="00B77E03">
        <w:t xml:space="preserve">… </w:t>
      </w:r>
      <w:r w:rsidRPr="002813C1">
        <w:t>Il avait été surtout frappé de sa pâleur et de la profusion de ses beaux cheveux</w:t>
      </w:r>
      <w:r w:rsidR="00B77E03">
        <w:t>.</w:t>
      </w:r>
    </w:p>
    <w:p w14:paraId="4D435241" w14:textId="77777777" w:rsidR="00B77E03" w:rsidRDefault="0024252B" w:rsidP="00B77E03">
      <w:r w:rsidRPr="002813C1">
        <w:lastRenderedPageBreak/>
        <w:t>Tout autre que lui</w:t>
      </w:r>
      <w:r w:rsidR="00B77E03">
        <w:t xml:space="preserve">, </w:t>
      </w:r>
      <w:r w:rsidRPr="002813C1">
        <w:t>abandonné comme il l</w:t>
      </w:r>
      <w:r w:rsidR="00B77E03">
        <w:t>’</w:t>
      </w:r>
      <w:r w:rsidRPr="002813C1">
        <w:t>était</w:t>
      </w:r>
      <w:r w:rsidR="00B77E03">
        <w:t xml:space="preserve">, </w:t>
      </w:r>
      <w:r w:rsidRPr="002813C1">
        <w:t>eût conservé de cet épisode de son enfance une émotion douloureuse</w:t>
      </w:r>
      <w:r w:rsidR="00B77E03">
        <w:t xml:space="preserve">. </w:t>
      </w:r>
      <w:r w:rsidRPr="002813C1">
        <w:t>Lui</w:t>
      </w:r>
      <w:r w:rsidR="00B77E03">
        <w:t xml:space="preserve">, </w:t>
      </w:r>
      <w:r w:rsidRPr="002813C1">
        <w:t>qui était un esprit fort</w:t>
      </w:r>
      <w:r w:rsidR="00B77E03">
        <w:t xml:space="preserve">, </w:t>
      </w:r>
      <w:r w:rsidRPr="002813C1">
        <w:t>en riait</w:t>
      </w:r>
      <w:r w:rsidR="00B77E03">
        <w:t>.</w:t>
      </w:r>
    </w:p>
    <w:p w14:paraId="6E96ED4A" w14:textId="727352FB" w:rsidR="00B77E03" w:rsidRDefault="00B77E03" w:rsidP="00B77E03">
      <w:r>
        <w:t>— </w:t>
      </w:r>
      <w:r w:rsidR="0024252B" w:rsidRPr="002813C1">
        <w:t xml:space="preserve">Quelle </w:t>
      </w:r>
      <w:r>
        <w:t>« </w:t>
      </w:r>
      <w:r w:rsidR="0024252B" w:rsidRPr="002813C1">
        <w:t>dèche</w:t>
      </w:r>
      <w:r>
        <w:t>, »</w:t>
      </w:r>
      <w:r w:rsidR="0024252B" w:rsidRPr="002813C1">
        <w:t xml:space="preserve"> mes chers bons</w:t>
      </w:r>
      <w:r>
        <w:t xml:space="preserve"> !… </w:t>
      </w:r>
      <w:r w:rsidR="0024252B" w:rsidRPr="002813C1">
        <w:t>disait-il quand il lui arrivait de raconter cette aventure</w:t>
      </w:r>
      <w:r>
        <w:t xml:space="preserve">, </w:t>
      </w:r>
      <w:r w:rsidR="0024252B" w:rsidRPr="002813C1">
        <w:t xml:space="preserve">quelle </w:t>
      </w:r>
      <w:r>
        <w:t>« </w:t>
      </w:r>
      <w:r w:rsidR="0024252B" w:rsidRPr="002813C1">
        <w:t>dèche</w:t>
      </w:r>
      <w:r>
        <w:t> ! »</w:t>
      </w:r>
    </w:p>
    <w:p w14:paraId="5B640B4E" w14:textId="3707F8E0" w:rsidR="00B77E03" w:rsidRDefault="0024252B" w:rsidP="00B77E03">
      <w:r w:rsidRPr="002813C1">
        <w:t>Cette misère cependant n</w:t>
      </w:r>
      <w:r w:rsidR="00B77E03">
        <w:t>’</w:t>
      </w:r>
      <w:r w:rsidRPr="002813C1">
        <w:t>avait pas duré</w:t>
      </w:r>
      <w:r w:rsidR="00B77E03">
        <w:t xml:space="preserve">. </w:t>
      </w:r>
      <w:r w:rsidRPr="002813C1">
        <w:t>Il se souvenait d</w:t>
      </w:r>
      <w:r w:rsidR="00B77E03">
        <w:t>’</w:t>
      </w:r>
      <w:r w:rsidRPr="002813C1">
        <w:t>avoir été</w:t>
      </w:r>
      <w:r w:rsidR="00B77E03">
        <w:t xml:space="preserve">, </w:t>
      </w:r>
      <w:r w:rsidRPr="002813C1">
        <w:t>peu après</w:t>
      </w:r>
      <w:r w:rsidR="00B77E03">
        <w:t xml:space="preserve">, </w:t>
      </w:r>
      <w:r w:rsidRPr="002813C1">
        <w:t>installé dans un très-bel appartement</w:t>
      </w:r>
      <w:r w:rsidR="00B77E03">
        <w:t xml:space="preserve">. </w:t>
      </w:r>
      <w:r w:rsidRPr="002813C1">
        <w:t>Un homme</w:t>
      </w:r>
      <w:r w:rsidR="00B77E03">
        <w:t xml:space="preserve">, </w:t>
      </w:r>
      <w:r w:rsidRPr="002813C1">
        <w:t>assez jeune encore</w:t>
      </w:r>
      <w:r w:rsidR="00B77E03">
        <w:t xml:space="preserve">, </w:t>
      </w:r>
      <w:r w:rsidRPr="002813C1">
        <w:t>qu</w:t>
      </w:r>
      <w:r w:rsidR="00B77E03">
        <w:t>’</w:t>
      </w:r>
      <w:r w:rsidRPr="002813C1">
        <w:t xml:space="preserve">on appelait </w:t>
      </w:r>
      <w:r w:rsidR="00B77E03">
        <w:t>M. </w:t>
      </w:r>
      <w:r w:rsidRPr="002813C1">
        <w:t>Jacques</w:t>
      </w:r>
      <w:r w:rsidR="00B77E03">
        <w:t xml:space="preserve">, – </w:t>
      </w:r>
      <w:r w:rsidRPr="002813C1">
        <w:t>il avait retenu ce nom</w:t>
      </w:r>
      <w:r w:rsidR="00B77E03">
        <w:t xml:space="preserve">, – </w:t>
      </w:r>
      <w:r w:rsidRPr="002813C1">
        <w:t>venait tous les jours et lui apportait des friandises et des jouets</w:t>
      </w:r>
      <w:r w:rsidR="00B77E03">
        <w:t>.</w:t>
      </w:r>
    </w:p>
    <w:p w14:paraId="6EF39DAA" w14:textId="77777777" w:rsidR="00B77E03" w:rsidRDefault="0024252B" w:rsidP="00B77E03">
      <w:r w:rsidRPr="002813C1">
        <w:t>D</w:t>
      </w:r>
      <w:r w:rsidR="00B77E03">
        <w:t>’</w:t>
      </w:r>
      <w:r w:rsidRPr="002813C1">
        <w:t>après son estimation</w:t>
      </w:r>
      <w:r w:rsidR="00B77E03">
        <w:t xml:space="preserve">, </w:t>
      </w:r>
      <w:r w:rsidRPr="002813C1">
        <w:t>il pouvait avoir quatre ans à cette époque</w:t>
      </w:r>
      <w:r w:rsidR="00B77E03">
        <w:t>.</w:t>
      </w:r>
    </w:p>
    <w:p w14:paraId="49622856" w14:textId="77777777" w:rsidR="00B77E03" w:rsidRDefault="0024252B" w:rsidP="00B77E03">
      <w:r w:rsidRPr="002813C1">
        <w:t>Il n</w:t>
      </w:r>
      <w:r w:rsidR="00B77E03">
        <w:t>’</w:t>
      </w:r>
      <w:r w:rsidRPr="002813C1">
        <w:t>y avait guère plus d</w:t>
      </w:r>
      <w:r w:rsidR="00B77E03">
        <w:t>’</w:t>
      </w:r>
      <w:r w:rsidRPr="002813C1">
        <w:t>un mois qu</w:t>
      </w:r>
      <w:r w:rsidR="00B77E03">
        <w:t>’</w:t>
      </w:r>
      <w:r w:rsidRPr="002813C1">
        <w:t>il jouissait de ce bien-être</w:t>
      </w:r>
      <w:r w:rsidR="00B77E03">
        <w:t xml:space="preserve">, </w:t>
      </w:r>
      <w:r w:rsidRPr="002813C1">
        <w:t>quand un matin un étranger se présenta qui s</w:t>
      </w:r>
      <w:r w:rsidR="00B77E03">
        <w:t>’</w:t>
      </w:r>
      <w:r w:rsidRPr="002813C1">
        <w:t>entretint longtemps avec sa mère</w:t>
      </w:r>
      <w:r w:rsidR="00B77E03">
        <w:t xml:space="preserve">, </w:t>
      </w:r>
      <w:r w:rsidRPr="002813C1">
        <w:t>ou du moins avec la femme qu</w:t>
      </w:r>
      <w:r w:rsidR="00B77E03">
        <w:t>’</w:t>
      </w:r>
      <w:r w:rsidRPr="002813C1">
        <w:t>il nommait ainsi</w:t>
      </w:r>
      <w:r w:rsidR="00B77E03">
        <w:t xml:space="preserve">. </w:t>
      </w:r>
      <w:r w:rsidRPr="002813C1">
        <w:t>Il ne comprenait rien à ce qu</w:t>
      </w:r>
      <w:r w:rsidR="00B77E03">
        <w:t>’</w:t>
      </w:r>
      <w:r w:rsidRPr="002813C1">
        <w:t>ils disaient</w:t>
      </w:r>
      <w:r w:rsidR="00B77E03">
        <w:t xml:space="preserve">, </w:t>
      </w:r>
      <w:r w:rsidRPr="002813C1">
        <w:t>et cependant il avait peur</w:t>
      </w:r>
      <w:r w:rsidR="00B77E03">
        <w:t>.</w:t>
      </w:r>
    </w:p>
    <w:p w14:paraId="36164583" w14:textId="77777777" w:rsidR="00B77E03" w:rsidRDefault="0024252B" w:rsidP="00B77E03">
      <w:r w:rsidRPr="002813C1">
        <w:t>L</w:t>
      </w:r>
      <w:r w:rsidR="00B77E03">
        <w:t>’</w:t>
      </w:r>
      <w:r w:rsidRPr="002813C1">
        <w:t>événement devait justifier son effroi instinctif</w:t>
      </w:r>
      <w:r w:rsidR="00B77E03">
        <w:t xml:space="preserve">. </w:t>
      </w:r>
      <w:r w:rsidRPr="002813C1">
        <w:t>La conversation terminée</w:t>
      </w:r>
      <w:r w:rsidR="00B77E03">
        <w:t xml:space="preserve">, </w:t>
      </w:r>
      <w:r w:rsidRPr="002813C1">
        <w:t>sa mère le prit sur ses genoux et se mit à l</w:t>
      </w:r>
      <w:r w:rsidR="00B77E03">
        <w:t>’</w:t>
      </w:r>
      <w:r w:rsidRPr="002813C1">
        <w:t>embrasser avec une tendresse convulsive</w:t>
      </w:r>
      <w:r w:rsidR="00B77E03">
        <w:t xml:space="preserve">. </w:t>
      </w:r>
      <w:r w:rsidRPr="002813C1">
        <w:t>Elle sanglotait</w:t>
      </w:r>
      <w:r w:rsidR="00B77E03">
        <w:t xml:space="preserve">, </w:t>
      </w:r>
      <w:r w:rsidRPr="002813C1">
        <w:t>et répétait d</w:t>
      </w:r>
      <w:r w:rsidR="00B77E03">
        <w:t>’</w:t>
      </w:r>
      <w:r w:rsidRPr="002813C1">
        <w:t>une voix étouffée</w:t>
      </w:r>
      <w:r w:rsidR="00B77E03">
        <w:t> :</w:t>
      </w:r>
    </w:p>
    <w:p w14:paraId="2C20438E" w14:textId="77777777" w:rsidR="00B77E03" w:rsidRDefault="00B77E03" w:rsidP="00B77E03">
      <w:r>
        <w:t>— </w:t>
      </w:r>
      <w:r w:rsidR="0024252B" w:rsidRPr="002813C1">
        <w:t>Pauvre enfant</w:t>
      </w:r>
      <w:r>
        <w:t xml:space="preserve"> !… </w:t>
      </w:r>
      <w:r w:rsidR="0024252B" w:rsidRPr="002813C1">
        <w:t xml:space="preserve">mon </w:t>
      </w:r>
      <w:proofErr w:type="spellStart"/>
      <w:r w:rsidR="0024252B" w:rsidRPr="002813C1">
        <w:t>Wilkie</w:t>
      </w:r>
      <w:proofErr w:type="spellEnd"/>
      <w:r w:rsidR="0024252B" w:rsidRPr="002813C1">
        <w:t xml:space="preserve"> bien-aimé</w:t>
      </w:r>
      <w:r>
        <w:t xml:space="preserve">… </w:t>
      </w:r>
      <w:r w:rsidR="0024252B" w:rsidRPr="002813C1">
        <w:t>Ne plus l</w:t>
      </w:r>
      <w:r>
        <w:t>’</w:t>
      </w:r>
      <w:r w:rsidR="0024252B" w:rsidRPr="002813C1">
        <w:t>embrasser jamais</w:t>
      </w:r>
      <w:r>
        <w:t xml:space="preserve">… </w:t>
      </w:r>
      <w:r w:rsidR="0024252B" w:rsidRPr="002813C1">
        <w:t>jamais</w:t>
      </w:r>
      <w:r>
        <w:t xml:space="preserve"> !… </w:t>
      </w:r>
      <w:r w:rsidR="0024252B" w:rsidRPr="002813C1">
        <w:t>Hélas</w:t>
      </w:r>
      <w:r>
        <w:t xml:space="preserve"> ! </w:t>
      </w:r>
      <w:r w:rsidR="0024252B" w:rsidRPr="002813C1">
        <w:t>il le faut</w:t>
      </w:r>
      <w:r>
        <w:t xml:space="preserve">… </w:t>
      </w:r>
      <w:r w:rsidR="0024252B" w:rsidRPr="002813C1">
        <w:t>Donnez-moi du courage</w:t>
      </w:r>
      <w:r>
        <w:t xml:space="preserve">, </w:t>
      </w:r>
      <w:r w:rsidR="0024252B" w:rsidRPr="002813C1">
        <w:t>mon Dieu</w:t>
      </w:r>
      <w:r>
        <w:t> !…</w:t>
      </w:r>
    </w:p>
    <w:p w14:paraId="7ADBA346" w14:textId="7A4DF344" w:rsidR="00B77E03" w:rsidRDefault="0024252B" w:rsidP="00B77E03">
      <w:r w:rsidRPr="002813C1">
        <w:t>Elle avait dit exactement cela</w:t>
      </w:r>
      <w:r w:rsidR="00B77E03">
        <w:t>, M. </w:t>
      </w:r>
      <w:proofErr w:type="spellStart"/>
      <w:r w:rsidRPr="002813C1">
        <w:t>Wilkie</w:t>
      </w:r>
      <w:proofErr w:type="spellEnd"/>
      <w:r w:rsidRPr="002813C1">
        <w:t xml:space="preserve"> en était positivement sûr</w:t>
      </w:r>
      <w:r w:rsidR="00B77E03">
        <w:t xml:space="preserve">, </w:t>
      </w:r>
      <w:r w:rsidRPr="002813C1">
        <w:t>il lui semblait encore entendre cet adieu désespéré</w:t>
      </w:r>
      <w:r w:rsidR="00B77E03">
        <w:t>.</w:t>
      </w:r>
    </w:p>
    <w:p w14:paraId="2BDCE764" w14:textId="77777777" w:rsidR="00B77E03" w:rsidRDefault="0024252B" w:rsidP="00B77E03">
      <w:r w:rsidRPr="002813C1">
        <w:t>Car c</w:t>
      </w:r>
      <w:r w:rsidR="00B77E03">
        <w:t>’</w:t>
      </w:r>
      <w:r w:rsidRPr="002813C1">
        <w:t>était bien un adieu</w:t>
      </w:r>
      <w:r w:rsidR="00B77E03">
        <w:t xml:space="preserve">. </w:t>
      </w:r>
      <w:r w:rsidRPr="002813C1">
        <w:t>On le remit à cet étranger qui l</w:t>
      </w:r>
      <w:r w:rsidR="00B77E03">
        <w:t>’</w:t>
      </w:r>
      <w:r w:rsidRPr="002813C1">
        <w:t>emporta malgré ses cris et ses efforts pour lui échapper</w:t>
      </w:r>
      <w:r w:rsidR="00B77E03">
        <w:t>.</w:t>
      </w:r>
    </w:p>
    <w:p w14:paraId="735E1DE8" w14:textId="77777777" w:rsidR="00B77E03" w:rsidRDefault="00B77E03" w:rsidP="00B77E03">
      <w:r>
        <w:lastRenderedPageBreak/>
        <w:t>— </w:t>
      </w:r>
      <w:r w:rsidR="0024252B" w:rsidRPr="002813C1">
        <w:t>Car je la trouvais mauvaise</w:t>
      </w:r>
      <w:r>
        <w:t xml:space="preserve"> !… </w:t>
      </w:r>
      <w:r w:rsidR="0024252B" w:rsidRPr="002813C1">
        <w:t>ne manquait-il jamais d</w:t>
      </w:r>
      <w:r>
        <w:t>’</w:t>
      </w:r>
      <w:r w:rsidR="0024252B" w:rsidRPr="002813C1">
        <w:t>ajouter</w:t>
      </w:r>
      <w:r>
        <w:t xml:space="preserve">, </w:t>
      </w:r>
      <w:r w:rsidR="0024252B" w:rsidRPr="002813C1">
        <w:t>quand il en était là de son récit</w:t>
      </w:r>
      <w:r>
        <w:t>…</w:t>
      </w:r>
    </w:p>
    <w:p w14:paraId="4380DB02" w14:textId="77777777" w:rsidR="00B77E03" w:rsidRDefault="0024252B" w:rsidP="00B77E03">
      <w:r w:rsidRPr="002813C1">
        <w:t>Cet étranger</w:t>
      </w:r>
      <w:r w:rsidR="00B77E03">
        <w:t xml:space="preserve">, </w:t>
      </w:r>
      <w:r w:rsidRPr="002813C1">
        <w:t>à qui on le confiait</w:t>
      </w:r>
      <w:r w:rsidR="00B77E03">
        <w:t xml:space="preserve">, </w:t>
      </w:r>
      <w:r w:rsidRPr="002813C1">
        <w:t>n</w:t>
      </w:r>
      <w:r w:rsidR="00B77E03">
        <w:t>’</w:t>
      </w:r>
      <w:r w:rsidRPr="002813C1">
        <w:t>était autre qu</w:t>
      </w:r>
      <w:r w:rsidR="00B77E03">
        <w:t>’</w:t>
      </w:r>
      <w:r w:rsidRPr="002813C1">
        <w:t>un digne marchand de soupe de Saint-Germain</w:t>
      </w:r>
      <w:r w:rsidR="00B77E03">
        <w:t xml:space="preserve">, </w:t>
      </w:r>
      <w:r w:rsidRPr="002813C1">
        <w:t>dont la femme était la meilleure et la plus patiente des créatures</w:t>
      </w:r>
      <w:r w:rsidR="00B77E03">
        <w:t xml:space="preserve">… </w:t>
      </w:r>
      <w:r w:rsidRPr="002813C1">
        <w:t>Ce qui n</w:t>
      </w:r>
      <w:r w:rsidR="00B77E03">
        <w:t>’</w:t>
      </w:r>
      <w:r w:rsidRPr="002813C1">
        <w:t>empêche que dans les premiers temps</w:t>
      </w:r>
      <w:r w:rsidR="00B77E03">
        <w:t xml:space="preserve">, </w:t>
      </w:r>
      <w:r w:rsidRPr="002813C1">
        <w:t>il ne cessait de pleurer et de demander sa mère</w:t>
      </w:r>
      <w:r w:rsidR="00B77E03">
        <w:t xml:space="preserve">… </w:t>
      </w:r>
      <w:r w:rsidRPr="002813C1">
        <w:t>Peu à peu</w:t>
      </w:r>
      <w:r w:rsidR="00B77E03">
        <w:t xml:space="preserve">, </w:t>
      </w:r>
      <w:r w:rsidRPr="002813C1">
        <w:t>il l</w:t>
      </w:r>
      <w:r w:rsidR="00B77E03">
        <w:t>’</w:t>
      </w:r>
      <w:r w:rsidRPr="002813C1">
        <w:t>oublia</w:t>
      </w:r>
      <w:r w:rsidR="00B77E03">
        <w:t>…</w:t>
      </w:r>
    </w:p>
    <w:p w14:paraId="676E641B" w14:textId="77777777" w:rsidR="00B77E03" w:rsidRDefault="0024252B" w:rsidP="00B77E03">
      <w:r w:rsidRPr="002813C1">
        <w:t>Il n</w:t>
      </w:r>
      <w:r w:rsidR="00B77E03">
        <w:t>’</w:t>
      </w:r>
      <w:r w:rsidRPr="002813C1">
        <w:t>était pas malheureux chez ce maître de pension</w:t>
      </w:r>
      <w:r w:rsidR="00B77E03">
        <w:t xml:space="preserve">, </w:t>
      </w:r>
      <w:r w:rsidRPr="002813C1">
        <w:t>on le soignait et on le choyait plus que tous les autres élèves</w:t>
      </w:r>
      <w:r w:rsidR="00B77E03">
        <w:t xml:space="preserve">. </w:t>
      </w:r>
      <w:r w:rsidRPr="002813C1">
        <w:t>On se gardait bien surtout de le tourmenter pour apprendre quoi que ce fût</w:t>
      </w:r>
      <w:r w:rsidR="00B77E03">
        <w:t xml:space="preserve">, </w:t>
      </w:r>
      <w:r w:rsidRPr="002813C1">
        <w:t>et ses journées se passaient à jouer sur la terrasse ou à vagabonder</w:t>
      </w:r>
      <w:r w:rsidR="00B77E03">
        <w:t>…</w:t>
      </w:r>
    </w:p>
    <w:p w14:paraId="48EBEBBF" w14:textId="77777777" w:rsidR="00B77E03" w:rsidRDefault="0024252B" w:rsidP="00B77E03">
      <w:r w:rsidRPr="002813C1">
        <w:t>Mais cette vie charmante ne pouvait durer éternellement</w:t>
      </w:r>
      <w:r w:rsidR="00B77E03">
        <w:t>.</w:t>
      </w:r>
    </w:p>
    <w:p w14:paraId="62A088B5" w14:textId="449EADB8" w:rsidR="00B77E03" w:rsidRDefault="0024252B" w:rsidP="00B77E03">
      <w:r w:rsidRPr="002813C1">
        <w:t>Il venait d</w:t>
      </w:r>
      <w:r w:rsidR="00B77E03">
        <w:t>’</w:t>
      </w:r>
      <w:r w:rsidRPr="002813C1">
        <w:t>avoir dix ans</w:t>
      </w:r>
      <w:r w:rsidR="00B77E03">
        <w:t xml:space="preserve">, </w:t>
      </w:r>
      <w:r w:rsidRPr="002813C1">
        <w:t>toujours d</w:t>
      </w:r>
      <w:r w:rsidR="00B77E03">
        <w:t>’</w:t>
      </w:r>
      <w:r w:rsidRPr="002813C1">
        <w:t>après son calcul</w:t>
      </w:r>
      <w:r w:rsidR="00B77E03">
        <w:t xml:space="preserve">, </w:t>
      </w:r>
      <w:r w:rsidRPr="002813C1">
        <w:t>lorsqu</w:t>
      </w:r>
      <w:r w:rsidR="00B77E03">
        <w:t>’</w:t>
      </w:r>
      <w:r w:rsidRPr="002813C1">
        <w:t>un dimanche</w:t>
      </w:r>
      <w:r w:rsidR="00B77E03">
        <w:t xml:space="preserve">, </w:t>
      </w:r>
      <w:r w:rsidRPr="002813C1">
        <w:t>vers la fin d</w:t>
      </w:r>
      <w:r w:rsidR="00B77E03">
        <w:t>’</w:t>
      </w:r>
      <w:r w:rsidRPr="002813C1">
        <w:t>octobre</w:t>
      </w:r>
      <w:r w:rsidR="00B77E03">
        <w:t xml:space="preserve">, </w:t>
      </w:r>
      <w:r w:rsidRPr="002813C1">
        <w:t>il vit arriver un monsieur à physionomie grave</w:t>
      </w:r>
      <w:r w:rsidR="00B77E03">
        <w:t xml:space="preserve">, </w:t>
      </w:r>
      <w:r w:rsidRPr="002813C1">
        <w:t>raide</w:t>
      </w:r>
      <w:r w:rsidR="00B77E03">
        <w:t xml:space="preserve">, </w:t>
      </w:r>
      <w:r w:rsidRPr="002813C1">
        <w:t>strictement vêtu de noir</w:t>
      </w:r>
      <w:r w:rsidR="00B77E03">
        <w:t xml:space="preserve">, </w:t>
      </w:r>
      <w:r w:rsidRPr="002813C1">
        <w:t>étalant de longs favoris roux sur une cravate blanche</w:t>
      </w:r>
      <w:r w:rsidR="00B77E03">
        <w:t xml:space="preserve">, </w:t>
      </w:r>
      <w:r w:rsidRPr="002813C1">
        <w:t xml:space="preserve">lequel lui déclara se nommer </w:t>
      </w:r>
      <w:r w:rsidR="00B77E03">
        <w:t>M. </w:t>
      </w:r>
      <w:r w:rsidRPr="002813C1">
        <w:t>Patterson</w:t>
      </w:r>
      <w:r w:rsidR="00B77E03">
        <w:t xml:space="preserve">, </w:t>
      </w:r>
      <w:r w:rsidRPr="002813C1">
        <w:t>et être chargé par sa famille de le placer dans un lycée pour y continuer son éducation</w:t>
      </w:r>
      <w:r w:rsidR="00B77E03">
        <w:t>.</w:t>
      </w:r>
    </w:p>
    <w:p w14:paraId="5775EED5" w14:textId="13EAA834" w:rsidR="00B77E03" w:rsidRDefault="0024252B" w:rsidP="00B77E03">
      <w:r w:rsidRPr="002813C1">
        <w:t xml:space="preserve">Le jeune </w:t>
      </w:r>
      <w:proofErr w:type="spellStart"/>
      <w:r w:rsidRPr="002813C1">
        <w:t>Wilkie</w:t>
      </w:r>
      <w:proofErr w:type="spellEnd"/>
      <w:r w:rsidRPr="002813C1">
        <w:t xml:space="preserve"> se récria beaucoup et se lamenta</w:t>
      </w:r>
      <w:r w:rsidR="00B77E03">
        <w:t>. M. </w:t>
      </w:r>
      <w:r w:rsidRPr="002813C1">
        <w:t>Patterson</w:t>
      </w:r>
      <w:r w:rsidR="00B77E03">
        <w:t xml:space="preserve">, </w:t>
      </w:r>
      <w:r w:rsidRPr="002813C1">
        <w:t>qui était payé pour remplir un certain mandat</w:t>
      </w:r>
      <w:r w:rsidR="00B77E03">
        <w:t xml:space="preserve">, </w:t>
      </w:r>
      <w:r w:rsidRPr="002813C1">
        <w:t>ainsi qu</w:t>
      </w:r>
      <w:r w:rsidR="00B77E03">
        <w:t>’</w:t>
      </w:r>
      <w:r w:rsidRPr="002813C1">
        <w:t>il le dit</w:t>
      </w:r>
      <w:r w:rsidR="00B77E03">
        <w:t xml:space="preserve">, </w:t>
      </w:r>
      <w:r w:rsidRPr="002813C1">
        <w:t>ne l</w:t>
      </w:r>
      <w:r w:rsidR="00B77E03">
        <w:t>’</w:t>
      </w:r>
      <w:r w:rsidRPr="002813C1">
        <w:t>en conduisit pas moins à Louis-le-Grand</w:t>
      </w:r>
      <w:r w:rsidR="00B77E03">
        <w:t xml:space="preserve">, </w:t>
      </w:r>
      <w:r w:rsidRPr="002813C1">
        <w:t>où il fut admis pensionnaire</w:t>
      </w:r>
      <w:r w:rsidR="00B77E03">
        <w:t>.</w:t>
      </w:r>
    </w:p>
    <w:p w14:paraId="710980CD" w14:textId="77777777" w:rsidR="00B77E03" w:rsidRDefault="0024252B" w:rsidP="00B77E03">
      <w:r w:rsidRPr="002813C1">
        <w:t>Là</w:t>
      </w:r>
      <w:r w:rsidR="00B77E03">
        <w:t xml:space="preserve">, </w:t>
      </w:r>
      <w:r w:rsidRPr="002813C1">
        <w:t>pendant des années</w:t>
      </w:r>
      <w:r w:rsidR="00B77E03">
        <w:t xml:space="preserve">, </w:t>
      </w:r>
      <w:r w:rsidRPr="002813C1">
        <w:t>il s</w:t>
      </w:r>
      <w:r w:rsidR="00B77E03">
        <w:t>’</w:t>
      </w:r>
      <w:r w:rsidRPr="002813C1">
        <w:t>ennuya prodigieusement</w:t>
      </w:r>
      <w:r w:rsidR="00B77E03">
        <w:t xml:space="preserve">. </w:t>
      </w:r>
      <w:r w:rsidRPr="002813C1">
        <w:t>Ne faisant rien</w:t>
      </w:r>
      <w:r w:rsidR="00B77E03">
        <w:t xml:space="preserve">, </w:t>
      </w:r>
      <w:r w:rsidRPr="002813C1">
        <w:t>doué d</w:t>
      </w:r>
      <w:r w:rsidR="00B77E03">
        <w:t>’</w:t>
      </w:r>
      <w:r w:rsidRPr="002813C1">
        <w:t>une intelligence médiocre</w:t>
      </w:r>
      <w:r w:rsidR="00B77E03">
        <w:t xml:space="preserve">, </w:t>
      </w:r>
      <w:r w:rsidRPr="002813C1">
        <w:t>il n</w:t>
      </w:r>
      <w:r w:rsidR="00B77E03">
        <w:t>’</w:t>
      </w:r>
      <w:r w:rsidRPr="002813C1">
        <w:t>apprit rien</w:t>
      </w:r>
      <w:r w:rsidR="00B77E03">
        <w:t>.</w:t>
      </w:r>
    </w:p>
    <w:p w14:paraId="3AC9DC8B" w14:textId="3777DF73" w:rsidR="00B77E03" w:rsidRDefault="0024252B" w:rsidP="00B77E03">
      <w:r w:rsidRPr="002813C1">
        <w:t>Tous les dimanches et les jours de fête</w:t>
      </w:r>
      <w:r w:rsidR="00B77E03">
        <w:t xml:space="preserve">, </w:t>
      </w:r>
      <w:r w:rsidRPr="002813C1">
        <w:t>à dix heures précises</w:t>
      </w:r>
      <w:r w:rsidR="00B77E03">
        <w:t>, M. </w:t>
      </w:r>
      <w:r w:rsidRPr="002813C1">
        <w:t>Patterson venait le prendre</w:t>
      </w:r>
      <w:r w:rsidR="00B77E03">
        <w:t xml:space="preserve">, </w:t>
      </w:r>
      <w:r w:rsidRPr="002813C1">
        <w:t>le promenait gravement dans Paris ou aux environs</w:t>
      </w:r>
      <w:r w:rsidR="00B77E03">
        <w:t xml:space="preserve">, </w:t>
      </w:r>
      <w:r w:rsidRPr="002813C1">
        <w:t xml:space="preserve">le faisait déjeuner et dîner dans </w:t>
      </w:r>
      <w:r w:rsidRPr="002813C1">
        <w:lastRenderedPageBreak/>
        <w:t>les meilleurs restaurants</w:t>
      </w:r>
      <w:r w:rsidR="00B77E03">
        <w:t xml:space="preserve">, </w:t>
      </w:r>
      <w:r w:rsidRPr="002813C1">
        <w:t>lui achetait tout ce dont il avait envie et</w:t>
      </w:r>
      <w:r w:rsidR="00B77E03">
        <w:t xml:space="preserve">, </w:t>
      </w:r>
      <w:r w:rsidRPr="002813C1">
        <w:t>à neuf heures sonnant</w:t>
      </w:r>
      <w:r w:rsidR="00B77E03">
        <w:t xml:space="preserve">, </w:t>
      </w:r>
      <w:r w:rsidRPr="002813C1">
        <w:t>le reconduisait au lycée</w:t>
      </w:r>
      <w:r w:rsidR="00B77E03">
        <w:t>.</w:t>
      </w:r>
    </w:p>
    <w:p w14:paraId="4AB77F8B" w14:textId="56847E83" w:rsidR="00B77E03" w:rsidRDefault="0024252B" w:rsidP="00B77E03">
      <w:r w:rsidRPr="002813C1">
        <w:t>Pendant les vacances</w:t>
      </w:r>
      <w:r w:rsidR="00B77E03">
        <w:t>, M. </w:t>
      </w:r>
      <w:r w:rsidRPr="002813C1">
        <w:t>Patterson gardait le lycéen près de lui</w:t>
      </w:r>
      <w:r w:rsidR="00B77E03">
        <w:t xml:space="preserve">, </w:t>
      </w:r>
      <w:r w:rsidRPr="002813C1">
        <w:t>ne lui refusant aucune distraction</w:t>
      </w:r>
      <w:r w:rsidR="00B77E03">
        <w:t xml:space="preserve">, </w:t>
      </w:r>
      <w:r w:rsidRPr="002813C1">
        <w:t>prévenant ses désirs</w:t>
      </w:r>
      <w:r w:rsidR="00B77E03">
        <w:t xml:space="preserve">, </w:t>
      </w:r>
      <w:r w:rsidRPr="002813C1">
        <w:t>mais ne le perdant pas de vue une minute</w:t>
      </w:r>
      <w:r w:rsidR="00B77E03">
        <w:t>.</w:t>
      </w:r>
    </w:p>
    <w:p w14:paraId="593C2AB5" w14:textId="0D8B98D9" w:rsidR="00B77E03" w:rsidRDefault="0024252B" w:rsidP="00B77E03">
      <w:r w:rsidRPr="002813C1">
        <w:t xml:space="preserve">Et si </w:t>
      </w:r>
      <w:proofErr w:type="spellStart"/>
      <w:r w:rsidRPr="002813C1">
        <w:t>Wilkie</w:t>
      </w:r>
      <w:proofErr w:type="spellEnd"/>
      <w:r w:rsidRPr="002813C1">
        <w:t xml:space="preserve"> se révoltait de cette incessante surveillance</w:t>
      </w:r>
      <w:r w:rsidR="00B77E03">
        <w:t>, M. </w:t>
      </w:r>
      <w:r w:rsidRPr="002813C1">
        <w:t>Patterson avait une façon de répondre</w:t>
      </w:r>
      <w:r w:rsidR="00B77E03">
        <w:t> : – « </w:t>
      </w:r>
      <w:r w:rsidRPr="002813C1">
        <w:t>J</w:t>
      </w:r>
      <w:r w:rsidR="00B77E03">
        <w:t>’</w:t>
      </w:r>
      <w:r w:rsidRPr="002813C1">
        <w:t>ai un mandat à remplir</w:t>
      </w:r>
      <w:r w:rsidR="00B77E03">
        <w:t>, »</w:t>
      </w:r>
      <w:r w:rsidRPr="002813C1">
        <w:t xml:space="preserve"> qui coupait court à toute espèce de discussion</w:t>
      </w:r>
      <w:r w:rsidR="00B77E03">
        <w:t>.</w:t>
      </w:r>
    </w:p>
    <w:p w14:paraId="3A92F43C" w14:textId="488910D0" w:rsidR="00B77E03" w:rsidRDefault="0024252B" w:rsidP="00B77E03">
      <w:r w:rsidRPr="002813C1">
        <w:t>Ainsi les choses marchèrent</w:t>
      </w:r>
      <w:r w:rsidR="00B77E03">
        <w:t xml:space="preserve">, </w:t>
      </w:r>
      <w:r w:rsidRPr="002813C1">
        <w:t>jusqu</w:t>
      </w:r>
      <w:r w:rsidR="00B77E03">
        <w:t>’</w:t>
      </w:r>
      <w:r w:rsidRPr="002813C1">
        <w:t xml:space="preserve">au jour où </w:t>
      </w:r>
      <w:r w:rsidR="00B77E03">
        <w:t>M. </w:t>
      </w:r>
      <w:proofErr w:type="spellStart"/>
      <w:r w:rsidRPr="002813C1">
        <w:t>Wilkie</w:t>
      </w:r>
      <w:proofErr w:type="spellEnd"/>
      <w:r w:rsidRPr="002813C1">
        <w:t xml:space="preserve"> eut achevé sa philosophie</w:t>
      </w:r>
      <w:r w:rsidR="00B77E03">
        <w:t xml:space="preserve">. </w:t>
      </w:r>
      <w:r w:rsidRPr="002813C1">
        <w:t>L</w:t>
      </w:r>
      <w:r w:rsidR="00B77E03">
        <w:t>’</w:t>
      </w:r>
      <w:r w:rsidRPr="002813C1">
        <w:t>épreuve du baccalauréat lui restait à subir</w:t>
      </w:r>
      <w:r w:rsidR="00B77E03">
        <w:t>.</w:t>
      </w:r>
    </w:p>
    <w:p w14:paraId="35958422" w14:textId="77777777" w:rsidR="00B77E03" w:rsidRDefault="0024252B" w:rsidP="00B77E03">
      <w:r w:rsidRPr="002813C1">
        <w:t>Il se présenta à l</w:t>
      </w:r>
      <w:r w:rsidR="00B77E03">
        <w:t>’</w:t>
      </w:r>
      <w:r w:rsidRPr="002813C1">
        <w:t>examen</w:t>
      </w:r>
      <w:r w:rsidR="00B77E03">
        <w:t xml:space="preserve">, </w:t>
      </w:r>
      <w:r w:rsidRPr="002813C1">
        <w:t>et comme de juste fut refusé</w:t>
      </w:r>
      <w:r w:rsidR="00B77E03">
        <w:t>.</w:t>
      </w:r>
    </w:p>
    <w:p w14:paraId="084A1AE9" w14:textId="18F1EED3" w:rsidR="00B77E03" w:rsidRDefault="0024252B" w:rsidP="00B77E03">
      <w:r w:rsidRPr="002813C1">
        <w:t xml:space="preserve">Par bonheur </w:t>
      </w:r>
      <w:r w:rsidR="00B77E03">
        <w:t>M. </w:t>
      </w:r>
      <w:r w:rsidRPr="002813C1">
        <w:t>Patterson était un homme d</w:t>
      </w:r>
      <w:r w:rsidR="00B77E03">
        <w:t>’</w:t>
      </w:r>
      <w:r w:rsidRPr="002813C1">
        <w:t>expédients</w:t>
      </w:r>
      <w:r w:rsidR="00B77E03">
        <w:t>.</w:t>
      </w:r>
    </w:p>
    <w:p w14:paraId="2C9F2B00" w14:textId="52E78CD3" w:rsidR="00B77E03" w:rsidRDefault="0024252B" w:rsidP="00B77E03">
      <w:r w:rsidRPr="002813C1">
        <w:t>Il plaça son élève dans un établissement spécial</w:t>
      </w:r>
      <w:r w:rsidR="00B77E03">
        <w:t xml:space="preserve">, </w:t>
      </w:r>
      <w:r w:rsidRPr="002813C1">
        <w:t>et moyennant cinq billets de mille francs</w:t>
      </w:r>
      <w:r w:rsidR="00B77E03">
        <w:t xml:space="preserve">, </w:t>
      </w:r>
      <w:r w:rsidRPr="002813C1">
        <w:t>dénicha un pauvre diable qui consentit à risquer trois ans de prison et qui passa l</w:t>
      </w:r>
      <w:r w:rsidR="00B77E03">
        <w:t>’</w:t>
      </w:r>
      <w:r w:rsidRPr="002813C1">
        <w:t xml:space="preserve">examen sous le nom et à la place de </w:t>
      </w:r>
      <w:r w:rsidR="00B77E03">
        <w:t>M. </w:t>
      </w:r>
      <w:proofErr w:type="spellStart"/>
      <w:r w:rsidRPr="002813C1">
        <w:t>Wilkie</w:t>
      </w:r>
      <w:proofErr w:type="spellEnd"/>
      <w:r w:rsidR="00B77E03">
        <w:t>.</w:t>
      </w:r>
    </w:p>
    <w:p w14:paraId="76897000" w14:textId="608A1D65" w:rsidR="00B77E03" w:rsidRDefault="0024252B" w:rsidP="00B77E03">
      <w:r w:rsidRPr="002813C1">
        <w:t>Maître à ce prix du précieux diplôme qui ouvre toutes les carrières</w:t>
      </w:r>
      <w:r w:rsidR="00B77E03">
        <w:t>, M. </w:t>
      </w:r>
      <w:proofErr w:type="spellStart"/>
      <w:r w:rsidRPr="002813C1">
        <w:t>Wilkie</w:t>
      </w:r>
      <w:proofErr w:type="spellEnd"/>
      <w:r w:rsidRPr="002813C1">
        <w:t xml:space="preserve"> espérait qu</w:t>
      </w:r>
      <w:r w:rsidR="00B77E03">
        <w:t>’</w:t>
      </w:r>
      <w:r w:rsidRPr="002813C1">
        <w:t>on allait garnir amplement ses poches et lui donner la volée</w:t>
      </w:r>
      <w:r w:rsidR="00B77E03">
        <w:t xml:space="preserve">… </w:t>
      </w:r>
      <w:r w:rsidRPr="002813C1">
        <w:t>Erreur</w:t>
      </w:r>
      <w:r w:rsidR="00B77E03">
        <w:t> ! M. </w:t>
      </w:r>
      <w:r w:rsidRPr="002813C1">
        <w:t>Patterson le remit aux mains d</w:t>
      </w:r>
      <w:r w:rsidR="00B77E03">
        <w:t>’</w:t>
      </w:r>
      <w:r w:rsidRPr="002813C1">
        <w:t>un vieux précepteur chargé de lui faire visiter l</w:t>
      </w:r>
      <w:r w:rsidR="00B77E03">
        <w:t>’</w:t>
      </w:r>
      <w:r w:rsidRPr="002813C1">
        <w:t>Europe et de l</w:t>
      </w:r>
      <w:r w:rsidR="00B77E03">
        <w:t>’</w:t>
      </w:r>
      <w:r w:rsidRPr="002813C1">
        <w:t>initier à la pratique de la vie et des hommes</w:t>
      </w:r>
      <w:r w:rsidR="00B77E03">
        <w:t>.</w:t>
      </w:r>
    </w:p>
    <w:p w14:paraId="75471991" w14:textId="77777777" w:rsidR="00B77E03" w:rsidRDefault="0024252B" w:rsidP="00B77E03">
      <w:r w:rsidRPr="002813C1">
        <w:t>Ce précepteur avait la bourse</w:t>
      </w:r>
      <w:r w:rsidR="00B77E03">
        <w:t xml:space="preserve">, </w:t>
      </w:r>
      <w:r w:rsidRPr="002813C1">
        <w:t>force lui fut de le suivre en Allemagne</w:t>
      </w:r>
      <w:r w:rsidR="00B77E03">
        <w:t xml:space="preserve">, </w:t>
      </w:r>
      <w:r w:rsidRPr="002813C1">
        <w:t>en Angleterre et en Italie</w:t>
      </w:r>
      <w:r w:rsidR="00B77E03">
        <w:t>.</w:t>
      </w:r>
    </w:p>
    <w:p w14:paraId="572E6261" w14:textId="77777777" w:rsidR="00B77E03" w:rsidRDefault="0024252B" w:rsidP="00B77E03">
      <w:r w:rsidRPr="002813C1">
        <w:t>Quand il revint à Paris</w:t>
      </w:r>
      <w:r w:rsidR="00B77E03">
        <w:t xml:space="preserve">, </w:t>
      </w:r>
      <w:r w:rsidRPr="002813C1">
        <w:t>il avait vingt ans</w:t>
      </w:r>
      <w:r w:rsidR="00B77E03">
        <w:t>.</w:t>
      </w:r>
    </w:p>
    <w:p w14:paraId="558ACDA7" w14:textId="06D4B2CF" w:rsidR="00B77E03" w:rsidRDefault="0024252B" w:rsidP="00B77E03">
      <w:r w:rsidRPr="002813C1">
        <w:lastRenderedPageBreak/>
        <w:t>Dès le lendemain</w:t>
      </w:r>
      <w:r w:rsidR="00B77E03">
        <w:t>, M. </w:t>
      </w:r>
      <w:r w:rsidRPr="002813C1">
        <w:t>Patterson le conduisit rue de Helder</w:t>
      </w:r>
      <w:r w:rsidR="00B77E03">
        <w:t xml:space="preserve">, </w:t>
      </w:r>
      <w:r w:rsidRPr="002813C1">
        <w:t>à l</w:t>
      </w:r>
      <w:r w:rsidR="00B77E03">
        <w:t>’</w:t>
      </w:r>
      <w:r w:rsidRPr="002813C1">
        <w:t>appartement qu</w:t>
      </w:r>
      <w:r w:rsidR="00B77E03">
        <w:t>’</w:t>
      </w:r>
      <w:r w:rsidRPr="002813C1">
        <w:t>il occupait encore</w:t>
      </w:r>
      <w:r w:rsidR="00B77E03">
        <w:t xml:space="preserve">, </w:t>
      </w:r>
      <w:r w:rsidRPr="002813C1">
        <w:t>et de son air le plus solennel</w:t>
      </w:r>
      <w:r w:rsidR="00B77E03">
        <w:t> :</w:t>
      </w:r>
    </w:p>
    <w:p w14:paraId="2C379041" w14:textId="489E5E4A" w:rsidR="00B77E03" w:rsidRDefault="00B77E03" w:rsidP="00B77E03">
      <w:r>
        <w:t>— </w:t>
      </w:r>
      <w:r w:rsidR="0024252B" w:rsidRPr="002813C1">
        <w:t>Vous êtes ici chez vous</w:t>
      </w:r>
      <w:r>
        <w:t>, M. </w:t>
      </w:r>
      <w:proofErr w:type="spellStart"/>
      <w:r w:rsidR="0024252B" w:rsidRPr="002813C1">
        <w:t>Wilkie</w:t>
      </w:r>
      <w:proofErr w:type="spellEnd"/>
      <w:r w:rsidR="0024252B" w:rsidRPr="002813C1">
        <w:t xml:space="preserve"> prononça-t-il</w:t>
      </w:r>
      <w:r>
        <w:t xml:space="preserve">. </w:t>
      </w:r>
      <w:r w:rsidR="0024252B" w:rsidRPr="002813C1">
        <w:t>Vous êtes en âge de mesurer vos actions</w:t>
      </w:r>
      <w:r>
        <w:t xml:space="preserve">, </w:t>
      </w:r>
      <w:r w:rsidR="0024252B" w:rsidRPr="002813C1">
        <w:t>j</w:t>
      </w:r>
      <w:r>
        <w:t>’</w:t>
      </w:r>
      <w:r w:rsidR="0024252B" w:rsidRPr="002813C1">
        <w:t xml:space="preserve">espère </w:t>
      </w:r>
      <w:r w:rsidR="00AB50BE">
        <w:t>donc</w:t>
      </w:r>
      <w:r w:rsidR="00AB50BE" w:rsidRPr="002813C1">
        <w:t xml:space="preserve"> </w:t>
      </w:r>
      <w:r w:rsidR="0024252B" w:rsidRPr="002813C1">
        <w:t>que vous vous conduirez en honnête homme</w:t>
      </w:r>
      <w:r>
        <w:t xml:space="preserve">… </w:t>
      </w:r>
      <w:r w:rsidR="0024252B" w:rsidRPr="002813C1">
        <w:t>De ce moment</w:t>
      </w:r>
      <w:r>
        <w:t xml:space="preserve">, </w:t>
      </w:r>
      <w:r w:rsidR="0024252B" w:rsidRPr="002813C1">
        <w:t>vous êtes libre</w:t>
      </w:r>
      <w:r>
        <w:t xml:space="preserve">… </w:t>
      </w:r>
      <w:r w:rsidR="0024252B" w:rsidRPr="002813C1">
        <w:t>On souhaite que vous fassiez votre droit</w:t>
      </w:r>
      <w:r>
        <w:t xml:space="preserve"> ; </w:t>
      </w:r>
      <w:r w:rsidR="0024252B" w:rsidRPr="002813C1">
        <w:t>à votre place</w:t>
      </w:r>
      <w:r>
        <w:t xml:space="preserve">, </w:t>
      </w:r>
      <w:r w:rsidR="0024252B" w:rsidRPr="002813C1">
        <w:t>j</w:t>
      </w:r>
      <w:r>
        <w:t>’</w:t>
      </w:r>
      <w:r w:rsidR="0024252B" w:rsidRPr="002813C1">
        <w:t>obéirais</w:t>
      </w:r>
      <w:r>
        <w:t xml:space="preserve">… </w:t>
      </w:r>
      <w:r w:rsidR="0024252B" w:rsidRPr="002813C1">
        <w:t>Si vous voulez être quelque chose et avoir toujours du pain</w:t>
      </w:r>
      <w:r>
        <w:t xml:space="preserve">, </w:t>
      </w:r>
      <w:r w:rsidR="0024252B" w:rsidRPr="002813C1">
        <w:t>travaillez</w:t>
      </w:r>
      <w:r>
        <w:t xml:space="preserve">, </w:t>
      </w:r>
      <w:r w:rsidR="0024252B" w:rsidRPr="002813C1">
        <w:t>car vous n</w:t>
      </w:r>
      <w:r>
        <w:t>’</w:t>
      </w:r>
      <w:r w:rsidR="0024252B" w:rsidRPr="002813C1">
        <w:t>avez rien</w:t>
      </w:r>
      <w:r>
        <w:t xml:space="preserve">, </w:t>
      </w:r>
      <w:r w:rsidR="0024252B" w:rsidRPr="002813C1">
        <w:t>je vous en avertis</w:t>
      </w:r>
      <w:r>
        <w:t xml:space="preserve">, </w:t>
      </w:r>
      <w:r w:rsidR="0024252B" w:rsidRPr="002813C1">
        <w:t>à attendre de personne</w:t>
      </w:r>
      <w:r>
        <w:t xml:space="preserve">… </w:t>
      </w:r>
      <w:r w:rsidR="0024252B" w:rsidRPr="002813C1">
        <w:t>La pension</w:t>
      </w:r>
      <w:r>
        <w:t xml:space="preserve">, </w:t>
      </w:r>
      <w:r w:rsidR="0024252B" w:rsidRPr="002813C1">
        <w:t>trop considérable</w:t>
      </w:r>
      <w:r>
        <w:t xml:space="preserve">, </w:t>
      </w:r>
      <w:r w:rsidR="0024252B" w:rsidRPr="002813C1">
        <w:t>à mon avis</w:t>
      </w:r>
      <w:r>
        <w:t xml:space="preserve">, </w:t>
      </w:r>
      <w:r w:rsidR="0024252B" w:rsidRPr="002813C1">
        <w:t>qu</w:t>
      </w:r>
      <w:r>
        <w:t>’</w:t>
      </w:r>
      <w:r w:rsidR="0024252B" w:rsidRPr="002813C1">
        <w:t>on vous alloue</w:t>
      </w:r>
      <w:r>
        <w:t xml:space="preserve">, </w:t>
      </w:r>
      <w:r w:rsidR="0024252B" w:rsidRPr="002813C1">
        <w:t>peut</w:t>
      </w:r>
      <w:r>
        <w:t xml:space="preserve">, </w:t>
      </w:r>
      <w:r w:rsidR="0024252B" w:rsidRPr="002813C1">
        <w:t>je ne vous le cache pas</w:t>
      </w:r>
      <w:r>
        <w:t xml:space="preserve">, </w:t>
      </w:r>
      <w:r w:rsidR="0024252B" w:rsidRPr="002813C1">
        <w:t>être supprimée du jour au lendemain</w:t>
      </w:r>
      <w:r>
        <w:t xml:space="preserve">… </w:t>
      </w:r>
      <w:r w:rsidR="0024252B" w:rsidRPr="002813C1">
        <w:t>Jusque-là</w:t>
      </w:r>
      <w:r>
        <w:t xml:space="preserve">, </w:t>
      </w:r>
      <w:r w:rsidR="0024252B" w:rsidRPr="002813C1">
        <w:t>j</w:t>
      </w:r>
      <w:r>
        <w:t>’</w:t>
      </w:r>
      <w:r w:rsidR="0024252B" w:rsidRPr="002813C1">
        <w:t>ai ordre de vous remettre</w:t>
      </w:r>
      <w:r>
        <w:t xml:space="preserve">, </w:t>
      </w:r>
      <w:r w:rsidR="0024252B" w:rsidRPr="002813C1">
        <w:t>chaque trimestre</w:t>
      </w:r>
      <w:r>
        <w:t xml:space="preserve">, </w:t>
      </w:r>
      <w:r w:rsidRPr="002813C1">
        <w:t>5</w:t>
      </w:r>
      <w:r>
        <w:t>,</w:t>
      </w:r>
      <w:r w:rsidRPr="002813C1">
        <w:t>0</w:t>
      </w:r>
      <w:r w:rsidR="0024252B" w:rsidRPr="002813C1">
        <w:t>00 francs</w:t>
      </w:r>
      <w:r>
        <w:t xml:space="preserve">… </w:t>
      </w:r>
      <w:r w:rsidR="0024252B" w:rsidRPr="002813C1">
        <w:t>les voici</w:t>
      </w:r>
      <w:r>
        <w:t xml:space="preserve">. </w:t>
      </w:r>
      <w:r w:rsidR="0024252B" w:rsidRPr="002813C1">
        <w:t>Dans trois mois</w:t>
      </w:r>
      <w:r>
        <w:t xml:space="preserve">, </w:t>
      </w:r>
      <w:r w:rsidR="0024252B" w:rsidRPr="002813C1">
        <w:t>je vous enverrai pareille somme</w:t>
      </w:r>
      <w:r>
        <w:t xml:space="preserve">… </w:t>
      </w:r>
      <w:r w:rsidR="0024252B" w:rsidRPr="002813C1">
        <w:t>je dis enverrai</w:t>
      </w:r>
      <w:r>
        <w:t xml:space="preserve">, </w:t>
      </w:r>
      <w:r w:rsidR="0024252B" w:rsidRPr="002813C1">
        <w:t>parce que mes intérêts m</w:t>
      </w:r>
      <w:r>
        <w:t>’</w:t>
      </w:r>
      <w:r w:rsidR="0024252B" w:rsidRPr="002813C1">
        <w:t>obligent de retourner en Angleterre et de m</w:t>
      </w:r>
      <w:r>
        <w:t>’</w:t>
      </w:r>
      <w:r w:rsidR="0024252B" w:rsidRPr="002813C1">
        <w:t>y fixer</w:t>
      </w:r>
      <w:r>
        <w:t xml:space="preserve">. </w:t>
      </w:r>
      <w:r w:rsidR="0024252B" w:rsidRPr="002813C1">
        <w:t>Voici mon adresse à Londres</w:t>
      </w:r>
      <w:r>
        <w:t xml:space="preserve">, </w:t>
      </w:r>
      <w:r w:rsidR="0024252B" w:rsidRPr="002813C1">
        <w:t>s</w:t>
      </w:r>
      <w:r>
        <w:t>’</w:t>
      </w:r>
      <w:r w:rsidR="0024252B" w:rsidRPr="002813C1">
        <w:t>il vous survenait quelque embarras sérieux</w:t>
      </w:r>
      <w:r>
        <w:t xml:space="preserve">… </w:t>
      </w:r>
      <w:r w:rsidR="0024252B" w:rsidRPr="002813C1">
        <w:t>écrivez-moi</w:t>
      </w:r>
      <w:r>
        <w:t xml:space="preserve">. </w:t>
      </w:r>
      <w:r w:rsidR="0024252B" w:rsidRPr="002813C1">
        <w:t>Sur quoi</w:t>
      </w:r>
      <w:r>
        <w:t xml:space="preserve">, </w:t>
      </w:r>
      <w:r w:rsidR="0024252B" w:rsidRPr="002813C1">
        <w:t>mon mandat étant rempli</w:t>
      </w:r>
      <w:r>
        <w:t xml:space="preserve">… </w:t>
      </w:r>
      <w:r w:rsidR="0024252B" w:rsidRPr="002813C1">
        <w:t>Salut</w:t>
      </w:r>
      <w:r>
        <w:t> !…</w:t>
      </w:r>
    </w:p>
    <w:p w14:paraId="792BC4A1" w14:textId="4CD55522" w:rsidR="00B77E03" w:rsidRDefault="00B77E03" w:rsidP="00B77E03">
      <w:r>
        <w:t>— </w:t>
      </w:r>
      <w:r w:rsidR="0024252B" w:rsidRPr="002813C1">
        <w:t>Eh</w:t>
      </w:r>
      <w:r>
        <w:t xml:space="preserve"> ! </w:t>
      </w:r>
      <w:proofErr w:type="spellStart"/>
      <w:r w:rsidR="0024252B" w:rsidRPr="002813C1">
        <w:t>va-t-en</w:t>
      </w:r>
      <w:proofErr w:type="spellEnd"/>
      <w:r w:rsidR="0024252B" w:rsidRPr="002813C1">
        <w:t xml:space="preserve"> au diable</w:t>
      </w:r>
      <w:r>
        <w:t xml:space="preserve">, </w:t>
      </w:r>
      <w:r w:rsidR="0024252B" w:rsidRPr="002813C1">
        <w:t>vieux serin</w:t>
      </w:r>
      <w:r>
        <w:t xml:space="preserve"> !… </w:t>
      </w:r>
      <w:r w:rsidR="0024252B" w:rsidRPr="002813C1">
        <w:t xml:space="preserve">gronda </w:t>
      </w:r>
      <w:r>
        <w:t>M. </w:t>
      </w:r>
      <w:proofErr w:type="spellStart"/>
      <w:r w:rsidR="0024252B" w:rsidRPr="002813C1">
        <w:t>Wilkie</w:t>
      </w:r>
      <w:proofErr w:type="spellEnd"/>
      <w:r w:rsidR="0024252B" w:rsidRPr="002813C1">
        <w:t xml:space="preserve"> en refermant la porte sur </w:t>
      </w:r>
      <w:r>
        <w:t>M. </w:t>
      </w:r>
      <w:r w:rsidR="0024252B" w:rsidRPr="002813C1">
        <w:t>Patterson</w:t>
      </w:r>
      <w:r>
        <w:t xml:space="preserve">… </w:t>
      </w:r>
      <w:r w:rsidR="0024252B" w:rsidRPr="002813C1">
        <w:t>À Chaillot</w:t>
      </w:r>
      <w:r>
        <w:t xml:space="preserve">, </w:t>
      </w:r>
      <w:r w:rsidR="0024252B" w:rsidRPr="002813C1">
        <w:t>les gêneurs</w:t>
      </w:r>
      <w:r>
        <w:t> !…</w:t>
      </w:r>
    </w:p>
    <w:p w14:paraId="286F47BE" w14:textId="77777777" w:rsidR="00B77E03" w:rsidRDefault="0024252B" w:rsidP="00B77E03">
      <w:r w:rsidRPr="002813C1">
        <w:t>Voilà tout ce que son excellent cœur lui inspira</w:t>
      </w:r>
      <w:r w:rsidR="00B77E03">
        <w:t xml:space="preserve">, </w:t>
      </w:r>
      <w:r w:rsidRPr="002813C1">
        <w:t>en se séparant</w:t>
      </w:r>
      <w:r w:rsidR="00B77E03">
        <w:t xml:space="preserve">, </w:t>
      </w:r>
      <w:r w:rsidRPr="002813C1">
        <w:t>peut-être pour toujours</w:t>
      </w:r>
      <w:r w:rsidR="00B77E03">
        <w:t xml:space="preserve">, </w:t>
      </w:r>
      <w:r w:rsidRPr="002813C1">
        <w:t>de l</w:t>
      </w:r>
      <w:r w:rsidR="00B77E03">
        <w:t>’</w:t>
      </w:r>
      <w:r w:rsidRPr="002813C1">
        <w:t>homme qui</w:t>
      </w:r>
      <w:r w:rsidR="00B77E03">
        <w:t xml:space="preserve">, </w:t>
      </w:r>
      <w:r w:rsidRPr="002813C1">
        <w:t>pendant dix années</w:t>
      </w:r>
      <w:r w:rsidR="00B77E03">
        <w:t xml:space="preserve">, </w:t>
      </w:r>
      <w:r w:rsidRPr="002813C1">
        <w:t>lui avait</w:t>
      </w:r>
      <w:r w:rsidR="00B77E03">
        <w:t xml:space="preserve">, </w:t>
      </w:r>
      <w:r w:rsidRPr="002813C1">
        <w:t>en définitive</w:t>
      </w:r>
      <w:r w:rsidR="00B77E03">
        <w:t xml:space="preserve">, </w:t>
      </w:r>
      <w:r w:rsidRPr="002813C1">
        <w:t>tenu lieu de famille</w:t>
      </w:r>
      <w:r w:rsidR="00B77E03">
        <w:t>.</w:t>
      </w:r>
    </w:p>
    <w:p w14:paraId="79CAA89A" w14:textId="5C29E96A" w:rsidR="00B77E03" w:rsidRDefault="0024252B" w:rsidP="00B77E03">
      <w:r w:rsidRPr="002813C1">
        <w:t>C</w:t>
      </w:r>
      <w:r w:rsidR="00B77E03">
        <w:t>’</w:t>
      </w:r>
      <w:r w:rsidRPr="002813C1">
        <w:t>est que déjà</w:t>
      </w:r>
      <w:r w:rsidR="00B77E03">
        <w:t xml:space="preserve">, </w:t>
      </w:r>
      <w:r w:rsidRPr="002813C1">
        <w:t>à cette époque</w:t>
      </w:r>
      <w:r w:rsidR="00B77E03">
        <w:t>, M. </w:t>
      </w:r>
      <w:proofErr w:type="spellStart"/>
      <w:r w:rsidRPr="002813C1">
        <w:t>Wilkie</w:t>
      </w:r>
      <w:proofErr w:type="spellEnd"/>
      <w:r w:rsidRPr="002813C1">
        <w:t xml:space="preserve"> était un garçon très-fort</w:t>
      </w:r>
      <w:r w:rsidR="00B77E03">
        <w:t xml:space="preserve">, </w:t>
      </w:r>
      <w:r w:rsidRPr="002813C1">
        <w:t>au moins en théorie</w:t>
      </w:r>
      <w:r w:rsidR="00B77E03">
        <w:t xml:space="preserve">, </w:t>
      </w:r>
      <w:proofErr w:type="gramStart"/>
      <w:r w:rsidRPr="002813C1">
        <w:t>et</w:t>
      </w:r>
      <w:proofErr w:type="gramEnd"/>
      <w:r w:rsidRPr="002813C1">
        <w:t xml:space="preserve"> bien au-dessus des préjugés du commun</w:t>
      </w:r>
      <w:r w:rsidR="00B77E03">
        <w:t>.</w:t>
      </w:r>
    </w:p>
    <w:p w14:paraId="68379061" w14:textId="77777777" w:rsidR="00B77E03" w:rsidRDefault="0024252B" w:rsidP="00B77E03">
      <w:r w:rsidRPr="002813C1">
        <w:t>S</w:t>
      </w:r>
      <w:r w:rsidR="00B77E03">
        <w:t>’</w:t>
      </w:r>
      <w:r w:rsidRPr="002813C1">
        <w:t>il avait été rebelle à toutes les études du lycée</w:t>
      </w:r>
      <w:r w:rsidR="00B77E03">
        <w:t xml:space="preserve">, </w:t>
      </w:r>
      <w:r w:rsidRPr="002813C1">
        <w:t>il s</w:t>
      </w:r>
      <w:r w:rsidR="00B77E03">
        <w:t>’</w:t>
      </w:r>
      <w:r w:rsidRPr="002813C1">
        <w:t>y était instruit de quantité de choses que les professeurs n</w:t>
      </w:r>
      <w:r w:rsidR="00B77E03">
        <w:t>’</w:t>
      </w:r>
      <w:r w:rsidRPr="002813C1">
        <w:t>enseignent pas</w:t>
      </w:r>
      <w:r w:rsidR="00B77E03">
        <w:t>.</w:t>
      </w:r>
    </w:p>
    <w:p w14:paraId="51E926CB" w14:textId="77777777" w:rsidR="00B77E03" w:rsidRDefault="0024252B" w:rsidP="00B77E03">
      <w:r w:rsidRPr="002813C1">
        <w:lastRenderedPageBreak/>
        <w:t xml:space="preserve">Quelques </w:t>
      </w:r>
      <w:r w:rsidR="00B77E03">
        <w:t>« </w:t>
      </w:r>
      <w:r w:rsidRPr="002813C1">
        <w:t>cancres</w:t>
      </w:r>
      <w:r w:rsidR="00B77E03">
        <w:t>, »</w:t>
      </w:r>
      <w:r w:rsidRPr="002813C1">
        <w:t xml:space="preserve"> ses intimes</w:t>
      </w:r>
      <w:r w:rsidR="00B77E03">
        <w:t xml:space="preserve">, </w:t>
      </w:r>
      <w:r w:rsidRPr="002813C1">
        <w:t>dont les parents étaient riches</w:t>
      </w:r>
      <w:r w:rsidR="00B77E03">
        <w:t xml:space="preserve">, </w:t>
      </w:r>
      <w:r w:rsidRPr="002813C1">
        <w:t>et qui jouissaient de leur liberté aux jours de sortie</w:t>
      </w:r>
      <w:r w:rsidR="00B77E03">
        <w:t xml:space="preserve">, </w:t>
      </w:r>
      <w:r w:rsidRPr="002813C1">
        <w:t>l</w:t>
      </w:r>
      <w:r w:rsidR="00B77E03">
        <w:t>’</w:t>
      </w:r>
      <w:r w:rsidRPr="002813C1">
        <w:t>avaient initié aux grandes façons et lui avaient appris à discerner ce qui est chic de ce qui ne l</w:t>
      </w:r>
      <w:r w:rsidR="00B77E03">
        <w:t>’</w:t>
      </w:r>
      <w:r w:rsidRPr="002813C1">
        <w:t>est pas</w:t>
      </w:r>
      <w:r w:rsidR="00B77E03">
        <w:t>.</w:t>
      </w:r>
    </w:p>
    <w:p w14:paraId="322D680B" w14:textId="608440CA" w:rsidR="00B77E03" w:rsidRDefault="0024252B" w:rsidP="00B77E03">
      <w:r w:rsidRPr="002813C1">
        <w:t>Il n</w:t>
      </w:r>
      <w:r w:rsidR="00B77E03">
        <w:t>’</w:t>
      </w:r>
      <w:r w:rsidRPr="002813C1">
        <w:t xml:space="preserve">y a pas de circulaire de </w:t>
      </w:r>
      <w:r w:rsidR="00B77E03">
        <w:t>M. </w:t>
      </w:r>
      <w:r w:rsidRPr="002813C1">
        <w:t>Duruy qui tienne</w:t>
      </w:r>
      <w:r w:rsidR="00B77E03">
        <w:t xml:space="preserve">, </w:t>
      </w:r>
      <w:r w:rsidRPr="002813C1">
        <w:t>on retrouvera toujours au fond des lycées</w:t>
      </w:r>
      <w:r w:rsidR="00B77E03">
        <w:t xml:space="preserve">, </w:t>
      </w:r>
      <w:r w:rsidRPr="002813C1">
        <w:t>à Paris surtout</w:t>
      </w:r>
      <w:r w:rsidR="00B77E03">
        <w:t xml:space="preserve">, </w:t>
      </w:r>
      <w:r w:rsidRPr="002813C1">
        <w:t>comme un reflet des mœurs du temps</w:t>
      </w:r>
      <w:r w:rsidR="00B77E03">
        <w:t xml:space="preserve">. </w:t>
      </w:r>
      <w:r w:rsidRPr="002813C1">
        <w:t>Le portier peut surveiller la contrebande du tabac et des liqueurs</w:t>
      </w:r>
      <w:r w:rsidR="00B77E03">
        <w:t xml:space="preserve">, </w:t>
      </w:r>
      <w:r w:rsidRPr="002813C1">
        <w:t>il ne saurait arrêter à l</w:t>
      </w:r>
      <w:r w:rsidR="00B77E03">
        <w:t>’</w:t>
      </w:r>
      <w:r w:rsidRPr="002813C1">
        <w:t>entrée les idées bêtes et malsaines que certains élèves rapportent du dehors</w:t>
      </w:r>
      <w:r w:rsidR="00B77E03">
        <w:t xml:space="preserve">. </w:t>
      </w:r>
      <w:r w:rsidRPr="002813C1">
        <w:t xml:space="preserve">Que les </w:t>
      </w:r>
      <w:r w:rsidR="00B77E03">
        <w:t>« </w:t>
      </w:r>
      <w:r w:rsidRPr="002813C1">
        <w:t>crevés</w:t>
      </w:r>
      <w:r w:rsidR="00B77E03">
        <w:t> »</w:t>
      </w:r>
      <w:r w:rsidRPr="002813C1">
        <w:t xml:space="preserve"> actuels se rassurent</w:t>
      </w:r>
      <w:r w:rsidR="00B77E03">
        <w:t xml:space="preserve">, </w:t>
      </w:r>
      <w:r w:rsidRPr="002813C1">
        <w:t>les successeurs ne leur manqueront pas</w:t>
      </w:r>
      <w:r w:rsidR="00B77E03">
        <w:t>.</w:t>
      </w:r>
    </w:p>
    <w:p w14:paraId="1849BEF8" w14:textId="79069E33" w:rsidR="00B77E03" w:rsidRDefault="0024252B" w:rsidP="00B77E03">
      <w:r w:rsidRPr="002813C1">
        <w:t xml:space="preserve">Des sages conseils de </w:t>
      </w:r>
      <w:r w:rsidR="00B77E03">
        <w:t>M. </w:t>
      </w:r>
      <w:r w:rsidRPr="002813C1">
        <w:t>Patterson</w:t>
      </w:r>
      <w:r w:rsidR="00B77E03">
        <w:t xml:space="preserve">, </w:t>
      </w:r>
      <w:r w:rsidRPr="002813C1">
        <w:t>rien ne resta dans l</w:t>
      </w:r>
      <w:r w:rsidR="00B77E03">
        <w:t>’</w:t>
      </w:r>
      <w:r w:rsidRPr="002813C1">
        <w:t xml:space="preserve">esprit de </w:t>
      </w:r>
      <w:r w:rsidR="00B77E03">
        <w:t>M. </w:t>
      </w:r>
      <w:proofErr w:type="spellStart"/>
      <w:r w:rsidRPr="002813C1">
        <w:t>Wilkie</w:t>
      </w:r>
      <w:proofErr w:type="spellEnd"/>
      <w:r w:rsidR="00B77E03">
        <w:t xml:space="preserve">. </w:t>
      </w:r>
      <w:r w:rsidRPr="002813C1">
        <w:t>Ils lui entrèrent</w:t>
      </w:r>
      <w:r w:rsidR="00B77E03">
        <w:t xml:space="preserve">, </w:t>
      </w:r>
      <w:r w:rsidRPr="002813C1">
        <w:t>comme on dit familièrement</w:t>
      </w:r>
      <w:r w:rsidR="00B77E03">
        <w:t xml:space="preserve">, </w:t>
      </w:r>
      <w:r w:rsidRPr="002813C1">
        <w:t>par une oreille et sortirent par l</w:t>
      </w:r>
      <w:r w:rsidR="00B77E03">
        <w:t>’</w:t>
      </w:r>
      <w:r w:rsidRPr="002813C1">
        <w:t>autre</w:t>
      </w:r>
      <w:r w:rsidR="00B77E03">
        <w:t>.</w:t>
      </w:r>
    </w:p>
    <w:p w14:paraId="2C78B8D4" w14:textId="77777777" w:rsidR="00B77E03" w:rsidRDefault="0024252B" w:rsidP="00B77E03">
      <w:r w:rsidRPr="002813C1">
        <w:t>Un seul fait</w:t>
      </w:r>
      <w:r w:rsidR="00B77E03">
        <w:t xml:space="preserve">, </w:t>
      </w:r>
      <w:r w:rsidRPr="002813C1">
        <w:t>pour lui</w:t>
      </w:r>
      <w:r w:rsidR="00B77E03">
        <w:t xml:space="preserve">, </w:t>
      </w:r>
      <w:r w:rsidRPr="002813C1">
        <w:t>se dégagea de ce dernier entretien</w:t>
      </w:r>
      <w:r w:rsidR="00B77E03">
        <w:t xml:space="preserve">, </w:t>
      </w:r>
      <w:r w:rsidRPr="002813C1">
        <w:t>c</w:t>
      </w:r>
      <w:r w:rsidR="00B77E03">
        <w:t>’</w:t>
      </w:r>
      <w:r w:rsidRPr="002813C1">
        <w:t>est qu</w:t>
      </w:r>
      <w:r w:rsidR="00B77E03">
        <w:t>’</w:t>
      </w:r>
      <w:r w:rsidRPr="002813C1">
        <w:t>il était son maître désormais et qu</w:t>
      </w:r>
      <w:r w:rsidR="00B77E03">
        <w:t>’</w:t>
      </w:r>
      <w:r w:rsidRPr="002813C1">
        <w:t>il avait une fortune</w:t>
      </w:r>
      <w:r w:rsidR="00B77E03">
        <w:t xml:space="preserve">… </w:t>
      </w:r>
      <w:r w:rsidRPr="002813C1">
        <w:t>quel rêve</w:t>
      </w:r>
      <w:r w:rsidR="00B77E03">
        <w:t xml:space="preserve"> !… </w:t>
      </w:r>
      <w:r w:rsidRPr="002813C1">
        <w:t>C</w:t>
      </w:r>
      <w:r w:rsidR="00B77E03">
        <w:t>’</w:t>
      </w:r>
      <w:r w:rsidRPr="002813C1">
        <w:t>est-à-dire</w:t>
      </w:r>
      <w:r w:rsidR="00B77E03">
        <w:t xml:space="preserve">, </w:t>
      </w:r>
      <w:r w:rsidRPr="002813C1">
        <w:t>non</w:t>
      </w:r>
      <w:r w:rsidR="00B77E03">
        <w:t xml:space="preserve">, </w:t>
      </w:r>
      <w:r w:rsidRPr="002813C1">
        <w:t>c</w:t>
      </w:r>
      <w:r w:rsidR="00B77E03">
        <w:t>’</w:t>
      </w:r>
      <w:r w:rsidRPr="002813C1">
        <w:t>était bien une réalité</w:t>
      </w:r>
      <w:r w:rsidR="00B77E03">
        <w:t xml:space="preserve">, </w:t>
      </w:r>
      <w:r w:rsidRPr="002813C1">
        <w:t>il y avait là sur la table</w:t>
      </w:r>
      <w:r w:rsidR="00B77E03">
        <w:t xml:space="preserve">, </w:t>
      </w:r>
      <w:r w:rsidRPr="002813C1">
        <w:t>pour l</w:t>
      </w:r>
      <w:r w:rsidR="00B77E03">
        <w:t>’</w:t>
      </w:r>
      <w:r w:rsidRPr="002813C1">
        <w:t>attester</w:t>
      </w:r>
      <w:r w:rsidR="00B77E03">
        <w:t xml:space="preserve">, </w:t>
      </w:r>
      <w:r w:rsidRPr="002813C1">
        <w:t>cinq mille francs en beaux louis</w:t>
      </w:r>
      <w:r w:rsidR="00B77E03">
        <w:t xml:space="preserve">, </w:t>
      </w:r>
      <w:r w:rsidRPr="002813C1">
        <w:t>vivants</w:t>
      </w:r>
      <w:r w:rsidR="00B77E03">
        <w:t xml:space="preserve">, </w:t>
      </w:r>
      <w:r w:rsidRPr="002813C1">
        <w:t>frétillants</w:t>
      </w:r>
      <w:r w:rsidR="00B77E03">
        <w:t xml:space="preserve">, </w:t>
      </w:r>
      <w:r w:rsidRPr="002813C1">
        <w:t>grouillants</w:t>
      </w:r>
      <w:r w:rsidR="00B77E03">
        <w:t>…</w:t>
      </w:r>
    </w:p>
    <w:p w14:paraId="68EB2A18" w14:textId="4C03C340" w:rsidR="00B77E03" w:rsidRDefault="0024252B" w:rsidP="00B77E03">
      <w:r w:rsidRPr="002813C1">
        <w:t>S</w:t>
      </w:r>
      <w:r w:rsidR="00B77E03">
        <w:t>’</w:t>
      </w:r>
      <w:r w:rsidRPr="002813C1">
        <w:t>il eût pris la peine de visiter attentivement cet appartement devenu tout à coup le sien</w:t>
      </w:r>
      <w:r w:rsidR="00B77E03">
        <w:t>, M. </w:t>
      </w:r>
      <w:proofErr w:type="spellStart"/>
      <w:r w:rsidRPr="002813C1">
        <w:t>Wilkie</w:t>
      </w:r>
      <w:proofErr w:type="spellEnd"/>
      <w:r w:rsidRPr="002813C1">
        <w:t xml:space="preserve"> eût peut-être reconnu qu</w:t>
      </w:r>
      <w:r w:rsidR="00B77E03">
        <w:t>’</w:t>
      </w:r>
      <w:r w:rsidRPr="002813C1">
        <w:t>il avait été arrangé avec amour</w:t>
      </w:r>
      <w:r w:rsidR="00B77E03">
        <w:t>.</w:t>
      </w:r>
    </w:p>
    <w:p w14:paraId="3B0BA5CE" w14:textId="77777777" w:rsidR="00B77E03" w:rsidRDefault="0024252B" w:rsidP="00B77E03">
      <w:r w:rsidRPr="002813C1">
        <w:t>Tout y était neuf et cependant tout avait l</w:t>
      </w:r>
      <w:r w:rsidR="00B77E03">
        <w:t>’</w:t>
      </w:r>
      <w:r w:rsidRPr="002813C1">
        <w:t>empreinte de la vie</w:t>
      </w:r>
      <w:r w:rsidR="00B77E03">
        <w:t xml:space="preserve">. </w:t>
      </w:r>
      <w:r w:rsidRPr="002813C1">
        <w:t>Ce n</w:t>
      </w:r>
      <w:r w:rsidR="00B77E03">
        <w:t>’</w:t>
      </w:r>
      <w:r w:rsidRPr="002813C1">
        <w:t>était pas le froid et morne logis meublé sur commande</w:t>
      </w:r>
      <w:r w:rsidR="00B77E03">
        <w:t xml:space="preserve">, </w:t>
      </w:r>
      <w:r w:rsidRPr="002813C1">
        <w:t>bien ou mal selon le prix</w:t>
      </w:r>
      <w:r w:rsidR="00B77E03">
        <w:t xml:space="preserve">, </w:t>
      </w:r>
      <w:r w:rsidRPr="002813C1">
        <w:t>par un tapissier</w:t>
      </w:r>
      <w:r w:rsidR="00B77E03">
        <w:t>.</w:t>
      </w:r>
    </w:p>
    <w:p w14:paraId="053D3B52" w14:textId="77777777" w:rsidR="00B77E03" w:rsidRDefault="0024252B" w:rsidP="00B77E03">
      <w:r w:rsidRPr="002813C1">
        <w:t>Les moindres détails trahissaient une main amie</w:t>
      </w:r>
      <w:r w:rsidR="00B77E03">
        <w:t xml:space="preserve">, </w:t>
      </w:r>
      <w:r w:rsidRPr="002813C1">
        <w:t>la délicatesse d</w:t>
      </w:r>
      <w:r w:rsidR="00B77E03">
        <w:t>’</w:t>
      </w:r>
      <w:r w:rsidRPr="002813C1">
        <w:t>une femme</w:t>
      </w:r>
      <w:r w:rsidR="00B77E03">
        <w:t xml:space="preserve">, </w:t>
      </w:r>
      <w:r w:rsidRPr="002813C1">
        <w:t>la tendresse prévoyante d</w:t>
      </w:r>
      <w:r w:rsidR="00B77E03">
        <w:t>’</w:t>
      </w:r>
      <w:r w:rsidRPr="002813C1">
        <w:t>une mère</w:t>
      </w:r>
      <w:r w:rsidR="00B77E03">
        <w:t>.</w:t>
      </w:r>
    </w:p>
    <w:p w14:paraId="7DF10EAB" w14:textId="77777777" w:rsidR="00B77E03" w:rsidRDefault="0024252B" w:rsidP="00B77E03">
      <w:r w:rsidRPr="002813C1">
        <w:t>Aucune des petites superfluités qui peut flatter un jeune homme n</w:t>
      </w:r>
      <w:r w:rsidR="00B77E03">
        <w:t>’</w:t>
      </w:r>
      <w:r w:rsidRPr="002813C1">
        <w:t>avait été oubliée</w:t>
      </w:r>
      <w:r w:rsidR="00B77E03">
        <w:t xml:space="preserve">. </w:t>
      </w:r>
      <w:r w:rsidRPr="002813C1">
        <w:t xml:space="preserve">Il y avait des londrès choisis dans </w:t>
      </w:r>
      <w:r w:rsidRPr="002813C1">
        <w:lastRenderedPageBreak/>
        <w:t>une boîte de bois des îles</w:t>
      </w:r>
      <w:r w:rsidR="00B77E03">
        <w:t xml:space="preserve">, </w:t>
      </w:r>
      <w:r w:rsidRPr="002813C1">
        <w:t>sur la table et sur la cheminée un pot plein de tabac</w:t>
      </w:r>
      <w:r w:rsidR="00B77E03">
        <w:t>.</w:t>
      </w:r>
    </w:p>
    <w:p w14:paraId="7CBDFF74" w14:textId="3A97C424" w:rsidR="00B77E03" w:rsidRDefault="0024252B" w:rsidP="00B77E03">
      <w:r w:rsidRPr="002813C1">
        <w:t xml:space="preserve">Mais </w:t>
      </w:r>
      <w:r w:rsidR="00B77E03">
        <w:t>M. </w:t>
      </w:r>
      <w:proofErr w:type="spellStart"/>
      <w:r w:rsidRPr="002813C1">
        <w:t>Wilkie</w:t>
      </w:r>
      <w:proofErr w:type="spellEnd"/>
      <w:r w:rsidRPr="002813C1">
        <w:t xml:space="preserve"> avait bien le temps de remarquer cela</w:t>
      </w:r>
      <w:r w:rsidR="00B77E03">
        <w:t xml:space="preserve">, </w:t>
      </w:r>
      <w:r w:rsidRPr="002813C1">
        <w:t>vraiment</w:t>
      </w:r>
      <w:r w:rsidR="00B77E03">
        <w:t> !</w:t>
      </w:r>
    </w:p>
    <w:p w14:paraId="6B909BC9" w14:textId="77777777" w:rsidR="00B77E03" w:rsidRDefault="0024252B" w:rsidP="00B77E03">
      <w:r w:rsidRPr="002813C1">
        <w:t>Il se hâta de couler 500 francs dans son gousset</w:t>
      </w:r>
      <w:r w:rsidR="00B77E03">
        <w:t xml:space="preserve">, </w:t>
      </w:r>
      <w:r w:rsidRPr="002813C1">
        <w:t>serra le surplus de ses richesses dans un tiroir et s</w:t>
      </w:r>
      <w:r w:rsidR="00B77E03">
        <w:t>’</w:t>
      </w:r>
      <w:r w:rsidRPr="002813C1">
        <w:t>élança dehors d</w:t>
      </w:r>
      <w:r w:rsidR="00B77E03">
        <w:t>’</w:t>
      </w:r>
      <w:r w:rsidRPr="002813C1">
        <w:t>un air aussi fier que si Paris lui eût appartenu ou qu</w:t>
      </w:r>
      <w:r w:rsidR="00B77E03">
        <w:t>’</w:t>
      </w:r>
      <w:r w:rsidRPr="002813C1">
        <w:t>il eût eu de quoi l</w:t>
      </w:r>
      <w:r w:rsidR="00B77E03">
        <w:t>’</w:t>
      </w:r>
      <w:r w:rsidRPr="002813C1">
        <w:t>acheter</w:t>
      </w:r>
      <w:r w:rsidR="00B77E03">
        <w:t>.</w:t>
      </w:r>
    </w:p>
    <w:p w14:paraId="38E599F9" w14:textId="77777777" w:rsidR="00B77E03" w:rsidRDefault="0024252B" w:rsidP="00B77E03">
      <w:r w:rsidRPr="002813C1">
        <w:t>C</w:t>
      </w:r>
      <w:r w:rsidR="00B77E03">
        <w:t>’</w:t>
      </w:r>
      <w:r w:rsidRPr="002813C1">
        <w:t>est qu</w:t>
      </w:r>
      <w:r w:rsidR="00B77E03">
        <w:t>’</w:t>
      </w:r>
      <w:r w:rsidRPr="002813C1">
        <w:t>il lui fallait quelqu</w:t>
      </w:r>
      <w:r w:rsidR="00B77E03">
        <w:t>’</w:t>
      </w:r>
      <w:r w:rsidRPr="002813C1">
        <w:t>un pour fêter sa délivrance</w:t>
      </w:r>
      <w:r w:rsidR="00B77E03">
        <w:t xml:space="preserve">, </w:t>
      </w:r>
      <w:r w:rsidRPr="002813C1">
        <w:t>et il courait à la recherche de quelqu</w:t>
      </w:r>
      <w:r w:rsidR="00B77E03">
        <w:t>’</w:t>
      </w:r>
      <w:r w:rsidRPr="002813C1">
        <w:t>un de ses camarades de Louis-le-Grand</w:t>
      </w:r>
      <w:r w:rsidR="00B77E03">
        <w:t>.</w:t>
      </w:r>
    </w:p>
    <w:p w14:paraId="447130A7" w14:textId="77777777" w:rsidR="00B77E03" w:rsidRDefault="0024252B" w:rsidP="00B77E03">
      <w:r w:rsidRPr="002813C1">
        <w:t>Il en trouva deux</w:t>
      </w:r>
      <w:r w:rsidR="00B77E03">
        <w:t xml:space="preserve">. </w:t>
      </w:r>
      <w:r w:rsidRPr="002813C1">
        <w:t>L</w:t>
      </w:r>
      <w:r w:rsidR="00B77E03">
        <w:t>’</w:t>
      </w:r>
      <w:r w:rsidRPr="002813C1">
        <w:t>un qui était en train de mal tourner</w:t>
      </w:r>
      <w:r w:rsidR="00B77E03">
        <w:t xml:space="preserve">, </w:t>
      </w:r>
      <w:r w:rsidRPr="002813C1">
        <w:t>l</w:t>
      </w:r>
      <w:r w:rsidR="00B77E03">
        <w:t>’</w:t>
      </w:r>
      <w:r w:rsidRPr="002813C1">
        <w:t>autre qui</w:t>
      </w:r>
      <w:r w:rsidR="00B77E03">
        <w:t xml:space="preserve">, </w:t>
      </w:r>
      <w:r w:rsidRPr="002813C1">
        <w:t>depuis dix-huit mois qu</w:t>
      </w:r>
      <w:r w:rsidR="00B77E03">
        <w:t>’</w:t>
      </w:r>
      <w:r w:rsidRPr="002813C1">
        <w:t>ils s</w:t>
      </w:r>
      <w:r w:rsidR="00B77E03">
        <w:t>’</w:t>
      </w:r>
      <w:r w:rsidRPr="002813C1">
        <w:t>étaient perdus de vue</w:t>
      </w:r>
      <w:r w:rsidR="00B77E03">
        <w:t xml:space="preserve">, </w:t>
      </w:r>
      <w:r w:rsidRPr="002813C1">
        <w:t>avait gaspillé le modeste capital qui constituait tout son avoir</w:t>
      </w:r>
      <w:r w:rsidR="00B77E03">
        <w:t xml:space="preserve">, </w:t>
      </w:r>
      <w:r w:rsidRPr="002813C1">
        <w:t>une quarantaine de mille francs</w:t>
      </w:r>
      <w:r w:rsidR="00B77E03">
        <w:t>.</w:t>
      </w:r>
    </w:p>
    <w:p w14:paraId="326ED40D" w14:textId="6BA2B86A" w:rsidR="00B77E03" w:rsidRDefault="0024252B" w:rsidP="00B77E03">
      <w:r w:rsidRPr="002813C1">
        <w:t>Quoiqu</w:t>
      </w:r>
      <w:r w:rsidR="00B77E03">
        <w:t>’</w:t>
      </w:r>
      <w:r w:rsidRPr="002813C1">
        <w:t>il en coûtât extraordinairement à son amour-propre</w:t>
      </w:r>
      <w:r w:rsidR="00B77E03">
        <w:t>, M. </w:t>
      </w:r>
      <w:proofErr w:type="spellStart"/>
      <w:r w:rsidRPr="002813C1">
        <w:t>Wilkie</w:t>
      </w:r>
      <w:proofErr w:type="spellEnd"/>
      <w:r w:rsidRPr="002813C1">
        <w:t xml:space="preserve"> dut avouer à ses anciens camarades</w:t>
      </w:r>
      <w:r w:rsidR="00B77E03">
        <w:t xml:space="preserve">, </w:t>
      </w:r>
      <w:r w:rsidRPr="002813C1">
        <w:t>qu</w:t>
      </w:r>
      <w:r w:rsidR="00B77E03">
        <w:t>’</w:t>
      </w:r>
      <w:r w:rsidRPr="002813C1">
        <w:t>il jouissait de sa liberté pour la première fois et qu</w:t>
      </w:r>
      <w:r w:rsidR="00B77E03">
        <w:t>’</w:t>
      </w:r>
      <w:r w:rsidRPr="002813C1">
        <w:t>il en était quelque peu embarrassé</w:t>
      </w:r>
      <w:r w:rsidR="00B77E03">
        <w:t>.</w:t>
      </w:r>
    </w:p>
    <w:p w14:paraId="34D249D8" w14:textId="77777777" w:rsidR="00B77E03" w:rsidRDefault="0024252B" w:rsidP="00B77E03">
      <w:r w:rsidRPr="002813C1">
        <w:t>Eux naturellement</w:t>
      </w:r>
      <w:r w:rsidR="00B77E03">
        <w:t xml:space="preserve">, </w:t>
      </w:r>
      <w:r w:rsidRPr="002813C1">
        <w:t>qui avaient le pied marin</w:t>
      </w:r>
      <w:r w:rsidR="00B77E03">
        <w:t xml:space="preserve">, </w:t>
      </w:r>
      <w:r w:rsidRPr="002813C1">
        <w:t>à ce qu</w:t>
      </w:r>
      <w:r w:rsidR="00B77E03">
        <w:t>’</w:t>
      </w:r>
      <w:r w:rsidRPr="002813C1">
        <w:t>ils affirmaient</w:t>
      </w:r>
      <w:r w:rsidR="00B77E03">
        <w:t xml:space="preserve">, </w:t>
      </w:r>
      <w:r w:rsidRPr="002813C1">
        <w:t>lui jurèrent qu</w:t>
      </w:r>
      <w:r w:rsidR="00B77E03">
        <w:t>’</w:t>
      </w:r>
      <w:r w:rsidRPr="002813C1">
        <w:t>ils l</w:t>
      </w:r>
      <w:r w:rsidR="00B77E03">
        <w:t>’</w:t>
      </w:r>
      <w:r w:rsidRPr="002813C1">
        <w:t>auraient vite mis au fait de la seule vie que puisse mener à Paris un garçon intelligent</w:t>
      </w:r>
      <w:r w:rsidR="00B77E03">
        <w:t xml:space="preserve">. </w:t>
      </w:r>
      <w:r w:rsidRPr="002813C1">
        <w:t>Et pour le lui prouver</w:t>
      </w:r>
      <w:r w:rsidR="00B77E03">
        <w:t xml:space="preserve">, </w:t>
      </w:r>
      <w:r w:rsidRPr="002813C1">
        <w:t>ils acceptèrent le dîner qu</w:t>
      </w:r>
      <w:r w:rsidR="00B77E03">
        <w:t>’</w:t>
      </w:r>
      <w:r w:rsidRPr="002813C1">
        <w:t>il s</w:t>
      </w:r>
      <w:r w:rsidR="00B77E03">
        <w:t>’</w:t>
      </w:r>
      <w:r w:rsidRPr="002813C1">
        <w:t>était empressé de leur offrir</w:t>
      </w:r>
      <w:r w:rsidR="00B77E03">
        <w:t>.</w:t>
      </w:r>
    </w:p>
    <w:p w14:paraId="61352D1A" w14:textId="77777777" w:rsidR="00B77E03" w:rsidRDefault="0024252B" w:rsidP="00B77E03">
      <w:r w:rsidRPr="002813C1">
        <w:t>Ce fut un dîner remarquable</w:t>
      </w:r>
      <w:r w:rsidR="00B77E03">
        <w:t xml:space="preserve">. </w:t>
      </w:r>
      <w:r w:rsidRPr="002813C1">
        <w:t>D</w:t>
      </w:r>
      <w:r w:rsidR="00B77E03">
        <w:t>’</w:t>
      </w:r>
      <w:r w:rsidRPr="002813C1">
        <w:t>autres amis vinrent</w:t>
      </w:r>
      <w:r w:rsidR="00B77E03">
        <w:t xml:space="preserve">, </w:t>
      </w:r>
      <w:r w:rsidRPr="002813C1">
        <w:t>on fit au dessert un petit bac de santé</w:t>
      </w:r>
      <w:r w:rsidR="00B77E03">
        <w:t xml:space="preserve">, </w:t>
      </w:r>
      <w:r w:rsidRPr="002813C1">
        <w:t>et dans la nuit on dansa</w:t>
      </w:r>
      <w:r w:rsidR="00B77E03">
        <w:t>…</w:t>
      </w:r>
    </w:p>
    <w:p w14:paraId="170D13D7" w14:textId="2B00678A" w:rsidR="00B77E03" w:rsidRDefault="0024252B" w:rsidP="00B77E03">
      <w:r w:rsidRPr="002813C1">
        <w:t>Et au petit jour</w:t>
      </w:r>
      <w:r w:rsidR="00B77E03">
        <w:t xml:space="preserve">, </w:t>
      </w:r>
      <w:r w:rsidRPr="002813C1">
        <w:t>ayant payé son apprentissage au baccarat</w:t>
      </w:r>
      <w:r w:rsidR="00B77E03">
        <w:t>, M. </w:t>
      </w:r>
      <w:proofErr w:type="spellStart"/>
      <w:r w:rsidRPr="002813C1">
        <w:t>Wilkie</w:t>
      </w:r>
      <w:proofErr w:type="spellEnd"/>
      <w:r w:rsidRPr="002813C1">
        <w:t xml:space="preserve"> se trouva sans un sou en poche</w:t>
      </w:r>
      <w:r w:rsidR="00B77E03">
        <w:t xml:space="preserve">, </w:t>
      </w:r>
      <w:r w:rsidRPr="002813C1">
        <w:t>en face d</w:t>
      </w:r>
      <w:r w:rsidR="00B77E03">
        <w:t>’</w:t>
      </w:r>
      <w:r w:rsidRPr="002813C1">
        <w:t xml:space="preserve">une </w:t>
      </w:r>
      <w:r w:rsidRPr="002813C1">
        <w:lastRenderedPageBreak/>
        <w:t>addition de quatre cents et quelques francs qu</w:t>
      </w:r>
      <w:r w:rsidR="00B77E03">
        <w:t>’</w:t>
      </w:r>
      <w:r w:rsidRPr="002813C1">
        <w:t>il dut courir chercher chez lui sous l</w:t>
      </w:r>
      <w:r w:rsidR="00B77E03">
        <w:t>’</w:t>
      </w:r>
      <w:r w:rsidRPr="002813C1">
        <w:t>escorte d</w:t>
      </w:r>
      <w:r w:rsidR="00B77E03">
        <w:t>’</w:t>
      </w:r>
      <w:r w:rsidRPr="002813C1">
        <w:t>un garçon de restaurant</w:t>
      </w:r>
      <w:r w:rsidR="00B77E03">
        <w:t>.</w:t>
      </w:r>
    </w:p>
    <w:p w14:paraId="14BDD77E" w14:textId="77777777" w:rsidR="00B77E03" w:rsidRDefault="0024252B" w:rsidP="00B77E03">
      <w:r w:rsidRPr="002813C1">
        <w:t>Cette première épreuve eût dû le dégoûter ou tout au moins lui donner à réfléchir</w:t>
      </w:r>
      <w:r w:rsidR="00B77E03">
        <w:t xml:space="preserve">… </w:t>
      </w:r>
      <w:r w:rsidRPr="002813C1">
        <w:t>mais non</w:t>
      </w:r>
      <w:r w:rsidR="00B77E03">
        <w:t xml:space="preserve">. </w:t>
      </w:r>
      <w:r w:rsidRPr="002813C1">
        <w:t>Dans ce milieu de crevés besogneux et de</w:t>
      </w:r>
      <w:r w:rsidR="00B77E03">
        <w:t xml:space="preserve">… </w:t>
      </w:r>
      <w:r w:rsidRPr="002813C1">
        <w:t>demoiselles plâtrées</w:t>
      </w:r>
      <w:r w:rsidR="00B77E03">
        <w:t xml:space="preserve">, </w:t>
      </w:r>
      <w:r w:rsidRPr="002813C1">
        <w:t>il s</w:t>
      </w:r>
      <w:r w:rsidR="00B77E03">
        <w:t>’</w:t>
      </w:r>
      <w:r w:rsidRPr="002813C1">
        <w:t>était senti dans son élément</w:t>
      </w:r>
      <w:r w:rsidR="00B77E03">
        <w:t xml:space="preserve">. </w:t>
      </w:r>
      <w:r w:rsidRPr="002813C1">
        <w:t>Il se jura qu</w:t>
      </w:r>
      <w:r w:rsidR="00B77E03">
        <w:t>’</w:t>
      </w:r>
      <w:r w:rsidRPr="002813C1">
        <w:t>il y resterait et que même il s</w:t>
      </w:r>
      <w:r w:rsidR="00B77E03">
        <w:t>’</w:t>
      </w:r>
      <w:r w:rsidRPr="002813C1">
        <w:t>y créerait une réputation et une influence</w:t>
      </w:r>
      <w:r w:rsidR="00B77E03">
        <w:t>.</w:t>
      </w:r>
    </w:p>
    <w:p w14:paraId="7E4B665E" w14:textId="77777777" w:rsidR="00B77E03" w:rsidRDefault="0024252B" w:rsidP="00B77E03">
      <w:r w:rsidRPr="002813C1">
        <w:t>C</w:t>
      </w:r>
      <w:r w:rsidR="00B77E03">
        <w:t>’</w:t>
      </w:r>
      <w:r w:rsidRPr="002813C1">
        <w:t>était plus aisé à concevoir qu</w:t>
      </w:r>
      <w:r w:rsidR="00B77E03">
        <w:t>’</w:t>
      </w:r>
      <w:r w:rsidRPr="002813C1">
        <w:t>à exécuter</w:t>
      </w:r>
      <w:r w:rsidR="00B77E03">
        <w:t>.</w:t>
      </w:r>
    </w:p>
    <w:p w14:paraId="67A217D6" w14:textId="77777777" w:rsidR="00B77E03" w:rsidRDefault="0024252B" w:rsidP="00B77E03">
      <w:r w:rsidRPr="002813C1">
        <w:t>Il s</w:t>
      </w:r>
      <w:r w:rsidR="00B77E03">
        <w:t>’</w:t>
      </w:r>
      <w:r w:rsidRPr="002813C1">
        <w:t>en aperçut bien</w:t>
      </w:r>
      <w:r w:rsidR="00B77E03">
        <w:t xml:space="preserve">, </w:t>
      </w:r>
      <w:r w:rsidRPr="002813C1">
        <w:t>lorsqu</w:t>
      </w:r>
      <w:r w:rsidR="00B77E03">
        <w:t>’</w:t>
      </w:r>
      <w:r w:rsidRPr="002813C1">
        <w:t>à la fin du mois il compta ce qu</w:t>
      </w:r>
      <w:r w:rsidR="00B77E03">
        <w:t>’</w:t>
      </w:r>
      <w:r w:rsidRPr="002813C1">
        <w:t>il avait encore des cinq mille francs qu</w:t>
      </w:r>
      <w:r w:rsidR="00B77E03">
        <w:t>’</w:t>
      </w:r>
      <w:r w:rsidRPr="002813C1">
        <w:t>on lui avait donnés pour un trimestre</w:t>
      </w:r>
      <w:r w:rsidR="00B77E03">
        <w:t xml:space="preserve">… </w:t>
      </w:r>
      <w:r w:rsidRPr="002813C1">
        <w:t>Il lui restait quinze louis et quelque menue monnaie</w:t>
      </w:r>
      <w:r w:rsidR="00B77E03">
        <w:t>.</w:t>
      </w:r>
    </w:p>
    <w:p w14:paraId="59A95BE0" w14:textId="77777777" w:rsidR="00B77E03" w:rsidRDefault="0024252B" w:rsidP="00B77E03">
      <w:r w:rsidRPr="002813C1">
        <w:t>C</w:t>
      </w:r>
      <w:r w:rsidR="00B77E03">
        <w:t>’</w:t>
      </w:r>
      <w:r w:rsidRPr="002813C1">
        <w:t>est que vingt mille francs par an</w:t>
      </w:r>
      <w:r w:rsidR="00B77E03">
        <w:t xml:space="preserve">, </w:t>
      </w:r>
      <w:r w:rsidRPr="002813C1">
        <w:t>c</w:t>
      </w:r>
      <w:r w:rsidR="00B77E03">
        <w:t>’</w:t>
      </w:r>
      <w:r w:rsidRPr="002813C1">
        <w:t>est selon qu</w:t>
      </w:r>
      <w:r w:rsidR="00B77E03">
        <w:t>’</w:t>
      </w:r>
      <w:r w:rsidRPr="002813C1">
        <w:t>on arrange sa vie</w:t>
      </w:r>
      <w:r w:rsidR="00B77E03">
        <w:t xml:space="preserve">, </w:t>
      </w:r>
      <w:r w:rsidRPr="002813C1">
        <w:t>la fortune ou la misère</w:t>
      </w:r>
      <w:r w:rsidR="00B77E03">
        <w:t>.</w:t>
      </w:r>
    </w:p>
    <w:p w14:paraId="32A4FA06" w14:textId="77777777" w:rsidR="00B77E03" w:rsidRDefault="0024252B" w:rsidP="00B77E03">
      <w:r w:rsidRPr="002813C1">
        <w:t>Vingt mille francs par an donnent environ trois louis par jour</w:t>
      </w:r>
      <w:r w:rsidR="00B77E03">
        <w:t xml:space="preserve">… </w:t>
      </w:r>
      <w:r w:rsidRPr="002813C1">
        <w:t>Or</w:t>
      </w:r>
      <w:r w:rsidR="00B77E03">
        <w:t xml:space="preserve">, </w:t>
      </w:r>
      <w:r w:rsidRPr="002813C1">
        <w:t>qu</w:t>
      </w:r>
      <w:r w:rsidR="00B77E03">
        <w:t>’</w:t>
      </w:r>
      <w:r w:rsidRPr="002813C1">
        <w:t>est-ce que trois louis</w:t>
      </w:r>
      <w:r w:rsidR="00B77E03">
        <w:t xml:space="preserve">, </w:t>
      </w:r>
      <w:r w:rsidRPr="002813C1">
        <w:t>pour un aimable viveur qui prétend déjeuner et dîner dans les meilleurs restaurants et se faire habiller par les tailleurs illustres qui ne coupent pas un pantalon à moins de cent francs</w:t>
      </w:r>
      <w:r w:rsidR="00B77E03">
        <w:t>…</w:t>
      </w:r>
    </w:p>
    <w:p w14:paraId="0DA412A4" w14:textId="77777777" w:rsidR="00B77E03" w:rsidRDefault="0024252B" w:rsidP="00B77E03">
      <w:r w:rsidRPr="002813C1">
        <w:t>Qu</w:t>
      </w:r>
      <w:r w:rsidR="00B77E03">
        <w:t>’</w:t>
      </w:r>
      <w:r w:rsidRPr="002813C1">
        <w:t>est-ce que trois louis par jour pour un imbécile qui loue des loges aux premières représentations</w:t>
      </w:r>
      <w:r w:rsidR="00B77E03">
        <w:t xml:space="preserve">, </w:t>
      </w:r>
      <w:r w:rsidRPr="002813C1">
        <w:t>qui joue</w:t>
      </w:r>
      <w:r w:rsidR="00B77E03">
        <w:t xml:space="preserve">, </w:t>
      </w:r>
      <w:r w:rsidRPr="002813C1">
        <w:t>qui soupe</w:t>
      </w:r>
      <w:r w:rsidR="00B77E03">
        <w:t xml:space="preserve">, </w:t>
      </w:r>
      <w:r w:rsidRPr="002813C1">
        <w:t>qui promène des demoiselles à cheveux jaunes et qui commandite un cheval de courses</w:t>
      </w:r>
      <w:r w:rsidR="00B77E03">
        <w:t>…</w:t>
      </w:r>
    </w:p>
    <w:p w14:paraId="4681C946" w14:textId="54621EB2" w:rsidR="00B77E03" w:rsidRDefault="0024252B" w:rsidP="00B77E03">
      <w:r w:rsidRPr="002813C1">
        <w:t>Mesurant son budget et son ambition</w:t>
      </w:r>
      <w:r w:rsidR="00B77E03">
        <w:t>, M. </w:t>
      </w:r>
      <w:proofErr w:type="spellStart"/>
      <w:r w:rsidRPr="002813C1">
        <w:t>Wilkie</w:t>
      </w:r>
      <w:proofErr w:type="spellEnd"/>
      <w:r w:rsidRPr="002813C1">
        <w:t xml:space="preserve"> reconnut que jamais il ne nouerait les deux bouts</w:t>
      </w:r>
      <w:r w:rsidR="00B77E03">
        <w:t>.</w:t>
      </w:r>
    </w:p>
    <w:p w14:paraId="0D885796" w14:textId="77777777" w:rsidR="00B77E03" w:rsidRDefault="00B77E03" w:rsidP="00B77E03">
      <w:r>
        <w:t>— </w:t>
      </w:r>
      <w:r w:rsidR="0024252B" w:rsidRPr="002813C1">
        <w:t>Comment donc font les autres</w:t>
      </w:r>
      <w:r>
        <w:t xml:space="preserve"> ? </w:t>
      </w:r>
      <w:r w:rsidR="0024252B" w:rsidRPr="002813C1">
        <w:t>se demanda-t-il</w:t>
      </w:r>
      <w:r>
        <w:t>.</w:t>
      </w:r>
    </w:p>
    <w:p w14:paraId="62F40C7C" w14:textId="77777777" w:rsidR="00B77E03" w:rsidRDefault="0024252B" w:rsidP="00B77E03">
      <w:r w:rsidRPr="002813C1">
        <w:t>Question grave</w:t>
      </w:r>
      <w:r w:rsidR="00B77E03">
        <w:t xml:space="preserve"> ?… </w:t>
      </w:r>
      <w:r w:rsidRPr="002813C1">
        <w:t>Tous les soirs</w:t>
      </w:r>
      <w:r w:rsidR="00B77E03">
        <w:t xml:space="preserve">, </w:t>
      </w:r>
      <w:r w:rsidRPr="002813C1">
        <w:t>entre la chaussée d</w:t>
      </w:r>
      <w:r w:rsidR="00B77E03">
        <w:t>’</w:t>
      </w:r>
      <w:r w:rsidRPr="002813C1">
        <w:t>Antin et le faubourg Montmartre</w:t>
      </w:r>
      <w:r w:rsidR="00B77E03">
        <w:t xml:space="preserve">, </w:t>
      </w:r>
      <w:r w:rsidRPr="002813C1">
        <w:t xml:space="preserve">mille messieurs se </w:t>
      </w:r>
      <w:r w:rsidRPr="002813C1">
        <w:lastRenderedPageBreak/>
        <w:t>promènent</w:t>
      </w:r>
      <w:r w:rsidR="00B77E03">
        <w:t xml:space="preserve">, </w:t>
      </w:r>
      <w:r w:rsidRPr="002813C1">
        <w:t>étincelants de chic</w:t>
      </w:r>
      <w:r w:rsidR="00B77E03">
        <w:t xml:space="preserve">, </w:t>
      </w:r>
      <w:r w:rsidRPr="002813C1">
        <w:t>le londrès à la bouche</w:t>
      </w:r>
      <w:r w:rsidR="00B77E03">
        <w:t xml:space="preserve">, </w:t>
      </w:r>
      <w:r w:rsidRPr="002813C1">
        <w:t>une fleur à la boutonnière</w:t>
      </w:r>
      <w:r w:rsidR="00B77E03">
        <w:t xml:space="preserve">, </w:t>
      </w:r>
      <w:r w:rsidRPr="002813C1">
        <w:t>que tout le monde connaît</w:t>
      </w:r>
      <w:r w:rsidR="00B77E03">
        <w:t xml:space="preserve">, </w:t>
      </w:r>
      <w:r w:rsidRPr="002813C1">
        <w:t>qui connaissent tout le monde</w:t>
      </w:r>
      <w:r w:rsidR="00B77E03">
        <w:t xml:space="preserve">, </w:t>
      </w:r>
      <w:r w:rsidRPr="002813C1">
        <w:t>et dont l</w:t>
      </w:r>
      <w:r w:rsidR="00B77E03">
        <w:t>’</w:t>
      </w:r>
      <w:r w:rsidRPr="002813C1">
        <w:t>existence est un insoluble problème</w:t>
      </w:r>
      <w:r w:rsidR="00B77E03">
        <w:t>.</w:t>
      </w:r>
    </w:p>
    <w:p w14:paraId="76274CF0" w14:textId="77777777" w:rsidR="00B77E03" w:rsidRDefault="0024252B" w:rsidP="00B77E03">
      <w:r w:rsidRPr="002813C1">
        <w:t>Comment vivent-ils</w:t>
      </w:r>
      <w:r w:rsidR="00B77E03">
        <w:t xml:space="preserve">, </w:t>
      </w:r>
      <w:r w:rsidRPr="002813C1">
        <w:t>et de quoi</w:t>
      </w:r>
      <w:r w:rsidR="00B77E03">
        <w:t xml:space="preserve"> ? </w:t>
      </w:r>
      <w:r w:rsidRPr="002813C1">
        <w:t>Ils n</w:t>
      </w:r>
      <w:r w:rsidR="00B77E03">
        <w:t>’</w:t>
      </w:r>
      <w:r w:rsidRPr="002813C1">
        <w:t>ont pas de patrimoine</w:t>
      </w:r>
      <w:r w:rsidR="00B77E03">
        <w:t xml:space="preserve">, </w:t>
      </w:r>
      <w:r w:rsidRPr="002813C1">
        <w:t>on le sait</w:t>
      </w:r>
      <w:r w:rsidR="00B77E03">
        <w:t xml:space="preserve"> ; </w:t>
      </w:r>
      <w:r w:rsidRPr="002813C1">
        <w:t>ils ne font rien</w:t>
      </w:r>
      <w:r w:rsidR="00B77E03">
        <w:t xml:space="preserve">, </w:t>
      </w:r>
      <w:r w:rsidRPr="002813C1">
        <w:t>on le voit</w:t>
      </w:r>
      <w:r w:rsidR="00B77E03">
        <w:t xml:space="preserve">, </w:t>
      </w:r>
      <w:r w:rsidRPr="002813C1">
        <w:t>et cependant nulle dépense ne les étonne</w:t>
      </w:r>
      <w:r w:rsidR="00B77E03">
        <w:t xml:space="preserve">, </w:t>
      </w:r>
      <w:r w:rsidRPr="002813C1">
        <w:t>ils raillent agréablement le travail et bernent l</w:t>
      </w:r>
      <w:r w:rsidR="00B77E03">
        <w:t>’</w:t>
      </w:r>
      <w:r w:rsidRPr="002813C1">
        <w:t>économie</w:t>
      </w:r>
      <w:r w:rsidR="00B77E03">
        <w:t xml:space="preserve">… </w:t>
      </w:r>
      <w:r w:rsidRPr="002813C1">
        <w:t>De quels filons malpropres tirent-ils leur argent</w:t>
      </w:r>
      <w:r w:rsidR="00B77E03">
        <w:t xml:space="preserve"> ? </w:t>
      </w:r>
      <w:r w:rsidRPr="002813C1">
        <w:t>de quelles industries ténébreuses sont-ils les chevaliers</w:t>
      </w:r>
      <w:r w:rsidR="00B77E03">
        <w:t> ?</w:t>
      </w:r>
    </w:p>
    <w:p w14:paraId="3D272DD5" w14:textId="6981032E" w:rsidR="00B77E03" w:rsidRDefault="00B77E03" w:rsidP="00B77E03">
      <w:r>
        <w:t>M. </w:t>
      </w:r>
      <w:proofErr w:type="spellStart"/>
      <w:r w:rsidR="0024252B" w:rsidRPr="002813C1">
        <w:t>Wilkie</w:t>
      </w:r>
      <w:proofErr w:type="spellEnd"/>
      <w:r w:rsidR="0024252B" w:rsidRPr="002813C1">
        <w:t xml:space="preserve"> n</w:t>
      </w:r>
      <w:r>
        <w:t>’</w:t>
      </w:r>
      <w:r w:rsidR="0024252B" w:rsidRPr="002813C1">
        <w:t>en chercha pas si long</w:t>
      </w:r>
      <w:r>
        <w:t>.</w:t>
      </w:r>
    </w:p>
    <w:p w14:paraId="237531CD" w14:textId="77777777" w:rsidR="00B77E03" w:rsidRDefault="00B77E03" w:rsidP="00B77E03">
      <w:r>
        <w:t>— </w:t>
      </w:r>
      <w:r w:rsidR="0024252B" w:rsidRPr="002813C1">
        <w:t>On veut que je crève de faim</w:t>
      </w:r>
      <w:r>
        <w:t xml:space="preserve">, </w:t>
      </w:r>
      <w:r w:rsidR="0024252B" w:rsidRPr="002813C1">
        <w:t>se dit-il</w:t>
      </w:r>
      <w:r>
        <w:t xml:space="preserve">. </w:t>
      </w:r>
      <w:r w:rsidR="0024252B" w:rsidRPr="002813C1">
        <w:t>Ah</w:t>
      </w:r>
      <w:r>
        <w:t xml:space="preserve"> ! </w:t>
      </w:r>
      <w:r w:rsidR="0024252B" w:rsidRPr="002813C1">
        <w:t>mais non</w:t>
      </w:r>
      <w:r>
        <w:t xml:space="preserve"> !… </w:t>
      </w:r>
      <w:r w:rsidR="0024252B" w:rsidRPr="002813C1">
        <w:t>Ce n</w:t>
      </w:r>
      <w:r>
        <w:t>’</w:t>
      </w:r>
      <w:r w:rsidR="0024252B" w:rsidRPr="002813C1">
        <w:t>est pas à moi qu</w:t>
      </w:r>
      <w:r>
        <w:t>’</w:t>
      </w:r>
      <w:r w:rsidR="0024252B" w:rsidRPr="002813C1">
        <w:t>on la fait</w:t>
      </w:r>
      <w:r>
        <w:t xml:space="preserve">, </w:t>
      </w:r>
      <w:r w:rsidR="0024252B" w:rsidRPr="002813C1">
        <w:t>celle-là</w:t>
      </w:r>
      <w:r>
        <w:t xml:space="preserve"> ! </w:t>
      </w:r>
      <w:r w:rsidR="0024252B" w:rsidRPr="002813C1">
        <w:t>Il faudra voir</w:t>
      </w:r>
      <w:r>
        <w:t>…</w:t>
      </w:r>
    </w:p>
    <w:p w14:paraId="59EC52B6" w14:textId="3509911B" w:rsidR="00B77E03" w:rsidRDefault="0024252B" w:rsidP="00B77E03">
      <w:r w:rsidRPr="002813C1">
        <w:t>Et pour voir</w:t>
      </w:r>
      <w:r w:rsidR="00B77E03">
        <w:t xml:space="preserve">, </w:t>
      </w:r>
      <w:r w:rsidRPr="002813C1">
        <w:t>en effet</w:t>
      </w:r>
      <w:r w:rsidR="00B77E03">
        <w:t xml:space="preserve">, </w:t>
      </w:r>
      <w:r w:rsidRPr="002813C1">
        <w:t xml:space="preserve">il écrivit à </w:t>
      </w:r>
      <w:r w:rsidR="00B77E03">
        <w:t>M. </w:t>
      </w:r>
      <w:r w:rsidRPr="002813C1">
        <w:t>Patterson</w:t>
      </w:r>
      <w:r w:rsidR="00B77E03">
        <w:t>.</w:t>
      </w:r>
    </w:p>
    <w:p w14:paraId="30A5B475" w14:textId="565DD5E6" w:rsidR="00B77E03" w:rsidRDefault="0024252B" w:rsidP="00B77E03">
      <w:r w:rsidRPr="002813C1">
        <w:t>Le grave Anglais</w:t>
      </w:r>
      <w:r w:rsidR="00B77E03">
        <w:t xml:space="preserve">, </w:t>
      </w:r>
      <w:r w:rsidRPr="002813C1">
        <w:t>par le retour du courrier</w:t>
      </w:r>
      <w:r w:rsidR="00B77E03">
        <w:t xml:space="preserve">, </w:t>
      </w:r>
      <w:r w:rsidRPr="002813C1">
        <w:t>envoya mille francs</w:t>
      </w:r>
      <w:r w:rsidR="00B77E03">
        <w:t xml:space="preserve">… </w:t>
      </w:r>
      <w:r w:rsidRPr="002813C1">
        <w:t>une goutte d</w:t>
      </w:r>
      <w:r w:rsidR="00B77E03">
        <w:t>’</w:t>
      </w:r>
      <w:r w:rsidRPr="002813C1">
        <w:t>eau</w:t>
      </w:r>
      <w:r w:rsidR="00B77E03">
        <w:t>. M. </w:t>
      </w:r>
      <w:proofErr w:type="spellStart"/>
      <w:r w:rsidRPr="002813C1">
        <w:t>Wilkie</w:t>
      </w:r>
      <w:proofErr w:type="spellEnd"/>
      <w:r w:rsidRPr="002813C1">
        <w:t xml:space="preserve"> devant déjà plus que cela</w:t>
      </w:r>
      <w:r w:rsidR="00B77E03">
        <w:t xml:space="preserve">, </w:t>
      </w:r>
      <w:r w:rsidRPr="002813C1">
        <w:t>fut indigné</w:t>
      </w:r>
      <w:r w:rsidR="00B77E03">
        <w:t>.</w:t>
      </w:r>
    </w:p>
    <w:p w14:paraId="4BEA4CED" w14:textId="77777777" w:rsidR="00B77E03" w:rsidRDefault="00B77E03" w:rsidP="00B77E03">
      <w:r>
        <w:t>— </w:t>
      </w:r>
      <w:r w:rsidR="0024252B" w:rsidRPr="002813C1">
        <w:t>Ah</w:t>
      </w:r>
      <w:r>
        <w:t xml:space="preserve"> !… </w:t>
      </w:r>
      <w:r w:rsidR="0024252B" w:rsidRPr="002813C1">
        <w:t>il me fait poser</w:t>
      </w:r>
      <w:r>
        <w:t xml:space="preserve">, </w:t>
      </w:r>
      <w:r w:rsidR="0024252B" w:rsidRPr="002813C1">
        <w:t>pensa-t-il</w:t>
      </w:r>
      <w:r>
        <w:t xml:space="preserve">… </w:t>
      </w:r>
      <w:r w:rsidR="0024252B" w:rsidRPr="002813C1">
        <w:t>Eh bien</w:t>
      </w:r>
      <w:r>
        <w:t xml:space="preserve">, </w:t>
      </w:r>
      <w:r w:rsidR="0024252B" w:rsidRPr="002813C1">
        <w:t>je vais lui monter une bonne scie</w:t>
      </w:r>
      <w:r>
        <w:t xml:space="preserve">, </w:t>
      </w:r>
      <w:r w:rsidR="0024252B" w:rsidRPr="002813C1">
        <w:t>et nous allons rire</w:t>
      </w:r>
      <w:r>
        <w:t>…</w:t>
      </w:r>
    </w:p>
    <w:p w14:paraId="71186F93" w14:textId="77777777" w:rsidR="00B77E03" w:rsidRDefault="0024252B" w:rsidP="00B77E03">
      <w:r w:rsidRPr="002813C1">
        <w:t>Et il écrivit de nouveau</w:t>
      </w:r>
      <w:r w:rsidR="00B77E03">
        <w:t>.</w:t>
      </w:r>
    </w:p>
    <w:p w14:paraId="4F5A9174" w14:textId="77777777" w:rsidR="00B77E03" w:rsidRDefault="0024252B" w:rsidP="00B77E03">
      <w:r w:rsidRPr="002813C1">
        <w:t>La réponse</w:t>
      </w:r>
      <w:r w:rsidR="00B77E03">
        <w:t xml:space="preserve">, </w:t>
      </w:r>
      <w:r w:rsidRPr="002813C1">
        <w:t>cette fois</w:t>
      </w:r>
      <w:r w:rsidR="00B77E03">
        <w:t xml:space="preserve">, </w:t>
      </w:r>
      <w:r w:rsidRPr="002813C1">
        <w:t>se fit attendre assez longtemps</w:t>
      </w:r>
      <w:r w:rsidR="00B77E03">
        <w:t>…</w:t>
      </w:r>
    </w:p>
    <w:p w14:paraId="4DB9841A" w14:textId="01E68260" w:rsidR="00B77E03" w:rsidRDefault="0024252B" w:rsidP="00B77E03">
      <w:r w:rsidRPr="002813C1">
        <w:t>Elle vint</w:t>
      </w:r>
      <w:r w:rsidR="00B77E03">
        <w:t xml:space="preserve">, </w:t>
      </w:r>
      <w:r w:rsidRPr="002813C1">
        <w:t>cependant</w:t>
      </w:r>
      <w:r w:rsidR="00B77E03">
        <w:t>. M. </w:t>
      </w:r>
      <w:r w:rsidRPr="002813C1">
        <w:t>Patterson envoyait deux mille francs et une interminable épître où les remontrances n</w:t>
      </w:r>
      <w:r w:rsidR="00B77E03">
        <w:t>’</w:t>
      </w:r>
      <w:r w:rsidRPr="002813C1">
        <w:t>étaient pas épargnées</w:t>
      </w:r>
      <w:r w:rsidR="00B77E03">
        <w:t>.</w:t>
      </w:r>
    </w:p>
    <w:p w14:paraId="68024DE7" w14:textId="77777777" w:rsidR="00B77E03" w:rsidRDefault="0024252B" w:rsidP="00B77E03">
      <w:r w:rsidRPr="002813C1">
        <w:t>L</w:t>
      </w:r>
      <w:r w:rsidR="00B77E03">
        <w:t>’</w:t>
      </w:r>
      <w:r w:rsidRPr="002813C1">
        <w:t>intéressant jeune homme jeta l</w:t>
      </w:r>
      <w:r w:rsidR="00B77E03">
        <w:t>’</w:t>
      </w:r>
      <w:r w:rsidRPr="002813C1">
        <w:t>épître au feu</w:t>
      </w:r>
      <w:r w:rsidR="00B77E03">
        <w:t xml:space="preserve">, </w:t>
      </w:r>
      <w:r w:rsidRPr="002813C1">
        <w:t>et s</w:t>
      </w:r>
      <w:r w:rsidR="00B77E03">
        <w:t>’</w:t>
      </w:r>
      <w:r w:rsidRPr="002813C1">
        <w:t>en alla tout droit retenir une voiture au mois et un domestique</w:t>
      </w:r>
      <w:r w:rsidR="00B77E03">
        <w:t>.</w:t>
      </w:r>
    </w:p>
    <w:p w14:paraId="5893DECF" w14:textId="77777777" w:rsidR="00B77E03" w:rsidRDefault="0024252B" w:rsidP="00B77E03">
      <w:r w:rsidRPr="002813C1">
        <w:lastRenderedPageBreak/>
        <w:t>De ce jour</w:t>
      </w:r>
      <w:r w:rsidR="00B77E03">
        <w:t xml:space="preserve">, </w:t>
      </w:r>
      <w:r w:rsidRPr="002813C1">
        <w:t>sa vie se passa à demander et à attendre de l</w:t>
      </w:r>
      <w:r w:rsidR="00B77E03">
        <w:t>’</w:t>
      </w:r>
      <w:r w:rsidRPr="002813C1">
        <w:t>argent</w:t>
      </w:r>
      <w:r w:rsidR="00B77E03">
        <w:t xml:space="preserve">… </w:t>
      </w:r>
      <w:r w:rsidRPr="002813C1">
        <w:t>Petit à petit</w:t>
      </w:r>
      <w:r w:rsidR="00B77E03">
        <w:t xml:space="preserve">, </w:t>
      </w:r>
      <w:r w:rsidRPr="002813C1">
        <w:t>il se perfectionnait et il épuisait successivement tous les prétextes qui attendrissent les familles et trouvent le secret des coffres-forts les plus compliqués</w:t>
      </w:r>
      <w:r w:rsidR="00B77E03">
        <w:t xml:space="preserve">… </w:t>
      </w:r>
      <w:r w:rsidRPr="002813C1">
        <w:t>Il était malade</w:t>
      </w:r>
      <w:r w:rsidR="00B77E03">
        <w:t xml:space="preserve">, </w:t>
      </w:r>
      <w:r w:rsidRPr="002813C1">
        <w:t>il avait perdu au jeu sur parole</w:t>
      </w:r>
      <w:r w:rsidR="00B77E03">
        <w:t xml:space="preserve">, </w:t>
      </w:r>
      <w:r w:rsidRPr="002813C1">
        <w:t>il avait imprudemment obligé un ami peu scrupuleux</w:t>
      </w:r>
      <w:r w:rsidR="00B77E03">
        <w:t xml:space="preserve">, </w:t>
      </w:r>
      <w:r w:rsidRPr="002813C1">
        <w:t>il était sur le point d</w:t>
      </w:r>
      <w:r w:rsidR="00B77E03">
        <w:t>’</w:t>
      </w:r>
      <w:r w:rsidRPr="002813C1">
        <w:t>être saisi</w:t>
      </w:r>
      <w:r w:rsidR="00B77E03">
        <w:t>…</w:t>
      </w:r>
    </w:p>
    <w:p w14:paraId="579BB0D8" w14:textId="77777777" w:rsidR="00B77E03" w:rsidRDefault="0024252B" w:rsidP="00B77E03">
      <w:r w:rsidRPr="002813C1">
        <w:t>Et selon que les réponses étaient ou non favorables</w:t>
      </w:r>
      <w:r w:rsidR="00B77E03">
        <w:t xml:space="preserve">, </w:t>
      </w:r>
      <w:r w:rsidRPr="002813C1">
        <w:t>il se montrait humble ou impertinent</w:t>
      </w:r>
      <w:r w:rsidR="00B77E03">
        <w:t xml:space="preserve">, </w:t>
      </w:r>
      <w:r w:rsidRPr="002813C1">
        <w:t>si bien que ses amis</w:t>
      </w:r>
      <w:r w:rsidR="00B77E03">
        <w:t xml:space="preserve">, </w:t>
      </w:r>
      <w:r w:rsidRPr="002813C1">
        <w:t>rien qu</w:t>
      </w:r>
      <w:r w:rsidR="00B77E03">
        <w:t>’</w:t>
      </w:r>
      <w:r w:rsidRPr="002813C1">
        <w:t>à la façon dont il portait sa moustache</w:t>
      </w:r>
      <w:r w:rsidR="00B77E03">
        <w:t xml:space="preserve">, </w:t>
      </w:r>
      <w:r w:rsidRPr="002813C1">
        <w:t>savaient à quoi s</w:t>
      </w:r>
      <w:r w:rsidR="00B77E03">
        <w:t>’</w:t>
      </w:r>
      <w:r w:rsidRPr="002813C1">
        <w:t>en tenir sur l</w:t>
      </w:r>
      <w:r w:rsidR="00B77E03">
        <w:t>’</w:t>
      </w:r>
      <w:r w:rsidRPr="002813C1">
        <w:t>état de sa bourse</w:t>
      </w:r>
      <w:r w:rsidR="00B77E03">
        <w:t>…</w:t>
      </w:r>
    </w:p>
    <w:p w14:paraId="3DCEF02B" w14:textId="77777777" w:rsidR="00B77E03" w:rsidRDefault="0024252B" w:rsidP="00B77E03">
      <w:r w:rsidRPr="002813C1">
        <w:t>L</w:t>
      </w:r>
      <w:r w:rsidR="00B77E03">
        <w:t>’</w:t>
      </w:r>
      <w:r w:rsidRPr="002813C1">
        <w:t>expérience lui venait</w:t>
      </w:r>
      <w:r w:rsidR="00B77E03">
        <w:t xml:space="preserve">, </w:t>
      </w:r>
      <w:r w:rsidRPr="002813C1">
        <w:t>cependant</w:t>
      </w:r>
      <w:r w:rsidR="00B77E03">
        <w:t xml:space="preserve">. </w:t>
      </w:r>
      <w:r w:rsidRPr="002813C1">
        <w:t>Additionnant toutes les sommes qu</w:t>
      </w:r>
      <w:r w:rsidR="00B77E03">
        <w:t>’</w:t>
      </w:r>
      <w:r w:rsidRPr="002813C1">
        <w:t>il avait reçues</w:t>
      </w:r>
      <w:r w:rsidR="00B77E03">
        <w:t xml:space="preserve">, </w:t>
      </w:r>
      <w:r w:rsidRPr="002813C1">
        <w:t>il ne laissait pas que d</w:t>
      </w:r>
      <w:r w:rsidR="00B77E03">
        <w:t>’</w:t>
      </w:r>
      <w:r w:rsidRPr="002813C1">
        <w:t>être un peu effrayé du total</w:t>
      </w:r>
      <w:r w:rsidR="00B77E03">
        <w:t xml:space="preserve">, </w:t>
      </w:r>
      <w:r w:rsidRPr="002813C1">
        <w:t>et il se disait que pour lui donner tant d</w:t>
      </w:r>
      <w:r w:rsidR="00B77E03">
        <w:t>’</w:t>
      </w:r>
      <w:r w:rsidRPr="002813C1">
        <w:t>argent sa famille devait être bien riche</w:t>
      </w:r>
      <w:r w:rsidR="00B77E03">
        <w:t>…</w:t>
      </w:r>
    </w:p>
    <w:p w14:paraId="2E4EBFA2" w14:textId="77777777" w:rsidR="00B77E03" w:rsidRDefault="0024252B" w:rsidP="00B77E03">
      <w:r w:rsidRPr="002813C1">
        <w:t>De cette réflexion lui vint l</w:t>
      </w:r>
      <w:r w:rsidR="00B77E03">
        <w:t>’</w:t>
      </w:r>
      <w:r w:rsidRPr="002813C1">
        <w:t>idée d</w:t>
      </w:r>
      <w:r w:rsidR="00B77E03">
        <w:t>’</w:t>
      </w:r>
      <w:r w:rsidRPr="002813C1">
        <w:t>exploiter</w:t>
      </w:r>
      <w:r w:rsidR="00B77E03">
        <w:t xml:space="preserve">, </w:t>
      </w:r>
      <w:r w:rsidRPr="002813C1">
        <w:t>pour éblouir ses amis</w:t>
      </w:r>
      <w:r w:rsidR="00B77E03">
        <w:t xml:space="preserve">, </w:t>
      </w:r>
      <w:r w:rsidRPr="002813C1">
        <w:t>le mystère de sa naissance et de ses premières années</w:t>
      </w:r>
      <w:r w:rsidR="00B77E03">
        <w:t>…</w:t>
      </w:r>
    </w:p>
    <w:p w14:paraId="78F05DD8" w14:textId="77777777" w:rsidR="00B77E03" w:rsidRDefault="0024252B" w:rsidP="00B77E03">
      <w:r w:rsidRPr="002813C1">
        <w:t>La crédulité des autres aidant</w:t>
      </w:r>
      <w:r w:rsidR="00B77E03">
        <w:t xml:space="preserve">, </w:t>
      </w:r>
      <w:r w:rsidRPr="002813C1">
        <w:t>il finit par se persuader</w:t>
      </w:r>
      <w:r w:rsidR="00B77E03">
        <w:t xml:space="preserve">, </w:t>
      </w:r>
      <w:r w:rsidRPr="002813C1">
        <w:t>à force de le dire</w:t>
      </w:r>
      <w:r w:rsidR="00B77E03">
        <w:t xml:space="preserve">, </w:t>
      </w:r>
      <w:r w:rsidRPr="002813C1">
        <w:t>qu</w:t>
      </w:r>
      <w:r w:rsidR="00B77E03">
        <w:t>’</w:t>
      </w:r>
      <w:r w:rsidRPr="002813C1">
        <w:t>il était le fils d</w:t>
      </w:r>
      <w:r w:rsidR="00B77E03">
        <w:t>’</w:t>
      </w:r>
      <w:r w:rsidRPr="002813C1">
        <w:t>un grand seigneur anglais</w:t>
      </w:r>
      <w:r w:rsidR="00B77E03">
        <w:t xml:space="preserve">, </w:t>
      </w:r>
      <w:r w:rsidRPr="002813C1">
        <w:t>membre de la chambre haute</w:t>
      </w:r>
      <w:r w:rsidR="00B77E03">
        <w:t xml:space="preserve">, </w:t>
      </w:r>
      <w:r w:rsidRPr="002813C1">
        <w:t>et vingt fois millionnaire</w:t>
      </w:r>
      <w:r w:rsidR="00B77E03">
        <w:t>…</w:t>
      </w:r>
    </w:p>
    <w:p w14:paraId="7F2F0EE3" w14:textId="77777777" w:rsidR="00B77E03" w:rsidRDefault="0024252B" w:rsidP="00B77E03">
      <w:r w:rsidRPr="002813C1">
        <w:t>Et il était à moitié de bonne foi quand il affirmait à ses créanciers que son père</w:t>
      </w:r>
      <w:r w:rsidR="00B77E03">
        <w:t xml:space="preserve">, </w:t>
      </w:r>
      <w:r w:rsidRPr="002813C1">
        <w:t>le lord</w:t>
      </w:r>
      <w:r w:rsidR="00B77E03">
        <w:t xml:space="preserve">, </w:t>
      </w:r>
      <w:r w:rsidRPr="002813C1">
        <w:t>devait arriver d</w:t>
      </w:r>
      <w:r w:rsidR="00B77E03">
        <w:t>’</w:t>
      </w:r>
      <w:r w:rsidRPr="002813C1">
        <w:t>un jour à l</w:t>
      </w:r>
      <w:r w:rsidR="00B77E03">
        <w:t>’</w:t>
      </w:r>
      <w:r w:rsidRPr="002813C1">
        <w:t>autre pour payer toutes ses dettes</w:t>
      </w:r>
      <w:r w:rsidR="00B77E03">
        <w:t>…</w:t>
      </w:r>
    </w:p>
    <w:p w14:paraId="7E88A18E" w14:textId="24FFE94B" w:rsidR="00B77E03" w:rsidRDefault="0024252B" w:rsidP="00B77E03">
      <w:r w:rsidRPr="002813C1">
        <w:t>Malheureusement</w:t>
      </w:r>
      <w:r w:rsidR="00B77E03">
        <w:t xml:space="preserve">, </w:t>
      </w:r>
      <w:r w:rsidRPr="002813C1">
        <w:t>ce ne fut pas son père qui arriva</w:t>
      </w:r>
      <w:r w:rsidR="00B77E03">
        <w:t xml:space="preserve">, </w:t>
      </w:r>
      <w:r w:rsidRPr="002813C1">
        <w:t xml:space="preserve">mais une lettre du digne </w:t>
      </w:r>
      <w:r w:rsidR="00B77E03">
        <w:t>M. </w:t>
      </w:r>
      <w:r w:rsidRPr="002813C1">
        <w:t>Patterson</w:t>
      </w:r>
      <w:r w:rsidR="00B77E03">
        <w:t xml:space="preserve">, </w:t>
      </w:r>
      <w:r w:rsidRPr="002813C1">
        <w:t>ainsi conçue</w:t>
      </w:r>
      <w:r w:rsidR="00B77E03">
        <w:t> :</w:t>
      </w:r>
    </w:p>
    <w:p w14:paraId="64046E70" w14:textId="77777777" w:rsidR="00B77E03" w:rsidRDefault="00B77E03" w:rsidP="00B77E03">
      <w:r>
        <w:t>« </w:t>
      </w:r>
      <w:r w:rsidR="0024252B" w:rsidRPr="002813C1">
        <w:t>On m</w:t>
      </w:r>
      <w:r>
        <w:t>’</w:t>
      </w:r>
      <w:r w:rsidR="0024252B" w:rsidRPr="002813C1">
        <w:t>avait confié pour vos besoins imprévus</w:t>
      </w:r>
      <w:r>
        <w:t xml:space="preserve">, </w:t>
      </w:r>
      <w:r w:rsidR="0024252B" w:rsidRPr="002813C1">
        <w:t>cher monsieur</w:t>
      </w:r>
      <w:r>
        <w:t xml:space="preserve">, </w:t>
      </w:r>
      <w:r w:rsidR="0024252B" w:rsidRPr="002813C1">
        <w:t>une somme considérable</w:t>
      </w:r>
      <w:r>
        <w:t xml:space="preserve">. </w:t>
      </w:r>
      <w:r w:rsidR="0024252B" w:rsidRPr="002813C1">
        <w:t xml:space="preserve">Sur vos sollicitations </w:t>
      </w:r>
      <w:r w:rsidR="0024252B" w:rsidRPr="002813C1">
        <w:lastRenderedPageBreak/>
        <w:t>réitérées</w:t>
      </w:r>
      <w:r>
        <w:t xml:space="preserve">, </w:t>
      </w:r>
      <w:r w:rsidR="0024252B" w:rsidRPr="002813C1">
        <w:t>je vous l</w:t>
      </w:r>
      <w:r>
        <w:t>’</w:t>
      </w:r>
      <w:r w:rsidR="0024252B" w:rsidRPr="002813C1">
        <w:t>ai adressée intégralement</w:t>
      </w:r>
      <w:r>
        <w:t xml:space="preserve">, </w:t>
      </w:r>
      <w:r w:rsidR="0024252B" w:rsidRPr="002813C1">
        <w:t>il ne me reste plus un centime à vous</w:t>
      </w:r>
      <w:r>
        <w:t xml:space="preserve">… </w:t>
      </w:r>
      <w:r w:rsidR="0024252B" w:rsidRPr="002813C1">
        <w:t>dès lors mon mandat est rempli</w:t>
      </w:r>
      <w:r>
        <w:t>.</w:t>
      </w:r>
    </w:p>
    <w:p w14:paraId="7F96CB8C" w14:textId="5AAAC2EA" w:rsidR="00B77E03" w:rsidRDefault="00B77E03" w:rsidP="00B77E03">
      <w:r>
        <w:t>« </w:t>
      </w:r>
      <w:r w:rsidR="0024252B" w:rsidRPr="002813C1">
        <w:t>Évitez-vous la peine et le port de nouvelles demandes</w:t>
      </w:r>
      <w:r>
        <w:t xml:space="preserve">, </w:t>
      </w:r>
      <w:r w:rsidR="0024252B" w:rsidRPr="002813C1">
        <w:t>elles resteraient sans réponse</w:t>
      </w:r>
      <w:r>
        <w:t xml:space="preserve">. </w:t>
      </w:r>
      <w:r w:rsidR="0024252B" w:rsidRPr="002813C1">
        <w:t>Vous ne recevrez plus un penny au-delà de votre pension</w:t>
      </w:r>
      <w:r>
        <w:t xml:space="preserve">, </w:t>
      </w:r>
      <w:r w:rsidR="0024252B" w:rsidRPr="002813C1">
        <w:t>trop considérable déjà</w:t>
      </w:r>
      <w:r>
        <w:t xml:space="preserve">, </w:t>
      </w:r>
      <w:r w:rsidR="0024252B" w:rsidRPr="002813C1">
        <w:t>à mon avis</w:t>
      </w:r>
      <w:r>
        <w:t xml:space="preserve">, </w:t>
      </w:r>
      <w:r w:rsidR="0024252B" w:rsidRPr="002813C1">
        <w:t>pour un homme de votre âge</w:t>
      </w:r>
      <w:r>
        <w:t>… »</w:t>
      </w:r>
    </w:p>
    <w:p w14:paraId="39D7E242" w14:textId="53E078B3" w:rsidR="00B77E03" w:rsidRDefault="0024252B" w:rsidP="00B77E03">
      <w:r w:rsidRPr="002813C1">
        <w:t xml:space="preserve">Cette lettre fut pour </w:t>
      </w:r>
      <w:r w:rsidR="00B77E03">
        <w:t>M. </w:t>
      </w:r>
      <w:proofErr w:type="spellStart"/>
      <w:r w:rsidRPr="002813C1">
        <w:t>Wilkie</w:t>
      </w:r>
      <w:proofErr w:type="spellEnd"/>
      <w:r w:rsidRPr="002813C1">
        <w:t xml:space="preserve"> comme un coup de bâton sur la tête</w:t>
      </w:r>
      <w:r w:rsidR="00B77E03">
        <w:t>.</w:t>
      </w:r>
    </w:p>
    <w:p w14:paraId="3C89A217" w14:textId="78E73F74" w:rsidR="00B77E03" w:rsidRDefault="0024252B" w:rsidP="00B77E03">
      <w:r w:rsidRPr="002813C1">
        <w:t>Que faire</w:t>
      </w:r>
      <w:r w:rsidR="00B77E03">
        <w:t xml:space="preserve"> ? </w:t>
      </w:r>
      <w:r w:rsidRPr="002813C1">
        <w:t xml:space="preserve">Il savait bien que </w:t>
      </w:r>
      <w:r w:rsidR="00B77E03">
        <w:t>M. </w:t>
      </w:r>
      <w:r w:rsidRPr="002813C1">
        <w:t>Patterson ne revenait jamais sur une décision prise</w:t>
      </w:r>
      <w:r w:rsidR="00B77E03">
        <w:t xml:space="preserve">… </w:t>
      </w:r>
      <w:r w:rsidRPr="002813C1">
        <w:t>Il lui écrivit cependant trois ou quatre lettres éplorées</w:t>
      </w:r>
      <w:r w:rsidR="00B77E03">
        <w:t xml:space="preserve">… </w:t>
      </w:r>
      <w:r w:rsidRPr="002813C1">
        <w:t>en vain</w:t>
      </w:r>
      <w:r w:rsidR="00B77E03">
        <w:t>…</w:t>
      </w:r>
    </w:p>
    <w:p w14:paraId="5D4E4535" w14:textId="77777777" w:rsidR="00B77E03" w:rsidRDefault="0024252B" w:rsidP="00B77E03">
      <w:r w:rsidRPr="002813C1">
        <w:t>Et jamais ses besoins d</w:t>
      </w:r>
      <w:r w:rsidR="00B77E03">
        <w:t>’</w:t>
      </w:r>
      <w:r w:rsidRPr="002813C1">
        <w:t>argent n</w:t>
      </w:r>
      <w:r w:rsidR="00B77E03">
        <w:t>’</w:t>
      </w:r>
      <w:r w:rsidRPr="002813C1">
        <w:t>avaient été si pressants</w:t>
      </w:r>
      <w:r w:rsidR="00B77E03">
        <w:t>…</w:t>
      </w:r>
    </w:p>
    <w:p w14:paraId="0EC92F06" w14:textId="77777777" w:rsidR="00B77E03" w:rsidRDefault="0024252B" w:rsidP="00B77E03">
      <w:r w:rsidRPr="002813C1">
        <w:t>Ses créanciers s</w:t>
      </w:r>
      <w:r w:rsidR="00B77E03">
        <w:t>’</w:t>
      </w:r>
      <w:r w:rsidRPr="002813C1">
        <w:t>agitaient</w:t>
      </w:r>
      <w:r w:rsidR="00B77E03">
        <w:t xml:space="preserve">, </w:t>
      </w:r>
      <w:r w:rsidRPr="002813C1">
        <w:t>le papier timbré commençait à pleuvoir chez son concierge</w:t>
      </w:r>
      <w:r w:rsidR="00B77E03">
        <w:t xml:space="preserve">, </w:t>
      </w:r>
      <w:r w:rsidRPr="002813C1">
        <w:t>l</w:t>
      </w:r>
      <w:r w:rsidR="00B77E03">
        <w:t>’</w:t>
      </w:r>
      <w:r w:rsidRPr="002813C1">
        <w:t>échéance de son trimestre était encore éloignée</w:t>
      </w:r>
      <w:r w:rsidR="00B77E03">
        <w:t xml:space="preserve">, </w:t>
      </w:r>
      <w:r w:rsidRPr="002813C1">
        <w:t>et par le Mont-de-Piété seul il se procurait encore quelque argent de poche</w:t>
      </w:r>
      <w:r w:rsidR="00B77E03">
        <w:t>…</w:t>
      </w:r>
    </w:p>
    <w:p w14:paraId="27AF23A1" w14:textId="77777777" w:rsidR="00B77E03" w:rsidRDefault="0024252B" w:rsidP="00B77E03">
      <w:r w:rsidRPr="002813C1">
        <w:t>Il se voyait perdu</w:t>
      </w:r>
      <w:r w:rsidR="00B77E03">
        <w:t xml:space="preserve">, </w:t>
      </w:r>
      <w:r w:rsidRPr="002813C1">
        <w:t>réduit à congédier sa voiture</w:t>
      </w:r>
      <w:r w:rsidR="00B77E03">
        <w:t xml:space="preserve">, </w:t>
      </w:r>
      <w:r w:rsidRPr="002813C1">
        <w:t xml:space="preserve">à vendre son tiers de </w:t>
      </w:r>
      <w:r w:rsidRPr="002813C1">
        <w:rPr>
          <w:i/>
          <w:szCs w:val="32"/>
        </w:rPr>
        <w:t>Pompier de Nanterre</w:t>
      </w:r>
      <w:r w:rsidR="00B77E03">
        <w:t xml:space="preserve">, </w:t>
      </w:r>
      <w:r w:rsidRPr="002813C1">
        <w:t>déchu dans l</w:t>
      </w:r>
      <w:r w:rsidR="00B77E03">
        <w:t>’</w:t>
      </w:r>
      <w:r w:rsidRPr="002813C1">
        <w:t>estime de ses spirituels amis</w:t>
      </w:r>
      <w:r w:rsidR="00B77E03">
        <w:t>.</w:t>
      </w:r>
    </w:p>
    <w:p w14:paraId="038B3CE5" w14:textId="1F8F550C" w:rsidR="00B77E03" w:rsidRDefault="0024252B" w:rsidP="00B77E03">
      <w:r w:rsidRPr="002813C1">
        <w:t>Son désespoir</w:t>
      </w:r>
      <w:r w:rsidR="00B77E03">
        <w:t xml:space="preserve">, </w:t>
      </w:r>
      <w:r w:rsidRPr="002813C1">
        <w:t>enfin</w:t>
      </w:r>
      <w:r w:rsidR="00B77E03">
        <w:t xml:space="preserve">, </w:t>
      </w:r>
      <w:r w:rsidRPr="002813C1">
        <w:t>était sans bornes</w:t>
      </w:r>
      <w:r w:rsidR="00B77E03">
        <w:t xml:space="preserve">, </w:t>
      </w:r>
      <w:r w:rsidRPr="002813C1">
        <w:t>quand un matin son domestique l</w:t>
      </w:r>
      <w:r w:rsidR="00B77E03">
        <w:t>’</w:t>
      </w:r>
      <w:r w:rsidRPr="002813C1">
        <w:t xml:space="preserve">éveilla en lui disant que </w:t>
      </w:r>
      <w:r w:rsidR="00B77E03">
        <w:t>M. </w:t>
      </w:r>
      <w:r w:rsidRPr="002813C1">
        <w:t xml:space="preserve">le vicomte de </w:t>
      </w:r>
      <w:proofErr w:type="spellStart"/>
      <w:r w:rsidRPr="002813C1">
        <w:t>Coralth</w:t>
      </w:r>
      <w:proofErr w:type="spellEnd"/>
      <w:r w:rsidRPr="002813C1">
        <w:t xml:space="preserve"> était là</w:t>
      </w:r>
      <w:r w:rsidR="00B77E03">
        <w:t xml:space="preserve">, </w:t>
      </w:r>
      <w:r w:rsidRPr="002813C1">
        <w:t>dans le petit salon</w:t>
      </w:r>
      <w:r w:rsidR="00B77E03">
        <w:t xml:space="preserve">, </w:t>
      </w:r>
      <w:r w:rsidRPr="002813C1">
        <w:t>et désirait lui parler pour une affaire très-urgente</w:t>
      </w:r>
      <w:r w:rsidR="00B77E03">
        <w:t>.</w:t>
      </w:r>
    </w:p>
    <w:p w14:paraId="4D4023FE" w14:textId="1B2E1C90" w:rsidR="00B77E03" w:rsidRDefault="0024252B" w:rsidP="00B77E03">
      <w:r w:rsidRPr="002813C1">
        <w:t xml:space="preserve">Tirer </w:t>
      </w:r>
      <w:r w:rsidR="00B77E03">
        <w:t>M. </w:t>
      </w:r>
      <w:proofErr w:type="spellStart"/>
      <w:r w:rsidRPr="002813C1">
        <w:t>Wilkie</w:t>
      </w:r>
      <w:proofErr w:type="spellEnd"/>
      <w:r w:rsidRPr="002813C1">
        <w:t xml:space="preserve"> du lit</w:t>
      </w:r>
      <w:r w:rsidR="00B77E03">
        <w:t xml:space="preserve">, </w:t>
      </w:r>
      <w:r w:rsidRPr="002813C1">
        <w:t>c</w:t>
      </w:r>
      <w:r w:rsidR="00B77E03">
        <w:t>’</w:t>
      </w:r>
      <w:r w:rsidRPr="002813C1">
        <w:t>était le diable à confesser ordinairement</w:t>
      </w:r>
      <w:r w:rsidR="00B77E03">
        <w:t xml:space="preserve">… </w:t>
      </w:r>
      <w:r w:rsidRPr="002813C1">
        <w:t>Mais le nom que prononçait son domestique avait sur lui un pouvoir qui tenait du prodige</w:t>
      </w:r>
      <w:r w:rsidR="00B77E03">
        <w:t>.</w:t>
      </w:r>
    </w:p>
    <w:p w14:paraId="286D937F" w14:textId="77777777" w:rsidR="00B77E03" w:rsidRDefault="0024252B" w:rsidP="00B77E03">
      <w:r w:rsidRPr="002813C1">
        <w:t>D</w:t>
      </w:r>
      <w:r w:rsidR="00B77E03">
        <w:t>’</w:t>
      </w:r>
      <w:r w:rsidRPr="002813C1">
        <w:t>un bond</w:t>
      </w:r>
      <w:r w:rsidR="00B77E03">
        <w:t xml:space="preserve">, </w:t>
      </w:r>
      <w:r w:rsidRPr="002813C1">
        <w:t>il fut à terre</w:t>
      </w:r>
      <w:r w:rsidR="00B77E03">
        <w:t xml:space="preserve">, </w:t>
      </w:r>
      <w:r w:rsidRPr="002813C1">
        <w:t>et</w:t>
      </w:r>
      <w:r w:rsidR="00B77E03">
        <w:t xml:space="preserve">, </w:t>
      </w:r>
      <w:r w:rsidRPr="002813C1">
        <w:t>tout en s</w:t>
      </w:r>
      <w:r w:rsidR="00B77E03">
        <w:t>’</w:t>
      </w:r>
      <w:r w:rsidRPr="002813C1">
        <w:t>habillant à la hâte</w:t>
      </w:r>
      <w:r w:rsidR="00B77E03">
        <w:t> :</w:t>
      </w:r>
    </w:p>
    <w:p w14:paraId="7D1945E6" w14:textId="77777777" w:rsidR="00B77E03" w:rsidRDefault="00B77E03" w:rsidP="00B77E03">
      <w:r>
        <w:lastRenderedPageBreak/>
        <w:t>— </w:t>
      </w:r>
      <w:r w:rsidR="0024252B" w:rsidRPr="002813C1">
        <w:t>Ce cher vicomte</w:t>
      </w:r>
      <w:r>
        <w:t xml:space="preserve">, </w:t>
      </w:r>
      <w:r w:rsidR="0024252B" w:rsidRPr="002813C1">
        <w:t>chez moi</w:t>
      </w:r>
      <w:r>
        <w:t xml:space="preserve">, </w:t>
      </w:r>
      <w:r w:rsidR="0024252B" w:rsidRPr="002813C1">
        <w:t>à cette heure-ci</w:t>
      </w:r>
      <w:r>
        <w:t xml:space="preserve">, </w:t>
      </w:r>
      <w:r w:rsidR="0024252B" w:rsidRPr="002813C1">
        <w:t>murmura-t-il</w:t>
      </w:r>
      <w:r>
        <w:t xml:space="preserve">, </w:t>
      </w:r>
      <w:r w:rsidR="0024252B" w:rsidRPr="002813C1">
        <w:t>c</w:t>
      </w:r>
      <w:r>
        <w:t>’</w:t>
      </w:r>
      <w:r w:rsidR="0024252B" w:rsidRPr="002813C1">
        <w:t>est épatant</w:t>
      </w:r>
      <w:r>
        <w:t xml:space="preserve"> !… </w:t>
      </w:r>
      <w:r w:rsidR="0024252B" w:rsidRPr="002813C1">
        <w:t>Aurait-il un duel</w:t>
      </w:r>
      <w:r>
        <w:t xml:space="preserve">, </w:t>
      </w:r>
      <w:r w:rsidR="0024252B" w:rsidRPr="002813C1">
        <w:t>par hasard</w:t>
      </w:r>
      <w:r>
        <w:t xml:space="preserve">, </w:t>
      </w:r>
      <w:r w:rsidR="0024252B" w:rsidRPr="002813C1">
        <w:t>et viendrait-il me demander d</w:t>
      </w:r>
      <w:r>
        <w:t>’</w:t>
      </w:r>
      <w:r w:rsidR="0024252B" w:rsidRPr="002813C1">
        <w:t>être son témoin</w:t>
      </w:r>
      <w:r>
        <w:t xml:space="preserve"> ?… </w:t>
      </w:r>
      <w:r w:rsidR="0024252B" w:rsidRPr="002813C1">
        <w:t>Bonne affaire</w:t>
      </w:r>
      <w:r>
        <w:t xml:space="preserve"> !… </w:t>
      </w:r>
      <w:r w:rsidR="0024252B" w:rsidRPr="002813C1">
        <w:t>Cela me poserait un peu bien</w:t>
      </w:r>
      <w:r>
        <w:t xml:space="preserve">… </w:t>
      </w:r>
      <w:r w:rsidR="0024252B" w:rsidRPr="002813C1">
        <w:t>Pour sûr</w:t>
      </w:r>
      <w:r>
        <w:t xml:space="preserve">, </w:t>
      </w:r>
      <w:r w:rsidR="0024252B" w:rsidRPr="002813C1">
        <w:t>il y a quelque chose</w:t>
      </w:r>
      <w:r>
        <w:t>…</w:t>
      </w:r>
    </w:p>
    <w:p w14:paraId="64E294BD" w14:textId="475AEB1E" w:rsidR="00B77E03" w:rsidRDefault="0024252B" w:rsidP="00B77E03">
      <w:r w:rsidRPr="002813C1">
        <w:t>Deviner cela n</w:t>
      </w:r>
      <w:r w:rsidR="00B77E03">
        <w:t>’</w:t>
      </w:r>
      <w:r w:rsidRPr="002813C1">
        <w:t>était point de sa part une preuve extraordinaire de perspicacité</w:t>
      </w:r>
      <w:r w:rsidR="00B77E03">
        <w:t xml:space="preserve">. </w:t>
      </w:r>
      <w:r w:rsidRPr="002813C1">
        <w:t>Ne se couchant jamais avant deux ou trois heures du matin</w:t>
      </w:r>
      <w:r w:rsidR="00B77E03">
        <w:t>, M. de </w:t>
      </w:r>
      <w:proofErr w:type="spellStart"/>
      <w:r w:rsidRPr="002813C1">
        <w:t>Coralth</w:t>
      </w:r>
      <w:proofErr w:type="spellEnd"/>
      <w:r w:rsidRPr="002813C1">
        <w:t xml:space="preserve"> se levait toujours très-tard</w:t>
      </w:r>
      <w:r w:rsidR="00B77E03">
        <w:t xml:space="preserve">. </w:t>
      </w:r>
      <w:r w:rsidRPr="002813C1">
        <w:t>Si donc il montrait son coupé bleu dans les rues avant neuf heures du matin</w:t>
      </w:r>
      <w:r w:rsidR="00B77E03">
        <w:t xml:space="preserve"> – </w:t>
      </w:r>
      <w:r w:rsidRPr="002813C1">
        <w:t>un vrai crime de lèse-chic</w:t>
      </w:r>
      <w:r w:rsidR="00B77E03">
        <w:t xml:space="preserve"> – </w:t>
      </w:r>
      <w:r w:rsidRPr="002813C1">
        <w:t>c</w:t>
      </w:r>
      <w:r w:rsidR="00B77E03">
        <w:t>’</w:t>
      </w:r>
      <w:r w:rsidRPr="002813C1">
        <w:t>est qu</w:t>
      </w:r>
      <w:r w:rsidR="00B77E03">
        <w:t>’</w:t>
      </w:r>
      <w:r w:rsidRPr="002813C1">
        <w:t>il devait y être forcé par des raisons majeures</w:t>
      </w:r>
      <w:r w:rsidR="00B77E03">
        <w:t>.</w:t>
      </w:r>
    </w:p>
    <w:p w14:paraId="01E92C18" w14:textId="77777777" w:rsidR="00B77E03" w:rsidRDefault="0024252B" w:rsidP="00B77E03">
      <w:r w:rsidRPr="002813C1">
        <w:t>Ses raisons étaient graves</w:t>
      </w:r>
      <w:r w:rsidR="00B77E03">
        <w:t xml:space="preserve">, </w:t>
      </w:r>
      <w:r w:rsidRPr="002813C1">
        <w:t>en effet</w:t>
      </w:r>
      <w:r w:rsidR="00B77E03">
        <w:t>.</w:t>
      </w:r>
    </w:p>
    <w:p w14:paraId="54F156AC" w14:textId="19194EC8" w:rsidR="00B77E03" w:rsidRDefault="0024252B" w:rsidP="00B77E03">
      <w:r w:rsidRPr="002813C1">
        <w:t>Depuis plusieurs mois qu</w:t>
      </w:r>
      <w:r w:rsidR="00B77E03">
        <w:t>’</w:t>
      </w:r>
      <w:r w:rsidRPr="002813C1">
        <w:t xml:space="preserve">il avait pénétré une partie des secrets de </w:t>
      </w:r>
      <w:r w:rsidR="00B77E03">
        <w:t>M</w:t>
      </w:r>
      <w:r w:rsidR="00B77E03" w:rsidRPr="00B77E03">
        <w:rPr>
          <w:vertAlign w:val="superscript"/>
        </w:rPr>
        <w:t>me</w:t>
      </w:r>
      <w:r w:rsidR="00B77E03">
        <w:t> </w:t>
      </w:r>
      <w:r w:rsidRPr="002813C1">
        <w:t>d</w:t>
      </w:r>
      <w:r w:rsidR="00B77E03">
        <w:t>’</w:t>
      </w:r>
      <w:r w:rsidRPr="002813C1">
        <w:t>Argelès</w:t>
      </w:r>
      <w:r w:rsidR="00B77E03">
        <w:t xml:space="preserve">, </w:t>
      </w:r>
      <w:r w:rsidRPr="002813C1">
        <w:t>le brillant vicomte ne les avait communiqués à personne</w:t>
      </w:r>
      <w:r w:rsidR="00B77E03">
        <w:t>.</w:t>
      </w:r>
    </w:p>
    <w:p w14:paraId="3F6DFEB3" w14:textId="77777777" w:rsidR="00B77E03" w:rsidRDefault="0024252B" w:rsidP="00B77E03">
      <w:r w:rsidRPr="002813C1">
        <w:t>Ce n</w:t>
      </w:r>
      <w:r w:rsidR="00B77E03">
        <w:t>’</w:t>
      </w:r>
      <w:r w:rsidRPr="002813C1">
        <w:t>était pas</w:t>
      </w:r>
      <w:r w:rsidR="00B77E03">
        <w:t xml:space="preserve">, </w:t>
      </w:r>
      <w:r w:rsidRPr="002813C1">
        <w:t>assurément</w:t>
      </w:r>
      <w:r w:rsidR="00B77E03">
        <w:t xml:space="preserve">, </w:t>
      </w:r>
      <w:r w:rsidRPr="002813C1">
        <w:t>par délicatesse qu</w:t>
      </w:r>
      <w:r w:rsidR="00B77E03">
        <w:t>’</w:t>
      </w:r>
      <w:r w:rsidRPr="002813C1">
        <w:t>il s</w:t>
      </w:r>
      <w:r w:rsidR="00B77E03">
        <w:t>’</w:t>
      </w:r>
      <w:r w:rsidRPr="002813C1">
        <w:t>était tu</w:t>
      </w:r>
      <w:r w:rsidR="00B77E03">
        <w:t xml:space="preserve">, </w:t>
      </w:r>
      <w:r w:rsidRPr="002813C1">
        <w:t>mais parce qu</w:t>
      </w:r>
      <w:r w:rsidR="00B77E03">
        <w:t>’</w:t>
      </w:r>
      <w:r w:rsidRPr="002813C1">
        <w:t>il n</w:t>
      </w:r>
      <w:r w:rsidR="00B77E03">
        <w:t>’</w:t>
      </w:r>
      <w:r w:rsidRPr="002813C1">
        <w:t>avait aucun intérêt à parler</w:t>
      </w:r>
      <w:r w:rsidR="00B77E03">
        <w:t>.</w:t>
      </w:r>
    </w:p>
    <w:p w14:paraId="5F050BB3" w14:textId="7CB872BA" w:rsidR="00B77E03" w:rsidRDefault="0024252B" w:rsidP="00B77E03">
      <w:r w:rsidRPr="002813C1">
        <w:t xml:space="preserve">La mort soudaine de </w:t>
      </w:r>
      <w:r w:rsidR="00B77E03">
        <w:t>M. de </w:t>
      </w:r>
      <w:proofErr w:type="spellStart"/>
      <w:r w:rsidRPr="002813C1">
        <w:t>Chalusse</w:t>
      </w:r>
      <w:proofErr w:type="spellEnd"/>
      <w:r w:rsidRPr="002813C1">
        <w:t xml:space="preserve"> changea brusquement la situation</w:t>
      </w:r>
      <w:r w:rsidR="00B77E03">
        <w:t>.</w:t>
      </w:r>
    </w:p>
    <w:p w14:paraId="67C397D5" w14:textId="77777777" w:rsidR="00B77E03" w:rsidRDefault="0024252B" w:rsidP="00B77E03">
      <w:r w:rsidRPr="002813C1">
        <w:t>C</w:t>
      </w:r>
      <w:r w:rsidR="00B77E03">
        <w:t>’</w:t>
      </w:r>
      <w:r w:rsidRPr="002813C1">
        <w:t>est le lendemain soir de la catastrophe qu</w:t>
      </w:r>
      <w:r w:rsidR="00B77E03">
        <w:t>’</w:t>
      </w:r>
      <w:r w:rsidRPr="002813C1">
        <w:t>il l</w:t>
      </w:r>
      <w:r w:rsidR="00B77E03">
        <w:t>’</w:t>
      </w:r>
      <w:r w:rsidRPr="002813C1">
        <w:t>apprit</w:t>
      </w:r>
      <w:r w:rsidR="00B77E03">
        <w:t xml:space="preserve">, </w:t>
      </w:r>
      <w:r w:rsidRPr="002813C1">
        <w:t>à son cercle</w:t>
      </w:r>
      <w:r w:rsidR="00B77E03">
        <w:t xml:space="preserve">, </w:t>
      </w:r>
      <w:r w:rsidRPr="002813C1">
        <w:t>et l</w:t>
      </w:r>
      <w:r w:rsidR="00B77E03">
        <w:t>’</w:t>
      </w:r>
      <w:r w:rsidRPr="002813C1">
        <w:t>émotion qu</w:t>
      </w:r>
      <w:r w:rsidR="00B77E03">
        <w:t>’</w:t>
      </w:r>
      <w:r w:rsidRPr="002813C1">
        <w:t>il en ressentit fut telle qu</w:t>
      </w:r>
      <w:r w:rsidR="00B77E03">
        <w:t>’</w:t>
      </w:r>
      <w:r w:rsidRPr="002813C1">
        <w:t>il refusa de se mêler à une partie de baccarat qui commençait</w:t>
      </w:r>
      <w:r w:rsidR="00B77E03">
        <w:t>.</w:t>
      </w:r>
    </w:p>
    <w:p w14:paraId="2A7D752B" w14:textId="77777777" w:rsidR="00B77E03" w:rsidRDefault="00B77E03" w:rsidP="00B77E03">
      <w:r>
        <w:t>— </w:t>
      </w:r>
      <w:r w:rsidR="0024252B" w:rsidRPr="002813C1">
        <w:t>Diable</w:t>
      </w:r>
      <w:r>
        <w:t xml:space="preserve"> !… </w:t>
      </w:r>
      <w:r w:rsidR="0024252B" w:rsidRPr="002813C1">
        <w:t>se dit-il</w:t>
      </w:r>
      <w:r>
        <w:t xml:space="preserve">, </w:t>
      </w:r>
      <w:r w:rsidR="0024252B" w:rsidRPr="002813C1">
        <w:t>réfléchissons un peu</w:t>
      </w:r>
      <w:r>
        <w:t xml:space="preserve">… </w:t>
      </w:r>
      <w:r w:rsidR="0024252B" w:rsidRPr="002813C1">
        <w:t>Voilà la d</w:t>
      </w:r>
      <w:r>
        <w:t>’</w:t>
      </w:r>
      <w:r w:rsidR="0024252B" w:rsidRPr="002813C1">
        <w:t>Argelès héritière</w:t>
      </w:r>
      <w:r>
        <w:t xml:space="preserve">… </w:t>
      </w:r>
      <w:r w:rsidR="0024252B" w:rsidRPr="002813C1">
        <w:t>Se présentera-t-elle pour recueillir les millions</w:t>
      </w:r>
      <w:r>
        <w:t xml:space="preserve"> ? </w:t>
      </w:r>
      <w:r w:rsidR="0024252B" w:rsidRPr="002813C1">
        <w:t>Du caractère dont je la connais</w:t>
      </w:r>
      <w:r>
        <w:t xml:space="preserve">, </w:t>
      </w:r>
      <w:r w:rsidR="0024252B" w:rsidRPr="002813C1">
        <w:t>c</w:t>
      </w:r>
      <w:r>
        <w:t>’</w:t>
      </w:r>
      <w:r w:rsidR="0024252B" w:rsidRPr="002813C1">
        <w:t>est peu probable</w:t>
      </w:r>
      <w:r>
        <w:t xml:space="preserve">, </w:t>
      </w:r>
      <w:r w:rsidR="0024252B" w:rsidRPr="002813C1">
        <w:t>la question d</w:t>
      </w:r>
      <w:r>
        <w:t>’</w:t>
      </w:r>
      <w:r w:rsidR="0024252B" w:rsidRPr="002813C1">
        <w:t>identité l</w:t>
      </w:r>
      <w:r>
        <w:t>’</w:t>
      </w:r>
      <w:r w:rsidR="0024252B" w:rsidRPr="002813C1">
        <w:t>arrêtera</w:t>
      </w:r>
      <w:r>
        <w:t xml:space="preserve">… </w:t>
      </w:r>
      <w:r w:rsidR="0024252B" w:rsidRPr="002813C1">
        <w:t xml:space="preserve">Quant à aller trouver </w:t>
      </w:r>
      <w:proofErr w:type="spellStart"/>
      <w:r w:rsidR="0024252B" w:rsidRPr="002813C1">
        <w:t>Wilkie</w:t>
      </w:r>
      <w:proofErr w:type="spellEnd"/>
      <w:r w:rsidR="0024252B" w:rsidRPr="002813C1">
        <w:t xml:space="preserve"> et à lui avouer qu</w:t>
      </w:r>
      <w:r>
        <w:t>’</w:t>
      </w:r>
      <w:r w:rsidR="0024252B" w:rsidRPr="002813C1">
        <w:t>elle</w:t>
      </w:r>
      <w:r>
        <w:t xml:space="preserve">, </w:t>
      </w:r>
      <w:r w:rsidR="0024252B" w:rsidRPr="002813C1">
        <w:t>la d</w:t>
      </w:r>
      <w:r>
        <w:t>’</w:t>
      </w:r>
      <w:r w:rsidR="0024252B" w:rsidRPr="002813C1">
        <w:t>Argelès</w:t>
      </w:r>
      <w:r>
        <w:t xml:space="preserve">, </w:t>
      </w:r>
      <w:r w:rsidR="0024252B" w:rsidRPr="002813C1">
        <w:t xml:space="preserve">elle est une demoiselle de </w:t>
      </w:r>
      <w:proofErr w:type="spellStart"/>
      <w:r w:rsidR="0024252B" w:rsidRPr="002813C1">
        <w:t>Chalusse</w:t>
      </w:r>
      <w:proofErr w:type="spellEnd"/>
      <w:r w:rsidR="0024252B" w:rsidRPr="002813C1">
        <w:t xml:space="preserve"> et qu</w:t>
      </w:r>
      <w:r>
        <w:t>’</w:t>
      </w:r>
      <w:r w:rsidR="0024252B" w:rsidRPr="002813C1">
        <w:t>il est son fils naturel</w:t>
      </w:r>
      <w:r>
        <w:t xml:space="preserve">… </w:t>
      </w:r>
      <w:r w:rsidR="0024252B" w:rsidRPr="002813C1">
        <w:t>jamais de la vie</w:t>
      </w:r>
      <w:r>
        <w:t xml:space="preserve">. </w:t>
      </w:r>
      <w:r w:rsidR="0024252B" w:rsidRPr="002813C1">
        <w:t>Elle renoncera aux millions pour elle et pour lui</w:t>
      </w:r>
      <w:r>
        <w:t xml:space="preserve">, </w:t>
      </w:r>
      <w:r w:rsidR="0024252B" w:rsidRPr="002813C1">
        <w:t>plutôt que de s</w:t>
      </w:r>
      <w:r>
        <w:t>’</w:t>
      </w:r>
      <w:r w:rsidR="0024252B" w:rsidRPr="002813C1">
        <w:t>y résoudre</w:t>
      </w:r>
      <w:r>
        <w:t xml:space="preserve">… </w:t>
      </w:r>
      <w:r w:rsidR="0024252B" w:rsidRPr="002813C1">
        <w:t>Elle est antique</w:t>
      </w:r>
      <w:r>
        <w:t xml:space="preserve">, </w:t>
      </w:r>
      <w:r w:rsidR="0024252B" w:rsidRPr="002813C1">
        <w:t>cette femme-là</w:t>
      </w:r>
      <w:r>
        <w:t> !</w:t>
      </w:r>
    </w:p>
    <w:p w14:paraId="136FB033" w14:textId="77777777" w:rsidR="00B77E03" w:rsidRDefault="0024252B" w:rsidP="00B77E03">
      <w:r w:rsidRPr="002813C1">
        <w:lastRenderedPageBreak/>
        <w:t>Et sur ce</w:t>
      </w:r>
      <w:r w:rsidR="00B77E03">
        <w:t xml:space="preserve">, </w:t>
      </w:r>
      <w:r w:rsidRPr="002813C1">
        <w:t>il s</w:t>
      </w:r>
      <w:r w:rsidR="00B77E03">
        <w:t>’</w:t>
      </w:r>
      <w:r w:rsidRPr="002813C1">
        <w:t>était mis à chercher quel parti tirer de ce qu</w:t>
      </w:r>
      <w:r w:rsidR="00B77E03">
        <w:t>’</w:t>
      </w:r>
      <w:r w:rsidRPr="002813C1">
        <w:t>il savait</w:t>
      </w:r>
      <w:r w:rsidR="00B77E03">
        <w:t>.</w:t>
      </w:r>
    </w:p>
    <w:p w14:paraId="7FF3CB15" w14:textId="31AE7BF4" w:rsidR="00B77E03" w:rsidRDefault="0024252B" w:rsidP="00B77E03">
      <w:r w:rsidRPr="002813C1">
        <w:t>C</w:t>
      </w:r>
      <w:r w:rsidR="00B77E03">
        <w:t>’</w:t>
      </w:r>
      <w:r w:rsidRPr="002813C1">
        <w:t xml:space="preserve">est que </w:t>
      </w:r>
      <w:r w:rsidR="00B77E03">
        <w:t>M. de </w:t>
      </w:r>
      <w:proofErr w:type="spellStart"/>
      <w:r w:rsidRPr="002813C1">
        <w:t>Coralth</w:t>
      </w:r>
      <w:proofErr w:type="spellEnd"/>
      <w:r w:rsidR="00B77E03">
        <w:t xml:space="preserve">, </w:t>
      </w:r>
      <w:r w:rsidRPr="002813C1">
        <w:t>comme tous les gens dont le présent repose sur une fiction plus ou moins inavouable</w:t>
      </w:r>
      <w:r w:rsidR="00B77E03">
        <w:t xml:space="preserve">, </w:t>
      </w:r>
      <w:r w:rsidRPr="002813C1">
        <w:t>avait grand peur de l</w:t>
      </w:r>
      <w:r w:rsidR="00B77E03">
        <w:t>’</w:t>
      </w:r>
      <w:r w:rsidRPr="002813C1">
        <w:t>avenir</w:t>
      </w:r>
      <w:r w:rsidR="00B77E03">
        <w:t xml:space="preserve">… </w:t>
      </w:r>
      <w:r w:rsidRPr="002813C1">
        <w:t>Pour l</w:t>
      </w:r>
      <w:r w:rsidR="00B77E03">
        <w:t>’</w:t>
      </w:r>
      <w:r w:rsidRPr="002813C1">
        <w:t>instant il avait l</w:t>
      </w:r>
      <w:r w:rsidR="00B77E03">
        <w:t>’</w:t>
      </w:r>
      <w:r w:rsidRPr="002813C1">
        <w:t>art de se procurer les trente ou quarante mille francs indispensables à son luxe</w:t>
      </w:r>
      <w:r w:rsidR="00B77E03">
        <w:t xml:space="preserve">, </w:t>
      </w:r>
      <w:r w:rsidRPr="002813C1">
        <w:t>mais il n</w:t>
      </w:r>
      <w:r w:rsidR="00B77E03">
        <w:t>’</w:t>
      </w:r>
      <w:r w:rsidRPr="002813C1">
        <w:t>avait pas un rouge liard de côté</w:t>
      </w:r>
      <w:r w:rsidR="00B77E03">
        <w:t xml:space="preserve">, </w:t>
      </w:r>
      <w:r w:rsidRPr="002813C1">
        <w:t>et du jour au lendemain le filon qu</w:t>
      </w:r>
      <w:r w:rsidR="00B77E03">
        <w:t>’</w:t>
      </w:r>
      <w:r w:rsidRPr="002813C1">
        <w:t>il exploitait pouvait tarir</w:t>
      </w:r>
      <w:r w:rsidR="00B77E03">
        <w:t>…</w:t>
      </w:r>
    </w:p>
    <w:p w14:paraId="3B702C8B" w14:textId="77777777" w:rsidR="00B77E03" w:rsidRDefault="0024252B" w:rsidP="00B77E03">
      <w:r w:rsidRPr="002813C1">
        <w:t>Que fallait-il pour le précipiter du faîte</w:t>
      </w:r>
      <w:r w:rsidR="00B77E03">
        <w:t xml:space="preserve">, </w:t>
      </w:r>
      <w:r w:rsidRPr="002813C1">
        <w:t>de ses fausses splendeurs sur le pavé ou plutôt dans la boue</w:t>
      </w:r>
      <w:r w:rsidR="00B77E03">
        <w:t xml:space="preserve"> ?… </w:t>
      </w:r>
      <w:r w:rsidRPr="002813C1">
        <w:t>Un hasard</w:t>
      </w:r>
      <w:r w:rsidR="00B77E03">
        <w:t xml:space="preserve">, </w:t>
      </w:r>
      <w:r w:rsidRPr="002813C1">
        <w:t>une indiscrétion</w:t>
      </w:r>
      <w:r w:rsidR="00B77E03">
        <w:t xml:space="preserve">, </w:t>
      </w:r>
      <w:r w:rsidRPr="002813C1">
        <w:t>une maladresse</w:t>
      </w:r>
      <w:r w:rsidR="00B77E03">
        <w:t xml:space="preserve">. </w:t>
      </w:r>
      <w:r w:rsidRPr="002813C1">
        <w:t>La sueur perlait à la racine de ses cheveux</w:t>
      </w:r>
      <w:r w:rsidR="00B77E03">
        <w:t xml:space="preserve">, </w:t>
      </w:r>
      <w:r w:rsidRPr="002813C1">
        <w:t>quand cette idée le poignait</w:t>
      </w:r>
      <w:r w:rsidR="00B77E03">
        <w:t xml:space="preserve">, </w:t>
      </w:r>
      <w:r w:rsidRPr="002813C1">
        <w:t>qu</w:t>
      </w:r>
      <w:r w:rsidR="00B77E03">
        <w:t>’</w:t>
      </w:r>
      <w:r w:rsidRPr="002813C1">
        <w:t>il n</w:t>
      </w:r>
      <w:r w:rsidR="00B77E03">
        <w:t>’</w:t>
      </w:r>
      <w:r w:rsidRPr="002813C1">
        <w:t>était qu</w:t>
      </w:r>
      <w:r w:rsidR="00B77E03">
        <w:t>’</w:t>
      </w:r>
      <w:r w:rsidRPr="002813C1">
        <w:t>un acteur</w:t>
      </w:r>
      <w:r w:rsidR="00B77E03">
        <w:t xml:space="preserve">, </w:t>
      </w:r>
      <w:r w:rsidRPr="002813C1">
        <w:t>que la moindre défaillance pouvait perdre</w:t>
      </w:r>
      <w:r w:rsidR="00B77E03">
        <w:t xml:space="preserve">. </w:t>
      </w:r>
      <w:r w:rsidRPr="002813C1">
        <w:t>C</w:t>
      </w:r>
      <w:r w:rsidR="00B77E03">
        <w:t>’</w:t>
      </w:r>
      <w:r w:rsidRPr="002813C1">
        <w:t>est avec passion qu</w:t>
      </w:r>
      <w:r w:rsidR="00B77E03">
        <w:t>’</w:t>
      </w:r>
      <w:r w:rsidRPr="002813C1">
        <w:t>il souhaitait une situation plus solide</w:t>
      </w:r>
      <w:r w:rsidR="00B77E03">
        <w:t xml:space="preserve">, </w:t>
      </w:r>
      <w:r w:rsidRPr="002813C1">
        <w:t>un petit capital qui lui assurât du pain jusqu</w:t>
      </w:r>
      <w:r w:rsidR="00B77E03">
        <w:t>’</w:t>
      </w:r>
      <w:r w:rsidRPr="002813C1">
        <w:t>à la fin de ses jours et qui éloignât de lui le fantôme de la misère</w:t>
      </w:r>
      <w:r w:rsidR="00B77E03">
        <w:t>.</w:t>
      </w:r>
    </w:p>
    <w:p w14:paraId="45651AAA" w14:textId="4552D625" w:rsidR="00B77E03" w:rsidRDefault="0024252B" w:rsidP="00B77E03">
      <w:r w:rsidRPr="002813C1">
        <w:t xml:space="preserve">Et ce fut cet âpre désir qui lui inspira précisément le plan de </w:t>
      </w:r>
      <w:r w:rsidR="00B77E03">
        <w:t>M. </w:t>
      </w:r>
      <w:r w:rsidRPr="002813C1">
        <w:t>Fortunat</w:t>
      </w:r>
      <w:r w:rsidR="00B77E03">
        <w:t>.</w:t>
      </w:r>
    </w:p>
    <w:p w14:paraId="2F8DA967" w14:textId="77777777" w:rsidR="00B77E03" w:rsidRDefault="00B77E03" w:rsidP="00B77E03">
      <w:r>
        <w:t>— </w:t>
      </w:r>
      <w:r w:rsidR="0024252B" w:rsidRPr="002813C1">
        <w:t xml:space="preserve">Pourquoi ne préviendrais-je pas </w:t>
      </w:r>
      <w:proofErr w:type="spellStart"/>
      <w:r w:rsidR="0024252B" w:rsidRPr="002813C1">
        <w:t>Wilkie</w:t>
      </w:r>
      <w:proofErr w:type="spellEnd"/>
      <w:r>
        <w:t xml:space="preserve">, </w:t>
      </w:r>
      <w:r w:rsidR="0024252B" w:rsidRPr="002813C1">
        <w:t>se dit-il</w:t>
      </w:r>
      <w:r>
        <w:t xml:space="preserve">. </w:t>
      </w:r>
      <w:r w:rsidR="0024252B" w:rsidRPr="002813C1">
        <w:t>Si je lui donne une fortune</w:t>
      </w:r>
      <w:r>
        <w:t xml:space="preserve">, </w:t>
      </w:r>
      <w:r w:rsidR="0024252B" w:rsidRPr="002813C1">
        <w:t>ce crétin me devra bien une récompense honnête</w:t>
      </w:r>
      <w:r>
        <w:t>…</w:t>
      </w:r>
    </w:p>
    <w:p w14:paraId="26243A56" w14:textId="548E91B1" w:rsidR="00B77E03" w:rsidRDefault="0024252B" w:rsidP="00B77E03">
      <w:r w:rsidRPr="002813C1">
        <w:t>À hasarder cette démarche</w:t>
      </w:r>
      <w:r w:rsidR="00B77E03">
        <w:t xml:space="preserve">, </w:t>
      </w:r>
      <w:r w:rsidRPr="002813C1">
        <w:t>il risquait l</w:t>
      </w:r>
      <w:r w:rsidR="00B77E03">
        <w:t>’</w:t>
      </w:r>
      <w:r w:rsidRPr="002813C1">
        <w:t xml:space="preserve">inimitié et la vengeance de </w:t>
      </w:r>
      <w:r w:rsidR="00B77E03">
        <w:t>M</w:t>
      </w:r>
      <w:r w:rsidR="00B77E03" w:rsidRPr="00B77E03">
        <w:rPr>
          <w:vertAlign w:val="superscript"/>
        </w:rPr>
        <w:t>me</w:t>
      </w:r>
      <w:r w:rsidR="00B77E03">
        <w:t> </w:t>
      </w:r>
      <w:r w:rsidRPr="002813C1">
        <w:t>d</w:t>
      </w:r>
      <w:r w:rsidR="00B77E03">
        <w:t>’</w:t>
      </w:r>
      <w:r w:rsidRPr="002813C1">
        <w:t>Argelès</w:t>
      </w:r>
      <w:r w:rsidR="00B77E03">
        <w:t xml:space="preserve">, </w:t>
      </w:r>
      <w:r w:rsidRPr="002813C1">
        <w:t>et c</w:t>
      </w:r>
      <w:r w:rsidR="00B77E03">
        <w:t>’</w:t>
      </w:r>
      <w:r w:rsidRPr="002813C1">
        <w:t>était grave</w:t>
      </w:r>
      <w:r w:rsidR="00B77E03">
        <w:t xml:space="preserve">… </w:t>
      </w:r>
      <w:r w:rsidRPr="002813C1">
        <w:t>S</w:t>
      </w:r>
      <w:r w:rsidR="00B77E03">
        <w:t>’</w:t>
      </w:r>
      <w:r w:rsidRPr="002813C1">
        <w:t>il savait d</w:t>
      </w:r>
      <w:r w:rsidR="00B77E03">
        <w:t>’</w:t>
      </w:r>
      <w:r w:rsidRPr="002813C1">
        <w:t>elle beaucoup de choses</w:t>
      </w:r>
      <w:r w:rsidR="00B77E03">
        <w:t xml:space="preserve">, </w:t>
      </w:r>
      <w:r w:rsidRPr="002813C1">
        <w:t>elle connaissait tout de lui</w:t>
      </w:r>
      <w:r w:rsidR="00B77E03">
        <w:t xml:space="preserve">… </w:t>
      </w:r>
      <w:r w:rsidRPr="002813C1">
        <w:t>Pour qu</w:t>
      </w:r>
      <w:r w:rsidR="00B77E03">
        <w:t>’</w:t>
      </w:r>
      <w:r w:rsidRPr="002813C1">
        <w:t>il fût honteusement chassé de partout</w:t>
      </w:r>
      <w:r w:rsidR="00B77E03">
        <w:t xml:space="preserve">, </w:t>
      </w:r>
      <w:r w:rsidRPr="002813C1">
        <w:t>elle n</w:t>
      </w:r>
      <w:r w:rsidR="00B77E03">
        <w:t>’</w:t>
      </w:r>
      <w:r w:rsidRPr="002813C1">
        <w:t>avait qu</w:t>
      </w:r>
      <w:r w:rsidR="00B77E03">
        <w:t>’</w:t>
      </w:r>
      <w:r w:rsidRPr="002813C1">
        <w:t>à le vouloir</w:t>
      </w:r>
      <w:r w:rsidR="00B77E03">
        <w:t>.</w:t>
      </w:r>
    </w:p>
    <w:p w14:paraId="3B6519B1" w14:textId="022C9BB9" w:rsidR="00B77E03" w:rsidRDefault="0024252B" w:rsidP="00B77E03">
      <w:r w:rsidRPr="002813C1">
        <w:t>Cependant</w:t>
      </w:r>
      <w:r w:rsidR="00B77E03">
        <w:t xml:space="preserve">, </w:t>
      </w:r>
      <w:r w:rsidRPr="002813C1">
        <w:t>pesant les avantages et les périls</w:t>
      </w:r>
      <w:r w:rsidR="00B77E03">
        <w:t xml:space="preserve">, </w:t>
      </w:r>
      <w:r w:rsidRPr="002813C1">
        <w:t>il se décida à agir</w:t>
      </w:r>
      <w:r w:rsidR="00B77E03">
        <w:t xml:space="preserve">, </w:t>
      </w:r>
      <w:r w:rsidRPr="002813C1">
        <w:t>persuadé d</w:t>
      </w:r>
      <w:r w:rsidR="00B77E03">
        <w:t>’</w:t>
      </w:r>
      <w:r w:rsidRPr="002813C1">
        <w:t>un autre côté qu</w:t>
      </w:r>
      <w:r w:rsidR="00B77E03">
        <w:t>’</w:t>
      </w:r>
      <w:r w:rsidRPr="002813C1">
        <w:t>en s</w:t>
      </w:r>
      <w:r w:rsidR="00B77E03">
        <w:t>’</w:t>
      </w:r>
      <w:r w:rsidRPr="002813C1">
        <w:t>y prenant bien</w:t>
      </w:r>
      <w:r w:rsidR="00B77E03">
        <w:t>, M</w:t>
      </w:r>
      <w:r w:rsidR="00B77E03" w:rsidRPr="00B77E03">
        <w:rPr>
          <w:vertAlign w:val="superscript"/>
        </w:rPr>
        <w:t>me</w:t>
      </w:r>
      <w:r w:rsidR="00B77E03">
        <w:t> </w:t>
      </w:r>
      <w:r w:rsidRPr="002813C1">
        <w:t>d</w:t>
      </w:r>
      <w:r w:rsidR="00B77E03">
        <w:t>’</w:t>
      </w:r>
      <w:r w:rsidRPr="002813C1">
        <w:t>Argelès ignorerait toujours sa trahison</w:t>
      </w:r>
      <w:r w:rsidR="00B77E03">
        <w:t>…</w:t>
      </w:r>
    </w:p>
    <w:p w14:paraId="3C2566E2" w14:textId="6E10F8B4" w:rsidR="00B77E03" w:rsidRDefault="0024252B" w:rsidP="00B77E03">
      <w:r w:rsidRPr="002813C1">
        <w:lastRenderedPageBreak/>
        <w:t>Et s</w:t>
      </w:r>
      <w:r w:rsidR="00B77E03">
        <w:t>’</w:t>
      </w:r>
      <w:r w:rsidRPr="002813C1">
        <w:t xml:space="preserve">il se trouvait si matin dans le petit salon de </w:t>
      </w:r>
      <w:r w:rsidR="00B77E03">
        <w:t>M. </w:t>
      </w:r>
      <w:proofErr w:type="spellStart"/>
      <w:r w:rsidRPr="002813C1">
        <w:t>Wilkie</w:t>
      </w:r>
      <w:proofErr w:type="spellEnd"/>
      <w:r w:rsidR="00B77E03">
        <w:t xml:space="preserve">, </w:t>
      </w:r>
      <w:r w:rsidRPr="002813C1">
        <w:t>c</w:t>
      </w:r>
      <w:r w:rsidR="00B77E03">
        <w:t>’</w:t>
      </w:r>
      <w:r w:rsidRPr="002813C1">
        <w:t>est qu</w:t>
      </w:r>
      <w:r w:rsidR="00B77E03">
        <w:t>’</w:t>
      </w:r>
      <w:r w:rsidRPr="002813C1">
        <w:t>il craignait de n</w:t>
      </w:r>
      <w:r w:rsidR="00B77E03">
        <w:t>’</w:t>
      </w:r>
      <w:r w:rsidRPr="002813C1">
        <w:t>être pas le seul à savoir la vérité</w:t>
      </w:r>
      <w:r w:rsidR="00B77E03">
        <w:t xml:space="preserve">, </w:t>
      </w:r>
      <w:r w:rsidRPr="002813C1">
        <w:t>et qu</w:t>
      </w:r>
      <w:r w:rsidR="00B77E03">
        <w:t>’</w:t>
      </w:r>
      <w:r w:rsidRPr="002813C1">
        <w:t>il tremblait d</w:t>
      </w:r>
      <w:r w:rsidR="00B77E03">
        <w:t>’</w:t>
      </w:r>
      <w:r w:rsidRPr="002813C1">
        <w:t>être prévenu</w:t>
      </w:r>
      <w:r w:rsidR="00B77E03">
        <w:t>.</w:t>
      </w:r>
    </w:p>
    <w:p w14:paraId="5771FD94" w14:textId="77777777" w:rsidR="00B77E03" w:rsidRDefault="00B77E03" w:rsidP="00B77E03">
      <w:r>
        <w:t>— </w:t>
      </w:r>
      <w:r w:rsidR="0024252B" w:rsidRPr="002813C1">
        <w:t>Vous ici</w:t>
      </w:r>
      <w:r>
        <w:t xml:space="preserve">, </w:t>
      </w:r>
      <w:r w:rsidR="0024252B" w:rsidRPr="002813C1">
        <w:t>mon excellent bon</w:t>
      </w:r>
      <w:r>
        <w:t xml:space="preserve"> ! </w:t>
      </w:r>
      <w:r w:rsidR="0024252B" w:rsidRPr="002813C1">
        <w:t>dès l</w:t>
      </w:r>
      <w:r>
        <w:t>’</w:t>
      </w:r>
      <w:r w:rsidR="0024252B" w:rsidRPr="002813C1">
        <w:t>aurore</w:t>
      </w:r>
      <w:r>
        <w:t xml:space="preserve"> !… </w:t>
      </w:r>
      <w:r w:rsidR="0024252B" w:rsidRPr="002813C1">
        <w:t>Qu</w:t>
      </w:r>
      <w:r>
        <w:t>’</w:t>
      </w:r>
      <w:r w:rsidR="0024252B" w:rsidRPr="002813C1">
        <w:t>arrive-t-il</w:t>
      </w:r>
      <w:r>
        <w:t> ?</w:t>
      </w:r>
    </w:p>
    <w:p w14:paraId="3F555A48" w14:textId="5DF3750A" w:rsidR="00B77E03" w:rsidRDefault="0024252B" w:rsidP="00B77E03">
      <w:r w:rsidRPr="002813C1">
        <w:t>Ainsi s</w:t>
      </w:r>
      <w:r w:rsidR="00B77E03">
        <w:t>’</w:t>
      </w:r>
      <w:r w:rsidRPr="002813C1">
        <w:t xml:space="preserve">exprima </w:t>
      </w:r>
      <w:r w:rsidR="00B77E03">
        <w:t>M. </w:t>
      </w:r>
      <w:proofErr w:type="spellStart"/>
      <w:r w:rsidRPr="002813C1">
        <w:t>Wilkie</w:t>
      </w:r>
      <w:proofErr w:type="spellEnd"/>
      <w:r w:rsidRPr="002813C1">
        <w:t xml:space="preserve"> en entrant tout effaré dans le petit salon</w:t>
      </w:r>
      <w:r w:rsidR="00B77E03">
        <w:t>.</w:t>
      </w:r>
    </w:p>
    <w:p w14:paraId="59C9D9CA" w14:textId="77777777" w:rsidR="00B77E03" w:rsidRDefault="00B77E03" w:rsidP="00B77E03">
      <w:r>
        <w:t>— </w:t>
      </w:r>
      <w:r w:rsidR="0024252B" w:rsidRPr="002813C1">
        <w:t>À moi</w:t>
      </w:r>
      <w:r>
        <w:t xml:space="preserve"> ? </w:t>
      </w:r>
      <w:r w:rsidR="0024252B" w:rsidRPr="002813C1">
        <w:t>rien</w:t>
      </w:r>
      <w:r>
        <w:t xml:space="preserve">, </w:t>
      </w:r>
      <w:r w:rsidR="0024252B" w:rsidRPr="002813C1">
        <w:t>répondit le vicomte</w:t>
      </w:r>
      <w:r>
        <w:t xml:space="preserve">, </w:t>
      </w:r>
      <w:r w:rsidR="0024252B" w:rsidRPr="002813C1">
        <w:t>c</w:t>
      </w:r>
      <w:r>
        <w:t>’</w:t>
      </w:r>
      <w:r w:rsidR="0024252B" w:rsidRPr="002813C1">
        <w:t>est pour vous que je me suis dérangé</w:t>
      </w:r>
      <w:r>
        <w:t>.</w:t>
      </w:r>
    </w:p>
    <w:p w14:paraId="4C99B9EA" w14:textId="77777777" w:rsidR="00B77E03" w:rsidRDefault="00B77E03" w:rsidP="00B77E03">
      <w:r>
        <w:t>— </w:t>
      </w:r>
      <w:r w:rsidR="0024252B" w:rsidRPr="002813C1">
        <w:t>Allons donc</w:t>
      </w:r>
      <w:r>
        <w:t xml:space="preserve"> !… </w:t>
      </w:r>
      <w:r w:rsidR="0024252B" w:rsidRPr="002813C1">
        <w:t>Vous m</w:t>
      </w:r>
      <w:r>
        <w:t>’</w:t>
      </w:r>
      <w:r w:rsidR="0024252B" w:rsidRPr="002813C1">
        <w:t>effrayez</w:t>
      </w:r>
      <w:r>
        <w:t>.</w:t>
      </w:r>
    </w:p>
    <w:p w14:paraId="3F6532DA" w14:textId="77777777" w:rsidR="00B77E03" w:rsidRDefault="00B77E03" w:rsidP="00B77E03">
      <w:r>
        <w:t>— </w:t>
      </w:r>
      <w:r w:rsidR="0024252B" w:rsidRPr="002813C1">
        <w:t>Oh</w:t>
      </w:r>
      <w:r>
        <w:t xml:space="preserve"> !… </w:t>
      </w:r>
      <w:r w:rsidR="0024252B" w:rsidRPr="002813C1">
        <w:t>rassurez-vous</w:t>
      </w:r>
      <w:r>
        <w:t xml:space="preserve">, </w:t>
      </w:r>
      <w:r w:rsidR="0024252B" w:rsidRPr="002813C1">
        <w:t>je n</w:t>
      </w:r>
      <w:r>
        <w:t>’</w:t>
      </w:r>
      <w:r w:rsidR="0024252B" w:rsidRPr="002813C1">
        <w:t>ai rien à vous dire que d</w:t>
      </w:r>
      <w:r>
        <w:t>’</w:t>
      </w:r>
      <w:r w:rsidR="0024252B" w:rsidRPr="002813C1">
        <w:t>agréable</w:t>
      </w:r>
      <w:r>
        <w:t>.</w:t>
      </w:r>
    </w:p>
    <w:p w14:paraId="06F2FB1A" w14:textId="77777777" w:rsidR="00B77E03" w:rsidRDefault="0024252B" w:rsidP="00B77E03">
      <w:r w:rsidRPr="002813C1">
        <w:t>Et d</w:t>
      </w:r>
      <w:r w:rsidR="00B77E03">
        <w:t>’</w:t>
      </w:r>
      <w:r w:rsidRPr="002813C1">
        <w:t>un ton léger qui dissimulait fort bien son émotion</w:t>
      </w:r>
      <w:r w:rsidR="00B77E03">
        <w:t> :</w:t>
      </w:r>
    </w:p>
    <w:p w14:paraId="01B5933E" w14:textId="77777777" w:rsidR="00B77E03" w:rsidRDefault="00B77E03" w:rsidP="00B77E03">
      <w:r>
        <w:t>— </w:t>
      </w:r>
      <w:r w:rsidR="0024252B" w:rsidRPr="002813C1">
        <w:t>Je suis venu</w:t>
      </w:r>
      <w:r>
        <w:t xml:space="preserve">, </w:t>
      </w:r>
      <w:r w:rsidR="0024252B" w:rsidRPr="002813C1">
        <w:t xml:space="preserve">mon cher </w:t>
      </w:r>
      <w:proofErr w:type="spellStart"/>
      <w:r w:rsidR="0024252B" w:rsidRPr="002813C1">
        <w:t>Wilkie</w:t>
      </w:r>
      <w:proofErr w:type="spellEnd"/>
      <w:r>
        <w:t xml:space="preserve">, </w:t>
      </w:r>
      <w:r w:rsidR="0024252B" w:rsidRPr="002813C1">
        <w:t>prononça-t-il</w:t>
      </w:r>
      <w:r>
        <w:t xml:space="preserve">, </w:t>
      </w:r>
      <w:r w:rsidR="0024252B" w:rsidRPr="002813C1">
        <w:t>pour vous demander ce que vous donneriez bien à l</w:t>
      </w:r>
      <w:r>
        <w:t>’</w:t>
      </w:r>
      <w:r w:rsidR="0024252B" w:rsidRPr="002813C1">
        <w:t>homme qui vous mettrait en possession de plusieurs millions</w:t>
      </w:r>
      <w:r>
        <w:t>.</w:t>
      </w:r>
    </w:p>
    <w:p w14:paraId="459C5C48" w14:textId="5EA2B3A7" w:rsidR="00B77E03" w:rsidRDefault="0024252B" w:rsidP="00B77E03">
      <w:r w:rsidRPr="002813C1">
        <w:t>En dix secondes</w:t>
      </w:r>
      <w:r w:rsidR="00B77E03">
        <w:t xml:space="preserve">, </w:t>
      </w:r>
      <w:r w:rsidRPr="002813C1">
        <w:t xml:space="preserve">le visage de </w:t>
      </w:r>
      <w:r w:rsidR="00B77E03">
        <w:t>M. </w:t>
      </w:r>
      <w:proofErr w:type="spellStart"/>
      <w:r w:rsidRPr="002813C1">
        <w:t>Wilkie</w:t>
      </w:r>
      <w:proofErr w:type="spellEnd"/>
      <w:r w:rsidRPr="002813C1">
        <w:t xml:space="preserve"> passa deux ou trois fois alternativement du blanc au pourpre</w:t>
      </w:r>
      <w:r w:rsidR="00B77E03">
        <w:t xml:space="preserve">, </w:t>
      </w:r>
      <w:r w:rsidRPr="002813C1">
        <w:t>et c</w:t>
      </w:r>
      <w:r w:rsidR="00B77E03">
        <w:t>’</w:t>
      </w:r>
      <w:r w:rsidRPr="002813C1">
        <w:t>est d</w:t>
      </w:r>
      <w:r w:rsidR="00B77E03">
        <w:t>’</w:t>
      </w:r>
      <w:r w:rsidRPr="002813C1">
        <w:t>une voix altérée qu</w:t>
      </w:r>
      <w:r w:rsidR="00B77E03">
        <w:t>’</w:t>
      </w:r>
      <w:r w:rsidRPr="002813C1">
        <w:t>il répondit</w:t>
      </w:r>
      <w:r w:rsidR="00B77E03">
        <w:t> :</w:t>
      </w:r>
    </w:p>
    <w:p w14:paraId="2FD9A4C0" w14:textId="77777777" w:rsidR="00B77E03" w:rsidRDefault="00B77E03" w:rsidP="00B77E03">
      <w:r>
        <w:t>— </w:t>
      </w:r>
      <w:r w:rsidR="0024252B" w:rsidRPr="002813C1">
        <w:t>Très-bonne</w:t>
      </w:r>
      <w:r>
        <w:t xml:space="preserve">, </w:t>
      </w:r>
      <w:r w:rsidR="0024252B" w:rsidRPr="002813C1">
        <w:t>celle-là</w:t>
      </w:r>
      <w:r>
        <w:t xml:space="preserve"> !… </w:t>
      </w:r>
      <w:r w:rsidR="0024252B" w:rsidRPr="002813C1">
        <w:t>je la trouve bien bonne</w:t>
      </w:r>
      <w:r>
        <w:t xml:space="preserve"> !… </w:t>
      </w:r>
      <w:r w:rsidR="0024252B" w:rsidRPr="002813C1">
        <w:t>J</w:t>
      </w:r>
      <w:r>
        <w:t>’</w:t>
      </w:r>
      <w:r w:rsidR="0024252B" w:rsidRPr="002813C1">
        <w:t>en rirai plusieurs jours</w:t>
      </w:r>
      <w:r>
        <w:t xml:space="preserve">, </w:t>
      </w:r>
      <w:r w:rsidR="0024252B" w:rsidRPr="002813C1">
        <w:t>excepté pendant les repas</w:t>
      </w:r>
      <w:r>
        <w:t>…</w:t>
      </w:r>
    </w:p>
    <w:p w14:paraId="41D7E4C7" w14:textId="77777777" w:rsidR="00B77E03" w:rsidRDefault="0024252B" w:rsidP="00B77E03">
      <w:r w:rsidRPr="002813C1">
        <w:t>Il essayait de railler</w:t>
      </w:r>
      <w:r w:rsidR="00B77E03">
        <w:t xml:space="preserve">, </w:t>
      </w:r>
      <w:r w:rsidRPr="002813C1">
        <w:t>mais il était bouleversé</w:t>
      </w:r>
      <w:r w:rsidR="00B77E03">
        <w:t xml:space="preserve">… </w:t>
      </w:r>
      <w:r w:rsidRPr="002813C1">
        <w:t>Il s</w:t>
      </w:r>
      <w:r w:rsidR="00B77E03">
        <w:t>’</w:t>
      </w:r>
      <w:r w:rsidRPr="002813C1">
        <w:t>était bercé de tant de chimères que rien ne devait plus lui paraître invraisemblable</w:t>
      </w:r>
      <w:r w:rsidR="00B77E03">
        <w:t>.</w:t>
      </w:r>
    </w:p>
    <w:p w14:paraId="02DBF3EA" w14:textId="77777777" w:rsidR="00B77E03" w:rsidRDefault="00B77E03" w:rsidP="00B77E03">
      <w:r>
        <w:t>— </w:t>
      </w:r>
      <w:r w:rsidR="0024252B" w:rsidRPr="002813C1">
        <w:t>De ma vie je n</w:t>
      </w:r>
      <w:r>
        <w:t>’</w:t>
      </w:r>
      <w:r w:rsidR="0024252B" w:rsidRPr="002813C1">
        <w:t>ai parlé plus sérieusement</w:t>
      </w:r>
      <w:r>
        <w:t xml:space="preserve">, </w:t>
      </w:r>
      <w:r w:rsidR="0024252B" w:rsidRPr="002813C1">
        <w:t>insista le vicomte</w:t>
      </w:r>
      <w:r>
        <w:t>.</w:t>
      </w:r>
    </w:p>
    <w:p w14:paraId="7E79DEF0" w14:textId="77777777" w:rsidR="00B77E03" w:rsidRDefault="0024252B" w:rsidP="00B77E03">
      <w:r w:rsidRPr="002813C1">
        <w:lastRenderedPageBreak/>
        <w:t>L</w:t>
      </w:r>
      <w:r w:rsidR="00B77E03">
        <w:t>’</w:t>
      </w:r>
      <w:r w:rsidRPr="002813C1">
        <w:t>autre ne répondit pas tout d</w:t>
      </w:r>
      <w:r w:rsidR="00B77E03">
        <w:t>’</w:t>
      </w:r>
      <w:r w:rsidRPr="002813C1">
        <w:t>abord</w:t>
      </w:r>
      <w:r w:rsidR="00B77E03">
        <w:t xml:space="preserve">… </w:t>
      </w:r>
      <w:r w:rsidRPr="002813C1">
        <w:t>Ses regards effarés disaient quel combat se livrait en lui</w:t>
      </w:r>
      <w:r w:rsidR="00B77E03">
        <w:t xml:space="preserve">, </w:t>
      </w:r>
      <w:r w:rsidRPr="002813C1">
        <w:t>entre des espérances décevantes et la crainte d</w:t>
      </w:r>
      <w:r w:rsidR="00B77E03">
        <w:t>’</w:t>
      </w:r>
      <w:r w:rsidRPr="002813C1">
        <w:t>être dupe de quelque mauvaise plaisanterie</w:t>
      </w:r>
      <w:r w:rsidR="00B77E03">
        <w:t>…</w:t>
      </w:r>
    </w:p>
    <w:p w14:paraId="2678B5DB" w14:textId="77777777" w:rsidR="00B77E03" w:rsidRDefault="00B77E03" w:rsidP="00B77E03">
      <w:r>
        <w:t>— </w:t>
      </w:r>
      <w:r w:rsidR="0024252B" w:rsidRPr="002813C1">
        <w:t>Voyons</w:t>
      </w:r>
      <w:r>
        <w:t xml:space="preserve">, </w:t>
      </w:r>
      <w:r w:rsidR="0024252B" w:rsidRPr="002813C1">
        <w:t>cher</w:t>
      </w:r>
      <w:r>
        <w:t xml:space="preserve">, </w:t>
      </w:r>
      <w:r w:rsidR="0024252B" w:rsidRPr="002813C1">
        <w:t>dit-il enfin</w:t>
      </w:r>
      <w:r>
        <w:t xml:space="preserve">, </w:t>
      </w:r>
      <w:r w:rsidR="0024252B" w:rsidRPr="002813C1">
        <w:t>voulez-vous me faire poser</w:t>
      </w:r>
      <w:r>
        <w:t xml:space="preserve"> ?… </w:t>
      </w:r>
      <w:r w:rsidR="0024252B" w:rsidRPr="002813C1">
        <w:t>Ce ne serait pas gentil</w:t>
      </w:r>
      <w:r>
        <w:t xml:space="preserve">… </w:t>
      </w:r>
      <w:r w:rsidR="0024252B" w:rsidRPr="002813C1">
        <w:t>Un débiteur</w:t>
      </w:r>
      <w:r>
        <w:t xml:space="preserve">, </w:t>
      </w:r>
      <w:r w:rsidR="0024252B" w:rsidRPr="002813C1">
        <w:t>c</w:t>
      </w:r>
      <w:r>
        <w:t>’</w:t>
      </w:r>
      <w:r w:rsidR="0024252B" w:rsidRPr="002813C1">
        <w:t>est sacré</w:t>
      </w:r>
      <w:r>
        <w:t xml:space="preserve">, </w:t>
      </w:r>
      <w:r w:rsidR="0024252B" w:rsidRPr="002813C1">
        <w:t>et je vous dois 25 louis</w:t>
      </w:r>
      <w:r>
        <w:t xml:space="preserve">… </w:t>
      </w:r>
      <w:r w:rsidR="0024252B" w:rsidRPr="002813C1">
        <w:t>Ce n</w:t>
      </w:r>
      <w:r>
        <w:t>’</w:t>
      </w:r>
      <w:r w:rsidR="0024252B" w:rsidRPr="002813C1">
        <w:t>est pas le moment de me parler de millions</w:t>
      </w:r>
      <w:r>
        <w:t xml:space="preserve">, </w:t>
      </w:r>
      <w:r w:rsidR="0024252B" w:rsidRPr="002813C1">
        <w:t>allez</w:t>
      </w:r>
      <w:r>
        <w:t xml:space="preserve">… </w:t>
      </w:r>
      <w:r w:rsidR="0024252B" w:rsidRPr="002813C1">
        <w:t>Ma famille m</w:t>
      </w:r>
      <w:r>
        <w:t>’</w:t>
      </w:r>
      <w:r w:rsidR="0024252B" w:rsidRPr="002813C1">
        <w:t>a coupé les vivres</w:t>
      </w:r>
      <w:r>
        <w:t xml:space="preserve">, </w:t>
      </w:r>
      <w:r w:rsidR="0024252B" w:rsidRPr="002813C1">
        <w:t>mes créanciers me la font au papier timbré</w:t>
      </w:r>
      <w:r>
        <w:t xml:space="preserve">… </w:t>
      </w:r>
      <w:r w:rsidR="0024252B" w:rsidRPr="002813C1">
        <w:t>enfin</w:t>
      </w:r>
      <w:r>
        <w:t xml:space="preserve">, </w:t>
      </w:r>
      <w:r w:rsidR="0024252B" w:rsidRPr="002813C1">
        <w:t>ça ne boulotte pas</w:t>
      </w:r>
      <w:r>
        <w:t>…</w:t>
      </w:r>
    </w:p>
    <w:p w14:paraId="1DF84830" w14:textId="673810E6" w:rsidR="00B77E03" w:rsidRDefault="00B77E03" w:rsidP="00B77E03">
      <w:r>
        <w:t>M. de </w:t>
      </w:r>
      <w:proofErr w:type="spellStart"/>
      <w:r w:rsidR="0024252B" w:rsidRPr="002813C1">
        <w:t>Coralth</w:t>
      </w:r>
      <w:proofErr w:type="spellEnd"/>
      <w:r w:rsidR="0024252B" w:rsidRPr="002813C1">
        <w:t xml:space="preserve"> l</w:t>
      </w:r>
      <w:r>
        <w:t>’</w:t>
      </w:r>
      <w:r w:rsidR="0024252B" w:rsidRPr="002813C1">
        <w:t>arrêta</w:t>
      </w:r>
      <w:r>
        <w:t xml:space="preserve">, </w:t>
      </w:r>
      <w:r w:rsidR="0024252B" w:rsidRPr="002813C1">
        <w:t>et d</w:t>
      </w:r>
      <w:r>
        <w:t>’</w:t>
      </w:r>
      <w:r w:rsidR="0024252B" w:rsidRPr="002813C1">
        <w:t>un air solennel</w:t>
      </w:r>
      <w:r>
        <w:t> :</w:t>
      </w:r>
    </w:p>
    <w:p w14:paraId="752E9E16" w14:textId="77777777" w:rsidR="00B77E03" w:rsidRDefault="00B77E03" w:rsidP="00B77E03">
      <w:r>
        <w:t>— </w:t>
      </w:r>
      <w:r w:rsidR="0024252B" w:rsidRPr="002813C1">
        <w:t>Sur l</w:t>
      </w:r>
      <w:r>
        <w:t>’</w:t>
      </w:r>
      <w:r w:rsidR="0024252B" w:rsidRPr="002813C1">
        <w:t>honneur</w:t>
      </w:r>
      <w:r>
        <w:t xml:space="preserve">, </w:t>
      </w:r>
      <w:r w:rsidR="0024252B" w:rsidRPr="002813C1">
        <w:t>prononça-t-il</w:t>
      </w:r>
      <w:r>
        <w:t xml:space="preserve">, </w:t>
      </w:r>
      <w:r w:rsidR="0024252B" w:rsidRPr="002813C1">
        <w:t>je ne plaisante pas</w:t>
      </w:r>
      <w:r>
        <w:t xml:space="preserve">… </w:t>
      </w:r>
      <w:r w:rsidR="0024252B" w:rsidRPr="002813C1">
        <w:t>Que donneriez-vous à l</w:t>
      </w:r>
      <w:r>
        <w:t>’</w:t>
      </w:r>
      <w:r w:rsidR="0024252B" w:rsidRPr="002813C1">
        <w:t>homme qui vous</w:t>
      </w:r>
      <w:r>
        <w:t>…</w:t>
      </w:r>
    </w:p>
    <w:p w14:paraId="290F3F58" w14:textId="77777777" w:rsidR="00B77E03" w:rsidRDefault="00B77E03" w:rsidP="00B77E03">
      <w:r>
        <w:t>— </w:t>
      </w:r>
      <w:r w:rsidR="0024252B" w:rsidRPr="002813C1">
        <w:t>Eh</w:t>
      </w:r>
      <w:r>
        <w:t xml:space="preserve"> !… </w:t>
      </w:r>
      <w:r w:rsidR="0024252B" w:rsidRPr="002813C1">
        <w:t>je lui donnerais la moitié de ce qu</w:t>
      </w:r>
      <w:r>
        <w:t>’</w:t>
      </w:r>
      <w:r w:rsidR="0024252B" w:rsidRPr="002813C1">
        <w:t>il me ferait avoir</w:t>
      </w:r>
      <w:r>
        <w:t>…</w:t>
      </w:r>
    </w:p>
    <w:p w14:paraId="4E9E07F3" w14:textId="77777777" w:rsidR="00B77E03" w:rsidRDefault="00B77E03" w:rsidP="00B77E03">
      <w:r>
        <w:t>— </w:t>
      </w:r>
      <w:r w:rsidR="0024252B" w:rsidRPr="002813C1">
        <w:t>C</w:t>
      </w:r>
      <w:r>
        <w:t>’</w:t>
      </w:r>
      <w:r w:rsidR="0024252B" w:rsidRPr="002813C1">
        <w:t>est trop</w:t>
      </w:r>
      <w:r>
        <w:t>.</w:t>
      </w:r>
    </w:p>
    <w:p w14:paraId="6D2A8297" w14:textId="77777777" w:rsidR="00B77E03" w:rsidRDefault="00B77E03" w:rsidP="00B77E03">
      <w:r>
        <w:t>— </w:t>
      </w:r>
      <w:r w:rsidR="0024252B" w:rsidRPr="002813C1">
        <w:t>Non</w:t>
      </w:r>
      <w:r>
        <w:t xml:space="preserve">, </w:t>
      </w:r>
      <w:r w:rsidR="0024252B" w:rsidRPr="002813C1">
        <w:t>non</w:t>
      </w:r>
      <w:r>
        <w:t> !…</w:t>
      </w:r>
    </w:p>
    <w:p w14:paraId="54ED9AE4" w14:textId="77777777" w:rsidR="00B77E03" w:rsidRDefault="0024252B" w:rsidP="00B77E03">
      <w:r w:rsidRPr="002813C1">
        <w:t>Il était de bonne foi</w:t>
      </w:r>
      <w:r w:rsidR="00B77E03">
        <w:t xml:space="preserve">, </w:t>
      </w:r>
      <w:r w:rsidRPr="002813C1">
        <w:t>très-certainement</w:t>
      </w:r>
      <w:r w:rsidR="00B77E03">
        <w:t xml:space="preserve">. </w:t>
      </w:r>
      <w:r w:rsidRPr="002813C1">
        <w:t>Que ne promet-on pas</w:t>
      </w:r>
      <w:r w:rsidR="00B77E03">
        <w:t xml:space="preserve">, </w:t>
      </w:r>
      <w:r w:rsidRPr="002813C1">
        <w:t>dans la sincérité de son âme</w:t>
      </w:r>
      <w:r w:rsidR="00B77E03">
        <w:t xml:space="preserve">, </w:t>
      </w:r>
      <w:r w:rsidRPr="002813C1">
        <w:t>au mortel généreux qui promet de l</w:t>
      </w:r>
      <w:r w:rsidR="00B77E03">
        <w:t>’</w:t>
      </w:r>
      <w:r w:rsidRPr="002813C1">
        <w:t>argent quand on n</w:t>
      </w:r>
      <w:r w:rsidR="00B77E03">
        <w:t>’</w:t>
      </w:r>
      <w:r w:rsidRPr="002813C1">
        <w:t>en a pas</w:t>
      </w:r>
      <w:r w:rsidR="00B77E03">
        <w:t xml:space="preserve">, </w:t>
      </w:r>
      <w:r w:rsidRPr="002813C1">
        <w:t>quand on en veut</w:t>
      </w:r>
      <w:r w:rsidR="00B77E03">
        <w:t xml:space="preserve">, </w:t>
      </w:r>
      <w:r w:rsidRPr="002813C1">
        <w:t>quand il en faut</w:t>
      </w:r>
      <w:r w:rsidR="00B77E03">
        <w:t xml:space="preserve">… </w:t>
      </w:r>
      <w:r w:rsidRPr="002813C1">
        <w:t>Alors aucune commission ne paraît exorbitante</w:t>
      </w:r>
      <w:r w:rsidR="00B77E03">
        <w:t xml:space="preserve">… </w:t>
      </w:r>
      <w:r w:rsidRPr="002813C1">
        <w:t>C</w:t>
      </w:r>
      <w:r w:rsidR="00B77E03">
        <w:t>’</w:t>
      </w:r>
      <w:r w:rsidRPr="002813C1">
        <w:t>est plus tard</w:t>
      </w:r>
      <w:r w:rsidR="00B77E03">
        <w:t xml:space="preserve">, </w:t>
      </w:r>
      <w:r w:rsidRPr="002813C1">
        <w:t>l</w:t>
      </w:r>
      <w:r w:rsidR="00B77E03">
        <w:t>’</w:t>
      </w:r>
      <w:r w:rsidRPr="002813C1">
        <w:t>échéance venue</w:t>
      </w:r>
      <w:r w:rsidR="00B77E03">
        <w:t xml:space="preserve">, </w:t>
      </w:r>
      <w:r w:rsidRPr="002813C1">
        <w:t>au moment de payer</w:t>
      </w:r>
      <w:r w:rsidR="00B77E03">
        <w:t xml:space="preserve">, </w:t>
      </w:r>
      <w:r w:rsidRPr="002813C1">
        <w:t>qu</w:t>
      </w:r>
      <w:r w:rsidR="00B77E03">
        <w:t>’</w:t>
      </w:r>
      <w:r w:rsidRPr="002813C1">
        <w:t>on suppute le taux de l</w:t>
      </w:r>
      <w:r w:rsidR="00B77E03">
        <w:t>’</w:t>
      </w:r>
      <w:r w:rsidRPr="002813C1">
        <w:t>intérêt</w:t>
      </w:r>
      <w:r w:rsidR="00B77E03">
        <w:t>…</w:t>
      </w:r>
    </w:p>
    <w:p w14:paraId="765D60EB" w14:textId="77777777" w:rsidR="00B77E03" w:rsidRDefault="00B77E03" w:rsidP="00B77E03">
      <w:r>
        <w:t>— </w:t>
      </w:r>
      <w:r w:rsidR="0024252B" w:rsidRPr="002813C1">
        <w:t>Si je vous déclare que la moitié est trop</w:t>
      </w:r>
      <w:r>
        <w:t xml:space="preserve">, </w:t>
      </w:r>
      <w:r w:rsidR="0024252B" w:rsidRPr="002813C1">
        <w:t>c</w:t>
      </w:r>
      <w:r>
        <w:t>’</w:t>
      </w:r>
      <w:r w:rsidR="0024252B" w:rsidRPr="002813C1">
        <w:t>est que c</w:t>
      </w:r>
      <w:r>
        <w:t>’</w:t>
      </w:r>
      <w:r w:rsidR="0024252B" w:rsidRPr="002813C1">
        <w:t>est vrai</w:t>
      </w:r>
      <w:r>
        <w:t xml:space="preserve">… </w:t>
      </w:r>
      <w:r w:rsidR="0024252B" w:rsidRPr="002813C1">
        <w:t>Et mieux que personne j</w:t>
      </w:r>
      <w:r>
        <w:t>’</w:t>
      </w:r>
      <w:r w:rsidR="0024252B" w:rsidRPr="002813C1">
        <w:t>en puis être juge</w:t>
      </w:r>
      <w:r>
        <w:t xml:space="preserve">, </w:t>
      </w:r>
      <w:r w:rsidR="0024252B" w:rsidRPr="002813C1">
        <w:t>puisque l</w:t>
      </w:r>
      <w:r>
        <w:t>’</w:t>
      </w:r>
      <w:r w:rsidR="0024252B" w:rsidRPr="002813C1">
        <w:t>homme qui peut vous mettre en possession d</w:t>
      </w:r>
      <w:r>
        <w:t>’</w:t>
      </w:r>
      <w:r w:rsidR="0024252B" w:rsidRPr="002813C1">
        <w:t>une fortune énorme</w:t>
      </w:r>
      <w:r>
        <w:t xml:space="preserve">… </w:t>
      </w:r>
      <w:r w:rsidR="0024252B" w:rsidRPr="002813C1">
        <w:t>c</w:t>
      </w:r>
      <w:r>
        <w:t>’</w:t>
      </w:r>
      <w:r w:rsidR="0024252B" w:rsidRPr="002813C1">
        <w:t>est moi</w:t>
      </w:r>
      <w:r>
        <w:t> !</w:t>
      </w:r>
    </w:p>
    <w:p w14:paraId="20E7AC43" w14:textId="10F46706" w:rsidR="00B77E03" w:rsidRDefault="00B77E03" w:rsidP="00B77E03">
      <w:r>
        <w:t>M. </w:t>
      </w:r>
      <w:proofErr w:type="spellStart"/>
      <w:r w:rsidR="0024252B" w:rsidRPr="002813C1">
        <w:t>Wilkie</w:t>
      </w:r>
      <w:proofErr w:type="spellEnd"/>
      <w:r w:rsidR="0024252B" w:rsidRPr="002813C1">
        <w:t xml:space="preserve"> recula d</w:t>
      </w:r>
      <w:r>
        <w:t>’</w:t>
      </w:r>
      <w:r w:rsidR="0024252B" w:rsidRPr="002813C1">
        <w:t>un pas</w:t>
      </w:r>
      <w:r>
        <w:t xml:space="preserve">, </w:t>
      </w:r>
      <w:r w:rsidR="0024252B" w:rsidRPr="002813C1">
        <w:t>abasourdi</w:t>
      </w:r>
      <w:r>
        <w:t xml:space="preserve">, </w:t>
      </w:r>
      <w:r w:rsidR="0024252B" w:rsidRPr="002813C1">
        <w:t>hébété de surprise</w:t>
      </w:r>
      <w:r>
        <w:t>.</w:t>
      </w:r>
    </w:p>
    <w:p w14:paraId="06D1D36E" w14:textId="77777777" w:rsidR="00B77E03" w:rsidRDefault="00B77E03" w:rsidP="00B77E03">
      <w:r>
        <w:lastRenderedPageBreak/>
        <w:t>— </w:t>
      </w:r>
      <w:r w:rsidR="0024252B" w:rsidRPr="002813C1">
        <w:t>Cela vous étonne</w:t>
      </w:r>
      <w:r>
        <w:t xml:space="preserve"> !… </w:t>
      </w:r>
      <w:r w:rsidR="0024252B" w:rsidRPr="002813C1">
        <w:t>fit le vicomte</w:t>
      </w:r>
      <w:r>
        <w:t xml:space="preserve">, </w:t>
      </w:r>
      <w:r w:rsidR="0024252B" w:rsidRPr="002813C1">
        <w:t>et pourquoi</w:t>
      </w:r>
      <w:r>
        <w:t xml:space="preserve">, </w:t>
      </w:r>
      <w:r w:rsidR="0024252B" w:rsidRPr="002813C1">
        <w:t>s</w:t>
      </w:r>
      <w:r>
        <w:t>’</w:t>
      </w:r>
      <w:r w:rsidR="0024252B" w:rsidRPr="002813C1">
        <w:t>il vous plaît</w:t>
      </w:r>
      <w:r>
        <w:t xml:space="preserve"> ? </w:t>
      </w:r>
      <w:r w:rsidR="0024252B" w:rsidRPr="002813C1">
        <w:t>Serait-ce parce que j</w:t>
      </w:r>
      <w:r>
        <w:t>’</w:t>
      </w:r>
      <w:r w:rsidR="0024252B" w:rsidRPr="002813C1">
        <w:t>exige une commission</w:t>
      </w:r>
      <w:r>
        <w:t> ?…</w:t>
      </w:r>
    </w:p>
    <w:p w14:paraId="7876EC88" w14:textId="77777777" w:rsidR="00B77E03" w:rsidRDefault="00B77E03" w:rsidP="00B77E03">
      <w:r>
        <w:t>— </w:t>
      </w:r>
      <w:r w:rsidR="0024252B" w:rsidRPr="002813C1">
        <w:t>Oh</w:t>
      </w:r>
      <w:r>
        <w:t xml:space="preserve"> !… </w:t>
      </w:r>
      <w:r w:rsidR="0024252B" w:rsidRPr="002813C1">
        <w:t>pas du tout</w:t>
      </w:r>
      <w:r>
        <w:t>.</w:t>
      </w:r>
    </w:p>
    <w:p w14:paraId="5ED00C3B" w14:textId="77777777" w:rsidR="00B77E03" w:rsidRDefault="00B77E03" w:rsidP="00B77E03">
      <w:r>
        <w:t>— </w:t>
      </w:r>
      <w:r w:rsidR="0024252B" w:rsidRPr="002813C1">
        <w:t>Ce n</w:t>
      </w:r>
      <w:r>
        <w:t>’</w:t>
      </w:r>
      <w:r w:rsidR="0024252B" w:rsidRPr="002813C1">
        <w:t>est peut-être pas très</w:t>
      </w:r>
      <w:r>
        <w:t xml:space="preserve">… </w:t>
      </w:r>
      <w:r w:rsidR="0024252B" w:rsidRPr="002813C1">
        <w:t>gentilhomme</w:t>
      </w:r>
      <w:r>
        <w:t xml:space="preserve">, </w:t>
      </w:r>
      <w:r w:rsidR="0024252B" w:rsidRPr="002813C1">
        <w:t>mais c</w:t>
      </w:r>
      <w:r>
        <w:t>’</w:t>
      </w:r>
      <w:r w:rsidR="0024252B" w:rsidRPr="002813C1">
        <w:t>est pratique</w:t>
      </w:r>
      <w:r>
        <w:t xml:space="preserve">. </w:t>
      </w:r>
      <w:r w:rsidR="0024252B" w:rsidRPr="002813C1">
        <w:t>Je suis dans le mouvement</w:t>
      </w:r>
      <w:r>
        <w:t xml:space="preserve">, </w:t>
      </w:r>
      <w:r w:rsidR="0024252B" w:rsidRPr="002813C1">
        <w:t>moi</w:t>
      </w:r>
      <w:r>
        <w:t xml:space="preserve"> ; </w:t>
      </w:r>
      <w:r w:rsidR="0024252B" w:rsidRPr="002813C1">
        <w:t>les affaires sont des affaires</w:t>
      </w:r>
      <w:r>
        <w:t xml:space="preserve">. </w:t>
      </w:r>
      <w:r w:rsidR="0024252B" w:rsidRPr="002813C1">
        <w:t>Passé midi</w:t>
      </w:r>
      <w:r>
        <w:t xml:space="preserve">, </w:t>
      </w:r>
      <w:r w:rsidR="0024252B" w:rsidRPr="002813C1">
        <w:t>au restaurant</w:t>
      </w:r>
      <w:r>
        <w:t xml:space="preserve">, </w:t>
      </w:r>
      <w:r w:rsidR="0024252B" w:rsidRPr="002813C1">
        <w:t>au cercle</w:t>
      </w:r>
      <w:r>
        <w:t xml:space="preserve">, </w:t>
      </w:r>
      <w:r w:rsidR="0024252B" w:rsidRPr="002813C1">
        <w:t>chez les petites dames</w:t>
      </w:r>
      <w:r>
        <w:t xml:space="preserve">, </w:t>
      </w:r>
      <w:r w:rsidR="0024252B" w:rsidRPr="002813C1">
        <w:t>je suis tout ce qu</w:t>
      </w:r>
      <w:r>
        <w:t>’</w:t>
      </w:r>
      <w:r w:rsidR="0024252B" w:rsidRPr="002813C1">
        <w:t>il y a de plus vicomte et grand seigneur</w:t>
      </w:r>
      <w:r>
        <w:t xml:space="preserve"> ; </w:t>
      </w:r>
      <w:r w:rsidR="0024252B" w:rsidRPr="002813C1">
        <w:t>les questions d</w:t>
      </w:r>
      <w:r>
        <w:t>’</w:t>
      </w:r>
      <w:r w:rsidR="0024252B" w:rsidRPr="002813C1">
        <w:t>argent me donnent des nausées</w:t>
      </w:r>
      <w:r>
        <w:t xml:space="preserve">, </w:t>
      </w:r>
      <w:r w:rsidR="0024252B" w:rsidRPr="002813C1">
        <w:t>pouah</w:t>
      </w:r>
      <w:r>
        <w:t xml:space="preserve"> !… </w:t>
      </w:r>
      <w:r w:rsidR="0024252B" w:rsidRPr="002813C1">
        <w:t>je suis insouciant</w:t>
      </w:r>
      <w:r>
        <w:t xml:space="preserve">, </w:t>
      </w:r>
      <w:r w:rsidR="0024252B" w:rsidRPr="002813C1">
        <w:t>facile à la poche</w:t>
      </w:r>
      <w:r>
        <w:t xml:space="preserve">, </w:t>
      </w:r>
      <w:r w:rsidR="0024252B" w:rsidRPr="002813C1">
        <w:t>obligeant pour mes amis</w:t>
      </w:r>
      <w:r>
        <w:t xml:space="preserve">… </w:t>
      </w:r>
      <w:r w:rsidR="0024252B" w:rsidRPr="002813C1">
        <w:t>Mais dans la matinée</w:t>
      </w:r>
      <w:r>
        <w:t xml:space="preserve">, </w:t>
      </w:r>
      <w:r w:rsidR="0024252B" w:rsidRPr="002813C1">
        <w:t xml:space="preserve">je suis tout simplement le sieur </w:t>
      </w:r>
      <w:proofErr w:type="spellStart"/>
      <w:r w:rsidR="0024252B" w:rsidRPr="002813C1">
        <w:t>Coralth</w:t>
      </w:r>
      <w:proofErr w:type="spellEnd"/>
      <w:r>
        <w:t xml:space="preserve">, </w:t>
      </w:r>
      <w:r w:rsidR="0024252B" w:rsidRPr="002813C1">
        <w:t>un bourgeois qui ne paye pas ses fournisseurs avec des noyaux de pèche et qui surveille sa fortune parce qu</w:t>
      </w:r>
      <w:r>
        <w:t>’</w:t>
      </w:r>
      <w:r w:rsidR="0024252B" w:rsidRPr="002813C1">
        <w:t>il n</w:t>
      </w:r>
      <w:r>
        <w:t>’</w:t>
      </w:r>
      <w:r w:rsidR="0024252B" w:rsidRPr="002813C1">
        <w:t>a pas envie de faire le plongeon et de terminer sa brillante carrière simple soldat dans une légion étrangère quelconque</w:t>
      </w:r>
      <w:r>
        <w:t>…</w:t>
      </w:r>
    </w:p>
    <w:p w14:paraId="293A5F2E" w14:textId="0C9154A5" w:rsidR="00B77E03" w:rsidRDefault="00B77E03" w:rsidP="00B77E03">
      <w:r>
        <w:t>M. </w:t>
      </w:r>
      <w:proofErr w:type="spellStart"/>
      <w:r w:rsidR="0024252B" w:rsidRPr="002813C1">
        <w:t>Wilkie</w:t>
      </w:r>
      <w:proofErr w:type="spellEnd"/>
      <w:r w:rsidR="0024252B" w:rsidRPr="002813C1">
        <w:t xml:space="preserve"> ne le laissa pas continuer</w:t>
      </w:r>
      <w:r>
        <w:t xml:space="preserve">… </w:t>
      </w:r>
      <w:r w:rsidR="0024252B" w:rsidRPr="002813C1">
        <w:t>il croyait</w:t>
      </w:r>
      <w:r>
        <w:t xml:space="preserve">, </w:t>
      </w:r>
      <w:r w:rsidR="0024252B" w:rsidRPr="002813C1">
        <w:t>et sa joie débordait</w:t>
      </w:r>
      <w:r>
        <w:t xml:space="preserve">, </w:t>
      </w:r>
      <w:r w:rsidR="0024252B" w:rsidRPr="002813C1">
        <w:t>folle</w:t>
      </w:r>
      <w:r>
        <w:t xml:space="preserve">, </w:t>
      </w:r>
      <w:r w:rsidR="0024252B" w:rsidRPr="002813C1">
        <w:t>délirante</w:t>
      </w:r>
      <w:r>
        <w:t>.</w:t>
      </w:r>
    </w:p>
    <w:p w14:paraId="350CABD4" w14:textId="77777777" w:rsidR="00B77E03" w:rsidRDefault="00B77E03" w:rsidP="00B77E03">
      <w:r>
        <w:t>— </w:t>
      </w:r>
      <w:r w:rsidR="0024252B" w:rsidRPr="002813C1">
        <w:t>Assez</w:t>
      </w:r>
      <w:r>
        <w:t xml:space="preserve">, </w:t>
      </w:r>
      <w:r w:rsidR="0024252B" w:rsidRPr="002813C1">
        <w:t>interrompit-il</w:t>
      </w:r>
      <w:r>
        <w:t xml:space="preserve">, </w:t>
      </w:r>
      <w:r w:rsidR="0024252B" w:rsidRPr="002813C1">
        <w:t>assez</w:t>
      </w:r>
      <w:r>
        <w:t xml:space="preserve"> ! </w:t>
      </w:r>
      <w:r w:rsidR="0024252B" w:rsidRPr="002813C1">
        <w:t>Une difficulté entre nous</w:t>
      </w:r>
      <w:r>
        <w:t xml:space="preserve">, </w:t>
      </w:r>
      <w:r w:rsidR="0024252B" w:rsidRPr="002813C1">
        <w:t>jamais</w:t>
      </w:r>
      <w:r>
        <w:t xml:space="preserve"> ! </w:t>
      </w:r>
      <w:r w:rsidR="0024252B" w:rsidRPr="002813C1">
        <w:t>C</w:t>
      </w:r>
      <w:r>
        <w:t>’</w:t>
      </w:r>
      <w:r w:rsidR="0024252B" w:rsidRPr="002813C1">
        <w:t>est à la vie et à la mort</w:t>
      </w:r>
      <w:r>
        <w:t xml:space="preserve">, </w:t>
      </w:r>
      <w:r w:rsidR="0024252B" w:rsidRPr="002813C1">
        <w:t>vicomte</w:t>
      </w:r>
      <w:r>
        <w:t xml:space="preserve">… </w:t>
      </w:r>
      <w:r w:rsidR="0024252B" w:rsidRPr="002813C1">
        <w:t>vous m</w:t>
      </w:r>
      <w:r>
        <w:t>’</w:t>
      </w:r>
      <w:r w:rsidR="0024252B" w:rsidRPr="002813C1">
        <w:t>entendez</w:t>
      </w:r>
      <w:r>
        <w:t xml:space="preserve">… </w:t>
      </w:r>
      <w:r w:rsidR="0024252B" w:rsidRPr="002813C1">
        <w:t>Combien vous faut-il</w:t>
      </w:r>
      <w:r>
        <w:t xml:space="preserve"> ? </w:t>
      </w:r>
      <w:r w:rsidR="0024252B" w:rsidRPr="002813C1">
        <w:t>Voulez-vous tout</w:t>
      </w:r>
      <w:r>
        <w:t> ?</w:t>
      </w:r>
    </w:p>
    <w:p w14:paraId="3121FF8F" w14:textId="77777777" w:rsidR="00B77E03" w:rsidRDefault="0024252B" w:rsidP="00B77E03">
      <w:r w:rsidRPr="002813C1">
        <w:t>Mais le vicomte restait de glace</w:t>
      </w:r>
      <w:r w:rsidR="00B77E03">
        <w:t>.</w:t>
      </w:r>
    </w:p>
    <w:p w14:paraId="7803BCBF" w14:textId="77777777" w:rsidR="00B77E03" w:rsidRDefault="00B77E03" w:rsidP="00B77E03">
      <w:r>
        <w:t>— </w:t>
      </w:r>
      <w:r w:rsidR="0024252B" w:rsidRPr="002813C1">
        <w:t>Il ne m</w:t>
      </w:r>
      <w:r>
        <w:t>’</w:t>
      </w:r>
      <w:r w:rsidR="0024252B" w:rsidRPr="002813C1">
        <w:t>appartient pas</w:t>
      </w:r>
      <w:r>
        <w:t xml:space="preserve">, </w:t>
      </w:r>
      <w:r w:rsidR="0024252B" w:rsidRPr="002813C1">
        <w:t>répondit-il</w:t>
      </w:r>
      <w:r>
        <w:t xml:space="preserve">, </w:t>
      </w:r>
      <w:r w:rsidR="0024252B" w:rsidRPr="002813C1">
        <w:t>de fixer moi-même l</w:t>
      </w:r>
      <w:r>
        <w:t>’</w:t>
      </w:r>
      <w:r w:rsidR="0024252B" w:rsidRPr="002813C1">
        <w:t>indemnité qui m</w:t>
      </w:r>
      <w:r>
        <w:t>’</w:t>
      </w:r>
      <w:r w:rsidR="0024252B" w:rsidRPr="002813C1">
        <w:t>est due</w:t>
      </w:r>
      <w:r>
        <w:t xml:space="preserve">. </w:t>
      </w:r>
      <w:r w:rsidR="0024252B" w:rsidRPr="002813C1">
        <w:t>Je consulterai un homme du métier</w:t>
      </w:r>
      <w:r>
        <w:t xml:space="preserve">… </w:t>
      </w:r>
      <w:r w:rsidR="0024252B" w:rsidRPr="002813C1">
        <w:t>Et je vous fixerai sur ce point après-demain</w:t>
      </w:r>
      <w:r>
        <w:t xml:space="preserve">, </w:t>
      </w:r>
      <w:r w:rsidR="0024252B" w:rsidRPr="002813C1">
        <w:t>en vous exposant l</w:t>
      </w:r>
      <w:r>
        <w:t>’</w:t>
      </w:r>
      <w:r w:rsidR="0024252B" w:rsidRPr="002813C1">
        <w:t>affaire</w:t>
      </w:r>
      <w:r>
        <w:t>.</w:t>
      </w:r>
    </w:p>
    <w:p w14:paraId="6580380B" w14:textId="77777777" w:rsidR="00B77E03" w:rsidRDefault="00B77E03" w:rsidP="00B77E03">
      <w:r>
        <w:t>— </w:t>
      </w:r>
      <w:r w:rsidR="0024252B" w:rsidRPr="002813C1">
        <w:t>Après-demain</w:t>
      </w:r>
      <w:r>
        <w:t xml:space="preserve"> ! </w:t>
      </w:r>
      <w:r w:rsidR="0024252B" w:rsidRPr="002813C1">
        <w:t>Vous me laisserez quarante-huit heures le bec dans l</w:t>
      </w:r>
      <w:r>
        <w:t>’</w:t>
      </w:r>
      <w:r w:rsidR="0024252B" w:rsidRPr="002813C1">
        <w:t>eau</w:t>
      </w:r>
      <w:r>
        <w:t>…</w:t>
      </w:r>
    </w:p>
    <w:p w14:paraId="39745CBC" w14:textId="77777777" w:rsidR="00B77E03" w:rsidRDefault="00B77E03" w:rsidP="00B77E03">
      <w:r>
        <w:t>— </w:t>
      </w:r>
      <w:r w:rsidR="0024252B" w:rsidRPr="002813C1">
        <w:t>Il le faut</w:t>
      </w:r>
      <w:r>
        <w:t xml:space="preserve">… </w:t>
      </w:r>
      <w:r w:rsidR="0024252B" w:rsidRPr="002813C1">
        <w:t>J</w:t>
      </w:r>
      <w:r>
        <w:t>’</w:t>
      </w:r>
      <w:r w:rsidR="0024252B" w:rsidRPr="002813C1">
        <w:t>ai à me procurer encore quelques renseignements</w:t>
      </w:r>
      <w:r>
        <w:t xml:space="preserve">… </w:t>
      </w:r>
      <w:r w:rsidR="0024252B" w:rsidRPr="002813C1">
        <w:t>Si je suis accouru</w:t>
      </w:r>
      <w:r>
        <w:t xml:space="preserve">, </w:t>
      </w:r>
      <w:r w:rsidR="0024252B" w:rsidRPr="002813C1">
        <w:t>si j</w:t>
      </w:r>
      <w:r>
        <w:t>’</w:t>
      </w:r>
      <w:r w:rsidR="0024252B" w:rsidRPr="002813C1">
        <w:t xml:space="preserve">ai parlé avant de pouvoir </w:t>
      </w:r>
      <w:r w:rsidR="0024252B" w:rsidRPr="002813C1">
        <w:lastRenderedPageBreak/>
        <w:t>tout dire</w:t>
      </w:r>
      <w:r>
        <w:t xml:space="preserve">, </w:t>
      </w:r>
      <w:r w:rsidR="0024252B" w:rsidRPr="002813C1">
        <w:t>c</w:t>
      </w:r>
      <w:r>
        <w:t>’</w:t>
      </w:r>
      <w:r w:rsidR="0024252B" w:rsidRPr="002813C1">
        <w:t>est que je tenais à vous mettre en garde</w:t>
      </w:r>
      <w:r>
        <w:t xml:space="preserve">… </w:t>
      </w:r>
      <w:r w:rsidR="0024252B" w:rsidRPr="002813C1">
        <w:t>Il se peut que quelque écornifleur vous vienne faire des propositions</w:t>
      </w:r>
      <w:r>
        <w:t xml:space="preserve">… </w:t>
      </w:r>
      <w:r w:rsidR="0024252B" w:rsidRPr="002813C1">
        <w:t>défiez-vous</w:t>
      </w:r>
      <w:r>
        <w:t xml:space="preserve">. </w:t>
      </w:r>
      <w:r w:rsidR="0024252B" w:rsidRPr="002813C1">
        <w:t>Il est de ces gaillards qui si on leur laisse mettre le nez dans une succession l</w:t>
      </w:r>
      <w:r>
        <w:t>’</w:t>
      </w:r>
      <w:r w:rsidR="0024252B" w:rsidRPr="002813C1">
        <w:t>ont bientôt dévorée</w:t>
      </w:r>
      <w:r>
        <w:t>.</w:t>
      </w:r>
    </w:p>
    <w:p w14:paraId="35CCCC6B" w14:textId="77777777" w:rsidR="00B77E03" w:rsidRDefault="00B77E03" w:rsidP="00B77E03">
      <w:r>
        <w:t>— </w:t>
      </w:r>
      <w:r w:rsidR="0024252B" w:rsidRPr="002813C1">
        <w:t>Il s</w:t>
      </w:r>
      <w:r>
        <w:t>’</w:t>
      </w:r>
      <w:r w:rsidR="0024252B" w:rsidRPr="002813C1">
        <w:t>agit donc d</w:t>
      </w:r>
      <w:r>
        <w:t>’</w:t>
      </w:r>
      <w:r w:rsidR="0024252B" w:rsidRPr="002813C1">
        <w:t>une succession</w:t>
      </w:r>
      <w:r>
        <w:t> ?</w:t>
      </w:r>
    </w:p>
    <w:p w14:paraId="63C55056" w14:textId="77777777" w:rsidR="00B77E03" w:rsidRDefault="00B77E03" w:rsidP="00B77E03">
      <w:r>
        <w:t>— </w:t>
      </w:r>
      <w:r w:rsidR="0024252B" w:rsidRPr="002813C1">
        <w:t>Oui</w:t>
      </w:r>
      <w:r>
        <w:t xml:space="preserve">… </w:t>
      </w:r>
      <w:r w:rsidR="0024252B" w:rsidRPr="002813C1">
        <w:t>Ainsi</w:t>
      </w:r>
      <w:r>
        <w:t xml:space="preserve">, </w:t>
      </w:r>
      <w:r w:rsidR="0024252B" w:rsidRPr="002813C1">
        <w:t>ne traitez avec personne</w:t>
      </w:r>
      <w:r>
        <w:t>.</w:t>
      </w:r>
    </w:p>
    <w:p w14:paraId="7C24FA3D" w14:textId="77777777" w:rsidR="00B77E03" w:rsidRDefault="00B77E03" w:rsidP="00B77E03">
      <w:r>
        <w:t>— </w:t>
      </w:r>
      <w:r w:rsidR="0024252B" w:rsidRPr="002813C1">
        <w:t>Oh</w:t>
      </w:r>
      <w:r>
        <w:t xml:space="preserve"> ! </w:t>
      </w:r>
      <w:r w:rsidR="0024252B" w:rsidRPr="002813C1">
        <w:t>soyez tranquille</w:t>
      </w:r>
      <w:r>
        <w:t>…</w:t>
      </w:r>
    </w:p>
    <w:p w14:paraId="079699D8" w14:textId="77777777" w:rsidR="00B77E03" w:rsidRDefault="00B77E03" w:rsidP="00B77E03">
      <w:r>
        <w:t>— </w:t>
      </w:r>
      <w:r w:rsidR="0024252B" w:rsidRPr="002813C1">
        <w:t>Je le serais bien davantage si j</w:t>
      </w:r>
      <w:r>
        <w:t>’</w:t>
      </w:r>
      <w:r w:rsidR="0024252B" w:rsidRPr="002813C1">
        <w:t>avais une lettre de vous</w:t>
      </w:r>
      <w:r>
        <w:t>.</w:t>
      </w:r>
    </w:p>
    <w:p w14:paraId="78D5E63A" w14:textId="7E8AB8F0" w:rsidR="00B77E03" w:rsidRDefault="0024252B" w:rsidP="00B77E03">
      <w:r w:rsidRPr="002813C1">
        <w:t>Sans mot dire</w:t>
      </w:r>
      <w:r w:rsidR="00B77E03">
        <w:t>, M. </w:t>
      </w:r>
      <w:proofErr w:type="spellStart"/>
      <w:r w:rsidRPr="002813C1">
        <w:t>Wilkie</w:t>
      </w:r>
      <w:proofErr w:type="spellEnd"/>
      <w:r w:rsidRPr="002813C1">
        <w:t xml:space="preserve"> se précipita à une table et rédigea un petit traité par lequel il s</w:t>
      </w:r>
      <w:r w:rsidR="00B77E03">
        <w:t>’</w:t>
      </w:r>
      <w:r w:rsidRPr="002813C1">
        <w:t xml:space="preserve">engageait à compter à </w:t>
      </w:r>
      <w:r w:rsidR="00B77E03">
        <w:t>M. </w:t>
      </w:r>
      <w:r w:rsidRPr="002813C1">
        <w:t xml:space="preserve">Fernand de </w:t>
      </w:r>
      <w:proofErr w:type="spellStart"/>
      <w:r w:rsidRPr="002813C1">
        <w:t>Coralth</w:t>
      </w:r>
      <w:proofErr w:type="spellEnd"/>
      <w:r w:rsidRPr="002813C1">
        <w:t xml:space="preserve"> la moitié de l</w:t>
      </w:r>
      <w:r w:rsidR="00B77E03">
        <w:t>’</w:t>
      </w:r>
      <w:r w:rsidRPr="002813C1">
        <w:t>héritage dont le susdit lui indiquerait l</w:t>
      </w:r>
      <w:r w:rsidR="00B77E03">
        <w:t>’</w:t>
      </w:r>
      <w:r w:rsidRPr="002813C1">
        <w:t>existence</w:t>
      </w:r>
      <w:r w:rsidR="00B77E03">
        <w:t>…</w:t>
      </w:r>
    </w:p>
    <w:p w14:paraId="0CB6AC5C" w14:textId="652617D0" w:rsidR="00B77E03" w:rsidRDefault="0024252B" w:rsidP="00B77E03">
      <w:r w:rsidRPr="002813C1">
        <w:t>Cet engagement</w:t>
      </w:r>
      <w:r w:rsidR="00B77E03">
        <w:t>, M. de </w:t>
      </w:r>
      <w:proofErr w:type="spellStart"/>
      <w:r w:rsidRPr="002813C1">
        <w:t>Coralth</w:t>
      </w:r>
      <w:proofErr w:type="spellEnd"/>
      <w:r w:rsidRPr="002813C1">
        <w:t xml:space="preserve"> le lut</w:t>
      </w:r>
      <w:r w:rsidR="00B77E03">
        <w:t xml:space="preserve">, </w:t>
      </w:r>
      <w:r w:rsidRPr="002813C1">
        <w:t>et l</w:t>
      </w:r>
      <w:r w:rsidR="00B77E03">
        <w:t>’</w:t>
      </w:r>
      <w:r w:rsidRPr="002813C1">
        <w:t>ayant glissé dans sa poche</w:t>
      </w:r>
      <w:r w:rsidR="00B77E03">
        <w:t> :</w:t>
      </w:r>
    </w:p>
    <w:p w14:paraId="0D718ECF" w14:textId="77777777" w:rsidR="00B77E03" w:rsidRDefault="00B77E03" w:rsidP="00B77E03">
      <w:r>
        <w:t>— </w:t>
      </w:r>
      <w:r w:rsidR="0024252B" w:rsidRPr="002813C1">
        <w:t>Eh bien</w:t>
      </w:r>
      <w:r>
        <w:t xml:space="preserve"> !… </w:t>
      </w:r>
      <w:r w:rsidR="0024252B" w:rsidRPr="002813C1">
        <w:t>à lundi</w:t>
      </w:r>
      <w:r>
        <w:t xml:space="preserve">, </w:t>
      </w:r>
      <w:r w:rsidR="0024252B" w:rsidRPr="002813C1">
        <w:t>dit-il en prenant son chapeau</w:t>
      </w:r>
      <w:r>
        <w:t>.</w:t>
      </w:r>
    </w:p>
    <w:p w14:paraId="4EE0E2CD" w14:textId="13E5335C" w:rsidR="00B77E03" w:rsidRDefault="0024252B" w:rsidP="00B77E03">
      <w:r w:rsidRPr="002813C1">
        <w:t>Mais déjà l</w:t>
      </w:r>
      <w:r w:rsidR="00B77E03">
        <w:t>’</w:t>
      </w:r>
      <w:r w:rsidRPr="002813C1">
        <w:t xml:space="preserve">étourdissement de </w:t>
      </w:r>
      <w:r w:rsidR="00B77E03">
        <w:t>M. </w:t>
      </w:r>
      <w:proofErr w:type="spellStart"/>
      <w:r w:rsidRPr="002813C1">
        <w:t>Wilkie</w:t>
      </w:r>
      <w:proofErr w:type="spellEnd"/>
      <w:r w:rsidRPr="002813C1">
        <w:t xml:space="preserve"> se dissipait</w:t>
      </w:r>
      <w:r w:rsidR="00B77E03">
        <w:t xml:space="preserve">, </w:t>
      </w:r>
      <w:r w:rsidRPr="002813C1">
        <w:t>et ses défiances revenaient</w:t>
      </w:r>
      <w:r w:rsidR="00B77E03">
        <w:t>.</w:t>
      </w:r>
    </w:p>
    <w:p w14:paraId="0693D8C3" w14:textId="77777777" w:rsidR="00B77E03" w:rsidRDefault="00B77E03" w:rsidP="00B77E03">
      <w:r>
        <w:t>— </w:t>
      </w:r>
      <w:r w:rsidR="0024252B" w:rsidRPr="002813C1">
        <w:t>À lundi</w:t>
      </w:r>
      <w:r>
        <w:t xml:space="preserve">, </w:t>
      </w:r>
      <w:r w:rsidR="0024252B" w:rsidRPr="002813C1">
        <w:t>soit</w:t>
      </w:r>
      <w:r>
        <w:t xml:space="preserve">… </w:t>
      </w:r>
      <w:r w:rsidR="0024252B" w:rsidRPr="002813C1">
        <w:t>fit-il</w:t>
      </w:r>
      <w:r>
        <w:t xml:space="preserve"> ; </w:t>
      </w:r>
      <w:r w:rsidR="0024252B" w:rsidRPr="002813C1">
        <w:t>mais jurez-moi que vous ne vous moquez pas de moi</w:t>
      </w:r>
      <w:r>
        <w:t>…</w:t>
      </w:r>
    </w:p>
    <w:p w14:paraId="2B3BA559" w14:textId="77777777" w:rsidR="00B77E03" w:rsidRDefault="00B77E03" w:rsidP="00B77E03">
      <w:r>
        <w:t>— </w:t>
      </w:r>
      <w:r w:rsidR="0024252B" w:rsidRPr="002813C1">
        <w:t>Comment</w:t>
      </w:r>
      <w:r>
        <w:t xml:space="preserve"> !… </w:t>
      </w:r>
      <w:r w:rsidR="0024252B" w:rsidRPr="002813C1">
        <w:t>vous doutez encore</w:t>
      </w:r>
      <w:r>
        <w:t xml:space="preserve"> !… </w:t>
      </w:r>
      <w:r w:rsidR="0024252B" w:rsidRPr="002813C1">
        <w:t>Quelle preuve vous faut-il donc</w:t>
      </w:r>
      <w:r>
        <w:t> ?…</w:t>
      </w:r>
    </w:p>
    <w:p w14:paraId="6BA46EEE" w14:textId="4764A29C" w:rsidR="00B77E03" w:rsidRDefault="00B77E03" w:rsidP="00B77E03">
      <w:r>
        <w:t>M. </w:t>
      </w:r>
      <w:proofErr w:type="spellStart"/>
      <w:r w:rsidR="0024252B" w:rsidRPr="002813C1">
        <w:t>Wilkie</w:t>
      </w:r>
      <w:proofErr w:type="spellEnd"/>
      <w:r w:rsidR="0024252B" w:rsidRPr="002813C1">
        <w:t xml:space="preserve"> se recueillit un moment</w:t>
      </w:r>
      <w:r>
        <w:t xml:space="preserve">, </w:t>
      </w:r>
      <w:r w:rsidR="0024252B" w:rsidRPr="002813C1">
        <w:t>puis tout à coup une triomphante inspiration illuminant sa cervelle</w:t>
      </w:r>
      <w:r>
        <w:t> :</w:t>
      </w:r>
    </w:p>
    <w:p w14:paraId="2F97348F" w14:textId="77777777" w:rsidR="00B77E03" w:rsidRDefault="00B77E03" w:rsidP="00B77E03">
      <w:r>
        <w:t>— </w:t>
      </w:r>
      <w:r w:rsidR="0024252B" w:rsidRPr="002813C1">
        <w:t>Si vous dites vrai</w:t>
      </w:r>
      <w:r>
        <w:t xml:space="preserve">, </w:t>
      </w:r>
      <w:r w:rsidR="0024252B" w:rsidRPr="002813C1">
        <w:t>cher</w:t>
      </w:r>
      <w:r>
        <w:t xml:space="preserve">, </w:t>
      </w:r>
      <w:r w:rsidR="0024252B" w:rsidRPr="002813C1">
        <w:t>dit-il</w:t>
      </w:r>
      <w:r>
        <w:t xml:space="preserve">, </w:t>
      </w:r>
      <w:r w:rsidR="0024252B" w:rsidRPr="002813C1">
        <w:t>je serai riche avant peu</w:t>
      </w:r>
      <w:r>
        <w:t xml:space="preserve">… </w:t>
      </w:r>
      <w:r w:rsidR="0024252B" w:rsidRPr="002813C1">
        <w:t>Mais en attendant la vie est dure</w:t>
      </w:r>
      <w:r>
        <w:t xml:space="preserve">. </w:t>
      </w:r>
      <w:r w:rsidR="0024252B" w:rsidRPr="002813C1">
        <w:t>Pas le sou</w:t>
      </w:r>
      <w:r>
        <w:t xml:space="preserve"> !… </w:t>
      </w:r>
      <w:r w:rsidR="0024252B" w:rsidRPr="002813C1">
        <w:t>Et ce n</w:t>
      </w:r>
      <w:r>
        <w:t>’</w:t>
      </w:r>
      <w:r w:rsidR="0024252B" w:rsidRPr="002813C1">
        <w:t>est pas drôle</w:t>
      </w:r>
      <w:r>
        <w:t xml:space="preserve">, </w:t>
      </w:r>
      <w:r w:rsidR="0024252B" w:rsidRPr="002813C1">
        <w:t>allez</w:t>
      </w:r>
      <w:r>
        <w:t xml:space="preserve">… </w:t>
      </w:r>
      <w:r w:rsidR="0024252B" w:rsidRPr="002813C1">
        <w:t>J</w:t>
      </w:r>
      <w:r>
        <w:t>’</w:t>
      </w:r>
      <w:r w:rsidR="0024252B" w:rsidRPr="002813C1">
        <w:t>ai un cheval qui court demain</w:t>
      </w:r>
      <w:r>
        <w:t xml:space="preserve">, </w:t>
      </w:r>
      <w:r w:rsidR="0024252B" w:rsidRPr="002813C1">
        <w:rPr>
          <w:i/>
          <w:szCs w:val="32"/>
        </w:rPr>
        <w:t xml:space="preserve">Pompier de </w:t>
      </w:r>
      <w:r w:rsidR="0024252B" w:rsidRPr="002813C1">
        <w:rPr>
          <w:i/>
          <w:szCs w:val="32"/>
        </w:rPr>
        <w:lastRenderedPageBreak/>
        <w:t>Nanterre</w:t>
      </w:r>
      <w:r>
        <w:t xml:space="preserve">, </w:t>
      </w:r>
      <w:r w:rsidR="0024252B" w:rsidRPr="002813C1">
        <w:t>vous le connaissez bien</w:t>
      </w:r>
      <w:r>
        <w:t xml:space="preserve">. </w:t>
      </w:r>
      <w:r w:rsidR="0024252B" w:rsidRPr="002813C1">
        <w:t>Il a énormément de chances</w:t>
      </w:r>
      <w:r>
        <w:t xml:space="preserve">… </w:t>
      </w:r>
      <w:r w:rsidR="0024252B" w:rsidRPr="002813C1">
        <w:t>De sorte que si cinquante louis ne vous gênaient pas</w:t>
      </w:r>
      <w:r>
        <w:t>…</w:t>
      </w:r>
    </w:p>
    <w:p w14:paraId="567BAA9E" w14:textId="77777777" w:rsidR="00B77E03" w:rsidRDefault="00B77E03" w:rsidP="00B77E03">
      <w:r>
        <w:t>— </w:t>
      </w:r>
      <w:r w:rsidR="0024252B" w:rsidRPr="002813C1">
        <w:t>Comment donc</w:t>
      </w:r>
      <w:r>
        <w:t xml:space="preserve">, </w:t>
      </w:r>
      <w:r w:rsidR="0024252B" w:rsidRPr="002813C1">
        <w:t>interrompit cordialement le vicomte</w:t>
      </w:r>
      <w:r>
        <w:t xml:space="preserve">, </w:t>
      </w:r>
      <w:r w:rsidR="0024252B" w:rsidRPr="002813C1">
        <w:t>bien à votre service</w:t>
      </w:r>
      <w:r>
        <w:t>…</w:t>
      </w:r>
    </w:p>
    <w:p w14:paraId="6D64164E" w14:textId="11BEBD87" w:rsidR="00B77E03" w:rsidRDefault="0024252B" w:rsidP="00B77E03">
      <w:r w:rsidRPr="002813C1">
        <w:t>Et tirant de sa poche un ravissant petit calepin</w:t>
      </w:r>
      <w:r w:rsidR="00B77E03">
        <w:t xml:space="preserve">, </w:t>
      </w:r>
      <w:r w:rsidRPr="002813C1">
        <w:t>il en sortit</w:t>
      </w:r>
      <w:r w:rsidR="00B77E03">
        <w:t xml:space="preserve">, </w:t>
      </w:r>
      <w:r w:rsidRPr="002813C1">
        <w:t>non pas un</w:t>
      </w:r>
      <w:r w:rsidR="00B77E03">
        <w:t xml:space="preserve">, </w:t>
      </w:r>
      <w:r w:rsidRPr="002813C1">
        <w:t>mais deux billets de mille francs qu</w:t>
      </w:r>
      <w:r w:rsidR="00B77E03">
        <w:t>’</w:t>
      </w:r>
      <w:r w:rsidRPr="002813C1">
        <w:t xml:space="preserve">il remit à </w:t>
      </w:r>
      <w:r w:rsidR="00B77E03">
        <w:t>M. </w:t>
      </w:r>
      <w:proofErr w:type="spellStart"/>
      <w:r w:rsidRPr="002813C1">
        <w:t>Wilkie</w:t>
      </w:r>
      <w:proofErr w:type="spellEnd"/>
      <w:r w:rsidRPr="002813C1">
        <w:t xml:space="preserve"> en lui disant</w:t>
      </w:r>
      <w:r w:rsidR="00B77E03">
        <w:t> :</w:t>
      </w:r>
    </w:p>
    <w:p w14:paraId="4A9D48E3" w14:textId="77777777" w:rsidR="00B77E03" w:rsidRDefault="00B77E03" w:rsidP="00B77E03">
      <w:r>
        <w:t>— </w:t>
      </w:r>
      <w:r w:rsidR="0024252B" w:rsidRPr="002813C1">
        <w:t>Monsieur me croit-il maintenant</w:t>
      </w:r>
      <w:r>
        <w:t xml:space="preserve"> ?… </w:t>
      </w:r>
      <w:r w:rsidR="0024252B" w:rsidRPr="002813C1">
        <w:t>Oui</w:t>
      </w:r>
      <w:r>
        <w:t xml:space="preserve">, </w:t>
      </w:r>
      <w:r w:rsidR="0024252B" w:rsidRPr="002813C1">
        <w:t>n</w:t>
      </w:r>
      <w:r>
        <w:t>’</w:t>
      </w:r>
      <w:r w:rsidR="0024252B" w:rsidRPr="002813C1">
        <w:t>est-ce pas</w:t>
      </w:r>
      <w:r>
        <w:t xml:space="preserve">… </w:t>
      </w:r>
      <w:r w:rsidR="0024252B" w:rsidRPr="002813C1">
        <w:t>Alors</w:t>
      </w:r>
      <w:r>
        <w:t xml:space="preserve">, </w:t>
      </w:r>
      <w:r w:rsidR="0024252B" w:rsidRPr="002813C1">
        <w:t>à bientôt</w:t>
      </w:r>
      <w:r>
        <w:t> !…</w:t>
      </w:r>
    </w:p>
    <w:p w14:paraId="5E22B434" w14:textId="36CF14AD" w:rsidR="00B77E03" w:rsidRDefault="0024252B" w:rsidP="00B77E03">
      <w:r w:rsidRPr="002813C1">
        <w:t>Ce n</w:t>
      </w:r>
      <w:r w:rsidR="00B77E03">
        <w:t>’</w:t>
      </w:r>
      <w:r w:rsidRPr="002813C1">
        <w:t>était pas pour son plaisir</w:t>
      </w:r>
      <w:r w:rsidR="00B77E03">
        <w:t xml:space="preserve">, </w:t>
      </w:r>
      <w:r w:rsidRPr="002813C1">
        <w:t>on peut le croire</w:t>
      </w:r>
      <w:r w:rsidR="00B77E03">
        <w:t xml:space="preserve">, </w:t>
      </w:r>
      <w:r w:rsidRPr="002813C1">
        <w:t>ni par caprice</w:t>
      </w:r>
      <w:r w:rsidR="00B77E03">
        <w:t xml:space="preserve">, </w:t>
      </w:r>
      <w:r w:rsidRPr="002813C1">
        <w:t xml:space="preserve">que </w:t>
      </w:r>
      <w:r w:rsidR="00B77E03">
        <w:t>M. de </w:t>
      </w:r>
      <w:proofErr w:type="spellStart"/>
      <w:r w:rsidRPr="002813C1">
        <w:t>Coralth</w:t>
      </w:r>
      <w:proofErr w:type="spellEnd"/>
      <w:r w:rsidRPr="002813C1">
        <w:t xml:space="preserve"> remettait au surlendemain ses confidences</w:t>
      </w:r>
      <w:r w:rsidR="00B77E03">
        <w:t>.</w:t>
      </w:r>
    </w:p>
    <w:p w14:paraId="5585A6B8" w14:textId="77777777" w:rsidR="00B77E03" w:rsidRDefault="0024252B" w:rsidP="00B77E03">
      <w:r w:rsidRPr="002813C1">
        <w:t xml:space="preserve">Il savait son </w:t>
      </w:r>
      <w:proofErr w:type="spellStart"/>
      <w:r w:rsidRPr="002813C1">
        <w:t>Wilkie</w:t>
      </w:r>
      <w:proofErr w:type="spellEnd"/>
      <w:r w:rsidRPr="002813C1">
        <w:t xml:space="preserve"> sur le bout du doigt et sentait tout ce qu</w:t>
      </w:r>
      <w:r w:rsidR="00B77E03">
        <w:t>’</w:t>
      </w:r>
      <w:r w:rsidRPr="002813C1">
        <w:t>il y avait de périlleux à laisser cet intelligent jeune homme errer par la ville avec la moitié d</w:t>
      </w:r>
      <w:r w:rsidR="00B77E03">
        <w:t>’</w:t>
      </w:r>
      <w:r w:rsidRPr="002813C1">
        <w:t>un secret de cette importance</w:t>
      </w:r>
      <w:r w:rsidR="00B77E03">
        <w:t>.</w:t>
      </w:r>
    </w:p>
    <w:p w14:paraId="23C623F9" w14:textId="77777777" w:rsidR="00B77E03" w:rsidRDefault="0024252B" w:rsidP="00B77E03">
      <w:r w:rsidRPr="002813C1">
        <w:t>Différer</w:t>
      </w:r>
      <w:r w:rsidR="00B77E03">
        <w:t xml:space="preserve">, </w:t>
      </w:r>
      <w:r w:rsidRPr="002813C1">
        <w:t>c</w:t>
      </w:r>
      <w:r w:rsidR="00B77E03">
        <w:t>’</w:t>
      </w:r>
      <w:r w:rsidRPr="002813C1">
        <w:t>est presque toujours fournir au hasard des armes contre soi</w:t>
      </w:r>
      <w:r w:rsidR="00B77E03">
        <w:t>.</w:t>
      </w:r>
    </w:p>
    <w:p w14:paraId="67834E79" w14:textId="77777777" w:rsidR="00B77E03" w:rsidRDefault="0024252B" w:rsidP="00B77E03">
      <w:r w:rsidRPr="002813C1">
        <w:t>Mais agir autrement lui avait paru impossible</w:t>
      </w:r>
      <w:r w:rsidR="00B77E03">
        <w:t>…</w:t>
      </w:r>
    </w:p>
    <w:p w14:paraId="79B2B5E1" w14:textId="4106F7C2" w:rsidR="00B77E03" w:rsidRDefault="0024252B" w:rsidP="00B77E03">
      <w:r w:rsidRPr="002813C1">
        <w:t>S</w:t>
      </w:r>
      <w:r w:rsidR="00B77E03">
        <w:t>’</w:t>
      </w:r>
      <w:r w:rsidRPr="002813C1">
        <w:t>il s</w:t>
      </w:r>
      <w:r w:rsidR="00B77E03">
        <w:t>’</w:t>
      </w:r>
      <w:r w:rsidRPr="002813C1">
        <w:t xml:space="preserve">était hâté de faire signer un engagement à </w:t>
      </w:r>
      <w:r w:rsidR="00B77E03">
        <w:t>M. </w:t>
      </w:r>
      <w:proofErr w:type="spellStart"/>
      <w:r w:rsidRPr="002813C1">
        <w:t>Wilkie</w:t>
      </w:r>
      <w:proofErr w:type="spellEnd"/>
      <w:r w:rsidR="00B77E03">
        <w:t xml:space="preserve">, </w:t>
      </w:r>
      <w:r w:rsidRPr="002813C1">
        <w:t>c</w:t>
      </w:r>
      <w:r w:rsidR="00B77E03">
        <w:t>’</w:t>
      </w:r>
      <w:r w:rsidRPr="002813C1">
        <w:t xml:space="preserve">est que sans connaître </w:t>
      </w:r>
      <w:r w:rsidR="00B77E03">
        <w:t>M. </w:t>
      </w:r>
      <w:r w:rsidRPr="002813C1">
        <w:t>Fortunat</w:t>
      </w:r>
      <w:r w:rsidR="00B77E03">
        <w:t xml:space="preserve">, </w:t>
      </w:r>
      <w:r w:rsidRPr="002813C1">
        <w:t>il connaissait l</w:t>
      </w:r>
      <w:r w:rsidR="00B77E03">
        <w:t>’</w:t>
      </w:r>
      <w:r w:rsidRPr="002813C1">
        <w:t>industrie des dénicheurs d</w:t>
      </w:r>
      <w:r w:rsidR="00B77E03">
        <w:t>’</w:t>
      </w:r>
      <w:r w:rsidRPr="002813C1">
        <w:t>héritages</w:t>
      </w:r>
      <w:r w:rsidR="00B77E03">
        <w:t xml:space="preserve">, </w:t>
      </w:r>
      <w:r w:rsidRPr="002813C1">
        <w:t>et qu</w:t>
      </w:r>
      <w:r w:rsidR="00B77E03">
        <w:t>’</w:t>
      </w:r>
      <w:r w:rsidRPr="002813C1">
        <w:t>il craignait d</w:t>
      </w:r>
      <w:r w:rsidR="00B77E03">
        <w:t>’</w:t>
      </w:r>
      <w:r w:rsidRPr="002813C1">
        <w:t>être devancé par quelque habile limier</w:t>
      </w:r>
      <w:r w:rsidR="00B77E03">
        <w:t>…</w:t>
      </w:r>
    </w:p>
    <w:p w14:paraId="70395ED5" w14:textId="77777777" w:rsidR="00B77E03" w:rsidRDefault="0024252B" w:rsidP="00B77E03">
      <w:r w:rsidRPr="002813C1">
        <w:t>S</w:t>
      </w:r>
      <w:r w:rsidR="00B77E03">
        <w:t>’</w:t>
      </w:r>
      <w:r w:rsidRPr="002813C1">
        <w:t>il avait remis au lundi à dire son dernier mot</w:t>
      </w:r>
      <w:r w:rsidR="00B77E03">
        <w:t xml:space="preserve">, </w:t>
      </w:r>
      <w:r w:rsidRPr="002813C1">
        <w:t>c</w:t>
      </w:r>
      <w:r w:rsidR="00B77E03">
        <w:t>’</w:t>
      </w:r>
      <w:r w:rsidRPr="002813C1">
        <w:t>est qu</w:t>
      </w:r>
      <w:r w:rsidR="00B77E03">
        <w:t>’</w:t>
      </w:r>
      <w:r w:rsidRPr="002813C1">
        <w:t>il n</w:t>
      </w:r>
      <w:r w:rsidR="00B77E03">
        <w:t>’</w:t>
      </w:r>
      <w:r w:rsidRPr="002813C1">
        <w:t xml:space="preserve">avait pu rejoindre le marquis de </w:t>
      </w:r>
      <w:proofErr w:type="spellStart"/>
      <w:r w:rsidRPr="002813C1">
        <w:t>Valorsay</w:t>
      </w:r>
      <w:proofErr w:type="spellEnd"/>
      <w:r w:rsidRPr="002813C1">
        <w:t xml:space="preserve"> depuis qu</w:t>
      </w:r>
      <w:r w:rsidR="00B77E03">
        <w:t>’</w:t>
      </w:r>
      <w:r w:rsidRPr="002813C1">
        <w:t xml:space="preserve">il savait la mort du comte de </w:t>
      </w:r>
      <w:proofErr w:type="spellStart"/>
      <w:r w:rsidRPr="002813C1">
        <w:t>Chalusse</w:t>
      </w:r>
      <w:proofErr w:type="spellEnd"/>
      <w:r w:rsidRPr="002813C1">
        <w:t xml:space="preserve"> et qu</w:t>
      </w:r>
      <w:r w:rsidR="00B77E03">
        <w:t>’</w:t>
      </w:r>
      <w:r w:rsidRPr="002813C1">
        <w:t>il n</w:t>
      </w:r>
      <w:r w:rsidR="00B77E03">
        <w:t>’</w:t>
      </w:r>
      <w:r w:rsidRPr="002813C1">
        <w:t>osait rien conclure de définitif sans le consulter</w:t>
      </w:r>
      <w:r w:rsidR="00B77E03">
        <w:t>…</w:t>
      </w:r>
    </w:p>
    <w:p w14:paraId="3D2C454B" w14:textId="0E1EB48B" w:rsidR="00B77E03" w:rsidRDefault="0024252B" w:rsidP="00B77E03">
      <w:r w:rsidRPr="002813C1">
        <w:lastRenderedPageBreak/>
        <w:t>Car telle était la situation que lui faisait son passé</w:t>
      </w:r>
      <w:r w:rsidR="00B77E03">
        <w:t xml:space="preserve">, </w:t>
      </w:r>
      <w:r w:rsidRPr="002813C1">
        <w:t>qu</w:t>
      </w:r>
      <w:r w:rsidR="00B77E03">
        <w:t>’</w:t>
      </w:r>
      <w:r w:rsidRPr="002813C1">
        <w:t>il était entre les mains du marquis comme un œuf entre celles d</w:t>
      </w:r>
      <w:r w:rsidR="00B77E03">
        <w:t>’</w:t>
      </w:r>
      <w:r w:rsidRPr="002813C1">
        <w:t>un fort de la halle</w:t>
      </w:r>
      <w:r w:rsidR="00B77E03">
        <w:t xml:space="preserve">… </w:t>
      </w:r>
      <w:r w:rsidRPr="002813C1">
        <w:t xml:space="preserve">Au moindre soupçon de trahison </w:t>
      </w:r>
      <w:r w:rsidR="00B77E03">
        <w:t>M. de </w:t>
      </w:r>
      <w:proofErr w:type="spellStart"/>
      <w:r w:rsidRPr="002813C1">
        <w:t>Valorsay</w:t>
      </w:r>
      <w:proofErr w:type="spellEnd"/>
      <w:r w:rsidRPr="002813C1">
        <w:t xml:space="preserve"> fermait la main</w:t>
      </w:r>
      <w:r w:rsidR="00B77E03">
        <w:t xml:space="preserve">, </w:t>
      </w:r>
      <w:r w:rsidRPr="002813C1">
        <w:t>et lui</w:t>
      </w:r>
      <w:r w:rsidR="00B77E03">
        <w:t xml:space="preserve">, </w:t>
      </w:r>
      <w:proofErr w:type="spellStart"/>
      <w:r w:rsidRPr="002813C1">
        <w:t>Coralth</w:t>
      </w:r>
      <w:proofErr w:type="spellEnd"/>
      <w:r w:rsidR="00B77E03">
        <w:t xml:space="preserve">, </w:t>
      </w:r>
      <w:r w:rsidRPr="002813C1">
        <w:t>il était écrasé</w:t>
      </w:r>
      <w:r w:rsidR="00B77E03">
        <w:t>…</w:t>
      </w:r>
    </w:p>
    <w:p w14:paraId="39F02E84" w14:textId="438415E5" w:rsidR="00B77E03" w:rsidRDefault="0024252B" w:rsidP="00B77E03">
      <w:r w:rsidRPr="002813C1">
        <w:t>C</w:t>
      </w:r>
      <w:r w:rsidR="00B77E03">
        <w:t>’</w:t>
      </w:r>
      <w:r w:rsidRPr="002813C1">
        <w:t>est donc chez ce redoutable associé qu</w:t>
      </w:r>
      <w:r w:rsidR="00B77E03">
        <w:t>’</w:t>
      </w:r>
      <w:r w:rsidRPr="002813C1">
        <w:t xml:space="preserve">il se rendit en sortant de chez </w:t>
      </w:r>
      <w:r w:rsidR="00B77E03">
        <w:t>M. </w:t>
      </w:r>
      <w:proofErr w:type="spellStart"/>
      <w:r w:rsidRPr="002813C1">
        <w:t>Wilkie</w:t>
      </w:r>
      <w:proofErr w:type="spellEnd"/>
      <w:r w:rsidR="00B77E03">
        <w:t xml:space="preserve">, </w:t>
      </w:r>
      <w:r w:rsidRPr="002813C1">
        <w:t>et tout d</w:t>
      </w:r>
      <w:r w:rsidR="00B77E03">
        <w:t>’</w:t>
      </w:r>
      <w:r w:rsidRPr="002813C1">
        <w:t>une haleine il lui conta ce qu</w:t>
      </w:r>
      <w:r w:rsidR="00B77E03">
        <w:t>’</w:t>
      </w:r>
      <w:r w:rsidRPr="002813C1">
        <w:t>il savait</w:t>
      </w:r>
      <w:r w:rsidR="00B77E03">
        <w:t xml:space="preserve">, </w:t>
      </w:r>
      <w:r w:rsidRPr="002813C1">
        <w:t>et les projets qu</w:t>
      </w:r>
      <w:r w:rsidR="00B77E03">
        <w:t>’</w:t>
      </w:r>
      <w:r w:rsidRPr="002813C1">
        <w:t>il avait conçus</w:t>
      </w:r>
      <w:r w:rsidR="00B77E03">
        <w:t>…</w:t>
      </w:r>
    </w:p>
    <w:p w14:paraId="6E144853" w14:textId="77777777" w:rsidR="00B77E03" w:rsidRDefault="0024252B" w:rsidP="00B77E03">
      <w:r w:rsidRPr="002813C1">
        <w:t>Grande dut être la stupeur du marquis en apprenant que la d</w:t>
      </w:r>
      <w:r w:rsidR="00B77E03">
        <w:t>’</w:t>
      </w:r>
      <w:r w:rsidRPr="002813C1">
        <w:t xml:space="preserve">Argelès était une demoiselle de </w:t>
      </w:r>
      <w:proofErr w:type="spellStart"/>
      <w:r w:rsidRPr="002813C1">
        <w:t>Chalusse</w:t>
      </w:r>
      <w:proofErr w:type="spellEnd"/>
      <w:r w:rsidR="00B77E03">
        <w:t xml:space="preserve">, </w:t>
      </w:r>
      <w:r w:rsidRPr="002813C1">
        <w:t>mais il sut rester impassible</w:t>
      </w:r>
      <w:r w:rsidR="00B77E03">
        <w:t xml:space="preserve">. </w:t>
      </w:r>
      <w:r w:rsidRPr="002813C1">
        <w:t>Il écouta sans interrompre</w:t>
      </w:r>
      <w:r w:rsidR="00B77E03">
        <w:t xml:space="preserve">, </w:t>
      </w:r>
      <w:r w:rsidRPr="002813C1">
        <w:t>et lorsque le vicomte eut achevé</w:t>
      </w:r>
      <w:r w:rsidR="00B77E03">
        <w:t> :</w:t>
      </w:r>
    </w:p>
    <w:p w14:paraId="547501C6" w14:textId="77777777" w:rsidR="00B77E03" w:rsidRDefault="00B77E03" w:rsidP="00B77E03">
      <w:r>
        <w:t>— </w:t>
      </w:r>
      <w:r w:rsidR="0024252B" w:rsidRPr="002813C1">
        <w:t>Pourquoi</w:t>
      </w:r>
      <w:r>
        <w:t xml:space="preserve">, </w:t>
      </w:r>
      <w:r w:rsidR="0024252B" w:rsidRPr="002813C1">
        <w:t>demanda-t-il</w:t>
      </w:r>
      <w:r>
        <w:t xml:space="preserve">, </w:t>
      </w:r>
      <w:r w:rsidR="0024252B" w:rsidRPr="002813C1">
        <w:t>avoir attendu si tard pour me dire tout cela</w:t>
      </w:r>
      <w:r>
        <w:t> ?</w:t>
      </w:r>
    </w:p>
    <w:p w14:paraId="3B9BFE3A" w14:textId="77777777" w:rsidR="00B77E03" w:rsidRDefault="00B77E03" w:rsidP="00B77E03">
      <w:r>
        <w:t>— </w:t>
      </w:r>
      <w:r w:rsidR="0024252B" w:rsidRPr="002813C1">
        <w:t>Jusqu</w:t>
      </w:r>
      <w:r>
        <w:t>’</w:t>
      </w:r>
      <w:r w:rsidR="0024252B" w:rsidRPr="002813C1">
        <w:t>ici</w:t>
      </w:r>
      <w:r>
        <w:t xml:space="preserve">, </w:t>
      </w:r>
      <w:r w:rsidR="0024252B" w:rsidRPr="002813C1">
        <w:t>cela ne vous intéressait en rien</w:t>
      </w:r>
      <w:r>
        <w:t xml:space="preserve">, </w:t>
      </w:r>
      <w:r w:rsidR="0024252B" w:rsidRPr="002813C1">
        <w:t>ce me semble</w:t>
      </w:r>
      <w:r>
        <w:t> !…</w:t>
      </w:r>
    </w:p>
    <w:p w14:paraId="1FA19F42" w14:textId="77777777" w:rsidR="00B77E03" w:rsidRDefault="0024252B" w:rsidP="00B77E03">
      <w:r w:rsidRPr="002813C1">
        <w:t>Le marquis l</w:t>
      </w:r>
      <w:r w:rsidR="00B77E03">
        <w:t>’</w:t>
      </w:r>
      <w:r w:rsidRPr="002813C1">
        <w:t>enveloppa d</w:t>
      </w:r>
      <w:r w:rsidR="00B77E03">
        <w:t>’</w:t>
      </w:r>
      <w:r w:rsidRPr="002813C1">
        <w:t>un regard perspicace</w:t>
      </w:r>
      <w:r w:rsidR="00B77E03">
        <w:t xml:space="preserve">, </w:t>
      </w:r>
      <w:r w:rsidRPr="002813C1">
        <w:t>et d</w:t>
      </w:r>
      <w:r w:rsidR="00B77E03">
        <w:t>’</w:t>
      </w:r>
      <w:r w:rsidRPr="002813C1">
        <w:t>une voix très-calme</w:t>
      </w:r>
      <w:r w:rsidR="00B77E03">
        <w:t> :</w:t>
      </w:r>
    </w:p>
    <w:p w14:paraId="16D1FCA2" w14:textId="77777777" w:rsidR="00B77E03" w:rsidRDefault="00B77E03" w:rsidP="00B77E03">
      <w:r>
        <w:t>— </w:t>
      </w:r>
      <w:r w:rsidR="0024252B" w:rsidRPr="002813C1">
        <w:t>En d</w:t>
      </w:r>
      <w:r>
        <w:t>’</w:t>
      </w:r>
      <w:r w:rsidR="0024252B" w:rsidRPr="002813C1">
        <w:t>autres termes</w:t>
      </w:r>
      <w:r>
        <w:t xml:space="preserve">, </w:t>
      </w:r>
      <w:r w:rsidR="0024252B" w:rsidRPr="002813C1">
        <w:t>prononça-t-il</w:t>
      </w:r>
      <w:r>
        <w:t xml:space="preserve">, </w:t>
      </w:r>
      <w:r w:rsidR="0024252B" w:rsidRPr="002813C1">
        <w:t>vous vous étiez jusqu</w:t>
      </w:r>
      <w:r>
        <w:t>’</w:t>
      </w:r>
      <w:r w:rsidR="0024252B" w:rsidRPr="002813C1">
        <w:t>ici demandé quel serait pour vous le plus avantageux d</w:t>
      </w:r>
      <w:r>
        <w:t>’</w:t>
      </w:r>
      <w:r w:rsidR="0024252B" w:rsidRPr="002813C1">
        <w:t>être avec ou contre moi</w:t>
      </w:r>
      <w:r>
        <w:t>…</w:t>
      </w:r>
    </w:p>
    <w:p w14:paraId="6CA2DE43" w14:textId="77777777" w:rsidR="00B77E03" w:rsidRDefault="00B77E03" w:rsidP="00B77E03">
      <w:r>
        <w:t>— </w:t>
      </w:r>
      <w:r w:rsidR="0024252B" w:rsidRPr="002813C1">
        <w:t>Oh</w:t>
      </w:r>
      <w:r>
        <w:t xml:space="preserve"> !… </w:t>
      </w:r>
      <w:r w:rsidR="0024252B" w:rsidRPr="002813C1">
        <w:t>pouvez-vous croire</w:t>
      </w:r>
      <w:r>
        <w:t>…</w:t>
      </w:r>
    </w:p>
    <w:p w14:paraId="04AC70E8" w14:textId="77777777" w:rsidR="00B77E03" w:rsidRDefault="00B77E03" w:rsidP="00B77E03">
      <w:r>
        <w:t>— </w:t>
      </w:r>
      <w:r w:rsidR="0024252B" w:rsidRPr="002813C1">
        <w:t>Je ne crois pas</w:t>
      </w:r>
      <w:r>
        <w:t xml:space="preserve">, </w:t>
      </w:r>
      <w:r w:rsidR="0024252B" w:rsidRPr="002813C1">
        <w:t>je suis sûr</w:t>
      </w:r>
      <w:r>
        <w:t xml:space="preserve">… </w:t>
      </w:r>
      <w:r w:rsidR="0024252B" w:rsidRPr="002813C1">
        <w:t>Tant que j</w:t>
      </w:r>
      <w:r>
        <w:t>’</w:t>
      </w:r>
      <w:r w:rsidR="0024252B" w:rsidRPr="002813C1">
        <w:t>ai été pour vous un solide appui</w:t>
      </w:r>
      <w:r>
        <w:t xml:space="preserve">, </w:t>
      </w:r>
      <w:r w:rsidR="0024252B" w:rsidRPr="002813C1">
        <w:t>vous m</w:t>
      </w:r>
      <w:r>
        <w:t>’</w:t>
      </w:r>
      <w:r w:rsidR="0024252B" w:rsidRPr="002813C1">
        <w:t>étiez dévoué</w:t>
      </w:r>
      <w:r>
        <w:t xml:space="preserve">… </w:t>
      </w:r>
      <w:r w:rsidR="0024252B" w:rsidRPr="002813C1">
        <w:t>je chancelle</w:t>
      </w:r>
      <w:r>
        <w:t xml:space="preserve">, </w:t>
      </w:r>
      <w:r w:rsidR="0024252B" w:rsidRPr="002813C1">
        <w:t>vous êtes prêt à me trahir</w:t>
      </w:r>
      <w:r>
        <w:t>.</w:t>
      </w:r>
    </w:p>
    <w:p w14:paraId="113A2E3F" w14:textId="77777777" w:rsidR="00B77E03" w:rsidRDefault="00B77E03" w:rsidP="00B77E03">
      <w:r>
        <w:t>— </w:t>
      </w:r>
      <w:r w:rsidR="0024252B" w:rsidRPr="002813C1">
        <w:t>Pardon</w:t>
      </w:r>
      <w:r>
        <w:t xml:space="preserve"> ! </w:t>
      </w:r>
      <w:r w:rsidR="0024252B" w:rsidRPr="002813C1">
        <w:t>la démarche que je fais</w:t>
      </w:r>
      <w:r>
        <w:t>…</w:t>
      </w:r>
    </w:p>
    <w:p w14:paraId="097DC3D0" w14:textId="00ED38A7" w:rsidR="00B77E03" w:rsidRDefault="00B77E03" w:rsidP="00B77E03">
      <w:r>
        <w:lastRenderedPageBreak/>
        <w:t>— </w:t>
      </w:r>
      <w:r w:rsidR="0024252B" w:rsidRPr="002813C1">
        <w:t>Eh</w:t>
      </w:r>
      <w:r>
        <w:t xml:space="preserve"> ! </w:t>
      </w:r>
      <w:proofErr w:type="spellStart"/>
      <w:r w:rsidR="0024252B" w:rsidRPr="002813C1">
        <w:t>pouviez-vous</w:t>
      </w:r>
      <w:proofErr w:type="spellEnd"/>
      <w:r w:rsidR="0024252B" w:rsidRPr="002813C1">
        <w:t xml:space="preserve"> ne pas la faire</w:t>
      </w:r>
      <w:r>
        <w:t xml:space="preserve"> ? </w:t>
      </w:r>
      <w:r w:rsidR="0024252B" w:rsidRPr="002813C1">
        <w:t xml:space="preserve">interrompit vivement </w:t>
      </w:r>
      <w:r>
        <w:t>M. de </w:t>
      </w:r>
      <w:proofErr w:type="spellStart"/>
      <w:r w:rsidR="0024252B" w:rsidRPr="002813C1">
        <w:t>Valorsay</w:t>
      </w:r>
      <w:proofErr w:type="spellEnd"/>
      <w:r>
        <w:t>.</w:t>
      </w:r>
    </w:p>
    <w:p w14:paraId="46BF1D9B" w14:textId="77777777" w:rsidR="00B77E03" w:rsidRDefault="0024252B" w:rsidP="00B77E03">
      <w:r w:rsidRPr="002813C1">
        <w:t>Puis</w:t>
      </w:r>
      <w:r w:rsidR="00B77E03">
        <w:t xml:space="preserve">, </w:t>
      </w:r>
      <w:r w:rsidRPr="002813C1">
        <w:t>haussant les épaules</w:t>
      </w:r>
      <w:r w:rsidR="00B77E03">
        <w:t> :</w:t>
      </w:r>
    </w:p>
    <w:p w14:paraId="1BCA3364" w14:textId="77777777" w:rsidR="00B77E03" w:rsidRDefault="00B77E03" w:rsidP="00B77E03">
      <w:r>
        <w:t>— </w:t>
      </w:r>
      <w:r w:rsidR="0024252B" w:rsidRPr="002813C1">
        <w:t>Notez</w:t>
      </w:r>
      <w:r>
        <w:t xml:space="preserve">, </w:t>
      </w:r>
      <w:r w:rsidR="0024252B" w:rsidRPr="002813C1">
        <w:t>ajouta-t-il</w:t>
      </w:r>
      <w:r>
        <w:t xml:space="preserve">, </w:t>
      </w:r>
      <w:r w:rsidR="0024252B" w:rsidRPr="002813C1">
        <w:t>que je ne vous adresse pas le moindre reproche</w:t>
      </w:r>
      <w:r>
        <w:t xml:space="preserve">. </w:t>
      </w:r>
      <w:r w:rsidR="0024252B" w:rsidRPr="002813C1">
        <w:t>Seulement</w:t>
      </w:r>
      <w:r>
        <w:t xml:space="preserve">, </w:t>
      </w:r>
      <w:r w:rsidR="0024252B" w:rsidRPr="002813C1">
        <w:t>retenez bien ceci</w:t>
      </w:r>
      <w:r>
        <w:t xml:space="preserve">, </w:t>
      </w:r>
      <w:r w:rsidR="0024252B" w:rsidRPr="002813C1">
        <w:t>ou nous surnagerons ou nous périrons ensemble</w:t>
      </w:r>
      <w:r>
        <w:t>.</w:t>
      </w:r>
    </w:p>
    <w:p w14:paraId="3777C4AE" w14:textId="38156EEE" w:rsidR="00B77E03" w:rsidRDefault="0024252B" w:rsidP="00B77E03">
      <w:r w:rsidRPr="002813C1">
        <w:t xml:space="preserve">À la flamme qui passa devant les yeux de </w:t>
      </w:r>
      <w:r w:rsidR="00B77E03">
        <w:t>M. de </w:t>
      </w:r>
      <w:proofErr w:type="spellStart"/>
      <w:r w:rsidRPr="002813C1">
        <w:t>Coralth</w:t>
      </w:r>
      <w:proofErr w:type="spellEnd"/>
      <w:r w:rsidR="00B77E03">
        <w:t xml:space="preserve">, </w:t>
      </w:r>
      <w:r w:rsidRPr="002813C1">
        <w:t>le marquis dut comprendre tout ce qu</w:t>
      </w:r>
      <w:r w:rsidR="00B77E03">
        <w:t>’</w:t>
      </w:r>
      <w:r w:rsidRPr="002813C1">
        <w:t>il y avait de haines et de révoltes dans le cœur de son associé</w:t>
      </w:r>
      <w:r w:rsidR="00B77E03">
        <w:t>.</w:t>
      </w:r>
    </w:p>
    <w:p w14:paraId="731B0D08" w14:textId="77777777" w:rsidR="00B77E03" w:rsidRDefault="0024252B" w:rsidP="00B77E03">
      <w:r w:rsidRPr="002813C1">
        <w:t>Il ne s</w:t>
      </w:r>
      <w:r w:rsidR="00B77E03">
        <w:t>’</w:t>
      </w:r>
      <w:r w:rsidRPr="002813C1">
        <w:t>en inquiéta pas</w:t>
      </w:r>
      <w:r w:rsidR="00B77E03">
        <w:t xml:space="preserve">, </w:t>
      </w:r>
      <w:r w:rsidRPr="002813C1">
        <w:t>et c</w:t>
      </w:r>
      <w:r w:rsidR="00B77E03">
        <w:t>’</w:t>
      </w:r>
      <w:r w:rsidRPr="002813C1">
        <w:t>est du même ton glacial qu</w:t>
      </w:r>
      <w:r w:rsidR="00B77E03">
        <w:t>’</w:t>
      </w:r>
      <w:r w:rsidRPr="002813C1">
        <w:t>il poursuivit</w:t>
      </w:r>
      <w:r w:rsidR="00B77E03">
        <w:t> :</w:t>
      </w:r>
    </w:p>
    <w:p w14:paraId="14A7D6AF" w14:textId="77777777" w:rsidR="00B77E03" w:rsidRDefault="00B77E03" w:rsidP="00B77E03">
      <w:r>
        <w:t>— </w:t>
      </w:r>
      <w:r w:rsidR="0024252B" w:rsidRPr="002813C1">
        <w:t>Du reste</w:t>
      </w:r>
      <w:r>
        <w:t xml:space="preserve">, </w:t>
      </w:r>
      <w:r w:rsidR="0024252B" w:rsidRPr="002813C1">
        <w:t>vos projets</w:t>
      </w:r>
      <w:r>
        <w:t xml:space="preserve">, </w:t>
      </w:r>
      <w:r w:rsidR="0024252B" w:rsidRPr="002813C1">
        <w:t>loin de contrarier mes desseins</w:t>
      </w:r>
      <w:r>
        <w:t xml:space="preserve">, </w:t>
      </w:r>
      <w:r w:rsidR="0024252B" w:rsidRPr="002813C1">
        <w:t>les servent</w:t>
      </w:r>
      <w:r>
        <w:t xml:space="preserve">… </w:t>
      </w:r>
      <w:r w:rsidR="0024252B" w:rsidRPr="002813C1">
        <w:t>Oui</w:t>
      </w:r>
      <w:r>
        <w:t xml:space="preserve">, </w:t>
      </w:r>
      <w:r w:rsidR="0024252B" w:rsidRPr="002813C1">
        <w:t>il faut que la d</w:t>
      </w:r>
      <w:r>
        <w:t>’</w:t>
      </w:r>
      <w:r w:rsidR="0024252B" w:rsidRPr="002813C1">
        <w:t>Argelès réclame l</w:t>
      </w:r>
      <w:r>
        <w:t>’</w:t>
      </w:r>
      <w:r w:rsidR="0024252B" w:rsidRPr="002813C1">
        <w:t xml:space="preserve">héritage du comte de </w:t>
      </w:r>
      <w:proofErr w:type="spellStart"/>
      <w:r w:rsidR="0024252B" w:rsidRPr="002813C1">
        <w:t>Chalusse</w:t>
      </w:r>
      <w:proofErr w:type="spellEnd"/>
      <w:r>
        <w:t xml:space="preserve">… </w:t>
      </w:r>
      <w:r w:rsidR="0024252B" w:rsidRPr="002813C1">
        <w:t>Si elle hésitait</w:t>
      </w:r>
      <w:r>
        <w:t xml:space="preserve">, </w:t>
      </w:r>
      <w:r w:rsidR="0024252B" w:rsidRPr="002813C1">
        <w:t>son fils lui forcerait la main</w:t>
      </w:r>
      <w:r>
        <w:t xml:space="preserve">, </w:t>
      </w:r>
      <w:r w:rsidR="0024252B" w:rsidRPr="002813C1">
        <w:t>n</w:t>
      </w:r>
      <w:r>
        <w:t>’</w:t>
      </w:r>
      <w:r w:rsidR="0024252B" w:rsidRPr="002813C1">
        <w:t>est-ce pas</w:t>
      </w:r>
      <w:r>
        <w:t> ?</w:t>
      </w:r>
    </w:p>
    <w:p w14:paraId="0A98DE3A" w14:textId="77777777" w:rsidR="00B77E03" w:rsidRDefault="00B77E03" w:rsidP="00B77E03">
      <w:r>
        <w:t>— </w:t>
      </w:r>
      <w:r w:rsidR="0024252B" w:rsidRPr="002813C1">
        <w:t>Oh</w:t>
      </w:r>
      <w:r>
        <w:t xml:space="preserve"> !… </w:t>
      </w:r>
      <w:r w:rsidR="0024252B" w:rsidRPr="002813C1">
        <w:t>soyez-en sûr</w:t>
      </w:r>
      <w:r>
        <w:t>.</w:t>
      </w:r>
    </w:p>
    <w:p w14:paraId="6CE542F6" w14:textId="77777777" w:rsidR="00B77E03" w:rsidRDefault="00B77E03" w:rsidP="00B77E03">
      <w:r>
        <w:t>— </w:t>
      </w:r>
      <w:r w:rsidR="0024252B" w:rsidRPr="002813C1">
        <w:t>Et quand il sera riche</w:t>
      </w:r>
      <w:r>
        <w:t xml:space="preserve">, </w:t>
      </w:r>
      <w:r w:rsidR="0024252B" w:rsidRPr="002813C1">
        <w:t>garderez-vous sur lui une certaine influence</w:t>
      </w:r>
      <w:r>
        <w:t> ?</w:t>
      </w:r>
    </w:p>
    <w:p w14:paraId="628F505F" w14:textId="77777777" w:rsidR="00B77E03" w:rsidRDefault="00B77E03" w:rsidP="00B77E03">
      <w:r>
        <w:t>— </w:t>
      </w:r>
      <w:r w:rsidR="0024252B" w:rsidRPr="002813C1">
        <w:t>Pauvre garçon</w:t>
      </w:r>
      <w:r>
        <w:t xml:space="preserve"> ! </w:t>
      </w:r>
      <w:r w:rsidR="0024252B" w:rsidRPr="002813C1">
        <w:t>Riche ou pauvre</w:t>
      </w:r>
      <w:r>
        <w:t xml:space="preserve">, </w:t>
      </w:r>
      <w:r w:rsidR="0024252B" w:rsidRPr="002813C1">
        <w:t>je le pétrirai toujours comme une cire molle</w:t>
      </w:r>
      <w:r>
        <w:t>.</w:t>
      </w:r>
    </w:p>
    <w:p w14:paraId="5B9FA749" w14:textId="77777777" w:rsidR="00B77E03" w:rsidRDefault="00B77E03" w:rsidP="00B77E03">
      <w:r>
        <w:t>— </w:t>
      </w:r>
      <w:r w:rsidR="0024252B" w:rsidRPr="002813C1">
        <w:t>Alors</w:t>
      </w:r>
      <w:r>
        <w:t xml:space="preserve">, </w:t>
      </w:r>
      <w:r w:rsidR="0024252B" w:rsidRPr="002813C1">
        <w:t>très-bien</w:t>
      </w:r>
      <w:r>
        <w:t xml:space="preserve"> ! </w:t>
      </w:r>
      <w:r w:rsidR="0024252B" w:rsidRPr="002813C1">
        <w:t>Marguerite m</w:t>
      </w:r>
      <w:r>
        <w:t>’</w:t>
      </w:r>
      <w:r w:rsidR="0024252B" w:rsidRPr="002813C1">
        <w:t>échappait</w:t>
      </w:r>
      <w:r>
        <w:t xml:space="preserve">, </w:t>
      </w:r>
      <w:r w:rsidR="0024252B" w:rsidRPr="002813C1">
        <w:t>je vais la ressaisir</w:t>
      </w:r>
      <w:r>
        <w:t xml:space="preserve">… </w:t>
      </w:r>
      <w:r w:rsidR="0024252B" w:rsidRPr="002813C1">
        <w:t>J</w:t>
      </w:r>
      <w:r>
        <w:t>’</w:t>
      </w:r>
      <w:r w:rsidR="0024252B" w:rsidRPr="002813C1">
        <w:t>ai une idée</w:t>
      </w:r>
      <w:r>
        <w:t xml:space="preserve"> !… </w:t>
      </w:r>
      <w:r w:rsidR="0024252B" w:rsidRPr="002813C1">
        <w:t>Ah</w:t>
      </w:r>
      <w:r>
        <w:t xml:space="preserve"> ! </w:t>
      </w:r>
      <w:r w:rsidR="0024252B" w:rsidRPr="002813C1">
        <w:t xml:space="preserve">les </w:t>
      </w:r>
      <w:proofErr w:type="spellStart"/>
      <w:r w:rsidR="0024252B" w:rsidRPr="002813C1">
        <w:t>Fondège</w:t>
      </w:r>
      <w:proofErr w:type="spellEnd"/>
      <w:r w:rsidR="0024252B" w:rsidRPr="002813C1">
        <w:t xml:space="preserve"> prétendent jouer au plus fin avec moi</w:t>
      </w:r>
      <w:r>
        <w:t xml:space="preserve"> ! </w:t>
      </w:r>
      <w:r w:rsidR="0024252B" w:rsidRPr="002813C1">
        <w:t>Nous verrons bien</w:t>
      </w:r>
      <w:r>
        <w:t>…</w:t>
      </w:r>
    </w:p>
    <w:p w14:paraId="65205C68" w14:textId="77777777" w:rsidR="00B77E03" w:rsidRDefault="0024252B" w:rsidP="00B77E03">
      <w:r w:rsidRPr="002813C1">
        <w:t>Le vicomte l</w:t>
      </w:r>
      <w:r w:rsidR="00B77E03">
        <w:t>’</w:t>
      </w:r>
      <w:r w:rsidRPr="002813C1">
        <w:t>observait sournoisement</w:t>
      </w:r>
      <w:r w:rsidR="00B77E03">
        <w:t xml:space="preserve"> ; </w:t>
      </w:r>
      <w:r w:rsidRPr="002813C1">
        <w:t>il s</w:t>
      </w:r>
      <w:r w:rsidR="00B77E03">
        <w:t>’</w:t>
      </w:r>
      <w:r w:rsidRPr="002813C1">
        <w:t>en aperçut</w:t>
      </w:r>
      <w:r w:rsidR="00B77E03">
        <w:t xml:space="preserve">, </w:t>
      </w:r>
      <w:r w:rsidRPr="002813C1">
        <w:t>et d</w:t>
      </w:r>
      <w:r w:rsidR="00B77E03">
        <w:t>’</w:t>
      </w:r>
      <w:r w:rsidRPr="002813C1">
        <w:t>un ton de brusque cordialité</w:t>
      </w:r>
      <w:r w:rsidR="00B77E03">
        <w:t> :</w:t>
      </w:r>
    </w:p>
    <w:p w14:paraId="1F212814" w14:textId="77777777" w:rsidR="00B77E03" w:rsidRDefault="00B77E03" w:rsidP="00B77E03">
      <w:r>
        <w:t>— </w:t>
      </w:r>
      <w:r w:rsidR="0024252B" w:rsidRPr="002813C1">
        <w:t>Excusez-moi de ne point vous retenir à déjeuner</w:t>
      </w:r>
      <w:r>
        <w:t xml:space="preserve">, </w:t>
      </w:r>
      <w:r w:rsidR="0024252B" w:rsidRPr="002813C1">
        <w:t>dit-il</w:t>
      </w:r>
      <w:r>
        <w:t xml:space="preserve">, </w:t>
      </w:r>
      <w:r w:rsidR="0024252B" w:rsidRPr="002813C1">
        <w:t>mais il faut que je sorte</w:t>
      </w:r>
      <w:r>
        <w:t xml:space="preserve">… </w:t>
      </w:r>
      <w:r w:rsidR="0024252B" w:rsidRPr="002813C1">
        <w:t xml:space="preserve">le baron </w:t>
      </w:r>
      <w:proofErr w:type="spellStart"/>
      <w:r w:rsidR="0024252B" w:rsidRPr="002813C1">
        <w:t>Trigault</w:t>
      </w:r>
      <w:proofErr w:type="spellEnd"/>
      <w:r w:rsidR="0024252B" w:rsidRPr="002813C1">
        <w:t xml:space="preserve"> m</w:t>
      </w:r>
      <w:r>
        <w:t>’</w:t>
      </w:r>
      <w:r w:rsidR="0024252B" w:rsidRPr="002813C1">
        <w:t xml:space="preserve">attend chez </w:t>
      </w:r>
      <w:r w:rsidR="0024252B" w:rsidRPr="002813C1">
        <w:lastRenderedPageBreak/>
        <w:t>lui</w:t>
      </w:r>
      <w:r>
        <w:t xml:space="preserve">. </w:t>
      </w:r>
      <w:r w:rsidR="0024252B" w:rsidRPr="002813C1">
        <w:t>Allons</w:t>
      </w:r>
      <w:r>
        <w:t xml:space="preserve">, </w:t>
      </w:r>
      <w:r w:rsidR="0024252B" w:rsidRPr="002813C1">
        <w:t>sans rancune au revoir</w:t>
      </w:r>
      <w:r>
        <w:t xml:space="preserve">… </w:t>
      </w:r>
      <w:r w:rsidR="0024252B" w:rsidRPr="002813C1">
        <w:t>et surtout tenez-moi au courant</w:t>
      </w:r>
      <w:r>
        <w:t>…</w:t>
      </w:r>
    </w:p>
    <w:p w14:paraId="08AB3342" w14:textId="1D80505B" w:rsidR="00B77E03" w:rsidRDefault="0024252B" w:rsidP="00B77E03">
      <w:r w:rsidRPr="002813C1">
        <w:t xml:space="preserve">Entré un peu inquiet chez le marquis de </w:t>
      </w:r>
      <w:proofErr w:type="spellStart"/>
      <w:r w:rsidRPr="002813C1">
        <w:t>Valorsay</w:t>
      </w:r>
      <w:proofErr w:type="spellEnd"/>
      <w:r w:rsidR="00B77E03">
        <w:t>, M. de </w:t>
      </w:r>
      <w:proofErr w:type="spellStart"/>
      <w:r w:rsidRPr="002813C1">
        <w:t>Coralth</w:t>
      </w:r>
      <w:proofErr w:type="spellEnd"/>
      <w:r w:rsidRPr="002813C1">
        <w:t xml:space="preserve"> en sortit frémissant de colère</w:t>
      </w:r>
      <w:r w:rsidR="00B77E03">
        <w:t>.</w:t>
      </w:r>
    </w:p>
    <w:p w14:paraId="0DA6B01E" w14:textId="77777777" w:rsidR="00B77E03" w:rsidRDefault="00B77E03" w:rsidP="00B77E03">
      <w:r>
        <w:t>— </w:t>
      </w:r>
      <w:r w:rsidR="0024252B" w:rsidRPr="002813C1">
        <w:t>Comme il y va</w:t>
      </w:r>
      <w:r>
        <w:t xml:space="preserve">, </w:t>
      </w:r>
      <w:r w:rsidR="0024252B" w:rsidRPr="002813C1">
        <w:t>grondait-il</w:t>
      </w:r>
      <w:r>
        <w:t xml:space="preserve">. </w:t>
      </w:r>
      <w:r w:rsidR="0024252B" w:rsidRPr="002813C1">
        <w:t>Nous surnagerons ou nous sombrerons ensemble</w:t>
      </w:r>
      <w:r>
        <w:t xml:space="preserve"> !… </w:t>
      </w:r>
      <w:r w:rsidR="0024252B" w:rsidRPr="002813C1">
        <w:t>Merci de la préférence</w:t>
      </w:r>
      <w:r>
        <w:t xml:space="preserve">… </w:t>
      </w:r>
      <w:r w:rsidR="0024252B" w:rsidRPr="002813C1">
        <w:t>Est-ce ma faute</w:t>
      </w:r>
      <w:r>
        <w:t xml:space="preserve">, </w:t>
      </w:r>
      <w:r w:rsidR="0024252B" w:rsidRPr="002813C1">
        <w:t>à moi</w:t>
      </w:r>
      <w:r>
        <w:t xml:space="preserve">, </w:t>
      </w:r>
      <w:r w:rsidR="0024252B" w:rsidRPr="002813C1">
        <w:t>s</w:t>
      </w:r>
      <w:r>
        <w:t>’</w:t>
      </w:r>
      <w:r w:rsidR="0024252B" w:rsidRPr="002813C1">
        <w:t>il a dévoré sa fortune</w:t>
      </w:r>
      <w:r>
        <w:t xml:space="preserve">, </w:t>
      </w:r>
      <w:r w:rsidR="0024252B" w:rsidRPr="002813C1">
        <w:t>cet imbécile</w:t>
      </w:r>
      <w:r>
        <w:t xml:space="preserve"> !… </w:t>
      </w:r>
      <w:r w:rsidR="0024252B" w:rsidRPr="002813C1">
        <w:t>Ah</w:t>
      </w:r>
      <w:r>
        <w:t xml:space="preserve"> !… </w:t>
      </w:r>
      <w:r w:rsidR="0024252B" w:rsidRPr="002813C1">
        <w:t>je commence à en avoir plein le dos de ses menaces et de ses grands airs</w:t>
      </w:r>
      <w:r>
        <w:t> !…</w:t>
      </w:r>
    </w:p>
    <w:p w14:paraId="1531F314" w14:textId="745D3C3C" w:rsidR="00B77E03" w:rsidRDefault="0024252B" w:rsidP="00B77E03">
      <w:r w:rsidRPr="002813C1">
        <w:t>Cependant</w:t>
      </w:r>
      <w:r w:rsidR="00B77E03">
        <w:t xml:space="preserve">, </w:t>
      </w:r>
      <w:r w:rsidRPr="002813C1">
        <w:t>son irritation n</w:t>
      </w:r>
      <w:r w:rsidR="00B77E03">
        <w:t>’</w:t>
      </w:r>
      <w:r w:rsidRPr="002813C1">
        <w:t>était pas si grande qu</w:t>
      </w:r>
      <w:r w:rsidR="00B77E03">
        <w:t>’</w:t>
      </w:r>
      <w:r w:rsidRPr="002813C1">
        <w:t>il en oubliât ses intérêts sérieux</w:t>
      </w:r>
      <w:r w:rsidR="00B77E03">
        <w:t xml:space="preserve">. </w:t>
      </w:r>
      <w:r w:rsidRPr="002813C1">
        <w:t>Il avait encore à s</w:t>
      </w:r>
      <w:r w:rsidR="00B77E03">
        <w:t>’</w:t>
      </w:r>
      <w:r w:rsidRPr="002813C1">
        <w:t>informer de la validité de l</w:t>
      </w:r>
      <w:r w:rsidR="00B77E03">
        <w:t>’</w:t>
      </w:r>
      <w:r w:rsidRPr="002813C1">
        <w:t>acte qu</w:t>
      </w:r>
      <w:r w:rsidR="00B77E03">
        <w:t>’</w:t>
      </w:r>
      <w:r w:rsidRPr="002813C1">
        <w:t xml:space="preserve">il se proposait de faire signer à </w:t>
      </w:r>
      <w:r w:rsidR="00B77E03">
        <w:t>M. </w:t>
      </w:r>
      <w:proofErr w:type="spellStart"/>
      <w:r w:rsidRPr="002813C1">
        <w:t>Wilkie</w:t>
      </w:r>
      <w:proofErr w:type="spellEnd"/>
      <w:r w:rsidR="00B77E03">
        <w:t>.</w:t>
      </w:r>
    </w:p>
    <w:p w14:paraId="1474F062" w14:textId="77777777" w:rsidR="00B77E03" w:rsidRDefault="0024252B" w:rsidP="00B77E03">
      <w:r w:rsidRPr="002813C1">
        <w:t>L</w:t>
      </w:r>
      <w:r w:rsidR="00B77E03">
        <w:t>’</w:t>
      </w:r>
      <w:r w:rsidRPr="002813C1">
        <w:t>homme d</w:t>
      </w:r>
      <w:r w:rsidR="00B77E03">
        <w:t>’</w:t>
      </w:r>
      <w:r w:rsidRPr="002813C1">
        <w:t>affaires qu</w:t>
      </w:r>
      <w:r w:rsidR="00B77E03">
        <w:t>’</w:t>
      </w:r>
      <w:r w:rsidRPr="002813C1">
        <w:t>il consulta lui répondit qu</w:t>
      </w:r>
      <w:r w:rsidR="00B77E03">
        <w:t>’</w:t>
      </w:r>
      <w:r w:rsidRPr="002813C1">
        <w:t>un traité dans des conditions raisonnables serait très-probablement admis par un tribunal en cas de contestation</w:t>
      </w:r>
      <w:r w:rsidR="00B77E03">
        <w:t xml:space="preserve">, </w:t>
      </w:r>
      <w:r w:rsidRPr="002813C1">
        <w:t>et il lui rédigea un petit projet qui dans son genre était un chef-d</w:t>
      </w:r>
      <w:r w:rsidR="00B77E03">
        <w:t>’</w:t>
      </w:r>
      <w:r w:rsidRPr="002813C1">
        <w:t>œuvre</w:t>
      </w:r>
      <w:r w:rsidR="00B77E03">
        <w:t>…</w:t>
      </w:r>
    </w:p>
    <w:p w14:paraId="78D22227" w14:textId="77777777" w:rsidR="00B77E03" w:rsidRDefault="0024252B" w:rsidP="00B77E03">
      <w:r w:rsidRPr="002813C1">
        <w:t>Il n</w:t>
      </w:r>
      <w:r w:rsidR="00B77E03">
        <w:t>’</w:t>
      </w:r>
      <w:r w:rsidRPr="002813C1">
        <w:t>était pas midi et le vicomte était libre d</w:t>
      </w:r>
      <w:r w:rsidR="00B77E03">
        <w:t>’</w:t>
      </w:r>
      <w:r w:rsidRPr="002813C1">
        <w:t>agir</w:t>
      </w:r>
      <w:r w:rsidR="00B77E03">
        <w:t xml:space="preserve"> ! </w:t>
      </w:r>
      <w:r w:rsidRPr="002813C1">
        <w:t>C</w:t>
      </w:r>
      <w:r w:rsidR="00B77E03">
        <w:t>’</w:t>
      </w:r>
      <w:r w:rsidRPr="002813C1">
        <w:t>est alors qu</w:t>
      </w:r>
      <w:r w:rsidR="00B77E03">
        <w:t>’</w:t>
      </w:r>
      <w:r w:rsidRPr="002813C1">
        <w:t>il regretta amèrement le délai qu</w:t>
      </w:r>
      <w:r w:rsidR="00B77E03">
        <w:t>’</w:t>
      </w:r>
      <w:r w:rsidRPr="002813C1">
        <w:t>il avait demandé</w:t>
      </w:r>
      <w:r w:rsidR="00B77E03">
        <w:t>…</w:t>
      </w:r>
    </w:p>
    <w:p w14:paraId="1814FB20" w14:textId="77777777" w:rsidR="00B77E03" w:rsidRDefault="00B77E03" w:rsidP="00B77E03">
      <w:r>
        <w:t>— </w:t>
      </w:r>
      <w:r w:rsidR="0024252B" w:rsidRPr="002813C1">
        <w:t xml:space="preserve">Il faut que je retrouve </w:t>
      </w:r>
      <w:proofErr w:type="spellStart"/>
      <w:r w:rsidR="0024252B" w:rsidRPr="002813C1">
        <w:t>Wilkie</w:t>
      </w:r>
      <w:proofErr w:type="spellEnd"/>
      <w:r>
        <w:t xml:space="preserve">, </w:t>
      </w:r>
      <w:r w:rsidR="0024252B" w:rsidRPr="002813C1">
        <w:t>se dit-il</w:t>
      </w:r>
      <w:r>
        <w:t>.</w:t>
      </w:r>
    </w:p>
    <w:p w14:paraId="357AFCB2" w14:textId="77777777" w:rsidR="00B77E03" w:rsidRDefault="0024252B" w:rsidP="00B77E03">
      <w:r w:rsidRPr="002813C1">
        <w:t>Mais il ne le retrouva que le soir</w:t>
      </w:r>
      <w:r w:rsidR="00B77E03">
        <w:t xml:space="preserve">, </w:t>
      </w:r>
      <w:r w:rsidRPr="002813C1">
        <w:t>au café Riche</w:t>
      </w:r>
      <w:r w:rsidR="00B77E03">
        <w:t xml:space="preserve">, </w:t>
      </w:r>
      <w:r w:rsidRPr="002813C1">
        <w:t>et en quel état</w:t>
      </w:r>
      <w:r w:rsidR="00B77E03">
        <w:t xml:space="preserve"> !… </w:t>
      </w:r>
      <w:r w:rsidRPr="002813C1">
        <w:t>La tête montée par les deux bouteilles de vin qu</w:t>
      </w:r>
      <w:r w:rsidR="00B77E03">
        <w:t>’</w:t>
      </w:r>
      <w:r w:rsidRPr="002813C1">
        <w:t>il avait bues à son dîner et énumérant à haute voix les fantaisies qu</w:t>
      </w:r>
      <w:r w:rsidR="00B77E03">
        <w:t>’</w:t>
      </w:r>
      <w:r w:rsidRPr="002813C1">
        <w:t>il se passerait quand il aurait des millions</w:t>
      </w:r>
      <w:r w:rsidR="00B77E03">
        <w:t>…</w:t>
      </w:r>
    </w:p>
    <w:p w14:paraId="203B9BBB" w14:textId="709EAEF1" w:rsidR="00B77E03" w:rsidRDefault="00B77E03" w:rsidP="00B77E03">
      <w:r>
        <w:t>— </w:t>
      </w:r>
      <w:r w:rsidR="0024252B" w:rsidRPr="002813C1">
        <w:t>Quelle brute</w:t>
      </w:r>
      <w:r>
        <w:t xml:space="preserve"> !… </w:t>
      </w:r>
      <w:r w:rsidR="0024252B" w:rsidRPr="002813C1">
        <w:t xml:space="preserve">pensa </w:t>
      </w:r>
      <w:r>
        <w:t>M. de </w:t>
      </w:r>
      <w:proofErr w:type="spellStart"/>
      <w:r w:rsidR="0024252B" w:rsidRPr="002813C1">
        <w:t>Coralth</w:t>
      </w:r>
      <w:proofErr w:type="spellEnd"/>
      <w:r w:rsidR="0024252B" w:rsidRPr="002813C1">
        <w:t xml:space="preserve"> furieux</w:t>
      </w:r>
      <w:r>
        <w:t xml:space="preserve">… </w:t>
      </w:r>
      <w:r w:rsidR="0024252B" w:rsidRPr="002813C1">
        <w:t>Si je le lâche</w:t>
      </w:r>
      <w:r>
        <w:t xml:space="preserve">, </w:t>
      </w:r>
      <w:r w:rsidR="0024252B" w:rsidRPr="002813C1">
        <w:t>qui sait les sottises qu</w:t>
      </w:r>
      <w:r>
        <w:t>’</w:t>
      </w:r>
      <w:r w:rsidR="0024252B" w:rsidRPr="002813C1">
        <w:t>il dira ou fera</w:t>
      </w:r>
      <w:r>
        <w:t xml:space="preserve">… </w:t>
      </w:r>
      <w:r w:rsidR="0024252B" w:rsidRPr="002813C1">
        <w:t>Allons</w:t>
      </w:r>
      <w:r>
        <w:t xml:space="preserve">, </w:t>
      </w:r>
      <w:r w:rsidR="0024252B" w:rsidRPr="002813C1">
        <w:t>il n</w:t>
      </w:r>
      <w:r>
        <w:t>’</w:t>
      </w:r>
      <w:r w:rsidR="0024252B" w:rsidRPr="002813C1">
        <w:t>y a pas à balancer</w:t>
      </w:r>
      <w:r>
        <w:t xml:space="preserve">, </w:t>
      </w:r>
      <w:r w:rsidR="0024252B" w:rsidRPr="002813C1">
        <w:t>il faut le suivre</w:t>
      </w:r>
      <w:r>
        <w:t>…</w:t>
      </w:r>
    </w:p>
    <w:p w14:paraId="7E95BC64" w14:textId="0DBFD87F" w:rsidR="00B77E03" w:rsidRDefault="0024252B" w:rsidP="00B77E03">
      <w:r w:rsidRPr="002813C1">
        <w:lastRenderedPageBreak/>
        <w:t xml:space="preserve">Et il le suivit en effet chez </w:t>
      </w:r>
      <w:proofErr w:type="spellStart"/>
      <w:r w:rsidRPr="002813C1">
        <w:t>Brébant</w:t>
      </w:r>
      <w:proofErr w:type="spellEnd"/>
      <w:r w:rsidR="00B77E03">
        <w:t xml:space="preserve">, </w:t>
      </w:r>
      <w:r w:rsidRPr="002813C1">
        <w:t>et il s</w:t>
      </w:r>
      <w:r w:rsidR="00B77E03">
        <w:t>’</w:t>
      </w:r>
      <w:r w:rsidRPr="002813C1">
        <w:t xml:space="preserve">y ennuyait prodigieusement lorsque </w:t>
      </w:r>
      <w:r w:rsidR="00B77E03">
        <w:t>M. </w:t>
      </w:r>
      <w:proofErr w:type="spellStart"/>
      <w:r w:rsidRPr="002813C1">
        <w:t>Wilkie</w:t>
      </w:r>
      <w:proofErr w:type="spellEnd"/>
      <w:r w:rsidRPr="002813C1">
        <w:t xml:space="preserve"> eut la fâcheuse idée de faire monter Victor Chupin</w:t>
      </w:r>
      <w:r w:rsidR="00B77E03">
        <w:t>.</w:t>
      </w:r>
    </w:p>
    <w:p w14:paraId="50BF87C1" w14:textId="77777777" w:rsidR="00B77E03" w:rsidRDefault="0024252B" w:rsidP="00B77E03">
      <w:r w:rsidRPr="002813C1">
        <w:t>La scène qui eut lieu alors était de nature à émouvoir extraordinairement le vicomte</w:t>
      </w:r>
      <w:r w:rsidR="00B77E03">
        <w:t>.</w:t>
      </w:r>
    </w:p>
    <w:p w14:paraId="32FB4E90" w14:textId="77777777" w:rsidR="00B77E03" w:rsidRDefault="0024252B" w:rsidP="00B77E03">
      <w:r w:rsidRPr="002813C1">
        <w:t>Qui pouvait être ce jeune garçon qu</w:t>
      </w:r>
      <w:r w:rsidR="00B77E03">
        <w:t>’</w:t>
      </w:r>
      <w:r w:rsidRPr="002813C1">
        <w:t>il ne se rappelait pas avoir jamais vu et qui le connaissait</w:t>
      </w:r>
      <w:r w:rsidR="00B77E03">
        <w:t xml:space="preserve">, </w:t>
      </w:r>
      <w:r w:rsidRPr="002813C1">
        <w:t>qui savait son passé</w:t>
      </w:r>
      <w:r w:rsidR="00B77E03">
        <w:t xml:space="preserve">, </w:t>
      </w:r>
      <w:r w:rsidRPr="002813C1">
        <w:t>qui lui avait jeté à la face comme la plus sanglante injure le prénom de Paul</w:t>
      </w:r>
      <w:r w:rsidR="00B77E03">
        <w:t> ?</w:t>
      </w:r>
    </w:p>
    <w:p w14:paraId="5414063F" w14:textId="44012320" w:rsidR="00B77E03" w:rsidRDefault="0024252B" w:rsidP="00B77E03">
      <w:r w:rsidRPr="002813C1">
        <w:t>Assurément</w:t>
      </w:r>
      <w:r w:rsidR="00B77E03">
        <w:t xml:space="preserve">, </w:t>
      </w:r>
      <w:r w:rsidRPr="002813C1">
        <w:t>il y avait là de quoi le faire trembler</w:t>
      </w:r>
      <w:r w:rsidR="00B77E03">
        <w:t xml:space="preserve">. </w:t>
      </w:r>
      <w:r w:rsidRPr="002813C1">
        <w:t>Comment ce jeune garçon s</w:t>
      </w:r>
      <w:r w:rsidR="00B77E03">
        <w:t>’</w:t>
      </w:r>
      <w:r w:rsidRPr="002813C1">
        <w:t xml:space="preserve">était-il trouvé là si à point pour ramasser le chapeau de </w:t>
      </w:r>
      <w:r w:rsidR="00B77E03">
        <w:t>M. </w:t>
      </w:r>
      <w:proofErr w:type="spellStart"/>
      <w:r w:rsidRPr="002813C1">
        <w:t>Wilkie</w:t>
      </w:r>
      <w:proofErr w:type="spellEnd"/>
      <w:r w:rsidR="00B77E03">
        <w:t xml:space="preserve"> ?… </w:t>
      </w:r>
      <w:r w:rsidRPr="002813C1">
        <w:t>Était-ce par hasard</w:t>
      </w:r>
      <w:r w:rsidR="00B77E03">
        <w:t xml:space="preserve"> ? </w:t>
      </w:r>
      <w:r w:rsidRPr="002813C1">
        <w:t>Non</w:t>
      </w:r>
      <w:r w:rsidR="00B77E03">
        <w:t xml:space="preserve">, </w:t>
      </w:r>
      <w:r w:rsidRPr="002813C1">
        <w:t>il ne le croyait pas</w:t>
      </w:r>
      <w:r w:rsidR="00B77E03">
        <w:t xml:space="preserve">… </w:t>
      </w:r>
      <w:r w:rsidRPr="002813C1">
        <w:t>Alors</w:t>
      </w:r>
      <w:r w:rsidR="00B77E03">
        <w:t xml:space="preserve">, </w:t>
      </w:r>
      <w:r w:rsidRPr="002813C1">
        <w:t>quoi</w:t>
      </w:r>
      <w:r w:rsidR="00B77E03">
        <w:t xml:space="preserve"> ?… </w:t>
      </w:r>
      <w:r w:rsidRPr="002813C1">
        <w:t xml:space="preserve">Il </w:t>
      </w:r>
      <w:r w:rsidR="00B77E03">
        <w:t>« </w:t>
      </w:r>
      <w:r w:rsidRPr="002813C1">
        <w:t>filait</w:t>
      </w:r>
      <w:r w:rsidR="00B77E03">
        <w:t> »</w:t>
      </w:r>
      <w:r w:rsidRPr="002813C1">
        <w:t xml:space="preserve"> donc</w:t>
      </w:r>
      <w:r w:rsidR="00B77E03">
        <w:t xml:space="preserve">, </w:t>
      </w:r>
      <w:r w:rsidRPr="002813C1">
        <w:t>il épiait donc quelqu</w:t>
      </w:r>
      <w:r w:rsidR="00B77E03">
        <w:t>’</w:t>
      </w:r>
      <w:r w:rsidRPr="002813C1">
        <w:t>un</w:t>
      </w:r>
      <w:r w:rsidR="00B77E03">
        <w:t xml:space="preserve"> ?… </w:t>
      </w:r>
      <w:r w:rsidRPr="002813C1">
        <w:t>Oui</w:t>
      </w:r>
      <w:r w:rsidR="00B77E03">
        <w:t xml:space="preserve">, </w:t>
      </w:r>
      <w:r w:rsidRPr="002813C1">
        <w:t>très-probablement</w:t>
      </w:r>
      <w:r w:rsidR="00B77E03">
        <w:t xml:space="preserve">… </w:t>
      </w:r>
      <w:r w:rsidRPr="002813C1">
        <w:t>Qui</w:t>
      </w:r>
      <w:r w:rsidR="00B77E03">
        <w:t xml:space="preserve"> ?… </w:t>
      </w:r>
      <w:r w:rsidRPr="002813C1">
        <w:t>Lui</w:t>
      </w:r>
      <w:r w:rsidR="00B77E03">
        <w:t xml:space="preserve">, </w:t>
      </w:r>
      <w:proofErr w:type="spellStart"/>
      <w:r w:rsidRPr="002813C1">
        <w:t>Coralth</w:t>
      </w:r>
      <w:proofErr w:type="spellEnd"/>
      <w:r w:rsidR="00B77E03">
        <w:t xml:space="preserve">, </w:t>
      </w:r>
      <w:r w:rsidRPr="002813C1">
        <w:t>sans aucun doute</w:t>
      </w:r>
      <w:r w:rsidR="00B77E03">
        <w:t>…</w:t>
      </w:r>
    </w:p>
    <w:p w14:paraId="073C0B0E" w14:textId="77777777" w:rsidR="00B77E03" w:rsidRDefault="0024252B" w:rsidP="00B77E03">
      <w:r w:rsidRPr="002813C1">
        <w:t>À traverser la vie comme il la traversait</w:t>
      </w:r>
      <w:r w:rsidR="00B77E03">
        <w:t xml:space="preserve">, </w:t>
      </w:r>
      <w:r w:rsidRPr="002813C1">
        <w:t>on sème des ennemis à chaque pas</w:t>
      </w:r>
      <w:r w:rsidR="00B77E03">
        <w:t xml:space="preserve"> ; </w:t>
      </w:r>
      <w:r w:rsidRPr="002813C1">
        <w:t>il s</w:t>
      </w:r>
      <w:r w:rsidR="00B77E03">
        <w:t>’</w:t>
      </w:r>
      <w:r w:rsidRPr="002813C1">
        <w:t>en savait une collection imposante</w:t>
      </w:r>
      <w:r w:rsidR="00B77E03">
        <w:t xml:space="preserve">, </w:t>
      </w:r>
      <w:r w:rsidRPr="002813C1">
        <w:t>et n</w:t>
      </w:r>
      <w:r w:rsidR="00B77E03">
        <w:t>’</w:t>
      </w:r>
      <w:r w:rsidRPr="002813C1">
        <w:t>avait</w:t>
      </w:r>
      <w:r w:rsidR="00B77E03">
        <w:t xml:space="preserve">, </w:t>
      </w:r>
      <w:r w:rsidRPr="002813C1">
        <w:t>pour les tenir en respect</w:t>
      </w:r>
      <w:r w:rsidR="00B77E03">
        <w:t xml:space="preserve">, </w:t>
      </w:r>
      <w:r w:rsidRPr="002813C1">
        <w:t>que sa prodigieuse impudence et sa réputation de spadassin</w:t>
      </w:r>
      <w:r w:rsidR="00B77E03">
        <w:t>.</w:t>
      </w:r>
    </w:p>
    <w:p w14:paraId="5BE28465" w14:textId="77777777" w:rsidR="00B77E03" w:rsidRDefault="0024252B" w:rsidP="00B77E03">
      <w:r w:rsidRPr="002813C1">
        <w:t>N</w:t>
      </w:r>
      <w:r w:rsidR="00B77E03">
        <w:t>’</w:t>
      </w:r>
      <w:r w:rsidRPr="002813C1">
        <w:t>était-il pas tout simple qu</w:t>
      </w:r>
      <w:r w:rsidR="00B77E03">
        <w:t>’</w:t>
      </w:r>
      <w:r w:rsidRPr="002813C1">
        <w:t>on lui tendît quelque piège</w:t>
      </w:r>
      <w:r w:rsidR="00B77E03">
        <w:t xml:space="preserve"> ?… </w:t>
      </w:r>
      <w:r w:rsidRPr="002813C1">
        <w:t>C</w:t>
      </w:r>
      <w:r w:rsidR="00B77E03">
        <w:t>’</w:t>
      </w:r>
      <w:r w:rsidRPr="002813C1">
        <w:t>était miracle qu</w:t>
      </w:r>
      <w:r w:rsidR="00B77E03">
        <w:t>’</w:t>
      </w:r>
      <w:r w:rsidRPr="002813C1">
        <w:t>on ne lui en eût pas déjà tendu</w:t>
      </w:r>
      <w:r w:rsidR="00B77E03">
        <w:t>.</w:t>
      </w:r>
    </w:p>
    <w:p w14:paraId="7788A882" w14:textId="7078CC1B" w:rsidR="00B77E03" w:rsidRDefault="0024252B" w:rsidP="00B77E03">
      <w:r w:rsidRPr="002813C1">
        <w:t>Les dangers qu</w:t>
      </w:r>
      <w:r w:rsidR="00B77E03">
        <w:t>’</w:t>
      </w:r>
      <w:r w:rsidRPr="002813C1">
        <w:t>il entrevoyait étaient si terribles qu</w:t>
      </w:r>
      <w:r w:rsidR="00B77E03">
        <w:t>’</w:t>
      </w:r>
      <w:r w:rsidRPr="002813C1">
        <w:t xml:space="preserve">il faillit renoncer à ses desseins sur </w:t>
      </w:r>
      <w:r w:rsidR="00B77E03">
        <w:t>M</w:t>
      </w:r>
      <w:r w:rsidR="00B77E03" w:rsidRPr="00B77E03">
        <w:rPr>
          <w:vertAlign w:val="superscript"/>
        </w:rPr>
        <w:t>me</w:t>
      </w:r>
      <w:r w:rsidR="00B77E03">
        <w:t> </w:t>
      </w:r>
      <w:r w:rsidRPr="002813C1">
        <w:t>d</w:t>
      </w:r>
      <w:r w:rsidR="00B77E03">
        <w:t>’</w:t>
      </w:r>
      <w:r w:rsidRPr="002813C1">
        <w:t>Argelès</w:t>
      </w:r>
      <w:r w:rsidR="00B77E03">
        <w:t xml:space="preserve">… </w:t>
      </w:r>
      <w:r w:rsidRPr="002813C1">
        <w:t>Risquer de se faire une ennemie de cette femme</w:t>
      </w:r>
      <w:r w:rsidR="00B77E03">
        <w:t xml:space="preserve">, </w:t>
      </w:r>
      <w:r w:rsidRPr="002813C1">
        <w:t>n</w:t>
      </w:r>
      <w:r w:rsidR="00B77E03">
        <w:t>’</w:t>
      </w:r>
      <w:r w:rsidRPr="002813C1">
        <w:t>était-ce pas trop d</w:t>
      </w:r>
      <w:r w:rsidR="00B77E03">
        <w:t>’</w:t>
      </w:r>
      <w:r w:rsidRPr="002813C1">
        <w:t>audace</w:t>
      </w:r>
      <w:r w:rsidR="00B77E03">
        <w:t> ?</w:t>
      </w:r>
    </w:p>
    <w:p w14:paraId="5BA005D0" w14:textId="692E227A" w:rsidR="00B77E03" w:rsidRDefault="0024252B" w:rsidP="00B77E03">
      <w:r w:rsidRPr="002813C1">
        <w:t>Toute sa journée du dimanche se consuma en hésitations</w:t>
      </w:r>
      <w:r w:rsidR="00B77E03">
        <w:t xml:space="preserve">. </w:t>
      </w:r>
      <w:r w:rsidRPr="002813C1">
        <w:t>Se dégager était bien simple</w:t>
      </w:r>
      <w:r w:rsidR="00B77E03">
        <w:t xml:space="preserve">. </w:t>
      </w:r>
      <w:r w:rsidRPr="002813C1">
        <w:t xml:space="preserve">Il débiterait quelque conte bleu à </w:t>
      </w:r>
      <w:r w:rsidR="00B77E03">
        <w:t>M. </w:t>
      </w:r>
      <w:proofErr w:type="spellStart"/>
      <w:r w:rsidRPr="002813C1">
        <w:t>Wilkie</w:t>
      </w:r>
      <w:proofErr w:type="spellEnd"/>
      <w:r w:rsidRPr="002813C1">
        <w:t xml:space="preserve"> et tout serait dit</w:t>
      </w:r>
      <w:r w:rsidR="00B77E03">
        <w:t>.</w:t>
      </w:r>
    </w:p>
    <w:p w14:paraId="5606F2BB" w14:textId="77777777" w:rsidR="00B77E03" w:rsidRDefault="0024252B" w:rsidP="00B77E03">
      <w:r w:rsidRPr="002813C1">
        <w:lastRenderedPageBreak/>
        <w:t>Mais d</w:t>
      </w:r>
      <w:r w:rsidR="00B77E03">
        <w:t>’</w:t>
      </w:r>
      <w:r w:rsidRPr="002813C1">
        <w:t>un autre côté</w:t>
      </w:r>
      <w:r w:rsidR="00B77E03">
        <w:t xml:space="preserve">, </w:t>
      </w:r>
      <w:r w:rsidRPr="002813C1">
        <w:t>lâcherait-il ainsi une proie de 30</w:t>
      </w:r>
      <w:r w:rsidR="00B77E03" w:rsidRPr="002813C1">
        <w:t>0</w:t>
      </w:r>
      <w:r w:rsidR="00B77E03">
        <w:t>,</w:t>
      </w:r>
      <w:r w:rsidR="00B77E03" w:rsidRPr="002813C1">
        <w:t>0</w:t>
      </w:r>
      <w:r w:rsidRPr="002813C1">
        <w:t>00 francs pour le moins</w:t>
      </w:r>
      <w:r w:rsidR="00B77E03">
        <w:t xml:space="preserve">… </w:t>
      </w:r>
      <w:r w:rsidRPr="002813C1">
        <w:t>Une fortune</w:t>
      </w:r>
      <w:r w:rsidR="00B77E03">
        <w:t xml:space="preserve">, </w:t>
      </w:r>
      <w:r w:rsidRPr="002813C1">
        <w:t>l</w:t>
      </w:r>
      <w:r w:rsidR="00B77E03">
        <w:t>’</w:t>
      </w:r>
      <w:r w:rsidRPr="002813C1">
        <w:t>indépendance</w:t>
      </w:r>
      <w:r w:rsidR="00B77E03">
        <w:t xml:space="preserve">, </w:t>
      </w:r>
      <w:r w:rsidRPr="002813C1">
        <w:t>la sécurité de son avenir</w:t>
      </w:r>
      <w:r w:rsidR="00B77E03">
        <w:t>…</w:t>
      </w:r>
    </w:p>
    <w:p w14:paraId="450D5929" w14:textId="77777777" w:rsidR="00B77E03" w:rsidRDefault="0024252B" w:rsidP="00B77E03">
      <w:r w:rsidRPr="002813C1">
        <w:t>Non</w:t>
      </w:r>
      <w:r w:rsidR="00B77E03">
        <w:t xml:space="preserve">, </w:t>
      </w:r>
      <w:r w:rsidRPr="002813C1">
        <w:t>mille fois non</w:t>
      </w:r>
      <w:r w:rsidR="00B77E03">
        <w:t xml:space="preserve">, </w:t>
      </w:r>
      <w:r w:rsidRPr="002813C1">
        <w:t>c</w:t>
      </w:r>
      <w:r w:rsidR="00B77E03">
        <w:t>’</w:t>
      </w:r>
      <w:r w:rsidRPr="002813C1">
        <w:t>était trop tentant</w:t>
      </w:r>
      <w:r w:rsidR="00B77E03">
        <w:t> !…</w:t>
      </w:r>
    </w:p>
    <w:p w14:paraId="3CCABB45" w14:textId="18C0AB8D" w:rsidR="00B77E03" w:rsidRDefault="0024252B" w:rsidP="00B77E03">
      <w:r w:rsidRPr="002813C1">
        <w:t>C</w:t>
      </w:r>
      <w:r w:rsidR="00B77E03">
        <w:t>’</w:t>
      </w:r>
      <w:r w:rsidRPr="002813C1">
        <w:t>est pourquoi le lundi</w:t>
      </w:r>
      <w:r w:rsidR="00B77E03">
        <w:t xml:space="preserve">, </w:t>
      </w:r>
      <w:r w:rsidRPr="002813C1">
        <w:t>sur les dix heures</w:t>
      </w:r>
      <w:r w:rsidR="00B77E03">
        <w:t xml:space="preserve">, </w:t>
      </w:r>
      <w:r w:rsidRPr="002813C1">
        <w:t>un peu pâle par l</w:t>
      </w:r>
      <w:r w:rsidR="00B77E03">
        <w:t>’</w:t>
      </w:r>
      <w:r w:rsidRPr="002813C1">
        <w:t>émotion</w:t>
      </w:r>
      <w:r w:rsidR="00B77E03">
        <w:t xml:space="preserve">, </w:t>
      </w:r>
      <w:r w:rsidRPr="002813C1">
        <w:t>et plus grave que d</w:t>
      </w:r>
      <w:r w:rsidR="00B77E03">
        <w:t>’</w:t>
      </w:r>
      <w:r w:rsidRPr="002813C1">
        <w:t xml:space="preserve">ordinaire il se présenta chez </w:t>
      </w:r>
      <w:r w:rsidR="00B77E03">
        <w:t>M. </w:t>
      </w:r>
      <w:proofErr w:type="spellStart"/>
      <w:r w:rsidRPr="002813C1">
        <w:t>Wilkie</w:t>
      </w:r>
      <w:proofErr w:type="spellEnd"/>
      <w:r w:rsidR="00B77E03">
        <w:t>.</w:t>
      </w:r>
    </w:p>
    <w:p w14:paraId="4F933D7B" w14:textId="77777777" w:rsidR="00B77E03" w:rsidRDefault="00B77E03" w:rsidP="00B77E03">
      <w:r>
        <w:t>— </w:t>
      </w:r>
      <w:r w:rsidR="0024252B" w:rsidRPr="002813C1">
        <w:t>Causons peu et bien</w:t>
      </w:r>
      <w:r>
        <w:t xml:space="preserve">, </w:t>
      </w:r>
      <w:r w:rsidR="0024252B" w:rsidRPr="002813C1">
        <w:t>lui dit-il d</w:t>
      </w:r>
      <w:r>
        <w:t>’</w:t>
      </w:r>
      <w:r w:rsidR="0024252B" w:rsidRPr="002813C1">
        <w:t>une voix brève</w:t>
      </w:r>
      <w:r>
        <w:t xml:space="preserve">. </w:t>
      </w:r>
      <w:r w:rsidR="0024252B" w:rsidRPr="002813C1">
        <w:t>Le secret que je vais vous révéler vous fera riche</w:t>
      </w:r>
      <w:r>
        <w:t xml:space="preserve"> ; </w:t>
      </w:r>
      <w:r w:rsidR="0024252B" w:rsidRPr="002813C1">
        <w:t>mais je serais peut-être perdu si on savait que vous le tenez de moi</w:t>
      </w:r>
      <w:r>
        <w:t xml:space="preserve">. </w:t>
      </w:r>
      <w:r w:rsidR="0024252B" w:rsidRPr="002813C1">
        <w:t>Vous allez donc me jurer</w:t>
      </w:r>
      <w:r>
        <w:t xml:space="preserve">, </w:t>
      </w:r>
      <w:r w:rsidR="0024252B" w:rsidRPr="002813C1">
        <w:t>sur</w:t>
      </w:r>
      <w:r>
        <w:t xml:space="preserve">… </w:t>
      </w:r>
      <w:r w:rsidR="0024252B" w:rsidRPr="002813C1">
        <w:t>sur votre honneur</w:t>
      </w:r>
      <w:r>
        <w:t xml:space="preserve">, </w:t>
      </w:r>
      <w:r w:rsidR="0024252B" w:rsidRPr="002813C1">
        <w:t>que jamais</w:t>
      </w:r>
      <w:r>
        <w:t xml:space="preserve">, </w:t>
      </w:r>
      <w:r w:rsidR="0024252B" w:rsidRPr="002813C1">
        <w:t>en aucune circonstance</w:t>
      </w:r>
      <w:r>
        <w:t xml:space="preserve">, </w:t>
      </w:r>
      <w:r w:rsidR="0024252B" w:rsidRPr="002813C1">
        <w:t>pour quelque raison que ce soit</w:t>
      </w:r>
      <w:r>
        <w:t xml:space="preserve">, </w:t>
      </w:r>
      <w:r w:rsidR="0024252B" w:rsidRPr="002813C1">
        <w:t>vous ne me trahirez</w:t>
      </w:r>
      <w:r>
        <w:t>.</w:t>
      </w:r>
    </w:p>
    <w:p w14:paraId="4A5F2409" w14:textId="3DAB747E" w:rsidR="00B77E03" w:rsidRDefault="00B77E03" w:rsidP="00B77E03">
      <w:r>
        <w:t>M. </w:t>
      </w:r>
      <w:proofErr w:type="spellStart"/>
      <w:r w:rsidR="0024252B" w:rsidRPr="002813C1">
        <w:t>Wilkie</w:t>
      </w:r>
      <w:proofErr w:type="spellEnd"/>
      <w:r w:rsidR="0024252B" w:rsidRPr="002813C1">
        <w:t xml:space="preserve"> étendit la main</w:t>
      </w:r>
      <w:r>
        <w:t xml:space="preserve">, </w:t>
      </w:r>
      <w:r w:rsidR="0024252B" w:rsidRPr="002813C1">
        <w:t>et d</w:t>
      </w:r>
      <w:r>
        <w:t>’</w:t>
      </w:r>
      <w:r w:rsidR="0024252B" w:rsidRPr="002813C1">
        <w:t>un accent solennel</w:t>
      </w:r>
      <w:r>
        <w:t> :</w:t>
      </w:r>
    </w:p>
    <w:p w14:paraId="082FB910" w14:textId="77777777" w:rsidR="00B77E03" w:rsidRDefault="00B77E03" w:rsidP="00B77E03">
      <w:r>
        <w:t>— </w:t>
      </w:r>
      <w:r w:rsidR="0024252B" w:rsidRPr="002813C1">
        <w:t>Je le jure</w:t>
      </w:r>
      <w:r>
        <w:t xml:space="preserve"> ! </w:t>
      </w:r>
      <w:r w:rsidR="0024252B" w:rsidRPr="002813C1">
        <w:t>prononça-t-il</w:t>
      </w:r>
      <w:r>
        <w:t>.</w:t>
      </w:r>
    </w:p>
    <w:p w14:paraId="6011BF20" w14:textId="77777777" w:rsidR="00B77E03" w:rsidRDefault="00B77E03" w:rsidP="00B77E03">
      <w:r>
        <w:t>— </w:t>
      </w:r>
      <w:r w:rsidR="0024252B" w:rsidRPr="002813C1">
        <w:t>Parfait</w:t>
      </w:r>
      <w:r>
        <w:t xml:space="preserve"> ! </w:t>
      </w:r>
      <w:r w:rsidR="0024252B" w:rsidRPr="002813C1">
        <w:t>me voilà tranquille</w:t>
      </w:r>
      <w:r>
        <w:t xml:space="preserve">… </w:t>
      </w:r>
      <w:r w:rsidR="0024252B" w:rsidRPr="002813C1">
        <w:t>Cela me dispense d</w:t>
      </w:r>
      <w:r>
        <w:t>’</w:t>
      </w:r>
      <w:r w:rsidR="0024252B" w:rsidRPr="002813C1">
        <w:t>ajouter que si vous parlez vous êtes un homme mort</w:t>
      </w:r>
      <w:r>
        <w:t xml:space="preserve">… </w:t>
      </w:r>
      <w:r w:rsidR="0024252B" w:rsidRPr="002813C1">
        <w:t>Vous me connaissez</w:t>
      </w:r>
      <w:r>
        <w:t xml:space="preserve">, </w:t>
      </w:r>
      <w:r w:rsidR="0024252B" w:rsidRPr="002813C1">
        <w:t>n</w:t>
      </w:r>
      <w:r>
        <w:t>’</w:t>
      </w:r>
      <w:r w:rsidR="0024252B" w:rsidRPr="002813C1">
        <w:t>est-ce pas</w:t>
      </w:r>
      <w:r>
        <w:t xml:space="preserve"> ? </w:t>
      </w:r>
      <w:r w:rsidR="0024252B" w:rsidRPr="002813C1">
        <w:t>Vous savez comment je manie une épée</w:t>
      </w:r>
      <w:r>
        <w:t xml:space="preserve">, </w:t>
      </w:r>
      <w:r w:rsidR="0024252B" w:rsidRPr="002813C1">
        <w:t>ne l</w:t>
      </w:r>
      <w:r>
        <w:t>’</w:t>
      </w:r>
      <w:r w:rsidR="0024252B" w:rsidRPr="002813C1">
        <w:t>oubliez pas</w:t>
      </w:r>
      <w:r>
        <w:t>…</w:t>
      </w:r>
    </w:p>
    <w:p w14:paraId="1D0DB452" w14:textId="77777777" w:rsidR="00B77E03" w:rsidRDefault="0024252B" w:rsidP="00B77E03">
      <w:r w:rsidRPr="002813C1">
        <w:t>Il était si menaçant que l</w:t>
      </w:r>
      <w:r w:rsidR="00B77E03">
        <w:t>’</w:t>
      </w:r>
      <w:r w:rsidRPr="002813C1">
        <w:t>autre frissonna</w:t>
      </w:r>
      <w:r w:rsidR="00B77E03">
        <w:t>.</w:t>
      </w:r>
    </w:p>
    <w:p w14:paraId="643F49C7" w14:textId="26DE1898" w:rsidR="00B77E03" w:rsidRDefault="00B77E03" w:rsidP="00B77E03">
      <w:r>
        <w:t>— </w:t>
      </w:r>
      <w:r w:rsidR="0024252B" w:rsidRPr="002813C1">
        <w:t>On vous interrogera certainement</w:t>
      </w:r>
      <w:r>
        <w:t xml:space="preserve">, </w:t>
      </w:r>
      <w:r w:rsidR="0024252B" w:rsidRPr="002813C1">
        <w:t xml:space="preserve">reprit </w:t>
      </w:r>
      <w:r>
        <w:t>M. de </w:t>
      </w:r>
      <w:proofErr w:type="spellStart"/>
      <w:r w:rsidR="0024252B" w:rsidRPr="002813C1">
        <w:t>Coralth</w:t>
      </w:r>
      <w:proofErr w:type="spellEnd"/>
      <w:r>
        <w:t xml:space="preserve"> ; </w:t>
      </w:r>
      <w:r w:rsidR="0024252B" w:rsidRPr="002813C1">
        <w:t xml:space="preserve">vous répondrez que vous avez tout su par un ami de </w:t>
      </w:r>
      <w:r>
        <w:t>M. </w:t>
      </w:r>
      <w:r w:rsidR="0024252B" w:rsidRPr="002813C1">
        <w:t>Patterson</w:t>
      </w:r>
      <w:r>
        <w:t xml:space="preserve">… </w:t>
      </w:r>
      <w:r w:rsidR="0024252B" w:rsidRPr="002813C1">
        <w:t>Maintenant</w:t>
      </w:r>
      <w:r>
        <w:t xml:space="preserve">, </w:t>
      </w:r>
      <w:r w:rsidR="0024252B" w:rsidRPr="002813C1">
        <w:t>signons notre traité</w:t>
      </w:r>
      <w:r>
        <w:t>.</w:t>
      </w:r>
    </w:p>
    <w:p w14:paraId="34F793CB" w14:textId="2D293910" w:rsidR="00B77E03" w:rsidRDefault="0024252B" w:rsidP="00B77E03">
      <w:r w:rsidRPr="002813C1">
        <w:t>C</w:t>
      </w:r>
      <w:r w:rsidR="00B77E03">
        <w:t>’</w:t>
      </w:r>
      <w:r w:rsidRPr="002813C1">
        <w:t>est bien sans voir</w:t>
      </w:r>
      <w:r w:rsidR="00B77E03">
        <w:t xml:space="preserve">, </w:t>
      </w:r>
      <w:r w:rsidRPr="002813C1">
        <w:t>assurément</w:t>
      </w:r>
      <w:r w:rsidR="00B77E03">
        <w:t xml:space="preserve">, </w:t>
      </w:r>
      <w:r w:rsidRPr="002813C1">
        <w:t xml:space="preserve">que </w:t>
      </w:r>
      <w:r w:rsidR="00B77E03">
        <w:t>M. </w:t>
      </w:r>
      <w:proofErr w:type="spellStart"/>
      <w:r w:rsidRPr="002813C1">
        <w:t>Wilkie</w:t>
      </w:r>
      <w:proofErr w:type="spellEnd"/>
      <w:r w:rsidRPr="002813C1">
        <w:t xml:space="preserve"> signa</w:t>
      </w:r>
      <w:r w:rsidR="00B77E03">
        <w:t>.</w:t>
      </w:r>
    </w:p>
    <w:p w14:paraId="6D037634" w14:textId="77777777" w:rsidR="00B77E03" w:rsidRDefault="00B77E03" w:rsidP="00B77E03">
      <w:r>
        <w:t>— </w:t>
      </w:r>
      <w:r w:rsidR="0024252B" w:rsidRPr="002813C1">
        <w:t>Au fait</w:t>
      </w:r>
      <w:r>
        <w:t xml:space="preserve">, </w:t>
      </w:r>
      <w:r w:rsidR="0024252B" w:rsidRPr="002813C1">
        <w:t>disait-il</w:t>
      </w:r>
      <w:r>
        <w:t xml:space="preserve">, </w:t>
      </w:r>
      <w:r w:rsidR="0024252B" w:rsidRPr="002813C1">
        <w:t>au fait</w:t>
      </w:r>
      <w:r>
        <w:t xml:space="preserve">… </w:t>
      </w:r>
      <w:r w:rsidR="0024252B" w:rsidRPr="002813C1">
        <w:t>ces millions</w:t>
      </w:r>
      <w:r>
        <w:t xml:space="preserve">… </w:t>
      </w:r>
      <w:r w:rsidR="0024252B" w:rsidRPr="002813C1">
        <w:t>cette succession</w:t>
      </w:r>
      <w:r>
        <w:t> !…</w:t>
      </w:r>
    </w:p>
    <w:p w14:paraId="3329426C" w14:textId="200BBF28" w:rsidR="00B77E03" w:rsidRDefault="0024252B" w:rsidP="00B77E03">
      <w:r w:rsidRPr="002813C1">
        <w:lastRenderedPageBreak/>
        <w:t xml:space="preserve">Mais </w:t>
      </w:r>
      <w:r w:rsidR="00B77E03">
        <w:t>M. de </w:t>
      </w:r>
      <w:proofErr w:type="spellStart"/>
      <w:r w:rsidRPr="002813C1">
        <w:t>Coralth</w:t>
      </w:r>
      <w:proofErr w:type="spellEnd"/>
      <w:r w:rsidR="00B77E03">
        <w:t xml:space="preserve">, </w:t>
      </w:r>
      <w:r w:rsidRPr="002813C1">
        <w:t>une fois encore relisait le traité</w:t>
      </w:r>
      <w:r w:rsidR="00B77E03">
        <w:t xml:space="preserve">. </w:t>
      </w:r>
      <w:r w:rsidRPr="002813C1">
        <w:t>Ayant fini</w:t>
      </w:r>
      <w:r w:rsidR="00B77E03">
        <w:t> :</w:t>
      </w:r>
    </w:p>
    <w:p w14:paraId="20284312" w14:textId="7C861175" w:rsidR="00B77E03" w:rsidRDefault="00B77E03" w:rsidP="00B77E03">
      <w:r>
        <w:t>— </w:t>
      </w:r>
      <w:r w:rsidR="0024252B" w:rsidRPr="002813C1">
        <w:t>La succession qui vous revient</w:t>
      </w:r>
      <w:r>
        <w:t xml:space="preserve">, </w:t>
      </w:r>
      <w:r w:rsidR="0024252B" w:rsidRPr="002813C1">
        <w:t>prononça-t-il</w:t>
      </w:r>
      <w:r>
        <w:t xml:space="preserve">, </w:t>
      </w:r>
      <w:r w:rsidR="0024252B" w:rsidRPr="002813C1">
        <w:t xml:space="preserve">est celle de </w:t>
      </w:r>
      <w:r>
        <w:t>M. </w:t>
      </w:r>
      <w:r w:rsidR="0024252B" w:rsidRPr="002813C1">
        <w:t xml:space="preserve">le comte de </w:t>
      </w:r>
      <w:proofErr w:type="spellStart"/>
      <w:r w:rsidR="0024252B" w:rsidRPr="002813C1">
        <w:t>Chalusse</w:t>
      </w:r>
      <w:proofErr w:type="spellEnd"/>
      <w:r>
        <w:t xml:space="preserve">, </w:t>
      </w:r>
      <w:r w:rsidR="0024252B" w:rsidRPr="002813C1">
        <w:t>votre oncle</w:t>
      </w:r>
      <w:r>
        <w:t xml:space="preserve">… </w:t>
      </w:r>
      <w:r w:rsidR="0024252B" w:rsidRPr="002813C1">
        <w:t>il laisse</w:t>
      </w:r>
      <w:r>
        <w:t xml:space="preserve">, </w:t>
      </w:r>
      <w:r w:rsidR="0024252B" w:rsidRPr="002813C1">
        <w:t>assure-t-on</w:t>
      </w:r>
      <w:r>
        <w:t xml:space="preserve">, </w:t>
      </w:r>
      <w:r w:rsidR="0024252B" w:rsidRPr="002813C1">
        <w:t>huit ou dix millions</w:t>
      </w:r>
      <w:r>
        <w:t>…</w:t>
      </w:r>
    </w:p>
    <w:p w14:paraId="3385FE75" w14:textId="6B767B8D" w:rsidR="00B77E03" w:rsidRDefault="0024252B" w:rsidP="00B77E03">
      <w:r w:rsidRPr="002813C1">
        <w:t xml:space="preserve">Au geste convulsif de </w:t>
      </w:r>
      <w:r w:rsidR="00B77E03">
        <w:t>M. </w:t>
      </w:r>
      <w:proofErr w:type="spellStart"/>
      <w:r w:rsidRPr="002813C1">
        <w:t>Wilkie</w:t>
      </w:r>
      <w:proofErr w:type="spellEnd"/>
      <w:r w:rsidR="00B77E03">
        <w:t xml:space="preserve">, </w:t>
      </w:r>
      <w:r w:rsidRPr="002813C1">
        <w:t>à l</w:t>
      </w:r>
      <w:r w:rsidR="00B77E03">
        <w:t>’</w:t>
      </w:r>
      <w:r w:rsidRPr="002813C1">
        <w:t>éclat de ses yeux</w:t>
      </w:r>
      <w:r w:rsidR="00B77E03">
        <w:t xml:space="preserve">, </w:t>
      </w:r>
      <w:r w:rsidRPr="002813C1">
        <w:t>on eût dit que sa cervelle ne pouvait supporter une chance si prodigieuse et qu</w:t>
      </w:r>
      <w:r w:rsidR="00B77E03">
        <w:t>’</w:t>
      </w:r>
      <w:r w:rsidRPr="002813C1">
        <w:t>il devenait fou</w:t>
      </w:r>
      <w:r w:rsidR="00B77E03">
        <w:t>.</w:t>
      </w:r>
    </w:p>
    <w:p w14:paraId="570310D3" w14:textId="77777777" w:rsidR="00B77E03" w:rsidRDefault="00B77E03" w:rsidP="00B77E03">
      <w:r>
        <w:t>— </w:t>
      </w:r>
      <w:r w:rsidR="0024252B" w:rsidRPr="002813C1">
        <w:t>Je savais bien que j</w:t>
      </w:r>
      <w:r>
        <w:t>’</w:t>
      </w:r>
      <w:r w:rsidR="0024252B" w:rsidRPr="002813C1">
        <w:t>appartenais à une grande famille</w:t>
      </w:r>
      <w:r>
        <w:t xml:space="preserve">, </w:t>
      </w:r>
      <w:r w:rsidR="0024252B" w:rsidRPr="002813C1">
        <w:t>s</w:t>
      </w:r>
      <w:r>
        <w:t>’</w:t>
      </w:r>
      <w:r w:rsidR="0024252B" w:rsidRPr="002813C1">
        <w:t>écria-t-il</w:t>
      </w:r>
      <w:r>
        <w:t xml:space="preserve">. </w:t>
      </w:r>
      <w:r w:rsidR="0024252B" w:rsidRPr="002813C1">
        <w:t xml:space="preserve">Le comte de </w:t>
      </w:r>
      <w:proofErr w:type="spellStart"/>
      <w:r w:rsidR="0024252B" w:rsidRPr="002813C1">
        <w:t>Chalusse</w:t>
      </w:r>
      <w:proofErr w:type="spellEnd"/>
      <w:r>
        <w:t xml:space="preserve">, </w:t>
      </w:r>
      <w:r w:rsidR="0024252B" w:rsidRPr="002813C1">
        <w:t>mon oncle</w:t>
      </w:r>
      <w:r>
        <w:t xml:space="preserve"> ! </w:t>
      </w:r>
      <w:r w:rsidR="0024252B" w:rsidRPr="002813C1">
        <w:t>Je suis très-noble</w:t>
      </w:r>
      <w:r>
        <w:t xml:space="preserve">, </w:t>
      </w:r>
      <w:r w:rsidR="0024252B" w:rsidRPr="002813C1">
        <w:t>n</w:t>
      </w:r>
      <w:r>
        <w:t>’</w:t>
      </w:r>
      <w:r w:rsidR="0024252B" w:rsidRPr="002813C1">
        <w:t>est-ce pas</w:t>
      </w:r>
      <w:r>
        <w:t xml:space="preserve"> ?… </w:t>
      </w:r>
      <w:proofErr w:type="gramStart"/>
      <w:r w:rsidR="0024252B" w:rsidRPr="002813C1">
        <w:t>C</w:t>
      </w:r>
      <w:r>
        <w:t>’</w:t>
      </w:r>
      <w:r w:rsidR="0024252B" w:rsidRPr="002813C1">
        <w:t>est</w:t>
      </w:r>
      <w:proofErr w:type="gramEnd"/>
      <w:r w:rsidR="0024252B" w:rsidRPr="002813C1">
        <w:t xml:space="preserve"> les petits camarades qui vont faire un nez</w:t>
      </w:r>
      <w:r>
        <w:t xml:space="preserve"> ! </w:t>
      </w:r>
      <w:r w:rsidR="0024252B" w:rsidRPr="002813C1">
        <w:t>J</w:t>
      </w:r>
      <w:r>
        <w:t>’</w:t>
      </w:r>
      <w:r w:rsidR="0024252B" w:rsidRPr="002813C1">
        <w:t>aurai une couronne à l</w:t>
      </w:r>
      <w:r>
        <w:t>’</w:t>
      </w:r>
      <w:r w:rsidR="0024252B" w:rsidRPr="002813C1">
        <w:t>angle de mes cartes de visite</w:t>
      </w:r>
      <w:r>
        <w:t xml:space="preserve">. </w:t>
      </w:r>
      <w:r w:rsidR="0024252B" w:rsidRPr="002813C1">
        <w:t>C</w:t>
      </w:r>
      <w:r>
        <w:t>’</w:t>
      </w:r>
      <w:r w:rsidR="0024252B" w:rsidRPr="002813C1">
        <w:t>est cela qui est chic</w:t>
      </w:r>
      <w:r>
        <w:t> !</w:t>
      </w:r>
    </w:p>
    <w:p w14:paraId="1B6557E2" w14:textId="0F93877A" w:rsidR="00B77E03" w:rsidRDefault="0024252B" w:rsidP="00B77E03">
      <w:r w:rsidRPr="002813C1">
        <w:t>D</w:t>
      </w:r>
      <w:r w:rsidR="00B77E03">
        <w:t>’</w:t>
      </w:r>
      <w:r w:rsidRPr="002813C1">
        <w:t>un geste</w:t>
      </w:r>
      <w:r w:rsidR="00B77E03">
        <w:t>, M. de </w:t>
      </w:r>
      <w:proofErr w:type="spellStart"/>
      <w:r w:rsidRPr="002813C1">
        <w:t>Coralth</w:t>
      </w:r>
      <w:proofErr w:type="spellEnd"/>
      <w:r w:rsidRPr="002813C1">
        <w:t xml:space="preserve"> lui imposa silence</w:t>
      </w:r>
      <w:r w:rsidR="00B77E03">
        <w:t>.</w:t>
      </w:r>
    </w:p>
    <w:p w14:paraId="23F23DD3" w14:textId="77777777" w:rsidR="00B77E03" w:rsidRDefault="00B77E03" w:rsidP="00B77E03">
      <w:r>
        <w:t>— </w:t>
      </w:r>
      <w:r w:rsidR="0024252B" w:rsidRPr="002813C1">
        <w:t>Oh</w:t>
      </w:r>
      <w:r>
        <w:t xml:space="preserve"> !… </w:t>
      </w:r>
      <w:r w:rsidR="0024252B" w:rsidRPr="002813C1">
        <w:t>attendez avant de vous réjouir</w:t>
      </w:r>
      <w:r>
        <w:t xml:space="preserve">, </w:t>
      </w:r>
      <w:r w:rsidR="0024252B" w:rsidRPr="002813C1">
        <w:t>fit-il</w:t>
      </w:r>
      <w:r>
        <w:t xml:space="preserve">. </w:t>
      </w:r>
      <w:r w:rsidR="0024252B" w:rsidRPr="002813C1">
        <w:t>Oui</w:t>
      </w:r>
      <w:r>
        <w:t xml:space="preserve">, </w:t>
      </w:r>
      <w:r w:rsidR="0024252B" w:rsidRPr="002813C1">
        <w:t xml:space="preserve">votre mère est une demoiselle de </w:t>
      </w:r>
      <w:proofErr w:type="spellStart"/>
      <w:r w:rsidR="0024252B" w:rsidRPr="002813C1">
        <w:t>Chalusse</w:t>
      </w:r>
      <w:proofErr w:type="spellEnd"/>
      <w:r>
        <w:t xml:space="preserve">, </w:t>
      </w:r>
      <w:r w:rsidR="0024252B" w:rsidRPr="002813C1">
        <w:t>et c</w:t>
      </w:r>
      <w:r>
        <w:t>’</w:t>
      </w:r>
      <w:r w:rsidR="0024252B" w:rsidRPr="002813C1">
        <w:t>est par elle que vous héritez</w:t>
      </w:r>
      <w:r>
        <w:t xml:space="preserve">. </w:t>
      </w:r>
      <w:r w:rsidR="0024252B" w:rsidRPr="002813C1">
        <w:t>Seulement</w:t>
      </w:r>
      <w:r>
        <w:t xml:space="preserve">… </w:t>
      </w:r>
      <w:r w:rsidR="0024252B" w:rsidRPr="002813C1">
        <w:t>ne vous désolez pas trop</w:t>
      </w:r>
      <w:r>
        <w:t xml:space="preserve">… </w:t>
      </w:r>
      <w:r w:rsidR="0024252B" w:rsidRPr="002813C1">
        <w:t>il y a des exemples de malheurs semblables dans les plus grandes familles</w:t>
      </w:r>
      <w:r>
        <w:t xml:space="preserve">… </w:t>
      </w:r>
      <w:r w:rsidR="0024252B" w:rsidRPr="002813C1">
        <w:t>les circonstances</w:t>
      </w:r>
      <w:r>
        <w:t xml:space="preserve">, </w:t>
      </w:r>
      <w:r w:rsidR="0024252B" w:rsidRPr="002813C1">
        <w:t>la dureté des parents</w:t>
      </w:r>
      <w:r>
        <w:t xml:space="preserve">, </w:t>
      </w:r>
      <w:r w:rsidR="0024252B" w:rsidRPr="002813C1">
        <w:t>quelquefois</w:t>
      </w:r>
      <w:r>
        <w:t xml:space="preserve">… </w:t>
      </w:r>
      <w:r w:rsidR="0024252B" w:rsidRPr="002813C1">
        <w:t>un amour plus puissant que la raison</w:t>
      </w:r>
      <w:r>
        <w:t>…</w:t>
      </w:r>
    </w:p>
    <w:p w14:paraId="23CE78ED" w14:textId="6DDB0A05" w:rsidR="00B77E03" w:rsidRDefault="0024252B" w:rsidP="00B77E03">
      <w:r w:rsidRPr="002813C1">
        <w:t>Non</w:t>
      </w:r>
      <w:r w:rsidR="00B77E03">
        <w:t xml:space="preserve">, </w:t>
      </w:r>
      <w:r w:rsidRPr="002813C1">
        <w:t>en vérité</w:t>
      </w:r>
      <w:r w:rsidR="00B77E03">
        <w:t>, M. de </w:t>
      </w:r>
      <w:proofErr w:type="spellStart"/>
      <w:r w:rsidRPr="002813C1">
        <w:t>Coralth</w:t>
      </w:r>
      <w:proofErr w:type="spellEnd"/>
      <w:r w:rsidRPr="002813C1">
        <w:t xml:space="preserve"> n</w:t>
      </w:r>
      <w:r w:rsidR="00B77E03">
        <w:t>’</w:t>
      </w:r>
      <w:r w:rsidRPr="002813C1">
        <w:t>avait pas de préjugés</w:t>
      </w:r>
      <w:r w:rsidR="00B77E03">
        <w:t xml:space="preserve">, </w:t>
      </w:r>
      <w:r w:rsidRPr="002813C1">
        <w:t>et cependant</w:t>
      </w:r>
      <w:r w:rsidR="00B77E03">
        <w:t xml:space="preserve">, </w:t>
      </w:r>
      <w:r w:rsidRPr="002813C1">
        <w:t>au moment d</w:t>
      </w:r>
      <w:r w:rsidR="00B77E03">
        <w:t>’</w:t>
      </w:r>
      <w:r w:rsidRPr="002813C1">
        <w:t>apprendre à cet intéressant jeune homme ce qu</w:t>
      </w:r>
      <w:r w:rsidR="00B77E03">
        <w:t>’</w:t>
      </w:r>
      <w:r w:rsidRPr="002813C1">
        <w:t>était sa mère</w:t>
      </w:r>
      <w:r w:rsidR="00B77E03">
        <w:t xml:space="preserve">, </w:t>
      </w:r>
      <w:r w:rsidRPr="002813C1">
        <w:t>il hésitait</w:t>
      </w:r>
      <w:r w:rsidR="00B77E03">
        <w:t>…</w:t>
      </w:r>
    </w:p>
    <w:p w14:paraId="3B08C399" w14:textId="239847BD" w:rsidR="00B77E03" w:rsidRDefault="00B77E03" w:rsidP="00B77E03">
      <w:r>
        <w:t>— </w:t>
      </w:r>
      <w:r w:rsidR="0024252B" w:rsidRPr="002813C1">
        <w:t>Et alors</w:t>
      </w:r>
      <w:r>
        <w:t xml:space="preserve"> ?… </w:t>
      </w:r>
      <w:r w:rsidR="0024252B" w:rsidRPr="002813C1">
        <w:t xml:space="preserve">insista </w:t>
      </w:r>
      <w:r>
        <w:t>M. </w:t>
      </w:r>
      <w:proofErr w:type="spellStart"/>
      <w:r w:rsidR="0024252B" w:rsidRPr="002813C1">
        <w:t>Wilkie</w:t>
      </w:r>
      <w:proofErr w:type="spellEnd"/>
      <w:r>
        <w:t>.</w:t>
      </w:r>
    </w:p>
    <w:p w14:paraId="11D830F1" w14:textId="77777777" w:rsidR="00B77E03" w:rsidRDefault="00B77E03" w:rsidP="00B77E03">
      <w:r>
        <w:t>— </w:t>
      </w:r>
      <w:r w:rsidR="0024252B" w:rsidRPr="002813C1">
        <w:t>Eh bien</w:t>
      </w:r>
      <w:r>
        <w:t xml:space="preserve"> !… </w:t>
      </w:r>
      <w:r w:rsidR="0024252B" w:rsidRPr="002813C1">
        <w:t>Votre mère étant jeune fille</w:t>
      </w:r>
      <w:r>
        <w:t xml:space="preserve">… </w:t>
      </w:r>
      <w:r w:rsidR="0024252B" w:rsidRPr="002813C1">
        <w:t>à vingt ans</w:t>
      </w:r>
      <w:r>
        <w:t xml:space="preserve">… </w:t>
      </w:r>
      <w:r w:rsidR="0024252B" w:rsidRPr="002813C1">
        <w:t>s</w:t>
      </w:r>
      <w:r>
        <w:t>’</w:t>
      </w:r>
      <w:r w:rsidR="0024252B" w:rsidRPr="002813C1">
        <w:t>est enfuie de la maison paternelle</w:t>
      </w:r>
      <w:r>
        <w:t xml:space="preserve">, </w:t>
      </w:r>
      <w:r w:rsidR="0024252B" w:rsidRPr="002813C1">
        <w:t>avec</w:t>
      </w:r>
      <w:r>
        <w:t xml:space="preserve">… </w:t>
      </w:r>
      <w:r w:rsidR="0024252B" w:rsidRPr="002813C1">
        <w:t>un homme qu</w:t>
      </w:r>
      <w:r>
        <w:t>’</w:t>
      </w:r>
      <w:r w:rsidR="0024252B" w:rsidRPr="002813C1">
        <w:t>elle aimait</w:t>
      </w:r>
      <w:r>
        <w:t xml:space="preserve">… </w:t>
      </w:r>
      <w:r w:rsidR="0024252B" w:rsidRPr="002813C1">
        <w:t>Abandonnée</w:t>
      </w:r>
      <w:r>
        <w:t xml:space="preserve">, </w:t>
      </w:r>
      <w:r w:rsidR="0024252B" w:rsidRPr="002813C1">
        <w:t>elle s</w:t>
      </w:r>
      <w:r>
        <w:t>’</w:t>
      </w:r>
      <w:r w:rsidR="0024252B" w:rsidRPr="002813C1">
        <w:t>est trouvée dans une misère profonde</w:t>
      </w:r>
      <w:r>
        <w:t xml:space="preserve">… </w:t>
      </w:r>
      <w:r w:rsidR="0024252B" w:rsidRPr="002813C1">
        <w:t>il fallait vivre</w:t>
      </w:r>
      <w:r>
        <w:t xml:space="preserve">, </w:t>
      </w:r>
      <w:r w:rsidR="0024252B" w:rsidRPr="002813C1">
        <w:t>n</w:t>
      </w:r>
      <w:r>
        <w:t>’</w:t>
      </w:r>
      <w:r w:rsidR="0024252B" w:rsidRPr="002813C1">
        <w:t>est-ce pas</w:t>
      </w:r>
      <w:r>
        <w:t xml:space="preserve"> ?… </w:t>
      </w:r>
      <w:r w:rsidR="0024252B" w:rsidRPr="002813C1">
        <w:t>Vous aviez faim</w:t>
      </w:r>
      <w:r>
        <w:t xml:space="preserve">… </w:t>
      </w:r>
      <w:r w:rsidR="0024252B" w:rsidRPr="002813C1">
        <w:t xml:space="preserve">Elle </w:t>
      </w:r>
      <w:r w:rsidR="0024252B" w:rsidRPr="002813C1">
        <w:lastRenderedPageBreak/>
        <w:t>a changé de nom</w:t>
      </w:r>
      <w:r>
        <w:t xml:space="preserve">… </w:t>
      </w:r>
      <w:r w:rsidR="0024252B" w:rsidRPr="002813C1">
        <w:t>et maintenant elle s</w:t>
      </w:r>
      <w:r>
        <w:t>’</w:t>
      </w:r>
      <w:r w:rsidR="0024252B" w:rsidRPr="002813C1">
        <w:t>appelle Lia d</w:t>
      </w:r>
      <w:r>
        <w:t>’</w:t>
      </w:r>
      <w:r w:rsidR="0024252B" w:rsidRPr="002813C1">
        <w:t>Argelès</w:t>
      </w:r>
      <w:r>
        <w:t>…</w:t>
      </w:r>
    </w:p>
    <w:p w14:paraId="286AE1D0" w14:textId="6AAF3CAA" w:rsidR="00B77E03" w:rsidRDefault="00B77E03" w:rsidP="00B77E03">
      <w:r>
        <w:t>M. </w:t>
      </w:r>
      <w:proofErr w:type="spellStart"/>
      <w:r w:rsidR="0024252B" w:rsidRPr="002813C1">
        <w:t>Wilkie</w:t>
      </w:r>
      <w:proofErr w:type="spellEnd"/>
      <w:r>
        <w:t xml:space="preserve">, </w:t>
      </w:r>
      <w:r w:rsidR="0024252B" w:rsidRPr="002813C1">
        <w:t>à ce nom</w:t>
      </w:r>
      <w:r>
        <w:t xml:space="preserve">, </w:t>
      </w:r>
      <w:r w:rsidR="0024252B" w:rsidRPr="002813C1">
        <w:t>bondit</w:t>
      </w:r>
      <w:r>
        <w:t>.</w:t>
      </w:r>
    </w:p>
    <w:p w14:paraId="02CEFE66" w14:textId="77777777" w:rsidR="00B77E03" w:rsidRDefault="00B77E03" w:rsidP="00B77E03">
      <w:r>
        <w:t>— </w:t>
      </w:r>
      <w:r w:rsidR="0024252B" w:rsidRPr="002813C1">
        <w:t>Lia d</w:t>
      </w:r>
      <w:r>
        <w:t>’</w:t>
      </w:r>
      <w:r w:rsidR="0024252B" w:rsidRPr="002813C1">
        <w:t>Argelès</w:t>
      </w:r>
      <w:r>
        <w:t xml:space="preserve"> !… </w:t>
      </w:r>
      <w:r w:rsidR="0024252B" w:rsidRPr="002813C1">
        <w:t>fit-il</w:t>
      </w:r>
      <w:r>
        <w:t>.</w:t>
      </w:r>
    </w:p>
    <w:p w14:paraId="258DF843" w14:textId="77777777" w:rsidR="00B77E03" w:rsidRDefault="0024252B" w:rsidP="00B77E03">
      <w:r w:rsidRPr="002813C1">
        <w:t>Et éclatant de rire</w:t>
      </w:r>
      <w:r w:rsidR="00B77E03">
        <w:t xml:space="preserve">, </w:t>
      </w:r>
      <w:r w:rsidRPr="002813C1">
        <w:t>il ajouta</w:t>
      </w:r>
      <w:r w:rsidR="00B77E03">
        <w:t> :</w:t>
      </w:r>
    </w:p>
    <w:p w14:paraId="28BBB133" w14:textId="77777777" w:rsidR="00B77E03" w:rsidRDefault="00B77E03" w:rsidP="00B77E03">
      <w:r>
        <w:t>— </w:t>
      </w:r>
      <w:r w:rsidR="0024252B" w:rsidRPr="002813C1">
        <w:t>C</w:t>
      </w:r>
      <w:r>
        <w:t>’</w:t>
      </w:r>
      <w:r w:rsidR="0024252B" w:rsidRPr="002813C1">
        <w:t>est égal</w:t>
      </w:r>
      <w:r>
        <w:t xml:space="preserve">, </w:t>
      </w:r>
      <w:r w:rsidR="0024252B" w:rsidRPr="002813C1">
        <w:t>je la trouve raide</w:t>
      </w:r>
      <w:r>
        <w:t> !…</w:t>
      </w:r>
    </w:p>
    <w:p w14:paraId="64D2A7C9" w14:textId="5279E10E" w:rsidR="00B77E03" w:rsidRDefault="0024252B" w:rsidP="00B77E03">
      <w:pPr>
        <w:pStyle w:val="Titre1"/>
      </w:pPr>
      <w:bookmarkStart w:id="4" w:name="_Toc202022829"/>
      <w:r w:rsidRPr="002813C1">
        <w:lastRenderedPageBreak/>
        <w:t>V</w:t>
      </w:r>
      <w:bookmarkEnd w:id="4"/>
      <w:r w:rsidRPr="002813C1">
        <w:br/>
      </w:r>
    </w:p>
    <w:p w14:paraId="13998905" w14:textId="77777777" w:rsidR="00B77E03" w:rsidRDefault="00B77E03" w:rsidP="00B77E03">
      <w:r>
        <w:t>— </w:t>
      </w:r>
      <w:r w:rsidR="0024252B" w:rsidRPr="002813C1">
        <w:t>Cet homme qui sort emporte ton secret</w:t>
      </w:r>
      <w:r>
        <w:t xml:space="preserve">, </w:t>
      </w:r>
      <w:r w:rsidR="0024252B" w:rsidRPr="002813C1">
        <w:t>tu es perdue</w:t>
      </w:r>
      <w:r>
        <w:t> !…</w:t>
      </w:r>
    </w:p>
    <w:p w14:paraId="6689FB34" w14:textId="138C8A2E" w:rsidR="00B77E03" w:rsidRDefault="0024252B" w:rsidP="00B77E03">
      <w:r w:rsidRPr="002813C1">
        <w:t>Voilà ce qu</w:t>
      </w:r>
      <w:r w:rsidR="00B77E03">
        <w:t>’</w:t>
      </w:r>
      <w:r w:rsidRPr="002813C1">
        <w:t>une voix sinistre</w:t>
      </w:r>
      <w:r w:rsidR="00B77E03">
        <w:t xml:space="preserve">, </w:t>
      </w:r>
      <w:r w:rsidRPr="002813C1">
        <w:t xml:space="preserve">la voix du pressentiment criait à </w:t>
      </w:r>
      <w:r w:rsidR="00B77E03">
        <w:t>M</w:t>
      </w:r>
      <w:r w:rsidR="00B77E03" w:rsidRPr="00B77E03">
        <w:rPr>
          <w:vertAlign w:val="superscript"/>
        </w:rPr>
        <w:t>me</w:t>
      </w:r>
      <w:r w:rsidR="00B77E03">
        <w:t> </w:t>
      </w:r>
      <w:r w:rsidRPr="002813C1">
        <w:t>Lia d</w:t>
      </w:r>
      <w:r w:rsidR="00B77E03">
        <w:t>’</w:t>
      </w:r>
      <w:r w:rsidRPr="002813C1">
        <w:t xml:space="preserve">Argelès au moment où </w:t>
      </w:r>
      <w:r w:rsidR="00B77E03">
        <w:t>M. </w:t>
      </w:r>
      <w:r w:rsidRPr="002813C1">
        <w:t>Isidore Fortunat</w:t>
      </w:r>
      <w:r w:rsidR="00B77E03">
        <w:t xml:space="preserve">, </w:t>
      </w:r>
      <w:r w:rsidRPr="002813C1">
        <w:t>brusquement congédié par elle refermait sur lui la porte du salon</w:t>
      </w:r>
      <w:r w:rsidR="00B77E03">
        <w:t>.</w:t>
      </w:r>
    </w:p>
    <w:p w14:paraId="2B8DD19A" w14:textId="77777777" w:rsidR="00B77E03" w:rsidRDefault="0024252B" w:rsidP="00B77E03">
      <w:r w:rsidRPr="002813C1">
        <w:t>Cet homme l</w:t>
      </w:r>
      <w:r w:rsidR="00B77E03">
        <w:t>’</w:t>
      </w:r>
      <w:r w:rsidRPr="002813C1">
        <w:t xml:space="preserve">avait saluée de cet antique et illustre nom de </w:t>
      </w:r>
      <w:proofErr w:type="spellStart"/>
      <w:r w:rsidRPr="002813C1">
        <w:t>Chalusse</w:t>
      </w:r>
      <w:proofErr w:type="spellEnd"/>
      <w:r w:rsidRPr="002813C1">
        <w:t xml:space="preserve"> qu</w:t>
      </w:r>
      <w:r w:rsidR="00B77E03">
        <w:t>’</w:t>
      </w:r>
      <w:r w:rsidRPr="002813C1">
        <w:t>elle n</w:t>
      </w:r>
      <w:r w:rsidR="00B77E03">
        <w:t>’</w:t>
      </w:r>
      <w:r w:rsidRPr="002813C1">
        <w:t>avait pas entendu prononcer</w:t>
      </w:r>
      <w:r w:rsidR="00B77E03">
        <w:t xml:space="preserve">, </w:t>
      </w:r>
      <w:r w:rsidRPr="002813C1">
        <w:t>qu</w:t>
      </w:r>
      <w:r w:rsidR="00B77E03">
        <w:t>’</w:t>
      </w:r>
      <w:r w:rsidRPr="002813C1">
        <w:t>elle s</w:t>
      </w:r>
      <w:r w:rsidR="00B77E03">
        <w:t>’</w:t>
      </w:r>
      <w:r w:rsidRPr="002813C1">
        <w:t>était interdit d</w:t>
      </w:r>
      <w:r w:rsidR="00B77E03">
        <w:t>’</w:t>
      </w:r>
      <w:r w:rsidRPr="002813C1">
        <w:t>articuler depuis plus de vingt ans</w:t>
      </w:r>
      <w:r w:rsidR="00B77E03">
        <w:t xml:space="preserve">… </w:t>
      </w:r>
      <w:r w:rsidRPr="002813C1">
        <w:t>Cet homme savait qu</w:t>
      </w:r>
      <w:r w:rsidR="00B77E03">
        <w:t>’</w:t>
      </w:r>
      <w:r w:rsidRPr="002813C1">
        <w:t>elle</w:t>
      </w:r>
      <w:r w:rsidR="00B77E03">
        <w:t xml:space="preserve">, </w:t>
      </w:r>
      <w:r w:rsidRPr="002813C1">
        <w:t>la d</w:t>
      </w:r>
      <w:r w:rsidR="00B77E03">
        <w:t>’</w:t>
      </w:r>
      <w:r w:rsidRPr="002813C1">
        <w:t>Argelès</w:t>
      </w:r>
      <w:r w:rsidR="00B77E03">
        <w:t xml:space="preserve">, </w:t>
      </w:r>
      <w:r w:rsidRPr="002813C1">
        <w:t>comme on disait</w:t>
      </w:r>
      <w:r w:rsidR="00B77E03">
        <w:t xml:space="preserve">, </w:t>
      </w:r>
      <w:r w:rsidRPr="002813C1">
        <w:t xml:space="preserve">elle était une Durtal de </w:t>
      </w:r>
      <w:proofErr w:type="spellStart"/>
      <w:r w:rsidRPr="002813C1">
        <w:t>Chalusse</w:t>
      </w:r>
      <w:proofErr w:type="spellEnd"/>
      <w:r w:rsidR="00B77E03">
        <w:t> !</w:t>
      </w:r>
    </w:p>
    <w:p w14:paraId="1EC77CD1" w14:textId="77777777" w:rsidR="00B77E03" w:rsidRDefault="0024252B" w:rsidP="00B77E03">
      <w:r w:rsidRPr="002813C1">
        <w:t>Cette affreuse certitude l</w:t>
      </w:r>
      <w:r w:rsidR="00B77E03">
        <w:t>’</w:t>
      </w:r>
      <w:r w:rsidRPr="002813C1">
        <w:t>écrasait</w:t>
      </w:r>
      <w:r w:rsidR="00B77E03">
        <w:t>.</w:t>
      </w:r>
    </w:p>
    <w:p w14:paraId="7BF84090" w14:textId="6ACA4394" w:rsidR="00B77E03" w:rsidRDefault="0024252B" w:rsidP="00B77E03">
      <w:r w:rsidRPr="002813C1">
        <w:t>Il lui avait affirmé</w:t>
      </w:r>
      <w:r w:rsidR="00B77E03">
        <w:t xml:space="preserve">, </w:t>
      </w:r>
      <w:r w:rsidRPr="002813C1">
        <w:t>ce Fortunat</w:t>
      </w:r>
      <w:r w:rsidR="00B77E03">
        <w:t xml:space="preserve">, </w:t>
      </w:r>
      <w:r w:rsidRPr="002813C1">
        <w:t>que sa visite était absolument désintéressée</w:t>
      </w:r>
      <w:r w:rsidR="00B77E03">
        <w:t xml:space="preserve">… </w:t>
      </w:r>
      <w:r w:rsidRPr="002813C1">
        <w:t>L</w:t>
      </w:r>
      <w:r w:rsidR="00B77E03">
        <w:t>’</w:t>
      </w:r>
      <w:r w:rsidRPr="002813C1">
        <w:t>intérêt qu</w:t>
      </w:r>
      <w:r w:rsidR="00B77E03">
        <w:t>’</w:t>
      </w:r>
      <w:r w:rsidRPr="002813C1">
        <w:t xml:space="preserve">il portait à la famille de </w:t>
      </w:r>
      <w:proofErr w:type="spellStart"/>
      <w:r w:rsidRPr="002813C1">
        <w:t>Chalusse</w:t>
      </w:r>
      <w:proofErr w:type="spellEnd"/>
      <w:r w:rsidR="00B77E03">
        <w:t xml:space="preserve">, </w:t>
      </w:r>
      <w:r w:rsidRPr="002813C1">
        <w:t>la commisération que lui inspirait le sort d</w:t>
      </w:r>
      <w:r w:rsidR="00B77E03">
        <w:t>’</w:t>
      </w:r>
      <w:r w:rsidRPr="002813C1">
        <w:t>une malheureuse jeune fille</w:t>
      </w:r>
      <w:r w:rsidR="00B77E03">
        <w:t>, M</w:t>
      </w:r>
      <w:r w:rsidR="00B77E03" w:rsidRPr="00B77E03">
        <w:rPr>
          <w:vertAlign w:val="superscript"/>
        </w:rPr>
        <w:t>lle</w:t>
      </w:r>
      <w:r w:rsidR="00B77E03">
        <w:t> </w:t>
      </w:r>
      <w:r w:rsidRPr="002813C1">
        <w:t>Marguerite</w:t>
      </w:r>
      <w:r w:rsidR="00B77E03">
        <w:t xml:space="preserve">, </w:t>
      </w:r>
      <w:r w:rsidRPr="002813C1">
        <w:t>étaient</w:t>
      </w:r>
      <w:r w:rsidR="00B77E03">
        <w:t xml:space="preserve">, </w:t>
      </w:r>
      <w:r w:rsidRPr="002813C1">
        <w:t>à ce qu</w:t>
      </w:r>
      <w:r w:rsidR="00B77E03">
        <w:t>’</w:t>
      </w:r>
      <w:r w:rsidRPr="002813C1">
        <w:t>il avait prétendu</w:t>
      </w:r>
      <w:r w:rsidR="00B77E03">
        <w:t xml:space="preserve">, </w:t>
      </w:r>
      <w:r w:rsidRPr="002813C1">
        <w:t>les uniques mobiles de sa démarche</w:t>
      </w:r>
      <w:r w:rsidR="00B77E03">
        <w:t>…</w:t>
      </w:r>
    </w:p>
    <w:p w14:paraId="76D5520F" w14:textId="5B4425B2" w:rsidR="00B77E03" w:rsidRDefault="0024252B" w:rsidP="00B77E03">
      <w:r w:rsidRPr="002813C1">
        <w:t xml:space="preserve">Mais </w:t>
      </w:r>
      <w:r w:rsidR="00B77E03">
        <w:t>M</w:t>
      </w:r>
      <w:r w:rsidR="00B77E03" w:rsidRPr="00B77E03">
        <w:rPr>
          <w:vertAlign w:val="superscript"/>
        </w:rPr>
        <w:t>me</w:t>
      </w:r>
      <w:r w:rsidR="00B77E03">
        <w:t> </w:t>
      </w:r>
      <w:r w:rsidRPr="002813C1">
        <w:t>d</w:t>
      </w:r>
      <w:r w:rsidR="00B77E03">
        <w:t>’</w:t>
      </w:r>
      <w:r w:rsidRPr="002813C1">
        <w:t>Argelès avait de la vie une trop cruelle expérience pour croire à ce beau désintéressement</w:t>
      </w:r>
      <w:r w:rsidR="00B77E03">
        <w:t xml:space="preserve">… </w:t>
      </w:r>
      <w:r w:rsidRPr="002813C1">
        <w:t>Les temps sont difficiles</w:t>
      </w:r>
      <w:r w:rsidR="00B77E03">
        <w:t xml:space="preserve">, </w:t>
      </w:r>
      <w:r w:rsidRPr="002813C1">
        <w:t>les sentiments chevaleresques sont hors de prix</w:t>
      </w:r>
      <w:r w:rsidR="00B77E03">
        <w:t xml:space="preserve">, </w:t>
      </w:r>
      <w:r w:rsidRPr="002813C1">
        <w:t>elle l</w:t>
      </w:r>
      <w:r w:rsidR="00B77E03">
        <w:t>’</w:t>
      </w:r>
      <w:r w:rsidRPr="002813C1">
        <w:t>avait éprouvé</w:t>
      </w:r>
      <w:r w:rsidR="00B77E03">
        <w:t>.</w:t>
      </w:r>
    </w:p>
    <w:p w14:paraId="2936FE44" w14:textId="77777777" w:rsidR="00B77E03" w:rsidRDefault="00B77E03" w:rsidP="00B77E03">
      <w:r>
        <w:t>— </w:t>
      </w:r>
      <w:r w:rsidR="0024252B" w:rsidRPr="002813C1">
        <w:t>Si cet homme est venu</w:t>
      </w:r>
      <w:r>
        <w:t xml:space="preserve">, </w:t>
      </w:r>
      <w:r w:rsidR="0024252B" w:rsidRPr="002813C1">
        <w:t>murmurait-elle</w:t>
      </w:r>
      <w:r>
        <w:t xml:space="preserve">, </w:t>
      </w:r>
      <w:r w:rsidR="0024252B" w:rsidRPr="002813C1">
        <w:t>c</w:t>
      </w:r>
      <w:r>
        <w:t>’</w:t>
      </w:r>
      <w:r w:rsidR="0024252B" w:rsidRPr="002813C1">
        <w:t>est qu</w:t>
      </w:r>
      <w:r>
        <w:t>’</w:t>
      </w:r>
      <w:r w:rsidR="0024252B" w:rsidRPr="002813C1">
        <w:t>il voit un avantage pour lui à ce que je me présente pour recueillir l</w:t>
      </w:r>
      <w:r>
        <w:t>’</w:t>
      </w:r>
      <w:r w:rsidR="0024252B" w:rsidRPr="002813C1">
        <w:t>héritage de mon pauvre frère</w:t>
      </w:r>
      <w:r>
        <w:t xml:space="preserve">… </w:t>
      </w:r>
      <w:r w:rsidR="0024252B" w:rsidRPr="002813C1">
        <w:t>En repoussant ses sollicitations</w:t>
      </w:r>
      <w:r>
        <w:t xml:space="preserve">, </w:t>
      </w:r>
      <w:r w:rsidR="0024252B" w:rsidRPr="002813C1">
        <w:t>je le prive du bénéfice qu</w:t>
      </w:r>
      <w:r>
        <w:t>’</w:t>
      </w:r>
      <w:r w:rsidR="0024252B" w:rsidRPr="002813C1">
        <w:t>il espérait</w:t>
      </w:r>
      <w:r>
        <w:t xml:space="preserve">. </w:t>
      </w:r>
      <w:r w:rsidR="0024252B" w:rsidRPr="002813C1">
        <w:t>C</w:t>
      </w:r>
      <w:r>
        <w:t>’</w:t>
      </w:r>
      <w:r w:rsidR="0024252B" w:rsidRPr="002813C1">
        <w:t xml:space="preserve">est un ennemi </w:t>
      </w:r>
      <w:r w:rsidR="0024252B" w:rsidRPr="002813C1">
        <w:lastRenderedPageBreak/>
        <w:t>que je viens de me faire</w:t>
      </w:r>
      <w:r>
        <w:t xml:space="preserve">, </w:t>
      </w:r>
      <w:r w:rsidR="0024252B" w:rsidRPr="002813C1">
        <w:t>et ce qu</w:t>
      </w:r>
      <w:r>
        <w:t>’</w:t>
      </w:r>
      <w:r w:rsidR="0024252B" w:rsidRPr="002813C1">
        <w:t>il sait</w:t>
      </w:r>
      <w:r>
        <w:t xml:space="preserve">, </w:t>
      </w:r>
      <w:r w:rsidR="0024252B" w:rsidRPr="002813C1">
        <w:t>il va s</w:t>
      </w:r>
      <w:r>
        <w:t>’</w:t>
      </w:r>
      <w:r w:rsidR="0024252B" w:rsidRPr="002813C1">
        <w:t>empresser de le publier partout</w:t>
      </w:r>
      <w:r>
        <w:t xml:space="preserve">… </w:t>
      </w:r>
      <w:r w:rsidR="0024252B" w:rsidRPr="002813C1">
        <w:t>Ah</w:t>
      </w:r>
      <w:r>
        <w:t xml:space="preserve"> ! </w:t>
      </w:r>
      <w:r w:rsidR="0024252B" w:rsidRPr="002813C1">
        <w:t>j</w:t>
      </w:r>
      <w:r>
        <w:t>’</w:t>
      </w:r>
      <w:r w:rsidR="0024252B" w:rsidRPr="002813C1">
        <w:t>ai été folle de le renvoyer ainsi</w:t>
      </w:r>
      <w:r>
        <w:t xml:space="preserve">… </w:t>
      </w:r>
      <w:r w:rsidR="0024252B" w:rsidRPr="002813C1">
        <w:t>Je devais paraître l</w:t>
      </w:r>
      <w:r>
        <w:t>’</w:t>
      </w:r>
      <w:r w:rsidR="0024252B" w:rsidRPr="002813C1">
        <w:t>écouter</w:t>
      </w:r>
      <w:r>
        <w:t xml:space="preserve">, </w:t>
      </w:r>
      <w:r w:rsidR="0024252B" w:rsidRPr="002813C1">
        <w:t>me l</w:t>
      </w:r>
      <w:r>
        <w:t>’</w:t>
      </w:r>
      <w:r w:rsidR="0024252B" w:rsidRPr="002813C1">
        <w:t>attacher par toutes sortes de promesses</w:t>
      </w:r>
      <w:r>
        <w:t xml:space="preserve">… </w:t>
      </w:r>
      <w:r w:rsidR="0024252B" w:rsidRPr="002813C1">
        <w:t>je devais</w:t>
      </w:r>
      <w:r>
        <w:t>…</w:t>
      </w:r>
    </w:p>
    <w:p w14:paraId="52909A1F" w14:textId="554165BC" w:rsidR="00B77E03" w:rsidRDefault="0024252B" w:rsidP="00B77E03">
      <w:r w:rsidRPr="002813C1">
        <w:t>Elle s</w:t>
      </w:r>
      <w:r w:rsidR="00B77E03">
        <w:t>’</w:t>
      </w:r>
      <w:r w:rsidRPr="002813C1">
        <w:t>arrêta court</w:t>
      </w:r>
      <w:r w:rsidR="00B77E03">
        <w:t xml:space="preserve">… </w:t>
      </w:r>
      <w:r w:rsidRPr="002813C1">
        <w:t>Un espoir lui venait</w:t>
      </w:r>
      <w:r w:rsidR="00B77E03">
        <w:t>. M. </w:t>
      </w:r>
      <w:r w:rsidRPr="002813C1">
        <w:t>Fortunat n</w:t>
      </w:r>
      <w:r w:rsidR="00B77E03">
        <w:t>’</w:t>
      </w:r>
      <w:r w:rsidRPr="002813C1">
        <w:t>était sans doute pas loin encore</w:t>
      </w:r>
      <w:r w:rsidR="00B77E03">
        <w:t xml:space="preserve">, </w:t>
      </w:r>
      <w:r w:rsidRPr="002813C1">
        <w:t>si on le rejoignait</w:t>
      </w:r>
      <w:r w:rsidR="00B77E03">
        <w:t xml:space="preserve">, </w:t>
      </w:r>
      <w:r w:rsidRPr="002813C1">
        <w:t>si on le lui ramenait</w:t>
      </w:r>
      <w:r w:rsidR="00B77E03">
        <w:t xml:space="preserve">, </w:t>
      </w:r>
      <w:r w:rsidRPr="002813C1">
        <w:t>ne pourrait-elle pas atténuer sinon réparer complètement sa faute</w:t>
      </w:r>
      <w:r w:rsidR="00B77E03">
        <w:t> ?…</w:t>
      </w:r>
    </w:p>
    <w:p w14:paraId="03A64DF3" w14:textId="77777777" w:rsidR="00B77E03" w:rsidRDefault="0024252B" w:rsidP="00B77E03">
      <w:r w:rsidRPr="002813C1">
        <w:t>Sans perdre une seconde</w:t>
      </w:r>
      <w:r w:rsidR="00B77E03">
        <w:t xml:space="preserve">, </w:t>
      </w:r>
      <w:r w:rsidRPr="002813C1">
        <w:t>elle descendit et ordonna à un domestique et à son concierge de courir après le Monsieur qui venait de sortir</w:t>
      </w:r>
      <w:r w:rsidR="00B77E03">
        <w:t xml:space="preserve">, </w:t>
      </w:r>
      <w:r w:rsidRPr="002813C1">
        <w:t>de tâcher de le rattraper et de le prier de revenir</w:t>
      </w:r>
      <w:r w:rsidR="00B77E03">
        <w:t xml:space="preserve">, </w:t>
      </w:r>
      <w:r w:rsidRPr="002813C1">
        <w:t>qu</w:t>
      </w:r>
      <w:r w:rsidR="00B77E03">
        <w:t>’</w:t>
      </w:r>
      <w:r w:rsidRPr="002813C1">
        <w:t>elle avait réfléchi</w:t>
      </w:r>
      <w:r w:rsidR="00B77E03">
        <w:t>…</w:t>
      </w:r>
    </w:p>
    <w:p w14:paraId="5E9AF1B2" w14:textId="77777777" w:rsidR="00B77E03" w:rsidRDefault="0024252B" w:rsidP="00B77E03">
      <w:r w:rsidRPr="002813C1">
        <w:t>Ils s</w:t>
      </w:r>
      <w:r w:rsidR="00B77E03">
        <w:t>’</w:t>
      </w:r>
      <w:r w:rsidRPr="002813C1">
        <w:t>élancèrent dehors et elle les attendit dans la cour</w:t>
      </w:r>
      <w:r w:rsidR="00B77E03">
        <w:t xml:space="preserve">, </w:t>
      </w:r>
      <w:r w:rsidRPr="002813C1">
        <w:t>le cœur serré par l</w:t>
      </w:r>
      <w:r w:rsidR="00B77E03">
        <w:t>’</w:t>
      </w:r>
      <w:r w:rsidRPr="002813C1">
        <w:t>anxiété du résultat</w:t>
      </w:r>
      <w:r w:rsidR="00B77E03">
        <w:t>…</w:t>
      </w:r>
    </w:p>
    <w:p w14:paraId="5474E52F" w14:textId="77777777" w:rsidR="00B77E03" w:rsidRDefault="0024252B" w:rsidP="00B77E03">
      <w:r w:rsidRPr="002813C1">
        <w:t>Trop tard</w:t>
      </w:r>
      <w:r w:rsidR="00B77E03">
        <w:t xml:space="preserve"> !… </w:t>
      </w:r>
      <w:r w:rsidRPr="002813C1">
        <w:t>Ses émissaires</w:t>
      </w:r>
      <w:r w:rsidR="00B77E03">
        <w:t xml:space="preserve">, </w:t>
      </w:r>
      <w:r w:rsidRPr="002813C1">
        <w:t>au bout d</w:t>
      </w:r>
      <w:r w:rsidR="00B77E03">
        <w:t>’</w:t>
      </w:r>
      <w:r w:rsidRPr="002813C1">
        <w:t>un quart d</w:t>
      </w:r>
      <w:r w:rsidR="00B77E03">
        <w:t>’</w:t>
      </w:r>
      <w:r w:rsidRPr="002813C1">
        <w:t>heure</w:t>
      </w:r>
      <w:r w:rsidR="00B77E03">
        <w:t xml:space="preserve">, </w:t>
      </w:r>
      <w:r w:rsidRPr="002813C1">
        <w:t>reparurent l</w:t>
      </w:r>
      <w:r w:rsidR="00B77E03">
        <w:t>’</w:t>
      </w:r>
      <w:r w:rsidRPr="002813C1">
        <w:t>un après l</w:t>
      </w:r>
      <w:r w:rsidR="00B77E03">
        <w:t>’</w:t>
      </w:r>
      <w:r w:rsidRPr="002813C1">
        <w:t>autre</w:t>
      </w:r>
      <w:r w:rsidR="00B77E03">
        <w:t xml:space="preserve">, </w:t>
      </w:r>
      <w:r w:rsidRPr="002813C1">
        <w:t>seuls</w:t>
      </w:r>
      <w:r w:rsidR="00B77E03">
        <w:t xml:space="preserve">… </w:t>
      </w:r>
      <w:r w:rsidRPr="002813C1">
        <w:t>Ils avaient eu beau se hâter</w:t>
      </w:r>
      <w:r w:rsidR="00B77E03">
        <w:t xml:space="preserve">, </w:t>
      </w:r>
      <w:r w:rsidRPr="002813C1">
        <w:t>ils n</w:t>
      </w:r>
      <w:r w:rsidR="00B77E03">
        <w:t>’</w:t>
      </w:r>
      <w:r w:rsidRPr="002813C1">
        <w:t>avaient aperçu personne ressemblant au visiteur qu</w:t>
      </w:r>
      <w:r w:rsidR="00B77E03">
        <w:t>’</w:t>
      </w:r>
      <w:r w:rsidRPr="002813C1">
        <w:t>ils poursuivaient</w:t>
      </w:r>
      <w:r w:rsidR="00B77E03">
        <w:t xml:space="preserve">… </w:t>
      </w:r>
      <w:r w:rsidRPr="002813C1">
        <w:t>Ils s</w:t>
      </w:r>
      <w:r w:rsidR="00B77E03">
        <w:t>’</w:t>
      </w:r>
      <w:r w:rsidRPr="002813C1">
        <w:t>étaient informés aux boutiquiers de la rue</w:t>
      </w:r>
      <w:r w:rsidR="00B77E03">
        <w:t xml:space="preserve">, </w:t>
      </w:r>
      <w:r w:rsidRPr="002813C1">
        <w:t>aucun d</w:t>
      </w:r>
      <w:r w:rsidR="00B77E03">
        <w:t>’</w:t>
      </w:r>
      <w:r w:rsidRPr="002813C1">
        <w:t>eux ne l</w:t>
      </w:r>
      <w:r w:rsidR="00B77E03">
        <w:t>’</w:t>
      </w:r>
      <w:r w:rsidRPr="002813C1">
        <w:t>avait vu</w:t>
      </w:r>
      <w:r w:rsidR="00B77E03">
        <w:t>…</w:t>
      </w:r>
    </w:p>
    <w:p w14:paraId="5FD7E41F" w14:textId="41E5E158" w:rsidR="00B77E03" w:rsidRDefault="00B77E03" w:rsidP="00B77E03">
      <w:r>
        <w:t>— </w:t>
      </w:r>
      <w:r w:rsidR="0024252B" w:rsidRPr="002813C1">
        <w:t>C</w:t>
      </w:r>
      <w:r>
        <w:t>’</w:t>
      </w:r>
      <w:r w:rsidR="0024252B" w:rsidRPr="002813C1">
        <w:t>est un petit malheur</w:t>
      </w:r>
      <w:r>
        <w:t xml:space="preserve"> !… </w:t>
      </w:r>
      <w:r w:rsidR="0024252B" w:rsidRPr="002813C1">
        <w:t xml:space="preserve">balbutia </w:t>
      </w:r>
      <w:r>
        <w:t>M</w:t>
      </w:r>
      <w:r w:rsidRPr="00B77E03">
        <w:rPr>
          <w:vertAlign w:val="superscript"/>
        </w:rPr>
        <w:t>me</w:t>
      </w:r>
      <w:r>
        <w:t> </w:t>
      </w:r>
      <w:r w:rsidR="0024252B" w:rsidRPr="002813C1">
        <w:t>d</w:t>
      </w:r>
      <w:r>
        <w:t>’</w:t>
      </w:r>
      <w:r w:rsidR="0024252B" w:rsidRPr="002813C1">
        <w:t>Argelès d</w:t>
      </w:r>
      <w:r>
        <w:t>’</w:t>
      </w:r>
      <w:r w:rsidR="0024252B" w:rsidRPr="002813C1">
        <w:t>un ton qui démentait manifestement ce qu</w:t>
      </w:r>
      <w:r>
        <w:t>’</w:t>
      </w:r>
      <w:r w:rsidR="0024252B" w:rsidRPr="002813C1">
        <w:t>elle disait</w:t>
      </w:r>
      <w:r>
        <w:t>.</w:t>
      </w:r>
    </w:p>
    <w:p w14:paraId="4D93EAA5" w14:textId="77777777" w:rsidR="00B77E03" w:rsidRDefault="0024252B" w:rsidP="00B77E03">
      <w:r w:rsidRPr="002813C1">
        <w:t>Et pressée de se dérober à la curiosité et aux conjectures de ses gens</w:t>
      </w:r>
      <w:r w:rsidR="00B77E03">
        <w:t xml:space="preserve">, </w:t>
      </w:r>
      <w:r w:rsidRPr="002813C1">
        <w:t>elle gagna le petit salon où elle se tenait habituellement</w:t>
      </w:r>
      <w:r w:rsidR="00B77E03">
        <w:t>.</w:t>
      </w:r>
    </w:p>
    <w:p w14:paraId="3FE0DBCF" w14:textId="25DD1ED4" w:rsidR="00B77E03" w:rsidRDefault="00B77E03" w:rsidP="00B77E03">
      <w:r>
        <w:t>M. </w:t>
      </w:r>
      <w:r w:rsidR="0024252B" w:rsidRPr="002813C1">
        <w:t>Fortunat lui avait laissé sa carte</w:t>
      </w:r>
      <w:r>
        <w:t xml:space="preserve">, </w:t>
      </w:r>
      <w:r w:rsidR="0024252B" w:rsidRPr="002813C1">
        <w:t>c</w:t>
      </w:r>
      <w:r>
        <w:t>’</w:t>
      </w:r>
      <w:r w:rsidR="0024252B" w:rsidRPr="002813C1">
        <w:t>est-à-dire son adresse</w:t>
      </w:r>
      <w:r>
        <w:t xml:space="preserve">, </w:t>
      </w:r>
      <w:r w:rsidR="0024252B" w:rsidRPr="002813C1">
        <w:t>rien n</w:t>
      </w:r>
      <w:r>
        <w:t>’</w:t>
      </w:r>
      <w:r w:rsidR="0024252B" w:rsidRPr="002813C1">
        <w:t>était si simple que de courir chez lui ou de lui dépêcher un domestique</w:t>
      </w:r>
      <w:r>
        <w:t xml:space="preserve">… </w:t>
      </w:r>
      <w:r w:rsidR="0024252B" w:rsidRPr="002813C1">
        <w:t>Elle en eut la tentation</w:t>
      </w:r>
      <w:r>
        <w:t xml:space="preserve">… </w:t>
      </w:r>
      <w:r w:rsidR="0024252B" w:rsidRPr="002813C1">
        <w:t>Puis elle se dit que mieux valait attendre</w:t>
      </w:r>
      <w:r>
        <w:t xml:space="preserve">, </w:t>
      </w:r>
      <w:r w:rsidR="0024252B" w:rsidRPr="002813C1">
        <w:t>qu</w:t>
      </w:r>
      <w:r>
        <w:t>’</w:t>
      </w:r>
      <w:r w:rsidR="0024252B" w:rsidRPr="002813C1">
        <w:t>une heure de plus ou de moins importait peu</w:t>
      </w:r>
      <w:r>
        <w:t>…</w:t>
      </w:r>
    </w:p>
    <w:p w14:paraId="0BE300D8" w14:textId="77777777" w:rsidR="00B77E03" w:rsidRDefault="0024252B" w:rsidP="00B77E03">
      <w:r w:rsidRPr="002813C1">
        <w:lastRenderedPageBreak/>
        <w:t>Elle avait envoyé un homme de confiance</w:t>
      </w:r>
      <w:r w:rsidR="00B77E03">
        <w:t xml:space="preserve">, </w:t>
      </w:r>
      <w:r w:rsidRPr="002813C1">
        <w:t>Jobin</w:t>
      </w:r>
      <w:r w:rsidR="00B77E03">
        <w:t xml:space="preserve">, </w:t>
      </w:r>
      <w:r w:rsidRPr="002813C1">
        <w:t xml:space="preserve">à la rencontre du baron </w:t>
      </w:r>
      <w:proofErr w:type="spellStart"/>
      <w:r w:rsidRPr="002813C1">
        <w:t>Trigault</w:t>
      </w:r>
      <w:proofErr w:type="spellEnd"/>
      <w:r w:rsidR="00B77E03">
        <w:t xml:space="preserve">, </w:t>
      </w:r>
      <w:r w:rsidRPr="002813C1">
        <w:t>il allait le lui ramener d</w:t>
      </w:r>
      <w:r w:rsidR="00B77E03">
        <w:t>’</w:t>
      </w:r>
      <w:r w:rsidRPr="002813C1">
        <w:t>un moment à l</w:t>
      </w:r>
      <w:r w:rsidR="00B77E03">
        <w:t>’</w:t>
      </w:r>
      <w:r w:rsidRPr="002813C1">
        <w:t>autre</w:t>
      </w:r>
      <w:r w:rsidR="00B77E03">
        <w:t xml:space="preserve">, </w:t>
      </w:r>
      <w:r w:rsidRPr="002813C1">
        <w:t>et le baron la conseillerait</w:t>
      </w:r>
      <w:r w:rsidR="00B77E03">
        <w:t xml:space="preserve">… </w:t>
      </w:r>
      <w:r w:rsidRPr="002813C1">
        <w:t>il verrait mieux qu</w:t>
      </w:r>
      <w:r w:rsidR="00B77E03">
        <w:t>’</w:t>
      </w:r>
      <w:r w:rsidRPr="002813C1">
        <w:t>elle et plus juste quel parti il y avait à prendre</w:t>
      </w:r>
      <w:r w:rsidR="00B77E03">
        <w:t>…</w:t>
      </w:r>
    </w:p>
    <w:p w14:paraId="151DDBF0" w14:textId="77777777" w:rsidR="00B77E03" w:rsidRDefault="0024252B" w:rsidP="00B77E03">
      <w:r w:rsidRPr="002813C1">
        <w:t>Et elle attendit</w:t>
      </w:r>
      <w:r w:rsidR="00B77E03">
        <w:t>…</w:t>
      </w:r>
    </w:p>
    <w:p w14:paraId="396F3D96" w14:textId="77777777" w:rsidR="00B77E03" w:rsidRDefault="0024252B" w:rsidP="00B77E03">
      <w:r w:rsidRPr="002813C1">
        <w:t>Et cependant elle sentait le terrain brûlant sous ses pieds</w:t>
      </w:r>
      <w:r w:rsidR="00B77E03">
        <w:t xml:space="preserve">, </w:t>
      </w:r>
      <w:r w:rsidRPr="002813C1">
        <w:t>et plus elle réfléchissait</w:t>
      </w:r>
      <w:r w:rsidR="00B77E03">
        <w:t xml:space="preserve">, </w:t>
      </w:r>
      <w:r w:rsidRPr="002813C1">
        <w:t>plus le danger lui semblait pressant et terrible</w:t>
      </w:r>
      <w:r w:rsidR="00B77E03">
        <w:t>.</w:t>
      </w:r>
    </w:p>
    <w:p w14:paraId="6E9F1061" w14:textId="71104B7A" w:rsidR="00B77E03" w:rsidRDefault="0024252B" w:rsidP="00B77E03">
      <w:r w:rsidRPr="002813C1">
        <w:t xml:space="preserve">La conduite de </w:t>
      </w:r>
      <w:r w:rsidR="00B77E03">
        <w:t>M. </w:t>
      </w:r>
      <w:r w:rsidRPr="002813C1">
        <w:t>Fortunat</w:t>
      </w:r>
      <w:r w:rsidR="00B77E03">
        <w:t xml:space="preserve">, </w:t>
      </w:r>
      <w:r w:rsidRPr="002813C1">
        <w:t>qui se représentait à son esprit</w:t>
      </w:r>
      <w:r w:rsidR="00B77E03">
        <w:t xml:space="preserve">, </w:t>
      </w:r>
      <w:r w:rsidRPr="002813C1">
        <w:t>qu</w:t>
      </w:r>
      <w:r w:rsidR="00B77E03">
        <w:t>’</w:t>
      </w:r>
      <w:r w:rsidRPr="002813C1">
        <w:t>elle discernait et jugeait maintenant</w:t>
      </w:r>
      <w:r w:rsidR="00B77E03">
        <w:t xml:space="preserve">, </w:t>
      </w:r>
      <w:r w:rsidRPr="002813C1">
        <w:t>lui donnait tout à craindre de cet astucieux personnage</w:t>
      </w:r>
      <w:r w:rsidR="00B77E03">
        <w:t>.</w:t>
      </w:r>
    </w:p>
    <w:p w14:paraId="41F4AF25" w14:textId="77777777" w:rsidR="00B77E03" w:rsidRDefault="0024252B" w:rsidP="00B77E03">
      <w:r w:rsidRPr="002813C1">
        <w:t>Car il lui avait tendu un traquenard</w:t>
      </w:r>
      <w:r w:rsidR="00B77E03">
        <w:t xml:space="preserve">, </w:t>
      </w:r>
      <w:r w:rsidRPr="002813C1">
        <w:t>elle le reconnaissait</w:t>
      </w:r>
      <w:r w:rsidR="00B77E03">
        <w:t xml:space="preserve">, </w:t>
      </w:r>
      <w:r w:rsidRPr="002813C1">
        <w:t>et elle s</w:t>
      </w:r>
      <w:r w:rsidR="00B77E03">
        <w:t>’</w:t>
      </w:r>
      <w:r w:rsidRPr="002813C1">
        <w:t>y était laissée prendre</w:t>
      </w:r>
      <w:r w:rsidR="00B77E03">
        <w:t xml:space="preserve">… </w:t>
      </w:r>
      <w:r w:rsidRPr="002813C1">
        <w:t>Peut-être soupçonnait-il seulement son identité</w:t>
      </w:r>
      <w:r w:rsidR="00B77E03">
        <w:t xml:space="preserve">, </w:t>
      </w:r>
      <w:r w:rsidRPr="002813C1">
        <w:t>quand il s</w:t>
      </w:r>
      <w:r w:rsidR="00B77E03">
        <w:t>’</w:t>
      </w:r>
      <w:r w:rsidRPr="002813C1">
        <w:t>était présenté chez elle</w:t>
      </w:r>
      <w:r w:rsidR="00B77E03">
        <w:t xml:space="preserve">… </w:t>
      </w:r>
      <w:r w:rsidRPr="002813C1">
        <w:t xml:space="preserve">Il lui avait annoncé brusquement la mort du comte de </w:t>
      </w:r>
      <w:proofErr w:type="spellStart"/>
      <w:r w:rsidRPr="002813C1">
        <w:t>Chalusse</w:t>
      </w:r>
      <w:proofErr w:type="spellEnd"/>
      <w:r w:rsidR="00B77E03">
        <w:t xml:space="preserve">, </w:t>
      </w:r>
      <w:r w:rsidRPr="002813C1">
        <w:t>elle s</w:t>
      </w:r>
      <w:r w:rsidR="00B77E03">
        <w:t>’</w:t>
      </w:r>
      <w:r w:rsidRPr="002813C1">
        <w:t>était trahie et lui n</w:t>
      </w:r>
      <w:r w:rsidR="00B77E03">
        <w:t>’</w:t>
      </w:r>
      <w:r w:rsidRPr="002813C1">
        <w:t>avait plus douté</w:t>
      </w:r>
      <w:r w:rsidR="00B77E03">
        <w:t>.</w:t>
      </w:r>
    </w:p>
    <w:p w14:paraId="2C5F44F5" w14:textId="77777777" w:rsidR="00B77E03" w:rsidRDefault="00B77E03" w:rsidP="00B77E03">
      <w:r>
        <w:t>— </w:t>
      </w:r>
      <w:r w:rsidR="0024252B" w:rsidRPr="002813C1">
        <w:t>Que n</w:t>
      </w:r>
      <w:r>
        <w:t>’</w:t>
      </w:r>
      <w:r w:rsidR="0024252B" w:rsidRPr="002813C1">
        <w:t>ai-je eu la présence d</w:t>
      </w:r>
      <w:r>
        <w:t>’</w:t>
      </w:r>
      <w:r w:rsidR="0024252B" w:rsidRPr="002813C1">
        <w:t>esprit de nier audacieusement</w:t>
      </w:r>
      <w:r>
        <w:t xml:space="preserve"> ! </w:t>
      </w:r>
      <w:r w:rsidR="0024252B" w:rsidRPr="002813C1">
        <w:t>murmurait-elle</w:t>
      </w:r>
      <w:r>
        <w:t xml:space="preserve">. </w:t>
      </w:r>
      <w:r w:rsidR="0024252B" w:rsidRPr="002813C1">
        <w:t>Ah</w:t>
      </w:r>
      <w:r>
        <w:t xml:space="preserve"> ! </w:t>
      </w:r>
      <w:r w:rsidR="0024252B" w:rsidRPr="002813C1">
        <w:t>si j</w:t>
      </w:r>
      <w:r>
        <w:t>’</w:t>
      </w:r>
      <w:r w:rsidR="0024252B" w:rsidRPr="002813C1">
        <w:t>avais eu l</w:t>
      </w:r>
      <w:r>
        <w:t>’</w:t>
      </w:r>
      <w:r w:rsidR="0024252B" w:rsidRPr="002813C1">
        <w:t>affreux courage</w:t>
      </w:r>
      <w:r>
        <w:t xml:space="preserve">, </w:t>
      </w:r>
      <w:r w:rsidR="0024252B" w:rsidRPr="002813C1">
        <w:t>au lieu de fondre en larmes</w:t>
      </w:r>
      <w:r>
        <w:t xml:space="preserve">, </w:t>
      </w:r>
      <w:r w:rsidR="0024252B" w:rsidRPr="002813C1">
        <w:t>d</w:t>
      </w:r>
      <w:r>
        <w:t>’</w:t>
      </w:r>
      <w:r w:rsidR="0024252B" w:rsidRPr="002813C1">
        <w:t>éclater de rire</w:t>
      </w:r>
      <w:r>
        <w:t xml:space="preserve">, </w:t>
      </w:r>
      <w:r w:rsidR="0024252B" w:rsidRPr="002813C1">
        <w:t>de répondre que je ne comprenais absolument rien à ce qu</w:t>
      </w:r>
      <w:r>
        <w:t>’</w:t>
      </w:r>
      <w:r w:rsidR="0024252B" w:rsidRPr="002813C1">
        <w:t>il me racontait</w:t>
      </w:r>
      <w:r>
        <w:t xml:space="preserve">, </w:t>
      </w:r>
      <w:r w:rsidR="0024252B" w:rsidRPr="002813C1">
        <w:t>cet homme se serait retiré</w:t>
      </w:r>
      <w:r>
        <w:t xml:space="preserve">, </w:t>
      </w:r>
      <w:r w:rsidR="0024252B" w:rsidRPr="002813C1">
        <w:t>persuadé qu</w:t>
      </w:r>
      <w:r>
        <w:t>’</w:t>
      </w:r>
      <w:r w:rsidR="0024252B" w:rsidRPr="002813C1">
        <w:t>il s</w:t>
      </w:r>
      <w:r>
        <w:t>’</w:t>
      </w:r>
      <w:r w:rsidR="0024252B" w:rsidRPr="002813C1">
        <w:t>était trompé</w:t>
      </w:r>
      <w:r>
        <w:t>…</w:t>
      </w:r>
    </w:p>
    <w:p w14:paraId="3D755C53" w14:textId="77777777" w:rsidR="00B77E03" w:rsidRDefault="0024252B" w:rsidP="00B77E03">
      <w:r w:rsidRPr="002813C1">
        <w:t>Et encore</w:t>
      </w:r>
      <w:r w:rsidR="00B77E03">
        <w:t xml:space="preserve">, </w:t>
      </w:r>
      <w:r w:rsidRPr="002813C1">
        <w:t>cet agent d</w:t>
      </w:r>
      <w:r w:rsidR="00B77E03">
        <w:t>’</w:t>
      </w:r>
      <w:r w:rsidRPr="002813C1">
        <w:t>affaires si rusé lui avait-il dit tout ce qu</w:t>
      </w:r>
      <w:r w:rsidR="00B77E03">
        <w:t>’</w:t>
      </w:r>
      <w:r w:rsidRPr="002813C1">
        <w:t>il avait pénétré du mystère dont elle s</w:t>
      </w:r>
      <w:r w:rsidR="00B77E03">
        <w:t>’</w:t>
      </w:r>
      <w:r w:rsidRPr="002813C1">
        <w:t>entourait</w:t>
      </w:r>
      <w:r w:rsidR="00B77E03">
        <w:t xml:space="preserve"> ? </w:t>
      </w:r>
      <w:r w:rsidRPr="002813C1">
        <w:t>C</w:t>
      </w:r>
      <w:r w:rsidR="00B77E03">
        <w:t>’</w:t>
      </w:r>
      <w:r w:rsidRPr="002813C1">
        <w:t>était peu probable</w:t>
      </w:r>
      <w:r w:rsidR="00B77E03">
        <w:t>.</w:t>
      </w:r>
    </w:p>
    <w:p w14:paraId="3EB9BDE7" w14:textId="0703E023" w:rsidR="00B77E03" w:rsidRDefault="0024252B" w:rsidP="00B77E03">
      <w:r w:rsidRPr="002813C1">
        <w:t>Il l</w:t>
      </w:r>
      <w:r w:rsidR="00B77E03">
        <w:t>’</w:t>
      </w:r>
      <w:r w:rsidRPr="002813C1">
        <w:t>avait conjurée d</w:t>
      </w:r>
      <w:r w:rsidR="00B77E03">
        <w:t>’</w:t>
      </w:r>
      <w:r w:rsidRPr="002813C1">
        <w:t>accepter la succession</w:t>
      </w:r>
      <w:r w:rsidR="00B77E03">
        <w:t xml:space="preserve">, </w:t>
      </w:r>
      <w:r w:rsidRPr="002813C1">
        <w:t>sinon pour elle</w:t>
      </w:r>
      <w:r w:rsidR="00B77E03">
        <w:t xml:space="preserve">, </w:t>
      </w:r>
      <w:r w:rsidRPr="002813C1">
        <w:t>du moins pour un autre</w:t>
      </w:r>
      <w:r w:rsidR="00B77E03">
        <w:t xml:space="preserve">… </w:t>
      </w:r>
      <w:r w:rsidRPr="002813C1">
        <w:t>Et quand elle lui avait demandé pour qui</w:t>
      </w:r>
      <w:r w:rsidR="00B77E03">
        <w:t xml:space="preserve">… </w:t>
      </w:r>
      <w:r w:rsidRPr="002813C1">
        <w:t>il avait répondu</w:t>
      </w:r>
      <w:r w:rsidR="00B77E03">
        <w:t> : M</w:t>
      </w:r>
      <w:r w:rsidR="00B77E03" w:rsidRPr="00B77E03">
        <w:rPr>
          <w:vertAlign w:val="superscript"/>
        </w:rPr>
        <w:t>lle</w:t>
      </w:r>
      <w:r w:rsidR="00B77E03">
        <w:t> </w:t>
      </w:r>
      <w:r w:rsidRPr="002813C1">
        <w:t>Marguerite</w:t>
      </w:r>
      <w:r w:rsidR="00B77E03">
        <w:t xml:space="preserve"> ; </w:t>
      </w:r>
      <w:r w:rsidRPr="002813C1">
        <w:t>mais c</w:t>
      </w:r>
      <w:r w:rsidR="00B77E03">
        <w:t>’</w:t>
      </w:r>
      <w:r w:rsidRPr="002813C1">
        <w:t xml:space="preserve">est à </w:t>
      </w:r>
      <w:proofErr w:type="spellStart"/>
      <w:r w:rsidRPr="002813C1">
        <w:t>Wilkie</w:t>
      </w:r>
      <w:proofErr w:type="spellEnd"/>
      <w:r w:rsidRPr="002813C1">
        <w:t xml:space="preserve"> certainement qu</w:t>
      </w:r>
      <w:r w:rsidR="00B77E03">
        <w:t>’</w:t>
      </w:r>
      <w:r w:rsidRPr="002813C1">
        <w:t>il pensait</w:t>
      </w:r>
      <w:r w:rsidR="00B77E03">
        <w:t> !…</w:t>
      </w:r>
    </w:p>
    <w:p w14:paraId="69487177" w14:textId="58D15A09" w:rsidR="00B77E03" w:rsidRDefault="0024252B" w:rsidP="00B77E03">
      <w:r w:rsidRPr="002813C1">
        <w:lastRenderedPageBreak/>
        <w:t>Ainsi</w:t>
      </w:r>
      <w:r w:rsidR="00B77E03">
        <w:t xml:space="preserve">, </w:t>
      </w:r>
      <w:r w:rsidRPr="002813C1">
        <w:t>cet homme</w:t>
      </w:r>
      <w:r w:rsidR="00B77E03">
        <w:t xml:space="preserve">, </w:t>
      </w:r>
      <w:r w:rsidRPr="002813C1">
        <w:t>cet Isidore Fortunat savait qu</w:t>
      </w:r>
      <w:r w:rsidR="00B77E03">
        <w:t>’</w:t>
      </w:r>
      <w:r w:rsidRPr="002813C1">
        <w:t>elle avait un fils</w:t>
      </w:r>
      <w:r w:rsidR="00B77E03">
        <w:t xml:space="preserve">… </w:t>
      </w:r>
      <w:r w:rsidRPr="002813C1">
        <w:t xml:space="preserve">Peut-être connaissait-il personnellement </w:t>
      </w:r>
      <w:r w:rsidR="00B77E03">
        <w:t>M. </w:t>
      </w:r>
      <w:proofErr w:type="spellStart"/>
      <w:r w:rsidRPr="002813C1">
        <w:t>Wilkie</w:t>
      </w:r>
      <w:proofErr w:type="spellEnd"/>
      <w:r w:rsidR="00B77E03">
        <w:t xml:space="preserve">… </w:t>
      </w:r>
      <w:r w:rsidRPr="002813C1">
        <w:t>Il y avait cent à parier contre un que</w:t>
      </w:r>
      <w:r w:rsidR="00B77E03">
        <w:t xml:space="preserve">, </w:t>
      </w:r>
      <w:r w:rsidRPr="002813C1">
        <w:t>furieux de sa déconvenue</w:t>
      </w:r>
      <w:r w:rsidR="00B77E03">
        <w:t xml:space="preserve">, </w:t>
      </w:r>
      <w:r w:rsidRPr="002813C1">
        <w:t>il irait tout lui révéler</w:t>
      </w:r>
      <w:r w:rsidR="00B77E03">
        <w:t>…</w:t>
      </w:r>
    </w:p>
    <w:p w14:paraId="7D8D0A5F" w14:textId="77777777" w:rsidR="00B77E03" w:rsidRDefault="0024252B" w:rsidP="00B77E03">
      <w:r w:rsidRPr="002813C1">
        <w:t>La malheureuse femme</w:t>
      </w:r>
      <w:r w:rsidR="00B77E03">
        <w:t xml:space="preserve">, </w:t>
      </w:r>
      <w:r w:rsidRPr="002813C1">
        <w:t>à cette pensée</w:t>
      </w:r>
      <w:r w:rsidR="00B77E03">
        <w:t xml:space="preserve">, </w:t>
      </w:r>
      <w:r w:rsidRPr="002813C1">
        <w:t>se tordait les mains de désespoir</w:t>
      </w:r>
      <w:r w:rsidR="00B77E03">
        <w:t xml:space="preserve">… </w:t>
      </w:r>
      <w:r w:rsidRPr="002813C1">
        <w:t>Quoi</w:t>
      </w:r>
      <w:r w:rsidR="00B77E03">
        <w:t xml:space="preserve"> !… </w:t>
      </w:r>
      <w:r w:rsidRPr="002813C1">
        <w:t>elle n</w:t>
      </w:r>
      <w:r w:rsidR="00B77E03">
        <w:t>’</w:t>
      </w:r>
      <w:r w:rsidRPr="002813C1">
        <w:t>avait pas assez expié sa faute</w:t>
      </w:r>
      <w:r w:rsidR="00B77E03">
        <w:t xml:space="preserve">, </w:t>
      </w:r>
      <w:r w:rsidRPr="002813C1">
        <w:t>il fallait encore qu</w:t>
      </w:r>
      <w:r w:rsidR="00B77E03">
        <w:t>’</w:t>
      </w:r>
      <w:r w:rsidRPr="002813C1">
        <w:t>elle fût frappée dans son fils</w:t>
      </w:r>
      <w:r w:rsidR="00B77E03">
        <w:t> !…</w:t>
      </w:r>
    </w:p>
    <w:p w14:paraId="28F72586" w14:textId="77777777" w:rsidR="00B77E03" w:rsidRDefault="0024252B" w:rsidP="00B77E03">
      <w:r w:rsidRPr="002813C1">
        <w:t>Pour la première fois</w:t>
      </w:r>
      <w:r w:rsidR="00B77E03">
        <w:t xml:space="preserve">, </w:t>
      </w:r>
      <w:r w:rsidRPr="002813C1">
        <w:t>un doute poignant</w:t>
      </w:r>
      <w:r w:rsidR="00B77E03">
        <w:t xml:space="preserve">, </w:t>
      </w:r>
      <w:r w:rsidRPr="002813C1">
        <w:t>douloureux comme un fer rouge</w:t>
      </w:r>
      <w:r w:rsidR="00B77E03">
        <w:t xml:space="preserve">, </w:t>
      </w:r>
      <w:r w:rsidRPr="002813C1">
        <w:t>déchirait son âme</w:t>
      </w:r>
      <w:r w:rsidR="00B77E03">
        <w:t>.</w:t>
      </w:r>
    </w:p>
    <w:p w14:paraId="106FD50A" w14:textId="77777777" w:rsidR="00B77E03" w:rsidRDefault="0024252B" w:rsidP="00B77E03">
      <w:r w:rsidRPr="002813C1">
        <w:t>Ce qui lui avait paru l</w:t>
      </w:r>
      <w:r w:rsidR="00B77E03">
        <w:t>’</w:t>
      </w:r>
      <w:r w:rsidRPr="002813C1">
        <w:t>effort le plus sublime de l</w:t>
      </w:r>
      <w:r w:rsidR="00B77E03">
        <w:t>’</w:t>
      </w:r>
      <w:r w:rsidRPr="002813C1">
        <w:t>amour maternel</w:t>
      </w:r>
      <w:r w:rsidR="00B77E03">
        <w:t xml:space="preserve">, </w:t>
      </w:r>
      <w:r w:rsidRPr="002813C1">
        <w:t>n</w:t>
      </w:r>
      <w:r w:rsidR="00B77E03">
        <w:t>’</w:t>
      </w:r>
      <w:r w:rsidRPr="002813C1">
        <w:t>était-ce pas une faute</w:t>
      </w:r>
      <w:r w:rsidR="00B77E03">
        <w:t xml:space="preserve">, </w:t>
      </w:r>
      <w:r w:rsidRPr="002813C1">
        <w:t>et bien plus grande que la première</w:t>
      </w:r>
      <w:r w:rsidR="00B77E03">
        <w:t xml:space="preserve"> ? </w:t>
      </w:r>
      <w:r w:rsidRPr="002813C1">
        <w:t>Elle avait fait de son honneur de femme la rançon du bonheur de son fils</w:t>
      </w:r>
      <w:r w:rsidR="00B77E03">
        <w:t xml:space="preserve">… </w:t>
      </w:r>
      <w:r w:rsidRPr="002813C1">
        <w:t>Avait-elle ce droit</w:t>
      </w:r>
      <w:r w:rsidR="00B77E03">
        <w:t xml:space="preserve"> ? </w:t>
      </w:r>
      <w:r w:rsidRPr="002813C1">
        <w:t>L</w:t>
      </w:r>
      <w:r w:rsidR="00B77E03">
        <w:t>’</w:t>
      </w:r>
      <w:r w:rsidRPr="002813C1">
        <w:t>argent qu</w:t>
      </w:r>
      <w:r w:rsidR="00B77E03">
        <w:t>’</w:t>
      </w:r>
      <w:r w:rsidRPr="002813C1">
        <w:t>elle lui avait prodigué</w:t>
      </w:r>
      <w:r w:rsidR="00B77E03">
        <w:t xml:space="preserve">, </w:t>
      </w:r>
      <w:r w:rsidRPr="002813C1">
        <w:t>ne portait-il pas en soi</w:t>
      </w:r>
      <w:r w:rsidR="00B77E03">
        <w:t xml:space="preserve">, </w:t>
      </w:r>
      <w:r w:rsidRPr="002813C1">
        <w:t>pour ainsi dire</w:t>
      </w:r>
      <w:r w:rsidR="00B77E03">
        <w:t xml:space="preserve">, </w:t>
      </w:r>
      <w:r w:rsidRPr="002813C1">
        <w:t>tous les germes du malheur</w:t>
      </w:r>
      <w:r w:rsidR="00B77E03">
        <w:t xml:space="preserve">, </w:t>
      </w:r>
      <w:r w:rsidRPr="002813C1">
        <w:t>de la corruption et de la honte</w:t>
      </w:r>
      <w:r w:rsidR="00B77E03">
        <w:t> !…</w:t>
      </w:r>
    </w:p>
    <w:p w14:paraId="7113C2B9" w14:textId="77777777" w:rsidR="00B77E03" w:rsidRDefault="0024252B" w:rsidP="00B77E03">
      <w:r w:rsidRPr="002813C1">
        <w:t xml:space="preserve">Quelles ne seraient pas la douleur et la rage de son </w:t>
      </w:r>
      <w:proofErr w:type="spellStart"/>
      <w:r w:rsidRPr="002813C1">
        <w:t>Wilkie</w:t>
      </w:r>
      <w:proofErr w:type="spellEnd"/>
      <w:r w:rsidRPr="002813C1">
        <w:t xml:space="preserve"> si jamais la vérité arrivait jusqu</w:t>
      </w:r>
      <w:r w:rsidR="00B77E03">
        <w:t>’</w:t>
      </w:r>
      <w:r w:rsidRPr="002813C1">
        <w:t>à lui</w:t>
      </w:r>
      <w:r w:rsidR="00B77E03">
        <w:t> ?</w:t>
      </w:r>
    </w:p>
    <w:p w14:paraId="2203EA58" w14:textId="77777777" w:rsidR="00B77E03" w:rsidRDefault="0024252B" w:rsidP="00B77E03">
      <w:r w:rsidRPr="002813C1">
        <w:t>Hélas</w:t>
      </w:r>
      <w:r w:rsidR="00B77E03">
        <w:t xml:space="preserve"> !… </w:t>
      </w:r>
      <w:r w:rsidRPr="002813C1">
        <w:t>il n</w:t>
      </w:r>
      <w:r w:rsidR="00B77E03">
        <w:t>’</w:t>
      </w:r>
      <w:r w:rsidRPr="002813C1">
        <w:t>admettrait pas de transactions</w:t>
      </w:r>
      <w:r w:rsidR="00B77E03">
        <w:t xml:space="preserve">, </w:t>
      </w:r>
      <w:r w:rsidRPr="002813C1">
        <w:t>lui</w:t>
      </w:r>
      <w:r w:rsidR="00B77E03">
        <w:t xml:space="preserve">, </w:t>
      </w:r>
      <w:r w:rsidRPr="002813C1">
        <w:t>ni excuses</w:t>
      </w:r>
      <w:r w:rsidR="00B77E03">
        <w:t xml:space="preserve"> !… </w:t>
      </w:r>
      <w:r w:rsidRPr="002813C1">
        <w:t>Il serait impitoyable comme l</w:t>
      </w:r>
      <w:r w:rsidR="00B77E03">
        <w:t>’</w:t>
      </w:r>
      <w:r w:rsidRPr="002813C1">
        <w:t>honneur</w:t>
      </w:r>
      <w:r w:rsidR="00B77E03">
        <w:t xml:space="preserve"> !… </w:t>
      </w:r>
      <w:r w:rsidRPr="002813C1">
        <w:t>Il n</w:t>
      </w:r>
      <w:r w:rsidR="00B77E03">
        <w:t>’</w:t>
      </w:r>
      <w:r w:rsidRPr="002813C1">
        <w:t>aurait que haine et mépris pour une mère tombée des sommets de la société au rang des créatures perdues</w:t>
      </w:r>
      <w:r w:rsidR="00B77E03">
        <w:t>…</w:t>
      </w:r>
    </w:p>
    <w:p w14:paraId="7BB2A512" w14:textId="77777777" w:rsidR="00B77E03" w:rsidRDefault="0024252B" w:rsidP="00B77E03">
      <w:r w:rsidRPr="002813C1">
        <w:t>Il lui semblait entendre la voix indignée de ce fils</w:t>
      </w:r>
      <w:r w:rsidR="00B77E03">
        <w:t xml:space="preserve">, </w:t>
      </w:r>
      <w:r w:rsidRPr="002813C1">
        <w:t>lui criant</w:t>
      </w:r>
      <w:r w:rsidR="00B77E03">
        <w:t> :</w:t>
      </w:r>
    </w:p>
    <w:p w14:paraId="637FD4A2" w14:textId="77777777" w:rsidR="00B77E03" w:rsidRDefault="00B77E03" w:rsidP="00B77E03">
      <w:r>
        <w:t>— </w:t>
      </w:r>
      <w:r w:rsidR="0024252B" w:rsidRPr="002813C1">
        <w:t>Mieux eût valu me laisser mourir de faim que me donner du pain au prix de celui que j</w:t>
      </w:r>
      <w:r>
        <w:t>’</w:t>
      </w:r>
      <w:r w:rsidR="0024252B" w:rsidRPr="002813C1">
        <w:t>ai mangé</w:t>
      </w:r>
      <w:r>
        <w:t xml:space="preserve"> ! </w:t>
      </w:r>
      <w:r w:rsidR="0024252B" w:rsidRPr="002813C1">
        <w:t>De quel droit m</w:t>
      </w:r>
      <w:r>
        <w:t>’</w:t>
      </w:r>
      <w:r w:rsidR="0024252B" w:rsidRPr="002813C1">
        <w:t>avoir flétri et déshonoré de vos abominables richesses</w:t>
      </w:r>
      <w:r>
        <w:t xml:space="preserve"> ? </w:t>
      </w:r>
      <w:r w:rsidR="0024252B" w:rsidRPr="002813C1">
        <w:t>Tombée</w:t>
      </w:r>
      <w:r>
        <w:t xml:space="preserve">, </w:t>
      </w:r>
      <w:r w:rsidR="0024252B" w:rsidRPr="002813C1">
        <w:t>vous deviez vous relever par le travail</w:t>
      </w:r>
      <w:r>
        <w:t xml:space="preserve">, </w:t>
      </w:r>
      <w:proofErr w:type="spellStart"/>
      <w:r w:rsidR="0024252B" w:rsidRPr="002813C1">
        <w:t>dût-il</w:t>
      </w:r>
      <w:proofErr w:type="spellEnd"/>
      <w:r w:rsidR="0024252B" w:rsidRPr="002813C1">
        <w:t xml:space="preserve"> être manuel et le plus pénible de tous</w:t>
      </w:r>
      <w:r>
        <w:t xml:space="preserve">… </w:t>
      </w:r>
      <w:r w:rsidR="0024252B" w:rsidRPr="002813C1">
        <w:t>Il fallait faire de moi un ouvrier</w:t>
      </w:r>
      <w:r>
        <w:t xml:space="preserve">, </w:t>
      </w:r>
      <w:r w:rsidR="0024252B" w:rsidRPr="002813C1">
        <w:t>et non pas un désœuvré</w:t>
      </w:r>
      <w:r>
        <w:t xml:space="preserve">, </w:t>
      </w:r>
      <w:r w:rsidR="0024252B" w:rsidRPr="002813C1">
        <w:t xml:space="preserve">incapable de gagner sa </w:t>
      </w:r>
      <w:r w:rsidR="0024252B" w:rsidRPr="002813C1">
        <w:lastRenderedPageBreak/>
        <w:t>vie</w:t>
      </w:r>
      <w:r>
        <w:t xml:space="preserve"> !… </w:t>
      </w:r>
      <w:r w:rsidR="0024252B" w:rsidRPr="002813C1">
        <w:t>Bâtard d</w:t>
      </w:r>
      <w:r>
        <w:t>’</w:t>
      </w:r>
      <w:r w:rsidR="0024252B" w:rsidRPr="002813C1">
        <w:t>une pauvre fille séduite et lâchement abandonnée</w:t>
      </w:r>
      <w:r>
        <w:t xml:space="preserve">, </w:t>
      </w:r>
      <w:r w:rsidR="0024252B" w:rsidRPr="002813C1">
        <w:t>avec qui je partagerais mon salaire</w:t>
      </w:r>
      <w:r>
        <w:t xml:space="preserve">, </w:t>
      </w:r>
      <w:r w:rsidR="0024252B" w:rsidRPr="002813C1">
        <w:t>j</w:t>
      </w:r>
      <w:r>
        <w:t>’</w:t>
      </w:r>
      <w:r w:rsidR="0024252B" w:rsidRPr="002813C1">
        <w:t>irais le front haut et fier</w:t>
      </w:r>
      <w:r>
        <w:t xml:space="preserve">… </w:t>
      </w:r>
      <w:r w:rsidR="0024252B" w:rsidRPr="002813C1">
        <w:t>Où voulez-vous qu</w:t>
      </w:r>
      <w:r>
        <w:t>’</w:t>
      </w:r>
      <w:r w:rsidR="0024252B" w:rsidRPr="002813C1">
        <w:t>il aille cacher sa honte</w:t>
      </w:r>
      <w:r>
        <w:t xml:space="preserve">, </w:t>
      </w:r>
      <w:r w:rsidR="0024252B" w:rsidRPr="002813C1">
        <w:t>le fils de Lia d</w:t>
      </w:r>
      <w:r>
        <w:t>’</w:t>
      </w:r>
      <w:r w:rsidR="0024252B" w:rsidRPr="002813C1">
        <w:t>Argelès</w:t>
      </w:r>
      <w:r>
        <w:t xml:space="preserve">, </w:t>
      </w:r>
      <w:r w:rsidR="0024252B" w:rsidRPr="002813C1">
        <w:t>après avoir pendant vingt ans joué au gentilhomme avec l</w:t>
      </w:r>
      <w:r>
        <w:t>’</w:t>
      </w:r>
      <w:r w:rsidR="0024252B" w:rsidRPr="002813C1">
        <w:t>argent de Lia d</w:t>
      </w:r>
      <w:r>
        <w:t>’</w:t>
      </w:r>
      <w:r w:rsidR="0024252B" w:rsidRPr="002813C1">
        <w:t>Argelès</w:t>
      </w:r>
      <w:r>
        <w:t> !</w:t>
      </w:r>
    </w:p>
    <w:p w14:paraId="261182CB" w14:textId="3B657AC1" w:rsidR="00B77E03" w:rsidRDefault="0024252B" w:rsidP="00B77E03">
      <w:r w:rsidRPr="002813C1">
        <w:t>Oui</w:t>
      </w:r>
      <w:r w:rsidR="00B77E03">
        <w:t xml:space="preserve">, </w:t>
      </w:r>
      <w:r w:rsidRPr="002813C1">
        <w:t xml:space="preserve">ainsi parlerait </w:t>
      </w:r>
      <w:proofErr w:type="spellStart"/>
      <w:r w:rsidRPr="002813C1">
        <w:t>Wilkie</w:t>
      </w:r>
      <w:proofErr w:type="spellEnd"/>
      <w:r w:rsidR="00B77E03">
        <w:t xml:space="preserve">, </w:t>
      </w:r>
      <w:r w:rsidRPr="002813C1">
        <w:t>s</w:t>
      </w:r>
      <w:r w:rsidR="00B77E03">
        <w:t>’</w:t>
      </w:r>
      <w:r w:rsidRPr="002813C1">
        <w:t>il venait à savoir</w:t>
      </w:r>
      <w:r w:rsidR="00B77E03">
        <w:t xml:space="preserve">… </w:t>
      </w:r>
      <w:r w:rsidRPr="002813C1">
        <w:t>et il saurait</w:t>
      </w:r>
      <w:r w:rsidR="00B77E03">
        <w:t xml:space="preserve">, </w:t>
      </w:r>
      <w:r w:rsidRPr="002813C1">
        <w:t>elle en était sûre</w:t>
      </w:r>
      <w:r w:rsidR="00B77E03">
        <w:t xml:space="preserve">… </w:t>
      </w:r>
      <w:r w:rsidRPr="002813C1">
        <w:t xml:space="preserve">Comment espérer garder un secret que connaissaient le baron </w:t>
      </w:r>
      <w:proofErr w:type="spellStart"/>
      <w:r w:rsidRPr="002813C1">
        <w:t>Trigault</w:t>
      </w:r>
      <w:proofErr w:type="spellEnd"/>
      <w:r w:rsidR="00B77E03">
        <w:t>, M. </w:t>
      </w:r>
      <w:r w:rsidRPr="002813C1">
        <w:t>Patterson</w:t>
      </w:r>
      <w:r w:rsidR="00B77E03">
        <w:t xml:space="preserve">, </w:t>
      </w:r>
      <w:r w:rsidRPr="002813C1">
        <w:t xml:space="preserve">le vicomte de </w:t>
      </w:r>
      <w:proofErr w:type="spellStart"/>
      <w:r w:rsidRPr="002813C1">
        <w:t>Coralth</w:t>
      </w:r>
      <w:proofErr w:type="spellEnd"/>
      <w:r w:rsidRPr="002813C1">
        <w:t xml:space="preserve"> et </w:t>
      </w:r>
      <w:r w:rsidR="00B77E03">
        <w:t>M. </w:t>
      </w:r>
      <w:r w:rsidRPr="002813C1">
        <w:t>Fortunat</w:t>
      </w:r>
      <w:r w:rsidR="00B77E03">
        <w:t xml:space="preserve">… </w:t>
      </w:r>
      <w:r w:rsidRPr="002813C1">
        <w:t>quatre personnes</w:t>
      </w:r>
      <w:r w:rsidR="00B77E03">
        <w:t xml:space="preserve"> ! </w:t>
      </w:r>
      <w:r w:rsidRPr="002813C1">
        <w:t>Elle se croyait sûre des deux premières</w:t>
      </w:r>
      <w:r w:rsidR="00B77E03">
        <w:t xml:space="preserve">, </w:t>
      </w:r>
      <w:r w:rsidRPr="002813C1">
        <w:t>elle pensait tenir le vicomte</w:t>
      </w:r>
      <w:r w:rsidR="00B77E03">
        <w:t xml:space="preserve">, </w:t>
      </w:r>
      <w:r w:rsidRPr="002813C1">
        <w:t>mais l</w:t>
      </w:r>
      <w:r w:rsidR="00B77E03">
        <w:t>’</w:t>
      </w:r>
      <w:r w:rsidRPr="002813C1">
        <w:t>autre</w:t>
      </w:r>
      <w:r w:rsidR="00B77E03">
        <w:t xml:space="preserve">, </w:t>
      </w:r>
      <w:r w:rsidRPr="002813C1">
        <w:t>ce Fortunat</w:t>
      </w:r>
      <w:r w:rsidR="00B77E03">
        <w:t>…</w:t>
      </w:r>
    </w:p>
    <w:p w14:paraId="31267974" w14:textId="77777777" w:rsidR="00B77E03" w:rsidRDefault="0024252B" w:rsidP="00B77E03">
      <w:r w:rsidRPr="002813C1">
        <w:t>Le temps passait</w:t>
      </w:r>
      <w:r w:rsidR="00B77E03">
        <w:t xml:space="preserve">, </w:t>
      </w:r>
      <w:r w:rsidRPr="002813C1">
        <w:t>cependant</w:t>
      </w:r>
      <w:r w:rsidR="00B77E03">
        <w:t xml:space="preserve">, </w:t>
      </w:r>
      <w:r w:rsidRPr="002813C1">
        <w:t>et Jobin ne reparaissait pas</w:t>
      </w:r>
      <w:r w:rsidR="00B77E03">
        <w:t xml:space="preserve">… </w:t>
      </w:r>
      <w:r w:rsidRPr="002813C1">
        <w:t>Que signifiait ce retard</w:t>
      </w:r>
      <w:r w:rsidR="00B77E03">
        <w:t xml:space="preserve"> ? </w:t>
      </w:r>
      <w:r w:rsidRPr="002813C1">
        <w:t>Ne savait-il pas où trouver le baron</w:t>
      </w:r>
      <w:r w:rsidR="00B77E03">
        <w:t xml:space="preserve"> ?… </w:t>
      </w:r>
      <w:r w:rsidRPr="002813C1">
        <w:t>Avait-il rencontré des amis et était-il allé boire avec eux</w:t>
      </w:r>
      <w:r w:rsidR="00B77E03">
        <w:t> !…</w:t>
      </w:r>
    </w:p>
    <w:p w14:paraId="3823773A" w14:textId="77777777" w:rsidR="00B77E03" w:rsidRDefault="0024252B" w:rsidP="00B77E03">
      <w:r w:rsidRPr="002813C1">
        <w:t>Décidément</w:t>
      </w:r>
      <w:r w:rsidR="00B77E03">
        <w:t xml:space="preserve">, </w:t>
      </w:r>
      <w:r w:rsidRPr="002813C1">
        <w:t>le malheur était sur elle</w:t>
      </w:r>
      <w:r w:rsidR="00B77E03">
        <w:t xml:space="preserve"> !… </w:t>
      </w:r>
      <w:r w:rsidRPr="002813C1">
        <w:t>Quand la catastrophe est imminente</w:t>
      </w:r>
      <w:r w:rsidR="00B77E03">
        <w:t xml:space="preserve">, </w:t>
      </w:r>
      <w:r w:rsidRPr="002813C1">
        <w:t>tout devient contraire</w:t>
      </w:r>
      <w:r w:rsidR="00B77E03">
        <w:t xml:space="preserve">, </w:t>
      </w:r>
      <w:r w:rsidRPr="002813C1">
        <w:t>tout manque</w:t>
      </w:r>
      <w:r w:rsidR="00B77E03">
        <w:t xml:space="preserve">, </w:t>
      </w:r>
      <w:r w:rsidRPr="002813C1">
        <w:t>tout avorte</w:t>
      </w:r>
      <w:r w:rsidR="00B77E03">
        <w:t xml:space="preserve">, </w:t>
      </w:r>
      <w:r w:rsidRPr="002813C1">
        <w:t>tout trahit</w:t>
      </w:r>
      <w:r w:rsidR="00B77E03">
        <w:t> !…</w:t>
      </w:r>
    </w:p>
    <w:p w14:paraId="2E2FC478" w14:textId="0CB0669E" w:rsidR="00B77E03" w:rsidRDefault="0024252B" w:rsidP="00B77E03">
      <w:r w:rsidRPr="002813C1">
        <w:t xml:space="preserve">Au moment où </w:t>
      </w:r>
      <w:r w:rsidR="00B77E03">
        <w:t>M. </w:t>
      </w:r>
      <w:r w:rsidRPr="002813C1">
        <w:t>Fortunat s</w:t>
      </w:r>
      <w:r w:rsidR="00B77E03">
        <w:t>’</w:t>
      </w:r>
      <w:r w:rsidRPr="002813C1">
        <w:t>était présenté</w:t>
      </w:r>
      <w:r w:rsidR="00B77E03">
        <w:t>, M</w:t>
      </w:r>
      <w:r w:rsidR="00B77E03" w:rsidRPr="00B77E03">
        <w:rPr>
          <w:vertAlign w:val="superscript"/>
        </w:rPr>
        <w:t>me</w:t>
      </w:r>
      <w:r w:rsidR="00B77E03">
        <w:t> </w:t>
      </w:r>
      <w:r w:rsidRPr="002813C1">
        <w:t>d</w:t>
      </w:r>
      <w:r w:rsidR="00B77E03">
        <w:t>’</w:t>
      </w:r>
      <w:r w:rsidRPr="002813C1">
        <w:t xml:space="preserve">Argelès causait avec le baron </w:t>
      </w:r>
      <w:proofErr w:type="spellStart"/>
      <w:r w:rsidRPr="002813C1">
        <w:t>Trigault</w:t>
      </w:r>
      <w:proofErr w:type="spellEnd"/>
      <w:r w:rsidR="00B77E03">
        <w:t>.</w:t>
      </w:r>
    </w:p>
    <w:p w14:paraId="47A30CDB" w14:textId="77777777" w:rsidR="00B77E03" w:rsidRDefault="0024252B" w:rsidP="00B77E03">
      <w:r w:rsidRPr="002813C1">
        <w:t>Ce digne homme soupçonnait déjà l</w:t>
      </w:r>
      <w:r w:rsidR="00B77E03">
        <w:t>’</w:t>
      </w:r>
      <w:r w:rsidRPr="002813C1">
        <w:t xml:space="preserve">infâme guet-apens dont Pascal </w:t>
      </w:r>
      <w:proofErr w:type="spellStart"/>
      <w:r w:rsidRPr="002813C1">
        <w:t>Férailleur</w:t>
      </w:r>
      <w:proofErr w:type="spellEnd"/>
      <w:r w:rsidRPr="002813C1">
        <w:t xml:space="preserve"> avait été victime</w:t>
      </w:r>
      <w:r w:rsidR="00B77E03">
        <w:t xml:space="preserve">, </w:t>
      </w:r>
      <w:r w:rsidRPr="002813C1">
        <w:t>guet-apens dont elle n</w:t>
      </w:r>
      <w:r w:rsidR="00B77E03">
        <w:t>’</w:t>
      </w:r>
      <w:r w:rsidRPr="002813C1">
        <w:t>était que trop certaine</w:t>
      </w:r>
      <w:r w:rsidR="00B77E03">
        <w:t xml:space="preserve">, </w:t>
      </w:r>
      <w:r w:rsidRPr="002813C1">
        <w:t>hélas</w:t>
      </w:r>
      <w:r w:rsidR="00B77E03">
        <w:t xml:space="preserve"> !… </w:t>
      </w:r>
      <w:r w:rsidRPr="002813C1">
        <w:t>et il venait lui proposer de s</w:t>
      </w:r>
      <w:r w:rsidR="00B77E03">
        <w:t>’</w:t>
      </w:r>
      <w:r w:rsidRPr="002813C1">
        <w:t>allier à lui pour démasquer l</w:t>
      </w:r>
      <w:r w:rsidR="00B77E03">
        <w:t>’</w:t>
      </w:r>
      <w:r w:rsidRPr="002813C1">
        <w:t xml:space="preserve">infamie du vicomte de </w:t>
      </w:r>
      <w:proofErr w:type="spellStart"/>
      <w:r w:rsidRPr="002813C1">
        <w:t>Coralth</w:t>
      </w:r>
      <w:proofErr w:type="spellEnd"/>
      <w:r w:rsidR="00B77E03">
        <w:t>…</w:t>
      </w:r>
    </w:p>
    <w:p w14:paraId="55576154" w14:textId="77777777" w:rsidR="00B77E03" w:rsidRDefault="0024252B" w:rsidP="00B77E03">
      <w:r w:rsidRPr="002813C1">
        <w:t>Et elle avait refusé</w:t>
      </w:r>
      <w:r w:rsidR="00B77E03">
        <w:t xml:space="preserve">… </w:t>
      </w:r>
      <w:r w:rsidRPr="002813C1">
        <w:t>N</w:t>
      </w:r>
      <w:r w:rsidR="00B77E03">
        <w:t>’</w:t>
      </w:r>
      <w:r w:rsidRPr="002813C1">
        <w:t>était-elle pas à la discrétion du vicomte</w:t>
      </w:r>
      <w:r w:rsidR="00B77E03">
        <w:t xml:space="preserve"> !… </w:t>
      </w:r>
      <w:r w:rsidRPr="002813C1">
        <w:t>Elle avait sacrifié un innocent à l</w:t>
      </w:r>
      <w:r w:rsidR="00B77E03">
        <w:t>’</w:t>
      </w:r>
      <w:r w:rsidRPr="002813C1">
        <w:t>intégrité de son secret</w:t>
      </w:r>
      <w:r w:rsidR="00B77E03">
        <w:t xml:space="preserve">… </w:t>
      </w:r>
      <w:r w:rsidRPr="002813C1">
        <w:t>Pour n</w:t>
      </w:r>
      <w:r w:rsidR="00B77E03">
        <w:t>’</w:t>
      </w:r>
      <w:r w:rsidRPr="002813C1">
        <w:t>être pas trahie</w:t>
      </w:r>
      <w:r w:rsidR="00B77E03">
        <w:t xml:space="preserve">, </w:t>
      </w:r>
      <w:r w:rsidRPr="002813C1">
        <w:t>elle était devenue la complice du plus odieux et du plus lâche des crimes</w:t>
      </w:r>
      <w:r w:rsidR="00B77E03">
        <w:t>…</w:t>
      </w:r>
    </w:p>
    <w:p w14:paraId="1F1EB77D" w14:textId="77777777" w:rsidR="00B77E03" w:rsidRDefault="0024252B" w:rsidP="00B77E03">
      <w:r w:rsidRPr="002813C1">
        <w:lastRenderedPageBreak/>
        <w:t>Même</w:t>
      </w:r>
      <w:r w:rsidR="00B77E03">
        <w:t xml:space="preserve">, </w:t>
      </w:r>
      <w:r w:rsidRPr="002813C1">
        <w:t>elle avait traité de chimères les soupçons du baron</w:t>
      </w:r>
      <w:r w:rsidR="00B77E03">
        <w:t xml:space="preserve">, </w:t>
      </w:r>
      <w:r w:rsidRPr="002813C1">
        <w:t xml:space="preserve">et elle avait défendu </w:t>
      </w:r>
      <w:proofErr w:type="spellStart"/>
      <w:r w:rsidRPr="002813C1">
        <w:t>Coralth</w:t>
      </w:r>
      <w:proofErr w:type="spellEnd"/>
      <w:r w:rsidRPr="002813C1">
        <w:t xml:space="preserve"> avec une telle véhémence</w:t>
      </w:r>
      <w:r w:rsidR="00B77E03">
        <w:t xml:space="preserve">, </w:t>
      </w:r>
      <w:r w:rsidRPr="002813C1">
        <w:t>que le baron</w:t>
      </w:r>
      <w:r w:rsidR="00B77E03">
        <w:t xml:space="preserve">, </w:t>
      </w:r>
      <w:r w:rsidRPr="002813C1">
        <w:t>le seul ami qu</w:t>
      </w:r>
      <w:r w:rsidR="00B77E03">
        <w:t>’</w:t>
      </w:r>
      <w:r w:rsidRPr="002813C1">
        <w:t>elle eût</w:t>
      </w:r>
      <w:r w:rsidR="00B77E03">
        <w:t xml:space="preserve">, </w:t>
      </w:r>
      <w:r w:rsidRPr="002813C1">
        <w:t>s</w:t>
      </w:r>
      <w:r w:rsidR="00B77E03">
        <w:t>’</w:t>
      </w:r>
      <w:r w:rsidRPr="002813C1">
        <w:t>était retiré blessé et indigné</w:t>
      </w:r>
      <w:r w:rsidR="00B77E03">
        <w:t>…</w:t>
      </w:r>
    </w:p>
    <w:p w14:paraId="48179941" w14:textId="77777777" w:rsidR="00B77E03" w:rsidRDefault="0024252B" w:rsidP="00B77E03">
      <w:r w:rsidRPr="002813C1">
        <w:t>Mon Dieu</w:t>
      </w:r>
      <w:r w:rsidR="00B77E03">
        <w:t xml:space="preserve"> !… </w:t>
      </w:r>
      <w:r w:rsidRPr="002813C1">
        <w:t>que n</w:t>
      </w:r>
      <w:r w:rsidR="00B77E03">
        <w:t>’</w:t>
      </w:r>
      <w:r w:rsidRPr="002813C1">
        <w:t>était-il là pour la conseiller</w:t>
      </w:r>
      <w:r w:rsidR="00B77E03">
        <w:t xml:space="preserve">… </w:t>
      </w:r>
      <w:r w:rsidRPr="002813C1">
        <w:t>Au milieu de l</w:t>
      </w:r>
      <w:r w:rsidR="00B77E03">
        <w:t>’</w:t>
      </w:r>
      <w:r w:rsidRPr="002813C1">
        <w:t>étrange complication des événements</w:t>
      </w:r>
      <w:r w:rsidR="00B77E03">
        <w:t xml:space="preserve">, </w:t>
      </w:r>
      <w:r w:rsidRPr="002813C1">
        <w:t>sa tête se perdait</w:t>
      </w:r>
      <w:r w:rsidR="00B77E03">
        <w:t xml:space="preserve">, </w:t>
      </w:r>
      <w:r w:rsidRPr="002813C1">
        <w:t>elle se sentait prise du vertige</w:t>
      </w:r>
      <w:r w:rsidR="00B77E03">
        <w:t xml:space="preserve"> ; </w:t>
      </w:r>
      <w:r w:rsidRPr="002813C1">
        <w:t>elle n</w:t>
      </w:r>
      <w:r w:rsidR="00B77E03">
        <w:t>’</w:t>
      </w:r>
      <w:r w:rsidRPr="002813C1">
        <w:t>y voyait plus clair</w:t>
      </w:r>
      <w:r w:rsidR="00B77E03">
        <w:t>…</w:t>
      </w:r>
    </w:p>
    <w:p w14:paraId="79533A28" w14:textId="77777777" w:rsidR="00B77E03" w:rsidRDefault="0024252B" w:rsidP="00B77E03">
      <w:r w:rsidRPr="002813C1">
        <w:t>Et pourtant</w:t>
      </w:r>
      <w:r w:rsidR="00B77E03">
        <w:t xml:space="preserve">, </w:t>
      </w:r>
      <w:r w:rsidRPr="002813C1">
        <w:t>en dépit de son trouble</w:t>
      </w:r>
      <w:r w:rsidR="00B77E03">
        <w:t xml:space="preserve">, </w:t>
      </w:r>
      <w:r w:rsidRPr="002813C1">
        <w:t>elle comprenait qu</w:t>
      </w:r>
      <w:r w:rsidR="00B77E03">
        <w:t>’</w:t>
      </w:r>
      <w:r w:rsidRPr="002813C1">
        <w:t>il fallait agir</w:t>
      </w:r>
      <w:r w:rsidR="00B77E03">
        <w:t xml:space="preserve">, </w:t>
      </w:r>
      <w:r w:rsidRPr="002813C1">
        <w:t>décider quelque chose</w:t>
      </w:r>
      <w:r w:rsidR="00B77E03">
        <w:t xml:space="preserve">, </w:t>
      </w:r>
      <w:r w:rsidRPr="002813C1">
        <w:t>prendre un parti</w:t>
      </w:r>
      <w:r w:rsidR="00B77E03">
        <w:t xml:space="preserve">, </w:t>
      </w:r>
      <w:r w:rsidRPr="002813C1">
        <w:t>si désespéré qu</w:t>
      </w:r>
      <w:r w:rsidR="00B77E03">
        <w:t>’</w:t>
      </w:r>
      <w:r w:rsidRPr="002813C1">
        <w:t>il pût être</w:t>
      </w:r>
      <w:r w:rsidR="00B77E03">
        <w:t>.</w:t>
      </w:r>
    </w:p>
    <w:p w14:paraId="3A86A9B8" w14:textId="5C5248C6" w:rsidR="00B77E03" w:rsidRDefault="0024252B" w:rsidP="00B77E03">
      <w:r w:rsidRPr="002813C1">
        <w:t>Pouvait-elle tolérer que l</w:t>
      </w:r>
      <w:r w:rsidR="00B77E03">
        <w:t>’</w:t>
      </w:r>
      <w:r w:rsidRPr="002813C1">
        <w:t xml:space="preserve">homme préféré par </w:t>
      </w:r>
      <w:r w:rsidR="00B77E03">
        <w:t>M</w:t>
      </w:r>
      <w:r w:rsidR="00B77E03" w:rsidRPr="00B77E03">
        <w:rPr>
          <w:vertAlign w:val="superscript"/>
        </w:rPr>
        <w:t>lle</w:t>
      </w:r>
      <w:r w:rsidR="00B77E03">
        <w:t> </w:t>
      </w:r>
      <w:r w:rsidRPr="002813C1">
        <w:t>Marguerite</w:t>
      </w:r>
      <w:r w:rsidR="00B77E03">
        <w:t xml:space="preserve">, </w:t>
      </w:r>
      <w:r w:rsidRPr="002813C1">
        <w:t>la fille de son frère</w:t>
      </w:r>
      <w:r w:rsidR="00B77E03">
        <w:t xml:space="preserve">, </w:t>
      </w:r>
      <w:r w:rsidRPr="002813C1">
        <w:t>sa nièce par le sang sinon par la loi</w:t>
      </w:r>
      <w:r w:rsidR="00B77E03">
        <w:t xml:space="preserve">, </w:t>
      </w:r>
      <w:r w:rsidRPr="002813C1">
        <w:t xml:space="preserve">que Pascal </w:t>
      </w:r>
      <w:proofErr w:type="spellStart"/>
      <w:r w:rsidRPr="002813C1">
        <w:t>Férailleur</w:t>
      </w:r>
      <w:proofErr w:type="spellEnd"/>
      <w:r w:rsidRPr="002813C1">
        <w:t xml:space="preserve"> fût sacrifié</w:t>
      </w:r>
      <w:r w:rsidR="00B77E03">
        <w:t xml:space="preserve">, </w:t>
      </w:r>
      <w:r w:rsidRPr="002813C1">
        <w:t>égorgé</w:t>
      </w:r>
      <w:r w:rsidR="00B77E03">
        <w:t xml:space="preserve">, </w:t>
      </w:r>
      <w:r w:rsidRPr="002813C1">
        <w:t xml:space="preserve">perdu par </w:t>
      </w:r>
      <w:r w:rsidR="00B77E03">
        <w:t>M. de </w:t>
      </w:r>
      <w:proofErr w:type="spellStart"/>
      <w:r w:rsidRPr="002813C1">
        <w:t>Coralth</w:t>
      </w:r>
      <w:proofErr w:type="spellEnd"/>
      <w:r w:rsidR="00B77E03">
        <w:t xml:space="preserve">, </w:t>
      </w:r>
      <w:r w:rsidRPr="002813C1">
        <w:t>un misérable</w:t>
      </w:r>
      <w:r w:rsidR="00B77E03">
        <w:t xml:space="preserve">, </w:t>
      </w:r>
      <w:r w:rsidRPr="002813C1">
        <w:t xml:space="preserve">au profit du marquis de </w:t>
      </w:r>
      <w:proofErr w:type="spellStart"/>
      <w:r w:rsidRPr="002813C1">
        <w:t>Valorsay</w:t>
      </w:r>
      <w:proofErr w:type="spellEnd"/>
      <w:r w:rsidR="00B77E03">
        <w:t> ?</w:t>
      </w:r>
    </w:p>
    <w:p w14:paraId="6F46CDC5" w14:textId="2C0020DB" w:rsidR="00B77E03" w:rsidRDefault="0024252B" w:rsidP="00B77E03">
      <w:r w:rsidRPr="002813C1">
        <w:t>Lui était-il permis d</w:t>
      </w:r>
      <w:r w:rsidR="00B77E03">
        <w:t>’</w:t>
      </w:r>
      <w:r w:rsidRPr="002813C1">
        <w:t xml:space="preserve">endurer que </w:t>
      </w:r>
      <w:r w:rsidR="00B77E03">
        <w:t>M</w:t>
      </w:r>
      <w:r w:rsidR="00B77E03" w:rsidRPr="00B77E03">
        <w:rPr>
          <w:vertAlign w:val="superscript"/>
        </w:rPr>
        <w:t>lle</w:t>
      </w:r>
      <w:r w:rsidR="00B77E03">
        <w:t> </w:t>
      </w:r>
      <w:r w:rsidRPr="002813C1">
        <w:t>Marguerite devint contre son gré et contre son cœur la femme du marquis</w:t>
      </w:r>
      <w:r w:rsidR="00B77E03">
        <w:t> ?…</w:t>
      </w:r>
    </w:p>
    <w:p w14:paraId="5C316C97" w14:textId="77777777" w:rsidR="00B77E03" w:rsidRDefault="0024252B" w:rsidP="00B77E03">
      <w:r w:rsidRPr="002813C1">
        <w:t>Plus son frère avait été pour elle dur et impitoyable</w:t>
      </w:r>
      <w:r w:rsidR="00B77E03">
        <w:t xml:space="preserve">, </w:t>
      </w:r>
      <w:r w:rsidRPr="002813C1">
        <w:t>plus c</w:t>
      </w:r>
      <w:r w:rsidR="00B77E03">
        <w:t>’</w:t>
      </w:r>
      <w:r w:rsidRPr="002813C1">
        <w:t>était</w:t>
      </w:r>
      <w:r w:rsidR="00B77E03">
        <w:t xml:space="preserve">, </w:t>
      </w:r>
      <w:r w:rsidRPr="002813C1">
        <w:t>lui semblait-il</w:t>
      </w:r>
      <w:r w:rsidR="00B77E03">
        <w:t xml:space="preserve">, </w:t>
      </w:r>
      <w:r w:rsidRPr="002813C1">
        <w:t>un devoir de protéger Marguerite</w:t>
      </w:r>
      <w:r w:rsidR="00B77E03">
        <w:t xml:space="preserve">, </w:t>
      </w:r>
      <w:r w:rsidRPr="002813C1">
        <w:t>de la sauver</w:t>
      </w:r>
      <w:r w:rsidR="00B77E03">
        <w:t>…</w:t>
      </w:r>
    </w:p>
    <w:p w14:paraId="31E99738" w14:textId="77777777" w:rsidR="00B77E03" w:rsidRDefault="0024252B" w:rsidP="00B77E03">
      <w:r w:rsidRPr="002813C1">
        <w:t>Elle ne savait que trop ce que deviennent les femmes abandonnées</w:t>
      </w:r>
      <w:r w:rsidR="00B77E03">
        <w:t xml:space="preserve">… </w:t>
      </w:r>
      <w:r w:rsidRPr="002813C1">
        <w:t>Laisserait-elle Marguerite rouler au fond de l</w:t>
      </w:r>
      <w:r w:rsidR="00B77E03">
        <w:t>’</w:t>
      </w:r>
      <w:r w:rsidRPr="002813C1">
        <w:t>abîme où elle-même se débattait</w:t>
      </w:r>
      <w:r w:rsidR="00B77E03">
        <w:t> ?…</w:t>
      </w:r>
    </w:p>
    <w:p w14:paraId="67CDA724" w14:textId="7E66BC09" w:rsidR="00B77E03" w:rsidRDefault="0024252B" w:rsidP="00B77E03">
      <w:r w:rsidRPr="002813C1">
        <w:t>Mais telle était l</w:t>
      </w:r>
      <w:r w:rsidR="00B77E03">
        <w:t>’</w:t>
      </w:r>
      <w:r w:rsidRPr="002813C1">
        <w:t xml:space="preserve">inexorable fatalité qui pesait sur </w:t>
      </w:r>
      <w:r w:rsidR="00B77E03">
        <w:t>M</w:t>
      </w:r>
      <w:r w:rsidR="00B77E03" w:rsidRPr="00B77E03">
        <w:rPr>
          <w:vertAlign w:val="superscript"/>
        </w:rPr>
        <w:t>me</w:t>
      </w:r>
      <w:r w:rsidR="00B77E03">
        <w:t> </w:t>
      </w:r>
      <w:r w:rsidRPr="002813C1">
        <w:t>d</w:t>
      </w:r>
      <w:r w:rsidR="00B77E03">
        <w:t>’</w:t>
      </w:r>
      <w:r w:rsidRPr="002813C1">
        <w:t>Argelès</w:t>
      </w:r>
      <w:r w:rsidR="00B77E03">
        <w:t xml:space="preserve">, </w:t>
      </w:r>
      <w:r w:rsidRPr="002813C1">
        <w:t>qu</w:t>
      </w:r>
      <w:r w:rsidR="00B77E03">
        <w:t>’</w:t>
      </w:r>
      <w:r w:rsidRPr="002813C1">
        <w:t>elle ne pouvait essayer de secourir Pascal et Marguerite sans se perdre sûrement elle-même</w:t>
      </w:r>
      <w:r w:rsidR="00B77E03">
        <w:t>.</w:t>
      </w:r>
    </w:p>
    <w:p w14:paraId="14D02226" w14:textId="77777777" w:rsidR="00B77E03" w:rsidRDefault="0024252B" w:rsidP="00B77E03">
      <w:r w:rsidRPr="002813C1">
        <w:t>Et encore</w:t>
      </w:r>
      <w:r w:rsidR="00B77E03">
        <w:t xml:space="preserve">, </w:t>
      </w:r>
      <w:r w:rsidRPr="002813C1">
        <w:t>les sauverait-elle</w:t>
      </w:r>
      <w:r w:rsidR="00B77E03">
        <w:t xml:space="preserve">, </w:t>
      </w:r>
      <w:r w:rsidRPr="002813C1">
        <w:t>en bravant pour eux un malheur qui lui paraissait mille fois pire que la mort</w:t>
      </w:r>
      <w:r w:rsidR="00B77E03">
        <w:t> !…</w:t>
      </w:r>
    </w:p>
    <w:p w14:paraId="0AE437D9" w14:textId="77777777" w:rsidR="00B77E03" w:rsidRDefault="0024252B" w:rsidP="00B77E03">
      <w:r w:rsidRPr="002813C1">
        <w:lastRenderedPageBreak/>
        <w:t>La croirait-on</w:t>
      </w:r>
      <w:r w:rsidR="00B77E03">
        <w:t xml:space="preserve">, </w:t>
      </w:r>
      <w:r w:rsidRPr="002813C1">
        <w:t xml:space="preserve">quand elle dénoncerait le crime du vicomte de </w:t>
      </w:r>
      <w:proofErr w:type="spellStart"/>
      <w:r w:rsidRPr="002813C1">
        <w:t>Coralth</w:t>
      </w:r>
      <w:proofErr w:type="spellEnd"/>
      <w:r w:rsidRPr="002813C1">
        <w:t xml:space="preserve"> et du marquis de </w:t>
      </w:r>
      <w:proofErr w:type="spellStart"/>
      <w:r w:rsidRPr="002813C1">
        <w:t>Valorsay</w:t>
      </w:r>
      <w:proofErr w:type="spellEnd"/>
      <w:r w:rsidR="00B77E03">
        <w:t xml:space="preserve"> ? </w:t>
      </w:r>
      <w:r w:rsidRPr="002813C1">
        <w:t>Est-ce qu</w:t>
      </w:r>
      <w:r w:rsidR="00B77E03">
        <w:t>’</w:t>
      </w:r>
      <w:r w:rsidRPr="002813C1">
        <w:t>on ferait seulement attention aux accusations d</w:t>
      </w:r>
      <w:r w:rsidR="00B77E03">
        <w:t>’</w:t>
      </w:r>
      <w:r w:rsidRPr="002813C1">
        <w:t>une femme comme elle</w:t>
      </w:r>
      <w:r w:rsidR="00B77E03">
        <w:t xml:space="preserve"> ?… </w:t>
      </w:r>
      <w:r w:rsidRPr="002813C1">
        <w:t xml:space="preserve">Peut-être atteindrait-elle </w:t>
      </w:r>
      <w:proofErr w:type="spellStart"/>
      <w:r w:rsidRPr="002813C1">
        <w:t>Coralth</w:t>
      </w:r>
      <w:proofErr w:type="spellEnd"/>
      <w:r w:rsidR="00B77E03">
        <w:t xml:space="preserve">, </w:t>
      </w:r>
      <w:r w:rsidRPr="002813C1">
        <w:t>n</w:t>
      </w:r>
      <w:r w:rsidR="00B77E03">
        <w:t>’</w:t>
      </w:r>
      <w:r w:rsidRPr="002813C1">
        <w:t>ayant pour le démasquer qu</w:t>
      </w:r>
      <w:r w:rsidR="00B77E03">
        <w:t>’</w:t>
      </w:r>
      <w:r w:rsidRPr="002813C1">
        <w:t xml:space="preserve">un nom à prononcer et un numéro de la </w:t>
      </w:r>
      <w:r w:rsidRPr="002813C1">
        <w:rPr>
          <w:i/>
          <w:szCs w:val="32"/>
        </w:rPr>
        <w:t>Gazette des Tribunaux</w:t>
      </w:r>
      <w:r w:rsidRPr="002813C1">
        <w:t xml:space="preserve"> à montrer</w:t>
      </w:r>
      <w:r w:rsidR="00B77E03">
        <w:t xml:space="preserve">… </w:t>
      </w:r>
      <w:r w:rsidRPr="002813C1">
        <w:t xml:space="preserve">Mais </w:t>
      </w:r>
      <w:proofErr w:type="spellStart"/>
      <w:r w:rsidRPr="002813C1">
        <w:t>Valorsay</w:t>
      </w:r>
      <w:proofErr w:type="spellEnd"/>
      <w:r w:rsidR="00B77E03">
        <w:t xml:space="preserve"> !… </w:t>
      </w:r>
      <w:r w:rsidRPr="002813C1">
        <w:t>N</w:t>
      </w:r>
      <w:r w:rsidR="00B77E03">
        <w:t>’</w:t>
      </w:r>
      <w:r w:rsidRPr="002813C1">
        <w:t>était-il pas au-dessus de ses coups par son nom</w:t>
      </w:r>
      <w:r w:rsidR="00B77E03">
        <w:t xml:space="preserve">, </w:t>
      </w:r>
      <w:r w:rsidRPr="002813C1">
        <w:t>par sa fortune</w:t>
      </w:r>
      <w:r w:rsidR="00B77E03">
        <w:t xml:space="preserve">, </w:t>
      </w:r>
      <w:r w:rsidRPr="002813C1">
        <w:t>par son passé intact</w:t>
      </w:r>
      <w:r w:rsidR="00B77E03">
        <w:t xml:space="preserve"> !… </w:t>
      </w:r>
      <w:r w:rsidRPr="002813C1">
        <w:t>Et c</w:t>
      </w:r>
      <w:r w:rsidR="00B77E03">
        <w:t>’</w:t>
      </w:r>
      <w:r w:rsidRPr="002813C1">
        <w:t>était lui</w:t>
      </w:r>
      <w:r w:rsidR="00B77E03">
        <w:t xml:space="preserve">, </w:t>
      </w:r>
      <w:r w:rsidRPr="002813C1">
        <w:t>cependant</w:t>
      </w:r>
      <w:r w:rsidR="00B77E03">
        <w:t xml:space="preserve">, </w:t>
      </w:r>
      <w:r w:rsidRPr="002813C1">
        <w:t>qui était le plus coupable</w:t>
      </w:r>
      <w:r w:rsidR="00B77E03">
        <w:t xml:space="preserve">, </w:t>
      </w:r>
      <w:r w:rsidRPr="002813C1">
        <w:t>ayant été la tête qui conçoit si l</w:t>
      </w:r>
      <w:r w:rsidR="00B77E03">
        <w:t>’</w:t>
      </w:r>
      <w:r w:rsidRPr="002813C1">
        <w:t>autre avait été le bras qui exécute</w:t>
      </w:r>
      <w:r w:rsidR="00B77E03">
        <w:t xml:space="preserve"> ; </w:t>
      </w:r>
      <w:r w:rsidRPr="002813C1">
        <w:t>c</w:t>
      </w:r>
      <w:r w:rsidR="00B77E03">
        <w:t>’</w:t>
      </w:r>
      <w:r w:rsidRPr="002813C1">
        <w:t>était lui qu</w:t>
      </w:r>
      <w:r w:rsidR="00B77E03">
        <w:t>’</w:t>
      </w:r>
      <w:r w:rsidRPr="002813C1">
        <w:t>il importait surtout de frapper</w:t>
      </w:r>
      <w:r w:rsidR="00B77E03">
        <w:t>.</w:t>
      </w:r>
    </w:p>
    <w:p w14:paraId="44B422F5" w14:textId="77777777" w:rsidR="00B77E03" w:rsidRDefault="0024252B" w:rsidP="00B77E03">
      <w:r w:rsidRPr="002813C1">
        <w:t>Vainement</w:t>
      </w:r>
      <w:r w:rsidR="00B77E03">
        <w:t xml:space="preserve">, </w:t>
      </w:r>
      <w:r w:rsidRPr="002813C1">
        <w:t>dans sa détresse</w:t>
      </w:r>
      <w:r w:rsidR="00B77E03">
        <w:t xml:space="preserve">, </w:t>
      </w:r>
      <w:r w:rsidRPr="002813C1">
        <w:t>la pauvre femme s</w:t>
      </w:r>
      <w:r w:rsidR="00B77E03">
        <w:t>’</w:t>
      </w:r>
      <w:r w:rsidRPr="002813C1">
        <w:t>efforçait d</w:t>
      </w:r>
      <w:r w:rsidR="00B77E03">
        <w:t>’</w:t>
      </w:r>
      <w:r w:rsidRPr="002813C1">
        <w:t>étudier sa situation</w:t>
      </w:r>
      <w:r w:rsidR="00B77E03">
        <w:t xml:space="preserve">, </w:t>
      </w:r>
      <w:r w:rsidRPr="002813C1">
        <w:t>elle n</w:t>
      </w:r>
      <w:r w:rsidR="00B77E03">
        <w:t>’</w:t>
      </w:r>
      <w:r w:rsidRPr="002813C1">
        <w:t>y découvrait aucune issue</w:t>
      </w:r>
      <w:r w:rsidR="00B77E03">
        <w:t xml:space="preserve">… </w:t>
      </w:r>
      <w:r w:rsidRPr="002813C1">
        <w:t>C</w:t>
      </w:r>
      <w:r w:rsidR="00B77E03">
        <w:t>’</w:t>
      </w:r>
      <w:r w:rsidRPr="002813C1">
        <w:t>était comme un cercle de fer qui</w:t>
      </w:r>
      <w:r w:rsidR="00B77E03">
        <w:t xml:space="preserve">, </w:t>
      </w:r>
      <w:r w:rsidRPr="002813C1">
        <w:t>de plus en plus</w:t>
      </w:r>
      <w:r w:rsidR="00B77E03">
        <w:t xml:space="preserve">, </w:t>
      </w:r>
      <w:r w:rsidRPr="002813C1">
        <w:t>se resserrait autour d</w:t>
      </w:r>
      <w:r w:rsidR="00B77E03">
        <w:t>’</w:t>
      </w:r>
      <w:r w:rsidRPr="002813C1">
        <w:t>elle</w:t>
      </w:r>
      <w:r w:rsidR="00B77E03">
        <w:t xml:space="preserve">… </w:t>
      </w:r>
      <w:r w:rsidRPr="002813C1">
        <w:t>Ce qu</w:t>
      </w:r>
      <w:r w:rsidR="00B77E03">
        <w:t>’</w:t>
      </w:r>
      <w:r w:rsidRPr="002813C1">
        <w:t>elle apercevait de tous côtés</w:t>
      </w:r>
      <w:r w:rsidR="00B77E03">
        <w:t xml:space="preserve">, </w:t>
      </w:r>
      <w:r w:rsidRPr="002813C1">
        <w:t>c</w:t>
      </w:r>
      <w:r w:rsidR="00B77E03">
        <w:t>’</w:t>
      </w:r>
      <w:r w:rsidRPr="002813C1">
        <w:t>était le mépris</w:t>
      </w:r>
      <w:r w:rsidR="00B77E03">
        <w:t xml:space="preserve">, </w:t>
      </w:r>
      <w:r w:rsidRPr="002813C1">
        <w:t>le désespoir</w:t>
      </w:r>
      <w:r w:rsidR="00B77E03">
        <w:t xml:space="preserve">, </w:t>
      </w:r>
      <w:r w:rsidRPr="002813C1">
        <w:t>la honte</w:t>
      </w:r>
      <w:r w:rsidR="00B77E03">
        <w:t> !…</w:t>
      </w:r>
    </w:p>
    <w:p w14:paraId="223FC75A" w14:textId="77777777" w:rsidR="00B77E03" w:rsidRDefault="0024252B" w:rsidP="00B77E03">
      <w:r w:rsidRPr="002813C1">
        <w:t>Perdue de douleur et d</w:t>
      </w:r>
      <w:r w:rsidR="00B77E03">
        <w:t>’</w:t>
      </w:r>
      <w:r w:rsidRPr="002813C1">
        <w:t>épouvante</w:t>
      </w:r>
      <w:r w:rsidR="00B77E03">
        <w:t xml:space="preserve">, </w:t>
      </w:r>
      <w:r w:rsidRPr="002813C1">
        <w:t>elle oubliait jusqu</w:t>
      </w:r>
      <w:r w:rsidR="00B77E03">
        <w:t>’</w:t>
      </w:r>
      <w:r w:rsidRPr="002813C1">
        <w:t>au temps qui s</w:t>
      </w:r>
      <w:r w:rsidR="00B77E03">
        <w:t>’</w:t>
      </w:r>
      <w:r w:rsidRPr="002813C1">
        <w:t>écoulait</w:t>
      </w:r>
      <w:r w:rsidR="00B77E03">
        <w:t xml:space="preserve">, </w:t>
      </w:r>
      <w:r w:rsidRPr="002813C1">
        <w:t>quand le roulement d</w:t>
      </w:r>
      <w:r w:rsidR="00B77E03">
        <w:t>’</w:t>
      </w:r>
      <w:r w:rsidRPr="002813C1">
        <w:t>une voiture dans la cour la fit tressaillir</w:t>
      </w:r>
      <w:r w:rsidR="00B77E03">
        <w:t>.</w:t>
      </w:r>
    </w:p>
    <w:p w14:paraId="4D303091" w14:textId="77777777" w:rsidR="00B77E03" w:rsidRDefault="00B77E03" w:rsidP="00B77E03">
      <w:r>
        <w:t>— </w:t>
      </w:r>
      <w:r w:rsidR="0024252B" w:rsidRPr="002813C1">
        <w:t>C</w:t>
      </w:r>
      <w:r>
        <w:t>’</w:t>
      </w:r>
      <w:r w:rsidR="0024252B" w:rsidRPr="002813C1">
        <w:t>est Jobin</w:t>
      </w:r>
      <w:r>
        <w:t xml:space="preserve">, </w:t>
      </w:r>
      <w:r w:rsidR="0024252B" w:rsidRPr="002813C1">
        <w:t>se dit-elle</w:t>
      </w:r>
      <w:r>
        <w:t xml:space="preserve">… </w:t>
      </w:r>
      <w:r w:rsidR="0024252B" w:rsidRPr="002813C1">
        <w:t>il ramène le baron</w:t>
      </w:r>
      <w:r>
        <w:t>…</w:t>
      </w:r>
    </w:p>
    <w:p w14:paraId="15222252" w14:textId="77777777" w:rsidR="00B77E03" w:rsidRDefault="0024252B" w:rsidP="00B77E03">
      <w:r w:rsidRPr="002813C1">
        <w:t>Hélas</w:t>
      </w:r>
      <w:r w:rsidR="00B77E03">
        <w:t xml:space="preserve"> ! </w:t>
      </w:r>
      <w:r w:rsidRPr="002813C1">
        <w:t>non</w:t>
      </w:r>
      <w:r w:rsidR="00B77E03">
        <w:t xml:space="preserve">… </w:t>
      </w:r>
      <w:r w:rsidRPr="002813C1">
        <w:t>Jobin revenait seul</w:t>
      </w:r>
      <w:r w:rsidR="00B77E03">
        <w:t>.</w:t>
      </w:r>
    </w:p>
    <w:p w14:paraId="52A251BC" w14:textId="77777777" w:rsidR="00B77E03" w:rsidRDefault="00B77E03" w:rsidP="00B77E03">
      <w:r>
        <w:t>— </w:t>
      </w:r>
      <w:r w:rsidR="0024252B" w:rsidRPr="002813C1">
        <w:t>Personne</w:t>
      </w:r>
      <w:r>
        <w:t xml:space="preserve"> !… </w:t>
      </w:r>
      <w:r w:rsidR="0024252B" w:rsidRPr="002813C1">
        <w:t>prononça-t-il d</w:t>
      </w:r>
      <w:r>
        <w:t>’</w:t>
      </w:r>
      <w:r w:rsidR="0024252B" w:rsidRPr="002813C1">
        <w:t>un ton découragé</w:t>
      </w:r>
      <w:r>
        <w:t>.</w:t>
      </w:r>
    </w:p>
    <w:p w14:paraId="37F3422E" w14:textId="77777777" w:rsidR="00B77E03" w:rsidRDefault="0024252B" w:rsidP="00B77E03">
      <w:r w:rsidRPr="002813C1">
        <w:t>Et cependant le brave domestique n</w:t>
      </w:r>
      <w:r w:rsidR="00B77E03">
        <w:t>’</w:t>
      </w:r>
      <w:r w:rsidRPr="002813C1">
        <w:t>avait ménagé ni ses peines ni les chevaux de sa maîtresse</w:t>
      </w:r>
      <w:r w:rsidR="00B77E03">
        <w:t xml:space="preserve">. </w:t>
      </w:r>
      <w:r w:rsidRPr="002813C1">
        <w:t>Partout où il y avait une chance</w:t>
      </w:r>
      <w:r w:rsidR="00B77E03">
        <w:t xml:space="preserve">, </w:t>
      </w:r>
      <w:r w:rsidRPr="002813C1">
        <w:t>si faible qu</w:t>
      </w:r>
      <w:r w:rsidR="00B77E03">
        <w:t>’</w:t>
      </w:r>
      <w:r w:rsidRPr="002813C1">
        <w:t>elle fût</w:t>
      </w:r>
      <w:r w:rsidR="00B77E03">
        <w:t xml:space="preserve">, </w:t>
      </w:r>
      <w:r w:rsidRPr="002813C1">
        <w:t>de rencontrer le baron</w:t>
      </w:r>
      <w:r w:rsidR="00B77E03">
        <w:t xml:space="preserve">, </w:t>
      </w:r>
      <w:r w:rsidRPr="002813C1">
        <w:t>il s</w:t>
      </w:r>
      <w:r w:rsidR="00B77E03">
        <w:t>’</w:t>
      </w:r>
      <w:r w:rsidRPr="002813C1">
        <w:t>était présenté</w:t>
      </w:r>
      <w:r w:rsidR="00B77E03">
        <w:t xml:space="preserve"> ; </w:t>
      </w:r>
      <w:r w:rsidRPr="002813C1">
        <w:t>partout on lui avait répondu qu</w:t>
      </w:r>
      <w:r w:rsidR="00B77E03">
        <w:t>’</w:t>
      </w:r>
      <w:r w:rsidRPr="002813C1">
        <w:t>on ne l</w:t>
      </w:r>
      <w:r w:rsidR="00B77E03">
        <w:t>’</w:t>
      </w:r>
      <w:r w:rsidRPr="002813C1">
        <w:t>avait pas vu depuis plusieurs jours</w:t>
      </w:r>
      <w:r w:rsidR="00B77E03">
        <w:t>.</w:t>
      </w:r>
    </w:p>
    <w:p w14:paraId="1F9D348A" w14:textId="66AF2831" w:rsidR="00B77E03" w:rsidRDefault="00B77E03" w:rsidP="00B77E03">
      <w:r>
        <w:t>— </w:t>
      </w:r>
      <w:r w:rsidR="0024252B" w:rsidRPr="002813C1">
        <w:t>En ce cas</w:t>
      </w:r>
      <w:r>
        <w:t xml:space="preserve">, </w:t>
      </w:r>
      <w:r w:rsidR="0024252B" w:rsidRPr="002813C1">
        <w:t xml:space="preserve">dit </w:t>
      </w:r>
      <w:r>
        <w:t>M</w:t>
      </w:r>
      <w:r w:rsidRPr="00B77E03">
        <w:rPr>
          <w:vertAlign w:val="superscript"/>
        </w:rPr>
        <w:t>me</w:t>
      </w:r>
      <w:r>
        <w:t> </w:t>
      </w:r>
      <w:r w:rsidR="0024252B" w:rsidRPr="002813C1">
        <w:t>d</w:t>
      </w:r>
      <w:r>
        <w:t>’</w:t>
      </w:r>
      <w:r w:rsidR="0024252B" w:rsidRPr="002813C1">
        <w:t>Argelès</w:t>
      </w:r>
      <w:r>
        <w:t xml:space="preserve">, </w:t>
      </w:r>
      <w:r w:rsidR="0024252B" w:rsidRPr="002813C1">
        <w:t>il faut courir jusque chez lui</w:t>
      </w:r>
      <w:r>
        <w:t xml:space="preserve">, </w:t>
      </w:r>
      <w:r w:rsidR="0024252B" w:rsidRPr="002813C1">
        <w:t xml:space="preserve">rue de la </w:t>
      </w:r>
      <w:proofErr w:type="spellStart"/>
      <w:r w:rsidR="0024252B" w:rsidRPr="002813C1">
        <w:t>Ville-l</w:t>
      </w:r>
      <w:r>
        <w:t>’</w:t>
      </w:r>
      <w:r w:rsidR="0024252B" w:rsidRPr="002813C1">
        <w:t>Évêque</w:t>
      </w:r>
      <w:proofErr w:type="spellEnd"/>
      <w:r>
        <w:t xml:space="preserve">… </w:t>
      </w:r>
      <w:r w:rsidR="0024252B" w:rsidRPr="002813C1">
        <w:t>il se peut qu</w:t>
      </w:r>
      <w:r>
        <w:t>’</w:t>
      </w:r>
      <w:r w:rsidR="0024252B" w:rsidRPr="002813C1">
        <w:t>il y soit</w:t>
      </w:r>
      <w:r>
        <w:t>.</w:t>
      </w:r>
    </w:p>
    <w:p w14:paraId="1BCF1D11" w14:textId="4D40842E" w:rsidR="00B77E03" w:rsidRDefault="00B77E03" w:rsidP="00B77E03">
      <w:r>
        <w:lastRenderedPageBreak/>
        <w:t>— </w:t>
      </w:r>
      <w:r w:rsidR="0024252B" w:rsidRPr="002813C1">
        <w:t>Madame sait bien qu</w:t>
      </w:r>
      <w:r>
        <w:t>’</w:t>
      </w:r>
      <w:r w:rsidR="0024252B" w:rsidRPr="002813C1">
        <w:t xml:space="preserve">on ne trouve jamais </w:t>
      </w:r>
      <w:r>
        <w:t>M. </w:t>
      </w:r>
      <w:r w:rsidR="0024252B" w:rsidRPr="002813C1">
        <w:t>le baron chez lui</w:t>
      </w:r>
      <w:r>
        <w:t xml:space="preserve">… </w:t>
      </w:r>
      <w:r w:rsidR="0024252B" w:rsidRPr="002813C1">
        <w:t>J</w:t>
      </w:r>
      <w:r>
        <w:t>’</w:t>
      </w:r>
      <w:r w:rsidR="0024252B" w:rsidRPr="002813C1">
        <w:t>y suis allé</w:t>
      </w:r>
      <w:r>
        <w:t xml:space="preserve">, </w:t>
      </w:r>
      <w:r w:rsidR="0024252B" w:rsidRPr="002813C1">
        <w:t>cependant</w:t>
      </w:r>
      <w:r>
        <w:t xml:space="preserve">… </w:t>
      </w:r>
      <w:r w:rsidR="0024252B" w:rsidRPr="002813C1">
        <w:t>inutilement</w:t>
      </w:r>
      <w:r>
        <w:t>.</w:t>
      </w:r>
    </w:p>
    <w:p w14:paraId="152FF369" w14:textId="77777777" w:rsidR="00B77E03" w:rsidRDefault="0024252B" w:rsidP="00B77E03">
      <w:r w:rsidRPr="002813C1">
        <w:t>C</w:t>
      </w:r>
      <w:r w:rsidR="00B77E03">
        <w:t>’</w:t>
      </w:r>
      <w:r w:rsidRPr="002813C1">
        <w:t xml:space="preserve">est que depuis trois jours le baron </w:t>
      </w:r>
      <w:proofErr w:type="spellStart"/>
      <w:r w:rsidRPr="002813C1">
        <w:t>Trigault</w:t>
      </w:r>
      <w:proofErr w:type="spellEnd"/>
      <w:r w:rsidRPr="002813C1">
        <w:t xml:space="preserve"> avait engagé sa fameuse partie avec Kami-Bey</w:t>
      </w:r>
      <w:r w:rsidR="00B77E03">
        <w:t xml:space="preserve">, </w:t>
      </w:r>
      <w:r w:rsidRPr="002813C1">
        <w:t>cet ancien ambassadeur si riche</w:t>
      </w:r>
      <w:r w:rsidR="00B77E03">
        <w:t xml:space="preserve">. </w:t>
      </w:r>
      <w:r w:rsidRPr="002813C1">
        <w:t>Il avait été convenu qu</w:t>
      </w:r>
      <w:r w:rsidR="00B77E03">
        <w:t>’</w:t>
      </w:r>
      <w:r w:rsidRPr="002813C1">
        <w:t>ils joueraient jusqu</w:t>
      </w:r>
      <w:r w:rsidR="00B77E03">
        <w:t>’</w:t>
      </w:r>
      <w:r w:rsidRPr="002813C1">
        <w:t>à ce que l</w:t>
      </w:r>
      <w:r w:rsidR="00B77E03">
        <w:t>’</w:t>
      </w:r>
      <w:r w:rsidRPr="002813C1">
        <w:t>un d</w:t>
      </w:r>
      <w:r w:rsidR="00B77E03">
        <w:t>’</w:t>
      </w:r>
      <w:r w:rsidRPr="002813C1">
        <w:t>eux eût perdu 30</w:t>
      </w:r>
      <w:r w:rsidR="00B77E03" w:rsidRPr="002813C1">
        <w:t>0</w:t>
      </w:r>
      <w:r w:rsidR="00B77E03">
        <w:t>,</w:t>
      </w:r>
      <w:r w:rsidR="00B77E03" w:rsidRPr="002813C1">
        <w:t>0</w:t>
      </w:r>
      <w:r w:rsidRPr="002813C1">
        <w:t>00 francs</w:t>
      </w:r>
      <w:r w:rsidR="00B77E03">
        <w:t xml:space="preserve">, </w:t>
      </w:r>
      <w:r w:rsidRPr="002813C1">
        <w:t>et pour ne pas gaspiller un temps précieux</w:t>
      </w:r>
      <w:r w:rsidR="00B77E03">
        <w:t xml:space="preserve">, </w:t>
      </w:r>
      <w:r w:rsidRPr="002813C1">
        <w:t>ainsi que le disait le baron</w:t>
      </w:r>
      <w:r w:rsidR="00B77E03">
        <w:t xml:space="preserve">, </w:t>
      </w:r>
      <w:r w:rsidRPr="002813C1">
        <w:t>ils ne bougeaient plus</w:t>
      </w:r>
      <w:r w:rsidR="00B77E03">
        <w:t xml:space="preserve">, </w:t>
      </w:r>
      <w:r w:rsidRPr="002813C1">
        <w:t>en quelque sorte</w:t>
      </w:r>
      <w:r w:rsidR="00B77E03">
        <w:t xml:space="preserve">, </w:t>
      </w:r>
      <w:r w:rsidRPr="002813C1">
        <w:t xml:space="preserve">du </w:t>
      </w:r>
      <w:r w:rsidRPr="002813C1">
        <w:rPr>
          <w:i/>
          <w:szCs w:val="32"/>
        </w:rPr>
        <w:t>Grand-Hôtel</w:t>
      </w:r>
      <w:r w:rsidR="00B77E03">
        <w:t xml:space="preserve">, </w:t>
      </w:r>
      <w:r w:rsidRPr="002813C1">
        <w:t>où demeurait Kami-Bey</w:t>
      </w:r>
      <w:r w:rsidR="00B77E03">
        <w:t xml:space="preserve">… </w:t>
      </w:r>
      <w:r w:rsidRPr="002813C1">
        <w:t>ils y mangeaient et ils y dormaient</w:t>
      </w:r>
      <w:r w:rsidR="00B77E03">
        <w:t>.</w:t>
      </w:r>
    </w:p>
    <w:p w14:paraId="046FB2E2" w14:textId="028DD289" w:rsidR="00B77E03" w:rsidRDefault="0024252B" w:rsidP="00B77E03">
      <w:r w:rsidRPr="002813C1">
        <w:t>Même c</w:t>
      </w:r>
      <w:r w:rsidR="00B77E03">
        <w:t>’</w:t>
      </w:r>
      <w:r w:rsidRPr="002813C1">
        <w:t>était miracle</w:t>
      </w:r>
      <w:r w:rsidR="00B77E03">
        <w:t xml:space="preserve">, </w:t>
      </w:r>
      <w:r w:rsidRPr="002813C1">
        <w:t xml:space="preserve">que le bruit de ce duel au billet de banque ne fût pas venu aux oreilles de </w:t>
      </w:r>
      <w:r w:rsidR="00B77E03">
        <w:t>M</w:t>
      </w:r>
      <w:r w:rsidR="00B77E03" w:rsidRPr="00B77E03">
        <w:rPr>
          <w:vertAlign w:val="superscript"/>
        </w:rPr>
        <w:t>me</w:t>
      </w:r>
      <w:r w:rsidR="00B77E03">
        <w:t> </w:t>
      </w:r>
      <w:r w:rsidRPr="002813C1">
        <w:t>d</w:t>
      </w:r>
      <w:r w:rsidR="00B77E03">
        <w:t>’</w:t>
      </w:r>
      <w:r w:rsidRPr="002813C1">
        <w:t>Argelès</w:t>
      </w:r>
      <w:r w:rsidR="00B77E03">
        <w:t xml:space="preserve">… </w:t>
      </w:r>
      <w:r w:rsidRPr="002813C1">
        <w:t>On ne parlait que de cela</w:t>
      </w:r>
      <w:r w:rsidR="00B77E03">
        <w:t xml:space="preserve">, </w:t>
      </w:r>
      <w:r w:rsidRPr="002813C1">
        <w:t>dans les cercles</w:t>
      </w:r>
      <w:r w:rsidR="00B77E03">
        <w:t xml:space="preserve">… </w:t>
      </w:r>
      <w:r w:rsidRPr="002813C1">
        <w:t xml:space="preserve">Le </w:t>
      </w:r>
      <w:r w:rsidRPr="002813C1">
        <w:rPr>
          <w:i/>
          <w:szCs w:val="32"/>
        </w:rPr>
        <w:t>Figaro</w:t>
      </w:r>
      <w:r w:rsidRPr="002813C1">
        <w:t xml:space="preserve"> avait déjà publié une description minutieuse du salon où se jouait la partie</w:t>
      </w:r>
      <w:r w:rsidR="00B77E03">
        <w:t xml:space="preserve">, </w:t>
      </w:r>
      <w:r w:rsidRPr="002813C1">
        <w:t>et chaque soir il donnait les résultats</w:t>
      </w:r>
      <w:r w:rsidR="00B77E03">
        <w:t xml:space="preserve">… </w:t>
      </w:r>
      <w:r w:rsidRPr="002813C1">
        <w:t>Aux dernières nouvelles</w:t>
      </w:r>
      <w:r w:rsidR="00B77E03">
        <w:t xml:space="preserve">, </w:t>
      </w:r>
      <w:r w:rsidRPr="002813C1">
        <w:t>le baron avait l</w:t>
      </w:r>
      <w:r w:rsidR="00B77E03">
        <w:t>’</w:t>
      </w:r>
      <w:r w:rsidRPr="002813C1">
        <w:t>avantage</w:t>
      </w:r>
      <w:r w:rsidR="00B77E03">
        <w:t xml:space="preserve">, </w:t>
      </w:r>
      <w:r w:rsidRPr="002813C1">
        <w:t>il gagnait environ 28</w:t>
      </w:r>
      <w:r w:rsidR="00B77E03" w:rsidRPr="002813C1">
        <w:t>0</w:t>
      </w:r>
      <w:r w:rsidR="00B77E03">
        <w:t>,</w:t>
      </w:r>
      <w:r w:rsidR="00B77E03" w:rsidRPr="002813C1">
        <w:t>0</w:t>
      </w:r>
      <w:r w:rsidRPr="002813C1">
        <w:t>00 francs</w:t>
      </w:r>
      <w:r w:rsidR="00B77E03">
        <w:t>…</w:t>
      </w:r>
    </w:p>
    <w:p w14:paraId="2614DE67" w14:textId="77777777" w:rsidR="00B77E03" w:rsidRDefault="00B77E03" w:rsidP="00B77E03">
      <w:r>
        <w:t>— </w:t>
      </w:r>
      <w:r w:rsidR="0024252B" w:rsidRPr="002813C1">
        <w:t>Si je suis rentré</w:t>
      </w:r>
      <w:r>
        <w:t xml:space="preserve">, </w:t>
      </w:r>
      <w:r w:rsidR="0024252B" w:rsidRPr="002813C1">
        <w:t>reprit Jobin</w:t>
      </w:r>
      <w:r>
        <w:t xml:space="preserve">, </w:t>
      </w:r>
      <w:r w:rsidR="0024252B" w:rsidRPr="002813C1">
        <w:t>c</w:t>
      </w:r>
      <w:r>
        <w:t>’</w:t>
      </w:r>
      <w:r w:rsidR="0024252B" w:rsidRPr="002813C1">
        <w:t>est que je voulais rassurer madame</w:t>
      </w:r>
      <w:r>
        <w:t xml:space="preserve"> ; </w:t>
      </w:r>
      <w:r w:rsidR="0024252B" w:rsidRPr="002813C1">
        <w:t>je vais me remettre en quête</w:t>
      </w:r>
      <w:r>
        <w:t>…</w:t>
      </w:r>
    </w:p>
    <w:p w14:paraId="1592DEA3" w14:textId="2DF68078" w:rsidR="00B77E03" w:rsidRDefault="00B77E03" w:rsidP="00B77E03">
      <w:r>
        <w:t>— </w:t>
      </w:r>
      <w:r w:rsidR="0024252B" w:rsidRPr="002813C1">
        <w:t>C</w:t>
      </w:r>
      <w:r>
        <w:t>’</w:t>
      </w:r>
      <w:r w:rsidR="0024252B" w:rsidRPr="002813C1">
        <w:t>est inutile</w:t>
      </w:r>
      <w:r>
        <w:t xml:space="preserve">, </w:t>
      </w:r>
      <w:r w:rsidR="0024252B" w:rsidRPr="002813C1">
        <w:t xml:space="preserve">répondit </w:t>
      </w:r>
      <w:r>
        <w:t>M</w:t>
      </w:r>
      <w:r w:rsidRPr="00B77E03">
        <w:rPr>
          <w:vertAlign w:val="superscript"/>
        </w:rPr>
        <w:t>me</w:t>
      </w:r>
      <w:r>
        <w:t> </w:t>
      </w:r>
      <w:r w:rsidR="0024252B" w:rsidRPr="002813C1">
        <w:t>d</w:t>
      </w:r>
      <w:r>
        <w:t>’</w:t>
      </w:r>
      <w:r w:rsidR="0024252B" w:rsidRPr="002813C1">
        <w:t>Argelès</w:t>
      </w:r>
      <w:r>
        <w:t xml:space="preserve">, </w:t>
      </w:r>
      <w:r w:rsidR="0024252B" w:rsidRPr="002813C1">
        <w:t>le baron viendra ce soir</w:t>
      </w:r>
      <w:r>
        <w:t xml:space="preserve">, </w:t>
      </w:r>
      <w:r w:rsidR="0024252B" w:rsidRPr="002813C1">
        <w:t>sans aucun doute</w:t>
      </w:r>
      <w:r>
        <w:t xml:space="preserve">… </w:t>
      </w:r>
      <w:r w:rsidR="0024252B" w:rsidRPr="002813C1">
        <w:t>après son dîner</w:t>
      </w:r>
      <w:r>
        <w:t xml:space="preserve">… </w:t>
      </w:r>
      <w:r w:rsidR="0024252B" w:rsidRPr="002813C1">
        <w:t>comme tous les soirs</w:t>
      </w:r>
      <w:r>
        <w:t>…</w:t>
      </w:r>
    </w:p>
    <w:p w14:paraId="7C0A356A" w14:textId="77777777" w:rsidR="00B77E03" w:rsidRDefault="0024252B" w:rsidP="00B77E03">
      <w:r w:rsidRPr="002813C1">
        <w:t>Elle disait cela</w:t>
      </w:r>
      <w:r w:rsidR="00B77E03">
        <w:t xml:space="preserve">, </w:t>
      </w:r>
      <w:r w:rsidRPr="002813C1">
        <w:t>et même elle s</w:t>
      </w:r>
      <w:r w:rsidR="00B77E03">
        <w:t>’</w:t>
      </w:r>
      <w:r w:rsidRPr="002813C1">
        <w:t>efforçait de le croire</w:t>
      </w:r>
      <w:r w:rsidR="00B77E03">
        <w:t xml:space="preserve">, </w:t>
      </w:r>
      <w:r w:rsidRPr="002813C1">
        <w:t>mais la vérité est qu</w:t>
      </w:r>
      <w:r w:rsidR="00B77E03">
        <w:t>’</w:t>
      </w:r>
      <w:r w:rsidRPr="002813C1">
        <w:t>elle n</w:t>
      </w:r>
      <w:r w:rsidR="00B77E03">
        <w:t>’</w:t>
      </w:r>
      <w:r w:rsidRPr="002813C1">
        <w:t>osait pas compter</w:t>
      </w:r>
      <w:r w:rsidR="00B77E03">
        <w:t xml:space="preserve">, </w:t>
      </w:r>
      <w:r w:rsidRPr="002813C1">
        <w:t>qu</w:t>
      </w:r>
      <w:r w:rsidR="00B77E03">
        <w:t>’</w:t>
      </w:r>
      <w:r w:rsidRPr="002813C1">
        <w:t>elle ne comptait pas sur le baron</w:t>
      </w:r>
      <w:r w:rsidR="00B77E03">
        <w:t>…</w:t>
      </w:r>
    </w:p>
    <w:p w14:paraId="37B57F16" w14:textId="77777777" w:rsidR="00B77E03" w:rsidRDefault="00B77E03" w:rsidP="00B77E03">
      <w:r>
        <w:t>— </w:t>
      </w:r>
      <w:r w:rsidR="0024252B" w:rsidRPr="002813C1">
        <w:t>Je l</w:t>
      </w:r>
      <w:r>
        <w:t>’</w:t>
      </w:r>
      <w:r w:rsidR="0024252B" w:rsidRPr="002813C1">
        <w:t>ai blessé</w:t>
      </w:r>
      <w:r>
        <w:t xml:space="preserve">, </w:t>
      </w:r>
      <w:r w:rsidR="0024252B" w:rsidRPr="002813C1">
        <w:t>ce matin</w:t>
      </w:r>
      <w:r>
        <w:t xml:space="preserve">, </w:t>
      </w:r>
      <w:r w:rsidR="0024252B" w:rsidRPr="002813C1">
        <w:t>pensait-elle</w:t>
      </w:r>
      <w:r>
        <w:t xml:space="preserve">. </w:t>
      </w:r>
      <w:r w:rsidR="0024252B" w:rsidRPr="002813C1">
        <w:t>Il est parti fâché comme jamais je ne l</w:t>
      </w:r>
      <w:r>
        <w:t>’</w:t>
      </w:r>
      <w:r w:rsidR="0024252B" w:rsidRPr="002813C1">
        <w:t>avais vu</w:t>
      </w:r>
      <w:r>
        <w:t xml:space="preserve">… </w:t>
      </w:r>
      <w:r w:rsidR="0024252B" w:rsidRPr="002813C1">
        <w:t>il m</w:t>
      </w:r>
      <w:r>
        <w:t>’</w:t>
      </w:r>
      <w:r w:rsidR="0024252B" w:rsidRPr="002813C1">
        <w:t>en veut</w:t>
      </w:r>
      <w:r>
        <w:t xml:space="preserve">, </w:t>
      </w:r>
      <w:r w:rsidR="0024252B" w:rsidRPr="002813C1">
        <w:t>il va me bouder</w:t>
      </w:r>
      <w:r>
        <w:t xml:space="preserve">… </w:t>
      </w:r>
      <w:r w:rsidR="0024252B" w:rsidRPr="002813C1">
        <w:t>qui sait combien de jours je serai sans le voir</w:t>
      </w:r>
      <w:r>
        <w:t> !…</w:t>
      </w:r>
    </w:p>
    <w:p w14:paraId="532AC0C8" w14:textId="77777777" w:rsidR="00B77E03" w:rsidRDefault="0024252B" w:rsidP="00B77E03">
      <w:r w:rsidRPr="002813C1">
        <w:t>Elle l</w:t>
      </w:r>
      <w:r w:rsidR="00B77E03">
        <w:t>’</w:t>
      </w:r>
      <w:r w:rsidRPr="002813C1">
        <w:t>attendit cependant</w:t>
      </w:r>
      <w:r w:rsidR="00B77E03">
        <w:t xml:space="preserve">, </w:t>
      </w:r>
      <w:r w:rsidRPr="002813C1">
        <w:t>consumée de la fièvre de l</w:t>
      </w:r>
      <w:r w:rsidR="00B77E03">
        <w:t>’</w:t>
      </w:r>
      <w:r w:rsidRPr="002813C1">
        <w:t>attente</w:t>
      </w:r>
      <w:r w:rsidR="00B77E03">
        <w:t xml:space="preserve">, </w:t>
      </w:r>
      <w:r w:rsidRPr="002813C1">
        <w:t>attentive à tous les roulements de la rue</w:t>
      </w:r>
      <w:r w:rsidR="00B77E03">
        <w:t xml:space="preserve">, </w:t>
      </w:r>
      <w:r w:rsidRPr="002813C1">
        <w:t>l</w:t>
      </w:r>
      <w:r w:rsidR="00B77E03">
        <w:t>’</w:t>
      </w:r>
      <w:r w:rsidRPr="002813C1">
        <w:t xml:space="preserve">oreille au </w:t>
      </w:r>
      <w:r w:rsidRPr="002813C1">
        <w:lastRenderedPageBreak/>
        <w:t>guet</w:t>
      </w:r>
      <w:r w:rsidR="00B77E03">
        <w:t xml:space="preserve">, </w:t>
      </w:r>
      <w:r w:rsidRPr="002813C1">
        <w:t>tressaillant chaque fois qu</w:t>
      </w:r>
      <w:r w:rsidR="00B77E03">
        <w:t>’</w:t>
      </w:r>
      <w:r w:rsidRPr="002813C1">
        <w:t>il lui semblait qu</w:t>
      </w:r>
      <w:r w:rsidR="00B77E03">
        <w:t>’</w:t>
      </w:r>
      <w:r w:rsidRPr="002813C1">
        <w:t>une voiture s</w:t>
      </w:r>
      <w:r w:rsidR="00B77E03">
        <w:t>’</w:t>
      </w:r>
      <w:r w:rsidRPr="002813C1">
        <w:t>arrêtait devant son hôtel</w:t>
      </w:r>
      <w:r w:rsidR="00B77E03">
        <w:t>…</w:t>
      </w:r>
    </w:p>
    <w:p w14:paraId="73B76673" w14:textId="77777777" w:rsidR="00B77E03" w:rsidRDefault="0024252B" w:rsidP="00B77E03">
      <w:r w:rsidRPr="002813C1">
        <w:t>À deux heures du matin</w:t>
      </w:r>
      <w:r w:rsidR="00B77E03">
        <w:t xml:space="preserve">, </w:t>
      </w:r>
      <w:r w:rsidRPr="002813C1">
        <w:t>le baron n</w:t>
      </w:r>
      <w:r w:rsidR="00B77E03">
        <w:t>’</w:t>
      </w:r>
      <w:r w:rsidRPr="002813C1">
        <w:t>avait pas paru</w:t>
      </w:r>
      <w:r w:rsidR="00B77E03">
        <w:t>.</w:t>
      </w:r>
    </w:p>
    <w:p w14:paraId="4AF56E1C" w14:textId="77777777" w:rsidR="00B77E03" w:rsidRDefault="00B77E03" w:rsidP="00B77E03">
      <w:r>
        <w:t>— </w:t>
      </w:r>
      <w:r w:rsidR="0024252B" w:rsidRPr="002813C1">
        <w:t>Allons</w:t>
      </w:r>
      <w:r>
        <w:t xml:space="preserve">, </w:t>
      </w:r>
      <w:r w:rsidR="0024252B" w:rsidRPr="002813C1">
        <w:t>murmura-t-elle</w:t>
      </w:r>
      <w:r>
        <w:t xml:space="preserve">, </w:t>
      </w:r>
      <w:r w:rsidR="0024252B" w:rsidRPr="002813C1">
        <w:t>c</w:t>
      </w:r>
      <w:r>
        <w:t>’</w:t>
      </w:r>
      <w:r w:rsidR="0024252B" w:rsidRPr="002813C1">
        <w:t>est fini</w:t>
      </w:r>
      <w:r>
        <w:t xml:space="preserve">, </w:t>
      </w:r>
      <w:r w:rsidR="0024252B" w:rsidRPr="002813C1">
        <w:t>il ne viendra pas</w:t>
      </w:r>
      <w:r>
        <w:t> !…</w:t>
      </w:r>
    </w:p>
    <w:p w14:paraId="15C22C58" w14:textId="77777777" w:rsidR="00B77E03" w:rsidRDefault="0024252B" w:rsidP="00B77E03">
      <w:r w:rsidRPr="002813C1">
        <w:t>À cette heure</w:t>
      </w:r>
      <w:r w:rsidR="00B77E03">
        <w:t xml:space="preserve">, </w:t>
      </w:r>
      <w:r w:rsidRPr="002813C1">
        <w:t>cependant</w:t>
      </w:r>
      <w:r w:rsidR="00B77E03">
        <w:t xml:space="preserve">, </w:t>
      </w:r>
      <w:r w:rsidRPr="002813C1">
        <w:t>ses souffrances étaient moins intolérables</w:t>
      </w:r>
      <w:r w:rsidR="00B77E03">
        <w:t xml:space="preserve">… </w:t>
      </w:r>
      <w:r w:rsidRPr="002813C1">
        <w:t>L</w:t>
      </w:r>
      <w:r w:rsidR="00B77E03">
        <w:t>’</w:t>
      </w:r>
      <w:r w:rsidRPr="002813C1">
        <w:t>excès même du mal émoussait à la fin sa sensibilité</w:t>
      </w:r>
      <w:r w:rsidR="00B77E03">
        <w:t xml:space="preserve">… </w:t>
      </w:r>
      <w:r w:rsidRPr="002813C1">
        <w:t>Une invincible prostration l</w:t>
      </w:r>
      <w:r w:rsidR="00B77E03">
        <w:t>’</w:t>
      </w:r>
      <w:r w:rsidRPr="002813C1">
        <w:t>envahissait qui paralysait toute son énergie morale et engourdissait sa pensée</w:t>
      </w:r>
      <w:r w:rsidR="00B77E03">
        <w:t>.</w:t>
      </w:r>
    </w:p>
    <w:p w14:paraId="10B1B85F" w14:textId="77777777" w:rsidR="00B77E03" w:rsidRDefault="0024252B" w:rsidP="00B77E03">
      <w:r w:rsidRPr="002813C1">
        <w:t>Le désastre lui semblait si certain qu</w:t>
      </w:r>
      <w:r w:rsidR="00B77E03">
        <w:t>’</w:t>
      </w:r>
      <w:r w:rsidRPr="002813C1">
        <w:t>elle n</w:t>
      </w:r>
      <w:r w:rsidR="00B77E03">
        <w:t>’</w:t>
      </w:r>
      <w:r w:rsidRPr="002813C1">
        <w:t>avait plus l</w:t>
      </w:r>
      <w:r w:rsidR="00B77E03">
        <w:t>’</w:t>
      </w:r>
      <w:r w:rsidRPr="002813C1">
        <w:t>idée de l</w:t>
      </w:r>
      <w:r w:rsidR="00B77E03">
        <w:t>’</w:t>
      </w:r>
      <w:r w:rsidRPr="002813C1">
        <w:t>éviter</w:t>
      </w:r>
      <w:r w:rsidR="00B77E03">
        <w:t xml:space="preserve">. </w:t>
      </w:r>
      <w:r w:rsidRPr="002813C1">
        <w:t>Elle l</w:t>
      </w:r>
      <w:r w:rsidR="00B77E03">
        <w:t>’</w:t>
      </w:r>
      <w:r w:rsidRPr="002813C1">
        <w:t>attendait avec une sorte de résignation idiote</w:t>
      </w:r>
      <w:r w:rsidR="00B77E03">
        <w:t xml:space="preserve">, </w:t>
      </w:r>
      <w:r w:rsidRPr="002813C1">
        <w:t>pareille à ces femmes espagnoles qui</w:t>
      </w:r>
      <w:r w:rsidR="00B77E03">
        <w:t xml:space="preserve">, </w:t>
      </w:r>
      <w:r w:rsidRPr="002813C1">
        <w:t>dès qu</w:t>
      </w:r>
      <w:r w:rsidR="00B77E03">
        <w:t>’</w:t>
      </w:r>
      <w:r w:rsidRPr="002813C1">
        <w:t>elles entendent gronder le tonnerre</w:t>
      </w:r>
      <w:r w:rsidR="00B77E03">
        <w:t xml:space="preserve">, </w:t>
      </w:r>
      <w:r w:rsidRPr="002813C1">
        <w:t>tombent à genoux</w:t>
      </w:r>
      <w:r w:rsidR="00B77E03">
        <w:t xml:space="preserve">, </w:t>
      </w:r>
      <w:r w:rsidRPr="002813C1">
        <w:t>persuadées qu</w:t>
      </w:r>
      <w:r w:rsidR="00B77E03">
        <w:t>’</w:t>
      </w:r>
      <w:r w:rsidRPr="002813C1">
        <w:t>elles vont être frappées de la foudre</w:t>
      </w:r>
      <w:r w:rsidR="00B77E03">
        <w:t>…</w:t>
      </w:r>
    </w:p>
    <w:p w14:paraId="0D66949C" w14:textId="77777777" w:rsidR="00B77E03" w:rsidRDefault="0024252B" w:rsidP="00B77E03">
      <w:r w:rsidRPr="002813C1">
        <w:t>Elle gagna sa chambre</w:t>
      </w:r>
      <w:r w:rsidR="00B77E03">
        <w:t xml:space="preserve">, </w:t>
      </w:r>
      <w:r w:rsidRPr="002813C1">
        <w:t>se soutenant à peine</w:t>
      </w:r>
      <w:r w:rsidR="00B77E03">
        <w:t xml:space="preserve">, </w:t>
      </w:r>
      <w:r w:rsidRPr="002813C1">
        <w:t>et sitôt couchée s</w:t>
      </w:r>
      <w:r w:rsidR="00B77E03">
        <w:t>’</w:t>
      </w:r>
      <w:r w:rsidRPr="002813C1">
        <w:t>endormit</w:t>
      </w:r>
      <w:r w:rsidR="00B77E03">
        <w:t>.</w:t>
      </w:r>
    </w:p>
    <w:p w14:paraId="7F4757B9" w14:textId="77777777" w:rsidR="00B77E03" w:rsidRDefault="0024252B" w:rsidP="00B77E03">
      <w:r w:rsidRPr="002813C1">
        <w:t>Oui</w:t>
      </w:r>
      <w:r w:rsidR="00B77E03">
        <w:t xml:space="preserve">, </w:t>
      </w:r>
      <w:r w:rsidRPr="002813C1">
        <w:t>elle s</w:t>
      </w:r>
      <w:r w:rsidR="00B77E03">
        <w:t>’</w:t>
      </w:r>
      <w:r w:rsidRPr="002813C1">
        <w:t>endormit de ce sommeil de plomb qui suit toutes les grandes crises de l</w:t>
      </w:r>
      <w:r w:rsidR="00B77E03">
        <w:t>’</w:t>
      </w:r>
      <w:r w:rsidRPr="002813C1">
        <w:t>âme</w:t>
      </w:r>
      <w:r w:rsidR="00B77E03">
        <w:t xml:space="preserve">, </w:t>
      </w:r>
      <w:r w:rsidRPr="002813C1">
        <w:t>et qui est comme la sève de Dieu de la douleur</w:t>
      </w:r>
      <w:r w:rsidR="00B77E03">
        <w:t>…</w:t>
      </w:r>
    </w:p>
    <w:p w14:paraId="06E13A60" w14:textId="77777777" w:rsidR="00B77E03" w:rsidRDefault="0024252B" w:rsidP="00B77E03">
      <w:r w:rsidRPr="002813C1">
        <w:t>Son premier mouvement</w:t>
      </w:r>
      <w:r w:rsidR="00B77E03">
        <w:t xml:space="preserve">, </w:t>
      </w:r>
      <w:r w:rsidRPr="002813C1">
        <w:t>à son réveil</w:t>
      </w:r>
      <w:r w:rsidR="00B77E03">
        <w:t xml:space="preserve">, </w:t>
      </w:r>
      <w:r w:rsidRPr="002813C1">
        <w:t>fut de sonner la femme de chambre pour qu</w:t>
      </w:r>
      <w:r w:rsidR="00B77E03">
        <w:t>’</w:t>
      </w:r>
      <w:r w:rsidRPr="002813C1">
        <w:t>elle portât à Jobin l</w:t>
      </w:r>
      <w:r w:rsidR="00B77E03">
        <w:t>’</w:t>
      </w:r>
      <w:r w:rsidRPr="002813C1">
        <w:t>ordre de se remettre à la poursuite du baron</w:t>
      </w:r>
      <w:r w:rsidR="00B77E03">
        <w:t>.</w:t>
      </w:r>
    </w:p>
    <w:p w14:paraId="6FCC401F" w14:textId="77777777" w:rsidR="00B77E03" w:rsidRDefault="0024252B" w:rsidP="00B77E03">
      <w:r w:rsidRPr="002813C1">
        <w:t>Mais le digne serviteur avait deviné et prévenu les intentions de sa maîtresse</w:t>
      </w:r>
      <w:r w:rsidR="00B77E03">
        <w:t xml:space="preserve">. </w:t>
      </w:r>
      <w:r w:rsidRPr="002813C1">
        <w:t>Il était parti de lui-même</w:t>
      </w:r>
      <w:r w:rsidR="00B77E03">
        <w:t xml:space="preserve">, </w:t>
      </w:r>
      <w:r w:rsidRPr="002813C1">
        <w:t>depuis assez longtemps déjà</w:t>
      </w:r>
      <w:r w:rsidR="00B77E03">
        <w:t>.</w:t>
      </w:r>
    </w:p>
    <w:p w14:paraId="5ED5384F" w14:textId="77777777" w:rsidR="00B77E03" w:rsidRDefault="0024252B" w:rsidP="00B77E03">
      <w:r w:rsidRPr="002813C1">
        <w:t>Quand il rentra</w:t>
      </w:r>
      <w:r w:rsidR="00B77E03">
        <w:t xml:space="preserve">, </w:t>
      </w:r>
      <w:r w:rsidRPr="002813C1">
        <w:t>il était plus de midi</w:t>
      </w:r>
      <w:r w:rsidR="00B77E03">
        <w:t xml:space="preserve">, </w:t>
      </w:r>
      <w:r w:rsidRPr="002813C1">
        <w:t>mais sa figure ridée rayonnait</w:t>
      </w:r>
      <w:r w:rsidR="00B77E03">
        <w:t xml:space="preserve">, </w:t>
      </w:r>
      <w:r w:rsidRPr="002813C1">
        <w:t>et c</w:t>
      </w:r>
      <w:r w:rsidR="00B77E03">
        <w:t>’</w:t>
      </w:r>
      <w:r w:rsidRPr="002813C1">
        <w:t>est d</w:t>
      </w:r>
      <w:r w:rsidR="00B77E03">
        <w:t>’</w:t>
      </w:r>
      <w:r w:rsidRPr="002813C1">
        <w:t>une voix triomphante qu</w:t>
      </w:r>
      <w:r w:rsidR="00B77E03">
        <w:t>’</w:t>
      </w:r>
      <w:r w:rsidRPr="002813C1">
        <w:t>il annonça</w:t>
      </w:r>
      <w:r w:rsidR="00B77E03">
        <w:t> :</w:t>
      </w:r>
    </w:p>
    <w:p w14:paraId="451FC620" w14:textId="240B037E" w:rsidR="00B77E03" w:rsidRDefault="00B77E03" w:rsidP="00B77E03">
      <w:r>
        <w:t>— M. </w:t>
      </w:r>
      <w:r w:rsidR="0024252B" w:rsidRPr="002813C1">
        <w:t xml:space="preserve">le baron </w:t>
      </w:r>
      <w:proofErr w:type="spellStart"/>
      <w:r w:rsidR="0024252B" w:rsidRPr="002813C1">
        <w:t>Trigault</w:t>
      </w:r>
      <w:proofErr w:type="spellEnd"/>
      <w:r>
        <w:t> !</w:t>
      </w:r>
    </w:p>
    <w:p w14:paraId="01CD48EF" w14:textId="77777777" w:rsidR="00B77E03" w:rsidRDefault="0024252B" w:rsidP="00B77E03">
      <w:r w:rsidRPr="002813C1">
        <w:lastRenderedPageBreak/>
        <w:t>Quand on se noie</w:t>
      </w:r>
      <w:r w:rsidR="00B77E03">
        <w:t xml:space="preserve">, </w:t>
      </w:r>
      <w:r w:rsidRPr="002813C1">
        <w:t>qu</w:t>
      </w:r>
      <w:r w:rsidR="00B77E03">
        <w:t>’</w:t>
      </w:r>
      <w:r w:rsidRPr="002813C1">
        <w:t>on se sent couler</w:t>
      </w:r>
      <w:r w:rsidR="00B77E03">
        <w:t xml:space="preserve">, </w:t>
      </w:r>
      <w:r w:rsidRPr="002813C1">
        <w:t>qu</w:t>
      </w:r>
      <w:r w:rsidR="00B77E03">
        <w:t>’</w:t>
      </w:r>
      <w:r w:rsidRPr="002813C1">
        <w:t>on en est à la dernière gorgée</w:t>
      </w:r>
      <w:r w:rsidR="00B77E03">
        <w:t xml:space="preserve">, </w:t>
      </w:r>
      <w:r w:rsidRPr="002813C1">
        <w:t>le brin d</w:t>
      </w:r>
      <w:r w:rsidR="00B77E03">
        <w:t>’</w:t>
      </w:r>
      <w:r w:rsidRPr="002813C1">
        <w:t>herbe qui flotte semble une planche de salut et on s</w:t>
      </w:r>
      <w:r w:rsidR="00B77E03">
        <w:t>’</w:t>
      </w:r>
      <w:r w:rsidRPr="002813C1">
        <w:t>y raccroche</w:t>
      </w:r>
      <w:r w:rsidR="00B77E03">
        <w:t>…</w:t>
      </w:r>
    </w:p>
    <w:p w14:paraId="622F7A6B" w14:textId="37CC4A36" w:rsidR="00B77E03" w:rsidRDefault="0024252B" w:rsidP="00B77E03">
      <w:r w:rsidRPr="002813C1">
        <w:t>C</w:t>
      </w:r>
      <w:r w:rsidR="00B77E03">
        <w:t>’</w:t>
      </w:r>
      <w:r w:rsidRPr="002813C1">
        <w:t xml:space="preserve">est avec un cri de joie que </w:t>
      </w:r>
      <w:r w:rsidR="00B77E03">
        <w:t>M</w:t>
      </w:r>
      <w:r w:rsidR="00B77E03" w:rsidRPr="00B77E03">
        <w:rPr>
          <w:vertAlign w:val="superscript"/>
        </w:rPr>
        <w:t>me</w:t>
      </w:r>
      <w:r w:rsidR="00B77E03">
        <w:t> </w:t>
      </w:r>
      <w:r w:rsidRPr="002813C1">
        <w:t>d</w:t>
      </w:r>
      <w:r w:rsidR="00B77E03">
        <w:t>’</w:t>
      </w:r>
      <w:r w:rsidRPr="002813C1">
        <w:t>Argelès accueillit le baron</w:t>
      </w:r>
      <w:r w:rsidR="00B77E03">
        <w:t xml:space="preserve">, </w:t>
      </w:r>
      <w:r w:rsidRPr="002813C1">
        <w:t>comme s</w:t>
      </w:r>
      <w:r w:rsidR="00B77E03">
        <w:t>’</w:t>
      </w:r>
      <w:r w:rsidRPr="002813C1">
        <w:t>il eût pu faire que ce qui était ne fût pas</w:t>
      </w:r>
      <w:r w:rsidR="00B77E03">
        <w:t>…</w:t>
      </w:r>
    </w:p>
    <w:p w14:paraId="1D1EB08D" w14:textId="3B73BD3C" w:rsidR="00B77E03" w:rsidRDefault="0024252B" w:rsidP="00B77E03">
      <w:r w:rsidRPr="002813C1">
        <w:t>Elle espéra</w:t>
      </w:r>
      <w:r w:rsidR="00B77E03">
        <w:t xml:space="preserve">, </w:t>
      </w:r>
      <w:r w:rsidRPr="002813C1">
        <w:t>elle qui</w:t>
      </w:r>
      <w:r w:rsidR="00B77E03">
        <w:t xml:space="preserve">, </w:t>
      </w:r>
      <w:r w:rsidRPr="002813C1">
        <w:t>la minute d</w:t>
      </w:r>
      <w:r w:rsidR="00B77E03">
        <w:t>’</w:t>
      </w:r>
      <w:r w:rsidRPr="002813C1">
        <w:t>avant</w:t>
      </w:r>
      <w:r w:rsidR="00B77E03">
        <w:t xml:space="preserve">, </w:t>
      </w:r>
      <w:r w:rsidRPr="002813C1">
        <w:t>répétait encore</w:t>
      </w:r>
      <w:r w:rsidR="00B77E03">
        <w:t> : « </w:t>
      </w:r>
      <w:r w:rsidRPr="002813C1">
        <w:t>C</w:t>
      </w:r>
      <w:r w:rsidR="00B77E03">
        <w:t>’</w:t>
      </w:r>
      <w:r w:rsidRPr="002813C1">
        <w:t>en est bien fait</w:t>
      </w:r>
      <w:r w:rsidR="00B77E03">
        <w:t xml:space="preserve">, </w:t>
      </w:r>
      <w:r w:rsidRPr="002813C1">
        <w:t>tout est bien perdu</w:t>
      </w:r>
      <w:r w:rsidR="00B77E03">
        <w:t> ! »</w:t>
      </w:r>
    </w:p>
    <w:p w14:paraId="6A540739" w14:textId="77777777" w:rsidR="00B77E03" w:rsidRDefault="00B77E03" w:rsidP="00B77E03">
      <w:r>
        <w:t>— </w:t>
      </w:r>
      <w:r w:rsidR="0024252B" w:rsidRPr="002813C1">
        <w:t>Ah</w:t>
      </w:r>
      <w:r>
        <w:t xml:space="preserve"> !… </w:t>
      </w:r>
      <w:r w:rsidR="0024252B" w:rsidRPr="002813C1">
        <w:t>vous êtes bon d</w:t>
      </w:r>
      <w:r>
        <w:t>’</w:t>
      </w:r>
      <w:r w:rsidR="0024252B" w:rsidRPr="002813C1">
        <w:t>être venu</w:t>
      </w:r>
      <w:r>
        <w:t xml:space="preserve">, </w:t>
      </w:r>
      <w:r w:rsidR="0024252B" w:rsidRPr="002813C1">
        <w:t>s</w:t>
      </w:r>
      <w:r>
        <w:t>’</w:t>
      </w:r>
      <w:r w:rsidR="0024252B" w:rsidRPr="002813C1">
        <w:t>écria-t-elle</w:t>
      </w:r>
      <w:r>
        <w:t xml:space="preserve">… </w:t>
      </w:r>
      <w:r w:rsidR="0024252B" w:rsidRPr="002813C1">
        <w:t>Si vous saviez avec quelles angoisses je vous attendais</w:t>
      </w:r>
      <w:r>
        <w:t xml:space="preserve">… </w:t>
      </w:r>
      <w:r w:rsidR="0024252B" w:rsidRPr="002813C1">
        <w:t>Ah</w:t>
      </w:r>
      <w:r>
        <w:t xml:space="preserve"> !… </w:t>
      </w:r>
      <w:r w:rsidR="0024252B" w:rsidRPr="002813C1">
        <w:t>vous êtes bon</w:t>
      </w:r>
      <w:r>
        <w:t> !…</w:t>
      </w:r>
    </w:p>
    <w:p w14:paraId="621C4365" w14:textId="77777777" w:rsidR="00B77E03" w:rsidRDefault="0024252B" w:rsidP="00B77E03">
      <w:r w:rsidRPr="002813C1">
        <w:t>Il ne répondit pas</w:t>
      </w:r>
      <w:r w:rsidR="00B77E03">
        <w:t>.</w:t>
      </w:r>
    </w:p>
    <w:p w14:paraId="7E91F79E" w14:textId="77777777" w:rsidR="00B77E03" w:rsidRDefault="0024252B" w:rsidP="00B77E03">
      <w:r w:rsidRPr="002813C1">
        <w:t>Lui</w:t>
      </w:r>
      <w:r w:rsidR="00B77E03">
        <w:t xml:space="preserve">, </w:t>
      </w:r>
      <w:r w:rsidRPr="002813C1">
        <w:t>assez vif d</w:t>
      </w:r>
      <w:r w:rsidR="00B77E03">
        <w:t>’</w:t>
      </w:r>
      <w:r w:rsidRPr="002813C1">
        <w:t>ordinaire</w:t>
      </w:r>
      <w:r w:rsidR="00B77E03">
        <w:t xml:space="preserve">, </w:t>
      </w:r>
      <w:r w:rsidRPr="002813C1">
        <w:t>en dépit de son embonpoint et de sa continuelle oppression</w:t>
      </w:r>
      <w:r w:rsidR="00B77E03">
        <w:t xml:space="preserve">, </w:t>
      </w:r>
      <w:r w:rsidRPr="002813C1">
        <w:t>il s</w:t>
      </w:r>
      <w:r w:rsidR="00B77E03">
        <w:t>’</w:t>
      </w:r>
      <w:r w:rsidRPr="002813C1">
        <w:t>avançait d</w:t>
      </w:r>
      <w:r w:rsidR="00B77E03">
        <w:t>’</w:t>
      </w:r>
      <w:r w:rsidRPr="002813C1">
        <w:t>un pas roide et lourd</w:t>
      </w:r>
      <w:r w:rsidR="00B77E03">
        <w:t xml:space="preserve">, </w:t>
      </w:r>
      <w:r w:rsidRPr="002813C1">
        <w:t>l</w:t>
      </w:r>
      <w:r w:rsidR="00B77E03">
        <w:t>’</w:t>
      </w:r>
      <w:r w:rsidRPr="002813C1">
        <w:t>œil injecté</w:t>
      </w:r>
      <w:r w:rsidR="00B77E03">
        <w:t xml:space="preserve">, </w:t>
      </w:r>
      <w:r w:rsidRPr="002813C1">
        <w:t>la joue blême</w:t>
      </w:r>
      <w:r w:rsidR="00B77E03">
        <w:t xml:space="preserve">, </w:t>
      </w:r>
      <w:r w:rsidRPr="002813C1">
        <w:t>tout frémissant encore des horribles scènes qu</w:t>
      </w:r>
      <w:r w:rsidR="00B77E03">
        <w:t>’</w:t>
      </w:r>
      <w:r w:rsidRPr="002813C1">
        <w:t>il venait de subir à son hôtel</w:t>
      </w:r>
      <w:r w:rsidR="00B77E03">
        <w:t>.</w:t>
      </w:r>
    </w:p>
    <w:p w14:paraId="55CFF10E" w14:textId="77777777" w:rsidR="00B77E03" w:rsidRDefault="0024252B" w:rsidP="00B77E03">
      <w:r w:rsidRPr="002813C1">
        <w:t>Et encore</w:t>
      </w:r>
      <w:r w:rsidR="00B77E03">
        <w:t xml:space="preserve">, </w:t>
      </w:r>
      <w:r w:rsidRPr="002813C1">
        <w:t>fallait-il qu</w:t>
      </w:r>
      <w:r w:rsidR="00B77E03">
        <w:t>’</w:t>
      </w:r>
      <w:r w:rsidRPr="002813C1">
        <w:t>il eût sur lui un prodigieux empire</w:t>
      </w:r>
      <w:r w:rsidR="00B77E03">
        <w:t xml:space="preserve">, </w:t>
      </w:r>
      <w:r w:rsidRPr="002813C1">
        <w:t>pour ne pas paraître plus bouleversé après l</w:t>
      </w:r>
      <w:r w:rsidR="00B77E03">
        <w:t>’</w:t>
      </w:r>
      <w:r w:rsidRPr="002813C1">
        <w:t>accès de rage provoqué par la baronne</w:t>
      </w:r>
      <w:r w:rsidR="00B77E03">
        <w:t xml:space="preserve">, </w:t>
      </w:r>
      <w:r w:rsidRPr="002813C1">
        <w:t xml:space="preserve">après les confidences de Pascal </w:t>
      </w:r>
      <w:proofErr w:type="spellStart"/>
      <w:r w:rsidRPr="002813C1">
        <w:t>Férailleur</w:t>
      </w:r>
      <w:proofErr w:type="spellEnd"/>
      <w:r w:rsidRPr="002813C1">
        <w:t xml:space="preserve"> et les révélations du marquis de </w:t>
      </w:r>
      <w:proofErr w:type="spellStart"/>
      <w:r w:rsidRPr="002813C1">
        <w:t>Valorsay</w:t>
      </w:r>
      <w:proofErr w:type="spellEnd"/>
      <w:r w:rsidR="00B77E03">
        <w:t>.</w:t>
      </w:r>
    </w:p>
    <w:p w14:paraId="5B84DB3A" w14:textId="07BE11D9" w:rsidR="00B77E03" w:rsidRDefault="00B77E03" w:rsidP="00B77E03">
      <w:r>
        <w:t>— </w:t>
      </w:r>
      <w:r w:rsidR="0024252B" w:rsidRPr="002813C1">
        <w:t>Si vous saviez</w:t>
      </w:r>
      <w:r>
        <w:t xml:space="preserve">, </w:t>
      </w:r>
      <w:r w:rsidR="0024252B" w:rsidRPr="002813C1">
        <w:t xml:space="preserve">poursuivait </w:t>
      </w:r>
      <w:r>
        <w:t>M</w:t>
      </w:r>
      <w:r w:rsidRPr="00B77E03">
        <w:rPr>
          <w:vertAlign w:val="superscript"/>
        </w:rPr>
        <w:t>me</w:t>
      </w:r>
      <w:r>
        <w:t> </w:t>
      </w:r>
      <w:r w:rsidR="0024252B" w:rsidRPr="002813C1">
        <w:t>d</w:t>
      </w:r>
      <w:r>
        <w:t>’</w:t>
      </w:r>
      <w:r w:rsidR="0024252B" w:rsidRPr="002813C1">
        <w:t>Argelès</w:t>
      </w:r>
      <w:r>
        <w:t xml:space="preserve">, </w:t>
      </w:r>
      <w:r w:rsidR="0024252B" w:rsidRPr="002813C1">
        <w:t>si vous saviez</w:t>
      </w:r>
      <w:r>
        <w:t> !…</w:t>
      </w:r>
    </w:p>
    <w:p w14:paraId="7AA8EF60" w14:textId="77777777" w:rsidR="00B77E03" w:rsidRDefault="0024252B" w:rsidP="00B77E03">
      <w:r w:rsidRPr="002813C1">
        <w:t>Mais elle s</w:t>
      </w:r>
      <w:r w:rsidR="00B77E03">
        <w:t>’</w:t>
      </w:r>
      <w:r w:rsidRPr="002813C1">
        <w:t>interrompit</w:t>
      </w:r>
      <w:r w:rsidR="00B77E03">
        <w:t xml:space="preserve">, </w:t>
      </w:r>
      <w:r w:rsidRPr="002813C1">
        <w:t>frappée à la fois</w:t>
      </w:r>
      <w:r w:rsidR="00B77E03">
        <w:t xml:space="preserve">, </w:t>
      </w:r>
      <w:r w:rsidRPr="002813C1">
        <w:t>malgré le désordre de son esprit</w:t>
      </w:r>
      <w:r w:rsidR="00B77E03">
        <w:t xml:space="preserve">, </w:t>
      </w:r>
      <w:r w:rsidRPr="002813C1">
        <w:t>de l</w:t>
      </w:r>
      <w:r w:rsidR="00B77E03">
        <w:t>’</w:t>
      </w:r>
      <w:r w:rsidRPr="002813C1">
        <w:t>attitude et de la physionomie du baron</w:t>
      </w:r>
      <w:r w:rsidR="00B77E03">
        <w:t>.</w:t>
      </w:r>
    </w:p>
    <w:p w14:paraId="59367831" w14:textId="77777777" w:rsidR="00B77E03" w:rsidRDefault="0024252B" w:rsidP="00B77E03">
      <w:r w:rsidRPr="002813C1">
        <w:t>Il s</w:t>
      </w:r>
      <w:r w:rsidR="00B77E03">
        <w:t>’</w:t>
      </w:r>
      <w:r w:rsidRPr="002813C1">
        <w:t>était arrêté au milieu du salon</w:t>
      </w:r>
      <w:r w:rsidR="00B77E03">
        <w:t xml:space="preserve">, </w:t>
      </w:r>
      <w:r w:rsidRPr="002813C1">
        <w:t>et immobile</w:t>
      </w:r>
      <w:r w:rsidR="00B77E03">
        <w:t xml:space="preserve">, </w:t>
      </w:r>
      <w:r w:rsidRPr="002813C1">
        <w:t>il dardait sur elle un regard étrange</w:t>
      </w:r>
      <w:r w:rsidR="00B77E03">
        <w:t xml:space="preserve">, </w:t>
      </w:r>
      <w:r w:rsidRPr="002813C1">
        <w:t>persistant</w:t>
      </w:r>
      <w:r w:rsidR="00B77E03">
        <w:t xml:space="preserve">, </w:t>
      </w:r>
      <w:r w:rsidRPr="002813C1">
        <w:t>où se reflétaient les sentiments contradictoires qui s</w:t>
      </w:r>
      <w:r w:rsidR="00B77E03">
        <w:t>’</w:t>
      </w:r>
      <w:r w:rsidRPr="002813C1">
        <w:t>agitaient et s</w:t>
      </w:r>
      <w:r w:rsidR="00B77E03">
        <w:t>’</w:t>
      </w:r>
      <w:r w:rsidRPr="002813C1">
        <w:t>entrechoquaient en lui</w:t>
      </w:r>
      <w:r w:rsidR="00B77E03">
        <w:t xml:space="preserve"> : </w:t>
      </w:r>
      <w:r w:rsidRPr="002813C1">
        <w:t>la colère et la haine</w:t>
      </w:r>
      <w:r w:rsidR="00B77E03">
        <w:t xml:space="preserve">, </w:t>
      </w:r>
      <w:r w:rsidRPr="002813C1">
        <w:t>la pitié et le pardon</w:t>
      </w:r>
      <w:r w:rsidR="00B77E03">
        <w:t>…</w:t>
      </w:r>
    </w:p>
    <w:p w14:paraId="3C95F94F" w14:textId="4AAA7F28" w:rsidR="00B77E03" w:rsidRDefault="00B77E03" w:rsidP="00B77E03">
      <w:r>
        <w:lastRenderedPageBreak/>
        <w:t>M</w:t>
      </w:r>
      <w:r w:rsidRPr="00B77E03">
        <w:rPr>
          <w:vertAlign w:val="superscript"/>
        </w:rPr>
        <w:t>me</w:t>
      </w:r>
      <w:r>
        <w:t> </w:t>
      </w:r>
      <w:r w:rsidR="0024252B" w:rsidRPr="002813C1">
        <w:t>d</w:t>
      </w:r>
      <w:r>
        <w:t>’</w:t>
      </w:r>
      <w:r w:rsidR="0024252B" w:rsidRPr="002813C1">
        <w:t>Argelès frissonna</w:t>
      </w:r>
      <w:r>
        <w:t>…</w:t>
      </w:r>
    </w:p>
    <w:p w14:paraId="2E53565E" w14:textId="77777777" w:rsidR="00B77E03" w:rsidRDefault="0024252B" w:rsidP="00B77E03">
      <w:r w:rsidRPr="002813C1">
        <w:t>La mesure n</w:t>
      </w:r>
      <w:r w:rsidR="00B77E03">
        <w:t>’</w:t>
      </w:r>
      <w:r w:rsidRPr="002813C1">
        <w:t>était-elle donc pas comble</w:t>
      </w:r>
      <w:r w:rsidR="00B77E03">
        <w:t xml:space="preserve">, </w:t>
      </w:r>
      <w:r w:rsidRPr="002813C1">
        <w:t>un malheur nouveau allait-il fondre sur elle</w:t>
      </w:r>
      <w:r w:rsidR="00B77E03">
        <w:t xml:space="preserve"> !… </w:t>
      </w:r>
      <w:r w:rsidRPr="002813C1">
        <w:t>Était-ce une aggravation de peine que lui apportait le baron</w:t>
      </w:r>
      <w:r w:rsidR="00B77E03">
        <w:t xml:space="preserve">, </w:t>
      </w:r>
      <w:r w:rsidRPr="002813C1">
        <w:t>et non un soulagement</w:t>
      </w:r>
      <w:r w:rsidR="00B77E03">
        <w:t> !…</w:t>
      </w:r>
    </w:p>
    <w:p w14:paraId="01204E95" w14:textId="77777777" w:rsidR="00B77E03" w:rsidRDefault="00B77E03" w:rsidP="00B77E03">
      <w:r>
        <w:t>— </w:t>
      </w:r>
      <w:r w:rsidR="0024252B" w:rsidRPr="002813C1">
        <w:t>Pourquoi me regardez-vous ainsi</w:t>
      </w:r>
      <w:r>
        <w:t xml:space="preserve">, </w:t>
      </w:r>
      <w:r w:rsidR="0024252B" w:rsidRPr="002813C1">
        <w:t>demanda-t-elle d</w:t>
      </w:r>
      <w:r>
        <w:t>’</w:t>
      </w:r>
      <w:r w:rsidR="0024252B" w:rsidRPr="002813C1">
        <w:t>une voix altérée par l</w:t>
      </w:r>
      <w:r>
        <w:t>’</w:t>
      </w:r>
      <w:r w:rsidR="0024252B" w:rsidRPr="002813C1">
        <w:t>anxiété</w:t>
      </w:r>
      <w:r>
        <w:t xml:space="preserve">… </w:t>
      </w:r>
      <w:r w:rsidR="0024252B" w:rsidRPr="002813C1">
        <w:t>que vous ai-je fait</w:t>
      </w:r>
      <w:r>
        <w:t> ?…</w:t>
      </w:r>
    </w:p>
    <w:p w14:paraId="1570D0CA" w14:textId="77777777" w:rsidR="00B77E03" w:rsidRDefault="0024252B" w:rsidP="00B77E03">
      <w:r w:rsidRPr="002813C1">
        <w:t>Il hocha tristement la tête</w:t>
      </w:r>
      <w:r w:rsidR="00B77E03">
        <w:t xml:space="preserve">, </w:t>
      </w:r>
      <w:r w:rsidRPr="002813C1">
        <w:t>et doucement</w:t>
      </w:r>
      <w:r w:rsidR="00B77E03">
        <w:t> :</w:t>
      </w:r>
    </w:p>
    <w:p w14:paraId="2BF0983F" w14:textId="77777777" w:rsidR="00B77E03" w:rsidRDefault="00B77E03" w:rsidP="00B77E03">
      <w:r>
        <w:t>— </w:t>
      </w:r>
      <w:r w:rsidR="0024252B" w:rsidRPr="002813C1">
        <w:t>Vous</w:t>
      </w:r>
      <w:r>
        <w:t xml:space="preserve"> ! </w:t>
      </w:r>
      <w:r w:rsidR="0024252B" w:rsidRPr="002813C1">
        <w:t>ma pauvre Lia</w:t>
      </w:r>
      <w:r>
        <w:t xml:space="preserve">… </w:t>
      </w:r>
      <w:r w:rsidR="0024252B" w:rsidRPr="002813C1">
        <w:t>Rien</w:t>
      </w:r>
      <w:r>
        <w:t> !…</w:t>
      </w:r>
    </w:p>
    <w:p w14:paraId="48FB2FA4" w14:textId="77777777" w:rsidR="00B77E03" w:rsidRDefault="00B77E03" w:rsidP="00B77E03">
      <w:r>
        <w:t>— </w:t>
      </w:r>
      <w:r w:rsidR="0024252B" w:rsidRPr="002813C1">
        <w:t>Alors</w:t>
      </w:r>
      <w:r>
        <w:t xml:space="preserve">… </w:t>
      </w:r>
      <w:r w:rsidR="0024252B" w:rsidRPr="002813C1">
        <w:t>qu</w:t>
      </w:r>
      <w:r>
        <w:t>’</w:t>
      </w:r>
      <w:r w:rsidR="0024252B" w:rsidRPr="002813C1">
        <w:t>y a-t-il</w:t>
      </w:r>
      <w:r>
        <w:t xml:space="preserve">, </w:t>
      </w:r>
      <w:r w:rsidR="0024252B" w:rsidRPr="002813C1">
        <w:t>ô mon Dieu</w:t>
      </w:r>
      <w:r>
        <w:t xml:space="preserve">, </w:t>
      </w:r>
      <w:r w:rsidR="0024252B" w:rsidRPr="002813C1">
        <w:t>vous me faits peur</w:t>
      </w:r>
      <w:r>
        <w:t> !…</w:t>
      </w:r>
    </w:p>
    <w:p w14:paraId="53BD7257" w14:textId="77777777" w:rsidR="00B77E03" w:rsidRDefault="0024252B" w:rsidP="00B77E03">
      <w:r w:rsidRPr="002813C1">
        <w:t>Il se rapprocha d</w:t>
      </w:r>
      <w:r w:rsidR="00B77E03">
        <w:t>’</w:t>
      </w:r>
      <w:r w:rsidRPr="002813C1">
        <w:t>elle et lui prit la main</w:t>
      </w:r>
      <w:r w:rsidR="00B77E03">
        <w:t xml:space="preserve">, </w:t>
      </w:r>
      <w:r w:rsidRPr="002813C1">
        <w:t>comme si par ce contact de la chair il eût voulu la pénétrer mieux et plus intimement de ce qu</w:t>
      </w:r>
      <w:r w:rsidR="00B77E03">
        <w:t>’</w:t>
      </w:r>
      <w:r w:rsidRPr="002813C1">
        <w:t>il ressentait</w:t>
      </w:r>
      <w:r w:rsidR="00B77E03">
        <w:t>.</w:t>
      </w:r>
    </w:p>
    <w:p w14:paraId="74B5B061" w14:textId="77777777" w:rsidR="00B77E03" w:rsidRDefault="00B77E03" w:rsidP="00B77E03">
      <w:r>
        <w:t>— </w:t>
      </w:r>
      <w:r w:rsidR="0024252B" w:rsidRPr="002813C1">
        <w:t>Ce qu</w:t>
      </w:r>
      <w:r>
        <w:t>’</w:t>
      </w:r>
      <w:r w:rsidR="0024252B" w:rsidRPr="002813C1">
        <w:t>il y a</w:t>
      </w:r>
      <w:r>
        <w:t xml:space="preserve"> ? </w:t>
      </w:r>
      <w:r w:rsidR="0024252B" w:rsidRPr="002813C1">
        <w:t>fit-il</w:t>
      </w:r>
      <w:r>
        <w:t xml:space="preserve">, </w:t>
      </w:r>
      <w:r w:rsidR="0024252B" w:rsidRPr="002813C1">
        <w:t>je vais vous le dire</w:t>
      </w:r>
      <w:r>
        <w:t xml:space="preserve">. </w:t>
      </w:r>
      <w:r w:rsidR="0024252B" w:rsidRPr="002813C1">
        <w:t>Vous savez</w:t>
      </w:r>
      <w:r>
        <w:t xml:space="preserve">, </w:t>
      </w:r>
      <w:r w:rsidR="0024252B" w:rsidRPr="002813C1">
        <w:t>n</w:t>
      </w:r>
      <w:r>
        <w:t>’</w:t>
      </w:r>
      <w:r w:rsidR="0024252B" w:rsidRPr="002813C1">
        <w:t>est-ce pas</w:t>
      </w:r>
      <w:r>
        <w:t xml:space="preserve">, </w:t>
      </w:r>
      <w:r w:rsidR="0024252B" w:rsidRPr="002813C1">
        <w:t>que j</w:t>
      </w:r>
      <w:r>
        <w:t>’</w:t>
      </w:r>
      <w:r w:rsidR="0024252B" w:rsidRPr="002813C1">
        <w:t>ai été lâchement dupé et joué</w:t>
      </w:r>
      <w:r>
        <w:t xml:space="preserve">, </w:t>
      </w:r>
      <w:r w:rsidR="0024252B" w:rsidRPr="002813C1">
        <w:t>que ma vie a été brisée par un misérable qui a séduit la femme que j</w:t>
      </w:r>
      <w:r>
        <w:t>’</w:t>
      </w:r>
      <w:r w:rsidR="0024252B" w:rsidRPr="002813C1">
        <w:t>aimais de la plus folle passion</w:t>
      </w:r>
      <w:r>
        <w:t xml:space="preserve">… </w:t>
      </w:r>
      <w:r w:rsidR="0024252B" w:rsidRPr="002813C1">
        <w:t>ma femme</w:t>
      </w:r>
      <w:r>
        <w:t xml:space="preserve"> ?… </w:t>
      </w:r>
      <w:r w:rsidR="0024252B" w:rsidRPr="002813C1">
        <w:t>Vous avez entendu mes serments de vengeance</w:t>
      </w:r>
      <w:r>
        <w:t xml:space="preserve">, </w:t>
      </w:r>
      <w:r w:rsidR="0024252B" w:rsidRPr="002813C1">
        <w:t>si jamais j</w:t>
      </w:r>
      <w:r>
        <w:t>’</w:t>
      </w:r>
      <w:r w:rsidR="0024252B" w:rsidRPr="002813C1">
        <w:t>arrivais à le connaître</w:t>
      </w:r>
      <w:r>
        <w:t xml:space="preserve">… </w:t>
      </w:r>
      <w:r w:rsidR="0024252B" w:rsidRPr="002813C1">
        <w:t>Eh bien</w:t>
      </w:r>
      <w:r>
        <w:t xml:space="preserve"> ! </w:t>
      </w:r>
      <w:r w:rsidR="0024252B" w:rsidRPr="002813C1">
        <w:t>Lia</w:t>
      </w:r>
      <w:r>
        <w:t xml:space="preserve">, </w:t>
      </w:r>
      <w:r w:rsidR="0024252B" w:rsidRPr="002813C1">
        <w:t>je le connais maintenant</w:t>
      </w:r>
      <w:r>
        <w:t xml:space="preserve">… </w:t>
      </w:r>
      <w:r w:rsidR="0024252B" w:rsidRPr="002813C1">
        <w:t>L</w:t>
      </w:r>
      <w:r>
        <w:t>’</w:t>
      </w:r>
      <w:r w:rsidR="0024252B" w:rsidRPr="002813C1">
        <w:t>homme qui m</w:t>
      </w:r>
      <w:r>
        <w:t>’</w:t>
      </w:r>
      <w:r w:rsidR="0024252B" w:rsidRPr="002813C1">
        <w:t>a volé ma part de bonheur ici-bas</w:t>
      </w:r>
      <w:r>
        <w:t xml:space="preserve">, </w:t>
      </w:r>
      <w:r w:rsidR="0024252B" w:rsidRPr="002813C1">
        <w:t>c</w:t>
      </w:r>
      <w:r>
        <w:t>’</w:t>
      </w:r>
      <w:r w:rsidR="0024252B" w:rsidRPr="002813C1">
        <w:t xml:space="preserve">est le comte de </w:t>
      </w:r>
      <w:proofErr w:type="spellStart"/>
      <w:r w:rsidR="0024252B" w:rsidRPr="002813C1">
        <w:t>Chalusse</w:t>
      </w:r>
      <w:proofErr w:type="spellEnd"/>
      <w:r>
        <w:t xml:space="preserve">, </w:t>
      </w:r>
      <w:r w:rsidR="0024252B" w:rsidRPr="002813C1">
        <w:t>c</w:t>
      </w:r>
      <w:r>
        <w:t>’</w:t>
      </w:r>
      <w:r w:rsidR="0024252B" w:rsidRPr="002813C1">
        <w:t>est votre frère</w:t>
      </w:r>
      <w:r>
        <w:t> !…</w:t>
      </w:r>
    </w:p>
    <w:p w14:paraId="1D4E555B" w14:textId="78018EC7" w:rsidR="00B77E03" w:rsidRDefault="0024252B" w:rsidP="00B77E03">
      <w:r w:rsidRPr="002813C1">
        <w:t>D</w:t>
      </w:r>
      <w:r w:rsidR="00B77E03">
        <w:t>’</w:t>
      </w:r>
      <w:r w:rsidRPr="002813C1">
        <w:t>un brusque mouvement</w:t>
      </w:r>
      <w:r w:rsidR="00B77E03">
        <w:t>, M</w:t>
      </w:r>
      <w:r w:rsidR="00B77E03" w:rsidRPr="00B77E03">
        <w:rPr>
          <w:vertAlign w:val="superscript"/>
        </w:rPr>
        <w:t>me</w:t>
      </w:r>
      <w:r w:rsidR="00B77E03">
        <w:t> </w:t>
      </w:r>
      <w:r w:rsidRPr="002813C1">
        <w:t>d</w:t>
      </w:r>
      <w:r w:rsidR="00B77E03">
        <w:t>’</w:t>
      </w:r>
      <w:r w:rsidRPr="002813C1">
        <w:t>Argelès arracha sa main de celle du baron</w:t>
      </w:r>
      <w:r w:rsidR="00B77E03">
        <w:t xml:space="preserve">, </w:t>
      </w:r>
      <w:r w:rsidRPr="002813C1">
        <w:t>et</w:t>
      </w:r>
      <w:r w:rsidR="00B77E03">
        <w:t xml:space="preserve">, </w:t>
      </w:r>
      <w:r w:rsidRPr="002813C1">
        <w:t>terrifiée comme si elle eût vu devant elle se dresser un spectre</w:t>
      </w:r>
      <w:r w:rsidR="00B77E03">
        <w:t xml:space="preserve">, </w:t>
      </w:r>
      <w:r w:rsidRPr="002813C1">
        <w:t>le bras étendu</w:t>
      </w:r>
      <w:r w:rsidR="00B77E03">
        <w:t xml:space="preserve">, </w:t>
      </w:r>
      <w:r w:rsidRPr="002813C1">
        <w:t>elle recula jusqu</w:t>
      </w:r>
      <w:r w:rsidR="00B77E03">
        <w:t>’</w:t>
      </w:r>
      <w:r w:rsidRPr="002813C1">
        <w:t>au mur en poussant un grand cri</w:t>
      </w:r>
      <w:r w:rsidR="00B77E03">
        <w:t> :</w:t>
      </w:r>
    </w:p>
    <w:p w14:paraId="20EBBB19" w14:textId="77777777" w:rsidR="00B77E03" w:rsidRDefault="00B77E03" w:rsidP="00B77E03">
      <w:r>
        <w:t>— </w:t>
      </w:r>
      <w:r w:rsidR="0024252B" w:rsidRPr="002813C1">
        <w:t>Mon Dieu</w:t>
      </w:r>
      <w:r>
        <w:t> !…</w:t>
      </w:r>
    </w:p>
    <w:p w14:paraId="47CAC105" w14:textId="77777777" w:rsidR="00B77E03" w:rsidRDefault="0024252B" w:rsidP="00B77E03">
      <w:r w:rsidRPr="002813C1">
        <w:t>Un amer sourire crispa les lèvres du baron</w:t>
      </w:r>
      <w:r w:rsidR="00B77E03">
        <w:t>.</w:t>
      </w:r>
    </w:p>
    <w:p w14:paraId="7F6A347F" w14:textId="77777777" w:rsidR="00B77E03" w:rsidRDefault="00B77E03" w:rsidP="00B77E03">
      <w:r>
        <w:lastRenderedPageBreak/>
        <w:t>— </w:t>
      </w:r>
      <w:r w:rsidR="0024252B" w:rsidRPr="002813C1">
        <w:t>Que craignez-vous</w:t>
      </w:r>
      <w:r>
        <w:t xml:space="preserve"> ? </w:t>
      </w:r>
      <w:r w:rsidR="0024252B" w:rsidRPr="002813C1">
        <w:t>fit-il</w:t>
      </w:r>
      <w:r>
        <w:t xml:space="preserve">. </w:t>
      </w:r>
      <w:r w:rsidR="0024252B" w:rsidRPr="002813C1">
        <w:t>Votre frère n</w:t>
      </w:r>
      <w:r>
        <w:t>’</w:t>
      </w:r>
      <w:r w:rsidR="0024252B" w:rsidRPr="002813C1">
        <w:t>est-il pas mort</w:t>
      </w:r>
      <w:r>
        <w:t xml:space="preserve"> ?… </w:t>
      </w:r>
      <w:r w:rsidR="0024252B" w:rsidRPr="002813C1">
        <w:t>Il m</w:t>
      </w:r>
      <w:r>
        <w:t>’</w:t>
      </w:r>
      <w:r w:rsidR="0024252B" w:rsidRPr="002813C1">
        <w:t>a volé jusqu</w:t>
      </w:r>
      <w:r>
        <w:t>’</w:t>
      </w:r>
      <w:r w:rsidR="0024252B" w:rsidRPr="002813C1">
        <w:t>au bonheur de la vengeance</w:t>
      </w:r>
      <w:r>
        <w:t>…</w:t>
      </w:r>
    </w:p>
    <w:p w14:paraId="744967A5" w14:textId="07D6734E" w:rsidR="00B77E03" w:rsidRDefault="0024252B" w:rsidP="00B77E03">
      <w:r w:rsidRPr="002813C1">
        <w:t>Quand il se fût agi de sauver d</w:t>
      </w:r>
      <w:r w:rsidR="00B77E03">
        <w:t>’</w:t>
      </w:r>
      <w:r w:rsidRPr="002813C1">
        <w:t>un seul mot la vie de son fils</w:t>
      </w:r>
      <w:r w:rsidR="00B77E03">
        <w:t xml:space="preserve">, </w:t>
      </w:r>
      <w:r w:rsidRPr="002813C1">
        <w:t xml:space="preserve">de son </w:t>
      </w:r>
      <w:proofErr w:type="spellStart"/>
      <w:r w:rsidRPr="002813C1">
        <w:t>Wilkie</w:t>
      </w:r>
      <w:proofErr w:type="spellEnd"/>
      <w:r w:rsidR="00B77E03">
        <w:t>, M</w:t>
      </w:r>
      <w:r w:rsidR="00B77E03" w:rsidRPr="00B77E03">
        <w:rPr>
          <w:vertAlign w:val="superscript"/>
        </w:rPr>
        <w:t>me</w:t>
      </w:r>
      <w:r w:rsidR="00B77E03">
        <w:t> </w:t>
      </w:r>
      <w:r w:rsidRPr="002813C1">
        <w:t>d</w:t>
      </w:r>
      <w:r w:rsidR="00B77E03">
        <w:t>’</w:t>
      </w:r>
      <w:r w:rsidRPr="002813C1">
        <w:t>Argelès n</w:t>
      </w:r>
      <w:r w:rsidR="00B77E03">
        <w:t>’</w:t>
      </w:r>
      <w:r w:rsidRPr="002813C1">
        <w:t>eût pu prononcer ce mot</w:t>
      </w:r>
      <w:r w:rsidR="00B77E03">
        <w:t>.</w:t>
      </w:r>
    </w:p>
    <w:p w14:paraId="675DC1A4" w14:textId="77777777" w:rsidR="00B77E03" w:rsidRDefault="0024252B" w:rsidP="00B77E03">
      <w:r w:rsidRPr="002813C1">
        <w:t>Elle savait</w:t>
      </w:r>
      <w:r w:rsidR="00B77E03">
        <w:t xml:space="preserve">, </w:t>
      </w:r>
      <w:r w:rsidRPr="002813C1">
        <w:t>elle</w:t>
      </w:r>
      <w:r w:rsidR="00B77E03">
        <w:t xml:space="preserve">, </w:t>
      </w:r>
      <w:r w:rsidRPr="002813C1">
        <w:t>les horribles déchirements qui avaient conduit le baron à une sorte de suicide moral</w:t>
      </w:r>
      <w:r w:rsidR="00B77E03">
        <w:t xml:space="preserve">, </w:t>
      </w:r>
      <w:r w:rsidRPr="002813C1">
        <w:t>qui l</w:t>
      </w:r>
      <w:r w:rsidR="00B77E03">
        <w:t>’</w:t>
      </w:r>
      <w:r w:rsidRPr="002813C1">
        <w:t>avaient amené à lier des parties de cartes où il risquait un demi-million et qui duraient une semaine à douze heures par jour</w:t>
      </w:r>
      <w:r w:rsidR="00B77E03">
        <w:t>.</w:t>
      </w:r>
    </w:p>
    <w:p w14:paraId="66308EB4" w14:textId="223D04A7" w:rsidR="00B77E03" w:rsidRDefault="00B77E03" w:rsidP="00B77E03">
      <w:r>
        <w:t>— </w:t>
      </w:r>
      <w:r w:rsidR="0024252B" w:rsidRPr="002813C1">
        <w:t>Mais ce n</w:t>
      </w:r>
      <w:r>
        <w:t>’</w:t>
      </w:r>
      <w:r w:rsidR="0024252B" w:rsidRPr="002813C1">
        <w:t>est pas tout</w:t>
      </w:r>
      <w:r>
        <w:t xml:space="preserve">, </w:t>
      </w:r>
      <w:r w:rsidR="0024252B" w:rsidRPr="002813C1">
        <w:t>reprit-il</w:t>
      </w:r>
      <w:r>
        <w:t xml:space="preserve">, </w:t>
      </w:r>
      <w:r w:rsidR="0024252B" w:rsidRPr="002813C1">
        <w:t>écoutez encore</w:t>
      </w:r>
      <w:r>
        <w:t xml:space="preserve">… </w:t>
      </w:r>
      <w:r w:rsidR="0024252B" w:rsidRPr="002813C1">
        <w:t>J</w:t>
      </w:r>
      <w:r>
        <w:t>’</w:t>
      </w:r>
      <w:r w:rsidR="0024252B" w:rsidRPr="002813C1">
        <w:t>étais sûr</w:t>
      </w:r>
      <w:r>
        <w:t xml:space="preserve">, </w:t>
      </w:r>
      <w:r w:rsidR="0024252B" w:rsidRPr="002813C1">
        <w:t>je vous l</w:t>
      </w:r>
      <w:r>
        <w:t>’</w:t>
      </w:r>
      <w:r w:rsidR="0024252B" w:rsidRPr="002813C1">
        <w:t>ai dit souvent</w:t>
      </w:r>
      <w:r>
        <w:t xml:space="preserve">, </w:t>
      </w:r>
      <w:r w:rsidR="0024252B" w:rsidRPr="002813C1">
        <w:t>que ma femme</w:t>
      </w:r>
      <w:r>
        <w:t xml:space="preserve">, </w:t>
      </w:r>
      <w:r w:rsidR="0024252B" w:rsidRPr="002813C1">
        <w:t>en mon absence</w:t>
      </w:r>
      <w:r>
        <w:t xml:space="preserve">, </w:t>
      </w:r>
      <w:r w:rsidR="0024252B" w:rsidRPr="002813C1">
        <w:t>était devenue mère</w:t>
      </w:r>
      <w:r>
        <w:t xml:space="preserve">… </w:t>
      </w:r>
      <w:r w:rsidR="0024252B" w:rsidRPr="002813C1">
        <w:t>Je l</w:t>
      </w:r>
      <w:r>
        <w:t>’</w:t>
      </w:r>
      <w:r w:rsidR="0024252B" w:rsidRPr="002813C1">
        <w:t>ai cherché des années</w:t>
      </w:r>
      <w:r>
        <w:t xml:space="preserve">, </w:t>
      </w:r>
      <w:r w:rsidR="0024252B" w:rsidRPr="002813C1">
        <w:t>cet enfant maudit</w:t>
      </w:r>
      <w:r>
        <w:t xml:space="preserve">, </w:t>
      </w:r>
      <w:r w:rsidR="0024252B" w:rsidRPr="002813C1">
        <w:t>espérant que par lui j</w:t>
      </w:r>
      <w:r>
        <w:t>’</w:t>
      </w:r>
      <w:r w:rsidR="0024252B" w:rsidRPr="002813C1">
        <w:t>arriverais jusqu</w:t>
      </w:r>
      <w:r>
        <w:t>’</w:t>
      </w:r>
      <w:r w:rsidR="0024252B" w:rsidRPr="002813C1">
        <w:t>à son père</w:t>
      </w:r>
      <w:r>
        <w:t xml:space="preserve">… </w:t>
      </w:r>
      <w:r w:rsidR="0024252B" w:rsidRPr="002813C1">
        <w:t>Eh bien</w:t>
      </w:r>
      <w:r>
        <w:t xml:space="preserve">, </w:t>
      </w:r>
      <w:r w:rsidR="0024252B" w:rsidRPr="002813C1">
        <w:t>je l</w:t>
      </w:r>
      <w:r>
        <w:t>’</w:t>
      </w:r>
      <w:r w:rsidR="0024252B" w:rsidRPr="002813C1">
        <w:t>ai retrouvé</w:t>
      </w:r>
      <w:r>
        <w:t xml:space="preserve"> !… </w:t>
      </w:r>
      <w:r w:rsidR="0024252B" w:rsidRPr="002813C1">
        <w:t>Cette enfant est aujourd</w:t>
      </w:r>
      <w:r>
        <w:t>’</w:t>
      </w:r>
      <w:r w:rsidR="0024252B" w:rsidRPr="002813C1">
        <w:t>hui une belle jeune fille</w:t>
      </w:r>
      <w:r>
        <w:t xml:space="preserve">… </w:t>
      </w:r>
      <w:r w:rsidR="0024252B" w:rsidRPr="002813C1">
        <w:t>Elle vivait à l</w:t>
      </w:r>
      <w:r>
        <w:t>’</w:t>
      </w:r>
      <w:r w:rsidR="0024252B" w:rsidRPr="002813C1">
        <w:t xml:space="preserve">hôtel de </w:t>
      </w:r>
      <w:proofErr w:type="spellStart"/>
      <w:r w:rsidR="0024252B" w:rsidRPr="002813C1">
        <w:t>Chalusse</w:t>
      </w:r>
      <w:proofErr w:type="spellEnd"/>
      <w:r>
        <w:t xml:space="preserve">, </w:t>
      </w:r>
      <w:r w:rsidR="0024252B" w:rsidRPr="002813C1">
        <w:t>près de votre frère</w:t>
      </w:r>
      <w:r>
        <w:t xml:space="preserve">… </w:t>
      </w:r>
      <w:r w:rsidR="0024252B" w:rsidRPr="002813C1">
        <w:t>On l</w:t>
      </w:r>
      <w:r>
        <w:t>’</w:t>
      </w:r>
      <w:r w:rsidR="0024252B" w:rsidRPr="002813C1">
        <w:t xml:space="preserve">appelle </w:t>
      </w:r>
      <w:r>
        <w:t>M</w:t>
      </w:r>
      <w:r w:rsidRPr="00B77E03">
        <w:rPr>
          <w:vertAlign w:val="superscript"/>
        </w:rPr>
        <w:t>lle</w:t>
      </w:r>
      <w:r>
        <w:t> </w:t>
      </w:r>
      <w:r w:rsidR="0024252B" w:rsidRPr="002813C1">
        <w:t>Marguerite</w:t>
      </w:r>
      <w:r>
        <w:t>.</w:t>
      </w:r>
    </w:p>
    <w:p w14:paraId="6BAC0D62" w14:textId="1AA48C06" w:rsidR="00B77E03" w:rsidRDefault="0024252B" w:rsidP="00B77E03">
      <w:r w:rsidRPr="002813C1">
        <w:t>Accotée contre le mur</w:t>
      </w:r>
      <w:r w:rsidR="00B77E03">
        <w:t xml:space="preserve">, </w:t>
      </w:r>
      <w:r w:rsidRPr="002813C1">
        <w:t>les bras pendants et inertes</w:t>
      </w:r>
      <w:r w:rsidR="00B77E03">
        <w:t xml:space="preserve">, </w:t>
      </w:r>
      <w:r w:rsidRPr="002813C1">
        <w:t>plus tremblante que la feuille</w:t>
      </w:r>
      <w:r w:rsidR="00B77E03">
        <w:t>, M</w:t>
      </w:r>
      <w:r w:rsidR="00B77E03" w:rsidRPr="00B77E03">
        <w:rPr>
          <w:vertAlign w:val="superscript"/>
        </w:rPr>
        <w:t>me</w:t>
      </w:r>
      <w:r w:rsidR="00B77E03">
        <w:t> </w:t>
      </w:r>
      <w:r w:rsidRPr="002813C1">
        <w:t>d</w:t>
      </w:r>
      <w:r w:rsidR="00B77E03">
        <w:t>’</w:t>
      </w:r>
      <w:r w:rsidRPr="002813C1">
        <w:t>Argelès écoutait</w:t>
      </w:r>
      <w:r w:rsidR="00B77E03">
        <w:t>.</w:t>
      </w:r>
    </w:p>
    <w:p w14:paraId="51CF84FF" w14:textId="77777777" w:rsidR="00B77E03" w:rsidRDefault="0024252B" w:rsidP="00B77E03">
      <w:r w:rsidRPr="002813C1">
        <w:t>Et c</w:t>
      </w:r>
      <w:r w:rsidR="00B77E03">
        <w:t>’</w:t>
      </w:r>
      <w:r w:rsidRPr="002813C1">
        <w:t>était à douter qu</w:t>
      </w:r>
      <w:r w:rsidR="00B77E03">
        <w:t>’</w:t>
      </w:r>
      <w:r w:rsidRPr="002813C1">
        <w:t>elle comprît</w:t>
      </w:r>
      <w:r w:rsidR="00B77E03">
        <w:t xml:space="preserve">, </w:t>
      </w:r>
      <w:r w:rsidRPr="002813C1">
        <w:t>tant il y avait dans ses yeux d</w:t>
      </w:r>
      <w:r w:rsidR="00B77E03">
        <w:t>’</w:t>
      </w:r>
      <w:r w:rsidRPr="002813C1">
        <w:t>égarement et de détresse</w:t>
      </w:r>
      <w:r w:rsidR="00B77E03">
        <w:t>…</w:t>
      </w:r>
    </w:p>
    <w:p w14:paraId="00348E0E" w14:textId="77777777" w:rsidR="00B77E03" w:rsidRDefault="0024252B" w:rsidP="00B77E03">
      <w:r w:rsidRPr="002813C1">
        <w:t>C</w:t>
      </w:r>
      <w:r w:rsidR="00B77E03">
        <w:t>’</w:t>
      </w:r>
      <w:r w:rsidRPr="002813C1">
        <w:t>est que l</w:t>
      </w:r>
      <w:r w:rsidR="00B77E03">
        <w:t>’</w:t>
      </w:r>
      <w:r w:rsidRPr="002813C1">
        <w:t>horreur de l</w:t>
      </w:r>
      <w:r w:rsidR="00B77E03">
        <w:t>’</w:t>
      </w:r>
      <w:r w:rsidRPr="002813C1">
        <w:t>événement dépassait ses appréhensions les plus affreuses</w:t>
      </w:r>
      <w:r w:rsidR="00B77E03">
        <w:t>…</w:t>
      </w:r>
    </w:p>
    <w:p w14:paraId="06C20412" w14:textId="77777777" w:rsidR="00B77E03" w:rsidRDefault="0024252B" w:rsidP="00B77E03">
      <w:r w:rsidRPr="002813C1">
        <w:t>L</w:t>
      </w:r>
      <w:r w:rsidR="00B77E03">
        <w:t>’</w:t>
      </w:r>
      <w:r w:rsidRPr="002813C1">
        <w:t>étrangeté de la réalité outrait les plus sinistres caprices du cauchemar</w:t>
      </w:r>
      <w:r w:rsidR="00B77E03">
        <w:t>…</w:t>
      </w:r>
    </w:p>
    <w:p w14:paraId="420106E2" w14:textId="77777777" w:rsidR="00B77E03" w:rsidRDefault="0024252B" w:rsidP="00B77E03">
      <w:r w:rsidRPr="002813C1">
        <w:t>Sa raison vacillait sous tant de coups répétés</w:t>
      </w:r>
      <w:r w:rsidR="00B77E03">
        <w:t xml:space="preserve">, </w:t>
      </w:r>
      <w:r w:rsidRPr="002813C1">
        <w:t>et son fils</w:t>
      </w:r>
      <w:r w:rsidR="00B77E03">
        <w:t xml:space="preserve">, </w:t>
      </w:r>
      <w:r w:rsidRPr="002813C1">
        <w:t>son frère</w:t>
      </w:r>
      <w:r w:rsidR="00B77E03">
        <w:t xml:space="preserve">, </w:t>
      </w:r>
      <w:r w:rsidRPr="002813C1">
        <w:t>Marguerite</w:t>
      </w:r>
      <w:r w:rsidR="00B77E03">
        <w:t xml:space="preserve">, </w:t>
      </w:r>
      <w:r w:rsidRPr="002813C1">
        <w:t xml:space="preserve">Pascal </w:t>
      </w:r>
      <w:proofErr w:type="spellStart"/>
      <w:r w:rsidRPr="002813C1">
        <w:t>Férailleur</w:t>
      </w:r>
      <w:proofErr w:type="spellEnd"/>
      <w:r w:rsidR="00B77E03">
        <w:t xml:space="preserve">, </w:t>
      </w:r>
      <w:proofErr w:type="spellStart"/>
      <w:r w:rsidRPr="002813C1">
        <w:t>Coralth</w:t>
      </w:r>
      <w:proofErr w:type="spellEnd"/>
      <w:r w:rsidR="00B77E03">
        <w:t xml:space="preserve">, </w:t>
      </w:r>
      <w:proofErr w:type="spellStart"/>
      <w:r w:rsidRPr="002813C1">
        <w:t>Valorsay</w:t>
      </w:r>
      <w:proofErr w:type="spellEnd"/>
      <w:r w:rsidR="00B77E03">
        <w:t xml:space="preserve">, </w:t>
      </w:r>
      <w:r w:rsidRPr="002813C1">
        <w:t>tous ceux qu</w:t>
      </w:r>
      <w:r w:rsidR="00B77E03">
        <w:t>’</w:t>
      </w:r>
      <w:r w:rsidRPr="002813C1">
        <w:t>elle aimait</w:t>
      </w:r>
      <w:r w:rsidR="00B77E03">
        <w:t xml:space="preserve">, </w:t>
      </w:r>
      <w:r w:rsidRPr="002813C1">
        <w:t>craignait ou haïssait</w:t>
      </w:r>
      <w:r w:rsidR="00B77E03">
        <w:t xml:space="preserve">, </w:t>
      </w:r>
      <w:r w:rsidRPr="002813C1">
        <w:t>tourbillonnaient comme des spectres dans le chaos de son cerveau</w:t>
      </w:r>
      <w:r w:rsidR="00B77E03">
        <w:t>…</w:t>
      </w:r>
    </w:p>
    <w:p w14:paraId="75C0808D" w14:textId="77777777" w:rsidR="00B77E03" w:rsidRDefault="0024252B" w:rsidP="00B77E03">
      <w:r w:rsidRPr="002813C1">
        <w:lastRenderedPageBreak/>
        <w:t>Ce qui redoublait sa stupeur</w:t>
      </w:r>
      <w:r w:rsidR="00B77E03">
        <w:t xml:space="preserve">, </w:t>
      </w:r>
      <w:r w:rsidRPr="002813C1">
        <w:t>c</w:t>
      </w:r>
      <w:r w:rsidR="00B77E03">
        <w:t>’</w:t>
      </w:r>
      <w:r w:rsidRPr="002813C1">
        <w:t>était le sang-froid du baron</w:t>
      </w:r>
      <w:r w:rsidR="00B77E03">
        <w:t>.</w:t>
      </w:r>
    </w:p>
    <w:p w14:paraId="1927AEB1" w14:textId="77777777" w:rsidR="00B77E03" w:rsidRDefault="0024252B" w:rsidP="00B77E03">
      <w:r w:rsidRPr="002813C1">
        <w:t>Tant de fois elle l</w:t>
      </w:r>
      <w:r w:rsidR="00B77E03">
        <w:t>’</w:t>
      </w:r>
      <w:r w:rsidRPr="002813C1">
        <w:t>avait entendu exhaler en menaces terribles sa douleur et sa haine</w:t>
      </w:r>
      <w:r w:rsidR="00B77E03">
        <w:t xml:space="preserve">, </w:t>
      </w:r>
      <w:r w:rsidRPr="002813C1">
        <w:t>qu</w:t>
      </w:r>
      <w:r w:rsidR="00B77E03">
        <w:t>’</w:t>
      </w:r>
      <w:r w:rsidRPr="002813C1">
        <w:t>elle ne pouvait croire qu</w:t>
      </w:r>
      <w:r w:rsidR="00B77E03">
        <w:t>’</w:t>
      </w:r>
      <w:r w:rsidRPr="002813C1">
        <w:t>il se résignât ainsi</w:t>
      </w:r>
      <w:r w:rsidR="00B77E03">
        <w:t>.</w:t>
      </w:r>
    </w:p>
    <w:p w14:paraId="2CE4C445" w14:textId="77777777" w:rsidR="00B77E03" w:rsidRDefault="0024252B" w:rsidP="00B77E03">
      <w:r w:rsidRPr="002813C1">
        <w:t>Son calme était-il sincère</w:t>
      </w:r>
      <w:r w:rsidR="00B77E03">
        <w:t xml:space="preserve"> ? </w:t>
      </w:r>
      <w:r w:rsidRPr="002813C1">
        <w:t>Ne masquait-il pas plutôt une effroyable colère tout près d</w:t>
      </w:r>
      <w:r w:rsidR="00B77E03">
        <w:t>’</w:t>
      </w:r>
      <w:r w:rsidRPr="002813C1">
        <w:t>éclater</w:t>
      </w:r>
      <w:r w:rsidR="00B77E03">
        <w:t> ?</w:t>
      </w:r>
    </w:p>
    <w:p w14:paraId="435BB1F9" w14:textId="77777777" w:rsidR="00B77E03" w:rsidRDefault="0024252B" w:rsidP="00B77E03">
      <w:r w:rsidRPr="002813C1">
        <w:t>Lui cependant poursuivait</w:t>
      </w:r>
      <w:r w:rsidR="00B77E03">
        <w:t> :</w:t>
      </w:r>
    </w:p>
    <w:p w14:paraId="10330790" w14:textId="77777777" w:rsidR="00B77E03" w:rsidRDefault="00B77E03" w:rsidP="00B77E03">
      <w:r>
        <w:t>— </w:t>
      </w:r>
      <w:r w:rsidR="0024252B" w:rsidRPr="002813C1">
        <w:t>C</w:t>
      </w:r>
      <w:r>
        <w:t>’</w:t>
      </w:r>
      <w:r w:rsidR="0024252B" w:rsidRPr="002813C1">
        <w:t>est ainsi que la destinée se joue de nous et se raille de nos desseins</w:t>
      </w:r>
      <w:r>
        <w:t xml:space="preserve">… </w:t>
      </w:r>
      <w:r w:rsidR="0024252B" w:rsidRPr="002813C1">
        <w:t>Vous souvient-il</w:t>
      </w:r>
      <w:r>
        <w:t xml:space="preserve">, </w:t>
      </w:r>
      <w:r w:rsidR="0024252B" w:rsidRPr="002813C1">
        <w:t>Lia</w:t>
      </w:r>
      <w:r>
        <w:t xml:space="preserve">, </w:t>
      </w:r>
      <w:r w:rsidR="0024252B" w:rsidRPr="002813C1">
        <w:t>du jour où je vous rencontrai</w:t>
      </w:r>
      <w:r>
        <w:t xml:space="preserve">, </w:t>
      </w:r>
      <w:r w:rsidR="0024252B" w:rsidRPr="002813C1">
        <w:t>errant à travers les rues de Paris</w:t>
      </w:r>
      <w:r>
        <w:t xml:space="preserve">, </w:t>
      </w:r>
      <w:r w:rsidR="0024252B" w:rsidRPr="002813C1">
        <w:t>votre enfant sur les bras</w:t>
      </w:r>
      <w:r>
        <w:t xml:space="preserve">, </w:t>
      </w:r>
      <w:r w:rsidR="0024252B" w:rsidRPr="002813C1">
        <w:t>pâle</w:t>
      </w:r>
      <w:r>
        <w:t xml:space="preserve">, </w:t>
      </w:r>
      <w:r w:rsidR="0024252B" w:rsidRPr="002813C1">
        <w:t>exténuée de fatigue et de besoin</w:t>
      </w:r>
      <w:r>
        <w:t xml:space="preserve">, </w:t>
      </w:r>
      <w:r w:rsidR="0024252B" w:rsidRPr="002813C1">
        <w:t>désespérée</w:t>
      </w:r>
      <w:r>
        <w:t xml:space="preserve">, </w:t>
      </w:r>
      <w:r w:rsidR="0024252B" w:rsidRPr="002813C1">
        <w:t>sans asile et sans pain</w:t>
      </w:r>
      <w:r>
        <w:t xml:space="preserve">… </w:t>
      </w:r>
      <w:r w:rsidR="0024252B" w:rsidRPr="002813C1">
        <w:t>Vous n</w:t>
      </w:r>
      <w:r>
        <w:t>’</w:t>
      </w:r>
      <w:r w:rsidR="0024252B" w:rsidRPr="002813C1">
        <w:t>aperceviez plus d</w:t>
      </w:r>
      <w:r>
        <w:t>’</w:t>
      </w:r>
      <w:r w:rsidR="0024252B" w:rsidRPr="002813C1">
        <w:t>autre refuge que la mort</w:t>
      </w:r>
      <w:r>
        <w:t xml:space="preserve">, </w:t>
      </w:r>
      <w:r w:rsidR="0024252B" w:rsidRPr="002813C1">
        <w:t>m</w:t>
      </w:r>
      <w:r>
        <w:t>’</w:t>
      </w:r>
      <w:r w:rsidR="0024252B" w:rsidRPr="002813C1">
        <w:t>avez-vous dit depuis</w:t>
      </w:r>
      <w:r>
        <w:t xml:space="preserve">. </w:t>
      </w:r>
      <w:r w:rsidR="0024252B" w:rsidRPr="002813C1">
        <w:t>Comment m</w:t>
      </w:r>
      <w:r>
        <w:t>’</w:t>
      </w:r>
      <w:r w:rsidR="0024252B" w:rsidRPr="002813C1">
        <w:t>imaginer</w:t>
      </w:r>
      <w:r>
        <w:t xml:space="preserve">, </w:t>
      </w:r>
      <w:r w:rsidR="0024252B" w:rsidRPr="002813C1">
        <w:t>quand je vous recueillis</w:t>
      </w:r>
      <w:r>
        <w:t xml:space="preserve">, </w:t>
      </w:r>
      <w:r w:rsidR="0024252B" w:rsidRPr="002813C1">
        <w:t>que je sauvais du suicide la sœur de mon ennemi le plus cruel</w:t>
      </w:r>
      <w:r>
        <w:t xml:space="preserve">, </w:t>
      </w:r>
      <w:r w:rsidR="0024252B" w:rsidRPr="002813C1">
        <w:t>la sœur de l</w:t>
      </w:r>
      <w:r>
        <w:t>’</w:t>
      </w:r>
      <w:r w:rsidR="0024252B" w:rsidRPr="002813C1">
        <w:t>homme que je poursuivais en vain avec un acharnement furieux</w:t>
      </w:r>
      <w:r>
        <w:t>.</w:t>
      </w:r>
    </w:p>
    <w:p w14:paraId="2C418B97" w14:textId="77777777" w:rsidR="00B77E03" w:rsidRDefault="0024252B" w:rsidP="00B77E03">
      <w:r w:rsidRPr="002813C1">
        <w:t>Sa respiration devenait haletante</w:t>
      </w:r>
      <w:r w:rsidR="00B77E03">
        <w:t xml:space="preserve">, </w:t>
      </w:r>
      <w:r w:rsidRPr="002813C1">
        <w:t>et machinalement il passait et repassait la main sur son front</w:t>
      </w:r>
      <w:r w:rsidR="00B77E03">
        <w:t xml:space="preserve">, </w:t>
      </w:r>
      <w:r w:rsidRPr="002813C1">
        <w:t>comme s</w:t>
      </w:r>
      <w:r w:rsidR="00B77E03">
        <w:t>’</w:t>
      </w:r>
      <w:r w:rsidRPr="002813C1">
        <w:t>il eût pu</w:t>
      </w:r>
      <w:r w:rsidR="00B77E03">
        <w:t xml:space="preserve">, </w:t>
      </w:r>
      <w:r w:rsidRPr="002813C1">
        <w:t>par ce geste</w:t>
      </w:r>
      <w:r w:rsidR="00B77E03">
        <w:t xml:space="preserve">, </w:t>
      </w:r>
      <w:r w:rsidRPr="002813C1">
        <w:t>chasser une pensée qui l</w:t>
      </w:r>
      <w:r w:rsidR="00B77E03">
        <w:t>’</w:t>
      </w:r>
      <w:r w:rsidRPr="002813C1">
        <w:t>obsédait</w:t>
      </w:r>
      <w:r w:rsidR="00B77E03">
        <w:t>.</w:t>
      </w:r>
    </w:p>
    <w:p w14:paraId="0E622B35" w14:textId="77777777" w:rsidR="00B77E03" w:rsidRDefault="00B77E03" w:rsidP="00B77E03">
      <w:r>
        <w:t>— </w:t>
      </w:r>
      <w:r w:rsidR="0024252B" w:rsidRPr="002813C1">
        <w:t>Tout ne serait pas dit</w:t>
      </w:r>
      <w:r>
        <w:t xml:space="preserve">, </w:t>
      </w:r>
      <w:r w:rsidR="0024252B" w:rsidRPr="002813C1">
        <w:t>cependant</w:t>
      </w:r>
      <w:r>
        <w:t xml:space="preserve">, </w:t>
      </w:r>
      <w:r w:rsidR="0024252B" w:rsidRPr="002813C1">
        <w:t>si je le voulais bien</w:t>
      </w:r>
      <w:r>
        <w:t xml:space="preserve">, </w:t>
      </w:r>
      <w:r w:rsidR="0024252B" w:rsidRPr="002813C1">
        <w:t>continua-t-il avec un mauvais sourire</w:t>
      </w:r>
      <w:r>
        <w:t xml:space="preserve">… </w:t>
      </w:r>
      <w:r w:rsidR="0024252B" w:rsidRPr="002813C1">
        <w:t>Le comte est mort</w:t>
      </w:r>
      <w:r>
        <w:t xml:space="preserve">, </w:t>
      </w:r>
      <w:r w:rsidR="0024252B" w:rsidRPr="002813C1">
        <w:t>mais je puis encore lui rendre honte pour honte</w:t>
      </w:r>
      <w:r>
        <w:t xml:space="preserve">… </w:t>
      </w:r>
      <w:r w:rsidR="0024252B" w:rsidRPr="002813C1">
        <w:t>Il m</w:t>
      </w:r>
      <w:r>
        <w:t>’</w:t>
      </w:r>
      <w:r w:rsidR="0024252B" w:rsidRPr="002813C1">
        <w:t>a déshonoré</w:t>
      </w:r>
      <w:r>
        <w:t xml:space="preserve">, </w:t>
      </w:r>
      <w:r w:rsidR="0024252B" w:rsidRPr="002813C1">
        <w:t>autrefois</w:t>
      </w:r>
      <w:r>
        <w:t xml:space="preserve"> !… </w:t>
      </w:r>
      <w:r w:rsidR="0024252B" w:rsidRPr="002813C1">
        <w:t>Qui m</w:t>
      </w:r>
      <w:r>
        <w:t>’</w:t>
      </w:r>
      <w:r w:rsidR="0024252B" w:rsidRPr="002813C1">
        <w:t>empêche aujourd</w:t>
      </w:r>
      <w:r>
        <w:t>’</w:t>
      </w:r>
      <w:r w:rsidR="0024252B" w:rsidRPr="002813C1">
        <w:t>hui de flétrir d</w:t>
      </w:r>
      <w:r>
        <w:t>’</w:t>
      </w:r>
      <w:r w:rsidR="0024252B" w:rsidRPr="002813C1">
        <w:t xml:space="preserve">un ineffaçable opprobre ce grand nom de </w:t>
      </w:r>
      <w:proofErr w:type="spellStart"/>
      <w:r w:rsidR="0024252B" w:rsidRPr="002813C1">
        <w:t>Chalusse</w:t>
      </w:r>
      <w:proofErr w:type="spellEnd"/>
      <w:r w:rsidR="0024252B" w:rsidRPr="002813C1">
        <w:t xml:space="preserve"> dont il était si fier</w:t>
      </w:r>
      <w:r>
        <w:t xml:space="preserve"> !… </w:t>
      </w:r>
      <w:r w:rsidR="0024252B" w:rsidRPr="002813C1">
        <w:t>Il a séduit ma femme</w:t>
      </w:r>
      <w:r>
        <w:t xml:space="preserve">, </w:t>
      </w:r>
      <w:r w:rsidR="0024252B" w:rsidRPr="002813C1">
        <w:t>je puis demain apprendre à tout Paris ce qu</w:t>
      </w:r>
      <w:r>
        <w:t>’</w:t>
      </w:r>
      <w:r w:rsidR="0024252B" w:rsidRPr="002813C1">
        <w:t>a été</w:t>
      </w:r>
      <w:r>
        <w:t xml:space="preserve">, </w:t>
      </w:r>
      <w:r w:rsidR="0024252B" w:rsidRPr="002813C1">
        <w:t>ce qu</w:t>
      </w:r>
      <w:r>
        <w:t>’</w:t>
      </w:r>
      <w:r w:rsidR="0024252B" w:rsidRPr="002813C1">
        <w:t>est devenue sa sœur</w:t>
      </w:r>
      <w:r>
        <w:t> !…</w:t>
      </w:r>
    </w:p>
    <w:p w14:paraId="5E17D47B" w14:textId="7ED7A031" w:rsidR="00B77E03" w:rsidRDefault="0024252B" w:rsidP="00B77E03">
      <w:r w:rsidRPr="002813C1">
        <w:t>Ah</w:t>
      </w:r>
      <w:r w:rsidR="00B77E03">
        <w:t xml:space="preserve"> ! </w:t>
      </w:r>
      <w:r w:rsidRPr="002813C1">
        <w:t>c</w:t>
      </w:r>
      <w:r w:rsidR="00B77E03">
        <w:t>’</w:t>
      </w:r>
      <w:r w:rsidRPr="002813C1">
        <w:t>était là</w:t>
      </w:r>
      <w:r w:rsidR="00B77E03">
        <w:t xml:space="preserve">, </w:t>
      </w:r>
      <w:r w:rsidRPr="002813C1">
        <w:t>oui c</w:t>
      </w:r>
      <w:r w:rsidR="00B77E03">
        <w:t>’</w:t>
      </w:r>
      <w:r w:rsidRPr="002813C1">
        <w:t xml:space="preserve">était là ce que redoutait </w:t>
      </w:r>
      <w:r w:rsidR="00B77E03">
        <w:t>M</w:t>
      </w:r>
      <w:r w:rsidR="00B77E03" w:rsidRPr="00B77E03">
        <w:rPr>
          <w:vertAlign w:val="superscript"/>
        </w:rPr>
        <w:t>me</w:t>
      </w:r>
      <w:r w:rsidR="00B77E03">
        <w:t> </w:t>
      </w:r>
      <w:r w:rsidRPr="002813C1">
        <w:t>d</w:t>
      </w:r>
      <w:r w:rsidR="00B77E03">
        <w:t>’</w:t>
      </w:r>
      <w:r w:rsidRPr="002813C1">
        <w:t>Argelès</w:t>
      </w:r>
      <w:r w:rsidR="00B77E03">
        <w:t>.</w:t>
      </w:r>
    </w:p>
    <w:p w14:paraId="4010EF36" w14:textId="77777777" w:rsidR="00B77E03" w:rsidRDefault="0024252B" w:rsidP="00B77E03">
      <w:r w:rsidRPr="002813C1">
        <w:lastRenderedPageBreak/>
        <w:t>Elle se laissa glisser à genoux</w:t>
      </w:r>
      <w:r w:rsidR="00B77E03">
        <w:t xml:space="preserve">, </w:t>
      </w:r>
      <w:r w:rsidRPr="002813C1">
        <w:t>et les mains jointes</w:t>
      </w:r>
      <w:r w:rsidR="00B77E03">
        <w:t xml:space="preserve">, </w:t>
      </w:r>
      <w:r w:rsidRPr="002813C1">
        <w:t>d</w:t>
      </w:r>
      <w:r w:rsidR="00B77E03">
        <w:t>’</w:t>
      </w:r>
      <w:r w:rsidRPr="002813C1">
        <w:t>une voix suppliante</w:t>
      </w:r>
      <w:r w:rsidR="00B77E03">
        <w:t> :</w:t>
      </w:r>
    </w:p>
    <w:p w14:paraId="2CC2C83A" w14:textId="77777777" w:rsidR="00B77E03" w:rsidRDefault="00B77E03" w:rsidP="00B77E03">
      <w:r>
        <w:t>— </w:t>
      </w:r>
      <w:r w:rsidR="0024252B" w:rsidRPr="002813C1">
        <w:t>Grâce</w:t>
      </w:r>
      <w:r>
        <w:t xml:space="preserve"> !… </w:t>
      </w:r>
      <w:r w:rsidR="0024252B" w:rsidRPr="002813C1">
        <w:t>balbutia-t-elle</w:t>
      </w:r>
      <w:r>
        <w:t xml:space="preserve">, </w:t>
      </w:r>
      <w:r w:rsidR="0024252B" w:rsidRPr="002813C1">
        <w:t>grâce</w:t>
      </w:r>
      <w:r>
        <w:t xml:space="preserve">, </w:t>
      </w:r>
      <w:r w:rsidR="0024252B" w:rsidRPr="002813C1">
        <w:t>pardonnez</w:t>
      </w:r>
      <w:r>
        <w:t xml:space="preserve"> !… </w:t>
      </w:r>
      <w:r w:rsidR="0024252B" w:rsidRPr="002813C1">
        <w:t>Ayez pitié de moi</w:t>
      </w:r>
      <w:r>
        <w:t xml:space="preserve">… </w:t>
      </w:r>
      <w:r w:rsidR="0024252B" w:rsidRPr="002813C1">
        <w:t>N</w:t>
      </w:r>
      <w:r>
        <w:t>’</w:t>
      </w:r>
      <w:r w:rsidR="0024252B" w:rsidRPr="002813C1">
        <w:t>ai-je donc pas toujours été pour vous une amie fidèle et dévouée</w:t>
      </w:r>
      <w:r>
        <w:t xml:space="preserve">. </w:t>
      </w:r>
      <w:r w:rsidR="0024252B" w:rsidRPr="002813C1">
        <w:t>Souvenez-vous de ce passé que vous invoquiez</w:t>
      </w:r>
      <w:r>
        <w:t xml:space="preserve"> !… </w:t>
      </w:r>
      <w:r w:rsidR="0024252B" w:rsidRPr="002813C1">
        <w:t>Qui donc vous a aidé à porter l</w:t>
      </w:r>
      <w:r>
        <w:t>’</w:t>
      </w:r>
      <w:r w:rsidR="0024252B" w:rsidRPr="002813C1">
        <w:t>écrasant fardeau de vos chagrins</w:t>
      </w:r>
      <w:r>
        <w:t xml:space="preserve"> ? </w:t>
      </w:r>
      <w:r w:rsidR="0024252B" w:rsidRPr="002813C1">
        <w:t>Ne vous rappelez-vous donc plus que vous aussi</w:t>
      </w:r>
      <w:r>
        <w:t xml:space="preserve">, </w:t>
      </w:r>
      <w:r w:rsidR="0024252B" w:rsidRPr="002813C1">
        <w:t>un jour</w:t>
      </w:r>
      <w:r>
        <w:t xml:space="preserve">, </w:t>
      </w:r>
      <w:r w:rsidR="0024252B" w:rsidRPr="002813C1">
        <w:t>vous vouliez mourir</w:t>
      </w:r>
      <w:r>
        <w:t xml:space="preserve"> !… </w:t>
      </w:r>
      <w:r w:rsidR="0024252B" w:rsidRPr="002813C1">
        <w:t>Une femme s</w:t>
      </w:r>
      <w:r>
        <w:t>’</w:t>
      </w:r>
      <w:r w:rsidR="0024252B" w:rsidRPr="002813C1">
        <w:t>est trouvée dont les douces paroles ont écarté de vous l</w:t>
      </w:r>
      <w:r>
        <w:t>’</w:t>
      </w:r>
      <w:r w:rsidR="0024252B" w:rsidRPr="002813C1">
        <w:t>idée du suicide</w:t>
      </w:r>
      <w:r>
        <w:t xml:space="preserve">, </w:t>
      </w:r>
      <w:r w:rsidR="0024252B" w:rsidRPr="002813C1">
        <w:t>et cette femme</w:t>
      </w:r>
      <w:r>
        <w:t xml:space="preserve">, </w:t>
      </w:r>
      <w:r w:rsidR="0024252B" w:rsidRPr="002813C1">
        <w:t>c</w:t>
      </w:r>
      <w:r>
        <w:t>’</w:t>
      </w:r>
      <w:r w:rsidR="0024252B" w:rsidRPr="002813C1">
        <w:t>est moi</w:t>
      </w:r>
      <w:r>
        <w:t> !…</w:t>
      </w:r>
    </w:p>
    <w:p w14:paraId="4F5AE336" w14:textId="77777777" w:rsidR="00B77E03" w:rsidRDefault="0024252B" w:rsidP="00B77E03">
      <w:r w:rsidRPr="002813C1">
        <w:t>Il la considéra un moment d</w:t>
      </w:r>
      <w:r w:rsidR="00B77E03">
        <w:t>’</w:t>
      </w:r>
      <w:r w:rsidRPr="002813C1">
        <w:t>un œil attendri</w:t>
      </w:r>
      <w:r w:rsidR="00B77E03">
        <w:t xml:space="preserve"> !… </w:t>
      </w:r>
      <w:r w:rsidRPr="002813C1">
        <w:t>de grosses larmes coulaient le long de ses joues</w:t>
      </w:r>
      <w:r w:rsidR="00B77E03">
        <w:t>…</w:t>
      </w:r>
    </w:p>
    <w:p w14:paraId="54CEC704" w14:textId="77777777" w:rsidR="00B77E03" w:rsidRDefault="0024252B" w:rsidP="00B77E03">
      <w:r w:rsidRPr="002813C1">
        <w:t>Puis</w:t>
      </w:r>
      <w:r w:rsidR="00B77E03">
        <w:t xml:space="preserve">, </w:t>
      </w:r>
      <w:r w:rsidRPr="002813C1">
        <w:t>tout à coup</w:t>
      </w:r>
      <w:r w:rsidR="00B77E03">
        <w:t xml:space="preserve">, </w:t>
      </w:r>
      <w:r w:rsidRPr="002813C1">
        <w:t>il se pencha vers elle</w:t>
      </w:r>
      <w:r w:rsidR="00B77E03">
        <w:t xml:space="preserve">, </w:t>
      </w:r>
      <w:r w:rsidRPr="002813C1">
        <w:t>la releva et l</w:t>
      </w:r>
      <w:r w:rsidR="00B77E03">
        <w:t>’</w:t>
      </w:r>
      <w:r w:rsidRPr="002813C1">
        <w:t>assit dans un fauteuil en s</w:t>
      </w:r>
      <w:r w:rsidR="00B77E03">
        <w:t>’</w:t>
      </w:r>
      <w:r w:rsidRPr="002813C1">
        <w:t>écriant</w:t>
      </w:r>
      <w:r w:rsidR="00B77E03">
        <w:t> !</w:t>
      </w:r>
    </w:p>
    <w:p w14:paraId="28CA7878" w14:textId="77777777" w:rsidR="00B77E03" w:rsidRDefault="00B77E03" w:rsidP="00B77E03">
      <w:r>
        <w:t>— </w:t>
      </w:r>
      <w:r w:rsidR="0024252B" w:rsidRPr="002813C1">
        <w:t>Eh</w:t>
      </w:r>
      <w:r>
        <w:t xml:space="preserve"> !… </w:t>
      </w:r>
      <w:r w:rsidR="0024252B" w:rsidRPr="002813C1">
        <w:t>vous savez bien que je ne ferai pas ce que je dis</w:t>
      </w:r>
      <w:r>
        <w:t xml:space="preserve"> !… </w:t>
      </w:r>
      <w:r w:rsidR="0024252B" w:rsidRPr="002813C1">
        <w:t>Ne me connaissez-vous donc pas</w:t>
      </w:r>
      <w:r>
        <w:t xml:space="preserve">, </w:t>
      </w:r>
      <w:r w:rsidR="0024252B" w:rsidRPr="002813C1">
        <w:t>sacrebleu</w:t>
      </w:r>
      <w:r>
        <w:t xml:space="preserve"> !… </w:t>
      </w:r>
      <w:r w:rsidR="0024252B" w:rsidRPr="002813C1">
        <w:t>N</w:t>
      </w:r>
      <w:r>
        <w:t>’</w:t>
      </w:r>
      <w:r w:rsidR="0024252B" w:rsidRPr="002813C1">
        <w:t>êtes-vous donc pas sûre de mon affection et que vous êtes sacrée pour moi</w:t>
      </w:r>
      <w:r>
        <w:t> !…</w:t>
      </w:r>
    </w:p>
    <w:p w14:paraId="0ECA77AD" w14:textId="77777777" w:rsidR="00B77E03" w:rsidRDefault="0024252B" w:rsidP="00B77E03">
      <w:r w:rsidRPr="002813C1">
        <w:t>Il cherchait à se remonter évidemment</w:t>
      </w:r>
      <w:r w:rsidR="00B77E03">
        <w:t xml:space="preserve">, </w:t>
      </w:r>
      <w:r w:rsidRPr="002813C1">
        <w:t>et à maîtriser son émotion</w:t>
      </w:r>
      <w:r w:rsidR="00B77E03">
        <w:t>.</w:t>
      </w:r>
    </w:p>
    <w:p w14:paraId="1637B3DC" w14:textId="49975E09" w:rsidR="00B77E03" w:rsidRDefault="00B77E03" w:rsidP="00B77E03">
      <w:r>
        <w:t>— </w:t>
      </w:r>
      <w:r w:rsidR="0024252B" w:rsidRPr="002813C1">
        <w:t>D</w:t>
      </w:r>
      <w:r>
        <w:t>’</w:t>
      </w:r>
      <w:r w:rsidR="0024252B" w:rsidRPr="002813C1">
        <w:t>ailleurs</w:t>
      </w:r>
      <w:r>
        <w:t xml:space="preserve">, </w:t>
      </w:r>
      <w:r w:rsidR="0024252B" w:rsidRPr="002813C1">
        <w:t>ajouta-t-il</w:t>
      </w:r>
      <w:r>
        <w:t xml:space="preserve">, </w:t>
      </w:r>
      <w:r w:rsidR="0024252B" w:rsidRPr="002813C1">
        <w:t>avant de venir ici</w:t>
      </w:r>
      <w:r>
        <w:t xml:space="preserve">, </w:t>
      </w:r>
      <w:r w:rsidR="0024252B" w:rsidRPr="002813C1">
        <w:t>j</w:t>
      </w:r>
      <w:r>
        <w:t>’</w:t>
      </w:r>
      <w:r w:rsidR="0024252B" w:rsidRPr="002813C1">
        <w:t>avais déjà pardonné</w:t>
      </w:r>
      <w:r>
        <w:t xml:space="preserve">… </w:t>
      </w:r>
      <w:r w:rsidR="0024252B" w:rsidRPr="002813C1">
        <w:t>C</w:t>
      </w:r>
      <w:r>
        <w:t>’</w:t>
      </w:r>
      <w:r w:rsidR="0024252B" w:rsidRPr="002813C1">
        <w:t>est stupide</w:t>
      </w:r>
      <w:r>
        <w:t xml:space="preserve">, </w:t>
      </w:r>
      <w:r w:rsidR="0024252B" w:rsidRPr="002813C1">
        <w:t>peut-être</w:t>
      </w:r>
      <w:r>
        <w:t xml:space="preserve">, </w:t>
      </w:r>
      <w:r w:rsidR="0024252B" w:rsidRPr="002813C1">
        <w:t>pour rien au monde je ne l</w:t>
      </w:r>
      <w:r>
        <w:t>’</w:t>
      </w:r>
      <w:r w:rsidR="0024252B" w:rsidRPr="002813C1">
        <w:t>avouerais au cercle</w:t>
      </w:r>
      <w:r>
        <w:t xml:space="preserve">, </w:t>
      </w:r>
      <w:r w:rsidR="0024252B" w:rsidRPr="002813C1">
        <w:t>mais c</w:t>
      </w:r>
      <w:r>
        <w:t>’</w:t>
      </w:r>
      <w:r w:rsidR="0024252B" w:rsidRPr="002813C1">
        <w:t>est ainsi</w:t>
      </w:r>
      <w:r>
        <w:t xml:space="preserve">. </w:t>
      </w:r>
      <w:r w:rsidR="0024252B" w:rsidRPr="002813C1">
        <w:t>Je me venge</w:t>
      </w:r>
      <w:r>
        <w:t xml:space="preserve">, </w:t>
      </w:r>
      <w:r w:rsidR="0024252B" w:rsidRPr="002813C1">
        <w:t>mais d</w:t>
      </w:r>
      <w:r>
        <w:t>’</w:t>
      </w:r>
      <w:r w:rsidR="0024252B" w:rsidRPr="002813C1">
        <w:t>une certaine façon</w:t>
      </w:r>
      <w:r>
        <w:t xml:space="preserve">… </w:t>
      </w:r>
      <w:r w:rsidR="0024252B" w:rsidRPr="002813C1">
        <w:t>Je n</w:t>
      </w:r>
      <w:r>
        <w:t>’</w:t>
      </w:r>
      <w:r w:rsidR="0024252B" w:rsidRPr="002813C1">
        <w:t>ai qu</w:t>
      </w:r>
      <w:r>
        <w:t>’</w:t>
      </w:r>
      <w:r w:rsidR="0024252B" w:rsidRPr="002813C1">
        <w:t>à me tenir coi</w:t>
      </w:r>
      <w:r>
        <w:t xml:space="preserve">, </w:t>
      </w:r>
      <w:r w:rsidR="0024252B" w:rsidRPr="002813C1">
        <w:t xml:space="preserve">et la fille du comte de </w:t>
      </w:r>
      <w:proofErr w:type="spellStart"/>
      <w:r w:rsidR="0024252B" w:rsidRPr="002813C1">
        <w:t>Chalusse</w:t>
      </w:r>
      <w:proofErr w:type="spellEnd"/>
      <w:r w:rsidR="0024252B" w:rsidRPr="002813C1">
        <w:t xml:space="preserve"> et de </w:t>
      </w:r>
      <w:r>
        <w:t>M</w:t>
      </w:r>
      <w:r w:rsidRPr="00B77E03">
        <w:rPr>
          <w:vertAlign w:val="superscript"/>
        </w:rPr>
        <w:t>me</w:t>
      </w:r>
      <w:r>
        <w:t> </w:t>
      </w:r>
      <w:proofErr w:type="spellStart"/>
      <w:r w:rsidR="0024252B" w:rsidRPr="002813C1">
        <w:t>Trigault</w:t>
      </w:r>
      <w:proofErr w:type="spellEnd"/>
      <w:r w:rsidR="0024252B" w:rsidRPr="002813C1">
        <w:t xml:space="preserve"> est une femme perdue</w:t>
      </w:r>
      <w:r>
        <w:t xml:space="preserve">, </w:t>
      </w:r>
      <w:r w:rsidR="0024252B" w:rsidRPr="002813C1">
        <w:t>n</w:t>
      </w:r>
      <w:r>
        <w:t>’</w:t>
      </w:r>
      <w:r w:rsidR="0024252B" w:rsidRPr="002813C1">
        <w:t>est-ce pas</w:t>
      </w:r>
      <w:r>
        <w:t xml:space="preserve"> ?… </w:t>
      </w:r>
      <w:r w:rsidR="0024252B" w:rsidRPr="002813C1">
        <w:t>Eh bien</w:t>
      </w:r>
      <w:r>
        <w:t xml:space="preserve"> ! </w:t>
      </w:r>
      <w:r w:rsidR="0024252B" w:rsidRPr="002813C1">
        <w:t>je lui tendrai la main</w:t>
      </w:r>
      <w:r>
        <w:t xml:space="preserve">… </w:t>
      </w:r>
      <w:r w:rsidR="0024252B" w:rsidRPr="002813C1">
        <w:t>Que cela soit ou non un ridicule</w:t>
      </w:r>
      <w:r>
        <w:t xml:space="preserve">, </w:t>
      </w:r>
      <w:r w:rsidR="0024252B" w:rsidRPr="002813C1">
        <w:t>ajouté à tous ceux dont je suis orné</w:t>
      </w:r>
      <w:r>
        <w:t xml:space="preserve">, </w:t>
      </w:r>
      <w:r w:rsidR="0024252B" w:rsidRPr="002813C1">
        <w:t>je m</w:t>
      </w:r>
      <w:r>
        <w:t>’</w:t>
      </w:r>
      <w:r w:rsidR="0024252B" w:rsidRPr="002813C1">
        <w:t>en moque</w:t>
      </w:r>
      <w:r>
        <w:t xml:space="preserve">, </w:t>
      </w:r>
      <w:r w:rsidR="0024252B" w:rsidRPr="002813C1">
        <w:t>j</w:t>
      </w:r>
      <w:r>
        <w:t>’</w:t>
      </w:r>
      <w:r w:rsidR="0024252B" w:rsidRPr="002813C1">
        <w:t>ai promis</w:t>
      </w:r>
      <w:r>
        <w:t xml:space="preserve"> !… </w:t>
      </w:r>
      <w:r w:rsidR="0024252B" w:rsidRPr="002813C1">
        <w:t>Eh</w:t>
      </w:r>
      <w:r>
        <w:t xml:space="preserve"> !… </w:t>
      </w:r>
      <w:r w:rsidR="0024252B" w:rsidRPr="002813C1">
        <w:t>morbleu</w:t>
      </w:r>
      <w:r>
        <w:t xml:space="preserve"> !… </w:t>
      </w:r>
      <w:r w:rsidR="0024252B" w:rsidRPr="002813C1">
        <w:t>est-ce sa faute</w:t>
      </w:r>
      <w:r>
        <w:t xml:space="preserve">, </w:t>
      </w:r>
      <w:r w:rsidR="0024252B" w:rsidRPr="002813C1">
        <w:t>à cette pauvre fille</w:t>
      </w:r>
      <w:r>
        <w:t xml:space="preserve">, </w:t>
      </w:r>
      <w:r w:rsidR="0024252B" w:rsidRPr="002813C1">
        <w:t xml:space="preserve">si son père débauchait les femmes </w:t>
      </w:r>
      <w:r w:rsidR="0024252B" w:rsidRPr="002813C1">
        <w:lastRenderedPageBreak/>
        <w:t>mariées et si sa mère était une coquine</w:t>
      </w:r>
      <w:r>
        <w:t xml:space="preserve"> ! </w:t>
      </w:r>
      <w:r w:rsidR="0024252B" w:rsidRPr="002813C1">
        <w:t>Je me déclare pour elle</w:t>
      </w:r>
      <w:r>
        <w:t xml:space="preserve">, </w:t>
      </w:r>
      <w:r w:rsidR="0024252B" w:rsidRPr="002813C1">
        <w:t>moi</w:t>
      </w:r>
      <w:r>
        <w:t> !…</w:t>
      </w:r>
    </w:p>
    <w:p w14:paraId="5F8A89A4" w14:textId="32C512A4" w:rsidR="00B77E03" w:rsidRDefault="00B77E03" w:rsidP="00B77E03">
      <w:r>
        <w:t>M</w:t>
      </w:r>
      <w:r w:rsidRPr="00B77E03">
        <w:rPr>
          <w:vertAlign w:val="superscript"/>
        </w:rPr>
        <w:t>me</w:t>
      </w:r>
      <w:r>
        <w:t> </w:t>
      </w:r>
      <w:r w:rsidR="0024252B" w:rsidRPr="002813C1">
        <w:t>d</w:t>
      </w:r>
      <w:r>
        <w:t>’</w:t>
      </w:r>
      <w:r w:rsidR="0024252B" w:rsidRPr="002813C1">
        <w:t>Argelès se dressa</w:t>
      </w:r>
      <w:r>
        <w:t xml:space="preserve">, </w:t>
      </w:r>
      <w:r w:rsidR="0024252B" w:rsidRPr="002813C1">
        <w:t>le visage rayonnant d</w:t>
      </w:r>
      <w:r>
        <w:t>’</w:t>
      </w:r>
      <w:r w:rsidR="0024252B" w:rsidRPr="002813C1">
        <w:t>espérance et de joie</w:t>
      </w:r>
      <w:r>
        <w:t>.</w:t>
      </w:r>
    </w:p>
    <w:p w14:paraId="08357FE4" w14:textId="77777777" w:rsidR="00B77E03" w:rsidRDefault="00B77E03" w:rsidP="00B77E03">
      <w:r>
        <w:t>— </w:t>
      </w:r>
      <w:r w:rsidR="0024252B" w:rsidRPr="002813C1">
        <w:t>Alors</w:t>
      </w:r>
      <w:r>
        <w:t xml:space="preserve">, </w:t>
      </w:r>
      <w:r w:rsidR="0024252B" w:rsidRPr="002813C1">
        <w:t>nous sommes peut-être sauvés</w:t>
      </w:r>
      <w:r>
        <w:t xml:space="preserve"> !… </w:t>
      </w:r>
      <w:r w:rsidR="0024252B" w:rsidRPr="002813C1">
        <w:t>s</w:t>
      </w:r>
      <w:r>
        <w:t>’</w:t>
      </w:r>
      <w:r w:rsidR="0024252B" w:rsidRPr="002813C1">
        <w:t>écria-t-elle</w:t>
      </w:r>
      <w:r>
        <w:t xml:space="preserve">. </w:t>
      </w:r>
      <w:r w:rsidR="0024252B" w:rsidRPr="002813C1">
        <w:t>Ah</w:t>
      </w:r>
      <w:r>
        <w:t xml:space="preserve"> ! </w:t>
      </w:r>
      <w:r w:rsidR="0024252B" w:rsidRPr="002813C1">
        <w:t>je savais bien</w:t>
      </w:r>
      <w:r>
        <w:t xml:space="preserve">, </w:t>
      </w:r>
      <w:r w:rsidR="0024252B" w:rsidRPr="002813C1">
        <w:t>en vous envoyant chercher</w:t>
      </w:r>
      <w:r>
        <w:t xml:space="preserve">, </w:t>
      </w:r>
      <w:r w:rsidR="0024252B" w:rsidRPr="002813C1">
        <w:t>que je ne m</w:t>
      </w:r>
      <w:r>
        <w:t>’</w:t>
      </w:r>
      <w:r w:rsidR="0024252B" w:rsidRPr="002813C1">
        <w:t>adresserais pas en vain à votre cœur</w:t>
      </w:r>
      <w:r>
        <w:t> !…</w:t>
      </w:r>
    </w:p>
    <w:p w14:paraId="228916FE" w14:textId="77777777" w:rsidR="00B77E03" w:rsidRDefault="0024252B" w:rsidP="00B77E03">
      <w:r w:rsidRPr="002813C1">
        <w:t>Elle lui prit la main qu</w:t>
      </w:r>
      <w:r w:rsidR="00B77E03">
        <w:t>’</w:t>
      </w:r>
      <w:r w:rsidRPr="002813C1">
        <w:t>elle voulut porter à ses lèvres</w:t>
      </w:r>
      <w:r w:rsidR="00B77E03">
        <w:t xml:space="preserve"> ; </w:t>
      </w:r>
      <w:r w:rsidRPr="002813C1">
        <w:t>mais il la retira doucement en demandant d</w:t>
      </w:r>
      <w:r w:rsidR="00B77E03">
        <w:t>’</w:t>
      </w:r>
      <w:r w:rsidRPr="002813C1">
        <w:t>un air étonné</w:t>
      </w:r>
      <w:r w:rsidR="00B77E03">
        <w:t> :</w:t>
      </w:r>
    </w:p>
    <w:p w14:paraId="444F9EB2" w14:textId="77777777" w:rsidR="00B77E03" w:rsidRDefault="00B77E03" w:rsidP="00B77E03">
      <w:r>
        <w:t>— </w:t>
      </w:r>
      <w:r w:rsidR="0024252B" w:rsidRPr="002813C1">
        <w:t>Que voulez-vous dire</w:t>
      </w:r>
      <w:r>
        <w:t> ?</w:t>
      </w:r>
    </w:p>
    <w:p w14:paraId="2232B4CE" w14:textId="77777777" w:rsidR="00B77E03" w:rsidRDefault="00B77E03" w:rsidP="00B77E03">
      <w:r>
        <w:t>— </w:t>
      </w:r>
      <w:r w:rsidR="0024252B" w:rsidRPr="002813C1">
        <w:t>Que je suis cruellement punie de n</w:t>
      </w:r>
      <w:r>
        <w:t>’</w:t>
      </w:r>
      <w:r w:rsidR="0024252B" w:rsidRPr="002813C1">
        <w:t>avoir pas voulu vous aider à défendre ce malheureux qu</w:t>
      </w:r>
      <w:r>
        <w:t>’</w:t>
      </w:r>
      <w:r w:rsidR="0024252B" w:rsidRPr="002813C1">
        <w:t>on a déshonoré ici</w:t>
      </w:r>
      <w:r>
        <w:t xml:space="preserve">, </w:t>
      </w:r>
      <w:r w:rsidR="0024252B" w:rsidRPr="002813C1">
        <w:t>chez moi</w:t>
      </w:r>
      <w:r>
        <w:t xml:space="preserve">, </w:t>
      </w:r>
      <w:r w:rsidR="0024252B" w:rsidRPr="002813C1">
        <w:t>au jeu</w:t>
      </w:r>
      <w:r>
        <w:t xml:space="preserve">, </w:t>
      </w:r>
      <w:r w:rsidR="0024252B" w:rsidRPr="002813C1">
        <w:t>l</w:t>
      </w:r>
      <w:r>
        <w:t>’</w:t>
      </w:r>
      <w:r w:rsidR="0024252B" w:rsidRPr="002813C1">
        <w:t>autre nuit</w:t>
      </w:r>
      <w:r>
        <w:t>…</w:t>
      </w:r>
    </w:p>
    <w:p w14:paraId="06CAA70C" w14:textId="5338E603" w:rsidR="00B77E03" w:rsidRDefault="00B77E03" w:rsidP="00B77E03">
      <w:r>
        <w:t>— M. </w:t>
      </w:r>
      <w:r w:rsidR="0024252B" w:rsidRPr="002813C1">
        <w:t xml:space="preserve">Pascal </w:t>
      </w:r>
      <w:proofErr w:type="spellStart"/>
      <w:r w:rsidR="0024252B" w:rsidRPr="002813C1">
        <w:t>Férailleur</w:t>
      </w:r>
      <w:proofErr w:type="spellEnd"/>
      <w:r>
        <w:t> ?…</w:t>
      </w:r>
    </w:p>
    <w:p w14:paraId="23345416" w14:textId="16F32825" w:rsidR="00B77E03" w:rsidRDefault="00B77E03" w:rsidP="00B77E03">
      <w:r>
        <w:t>— </w:t>
      </w:r>
      <w:r w:rsidR="0024252B" w:rsidRPr="002813C1">
        <w:t>Oui</w:t>
      </w:r>
      <w:r>
        <w:t xml:space="preserve">… </w:t>
      </w:r>
      <w:r w:rsidR="0024252B" w:rsidRPr="002813C1">
        <w:t>Il est innocent</w:t>
      </w:r>
      <w:r>
        <w:t xml:space="preserve"> !… </w:t>
      </w:r>
      <w:r w:rsidR="0024252B" w:rsidRPr="002813C1">
        <w:t xml:space="preserve">Le vicomte de </w:t>
      </w:r>
      <w:proofErr w:type="spellStart"/>
      <w:r w:rsidR="0024252B" w:rsidRPr="002813C1">
        <w:t>Coralth</w:t>
      </w:r>
      <w:proofErr w:type="spellEnd"/>
      <w:r w:rsidR="0024252B" w:rsidRPr="002813C1">
        <w:t xml:space="preserve"> est un misérable</w:t>
      </w:r>
      <w:r>
        <w:t xml:space="preserve"> !… </w:t>
      </w:r>
      <w:r w:rsidR="0024252B" w:rsidRPr="002813C1">
        <w:t>C</w:t>
      </w:r>
      <w:r>
        <w:t>’</w:t>
      </w:r>
      <w:r w:rsidR="0024252B" w:rsidRPr="002813C1">
        <w:t xml:space="preserve">est lui qui a glissé entre les mains de </w:t>
      </w:r>
      <w:r>
        <w:t>M. </w:t>
      </w:r>
      <w:proofErr w:type="spellStart"/>
      <w:r w:rsidR="0024252B" w:rsidRPr="002813C1">
        <w:t>Férailleur</w:t>
      </w:r>
      <w:proofErr w:type="spellEnd"/>
      <w:r w:rsidR="0024252B" w:rsidRPr="002813C1">
        <w:t xml:space="preserve"> les paquets de cartes préparées qui l</w:t>
      </w:r>
      <w:r>
        <w:t>’</w:t>
      </w:r>
      <w:r w:rsidR="0024252B" w:rsidRPr="002813C1">
        <w:t>ont fait gagner</w:t>
      </w:r>
      <w:r>
        <w:t xml:space="preserve">… </w:t>
      </w:r>
      <w:r w:rsidR="0024252B" w:rsidRPr="002813C1">
        <w:t>Et c</w:t>
      </w:r>
      <w:r>
        <w:t>’</w:t>
      </w:r>
      <w:r w:rsidR="0024252B" w:rsidRPr="002813C1">
        <w:t xml:space="preserve">est sous la pression du marquis de </w:t>
      </w:r>
      <w:proofErr w:type="spellStart"/>
      <w:r w:rsidR="0024252B" w:rsidRPr="002813C1">
        <w:t>Valorsay</w:t>
      </w:r>
      <w:proofErr w:type="spellEnd"/>
      <w:r w:rsidR="0024252B" w:rsidRPr="002813C1">
        <w:t xml:space="preserve"> que </w:t>
      </w:r>
      <w:r>
        <w:t>M. de </w:t>
      </w:r>
      <w:proofErr w:type="spellStart"/>
      <w:r w:rsidR="0024252B" w:rsidRPr="002813C1">
        <w:t>Coralth</w:t>
      </w:r>
      <w:proofErr w:type="spellEnd"/>
      <w:r w:rsidR="0024252B" w:rsidRPr="002813C1">
        <w:t xml:space="preserve"> a commis cette infamie</w:t>
      </w:r>
      <w:r>
        <w:t> !…</w:t>
      </w:r>
    </w:p>
    <w:p w14:paraId="454C3CF3" w14:textId="1F96263E" w:rsidR="00B77E03" w:rsidRDefault="0024252B" w:rsidP="00B77E03">
      <w:r w:rsidRPr="002813C1">
        <w:t>C</w:t>
      </w:r>
      <w:r w:rsidR="00B77E03">
        <w:t>’</w:t>
      </w:r>
      <w:r w:rsidRPr="002813C1">
        <w:t>est d</w:t>
      </w:r>
      <w:r w:rsidR="00B77E03">
        <w:t>’</w:t>
      </w:r>
      <w:r w:rsidRPr="002813C1">
        <w:t xml:space="preserve">un air stupéfié que le baron examinait </w:t>
      </w:r>
      <w:r w:rsidR="00B77E03">
        <w:t>M</w:t>
      </w:r>
      <w:r w:rsidR="00B77E03" w:rsidRPr="00B77E03">
        <w:rPr>
          <w:vertAlign w:val="superscript"/>
        </w:rPr>
        <w:t>me</w:t>
      </w:r>
      <w:r w:rsidR="00B77E03">
        <w:t> </w:t>
      </w:r>
      <w:r w:rsidRPr="002813C1">
        <w:t>d</w:t>
      </w:r>
      <w:r w:rsidR="00B77E03">
        <w:t>’</w:t>
      </w:r>
      <w:r w:rsidRPr="002813C1">
        <w:t>Argelès</w:t>
      </w:r>
      <w:r w:rsidR="00B77E03">
        <w:t>…</w:t>
      </w:r>
    </w:p>
    <w:p w14:paraId="431ECA96" w14:textId="77777777" w:rsidR="00B77E03" w:rsidRDefault="00B77E03" w:rsidP="00B77E03">
      <w:r>
        <w:t>— </w:t>
      </w:r>
      <w:r w:rsidR="0024252B" w:rsidRPr="002813C1">
        <w:t>Quoi</w:t>
      </w:r>
      <w:r>
        <w:t xml:space="preserve"> ! </w:t>
      </w:r>
      <w:r w:rsidR="0024252B" w:rsidRPr="002813C1">
        <w:t>fit-il</w:t>
      </w:r>
      <w:r>
        <w:t xml:space="preserve">, </w:t>
      </w:r>
      <w:r w:rsidR="0024252B" w:rsidRPr="002813C1">
        <w:t>vous saviez et vous avez laissé faire</w:t>
      </w:r>
      <w:r>
        <w:t xml:space="preserve"> ? </w:t>
      </w:r>
      <w:r w:rsidR="0024252B" w:rsidRPr="002813C1">
        <w:t>Vous avez eu le courage de vous taire quand cet honnête homme qu</w:t>
      </w:r>
      <w:r>
        <w:t>’</w:t>
      </w:r>
      <w:r w:rsidR="0024252B" w:rsidRPr="002813C1">
        <w:t>on égorgeait invoquait votre témoignage</w:t>
      </w:r>
      <w:r>
        <w:t xml:space="preserve"> !… </w:t>
      </w:r>
      <w:r w:rsidR="0024252B" w:rsidRPr="002813C1">
        <w:t>Vous avez souffert que ce crime atroce s</w:t>
      </w:r>
      <w:r>
        <w:t>’</w:t>
      </w:r>
      <w:r w:rsidR="0024252B" w:rsidRPr="002813C1">
        <w:t>accomplît chez vous</w:t>
      </w:r>
      <w:r>
        <w:t xml:space="preserve">, </w:t>
      </w:r>
      <w:r w:rsidR="0024252B" w:rsidRPr="002813C1">
        <w:t>sous vos yeux</w:t>
      </w:r>
      <w:r>
        <w:t> ?</w:t>
      </w:r>
    </w:p>
    <w:p w14:paraId="58233EA8" w14:textId="41D4062E" w:rsidR="00B77E03" w:rsidRDefault="00B77E03" w:rsidP="00B77E03">
      <w:r>
        <w:lastRenderedPageBreak/>
        <w:t>— </w:t>
      </w:r>
      <w:r w:rsidR="0024252B" w:rsidRPr="002813C1">
        <w:t>J</w:t>
      </w:r>
      <w:r>
        <w:t>’</w:t>
      </w:r>
      <w:r w:rsidR="0024252B" w:rsidRPr="002813C1">
        <w:t>ignorais alors jusqu</w:t>
      </w:r>
      <w:r>
        <w:t>’</w:t>
      </w:r>
      <w:r w:rsidR="0024252B" w:rsidRPr="002813C1">
        <w:t>à l</w:t>
      </w:r>
      <w:r>
        <w:t>’</w:t>
      </w:r>
      <w:r w:rsidR="0024252B" w:rsidRPr="002813C1">
        <w:t xml:space="preserve">existence de </w:t>
      </w:r>
      <w:r>
        <w:t>M</w:t>
      </w:r>
      <w:r w:rsidRPr="00B77E03">
        <w:rPr>
          <w:vertAlign w:val="superscript"/>
        </w:rPr>
        <w:t>lle</w:t>
      </w:r>
      <w:r>
        <w:t> </w:t>
      </w:r>
      <w:r w:rsidR="0024252B" w:rsidRPr="002813C1">
        <w:t>Marguerite</w:t>
      </w:r>
      <w:r>
        <w:t xml:space="preserve">, </w:t>
      </w:r>
      <w:r w:rsidR="0024252B" w:rsidRPr="002813C1">
        <w:t>j</w:t>
      </w:r>
      <w:r>
        <w:t>’</w:t>
      </w:r>
      <w:r w:rsidR="0024252B" w:rsidRPr="002813C1">
        <w:t>ignorais</w:t>
      </w:r>
      <w:r>
        <w:t xml:space="preserve">, </w:t>
      </w:r>
      <w:r w:rsidR="0024252B" w:rsidRPr="002813C1">
        <w:t>que ce jeune homme est aimé de la fille de mon frère</w:t>
      </w:r>
      <w:r>
        <w:t xml:space="preserve">, </w:t>
      </w:r>
      <w:r w:rsidR="0024252B" w:rsidRPr="002813C1">
        <w:t>j</w:t>
      </w:r>
      <w:r>
        <w:t>’</w:t>
      </w:r>
      <w:r w:rsidR="0024252B" w:rsidRPr="002813C1">
        <w:t>ignorais</w:t>
      </w:r>
      <w:r>
        <w:t>…</w:t>
      </w:r>
    </w:p>
    <w:p w14:paraId="177C56E0" w14:textId="77777777" w:rsidR="00B77E03" w:rsidRDefault="0024252B" w:rsidP="00B77E03">
      <w:r w:rsidRPr="002813C1">
        <w:t>Le baron l</w:t>
      </w:r>
      <w:r w:rsidR="00B77E03">
        <w:t>’</w:t>
      </w:r>
      <w:r w:rsidRPr="002813C1">
        <w:t>interrompit</w:t>
      </w:r>
      <w:r w:rsidR="00B77E03">
        <w:t xml:space="preserve">, </w:t>
      </w:r>
      <w:r w:rsidRPr="002813C1">
        <w:t>et d</w:t>
      </w:r>
      <w:r w:rsidR="00B77E03">
        <w:t>’</w:t>
      </w:r>
      <w:r w:rsidRPr="002813C1">
        <w:t>un accent indigné</w:t>
      </w:r>
      <w:r w:rsidR="00B77E03">
        <w:t> :</w:t>
      </w:r>
    </w:p>
    <w:p w14:paraId="41FA96CB" w14:textId="77777777" w:rsidR="00B77E03" w:rsidRDefault="00B77E03" w:rsidP="00B77E03">
      <w:r>
        <w:t>— </w:t>
      </w:r>
      <w:r w:rsidR="0024252B" w:rsidRPr="002813C1">
        <w:t>Ah</w:t>
      </w:r>
      <w:r>
        <w:t xml:space="preserve"> !… </w:t>
      </w:r>
      <w:r w:rsidR="0024252B" w:rsidRPr="002813C1">
        <w:t>n</w:t>
      </w:r>
      <w:r>
        <w:t>’</w:t>
      </w:r>
      <w:r w:rsidR="0024252B" w:rsidRPr="002813C1">
        <w:t>importe</w:t>
      </w:r>
      <w:r>
        <w:t xml:space="preserve"> !… </w:t>
      </w:r>
      <w:r w:rsidR="0024252B" w:rsidRPr="002813C1">
        <w:t>s</w:t>
      </w:r>
      <w:r>
        <w:t>’</w:t>
      </w:r>
      <w:r w:rsidR="0024252B" w:rsidRPr="002813C1">
        <w:t>écria-t-il</w:t>
      </w:r>
      <w:r>
        <w:t xml:space="preserve">, </w:t>
      </w:r>
      <w:r w:rsidR="0024252B" w:rsidRPr="002813C1">
        <w:t>c</w:t>
      </w:r>
      <w:r>
        <w:t>’</w:t>
      </w:r>
      <w:r w:rsidR="0024252B" w:rsidRPr="002813C1">
        <w:t>est une abominable action que vous avez commise</w:t>
      </w:r>
      <w:r>
        <w:t> !…</w:t>
      </w:r>
    </w:p>
    <w:p w14:paraId="2096CC25" w14:textId="77777777" w:rsidR="00B77E03" w:rsidRDefault="0024252B" w:rsidP="00B77E03">
      <w:r w:rsidRPr="002813C1">
        <w:t>Elle baissa la tête</w:t>
      </w:r>
      <w:r w:rsidR="00B77E03">
        <w:t xml:space="preserve">, </w:t>
      </w:r>
      <w:r w:rsidRPr="002813C1">
        <w:t>et d</w:t>
      </w:r>
      <w:r w:rsidR="00B77E03">
        <w:t>’</w:t>
      </w:r>
      <w:r w:rsidRPr="002813C1">
        <w:t>une voix à peine intelligible</w:t>
      </w:r>
      <w:r w:rsidR="00B77E03">
        <w:t> :</w:t>
      </w:r>
    </w:p>
    <w:p w14:paraId="4A03019F" w14:textId="082C0EE6" w:rsidR="00B77E03" w:rsidRDefault="00B77E03" w:rsidP="00B77E03">
      <w:r>
        <w:t>— </w:t>
      </w:r>
      <w:r w:rsidR="0024252B" w:rsidRPr="002813C1">
        <w:t>Étais-je donc libre</w:t>
      </w:r>
      <w:r>
        <w:t xml:space="preserve"> !… </w:t>
      </w:r>
      <w:r w:rsidR="0024252B" w:rsidRPr="002813C1">
        <w:t>balbutia-t-elle</w:t>
      </w:r>
      <w:r>
        <w:t xml:space="preserve">… </w:t>
      </w:r>
      <w:r w:rsidR="0024252B" w:rsidRPr="002813C1">
        <w:t>J</w:t>
      </w:r>
      <w:r>
        <w:t>’</w:t>
      </w:r>
      <w:r w:rsidR="0024252B" w:rsidRPr="002813C1">
        <w:t>ai subi une volonté plus forte que la mienne</w:t>
      </w:r>
      <w:r>
        <w:t xml:space="preserve">… </w:t>
      </w:r>
      <w:r w:rsidR="0024252B" w:rsidRPr="002813C1">
        <w:t>Que n</w:t>
      </w:r>
      <w:r>
        <w:t>’</w:t>
      </w:r>
      <w:r w:rsidR="0024252B" w:rsidRPr="002813C1">
        <w:t xml:space="preserve">avez-vous entendu les menaces de </w:t>
      </w:r>
      <w:r>
        <w:t>M. de </w:t>
      </w:r>
      <w:proofErr w:type="spellStart"/>
      <w:r w:rsidR="0024252B" w:rsidRPr="002813C1">
        <w:t>Coralth</w:t>
      </w:r>
      <w:proofErr w:type="spellEnd"/>
      <w:r>
        <w:t xml:space="preserve"> !… </w:t>
      </w:r>
      <w:r w:rsidR="0024252B" w:rsidRPr="002813C1">
        <w:t>Il a surpris mon secret</w:t>
      </w:r>
      <w:r>
        <w:t xml:space="preserve">, </w:t>
      </w:r>
      <w:r w:rsidR="0024252B" w:rsidRPr="002813C1">
        <w:t xml:space="preserve">il connaît </w:t>
      </w:r>
      <w:proofErr w:type="spellStart"/>
      <w:r w:rsidR="0024252B" w:rsidRPr="002813C1">
        <w:t>Wilkie</w:t>
      </w:r>
      <w:proofErr w:type="spellEnd"/>
      <w:r>
        <w:t xml:space="preserve">… </w:t>
      </w:r>
      <w:r w:rsidR="0024252B" w:rsidRPr="002813C1">
        <w:t>Je lui appartiens</w:t>
      </w:r>
      <w:r>
        <w:t xml:space="preserve">, </w:t>
      </w:r>
      <w:r w:rsidR="0024252B" w:rsidRPr="002813C1">
        <w:t>je suis à sa discrétion</w:t>
      </w:r>
      <w:r>
        <w:t xml:space="preserve">… </w:t>
      </w:r>
      <w:r w:rsidR="0024252B" w:rsidRPr="002813C1">
        <w:t>Ne froncez pas ainsi les sourcils</w:t>
      </w:r>
      <w:r>
        <w:t xml:space="preserve">, </w:t>
      </w:r>
      <w:r w:rsidR="0024252B" w:rsidRPr="002813C1">
        <w:t>je ne m</w:t>
      </w:r>
      <w:r>
        <w:t>’</w:t>
      </w:r>
      <w:r w:rsidR="0024252B" w:rsidRPr="002813C1">
        <w:t>excuse pas</w:t>
      </w:r>
      <w:r>
        <w:t xml:space="preserve">, </w:t>
      </w:r>
      <w:r w:rsidR="0024252B" w:rsidRPr="002813C1">
        <w:t>j</w:t>
      </w:r>
      <w:r>
        <w:t>’</w:t>
      </w:r>
      <w:r w:rsidR="0024252B" w:rsidRPr="002813C1">
        <w:t>explique</w:t>
      </w:r>
      <w:r>
        <w:t xml:space="preserve">… </w:t>
      </w:r>
      <w:r w:rsidR="0024252B" w:rsidRPr="002813C1">
        <w:t>Ma position est atroce</w:t>
      </w:r>
      <w:r>
        <w:t xml:space="preserve">, </w:t>
      </w:r>
      <w:r w:rsidR="0024252B" w:rsidRPr="002813C1">
        <w:t>je n</w:t>
      </w:r>
      <w:r>
        <w:t>’</w:t>
      </w:r>
      <w:r w:rsidR="0024252B" w:rsidRPr="002813C1">
        <w:t>ai confiance qu</w:t>
      </w:r>
      <w:r>
        <w:t>’</w:t>
      </w:r>
      <w:r w:rsidR="0024252B" w:rsidRPr="002813C1">
        <w:t>en vous</w:t>
      </w:r>
      <w:r>
        <w:t xml:space="preserve">, </w:t>
      </w:r>
      <w:r w:rsidR="0024252B" w:rsidRPr="002813C1">
        <w:t>seul vous pouvez venir à mon secours</w:t>
      </w:r>
      <w:r>
        <w:t xml:space="preserve">, </w:t>
      </w:r>
      <w:r w:rsidR="0024252B" w:rsidRPr="002813C1">
        <w:t>écoutez-moi</w:t>
      </w:r>
      <w:r>
        <w:t> !…</w:t>
      </w:r>
    </w:p>
    <w:p w14:paraId="7DECB437" w14:textId="12330ED1" w:rsidR="00B77E03" w:rsidRDefault="0024252B" w:rsidP="00B77E03">
      <w:r w:rsidRPr="002813C1">
        <w:t xml:space="preserve">Et rapidement elle lui apprit sa situation vis-à-vis de </w:t>
      </w:r>
      <w:r w:rsidR="00B77E03">
        <w:t>M. de </w:t>
      </w:r>
      <w:proofErr w:type="spellStart"/>
      <w:r w:rsidRPr="002813C1">
        <w:t>Coralth</w:t>
      </w:r>
      <w:proofErr w:type="spellEnd"/>
      <w:r w:rsidR="00B77E03">
        <w:t xml:space="preserve">, </w:t>
      </w:r>
      <w:r w:rsidRPr="002813C1">
        <w:t>ce qu</w:t>
      </w:r>
      <w:r w:rsidR="00B77E03">
        <w:t>’</w:t>
      </w:r>
      <w:r w:rsidRPr="002813C1">
        <w:t xml:space="preserve">elle avait pénétré des projets du marquis de </w:t>
      </w:r>
      <w:proofErr w:type="spellStart"/>
      <w:r w:rsidRPr="002813C1">
        <w:t>Valorsay</w:t>
      </w:r>
      <w:proofErr w:type="spellEnd"/>
      <w:r w:rsidR="00B77E03">
        <w:t xml:space="preserve">, </w:t>
      </w:r>
      <w:r w:rsidRPr="002813C1">
        <w:t>l</w:t>
      </w:r>
      <w:r w:rsidR="00B77E03">
        <w:t>’</w:t>
      </w:r>
      <w:r w:rsidRPr="002813C1">
        <w:t xml:space="preserve">effrayante visite de </w:t>
      </w:r>
      <w:r w:rsidR="00B77E03">
        <w:t>M. </w:t>
      </w:r>
      <w:r w:rsidRPr="002813C1">
        <w:t>Fortunat</w:t>
      </w:r>
      <w:r w:rsidR="00B77E03">
        <w:t xml:space="preserve">, </w:t>
      </w:r>
      <w:r w:rsidRPr="002813C1">
        <w:t>ses conseils</w:t>
      </w:r>
      <w:r w:rsidR="00B77E03">
        <w:t xml:space="preserve">, </w:t>
      </w:r>
      <w:r w:rsidRPr="002813C1">
        <w:t>ses insinuations</w:t>
      </w:r>
      <w:r w:rsidR="00B77E03">
        <w:t xml:space="preserve">, </w:t>
      </w:r>
      <w:r w:rsidRPr="002813C1">
        <w:t>ce qu</w:t>
      </w:r>
      <w:r w:rsidR="00B77E03">
        <w:t>’</w:t>
      </w:r>
      <w:r w:rsidRPr="002813C1">
        <w:t>elle craignait et enfin la ferme résolution où elle était maintenant d</w:t>
      </w:r>
      <w:r w:rsidR="00B77E03">
        <w:t>’</w:t>
      </w:r>
      <w:r w:rsidRPr="002813C1">
        <w:t xml:space="preserve">arracher </w:t>
      </w:r>
      <w:r w:rsidR="00B77E03">
        <w:t>M</w:t>
      </w:r>
      <w:r w:rsidR="00B77E03" w:rsidRPr="00B77E03">
        <w:rPr>
          <w:vertAlign w:val="superscript"/>
        </w:rPr>
        <w:t>lle</w:t>
      </w:r>
      <w:r w:rsidR="00B77E03">
        <w:t> </w:t>
      </w:r>
      <w:r w:rsidRPr="002813C1">
        <w:t>Marguerite aux entreprises de ses ennemis</w:t>
      </w:r>
      <w:r w:rsidR="00B77E03">
        <w:t>.</w:t>
      </w:r>
    </w:p>
    <w:p w14:paraId="0404BF1A" w14:textId="77777777" w:rsidR="00B77E03" w:rsidRDefault="0024252B" w:rsidP="00B77E03">
      <w:r w:rsidRPr="002813C1">
        <w:t>Le baron s</w:t>
      </w:r>
      <w:r w:rsidR="00B77E03">
        <w:t>’</w:t>
      </w:r>
      <w:r w:rsidRPr="002813C1">
        <w:t>était assis</w:t>
      </w:r>
      <w:r w:rsidR="00B77E03">
        <w:t xml:space="preserve">, </w:t>
      </w:r>
      <w:r w:rsidRPr="002813C1">
        <w:t>et il écoutait haletant</w:t>
      </w:r>
      <w:r w:rsidR="00B77E03">
        <w:t xml:space="preserve">, </w:t>
      </w:r>
      <w:r w:rsidRPr="002813C1">
        <w:t xml:space="preserve">remué par une émotion bien autrement puissante et irrésistible que celle du </w:t>
      </w:r>
      <w:r w:rsidR="00B77E03">
        <w:t>« </w:t>
      </w:r>
      <w:r w:rsidRPr="002813C1">
        <w:t>bac</w:t>
      </w:r>
      <w:r w:rsidR="00B77E03">
        <w:t> »</w:t>
      </w:r>
      <w:r w:rsidRPr="002813C1">
        <w:t xml:space="preserve"> le plus corsé</w:t>
      </w:r>
      <w:r w:rsidR="00B77E03">
        <w:t>.</w:t>
      </w:r>
    </w:p>
    <w:p w14:paraId="10C95B4E" w14:textId="074C991D" w:rsidR="00B77E03" w:rsidRDefault="0024252B" w:rsidP="00B77E03">
      <w:r w:rsidRPr="002813C1">
        <w:t xml:space="preserve">Les explications de </w:t>
      </w:r>
      <w:r w:rsidR="00B77E03">
        <w:t>M</w:t>
      </w:r>
      <w:r w:rsidR="00B77E03" w:rsidRPr="00B77E03">
        <w:rPr>
          <w:vertAlign w:val="superscript"/>
        </w:rPr>
        <w:t>me</w:t>
      </w:r>
      <w:r w:rsidR="00B77E03">
        <w:t> </w:t>
      </w:r>
      <w:r w:rsidRPr="002813C1">
        <w:t>d</w:t>
      </w:r>
      <w:r w:rsidR="00B77E03">
        <w:t>’</w:t>
      </w:r>
      <w:r w:rsidRPr="002813C1">
        <w:t xml:space="preserve">Argelès complétant les confidences de Pascal </w:t>
      </w:r>
      <w:proofErr w:type="spellStart"/>
      <w:r w:rsidRPr="002813C1">
        <w:t>Férailleur</w:t>
      </w:r>
      <w:proofErr w:type="spellEnd"/>
      <w:r w:rsidRPr="002813C1">
        <w:t xml:space="preserve"> et les aveux involontaires du marquis de </w:t>
      </w:r>
      <w:proofErr w:type="spellStart"/>
      <w:r w:rsidRPr="002813C1">
        <w:t>Valorsay</w:t>
      </w:r>
      <w:proofErr w:type="spellEnd"/>
      <w:r w:rsidR="00B77E03">
        <w:t xml:space="preserve">, </w:t>
      </w:r>
      <w:r w:rsidRPr="002813C1">
        <w:t>le baron ne pouvait douter qu</w:t>
      </w:r>
      <w:r w:rsidR="00B77E03">
        <w:t>’</w:t>
      </w:r>
      <w:r w:rsidRPr="002813C1">
        <w:t>une ténébreuse intrigue ne s</w:t>
      </w:r>
      <w:r w:rsidR="00B77E03">
        <w:t>’</w:t>
      </w:r>
      <w:r w:rsidRPr="002813C1">
        <w:t xml:space="preserve">agitât autour des millions du comte de </w:t>
      </w:r>
      <w:proofErr w:type="spellStart"/>
      <w:r w:rsidRPr="002813C1">
        <w:t>Chalusse</w:t>
      </w:r>
      <w:proofErr w:type="spellEnd"/>
      <w:r w:rsidR="00B77E03">
        <w:t>…</w:t>
      </w:r>
    </w:p>
    <w:p w14:paraId="4F5D0C13" w14:textId="77777777" w:rsidR="00B77E03" w:rsidRDefault="0024252B" w:rsidP="00B77E03">
      <w:r w:rsidRPr="002813C1">
        <w:lastRenderedPageBreak/>
        <w:t>S</w:t>
      </w:r>
      <w:r w:rsidR="00B77E03">
        <w:t>’</w:t>
      </w:r>
      <w:r w:rsidRPr="002813C1">
        <w:t>il en avait tout d</w:t>
      </w:r>
      <w:r w:rsidR="00B77E03">
        <w:t>’</w:t>
      </w:r>
      <w:r w:rsidRPr="002813C1">
        <w:t>abord compris le but</w:t>
      </w:r>
      <w:r w:rsidR="00B77E03">
        <w:t xml:space="preserve">, </w:t>
      </w:r>
      <w:r w:rsidRPr="002813C1">
        <w:t>il commençait</w:t>
      </w:r>
      <w:r w:rsidR="00B77E03">
        <w:t xml:space="preserve">, </w:t>
      </w:r>
      <w:r w:rsidRPr="002813C1">
        <w:t>croyait-il</w:t>
      </w:r>
      <w:r w:rsidR="00B77E03">
        <w:t xml:space="preserve">, </w:t>
      </w:r>
      <w:r w:rsidRPr="002813C1">
        <w:t>à en discerner les moyens</w:t>
      </w:r>
      <w:r w:rsidR="00B77E03">
        <w:t>…</w:t>
      </w:r>
    </w:p>
    <w:p w14:paraId="3CABC43E" w14:textId="27835850" w:rsidR="00B77E03" w:rsidRDefault="0024252B" w:rsidP="00B77E03">
      <w:r w:rsidRPr="002813C1">
        <w:t>Il s</w:t>
      </w:r>
      <w:r w:rsidR="00B77E03">
        <w:t>’</w:t>
      </w:r>
      <w:r w:rsidRPr="002813C1">
        <w:t xml:space="preserve">expliquait comment et pourquoi </w:t>
      </w:r>
      <w:proofErr w:type="spellStart"/>
      <w:r w:rsidRPr="002813C1">
        <w:t>Valorsay</w:t>
      </w:r>
      <w:proofErr w:type="spellEnd"/>
      <w:r w:rsidR="00B77E03">
        <w:t xml:space="preserve">, </w:t>
      </w:r>
      <w:r w:rsidRPr="002813C1">
        <w:t>ruiné</w:t>
      </w:r>
      <w:r w:rsidR="00B77E03">
        <w:t xml:space="preserve">, </w:t>
      </w:r>
      <w:r w:rsidRPr="002813C1">
        <w:t xml:space="preserve">persistait à vouloir épouser </w:t>
      </w:r>
      <w:r w:rsidR="00B77E03">
        <w:t>M</w:t>
      </w:r>
      <w:r w:rsidR="00B77E03" w:rsidRPr="00B77E03">
        <w:rPr>
          <w:vertAlign w:val="superscript"/>
        </w:rPr>
        <w:t>lle</w:t>
      </w:r>
      <w:r w:rsidR="00B77E03">
        <w:t> </w:t>
      </w:r>
      <w:r w:rsidRPr="002813C1">
        <w:t>Marguerite</w:t>
      </w:r>
      <w:r w:rsidR="00B77E03">
        <w:t xml:space="preserve">, </w:t>
      </w:r>
      <w:r w:rsidRPr="002813C1">
        <w:t>même sans dot</w:t>
      </w:r>
      <w:r w:rsidR="00B77E03">
        <w:t>.</w:t>
      </w:r>
    </w:p>
    <w:p w14:paraId="6C19E1EB" w14:textId="70242317" w:rsidR="00B77E03" w:rsidRDefault="00B77E03" w:rsidP="00B77E03">
      <w:r>
        <w:t>— </w:t>
      </w:r>
      <w:r w:rsidR="0024252B" w:rsidRPr="002813C1">
        <w:t>Ce misérable</w:t>
      </w:r>
      <w:r>
        <w:t xml:space="preserve">, </w:t>
      </w:r>
      <w:r w:rsidR="0024252B" w:rsidRPr="002813C1">
        <w:t>pensait-il</w:t>
      </w:r>
      <w:r>
        <w:t xml:space="preserve">, </w:t>
      </w:r>
      <w:r w:rsidR="0024252B" w:rsidRPr="002813C1">
        <w:t xml:space="preserve">sait par </w:t>
      </w:r>
      <w:proofErr w:type="spellStart"/>
      <w:r w:rsidR="0024252B" w:rsidRPr="002813C1">
        <w:t>Coralth</w:t>
      </w:r>
      <w:proofErr w:type="spellEnd"/>
      <w:r w:rsidR="0024252B" w:rsidRPr="002813C1">
        <w:t xml:space="preserve"> que </w:t>
      </w:r>
      <w:r>
        <w:t>M</w:t>
      </w:r>
      <w:r w:rsidRPr="00B77E03">
        <w:rPr>
          <w:vertAlign w:val="superscript"/>
        </w:rPr>
        <w:t>me</w:t>
      </w:r>
      <w:r>
        <w:t> </w:t>
      </w:r>
      <w:r w:rsidR="0024252B" w:rsidRPr="002813C1">
        <w:t>d</w:t>
      </w:r>
      <w:r>
        <w:t>’</w:t>
      </w:r>
      <w:r w:rsidR="0024252B" w:rsidRPr="002813C1">
        <w:t xml:space="preserve">Argelès est une </w:t>
      </w:r>
      <w:proofErr w:type="spellStart"/>
      <w:r w:rsidR="0024252B" w:rsidRPr="002813C1">
        <w:t>Chalusse</w:t>
      </w:r>
      <w:proofErr w:type="spellEnd"/>
      <w:r>
        <w:t xml:space="preserve">… </w:t>
      </w:r>
      <w:r w:rsidR="0024252B" w:rsidRPr="002813C1">
        <w:t>Il compte</w:t>
      </w:r>
      <w:r>
        <w:t xml:space="preserve">, </w:t>
      </w:r>
      <w:r w:rsidR="0024252B" w:rsidRPr="002813C1">
        <w:t xml:space="preserve">quand </w:t>
      </w:r>
      <w:r>
        <w:t>M</w:t>
      </w:r>
      <w:r w:rsidRPr="00B77E03">
        <w:rPr>
          <w:vertAlign w:val="superscript"/>
        </w:rPr>
        <w:t>lle</w:t>
      </w:r>
      <w:r>
        <w:t> </w:t>
      </w:r>
      <w:r w:rsidR="0024252B" w:rsidRPr="002813C1">
        <w:t>Marguerite sera sa femme</w:t>
      </w:r>
      <w:r>
        <w:t xml:space="preserve">, </w:t>
      </w:r>
      <w:r w:rsidR="0024252B" w:rsidRPr="002813C1">
        <w:t xml:space="preserve">obliger </w:t>
      </w:r>
      <w:r>
        <w:t>M</w:t>
      </w:r>
      <w:r w:rsidRPr="00B77E03">
        <w:rPr>
          <w:vertAlign w:val="superscript"/>
        </w:rPr>
        <w:t>me</w:t>
      </w:r>
      <w:r>
        <w:t> </w:t>
      </w:r>
      <w:r w:rsidR="0024252B" w:rsidRPr="002813C1">
        <w:t>d</w:t>
      </w:r>
      <w:r>
        <w:t>’</w:t>
      </w:r>
      <w:r w:rsidR="0024252B" w:rsidRPr="002813C1">
        <w:t>Argelès à accepter la succession de son frère et à la partager avec lui</w:t>
      </w:r>
      <w:r>
        <w:t>.</w:t>
      </w:r>
    </w:p>
    <w:p w14:paraId="7B03A264" w14:textId="40FF9171" w:rsidR="00B77E03" w:rsidRDefault="00B77E03" w:rsidP="00B77E03">
      <w:r>
        <w:t>M</w:t>
      </w:r>
      <w:r w:rsidRPr="00B77E03">
        <w:rPr>
          <w:vertAlign w:val="superscript"/>
        </w:rPr>
        <w:t>me</w:t>
      </w:r>
      <w:r>
        <w:t> </w:t>
      </w:r>
      <w:r w:rsidR="0024252B" w:rsidRPr="002813C1">
        <w:t>d</w:t>
      </w:r>
      <w:r>
        <w:t>’</w:t>
      </w:r>
      <w:r w:rsidR="0024252B" w:rsidRPr="002813C1">
        <w:t>Argelès</w:t>
      </w:r>
      <w:r>
        <w:t xml:space="preserve">, </w:t>
      </w:r>
      <w:r w:rsidR="0024252B" w:rsidRPr="002813C1">
        <w:t>à ce moment même</w:t>
      </w:r>
      <w:r>
        <w:t xml:space="preserve">, </w:t>
      </w:r>
      <w:r w:rsidR="0024252B" w:rsidRPr="002813C1">
        <w:t>achevait son récit</w:t>
      </w:r>
      <w:r>
        <w:t>.</w:t>
      </w:r>
    </w:p>
    <w:p w14:paraId="3EC60A1E" w14:textId="77777777" w:rsidR="00B77E03" w:rsidRDefault="00B77E03" w:rsidP="00B77E03">
      <w:r>
        <w:t>— </w:t>
      </w:r>
      <w:r w:rsidR="0024252B" w:rsidRPr="002813C1">
        <w:t>Et maintenant</w:t>
      </w:r>
      <w:r>
        <w:t xml:space="preserve">, </w:t>
      </w:r>
      <w:r w:rsidR="0024252B" w:rsidRPr="002813C1">
        <w:t>ajouta-t-elle</w:t>
      </w:r>
      <w:r>
        <w:t xml:space="preserve">, </w:t>
      </w:r>
      <w:r w:rsidR="0024252B" w:rsidRPr="002813C1">
        <w:t>que faire</w:t>
      </w:r>
      <w:r>
        <w:t xml:space="preserve"> ? </w:t>
      </w:r>
      <w:r w:rsidR="0024252B" w:rsidRPr="002813C1">
        <w:t>Quel parti prendre</w:t>
      </w:r>
      <w:r>
        <w:t> ?…</w:t>
      </w:r>
    </w:p>
    <w:p w14:paraId="7532BB30" w14:textId="77777777" w:rsidR="00B77E03" w:rsidRDefault="0024252B" w:rsidP="00B77E03">
      <w:r w:rsidRPr="002813C1">
        <w:t>Le baron se caressait le menton</w:t>
      </w:r>
      <w:r w:rsidR="00B77E03">
        <w:t xml:space="preserve">, </w:t>
      </w:r>
      <w:r w:rsidRPr="002813C1">
        <w:t>ce qui était un geste familier quand il demandait quelque effort à son intelligence</w:t>
      </w:r>
      <w:r w:rsidR="00B77E03">
        <w:t>.</w:t>
      </w:r>
    </w:p>
    <w:p w14:paraId="6C5D7F80" w14:textId="5C3C631C" w:rsidR="00B77E03" w:rsidRDefault="00B77E03" w:rsidP="00B77E03">
      <w:r>
        <w:t>— </w:t>
      </w:r>
      <w:r w:rsidR="0024252B" w:rsidRPr="002813C1">
        <w:t>D</w:t>
      </w:r>
      <w:r>
        <w:t>’</w:t>
      </w:r>
      <w:r w:rsidR="0024252B" w:rsidRPr="002813C1">
        <w:t>abord</w:t>
      </w:r>
      <w:r>
        <w:t xml:space="preserve">, </w:t>
      </w:r>
      <w:r w:rsidR="0024252B" w:rsidRPr="002813C1">
        <w:t>répondit-il</w:t>
      </w:r>
      <w:r>
        <w:t xml:space="preserve">, </w:t>
      </w:r>
      <w:r w:rsidR="0024252B" w:rsidRPr="002813C1">
        <w:t xml:space="preserve">nous démasquons </w:t>
      </w:r>
      <w:proofErr w:type="spellStart"/>
      <w:r w:rsidR="0024252B" w:rsidRPr="002813C1">
        <w:t>Coralth</w:t>
      </w:r>
      <w:proofErr w:type="spellEnd"/>
      <w:r w:rsidR="0024252B" w:rsidRPr="002813C1">
        <w:t xml:space="preserve"> et </w:t>
      </w:r>
      <w:proofErr w:type="spellStart"/>
      <w:r w:rsidR="0024252B" w:rsidRPr="002813C1">
        <w:t>Valorsay</w:t>
      </w:r>
      <w:proofErr w:type="spellEnd"/>
      <w:r w:rsidR="0024252B" w:rsidRPr="002813C1">
        <w:t xml:space="preserve"> et nous réhabilitons ce brave </w:t>
      </w:r>
      <w:r>
        <w:t>M. </w:t>
      </w:r>
      <w:proofErr w:type="spellStart"/>
      <w:r w:rsidR="0024252B" w:rsidRPr="002813C1">
        <w:t>Férailleur</w:t>
      </w:r>
      <w:proofErr w:type="spellEnd"/>
      <w:r>
        <w:t xml:space="preserve">. </w:t>
      </w:r>
      <w:r w:rsidR="0024252B" w:rsidRPr="002813C1">
        <w:t>C</w:t>
      </w:r>
      <w:r>
        <w:t>’</w:t>
      </w:r>
      <w:r w:rsidR="0024252B" w:rsidRPr="002813C1">
        <w:t>est cent mille francs qu</w:t>
      </w:r>
      <w:r>
        <w:t>’</w:t>
      </w:r>
      <w:r w:rsidR="0024252B" w:rsidRPr="002813C1">
        <w:t>il m</w:t>
      </w:r>
      <w:r>
        <w:t>’</w:t>
      </w:r>
      <w:r w:rsidR="0024252B" w:rsidRPr="002813C1">
        <w:t>en coûtera très-probablement</w:t>
      </w:r>
      <w:r>
        <w:t xml:space="preserve"> ; </w:t>
      </w:r>
      <w:r w:rsidR="0024252B" w:rsidRPr="002813C1">
        <w:t>mais</w:t>
      </w:r>
      <w:r>
        <w:t xml:space="preserve">, </w:t>
      </w:r>
      <w:r w:rsidR="0024252B" w:rsidRPr="002813C1">
        <w:t>ma foi</w:t>
      </w:r>
      <w:r>
        <w:t xml:space="preserve"> !… </w:t>
      </w:r>
      <w:r w:rsidR="0024252B" w:rsidRPr="002813C1">
        <w:t>je ne les regretterai pas</w:t>
      </w:r>
      <w:r>
        <w:t xml:space="preserve">… </w:t>
      </w:r>
      <w:r w:rsidR="0024252B" w:rsidRPr="002813C1">
        <w:t>Je les perdrais peut-être à un trente et quarante quelconque</w:t>
      </w:r>
      <w:r>
        <w:t xml:space="preserve">, </w:t>
      </w:r>
      <w:r w:rsidR="0024252B" w:rsidRPr="002813C1">
        <w:t>l</w:t>
      </w:r>
      <w:r>
        <w:t>’</w:t>
      </w:r>
      <w:r w:rsidR="0024252B" w:rsidRPr="002813C1">
        <w:t>été prochain</w:t>
      </w:r>
      <w:r>
        <w:t xml:space="preserve">, </w:t>
      </w:r>
      <w:r w:rsidR="0024252B" w:rsidRPr="002813C1">
        <w:t>et mieux vaut qu</w:t>
      </w:r>
      <w:r>
        <w:t>’</w:t>
      </w:r>
      <w:r w:rsidR="0024252B" w:rsidRPr="002813C1">
        <w:t>ils servent à une bonne action qu</w:t>
      </w:r>
      <w:r>
        <w:t>’</w:t>
      </w:r>
      <w:r w:rsidR="0024252B" w:rsidRPr="002813C1">
        <w:t>à grossir le dividende des actionnaires de mon ami Blanc</w:t>
      </w:r>
      <w:r>
        <w:t>…</w:t>
      </w:r>
    </w:p>
    <w:p w14:paraId="18AA65CB" w14:textId="299827AC" w:rsidR="00B77E03" w:rsidRDefault="00B77E03" w:rsidP="00B77E03">
      <w:r>
        <w:t>— </w:t>
      </w:r>
      <w:r w:rsidR="0024252B" w:rsidRPr="002813C1">
        <w:t>Malheureusement</w:t>
      </w:r>
      <w:r>
        <w:t>, M. de </w:t>
      </w:r>
      <w:proofErr w:type="spellStart"/>
      <w:r w:rsidR="0024252B" w:rsidRPr="002813C1">
        <w:t>Coralth</w:t>
      </w:r>
      <w:proofErr w:type="spellEnd"/>
      <w:r w:rsidR="0024252B" w:rsidRPr="002813C1">
        <w:t xml:space="preserve"> parlera dès qu</w:t>
      </w:r>
      <w:r>
        <w:t>’</w:t>
      </w:r>
      <w:r w:rsidR="0024252B" w:rsidRPr="002813C1">
        <w:t>il apprendra que j</w:t>
      </w:r>
      <w:r>
        <w:t>’</w:t>
      </w:r>
      <w:r w:rsidR="0024252B" w:rsidRPr="002813C1">
        <w:t>ai révélé les turpitudes de son passé</w:t>
      </w:r>
      <w:r>
        <w:t>.</w:t>
      </w:r>
    </w:p>
    <w:p w14:paraId="6954629B" w14:textId="77777777" w:rsidR="00B77E03" w:rsidRDefault="00B77E03" w:rsidP="00B77E03">
      <w:r>
        <w:t>— </w:t>
      </w:r>
      <w:r w:rsidR="0024252B" w:rsidRPr="002813C1">
        <w:t>Soit</w:t>
      </w:r>
      <w:r>
        <w:t xml:space="preserve"> !… </w:t>
      </w:r>
      <w:r w:rsidR="0024252B" w:rsidRPr="002813C1">
        <w:t>il parlera</w:t>
      </w:r>
      <w:r>
        <w:t>.</w:t>
      </w:r>
    </w:p>
    <w:p w14:paraId="716D0634" w14:textId="465536D3" w:rsidR="00B77E03" w:rsidRDefault="00B77E03" w:rsidP="00B77E03">
      <w:r>
        <w:t>M</w:t>
      </w:r>
      <w:r w:rsidRPr="00B77E03">
        <w:rPr>
          <w:vertAlign w:val="superscript"/>
        </w:rPr>
        <w:t>me</w:t>
      </w:r>
      <w:r>
        <w:t> </w:t>
      </w:r>
      <w:r w:rsidR="0024252B" w:rsidRPr="002813C1">
        <w:t>d</w:t>
      </w:r>
      <w:r>
        <w:t>’</w:t>
      </w:r>
      <w:r w:rsidR="0024252B" w:rsidRPr="002813C1">
        <w:t>Argelès frissonna</w:t>
      </w:r>
      <w:r>
        <w:t>.</w:t>
      </w:r>
    </w:p>
    <w:p w14:paraId="0DAE00B5" w14:textId="77777777" w:rsidR="00B77E03" w:rsidRDefault="00B77E03" w:rsidP="00B77E03">
      <w:r>
        <w:t>— </w:t>
      </w:r>
      <w:r w:rsidR="0024252B" w:rsidRPr="002813C1">
        <w:t xml:space="preserve">Mais alors le nom de </w:t>
      </w:r>
      <w:proofErr w:type="spellStart"/>
      <w:r w:rsidR="0024252B" w:rsidRPr="002813C1">
        <w:t>Chalusse</w:t>
      </w:r>
      <w:proofErr w:type="spellEnd"/>
      <w:r w:rsidR="0024252B" w:rsidRPr="002813C1">
        <w:t xml:space="preserve"> sera flétri</w:t>
      </w:r>
      <w:r>
        <w:t xml:space="preserve">, </w:t>
      </w:r>
      <w:r w:rsidR="0024252B" w:rsidRPr="002813C1">
        <w:t>dit-elle</w:t>
      </w:r>
      <w:r>
        <w:t xml:space="preserve">, </w:t>
      </w:r>
      <w:proofErr w:type="spellStart"/>
      <w:r w:rsidR="0024252B" w:rsidRPr="002813C1">
        <w:t>Wilkie</w:t>
      </w:r>
      <w:proofErr w:type="spellEnd"/>
      <w:r w:rsidR="0024252B" w:rsidRPr="002813C1">
        <w:t xml:space="preserve"> saura qui est sa mère</w:t>
      </w:r>
      <w:r>
        <w:t>…</w:t>
      </w:r>
    </w:p>
    <w:p w14:paraId="1754BAE6" w14:textId="77777777" w:rsidR="00B77E03" w:rsidRDefault="00B77E03" w:rsidP="00B77E03">
      <w:r>
        <w:t>— </w:t>
      </w:r>
      <w:r w:rsidR="0024252B" w:rsidRPr="002813C1">
        <w:t>Non</w:t>
      </w:r>
      <w:r>
        <w:t> !…</w:t>
      </w:r>
    </w:p>
    <w:p w14:paraId="228CD502" w14:textId="77777777" w:rsidR="00B77E03" w:rsidRDefault="00B77E03" w:rsidP="00B77E03">
      <w:r>
        <w:lastRenderedPageBreak/>
        <w:t>— </w:t>
      </w:r>
      <w:r w:rsidR="0024252B" w:rsidRPr="002813C1">
        <w:t>Cependant</w:t>
      </w:r>
      <w:r>
        <w:t>…</w:t>
      </w:r>
    </w:p>
    <w:p w14:paraId="64F4B348" w14:textId="293AE9F6" w:rsidR="00B77E03" w:rsidRDefault="00B77E03" w:rsidP="00B77E03">
      <w:r>
        <w:t>— </w:t>
      </w:r>
      <w:r w:rsidR="0024252B" w:rsidRPr="002813C1">
        <w:t>Ah</w:t>
      </w:r>
      <w:r>
        <w:t xml:space="preserve"> !… </w:t>
      </w:r>
      <w:r w:rsidR="0024252B" w:rsidRPr="002813C1">
        <w:t>laissez-moi finir</w:t>
      </w:r>
      <w:r>
        <w:t xml:space="preserve">, </w:t>
      </w:r>
      <w:r w:rsidR="0024252B" w:rsidRPr="002813C1">
        <w:t>chère amie</w:t>
      </w:r>
      <w:r>
        <w:t xml:space="preserve">… </w:t>
      </w:r>
      <w:r w:rsidR="0024252B" w:rsidRPr="002813C1">
        <w:t>j</w:t>
      </w:r>
      <w:r>
        <w:t>’</w:t>
      </w:r>
      <w:r w:rsidR="0024252B" w:rsidRPr="002813C1">
        <w:t>ai mon plan</w:t>
      </w:r>
      <w:r>
        <w:t xml:space="preserve">, </w:t>
      </w:r>
      <w:r w:rsidR="0024252B" w:rsidRPr="002813C1">
        <w:t>il est simple comme bonjour</w:t>
      </w:r>
      <w:r>
        <w:t xml:space="preserve">… </w:t>
      </w:r>
      <w:r w:rsidR="0024252B" w:rsidRPr="002813C1">
        <w:t>Dès ce soir</w:t>
      </w:r>
      <w:r>
        <w:t xml:space="preserve">, </w:t>
      </w:r>
      <w:r w:rsidR="0024252B" w:rsidRPr="002813C1">
        <w:t>vous allez écrire à votre correspondant de Londres</w:t>
      </w:r>
      <w:r>
        <w:t>… M. </w:t>
      </w:r>
      <w:r w:rsidR="0024252B" w:rsidRPr="002813C1">
        <w:t>Patterson</w:t>
      </w:r>
      <w:r>
        <w:t xml:space="preserve">, </w:t>
      </w:r>
      <w:r w:rsidR="0024252B" w:rsidRPr="002813C1">
        <w:t>je crois</w:t>
      </w:r>
      <w:r>
        <w:t xml:space="preserve">, </w:t>
      </w:r>
      <w:r w:rsidR="0024252B" w:rsidRPr="002813C1">
        <w:t>de mander votre fils en Angleterre</w:t>
      </w:r>
      <w:r>
        <w:t xml:space="preserve">, </w:t>
      </w:r>
      <w:r w:rsidR="0024252B" w:rsidRPr="002813C1">
        <w:t>sous un prétexte quelconque</w:t>
      </w:r>
      <w:r>
        <w:t xml:space="preserve">… </w:t>
      </w:r>
      <w:r w:rsidR="0024252B" w:rsidRPr="002813C1">
        <w:t>sous le prétexte de lui donner de l</w:t>
      </w:r>
      <w:r>
        <w:t>’</w:t>
      </w:r>
      <w:r w:rsidR="0024252B" w:rsidRPr="002813C1">
        <w:t>argent</w:t>
      </w:r>
      <w:r>
        <w:t xml:space="preserve">, </w:t>
      </w:r>
      <w:r w:rsidR="0024252B" w:rsidRPr="002813C1">
        <w:t>par exemple</w:t>
      </w:r>
      <w:r>
        <w:t xml:space="preserve">… </w:t>
      </w:r>
      <w:r w:rsidR="0024252B" w:rsidRPr="002813C1">
        <w:t>Tout naturellement il s</w:t>
      </w:r>
      <w:r>
        <w:t>’</w:t>
      </w:r>
      <w:r w:rsidR="0024252B" w:rsidRPr="002813C1">
        <w:t>y rendra</w:t>
      </w:r>
      <w:r>
        <w:t xml:space="preserve">, </w:t>
      </w:r>
      <w:r w:rsidR="0024252B" w:rsidRPr="002813C1">
        <w:t>on l</w:t>
      </w:r>
      <w:r>
        <w:t>’</w:t>
      </w:r>
      <w:r w:rsidR="0024252B" w:rsidRPr="002813C1">
        <w:t>y retiendra</w:t>
      </w:r>
      <w:r>
        <w:t xml:space="preserve">. </w:t>
      </w:r>
      <w:proofErr w:type="spellStart"/>
      <w:r w:rsidR="0024252B" w:rsidRPr="002813C1">
        <w:t>Coralth</w:t>
      </w:r>
      <w:proofErr w:type="spellEnd"/>
      <w:r w:rsidR="0024252B" w:rsidRPr="002813C1">
        <w:t xml:space="preserve"> ne courra certes pas après lui</w:t>
      </w:r>
      <w:r>
        <w:t xml:space="preserve">, </w:t>
      </w:r>
      <w:r w:rsidR="0024252B" w:rsidRPr="002813C1">
        <w:t>et nous serons tranquilles de ce côté</w:t>
      </w:r>
      <w:r>
        <w:t>…</w:t>
      </w:r>
    </w:p>
    <w:p w14:paraId="6F5C7DA2" w14:textId="6CC5C71A" w:rsidR="00B77E03" w:rsidRDefault="00B77E03" w:rsidP="00B77E03">
      <w:r>
        <w:t>— </w:t>
      </w:r>
      <w:r w:rsidR="0024252B" w:rsidRPr="002813C1">
        <w:t>Mon Dieu</w:t>
      </w:r>
      <w:r>
        <w:t xml:space="preserve"> !… </w:t>
      </w:r>
      <w:r w:rsidR="0024252B" w:rsidRPr="002813C1">
        <w:t xml:space="preserve">murmura </w:t>
      </w:r>
      <w:r>
        <w:t>M</w:t>
      </w:r>
      <w:r w:rsidRPr="00B77E03">
        <w:rPr>
          <w:vertAlign w:val="superscript"/>
        </w:rPr>
        <w:t>me</w:t>
      </w:r>
      <w:r>
        <w:t> </w:t>
      </w:r>
      <w:r w:rsidR="0024252B" w:rsidRPr="002813C1">
        <w:t>d</w:t>
      </w:r>
      <w:r>
        <w:t>’</w:t>
      </w:r>
      <w:r w:rsidR="0024252B" w:rsidRPr="002813C1">
        <w:t>Argelès</w:t>
      </w:r>
      <w:r>
        <w:t xml:space="preserve">, </w:t>
      </w:r>
      <w:r w:rsidR="0024252B" w:rsidRPr="002813C1">
        <w:t>comment cette idée ne m</w:t>
      </w:r>
      <w:r>
        <w:t>’</w:t>
      </w:r>
      <w:r w:rsidR="0024252B" w:rsidRPr="002813C1">
        <w:t>est-elle jamais venue</w:t>
      </w:r>
      <w:r>
        <w:t> !…</w:t>
      </w:r>
    </w:p>
    <w:p w14:paraId="77F17E86" w14:textId="77777777" w:rsidR="00B77E03" w:rsidRDefault="0024252B" w:rsidP="00B77E03">
      <w:r w:rsidRPr="002813C1">
        <w:t>Singulièrement troublé</w:t>
      </w:r>
      <w:r w:rsidR="00B77E03">
        <w:t xml:space="preserve">, </w:t>
      </w:r>
      <w:r w:rsidRPr="002813C1">
        <w:t>le baron peu à peu recouvrait son sang-froid</w:t>
      </w:r>
      <w:r w:rsidR="00B77E03">
        <w:t>…</w:t>
      </w:r>
    </w:p>
    <w:p w14:paraId="56C18DF3" w14:textId="77777777" w:rsidR="00B77E03" w:rsidRDefault="00B77E03" w:rsidP="00B77E03">
      <w:r>
        <w:t>— </w:t>
      </w:r>
      <w:r w:rsidR="0024252B" w:rsidRPr="002813C1">
        <w:t>Ce qui vous concerne</w:t>
      </w:r>
      <w:r>
        <w:t xml:space="preserve">, </w:t>
      </w:r>
      <w:r w:rsidR="0024252B" w:rsidRPr="002813C1">
        <w:t>chère amie</w:t>
      </w:r>
      <w:r>
        <w:t xml:space="preserve">, </w:t>
      </w:r>
      <w:r w:rsidR="0024252B" w:rsidRPr="002813C1">
        <w:t>poursuivit-il</w:t>
      </w:r>
      <w:r>
        <w:t xml:space="preserve">, </w:t>
      </w:r>
      <w:r w:rsidR="0024252B" w:rsidRPr="002813C1">
        <w:t>est plus simple encore</w:t>
      </w:r>
      <w:r>
        <w:t xml:space="preserve">… </w:t>
      </w:r>
      <w:r w:rsidR="0024252B" w:rsidRPr="002813C1">
        <w:t>C</w:t>
      </w:r>
      <w:r>
        <w:t>’</w:t>
      </w:r>
      <w:r w:rsidR="0024252B" w:rsidRPr="002813C1">
        <w:t>est une comédie à jouer</w:t>
      </w:r>
      <w:r>
        <w:t xml:space="preserve">. </w:t>
      </w:r>
      <w:r w:rsidR="0024252B" w:rsidRPr="002813C1">
        <w:t>Que vaut votre mobilier</w:t>
      </w:r>
      <w:r>
        <w:t xml:space="preserve"> ? </w:t>
      </w:r>
      <w:r w:rsidR="0024252B" w:rsidRPr="002813C1">
        <w:t>Une centaine de mille francs</w:t>
      </w:r>
      <w:r>
        <w:t xml:space="preserve">, </w:t>
      </w:r>
      <w:r w:rsidR="0024252B" w:rsidRPr="002813C1">
        <w:t>n</w:t>
      </w:r>
      <w:r>
        <w:t>’</w:t>
      </w:r>
      <w:r w:rsidR="0024252B" w:rsidRPr="002813C1">
        <w:t>est-ce pas</w:t>
      </w:r>
      <w:r>
        <w:t xml:space="preserve">… </w:t>
      </w:r>
      <w:r w:rsidR="0024252B" w:rsidRPr="002813C1">
        <w:t>Eh bien</w:t>
      </w:r>
      <w:r>
        <w:t xml:space="preserve"> ! </w:t>
      </w:r>
      <w:r w:rsidR="0024252B" w:rsidRPr="002813C1">
        <w:t>vous allez</w:t>
      </w:r>
      <w:r>
        <w:t xml:space="preserve">, </w:t>
      </w:r>
      <w:r w:rsidR="0024252B" w:rsidRPr="002813C1">
        <w:t>signer</w:t>
      </w:r>
      <w:r>
        <w:t xml:space="preserve">, </w:t>
      </w:r>
      <w:r w:rsidR="0024252B" w:rsidRPr="002813C1">
        <w:t>au nom d</w:t>
      </w:r>
      <w:r>
        <w:t>’</w:t>
      </w:r>
      <w:r w:rsidR="0024252B" w:rsidRPr="002813C1">
        <w:t>un de mes hommes de paille</w:t>
      </w:r>
      <w:r>
        <w:t xml:space="preserve">, </w:t>
      </w:r>
      <w:r w:rsidR="0024252B" w:rsidRPr="002813C1">
        <w:t>pour cent mille francs de traites antidatées</w:t>
      </w:r>
      <w:r>
        <w:t xml:space="preserve">… </w:t>
      </w:r>
      <w:r w:rsidR="0024252B" w:rsidRPr="002813C1">
        <w:t>Au jour de l</w:t>
      </w:r>
      <w:r>
        <w:t>’</w:t>
      </w:r>
      <w:r w:rsidR="0024252B" w:rsidRPr="002813C1">
        <w:t>échéance</w:t>
      </w:r>
      <w:r>
        <w:t xml:space="preserve">, </w:t>
      </w:r>
      <w:r w:rsidR="0024252B" w:rsidRPr="002813C1">
        <w:t>lundi</w:t>
      </w:r>
      <w:r>
        <w:t xml:space="preserve">, </w:t>
      </w:r>
      <w:r w:rsidR="0024252B" w:rsidRPr="002813C1">
        <w:t>par exemple</w:t>
      </w:r>
      <w:r>
        <w:t xml:space="preserve">, </w:t>
      </w:r>
      <w:r w:rsidR="0024252B" w:rsidRPr="002813C1">
        <w:t>on vous présente vos traites</w:t>
      </w:r>
      <w:r>
        <w:t xml:space="preserve">… </w:t>
      </w:r>
      <w:r w:rsidR="0024252B" w:rsidRPr="002813C1">
        <w:t>vous ne payez pas</w:t>
      </w:r>
      <w:r>
        <w:t xml:space="preserve">. </w:t>
      </w:r>
      <w:r w:rsidR="0024252B" w:rsidRPr="002813C1">
        <w:t>On vous poursuit</w:t>
      </w:r>
      <w:r>
        <w:t xml:space="preserve">… </w:t>
      </w:r>
      <w:r w:rsidR="0024252B" w:rsidRPr="002813C1">
        <w:t>vous laissez poursuivre</w:t>
      </w:r>
      <w:r>
        <w:t xml:space="preserve">. </w:t>
      </w:r>
      <w:r w:rsidR="0024252B" w:rsidRPr="002813C1">
        <w:t>On vous saisit</w:t>
      </w:r>
      <w:r>
        <w:t xml:space="preserve">… </w:t>
      </w:r>
      <w:r w:rsidR="0024252B" w:rsidRPr="002813C1">
        <w:t>vous laissez saisir</w:t>
      </w:r>
      <w:r>
        <w:t xml:space="preserve">. </w:t>
      </w:r>
      <w:r w:rsidR="0024252B" w:rsidRPr="002813C1">
        <w:t>Je ne sais si je m</w:t>
      </w:r>
      <w:r>
        <w:t>’</w:t>
      </w:r>
      <w:r w:rsidR="0024252B" w:rsidRPr="002813C1">
        <w:t>explique bien</w:t>
      </w:r>
      <w:r>
        <w:t>…</w:t>
      </w:r>
    </w:p>
    <w:p w14:paraId="0416C2F1" w14:textId="77777777" w:rsidR="00B77E03" w:rsidRDefault="00B77E03" w:rsidP="00B77E03">
      <w:r>
        <w:t>— </w:t>
      </w:r>
      <w:r w:rsidR="0024252B" w:rsidRPr="002813C1">
        <w:t>Oh</w:t>
      </w:r>
      <w:r>
        <w:t xml:space="preserve"> ! </w:t>
      </w:r>
      <w:r w:rsidR="0024252B" w:rsidRPr="002813C1">
        <w:t>très bien</w:t>
      </w:r>
      <w:r>
        <w:t> !</w:t>
      </w:r>
    </w:p>
    <w:p w14:paraId="7CFEF0AB" w14:textId="788E9383" w:rsidR="00B77E03" w:rsidRDefault="00B77E03" w:rsidP="00B77E03">
      <w:r>
        <w:t>— </w:t>
      </w:r>
      <w:r w:rsidR="0024252B" w:rsidRPr="002813C1">
        <w:t>Donc vous voilà saisie</w:t>
      </w:r>
      <w:r>
        <w:t xml:space="preserve">… </w:t>
      </w:r>
      <w:r w:rsidR="0024252B" w:rsidRPr="002813C1">
        <w:t>Vous ne faites pas opposition</w:t>
      </w:r>
      <w:r>
        <w:t xml:space="preserve">, </w:t>
      </w:r>
      <w:r w:rsidR="0024252B" w:rsidRPr="002813C1">
        <w:t>et huit jours après</w:t>
      </w:r>
      <w:r>
        <w:t xml:space="preserve">, </w:t>
      </w:r>
      <w:r w:rsidR="0024252B" w:rsidRPr="002813C1">
        <w:t xml:space="preserve">des affiches superbes apprennent à tout Paris que </w:t>
      </w:r>
      <w:r>
        <w:t>« </w:t>
      </w:r>
      <w:r w:rsidR="0024252B" w:rsidRPr="002813C1">
        <w:t>par autorité de justice</w:t>
      </w:r>
      <w:r>
        <w:t>, »</w:t>
      </w:r>
      <w:r w:rsidR="0024252B" w:rsidRPr="002813C1">
        <w:t xml:space="preserve"> on vend rue Drouot</w:t>
      </w:r>
      <w:r>
        <w:t xml:space="preserve">, </w:t>
      </w:r>
      <w:r w:rsidR="0024252B" w:rsidRPr="002813C1">
        <w:t>au plus offrant et dernier enchérisseur</w:t>
      </w:r>
      <w:r>
        <w:t xml:space="preserve">, </w:t>
      </w:r>
      <w:r w:rsidR="0024252B" w:rsidRPr="002813C1">
        <w:t>le mobilier</w:t>
      </w:r>
      <w:r>
        <w:t xml:space="preserve">, </w:t>
      </w:r>
      <w:r w:rsidR="0024252B" w:rsidRPr="002813C1">
        <w:t>la garde-robe</w:t>
      </w:r>
      <w:r>
        <w:t xml:space="preserve">, </w:t>
      </w:r>
      <w:r w:rsidR="0024252B" w:rsidRPr="002813C1">
        <w:t>les cachemires</w:t>
      </w:r>
      <w:r>
        <w:t xml:space="preserve">, </w:t>
      </w:r>
      <w:r w:rsidR="0024252B" w:rsidRPr="002813C1">
        <w:t xml:space="preserve">les dentelles et les diamants de </w:t>
      </w:r>
      <w:r>
        <w:t>M</w:t>
      </w:r>
      <w:r w:rsidRPr="00B77E03">
        <w:rPr>
          <w:vertAlign w:val="superscript"/>
        </w:rPr>
        <w:t>me</w:t>
      </w:r>
      <w:r>
        <w:t> </w:t>
      </w:r>
      <w:r w:rsidR="0024252B" w:rsidRPr="002813C1">
        <w:t>Lia d</w:t>
      </w:r>
      <w:r>
        <w:t>’</w:t>
      </w:r>
      <w:r w:rsidR="0024252B" w:rsidRPr="002813C1">
        <w:t>A</w:t>
      </w:r>
      <w:r>
        <w:t xml:space="preserve">… </w:t>
      </w:r>
      <w:r w:rsidR="0024252B" w:rsidRPr="002813C1">
        <w:t>Vous voyez d</w:t>
      </w:r>
      <w:r>
        <w:t>’</w:t>
      </w:r>
      <w:r w:rsidR="0024252B" w:rsidRPr="002813C1">
        <w:t>ici l</w:t>
      </w:r>
      <w:r>
        <w:t>’</w:t>
      </w:r>
      <w:r w:rsidR="0024252B" w:rsidRPr="002813C1">
        <w:t>effet</w:t>
      </w:r>
      <w:r>
        <w:t xml:space="preserve">, </w:t>
      </w:r>
      <w:r w:rsidR="0024252B" w:rsidRPr="002813C1">
        <w:t>n</w:t>
      </w:r>
      <w:r>
        <w:t>’</w:t>
      </w:r>
      <w:r w:rsidR="0024252B" w:rsidRPr="002813C1">
        <w:t>est-ce pas</w:t>
      </w:r>
      <w:r>
        <w:t xml:space="preserve"> ?… </w:t>
      </w:r>
      <w:r w:rsidR="0024252B" w:rsidRPr="002813C1">
        <w:t>Il me semble entendre vos amis et les habitués de votre salon s</w:t>
      </w:r>
      <w:r>
        <w:t>’</w:t>
      </w:r>
      <w:r w:rsidR="0024252B" w:rsidRPr="002813C1">
        <w:t xml:space="preserve">abordant </w:t>
      </w:r>
      <w:r w:rsidR="0024252B" w:rsidRPr="002813C1">
        <w:lastRenderedPageBreak/>
        <w:t>sur le boulevard</w:t>
      </w:r>
      <w:r>
        <w:t xml:space="preserve"> : « – </w:t>
      </w:r>
      <w:r w:rsidR="0024252B" w:rsidRPr="002813C1">
        <w:t>Eh bien</w:t>
      </w:r>
      <w:r>
        <w:t xml:space="preserve"> !… </w:t>
      </w:r>
      <w:r w:rsidR="0024252B" w:rsidRPr="002813C1">
        <w:t>très cher</w:t>
      </w:r>
      <w:r>
        <w:t xml:space="preserve">, </w:t>
      </w:r>
      <w:r w:rsidR="0024252B" w:rsidRPr="002813C1">
        <w:t>et cette pauvre d</w:t>
      </w:r>
      <w:r>
        <w:t>’</w:t>
      </w:r>
      <w:r w:rsidR="0024252B" w:rsidRPr="002813C1">
        <w:t>Argelès</w:t>
      </w:r>
      <w:r>
        <w:t xml:space="preserve"> ? – </w:t>
      </w:r>
      <w:r w:rsidR="0024252B" w:rsidRPr="002813C1">
        <w:t>Ah</w:t>
      </w:r>
      <w:r>
        <w:t xml:space="preserve"> ! </w:t>
      </w:r>
      <w:r w:rsidR="0024252B" w:rsidRPr="002813C1">
        <w:t>ne m</w:t>
      </w:r>
      <w:r>
        <w:t>’</w:t>
      </w:r>
      <w:r w:rsidR="0024252B" w:rsidRPr="002813C1">
        <w:t>en parlez pas</w:t>
      </w:r>
      <w:r>
        <w:t xml:space="preserve"> !… – </w:t>
      </w:r>
      <w:r w:rsidR="0024252B" w:rsidRPr="002813C1">
        <w:t>C</w:t>
      </w:r>
      <w:r>
        <w:t>’</w:t>
      </w:r>
      <w:r w:rsidR="0024252B" w:rsidRPr="002813C1">
        <w:t>est une lessive volontaire</w:t>
      </w:r>
      <w:r>
        <w:t xml:space="preserve">, </w:t>
      </w:r>
      <w:r w:rsidR="0024252B" w:rsidRPr="002813C1">
        <w:t>sans doute</w:t>
      </w:r>
      <w:r>
        <w:t xml:space="preserve"> ?… – </w:t>
      </w:r>
      <w:r w:rsidR="0024252B" w:rsidRPr="002813C1">
        <w:t>Pas du tout</w:t>
      </w:r>
      <w:r>
        <w:t xml:space="preserve">, </w:t>
      </w:r>
      <w:r w:rsidR="0024252B" w:rsidRPr="002813C1">
        <w:t>elle est décavée</w:t>
      </w:r>
      <w:r>
        <w:t xml:space="preserve">, </w:t>
      </w:r>
      <w:r w:rsidR="0024252B" w:rsidRPr="002813C1">
        <w:t>tout ce qu</w:t>
      </w:r>
      <w:r>
        <w:t>’</w:t>
      </w:r>
      <w:r w:rsidR="0024252B" w:rsidRPr="002813C1">
        <w:t>il y a de plus décavé</w:t>
      </w:r>
      <w:r>
        <w:t xml:space="preserve">… – </w:t>
      </w:r>
      <w:r w:rsidR="0024252B" w:rsidRPr="002813C1">
        <w:t>Tiens</w:t>
      </w:r>
      <w:r>
        <w:t xml:space="preserve">, </w:t>
      </w:r>
      <w:r w:rsidR="0024252B" w:rsidRPr="002813C1">
        <w:t>tiens</w:t>
      </w:r>
      <w:r>
        <w:t xml:space="preserve"> ! </w:t>
      </w:r>
      <w:r w:rsidR="0024252B" w:rsidRPr="002813C1">
        <w:t>Cela me fâche</w:t>
      </w:r>
      <w:r>
        <w:t xml:space="preserve">… </w:t>
      </w:r>
      <w:r w:rsidR="0024252B" w:rsidRPr="002813C1">
        <w:t>c</w:t>
      </w:r>
      <w:r>
        <w:t>’</w:t>
      </w:r>
      <w:r w:rsidR="0024252B" w:rsidRPr="002813C1">
        <w:t>était une bonne fille</w:t>
      </w:r>
      <w:r>
        <w:t xml:space="preserve">… – </w:t>
      </w:r>
      <w:r w:rsidR="0024252B" w:rsidRPr="002813C1">
        <w:t>Oh</w:t>
      </w:r>
      <w:r>
        <w:t xml:space="preserve"> ! </w:t>
      </w:r>
      <w:r w:rsidR="0024252B" w:rsidRPr="002813C1">
        <w:t>excellente</w:t>
      </w:r>
      <w:r>
        <w:t xml:space="preserve"> ; </w:t>
      </w:r>
      <w:r w:rsidR="0024252B" w:rsidRPr="002813C1">
        <w:t>on s</w:t>
      </w:r>
      <w:r>
        <w:t>’</w:t>
      </w:r>
      <w:r w:rsidR="0024252B" w:rsidRPr="002813C1">
        <w:t>amusait beaucoup chez elle</w:t>
      </w:r>
      <w:r>
        <w:t xml:space="preserve">, </w:t>
      </w:r>
      <w:r w:rsidR="0024252B" w:rsidRPr="002813C1">
        <w:t>seulement</w:t>
      </w:r>
      <w:r>
        <w:t xml:space="preserve">, </w:t>
      </w:r>
      <w:r w:rsidR="0024252B" w:rsidRPr="002813C1">
        <w:t>entre nous</w:t>
      </w:r>
      <w:r>
        <w:t xml:space="preserve">… – </w:t>
      </w:r>
      <w:r w:rsidR="0024252B" w:rsidRPr="002813C1">
        <w:t>Eh bien</w:t>
      </w:r>
      <w:r>
        <w:t xml:space="preserve"> ?… – </w:t>
      </w:r>
      <w:r w:rsidR="0024252B" w:rsidRPr="002813C1">
        <w:t>Dame</w:t>
      </w:r>
      <w:r>
        <w:t xml:space="preserve"> ! </w:t>
      </w:r>
      <w:r w:rsidR="0024252B" w:rsidRPr="002813C1">
        <w:t>elle n</w:t>
      </w:r>
      <w:r>
        <w:t>’</w:t>
      </w:r>
      <w:r w:rsidR="0024252B" w:rsidRPr="002813C1">
        <w:t>était plus de la première jeunesse</w:t>
      </w:r>
      <w:r>
        <w:t xml:space="preserve">… </w:t>
      </w:r>
      <w:r w:rsidR="0024252B" w:rsidRPr="002813C1">
        <w:t>Enfin</w:t>
      </w:r>
      <w:r>
        <w:t xml:space="preserve">, </w:t>
      </w:r>
      <w:r w:rsidR="0024252B" w:rsidRPr="002813C1">
        <w:t>n</w:t>
      </w:r>
      <w:r>
        <w:t>’</w:t>
      </w:r>
      <w:r w:rsidR="0024252B" w:rsidRPr="002813C1">
        <w:t>importe</w:t>
      </w:r>
      <w:r>
        <w:t xml:space="preserve">, </w:t>
      </w:r>
      <w:r w:rsidR="0024252B" w:rsidRPr="002813C1">
        <w:t>tel que vous me</w:t>
      </w:r>
      <w:r>
        <w:t xml:space="preserve">, </w:t>
      </w:r>
      <w:r w:rsidR="0024252B" w:rsidRPr="002813C1">
        <w:t>voyez</w:t>
      </w:r>
      <w:r>
        <w:t xml:space="preserve">, </w:t>
      </w:r>
      <w:r w:rsidR="0024252B" w:rsidRPr="002813C1">
        <w:t>j</w:t>
      </w:r>
      <w:r>
        <w:t>’</w:t>
      </w:r>
      <w:r w:rsidR="0024252B" w:rsidRPr="002813C1">
        <w:t>irai à sa vente et je pousserai</w:t>
      </w:r>
      <w:r>
        <w:t>… »</w:t>
      </w:r>
      <w:r w:rsidR="0024252B" w:rsidRPr="002813C1">
        <w:t xml:space="preserve"> Et en effet</w:t>
      </w:r>
      <w:r>
        <w:t xml:space="preserve">, </w:t>
      </w:r>
      <w:r w:rsidR="0024252B" w:rsidRPr="002813C1">
        <w:t>chère amie</w:t>
      </w:r>
      <w:r>
        <w:t xml:space="preserve">, </w:t>
      </w:r>
      <w:r w:rsidR="0024252B" w:rsidRPr="002813C1">
        <w:t>vos amis ne manqueront pas de se rendre à l</w:t>
      </w:r>
      <w:r>
        <w:t>’</w:t>
      </w:r>
      <w:r w:rsidR="0024252B" w:rsidRPr="002813C1">
        <w:t>hôtel Drouot</w:t>
      </w:r>
      <w:r>
        <w:t xml:space="preserve">, </w:t>
      </w:r>
      <w:r w:rsidR="0024252B" w:rsidRPr="002813C1">
        <w:t>et vos plus intimes s</w:t>
      </w:r>
      <w:r>
        <w:t>’</w:t>
      </w:r>
      <w:r w:rsidR="0024252B" w:rsidRPr="002813C1">
        <w:t>abandonneront à leur générosité jusqu</w:t>
      </w:r>
      <w:r>
        <w:t>’</w:t>
      </w:r>
      <w:r w:rsidR="0024252B" w:rsidRPr="002813C1">
        <w:t>à ce point de mettre une enchère de vingt sous sur quelqu</w:t>
      </w:r>
      <w:r>
        <w:t>’</w:t>
      </w:r>
      <w:r w:rsidR="0024252B" w:rsidRPr="002813C1">
        <w:t>un des minces bibelots de vos étagères</w:t>
      </w:r>
      <w:r>
        <w:t>…</w:t>
      </w:r>
    </w:p>
    <w:p w14:paraId="1CC36E5A" w14:textId="11ADFCFB" w:rsidR="00B77E03" w:rsidRDefault="0024252B" w:rsidP="00B77E03">
      <w:r w:rsidRPr="002813C1">
        <w:t>Écrasée de honte</w:t>
      </w:r>
      <w:r w:rsidR="00B77E03">
        <w:t>, M</w:t>
      </w:r>
      <w:r w:rsidR="00B77E03" w:rsidRPr="00B77E03">
        <w:rPr>
          <w:vertAlign w:val="superscript"/>
        </w:rPr>
        <w:t>me</w:t>
      </w:r>
      <w:r w:rsidR="00B77E03">
        <w:t> </w:t>
      </w:r>
      <w:r w:rsidRPr="002813C1">
        <w:t>d</w:t>
      </w:r>
      <w:r w:rsidR="00B77E03">
        <w:t>’</w:t>
      </w:r>
      <w:r w:rsidRPr="002813C1">
        <w:t>Argelès baissait la tête</w:t>
      </w:r>
      <w:r w:rsidR="00B77E03">
        <w:t>.</w:t>
      </w:r>
    </w:p>
    <w:p w14:paraId="4AFBA281" w14:textId="77777777" w:rsidR="00B77E03" w:rsidRDefault="0024252B" w:rsidP="00B77E03">
      <w:r w:rsidRPr="002813C1">
        <w:t>Jamais en si peu de mots on ne lui avait fait sentir toute l</w:t>
      </w:r>
      <w:r w:rsidR="00B77E03">
        <w:t>’</w:t>
      </w:r>
      <w:r w:rsidRPr="002813C1">
        <w:t>horreur de sa situation</w:t>
      </w:r>
      <w:r w:rsidR="00B77E03">
        <w:t xml:space="preserve">… </w:t>
      </w:r>
      <w:r w:rsidRPr="002813C1">
        <w:t>Jamais on ne lui avait si vivement éclairé l</w:t>
      </w:r>
      <w:r w:rsidR="00B77E03">
        <w:t>’</w:t>
      </w:r>
      <w:r w:rsidRPr="002813C1">
        <w:t>abîme de honte où elle avait roulé</w:t>
      </w:r>
      <w:r w:rsidR="00B77E03">
        <w:t>.</w:t>
      </w:r>
    </w:p>
    <w:p w14:paraId="3FEA1DCC" w14:textId="77777777" w:rsidR="00B77E03" w:rsidRDefault="0024252B" w:rsidP="00B77E03">
      <w:r w:rsidRPr="002813C1">
        <w:t>Et de qui lui venait cette humiliation suprême</w:t>
      </w:r>
      <w:r w:rsidR="00B77E03">
        <w:t xml:space="preserve"> ?… </w:t>
      </w:r>
      <w:r w:rsidRPr="002813C1">
        <w:t>Du seul ami qu</w:t>
      </w:r>
      <w:r w:rsidR="00B77E03">
        <w:t>’</w:t>
      </w:r>
      <w:r w:rsidRPr="002813C1">
        <w:t>elle eût</w:t>
      </w:r>
      <w:r w:rsidR="00B77E03">
        <w:t xml:space="preserve">, </w:t>
      </w:r>
      <w:r w:rsidRPr="002813C1">
        <w:t>de celui qui était son unique espoir</w:t>
      </w:r>
      <w:r w:rsidR="00B77E03">
        <w:t xml:space="preserve">… </w:t>
      </w:r>
      <w:r w:rsidRPr="002813C1">
        <w:t xml:space="preserve">du baron </w:t>
      </w:r>
      <w:proofErr w:type="spellStart"/>
      <w:r w:rsidRPr="002813C1">
        <w:t>Trigault</w:t>
      </w:r>
      <w:proofErr w:type="spellEnd"/>
      <w:r w:rsidR="00B77E03">
        <w:t>…</w:t>
      </w:r>
    </w:p>
    <w:p w14:paraId="1486064A" w14:textId="77777777" w:rsidR="00B77E03" w:rsidRDefault="0024252B" w:rsidP="00B77E03">
      <w:r w:rsidRPr="002813C1">
        <w:t>Et ce qu</w:t>
      </w:r>
      <w:r w:rsidR="00B77E03">
        <w:t>’</w:t>
      </w:r>
      <w:r w:rsidRPr="002813C1">
        <w:t>il y avait d</w:t>
      </w:r>
      <w:r w:rsidR="00B77E03">
        <w:t>’</w:t>
      </w:r>
      <w:r w:rsidRPr="002813C1">
        <w:t>affreux</w:t>
      </w:r>
      <w:r w:rsidR="00B77E03">
        <w:t xml:space="preserve">, </w:t>
      </w:r>
      <w:r w:rsidRPr="002813C1">
        <w:t>c</w:t>
      </w:r>
      <w:r w:rsidR="00B77E03">
        <w:t>’</w:t>
      </w:r>
      <w:r w:rsidRPr="002813C1">
        <w:t>est qu</w:t>
      </w:r>
      <w:r w:rsidR="00B77E03">
        <w:t>’</w:t>
      </w:r>
      <w:r w:rsidRPr="002813C1">
        <w:t>il ne semblait pas avoir conscience de la cruauté de ses paroles</w:t>
      </w:r>
      <w:r w:rsidR="00B77E03">
        <w:t xml:space="preserve">, </w:t>
      </w:r>
      <w:r w:rsidRPr="002813C1">
        <w:t>et qu</w:t>
      </w:r>
      <w:r w:rsidR="00B77E03">
        <w:t>’</w:t>
      </w:r>
      <w:r w:rsidRPr="002813C1">
        <w:t>il continuait d</w:t>
      </w:r>
      <w:r w:rsidR="00B77E03">
        <w:t>’</w:t>
      </w:r>
      <w:r w:rsidRPr="002813C1">
        <w:t>un ton d</w:t>
      </w:r>
      <w:r w:rsidR="00B77E03">
        <w:t>’</w:t>
      </w:r>
      <w:r w:rsidRPr="002813C1">
        <w:t>amère ironie</w:t>
      </w:r>
      <w:r w:rsidR="00B77E03">
        <w:t> :</w:t>
      </w:r>
    </w:p>
    <w:p w14:paraId="05D6826A" w14:textId="61F4C7A3" w:rsidR="00B77E03" w:rsidRDefault="00B77E03" w:rsidP="00B77E03">
      <w:r>
        <w:t>— </w:t>
      </w:r>
      <w:r w:rsidR="0024252B" w:rsidRPr="002813C1">
        <w:t>Comme de juste</w:t>
      </w:r>
      <w:r>
        <w:t xml:space="preserve">, </w:t>
      </w:r>
      <w:r w:rsidR="0024252B" w:rsidRPr="002813C1">
        <w:t>vous aurez une exposition avant la vente</w:t>
      </w:r>
      <w:r>
        <w:t xml:space="preserve">, </w:t>
      </w:r>
      <w:r w:rsidR="0024252B" w:rsidRPr="002813C1">
        <w:t>et vous verrez accourir toutes ces poupées du monde</w:t>
      </w:r>
      <w:r>
        <w:t xml:space="preserve">, </w:t>
      </w:r>
      <w:r w:rsidR="0024252B" w:rsidRPr="002813C1">
        <w:t>que les fournisseurs</w:t>
      </w:r>
      <w:r>
        <w:t xml:space="preserve">, </w:t>
      </w:r>
      <w:r w:rsidR="0024252B" w:rsidRPr="002813C1">
        <w:t>les couturiers</w:t>
      </w:r>
      <w:r>
        <w:t xml:space="preserve">, </w:t>
      </w:r>
      <w:r w:rsidR="0024252B" w:rsidRPr="002813C1">
        <w:t xml:space="preserve">et les imbéciles appellent des </w:t>
      </w:r>
      <w:r>
        <w:t>« </w:t>
      </w:r>
      <w:r w:rsidR="0024252B" w:rsidRPr="002813C1">
        <w:t>grandes dames</w:t>
      </w:r>
      <w:r>
        <w:t xml:space="preserve"> »… </w:t>
      </w:r>
      <w:r w:rsidR="0024252B" w:rsidRPr="002813C1">
        <w:t>Elles viendront estimer ce que vaut la vie d</w:t>
      </w:r>
      <w:r>
        <w:t>’</w:t>
      </w:r>
      <w:r w:rsidR="0024252B" w:rsidRPr="002813C1">
        <w:t>une femme connue et voir s</w:t>
      </w:r>
      <w:r>
        <w:t>’</w:t>
      </w:r>
      <w:r w:rsidR="0024252B" w:rsidRPr="002813C1">
        <w:t>il n</w:t>
      </w:r>
      <w:r>
        <w:t>’</w:t>
      </w:r>
      <w:r w:rsidR="0024252B" w:rsidRPr="002813C1">
        <w:t>y aurait pas quelque bon marché à faire</w:t>
      </w:r>
      <w:r>
        <w:t xml:space="preserve">… </w:t>
      </w:r>
      <w:r w:rsidR="0024252B" w:rsidRPr="002813C1">
        <w:t>c</w:t>
      </w:r>
      <w:r>
        <w:t>’</w:t>
      </w:r>
      <w:r w:rsidR="0024252B" w:rsidRPr="002813C1">
        <w:t>est le chic</w:t>
      </w:r>
      <w:r>
        <w:t xml:space="preserve"> ! </w:t>
      </w:r>
      <w:r w:rsidR="0024252B" w:rsidRPr="002813C1">
        <w:t>Les grandes dames que je dis se parent sans façon des diamants qu</w:t>
      </w:r>
      <w:r>
        <w:t>’</w:t>
      </w:r>
      <w:r w:rsidR="0024252B" w:rsidRPr="002813C1">
        <w:t xml:space="preserve">elles achètent à la </w:t>
      </w:r>
      <w:r w:rsidR="0024252B" w:rsidRPr="002813C1">
        <w:lastRenderedPageBreak/>
        <w:t>vente d</w:t>
      </w:r>
      <w:r>
        <w:t>’</w:t>
      </w:r>
      <w:r w:rsidR="0024252B" w:rsidRPr="002813C1">
        <w:t>une fille</w:t>
      </w:r>
      <w:r>
        <w:t xml:space="preserve">… </w:t>
      </w:r>
      <w:r w:rsidR="0024252B" w:rsidRPr="002813C1">
        <w:t>Oh</w:t>
      </w:r>
      <w:r>
        <w:t xml:space="preserve"> ! </w:t>
      </w:r>
      <w:r w:rsidR="0024252B" w:rsidRPr="002813C1">
        <w:t>soyez sans crainte</w:t>
      </w:r>
      <w:r>
        <w:t xml:space="preserve">, </w:t>
      </w:r>
      <w:r w:rsidR="0024252B" w:rsidRPr="002813C1">
        <w:t>vos bibelots auront la visite de ma femme et de ma fille</w:t>
      </w:r>
      <w:r>
        <w:t xml:space="preserve">, </w:t>
      </w:r>
      <w:r w:rsidR="0024252B" w:rsidRPr="002813C1">
        <w:t xml:space="preserve">de la vicomtesse de </w:t>
      </w:r>
      <w:proofErr w:type="spellStart"/>
      <w:r w:rsidR="0024252B" w:rsidRPr="002813C1">
        <w:t>Bois-d</w:t>
      </w:r>
      <w:r>
        <w:t>’</w:t>
      </w:r>
      <w:r w:rsidR="0024252B" w:rsidRPr="002813C1">
        <w:t>Ardon</w:t>
      </w:r>
      <w:proofErr w:type="spellEnd"/>
      <w:r>
        <w:t xml:space="preserve">, </w:t>
      </w:r>
      <w:r w:rsidR="0024252B" w:rsidRPr="002813C1">
        <w:t xml:space="preserve">de </w:t>
      </w:r>
      <w:r>
        <w:t>M</w:t>
      </w:r>
      <w:r w:rsidRPr="00B77E03">
        <w:rPr>
          <w:vertAlign w:val="superscript"/>
        </w:rPr>
        <w:t>me</w:t>
      </w:r>
      <w:r>
        <w:t> de </w:t>
      </w:r>
      <w:proofErr w:type="spellStart"/>
      <w:r w:rsidR="0024252B" w:rsidRPr="002813C1">
        <w:t>Rochecote</w:t>
      </w:r>
      <w:proofErr w:type="spellEnd"/>
      <w:r w:rsidR="0024252B" w:rsidRPr="002813C1">
        <w:t xml:space="preserve"> et de ses cinq demoiselles</w:t>
      </w:r>
      <w:r>
        <w:t xml:space="preserve">… </w:t>
      </w:r>
      <w:r w:rsidR="0024252B" w:rsidRPr="002813C1">
        <w:t>Puis les journaux s</w:t>
      </w:r>
      <w:r>
        <w:t>’</w:t>
      </w:r>
      <w:r w:rsidR="0024252B" w:rsidRPr="002813C1">
        <w:t>empareront de l</w:t>
      </w:r>
      <w:r>
        <w:t>’</w:t>
      </w:r>
      <w:r w:rsidR="0024252B" w:rsidRPr="002813C1">
        <w:t>histoire</w:t>
      </w:r>
      <w:r>
        <w:t xml:space="preserve">, </w:t>
      </w:r>
      <w:r w:rsidR="0024252B" w:rsidRPr="002813C1">
        <w:t>ils publieront votre déconfiture et le prix de vos tableaux</w:t>
      </w:r>
      <w:r>
        <w:t xml:space="preserve">, </w:t>
      </w:r>
      <w:r w:rsidR="0024252B" w:rsidRPr="002813C1">
        <w:t>et tout sera dit</w:t>
      </w:r>
      <w:r>
        <w:t>…</w:t>
      </w:r>
    </w:p>
    <w:p w14:paraId="24DC3F6D" w14:textId="6E426B33" w:rsidR="00B77E03" w:rsidRDefault="0024252B" w:rsidP="00B77E03">
      <w:r w:rsidRPr="002813C1">
        <w:t>C</w:t>
      </w:r>
      <w:r w:rsidR="00B77E03">
        <w:t>’</w:t>
      </w:r>
      <w:r w:rsidRPr="002813C1">
        <w:t xml:space="preserve">est avec une curiosité craintive que </w:t>
      </w:r>
      <w:r w:rsidR="00B77E03">
        <w:t>M</w:t>
      </w:r>
      <w:r w:rsidR="00B77E03" w:rsidRPr="00B77E03">
        <w:rPr>
          <w:vertAlign w:val="superscript"/>
        </w:rPr>
        <w:t>me</w:t>
      </w:r>
      <w:r w:rsidR="00B77E03">
        <w:t> </w:t>
      </w:r>
      <w:r w:rsidRPr="002813C1">
        <w:t>d</w:t>
      </w:r>
      <w:r w:rsidR="00B77E03">
        <w:t>’</w:t>
      </w:r>
      <w:r w:rsidRPr="002813C1">
        <w:t>Argelès examinait le baron</w:t>
      </w:r>
      <w:r w:rsidR="00B77E03">
        <w:t xml:space="preserve">… </w:t>
      </w:r>
      <w:r w:rsidRPr="002813C1">
        <w:t>Il y avait bien des années qu</w:t>
      </w:r>
      <w:r w:rsidR="00B77E03">
        <w:t>’</w:t>
      </w:r>
      <w:r w:rsidRPr="002813C1">
        <w:t>elle ne lui avait vu</w:t>
      </w:r>
      <w:r w:rsidR="00B77E03">
        <w:t xml:space="preserve">, </w:t>
      </w:r>
      <w:r w:rsidRPr="002813C1">
        <w:t>à lui le fanfaron du scepticisme</w:t>
      </w:r>
      <w:r w:rsidR="00B77E03">
        <w:t xml:space="preserve">, </w:t>
      </w:r>
      <w:r w:rsidRPr="002813C1">
        <w:t>cette exaltation sincère</w:t>
      </w:r>
      <w:r w:rsidR="00B77E03">
        <w:t>…</w:t>
      </w:r>
    </w:p>
    <w:p w14:paraId="5450794F" w14:textId="77777777" w:rsidR="00B77E03" w:rsidRDefault="00B77E03" w:rsidP="00B77E03">
      <w:r>
        <w:t>— </w:t>
      </w:r>
      <w:r w:rsidR="0024252B" w:rsidRPr="002813C1">
        <w:t>Soit</w:t>
      </w:r>
      <w:r>
        <w:t xml:space="preserve">, </w:t>
      </w:r>
      <w:r w:rsidR="0024252B" w:rsidRPr="002813C1">
        <w:t>fit-elle</w:t>
      </w:r>
      <w:r>
        <w:t xml:space="preserve">, </w:t>
      </w:r>
      <w:r w:rsidR="0024252B" w:rsidRPr="002813C1">
        <w:t>je suis prête à suivre vos conseils</w:t>
      </w:r>
      <w:r>
        <w:t xml:space="preserve">… </w:t>
      </w:r>
      <w:r w:rsidR="0024252B" w:rsidRPr="002813C1">
        <w:t>mais après</w:t>
      </w:r>
      <w:r>
        <w:t> ?</w:t>
      </w:r>
    </w:p>
    <w:p w14:paraId="041883B3" w14:textId="307A064D" w:rsidR="00B77E03" w:rsidRDefault="00B77E03" w:rsidP="00B77E03">
      <w:r>
        <w:t>— </w:t>
      </w:r>
      <w:r w:rsidR="0024252B" w:rsidRPr="002813C1">
        <w:t>Quoi</w:t>
      </w:r>
      <w:r>
        <w:t xml:space="preserve"> !… </w:t>
      </w:r>
      <w:r w:rsidR="0024252B" w:rsidRPr="002813C1">
        <w:t>vous ne voyez pas où j</w:t>
      </w:r>
      <w:r>
        <w:t>’</w:t>
      </w:r>
      <w:r w:rsidR="0024252B" w:rsidRPr="002813C1">
        <w:t>en veux venir</w:t>
      </w:r>
      <w:r>
        <w:t xml:space="preserve"> ?… </w:t>
      </w:r>
      <w:r w:rsidR="0024252B" w:rsidRPr="002813C1">
        <w:t>Après</w:t>
      </w:r>
      <w:r>
        <w:t xml:space="preserve">… </w:t>
      </w:r>
      <w:r w:rsidR="0024252B" w:rsidRPr="002813C1">
        <w:t>vous disparaîtrez</w:t>
      </w:r>
      <w:r>
        <w:t xml:space="preserve">. </w:t>
      </w:r>
      <w:r w:rsidR="0024252B" w:rsidRPr="002813C1">
        <w:t>Je connais cinq ou six journalistes</w:t>
      </w:r>
      <w:r>
        <w:t xml:space="preserve">, </w:t>
      </w:r>
      <w:r w:rsidR="0024252B" w:rsidRPr="002813C1">
        <w:t>ce sera bien le diable si je ne persuade pas à l</w:t>
      </w:r>
      <w:r>
        <w:t>’</w:t>
      </w:r>
      <w:r w:rsidR="0024252B" w:rsidRPr="002813C1">
        <w:t>un d</w:t>
      </w:r>
      <w:r>
        <w:t>’</w:t>
      </w:r>
      <w:r w:rsidR="0024252B" w:rsidRPr="002813C1">
        <w:t>eux que vous êtes morte sur un grabat d</w:t>
      </w:r>
      <w:r>
        <w:t>’</w:t>
      </w:r>
      <w:r w:rsidR="0024252B" w:rsidRPr="002813C1">
        <w:t>hôpital</w:t>
      </w:r>
      <w:r>
        <w:t xml:space="preserve">… </w:t>
      </w:r>
      <w:r w:rsidR="0024252B" w:rsidRPr="002813C1">
        <w:t>Ce sera le sujet d</w:t>
      </w:r>
      <w:r>
        <w:t>’</w:t>
      </w:r>
      <w:r w:rsidR="0024252B" w:rsidRPr="002813C1">
        <w:t>une chronique touchante et surtout morale</w:t>
      </w:r>
      <w:r>
        <w:t>… « </w:t>
      </w:r>
      <w:r w:rsidR="0024252B" w:rsidRPr="002813C1">
        <w:t>Encore une étoile qui file</w:t>
      </w:r>
      <w:r>
        <w:t xml:space="preserve"> ! </w:t>
      </w:r>
      <w:r w:rsidR="0024252B" w:rsidRPr="002813C1">
        <w:t>diront les journaux</w:t>
      </w:r>
      <w:r>
        <w:t xml:space="preserve">… </w:t>
      </w:r>
      <w:r w:rsidR="0024252B" w:rsidRPr="002813C1">
        <w:t>Ainsi finissent misérablement toutes ces malheureuses dont le luxe scandalise les femmes honnêtes</w:t>
      </w:r>
      <w:r>
        <w:t>… »</w:t>
      </w:r>
    </w:p>
    <w:p w14:paraId="02FC56F2" w14:textId="77777777" w:rsidR="00B77E03" w:rsidRDefault="00B77E03" w:rsidP="00B77E03">
      <w:r>
        <w:t>— </w:t>
      </w:r>
      <w:r w:rsidR="0024252B" w:rsidRPr="002813C1">
        <w:t>Et que deviendrai-je</w:t>
      </w:r>
      <w:r>
        <w:t> ?</w:t>
      </w:r>
    </w:p>
    <w:p w14:paraId="0B52EFDB" w14:textId="77777777" w:rsidR="00B77E03" w:rsidRDefault="00B77E03" w:rsidP="00B77E03">
      <w:r>
        <w:t>— </w:t>
      </w:r>
      <w:r w:rsidR="0024252B" w:rsidRPr="002813C1">
        <w:t>Une femme respectée</w:t>
      </w:r>
      <w:r>
        <w:t xml:space="preserve">, </w:t>
      </w:r>
      <w:r w:rsidR="0024252B" w:rsidRPr="002813C1">
        <w:t>Lia</w:t>
      </w:r>
      <w:r>
        <w:t xml:space="preserve">. </w:t>
      </w:r>
      <w:r w:rsidR="0024252B" w:rsidRPr="002813C1">
        <w:t>Vous passerez en Angleterre</w:t>
      </w:r>
      <w:r>
        <w:t xml:space="preserve">, </w:t>
      </w:r>
      <w:r w:rsidR="0024252B" w:rsidRPr="002813C1">
        <w:t>vous vous installerez dans quelque joli cottage des environs de Londres et vous vous y créerez une personnalité nouvelle</w:t>
      </w:r>
      <w:r>
        <w:t xml:space="preserve">… </w:t>
      </w:r>
      <w:r w:rsidR="0024252B" w:rsidRPr="002813C1">
        <w:t xml:space="preserve">Le produit de la vente de votre mobilier suffira bien un an à vos besoins et à ceux de </w:t>
      </w:r>
      <w:proofErr w:type="spellStart"/>
      <w:r w:rsidR="0024252B" w:rsidRPr="002813C1">
        <w:t>Wilkie</w:t>
      </w:r>
      <w:proofErr w:type="spellEnd"/>
      <w:r>
        <w:t xml:space="preserve">… </w:t>
      </w:r>
      <w:r w:rsidR="0024252B" w:rsidRPr="002813C1">
        <w:t>Au bout de ce temps</w:t>
      </w:r>
      <w:r>
        <w:t xml:space="preserve">, </w:t>
      </w:r>
      <w:r w:rsidR="0024252B" w:rsidRPr="002813C1">
        <w:t>vous réunirez les actes indispensables</w:t>
      </w:r>
      <w:r>
        <w:t xml:space="preserve">, </w:t>
      </w:r>
      <w:r w:rsidR="0024252B" w:rsidRPr="002813C1">
        <w:t xml:space="preserve">vous ferez constater votre identité et vous réclamerez la succession du comte de </w:t>
      </w:r>
      <w:proofErr w:type="spellStart"/>
      <w:r w:rsidR="0024252B" w:rsidRPr="002813C1">
        <w:t>Chalusse</w:t>
      </w:r>
      <w:proofErr w:type="spellEnd"/>
      <w:r>
        <w:t>…</w:t>
      </w:r>
    </w:p>
    <w:p w14:paraId="2B2B4B59" w14:textId="256CF543" w:rsidR="00B77E03" w:rsidRDefault="00B77E03" w:rsidP="00B77E03">
      <w:r>
        <w:t>M</w:t>
      </w:r>
      <w:r w:rsidRPr="00B77E03">
        <w:rPr>
          <w:vertAlign w:val="superscript"/>
        </w:rPr>
        <w:t>me</w:t>
      </w:r>
      <w:r>
        <w:t> </w:t>
      </w:r>
      <w:r w:rsidR="0024252B" w:rsidRPr="002813C1">
        <w:t>d</w:t>
      </w:r>
      <w:r>
        <w:t>’</w:t>
      </w:r>
      <w:r w:rsidR="0024252B" w:rsidRPr="002813C1">
        <w:t>Argelès se dressa tout d</w:t>
      </w:r>
      <w:r>
        <w:t>’</w:t>
      </w:r>
      <w:r w:rsidR="0024252B" w:rsidRPr="002813C1">
        <w:t>une pièce</w:t>
      </w:r>
      <w:r>
        <w:t>.</w:t>
      </w:r>
    </w:p>
    <w:p w14:paraId="26E89E99" w14:textId="77777777" w:rsidR="00B77E03" w:rsidRDefault="00B77E03" w:rsidP="00B77E03">
      <w:r>
        <w:t>— </w:t>
      </w:r>
      <w:r w:rsidR="0024252B" w:rsidRPr="002813C1">
        <w:t>Jamais</w:t>
      </w:r>
      <w:r>
        <w:t xml:space="preserve"> !… </w:t>
      </w:r>
      <w:r w:rsidR="0024252B" w:rsidRPr="002813C1">
        <w:t>s</w:t>
      </w:r>
      <w:r>
        <w:t>’</w:t>
      </w:r>
      <w:r w:rsidR="0024252B" w:rsidRPr="002813C1">
        <w:t>écria-t-elle</w:t>
      </w:r>
      <w:r>
        <w:t xml:space="preserve">, </w:t>
      </w:r>
      <w:r w:rsidR="0024252B" w:rsidRPr="002813C1">
        <w:t>jamais</w:t>
      </w:r>
      <w:r>
        <w:t> !…</w:t>
      </w:r>
    </w:p>
    <w:p w14:paraId="6FA3146A" w14:textId="77777777" w:rsidR="00B77E03" w:rsidRDefault="0024252B" w:rsidP="00B77E03">
      <w:r w:rsidRPr="002813C1">
        <w:lastRenderedPageBreak/>
        <w:t>Évidemment le baron crut qu</w:t>
      </w:r>
      <w:r w:rsidR="00B77E03">
        <w:t>’</w:t>
      </w:r>
      <w:r w:rsidRPr="002813C1">
        <w:t>il avait mal entendu</w:t>
      </w:r>
      <w:r w:rsidR="00B77E03">
        <w:t xml:space="preserve">, </w:t>
      </w:r>
      <w:r w:rsidRPr="002813C1">
        <w:t>qu</w:t>
      </w:r>
      <w:r w:rsidR="00B77E03">
        <w:t>’</w:t>
      </w:r>
      <w:r w:rsidRPr="002813C1">
        <w:t>il comprenait mal</w:t>
      </w:r>
      <w:r w:rsidR="00B77E03">
        <w:t>.</w:t>
      </w:r>
    </w:p>
    <w:p w14:paraId="370F4525" w14:textId="77777777" w:rsidR="00B77E03" w:rsidRDefault="00B77E03" w:rsidP="00B77E03">
      <w:r>
        <w:t>— </w:t>
      </w:r>
      <w:r w:rsidR="0024252B" w:rsidRPr="002813C1">
        <w:t>Quoi</w:t>
      </w:r>
      <w:r>
        <w:t xml:space="preserve"> !… </w:t>
      </w:r>
      <w:r w:rsidR="0024252B" w:rsidRPr="002813C1">
        <w:t>balbutia-t-il</w:t>
      </w:r>
      <w:r>
        <w:t xml:space="preserve">, </w:t>
      </w:r>
      <w:r w:rsidR="0024252B" w:rsidRPr="002813C1">
        <w:t>vous voulez abandonner à l</w:t>
      </w:r>
      <w:r>
        <w:t>’</w:t>
      </w:r>
      <w:r w:rsidR="0024252B" w:rsidRPr="002813C1">
        <w:t>État ces millions qui vous appartiennent légitimement</w:t>
      </w:r>
      <w:r>
        <w:t> ?</w:t>
      </w:r>
    </w:p>
    <w:p w14:paraId="248ABE2C" w14:textId="77777777" w:rsidR="00B77E03" w:rsidRDefault="00B77E03" w:rsidP="00B77E03">
      <w:r>
        <w:t>— </w:t>
      </w:r>
      <w:r w:rsidR="0024252B" w:rsidRPr="002813C1">
        <w:t>Oui</w:t>
      </w:r>
      <w:r>
        <w:t xml:space="preserve">, </w:t>
      </w:r>
      <w:r w:rsidR="0024252B" w:rsidRPr="002813C1">
        <w:t>je le veux</w:t>
      </w:r>
      <w:r>
        <w:t xml:space="preserve">… </w:t>
      </w:r>
      <w:r w:rsidR="0024252B" w:rsidRPr="002813C1">
        <w:t>il le faut</w:t>
      </w:r>
      <w:r>
        <w:t>…</w:t>
      </w:r>
    </w:p>
    <w:p w14:paraId="3077C208" w14:textId="77777777" w:rsidR="00B77E03" w:rsidRDefault="00B77E03" w:rsidP="00B77E03">
      <w:r>
        <w:t>— </w:t>
      </w:r>
      <w:r w:rsidR="0024252B" w:rsidRPr="002813C1">
        <w:t>Vous sacrifierez l</w:t>
      </w:r>
      <w:r>
        <w:t>’</w:t>
      </w:r>
      <w:r w:rsidR="0024252B" w:rsidRPr="002813C1">
        <w:t>avenir de votre fils</w:t>
      </w:r>
      <w:r>
        <w:t>…</w:t>
      </w:r>
    </w:p>
    <w:p w14:paraId="3805C4D3" w14:textId="77777777" w:rsidR="00B77E03" w:rsidRDefault="00B77E03" w:rsidP="00B77E03">
      <w:r>
        <w:t>— </w:t>
      </w:r>
      <w:r w:rsidR="0024252B" w:rsidRPr="002813C1">
        <w:t>Non</w:t>
      </w:r>
      <w:r>
        <w:t xml:space="preserve">… </w:t>
      </w:r>
      <w:r w:rsidR="0024252B" w:rsidRPr="002813C1">
        <w:t>ce que je ne puis faire</w:t>
      </w:r>
      <w:r>
        <w:t xml:space="preserve">, </w:t>
      </w:r>
      <w:r w:rsidR="0024252B" w:rsidRPr="002813C1">
        <w:t>moi</w:t>
      </w:r>
      <w:r>
        <w:t xml:space="preserve">, </w:t>
      </w:r>
      <w:proofErr w:type="spellStart"/>
      <w:r w:rsidR="0024252B" w:rsidRPr="002813C1">
        <w:t>Wilkie</w:t>
      </w:r>
      <w:proofErr w:type="spellEnd"/>
      <w:r w:rsidR="0024252B" w:rsidRPr="002813C1">
        <w:t xml:space="preserve"> le fera</w:t>
      </w:r>
      <w:r>
        <w:t xml:space="preserve">… </w:t>
      </w:r>
      <w:r w:rsidR="0024252B" w:rsidRPr="002813C1">
        <w:t>plus tard</w:t>
      </w:r>
      <w:r>
        <w:t>.</w:t>
      </w:r>
    </w:p>
    <w:p w14:paraId="0AA359DE" w14:textId="77777777" w:rsidR="00B77E03" w:rsidRDefault="00B77E03" w:rsidP="00B77E03">
      <w:r>
        <w:t>— </w:t>
      </w:r>
      <w:r w:rsidR="0024252B" w:rsidRPr="002813C1">
        <w:t>Mais c</w:t>
      </w:r>
      <w:r>
        <w:t>’</w:t>
      </w:r>
      <w:r w:rsidR="0024252B" w:rsidRPr="002813C1">
        <w:t>est de la folie</w:t>
      </w:r>
      <w:r>
        <w:t>…</w:t>
      </w:r>
    </w:p>
    <w:p w14:paraId="28D2478E" w14:textId="537492DD" w:rsidR="00B77E03" w:rsidRDefault="0024252B" w:rsidP="00B77E03">
      <w:r w:rsidRPr="002813C1">
        <w:t>À l</w:t>
      </w:r>
      <w:r w:rsidR="00B77E03">
        <w:t>’</w:t>
      </w:r>
      <w:r w:rsidRPr="002813C1">
        <w:t xml:space="preserve">abattement de </w:t>
      </w:r>
      <w:r w:rsidR="00B77E03">
        <w:t>M</w:t>
      </w:r>
      <w:r w:rsidR="00B77E03" w:rsidRPr="00B77E03">
        <w:rPr>
          <w:vertAlign w:val="superscript"/>
        </w:rPr>
        <w:t>me</w:t>
      </w:r>
      <w:r w:rsidR="00B77E03">
        <w:t> </w:t>
      </w:r>
      <w:r w:rsidRPr="002813C1">
        <w:t>d</w:t>
      </w:r>
      <w:r w:rsidR="00B77E03">
        <w:t>’</w:t>
      </w:r>
      <w:r w:rsidRPr="002813C1">
        <w:t>Argelès</w:t>
      </w:r>
      <w:r w:rsidR="00B77E03">
        <w:t xml:space="preserve">, </w:t>
      </w:r>
      <w:r w:rsidRPr="002813C1">
        <w:t>une agitation fébrile succédait</w:t>
      </w:r>
      <w:r w:rsidR="00B77E03">
        <w:t xml:space="preserve"> ; </w:t>
      </w:r>
      <w:r w:rsidRPr="002813C1">
        <w:t>la colère crispait ses traits</w:t>
      </w:r>
      <w:r w:rsidR="00B77E03">
        <w:t xml:space="preserve">, </w:t>
      </w:r>
      <w:r w:rsidRPr="002813C1">
        <w:t>et ses yeux</w:t>
      </w:r>
      <w:r w:rsidR="00B77E03">
        <w:t xml:space="preserve">, </w:t>
      </w:r>
      <w:r w:rsidRPr="002813C1">
        <w:t>mornes et éteints d</w:t>
      </w:r>
      <w:r w:rsidR="00B77E03">
        <w:t>’</w:t>
      </w:r>
      <w:r w:rsidRPr="002813C1">
        <w:t>ordinaire</w:t>
      </w:r>
      <w:r w:rsidR="00B77E03">
        <w:t xml:space="preserve">, </w:t>
      </w:r>
      <w:r w:rsidRPr="002813C1">
        <w:t>flamboyaient</w:t>
      </w:r>
      <w:r w:rsidR="00B77E03">
        <w:t>…</w:t>
      </w:r>
    </w:p>
    <w:p w14:paraId="4A727457" w14:textId="77777777" w:rsidR="00B77E03" w:rsidRDefault="00B77E03" w:rsidP="00B77E03">
      <w:r>
        <w:t>— </w:t>
      </w:r>
      <w:r w:rsidR="0024252B" w:rsidRPr="002813C1">
        <w:t>Ce n</w:t>
      </w:r>
      <w:r>
        <w:t>’</w:t>
      </w:r>
      <w:r w:rsidR="0024252B" w:rsidRPr="002813C1">
        <w:t>est pas folie</w:t>
      </w:r>
      <w:r>
        <w:t xml:space="preserve">, </w:t>
      </w:r>
      <w:r w:rsidR="0024252B" w:rsidRPr="002813C1">
        <w:t>s</w:t>
      </w:r>
      <w:r>
        <w:t>’</w:t>
      </w:r>
      <w:r w:rsidR="0024252B" w:rsidRPr="002813C1">
        <w:t>écria-t-elle</w:t>
      </w:r>
      <w:r>
        <w:t xml:space="preserve">, </w:t>
      </w:r>
      <w:r w:rsidR="0024252B" w:rsidRPr="002813C1">
        <w:t>mais vengeance</w:t>
      </w:r>
      <w:r>
        <w:t> !…</w:t>
      </w:r>
    </w:p>
    <w:p w14:paraId="4BAFA6F7" w14:textId="77777777" w:rsidR="00B77E03" w:rsidRDefault="0024252B" w:rsidP="00B77E03">
      <w:r w:rsidRPr="002813C1">
        <w:t>Et comme le baron stupéfait ouvrait la bouche pour l</w:t>
      </w:r>
      <w:r w:rsidR="00B77E03">
        <w:t>’</w:t>
      </w:r>
      <w:r w:rsidRPr="002813C1">
        <w:t>interroger</w:t>
      </w:r>
      <w:r w:rsidR="00B77E03">
        <w:t> :</w:t>
      </w:r>
    </w:p>
    <w:p w14:paraId="56156243" w14:textId="77777777" w:rsidR="00B77E03" w:rsidRDefault="00B77E03" w:rsidP="00B77E03">
      <w:r>
        <w:t>— </w:t>
      </w:r>
      <w:r w:rsidR="0024252B" w:rsidRPr="002813C1">
        <w:t>Laissez-moi finir</w:t>
      </w:r>
      <w:r>
        <w:t xml:space="preserve">, </w:t>
      </w:r>
      <w:r w:rsidR="0024252B" w:rsidRPr="002813C1">
        <w:t>interrompit-elle</w:t>
      </w:r>
      <w:r>
        <w:t xml:space="preserve">, </w:t>
      </w:r>
      <w:r w:rsidR="0024252B" w:rsidRPr="002813C1">
        <w:t>et après vous me jugerez</w:t>
      </w:r>
      <w:r>
        <w:t xml:space="preserve">… </w:t>
      </w:r>
      <w:r w:rsidR="0024252B" w:rsidRPr="002813C1">
        <w:t>De mon passé</w:t>
      </w:r>
      <w:r>
        <w:t xml:space="preserve">, </w:t>
      </w:r>
      <w:r w:rsidR="0024252B" w:rsidRPr="002813C1">
        <w:t>je vous ai tout dit</w:t>
      </w:r>
      <w:r>
        <w:t xml:space="preserve">, </w:t>
      </w:r>
      <w:r w:rsidR="0024252B" w:rsidRPr="002813C1">
        <w:t>avec une franchise absolue</w:t>
      </w:r>
      <w:r>
        <w:t xml:space="preserve">, </w:t>
      </w:r>
      <w:r w:rsidR="0024252B" w:rsidRPr="002813C1">
        <w:t>oui</w:t>
      </w:r>
      <w:r>
        <w:t xml:space="preserve">, </w:t>
      </w:r>
      <w:r w:rsidR="0024252B" w:rsidRPr="002813C1">
        <w:t>tout</w:t>
      </w:r>
      <w:r>
        <w:t xml:space="preserve">… </w:t>
      </w:r>
      <w:r w:rsidR="0024252B" w:rsidRPr="002813C1">
        <w:t>sauf ceci</w:t>
      </w:r>
      <w:r>
        <w:t xml:space="preserve"> : </w:t>
      </w:r>
      <w:r w:rsidR="0024252B" w:rsidRPr="002813C1">
        <w:t>Je suis mariée</w:t>
      </w:r>
      <w:r>
        <w:t xml:space="preserve">, </w:t>
      </w:r>
      <w:r w:rsidR="0024252B" w:rsidRPr="002813C1">
        <w:t>monsieur le baron</w:t>
      </w:r>
      <w:r>
        <w:t xml:space="preserve">, </w:t>
      </w:r>
      <w:r w:rsidR="0024252B" w:rsidRPr="002813C1">
        <w:t>mariée légitimement</w:t>
      </w:r>
      <w:r>
        <w:t xml:space="preserve">, </w:t>
      </w:r>
      <w:r w:rsidR="0024252B" w:rsidRPr="002813C1">
        <w:t>liée par une chaîne que rien ne peut plus briser</w:t>
      </w:r>
      <w:r>
        <w:t xml:space="preserve">, </w:t>
      </w:r>
      <w:r w:rsidR="0024252B" w:rsidRPr="002813C1">
        <w:t>et mon mari est un misérable</w:t>
      </w:r>
      <w:r>
        <w:t xml:space="preserve">, </w:t>
      </w:r>
      <w:r w:rsidR="0024252B" w:rsidRPr="002813C1">
        <w:t>et vous seriez épouvanté si vous connaissiez sa scélératesse</w:t>
      </w:r>
      <w:r>
        <w:t>.</w:t>
      </w:r>
    </w:p>
    <w:p w14:paraId="5A9F0B7F" w14:textId="77777777" w:rsidR="00B77E03" w:rsidRDefault="0024252B" w:rsidP="00B77E03">
      <w:r w:rsidRPr="002813C1">
        <w:t>Oh</w:t>
      </w:r>
      <w:r w:rsidR="00B77E03">
        <w:t xml:space="preserve"> !… </w:t>
      </w:r>
      <w:r w:rsidRPr="002813C1">
        <w:t>ne hochez pas la tête</w:t>
      </w:r>
      <w:r w:rsidR="00B77E03">
        <w:t xml:space="preserve">… </w:t>
      </w:r>
      <w:r w:rsidRPr="002813C1">
        <w:t>je ne saurais être soupçonnée d</w:t>
      </w:r>
      <w:r w:rsidR="00B77E03">
        <w:t>’</w:t>
      </w:r>
      <w:r w:rsidRPr="002813C1">
        <w:t>exagération lorsque je parle ainsi de celui que j</w:t>
      </w:r>
      <w:r w:rsidR="00B77E03">
        <w:t>’</w:t>
      </w:r>
      <w:r w:rsidRPr="002813C1">
        <w:t>ai tant aimé</w:t>
      </w:r>
      <w:r w:rsidR="00B77E03">
        <w:t>.</w:t>
      </w:r>
    </w:p>
    <w:p w14:paraId="7A5F0F24" w14:textId="77777777" w:rsidR="00B77E03" w:rsidRDefault="0024252B" w:rsidP="00B77E03">
      <w:r w:rsidRPr="002813C1">
        <w:t>Car je l</w:t>
      </w:r>
      <w:r w:rsidR="00B77E03">
        <w:t>’</w:t>
      </w:r>
      <w:r w:rsidRPr="002813C1">
        <w:t>ai aimé</w:t>
      </w:r>
      <w:r w:rsidR="00B77E03">
        <w:t xml:space="preserve">, </w:t>
      </w:r>
      <w:r w:rsidRPr="002813C1">
        <w:t>hélas</w:t>
      </w:r>
      <w:r w:rsidR="00B77E03">
        <w:t xml:space="preserve"> !… </w:t>
      </w:r>
      <w:r w:rsidRPr="002813C1">
        <w:t>jusqu</w:t>
      </w:r>
      <w:r w:rsidR="00B77E03">
        <w:t>’</w:t>
      </w:r>
      <w:r w:rsidRPr="002813C1">
        <w:t>à la démence</w:t>
      </w:r>
      <w:r w:rsidR="00B77E03">
        <w:t xml:space="preserve">, </w:t>
      </w:r>
      <w:r w:rsidRPr="002813C1">
        <w:t>jusqu</w:t>
      </w:r>
      <w:r w:rsidR="00B77E03">
        <w:t>’</w:t>
      </w:r>
      <w:r w:rsidRPr="002813C1">
        <w:t>à l</w:t>
      </w:r>
      <w:r w:rsidR="00B77E03">
        <w:t>’</w:t>
      </w:r>
      <w:r w:rsidRPr="002813C1">
        <w:t>oubli de moi-même</w:t>
      </w:r>
      <w:r w:rsidR="00B77E03">
        <w:t xml:space="preserve">, </w:t>
      </w:r>
      <w:r w:rsidRPr="002813C1">
        <w:t>de ma famille</w:t>
      </w:r>
      <w:r w:rsidR="00B77E03">
        <w:t xml:space="preserve">, </w:t>
      </w:r>
      <w:r w:rsidRPr="002813C1">
        <w:t>de l</w:t>
      </w:r>
      <w:r w:rsidR="00B77E03">
        <w:t>’</w:t>
      </w:r>
      <w:r w:rsidRPr="002813C1">
        <w:t>honneur</w:t>
      </w:r>
      <w:r w:rsidR="00B77E03">
        <w:t xml:space="preserve">, </w:t>
      </w:r>
      <w:r w:rsidRPr="002813C1">
        <w:t>des devoirs les plus sacrés</w:t>
      </w:r>
      <w:r w:rsidR="00B77E03">
        <w:t>…</w:t>
      </w:r>
    </w:p>
    <w:p w14:paraId="1F18584D" w14:textId="77777777" w:rsidR="00B77E03" w:rsidRDefault="0024252B" w:rsidP="00B77E03">
      <w:r w:rsidRPr="002813C1">
        <w:lastRenderedPageBreak/>
        <w:t>Je l</w:t>
      </w:r>
      <w:r w:rsidR="00B77E03">
        <w:t>’</w:t>
      </w:r>
      <w:r w:rsidRPr="002813C1">
        <w:t>ai aimé jusqu</w:t>
      </w:r>
      <w:r w:rsidR="00B77E03">
        <w:t>’</w:t>
      </w:r>
      <w:r w:rsidRPr="002813C1">
        <w:t>à ce point de le suivre</w:t>
      </w:r>
      <w:r w:rsidR="00B77E03">
        <w:t xml:space="preserve">, </w:t>
      </w:r>
      <w:r w:rsidRPr="002813C1">
        <w:t>lorsqu</w:t>
      </w:r>
      <w:r w:rsidR="00B77E03">
        <w:t>’</w:t>
      </w:r>
      <w:r w:rsidRPr="002813C1">
        <w:t>il avait les mains chaudes encore du sang de mon frère</w:t>
      </w:r>
      <w:r w:rsidR="00B77E03">
        <w:t> !…</w:t>
      </w:r>
    </w:p>
    <w:p w14:paraId="1BC97801" w14:textId="77777777" w:rsidR="00B77E03" w:rsidRDefault="0024252B" w:rsidP="00B77E03">
      <w:r w:rsidRPr="002813C1">
        <w:t>Ah</w:t>
      </w:r>
      <w:r w:rsidR="00B77E03">
        <w:t xml:space="preserve"> !… </w:t>
      </w:r>
      <w:r w:rsidRPr="002813C1">
        <w:t>le châtiment ne devait pas se faire attendre</w:t>
      </w:r>
      <w:r w:rsidR="00B77E03">
        <w:t xml:space="preserve">, </w:t>
      </w:r>
      <w:r w:rsidRPr="002813C1">
        <w:t>et il fut effroyable</w:t>
      </w:r>
      <w:r w:rsidR="00B77E03">
        <w:t xml:space="preserve">, </w:t>
      </w:r>
      <w:r w:rsidRPr="002813C1">
        <w:t>comme la faute</w:t>
      </w:r>
      <w:r w:rsidR="00B77E03">
        <w:t>.</w:t>
      </w:r>
    </w:p>
    <w:p w14:paraId="72390435" w14:textId="77777777" w:rsidR="00B77E03" w:rsidRDefault="0024252B" w:rsidP="00B77E03">
      <w:r w:rsidRPr="002813C1">
        <w:t>Cet homme pour qui j</w:t>
      </w:r>
      <w:r w:rsidR="00B77E03">
        <w:t>’</w:t>
      </w:r>
      <w:r w:rsidRPr="002813C1">
        <w:t>avais tout abandonné</w:t>
      </w:r>
      <w:r w:rsidR="00B77E03">
        <w:t xml:space="preserve">, </w:t>
      </w:r>
      <w:r w:rsidRPr="002813C1">
        <w:t>tout foulé aux pieds</w:t>
      </w:r>
      <w:r w:rsidR="00B77E03">
        <w:t xml:space="preserve">, </w:t>
      </w:r>
      <w:r w:rsidRPr="002813C1">
        <w:t>dont j</w:t>
      </w:r>
      <w:r w:rsidR="00B77E03">
        <w:t>’</w:t>
      </w:r>
      <w:r w:rsidRPr="002813C1">
        <w:t>avais fait mon Dieu</w:t>
      </w:r>
      <w:r w:rsidR="00B77E03">
        <w:t xml:space="preserve">, </w:t>
      </w:r>
      <w:r w:rsidRPr="002813C1">
        <w:t>savez-vous ce qu</w:t>
      </w:r>
      <w:r w:rsidR="00B77E03">
        <w:t>’</w:t>
      </w:r>
      <w:r w:rsidRPr="002813C1">
        <w:t>il me disait</w:t>
      </w:r>
      <w:r w:rsidR="00B77E03">
        <w:t xml:space="preserve">, </w:t>
      </w:r>
      <w:r w:rsidRPr="002813C1">
        <w:t>le troisième jour de notre fuite</w:t>
      </w:r>
      <w:r w:rsidR="00B77E03">
        <w:t> !…</w:t>
      </w:r>
    </w:p>
    <w:p w14:paraId="5023EC15" w14:textId="77777777" w:rsidR="00B77E03" w:rsidRDefault="00B77E03" w:rsidP="00B77E03">
      <w:r>
        <w:t>— </w:t>
      </w:r>
      <w:r w:rsidR="0024252B" w:rsidRPr="002813C1">
        <w:t>Il faut</w:t>
      </w:r>
      <w:r>
        <w:t xml:space="preserve">, </w:t>
      </w:r>
      <w:r w:rsidR="0024252B" w:rsidRPr="002813C1">
        <w:t>en vérité</w:t>
      </w:r>
      <w:r>
        <w:t xml:space="preserve">, </w:t>
      </w:r>
      <w:r w:rsidR="0024252B" w:rsidRPr="002813C1">
        <w:t>que vous soyez plus sotte qu</w:t>
      </w:r>
      <w:r>
        <w:t>’</w:t>
      </w:r>
      <w:r w:rsidR="0024252B" w:rsidRPr="002813C1">
        <w:t>une oie d</w:t>
      </w:r>
      <w:r>
        <w:t>’</w:t>
      </w:r>
      <w:r w:rsidR="0024252B" w:rsidRPr="002813C1">
        <w:t>avoir oublié de prendre vos bijoux et vos diamants</w:t>
      </w:r>
      <w:r>
        <w:t>…</w:t>
      </w:r>
    </w:p>
    <w:p w14:paraId="53BA6D77" w14:textId="77777777" w:rsidR="00B77E03" w:rsidRDefault="0024252B" w:rsidP="00B77E03">
      <w:r w:rsidRPr="002813C1">
        <w:t>Oui</w:t>
      </w:r>
      <w:r w:rsidR="00B77E03">
        <w:t xml:space="preserve">, </w:t>
      </w:r>
      <w:r w:rsidRPr="002813C1">
        <w:t>voilà ce qu</w:t>
      </w:r>
      <w:r w:rsidR="00B77E03">
        <w:t>’</w:t>
      </w:r>
      <w:r w:rsidRPr="002813C1">
        <w:t>il me dit</w:t>
      </w:r>
      <w:r w:rsidR="00B77E03">
        <w:t xml:space="preserve">, </w:t>
      </w:r>
      <w:r w:rsidRPr="002813C1">
        <w:t>brutalement et d</w:t>
      </w:r>
      <w:r w:rsidR="00B77E03">
        <w:t>’</w:t>
      </w:r>
      <w:r w:rsidRPr="002813C1">
        <w:t>un air furieux</w:t>
      </w:r>
      <w:r w:rsidR="00B77E03">
        <w:t xml:space="preserve">… </w:t>
      </w:r>
      <w:r w:rsidRPr="002813C1">
        <w:t>Je le jugeai</w:t>
      </w:r>
      <w:r w:rsidR="00B77E03">
        <w:t xml:space="preserve">, </w:t>
      </w:r>
      <w:r w:rsidRPr="002813C1">
        <w:t>dès lors</w:t>
      </w:r>
      <w:r w:rsidR="00B77E03">
        <w:t xml:space="preserve">, </w:t>
      </w:r>
      <w:r w:rsidRPr="002813C1">
        <w:t>et je pus mesurer la profondeur du précipice où je devais rouler</w:t>
      </w:r>
      <w:r w:rsidR="00B77E03">
        <w:t>.</w:t>
      </w:r>
    </w:p>
    <w:p w14:paraId="379CF9FA" w14:textId="77777777" w:rsidR="00B77E03" w:rsidRDefault="0024252B" w:rsidP="00B77E03">
      <w:r w:rsidRPr="002813C1">
        <w:t>Cet homme</w:t>
      </w:r>
      <w:r w:rsidR="00B77E03">
        <w:t xml:space="preserve">, </w:t>
      </w:r>
      <w:r w:rsidRPr="002813C1">
        <w:t>qui m</w:t>
      </w:r>
      <w:r w:rsidR="00B77E03">
        <w:t>’</w:t>
      </w:r>
      <w:r w:rsidRPr="002813C1">
        <w:t>avait enivrée de passion</w:t>
      </w:r>
      <w:r w:rsidR="00B77E03">
        <w:t xml:space="preserve">, </w:t>
      </w:r>
      <w:r w:rsidRPr="002813C1">
        <w:t>ne m</w:t>
      </w:r>
      <w:r w:rsidR="00B77E03">
        <w:t>’</w:t>
      </w:r>
      <w:r w:rsidRPr="002813C1">
        <w:t>aimait pas</w:t>
      </w:r>
      <w:r w:rsidR="00B77E03">
        <w:t xml:space="preserve">… </w:t>
      </w:r>
      <w:r w:rsidRPr="002813C1">
        <w:t>Chez lui</w:t>
      </w:r>
      <w:r w:rsidR="00B77E03">
        <w:t xml:space="preserve">, </w:t>
      </w:r>
      <w:r w:rsidRPr="002813C1">
        <w:t>tout avait été calcul et spéculation</w:t>
      </w:r>
      <w:r w:rsidR="00B77E03">
        <w:t xml:space="preserve">… </w:t>
      </w:r>
      <w:r w:rsidRPr="002813C1">
        <w:t>C</w:t>
      </w:r>
      <w:r w:rsidR="00B77E03">
        <w:t>’</w:t>
      </w:r>
      <w:r w:rsidRPr="002813C1">
        <w:t>est froidement qu</w:t>
      </w:r>
      <w:r w:rsidR="00B77E03">
        <w:t>’</w:t>
      </w:r>
      <w:r w:rsidRPr="002813C1">
        <w:t>il avait employé des mois à me séduire</w:t>
      </w:r>
      <w:r w:rsidR="00B77E03">
        <w:t xml:space="preserve">… </w:t>
      </w:r>
      <w:r w:rsidRPr="002813C1">
        <w:t>Il ne voyait de moi que la fortune de ma famille</w:t>
      </w:r>
      <w:r w:rsidR="00B77E03">
        <w:t xml:space="preserve">… </w:t>
      </w:r>
      <w:r w:rsidRPr="002813C1">
        <w:t>Oh</w:t>
      </w:r>
      <w:r w:rsidR="00B77E03">
        <w:t xml:space="preserve"> !… </w:t>
      </w:r>
      <w:r w:rsidRPr="002813C1">
        <w:t>il ne me l</w:t>
      </w:r>
      <w:r w:rsidR="00B77E03">
        <w:t>’</w:t>
      </w:r>
      <w:r w:rsidRPr="002813C1">
        <w:t>a pas caché</w:t>
      </w:r>
      <w:r w:rsidR="00B77E03">
        <w:t>.</w:t>
      </w:r>
    </w:p>
    <w:p w14:paraId="4878E08B" w14:textId="77777777" w:rsidR="00B77E03" w:rsidRDefault="00B77E03" w:rsidP="00B77E03">
      <w:r>
        <w:t>— </w:t>
      </w:r>
      <w:r w:rsidR="0024252B" w:rsidRPr="002813C1">
        <w:t>Si vos parents ne sont pas des monstres</w:t>
      </w:r>
      <w:r>
        <w:t xml:space="preserve">, </w:t>
      </w:r>
      <w:r w:rsidR="0024252B" w:rsidRPr="002813C1">
        <w:t>me répétait-il sans cesse</w:t>
      </w:r>
      <w:r>
        <w:t xml:space="preserve">, </w:t>
      </w:r>
      <w:r w:rsidR="0024252B" w:rsidRPr="002813C1">
        <w:t>ils finiront bien par consentir à notre union</w:t>
      </w:r>
      <w:r>
        <w:t xml:space="preserve">… </w:t>
      </w:r>
      <w:r w:rsidR="0024252B" w:rsidRPr="002813C1">
        <w:t>Ils vous donneront une bonne dot</w:t>
      </w:r>
      <w:r>
        <w:t xml:space="preserve">, </w:t>
      </w:r>
      <w:r w:rsidR="0024252B" w:rsidRPr="002813C1">
        <w:t>nous la partagerons</w:t>
      </w:r>
      <w:r>
        <w:t xml:space="preserve">, </w:t>
      </w:r>
      <w:r w:rsidR="0024252B" w:rsidRPr="002813C1">
        <w:t>je vous rendrai votre liberté et nous serons très-heureux chacun de notre côté</w:t>
      </w:r>
      <w:r>
        <w:t>…</w:t>
      </w:r>
    </w:p>
    <w:p w14:paraId="38A8BF7A" w14:textId="77777777" w:rsidR="00B77E03" w:rsidRDefault="0024252B" w:rsidP="00B77E03">
      <w:r w:rsidRPr="002813C1">
        <w:t>Voilà pourquoi il voulut absolument m</w:t>
      </w:r>
      <w:r w:rsidR="00B77E03">
        <w:t>’</w:t>
      </w:r>
      <w:r w:rsidRPr="002813C1">
        <w:t>épouser</w:t>
      </w:r>
      <w:r w:rsidR="00B77E03">
        <w:t xml:space="preserve">… </w:t>
      </w:r>
      <w:r w:rsidRPr="002813C1">
        <w:t>J</w:t>
      </w:r>
      <w:r w:rsidR="00B77E03">
        <w:t>’</w:t>
      </w:r>
      <w:r w:rsidRPr="002813C1">
        <w:t>y consentis à cause de mon fils</w:t>
      </w:r>
      <w:r w:rsidR="00B77E03">
        <w:t xml:space="preserve">… </w:t>
      </w:r>
      <w:r w:rsidRPr="002813C1">
        <w:t>Mon père et ma mère étaient morts</w:t>
      </w:r>
      <w:r w:rsidR="00B77E03">
        <w:t xml:space="preserve">, </w:t>
      </w:r>
      <w:r w:rsidRPr="002813C1">
        <w:t>il espérait me déterminer à réclamer la part qui me revenait de la fortune paternelle</w:t>
      </w:r>
      <w:r w:rsidR="00B77E03">
        <w:t xml:space="preserve">… </w:t>
      </w:r>
      <w:r w:rsidRPr="002813C1">
        <w:t>Quant à la réclamer lui-même</w:t>
      </w:r>
      <w:r w:rsidR="00B77E03">
        <w:t xml:space="preserve">, </w:t>
      </w:r>
      <w:r w:rsidRPr="002813C1">
        <w:t>il n</w:t>
      </w:r>
      <w:r w:rsidR="00B77E03">
        <w:t>’</w:t>
      </w:r>
      <w:r w:rsidRPr="002813C1">
        <w:t>osait</w:t>
      </w:r>
      <w:r w:rsidR="00B77E03">
        <w:t xml:space="preserve">… </w:t>
      </w:r>
      <w:r w:rsidRPr="002813C1">
        <w:t>Il est lâche</w:t>
      </w:r>
      <w:r w:rsidR="00B77E03">
        <w:t xml:space="preserve">, </w:t>
      </w:r>
      <w:r w:rsidRPr="002813C1">
        <w:t xml:space="preserve">il </w:t>
      </w:r>
      <w:proofErr w:type="gramStart"/>
      <w:r w:rsidRPr="002813C1">
        <w:t>avait peur de</w:t>
      </w:r>
      <w:proofErr w:type="gramEnd"/>
      <w:r w:rsidRPr="002813C1">
        <w:t xml:space="preserve"> mon frère</w:t>
      </w:r>
      <w:r w:rsidR="00B77E03">
        <w:t>…</w:t>
      </w:r>
    </w:p>
    <w:p w14:paraId="2753E30B" w14:textId="77777777" w:rsidR="00B77E03" w:rsidRDefault="0024252B" w:rsidP="00B77E03">
      <w:r w:rsidRPr="002813C1">
        <w:lastRenderedPageBreak/>
        <w:t>Mais moi</w:t>
      </w:r>
      <w:r w:rsidR="00B77E03">
        <w:t xml:space="preserve">, </w:t>
      </w:r>
      <w:r w:rsidRPr="002813C1">
        <w:t>j</w:t>
      </w:r>
      <w:r w:rsidR="00B77E03">
        <w:t>’</w:t>
      </w:r>
      <w:r w:rsidRPr="002813C1">
        <w:t>avais juré que jamais il n</w:t>
      </w:r>
      <w:r w:rsidR="00B77E03">
        <w:t>’</w:t>
      </w:r>
      <w:r w:rsidRPr="002813C1">
        <w:t>aurait un centime de ces richesses qu</w:t>
      </w:r>
      <w:r w:rsidR="00B77E03">
        <w:t>’</w:t>
      </w:r>
      <w:r w:rsidRPr="002813C1">
        <w:t>il convoitait</w:t>
      </w:r>
      <w:r w:rsidR="00B77E03">
        <w:t xml:space="preserve">, </w:t>
      </w:r>
      <w:r w:rsidRPr="002813C1">
        <w:t>et ni ses menaces</w:t>
      </w:r>
      <w:r w:rsidR="00B77E03">
        <w:t xml:space="preserve">… </w:t>
      </w:r>
      <w:r w:rsidRPr="002813C1">
        <w:t>ni les coups ne purent me déterminer à faire valoir mes droits</w:t>
      </w:r>
      <w:r w:rsidR="00B77E03">
        <w:t>.</w:t>
      </w:r>
    </w:p>
    <w:p w14:paraId="3E4FD480" w14:textId="77777777" w:rsidR="00B77E03" w:rsidRDefault="0024252B" w:rsidP="00B77E03">
      <w:r w:rsidRPr="002813C1">
        <w:t>Dieu sait de quelles brutalités j</w:t>
      </w:r>
      <w:r w:rsidR="00B77E03">
        <w:t>’</w:t>
      </w:r>
      <w:r w:rsidRPr="002813C1">
        <w:t>avais été victime</w:t>
      </w:r>
      <w:r w:rsidR="00B77E03">
        <w:t xml:space="preserve">, </w:t>
      </w:r>
      <w:r w:rsidRPr="002813C1">
        <w:t>lorsque j</w:t>
      </w:r>
      <w:r w:rsidR="00B77E03">
        <w:t>’</w:t>
      </w:r>
      <w:r w:rsidRPr="002813C1">
        <w:t>eus le bonheur de lui échapper</w:t>
      </w:r>
      <w:r w:rsidR="00B77E03">
        <w:t xml:space="preserve">, </w:t>
      </w:r>
      <w:r w:rsidRPr="002813C1">
        <w:t xml:space="preserve">ainsi que </w:t>
      </w:r>
      <w:proofErr w:type="spellStart"/>
      <w:r w:rsidRPr="002813C1">
        <w:t>Wilkie</w:t>
      </w:r>
      <w:proofErr w:type="spellEnd"/>
      <w:r w:rsidR="00B77E03">
        <w:t xml:space="preserve">… </w:t>
      </w:r>
      <w:r w:rsidRPr="002813C1">
        <w:t>Il nous a bien cherchés depuis quinze ans</w:t>
      </w:r>
      <w:r w:rsidR="00B77E03">
        <w:t xml:space="preserve">, </w:t>
      </w:r>
      <w:r w:rsidRPr="002813C1">
        <w:t>il n</w:t>
      </w:r>
      <w:r w:rsidR="00B77E03">
        <w:t>’</w:t>
      </w:r>
      <w:r w:rsidRPr="002813C1">
        <w:t>a pas pu retrouver notre trace</w:t>
      </w:r>
      <w:r w:rsidR="00B77E03">
        <w:t xml:space="preserve">… </w:t>
      </w:r>
      <w:r w:rsidRPr="002813C1">
        <w:t>Mais il n</w:t>
      </w:r>
      <w:r w:rsidR="00B77E03">
        <w:t>’</w:t>
      </w:r>
      <w:r w:rsidRPr="002813C1">
        <w:t>a pas cessé de surveiller mon frère</w:t>
      </w:r>
      <w:r w:rsidR="00B77E03">
        <w:t xml:space="preserve">, </w:t>
      </w:r>
      <w:r w:rsidRPr="002813C1">
        <w:t>j</w:t>
      </w:r>
      <w:r w:rsidR="00B77E03">
        <w:t>’</w:t>
      </w:r>
      <w:r w:rsidRPr="002813C1">
        <w:t>en suis sûre</w:t>
      </w:r>
      <w:r w:rsidR="00B77E03">
        <w:t xml:space="preserve">, </w:t>
      </w:r>
      <w:r w:rsidRPr="002813C1">
        <w:t>mes pressentiments ne sauraient me tromper</w:t>
      </w:r>
      <w:r w:rsidR="00B77E03">
        <w:t>.</w:t>
      </w:r>
    </w:p>
    <w:p w14:paraId="3BC87DB0" w14:textId="77777777" w:rsidR="00B77E03" w:rsidRDefault="0024252B" w:rsidP="00B77E03">
      <w:r w:rsidRPr="002813C1">
        <w:t>Que je suive votre conseil</w:t>
      </w:r>
      <w:r w:rsidR="00B77E03">
        <w:t xml:space="preserve">, </w:t>
      </w:r>
      <w:r w:rsidRPr="002813C1">
        <w:t>monsieur le baron</w:t>
      </w:r>
      <w:r w:rsidR="00B77E03">
        <w:t xml:space="preserve">, </w:t>
      </w:r>
      <w:r w:rsidRPr="002813C1">
        <w:t>que je demande à être envoyée en possession de la fortune de mon frère</w:t>
      </w:r>
      <w:r w:rsidR="00B77E03">
        <w:t xml:space="preserve">, </w:t>
      </w:r>
      <w:r w:rsidRPr="002813C1">
        <w:t>mon mari aussitôt reparaît et</w:t>
      </w:r>
      <w:r w:rsidR="00B77E03">
        <w:t xml:space="preserve">, </w:t>
      </w:r>
      <w:r w:rsidRPr="002813C1">
        <w:t>notre contrat à la main</w:t>
      </w:r>
      <w:r w:rsidR="00B77E03">
        <w:t xml:space="preserve">, </w:t>
      </w:r>
      <w:r w:rsidRPr="002813C1">
        <w:t>il s</w:t>
      </w:r>
      <w:r w:rsidR="00B77E03">
        <w:t>’</w:t>
      </w:r>
      <w:r w:rsidRPr="002813C1">
        <w:t>empare de tout</w:t>
      </w:r>
      <w:r w:rsidR="00B77E03">
        <w:t>…</w:t>
      </w:r>
    </w:p>
    <w:p w14:paraId="01F56515" w14:textId="77777777" w:rsidR="00B77E03" w:rsidRDefault="0024252B" w:rsidP="00B77E03">
      <w:r w:rsidRPr="002813C1">
        <w:t>Je l</w:t>
      </w:r>
      <w:r w:rsidR="00B77E03">
        <w:t>’</w:t>
      </w:r>
      <w:r w:rsidRPr="002813C1">
        <w:t>enrichirais donc</w:t>
      </w:r>
      <w:r w:rsidR="00B77E03">
        <w:t xml:space="preserve"> ! </w:t>
      </w:r>
      <w:r w:rsidRPr="002813C1">
        <w:t>Oh</w:t>
      </w:r>
      <w:r w:rsidR="00B77E03">
        <w:t xml:space="preserve"> ! </w:t>
      </w:r>
      <w:r w:rsidRPr="002813C1">
        <w:t>non</w:t>
      </w:r>
      <w:r w:rsidR="00B77E03">
        <w:t xml:space="preserve">, </w:t>
      </w:r>
      <w:r w:rsidRPr="002813C1">
        <w:t>jamais</w:t>
      </w:r>
      <w:r w:rsidR="00B77E03">
        <w:t xml:space="preserve">, </w:t>
      </w:r>
      <w:r w:rsidRPr="002813C1">
        <w:t>à aucun prix</w:t>
      </w:r>
      <w:r w:rsidR="00B77E03">
        <w:t xml:space="preserve"> !… </w:t>
      </w:r>
      <w:r w:rsidRPr="002813C1">
        <w:t>J</w:t>
      </w:r>
      <w:r w:rsidR="00B77E03">
        <w:t>’</w:t>
      </w:r>
      <w:r w:rsidRPr="002813C1">
        <w:t>aimerais mieux mourir de misère</w:t>
      </w:r>
      <w:r w:rsidR="00B77E03">
        <w:t xml:space="preserve">… </w:t>
      </w:r>
      <w:r w:rsidRPr="002813C1">
        <w:t xml:space="preserve">Je verrais avant </w:t>
      </w:r>
      <w:proofErr w:type="spellStart"/>
      <w:r w:rsidRPr="002813C1">
        <w:t>Wilkie</w:t>
      </w:r>
      <w:proofErr w:type="spellEnd"/>
      <w:r w:rsidRPr="002813C1">
        <w:t xml:space="preserve"> mourir de faim</w:t>
      </w:r>
      <w:r w:rsidR="00B77E03">
        <w:t> !…</w:t>
      </w:r>
    </w:p>
    <w:p w14:paraId="59ADA656" w14:textId="6DAD642D" w:rsidR="00B77E03" w:rsidRDefault="00B77E03" w:rsidP="00B77E03">
      <w:r>
        <w:t>M</w:t>
      </w:r>
      <w:r w:rsidRPr="00B77E03">
        <w:rPr>
          <w:vertAlign w:val="superscript"/>
        </w:rPr>
        <w:t>me</w:t>
      </w:r>
      <w:r>
        <w:t> </w:t>
      </w:r>
      <w:r w:rsidR="0024252B" w:rsidRPr="002813C1">
        <w:t>d</w:t>
      </w:r>
      <w:r>
        <w:t>’</w:t>
      </w:r>
      <w:r w:rsidR="0024252B" w:rsidRPr="002813C1">
        <w:t>Argelès s</w:t>
      </w:r>
      <w:r>
        <w:t>’</w:t>
      </w:r>
      <w:r w:rsidR="0024252B" w:rsidRPr="002813C1">
        <w:t>exprimait sans emphase aucune</w:t>
      </w:r>
      <w:r>
        <w:t xml:space="preserve">, </w:t>
      </w:r>
      <w:r w:rsidR="0024252B" w:rsidRPr="002813C1">
        <w:t>mais de cet accent de violence contenue qui trahit des années de rages dévorées en secret et les plus inébranlables résolutions</w:t>
      </w:r>
      <w:r>
        <w:t>…</w:t>
      </w:r>
    </w:p>
    <w:p w14:paraId="3DFAE3AE" w14:textId="77777777" w:rsidR="00B77E03" w:rsidRDefault="0024252B" w:rsidP="00B77E03">
      <w:r w:rsidRPr="002813C1">
        <w:t>Qu</w:t>
      </w:r>
      <w:r w:rsidR="00B77E03">
        <w:t>’</w:t>
      </w:r>
      <w:r w:rsidRPr="002813C1">
        <w:t>on pût modifier ses volontés et la ramener à des avis plus sages et surtout plus pratiques</w:t>
      </w:r>
      <w:r w:rsidR="00B77E03">
        <w:t xml:space="preserve">, </w:t>
      </w:r>
      <w:r w:rsidRPr="002813C1">
        <w:t>il ne fallait pas l</w:t>
      </w:r>
      <w:r w:rsidR="00B77E03">
        <w:t>’</w:t>
      </w:r>
      <w:r w:rsidRPr="002813C1">
        <w:t>espérer</w:t>
      </w:r>
      <w:r w:rsidR="00B77E03">
        <w:t>…</w:t>
      </w:r>
    </w:p>
    <w:p w14:paraId="7D36B7F2" w14:textId="51E0EFA8" w:rsidR="00B77E03" w:rsidRDefault="0024252B" w:rsidP="00B77E03">
      <w:r w:rsidRPr="002813C1">
        <w:t>Le baron n</w:t>
      </w:r>
      <w:r w:rsidR="00B77E03">
        <w:t>’</w:t>
      </w:r>
      <w:r w:rsidRPr="002813C1">
        <w:t>eut même pas l</w:t>
      </w:r>
      <w:r w:rsidR="00B77E03">
        <w:t>’</w:t>
      </w:r>
      <w:r w:rsidRPr="002813C1">
        <w:t>idée de le tenter</w:t>
      </w:r>
      <w:r w:rsidR="00B77E03">
        <w:t xml:space="preserve">… </w:t>
      </w:r>
      <w:r w:rsidRPr="002813C1">
        <w:t>Ce n</w:t>
      </w:r>
      <w:r w:rsidR="00B77E03">
        <w:t>’</w:t>
      </w:r>
      <w:r w:rsidRPr="002813C1">
        <w:t>était pas de la veille qu</w:t>
      </w:r>
      <w:r w:rsidR="00B77E03">
        <w:t>’</w:t>
      </w:r>
      <w:r w:rsidRPr="002813C1">
        <w:t xml:space="preserve">il connaissait </w:t>
      </w:r>
      <w:r w:rsidR="00B77E03">
        <w:t>M</w:t>
      </w:r>
      <w:r w:rsidR="00B77E03" w:rsidRPr="00B77E03">
        <w:rPr>
          <w:vertAlign w:val="superscript"/>
        </w:rPr>
        <w:t>me</w:t>
      </w:r>
      <w:r w:rsidR="00B77E03">
        <w:t> </w:t>
      </w:r>
      <w:r w:rsidRPr="002813C1">
        <w:t>d</w:t>
      </w:r>
      <w:r w:rsidR="00B77E03">
        <w:t>’</w:t>
      </w:r>
      <w:r w:rsidRPr="002813C1">
        <w:t>Argelès</w:t>
      </w:r>
      <w:r w:rsidR="00B77E03">
        <w:t xml:space="preserve">, </w:t>
      </w:r>
      <w:r w:rsidRPr="002813C1">
        <w:t>et il avait éprouvé la trempe de son énergie</w:t>
      </w:r>
      <w:r w:rsidR="00B77E03">
        <w:t xml:space="preserve">… </w:t>
      </w:r>
      <w:r w:rsidRPr="002813C1">
        <w:t>Elle outrait encore le trait dominant de sa famille</w:t>
      </w:r>
      <w:r w:rsidR="00B77E03">
        <w:t xml:space="preserve">, </w:t>
      </w:r>
      <w:r w:rsidRPr="002813C1">
        <w:t xml:space="preserve">cet entêtement proverbial des </w:t>
      </w:r>
      <w:proofErr w:type="spellStart"/>
      <w:r w:rsidRPr="002813C1">
        <w:t>Chalusse</w:t>
      </w:r>
      <w:proofErr w:type="spellEnd"/>
      <w:r w:rsidRPr="002813C1">
        <w:t xml:space="preserve"> que la </w:t>
      </w:r>
      <w:proofErr w:type="spellStart"/>
      <w:r w:rsidRPr="002813C1">
        <w:t>Vantrasson</w:t>
      </w:r>
      <w:proofErr w:type="spellEnd"/>
      <w:r w:rsidRPr="002813C1">
        <w:t xml:space="preserve"> signalait à </w:t>
      </w:r>
      <w:r w:rsidR="00B77E03">
        <w:t>M. </w:t>
      </w:r>
      <w:r w:rsidRPr="002813C1">
        <w:t>Fortunat</w:t>
      </w:r>
      <w:r w:rsidR="00B77E03">
        <w:t>.</w:t>
      </w:r>
    </w:p>
    <w:p w14:paraId="0B44E675" w14:textId="77777777" w:rsidR="00B77E03" w:rsidRDefault="0024252B" w:rsidP="00B77E03">
      <w:r w:rsidRPr="002813C1">
        <w:t>Elle garda le silence un moment</w:t>
      </w:r>
      <w:r w:rsidR="00B77E03">
        <w:t xml:space="preserve">, </w:t>
      </w:r>
      <w:r w:rsidRPr="002813C1">
        <w:t>comme si elle eût été étouffée des aveux que lui arrachait la nécessité</w:t>
      </w:r>
      <w:r w:rsidR="00B77E03">
        <w:t xml:space="preserve">, </w:t>
      </w:r>
      <w:r w:rsidRPr="002813C1">
        <w:t>puis d</w:t>
      </w:r>
      <w:r w:rsidR="00B77E03">
        <w:t>’</w:t>
      </w:r>
      <w:r w:rsidRPr="002813C1">
        <w:t>un ton ferme</w:t>
      </w:r>
      <w:r w:rsidR="00B77E03">
        <w:t> :</w:t>
      </w:r>
    </w:p>
    <w:p w14:paraId="440FC5C2" w14:textId="4041AAE2" w:rsidR="00B77E03" w:rsidRDefault="00B77E03" w:rsidP="00B77E03">
      <w:r>
        <w:lastRenderedPageBreak/>
        <w:t>— </w:t>
      </w:r>
      <w:r w:rsidR="0024252B" w:rsidRPr="002813C1">
        <w:t>Je n</w:t>
      </w:r>
      <w:r>
        <w:t>’</w:t>
      </w:r>
      <w:r w:rsidR="0024252B" w:rsidRPr="002813C1">
        <w:t>en suivrai pas moins une partie de vos conseils</w:t>
      </w:r>
      <w:r>
        <w:t xml:space="preserve">, </w:t>
      </w:r>
      <w:r w:rsidR="0024252B" w:rsidRPr="002813C1">
        <w:t>monsieur le baron</w:t>
      </w:r>
      <w:r>
        <w:t xml:space="preserve">, </w:t>
      </w:r>
      <w:r w:rsidR="0024252B" w:rsidRPr="002813C1">
        <w:t>reprit-elle</w:t>
      </w:r>
      <w:r>
        <w:t xml:space="preserve">. </w:t>
      </w:r>
      <w:r w:rsidR="0024252B" w:rsidRPr="002813C1">
        <w:t xml:space="preserve">Dès ce soir je vais écrire à </w:t>
      </w:r>
      <w:r>
        <w:t>M. </w:t>
      </w:r>
      <w:r w:rsidR="0024252B" w:rsidRPr="002813C1">
        <w:t>Patterson d</w:t>
      </w:r>
      <w:r>
        <w:t>’</w:t>
      </w:r>
      <w:r w:rsidR="0024252B" w:rsidRPr="002813C1">
        <w:t xml:space="preserve">appeler </w:t>
      </w:r>
      <w:proofErr w:type="spellStart"/>
      <w:r w:rsidR="0024252B" w:rsidRPr="002813C1">
        <w:t>Wilkie</w:t>
      </w:r>
      <w:proofErr w:type="spellEnd"/>
      <w:r w:rsidR="0024252B" w:rsidRPr="002813C1">
        <w:t xml:space="preserve"> près de lui</w:t>
      </w:r>
      <w:r>
        <w:t xml:space="preserve">… </w:t>
      </w:r>
      <w:r w:rsidR="0024252B" w:rsidRPr="002813C1">
        <w:t>Avant quinze jours j</w:t>
      </w:r>
      <w:r>
        <w:t>’</w:t>
      </w:r>
      <w:r w:rsidR="0024252B" w:rsidRPr="002813C1">
        <w:t>aurai vendu mon mobilier et disparu</w:t>
      </w:r>
      <w:r>
        <w:t xml:space="preserve">. </w:t>
      </w:r>
      <w:r w:rsidR="0024252B" w:rsidRPr="002813C1">
        <w:t>Je resterai pauvre</w:t>
      </w:r>
      <w:r>
        <w:t xml:space="preserve">… </w:t>
      </w:r>
      <w:r w:rsidR="0024252B" w:rsidRPr="002813C1">
        <w:t>Mon opulence est bien plus fausse qu</w:t>
      </w:r>
      <w:r>
        <w:t>’</w:t>
      </w:r>
      <w:r w:rsidR="0024252B" w:rsidRPr="002813C1">
        <w:t>on ne croit</w:t>
      </w:r>
      <w:r>
        <w:t xml:space="preserve">… </w:t>
      </w:r>
      <w:r w:rsidR="0024252B" w:rsidRPr="002813C1">
        <w:t>N</w:t>
      </w:r>
      <w:r>
        <w:t>’</w:t>
      </w:r>
      <w:r w:rsidR="0024252B" w:rsidRPr="002813C1">
        <w:t>importe</w:t>
      </w:r>
      <w:r>
        <w:t xml:space="preserve"> !… </w:t>
      </w:r>
      <w:r w:rsidR="0024252B" w:rsidRPr="002813C1">
        <w:t>Mon fils est un homme</w:t>
      </w:r>
      <w:r>
        <w:t xml:space="preserve">, </w:t>
      </w:r>
      <w:r w:rsidR="0024252B" w:rsidRPr="002813C1">
        <w:t>il apprendra à gagner sa vie</w:t>
      </w:r>
      <w:r>
        <w:t>.</w:t>
      </w:r>
    </w:p>
    <w:p w14:paraId="43CC4B7A" w14:textId="77777777" w:rsidR="00B77E03" w:rsidRDefault="00B77E03" w:rsidP="00B77E03">
      <w:r>
        <w:t>— </w:t>
      </w:r>
      <w:r w:rsidR="0024252B" w:rsidRPr="002813C1">
        <w:t>Ma caisse est à votre disposition</w:t>
      </w:r>
      <w:r>
        <w:t xml:space="preserve">, </w:t>
      </w:r>
      <w:r w:rsidR="0024252B" w:rsidRPr="002813C1">
        <w:t>Lia</w:t>
      </w:r>
      <w:r>
        <w:t>…</w:t>
      </w:r>
    </w:p>
    <w:p w14:paraId="15711362" w14:textId="77777777" w:rsidR="00B77E03" w:rsidRDefault="00B77E03" w:rsidP="00B77E03">
      <w:r>
        <w:t>— </w:t>
      </w:r>
      <w:r w:rsidR="0024252B" w:rsidRPr="002813C1">
        <w:t>Merci</w:t>
      </w:r>
      <w:r>
        <w:t xml:space="preserve">, </w:t>
      </w:r>
      <w:r w:rsidR="0024252B" w:rsidRPr="002813C1">
        <w:t>mon ami</w:t>
      </w:r>
      <w:r>
        <w:t xml:space="preserve">, </w:t>
      </w:r>
      <w:r w:rsidR="0024252B" w:rsidRPr="002813C1">
        <w:t>merci mille fois</w:t>
      </w:r>
      <w:r>
        <w:t xml:space="preserve">, </w:t>
      </w:r>
      <w:r w:rsidR="0024252B" w:rsidRPr="002813C1">
        <w:t>je ne saurais accepter vos offres</w:t>
      </w:r>
      <w:r>
        <w:t xml:space="preserve">… </w:t>
      </w:r>
      <w:r w:rsidR="0024252B" w:rsidRPr="002813C1">
        <w:t xml:space="preserve">Quand </w:t>
      </w:r>
      <w:proofErr w:type="spellStart"/>
      <w:r w:rsidR="0024252B" w:rsidRPr="002813C1">
        <w:t>Wilkie</w:t>
      </w:r>
      <w:proofErr w:type="spellEnd"/>
      <w:r w:rsidR="0024252B" w:rsidRPr="002813C1">
        <w:t xml:space="preserve"> n</w:t>
      </w:r>
      <w:r>
        <w:t>’</w:t>
      </w:r>
      <w:r w:rsidR="0024252B" w:rsidRPr="002813C1">
        <w:t>était qu</w:t>
      </w:r>
      <w:r>
        <w:t>’</w:t>
      </w:r>
      <w:r w:rsidR="0024252B" w:rsidRPr="002813C1">
        <w:t>un enfant</w:t>
      </w:r>
      <w:r>
        <w:t xml:space="preserve">, </w:t>
      </w:r>
      <w:r w:rsidR="0024252B" w:rsidRPr="002813C1">
        <w:t>je ne dis pas</w:t>
      </w:r>
      <w:r>
        <w:t xml:space="preserve">… </w:t>
      </w:r>
      <w:r w:rsidR="0024252B" w:rsidRPr="002813C1">
        <w:t>Maintenant</w:t>
      </w:r>
      <w:r>
        <w:t xml:space="preserve">, </w:t>
      </w:r>
      <w:r w:rsidR="0024252B" w:rsidRPr="002813C1">
        <w:t>je gratterais la terre avec mes ongles plutôt que de lui donner un louis venant de vous</w:t>
      </w:r>
      <w:r>
        <w:t xml:space="preserve">… </w:t>
      </w:r>
      <w:r w:rsidR="0024252B" w:rsidRPr="002813C1">
        <w:t>il me semblerait toujours qu</w:t>
      </w:r>
      <w:r>
        <w:t>’</w:t>
      </w:r>
      <w:r w:rsidR="0024252B" w:rsidRPr="002813C1">
        <w:t>il y lirait votre nom</w:t>
      </w:r>
      <w:r>
        <w:t xml:space="preserve">… </w:t>
      </w:r>
      <w:r w:rsidR="0024252B" w:rsidRPr="002813C1">
        <w:t>Vous me jugez pleine de contradictions</w:t>
      </w:r>
      <w:r>
        <w:t xml:space="preserve"> ?… </w:t>
      </w:r>
      <w:r w:rsidR="0024252B" w:rsidRPr="002813C1">
        <w:t>Peut-être</w:t>
      </w:r>
      <w:r>
        <w:t xml:space="preserve"> !… </w:t>
      </w:r>
      <w:r w:rsidR="0024252B" w:rsidRPr="002813C1">
        <w:t>En tout cas je ne suis plus ce que j</w:t>
      </w:r>
      <w:r>
        <w:t>’</w:t>
      </w:r>
      <w:r w:rsidR="0024252B" w:rsidRPr="002813C1">
        <w:t>étais hier</w:t>
      </w:r>
      <w:r>
        <w:t xml:space="preserve">… </w:t>
      </w:r>
      <w:r w:rsidR="0024252B" w:rsidRPr="002813C1">
        <w:t>Le malheur a déchiré l</w:t>
      </w:r>
      <w:r>
        <w:t>’</w:t>
      </w:r>
      <w:r w:rsidR="0024252B" w:rsidRPr="002813C1">
        <w:t>épais bandeau que j</w:t>
      </w:r>
      <w:r>
        <w:t>’</w:t>
      </w:r>
      <w:r w:rsidR="0024252B" w:rsidRPr="002813C1">
        <w:t>avais devant les yeux</w:t>
      </w:r>
      <w:r>
        <w:t xml:space="preserve">… </w:t>
      </w:r>
      <w:r w:rsidR="0024252B" w:rsidRPr="002813C1">
        <w:t>Je vois ma conduite</w:t>
      </w:r>
      <w:r>
        <w:t xml:space="preserve">, </w:t>
      </w:r>
      <w:r w:rsidR="0024252B" w:rsidRPr="002813C1">
        <w:t>maintenant</w:t>
      </w:r>
      <w:r>
        <w:t xml:space="preserve">, </w:t>
      </w:r>
      <w:r w:rsidR="0024252B" w:rsidRPr="002813C1">
        <w:t>et je la juge</w:t>
      </w:r>
      <w:r>
        <w:t xml:space="preserve">… </w:t>
      </w:r>
      <w:r w:rsidR="0024252B" w:rsidRPr="002813C1">
        <w:t>Pour mon fils comme pour moi</w:t>
      </w:r>
      <w:r>
        <w:t xml:space="preserve">, </w:t>
      </w:r>
      <w:r w:rsidR="0024252B" w:rsidRPr="002813C1">
        <w:t>j</w:t>
      </w:r>
      <w:r>
        <w:t>’</w:t>
      </w:r>
      <w:r w:rsidR="0024252B" w:rsidRPr="002813C1">
        <w:t>ai été coupable et folle</w:t>
      </w:r>
      <w:r>
        <w:t xml:space="preserve">… </w:t>
      </w:r>
      <w:r w:rsidR="0024252B" w:rsidRPr="002813C1">
        <w:t>Je pouvais me réhabiliter par lui</w:t>
      </w:r>
      <w:r>
        <w:t xml:space="preserve">, </w:t>
      </w:r>
      <w:r w:rsidR="0024252B" w:rsidRPr="002813C1">
        <w:t>il sera peut-être déshonoré par moi</w:t>
      </w:r>
      <w:r>
        <w:t>…</w:t>
      </w:r>
    </w:p>
    <w:p w14:paraId="04E51786" w14:textId="77777777" w:rsidR="00B77E03" w:rsidRDefault="0024252B" w:rsidP="00B77E03">
      <w:r w:rsidRPr="002813C1">
        <w:t>Elle respira fortement</w:t>
      </w:r>
      <w:r w:rsidR="00B77E03">
        <w:t xml:space="preserve">, </w:t>
      </w:r>
      <w:r w:rsidRPr="002813C1">
        <w:t>comme si tout son sang eût afflué à sa poitrine</w:t>
      </w:r>
      <w:r w:rsidR="00B77E03">
        <w:t xml:space="preserve">, </w:t>
      </w:r>
      <w:r w:rsidRPr="002813C1">
        <w:t>et d</w:t>
      </w:r>
      <w:r w:rsidR="00B77E03">
        <w:t>’</w:t>
      </w:r>
      <w:r w:rsidRPr="002813C1">
        <w:t>une voix étouffée</w:t>
      </w:r>
      <w:r w:rsidR="00B77E03">
        <w:t> :</w:t>
      </w:r>
    </w:p>
    <w:p w14:paraId="77C1B8F9" w14:textId="77777777" w:rsidR="00B77E03" w:rsidRDefault="00B77E03" w:rsidP="00B77E03">
      <w:r>
        <w:t>— </w:t>
      </w:r>
      <w:proofErr w:type="spellStart"/>
      <w:r w:rsidR="0024252B" w:rsidRPr="002813C1">
        <w:t>Wilkie</w:t>
      </w:r>
      <w:proofErr w:type="spellEnd"/>
      <w:r w:rsidR="0024252B" w:rsidRPr="002813C1">
        <w:t xml:space="preserve"> travaillera pour lui et pour moi</w:t>
      </w:r>
      <w:r>
        <w:t xml:space="preserve">. </w:t>
      </w:r>
      <w:r w:rsidR="0024252B" w:rsidRPr="002813C1">
        <w:t>S</w:t>
      </w:r>
      <w:r>
        <w:t>’</w:t>
      </w:r>
      <w:r w:rsidR="0024252B" w:rsidRPr="002813C1">
        <w:t>il est fort</w:t>
      </w:r>
      <w:r>
        <w:t xml:space="preserve">, </w:t>
      </w:r>
      <w:r w:rsidR="0024252B" w:rsidRPr="002813C1">
        <w:t>il nous sauvera</w:t>
      </w:r>
      <w:r>
        <w:t xml:space="preserve"> !… </w:t>
      </w:r>
      <w:r w:rsidR="0024252B" w:rsidRPr="002813C1">
        <w:t>S</w:t>
      </w:r>
      <w:r>
        <w:t>’</w:t>
      </w:r>
      <w:r w:rsidR="0024252B" w:rsidRPr="002813C1">
        <w:t>il est faible</w:t>
      </w:r>
      <w:r>
        <w:t xml:space="preserve">, </w:t>
      </w:r>
      <w:r w:rsidR="0024252B" w:rsidRPr="002813C1">
        <w:t>eh bien</w:t>
      </w:r>
      <w:r>
        <w:t xml:space="preserve"> ! </w:t>
      </w:r>
      <w:r w:rsidR="0024252B" w:rsidRPr="002813C1">
        <w:t>nous périrons</w:t>
      </w:r>
      <w:r>
        <w:t xml:space="preserve"> !… </w:t>
      </w:r>
      <w:r w:rsidR="0024252B" w:rsidRPr="002813C1">
        <w:t>Mais c</w:t>
      </w:r>
      <w:r>
        <w:t>’</w:t>
      </w:r>
      <w:r w:rsidR="0024252B" w:rsidRPr="002813C1">
        <w:t>est assez de lâchetés comme cela et de transactions honteuses</w:t>
      </w:r>
      <w:r>
        <w:t xml:space="preserve">… </w:t>
      </w:r>
      <w:r w:rsidR="0024252B" w:rsidRPr="002813C1">
        <w:t>Il ne sera pas dit que j</w:t>
      </w:r>
      <w:r>
        <w:t>’</w:t>
      </w:r>
      <w:r w:rsidR="0024252B" w:rsidRPr="002813C1">
        <w:t>aurai sacrifié à mon fils l</w:t>
      </w:r>
      <w:r>
        <w:t>’</w:t>
      </w:r>
      <w:r w:rsidR="0024252B" w:rsidRPr="002813C1">
        <w:t>honneur d</w:t>
      </w:r>
      <w:r>
        <w:t>’</w:t>
      </w:r>
      <w:r w:rsidR="0024252B" w:rsidRPr="002813C1">
        <w:t>un honnête homme et le bonheur de la fille de mon frère</w:t>
      </w:r>
      <w:r>
        <w:t xml:space="preserve">… </w:t>
      </w:r>
      <w:r w:rsidR="0024252B" w:rsidRPr="002813C1">
        <w:t>Je vois où est le devoir</w:t>
      </w:r>
      <w:r>
        <w:t xml:space="preserve">, </w:t>
      </w:r>
      <w:r w:rsidR="0024252B" w:rsidRPr="002813C1">
        <w:t>je saurai m</w:t>
      </w:r>
      <w:r>
        <w:t>’</w:t>
      </w:r>
      <w:r w:rsidR="0024252B" w:rsidRPr="002813C1">
        <w:t>y attacher d</w:t>
      </w:r>
      <w:r>
        <w:t>’</w:t>
      </w:r>
      <w:r w:rsidR="0024252B" w:rsidRPr="002813C1">
        <w:t>une étreinte invincible</w:t>
      </w:r>
      <w:r>
        <w:t>…</w:t>
      </w:r>
    </w:p>
    <w:p w14:paraId="493BA1C3" w14:textId="77777777" w:rsidR="00B77E03" w:rsidRDefault="0024252B" w:rsidP="00B77E03">
      <w:r w:rsidRPr="002813C1">
        <w:t>De la tête et du geste</w:t>
      </w:r>
      <w:r w:rsidR="00B77E03">
        <w:t xml:space="preserve">, </w:t>
      </w:r>
      <w:r w:rsidRPr="002813C1">
        <w:t>le baron approuvait</w:t>
      </w:r>
      <w:r w:rsidR="00B77E03">
        <w:t>.</w:t>
      </w:r>
    </w:p>
    <w:p w14:paraId="5B290AA2" w14:textId="77777777" w:rsidR="00B77E03" w:rsidRDefault="00B77E03" w:rsidP="00B77E03">
      <w:r>
        <w:lastRenderedPageBreak/>
        <w:t>— </w:t>
      </w:r>
      <w:r w:rsidR="0024252B" w:rsidRPr="002813C1">
        <w:t>Bien</w:t>
      </w:r>
      <w:r>
        <w:t xml:space="preserve"> ! </w:t>
      </w:r>
      <w:r w:rsidR="0024252B" w:rsidRPr="002813C1">
        <w:t>fit-il</w:t>
      </w:r>
      <w:r>
        <w:t xml:space="preserve">, </w:t>
      </w:r>
      <w:r w:rsidR="0024252B" w:rsidRPr="002813C1">
        <w:t>très-bien</w:t>
      </w:r>
      <w:r>
        <w:t xml:space="preserve"> !… </w:t>
      </w:r>
      <w:r w:rsidR="0024252B" w:rsidRPr="002813C1">
        <w:t>Seulement</w:t>
      </w:r>
      <w:r>
        <w:t xml:space="preserve">, </w:t>
      </w:r>
      <w:r w:rsidR="0024252B" w:rsidRPr="002813C1">
        <w:t>laissez-moi vous dire que tout n</w:t>
      </w:r>
      <w:r>
        <w:t>’</w:t>
      </w:r>
      <w:r w:rsidR="0024252B" w:rsidRPr="002813C1">
        <w:t>est pas perdu</w:t>
      </w:r>
      <w:r>
        <w:t xml:space="preserve">… </w:t>
      </w:r>
      <w:r w:rsidR="0024252B" w:rsidRPr="002813C1">
        <w:t>Le Code a des armes pour les causes justes</w:t>
      </w:r>
      <w:r>
        <w:t xml:space="preserve">… </w:t>
      </w:r>
      <w:r w:rsidR="0024252B" w:rsidRPr="002813C1">
        <w:t>Peut-être y a-t-il un moyen de conquérir votre héritage sans que votre mari en puisse rien toucher</w:t>
      </w:r>
      <w:r>
        <w:t>…</w:t>
      </w:r>
    </w:p>
    <w:p w14:paraId="533D8C99" w14:textId="77777777" w:rsidR="00B77E03" w:rsidRDefault="00B77E03" w:rsidP="00B77E03">
      <w:r>
        <w:t>— </w:t>
      </w:r>
      <w:r w:rsidR="0024252B" w:rsidRPr="002813C1">
        <w:t>Hélas</w:t>
      </w:r>
      <w:r>
        <w:t xml:space="preserve"> ! </w:t>
      </w:r>
      <w:r w:rsidR="0024252B" w:rsidRPr="002813C1">
        <w:t>j</w:t>
      </w:r>
      <w:r>
        <w:t>’</w:t>
      </w:r>
      <w:r w:rsidR="0024252B" w:rsidRPr="002813C1">
        <w:t>ai consulté autrefois</w:t>
      </w:r>
      <w:r>
        <w:t xml:space="preserve"> ; </w:t>
      </w:r>
      <w:r w:rsidR="0024252B" w:rsidRPr="002813C1">
        <w:t>on m</w:t>
      </w:r>
      <w:r>
        <w:t>’</w:t>
      </w:r>
      <w:r w:rsidR="0024252B" w:rsidRPr="002813C1">
        <w:t>a répondu que j</w:t>
      </w:r>
      <w:r>
        <w:t>’</w:t>
      </w:r>
      <w:r w:rsidR="0024252B" w:rsidRPr="002813C1">
        <w:t>étais prise et bien prise</w:t>
      </w:r>
      <w:r>
        <w:t xml:space="preserve">… </w:t>
      </w:r>
      <w:r w:rsidR="0024252B" w:rsidRPr="002813C1">
        <w:t>Cependant</w:t>
      </w:r>
      <w:r>
        <w:t xml:space="preserve">, </w:t>
      </w:r>
      <w:r w:rsidR="0024252B" w:rsidRPr="002813C1">
        <w:t>voyez</w:t>
      </w:r>
      <w:r>
        <w:t xml:space="preserve">, </w:t>
      </w:r>
      <w:r w:rsidR="0024252B" w:rsidRPr="002813C1">
        <w:t>informez-vous</w:t>
      </w:r>
      <w:r>
        <w:t xml:space="preserve">… </w:t>
      </w:r>
      <w:r w:rsidR="0024252B" w:rsidRPr="002813C1">
        <w:t>J</w:t>
      </w:r>
      <w:r>
        <w:t>’</w:t>
      </w:r>
      <w:r w:rsidR="0024252B" w:rsidRPr="002813C1">
        <w:t>ai confiance en vous</w:t>
      </w:r>
      <w:r>
        <w:t xml:space="preserve">, </w:t>
      </w:r>
      <w:r w:rsidR="0024252B" w:rsidRPr="002813C1">
        <w:t>je sais que vous ne voudriez pas me forcer la main</w:t>
      </w:r>
      <w:r>
        <w:t xml:space="preserve"> ; </w:t>
      </w:r>
      <w:r w:rsidR="0024252B" w:rsidRPr="002813C1">
        <w:t>mais hâtez-vous</w:t>
      </w:r>
      <w:r>
        <w:t xml:space="preserve">… </w:t>
      </w:r>
      <w:r w:rsidR="0024252B" w:rsidRPr="002813C1">
        <w:t>Le pire malheur serait moins affreux que mes angoisses</w:t>
      </w:r>
      <w:r>
        <w:t>…</w:t>
      </w:r>
    </w:p>
    <w:p w14:paraId="0601DBA9" w14:textId="2F9A5642" w:rsidR="00B77E03" w:rsidRDefault="00B77E03" w:rsidP="00B77E03">
      <w:r>
        <w:t>— </w:t>
      </w:r>
      <w:r w:rsidR="0024252B" w:rsidRPr="002813C1">
        <w:t>Je me hâterai</w:t>
      </w:r>
      <w:r>
        <w:t>… M. </w:t>
      </w:r>
      <w:proofErr w:type="spellStart"/>
      <w:r w:rsidR="0024252B" w:rsidRPr="002813C1">
        <w:t>Férailleur</w:t>
      </w:r>
      <w:proofErr w:type="spellEnd"/>
      <w:r w:rsidR="0024252B" w:rsidRPr="002813C1">
        <w:t xml:space="preserve"> est</w:t>
      </w:r>
      <w:r>
        <w:t xml:space="preserve">, </w:t>
      </w:r>
      <w:r w:rsidR="0024252B" w:rsidRPr="002813C1">
        <w:t>m</w:t>
      </w:r>
      <w:r>
        <w:t>’</w:t>
      </w:r>
      <w:r w:rsidR="0024252B" w:rsidRPr="002813C1">
        <w:t>a-t-on dit</w:t>
      </w:r>
      <w:r>
        <w:t xml:space="preserve">, </w:t>
      </w:r>
      <w:r w:rsidR="0024252B" w:rsidRPr="002813C1">
        <w:t>un avocat habile</w:t>
      </w:r>
      <w:r>
        <w:t xml:space="preserve">, </w:t>
      </w:r>
      <w:r w:rsidR="0024252B" w:rsidRPr="002813C1">
        <w:t>je lui parlerai</w:t>
      </w:r>
      <w:r>
        <w:t>.</w:t>
      </w:r>
    </w:p>
    <w:p w14:paraId="18A196B4" w14:textId="77777777" w:rsidR="00B77E03" w:rsidRDefault="00B77E03" w:rsidP="00B77E03">
      <w:r>
        <w:t>— </w:t>
      </w:r>
      <w:r w:rsidR="0024252B" w:rsidRPr="002813C1">
        <w:t>Et pour cet homme</w:t>
      </w:r>
      <w:r>
        <w:t xml:space="preserve">, </w:t>
      </w:r>
      <w:r w:rsidR="0024252B" w:rsidRPr="002813C1">
        <w:t>qui est venu me voir</w:t>
      </w:r>
      <w:r>
        <w:t xml:space="preserve">, </w:t>
      </w:r>
      <w:r w:rsidR="0024252B" w:rsidRPr="002813C1">
        <w:t>ce Fortunat</w:t>
      </w:r>
      <w:r>
        <w:t xml:space="preserve">, </w:t>
      </w:r>
      <w:r w:rsidR="0024252B" w:rsidRPr="002813C1">
        <w:t>que faire</w:t>
      </w:r>
      <w:r>
        <w:t> ?</w:t>
      </w:r>
    </w:p>
    <w:p w14:paraId="69D04BE7" w14:textId="77777777" w:rsidR="00B77E03" w:rsidRDefault="0024252B" w:rsidP="00B77E03">
      <w:r w:rsidRPr="002813C1">
        <w:t>Le baron se recueillit un moment</w:t>
      </w:r>
      <w:r w:rsidR="00B77E03">
        <w:t>.</w:t>
      </w:r>
    </w:p>
    <w:p w14:paraId="5BDE9566" w14:textId="77777777" w:rsidR="00B77E03" w:rsidRDefault="00B77E03" w:rsidP="00B77E03">
      <w:r>
        <w:t>— </w:t>
      </w:r>
      <w:r w:rsidR="0024252B" w:rsidRPr="002813C1">
        <w:t>Le plus sûr serait de ne pas bouger</w:t>
      </w:r>
      <w:r>
        <w:t xml:space="preserve">, </w:t>
      </w:r>
      <w:r w:rsidR="0024252B" w:rsidRPr="002813C1">
        <w:t>prononça-t-il enfin</w:t>
      </w:r>
      <w:r>
        <w:t xml:space="preserve">… </w:t>
      </w:r>
      <w:r w:rsidR="0024252B" w:rsidRPr="002813C1">
        <w:t>S</w:t>
      </w:r>
      <w:r>
        <w:t>’</w:t>
      </w:r>
      <w:r w:rsidR="0024252B" w:rsidRPr="002813C1">
        <w:t>il a de mauvais desseins</w:t>
      </w:r>
      <w:r>
        <w:t xml:space="preserve">, </w:t>
      </w:r>
      <w:r w:rsidR="0024252B" w:rsidRPr="002813C1">
        <w:t>votre visite ou une lettre ne feraient que les précipiter</w:t>
      </w:r>
      <w:r>
        <w:t>…</w:t>
      </w:r>
    </w:p>
    <w:p w14:paraId="46EEC38C" w14:textId="69427D0C" w:rsidR="00B77E03" w:rsidRDefault="0024252B" w:rsidP="00B77E03">
      <w:r w:rsidRPr="002813C1">
        <w:t>À l</w:t>
      </w:r>
      <w:r w:rsidR="00B77E03">
        <w:t>’</w:t>
      </w:r>
      <w:r w:rsidRPr="002813C1">
        <w:t xml:space="preserve">air dont </w:t>
      </w:r>
      <w:r w:rsidR="00B77E03">
        <w:t>M</w:t>
      </w:r>
      <w:r w:rsidR="00B77E03" w:rsidRPr="00B77E03">
        <w:rPr>
          <w:vertAlign w:val="superscript"/>
        </w:rPr>
        <w:t>me</w:t>
      </w:r>
      <w:r w:rsidR="00B77E03">
        <w:t> </w:t>
      </w:r>
      <w:r w:rsidRPr="002813C1">
        <w:t>d</w:t>
      </w:r>
      <w:r w:rsidR="00B77E03">
        <w:t>’</w:t>
      </w:r>
      <w:r w:rsidRPr="002813C1">
        <w:t>Argelès secouait la tête</w:t>
      </w:r>
      <w:r w:rsidR="00B77E03">
        <w:t xml:space="preserve">, </w:t>
      </w:r>
      <w:r w:rsidRPr="002813C1">
        <w:t>il était aisé de voir qu</w:t>
      </w:r>
      <w:r w:rsidR="00B77E03">
        <w:t>’</w:t>
      </w:r>
      <w:r w:rsidRPr="002813C1">
        <w:t>elle n</w:t>
      </w:r>
      <w:r w:rsidR="00B77E03">
        <w:t>’</w:t>
      </w:r>
      <w:r w:rsidRPr="002813C1">
        <w:t>espérait guère</w:t>
      </w:r>
      <w:r w:rsidR="00B77E03">
        <w:t>…</w:t>
      </w:r>
    </w:p>
    <w:p w14:paraId="6F9A0C3B" w14:textId="77777777" w:rsidR="00B77E03" w:rsidRDefault="00B77E03" w:rsidP="00B77E03">
      <w:r>
        <w:t>— </w:t>
      </w:r>
      <w:r w:rsidR="0024252B" w:rsidRPr="002813C1">
        <w:t>Tout cela finira mal</w:t>
      </w:r>
      <w:r>
        <w:t xml:space="preserve"> ! </w:t>
      </w:r>
      <w:r w:rsidR="0024252B" w:rsidRPr="002813C1">
        <w:t>murmura-t-elle</w:t>
      </w:r>
      <w:r>
        <w:t>.</w:t>
      </w:r>
    </w:p>
    <w:p w14:paraId="7F40C0C9" w14:textId="77777777" w:rsidR="00B77E03" w:rsidRDefault="0024252B" w:rsidP="00B77E03">
      <w:r w:rsidRPr="002813C1">
        <w:t>C</w:t>
      </w:r>
      <w:r w:rsidR="00B77E03">
        <w:t>’</w:t>
      </w:r>
      <w:r w:rsidRPr="002813C1">
        <w:t>était un peu l</w:t>
      </w:r>
      <w:r w:rsidR="00B77E03">
        <w:t>’</w:t>
      </w:r>
      <w:r w:rsidRPr="002813C1">
        <w:t>avis du baron</w:t>
      </w:r>
      <w:r w:rsidR="00B77E03">
        <w:t xml:space="preserve"> ; </w:t>
      </w:r>
      <w:r w:rsidRPr="002813C1">
        <w:t>mais est-ce bien charitable de retirer d</w:t>
      </w:r>
      <w:r w:rsidR="00B77E03">
        <w:t>’</w:t>
      </w:r>
      <w:r w:rsidRPr="002813C1">
        <w:t>avance aux malheureux le courage dont ils auront besoin aux heures décisives</w:t>
      </w:r>
      <w:r w:rsidR="00B77E03">
        <w:t>.</w:t>
      </w:r>
    </w:p>
    <w:p w14:paraId="573587EF" w14:textId="77777777" w:rsidR="00B77E03" w:rsidRDefault="00B77E03" w:rsidP="00B77E03">
      <w:r>
        <w:t>— </w:t>
      </w:r>
      <w:proofErr w:type="spellStart"/>
      <w:r w:rsidR="0024252B" w:rsidRPr="002813C1">
        <w:t>Bast</w:t>
      </w:r>
      <w:proofErr w:type="spellEnd"/>
      <w:r>
        <w:t xml:space="preserve"> ! </w:t>
      </w:r>
      <w:r w:rsidR="0024252B" w:rsidRPr="002813C1">
        <w:t>fit-il d</w:t>
      </w:r>
      <w:r>
        <w:t>’</w:t>
      </w:r>
      <w:r w:rsidR="0024252B" w:rsidRPr="002813C1">
        <w:t>un ton léger</w:t>
      </w:r>
      <w:r>
        <w:t xml:space="preserve">, </w:t>
      </w:r>
      <w:r w:rsidR="0024252B" w:rsidRPr="002813C1">
        <w:t>la veine va sans doute tourner</w:t>
      </w:r>
      <w:r>
        <w:t xml:space="preserve">… </w:t>
      </w:r>
      <w:r w:rsidR="0024252B" w:rsidRPr="002813C1">
        <w:t>elle tourne toujours</w:t>
      </w:r>
      <w:r>
        <w:t xml:space="preserve"> ! </w:t>
      </w:r>
      <w:r w:rsidR="0024252B" w:rsidRPr="002813C1">
        <w:t>Le bon Dieu</w:t>
      </w:r>
      <w:r>
        <w:t xml:space="preserve">, </w:t>
      </w:r>
      <w:r w:rsidR="0024252B" w:rsidRPr="002813C1">
        <w:t>que diable</w:t>
      </w:r>
      <w:r>
        <w:t xml:space="preserve"> ! </w:t>
      </w:r>
      <w:r w:rsidR="0024252B" w:rsidRPr="002813C1">
        <w:t>ne peut pas éternellement favoriser les mêmes</w:t>
      </w:r>
      <w:r>
        <w:t xml:space="preserve">, </w:t>
      </w:r>
      <w:r w:rsidR="0024252B" w:rsidRPr="002813C1">
        <w:t>surtout quand ces mêmes sont des coquins</w:t>
      </w:r>
      <w:r>
        <w:t xml:space="preserve"> ! </w:t>
      </w:r>
      <w:r w:rsidR="0024252B" w:rsidRPr="002813C1">
        <w:t>C</w:t>
      </w:r>
      <w:r>
        <w:t>’</w:t>
      </w:r>
      <w:r w:rsidR="0024252B" w:rsidRPr="002813C1">
        <w:t>est pourquoi je parierais</w:t>
      </w:r>
      <w:r>
        <w:t> !…</w:t>
      </w:r>
    </w:p>
    <w:p w14:paraId="6DB0762F" w14:textId="77777777" w:rsidR="00B77E03" w:rsidRDefault="0024252B" w:rsidP="00B77E03">
      <w:r w:rsidRPr="002813C1">
        <w:lastRenderedPageBreak/>
        <w:t>Le timbre de la pendule</w:t>
      </w:r>
      <w:r w:rsidR="00B77E03">
        <w:t xml:space="preserve">, </w:t>
      </w:r>
      <w:r w:rsidRPr="002813C1">
        <w:t>lui coupant la parole</w:t>
      </w:r>
      <w:r w:rsidR="00B77E03">
        <w:t xml:space="preserve">, </w:t>
      </w:r>
      <w:r w:rsidRPr="002813C1">
        <w:t>le fit bondir hors de son fauteuil</w:t>
      </w:r>
      <w:r w:rsidR="00B77E03">
        <w:t>.</w:t>
      </w:r>
    </w:p>
    <w:p w14:paraId="58DD7ADF" w14:textId="77777777" w:rsidR="00B77E03" w:rsidRDefault="00B77E03" w:rsidP="00B77E03">
      <w:r>
        <w:t>— </w:t>
      </w:r>
      <w:r w:rsidR="0024252B" w:rsidRPr="002813C1">
        <w:t>Deux heures</w:t>
      </w:r>
      <w:r>
        <w:t xml:space="preserve"> !… </w:t>
      </w:r>
      <w:r w:rsidR="0024252B" w:rsidRPr="002813C1">
        <w:t>s</w:t>
      </w:r>
      <w:r>
        <w:t>’</w:t>
      </w:r>
      <w:r w:rsidR="0024252B" w:rsidRPr="002813C1">
        <w:t>écria-t-il avec une expression d</w:t>
      </w:r>
      <w:r>
        <w:t>’</w:t>
      </w:r>
      <w:r w:rsidR="0024252B" w:rsidRPr="002813C1">
        <w:t>inquiétude visible</w:t>
      </w:r>
      <w:r>
        <w:t xml:space="preserve">, </w:t>
      </w:r>
      <w:r w:rsidR="0024252B" w:rsidRPr="002813C1">
        <w:t>et Kami-Bey qui m</w:t>
      </w:r>
      <w:r>
        <w:t>’</w:t>
      </w:r>
      <w:r w:rsidR="0024252B" w:rsidRPr="002813C1">
        <w:t>attend</w:t>
      </w:r>
      <w:r>
        <w:t xml:space="preserve"> ! </w:t>
      </w:r>
      <w:r w:rsidR="0024252B" w:rsidRPr="002813C1">
        <w:t>Je n</w:t>
      </w:r>
      <w:r>
        <w:t>’</w:t>
      </w:r>
      <w:r w:rsidR="0024252B" w:rsidRPr="002813C1">
        <w:t>ai pas</w:t>
      </w:r>
      <w:r>
        <w:t xml:space="preserve">, </w:t>
      </w:r>
      <w:r w:rsidR="0024252B" w:rsidRPr="002813C1">
        <w:t>certes</w:t>
      </w:r>
      <w:r>
        <w:t xml:space="preserve">, </w:t>
      </w:r>
      <w:r w:rsidR="0024252B" w:rsidRPr="002813C1">
        <w:t>gaspillé mon temps ici</w:t>
      </w:r>
      <w:r>
        <w:t xml:space="preserve">, </w:t>
      </w:r>
      <w:r w:rsidR="0024252B" w:rsidRPr="002813C1">
        <w:t>mais je devrais être au jeu depuis midi</w:t>
      </w:r>
      <w:r>
        <w:t xml:space="preserve">… </w:t>
      </w:r>
      <w:r w:rsidR="0024252B" w:rsidRPr="002813C1">
        <w:t>Kami est capable de me soupçonner de vouloir faire Charlemagne</w:t>
      </w:r>
      <w:r>
        <w:t xml:space="preserve">… </w:t>
      </w:r>
      <w:r w:rsidR="0024252B" w:rsidRPr="002813C1">
        <w:t>Ces Turcs sont étonnants</w:t>
      </w:r>
      <w:r>
        <w:t xml:space="preserve"> ! </w:t>
      </w:r>
      <w:r w:rsidR="0024252B" w:rsidRPr="002813C1">
        <w:t>Il est vrai que je lui gagne en ce moment 28</w:t>
      </w:r>
      <w:r w:rsidRPr="002813C1">
        <w:t>0</w:t>
      </w:r>
      <w:r>
        <w:t>,</w:t>
      </w:r>
      <w:r w:rsidRPr="002813C1">
        <w:t>0</w:t>
      </w:r>
      <w:r w:rsidR="0024252B" w:rsidRPr="002813C1">
        <w:t>00 francs</w:t>
      </w:r>
      <w:r>
        <w:t>.</w:t>
      </w:r>
    </w:p>
    <w:p w14:paraId="28305930" w14:textId="77777777" w:rsidR="00B77E03" w:rsidRDefault="0024252B" w:rsidP="00B77E03">
      <w:r w:rsidRPr="002813C1">
        <w:t>Il assura son chapeau sur sa tête</w:t>
      </w:r>
      <w:r w:rsidR="00B77E03">
        <w:t xml:space="preserve">, </w:t>
      </w:r>
      <w:r w:rsidRPr="002813C1">
        <w:t>et ouvrant la porte</w:t>
      </w:r>
      <w:r w:rsidR="00B77E03">
        <w:t> :</w:t>
      </w:r>
    </w:p>
    <w:p w14:paraId="0F53907F" w14:textId="77777777" w:rsidR="00B77E03" w:rsidRDefault="00B77E03" w:rsidP="00B77E03">
      <w:r>
        <w:t>— </w:t>
      </w:r>
      <w:r w:rsidR="0024252B" w:rsidRPr="002813C1">
        <w:t>Allons</w:t>
      </w:r>
      <w:r>
        <w:t xml:space="preserve">, </w:t>
      </w:r>
      <w:r w:rsidR="0024252B" w:rsidRPr="002813C1">
        <w:t>à bientôt</w:t>
      </w:r>
      <w:r>
        <w:t xml:space="preserve">, </w:t>
      </w:r>
      <w:r w:rsidR="0024252B" w:rsidRPr="002813C1">
        <w:t>chère dame</w:t>
      </w:r>
      <w:r>
        <w:t xml:space="preserve">, </w:t>
      </w:r>
      <w:r w:rsidR="0024252B" w:rsidRPr="002813C1">
        <w:t>dit-il</w:t>
      </w:r>
      <w:r>
        <w:t xml:space="preserve">, </w:t>
      </w:r>
      <w:r w:rsidR="0024252B" w:rsidRPr="002813C1">
        <w:t>et surtout n</w:t>
      </w:r>
      <w:r>
        <w:t>’</w:t>
      </w:r>
      <w:r w:rsidR="0024252B" w:rsidRPr="002813C1">
        <w:t>interrompez en rien vos habitudes</w:t>
      </w:r>
      <w:r>
        <w:t xml:space="preserve">… </w:t>
      </w:r>
      <w:r w:rsidR="0024252B" w:rsidRPr="002813C1">
        <w:t>notre succès dépend surtout de la sécurité des autres</w:t>
      </w:r>
      <w:r>
        <w:t> !…</w:t>
      </w:r>
    </w:p>
    <w:p w14:paraId="57E01A9C" w14:textId="666885B2" w:rsidR="00B77E03" w:rsidRDefault="0024252B" w:rsidP="00B77E03">
      <w:r w:rsidRPr="002813C1">
        <w:t>Ce conseil</w:t>
      </w:r>
      <w:r w:rsidR="00B77E03">
        <w:t>, M</w:t>
      </w:r>
      <w:r w:rsidR="00B77E03" w:rsidRPr="00B77E03">
        <w:rPr>
          <w:vertAlign w:val="superscript"/>
        </w:rPr>
        <w:t>me</w:t>
      </w:r>
      <w:r w:rsidR="00B77E03">
        <w:t> </w:t>
      </w:r>
      <w:r w:rsidRPr="002813C1">
        <w:t>d</w:t>
      </w:r>
      <w:r w:rsidR="00B77E03">
        <w:t>’</w:t>
      </w:r>
      <w:r w:rsidRPr="002813C1">
        <w:t>Argelès le trouvait si juste</w:t>
      </w:r>
      <w:r w:rsidR="00B77E03">
        <w:t xml:space="preserve">, </w:t>
      </w:r>
      <w:r w:rsidRPr="002813C1">
        <w:t>qu</w:t>
      </w:r>
      <w:r w:rsidR="00B77E03">
        <w:t>’</w:t>
      </w:r>
      <w:r w:rsidRPr="002813C1">
        <w:t>une demi-heure plus tard elle sortait en voiture et se faisait conduire au bois</w:t>
      </w:r>
      <w:r w:rsidR="00B77E03">
        <w:t xml:space="preserve">, </w:t>
      </w:r>
      <w:r w:rsidRPr="002813C1">
        <w:t>bien éloignée de se douter qu</w:t>
      </w:r>
      <w:r w:rsidR="00B77E03">
        <w:t>’</w:t>
      </w:r>
      <w:r w:rsidRPr="002813C1">
        <w:t>elle traînait après sa Victoria l</w:t>
      </w:r>
      <w:r w:rsidR="00B77E03">
        <w:t>’</w:t>
      </w:r>
      <w:r w:rsidRPr="002813C1">
        <w:t xml:space="preserve">espion de </w:t>
      </w:r>
      <w:r w:rsidR="00B77E03">
        <w:t>M. </w:t>
      </w:r>
      <w:r w:rsidRPr="002813C1">
        <w:t>Fortunat</w:t>
      </w:r>
      <w:r w:rsidR="00B77E03">
        <w:t xml:space="preserve">, </w:t>
      </w:r>
      <w:r w:rsidRPr="002813C1">
        <w:t>Victor Chupin</w:t>
      </w:r>
      <w:r w:rsidR="00B77E03">
        <w:t>.</w:t>
      </w:r>
    </w:p>
    <w:p w14:paraId="2F009B4A" w14:textId="77777777" w:rsidR="00B77E03" w:rsidRDefault="0024252B" w:rsidP="00B77E03">
      <w:r w:rsidRPr="002813C1">
        <w:t xml:space="preserve">Pousser jusque chez </w:t>
      </w:r>
      <w:proofErr w:type="spellStart"/>
      <w:r w:rsidRPr="002813C1">
        <w:t>Wilkie</w:t>
      </w:r>
      <w:proofErr w:type="spellEnd"/>
      <w:r w:rsidRPr="002813C1">
        <w:t xml:space="preserve"> au retour était une imprudence</w:t>
      </w:r>
      <w:r w:rsidR="00B77E03">
        <w:t xml:space="preserve">… </w:t>
      </w:r>
      <w:r w:rsidRPr="002813C1">
        <w:t>À rôder</w:t>
      </w:r>
      <w:r w:rsidR="00B77E03">
        <w:t xml:space="preserve">, </w:t>
      </w:r>
      <w:r w:rsidRPr="002813C1">
        <w:t>telle qu</w:t>
      </w:r>
      <w:r w:rsidR="00B77E03">
        <w:t>’</w:t>
      </w:r>
      <w:r w:rsidRPr="002813C1">
        <w:t>une ombre honteuse</w:t>
      </w:r>
      <w:r w:rsidR="00B77E03">
        <w:t xml:space="preserve">, </w:t>
      </w:r>
      <w:r w:rsidRPr="002813C1">
        <w:t>autour de la maison de son fils</w:t>
      </w:r>
      <w:r w:rsidR="00B77E03">
        <w:t xml:space="preserve">, </w:t>
      </w:r>
      <w:r w:rsidRPr="002813C1">
        <w:t>elle risquait d</w:t>
      </w:r>
      <w:r w:rsidR="00B77E03">
        <w:t>’</w:t>
      </w:r>
      <w:r w:rsidRPr="002813C1">
        <w:t>éveiller des soupçons</w:t>
      </w:r>
      <w:r w:rsidR="00B77E03">
        <w:t xml:space="preserve">, </w:t>
      </w:r>
      <w:r w:rsidRPr="002813C1">
        <w:t>la pauvre femme ne s</w:t>
      </w:r>
      <w:r w:rsidR="00B77E03">
        <w:t>’</w:t>
      </w:r>
      <w:r w:rsidRPr="002813C1">
        <w:t>abusait pas</w:t>
      </w:r>
      <w:r w:rsidR="00B77E03">
        <w:t xml:space="preserve">… </w:t>
      </w:r>
      <w:r w:rsidRPr="002813C1">
        <w:t>Mais ses anxiétés furent plus fortes que sa raison</w:t>
      </w:r>
      <w:r w:rsidR="00B77E03">
        <w:t>…</w:t>
      </w:r>
    </w:p>
    <w:p w14:paraId="7F43CF4C" w14:textId="0B2D0F04" w:rsidR="00B77E03" w:rsidRDefault="0024252B" w:rsidP="00B77E03">
      <w:r w:rsidRPr="002813C1">
        <w:t>Elle donna l</w:t>
      </w:r>
      <w:r w:rsidR="00B77E03">
        <w:t>’</w:t>
      </w:r>
      <w:r w:rsidRPr="002813C1">
        <w:t>ordre à son cocher de toucher rue du Helder</w:t>
      </w:r>
      <w:r w:rsidR="00B77E03">
        <w:t xml:space="preserve">, </w:t>
      </w:r>
      <w:r w:rsidRPr="002813C1">
        <w:t>et elle y arriva juste à point pour livrer son secret à Victor Chupin</w:t>
      </w:r>
      <w:r w:rsidR="00B77E03">
        <w:t xml:space="preserve">, </w:t>
      </w:r>
      <w:r w:rsidRPr="002813C1">
        <w:t xml:space="preserve">assez à temps pour recevoir de </w:t>
      </w:r>
      <w:r w:rsidR="00B77E03">
        <w:t>M. </w:t>
      </w:r>
      <w:proofErr w:type="spellStart"/>
      <w:r w:rsidRPr="002813C1">
        <w:t>Wilkie</w:t>
      </w:r>
      <w:proofErr w:type="spellEnd"/>
      <w:r w:rsidRPr="002813C1">
        <w:t xml:space="preserve"> la plus grossière insulte</w:t>
      </w:r>
      <w:r w:rsidR="00B77E03">
        <w:t>.</w:t>
      </w:r>
    </w:p>
    <w:p w14:paraId="7FC49021" w14:textId="77777777" w:rsidR="00B77E03" w:rsidRDefault="0024252B" w:rsidP="00B77E03">
      <w:r w:rsidRPr="002813C1">
        <w:t>L</w:t>
      </w:r>
      <w:r w:rsidR="00B77E03">
        <w:t>’</w:t>
      </w:r>
      <w:r w:rsidRPr="002813C1">
        <w:t>ouragan l</w:t>
      </w:r>
      <w:r w:rsidR="00B77E03">
        <w:t>’</w:t>
      </w:r>
      <w:r w:rsidRPr="002813C1">
        <w:t>écrasa</w:t>
      </w:r>
      <w:r w:rsidR="00B77E03">
        <w:t xml:space="preserve">, </w:t>
      </w:r>
      <w:r w:rsidRPr="002813C1">
        <w:t>et cependant elle essaya d</w:t>
      </w:r>
      <w:r w:rsidR="00B77E03">
        <w:t>’</w:t>
      </w:r>
      <w:r w:rsidRPr="002813C1">
        <w:t>y voir une preuve des sentiments honnêtes de son fils</w:t>
      </w:r>
      <w:r w:rsidR="00B77E03">
        <w:t xml:space="preserve">, </w:t>
      </w:r>
      <w:r w:rsidRPr="002813C1">
        <w:t>une preuve de son mépris pour ces malheureuses dont le flot</w:t>
      </w:r>
      <w:r w:rsidR="00B77E03">
        <w:t xml:space="preserve">, </w:t>
      </w:r>
      <w:r w:rsidRPr="002813C1">
        <w:t>chaque soir</w:t>
      </w:r>
      <w:r w:rsidR="00B77E03">
        <w:t xml:space="preserve">, </w:t>
      </w:r>
      <w:r w:rsidRPr="002813C1">
        <w:t>grossit sur l</w:t>
      </w:r>
      <w:r w:rsidR="00B77E03">
        <w:t>’</w:t>
      </w:r>
      <w:r w:rsidRPr="002813C1">
        <w:t>asphalte des boulevards</w:t>
      </w:r>
      <w:r w:rsidR="00B77E03">
        <w:t>…</w:t>
      </w:r>
    </w:p>
    <w:p w14:paraId="7A32C33B" w14:textId="77777777" w:rsidR="00B77E03" w:rsidRDefault="0024252B" w:rsidP="00B77E03">
      <w:r w:rsidRPr="002813C1">
        <w:lastRenderedPageBreak/>
        <w:t>Mais si son énergie restait indomptable</w:t>
      </w:r>
      <w:r w:rsidR="00B77E03">
        <w:t xml:space="preserve">, </w:t>
      </w:r>
      <w:r w:rsidRPr="002813C1">
        <w:t>ses forces</w:t>
      </w:r>
      <w:r w:rsidR="00B77E03">
        <w:t xml:space="preserve">, </w:t>
      </w:r>
      <w:r w:rsidRPr="002813C1">
        <w:t>après tant de secousses</w:t>
      </w:r>
      <w:r w:rsidR="00B77E03">
        <w:t xml:space="preserve">, </w:t>
      </w:r>
      <w:r w:rsidRPr="002813C1">
        <w:t>trahissaient sa volonté</w:t>
      </w:r>
      <w:r w:rsidR="00B77E03">
        <w:t>.</w:t>
      </w:r>
    </w:p>
    <w:p w14:paraId="18FB9319" w14:textId="77777777" w:rsidR="00B77E03" w:rsidRDefault="0024252B" w:rsidP="00B77E03">
      <w:r w:rsidRPr="002813C1">
        <w:t>En rentrant à son hôtel</w:t>
      </w:r>
      <w:r w:rsidR="00B77E03">
        <w:t xml:space="preserve">, </w:t>
      </w:r>
      <w:r w:rsidRPr="002813C1">
        <w:t>se sentant défaillir</w:t>
      </w:r>
      <w:r w:rsidR="00B77E03">
        <w:t xml:space="preserve">, </w:t>
      </w:r>
      <w:r w:rsidRPr="002813C1">
        <w:t>elle fut obligée de se coucher</w:t>
      </w:r>
      <w:r w:rsidR="00B77E03">
        <w:t xml:space="preserve">… </w:t>
      </w:r>
      <w:r w:rsidRPr="002813C1">
        <w:t>Elle grelottait de froid</w:t>
      </w:r>
      <w:r w:rsidR="00B77E03">
        <w:t xml:space="preserve">, </w:t>
      </w:r>
      <w:r w:rsidRPr="002813C1">
        <w:t>et cependant il circulait dans ses veines comme des bouffées de flammes</w:t>
      </w:r>
      <w:r w:rsidR="00B77E03">
        <w:t>.</w:t>
      </w:r>
    </w:p>
    <w:p w14:paraId="6B56839B" w14:textId="77777777" w:rsidR="00B77E03" w:rsidRDefault="0024252B" w:rsidP="00B77E03">
      <w:r w:rsidRPr="002813C1">
        <w:t>Le médecin</w:t>
      </w:r>
      <w:r w:rsidR="00B77E03">
        <w:t xml:space="preserve">, </w:t>
      </w:r>
      <w:r w:rsidRPr="002813C1">
        <w:t>qu</w:t>
      </w:r>
      <w:r w:rsidR="00B77E03">
        <w:t>’</w:t>
      </w:r>
      <w:r w:rsidRPr="002813C1">
        <w:t>elle fit appeler</w:t>
      </w:r>
      <w:r w:rsidR="00B77E03">
        <w:t xml:space="preserve">, </w:t>
      </w:r>
      <w:r w:rsidRPr="002813C1">
        <w:t>lui déclara que cela ne serait rien</w:t>
      </w:r>
      <w:r w:rsidR="00B77E03">
        <w:t xml:space="preserve">, </w:t>
      </w:r>
      <w:r w:rsidRPr="002813C1">
        <w:t>mais qu</w:t>
      </w:r>
      <w:r w:rsidR="00B77E03">
        <w:t>’</w:t>
      </w:r>
      <w:r w:rsidRPr="002813C1">
        <w:t>il importait qu</w:t>
      </w:r>
      <w:r w:rsidR="00B77E03">
        <w:t>’</w:t>
      </w:r>
      <w:r w:rsidRPr="002813C1">
        <w:t>elle gardât le lit et qu</w:t>
      </w:r>
      <w:r w:rsidR="00B77E03">
        <w:t>’</w:t>
      </w:r>
      <w:r w:rsidRPr="002813C1">
        <w:t>elle se tînt bien chaudement</w:t>
      </w:r>
      <w:r w:rsidR="00B77E03">
        <w:t xml:space="preserve">… </w:t>
      </w:r>
      <w:r w:rsidRPr="002813C1">
        <w:t>Et comme c</w:t>
      </w:r>
      <w:r w:rsidR="00B77E03">
        <w:t>’</w:t>
      </w:r>
      <w:r w:rsidRPr="002813C1">
        <w:t>était un homme perspicace</w:t>
      </w:r>
      <w:r w:rsidR="00B77E03">
        <w:t xml:space="preserve">, </w:t>
      </w:r>
      <w:r w:rsidRPr="002813C1">
        <w:t>il ajouta</w:t>
      </w:r>
      <w:r w:rsidR="00B77E03">
        <w:t xml:space="preserve">, </w:t>
      </w:r>
      <w:r w:rsidRPr="002813C1">
        <w:t>non sans un sourire malicieux</w:t>
      </w:r>
      <w:r w:rsidR="00B77E03">
        <w:t xml:space="preserve">, </w:t>
      </w:r>
      <w:r w:rsidRPr="002813C1">
        <w:t>que tout excès est nuisible</w:t>
      </w:r>
      <w:r w:rsidR="00B77E03">
        <w:t xml:space="preserve">, </w:t>
      </w:r>
      <w:r w:rsidRPr="002813C1">
        <w:t>celui du plaisir comme les autres</w:t>
      </w:r>
      <w:r w:rsidR="00B77E03">
        <w:t>…</w:t>
      </w:r>
    </w:p>
    <w:p w14:paraId="365EF03E" w14:textId="12E2CA36" w:rsidR="00B77E03" w:rsidRDefault="0024252B" w:rsidP="00B77E03">
      <w:r w:rsidRPr="002813C1">
        <w:t>C</w:t>
      </w:r>
      <w:r w:rsidR="00B77E03">
        <w:t>’</w:t>
      </w:r>
      <w:r w:rsidRPr="002813C1">
        <w:t>était un dimanche</w:t>
      </w:r>
      <w:r w:rsidR="00B77E03">
        <w:t>, M</w:t>
      </w:r>
      <w:r w:rsidR="00B77E03" w:rsidRPr="00B77E03">
        <w:rPr>
          <w:vertAlign w:val="superscript"/>
        </w:rPr>
        <w:t>me</w:t>
      </w:r>
      <w:r w:rsidR="00B77E03">
        <w:t> </w:t>
      </w:r>
      <w:r w:rsidRPr="002813C1">
        <w:t>d</w:t>
      </w:r>
      <w:r w:rsidR="00B77E03">
        <w:t>’</w:t>
      </w:r>
      <w:r w:rsidRPr="002813C1">
        <w:t>Argelès put obéir au médecin et défendre sa porte pour tout le monde</w:t>
      </w:r>
      <w:r w:rsidR="00B77E03">
        <w:t xml:space="preserve">, </w:t>
      </w:r>
      <w:r w:rsidRPr="002813C1">
        <w:t>le baron excepté</w:t>
      </w:r>
      <w:r w:rsidR="00B77E03">
        <w:t>.</w:t>
      </w:r>
    </w:p>
    <w:p w14:paraId="12524FCE" w14:textId="77777777" w:rsidR="00B77E03" w:rsidRDefault="0024252B" w:rsidP="00B77E03">
      <w:r w:rsidRPr="002813C1">
        <w:t>Et encore</w:t>
      </w:r>
      <w:r w:rsidR="00B77E03">
        <w:t xml:space="preserve">, </w:t>
      </w:r>
      <w:r w:rsidRPr="002813C1">
        <w:t>redoutant que cette défense ne parût extraordinaire</w:t>
      </w:r>
      <w:r w:rsidR="00B77E03">
        <w:t xml:space="preserve">, </w:t>
      </w:r>
      <w:r w:rsidRPr="002813C1">
        <w:t>elle commanda à son concierge de répondre à quiconque se présenterait qu</w:t>
      </w:r>
      <w:r w:rsidR="00B77E03">
        <w:t>’</w:t>
      </w:r>
      <w:r w:rsidRPr="002813C1">
        <w:t>elle était à la campagne et ne serait de retour que le lendemain</w:t>
      </w:r>
      <w:r w:rsidR="00B77E03">
        <w:t xml:space="preserve">, </w:t>
      </w:r>
      <w:r w:rsidRPr="002813C1">
        <w:t>pour sa réception accoutumée</w:t>
      </w:r>
      <w:r w:rsidR="00B77E03">
        <w:t>…</w:t>
      </w:r>
    </w:p>
    <w:p w14:paraId="0CEA38F1" w14:textId="23CB7E4F" w:rsidR="00B77E03" w:rsidRDefault="0024252B" w:rsidP="00B77E03">
      <w:r w:rsidRPr="002813C1">
        <w:t>C</w:t>
      </w:r>
      <w:r w:rsidR="00B77E03">
        <w:t>’</w:t>
      </w:r>
      <w:r w:rsidRPr="002813C1">
        <w:t>est que cette soirée</w:t>
      </w:r>
      <w:r w:rsidR="00B77E03">
        <w:t>, M</w:t>
      </w:r>
      <w:r w:rsidR="00B77E03" w:rsidRPr="00B77E03">
        <w:rPr>
          <w:vertAlign w:val="superscript"/>
        </w:rPr>
        <w:t>me</w:t>
      </w:r>
      <w:r w:rsidR="00B77E03">
        <w:t> </w:t>
      </w:r>
      <w:r w:rsidRPr="002813C1">
        <w:t>d</w:t>
      </w:r>
      <w:r w:rsidR="00B77E03">
        <w:t>’</w:t>
      </w:r>
      <w:r w:rsidRPr="002813C1">
        <w:t>Argelès ne pouvait la remettre</w:t>
      </w:r>
      <w:r w:rsidR="00B77E03">
        <w:t>.</w:t>
      </w:r>
    </w:p>
    <w:p w14:paraId="10B4D2BD" w14:textId="77777777" w:rsidR="00B77E03" w:rsidRDefault="0024252B" w:rsidP="00B77E03">
      <w:r w:rsidRPr="002813C1">
        <w:t>Qu</w:t>
      </w:r>
      <w:r w:rsidR="00B77E03">
        <w:t>’</w:t>
      </w:r>
      <w:r w:rsidRPr="002813C1">
        <w:t>eussent dit</w:t>
      </w:r>
      <w:r w:rsidR="00B77E03">
        <w:t xml:space="preserve">, </w:t>
      </w:r>
      <w:r w:rsidRPr="002813C1">
        <w:t>en trouvant la porte close</w:t>
      </w:r>
      <w:r w:rsidR="00B77E03">
        <w:t xml:space="preserve">, </w:t>
      </w:r>
      <w:r w:rsidRPr="002813C1">
        <w:t>les habitués qui jouaient chez elle tous les lundis depuis des années</w:t>
      </w:r>
      <w:r w:rsidR="00B77E03">
        <w:t xml:space="preserve"> !… </w:t>
      </w:r>
      <w:r w:rsidRPr="002813C1">
        <w:t>Elle s</w:t>
      </w:r>
      <w:r w:rsidR="00B77E03">
        <w:t>’</w:t>
      </w:r>
      <w:r w:rsidRPr="002813C1">
        <w:t>appartenait moins encore que la comédienne</w:t>
      </w:r>
      <w:r w:rsidR="00B77E03">
        <w:t xml:space="preserve">, </w:t>
      </w:r>
      <w:r w:rsidRPr="002813C1">
        <w:t>elle n</w:t>
      </w:r>
      <w:r w:rsidR="00B77E03">
        <w:t>’</w:t>
      </w:r>
      <w:r w:rsidRPr="002813C1">
        <w:t>avait pas le droit de pleurer ni de souffrir seule</w:t>
      </w:r>
      <w:r w:rsidR="00B77E03">
        <w:t>…</w:t>
      </w:r>
    </w:p>
    <w:p w14:paraId="5A2DE867" w14:textId="77777777" w:rsidR="00B77E03" w:rsidRDefault="0024252B" w:rsidP="00B77E03">
      <w:r w:rsidRPr="002813C1">
        <w:t>Vers sept heures du soir donc</w:t>
      </w:r>
      <w:r w:rsidR="00B77E03">
        <w:t xml:space="preserve">, </w:t>
      </w:r>
      <w:r w:rsidRPr="002813C1">
        <w:t>le lundi</w:t>
      </w:r>
      <w:r w:rsidR="00B77E03">
        <w:t xml:space="preserve">, </w:t>
      </w:r>
      <w:r w:rsidRPr="002813C1">
        <w:t>défaillante de corps et d</w:t>
      </w:r>
      <w:r w:rsidR="00B77E03">
        <w:t>’</w:t>
      </w:r>
      <w:r w:rsidRPr="002813C1">
        <w:t>âme</w:t>
      </w:r>
      <w:r w:rsidR="00B77E03">
        <w:t xml:space="preserve">, </w:t>
      </w:r>
      <w:r w:rsidRPr="002813C1">
        <w:t>elle se leva</w:t>
      </w:r>
      <w:r w:rsidR="00B77E03">
        <w:t xml:space="preserve">, </w:t>
      </w:r>
      <w:r w:rsidRPr="002813C1">
        <w:t>et on l</w:t>
      </w:r>
      <w:r w:rsidR="00B77E03">
        <w:t>’</w:t>
      </w:r>
      <w:r w:rsidRPr="002813C1">
        <w:t>habilla</w:t>
      </w:r>
      <w:r w:rsidR="00B77E03">
        <w:t xml:space="preserve">, </w:t>
      </w:r>
      <w:r w:rsidRPr="002813C1">
        <w:t>on la coiffa</w:t>
      </w:r>
      <w:r w:rsidR="00B77E03">
        <w:t xml:space="preserve">, </w:t>
      </w:r>
      <w:r w:rsidRPr="002813C1">
        <w:t>on la para</w:t>
      </w:r>
      <w:r w:rsidR="00B77E03">
        <w:t xml:space="preserve">. </w:t>
      </w:r>
      <w:r w:rsidRPr="002813C1">
        <w:t>Elle choisit entre toutes ses robes</w:t>
      </w:r>
      <w:r w:rsidR="00B77E03">
        <w:t xml:space="preserve">, </w:t>
      </w:r>
      <w:r w:rsidRPr="002813C1">
        <w:t>cette robe de couleur sombre qu</w:t>
      </w:r>
      <w:r w:rsidR="00B77E03">
        <w:t>’</w:t>
      </w:r>
      <w:r w:rsidRPr="002813C1">
        <w:t xml:space="preserve">elle portait à cette soirée où Pascal </w:t>
      </w:r>
      <w:proofErr w:type="spellStart"/>
      <w:r w:rsidRPr="002813C1">
        <w:t>Férailleur</w:t>
      </w:r>
      <w:proofErr w:type="spellEnd"/>
      <w:r w:rsidRPr="002813C1">
        <w:t xml:space="preserve"> avait été sacrifié</w:t>
      </w:r>
      <w:r w:rsidR="00B77E03">
        <w:t xml:space="preserve">… </w:t>
      </w:r>
      <w:r w:rsidRPr="002813C1">
        <w:t>Comme elle était plus pâle que de coutume</w:t>
      </w:r>
      <w:r w:rsidR="00B77E03">
        <w:t xml:space="preserve">, </w:t>
      </w:r>
      <w:r w:rsidRPr="002813C1">
        <w:t>elle mit plus de rouge et exagéra l</w:t>
      </w:r>
      <w:r w:rsidR="00B77E03">
        <w:t>’</w:t>
      </w:r>
      <w:r w:rsidRPr="002813C1">
        <w:t>ombre de ses traits pour que ses yeux parussent moins plombés</w:t>
      </w:r>
      <w:r w:rsidR="00B77E03">
        <w:t>…</w:t>
      </w:r>
    </w:p>
    <w:p w14:paraId="7540B7B6" w14:textId="77777777" w:rsidR="00B77E03" w:rsidRDefault="0024252B" w:rsidP="00B77E03">
      <w:r w:rsidRPr="002813C1">
        <w:lastRenderedPageBreak/>
        <w:t>Et à dix heures</w:t>
      </w:r>
      <w:r w:rsidR="00B77E03">
        <w:t xml:space="preserve">, </w:t>
      </w:r>
      <w:r w:rsidRPr="002813C1">
        <w:t>les premiers joueurs qui entrèrent dans ses salons illuminés la trouvèrent</w:t>
      </w:r>
      <w:r w:rsidR="00B77E03">
        <w:t xml:space="preserve">, </w:t>
      </w:r>
      <w:r w:rsidRPr="002813C1">
        <w:t>comme toujours</w:t>
      </w:r>
      <w:r w:rsidR="00B77E03">
        <w:t xml:space="preserve">, </w:t>
      </w:r>
      <w:r w:rsidRPr="002813C1">
        <w:t>pelotonnée dans une chaise longue au coin de la cheminée</w:t>
      </w:r>
      <w:r w:rsidR="00B77E03">
        <w:t xml:space="preserve">, </w:t>
      </w:r>
      <w:r w:rsidRPr="002813C1">
        <w:t>son éternel et accueillant sourire figé aux lèvres</w:t>
      </w:r>
      <w:r w:rsidR="00B77E03">
        <w:t>.</w:t>
      </w:r>
    </w:p>
    <w:p w14:paraId="4F26A548" w14:textId="371AE12A" w:rsidR="00B77E03" w:rsidRDefault="0024252B" w:rsidP="00B77E03">
      <w:r w:rsidRPr="002813C1">
        <w:t>Il y avait une quarantaine de personnes déjà</w:t>
      </w:r>
      <w:r w:rsidR="00B77E03">
        <w:t xml:space="preserve">, </w:t>
      </w:r>
      <w:r w:rsidRPr="002813C1">
        <w:t>et le jeu s</w:t>
      </w:r>
      <w:r w:rsidR="00B77E03">
        <w:t>’</w:t>
      </w:r>
      <w:r w:rsidRPr="002813C1">
        <w:t>animait</w:t>
      </w:r>
      <w:r w:rsidR="00B77E03">
        <w:t xml:space="preserve">, </w:t>
      </w:r>
      <w:r w:rsidRPr="002813C1">
        <w:t xml:space="preserve">quand </w:t>
      </w:r>
      <w:r w:rsidR="00B77E03">
        <w:t>M</w:t>
      </w:r>
      <w:r w:rsidR="00B77E03" w:rsidRPr="00B77E03">
        <w:rPr>
          <w:vertAlign w:val="superscript"/>
        </w:rPr>
        <w:t>me</w:t>
      </w:r>
      <w:r w:rsidR="00B77E03">
        <w:t> </w:t>
      </w:r>
      <w:r w:rsidRPr="002813C1">
        <w:t>d</w:t>
      </w:r>
      <w:r w:rsidR="00B77E03">
        <w:t>’</w:t>
      </w:r>
      <w:r w:rsidRPr="002813C1">
        <w:t>Argelès vit entrer le baron</w:t>
      </w:r>
      <w:r w:rsidR="00B77E03">
        <w:t xml:space="preserve">… </w:t>
      </w:r>
      <w:r w:rsidRPr="002813C1">
        <w:t>Rien qu</w:t>
      </w:r>
      <w:r w:rsidR="00B77E03">
        <w:t>’</w:t>
      </w:r>
      <w:r w:rsidRPr="002813C1">
        <w:t>à ses yeux</w:t>
      </w:r>
      <w:r w:rsidR="00B77E03">
        <w:t xml:space="preserve">, </w:t>
      </w:r>
      <w:r w:rsidRPr="002813C1">
        <w:t>elle crut deviner qu</w:t>
      </w:r>
      <w:r w:rsidR="00B77E03">
        <w:t>’</w:t>
      </w:r>
      <w:r w:rsidRPr="002813C1">
        <w:t>il apportait d</w:t>
      </w:r>
      <w:r w:rsidR="00B77E03">
        <w:t>’</w:t>
      </w:r>
      <w:r w:rsidRPr="002813C1">
        <w:t>heureuses nouvelles</w:t>
      </w:r>
      <w:r w:rsidR="00B77E03">
        <w:t>.</w:t>
      </w:r>
    </w:p>
    <w:p w14:paraId="3F1515F0" w14:textId="77777777" w:rsidR="00B77E03" w:rsidRDefault="0024252B" w:rsidP="00B77E03">
      <w:r w:rsidRPr="002813C1">
        <w:t>Et</w:t>
      </w:r>
      <w:r w:rsidR="00B77E03">
        <w:t xml:space="preserve">, </w:t>
      </w:r>
      <w:r w:rsidRPr="002813C1">
        <w:t>en effet</w:t>
      </w:r>
      <w:r w:rsidR="00B77E03">
        <w:t xml:space="preserve">, </w:t>
      </w:r>
      <w:r w:rsidRPr="002813C1">
        <w:t>pendant qu</w:t>
      </w:r>
      <w:r w:rsidR="00B77E03">
        <w:t>’</w:t>
      </w:r>
      <w:r w:rsidRPr="002813C1">
        <w:t>elle lui serrait la main</w:t>
      </w:r>
      <w:r w:rsidR="00B77E03">
        <w:t> :</w:t>
      </w:r>
    </w:p>
    <w:p w14:paraId="7A718FA8" w14:textId="266180DF" w:rsidR="00B77E03" w:rsidRDefault="00B77E03" w:rsidP="00B77E03">
      <w:r>
        <w:t>— </w:t>
      </w:r>
      <w:r w:rsidR="0024252B" w:rsidRPr="002813C1">
        <w:t>Tout va bien</w:t>
      </w:r>
      <w:r>
        <w:t xml:space="preserve">… </w:t>
      </w:r>
      <w:r w:rsidR="0024252B" w:rsidRPr="002813C1">
        <w:t>murmura-t-il</w:t>
      </w:r>
      <w:r>
        <w:t xml:space="preserve">. </w:t>
      </w:r>
      <w:r w:rsidR="0024252B" w:rsidRPr="002813C1">
        <w:t>J</w:t>
      </w:r>
      <w:r>
        <w:t>’</w:t>
      </w:r>
      <w:r w:rsidR="0024252B" w:rsidRPr="002813C1">
        <w:t xml:space="preserve">ai revu </w:t>
      </w:r>
      <w:r>
        <w:t>M. </w:t>
      </w:r>
      <w:proofErr w:type="spellStart"/>
      <w:r w:rsidR="0024252B" w:rsidRPr="002813C1">
        <w:t>Férailleur</w:t>
      </w:r>
      <w:proofErr w:type="spellEnd"/>
      <w:r>
        <w:t xml:space="preserve">, </w:t>
      </w:r>
      <w:r w:rsidR="0024252B" w:rsidRPr="002813C1">
        <w:t>c</w:t>
      </w:r>
      <w:r>
        <w:t>’</w:t>
      </w:r>
      <w:r w:rsidR="0024252B" w:rsidRPr="002813C1">
        <w:t>est un rude mâtin</w:t>
      </w:r>
      <w:r>
        <w:t xml:space="preserve">… </w:t>
      </w:r>
      <w:r w:rsidR="0024252B" w:rsidRPr="002813C1">
        <w:t xml:space="preserve">Je ne donnerais pas dix sous de la partie de </w:t>
      </w:r>
      <w:proofErr w:type="spellStart"/>
      <w:r w:rsidR="0024252B" w:rsidRPr="002813C1">
        <w:t>Valorsay</w:t>
      </w:r>
      <w:proofErr w:type="spellEnd"/>
      <w:r w:rsidR="0024252B" w:rsidRPr="002813C1">
        <w:t xml:space="preserve"> et de </w:t>
      </w:r>
      <w:proofErr w:type="spellStart"/>
      <w:r w:rsidR="0024252B" w:rsidRPr="002813C1">
        <w:t>Coralth</w:t>
      </w:r>
      <w:proofErr w:type="spellEnd"/>
      <w:r>
        <w:t>.</w:t>
      </w:r>
    </w:p>
    <w:p w14:paraId="4BF15FE5" w14:textId="7FC766C0" w:rsidR="00B77E03" w:rsidRDefault="0024252B" w:rsidP="00B77E03">
      <w:r w:rsidRPr="002813C1">
        <w:t>Mieux que toutes les prescriptions</w:t>
      </w:r>
      <w:r w:rsidR="00B77E03">
        <w:t xml:space="preserve">, </w:t>
      </w:r>
      <w:r w:rsidRPr="002813C1">
        <w:t xml:space="preserve">cette phrase devait rendre des forces à </w:t>
      </w:r>
      <w:r w:rsidR="00B77E03">
        <w:t>M</w:t>
      </w:r>
      <w:r w:rsidR="00B77E03" w:rsidRPr="00B77E03">
        <w:rPr>
          <w:vertAlign w:val="superscript"/>
        </w:rPr>
        <w:t>me</w:t>
      </w:r>
      <w:r w:rsidR="00B77E03">
        <w:t> </w:t>
      </w:r>
      <w:r w:rsidRPr="002813C1">
        <w:t>d</w:t>
      </w:r>
      <w:r w:rsidR="00B77E03">
        <w:t>’</w:t>
      </w:r>
      <w:r w:rsidRPr="002813C1">
        <w:t>Argelès</w:t>
      </w:r>
      <w:r w:rsidR="00B77E03">
        <w:t xml:space="preserve">. </w:t>
      </w:r>
      <w:r w:rsidRPr="002813C1">
        <w:t>Elle lui donna la liberté d</w:t>
      </w:r>
      <w:r w:rsidR="00B77E03">
        <w:t>’</w:t>
      </w:r>
      <w:r w:rsidRPr="002813C1">
        <w:t>esprit dont elle fit preuve</w:t>
      </w:r>
      <w:r w:rsidR="00B77E03">
        <w:t xml:space="preserve">, </w:t>
      </w:r>
      <w:r w:rsidRPr="002813C1">
        <w:t xml:space="preserve">quand </w:t>
      </w:r>
      <w:r w:rsidR="00B77E03">
        <w:t>M. de </w:t>
      </w:r>
      <w:proofErr w:type="spellStart"/>
      <w:r w:rsidRPr="002813C1">
        <w:t>Coralth</w:t>
      </w:r>
      <w:proofErr w:type="spellEnd"/>
      <w:r w:rsidRPr="002813C1">
        <w:t xml:space="preserve"> avant lui présenter </w:t>
      </w:r>
      <w:r w:rsidR="00B77E03">
        <w:t>« </w:t>
      </w:r>
      <w:r w:rsidRPr="002813C1">
        <w:t>ses hommages</w:t>
      </w:r>
      <w:r w:rsidR="00B77E03">
        <w:t>. »</w:t>
      </w:r>
      <w:r w:rsidRPr="002813C1">
        <w:t xml:space="preserve"> Car il eut cette impudence de venir</w:t>
      </w:r>
      <w:r w:rsidR="00B77E03">
        <w:t xml:space="preserve">, </w:t>
      </w:r>
      <w:r w:rsidRPr="002813C1">
        <w:t>autant pour dissiper les soupçons que pour voir</w:t>
      </w:r>
      <w:r w:rsidR="00B77E03">
        <w:t xml:space="preserve">, </w:t>
      </w:r>
      <w:r w:rsidRPr="002813C1">
        <w:t>ainsi qu</w:t>
      </w:r>
      <w:r w:rsidR="00B77E03">
        <w:t>’</w:t>
      </w:r>
      <w:r w:rsidRPr="002813C1">
        <w:t>il le disait</w:t>
      </w:r>
      <w:r w:rsidR="00B77E03">
        <w:t xml:space="preserve">, </w:t>
      </w:r>
      <w:r w:rsidRPr="002813C1">
        <w:t>l</w:t>
      </w:r>
      <w:r w:rsidR="00B77E03">
        <w:t>’</w:t>
      </w:r>
      <w:r w:rsidRPr="002813C1">
        <w:t>effet de son brûlot</w:t>
      </w:r>
      <w:r w:rsidR="00B77E03">
        <w:t>.</w:t>
      </w:r>
    </w:p>
    <w:p w14:paraId="2E1CD2E5" w14:textId="2399CF44" w:rsidR="00B77E03" w:rsidRDefault="0024252B" w:rsidP="00B77E03">
      <w:r w:rsidRPr="002813C1">
        <w:t xml:space="preserve">Le calme de </w:t>
      </w:r>
      <w:r w:rsidR="00B77E03">
        <w:t>M</w:t>
      </w:r>
      <w:r w:rsidR="00B77E03" w:rsidRPr="00B77E03">
        <w:rPr>
          <w:vertAlign w:val="superscript"/>
        </w:rPr>
        <w:t>me</w:t>
      </w:r>
      <w:r w:rsidR="00B77E03">
        <w:t> </w:t>
      </w:r>
      <w:r w:rsidRPr="002813C1">
        <w:t>d</w:t>
      </w:r>
      <w:r w:rsidR="00B77E03">
        <w:t>’</w:t>
      </w:r>
      <w:r w:rsidRPr="002813C1">
        <w:t>Argelès dut le confondre</w:t>
      </w:r>
      <w:r w:rsidR="00B77E03">
        <w:t xml:space="preserve">… </w:t>
      </w:r>
      <w:r w:rsidRPr="002813C1">
        <w:t>Ignorait-elle encore</w:t>
      </w:r>
      <w:r w:rsidR="00B77E03">
        <w:t xml:space="preserve"> ? </w:t>
      </w:r>
      <w:r w:rsidRPr="002813C1">
        <w:t>dissimulait-elle</w:t>
      </w:r>
      <w:r w:rsidR="00B77E03">
        <w:t xml:space="preserve"> ?… </w:t>
      </w:r>
      <w:r w:rsidRPr="002813C1">
        <w:t>Indécis et inquiet</w:t>
      </w:r>
      <w:r w:rsidR="00B77E03">
        <w:t xml:space="preserve">, </w:t>
      </w:r>
      <w:r w:rsidRPr="002813C1">
        <w:t>au lieu de se mêler aux groupes de causeurs</w:t>
      </w:r>
      <w:r w:rsidR="00B77E03">
        <w:t xml:space="preserve">, </w:t>
      </w:r>
      <w:r w:rsidRPr="002813C1">
        <w:t>il alla s</w:t>
      </w:r>
      <w:r w:rsidR="00B77E03">
        <w:t>’</w:t>
      </w:r>
      <w:r w:rsidRPr="002813C1">
        <w:t>asseoir au jeu</w:t>
      </w:r>
      <w:r w:rsidR="00B77E03">
        <w:t xml:space="preserve">, </w:t>
      </w:r>
      <w:r w:rsidRPr="002813C1">
        <w:t>à une place d</w:t>
      </w:r>
      <w:r w:rsidR="00B77E03">
        <w:t>’</w:t>
      </w:r>
      <w:r w:rsidRPr="002813C1">
        <w:t>où il ne perdait pas un mouvement de la pauvre femme</w:t>
      </w:r>
      <w:r w:rsidR="00B77E03">
        <w:t>.</w:t>
      </w:r>
    </w:p>
    <w:p w14:paraId="208BFBA3" w14:textId="367C6C92" w:rsidR="00B77E03" w:rsidRDefault="0024252B" w:rsidP="00B77E03">
      <w:r w:rsidRPr="002813C1">
        <w:t>Les deux salons étaient pleins</w:t>
      </w:r>
      <w:r w:rsidR="00B77E03">
        <w:t xml:space="preserve">, </w:t>
      </w:r>
      <w:r w:rsidRPr="002813C1">
        <w:t>le baccarat se corsait</w:t>
      </w:r>
      <w:r w:rsidR="00B77E03">
        <w:t xml:space="preserve">, </w:t>
      </w:r>
      <w:r w:rsidRPr="002813C1">
        <w:t>tout le monde paraissait en joie</w:t>
      </w:r>
      <w:r w:rsidR="00B77E03">
        <w:t xml:space="preserve">, </w:t>
      </w:r>
      <w:r w:rsidRPr="002813C1">
        <w:t>quand un peu après la demie de minuit</w:t>
      </w:r>
      <w:r w:rsidR="00B77E03">
        <w:t xml:space="preserve">, </w:t>
      </w:r>
      <w:r w:rsidRPr="002813C1">
        <w:t>un domestique traversa rapidement le salon</w:t>
      </w:r>
      <w:r w:rsidR="00B77E03">
        <w:t xml:space="preserve">, </w:t>
      </w:r>
      <w:r w:rsidRPr="002813C1">
        <w:t>murmura quelques mots à l</w:t>
      </w:r>
      <w:r w:rsidR="00B77E03">
        <w:t>’</w:t>
      </w:r>
      <w:r w:rsidRPr="002813C1">
        <w:t xml:space="preserve">oreille de </w:t>
      </w:r>
      <w:r w:rsidR="00B77E03">
        <w:t>M</w:t>
      </w:r>
      <w:r w:rsidR="00B77E03" w:rsidRPr="00B77E03">
        <w:rPr>
          <w:vertAlign w:val="superscript"/>
        </w:rPr>
        <w:t>me</w:t>
      </w:r>
      <w:r w:rsidR="00B77E03">
        <w:t> </w:t>
      </w:r>
      <w:r w:rsidRPr="002813C1">
        <w:t>d</w:t>
      </w:r>
      <w:r w:rsidR="00B77E03">
        <w:t>’</w:t>
      </w:r>
      <w:r w:rsidRPr="002813C1">
        <w:t>Argelès et lui remit une carte</w:t>
      </w:r>
      <w:r w:rsidR="00B77E03">
        <w:t>…</w:t>
      </w:r>
    </w:p>
    <w:p w14:paraId="2AB9D000" w14:textId="77777777" w:rsidR="00B77E03" w:rsidRDefault="0024252B" w:rsidP="00B77E03">
      <w:r w:rsidRPr="002813C1">
        <w:lastRenderedPageBreak/>
        <w:t>Elle la prit</w:t>
      </w:r>
      <w:r w:rsidR="00B77E03">
        <w:t xml:space="preserve">, </w:t>
      </w:r>
      <w:r w:rsidRPr="002813C1">
        <w:t>cette carte</w:t>
      </w:r>
      <w:r w:rsidR="00B77E03">
        <w:t xml:space="preserve">, </w:t>
      </w:r>
      <w:r w:rsidRPr="002813C1">
        <w:t>y jeta les yeux</w:t>
      </w:r>
      <w:r w:rsidR="00B77E03">
        <w:t xml:space="preserve">, </w:t>
      </w:r>
      <w:r w:rsidRPr="002813C1">
        <w:t>et un cri lui échappa</w:t>
      </w:r>
      <w:r w:rsidR="00B77E03">
        <w:t xml:space="preserve">, </w:t>
      </w:r>
      <w:r w:rsidRPr="002813C1">
        <w:t>rauque</w:t>
      </w:r>
      <w:r w:rsidR="00B77E03">
        <w:t xml:space="preserve">, </w:t>
      </w:r>
      <w:r w:rsidRPr="002813C1">
        <w:t>terrible</w:t>
      </w:r>
      <w:r w:rsidR="00B77E03">
        <w:t xml:space="preserve">, </w:t>
      </w:r>
      <w:r w:rsidRPr="002813C1">
        <w:t>si effrayant</w:t>
      </w:r>
      <w:r w:rsidR="00B77E03">
        <w:t xml:space="preserve">, </w:t>
      </w:r>
      <w:r w:rsidRPr="002813C1">
        <w:t>que cinq ou six joueurs en quittèrent le jeu</w:t>
      </w:r>
      <w:r w:rsidR="00B77E03">
        <w:t>…</w:t>
      </w:r>
    </w:p>
    <w:p w14:paraId="4187EE85" w14:textId="77777777" w:rsidR="00B77E03" w:rsidRDefault="00B77E03" w:rsidP="00B77E03">
      <w:r>
        <w:t>— </w:t>
      </w:r>
      <w:r w:rsidR="0024252B" w:rsidRPr="002813C1">
        <w:t>Qu</w:t>
      </w:r>
      <w:r>
        <w:t>’</w:t>
      </w:r>
      <w:r w:rsidR="0024252B" w:rsidRPr="002813C1">
        <w:t>y a-t-il</w:t>
      </w:r>
      <w:r>
        <w:t> ?…</w:t>
      </w:r>
    </w:p>
    <w:p w14:paraId="32CDE535" w14:textId="77777777" w:rsidR="00B77E03" w:rsidRDefault="0024252B" w:rsidP="00B77E03">
      <w:r w:rsidRPr="002813C1">
        <w:t>Elle voulait répondre et ne pouvait</w:t>
      </w:r>
      <w:r w:rsidR="00B77E03">
        <w:t xml:space="preserve">… </w:t>
      </w:r>
      <w:r w:rsidRPr="002813C1">
        <w:t>ses mâchoires remuaient</w:t>
      </w:r>
      <w:r w:rsidR="00B77E03">
        <w:t xml:space="preserve">, </w:t>
      </w:r>
      <w:r w:rsidRPr="002813C1">
        <w:t>elle ouvrait la bouche</w:t>
      </w:r>
      <w:r w:rsidR="00B77E03">
        <w:t xml:space="preserve">, </w:t>
      </w:r>
      <w:r w:rsidRPr="002813C1">
        <w:t>pas un son ne sortait</w:t>
      </w:r>
      <w:r w:rsidR="00B77E03">
        <w:t xml:space="preserve">… </w:t>
      </w:r>
      <w:r w:rsidRPr="002813C1">
        <w:t>On la devinait livide</w:t>
      </w:r>
      <w:r w:rsidR="00B77E03">
        <w:t xml:space="preserve">, </w:t>
      </w:r>
      <w:r w:rsidRPr="002813C1">
        <w:t>sous son rouge et à l</w:t>
      </w:r>
      <w:r w:rsidR="00B77E03">
        <w:t>’</w:t>
      </w:r>
      <w:r w:rsidRPr="002813C1">
        <w:t>éclat de ses yeux fixes</w:t>
      </w:r>
      <w:r w:rsidR="00B77E03">
        <w:t xml:space="preserve"> ; </w:t>
      </w:r>
      <w:r w:rsidRPr="002813C1">
        <w:t>on eût dit que la folie dansait dans son cerveau</w:t>
      </w:r>
      <w:r w:rsidR="00B77E03">
        <w:t>.</w:t>
      </w:r>
    </w:p>
    <w:p w14:paraId="454F5ADC" w14:textId="77777777" w:rsidR="00B77E03" w:rsidRDefault="0024252B" w:rsidP="00B77E03">
      <w:r w:rsidRPr="002813C1">
        <w:t>Un curieux</w:t>
      </w:r>
      <w:r w:rsidR="00B77E03">
        <w:t xml:space="preserve">, </w:t>
      </w:r>
      <w:r w:rsidRPr="002813C1">
        <w:t>sans penser à mal</w:t>
      </w:r>
      <w:r w:rsidR="00B77E03">
        <w:t xml:space="preserve">, </w:t>
      </w:r>
      <w:r w:rsidRPr="002813C1">
        <w:t>essaya de prendre la carte qu</w:t>
      </w:r>
      <w:r w:rsidR="00B77E03">
        <w:t>’</w:t>
      </w:r>
      <w:r w:rsidRPr="002813C1">
        <w:t>elle serrait entre ses mains crispées</w:t>
      </w:r>
      <w:r w:rsidR="00B77E03">
        <w:t xml:space="preserve"> ; </w:t>
      </w:r>
      <w:r w:rsidRPr="002813C1">
        <w:t>elle le repoussa d</w:t>
      </w:r>
      <w:r w:rsidR="00B77E03">
        <w:t>’</w:t>
      </w:r>
      <w:r w:rsidRPr="002813C1">
        <w:t>un geste si terrible qu</w:t>
      </w:r>
      <w:r w:rsidR="00B77E03">
        <w:t>’</w:t>
      </w:r>
      <w:r w:rsidRPr="002813C1">
        <w:t>il faillit tomber</w:t>
      </w:r>
      <w:r w:rsidR="00B77E03">
        <w:t>…</w:t>
      </w:r>
    </w:p>
    <w:p w14:paraId="70328EE3" w14:textId="77777777" w:rsidR="00B77E03" w:rsidRDefault="00B77E03" w:rsidP="00B77E03">
      <w:r>
        <w:t>— </w:t>
      </w:r>
      <w:r w:rsidR="0024252B" w:rsidRPr="002813C1">
        <w:t>Qu</w:t>
      </w:r>
      <w:r>
        <w:t>’</w:t>
      </w:r>
      <w:r w:rsidR="0024252B" w:rsidRPr="002813C1">
        <w:t>a-t-elle</w:t>
      </w:r>
      <w:r>
        <w:t xml:space="preserve"> ? </w:t>
      </w:r>
      <w:r w:rsidR="0024252B" w:rsidRPr="002813C1">
        <w:t>demandait-on de tous côtés</w:t>
      </w:r>
      <w:r>
        <w:t xml:space="preserve">, </w:t>
      </w:r>
      <w:r w:rsidR="0024252B" w:rsidRPr="002813C1">
        <w:t>qu</w:t>
      </w:r>
      <w:r>
        <w:t>’</w:t>
      </w:r>
      <w:r w:rsidR="0024252B" w:rsidRPr="002813C1">
        <w:t>a-t-elle</w:t>
      </w:r>
      <w:r>
        <w:t> ?…</w:t>
      </w:r>
    </w:p>
    <w:p w14:paraId="659F7743" w14:textId="105D8E8E" w:rsidR="00B77E03" w:rsidRDefault="0024252B" w:rsidP="00B77E03">
      <w:r w:rsidRPr="002813C1">
        <w:t>Grâce à un effort suprême</w:t>
      </w:r>
      <w:r w:rsidR="00B77E03">
        <w:t xml:space="preserve">, </w:t>
      </w:r>
      <w:r w:rsidRPr="002813C1">
        <w:t>elle put répondre</w:t>
      </w:r>
      <w:r w:rsidR="00B77E03">
        <w:t> : « </w:t>
      </w:r>
      <w:r w:rsidRPr="002813C1">
        <w:t>Rien</w:t>
      </w:r>
      <w:r w:rsidR="00B77E03">
        <w:t> !… »</w:t>
      </w:r>
    </w:p>
    <w:p w14:paraId="4F9743AE" w14:textId="77777777" w:rsidR="00B77E03" w:rsidRDefault="0024252B" w:rsidP="00B77E03">
      <w:r w:rsidRPr="002813C1">
        <w:t>Puis</w:t>
      </w:r>
      <w:r w:rsidR="00B77E03">
        <w:t xml:space="preserve">, </w:t>
      </w:r>
      <w:r w:rsidRPr="002813C1">
        <w:t>s</w:t>
      </w:r>
      <w:r w:rsidR="00B77E03">
        <w:t>’</w:t>
      </w:r>
      <w:r w:rsidRPr="002813C1">
        <w:t>accrochant à la tablette de la cheminée</w:t>
      </w:r>
      <w:r w:rsidR="00B77E03">
        <w:t xml:space="preserve">, </w:t>
      </w:r>
      <w:r w:rsidRPr="002813C1">
        <w:t>elle réussit à se dresser</w:t>
      </w:r>
      <w:r w:rsidR="00B77E03">
        <w:t>…</w:t>
      </w:r>
    </w:p>
    <w:p w14:paraId="6A0830F3" w14:textId="77777777" w:rsidR="00B77E03" w:rsidRDefault="0024252B" w:rsidP="00B77E03">
      <w:r w:rsidRPr="002813C1">
        <w:t>Et d</w:t>
      </w:r>
      <w:r w:rsidR="00B77E03">
        <w:t>’</w:t>
      </w:r>
      <w:r w:rsidRPr="002813C1">
        <w:t>un pas raide</w:t>
      </w:r>
      <w:r w:rsidR="00B77E03">
        <w:t xml:space="preserve">, </w:t>
      </w:r>
      <w:r w:rsidRPr="002813C1">
        <w:t>se tenant aux murs</w:t>
      </w:r>
      <w:r w:rsidR="00B77E03">
        <w:t xml:space="preserve">, </w:t>
      </w:r>
      <w:r w:rsidRPr="002813C1">
        <w:t>elle sortit</w:t>
      </w:r>
      <w:r w:rsidR="00B77E03">
        <w:t> !…</w:t>
      </w:r>
    </w:p>
    <w:p w14:paraId="4E0DD791" w14:textId="790C5AE6" w:rsidR="0024252B" w:rsidRPr="002813C1" w:rsidRDefault="0024252B" w:rsidP="00B77E03">
      <w:pPr>
        <w:pStyle w:val="Titre1"/>
      </w:pPr>
      <w:bookmarkStart w:id="5" w:name="_Toc202022830"/>
      <w:r w:rsidRPr="002813C1">
        <w:lastRenderedPageBreak/>
        <w:t>VI</w:t>
      </w:r>
      <w:bookmarkEnd w:id="5"/>
      <w:r w:rsidRPr="002813C1">
        <w:br/>
      </w:r>
    </w:p>
    <w:p w14:paraId="62850DEC" w14:textId="10FE9487" w:rsidR="00B77E03" w:rsidRDefault="0024252B" w:rsidP="00B77E03">
      <w:r w:rsidRPr="002813C1">
        <w:t>Ce n</w:t>
      </w:r>
      <w:r w:rsidR="00B77E03">
        <w:t>’</w:t>
      </w:r>
      <w:r w:rsidRPr="002813C1">
        <w:t xml:space="preserve">était pas tout que de livrer à </w:t>
      </w:r>
      <w:r w:rsidR="00B77E03">
        <w:t>M. </w:t>
      </w:r>
      <w:proofErr w:type="spellStart"/>
      <w:r w:rsidRPr="002813C1">
        <w:t>Wilkie</w:t>
      </w:r>
      <w:proofErr w:type="spellEnd"/>
      <w:r w:rsidRPr="002813C1">
        <w:t xml:space="preserve"> le secret de sa naissance</w:t>
      </w:r>
      <w:r w:rsidR="00B77E03">
        <w:t xml:space="preserve">. </w:t>
      </w:r>
      <w:r w:rsidRPr="002813C1">
        <w:t>Encore fallait-il</w:t>
      </w:r>
      <w:r w:rsidR="00B77E03">
        <w:t xml:space="preserve">, </w:t>
      </w:r>
      <w:r w:rsidRPr="002813C1">
        <w:t>selon son aimable expression</w:t>
      </w:r>
      <w:r w:rsidR="00B77E03">
        <w:t xml:space="preserve">, </w:t>
      </w:r>
      <w:r w:rsidRPr="002813C1">
        <w:t>lui apprendre la manière de s</w:t>
      </w:r>
      <w:r w:rsidR="00B77E03">
        <w:t>’</w:t>
      </w:r>
      <w:r w:rsidRPr="002813C1">
        <w:t>en servir</w:t>
      </w:r>
      <w:r w:rsidR="00B77E03">
        <w:t>.</w:t>
      </w:r>
    </w:p>
    <w:p w14:paraId="70C090F2" w14:textId="77777777" w:rsidR="00B77E03" w:rsidRDefault="0024252B" w:rsidP="00B77E03">
      <w:r w:rsidRPr="002813C1">
        <w:t>C</w:t>
      </w:r>
      <w:r w:rsidR="00B77E03">
        <w:t>’</w:t>
      </w:r>
      <w:r w:rsidRPr="002813C1">
        <w:t>est à quoi s</w:t>
      </w:r>
      <w:r w:rsidR="00B77E03">
        <w:t>’</w:t>
      </w:r>
      <w:r w:rsidRPr="002813C1">
        <w:t xml:space="preserve">appliqua le vicomte de </w:t>
      </w:r>
      <w:proofErr w:type="spellStart"/>
      <w:r w:rsidRPr="002813C1">
        <w:t>Coralth</w:t>
      </w:r>
      <w:proofErr w:type="spellEnd"/>
      <w:r w:rsidR="00B77E03">
        <w:t xml:space="preserve">, </w:t>
      </w:r>
      <w:r w:rsidRPr="002813C1">
        <w:t>avec un luxe de recommandations qui trahissait le peu de confiance que lui inspirait la perspicacité de son client</w:t>
      </w:r>
      <w:r w:rsidR="00B77E03">
        <w:t>.</w:t>
      </w:r>
    </w:p>
    <w:p w14:paraId="69ECBE8B" w14:textId="77777777" w:rsidR="00B77E03" w:rsidRDefault="00B77E03" w:rsidP="00B77E03">
      <w:r>
        <w:t>— </w:t>
      </w:r>
      <w:r w:rsidR="0024252B" w:rsidRPr="002813C1">
        <w:t>La d</w:t>
      </w:r>
      <w:r>
        <w:t>’</w:t>
      </w:r>
      <w:r w:rsidR="0024252B" w:rsidRPr="002813C1">
        <w:t>Argelès</w:t>
      </w:r>
      <w:r>
        <w:t xml:space="preserve">, </w:t>
      </w:r>
      <w:r w:rsidR="0024252B" w:rsidRPr="002813C1">
        <w:t>pensait-il</w:t>
      </w:r>
      <w:r>
        <w:t xml:space="preserve">, </w:t>
      </w:r>
      <w:r w:rsidR="0024252B" w:rsidRPr="002813C1">
        <w:t>est fine comme l</w:t>
      </w:r>
      <w:r>
        <w:t>’</w:t>
      </w:r>
      <w:r w:rsidR="0024252B" w:rsidRPr="002813C1">
        <w:t>ambre</w:t>
      </w:r>
      <w:r>
        <w:t xml:space="preserve"> ; </w:t>
      </w:r>
      <w:r w:rsidR="0024252B" w:rsidRPr="002813C1">
        <w:t>elle va jouer à ce jeune idiot une comédie où il ne verrait que du feu</w:t>
      </w:r>
      <w:r>
        <w:t xml:space="preserve">, </w:t>
      </w:r>
      <w:r w:rsidR="0024252B" w:rsidRPr="002813C1">
        <w:t>s</w:t>
      </w:r>
      <w:r>
        <w:t>’</w:t>
      </w:r>
      <w:r w:rsidR="0024252B" w:rsidRPr="002813C1">
        <w:t>il n</w:t>
      </w:r>
      <w:r>
        <w:t>’</w:t>
      </w:r>
      <w:r w:rsidR="0024252B" w:rsidRPr="002813C1">
        <w:t>était prévenu</w:t>
      </w:r>
      <w:r>
        <w:t>.</w:t>
      </w:r>
    </w:p>
    <w:p w14:paraId="30EB7862" w14:textId="77777777" w:rsidR="00B77E03" w:rsidRDefault="0024252B" w:rsidP="00B77E03">
      <w:r w:rsidRPr="002813C1">
        <w:t>Il le prévint donc</w:t>
      </w:r>
      <w:r w:rsidR="00B77E03">
        <w:t xml:space="preserve">, </w:t>
      </w:r>
      <w:r w:rsidRPr="002813C1">
        <w:t>et le styla en associé intéressé au succès pour plus d</w:t>
      </w:r>
      <w:r w:rsidR="00B77E03">
        <w:t>’</w:t>
      </w:r>
      <w:r w:rsidRPr="002813C1">
        <w:t>un demi-million</w:t>
      </w:r>
      <w:r w:rsidR="00B77E03">
        <w:t>.</w:t>
      </w:r>
    </w:p>
    <w:p w14:paraId="4F644676" w14:textId="0F5DD7D4" w:rsidR="00B77E03" w:rsidRDefault="00B77E03" w:rsidP="00B77E03">
      <w:r>
        <w:t>M. </w:t>
      </w:r>
      <w:proofErr w:type="spellStart"/>
      <w:r w:rsidR="0024252B" w:rsidRPr="002813C1">
        <w:t>Wilkie</w:t>
      </w:r>
      <w:proofErr w:type="spellEnd"/>
      <w:r w:rsidR="0024252B" w:rsidRPr="002813C1">
        <w:t xml:space="preserve"> devait faire ceci ou cela</w:t>
      </w:r>
      <w:r>
        <w:t xml:space="preserve">, </w:t>
      </w:r>
      <w:r w:rsidR="0024252B" w:rsidRPr="002813C1">
        <w:t>dire telle chose</w:t>
      </w:r>
      <w:r>
        <w:t xml:space="preserve">, </w:t>
      </w:r>
      <w:r w:rsidR="0024252B" w:rsidRPr="002813C1">
        <w:t>répondre telle autre</w:t>
      </w:r>
      <w:r>
        <w:t xml:space="preserve">, </w:t>
      </w:r>
      <w:r w:rsidR="0024252B" w:rsidRPr="002813C1">
        <w:t>se défier des larmes</w:t>
      </w:r>
      <w:r>
        <w:t xml:space="preserve">, </w:t>
      </w:r>
      <w:r w:rsidR="0024252B" w:rsidRPr="002813C1">
        <w:t>ne pas se laisser décontenancer par les grands airs</w:t>
      </w:r>
      <w:r>
        <w:t xml:space="preserve">, </w:t>
      </w:r>
      <w:r w:rsidR="0024252B" w:rsidRPr="002813C1">
        <w:t>prendre</w:t>
      </w:r>
      <w:r>
        <w:t xml:space="preserve">, </w:t>
      </w:r>
      <w:r w:rsidR="0024252B" w:rsidRPr="002813C1">
        <w:t>selon les circonstances</w:t>
      </w:r>
      <w:r>
        <w:t xml:space="preserve">, </w:t>
      </w:r>
      <w:r w:rsidR="0024252B" w:rsidRPr="002813C1">
        <w:t>telle ou telle attitude</w:t>
      </w:r>
      <w:r>
        <w:t>…</w:t>
      </w:r>
    </w:p>
    <w:p w14:paraId="13D87AF0" w14:textId="58461A80" w:rsidR="00B77E03" w:rsidRDefault="0024252B" w:rsidP="00B77E03">
      <w:r w:rsidRPr="002813C1">
        <w:t>Le vicomte en eut pour une heure d</w:t>
      </w:r>
      <w:r w:rsidR="00B77E03">
        <w:t>’</w:t>
      </w:r>
      <w:r w:rsidRPr="002813C1">
        <w:t>explications et de conseils</w:t>
      </w:r>
      <w:r w:rsidR="00B77E03">
        <w:t xml:space="preserve">, </w:t>
      </w:r>
      <w:r w:rsidRPr="002813C1">
        <w:t xml:space="preserve">au grand déplaisir de </w:t>
      </w:r>
      <w:r w:rsidR="00B77E03">
        <w:t>M. </w:t>
      </w:r>
      <w:proofErr w:type="spellStart"/>
      <w:r w:rsidRPr="002813C1">
        <w:t>Wilkie</w:t>
      </w:r>
      <w:proofErr w:type="spellEnd"/>
      <w:r w:rsidR="00B77E03">
        <w:t xml:space="preserve">, </w:t>
      </w:r>
      <w:r w:rsidRPr="002813C1">
        <w:t>lequel</w:t>
      </w:r>
      <w:r w:rsidR="00B77E03">
        <w:t xml:space="preserve">, </w:t>
      </w:r>
      <w:r w:rsidRPr="002813C1">
        <w:t>à la fin</w:t>
      </w:r>
      <w:r w:rsidR="00B77E03">
        <w:t xml:space="preserve">, </w:t>
      </w:r>
      <w:r w:rsidRPr="002813C1">
        <w:t>trouvait qu</w:t>
      </w:r>
      <w:r w:rsidR="00B77E03">
        <w:t>’</w:t>
      </w:r>
      <w:r w:rsidRPr="002813C1">
        <w:t>on le traitait par trop en petit garçon</w:t>
      </w:r>
      <w:r w:rsidR="00B77E03">
        <w:t xml:space="preserve">, </w:t>
      </w:r>
      <w:r w:rsidRPr="002813C1">
        <w:t>et protestait qu</w:t>
      </w:r>
      <w:r w:rsidR="00B77E03">
        <w:t>’</w:t>
      </w:r>
      <w:r w:rsidRPr="002813C1">
        <w:t>il n</w:t>
      </w:r>
      <w:r w:rsidR="00B77E03">
        <w:t>’</w:t>
      </w:r>
      <w:r w:rsidRPr="002813C1">
        <w:t>était pas un naïf</w:t>
      </w:r>
      <w:r w:rsidR="00B77E03">
        <w:t xml:space="preserve">, </w:t>
      </w:r>
      <w:r w:rsidRPr="002813C1">
        <w:t>que diable</w:t>
      </w:r>
      <w:r w:rsidR="00B77E03">
        <w:t xml:space="preserve"> !… </w:t>
      </w:r>
      <w:r w:rsidRPr="002813C1">
        <w:t>qu</w:t>
      </w:r>
      <w:r w:rsidR="00B77E03">
        <w:t>’</w:t>
      </w:r>
      <w:r w:rsidRPr="002813C1">
        <w:t>il s</w:t>
      </w:r>
      <w:r w:rsidR="00B77E03">
        <w:t>’</w:t>
      </w:r>
      <w:r w:rsidRPr="002813C1">
        <w:t>en tirerait admirablement</w:t>
      </w:r>
      <w:r w:rsidR="00B77E03">
        <w:t xml:space="preserve">, </w:t>
      </w:r>
      <w:r w:rsidRPr="002813C1">
        <w:t>sachant tout comme un autre conduire sa barque à l</w:t>
      </w:r>
      <w:r w:rsidR="00B77E03">
        <w:t>’</w:t>
      </w:r>
      <w:r w:rsidRPr="002813C1">
        <w:t>occasion</w:t>
      </w:r>
      <w:r w:rsidR="00B77E03">
        <w:t>.</w:t>
      </w:r>
    </w:p>
    <w:p w14:paraId="25419317" w14:textId="3E864F60" w:rsidR="00B77E03" w:rsidRDefault="0024252B" w:rsidP="00B77E03">
      <w:r w:rsidRPr="002813C1">
        <w:t>Cela n</w:t>
      </w:r>
      <w:r w:rsidR="00B77E03">
        <w:t>’</w:t>
      </w:r>
      <w:r w:rsidRPr="002813C1">
        <w:t xml:space="preserve">empêcha pas </w:t>
      </w:r>
      <w:r w:rsidR="00B77E03">
        <w:t>M. de </w:t>
      </w:r>
      <w:proofErr w:type="spellStart"/>
      <w:r w:rsidRPr="002813C1">
        <w:t>Coralth</w:t>
      </w:r>
      <w:proofErr w:type="spellEnd"/>
      <w:r w:rsidRPr="002813C1">
        <w:t xml:space="preserve"> de poursuivre</w:t>
      </w:r>
      <w:r w:rsidR="00B77E03">
        <w:t xml:space="preserve">, </w:t>
      </w:r>
      <w:r w:rsidRPr="002813C1">
        <w:t>jusqu</w:t>
      </w:r>
      <w:r w:rsidR="00B77E03">
        <w:t>’</w:t>
      </w:r>
      <w:r w:rsidRPr="002813C1">
        <w:t>à ce qu</w:t>
      </w:r>
      <w:r w:rsidR="00B77E03">
        <w:t>’</w:t>
      </w:r>
      <w:r w:rsidRPr="002813C1">
        <w:t>enfin</w:t>
      </w:r>
      <w:r w:rsidR="00B77E03">
        <w:t xml:space="preserve">, </w:t>
      </w:r>
      <w:r w:rsidRPr="002813C1">
        <w:t>persuadé qu</w:t>
      </w:r>
      <w:r w:rsidR="00B77E03">
        <w:t>’</w:t>
      </w:r>
      <w:r w:rsidRPr="002813C1">
        <w:t>il avait prévu toutes les éventualités et qu</w:t>
      </w:r>
      <w:r w:rsidR="00B77E03">
        <w:t>’</w:t>
      </w:r>
      <w:r w:rsidRPr="002813C1">
        <w:t>il n</w:t>
      </w:r>
      <w:r w:rsidR="00B77E03">
        <w:t>’</w:t>
      </w:r>
      <w:r w:rsidRPr="002813C1">
        <w:t>oubliait rien</w:t>
      </w:r>
      <w:r w:rsidR="00B77E03">
        <w:t xml:space="preserve">, </w:t>
      </w:r>
      <w:r w:rsidRPr="002813C1">
        <w:t>il se leva</w:t>
      </w:r>
      <w:r w:rsidR="00B77E03">
        <w:t>.</w:t>
      </w:r>
    </w:p>
    <w:p w14:paraId="312BE3C5" w14:textId="77777777" w:rsidR="00B77E03" w:rsidRDefault="00B77E03" w:rsidP="00B77E03">
      <w:r>
        <w:lastRenderedPageBreak/>
        <w:t>— </w:t>
      </w:r>
      <w:r w:rsidR="0024252B" w:rsidRPr="002813C1">
        <w:t>C</w:t>
      </w:r>
      <w:r>
        <w:t>’</w:t>
      </w:r>
      <w:r w:rsidR="0024252B" w:rsidRPr="002813C1">
        <w:t>est bien tout</w:t>
      </w:r>
      <w:r>
        <w:t xml:space="preserve">, </w:t>
      </w:r>
      <w:r w:rsidR="0024252B" w:rsidRPr="002813C1">
        <w:t>fit-il avec une nuance d</w:t>
      </w:r>
      <w:r>
        <w:t>’</w:t>
      </w:r>
      <w:r w:rsidR="0024252B" w:rsidRPr="002813C1">
        <w:t>inquiétude</w:t>
      </w:r>
      <w:r>
        <w:t xml:space="preserve">… </w:t>
      </w:r>
      <w:r w:rsidR="0024252B" w:rsidRPr="002813C1">
        <w:t>J</w:t>
      </w:r>
      <w:r>
        <w:t>’</w:t>
      </w:r>
      <w:r w:rsidR="0024252B" w:rsidRPr="002813C1">
        <w:t>ai tracé le plan</w:t>
      </w:r>
      <w:r>
        <w:t xml:space="preserve">, </w:t>
      </w:r>
      <w:r w:rsidR="0024252B" w:rsidRPr="002813C1">
        <w:t>à vous l</w:t>
      </w:r>
      <w:r>
        <w:t>’</w:t>
      </w:r>
      <w:r w:rsidR="0024252B" w:rsidRPr="002813C1">
        <w:t>exécution</w:t>
      </w:r>
      <w:r>
        <w:t xml:space="preserve">. </w:t>
      </w:r>
      <w:r w:rsidR="0024252B" w:rsidRPr="002813C1">
        <w:t>Et du sang-froid</w:t>
      </w:r>
      <w:r>
        <w:t xml:space="preserve">, </w:t>
      </w:r>
      <w:r w:rsidR="0024252B" w:rsidRPr="002813C1">
        <w:t>ou nous sommes joués</w:t>
      </w:r>
      <w:r>
        <w:t>.</w:t>
      </w:r>
    </w:p>
    <w:p w14:paraId="211A774D" w14:textId="77777777" w:rsidR="00B77E03" w:rsidRDefault="0024252B" w:rsidP="00B77E03">
      <w:r w:rsidRPr="002813C1">
        <w:t>L</w:t>
      </w:r>
      <w:r w:rsidR="00B77E03">
        <w:t>’</w:t>
      </w:r>
      <w:r w:rsidRPr="002813C1">
        <w:t>autre</w:t>
      </w:r>
      <w:r w:rsidR="00B77E03">
        <w:t xml:space="preserve">, </w:t>
      </w:r>
      <w:r w:rsidRPr="002813C1">
        <w:t>fièrement</w:t>
      </w:r>
      <w:r w:rsidR="00B77E03">
        <w:t xml:space="preserve">, </w:t>
      </w:r>
      <w:r w:rsidRPr="002813C1">
        <w:t>se redressa</w:t>
      </w:r>
      <w:r w:rsidR="00B77E03">
        <w:t>.</w:t>
      </w:r>
    </w:p>
    <w:p w14:paraId="61486FA6" w14:textId="77777777" w:rsidR="00B77E03" w:rsidRDefault="00B77E03" w:rsidP="00B77E03">
      <w:r>
        <w:t>— </w:t>
      </w:r>
      <w:r w:rsidR="0024252B" w:rsidRPr="002813C1">
        <w:t>Ce n</w:t>
      </w:r>
      <w:r>
        <w:t>’</w:t>
      </w:r>
      <w:r w:rsidR="0024252B" w:rsidRPr="002813C1">
        <w:t>est pas à moi qu</w:t>
      </w:r>
      <w:r>
        <w:t>’</w:t>
      </w:r>
      <w:r w:rsidR="0024252B" w:rsidRPr="002813C1">
        <w:t>on en fait voir</w:t>
      </w:r>
      <w:r>
        <w:t xml:space="preserve"> !… </w:t>
      </w:r>
      <w:r w:rsidR="0024252B" w:rsidRPr="002813C1">
        <w:t>affirma-t-il</w:t>
      </w:r>
      <w:r>
        <w:t>.</w:t>
      </w:r>
    </w:p>
    <w:p w14:paraId="3FEFC233" w14:textId="77777777" w:rsidR="00B77E03" w:rsidRDefault="00B77E03" w:rsidP="00B77E03">
      <w:r>
        <w:t>— </w:t>
      </w:r>
      <w:r w:rsidR="0024252B" w:rsidRPr="002813C1">
        <w:t>Surtout</w:t>
      </w:r>
      <w:r>
        <w:t xml:space="preserve">, </w:t>
      </w:r>
      <w:r w:rsidR="0024252B" w:rsidRPr="002813C1">
        <w:t>ne perdez pas une minute</w:t>
      </w:r>
      <w:r>
        <w:t>.</w:t>
      </w:r>
    </w:p>
    <w:p w14:paraId="6C89A48C" w14:textId="77777777" w:rsidR="00B77E03" w:rsidRDefault="00B77E03" w:rsidP="00B77E03">
      <w:r>
        <w:t>— </w:t>
      </w:r>
      <w:r w:rsidR="0024252B" w:rsidRPr="002813C1">
        <w:t>Pas de danger</w:t>
      </w:r>
      <w:r>
        <w:t>…</w:t>
      </w:r>
    </w:p>
    <w:p w14:paraId="30EF4BAB" w14:textId="77777777" w:rsidR="00B77E03" w:rsidRDefault="00B77E03" w:rsidP="00B77E03">
      <w:r>
        <w:t>— </w:t>
      </w:r>
      <w:r w:rsidR="0024252B" w:rsidRPr="002813C1">
        <w:t>Et vous savez</w:t>
      </w:r>
      <w:r>
        <w:t xml:space="preserve">… </w:t>
      </w:r>
      <w:r w:rsidR="0024252B" w:rsidRPr="002813C1">
        <w:t>quoi qu</w:t>
      </w:r>
      <w:r>
        <w:t>’</w:t>
      </w:r>
      <w:r w:rsidR="0024252B" w:rsidRPr="002813C1">
        <w:t>il arrive</w:t>
      </w:r>
      <w:r>
        <w:t xml:space="preserve">, </w:t>
      </w:r>
      <w:r w:rsidR="0024252B" w:rsidRPr="002813C1">
        <w:t>mon nom ne sera pas prononcé</w:t>
      </w:r>
      <w:r>
        <w:t xml:space="preserve">, </w:t>
      </w:r>
      <w:r w:rsidR="0024252B" w:rsidRPr="002813C1">
        <w:t>sinon</w:t>
      </w:r>
      <w:r>
        <w:t>…</w:t>
      </w:r>
    </w:p>
    <w:p w14:paraId="377F9CC4" w14:textId="77777777" w:rsidR="00B77E03" w:rsidRDefault="00B77E03" w:rsidP="00B77E03">
      <w:r>
        <w:t>— </w:t>
      </w:r>
      <w:r w:rsidR="0024252B" w:rsidRPr="002813C1">
        <w:t>Bien</w:t>
      </w:r>
      <w:r>
        <w:t xml:space="preserve"> ! </w:t>
      </w:r>
      <w:r w:rsidR="0024252B" w:rsidRPr="002813C1">
        <w:t>bien</w:t>
      </w:r>
      <w:r>
        <w:t>…</w:t>
      </w:r>
    </w:p>
    <w:p w14:paraId="6B6C6656" w14:textId="77777777" w:rsidR="00B77E03" w:rsidRDefault="00B77E03" w:rsidP="00B77E03">
      <w:r>
        <w:t>— </w:t>
      </w:r>
      <w:r w:rsidR="0024252B" w:rsidRPr="002813C1">
        <w:t>Enfin</w:t>
      </w:r>
      <w:r>
        <w:t xml:space="preserve">, </w:t>
      </w:r>
      <w:r w:rsidR="0024252B" w:rsidRPr="002813C1">
        <w:t>dès qu</w:t>
      </w:r>
      <w:r>
        <w:t>’</w:t>
      </w:r>
      <w:r w:rsidR="0024252B" w:rsidRPr="002813C1">
        <w:t>il y aura du nouveau</w:t>
      </w:r>
      <w:r>
        <w:t>…</w:t>
      </w:r>
    </w:p>
    <w:p w14:paraId="44F1F08A" w14:textId="77777777" w:rsidR="00B77E03" w:rsidRDefault="00B77E03" w:rsidP="00B77E03">
      <w:r>
        <w:t>— </w:t>
      </w:r>
      <w:r w:rsidR="0024252B" w:rsidRPr="002813C1">
        <w:t>Je vous avertirai</w:t>
      </w:r>
      <w:r>
        <w:t>.</w:t>
      </w:r>
    </w:p>
    <w:p w14:paraId="417E3265" w14:textId="77777777" w:rsidR="00B77E03" w:rsidRDefault="00B77E03" w:rsidP="00B77E03">
      <w:r>
        <w:t>— </w:t>
      </w:r>
      <w:r w:rsidR="0024252B" w:rsidRPr="002813C1">
        <w:t>À mon cercle</w:t>
      </w:r>
      <w:r>
        <w:t xml:space="preserve">, </w:t>
      </w:r>
      <w:r w:rsidR="0024252B" w:rsidRPr="002813C1">
        <w:t>n</w:t>
      </w:r>
      <w:r>
        <w:t>’</w:t>
      </w:r>
      <w:r w:rsidR="0024252B" w:rsidRPr="002813C1">
        <w:t>est-ce pas</w:t>
      </w:r>
      <w:r>
        <w:t> ?…</w:t>
      </w:r>
    </w:p>
    <w:p w14:paraId="011D5C4C" w14:textId="77777777" w:rsidR="00B77E03" w:rsidRDefault="00B77E03" w:rsidP="00B77E03">
      <w:r>
        <w:t>— </w:t>
      </w:r>
      <w:r w:rsidR="0024252B" w:rsidRPr="002813C1">
        <w:t>Oui</w:t>
      </w:r>
      <w:r>
        <w:t xml:space="preserve">… </w:t>
      </w:r>
      <w:r w:rsidR="0024252B" w:rsidRPr="002813C1">
        <w:t>et ne vous tourmentez pas</w:t>
      </w:r>
      <w:r>
        <w:t xml:space="preserve"> ; </w:t>
      </w:r>
      <w:r w:rsidR="0024252B" w:rsidRPr="002813C1">
        <w:t>c</w:t>
      </w:r>
      <w:r>
        <w:t>’</w:t>
      </w:r>
      <w:r w:rsidR="0024252B" w:rsidRPr="002813C1">
        <w:t>est une affaire dans le sac</w:t>
      </w:r>
      <w:r>
        <w:t>…</w:t>
      </w:r>
    </w:p>
    <w:p w14:paraId="3747D3C3" w14:textId="77777777" w:rsidR="00B77E03" w:rsidRDefault="00B77E03" w:rsidP="00B77E03">
      <w:r>
        <w:t>— </w:t>
      </w:r>
      <w:r w:rsidR="0024252B" w:rsidRPr="002813C1">
        <w:t>Ainsi soit-il</w:t>
      </w:r>
      <w:r>
        <w:t> !…</w:t>
      </w:r>
    </w:p>
    <w:p w14:paraId="109AF8AA" w14:textId="5E2C968B" w:rsidR="00B77E03" w:rsidRDefault="0024252B" w:rsidP="00B77E03">
      <w:r w:rsidRPr="002813C1">
        <w:t>C</w:t>
      </w:r>
      <w:r w:rsidR="00B77E03">
        <w:t>’</w:t>
      </w:r>
      <w:r w:rsidRPr="002813C1">
        <w:t>est avec un gros soupir de satisfaction</w:t>
      </w:r>
      <w:r w:rsidR="00B77E03">
        <w:t xml:space="preserve">, </w:t>
      </w:r>
      <w:r w:rsidRPr="002813C1">
        <w:t xml:space="preserve">que </w:t>
      </w:r>
      <w:r w:rsidR="00B77E03">
        <w:t>M. </w:t>
      </w:r>
      <w:proofErr w:type="spellStart"/>
      <w:r w:rsidRPr="002813C1">
        <w:t>Wilkie</w:t>
      </w:r>
      <w:proofErr w:type="spellEnd"/>
      <w:r w:rsidRPr="002813C1">
        <w:t xml:space="preserve"> vit enfin s</w:t>
      </w:r>
      <w:r w:rsidR="00B77E03">
        <w:t>’</w:t>
      </w:r>
      <w:r w:rsidRPr="002813C1">
        <w:t xml:space="preserve">éloigner son </w:t>
      </w:r>
      <w:r w:rsidR="00B77E03">
        <w:t>« </w:t>
      </w:r>
      <w:r w:rsidRPr="002813C1">
        <w:t>grand ami</w:t>
      </w:r>
      <w:r w:rsidR="00B77E03">
        <w:t>. »</w:t>
      </w:r>
      <w:r w:rsidRPr="002813C1">
        <w:t xml:space="preserve"> Il avait besoin d</w:t>
      </w:r>
      <w:r w:rsidR="00B77E03">
        <w:t>’</w:t>
      </w:r>
      <w:r w:rsidRPr="002813C1">
        <w:t>être seul pour s</w:t>
      </w:r>
      <w:r w:rsidR="00B77E03">
        <w:t>’</w:t>
      </w:r>
      <w:r w:rsidRPr="002813C1">
        <w:t>abandonner sans vergogne à ses ébahissements</w:t>
      </w:r>
      <w:r w:rsidR="00B77E03">
        <w:t xml:space="preserve">, </w:t>
      </w:r>
      <w:r w:rsidRPr="002813C1">
        <w:t>pour cuver à son aise l</w:t>
      </w:r>
      <w:r w:rsidR="00B77E03">
        <w:t>’</w:t>
      </w:r>
      <w:r w:rsidRPr="002813C1">
        <w:t>ivresse de vanité qui emplissait sa cervelle</w:t>
      </w:r>
      <w:r w:rsidR="00B77E03">
        <w:t>.</w:t>
      </w:r>
    </w:p>
    <w:p w14:paraId="20973BBE" w14:textId="77777777" w:rsidR="00B77E03" w:rsidRDefault="0024252B" w:rsidP="00B77E03">
      <w:r w:rsidRPr="002813C1">
        <w:t>Plus de chétive pension de vingt mille francs</w:t>
      </w:r>
      <w:r w:rsidR="00B77E03">
        <w:t xml:space="preserve"> ! </w:t>
      </w:r>
      <w:r w:rsidRPr="002813C1">
        <w:t>Plus de dettes</w:t>
      </w:r>
      <w:r w:rsidR="00B77E03">
        <w:t xml:space="preserve">, </w:t>
      </w:r>
      <w:r w:rsidRPr="002813C1">
        <w:t>de gêne</w:t>
      </w:r>
      <w:r w:rsidR="00B77E03">
        <w:t xml:space="preserve">, </w:t>
      </w:r>
      <w:r w:rsidRPr="002813C1">
        <w:t>de convoitises inassouvies</w:t>
      </w:r>
      <w:r w:rsidR="00B77E03">
        <w:t xml:space="preserve">… </w:t>
      </w:r>
      <w:r w:rsidRPr="002813C1">
        <w:t>Des millions</w:t>
      </w:r>
      <w:r w:rsidR="00B77E03">
        <w:t xml:space="preserve"> !… </w:t>
      </w:r>
      <w:r w:rsidRPr="002813C1">
        <w:t>Il lui semblait les voir</w:t>
      </w:r>
      <w:r w:rsidR="00B77E03">
        <w:t xml:space="preserve">, </w:t>
      </w:r>
      <w:r w:rsidRPr="002813C1">
        <w:t>les tenir</w:t>
      </w:r>
      <w:r w:rsidR="00B77E03">
        <w:t xml:space="preserve">, </w:t>
      </w:r>
      <w:r w:rsidRPr="002813C1">
        <w:t>les sentir glisser en flots d</w:t>
      </w:r>
      <w:r w:rsidR="00B77E03">
        <w:t>’</w:t>
      </w:r>
      <w:r w:rsidRPr="002813C1">
        <w:t>or entre ses doigts</w:t>
      </w:r>
      <w:r w:rsidR="00B77E03">
        <w:t> !…</w:t>
      </w:r>
    </w:p>
    <w:p w14:paraId="5AAC6F5B" w14:textId="77777777" w:rsidR="00B77E03" w:rsidRDefault="0024252B" w:rsidP="00B77E03">
      <w:r w:rsidRPr="002813C1">
        <w:lastRenderedPageBreak/>
        <w:t>Et les chevaux qu</w:t>
      </w:r>
      <w:r w:rsidR="00B77E03">
        <w:t>’</w:t>
      </w:r>
      <w:r w:rsidRPr="002813C1">
        <w:t>il aurait</w:t>
      </w:r>
      <w:r w:rsidR="00B77E03">
        <w:t xml:space="preserve">, </w:t>
      </w:r>
      <w:r w:rsidRPr="002813C1">
        <w:t>les voitures armoriées</w:t>
      </w:r>
      <w:r w:rsidR="00B77E03">
        <w:t xml:space="preserve">, </w:t>
      </w:r>
      <w:r w:rsidRPr="002813C1">
        <w:t>les jockeys</w:t>
      </w:r>
      <w:r w:rsidR="00B77E03">
        <w:t xml:space="preserve">, </w:t>
      </w:r>
      <w:r w:rsidRPr="002813C1">
        <w:t>les maîtresses</w:t>
      </w:r>
      <w:r w:rsidR="00B77E03">
        <w:t xml:space="preserve">, </w:t>
      </w:r>
      <w:r w:rsidRPr="002813C1">
        <w:t>tout cela dansait dans sa tête une effroyable sarabande</w:t>
      </w:r>
      <w:r w:rsidR="00B77E03">
        <w:t>.</w:t>
      </w:r>
    </w:p>
    <w:p w14:paraId="35C856FB" w14:textId="2C6EF72D" w:rsidR="00B77E03" w:rsidRDefault="0024252B" w:rsidP="00B77E03">
      <w:r w:rsidRPr="002813C1">
        <w:t>Un éclair d</w:t>
      </w:r>
      <w:r w:rsidR="00B77E03">
        <w:t>’</w:t>
      </w:r>
      <w:r w:rsidRPr="002813C1">
        <w:t>envie qu</w:t>
      </w:r>
      <w:r w:rsidR="00B77E03">
        <w:t>’</w:t>
      </w:r>
      <w:r w:rsidRPr="002813C1">
        <w:t>il lui semblait avoir surpris dans l</w:t>
      </w:r>
      <w:r w:rsidR="00B77E03">
        <w:t>’</w:t>
      </w:r>
      <w:r w:rsidRPr="002813C1">
        <w:t xml:space="preserve">œil de </w:t>
      </w:r>
      <w:r w:rsidR="00B77E03">
        <w:t>M. de </w:t>
      </w:r>
      <w:proofErr w:type="spellStart"/>
      <w:r w:rsidRPr="002813C1">
        <w:t>Coralth</w:t>
      </w:r>
      <w:proofErr w:type="spellEnd"/>
      <w:r w:rsidRPr="002813C1">
        <w:t xml:space="preserve"> mettait le comble à son bonheur</w:t>
      </w:r>
      <w:r w:rsidR="00B77E03">
        <w:t xml:space="preserve">… </w:t>
      </w:r>
      <w:r w:rsidRPr="002813C1">
        <w:t>Être envié déjà par ce brillant vicomte</w:t>
      </w:r>
      <w:r w:rsidR="00B77E03">
        <w:t xml:space="preserve">, </w:t>
      </w:r>
      <w:r w:rsidRPr="002813C1">
        <w:t>son modèle et son idéal</w:t>
      </w:r>
      <w:r w:rsidR="00B77E03">
        <w:t xml:space="preserve">, </w:t>
      </w:r>
      <w:r w:rsidRPr="002813C1">
        <w:t>quelle gloire</w:t>
      </w:r>
      <w:r w:rsidR="00B77E03">
        <w:t xml:space="preserve"> ! </w:t>
      </w:r>
      <w:r w:rsidRPr="002813C1">
        <w:t>et que serait-ce donc plus tard</w:t>
      </w:r>
      <w:r w:rsidR="00B77E03">
        <w:t> ?…</w:t>
      </w:r>
    </w:p>
    <w:p w14:paraId="4621357D" w14:textId="359843A0" w:rsidR="00B77E03" w:rsidRDefault="0024252B" w:rsidP="00B77E03">
      <w:r w:rsidRPr="002813C1">
        <w:t xml:space="preserve">Le renom de </w:t>
      </w:r>
      <w:r w:rsidR="00B77E03">
        <w:t>M</w:t>
      </w:r>
      <w:r w:rsidR="00B77E03" w:rsidRPr="00B77E03">
        <w:rPr>
          <w:vertAlign w:val="superscript"/>
        </w:rPr>
        <w:t>me</w:t>
      </w:r>
      <w:r w:rsidR="00B77E03">
        <w:t> </w:t>
      </w:r>
      <w:r w:rsidRPr="002813C1">
        <w:t>d</w:t>
      </w:r>
      <w:r w:rsidR="00B77E03">
        <w:t>’</w:t>
      </w:r>
      <w:r w:rsidRPr="002813C1">
        <w:t>Argelès avait d</w:t>
      </w:r>
      <w:r w:rsidR="00B77E03">
        <w:t>’</w:t>
      </w:r>
      <w:r w:rsidRPr="002813C1">
        <w:t>abord jeté une ombre sur sa joie</w:t>
      </w:r>
      <w:r w:rsidR="00B77E03">
        <w:t xml:space="preserve">, </w:t>
      </w:r>
      <w:r w:rsidRPr="002813C1">
        <w:t>mais cette ombre</w:t>
      </w:r>
      <w:r w:rsidR="00B77E03">
        <w:t xml:space="preserve">, </w:t>
      </w:r>
      <w:r w:rsidRPr="002813C1">
        <w:t>à la réflexion</w:t>
      </w:r>
      <w:r w:rsidR="00B77E03">
        <w:t xml:space="preserve">, </w:t>
      </w:r>
      <w:r w:rsidRPr="002813C1">
        <w:t>s</w:t>
      </w:r>
      <w:r w:rsidR="00B77E03">
        <w:t>’</w:t>
      </w:r>
      <w:r w:rsidRPr="002813C1">
        <w:t>était dissipée</w:t>
      </w:r>
      <w:r w:rsidR="00B77E03">
        <w:t xml:space="preserve">… </w:t>
      </w:r>
      <w:r w:rsidRPr="002813C1">
        <w:t>Il n</w:t>
      </w:r>
      <w:r w:rsidR="00B77E03">
        <w:t>’</w:t>
      </w:r>
      <w:r w:rsidRPr="002813C1">
        <w:t>avait pas de préjugés et ne souffrait pas personnellement de la situation de cette femme</w:t>
      </w:r>
      <w:r w:rsidR="00B77E03">
        <w:t xml:space="preserve">, </w:t>
      </w:r>
      <w:r w:rsidRPr="002813C1">
        <w:t>qui était sa mère</w:t>
      </w:r>
      <w:r w:rsidR="00B77E03">
        <w:t xml:space="preserve">… </w:t>
      </w:r>
      <w:r w:rsidRPr="002813C1">
        <w:t>Restait donc le monde</w:t>
      </w:r>
      <w:r w:rsidR="00B77E03">
        <w:t xml:space="preserve">… </w:t>
      </w:r>
      <w:r w:rsidRPr="002813C1">
        <w:t>Mais</w:t>
      </w:r>
      <w:r w:rsidR="00B77E03">
        <w:t xml:space="preserve">, </w:t>
      </w:r>
      <w:proofErr w:type="spellStart"/>
      <w:r w:rsidRPr="002813C1">
        <w:t>bast</w:t>
      </w:r>
      <w:proofErr w:type="spellEnd"/>
      <w:r w:rsidR="00B77E03">
        <w:t xml:space="preserve"> ! </w:t>
      </w:r>
      <w:r w:rsidRPr="002813C1">
        <w:t>le monde n</w:t>
      </w:r>
      <w:r w:rsidR="00B77E03">
        <w:t>’</w:t>
      </w:r>
      <w:r w:rsidRPr="002813C1">
        <w:t>a guère de préjugés non plus</w:t>
      </w:r>
      <w:r w:rsidR="00B77E03">
        <w:t xml:space="preserve">, </w:t>
      </w:r>
      <w:r w:rsidRPr="002813C1">
        <w:t>et jamais il ne s</w:t>
      </w:r>
      <w:r w:rsidR="00B77E03">
        <w:t>’</w:t>
      </w:r>
      <w:r w:rsidRPr="002813C1">
        <w:t>informe des parents des millionnaires</w:t>
      </w:r>
      <w:r w:rsidR="00B77E03">
        <w:t xml:space="preserve">… </w:t>
      </w:r>
      <w:r w:rsidRPr="002813C1">
        <w:t>La société ne demande de passeport qu</w:t>
      </w:r>
      <w:r w:rsidR="00B77E03">
        <w:t>’</w:t>
      </w:r>
      <w:r w:rsidRPr="002813C1">
        <w:t>aux indigents</w:t>
      </w:r>
      <w:r w:rsidR="00B77E03">
        <w:t xml:space="preserve">… </w:t>
      </w:r>
      <w:r w:rsidRPr="002813C1">
        <w:t>Enfin</w:t>
      </w:r>
      <w:r w:rsidR="00B77E03">
        <w:t xml:space="preserve">, </w:t>
      </w:r>
      <w:r w:rsidRPr="002813C1">
        <w:t>quoi qu</w:t>
      </w:r>
      <w:r w:rsidR="00B77E03">
        <w:t>’</w:t>
      </w:r>
      <w:r w:rsidRPr="002813C1">
        <w:t xml:space="preserve">eût fait </w:t>
      </w:r>
      <w:r w:rsidR="00B77E03">
        <w:t>M</w:t>
      </w:r>
      <w:r w:rsidR="00B77E03" w:rsidRPr="00B77E03">
        <w:rPr>
          <w:vertAlign w:val="superscript"/>
        </w:rPr>
        <w:t>me</w:t>
      </w:r>
      <w:r w:rsidR="00B77E03">
        <w:t> </w:t>
      </w:r>
      <w:r w:rsidRPr="002813C1">
        <w:t>d</w:t>
      </w:r>
      <w:r w:rsidR="00B77E03">
        <w:t>’</w:t>
      </w:r>
      <w:r w:rsidRPr="002813C1">
        <w:t>Argelès</w:t>
      </w:r>
      <w:r w:rsidR="00B77E03">
        <w:t xml:space="preserve">, </w:t>
      </w:r>
      <w:r w:rsidRPr="002813C1">
        <w:t>elle n</w:t>
      </w:r>
      <w:r w:rsidR="00B77E03">
        <w:t>’</w:t>
      </w:r>
      <w:r w:rsidRPr="002813C1">
        <w:t xml:space="preserve">en était pas moins une demoiselle de </w:t>
      </w:r>
      <w:proofErr w:type="spellStart"/>
      <w:r w:rsidRPr="002813C1">
        <w:t>Chalusse</w:t>
      </w:r>
      <w:proofErr w:type="spellEnd"/>
      <w:r w:rsidR="00B77E03">
        <w:t xml:space="preserve">, </w:t>
      </w:r>
      <w:r w:rsidRPr="002813C1">
        <w:t>c</w:t>
      </w:r>
      <w:r w:rsidR="00B77E03">
        <w:t>’</w:t>
      </w:r>
      <w:r w:rsidRPr="002813C1">
        <w:t>est-à-dire l</w:t>
      </w:r>
      <w:r w:rsidR="00B77E03">
        <w:t>’</w:t>
      </w:r>
      <w:r w:rsidRPr="002813C1">
        <w:t>héritière d</w:t>
      </w:r>
      <w:r w:rsidR="00B77E03">
        <w:t>’</w:t>
      </w:r>
      <w:r w:rsidRPr="002813C1">
        <w:t>un des plus grands noms de France</w:t>
      </w:r>
      <w:r w:rsidR="00B77E03">
        <w:t>…</w:t>
      </w:r>
    </w:p>
    <w:p w14:paraId="460099FD" w14:textId="193AC2D5" w:rsidR="00B77E03" w:rsidRDefault="0024252B" w:rsidP="00B77E03">
      <w:r w:rsidRPr="002813C1">
        <w:t xml:space="preserve">Ainsi réfléchissait </w:t>
      </w:r>
      <w:r w:rsidR="00B77E03">
        <w:t>M. </w:t>
      </w:r>
      <w:proofErr w:type="spellStart"/>
      <w:r w:rsidRPr="002813C1">
        <w:t>Wilkie</w:t>
      </w:r>
      <w:proofErr w:type="spellEnd"/>
      <w:r w:rsidR="00B77E03">
        <w:t xml:space="preserve">, </w:t>
      </w:r>
      <w:r w:rsidRPr="002813C1">
        <w:t>tout en s</w:t>
      </w:r>
      <w:r w:rsidR="00B77E03">
        <w:t>’</w:t>
      </w:r>
      <w:r w:rsidRPr="002813C1">
        <w:t>habillant avec plus de soins encore que de coutume</w:t>
      </w:r>
      <w:r w:rsidR="00B77E03">
        <w:t>.</w:t>
      </w:r>
    </w:p>
    <w:p w14:paraId="1563D622" w14:textId="50F74255" w:rsidR="00B77E03" w:rsidRDefault="0024252B" w:rsidP="00B77E03">
      <w:r w:rsidRPr="002813C1">
        <w:t xml:space="preserve">Il avait été choqué de cette idée que </w:t>
      </w:r>
      <w:r w:rsidR="00B77E03">
        <w:t>M</w:t>
      </w:r>
      <w:r w:rsidR="00B77E03" w:rsidRPr="00B77E03">
        <w:rPr>
          <w:vertAlign w:val="superscript"/>
        </w:rPr>
        <w:t>me</w:t>
      </w:r>
      <w:r w:rsidR="00B77E03">
        <w:t> </w:t>
      </w:r>
      <w:r w:rsidRPr="002813C1">
        <w:t>d</w:t>
      </w:r>
      <w:r w:rsidR="00B77E03">
        <w:t>’</w:t>
      </w:r>
      <w:r w:rsidRPr="002813C1">
        <w:t>Argelès essaierait peut-être de le renier</w:t>
      </w:r>
      <w:r w:rsidR="00B77E03">
        <w:t xml:space="preserve">, </w:t>
      </w:r>
      <w:r w:rsidRPr="002813C1">
        <w:t>et il tenait à paraître devant elle avec tous ses avantages</w:t>
      </w:r>
      <w:r w:rsidR="00B77E03">
        <w:t xml:space="preserve">… </w:t>
      </w:r>
      <w:r w:rsidRPr="002813C1">
        <w:t>Sa toilette fut longue</w:t>
      </w:r>
      <w:r w:rsidR="00B77E03">
        <w:t>.</w:t>
      </w:r>
    </w:p>
    <w:p w14:paraId="40656D55" w14:textId="77777777" w:rsidR="00B77E03" w:rsidRDefault="0024252B" w:rsidP="00B77E03">
      <w:r w:rsidRPr="002813C1">
        <w:t>Cependant</w:t>
      </w:r>
      <w:r w:rsidR="00B77E03">
        <w:t xml:space="preserve">, </w:t>
      </w:r>
      <w:r w:rsidRPr="002813C1">
        <w:t>un peu après midi</w:t>
      </w:r>
      <w:r w:rsidR="00B77E03">
        <w:t xml:space="preserve">, </w:t>
      </w:r>
      <w:r w:rsidRPr="002813C1">
        <w:t>il était prêt</w:t>
      </w:r>
      <w:r w:rsidR="00B77E03">
        <w:t xml:space="preserve">. </w:t>
      </w:r>
      <w:r w:rsidRPr="002813C1">
        <w:t>Il s</w:t>
      </w:r>
      <w:r w:rsidR="00B77E03">
        <w:t>’</w:t>
      </w:r>
      <w:r w:rsidRPr="002813C1">
        <w:t>adressa dans la glace un dernier sourire</w:t>
      </w:r>
      <w:r w:rsidR="00B77E03">
        <w:t xml:space="preserve">, </w:t>
      </w:r>
      <w:r w:rsidRPr="002813C1">
        <w:t>hérissa sa moustache blonde et partit</w:t>
      </w:r>
      <w:r w:rsidR="00B77E03">
        <w:t>…</w:t>
      </w:r>
    </w:p>
    <w:p w14:paraId="04325340" w14:textId="6FC4C68F" w:rsidR="00B77E03" w:rsidRDefault="0024252B" w:rsidP="00B77E03">
      <w:r w:rsidRPr="002813C1">
        <w:t>Même</w:t>
      </w:r>
      <w:r w:rsidR="00B77E03">
        <w:t xml:space="preserve">, </w:t>
      </w:r>
      <w:r w:rsidRPr="002813C1">
        <w:t>il partit à pied</w:t>
      </w:r>
      <w:r w:rsidR="00B77E03">
        <w:t xml:space="preserve">, </w:t>
      </w:r>
      <w:r w:rsidRPr="002813C1">
        <w:t>ce qui était une concession aux idées absurdes</w:t>
      </w:r>
      <w:r w:rsidR="00B77E03">
        <w:t xml:space="preserve">, </w:t>
      </w:r>
      <w:r w:rsidRPr="002813C1">
        <w:t>selon lui</w:t>
      </w:r>
      <w:r w:rsidR="00B77E03">
        <w:t xml:space="preserve">, </w:t>
      </w:r>
      <w:r w:rsidRPr="002813C1">
        <w:t xml:space="preserve">de </w:t>
      </w:r>
      <w:r w:rsidR="00B77E03">
        <w:t>M. de </w:t>
      </w:r>
      <w:proofErr w:type="spellStart"/>
      <w:r w:rsidRPr="002813C1">
        <w:t>Coralth</w:t>
      </w:r>
      <w:proofErr w:type="spellEnd"/>
      <w:r w:rsidR="00B77E03">
        <w:t>…</w:t>
      </w:r>
    </w:p>
    <w:p w14:paraId="239440E3" w14:textId="77777777" w:rsidR="00B77E03" w:rsidRDefault="0024252B" w:rsidP="00B77E03">
      <w:r w:rsidRPr="002813C1">
        <w:t>L</w:t>
      </w:r>
      <w:r w:rsidR="00B77E03">
        <w:t>’</w:t>
      </w:r>
      <w:r w:rsidRPr="002813C1">
        <w:t>aspect de l</w:t>
      </w:r>
      <w:r w:rsidR="00B77E03">
        <w:t>’</w:t>
      </w:r>
      <w:r w:rsidRPr="002813C1">
        <w:t>hôtel d</w:t>
      </w:r>
      <w:r w:rsidR="00B77E03">
        <w:t>’</w:t>
      </w:r>
      <w:r w:rsidRPr="002813C1">
        <w:t>Argelès</w:t>
      </w:r>
      <w:r w:rsidR="00B77E03">
        <w:t xml:space="preserve">, </w:t>
      </w:r>
      <w:r w:rsidRPr="002813C1">
        <w:t>rue de Berry</w:t>
      </w:r>
      <w:r w:rsidR="00B77E03">
        <w:t xml:space="preserve">, </w:t>
      </w:r>
      <w:r w:rsidRPr="002813C1">
        <w:t>le disposa bien</w:t>
      </w:r>
      <w:r w:rsidR="00B77E03">
        <w:t xml:space="preserve">, </w:t>
      </w:r>
      <w:r w:rsidRPr="002813C1">
        <w:t>mais lui enleva quelque peu de son triomphant</w:t>
      </w:r>
      <w:r w:rsidR="00B77E03">
        <w:t xml:space="preserve">, </w:t>
      </w:r>
      <w:r w:rsidRPr="002813C1">
        <w:t>aplomb</w:t>
      </w:r>
      <w:r w:rsidR="00B77E03">
        <w:t>.</w:t>
      </w:r>
    </w:p>
    <w:p w14:paraId="1071E244" w14:textId="77777777" w:rsidR="00B77E03" w:rsidRDefault="00B77E03" w:rsidP="00B77E03">
      <w:r>
        <w:lastRenderedPageBreak/>
        <w:t>— </w:t>
      </w:r>
      <w:r w:rsidR="0024252B" w:rsidRPr="002813C1">
        <w:t>Mâtin</w:t>
      </w:r>
      <w:r>
        <w:t xml:space="preserve"> ! </w:t>
      </w:r>
      <w:r w:rsidR="0024252B" w:rsidRPr="002813C1">
        <w:t>grommela-t-il</w:t>
      </w:r>
      <w:r>
        <w:t xml:space="preserve">, </w:t>
      </w:r>
      <w:r w:rsidR="0024252B" w:rsidRPr="002813C1">
        <w:t>c</w:t>
      </w:r>
      <w:r>
        <w:t>’</w:t>
      </w:r>
      <w:r w:rsidR="0024252B" w:rsidRPr="002813C1">
        <w:t>est très-chic</w:t>
      </w:r>
      <w:r>
        <w:t xml:space="preserve">, </w:t>
      </w:r>
      <w:r w:rsidR="0024252B" w:rsidRPr="002813C1">
        <w:t>ici</w:t>
      </w:r>
      <w:r>
        <w:t> !…</w:t>
      </w:r>
    </w:p>
    <w:p w14:paraId="725329F6" w14:textId="77777777" w:rsidR="00B77E03" w:rsidRDefault="0024252B" w:rsidP="00B77E03">
      <w:r w:rsidRPr="002813C1">
        <w:t>Sur la porte</w:t>
      </w:r>
      <w:r w:rsidR="00B77E03">
        <w:t xml:space="preserve">, </w:t>
      </w:r>
      <w:r w:rsidRPr="002813C1">
        <w:t>deux domestiques</w:t>
      </w:r>
      <w:r w:rsidR="00B77E03">
        <w:t xml:space="preserve">, </w:t>
      </w:r>
      <w:r w:rsidRPr="002813C1">
        <w:t>le concierge en bas</w:t>
      </w:r>
      <w:r w:rsidR="00B77E03">
        <w:t xml:space="preserve">, </w:t>
      </w:r>
      <w:r w:rsidRPr="002813C1">
        <w:t>de soie</w:t>
      </w:r>
      <w:r w:rsidR="00B77E03">
        <w:t xml:space="preserve">, </w:t>
      </w:r>
      <w:r w:rsidRPr="002813C1">
        <w:t>et Jobin</w:t>
      </w:r>
      <w:r w:rsidR="00B77E03">
        <w:t xml:space="preserve">, </w:t>
      </w:r>
      <w:r w:rsidRPr="002813C1">
        <w:t>l</w:t>
      </w:r>
      <w:r w:rsidR="00B77E03">
        <w:t>’</w:t>
      </w:r>
      <w:r w:rsidRPr="002813C1">
        <w:t>homme de confiance</w:t>
      </w:r>
      <w:r w:rsidR="00B77E03">
        <w:t xml:space="preserve">, </w:t>
      </w:r>
      <w:r w:rsidRPr="002813C1">
        <w:t>tout de noir habillé</w:t>
      </w:r>
      <w:r w:rsidR="00B77E03">
        <w:t xml:space="preserve">, </w:t>
      </w:r>
      <w:r w:rsidRPr="002813C1">
        <w:t>causaient</w:t>
      </w:r>
      <w:r w:rsidR="00B77E03">
        <w:t>.</w:t>
      </w:r>
    </w:p>
    <w:p w14:paraId="1E6B1D28" w14:textId="59D176C5" w:rsidR="00B77E03" w:rsidRDefault="00B77E03" w:rsidP="00B77E03">
      <w:r>
        <w:t>M. </w:t>
      </w:r>
      <w:proofErr w:type="spellStart"/>
      <w:r w:rsidR="0024252B" w:rsidRPr="002813C1">
        <w:t>Wilkie</w:t>
      </w:r>
      <w:proofErr w:type="spellEnd"/>
      <w:r w:rsidR="0024252B" w:rsidRPr="002813C1">
        <w:t xml:space="preserve"> s</w:t>
      </w:r>
      <w:r>
        <w:t>’</w:t>
      </w:r>
      <w:r w:rsidR="0024252B" w:rsidRPr="002813C1">
        <w:t>approcha d</w:t>
      </w:r>
      <w:r>
        <w:t>’</w:t>
      </w:r>
      <w:r w:rsidR="0024252B" w:rsidRPr="002813C1">
        <w:t>eux</w:t>
      </w:r>
      <w:r>
        <w:t xml:space="preserve">, </w:t>
      </w:r>
      <w:r w:rsidR="0024252B" w:rsidRPr="002813C1">
        <w:t>et de son plus grand air</w:t>
      </w:r>
      <w:r>
        <w:t xml:space="preserve">, </w:t>
      </w:r>
      <w:r w:rsidR="0024252B" w:rsidRPr="002813C1">
        <w:t>mais non sans un léger tremblement dans la voix</w:t>
      </w:r>
      <w:r>
        <w:t xml:space="preserve">, </w:t>
      </w:r>
      <w:r w:rsidR="0024252B" w:rsidRPr="002813C1">
        <w:t>demanda</w:t>
      </w:r>
      <w:r>
        <w:t> :</w:t>
      </w:r>
    </w:p>
    <w:p w14:paraId="52C63661" w14:textId="638C44AB" w:rsidR="00B77E03" w:rsidRDefault="00B77E03" w:rsidP="00B77E03">
      <w:r>
        <w:t>— M</w:t>
      </w:r>
      <w:r w:rsidRPr="00B77E03">
        <w:rPr>
          <w:vertAlign w:val="superscript"/>
        </w:rPr>
        <w:t>me</w:t>
      </w:r>
      <w:r>
        <w:t> </w:t>
      </w:r>
      <w:r w:rsidR="0024252B" w:rsidRPr="002813C1">
        <w:t>d</w:t>
      </w:r>
      <w:r>
        <w:t>’</w:t>
      </w:r>
      <w:r w:rsidR="0024252B" w:rsidRPr="002813C1">
        <w:t>Argelès</w:t>
      </w:r>
      <w:r>
        <w:t> ?</w:t>
      </w:r>
    </w:p>
    <w:p w14:paraId="216FB6BC" w14:textId="77777777" w:rsidR="00B77E03" w:rsidRDefault="00B77E03" w:rsidP="00B77E03">
      <w:r>
        <w:t>— </w:t>
      </w:r>
      <w:r w:rsidR="0024252B" w:rsidRPr="002813C1">
        <w:t>Madame est à la campagne</w:t>
      </w:r>
      <w:r>
        <w:t xml:space="preserve">, </w:t>
      </w:r>
      <w:r w:rsidR="0024252B" w:rsidRPr="002813C1">
        <w:t>répondit le concierge</w:t>
      </w:r>
      <w:r>
        <w:t xml:space="preserve">, </w:t>
      </w:r>
      <w:r w:rsidR="0024252B" w:rsidRPr="002813C1">
        <w:t>et ne sera de retour que ce soir</w:t>
      </w:r>
      <w:r>
        <w:t xml:space="preserve">… </w:t>
      </w:r>
      <w:r w:rsidR="0024252B" w:rsidRPr="002813C1">
        <w:t>Si Monsieur veut laisser sa carte</w:t>
      </w:r>
      <w:r>
        <w:t>…</w:t>
      </w:r>
    </w:p>
    <w:p w14:paraId="0FE09335" w14:textId="77777777" w:rsidR="00B77E03" w:rsidRDefault="00B77E03" w:rsidP="00B77E03">
      <w:r>
        <w:t>— </w:t>
      </w:r>
      <w:r w:rsidR="0024252B" w:rsidRPr="002813C1">
        <w:t>Oh</w:t>
      </w:r>
      <w:r>
        <w:t xml:space="preserve"> ! </w:t>
      </w:r>
      <w:r w:rsidR="0024252B" w:rsidRPr="002813C1">
        <w:t>inutile</w:t>
      </w:r>
      <w:r>
        <w:t xml:space="preserve">, </w:t>
      </w:r>
      <w:r w:rsidR="0024252B" w:rsidRPr="002813C1">
        <w:t>je repasserai</w:t>
      </w:r>
      <w:r>
        <w:t>…</w:t>
      </w:r>
    </w:p>
    <w:p w14:paraId="7222DEE1" w14:textId="3464116D" w:rsidR="00B77E03" w:rsidRDefault="0024252B" w:rsidP="00B77E03">
      <w:r w:rsidRPr="002813C1">
        <w:t>C</w:t>
      </w:r>
      <w:r w:rsidR="00B77E03">
        <w:t>’</w:t>
      </w:r>
      <w:r w:rsidRPr="002813C1">
        <w:t xml:space="preserve">est que </w:t>
      </w:r>
      <w:r w:rsidR="00B77E03">
        <w:t>M. de </w:t>
      </w:r>
      <w:proofErr w:type="spellStart"/>
      <w:r w:rsidRPr="002813C1">
        <w:t>Coralth</w:t>
      </w:r>
      <w:proofErr w:type="spellEnd"/>
      <w:r w:rsidRPr="002813C1">
        <w:t xml:space="preserve"> lui avait surtout recommandé de ne se pas annoncer</w:t>
      </w:r>
      <w:r w:rsidR="00B77E03">
        <w:t xml:space="preserve">, </w:t>
      </w:r>
      <w:r w:rsidRPr="002813C1">
        <w:t>d</w:t>
      </w:r>
      <w:r w:rsidR="00B77E03">
        <w:t>’</w:t>
      </w:r>
      <w:r w:rsidRPr="002813C1">
        <w:t xml:space="preserve">arriver autant que possible inopinément chez </w:t>
      </w:r>
      <w:r w:rsidR="00B77E03">
        <w:t>M</w:t>
      </w:r>
      <w:r w:rsidR="00B77E03" w:rsidRPr="00B77E03">
        <w:rPr>
          <w:vertAlign w:val="superscript"/>
        </w:rPr>
        <w:t>me</w:t>
      </w:r>
      <w:r w:rsidR="00B77E03">
        <w:t> </w:t>
      </w:r>
      <w:r w:rsidRPr="002813C1">
        <w:t>d</w:t>
      </w:r>
      <w:r w:rsidR="00B77E03">
        <w:t>’</w:t>
      </w:r>
      <w:r w:rsidRPr="002813C1">
        <w:t>Argelès</w:t>
      </w:r>
      <w:r w:rsidR="00B77E03">
        <w:t xml:space="preserve">, </w:t>
      </w:r>
      <w:r w:rsidRPr="002813C1">
        <w:t>de ne pas lui laisser surtout le temps de se reconnaître et de se préparer</w:t>
      </w:r>
      <w:r w:rsidR="00B77E03">
        <w:t xml:space="preserve">. </w:t>
      </w:r>
      <w:r w:rsidRPr="002813C1">
        <w:t>Et il avait fini par comprendre que c</w:t>
      </w:r>
      <w:r w:rsidR="00B77E03">
        <w:t>’</w:t>
      </w:r>
      <w:r w:rsidRPr="002813C1">
        <w:t>était peut-être là autant de précautions utiles au succès</w:t>
      </w:r>
      <w:r w:rsidR="00B77E03">
        <w:t>…</w:t>
      </w:r>
    </w:p>
    <w:p w14:paraId="66D08159" w14:textId="77777777" w:rsidR="00B77E03" w:rsidRDefault="0024252B" w:rsidP="00B77E03">
      <w:r w:rsidRPr="002813C1">
        <w:t>N</w:t>
      </w:r>
      <w:r w:rsidR="00B77E03">
        <w:t>’</w:t>
      </w:r>
      <w:r w:rsidRPr="002813C1">
        <w:t>importe</w:t>
      </w:r>
      <w:r w:rsidR="00B77E03">
        <w:t xml:space="preserve">, </w:t>
      </w:r>
      <w:r w:rsidRPr="002813C1">
        <w:t>cette première déconvenue le dépita extraordinairement</w:t>
      </w:r>
      <w:r w:rsidR="00B77E03">
        <w:t xml:space="preserve">… </w:t>
      </w:r>
      <w:r w:rsidRPr="002813C1">
        <w:t>Que faire et comment tuer le temps</w:t>
      </w:r>
      <w:r w:rsidR="00B77E03">
        <w:t xml:space="preserve">, </w:t>
      </w:r>
      <w:r w:rsidRPr="002813C1">
        <w:t>pendant tout une après-midi</w:t>
      </w:r>
      <w:r w:rsidR="00B77E03">
        <w:t xml:space="preserve">, </w:t>
      </w:r>
      <w:r w:rsidRPr="002813C1">
        <w:t>bouleversé comme il l</w:t>
      </w:r>
      <w:r w:rsidR="00B77E03">
        <w:t>’</w:t>
      </w:r>
      <w:r w:rsidRPr="002813C1">
        <w:t>était</w:t>
      </w:r>
      <w:r w:rsidR="00B77E03">
        <w:t xml:space="preserve">, </w:t>
      </w:r>
      <w:r w:rsidRPr="002813C1">
        <w:t>dévoré d</w:t>
      </w:r>
      <w:r w:rsidR="00B77E03">
        <w:t>’</w:t>
      </w:r>
      <w:r w:rsidRPr="002813C1">
        <w:t>anxiété et d</w:t>
      </w:r>
      <w:r w:rsidR="00B77E03">
        <w:t>’</w:t>
      </w:r>
      <w:r w:rsidRPr="002813C1">
        <w:t>impatience</w:t>
      </w:r>
      <w:r w:rsidR="00B77E03">
        <w:t xml:space="preserve">, </w:t>
      </w:r>
      <w:r w:rsidRPr="002813C1">
        <w:t>incapable de tenir en place</w:t>
      </w:r>
      <w:r w:rsidR="00B77E03">
        <w:t>…</w:t>
      </w:r>
    </w:p>
    <w:p w14:paraId="429FD501" w14:textId="77777777" w:rsidR="00B77E03" w:rsidRDefault="0024252B" w:rsidP="00B77E03">
      <w:r w:rsidRPr="002813C1">
        <w:t>Une voiture passait</w:t>
      </w:r>
      <w:r w:rsidR="00B77E03">
        <w:t xml:space="preserve">, </w:t>
      </w:r>
      <w:r w:rsidRPr="002813C1">
        <w:t>il la prit et se fit conduire au bois</w:t>
      </w:r>
      <w:r w:rsidR="00B77E03">
        <w:t xml:space="preserve"> ; </w:t>
      </w:r>
      <w:r w:rsidRPr="002813C1">
        <w:t>puis il revint au boulevard</w:t>
      </w:r>
      <w:r w:rsidR="00B77E03">
        <w:t xml:space="preserve">, </w:t>
      </w:r>
      <w:r w:rsidRPr="002813C1">
        <w:t xml:space="preserve">fit une partie de billard avec un des co-propriétaires de </w:t>
      </w:r>
      <w:r w:rsidRPr="002813C1">
        <w:rPr>
          <w:i/>
          <w:szCs w:val="32"/>
        </w:rPr>
        <w:t>Pompier de Nanterre</w:t>
      </w:r>
      <w:r w:rsidR="00B77E03">
        <w:t xml:space="preserve">, </w:t>
      </w:r>
      <w:r w:rsidRPr="002813C1">
        <w:t>qui le crut ivre</w:t>
      </w:r>
      <w:r w:rsidR="00B77E03">
        <w:t xml:space="preserve">, </w:t>
      </w:r>
      <w:r w:rsidRPr="002813C1">
        <w:t>et finalement</w:t>
      </w:r>
      <w:r w:rsidR="00B77E03">
        <w:t xml:space="preserve">, </w:t>
      </w:r>
      <w:r w:rsidRPr="002813C1">
        <w:t>dîna le plus longtemps possible au café Riche</w:t>
      </w:r>
      <w:r w:rsidR="00B77E03">
        <w:t>…</w:t>
      </w:r>
    </w:p>
    <w:p w14:paraId="17F1750A" w14:textId="77777777" w:rsidR="00B77E03" w:rsidRDefault="0024252B" w:rsidP="00B77E03">
      <w:r w:rsidRPr="002813C1">
        <w:t>Il achevait de humer son café quand huit heures sonnèrent</w:t>
      </w:r>
      <w:r w:rsidR="00B77E03">
        <w:t xml:space="preserve">. </w:t>
      </w:r>
      <w:r w:rsidRPr="002813C1">
        <w:t>Lestement il prit son chapeau</w:t>
      </w:r>
      <w:r w:rsidR="00B77E03">
        <w:t xml:space="preserve">, </w:t>
      </w:r>
      <w:r w:rsidRPr="002813C1">
        <w:t>enfila ses gants et courut à l</w:t>
      </w:r>
      <w:r w:rsidR="00B77E03">
        <w:t>’</w:t>
      </w:r>
      <w:r w:rsidRPr="002813C1">
        <w:t>hôtel d</w:t>
      </w:r>
      <w:r w:rsidR="00B77E03">
        <w:t>’</w:t>
      </w:r>
      <w:r w:rsidRPr="002813C1">
        <w:t>Argelès</w:t>
      </w:r>
      <w:r w:rsidR="00B77E03">
        <w:t>.</w:t>
      </w:r>
    </w:p>
    <w:p w14:paraId="6711B8B6" w14:textId="77777777" w:rsidR="00B77E03" w:rsidRDefault="00B77E03" w:rsidP="00B77E03">
      <w:r>
        <w:lastRenderedPageBreak/>
        <w:t>— </w:t>
      </w:r>
      <w:r w:rsidR="0024252B" w:rsidRPr="002813C1">
        <w:t>Madame n</w:t>
      </w:r>
      <w:r>
        <w:t>’</w:t>
      </w:r>
      <w:r w:rsidR="0024252B" w:rsidRPr="002813C1">
        <w:t>est pas encore rentrée</w:t>
      </w:r>
      <w:r>
        <w:t xml:space="preserve">, </w:t>
      </w:r>
      <w:r w:rsidR="0024252B" w:rsidRPr="002813C1">
        <w:t>répondit le concierge</w:t>
      </w:r>
      <w:r>
        <w:t xml:space="preserve">, </w:t>
      </w:r>
      <w:r w:rsidR="0024252B" w:rsidRPr="002813C1">
        <w:t>qui savait que sa maîtresse venait seulement de se lever</w:t>
      </w:r>
      <w:r>
        <w:t xml:space="preserve"> ; </w:t>
      </w:r>
      <w:r w:rsidR="0024252B" w:rsidRPr="002813C1">
        <w:t>mais je ne crois pas qu</w:t>
      </w:r>
      <w:r>
        <w:t>’</w:t>
      </w:r>
      <w:r w:rsidR="0024252B" w:rsidRPr="002813C1">
        <w:t>elle tarde</w:t>
      </w:r>
      <w:r>
        <w:t xml:space="preserve">… </w:t>
      </w:r>
      <w:r w:rsidR="0024252B" w:rsidRPr="002813C1">
        <w:t>et si Monsieur veut</w:t>
      </w:r>
      <w:r>
        <w:t>…</w:t>
      </w:r>
    </w:p>
    <w:p w14:paraId="398A47DF" w14:textId="35D7C3D5" w:rsidR="00B77E03" w:rsidRDefault="00B77E03" w:rsidP="00B77E03">
      <w:r>
        <w:t>— </w:t>
      </w:r>
      <w:r w:rsidR="0024252B" w:rsidRPr="002813C1">
        <w:t>Rien du tout</w:t>
      </w:r>
      <w:r>
        <w:t xml:space="preserve"> !… </w:t>
      </w:r>
      <w:r w:rsidR="0024252B" w:rsidRPr="002813C1">
        <w:t xml:space="preserve">répondit brusquement </w:t>
      </w:r>
      <w:r>
        <w:t>M. </w:t>
      </w:r>
      <w:proofErr w:type="spellStart"/>
      <w:r w:rsidR="0024252B" w:rsidRPr="002813C1">
        <w:t>Wilkie</w:t>
      </w:r>
      <w:proofErr w:type="spellEnd"/>
      <w:r>
        <w:t>.</w:t>
      </w:r>
    </w:p>
    <w:p w14:paraId="1572D6FC" w14:textId="77777777" w:rsidR="00B77E03" w:rsidRDefault="0024252B" w:rsidP="00B77E03">
      <w:r w:rsidRPr="002813C1">
        <w:t>Furieux</w:t>
      </w:r>
      <w:r w:rsidR="00B77E03">
        <w:t xml:space="preserve">, </w:t>
      </w:r>
      <w:r w:rsidRPr="002813C1">
        <w:t>cette fois</w:t>
      </w:r>
      <w:r w:rsidR="00B77E03">
        <w:t xml:space="preserve">, </w:t>
      </w:r>
      <w:r w:rsidRPr="002813C1">
        <w:t>il se retirait</w:t>
      </w:r>
      <w:r w:rsidR="00B77E03">
        <w:t xml:space="preserve">, </w:t>
      </w:r>
      <w:r w:rsidRPr="002813C1">
        <w:t>quand ayant par hasard traversé la rue et levé la tête</w:t>
      </w:r>
      <w:r w:rsidR="00B77E03">
        <w:t xml:space="preserve">, </w:t>
      </w:r>
      <w:r w:rsidRPr="002813C1">
        <w:t>il découvrit qu</w:t>
      </w:r>
      <w:r w:rsidR="00B77E03">
        <w:t>’</w:t>
      </w:r>
      <w:r w:rsidRPr="002813C1">
        <w:t>on allumait les salons du premier étage de l</w:t>
      </w:r>
      <w:r w:rsidR="00B77E03">
        <w:t>’</w:t>
      </w:r>
      <w:r w:rsidRPr="002813C1">
        <w:t>hôtel</w:t>
      </w:r>
      <w:r w:rsidR="00B77E03">
        <w:t xml:space="preserve">… </w:t>
      </w:r>
      <w:r w:rsidRPr="002813C1">
        <w:t>Deux des fenêtres du second étage étaient fortement éclairées</w:t>
      </w:r>
      <w:r w:rsidR="00B77E03">
        <w:t>.</w:t>
      </w:r>
    </w:p>
    <w:p w14:paraId="429C9FB5" w14:textId="77777777" w:rsidR="00B77E03" w:rsidRDefault="00B77E03" w:rsidP="00B77E03">
      <w:r>
        <w:t>— </w:t>
      </w:r>
      <w:r w:rsidR="0024252B" w:rsidRPr="002813C1">
        <w:t>Ah</w:t>
      </w:r>
      <w:r>
        <w:t xml:space="preserve"> !… </w:t>
      </w:r>
      <w:r w:rsidR="0024252B" w:rsidRPr="002813C1">
        <w:t>je la trouve mauvaise</w:t>
      </w:r>
      <w:r>
        <w:t xml:space="preserve"> !… </w:t>
      </w:r>
      <w:r w:rsidR="0024252B" w:rsidRPr="002813C1">
        <w:t>grogna l</w:t>
      </w:r>
      <w:r>
        <w:t>’</w:t>
      </w:r>
      <w:r w:rsidR="0024252B" w:rsidRPr="002813C1">
        <w:t>intelligent jeune homme</w:t>
      </w:r>
      <w:r>
        <w:t xml:space="preserve">. </w:t>
      </w:r>
      <w:r w:rsidR="0024252B" w:rsidRPr="002813C1">
        <w:t>Ce n</w:t>
      </w:r>
      <w:r>
        <w:t>’</w:t>
      </w:r>
      <w:r w:rsidR="0024252B" w:rsidRPr="002813C1">
        <w:t>est pas à moi qu</w:t>
      </w:r>
      <w:r>
        <w:t>’</w:t>
      </w:r>
      <w:r w:rsidR="0024252B" w:rsidRPr="002813C1">
        <w:t>on la fait</w:t>
      </w:r>
      <w:r>
        <w:t xml:space="preserve">, </w:t>
      </w:r>
      <w:r w:rsidR="0024252B" w:rsidRPr="002813C1">
        <w:t>celle-là</w:t>
      </w:r>
      <w:r>
        <w:t xml:space="preserve"> !… </w:t>
      </w:r>
      <w:r w:rsidR="0024252B" w:rsidRPr="002813C1">
        <w:t>Elle y est</w:t>
      </w:r>
      <w:r>
        <w:t> !…</w:t>
      </w:r>
    </w:p>
    <w:p w14:paraId="752939D7" w14:textId="1A7A4988" w:rsidR="00B77E03" w:rsidRDefault="0024252B" w:rsidP="00B77E03">
      <w:r w:rsidRPr="002813C1">
        <w:t>L</w:t>
      </w:r>
      <w:r w:rsidR="00B77E03">
        <w:t>’</w:t>
      </w:r>
      <w:r w:rsidRPr="002813C1">
        <w:t xml:space="preserve">idée lui venait que </w:t>
      </w:r>
      <w:r w:rsidR="00B77E03">
        <w:t>M</w:t>
      </w:r>
      <w:r w:rsidR="00B77E03" w:rsidRPr="00B77E03">
        <w:rPr>
          <w:vertAlign w:val="superscript"/>
        </w:rPr>
        <w:t>me</w:t>
      </w:r>
      <w:r w:rsidR="00B77E03">
        <w:t> </w:t>
      </w:r>
      <w:r w:rsidRPr="002813C1">
        <w:t>d</w:t>
      </w:r>
      <w:r w:rsidR="00B77E03">
        <w:t>’</w:t>
      </w:r>
      <w:r w:rsidRPr="002813C1">
        <w:t>Argelès l</w:t>
      </w:r>
      <w:r w:rsidR="00B77E03">
        <w:t>’</w:t>
      </w:r>
      <w:r w:rsidRPr="002813C1">
        <w:t>avait fait connaître à ses gens et qu</w:t>
      </w:r>
      <w:r w:rsidR="00B77E03">
        <w:t>’</w:t>
      </w:r>
      <w:r w:rsidRPr="002813C1">
        <w:t>il était sévèrement consigné à la porte</w:t>
      </w:r>
      <w:r w:rsidR="00B77E03">
        <w:t>.</w:t>
      </w:r>
    </w:p>
    <w:p w14:paraId="20C7E9CC" w14:textId="77777777" w:rsidR="00B77E03" w:rsidRDefault="00B77E03" w:rsidP="00B77E03">
      <w:r>
        <w:t>— </w:t>
      </w:r>
      <w:r w:rsidR="0024252B" w:rsidRPr="002813C1">
        <w:t>C</w:t>
      </w:r>
      <w:r>
        <w:t>’</w:t>
      </w:r>
      <w:r w:rsidR="0024252B" w:rsidRPr="002813C1">
        <w:t>est ce que je saurai</w:t>
      </w:r>
      <w:r>
        <w:t xml:space="preserve">, </w:t>
      </w:r>
      <w:r w:rsidR="0024252B" w:rsidRPr="002813C1">
        <w:t>pensa-t-il</w:t>
      </w:r>
      <w:r>
        <w:t xml:space="preserve">, </w:t>
      </w:r>
      <w:r w:rsidR="0024252B" w:rsidRPr="002813C1">
        <w:t>quand je devrais monter la garde ici jusqu</w:t>
      </w:r>
      <w:r>
        <w:t>’</w:t>
      </w:r>
      <w:r w:rsidR="0024252B" w:rsidRPr="002813C1">
        <w:t>à demain matin</w:t>
      </w:r>
      <w:r>
        <w:t> !…</w:t>
      </w:r>
    </w:p>
    <w:p w14:paraId="150540C6" w14:textId="77777777" w:rsidR="00B77E03" w:rsidRDefault="0024252B" w:rsidP="00B77E03">
      <w:r w:rsidRPr="002813C1">
        <w:t>Sa faction durait depuis longtemps</w:t>
      </w:r>
      <w:r w:rsidR="00B77E03">
        <w:t xml:space="preserve">, </w:t>
      </w:r>
      <w:r w:rsidRPr="002813C1">
        <w:t>quand un coupé s</w:t>
      </w:r>
      <w:r w:rsidR="00B77E03">
        <w:t>’</w:t>
      </w:r>
      <w:r w:rsidRPr="002813C1">
        <w:t>arrêta devant l</w:t>
      </w:r>
      <w:r w:rsidR="00B77E03">
        <w:t>’</w:t>
      </w:r>
      <w:r w:rsidRPr="002813C1">
        <w:t>hôtel d</w:t>
      </w:r>
      <w:r w:rsidR="00B77E03">
        <w:t>’</w:t>
      </w:r>
      <w:r w:rsidRPr="002813C1">
        <w:t>Argelès dont la porte s</w:t>
      </w:r>
      <w:r w:rsidR="00B77E03">
        <w:t>’</w:t>
      </w:r>
      <w:r w:rsidRPr="002813C1">
        <w:t>ouvrit comme par enchantement</w:t>
      </w:r>
      <w:r w:rsidR="00B77E03">
        <w:t xml:space="preserve">… </w:t>
      </w:r>
      <w:r w:rsidRPr="002813C1">
        <w:t>Le coupé tourna dans la cour</w:t>
      </w:r>
      <w:r w:rsidR="00B77E03">
        <w:t xml:space="preserve">, </w:t>
      </w:r>
      <w:r w:rsidRPr="002813C1">
        <w:t>déposa ceux qui s</w:t>
      </w:r>
      <w:r w:rsidR="00B77E03">
        <w:t>’</w:t>
      </w:r>
      <w:r w:rsidRPr="002813C1">
        <w:t>y trouvaient</w:t>
      </w:r>
      <w:r w:rsidR="00B77E03">
        <w:t xml:space="preserve">, </w:t>
      </w:r>
      <w:r w:rsidRPr="002813C1">
        <w:t>sur le perron</w:t>
      </w:r>
      <w:r w:rsidR="00B77E03">
        <w:t xml:space="preserve">, </w:t>
      </w:r>
      <w:r w:rsidRPr="002813C1">
        <w:t>et repartit</w:t>
      </w:r>
      <w:r w:rsidR="00B77E03">
        <w:t xml:space="preserve">… </w:t>
      </w:r>
      <w:r w:rsidRPr="002813C1">
        <w:t>Une seconde voiture suivit de près</w:t>
      </w:r>
      <w:r w:rsidR="00B77E03">
        <w:t xml:space="preserve">, </w:t>
      </w:r>
      <w:r w:rsidRPr="002813C1">
        <w:t>puis une troisième</w:t>
      </w:r>
      <w:r w:rsidR="00B77E03">
        <w:t xml:space="preserve">, </w:t>
      </w:r>
      <w:r w:rsidRPr="002813C1">
        <w:t>puis cinq ou six à la file</w:t>
      </w:r>
      <w:r w:rsidR="00B77E03">
        <w:t>…</w:t>
      </w:r>
    </w:p>
    <w:p w14:paraId="669AF7B3" w14:textId="2C9A11AA" w:rsidR="00B77E03" w:rsidRDefault="00B77E03" w:rsidP="00B77E03">
      <w:r>
        <w:t>— </w:t>
      </w:r>
      <w:r w:rsidR="0024252B" w:rsidRPr="002813C1">
        <w:t>Et on croit</w:t>
      </w:r>
      <w:r>
        <w:t xml:space="preserve">, </w:t>
      </w:r>
      <w:r w:rsidR="0024252B" w:rsidRPr="002813C1">
        <w:t xml:space="preserve">grommelait </w:t>
      </w:r>
      <w:r>
        <w:t>M. </w:t>
      </w:r>
      <w:proofErr w:type="spellStart"/>
      <w:r w:rsidR="0024252B" w:rsidRPr="002813C1">
        <w:t>Wilkie</w:t>
      </w:r>
      <w:proofErr w:type="spellEnd"/>
      <w:r>
        <w:t xml:space="preserve">, </w:t>
      </w:r>
      <w:r w:rsidR="0024252B" w:rsidRPr="002813C1">
        <w:t>que je vais faire le pied de grue pendant que tout le monde entre</w:t>
      </w:r>
      <w:r>
        <w:t xml:space="preserve"> !… </w:t>
      </w:r>
      <w:r w:rsidR="0024252B" w:rsidRPr="002813C1">
        <w:t>Jamais de la vie</w:t>
      </w:r>
      <w:r>
        <w:t xml:space="preserve"> !… </w:t>
      </w:r>
      <w:r w:rsidR="0024252B" w:rsidRPr="002813C1">
        <w:t>J</w:t>
      </w:r>
      <w:r>
        <w:t>’</w:t>
      </w:r>
      <w:r w:rsidR="0024252B" w:rsidRPr="002813C1">
        <w:t>ai une idée</w:t>
      </w:r>
      <w:r>
        <w:t>…</w:t>
      </w:r>
    </w:p>
    <w:p w14:paraId="1F850609" w14:textId="77777777" w:rsidR="00B77E03" w:rsidRDefault="0024252B" w:rsidP="00B77E03">
      <w:r w:rsidRPr="002813C1">
        <w:t>C</w:t>
      </w:r>
      <w:r w:rsidR="00B77E03">
        <w:t>’</w:t>
      </w:r>
      <w:r w:rsidRPr="002813C1">
        <w:t>est pourquoi</w:t>
      </w:r>
      <w:r w:rsidR="00B77E03">
        <w:t xml:space="preserve">, </w:t>
      </w:r>
      <w:r w:rsidRPr="002813C1">
        <w:t>sans réfléchir davantage</w:t>
      </w:r>
      <w:r w:rsidR="00B77E03">
        <w:t xml:space="preserve">, </w:t>
      </w:r>
      <w:r w:rsidRPr="002813C1">
        <w:t>il regagna son appartement</w:t>
      </w:r>
      <w:r w:rsidR="00B77E03">
        <w:t xml:space="preserve">, </w:t>
      </w:r>
      <w:r w:rsidRPr="002813C1">
        <w:t>revêtit sa tenue de soirée</w:t>
      </w:r>
      <w:r w:rsidR="00B77E03">
        <w:t xml:space="preserve">, </w:t>
      </w:r>
      <w:r w:rsidRPr="002813C1">
        <w:t>et envoya chercher sa voiture au mois</w:t>
      </w:r>
      <w:r w:rsidR="00B77E03">
        <w:t>.</w:t>
      </w:r>
    </w:p>
    <w:p w14:paraId="75C5CDB8" w14:textId="77777777" w:rsidR="00B77E03" w:rsidRDefault="00B77E03" w:rsidP="00B77E03">
      <w:r>
        <w:lastRenderedPageBreak/>
        <w:t>— </w:t>
      </w:r>
      <w:r w:rsidR="0024252B" w:rsidRPr="002813C1">
        <w:t>Vous allez me conduire rue de Berry</w:t>
      </w:r>
      <w:r>
        <w:t xml:space="preserve">, </w:t>
      </w:r>
      <w:r w:rsidR="0024252B" w:rsidRPr="002813C1">
        <w:t>n</w:t>
      </w:r>
      <w:r w:rsidR="0024252B" w:rsidRPr="002813C1">
        <w:rPr>
          <w:vertAlign w:val="superscript"/>
        </w:rPr>
        <w:t>o</w:t>
      </w:r>
      <w:r>
        <w:t xml:space="preserve">…, </w:t>
      </w:r>
      <w:r w:rsidR="0024252B" w:rsidRPr="002813C1">
        <w:t>dit-il au cocher</w:t>
      </w:r>
      <w:r>
        <w:t xml:space="preserve"> ; </w:t>
      </w:r>
      <w:r w:rsidR="0024252B" w:rsidRPr="002813C1">
        <w:t>il y a une soirée dans cette maison</w:t>
      </w:r>
      <w:r>
        <w:t xml:space="preserve">, </w:t>
      </w:r>
      <w:r w:rsidR="0024252B" w:rsidRPr="002813C1">
        <w:t>vous entrerez dans la cour</w:t>
      </w:r>
      <w:r>
        <w:t>…</w:t>
      </w:r>
    </w:p>
    <w:p w14:paraId="6E094AEF" w14:textId="1AD22029" w:rsidR="00B77E03" w:rsidRDefault="0024252B" w:rsidP="00B77E03">
      <w:r w:rsidRPr="002813C1">
        <w:t>Le cocher obéit</w:t>
      </w:r>
      <w:r w:rsidR="00B77E03">
        <w:t xml:space="preserve">, </w:t>
      </w:r>
      <w:r w:rsidRPr="002813C1">
        <w:t xml:space="preserve">et alors il fut prouvé à </w:t>
      </w:r>
      <w:r w:rsidR="00B77E03">
        <w:t>M. </w:t>
      </w:r>
      <w:proofErr w:type="spellStart"/>
      <w:r w:rsidRPr="002813C1">
        <w:t>Wilkie</w:t>
      </w:r>
      <w:proofErr w:type="spellEnd"/>
      <w:r w:rsidRPr="002813C1">
        <w:t xml:space="preserve"> que son idée n</w:t>
      </w:r>
      <w:r w:rsidR="00B77E03">
        <w:t>’</w:t>
      </w:r>
      <w:r w:rsidRPr="002813C1">
        <w:t>était pas bonne</w:t>
      </w:r>
      <w:r w:rsidR="00B77E03">
        <w:t xml:space="preserve">, </w:t>
      </w:r>
      <w:r w:rsidRPr="002813C1">
        <w:t>mais excellente</w:t>
      </w:r>
      <w:r w:rsidR="00B77E03">
        <w:t>.</w:t>
      </w:r>
    </w:p>
    <w:p w14:paraId="30DF8F53" w14:textId="77777777" w:rsidR="00B77E03" w:rsidRDefault="0024252B" w:rsidP="00B77E03">
      <w:r w:rsidRPr="002813C1">
        <w:t>Dès qu</w:t>
      </w:r>
      <w:r w:rsidR="00B77E03">
        <w:t>’</w:t>
      </w:r>
      <w:r w:rsidRPr="002813C1">
        <w:t>il sauta sur le perron</w:t>
      </w:r>
      <w:r w:rsidR="00B77E03">
        <w:t xml:space="preserve">, </w:t>
      </w:r>
      <w:r w:rsidRPr="002813C1">
        <w:t>on lui ouvrit la porte vitrée</w:t>
      </w:r>
      <w:r w:rsidR="00B77E03">
        <w:t xml:space="preserve">, </w:t>
      </w:r>
      <w:r w:rsidRPr="002813C1">
        <w:t>et il gravit sans encombre un bel escalier recouvert d</w:t>
      </w:r>
      <w:r w:rsidR="00B77E03">
        <w:t>’</w:t>
      </w:r>
      <w:r w:rsidRPr="002813C1">
        <w:t>un épais tapis et tout garni de fleurs</w:t>
      </w:r>
      <w:r w:rsidR="00B77E03">
        <w:t>…</w:t>
      </w:r>
    </w:p>
    <w:p w14:paraId="4F2AC6C6" w14:textId="77777777" w:rsidR="00B77E03" w:rsidRDefault="0024252B" w:rsidP="00B77E03">
      <w:r w:rsidRPr="002813C1">
        <w:t>Sur le palier du premier étage</w:t>
      </w:r>
      <w:r w:rsidR="00B77E03">
        <w:t xml:space="preserve">, </w:t>
      </w:r>
      <w:r w:rsidRPr="002813C1">
        <w:t>devant la porte des salons</w:t>
      </w:r>
      <w:r w:rsidR="00B77E03">
        <w:t xml:space="preserve">, </w:t>
      </w:r>
      <w:r w:rsidRPr="002813C1">
        <w:t>plusieurs valets de pied se tenaient</w:t>
      </w:r>
      <w:r w:rsidR="00B77E03">
        <w:t xml:space="preserve">… </w:t>
      </w:r>
      <w:r w:rsidRPr="002813C1">
        <w:t>l</w:t>
      </w:r>
      <w:r w:rsidR="00B77E03">
        <w:t>’</w:t>
      </w:r>
      <w:r w:rsidRPr="002813C1">
        <w:t>un d</w:t>
      </w:r>
      <w:r w:rsidR="00B77E03">
        <w:t>’</w:t>
      </w:r>
      <w:r w:rsidRPr="002813C1">
        <w:t>eux s</w:t>
      </w:r>
      <w:r w:rsidR="00B77E03">
        <w:t>’</w:t>
      </w:r>
      <w:r w:rsidRPr="002813C1">
        <w:t>avança pour le débarrasser de son pardessus</w:t>
      </w:r>
      <w:r w:rsidR="00B77E03">
        <w:t xml:space="preserve">, </w:t>
      </w:r>
      <w:r w:rsidRPr="002813C1">
        <w:t>mais il le repoussa</w:t>
      </w:r>
      <w:r w:rsidR="00B77E03">
        <w:t>.</w:t>
      </w:r>
    </w:p>
    <w:p w14:paraId="43A4B5A1" w14:textId="77533C12" w:rsidR="00B77E03" w:rsidRDefault="00B77E03" w:rsidP="00B77E03">
      <w:r>
        <w:t>— </w:t>
      </w:r>
      <w:r w:rsidR="0024252B" w:rsidRPr="002813C1">
        <w:t>Je ne veux pas entrer</w:t>
      </w:r>
      <w:r>
        <w:t xml:space="preserve">, </w:t>
      </w:r>
      <w:r w:rsidR="0024252B" w:rsidRPr="002813C1">
        <w:t>dit-il durement</w:t>
      </w:r>
      <w:r>
        <w:t xml:space="preserve">, </w:t>
      </w:r>
      <w:r w:rsidR="0024252B" w:rsidRPr="002813C1">
        <w:t xml:space="preserve">je veux seulement parler en particulier à </w:t>
      </w:r>
      <w:r>
        <w:t>M</w:t>
      </w:r>
      <w:r w:rsidRPr="00B77E03">
        <w:rPr>
          <w:vertAlign w:val="superscript"/>
        </w:rPr>
        <w:t>me</w:t>
      </w:r>
      <w:r>
        <w:t> </w:t>
      </w:r>
      <w:r w:rsidR="0024252B" w:rsidRPr="002813C1">
        <w:t>d</w:t>
      </w:r>
      <w:r>
        <w:t>’</w:t>
      </w:r>
      <w:r w:rsidR="0024252B" w:rsidRPr="002813C1">
        <w:t>Argelès</w:t>
      </w:r>
      <w:r>
        <w:t xml:space="preserve">… </w:t>
      </w:r>
      <w:r w:rsidR="0024252B" w:rsidRPr="002813C1">
        <w:t>Elle m</w:t>
      </w:r>
      <w:r>
        <w:t>’</w:t>
      </w:r>
      <w:r w:rsidR="0024252B" w:rsidRPr="002813C1">
        <w:t>attend</w:t>
      </w:r>
      <w:r>
        <w:t xml:space="preserve">, </w:t>
      </w:r>
      <w:r w:rsidR="0024252B" w:rsidRPr="002813C1">
        <w:t>prévenez-la</w:t>
      </w:r>
      <w:r>
        <w:t xml:space="preserve">, </w:t>
      </w:r>
      <w:r w:rsidR="0024252B" w:rsidRPr="002813C1">
        <w:t>voici ma carte</w:t>
      </w:r>
      <w:r>
        <w:t>…</w:t>
      </w:r>
    </w:p>
    <w:p w14:paraId="3712C61E" w14:textId="77777777" w:rsidR="00B77E03" w:rsidRDefault="0024252B" w:rsidP="00B77E03">
      <w:r w:rsidRPr="002813C1">
        <w:t>Le domestique hésitait</w:t>
      </w:r>
      <w:r w:rsidR="00B77E03">
        <w:t xml:space="preserve">, </w:t>
      </w:r>
      <w:r w:rsidRPr="002813C1">
        <w:t>quand Jobin</w:t>
      </w:r>
      <w:r w:rsidR="00B77E03">
        <w:t xml:space="preserve">, </w:t>
      </w:r>
      <w:r w:rsidRPr="002813C1">
        <w:t>l</w:t>
      </w:r>
      <w:r w:rsidR="00B77E03">
        <w:t>’</w:t>
      </w:r>
      <w:r w:rsidRPr="002813C1">
        <w:t>homme de confiance</w:t>
      </w:r>
      <w:r w:rsidR="00B77E03">
        <w:t xml:space="preserve">, </w:t>
      </w:r>
      <w:r w:rsidRPr="002813C1">
        <w:t>flairant peut-être quelque mystère</w:t>
      </w:r>
      <w:r w:rsidR="00B77E03">
        <w:t xml:space="preserve">, </w:t>
      </w:r>
      <w:r w:rsidRPr="002813C1">
        <w:t>s</w:t>
      </w:r>
      <w:r w:rsidR="00B77E03">
        <w:t>’</w:t>
      </w:r>
      <w:r w:rsidRPr="002813C1">
        <w:t>approcha</w:t>
      </w:r>
      <w:r w:rsidR="00B77E03">
        <w:t>.</w:t>
      </w:r>
    </w:p>
    <w:p w14:paraId="5657DF01" w14:textId="77777777" w:rsidR="00B77E03" w:rsidRDefault="00B77E03" w:rsidP="00B77E03">
      <w:r>
        <w:t>— </w:t>
      </w:r>
      <w:r w:rsidR="0024252B" w:rsidRPr="002813C1">
        <w:t>Faites passer la carte de Monsieur</w:t>
      </w:r>
      <w:r>
        <w:t xml:space="preserve">, </w:t>
      </w:r>
      <w:r w:rsidR="0024252B" w:rsidRPr="002813C1">
        <w:t>commanda-t-il</w:t>
      </w:r>
      <w:r>
        <w:t>.</w:t>
      </w:r>
    </w:p>
    <w:p w14:paraId="6B65916B" w14:textId="51E0152B" w:rsidR="00B77E03" w:rsidRDefault="0024252B" w:rsidP="00B77E03">
      <w:r w:rsidRPr="002813C1">
        <w:t>Et ouvrant à gauche de l</w:t>
      </w:r>
      <w:r w:rsidR="00B77E03">
        <w:t>’</w:t>
      </w:r>
      <w:r w:rsidRPr="002813C1">
        <w:t>escalier un petit salon d</w:t>
      </w:r>
      <w:r w:rsidR="00B77E03">
        <w:t>’</w:t>
      </w:r>
      <w:r w:rsidRPr="002813C1">
        <w:t>été éclairé par une seule lampe fort grosse</w:t>
      </w:r>
      <w:r w:rsidR="00B77E03">
        <w:t xml:space="preserve">, </w:t>
      </w:r>
      <w:r w:rsidRPr="002813C1">
        <w:t xml:space="preserve">il pria </w:t>
      </w:r>
      <w:r w:rsidR="00B77E03">
        <w:t>M. </w:t>
      </w:r>
      <w:proofErr w:type="spellStart"/>
      <w:r w:rsidRPr="002813C1">
        <w:t>Wilkie</w:t>
      </w:r>
      <w:proofErr w:type="spellEnd"/>
      <w:r w:rsidRPr="002813C1">
        <w:t xml:space="preserve"> d</w:t>
      </w:r>
      <w:r w:rsidR="00B77E03">
        <w:t>’</w:t>
      </w:r>
      <w:r w:rsidRPr="002813C1">
        <w:t>entrer</w:t>
      </w:r>
      <w:r w:rsidR="00B77E03">
        <w:t xml:space="preserve">, </w:t>
      </w:r>
      <w:r w:rsidRPr="002813C1">
        <w:t>en disant</w:t>
      </w:r>
      <w:r w:rsidR="00B77E03">
        <w:t> :</w:t>
      </w:r>
    </w:p>
    <w:p w14:paraId="3F9BA139" w14:textId="77777777" w:rsidR="00B77E03" w:rsidRDefault="00B77E03" w:rsidP="00B77E03">
      <w:r>
        <w:t>— </w:t>
      </w:r>
      <w:r w:rsidR="0024252B" w:rsidRPr="002813C1">
        <w:t>Que Monsieur prenne la peine de s</w:t>
      </w:r>
      <w:r>
        <w:t>’</w:t>
      </w:r>
      <w:r w:rsidR="0024252B" w:rsidRPr="002813C1">
        <w:t>asseoir</w:t>
      </w:r>
      <w:r>
        <w:t xml:space="preserve">, </w:t>
      </w:r>
      <w:r w:rsidR="0024252B" w:rsidRPr="002813C1">
        <w:t>Madame arrive</w:t>
      </w:r>
      <w:r>
        <w:t>.</w:t>
      </w:r>
    </w:p>
    <w:p w14:paraId="12638557" w14:textId="33498A4E" w:rsidR="00B77E03" w:rsidRDefault="00B77E03" w:rsidP="00B77E03">
      <w:r>
        <w:t>M. </w:t>
      </w:r>
      <w:proofErr w:type="spellStart"/>
      <w:r w:rsidR="0024252B" w:rsidRPr="002813C1">
        <w:t>Wilkie</w:t>
      </w:r>
      <w:proofErr w:type="spellEnd"/>
      <w:r w:rsidR="0024252B" w:rsidRPr="002813C1">
        <w:t xml:space="preserve"> s</w:t>
      </w:r>
      <w:r>
        <w:t>’</w:t>
      </w:r>
      <w:r w:rsidR="0024252B" w:rsidRPr="002813C1">
        <w:t>assit</w:t>
      </w:r>
      <w:r>
        <w:t xml:space="preserve">, </w:t>
      </w:r>
      <w:r w:rsidR="0024252B" w:rsidRPr="002813C1">
        <w:t>et véritablement il en avait besoin</w:t>
      </w:r>
      <w:r>
        <w:t>.</w:t>
      </w:r>
    </w:p>
    <w:p w14:paraId="6A47A7BD" w14:textId="77777777" w:rsidR="00B77E03" w:rsidRDefault="0024252B" w:rsidP="00B77E03">
      <w:r w:rsidRPr="002813C1">
        <w:t>Cet hôtel</w:t>
      </w:r>
      <w:r w:rsidR="00B77E03">
        <w:t xml:space="preserve">, </w:t>
      </w:r>
      <w:r w:rsidRPr="002813C1">
        <w:t>ce luxe</w:t>
      </w:r>
      <w:r w:rsidR="00B77E03">
        <w:t xml:space="preserve">, </w:t>
      </w:r>
      <w:r w:rsidRPr="002813C1">
        <w:t>ces valets</w:t>
      </w:r>
      <w:r w:rsidR="00B77E03">
        <w:t xml:space="preserve">, </w:t>
      </w:r>
      <w:r w:rsidRPr="002813C1">
        <w:t>ces lumières</w:t>
      </w:r>
      <w:r w:rsidR="00B77E03">
        <w:t xml:space="preserve">, </w:t>
      </w:r>
      <w:r w:rsidRPr="002813C1">
        <w:t>ces fleurs</w:t>
      </w:r>
      <w:r w:rsidR="00B77E03">
        <w:t xml:space="preserve">, </w:t>
      </w:r>
      <w:r w:rsidRPr="002813C1">
        <w:t>tout cela l</w:t>
      </w:r>
      <w:r w:rsidR="00B77E03">
        <w:t>’</w:t>
      </w:r>
      <w:r w:rsidRPr="002813C1">
        <w:t>impressionnait beaucoup plus qu</w:t>
      </w:r>
      <w:r w:rsidR="00B77E03">
        <w:t>’</w:t>
      </w:r>
      <w:r w:rsidRPr="002813C1">
        <w:t>il ne voulait se l</w:t>
      </w:r>
      <w:r w:rsidR="00B77E03">
        <w:t>’</w:t>
      </w:r>
      <w:r w:rsidRPr="002813C1">
        <w:t>avouer</w:t>
      </w:r>
      <w:r w:rsidR="00B77E03">
        <w:t xml:space="preserve">… </w:t>
      </w:r>
      <w:r w:rsidRPr="002813C1">
        <w:t>Et en dépit de son affectation d</w:t>
      </w:r>
      <w:r w:rsidR="00B77E03">
        <w:t>’</w:t>
      </w:r>
      <w:r w:rsidRPr="002813C1">
        <w:t>arrogance</w:t>
      </w:r>
      <w:r w:rsidR="00B77E03">
        <w:t xml:space="preserve">, </w:t>
      </w:r>
      <w:r w:rsidRPr="002813C1">
        <w:t xml:space="preserve">il </w:t>
      </w:r>
      <w:r w:rsidRPr="002813C1">
        <w:lastRenderedPageBreak/>
        <w:t>sentait vaciller le superbe aplomb qui lui était habituel</w:t>
      </w:r>
      <w:r w:rsidR="00B77E03">
        <w:t xml:space="preserve">, </w:t>
      </w:r>
      <w:r w:rsidRPr="002813C1">
        <w:t>et qui était la fleur la plus délicate de son intelligence</w:t>
      </w:r>
      <w:r w:rsidR="00B77E03">
        <w:t>…</w:t>
      </w:r>
    </w:p>
    <w:p w14:paraId="094962BC" w14:textId="77777777" w:rsidR="00B77E03" w:rsidRDefault="0024252B" w:rsidP="00B77E03">
      <w:r w:rsidRPr="002813C1">
        <w:t>Même il sentait du côté de la poitrine</w:t>
      </w:r>
      <w:r w:rsidR="00B77E03">
        <w:t xml:space="preserve">, </w:t>
      </w:r>
      <w:r w:rsidRPr="002813C1">
        <w:t>à la place du cœur</w:t>
      </w:r>
      <w:r w:rsidR="00B77E03">
        <w:t xml:space="preserve">, </w:t>
      </w:r>
      <w:r w:rsidRPr="002813C1">
        <w:t>certains mouvements extraordinaires qui ressemblaient fort à des spasmes et à des palpitations</w:t>
      </w:r>
      <w:r w:rsidR="00B77E03">
        <w:t xml:space="preserve">… </w:t>
      </w:r>
      <w:r w:rsidRPr="002813C1">
        <w:t>Pour la première fois</w:t>
      </w:r>
      <w:r w:rsidR="00B77E03">
        <w:t xml:space="preserve">, </w:t>
      </w:r>
      <w:r w:rsidRPr="002813C1">
        <w:t>il songeait que cette femme</w:t>
      </w:r>
      <w:r w:rsidR="00B77E03">
        <w:t xml:space="preserve">, </w:t>
      </w:r>
      <w:r w:rsidRPr="002813C1">
        <w:t>dont il venait bouleverser l</w:t>
      </w:r>
      <w:r w:rsidR="00B77E03">
        <w:t>’</w:t>
      </w:r>
      <w:r w:rsidRPr="002813C1">
        <w:t>existence</w:t>
      </w:r>
      <w:r w:rsidR="00B77E03">
        <w:t xml:space="preserve">, </w:t>
      </w:r>
      <w:r w:rsidRPr="002813C1">
        <w:t>n</w:t>
      </w:r>
      <w:r w:rsidR="00B77E03">
        <w:t>’</w:t>
      </w:r>
      <w:r w:rsidRPr="002813C1">
        <w:t>était pas seulement l</w:t>
      </w:r>
      <w:r w:rsidR="00B77E03">
        <w:t>’</w:t>
      </w:r>
      <w:r w:rsidRPr="002813C1">
        <w:t xml:space="preserve">héritière des millions du comte de </w:t>
      </w:r>
      <w:proofErr w:type="spellStart"/>
      <w:r w:rsidRPr="002813C1">
        <w:t>Chalusse</w:t>
      </w:r>
      <w:proofErr w:type="spellEnd"/>
      <w:r w:rsidR="00B77E03">
        <w:t xml:space="preserve">, </w:t>
      </w:r>
      <w:r w:rsidRPr="002813C1">
        <w:t>qu</w:t>
      </w:r>
      <w:r w:rsidR="00B77E03">
        <w:t>’</w:t>
      </w:r>
      <w:r w:rsidRPr="002813C1">
        <w:t>elle était aussi sa mère</w:t>
      </w:r>
      <w:r w:rsidR="00B77E03">
        <w:t xml:space="preserve">, </w:t>
      </w:r>
      <w:r w:rsidRPr="002813C1">
        <w:t>c</w:t>
      </w:r>
      <w:r w:rsidR="00B77E03">
        <w:t>’</w:t>
      </w:r>
      <w:r w:rsidRPr="002813C1">
        <w:t>est-à-dire la bonne fée dont l</w:t>
      </w:r>
      <w:r w:rsidR="00B77E03">
        <w:t>’</w:t>
      </w:r>
      <w:r w:rsidRPr="002813C1">
        <w:t>invisible protection le suivait partout depuis qu</w:t>
      </w:r>
      <w:r w:rsidR="00B77E03">
        <w:t>’</w:t>
      </w:r>
      <w:r w:rsidRPr="002813C1">
        <w:t>il était né</w:t>
      </w:r>
      <w:r w:rsidR="00B77E03">
        <w:t>…</w:t>
      </w:r>
    </w:p>
    <w:p w14:paraId="1E46A76D" w14:textId="77777777" w:rsidR="00B77E03" w:rsidRDefault="0024252B" w:rsidP="00B77E03">
      <w:r w:rsidRPr="002813C1">
        <w:t>La pensée qu</w:t>
      </w:r>
      <w:r w:rsidR="00B77E03">
        <w:t>’</w:t>
      </w:r>
      <w:r w:rsidRPr="002813C1">
        <w:t>il commettait une action atroce traversa son esprit</w:t>
      </w:r>
      <w:r w:rsidR="00B77E03">
        <w:t xml:space="preserve">… </w:t>
      </w:r>
      <w:r w:rsidRPr="002813C1">
        <w:t>Il la repoussa</w:t>
      </w:r>
      <w:r w:rsidR="00B77E03">
        <w:t xml:space="preserve">. </w:t>
      </w:r>
      <w:r w:rsidRPr="002813C1">
        <w:t>Il n</w:t>
      </w:r>
      <w:r w:rsidR="00B77E03">
        <w:t>’</w:t>
      </w:r>
      <w:r w:rsidRPr="002813C1">
        <w:t>y avait plus</w:t>
      </w:r>
      <w:r w:rsidR="00B77E03">
        <w:t xml:space="preserve">, </w:t>
      </w:r>
      <w:r w:rsidRPr="002813C1">
        <w:t>d</w:t>
      </w:r>
      <w:r w:rsidR="00B77E03">
        <w:t>’</w:t>
      </w:r>
      <w:r w:rsidRPr="002813C1">
        <w:t>ailleurs</w:t>
      </w:r>
      <w:r w:rsidR="00B77E03">
        <w:t xml:space="preserve">, </w:t>
      </w:r>
      <w:r w:rsidRPr="002813C1">
        <w:t>à reculer</w:t>
      </w:r>
      <w:r w:rsidR="00B77E03">
        <w:t xml:space="preserve">, </w:t>
      </w:r>
      <w:r w:rsidRPr="002813C1">
        <w:t>ni même à réfléchir</w:t>
      </w:r>
      <w:r w:rsidR="00B77E03">
        <w:t>.</w:t>
      </w:r>
    </w:p>
    <w:p w14:paraId="4D56DBD2" w14:textId="2E3071D0" w:rsidR="00B77E03" w:rsidRDefault="0024252B" w:rsidP="00B77E03">
      <w:r w:rsidRPr="002813C1">
        <w:t>Une porte faisant face à celle par où il était entré s</w:t>
      </w:r>
      <w:r w:rsidR="00B77E03">
        <w:t>’</w:t>
      </w:r>
      <w:r w:rsidRPr="002813C1">
        <w:t>ouvrit</w:t>
      </w:r>
      <w:r w:rsidR="00B77E03">
        <w:t>. M</w:t>
      </w:r>
      <w:r w:rsidR="00B77E03" w:rsidRPr="00B77E03">
        <w:rPr>
          <w:vertAlign w:val="superscript"/>
        </w:rPr>
        <w:t>me</w:t>
      </w:r>
      <w:r w:rsidR="00B77E03">
        <w:t> </w:t>
      </w:r>
      <w:r w:rsidRPr="002813C1">
        <w:t>d</w:t>
      </w:r>
      <w:r w:rsidR="00B77E03">
        <w:t>’</w:t>
      </w:r>
      <w:r w:rsidRPr="002813C1">
        <w:t>Argelès parut</w:t>
      </w:r>
      <w:r w:rsidR="00B77E03">
        <w:t>…</w:t>
      </w:r>
    </w:p>
    <w:p w14:paraId="4E97055F" w14:textId="77777777" w:rsidR="00B77E03" w:rsidRDefault="0024252B" w:rsidP="00B77E03">
      <w:r w:rsidRPr="002813C1">
        <w:t>Mais déjà ce n</w:t>
      </w:r>
      <w:r w:rsidR="00B77E03">
        <w:t>’</w:t>
      </w:r>
      <w:r w:rsidRPr="002813C1">
        <w:t xml:space="preserve">était plus </w:t>
      </w:r>
      <w:proofErr w:type="spellStart"/>
      <w:r w:rsidRPr="002813C1">
        <w:t>la</w:t>
      </w:r>
      <w:proofErr w:type="spellEnd"/>
      <w:r w:rsidRPr="002813C1">
        <w:t xml:space="preserve"> d</w:t>
      </w:r>
      <w:r w:rsidR="00B77E03">
        <w:t>’</w:t>
      </w:r>
      <w:r w:rsidRPr="002813C1">
        <w:t>Argelès folle de douleur et de honte dont le trouble mortel avait épouvanté ses hôtes</w:t>
      </w:r>
      <w:r w:rsidR="00B77E03">
        <w:t>.</w:t>
      </w:r>
    </w:p>
    <w:p w14:paraId="69538407" w14:textId="77777777" w:rsidR="00B77E03" w:rsidRDefault="0024252B" w:rsidP="00B77E03">
      <w:r w:rsidRPr="002813C1">
        <w:t>Pendant la minute de répit que lui avait laissée la destinée</w:t>
      </w:r>
      <w:r w:rsidR="00B77E03">
        <w:t xml:space="preserve">, </w:t>
      </w:r>
      <w:r w:rsidRPr="002813C1">
        <w:t>une de ces inspirations lui était venue</w:t>
      </w:r>
      <w:r w:rsidR="00B77E03">
        <w:t xml:space="preserve">, </w:t>
      </w:r>
      <w:r w:rsidRPr="002813C1">
        <w:t>dont l</w:t>
      </w:r>
      <w:r w:rsidR="00B77E03">
        <w:t>’</w:t>
      </w:r>
      <w:r w:rsidRPr="002813C1">
        <w:t>audace</w:t>
      </w:r>
      <w:r w:rsidR="00B77E03">
        <w:t xml:space="preserve">, </w:t>
      </w:r>
      <w:r w:rsidRPr="002813C1">
        <w:t>en cas de succès</w:t>
      </w:r>
      <w:r w:rsidR="00B77E03">
        <w:t xml:space="preserve">, </w:t>
      </w:r>
      <w:r w:rsidRPr="002813C1">
        <w:t>rétablit les situations les plus compromises</w:t>
      </w:r>
      <w:r w:rsidR="00B77E03">
        <w:t>.</w:t>
      </w:r>
    </w:p>
    <w:p w14:paraId="57D6C1D0" w14:textId="77777777" w:rsidR="00B77E03" w:rsidRDefault="0024252B" w:rsidP="00B77E03">
      <w:r w:rsidRPr="002813C1">
        <w:t>Elle crut que son salut dépendait peut-être de son sang-froid</w:t>
      </w:r>
      <w:r w:rsidR="00B77E03">
        <w:t>.</w:t>
      </w:r>
    </w:p>
    <w:p w14:paraId="08BE5AE4" w14:textId="77777777" w:rsidR="00B77E03" w:rsidRDefault="0024252B" w:rsidP="00B77E03">
      <w:r w:rsidRPr="002813C1">
        <w:t>Rassemblant donc en un suprême et sublime effort tout ce qu</w:t>
      </w:r>
      <w:r w:rsidR="00B77E03">
        <w:t>’</w:t>
      </w:r>
      <w:r w:rsidRPr="002813C1">
        <w:t>il y avait en elle d</w:t>
      </w:r>
      <w:r w:rsidR="00B77E03">
        <w:t>’</w:t>
      </w:r>
      <w:r w:rsidRPr="002813C1">
        <w:t>énergie et de volonté</w:t>
      </w:r>
      <w:r w:rsidR="00B77E03">
        <w:t xml:space="preserve">, </w:t>
      </w:r>
      <w:r w:rsidRPr="002813C1">
        <w:t>elle maîtrisa son désespoir et dompta le trouble de ses pensées</w:t>
      </w:r>
      <w:r w:rsidR="00B77E03">
        <w:t xml:space="preserve">, </w:t>
      </w:r>
      <w:r w:rsidRPr="002813C1">
        <w:t>pareille à celui qui</w:t>
      </w:r>
      <w:r w:rsidR="00B77E03">
        <w:t xml:space="preserve">, </w:t>
      </w:r>
      <w:r w:rsidRPr="002813C1">
        <w:t>côtoyant l</w:t>
      </w:r>
      <w:r w:rsidR="00B77E03">
        <w:t>’</w:t>
      </w:r>
      <w:r w:rsidRPr="002813C1">
        <w:t>abîme</w:t>
      </w:r>
      <w:r w:rsidR="00B77E03">
        <w:t xml:space="preserve">, </w:t>
      </w:r>
      <w:r w:rsidRPr="002813C1">
        <w:t>se raidit contre le vertige</w:t>
      </w:r>
      <w:r w:rsidR="00B77E03">
        <w:t>.</w:t>
      </w:r>
    </w:p>
    <w:p w14:paraId="7D5B6219" w14:textId="77777777" w:rsidR="00B77E03" w:rsidRDefault="0024252B" w:rsidP="00B77E03">
      <w:r w:rsidRPr="002813C1">
        <w:t>Et elle réussit à paraître calme</w:t>
      </w:r>
      <w:r w:rsidR="00B77E03">
        <w:t xml:space="preserve">, </w:t>
      </w:r>
      <w:r w:rsidRPr="002813C1">
        <w:t>railleuse</w:t>
      </w:r>
      <w:r w:rsidR="00B77E03">
        <w:t xml:space="preserve">, </w:t>
      </w:r>
      <w:r w:rsidRPr="002813C1">
        <w:t>hautaine</w:t>
      </w:r>
      <w:r w:rsidR="00B77E03">
        <w:t xml:space="preserve">, </w:t>
      </w:r>
      <w:r w:rsidRPr="002813C1">
        <w:t>et de marbre</w:t>
      </w:r>
      <w:r w:rsidR="00B77E03">
        <w:t>.</w:t>
      </w:r>
    </w:p>
    <w:p w14:paraId="6D568610" w14:textId="77777777" w:rsidR="00B77E03" w:rsidRDefault="00B77E03" w:rsidP="00B77E03">
      <w:r>
        <w:lastRenderedPageBreak/>
        <w:t>— </w:t>
      </w:r>
      <w:r w:rsidR="0024252B" w:rsidRPr="002813C1">
        <w:t>C</w:t>
      </w:r>
      <w:r>
        <w:t>’</w:t>
      </w:r>
      <w:r w:rsidR="0024252B" w:rsidRPr="002813C1">
        <w:t>est vous</w:t>
      </w:r>
      <w:r>
        <w:t xml:space="preserve">, </w:t>
      </w:r>
      <w:r w:rsidR="0024252B" w:rsidRPr="002813C1">
        <w:t>monsieur</w:t>
      </w:r>
      <w:r>
        <w:t xml:space="preserve">, </w:t>
      </w:r>
      <w:r w:rsidR="0024252B" w:rsidRPr="002813C1">
        <w:t>demanda-t-elle</w:t>
      </w:r>
      <w:r>
        <w:t xml:space="preserve">, </w:t>
      </w:r>
      <w:r w:rsidR="0024252B" w:rsidRPr="002813C1">
        <w:t>qui m</w:t>
      </w:r>
      <w:r>
        <w:t>’</w:t>
      </w:r>
      <w:r w:rsidR="0024252B" w:rsidRPr="002813C1">
        <w:t>avez fait passer cette carte</w:t>
      </w:r>
      <w:r>
        <w:t> ?</w:t>
      </w:r>
    </w:p>
    <w:p w14:paraId="68DDFADB" w14:textId="1C30367F" w:rsidR="00B77E03" w:rsidRDefault="0024252B" w:rsidP="00B77E03">
      <w:r w:rsidRPr="002813C1">
        <w:t>Tout décontenancé</w:t>
      </w:r>
      <w:r w:rsidR="00B77E03">
        <w:t>, M. </w:t>
      </w:r>
      <w:proofErr w:type="spellStart"/>
      <w:r w:rsidRPr="002813C1">
        <w:t>Wilkie</w:t>
      </w:r>
      <w:proofErr w:type="spellEnd"/>
      <w:r w:rsidRPr="002813C1">
        <w:t xml:space="preserve"> ne sut que s</w:t>
      </w:r>
      <w:r w:rsidR="00B77E03">
        <w:t>’</w:t>
      </w:r>
      <w:r w:rsidRPr="002813C1">
        <w:t>incliner</w:t>
      </w:r>
      <w:r w:rsidR="00B77E03">
        <w:t xml:space="preserve">, </w:t>
      </w:r>
      <w:r w:rsidRPr="002813C1">
        <w:t>en bredouillant une réponse à peine intelligible</w:t>
      </w:r>
      <w:r w:rsidR="00B77E03">
        <w:t> :</w:t>
      </w:r>
    </w:p>
    <w:p w14:paraId="031DFF22" w14:textId="77777777" w:rsidR="00B77E03" w:rsidRDefault="00B77E03" w:rsidP="00B77E03">
      <w:r>
        <w:t>— </w:t>
      </w:r>
      <w:r w:rsidR="0024252B" w:rsidRPr="002813C1">
        <w:t>Excusez-moi</w:t>
      </w:r>
      <w:r>
        <w:t xml:space="preserve"> ! </w:t>
      </w:r>
      <w:r w:rsidR="0024252B" w:rsidRPr="002813C1">
        <w:t>Désolé</w:t>
      </w:r>
      <w:r>
        <w:t xml:space="preserve">, </w:t>
      </w:r>
      <w:r w:rsidR="0024252B" w:rsidRPr="002813C1">
        <w:t>parole sacrée</w:t>
      </w:r>
      <w:r>
        <w:t xml:space="preserve"> !… </w:t>
      </w:r>
      <w:r w:rsidR="0024252B" w:rsidRPr="002813C1">
        <w:t>Je vous dérange peut-être</w:t>
      </w:r>
      <w:r>
        <w:t>.</w:t>
      </w:r>
    </w:p>
    <w:p w14:paraId="518F0412" w14:textId="6B26C0FE" w:rsidR="00B77E03" w:rsidRDefault="00B77E03" w:rsidP="00B77E03">
      <w:r>
        <w:t>— </w:t>
      </w:r>
      <w:r w:rsidR="0024252B" w:rsidRPr="002813C1">
        <w:t>Vous êtes</w:t>
      </w:r>
      <w:r>
        <w:t xml:space="preserve">, </w:t>
      </w:r>
      <w:r w:rsidR="0024252B" w:rsidRPr="002813C1">
        <w:t xml:space="preserve">interrompit </w:t>
      </w:r>
      <w:r>
        <w:t>M</w:t>
      </w:r>
      <w:r w:rsidRPr="00B77E03">
        <w:rPr>
          <w:vertAlign w:val="superscript"/>
        </w:rPr>
        <w:t>me</w:t>
      </w:r>
      <w:r>
        <w:t> </w:t>
      </w:r>
      <w:r w:rsidR="0024252B" w:rsidRPr="002813C1">
        <w:t>d</w:t>
      </w:r>
      <w:r>
        <w:t>’</w:t>
      </w:r>
      <w:r w:rsidR="0024252B" w:rsidRPr="002813C1">
        <w:t>Argelès</w:t>
      </w:r>
      <w:r>
        <w:t xml:space="preserve">, </w:t>
      </w:r>
      <w:r w:rsidR="0024252B" w:rsidRPr="002813C1">
        <w:t>d</w:t>
      </w:r>
      <w:r>
        <w:t>’</w:t>
      </w:r>
      <w:r w:rsidR="0024252B" w:rsidRPr="002813C1">
        <w:t>un ton où le dédain le disputait à l</w:t>
      </w:r>
      <w:r>
        <w:t>’</w:t>
      </w:r>
      <w:r w:rsidR="0024252B" w:rsidRPr="002813C1">
        <w:t>ironie</w:t>
      </w:r>
      <w:r>
        <w:t xml:space="preserve">, </w:t>
      </w:r>
      <w:r w:rsidR="0024252B" w:rsidRPr="002813C1">
        <w:t xml:space="preserve">vous êtes </w:t>
      </w:r>
      <w:r>
        <w:t>M. </w:t>
      </w:r>
      <w:proofErr w:type="spellStart"/>
      <w:r w:rsidR="0024252B" w:rsidRPr="002813C1">
        <w:t>Wilkie</w:t>
      </w:r>
      <w:proofErr w:type="spellEnd"/>
      <w:r>
        <w:t xml:space="preserve">, </w:t>
      </w:r>
      <w:r w:rsidR="0024252B" w:rsidRPr="002813C1">
        <w:t>de</w:t>
      </w:r>
      <w:r>
        <w:t>… « </w:t>
      </w:r>
      <w:r w:rsidR="0024252B" w:rsidRPr="002813C1">
        <w:t>l</w:t>
      </w:r>
      <w:r>
        <w:t>’</w:t>
      </w:r>
      <w:r w:rsidR="0024252B" w:rsidRPr="002813C1">
        <w:t>école des haras</w:t>
      </w:r>
      <w:r>
        <w:t>. »</w:t>
      </w:r>
    </w:p>
    <w:p w14:paraId="6B3707FA" w14:textId="5C1646BE" w:rsidR="00B77E03" w:rsidRDefault="0024252B" w:rsidP="00B77E03">
      <w:r w:rsidRPr="002813C1">
        <w:t>C</w:t>
      </w:r>
      <w:r w:rsidR="00B77E03">
        <w:t>’</w:t>
      </w:r>
      <w:r w:rsidRPr="002813C1">
        <w:t>est qu</w:t>
      </w:r>
      <w:r w:rsidR="00B77E03">
        <w:t>’</w:t>
      </w:r>
      <w:r w:rsidRPr="002813C1">
        <w:t>il y avait cela</w:t>
      </w:r>
      <w:r w:rsidR="00B77E03">
        <w:t xml:space="preserve">, </w:t>
      </w:r>
      <w:r w:rsidRPr="002813C1">
        <w:t>en effet</w:t>
      </w:r>
      <w:r w:rsidR="00B77E03">
        <w:t xml:space="preserve">, </w:t>
      </w:r>
      <w:r w:rsidRPr="002813C1">
        <w:t>sur les cartes de visite de l</w:t>
      </w:r>
      <w:r w:rsidR="00B77E03">
        <w:t>’</w:t>
      </w:r>
      <w:r w:rsidRPr="002813C1">
        <w:t>intéressant jeune homme</w:t>
      </w:r>
      <w:r w:rsidR="00B77E03">
        <w:t>. « </w:t>
      </w:r>
      <w:r w:rsidRPr="002813C1">
        <w:t>Étudiant en droit</w:t>
      </w:r>
      <w:r w:rsidR="00B77E03">
        <w:t> »</w:t>
      </w:r>
      <w:r w:rsidRPr="002813C1">
        <w:t xml:space="preserve"> lui avait paru bourgeois et mesquin</w:t>
      </w:r>
      <w:r w:rsidR="00B77E03">
        <w:t xml:space="preserve">, </w:t>
      </w:r>
      <w:r w:rsidRPr="002813C1">
        <w:t>et après de longues méditations</w:t>
      </w:r>
      <w:r w:rsidR="00B77E03">
        <w:t xml:space="preserve">, </w:t>
      </w:r>
      <w:r w:rsidRPr="002813C1">
        <w:t>il avait trouvé ce triomphant qualificatif</w:t>
      </w:r>
      <w:r w:rsidR="00B77E03">
        <w:t> : « </w:t>
      </w:r>
      <w:r w:rsidRPr="002813C1">
        <w:t>de l</w:t>
      </w:r>
      <w:r w:rsidR="00B77E03">
        <w:t>’</w:t>
      </w:r>
      <w:r w:rsidRPr="002813C1">
        <w:t>école des haras</w:t>
      </w:r>
      <w:r w:rsidR="00B77E03">
        <w:t>. »</w:t>
      </w:r>
      <w:r w:rsidRPr="002813C1">
        <w:t xml:space="preserve"> De qui</w:t>
      </w:r>
      <w:r w:rsidR="00B77E03">
        <w:t xml:space="preserve"> ? </w:t>
      </w:r>
      <w:r w:rsidRPr="002813C1">
        <w:t>de quoi</w:t>
      </w:r>
      <w:r w:rsidR="00B77E03">
        <w:t xml:space="preserve"> ? </w:t>
      </w:r>
      <w:r w:rsidRPr="002813C1">
        <w:t>comment</w:t>
      </w:r>
      <w:r w:rsidR="00B77E03">
        <w:t xml:space="preserve"> ! </w:t>
      </w:r>
      <w:r w:rsidRPr="002813C1">
        <w:t>Qu</w:t>
      </w:r>
      <w:r w:rsidR="00B77E03">
        <w:t>’</w:t>
      </w:r>
      <w:r w:rsidRPr="002813C1">
        <w:t>est-ce-que cela voulait dire</w:t>
      </w:r>
      <w:r w:rsidR="00B77E03">
        <w:t xml:space="preserve"> ? </w:t>
      </w:r>
      <w:r w:rsidRPr="002813C1">
        <w:t>Il ne le savait certes pas</w:t>
      </w:r>
      <w:r w:rsidR="00B77E03">
        <w:t xml:space="preserve">. </w:t>
      </w:r>
      <w:r w:rsidRPr="002813C1">
        <w:t>Mais il estimait que cela faisait bien et le posait</w:t>
      </w:r>
      <w:r w:rsidR="00B77E03">
        <w:t xml:space="preserve">. </w:t>
      </w:r>
      <w:r w:rsidRPr="002813C1">
        <w:t>École des haras</w:t>
      </w:r>
      <w:r w:rsidR="00B77E03">
        <w:t xml:space="preserve">, </w:t>
      </w:r>
      <w:r w:rsidRPr="002813C1">
        <w:t>chevaux</w:t>
      </w:r>
      <w:r w:rsidR="00B77E03">
        <w:t xml:space="preserve">, </w:t>
      </w:r>
      <w:r w:rsidRPr="002813C1">
        <w:t>courses</w:t>
      </w:r>
      <w:r w:rsidR="00B77E03">
        <w:t xml:space="preserve">, </w:t>
      </w:r>
      <w:r w:rsidRPr="002813C1">
        <w:t>jockey</w:t>
      </w:r>
      <w:r w:rsidR="00B77E03">
        <w:t xml:space="preserve">, </w:t>
      </w:r>
      <w:r w:rsidRPr="002813C1">
        <w:rPr>
          <w:i/>
          <w:szCs w:val="32"/>
        </w:rPr>
        <w:t>Pompier de Nanterre</w:t>
      </w:r>
      <w:r w:rsidR="00B77E03">
        <w:t xml:space="preserve">… </w:t>
      </w:r>
      <w:r w:rsidRPr="002813C1">
        <w:t>tout cela se tenait</w:t>
      </w:r>
      <w:r w:rsidR="00B77E03">
        <w:t xml:space="preserve">. </w:t>
      </w:r>
      <w:r w:rsidRPr="002813C1">
        <w:t>La logique des gens d</w:t>
      </w:r>
      <w:r w:rsidR="00B77E03">
        <w:t>’</w:t>
      </w:r>
      <w:r w:rsidRPr="002813C1">
        <w:t xml:space="preserve">esprit tels que </w:t>
      </w:r>
      <w:r w:rsidR="00B77E03">
        <w:t>M. </w:t>
      </w:r>
      <w:proofErr w:type="spellStart"/>
      <w:r w:rsidRPr="002813C1">
        <w:t>Wilkie</w:t>
      </w:r>
      <w:proofErr w:type="spellEnd"/>
      <w:r w:rsidRPr="002813C1">
        <w:t xml:space="preserve"> est implacable</w:t>
      </w:r>
      <w:r w:rsidR="00B77E03">
        <w:t>.</w:t>
      </w:r>
    </w:p>
    <w:p w14:paraId="7D226353" w14:textId="180B677B" w:rsidR="00B77E03" w:rsidRDefault="00B77E03" w:rsidP="00B77E03">
      <w:r>
        <w:t>— </w:t>
      </w:r>
      <w:r w:rsidR="0024252B" w:rsidRPr="002813C1">
        <w:t>Mon Dieu</w:t>
      </w:r>
      <w:r>
        <w:t xml:space="preserve">, </w:t>
      </w:r>
      <w:r w:rsidR="0024252B" w:rsidRPr="002813C1">
        <w:t>oui</w:t>
      </w:r>
      <w:r>
        <w:t xml:space="preserve">, </w:t>
      </w:r>
      <w:r w:rsidR="0024252B" w:rsidRPr="002813C1">
        <w:t>répondit-il en appuyant avec affectation sur son nom</w:t>
      </w:r>
      <w:r>
        <w:t xml:space="preserve">, </w:t>
      </w:r>
      <w:r w:rsidR="0024252B" w:rsidRPr="002813C1">
        <w:t xml:space="preserve">je suis </w:t>
      </w:r>
      <w:r>
        <w:t>M. </w:t>
      </w:r>
      <w:proofErr w:type="spellStart"/>
      <w:r w:rsidR="0024252B" w:rsidRPr="002813C1">
        <w:t>Wilkie</w:t>
      </w:r>
      <w:proofErr w:type="spellEnd"/>
      <w:r>
        <w:t>.</w:t>
      </w:r>
    </w:p>
    <w:p w14:paraId="3B3CB227" w14:textId="4B477977" w:rsidR="00B77E03" w:rsidRDefault="00B77E03" w:rsidP="00B77E03">
      <w:r>
        <w:t>— </w:t>
      </w:r>
      <w:r w:rsidR="0024252B" w:rsidRPr="002813C1">
        <w:t>Vous avez à me parler</w:t>
      </w:r>
      <w:r>
        <w:t xml:space="preserve"> ? </w:t>
      </w:r>
      <w:r w:rsidR="0024252B" w:rsidRPr="002813C1">
        <w:t xml:space="preserve">fit </w:t>
      </w:r>
      <w:r>
        <w:t>M</w:t>
      </w:r>
      <w:r w:rsidRPr="00B77E03">
        <w:rPr>
          <w:vertAlign w:val="superscript"/>
        </w:rPr>
        <w:t>me</w:t>
      </w:r>
      <w:r>
        <w:t> </w:t>
      </w:r>
      <w:r w:rsidR="0024252B" w:rsidRPr="002813C1">
        <w:t>d</w:t>
      </w:r>
      <w:r>
        <w:t>’</w:t>
      </w:r>
      <w:r w:rsidR="0024252B" w:rsidRPr="002813C1">
        <w:t>Argelès d</w:t>
      </w:r>
      <w:r>
        <w:t>’</w:t>
      </w:r>
      <w:r w:rsidR="0024252B" w:rsidRPr="002813C1">
        <w:t>un ton sec</w:t>
      </w:r>
      <w:r>
        <w:t>.</w:t>
      </w:r>
    </w:p>
    <w:p w14:paraId="55A93DAB" w14:textId="77777777" w:rsidR="00B77E03" w:rsidRDefault="00B77E03" w:rsidP="00B77E03">
      <w:r>
        <w:t>— </w:t>
      </w:r>
      <w:r w:rsidR="0024252B" w:rsidRPr="002813C1">
        <w:t>En effet</w:t>
      </w:r>
      <w:r>
        <w:t xml:space="preserve">, </w:t>
      </w:r>
      <w:r w:rsidR="0024252B" w:rsidRPr="002813C1">
        <w:t>je voudrais</w:t>
      </w:r>
      <w:r>
        <w:t>…</w:t>
      </w:r>
    </w:p>
    <w:p w14:paraId="6502E96D" w14:textId="77777777" w:rsidR="00B77E03" w:rsidRDefault="00B77E03" w:rsidP="00B77E03">
      <w:r>
        <w:t>— </w:t>
      </w:r>
      <w:r w:rsidR="0024252B" w:rsidRPr="002813C1">
        <w:t>Eh bien</w:t>
      </w:r>
      <w:r>
        <w:t xml:space="preserve"> !… </w:t>
      </w:r>
      <w:r w:rsidR="0024252B" w:rsidRPr="002813C1">
        <w:t>je vous écoute</w:t>
      </w:r>
      <w:r>
        <w:t xml:space="preserve">, </w:t>
      </w:r>
      <w:r w:rsidR="0024252B" w:rsidRPr="002813C1">
        <w:t>quoique votre moment soit assez mal choisi</w:t>
      </w:r>
      <w:r>
        <w:t xml:space="preserve">, </w:t>
      </w:r>
      <w:r w:rsidR="0024252B" w:rsidRPr="002813C1">
        <w:t>en vérité</w:t>
      </w:r>
      <w:r>
        <w:t xml:space="preserve">… </w:t>
      </w:r>
      <w:r w:rsidR="0024252B" w:rsidRPr="002813C1">
        <w:t>J</w:t>
      </w:r>
      <w:r>
        <w:t>’</w:t>
      </w:r>
      <w:r w:rsidR="0024252B" w:rsidRPr="002813C1">
        <w:t>ai quatre-vingts personnes chez moi</w:t>
      </w:r>
      <w:r>
        <w:t xml:space="preserve">. </w:t>
      </w:r>
      <w:r w:rsidR="0024252B" w:rsidRPr="002813C1">
        <w:t>Enfin</w:t>
      </w:r>
      <w:r>
        <w:t xml:space="preserve">, </w:t>
      </w:r>
      <w:r w:rsidR="0024252B" w:rsidRPr="002813C1">
        <w:t>parlez</w:t>
      </w:r>
      <w:r>
        <w:t> !…</w:t>
      </w:r>
    </w:p>
    <w:p w14:paraId="17C8A9CD" w14:textId="3B86B762" w:rsidR="00B77E03" w:rsidRDefault="0024252B" w:rsidP="00B77E03">
      <w:r w:rsidRPr="002813C1">
        <w:t>Parlez</w:t>
      </w:r>
      <w:r w:rsidR="00B77E03">
        <w:t xml:space="preserve"> !… </w:t>
      </w:r>
      <w:r w:rsidRPr="002813C1">
        <w:t>c</w:t>
      </w:r>
      <w:r w:rsidR="00B77E03">
        <w:t>’</w:t>
      </w:r>
      <w:r w:rsidRPr="002813C1">
        <w:t>était facile à dire</w:t>
      </w:r>
      <w:r w:rsidR="00B77E03">
        <w:t xml:space="preserve">. </w:t>
      </w:r>
      <w:r w:rsidRPr="002813C1">
        <w:t xml:space="preserve">Le malheur est que </w:t>
      </w:r>
      <w:r w:rsidR="00B77E03">
        <w:t>M. </w:t>
      </w:r>
      <w:proofErr w:type="spellStart"/>
      <w:r w:rsidRPr="002813C1">
        <w:t>Wilkie</w:t>
      </w:r>
      <w:proofErr w:type="spellEnd"/>
      <w:r w:rsidRPr="002813C1">
        <w:t xml:space="preserve"> ne pouvait articuler une syllabe</w:t>
      </w:r>
      <w:r w:rsidR="00B77E03">
        <w:t xml:space="preserve">. </w:t>
      </w:r>
      <w:r w:rsidRPr="002813C1">
        <w:t>Sa langue</w:t>
      </w:r>
      <w:r w:rsidR="00B77E03">
        <w:t xml:space="preserve">, </w:t>
      </w:r>
      <w:r w:rsidRPr="002813C1">
        <w:t>sèche</w:t>
      </w:r>
      <w:r w:rsidR="00B77E03">
        <w:t xml:space="preserve">, </w:t>
      </w:r>
      <w:r w:rsidRPr="002813C1">
        <w:t xml:space="preserve">était </w:t>
      </w:r>
      <w:r w:rsidRPr="002813C1">
        <w:lastRenderedPageBreak/>
        <w:t>comme paralysée</w:t>
      </w:r>
      <w:r w:rsidR="00B77E03">
        <w:t xml:space="preserve">, </w:t>
      </w:r>
      <w:r w:rsidRPr="002813C1">
        <w:t>il lui semblait que c</w:t>
      </w:r>
      <w:r w:rsidR="00B77E03">
        <w:t>’</w:t>
      </w:r>
      <w:r w:rsidRPr="002813C1">
        <w:t>était du sable qu</w:t>
      </w:r>
      <w:r w:rsidR="00B77E03">
        <w:t>’</w:t>
      </w:r>
      <w:r w:rsidRPr="002813C1">
        <w:t>il avait dans la bouche en guise de salive</w:t>
      </w:r>
      <w:r w:rsidR="00B77E03">
        <w:t>.</w:t>
      </w:r>
    </w:p>
    <w:p w14:paraId="53A3B207" w14:textId="77777777" w:rsidR="00B77E03" w:rsidRDefault="0024252B" w:rsidP="00B77E03">
      <w:r w:rsidRPr="002813C1">
        <w:t>D</w:t>
      </w:r>
      <w:r w:rsidR="00B77E03">
        <w:t>’</w:t>
      </w:r>
      <w:r w:rsidRPr="002813C1">
        <w:t>un mouvement machinal</w:t>
      </w:r>
      <w:r w:rsidR="00B77E03">
        <w:t xml:space="preserve">, </w:t>
      </w:r>
      <w:r w:rsidRPr="002813C1">
        <w:t>il passait et repassait le doigt entre son cou et son large faux-col</w:t>
      </w:r>
      <w:r w:rsidR="00B77E03">
        <w:t xml:space="preserve"> ; </w:t>
      </w:r>
      <w:r w:rsidRPr="002813C1">
        <w:t>cela donnait du jeu à sa cravate</w:t>
      </w:r>
      <w:r w:rsidR="00B77E03">
        <w:t xml:space="preserve">, </w:t>
      </w:r>
      <w:r w:rsidRPr="002813C1">
        <w:t>les paroles n</w:t>
      </w:r>
      <w:r w:rsidR="00B77E03">
        <w:t>’</w:t>
      </w:r>
      <w:r w:rsidRPr="002813C1">
        <w:t>en sortaient pas plus aisément de son gosier</w:t>
      </w:r>
      <w:r w:rsidR="00B77E03">
        <w:t>…</w:t>
      </w:r>
    </w:p>
    <w:p w14:paraId="53736ED1" w14:textId="02B8FA55" w:rsidR="00B77E03" w:rsidRDefault="0024252B" w:rsidP="00B77E03">
      <w:r w:rsidRPr="002813C1">
        <w:t>C</w:t>
      </w:r>
      <w:r w:rsidR="00B77E03">
        <w:t>’</w:t>
      </w:r>
      <w:r w:rsidRPr="002813C1">
        <w:t>est qu</w:t>
      </w:r>
      <w:r w:rsidR="00B77E03">
        <w:t>’</w:t>
      </w:r>
      <w:r w:rsidRPr="002813C1">
        <w:t>il s</w:t>
      </w:r>
      <w:r w:rsidR="00B77E03">
        <w:t>’</w:t>
      </w:r>
      <w:r w:rsidRPr="002813C1">
        <w:t xml:space="preserve">était imaginé </w:t>
      </w:r>
      <w:r w:rsidR="00B77E03">
        <w:t>M</w:t>
      </w:r>
      <w:r w:rsidR="00B77E03" w:rsidRPr="00B77E03">
        <w:rPr>
          <w:vertAlign w:val="superscript"/>
        </w:rPr>
        <w:t>me</w:t>
      </w:r>
      <w:r w:rsidR="00B77E03">
        <w:t> </w:t>
      </w:r>
      <w:r w:rsidRPr="002813C1">
        <w:t>d</w:t>
      </w:r>
      <w:r w:rsidR="00B77E03">
        <w:t>’</w:t>
      </w:r>
      <w:r w:rsidRPr="002813C1">
        <w:t>Argelès tout autre</w:t>
      </w:r>
      <w:r w:rsidR="00B77E03">
        <w:t xml:space="preserve">… </w:t>
      </w:r>
      <w:r w:rsidRPr="002813C1">
        <w:t>Il s</w:t>
      </w:r>
      <w:r w:rsidR="00B77E03">
        <w:t>’</w:t>
      </w:r>
      <w:r w:rsidRPr="002813C1">
        <w:t>était figuré qu</w:t>
      </w:r>
      <w:r w:rsidR="00B77E03">
        <w:t>’</w:t>
      </w:r>
      <w:r w:rsidRPr="002813C1">
        <w:t>il aurait affaire à quelque farceuse à cheveux jaunes comme il en connaissait</w:t>
      </w:r>
      <w:r w:rsidR="00B77E03">
        <w:t>…</w:t>
      </w:r>
    </w:p>
    <w:p w14:paraId="3F0E9F18" w14:textId="49F191CE" w:rsidR="00B77E03" w:rsidRDefault="0024252B" w:rsidP="00B77E03">
      <w:r w:rsidRPr="002813C1">
        <w:t>Et pas du tout il trouvait une femme extraordinairement fière et imposante</w:t>
      </w:r>
      <w:r w:rsidR="00B77E03">
        <w:t xml:space="preserve">, </w:t>
      </w:r>
      <w:r w:rsidRPr="002813C1">
        <w:t xml:space="preserve">qui pour employer son vocabulaire </w:t>
      </w:r>
      <w:r w:rsidR="00B77E03">
        <w:t>« </w:t>
      </w:r>
      <w:r w:rsidRPr="002813C1">
        <w:t>l</w:t>
      </w:r>
      <w:r w:rsidR="00B77E03">
        <w:t>’</w:t>
      </w:r>
      <w:r w:rsidRPr="002813C1">
        <w:t>épatait net</w:t>
      </w:r>
      <w:r w:rsidR="00B77E03">
        <w:t>. »</w:t>
      </w:r>
    </w:p>
    <w:p w14:paraId="5821915E" w14:textId="77777777" w:rsidR="00B77E03" w:rsidRDefault="00B77E03" w:rsidP="00B77E03">
      <w:r>
        <w:t>— </w:t>
      </w:r>
      <w:r w:rsidR="0024252B" w:rsidRPr="002813C1">
        <w:t>Je vais vous dire</w:t>
      </w:r>
      <w:r>
        <w:t xml:space="preserve">, </w:t>
      </w:r>
      <w:r w:rsidR="0024252B" w:rsidRPr="002813C1">
        <w:t>répétait-il</w:t>
      </w:r>
      <w:r>
        <w:t xml:space="preserve">, </w:t>
      </w:r>
      <w:r w:rsidR="0024252B" w:rsidRPr="002813C1">
        <w:t>je vais vous dire</w:t>
      </w:r>
      <w:r>
        <w:t>…</w:t>
      </w:r>
    </w:p>
    <w:p w14:paraId="1C398EF5" w14:textId="77777777" w:rsidR="00B77E03" w:rsidRDefault="0024252B" w:rsidP="00B77E03">
      <w:r w:rsidRPr="002813C1">
        <w:t>Mais la phrase qu</w:t>
      </w:r>
      <w:r w:rsidR="00B77E03">
        <w:t>’</w:t>
      </w:r>
      <w:r w:rsidRPr="002813C1">
        <w:t>il cherchait ne venait pas</w:t>
      </w:r>
      <w:r w:rsidR="00B77E03">
        <w:t xml:space="preserve">, </w:t>
      </w:r>
      <w:r w:rsidRPr="002813C1">
        <w:t>si bien qu</w:t>
      </w:r>
      <w:r w:rsidR="00B77E03">
        <w:t>’</w:t>
      </w:r>
      <w:r w:rsidRPr="002813C1">
        <w:t>à la fin</w:t>
      </w:r>
      <w:r w:rsidR="00B77E03">
        <w:t xml:space="preserve">, </w:t>
      </w:r>
      <w:r w:rsidRPr="002813C1">
        <w:t>s</w:t>
      </w:r>
      <w:r w:rsidR="00B77E03">
        <w:t>’</w:t>
      </w:r>
      <w:r w:rsidRPr="002813C1">
        <w:t>impatientant contre lui-même</w:t>
      </w:r>
      <w:r w:rsidR="00B77E03">
        <w:t xml:space="preserve">, </w:t>
      </w:r>
      <w:r w:rsidRPr="002813C1">
        <w:t>il s</w:t>
      </w:r>
      <w:r w:rsidR="00B77E03">
        <w:t>’</w:t>
      </w:r>
      <w:r w:rsidRPr="002813C1">
        <w:t>écria</w:t>
      </w:r>
      <w:r w:rsidR="00B77E03">
        <w:t> :</w:t>
      </w:r>
    </w:p>
    <w:p w14:paraId="6B7918FB" w14:textId="77777777" w:rsidR="00B77E03" w:rsidRDefault="00B77E03" w:rsidP="00B77E03">
      <w:r>
        <w:t>— </w:t>
      </w:r>
      <w:r w:rsidR="0024252B" w:rsidRPr="002813C1">
        <w:t>Eh</w:t>
      </w:r>
      <w:r>
        <w:t xml:space="preserve"> !… </w:t>
      </w:r>
      <w:r w:rsidR="0024252B" w:rsidRPr="002813C1">
        <w:t>vous savez aussi bien que moi pourquoi je viens</w:t>
      </w:r>
      <w:r>
        <w:t xml:space="preserve"> !… </w:t>
      </w:r>
      <w:r w:rsidR="0024252B" w:rsidRPr="002813C1">
        <w:t>Osez donc me dire que vous ne le savez pas</w:t>
      </w:r>
      <w:r>
        <w:t> !…</w:t>
      </w:r>
    </w:p>
    <w:p w14:paraId="2FD231B6" w14:textId="77777777" w:rsidR="00B77E03" w:rsidRDefault="0024252B" w:rsidP="00B77E03">
      <w:r w:rsidRPr="002813C1">
        <w:t>Elle le regarda d</w:t>
      </w:r>
      <w:r w:rsidR="00B77E03">
        <w:t>’</w:t>
      </w:r>
      <w:r w:rsidRPr="002813C1">
        <w:t>un œil</w:t>
      </w:r>
      <w:r w:rsidR="00B77E03">
        <w:t xml:space="preserve">, </w:t>
      </w:r>
      <w:r w:rsidRPr="002813C1">
        <w:t>en apparence ébahi</w:t>
      </w:r>
      <w:r w:rsidR="00B77E03">
        <w:t xml:space="preserve">, </w:t>
      </w:r>
      <w:r w:rsidRPr="002813C1">
        <w:t>interrogea le plafond</w:t>
      </w:r>
      <w:r w:rsidR="00B77E03">
        <w:t xml:space="preserve">, </w:t>
      </w:r>
      <w:r w:rsidRPr="002813C1">
        <w:t>haussa les épaules et dit</w:t>
      </w:r>
      <w:r w:rsidR="00B77E03">
        <w:t> :</w:t>
      </w:r>
    </w:p>
    <w:p w14:paraId="35387453" w14:textId="77777777" w:rsidR="00B77E03" w:rsidRDefault="00B77E03" w:rsidP="00B77E03">
      <w:r>
        <w:t>— </w:t>
      </w:r>
      <w:r w:rsidR="0024252B" w:rsidRPr="002813C1">
        <w:t>Décidément</w:t>
      </w:r>
      <w:r>
        <w:t xml:space="preserve">, </w:t>
      </w:r>
      <w:r w:rsidR="0024252B" w:rsidRPr="002813C1">
        <w:t>je ne comprends pas</w:t>
      </w:r>
      <w:r>
        <w:t xml:space="preserve">… </w:t>
      </w:r>
      <w:r w:rsidR="0024252B" w:rsidRPr="002813C1">
        <w:t>et à moins que ce ne soit une gageure</w:t>
      </w:r>
      <w:r>
        <w:t>…</w:t>
      </w:r>
    </w:p>
    <w:p w14:paraId="371B5BDA" w14:textId="44C29B51" w:rsidR="00B77E03" w:rsidRDefault="0024252B" w:rsidP="00B77E03">
      <w:r w:rsidRPr="002813C1">
        <w:t>Une gageure</w:t>
      </w:r>
      <w:r w:rsidR="00B77E03">
        <w:t> ! M. </w:t>
      </w:r>
      <w:proofErr w:type="spellStart"/>
      <w:r w:rsidRPr="002813C1">
        <w:t>Wilkie</w:t>
      </w:r>
      <w:proofErr w:type="spellEnd"/>
      <w:r w:rsidRPr="002813C1">
        <w:t xml:space="preserve"> justement se demandait s</w:t>
      </w:r>
      <w:r w:rsidR="00B77E03">
        <w:t>’</w:t>
      </w:r>
      <w:r w:rsidRPr="002813C1">
        <w:t>il l</w:t>
      </w:r>
      <w:r w:rsidR="00B77E03">
        <w:t>’</w:t>
      </w:r>
      <w:r w:rsidRPr="002813C1">
        <w:t>était pas dupe d</w:t>
      </w:r>
      <w:r w:rsidR="00B77E03">
        <w:t>’</w:t>
      </w:r>
      <w:r w:rsidRPr="002813C1">
        <w:t>une forte mystification</w:t>
      </w:r>
      <w:r w:rsidR="00B77E03">
        <w:t xml:space="preserve">, </w:t>
      </w:r>
      <w:r w:rsidRPr="002813C1">
        <w:t>si des gens l</w:t>
      </w:r>
      <w:r w:rsidR="00B77E03">
        <w:t>’</w:t>
      </w:r>
      <w:r w:rsidRPr="002813C1">
        <w:t>étaient pas aux écoutes qui</w:t>
      </w:r>
      <w:r w:rsidR="00B77E03">
        <w:t xml:space="preserve">, </w:t>
      </w:r>
      <w:r w:rsidRPr="002813C1">
        <w:t>après s</w:t>
      </w:r>
      <w:r w:rsidR="00B77E03">
        <w:t>’</w:t>
      </w:r>
      <w:r w:rsidRPr="002813C1">
        <w:t>être bien égayés de sa situation ridicule</w:t>
      </w:r>
      <w:r w:rsidR="00B77E03">
        <w:t xml:space="preserve">, </w:t>
      </w:r>
      <w:r w:rsidRPr="002813C1">
        <w:t>apparaîtraient en se tenant les côtes de rire</w:t>
      </w:r>
      <w:r w:rsidR="00B77E03">
        <w:t>.</w:t>
      </w:r>
    </w:p>
    <w:p w14:paraId="1680A025" w14:textId="77777777" w:rsidR="00B77E03" w:rsidRDefault="0024252B" w:rsidP="00B77E03">
      <w:r w:rsidRPr="002813C1">
        <w:t>Cette inquiétude lui rendit quelque présence d</w:t>
      </w:r>
      <w:r w:rsidR="00B77E03">
        <w:t>’</w:t>
      </w:r>
      <w:r w:rsidRPr="002813C1">
        <w:t>esprit</w:t>
      </w:r>
      <w:r w:rsidR="00B77E03">
        <w:t>.</w:t>
      </w:r>
    </w:p>
    <w:p w14:paraId="28B77CCF" w14:textId="77777777" w:rsidR="00B77E03" w:rsidRDefault="00B77E03" w:rsidP="00B77E03">
      <w:r>
        <w:lastRenderedPageBreak/>
        <w:t>— </w:t>
      </w:r>
      <w:r w:rsidR="0024252B" w:rsidRPr="002813C1">
        <w:t>Eh bien</w:t>
      </w:r>
      <w:r>
        <w:t xml:space="preserve"> ! </w:t>
      </w:r>
      <w:r w:rsidR="0024252B" w:rsidRPr="002813C1">
        <w:t>donc</w:t>
      </w:r>
      <w:r>
        <w:t xml:space="preserve">, </w:t>
      </w:r>
      <w:r w:rsidR="0024252B" w:rsidRPr="002813C1">
        <w:t>reprit-il d</w:t>
      </w:r>
      <w:r>
        <w:t>’</w:t>
      </w:r>
      <w:r w:rsidR="0024252B" w:rsidRPr="002813C1">
        <w:t>une voix étranglée</w:t>
      </w:r>
      <w:r>
        <w:t xml:space="preserve">, </w:t>
      </w:r>
      <w:r w:rsidR="0024252B" w:rsidRPr="002813C1">
        <w:t>voilà</w:t>
      </w:r>
      <w:r>
        <w:t xml:space="preserve">. </w:t>
      </w:r>
      <w:r w:rsidR="0024252B" w:rsidRPr="002813C1">
        <w:t>Je ne sais rien de mes parents</w:t>
      </w:r>
      <w:r>
        <w:t xml:space="preserve">… </w:t>
      </w:r>
      <w:r w:rsidR="0024252B" w:rsidRPr="002813C1">
        <w:t>Ce matin</w:t>
      </w:r>
      <w:r>
        <w:t xml:space="preserve">, </w:t>
      </w:r>
      <w:r w:rsidR="0024252B" w:rsidRPr="002813C1">
        <w:t>un homme qui vous connaît bien m</w:t>
      </w:r>
      <w:r>
        <w:t>’</w:t>
      </w:r>
      <w:r w:rsidR="0024252B" w:rsidRPr="002813C1">
        <w:t>a affirmé que je suis</w:t>
      </w:r>
      <w:r>
        <w:t xml:space="preserve">… </w:t>
      </w:r>
      <w:r w:rsidR="0024252B" w:rsidRPr="002813C1">
        <w:t>votre fils</w:t>
      </w:r>
      <w:r>
        <w:t xml:space="preserve">. </w:t>
      </w:r>
      <w:r w:rsidR="0024252B" w:rsidRPr="002813C1">
        <w:t>J</w:t>
      </w:r>
      <w:r>
        <w:t>’</w:t>
      </w:r>
      <w:r w:rsidR="0024252B" w:rsidRPr="002813C1">
        <w:t>ai été comme étourdi sur le premier moment</w:t>
      </w:r>
      <w:r>
        <w:t xml:space="preserve">, </w:t>
      </w:r>
      <w:r w:rsidR="0024252B" w:rsidRPr="002813C1">
        <w:t>mis je suis venu dans la journée</w:t>
      </w:r>
      <w:r>
        <w:t xml:space="preserve">, </w:t>
      </w:r>
      <w:r w:rsidR="0024252B" w:rsidRPr="002813C1">
        <w:t>mais vous étiez sortie</w:t>
      </w:r>
      <w:r>
        <w:t>…</w:t>
      </w:r>
    </w:p>
    <w:p w14:paraId="6ECBDAC7" w14:textId="78C4D62E" w:rsidR="00B77E03" w:rsidRDefault="0024252B" w:rsidP="00B77E03">
      <w:r w:rsidRPr="002813C1">
        <w:t xml:space="preserve">Un éclat de rire nerveux de </w:t>
      </w:r>
      <w:r w:rsidR="00B77E03">
        <w:t>M</w:t>
      </w:r>
      <w:r w:rsidR="00B77E03" w:rsidRPr="00B77E03">
        <w:rPr>
          <w:vertAlign w:val="superscript"/>
        </w:rPr>
        <w:t>me</w:t>
      </w:r>
      <w:r w:rsidR="00B77E03">
        <w:t> </w:t>
      </w:r>
      <w:r w:rsidRPr="002813C1">
        <w:t>d</w:t>
      </w:r>
      <w:r w:rsidR="00B77E03">
        <w:t>’</w:t>
      </w:r>
      <w:r w:rsidRPr="002813C1">
        <w:t>Argelès l</w:t>
      </w:r>
      <w:r w:rsidR="00B77E03">
        <w:t>’</w:t>
      </w:r>
      <w:r w:rsidRPr="002813C1">
        <w:t>interrompit</w:t>
      </w:r>
      <w:r w:rsidR="00B77E03">
        <w:t>…</w:t>
      </w:r>
    </w:p>
    <w:p w14:paraId="7711425E" w14:textId="77777777" w:rsidR="00B77E03" w:rsidRDefault="0024252B" w:rsidP="00B77E03">
      <w:r w:rsidRPr="002813C1">
        <w:t>Car elle eut l</w:t>
      </w:r>
      <w:r w:rsidR="00B77E03">
        <w:t>’</w:t>
      </w:r>
      <w:r w:rsidRPr="002813C1">
        <w:t>héroïsme de rire</w:t>
      </w:r>
      <w:r w:rsidR="00B77E03">
        <w:t xml:space="preserve">, </w:t>
      </w:r>
      <w:r w:rsidRPr="002813C1">
        <w:t>la malheureuse</w:t>
      </w:r>
      <w:r w:rsidR="00B77E03">
        <w:t xml:space="preserve">, </w:t>
      </w:r>
      <w:r w:rsidRPr="002813C1">
        <w:t>tandis qu</w:t>
      </w:r>
      <w:r w:rsidR="00B77E03">
        <w:t>’</w:t>
      </w:r>
      <w:r w:rsidRPr="002813C1">
        <w:t>elle avait la mort dans l</w:t>
      </w:r>
      <w:r w:rsidR="00B77E03">
        <w:t>’</w:t>
      </w:r>
      <w:r w:rsidRPr="002813C1">
        <w:t>âme</w:t>
      </w:r>
      <w:r w:rsidR="00B77E03">
        <w:t xml:space="preserve">, </w:t>
      </w:r>
      <w:r w:rsidRPr="002813C1">
        <w:t>pendant que les ongles de ses doigts crispés s</w:t>
      </w:r>
      <w:r w:rsidR="00B77E03">
        <w:t>’</w:t>
      </w:r>
      <w:r w:rsidRPr="002813C1">
        <w:t>enfonçaient jusqu</w:t>
      </w:r>
      <w:r w:rsidR="00B77E03">
        <w:t>’</w:t>
      </w:r>
      <w:r w:rsidRPr="002813C1">
        <w:t>au sang dans la paume de ses mains</w:t>
      </w:r>
      <w:r w:rsidR="00B77E03">
        <w:t>…</w:t>
      </w:r>
    </w:p>
    <w:p w14:paraId="71E0B9FD" w14:textId="77777777" w:rsidR="00B77E03" w:rsidRDefault="00B77E03" w:rsidP="00B77E03">
      <w:r>
        <w:t>— </w:t>
      </w:r>
      <w:r w:rsidR="0024252B" w:rsidRPr="002813C1">
        <w:t>Et vous avez cru cela</w:t>
      </w:r>
      <w:r>
        <w:t xml:space="preserve"> !… </w:t>
      </w:r>
      <w:r w:rsidR="0024252B" w:rsidRPr="002813C1">
        <w:t>monsieur</w:t>
      </w:r>
      <w:r>
        <w:t xml:space="preserve">, </w:t>
      </w:r>
      <w:r w:rsidR="0024252B" w:rsidRPr="002813C1">
        <w:t>s</w:t>
      </w:r>
      <w:r>
        <w:t>’</w:t>
      </w:r>
      <w:r w:rsidR="0024252B" w:rsidRPr="002813C1">
        <w:t>écria-t-elle</w:t>
      </w:r>
      <w:r>
        <w:t xml:space="preserve">… </w:t>
      </w:r>
      <w:r w:rsidR="0024252B" w:rsidRPr="002813C1">
        <w:t>Non</w:t>
      </w:r>
      <w:r>
        <w:t xml:space="preserve">, </w:t>
      </w:r>
      <w:r w:rsidR="0024252B" w:rsidRPr="002813C1">
        <w:t>c</w:t>
      </w:r>
      <w:r>
        <w:t>’</w:t>
      </w:r>
      <w:r w:rsidR="0024252B" w:rsidRPr="002813C1">
        <w:t>est trop drôle</w:t>
      </w:r>
      <w:r>
        <w:t xml:space="preserve">, </w:t>
      </w:r>
      <w:r w:rsidR="0024252B" w:rsidRPr="002813C1">
        <w:t>vraiment</w:t>
      </w:r>
      <w:r>
        <w:t xml:space="preserve"> !… </w:t>
      </w:r>
      <w:r w:rsidR="0024252B" w:rsidRPr="002813C1">
        <w:t>Moi</w:t>
      </w:r>
      <w:r>
        <w:t xml:space="preserve">, </w:t>
      </w:r>
      <w:r w:rsidR="0024252B" w:rsidRPr="002813C1">
        <w:t>votre mère</w:t>
      </w:r>
      <w:r>
        <w:t xml:space="preserve"> !… </w:t>
      </w:r>
      <w:r w:rsidR="0024252B" w:rsidRPr="002813C1">
        <w:t>Mais regardez-moi donc</w:t>
      </w:r>
      <w:r>
        <w:t xml:space="preserve">, </w:t>
      </w:r>
      <w:r w:rsidR="0024252B" w:rsidRPr="002813C1">
        <w:t>je vous en prie</w:t>
      </w:r>
      <w:r>
        <w:t>…</w:t>
      </w:r>
    </w:p>
    <w:p w14:paraId="61FC882E" w14:textId="77777777" w:rsidR="00B77E03" w:rsidRDefault="0024252B" w:rsidP="00B77E03">
      <w:r w:rsidRPr="002813C1">
        <w:t>Il ne faisait que cela</w:t>
      </w:r>
      <w:r w:rsidR="00B77E03">
        <w:t xml:space="preserve">, </w:t>
      </w:r>
      <w:r w:rsidRPr="002813C1">
        <w:t>et de toute la force de sa pénétration</w:t>
      </w:r>
      <w:r w:rsidR="00B77E03">
        <w:t>…</w:t>
      </w:r>
    </w:p>
    <w:p w14:paraId="3158F24C" w14:textId="5EC076E8" w:rsidR="00B77E03" w:rsidRDefault="0024252B" w:rsidP="00B77E03">
      <w:r w:rsidRPr="002813C1">
        <w:t xml:space="preserve">Le rire de </w:t>
      </w:r>
      <w:r w:rsidR="00B77E03">
        <w:t>M</w:t>
      </w:r>
      <w:r w:rsidR="00B77E03" w:rsidRPr="00B77E03">
        <w:rPr>
          <w:vertAlign w:val="superscript"/>
        </w:rPr>
        <w:t>me</w:t>
      </w:r>
      <w:r w:rsidR="00B77E03">
        <w:t> </w:t>
      </w:r>
      <w:r w:rsidRPr="002813C1">
        <w:t>d</w:t>
      </w:r>
      <w:r w:rsidR="00B77E03">
        <w:t>’</w:t>
      </w:r>
      <w:r w:rsidRPr="002813C1">
        <w:t>Argelès avait été faux au point d</w:t>
      </w:r>
      <w:r w:rsidR="00B77E03">
        <w:t>’</w:t>
      </w:r>
      <w:r w:rsidRPr="002813C1">
        <w:t>éveiller ses défiances</w:t>
      </w:r>
      <w:r w:rsidR="00B77E03">
        <w:t xml:space="preserve">… </w:t>
      </w:r>
      <w:r w:rsidRPr="002813C1">
        <w:t xml:space="preserve">Toutes les recommandations de </w:t>
      </w:r>
      <w:proofErr w:type="spellStart"/>
      <w:r w:rsidRPr="002813C1">
        <w:t>Coralth</w:t>
      </w:r>
      <w:proofErr w:type="spellEnd"/>
      <w:r w:rsidRPr="002813C1">
        <w:t xml:space="preserve"> bourdonnèrent à son oreille</w:t>
      </w:r>
      <w:r w:rsidR="00B77E03">
        <w:t xml:space="preserve">, </w:t>
      </w:r>
      <w:r w:rsidRPr="002813C1">
        <w:t xml:space="preserve">et il pensa que le moment était venu de </w:t>
      </w:r>
      <w:r w:rsidR="00B77E03">
        <w:t>« </w:t>
      </w:r>
      <w:r w:rsidRPr="002813C1">
        <w:t>la faire</w:t>
      </w:r>
      <w:r w:rsidR="00B77E03">
        <w:t xml:space="preserve">, </w:t>
      </w:r>
      <w:r w:rsidRPr="002813C1">
        <w:t>comme il le disait</w:t>
      </w:r>
      <w:r w:rsidR="00B77E03">
        <w:t xml:space="preserve">, </w:t>
      </w:r>
      <w:r w:rsidRPr="002813C1">
        <w:t>à l</w:t>
      </w:r>
      <w:r w:rsidR="00B77E03">
        <w:t>’</w:t>
      </w:r>
      <w:r w:rsidRPr="002813C1">
        <w:t>attendrissement</w:t>
      </w:r>
      <w:r w:rsidR="00B77E03">
        <w:t>. »</w:t>
      </w:r>
    </w:p>
    <w:p w14:paraId="3A24BEE2" w14:textId="77777777" w:rsidR="00B77E03" w:rsidRDefault="0024252B" w:rsidP="00B77E03">
      <w:r w:rsidRPr="002813C1">
        <w:t>Il se grima donc d</w:t>
      </w:r>
      <w:r w:rsidR="00B77E03">
        <w:t>’</w:t>
      </w:r>
      <w:r w:rsidRPr="002813C1">
        <w:t>une hypocrite douleur</w:t>
      </w:r>
      <w:r w:rsidR="00B77E03">
        <w:t xml:space="preserve">, </w:t>
      </w:r>
      <w:r w:rsidRPr="002813C1">
        <w:t>et d</w:t>
      </w:r>
      <w:r w:rsidR="00B77E03">
        <w:t>’</w:t>
      </w:r>
      <w:r w:rsidRPr="002813C1">
        <w:t>un ton amer</w:t>
      </w:r>
      <w:r w:rsidR="00B77E03">
        <w:t> :</w:t>
      </w:r>
    </w:p>
    <w:p w14:paraId="71EE89AE" w14:textId="77777777" w:rsidR="00B77E03" w:rsidRDefault="00B77E03" w:rsidP="00B77E03">
      <w:r>
        <w:t>— </w:t>
      </w:r>
      <w:r w:rsidR="0024252B" w:rsidRPr="002813C1">
        <w:t>Ah</w:t>
      </w:r>
      <w:r>
        <w:t xml:space="preserve"> !… </w:t>
      </w:r>
      <w:r w:rsidR="0024252B" w:rsidRPr="002813C1">
        <w:t>vous la trouvez drôle</w:t>
      </w:r>
      <w:r>
        <w:t xml:space="preserve">, </w:t>
      </w:r>
      <w:r w:rsidR="0024252B" w:rsidRPr="002813C1">
        <w:t>fit-il</w:t>
      </w:r>
      <w:r>
        <w:t xml:space="preserve">, </w:t>
      </w:r>
      <w:r w:rsidR="0024252B" w:rsidRPr="002813C1">
        <w:t>eh bien</w:t>
      </w:r>
      <w:r>
        <w:t xml:space="preserve"> !… </w:t>
      </w:r>
      <w:r w:rsidR="0024252B" w:rsidRPr="002813C1">
        <w:t>moi pas</w:t>
      </w:r>
      <w:r>
        <w:t xml:space="preserve">. </w:t>
      </w:r>
      <w:r w:rsidR="0024252B" w:rsidRPr="002813C1">
        <w:t>C</w:t>
      </w:r>
      <w:r>
        <w:t>’</w:t>
      </w:r>
      <w:r w:rsidR="0024252B" w:rsidRPr="002813C1">
        <w:t>est que vous ne savez pas ce qu</w:t>
      </w:r>
      <w:r>
        <w:t>’</w:t>
      </w:r>
      <w:r w:rsidR="0024252B" w:rsidRPr="002813C1">
        <w:t>on enrage de vivre tout seul comme une bête galeuse</w:t>
      </w:r>
      <w:r>
        <w:t xml:space="preserve">, </w:t>
      </w:r>
      <w:r w:rsidR="0024252B" w:rsidRPr="002813C1">
        <w:t>sans une âme qui s</w:t>
      </w:r>
      <w:r>
        <w:t>’</w:t>
      </w:r>
      <w:r w:rsidR="0024252B" w:rsidRPr="002813C1">
        <w:t>inquiète de vous</w:t>
      </w:r>
      <w:r>
        <w:t xml:space="preserve"> !… </w:t>
      </w:r>
      <w:r w:rsidR="0024252B" w:rsidRPr="002813C1">
        <w:t>Les autres ont une mère</w:t>
      </w:r>
      <w:r>
        <w:t xml:space="preserve">, </w:t>
      </w:r>
      <w:r w:rsidR="0024252B" w:rsidRPr="002813C1">
        <w:t>des sœurs</w:t>
      </w:r>
      <w:r>
        <w:t xml:space="preserve">, </w:t>
      </w:r>
      <w:r w:rsidR="0024252B" w:rsidRPr="002813C1">
        <w:t>une famille</w:t>
      </w:r>
      <w:r>
        <w:t xml:space="preserve">, </w:t>
      </w:r>
      <w:r w:rsidR="0024252B" w:rsidRPr="002813C1">
        <w:t>des parents</w:t>
      </w:r>
      <w:r>
        <w:t xml:space="preserve"> ! </w:t>
      </w:r>
      <w:r w:rsidR="0024252B" w:rsidRPr="002813C1">
        <w:t>Moi</w:t>
      </w:r>
      <w:r>
        <w:t xml:space="preserve">, </w:t>
      </w:r>
      <w:r w:rsidR="0024252B" w:rsidRPr="002813C1">
        <w:t>rien</w:t>
      </w:r>
      <w:r>
        <w:t xml:space="preserve">… </w:t>
      </w:r>
      <w:r w:rsidR="0024252B" w:rsidRPr="002813C1">
        <w:t>personne</w:t>
      </w:r>
      <w:r>
        <w:t xml:space="preserve">… </w:t>
      </w:r>
      <w:r w:rsidR="0024252B" w:rsidRPr="002813C1">
        <w:t>Ah</w:t>
      </w:r>
      <w:r>
        <w:t xml:space="preserve"> ! </w:t>
      </w:r>
      <w:r w:rsidR="0024252B" w:rsidRPr="002813C1">
        <w:t>si</w:t>
      </w:r>
      <w:r>
        <w:t xml:space="preserve">… </w:t>
      </w:r>
      <w:r w:rsidR="0024252B" w:rsidRPr="002813C1">
        <w:t>J</w:t>
      </w:r>
      <w:r>
        <w:t>’</w:t>
      </w:r>
      <w:r w:rsidR="0024252B" w:rsidRPr="002813C1">
        <w:t>ai des amis tant que mon argent dure</w:t>
      </w:r>
      <w:r>
        <w:t>…</w:t>
      </w:r>
    </w:p>
    <w:p w14:paraId="08A0EE16" w14:textId="77777777" w:rsidR="00B77E03" w:rsidRDefault="0024252B" w:rsidP="00B77E03">
      <w:r w:rsidRPr="002813C1">
        <w:t>Il tamponna de son mouchoir ses yeux parfaitement secs</w:t>
      </w:r>
      <w:r w:rsidR="00B77E03">
        <w:t xml:space="preserve">, </w:t>
      </w:r>
      <w:r w:rsidRPr="002813C1">
        <w:t>et d</w:t>
      </w:r>
      <w:r w:rsidR="00B77E03">
        <w:t>’</w:t>
      </w:r>
      <w:r w:rsidRPr="002813C1">
        <w:t>un accent plus lamentable encore</w:t>
      </w:r>
      <w:r w:rsidR="00B77E03">
        <w:t> :</w:t>
      </w:r>
    </w:p>
    <w:p w14:paraId="7A155487" w14:textId="77777777" w:rsidR="00B77E03" w:rsidRDefault="00B77E03" w:rsidP="00B77E03">
      <w:r>
        <w:lastRenderedPageBreak/>
        <w:t>— </w:t>
      </w:r>
      <w:r w:rsidR="0024252B" w:rsidRPr="002813C1">
        <w:t>Ce n</w:t>
      </w:r>
      <w:r>
        <w:t>’</w:t>
      </w:r>
      <w:r w:rsidR="0024252B" w:rsidRPr="002813C1">
        <w:t>est pas que je manque de rien</w:t>
      </w:r>
      <w:r>
        <w:t xml:space="preserve">, </w:t>
      </w:r>
      <w:r w:rsidR="0024252B" w:rsidRPr="002813C1">
        <w:t>poursuivit-il on me fait une pension raisonnable</w:t>
      </w:r>
      <w:r>
        <w:t xml:space="preserve">… </w:t>
      </w:r>
      <w:r w:rsidR="0024252B" w:rsidRPr="002813C1">
        <w:t>Mais après qu</w:t>
      </w:r>
      <w:r>
        <w:t>’</w:t>
      </w:r>
      <w:r w:rsidR="0024252B" w:rsidRPr="002813C1">
        <w:t>ils m</w:t>
      </w:r>
      <w:r>
        <w:t>’</w:t>
      </w:r>
      <w:r w:rsidR="0024252B" w:rsidRPr="002813C1">
        <w:t>ont donné de quoi ne pas crever de faim</w:t>
      </w:r>
      <w:r>
        <w:t xml:space="preserve">, </w:t>
      </w:r>
      <w:r w:rsidR="0024252B" w:rsidRPr="002813C1">
        <w:t>mes parents se croient quittes</w:t>
      </w:r>
      <w:r>
        <w:t xml:space="preserve">… </w:t>
      </w:r>
      <w:r w:rsidR="0024252B" w:rsidRPr="002813C1">
        <w:t>Moi</w:t>
      </w:r>
      <w:r>
        <w:t xml:space="preserve">, </w:t>
      </w:r>
      <w:r w:rsidR="0024252B" w:rsidRPr="002813C1">
        <w:t>je la trouve mauvaise</w:t>
      </w:r>
      <w:r>
        <w:t xml:space="preserve"> !… </w:t>
      </w:r>
      <w:r w:rsidR="0024252B" w:rsidRPr="002813C1">
        <w:t>Ce n</w:t>
      </w:r>
      <w:r>
        <w:t>’</w:t>
      </w:r>
      <w:r w:rsidR="0024252B" w:rsidRPr="002813C1">
        <w:t>est pas moi qui ai demandé à naître</w:t>
      </w:r>
      <w:r>
        <w:t xml:space="preserve">, </w:t>
      </w:r>
      <w:r w:rsidR="0024252B" w:rsidRPr="002813C1">
        <w:t>n</w:t>
      </w:r>
      <w:r>
        <w:t>’</w:t>
      </w:r>
      <w:r w:rsidR="0024252B" w:rsidRPr="002813C1">
        <w:t>est-ce pas</w:t>
      </w:r>
      <w:r>
        <w:t xml:space="preserve"> ?… </w:t>
      </w:r>
      <w:r w:rsidR="0024252B" w:rsidRPr="002813C1">
        <w:t>Si je les gênais tant que cela</w:t>
      </w:r>
      <w:r>
        <w:t xml:space="preserve">, </w:t>
      </w:r>
      <w:r w:rsidR="0024252B" w:rsidRPr="002813C1">
        <w:t>quand je suis venu au monde</w:t>
      </w:r>
      <w:r>
        <w:t xml:space="preserve">, </w:t>
      </w:r>
      <w:r w:rsidR="0024252B" w:rsidRPr="002813C1">
        <w:t>que ne me jetaient-ils à l</w:t>
      </w:r>
      <w:r>
        <w:t>’</w:t>
      </w:r>
      <w:r w:rsidR="0024252B" w:rsidRPr="002813C1">
        <w:t>eau</w:t>
      </w:r>
      <w:r>
        <w:t xml:space="preserve"> ? </w:t>
      </w:r>
      <w:r w:rsidR="0024252B" w:rsidRPr="002813C1">
        <w:t>ils seraient bien débarrassés à cette heure</w:t>
      </w:r>
      <w:r>
        <w:t xml:space="preserve">… </w:t>
      </w:r>
      <w:r w:rsidR="0024252B" w:rsidRPr="002813C1">
        <w:t>et moi aussi</w:t>
      </w:r>
      <w:r>
        <w:t> !…</w:t>
      </w:r>
    </w:p>
    <w:p w14:paraId="28719F4C" w14:textId="38BF94E8" w:rsidR="00B77E03" w:rsidRDefault="0024252B" w:rsidP="00B77E03">
      <w:r w:rsidRPr="002813C1">
        <w:t>Pétrifié de stupeur</w:t>
      </w:r>
      <w:r w:rsidR="00B77E03">
        <w:t xml:space="preserve">, </w:t>
      </w:r>
      <w:r w:rsidRPr="002813C1">
        <w:t>il s</w:t>
      </w:r>
      <w:r w:rsidR="00B77E03">
        <w:t>’</w:t>
      </w:r>
      <w:r w:rsidRPr="002813C1">
        <w:t>arrêta court</w:t>
      </w:r>
      <w:r w:rsidR="00B77E03">
        <w:t>… M</w:t>
      </w:r>
      <w:r w:rsidR="00B77E03" w:rsidRPr="00B77E03">
        <w:rPr>
          <w:vertAlign w:val="superscript"/>
        </w:rPr>
        <w:t>me</w:t>
      </w:r>
      <w:r w:rsidR="00B77E03">
        <w:t> </w:t>
      </w:r>
      <w:r w:rsidRPr="002813C1">
        <w:t>d</w:t>
      </w:r>
      <w:r w:rsidR="00B77E03">
        <w:t>’</w:t>
      </w:r>
      <w:r w:rsidRPr="002813C1">
        <w:t>Argelès venait de se laisser glisser à genoux</w:t>
      </w:r>
      <w:r w:rsidR="00B77E03">
        <w:t xml:space="preserve">, </w:t>
      </w:r>
      <w:r w:rsidRPr="002813C1">
        <w:t>à ses pieds</w:t>
      </w:r>
      <w:r w:rsidR="00B77E03">
        <w:t>…</w:t>
      </w:r>
    </w:p>
    <w:p w14:paraId="4CECD77B" w14:textId="77777777" w:rsidR="00B77E03" w:rsidRDefault="00B77E03" w:rsidP="00B77E03">
      <w:r>
        <w:t>— </w:t>
      </w:r>
      <w:r w:rsidR="0024252B" w:rsidRPr="002813C1">
        <w:t>Grâce</w:t>
      </w:r>
      <w:r>
        <w:t xml:space="preserve"> !… </w:t>
      </w:r>
      <w:r w:rsidR="0024252B" w:rsidRPr="002813C1">
        <w:t>balbutiait-elle</w:t>
      </w:r>
      <w:r>
        <w:t xml:space="preserve"> ; </w:t>
      </w:r>
      <w:proofErr w:type="spellStart"/>
      <w:r w:rsidR="0024252B" w:rsidRPr="002813C1">
        <w:t>Wilkie</w:t>
      </w:r>
      <w:proofErr w:type="spellEnd"/>
      <w:r>
        <w:t xml:space="preserve">, </w:t>
      </w:r>
      <w:r w:rsidR="0024252B" w:rsidRPr="002813C1">
        <w:t>mon fils</w:t>
      </w:r>
      <w:r>
        <w:t xml:space="preserve">, </w:t>
      </w:r>
      <w:r w:rsidR="0024252B" w:rsidRPr="002813C1">
        <w:t>pardon</w:t>
      </w:r>
      <w:r>
        <w:t> !</w:t>
      </w:r>
    </w:p>
    <w:p w14:paraId="434B43F3" w14:textId="77777777" w:rsidR="00B77E03" w:rsidRDefault="0024252B" w:rsidP="00B77E03">
      <w:r w:rsidRPr="002813C1">
        <w:t>Hélas</w:t>
      </w:r>
      <w:r w:rsidR="00B77E03">
        <w:t xml:space="preserve"> !… </w:t>
      </w:r>
      <w:r w:rsidRPr="002813C1">
        <w:t>l</w:t>
      </w:r>
      <w:r w:rsidR="00B77E03">
        <w:t>’</w:t>
      </w:r>
      <w:r w:rsidRPr="002813C1">
        <w:t>infortunée succombait sous un rôle trop lourd pour le cœur d</w:t>
      </w:r>
      <w:r w:rsidR="00B77E03">
        <w:t>’</w:t>
      </w:r>
      <w:r w:rsidRPr="002813C1">
        <w:t>une mère</w:t>
      </w:r>
      <w:r w:rsidR="00B77E03">
        <w:t xml:space="preserve">, </w:t>
      </w:r>
      <w:r w:rsidRPr="002813C1">
        <w:t>elle se perdait</w:t>
      </w:r>
      <w:r w:rsidR="00B77E03">
        <w:t>…</w:t>
      </w:r>
    </w:p>
    <w:p w14:paraId="2C8CE2E1" w14:textId="77777777" w:rsidR="00B77E03" w:rsidRDefault="00B77E03" w:rsidP="00B77E03">
      <w:r>
        <w:t>— </w:t>
      </w:r>
      <w:r w:rsidR="0024252B" w:rsidRPr="002813C1">
        <w:t>Tu as souffert cruellement</w:t>
      </w:r>
      <w:r>
        <w:t xml:space="preserve">, </w:t>
      </w:r>
      <w:r w:rsidR="0024252B" w:rsidRPr="002813C1">
        <w:t>mon fils</w:t>
      </w:r>
      <w:r>
        <w:t xml:space="preserve">, </w:t>
      </w:r>
      <w:r w:rsidR="0024252B" w:rsidRPr="002813C1">
        <w:t>poursuivait-elle</w:t>
      </w:r>
      <w:r>
        <w:t xml:space="preserve"> ; </w:t>
      </w:r>
      <w:r w:rsidR="0024252B" w:rsidRPr="002813C1">
        <w:t>mais moi</w:t>
      </w:r>
      <w:r>
        <w:t xml:space="preserve">… </w:t>
      </w:r>
      <w:r w:rsidR="0024252B" w:rsidRPr="002813C1">
        <w:t>moi</w:t>
      </w:r>
      <w:r>
        <w:t xml:space="preserve"> !… </w:t>
      </w:r>
      <w:r w:rsidR="0024252B" w:rsidRPr="002813C1">
        <w:t>Va</w:t>
      </w:r>
      <w:r>
        <w:t xml:space="preserve">, </w:t>
      </w:r>
      <w:r w:rsidR="0024252B" w:rsidRPr="002813C1">
        <w:t>ce n</w:t>
      </w:r>
      <w:r>
        <w:t>’</w:t>
      </w:r>
      <w:r w:rsidR="0024252B" w:rsidRPr="002813C1">
        <w:t>est pas sans d</w:t>
      </w:r>
      <w:r>
        <w:t>’</w:t>
      </w:r>
      <w:r w:rsidR="0024252B" w:rsidRPr="002813C1">
        <w:t>horribles déchirements qu</w:t>
      </w:r>
      <w:r>
        <w:t>’</w:t>
      </w:r>
      <w:r w:rsidR="0024252B" w:rsidRPr="002813C1">
        <w:t>une mère se sépare de son enfant</w:t>
      </w:r>
      <w:r>
        <w:t xml:space="preserve"> !… </w:t>
      </w:r>
      <w:r w:rsidR="0024252B" w:rsidRPr="002813C1">
        <w:t>Mais tu n</w:t>
      </w:r>
      <w:r>
        <w:t>’</w:t>
      </w:r>
      <w:r w:rsidR="0024252B" w:rsidRPr="002813C1">
        <w:t>étais pas abandonné</w:t>
      </w:r>
      <w:r>
        <w:t xml:space="preserve">, </w:t>
      </w:r>
      <w:proofErr w:type="spellStart"/>
      <w:r w:rsidR="0024252B" w:rsidRPr="002813C1">
        <w:t>Wilkie</w:t>
      </w:r>
      <w:proofErr w:type="spellEnd"/>
      <w:r>
        <w:t xml:space="preserve">, </w:t>
      </w:r>
      <w:r w:rsidR="0024252B" w:rsidRPr="002813C1">
        <w:t>ne dis pas cela</w:t>
      </w:r>
      <w:r>
        <w:t xml:space="preserve">… </w:t>
      </w:r>
      <w:r w:rsidR="0024252B" w:rsidRPr="002813C1">
        <w:t>N</w:t>
      </w:r>
      <w:r>
        <w:t>’</w:t>
      </w:r>
      <w:r w:rsidR="0024252B" w:rsidRPr="002813C1">
        <w:t>as-tu donc jamais senti le souffle de mon amour circuler dans l</w:t>
      </w:r>
      <w:r>
        <w:t>’</w:t>
      </w:r>
      <w:r w:rsidR="0024252B" w:rsidRPr="002813C1">
        <w:t>air que tu respirais</w:t>
      </w:r>
      <w:r>
        <w:t xml:space="preserve"> ?… </w:t>
      </w:r>
      <w:r w:rsidR="0024252B" w:rsidRPr="002813C1">
        <w:t>Toi</w:t>
      </w:r>
      <w:r>
        <w:t xml:space="preserve">, </w:t>
      </w:r>
      <w:r w:rsidR="0024252B" w:rsidRPr="002813C1">
        <w:t>oublié</w:t>
      </w:r>
      <w:r>
        <w:t xml:space="preserve"> !… </w:t>
      </w:r>
      <w:r w:rsidR="0024252B" w:rsidRPr="002813C1">
        <w:t>Sache donc que pas un jour depuis des années</w:t>
      </w:r>
      <w:r>
        <w:t xml:space="preserve">, </w:t>
      </w:r>
      <w:r w:rsidR="0024252B" w:rsidRPr="002813C1">
        <w:t>ne s</w:t>
      </w:r>
      <w:r>
        <w:t>’</w:t>
      </w:r>
      <w:r w:rsidR="0024252B" w:rsidRPr="002813C1">
        <w:t>est écoulé sans que je t</w:t>
      </w:r>
      <w:r>
        <w:t>’</w:t>
      </w:r>
      <w:r w:rsidR="0024252B" w:rsidRPr="002813C1">
        <w:t>aie entrevu</w:t>
      </w:r>
      <w:r>
        <w:t xml:space="preserve">… </w:t>
      </w:r>
      <w:r w:rsidR="0024252B" w:rsidRPr="002813C1">
        <w:t>et qu</w:t>
      </w:r>
      <w:r>
        <w:t>’</w:t>
      </w:r>
      <w:r w:rsidR="0024252B" w:rsidRPr="002813C1">
        <w:t>à toi seul se rapportaient toutes mes pensées et toutes mes espérances</w:t>
      </w:r>
      <w:r>
        <w:t xml:space="preserve">… </w:t>
      </w:r>
      <w:proofErr w:type="spellStart"/>
      <w:r w:rsidR="0024252B" w:rsidRPr="002813C1">
        <w:t>Wilkie</w:t>
      </w:r>
      <w:proofErr w:type="spellEnd"/>
      <w:r>
        <w:t> !…</w:t>
      </w:r>
    </w:p>
    <w:p w14:paraId="7C1A2BD4" w14:textId="77777777" w:rsidR="00B77E03" w:rsidRDefault="0024252B" w:rsidP="00B77E03">
      <w:r w:rsidRPr="002813C1">
        <w:t>Elle s</w:t>
      </w:r>
      <w:r w:rsidR="00B77E03">
        <w:t>’</w:t>
      </w:r>
      <w:r w:rsidRPr="002813C1">
        <w:t>approchait de lui en se traînant sur les genoux</w:t>
      </w:r>
      <w:r w:rsidR="00B77E03">
        <w:t xml:space="preserve">, </w:t>
      </w:r>
      <w:r w:rsidRPr="002813C1">
        <w:t>suppliante</w:t>
      </w:r>
      <w:r w:rsidR="00B77E03">
        <w:t xml:space="preserve">, </w:t>
      </w:r>
      <w:r w:rsidRPr="002813C1">
        <w:t>les mains jointes</w:t>
      </w:r>
      <w:r w:rsidR="00B77E03">
        <w:t xml:space="preserve">… </w:t>
      </w:r>
      <w:r w:rsidRPr="002813C1">
        <w:t>Mais lui</w:t>
      </w:r>
      <w:r w:rsidR="00B77E03">
        <w:t xml:space="preserve">, </w:t>
      </w:r>
      <w:r w:rsidRPr="002813C1">
        <w:t>étonné de cette explosion</w:t>
      </w:r>
      <w:r w:rsidR="00B77E03">
        <w:t xml:space="preserve">, </w:t>
      </w:r>
      <w:r w:rsidRPr="002813C1">
        <w:t>étourdi de sa victoire recula</w:t>
      </w:r>
      <w:r w:rsidR="00B77E03">
        <w:t>…</w:t>
      </w:r>
    </w:p>
    <w:p w14:paraId="751E3E77" w14:textId="77777777" w:rsidR="00B77E03" w:rsidRDefault="0024252B" w:rsidP="00B77E03">
      <w:r w:rsidRPr="002813C1">
        <w:t>Et la pauvre femme se méprit à ce mouvement</w:t>
      </w:r>
      <w:r w:rsidR="00B77E03">
        <w:t>…</w:t>
      </w:r>
    </w:p>
    <w:p w14:paraId="14B294CB" w14:textId="77777777" w:rsidR="00B77E03" w:rsidRDefault="00B77E03" w:rsidP="00B77E03">
      <w:r>
        <w:t>— </w:t>
      </w:r>
      <w:r w:rsidR="0024252B" w:rsidRPr="002813C1">
        <w:t>Grand Dieu</w:t>
      </w:r>
      <w:r>
        <w:t xml:space="preserve"> !… </w:t>
      </w:r>
      <w:r w:rsidR="0024252B" w:rsidRPr="002813C1">
        <w:t>s</w:t>
      </w:r>
      <w:r>
        <w:t>’</w:t>
      </w:r>
      <w:r w:rsidR="0024252B" w:rsidRPr="002813C1">
        <w:t>écria-t-elle</w:t>
      </w:r>
      <w:r>
        <w:t xml:space="preserve">, </w:t>
      </w:r>
      <w:r w:rsidR="0024252B" w:rsidRPr="002813C1">
        <w:t>battant le parquet de son front</w:t>
      </w:r>
      <w:r>
        <w:t xml:space="preserve">, </w:t>
      </w:r>
      <w:r w:rsidR="0024252B" w:rsidRPr="002813C1">
        <w:t>il me repousse</w:t>
      </w:r>
      <w:r>
        <w:t xml:space="preserve">, </w:t>
      </w:r>
      <w:r w:rsidR="0024252B" w:rsidRPr="002813C1">
        <w:t>je lui fais horreur</w:t>
      </w:r>
      <w:r>
        <w:t xml:space="preserve">… </w:t>
      </w:r>
      <w:r w:rsidR="0024252B" w:rsidRPr="002813C1">
        <w:t>Ah</w:t>
      </w:r>
      <w:r>
        <w:t xml:space="preserve"> !… </w:t>
      </w:r>
      <w:r w:rsidR="0024252B" w:rsidRPr="002813C1">
        <w:t>voilà ce que je prévoyais</w:t>
      </w:r>
      <w:r>
        <w:t xml:space="preserve">… </w:t>
      </w:r>
      <w:r w:rsidR="0024252B" w:rsidRPr="002813C1">
        <w:t>Malheureux</w:t>
      </w:r>
      <w:r>
        <w:t xml:space="preserve"> ?… </w:t>
      </w:r>
      <w:r w:rsidR="0024252B" w:rsidRPr="002813C1">
        <w:t>pourquoi es-tu venu</w:t>
      </w:r>
      <w:r>
        <w:t xml:space="preserve"> ? </w:t>
      </w:r>
      <w:r w:rsidR="0024252B" w:rsidRPr="002813C1">
        <w:t xml:space="preserve">Quel est </w:t>
      </w:r>
      <w:r w:rsidR="0024252B" w:rsidRPr="002813C1">
        <w:lastRenderedPageBreak/>
        <w:t>l</w:t>
      </w:r>
      <w:r>
        <w:t>’</w:t>
      </w:r>
      <w:r w:rsidR="0024252B" w:rsidRPr="002813C1">
        <w:t>infâme qui t</w:t>
      </w:r>
      <w:r>
        <w:t>’</w:t>
      </w:r>
      <w:r w:rsidR="0024252B" w:rsidRPr="002813C1">
        <w:t>a envoyé ici</w:t>
      </w:r>
      <w:r>
        <w:t xml:space="preserve">, </w:t>
      </w:r>
      <w:r w:rsidR="0024252B" w:rsidRPr="002813C1">
        <w:t>dans cette maison</w:t>
      </w:r>
      <w:r>
        <w:t xml:space="preserve">, </w:t>
      </w:r>
      <w:r w:rsidR="0024252B" w:rsidRPr="002813C1">
        <w:t>chez la d</w:t>
      </w:r>
      <w:r>
        <w:t>’</w:t>
      </w:r>
      <w:r w:rsidR="0024252B" w:rsidRPr="002813C1">
        <w:t>Argelès</w:t>
      </w:r>
      <w:r>
        <w:t xml:space="preserve"> !… </w:t>
      </w:r>
      <w:r w:rsidR="0024252B" w:rsidRPr="002813C1">
        <w:t>Nomme-le-moi</w:t>
      </w:r>
      <w:r>
        <w:t xml:space="preserve">, </w:t>
      </w:r>
      <w:proofErr w:type="spellStart"/>
      <w:r w:rsidR="0024252B" w:rsidRPr="002813C1">
        <w:t>Wilkie</w:t>
      </w:r>
      <w:proofErr w:type="spellEnd"/>
      <w:r>
        <w:t xml:space="preserve"> !… </w:t>
      </w:r>
      <w:r w:rsidR="0024252B" w:rsidRPr="002813C1">
        <w:t>Comprends-tu maintenant</w:t>
      </w:r>
      <w:r>
        <w:t xml:space="preserve">, </w:t>
      </w:r>
      <w:r w:rsidR="0024252B" w:rsidRPr="002813C1">
        <w:t>pourquoi je me cachais de toi</w:t>
      </w:r>
      <w:r>
        <w:t xml:space="preserve">… </w:t>
      </w:r>
      <w:r w:rsidR="0024252B" w:rsidRPr="002813C1">
        <w:t>Je t</w:t>
      </w:r>
      <w:r>
        <w:t>’</w:t>
      </w:r>
      <w:r w:rsidR="0024252B" w:rsidRPr="002813C1">
        <w:t>ai éloigné le jour où j</w:t>
      </w:r>
      <w:r>
        <w:t>’</w:t>
      </w:r>
      <w:r w:rsidR="0024252B" w:rsidRPr="002813C1">
        <w:t>ai frémi à cette idée atroce de rougir devant toi</w:t>
      </w:r>
      <w:r>
        <w:t xml:space="preserve">, </w:t>
      </w:r>
      <w:r w:rsidR="0024252B" w:rsidRPr="002813C1">
        <w:t>devant mon fils</w:t>
      </w:r>
      <w:r>
        <w:t> !…</w:t>
      </w:r>
    </w:p>
    <w:p w14:paraId="6649570E" w14:textId="77777777" w:rsidR="00B77E03" w:rsidRDefault="0024252B" w:rsidP="00B77E03">
      <w:r w:rsidRPr="002813C1">
        <w:t>Et c</w:t>
      </w:r>
      <w:r w:rsidR="00B77E03">
        <w:t>’</w:t>
      </w:r>
      <w:r w:rsidRPr="002813C1">
        <w:t>était pour toi</w:t>
      </w:r>
      <w:r w:rsidR="00B77E03">
        <w:t xml:space="preserve">, </w:t>
      </w:r>
      <w:r w:rsidRPr="002813C1">
        <w:t>cependant</w:t>
      </w:r>
      <w:r w:rsidR="00B77E03">
        <w:t xml:space="preserve">… </w:t>
      </w:r>
      <w:r w:rsidRPr="002813C1">
        <w:t>Moi</w:t>
      </w:r>
      <w:r w:rsidR="00B77E03">
        <w:t xml:space="preserve">, </w:t>
      </w:r>
      <w:r w:rsidRPr="002813C1">
        <w:t>je serais morte</w:t>
      </w:r>
      <w:r w:rsidR="00B77E03">
        <w:t xml:space="preserve">, </w:t>
      </w:r>
      <w:r w:rsidRPr="002813C1">
        <w:t>c</w:t>
      </w:r>
      <w:r w:rsidR="00B77E03">
        <w:t>’</w:t>
      </w:r>
      <w:r w:rsidRPr="002813C1">
        <w:t>eut été le repos</w:t>
      </w:r>
      <w:r w:rsidR="00B77E03">
        <w:t xml:space="preserve">, </w:t>
      </w:r>
      <w:r w:rsidRPr="002813C1">
        <w:t>tandis que depuis</w:t>
      </w:r>
      <w:r w:rsidR="00B77E03">
        <w:t xml:space="preserve">… </w:t>
      </w:r>
      <w:r w:rsidRPr="002813C1">
        <w:t>Mais ton souffle s</w:t>
      </w:r>
      <w:r w:rsidR="00B77E03">
        <w:t>’</w:t>
      </w:r>
      <w:r w:rsidRPr="002813C1">
        <w:t>éteignait dans ta poitrine</w:t>
      </w:r>
      <w:r w:rsidR="00B77E03">
        <w:t xml:space="preserve">, </w:t>
      </w:r>
      <w:r w:rsidRPr="002813C1">
        <w:t>tes pauvres petits bras n</w:t>
      </w:r>
      <w:r w:rsidR="00B77E03">
        <w:t>’</w:t>
      </w:r>
      <w:r w:rsidRPr="002813C1">
        <w:t>avait plus la force de se nouer autour de mon cou</w:t>
      </w:r>
      <w:r w:rsidR="00B77E03">
        <w:t xml:space="preserve">. </w:t>
      </w:r>
      <w:r w:rsidRPr="002813C1">
        <w:t>Alors je me suis écriée</w:t>
      </w:r>
      <w:r w:rsidR="00B77E03">
        <w:t> :</w:t>
      </w:r>
    </w:p>
    <w:p w14:paraId="0803D01F" w14:textId="77777777" w:rsidR="00B77E03" w:rsidRDefault="00B77E03" w:rsidP="00B77E03">
      <w:r>
        <w:t>— </w:t>
      </w:r>
      <w:r w:rsidR="0024252B" w:rsidRPr="002813C1">
        <w:t>Périssent mon corps et mon âme</w:t>
      </w:r>
      <w:r>
        <w:t xml:space="preserve">, </w:t>
      </w:r>
      <w:r w:rsidR="0024252B" w:rsidRPr="002813C1">
        <w:t>mais que mon enfant soit sauvé</w:t>
      </w:r>
      <w:r>
        <w:t xml:space="preserve"> !… </w:t>
      </w:r>
      <w:r w:rsidR="0024252B" w:rsidRPr="002813C1">
        <w:t>Je croyais ce sacrifice permis à une mère</w:t>
      </w:r>
      <w:r>
        <w:t xml:space="preserve">… </w:t>
      </w:r>
      <w:r w:rsidR="0024252B" w:rsidRPr="002813C1">
        <w:t>J</w:t>
      </w:r>
      <w:r>
        <w:t>’</w:t>
      </w:r>
      <w:r w:rsidR="0024252B" w:rsidRPr="002813C1">
        <w:t>en suis châtiée comme d</w:t>
      </w:r>
      <w:r>
        <w:t>’</w:t>
      </w:r>
      <w:r w:rsidR="0024252B" w:rsidRPr="002813C1">
        <w:t>un crime</w:t>
      </w:r>
      <w:r>
        <w:t> !</w:t>
      </w:r>
    </w:p>
    <w:p w14:paraId="521F6949" w14:textId="77777777" w:rsidR="00B77E03" w:rsidRDefault="0024252B" w:rsidP="00B77E03">
      <w:r w:rsidRPr="002813C1">
        <w:t>Je te voulais heureux</w:t>
      </w:r>
      <w:r w:rsidR="00B77E03">
        <w:t xml:space="preserve">, </w:t>
      </w:r>
      <w:r w:rsidRPr="002813C1">
        <w:t xml:space="preserve">mon </w:t>
      </w:r>
      <w:proofErr w:type="spellStart"/>
      <w:r w:rsidRPr="002813C1">
        <w:t>Wilkie</w:t>
      </w:r>
      <w:proofErr w:type="spellEnd"/>
      <w:r w:rsidR="00B77E03">
        <w:t xml:space="preserve"> !… </w:t>
      </w:r>
      <w:r w:rsidRPr="002813C1">
        <w:t>Je me disais que toi</w:t>
      </w:r>
      <w:r w:rsidR="00B77E03">
        <w:t xml:space="preserve">, </w:t>
      </w:r>
      <w:r w:rsidRPr="002813C1">
        <w:t>mon orgueil et ma joie</w:t>
      </w:r>
      <w:r w:rsidR="00B77E03">
        <w:t xml:space="preserve">, </w:t>
      </w:r>
      <w:r w:rsidRPr="002813C1">
        <w:t>tu planerais libre et fier bien au-dessus de mes hontes</w:t>
      </w:r>
      <w:r w:rsidR="00B77E03">
        <w:t xml:space="preserve">… </w:t>
      </w:r>
      <w:r w:rsidRPr="002813C1">
        <w:t>J</w:t>
      </w:r>
      <w:r w:rsidR="00B77E03">
        <w:t>’</w:t>
      </w:r>
      <w:r w:rsidRPr="002813C1">
        <w:t>acceptais l</w:t>
      </w:r>
      <w:r w:rsidR="00B77E03">
        <w:t>’</w:t>
      </w:r>
      <w:r w:rsidRPr="002813C1">
        <w:t>ignominie</w:t>
      </w:r>
      <w:r w:rsidR="00B77E03">
        <w:t xml:space="preserve">, </w:t>
      </w:r>
      <w:r w:rsidRPr="002813C1">
        <w:t>pourvu que ton honneur fût intact</w:t>
      </w:r>
      <w:r w:rsidR="00B77E03">
        <w:t xml:space="preserve">… </w:t>
      </w:r>
      <w:r w:rsidRPr="002813C1">
        <w:t>Je savais combien sont basses les portes de la misère</w:t>
      </w:r>
      <w:r w:rsidR="00B77E03">
        <w:t xml:space="preserve">, </w:t>
      </w:r>
      <w:r w:rsidRPr="002813C1">
        <w:t>et je ne voulais pas que mon fils eût jamais à courber le front</w:t>
      </w:r>
      <w:r w:rsidR="00B77E03">
        <w:t xml:space="preserve">… </w:t>
      </w:r>
      <w:r w:rsidRPr="002813C1">
        <w:t>Pour t</w:t>
      </w:r>
      <w:r w:rsidR="00B77E03">
        <w:t>’</w:t>
      </w:r>
      <w:r w:rsidRPr="002813C1">
        <w:t>épargner une éclaboussure</w:t>
      </w:r>
      <w:r w:rsidR="00B77E03">
        <w:t xml:space="preserve">, </w:t>
      </w:r>
      <w:r w:rsidRPr="002813C1">
        <w:t>j</w:t>
      </w:r>
      <w:r w:rsidR="00B77E03">
        <w:t>’</w:t>
      </w:r>
      <w:r w:rsidRPr="002813C1">
        <w:t>aurais lapé la boue sur ton chemin</w:t>
      </w:r>
      <w:r w:rsidR="00B77E03">
        <w:t xml:space="preserve"> ! </w:t>
      </w:r>
      <w:r w:rsidRPr="002813C1">
        <w:t>J</w:t>
      </w:r>
      <w:r w:rsidR="00B77E03">
        <w:t>’</w:t>
      </w:r>
      <w:r w:rsidRPr="002813C1">
        <w:t>avais comme renoncé à moi-même</w:t>
      </w:r>
      <w:r w:rsidR="00B77E03">
        <w:t xml:space="preserve">, </w:t>
      </w:r>
      <w:r w:rsidRPr="002813C1">
        <w:t>et en toi vivait tout ce qu</w:t>
      </w:r>
      <w:r w:rsidR="00B77E03">
        <w:t>’</w:t>
      </w:r>
      <w:r w:rsidRPr="002813C1">
        <w:t>il y avait de noble et de généreux en moi</w:t>
      </w:r>
      <w:r w:rsidR="00B77E03">
        <w:t>.</w:t>
      </w:r>
    </w:p>
    <w:p w14:paraId="7C34563D" w14:textId="77777777" w:rsidR="00B77E03" w:rsidRDefault="0024252B" w:rsidP="00B77E03">
      <w:r w:rsidRPr="002813C1">
        <w:t>Oh</w:t>
      </w:r>
      <w:r w:rsidR="00B77E03">
        <w:t xml:space="preserve"> !… </w:t>
      </w:r>
      <w:r w:rsidRPr="002813C1">
        <w:t>je saurai quel est le misérable lâche qui t</w:t>
      </w:r>
      <w:r w:rsidR="00B77E03">
        <w:t>’</w:t>
      </w:r>
      <w:r w:rsidRPr="002813C1">
        <w:t>a livré mon secret</w:t>
      </w:r>
      <w:r w:rsidR="00B77E03">
        <w:t xml:space="preserve">, </w:t>
      </w:r>
      <w:r w:rsidRPr="002813C1">
        <w:t>et je me vengerai</w:t>
      </w:r>
      <w:r w:rsidR="00B77E03">
        <w:t xml:space="preserve">, </w:t>
      </w:r>
      <w:r w:rsidRPr="002813C1">
        <w:t>je serai sans pitié</w:t>
      </w:r>
      <w:r w:rsidR="00B77E03">
        <w:t> !…</w:t>
      </w:r>
    </w:p>
    <w:p w14:paraId="0CAC0BC7" w14:textId="77777777" w:rsidR="00B77E03" w:rsidRDefault="0024252B" w:rsidP="00B77E03">
      <w:r w:rsidRPr="002813C1">
        <w:t>Tu ne devais rien savoir</w:t>
      </w:r>
      <w:r w:rsidR="00B77E03">
        <w:t xml:space="preserve">, </w:t>
      </w:r>
      <w:proofErr w:type="spellStart"/>
      <w:r w:rsidRPr="002813C1">
        <w:t>Wilkie</w:t>
      </w:r>
      <w:proofErr w:type="spellEnd"/>
      <w:r w:rsidR="00B77E03">
        <w:t xml:space="preserve">… </w:t>
      </w:r>
      <w:r w:rsidRPr="002813C1">
        <w:t>En me séparant de toi</w:t>
      </w:r>
      <w:r w:rsidR="00B77E03">
        <w:t xml:space="preserve">, </w:t>
      </w:r>
      <w:r w:rsidRPr="002813C1">
        <w:t>j</w:t>
      </w:r>
      <w:r w:rsidR="00B77E03">
        <w:t>’</w:t>
      </w:r>
      <w:r w:rsidRPr="002813C1">
        <w:t>avais fait le serment de ne te revoir jamais</w:t>
      </w:r>
      <w:r w:rsidR="00B77E03">
        <w:t xml:space="preserve">, </w:t>
      </w:r>
      <w:r w:rsidRPr="002813C1">
        <w:t>de mourir même sans cette consolation suprême de sentir tes lèvres sur mon front</w:t>
      </w:r>
      <w:r w:rsidR="00B77E03">
        <w:t>.</w:t>
      </w:r>
    </w:p>
    <w:p w14:paraId="744C59B8" w14:textId="77777777" w:rsidR="00B77E03" w:rsidRDefault="0024252B" w:rsidP="00B77E03">
      <w:r w:rsidRPr="002813C1">
        <w:t>Elle ne put continuer</w:t>
      </w:r>
      <w:r w:rsidR="00B77E03">
        <w:t xml:space="preserve">, </w:t>
      </w:r>
      <w:r w:rsidRPr="002813C1">
        <w:t>les sanglots l</w:t>
      </w:r>
      <w:r w:rsidR="00B77E03">
        <w:t>’</w:t>
      </w:r>
      <w:r w:rsidRPr="002813C1">
        <w:t>étouffaient</w:t>
      </w:r>
      <w:r w:rsidR="00B77E03">
        <w:t>…</w:t>
      </w:r>
    </w:p>
    <w:p w14:paraId="76F4CB01" w14:textId="3F4C7C61" w:rsidR="00B77E03" w:rsidRDefault="0024252B" w:rsidP="00B77E03">
      <w:r w:rsidRPr="002813C1">
        <w:lastRenderedPageBreak/>
        <w:t>Et pendant plus d</w:t>
      </w:r>
      <w:r w:rsidR="00B77E03">
        <w:t>’</w:t>
      </w:r>
      <w:r w:rsidRPr="002813C1">
        <w:t>une minute</w:t>
      </w:r>
      <w:r w:rsidR="00B77E03">
        <w:t xml:space="preserve">, </w:t>
      </w:r>
      <w:r w:rsidRPr="002813C1">
        <w:t>le silence fut si profond</w:t>
      </w:r>
      <w:r w:rsidR="00B77E03">
        <w:t xml:space="preserve">, </w:t>
      </w:r>
      <w:r w:rsidRPr="002813C1">
        <w:t>qu</w:t>
      </w:r>
      <w:r w:rsidR="00B77E03">
        <w:t>’</w:t>
      </w:r>
      <w:r w:rsidRPr="002813C1">
        <w:t>on put entendre le brouhaha des conversations dans la galerie voisine</w:t>
      </w:r>
      <w:r w:rsidR="00B77E03">
        <w:t xml:space="preserve">, </w:t>
      </w:r>
      <w:r w:rsidRPr="002813C1">
        <w:t>les exclamations des joueurs de baccarat saluant un coup inattendu</w:t>
      </w:r>
      <w:r w:rsidR="00B77E03">
        <w:t xml:space="preserve">, </w:t>
      </w:r>
      <w:r w:rsidRPr="002813C1">
        <w:t>et par instants</w:t>
      </w:r>
      <w:r w:rsidR="00B77E03">
        <w:t xml:space="preserve">, </w:t>
      </w:r>
      <w:r w:rsidRPr="002813C1">
        <w:t>dominant cette basse profonde et continue</w:t>
      </w:r>
      <w:r w:rsidR="00B77E03">
        <w:t xml:space="preserve">, </w:t>
      </w:r>
      <w:r w:rsidRPr="002813C1">
        <w:t>quelque voix claire qui criait</w:t>
      </w:r>
      <w:r w:rsidR="00B77E03">
        <w:t> : « </w:t>
      </w:r>
      <w:r w:rsidRPr="002813C1">
        <w:t>Banco</w:t>
      </w:r>
      <w:r w:rsidR="00B77E03">
        <w:t> ! »</w:t>
      </w:r>
      <w:r w:rsidRPr="002813C1">
        <w:t xml:space="preserve"> ou</w:t>
      </w:r>
      <w:r w:rsidR="00B77E03">
        <w:t> : « </w:t>
      </w:r>
      <w:r w:rsidRPr="002813C1">
        <w:t>Je pars pour cent louis</w:t>
      </w:r>
      <w:r w:rsidR="00B77E03">
        <w:t> ! »</w:t>
      </w:r>
    </w:p>
    <w:p w14:paraId="1361A4D1" w14:textId="5FD3302E" w:rsidR="00B77E03" w:rsidRDefault="0024252B" w:rsidP="00B77E03">
      <w:r w:rsidRPr="002813C1">
        <w:t>Debout près de la fenêtre</w:t>
      </w:r>
      <w:r w:rsidR="00B77E03">
        <w:t xml:space="preserve">, </w:t>
      </w:r>
      <w:r w:rsidRPr="002813C1">
        <w:t>immobile et comme pétrifié</w:t>
      </w:r>
      <w:r w:rsidR="00B77E03">
        <w:t>, M. </w:t>
      </w:r>
      <w:proofErr w:type="spellStart"/>
      <w:r w:rsidRPr="002813C1">
        <w:t>Wilkie</w:t>
      </w:r>
      <w:proofErr w:type="spellEnd"/>
      <w:r w:rsidRPr="002813C1">
        <w:t xml:space="preserve"> considérait d</w:t>
      </w:r>
      <w:r w:rsidR="00B77E03">
        <w:t>’</w:t>
      </w:r>
      <w:r w:rsidRPr="002813C1">
        <w:t xml:space="preserve">un œil ahuri </w:t>
      </w:r>
      <w:r w:rsidR="00B77E03">
        <w:t>M</w:t>
      </w:r>
      <w:r w:rsidR="00B77E03" w:rsidRPr="00B77E03">
        <w:rPr>
          <w:vertAlign w:val="superscript"/>
        </w:rPr>
        <w:t>me</w:t>
      </w:r>
      <w:r w:rsidR="00B77E03">
        <w:t> </w:t>
      </w:r>
      <w:r w:rsidRPr="002813C1">
        <w:t>d</w:t>
      </w:r>
      <w:r w:rsidR="00B77E03">
        <w:t>’</w:t>
      </w:r>
      <w:r w:rsidRPr="002813C1">
        <w:t>Argelès</w:t>
      </w:r>
      <w:r w:rsidR="00B77E03">
        <w:t xml:space="preserve">, </w:t>
      </w:r>
      <w:r w:rsidRPr="002813C1">
        <w:t>sa mère</w:t>
      </w:r>
      <w:r w:rsidR="00B77E03">
        <w:t xml:space="preserve">, </w:t>
      </w:r>
      <w:r w:rsidRPr="002813C1">
        <w:t>qui</w:t>
      </w:r>
      <w:r w:rsidR="00B77E03">
        <w:t xml:space="preserve">, </w:t>
      </w:r>
      <w:r w:rsidRPr="002813C1">
        <w:t>affaissée au milieu du petit salon</w:t>
      </w:r>
      <w:r w:rsidR="00B77E03">
        <w:t xml:space="preserve">, </w:t>
      </w:r>
      <w:r w:rsidRPr="002813C1">
        <w:t>le visage caché entre ses mains</w:t>
      </w:r>
      <w:r w:rsidR="00B77E03">
        <w:t xml:space="preserve">, </w:t>
      </w:r>
      <w:r w:rsidRPr="002813C1">
        <w:t>sanglotait</w:t>
      </w:r>
      <w:r w:rsidR="00B77E03">
        <w:t>…</w:t>
      </w:r>
    </w:p>
    <w:p w14:paraId="2D22AFC1" w14:textId="77777777" w:rsidR="00B77E03" w:rsidRDefault="0024252B" w:rsidP="00B77E03">
      <w:r w:rsidRPr="002813C1">
        <w:t>Pour se retirer</w:t>
      </w:r>
      <w:r w:rsidR="00B77E03">
        <w:t xml:space="preserve">, </w:t>
      </w:r>
      <w:r w:rsidRPr="002813C1">
        <w:t xml:space="preserve">il eût sans balancer donné son tiers de </w:t>
      </w:r>
      <w:r w:rsidRPr="002813C1">
        <w:rPr>
          <w:i/>
          <w:szCs w:val="32"/>
        </w:rPr>
        <w:t>Pompier de Nanterre</w:t>
      </w:r>
      <w:r w:rsidR="00B77E03">
        <w:t>.</w:t>
      </w:r>
    </w:p>
    <w:p w14:paraId="47750C8C" w14:textId="77777777" w:rsidR="00B77E03" w:rsidRDefault="0024252B" w:rsidP="00B77E03">
      <w:r w:rsidRPr="002813C1">
        <w:t>Ce n</w:t>
      </w:r>
      <w:r w:rsidR="00B77E03">
        <w:t>’</w:t>
      </w:r>
      <w:r w:rsidRPr="002813C1">
        <w:t>est pas qu</w:t>
      </w:r>
      <w:r w:rsidR="00B77E03">
        <w:t>’</w:t>
      </w:r>
      <w:r w:rsidRPr="002813C1">
        <w:t>il se rendît exactement compte de ce que la position avait d</w:t>
      </w:r>
      <w:r w:rsidR="00B77E03">
        <w:t>’</w:t>
      </w:r>
      <w:r w:rsidRPr="002813C1">
        <w:t>extrême et de poignant</w:t>
      </w:r>
      <w:r w:rsidR="00B77E03">
        <w:t xml:space="preserve">, </w:t>
      </w:r>
      <w:r w:rsidRPr="002813C1">
        <w:t>mais il en subissait l</w:t>
      </w:r>
      <w:r w:rsidR="00B77E03">
        <w:t>’</w:t>
      </w:r>
      <w:r w:rsidRPr="002813C1">
        <w:t>étrangeté</w:t>
      </w:r>
      <w:r w:rsidR="00B77E03">
        <w:t xml:space="preserve">… </w:t>
      </w:r>
      <w:r w:rsidRPr="002813C1">
        <w:t>Ce n</w:t>
      </w:r>
      <w:r w:rsidR="00B77E03">
        <w:t>’</w:t>
      </w:r>
      <w:r w:rsidRPr="002813C1">
        <w:t>était pas de l</w:t>
      </w:r>
      <w:r w:rsidR="00B77E03">
        <w:t>’</w:t>
      </w:r>
      <w:r w:rsidRPr="002813C1">
        <w:t>émotion qu</w:t>
      </w:r>
      <w:r w:rsidR="00B77E03">
        <w:t>’</w:t>
      </w:r>
      <w:r w:rsidRPr="002813C1">
        <w:t>il éprouvait</w:t>
      </w:r>
      <w:r w:rsidR="00B77E03">
        <w:t xml:space="preserve">, </w:t>
      </w:r>
      <w:r w:rsidRPr="002813C1">
        <w:t>mais une sorte d</w:t>
      </w:r>
      <w:r w:rsidR="00B77E03">
        <w:t>’</w:t>
      </w:r>
      <w:r w:rsidRPr="002813C1">
        <w:t>effroi instinctif mêlé de commisération</w:t>
      </w:r>
      <w:r w:rsidR="00B77E03">
        <w:t xml:space="preserve">… </w:t>
      </w:r>
      <w:r w:rsidRPr="002813C1">
        <w:t>Aux cris désespérés que sa présence arrachait à cette malheureuse femme</w:t>
      </w:r>
      <w:r w:rsidR="00B77E03">
        <w:t xml:space="preserve">, </w:t>
      </w:r>
      <w:r w:rsidRPr="002813C1">
        <w:t>il n</w:t>
      </w:r>
      <w:r w:rsidR="00B77E03">
        <w:t>’</w:t>
      </w:r>
      <w:r w:rsidRPr="002813C1">
        <w:t xml:space="preserve">avait pas compris </w:t>
      </w:r>
      <w:proofErr w:type="spellStart"/>
      <w:r w:rsidRPr="002813C1">
        <w:t>grand</w:t>
      </w:r>
      <w:r w:rsidR="00B77E03">
        <w:t>’</w:t>
      </w:r>
      <w:r w:rsidRPr="002813C1">
        <w:t>chose</w:t>
      </w:r>
      <w:proofErr w:type="spellEnd"/>
      <w:r w:rsidR="00B77E03">
        <w:t xml:space="preserve">, </w:t>
      </w:r>
      <w:r w:rsidRPr="002813C1">
        <w:t>mais sa voix l</w:t>
      </w:r>
      <w:r w:rsidR="00B77E03">
        <w:t>’</w:t>
      </w:r>
      <w:r w:rsidRPr="002813C1">
        <w:t>avait remué et bouleversé</w:t>
      </w:r>
      <w:r w:rsidR="00B77E03">
        <w:t>…</w:t>
      </w:r>
    </w:p>
    <w:p w14:paraId="75726BC6" w14:textId="77777777" w:rsidR="00B77E03" w:rsidRDefault="0024252B" w:rsidP="00B77E03">
      <w:r w:rsidRPr="002813C1">
        <w:t>Et tous ces sentiments confus se résumaient en un inexprimable malaise dont il s</w:t>
      </w:r>
      <w:r w:rsidR="00B77E03">
        <w:t>’</w:t>
      </w:r>
      <w:r w:rsidRPr="002813C1">
        <w:t>irritait comme d</w:t>
      </w:r>
      <w:r w:rsidR="00B77E03">
        <w:t>’</w:t>
      </w:r>
      <w:r w:rsidRPr="002813C1">
        <w:t>une faiblesse</w:t>
      </w:r>
      <w:r w:rsidR="00B77E03">
        <w:t>.</w:t>
      </w:r>
    </w:p>
    <w:p w14:paraId="51828508" w14:textId="77777777" w:rsidR="00B77E03" w:rsidRDefault="00B77E03" w:rsidP="00B77E03">
      <w:r>
        <w:t>— </w:t>
      </w:r>
      <w:r w:rsidR="0024252B" w:rsidRPr="002813C1">
        <w:t>Allons</w:t>
      </w:r>
      <w:r>
        <w:t xml:space="preserve">, </w:t>
      </w:r>
      <w:r w:rsidR="0024252B" w:rsidRPr="002813C1">
        <w:t>bon</w:t>
      </w:r>
      <w:r>
        <w:t xml:space="preserve"> !… </w:t>
      </w:r>
      <w:r w:rsidR="0024252B" w:rsidRPr="002813C1">
        <w:t>pensait-il</w:t>
      </w:r>
      <w:r>
        <w:t xml:space="preserve">, </w:t>
      </w:r>
      <w:r w:rsidR="0024252B" w:rsidRPr="002813C1">
        <w:t>des larmes</w:t>
      </w:r>
      <w:r>
        <w:t xml:space="preserve">, </w:t>
      </w:r>
      <w:r w:rsidR="0024252B" w:rsidRPr="002813C1">
        <w:t>du mélodrame</w:t>
      </w:r>
      <w:r>
        <w:t xml:space="preserve"> !… </w:t>
      </w:r>
      <w:r w:rsidR="0024252B" w:rsidRPr="002813C1">
        <w:t>Les femmes sont incroyables</w:t>
      </w:r>
      <w:r>
        <w:t xml:space="preserve"> !… </w:t>
      </w:r>
      <w:r w:rsidR="0024252B" w:rsidRPr="002813C1">
        <w:t>Il serait si simple de s</w:t>
      </w:r>
      <w:r>
        <w:t>’</w:t>
      </w:r>
      <w:r w:rsidR="0024252B" w:rsidRPr="002813C1">
        <w:t>expliquer tranquillement</w:t>
      </w:r>
      <w:r>
        <w:t xml:space="preserve">, </w:t>
      </w:r>
      <w:r w:rsidR="0024252B" w:rsidRPr="002813C1">
        <w:t>gentiment</w:t>
      </w:r>
      <w:r>
        <w:t>…</w:t>
      </w:r>
    </w:p>
    <w:p w14:paraId="1DDC415C" w14:textId="77777777" w:rsidR="00B77E03" w:rsidRDefault="0024252B" w:rsidP="00B77E03">
      <w:r w:rsidRPr="002813C1">
        <w:t>Il n</w:t>
      </w:r>
      <w:r w:rsidR="00B77E03">
        <w:t>’</w:t>
      </w:r>
      <w:r w:rsidRPr="002813C1">
        <w:t>en perdait pas moins la tête</w:t>
      </w:r>
      <w:r w:rsidR="00B77E03">
        <w:t xml:space="preserve">, </w:t>
      </w:r>
      <w:r w:rsidRPr="002813C1">
        <w:t>ne sachant que résoudre</w:t>
      </w:r>
      <w:r w:rsidR="00B77E03">
        <w:t xml:space="preserve">, </w:t>
      </w:r>
      <w:r w:rsidRPr="002813C1">
        <w:t>quand des pas sur le palier</w:t>
      </w:r>
      <w:r w:rsidR="00B77E03">
        <w:t xml:space="preserve">, </w:t>
      </w:r>
      <w:r w:rsidRPr="002813C1">
        <w:t>près de la porte</w:t>
      </w:r>
      <w:r w:rsidR="00B77E03">
        <w:t xml:space="preserve">, </w:t>
      </w:r>
      <w:r w:rsidRPr="002813C1">
        <w:t>le tirèrent de sa torpeur</w:t>
      </w:r>
      <w:r w:rsidR="00B77E03">
        <w:t>…</w:t>
      </w:r>
    </w:p>
    <w:p w14:paraId="71D71F0E" w14:textId="77777777" w:rsidR="00B77E03" w:rsidRDefault="0024252B" w:rsidP="00B77E03">
      <w:r w:rsidRPr="002813C1">
        <w:t>L</w:t>
      </w:r>
      <w:r w:rsidR="00B77E03">
        <w:t>’</w:t>
      </w:r>
      <w:r w:rsidRPr="002813C1">
        <w:t>idée qu</w:t>
      </w:r>
      <w:r w:rsidR="00B77E03">
        <w:t>’</w:t>
      </w:r>
      <w:r w:rsidRPr="002813C1">
        <w:t>on pouvait entrer et le surprendre le fit frémir</w:t>
      </w:r>
      <w:r w:rsidR="00B77E03">
        <w:t>…</w:t>
      </w:r>
    </w:p>
    <w:p w14:paraId="02A6EE1D" w14:textId="77777777" w:rsidR="00B77E03" w:rsidRDefault="0024252B" w:rsidP="00B77E03">
      <w:r w:rsidRPr="002813C1">
        <w:t>Il entrevit la possibilité du ridicule</w:t>
      </w:r>
      <w:r w:rsidR="00B77E03">
        <w:t>.</w:t>
      </w:r>
    </w:p>
    <w:p w14:paraId="5C12A72B" w14:textId="474E8DFF" w:rsidR="00B77E03" w:rsidRDefault="0024252B" w:rsidP="00B77E03">
      <w:r w:rsidRPr="002813C1">
        <w:lastRenderedPageBreak/>
        <w:t>S</w:t>
      </w:r>
      <w:r w:rsidR="00B77E03">
        <w:t>’</w:t>
      </w:r>
      <w:r w:rsidRPr="002813C1">
        <w:t>armant donc de toute sa résolution</w:t>
      </w:r>
      <w:r w:rsidR="00B77E03">
        <w:t xml:space="preserve">, </w:t>
      </w:r>
      <w:r w:rsidRPr="002813C1">
        <w:t xml:space="preserve">il se pencha vers </w:t>
      </w:r>
      <w:r w:rsidR="00B77E03">
        <w:t>M</w:t>
      </w:r>
      <w:r w:rsidR="00B77E03" w:rsidRPr="00B77E03">
        <w:rPr>
          <w:vertAlign w:val="superscript"/>
        </w:rPr>
        <w:t>me</w:t>
      </w:r>
      <w:r w:rsidR="00B77E03">
        <w:t> </w:t>
      </w:r>
      <w:r w:rsidRPr="002813C1">
        <w:t>d</w:t>
      </w:r>
      <w:r w:rsidR="00B77E03">
        <w:t>’</w:t>
      </w:r>
      <w:r w:rsidRPr="002813C1">
        <w:t>Argelès</w:t>
      </w:r>
      <w:r w:rsidR="00B77E03">
        <w:t xml:space="preserve">, </w:t>
      </w:r>
      <w:r w:rsidRPr="002813C1">
        <w:t>et la prenant sous les bras</w:t>
      </w:r>
      <w:r w:rsidR="00B77E03">
        <w:t> :</w:t>
      </w:r>
    </w:p>
    <w:p w14:paraId="7A7A38C6" w14:textId="77777777" w:rsidR="00B77E03" w:rsidRDefault="00B77E03" w:rsidP="00B77E03">
      <w:r>
        <w:t>— </w:t>
      </w:r>
      <w:r w:rsidR="0024252B" w:rsidRPr="002813C1">
        <w:t>Ne pleurez pas ainsi</w:t>
      </w:r>
      <w:r>
        <w:t xml:space="preserve">, </w:t>
      </w:r>
      <w:r w:rsidR="0024252B" w:rsidRPr="002813C1">
        <w:t>lui dit-il</w:t>
      </w:r>
      <w:r>
        <w:t xml:space="preserve">… </w:t>
      </w:r>
      <w:r w:rsidR="0024252B" w:rsidRPr="002813C1">
        <w:t>Vous me faites de la peine</w:t>
      </w:r>
      <w:r>
        <w:t xml:space="preserve">, </w:t>
      </w:r>
      <w:r w:rsidR="0024252B" w:rsidRPr="002813C1">
        <w:t>parole sacrée</w:t>
      </w:r>
      <w:r>
        <w:t xml:space="preserve"> ! </w:t>
      </w:r>
      <w:r w:rsidR="0024252B" w:rsidRPr="002813C1">
        <w:t>Voyons</w:t>
      </w:r>
      <w:r>
        <w:t xml:space="preserve">, </w:t>
      </w:r>
      <w:r w:rsidR="0024252B" w:rsidRPr="002813C1">
        <w:t>levez-vous</w:t>
      </w:r>
      <w:r>
        <w:t xml:space="preserve"> !… </w:t>
      </w:r>
      <w:r w:rsidR="0024252B" w:rsidRPr="002813C1">
        <w:t>On va venir</w:t>
      </w:r>
      <w:r>
        <w:t xml:space="preserve">… </w:t>
      </w:r>
      <w:r w:rsidR="0024252B" w:rsidRPr="002813C1">
        <w:t>entendez-vous</w:t>
      </w:r>
      <w:r>
        <w:t xml:space="preserve"> ?… </w:t>
      </w:r>
      <w:r w:rsidR="0024252B" w:rsidRPr="002813C1">
        <w:t>On vient</w:t>
      </w:r>
      <w:r>
        <w:t>…</w:t>
      </w:r>
    </w:p>
    <w:p w14:paraId="7A3AB72F" w14:textId="77777777" w:rsidR="00B77E03" w:rsidRDefault="0024252B" w:rsidP="00B77E03">
      <w:r w:rsidRPr="002813C1">
        <w:t>Il la soulevait</w:t>
      </w:r>
      <w:r w:rsidR="00B77E03">
        <w:t xml:space="preserve">, </w:t>
      </w:r>
      <w:r w:rsidRPr="002813C1">
        <w:t>sans arrêter de parler</w:t>
      </w:r>
      <w:r w:rsidR="00B77E03">
        <w:t xml:space="preserve">, </w:t>
      </w:r>
      <w:r w:rsidRPr="002813C1">
        <w:t>et comme elle n</w:t>
      </w:r>
      <w:r w:rsidR="00B77E03">
        <w:t>’</w:t>
      </w:r>
      <w:r w:rsidRPr="002813C1">
        <w:t>opposait aucune résistance</w:t>
      </w:r>
      <w:r w:rsidR="00B77E03">
        <w:t xml:space="preserve">, </w:t>
      </w:r>
      <w:r w:rsidRPr="002813C1">
        <w:t>qu</w:t>
      </w:r>
      <w:r w:rsidR="00B77E03">
        <w:t>’</w:t>
      </w:r>
      <w:r w:rsidRPr="002813C1">
        <w:t>elle s</w:t>
      </w:r>
      <w:r w:rsidR="00B77E03">
        <w:t>’</w:t>
      </w:r>
      <w:r w:rsidRPr="002813C1">
        <w:t>abandonnait</w:t>
      </w:r>
      <w:r w:rsidR="00B77E03">
        <w:t xml:space="preserve">, </w:t>
      </w:r>
      <w:r w:rsidRPr="002813C1">
        <w:t>au contraire</w:t>
      </w:r>
      <w:r w:rsidR="00B77E03">
        <w:t xml:space="preserve">, </w:t>
      </w:r>
      <w:r w:rsidRPr="002813C1">
        <w:t>toute brisée et inerte</w:t>
      </w:r>
      <w:r w:rsidR="00B77E03">
        <w:t xml:space="preserve">, </w:t>
      </w:r>
      <w:r w:rsidRPr="002813C1">
        <w:t>il la redressa et la soutint jusqu</w:t>
      </w:r>
      <w:r w:rsidR="00B77E03">
        <w:t>’</w:t>
      </w:r>
      <w:r w:rsidRPr="002813C1">
        <w:t>à un fauteuil</w:t>
      </w:r>
      <w:r w:rsidR="00B77E03">
        <w:t xml:space="preserve">, </w:t>
      </w:r>
      <w:r w:rsidRPr="002813C1">
        <w:t>où elle tomba lourdement</w:t>
      </w:r>
      <w:r w:rsidR="00B77E03">
        <w:t>…</w:t>
      </w:r>
    </w:p>
    <w:p w14:paraId="454482D1" w14:textId="36129956" w:rsidR="00B77E03" w:rsidRDefault="00B77E03" w:rsidP="00B77E03">
      <w:r>
        <w:t>— </w:t>
      </w:r>
      <w:r w:rsidR="0024252B" w:rsidRPr="002813C1">
        <w:t>Vlan</w:t>
      </w:r>
      <w:r>
        <w:t xml:space="preserve"> !… </w:t>
      </w:r>
      <w:r w:rsidR="0024252B" w:rsidRPr="002813C1">
        <w:t>Voilà un évanouissement</w:t>
      </w:r>
      <w:r>
        <w:t xml:space="preserve">, </w:t>
      </w:r>
      <w:r w:rsidR="0024252B" w:rsidRPr="002813C1">
        <w:t>maintenant</w:t>
      </w:r>
      <w:r>
        <w:t xml:space="preserve">, </w:t>
      </w:r>
      <w:r w:rsidR="0024252B" w:rsidRPr="002813C1">
        <w:t xml:space="preserve">se dit </w:t>
      </w:r>
      <w:r>
        <w:t>M. </w:t>
      </w:r>
      <w:proofErr w:type="spellStart"/>
      <w:r w:rsidR="0024252B" w:rsidRPr="002813C1">
        <w:t>Wilkie</w:t>
      </w:r>
      <w:proofErr w:type="spellEnd"/>
      <w:r>
        <w:t xml:space="preserve">… </w:t>
      </w:r>
      <w:r w:rsidR="0024252B" w:rsidRPr="002813C1">
        <w:t>Ah</w:t>
      </w:r>
      <w:r>
        <w:t xml:space="preserve"> ! </w:t>
      </w:r>
      <w:r w:rsidR="0024252B" w:rsidRPr="002813C1">
        <w:t>mais non</w:t>
      </w:r>
      <w:r>
        <w:t xml:space="preserve"> !… </w:t>
      </w:r>
      <w:r w:rsidR="0024252B" w:rsidRPr="002813C1">
        <w:t>il n</w:t>
      </w:r>
      <w:r>
        <w:t>’</w:t>
      </w:r>
      <w:r w:rsidR="0024252B" w:rsidRPr="002813C1">
        <w:t>en faut pas</w:t>
      </w:r>
      <w:r>
        <w:t>…</w:t>
      </w:r>
    </w:p>
    <w:p w14:paraId="7FF3E3FF" w14:textId="77777777" w:rsidR="00B77E03" w:rsidRDefault="0024252B" w:rsidP="00B77E03">
      <w:r w:rsidRPr="002813C1">
        <w:t>Que faire</w:t>
      </w:r>
      <w:r w:rsidR="00B77E03">
        <w:t xml:space="preserve">, </w:t>
      </w:r>
      <w:r w:rsidRPr="002813C1">
        <w:t>cependant</w:t>
      </w:r>
      <w:r w:rsidR="00B77E03">
        <w:t xml:space="preserve"> ?… </w:t>
      </w:r>
      <w:r w:rsidRPr="002813C1">
        <w:t>Appeler</w:t>
      </w:r>
      <w:r w:rsidR="00B77E03">
        <w:t xml:space="preserve"> ?… </w:t>
      </w:r>
      <w:r w:rsidRPr="002813C1">
        <w:t>Il n</w:t>
      </w:r>
      <w:r w:rsidR="00B77E03">
        <w:t>’</w:t>
      </w:r>
      <w:r w:rsidRPr="002813C1">
        <w:t>osait</w:t>
      </w:r>
      <w:r w:rsidR="00B77E03">
        <w:t xml:space="preserve">… </w:t>
      </w:r>
      <w:r w:rsidRPr="002813C1">
        <w:t>La nécessité l</w:t>
      </w:r>
      <w:r w:rsidR="00B77E03">
        <w:t>’</w:t>
      </w:r>
      <w:r w:rsidRPr="002813C1">
        <w:t>inspira</w:t>
      </w:r>
      <w:r w:rsidR="00B77E03">
        <w:t>…</w:t>
      </w:r>
    </w:p>
    <w:p w14:paraId="79E29736" w14:textId="2FCD967C" w:rsidR="00B77E03" w:rsidRDefault="0024252B" w:rsidP="00B77E03">
      <w:r w:rsidRPr="002813C1">
        <w:t>Il s</w:t>
      </w:r>
      <w:r w:rsidR="00B77E03">
        <w:t>’</w:t>
      </w:r>
      <w:r w:rsidRPr="002813C1">
        <w:t xml:space="preserve">agenouilla aux pieds de </w:t>
      </w:r>
      <w:r w:rsidR="00B77E03">
        <w:t>M</w:t>
      </w:r>
      <w:r w:rsidR="00B77E03" w:rsidRPr="00B77E03">
        <w:rPr>
          <w:vertAlign w:val="superscript"/>
        </w:rPr>
        <w:t>me</w:t>
      </w:r>
      <w:r w:rsidR="00B77E03">
        <w:t> </w:t>
      </w:r>
      <w:r w:rsidRPr="002813C1">
        <w:t>d</w:t>
      </w:r>
      <w:r w:rsidR="00B77E03">
        <w:t>’</w:t>
      </w:r>
      <w:r w:rsidRPr="002813C1">
        <w:t>Argelès</w:t>
      </w:r>
      <w:r w:rsidR="00B77E03">
        <w:t xml:space="preserve">, </w:t>
      </w:r>
      <w:r w:rsidRPr="002813C1">
        <w:t>et la secouant doucement</w:t>
      </w:r>
      <w:r w:rsidR="00B77E03">
        <w:t> :</w:t>
      </w:r>
    </w:p>
    <w:p w14:paraId="35C634F1" w14:textId="77777777" w:rsidR="00B77E03" w:rsidRDefault="00B77E03" w:rsidP="00B77E03">
      <w:r>
        <w:t>— </w:t>
      </w:r>
      <w:r w:rsidR="0024252B" w:rsidRPr="002813C1">
        <w:t>Voyons</w:t>
      </w:r>
      <w:r>
        <w:t xml:space="preserve">, </w:t>
      </w:r>
      <w:r w:rsidR="0024252B" w:rsidRPr="002813C1">
        <w:t>voyons</w:t>
      </w:r>
      <w:r>
        <w:t xml:space="preserve">, </w:t>
      </w:r>
      <w:r w:rsidR="0024252B" w:rsidRPr="002813C1">
        <w:t>soyons raisonnable</w:t>
      </w:r>
      <w:r>
        <w:t xml:space="preserve">, </w:t>
      </w:r>
      <w:r w:rsidR="0024252B" w:rsidRPr="002813C1">
        <w:t>reprit-il</w:t>
      </w:r>
      <w:r>
        <w:t xml:space="preserve">… </w:t>
      </w:r>
      <w:r w:rsidR="0024252B" w:rsidRPr="002813C1">
        <w:t>Pourquoi vous monter la tête comme cela</w:t>
      </w:r>
      <w:r>
        <w:t xml:space="preserve"> ?… </w:t>
      </w:r>
      <w:r w:rsidR="0024252B" w:rsidRPr="002813C1">
        <w:t>Je ne vous fais pas de reproches</w:t>
      </w:r>
      <w:r>
        <w:t xml:space="preserve">, </w:t>
      </w:r>
      <w:r w:rsidR="0024252B" w:rsidRPr="002813C1">
        <w:t>moi</w:t>
      </w:r>
      <w:r>
        <w:t>.</w:t>
      </w:r>
    </w:p>
    <w:p w14:paraId="16032600" w14:textId="77777777" w:rsidR="00B77E03" w:rsidRDefault="0024252B" w:rsidP="00B77E03">
      <w:r w:rsidRPr="002813C1">
        <w:t>Lentement</w:t>
      </w:r>
      <w:r w:rsidR="00B77E03">
        <w:t xml:space="preserve">, </w:t>
      </w:r>
      <w:r w:rsidRPr="002813C1">
        <w:t>d</w:t>
      </w:r>
      <w:r w:rsidR="00B77E03">
        <w:t>’</w:t>
      </w:r>
      <w:r w:rsidRPr="002813C1">
        <w:t>un air humble et craintif qui avait quelque chose de navrant</w:t>
      </w:r>
      <w:r w:rsidR="00B77E03">
        <w:t xml:space="preserve">, </w:t>
      </w:r>
      <w:r w:rsidRPr="002813C1">
        <w:t>elle écarta les mains de son visage</w:t>
      </w:r>
      <w:r w:rsidR="00B77E03">
        <w:t xml:space="preserve">, </w:t>
      </w:r>
      <w:r w:rsidRPr="002813C1">
        <w:t>et</w:t>
      </w:r>
      <w:r w:rsidR="00B77E03">
        <w:t xml:space="preserve">, </w:t>
      </w:r>
      <w:r w:rsidRPr="002813C1">
        <w:t>pour la première fois</w:t>
      </w:r>
      <w:r w:rsidR="00B77E03">
        <w:t xml:space="preserve">, </w:t>
      </w:r>
      <w:r w:rsidRPr="002813C1">
        <w:t>ses yeux baignés de larmes osèrent chercher les yeux de son fils</w:t>
      </w:r>
      <w:r w:rsidR="00B77E03">
        <w:t>.</w:t>
      </w:r>
    </w:p>
    <w:p w14:paraId="47115447" w14:textId="77777777" w:rsidR="00B77E03" w:rsidRDefault="00B77E03" w:rsidP="00B77E03">
      <w:r>
        <w:t>— </w:t>
      </w:r>
      <w:proofErr w:type="spellStart"/>
      <w:r w:rsidR="0024252B" w:rsidRPr="002813C1">
        <w:t>Wilkie</w:t>
      </w:r>
      <w:proofErr w:type="spellEnd"/>
      <w:r>
        <w:t xml:space="preserve"> ! </w:t>
      </w:r>
      <w:r w:rsidR="0024252B" w:rsidRPr="002813C1">
        <w:t>murmura-t-elle</w:t>
      </w:r>
      <w:r>
        <w:t>.</w:t>
      </w:r>
    </w:p>
    <w:p w14:paraId="3150A73E" w14:textId="77777777" w:rsidR="00B77E03" w:rsidRDefault="00B77E03" w:rsidP="00B77E03">
      <w:r>
        <w:t>— </w:t>
      </w:r>
      <w:r w:rsidR="0024252B" w:rsidRPr="002813C1">
        <w:t>Madame</w:t>
      </w:r>
      <w:r>
        <w:t> !</w:t>
      </w:r>
    </w:p>
    <w:p w14:paraId="166CC7DC" w14:textId="77777777" w:rsidR="00B77E03" w:rsidRDefault="0024252B" w:rsidP="00B77E03">
      <w:r w:rsidRPr="002813C1">
        <w:t>Elle soupira profondément</w:t>
      </w:r>
      <w:r w:rsidR="00B77E03">
        <w:t xml:space="preserve">, </w:t>
      </w:r>
      <w:r w:rsidRPr="002813C1">
        <w:t>et d</w:t>
      </w:r>
      <w:r w:rsidR="00B77E03">
        <w:t>’</w:t>
      </w:r>
      <w:r w:rsidRPr="002813C1">
        <w:t>une voix étouffée</w:t>
      </w:r>
      <w:r w:rsidR="00B77E03">
        <w:t> :</w:t>
      </w:r>
    </w:p>
    <w:p w14:paraId="25FDF201" w14:textId="77777777" w:rsidR="00B77E03" w:rsidRDefault="00B77E03" w:rsidP="00B77E03">
      <w:r>
        <w:t>— </w:t>
      </w:r>
      <w:r w:rsidR="0024252B" w:rsidRPr="002813C1">
        <w:t>Madame</w:t>
      </w:r>
      <w:r>
        <w:t xml:space="preserve"> !… </w:t>
      </w:r>
      <w:r w:rsidR="0024252B" w:rsidRPr="002813C1">
        <w:t>balbutia-t-elle</w:t>
      </w:r>
      <w:r>
        <w:t xml:space="preserve">. </w:t>
      </w:r>
      <w:r w:rsidR="0024252B" w:rsidRPr="002813C1">
        <w:t>Ne veux-tu donc pas m</w:t>
      </w:r>
      <w:r>
        <w:t>’</w:t>
      </w:r>
      <w:r w:rsidR="0024252B" w:rsidRPr="002813C1">
        <w:t>appeler ma mère</w:t>
      </w:r>
      <w:r>
        <w:t> ?…</w:t>
      </w:r>
    </w:p>
    <w:p w14:paraId="376B0623" w14:textId="77777777" w:rsidR="00B77E03" w:rsidRDefault="00B77E03" w:rsidP="00B77E03">
      <w:r>
        <w:lastRenderedPageBreak/>
        <w:t>— </w:t>
      </w:r>
      <w:r w:rsidR="0024252B" w:rsidRPr="002813C1">
        <w:t>Moi</w:t>
      </w:r>
      <w:r>
        <w:t xml:space="preserve"> !… </w:t>
      </w:r>
      <w:r w:rsidR="0024252B" w:rsidRPr="002813C1">
        <w:t>pourquoi donc pas</w:t>
      </w:r>
      <w:r>
        <w:t xml:space="preserve"> !… </w:t>
      </w:r>
      <w:r w:rsidR="0024252B" w:rsidRPr="002813C1">
        <w:t>Seulement</w:t>
      </w:r>
      <w:r>
        <w:t xml:space="preserve">, </w:t>
      </w:r>
      <w:r w:rsidR="0024252B" w:rsidRPr="002813C1">
        <w:t>vous comprenez</w:t>
      </w:r>
      <w:r>
        <w:t xml:space="preserve">, </w:t>
      </w:r>
      <w:r w:rsidR="0024252B" w:rsidRPr="002813C1">
        <w:t>c</w:t>
      </w:r>
      <w:r>
        <w:t>’</w:t>
      </w:r>
      <w:r w:rsidR="0024252B" w:rsidRPr="002813C1">
        <w:t>est une habitude à prendre</w:t>
      </w:r>
      <w:r>
        <w:t xml:space="preserve">… </w:t>
      </w:r>
      <w:r w:rsidR="0024252B" w:rsidRPr="002813C1">
        <w:t>je la prendrai</w:t>
      </w:r>
      <w:r>
        <w:t>.</w:t>
      </w:r>
    </w:p>
    <w:p w14:paraId="1FEB9092" w14:textId="77777777" w:rsidR="00B77E03" w:rsidRDefault="00B77E03" w:rsidP="00B77E03">
      <w:r>
        <w:t>— </w:t>
      </w:r>
      <w:r w:rsidR="0024252B" w:rsidRPr="002813C1">
        <w:t>Vrai</w:t>
      </w:r>
      <w:r>
        <w:t xml:space="preserve"> !… </w:t>
      </w:r>
      <w:r w:rsidR="0024252B" w:rsidRPr="002813C1">
        <w:t>bien vrai</w:t>
      </w:r>
      <w:r>
        <w:t xml:space="preserve"> !… </w:t>
      </w:r>
      <w:r w:rsidR="0024252B" w:rsidRPr="002813C1">
        <w:t>Ce n</w:t>
      </w:r>
      <w:r>
        <w:t>’</w:t>
      </w:r>
      <w:r w:rsidR="0024252B" w:rsidRPr="002813C1">
        <w:t>est pas la pitié seule qui t</w:t>
      </w:r>
      <w:r>
        <w:t>’</w:t>
      </w:r>
      <w:r w:rsidR="0024252B" w:rsidRPr="002813C1">
        <w:t>arrache cette promesse</w:t>
      </w:r>
      <w:r>
        <w:t xml:space="preserve">… </w:t>
      </w:r>
      <w:r w:rsidR="0024252B" w:rsidRPr="002813C1">
        <w:t>Tu devrais me haïr</w:t>
      </w:r>
      <w:r>
        <w:t xml:space="preserve">, </w:t>
      </w:r>
      <w:r w:rsidR="0024252B" w:rsidRPr="002813C1">
        <w:t>cependant</w:t>
      </w:r>
      <w:r>
        <w:t xml:space="preserve">, </w:t>
      </w:r>
      <w:r w:rsidR="0024252B" w:rsidRPr="002813C1">
        <w:t>me maudire</w:t>
      </w:r>
      <w:r>
        <w:t xml:space="preserve"> !… </w:t>
      </w:r>
      <w:r w:rsidR="0024252B" w:rsidRPr="002813C1">
        <w:t>Quel supplice</w:t>
      </w:r>
      <w:r>
        <w:t xml:space="preserve"> !… </w:t>
      </w:r>
      <w:r w:rsidR="0024252B" w:rsidRPr="002813C1">
        <w:t>Ah</w:t>
      </w:r>
      <w:r>
        <w:t xml:space="preserve"> ! </w:t>
      </w:r>
      <w:r w:rsidR="0024252B" w:rsidRPr="002813C1">
        <w:t>dès qu</w:t>
      </w:r>
      <w:r>
        <w:t>’</w:t>
      </w:r>
      <w:r w:rsidR="0024252B" w:rsidRPr="002813C1">
        <w:t xml:space="preserve">une femme </w:t>
      </w:r>
      <w:proofErr w:type="spellStart"/>
      <w:r w:rsidR="0024252B" w:rsidRPr="002813C1">
        <w:t>a</w:t>
      </w:r>
      <w:proofErr w:type="spellEnd"/>
      <w:r w:rsidR="0024252B" w:rsidRPr="002813C1">
        <w:t xml:space="preserve"> l</w:t>
      </w:r>
      <w:r>
        <w:t>’</w:t>
      </w:r>
      <w:r w:rsidR="0024252B" w:rsidRPr="002813C1">
        <w:t>âge de raison</w:t>
      </w:r>
      <w:r>
        <w:t xml:space="preserve">, </w:t>
      </w:r>
      <w:r w:rsidR="0024252B" w:rsidRPr="002813C1">
        <w:t>sans cesse on devrait lui répéter</w:t>
      </w:r>
      <w:r>
        <w:t> : « </w:t>
      </w:r>
      <w:r w:rsidR="0024252B" w:rsidRPr="002813C1">
        <w:t>Prends garde</w:t>
      </w:r>
      <w:r>
        <w:t xml:space="preserve"> !… </w:t>
      </w:r>
      <w:r w:rsidR="0024252B" w:rsidRPr="002813C1">
        <w:t>Ton enfant aura vingt ans un jour et il te faudra affronter ses regards</w:t>
      </w:r>
      <w:r>
        <w:t xml:space="preserve">… </w:t>
      </w:r>
      <w:r w:rsidR="0024252B" w:rsidRPr="002813C1">
        <w:t>C</w:t>
      </w:r>
      <w:r>
        <w:t>’</w:t>
      </w:r>
      <w:r w:rsidR="0024252B" w:rsidRPr="002813C1">
        <w:t xml:space="preserve">est lui qui te demandera compte de ton honneur devenu le </w:t>
      </w:r>
      <w:r>
        <w:t>« </w:t>
      </w:r>
      <w:r w:rsidR="0024252B" w:rsidRPr="002813C1">
        <w:t>sien</w:t>
      </w:r>
      <w:r>
        <w:t> ! »</w:t>
      </w:r>
      <w:r w:rsidR="0024252B" w:rsidRPr="002813C1">
        <w:t xml:space="preserve"> Mon Dieu</w:t>
      </w:r>
      <w:r>
        <w:t xml:space="preserve"> ! </w:t>
      </w:r>
      <w:r w:rsidR="0024252B" w:rsidRPr="002813C1">
        <w:t>Il n</w:t>
      </w:r>
      <w:r>
        <w:t>’</w:t>
      </w:r>
      <w:r w:rsidR="0024252B" w:rsidRPr="002813C1">
        <w:t>y aurait plus de fautes avec cette pensée</w:t>
      </w:r>
      <w:r>
        <w:t xml:space="preserve">… </w:t>
      </w:r>
      <w:r w:rsidR="0024252B" w:rsidRPr="002813C1">
        <w:t>En être réduite à cet excès d</w:t>
      </w:r>
      <w:r>
        <w:t>’</w:t>
      </w:r>
      <w:r w:rsidR="0024252B" w:rsidRPr="002813C1">
        <w:t>abjection et de misère de n</w:t>
      </w:r>
      <w:r>
        <w:t>’</w:t>
      </w:r>
      <w:r w:rsidR="0024252B" w:rsidRPr="002813C1">
        <w:t>oser lever la tête devant son fils</w:t>
      </w:r>
      <w:r>
        <w:t xml:space="preserve"> !… </w:t>
      </w:r>
      <w:r w:rsidR="0024252B" w:rsidRPr="002813C1">
        <w:t>Malheureuse que je suis</w:t>
      </w:r>
      <w:r>
        <w:t xml:space="preserve"> !… </w:t>
      </w:r>
      <w:r w:rsidR="0024252B" w:rsidRPr="002813C1">
        <w:t>Hélas</w:t>
      </w:r>
      <w:r>
        <w:t xml:space="preserve"> ! </w:t>
      </w:r>
      <w:r w:rsidR="0024252B" w:rsidRPr="002813C1">
        <w:t xml:space="preserve">mon </w:t>
      </w:r>
      <w:proofErr w:type="spellStart"/>
      <w:r w:rsidR="0024252B" w:rsidRPr="002813C1">
        <w:t>Wilkie</w:t>
      </w:r>
      <w:proofErr w:type="spellEnd"/>
      <w:r>
        <w:t xml:space="preserve">, </w:t>
      </w:r>
      <w:r w:rsidR="0024252B" w:rsidRPr="002813C1">
        <w:t>je ne sais que trop que tu ne peux pas ne me pas mépriser</w:t>
      </w:r>
      <w:r>
        <w:t>…</w:t>
      </w:r>
    </w:p>
    <w:p w14:paraId="0613FDC7" w14:textId="77777777" w:rsidR="00B77E03" w:rsidRDefault="00B77E03" w:rsidP="00B77E03">
      <w:r>
        <w:t>— </w:t>
      </w:r>
      <w:r w:rsidR="0024252B" w:rsidRPr="002813C1">
        <w:t>Ah</w:t>
      </w:r>
      <w:r>
        <w:t xml:space="preserve"> ! </w:t>
      </w:r>
      <w:r w:rsidR="0024252B" w:rsidRPr="002813C1">
        <w:t>mais non</w:t>
      </w:r>
      <w:r>
        <w:t xml:space="preserve">… </w:t>
      </w:r>
      <w:r w:rsidR="0024252B" w:rsidRPr="002813C1">
        <w:t>Mais pas du tout</w:t>
      </w:r>
      <w:r>
        <w:t xml:space="preserve"> !… </w:t>
      </w:r>
      <w:r w:rsidR="0024252B" w:rsidRPr="002813C1">
        <w:t>Voilà une idée</w:t>
      </w:r>
      <w:r>
        <w:t> !…</w:t>
      </w:r>
    </w:p>
    <w:p w14:paraId="1539BD34" w14:textId="77777777" w:rsidR="00B77E03" w:rsidRDefault="00B77E03" w:rsidP="00B77E03">
      <w:r>
        <w:t>— </w:t>
      </w:r>
      <w:r w:rsidR="0024252B" w:rsidRPr="002813C1">
        <w:t>Jure-moi que tu me pardonnes</w:t>
      </w:r>
      <w:r>
        <w:t>…</w:t>
      </w:r>
    </w:p>
    <w:p w14:paraId="4DF62697" w14:textId="77777777" w:rsidR="00B77E03" w:rsidRDefault="00B77E03" w:rsidP="00B77E03">
      <w:r>
        <w:t>— </w:t>
      </w:r>
      <w:r w:rsidR="0024252B" w:rsidRPr="002813C1">
        <w:t>Parole sacrée</w:t>
      </w:r>
      <w:r>
        <w:t> !…</w:t>
      </w:r>
    </w:p>
    <w:p w14:paraId="06E895C9" w14:textId="77777777" w:rsidR="00B77E03" w:rsidRDefault="0024252B" w:rsidP="00B77E03">
      <w:r w:rsidRPr="002813C1">
        <w:t>Pauvre femme</w:t>
      </w:r>
      <w:r w:rsidR="00B77E03">
        <w:t xml:space="preserve"> ! </w:t>
      </w:r>
      <w:r w:rsidRPr="002813C1">
        <w:t>sa figure rayonna</w:t>
      </w:r>
      <w:r w:rsidR="00B77E03">
        <w:t xml:space="preserve">… </w:t>
      </w:r>
      <w:r w:rsidRPr="002813C1">
        <w:t>Elle voulait croire</w:t>
      </w:r>
      <w:r w:rsidR="00B77E03">
        <w:t xml:space="preserve">… </w:t>
      </w:r>
      <w:r w:rsidRPr="002813C1">
        <w:t>Cela eût-il donc dû suffire</w:t>
      </w:r>
      <w:r w:rsidR="00B77E03">
        <w:t xml:space="preserve">, </w:t>
      </w:r>
      <w:r w:rsidRPr="002813C1">
        <w:t>à la rassurer</w:t>
      </w:r>
      <w:r w:rsidR="00B77E03">
        <w:t xml:space="preserve">, </w:t>
      </w:r>
      <w:r w:rsidRPr="002813C1">
        <w:t>à un moment où le passé se dressait formidable</w:t>
      </w:r>
      <w:r w:rsidR="00B77E03">
        <w:t>…</w:t>
      </w:r>
    </w:p>
    <w:p w14:paraId="23DC90C6" w14:textId="77777777" w:rsidR="00B77E03" w:rsidRDefault="0024252B" w:rsidP="00B77E03">
      <w:r w:rsidRPr="002813C1">
        <w:t>Mais son fils était près d</w:t>
      </w:r>
      <w:r w:rsidR="00B77E03">
        <w:t>’</w:t>
      </w:r>
      <w:r w:rsidRPr="002813C1">
        <w:t>elle</w:t>
      </w:r>
      <w:r w:rsidR="00B77E03">
        <w:t xml:space="preserve">, </w:t>
      </w:r>
      <w:r w:rsidRPr="002813C1">
        <w:t>si près d</w:t>
      </w:r>
      <w:r w:rsidR="00B77E03">
        <w:t>’</w:t>
      </w:r>
      <w:r w:rsidRPr="002813C1">
        <w:t>elle qu</w:t>
      </w:r>
      <w:r w:rsidR="00B77E03">
        <w:t>’</w:t>
      </w:r>
      <w:r w:rsidRPr="002813C1">
        <w:t>elle sentait son haleine dans ses cheveux</w:t>
      </w:r>
      <w:r w:rsidR="00B77E03">
        <w:t xml:space="preserve">… </w:t>
      </w:r>
      <w:r w:rsidRPr="002813C1">
        <w:t>C</w:t>
      </w:r>
      <w:r w:rsidR="00B77E03">
        <w:t>’</w:t>
      </w:r>
      <w:r w:rsidRPr="002813C1">
        <w:t>était bien lui</w:t>
      </w:r>
      <w:r w:rsidR="00B77E03">
        <w:t xml:space="preserve">. </w:t>
      </w:r>
      <w:r w:rsidRPr="002813C1">
        <w:t>Avaient-ils jamais été séparés</w:t>
      </w:r>
      <w:r w:rsidR="00B77E03">
        <w:t xml:space="preserve"> ? </w:t>
      </w:r>
      <w:r w:rsidRPr="002813C1">
        <w:t>Elle en doutait</w:t>
      </w:r>
      <w:r w:rsidR="00B77E03">
        <w:t xml:space="preserve">, </w:t>
      </w:r>
      <w:r w:rsidRPr="002813C1">
        <w:t>tant par la pensée elle avait vécu près de lui</w:t>
      </w:r>
      <w:r w:rsidR="00B77E03">
        <w:t xml:space="preserve">, </w:t>
      </w:r>
      <w:r w:rsidRPr="002813C1">
        <w:t>avec lui</w:t>
      </w:r>
      <w:r w:rsidR="00B77E03">
        <w:t xml:space="preserve">, </w:t>
      </w:r>
      <w:r w:rsidRPr="002813C1">
        <w:t>de sa vie</w:t>
      </w:r>
      <w:r w:rsidR="00B77E03">
        <w:t>…</w:t>
      </w:r>
    </w:p>
    <w:p w14:paraId="35EF0E39" w14:textId="1AB39090" w:rsidR="00B77E03" w:rsidRDefault="0024252B" w:rsidP="00B77E03">
      <w:r w:rsidRPr="002813C1">
        <w:t>C</w:t>
      </w:r>
      <w:r w:rsidR="00B77E03">
        <w:t>’</w:t>
      </w:r>
      <w:r w:rsidRPr="002813C1">
        <w:t>est avec une sorte d</w:t>
      </w:r>
      <w:r w:rsidR="00B77E03">
        <w:t>’</w:t>
      </w:r>
      <w:r w:rsidRPr="002813C1">
        <w:t>extase idiote qu</w:t>
      </w:r>
      <w:r w:rsidR="00B77E03">
        <w:t>’</w:t>
      </w:r>
      <w:r w:rsidRPr="002813C1">
        <w:t>elle le contemplait</w:t>
      </w:r>
      <w:r w:rsidR="00B77E03">
        <w:t xml:space="preserve">, </w:t>
      </w:r>
      <w:r w:rsidRPr="002813C1">
        <w:t>ses yeux le suppliaient</w:t>
      </w:r>
      <w:r w:rsidR="00B77E03">
        <w:t xml:space="preserve"> ; </w:t>
      </w:r>
      <w:r w:rsidRPr="002813C1">
        <w:t>ils mendiaient une caresse</w:t>
      </w:r>
      <w:r w:rsidR="00B77E03">
        <w:t xml:space="preserve"> ; </w:t>
      </w:r>
      <w:r w:rsidRPr="002813C1">
        <w:t>ses lèvres s</w:t>
      </w:r>
      <w:r w:rsidR="00B77E03">
        <w:t>’</w:t>
      </w:r>
      <w:r w:rsidRPr="002813C1">
        <w:t>avançaient frémissantes</w:t>
      </w:r>
      <w:r w:rsidR="00B77E03">
        <w:t xml:space="preserve">… </w:t>
      </w:r>
      <w:r w:rsidRPr="002813C1">
        <w:t>Lui ne voyait rien</w:t>
      </w:r>
      <w:r w:rsidR="00B77E03">
        <w:t xml:space="preserve">… </w:t>
      </w:r>
      <w:r w:rsidRPr="002813C1">
        <w:t>Longtemps elle avait hésité</w:t>
      </w:r>
      <w:r w:rsidR="00B77E03">
        <w:t xml:space="preserve">, </w:t>
      </w:r>
      <w:r w:rsidRPr="002813C1">
        <w:t>tremblant peut-être d</w:t>
      </w:r>
      <w:r w:rsidR="00B77E03">
        <w:t>’</w:t>
      </w:r>
      <w:r w:rsidRPr="002813C1">
        <w:t>être repoussée</w:t>
      </w:r>
      <w:r w:rsidR="00B77E03">
        <w:t xml:space="preserve">… </w:t>
      </w:r>
      <w:r w:rsidRPr="002813C1">
        <w:t>Mais</w:t>
      </w:r>
      <w:r w:rsidR="00B77E03">
        <w:t xml:space="preserve">, </w:t>
      </w:r>
      <w:r w:rsidRPr="002813C1">
        <w:t>à la fin</w:t>
      </w:r>
      <w:r w:rsidR="00B77E03">
        <w:t xml:space="preserve">, </w:t>
      </w:r>
      <w:r w:rsidRPr="002813C1">
        <w:t>cédant à un mouvement plus fort que tout</w:t>
      </w:r>
      <w:r w:rsidR="00B77E03">
        <w:t xml:space="preserve">, </w:t>
      </w:r>
      <w:r w:rsidRPr="002813C1">
        <w:lastRenderedPageBreak/>
        <w:t xml:space="preserve">elle jeta les bras autour du cou de </w:t>
      </w:r>
      <w:r w:rsidR="00B77E03">
        <w:t>M. </w:t>
      </w:r>
      <w:proofErr w:type="spellStart"/>
      <w:r w:rsidRPr="002813C1">
        <w:t>Wilkie</w:t>
      </w:r>
      <w:proofErr w:type="spellEnd"/>
      <w:r w:rsidR="00B77E03">
        <w:t xml:space="preserve">, </w:t>
      </w:r>
      <w:r w:rsidRPr="002813C1">
        <w:t>l</w:t>
      </w:r>
      <w:r w:rsidR="00B77E03">
        <w:t>’</w:t>
      </w:r>
      <w:r w:rsidRPr="002813C1">
        <w:t>attira vers elle et la serra contre sa poitrine dans une étreinte convulsive</w:t>
      </w:r>
      <w:r w:rsidR="00B77E03">
        <w:t>…</w:t>
      </w:r>
    </w:p>
    <w:p w14:paraId="68370DFA" w14:textId="77777777" w:rsidR="00B77E03" w:rsidRDefault="00B77E03" w:rsidP="00B77E03">
      <w:r>
        <w:t>— </w:t>
      </w:r>
      <w:r w:rsidR="0024252B" w:rsidRPr="002813C1">
        <w:t>Mon fils</w:t>
      </w:r>
      <w:r>
        <w:t xml:space="preserve"> ! </w:t>
      </w:r>
      <w:r w:rsidR="0024252B" w:rsidRPr="002813C1">
        <w:t>répétait-elle</w:t>
      </w:r>
      <w:r>
        <w:t xml:space="preserve">, </w:t>
      </w:r>
      <w:r w:rsidR="0024252B" w:rsidRPr="002813C1">
        <w:t>t</w:t>
      </w:r>
      <w:r>
        <w:t>’</w:t>
      </w:r>
      <w:r w:rsidR="0024252B" w:rsidRPr="002813C1">
        <w:t>avoir à moi</w:t>
      </w:r>
      <w:r>
        <w:t xml:space="preserve">… </w:t>
      </w:r>
      <w:r w:rsidR="0024252B" w:rsidRPr="002813C1">
        <w:t>après tant d</w:t>
      </w:r>
      <w:r>
        <w:t>’</w:t>
      </w:r>
      <w:r w:rsidR="0024252B" w:rsidRPr="002813C1">
        <w:t>années</w:t>
      </w:r>
      <w:r>
        <w:t> !</w:t>
      </w:r>
    </w:p>
    <w:p w14:paraId="207E1A4A" w14:textId="09465D17" w:rsidR="00B77E03" w:rsidRDefault="0024252B" w:rsidP="00B77E03">
      <w:r w:rsidRPr="002813C1">
        <w:t>Malheureusement</w:t>
      </w:r>
      <w:r w:rsidR="00B77E03">
        <w:t xml:space="preserve">, </w:t>
      </w:r>
      <w:r w:rsidRPr="002813C1">
        <w:t>il n</w:t>
      </w:r>
      <w:r w:rsidR="00B77E03">
        <w:t>’</w:t>
      </w:r>
      <w:r w:rsidRPr="002813C1">
        <w:t>était pas au monde de tourbillon de passion capable d</w:t>
      </w:r>
      <w:r w:rsidR="00B77E03">
        <w:t>’</w:t>
      </w:r>
      <w:r w:rsidRPr="002813C1">
        <w:t xml:space="preserve">emporter </w:t>
      </w:r>
      <w:r w:rsidR="00B77E03">
        <w:t>M. </w:t>
      </w:r>
      <w:proofErr w:type="spellStart"/>
      <w:r w:rsidRPr="002813C1">
        <w:t>Wilkie</w:t>
      </w:r>
      <w:proofErr w:type="spellEnd"/>
      <w:r w:rsidR="00B77E03">
        <w:t>.</w:t>
      </w:r>
    </w:p>
    <w:p w14:paraId="0202ACA4" w14:textId="77777777" w:rsidR="00B77E03" w:rsidRDefault="0024252B" w:rsidP="00B77E03">
      <w:r w:rsidRPr="002813C1">
        <w:t>Ayant atteint dès le début son maximum d</w:t>
      </w:r>
      <w:r w:rsidR="00B77E03">
        <w:t>’</w:t>
      </w:r>
      <w:r w:rsidRPr="002813C1">
        <w:t>émotion</w:t>
      </w:r>
      <w:r w:rsidR="00B77E03">
        <w:t xml:space="preserve">, </w:t>
      </w:r>
      <w:r w:rsidRPr="002813C1">
        <w:t>son esprit</w:t>
      </w:r>
      <w:r w:rsidR="00B77E03">
        <w:t xml:space="preserve">, </w:t>
      </w:r>
      <w:r w:rsidRPr="002813C1">
        <w:t>bien loin de s</w:t>
      </w:r>
      <w:r w:rsidR="00B77E03">
        <w:t>’</w:t>
      </w:r>
      <w:r w:rsidRPr="002813C1">
        <w:t>exalter</w:t>
      </w:r>
      <w:r w:rsidR="00B77E03">
        <w:t xml:space="preserve">, </w:t>
      </w:r>
      <w:r w:rsidRPr="002813C1">
        <w:t>se rasseyait dans son flegme</w:t>
      </w:r>
      <w:r w:rsidR="00B77E03">
        <w:t>.</w:t>
      </w:r>
    </w:p>
    <w:p w14:paraId="63B6E50C" w14:textId="77777777" w:rsidR="00B77E03" w:rsidRDefault="0024252B" w:rsidP="00B77E03">
      <w:r w:rsidRPr="002813C1">
        <w:t>C</w:t>
      </w:r>
      <w:r w:rsidR="00B77E03">
        <w:t>’</w:t>
      </w:r>
      <w:r w:rsidRPr="002813C1">
        <w:t>était un garçon trempé</w:t>
      </w:r>
      <w:r w:rsidR="00B77E03">
        <w:t xml:space="preserve">, </w:t>
      </w:r>
      <w:r w:rsidRPr="002813C1">
        <w:t>ainsi qu</w:t>
      </w:r>
      <w:r w:rsidR="00B77E03">
        <w:t>’</w:t>
      </w:r>
      <w:r w:rsidRPr="002813C1">
        <w:t>il s</w:t>
      </w:r>
      <w:r w:rsidR="00B77E03">
        <w:t>’</w:t>
      </w:r>
      <w:r w:rsidRPr="002813C1">
        <w:t>en flattait</w:t>
      </w:r>
      <w:r w:rsidR="00B77E03">
        <w:t xml:space="preserve">… </w:t>
      </w:r>
      <w:r w:rsidRPr="002813C1">
        <w:t>Et il restait de glace sous la flamme des baisers de sa mère</w:t>
      </w:r>
      <w:r w:rsidR="00B77E03">
        <w:t>.</w:t>
      </w:r>
    </w:p>
    <w:p w14:paraId="4CF7002F" w14:textId="77777777" w:rsidR="00B77E03" w:rsidRDefault="0024252B" w:rsidP="00B77E03">
      <w:r w:rsidRPr="002813C1">
        <w:t>Bien plus</w:t>
      </w:r>
      <w:r w:rsidR="00B77E03">
        <w:t xml:space="preserve">, </w:t>
      </w:r>
      <w:r w:rsidRPr="002813C1">
        <w:t>c</w:t>
      </w:r>
      <w:r w:rsidR="00B77E03">
        <w:t>’</w:t>
      </w:r>
      <w:r w:rsidRPr="002813C1">
        <w:t>était tout juste s</w:t>
      </w:r>
      <w:r w:rsidR="00B77E03">
        <w:t>’</w:t>
      </w:r>
      <w:r w:rsidRPr="002813C1">
        <w:t>il se laissait faire</w:t>
      </w:r>
      <w:r w:rsidR="00B77E03">
        <w:t xml:space="preserve">, </w:t>
      </w:r>
      <w:r w:rsidRPr="002813C1">
        <w:t>s</w:t>
      </w:r>
      <w:r w:rsidR="00B77E03">
        <w:t>’</w:t>
      </w:r>
      <w:r w:rsidRPr="002813C1">
        <w:t>il daignait s</w:t>
      </w:r>
      <w:r w:rsidR="00B77E03">
        <w:t>’</w:t>
      </w:r>
      <w:r w:rsidRPr="002813C1">
        <w:t>abandonner de mauvaise grâce</w:t>
      </w:r>
      <w:r w:rsidR="00B77E03">
        <w:t xml:space="preserve">, </w:t>
      </w:r>
      <w:r w:rsidRPr="002813C1">
        <w:t>non sans maugréer intérieurement</w:t>
      </w:r>
      <w:r w:rsidR="00B77E03">
        <w:t xml:space="preserve">, </w:t>
      </w:r>
      <w:r w:rsidRPr="002813C1">
        <w:t>et faute de savoir comment s</w:t>
      </w:r>
      <w:r w:rsidR="00B77E03">
        <w:t>’</w:t>
      </w:r>
      <w:r w:rsidRPr="002813C1">
        <w:t xml:space="preserve">y prendre pour précipiter le </w:t>
      </w:r>
      <w:proofErr w:type="spellStart"/>
      <w:r w:rsidRPr="002813C1">
        <w:t>dénoûment</w:t>
      </w:r>
      <w:proofErr w:type="spellEnd"/>
      <w:r w:rsidR="00B77E03">
        <w:t>.</w:t>
      </w:r>
    </w:p>
    <w:p w14:paraId="2FC8E451" w14:textId="77777777" w:rsidR="00B77E03" w:rsidRDefault="00B77E03" w:rsidP="00B77E03">
      <w:r>
        <w:t>— </w:t>
      </w:r>
      <w:r w:rsidR="0024252B" w:rsidRPr="002813C1">
        <w:t>Elle n</w:t>
      </w:r>
      <w:r>
        <w:t>’</w:t>
      </w:r>
      <w:r w:rsidR="0024252B" w:rsidRPr="002813C1">
        <w:t>en finira pas</w:t>
      </w:r>
      <w:r>
        <w:t xml:space="preserve"> !… </w:t>
      </w:r>
      <w:r w:rsidR="0024252B" w:rsidRPr="002813C1">
        <w:t>pensait-il</w:t>
      </w:r>
      <w:r>
        <w:t xml:space="preserve">. </w:t>
      </w:r>
      <w:r w:rsidR="0024252B" w:rsidRPr="002813C1">
        <w:t>Voilà une reconnaissance</w:t>
      </w:r>
      <w:r>
        <w:t xml:space="preserve"> !… </w:t>
      </w:r>
      <w:r w:rsidR="0024252B" w:rsidRPr="002813C1">
        <w:t>Je dois avoir une bonne tête</w:t>
      </w:r>
      <w:r>
        <w:t xml:space="preserve"> !… </w:t>
      </w:r>
      <w:r w:rsidR="0024252B" w:rsidRPr="002813C1">
        <w:t>Dieu</w:t>
      </w:r>
      <w:r>
        <w:t xml:space="preserve"> ! </w:t>
      </w:r>
      <w:r w:rsidR="0024252B" w:rsidRPr="002813C1">
        <w:t>si Costar et Serpillon me voyaient</w:t>
      </w:r>
      <w:r>
        <w:t xml:space="preserve">, </w:t>
      </w:r>
      <w:r w:rsidR="0024252B" w:rsidRPr="002813C1">
        <w:t>riraient-ils</w:t>
      </w:r>
      <w:r>
        <w:t> !</w:t>
      </w:r>
    </w:p>
    <w:p w14:paraId="184100F7" w14:textId="2CA545C3" w:rsidR="00B77E03" w:rsidRDefault="00B77E03" w:rsidP="00B77E03">
      <w:r>
        <w:t>M. </w:t>
      </w:r>
      <w:r w:rsidR="0024252B" w:rsidRPr="002813C1">
        <w:t xml:space="preserve">Costard et </w:t>
      </w:r>
      <w:r>
        <w:t>M. </w:t>
      </w:r>
      <w:r w:rsidR="0024252B" w:rsidRPr="002813C1">
        <w:t>Serpillon étaient des intimes</w:t>
      </w:r>
      <w:r>
        <w:t xml:space="preserve">, </w:t>
      </w:r>
      <w:r w:rsidR="0024252B" w:rsidRPr="002813C1">
        <w:t xml:space="preserve">les copropriétaires du fameux </w:t>
      </w:r>
      <w:proofErr w:type="spellStart"/>
      <w:r w:rsidR="0024252B" w:rsidRPr="002813C1">
        <w:t>steeple-chaser</w:t>
      </w:r>
      <w:proofErr w:type="spellEnd"/>
      <w:r>
        <w:t>…</w:t>
      </w:r>
    </w:p>
    <w:p w14:paraId="68C6D65A" w14:textId="1AC93269" w:rsidR="00B77E03" w:rsidRDefault="0024252B" w:rsidP="00B77E03">
      <w:r w:rsidRPr="002813C1">
        <w:t>Mais dans le délire de la surprise</w:t>
      </w:r>
      <w:r w:rsidR="00B77E03">
        <w:t xml:space="preserve">, </w:t>
      </w:r>
      <w:r w:rsidRPr="002813C1">
        <w:t>et aussi</w:t>
      </w:r>
      <w:r w:rsidR="00B77E03">
        <w:t xml:space="preserve">, </w:t>
      </w:r>
      <w:r w:rsidRPr="002813C1">
        <w:t>hélas</w:t>
      </w:r>
      <w:r w:rsidR="00B77E03">
        <w:t xml:space="preserve"> ! </w:t>
      </w:r>
      <w:r w:rsidRPr="002813C1">
        <w:t>de la joie</w:t>
      </w:r>
      <w:r w:rsidR="00B77E03">
        <w:t>, M</w:t>
      </w:r>
      <w:r w:rsidR="00B77E03" w:rsidRPr="00B77E03">
        <w:rPr>
          <w:vertAlign w:val="superscript"/>
        </w:rPr>
        <w:t>me</w:t>
      </w:r>
      <w:r w:rsidR="00B77E03">
        <w:t> </w:t>
      </w:r>
      <w:r w:rsidRPr="002813C1">
        <w:t>d</w:t>
      </w:r>
      <w:r w:rsidR="00B77E03">
        <w:t>’</w:t>
      </w:r>
      <w:r w:rsidRPr="002813C1">
        <w:t>Argelès ne remarquait pas la physionomie au moins singulière de son fils</w:t>
      </w:r>
      <w:r w:rsidR="00B77E03">
        <w:t>.</w:t>
      </w:r>
    </w:p>
    <w:p w14:paraId="173F15AF" w14:textId="77777777" w:rsidR="00B77E03" w:rsidRDefault="0024252B" w:rsidP="00B77E03">
      <w:r w:rsidRPr="002813C1">
        <w:t>Elle l</w:t>
      </w:r>
      <w:r w:rsidR="00B77E03">
        <w:t>’</w:t>
      </w:r>
      <w:r w:rsidRPr="002813C1">
        <w:t>avait fait asseoir sur une chaise</w:t>
      </w:r>
      <w:r w:rsidR="00B77E03">
        <w:t xml:space="preserve">, </w:t>
      </w:r>
      <w:r w:rsidRPr="002813C1">
        <w:t>bien en face d</w:t>
      </w:r>
      <w:r w:rsidR="00B77E03">
        <w:t>’</w:t>
      </w:r>
      <w:r w:rsidRPr="002813C1">
        <w:t>elle</w:t>
      </w:r>
      <w:r w:rsidR="00B77E03">
        <w:t xml:space="preserve">, </w:t>
      </w:r>
      <w:r w:rsidRPr="002813C1">
        <w:t>et avec une volubilité extraordinaire</w:t>
      </w:r>
      <w:r w:rsidR="00B77E03">
        <w:t xml:space="preserve">, </w:t>
      </w:r>
      <w:r w:rsidRPr="002813C1">
        <w:t>elle poursuivait</w:t>
      </w:r>
      <w:r w:rsidR="00B77E03">
        <w:t> :</w:t>
      </w:r>
    </w:p>
    <w:p w14:paraId="40887671" w14:textId="77777777" w:rsidR="00B77E03" w:rsidRDefault="00B77E03" w:rsidP="00B77E03">
      <w:r>
        <w:t>— </w:t>
      </w:r>
      <w:r w:rsidR="0024252B" w:rsidRPr="002813C1">
        <w:t>Si je me pardonne ce bonheur divin de t</w:t>
      </w:r>
      <w:r>
        <w:t>’</w:t>
      </w:r>
      <w:r w:rsidR="0024252B" w:rsidRPr="002813C1">
        <w:t>embrasser</w:t>
      </w:r>
      <w:r>
        <w:t xml:space="preserve">, </w:t>
      </w:r>
      <w:proofErr w:type="spellStart"/>
      <w:r w:rsidR="0024252B" w:rsidRPr="002813C1">
        <w:t>Wilkie</w:t>
      </w:r>
      <w:proofErr w:type="spellEnd"/>
      <w:r>
        <w:t xml:space="preserve">, </w:t>
      </w:r>
      <w:r w:rsidR="0024252B" w:rsidRPr="002813C1">
        <w:t>c</w:t>
      </w:r>
      <w:r>
        <w:t>’</w:t>
      </w:r>
      <w:r w:rsidR="0024252B" w:rsidRPr="002813C1">
        <w:t>est que je ne t</w:t>
      </w:r>
      <w:r>
        <w:t>’</w:t>
      </w:r>
      <w:r w:rsidR="0024252B" w:rsidRPr="002813C1">
        <w:t>ai pas cherché</w:t>
      </w:r>
      <w:r>
        <w:t xml:space="preserve">… </w:t>
      </w:r>
      <w:r w:rsidR="0024252B" w:rsidRPr="002813C1">
        <w:t>Je n</w:t>
      </w:r>
      <w:r>
        <w:t>’</w:t>
      </w:r>
      <w:r w:rsidR="0024252B" w:rsidRPr="002813C1">
        <w:t>ai pas manqué à mon serment de ne jamais me rapprocher de toi</w:t>
      </w:r>
      <w:r>
        <w:t xml:space="preserve">… </w:t>
      </w:r>
      <w:r w:rsidR="0024252B" w:rsidRPr="002813C1">
        <w:t xml:space="preserve">Lorsque </w:t>
      </w:r>
      <w:r w:rsidR="0024252B" w:rsidRPr="002813C1">
        <w:lastRenderedPageBreak/>
        <w:t>je suis entrée ici</w:t>
      </w:r>
      <w:r>
        <w:t xml:space="preserve">, </w:t>
      </w:r>
      <w:r w:rsidR="0024252B" w:rsidRPr="002813C1">
        <w:t>j</w:t>
      </w:r>
      <w:r>
        <w:t>’</w:t>
      </w:r>
      <w:r w:rsidR="0024252B" w:rsidRPr="002813C1">
        <w:t>étais résolue à tout nier</w:t>
      </w:r>
      <w:r>
        <w:t xml:space="preserve">, </w:t>
      </w:r>
      <w:r w:rsidR="0024252B" w:rsidRPr="002813C1">
        <w:t>résolue à te persuader</w:t>
      </w:r>
      <w:r>
        <w:t xml:space="preserve">, </w:t>
      </w:r>
      <w:r w:rsidR="0024252B" w:rsidRPr="002813C1">
        <w:t>n</w:t>
      </w:r>
      <w:r>
        <w:t>’</w:t>
      </w:r>
      <w:r w:rsidR="0024252B" w:rsidRPr="002813C1">
        <w:t>importe comment</w:t>
      </w:r>
      <w:r>
        <w:t xml:space="preserve">, </w:t>
      </w:r>
      <w:r w:rsidR="0024252B" w:rsidRPr="002813C1">
        <w:t>qu</w:t>
      </w:r>
      <w:r>
        <w:t>’</w:t>
      </w:r>
      <w:r w:rsidR="0024252B" w:rsidRPr="002813C1">
        <w:t>on t</w:t>
      </w:r>
      <w:r>
        <w:t>’</w:t>
      </w:r>
      <w:r w:rsidR="0024252B" w:rsidRPr="002813C1">
        <w:t>avait trompé</w:t>
      </w:r>
      <w:r>
        <w:t xml:space="preserve">… </w:t>
      </w:r>
      <w:r w:rsidR="0024252B" w:rsidRPr="002813C1">
        <w:t>Dieu m</w:t>
      </w:r>
      <w:r>
        <w:t>’</w:t>
      </w:r>
      <w:r w:rsidR="0024252B" w:rsidRPr="002813C1">
        <w:t>est témoin que ce n</w:t>
      </w:r>
      <w:r>
        <w:t>’</w:t>
      </w:r>
      <w:r w:rsidR="0024252B" w:rsidRPr="002813C1">
        <w:t>est pas la volonté qui m</w:t>
      </w:r>
      <w:r>
        <w:t>’</w:t>
      </w:r>
      <w:r w:rsidR="0024252B" w:rsidRPr="002813C1">
        <w:t>a manqué</w:t>
      </w:r>
      <w:r>
        <w:t xml:space="preserve">… </w:t>
      </w:r>
      <w:r w:rsidR="0024252B" w:rsidRPr="002813C1">
        <w:t>Il est de ces renoncements au-dessus des forces humaines</w:t>
      </w:r>
      <w:r>
        <w:t>…</w:t>
      </w:r>
    </w:p>
    <w:p w14:paraId="55AB4239" w14:textId="44B5BD0C" w:rsidR="00B77E03" w:rsidRDefault="00B77E03" w:rsidP="00B77E03">
      <w:r>
        <w:t>M. </w:t>
      </w:r>
      <w:proofErr w:type="spellStart"/>
      <w:r w:rsidR="0024252B" w:rsidRPr="002813C1">
        <w:t>Wilkie</w:t>
      </w:r>
      <w:proofErr w:type="spellEnd"/>
      <w:r w:rsidR="0024252B" w:rsidRPr="002813C1">
        <w:t xml:space="preserve"> daigna sourire</w:t>
      </w:r>
      <w:r>
        <w:t>.</w:t>
      </w:r>
    </w:p>
    <w:p w14:paraId="1096AB09" w14:textId="77777777" w:rsidR="00B77E03" w:rsidRDefault="00B77E03" w:rsidP="00B77E03">
      <w:r>
        <w:t>— </w:t>
      </w:r>
      <w:r w:rsidR="0024252B" w:rsidRPr="002813C1">
        <w:t>Oh</w:t>
      </w:r>
      <w:r>
        <w:t xml:space="preserve"> !… </w:t>
      </w:r>
      <w:r w:rsidR="0024252B" w:rsidRPr="002813C1">
        <w:t>j</w:t>
      </w:r>
      <w:r>
        <w:t>’</w:t>
      </w:r>
      <w:r w:rsidR="0024252B" w:rsidRPr="002813C1">
        <w:t>avais bien vu le coup</w:t>
      </w:r>
      <w:r>
        <w:t xml:space="preserve">, </w:t>
      </w:r>
      <w:r w:rsidR="0024252B" w:rsidRPr="002813C1">
        <w:t>fit-il d</w:t>
      </w:r>
      <w:r>
        <w:t>’</w:t>
      </w:r>
      <w:r w:rsidR="0024252B" w:rsidRPr="002813C1">
        <w:t>un air capable</w:t>
      </w:r>
      <w:r>
        <w:t xml:space="preserve">… </w:t>
      </w:r>
      <w:r w:rsidR="0024252B" w:rsidRPr="002813C1">
        <w:t>Mais j</w:t>
      </w:r>
      <w:r>
        <w:t>’</w:t>
      </w:r>
      <w:r w:rsidR="0024252B" w:rsidRPr="002813C1">
        <w:t>étais bien renseigné</w:t>
      </w:r>
      <w:r>
        <w:t xml:space="preserve">, </w:t>
      </w:r>
      <w:r w:rsidR="0024252B" w:rsidRPr="002813C1">
        <w:t>et ce n</w:t>
      </w:r>
      <w:r>
        <w:t>’</w:t>
      </w:r>
      <w:r w:rsidR="0024252B" w:rsidRPr="002813C1">
        <w:t>est pas à moi qu</w:t>
      </w:r>
      <w:r>
        <w:t>’</w:t>
      </w:r>
      <w:r w:rsidR="0024252B" w:rsidRPr="002813C1">
        <w:t>on en conte</w:t>
      </w:r>
      <w:r>
        <w:t>…</w:t>
      </w:r>
    </w:p>
    <w:p w14:paraId="5B32A018" w14:textId="26220C0A" w:rsidR="00B77E03" w:rsidRDefault="00B77E03" w:rsidP="00B77E03">
      <w:r>
        <w:t>M</w:t>
      </w:r>
      <w:r w:rsidRPr="00B77E03">
        <w:rPr>
          <w:vertAlign w:val="superscript"/>
        </w:rPr>
        <w:t>me</w:t>
      </w:r>
      <w:r>
        <w:t> </w:t>
      </w:r>
      <w:r w:rsidR="0024252B" w:rsidRPr="002813C1">
        <w:t>d</w:t>
      </w:r>
      <w:r>
        <w:t>’</w:t>
      </w:r>
      <w:r w:rsidR="0024252B" w:rsidRPr="002813C1">
        <w:t>Argelès ne l</w:t>
      </w:r>
      <w:r>
        <w:t>’</w:t>
      </w:r>
      <w:r w:rsidR="0024252B" w:rsidRPr="002813C1">
        <w:t>entendit pas</w:t>
      </w:r>
      <w:r>
        <w:t>.</w:t>
      </w:r>
    </w:p>
    <w:p w14:paraId="3DB334EE" w14:textId="77777777" w:rsidR="00B77E03" w:rsidRDefault="00B77E03" w:rsidP="00B77E03">
      <w:r>
        <w:t>— </w:t>
      </w:r>
      <w:r w:rsidR="0024252B" w:rsidRPr="002813C1">
        <w:t>Peut-être est-ce la destinée qui se lasse</w:t>
      </w:r>
      <w:r>
        <w:t xml:space="preserve">, </w:t>
      </w:r>
      <w:r w:rsidR="0024252B" w:rsidRPr="002813C1">
        <w:t>poursuivait-elle</w:t>
      </w:r>
      <w:r>
        <w:t xml:space="preserve">… </w:t>
      </w:r>
      <w:r w:rsidR="0024252B" w:rsidRPr="002813C1">
        <w:t>C</w:t>
      </w:r>
      <w:r>
        <w:t>’</w:t>
      </w:r>
      <w:r w:rsidR="0024252B" w:rsidRPr="002813C1">
        <w:t>est une vie nouvelle à recommencer</w:t>
      </w:r>
      <w:r>
        <w:t xml:space="preserve">. </w:t>
      </w:r>
      <w:r w:rsidR="0024252B" w:rsidRPr="002813C1">
        <w:t>Par toi</w:t>
      </w:r>
      <w:r>
        <w:t xml:space="preserve">, </w:t>
      </w:r>
      <w:proofErr w:type="spellStart"/>
      <w:r w:rsidR="0024252B" w:rsidRPr="002813C1">
        <w:t>Wilkie</w:t>
      </w:r>
      <w:proofErr w:type="spellEnd"/>
      <w:r>
        <w:t xml:space="preserve">, </w:t>
      </w:r>
      <w:r w:rsidR="0024252B" w:rsidRPr="002813C1">
        <w:t>je puis être heureuse encore</w:t>
      </w:r>
      <w:r>
        <w:t xml:space="preserve">, </w:t>
      </w:r>
      <w:r w:rsidR="0024252B" w:rsidRPr="002813C1">
        <w:t>moi qui depuis tant d</w:t>
      </w:r>
      <w:r>
        <w:t>’</w:t>
      </w:r>
      <w:r w:rsidR="0024252B" w:rsidRPr="002813C1">
        <w:t>années n</w:t>
      </w:r>
      <w:r>
        <w:t>’</w:t>
      </w:r>
      <w:r w:rsidR="0024252B" w:rsidRPr="002813C1">
        <w:t>espérais plus rien ici-bas</w:t>
      </w:r>
      <w:r>
        <w:t xml:space="preserve">. </w:t>
      </w:r>
      <w:r w:rsidR="0024252B" w:rsidRPr="002813C1">
        <w:t>Mais aurais-tu le courage d</w:t>
      </w:r>
      <w:r>
        <w:t>’</w:t>
      </w:r>
      <w:r w:rsidR="0024252B" w:rsidRPr="002813C1">
        <w:t>oublier</w:t>
      </w:r>
      <w:r>
        <w:t> ?…</w:t>
      </w:r>
    </w:p>
    <w:p w14:paraId="3942F0D6" w14:textId="77777777" w:rsidR="00B77E03" w:rsidRDefault="00B77E03" w:rsidP="00B77E03">
      <w:r>
        <w:t>— </w:t>
      </w:r>
      <w:r w:rsidR="0024252B" w:rsidRPr="002813C1">
        <w:t>Quoi</w:t>
      </w:r>
      <w:r>
        <w:t> ?</w:t>
      </w:r>
    </w:p>
    <w:p w14:paraId="15C4786D" w14:textId="77777777" w:rsidR="00B77E03" w:rsidRDefault="0024252B" w:rsidP="00B77E03">
      <w:r w:rsidRPr="002813C1">
        <w:t>Elle baissa la tête</w:t>
      </w:r>
      <w:r w:rsidR="00B77E03">
        <w:t xml:space="preserve">, </w:t>
      </w:r>
      <w:r w:rsidRPr="002813C1">
        <w:t>et d</w:t>
      </w:r>
      <w:r w:rsidR="00B77E03">
        <w:t>’</w:t>
      </w:r>
      <w:r w:rsidRPr="002813C1">
        <w:t>une voix à peine distincte</w:t>
      </w:r>
      <w:r w:rsidR="00B77E03">
        <w:t xml:space="preserve">, </w:t>
      </w:r>
      <w:r w:rsidRPr="002813C1">
        <w:t>répondit</w:t>
      </w:r>
      <w:r w:rsidR="00B77E03">
        <w:t> :</w:t>
      </w:r>
    </w:p>
    <w:p w14:paraId="6FC667D5" w14:textId="77777777" w:rsidR="00B77E03" w:rsidRDefault="00B77E03" w:rsidP="00B77E03">
      <w:r>
        <w:t>— </w:t>
      </w:r>
      <w:r w:rsidR="0024252B" w:rsidRPr="002813C1">
        <w:t>Le passé</w:t>
      </w:r>
      <w:r>
        <w:t xml:space="preserve">, </w:t>
      </w:r>
      <w:proofErr w:type="spellStart"/>
      <w:r w:rsidR="0024252B" w:rsidRPr="002813C1">
        <w:t>Wilkie</w:t>
      </w:r>
      <w:proofErr w:type="spellEnd"/>
      <w:r>
        <w:t>…</w:t>
      </w:r>
    </w:p>
    <w:p w14:paraId="369398A4" w14:textId="77777777" w:rsidR="00B77E03" w:rsidRDefault="0024252B" w:rsidP="00B77E03">
      <w:r w:rsidRPr="002813C1">
        <w:t>Mais lui</w:t>
      </w:r>
      <w:r w:rsidR="00B77E03">
        <w:t xml:space="preserve">, </w:t>
      </w:r>
      <w:r w:rsidRPr="002813C1">
        <w:t>de l</w:t>
      </w:r>
      <w:r w:rsidR="00B77E03">
        <w:t>’</w:t>
      </w:r>
      <w:r w:rsidRPr="002813C1">
        <w:t>air le plus insouciant</w:t>
      </w:r>
      <w:r w:rsidR="00B77E03">
        <w:t xml:space="preserve">, </w:t>
      </w:r>
      <w:r w:rsidRPr="002813C1">
        <w:t>fit claquer ses doigts en s</w:t>
      </w:r>
      <w:r w:rsidR="00B77E03">
        <w:t>’</w:t>
      </w:r>
      <w:r w:rsidRPr="002813C1">
        <w:t>écriant</w:t>
      </w:r>
      <w:r w:rsidR="00B77E03">
        <w:t> :</w:t>
      </w:r>
    </w:p>
    <w:p w14:paraId="3EFAEBAC" w14:textId="77777777" w:rsidR="00B77E03" w:rsidRDefault="00B77E03" w:rsidP="00B77E03">
      <w:r>
        <w:t>— </w:t>
      </w:r>
      <w:proofErr w:type="spellStart"/>
      <w:r w:rsidR="0024252B" w:rsidRPr="002813C1">
        <w:t>Bast</w:t>
      </w:r>
      <w:proofErr w:type="spellEnd"/>
      <w:r>
        <w:t xml:space="preserve"> ! </w:t>
      </w:r>
      <w:r w:rsidR="0024252B" w:rsidRPr="002813C1">
        <w:t>ce qui est passé est passé</w:t>
      </w:r>
      <w:r>
        <w:t xml:space="preserve"> !… </w:t>
      </w:r>
      <w:r w:rsidR="0024252B" w:rsidRPr="002813C1">
        <w:t>Est-ce que tout ne s</w:t>
      </w:r>
      <w:r>
        <w:t>’</w:t>
      </w:r>
      <w:r w:rsidR="0024252B" w:rsidRPr="002813C1">
        <w:t>oublie pas</w:t>
      </w:r>
      <w:r>
        <w:t xml:space="preserve"> ?… </w:t>
      </w:r>
      <w:r w:rsidR="0024252B" w:rsidRPr="002813C1">
        <w:t>Paris en a vu bien d</w:t>
      </w:r>
      <w:r>
        <w:t>’</w:t>
      </w:r>
      <w:r w:rsidR="0024252B" w:rsidRPr="002813C1">
        <w:t>autres</w:t>
      </w:r>
      <w:r>
        <w:t xml:space="preserve"> ! </w:t>
      </w:r>
      <w:r w:rsidR="0024252B" w:rsidRPr="002813C1">
        <w:t>Vous êtes ma mère</w:t>
      </w:r>
      <w:r>
        <w:t xml:space="preserve">, </w:t>
      </w:r>
      <w:r w:rsidR="0024252B" w:rsidRPr="002813C1">
        <w:t>n</w:t>
      </w:r>
      <w:r>
        <w:t>’</w:t>
      </w:r>
      <w:r w:rsidR="0024252B" w:rsidRPr="002813C1">
        <w:t>est-ce pas</w:t>
      </w:r>
      <w:r>
        <w:t xml:space="preserve"> ?… </w:t>
      </w:r>
      <w:r w:rsidR="0024252B" w:rsidRPr="002813C1">
        <w:t>Votre conduite ne me regarde pas</w:t>
      </w:r>
      <w:r>
        <w:t xml:space="preserve">… </w:t>
      </w:r>
      <w:r w:rsidR="0024252B" w:rsidRPr="002813C1">
        <w:t>C</w:t>
      </w:r>
      <w:r>
        <w:t>’</w:t>
      </w:r>
      <w:r w:rsidR="0024252B" w:rsidRPr="002813C1">
        <w:t>est que je me moque un peu de l</w:t>
      </w:r>
      <w:r>
        <w:t>’</w:t>
      </w:r>
      <w:r w:rsidR="0024252B" w:rsidRPr="002813C1">
        <w:t>opinion</w:t>
      </w:r>
      <w:r>
        <w:t xml:space="preserve">, </w:t>
      </w:r>
      <w:r w:rsidR="0024252B" w:rsidRPr="002813C1">
        <w:t>moi</w:t>
      </w:r>
      <w:r>
        <w:t xml:space="preserve">… </w:t>
      </w:r>
      <w:r w:rsidR="0024252B" w:rsidRPr="002813C1">
        <w:t>Je commence par faire ce qui me plaît</w:t>
      </w:r>
      <w:r>
        <w:t xml:space="preserve">, </w:t>
      </w:r>
      <w:r w:rsidR="0024252B" w:rsidRPr="002813C1">
        <w:t>et je consulte les autres après</w:t>
      </w:r>
      <w:r>
        <w:t xml:space="preserve">… </w:t>
      </w:r>
      <w:r w:rsidR="0024252B" w:rsidRPr="002813C1">
        <w:t>Et à ceux qui ne sont pas contents</w:t>
      </w:r>
      <w:r>
        <w:t xml:space="preserve">, </w:t>
      </w:r>
      <w:r w:rsidR="0024252B" w:rsidRPr="002813C1">
        <w:t>je dis</w:t>
      </w:r>
      <w:r>
        <w:t xml:space="preserve"> : </w:t>
      </w:r>
      <w:proofErr w:type="spellStart"/>
      <w:r w:rsidR="0024252B" w:rsidRPr="002813C1">
        <w:t>Allez vous</w:t>
      </w:r>
      <w:proofErr w:type="spellEnd"/>
      <w:r w:rsidR="0024252B" w:rsidRPr="002813C1">
        <w:t xml:space="preserve"> asseoir</w:t>
      </w:r>
      <w:r>
        <w:t> !</w:t>
      </w:r>
    </w:p>
    <w:p w14:paraId="3BEFBE7D" w14:textId="77777777" w:rsidR="00B77E03" w:rsidRDefault="0024252B" w:rsidP="00B77E03">
      <w:r w:rsidRPr="002813C1">
        <w:lastRenderedPageBreak/>
        <w:t>C</w:t>
      </w:r>
      <w:r w:rsidR="00B77E03">
        <w:t>’</w:t>
      </w:r>
      <w:r w:rsidRPr="002813C1">
        <w:t>est avec un saisissement de joie que l</w:t>
      </w:r>
      <w:r w:rsidR="00B77E03">
        <w:t>’</w:t>
      </w:r>
      <w:r w:rsidRPr="002813C1">
        <w:t>infortunée écoutait son fils</w:t>
      </w:r>
      <w:r w:rsidR="00B77E03">
        <w:t xml:space="preserve">… </w:t>
      </w:r>
      <w:r w:rsidRPr="002813C1">
        <w:t>L</w:t>
      </w:r>
      <w:r w:rsidR="00B77E03">
        <w:t>’</w:t>
      </w:r>
      <w:r w:rsidRPr="002813C1">
        <w:t>étrangeté de ses expressions eût dû la frapper</w:t>
      </w:r>
      <w:r w:rsidR="00B77E03">
        <w:t xml:space="preserve">, </w:t>
      </w:r>
      <w:r w:rsidRPr="002813C1">
        <w:t>l</w:t>
      </w:r>
      <w:r w:rsidR="00B77E03">
        <w:t>’</w:t>
      </w:r>
      <w:r w:rsidRPr="002813C1">
        <w:t>éclairer</w:t>
      </w:r>
      <w:r w:rsidR="00B77E03">
        <w:t xml:space="preserve">… </w:t>
      </w:r>
      <w:r w:rsidRPr="002813C1">
        <w:t>mais non</w:t>
      </w:r>
      <w:r w:rsidR="00B77E03">
        <w:t xml:space="preserve">. </w:t>
      </w:r>
      <w:r w:rsidRPr="002813C1">
        <w:t>Elle ne voyait</w:t>
      </w:r>
      <w:r w:rsidR="00B77E03">
        <w:t xml:space="preserve">, </w:t>
      </w:r>
      <w:r w:rsidRPr="002813C1">
        <w:t>elle ne comprenait qu</w:t>
      </w:r>
      <w:r w:rsidR="00B77E03">
        <w:t>’</w:t>
      </w:r>
      <w:r w:rsidRPr="002813C1">
        <w:t>une chose</w:t>
      </w:r>
      <w:r w:rsidR="00B77E03">
        <w:t xml:space="preserve">, </w:t>
      </w:r>
      <w:r w:rsidRPr="002813C1">
        <w:t>c</w:t>
      </w:r>
      <w:r w:rsidR="00B77E03">
        <w:t>’</w:t>
      </w:r>
      <w:r w:rsidRPr="002813C1">
        <w:t>est que bien loin de la repousser</w:t>
      </w:r>
      <w:r w:rsidR="00B77E03">
        <w:t xml:space="preserve">, </w:t>
      </w:r>
      <w:r w:rsidRPr="002813C1">
        <w:t>il l</w:t>
      </w:r>
      <w:r w:rsidR="00B77E03">
        <w:t>’</w:t>
      </w:r>
      <w:r w:rsidRPr="002813C1">
        <w:t>acceptait bravement</w:t>
      </w:r>
      <w:r w:rsidR="00B77E03">
        <w:t xml:space="preserve">, </w:t>
      </w:r>
      <w:r w:rsidRPr="002813C1">
        <w:t>c</w:t>
      </w:r>
      <w:r w:rsidR="00B77E03">
        <w:t>’</w:t>
      </w:r>
      <w:r w:rsidRPr="002813C1">
        <w:t>est qu</w:t>
      </w:r>
      <w:r w:rsidR="00B77E03">
        <w:t>’</w:t>
      </w:r>
      <w:r w:rsidRPr="002813C1">
        <w:t>il était prêt à se dévouer pour elle</w:t>
      </w:r>
      <w:r w:rsidR="00B77E03">
        <w:t>…</w:t>
      </w:r>
    </w:p>
    <w:p w14:paraId="749A6A27" w14:textId="77777777" w:rsidR="00B77E03" w:rsidRDefault="00B77E03" w:rsidP="00B77E03">
      <w:r>
        <w:t>— </w:t>
      </w:r>
      <w:r w:rsidR="0024252B" w:rsidRPr="002813C1">
        <w:t>Mon Dieu</w:t>
      </w:r>
      <w:r>
        <w:t xml:space="preserve"> ! </w:t>
      </w:r>
      <w:r w:rsidR="0024252B" w:rsidRPr="002813C1">
        <w:t>balbutia-t-elle</w:t>
      </w:r>
      <w:r>
        <w:t xml:space="preserve">, </w:t>
      </w:r>
      <w:r w:rsidR="0024252B" w:rsidRPr="002813C1">
        <w:t>est-ce bien vrai</w:t>
      </w:r>
      <w:r>
        <w:t xml:space="preserve"> ? </w:t>
      </w:r>
      <w:r w:rsidR="0024252B" w:rsidRPr="002813C1">
        <w:t>tu me permettrais de vivre près de toi</w:t>
      </w:r>
      <w:r>
        <w:t xml:space="preserve"> ?… </w:t>
      </w:r>
      <w:r w:rsidR="0024252B" w:rsidRPr="002813C1">
        <w:t>Oh</w:t>
      </w:r>
      <w:r>
        <w:t xml:space="preserve"> ! </w:t>
      </w:r>
      <w:r w:rsidR="0024252B" w:rsidRPr="002813C1">
        <w:t>ne te hâte pas de répondre</w:t>
      </w:r>
      <w:r>
        <w:t xml:space="preserve">… </w:t>
      </w:r>
      <w:r w:rsidR="0024252B" w:rsidRPr="002813C1">
        <w:t>Réfléchis avant tout à ce que cela te coûtera d</w:t>
      </w:r>
      <w:r>
        <w:t>’</w:t>
      </w:r>
      <w:r w:rsidR="0024252B" w:rsidRPr="002813C1">
        <w:t>efforts et de peines</w:t>
      </w:r>
      <w:r>
        <w:t>…</w:t>
      </w:r>
    </w:p>
    <w:p w14:paraId="614BF734" w14:textId="77777777" w:rsidR="00B77E03" w:rsidRDefault="00B77E03" w:rsidP="00B77E03">
      <w:r>
        <w:t>— </w:t>
      </w:r>
      <w:r w:rsidR="0024252B" w:rsidRPr="002813C1">
        <w:t>C</w:t>
      </w:r>
      <w:r>
        <w:t>’</w:t>
      </w:r>
      <w:r w:rsidR="0024252B" w:rsidRPr="002813C1">
        <w:t>est tout réfléchi</w:t>
      </w:r>
      <w:r>
        <w:t xml:space="preserve">… </w:t>
      </w:r>
      <w:r w:rsidR="0024252B" w:rsidRPr="002813C1">
        <w:t>ma mère</w:t>
      </w:r>
      <w:r>
        <w:t> !…</w:t>
      </w:r>
    </w:p>
    <w:p w14:paraId="48BD8F8A" w14:textId="77777777" w:rsidR="00B77E03" w:rsidRDefault="0024252B" w:rsidP="00B77E03">
      <w:r w:rsidRPr="002813C1">
        <w:t>Elle se leva</w:t>
      </w:r>
      <w:r w:rsidR="00B77E03">
        <w:t xml:space="preserve">, </w:t>
      </w:r>
      <w:r w:rsidRPr="002813C1">
        <w:t>vibrante d</w:t>
      </w:r>
      <w:r w:rsidR="00B77E03">
        <w:t>’</w:t>
      </w:r>
      <w:r w:rsidRPr="002813C1">
        <w:t>enthousiasme et d</w:t>
      </w:r>
      <w:r w:rsidR="00B77E03">
        <w:t>’</w:t>
      </w:r>
      <w:r w:rsidRPr="002813C1">
        <w:t>espoir</w:t>
      </w:r>
      <w:r w:rsidR="00B77E03">
        <w:t>…</w:t>
      </w:r>
    </w:p>
    <w:p w14:paraId="321185C6" w14:textId="77777777" w:rsidR="00B77E03" w:rsidRDefault="00B77E03" w:rsidP="00B77E03">
      <w:r>
        <w:t>— </w:t>
      </w:r>
      <w:r w:rsidR="0024252B" w:rsidRPr="002813C1">
        <w:t>Alors</w:t>
      </w:r>
      <w:r>
        <w:t xml:space="preserve">, </w:t>
      </w:r>
      <w:r w:rsidR="0024252B" w:rsidRPr="002813C1">
        <w:t>s</w:t>
      </w:r>
      <w:r>
        <w:t>’</w:t>
      </w:r>
      <w:r w:rsidR="0024252B" w:rsidRPr="002813C1">
        <w:t>écria-t-elle</w:t>
      </w:r>
      <w:r>
        <w:t xml:space="preserve">, </w:t>
      </w:r>
      <w:r w:rsidR="0024252B" w:rsidRPr="002813C1">
        <w:t>nous sommes sauvés</w:t>
      </w:r>
      <w:r>
        <w:t xml:space="preserve">… </w:t>
      </w:r>
      <w:r w:rsidR="0024252B" w:rsidRPr="002813C1">
        <w:t>Qu</w:t>
      </w:r>
      <w:r>
        <w:t>’</w:t>
      </w:r>
      <w:r w:rsidR="0024252B" w:rsidRPr="002813C1">
        <w:t>il soit béni</w:t>
      </w:r>
      <w:r>
        <w:t xml:space="preserve">, </w:t>
      </w:r>
      <w:r w:rsidR="0024252B" w:rsidRPr="002813C1">
        <w:t>celui qui t</w:t>
      </w:r>
      <w:r>
        <w:t>’</w:t>
      </w:r>
      <w:r w:rsidR="0024252B" w:rsidRPr="002813C1">
        <w:t>a révélé mon secret</w:t>
      </w:r>
      <w:r>
        <w:t xml:space="preserve">… </w:t>
      </w:r>
      <w:r w:rsidR="0024252B" w:rsidRPr="002813C1">
        <w:t xml:space="preserve">Et moi qui doutais de ton courage </w:t>
      </w:r>
      <w:proofErr w:type="spellStart"/>
      <w:r w:rsidR="0024252B" w:rsidRPr="002813C1">
        <w:t>Wilkie</w:t>
      </w:r>
      <w:proofErr w:type="spellEnd"/>
      <w:r>
        <w:t xml:space="preserve"> !… </w:t>
      </w:r>
      <w:r w:rsidR="0024252B" w:rsidRPr="002813C1">
        <w:t>Enfin</w:t>
      </w:r>
      <w:r>
        <w:t xml:space="preserve">, </w:t>
      </w:r>
      <w:r w:rsidR="0024252B" w:rsidRPr="002813C1">
        <w:t>je puis quitter mon enfer</w:t>
      </w:r>
      <w:r>
        <w:t xml:space="preserve"> !… </w:t>
      </w:r>
      <w:r w:rsidR="0024252B" w:rsidRPr="002813C1">
        <w:t>Cette nuit même</w:t>
      </w:r>
      <w:r>
        <w:t xml:space="preserve">, </w:t>
      </w:r>
      <w:r w:rsidR="0024252B" w:rsidRPr="002813C1">
        <w:t>nous allons fuir cette maison sans détourner la tête</w:t>
      </w:r>
      <w:r>
        <w:t xml:space="preserve">… </w:t>
      </w:r>
      <w:r w:rsidR="0024252B" w:rsidRPr="002813C1">
        <w:t>Je ne remettrai pas les pieds dans mes salons</w:t>
      </w:r>
      <w:r>
        <w:t xml:space="preserve">… </w:t>
      </w:r>
      <w:r w:rsidR="0024252B" w:rsidRPr="002813C1">
        <w:t>les joueurs exécrés qui s</w:t>
      </w:r>
      <w:r>
        <w:t>’</w:t>
      </w:r>
      <w:r w:rsidR="0024252B" w:rsidRPr="002813C1">
        <w:t>y pressent ne me reverront plus</w:t>
      </w:r>
      <w:r>
        <w:t xml:space="preserve">… </w:t>
      </w:r>
      <w:r w:rsidR="0024252B" w:rsidRPr="002813C1">
        <w:t>De ce moment</w:t>
      </w:r>
      <w:r>
        <w:t xml:space="preserve">, </w:t>
      </w:r>
      <w:r w:rsidR="0024252B" w:rsidRPr="002813C1">
        <w:t>Lia d</w:t>
      </w:r>
      <w:r>
        <w:t>’</w:t>
      </w:r>
      <w:r w:rsidR="0024252B" w:rsidRPr="002813C1">
        <w:t>Argelès est morte</w:t>
      </w:r>
      <w:r>
        <w:t>.</w:t>
      </w:r>
    </w:p>
    <w:p w14:paraId="43ABF0F8" w14:textId="3E030C2D" w:rsidR="00B77E03" w:rsidRDefault="0024252B" w:rsidP="00B77E03">
      <w:r w:rsidRPr="002813C1">
        <w:t>Positivement</w:t>
      </w:r>
      <w:r w:rsidR="00B77E03">
        <w:t>, M. </w:t>
      </w:r>
      <w:proofErr w:type="spellStart"/>
      <w:r w:rsidRPr="002813C1">
        <w:t>Wilkie</w:t>
      </w:r>
      <w:proofErr w:type="spellEnd"/>
      <w:r w:rsidRPr="002813C1">
        <w:t xml:space="preserve"> semblait un homme qui tombe des nues</w:t>
      </w:r>
      <w:r w:rsidR="00B77E03">
        <w:t>…</w:t>
      </w:r>
    </w:p>
    <w:p w14:paraId="0D89AC24" w14:textId="77777777" w:rsidR="00B77E03" w:rsidRDefault="00B77E03" w:rsidP="00B77E03">
      <w:r>
        <w:t>— </w:t>
      </w:r>
      <w:r w:rsidR="0024252B" w:rsidRPr="002813C1">
        <w:t>Comment</w:t>
      </w:r>
      <w:r>
        <w:t xml:space="preserve">, </w:t>
      </w:r>
      <w:r w:rsidR="0024252B" w:rsidRPr="002813C1">
        <w:t>fuir</w:t>
      </w:r>
      <w:r>
        <w:t xml:space="preserve"> ! </w:t>
      </w:r>
      <w:r w:rsidR="0024252B" w:rsidRPr="002813C1">
        <w:t>bégaya-t-il</w:t>
      </w:r>
      <w:r>
        <w:t xml:space="preserve">… </w:t>
      </w:r>
      <w:r w:rsidR="0024252B" w:rsidRPr="002813C1">
        <w:t>pour où aller</w:t>
      </w:r>
      <w:r>
        <w:t> ?…</w:t>
      </w:r>
    </w:p>
    <w:p w14:paraId="3CD1154C" w14:textId="77777777" w:rsidR="00B77E03" w:rsidRDefault="00B77E03" w:rsidP="00B77E03">
      <w:r>
        <w:t>— </w:t>
      </w:r>
      <w:r w:rsidR="0024252B" w:rsidRPr="002813C1">
        <w:t>Pour gagner un pays où on ne sache rien de nous</w:t>
      </w:r>
      <w:r>
        <w:t xml:space="preserve">, </w:t>
      </w:r>
      <w:proofErr w:type="spellStart"/>
      <w:r w:rsidR="0024252B" w:rsidRPr="002813C1">
        <w:t>Wilkie</w:t>
      </w:r>
      <w:proofErr w:type="spellEnd"/>
      <w:r>
        <w:t xml:space="preserve">, </w:t>
      </w:r>
      <w:r w:rsidR="0024252B" w:rsidRPr="002813C1">
        <w:t>un pays où tu n</w:t>
      </w:r>
      <w:r>
        <w:t>’</w:t>
      </w:r>
      <w:r w:rsidR="0024252B" w:rsidRPr="002813C1">
        <w:t>aies pas à rougir de ta mère</w:t>
      </w:r>
      <w:r>
        <w:t>…</w:t>
      </w:r>
    </w:p>
    <w:p w14:paraId="5279C0E6" w14:textId="77777777" w:rsidR="00B77E03" w:rsidRDefault="00B77E03" w:rsidP="00B77E03">
      <w:r>
        <w:t>— </w:t>
      </w:r>
      <w:r w:rsidR="0024252B" w:rsidRPr="002813C1">
        <w:t>Permettez</w:t>
      </w:r>
      <w:r>
        <w:t xml:space="preserve">… </w:t>
      </w:r>
      <w:r w:rsidR="0024252B" w:rsidRPr="002813C1">
        <w:t>je vous ai dit</w:t>
      </w:r>
      <w:r>
        <w:t>…</w:t>
      </w:r>
    </w:p>
    <w:p w14:paraId="6695D6C2" w14:textId="3AE66AEF" w:rsidR="00B77E03" w:rsidRDefault="00B77E03" w:rsidP="00B77E03">
      <w:r>
        <w:t>— </w:t>
      </w:r>
      <w:r w:rsidR="0024252B" w:rsidRPr="002813C1">
        <w:t>Fiez-vous à moi</w:t>
      </w:r>
      <w:r>
        <w:t xml:space="preserve">, </w:t>
      </w:r>
      <w:r w:rsidR="0024252B" w:rsidRPr="002813C1">
        <w:t>mon fils</w:t>
      </w:r>
      <w:r>
        <w:t xml:space="preserve">… </w:t>
      </w:r>
      <w:r w:rsidR="0024252B" w:rsidRPr="002813C1">
        <w:t>Je sais</w:t>
      </w:r>
      <w:r>
        <w:t xml:space="preserve">, </w:t>
      </w:r>
      <w:r w:rsidR="0024252B" w:rsidRPr="002813C1">
        <w:t>près de Londres</w:t>
      </w:r>
      <w:r>
        <w:t xml:space="preserve">, </w:t>
      </w:r>
      <w:r w:rsidR="0024252B" w:rsidRPr="002813C1">
        <w:t>un riant village où nous trouverons un asile</w:t>
      </w:r>
      <w:r>
        <w:t xml:space="preserve">… </w:t>
      </w:r>
      <w:r w:rsidR="0024252B" w:rsidRPr="002813C1">
        <w:t>J</w:t>
      </w:r>
      <w:r>
        <w:t>’</w:t>
      </w:r>
      <w:r w:rsidR="0024252B" w:rsidRPr="002813C1">
        <w:t>ai gardé en Angleterre assez de relations pour n</w:t>
      </w:r>
      <w:r>
        <w:t>’</w:t>
      </w:r>
      <w:r w:rsidR="0024252B" w:rsidRPr="002813C1">
        <w:t>avoir rien à redouter des commencements si rudes aux étrangers</w:t>
      </w:r>
      <w:r>
        <w:t>… M. </w:t>
      </w:r>
      <w:r w:rsidR="0024252B" w:rsidRPr="002813C1">
        <w:t>Patterson</w:t>
      </w:r>
      <w:r>
        <w:t xml:space="preserve">, </w:t>
      </w:r>
      <w:r w:rsidR="0024252B" w:rsidRPr="002813C1">
        <w:t xml:space="preserve">qui </w:t>
      </w:r>
      <w:r w:rsidR="0024252B" w:rsidRPr="002813C1">
        <w:lastRenderedPageBreak/>
        <w:t>dirige maintenant une manufacture importante</w:t>
      </w:r>
      <w:r>
        <w:t xml:space="preserve">, </w:t>
      </w:r>
      <w:r w:rsidR="0024252B" w:rsidRPr="002813C1">
        <w:t>sera heureux</w:t>
      </w:r>
      <w:r>
        <w:t xml:space="preserve">, </w:t>
      </w:r>
      <w:r w:rsidR="0024252B" w:rsidRPr="002813C1">
        <w:t>je le sais</w:t>
      </w:r>
      <w:r>
        <w:t xml:space="preserve">, </w:t>
      </w:r>
      <w:r w:rsidR="0024252B" w:rsidRPr="002813C1">
        <w:t>de nous être utile</w:t>
      </w:r>
      <w:r>
        <w:t xml:space="preserve">… </w:t>
      </w:r>
      <w:r w:rsidR="0024252B" w:rsidRPr="002813C1">
        <w:t>Va</w:t>
      </w:r>
      <w:r>
        <w:t xml:space="preserve">, </w:t>
      </w:r>
      <w:r w:rsidR="0024252B" w:rsidRPr="002813C1">
        <w:t>nous ne serons à charge à personne</w:t>
      </w:r>
      <w:r>
        <w:t xml:space="preserve">, </w:t>
      </w:r>
      <w:r w:rsidR="0024252B" w:rsidRPr="002813C1">
        <w:t>maintenant que tu es résolu de travailler</w:t>
      </w:r>
      <w:r>
        <w:t>…</w:t>
      </w:r>
    </w:p>
    <w:p w14:paraId="08072B34" w14:textId="24C2B860" w:rsidR="00B77E03" w:rsidRDefault="0024252B" w:rsidP="00B77E03">
      <w:r w:rsidRPr="002813C1">
        <w:t>Sur ce mot</w:t>
      </w:r>
      <w:r w:rsidR="00B77E03">
        <w:t xml:space="preserve">, </w:t>
      </w:r>
      <w:r w:rsidRPr="002813C1">
        <w:t>par exemple</w:t>
      </w:r>
      <w:r w:rsidR="00B77E03">
        <w:t>, M. </w:t>
      </w:r>
      <w:proofErr w:type="spellStart"/>
      <w:r w:rsidRPr="002813C1">
        <w:t>Wilkie</w:t>
      </w:r>
      <w:proofErr w:type="spellEnd"/>
      <w:r w:rsidRPr="002813C1">
        <w:t xml:space="preserve"> se dressa révolté</w:t>
      </w:r>
      <w:r w:rsidR="00B77E03">
        <w:t>…</w:t>
      </w:r>
    </w:p>
    <w:p w14:paraId="2A3BA9D7" w14:textId="6048E05B" w:rsidR="00B77E03" w:rsidRDefault="00B77E03" w:rsidP="00B77E03">
      <w:r>
        <w:t>— </w:t>
      </w:r>
      <w:r w:rsidR="0024252B" w:rsidRPr="002813C1">
        <w:t>Pardon</w:t>
      </w:r>
      <w:r>
        <w:t xml:space="preserve"> !… </w:t>
      </w:r>
      <w:r w:rsidR="0024252B" w:rsidRPr="002813C1">
        <w:t>interrompit-il</w:t>
      </w:r>
      <w:r>
        <w:t xml:space="preserve">, </w:t>
      </w:r>
      <w:r w:rsidR="0024252B" w:rsidRPr="002813C1">
        <w:t>je n</w:t>
      </w:r>
      <w:r>
        <w:t>’</w:t>
      </w:r>
      <w:r w:rsidR="0024252B" w:rsidRPr="002813C1">
        <w:t>y suis plus du tout</w:t>
      </w:r>
      <w:r>
        <w:t xml:space="preserve">… </w:t>
      </w:r>
      <w:r w:rsidR="0024252B" w:rsidRPr="002813C1">
        <w:t>C</w:t>
      </w:r>
      <w:r>
        <w:t>’</w:t>
      </w:r>
      <w:r w:rsidR="0024252B" w:rsidRPr="002813C1">
        <w:t xml:space="preserve">est à moi que vous proposez de travailler dans la fabrique de </w:t>
      </w:r>
      <w:r>
        <w:t>M. </w:t>
      </w:r>
      <w:r w:rsidR="0024252B" w:rsidRPr="002813C1">
        <w:t>Patterson</w:t>
      </w:r>
      <w:r>
        <w:t xml:space="preserve"> ?… </w:t>
      </w:r>
      <w:r w:rsidR="0024252B" w:rsidRPr="002813C1">
        <w:t>Eh bien</w:t>
      </w:r>
      <w:r>
        <w:t xml:space="preserve"> !… </w:t>
      </w:r>
      <w:r w:rsidR="0024252B" w:rsidRPr="002813C1">
        <w:t>là</w:t>
      </w:r>
      <w:r>
        <w:t xml:space="preserve">, </w:t>
      </w:r>
      <w:r w:rsidR="0024252B" w:rsidRPr="002813C1">
        <w:t>vrai</w:t>
      </w:r>
      <w:r>
        <w:t xml:space="preserve">, </w:t>
      </w:r>
      <w:r w:rsidR="0024252B" w:rsidRPr="002813C1">
        <w:t>je la trouve mauvaise</w:t>
      </w:r>
      <w:r>
        <w:t> !…</w:t>
      </w:r>
    </w:p>
    <w:p w14:paraId="72072962" w14:textId="6C96E9A4" w:rsidR="00B77E03" w:rsidRDefault="0024252B" w:rsidP="00B77E03">
      <w:r w:rsidRPr="002813C1">
        <w:t xml:space="preserve">Aux paroles de </w:t>
      </w:r>
      <w:r w:rsidR="00B77E03">
        <w:t>M. </w:t>
      </w:r>
      <w:proofErr w:type="spellStart"/>
      <w:r w:rsidRPr="002813C1">
        <w:t>Wilkie</w:t>
      </w:r>
      <w:proofErr w:type="spellEnd"/>
      <w:r w:rsidR="00B77E03">
        <w:t xml:space="preserve">, </w:t>
      </w:r>
      <w:r w:rsidRPr="002813C1">
        <w:t>à son accent</w:t>
      </w:r>
      <w:r w:rsidR="00B77E03">
        <w:t xml:space="preserve">, </w:t>
      </w:r>
      <w:r w:rsidRPr="002813C1">
        <w:t>à son geste</w:t>
      </w:r>
      <w:r w:rsidR="00B77E03">
        <w:t xml:space="preserve">, </w:t>
      </w:r>
      <w:r w:rsidRPr="002813C1">
        <w:t>il n</w:t>
      </w:r>
      <w:r w:rsidR="00B77E03">
        <w:t>’</w:t>
      </w:r>
      <w:r w:rsidRPr="002813C1">
        <w:t>y avait plus à se tromper ni à se faire illusion</w:t>
      </w:r>
      <w:r w:rsidR="00B77E03">
        <w:t xml:space="preserve">… </w:t>
      </w:r>
      <w:r w:rsidRPr="002813C1">
        <w:t>Il apparaissait tout entier pour ainsi dire</w:t>
      </w:r>
      <w:r w:rsidR="00B77E03">
        <w:t xml:space="preserve">, </w:t>
      </w:r>
      <w:r w:rsidRPr="002813C1">
        <w:t>tel qu</w:t>
      </w:r>
      <w:r w:rsidR="00B77E03">
        <w:t>’</w:t>
      </w:r>
      <w:r w:rsidRPr="002813C1">
        <w:t>il était vraiment</w:t>
      </w:r>
      <w:r w:rsidR="00B77E03">
        <w:t xml:space="preserve">, </w:t>
      </w:r>
      <w:r w:rsidRPr="002813C1">
        <w:t>il se révélait</w:t>
      </w:r>
      <w:r w:rsidR="00B77E03">
        <w:t>…</w:t>
      </w:r>
    </w:p>
    <w:p w14:paraId="763B4A0C" w14:textId="4C48FE39" w:rsidR="00B77E03" w:rsidRDefault="0024252B" w:rsidP="00B77E03">
      <w:r w:rsidRPr="002813C1">
        <w:t>Quelle avait été son horrible méprise</w:t>
      </w:r>
      <w:r w:rsidR="00B77E03">
        <w:t>, M</w:t>
      </w:r>
      <w:r w:rsidR="00B77E03" w:rsidRPr="00B77E03">
        <w:rPr>
          <w:vertAlign w:val="superscript"/>
        </w:rPr>
        <w:t>me</w:t>
      </w:r>
      <w:r w:rsidR="00B77E03">
        <w:t> </w:t>
      </w:r>
      <w:r w:rsidRPr="002813C1">
        <w:t>d</w:t>
      </w:r>
      <w:r w:rsidR="00B77E03">
        <w:t>’</w:t>
      </w:r>
      <w:r w:rsidRPr="002813C1">
        <w:t>Argelès le reconnut</w:t>
      </w:r>
      <w:r w:rsidR="00B77E03">
        <w:t xml:space="preserve">… </w:t>
      </w:r>
      <w:r w:rsidRPr="002813C1">
        <w:t>Le bandeau tomba de ses yeux</w:t>
      </w:r>
      <w:r w:rsidR="00B77E03">
        <w:t xml:space="preserve">… </w:t>
      </w:r>
      <w:r w:rsidRPr="002813C1">
        <w:t>Elle avait pris pour la réalité ses rêves</w:t>
      </w:r>
      <w:r w:rsidR="00B77E03">
        <w:t xml:space="preserve">, </w:t>
      </w:r>
      <w:r w:rsidRPr="002813C1">
        <w:t>et pour la voix de son fils la voix de ses désirs à elle-même</w:t>
      </w:r>
      <w:r w:rsidR="00B77E03">
        <w:t>…</w:t>
      </w:r>
    </w:p>
    <w:p w14:paraId="71FC7BDA" w14:textId="77777777" w:rsidR="00B77E03" w:rsidRDefault="0024252B" w:rsidP="00B77E03">
      <w:r w:rsidRPr="002813C1">
        <w:t>Assommée d</w:t>
      </w:r>
      <w:r w:rsidR="00B77E03">
        <w:t>’</w:t>
      </w:r>
      <w:r w:rsidRPr="002813C1">
        <w:t>abord</w:t>
      </w:r>
      <w:r w:rsidR="00B77E03">
        <w:t xml:space="preserve">, </w:t>
      </w:r>
      <w:r w:rsidRPr="002813C1">
        <w:t>elle se redressa</w:t>
      </w:r>
      <w:r w:rsidR="00B77E03">
        <w:t xml:space="preserve">, </w:t>
      </w:r>
      <w:r w:rsidRPr="002813C1">
        <w:t>et toute frémissante de douleur et d</w:t>
      </w:r>
      <w:r w:rsidR="00B77E03">
        <w:t>’</w:t>
      </w:r>
      <w:r w:rsidRPr="002813C1">
        <w:t>indignation</w:t>
      </w:r>
      <w:r w:rsidR="00B77E03">
        <w:t> :</w:t>
      </w:r>
    </w:p>
    <w:p w14:paraId="6C7174C3" w14:textId="77777777" w:rsidR="00B77E03" w:rsidRDefault="00B77E03" w:rsidP="00B77E03">
      <w:r>
        <w:t>— </w:t>
      </w:r>
      <w:proofErr w:type="spellStart"/>
      <w:r w:rsidR="0024252B" w:rsidRPr="002813C1">
        <w:t>Wilkie</w:t>
      </w:r>
      <w:proofErr w:type="spellEnd"/>
      <w:r>
        <w:t xml:space="preserve"> !… </w:t>
      </w:r>
      <w:r w:rsidR="0024252B" w:rsidRPr="002813C1">
        <w:t>s</w:t>
      </w:r>
      <w:r>
        <w:t>’</w:t>
      </w:r>
      <w:r w:rsidR="0024252B" w:rsidRPr="002813C1">
        <w:t>écria-t-elle</w:t>
      </w:r>
      <w:r>
        <w:t xml:space="preserve">, </w:t>
      </w:r>
      <w:r w:rsidR="0024252B" w:rsidRPr="002813C1">
        <w:t>malheureux</w:t>
      </w:r>
      <w:r>
        <w:t xml:space="preserve"> !… </w:t>
      </w:r>
      <w:r w:rsidR="0024252B" w:rsidRPr="002813C1">
        <w:t>Qu</w:t>
      </w:r>
      <w:r>
        <w:t>’</w:t>
      </w:r>
      <w:r w:rsidR="0024252B" w:rsidRPr="002813C1">
        <w:t>avais-tu donc osé espérer</w:t>
      </w:r>
      <w:r>
        <w:t> ?…</w:t>
      </w:r>
    </w:p>
    <w:p w14:paraId="310946F4" w14:textId="77777777" w:rsidR="00B77E03" w:rsidRDefault="0024252B" w:rsidP="00B77E03">
      <w:r w:rsidRPr="002813C1">
        <w:t>Et sans lui laisser le temps de répondre</w:t>
      </w:r>
      <w:r w:rsidR="00B77E03">
        <w:t> :</w:t>
      </w:r>
    </w:p>
    <w:p w14:paraId="60E504F9" w14:textId="77777777" w:rsidR="00B77E03" w:rsidRDefault="00B77E03" w:rsidP="00B77E03">
      <w:r>
        <w:t>— </w:t>
      </w:r>
      <w:r w:rsidR="0024252B" w:rsidRPr="002813C1">
        <w:t>C</w:t>
      </w:r>
      <w:r>
        <w:t>’</w:t>
      </w:r>
      <w:r w:rsidR="0024252B" w:rsidRPr="002813C1">
        <w:t>était donc</w:t>
      </w:r>
      <w:r>
        <w:t xml:space="preserve">, </w:t>
      </w:r>
      <w:r w:rsidR="0024252B" w:rsidRPr="002813C1">
        <w:t>poursuivit-elle</w:t>
      </w:r>
      <w:r>
        <w:t xml:space="preserve">, </w:t>
      </w:r>
      <w:r w:rsidR="0024252B" w:rsidRPr="002813C1">
        <w:t>une curiosité stupide qui te poussait</w:t>
      </w:r>
      <w:r>
        <w:t xml:space="preserve"> !… </w:t>
      </w:r>
      <w:r w:rsidR="0024252B" w:rsidRPr="002813C1">
        <w:t>Ah</w:t>
      </w:r>
      <w:r>
        <w:t xml:space="preserve"> ! </w:t>
      </w:r>
      <w:r w:rsidR="0024252B" w:rsidRPr="002813C1">
        <w:t>tu as tenu à savoir d</w:t>
      </w:r>
      <w:r>
        <w:t>’</w:t>
      </w:r>
      <w:r w:rsidR="0024252B" w:rsidRPr="002813C1">
        <w:t>où provenait l</w:t>
      </w:r>
      <w:r>
        <w:t>’</w:t>
      </w:r>
      <w:r w:rsidR="0024252B" w:rsidRPr="002813C1">
        <w:t>argent que tu répandais comme de l</w:t>
      </w:r>
      <w:r>
        <w:t>’</w:t>
      </w:r>
      <w:r w:rsidR="0024252B" w:rsidRPr="002813C1">
        <w:t>eau</w:t>
      </w:r>
      <w:r>
        <w:t xml:space="preserve"> ! </w:t>
      </w:r>
      <w:r w:rsidR="0024252B" w:rsidRPr="002813C1">
        <w:t>Sois content</w:t>
      </w:r>
      <w:r>
        <w:t xml:space="preserve"> ! </w:t>
      </w:r>
      <w:r w:rsidR="0024252B" w:rsidRPr="002813C1">
        <w:t>À quel prix tu as vécu et ce qu</w:t>
      </w:r>
      <w:r>
        <w:t>’</w:t>
      </w:r>
      <w:r w:rsidR="0024252B" w:rsidRPr="002813C1">
        <w:t>il m</w:t>
      </w:r>
      <w:r>
        <w:t>’</w:t>
      </w:r>
      <w:r w:rsidR="0024252B" w:rsidRPr="002813C1">
        <w:t>en a coûté à moi misérable femme</w:t>
      </w:r>
      <w:r>
        <w:t xml:space="preserve">… </w:t>
      </w:r>
      <w:r w:rsidR="0024252B" w:rsidRPr="002813C1">
        <w:t>tu le sais</w:t>
      </w:r>
      <w:r>
        <w:t xml:space="preserve">. </w:t>
      </w:r>
      <w:r w:rsidR="0024252B" w:rsidRPr="002813C1">
        <w:t>Ah</w:t>
      </w:r>
      <w:r>
        <w:t xml:space="preserve"> ! </w:t>
      </w:r>
      <w:r w:rsidR="0024252B" w:rsidRPr="002813C1">
        <w:t>tu as voulu voir</w:t>
      </w:r>
      <w:r>
        <w:t xml:space="preserve">… </w:t>
      </w:r>
      <w:r w:rsidR="0024252B" w:rsidRPr="002813C1">
        <w:t>Eh bien</w:t>
      </w:r>
      <w:r>
        <w:t xml:space="preserve"> ! </w:t>
      </w:r>
      <w:r w:rsidR="0024252B" w:rsidRPr="002813C1">
        <w:t>vois</w:t>
      </w:r>
      <w:r>
        <w:t xml:space="preserve"> !… </w:t>
      </w:r>
      <w:r w:rsidR="0024252B" w:rsidRPr="002813C1">
        <w:t>Cet hôtel est une maison de jeu</w:t>
      </w:r>
      <w:r>
        <w:t xml:space="preserve">, </w:t>
      </w:r>
      <w:r w:rsidR="0024252B" w:rsidRPr="002813C1">
        <w:t>un de ces tripots de haute compagnie que la police ignore ou ne peut défendre</w:t>
      </w:r>
      <w:r>
        <w:t xml:space="preserve">… </w:t>
      </w:r>
      <w:r w:rsidR="0024252B" w:rsidRPr="002813C1">
        <w:t>Ce brouhaha que vous entendez</w:t>
      </w:r>
      <w:r>
        <w:t xml:space="preserve">, </w:t>
      </w:r>
      <w:r w:rsidR="0024252B" w:rsidRPr="002813C1">
        <w:t>est celui des joueurs</w:t>
      </w:r>
      <w:r>
        <w:t xml:space="preserve">… </w:t>
      </w:r>
      <w:r w:rsidR="0024252B" w:rsidRPr="002813C1">
        <w:t>On se ruine chez moi</w:t>
      </w:r>
      <w:r>
        <w:t xml:space="preserve">… </w:t>
      </w:r>
      <w:r w:rsidR="0024252B" w:rsidRPr="002813C1">
        <w:lastRenderedPageBreak/>
        <w:t>Il y a des malheureux qui se sont brûlé la cervelle en sortant d</w:t>
      </w:r>
      <w:r>
        <w:t>’</w:t>
      </w:r>
      <w:r w:rsidR="0024252B" w:rsidRPr="002813C1">
        <w:t>ici</w:t>
      </w:r>
      <w:r>
        <w:t xml:space="preserve">, </w:t>
      </w:r>
      <w:r w:rsidR="0024252B" w:rsidRPr="002813C1">
        <w:t>et d</w:t>
      </w:r>
      <w:r>
        <w:t>’</w:t>
      </w:r>
      <w:r w:rsidR="0024252B" w:rsidRPr="002813C1">
        <w:t>autres y ont laissé les lambeaux de leur honneur</w:t>
      </w:r>
      <w:r>
        <w:t xml:space="preserve">… </w:t>
      </w:r>
      <w:r w:rsidR="0024252B" w:rsidRPr="002813C1">
        <w:t>Et je tenais bon</w:t>
      </w:r>
      <w:r>
        <w:t xml:space="preserve">… </w:t>
      </w:r>
      <w:r w:rsidR="0024252B" w:rsidRPr="002813C1">
        <w:t>À chaque banco de cent louis il tombait un louis dans la cagnotte</w:t>
      </w:r>
      <w:r>
        <w:t xml:space="preserve">, </w:t>
      </w:r>
      <w:r w:rsidR="0024252B" w:rsidRPr="002813C1">
        <w:t>c</w:t>
      </w:r>
      <w:r>
        <w:t>’</w:t>
      </w:r>
      <w:r w:rsidR="0024252B" w:rsidRPr="002813C1">
        <w:t>était ton opulence</w:t>
      </w:r>
      <w:r>
        <w:t xml:space="preserve">, </w:t>
      </w:r>
      <w:r w:rsidR="0024252B" w:rsidRPr="002813C1">
        <w:t>mon fils</w:t>
      </w:r>
      <w:r>
        <w:t>…</w:t>
      </w:r>
    </w:p>
    <w:p w14:paraId="1299780D" w14:textId="0DEBD094" w:rsidR="00B77E03" w:rsidRDefault="0024252B" w:rsidP="00B77E03">
      <w:r w:rsidRPr="002813C1">
        <w:t>Cette colère</w:t>
      </w:r>
      <w:r w:rsidR="00B77E03">
        <w:t xml:space="preserve">, </w:t>
      </w:r>
      <w:r w:rsidRPr="002813C1">
        <w:t>qui succédait à un si profond abattement</w:t>
      </w:r>
      <w:r w:rsidR="00B77E03">
        <w:t xml:space="preserve">, </w:t>
      </w:r>
      <w:r w:rsidRPr="002813C1">
        <w:t>tant de hauteur après tant d</w:t>
      </w:r>
      <w:r w:rsidR="00B77E03">
        <w:t>’</w:t>
      </w:r>
      <w:r w:rsidRPr="002813C1">
        <w:t xml:space="preserve">humilité étonnaient quelque peu </w:t>
      </w:r>
      <w:r w:rsidR="00B77E03">
        <w:t>M. </w:t>
      </w:r>
      <w:proofErr w:type="spellStart"/>
      <w:r w:rsidRPr="002813C1">
        <w:t>Wilkie</w:t>
      </w:r>
      <w:proofErr w:type="spellEnd"/>
      <w:r w:rsidR="00B77E03">
        <w:t>.</w:t>
      </w:r>
    </w:p>
    <w:p w14:paraId="0DDF8828" w14:textId="77777777" w:rsidR="00B77E03" w:rsidRDefault="00B77E03" w:rsidP="00B77E03">
      <w:r>
        <w:t>— </w:t>
      </w:r>
      <w:r w:rsidR="0024252B" w:rsidRPr="002813C1">
        <w:t>Permettez</w:t>
      </w:r>
      <w:r>
        <w:t xml:space="preserve">, </w:t>
      </w:r>
      <w:r w:rsidR="0024252B" w:rsidRPr="002813C1">
        <w:t>répétait-il</w:t>
      </w:r>
      <w:r>
        <w:t xml:space="preserve">, </w:t>
      </w:r>
      <w:r w:rsidR="0024252B" w:rsidRPr="002813C1">
        <w:t>je demande à dire quelque chose</w:t>
      </w:r>
      <w:r>
        <w:t>…</w:t>
      </w:r>
    </w:p>
    <w:p w14:paraId="1D1EDA07" w14:textId="77777777" w:rsidR="00B77E03" w:rsidRDefault="0024252B" w:rsidP="00B77E03">
      <w:r w:rsidRPr="002813C1">
        <w:t>C</w:t>
      </w:r>
      <w:r w:rsidR="00B77E03">
        <w:t>’</w:t>
      </w:r>
      <w:r w:rsidRPr="002813C1">
        <w:t>est en vain qu</w:t>
      </w:r>
      <w:r w:rsidR="00B77E03">
        <w:t>’</w:t>
      </w:r>
      <w:r w:rsidRPr="002813C1">
        <w:t>il s</w:t>
      </w:r>
      <w:r w:rsidR="00B77E03">
        <w:t>’</w:t>
      </w:r>
      <w:r w:rsidRPr="002813C1">
        <w:t>évertuait à se faire écouter</w:t>
      </w:r>
      <w:r w:rsidR="00B77E03">
        <w:t>…</w:t>
      </w:r>
    </w:p>
    <w:p w14:paraId="48EE14B0" w14:textId="79A548AF" w:rsidR="00B77E03" w:rsidRDefault="00B77E03" w:rsidP="00B77E03">
      <w:r>
        <w:t>— </w:t>
      </w:r>
      <w:r w:rsidR="0024252B" w:rsidRPr="002813C1">
        <w:t>Insensé</w:t>
      </w:r>
      <w:r>
        <w:t xml:space="preserve"> ! </w:t>
      </w:r>
      <w:r w:rsidR="0024252B" w:rsidRPr="002813C1">
        <w:t xml:space="preserve">continuait </w:t>
      </w:r>
      <w:r>
        <w:t>M</w:t>
      </w:r>
      <w:r w:rsidRPr="00B77E03">
        <w:rPr>
          <w:vertAlign w:val="superscript"/>
        </w:rPr>
        <w:t>me</w:t>
      </w:r>
      <w:r>
        <w:t> </w:t>
      </w:r>
      <w:r w:rsidR="0024252B" w:rsidRPr="002813C1">
        <w:t>d</w:t>
      </w:r>
      <w:r>
        <w:t>’</w:t>
      </w:r>
      <w:r w:rsidR="0024252B" w:rsidRPr="002813C1">
        <w:t>Argelès</w:t>
      </w:r>
      <w:r>
        <w:t xml:space="preserve">, </w:t>
      </w:r>
      <w:r w:rsidR="0024252B" w:rsidRPr="002813C1">
        <w:t>tu n</w:t>
      </w:r>
      <w:r>
        <w:t>’</w:t>
      </w:r>
      <w:r w:rsidR="0024252B" w:rsidRPr="002813C1">
        <w:t>avais donc pas prévu que venir ici</w:t>
      </w:r>
      <w:r>
        <w:t xml:space="preserve">, </w:t>
      </w:r>
      <w:r w:rsidR="0024252B" w:rsidRPr="002813C1">
        <w:t>chez moi</w:t>
      </w:r>
      <w:r>
        <w:t xml:space="preserve">, </w:t>
      </w:r>
      <w:r w:rsidR="0024252B" w:rsidRPr="002813C1">
        <w:t>c</w:t>
      </w:r>
      <w:r>
        <w:t>’</w:t>
      </w:r>
      <w:r w:rsidR="0024252B" w:rsidRPr="002813C1">
        <w:t>était tarir à tout jamais la source de tes revenus</w:t>
      </w:r>
      <w:r>
        <w:t xml:space="preserve">… </w:t>
      </w:r>
      <w:r w:rsidR="0024252B" w:rsidRPr="002813C1">
        <w:t>Tu ne t</w:t>
      </w:r>
      <w:r>
        <w:t>’</w:t>
      </w:r>
      <w:r w:rsidR="0024252B" w:rsidRPr="002813C1">
        <w:t>étais donc dit que tout serait fini</w:t>
      </w:r>
      <w:r>
        <w:t xml:space="preserve">, </w:t>
      </w:r>
      <w:r w:rsidR="0024252B" w:rsidRPr="002813C1">
        <w:t>du moment où tu m</w:t>
      </w:r>
      <w:r>
        <w:t>’</w:t>
      </w:r>
      <w:r w:rsidR="0024252B" w:rsidRPr="002813C1">
        <w:t>aura réduite</w:t>
      </w:r>
      <w:r>
        <w:t xml:space="preserve">, </w:t>
      </w:r>
      <w:r w:rsidR="0024252B" w:rsidRPr="002813C1">
        <w:t>moi</w:t>
      </w:r>
      <w:r>
        <w:t xml:space="preserve">, </w:t>
      </w:r>
      <w:r w:rsidR="0024252B" w:rsidRPr="002813C1">
        <w:t>Lia d</w:t>
      </w:r>
      <w:r>
        <w:t>’</w:t>
      </w:r>
      <w:r w:rsidR="0024252B" w:rsidRPr="002813C1">
        <w:t>Argelès</w:t>
      </w:r>
      <w:r>
        <w:t xml:space="preserve">, </w:t>
      </w:r>
      <w:r w:rsidR="0024252B" w:rsidRPr="002813C1">
        <w:t>à te dire</w:t>
      </w:r>
      <w:r>
        <w:t> : « </w:t>
      </w:r>
      <w:r w:rsidR="0024252B" w:rsidRPr="002813C1">
        <w:t>Eh bien</w:t>
      </w:r>
      <w:r>
        <w:t xml:space="preserve">, </w:t>
      </w:r>
      <w:r w:rsidR="0024252B" w:rsidRPr="002813C1">
        <w:t>oui</w:t>
      </w:r>
      <w:r>
        <w:t xml:space="preserve"> ! </w:t>
      </w:r>
      <w:r w:rsidR="0024252B" w:rsidRPr="002813C1">
        <w:t>c</w:t>
      </w:r>
      <w:r>
        <w:t>’</w:t>
      </w:r>
      <w:r w:rsidR="0024252B" w:rsidRPr="002813C1">
        <w:t>est vrai</w:t>
      </w:r>
      <w:r>
        <w:t xml:space="preserve">… </w:t>
      </w:r>
      <w:r w:rsidR="0024252B" w:rsidRPr="002813C1">
        <w:t>tu es mon fils</w:t>
      </w:r>
      <w:r>
        <w:t> !… »</w:t>
      </w:r>
    </w:p>
    <w:p w14:paraId="460A80B8" w14:textId="77777777" w:rsidR="00B77E03" w:rsidRDefault="0024252B" w:rsidP="00B77E03">
      <w:r w:rsidRPr="002813C1">
        <w:t>Inconnue de toi</w:t>
      </w:r>
      <w:r w:rsidR="00B77E03">
        <w:t xml:space="preserve">, </w:t>
      </w:r>
      <w:r w:rsidRPr="002813C1">
        <w:t>du fond de mon abîme</w:t>
      </w:r>
      <w:r w:rsidR="00B77E03">
        <w:t xml:space="preserve">, </w:t>
      </w:r>
      <w:r w:rsidRPr="002813C1">
        <w:t>j</w:t>
      </w:r>
      <w:r w:rsidR="00B77E03">
        <w:t>’</w:t>
      </w:r>
      <w:r w:rsidRPr="002813C1">
        <w:t>avais le droit d</w:t>
      </w:r>
      <w:r w:rsidR="00B77E03">
        <w:t>’</w:t>
      </w:r>
      <w:r w:rsidRPr="002813C1">
        <w:t>être mère et de veiller sur toi</w:t>
      </w:r>
      <w:r w:rsidR="00B77E03">
        <w:t xml:space="preserve">… </w:t>
      </w:r>
      <w:r w:rsidRPr="002813C1">
        <w:t>je pouvais te venir en aide sans t</w:t>
      </w:r>
      <w:r w:rsidR="00B77E03">
        <w:t>’</w:t>
      </w:r>
      <w:r w:rsidRPr="002813C1">
        <w:t>avilir</w:t>
      </w:r>
      <w:r w:rsidR="00B77E03">
        <w:t xml:space="preserve">, </w:t>
      </w:r>
      <w:r w:rsidRPr="002813C1">
        <w:t>sans te mépriser</w:t>
      </w:r>
      <w:r w:rsidR="00B77E03">
        <w:t xml:space="preserve">… </w:t>
      </w:r>
      <w:r w:rsidRPr="002813C1">
        <w:t xml:space="preserve">Maintenant que </w:t>
      </w:r>
      <w:proofErr w:type="spellStart"/>
      <w:r w:rsidRPr="002813C1">
        <w:t>te</w:t>
      </w:r>
      <w:proofErr w:type="spellEnd"/>
      <w:r w:rsidRPr="002813C1">
        <w:t xml:space="preserve"> me connais</w:t>
      </w:r>
      <w:r w:rsidR="00B77E03">
        <w:t xml:space="preserve">, </w:t>
      </w:r>
      <w:r w:rsidRPr="002813C1">
        <w:t>je ne puis plus rien pour toi</w:t>
      </w:r>
      <w:r w:rsidR="00B77E03">
        <w:t xml:space="preserve">… </w:t>
      </w:r>
      <w:r w:rsidRPr="002813C1">
        <w:t>rien</w:t>
      </w:r>
      <w:r w:rsidR="00B77E03">
        <w:t xml:space="preserve"> !… </w:t>
      </w:r>
      <w:r w:rsidRPr="002813C1">
        <w:t>Je te laisserais périr de misère plutôt que de te secourir</w:t>
      </w:r>
      <w:r w:rsidR="00B77E03">
        <w:t xml:space="preserve">, </w:t>
      </w:r>
      <w:r w:rsidRPr="002813C1">
        <w:t>parce que j</w:t>
      </w:r>
      <w:r w:rsidR="00B77E03">
        <w:t>’</w:t>
      </w:r>
      <w:r w:rsidRPr="002813C1">
        <w:t>aimerais mieux te voir mort que déshonoré par mon argent</w:t>
      </w:r>
      <w:r w:rsidR="00B77E03">
        <w:t>…</w:t>
      </w:r>
    </w:p>
    <w:p w14:paraId="362FB7AC" w14:textId="77777777" w:rsidR="00B77E03" w:rsidRDefault="00B77E03" w:rsidP="00B77E03">
      <w:r>
        <w:t>— </w:t>
      </w:r>
      <w:r w:rsidR="0024252B" w:rsidRPr="002813C1">
        <w:t>Cependant</w:t>
      </w:r>
      <w:r>
        <w:t>…</w:t>
      </w:r>
    </w:p>
    <w:p w14:paraId="0053C945" w14:textId="77777777" w:rsidR="00B77E03" w:rsidRDefault="00B77E03" w:rsidP="00B77E03">
      <w:r>
        <w:t>— </w:t>
      </w:r>
      <w:r w:rsidR="0024252B" w:rsidRPr="002813C1">
        <w:t>Quoi</w:t>
      </w:r>
      <w:r>
        <w:t xml:space="preserve"> !… </w:t>
      </w:r>
      <w:r w:rsidR="0024252B" w:rsidRPr="002813C1">
        <w:t>Consentiriez-vous donc à recevoir encore la pension que je vous servais</w:t>
      </w:r>
      <w:r>
        <w:t xml:space="preserve">, </w:t>
      </w:r>
      <w:r w:rsidR="0024252B" w:rsidRPr="002813C1">
        <w:t>s</w:t>
      </w:r>
      <w:r>
        <w:t>’</w:t>
      </w:r>
      <w:r w:rsidR="0024252B" w:rsidRPr="002813C1">
        <w:t>il pouvait me venir à la pensée de vous la continuer</w:t>
      </w:r>
      <w:r>
        <w:t> !…</w:t>
      </w:r>
    </w:p>
    <w:p w14:paraId="73D665E6" w14:textId="5B3A250E" w:rsidR="00B77E03" w:rsidRDefault="0024252B" w:rsidP="00B77E03">
      <w:r w:rsidRPr="002813C1">
        <w:t xml:space="preserve">Une vipère se dressant devant </w:t>
      </w:r>
      <w:r w:rsidR="00B77E03">
        <w:t>M. </w:t>
      </w:r>
      <w:proofErr w:type="spellStart"/>
      <w:r w:rsidRPr="002813C1">
        <w:t>Wilkie</w:t>
      </w:r>
      <w:proofErr w:type="spellEnd"/>
      <w:r w:rsidRPr="002813C1">
        <w:t xml:space="preserve"> ne l</w:t>
      </w:r>
      <w:r w:rsidR="00B77E03">
        <w:t>’</w:t>
      </w:r>
      <w:r w:rsidRPr="002813C1">
        <w:t>eût pas fait reculer plus vivement</w:t>
      </w:r>
      <w:r w:rsidR="00B77E03">
        <w:t>.</w:t>
      </w:r>
    </w:p>
    <w:p w14:paraId="1A46B6D9" w14:textId="77777777" w:rsidR="00B77E03" w:rsidRDefault="00B77E03" w:rsidP="00B77E03">
      <w:r>
        <w:lastRenderedPageBreak/>
        <w:t>— </w:t>
      </w:r>
      <w:r w:rsidR="0024252B" w:rsidRPr="002813C1">
        <w:t>Jamais de la vie</w:t>
      </w:r>
      <w:r>
        <w:t xml:space="preserve"> ! </w:t>
      </w:r>
      <w:r w:rsidR="0024252B" w:rsidRPr="002813C1">
        <w:t>s</w:t>
      </w:r>
      <w:r>
        <w:t>’</w:t>
      </w:r>
      <w:r w:rsidR="0024252B" w:rsidRPr="002813C1">
        <w:t>écria-t-il</w:t>
      </w:r>
      <w:r>
        <w:t xml:space="preserve">. </w:t>
      </w:r>
      <w:r w:rsidR="0024252B" w:rsidRPr="002813C1">
        <w:t>Ah</w:t>
      </w:r>
      <w:r>
        <w:t xml:space="preserve"> ! </w:t>
      </w:r>
      <w:r w:rsidR="0024252B" w:rsidRPr="002813C1">
        <w:t>mais non</w:t>
      </w:r>
      <w:r>
        <w:t xml:space="preserve"> !… </w:t>
      </w:r>
      <w:r w:rsidR="0024252B" w:rsidRPr="002813C1">
        <w:t>Pour qui me prenez-vous</w:t>
      </w:r>
      <w:r>
        <w:t> ?…</w:t>
      </w:r>
    </w:p>
    <w:p w14:paraId="54B56F76" w14:textId="77777777" w:rsidR="00B77E03" w:rsidRDefault="0024252B" w:rsidP="00B77E03">
      <w:r w:rsidRPr="002813C1">
        <w:t>C</w:t>
      </w:r>
      <w:r w:rsidR="00B77E03">
        <w:t>’</w:t>
      </w:r>
      <w:r w:rsidRPr="002813C1">
        <w:t>était bien du fond du cœur que montait cette répugnance qu</w:t>
      </w:r>
      <w:r w:rsidR="00B77E03">
        <w:t>’</w:t>
      </w:r>
      <w:r w:rsidRPr="002813C1">
        <w:t>il exprimait si singulièrement</w:t>
      </w:r>
      <w:r w:rsidR="00B77E03">
        <w:t xml:space="preserve">, </w:t>
      </w:r>
      <w:r w:rsidRPr="002813C1">
        <w:t>cela était visible</w:t>
      </w:r>
      <w:r w:rsidR="00B77E03">
        <w:t xml:space="preserve">, </w:t>
      </w:r>
      <w:r w:rsidRPr="002813C1">
        <w:t>manifeste</w:t>
      </w:r>
      <w:r w:rsidR="00B77E03">
        <w:t>.</w:t>
      </w:r>
    </w:p>
    <w:p w14:paraId="4762D78F" w14:textId="72AC9E5E" w:rsidR="00B77E03" w:rsidRDefault="00B77E03" w:rsidP="00B77E03">
      <w:r>
        <w:t>M</w:t>
      </w:r>
      <w:r w:rsidRPr="00B77E03">
        <w:rPr>
          <w:vertAlign w:val="superscript"/>
        </w:rPr>
        <w:t>me</w:t>
      </w:r>
      <w:r>
        <w:t> </w:t>
      </w:r>
      <w:r w:rsidR="0024252B" w:rsidRPr="002813C1">
        <w:t>d</w:t>
      </w:r>
      <w:r>
        <w:t>’</w:t>
      </w:r>
      <w:r w:rsidR="0024252B" w:rsidRPr="002813C1">
        <w:t>Argelès en tressaillit d</w:t>
      </w:r>
      <w:r>
        <w:t>’</w:t>
      </w:r>
      <w:r w:rsidR="0024252B" w:rsidRPr="002813C1">
        <w:t>espoir</w:t>
      </w:r>
      <w:r>
        <w:t>.</w:t>
      </w:r>
    </w:p>
    <w:p w14:paraId="7BBDEE35" w14:textId="77777777" w:rsidR="00B77E03" w:rsidRDefault="00B77E03" w:rsidP="00B77E03">
      <w:r>
        <w:t>— </w:t>
      </w:r>
      <w:r w:rsidR="0024252B" w:rsidRPr="002813C1">
        <w:t>Mes craintes le calomniaient</w:t>
      </w:r>
      <w:r>
        <w:t xml:space="preserve">… </w:t>
      </w:r>
      <w:r w:rsidR="0024252B" w:rsidRPr="002813C1">
        <w:t>pensa-t-elle</w:t>
      </w:r>
      <w:r>
        <w:t xml:space="preserve">. </w:t>
      </w:r>
      <w:r w:rsidR="0024252B" w:rsidRPr="002813C1">
        <w:t xml:space="preserve">Pauvre </w:t>
      </w:r>
      <w:proofErr w:type="spellStart"/>
      <w:r w:rsidR="0024252B" w:rsidRPr="002813C1">
        <w:t>Wilkie</w:t>
      </w:r>
      <w:proofErr w:type="spellEnd"/>
      <w:r>
        <w:t xml:space="preserve"> !… </w:t>
      </w:r>
      <w:r w:rsidR="0024252B" w:rsidRPr="002813C1">
        <w:t>les mauvais conseils l</w:t>
      </w:r>
      <w:r>
        <w:t>’</w:t>
      </w:r>
      <w:r w:rsidR="0024252B" w:rsidRPr="002813C1">
        <w:t>ont égaré</w:t>
      </w:r>
      <w:r>
        <w:t xml:space="preserve"> : </w:t>
      </w:r>
      <w:r w:rsidR="0024252B" w:rsidRPr="002813C1">
        <w:t>il n</w:t>
      </w:r>
      <w:r>
        <w:t>’</w:t>
      </w:r>
      <w:r w:rsidR="0024252B" w:rsidRPr="002813C1">
        <w:t>est pas mauvais au fond</w:t>
      </w:r>
      <w:r>
        <w:t>…</w:t>
      </w:r>
    </w:p>
    <w:p w14:paraId="7E2DDE14" w14:textId="77777777" w:rsidR="00B77E03" w:rsidRDefault="0024252B" w:rsidP="00B77E03">
      <w:r w:rsidRPr="002813C1">
        <w:t>Puis tout haut</w:t>
      </w:r>
      <w:r w:rsidR="00B77E03">
        <w:t> :</w:t>
      </w:r>
    </w:p>
    <w:p w14:paraId="5F83EBFE" w14:textId="53ACE84C" w:rsidR="00B77E03" w:rsidRDefault="00B77E03" w:rsidP="00B77E03">
      <w:r>
        <w:t>— </w:t>
      </w:r>
      <w:r w:rsidR="0024252B" w:rsidRPr="002813C1">
        <w:t>Mais alors</w:t>
      </w:r>
      <w:r>
        <w:t xml:space="preserve">, </w:t>
      </w:r>
      <w:r w:rsidR="0024252B" w:rsidRPr="002813C1">
        <w:t>malheureux enfant</w:t>
      </w:r>
      <w:r>
        <w:t xml:space="preserve">, </w:t>
      </w:r>
      <w:r w:rsidR="0024252B" w:rsidRPr="002813C1">
        <w:t>reprit-elle</w:t>
      </w:r>
      <w:r>
        <w:t xml:space="preserve">, </w:t>
      </w:r>
      <w:r w:rsidR="0024252B" w:rsidRPr="002813C1">
        <w:t>tu vois bien qu</w:t>
      </w:r>
      <w:r>
        <w:t>’</w:t>
      </w:r>
      <w:r w:rsidR="0024252B" w:rsidRPr="002813C1">
        <w:t>une vie nouvelle va commencer pour toi</w:t>
      </w:r>
      <w:r>
        <w:t xml:space="preserve">… </w:t>
      </w:r>
      <w:r w:rsidR="0024252B" w:rsidRPr="002813C1">
        <w:t>Que comptes-tu faire</w:t>
      </w:r>
      <w:r>
        <w:t xml:space="preserve"> ?… </w:t>
      </w:r>
      <w:r w:rsidR="0024252B" w:rsidRPr="002813C1">
        <w:t>Comment et de quoi vivras-tu</w:t>
      </w:r>
      <w:r>
        <w:t xml:space="preserve"> ?… </w:t>
      </w:r>
      <w:r w:rsidR="0024252B" w:rsidRPr="002813C1">
        <w:t>Il faut se loger</w:t>
      </w:r>
      <w:r>
        <w:t xml:space="preserve">, </w:t>
      </w:r>
      <w:r w:rsidR="0024252B" w:rsidRPr="002813C1">
        <w:t>se vêtir</w:t>
      </w:r>
      <w:r>
        <w:t xml:space="preserve">, </w:t>
      </w:r>
      <w:r w:rsidR="0024252B" w:rsidRPr="002813C1">
        <w:t>manger</w:t>
      </w:r>
      <w:r>
        <w:t xml:space="preserve">… </w:t>
      </w:r>
      <w:r w:rsidR="0024252B" w:rsidRPr="002813C1">
        <w:t>Cela coûte</w:t>
      </w:r>
      <w:r>
        <w:t xml:space="preserve">… </w:t>
      </w:r>
      <w:r w:rsidR="0024252B" w:rsidRPr="002813C1">
        <w:t>Où prendras-tu de l</w:t>
      </w:r>
      <w:r>
        <w:t>’</w:t>
      </w:r>
      <w:r w:rsidR="0024252B" w:rsidRPr="002813C1">
        <w:t>argent</w:t>
      </w:r>
      <w:r>
        <w:t xml:space="preserve">, </w:t>
      </w:r>
      <w:r w:rsidR="0024252B" w:rsidRPr="002813C1">
        <w:t>toi que le seul mot de travail révolte</w:t>
      </w:r>
      <w:r>
        <w:t xml:space="preserve"> !… </w:t>
      </w:r>
      <w:r w:rsidR="0024252B" w:rsidRPr="002813C1">
        <w:t>Ah</w:t>
      </w:r>
      <w:r>
        <w:t> !… M. </w:t>
      </w:r>
      <w:r w:rsidR="0024252B" w:rsidRPr="002813C1">
        <w:t>Patterson</w:t>
      </w:r>
      <w:r>
        <w:t xml:space="preserve">, </w:t>
      </w:r>
      <w:r w:rsidR="0024252B" w:rsidRPr="002813C1">
        <w:t>que ne vous ai-je écouté</w:t>
      </w:r>
      <w:r>
        <w:t xml:space="preserve"> !… </w:t>
      </w:r>
      <w:r w:rsidR="0024252B" w:rsidRPr="002813C1">
        <w:t>il n</w:t>
      </w:r>
      <w:r>
        <w:t>’</w:t>
      </w:r>
      <w:r w:rsidR="0024252B" w:rsidRPr="002813C1">
        <w:t>était pas aveugle comme moi</w:t>
      </w:r>
      <w:r>
        <w:t xml:space="preserve">, </w:t>
      </w:r>
      <w:r w:rsidR="0024252B" w:rsidRPr="002813C1">
        <w:t>lui</w:t>
      </w:r>
      <w:r>
        <w:t xml:space="preserve"> !… </w:t>
      </w:r>
      <w:r w:rsidR="0024252B" w:rsidRPr="002813C1">
        <w:t>Sans cesse il répétait que te prodiguer l</w:t>
      </w:r>
      <w:r>
        <w:t>’</w:t>
      </w:r>
      <w:r w:rsidR="0024252B" w:rsidRPr="002813C1">
        <w:t>argent</w:t>
      </w:r>
      <w:r>
        <w:t xml:space="preserve">, </w:t>
      </w:r>
      <w:r w:rsidR="0024252B" w:rsidRPr="002813C1">
        <w:t>c</w:t>
      </w:r>
      <w:r>
        <w:t>’</w:t>
      </w:r>
      <w:r w:rsidR="0024252B" w:rsidRPr="002813C1">
        <w:t>était gâcher ta vie et perdre ton avenir</w:t>
      </w:r>
      <w:r>
        <w:t xml:space="preserve">… </w:t>
      </w:r>
      <w:r w:rsidR="0024252B" w:rsidRPr="002813C1">
        <w:t>Sais-tu que depuis deux ans il a dépensé plus de 5</w:t>
      </w:r>
      <w:r w:rsidRPr="002813C1">
        <w:t>0</w:t>
      </w:r>
      <w:r>
        <w:t>,</w:t>
      </w:r>
      <w:r w:rsidRPr="002813C1">
        <w:t>0</w:t>
      </w:r>
      <w:r w:rsidR="0024252B" w:rsidRPr="002813C1">
        <w:t>00 francs</w:t>
      </w:r>
      <w:r>
        <w:t xml:space="preserve"> !… </w:t>
      </w:r>
      <w:r w:rsidR="0024252B" w:rsidRPr="002813C1">
        <w:t>À quoi les as-tu employés</w:t>
      </w:r>
      <w:r>
        <w:t xml:space="preserve"> ?… </w:t>
      </w:r>
      <w:r w:rsidR="0024252B" w:rsidRPr="002813C1">
        <w:t>À jouer au fils de famille</w:t>
      </w:r>
      <w:r>
        <w:t xml:space="preserve">, </w:t>
      </w:r>
      <w:r w:rsidR="0024252B" w:rsidRPr="002813C1">
        <w:t>toi qui n</w:t>
      </w:r>
      <w:r>
        <w:t>’</w:t>
      </w:r>
      <w:r w:rsidR="0024252B" w:rsidRPr="002813C1">
        <w:t>avais pas de famille et que ta situation précaire eût dû faire trembler</w:t>
      </w:r>
      <w:r>
        <w:t xml:space="preserve">… </w:t>
      </w:r>
      <w:r w:rsidR="0024252B" w:rsidRPr="002813C1">
        <w:t>Es-tu allé dix fois seulement à l</w:t>
      </w:r>
      <w:r>
        <w:t>’</w:t>
      </w:r>
      <w:r w:rsidR="0024252B" w:rsidRPr="002813C1">
        <w:t>École de droit</w:t>
      </w:r>
      <w:r>
        <w:t xml:space="preserve"> ? – </w:t>
      </w:r>
      <w:r w:rsidR="0024252B" w:rsidRPr="002813C1">
        <w:t>Non</w:t>
      </w:r>
      <w:r>
        <w:t xml:space="preserve">. </w:t>
      </w:r>
      <w:r w:rsidR="0024252B" w:rsidRPr="002813C1">
        <w:t>Mais on te voyait aux courses</w:t>
      </w:r>
      <w:r>
        <w:t xml:space="preserve">, </w:t>
      </w:r>
      <w:r w:rsidR="0024252B" w:rsidRPr="002813C1">
        <w:t>aux premières représentations</w:t>
      </w:r>
      <w:r>
        <w:t xml:space="preserve">, </w:t>
      </w:r>
      <w:r w:rsidR="0024252B" w:rsidRPr="002813C1">
        <w:t>dans les restaurants à la mode</w:t>
      </w:r>
      <w:r>
        <w:t xml:space="preserve">, </w:t>
      </w:r>
      <w:r w:rsidR="0024252B" w:rsidRPr="002813C1">
        <w:t>partout où on dépense et où on s</w:t>
      </w:r>
      <w:r>
        <w:t>’</w:t>
      </w:r>
      <w:r w:rsidR="0024252B" w:rsidRPr="002813C1">
        <w:t>amuse</w:t>
      </w:r>
      <w:r>
        <w:t xml:space="preserve">… </w:t>
      </w:r>
      <w:r w:rsidR="0024252B" w:rsidRPr="002813C1">
        <w:t>Et quel monde vois-tu</w:t>
      </w:r>
      <w:r>
        <w:t xml:space="preserve"> ?… </w:t>
      </w:r>
      <w:r w:rsidR="0024252B" w:rsidRPr="002813C1">
        <w:t>Des désœuvrés sans intelligence et sans cœur</w:t>
      </w:r>
      <w:r>
        <w:t xml:space="preserve">, </w:t>
      </w:r>
      <w:r w:rsidR="0024252B" w:rsidRPr="002813C1">
        <w:t>des dupes et des fripons</w:t>
      </w:r>
      <w:r>
        <w:t xml:space="preserve">, </w:t>
      </w:r>
      <w:r w:rsidR="0024252B" w:rsidRPr="002813C1">
        <w:t>des maquignons</w:t>
      </w:r>
      <w:r>
        <w:t xml:space="preserve">, </w:t>
      </w:r>
      <w:r w:rsidR="0024252B" w:rsidRPr="002813C1">
        <w:t>des croupiers et des filles perdues</w:t>
      </w:r>
      <w:r>
        <w:t>…</w:t>
      </w:r>
    </w:p>
    <w:p w14:paraId="46FF256F" w14:textId="0203B06A" w:rsidR="00B77E03" w:rsidRDefault="0024252B" w:rsidP="00B77E03">
      <w:r w:rsidRPr="002813C1">
        <w:t xml:space="preserve">Un ricanement sec de </w:t>
      </w:r>
      <w:r w:rsidR="00B77E03">
        <w:t>M. </w:t>
      </w:r>
      <w:proofErr w:type="spellStart"/>
      <w:r w:rsidRPr="002813C1">
        <w:t>Wilkie</w:t>
      </w:r>
      <w:proofErr w:type="spellEnd"/>
      <w:r w:rsidRPr="002813C1">
        <w:t xml:space="preserve"> lui coupa la parole</w:t>
      </w:r>
      <w:r w:rsidR="00B77E03">
        <w:t xml:space="preserve">… </w:t>
      </w:r>
      <w:r w:rsidRPr="002813C1">
        <w:t>Qu</w:t>
      </w:r>
      <w:r w:rsidR="00B77E03">
        <w:t>’</w:t>
      </w:r>
      <w:r w:rsidRPr="002813C1">
        <w:t>on osât attaquer ses amis</w:t>
      </w:r>
      <w:r w:rsidR="00B77E03">
        <w:t xml:space="preserve">, </w:t>
      </w:r>
      <w:r w:rsidRPr="002813C1">
        <w:t>ses plaisirs</w:t>
      </w:r>
      <w:r w:rsidR="00B77E03">
        <w:t xml:space="preserve">, </w:t>
      </w:r>
      <w:r w:rsidRPr="002813C1">
        <w:t>ses goûts</w:t>
      </w:r>
      <w:r w:rsidR="00B77E03">
        <w:t xml:space="preserve">… </w:t>
      </w:r>
      <w:r w:rsidRPr="002813C1">
        <w:t>Ah</w:t>
      </w:r>
      <w:r w:rsidR="00B77E03">
        <w:t xml:space="preserve"> ! </w:t>
      </w:r>
      <w:r w:rsidRPr="002813C1">
        <w:t>mais non</w:t>
      </w:r>
      <w:r w:rsidR="00B77E03">
        <w:t xml:space="preserve">… </w:t>
      </w:r>
      <w:r w:rsidRPr="002813C1">
        <w:t>il ne le tolérait pas</w:t>
      </w:r>
      <w:r w:rsidR="00B77E03">
        <w:t>…</w:t>
      </w:r>
    </w:p>
    <w:p w14:paraId="0E8282AA" w14:textId="77777777" w:rsidR="00B77E03" w:rsidRDefault="00B77E03" w:rsidP="00B77E03">
      <w:r>
        <w:lastRenderedPageBreak/>
        <w:t>— </w:t>
      </w:r>
      <w:r w:rsidR="0024252B" w:rsidRPr="002813C1">
        <w:t>Épatant</w:t>
      </w:r>
      <w:r>
        <w:t xml:space="preserve">, </w:t>
      </w:r>
      <w:r w:rsidR="0024252B" w:rsidRPr="002813C1">
        <w:t>prononça-t-il</w:t>
      </w:r>
      <w:r>
        <w:t xml:space="preserve">, </w:t>
      </w:r>
      <w:r w:rsidR="0024252B" w:rsidRPr="002813C1">
        <w:t>épatant</w:t>
      </w:r>
      <w:r>
        <w:t xml:space="preserve">, </w:t>
      </w:r>
      <w:r w:rsidR="0024252B" w:rsidRPr="002813C1">
        <w:t>parole sacrée</w:t>
      </w:r>
      <w:r>
        <w:t xml:space="preserve"> !… </w:t>
      </w:r>
      <w:r w:rsidR="0024252B" w:rsidRPr="002813C1">
        <w:t>de la morale</w:t>
      </w:r>
      <w:r>
        <w:t xml:space="preserve"> !… </w:t>
      </w:r>
      <w:r w:rsidR="0024252B" w:rsidRPr="002813C1">
        <w:t>Non</w:t>
      </w:r>
      <w:r>
        <w:t xml:space="preserve">, </w:t>
      </w:r>
      <w:r w:rsidR="0024252B" w:rsidRPr="002813C1">
        <w:t>elle est trop bonne</w:t>
      </w:r>
      <w:r>
        <w:t xml:space="preserve">, </w:t>
      </w:r>
      <w:r w:rsidR="0024252B" w:rsidRPr="002813C1">
        <w:t>celle-là</w:t>
      </w:r>
      <w:r>
        <w:t xml:space="preserve">… </w:t>
      </w:r>
      <w:r w:rsidR="0024252B" w:rsidRPr="002813C1">
        <w:t>Je demande à rire trois minutes</w:t>
      </w:r>
      <w:r>
        <w:t xml:space="preserve">, </w:t>
      </w:r>
      <w:r w:rsidR="0024252B" w:rsidRPr="002813C1">
        <w:t>montre en main</w:t>
      </w:r>
      <w:r>
        <w:t>…</w:t>
      </w:r>
    </w:p>
    <w:p w14:paraId="5EFA5BA2" w14:textId="77777777" w:rsidR="00B77E03" w:rsidRDefault="0024252B" w:rsidP="00B77E03">
      <w:r w:rsidRPr="002813C1">
        <w:t>Eut-il conscience de l</w:t>
      </w:r>
      <w:r w:rsidR="00B77E03">
        <w:t>’</w:t>
      </w:r>
      <w:r w:rsidRPr="002813C1">
        <w:t>atrocité de son ironie</w:t>
      </w:r>
      <w:r w:rsidR="00B77E03">
        <w:t> ?…</w:t>
      </w:r>
    </w:p>
    <w:p w14:paraId="46E24DF2" w14:textId="0C044E21" w:rsidR="00B77E03" w:rsidRDefault="0024252B" w:rsidP="00B77E03">
      <w:r w:rsidRPr="002813C1">
        <w:t>Ce qui est sûr</w:t>
      </w:r>
      <w:r w:rsidR="00B77E03">
        <w:t xml:space="preserve">, </w:t>
      </w:r>
      <w:r w:rsidRPr="002813C1">
        <w:t>c</w:t>
      </w:r>
      <w:r w:rsidR="00B77E03">
        <w:t>’</w:t>
      </w:r>
      <w:r w:rsidRPr="002813C1">
        <w:t xml:space="preserve">est que </w:t>
      </w:r>
      <w:r w:rsidR="00B77E03">
        <w:t>M</w:t>
      </w:r>
      <w:r w:rsidR="00B77E03" w:rsidRPr="00B77E03">
        <w:rPr>
          <w:vertAlign w:val="superscript"/>
        </w:rPr>
        <w:t>me</w:t>
      </w:r>
      <w:r w:rsidR="00B77E03">
        <w:t> </w:t>
      </w:r>
      <w:r w:rsidRPr="002813C1">
        <w:t>d</w:t>
      </w:r>
      <w:r w:rsidR="00B77E03">
        <w:t>’</w:t>
      </w:r>
      <w:r w:rsidRPr="002813C1">
        <w:t>Argelès chancela</w:t>
      </w:r>
      <w:r w:rsidR="00B77E03">
        <w:t xml:space="preserve">, </w:t>
      </w:r>
      <w:r w:rsidRPr="002813C1">
        <w:t>tant le coup fut horrible</w:t>
      </w:r>
      <w:r w:rsidR="00B77E03">
        <w:t xml:space="preserve">… </w:t>
      </w:r>
      <w:r w:rsidRPr="002813C1">
        <w:t>Elle pouvait tout attendre</w:t>
      </w:r>
      <w:r w:rsidR="00B77E03">
        <w:t xml:space="preserve">, </w:t>
      </w:r>
      <w:r w:rsidRPr="002813C1">
        <w:t>l</w:t>
      </w:r>
      <w:r w:rsidR="00B77E03">
        <w:t>’</w:t>
      </w:r>
      <w:r w:rsidRPr="002813C1">
        <w:t>infortunée</w:t>
      </w:r>
      <w:r w:rsidR="00B77E03">
        <w:t xml:space="preserve">, </w:t>
      </w:r>
      <w:r w:rsidRPr="002813C1">
        <w:t>sauf cela</w:t>
      </w:r>
      <w:r w:rsidR="00B77E03">
        <w:t xml:space="preserve">… </w:t>
      </w:r>
      <w:r w:rsidRPr="002813C1">
        <w:t>tout</w:t>
      </w:r>
      <w:r w:rsidR="00B77E03">
        <w:t xml:space="preserve">, </w:t>
      </w:r>
      <w:r w:rsidRPr="002813C1">
        <w:t>excepté cet outrage de son fils</w:t>
      </w:r>
      <w:r w:rsidR="00B77E03">
        <w:t>.</w:t>
      </w:r>
    </w:p>
    <w:p w14:paraId="767A3D64" w14:textId="77777777" w:rsidR="00B77E03" w:rsidRDefault="0024252B" w:rsidP="00B77E03">
      <w:r w:rsidRPr="002813C1">
        <w:t>Elle but cette honte sans révolte</w:t>
      </w:r>
      <w:r w:rsidR="00B77E03">
        <w:t xml:space="preserve">, </w:t>
      </w:r>
      <w:r w:rsidRPr="002813C1">
        <w:t>cependant</w:t>
      </w:r>
      <w:r w:rsidR="00B77E03">
        <w:t xml:space="preserve">… </w:t>
      </w:r>
      <w:r w:rsidRPr="002813C1">
        <w:t>Et c</w:t>
      </w:r>
      <w:r w:rsidR="00B77E03">
        <w:t>’</w:t>
      </w:r>
      <w:r w:rsidRPr="002813C1">
        <w:t>est d</w:t>
      </w:r>
      <w:r w:rsidR="00B77E03">
        <w:t>’</w:t>
      </w:r>
      <w:r w:rsidRPr="002813C1">
        <w:t>un ton de mortelle tristesse qu</w:t>
      </w:r>
      <w:r w:rsidR="00B77E03">
        <w:t>’</w:t>
      </w:r>
      <w:r w:rsidRPr="002813C1">
        <w:t>elle répondit</w:t>
      </w:r>
      <w:r w:rsidR="00B77E03">
        <w:t> :</w:t>
      </w:r>
    </w:p>
    <w:p w14:paraId="6240F4F7" w14:textId="77777777" w:rsidR="00B77E03" w:rsidRDefault="00B77E03" w:rsidP="00B77E03">
      <w:r>
        <w:t>— </w:t>
      </w:r>
      <w:r w:rsidR="0024252B" w:rsidRPr="002813C1">
        <w:t>Peut-être</w:t>
      </w:r>
      <w:r>
        <w:t xml:space="preserve">, </w:t>
      </w:r>
      <w:r w:rsidR="0024252B" w:rsidRPr="002813C1">
        <w:t>en effet</w:t>
      </w:r>
      <w:r>
        <w:t xml:space="preserve">, </w:t>
      </w:r>
      <w:r w:rsidR="0024252B" w:rsidRPr="002813C1">
        <w:t>n</w:t>
      </w:r>
      <w:r>
        <w:t>’</w:t>
      </w:r>
      <w:proofErr w:type="spellStart"/>
      <w:r w:rsidR="0024252B" w:rsidRPr="002813C1">
        <w:t>ai je</w:t>
      </w:r>
      <w:proofErr w:type="spellEnd"/>
      <w:r w:rsidR="0024252B" w:rsidRPr="002813C1">
        <w:t xml:space="preserve"> pas le droit de vous dire la vérité</w:t>
      </w:r>
      <w:r>
        <w:t xml:space="preserve">… </w:t>
      </w:r>
      <w:r w:rsidR="0024252B" w:rsidRPr="002813C1">
        <w:t>Je souhaite que l</w:t>
      </w:r>
      <w:r>
        <w:t>’</w:t>
      </w:r>
      <w:r w:rsidR="0024252B" w:rsidRPr="002813C1">
        <w:t>avenir ne me donne pas trop cruellement raison</w:t>
      </w:r>
      <w:r>
        <w:t xml:space="preserve">… </w:t>
      </w:r>
      <w:r w:rsidR="0024252B" w:rsidRPr="002813C1">
        <w:t>Vous voilà sans ressources</w:t>
      </w:r>
      <w:r>
        <w:t xml:space="preserve">… </w:t>
      </w:r>
      <w:r w:rsidR="0024252B" w:rsidRPr="002813C1">
        <w:t>vous n</w:t>
      </w:r>
      <w:r>
        <w:t>’</w:t>
      </w:r>
      <w:r w:rsidR="0024252B" w:rsidRPr="002813C1">
        <w:t>avez pas d</w:t>
      </w:r>
      <w:r>
        <w:t>’</w:t>
      </w:r>
      <w:r w:rsidR="0024252B" w:rsidRPr="002813C1">
        <w:t>état</w:t>
      </w:r>
      <w:r>
        <w:t xml:space="preserve">… </w:t>
      </w:r>
      <w:r w:rsidR="0024252B" w:rsidRPr="002813C1">
        <w:t>Fasse le ciel que vous ne sachiez</w:t>
      </w:r>
      <w:r>
        <w:t xml:space="preserve">, </w:t>
      </w:r>
      <w:r w:rsidR="0024252B" w:rsidRPr="002813C1">
        <w:t>jamais ce que c</w:t>
      </w:r>
      <w:r>
        <w:t>’</w:t>
      </w:r>
      <w:r w:rsidR="0024252B" w:rsidRPr="002813C1">
        <w:t>est que d</w:t>
      </w:r>
      <w:r>
        <w:t>’</w:t>
      </w:r>
      <w:r w:rsidR="0024252B" w:rsidRPr="002813C1">
        <w:t>avoir faim et de n</w:t>
      </w:r>
      <w:r>
        <w:t>’</w:t>
      </w:r>
      <w:r w:rsidR="0024252B" w:rsidRPr="002813C1">
        <w:t>avoir pas de pain</w:t>
      </w:r>
      <w:r>
        <w:t> !…</w:t>
      </w:r>
    </w:p>
    <w:p w14:paraId="08F7E6CB" w14:textId="77777777" w:rsidR="00B77E03" w:rsidRDefault="0024252B" w:rsidP="00B77E03">
      <w:r w:rsidRPr="002813C1">
        <w:t>Depuis un moment déjà</w:t>
      </w:r>
      <w:r w:rsidR="00B77E03">
        <w:t xml:space="preserve">, </w:t>
      </w:r>
      <w:r w:rsidRPr="002813C1">
        <w:t>l</w:t>
      </w:r>
      <w:r w:rsidR="00B77E03">
        <w:t>’</w:t>
      </w:r>
      <w:r w:rsidRPr="002813C1">
        <w:t>ingénieux jeune homme donnait les signes les plus évidents d</w:t>
      </w:r>
      <w:r w:rsidR="00B77E03">
        <w:t>’</w:t>
      </w:r>
      <w:r w:rsidRPr="002813C1">
        <w:t>impatience</w:t>
      </w:r>
      <w:r w:rsidR="00B77E03">
        <w:t>…</w:t>
      </w:r>
    </w:p>
    <w:p w14:paraId="075E5151" w14:textId="77777777" w:rsidR="00B77E03" w:rsidRDefault="0024252B" w:rsidP="00B77E03">
      <w:r w:rsidRPr="002813C1">
        <w:t>Cette prédiction sinistre acheva de l</w:t>
      </w:r>
      <w:r w:rsidR="00B77E03">
        <w:t>’</w:t>
      </w:r>
      <w:r w:rsidRPr="002813C1">
        <w:t>exaspérer</w:t>
      </w:r>
      <w:r w:rsidR="00B77E03">
        <w:t>…</w:t>
      </w:r>
    </w:p>
    <w:p w14:paraId="7DED79EA" w14:textId="77777777" w:rsidR="00B77E03" w:rsidRDefault="00B77E03" w:rsidP="00B77E03">
      <w:r>
        <w:t>— </w:t>
      </w:r>
      <w:r w:rsidR="0024252B" w:rsidRPr="002813C1">
        <w:t>Tout cela</w:t>
      </w:r>
      <w:r>
        <w:t xml:space="preserve">, </w:t>
      </w:r>
      <w:r w:rsidR="0024252B" w:rsidRPr="002813C1">
        <w:t>interrompit-il</w:t>
      </w:r>
      <w:r>
        <w:t xml:space="preserve">, </w:t>
      </w:r>
      <w:proofErr w:type="gramStart"/>
      <w:r w:rsidR="0024252B" w:rsidRPr="002813C1">
        <w:t>c</w:t>
      </w:r>
      <w:r>
        <w:t>’</w:t>
      </w:r>
      <w:r w:rsidR="0024252B" w:rsidRPr="002813C1">
        <w:t>est</w:t>
      </w:r>
      <w:proofErr w:type="gramEnd"/>
      <w:r w:rsidR="0024252B" w:rsidRPr="002813C1">
        <w:t xml:space="preserve"> des mots</w:t>
      </w:r>
      <w:r>
        <w:t xml:space="preserve"> !… </w:t>
      </w:r>
      <w:r w:rsidR="0024252B" w:rsidRPr="002813C1">
        <w:t>Je ne travaillerai pas</w:t>
      </w:r>
      <w:r>
        <w:t xml:space="preserve">, </w:t>
      </w:r>
      <w:r w:rsidR="0024252B" w:rsidRPr="002813C1">
        <w:t>parce que ce n</w:t>
      </w:r>
      <w:r>
        <w:t>’</w:t>
      </w:r>
      <w:r w:rsidR="0024252B" w:rsidRPr="002813C1">
        <w:t>est pas dans mes cordes</w:t>
      </w:r>
      <w:r>
        <w:t xml:space="preserve">, </w:t>
      </w:r>
      <w:r w:rsidR="0024252B" w:rsidRPr="002813C1">
        <w:t>et cependant je ne manquerai de rien du tout</w:t>
      </w:r>
      <w:r>
        <w:t xml:space="preserve">… </w:t>
      </w:r>
      <w:r w:rsidR="0024252B" w:rsidRPr="002813C1">
        <w:t>C</w:t>
      </w:r>
      <w:r>
        <w:t>’</w:t>
      </w:r>
      <w:r w:rsidR="0024252B" w:rsidRPr="002813C1">
        <w:t>est carré</w:t>
      </w:r>
      <w:r>
        <w:t xml:space="preserve">, </w:t>
      </w:r>
      <w:r w:rsidR="0024252B" w:rsidRPr="002813C1">
        <w:t>cela</w:t>
      </w:r>
      <w:r>
        <w:t xml:space="preserve">, </w:t>
      </w:r>
      <w:r w:rsidR="0024252B" w:rsidRPr="002813C1">
        <w:t>j</w:t>
      </w:r>
      <w:r>
        <w:t>’</w:t>
      </w:r>
      <w:r w:rsidR="0024252B" w:rsidRPr="002813C1">
        <w:t>espère</w:t>
      </w:r>
      <w:r>
        <w:t> !…</w:t>
      </w:r>
    </w:p>
    <w:p w14:paraId="13C0BB10" w14:textId="60F7ED17" w:rsidR="00B77E03" w:rsidRDefault="00B77E03" w:rsidP="00B77E03">
      <w:r>
        <w:t>M</w:t>
      </w:r>
      <w:r w:rsidRPr="00B77E03">
        <w:rPr>
          <w:vertAlign w:val="superscript"/>
        </w:rPr>
        <w:t>me</w:t>
      </w:r>
      <w:r>
        <w:t> </w:t>
      </w:r>
      <w:r w:rsidR="0024252B" w:rsidRPr="002813C1">
        <w:t>d</w:t>
      </w:r>
      <w:r>
        <w:t>’</w:t>
      </w:r>
      <w:r w:rsidR="0024252B" w:rsidRPr="002813C1">
        <w:t>Argelès ne sourcilla pas</w:t>
      </w:r>
      <w:r>
        <w:t>.</w:t>
      </w:r>
    </w:p>
    <w:p w14:paraId="7DA07C94" w14:textId="77777777" w:rsidR="00B77E03" w:rsidRDefault="00B77E03" w:rsidP="00B77E03">
      <w:r>
        <w:t>— </w:t>
      </w:r>
      <w:r w:rsidR="0024252B" w:rsidRPr="002813C1">
        <w:t xml:space="preserve">Que </w:t>
      </w:r>
      <w:proofErr w:type="spellStart"/>
      <w:r w:rsidR="0024252B" w:rsidRPr="002813C1">
        <w:t>ferez vous</w:t>
      </w:r>
      <w:proofErr w:type="spellEnd"/>
      <w:r w:rsidR="0024252B" w:rsidRPr="002813C1">
        <w:t xml:space="preserve"> donc</w:t>
      </w:r>
      <w:r>
        <w:t xml:space="preserve"> ? </w:t>
      </w:r>
      <w:r w:rsidR="0024252B" w:rsidRPr="002813C1">
        <w:t>demanda-t-elle froidement</w:t>
      </w:r>
      <w:r>
        <w:t xml:space="preserve">. </w:t>
      </w:r>
      <w:r w:rsidR="0024252B" w:rsidRPr="002813C1">
        <w:t>Je ne vous comprends pas</w:t>
      </w:r>
      <w:r>
        <w:t>…</w:t>
      </w:r>
    </w:p>
    <w:p w14:paraId="52151230" w14:textId="77777777" w:rsidR="00B77E03" w:rsidRDefault="0024252B" w:rsidP="00B77E03">
      <w:r w:rsidRPr="002813C1">
        <w:t>Lui haussa les épaules d</w:t>
      </w:r>
      <w:r w:rsidR="00B77E03">
        <w:t>’</w:t>
      </w:r>
      <w:r w:rsidRPr="002813C1">
        <w:t>un air prodigieusement ennuyé</w:t>
      </w:r>
      <w:r w:rsidR="00B77E03">
        <w:t> :</w:t>
      </w:r>
    </w:p>
    <w:p w14:paraId="5AD0AB36" w14:textId="77777777" w:rsidR="00B77E03" w:rsidRDefault="00B77E03" w:rsidP="00B77E03">
      <w:r>
        <w:t>— </w:t>
      </w:r>
      <w:r w:rsidR="0024252B" w:rsidRPr="002813C1">
        <w:t>Est-ce que nous allons encore jouer la comédie</w:t>
      </w:r>
      <w:r>
        <w:t xml:space="preserve"> ? </w:t>
      </w:r>
      <w:r w:rsidR="0024252B" w:rsidRPr="002813C1">
        <w:t>fit-il</w:t>
      </w:r>
      <w:r>
        <w:t xml:space="preserve">… </w:t>
      </w:r>
      <w:r w:rsidR="0024252B" w:rsidRPr="002813C1">
        <w:t>Vous avez pourtant vu qu</w:t>
      </w:r>
      <w:r>
        <w:t>’</w:t>
      </w:r>
      <w:r w:rsidR="0024252B" w:rsidRPr="002813C1">
        <w:t>avec moi cela ne prend pas</w:t>
      </w:r>
      <w:r>
        <w:t xml:space="preserve">… </w:t>
      </w:r>
      <w:r w:rsidR="0024252B" w:rsidRPr="002813C1">
        <w:lastRenderedPageBreak/>
        <w:t>Ce que je veux dire</w:t>
      </w:r>
      <w:r>
        <w:t xml:space="preserve">, </w:t>
      </w:r>
      <w:r w:rsidR="0024252B" w:rsidRPr="002813C1">
        <w:t>vous le savez aussi bien que moi</w:t>
      </w:r>
      <w:r>
        <w:t xml:space="preserve">. </w:t>
      </w:r>
      <w:r w:rsidR="0024252B" w:rsidRPr="002813C1">
        <w:t>Que me parlez-vous de crever de faim</w:t>
      </w:r>
      <w:r>
        <w:t xml:space="preserve"> !… </w:t>
      </w:r>
      <w:r w:rsidR="0024252B" w:rsidRPr="002813C1">
        <w:t>Eh bien</w:t>
      </w:r>
      <w:r>
        <w:t xml:space="preserve"> !… </w:t>
      </w:r>
      <w:r w:rsidR="0024252B" w:rsidRPr="002813C1">
        <w:t>et l</w:t>
      </w:r>
      <w:r>
        <w:t>’</w:t>
      </w:r>
      <w:r w:rsidR="0024252B" w:rsidRPr="002813C1">
        <w:t>héritage</w:t>
      </w:r>
      <w:r>
        <w:t xml:space="preserve">, </w:t>
      </w:r>
      <w:r w:rsidR="0024252B" w:rsidRPr="002813C1">
        <w:t>donc</w:t>
      </w:r>
      <w:r>
        <w:t> !…</w:t>
      </w:r>
    </w:p>
    <w:p w14:paraId="0246DFA2" w14:textId="77777777" w:rsidR="00B77E03" w:rsidRDefault="00B77E03" w:rsidP="00B77E03">
      <w:r>
        <w:t>— </w:t>
      </w:r>
      <w:r w:rsidR="0024252B" w:rsidRPr="002813C1">
        <w:t>Quel héritage</w:t>
      </w:r>
      <w:r>
        <w:t> ?…</w:t>
      </w:r>
    </w:p>
    <w:p w14:paraId="6FE40898" w14:textId="77777777" w:rsidR="00B77E03" w:rsidRDefault="00B77E03" w:rsidP="00B77E03">
      <w:r>
        <w:t>— </w:t>
      </w:r>
      <w:r w:rsidR="0024252B" w:rsidRPr="002813C1">
        <w:t>Eh</w:t>
      </w:r>
      <w:r>
        <w:t xml:space="preserve"> !… </w:t>
      </w:r>
      <w:r w:rsidR="0024252B" w:rsidRPr="002813C1">
        <w:t>celui de mon oncle</w:t>
      </w:r>
      <w:r>
        <w:t xml:space="preserve">, </w:t>
      </w:r>
      <w:r w:rsidR="0024252B" w:rsidRPr="002813C1">
        <w:t>parbleu</w:t>
      </w:r>
      <w:r>
        <w:t xml:space="preserve"> !… </w:t>
      </w:r>
      <w:r w:rsidR="0024252B" w:rsidRPr="002813C1">
        <w:t>de votre frère</w:t>
      </w:r>
      <w:r>
        <w:t xml:space="preserve">, </w:t>
      </w:r>
      <w:r w:rsidR="0024252B" w:rsidRPr="002813C1">
        <w:t xml:space="preserve">du comte de </w:t>
      </w:r>
      <w:proofErr w:type="spellStart"/>
      <w:r w:rsidR="0024252B" w:rsidRPr="002813C1">
        <w:t>Chalusse</w:t>
      </w:r>
      <w:proofErr w:type="spellEnd"/>
      <w:r>
        <w:t>…</w:t>
      </w:r>
    </w:p>
    <w:p w14:paraId="72C691E9" w14:textId="4F123708" w:rsidR="00B77E03" w:rsidRDefault="0024252B" w:rsidP="00B77E03">
      <w:r w:rsidRPr="002813C1">
        <w:t>Maintenant</w:t>
      </w:r>
      <w:r w:rsidR="00B77E03">
        <w:t xml:space="preserve">, </w:t>
      </w:r>
      <w:r w:rsidRPr="002813C1">
        <w:t xml:space="preserve">la démarche de </w:t>
      </w:r>
      <w:r w:rsidR="00B77E03">
        <w:t>M. </w:t>
      </w:r>
      <w:proofErr w:type="spellStart"/>
      <w:r w:rsidRPr="002813C1">
        <w:t>Wilkie</w:t>
      </w:r>
      <w:proofErr w:type="spellEnd"/>
      <w:r w:rsidR="00B77E03">
        <w:t xml:space="preserve">, </w:t>
      </w:r>
      <w:r w:rsidRPr="002813C1">
        <w:t>ses façons</w:t>
      </w:r>
      <w:r w:rsidR="00B77E03">
        <w:t xml:space="preserve">, </w:t>
      </w:r>
      <w:r w:rsidRPr="002813C1">
        <w:t>son assurance</w:t>
      </w:r>
      <w:r w:rsidR="00B77E03">
        <w:t xml:space="preserve">, </w:t>
      </w:r>
      <w:r w:rsidRPr="002813C1">
        <w:t>ses câlineries</w:t>
      </w:r>
      <w:r w:rsidR="00B77E03">
        <w:t xml:space="preserve">, </w:t>
      </w:r>
      <w:r w:rsidRPr="002813C1">
        <w:t>ses contradictions</w:t>
      </w:r>
      <w:r w:rsidR="00B77E03">
        <w:t xml:space="preserve">, </w:t>
      </w:r>
      <w:r w:rsidRPr="002813C1">
        <w:t>tout s</w:t>
      </w:r>
      <w:r w:rsidR="00B77E03">
        <w:t>’</w:t>
      </w:r>
      <w:r w:rsidRPr="002813C1">
        <w:t>expliquait</w:t>
      </w:r>
      <w:r w:rsidR="00B77E03">
        <w:t>…</w:t>
      </w:r>
    </w:p>
    <w:p w14:paraId="7B1E75FE" w14:textId="14DA7A3E" w:rsidR="00B77E03" w:rsidRDefault="0024252B" w:rsidP="00B77E03">
      <w:r w:rsidRPr="002813C1">
        <w:t>Cette foi sublime en leur fils</w:t>
      </w:r>
      <w:r w:rsidR="00B77E03">
        <w:t xml:space="preserve">, </w:t>
      </w:r>
      <w:r w:rsidRPr="002813C1">
        <w:t>si vivace au cœur des mères</w:t>
      </w:r>
      <w:r w:rsidR="00B77E03">
        <w:t xml:space="preserve">, </w:t>
      </w:r>
      <w:r w:rsidRPr="002813C1">
        <w:t>s</w:t>
      </w:r>
      <w:r w:rsidR="00B77E03">
        <w:t>’</w:t>
      </w:r>
      <w:r w:rsidRPr="002813C1">
        <w:t xml:space="preserve">évanouit dans le cœur de </w:t>
      </w:r>
      <w:r w:rsidR="00B77E03">
        <w:t>M</w:t>
      </w:r>
      <w:r w:rsidR="00B77E03" w:rsidRPr="00B77E03">
        <w:rPr>
          <w:vertAlign w:val="superscript"/>
        </w:rPr>
        <w:t>me</w:t>
      </w:r>
      <w:r w:rsidR="00B77E03">
        <w:t> </w:t>
      </w:r>
      <w:r w:rsidRPr="002813C1">
        <w:t>d</w:t>
      </w:r>
      <w:r w:rsidR="00B77E03">
        <w:t>’</w:t>
      </w:r>
      <w:r w:rsidRPr="002813C1">
        <w:t>Argelès</w:t>
      </w:r>
      <w:r w:rsidR="00B77E03">
        <w:t>.</w:t>
      </w:r>
    </w:p>
    <w:p w14:paraId="00AD85CC" w14:textId="77777777" w:rsidR="00B77E03" w:rsidRDefault="0024252B" w:rsidP="00B77E03">
      <w:r w:rsidRPr="002813C1">
        <w:t xml:space="preserve">Elle entrevit dans la pensée de </w:t>
      </w:r>
      <w:proofErr w:type="spellStart"/>
      <w:r w:rsidRPr="002813C1">
        <w:t>Wilkie</w:t>
      </w:r>
      <w:proofErr w:type="spellEnd"/>
      <w:r w:rsidRPr="002813C1">
        <w:t xml:space="preserve"> des profondeurs de calcul et de scélératesse qui l</w:t>
      </w:r>
      <w:r w:rsidR="00B77E03">
        <w:t>’</w:t>
      </w:r>
      <w:r w:rsidRPr="002813C1">
        <w:t>épouvantèrent</w:t>
      </w:r>
      <w:r w:rsidR="00B77E03">
        <w:t>…</w:t>
      </w:r>
    </w:p>
    <w:p w14:paraId="4370F6B6" w14:textId="77777777" w:rsidR="00B77E03" w:rsidRDefault="0024252B" w:rsidP="00B77E03">
      <w:r w:rsidRPr="002813C1">
        <w:t>Voilà donc pourquoi il s</w:t>
      </w:r>
      <w:r w:rsidR="00B77E03">
        <w:t>’</w:t>
      </w:r>
      <w:r w:rsidRPr="002813C1">
        <w:t>était déclaré si fièrement tout prêt à braver l</w:t>
      </w:r>
      <w:r w:rsidR="00B77E03">
        <w:t>’</w:t>
      </w:r>
      <w:r w:rsidRPr="002813C1">
        <w:t>opinion</w:t>
      </w:r>
      <w:r w:rsidR="00B77E03">
        <w:t xml:space="preserve">, </w:t>
      </w:r>
      <w:r w:rsidRPr="002813C1">
        <w:t>pourquoi il avait réclamé sa part des hontes passées</w:t>
      </w:r>
      <w:r w:rsidR="00B77E03">
        <w:t xml:space="preserve"> !… </w:t>
      </w:r>
      <w:r w:rsidRPr="002813C1">
        <w:t>Ce n</w:t>
      </w:r>
      <w:r w:rsidR="00B77E03">
        <w:t>’</w:t>
      </w:r>
      <w:r w:rsidRPr="002813C1">
        <w:t>était pas sa mère qu</w:t>
      </w:r>
      <w:r w:rsidR="00B77E03">
        <w:t>’</w:t>
      </w:r>
      <w:r w:rsidRPr="002813C1">
        <w:t>il acceptait</w:t>
      </w:r>
      <w:r w:rsidR="00B77E03">
        <w:t xml:space="preserve">, </w:t>
      </w:r>
      <w:r w:rsidRPr="002813C1">
        <w:t>c</w:t>
      </w:r>
      <w:r w:rsidR="00B77E03">
        <w:t>’</w:t>
      </w:r>
      <w:r w:rsidRPr="002813C1">
        <w:t>était l</w:t>
      </w:r>
      <w:r w:rsidR="00B77E03">
        <w:t>’</w:t>
      </w:r>
      <w:r w:rsidRPr="002813C1">
        <w:t xml:space="preserve">héritage du comte de </w:t>
      </w:r>
      <w:proofErr w:type="spellStart"/>
      <w:r w:rsidRPr="002813C1">
        <w:t>Chalusse</w:t>
      </w:r>
      <w:proofErr w:type="spellEnd"/>
      <w:r w:rsidR="00B77E03">
        <w:t>…</w:t>
      </w:r>
    </w:p>
    <w:p w14:paraId="4F0034F9" w14:textId="77777777" w:rsidR="00B77E03" w:rsidRDefault="00B77E03" w:rsidP="00B77E03">
      <w:r>
        <w:t>— </w:t>
      </w:r>
      <w:r w:rsidR="0024252B" w:rsidRPr="002813C1">
        <w:t>Ah</w:t>
      </w:r>
      <w:r>
        <w:t xml:space="preserve"> !… </w:t>
      </w:r>
      <w:r w:rsidR="0024252B" w:rsidRPr="002813C1">
        <w:t>on vous a appris cela</w:t>
      </w:r>
      <w:r>
        <w:t xml:space="preserve">, </w:t>
      </w:r>
      <w:r w:rsidR="0024252B" w:rsidRPr="002813C1">
        <w:t>fit la pauvre femme d</w:t>
      </w:r>
      <w:r>
        <w:t>’</w:t>
      </w:r>
      <w:r w:rsidR="0024252B" w:rsidRPr="002813C1">
        <w:t>un ton d</w:t>
      </w:r>
      <w:r>
        <w:t>’</w:t>
      </w:r>
      <w:r w:rsidR="0024252B" w:rsidRPr="002813C1">
        <w:t>amère ironie</w:t>
      </w:r>
      <w:r>
        <w:t>.</w:t>
      </w:r>
    </w:p>
    <w:p w14:paraId="67DB0E20" w14:textId="19217776" w:rsidR="00B77E03" w:rsidRDefault="0024252B" w:rsidP="00B77E03">
      <w:r w:rsidRPr="002813C1">
        <w:t xml:space="preserve">Et le souvenir de </w:t>
      </w:r>
      <w:r w:rsidR="00B77E03">
        <w:t>M. </w:t>
      </w:r>
      <w:r w:rsidRPr="002813C1">
        <w:t>Isidore Fortunat traversant son esprit</w:t>
      </w:r>
      <w:r w:rsidR="00B77E03">
        <w:t> :</w:t>
      </w:r>
    </w:p>
    <w:p w14:paraId="475EFEA0" w14:textId="77777777" w:rsidR="00B77E03" w:rsidRDefault="00B77E03" w:rsidP="00B77E03">
      <w:r>
        <w:t>— </w:t>
      </w:r>
      <w:r w:rsidR="0024252B" w:rsidRPr="002813C1">
        <w:t>On a dû vous vendre ce secret très-cher</w:t>
      </w:r>
      <w:r>
        <w:t xml:space="preserve">, </w:t>
      </w:r>
      <w:r w:rsidR="0024252B" w:rsidRPr="002813C1">
        <w:t>ajouta-t-elle</w:t>
      </w:r>
      <w:r>
        <w:t xml:space="preserve">… </w:t>
      </w:r>
      <w:r w:rsidR="0024252B" w:rsidRPr="002813C1">
        <w:t>Combien devez-vous payer en cas de succès</w:t>
      </w:r>
      <w:r>
        <w:t> ?…</w:t>
      </w:r>
    </w:p>
    <w:p w14:paraId="1A00416D" w14:textId="343243B7" w:rsidR="00B77E03" w:rsidRDefault="0024252B" w:rsidP="00B77E03">
      <w:r w:rsidRPr="002813C1">
        <w:t>Fort</w:t>
      </w:r>
      <w:r w:rsidR="00B77E03">
        <w:t>, M. </w:t>
      </w:r>
      <w:proofErr w:type="spellStart"/>
      <w:r w:rsidRPr="002813C1">
        <w:t>Wilkie</w:t>
      </w:r>
      <w:proofErr w:type="spellEnd"/>
      <w:r w:rsidRPr="002813C1">
        <w:t xml:space="preserve"> se flattait de l</w:t>
      </w:r>
      <w:r w:rsidR="00B77E03">
        <w:t>’</w:t>
      </w:r>
      <w:r w:rsidRPr="002813C1">
        <w:t>être</w:t>
      </w:r>
      <w:r w:rsidR="00B77E03">
        <w:t xml:space="preserve"> ; </w:t>
      </w:r>
      <w:r w:rsidRPr="002813C1">
        <w:t>diplomate</w:t>
      </w:r>
      <w:r w:rsidR="00B77E03">
        <w:t xml:space="preserve">, </w:t>
      </w:r>
      <w:r w:rsidRPr="002813C1">
        <w:t>non</w:t>
      </w:r>
      <w:r w:rsidR="00B77E03">
        <w:t xml:space="preserve">, </w:t>
      </w:r>
      <w:r w:rsidRPr="002813C1">
        <w:t>et la preuve c</w:t>
      </w:r>
      <w:r w:rsidR="00B77E03">
        <w:t>’</w:t>
      </w:r>
      <w:r w:rsidRPr="002813C1">
        <w:t>est qu</w:t>
      </w:r>
      <w:r w:rsidR="00B77E03">
        <w:t>’</w:t>
      </w:r>
      <w:r w:rsidRPr="002813C1">
        <w:t>il fut tout décontenancé de cette remarque</w:t>
      </w:r>
      <w:r w:rsidR="00B77E03">
        <w:t>.</w:t>
      </w:r>
    </w:p>
    <w:p w14:paraId="5DC2F155" w14:textId="77777777" w:rsidR="00B77E03" w:rsidRDefault="0024252B" w:rsidP="00B77E03">
      <w:r w:rsidRPr="002813C1">
        <w:t>Mais il se remit vite</w:t>
      </w:r>
      <w:r w:rsidR="00B77E03">
        <w:t>…</w:t>
      </w:r>
    </w:p>
    <w:p w14:paraId="188BDD54" w14:textId="77777777" w:rsidR="00B77E03" w:rsidRDefault="00B77E03" w:rsidP="00B77E03">
      <w:r>
        <w:lastRenderedPageBreak/>
        <w:t>— </w:t>
      </w:r>
      <w:r w:rsidR="0024252B" w:rsidRPr="002813C1">
        <w:t>Qu</w:t>
      </w:r>
      <w:r>
        <w:t>’</w:t>
      </w:r>
      <w:r w:rsidR="0024252B" w:rsidRPr="002813C1">
        <w:t>on me l</w:t>
      </w:r>
      <w:r>
        <w:t>’</w:t>
      </w:r>
      <w:r w:rsidR="0024252B" w:rsidRPr="002813C1">
        <w:t>ait dit pour de l</w:t>
      </w:r>
      <w:r>
        <w:t>’</w:t>
      </w:r>
      <w:r w:rsidR="0024252B" w:rsidRPr="002813C1">
        <w:t>argent ou pour rien</w:t>
      </w:r>
      <w:r>
        <w:t xml:space="preserve">, </w:t>
      </w:r>
      <w:r w:rsidR="0024252B" w:rsidRPr="002813C1">
        <w:t>reprit-il</w:t>
      </w:r>
      <w:r>
        <w:t xml:space="preserve">, </w:t>
      </w:r>
      <w:r w:rsidR="0024252B" w:rsidRPr="002813C1">
        <w:t xml:space="preserve">je sais que vous êtes une demoiselle de </w:t>
      </w:r>
      <w:proofErr w:type="spellStart"/>
      <w:r w:rsidR="0024252B" w:rsidRPr="002813C1">
        <w:t>Chalusse</w:t>
      </w:r>
      <w:proofErr w:type="spellEnd"/>
      <w:r>
        <w:t xml:space="preserve">, </w:t>
      </w:r>
      <w:r w:rsidR="0024252B" w:rsidRPr="002813C1">
        <w:t>que vous êtes la seule héritière du comte et que le comte laisse huit ou dix millions</w:t>
      </w:r>
      <w:r>
        <w:t xml:space="preserve">. </w:t>
      </w:r>
      <w:r w:rsidR="0024252B" w:rsidRPr="002813C1">
        <w:t>Nierez-vous cela</w:t>
      </w:r>
      <w:r>
        <w:t> ?</w:t>
      </w:r>
    </w:p>
    <w:p w14:paraId="22064B5B" w14:textId="041671BE" w:rsidR="00B77E03" w:rsidRDefault="00B77E03" w:rsidP="00B77E03">
      <w:r>
        <w:t>M</w:t>
      </w:r>
      <w:r w:rsidRPr="00B77E03">
        <w:rPr>
          <w:vertAlign w:val="superscript"/>
        </w:rPr>
        <w:t>me</w:t>
      </w:r>
      <w:r>
        <w:t> </w:t>
      </w:r>
      <w:r w:rsidR="0024252B" w:rsidRPr="002813C1">
        <w:t>d</w:t>
      </w:r>
      <w:r>
        <w:t>’</w:t>
      </w:r>
      <w:r w:rsidR="0024252B" w:rsidRPr="002813C1">
        <w:t>Argelès hocha tristement la tête</w:t>
      </w:r>
      <w:r>
        <w:t>.</w:t>
      </w:r>
    </w:p>
    <w:p w14:paraId="330D7DA9" w14:textId="77777777" w:rsidR="00B77E03" w:rsidRDefault="00B77E03" w:rsidP="00B77E03">
      <w:r>
        <w:t>— </w:t>
      </w:r>
      <w:r w:rsidR="0024252B" w:rsidRPr="002813C1">
        <w:t>Je ne nie rien</w:t>
      </w:r>
      <w:r>
        <w:t xml:space="preserve">, </w:t>
      </w:r>
      <w:r w:rsidR="0024252B" w:rsidRPr="002813C1">
        <w:t>répondit-elle</w:t>
      </w:r>
      <w:r>
        <w:t xml:space="preserve">, </w:t>
      </w:r>
      <w:r w:rsidR="0024252B" w:rsidRPr="002813C1">
        <w:t>mais je vais à mon tour vous apprendre une chose qui va renverser tous vos calculs et éteindre votre joie</w:t>
      </w:r>
      <w:r>
        <w:t xml:space="preserve">… </w:t>
      </w:r>
      <w:r w:rsidR="0024252B" w:rsidRPr="002813C1">
        <w:t>Je suis résolue</w:t>
      </w:r>
      <w:r>
        <w:t xml:space="preserve">, </w:t>
      </w:r>
      <w:r w:rsidR="0024252B" w:rsidRPr="002813C1">
        <w:t>entendez-vous</w:t>
      </w:r>
      <w:r>
        <w:t xml:space="preserve">, </w:t>
      </w:r>
      <w:r w:rsidR="0024252B" w:rsidRPr="002813C1">
        <w:t>et ma résolution est irrévocable</w:t>
      </w:r>
      <w:r>
        <w:t xml:space="preserve">, </w:t>
      </w:r>
      <w:r w:rsidR="0024252B" w:rsidRPr="002813C1">
        <w:t>à ne jamais faire valoir mes droits</w:t>
      </w:r>
      <w:r>
        <w:t xml:space="preserve">… </w:t>
      </w:r>
      <w:r w:rsidR="0024252B" w:rsidRPr="002813C1">
        <w:t>Pour recueillir cette fortune</w:t>
      </w:r>
      <w:r>
        <w:t xml:space="preserve">, </w:t>
      </w:r>
      <w:r w:rsidR="0024252B" w:rsidRPr="002813C1">
        <w:t>il me faudrait avouer que Lia d</w:t>
      </w:r>
      <w:r>
        <w:t>’</w:t>
      </w:r>
      <w:r w:rsidR="0024252B" w:rsidRPr="002813C1">
        <w:t xml:space="preserve">Argelès est une </w:t>
      </w:r>
      <w:proofErr w:type="spellStart"/>
      <w:r w:rsidR="0024252B" w:rsidRPr="002813C1">
        <w:t>Chalusse</w:t>
      </w:r>
      <w:proofErr w:type="spellEnd"/>
      <w:r>
        <w:t xml:space="preserve">… </w:t>
      </w:r>
      <w:r w:rsidR="0024252B" w:rsidRPr="002813C1">
        <w:t>c</w:t>
      </w:r>
      <w:r>
        <w:t>’</w:t>
      </w:r>
      <w:r w:rsidR="0024252B" w:rsidRPr="002813C1">
        <w:t>est un aveu que nulle considération ne saurait m</w:t>
      </w:r>
      <w:r>
        <w:t>’</w:t>
      </w:r>
      <w:r w:rsidR="0024252B" w:rsidRPr="002813C1">
        <w:t>arracher</w:t>
      </w:r>
      <w:r>
        <w:t>…</w:t>
      </w:r>
    </w:p>
    <w:p w14:paraId="6DA26E93" w14:textId="050F5B5B" w:rsidR="00B77E03" w:rsidRDefault="0024252B" w:rsidP="00B77E03">
      <w:r w:rsidRPr="002813C1">
        <w:t xml:space="preserve">Elle pensait que cette déclaration allait étourdir </w:t>
      </w:r>
      <w:r w:rsidR="00B77E03">
        <w:t>M. </w:t>
      </w:r>
      <w:proofErr w:type="spellStart"/>
      <w:r w:rsidRPr="002813C1">
        <w:t>Wilkie</w:t>
      </w:r>
      <w:proofErr w:type="spellEnd"/>
      <w:r w:rsidR="00B77E03">
        <w:t xml:space="preserve">, </w:t>
      </w:r>
      <w:r w:rsidRPr="002813C1">
        <w:t>l</w:t>
      </w:r>
      <w:r w:rsidR="00B77E03">
        <w:t>’</w:t>
      </w:r>
      <w:r w:rsidRPr="002813C1">
        <w:t>écraser</w:t>
      </w:r>
      <w:r w:rsidR="00B77E03">
        <w:t xml:space="preserve">… </w:t>
      </w:r>
      <w:r w:rsidRPr="002813C1">
        <w:t>Elle se trompait</w:t>
      </w:r>
      <w:r w:rsidR="00B77E03">
        <w:t>…</w:t>
      </w:r>
    </w:p>
    <w:p w14:paraId="38B4D6F1" w14:textId="10B6EA51" w:rsidR="00B77E03" w:rsidRDefault="0024252B" w:rsidP="00B77E03">
      <w:r w:rsidRPr="002813C1">
        <w:t>Livré à ses seules lumières</w:t>
      </w:r>
      <w:r w:rsidR="00B77E03">
        <w:t xml:space="preserve">, </w:t>
      </w:r>
      <w:r w:rsidRPr="002813C1">
        <w:t>il eût été confondu</w:t>
      </w:r>
      <w:r w:rsidR="00B77E03">
        <w:t xml:space="preserve">, </w:t>
      </w:r>
      <w:r w:rsidRPr="002813C1">
        <w:t xml:space="preserve">mais il luttait en ce moment avec les armes qui lui avaient été fournies par </w:t>
      </w:r>
      <w:r w:rsidR="00B77E03">
        <w:t>M. </w:t>
      </w:r>
      <w:r w:rsidRPr="002813C1">
        <w:t xml:space="preserve">le vicomte de </w:t>
      </w:r>
      <w:proofErr w:type="spellStart"/>
      <w:r w:rsidRPr="002813C1">
        <w:t>Coralth</w:t>
      </w:r>
      <w:proofErr w:type="spellEnd"/>
      <w:r w:rsidR="00B77E03">
        <w:t>.</w:t>
      </w:r>
    </w:p>
    <w:p w14:paraId="6E989C64" w14:textId="77777777" w:rsidR="00B77E03" w:rsidRDefault="0024252B" w:rsidP="00B77E03">
      <w:r w:rsidRPr="002813C1">
        <w:t>Il haussa donc les épaules</w:t>
      </w:r>
      <w:r w:rsidR="00B77E03">
        <w:t xml:space="preserve">, </w:t>
      </w:r>
      <w:r w:rsidRPr="002813C1">
        <w:t>et du plus beau sang-froid</w:t>
      </w:r>
      <w:r w:rsidR="00B77E03">
        <w:t> :</w:t>
      </w:r>
    </w:p>
    <w:p w14:paraId="7EEEEF87" w14:textId="77777777" w:rsidR="00B77E03" w:rsidRDefault="00B77E03" w:rsidP="00B77E03">
      <w:r>
        <w:t>— </w:t>
      </w:r>
      <w:r w:rsidR="0024252B" w:rsidRPr="002813C1">
        <w:t>Comme cela</w:t>
      </w:r>
      <w:r>
        <w:t xml:space="preserve">, </w:t>
      </w:r>
      <w:r w:rsidR="0024252B" w:rsidRPr="002813C1">
        <w:t>fit-il</w:t>
      </w:r>
      <w:r>
        <w:t xml:space="preserve">, </w:t>
      </w:r>
      <w:r w:rsidR="0024252B" w:rsidRPr="002813C1">
        <w:t>nous resterions dans la misère</w:t>
      </w:r>
      <w:r>
        <w:t xml:space="preserve">, </w:t>
      </w:r>
      <w:r w:rsidR="0024252B" w:rsidRPr="002813C1">
        <w:t>et l</w:t>
      </w:r>
      <w:r>
        <w:t>’</w:t>
      </w:r>
      <w:r w:rsidR="0024252B" w:rsidRPr="002813C1">
        <w:t>État s</w:t>
      </w:r>
      <w:r>
        <w:t>’</w:t>
      </w:r>
      <w:r w:rsidR="0024252B" w:rsidRPr="002813C1">
        <w:t>adjugerait nos millions</w:t>
      </w:r>
      <w:r>
        <w:t xml:space="preserve"> ! </w:t>
      </w:r>
      <w:r w:rsidR="0024252B" w:rsidRPr="002813C1">
        <w:t>Un instant</w:t>
      </w:r>
      <w:r>
        <w:t xml:space="preserve">… </w:t>
      </w:r>
      <w:r w:rsidR="0024252B" w:rsidRPr="002813C1">
        <w:t>je suis là</w:t>
      </w:r>
      <w:r>
        <w:t xml:space="preserve"> !… </w:t>
      </w:r>
      <w:r w:rsidR="0024252B" w:rsidRPr="002813C1">
        <w:t>Que vous renonciez à votre part</w:t>
      </w:r>
      <w:r>
        <w:t xml:space="preserve">… </w:t>
      </w:r>
      <w:r w:rsidR="0024252B" w:rsidRPr="002813C1">
        <w:t>bon</w:t>
      </w:r>
      <w:r>
        <w:t xml:space="preserve"> ! </w:t>
      </w:r>
      <w:r w:rsidR="0024252B" w:rsidRPr="002813C1">
        <w:t>quoi que ce soit déjà raide</w:t>
      </w:r>
      <w:r>
        <w:t xml:space="preserve">… </w:t>
      </w:r>
      <w:r w:rsidR="0024252B" w:rsidRPr="002813C1">
        <w:t>Mais que vous renonciez à la mienne</w:t>
      </w:r>
      <w:r>
        <w:t xml:space="preserve">, </w:t>
      </w:r>
      <w:r w:rsidR="0024252B" w:rsidRPr="002813C1">
        <w:t>non</w:t>
      </w:r>
      <w:r>
        <w:t xml:space="preserve">… </w:t>
      </w:r>
      <w:r w:rsidR="0024252B" w:rsidRPr="002813C1">
        <w:t>Elle serait trop mauvaise</w:t>
      </w:r>
      <w:r>
        <w:t xml:space="preserve">… </w:t>
      </w:r>
      <w:r w:rsidR="0024252B" w:rsidRPr="002813C1">
        <w:t>Je suis votre fils</w:t>
      </w:r>
      <w:r>
        <w:t xml:space="preserve">, </w:t>
      </w:r>
      <w:r w:rsidR="0024252B" w:rsidRPr="002813C1">
        <w:t>je réclamerai</w:t>
      </w:r>
      <w:r>
        <w:t> !</w:t>
      </w:r>
    </w:p>
    <w:p w14:paraId="47394A26" w14:textId="77777777" w:rsidR="00B77E03" w:rsidRDefault="00B77E03" w:rsidP="00B77E03">
      <w:r>
        <w:t>— </w:t>
      </w:r>
      <w:r w:rsidR="0024252B" w:rsidRPr="002813C1">
        <w:t>Même si je vous suppliais à genoux de n</w:t>
      </w:r>
      <w:r>
        <w:t>’</w:t>
      </w:r>
      <w:r w:rsidR="0024252B" w:rsidRPr="002813C1">
        <w:t>en rien faire</w:t>
      </w:r>
      <w:r>
        <w:t> ?…</w:t>
      </w:r>
    </w:p>
    <w:p w14:paraId="1FED3B6F" w14:textId="77777777" w:rsidR="00B77E03" w:rsidRDefault="00B77E03" w:rsidP="00B77E03">
      <w:pPr>
        <w:rPr>
          <w:i/>
          <w:szCs w:val="32"/>
        </w:rPr>
      </w:pPr>
      <w:r>
        <w:t>— </w:t>
      </w:r>
      <w:r w:rsidR="0024252B" w:rsidRPr="002813C1">
        <w:rPr>
          <w:i/>
          <w:szCs w:val="32"/>
        </w:rPr>
        <w:t>Yes</w:t>
      </w:r>
      <w:r>
        <w:rPr>
          <w:i/>
          <w:szCs w:val="32"/>
        </w:rPr>
        <w:t> !…</w:t>
      </w:r>
    </w:p>
    <w:p w14:paraId="0C5A6618" w14:textId="1C27F54E" w:rsidR="00B77E03" w:rsidRDefault="0024252B" w:rsidP="00B77E03">
      <w:r w:rsidRPr="002813C1">
        <w:t>L</w:t>
      </w:r>
      <w:r w:rsidR="00B77E03">
        <w:t>’</w:t>
      </w:r>
      <w:r w:rsidRPr="002813C1">
        <w:t xml:space="preserve">œil de </w:t>
      </w:r>
      <w:r w:rsidR="00B77E03">
        <w:t>M</w:t>
      </w:r>
      <w:r w:rsidR="00B77E03" w:rsidRPr="00B77E03">
        <w:rPr>
          <w:vertAlign w:val="superscript"/>
        </w:rPr>
        <w:t>me</w:t>
      </w:r>
      <w:r w:rsidR="00B77E03">
        <w:t> </w:t>
      </w:r>
      <w:r w:rsidRPr="002813C1">
        <w:t>d</w:t>
      </w:r>
      <w:r w:rsidR="00B77E03">
        <w:t>’</w:t>
      </w:r>
      <w:r w:rsidRPr="002813C1">
        <w:t>Argelès étincela</w:t>
      </w:r>
      <w:r w:rsidR="00B77E03">
        <w:t>…</w:t>
      </w:r>
    </w:p>
    <w:p w14:paraId="659B8151" w14:textId="77777777" w:rsidR="00B77E03" w:rsidRDefault="00B77E03" w:rsidP="00B77E03">
      <w:r>
        <w:lastRenderedPageBreak/>
        <w:t>— </w:t>
      </w:r>
      <w:r w:rsidR="0024252B" w:rsidRPr="002813C1">
        <w:t>Eh bien</w:t>
      </w:r>
      <w:r>
        <w:t xml:space="preserve"> !… </w:t>
      </w:r>
      <w:r w:rsidR="0024252B" w:rsidRPr="002813C1">
        <w:t>moi</w:t>
      </w:r>
      <w:r>
        <w:t xml:space="preserve">, </w:t>
      </w:r>
      <w:r w:rsidR="0024252B" w:rsidRPr="002813C1">
        <w:t>prononça-t-elle</w:t>
      </w:r>
      <w:r>
        <w:t xml:space="preserve">, </w:t>
      </w:r>
      <w:r w:rsidR="0024252B" w:rsidRPr="002813C1">
        <w:t>je vous signifie que cet héritage échappera à vos convoitises</w:t>
      </w:r>
      <w:r>
        <w:t xml:space="preserve">… </w:t>
      </w:r>
      <w:r w:rsidR="0024252B" w:rsidRPr="002813C1">
        <w:t>De quel droit le réclameriez-vous</w:t>
      </w:r>
      <w:r>
        <w:t xml:space="preserve"> ?… </w:t>
      </w:r>
      <w:r w:rsidR="0024252B" w:rsidRPr="002813C1">
        <w:t>Parce que vous êtes mon fils</w:t>
      </w:r>
      <w:r>
        <w:t xml:space="preserve">… </w:t>
      </w:r>
      <w:r w:rsidR="0024252B" w:rsidRPr="002813C1">
        <w:t>Je nierai que vous le soyez</w:t>
      </w:r>
      <w:r>
        <w:t xml:space="preserve">… </w:t>
      </w:r>
      <w:r w:rsidR="0024252B" w:rsidRPr="002813C1">
        <w:t>J</w:t>
      </w:r>
      <w:r>
        <w:t>’</w:t>
      </w:r>
      <w:r w:rsidR="0024252B" w:rsidRPr="002813C1">
        <w:t>affirmerai par serment</w:t>
      </w:r>
      <w:r>
        <w:t xml:space="preserve">, </w:t>
      </w:r>
      <w:r w:rsidR="0024252B" w:rsidRPr="002813C1">
        <w:t>s</w:t>
      </w:r>
      <w:r>
        <w:t>’</w:t>
      </w:r>
      <w:r w:rsidR="0024252B" w:rsidRPr="002813C1">
        <w:t>il le faut</w:t>
      </w:r>
      <w:r>
        <w:t xml:space="preserve">, </w:t>
      </w:r>
      <w:r w:rsidR="0024252B" w:rsidRPr="002813C1">
        <w:t>que vous ne m</w:t>
      </w:r>
      <w:r>
        <w:t>’</w:t>
      </w:r>
      <w:r w:rsidR="0024252B" w:rsidRPr="002813C1">
        <w:t>êtes rien et que je ne vous connais pas</w:t>
      </w:r>
      <w:r>
        <w:t>…</w:t>
      </w:r>
    </w:p>
    <w:p w14:paraId="00446665" w14:textId="62A98F7A" w:rsidR="00B77E03" w:rsidRDefault="0024252B" w:rsidP="00B77E03">
      <w:r w:rsidRPr="002813C1">
        <w:t>N</w:t>
      </w:r>
      <w:r w:rsidR="00B77E03">
        <w:t>’</w:t>
      </w:r>
      <w:r w:rsidRPr="002813C1">
        <w:t>importe</w:t>
      </w:r>
      <w:r w:rsidR="00B77E03">
        <w:t xml:space="preserve"> !… </w:t>
      </w:r>
      <w:r w:rsidRPr="002813C1">
        <w:t>L</w:t>
      </w:r>
      <w:r w:rsidR="00B77E03">
        <w:t>’</w:t>
      </w:r>
      <w:r w:rsidRPr="002813C1">
        <w:t xml:space="preserve">assurance railleuse de </w:t>
      </w:r>
      <w:r w:rsidR="00B77E03">
        <w:t>M. </w:t>
      </w:r>
      <w:proofErr w:type="spellStart"/>
      <w:r w:rsidRPr="002813C1">
        <w:t>Wilkie</w:t>
      </w:r>
      <w:proofErr w:type="spellEnd"/>
      <w:r w:rsidRPr="002813C1">
        <w:t xml:space="preserve"> persistait</w:t>
      </w:r>
      <w:r w:rsidR="00B77E03">
        <w:t>.</w:t>
      </w:r>
    </w:p>
    <w:p w14:paraId="6521355A" w14:textId="77777777" w:rsidR="00B77E03" w:rsidRDefault="0024252B" w:rsidP="00B77E03">
      <w:r w:rsidRPr="002813C1">
        <w:t>Il tira de sa poche un carré de papier</w:t>
      </w:r>
      <w:r w:rsidR="00B77E03">
        <w:t xml:space="preserve">, </w:t>
      </w:r>
      <w:r w:rsidRPr="002813C1">
        <w:t>et le brandissant triomphalement</w:t>
      </w:r>
      <w:r w:rsidR="00B77E03">
        <w:t> :</w:t>
      </w:r>
    </w:p>
    <w:p w14:paraId="56FCE2A6" w14:textId="77777777" w:rsidR="00B77E03" w:rsidRDefault="00B77E03" w:rsidP="00B77E03">
      <w:r>
        <w:t>— </w:t>
      </w:r>
      <w:r w:rsidR="0024252B" w:rsidRPr="002813C1">
        <w:t>Me renier</w:t>
      </w:r>
      <w:r>
        <w:t xml:space="preserve"> !… </w:t>
      </w:r>
      <w:r w:rsidR="0024252B" w:rsidRPr="002813C1">
        <w:t>dit-il</w:t>
      </w:r>
      <w:r>
        <w:t xml:space="preserve">, </w:t>
      </w:r>
      <w:r w:rsidR="0024252B" w:rsidRPr="002813C1">
        <w:t>ce serait méchant</w:t>
      </w:r>
      <w:r>
        <w:t xml:space="preserve">. </w:t>
      </w:r>
      <w:r w:rsidR="0024252B" w:rsidRPr="002813C1">
        <w:t>Mais j</w:t>
      </w:r>
      <w:r>
        <w:t>’</w:t>
      </w:r>
      <w:r w:rsidR="0024252B" w:rsidRPr="002813C1">
        <w:t>avais prévu le cas</w:t>
      </w:r>
      <w:r>
        <w:t xml:space="preserve">, </w:t>
      </w:r>
      <w:r w:rsidR="0024252B" w:rsidRPr="002813C1">
        <w:t>et voici ma réponse copiée dans le Code civil</w:t>
      </w:r>
      <w:r>
        <w:t xml:space="preserve"> : </w:t>
      </w:r>
      <w:r w:rsidR="0024252B" w:rsidRPr="002813C1">
        <w:t>ART</w:t>
      </w:r>
      <w:r>
        <w:t xml:space="preserve">. </w:t>
      </w:r>
      <w:r w:rsidR="0024252B" w:rsidRPr="002813C1">
        <w:t>341</w:t>
      </w:r>
      <w:r>
        <w:t xml:space="preserve">. </w:t>
      </w:r>
      <w:r w:rsidR="0024252B" w:rsidRPr="002813C1">
        <w:rPr>
          <w:i/>
          <w:szCs w:val="32"/>
        </w:rPr>
        <w:t>La recherche de la maternité est admise</w:t>
      </w:r>
      <w:r>
        <w:t>.</w:t>
      </w:r>
    </w:p>
    <w:p w14:paraId="326AD758" w14:textId="6E3ED3BE" w:rsidR="00B77E03" w:rsidRDefault="0024252B" w:rsidP="00B77E03">
      <w:r w:rsidRPr="002813C1">
        <w:t xml:space="preserve">Quelle était au juste la portée de la menace de </w:t>
      </w:r>
      <w:r w:rsidR="00B77E03">
        <w:t>M. </w:t>
      </w:r>
      <w:proofErr w:type="spellStart"/>
      <w:r w:rsidRPr="002813C1">
        <w:t>Wilkie</w:t>
      </w:r>
      <w:proofErr w:type="spellEnd"/>
      <w:r w:rsidR="00B77E03">
        <w:t> ?</w:t>
      </w:r>
    </w:p>
    <w:p w14:paraId="2C8179D1" w14:textId="60A316A6" w:rsidR="00B77E03" w:rsidRDefault="00B77E03" w:rsidP="00B77E03">
      <w:r>
        <w:t>M</w:t>
      </w:r>
      <w:r w:rsidRPr="00B77E03">
        <w:rPr>
          <w:vertAlign w:val="superscript"/>
        </w:rPr>
        <w:t>me</w:t>
      </w:r>
      <w:r>
        <w:t> </w:t>
      </w:r>
      <w:r w:rsidR="0024252B" w:rsidRPr="002813C1">
        <w:t>d</w:t>
      </w:r>
      <w:r>
        <w:t>’</w:t>
      </w:r>
      <w:r w:rsidR="0024252B" w:rsidRPr="002813C1">
        <w:t>Argelès l</w:t>
      </w:r>
      <w:r>
        <w:t>’</w:t>
      </w:r>
      <w:r w:rsidR="0024252B" w:rsidRPr="002813C1">
        <w:t>ignorait</w:t>
      </w:r>
      <w:r>
        <w:t>.</w:t>
      </w:r>
    </w:p>
    <w:p w14:paraId="577AF20A" w14:textId="77777777" w:rsidR="00B77E03" w:rsidRDefault="0024252B" w:rsidP="00B77E03">
      <w:r w:rsidRPr="002813C1">
        <w:t>Mais elle ne douta pas que ce fatal article 341 ne fût l</w:t>
      </w:r>
      <w:r w:rsidR="00B77E03">
        <w:t>’</w:t>
      </w:r>
      <w:r w:rsidRPr="002813C1">
        <w:t>anéantissement de toute espérance</w:t>
      </w:r>
      <w:r w:rsidR="00B77E03">
        <w:t>.</w:t>
      </w:r>
    </w:p>
    <w:p w14:paraId="127E0D7A" w14:textId="77777777" w:rsidR="00B77E03" w:rsidRDefault="0024252B" w:rsidP="00B77E03">
      <w:r w:rsidRPr="002813C1">
        <w:t xml:space="preserve">Celui qui était allé chercher cette arme dans le Code pour la mettre aux mains de </w:t>
      </w:r>
      <w:proofErr w:type="spellStart"/>
      <w:r w:rsidRPr="002813C1">
        <w:t>Wilkie</w:t>
      </w:r>
      <w:proofErr w:type="spellEnd"/>
      <w:r w:rsidR="00B77E03">
        <w:t xml:space="preserve">, </w:t>
      </w:r>
      <w:r w:rsidRPr="002813C1">
        <w:t>l</w:t>
      </w:r>
      <w:r w:rsidR="00B77E03">
        <w:t>’</w:t>
      </w:r>
      <w:r w:rsidRPr="002813C1">
        <w:t>avait choisie sûre</w:t>
      </w:r>
      <w:r w:rsidR="00B77E03">
        <w:t>…</w:t>
      </w:r>
    </w:p>
    <w:p w14:paraId="58453080" w14:textId="77777777" w:rsidR="00B77E03" w:rsidRDefault="0024252B" w:rsidP="00B77E03">
      <w:r w:rsidRPr="002813C1">
        <w:t>C</w:t>
      </w:r>
      <w:r w:rsidR="00B77E03">
        <w:t>’</w:t>
      </w:r>
      <w:r w:rsidRPr="002813C1">
        <w:t>est qu</w:t>
      </w:r>
      <w:r w:rsidR="00B77E03">
        <w:t>’</w:t>
      </w:r>
      <w:r w:rsidRPr="002813C1">
        <w:t>elle y voyait clair</w:t>
      </w:r>
      <w:r w:rsidR="00B77E03">
        <w:t xml:space="preserve">, </w:t>
      </w:r>
      <w:r w:rsidRPr="002813C1">
        <w:t>désormais</w:t>
      </w:r>
      <w:r w:rsidR="00B77E03">
        <w:t>…</w:t>
      </w:r>
    </w:p>
    <w:p w14:paraId="6D6F8814" w14:textId="77777777" w:rsidR="00B77E03" w:rsidRDefault="0024252B" w:rsidP="00B77E03">
      <w:r w:rsidRPr="002813C1">
        <w:t>Elle avait de la vie une trop rude et trop cruelle expérience pour ne pas comprendre le triste rôle de son fils en ce moment</w:t>
      </w:r>
      <w:r w:rsidR="00B77E03">
        <w:t xml:space="preserve">, </w:t>
      </w:r>
      <w:r w:rsidRPr="002813C1">
        <w:t>et qu</w:t>
      </w:r>
      <w:r w:rsidR="00B77E03">
        <w:t>’</w:t>
      </w:r>
      <w:r w:rsidRPr="002813C1">
        <w:t>il n</w:t>
      </w:r>
      <w:r w:rsidR="00B77E03">
        <w:t>’</w:t>
      </w:r>
      <w:r w:rsidRPr="002813C1">
        <w:t>était qu</w:t>
      </w:r>
      <w:r w:rsidR="00B77E03">
        <w:t>’</w:t>
      </w:r>
      <w:r w:rsidRPr="002813C1">
        <w:t>un pantin dont quelque ténébreux et habile intrigant tenait les fils</w:t>
      </w:r>
      <w:r w:rsidR="00B77E03">
        <w:t>…</w:t>
      </w:r>
    </w:p>
    <w:p w14:paraId="0C63311A" w14:textId="77777777" w:rsidR="00B77E03" w:rsidRDefault="0024252B" w:rsidP="00B77E03">
      <w:r w:rsidRPr="002813C1">
        <w:t>Ce n</w:t>
      </w:r>
      <w:r w:rsidR="00B77E03">
        <w:t>’</w:t>
      </w:r>
      <w:r w:rsidRPr="002813C1">
        <w:t>était pas lui</w:t>
      </w:r>
      <w:r w:rsidR="00B77E03">
        <w:t xml:space="preserve">, </w:t>
      </w:r>
      <w:r w:rsidRPr="002813C1">
        <w:t>assurément</w:t>
      </w:r>
      <w:r w:rsidR="00B77E03">
        <w:t xml:space="preserve">, </w:t>
      </w:r>
      <w:r w:rsidRPr="002813C1">
        <w:t>qui avait conçu et préparé l</w:t>
      </w:r>
      <w:r w:rsidR="00B77E03">
        <w:t>’</w:t>
      </w:r>
      <w:r w:rsidRPr="002813C1">
        <w:t>odieuse machination dont elle allait être victime</w:t>
      </w:r>
      <w:r w:rsidR="00B77E03">
        <w:t xml:space="preserve">… </w:t>
      </w:r>
      <w:r w:rsidRPr="002813C1">
        <w:t>Hélas</w:t>
      </w:r>
      <w:r w:rsidR="00B77E03">
        <w:t xml:space="preserve"> ! </w:t>
      </w:r>
      <w:r w:rsidRPr="002813C1">
        <w:t>n</w:t>
      </w:r>
      <w:r w:rsidR="00B77E03">
        <w:t>’</w:t>
      </w:r>
      <w:r w:rsidRPr="002813C1">
        <w:t>était-ce pas déjà trop qu</w:t>
      </w:r>
      <w:r w:rsidR="00B77E03">
        <w:t>’</w:t>
      </w:r>
      <w:r w:rsidRPr="002813C1">
        <w:t>il eût consenti à se charger de l</w:t>
      </w:r>
      <w:r w:rsidR="00B77E03">
        <w:t>’</w:t>
      </w:r>
      <w:r w:rsidRPr="002813C1">
        <w:t>exécution</w:t>
      </w:r>
      <w:r w:rsidR="00B77E03">
        <w:t>…</w:t>
      </w:r>
    </w:p>
    <w:p w14:paraId="6BBBD60F" w14:textId="77777777" w:rsidR="00B77E03" w:rsidRDefault="0024252B" w:rsidP="00B77E03">
      <w:r w:rsidRPr="002813C1">
        <w:lastRenderedPageBreak/>
        <w:t xml:space="preserve">Attendrir </w:t>
      </w:r>
      <w:proofErr w:type="spellStart"/>
      <w:r w:rsidRPr="002813C1">
        <w:t>Wilkie</w:t>
      </w:r>
      <w:proofErr w:type="spellEnd"/>
      <w:r w:rsidR="00B77E03">
        <w:t>…</w:t>
      </w:r>
    </w:p>
    <w:p w14:paraId="1D07A982" w14:textId="77777777" w:rsidR="00B77E03" w:rsidRDefault="0024252B" w:rsidP="00B77E03">
      <w:r w:rsidRPr="002813C1">
        <w:t>Elle l</w:t>
      </w:r>
      <w:r w:rsidR="00B77E03">
        <w:t>’</w:t>
      </w:r>
      <w:r w:rsidRPr="002813C1">
        <w:t xml:space="preserve">eût </w:t>
      </w:r>
      <w:proofErr w:type="spellStart"/>
      <w:r w:rsidRPr="002813C1">
        <w:t>peut-être</w:t>
      </w:r>
      <w:proofErr w:type="spellEnd"/>
      <w:r w:rsidRPr="002813C1">
        <w:t xml:space="preserve"> tenté</w:t>
      </w:r>
      <w:r w:rsidR="00B77E03">
        <w:t xml:space="preserve">, </w:t>
      </w:r>
      <w:r w:rsidRPr="002813C1">
        <w:t>encore qu</w:t>
      </w:r>
      <w:r w:rsidR="00B77E03">
        <w:t>’</w:t>
      </w:r>
      <w:r w:rsidRPr="002813C1">
        <w:t>elle fût confondue de l</w:t>
      </w:r>
      <w:r w:rsidR="00B77E03">
        <w:t>’</w:t>
      </w:r>
      <w:r w:rsidRPr="002813C1">
        <w:t>étrange absence de tout sens moral qu</w:t>
      </w:r>
      <w:r w:rsidR="00B77E03">
        <w:t>’</w:t>
      </w:r>
      <w:r w:rsidRPr="002813C1">
        <w:t>elle découvrait en lui</w:t>
      </w:r>
      <w:r w:rsidR="00B77E03">
        <w:t>.</w:t>
      </w:r>
    </w:p>
    <w:p w14:paraId="4929F2E5" w14:textId="77777777" w:rsidR="00B77E03" w:rsidRDefault="0024252B" w:rsidP="00B77E03">
      <w:r w:rsidRPr="002813C1">
        <w:t>Mais n</w:t>
      </w:r>
      <w:r w:rsidR="00B77E03">
        <w:t>’</w:t>
      </w:r>
      <w:proofErr w:type="spellStart"/>
      <w:r w:rsidRPr="002813C1">
        <w:t>eût-ce</w:t>
      </w:r>
      <w:proofErr w:type="spellEnd"/>
      <w:r w:rsidRPr="002813C1">
        <w:t xml:space="preserve"> pas été folie que de songer seulement à toucher l</w:t>
      </w:r>
      <w:r w:rsidR="00B77E03">
        <w:t>’</w:t>
      </w:r>
      <w:r w:rsidRPr="002813C1">
        <w:t>autre</w:t>
      </w:r>
      <w:r w:rsidR="00B77E03">
        <w:t xml:space="preserve">, </w:t>
      </w:r>
      <w:r w:rsidRPr="002813C1">
        <w:t>l</w:t>
      </w:r>
      <w:r w:rsidR="00B77E03">
        <w:t>’</w:t>
      </w:r>
      <w:r w:rsidRPr="002813C1">
        <w:t>artisan de l</w:t>
      </w:r>
      <w:r w:rsidR="00B77E03">
        <w:t>’</w:t>
      </w:r>
      <w:r w:rsidRPr="002813C1">
        <w:t>intrigue</w:t>
      </w:r>
      <w:r w:rsidR="00B77E03">
        <w:t xml:space="preserve">, </w:t>
      </w:r>
      <w:r w:rsidRPr="002813C1">
        <w:t>celui qui attendait dans l</w:t>
      </w:r>
      <w:r w:rsidR="00B77E03">
        <w:t>’</w:t>
      </w:r>
      <w:r w:rsidRPr="002813C1">
        <w:t>ombre le résultat et le prix de son œuvre d</w:t>
      </w:r>
      <w:r w:rsidR="00B77E03">
        <w:t>’</w:t>
      </w:r>
      <w:r w:rsidRPr="002813C1">
        <w:t>infamie</w:t>
      </w:r>
      <w:r w:rsidR="00B77E03">
        <w:t> ?</w:t>
      </w:r>
    </w:p>
    <w:p w14:paraId="73BE3EFB" w14:textId="77777777" w:rsidR="00B77E03" w:rsidRDefault="0024252B" w:rsidP="00B77E03">
      <w:r w:rsidRPr="002813C1">
        <w:t>Cependant</w:t>
      </w:r>
      <w:r w:rsidR="00B77E03">
        <w:t xml:space="preserve">, </w:t>
      </w:r>
      <w:r w:rsidRPr="002813C1">
        <w:t>elle ne se rendit pas encore</w:t>
      </w:r>
      <w:r w:rsidR="00B77E03">
        <w:t xml:space="preserve">, </w:t>
      </w:r>
      <w:r w:rsidRPr="002813C1">
        <w:t>elle essaya de se débattre</w:t>
      </w:r>
      <w:r w:rsidR="00B77E03">
        <w:t xml:space="preserve">, </w:t>
      </w:r>
      <w:r w:rsidRPr="002813C1">
        <w:t>sans espoir</w:t>
      </w:r>
      <w:r w:rsidR="00B77E03">
        <w:t xml:space="preserve">, </w:t>
      </w:r>
      <w:r w:rsidRPr="002813C1">
        <w:t>comme on fait pour l</w:t>
      </w:r>
      <w:r w:rsidR="00B77E03">
        <w:t>’</w:t>
      </w:r>
      <w:r w:rsidRPr="002813C1">
        <w:t>acquit de sa conscience</w:t>
      </w:r>
      <w:r w:rsidR="00B77E03">
        <w:t xml:space="preserve">, </w:t>
      </w:r>
      <w:r w:rsidRPr="002813C1">
        <w:t>pour n</w:t>
      </w:r>
      <w:r w:rsidR="00B77E03">
        <w:t>’</w:t>
      </w:r>
      <w:r w:rsidRPr="002813C1">
        <w:t>avoir rien à se reprocher plus tard</w:t>
      </w:r>
      <w:r w:rsidR="00B77E03">
        <w:t>.</w:t>
      </w:r>
    </w:p>
    <w:p w14:paraId="131FDF1A" w14:textId="77777777" w:rsidR="00B77E03" w:rsidRDefault="00B77E03" w:rsidP="00B77E03">
      <w:r>
        <w:t>— </w:t>
      </w:r>
      <w:r w:rsidR="0024252B" w:rsidRPr="002813C1">
        <w:t>Ainsi</w:t>
      </w:r>
      <w:r>
        <w:t xml:space="preserve">, </w:t>
      </w:r>
      <w:r w:rsidR="0024252B" w:rsidRPr="002813C1">
        <w:t>dit-elle à son fils</w:t>
      </w:r>
      <w:r>
        <w:t xml:space="preserve">, </w:t>
      </w:r>
      <w:r w:rsidR="0024252B" w:rsidRPr="002813C1">
        <w:t>c</w:t>
      </w:r>
      <w:r>
        <w:t>’</w:t>
      </w:r>
      <w:r w:rsidR="0024252B" w:rsidRPr="002813C1">
        <w:t>est aux tribunaux que vous vous adresserez pour me contraindre à vous reconnaître</w:t>
      </w:r>
      <w:r>
        <w:t> ?</w:t>
      </w:r>
    </w:p>
    <w:p w14:paraId="5328A1A3" w14:textId="77777777" w:rsidR="00B77E03" w:rsidRDefault="00B77E03" w:rsidP="00B77E03">
      <w:r>
        <w:t>— </w:t>
      </w:r>
      <w:r w:rsidR="0024252B" w:rsidRPr="002813C1">
        <w:t>Dame</w:t>
      </w:r>
      <w:r>
        <w:t xml:space="preserve"> !… </w:t>
      </w:r>
      <w:r w:rsidR="0024252B" w:rsidRPr="002813C1">
        <w:t>puisque vous n</w:t>
      </w:r>
      <w:r>
        <w:t>’</w:t>
      </w:r>
      <w:r w:rsidR="0024252B" w:rsidRPr="002813C1">
        <w:t>êtes pas raisonnable</w:t>
      </w:r>
      <w:r>
        <w:t>…</w:t>
      </w:r>
    </w:p>
    <w:p w14:paraId="6CC6D223" w14:textId="77777777" w:rsidR="00B77E03" w:rsidRDefault="00B77E03" w:rsidP="00B77E03">
      <w:r>
        <w:t>— </w:t>
      </w:r>
      <w:r w:rsidR="0024252B" w:rsidRPr="002813C1">
        <w:t>C</w:t>
      </w:r>
      <w:r>
        <w:t>’</w:t>
      </w:r>
      <w:r w:rsidR="0024252B" w:rsidRPr="002813C1">
        <w:t>est-à-dire que vous ne reculerez devant aucun scandale</w:t>
      </w:r>
      <w:r>
        <w:t xml:space="preserve">, </w:t>
      </w:r>
      <w:r w:rsidR="0024252B" w:rsidRPr="002813C1">
        <w:t xml:space="preserve">et que pour bien affirmer que vous appartenez a la famille de </w:t>
      </w:r>
      <w:proofErr w:type="spellStart"/>
      <w:r w:rsidR="0024252B" w:rsidRPr="002813C1">
        <w:t>Chalusse</w:t>
      </w:r>
      <w:proofErr w:type="spellEnd"/>
      <w:r>
        <w:t xml:space="preserve">, </w:t>
      </w:r>
      <w:r w:rsidR="0024252B" w:rsidRPr="002813C1">
        <w:t>vous commencerez par la déshonorer et la traîner dans la boue</w:t>
      </w:r>
      <w:r>
        <w:t>…</w:t>
      </w:r>
    </w:p>
    <w:p w14:paraId="04BF15FB" w14:textId="77777777" w:rsidR="00B77E03" w:rsidRDefault="0024252B" w:rsidP="00B77E03">
      <w:r w:rsidRPr="002813C1">
        <w:t>À poursuivre cette discussion</w:t>
      </w:r>
      <w:r w:rsidR="00B77E03">
        <w:t xml:space="preserve">, </w:t>
      </w:r>
      <w:r w:rsidRPr="002813C1">
        <w:t>l</w:t>
      </w:r>
      <w:r w:rsidR="00B77E03">
        <w:t>’</w:t>
      </w:r>
      <w:r w:rsidRPr="002813C1">
        <w:t>ingénieux jeune homme sentait ses oreilles s</w:t>
      </w:r>
      <w:r w:rsidR="00B77E03">
        <w:t>’</w:t>
      </w:r>
      <w:r w:rsidRPr="002813C1">
        <w:t>échauffer</w:t>
      </w:r>
      <w:r w:rsidR="00B77E03">
        <w:t>.</w:t>
      </w:r>
    </w:p>
    <w:p w14:paraId="6DB5BC77" w14:textId="77777777" w:rsidR="00B77E03" w:rsidRDefault="0024252B" w:rsidP="00B77E03">
      <w:r w:rsidRPr="002813C1">
        <w:t>Tant de façons</w:t>
      </w:r>
      <w:r w:rsidR="00B77E03">
        <w:t xml:space="preserve">, </w:t>
      </w:r>
      <w:r w:rsidRPr="002813C1">
        <w:t>toutes ses simagrées</w:t>
      </w:r>
      <w:r w:rsidR="00B77E03">
        <w:t xml:space="preserve">, </w:t>
      </w:r>
      <w:r w:rsidRPr="002813C1">
        <w:t>pour une affaire</w:t>
      </w:r>
      <w:r w:rsidR="00B77E03">
        <w:t xml:space="preserve">, </w:t>
      </w:r>
      <w:r w:rsidRPr="002813C1">
        <w:t>selon lui toute simple</w:t>
      </w:r>
      <w:r w:rsidR="00B77E03">
        <w:t xml:space="preserve">, </w:t>
      </w:r>
      <w:r w:rsidRPr="002813C1">
        <w:t>lui paraissaient le comble du ridicule et l</w:t>
      </w:r>
      <w:r w:rsidR="00B77E03">
        <w:t>’</w:t>
      </w:r>
      <w:r w:rsidRPr="002813C1">
        <w:t>irritaient extraordinairement</w:t>
      </w:r>
      <w:r w:rsidR="00B77E03">
        <w:t>.</w:t>
      </w:r>
    </w:p>
    <w:p w14:paraId="1CB34DC4" w14:textId="77777777" w:rsidR="00B77E03" w:rsidRDefault="00B77E03" w:rsidP="00B77E03">
      <w:r>
        <w:t>— </w:t>
      </w:r>
      <w:r w:rsidR="0024252B" w:rsidRPr="002813C1">
        <w:t>Ah</w:t>
      </w:r>
      <w:r>
        <w:t xml:space="preserve"> !… </w:t>
      </w:r>
      <w:r w:rsidR="0024252B" w:rsidRPr="002813C1">
        <w:t>je la trouve par trop mauvaise</w:t>
      </w:r>
      <w:r>
        <w:t xml:space="preserve">, </w:t>
      </w:r>
      <w:r w:rsidR="0024252B" w:rsidRPr="002813C1">
        <w:t>à la fin</w:t>
      </w:r>
      <w:r>
        <w:t xml:space="preserve">, </w:t>
      </w:r>
      <w:r w:rsidR="0024252B" w:rsidRPr="002813C1">
        <w:t>s</w:t>
      </w:r>
      <w:r>
        <w:t>’</w:t>
      </w:r>
      <w:r w:rsidR="0024252B" w:rsidRPr="002813C1">
        <w:t>écria-t-il</w:t>
      </w:r>
      <w:r>
        <w:t xml:space="preserve">. </w:t>
      </w:r>
      <w:r w:rsidR="0024252B" w:rsidRPr="002813C1">
        <w:t>Me faites-vous poser</w:t>
      </w:r>
      <w:r>
        <w:t xml:space="preserve"> ?… </w:t>
      </w:r>
      <w:r w:rsidR="0024252B" w:rsidRPr="002813C1">
        <w:t>je me le demande</w:t>
      </w:r>
      <w:r>
        <w:t xml:space="preserve">… </w:t>
      </w:r>
      <w:r w:rsidR="0024252B" w:rsidRPr="002813C1">
        <w:t>Parole sacrée</w:t>
      </w:r>
      <w:r>
        <w:t xml:space="preserve">, </w:t>
      </w:r>
      <w:r w:rsidR="0024252B" w:rsidRPr="002813C1">
        <w:t>on dirait</w:t>
      </w:r>
      <w:r>
        <w:t xml:space="preserve">, </w:t>
      </w:r>
      <w:r w:rsidR="0024252B" w:rsidRPr="002813C1">
        <w:t>à vous entendre</w:t>
      </w:r>
      <w:r>
        <w:t xml:space="preserve">, </w:t>
      </w:r>
      <w:r w:rsidR="0024252B" w:rsidRPr="002813C1">
        <w:t>que vous avez commis des crimes</w:t>
      </w:r>
      <w:r>
        <w:t xml:space="preserve">… </w:t>
      </w:r>
      <w:r w:rsidR="0024252B" w:rsidRPr="002813C1">
        <w:t>C</w:t>
      </w:r>
      <w:r>
        <w:t>’</w:t>
      </w:r>
      <w:r w:rsidR="0024252B" w:rsidRPr="002813C1">
        <w:t>est bon de la faire à la vertu</w:t>
      </w:r>
      <w:r>
        <w:t xml:space="preserve">, </w:t>
      </w:r>
      <w:r w:rsidR="0024252B" w:rsidRPr="002813C1">
        <w:t>mais pas trop</w:t>
      </w:r>
      <w:r>
        <w:t xml:space="preserve"> ! </w:t>
      </w:r>
      <w:r w:rsidR="0024252B" w:rsidRPr="002813C1">
        <w:t>Faites relâche demain</w:t>
      </w:r>
      <w:r>
        <w:t xml:space="preserve">, </w:t>
      </w:r>
      <w:r w:rsidR="0024252B" w:rsidRPr="002813C1">
        <w:t>reprenez votre nom</w:t>
      </w:r>
      <w:r>
        <w:t xml:space="preserve">, </w:t>
      </w:r>
      <w:proofErr w:type="spellStart"/>
      <w:r w:rsidR="0024252B" w:rsidRPr="002813C1">
        <w:t>venez vous</w:t>
      </w:r>
      <w:proofErr w:type="spellEnd"/>
      <w:r w:rsidR="0024252B" w:rsidRPr="002813C1">
        <w:t xml:space="preserve"> installer avec moi à l</w:t>
      </w:r>
      <w:r>
        <w:t>’</w:t>
      </w:r>
      <w:r w:rsidR="0024252B" w:rsidRPr="002813C1">
        <w:t xml:space="preserve">hôtel de </w:t>
      </w:r>
      <w:proofErr w:type="spellStart"/>
      <w:r w:rsidR="0024252B" w:rsidRPr="002813C1">
        <w:t>Chalusse</w:t>
      </w:r>
      <w:proofErr w:type="spellEnd"/>
      <w:r>
        <w:t xml:space="preserve">, </w:t>
      </w:r>
      <w:r w:rsidR="0024252B" w:rsidRPr="002813C1">
        <w:t>et le diable m</w:t>
      </w:r>
      <w:r>
        <w:t>’</w:t>
      </w:r>
      <w:r w:rsidR="0024252B" w:rsidRPr="002813C1">
        <w:t>emporte si</w:t>
      </w:r>
      <w:r>
        <w:t xml:space="preserve">, </w:t>
      </w:r>
      <w:r w:rsidR="0024252B" w:rsidRPr="002813C1">
        <w:t>au bout de huit jours</w:t>
      </w:r>
      <w:r>
        <w:t xml:space="preserve">, </w:t>
      </w:r>
      <w:r w:rsidR="0024252B" w:rsidRPr="002813C1">
        <w:t xml:space="preserve">on se souvient que vous vous êtes appelée </w:t>
      </w:r>
      <w:r w:rsidR="0024252B" w:rsidRPr="002813C1">
        <w:lastRenderedPageBreak/>
        <w:t>Lia d</w:t>
      </w:r>
      <w:r>
        <w:t>’</w:t>
      </w:r>
      <w:r w:rsidR="0024252B" w:rsidRPr="002813C1">
        <w:t>Argelès</w:t>
      </w:r>
      <w:r>
        <w:t xml:space="preserve">. </w:t>
      </w:r>
      <w:r w:rsidR="0024252B" w:rsidRPr="002813C1">
        <w:t>Je parie cent louis</w:t>
      </w:r>
      <w:r>
        <w:t xml:space="preserve">… </w:t>
      </w:r>
      <w:r w:rsidR="0024252B" w:rsidRPr="002813C1">
        <w:t>les tenez-vous</w:t>
      </w:r>
      <w:r>
        <w:t xml:space="preserve"> ?… </w:t>
      </w:r>
      <w:r w:rsidR="0024252B" w:rsidRPr="002813C1">
        <w:t>Sapristi</w:t>
      </w:r>
      <w:r>
        <w:t xml:space="preserve"> !… </w:t>
      </w:r>
      <w:r w:rsidR="0024252B" w:rsidRPr="002813C1">
        <w:t>s</w:t>
      </w:r>
      <w:r>
        <w:t>’</w:t>
      </w:r>
      <w:r w:rsidR="0024252B" w:rsidRPr="002813C1">
        <w:t>il fallait fouiller dans le passé des gens</w:t>
      </w:r>
      <w:r>
        <w:t xml:space="preserve">, </w:t>
      </w:r>
      <w:r w:rsidR="0024252B" w:rsidRPr="002813C1">
        <w:t>on aurait de l</w:t>
      </w:r>
      <w:r>
        <w:t>’</w:t>
      </w:r>
      <w:r w:rsidR="0024252B" w:rsidRPr="002813C1">
        <w:t>ouvrage</w:t>
      </w:r>
      <w:r>
        <w:t xml:space="preserve"> !… </w:t>
      </w:r>
      <w:r w:rsidR="0024252B" w:rsidRPr="002813C1">
        <w:t>Qu</w:t>
      </w:r>
      <w:r>
        <w:t>’</w:t>
      </w:r>
      <w:r w:rsidR="0024252B" w:rsidRPr="002813C1">
        <w:t>on ait fait une chose ou une autre</w:t>
      </w:r>
      <w:r>
        <w:t xml:space="preserve">, </w:t>
      </w:r>
      <w:r w:rsidR="0024252B" w:rsidRPr="002813C1">
        <w:t>cela ne regarde personne</w:t>
      </w:r>
      <w:r>
        <w:t xml:space="preserve">… </w:t>
      </w:r>
      <w:r w:rsidR="0024252B" w:rsidRPr="002813C1">
        <w:t>l</w:t>
      </w:r>
      <w:r>
        <w:t>’</w:t>
      </w:r>
      <w:r w:rsidR="0024252B" w:rsidRPr="002813C1">
        <w:t>essentiel</w:t>
      </w:r>
      <w:r>
        <w:t xml:space="preserve">, </w:t>
      </w:r>
      <w:r w:rsidR="0024252B" w:rsidRPr="002813C1">
        <w:t>c</w:t>
      </w:r>
      <w:r>
        <w:t>’</w:t>
      </w:r>
      <w:r w:rsidR="0024252B" w:rsidRPr="002813C1">
        <w:t>est d</w:t>
      </w:r>
      <w:r>
        <w:t>’</w:t>
      </w:r>
      <w:r w:rsidR="0024252B" w:rsidRPr="002813C1">
        <w:t>avoir des rentes à montrer</w:t>
      </w:r>
      <w:r>
        <w:t xml:space="preserve">… </w:t>
      </w:r>
      <w:r w:rsidR="0024252B" w:rsidRPr="002813C1">
        <w:t>Et si jamais quelque imbécile vous disait la moindre des choses</w:t>
      </w:r>
      <w:r>
        <w:t xml:space="preserve">, </w:t>
      </w:r>
      <w:r w:rsidR="0024252B" w:rsidRPr="002813C1">
        <w:t>vous répondriez</w:t>
      </w:r>
      <w:r>
        <w:t xml:space="preserve"> : « – </w:t>
      </w:r>
      <w:r w:rsidR="0024252B" w:rsidRPr="002813C1">
        <w:t>J</w:t>
      </w:r>
      <w:r>
        <w:t>’</w:t>
      </w:r>
      <w:r w:rsidR="0024252B" w:rsidRPr="002813C1">
        <w:t>ai cinq cent mille livres de rentes</w:t>
      </w:r>
      <w:r>
        <w:t> ! »</w:t>
      </w:r>
      <w:r w:rsidR="0024252B" w:rsidRPr="002813C1">
        <w:t xml:space="preserve"> et il serait cloué</w:t>
      </w:r>
      <w:r>
        <w:t>…</w:t>
      </w:r>
    </w:p>
    <w:p w14:paraId="157C4FB6" w14:textId="36BE7268" w:rsidR="00B77E03" w:rsidRDefault="00B77E03" w:rsidP="00B77E03">
      <w:r>
        <w:t>M</w:t>
      </w:r>
      <w:r w:rsidRPr="00B77E03">
        <w:rPr>
          <w:vertAlign w:val="superscript"/>
        </w:rPr>
        <w:t>me</w:t>
      </w:r>
      <w:r>
        <w:t> </w:t>
      </w:r>
      <w:r w:rsidR="0024252B" w:rsidRPr="002813C1">
        <w:t>d</w:t>
      </w:r>
      <w:r>
        <w:t>’</w:t>
      </w:r>
      <w:r w:rsidR="0024252B" w:rsidRPr="002813C1">
        <w:t>Argelès écoutait</w:t>
      </w:r>
      <w:r>
        <w:t xml:space="preserve">, </w:t>
      </w:r>
      <w:r w:rsidR="0024252B" w:rsidRPr="002813C1">
        <w:t>pénétrée jusqu</w:t>
      </w:r>
      <w:r>
        <w:t>’</w:t>
      </w:r>
      <w:r w:rsidR="0024252B" w:rsidRPr="002813C1">
        <w:t xml:space="preserve">aux </w:t>
      </w:r>
      <w:r>
        <w:t>moel</w:t>
      </w:r>
      <w:r w:rsidR="0024252B" w:rsidRPr="002813C1">
        <w:t>les d</w:t>
      </w:r>
      <w:r>
        <w:t>’</w:t>
      </w:r>
      <w:r w:rsidR="0024252B" w:rsidRPr="002813C1">
        <w:t>un froid glacial</w:t>
      </w:r>
      <w:r>
        <w:t xml:space="preserve">… </w:t>
      </w:r>
      <w:r w:rsidR="0024252B" w:rsidRPr="002813C1">
        <w:t>Se pouvait-il que ce fût son fils qui parlât ainsi</w:t>
      </w:r>
      <w:r>
        <w:t xml:space="preserve">… </w:t>
      </w:r>
      <w:r w:rsidR="0024252B" w:rsidRPr="002813C1">
        <w:t>et à elle</w:t>
      </w:r>
      <w:r>
        <w:t xml:space="preserve">… </w:t>
      </w:r>
      <w:r w:rsidR="0024252B" w:rsidRPr="002813C1">
        <w:t xml:space="preserve">Et cependant elle eut dû connaître </w:t>
      </w:r>
      <w:r>
        <w:t>M. </w:t>
      </w:r>
      <w:proofErr w:type="spellStart"/>
      <w:r w:rsidR="0024252B" w:rsidRPr="002813C1">
        <w:t>Wilkie</w:t>
      </w:r>
      <w:proofErr w:type="spellEnd"/>
      <w:r w:rsidR="0024252B" w:rsidRPr="002813C1">
        <w:t xml:space="preserve"> par ses pareils</w:t>
      </w:r>
      <w:r>
        <w:t xml:space="preserve">, </w:t>
      </w:r>
      <w:r w:rsidR="0024252B" w:rsidRPr="002813C1">
        <w:t>puants drôles qu</w:t>
      </w:r>
      <w:r>
        <w:t>’</w:t>
      </w:r>
      <w:r w:rsidR="0024252B" w:rsidRPr="002813C1">
        <w:t>on ferait expirer sous le bâton sans leur arracher un souffle de passion honnête</w:t>
      </w:r>
      <w:r>
        <w:t xml:space="preserve">, </w:t>
      </w:r>
      <w:r w:rsidR="0024252B" w:rsidRPr="002813C1">
        <w:t>vieux éreintés de vingt ans</w:t>
      </w:r>
      <w:r>
        <w:t xml:space="preserve">, </w:t>
      </w:r>
      <w:r w:rsidR="0024252B" w:rsidRPr="002813C1">
        <w:t>qui n</w:t>
      </w:r>
      <w:r>
        <w:t>’</w:t>
      </w:r>
      <w:r w:rsidR="0024252B" w:rsidRPr="002813C1">
        <w:t>ont de sang dans les veines que bien juste ce qu</w:t>
      </w:r>
      <w:r>
        <w:t>’</w:t>
      </w:r>
      <w:r w:rsidR="0024252B" w:rsidRPr="002813C1">
        <w:t>il faut pour en répandre trois gouttes sur le pré en l</w:t>
      </w:r>
      <w:r>
        <w:t>’</w:t>
      </w:r>
      <w:r w:rsidR="0024252B" w:rsidRPr="002813C1">
        <w:t>honneur de quelque stupide drôlesse qui se moque d</w:t>
      </w:r>
      <w:r>
        <w:t>’</w:t>
      </w:r>
      <w:r w:rsidR="0024252B" w:rsidRPr="002813C1">
        <w:t>eux</w:t>
      </w:r>
      <w:r>
        <w:t>…</w:t>
      </w:r>
    </w:p>
    <w:p w14:paraId="7EDF45A0" w14:textId="5C17C0C5" w:rsidR="00B77E03" w:rsidRDefault="0024252B" w:rsidP="00B77E03">
      <w:r w:rsidRPr="002813C1">
        <w:t xml:space="preserve">Mais </w:t>
      </w:r>
      <w:r w:rsidR="00B77E03">
        <w:t>M. </w:t>
      </w:r>
      <w:proofErr w:type="spellStart"/>
      <w:r w:rsidRPr="002813C1">
        <w:t>Wilkie</w:t>
      </w:r>
      <w:proofErr w:type="spellEnd"/>
      <w:r w:rsidR="00B77E03">
        <w:t xml:space="preserve">, </w:t>
      </w:r>
      <w:r w:rsidRPr="002813C1">
        <w:t>lui</w:t>
      </w:r>
      <w:r w:rsidR="00B77E03">
        <w:t xml:space="preserve">, </w:t>
      </w:r>
      <w:r w:rsidRPr="002813C1">
        <w:t>de la meilleure foi du monde</w:t>
      </w:r>
      <w:r w:rsidR="00B77E03">
        <w:t xml:space="preserve">, </w:t>
      </w:r>
      <w:r w:rsidRPr="002813C1">
        <w:t>s</w:t>
      </w:r>
      <w:r w:rsidR="00B77E03">
        <w:t>’</w:t>
      </w:r>
      <w:r w:rsidRPr="002813C1">
        <w:t>étonna du peu de succès de son éloquence</w:t>
      </w:r>
      <w:r w:rsidR="00B77E03">
        <w:t>.</w:t>
      </w:r>
    </w:p>
    <w:p w14:paraId="64AE5291" w14:textId="77777777" w:rsidR="00B77E03" w:rsidRDefault="00B77E03" w:rsidP="00B77E03">
      <w:r>
        <w:t>— </w:t>
      </w:r>
      <w:r w:rsidR="0024252B" w:rsidRPr="002813C1">
        <w:t>Enfin</w:t>
      </w:r>
      <w:r>
        <w:t xml:space="preserve">, </w:t>
      </w:r>
      <w:r w:rsidR="0024252B" w:rsidRPr="002813C1">
        <w:t>reprit-il</w:t>
      </w:r>
      <w:r>
        <w:t xml:space="preserve">, </w:t>
      </w:r>
      <w:r w:rsidR="0024252B" w:rsidRPr="002813C1">
        <w:t>je suis las de végéter</w:t>
      </w:r>
      <w:r>
        <w:t xml:space="preserve">, </w:t>
      </w:r>
      <w:r w:rsidR="0024252B" w:rsidRPr="002813C1">
        <w:t>de n</w:t>
      </w:r>
      <w:r>
        <w:t>’</w:t>
      </w:r>
      <w:r w:rsidR="0024252B" w:rsidRPr="002813C1">
        <w:t>avoir pas seulement un nom</w:t>
      </w:r>
      <w:r>
        <w:t xml:space="preserve">, </w:t>
      </w:r>
      <w:r w:rsidR="0024252B" w:rsidRPr="002813C1">
        <w:t>et de tirer le diable par la queue</w:t>
      </w:r>
      <w:r>
        <w:t xml:space="preserve">… </w:t>
      </w:r>
      <w:r w:rsidR="0024252B" w:rsidRPr="002813C1">
        <w:t>Je suis dans le mouvement</w:t>
      </w:r>
      <w:r>
        <w:t xml:space="preserve">, </w:t>
      </w:r>
      <w:r w:rsidR="0024252B" w:rsidRPr="002813C1">
        <w:t>moi</w:t>
      </w:r>
      <w:r>
        <w:t xml:space="preserve"> !… </w:t>
      </w:r>
      <w:r w:rsidR="0024252B" w:rsidRPr="002813C1">
        <w:t>Avec le peu d</w:t>
      </w:r>
      <w:r>
        <w:t>’</w:t>
      </w:r>
      <w:r w:rsidR="0024252B" w:rsidRPr="002813C1">
        <w:t>argent que j</w:t>
      </w:r>
      <w:r>
        <w:t>’</w:t>
      </w:r>
      <w:r w:rsidR="0024252B" w:rsidRPr="002813C1">
        <w:t>avais</w:t>
      </w:r>
      <w:r>
        <w:t xml:space="preserve">, </w:t>
      </w:r>
      <w:r w:rsidR="0024252B" w:rsidRPr="002813C1">
        <w:t>je me suis crânement posé</w:t>
      </w:r>
      <w:r>
        <w:t xml:space="preserve">. </w:t>
      </w:r>
      <w:r w:rsidR="0024252B" w:rsidRPr="002813C1">
        <w:t>Que j</w:t>
      </w:r>
      <w:r>
        <w:t>’</w:t>
      </w:r>
      <w:r w:rsidR="0024252B" w:rsidRPr="002813C1">
        <w:t>aie de la fortune</w:t>
      </w:r>
      <w:r>
        <w:t xml:space="preserve">, </w:t>
      </w:r>
      <w:r w:rsidR="0024252B" w:rsidRPr="002813C1">
        <w:t>je serai l</w:t>
      </w:r>
      <w:r>
        <w:t>’</w:t>
      </w:r>
      <w:r w:rsidR="0024252B" w:rsidRPr="002813C1">
        <w:t>homme le plus chic de Paris</w:t>
      </w:r>
      <w:r>
        <w:t xml:space="preserve">… </w:t>
      </w:r>
      <w:r w:rsidR="0024252B" w:rsidRPr="002813C1">
        <w:t>L</w:t>
      </w:r>
      <w:r>
        <w:t>’</w:t>
      </w:r>
      <w:r w:rsidR="0024252B" w:rsidRPr="002813C1">
        <w:t xml:space="preserve">héritage du comte de </w:t>
      </w:r>
      <w:proofErr w:type="spellStart"/>
      <w:r w:rsidR="0024252B" w:rsidRPr="002813C1">
        <w:t>Chalusse</w:t>
      </w:r>
      <w:proofErr w:type="spellEnd"/>
      <w:r w:rsidR="0024252B" w:rsidRPr="002813C1">
        <w:t xml:space="preserve"> m</w:t>
      </w:r>
      <w:r>
        <w:t>’</w:t>
      </w:r>
      <w:r w:rsidR="0024252B" w:rsidRPr="002813C1">
        <w:t>appartient</w:t>
      </w:r>
      <w:r>
        <w:t xml:space="preserve">, </w:t>
      </w:r>
      <w:r w:rsidR="0024252B" w:rsidRPr="002813C1">
        <w:t>il me le faut</w:t>
      </w:r>
      <w:r>
        <w:t xml:space="preserve">, </w:t>
      </w:r>
      <w:r w:rsidR="0024252B" w:rsidRPr="002813C1">
        <w:t>je l</w:t>
      </w:r>
      <w:r>
        <w:t>’</w:t>
      </w:r>
      <w:r w:rsidR="0024252B" w:rsidRPr="002813C1">
        <w:t>aurai</w:t>
      </w:r>
      <w:r>
        <w:t xml:space="preserve">… </w:t>
      </w:r>
      <w:r w:rsidR="0024252B" w:rsidRPr="002813C1">
        <w:t>Ainsi</w:t>
      </w:r>
      <w:r>
        <w:t xml:space="preserve">, </w:t>
      </w:r>
      <w:r w:rsidR="0024252B" w:rsidRPr="002813C1">
        <w:t>croyez-moi</w:t>
      </w:r>
      <w:r>
        <w:t xml:space="preserve">, </w:t>
      </w:r>
      <w:r w:rsidR="0024252B" w:rsidRPr="002813C1">
        <w:t>le plus court serait de me reconnaître de bon gré</w:t>
      </w:r>
      <w:r>
        <w:t xml:space="preserve">… </w:t>
      </w:r>
      <w:r w:rsidR="0024252B" w:rsidRPr="002813C1">
        <w:t>Voyons</w:t>
      </w:r>
      <w:r>
        <w:t xml:space="preserve">, </w:t>
      </w:r>
      <w:r w:rsidR="0024252B" w:rsidRPr="002813C1">
        <w:t>le voulez-vous</w:t>
      </w:r>
      <w:r>
        <w:t xml:space="preserve"> ? </w:t>
      </w:r>
      <w:r w:rsidR="0024252B" w:rsidRPr="002813C1">
        <w:t>Non</w:t>
      </w:r>
      <w:r>
        <w:t xml:space="preserve"> !… </w:t>
      </w:r>
      <w:r w:rsidR="0024252B" w:rsidRPr="002813C1">
        <w:t>Une fois</w:t>
      </w:r>
      <w:r>
        <w:t xml:space="preserve">… </w:t>
      </w:r>
      <w:r w:rsidR="0024252B" w:rsidRPr="002813C1">
        <w:t>deux fois</w:t>
      </w:r>
      <w:r>
        <w:t xml:space="preserve">… </w:t>
      </w:r>
      <w:r w:rsidR="0024252B" w:rsidRPr="002813C1">
        <w:t>trois fois</w:t>
      </w:r>
      <w:r>
        <w:t xml:space="preserve"> ?… </w:t>
      </w:r>
      <w:r w:rsidR="0024252B" w:rsidRPr="002813C1">
        <w:t>Toujours non</w:t>
      </w:r>
      <w:r>
        <w:t xml:space="preserve"> !… </w:t>
      </w:r>
      <w:r w:rsidR="0024252B" w:rsidRPr="002813C1">
        <w:t>Alors adjugé</w:t>
      </w:r>
      <w:r>
        <w:t xml:space="preserve">. </w:t>
      </w:r>
      <w:r w:rsidR="0024252B" w:rsidRPr="002813C1">
        <w:t>Demain vous aurez du papier timbré</w:t>
      </w:r>
      <w:r>
        <w:t xml:space="preserve">… </w:t>
      </w:r>
      <w:r w:rsidR="0024252B" w:rsidRPr="002813C1">
        <w:t>Et sur ce</w:t>
      </w:r>
      <w:r>
        <w:t xml:space="preserve">, </w:t>
      </w:r>
      <w:r w:rsidR="0024252B" w:rsidRPr="002813C1">
        <w:t>je vous salue</w:t>
      </w:r>
      <w:r>
        <w:t>.</w:t>
      </w:r>
    </w:p>
    <w:p w14:paraId="0BB69E94" w14:textId="6AE8E10C" w:rsidR="00B77E03" w:rsidRDefault="0024252B" w:rsidP="00B77E03">
      <w:r w:rsidRPr="002813C1">
        <w:t>Il saluait</w:t>
      </w:r>
      <w:r w:rsidR="00B77E03">
        <w:t xml:space="preserve">, </w:t>
      </w:r>
      <w:r w:rsidRPr="002813C1">
        <w:t>en effet</w:t>
      </w:r>
      <w:r w:rsidR="00B77E03">
        <w:t xml:space="preserve">, </w:t>
      </w:r>
      <w:r w:rsidRPr="002813C1">
        <w:t>il se retirait fièrement</w:t>
      </w:r>
      <w:r w:rsidR="00B77E03">
        <w:t xml:space="preserve">, </w:t>
      </w:r>
      <w:r w:rsidRPr="002813C1">
        <w:t>il avait déjà la main sur le bouton de la porte</w:t>
      </w:r>
      <w:r w:rsidR="00B77E03">
        <w:t>… M</w:t>
      </w:r>
      <w:r w:rsidR="00B77E03" w:rsidRPr="00B77E03">
        <w:rPr>
          <w:vertAlign w:val="superscript"/>
        </w:rPr>
        <w:t>me</w:t>
      </w:r>
      <w:r w:rsidR="00B77E03">
        <w:t> </w:t>
      </w:r>
      <w:r w:rsidRPr="002813C1">
        <w:t>d</w:t>
      </w:r>
      <w:r w:rsidR="00B77E03">
        <w:t>’</w:t>
      </w:r>
      <w:r w:rsidRPr="002813C1">
        <w:t>Argelès le retint du geste</w:t>
      </w:r>
      <w:r w:rsidR="00B77E03">
        <w:t>.</w:t>
      </w:r>
    </w:p>
    <w:p w14:paraId="0AEDCA2C" w14:textId="77777777" w:rsidR="00B77E03" w:rsidRDefault="00B77E03" w:rsidP="00B77E03">
      <w:r>
        <w:lastRenderedPageBreak/>
        <w:t>— </w:t>
      </w:r>
      <w:r w:rsidR="0024252B" w:rsidRPr="002813C1">
        <w:t>Encore un mot</w:t>
      </w:r>
      <w:r>
        <w:t xml:space="preserve"> ?… </w:t>
      </w:r>
      <w:r w:rsidR="0024252B" w:rsidRPr="002813C1">
        <w:t>fit-elle d</w:t>
      </w:r>
      <w:r>
        <w:t>’</w:t>
      </w:r>
      <w:r w:rsidR="0024252B" w:rsidRPr="002813C1">
        <w:t>une voix étouffée</w:t>
      </w:r>
      <w:r>
        <w:t>.</w:t>
      </w:r>
    </w:p>
    <w:p w14:paraId="29BEBB05" w14:textId="77777777" w:rsidR="00B77E03" w:rsidRDefault="0024252B" w:rsidP="00B77E03">
      <w:r w:rsidRPr="002813C1">
        <w:t>C</w:t>
      </w:r>
      <w:r w:rsidR="00B77E03">
        <w:t>’</w:t>
      </w:r>
      <w:r w:rsidRPr="002813C1">
        <w:t>est à peine s</w:t>
      </w:r>
      <w:r w:rsidR="00B77E03">
        <w:t>’</w:t>
      </w:r>
      <w:r w:rsidRPr="002813C1">
        <w:t>il daigna se retourner</w:t>
      </w:r>
      <w:r w:rsidR="00B77E03">
        <w:t xml:space="preserve">, </w:t>
      </w:r>
      <w:r w:rsidRPr="002813C1">
        <w:t>sans dissimuler son impatience</w:t>
      </w:r>
      <w:r w:rsidR="00B77E03">
        <w:t>.</w:t>
      </w:r>
    </w:p>
    <w:p w14:paraId="0D85BEC3" w14:textId="77777777" w:rsidR="00B77E03" w:rsidRDefault="00B77E03" w:rsidP="00B77E03">
      <w:r>
        <w:t>— </w:t>
      </w:r>
      <w:r w:rsidR="0024252B" w:rsidRPr="002813C1">
        <w:t>Quoi</w:t>
      </w:r>
      <w:r>
        <w:t> ?…</w:t>
      </w:r>
    </w:p>
    <w:p w14:paraId="4F75E12B" w14:textId="77777777" w:rsidR="00B77E03" w:rsidRDefault="00B77E03" w:rsidP="00B77E03">
      <w:r>
        <w:t>— </w:t>
      </w:r>
      <w:r w:rsidR="0024252B" w:rsidRPr="002813C1">
        <w:t>Un dernier avis</w:t>
      </w:r>
      <w:r>
        <w:t xml:space="preserve"> : </w:t>
      </w:r>
      <w:r w:rsidR="0024252B" w:rsidRPr="002813C1">
        <w:t>Le tribunal</w:t>
      </w:r>
      <w:r>
        <w:t xml:space="preserve">, </w:t>
      </w:r>
      <w:r w:rsidR="0024252B" w:rsidRPr="002813C1">
        <w:t>sans doute</w:t>
      </w:r>
      <w:r>
        <w:t xml:space="preserve">, </w:t>
      </w:r>
      <w:r w:rsidR="0024252B" w:rsidRPr="002813C1">
        <w:t>vous donnera gain de cause</w:t>
      </w:r>
      <w:r>
        <w:t xml:space="preserve">, </w:t>
      </w:r>
      <w:r w:rsidR="0024252B" w:rsidRPr="002813C1">
        <w:t>je serai envoyée en possession de l</w:t>
      </w:r>
      <w:r>
        <w:t>’</w:t>
      </w:r>
      <w:r w:rsidR="0024252B" w:rsidRPr="002813C1">
        <w:t>héritage de mon frère</w:t>
      </w:r>
      <w:r>
        <w:t xml:space="preserve">… </w:t>
      </w:r>
      <w:r w:rsidR="0024252B" w:rsidRPr="002813C1">
        <w:t>mais retenez bien ceci</w:t>
      </w:r>
      <w:r>
        <w:t xml:space="preserve"> : </w:t>
      </w:r>
      <w:r w:rsidR="0024252B" w:rsidRPr="002813C1">
        <w:t>ni vous ni moi ne disposerons des millions</w:t>
      </w:r>
      <w:r>
        <w:t>.</w:t>
      </w:r>
    </w:p>
    <w:p w14:paraId="163E3BF1" w14:textId="77777777" w:rsidR="00B77E03" w:rsidRDefault="00B77E03" w:rsidP="00B77E03">
      <w:r>
        <w:t>— </w:t>
      </w:r>
      <w:r w:rsidR="0024252B" w:rsidRPr="002813C1">
        <w:t>Allons donc</w:t>
      </w:r>
      <w:r>
        <w:t xml:space="preserve"> ! </w:t>
      </w:r>
      <w:r w:rsidR="0024252B" w:rsidRPr="002813C1">
        <w:t>Pourquoi cela</w:t>
      </w:r>
      <w:r>
        <w:t> ?…</w:t>
      </w:r>
    </w:p>
    <w:p w14:paraId="28D0977E" w14:textId="77777777" w:rsidR="00B77E03" w:rsidRDefault="00B77E03" w:rsidP="00B77E03">
      <w:r>
        <w:t>— </w:t>
      </w:r>
      <w:r w:rsidR="0024252B" w:rsidRPr="002813C1">
        <w:t>Parce que si cette fortune est bien à moi</w:t>
      </w:r>
      <w:r>
        <w:t xml:space="preserve">, </w:t>
      </w:r>
      <w:r w:rsidR="0024252B" w:rsidRPr="002813C1">
        <w:t>son administration appartient à votre père</w:t>
      </w:r>
      <w:r>
        <w:t>…</w:t>
      </w:r>
    </w:p>
    <w:p w14:paraId="5C44FE05" w14:textId="5F9E154C" w:rsidR="00B77E03" w:rsidRDefault="00B77E03" w:rsidP="00B77E03">
      <w:r>
        <w:t>M. </w:t>
      </w:r>
      <w:proofErr w:type="spellStart"/>
      <w:r w:rsidR="0024252B" w:rsidRPr="002813C1">
        <w:t>Wilkie</w:t>
      </w:r>
      <w:proofErr w:type="spellEnd"/>
      <w:r w:rsidR="0024252B" w:rsidRPr="002813C1">
        <w:t xml:space="preserve"> eut un soubresaut</w:t>
      </w:r>
      <w:r>
        <w:t>…</w:t>
      </w:r>
    </w:p>
    <w:p w14:paraId="5B329706" w14:textId="77777777" w:rsidR="00B77E03" w:rsidRDefault="00B77E03" w:rsidP="00B77E03">
      <w:r>
        <w:t>— </w:t>
      </w:r>
      <w:r w:rsidR="0024252B" w:rsidRPr="002813C1">
        <w:t>À mon père</w:t>
      </w:r>
      <w:r>
        <w:t xml:space="preserve"> !… </w:t>
      </w:r>
      <w:r w:rsidR="0024252B" w:rsidRPr="002813C1">
        <w:t>fit-il</w:t>
      </w:r>
      <w:r>
        <w:t xml:space="preserve">… </w:t>
      </w:r>
      <w:r w:rsidR="0024252B" w:rsidRPr="002813C1">
        <w:t>Impossible</w:t>
      </w:r>
      <w:r>
        <w:t> !…</w:t>
      </w:r>
    </w:p>
    <w:p w14:paraId="19D93CCC" w14:textId="77777777" w:rsidR="00B77E03" w:rsidRDefault="00B77E03" w:rsidP="00B77E03">
      <w:r>
        <w:t>— </w:t>
      </w:r>
      <w:r w:rsidR="0024252B" w:rsidRPr="002813C1">
        <w:t>C</w:t>
      </w:r>
      <w:r>
        <w:t>’</w:t>
      </w:r>
      <w:r w:rsidR="0024252B" w:rsidRPr="002813C1">
        <w:t>est ainsi</w:t>
      </w:r>
      <w:r>
        <w:t xml:space="preserve">, </w:t>
      </w:r>
      <w:r w:rsidR="0024252B" w:rsidRPr="002813C1">
        <w:t>cependant</w:t>
      </w:r>
      <w:r>
        <w:t xml:space="preserve">. </w:t>
      </w:r>
      <w:r w:rsidR="0024252B" w:rsidRPr="002813C1">
        <w:t>Et vous ne douteriez pas</w:t>
      </w:r>
      <w:r>
        <w:t xml:space="preserve">, </w:t>
      </w:r>
      <w:r w:rsidR="0024252B" w:rsidRPr="002813C1">
        <w:t>si votre avidité</w:t>
      </w:r>
      <w:r>
        <w:t xml:space="preserve">, </w:t>
      </w:r>
      <w:r w:rsidR="0024252B" w:rsidRPr="002813C1">
        <w:t>si vos préoccupations d</w:t>
      </w:r>
      <w:r>
        <w:t>’</w:t>
      </w:r>
      <w:r w:rsidR="0024252B" w:rsidRPr="002813C1">
        <w:t>argent ne vous eussent fait oublier de m</w:t>
      </w:r>
      <w:r>
        <w:t>’</w:t>
      </w:r>
      <w:r w:rsidR="0024252B" w:rsidRPr="002813C1">
        <w:t>interroger</w:t>
      </w:r>
      <w:r>
        <w:t xml:space="preserve">… </w:t>
      </w:r>
      <w:r w:rsidR="0024252B" w:rsidRPr="002813C1">
        <w:t>Vous vous croyez enfant naturel</w:t>
      </w:r>
      <w:r>
        <w:t xml:space="preserve">, </w:t>
      </w:r>
      <w:proofErr w:type="spellStart"/>
      <w:r w:rsidR="0024252B" w:rsidRPr="002813C1">
        <w:t>Wilkie</w:t>
      </w:r>
      <w:proofErr w:type="spellEnd"/>
      <w:r>
        <w:t xml:space="preserve">, </w:t>
      </w:r>
      <w:r w:rsidR="0024252B" w:rsidRPr="002813C1">
        <w:t>vous vous trompez</w:t>
      </w:r>
      <w:r>
        <w:t xml:space="preserve">… </w:t>
      </w:r>
      <w:r w:rsidR="0024252B" w:rsidRPr="002813C1">
        <w:t>vous êtes mon fils légitime</w:t>
      </w:r>
      <w:r>
        <w:t xml:space="preserve">, </w:t>
      </w:r>
      <w:r w:rsidR="0024252B" w:rsidRPr="002813C1">
        <w:t>je suis mariée</w:t>
      </w:r>
      <w:r>
        <w:t>…</w:t>
      </w:r>
    </w:p>
    <w:p w14:paraId="58E9A2A9" w14:textId="77777777" w:rsidR="00B77E03" w:rsidRDefault="00B77E03" w:rsidP="00B77E03">
      <w:r>
        <w:t>— </w:t>
      </w:r>
      <w:r w:rsidR="0024252B" w:rsidRPr="002813C1">
        <w:t>Bah</w:t>
      </w:r>
      <w:r>
        <w:t> !…</w:t>
      </w:r>
    </w:p>
    <w:p w14:paraId="4E6146D0" w14:textId="77777777" w:rsidR="00B77E03" w:rsidRDefault="00B77E03" w:rsidP="00B77E03">
      <w:r>
        <w:t>— </w:t>
      </w:r>
      <w:r w:rsidR="0024252B" w:rsidRPr="002813C1">
        <w:t>Et mon mari</w:t>
      </w:r>
      <w:r>
        <w:t xml:space="preserve">, </w:t>
      </w:r>
      <w:r w:rsidR="0024252B" w:rsidRPr="002813C1">
        <w:t>votre père n</w:t>
      </w:r>
      <w:r>
        <w:t>’</w:t>
      </w:r>
      <w:r w:rsidR="0024252B" w:rsidRPr="002813C1">
        <w:t>est pas mort</w:t>
      </w:r>
      <w:r>
        <w:t xml:space="preserve">. </w:t>
      </w:r>
      <w:r w:rsidR="0024252B" w:rsidRPr="002813C1">
        <w:t>S</w:t>
      </w:r>
      <w:r>
        <w:t>’</w:t>
      </w:r>
      <w:r w:rsidR="0024252B" w:rsidRPr="002813C1">
        <w:t>il n</w:t>
      </w:r>
      <w:r>
        <w:t>’</w:t>
      </w:r>
      <w:r w:rsidR="0024252B" w:rsidRPr="002813C1">
        <w:t>est pas ici</w:t>
      </w:r>
      <w:r>
        <w:t xml:space="preserve">, </w:t>
      </w:r>
      <w:r w:rsidR="0024252B" w:rsidRPr="002813C1">
        <w:t>menaçant comme vous</w:t>
      </w:r>
      <w:r>
        <w:t xml:space="preserve">, </w:t>
      </w:r>
      <w:r w:rsidR="0024252B" w:rsidRPr="002813C1">
        <w:t>c</w:t>
      </w:r>
      <w:r>
        <w:t>’</w:t>
      </w:r>
      <w:r w:rsidR="0024252B" w:rsidRPr="002813C1">
        <w:t>est que j</w:t>
      </w:r>
      <w:r>
        <w:t>’</w:t>
      </w:r>
      <w:r w:rsidR="0024252B" w:rsidRPr="002813C1">
        <w:t>ai réussi à lui faire perdre nos traces</w:t>
      </w:r>
      <w:r>
        <w:t xml:space="preserve">, </w:t>
      </w:r>
      <w:r w:rsidR="0024252B" w:rsidRPr="002813C1">
        <w:t>et qu</w:t>
      </w:r>
      <w:r>
        <w:t>’</w:t>
      </w:r>
      <w:r w:rsidR="0024252B" w:rsidRPr="002813C1">
        <w:t>il ne sait depuis dix-huit ans ce que nous sommes devenus</w:t>
      </w:r>
      <w:r>
        <w:t xml:space="preserve">… </w:t>
      </w:r>
      <w:r w:rsidR="0024252B" w:rsidRPr="002813C1">
        <w:t>Mais il veille</w:t>
      </w:r>
      <w:r>
        <w:t xml:space="preserve">, </w:t>
      </w:r>
      <w:r w:rsidR="0024252B" w:rsidRPr="002813C1">
        <w:t>soyez en sûr</w:t>
      </w:r>
      <w:r>
        <w:t xml:space="preserve">… </w:t>
      </w:r>
      <w:r w:rsidR="0024252B" w:rsidRPr="002813C1">
        <w:t>Au premier bruit d</w:t>
      </w:r>
      <w:r>
        <w:t>’</w:t>
      </w:r>
      <w:r w:rsidR="0024252B" w:rsidRPr="002813C1">
        <w:t xml:space="preserve">un procès autour des millions de </w:t>
      </w:r>
      <w:proofErr w:type="spellStart"/>
      <w:r w:rsidR="0024252B" w:rsidRPr="002813C1">
        <w:t>Chalusse</w:t>
      </w:r>
      <w:proofErr w:type="spellEnd"/>
      <w:r>
        <w:t xml:space="preserve">, </w:t>
      </w:r>
      <w:r w:rsidR="0024252B" w:rsidRPr="002813C1">
        <w:t>vous le verrez arriver armé de ses droits</w:t>
      </w:r>
      <w:r>
        <w:t xml:space="preserve">… </w:t>
      </w:r>
      <w:r w:rsidR="0024252B" w:rsidRPr="002813C1">
        <w:t>Il est le chef de la communauté</w:t>
      </w:r>
      <w:r>
        <w:t xml:space="preserve">, </w:t>
      </w:r>
      <w:r w:rsidR="0024252B" w:rsidRPr="002813C1">
        <w:t>mon maître</w:t>
      </w:r>
      <w:r>
        <w:t xml:space="preserve">, </w:t>
      </w:r>
      <w:r w:rsidR="0024252B" w:rsidRPr="002813C1">
        <w:t>le vôtre</w:t>
      </w:r>
      <w:r>
        <w:t xml:space="preserve">… </w:t>
      </w:r>
      <w:r w:rsidR="0024252B" w:rsidRPr="002813C1">
        <w:t>Ah</w:t>
      </w:r>
      <w:r>
        <w:t xml:space="preserve"> ! </w:t>
      </w:r>
      <w:r w:rsidR="0024252B" w:rsidRPr="002813C1">
        <w:t>cela vous inquiète</w:t>
      </w:r>
      <w:r>
        <w:t xml:space="preserve">… </w:t>
      </w:r>
      <w:r w:rsidR="0024252B" w:rsidRPr="002813C1">
        <w:t>Vous trouverez en lui d</w:t>
      </w:r>
      <w:r>
        <w:t>’</w:t>
      </w:r>
      <w:r w:rsidR="0024252B" w:rsidRPr="002813C1">
        <w:t>ardentes convoitises</w:t>
      </w:r>
      <w:r>
        <w:t xml:space="preserve">, </w:t>
      </w:r>
      <w:r w:rsidR="0024252B" w:rsidRPr="002813C1">
        <w:t xml:space="preserve">attisées par </w:t>
      </w:r>
      <w:r w:rsidR="0024252B" w:rsidRPr="002813C1">
        <w:lastRenderedPageBreak/>
        <w:t>vingt ans de misère et d</w:t>
      </w:r>
      <w:r>
        <w:t>’</w:t>
      </w:r>
      <w:r w:rsidR="0024252B" w:rsidRPr="002813C1">
        <w:t>attente</w:t>
      </w:r>
      <w:r>
        <w:t xml:space="preserve">. </w:t>
      </w:r>
      <w:r w:rsidR="0024252B" w:rsidRPr="002813C1">
        <w:t>Laissez faire</w:t>
      </w:r>
      <w:r>
        <w:t xml:space="preserve">… </w:t>
      </w:r>
      <w:r w:rsidR="0024252B" w:rsidRPr="002813C1">
        <w:t>votre âpreté au gain sera dépassée</w:t>
      </w:r>
      <w:r>
        <w:t xml:space="preserve">… </w:t>
      </w:r>
      <w:r w:rsidR="0024252B" w:rsidRPr="002813C1">
        <w:t>Qui sait si vous ne regretterez pas les pauvres vingt mille francs de votre mère</w:t>
      </w:r>
      <w:r>
        <w:t>…</w:t>
      </w:r>
    </w:p>
    <w:p w14:paraId="15F1DE98" w14:textId="046ADBF9" w:rsidR="00B77E03" w:rsidRDefault="00B77E03" w:rsidP="00B77E03">
      <w:r>
        <w:t>M. </w:t>
      </w:r>
      <w:proofErr w:type="spellStart"/>
      <w:r w:rsidR="0024252B" w:rsidRPr="002813C1">
        <w:t>Wilkie</w:t>
      </w:r>
      <w:proofErr w:type="spellEnd"/>
      <w:r w:rsidR="0024252B" w:rsidRPr="002813C1">
        <w:t xml:space="preserve"> était devenu plus blanc que sa chemise</w:t>
      </w:r>
      <w:r>
        <w:t>.</w:t>
      </w:r>
    </w:p>
    <w:p w14:paraId="2CDC7155" w14:textId="77777777" w:rsidR="00B77E03" w:rsidRDefault="00B77E03" w:rsidP="00B77E03">
      <w:r>
        <w:t>— </w:t>
      </w:r>
      <w:r w:rsidR="0024252B" w:rsidRPr="002813C1">
        <w:t>Vous me trompez</w:t>
      </w:r>
      <w:r>
        <w:t xml:space="preserve">, </w:t>
      </w:r>
      <w:r w:rsidR="0024252B" w:rsidRPr="002813C1">
        <w:t>bégaya-t-il</w:t>
      </w:r>
      <w:r>
        <w:t>.</w:t>
      </w:r>
    </w:p>
    <w:p w14:paraId="04FAB562" w14:textId="77777777" w:rsidR="00B77E03" w:rsidRDefault="00B77E03" w:rsidP="00B77E03">
      <w:r>
        <w:t>— </w:t>
      </w:r>
      <w:r w:rsidR="0024252B" w:rsidRPr="002813C1">
        <w:t>Demain</w:t>
      </w:r>
      <w:r>
        <w:t xml:space="preserve">, </w:t>
      </w:r>
      <w:r w:rsidR="0024252B" w:rsidRPr="002813C1">
        <w:t>je vous montrerai mon contrat de mariage</w:t>
      </w:r>
      <w:r>
        <w:t>…</w:t>
      </w:r>
    </w:p>
    <w:p w14:paraId="12E585A5" w14:textId="77777777" w:rsidR="00B77E03" w:rsidRDefault="00B77E03" w:rsidP="00B77E03">
      <w:r>
        <w:t>— </w:t>
      </w:r>
      <w:r w:rsidR="0024252B" w:rsidRPr="002813C1">
        <w:t>Pourquoi pas ce soir</w:t>
      </w:r>
      <w:r>
        <w:t> ?</w:t>
      </w:r>
    </w:p>
    <w:p w14:paraId="0A3E6110" w14:textId="77777777" w:rsidR="00B77E03" w:rsidRDefault="00B77E03" w:rsidP="00B77E03">
      <w:r>
        <w:t>— </w:t>
      </w:r>
      <w:r w:rsidR="0024252B" w:rsidRPr="002813C1">
        <w:t>Parce qu</w:t>
      </w:r>
      <w:r>
        <w:t>’</w:t>
      </w:r>
      <w:r w:rsidR="0024252B" w:rsidRPr="002813C1">
        <w:t>il est serré dans une pièce pleine de monde en ce moment</w:t>
      </w:r>
      <w:r>
        <w:t>.</w:t>
      </w:r>
    </w:p>
    <w:p w14:paraId="27484AE1" w14:textId="77777777" w:rsidR="00B77E03" w:rsidRDefault="00B77E03" w:rsidP="00B77E03">
      <w:r>
        <w:t>— </w:t>
      </w:r>
      <w:r w:rsidR="0024252B" w:rsidRPr="002813C1">
        <w:t>Et comment se nomme mon père</w:t>
      </w:r>
      <w:r>
        <w:t> ?</w:t>
      </w:r>
    </w:p>
    <w:p w14:paraId="50F7C670" w14:textId="77777777" w:rsidR="00B77E03" w:rsidRDefault="00B77E03" w:rsidP="00B77E03">
      <w:r>
        <w:t>— </w:t>
      </w:r>
      <w:r w:rsidR="0024252B" w:rsidRPr="002813C1">
        <w:t>Arthur Gordon</w:t>
      </w:r>
      <w:r>
        <w:t xml:space="preserve">… </w:t>
      </w:r>
      <w:r w:rsidR="0024252B" w:rsidRPr="002813C1">
        <w:t>Il est Américain</w:t>
      </w:r>
      <w:r>
        <w:t>.</w:t>
      </w:r>
    </w:p>
    <w:p w14:paraId="14981D7E" w14:textId="77777777" w:rsidR="00B77E03" w:rsidRDefault="00B77E03" w:rsidP="00B77E03">
      <w:r>
        <w:t>— </w:t>
      </w:r>
      <w:r w:rsidR="0024252B" w:rsidRPr="002813C1">
        <w:t>Alors</w:t>
      </w:r>
      <w:r>
        <w:t xml:space="preserve">, </w:t>
      </w:r>
      <w:r w:rsidR="0024252B" w:rsidRPr="002813C1">
        <w:t>moi</w:t>
      </w:r>
      <w:r>
        <w:t xml:space="preserve">, </w:t>
      </w:r>
      <w:r w:rsidR="0024252B" w:rsidRPr="002813C1">
        <w:t>je m</w:t>
      </w:r>
      <w:r>
        <w:t>’</w:t>
      </w:r>
      <w:r w:rsidR="0024252B" w:rsidRPr="002813C1">
        <w:t xml:space="preserve">appelle </w:t>
      </w:r>
      <w:proofErr w:type="spellStart"/>
      <w:r w:rsidR="0024252B" w:rsidRPr="002813C1">
        <w:t>Wilkie</w:t>
      </w:r>
      <w:proofErr w:type="spellEnd"/>
      <w:r w:rsidR="0024252B" w:rsidRPr="002813C1">
        <w:t xml:space="preserve"> Gordon</w:t>
      </w:r>
      <w:r>
        <w:t> ?…</w:t>
      </w:r>
    </w:p>
    <w:p w14:paraId="4528A505" w14:textId="77777777" w:rsidR="00B77E03" w:rsidRDefault="00B77E03" w:rsidP="00B77E03">
      <w:r>
        <w:t>— </w:t>
      </w:r>
      <w:r w:rsidR="0024252B" w:rsidRPr="002813C1">
        <w:t>Oui</w:t>
      </w:r>
      <w:r>
        <w:t>.</w:t>
      </w:r>
    </w:p>
    <w:p w14:paraId="5E95548B" w14:textId="54D1746A" w:rsidR="00B77E03" w:rsidRDefault="0024252B" w:rsidP="00B77E03">
      <w:r w:rsidRPr="002813C1">
        <w:t>C</w:t>
      </w:r>
      <w:r w:rsidR="00B77E03">
        <w:t>’</w:t>
      </w:r>
      <w:r w:rsidRPr="002813C1">
        <w:t xml:space="preserve">est avec une indicible angoisse que </w:t>
      </w:r>
      <w:r w:rsidR="00B77E03">
        <w:t>M</w:t>
      </w:r>
      <w:r w:rsidR="00B77E03" w:rsidRPr="00B77E03">
        <w:rPr>
          <w:vertAlign w:val="superscript"/>
        </w:rPr>
        <w:t>me</w:t>
      </w:r>
      <w:r w:rsidR="00B77E03">
        <w:t> </w:t>
      </w:r>
      <w:r w:rsidRPr="002813C1">
        <w:t>d</w:t>
      </w:r>
      <w:r w:rsidR="00B77E03">
        <w:t>’</w:t>
      </w:r>
      <w:r w:rsidRPr="002813C1">
        <w:t>Argelès épiait la physionomie bouleversée de son fils</w:t>
      </w:r>
      <w:r w:rsidR="00B77E03">
        <w:t xml:space="preserve">… </w:t>
      </w:r>
      <w:r w:rsidRPr="002813C1">
        <w:t>Quelle résolution allait sortir de la méditation où elle le voyait plongé</w:t>
      </w:r>
      <w:r w:rsidR="00B77E03">
        <w:t xml:space="preserve"> ?… </w:t>
      </w:r>
      <w:r w:rsidRPr="002813C1">
        <w:t>Aucune</w:t>
      </w:r>
      <w:r w:rsidR="00B77E03">
        <w:t>. M. </w:t>
      </w:r>
      <w:proofErr w:type="spellStart"/>
      <w:r w:rsidRPr="002813C1">
        <w:t>Wilkie</w:t>
      </w:r>
      <w:proofErr w:type="spellEnd"/>
      <w:r w:rsidRPr="002813C1">
        <w:t xml:space="preserve"> en était à se désoler de voir lui échapper le nom de </w:t>
      </w:r>
      <w:proofErr w:type="spellStart"/>
      <w:r w:rsidRPr="002813C1">
        <w:t>Chalusse</w:t>
      </w:r>
      <w:proofErr w:type="spellEnd"/>
      <w:r w:rsidRPr="002813C1">
        <w:t xml:space="preserve"> et cette couronne de comte</w:t>
      </w:r>
      <w:r w:rsidR="00B77E03">
        <w:t xml:space="preserve">, </w:t>
      </w:r>
      <w:r w:rsidRPr="002813C1">
        <w:t>qu</w:t>
      </w:r>
      <w:r w:rsidR="00B77E03">
        <w:t>’</w:t>
      </w:r>
      <w:r w:rsidRPr="002813C1">
        <w:t>il devait faire peindre sur son coupé</w:t>
      </w:r>
      <w:r w:rsidR="00B77E03">
        <w:t>.</w:t>
      </w:r>
    </w:p>
    <w:p w14:paraId="298BA3F1" w14:textId="77777777" w:rsidR="00B77E03" w:rsidRDefault="00B77E03" w:rsidP="00B77E03">
      <w:r>
        <w:t>— </w:t>
      </w:r>
      <w:r w:rsidR="0024252B" w:rsidRPr="002813C1">
        <w:t>Et</w:t>
      </w:r>
      <w:r>
        <w:t xml:space="preserve">… </w:t>
      </w:r>
      <w:r w:rsidR="0024252B" w:rsidRPr="002813C1">
        <w:t>est-il riche mon père</w:t>
      </w:r>
      <w:r>
        <w:t xml:space="preserve"> ?… </w:t>
      </w:r>
      <w:r w:rsidR="0024252B" w:rsidRPr="002813C1">
        <w:t>reprit-il</w:t>
      </w:r>
      <w:r>
        <w:t>…</w:t>
      </w:r>
    </w:p>
    <w:p w14:paraId="138F43BF" w14:textId="77777777" w:rsidR="00B77E03" w:rsidRDefault="00B77E03" w:rsidP="00B77E03">
      <w:r>
        <w:t>— </w:t>
      </w:r>
      <w:r w:rsidR="0024252B" w:rsidRPr="002813C1">
        <w:t>Non</w:t>
      </w:r>
      <w:r>
        <w:t>.</w:t>
      </w:r>
    </w:p>
    <w:p w14:paraId="3701E3F6" w14:textId="77777777" w:rsidR="00B77E03" w:rsidRDefault="00B77E03" w:rsidP="00B77E03">
      <w:r>
        <w:t>— </w:t>
      </w:r>
      <w:r w:rsidR="0024252B" w:rsidRPr="002813C1">
        <w:t>Que fait-il</w:t>
      </w:r>
      <w:r>
        <w:t> ?…</w:t>
      </w:r>
    </w:p>
    <w:p w14:paraId="4C3B9D23" w14:textId="77777777" w:rsidR="00B77E03" w:rsidRDefault="00B77E03" w:rsidP="00B77E03">
      <w:r>
        <w:t>— </w:t>
      </w:r>
      <w:r w:rsidR="0024252B" w:rsidRPr="002813C1">
        <w:t>Tout ce qu</w:t>
      </w:r>
      <w:r>
        <w:t>’</w:t>
      </w:r>
      <w:r w:rsidR="0024252B" w:rsidRPr="002813C1">
        <w:t>on peut faire quand on a le goût du luxe et l</w:t>
      </w:r>
      <w:r>
        <w:t>’</w:t>
      </w:r>
      <w:r w:rsidR="0024252B" w:rsidRPr="002813C1">
        <w:t>horreur du travail</w:t>
      </w:r>
      <w:r>
        <w:t> !</w:t>
      </w:r>
    </w:p>
    <w:p w14:paraId="215DD1DD" w14:textId="3AF57855" w:rsidR="00B77E03" w:rsidRDefault="0024252B" w:rsidP="00B77E03">
      <w:r w:rsidRPr="002813C1">
        <w:lastRenderedPageBreak/>
        <w:t>Cette réponse était si explicite en sa concision</w:t>
      </w:r>
      <w:r w:rsidR="00B77E03">
        <w:t xml:space="preserve">, </w:t>
      </w:r>
      <w:r w:rsidRPr="002813C1">
        <w:t>elle exprimait tant d</w:t>
      </w:r>
      <w:r w:rsidR="00B77E03">
        <w:t>’</w:t>
      </w:r>
      <w:r w:rsidRPr="002813C1">
        <w:t>accusations terribles</w:t>
      </w:r>
      <w:r w:rsidR="00B77E03">
        <w:t xml:space="preserve">, </w:t>
      </w:r>
      <w:r w:rsidRPr="002813C1">
        <w:t xml:space="preserve">que </w:t>
      </w:r>
      <w:r w:rsidR="00B77E03">
        <w:t>M. </w:t>
      </w:r>
      <w:proofErr w:type="spellStart"/>
      <w:r w:rsidRPr="002813C1">
        <w:t>Wilkie</w:t>
      </w:r>
      <w:proofErr w:type="spellEnd"/>
      <w:r w:rsidRPr="002813C1">
        <w:t xml:space="preserve"> en fut saisi</w:t>
      </w:r>
      <w:r w:rsidR="00B77E03">
        <w:t>…</w:t>
      </w:r>
    </w:p>
    <w:p w14:paraId="2EB97A45" w14:textId="77777777" w:rsidR="00B77E03" w:rsidRDefault="00B77E03" w:rsidP="00B77E03">
      <w:r>
        <w:t>— </w:t>
      </w:r>
      <w:r w:rsidR="0024252B" w:rsidRPr="002813C1">
        <w:t>Diable</w:t>
      </w:r>
      <w:r>
        <w:t xml:space="preserve"> ! </w:t>
      </w:r>
      <w:r w:rsidR="0024252B" w:rsidRPr="002813C1">
        <w:t>exclama-t-il</w:t>
      </w:r>
      <w:r>
        <w:t xml:space="preserve">, </w:t>
      </w:r>
      <w:r w:rsidR="0024252B" w:rsidRPr="002813C1">
        <w:t>et où est-ce qu</w:t>
      </w:r>
      <w:r>
        <w:t>’</w:t>
      </w:r>
      <w:r w:rsidR="0024252B" w:rsidRPr="002813C1">
        <w:t>il demeure</w:t>
      </w:r>
      <w:r>
        <w:t> ?</w:t>
      </w:r>
    </w:p>
    <w:p w14:paraId="05A0304A" w14:textId="77777777" w:rsidR="00B77E03" w:rsidRDefault="00B77E03" w:rsidP="00B77E03">
      <w:r>
        <w:t>— </w:t>
      </w:r>
      <w:r w:rsidR="0024252B" w:rsidRPr="002813C1">
        <w:t>Il habite Bade ou Hombourg l</w:t>
      </w:r>
      <w:r>
        <w:t>’</w:t>
      </w:r>
      <w:r w:rsidR="0024252B" w:rsidRPr="002813C1">
        <w:t>été</w:t>
      </w:r>
      <w:r>
        <w:t xml:space="preserve">, </w:t>
      </w:r>
      <w:r w:rsidR="0024252B" w:rsidRPr="002813C1">
        <w:t>Paris ou Monaco l</w:t>
      </w:r>
      <w:r>
        <w:t>’</w:t>
      </w:r>
      <w:r w:rsidR="0024252B" w:rsidRPr="002813C1">
        <w:t>hiver</w:t>
      </w:r>
      <w:r>
        <w:t>…</w:t>
      </w:r>
    </w:p>
    <w:p w14:paraId="780AB770" w14:textId="4CCBB1DA" w:rsidR="00B77E03" w:rsidRDefault="0024252B" w:rsidP="00B77E03">
      <w:r w:rsidRPr="002813C1">
        <w:t>L</w:t>
      </w:r>
      <w:r w:rsidR="00B77E03">
        <w:t>’</w:t>
      </w:r>
      <w:r w:rsidRPr="002813C1">
        <w:t xml:space="preserve">imagination de </w:t>
      </w:r>
      <w:r w:rsidR="00B77E03">
        <w:t>M. </w:t>
      </w:r>
      <w:proofErr w:type="spellStart"/>
      <w:r w:rsidRPr="002813C1">
        <w:t>Wilkie</w:t>
      </w:r>
      <w:proofErr w:type="spellEnd"/>
      <w:r w:rsidRPr="002813C1">
        <w:t xml:space="preserve"> lui représenta aussitôt un de ces redoutables chevaliers de tapis vert et de table d</w:t>
      </w:r>
      <w:r w:rsidR="00B77E03">
        <w:t>’</w:t>
      </w:r>
      <w:r w:rsidRPr="002813C1">
        <w:t>hôte qui dissimulent sous un vernis de bonne compagnie leur immoralité profonde</w:t>
      </w:r>
      <w:r w:rsidR="00B77E03">
        <w:t xml:space="preserve">, </w:t>
      </w:r>
      <w:r w:rsidRPr="002813C1">
        <w:t>leur cynisme et leur crapule</w:t>
      </w:r>
      <w:r w:rsidR="00B77E03">
        <w:t xml:space="preserve">, </w:t>
      </w:r>
      <w:r w:rsidRPr="002813C1">
        <w:t>leur scélératesse et leur avilissement</w:t>
      </w:r>
      <w:r w:rsidR="00B77E03">
        <w:t>…</w:t>
      </w:r>
    </w:p>
    <w:p w14:paraId="10D3EEFF" w14:textId="77777777" w:rsidR="00B77E03" w:rsidRDefault="00B77E03" w:rsidP="00B77E03">
      <w:r>
        <w:t>— </w:t>
      </w:r>
      <w:r w:rsidR="0024252B" w:rsidRPr="002813C1">
        <w:t>Oh</w:t>
      </w:r>
      <w:r>
        <w:t xml:space="preserve"> !… </w:t>
      </w:r>
      <w:r w:rsidR="0024252B" w:rsidRPr="002813C1">
        <w:t>fit-il sur trois tons différents</w:t>
      </w:r>
      <w:r>
        <w:t xml:space="preserve">, </w:t>
      </w:r>
      <w:r w:rsidR="0024252B" w:rsidRPr="002813C1">
        <w:t>oh</w:t>
      </w:r>
      <w:r>
        <w:t xml:space="preserve"> !… </w:t>
      </w:r>
      <w:r w:rsidR="0024252B" w:rsidRPr="002813C1">
        <w:t>oh</w:t>
      </w:r>
      <w:r>
        <w:t> !…</w:t>
      </w:r>
    </w:p>
    <w:p w14:paraId="4A14ADF5" w14:textId="77777777" w:rsidR="00B77E03" w:rsidRDefault="0024252B" w:rsidP="00B77E03">
      <w:r w:rsidRPr="002813C1">
        <w:t>Ce qu</w:t>
      </w:r>
      <w:r w:rsidR="00B77E03">
        <w:t>’</w:t>
      </w:r>
      <w:r w:rsidRPr="002813C1">
        <w:t>il y avait à attendre d</w:t>
      </w:r>
      <w:r w:rsidR="00B77E03">
        <w:t>’</w:t>
      </w:r>
      <w:r w:rsidRPr="002813C1">
        <w:t>un tel père</w:t>
      </w:r>
      <w:r w:rsidR="00B77E03">
        <w:t xml:space="preserve">, </w:t>
      </w:r>
      <w:r w:rsidRPr="002813C1">
        <w:t>il le comprenait</w:t>
      </w:r>
      <w:r w:rsidR="00B77E03">
        <w:t>…</w:t>
      </w:r>
    </w:p>
    <w:p w14:paraId="6D405B62" w14:textId="2D845DF1" w:rsidR="00B77E03" w:rsidRDefault="0024252B" w:rsidP="00B77E03">
      <w:r w:rsidRPr="002813C1">
        <w:t>Aussi à sa stupeur première</w:t>
      </w:r>
      <w:r w:rsidR="00B77E03">
        <w:t xml:space="preserve">, </w:t>
      </w:r>
      <w:r w:rsidRPr="002813C1">
        <w:t>la colère succéda</w:t>
      </w:r>
      <w:r w:rsidR="00B77E03">
        <w:t xml:space="preserve">, </w:t>
      </w:r>
      <w:r w:rsidRPr="002813C1">
        <w:t>une de ces terribles colères blanches</w:t>
      </w:r>
      <w:r w:rsidR="00B77E03">
        <w:t xml:space="preserve">, </w:t>
      </w:r>
      <w:r w:rsidRPr="002813C1">
        <w:t>qui charrient la bile et non le sang</w:t>
      </w:r>
      <w:r w:rsidR="00B77E03">
        <w:t xml:space="preserve">… </w:t>
      </w:r>
      <w:r w:rsidRPr="002813C1">
        <w:t>Il vit ses espérances jouées</w:t>
      </w:r>
      <w:r w:rsidR="00B77E03">
        <w:t xml:space="preserve">, </w:t>
      </w:r>
      <w:r w:rsidRPr="002813C1">
        <w:t>ses ambitions déçues</w:t>
      </w:r>
      <w:r w:rsidR="00B77E03">
        <w:t xml:space="preserve">. </w:t>
      </w:r>
      <w:r w:rsidRPr="002813C1">
        <w:t>Luxe</w:t>
      </w:r>
      <w:r w:rsidR="00B77E03">
        <w:t xml:space="preserve">, </w:t>
      </w:r>
      <w:r w:rsidRPr="002813C1">
        <w:t>chevaux</w:t>
      </w:r>
      <w:r w:rsidR="00B77E03">
        <w:t xml:space="preserve">, </w:t>
      </w:r>
      <w:r w:rsidRPr="002813C1">
        <w:t>maîtresses à cheveux jaunes</w:t>
      </w:r>
      <w:r w:rsidR="00B77E03">
        <w:t xml:space="preserve">, </w:t>
      </w:r>
      <w:r w:rsidRPr="002813C1">
        <w:t>éclat</w:t>
      </w:r>
      <w:r w:rsidR="00B77E03">
        <w:t xml:space="preserve">, </w:t>
      </w:r>
      <w:r w:rsidRPr="002813C1">
        <w:t>scandale</w:t>
      </w:r>
      <w:r w:rsidR="00B77E03">
        <w:t xml:space="preserve">… </w:t>
      </w:r>
      <w:r w:rsidRPr="002813C1">
        <w:t>plus rien</w:t>
      </w:r>
      <w:r w:rsidR="00B77E03">
        <w:t xml:space="preserve">… </w:t>
      </w:r>
      <w:r w:rsidRPr="002813C1">
        <w:t>Il se vit réduit à la portion congrue</w:t>
      </w:r>
      <w:r w:rsidR="00B77E03">
        <w:t xml:space="preserve">, </w:t>
      </w:r>
      <w:r w:rsidRPr="002813C1">
        <w:t>tenu en bride</w:t>
      </w:r>
      <w:r w:rsidR="00B77E03">
        <w:t xml:space="preserve">, </w:t>
      </w:r>
      <w:r w:rsidRPr="002813C1">
        <w:t xml:space="preserve">dompté par quelque féroce père </w:t>
      </w:r>
      <w:r w:rsidR="00B77E03">
        <w:t>« </w:t>
      </w:r>
      <w:r w:rsidRPr="002813C1">
        <w:t>noceur</w:t>
      </w:r>
      <w:r w:rsidR="00B77E03">
        <w:t>. »</w:t>
      </w:r>
    </w:p>
    <w:p w14:paraId="591BAE49" w14:textId="77777777" w:rsidR="00B77E03" w:rsidRDefault="00B77E03" w:rsidP="00B77E03">
      <w:r>
        <w:t>— </w:t>
      </w:r>
      <w:r w:rsidR="0024252B" w:rsidRPr="002813C1">
        <w:t>Ah</w:t>
      </w:r>
      <w:r>
        <w:t xml:space="preserve"> ! </w:t>
      </w:r>
      <w:r w:rsidR="0024252B" w:rsidRPr="002813C1">
        <w:t>je vois votre plan</w:t>
      </w:r>
      <w:r>
        <w:t xml:space="preserve">, </w:t>
      </w:r>
      <w:r w:rsidR="0024252B" w:rsidRPr="002813C1">
        <w:t>ma mère</w:t>
      </w:r>
      <w:r>
        <w:t xml:space="preserve"> !… </w:t>
      </w:r>
      <w:r w:rsidR="0024252B" w:rsidRPr="002813C1">
        <w:t>s</w:t>
      </w:r>
      <w:r>
        <w:t>’</w:t>
      </w:r>
      <w:r w:rsidR="0024252B" w:rsidRPr="002813C1">
        <w:t>écria-t-il en grinçant des dents</w:t>
      </w:r>
      <w:r>
        <w:t xml:space="preserve">. </w:t>
      </w:r>
      <w:r w:rsidR="0024252B" w:rsidRPr="002813C1">
        <w:t>Si vous faisiez valoir simplement vos droits</w:t>
      </w:r>
      <w:r>
        <w:t xml:space="preserve">, </w:t>
      </w:r>
      <w:r w:rsidR="0024252B" w:rsidRPr="002813C1">
        <w:t>tout se passerait sans bruit</w:t>
      </w:r>
      <w:r>
        <w:t xml:space="preserve">, </w:t>
      </w:r>
      <w:r w:rsidR="0024252B" w:rsidRPr="002813C1">
        <w:t>et j</w:t>
      </w:r>
      <w:r>
        <w:t>’</w:t>
      </w:r>
      <w:r w:rsidR="0024252B" w:rsidRPr="002813C1">
        <w:t>aurais le temps de mettre l</w:t>
      </w:r>
      <w:r>
        <w:t>’</w:t>
      </w:r>
      <w:r w:rsidR="0024252B" w:rsidRPr="002813C1">
        <w:t>héritage à l</w:t>
      </w:r>
      <w:r>
        <w:t>’</w:t>
      </w:r>
      <w:r w:rsidR="0024252B" w:rsidRPr="002813C1">
        <w:t>abri avant que mon père ne fût prévenu</w:t>
      </w:r>
      <w:r>
        <w:t xml:space="preserve">… </w:t>
      </w:r>
      <w:r w:rsidR="0024252B" w:rsidRPr="002813C1">
        <w:t>Au lieu de cela</w:t>
      </w:r>
      <w:r>
        <w:t xml:space="preserve">, </w:t>
      </w:r>
      <w:r w:rsidR="0024252B" w:rsidRPr="002813C1">
        <w:t>comme vous me haïssez</w:t>
      </w:r>
      <w:r>
        <w:t xml:space="preserve">, </w:t>
      </w:r>
      <w:r w:rsidR="0024252B" w:rsidRPr="002813C1">
        <w:t>vous me forcez de m</w:t>
      </w:r>
      <w:r>
        <w:t>’</w:t>
      </w:r>
      <w:r w:rsidR="0024252B" w:rsidRPr="002813C1">
        <w:t>adresser à la justice pour que le scandale attire mon père</w:t>
      </w:r>
      <w:r>
        <w:t xml:space="preserve">, </w:t>
      </w:r>
      <w:r w:rsidR="0024252B" w:rsidRPr="002813C1">
        <w:t>qui prendra tout</w:t>
      </w:r>
      <w:r>
        <w:t xml:space="preserve">… </w:t>
      </w:r>
      <w:r w:rsidR="0024252B" w:rsidRPr="002813C1">
        <w:t>Mais on ne me la fait pas à moi</w:t>
      </w:r>
      <w:r>
        <w:t xml:space="preserve">, </w:t>
      </w:r>
      <w:r w:rsidR="0024252B" w:rsidRPr="002813C1">
        <w:t>celle-là</w:t>
      </w:r>
      <w:r>
        <w:t xml:space="preserve">… </w:t>
      </w:r>
      <w:r w:rsidR="0024252B" w:rsidRPr="002813C1">
        <w:t>Vous allez écrire à l</w:t>
      </w:r>
      <w:r>
        <w:t>’</w:t>
      </w:r>
      <w:r w:rsidR="0024252B" w:rsidRPr="002813C1">
        <w:t>instant pour réclamer la succession de votre frère</w:t>
      </w:r>
      <w:r>
        <w:t>…</w:t>
      </w:r>
    </w:p>
    <w:p w14:paraId="349EA791" w14:textId="77777777" w:rsidR="00B77E03" w:rsidRDefault="00B77E03" w:rsidP="00B77E03">
      <w:r>
        <w:t>— </w:t>
      </w:r>
      <w:r w:rsidR="0024252B" w:rsidRPr="002813C1">
        <w:t>Non</w:t>
      </w:r>
      <w:r>
        <w:t> !…</w:t>
      </w:r>
    </w:p>
    <w:p w14:paraId="222E6C04" w14:textId="77777777" w:rsidR="00B77E03" w:rsidRDefault="00B77E03" w:rsidP="00B77E03">
      <w:r>
        <w:t>— </w:t>
      </w:r>
      <w:r w:rsidR="0024252B" w:rsidRPr="002813C1">
        <w:t>Ah</w:t>
      </w:r>
      <w:r>
        <w:t xml:space="preserve"> !… </w:t>
      </w:r>
      <w:r w:rsidR="0024252B" w:rsidRPr="002813C1">
        <w:t>vous ne voulez pas</w:t>
      </w:r>
      <w:r>
        <w:t xml:space="preserve">… </w:t>
      </w:r>
      <w:r w:rsidR="0024252B" w:rsidRPr="002813C1">
        <w:t>Ah</w:t>
      </w:r>
      <w:r>
        <w:t xml:space="preserve"> ! </w:t>
      </w:r>
      <w:r w:rsidR="0024252B" w:rsidRPr="002813C1">
        <w:t>vous dites non</w:t>
      </w:r>
      <w:r>
        <w:t> !…</w:t>
      </w:r>
    </w:p>
    <w:p w14:paraId="1CEB510D" w14:textId="77777777" w:rsidR="00B77E03" w:rsidRDefault="0024252B" w:rsidP="00B77E03">
      <w:r w:rsidRPr="002813C1">
        <w:lastRenderedPageBreak/>
        <w:t>Menaçant</w:t>
      </w:r>
      <w:r w:rsidR="00B77E03">
        <w:t xml:space="preserve">, </w:t>
      </w:r>
      <w:r w:rsidRPr="002813C1">
        <w:t>il marcha sur elle</w:t>
      </w:r>
      <w:r w:rsidR="00B77E03">
        <w:t xml:space="preserve">, </w:t>
      </w:r>
      <w:r w:rsidRPr="002813C1">
        <w:t>et lui saisissant le bras qu</w:t>
      </w:r>
      <w:r w:rsidR="00B77E03">
        <w:t>’</w:t>
      </w:r>
      <w:r w:rsidRPr="002813C1">
        <w:t>il serra à le briser</w:t>
      </w:r>
      <w:r w:rsidR="00B77E03">
        <w:t> :</w:t>
      </w:r>
    </w:p>
    <w:p w14:paraId="7DCD9856" w14:textId="77777777" w:rsidR="00B77E03" w:rsidRDefault="00B77E03" w:rsidP="00B77E03">
      <w:r>
        <w:t>— </w:t>
      </w:r>
      <w:r w:rsidR="0024252B" w:rsidRPr="002813C1">
        <w:t>Écrivez</w:t>
      </w:r>
      <w:r>
        <w:t xml:space="preserve"> !… </w:t>
      </w:r>
      <w:r w:rsidR="0024252B" w:rsidRPr="002813C1">
        <w:t>vociféra-t-il</w:t>
      </w:r>
      <w:r>
        <w:t xml:space="preserve">, </w:t>
      </w:r>
      <w:r w:rsidR="0024252B" w:rsidRPr="002813C1">
        <w:t>prenez garde</w:t>
      </w:r>
      <w:r>
        <w:t xml:space="preserve"> !… </w:t>
      </w:r>
      <w:r w:rsidR="0024252B" w:rsidRPr="002813C1">
        <w:t>Ne me poussez pas à bout</w:t>
      </w:r>
      <w:r>
        <w:t>…</w:t>
      </w:r>
    </w:p>
    <w:p w14:paraId="4500BD89" w14:textId="16FF0893" w:rsidR="00B77E03" w:rsidRDefault="0024252B" w:rsidP="00B77E03">
      <w:r w:rsidRPr="002813C1">
        <w:t>Plus froide que le marbre</w:t>
      </w:r>
      <w:r w:rsidR="00B77E03">
        <w:t>, M</w:t>
      </w:r>
      <w:r w:rsidR="00B77E03" w:rsidRPr="00B77E03">
        <w:rPr>
          <w:vertAlign w:val="superscript"/>
        </w:rPr>
        <w:t>me</w:t>
      </w:r>
      <w:r w:rsidR="00B77E03">
        <w:t> </w:t>
      </w:r>
      <w:r w:rsidRPr="002813C1">
        <w:t>d</w:t>
      </w:r>
      <w:r w:rsidR="00B77E03">
        <w:t>’</w:t>
      </w:r>
      <w:r w:rsidRPr="002813C1">
        <w:t>Argelès montrait cette résignation des martyrs dont nulle violence ne triomphe</w:t>
      </w:r>
      <w:r w:rsidR="00B77E03">
        <w:t>.</w:t>
      </w:r>
    </w:p>
    <w:p w14:paraId="25D37F57" w14:textId="77777777" w:rsidR="00B77E03" w:rsidRDefault="00B77E03" w:rsidP="00B77E03">
      <w:r>
        <w:t>— </w:t>
      </w:r>
      <w:r w:rsidR="0024252B" w:rsidRPr="002813C1">
        <w:t>Vous n</w:t>
      </w:r>
      <w:r>
        <w:t>’</w:t>
      </w:r>
      <w:r w:rsidR="0024252B" w:rsidRPr="002813C1">
        <w:t>obtiendrez rien de moi</w:t>
      </w:r>
      <w:r>
        <w:t xml:space="preserve">, </w:t>
      </w:r>
      <w:r w:rsidR="0024252B" w:rsidRPr="002813C1">
        <w:t>prononça-t-elle</w:t>
      </w:r>
      <w:r>
        <w:t xml:space="preserve">, </w:t>
      </w:r>
      <w:r w:rsidR="0024252B" w:rsidRPr="002813C1">
        <w:t>rien</w:t>
      </w:r>
      <w:r>
        <w:t xml:space="preserve">, </w:t>
      </w:r>
      <w:r w:rsidR="0024252B" w:rsidRPr="002813C1">
        <w:t>rien</w:t>
      </w:r>
      <w:r>
        <w:t xml:space="preserve">, </w:t>
      </w:r>
      <w:r w:rsidR="0024252B" w:rsidRPr="002813C1">
        <w:t>rien</w:t>
      </w:r>
      <w:r>
        <w:t> !…</w:t>
      </w:r>
    </w:p>
    <w:p w14:paraId="5EF8AF69" w14:textId="77BFC2A6" w:rsidR="00B77E03" w:rsidRDefault="0024252B" w:rsidP="00B77E03">
      <w:r w:rsidRPr="002813C1">
        <w:t>Ivre de fureur</w:t>
      </w:r>
      <w:r w:rsidR="00B77E03">
        <w:t xml:space="preserve">, </w:t>
      </w:r>
      <w:r w:rsidRPr="002813C1">
        <w:t>enragé</w:t>
      </w:r>
      <w:r w:rsidR="00B77E03">
        <w:t xml:space="preserve">, </w:t>
      </w:r>
      <w:r w:rsidRPr="002813C1">
        <w:t>fou</w:t>
      </w:r>
      <w:r w:rsidR="00B77E03">
        <w:t>, M. </w:t>
      </w:r>
      <w:proofErr w:type="spellStart"/>
      <w:r w:rsidRPr="002813C1">
        <w:t>Wilkie</w:t>
      </w:r>
      <w:proofErr w:type="spellEnd"/>
      <w:r w:rsidRPr="002813C1">
        <w:t xml:space="preserve"> osa lever le bras</w:t>
      </w:r>
      <w:r w:rsidR="00B77E03">
        <w:t>…</w:t>
      </w:r>
    </w:p>
    <w:p w14:paraId="70A82060" w14:textId="77777777" w:rsidR="00B77E03" w:rsidRDefault="0024252B" w:rsidP="00B77E03">
      <w:r w:rsidRPr="002813C1">
        <w:t>Mais la porte s</w:t>
      </w:r>
      <w:r w:rsidR="00B77E03">
        <w:t>’</w:t>
      </w:r>
      <w:r w:rsidRPr="002813C1">
        <w:t>ouvrit violemment</w:t>
      </w:r>
      <w:r w:rsidR="00B77E03">
        <w:t xml:space="preserve">, </w:t>
      </w:r>
      <w:r w:rsidRPr="002813C1">
        <w:t>et un homme bondit jusqu</w:t>
      </w:r>
      <w:r w:rsidR="00B77E03">
        <w:t>’</w:t>
      </w:r>
      <w:r w:rsidRPr="002813C1">
        <w:t>à lui</w:t>
      </w:r>
      <w:r w:rsidR="00B77E03">
        <w:t xml:space="preserve">, </w:t>
      </w:r>
      <w:r w:rsidRPr="002813C1">
        <w:t>dont la main puissante s</w:t>
      </w:r>
      <w:r w:rsidR="00B77E03">
        <w:t>’</w:t>
      </w:r>
      <w:r w:rsidRPr="002813C1">
        <w:t>abattant sur son épaule le renversa avant qu</w:t>
      </w:r>
      <w:r w:rsidR="00B77E03">
        <w:t>’</w:t>
      </w:r>
      <w:r w:rsidRPr="002813C1">
        <w:t>il eût frappé</w:t>
      </w:r>
      <w:r w:rsidR="00B77E03">
        <w:t> !…</w:t>
      </w:r>
    </w:p>
    <w:p w14:paraId="7886C5BC" w14:textId="77777777" w:rsidR="00B77E03" w:rsidRDefault="0024252B" w:rsidP="00B77E03">
      <w:r w:rsidRPr="002813C1">
        <w:t>C</w:t>
      </w:r>
      <w:r w:rsidR="00B77E03">
        <w:t>’</w:t>
      </w:r>
      <w:r w:rsidRPr="002813C1">
        <w:t xml:space="preserve">était le baron </w:t>
      </w:r>
      <w:proofErr w:type="spellStart"/>
      <w:r w:rsidRPr="002813C1">
        <w:t>Trigault</w:t>
      </w:r>
      <w:proofErr w:type="spellEnd"/>
      <w:r w:rsidR="00B77E03">
        <w:t>…</w:t>
      </w:r>
    </w:p>
    <w:p w14:paraId="32D01E62" w14:textId="27A8E45C" w:rsidR="00B77E03" w:rsidRDefault="0024252B" w:rsidP="00B77E03">
      <w:r w:rsidRPr="002813C1">
        <w:t>De même que tous les joueurs</w:t>
      </w:r>
      <w:r w:rsidR="00B77E03">
        <w:t xml:space="preserve">, </w:t>
      </w:r>
      <w:r w:rsidRPr="002813C1">
        <w:t>il avait vu l</w:t>
      </w:r>
      <w:r w:rsidR="00B77E03">
        <w:t>’</w:t>
      </w:r>
      <w:r w:rsidRPr="002813C1">
        <w:t xml:space="preserve">effroyable impression produite sur </w:t>
      </w:r>
      <w:r w:rsidR="00B77E03">
        <w:t>M</w:t>
      </w:r>
      <w:r w:rsidR="00B77E03" w:rsidRPr="00B77E03">
        <w:rPr>
          <w:vertAlign w:val="superscript"/>
        </w:rPr>
        <w:t>me</w:t>
      </w:r>
      <w:r w:rsidR="00B77E03">
        <w:t> </w:t>
      </w:r>
      <w:r w:rsidRPr="002813C1">
        <w:t>d</w:t>
      </w:r>
      <w:r w:rsidR="00B77E03">
        <w:t>’</w:t>
      </w:r>
      <w:r w:rsidRPr="002813C1">
        <w:t>Argelès par une simple carte de visite</w:t>
      </w:r>
      <w:r w:rsidR="00B77E03">
        <w:t>…</w:t>
      </w:r>
    </w:p>
    <w:p w14:paraId="78D9AA05" w14:textId="77777777" w:rsidR="00B77E03" w:rsidRDefault="0024252B" w:rsidP="00B77E03">
      <w:r w:rsidRPr="002813C1">
        <w:t>Mais il eut sur les autres cet avantage qu</w:t>
      </w:r>
      <w:r w:rsidR="00B77E03">
        <w:t>’</w:t>
      </w:r>
      <w:r w:rsidRPr="002813C1">
        <w:t>il crut deviner et s</w:t>
      </w:r>
      <w:r w:rsidR="00B77E03">
        <w:t>’</w:t>
      </w:r>
      <w:r w:rsidRPr="002813C1">
        <w:t>expliquer les causes de ce soudain et incompréhensible effarement</w:t>
      </w:r>
      <w:r w:rsidR="00B77E03">
        <w:t>.</w:t>
      </w:r>
    </w:p>
    <w:p w14:paraId="64930FF5" w14:textId="77777777" w:rsidR="00B77E03" w:rsidRDefault="00B77E03" w:rsidP="00B77E03">
      <w:r>
        <w:t>— </w:t>
      </w:r>
      <w:r w:rsidR="0024252B" w:rsidRPr="002813C1">
        <w:t>On l</w:t>
      </w:r>
      <w:r>
        <w:t>’</w:t>
      </w:r>
      <w:r w:rsidR="0024252B" w:rsidRPr="002813C1">
        <w:t>a trahie</w:t>
      </w:r>
      <w:r>
        <w:t xml:space="preserve">, </w:t>
      </w:r>
      <w:r w:rsidR="0024252B" w:rsidRPr="002813C1">
        <w:t>la malheureuse</w:t>
      </w:r>
      <w:r>
        <w:t xml:space="preserve">, </w:t>
      </w:r>
      <w:r w:rsidR="0024252B" w:rsidRPr="002813C1">
        <w:t>pensa-t-il</w:t>
      </w:r>
      <w:r>
        <w:t xml:space="preserve">, </w:t>
      </w:r>
      <w:r w:rsidR="0024252B" w:rsidRPr="002813C1">
        <w:t>son fils est là</w:t>
      </w:r>
      <w:r>
        <w:t> !…</w:t>
      </w:r>
    </w:p>
    <w:p w14:paraId="16D270B2" w14:textId="77777777" w:rsidR="00B77E03" w:rsidRDefault="0024252B" w:rsidP="00B77E03">
      <w:r w:rsidRPr="002813C1">
        <w:t>Néanmoins</w:t>
      </w:r>
      <w:r w:rsidR="00B77E03">
        <w:t xml:space="preserve">, </w:t>
      </w:r>
      <w:r w:rsidRPr="002813C1">
        <w:t>tandis que les habitués s</w:t>
      </w:r>
      <w:r w:rsidR="00B77E03">
        <w:t>’</w:t>
      </w:r>
      <w:r w:rsidRPr="002813C1">
        <w:t>empressaient autour de la pauvre femme</w:t>
      </w:r>
      <w:r w:rsidR="00B77E03">
        <w:t xml:space="preserve">, </w:t>
      </w:r>
      <w:r w:rsidRPr="002813C1">
        <w:t>lui n</w:t>
      </w:r>
      <w:r w:rsidR="00B77E03">
        <w:t>’</w:t>
      </w:r>
      <w:r w:rsidRPr="002813C1">
        <w:t>abandonna pas le tapis vert</w:t>
      </w:r>
      <w:r w:rsidR="00B77E03">
        <w:t>.</w:t>
      </w:r>
    </w:p>
    <w:p w14:paraId="2CF0D40E" w14:textId="7BD102C8" w:rsidR="00B77E03" w:rsidRDefault="0024252B" w:rsidP="00B77E03">
      <w:r w:rsidRPr="002813C1">
        <w:t xml:space="preserve">Il avait en face de lui </w:t>
      </w:r>
      <w:r w:rsidR="00B77E03">
        <w:t>M. de </w:t>
      </w:r>
      <w:proofErr w:type="spellStart"/>
      <w:r w:rsidRPr="002813C1">
        <w:t>Coralth</w:t>
      </w:r>
      <w:proofErr w:type="spellEnd"/>
      <w:r w:rsidR="00B77E03">
        <w:t xml:space="preserve">, </w:t>
      </w:r>
      <w:r w:rsidRPr="002813C1">
        <w:t>et il lui avait semblé voir le brillant vicomte tressaillir et pâlir</w:t>
      </w:r>
      <w:r w:rsidR="00B77E03">
        <w:t xml:space="preserve">… </w:t>
      </w:r>
      <w:r w:rsidRPr="002813C1">
        <w:t>Des soupçons lui vinrent</w:t>
      </w:r>
      <w:r w:rsidR="00B77E03">
        <w:t xml:space="preserve">, </w:t>
      </w:r>
      <w:r w:rsidRPr="002813C1">
        <w:t>qu</w:t>
      </w:r>
      <w:r w:rsidR="00B77E03">
        <w:t>’</w:t>
      </w:r>
      <w:r w:rsidRPr="002813C1">
        <w:t>il voulut vérifier</w:t>
      </w:r>
      <w:r w:rsidR="00B77E03">
        <w:t>.</w:t>
      </w:r>
    </w:p>
    <w:p w14:paraId="68727BC9" w14:textId="77777777" w:rsidR="00B77E03" w:rsidRDefault="0024252B" w:rsidP="00B77E03">
      <w:r w:rsidRPr="002813C1">
        <w:lastRenderedPageBreak/>
        <w:t>Plus que jamais</w:t>
      </w:r>
      <w:r w:rsidR="00B77E03">
        <w:t xml:space="preserve">, </w:t>
      </w:r>
      <w:r w:rsidRPr="002813C1">
        <w:t>donc</w:t>
      </w:r>
      <w:r w:rsidR="00B77E03">
        <w:t xml:space="preserve">, </w:t>
      </w:r>
      <w:r w:rsidRPr="002813C1">
        <w:t>il parut absorbé par les cartes</w:t>
      </w:r>
      <w:r w:rsidR="00B77E03">
        <w:t xml:space="preserve">, </w:t>
      </w:r>
      <w:r w:rsidRPr="002813C1">
        <w:t>et on put l</w:t>
      </w:r>
      <w:r w:rsidR="00B77E03">
        <w:t>’</w:t>
      </w:r>
      <w:r w:rsidRPr="002813C1">
        <w:t>entendre gourmander les joueurs qui s</w:t>
      </w:r>
      <w:r w:rsidR="00B77E03">
        <w:t>’</w:t>
      </w:r>
      <w:r w:rsidRPr="002813C1">
        <w:t>étaient dérangés</w:t>
      </w:r>
      <w:r w:rsidR="00B77E03">
        <w:t>.</w:t>
      </w:r>
    </w:p>
    <w:p w14:paraId="2A05C9A9" w14:textId="77777777" w:rsidR="00B77E03" w:rsidRDefault="00B77E03" w:rsidP="00B77E03">
      <w:r>
        <w:t>— </w:t>
      </w:r>
      <w:r w:rsidR="0024252B" w:rsidRPr="002813C1">
        <w:t>Au bac</w:t>
      </w:r>
      <w:r>
        <w:t xml:space="preserve"> !… </w:t>
      </w:r>
      <w:r w:rsidR="0024252B" w:rsidRPr="002813C1">
        <w:t>messieurs</w:t>
      </w:r>
      <w:r>
        <w:t xml:space="preserve">, </w:t>
      </w:r>
      <w:r w:rsidR="0024252B" w:rsidRPr="002813C1">
        <w:t>criait-il</w:t>
      </w:r>
      <w:r>
        <w:t xml:space="preserve">, </w:t>
      </w:r>
      <w:r w:rsidR="0024252B" w:rsidRPr="002813C1">
        <w:t>au bac</w:t>
      </w:r>
      <w:r>
        <w:t xml:space="preserve">, </w:t>
      </w:r>
      <w:r w:rsidR="0024252B" w:rsidRPr="002813C1">
        <w:t>sacrebleu</w:t>
      </w:r>
      <w:r>
        <w:t xml:space="preserve"> !… </w:t>
      </w:r>
      <w:r w:rsidR="0024252B" w:rsidRPr="002813C1">
        <w:t>Nous gaspillons un temps précieux</w:t>
      </w:r>
      <w:r>
        <w:t xml:space="preserve"> !… </w:t>
      </w:r>
      <w:r w:rsidR="0024252B" w:rsidRPr="002813C1">
        <w:t>Nous aurions</w:t>
      </w:r>
      <w:r>
        <w:t xml:space="preserve">, </w:t>
      </w:r>
      <w:r w:rsidR="0024252B" w:rsidRPr="002813C1">
        <w:t>pendant que vous flânez là</w:t>
      </w:r>
      <w:r>
        <w:t xml:space="preserve">, </w:t>
      </w:r>
      <w:r w:rsidR="0024252B" w:rsidRPr="002813C1">
        <w:t>gagné ou perdu cent louis</w:t>
      </w:r>
      <w:r>
        <w:t>…</w:t>
      </w:r>
    </w:p>
    <w:p w14:paraId="59AF6637" w14:textId="6FE95529" w:rsidR="00B77E03" w:rsidRDefault="0024252B" w:rsidP="00B77E03">
      <w:r w:rsidRPr="002813C1">
        <w:t>Il n</w:t>
      </w:r>
      <w:r w:rsidR="00B77E03">
        <w:t>’</w:t>
      </w:r>
      <w:r w:rsidRPr="002813C1">
        <w:t>en était pas moins très-alarmé</w:t>
      </w:r>
      <w:r w:rsidR="00B77E03">
        <w:t xml:space="preserve">, </w:t>
      </w:r>
      <w:r w:rsidRPr="002813C1">
        <w:t>et l</w:t>
      </w:r>
      <w:r w:rsidR="00B77E03">
        <w:t>’</w:t>
      </w:r>
      <w:r w:rsidRPr="002813C1">
        <w:t xml:space="preserve">absence de </w:t>
      </w:r>
      <w:r w:rsidR="00B77E03">
        <w:t>M</w:t>
      </w:r>
      <w:r w:rsidR="00B77E03" w:rsidRPr="00B77E03">
        <w:rPr>
          <w:vertAlign w:val="superscript"/>
        </w:rPr>
        <w:t>me</w:t>
      </w:r>
      <w:r w:rsidR="00B77E03">
        <w:t> </w:t>
      </w:r>
      <w:r w:rsidRPr="002813C1">
        <w:t>d</w:t>
      </w:r>
      <w:r w:rsidR="00B77E03">
        <w:t>’</w:t>
      </w:r>
      <w:r w:rsidRPr="002813C1">
        <w:t>Argelès se prolongeant</w:t>
      </w:r>
      <w:r w:rsidR="00B77E03">
        <w:t xml:space="preserve">, </w:t>
      </w:r>
      <w:r w:rsidRPr="002813C1">
        <w:t>ses alarmes ne firent que croître de minute en minute</w:t>
      </w:r>
      <w:r w:rsidR="00B77E03">
        <w:t>.</w:t>
      </w:r>
    </w:p>
    <w:p w14:paraId="172AB09E" w14:textId="77777777" w:rsidR="00B77E03" w:rsidRDefault="0024252B" w:rsidP="00B77E03">
      <w:r w:rsidRPr="002813C1">
        <w:t>Au bout d</w:t>
      </w:r>
      <w:r w:rsidR="00B77E03">
        <w:t>’</w:t>
      </w:r>
      <w:r w:rsidRPr="002813C1">
        <w:t>une heure environ</w:t>
      </w:r>
      <w:r w:rsidR="00B77E03">
        <w:t xml:space="preserve">, </w:t>
      </w:r>
      <w:r w:rsidRPr="002813C1">
        <w:t>il n</w:t>
      </w:r>
      <w:r w:rsidR="00B77E03">
        <w:t>’</w:t>
      </w:r>
      <w:r w:rsidRPr="002813C1">
        <w:t>y tint plus</w:t>
      </w:r>
      <w:r w:rsidR="00B77E03">
        <w:t>…</w:t>
      </w:r>
    </w:p>
    <w:p w14:paraId="645E18EC" w14:textId="77777777" w:rsidR="00B77E03" w:rsidRDefault="0024252B" w:rsidP="00B77E03">
      <w:r w:rsidRPr="002813C1">
        <w:t>Profitant adroitement d</w:t>
      </w:r>
      <w:r w:rsidR="00B77E03">
        <w:t>’</w:t>
      </w:r>
      <w:r w:rsidRPr="002813C1">
        <w:t>un coup presque imperdable qu</w:t>
      </w:r>
      <w:r w:rsidR="00B77E03">
        <w:t>’</w:t>
      </w:r>
      <w:r w:rsidRPr="002813C1">
        <w:t>il perdit</w:t>
      </w:r>
      <w:r w:rsidR="00B77E03">
        <w:t xml:space="preserve">, </w:t>
      </w:r>
      <w:r w:rsidRPr="002813C1">
        <w:t>il se leva en jurant que ce bête d</w:t>
      </w:r>
      <w:r w:rsidR="00B77E03">
        <w:t>’</w:t>
      </w:r>
      <w:r w:rsidRPr="002813C1">
        <w:t>évanouissement avait dérangé la veine</w:t>
      </w:r>
      <w:r w:rsidR="00B77E03">
        <w:t xml:space="preserve">, </w:t>
      </w:r>
      <w:r w:rsidRPr="002813C1">
        <w:t>et</w:t>
      </w:r>
      <w:r w:rsidR="00B77E03">
        <w:t xml:space="preserve">, </w:t>
      </w:r>
      <w:r w:rsidRPr="002813C1">
        <w:t>passant dans le second salon</w:t>
      </w:r>
      <w:r w:rsidR="00B77E03">
        <w:t xml:space="preserve">, </w:t>
      </w:r>
      <w:r w:rsidRPr="002813C1">
        <w:t>il put sortir sans être remarqué</w:t>
      </w:r>
      <w:r w:rsidR="00B77E03">
        <w:t>.</w:t>
      </w:r>
    </w:p>
    <w:p w14:paraId="531318EF" w14:textId="77777777" w:rsidR="00B77E03" w:rsidRDefault="00B77E03" w:rsidP="00B77E03">
      <w:r>
        <w:t>— </w:t>
      </w:r>
      <w:r w:rsidR="0024252B" w:rsidRPr="002813C1">
        <w:t>Où est madame</w:t>
      </w:r>
      <w:r>
        <w:t xml:space="preserve"> ?… </w:t>
      </w:r>
      <w:r w:rsidR="0024252B" w:rsidRPr="002813C1">
        <w:t>demanda-t-il au premier valet qu</w:t>
      </w:r>
      <w:r>
        <w:t>’</w:t>
      </w:r>
      <w:r w:rsidR="0024252B" w:rsidRPr="002813C1">
        <w:t>il trouva</w:t>
      </w:r>
      <w:r>
        <w:t>.</w:t>
      </w:r>
    </w:p>
    <w:p w14:paraId="704A1F7A" w14:textId="77777777" w:rsidR="00B77E03" w:rsidRDefault="00B77E03" w:rsidP="00B77E03">
      <w:r>
        <w:t>— </w:t>
      </w:r>
      <w:r w:rsidR="0024252B" w:rsidRPr="002813C1">
        <w:t>Dans le petit salon d</w:t>
      </w:r>
      <w:r>
        <w:t>’</w:t>
      </w:r>
      <w:r w:rsidR="0024252B" w:rsidRPr="002813C1">
        <w:t>été</w:t>
      </w:r>
      <w:r>
        <w:t>.</w:t>
      </w:r>
    </w:p>
    <w:p w14:paraId="1E886253" w14:textId="77777777" w:rsidR="00B77E03" w:rsidRDefault="00B77E03" w:rsidP="00B77E03">
      <w:r>
        <w:t>— </w:t>
      </w:r>
      <w:r w:rsidR="0024252B" w:rsidRPr="002813C1">
        <w:t>Seule</w:t>
      </w:r>
      <w:r>
        <w:t> ?…</w:t>
      </w:r>
    </w:p>
    <w:p w14:paraId="794E93F9" w14:textId="77777777" w:rsidR="00B77E03" w:rsidRDefault="00B77E03" w:rsidP="00B77E03">
      <w:r>
        <w:t>— </w:t>
      </w:r>
      <w:r w:rsidR="0024252B" w:rsidRPr="002813C1">
        <w:t>Non</w:t>
      </w:r>
      <w:r>
        <w:t xml:space="preserve">, </w:t>
      </w:r>
      <w:r w:rsidR="0024252B" w:rsidRPr="002813C1">
        <w:t>avec un jeune homme</w:t>
      </w:r>
      <w:r>
        <w:t>.</w:t>
      </w:r>
    </w:p>
    <w:p w14:paraId="5F4F8520" w14:textId="77777777" w:rsidR="00B77E03" w:rsidRDefault="0024252B" w:rsidP="00B77E03">
      <w:r w:rsidRPr="002813C1">
        <w:t>Le baron ne douta plus de la justesse de ses conjectures</w:t>
      </w:r>
      <w:r w:rsidR="00B77E03">
        <w:t xml:space="preserve">, </w:t>
      </w:r>
      <w:r w:rsidRPr="002813C1">
        <w:t>et son inquiétude en fut doublée</w:t>
      </w:r>
      <w:r w:rsidR="00B77E03">
        <w:t>.</w:t>
      </w:r>
    </w:p>
    <w:p w14:paraId="59C7A9CD" w14:textId="77777777" w:rsidR="00B77E03" w:rsidRDefault="0024252B" w:rsidP="00B77E03">
      <w:r w:rsidRPr="002813C1">
        <w:t>Rapidement</w:t>
      </w:r>
      <w:r w:rsidR="00B77E03">
        <w:t xml:space="preserve">, </w:t>
      </w:r>
      <w:r w:rsidRPr="002813C1">
        <w:t>alors</w:t>
      </w:r>
      <w:r w:rsidR="00B77E03">
        <w:t xml:space="preserve">, </w:t>
      </w:r>
      <w:r w:rsidRPr="002813C1">
        <w:t>en homme qui se sent chez lui et qui connaît les êtres</w:t>
      </w:r>
      <w:r w:rsidR="00B77E03">
        <w:t xml:space="preserve">, </w:t>
      </w:r>
      <w:r w:rsidRPr="002813C1">
        <w:t>il courut à la porte du petit salon et écouta</w:t>
      </w:r>
      <w:r w:rsidR="00B77E03">
        <w:t>.</w:t>
      </w:r>
    </w:p>
    <w:p w14:paraId="6D893096" w14:textId="11F3B926" w:rsidR="00B77E03" w:rsidRDefault="0024252B" w:rsidP="00B77E03">
      <w:r w:rsidRPr="002813C1">
        <w:t>La rage des convoitises déçues donnait en ce moment d</w:t>
      </w:r>
      <w:r w:rsidR="00B77E03">
        <w:t>’</w:t>
      </w:r>
      <w:r w:rsidRPr="002813C1">
        <w:t xml:space="preserve">effrayantes intonations à la voix de </w:t>
      </w:r>
      <w:r w:rsidR="00B77E03">
        <w:t>M. </w:t>
      </w:r>
      <w:proofErr w:type="spellStart"/>
      <w:r w:rsidRPr="002813C1">
        <w:t>Wilkie</w:t>
      </w:r>
      <w:proofErr w:type="spellEnd"/>
      <w:r w:rsidR="00B77E03">
        <w:t>.</w:t>
      </w:r>
    </w:p>
    <w:p w14:paraId="5278F56A" w14:textId="77777777" w:rsidR="00B77E03" w:rsidRDefault="0024252B" w:rsidP="00B77E03">
      <w:r w:rsidRPr="002813C1">
        <w:t>Le baron eut peur</w:t>
      </w:r>
      <w:r w:rsidR="00B77E03">
        <w:t>…</w:t>
      </w:r>
    </w:p>
    <w:p w14:paraId="1428D007" w14:textId="3ACF6CAA" w:rsidR="00B77E03" w:rsidRDefault="0024252B" w:rsidP="00B77E03">
      <w:r w:rsidRPr="002813C1">
        <w:lastRenderedPageBreak/>
        <w:t>Il se pencha</w:t>
      </w:r>
      <w:r w:rsidR="00B77E03">
        <w:t xml:space="preserve">, </w:t>
      </w:r>
      <w:r w:rsidRPr="002813C1">
        <w:t>appliqua son œil à la serrure</w:t>
      </w:r>
      <w:r w:rsidR="00B77E03">
        <w:t xml:space="preserve">, </w:t>
      </w:r>
      <w:r w:rsidRPr="002813C1">
        <w:t xml:space="preserve">vit </w:t>
      </w:r>
      <w:r w:rsidR="00B77E03">
        <w:t>M. </w:t>
      </w:r>
      <w:proofErr w:type="spellStart"/>
      <w:r w:rsidRPr="002813C1">
        <w:t>Wilkie</w:t>
      </w:r>
      <w:proofErr w:type="spellEnd"/>
      <w:r w:rsidRPr="002813C1">
        <w:t xml:space="preserve"> la main levée</w:t>
      </w:r>
      <w:r w:rsidR="00B77E03">
        <w:t xml:space="preserve">, </w:t>
      </w:r>
      <w:r w:rsidRPr="002813C1">
        <w:t>et enfonça plutôt qu</w:t>
      </w:r>
      <w:r w:rsidR="00B77E03">
        <w:t>’</w:t>
      </w:r>
      <w:r w:rsidRPr="002813C1">
        <w:t>il n</w:t>
      </w:r>
      <w:r w:rsidR="00B77E03">
        <w:t>’</w:t>
      </w:r>
      <w:r w:rsidRPr="002813C1">
        <w:t>ouvrit la porte</w:t>
      </w:r>
      <w:r w:rsidR="00B77E03">
        <w:t>.</w:t>
      </w:r>
    </w:p>
    <w:p w14:paraId="22945A0C" w14:textId="12C6AD5B" w:rsidR="00B77E03" w:rsidRDefault="0024252B" w:rsidP="00B77E03">
      <w:r w:rsidRPr="002813C1">
        <w:t xml:space="preserve">Et il arriva juste à temps pour abattre </w:t>
      </w:r>
      <w:r w:rsidR="00B77E03">
        <w:t>M. </w:t>
      </w:r>
      <w:proofErr w:type="spellStart"/>
      <w:r w:rsidRPr="002813C1">
        <w:t>Wilkie</w:t>
      </w:r>
      <w:proofErr w:type="spellEnd"/>
      <w:r w:rsidRPr="002813C1">
        <w:t xml:space="preserve"> et sauver </w:t>
      </w:r>
      <w:r w:rsidR="00B77E03">
        <w:t>M</w:t>
      </w:r>
      <w:r w:rsidR="00B77E03" w:rsidRPr="00B77E03">
        <w:rPr>
          <w:vertAlign w:val="superscript"/>
        </w:rPr>
        <w:t>me</w:t>
      </w:r>
      <w:r w:rsidR="00B77E03">
        <w:t> </w:t>
      </w:r>
      <w:r w:rsidRPr="002813C1">
        <w:t>d</w:t>
      </w:r>
      <w:r w:rsidR="00B77E03">
        <w:t>’</w:t>
      </w:r>
      <w:r w:rsidRPr="002813C1">
        <w:t>Argelès de cet épouvantable malheur</w:t>
      </w:r>
      <w:r w:rsidR="00B77E03">
        <w:t xml:space="preserve">, </w:t>
      </w:r>
      <w:r w:rsidRPr="002813C1">
        <w:t>de ce suprême outrage d</w:t>
      </w:r>
      <w:r w:rsidR="00B77E03">
        <w:t>’</w:t>
      </w:r>
      <w:r w:rsidRPr="002813C1">
        <w:t>être battue par son fils</w:t>
      </w:r>
      <w:r w:rsidR="00B77E03">
        <w:t>.</w:t>
      </w:r>
    </w:p>
    <w:p w14:paraId="6A852169" w14:textId="77777777" w:rsidR="00B77E03" w:rsidRDefault="00B77E03" w:rsidP="00B77E03">
      <w:r>
        <w:t>— </w:t>
      </w:r>
      <w:r w:rsidR="0024252B" w:rsidRPr="002813C1">
        <w:t>Ah</w:t>
      </w:r>
      <w:r>
        <w:t xml:space="preserve"> !… </w:t>
      </w:r>
      <w:r w:rsidR="0024252B" w:rsidRPr="002813C1">
        <w:t>misérable</w:t>
      </w:r>
      <w:r>
        <w:t xml:space="preserve"> !… </w:t>
      </w:r>
      <w:r w:rsidR="0024252B" w:rsidRPr="002813C1">
        <w:t>criait le brave baron</w:t>
      </w:r>
      <w:r>
        <w:t xml:space="preserve">, </w:t>
      </w:r>
      <w:r w:rsidR="0024252B" w:rsidRPr="002813C1">
        <w:t>transporté d</w:t>
      </w:r>
      <w:r>
        <w:t>’</w:t>
      </w:r>
      <w:r w:rsidR="0024252B" w:rsidRPr="002813C1">
        <w:t>indignation</w:t>
      </w:r>
      <w:r>
        <w:t xml:space="preserve"> ; </w:t>
      </w:r>
      <w:r w:rsidR="0024252B" w:rsidRPr="002813C1">
        <w:t>brigand</w:t>
      </w:r>
      <w:r>
        <w:t xml:space="preserve"> ! </w:t>
      </w:r>
      <w:r w:rsidR="0024252B" w:rsidRPr="002813C1">
        <w:t>Crevé de deux sous</w:t>
      </w:r>
      <w:r>
        <w:t xml:space="preserve"> !… </w:t>
      </w:r>
      <w:r w:rsidR="0024252B" w:rsidRPr="002813C1">
        <w:t>C</w:t>
      </w:r>
      <w:r>
        <w:t>’</w:t>
      </w:r>
      <w:r w:rsidR="0024252B" w:rsidRPr="002813C1">
        <w:t>est ainsi que tu traites une malheureuse femme qui s</w:t>
      </w:r>
      <w:r>
        <w:t>’</w:t>
      </w:r>
      <w:r w:rsidR="0024252B" w:rsidRPr="002813C1">
        <w:t>est immolée pour toi</w:t>
      </w:r>
      <w:r>
        <w:t xml:space="preserve">… </w:t>
      </w:r>
      <w:r w:rsidR="0024252B" w:rsidRPr="002813C1">
        <w:t>Ta mère</w:t>
      </w:r>
      <w:r>
        <w:t xml:space="preserve"> !… </w:t>
      </w:r>
      <w:r w:rsidR="0024252B" w:rsidRPr="002813C1">
        <w:t>Tu voulais battre ta mère</w:t>
      </w:r>
      <w:r>
        <w:t xml:space="preserve">, </w:t>
      </w:r>
      <w:r w:rsidR="0024252B" w:rsidRPr="002813C1">
        <w:t>toi qui devrais baiser les traces de ses pas</w:t>
      </w:r>
      <w:r>
        <w:t> !…</w:t>
      </w:r>
    </w:p>
    <w:p w14:paraId="409EBC4D" w14:textId="7E6A03D1" w:rsidR="00B77E03" w:rsidRDefault="0024252B" w:rsidP="00B77E03">
      <w:r w:rsidRPr="002813C1">
        <w:t>Livide comme si tout son sang se fût tourné en fiel</w:t>
      </w:r>
      <w:r w:rsidR="00B77E03">
        <w:t xml:space="preserve">, </w:t>
      </w:r>
      <w:r w:rsidRPr="002813C1">
        <w:t>la lèvre sèche et tremblante</w:t>
      </w:r>
      <w:r w:rsidR="00B77E03">
        <w:t xml:space="preserve">, </w:t>
      </w:r>
      <w:r w:rsidRPr="002813C1">
        <w:t>l</w:t>
      </w:r>
      <w:r w:rsidR="00B77E03">
        <w:t>’</w:t>
      </w:r>
      <w:r w:rsidRPr="002813C1">
        <w:t>œil injecté</w:t>
      </w:r>
      <w:r w:rsidR="00B77E03">
        <w:t>, M. </w:t>
      </w:r>
      <w:proofErr w:type="spellStart"/>
      <w:r w:rsidRPr="002813C1">
        <w:t>Wilkie</w:t>
      </w:r>
      <w:proofErr w:type="spellEnd"/>
      <w:r w:rsidRPr="002813C1">
        <w:t xml:space="preserve"> se relevait péniblement</w:t>
      </w:r>
      <w:r w:rsidR="00B77E03">
        <w:t xml:space="preserve">, </w:t>
      </w:r>
      <w:r w:rsidRPr="002813C1">
        <w:t>frottant de la main droite son coude gauche</w:t>
      </w:r>
      <w:r w:rsidR="00B77E03">
        <w:t xml:space="preserve">, </w:t>
      </w:r>
      <w:r w:rsidRPr="002813C1">
        <w:t>qui</w:t>
      </w:r>
      <w:r w:rsidR="00B77E03">
        <w:t xml:space="preserve">, </w:t>
      </w:r>
      <w:r w:rsidRPr="002813C1">
        <w:t>dans sa chute</w:t>
      </w:r>
      <w:r w:rsidR="00B77E03">
        <w:t xml:space="preserve">, </w:t>
      </w:r>
      <w:r w:rsidRPr="002813C1">
        <w:t>avait porté contre l</w:t>
      </w:r>
      <w:r w:rsidR="00B77E03">
        <w:t>’</w:t>
      </w:r>
      <w:r w:rsidRPr="002813C1">
        <w:t>angle d</w:t>
      </w:r>
      <w:r w:rsidR="00B77E03">
        <w:t>’</w:t>
      </w:r>
      <w:r w:rsidRPr="002813C1">
        <w:t>un meuble</w:t>
      </w:r>
      <w:r w:rsidR="00B77E03">
        <w:t>.</w:t>
      </w:r>
    </w:p>
    <w:p w14:paraId="43109145" w14:textId="77777777" w:rsidR="00B77E03" w:rsidRDefault="00B77E03" w:rsidP="00B77E03">
      <w:r>
        <w:t>— </w:t>
      </w:r>
      <w:r w:rsidR="0024252B" w:rsidRPr="002813C1">
        <w:t>Manant</w:t>
      </w:r>
      <w:r>
        <w:t xml:space="preserve"> ! </w:t>
      </w:r>
      <w:r w:rsidR="0024252B" w:rsidRPr="002813C1">
        <w:t>grondait-il d</w:t>
      </w:r>
      <w:r>
        <w:t>’</w:t>
      </w:r>
      <w:r w:rsidR="0024252B" w:rsidRPr="002813C1">
        <w:t>un ton farouche</w:t>
      </w:r>
      <w:r>
        <w:t xml:space="preserve">, </w:t>
      </w:r>
      <w:r w:rsidR="0024252B" w:rsidRPr="002813C1">
        <w:t>brutal</w:t>
      </w:r>
      <w:r>
        <w:t xml:space="preserve"> !… </w:t>
      </w:r>
      <w:r w:rsidR="0024252B" w:rsidRPr="002813C1">
        <w:t>butor</w:t>
      </w:r>
      <w:r>
        <w:t> !…</w:t>
      </w:r>
    </w:p>
    <w:p w14:paraId="74EAA90A" w14:textId="77777777" w:rsidR="00B77E03" w:rsidRDefault="0024252B" w:rsidP="00B77E03">
      <w:r w:rsidRPr="002813C1">
        <w:t>Et se reculant un peu</w:t>
      </w:r>
      <w:r w:rsidR="00B77E03">
        <w:t> :</w:t>
      </w:r>
    </w:p>
    <w:p w14:paraId="34AB6164" w14:textId="77777777" w:rsidR="00B77E03" w:rsidRDefault="00B77E03" w:rsidP="00B77E03">
      <w:r>
        <w:t>— </w:t>
      </w:r>
      <w:r w:rsidR="0024252B" w:rsidRPr="002813C1">
        <w:t>Qui vous a permis d</w:t>
      </w:r>
      <w:r>
        <w:t>’</w:t>
      </w:r>
      <w:r w:rsidR="0024252B" w:rsidRPr="002813C1">
        <w:t>entrer ici</w:t>
      </w:r>
      <w:r>
        <w:t xml:space="preserve"> ?… </w:t>
      </w:r>
      <w:r w:rsidR="0024252B" w:rsidRPr="002813C1">
        <w:t>ajouta-t-il</w:t>
      </w:r>
      <w:r>
        <w:t xml:space="preserve">. </w:t>
      </w:r>
      <w:r w:rsidR="0024252B" w:rsidRPr="002813C1">
        <w:t>Qui êtes-vous</w:t>
      </w:r>
      <w:r>
        <w:t xml:space="preserve"> ?… </w:t>
      </w:r>
      <w:r w:rsidR="0024252B" w:rsidRPr="002813C1">
        <w:t>De quel droit vous mêlez-vous de mes affaires</w:t>
      </w:r>
      <w:r>
        <w:t> ?…</w:t>
      </w:r>
    </w:p>
    <w:p w14:paraId="55FACBF9" w14:textId="77777777" w:rsidR="00B77E03" w:rsidRDefault="00B77E03" w:rsidP="00B77E03">
      <w:r>
        <w:t>— </w:t>
      </w:r>
      <w:r w:rsidR="0024252B" w:rsidRPr="002813C1">
        <w:t>Du droit qu</w:t>
      </w:r>
      <w:r>
        <w:t>’</w:t>
      </w:r>
      <w:r w:rsidR="0024252B" w:rsidRPr="002813C1">
        <w:t>a tout honnête homme de châtier un lâche gredin</w:t>
      </w:r>
      <w:r>
        <w:t> !…</w:t>
      </w:r>
    </w:p>
    <w:p w14:paraId="0F8C20CF" w14:textId="4EA021C5" w:rsidR="00B77E03" w:rsidRDefault="0024252B" w:rsidP="00B77E03">
      <w:r w:rsidRPr="002813C1">
        <w:t xml:space="preserve">Les poings de </w:t>
      </w:r>
      <w:r w:rsidR="00B77E03">
        <w:t>M. </w:t>
      </w:r>
      <w:proofErr w:type="spellStart"/>
      <w:r w:rsidRPr="002813C1">
        <w:t>Wilkie</w:t>
      </w:r>
      <w:proofErr w:type="spellEnd"/>
      <w:r w:rsidRPr="002813C1">
        <w:t xml:space="preserve"> se crispèrent</w:t>
      </w:r>
      <w:r w:rsidR="00B77E03">
        <w:t> :</w:t>
      </w:r>
    </w:p>
    <w:p w14:paraId="7EFDE207" w14:textId="77777777" w:rsidR="00B77E03" w:rsidRDefault="00B77E03" w:rsidP="00B77E03">
      <w:r>
        <w:t>— </w:t>
      </w:r>
      <w:r w:rsidR="0024252B" w:rsidRPr="002813C1">
        <w:t>Lâche vous-même</w:t>
      </w:r>
      <w:r>
        <w:t xml:space="preserve">, </w:t>
      </w:r>
      <w:r w:rsidR="0024252B" w:rsidRPr="002813C1">
        <w:t>insolent</w:t>
      </w:r>
      <w:r>
        <w:t xml:space="preserve"> !… </w:t>
      </w:r>
      <w:r w:rsidR="0024252B" w:rsidRPr="002813C1">
        <w:t>riposta-t-il</w:t>
      </w:r>
      <w:r>
        <w:t xml:space="preserve">… </w:t>
      </w:r>
      <w:r w:rsidR="0024252B" w:rsidRPr="002813C1">
        <w:t>Faites donc attention à qui vous parlez</w:t>
      </w:r>
      <w:r>
        <w:t xml:space="preserve"> !… </w:t>
      </w:r>
      <w:r w:rsidR="0024252B" w:rsidRPr="002813C1">
        <w:t>Il faudrait voir à changer un peu vos manières</w:t>
      </w:r>
      <w:r>
        <w:t xml:space="preserve">, </w:t>
      </w:r>
      <w:r w:rsidR="0024252B" w:rsidRPr="002813C1">
        <w:t>espèce de vieux</w:t>
      </w:r>
      <w:r>
        <w:t>…</w:t>
      </w:r>
    </w:p>
    <w:p w14:paraId="45A43CEF" w14:textId="77777777" w:rsidR="00B77E03" w:rsidRDefault="0024252B" w:rsidP="00B77E03">
      <w:r w:rsidRPr="002813C1">
        <w:t>Le mot qu</w:t>
      </w:r>
      <w:r w:rsidR="00B77E03">
        <w:t>’</w:t>
      </w:r>
      <w:r w:rsidRPr="002813C1">
        <w:t>il prononça était ignoble et bas</w:t>
      </w:r>
      <w:r w:rsidR="00B77E03">
        <w:t xml:space="preserve">, </w:t>
      </w:r>
      <w:r w:rsidRPr="002813C1">
        <w:t>et de ceux qui ne sauraient être une insulte pour un homme de cœur</w:t>
      </w:r>
      <w:r w:rsidR="00B77E03">
        <w:t>…</w:t>
      </w:r>
    </w:p>
    <w:p w14:paraId="662FB65C" w14:textId="77777777" w:rsidR="00B77E03" w:rsidRDefault="0024252B" w:rsidP="00B77E03">
      <w:r w:rsidRPr="002813C1">
        <w:lastRenderedPageBreak/>
        <w:t>N</w:t>
      </w:r>
      <w:r w:rsidR="00B77E03">
        <w:t>’</w:t>
      </w:r>
      <w:r w:rsidRPr="002813C1">
        <w:t>importe</w:t>
      </w:r>
      <w:r w:rsidR="00B77E03">
        <w:t xml:space="preserve"> !… </w:t>
      </w:r>
      <w:r w:rsidRPr="002813C1">
        <w:t>le baron en fut cinglé comme de la lanière d</w:t>
      </w:r>
      <w:r w:rsidR="00B77E03">
        <w:t>’</w:t>
      </w:r>
      <w:r w:rsidRPr="002813C1">
        <w:t>un fouet</w:t>
      </w:r>
      <w:r w:rsidR="00B77E03">
        <w:t xml:space="preserve">… </w:t>
      </w:r>
      <w:r w:rsidRPr="002813C1">
        <w:t>Sa large face s</w:t>
      </w:r>
      <w:r w:rsidR="00B77E03">
        <w:t>’</w:t>
      </w:r>
      <w:r w:rsidRPr="002813C1">
        <w:t>empourpra comme s</w:t>
      </w:r>
      <w:r w:rsidR="00B77E03">
        <w:t>’</w:t>
      </w:r>
      <w:r w:rsidRPr="002813C1">
        <w:t>il eût été touché par l</w:t>
      </w:r>
      <w:r w:rsidR="00B77E03">
        <w:t>’</w:t>
      </w:r>
      <w:r w:rsidRPr="002813C1">
        <w:t>apoplexie</w:t>
      </w:r>
      <w:r w:rsidR="00B77E03">
        <w:t>…</w:t>
      </w:r>
    </w:p>
    <w:p w14:paraId="2AFD08A5" w14:textId="712C4765" w:rsidR="00B77E03" w:rsidRDefault="0024252B" w:rsidP="00B77E03">
      <w:r w:rsidRPr="002813C1">
        <w:t>Un éclair de colère jaillit de ses yeux</w:t>
      </w:r>
      <w:r w:rsidR="00B77E03">
        <w:t xml:space="preserve">, </w:t>
      </w:r>
      <w:r w:rsidRPr="002813C1">
        <w:t>si menaçant et si terrible</w:t>
      </w:r>
      <w:r w:rsidR="00B77E03">
        <w:t xml:space="preserve">, </w:t>
      </w:r>
      <w:r w:rsidRPr="002813C1">
        <w:t>qu</w:t>
      </w:r>
      <w:r w:rsidR="00B77E03">
        <w:t>’</w:t>
      </w:r>
      <w:r w:rsidRPr="002813C1">
        <w:t xml:space="preserve">il tira </w:t>
      </w:r>
      <w:r w:rsidR="00B77E03">
        <w:t>M</w:t>
      </w:r>
      <w:r w:rsidR="00B77E03" w:rsidRPr="00B77E03">
        <w:rPr>
          <w:vertAlign w:val="superscript"/>
        </w:rPr>
        <w:t>me</w:t>
      </w:r>
      <w:r w:rsidR="00B77E03">
        <w:t> </w:t>
      </w:r>
      <w:r w:rsidRPr="002813C1">
        <w:t>d</w:t>
      </w:r>
      <w:r w:rsidR="00B77E03">
        <w:t>’</w:t>
      </w:r>
      <w:r w:rsidRPr="002813C1">
        <w:t>Argelès de l</w:t>
      </w:r>
      <w:r w:rsidR="00B77E03">
        <w:t>’</w:t>
      </w:r>
      <w:r w:rsidRPr="002813C1">
        <w:t>anéantissement où elle était plongée</w:t>
      </w:r>
      <w:r w:rsidR="00B77E03">
        <w:t>…</w:t>
      </w:r>
    </w:p>
    <w:p w14:paraId="122285BF" w14:textId="77777777" w:rsidR="00B77E03" w:rsidRDefault="0024252B" w:rsidP="00B77E03">
      <w:r w:rsidRPr="002813C1">
        <w:t>Elle vit son fils broyé</w:t>
      </w:r>
      <w:r w:rsidR="00B77E03">
        <w:t xml:space="preserve">, </w:t>
      </w:r>
      <w:r w:rsidRPr="002813C1">
        <w:t>et étendant le bras pour le protéger</w:t>
      </w:r>
      <w:r w:rsidR="00B77E03">
        <w:t> :</w:t>
      </w:r>
    </w:p>
    <w:p w14:paraId="1162D30B" w14:textId="77777777" w:rsidR="00B77E03" w:rsidRDefault="00B77E03" w:rsidP="00B77E03">
      <w:r>
        <w:t>— </w:t>
      </w:r>
      <w:r w:rsidR="0024252B" w:rsidRPr="002813C1">
        <w:t>Jacques</w:t>
      </w:r>
      <w:r>
        <w:t xml:space="preserve"> !… </w:t>
      </w:r>
      <w:r w:rsidR="0024252B" w:rsidRPr="002813C1">
        <w:t>balbutia-t-elle</w:t>
      </w:r>
      <w:r>
        <w:t xml:space="preserve">, </w:t>
      </w:r>
      <w:r w:rsidR="0024252B" w:rsidRPr="002813C1">
        <w:t>d</w:t>
      </w:r>
      <w:r>
        <w:t>’</w:t>
      </w:r>
      <w:r w:rsidR="0024252B" w:rsidRPr="002813C1">
        <w:t>une voix suppliante</w:t>
      </w:r>
      <w:r>
        <w:t xml:space="preserve">, </w:t>
      </w:r>
      <w:r w:rsidR="0024252B" w:rsidRPr="002813C1">
        <w:t>Jacques</w:t>
      </w:r>
      <w:r>
        <w:t> !…</w:t>
      </w:r>
    </w:p>
    <w:p w14:paraId="1C795625" w14:textId="572D6DE4" w:rsidR="00B77E03" w:rsidRDefault="0024252B" w:rsidP="00B77E03">
      <w:r w:rsidRPr="002813C1">
        <w:t>C</w:t>
      </w:r>
      <w:r w:rsidR="00B77E03">
        <w:t>’</w:t>
      </w:r>
      <w:r w:rsidRPr="002813C1">
        <w:t xml:space="preserve">était là le nom qui était resté figé dans la mémoire de </w:t>
      </w:r>
      <w:r w:rsidR="00B77E03">
        <w:t>M. </w:t>
      </w:r>
      <w:proofErr w:type="spellStart"/>
      <w:r w:rsidRPr="002813C1">
        <w:t>Wilkie</w:t>
      </w:r>
      <w:proofErr w:type="spellEnd"/>
      <w:r w:rsidR="00B77E03">
        <w:t xml:space="preserve">, </w:t>
      </w:r>
      <w:r w:rsidRPr="002813C1">
        <w:t>le nom qu</w:t>
      </w:r>
      <w:r w:rsidR="00B77E03">
        <w:t>’</w:t>
      </w:r>
      <w:r w:rsidRPr="002813C1">
        <w:t>il avait entendu prononcer quand il était tout enfant</w:t>
      </w:r>
      <w:r w:rsidR="00B77E03">
        <w:t>…</w:t>
      </w:r>
    </w:p>
    <w:p w14:paraId="42A13432" w14:textId="77777777" w:rsidR="00B77E03" w:rsidRDefault="0024252B" w:rsidP="00B77E03">
      <w:r w:rsidRPr="002813C1">
        <w:t>Jacques</w:t>
      </w:r>
      <w:r w:rsidR="00B77E03">
        <w:t xml:space="preserve"> !… </w:t>
      </w:r>
      <w:r w:rsidRPr="002813C1">
        <w:t>C</w:t>
      </w:r>
      <w:r w:rsidR="00B77E03">
        <w:t>’</w:t>
      </w:r>
      <w:r w:rsidRPr="002813C1">
        <w:t>était bien ainsi qu</w:t>
      </w:r>
      <w:r w:rsidR="00B77E03">
        <w:t>’</w:t>
      </w:r>
      <w:r w:rsidRPr="002813C1">
        <w:t>on appelait l</w:t>
      </w:r>
      <w:r w:rsidR="00B77E03">
        <w:t>’</w:t>
      </w:r>
      <w:r w:rsidRPr="002813C1">
        <w:t>homme qui lui apportait des gâteaux et des jouets</w:t>
      </w:r>
      <w:r w:rsidR="00B77E03">
        <w:t xml:space="preserve">, </w:t>
      </w:r>
      <w:r w:rsidRPr="002813C1">
        <w:t>dans ce bel appartement où il n</w:t>
      </w:r>
      <w:r w:rsidR="00B77E03">
        <w:t>’</w:t>
      </w:r>
      <w:r w:rsidRPr="002813C1">
        <w:t>était resté que quelques jours</w:t>
      </w:r>
      <w:r w:rsidR="00B77E03">
        <w:t>…</w:t>
      </w:r>
    </w:p>
    <w:p w14:paraId="14C1D7B2" w14:textId="77777777" w:rsidR="00B77E03" w:rsidRDefault="0024252B" w:rsidP="00B77E03">
      <w:r w:rsidRPr="002813C1">
        <w:t>Il comprit</w:t>
      </w:r>
      <w:r w:rsidR="00B77E03">
        <w:t xml:space="preserve">, </w:t>
      </w:r>
      <w:r w:rsidRPr="002813C1">
        <w:t>ou du moins crut comprendre</w:t>
      </w:r>
      <w:r w:rsidR="00B77E03">
        <w:t>.</w:t>
      </w:r>
    </w:p>
    <w:p w14:paraId="235E90CD" w14:textId="77777777" w:rsidR="00B77E03" w:rsidRDefault="00B77E03" w:rsidP="00B77E03">
      <w:r>
        <w:t>— </w:t>
      </w:r>
      <w:r w:rsidR="0024252B" w:rsidRPr="002813C1">
        <w:t>Ah</w:t>
      </w:r>
      <w:r>
        <w:t xml:space="preserve"> ! </w:t>
      </w:r>
      <w:r w:rsidR="0024252B" w:rsidRPr="002813C1">
        <w:t>ah</w:t>
      </w:r>
      <w:r>
        <w:t xml:space="preserve"> ! </w:t>
      </w:r>
      <w:r w:rsidR="0024252B" w:rsidRPr="002813C1">
        <w:t>fit-il avec un rire idiot et féroce à la fois</w:t>
      </w:r>
      <w:r>
        <w:t xml:space="preserve">, </w:t>
      </w:r>
      <w:r w:rsidR="0024252B" w:rsidRPr="002813C1">
        <w:t>je la trouve bien bonne</w:t>
      </w:r>
      <w:r>
        <w:t xml:space="preserve"> !… </w:t>
      </w:r>
      <w:r w:rsidR="0024252B" w:rsidRPr="002813C1">
        <w:t>Monsieur est l</w:t>
      </w:r>
      <w:r>
        <w:t>’</w:t>
      </w:r>
      <w:r w:rsidR="0024252B" w:rsidRPr="002813C1">
        <w:t>amant</w:t>
      </w:r>
      <w:r>
        <w:t xml:space="preserve"> ! </w:t>
      </w:r>
      <w:r w:rsidR="0024252B" w:rsidRPr="002813C1">
        <w:t>Il fallait donc le dire</w:t>
      </w:r>
      <w:r>
        <w:t xml:space="preserve">, </w:t>
      </w:r>
      <w:r w:rsidR="0024252B" w:rsidRPr="002813C1">
        <w:t>il fallait donc</w:t>
      </w:r>
      <w:r>
        <w:t>…</w:t>
      </w:r>
    </w:p>
    <w:p w14:paraId="74C68426" w14:textId="77777777" w:rsidR="00B77E03" w:rsidRDefault="0024252B" w:rsidP="00B77E03">
      <w:r w:rsidRPr="002813C1">
        <w:t>Il n</w:t>
      </w:r>
      <w:r w:rsidR="00B77E03">
        <w:t>’</w:t>
      </w:r>
      <w:r w:rsidRPr="002813C1">
        <w:t>eut pas le loisir d</w:t>
      </w:r>
      <w:r w:rsidR="00B77E03">
        <w:t>’</w:t>
      </w:r>
      <w:r w:rsidRPr="002813C1">
        <w:t>achever</w:t>
      </w:r>
      <w:r w:rsidR="00B77E03">
        <w:t>.</w:t>
      </w:r>
    </w:p>
    <w:p w14:paraId="713C7BFD" w14:textId="791E3E34" w:rsidR="00B77E03" w:rsidRDefault="0024252B" w:rsidP="00B77E03">
      <w:r w:rsidRPr="002813C1">
        <w:t>D</w:t>
      </w:r>
      <w:r w:rsidR="00B77E03">
        <w:t>’</w:t>
      </w:r>
      <w:r w:rsidRPr="002813C1">
        <w:t>un mouvement prompt comme la pensée</w:t>
      </w:r>
      <w:r w:rsidR="00B77E03">
        <w:t xml:space="preserve">, </w:t>
      </w:r>
      <w:r w:rsidRPr="002813C1">
        <w:t>le baron l</w:t>
      </w:r>
      <w:r w:rsidR="00B77E03">
        <w:t>’</w:t>
      </w:r>
      <w:r w:rsidRPr="002813C1">
        <w:t>empoigna à la poitrine</w:t>
      </w:r>
      <w:r w:rsidR="00B77E03">
        <w:t xml:space="preserve">, </w:t>
      </w:r>
      <w:r w:rsidRPr="002813C1">
        <w:t>par les habits</w:t>
      </w:r>
      <w:r w:rsidR="00B77E03">
        <w:t xml:space="preserve">, </w:t>
      </w:r>
      <w:r w:rsidRPr="002813C1">
        <w:t>le souleva d</w:t>
      </w:r>
      <w:r w:rsidR="00B77E03">
        <w:t>’</w:t>
      </w:r>
      <w:r w:rsidRPr="002813C1">
        <w:t>un bras irrésistible</w:t>
      </w:r>
      <w:r w:rsidR="00B77E03">
        <w:t xml:space="preserve">, </w:t>
      </w:r>
      <w:r w:rsidRPr="002813C1">
        <w:t xml:space="preserve">et le planta aux genoux de </w:t>
      </w:r>
      <w:r w:rsidR="00B77E03">
        <w:t>M</w:t>
      </w:r>
      <w:r w:rsidR="00B77E03" w:rsidRPr="00B77E03">
        <w:rPr>
          <w:vertAlign w:val="superscript"/>
        </w:rPr>
        <w:t>me</w:t>
      </w:r>
      <w:r w:rsidR="00B77E03">
        <w:t> </w:t>
      </w:r>
      <w:r w:rsidRPr="002813C1">
        <w:t>d</w:t>
      </w:r>
      <w:r w:rsidR="00B77E03">
        <w:t>’</w:t>
      </w:r>
      <w:r w:rsidRPr="002813C1">
        <w:t>Argelès en criant</w:t>
      </w:r>
      <w:r w:rsidR="00B77E03">
        <w:t> :</w:t>
      </w:r>
    </w:p>
    <w:p w14:paraId="5FF3BB24" w14:textId="77777777" w:rsidR="00B77E03" w:rsidRDefault="00B77E03" w:rsidP="00B77E03">
      <w:r>
        <w:t>— </w:t>
      </w:r>
      <w:r w:rsidR="0024252B" w:rsidRPr="002813C1">
        <w:t>Demande pardon</w:t>
      </w:r>
      <w:r>
        <w:t xml:space="preserve">, </w:t>
      </w:r>
      <w:r w:rsidR="0024252B" w:rsidRPr="002813C1">
        <w:t>misérable</w:t>
      </w:r>
      <w:r>
        <w:t xml:space="preserve"> !… </w:t>
      </w:r>
      <w:r w:rsidR="0024252B" w:rsidRPr="002813C1">
        <w:t>Demande grâce</w:t>
      </w:r>
      <w:r>
        <w:t xml:space="preserve"> !… </w:t>
      </w:r>
      <w:r w:rsidR="0024252B" w:rsidRPr="002813C1">
        <w:t>sinon</w:t>
      </w:r>
      <w:r>
        <w:t>…</w:t>
      </w:r>
    </w:p>
    <w:p w14:paraId="76A7518B" w14:textId="4718A239" w:rsidR="00B77E03" w:rsidRDefault="0024252B" w:rsidP="00B77E03">
      <w:r w:rsidRPr="002813C1">
        <w:lastRenderedPageBreak/>
        <w:t>Sinon</w:t>
      </w:r>
      <w:r w:rsidR="00B77E03">
        <w:t xml:space="preserve">… </w:t>
      </w:r>
      <w:r w:rsidRPr="002813C1">
        <w:t>c</w:t>
      </w:r>
      <w:r w:rsidR="00B77E03">
        <w:t>’</w:t>
      </w:r>
      <w:r w:rsidRPr="002813C1">
        <w:t>était le poing crispé du baron</w:t>
      </w:r>
      <w:r w:rsidR="00B77E03">
        <w:t xml:space="preserve">, </w:t>
      </w:r>
      <w:r w:rsidRPr="002813C1">
        <w:t xml:space="preserve">levé sur la tête de </w:t>
      </w:r>
      <w:r w:rsidR="00B77E03">
        <w:t>M. </w:t>
      </w:r>
      <w:proofErr w:type="spellStart"/>
      <w:r w:rsidRPr="002813C1">
        <w:t>Wilkie</w:t>
      </w:r>
      <w:proofErr w:type="spellEnd"/>
      <w:r w:rsidR="00B77E03">
        <w:t xml:space="preserve">, </w:t>
      </w:r>
      <w:r w:rsidRPr="002813C1">
        <w:t>poing énorme</w:t>
      </w:r>
      <w:r w:rsidR="00B77E03">
        <w:t xml:space="preserve">, </w:t>
      </w:r>
      <w:r w:rsidRPr="002813C1">
        <w:t>comme une masse d</w:t>
      </w:r>
      <w:r w:rsidR="00B77E03">
        <w:t>’</w:t>
      </w:r>
      <w:r w:rsidRPr="002813C1">
        <w:t>abattoir</w:t>
      </w:r>
      <w:r w:rsidR="00B77E03">
        <w:t>.</w:t>
      </w:r>
    </w:p>
    <w:p w14:paraId="1963353B" w14:textId="77777777" w:rsidR="00B77E03" w:rsidRDefault="0024252B" w:rsidP="00B77E03">
      <w:r w:rsidRPr="002813C1">
        <w:t>L</w:t>
      </w:r>
      <w:r w:rsidR="00B77E03">
        <w:t>’</w:t>
      </w:r>
      <w:r w:rsidRPr="002813C1">
        <w:t>ingénieux jeune homme eut peur</w:t>
      </w:r>
      <w:r w:rsidR="00B77E03">
        <w:t xml:space="preserve">… </w:t>
      </w:r>
      <w:r w:rsidRPr="002813C1">
        <w:t>si grand peur que ses dents claquèrent</w:t>
      </w:r>
      <w:r w:rsidR="00B77E03">
        <w:t>.</w:t>
      </w:r>
    </w:p>
    <w:p w14:paraId="5DB80D7A" w14:textId="77777777" w:rsidR="00B77E03" w:rsidRDefault="00B77E03" w:rsidP="00B77E03">
      <w:r>
        <w:t>— </w:t>
      </w:r>
      <w:r w:rsidR="0024252B" w:rsidRPr="002813C1">
        <w:t>Pardon</w:t>
      </w:r>
      <w:r>
        <w:t xml:space="preserve"> !… </w:t>
      </w:r>
      <w:r w:rsidR="0024252B" w:rsidRPr="002813C1">
        <w:t>bégaya-t-il</w:t>
      </w:r>
      <w:r>
        <w:t>.</w:t>
      </w:r>
    </w:p>
    <w:p w14:paraId="4160C4D9" w14:textId="77777777" w:rsidR="00B77E03" w:rsidRDefault="00B77E03" w:rsidP="00B77E03">
      <w:r>
        <w:t>— </w:t>
      </w:r>
      <w:r w:rsidR="0024252B" w:rsidRPr="002813C1">
        <w:t>Mieux que cela</w:t>
      </w:r>
      <w:r>
        <w:t xml:space="preserve">… </w:t>
      </w:r>
      <w:r w:rsidR="0024252B" w:rsidRPr="002813C1">
        <w:t>plus haut</w:t>
      </w:r>
      <w:r>
        <w:t xml:space="preserve">… </w:t>
      </w:r>
      <w:r w:rsidR="0024252B" w:rsidRPr="002813C1">
        <w:t>il faut que ta mère te réponde</w:t>
      </w:r>
      <w:r>
        <w:t> !…</w:t>
      </w:r>
    </w:p>
    <w:p w14:paraId="372FAE93" w14:textId="77777777" w:rsidR="00B77E03" w:rsidRDefault="0024252B" w:rsidP="00B77E03">
      <w:r w:rsidRPr="002813C1">
        <w:t>L</w:t>
      </w:r>
      <w:r w:rsidR="00B77E03">
        <w:t>’</w:t>
      </w:r>
      <w:r w:rsidRPr="002813C1">
        <w:t>infortunée</w:t>
      </w:r>
      <w:r w:rsidR="00B77E03">
        <w:t xml:space="preserve">, </w:t>
      </w:r>
      <w:r w:rsidRPr="002813C1">
        <w:t>hélas</w:t>
      </w:r>
      <w:r w:rsidR="00B77E03">
        <w:t xml:space="preserve"> !… </w:t>
      </w:r>
      <w:r w:rsidRPr="002813C1">
        <w:t>n</w:t>
      </w:r>
      <w:r w:rsidR="00B77E03">
        <w:t>’</w:t>
      </w:r>
      <w:r w:rsidRPr="002813C1">
        <w:t>entendait même plus</w:t>
      </w:r>
      <w:r w:rsidR="00B77E03">
        <w:t>.</w:t>
      </w:r>
    </w:p>
    <w:p w14:paraId="7A08657E" w14:textId="77777777" w:rsidR="00B77E03" w:rsidRDefault="0024252B" w:rsidP="00B77E03">
      <w:r w:rsidRPr="002813C1">
        <w:t>Elle avait fait depuis une heure de tels prodiges d</w:t>
      </w:r>
      <w:r w:rsidR="00B77E03">
        <w:t>’</w:t>
      </w:r>
      <w:r w:rsidRPr="002813C1">
        <w:t>énergie que ses forces étaient à bout</w:t>
      </w:r>
      <w:r w:rsidR="00B77E03">
        <w:t xml:space="preserve">… </w:t>
      </w:r>
      <w:r w:rsidRPr="002813C1">
        <w:t>la chair avait trahi sa volonté virile et elle s</w:t>
      </w:r>
      <w:r w:rsidR="00B77E03">
        <w:t>’</w:t>
      </w:r>
      <w:r w:rsidRPr="002813C1">
        <w:t>était affaissée sur un fauteuil</w:t>
      </w:r>
      <w:r w:rsidR="00B77E03">
        <w:t xml:space="preserve">, </w:t>
      </w:r>
      <w:r w:rsidRPr="002813C1">
        <w:t>en murmurant quelques paroles inintelligibles</w:t>
      </w:r>
      <w:r w:rsidR="00B77E03">
        <w:t xml:space="preserve">, </w:t>
      </w:r>
      <w:r w:rsidRPr="002813C1">
        <w:t>paroles de miséricorde</w:t>
      </w:r>
      <w:r w:rsidR="00B77E03">
        <w:t xml:space="preserve">, </w:t>
      </w:r>
      <w:r w:rsidRPr="002813C1">
        <w:t>sans doute</w:t>
      </w:r>
      <w:r w:rsidR="00B77E03">
        <w:t>…</w:t>
      </w:r>
    </w:p>
    <w:p w14:paraId="0C24F74D" w14:textId="614D9645" w:rsidR="00B77E03" w:rsidRDefault="0024252B" w:rsidP="00B77E03">
      <w:r w:rsidRPr="002813C1">
        <w:t>Le baron attendit une minute</w:t>
      </w:r>
      <w:r w:rsidR="00B77E03">
        <w:t xml:space="preserve">, </w:t>
      </w:r>
      <w:r w:rsidRPr="002813C1">
        <w:t xml:space="preserve">et voyant que les yeux de </w:t>
      </w:r>
      <w:r w:rsidR="00B77E03">
        <w:t>M</w:t>
      </w:r>
      <w:r w:rsidR="00B77E03" w:rsidRPr="00B77E03">
        <w:rPr>
          <w:vertAlign w:val="superscript"/>
        </w:rPr>
        <w:t>me</w:t>
      </w:r>
      <w:r w:rsidR="00B77E03">
        <w:t> </w:t>
      </w:r>
      <w:r w:rsidRPr="002813C1">
        <w:t>d</w:t>
      </w:r>
      <w:r w:rsidR="00B77E03">
        <w:t>’</w:t>
      </w:r>
      <w:r w:rsidRPr="002813C1">
        <w:t>Argelès restaient obstinément fermés</w:t>
      </w:r>
      <w:r w:rsidR="00B77E03">
        <w:t> :</w:t>
      </w:r>
    </w:p>
    <w:p w14:paraId="2680DACA" w14:textId="7C436E76" w:rsidR="00B77E03" w:rsidRDefault="00B77E03" w:rsidP="00B77E03">
      <w:r>
        <w:t>— </w:t>
      </w:r>
      <w:r w:rsidR="0024252B" w:rsidRPr="002813C1">
        <w:t>Voilà ton œuvre</w:t>
      </w:r>
      <w:r>
        <w:t xml:space="preserve">, </w:t>
      </w:r>
      <w:r w:rsidR="0024252B" w:rsidRPr="002813C1">
        <w:t>misérable</w:t>
      </w:r>
      <w:r>
        <w:t xml:space="preserve">, </w:t>
      </w:r>
      <w:r w:rsidR="0024252B" w:rsidRPr="002813C1">
        <w:t xml:space="preserve">dit-il à </w:t>
      </w:r>
      <w:r>
        <w:t>M. </w:t>
      </w:r>
      <w:proofErr w:type="spellStart"/>
      <w:r w:rsidR="0024252B" w:rsidRPr="002813C1">
        <w:t>Wilkie</w:t>
      </w:r>
      <w:proofErr w:type="spellEnd"/>
      <w:r>
        <w:t>.</w:t>
      </w:r>
    </w:p>
    <w:p w14:paraId="60D047E4" w14:textId="77777777" w:rsidR="00B77E03" w:rsidRDefault="0024252B" w:rsidP="00B77E03">
      <w:r w:rsidRPr="002813C1">
        <w:t>Et le saisissant de nouveau</w:t>
      </w:r>
      <w:r w:rsidR="00B77E03">
        <w:t xml:space="preserve">, </w:t>
      </w:r>
      <w:r w:rsidRPr="002813C1">
        <w:t>aussi aisément qu</w:t>
      </w:r>
      <w:r w:rsidR="00B77E03">
        <w:t>’</w:t>
      </w:r>
      <w:r w:rsidRPr="002813C1">
        <w:t>il l</w:t>
      </w:r>
      <w:r w:rsidR="00B77E03">
        <w:t>’</w:t>
      </w:r>
      <w:r w:rsidRPr="002813C1">
        <w:t>avait abattu</w:t>
      </w:r>
      <w:r w:rsidR="00B77E03">
        <w:t xml:space="preserve">, </w:t>
      </w:r>
      <w:r w:rsidRPr="002813C1">
        <w:t>il le remit sur ses pieds en disant d</w:t>
      </w:r>
      <w:r w:rsidR="00B77E03">
        <w:t>’</w:t>
      </w:r>
      <w:r w:rsidRPr="002813C1">
        <w:t>un ton plus calme</w:t>
      </w:r>
      <w:r w:rsidR="00B77E03">
        <w:t xml:space="preserve">, </w:t>
      </w:r>
      <w:r w:rsidRPr="002813C1">
        <w:t>bien que n</w:t>
      </w:r>
      <w:r w:rsidR="00B77E03">
        <w:t>’</w:t>
      </w:r>
      <w:r w:rsidRPr="002813C1">
        <w:t>admettant pas de réplique</w:t>
      </w:r>
      <w:r w:rsidR="00B77E03">
        <w:t> :</w:t>
      </w:r>
    </w:p>
    <w:p w14:paraId="37B43A0F" w14:textId="77777777" w:rsidR="00B77E03" w:rsidRDefault="00B77E03" w:rsidP="00B77E03">
      <w:r>
        <w:t>— </w:t>
      </w:r>
      <w:r w:rsidR="0024252B" w:rsidRPr="002813C1">
        <w:t>Réparez le désordre de vos vêtements et hâtez-vous</w:t>
      </w:r>
      <w:r>
        <w:t>…</w:t>
      </w:r>
    </w:p>
    <w:p w14:paraId="3F07E2C5" w14:textId="77777777" w:rsidR="00B77E03" w:rsidRDefault="0024252B" w:rsidP="00B77E03">
      <w:r w:rsidRPr="002813C1">
        <w:t>La précaution n</w:t>
      </w:r>
      <w:r w:rsidR="00B77E03">
        <w:t>’</w:t>
      </w:r>
      <w:r w:rsidRPr="002813C1">
        <w:t>était pas superflue</w:t>
      </w:r>
      <w:r w:rsidR="00B77E03">
        <w:t>.</w:t>
      </w:r>
    </w:p>
    <w:p w14:paraId="30B97B8D" w14:textId="6F70289C" w:rsidR="00B77E03" w:rsidRDefault="0024252B" w:rsidP="00B77E03">
      <w:r w:rsidRPr="002813C1">
        <w:t xml:space="preserve">Le baron </w:t>
      </w:r>
      <w:proofErr w:type="spellStart"/>
      <w:r w:rsidRPr="002813C1">
        <w:t>Trigault</w:t>
      </w:r>
      <w:proofErr w:type="spellEnd"/>
      <w:r w:rsidRPr="002813C1">
        <w:t xml:space="preserve"> n</w:t>
      </w:r>
      <w:r w:rsidR="00B77E03">
        <w:t>’</w:t>
      </w:r>
      <w:r w:rsidRPr="002813C1">
        <w:t>y allait pas de main morte quand il s</w:t>
      </w:r>
      <w:r w:rsidR="00B77E03">
        <w:t>’</w:t>
      </w:r>
      <w:r w:rsidRPr="002813C1">
        <w:t>y mettait</w:t>
      </w:r>
      <w:r w:rsidR="00B77E03">
        <w:t xml:space="preserve">, </w:t>
      </w:r>
      <w:r w:rsidRPr="002813C1">
        <w:t xml:space="preserve">et </w:t>
      </w:r>
      <w:r w:rsidR="00B77E03">
        <w:t>M. </w:t>
      </w:r>
      <w:proofErr w:type="spellStart"/>
      <w:r w:rsidRPr="002813C1">
        <w:t>Wilkie</w:t>
      </w:r>
      <w:proofErr w:type="spellEnd"/>
      <w:r w:rsidRPr="002813C1">
        <w:t xml:space="preserve"> était sorti fort dépenaillé de ses redoutables étreintes</w:t>
      </w:r>
      <w:r w:rsidR="00B77E03">
        <w:t xml:space="preserve">… </w:t>
      </w:r>
      <w:r w:rsidRPr="002813C1">
        <w:t>Sa cravate était arrachée</w:t>
      </w:r>
      <w:r w:rsidR="00B77E03">
        <w:t xml:space="preserve">, </w:t>
      </w:r>
      <w:r w:rsidRPr="002813C1">
        <w:t>sa chemise était toute froissée et déchirée</w:t>
      </w:r>
      <w:r w:rsidR="00B77E03">
        <w:t xml:space="preserve">, </w:t>
      </w:r>
      <w:r w:rsidRPr="002813C1">
        <w:t>et son gilet à cœur</w:t>
      </w:r>
      <w:r w:rsidR="00B77E03">
        <w:t xml:space="preserve">, </w:t>
      </w:r>
      <w:r w:rsidRPr="002813C1">
        <w:t>un de ces délicieux gilets ouverts jusqu</w:t>
      </w:r>
      <w:r w:rsidR="00B77E03">
        <w:t>’</w:t>
      </w:r>
      <w:r w:rsidRPr="002813C1">
        <w:t>à la ceinture et retenus par un seul bouton</w:t>
      </w:r>
      <w:r w:rsidR="00B77E03">
        <w:t xml:space="preserve">, </w:t>
      </w:r>
      <w:r w:rsidRPr="002813C1">
        <w:t>pendait piteusement</w:t>
      </w:r>
      <w:r w:rsidR="00B77E03">
        <w:t xml:space="preserve">. </w:t>
      </w:r>
      <w:r w:rsidRPr="002813C1">
        <w:t>Il obéit sans souffler mot</w:t>
      </w:r>
      <w:r w:rsidR="00B77E03">
        <w:t xml:space="preserve">, </w:t>
      </w:r>
      <w:r w:rsidRPr="002813C1">
        <w:lastRenderedPageBreak/>
        <w:t>assez difficilement parce que ses mains tremblaient comme la feuille</w:t>
      </w:r>
      <w:r w:rsidR="00B77E03">
        <w:t xml:space="preserve">, </w:t>
      </w:r>
      <w:r w:rsidRPr="002813C1">
        <w:t>mais enfin il obéit</w:t>
      </w:r>
      <w:r w:rsidR="00B77E03">
        <w:t>.</w:t>
      </w:r>
    </w:p>
    <w:p w14:paraId="73B60C0C" w14:textId="77777777" w:rsidR="00B77E03" w:rsidRDefault="0024252B" w:rsidP="00B77E03">
      <w:r w:rsidRPr="002813C1">
        <w:t>Et dès qu</w:t>
      </w:r>
      <w:r w:rsidR="00B77E03">
        <w:t>’</w:t>
      </w:r>
      <w:r w:rsidRPr="002813C1">
        <w:t xml:space="preserve">il </w:t>
      </w:r>
      <w:proofErr w:type="gramStart"/>
      <w:r w:rsidRPr="002813C1">
        <w:t>eût</w:t>
      </w:r>
      <w:proofErr w:type="gramEnd"/>
      <w:r w:rsidRPr="002813C1">
        <w:t xml:space="preserve"> achevé</w:t>
      </w:r>
      <w:r w:rsidR="00B77E03">
        <w:t> :</w:t>
      </w:r>
    </w:p>
    <w:p w14:paraId="56878EC8" w14:textId="77777777" w:rsidR="00B77E03" w:rsidRDefault="00B77E03" w:rsidP="00B77E03">
      <w:r>
        <w:t>— </w:t>
      </w:r>
      <w:r w:rsidR="0024252B" w:rsidRPr="002813C1">
        <w:t>Maintenant</w:t>
      </w:r>
      <w:r>
        <w:t xml:space="preserve">, </w:t>
      </w:r>
      <w:r w:rsidR="0024252B" w:rsidRPr="002813C1">
        <w:t>prononça le baron</w:t>
      </w:r>
      <w:r>
        <w:t xml:space="preserve">, </w:t>
      </w:r>
      <w:r w:rsidR="0024252B" w:rsidRPr="002813C1">
        <w:t>sortez</w:t>
      </w:r>
      <w:r>
        <w:t xml:space="preserve"> ! </w:t>
      </w:r>
      <w:r w:rsidR="0024252B" w:rsidRPr="002813C1">
        <w:t>Ne remettez jamais les pieds ici</w:t>
      </w:r>
      <w:r>
        <w:t xml:space="preserve">, </w:t>
      </w:r>
      <w:r w:rsidR="0024252B" w:rsidRPr="002813C1">
        <w:t>vous me comprenez bien</w:t>
      </w:r>
      <w:r>
        <w:t xml:space="preserve">, </w:t>
      </w:r>
      <w:r w:rsidR="0024252B" w:rsidRPr="002813C1">
        <w:t>n</w:t>
      </w:r>
      <w:r>
        <w:t>’</w:t>
      </w:r>
      <w:r w:rsidR="0024252B" w:rsidRPr="002813C1">
        <w:t>est-ce pas</w:t>
      </w:r>
      <w:r>
        <w:t xml:space="preserve">, </w:t>
      </w:r>
      <w:r w:rsidR="0024252B" w:rsidRPr="002813C1">
        <w:t>jamais</w:t>
      </w:r>
      <w:r>
        <w:t> !</w:t>
      </w:r>
    </w:p>
    <w:p w14:paraId="4A7AC92E" w14:textId="002EA2B8" w:rsidR="00B77E03" w:rsidRDefault="0024252B" w:rsidP="00B77E03">
      <w:r w:rsidRPr="002813C1">
        <w:t>Sans répondre</w:t>
      </w:r>
      <w:r w:rsidR="00B77E03">
        <w:t>, M. </w:t>
      </w:r>
      <w:proofErr w:type="spellStart"/>
      <w:r w:rsidRPr="002813C1">
        <w:t>Wilkie</w:t>
      </w:r>
      <w:proofErr w:type="spellEnd"/>
      <w:r w:rsidRPr="002813C1">
        <w:t xml:space="preserve"> gagna d</w:t>
      </w:r>
      <w:r w:rsidR="00B77E03">
        <w:t>’</w:t>
      </w:r>
      <w:r w:rsidRPr="002813C1">
        <w:t>un pas raide celle des deux portes du salon qui donnait sur le palier</w:t>
      </w:r>
      <w:r w:rsidR="00B77E03">
        <w:t>…</w:t>
      </w:r>
    </w:p>
    <w:p w14:paraId="77F2A285" w14:textId="77777777" w:rsidR="00B77E03" w:rsidRDefault="0024252B" w:rsidP="00B77E03">
      <w:r w:rsidRPr="002813C1">
        <w:t>Mais une fois qu</w:t>
      </w:r>
      <w:r w:rsidR="00B77E03">
        <w:t>’</w:t>
      </w:r>
      <w:r w:rsidRPr="002813C1">
        <w:t>il l</w:t>
      </w:r>
      <w:r w:rsidR="00B77E03">
        <w:t>’</w:t>
      </w:r>
      <w:r w:rsidRPr="002813C1">
        <w:t>eût entr</w:t>
      </w:r>
      <w:r w:rsidR="00B77E03">
        <w:t>’</w:t>
      </w:r>
      <w:r w:rsidRPr="002813C1">
        <w:t>ouverte</w:t>
      </w:r>
      <w:r w:rsidR="00B77E03">
        <w:t xml:space="preserve">, </w:t>
      </w:r>
      <w:r w:rsidRPr="002813C1">
        <w:t>il recouvra la parole</w:t>
      </w:r>
      <w:r w:rsidR="00B77E03">
        <w:t> :</w:t>
      </w:r>
    </w:p>
    <w:p w14:paraId="05C01111" w14:textId="78EF67B8" w:rsidR="00B77E03" w:rsidRDefault="00B77E03" w:rsidP="00B77E03">
      <w:r>
        <w:t>— </w:t>
      </w:r>
      <w:r w:rsidR="0024252B" w:rsidRPr="002813C1">
        <w:t>Je ne vous crains pas</w:t>
      </w:r>
      <w:r>
        <w:t xml:space="preserve">, </w:t>
      </w:r>
      <w:r w:rsidR="0024252B" w:rsidRPr="002813C1">
        <w:t>prononça-t-il avec une violence frénétique</w:t>
      </w:r>
      <w:r>
        <w:t xml:space="preserve"> ; </w:t>
      </w:r>
      <w:r w:rsidR="0024252B" w:rsidRPr="002813C1">
        <w:t>vous avez abusé de votre force</w:t>
      </w:r>
      <w:r>
        <w:t xml:space="preserve">, </w:t>
      </w:r>
      <w:r w:rsidR="0024252B" w:rsidRPr="002813C1">
        <w:t>c</w:t>
      </w:r>
      <w:r>
        <w:t>’</w:t>
      </w:r>
      <w:r w:rsidR="0024252B" w:rsidRPr="002813C1">
        <w:t>est une lâcheté</w:t>
      </w:r>
      <w:r>
        <w:t xml:space="preserve">… </w:t>
      </w:r>
      <w:r w:rsidR="0024252B" w:rsidRPr="002813C1">
        <w:t>Mais cela ne se passera pas ainsi</w:t>
      </w:r>
      <w:r>
        <w:t xml:space="preserve">… </w:t>
      </w:r>
      <w:r w:rsidR="0024252B" w:rsidRPr="002813C1">
        <w:t>Ah</w:t>
      </w:r>
      <w:r>
        <w:t xml:space="preserve"> ! </w:t>
      </w:r>
      <w:r w:rsidR="0024252B" w:rsidRPr="002813C1">
        <w:t>mais non</w:t>
      </w:r>
      <w:r>
        <w:t xml:space="preserve"> !… </w:t>
      </w:r>
      <w:r w:rsidR="0024252B" w:rsidRPr="002813C1">
        <w:t>Vous me rendrez raison</w:t>
      </w:r>
      <w:r>
        <w:t xml:space="preserve">… </w:t>
      </w:r>
      <w:r w:rsidR="0024252B" w:rsidRPr="002813C1">
        <w:t>Je découvrirai votre adresse</w:t>
      </w:r>
      <w:r>
        <w:t xml:space="preserve">, </w:t>
      </w:r>
      <w:r w:rsidR="0024252B" w:rsidRPr="002813C1">
        <w:t>allez</w:t>
      </w:r>
      <w:r>
        <w:t xml:space="preserve">, </w:t>
      </w:r>
      <w:r w:rsidR="0024252B" w:rsidRPr="002813C1">
        <w:t>et demain vous recevrez mes témoins</w:t>
      </w:r>
      <w:r>
        <w:t>… M. </w:t>
      </w:r>
      <w:r w:rsidR="0024252B" w:rsidRPr="002813C1">
        <w:t xml:space="preserve">Costard et </w:t>
      </w:r>
      <w:r>
        <w:t>M. </w:t>
      </w:r>
      <w:r w:rsidR="0024252B" w:rsidRPr="002813C1">
        <w:t>Serpillon</w:t>
      </w:r>
      <w:r>
        <w:t xml:space="preserve">… </w:t>
      </w:r>
      <w:r w:rsidR="0024252B" w:rsidRPr="002813C1">
        <w:t>Je suis l</w:t>
      </w:r>
      <w:r>
        <w:t>’</w:t>
      </w:r>
      <w:r w:rsidR="0024252B" w:rsidRPr="002813C1">
        <w:t>insulté</w:t>
      </w:r>
      <w:r>
        <w:t xml:space="preserve">, </w:t>
      </w:r>
      <w:r w:rsidR="0024252B" w:rsidRPr="002813C1">
        <w:t>je choisis l</w:t>
      </w:r>
      <w:r>
        <w:t>’</w:t>
      </w:r>
      <w:r w:rsidR="0024252B" w:rsidRPr="002813C1">
        <w:t>épée</w:t>
      </w:r>
      <w:r>
        <w:t> !</w:t>
      </w:r>
    </w:p>
    <w:p w14:paraId="310843FD" w14:textId="08E07849" w:rsidR="00B77E03" w:rsidRDefault="0024252B" w:rsidP="00B77E03">
      <w:r w:rsidRPr="002813C1">
        <w:t xml:space="preserve">Un effroyable juron du baron précipita quelque peu le départ de </w:t>
      </w:r>
      <w:r w:rsidR="00B77E03">
        <w:t>M. </w:t>
      </w:r>
      <w:proofErr w:type="spellStart"/>
      <w:r w:rsidRPr="002813C1">
        <w:t>Wilkie</w:t>
      </w:r>
      <w:proofErr w:type="spellEnd"/>
      <w:r w:rsidR="00B77E03">
        <w:t>…</w:t>
      </w:r>
    </w:p>
    <w:p w14:paraId="1B6BEA54" w14:textId="77777777" w:rsidR="00B77E03" w:rsidRDefault="0024252B" w:rsidP="00B77E03">
      <w:r w:rsidRPr="002813C1">
        <w:t>Il passa lestement sur le palier</w:t>
      </w:r>
      <w:r w:rsidR="00B77E03">
        <w:t xml:space="preserve">, </w:t>
      </w:r>
      <w:r w:rsidRPr="002813C1">
        <w:t>et tenant la porte de façon à la tirer sur lui à la moindre alerte</w:t>
      </w:r>
      <w:r w:rsidR="00B77E03">
        <w:t> :</w:t>
      </w:r>
    </w:p>
    <w:p w14:paraId="01F68FEF" w14:textId="23405718" w:rsidR="00B77E03" w:rsidRDefault="00B77E03" w:rsidP="00B77E03">
      <w:r>
        <w:t>— </w:t>
      </w:r>
      <w:r w:rsidR="0024252B" w:rsidRPr="002813C1">
        <w:t>Oui</w:t>
      </w:r>
      <w:r>
        <w:t xml:space="preserve">, </w:t>
      </w:r>
      <w:r w:rsidR="0024252B" w:rsidRPr="002813C1">
        <w:t>poursuivit-il à pleine voix</w:t>
      </w:r>
      <w:r>
        <w:t xml:space="preserve">, </w:t>
      </w:r>
      <w:r w:rsidR="0024252B" w:rsidRPr="002813C1">
        <w:t>et de façon à être entendu de tous les domestiques</w:t>
      </w:r>
      <w:r>
        <w:t xml:space="preserve">, </w:t>
      </w:r>
      <w:r w:rsidR="0024252B" w:rsidRPr="002813C1">
        <w:t>oui</w:t>
      </w:r>
      <w:r>
        <w:t xml:space="preserve">, </w:t>
      </w:r>
      <w:r w:rsidR="0024252B" w:rsidRPr="002813C1">
        <w:t>il faudra me rendre raison</w:t>
      </w:r>
      <w:r>
        <w:t xml:space="preserve">… </w:t>
      </w:r>
      <w:r w:rsidR="0024252B" w:rsidRPr="002813C1">
        <w:t>sinon</w:t>
      </w:r>
      <w:r>
        <w:t xml:space="preserve">, </w:t>
      </w:r>
      <w:r w:rsidR="0024252B" w:rsidRPr="002813C1">
        <w:t>des claques</w:t>
      </w:r>
      <w:r>
        <w:t xml:space="preserve"> !… </w:t>
      </w:r>
      <w:r w:rsidR="0024252B" w:rsidRPr="002813C1">
        <w:t>Costard et Serpillon rédigeront un procès-verbal qu</w:t>
      </w:r>
      <w:r>
        <w:t>’</w:t>
      </w:r>
      <w:r w:rsidR="0024252B" w:rsidRPr="002813C1">
        <w:t xml:space="preserve">on enverra au </w:t>
      </w:r>
      <w:r w:rsidR="0024252B" w:rsidRPr="002813C1">
        <w:rPr>
          <w:i/>
          <w:szCs w:val="32"/>
        </w:rPr>
        <w:t>Figaro</w:t>
      </w:r>
      <w:r>
        <w:t xml:space="preserve">… </w:t>
      </w:r>
      <w:r w:rsidR="0024252B" w:rsidRPr="002813C1">
        <w:t>On ne me la fait pas celle-là</w:t>
      </w:r>
      <w:r>
        <w:t xml:space="preserve">… </w:t>
      </w:r>
      <w:r w:rsidR="0024252B" w:rsidRPr="002813C1">
        <w:t>Tiens</w:t>
      </w:r>
      <w:r>
        <w:t xml:space="preserve"> !… </w:t>
      </w:r>
      <w:r w:rsidR="0024252B" w:rsidRPr="002813C1">
        <w:t>est-ce ma faute à moi</w:t>
      </w:r>
      <w:r>
        <w:t xml:space="preserve">, </w:t>
      </w:r>
      <w:r w:rsidR="0024252B" w:rsidRPr="002813C1">
        <w:t xml:space="preserve">si </w:t>
      </w:r>
      <w:r>
        <w:t>M</w:t>
      </w:r>
      <w:r w:rsidRPr="00B77E03">
        <w:rPr>
          <w:vertAlign w:val="superscript"/>
        </w:rPr>
        <w:t>me</w:t>
      </w:r>
      <w:r>
        <w:t> </w:t>
      </w:r>
      <w:r w:rsidR="0024252B" w:rsidRPr="002813C1">
        <w:t>d</w:t>
      </w:r>
      <w:r>
        <w:t>’</w:t>
      </w:r>
      <w:r w:rsidR="0024252B" w:rsidRPr="002813C1">
        <w:t xml:space="preserve">Argelès est une demoiselle de </w:t>
      </w:r>
      <w:proofErr w:type="spellStart"/>
      <w:r w:rsidR="0024252B" w:rsidRPr="002813C1">
        <w:t>Chalusse</w:t>
      </w:r>
      <w:proofErr w:type="spellEnd"/>
      <w:r>
        <w:t xml:space="preserve">, </w:t>
      </w:r>
      <w:r w:rsidR="0024252B" w:rsidRPr="002813C1">
        <w:t>et si elle veut me voler ma fortune</w:t>
      </w:r>
      <w:r>
        <w:t xml:space="preserve"> !… </w:t>
      </w:r>
      <w:r w:rsidR="0024252B" w:rsidRPr="002813C1">
        <w:t>À demain</w:t>
      </w:r>
      <w:r>
        <w:t xml:space="preserve">… </w:t>
      </w:r>
      <w:r w:rsidR="0024252B" w:rsidRPr="002813C1">
        <w:t>à vous mes témoins</w:t>
      </w:r>
      <w:r>
        <w:t xml:space="preserve">… </w:t>
      </w:r>
      <w:r w:rsidR="0024252B" w:rsidRPr="002813C1">
        <w:t>à elle un huissier</w:t>
      </w:r>
      <w:r>
        <w:t xml:space="preserve">… </w:t>
      </w:r>
      <w:r w:rsidR="0024252B" w:rsidRPr="002813C1">
        <w:t>Vous ne me faites pas peur</w:t>
      </w:r>
      <w:r>
        <w:t xml:space="preserve">, </w:t>
      </w:r>
      <w:r w:rsidR="0024252B" w:rsidRPr="002813C1">
        <w:t>voilà ma carte</w:t>
      </w:r>
      <w:r>
        <w:t> !…</w:t>
      </w:r>
    </w:p>
    <w:p w14:paraId="740EE469" w14:textId="77777777" w:rsidR="00B77E03" w:rsidRDefault="0024252B" w:rsidP="00B77E03">
      <w:r w:rsidRPr="002813C1">
        <w:lastRenderedPageBreak/>
        <w:t>Et en effet</w:t>
      </w:r>
      <w:r w:rsidR="00B77E03">
        <w:t xml:space="preserve">, </w:t>
      </w:r>
      <w:r w:rsidRPr="002813C1">
        <w:t>avant de se retirer et de fermer la porte</w:t>
      </w:r>
      <w:r w:rsidR="00B77E03">
        <w:t xml:space="preserve">, </w:t>
      </w:r>
      <w:r w:rsidRPr="002813C1">
        <w:t>il lança au milieu du salon une de ces fameuses cartes où on lisait</w:t>
      </w:r>
      <w:r w:rsidR="00B77E03">
        <w:t xml:space="preserve"> : </w:t>
      </w:r>
      <w:proofErr w:type="spellStart"/>
      <w:r w:rsidRPr="002813C1">
        <w:rPr>
          <w:i/>
          <w:szCs w:val="32"/>
        </w:rPr>
        <w:t>Wilkie</w:t>
      </w:r>
      <w:proofErr w:type="spellEnd"/>
      <w:r w:rsidR="00B77E03">
        <w:rPr>
          <w:i/>
          <w:szCs w:val="32"/>
        </w:rPr>
        <w:t xml:space="preserve">, </w:t>
      </w:r>
      <w:r w:rsidRPr="002813C1">
        <w:rPr>
          <w:i/>
          <w:szCs w:val="32"/>
        </w:rPr>
        <w:t>de l</w:t>
      </w:r>
      <w:r w:rsidR="00B77E03">
        <w:rPr>
          <w:i/>
          <w:szCs w:val="32"/>
        </w:rPr>
        <w:t>’</w:t>
      </w:r>
      <w:r w:rsidRPr="002813C1">
        <w:rPr>
          <w:i/>
          <w:szCs w:val="32"/>
        </w:rPr>
        <w:t>école des haras</w:t>
      </w:r>
      <w:r w:rsidR="00B77E03">
        <w:t>.</w:t>
      </w:r>
    </w:p>
    <w:p w14:paraId="6F415D10" w14:textId="6BA27945" w:rsidR="00B77E03" w:rsidRDefault="0024252B" w:rsidP="00B77E03">
      <w:r w:rsidRPr="002813C1">
        <w:t>Le baron ne songeait guère à la ramasser</w:t>
      </w:r>
      <w:r w:rsidR="00B77E03">
        <w:t xml:space="preserve">, </w:t>
      </w:r>
      <w:r w:rsidRPr="002813C1">
        <w:t xml:space="preserve">tout préoccupé de </w:t>
      </w:r>
      <w:r w:rsidR="00B77E03">
        <w:t>M</w:t>
      </w:r>
      <w:r w:rsidR="00B77E03" w:rsidRPr="00B77E03">
        <w:rPr>
          <w:vertAlign w:val="superscript"/>
        </w:rPr>
        <w:t>me</w:t>
      </w:r>
      <w:r w:rsidR="00B77E03">
        <w:t> </w:t>
      </w:r>
      <w:r w:rsidRPr="002813C1">
        <w:t>d</w:t>
      </w:r>
      <w:r w:rsidR="00B77E03">
        <w:t>’</w:t>
      </w:r>
      <w:r w:rsidRPr="002813C1">
        <w:t>Argelès</w:t>
      </w:r>
      <w:r w:rsidR="00B77E03">
        <w:t xml:space="preserve">… </w:t>
      </w:r>
      <w:r w:rsidRPr="002813C1">
        <w:t>Renversée sur son fauteuil</w:t>
      </w:r>
      <w:r w:rsidR="00B77E03">
        <w:t xml:space="preserve">, </w:t>
      </w:r>
      <w:r w:rsidRPr="002813C1">
        <w:t>la tête en arrière</w:t>
      </w:r>
      <w:r w:rsidR="00B77E03">
        <w:t xml:space="preserve">, </w:t>
      </w:r>
      <w:r w:rsidRPr="002813C1">
        <w:t>les paupières fermées</w:t>
      </w:r>
      <w:r w:rsidR="00B77E03">
        <w:t xml:space="preserve">, </w:t>
      </w:r>
      <w:r w:rsidRPr="002813C1">
        <w:t>les bras pendants</w:t>
      </w:r>
      <w:r w:rsidR="00B77E03">
        <w:t xml:space="preserve">, </w:t>
      </w:r>
      <w:r w:rsidRPr="002813C1">
        <w:t>elle semblait morte</w:t>
      </w:r>
      <w:r w:rsidR="00B77E03">
        <w:t>.</w:t>
      </w:r>
    </w:p>
    <w:p w14:paraId="3729452F" w14:textId="77777777" w:rsidR="00B77E03" w:rsidRDefault="0024252B" w:rsidP="00B77E03">
      <w:r w:rsidRPr="002813C1">
        <w:t>Que faire</w:t>
      </w:r>
      <w:r w:rsidR="00B77E03">
        <w:t xml:space="preserve"> ?… </w:t>
      </w:r>
      <w:r w:rsidRPr="002813C1">
        <w:t>Le baron n</w:t>
      </w:r>
      <w:r w:rsidR="00B77E03">
        <w:t>’</w:t>
      </w:r>
      <w:r w:rsidRPr="002813C1">
        <w:t>osait appeler les domestiques</w:t>
      </w:r>
      <w:r w:rsidR="00B77E03">
        <w:t xml:space="preserve">… </w:t>
      </w:r>
      <w:r w:rsidRPr="002813C1">
        <w:t>n</w:t>
      </w:r>
      <w:r w:rsidR="00B77E03">
        <w:t>’</w:t>
      </w:r>
      <w:r w:rsidRPr="002813C1">
        <w:t>étaient-ils pas déjà trop avant dans la confidence</w:t>
      </w:r>
      <w:r w:rsidR="00B77E03">
        <w:t xml:space="preserve">… </w:t>
      </w:r>
      <w:r w:rsidRPr="002813C1">
        <w:t>Il allait s</w:t>
      </w:r>
      <w:r w:rsidR="00B77E03">
        <w:t>’</w:t>
      </w:r>
      <w:r w:rsidRPr="002813C1">
        <w:t>y résigner pourtant</w:t>
      </w:r>
      <w:r w:rsidR="00B77E03">
        <w:t xml:space="preserve">, </w:t>
      </w:r>
      <w:r w:rsidRPr="002813C1">
        <w:t>quand ses regards tombèrent sur le petit aquarium établi dans un des angles du salon</w:t>
      </w:r>
      <w:r w:rsidR="00B77E03">
        <w:t>…</w:t>
      </w:r>
    </w:p>
    <w:p w14:paraId="276EC59F" w14:textId="74767604" w:rsidR="00B77E03" w:rsidRDefault="0024252B" w:rsidP="00B77E03">
      <w:r w:rsidRPr="002813C1">
        <w:t xml:space="preserve">Il y trempa son mouchoir et se mit alternativement à mouiller les tempes de </w:t>
      </w:r>
      <w:r w:rsidR="00B77E03">
        <w:t>M</w:t>
      </w:r>
      <w:r w:rsidR="00B77E03" w:rsidRPr="00B77E03">
        <w:rPr>
          <w:vertAlign w:val="superscript"/>
        </w:rPr>
        <w:t>me</w:t>
      </w:r>
      <w:r w:rsidR="00B77E03">
        <w:t> </w:t>
      </w:r>
      <w:r w:rsidRPr="002813C1">
        <w:t>d</w:t>
      </w:r>
      <w:r w:rsidR="00B77E03">
        <w:t>’</w:t>
      </w:r>
      <w:r w:rsidRPr="002813C1">
        <w:t>Argelès et à lui frapper dans les mains</w:t>
      </w:r>
      <w:r w:rsidR="00B77E03">
        <w:t>.</w:t>
      </w:r>
    </w:p>
    <w:p w14:paraId="1F412622" w14:textId="77777777" w:rsidR="00B77E03" w:rsidRDefault="0024252B" w:rsidP="00B77E03">
      <w:r w:rsidRPr="002813C1">
        <w:t>La fraîcheur de l</w:t>
      </w:r>
      <w:r w:rsidR="00B77E03">
        <w:t>’</w:t>
      </w:r>
      <w:r w:rsidRPr="002813C1">
        <w:t>eau ne tarda pas à la ranimer</w:t>
      </w:r>
      <w:r w:rsidR="00B77E03">
        <w:t xml:space="preserve">. </w:t>
      </w:r>
      <w:r w:rsidRPr="002813C1">
        <w:t>Elle tressaillit</w:t>
      </w:r>
      <w:r w:rsidR="00B77E03">
        <w:t xml:space="preserve">, </w:t>
      </w:r>
      <w:r w:rsidRPr="002813C1">
        <w:t>une convulsion la secoua</w:t>
      </w:r>
      <w:r w:rsidR="00B77E03">
        <w:t xml:space="preserve">, </w:t>
      </w:r>
      <w:r w:rsidRPr="002813C1">
        <w:t>et enfin elle ouvrit les yeux en murmurant</w:t>
      </w:r>
      <w:r w:rsidR="00B77E03">
        <w:t> :</w:t>
      </w:r>
    </w:p>
    <w:p w14:paraId="12088B0B" w14:textId="77777777" w:rsidR="00B77E03" w:rsidRDefault="00B77E03" w:rsidP="00B77E03">
      <w:r>
        <w:t>— </w:t>
      </w:r>
      <w:proofErr w:type="spellStart"/>
      <w:r w:rsidR="0024252B" w:rsidRPr="002813C1">
        <w:t>Wilkie</w:t>
      </w:r>
      <w:proofErr w:type="spellEnd"/>
      <w:r>
        <w:t>…</w:t>
      </w:r>
    </w:p>
    <w:p w14:paraId="3F776DC1" w14:textId="77777777" w:rsidR="00B77E03" w:rsidRDefault="00B77E03" w:rsidP="00B77E03">
      <w:r>
        <w:t>— </w:t>
      </w:r>
      <w:r w:rsidR="0024252B" w:rsidRPr="002813C1">
        <w:t>Je l</w:t>
      </w:r>
      <w:r>
        <w:t>’</w:t>
      </w:r>
      <w:r w:rsidR="0024252B" w:rsidRPr="002813C1">
        <w:t>ai chassé</w:t>
      </w:r>
      <w:r>
        <w:t xml:space="preserve"> ! </w:t>
      </w:r>
      <w:r w:rsidR="0024252B" w:rsidRPr="002813C1">
        <w:t>répondit le baron</w:t>
      </w:r>
      <w:r>
        <w:t>.</w:t>
      </w:r>
    </w:p>
    <w:p w14:paraId="00DC3CAD" w14:textId="77777777" w:rsidR="00B77E03" w:rsidRDefault="0024252B" w:rsidP="00B77E03">
      <w:r w:rsidRPr="002813C1">
        <w:t>Pauvre femme</w:t>
      </w:r>
      <w:r w:rsidR="00B77E03">
        <w:t> !…</w:t>
      </w:r>
    </w:p>
    <w:p w14:paraId="3EEFE89E" w14:textId="77777777" w:rsidR="00B77E03" w:rsidRDefault="0024252B" w:rsidP="00B77E03">
      <w:r w:rsidRPr="002813C1">
        <w:t>En revenant à la vie</w:t>
      </w:r>
      <w:r w:rsidR="00B77E03">
        <w:t xml:space="preserve">, </w:t>
      </w:r>
      <w:r w:rsidRPr="002813C1">
        <w:t>elle reprenait conscience de l</w:t>
      </w:r>
      <w:r w:rsidR="00B77E03">
        <w:t>’</w:t>
      </w:r>
      <w:r w:rsidRPr="002813C1">
        <w:t>horrible réalité</w:t>
      </w:r>
      <w:r w:rsidR="00B77E03">
        <w:t>.</w:t>
      </w:r>
    </w:p>
    <w:p w14:paraId="0225CEAA" w14:textId="77777777" w:rsidR="00B77E03" w:rsidRDefault="00B77E03" w:rsidP="00B77E03">
      <w:r>
        <w:t>— </w:t>
      </w:r>
      <w:r w:rsidR="0024252B" w:rsidRPr="002813C1">
        <w:t>C</w:t>
      </w:r>
      <w:r>
        <w:t>’</w:t>
      </w:r>
      <w:r w:rsidR="0024252B" w:rsidRPr="002813C1">
        <w:t>est là mon fils</w:t>
      </w:r>
      <w:r>
        <w:t xml:space="preserve">, </w:t>
      </w:r>
      <w:r w:rsidR="0024252B" w:rsidRPr="002813C1">
        <w:t>prononça-t-elle</w:t>
      </w:r>
      <w:r>
        <w:t xml:space="preserve">, </w:t>
      </w:r>
      <w:r w:rsidR="0024252B" w:rsidRPr="002813C1">
        <w:t>mon fils</w:t>
      </w:r>
      <w:r>
        <w:t xml:space="preserve">… </w:t>
      </w:r>
      <w:r w:rsidR="0024252B" w:rsidRPr="002813C1">
        <w:t xml:space="preserve">mon </w:t>
      </w:r>
      <w:proofErr w:type="spellStart"/>
      <w:r w:rsidR="0024252B" w:rsidRPr="002813C1">
        <w:t>Wilkie</w:t>
      </w:r>
      <w:proofErr w:type="spellEnd"/>
      <w:r>
        <w:t xml:space="preserve"> !… </w:t>
      </w:r>
      <w:r w:rsidR="0024252B" w:rsidRPr="002813C1">
        <w:t>D</w:t>
      </w:r>
      <w:r>
        <w:t>’</w:t>
      </w:r>
      <w:r w:rsidR="0024252B" w:rsidRPr="002813C1">
        <w:t>un geste désespéré</w:t>
      </w:r>
      <w:r>
        <w:t xml:space="preserve">, </w:t>
      </w:r>
      <w:r w:rsidR="0024252B" w:rsidRPr="002813C1">
        <w:t>elle étreignait son front</w:t>
      </w:r>
      <w:r>
        <w:t xml:space="preserve">, </w:t>
      </w:r>
      <w:r w:rsidR="0024252B" w:rsidRPr="002813C1">
        <w:t>comme si elle eût espéré écraser</w:t>
      </w:r>
      <w:r>
        <w:t xml:space="preserve">, </w:t>
      </w:r>
      <w:r w:rsidR="0024252B" w:rsidRPr="002813C1">
        <w:t>anéantir sa pensée dans son cerveau</w:t>
      </w:r>
      <w:r>
        <w:t>.</w:t>
      </w:r>
    </w:p>
    <w:p w14:paraId="6E6F5A92" w14:textId="77777777" w:rsidR="00B77E03" w:rsidRDefault="00B77E03" w:rsidP="00B77E03">
      <w:r>
        <w:lastRenderedPageBreak/>
        <w:t>— </w:t>
      </w:r>
      <w:r w:rsidR="0024252B" w:rsidRPr="002813C1">
        <w:t>Et je croyais ma faute expiée</w:t>
      </w:r>
      <w:r>
        <w:t xml:space="preserve">, </w:t>
      </w:r>
      <w:r w:rsidR="0024252B" w:rsidRPr="002813C1">
        <w:t>poursuivit-elle</w:t>
      </w:r>
      <w:r>
        <w:t xml:space="preserve"> ; </w:t>
      </w:r>
      <w:r w:rsidR="0024252B" w:rsidRPr="002813C1">
        <w:t>je me disais que Dieu m</w:t>
      </w:r>
      <w:r>
        <w:t>’</w:t>
      </w:r>
      <w:r w:rsidR="0024252B" w:rsidRPr="002813C1">
        <w:t>avait cruellement punie</w:t>
      </w:r>
      <w:r>
        <w:t xml:space="preserve">… </w:t>
      </w:r>
      <w:r w:rsidR="0024252B" w:rsidRPr="002813C1">
        <w:t>Pauvre folle</w:t>
      </w:r>
      <w:r>
        <w:t xml:space="preserve">… </w:t>
      </w:r>
      <w:r w:rsidR="0024252B" w:rsidRPr="002813C1">
        <w:t>Le châtiment</w:t>
      </w:r>
      <w:r>
        <w:t xml:space="preserve">, </w:t>
      </w:r>
      <w:r w:rsidR="0024252B" w:rsidRPr="002813C1">
        <w:t>Jacques</w:t>
      </w:r>
      <w:r>
        <w:t xml:space="preserve">, </w:t>
      </w:r>
      <w:r w:rsidR="0024252B" w:rsidRPr="002813C1">
        <w:t>le voilà</w:t>
      </w:r>
      <w:r>
        <w:t xml:space="preserve"> !… </w:t>
      </w:r>
      <w:r w:rsidR="0024252B" w:rsidRPr="002813C1">
        <w:t>Ah</w:t>
      </w:r>
      <w:r>
        <w:t xml:space="preserve"> !… </w:t>
      </w:r>
      <w:r w:rsidR="0024252B" w:rsidRPr="002813C1">
        <w:t>les femmes comme moi n</w:t>
      </w:r>
      <w:r>
        <w:t>’</w:t>
      </w:r>
      <w:r w:rsidR="0024252B" w:rsidRPr="002813C1">
        <w:t>ont pas le droit d</w:t>
      </w:r>
      <w:r>
        <w:t>’</w:t>
      </w:r>
      <w:r w:rsidR="0024252B" w:rsidRPr="002813C1">
        <w:t>être mères</w:t>
      </w:r>
      <w:r>
        <w:t> !</w:t>
      </w:r>
    </w:p>
    <w:p w14:paraId="335856AC" w14:textId="77777777" w:rsidR="00B77E03" w:rsidRDefault="0024252B" w:rsidP="00B77E03">
      <w:r w:rsidRPr="002813C1">
        <w:t>Une larme chaude roulait le long de la joue couperosée du baron</w:t>
      </w:r>
      <w:r w:rsidR="00B77E03">
        <w:t>.</w:t>
      </w:r>
    </w:p>
    <w:p w14:paraId="619BF749" w14:textId="23197D04" w:rsidR="00B77E03" w:rsidRDefault="0024252B" w:rsidP="00B77E03">
      <w:r w:rsidRPr="002813C1">
        <w:t>Pauvre millionnaire</w:t>
      </w:r>
      <w:r w:rsidR="00B77E03">
        <w:t xml:space="preserve"> !… </w:t>
      </w:r>
      <w:r w:rsidRPr="002813C1">
        <w:t>il n</w:t>
      </w:r>
      <w:r w:rsidR="00B77E03">
        <w:t>’</w:t>
      </w:r>
      <w:r w:rsidRPr="002813C1">
        <w:t xml:space="preserve">y avait pas un gémissement de </w:t>
      </w:r>
      <w:r w:rsidR="00B77E03">
        <w:t>M</w:t>
      </w:r>
      <w:r w:rsidR="00B77E03" w:rsidRPr="00B77E03">
        <w:rPr>
          <w:vertAlign w:val="superscript"/>
        </w:rPr>
        <w:t>me</w:t>
      </w:r>
      <w:r w:rsidR="00B77E03">
        <w:t> </w:t>
      </w:r>
      <w:r w:rsidRPr="002813C1">
        <w:t>d</w:t>
      </w:r>
      <w:r w:rsidR="00B77E03">
        <w:t>’</w:t>
      </w:r>
      <w:r w:rsidRPr="002813C1">
        <w:t>Argelès qui ne trouvât en lui un douloureux écho</w:t>
      </w:r>
      <w:r w:rsidR="00B77E03">
        <w:t>.</w:t>
      </w:r>
    </w:p>
    <w:p w14:paraId="22FEB9F7" w14:textId="5F01C2D3" w:rsidR="00B77E03" w:rsidRDefault="0024252B" w:rsidP="00B77E03">
      <w:r w:rsidRPr="002813C1">
        <w:t>Il l</w:t>
      </w:r>
      <w:r w:rsidR="00B77E03">
        <w:t>’</w:t>
      </w:r>
      <w:r w:rsidRPr="002813C1">
        <w:t>avait suée</w:t>
      </w:r>
      <w:r w:rsidR="00B77E03">
        <w:t xml:space="preserve">, </w:t>
      </w:r>
      <w:r w:rsidRPr="002813C1">
        <w:t>l</w:t>
      </w:r>
      <w:r w:rsidR="00B77E03">
        <w:t>’</w:t>
      </w:r>
      <w:r w:rsidRPr="002813C1">
        <w:t>affreuse agonie qui mouillait le front de cette pauvre mère</w:t>
      </w:r>
      <w:r w:rsidR="00B77E03">
        <w:t xml:space="preserve"> !… </w:t>
      </w:r>
      <w:r w:rsidRPr="002813C1">
        <w:t>Lui aussi</w:t>
      </w:r>
      <w:r w:rsidR="00B77E03">
        <w:t xml:space="preserve">, </w:t>
      </w:r>
      <w:r w:rsidRPr="002813C1">
        <w:t>le fanfaron de vice</w:t>
      </w:r>
      <w:r w:rsidR="00B77E03">
        <w:t xml:space="preserve">, </w:t>
      </w:r>
      <w:r w:rsidRPr="002813C1">
        <w:t>le pilier des tripots</w:t>
      </w:r>
      <w:r w:rsidR="00B77E03">
        <w:t xml:space="preserve">, </w:t>
      </w:r>
      <w:proofErr w:type="spellStart"/>
      <w:r w:rsidRPr="002813C1">
        <w:t>Trigault</w:t>
      </w:r>
      <w:proofErr w:type="spellEnd"/>
      <w:r w:rsidRPr="002813C1">
        <w:t xml:space="preserve"> le joueur</w:t>
      </w:r>
      <w:r w:rsidR="00B77E03">
        <w:t xml:space="preserve">, </w:t>
      </w:r>
      <w:r w:rsidRPr="002813C1">
        <w:t>comme on disait</w:t>
      </w:r>
      <w:r w:rsidR="00B77E03">
        <w:t xml:space="preserve">, </w:t>
      </w:r>
      <w:r w:rsidRPr="002813C1">
        <w:t>il s</w:t>
      </w:r>
      <w:r w:rsidR="00B77E03">
        <w:t>’</w:t>
      </w:r>
      <w:r w:rsidRPr="002813C1">
        <w:t>était écrié désespéré</w:t>
      </w:r>
      <w:r w:rsidR="00B77E03">
        <w:t> : « </w:t>
      </w:r>
      <w:r w:rsidRPr="002813C1">
        <w:t>Est-ce donc là mon enfant</w:t>
      </w:r>
      <w:r w:rsidR="00B77E03">
        <w:t> !… »</w:t>
      </w:r>
    </w:p>
    <w:p w14:paraId="0EE970CF" w14:textId="77777777" w:rsidR="00B77E03" w:rsidRDefault="0024252B" w:rsidP="00B77E03">
      <w:r w:rsidRPr="002813C1">
        <w:t>Il cacha son émotion</w:t>
      </w:r>
      <w:r w:rsidR="00B77E03">
        <w:t xml:space="preserve">, </w:t>
      </w:r>
      <w:r w:rsidRPr="002813C1">
        <w:t>cependant</w:t>
      </w:r>
      <w:r w:rsidR="00B77E03">
        <w:t xml:space="preserve">, </w:t>
      </w:r>
      <w:r w:rsidRPr="002813C1">
        <w:t>et d</w:t>
      </w:r>
      <w:r w:rsidR="00B77E03">
        <w:t>’</w:t>
      </w:r>
      <w:r w:rsidRPr="002813C1">
        <w:t>un ton de fausse gaieté</w:t>
      </w:r>
      <w:r w:rsidR="00B77E03">
        <w:t> :</w:t>
      </w:r>
    </w:p>
    <w:p w14:paraId="162BD12F" w14:textId="77777777" w:rsidR="00B77E03" w:rsidRDefault="00B77E03" w:rsidP="00B77E03">
      <w:r>
        <w:t>— </w:t>
      </w:r>
      <w:proofErr w:type="spellStart"/>
      <w:r w:rsidR="0024252B" w:rsidRPr="002813C1">
        <w:t>Bast</w:t>
      </w:r>
      <w:proofErr w:type="spellEnd"/>
      <w:r>
        <w:t xml:space="preserve"> !… </w:t>
      </w:r>
      <w:r w:rsidR="0024252B" w:rsidRPr="002813C1">
        <w:t>fit-il</w:t>
      </w:r>
      <w:r>
        <w:t xml:space="preserve"> ; </w:t>
      </w:r>
      <w:proofErr w:type="spellStart"/>
      <w:r w:rsidR="0024252B" w:rsidRPr="002813C1">
        <w:t>Wilkie</w:t>
      </w:r>
      <w:proofErr w:type="spellEnd"/>
      <w:r w:rsidR="0024252B" w:rsidRPr="002813C1">
        <w:t xml:space="preserve"> est jeune</w:t>
      </w:r>
      <w:r>
        <w:t xml:space="preserve">, </w:t>
      </w:r>
      <w:r w:rsidR="0024252B" w:rsidRPr="002813C1">
        <w:t>il s</w:t>
      </w:r>
      <w:r>
        <w:t>’</w:t>
      </w:r>
      <w:r w:rsidR="0024252B" w:rsidRPr="002813C1">
        <w:t>amendera</w:t>
      </w:r>
      <w:r>
        <w:t xml:space="preserve"> !… </w:t>
      </w:r>
      <w:r w:rsidR="0024252B" w:rsidRPr="002813C1">
        <w:t>Nous avons tous été ridicules à vingt ans</w:t>
      </w:r>
      <w:r>
        <w:t xml:space="preserve">, </w:t>
      </w:r>
      <w:r w:rsidR="0024252B" w:rsidRPr="002813C1">
        <w:t>que diable</w:t>
      </w:r>
      <w:r>
        <w:t xml:space="preserve"> !… </w:t>
      </w:r>
      <w:r w:rsidR="0024252B" w:rsidRPr="002813C1">
        <w:t>Nous avons tous posé pour l</w:t>
      </w:r>
      <w:r>
        <w:t>’</w:t>
      </w:r>
      <w:r w:rsidR="0024252B" w:rsidRPr="002813C1">
        <w:t>homme fort et coûté des nuits cruelles à nos mères</w:t>
      </w:r>
      <w:r>
        <w:t xml:space="preserve"> !… </w:t>
      </w:r>
      <w:r w:rsidR="0024252B" w:rsidRPr="002813C1">
        <w:t>Laissez passer le temps</w:t>
      </w:r>
      <w:r>
        <w:t xml:space="preserve">, </w:t>
      </w:r>
      <w:r w:rsidR="0024252B" w:rsidRPr="002813C1">
        <w:t>il mettra du plomb dans la cervelle de cet étourneau</w:t>
      </w:r>
      <w:r>
        <w:t xml:space="preserve">… </w:t>
      </w:r>
      <w:r w:rsidR="0024252B" w:rsidRPr="002813C1">
        <w:t>Sans compter que votre Patterson ne me paraît pas sans reproches</w:t>
      </w:r>
      <w:r>
        <w:t xml:space="preserve">… </w:t>
      </w:r>
      <w:r w:rsidR="0024252B" w:rsidRPr="002813C1">
        <w:t>Comme teneur de livres</w:t>
      </w:r>
      <w:r>
        <w:t xml:space="preserve">, </w:t>
      </w:r>
      <w:r w:rsidR="0024252B" w:rsidRPr="002813C1">
        <w:t>il n</w:t>
      </w:r>
      <w:r>
        <w:t>’</w:t>
      </w:r>
      <w:r w:rsidR="0024252B" w:rsidRPr="002813C1">
        <w:t>avait peut-être pas son pareil</w:t>
      </w:r>
      <w:r>
        <w:t xml:space="preserve"> ; </w:t>
      </w:r>
      <w:r w:rsidR="0024252B" w:rsidRPr="002813C1">
        <w:t>comme précepteur</w:t>
      </w:r>
      <w:r>
        <w:t xml:space="preserve">, </w:t>
      </w:r>
      <w:r w:rsidR="0024252B" w:rsidRPr="002813C1">
        <w:t>c</w:t>
      </w:r>
      <w:r>
        <w:t>’</w:t>
      </w:r>
      <w:r w:rsidR="0024252B" w:rsidRPr="002813C1">
        <w:t>était le dernier des niais</w:t>
      </w:r>
      <w:r>
        <w:t xml:space="preserve">… </w:t>
      </w:r>
      <w:r w:rsidR="0024252B" w:rsidRPr="002813C1">
        <w:t>Il bourre votre garçon d</w:t>
      </w:r>
      <w:r>
        <w:t>’</w:t>
      </w:r>
      <w:r w:rsidR="0024252B" w:rsidRPr="002813C1">
        <w:t>avoine</w:t>
      </w:r>
      <w:r>
        <w:t xml:space="preserve">, </w:t>
      </w:r>
      <w:r w:rsidR="0024252B" w:rsidRPr="002813C1">
        <w:t>je veux dire d</w:t>
      </w:r>
      <w:r>
        <w:t>’</w:t>
      </w:r>
      <w:r w:rsidR="0024252B" w:rsidRPr="002813C1">
        <w:t>argent</w:t>
      </w:r>
      <w:r>
        <w:t xml:space="preserve"> ; </w:t>
      </w:r>
      <w:r w:rsidR="0024252B" w:rsidRPr="002813C1">
        <w:t>il lui met la bride sur le cou</w:t>
      </w:r>
      <w:r>
        <w:t xml:space="preserve">, </w:t>
      </w:r>
      <w:r w:rsidR="0024252B" w:rsidRPr="002813C1">
        <w:t>et il s</w:t>
      </w:r>
      <w:r>
        <w:t>’</w:t>
      </w:r>
      <w:r w:rsidR="0024252B" w:rsidRPr="002813C1">
        <w:t>étonne après qu</w:t>
      </w:r>
      <w:r>
        <w:t>’</w:t>
      </w:r>
      <w:r w:rsidR="0024252B" w:rsidRPr="002813C1">
        <w:t xml:space="preserve">il </w:t>
      </w:r>
      <w:proofErr w:type="gramStart"/>
      <w:r w:rsidR="0024252B" w:rsidRPr="002813C1">
        <w:t>ait</w:t>
      </w:r>
      <w:proofErr w:type="gramEnd"/>
      <w:r w:rsidR="0024252B" w:rsidRPr="002813C1">
        <w:t xml:space="preserve"> fait des sottises</w:t>
      </w:r>
      <w:r>
        <w:t xml:space="preserve">… </w:t>
      </w:r>
      <w:r w:rsidR="0024252B" w:rsidRPr="002813C1">
        <w:t>Le surprenant serait qu</w:t>
      </w:r>
      <w:r>
        <w:t>’</w:t>
      </w:r>
      <w:r w:rsidR="0024252B" w:rsidRPr="002813C1">
        <w:t>il n</w:t>
      </w:r>
      <w:r>
        <w:t>’</w:t>
      </w:r>
      <w:r w:rsidR="0024252B" w:rsidRPr="002813C1">
        <w:t>en eût pas fait</w:t>
      </w:r>
      <w:r>
        <w:t xml:space="preserve">… </w:t>
      </w:r>
      <w:r w:rsidR="0024252B" w:rsidRPr="002813C1">
        <w:t>Ainsi</w:t>
      </w:r>
      <w:r>
        <w:t xml:space="preserve">, </w:t>
      </w:r>
      <w:r w:rsidR="0024252B" w:rsidRPr="002813C1">
        <w:t>reprenez courage et ne mettez pas les choses au pis</w:t>
      </w:r>
      <w:r>
        <w:t xml:space="preserve">, </w:t>
      </w:r>
      <w:r w:rsidR="0024252B" w:rsidRPr="002813C1">
        <w:t>ma chère Lia</w:t>
      </w:r>
      <w:r>
        <w:t>.</w:t>
      </w:r>
    </w:p>
    <w:p w14:paraId="11BA2070" w14:textId="77777777" w:rsidR="00B77E03" w:rsidRDefault="0024252B" w:rsidP="00B77E03">
      <w:r w:rsidRPr="002813C1">
        <w:t>Mais elle</w:t>
      </w:r>
      <w:r w:rsidR="00B77E03">
        <w:t xml:space="preserve">, </w:t>
      </w:r>
      <w:r w:rsidRPr="002813C1">
        <w:t>secouant tristement la tête</w:t>
      </w:r>
      <w:r w:rsidR="00B77E03">
        <w:t> :</w:t>
      </w:r>
    </w:p>
    <w:p w14:paraId="0CC008BB" w14:textId="77777777" w:rsidR="00B77E03" w:rsidRDefault="00B77E03" w:rsidP="00B77E03">
      <w:r>
        <w:t>— </w:t>
      </w:r>
      <w:r w:rsidR="0024252B" w:rsidRPr="002813C1">
        <w:t>Croyez-vous donc</w:t>
      </w:r>
      <w:r>
        <w:t xml:space="preserve">, </w:t>
      </w:r>
      <w:r w:rsidR="0024252B" w:rsidRPr="002813C1">
        <w:t>répondit-elle</w:t>
      </w:r>
      <w:r>
        <w:t xml:space="preserve">, </w:t>
      </w:r>
      <w:r w:rsidR="0024252B" w:rsidRPr="002813C1">
        <w:t>que mon cœur n</w:t>
      </w:r>
      <w:r>
        <w:t>’</w:t>
      </w:r>
      <w:r w:rsidR="0024252B" w:rsidRPr="002813C1">
        <w:t>ait pas plaidé la cause de ce malheureux</w:t>
      </w:r>
      <w:r>
        <w:t xml:space="preserve"> ? </w:t>
      </w:r>
      <w:r w:rsidR="0024252B" w:rsidRPr="002813C1">
        <w:t>Je suis sa mère</w:t>
      </w:r>
      <w:r>
        <w:t xml:space="preserve">, </w:t>
      </w:r>
      <w:r w:rsidR="0024252B" w:rsidRPr="002813C1">
        <w:t xml:space="preserve">il est </w:t>
      </w:r>
      <w:r w:rsidR="0024252B" w:rsidRPr="002813C1">
        <w:lastRenderedPageBreak/>
        <w:t>hors de mon pouvoir de cesser de l</w:t>
      </w:r>
      <w:r>
        <w:t>’</w:t>
      </w:r>
      <w:r w:rsidR="0024252B" w:rsidRPr="002813C1">
        <w:t>aimer</w:t>
      </w:r>
      <w:r>
        <w:t xml:space="preserve">, </w:t>
      </w:r>
      <w:r w:rsidR="0024252B" w:rsidRPr="002813C1">
        <w:t>quoi qu</w:t>
      </w:r>
      <w:r>
        <w:t>’</w:t>
      </w:r>
      <w:r w:rsidR="0024252B" w:rsidRPr="002813C1">
        <w:t>il fasse</w:t>
      </w:r>
      <w:r>
        <w:t xml:space="preserve">… </w:t>
      </w:r>
      <w:r w:rsidR="0024252B" w:rsidRPr="002813C1">
        <w:t>Quoi qu</w:t>
      </w:r>
      <w:r>
        <w:t>’</w:t>
      </w:r>
      <w:r w:rsidR="0024252B" w:rsidRPr="002813C1">
        <w:t>il ait fait</w:t>
      </w:r>
      <w:r>
        <w:t xml:space="preserve">, </w:t>
      </w:r>
      <w:r w:rsidR="0024252B" w:rsidRPr="002813C1">
        <w:t>je suis prête à donner une goutte de sang par larme que je lui épargnerais</w:t>
      </w:r>
      <w:r>
        <w:t xml:space="preserve">. </w:t>
      </w:r>
      <w:r w:rsidR="0024252B" w:rsidRPr="002813C1">
        <w:t>Mais je ne suis pas aveugle</w:t>
      </w:r>
      <w:r>
        <w:t xml:space="preserve">, </w:t>
      </w:r>
      <w:r w:rsidR="0024252B" w:rsidRPr="002813C1">
        <w:t>hélas</w:t>
      </w:r>
      <w:r>
        <w:t xml:space="preserve"> !… </w:t>
      </w:r>
      <w:r w:rsidR="0024252B" w:rsidRPr="002813C1">
        <w:t>je l</w:t>
      </w:r>
      <w:r>
        <w:t>’</w:t>
      </w:r>
      <w:r w:rsidR="0024252B" w:rsidRPr="002813C1">
        <w:t>ai jugé</w:t>
      </w:r>
      <w:r>
        <w:t xml:space="preserve">… </w:t>
      </w:r>
      <w:proofErr w:type="spellStart"/>
      <w:r w:rsidR="0024252B" w:rsidRPr="002813C1">
        <w:t>Wilkie</w:t>
      </w:r>
      <w:proofErr w:type="spellEnd"/>
      <w:r w:rsidR="0024252B" w:rsidRPr="002813C1">
        <w:t xml:space="preserve"> n</w:t>
      </w:r>
      <w:r>
        <w:t>’</w:t>
      </w:r>
      <w:r w:rsidR="0024252B" w:rsidRPr="002813C1">
        <w:t>a pas de cœur</w:t>
      </w:r>
      <w:r>
        <w:t>.</w:t>
      </w:r>
    </w:p>
    <w:p w14:paraId="466D9AE9" w14:textId="77777777" w:rsidR="00B77E03" w:rsidRDefault="00B77E03" w:rsidP="00B77E03">
      <w:r>
        <w:t>— </w:t>
      </w:r>
      <w:r w:rsidR="0024252B" w:rsidRPr="002813C1">
        <w:t>Eh</w:t>
      </w:r>
      <w:r>
        <w:t xml:space="preserve"> ! </w:t>
      </w:r>
      <w:r w:rsidR="0024252B" w:rsidRPr="002813C1">
        <w:t>chère amie</w:t>
      </w:r>
      <w:r>
        <w:t xml:space="preserve">, </w:t>
      </w:r>
      <w:r w:rsidR="0024252B" w:rsidRPr="002813C1">
        <w:t>savez-vous de quels conseils détestables on l</w:t>
      </w:r>
      <w:r>
        <w:t>’</w:t>
      </w:r>
      <w:r w:rsidR="0024252B" w:rsidRPr="002813C1">
        <w:t>avait grisé avant de vous l</w:t>
      </w:r>
      <w:r>
        <w:t>’</w:t>
      </w:r>
      <w:r w:rsidR="0024252B" w:rsidRPr="002813C1">
        <w:t>expédier</w:t>
      </w:r>
      <w:r>
        <w:t> ?</w:t>
      </w:r>
    </w:p>
    <w:p w14:paraId="2E06F398" w14:textId="1B2D1C2A" w:rsidR="00B77E03" w:rsidRDefault="00B77E03" w:rsidP="00B77E03">
      <w:r>
        <w:t>M</w:t>
      </w:r>
      <w:r w:rsidRPr="00B77E03">
        <w:rPr>
          <w:vertAlign w:val="superscript"/>
        </w:rPr>
        <w:t>me</w:t>
      </w:r>
      <w:r>
        <w:t> </w:t>
      </w:r>
      <w:r w:rsidR="0024252B" w:rsidRPr="002813C1">
        <w:t>d</w:t>
      </w:r>
      <w:r>
        <w:t>’</w:t>
      </w:r>
      <w:r w:rsidR="0024252B" w:rsidRPr="002813C1">
        <w:t>Argelès se leva à demi</w:t>
      </w:r>
      <w:r>
        <w:t xml:space="preserve">, </w:t>
      </w:r>
      <w:r w:rsidR="0024252B" w:rsidRPr="002813C1">
        <w:t>et d</w:t>
      </w:r>
      <w:r>
        <w:t>’</w:t>
      </w:r>
      <w:r w:rsidR="0024252B" w:rsidRPr="002813C1">
        <w:t>une voix haletante</w:t>
      </w:r>
      <w:r>
        <w:t> :</w:t>
      </w:r>
    </w:p>
    <w:p w14:paraId="4EFC8493" w14:textId="77777777" w:rsidR="00B77E03" w:rsidRDefault="00B77E03" w:rsidP="00B77E03">
      <w:r>
        <w:t>— </w:t>
      </w:r>
      <w:r w:rsidR="0024252B" w:rsidRPr="002813C1">
        <w:t>Quoi</w:t>
      </w:r>
      <w:r>
        <w:t xml:space="preserve"> !… </w:t>
      </w:r>
      <w:r w:rsidR="0024252B" w:rsidRPr="002813C1">
        <w:t>s</w:t>
      </w:r>
      <w:r>
        <w:t>’</w:t>
      </w:r>
      <w:r w:rsidR="0024252B" w:rsidRPr="002813C1">
        <w:t>écria-t-elle</w:t>
      </w:r>
      <w:r>
        <w:t xml:space="preserve">, </w:t>
      </w:r>
      <w:r w:rsidR="0024252B" w:rsidRPr="002813C1">
        <w:t>espéreriez-vous me persuader cela</w:t>
      </w:r>
      <w:r>
        <w:t xml:space="preserve"> !… </w:t>
      </w:r>
      <w:r w:rsidR="0024252B" w:rsidRPr="002813C1">
        <w:t>Des conseils</w:t>
      </w:r>
      <w:r>
        <w:t xml:space="preserve"> !… </w:t>
      </w:r>
      <w:r w:rsidR="0024252B" w:rsidRPr="002813C1">
        <w:t>Il se serait donc trouvé un homme pour lui dire</w:t>
      </w:r>
      <w:r>
        <w:t> : « </w:t>
      </w:r>
      <w:r w:rsidR="0024252B" w:rsidRPr="002813C1">
        <w:t>Tu iras chez cette infortunée</w:t>
      </w:r>
      <w:r>
        <w:t xml:space="preserve">, </w:t>
      </w:r>
      <w:r w:rsidR="0024252B" w:rsidRPr="002813C1">
        <w:t>qui est ta mère</w:t>
      </w:r>
      <w:r>
        <w:t xml:space="preserve">, </w:t>
      </w:r>
      <w:r w:rsidR="0024252B" w:rsidRPr="002813C1">
        <w:t>tu exigeras qu</w:t>
      </w:r>
      <w:r>
        <w:t>’</w:t>
      </w:r>
      <w:r w:rsidR="0024252B" w:rsidRPr="002813C1">
        <w:t>elle publie et qu</w:t>
      </w:r>
      <w:r>
        <w:t>’</w:t>
      </w:r>
      <w:r w:rsidR="0024252B" w:rsidRPr="002813C1">
        <w:t>elle signe son déshonneur et le tien</w:t>
      </w:r>
      <w:r>
        <w:t xml:space="preserve">, </w:t>
      </w:r>
      <w:r w:rsidR="0024252B" w:rsidRPr="002813C1">
        <w:t>et si elle refuse</w:t>
      </w:r>
      <w:r>
        <w:t xml:space="preserve">, </w:t>
      </w:r>
      <w:r w:rsidR="0024252B" w:rsidRPr="002813C1">
        <w:t>tu l</w:t>
      </w:r>
      <w:r>
        <w:t>’</w:t>
      </w:r>
      <w:r w:rsidR="0024252B" w:rsidRPr="002813C1">
        <w:t>insulteras et tu la battras</w:t>
      </w:r>
      <w:r>
        <w:t> !… »</w:t>
      </w:r>
      <w:r w:rsidR="0024252B" w:rsidRPr="002813C1">
        <w:t xml:space="preserve"> Vous savez mieux que moi</w:t>
      </w:r>
      <w:r>
        <w:t xml:space="preserve">, </w:t>
      </w:r>
      <w:r w:rsidR="0024252B" w:rsidRPr="002813C1">
        <w:t>baron</w:t>
      </w:r>
      <w:r>
        <w:t xml:space="preserve">, </w:t>
      </w:r>
      <w:r w:rsidR="0024252B" w:rsidRPr="002813C1">
        <w:t>que ce n</w:t>
      </w:r>
      <w:r>
        <w:t>’</w:t>
      </w:r>
      <w:r w:rsidR="0024252B" w:rsidRPr="002813C1">
        <w:t>est pas possible</w:t>
      </w:r>
      <w:r>
        <w:t xml:space="preserve"> !… </w:t>
      </w:r>
      <w:r w:rsidR="0024252B" w:rsidRPr="002813C1">
        <w:t>Chez les êtres les plus vils</w:t>
      </w:r>
      <w:r>
        <w:t xml:space="preserve">, </w:t>
      </w:r>
      <w:r w:rsidR="0024252B" w:rsidRPr="002813C1">
        <w:t>quand tous les sentiments honnêtes se sont abîmés dans la fange</w:t>
      </w:r>
      <w:r>
        <w:t xml:space="preserve">, </w:t>
      </w:r>
      <w:r w:rsidR="0024252B" w:rsidRPr="002813C1">
        <w:t>il en est un qui surnage</w:t>
      </w:r>
      <w:r>
        <w:t xml:space="preserve">, </w:t>
      </w:r>
      <w:r w:rsidR="0024252B" w:rsidRPr="002813C1">
        <w:t>l</w:t>
      </w:r>
      <w:r>
        <w:t>’</w:t>
      </w:r>
      <w:r w:rsidR="0024252B" w:rsidRPr="002813C1">
        <w:t>amour pour la mère</w:t>
      </w:r>
      <w:r>
        <w:t xml:space="preserve">… </w:t>
      </w:r>
      <w:r w:rsidR="0024252B" w:rsidRPr="002813C1">
        <w:t xml:space="preserve">On a vu des forçats au bagne économiser sur les centimes de </w:t>
      </w:r>
      <w:r>
        <w:t>« </w:t>
      </w:r>
      <w:r w:rsidR="0024252B" w:rsidRPr="002813C1">
        <w:t>la fatigue</w:t>
      </w:r>
      <w:r>
        <w:t>, »</w:t>
      </w:r>
      <w:r w:rsidR="0024252B" w:rsidRPr="002813C1">
        <w:t xml:space="preserve"> se priver de leur quart de vin</w:t>
      </w:r>
      <w:r>
        <w:t xml:space="preserve">, </w:t>
      </w:r>
      <w:r w:rsidR="0024252B" w:rsidRPr="002813C1">
        <w:t>vendre leur ration pour envoyer quelques secours à leur mère</w:t>
      </w:r>
      <w:r>
        <w:t xml:space="preserve">… </w:t>
      </w:r>
      <w:r w:rsidR="0024252B" w:rsidRPr="002813C1">
        <w:t>tandis que lui</w:t>
      </w:r>
      <w:r>
        <w:t>…</w:t>
      </w:r>
    </w:p>
    <w:p w14:paraId="125837C4" w14:textId="77777777" w:rsidR="00B77E03" w:rsidRDefault="0024252B" w:rsidP="00B77E03">
      <w:r w:rsidRPr="002813C1">
        <w:t>Elle s</w:t>
      </w:r>
      <w:r w:rsidR="00B77E03">
        <w:t>’</w:t>
      </w:r>
      <w:r w:rsidRPr="002813C1">
        <w:t>arrêta</w:t>
      </w:r>
      <w:r w:rsidR="00B77E03">
        <w:t xml:space="preserve">, </w:t>
      </w:r>
      <w:r w:rsidRPr="002813C1">
        <w:t>non qu</w:t>
      </w:r>
      <w:r w:rsidR="00B77E03">
        <w:t>’</w:t>
      </w:r>
      <w:r w:rsidRPr="002813C1">
        <w:t>elle fût épouvantée de ce qu</w:t>
      </w:r>
      <w:r w:rsidR="00B77E03">
        <w:t>’</w:t>
      </w:r>
      <w:r w:rsidRPr="002813C1">
        <w:t>elle allait dire</w:t>
      </w:r>
      <w:r w:rsidR="00B77E03">
        <w:t xml:space="preserve">, </w:t>
      </w:r>
      <w:r w:rsidRPr="002813C1">
        <w:t>mais parce qu</w:t>
      </w:r>
      <w:r w:rsidR="00B77E03">
        <w:t>’</w:t>
      </w:r>
      <w:r w:rsidRPr="002813C1">
        <w:t>elle était épuisée</w:t>
      </w:r>
      <w:r w:rsidR="00B77E03">
        <w:t xml:space="preserve">, </w:t>
      </w:r>
      <w:r w:rsidRPr="002813C1">
        <w:t>le souffle lui manquait</w:t>
      </w:r>
      <w:r w:rsidR="00B77E03">
        <w:t>.</w:t>
      </w:r>
    </w:p>
    <w:p w14:paraId="4BB6FE54" w14:textId="77777777" w:rsidR="00B77E03" w:rsidRDefault="0024252B" w:rsidP="00B77E03">
      <w:r w:rsidRPr="002813C1">
        <w:t>Elle haleta un moment</w:t>
      </w:r>
      <w:r w:rsidR="00B77E03">
        <w:t xml:space="preserve">, </w:t>
      </w:r>
      <w:r w:rsidRPr="002813C1">
        <w:t>et plus bas</w:t>
      </w:r>
      <w:r w:rsidR="00B77E03">
        <w:t> :</w:t>
      </w:r>
    </w:p>
    <w:p w14:paraId="46E3E179" w14:textId="77777777" w:rsidR="00B77E03" w:rsidRDefault="00B77E03" w:rsidP="00B77E03">
      <w:r>
        <w:t>— </w:t>
      </w:r>
      <w:r w:rsidR="0024252B" w:rsidRPr="002813C1">
        <w:t>D</w:t>
      </w:r>
      <w:r>
        <w:t>’</w:t>
      </w:r>
      <w:r w:rsidR="0024252B" w:rsidRPr="002813C1">
        <w:t>ailleurs</w:t>
      </w:r>
      <w:r>
        <w:t xml:space="preserve">, </w:t>
      </w:r>
      <w:r w:rsidR="0024252B" w:rsidRPr="002813C1">
        <w:t>ajouta-t-elle</w:t>
      </w:r>
      <w:r>
        <w:t xml:space="preserve">, </w:t>
      </w:r>
      <w:r w:rsidR="0024252B" w:rsidRPr="002813C1">
        <w:t>celui qui l</w:t>
      </w:r>
      <w:r>
        <w:t>’</w:t>
      </w:r>
      <w:r w:rsidR="0024252B" w:rsidRPr="002813C1">
        <w:t>envoyait lui avait recommandé le calme</w:t>
      </w:r>
      <w:r>
        <w:t xml:space="preserve">, </w:t>
      </w:r>
      <w:r w:rsidR="0024252B" w:rsidRPr="002813C1">
        <w:t>le sang-froid</w:t>
      </w:r>
      <w:r>
        <w:t xml:space="preserve">, </w:t>
      </w:r>
      <w:r w:rsidR="0024252B" w:rsidRPr="002813C1">
        <w:t>la circonspection</w:t>
      </w:r>
      <w:r>
        <w:t xml:space="preserve">… </w:t>
      </w:r>
      <w:r w:rsidR="0024252B" w:rsidRPr="002813C1">
        <w:t>je m</w:t>
      </w:r>
      <w:r>
        <w:t>’</w:t>
      </w:r>
      <w:r w:rsidR="0024252B" w:rsidRPr="002813C1">
        <w:t>en suis bien aperçue au début</w:t>
      </w:r>
      <w:r>
        <w:t xml:space="preserve">… </w:t>
      </w:r>
      <w:r w:rsidR="0024252B" w:rsidRPr="002813C1">
        <w:t>Ce n</w:t>
      </w:r>
      <w:r>
        <w:t>’</w:t>
      </w:r>
      <w:r w:rsidR="0024252B" w:rsidRPr="002813C1">
        <w:t>est qu</w:t>
      </w:r>
      <w:r>
        <w:t>’</w:t>
      </w:r>
      <w:r w:rsidR="0024252B" w:rsidRPr="002813C1">
        <w:t>à la fin</w:t>
      </w:r>
      <w:r>
        <w:t xml:space="preserve">, </w:t>
      </w:r>
      <w:r w:rsidR="0024252B" w:rsidRPr="002813C1">
        <w:t>après une révélation imprévue</w:t>
      </w:r>
      <w:r>
        <w:t xml:space="preserve">, </w:t>
      </w:r>
      <w:r w:rsidR="0024252B" w:rsidRPr="002813C1">
        <w:t>qu</w:t>
      </w:r>
      <w:r>
        <w:t>’</w:t>
      </w:r>
      <w:r w:rsidR="0024252B" w:rsidRPr="002813C1">
        <w:t>il s</w:t>
      </w:r>
      <w:r>
        <w:t>’</w:t>
      </w:r>
      <w:r w:rsidR="0024252B" w:rsidRPr="002813C1">
        <w:t>est emporté</w:t>
      </w:r>
      <w:r>
        <w:t xml:space="preserve">, </w:t>
      </w:r>
      <w:r w:rsidR="0024252B" w:rsidRPr="002813C1">
        <w:t>qu</w:t>
      </w:r>
      <w:r>
        <w:t>’</w:t>
      </w:r>
      <w:r w:rsidR="0024252B" w:rsidRPr="002813C1">
        <w:t>il a perdu toute mesure</w:t>
      </w:r>
      <w:r>
        <w:t xml:space="preserve">… </w:t>
      </w:r>
      <w:r w:rsidR="0024252B" w:rsidRPr="002813C1">
        <w:t>L</w:t>
      </w:r>
      <w:r>
        <w:t>’</w:t>
      </w:r>
      <w:r w:rsidR="0024252B" w:rsidRPr="002813C1">
        <w:t>idée que les millions de mon frère lui échapperaient l</w:t>
      </w:r>
      <w:r>
        <w:t>’</w:t>
      </w:r>
      <w:r w:rsidR="0024252B" w:rsidRPr="002813C1">
        <w:t>a rendu fou</w:t>
      </w:r>
      <w:r>
        <w:t xml:space="preserve">… </w:t>
      </w:r>
      <w:r w:rsidR="0024252B" w:rsidRPr="002813C1">
        <w:t>Oh</w:t>
      </w:r>
      <w:r>
        <w:t xml:space="preserve"> !… </w:t>
      </w:r>
      <w:r w:rsidR="0024252B" w:rsidRPr="002813C1">
        <w:t>cet argent fatal et maudit</w:t>
      </w:r>
      <w:r>
        <w:t>.</w:t>
      </w:r>
    </w:p>
    <w:p w14:paraId="55102C43" w14:textId="77777777" w:rsidR="00B77E03" w:rsidRDefault="0024252B" w:rsidP="00B77E03">
      <w:r w:rsidRPr="002813C1">
        <w:lastRenderedPageBreak/>
        <w:t>Alors elle ne se souvenait plus d</w:t>
      </w:r>
      <w:r w:rsidR="00B77E03">
        <w:t>’</w:t>
      </w:r>
      <w:r w:rsidRPr="002813C1">
        <w:t>avoir regardé froidement des joueurs se ruiner à sa table de baccarat</w:t>
      </w:r>
      <w:r w:rsidR="00B77E03">
        <w:t>.</w:t>
      </w:r>
    </w:p>
    <w:p w14:paraId="66FACFEA" w14:textId="2D671C18" w:rsidR="00B77E03" w:rsidRDefault="0024252B" w:rsidP="00B77E03">
      <w:r w:rsidRPr="002813C1">
        <w:t>Où étaient-ils les soirs où</w:t>
      </w:r>
      <w:r w:rsidR="00B77E03">
        <w:t xml:space="preserve">, </w:t>
      </w:r>
      <w:r w:rsidRPr="002813C1">
        <w:t xml:space="preserve">harcelée par les lettres de </w:t>
      </w:r>
      <w:r w:rsidR="00B77E03">
        <w:t>M. </w:t>
      </w:r>
      <w:proofErr w:type="spellStart"/>
      <w:r w:rsidRPr="002813C1">
        <w:t>Wilkie</w:t>
      </w:r>
      <w:proofErr w:type="spellEnd"/>
      <w:r w:rsidR="00B77E03">
        <w:t xml:space="preserve">, </w:t>
      </w:r>
      <w:r w:rsidRPr="002813C1">
        <w:t xml:space="preserve">trouvant la </w:t>
      </w:r>
      <w:proofErr w:type="spellStart"/>
      <w:r w:rsidRPr="002813C1">
        <w:t>gagnotte</w:t>
      </w:r>
      <w:proofErr w:type="spellEnd"/>
      <w:r w:rsidRPr="002813C1">
        <w:t xml:space="preserve"> légère</w:t>
      </w:r>
      <w:r w:rsidR="00B77E03">
        <w:t xml:space="preserve">, </w:t>
      </w:r>
      <w:r w:rsidRPr="002813C1">
        <w:t>elle avait aiguillonné de ses railleries l</w:t>
      </w:r>
      <w:r w:rsidR="00B77E03">
        <w:t>’</w:t>
      </w:r>
      <w:r w:rsidRPr="002813C1">
        <w:t>amour-propre des pontes</w:t>
      </w:r>
      <w:r w:rsidR="00B77E03">
        <w:t>…</w:t>
      </w:r>
    </w:p>
    <w:p w14:paraId="129D36A4" w14:textId="0A720815" w:rsidR="00B77E03" w:rsidRDefault="0024252B" w:rsidP="00B77E03">
      <w:r w:rsidRPr="002813C1">
        <w:t>N</w:t>
      </w:r>
      <w:r w:rsidR="00B77E03">
        <w:t>’</w:t>
      </w:r>
      <w:r w:rsidRPr="002813C1">
        <w:t xml:space="preserve">avait-elle pas été dans </w:t>
      </w:r>
      <w:r w:rsidR="00B77E03">
        <w:t>« </w:t>
      </w:r>
      <w:r w:rsidRPr="002813C1">
        <w:t>le mouvement</w:t>
      </w:r>
      <w:r w:rsidR="00B77E03">
        <w:t> !… »</w:t>
      </w:r>
      <w:r w:rsidRPr="002813C1">
        <w:t xml:space="preserve"> Il le fallait bien</w:t>
      </w:r>
      <w:r w:rsidR="00B77E03">
        <w:t xml:space="preserve">. </w:t>
      </w:r>
      <w:r w:rsidRPr="002813C1">
        <w:t>Ne s</w:t>
      </w:r>
      <w:r w:rsidR="00B77E03">
        <w:t>’</w:t>
      </w:r>
      <w:r w:rsidRPr="002813C1">
        <w:t>était-elle pas pliée à ce qui est la convention des viveurs de la haute vie</w:t>
      </w:r>
      <w:r w:rsidR="00B77E03">
        <w:t xml:space="preserve"> ?… </w:t>
      </w:r>
      <w:r w:rsidRPr="002813C1">
        <w:t>Ne lui était-il pas arrivé de demander à l</w:t>
      </w:r>
      <w:r w:rsidR="00B77E03">
        <w:t>’</w:t>
      </w:r>
      <w:r w:rsidRPr="002813C1">
        <w:t>un de ses habitués</w:t>
      </w:r>
      <w:r w:rsidR="00B77E03">
        <w:t xml:space="preserve"> : « – </w:t>
      </w:r>
      <w:r w:rsidRPr="002813C1">
        <w:t xml:space="preserve">Est-il vrai que vous espériez encaisser </w:t>
      </w:r>
      <w:r w:rsidR="00B77E03">
        <w:t>M. </w:t>
      </w:r>
      <w:r w:rsidRPr="002813C1">
        <w:t>votre père fin courant</w:t>
      </w:r>
      <w:r w:rsidR="00B77E03">
        <w:t> ? »</w:t>
      </w:r>
      <w:r w:rsidRPr="002813C1">
        <w:t xml:space="preserve"> N</w:t>
      </w:r>
      <w:r w:rsidR="00B77E03">
        <w:t>’</w:t>
      </w:r>
      <w:r w:rsidRPr="002813C1">
        <w:t>avait-elle pas ri quand un autre lui disait</w:t>
      </w:r>
      <w:r w:rsidR="00B77E03">
        <w:t xml:space="preserve"> : « – </w:t>
      </w:r>
      <w:r w:rsidRPr="002813C1">
        <w:t>Voilà trois fois que je renouvelle maman</w:t>
      </w:r>
      <w:r w:rsidR="00B77E03">
        <w:t xml:space="preserve">, </w:t>
      </w:r>
      <w:r w:rsidRPr="002813C1">
        <w:t>c</w:t>
      </w:r>
      <w:r w:rsidR="00B77E03">
        <w:t>’</w:t>
      </w:r>
      <w:r w:rsidRPr="002813C1">
        <w:t>est ruineux</w:t>
      </w:r>
      <w:r w:rsidR="00B77E03">
        <w:t xml:space="preserve"> ; </w:t>
      </w:r>
      <w:r w:rsidRPr="002813C1">
        <w:t>les pompes funèbres devraient avoir des huissiers spéciaux pour les récalcitrants</w:t>
      </w:r>
      <w:r w:rsidR="00B77E03">
        <w:t>… »</w:t>
      </w:r>
      <w:r w:rsidRPr="002813C1">
        <w:t xml:space="preserve"> Car il est chic de dire de ces choses et plus chic de les penser</w:t>
      </w:r>
      <w:r w:rsidR="00B77E03">
        <w:t xml:space="preserve">, </w:t>
      </w:r>
      <w:r w:rsidRPr="002813C1">
        <w:t>cela montre une âme fière et dégagée de préjugés bourgeois</w:t>
      </w:r>
      <w:r w:rsidR="00B77E03">
        <w:t>…</w:t>
      </w:r>
    </w:p>
    <w:p w14:paraId="78B058E9" w14:textId="0D79748F" w:rsidR="00B77E03" w:rsidRDefault="0024252B" w:rsidP="00B77E03">
      <w:r w:rsidRPr="002813C1">
        <w:t xml:space="preserve">Mais </w:t>
      </w:r>
      <w:r w:rsidR="00B77E03">
        <w:t>M</w:t>
      </w:r>
      <w:r w:rsidR="00B77E03" w:rsidRPr="00B77E03">
        <w:rPr>
          <w:vertAlign w:val="superscript"/>
        </w:rPr>
        <w:t>me</w:t>
      </w:r>
      <w:r w:rsidR="00B77E03">
        <w:t> </w:t>
      </w:r>
      <w:r w:rsidRPr="002813C1">
        <w:t>d</w:t>
      </w:r>
      <w:r w:rsidR="00B77E03">
        <w:t>’</w:t>
      </w:r>
      <w:r w:rsidRPr="002813C1">
        <w:t>Argelès oubliait</w:t>
      </w:r>
      <w:r w:rsidR="00B77E03">
        <w:t>…</w:t>
      </w:r>
    </w:p>
    <w:p w14:paraId="31968969" w14:textId="77777777" w:rsidR="00B77E03" w:rsidRDefault="00B77E03" w:rsidP="00B77E03">
      <w:r>
        <w:t>— </w:t>
      </w:r>
      <w:r w:rsidR="0024252B" w:rsidRPr="002813C1">
        <w:t xml:space="preserve">Celui qui a conseillé </w:t>
      </w:r>
      <w:proofErr w:type="spellStart"/>
      <w:r w:rsidR="0024252B" w:rsidRPr="002813C1">
        <w:t>Wilkie</w:t>
      </w:r>
      <w:proofErr w:type="spellEnd"/>
      <w:r>
        <w:t xml:space="preserve">, </w:t>
      </w:r>
      <w:r w:rsidR="0024252B" w:rsidRPr="002813C1">
        <w:t>continua-t-elle</w:t>
      </w:r>
      <w:r>
        <w:t xml:space="preserve">, </w:t>
      </w:r>
      <w:r w:rsidR="0024252B" w:rsidRPr="002813C1">
        <w:t>voulait qu</w:t>
      </w:r>
      <w:r>
        <w:t>’</w:t>
      </w:r>
      <w:r w:rsidR="0024252B" w:rsidRPr="002813C1">
        <w:t>il employât les voies judiciaires</w:t>
      </w:r>
      <w:r>
        <w:t xml:space="preserve">… </w:t>
      </w:r>
      <w:r w:rsidR="0024252B" w:rsidRPr="002813C1">
        <w:t>C</w:t>
      </w:r>
      <w:r>
        <w:t>’</w:t>
      </w:r>
      <w:r w:rsidR="0024252B" w:rsidRPr="002813C1">
        <w:t>est si vrai qu</w:t>
      </w:r>
      <w:r>
        <w:t>’</w:t>
      </w:r>
      <w:r w:rsidR="0024252B" w:rsidRPr="002813C1">
        <w:t>il lui avait fait copier un article du Code</w:t>
      </w:r>
      <w:r>
        <w:t xml:space="preserve">… </w:t>
      </w:r>
      <w:r w:rsidR="0024252B" w:rsidRPr="002813C1">
        <w:t>À ce trait seul</w:t>
      </w:r>
      <w:r>
        <w:t xml:space="preserve">, </w:t>
      </w:r>
      <w:r w:rsidR="0024252B" w:rsidRPr="002813C1">
        <w:t>j</w:t>
      </w:r>
      <w:r>
        <w:t>’</w:t>
      </w:r>
      <w:r w:rsidR="0024252B" w:rsidRPr="002813C1">
        <w:t>ai reconnu l</w:t>
      </w:r>
      <w:r>
        <w:t>’</w:t>
      </w:r>
      <w:r w:rsidR="0024252B" w:rsidRPr="002813C1">
        <w:t>homme d</w:t>
      </w:r>
      <w:r>
        <w:t>’</w:t>
      </w:r>
      <w:r w:rsidR="0024252B" w:rsidRPr="002813C1">
        <w:t>affaires</w:t>
      </w:r>
      <w:r>
        <w:t>…</w:t>
      </w:r>
    </w:p>
    <w:p w14:paraId="7ADB74CB" w14:textId="77777777" w:rsidR="00B77E03" w:rsidRDefault="0024252B" w:rsidP="00B77E03">
      <w:r w:rsidRPr="002813C1">
        <w:t>Le baron la regarda d</w:t>
      </w:r>
      <w:r w:rsidR="00B77E03">
        <w:t>’</w:t>
      </w:r>
      <w:r w:rsidRPr="002813C1">
        <w:t>un air surpris</w:t>
      </w:r>
      <w:r w:rsidR="00B77E03">
        <w:t>.</w:t>
      </w:r>
    </w:p>
    <w:p w14:paraId="7457DD2D" w14:textId="77777777" w:rsidR="00B77E03" w:rsidRDefault="00B77E03" w:rsidP="00B77E03">
      <w:r>
        <w:t>— </w:t>
      </w:r>
      <w:r w:rsidR="0024252B" w:rsidRPr="002813C1">
        <w:t>Quel homme d</w:t>
      </w:r>
      <w:r>
        <w:t>’</w:t>
      </w:r>
      <w:r w:rsidR="0024252B" w:rsidRPr="002813C1">
        <w:t>affaires</w:t>
      </w:r>
      <w:r>
        <w:t xml:space="preserve"> ?… </w:t>
      </w:r>
      <w:r w:rsidR="0024252B" w:rsidRPr="002813C1">
        <w:t>demanda-t-il</w:t>
      </w:r>
      <w:r>
        <w:t>.</w:t>
      </w:r>
    </w:p>
    <w:p w14:paraId="75E48937" w14:textId="77777777" w:rsidR="00B77E03" w:rsidRDefault="00B77E03" w:rsidP="00B77E03">
      <w:r>
        <w:t>— </w:t>
      </w:r>
      <w:r w:rsidR="0024252B" w:rsidRPr="002813C1">
        <w:t>Celui qui est venu me trouver</w:t>
      </w:r>
      <w:r>
        <w:t xml:space="preserve">, </w:t>
      </w:r>
      <w:r w:rsidR="0024252B" w:rsidRPr="002813C1">
        <w:t>mon ami</w:t>
      </w:r>
      <w:r>
        <w:t xml:space="preserve">, </w:t>
      </w:r>
      <w:r w:rsidR="0024252B" w:rsidRPr="002813C1">
        <w:t>cet Isidore Fortunat</w:t>
      </w:r>
      <w:r>
        <w:t xml:space="preserve">… </w:t>
      </w:r>
      <w:r w:rsidR="0024252B" w:rsidRPr="002813C1">
        <w:t>Ah</w:t>
      </w:r>
      <w:r>
        <w:t xml:space="preserve"> ! </w:t>
      </w:r>
      <w:r w:rsidR="0024252B" w:rsidRPr="002813C1">
        <w:t>que n</w:t>
      </w:r>
      <w:r>
        <w:t>’</w:t>
      </w:r>
      <w:r w:rsidR="0024252B" w:rsidRPr="002813C1">
        <w:t>êtes-vous allé lui proposer de l</w:t>
      </w:r>
      <w:r>
        <w:t>’</w:t>
      </w:r>
      <w:r w:rsidR="0024252B" w:rsidRPr="002813C1">
        <w:t>argent</w:t>
      </w:r>
      <w:r>
        <w:t>…</w:t>
      </w:r>
    </w:p>
    <w:p w14:paraId="196E9594" w14:textId="77777777" w:rsidR="00B77E03" w:rsidRDefault="0024252B" w:rsidP="00B77E03">
      <w:r w:rsidRPr="002813C1">
        <w:t>Positivement le baron avait oublié jusqu</w:t>
      </w:r>
      <w:r w:rsidR="00B77E03">
        <w:t>’</w:t>
      </w:r>
      <w:r w:rsidRPr="002813C1">
        <w:t>à l</w:t>
      </w:r>
      <w:r w:rsidR="00B77E03">
        <w:t>’</w:t>
      </w:r>
      <w:r w:rsidRPr="002813C1">
        <w:t>existence de l</w:t>
      </w:r>
      <w:r w:rsidR="00B77E03">
        <w:t>’</w:t>
      </w:r>
      <w:r w:rsidRPr="002813C1">
        <w:t>honorable patron de Victor Chupin</w:t>
      </w:r>
      <w:r w:rsidR="00B77E03">
        <w:t>…</w:t>
      </w:r>
    </w:p>
    <w:p w14:paraId="6F48C4A9" w14:textId="25A4188B" w:rsidR="00B77E03" w:rsidRDefault="00B77E03" w:rsidP="00B77E03">
      <w:r>
        <w:t>— </w:t>
      </w:r>
      <w:r w:rsidR="0024252B" w:rsidRPr="002813C1">
        <w:t>Vous vous trompez</w:t>
      </w:r>
      <w:r>
        <w:t xml:space="preserve">, </w:t>
      </w:r>
      <w:r w:rsidR="0024252B" w:rsidRPr="002813C1">
        <w:t>Lia</w:t>
      </w:r>
      <w:r>
        <w:t xml:space="preserve">, </w:t>
      </w:r>
      <w:r w:rsidR="0024252B" w:rsidRPr="002813C1">
        <w:t>répondit-il</w:t>
      </w:r>
      <w:r>
        <w:t>, M. </w:t>
      </w:r>
      <w:r w:rsidR="0024252B" w:rsidRPr="002813C1">
        <w:t>Fortunat n</w:t>
      </w:r>
      <w:r>
        <w:t>’</w:t>
      </w:r>
      <w:r w:rsidR="0024252B" w:rsidRPr="002813C1">
        <w:t>est pour rien dans tout ceci</w:t>
      </w:r>
      <w:r>
        <w:t>…</w:t>
      </w:r>
    </w:p>
    <w:p w14:paraId="7C54B478" w14:textId="77777777" w:rsidR="00B77E03" w:rsidRDefault="00B77E03" w:rsidP="00B77E03">
      <w:r>
        <w:lastRenderedPageBreak/>
        <w:t>— </w:t>
      </w:r>
      <w:r w:rsidR="0024252B" w:rsidRPr="002813C1">
        <w:t>Eh</w:t>
      </w:r>
      <w:r>
        <w:t xml:space="preserve"> !… </w:t>
      </w:r>
      <w:r w:rsidR="0024252B" w:rsidRPr="002813C1">
        <w:t>qui donc aurait parlé</w:t>
      </w:r>
      <w:r>
        <w:t> !…</w:t>
      </w:r>
    </w:p>
    <w:p w14:paraId="7F0EA9B7" w14:textId="0E23CC2C" w:rsidR="00B77E03" w:rsidRDefault="00B77E03" w:rsidP="00B77E03">
      <w:r>
        <w:t>— </w:t>
      </w:r>
      <w:r w:rsidR="0024252B" w:rsidRPr="002813C1">
        <w:t>Votre ancien allié</w:t>
      </w:r>
      <w:r>
        <w:t xml:space="preserve">, </w:t>
      </w:r>
      <w:r w:rsidR="0024252B" w:rsidRPr="002813C1">
        <w:t xml:space="preserve">le misérable à qui vous avez laissé sacrifier Pascal </w:t>
      </w:r>
      <w:proofErr w:type="spellStart"/>
      <w:r w:rsidR="0024252B" w:rsidRPr="002813C1">
        <w:t>Férailleur</w:t>
      </w:r>
      <w:proofErr w:type="spellEnd"/>
      <w:r>
        <w:t>, M. </w:t>
      </w:r>
      <w:r w:rsidR="0024252B" w:rsidRPr="002813C1">
        <w:t xml:space="preserve">le vicomte de </w:t>
      </w:r>
      <w:proofErr w:type="spellStart"/>
      <w:r w:rsidR="0024252B" w:rsidRPr="002813C1">
        <w:t>Coralth</w:t>
      </w:r>
      <w:proofErr w:type="spellEnd"/>
      <w:r>
        <w:t>.</w:t>
      </w:r>
    </w:p>
    <w:p w14:paraId="269307F9" w14:textId="50C13B72" w:rsidR="00B77E03" w:rsidRDefault="0024252B" w:rsidP="00B77E03">
      <w:r w:rsidRPr="002813C1">
        <w:t>Au souffle de colère qui l</w:t>
      </w:r>
      <w:r w:rsidR="00B77E03">
        <w:t>’</w:t>
      </w:r>
      <w:r w:rsidRPr="002813C1">
        <w:t>enflamma à cette seule idée</w:t>
      </w:r>
      <w:r w:rsidR="00B77E03">
        <w:t>, M</w:t>
      </w:r>
      <w:r w:rsidR="00B77E03" w:rsidRPr="00B77E03">
        <w:rPr>
          <w:vertAlign w:val="superscript"/>
        </w:rPr>
        <w:t>me</w:t>
      </w:r>
      <w:r w:rsidR="00B77E03">
        <w:t> </w:t>
      </w:r>
      <w:r w:rsidRPr="002813C1">
        <w:t>d</w:t>
      </w:r>
      <w:r w:rsidR="00B77E03">
        <w:t>’</w:t>
      </w:r>
      <w:r w:rsidRPr="002813C1">
        <w:t>Argelès</w:t>
      </w:r>
      <w:r w:rsidR="00B77E03">
        <w:t xml:space="preserve">, </w:t>
      </w:r>
      <w:r w:rsidRPr="002813C1">
        <w:t>retrouvant une partie de ses forces</w:t>
      </w:r>
      <w:r w:rsidR="00B77E03">
        <w:t xml:space="preserve">, </w:t>
      </w:r>
      <w:r w:rsidRPr="002813C1">
        <w:t>se dressa</w:t>
      </w:r>
      <w:r w:rsidR="00B77E03">
        <w:t>…</w:t>
      </w:r>
    </w:p>
    <w:p w14:paraId="7B7F896B" w14:textId="77777777" w:rsidR="00B77E03" w:rsidRDefault="00B77E03" w:rsidP="00B77E03">
      <w:r>
        <w:t>— </w:t>
      </w:r>
      <w:r w:rsidR="0024252B" w:rsidRPr="002813C1">
        <w:t>Oh</w:t>
      </w:r>
      <w:r>
        <w:t xml:space="preserve"> ! </w:t>
      </w:r>
      <w:r w:rsidR="0024252B" w:rsidRPr="002813C1">
        <w:t>si je croyais cela</w:t>
      </w:r>
      <w:r>
        <w:t xml:space="preserve"> !… </w:t>
      </w:r>
      <w:r w:rsidR="0024252B" w:rsidRPr="002813C1">
        <w:t>s</w:t>
      </w:r>
      <w:r>
        <w:t>’</w:t>
      </w:r>
      <w:r w:rsidR="0024252B" w:rsidRPr="002813C1">
        <w:t>écria-t-elle</w:t>
      </w:r>
      <w:r>
        <w:t>.</w:t>
      </w:r>
    </w:p>
    <w:p w14:paraId="199887E5" w14:textId="60285CE8" w:rsidR="00B77E03" w:rsidRDefault="0024252B" w:rsidP="00B77E03">
      <w:r w:rsidRPr="002813C1">
        <w:t>Puis</w:t>
      </w:r>
      <w:r w:rsidR="00B77E03">
        <w:t xml:space="preserve">, </w:t>
      </w:r>
      <w:r w:rsidRPr="002813C1">
        <w:t>toutes les raisons qu</w:t>
      </w:r>
      <w:r w:rsidR="00B77E03">
        <w:t>’</w:t>
      </w:r>
      <w:r w:rsidRPr="002813C1">
        <w:t xml:space="preserve">avait le baron de haïr </w:t>
      </w:r>
      <w:r w:rsidR="00B77E03">
        <w:t>M. de </w:t>
      </w:r>
      <w:proofErr w:type="spellStart"/>
      <w:r w:rsidRPr="002813C1">
        <w:t>Coralth</w:t>
      </w:r>
      <w:proofErr w:type="spellEnd"/>
      <w:r w:rsidRPr="002813C1">
        <w:t xml:space="preserve"> se présentant à son esprit</w:t>
      </w:r>
      <w:r w:rsidR="00B77E03">
        <w:t xml:space="preserve">, </w:t>
      </w:r>
      <w:r w:rsidRPr="002813C1">
        <w:t>elle se rassit en murmurant</w:t>
      </w:r>
      <w:r w:rsidR="00B77E03">
        <w:t> :</w:t>
      </w:r>
    </w:p>
    <w:p w14:paraId="6450F881" w14:textId="77777777" w:rsidR="00B77E03" w:rsidRDefault="00B77E03" w:rsidP="00B77E03">
      <w:r>
        <w:t>— </w:t>
      </w:r>
      <w:r w:rsidR="0024252B" w:rsidRPr="002813C1">
        <w:t>Non</w:t>
      </w:r>
      <w:r>
        <w:t xml:space="preserve"> ! </w:t>
      </w:r>
      <w:r w:rsidR="0024252B" w:rsidRPr="002813C1">
        <w:t>vos rancunes vous égarent</w:t>
      </w:r>
      <w:r>
        <w:t xml:space="preserve">… </w:t>
      </w:r>
      <w:r w:rsidR="0024252B" w:rsidRPr="002813C1">
        <w:t>il n</w:t>
      </w:r>
      <w:r>
        <w:t>’</w:t>
      </w:r>
      <w:r w:rsidR="0024252B" w:rsidRPr="002813C1">
        <w:t>aurait pas osé</w:t>
      </w:r>
      <w:r>
        <w:t>.</w:t>
      </w:r>
    </w:p>
    <w:p w14:paraId="53D7E534" w14:textId="77777777" w:rsidR="00B77E03" w:rsidRDefault="0024252B" w:rsidP="00B77E03">
      <w:r w:rsidRPr="002813C1">
        <w:t>Ses réflexions</w:t>
      </w:r>
      <w:r w:rsidR="00B77E03">
        <w:t xml:space="preserve">, </w:t>
      </w:r>
      <w:r w:rsidRPr="002813C1">
        <w:t>le baron les devina</w:t>
      </w:r>
      <w:r w:rsidR="00B77E03">
        <w:t>.</w:t>
      </w:r>
    </w:p>
    <w:p w14:paraId="1512DE6E" w14:textId="0A27F9CE" w:rsidR="00B77E03" w:rsidRDefault="00B77E03" w:rsidP="00B77E03">
      <w:r>
        <w:t>— </w:t>
      </w:r>
      <w:r w:rsidR="0024252B" w:rsidRPr="002813C1">
        <w:t>Ainsi</w:t>
      </w:r>
      <w:r>
        <w:t xml:space="preserve">, </w:t>
      </w:r>
      <w:r w:rsidR="0024252B" w:rsidRPr="002813C1">
        <w:t>prononça-t-il</w:t>
      </w:r>
      <w:r>
        <w:t xml:space="preserve">, </w:t>
      </w:r>
      <w:r w:rsidR="0024252B" w:rsidRPr="002813C1">
        <w:t>vous êtes persuadée que c</w:t>
      </w:r>
      <w:r>
        <w:t>’</w:t>
      </w:r>
      <w:r w:rsidR="0024252B" w:rsidRPr="002813C1">
        <w:t>est une vengeance personnelle que je poursuis</w:t>
      </w:r>
      <w:r>
        <w:t xml:space="preserve"> !… </w:t>
      </w:r>
      <w:r w:rsidR="0024252B" w:rsidRPr="002813C1">
        <w:t>Vous croyez que la crainte du ridicule ou de l</w:t>
      </w:r>
      <w:r>
        <w:t>’</w:t>
      </w:r>
      <w:r w:rsidR="0024252B" w:rsidRPr="002813C1">
        <w:t>odieux m</w:t>
      </w:r>
      <w:r>
        <w:t>’</w:t>
      </w:r>
      <w:r w:rsidR="0024252B" w:rsidRPr="002813C1">
        <w:t xml:space="preserve">empêchant de frapper </w:t>
      </w:r>
      <w:r>
        <w:t>M. de </w:t>
      </w:r>
      <w:proofErr w:type="spellStart"/>
      <w:r w:rsidR="0024252B" w:rsidRPr="002813C1">
        <w:t>Coralth</w:t>
      </w:r>
      <w:proofErr w:type="spellEnd"/>
      <w:r w:rsidR="0024252B" w:rsidRPr="002813C1">
        <w:t xml:space="preserve"> en mon privé nom</w:t>
      </w:r>
      <w:r>
        <w:t xml:space="preserve">, </w:t>
      </w:r>
      <w:r w:rsidR="0024252B" w:rsidRPr="002813C1">
        <w:t>je cherche à l</w:t>
      </w:r>
      <w:r>
        <w:t>’</w:t>
      </w:r>
      <w:r w:rsidR="0024252B" w:rsidRPr="002813C1">
        <w:t>écraser au nom d</w:t>
      </w:r>
      <w:r>
        <w:t>’</w:t>
      </w:r>
      <w:r w:rsidR="0024252B" w:rsidRPr="002813C1">
        <w:t>un autre</w:t>
      </w:r>
      <w:r>
        <w:t xml:space="preserve"> !… </w:t>
      </w:r>
      <w:r w:rsidR="0024252B" w:rsidRPr="002813C1">
        <w:t>Peut-être y a-t-il eu quelque chose comme cela dans le principe</w:t>
      </w:r>
      <w:r>
        <w:t xml:space="preserve">… </w:t>
      </w:r>
      <w:r w:rsidR="0024252B" w:rsidRPr="002813C1">
        <w:t>aujourd</w:t>
      </w:r>
      <w:r>
        <w:t>’</w:t>
      </w:r>
      <w:r w:rsidR="0024252B" w:rsidRPr="002813C1">
        <w:t>hui</w:t>
      </w:r>
      <w:r>
        <w:t xml:space="preserve">, </w:t>
      </w:r>
      <w:r w:rsidR="0024252B" w:rsidRPr="002813C1">
        <w:t>non</w:t>
      </w:r>
      <w:r>
        <w:t xml:space="preserve"> !… </w:t>
      </w:r>
      <w:r w:rsidR="0024252B" w:rsidRPr="002813C1">
        <w:t>Du moment où j</w:t>
      </w:r>
      <w:r>
        <w:t>’</w:t>
      </w:r>
      <w:r w:rsidR="0024252B" w:rsidRPr="002813C1">
        <w:t xml:space="preserve">ai eu juré à </w:t>
      </w:r>
      <w:r>
        <w:t>M. </w:t>
      </w:r>
      <w:proofErr w:type="spellStart"/>
      <w:r w:rsidR="0024252B" w:rsidRPr="002813C1">
        <w:t>Férailleur</w:t>
      </w:r>
      <w:proofErr w:type="spellEnd"/>
      <w:r w:rsidR="0024252B" w:rsidRPr="002813C1">
        <w:t xml:space="preserve"> de tout tenter pour sauver la jeune fille qu</w:t>
      </w:r>
      <w:r>
        <w:t>’</w:t>
      </w:r>
      <w:r w:rsidR="0024252B" w:rsidRPr="002813C1">
        <w:t>il aime</w:t>
      </w:r>
      <w:r>
        <w:t>, M</w:t>
      </w:r>
      <w:r w:rsidRPr="00B77E03">
        <w:rPr>
          <w:vertAlign w:val="superscript"/>
        </w:rPr>
        <w:t>lle</w:t>
      </w:r>
      <w:r>
        <w:t> </w:t>
      </w:r>
      <w:r w:rsidR="0024252B" w:rsidRPr="002813C1">
        <w:t>Marguerite</w:t>
      </w:r>
      <w:r>
        <w:t xml:space="preserve">… </w:t>
      </w:r>
      <w:r w:rsidR="0024252B" w:rsidRPr="002813C1">
        <w:t>la fille de ma femme</w:t>
      </w:r>
      <w:r>
        <w:t xml:space="preserve"> !… </w:t>
      </w:r>
      <w:r w:rsidR="0024252B" w:rsidRPr="002813C1">
        <w:t>de ce moment</w:t>
      </w:r>
      <w:r>
        <w:t xml:space="preserve">, </w:t>
      </w:r>
      <w:r w:rsidR="0024252B" w:rsidRPr="002813C1">
        <w:t>j</w:t>
      </w:r>
      <w:r>
        <w:t>’</w:t>
      </w:r>
      <w:r w:rsidR="0024252B" w:rsidRPr="002813C1">
        <w:t>ai fait abnégation de moi</w:t>
      </w:r>
      <w:r>
        <w:t xml:space="preserve">… </w:t>
      </w:r>
      <w:r w:rsidR="0024252B" w:rsidRPr="002813C1">
        <w:t xml:space="preserve">Quant à douter de la trahison de </w:t>
      </w:r>
      <w:r>
        <w:t>M. de </w:t>
      </w:r>
      <w:proofErr w:type="spellStart"/>
      <w:r w:rsidR="0024252B" w:rsidRPr="002813C1">
        <w:t>Coralth</w:t>
      </w:r>
      <w:proofErr w:type="spellEnd"/>
      <w:r>
        <w:t xml:space="preserve">, </w:t>
      </w:r>
      <w:r w:rsidR="0024252B" w:rsidRPr="002813C1">
        <w:t>pourquoi</w:t>
      </w:r>
      <w:r>
        <w:t xml:space="preserve"> ?… </w:t>
      </w:r>
      <w:r w:rsidR="0024252B" w:rsidRPr="002813C1">
        <w:t>Vous m</w:t>
      </w:r>
      <w:r>
        <w:t>’</w:t>
      </w:r>
      <w:r w:rsidR="0024252B" w:rsidRPr="002813C1">
        <w:t>avez bien promis de le démasquer</w:t>
      </w:r>
      <w:r>
        <w:t xml:space="preserve">, </w:t>
      </w:r>
      <w:r w:rsidR="0024252B" w:rsidRPr="002813C1">
        <w:t>vous</w:t>
      </w:r>
      <w:r>
        <w:t xml:space="preserve"> ? </w:t>
      </w:r>
      <w:r w:rsidR="0024252B" w:rsidRPr="002813C1">
        <w:t>S</w:t>
      </w:r>
      <w:r>
        <w:t>’</w:t>
      </w:r>
      <w:r w:rsidR="0024252B" w:rsidRPr="002813C1">
        <w:t>il vous a trahie</w:t>
      </w:r>
      <w:r>
        <w:t xml:space="preserve">, </w:t>
      </w:r>
      <w:r w:rsidR="0024252B" w:rsidRPr="002813C1">
        <w:t>livrée</w:t>
      </w:r>
      <w:r>
        <w:t xml:space="preserve">, </w:t>
      </w:r>
      <w:r w:rsidR="0024252B" w:rsidRPr="002813C1">
        <w:t>vendue</w:t>
      </w:r>
      <w:r>
        <w:t xml:space="preserve">, </w:t>
      </w:r>
      <w:r w:rsidR="0024252B" w:rsidRPr="002813C1">
        <w:t>ma pauvre Lia</w:t>
      </w:r>
      <w:r>
        <w:t xml:space="preserve">, </w:t>
      </w:r>
      <w:r w:rsidR="0024252B" w:rsidRPr="002813C1">
        <w:t>il n</w:t>
      </w:r>
      <w:r>
        <w:t>’</w:t>
      </w:r>
      <w:r w:rsidR="0024252B" w:rsidRPr="002813C1">
        <w:t>a fait que prendre les devants</w:t>
      </w:r>
      <w:r>
        <w:t>.</w:t>
      </w:r>
    </w:p>
    <w:p w14:paraId="64626720" w14:textId="77777777" w:rsidR="00B77E03" w:rsidRDefault="0024252B" w:rsidP="00B77E03">
      <w:r w:rsidRPr="002813C1">
        <w:t>Elle baissa la tête</w:t>
      </w:r>
      <w:r w:rsidR="00B77E03">
        <w:t xml:space="preserve">, </w:t>
      </w:r>
      <w:r w:rsidRPr="002813C1">
        <w:t>sans répondre</w:t>
      </w:r>
      <w:r w:rsidR="00B77E03">
        <w:t xml:space="preserve">… </w:t>
      </w:r>
      <w:r w:rsidRPr="002813C1">
        <w:t>Cela aussi</w:t>
      </w:r>
      <w:r w:rsidR="00B77E03">
        <w:t xml:space="preserve">, </w:t>
      </w:r>
      <w:r w:rsidRPr="002813C1">
        <w:t>elle l</w:t>
      </w:r>
      <w:r w:rsidR="00B77E03">
        <w:t>’</w:t>
      </w:r>
      <w:r w:rsidRPr="002813C1">
        <w:t>avait oublié</w:t>
      </w:r>
      <w:r w:rsidR="00B77E03">
        <w:t>…</w:t>
      </w:r>
    </w:p>
    <w:p w14:paraId="63B76456" w14:textId="01406014" w:rsidR="00B77E03" w:rsidRDefault="00B77E03" w:rsidP="00B77E03">
      <w:r>
        <w:t>— </w:t>
      </w:r>
      <w:r w:rsidR="0024252B" w:rsidRPr="002813C1">
        <w:t>Vous devriez pourtant le savoir</w:t>
      </w:r>
      <w:r>
        <w:t xml:space="preserve">, </w:t>
      </w:r>
      <w:r w:rsidR="0024252B" w:rsidRPr="002813C1">
        <w:t>reprit le baron</w:t>
      </w:r>
      <w:r>
        <w:t xml:space="preserve">, </w:t>
      </w:r>
      <w:r w:rsidR="0024252B" w:rsidRPr="002813C1">
        <w:t>quand j</w:t>
      </w:r>
      <w:r>
        <w:t>’</w:t>
      </w:r>
      <w:r w:rsidR="0024252B" w:rsidRPr="002813C1">
        <w:t>affirme</w:t>
      </w:r>
      <w:r>
        <w:t xml:space="preserve">, </w:t>
      </w:r>
      <w:r w:rsidR="0024252B" w:rsidRPr="002813C1">
        <w:t>c</w:t>
      </w:r>
      <w:r>
        <w:t>’</w:t>
      </w:r>
      <w:r w:rsidR="0024252B" w:rsidRPr="002813C1">
        <w:t>est que j</w:t>
      </w:r>
      <w:r>
        <w:t>’</w:t>
      </w:r>
      <w:r w:rsidR="0024252B" w:rsidRPr="002813C1">
        <w:t>ai mieux que des présomptions</w:t>
      </w:r>
      <w:r>
        <w:t xml:space="preserve">. </w:t>
      </w:r>
      <w:r w:rsidR="0024252B" w:rsidRPr="002813C1">
        <w:t>Ce n</w:t>
      </w:r>
      <w:r>
        <w:t>’</w:t>
      </w:r>
      <w:r w:rsidR="0024252B" w:rsidRPr="002813C1">
        <w:t xml:space="preserve">est </w:t>
      </w:r>
      <w:r w:rsidR="0024252B" w:rsidRPr="002813C1">
        <w:lastRenderedPageBreak/>
        <w:t>pas pour rien que j</w:t>
      </w:r>
      <w:r>
        <w:t>’</w:t>
      </w:r>
      <w:r w:rsidR="0024252B" w:rsidRPr="002813C1">
        <w:t xml:space="preserve">ai observé </w:t>
      </w:r>
      <w:r>
        <w:t>M. de </w:t>
      </w:r>
      <w:proofErr w:type="spellStart"/>
      <w:r w:rsidR="0024252B" w:rsidRPr="002813C1">
        <w:t>Coralth</w:t>
      </w:r>
      <w:proofErr w:type="spellEnd"/>
      <w:r w:rsidR="0024252B" w:rsidRPr="002813C1">
        <w:t xml:space="preserve"> en votre absence</w:t>
      </w:r>
      <w:r>
        <w:t>…</w:t>
      </w:r>
    </w:p>
    <w:p w14:paraId="11350536" w14:textId="77777777" w:rsidR="00B77E03" w:rsidRDefault="0024252B" w:rsidP="00B77E03">
      <w:r w:rsidRPr="002813C1">
        <w:t>Voyant qu</w:t>
      </w:r>
      <w:r w:rsidR="00B77E03">
        <w:t>’</w:t>
      </w:r>
      <w:r w:rsidRPr="002813C1">
        <w:t>on vous remettait une carte</w:t>
      </w:r>
      <w:r w:rsidR="00B77E03">
        <w:t xml:space="preserve">, </w:t>
      </w:r>
      <w:r w:rsidRPr="002813C1">
        <w:t>il a blêmi</w:t>
      </w:r>
      <w:r w:rsidR="00B77E03">
        <w:t xml:space="preserve">… </w:t>
      </w:r>
      <w:r w:rsidRPr="002813C1">
        <w:t>pourquoi</w:t>
      </w:r>
      <w:r w:rsidR="00B77E03">
        <w:t xml:space="preserve"> ? </w:t>
      </w:r>
      <w:r w:rsidRPr="002813C1">
        <w:t>C</w:t>
      </w:r>
      <w:r w:rsidR="00B77E03">
        <w:t>’</w:t>
      </w:r>
      <w:r w:rsidRPr="002813C1">
        <w:t>est qu</w:t>
      </w:r>
      <w:r w:rsidR="00B77E03">
        <w:t>’</w:t>
      </w:r>
      <w:r w:rsidRPr="002813C1">
        <w:t>il savait</w:t>
      </w:r>
      <w:r w:rsidR="00B77E03">
        <w:t xml:space="preserve">… </w:t>
      </w:r>
      <w:r w:rsidRPr="002813C1">
        <w:t>La conclusion se tire d</w:t>
      </w:r>
      <w:r w:rsidR="00B77E03">
        <w:t>’</w:t>
      </w:r>
      <w:r w:rsidRPr="002813C1">
        <w:t>elle-même</w:t>
      </w:r>
      <w:r w:rsidR="00B77E03">
        <w:t xml:space="preserve">. </w:t>
      </w:r>
      <w:r w:rsidRPr="002813C1">
        <w:t>Ce n</w:t>
      </w:r>
      <w:r w:rsidR="00B77E03">
        <w:t>’</w:t>
      </w:r>
      <w:r w:rsidRPr="002813C1">
        <w:t>est rien</w:t>
      </w:r>
      <w:r w:rsidR="00B77E03">
        <w:t xml:space="preserve">. </w:t>
      </w:r>
      <w:r w:rsidRPr="002813C1">
        <w:t>Après que vous avez été sortie</w:t>
      </w:r>
      <w:r w:rsidR="00B77E03">
        <w:t xml:space="preserve">, </w:t>
      </w:r>
      <w:r w:rsidRPr="002813C1">
        <w:t>ses mains tremblaient comme la feuille</w:t>
      </w:r>
      <w:r w:rsidR="00B77E03">
        <w:t xml:space="preserve">, </w:t>
      </w:r>
      <w:r w:rsidRPr="002813C1">
        <w:t>et il n</w:t>
      </w:r>
      <w:r w:rsidR="00B77E03">
        <w:t>’</w:t>
      </w:r>
      <w:r w:rsidRPr="002813C1">
        <w:t>était plus à son jeu</w:t>
      </w:r>
      <w:r w:rsidR="00B77E03">
        <w:t xml:space="preserve">… </w:t>
      </w:r>
      <w:r w:rsidRPr="002813C1">
        <w:t>Lui</w:t>
      </w:r>
      <w:r w:rsidR="00B77E03">
        <w:t xml:space="preserve">, </w:t>
      </w:r>
      <w:r w:rsidRPr="002813C1">
        <w:t>le joueur circonspect par excellence</w:t>
      </w:r>
      <w:r w:rsidR="00B77E03">
        <w:t xml:space="preserve">, </w:t>
      </w:r>
      <w:r w:rsidRPr="002813C1">
        <w:t>il risquait ses louis</w:t>
      </w:r>
      <w:r w:rsidR="00B77E03">
        <w:t xml:space="preserve">, </w:t>
      </w:r>
      <w:r w:rsidRPr="002813C1">
        <w:t>ses louis</w:t>
      </w:r>
      <w:r w:rsidR="00B77E03">
        <w:t xml:space="preserve"> !… </w:t>
      </w:r>
      <w:r w:rsidRPr="002813C1">
        <w:t>à tort et à travers</w:t>
      </w:r>
      <w:r w:rsidR="00B77E03">
        <w:t xml:space="preserve">. </w:t>
      </w:r>
      <w:r w:rsidRPr="002813C1">
        <w:t>Plutôt que de rester inoccupé</w:t>
      </w:r>
      <w:r w:rsidR="00B77E03">
        <w:t xml:space="preserve">, </w:t>
      </w:r>
      <w:r w:rsidRPr="002813C1">
        <w:t>ce qui eût pu trahir son trouble</w:t>
      </w:r>
      <w:r w:rsidR="00B77E03">
        <w:t xml:space="preserve">, </w:t>
      </w:r>
      <w:r w:rsidRPr="002813C1">
        <w:t>il tenait des bancos extravagants</w:t>
      </w:r>
      <w:r w:rsidR="00B77E03">
        <w:t xml:space="preserve">… </w:t>
      </w:r>
      <w:r w:rsidRPr="002813C1">
        <w:t>il courait après son argent</w:t>
      </w:r>
      <w:r w:rsidR="00B77E03">
        <w:t>…</w:t>
      </w:r>
    </w:p>
    <w:p w14:paraId="6893C797" w14:textId="77777777" w:rsidR="00B77E03" w:rsidRDefault="0024252B" w:rsidP="00B77E03">
      <w:r w:rsidRPr="002813C1">
        <w:t>La main lui étant arrivée</w:t>
      </w:r>
      <w:r w:rsidR="00B77E03">
        <w:t xml:space="preserve">, </w:t>
      </w:r>
      <w:r w:rsidRPr="002813C1">
        <w:t>ce fut bien pis</w:t>
      </w:r>
      <w:r w:rsidR="00B77E03">
        <w:t xml:space="preserve">. </w:t>
      </w:r>
      <w:r w:rsidRPr="002813C1">
        <w:t>La veine le favorisait et il faisait les plus étranges écoles</w:t>
      </w:r>
      <w:r w:rsidR="00B77E03">
        <w:t xml:space="preserve">… </w:t>
      </w:r>
      <w:r w:rsidRPr="002813C1">
        <w:t>Ayant un sept en mains</w:t>
      </w:r>
      <w:r w:rsidR="00B77E03">
        <w:t xml:space="preserve">, </w:t>
      </w:r>
      <w:r w:rsidRPr="002813C1">
        <w:t>par exemple</w:t>
      </w:r>
      <w:r w:rsidR="00B77E03">
        <w:t xml:space="preserve">, </w:t>
      </w:r>
      <w:r w:rsidRPr="002813C1">
        <w:t>et après avoir donné une figure à l</w:t>
      </w:r>
      <w:r w:rsidR="00B77E03">
        <w:t>’</w:t>
      </w:r>
      <w:r w:rsidRPr="002813C1">
        <w:t>adversaire</w:t>
      </w:r>
      <w:r w:rsidR="00B77E03">
        <w:t xml:space="preserve">, </w:t>
      </w:r>
      <w:r w:rsidRPr="002813C1">
        <w:t>il prenait une carte</w:t>
      </w:r>
      <w:r w:rsidR="00B77E03">
        <w:t>.</w:t>
      </w:r>
    </w:p>
    <w:p w14:paraId="6BAE5D19" w14:textId="77777777" w:rsidR="00B77E03" w:rsidRDefault="0024252B" w:rsidP="00B77E03">
      <w:r w:rsidRPr="002813C1">
        <w:t>Tant et tant qu</w:t>
      </w:r>
      <w:r w:rsidR="00B77E03">
        <w:t>’</w:t>
      </w:r>
      <w:r w:rsidRPr="002813C1">
        <w:t>on finit par remarquer le désordre de sa cervelle</w:t>
      </w:r>
      <w:r w:rsidR="00B77E03">
        <w:t xml:space="preserve">, </w:t>
      </w:r>
      <w:r w:rsidRPr="002813C1">
        <w:t>et que de divers côtés on lui demandait en riant s</w:t>
      </w:r>
      <w:r w:rsidR="00B77E03">
        <w:t>’</w:t>
      </w:r>
      <w:r w:rsidRPr="002813C1">
        <w:t>il était malade</w:t>
      </w:r>
      <w:r w:rsidR="00B77E03">
        <w:t xml:space="preserve">, </w:t>
      </w:r>
      <w:r w:rsidRPr="002813C1">
        <w:t>ou s</w:t>
      </w:r>
      <w:r w:rsidR="00B77E03">
        <w:t>’</w:t>
      </w:r>
      <w:r w:rsidRPr="002813C1">
        <w:t>il avait un peu trop dîné</w:t>
      </w:r>
      <w:r w:rsidR="00B77E03">
        <w:t xml:space="preserve">… </w:t>
      </w:r>
      <w:r w:rsidRPr="002813C1">
        <w:t>C</w:t>
      </w:r>
      <w:r w:rsidR="00B77E03">
        <w:t>’</w:t>
      </w:r>
      <w:r w:rsidRPr="002813C1">
        <w:t>est ce dont tout le monde témoignerait au besoin</w:t>
      </w:r>
      <w:r w:rsidR="00B77E03">
        <w:t>…</w:t>
      </w:r>
    </w:p>
    <w:p w14:paraId="152E54D2" w14:textId="77777777" w:rsidR="00B77E03" w:rsidRDefault="0024252B" w:rsidP="00B77E03">
      <w:r w:rsidRPr="002813C1">
        <w:t>Encore</w:t>
      </w:r>
      <w:r w:rsidR="00B77E03">
        <w:t xml:space="preserve">, </w:t>
      </w:r>
      <w:r w:rsidRPr="002813C1">
        <w:t>ce n</w:t>
      </w:r>
      <w:r w:rsidR="00B77E03">
        <w:t>’</w:t>
      </w:r>
      <w:r w:rsidRPr="002813C1">
        <w:t>a-t-il pas été tout</w:t>
      </w:r>
      <w:r w:rsidR="00B77E03">
        <w:t xml:space="preserve"> : </w:t>
      </w:r>
      <w:r w:rsidRPr="002813C1">
        <w:t>il était manifestement sur les charbons</w:t>
      </w:r>
      <w:r w:rsidR="00B77E03">
        <w:t xml:space="preserve">, </w:t>
      </w:r>
      <w:r w:rsidRPr="002813C1">
        <w:t>le traître</w:t>
      </w:r>
      <w:r w:rsidR="00B77E03">
        <w:t xml:space="preserve">, </w:t>
      </w:r>
      <w:r w:rsidRPr="002813C1">
        <w:t>et malgré une incontestable puissance sur soi</w:t>
      </w:r>
      <w:r w:rsidR="00B77E03">
        <w:t xml:space="preserve">, </w:t>
      </w:r>
      <w:r w:rsidRPr="002813C1">
        <w:t>il suait l</w:t>
      </w:r>
      <w:r w:rsidR="00B77E03">
        <w:t>’</w:t>
      </w:r>
      <w:r w:rsidRPr="002813C1">
        <w:t>angoisse par tous les pores</w:t>
      </w:r>
      <w:r w:rsidR="00B77E03">
        <w:t xml:space="preserve">… </w:t>
      </w:r>
      <w:r w:rsidRPr="002813C1">
        <w:t>À chaque claquement de la porte</w:t>
      </w:r>
      <w:r w:rsidR="00B77E03">
        <w:t xml:space="preserve">, </w:t>
      </w:r>
      <w:r w:rsidRPr="002813C1">
        <w:t>il devenait vert</w:t>
      </w:r>
      <w:r w:rsidR="00B77E03">
        <w:t xml:space="preserve">, </w:t>
      </w:r>
      <w:r w:rsidRPr="002813C1">
        <w:t>comme s</w:t>
      </w:r>
      <w:r w:rsidR="00B77E03">
        <w:t>’</w:t>
      </w:r>
      <w:r w:rsidRPr="002813C1">
        <w:t xml:space="preserve">il se fût attendu à vous voir paraître vous ou </w:t>
      </w:r>
      <w:proofErr w:type="spellStart"/>
      <w:r w:rsidRPr="002813C1">
        <w:t>Wilkie</w:t>
      </w:r>
      <w:proofErr w:type="spellEnd"/>
      <w:r w:rsidR="00B77E03">
        <w:t xml:space="preserve">, </w:t>
      </w:r>
      <w:r w:rsidRPr="002813C1">
        <w:t>ou tous deux ensemble</w:t>
      </w:r>
      <w:r w:rsidR="00B77E03">
        <w:t>…</w:t>
      </w:r>
    </w:p>
    <w:p w14:paraId="0A496063" w14:textId="77777777" w:rsidR="00B77E03" w:rsidRDefault="0024252B" w:rsidP="00B77E03">
      <w:r w:rsidRPr="002813C1">
        <w:t>Enfin</w:t>
      </w:r>
      <w:r w:rsidR="00B77E03">
        <w:t xml:space="preserve">, </w:t>
      </w:r>
      <w:r w:rsidRPr="002813C1">
        <w:t>dix fois je l</w:t>
      </w:r>
      <w:r w:rsidR="00B77E03">
        <w:t>’</w:t>
      </w:r>
      <w:r w:rsidRPr="002813C1">
        <w:t>ai surpris</w:t>
      </w:r>
      <w:r w:rsidR="00B77E03">
        <w:t xml:space="preserve">, </w:t>
      </w:r>
      <w:r w:rsidRPr="002813C1">
        <w:t>prêtant l</w:t>
      </w:r>
      <w:r w:rsidR="00B77E03">
        <w:t>’</w:t>
      </w:r>
      <w:r w:rsidRPr="002813C1">
        <w:t>oreille</w:t>
      </w:r>
      <w:r w:rsidR="00B77E03">
        <w:t xml:space="preserve">, </w:t>
      </w:r>
      <w:r w:rsidRPr="002813C1">
        <w:t>comme s</w:t>
      </w:r>
      <w:r w:rsidR="00B77E03">
        <w:t>’</w:t>
      </w:r>
      <w:r w:rsidRPr="002813C1">
        <w:t>il eût espéré à force d</w:t>
      </w:r>
      <w:r w:rsidR="00B77E03">
        <w:t>’</w:t>
      </w:r>
      <w:r w:rsidRPr="002813C1">
        <w:t>attention ou par la seule puissance magnétique de sa volonté</w:t>
      </w:r>
      <w:r w:rsidR="00B77E03">
        <w:t xml:space="preserve">, </w:t>
      </w:r>
      <w:r w:rsidRPr="002813C1">
        <w:t>entendre ce que vous et votre fils disiez</w:t>
      </w:r>
      <w:r w:rsidR="00B77E03">
        <w:t>…</w:t>
      </w:r>
    </w:p>
    <w:p w14:paraId="6A723FE7" w14:textId="77777777" w:rsidR="00B77E03" w:rsidRDefault="0024252B" w:rsidP="00B77E03">
      <w:r w:rsidRPr="002813C1">
        <w:t>D</w:t>
      </w:r>
      <w:r w:rsidR="00B77E03">
        <w:t>’</w:t>
      </w:r>
      <w:r w:rsidRPr="002813C1">
        <w:t>un seul mot</w:t>
      </w:r>
      <w:r w:rsidR="00B77E03">
        <w:t xml:space="preserve">, </w:t>
      </w:r>
      <w:r w:rsidRPr="002813C1">
        <w:t>à ces instants-là</w:t>
      </w:r>
      <w:r w:rsidR="00B77E03">
        <w:t xml:space="preserve">, </w:t>
      </w:r>
      <w:r w:rsidRPr="002813C1">
        <w:t>je pouvais lui arracher un aveu</w:t>
      </w:r>
      <w:r w:rsidR="00B77E03">
        <w:t> !…</w:t>
      </w:r>
    </w:p>
    <w:p w14:paraId="752BABEE" w14:textId="1BA43545" w:rsidR="00B77E03" w:rsidRDefault="0024252B" w:rsidP="00B77E03">
      <w:r w:rsidRPr="002813C1">
        <w:lastRenderedPageBreak/>
        <w:t>Tout cela était si plausible</w:t>
      </w:r>
      <w:r w:rsidR="00B77E03">
        <w:t xml:space="preserve">, </w:t>
      </w:r>
      <w:r w:rsidRPr="002813C1">
        <w:t xml:space="preserve">que </w:t>
      </w:r>
      <w:r w:rsidR="00B77E03">
        <w:t>M</w:t>
      </w:r>
      <w:r w:rsidR="00B77E03" w:rsidRPr="00B77E03">
        <w:rPr>
          <w:vertAlign w:val="superscript"/>
        </w:rPr>
        <w:t>me</w:t>
      </w:r>
      <w:r w:rsidR="00B77E03">
        <w:t> </w:t>
      </w:r>
      <w:r w:rsidRPr="002813C1">
        <w:t>d</w:t>
      </w:r>
      <w:r w:rsidR="00B77E03">
        <w:t>’</w:t>
      </w:r>
      <w:r w:rsidRPr="002813C1">
        <w:t>Argelès paraissait à demi-convaincue</w:t>
      </w:r>
      <w:r w:rsidR="00B77E03">
        <w:t>…</w:t>
      </w:r>
    </w:p>
    <w:p w14:paraId="03BB5169" w14:textId="77777777" w:rsidR="00B77E03" w:rsidRDefault="00B77E03" w:rsidP="00B77E03">
      <w:r>
        <w:t>— </w:t>
      </w:r>
      <w:r w:rsidR="0024252B" w:rsidRPr="002813C1">
        <w:t>Ah</w:t>
      </w:r>
      <w:r>
        <w:t xml:space="preserve"> ! </w:t>
      </w:r>
      <w:r w:rsidR="0024252B" w:rsidRPr="002813C1">
        <w:t>que n</w:t>
      </w:r>
      <w:r>
        <w:t>’</w:t>
      </w:r>
      <w:r w:rsidR="0024252B" w:rsidRPr="002813C1">
        <w:t>avez-vous prononcé ce mot</w:t>
      </w:r>
      <w:r>
        <w:t xml:space="preserve">… </w:t>
      </w:r>
      <w:r w:rsidR="0024252B" w:rsidRPr="002813C1">
        <w:t>murmura-t-elle</w:t>
      </w:r>
      <w:r>
        <w:t>…</w:t>
      </w:r>
    </w:p>
    <w:p w14:paraId="57031837" w14:textId="6569C391" w:rsidR="00B77E03" w:rsidRDefault="0024252B" w:rsidP="00B77E03">
      <w:r w:rsidRPr="002813C1">
        <w:t>Lui sourit</w:t>
      </w:r>
      <w:r w:rsidR="00B77E03">
        <w:t xml:space="preserve">, </w:t>
      </w:r>
      <w:r w:rsidRPr="002813C1">
        <w:t>d</w:t>
      </w:r>
      <w:r w:rsidR="00B77E03">
        <w:t>’</w:t>
      </w:r>
      <w:r w:rsidRPr="002813C1">
        <w:t>un sourire perspicace et méchant</w:t>
      </w:r>
      <w:r w:rsidR="00B77E03">
        <w:t xml:space="preserve">, </w:t>
      </w:r>
      <w:r w:rsidRPr="002813C1">
        <w:t xml:space="preserve">qui eût épouvanté </w:t>
      </w:r>
      <w:r w:rsidR="00B77E03">
        <w:t>M. de </w:t>
      </w:r>
      <w:proofErr w:type="spellStart"/>
      <w:r w:rsidRPr="002813C1">
        <w:t>Coralth</w:t>
      </w:r>
      <w:proofErr w:type="spellEnd"/>
      <w:r w:rsidR="00B77E03">
        <w:t xml:space="preserve">, </w:t>
      </w:r>
      <w:r w:rsidRPr="002813C1">
        <w:t>s</w:t>
      </w:r>
      <w:r w:rsidR="00B77E03">
        <w:t>’</w:t>
      </w:r>
      <w:r w:rsidRPr="002813C1">
        <w:t>il lui eût été donné de le voir</w:t>
      </w:r>
      <w:r w:rsidR="00B77E03">
        <w:t>…</w:t>
      </w:r>
    </w:p>
    <w:p w14:paraId="15A1DA3F" w14:textId="551A13E5" w:rsidR="00B77E03" w:rsidRDefault="00B77E03" w:rsidP="00B77E03">
      <w:r>
        <w:t>— </w:t>
      </w:r>
      <w:r w:rsidR="0024252B" w:rsidRPr="002813C1">
        <w:t>Pas si jeune</w:t>
      </w:r>
      <w:r>
        <w:t xml:space="preserve"> ! </w:t>
      </w:r>
      <w:r w:rsidR="0024252B" w:rsidRPr="002813C1">
        <w:t>répondit-il</w:t>
      </w:r>
      <w:r>
        <w:t xml:space="preserve">… </w:t>
      </w:r>
      <w:r w:rsidR="0024252B" w:rsidRPr="002813C1">
        <w:t>Ce n</w:t>
      </w:r>
      <w:r>
        <w:t>’</w:t>
      </w:r>
      <w:r w:rsidR="0024252B" w:rsidRPr="002813C1">
        <w:t>est pas quand les nasses sont tendues qu</w:t>
      </w:r>
      <w:r>
        <w:t>’</w:t>
      </w:r>
      <w:r w:rsidR="0024252B" w:rsidRPr="002813C1">
        <w:t>on rabouille l</w:t>
      </w:r>
      <w:r>
        <w:t>’</w:t>
      </w:r>
      <w:r w:rsidR="0024252B" w:rsidRPr="002813C1">
        <w:t>eau pour effaroucher le poisson</w:t>
      </w:r>
      <w:r>
        <w:t xml:space="preserve">… </w:t>
      </w:r>
      <w:r w:rsidR="0024252B" w:rsidRPr="002813C1">
        <w:t>Notre nasse</w:t>
      </w:r>
      <w:r>
        <w:t xml:space="preserve">, </w:t>
      </w:r>
      <w:r w:rsidR="0024252B" w:rsidRPr="002813C1">
        <w:t>à nous</w:t>
      </w:r>
      <w:r>
        <w:t xml:space="preserve">, </w:t>
      </w:r>
      <w:r w:rsidR="0024252B" w:rsidRPr="002813C1">
        <w:t>c</w:t>
      </w:r>
      <w:r>
        <w:t>’</w:t>
      </w:r>
      <w:r w:rsidR="0024252B" w:rsidRPr="002813C1">
        <w:t xml:space="preserve">est la succession de </w:t>
      </w:r>
      <w:proofErr w:type="spellStart"/>
      <w:r w:rsidR="0024252B" w:rsidRPr="002813C1">
        <w:t>Chalusse</w:t>
      </w:r>
      <w:proofErr w:type="spellEnd"/>
      <w:r>
        <w:t xml:space="preserve">… </w:t>
      </w:r>
      <w:r w:rsidR="0024252B" w:rsidRPr="002813C1">
        <w:t>laissez faire</w:t>
      </w:r>
      <w:r>
        <w:t xml:space="preserve">… </w:t>
      </w:r>
      <w:r w:rsidR="0024252B" w:rsidRPr="002813C1">
        <w:t xml:space="preserve">le </w:t>
      </w:r>
      <w:proofErr w:type="spellStart"/>
      <w:r w:rsidR="0024252B" w:rsidRPr="002813C1">
        <w:t>Coralth</w:t>
      </w:r>
      <w:proofErr w:type="spellEnd"/>
      <w:r w:rsidR="0024252B" w:rsidRPr="002813C1">
        <w:t xml:space="preserve"> et le </w:t>
      </w:r>
      <w:proofErr w:type="spellStart"/>
      <w:r w:rsidR="0024252B" w:rsidRPr="002813C1">
        <w:t>Valorsay</w:t>
      </w:r>
      <w:proofErr w:type="spellEnd"/>
      <w:r w:rsidR="0024252B" w:rsidRPr="002813C1">
        <w:t xml:space="preserve"> viendront s</w:t>
      </w:r>
      <w:r>
        <w:t>’</w:t>
      </w:r>
      <w:r w:rsidR="0024252B" w:rsidRPr="002813C1">
        <w:t>y prendre</w:t>
      </w:r>
      <w:r>
        <w:t xml:space="preserve">… </w:t>
      </w:r>
      <w:r w:rsidR="0024252B" w:rsidRPr="002813C1">
        <w:t>Le plan n</w:t>
      </w:r>
      <w:r>
        <w:t>’</w:t>
      </w:r>
      <w:r w:rsidR="0024252B" w:rsidRPr="002813C1">
        <w:t>est pas de moi</w:t>
      </w:r>
      <w:r>
        <w:t xml:space="preserve">, </w:t>
      </w:r>
      <w:r w:rsidR="0024252B" w:rsidRPr="002813C1">
        <w:t xml:space="preserve">mais de </w:t>
      </w:r>
      <w:r>
        <w:t>M. </w:t>
      </w:r>
      <w:proofErr w:type="spellStart"/>
      <w:r w:rsidR="0024252B" w:rsidRPr="002813C1">
        <w:t>Férailleur</w:t>
      </w:r>
      <w:proofErr w:type="spellEnd"/>
      <w:r>
        <w:t xml:space="preserve">… </w:t>
      </w:r>
      <w:r w:rsidR="0024252B" w:rsidRPr="002813C1">
        <w:t>Celui-là</w:t>
      </w:r>
      <w:r>
        <w:t xml:space="preserve">, </w:t>
      </w:r>
      <w:r w:rsidR="0024252B" w:rsidRPr="002813C1">
        <w:t>sacrebleu</w:t>
      </w:r>
      <w:r>
        <w:t xml:space="preserve">, </w:t>
      </w:r>
      <w:r w:rsidR="0024252B" w:rsidRPr="002813C1">
        <w:t>est un homme</w:t>
      </w:r>
      <w:r>
        <w:t xml:space="preserve">… </w:t>
      </w:r>
      <w:r w:rsidR="0024252B" w:rsidRPr="002813C1">
        <w:t xml:space="preserve">et si </w:t>
      </w:r>
      <w:r>
        <w:t>M</w:t>
      </w:r>
      <w:r w:rsidRPr="00B77E03">
        <w:rPr>
          <w:vertAlign w:val="superscript"/>
        </w:rPr>
        <w:t>lle</w:t>
      </w:r>
      <w:r>
        <w:t> </w:t>
      </w:r>
      <w:r w:rsidR="0024252B" w:rsidRPr="002813C1">
        <w:t>Marguerite est digne de lui</w:t>
      </w:r>
      <w:r>
        <w:t xml:space="preserve">, </w:t>
      </w:r>
      <w:r w:rsidR="0024252B" w:rsidRPr="002813C1">
        <w:t>ce sera un fier couple</w:t>
      </w:r>
      <w:r>
        <w:t xml:space="preserve"> !… </w:t>
      </w:r>
      <w:r w:rsidR="0024252B" w:rsidRPr="002813C1">
        <w:t>Sans s</w:t>
      </w:r>
      <w:r>
        <w:t>’</w:t>
      </w:r>
      <w:r w:rsidR="0024252B" w:rsidRPr="002813C1">
        <w:t>en douter</w:t>
      </w:r>
      <w:r>
        <w:t xml:space="preserve">, </w:t>
      </w:r>
      <w:r w:rsidR="0024252B" w:rsidRPr="002813C1">
        <w:t>votre fils nous a peut-être rendu ce soir un immense service</w:t>
      </w:r>
      <w:r>
        <w:t>…</w:t>
      </w:r>
    </w:p>
    <w:p w14:paraId="5FB9EEF5" w14:textId="46B7B2F9" w:rsidR="00B77E03" w:rsidRDefault="00B77E03" w:rsidP="00B77E03">
      <w:r>
        <w:t>— </w:t>
      </w:r>
      <w:r w:rsidR="0024252B" w:rsidRPr="002813C1">
        <w:t>Hélas</w:t>
      </w:r>
      <w:r>
        <w:t xml:space="preserve"> !… </w:t>
      </w:r>
      <w:r w:rsidR="0024252B" w:rsidRPr="002813C1">
        <w:t xml:space="preserve">balbutia </w:t>
      </w:r>
      <w:r>
        <w:t>M</w:t>
      </w:r>
      <w:r w:rsidRPr="00B77E03">
        <w:rPr>
          <w:vertAlign w:val="superscript"/>
        </w:rPr>
        <w:t>me</w:t>
      </w:r>
      <w:r>
        <w:t> </w:t>
      </w:r>
      <w:r w:rsidR="0024252B" w:rsidRPr="002813C1">
        <w:t>d</w:t>
      </w:r>
      <w:r>
        <w:t>’</w:t>
      </w:r>
      <w:r w:rsidR="0024252B" w:rsidRPr="002813C1">
        <w:t>Argelès</w:t>
      </w:r>
      <w:r>
        <w:t xml:space="preserve">, </w:t>
      </w:r>
      <w:r w:rsidR="0024252B" w:rsidRPr="002813C1">
        <w:t>je n</w:t>
      </w:r>
      <w:r>
        <w:t>’</w:t>
      </w:r>
      <w:r w:rsidR="0024252B" w:rsidRPr="002813C1">
        <w:t>en suis pas moins perdue</w:t>
      </w:r>
      <w:r>
        <w:t xml:space="preserve">, </w:t>
      </w:r>
      <w:r w:rsidR="0024252B" w:rsidRPr="002813C1">
        <w:t xml:space="preserve">le nom de </w:t>
      </w:r>
      <w:proofErr w:type="spellStart"/>
      <w:r w:rsidR="0024252B" w:rsidRPr="002813C1">
        <w:t>Chalusse</w:t>
      </w:r>
      <w:proofErr w:type="spellEnd"/>
      <w:r w:rsidR="0024252B" w:rsidRPr="002813C1">
        <w:t xml:space="preserve"> n</w:t>
      </w:r>
      <w:r>
        <w:t>’</w:t>
      </w:r>
      <w:r w:rsidR="0024252B" w:rsidRPr="002813C1">
        <w:t>en est pas moins déshonoré</w:t>
      </w:r>
      <w:r>
        <w:t>…</w:t>
      </w:r>
    </w:p>
    <w:p w14:paraId="5B50EF53" w14:textId="77777777" w:rsidR="00B77E03" w:rsidRDefault="0024252B" w:rsidP="00B77E03">
      <w:r w:rsidRPr="002813C1">
        <w:t>Elle voulait reparaître dans ses salons</w:t>
      </w:r>
      <w:r w:rsidR="00B77E03">
        <w:t xml:space="preserve">… </w:t>
      </w:r>
      <w:r w:rsidRPr="002813C1">
        <w:t>elle dut renoncer à cette idée</w:t>
      </w:r>
      <w:r w:rsidR="00B77E03">
        <w:t xml:space="preserve">, </w:t>
      </w:r>
      <w:r w:rsidRPr="002813C1">
        <w:t>sa physionomie seule eût trahi quelque scène terrible</w:t>
      </w:r>
      <w:r w:rsidR="00B77E03">
        <w:t>.</w:t>
      </w:r>
    </w:p>
    <w:p w14:paraId="78CC8738" w14:textId="7400D88B" w:rsidR="00B77E03" w:rsidRDefault="0024252B" w:rsidP="00B77E03">
      <w:r w:rsidRPr="002813C1">
        <w:t xml:space="preserve">Mais les domestiques avaient entendu </w:t>
      </w:r>
      <w:r w:rsidR="00B77E03">
        <w:t>M. </w:t>
      </w:r>
      <w:proofErr w:type="spellStart"/>
      <w:r w:rsidRPr="002813C1">
        <w:t>Wilkie</w:t>
      </w:r>
      <w:proofErr w:type="spellEnd"/>
      <w:r w:rsidR="00B77E03">
        <w:t xml:space="preserve">, </w:t>
      </w:r>
      <w:r w:rsidRPr="002813C1">
        <w:t>et les indiscrétions ont presque l</w:t>
      </w:r>
      <w:r w:rsidR="00B77E03">
        <w:t>’</w:t>
      </w:r>
      <w:r w:rsidRPr="002813C1">
        <w:t>instantanéité du télégraphe</w:t>
      </w:r>
      <w:r w:rsidR="00B77E03">
        <w:t>.</w:t>
      </w:r>
    </w:p>
    <w:p w14:paraId="2C90872E" w14:textId="6E73F009" w:rsidR="00B77E03" w:rsidRDefault="0024252B" w:rsidP="00B77E03">
      <w:r w:rsidRPr="002813C1">
        <w:t>Cette nuit-là même</w:t>
      </w:r>
      <w:r w:rsidR="00B77E03">
        <w:t xml:space="preserve">, </w:t>
      </w:r>
      <w:r w:rsidRPr="002813C1">
        <w:t>dans les cercles de Paris</w:t>
      </w:r>
      <w:r w:rsidR="00B77E03">
        <w:t xml:space="preserve">, </w:t>
      </w:r>
      <w:r w:rsidRPr="002813C1">
        <w:t>cette nouvelle étrange courait qu</w:t>
      </w:r>
      <w:r w:rsidR="00B77E03">
        <w:t>’</w:t>
      </w:r>
      <w:r w:rsidRPr="002813C1">
        <w:t>on ne jouerait plus chez la d</w:t>
      </w:r>
      <w:r w:rsidR="00B77E03">
        <w:t>’</w:t>
      </w:r>
      <w:r w:rsidRPr="002813C1">
        <w:t>Argelès</w:t>
      </w:r>
      <w:r w:rsidR="00B77E03">
        <w:t xml:space="preserve">, </w:t>
      </w:r>
      <w:r w:rsidRPr="002813C1">
        <w:t>qu</w:t>
      </w:r>
      <w:r w:rsidR="00B77E03">
        <w:t>’</w:t>
      </w:r>
      <w:r w:rsidRPr="002813C1">
        <w:t xml:space="preserve">elle était une demoiselle de </w:t>
      </w:r>
      <w:proofErr w:type="spellStart"/>
      <w:r w:rsidRPr="002813C1">
        <w:t>Chalusse</w:t>
      </w:r>
      <w:proofErr w:type="spellEnd"/>
      <w:r w:rsidRPr="002813C1">
        <w:t xml:space="preserve"> et la tante</w:t>
      </w:r>
      <w:r w:rsidR="00B77E03">
        <w:t xml:space="preserve">, </w:t>
      </w:r>
      <w:r w:rsidRPr="002813C1">
        <w:t>par conséquent</w:t>
      </w:r>
      <w:r w:rsidR="00B77E03">
        <w:t xml:space="preserve">, </w:t>
      </w:r>
      <w:r w:rsidRPr="002813C1">
        <w:t xml:space="preserve">de </w:t>
      </w:r>
      <w:r w:rsidR="00B77E03">
        <w:t>M</w:t>
      </w:r>
      <w:r w:rsidR="00B77E03" w:rsidRPr="00B77E03">
        <w:rPr>
          <w:vertAlign w:val="superscript"/>
        </w:rPr>
        <w:t>lle</w:t>
      </w:r>
      <w:r w:rsidR="00B77E03">
        <w:t> </w:t>
      </w:r>
      <w:r w:rsidRPr="002813C1">
        <w:t>Marguerite</w:t>
      </w:r>
      <w:r w:rsidR="00B77E03">
        <w:t xml:space="preserve">, </w:t>
      </w:r>
      <w:r w:rsidRPr="002813C1">
        <w:t xml:space="preserve">cette belle jeune fille recueillie par </w:t>
      </w:r>
      <w:r w:rsidR="00B77E03">
        <w:t>M. </w:t>
      </w:r>
      <w:r w:rsidRPr="002813C1">
        <w:t xml:space="preserve">et </w:t>
      </w:r>
      <w:r w:rsidR="00B77E03">
        <w:t>M</w:t>
      </w:r>
      <w:r w:rsidR="00B77E03" w:rsidRPr="00B77E03">
        <w:rPr>
          <w:vertAlign w:val="superscript"/>
        </w:rPr>
        <w:t>me</w:t>
      </w:r>
      <w:r w:rsidR="00B77E03">
        <w:t> de </w:t>
      </w:r>
      <w:proofErr w:type="spellStart"/>
      <w:r w:rsidRPr="002813C1">
        <w:t>Fondège</w:t>
      </w:r>
      <w:proofErr w:type="spellEnd"/>
      <w:r w:rsidR="00B77E03">
        <w:t>.</w:t>
      </w:r>
    </w:p>
    <w:p w14:paraId="41347761" w14:textId="596C589E" w:rsidR="0024252B" w:rsidRPr="002813C1" w:rsidRDefault="0024252B" w:rsidP="00B77E03">
      <w:pPr>
        <w:pStyle w:val="Titre1"/>
      </w:pPr>
      <w:bookmarkStart w:id="6" w:name="_Toc202022831"/>
      <w:r w:rsidRPr="002813C1">
        <w:lastRenderedPageBreak/>
        <w:t>VII</w:t>
      </w:r>
      <w:bookmarkEnd w:id="6"/>
      <w:r w:rsidRPr="002813C1">
        <w:br/>
      </w:r>
    </w:p>
    <w:p w14:paraId="1A999594" w14:textId="77777777" w:rsidR="00B77E03" w:rsidRDefault="0024252B" w:rsidP="00B77E03">
      <w:r w:rsidRPr="002813C1">
        <w:t>Se confier à des étrangers</w:t>
      </w:r>
      <w:r w:rsidR="00B77E03">
        <w:t xml:space="preserve">… </w:t>
      </w:r>
      <w:r w:rsidRPr="002813C1">
        <w:t>plus encore à des ennemis acharnés</w:t>
      </w:r>
      <w:r w:rsidR="00B77E03">
        <w:t>…</w:t>
      </w:r>
    </w:p>
    <w:p w14:paraId="15F2685C" w14:textId="77777777" w:rsidR="00B77E03" w:rsidRDefault="0024252B" w:rsidP="00B77E03">
      <w:r w:rsidRPr="002813C1">
        <w:t>S</w:t>
      </w:r>
      <w:r w:rsidR="00B77E03">
        <w:t>’</w:t>
      </w:r>
      <w:r w:rsidRPr="002813C1">
        <w:t>abandonner à de doucereux imposteurs</w:t>
      </w:r>
      <w:r w:rsidR="00B77E03">
        <w:t xml:space="preserve">, </w:t>
      </w:r>
      <w:r w:rsidRPr="002813C1">
        <w:t>qu</w:t>
      </w:r>
      <w:r w:rsidR="00B77E03">
        <w:t>’</w:t>
      </w:r>
      <w:r w:rsidRPr="002813C1">
        <w:t>on sait intéressés à notre perte</w:t>
      </w:r>
      <w:r w:rsidR="00B77E03">
        <w:t xml:space="preserve">, </w:t>
      </w:r>
      <w:r w:rsidRPr="002813C1">
        <w:t>dont on a mesuré la scélératesse</w:t>
      </w:r>
      <w:r w:rsidR="00B77E03">
        <w:t xml:space="preserve">, </w:t>
      </w:r>
      <w:r w:rsidRPr="002813C1">
        <w:t>et qu</w:t>
      </w:r>
      <w:r w:rsidR="00B77E03">
        <w:t>’</w:t>
      </w:r>
      <w:r w:rsidRPr="002813C1">
        <w:t>on croit capables de tout</w:t>
      </w:r>
      <w:r w:rsidR="00B77E03">
        <w:t>…</w:t>
      </w:r>
    </w:p>
    <w:p w14:paraId="2F293C82" w14:textId="77777777" w:rsidR="00B77E03" w:rsidRDefault="0024252B" w:rsidP="00B77E03">
      <w:r w:rsidRPr="002813C1">
        <w:t>Se mettre froidement et après mûres réflexions à la discrétion de redoutables hypocrites</w:t>
      </w:r>
      <w:r w:rsidR="00B77E03">
        <w:t>…</w:t>
      </w:r>
    </w:p>
    <w:p w14:paraId="7E018764" w14:textId="77777777" w:rsidR="00B77E03" w:rsidRDefault="0024252B" w:rsidP="00B77E03">
      <w:r w:rsidRPr="002813C1">
        <w:t>Affronter d</w:t>
      </w:r>
      <w:r w:rsidR="00B77E03">
        <w:t>’</w:t>
      </w:r>
      <w:r w:rsidRPr="002813C1">
        <w:t>un œil calme et le sourire aux lèvres tout ce que l</w:t>
      </w:r>
      <w:r w:rsidR="00B77E03">
        <w:t>’</w:t>
      </w:r>
      <w:r w:rsidRPr="002813C1">
        <w:t>inconnu a de mystérieux périls</w:t>
      </w:r>
      <w:r w:rsidR="00B77E03">
        <w:t xml:space="preserve"> ; </w:t>
      </w:r>
      <w:r w:rsidRPr="002813C1">
        <w:t>braver les plus dangereuses séductions</w:t>
      </w:r>
      <w:r w:rsidR="00B77E03">
        <w:t xml:space="preserve">, </w:t>
      </w:r>
      <w:r w:rsidRPr="002813C1">
        <w:t>les conseils perfides</w:t>
      </w:r>
      <w:r w:rsidR="00B77E03">
        <w:t xml:space="preserve">, </w:t>
      </w:r>
      <w:r w:rsidRPr="002813C1">
        <w:t>les patelinages savamment calculés</w:t>
      </w:r>
      <w:r w:rsidR="00B77E03">
        <w:t xml:space="preserve">, </w:t>
      </w:r>
      <w:r w:rsidRPr="002813C1">
        <w:t>des pièges et des embûches de toutes sortes</w:t>
      </w:r>
      <w:r w:rsidR="00B77E03">
        <w:t xml:space="preserve">, </w:t>
      </w:r>
      <w:r w:rsidRPr="002813C1">
        <w:t>des violences</w:t>
      </w:r>
      <w:r w:rsidR="00B77E03">
        <w:t xml:space="preserve">, </w:t>
      </w:r>
      <w:r w:rsidRPr="002813C1">
        <w:t>peut-être</w:t>
      </w:r>
      <w:r w:rsidR="00B77E03">
        <w:t>…</w:t>
      </w:r>
    </w:p>
    <w:p w14:paraId="612AC543" w14:textId="77777777" w:rsidR="00B77E03" w:rsidRDefault="0024252B" w:rsidP="00B77E03">
      <w:r w:rsidRPr="002813C1">
        <w:t>Cela exige une force d</w:t>
      </w:r>
      <w:r w:rsidR="00B77E03">
        <w:t>’</w:t>
      </w:r>
      <w:r w:rsidRPr="002813C1">
        <w:t>âme peu commune</w:t>
      </w:r>
      <w:r w:rsidR="00B77E03">
        <w:t xml:space="preserve">, </w:t>
      </w:r>
      <w:r w:rsidRPr="002813C1">
        <w:t>la plus superbe confiance en son énergie</w:t>
      </w:r>
      <w:r w:rsidR="00B77E03">
        <w:t xml:space="preserve">, </w:t>
      </w:r>
      <w:r w:rsidRPr="002813C1">
        <w:t>le mépris du danger et l</w:t>
      </w:r>
      <w:r w:rsidR="00B77E03">
        <w:t>’</w:t>
      </w:r>
      <w:r w:rsidRPr="002813C1">
        <w:t>inébranlable résolution de triompher ou de périr</w:t>
      </w:r>
      <w:r w:rsidR="00B77E03">
        <w:t>…</w:t>
      </w:r>
    </w:p>
    <w:p w14:paraId="3458B3D2" w14:textId="2045966D" w:rsidR="00B77E03" w:rsidRDefault="0024252B" w:rsidP="00B77E03">
      <w:r w:rsidRPr="002813C1">
        <w:t>Tel est l</w:t>
      </w:r>
      <w:r w:rsidR="00B77E03">
        <w:t>’</w:t>
      </w:r>
      <w:r w:rsidRPr="002813C1">
        <w:t>héroïsme qu</w:t>
      </w:r>
      <w:r w:rsidR="00B77E03">
        <w:t>’</w:t>
      </w:r>
      <w:r w:rsidRPr="002813C1">
        <w:t xml:space="preserve">eut </w:t>
      </w:r>
      <w:r w:rsidR="00B77E03">
        <w:t>M</w:t>
      </w:r>
      <w:r w:rsidR="00B77E03" w:rsidRPr="00B77E03">
        <w:rPr>
          <w:vertAlign w:val="superscript"/>
        </w:rPr>
        <w:t>lle</w:t>
      </w:r>
      <w:r w:rsidR="00B77E03">
        <w:t> </w:t>
      </w:r>
      <w:r w:rsidRPr="002813C1">
        <w:t>Marguerite</w:t>
      </w:r>
      <w:r w:rsidR="00B77E03">
        <w:t xml:space="preserve">, </w:t>
      </w:r>
      <w:r w:rsidRPr="002813C1">
        <w:t>une jeune fille de vingt ans</w:t>
      </w:r>
      <w:r w:rsidR="00B77E03">
        <w:t xml:space="preserve">, </w:t>
      </w:r>
      <w:r w:rsidRPr="002813C1">
        <w:t>le soir où elle quitta l</w:t>
      </w:r>
      <w:r w:rsidR="00B77E03">
        <w:t>’</w:t>
      </w:r>
      <w:r w:rsidRPr="002813C1">
        <w:t xml:space="preserve">hôtel de </w:t>
      </w:r>
      <w:proofErr w:type="spellStart"/>
      <w:r w:rsidRPr="002813C1">
        <w:t>Chalusse</w:t>
      </w:r>
      <w:proofErr w:type="spellEnd"/>
      <w:r w:rsidR="00B77E03">
        <w:t xml:space="preserve">, </w:t>
      </w:r>
      <w:r w:rsidRPr="002813C1">
        <w:t>pour accepter l</w:t>
      </w:r>
      <w:r w:rsidR="00B77E03">
        <w:t>’</w:t>
      </w:r>
      <w:r w:rsidRPr="002813C1">
        <w:t xml:space="preserve">hospitalité de </w:t>
      </w:r>
      <w:r w:rsidR="00B77E03">
        <w:t>M. </w:t>
      </w:r>
      <w:r w:rsidRPr="002813C1">
        <w:t xml:space="preserve">et </w:t>
      </w:r>
      <w:r w:rsidR="00B77E03">
        <w:t>M</w:t>
      </w:r>
      <w:r w:rsidR="00B77E03" w:rsidRPr="00B77E03">
        <w:rPr>
          <w:vertAlign w:val="superscript"/>
        </w:rPr>
        <w:t>me</w:t>
      </w:r>
      <w:r w:rsidR="00B77E03">
        <w:t> de </w:t>
      </w:r>
      <w:proofErr w:type="spellStart"/>
      <w:r w:rsidRPr="002813C1">
        <w:t>Fondège</w:t>
      </w:r>
      <w:proofErr w:type="spellEnd"/>
      <w:r w:rsidR="00B77E03">
        <w:t>.</w:t>
      </w:r>
    </w:p>
    <w:p w14:paraId="2DF59D43" w14:textId="5665529F" w:rsidR="00B77E03" w:rsidRDefault="0024252B" w:rsidP="00B77E03">
      <w:r w:rsidRPr="002813C1">
        <w:t>Et pour comble</w:t>
      </w:r>
      <w:r w:rsidR="00B77E03">
        <w:t xml:space="preserve">, </w:t>
      </w:r>
      <w:r w:rsidRPr="002813C1">
        <w:t xml:space="preserve">elle emmenait </w:t>
      </w:r>
      <w:r w:rsidR="00B77E03">
        <w:t>M</w:t>
      </w:r>
      <w:r w:rsidR="00B77E03" w:rsidRPr="00B77E03">
        <w:rPr>
          <w:vertAlign w:val="superscript"/>
        </w:rPr>
        <w:t>me</w:t>
      </w:r>
      <w:r w:rsidR="00B77E03">
        <w:t> </w:t>
      </w:r>
      <w:r w:rsidRPr="002813C1">
        <w:t>Léon</w:t>
      </w:r>
      <w:r w:rsidR="00B77E03">
        <w:t xml:space="preserve">, </w:t>
      </w:r>
      <w:r w:rsidRPr="002813C1">
        <w:t>sachant qu</w:t>
      </w:r>
      <w:r w:rsidR="00B77E03">
        <w:t>’</w:t>
      </w:r>
      <w:r w:rsidRPr="002813C1">
        <w:t>elle avait tout à craindre de cette douce personne</w:t>
      </w:r>
      <w:r w:rsidR="00B77E03">
        <w:t xml:space="preserve">, </w:t>
      </w:r>
      <w:r w:rsidRPr="002813C1">
        <w:t>et que c</w:t>
      </w:r>
      <w:r w:rsidR="00B77E03">
        <w:t>’</w:t>
      </w:r>
      <w:r w:rsidRPr="002813C1">
        <w:t xml:space="preserve">était un espion du marquis de </w:t>
      </w:r>
      <w:proofErr w:type="spellStart"/>
      <w:r w:rsidRPr="002813C1">
        <w:t>Valorsay</w:t>
      </w:r>
      <w:proofErr w:type="spellEnd"/>
      <w:r w:rsidRPr="002813C1">
        <w:t xml:space="preserve"> qu</w:t>
      </w:r>
      <w:r w:rsidR="00B77E03">
        <w:t>’</w:t>
      </w:r>
      <w:r w:rsidRPr="002813C1">
        <w:t>elle traînait à sa suite</w:t>
      </w:r>
      <w:r w:rsidR="00B77E03">
        <w:t>.</w:t>
      </w:r>
    </w:p>
    <w:p w14:paraId="627A17DC" w14:textId="77777777" w:rsidR="00B77E03" w:rsidRDefault="0024252B" w:rsidP="00B77E03">
      <w:r w:rsidRPr="002813C1">
        <w:t>Pourtant</w:t>
      </w:r>
      <w:r w:rsidR="00B77E03">
        <w:t xml:space="preserve">, </w:t>
      </w:r>
      <w:r w:rsidRPr="002813C1">
        <w:t>quelle que fût sa vaillance</w:t>
      </w:r>
      <w:r w:rsidR="00B77E03">
        <w:t xml:space="preserve">, </w:t>
      </w:r>
      <w:r w:rsidRPr="002813C1">
        <w:t>au moment de monter dans la voiture du général le cœur faillit lui manquer</w:t>
      </w:r>
      <w:r w:rsidR="00B77E03">
        <w:t>.</w:t>
      </w:r>
    </w:p>
    <w:p w14:paraId="692FBE08" w14:textId="77777777" w:rsidR="00B77E03" w:rsidRDefault="0024252B" w:rsidP="00B77E03">
      <w:r w:rsidRPr="002813C1">
        <w:lastRenderedPageBreak/>
        <w:t>Il y avait de la détresse dans le dernier regard dont elle embrassa la façade de l</w:t>
      </w:r>
      <w:r w:rsidR="00B77E03">
        <w:t>’</w:t>
      </w:r>
      <w:r w:rsidRPr="002813C1">
        <w:t>hôtel</w:t>
      </w:r>
      <w:r w:rsidR="00B77E03">
        <w:t xml:space="preserve">, </w:t>
      </w:r>
      <w:r w:rsidRPr="002813C1">
        <w:t>les objets familiers et le visage connu des domestiques</w:t>
      </w:r>
      <w:r w:rsidR="00B77E03">
        <w:t>…</w:t>
      </w:r>
    </w:p>
    <w:p w14:paraId="1EE78E57" w14:textId="77777777" w:rsidR="00B77E03" w:rsidRDefault="0024252B" w:rsidP="00B77E03">
      <w:r w:rsidRPr="002813C1">
        <w:t>Tout</w:t>
      </w:r>
      <w:r w:rsidR="00B77E03">
        <w:t xml:space="preserve">, </w:t>
      </w:r>
      <w:r w:rsidRPr="002813C1">
        <w:t>elle regrettait tout de cette maison</w:t>
      </w:r>
      <w:r w:rsidR="00B77E03">
        <w:t xml:space="preserve">, </w:t>
      </w:r>
      <w:r w:rsidRPr="002813C1">
        <w:t>la grande cour sablée</w:t>
      </w:r>
      <w:r w:rsidR="00B77E03">
        <w:t xml:space="preserve">, </w:t>
      </w:r>
      <w:r w:rsidRPr="002813C1">
        <w:t>le large perron</w:t>
      </w:r>
      <w:r w:rsidR="00B77E03">
        <w:t xml:space="preserve">, </w:t>
      </w:r>
      <w:r w:rsidRPr="002813C1">
        <w:t>les deux platanes</w:t>
      </w:r>
      <w:r w:rsidR="00B77E03">
        <w:t xml:space="preserve">, </w:t>
      </w:r>
      <w:r w:rsidRPr="002813C1">
        <w:t>le joli pavillon d</w:t>
      </w:r>
      <w:r w:rsidR="00B77E03">
        <w:t>’</w:t>
      </w:r>
      <w:r w:rsidRPr="002813C1">
        <w:t>entrée</w:t>
      </w:r>
      <w:r w:rsidR="00B77E03">
        <w:t xml:space="preserve">, </w:t>
      </w:r>
      <w:r w:rsidRPr="002813C1">
        <w:t>et le vieux chien de garde qui tirait sur sa chaîne pour venir lui lécher les mains</w:t>
      </w:r>
      <w:r w:rsidR="00B77E03">
        <w:t>…</w:t>
      </w:r>
    </w:p>
    <w:p w14:paraId="7315B084" w14:textId="02D78B10" w:rsidR="00B77E03" w:rsidRDefault="0024252B" w:rsidP="00B77E03">
      <w:r w:rsidRPr="002813C1">
        <w:t>Il lui semblait découvrir quelque chose d</w:t>
      </w:r>
      <w:r w:rsidR="00B77E03">
        <w:t>’</w:t>
      </w:r>
      <w:r w:rsidRPr="002813C1">
        <w:t>amical sur la figure de ceux qui lui déplaisaient le plus autrefois</w:t>
      </w:r>
      <w:r w:rsidR="00B77E03">
        <w:t xml:space="preserve">, </w:t>
      </w:r>
      <w:r w:rsidRPr="002813C1">
        <w:t xml:space="preserve">de </w:t>
      </w:r>
      <w:r w:rsidR="00B77E03">
        <w:t>M. </w:t>
      </w:r>
      <w:r w:rsidRPr="002813C1">
        <w:t>Casimir</w:t>
      </w:r>
      <w:r w:rsidR="00B77E03">
        <w:t xml:space="preserve">, </w:t>
      </w:r>
      <w:r w:rsidRPr="002813C1">
        <w:t>le valet de chambre</w:t>
      </w:r>
      <w:r w:rsidR="00B77E03">
        <w:t xml:space="preserve">, </w:t>
      </w:r>
      <w:r w:rsidRPr="002813C1">
        <w:t>par exemple</w:t>
      </w:r>
      <w:r w:rsidR="00B77E03">
        <w:t xml:space="preserve">, </w:t>
      </w:r>
      <w:r w:rsidRPr="002813C1">
        <w:t xml:space="preserve">ou des époux </w:t>
      </w:r>
      <w:proofErr w:type="spellStart"/>
      <w:r w:rsidRPr="002813C1">
        <w:t>Bourigeau</w:t>
      </w:r>
      <w:proofErr w:type="spellEnd"/>
      <w:r w:rsidR="00B77E03">
        <w:t xml:space="preserve">, </w:t>
      </w:r>
      <w:r w:rsidRPr="002813C1">
        <w:t>les concierges</w:t>
      </w:r>
      <w:r w:rsidR="00B77E03">
        <w:t>…</w:t>
      </w:r>
    </w:p>
    <w:p w14:paraId="02692ADE" w14:textId="77777777" w:rsidR="00B77E03" w:rsidRDefault="0024252B" w:rsidP="00B77E03">
      <w:r w:rsidRPr="002813C1">
        <w:t>Et personne pour l</w:t>
      </w:r>
      <w:r w:rsidR="00B77E03">
        <w:t>’</w:t>
      </w:r>
      <w:r w:rsidRPr="002813C1">
        <w:t>encourager</w:t>
      </w:r>
      <w:r w:rsidR="00B77E03">
        <w:t> !…</w:t>
      </w:r>
    </w:p>
    <w:p w14:paraId="2DFD3A38" w14:textId="77777777" w:rsidR="00B77E03" w:rsidRDefault="0024252B" w:rsidP="00B77E03">
      <w:r w:rsidRPr="002813C1">
        <w:t>Si</w:t>
      </w:r>
      <w:r w:rsidR="00B77E03">
        <w:t xml:space="preserve">, </w:t>
      </w:r>
      <w:r w:rsidRPr="002813C1">
        <w:t>cependant</w:t>
      </w:r>
      <w:r w:rsidR="00B77E03">
        <w:t xml:space="preserve"> !… </w:t>
      </w:r>
      <w:r w:rsidRPr="002813C1">
        <w:t>À la fenêtre du premier étage</w:t>
      </w:r>
      <w:r w:rsidR="00B77E03">
        <w:t xml:space="preserve">, </w:t>
      </w:r>
      <w:r w:rsidRPr="002813C1">
        <w:t>le front contre la vitre</w:t>
      </w:r>
      <w:r w:rsidR="00B77E03">
        <w:t xml:space="preserve">, </w:t>
      </w:r>
      <w:r w:rsidRPr="002813C1">
        <w:t>elle reconnut le seul ami qui lui restât au monde</w:t>
      </w:r>
      <w:r w:rsidR="00B77E03">
        <w:t xml:space="preserve">, </w:t>
      </w:r>
      <w:r w:rsidRPr="002813C1">
        <w:t>celui qui l</w:t>
      </w:r>
      <w:r w:rsidR="00B77E03">
        <w:t>’</w:t>
      </w:r>
      <w:r w:rsidRPr="002813C1">
        <w:t>avait défendue</w:t>
      </w:r>
      <w:r w:rsidR="00B77E03">
        <w:t xml:space="preserve">, </w:t>
      </w:r>
      <w:r w:rsidRPr="002813C1">
        <w:t>encouragée et soutenue</w:t>
      </w:r>
      <w:r w:rsidR="00B77E03">
        <w:t xml:space="preserve">… </w:t>
      </w:r>
      <w:r w:rsidRPr="002813C1">
        <w:t>celui qui lui avait promis son appui et ses conseils</w:t>
      </w:r>
      <w:r w:rsidR="00B77E03">
        <w:t xml:space="preserve">, </w:t>
      </w:r>
      <w:r w:rsidRPr="002813C1">
        <w:t>celui qui</w:t>
      </w:r>
      <w:r w:rsidR="00B77E03">
        <w:t xml:space="preserve">, </w:t>
      </w:r>
      <w:r w:rsidRPr="002813C1">
        <w:t>dans le lointain de l</w:t>
      </w:r>
      <w:r w:rsidR="00B77E03">
        <w:t>’</w:t>
      </w:r>
      <w:r w:rsidRPr="002813C1">
        <w:t>avenir lui avait montré le succès</w:t>
      </w:r>
      <w:r w:rsidR="00B77E03">
        <w:t>…</w:t>
      </w:r>
    </w:p>
    <w:p w14:paraId="6F16E792" w14:textId="77777777" w:rsidR="00B77E03" w:rsidRDefault="00B77E03" w:rsidP="00B77E03">
      <w:r>
        <w:t>— </w:t>
      </w:r>
      <w:r w:rsidR="0024252B" w:rsidRPr="002813C1">
        <w:t>Serais-je donc lâche</w:t>
      </w:r>
      <w:r>
        <w:t xml:space="preserve"> ?… </w:t>
      </w:r>
      <w:r w:rsidR="0024252B" w:rsidRPr="002813C1">
        <w:t>pensa-t-elle</w:t>
      </w:r>
      <w:r>
        <w:t xml:space="preserve"> ; </w:t>
      </w:r>
      <w:r w:rsidR="0024252B" w:rsidRPr="002813C1">
        <w:t>serais-je donc indigne de Pascal</w:t>
      </w:r>
      <w:r>
        <w:t> ?…</w:t>
      </w:r>
    </w:p>
    <w:p w14:paraId="1CE80CB5" w14:textId="77777777" w:rsidR="00B77E03" w:rsidRDefault="0024252B" w:rsidP="00B77E03">
      <w:r w:rsidRPr="002813C1">
        <w:t>Et elle s</w:t>
      </w:r>
      <w:r w:rsidR="00B77E03">
        <w:t>’</w:t>
      </w:r>
      <w:r w:rsidRPr="002813C1">
        <w:t>élança dans la voiture en se disant le mot des résolutions décisives</w:t>
      </w:r>
      <w:r w:rsidR="00B77E03">
        <w:t> :</w:t>
      </w:r>
    </w:p>
    <w:p w14:paraId="59BE92AA" w14:textId="77777777" w:rsidR="00B77E03" w:rsidRDefault="00B77E03" w:rsidP="00B77E03">
      <w:r>
        <w:t>— </w:t>
      </w:r>
      <w:r w:rsidR="0024252B" w:rsidRPr="002813C1">
        <w:t>Le sort en est jeté</w:t>
      </w:r>
      <w:r>
        <w:t> !</w:t>
      </w:r>
    </w:p>
    <w:p w14:paraId="3FA41E8E" w14:textId="4DDBE53E" w:rsidR="00B77E03" w:rsidRDefault="0024252B" w:rsidP="00B77E03">
      <w:r w:rsidRPr="002813C1">
        <w:t>Le général voulut absolument qu</w:t>
      </w:r>
      <w:r w:rsidR="00B77E03">
        <w:t>’</w:t>
      </w:r>
      <w:r w:rsidRPr="002813C1">
        <w:t>elle prît une place du fond</w:t>
      </w:r>
      <w:r w:rsidR="00B77E03">
        <w:t xml:space="preserve">, </w:t>
      </w:r>
      <w:r w:rsidRPr="002813C1">
        <w:t xml:space="preserve">près de </w:t>
      </w:r>
      <w:r w:rsidR="00B77E03">
        <w:t>M</w:t>
      </w:r>
      <w:r w:rsidR="00B77E03" w:rsidRPr="00B77E03">
        <w:rPr>
          <w:vertAlign w:val="superscript"/>
        </w:rPr>
        <w:t>me</w:t>
      </w:r>
      <w:r w:rsidR="00B77E03">
        <w:t> de </w:t>
      </w:r>
      <w:proofErr w:type="spellStart"/>
      <w:r w:rsidRPr="002813C1">
        <w:t>Fondège</w:t>
      </w:r>
      <w:proofErr w:type="spellEnd"/>
      <w:r w:rsidR="00B77E03">
        <w:t xml:space="preserve">, </w:t>
      </w:r>
      <w:r w:rsidRPr="002813C1">
        <w:t xml:space="preserve">et </w:t>
      </w:r>
      <w:proofErr w:type="spellStart"/>
      <w:r w:rsidRPr="002813C1">
        <w:t>lui même</w:t>
      </w:r>
      <w:proofErr w:type="spellEnd"/>
      <w:r w:rsidRPr="002813C1">
        <w:t xml:space="preserve"> s</w:t>
      </w:r>
      <w:r w:rsidR="00B77E03">
        <w:t>’</w:t>
      </w:r>
      <w:r w:rsidRPr="002813C1">
        <w:t>assit sur la banquette de devant</w:t>
      </w:r>
      <w:r w:rsidR="00B77E03">
        <w:t xml:space="preserve">, </w:t>
      </w:r>
      <w:r w:rsidRPr="002813C1">
        <w:t xml:space="preserve">à côté de </w:t>
      </w:r>
      <w:r w:rsidR="00B77E03">
        <w:t>M</w:t>
      </w:r>
      <w:r w:rsidR="00B77E03" w:rsidRPr="00B77E03">
        <w:rPr>
          <w:vertAlign w:val="superscript"/>
        </w:rPr>
        <w:t>me</w:t>
      </w:r>
      <w:r w:rsidR="00B77E03">
        <w:t> </w:t>
      </w:r>
      <w:r w:rsidRPr="002813C1">
        <w:t>Léon</w:t>
      </w:r>
      <w:r w:rsidR="00B77E03">
        <w:t>.</w:t>
      </w:r>
    </w:p>
    <w:p w14:paraId="0B08F6AC" w14:textId="77777777" w:rsidR="00B77E03" w:rsidRDefault="0024252B" w:rsidP="00B77E03">
      <w:r w:rsidRPr="002813C1">
        <w:t>La route fut lente et triste</w:t>
      </w:r>
      <w:r w:rsidR="00B77E03">
        <w:t>.</w:t>
      </w:r>
    </w:p>
    <w:p w14:paraId="7DB7E1D5" w14:textId="77777777" w:rsidR="00B77E03" w:rsidRDefault="0024252B" w:rsidP="00B77E03">
      <w:r w:rsidRPr="002813C1">
        <w:lastRenderedPageBreak/>
        <w:t>La nuit venait</w:t>
      </w:r>
      <w:r w:rsidR="00B77E03">
        <w:t xml:space="preserve"> ; </w:t>
      </w:r>
      <w:r w:rsidRPr="002813C1">
        <w:t>c</w:t>
      </w:r>
      <w:r w:rsidR="00B77E03">
        <w:t>’</w:t>
      </w:r>
      <w:r w:rsidRPr="002813C1">
        <w:t>était l</w:t>
      </w:r>
      <w:r w:rsidR="00B77E03">
        <w:t>’</w:t>
      </w:r>
      <w:r w:rsidRPr="002813C1">
        <w:t>heure où le grand mouvement de Paris commence</w:t>
      </w:r>
      <w:r w:rsidR="00B77E03">
        <w:t xml:space="preserve">, </w:t>
      </w:r>
      <w:r w:rsidRPr="002813C1">
        <w:t>la voiture</w:t>
      </w:r>
      <w:r w:rsidR="00B77E03">
        <w:t xml:space="preserve">, </w:t>
      </w:r>
      <w:r w:rsidRPr="002813C1">
        <w:t>à chaque coin de rue</w:t>
      </w:r>
      <w:r w:rsidR="00B77E03">
        <w:t xml:space="preserve">, </w:t>
      </w:r>
      <w:r w:rsidRPr="002813C1">
        <w:t>était arrêtée par un encombrement</w:t>
      </w:r>
      <w:r w:rsidR="00B77E03">
        <w:t>.</w:t>
      </w:r>
    </w:p>
    <w:p w14:paraId="796EBDE9" w14:textId="26B4988A" w:rsidR="00B77E03" w:rsidRDefault="00B77E03" w:rsidP="00B77E03">
      <w:r>
        <w:t>M</w:t>
      </w:r>
      <w:r w:rsidRPr="00B77E03">
        <w:rPr>
          <w:vertAlign w:val="superscript"/>
        </w:rPr>
        <w:t>me</w:t>
      </w:r>
      <w:r>
        <w:t> de </w:t>
      </w:r>
      <w:proofErr w:type="spellStart"/>
      <w:r w:rsidR="0024252B" w:rsidRPr="002813C1">
        <w:t>Fondège</w:t>
      </w:r>
      <w:proofErr w:type="spellEnd"/>
      <w:r w:rsidR="0024252B" w:rsidRPr="002813C1">
        <w:t xml:space="preserve"> seule maintenait la conversation vivante</w:t>
      </w:r>
      <w:r>
        <w:t xml:space="preserve">, </w:t>
      </w:r>
      <w:r w:rsidR="0024252B" w:rsidRPr="002813C1">
        <w:t>et sa voix aigre dominait le bruit des roues</w:t>
      </w:r>
      <w:r>
        <w:t>.</w:t>
      </w:r>
    </w:p>
    <w:p w14:paraId="31DE7F69" w14:textId="28520615" w:rsidR="00B77E03" w:rsidRDefault="0024252B" w:rsidP="00B77E03">
      <w:r w:rsidRPr="002813C1">
        <w:t xml:space="preserve">Elle vantait les grandes qualités du défunt comte de </w:t>
      </w:r>
      <w:proofErr w:type="spellStart"/>
      <w:r w:rsidRPr="002813C1">
        <w:t>Chalusse</w:t>
      </w:r>
      <w:proofErr w:type="spellEnd"/>
      <w:r w:rsidRPr="002813C1">
        <w:t xml:space="preserve"> et félicitait </w:t>
      </w:r>
      <w:r w:rsidR="00B77E03">
        <w:t>M</w:t>
      </w:r>
      <w:r w:rsidR="00B77E03" w:rsidRPr="00B77E03">
        <w:rPr>
          <w:vertAlign w:val="superscript"/>
        </w:rPr>
        <w:t>lle</w:t>
      </w:r>
      <w:r w:rsidR="00B77E03">
        <w:t> </w:t>
      </w:r>
      <w:r w:rsidRPr="002813C1">
        <w:t>Marguerite de sa bonne détermination</w:t>
      </w:r>
      <w:r w:rsidR="00B77E03">
        <w:t>.</w:t>
      </w:r>
    </w:p>
    <w:p w14:paraId="5BA3B5B2" w14:textId="77777777" w:rsidR="00B77E03" w:rsidRDefault="0024252B" w:rsidP="00B77E03">
      <w:r w:rsidRPr="002813C1">
        <w:t>Ce n</w:t>
      </w:r>
      <w:r w:rsidR="00B77E03">
        <w:t>’</w:t>
      </w:r>
      <w:r w:rsidRPr="002813C1">
        <w:t>étaient guère que des phrases banales qu</w:t>
      </w:r>
      <w:r w:rsidR="00B77E03">
        <w:t>’</w:t>
      </w:r>
      <w:r w:rsidRPr="002813C1">
        <w:t>elle cousait les unes aux autres</w:t>
      </w:r>
      <w:r w:rsidR="00B77E03">
        <w:t xml:space="preserve">, </w:t>
      </w:r>
      <w:r w:rsidRPr="002813C1">
        <w:t>mais il n</w:t>
      </w:r>
      <w:r w:rsidR="00B77E03">
        <w:t>’</w:t>
      </w:r>
      <w:r w:rsidRPr="002813C1">
        <w:t>était pas un des mots qu</w:t>
      </w:r>
      <w:r w:rsidR="00B77E03">
        <w:t>’</w:t>
      </w:r>
      <w:r w:rsidRPr="002813C1">
        <w:t>elle prononçait qui ne trahit une satisfaction profonde</w:t>
      </w:r>
      <w:r w:rsidR="00B77E03">
        <w:t xml:space="preserve">, </w:t>
      </w:r>
      <w:r w:rsidRPr="002813C1">
        <w:t>presque la joie d</w:t>
      </w:r>
      <w:r w:rsidR="00B77E03">
        <w:t>’</w:t>
      </w:r>
      <w:r w:rsidRPr="002813C1">
        <w:t>une victoire inespérée</w:t>
      </w:r>
      <w:r w:rsidR="00B77E03">
        <w:t>…</w:t>
      </w:r>
    </w:p>
    <w:p w14:paraId="350DA90F" w14:textId="6C116AD9" w:rsidR="00B77E03" w:rsidRDefault="0024252B" w:rsidP="00B77E03">
      <w:r w:rsidRPr="002813C1">
        <w:t>Par moments</w:t>
      </w:r>
      <w:r w:rsidR="00B77E03">
        <w:t xml:space="preserve">, </w:t>
      </w:r>
      <w:r w:rsidRPr="002813C1">
        <w:t>le général se penchait à la portière</w:t>
      </w:r>
      <w:r w:rsidR="00B77E03">
        <w:t xml:space="preserve">, </w:t>
      </w:r>
      <w:r w:rsidRPr="002813C1">
        <w:t>pour voir si le fourgon de l</w:t>
      </w:r>
      <w:r w:rsidR="00B77E03">
        <w:t>’</w:t>
      </w:r>
      <w:r w:rsidRPr="002813C1">
        <w:t xml:space="preserve">hôtel de </w:t>
      </w:r>
      <w:proofErr w:type="spellStart"/>
      <w:r w:rsidRPr="002813C1">
        <w:t>Chalusse</w:t>
      </w:r>
      <w:proofErr w:type="spellEnd"/>
      <w:r w:rsidR="00B77E03">
        <w:t xml:space="preserve">, </w:t>
      </w:r>
      <w:r w:rsidRPr="002813C1">
        <w:t xml:space="preserve">qui portait les bagages de </w:t>
      </w:r>
      <w:r w:rsidR="00B77E03">
        <w:t>M</w:t>
      </w:r>
      <w:r w:rsidR="00B77E03" w:rsidRPr="00B77E03">
        <w:rPr>
          <w:vertAlign w:val="superscript"/>
        </w:rPr>
        <w:t>lle</w:t>
      </w:r>
      <w:r w:rsidR="00B77E03">
        <w:t> </w:t>
      </w:r>
      <w:r w:rsidRPr="002813C1">
        <w:t>Marguerite suivait</w:t>
      </w:r>
      <w:r w:rsidR="00B77E03">
        <w:t>…</w:t>
      </w:r>
    </w:p>
    <w:p w14:paraId="7E227895" w14:textId="010C14C6" w:rsidR="00B77E03" w:rsidRDefault="0024252B" w:rsidP="00B77E03">
      <w:r w:rsidRPr="002813C1">
        <w:t>Enfin</w:t>
      </w:r>
      <w:r w:rsidR="00B77E03">
        <w:t xml:space="preserve">, </w:t>
      </w:r>
      <w:r w:rsidRPr="002813C1">
        <w:t>on arriva rue Pigalle</w:t>
      </w:r>
      <w:r w:rsidR="00B77E03">
        <w:t xml:space="preserve">, </w:t>
      </w:r>
      <w:r w:rsidRPr="002813C1">
        <w:t xml:space="preserve">où demeuraient </w:t>
      </w:r>
      <w:r w:rsidR="00B77E03">
        <w:t>M. </w:t>
      </w:r>
      <w:r w:rsidRPr="002813C1">
        <w:t xml:space="preserve">et </w:t>
      </w:r>
      <w:r w:rsidR="00B77E03">
        <w:t>M</w:t>
      </w:r>
      <w:r w:rsidR="00B77E03" w:rsidRPr="00B77E03">
        <w:rPr>
          <w:vertAlign w:val="superscript"/>
        </w:rPr>
        <w:t>me</w:t>
      </w:r>
      <w:r w:rsidR="00B77E03">
        <w:t> de </w:t>
      </w:r>
      <w:proofErr w:type="spellStart"/>
      <w:r w:rsidRPr="002813C1">
        <w:t>Fondège</w:t>
      </w:r>
      <w:proofErr w:type="spellEnd"/>
      <w:r w:rsidR="00B77E03">
        <w:t>…</w:t>
      </w:r>
    </w:p>
    <w:p w14:paraId="387CB126" w14:textId="1374B136" w:rsidR="00B77E03" w:rsidRDefault="0024252B" w:rsidP="00B77E03">
      <w:r w:rsidRPr="002813C1">
        <w:t>Le général descendit le premier</w:t>
      </w:r>
      <w:r w:rsidR="00B77E03">
        <w:t xml:space="preserve">, </w:t>
      </w:r>
      <w:r w:rsidRPr="002813C1">
        <w:t>présenta la main successivement à sa femme</w:t>
      </w:r>
      <w:r w:rsidR="00B77E03">
        <w:t xml:space="preserve">, </w:t>
      </w:r>
      <w:r w:rsidRPr="002813C1">
        <w:t xml:space="preserve">à </w:t>
      </w:r>
      <w:r w:rsidR="00B77E03">
        <w:t>M</w:t>
      </w:r>
      <w:r w:rsidR="00B77E03" w:rsidRPr="00B77E03">
        <w:rPr>
          <w:vertAlign w:val="superscript"/>
        </w:rPr>
        <w:t>lle</w:t>
      </w:r>
      <w:r w:rsidR="00B77E03">
        <w:t> </w:t>
      </w:r>
      <w:r w:rsidRPr="002813C1">
        <w:t xml:space="preserve">Marguerite et à </w:t>
      </w:r>
      <w:r w:rsidR="00B77E03">
        <w:t>M</w:t>
      </w:r>
      <w:r w:rsidR="00B77E03" w:rsidRPr="00B77E03">
        <w:rPr>
          <w:vertAlign w:val="superscript"/>
        </w:rPr>
        <w:t>me</w:t>
      </w:r>
      <w:r w:rsidR="00B77E03">
        <w:t> </w:t>
      </w:r>
      <w:r w:rsidRPr="002813C1">
        <w:t>Léon</w:t>
      </w:r>
      <w:r w:rsidR="00B77E03">
        <w:t xml:space="preserve">, </w:t>
      </w:r>
      <w:r w:rsidRPr="002813C1">
        <w:t>et fit signe au cocher qu</w:t>
      </w:r>
      <w:r w:rsidR="00B77E03">
        <w:t>’</w:t>
      </w:r>
      <w:r w:rsidRPr="002813C1">
        <w:t>il pouvait se retirer</w:t>
      </w:r>
      <w:r w:rsidR="00B77E03">
        <w:t>…</w:t>
      </w:r>
    </w:p>
    <w:p w14:paraId="260746EC" w14:textId="77777777" w:rsidR="00B77E03" w:rsidRDefault="0024252B" w:rsidP="00B77E03">
      <w:r w:rsidRPr="002813C1">
        <w:t>Mais le cocher ne bougea pas</w:t>
      </w:r>
      <w:r w:rsidR="00B77E03">
        <w:t>.</w:t>
      </w:r>
    </w:p>
    <w:p w14:paraId="1443D778" w14:textId="77777777" w:rsidR="00B77E03" w:rsidRDefault="00B77E03" w:rsidP="00B77E03">
      <w:r>
        <w:t>— </w:t>
      </w:r>
      <w:r w:rsidR="0024252B" w:rsidRPr="002813C1">
        <w:t>Pardon</w:t>
      </w:r>
      <w:r>
        <w:t xml:space="preserve">, </w:t>
      </w:r>
      <w:r w:rsidR="0024252B" w:rsidRPr="002813C1">
        <w:t>excuse</w:t>
      </w:r>
      <w:r>
        <w:t xml:space="preserve">, </w:t>
      </w:r>
      <w:r w:rsidR="0024252B" w:rsidRPr="002813C1">
        <w:t>bourgeois</w:t>
      </w:r>
      <w:r>
        <w:t xml:space="preserve">, </w:t>
      </w:r>
      <w:r w:rsidR="0024252B" w:rsidRPr="002813C1">
        <w:t>fit-il</w:t>
      </w:r>
      <w:r>
        <w:t xml:space="preserve">, </w:t>
      </w:r>
      <w:r w:rsidR="0024252B" w:rsidRPr="002813C1">
        <w:t>mais c</w:t>
      </w:r>
      <w:r>
        <w:t>’</w:t>
      </w:r>
      <w:r w:rsidR="0024252B" w:rsidRPr="002813C1">
        <w:t>est que le patron m</w:t>
      </w:r>
      <w:r>
        <w:t>’</w:t>
      </w:r>
      <w:r w:rsidR="0024252B" w:rsidRPr="002813C1">
        <w:t>a dit comme ça</w:t>
      </w:r>
      <w:r>
        <w:t xml:space="preserve">… </w:t>
      </w:r>
      <w:r w:rsidR="0024252B" w:rsidRPr="002813C1">
        <w:t>m</w:t>
      </w:r>
      <w:r>
        <w:t>’</w:t>
      </w:r>
      <w:r w:rsidR="0024252B" w:rsidRPr="002813C1">
        <w:t>a recommandé</w:t>
      </w:r>
      <w:r>
        <w:t>…</w:t>
      </w:r>
    </w:p>
    <w:p w14:paraId="6F2A66AA" w14:textId="77777777" w:rsidR="00B77E03" w:rsidRDefault="00B77E03" w:rsidP="00B77E03">
      <w:r>
        <w:t>— </w:t>
      </w:r>
      <w:r w:rsidR="0024252B" w:rsidRPr="002813C1">
        <w:t>Quoi</w:t>
      </w:r>
      <w:r>
        <w:t> ?…</w:t>
      </w:r>
    </w:p>
    <w:p w14:paraId="5D57467C" w14:textId="77777777" w:rsidR="00B77E03" w:rsidRDefault="00B77E03" w:rsidP="00B77E03">
      <w:r>
        <w:t>— </w:t>
      </w:r>
      <w:r w:rsidR="0024252B" w:rsidRPr="002813C1">
        <w:t>De vous réclamer</w:t>
      </w:r>
      <w:r>
        <w:t xml:space="preserve">… </w:t>
      </w:r>
      <w:r w:rsidR="0024252B" w:rsidRPr="002813C1">
        <w:t>vous savez bien</w:t>
      </w:r>
      <w:r>
        <w:t xml:space="preserve">… </w:t>
      </w:r>
      <w:r w:rsidR="0024252B" w:rsidRPr="002813C1">
        <w:t>la journée</w:t>
      </w:r>
      <w:r>
        <w:t xml:space="preserve">, </w:t>
      </w:r>
      <w:r w:rsidR="0024252B" w:rsidRPr="002813C1">
        <w:t>trente-cinq francs</w:t>
      </w:r>
      <w:r>
        <w:t xml:space="preserve">… </w:t>
      </w:r>
      <w:r w:rsidR="0024252B" w:rsidRPr="002813C1">
        <w:t>sans compter le petit pourboire</w:t>
      </w:r>
      <w:r>
        <w:t>.</w:t>
      </w:r>
    </w:p>
    <w:p w14:paraId="163AF2F0" w14:textId="77777777" w:rsidR="00B77E03" w:rsidRDefault="00B77E03" w:rsidP="00B77E03">
      <w:r>
        <w:t>— </w:t>
      </w:r>
      <w:r w:rsidR="0024252B" w:rsidRPr="002813C1">
        <w:t>C</w:t>
      </w:r>
      <w:r>
        <w:t>’</w:t>
      </w:r>
      <w:r w:rsidR="0024252B" w:rsidRPr="002813C1">
        <w:t>est bien</w:t>
      </w:r>
      <w:r>
        <w:t xml:space="preserve">… </w:t>
      </w:r>
      <w:r w:rsidR="0024252B" w:rsidRPr="002813C1">
        <w:t>on passera payer demain</w:t>
      </w:r>
      <w:r>
        <w:t>.</w:t>
      </w:r>
    </w:p>
    <w:p w14:paraId="3AC01DEA" w14:textId="77777777" w:rsidR="00B77E03" w:rsidRDefault="00B77E03" w:rsidP="00B77E03">
      <w:r>
        <w:lastRenderedPageBreak/>
        <w:t>— </w:t>
      </w:r>
      <w:r w:rsidR="0024252B" w:rsidRPr="002813C1">
        <w:t>Faites excuse</w:t>
      </w:r>
      <w:r>
        <w:t xml:space="preserve">, </w:t>
      </w:r>
      <w:r w:rsidR="0024252B" w:rsidRPr="002813C1">
        <w:t>bourgeois</w:t>
      </w:r>
      <w:r>
        <w:t xml:space="preserve">, </w:t>
      </w:r>
      <w:r w:rsidR="0024252B" w:rsidRPr="002813C1">
        <w:t>mais si ça vous était égal ce soir</w:t>
      </w:r>
      <w:r>
        <w:t xml:space="preserve">… </w:t>
      </w:r>
      <w:r w:rsidR="0024252B" w:rsidRPr="002813C1">
        <w:t>le patron dit comme cela</w:t>
      </w:r>
      <w:r>
        <w:t xml:space="preserve">, </w:t>
      </w:r>
      <w:r w:rsidR="0024252B" w:rsidRPr="002813C1">
        <w:t>que le compte est assez élevé</w:t>
      </w:r>
      <w:r>
        <w:t>…</w:t>
      </w:r>
    </w:p>
    <w:p w14:paraId="31B39BF4" w14:textId="77777777" w:rsidR="00B77E03" w:rsidRDefault="00B77E03" w:rsidP="00B77E03">
      <w:r>
        <w:t>— </w:t>
      </w:r>
      <w:r w:rsidR="0024252B" w:rsidRPr="002813C1">
        <w:t>Comment</w:t>
      </w:r>
      <w:r>
        <w:t xml:space="preserve">, </w:t>
      </w:r>
      <w:r w:rsidR="0024252B" w:rsidRPr="002813C1">
        <w:t>drôle</w:t>
      </w:r>
      <w:r>
        <w:t> ?</w:t>
      </w:r>
    </w:p>
    <w:p w14:paraId="148D8904" w14:textId="49E28E93" w:rsidR="00B77E03" w:rsidRDefault="0024252B" w:rsidP="00B77E03">
      <w:r w:rsidRPr="002813C1">
        <w:t xml:space="preserve">Mais </w:t>
      </w:r>
      <w:r w:rsidR="00B77E03">
        <w:t>M</w:t>
      </w:r>
      <w:r w:rsidR="00B77E03" w:rsidRPr="00B77E03">
        <w:rPr>
          <w:vertAlign w:val="superscript"/>
        </w:rPr>
        <w:t>me</w:t>
      </w:r>
      <w:r w:rsidR="00B77E03">
        <w:t> de </w:t>
      </w:r>
      <w:proofErr w:type="spellStart"/>
      <w:r w:rsidRPr="002813C1">
        <w:t>Fondège</w:t>
      </w:r>
      <w:proofErr w:type="spellEnd"/>
      <w:r w:rsidR="00B77E03">
        <w:t xml:space="preserve">, </w:t>
      </w:r>
      <w:r w:rsidRPr="002813C1">
        <w:t>déjà engagée sous la porte cochère de sa maison</w:t>
      </w:r>
      <w:r w:rsidR="00B77E03">
        <w:t xml:space="preserve">, </w:t>
      </w:r>
      <w:r w:rsidRPr="002813C1">
        <w:t>revint vivement sur ses pas</w:t>
      </w:r>
      <w:r w:rsidR="00B77E03">
        <w:t xml:space="preserve">, </w:t>
      </w:r>
      <w:r w:rsidRPr="002813C1">
        <w:t>et tirant son porte-monnaie</w:t>
      </w:r>
      <w:r w:rsidR="00B77E03">
        <w:t> :</w:t>
      </w:r>
    </w:p>
    <w:p w14:paraId="4264542F" w14:textId="77777777" w:rsidR="00B77E03" w:rsidRDefault="00B77E03" w:rsidP="00B77E03">
      <w:r>
        <w:t>— </w:t>
      </w:r>
      <w:r w:rsidR="0024252B" w:rsidRPr="002813C1">
        <w:t>Tenez</w:t>
      </w:r>
      <w:r>
        <w:t xml:space="preserve">, </w:t>
      </w:r>
      <w:r w:rsidR="0024252B" w:rsidRPr="002813C1">
        <w:t>dit-elle au cocher</w:t>
      </w:r>
      <w:r>
        <w:t xml:space="preserve">, </w:t>
      </w:r>
      <w:r w:rsidR="0024252B" w:rsidRPr="002813C1">
        <w:t>voici trente-cinq francs</w:t>
      </w:r>
      <w:r>
        <w:t>.</w:t>
      </w:r>
    </w:p>
    <w:p w14:paraId="41AA4619" w14:textId="77777777" w:rsidR="00B77E03" w:rsidRDefault="0024252B" w:rsidP="00B77E03">
      <w:r w:rsidRPr="002813C1">
        <w:t>L</w:t>
      </w:r>
      <w:r w:rsidR="00B77E03">
        <w:t>’</w:t>
      </w:r>
      <w:r w:rsidRPr="002813C1">
        <w:t>homme se pencha vers sa lanterne</w:t>
      </w:r>
      <w:r w:rsidR="00B77E03">
        <w:t xml:space="preserve">, </w:t>
      </w:r>
      <w:r w:rsidRPr="002813C1">
        <w:t>pour compter l</w:t>
      </w:r>
      <w:r w:rsidR="00B77E03">
        <w:t>’</w:t>
      </w:r>
      <w:r w:rsidRPr="002813C1">
        <w:t>argent</w:t>
      </w:r>
      <w:r w:rsidR="00B77E03">
        <w:t xml:space="preserve">, </w:t>
      </w:r>
      <w:r w:rsidRPr="002813C1">
        <w:t>et reconnaissant qu</w:t>
      </w:r>
      <w:r w:rsidR="00B77E03">
        <w:t>’</w:t>
      </w:r>
      <w:r w:rsidRPr="002813C1">
        <w:t>il n</w:t>
      </w:r>
      <w:r w:rsidR="00B77E03">
        <w:t>’</w:t>
      </w:r>
      <w:r w:rsidRPr="002813C1">
        <w:t>avait que la somme juste</w:t>
      </w:r>
      <w:r w:rsidR="00B77E03">
        <w:t> :</w:t>
      </w:r>
    </w:p>
    <w:p w14:paraId="63C7AD2F" w14:textId="77777777" w:rsidR="00B77E03" w:rsidRDefault="00B77E03" w:rsidP="00B77E03">
      <w:r>
        <w:t>— </w:t>
      </w:r>
      <w:r w:rsidR="0024252B" w:rsidRPr="002813C1">
        <w:t>Eh bien</w:t>
      </w:r>
      <w:r>
        <w:t xml:space="preserve"> !… </w:t>
      </w:r>
      <w:r w:rsidR="0024252B" w:rsidRPr="002813C1">
        <w:t>et mon pourboire</w:t>
      </w:r>
      <w:r>
        <w:t xml:space="preserve">, </w:t>
      </w:r>
      <w:r w:rsidR="0024252B" w:rsidRPr="002813C1">
        <w:t>demanda-t-il</w:t>
      </w:r>
      <w:r>
        <w:t>.</w:t>
      </w:r>
    </w:p>
    <w:p w14:paraId="3B4B8579" w14:textId="77777777" w:rsidR="00B77E03" w:rsidRDefault="00B77E03" w:rsidP="00B77E03">
      <w:r>
        <w:t>— </w:t>
      </w:r>
      <w:r w:rsidR="0024252B" w:rsidRPr="002813C1">
        <w:t>Je ne donne rien aux insolents</w:t>
      </w:r>
      <w:r>
        <w:t xml:space="preserve">, </w:t>
      </w:r>
      <w:r w:rsidR="0024252B" w:rsidRPr="002813C1">
        <w:t xml:space="preserve">répondit le </w:t>
      </w:r>
      <w:r>
        <w:t>« </w:t>
      </w:r>
      <w:r w:rsidR="0024252B" w:rsidRPr="002813C1">
        <w:t>général</w:t>
      </w:r>
      <w:r>
        <w:t> ».</w:t>
      </w:r>
    </w:p>
    <w:p w14:paraId="18398AA6" w14:textId="77777777" w:rsidR="00B77E03" w:rsidRDefault="00B77E03" w:rsidP="00B77E03">
      <w:r>
        <w:t>— </w:t>
      </w:r>
      <w:r w:rsidR="0024252B" w:rsidRPr="002813C1">
        <w:t>Ah</w:t>
      </w:r>
      <w:r>
        <w:t xml:space="preserve"> ! </w:t>
      </w:r>
      <w:r w:rsidR="0024252B" w:rsidRPr="002813C1">
        <w:t>pratique de malheur</w:t>
      </w:r>
      <w:r>
        <w:t xml:space="preserve"> ! </w:t>
      </w:r>
      <w:r w:rsidR="0024252B" w:rsidRPr="002813C1">
        <w:t>jura le cocher</w:t>
      </w:r>
      <w:r>
        <w:t xml:space="preserve">. </w:t>
      </w:r>
      <w:r w:rsidR="0024252B" w:rsidRPr="002813C1">
        <w:t>On prend des fiacres</w:t>
      </w:r>
      <w:r>
        <w:t xml:space="preserve">, </w:t>
      </w:r>
      <w:r w:rsidR="0024252B" w:rsidRPr="002813C1">
        <w:t>quand on n</w:t>
      </w:r>
      <w:r>
        <w:t>’</w:t>
      </w:r>
      <w:r w:rsidR="0024252B" w:rsidRPr="002813C1">
        <w:t>a pas de quoi se payer des voitures de grande remise</w:t>
      </w:r>
      <w:r>
        <w:t xml:space="preserve">… </w:t>
      </w:r>
      <w:r w:rsidR="0024252B" w:rsidRPr="002813C1">
        <w:t>Je te conduirai encore</w:t>
      </w:r>
      <w:r>
        <w:t xml:space="preserve">, </w:t>
      </w:r>
      <w:r w:rsidR="0024252B" w:rsidRPr="002813C1">
        <w:t>va</w:t>
      </w:r>
      <w:r>
        <w:t xml:space="preserve">, </w:t>
      </w:r>
      <w:r w:rsidR="0024252B" w:rsidRPr="002813C1">
        <w:t>meurt-de-faim</w:t>
      </w:r>
      <w:r>
        <w:t> !…</w:t>
      </w:r>
    </w:p>
    <w:p w14:paraId="01C3CA8E" w14:textId="0FA0BE0F" w:rsidR="00B77E03" w:rsidRDefault="00B77E03" w:rsidP="00B77E03">
      <w:r>
        <w:t>M</w:t>
      </w:r>
      <w:r w:rsidRPr="00B77E03">
        <w:rPr>
          <w:vertAlign w:val="superscript"/>
        </w:rPr>
        <w:t>lle</w:t>
      </w:r>
      <w:r>
        <w:t> </w:t>
      </w:r>
      <w:r w:rsidR="0024252B" w:rsidRPr="002813C1">
        <w:t>Marguerite n</w:t>
      </w:r>
      <w:r>
        <w:t>’</w:t>
      </w:r>
      <w:r w:rsidR="0024252B" w:rsidRPr="002813C1">
        <w:t>en entendit pas davantage</w:t>
      </w:r>
      <w:r>
        <w:t> ; M</w:t>
      </w:r>
      <w:r w:rsidRPr="00B77E03">
        <w:rPr>
          <w:vertAlign w:val="superscript"/>
        </w:rPr>
        <w:t>me</w:t>
      </w:r>
      <w:r>
        <w:t> de </w:t>
      </w:r>
      <w:proofErr w:type="spellStart"/>
      <w:r w:rsidR="0024252B" w:rsidRPr="002813C1">
        <w:t>Fondège</w:t>
      </w:r>
      <w:proofErr w:type="spellEnd"/>
      <w:r w:rsidR="0024252B" w:rsidRPr="002813C1">
        <w:t xml:space="preserve"> l</w:t>
      </w:r>
      <w:r>
        <w:t>’</w:t>
      </w:r>
      <w:r w:rsidR="0024252B" w:rsidRPr="002813C1">
        <w:t>entraînait par les escaliers en lui disant</w:t>
      </w:r>
      <w:r>
        <w:t> :</w:t>
      </w:r>
    </w:p>
    <w:p w14:paraId="287EE9BA" w14:textId="77777777" w:rsidR="00B77E03" w:rsidRDefault="00B77E03" w:rsidP="00B77E03">
      <w:r>
        <w:t>— </w:t>
      </w:r>
      <w:r w:rsidR="0024252B" w:rsidRPr="002813C1">
        <w:t>Vite</w:t>
      </w:r>
      <w:r>
        <w:t xml:space="preserve">, </w:t>
      </w:r>
      <w:r w:rsidR="0024252B" w:rsidRPr="002813C1">
        <w:t>hâtons-nous</w:t>
      </w:r>
      <w:r>
        <w:t xml:space="preserve">, </w:t>
      </w:r>
      <w:r w:rsidR="0024252B" w:rsidRPr="002813C1">
        <w:t>le fourgon qui apporte vos effets est en bas</w:t>
      </w:r>
      <w:r>
        <w:t xml:space="preserve">… </w:t>
      </w:r>
      <w:r w:rsidR="0024252B" w:rsidRPr="002813C1">
        <w:t>Il faut savoir si le logement que je vous destine</w:t>
      </w:r>
      <w:r>
        <w:t xml:space="preserve">, </w:t>
      </w:r>
      <w:r w:rsidR="0024252B" w:rsidRPr="002813C1">
        <w:t>à vous et à votre bonne gouvernante</w:t>
      </w:r>
      <w:r>
        <w:t xml:space="preserve">, </w:t>
      </w:r>
      <w:r w:rsidR="0024252B" w:rsidRPr="002813C1">
        <w:t>vous convient</w:t>
      </w:r>
      <w:r>
        <w:t>…</w:t>
      </w:r>
    </w:p>
    <w:p w14:paraId="573328E5" w14:textId="6F8A8E04" w:rsidR="00B77E03" w:rsidRDefault="0024252B" w:rsidP="00B77E03">
      <w:r w:rsidRPr="002813C1">
        <w:t>Arrivée devant la porte du second étage</w:t>
      </w:r>
      <w:r w:rsidR="00B77E03">
        <w:t>, M</w:t>
      </w:r>
      <w:r w:rsidR="00B77E03" w:rsidRPr="00B77E03">
        <w:rPr>
          <w:vertAlign w:val="superscript"/>
        </w:rPr>
        <w:t>me</w:t>
      </w:r>
      <w:r w:rsidR="00B77E03">
        <w:t> de </w:t>
      </w:r>
      <w:proofErr w:type="spellStart"/>
      <w:r w:rsidRPr="002813C1">
        <w:t>Fondège</w:t>
      </w:r>
      <w:proofErr w:type="spellEnd"/>
      <w:r w:rsidRPr="002813C1">
        <w:t xml:space="preserve"> chercha dans sa poche son passe-partout</w:t>
      </w:r>
      <w:r w:rsidR="00B77E03">
        <w:t xml:space="preserve"> ; </w:t>
      </w:r>
      <w:r w:rsidRPr="002813C1">
        <w:t>ne le trouvant pas</w:t>
      </w:r>
      <w:r w:rsidR="00B77E03">
        <w:t xml:space="preserve"> ; </w:t>
      </w:r>
      <w:r w:rsidRPr="002813C1">
        <w:t>elle sonna</w:t>
      </w:r>
      <w:r w:rsidR="00B77E03">
        <w:t>.</w:t>
      </w:r>
    </w:p>
    <w:p w14:paraId="12220A9A" w14:textId="77777777" w:rsidR="00B77E03" w:rsidRDefault="0024252B" w:rsidP="00B77E03">
      <w:r w:rsidRPr="002813C1">
        <w:t>Un grand diable de domestique</w:t>
      </w:r>
      <w:r w:rsidR="00B77E03">
        <w:t xml:space="preserve">, </w:t>
      </w:r>
      <w:r w:rsidRPr="002813C1">
        <w:t>à l</w:t>
      </w:r>
      <w:r w:rsidR="00B77E03">
        <w:t>’</w:t>
      </w:r>
      <w:r w:rsidRPr="002813C1">
        <w:t>air remarquablement impudent</w:t>
      </w:r>
      <w:r w:rsidR="00B77E03">
        <w:t xml:space="preserve">, </w:t>
      </w:r>
      <w:r w:rsidRPr="002813C1">
        <w:t>vêtu d</w:t>
      </w:r>
      <w:r w:rsidR="00B77E03">
        <w:t>’</w:t>
      </w:r>
      <w:r w:rsidRPr="002813C1">
        <w:t>une livrée étincelante</w:t>
      </w:r>
      <w:r w:rsidR="00B77E03">
        <w:t xml:space="preserve">, </w:t>
      </w:r>
      <w:r w:rsidRPr="002813C1">
        <w:t>vint ouvrir</w:t>
      </w:r>
      <w:r w:rsidR="00B77E03">
        <w:t xml:space="preserve">, </w:t>
      </w:r>
      <w:r w:rsidRPr="002813C1">
        <w:t>armé d</w:t>
      </w:r>
      <w:r w:rsidR="00B77E03">
        <w:t>’</w:t>
      </w:r>
      <w:r w:rsidRPr="002813C1">
        <w:t>un vieux et sale flambeau de fer battu</w:t>
      </w:r>
      <w:r w:rsidR="00B77E03">
        <w:t xml:space="preserve">, </w:t>
      </w:r>
      <w:r w:rsidRPr="002813C1">
        <w:t>où agonisait et empestait un bout de chandelle</w:t>
      </w:r>
      <w:r w:rsidR="00B77E03">
        <w:t>.</w:t>
      </w:r>
    </w:p>
    <w:p w14:paraId="1E2EDE77" w14:textId="7B791481" w:rsidR="00B77E03" w:rsidRDefault="00B77E03" w:rsidP="00B77E03">
      <w:r>
        <w:lastRenderedPageBreak/>
        <w:t>— </w:t>
      </w:r>
      <w:r w:rsidR="0024252B" w:rsidRPr="002813C1">
        <w:t>Comment</w:t>
      </w:r>
      <w:r>
        <w:t xml:space="preserve"> ! </w:t>
      </w:r>
      <w:r w:rsidR="0024252B" w:rsidRPr="002813C1">
        <w:t>s</w:t>
      </w:r>
      <w:r>
        <w:t>’</w:t>
      </w:r>
      <w:r w:rsidR="0024252B" w:rsidRPr="002813C1">
        <w:t xml:space="preserve">écria </w:t>
      </w:r>
      <w:r>
        <w:t>M</w:t>
      </w:r>
      <w:r w:rsidRPr="00B77E03">
        <w:rPr>
          <w:vertAlign w:val="superscript"/>
        </w:rPr>
        <w:t>me</w:t>
      </w:r>
      <w:r>
        <w:t> de </w:t>
      </w:r>
      <w:proofErr w:type="spellStart"/>
      <w:r w:rsidR="0024252B" w:rsidRPr="002813C1">
        <w:t>Fondège</w:t>
      </w:r>
      <w:proofErr w:type="spellEnd"/>
      <w:r>
        <w:t xml:space="preserve">, </w:t>
      </w:r>
      <w:r w:rsidR="0024252B" w:rsidRPr="002813C1">
        <w:t>l</w:t>
      </w:r>
      <w:r>
        <w:t>’</w:t>
      </w:r>
      <w:r w:rsidR="0024252B" w:rsidRPr="002813C1">
        <w:t>antichambre n</w:t>
      </w:r>
      <w:r>
        <w:t>’</w:t>
      </w:r>
      <w:r w:rsidR="0024252B" w:rsidRPr="002813C1">
        <w:t>est pas encore éclairée</w:t>
      </w:r>
      <w:r>
        <w:t xml:space="preserve"> !… </w:t>
      </w:r>
      <w:r w:rsidR="0024252B" w:rsidRPr="002813C1">
        <w:t>C</w:t>
      </w:r>
      <w:r>
        <w:t>’</w:t>
      </w:r>
      <w:r w:rsidR="0024252B" w:rsidRPr="002813C1">
        <w:t>est se moquer</w:t>
      </w:r>
      <w:r>
        <w:t xml:space="preserve"> !… </w:t>
      </w:r>
      <w:r w:rsidR="0024252B" w:rsidRPr="002813C1">
        <w:t>Qu</w:t>
      </w:r>
      <w:r>
        <w:t>’</w:t>
      </w:r>
      <w:r w:rsidR="0024252B" w:rsidRPr="002813C1">
        <w:t>avez-vous donc fait en mon absence</w:t>
      </w:r>
      <w:r>
        <w:t xml:space="preserve"> ? </w:t>
      </w:r>
      <w:r w:rsidR="0024252B" w:rsidRPr="002813C1">
        <w:t>Allons</w:t>
      </w:r>
      <w:r>
        <w:t xml:space="preserve">, </w:t>
      </w:r>
      <w:r w:rsidR="0024252B" w:rsidRPr="002813C1">
        <w:t>dépêchons</w:t>
      </w:r>
      <w:r>
        <w:t xml:space="preserve">… </w:t>
      </w:r>
      <w:r w:rsidR="0024252B" w:rsidRPr="002813C1">
        <w:t>Allumez la lanterne</w:t>
      </w:r>
      <w:r>
        <w:t xml:space="preserve"> !… </w:t>
      </w:r>
      <w:r w:rsidR="0024252B" w:rsidRPr="002813C1">
        <w:t>Dites à la cuisinière que j</w:t>
      </w:r>
      <w:r>
        <w:t>’</w:t>
      </w:r>
      <w:r w:rsidR="0024252B" w:rsidRPr="002813C1">
        <w:t>ai quelqu</w:t>
      </w:r>
      <w:r>
        <w:t>’</w:t>
      </w:r>
      <w:r w:rsidR="0024252B" w:rsidRPr="002813C1">
        <w:t>un à dîner</w:t>
      </w:r>
      <w:r>
        <w:t xml:space="preserve"> ! </w:t>
      </w:r>
      <w:r w:rsidR="0024252B" w:rsidRPr="002813C1">
        <w:t>Appelez ma femme de chambre</w:t>
      </w:r>
      <w:r>
        <w:t xml:space="preserve">. </w:t>
      </w:r>
      <w:r w:rsidR="0024252B" w:rsidRPr="002813C1">
        <w:t>Qu</w:t>
      </w:r>
      <w:r>
        <w:t>’</w:t>
      </w:r>
      <w:r w:rsidR="0024252B" w:rsidRPr="002813C1">
        <w:t xml:space="preserve">on prépare la chambre de </w:t>
      </w:r>
      <w:r>
        <w:t>M. </w:t>
      </w:r>
      <w:r w:rsidR="0024252B" w:rsidRPr="002813C1">
        <w:t>Gustave</w:t>
      </w:r>
      <w:r>
        <w:t xml:space="preserve">… </w:t>
      </w:r>
      <w:r w:rsidR="0024252B" w:rsidRPr="002813C1">
        <w:t xml:space="preserve">Descendez voir si le </w:t>
      </w:r>
      <w:r>
        <w:t>« </w:t>
      </w:r>
      <w:r w:rsidR="0024252B" w:rsidRPr="002813C1">
        <w:t>général</w:t>
      </w:r>
      <w:r>
        <w:t> »</w:t>
      </w:r>
      <w:r w:rsidR="0024252B" w:rsidRPr="002813C1">
        <w:t xml:space="preserve"> n</w:t>
      </w:r>
      <w:r>
        <w:t>’</w:t>
      </w:r>
      <w:r w:rsidR="0024252B" w:rsidRPr="002813C1">
        <w:t>a pas besoin de vous pour aider à monter les bagages de ces dames</w:t>
      </w:r>
      <w:r>
        <w:t>…</w:t>
      </w:r>
    </w:p>
    <w:p w14:paraId="6D6C388D" w14:textId="77777777" w:rsidR="00B77E03" w:rsidRDefault="0024252B" w:rsidP="00B77E03">
      <w:r w:rsidRPr="002813C1">
        <w:t>Embarrassé de choisir entre tant d</w:t>
      </w:r>
      <w:r w:rsidR="00B77E03">
        <w:t>’</w:t>
      </w:r>
      <w:r w:rsidRPr="002813C1">
        <w:t>ordres contradictoires</w:t>
      </w:r>
      <w:r w:rsidR="00B77E03">
        <w:t xml:space="preserve">, </w:t>
      </w:r>
      <w:r w:rsidRPr="002813C1">
        <w:t>le domestique ne choisit pas</w:t>
      </w:r>
      <w:r w:rsidR="00B77E03">
        <w:t>.</w:t>
      </w:r>
    </w:p>
    <w:p w14:paraId="1C9F9475" w14:textId="77777777" w:rsidR="00B77E03" w:rsidRDefault="0024252B" w:rsidP="00B77E03">
      <w:r w:rsidRPr="002813C1">
        <w:t>Il posa son chandelier infect sur une des consoles de l</w:t>
      </w:r>
      <w:r w:rsidR="00B77E03">
        <w:t>’</w:t>
      </w:r>
      <w:r w:rsidRPr="002813C1">
        <w:t>antichambre</w:t>
      </w:r>
      <w:r w:rsidR="00B77E03">
        <w:t xml:space="preserve">, </w:t>
      </w:r>
      <w:r w:rsidRPr="002813C1">
        <w:t>et gravement</w:t>
      </w:r>
      <w:r w:rsidR="00B77E03">
        <w:t xml:space="preserve">, </w:t>
      </w:r>
      <w:r w:rsidRPr="002813C1">
        <w:t>sans mot dire</w:t>
      </w:r>
      <w:r w:rsidR="00B77E03">
        <w:t xml:space="preserve">, </w:t>
      </w:r>
      <w:r w:rsidRPr="002813C1">
        <w:t>gagna le couloir conduisant à la cuisine</w:t>
      </w:r>
      <w:r w:rsidR="00B77E03">
        <w:t>.</w:t>
      </w:r>
    </w:p>
    <w:p w14:paraId="27F20CAF" w14:textId="6C68CE34" w:rsidR="00B77E03" w:rsidRDefault="00B77E03" w:rsidP="00B77E03">
      <w:r>
        <w:t>— </w:t>
      </w:r>
      <w:r w:rsidR="0024252B" w:rsidRPr="002813C1">
        <w:t>Évariste</w:t>
      </w:r>
      <w:r>
        <w:t xml:space="preserve"> !… </w:t>
      </w:r>
      <w:r w:rsidR="0024252B" w:rsidRPr="002813C1">
        <w:t xml:space="preserve">criait </w:t>
      </w:r>
      <w:r>
        <w:t>M</w:t>
      </w:r>
      <w:r w:rsidRPr="00B77E03">
        <w:rPr>
          <w:vertAlign w:val="superscript"/>
        </w:rPr>
        <w:t>me</w:t>
      </w:r>
      <w:r>
        <w:t> de </w:t>
      </w:r>
      <w:proofErr w:type="spellStart"/>
      <w:r w:rsidR="0024252B" w:rsidRPr="002813C1">
        <w:t>Fondège</w:t>
      </w:r>
      <w:proofErr w:type="spellEnd"/>
      <w:r>
        <w:t xml:space="preserve">, </w:t>
      </w:r>
      <w:r w:rsidR="0024252B" w:rsidRPr="002813C1">
        <w:t>cramoisie de colère</w:t>
      </w:r>
      <w:r>
        <w:t xml:space="preserve">, </w:t>
      </w:r>
      <w:r w:rsidR="0024252B" w:rsidRPr="002813C1">
        <w:t>Évariste</w:t>
      </w:r>
      <w:r>
        <w:t xml:space="preserve">, </w:t>
      </w:r>
      <w:r w:rsidR="0024252B" w:rsidRPr="002813C1">
        <w:t>insolent</w:t>
      </w:r>
      <w:r>
        <w:t> !…</w:t>
      </w:r>
    </w:p>
    <w:p w14:paraId="0B42E9EA" w14:textId="310F02FA" w:rsidR="00B77E03" w:rsidRDefault="0024252B" w:rsidP="00B77E03">
      <w:r w:rsidRPr="002813C1">
        <w:t>Et comme il ne daignait pas répondre</w:t>
      </w:r>
      <w:r w:rsidR="00B77E03">
        <w:t xml:space="preserve">, </w:t>
      </w:r>
      <w:r w:rsidRPr="002813C1">
        <w:t>elle s</w:t>
      </w:r>
      <w:r w:rsidR="00B77E03">
        <w:t>’</w:t>
      </w:r>
      <w:r w:rsidRPr="002813C1">
        <w:t>élança à sa poursuite</w:t>
      </w:r>
      <w:r w:rsidR="00B77E03">
        <w:t xml:space="preserve">… </w:t>
      </w:r>
      <w:r w:rsidRPr="002813C1">
        <w:t>Et bientôt des profondeurs de l</w:t>
      </w:r>
      <w:r w:rsidR="00B77E03">
        <w:t>’</w:t>
      </w:r>
      <w:r w:rsidRPr="002813C1">
        <w:t>appartement</w:t>
      </w:r>
      <w:r w:rsidR="00B77E03">
        <w:t xml:space="preserve">, </w:t>
      </w:r>
      <w:r w:rsidRPr="002813C1">
        <w:t>une altercation de la dernière violence s</w:t>
      </w:r>
      <w:r w:rsidR="00B77E03">
        <w:t>’</w:t>
      </w:r>
      <w:r w:rsidRPr="002813C1">
        <w:t>éleva</w:t>
      </w:r>
      <w:r w:rsidR="00B77E03">
        <w:t xml:space="preserve">, </w:t>
      </w:r>
      <w:r w:rsidRPr="002813C1">
        <w:t>le domestique se répandant en injures</w:t>
      </w:r>
      <w:r w:rsidR="00B77E03">
        <w:t xml:space="preserve">, </w:t>
      </w:r>
      <w:r w:rsidRPr="002813C1">
        <w:t>la maîtresse exaspérée ne sachant que crier</w:t>
      </w:r>
      <w:r w:rsidR="00B77E03">
        <w:t> : « </w:t>
      </w:r>
      <w:r w:rsidRPr="002813C1">
        <w:t>Je vous chasse</w:t>
      </w:r>
      <w:r w:rsidR="00B77E03">
        <w:t xml:space="preserve">, </w:t>
      </w:r>
      <w:r w:rsidRPr="002813C1">
        <w:t>vous êtes un insolent</w:t>
      </w:r>
      <w:r w:rsidR="00B77E03">
        <w:t xml:space="preserve">, </w:t>
      </w:r>
      <w:r w:rsidRPr="002813C1">
        <w:t>je vous chasse</w:t>
      </w:r>
      <w:r w:rsidR="00B77E03">
        <w:t>. »</w:t>
      </w:r>
    </w:p>
    <w:p w14:paraId="4741DB9D" w14:textId="37820171" w:rsidR="00B77E03" w:rsidRDefault="0024252B" w:rsidP="00B77E03">
      <w:r w:rsidRPr="002813C1">
        <w:t>Debout dans l</w:t>
      </w:r>
      <w:r w:rsidR="00B77E03">
        <w:t>’</w:t>
      </w:r>
      <w:r w:rsidRPr="002813C1">
        <w:t>antichambre</w:t>
      </w:r>
      <w:r w:rsidR="00B77E03">
        <w:t xml:space="preserve">, </w:t>
      </w:r>
      <w:r w:rsidRPr="002813C1">
        <w:t xml:space="preserve">près de </w:t>
      </w:r>
      <w:r w:rsidR="00B77E03">
        <w:t>M</w:t>
      </w:r>
      <w:r w:rsidR="00B77E03" w:rsidRPr="00B77E03">
        <w:rPr>
          <w:vertAlign w:val="superscript"/>
        </w:rPr>
        <w:t>lle</w:t>
      </w:r>
      <w:r w:rsidR="00B77E03">
        <w:t> </w:t>
      </w:r>
      <w:r w:rsidRPr="002813C1">
        <w:t>Marguerite</w:t>
      </w:r>
      <w:r w:rsidR="00B77E03">
        <w:t xml:space="preserve">, </w:t>
      </w:r>
      <w:r w:rsidRPr="002813C1">
        <w:t xml:space="preserve">la digne </w:t>
      </w:r>
      <w:r w:rsidR="00B77E03">
        <w:t>M</w:t>
      </w:r>
      <w:r w:rsidR="00B77E03" w:rsidRPr="00B77E03">
        <w:rPr>
          <w:vertAlign w:val="superscript"/>
        </w:rPr>
        <w:t>me</w:t>
      </w:r>
      <w:r w:rsidR="00B77E03">
        <w:t> </w:t>
      </w:r>
      <w:r w:rsidRPr="002813C1">
        <w:t>Léon semblait aux anges</w:t>
      </w:r>
      <w:r w:rsidR="00B77E03">
        <w:t>.</w:t>
      </w:r>
    </w:p>
    <w:p w14:paraId="53CFB8A2" w14:textId="77777777" w:rsidR="00B77E03" w:rsidRDefault="00B77E03" w:rsidP="00B77E03">
      <w:r>
        <w:t>— </w:t>
      </w:r>
      <w:r w:rsidR="0024252B" w:rsidRPr="002813C1">
        <w:t>Drôle de maison</w:t>
      </w:r>
      <w:r>
        <w:t xml:space="preserve"> !… </w:t>
      </w:r>
      <w:r w:rsidR="0024252B" w:rsidRPr="002813C1">
        <w:t>fit-elle</w:t>
      </w:r>
      <w:r>
        <w:t xml:space="preserve">. </w:t>
      </w:r>
      <w:r w:rsidR="0024252B" w:rsidRPr="002813C1">
        <w:t>Voilà qui commence bien</w:t>
      </w:r>
      <w:r>
        <w:t>…</w:t>
      </w:r>
    </w:p>
    <w:p w14:paraId="6C1CA6EB" w14:textId="4A718B49" w:rsidR="00B77E03" w:rsidRDefault="0024252B" w:rsidP="00B77E03">
      <w:r w:rsidRPr="002813C1">
        <w:t>Mais l</w:t>
      </w:r>
      <w:r w:rsidR="00B77E03">
        <w:t>’</w:t>
      </w:r>
      <w:r w:rsidRPr="002813C1">
        <w:t xml:space="preserve">estimable femme de charge était la dernière personne du monde à qui </w:t>
      </w:r>
      <w:r w:rsidR="00B77E03">
        <w:t>M</w:t>
      </w:r>
      <w:r w:rsidR="00B77E03" w:rsidRPr="00B77E03">
        <w:rPr>
          <w:vertAlign w:val="superscript"/>
        </w:rPr>
        <w:t>lle</w:t>
      </w:r>
      <w:r w:rsidR="00B77E03">
        <w:t> </w:t>
      </w:r>
      <w:r w:rsidRPr="002813C1">
        <w:t>Marguerite eût laissé voir sa pensée</w:t>
      </w:r>
      <w:r w:rsidR="00B77E03">
        <w:t> :</w:t>
      </w:r>
    </w:p>
    <w:p w14:paraId="03CF4D54" w14:textId="77777777" w:rsidR="00B77E03" w:rsidRDefault="00B77E03" w:rsidP="00B77E03">
      <w:r>
        <w:lastRenderedPageBreak/>
        <w:t>— </w:t>
      </w:r>
      <w:r w:rsidR="0024252B" w:rsidRPr="002813C1">
        <w:t>Taisez-vous donc</w:t>
      </w:r>
      <w:r>
        <w:t xml:space="preserve">, </w:t>
      </w:r>
      <w:r w:rsidR="0024252B" w:rsidRPr="002813C1">
        <w:t>Léon</w:t>
      </w:r>
      <w:r>
        <w:t xml:space="preserve">, </w:t>
      </w:r>
      <w:r w:rsidR="0024252B" w:rsidRPr="002813C1">
        <w:t>prononça-t-elle</w:t>
      </w:r>
      <w:r>
        <w:t xml:space="preserve">, </w:t>
      </w:r>
      <w:r w:rsidR="0024252B" w:rsidRPr="002813C1">
        <w:t>c</w:t>
      </w:r>
      <w:r>
        <w:t>’</w:t>
      </w:r>
      <w:r w:rsidR="0024252B" w:rsidRPr="002813C1">
        <w:t>est nous qui sommes cause de ce désordre</w:t>
      </w:r>
      <w:r>
        <w:t xml:space="preserve">, </w:t>
      </w:r>
      <w:r w:rsidR="0024252B" w:rsidRPr="002813C1">
        <w:t>et j</w:t>
      </w:r>
      <w:r>
        <w:t>’</w:t>
      </w:r>
      <w:r w:rsidR="0024252B" w:rsidRPr="002813C1">
        <w:t xml:space="preserve">en suis </w:t>
      </w:r>
      <w:proofErr w:type="gramStart"/>
      <w:r w:rsidR="0024252B" w:rsidRPr="002813C1">
        <w:t>toute</w:t>
      </w:r>
      <w:proofErr w:type="gramEnd"/>
      <w:r w:rsidR="0024252B" w:rsidRPr="002813C1">
        <w:t xml:space="preserve"> honteuse</w:t>
      </w:r>
      <w:r>
        <w:t>…</w:t>
      </w:r>
    </w:p>
    <w:p w14:paraId="3310E236" w14:textId="66A71ECD" w:rsidR="00B77E03" w:rsidRDefault="0024252B" w:rsidP="00B77E03">
      <w:r w:rsidRPr="002813C1">
        <w:t>La gouvernante dut retenir la méchanceté qui lui montait aux lèvres</w:t>
      </w:r>
      <w:r w:rsidR="00B77E03">
        <w:t>… M</w:t>
      </w:r>
      <w:r w:rsidR="00B77E03" w:rsidRPr="00B77E03">
        <w:rPr>
          <w:vertAlign w:val="superscript"/>
        </w:rPr>
        <w:t>me</w:t>
      </w:r>
      <w:r w:rsidR="00B77E03">
        <w:t> de </w:t>
      </w:r>
      <w:proofErr w:type="spellStart"/>
      <w:r w:rsidRPr="002813C1">
        <w:t>Fondège</w:t>
      </w:r>
      <w:proofErr w:type="spellEnd"/>
      <w:r w:rsidRPr="002813C1">
        <w:t xml:space="preserve"> reparaissait suivie d</w:t>
      </w:r>
      <w:r w:rsidR="00B77E03">
        <w:t>’</w:t>
      </w:r>
      <w:r w:rsidRPr="002813C1">
        <w:t>une grande fille à l</w:t>
      </w:r>
      <w:r w:rsidR="00B77E03">
        <w:t>’</w:t>
      </w:r>
      <w:r w:rsidRPr="002813C1">
        <w:t>œil provocant</w:t>
      </w:r>
      <w:r w:rsidR="00B77E03">
        <w:t xml:space="preserve">, </w:t>
      </w:r>
      <w:r w:rsidRPr="002813C1">
        <w:t>au nez odieusement retroussé</w:t>
      </w:r>
      <w:r w:rsidR="00B77E03">
        <w:t xml:space="preserve">, </w:t>
      </w:r>
      <w:r w:rsidRPr="002813C1">
        <w:t>beaucoup trop bien coiffée</w:t>
      </w:r>
      <w:r w:rsidR="00B77E03">
        <w:t xml:space="preserve">, </w:t>
      </w:r>
      <w:r w:rsidRPr="002813C1">
        <w:t>et qui tenait un flambeau allumé</w:t>
      </w:r>
      <w:r w:rsidR="00B77E03">
        <w:t>.</w:t>
      </w:r>
    </w:p>
    <w:p w14:paraId="385F52EA" w14:textId="2BF6C69F" w:rsidR="00B77E03" w:rsidRDefault="00B77E03" w:rsidP="00B77E03">
      <w:r>
        <w:t>— </w:t>
      </w:r>
      <w:r w:rsidR="0024252B" w:rsidRPr="002813C1">
        <w:t>Comment m</w:t>
      </w:r>
      <w:r>
        <w:t>’</w:t>
      </w:r>
      <w:r w:rsidR="0024252B" w:rsidRPr="002813C1">
        <w:t>excuser</w:t>
      </w:r>
      <w:r>
        <w:t xml:space="preserve">, </w:t>
      </w:r>
      <w:r w:rsidR="0024252B" w:rsidRPr="002813C1">
        <w:t>madame</w:t>
      </w:r>
      <w:r>
        <w:t xml:space="preserve">, </w:t>
      </w:r>
      <w:r w:rsidR="0024252B" w:rsidRPr="002813C1">
        <w:t xml:space="preserve">commença </w:t>
      </w:r>
      <w:r>
        <w:t>M</w:t>
      </w:r>
      <w:r w:rsidRPr="00B77E03">
        <w:rPr>
          <w:vertAlign w:val="superscript"/>
        </w:rPr>
        <w:t>lle</w:t>
      </w:r>
      <w:r>
        <w:t> </w:t>
      </w:r>
      <w:r w:rsidR="0024252B" w:rsidRPr="002813C1">
        <w:t>Marguerite</w:t>
      </w:r>
      <w:r>
        <w:t xml:space="preserve">, </w:t>
      </w:r>
      <w:r w:rsidR="0024252B" w:rsidRPr="002813C1">
        <w:t>de toute la peine que je vous donne</w:t>
      </w:r>
      <w:r>
        <w:t>…</w:t>
      </w:r>
    </w:p>
    <w:p w14:paraId="650C8488" w14:textId="77777777" w:rsidR="00B77E03" w:rsidRDefault="00B77E03" w:rsidP="00B77E03">
      <w:r>
        <w:t>— </w:t>
      </w:r>
      <w:r w:rsidR="0024252B" w:rsidRPr="002813C1">
        <w:t>Eh</w:t>
      </w:r>
      <w:r>
        <w:t xml:space="preserve"> !… </w:t>
      </w:r>
      <w:r w:rsidR="0024252B" w:rsidRPr="002813C1">
        <w:t>chère enfant</w:t>
      </w:r>
      <w:r>
        <w:t xml:space="preserve">, </w:t>
      </w:r>
      <w:r w:rsidR="0024252B" w:rsidRPr="002813C1">
        <w:t>je n</w:t>
      </w:r>
      <w:r>
        <w:t>’</w:t>
      </w:r>
      <w:r w:rsidR="0024252B" w:rsidRPr="002813C1">
        <w:t>ai jamais été si heureuse</w:t>
      </w:r>
      <w:r>
        <w:t xml:space="preserve">… </w:t>
      </w:r>
      <w:r w:rsidR="0024252B" w:rsidRPr="002813C1">
        <w:t>Venez</w:t>
      </w:r>
      <w:r>
        <w:t xml:space="preserve">, </w:t>
      </w:r>
      <w:r w:rsidR="0024252B" w:rsidRPr="002813C1">
        <w:t>venez voir votre chambre</w:t>
      </w:r>
      <w:r>
        <w:t>…</w:t>
      </w:r>
    </w:p>
    <w:p w14:paraId="7A5F79F0" w14:textId="77777777" w:rsidR="00B77E03" w:rsidRDefault="0024252B" w:rsidP="00B77E03">
      <w:r w:rsidRPr="002813C1">
        <w:t>Et pendant qu</w:t>
      </w:r>
      <w:r w:rsidR="00B77E03">
        <w:t>’</w:t>
      </w:r>
      <w:r w:rsidRPr="002813C1">
        <w:t>on traversait plusieurs pièces à peine meublées</w:t>
      </w:r>
      <w:r w:rsidR="00B77E03">
        <w:t> :</w:t>
      </w:r>
    </w:p>
    <w:p w14:paraId="15C9CD75" w14:textId="617A807B" w:rsidR="00B77E03" w:rsidRDefault="00B77E03" w:rsidP="00B77E03">
      <w:r>
        <w:t>— </w:t>
      </w:r>
      <w:r w:rsidR="0024252B" w:rsidRPr="002813C1">
        <w:t>Ce serait plutôt à moi</w:t>
      </w:r>
      <w:r>
        <w:t xml:space="preserve">, </w:t>
      </w:r>
      <w:r w:rsidR="0024252B" w:rsidRPr="002813C1">
        <w:t xml:space="preserve">continua </w:t>
      </w:r>
      <w:r>
        <w:t>M</w:t>
      </w:r>
      <w:r w:rsidRPr="00B77E03">
        <w:rPr>
          <w:vertAlign w:val="superscript"/>
        </w:rPr>
        <w:t>me</w:t>
      </w:r>
      <w:r>
        <w:t> de </w:t>
      </w:r>
      <w:proofErr w:type="spellStart"/>
      <w:r w:rsidR="0024252B" w:rsidRPr="002813C1">
        <w:t>Fondège</w:t>
      </w:r>
      <w:proofErr w:type="spellEnd"/>
      <w:r>
        <w:t xml:space="preserve">, </w:t>
      </w:r>
      <w:r w:rsidR="0024252B" w:rsidRPr="002813C1">
        <w:t>de vous faire des excuses</w:t>
      </w:r>
      <w:r>
        <w:t xml:space="preserve">. </w:t>
      </w:r>
      <w:r w:rsidR="0024252B" w:rsidRPr="002813C1">
        <w:t>Vous allez regretter</w:t>
      </w:r>
      <w:r>
        <w:t xml:space="preserve">, </w:t>
      </w:r>
      <w:r w:rsidR="0024252B" w:rsidRPr="002813C1">
        <w:t>je le crains</w:t>
      </w:r>
      <w:r>
        <w:t xml:space="preserve">, </w:t>
      </w:r>
      <w:r w:rsidR="0024252B" w:rsidRPr="002813C1">
        <w:t>les splendeurs de l</w:t>
      </w:r>
      <w:r>
        <w:t>’</w:t>
      </w:r>
      <w:r w:rsidR="0024252B" w:rsidRPr="002813C1">
        <w:t xml:space="preserve">hôtel de </w:t>
      </w:r>
      <w:proofErr w:type="spellStart"/>
      <w:r w:rsidR="0024252B" w:rsidRPr="002813C1">
        <w:t>Chalusse</w:t>
      </w:r>
      <w:proofErr w:type="spellEnd"/>
      <w:r>
        <w:t xml:space="preserve">… </w:t>
      </w:r>
      <w:r w:rsidR="0024252B" w:rsidRPr="002813C1">
        <w:t>C</w:t>
      </w:r>
      <w:r>
        <w:t>’</w:t>
      </w:r>
      <w:r w:rsidR="0024252B" w:rsidRPr="002813C1">
        <w:t>est que nous ne possédons pas des millions comme feu votre pauvre père</w:t>
      </w:r>
      <w:r>
        <w:t xml:space="preserve">… </w:t>
      </w:r>
      <w:r w:rsidR="0024252B" w:rsidRPr="002813C1">
        <w:t>Nous avons une grande aisance</w:t>
      </w:r>
      <w:r>
        <w:t xml:space="preserve">, </w:t>
      </w:r>
      <w:r w:rsidR="0024252B" w:rsidRPr="002813C1">
        <w:t>rien de plus</w:t>
      </w:r>
      <w:r>
        <w:t xml:space="preserve">… </w:t>
      </w:r>
      <w:r w:rsidR="0024252B" w:rsidRPr="002813C1">
        <w:t>Mais tenez</w:t>
      </w:r>
      <w:r>
        <w:t xml:space="preserve">, </w:t>
      </w:r>
      <w:r w:rsidR="0024252B" w:rsidRPr="002813C1">
        <w:t>vous voici chez vous</w:t>
      </w:r>
      <w:r>
        <w:t>.</w:t>
      </w:r>
    </w:p>
    <w:p w14:paraId="00A045FC" w14:textId="3DBC7D30" w:rsidR="00B77E03" w:rsidRDefault="0024252B" w:rsidP="00B77E03">
      <w:r w:rsidRPr="002813C1">
        <w:t>La femme de chambre venait d</w:t>
      </w:r>
      <w:r w:rsidR="00B77E03">
        <w:t>’</w:t>
      </w:r>
      <w:r w:rsidRPr="002813C1">
        <w:t>ouvrir une porte</w:t>
      </w:r>
      <w:r w:rsidR="00B77E03">
        <w:t>, M</w:t>
      </w:r>
      <w:r w:rsidR="00B77E03" w:rsidRPr="00B77E03">
        <w:rPr>
          <w:vertAlign w:val="superscript"/>
        </w:rPr>
        <w:t>lle</w:t>
      </w:r>
      <w:r w:rsidR="00B77E03">
        <w:t> </w:t>
      </w:r>
      <w:r w:rsidRPr="002813C1">
        <w:t>Marguerite entra dans une assez grande pièce à deux fenêtres</w:t>
      </w:r>
      <w:r w:rsidR="00B77E03">
        <w:t xml:space="preserve">, </w:t>
      </w:r>
      <w:r w:rsidRPr="002813C1">
        <w:t>tendue d</w:t>
      </w:r>
      <w:r w:rsidR="00B77E03">
        <w:t>’</w:t>
      </w:r>
      <w:r w:rsidRPr="002813C1">
        <w:t>un méchant papier passé</w:t>
      </w:r>
      <w:r w:rsidR="00B77E03">
        <w:t xml:space="preserve">, </w:t>
      </w:r>
      <w:r w:rsidRPr="002813C1">
        <w:t>garnie de rideaux de perse dont le soleil et la poussière avaient mangé les couleurs</w:t>
      </w:r>
      <w:r w:rsidR="00B77E03">
        <w:t>.</w:t>
      </w:r>
    </w:p>
    <w:p w14:paraId="443072BC" w14:textId="77777777" w:rsidR="00B77E03" w:rsidRDefault="0024252B" w:rsidP="00B77E03">
      <w:r w:rsidRPr="002813C1">
        <w:t>Tout y était dans un épouvantable désordre</w:t>
      </w:r>
      <w:r w:rsidR="00B77E03">
        <w:t xml:space="preserve">, </w:t>
      </w:r>
      <w:r w:rsidRPr="002813C1">
        <w:t>et d</w:t>
      </w:r>
      <w:r w:rsidR="00B77E03">
        <w:t>’</w:t>
      </w:r>
      <w:r w:rsidRPr="002813C1">
        <w:t>une répugnante malpropreté</w:t>
      </w:r>
      <w:r w:rsidR="00B77E03">
        <w:t xml:space="preserve">… </w:t>
      </w:r>
      <w:r w:rsidRPr="002813C1">
        <w:t>Le lit était défait</w:t>
      </w:r>
      <w:r w:rsidR="00B77E03">
        <w:t xml:space="preserve">, </w:t>
      </w:r>
      <w:r w:rsidRPr="002813C1">
        <w:t>la toilette n</w:t>
      </w:r>
      <w:r w:rsidR="00B77E03">
        <w:t>’</w:t>
      </w:r>
      <w:r w:rsidRPr="002813C1">
        <w:t>avait pas été lavée</w:t>
      </w:r>
      <w:r w:rsidR="00B77E03">
        <w:t xml:space="preserve">, </w:t>
      </w:r>
      <w:r w:rsidRPr="002813C1">
        <w:t>des chaussons de lisière traînaient sur la descente de lit tout éraillée</w:t>
      </w:r>
      <w:r w:rsidR="00B77E03">
        <w:t xml:space="preserve"> ; </w:t>
      </w:r>
      <w:r w:rsidRPr="002813C1">
        <w:t>sur la cheminée</w:t>
      </w:r>
      <w:r w:rsidR="00B77E03">
        <w:t xml:space="preserve">, </w:t>
      </w:r>
      <w:r w:rsidRPr="002813C1">
        <w:t>veuve de pendule</w:t>
      </w:r>
      <w:r w:rsidR="00B77E03">
        <w:t xml:space="preserve">, </w:t>
      </w:r>
      <w:r w:rsidRPr="002813C1">
        <w:t>une bouteille de bière vide et un verre étaient restés</w:t>
      </w:r>
      <w:r w:rsidR="00B77E03">
        <w:t xml:space="preserve">… </w:t>
      </w:r>
      <w:r w:rsidRPr="002813C1">
        <w:t xml:space="preserve">Puis à </w:t>
      </w:r>
      <w:r w:rsidRPr="002813C1">
        <w:lastRenderedPageBreak/>
        <w:t>terre</w:t>
      </w:r>
      <w:r w:rsidR="00B77E03">
        <w:t xml:space="preserve">, </w:t>
      </w:r>
      <w:r w:rsidRPr="002813C1">
        <w:t>sur les meubles</w:t>
      </w:r>
      <w:r w:rsidR="00B77E03">
        <w:t xml:space="preserve">, </w:t>
      </w:r>
      <w:r w:rsidRPr="002813C1">
        <w:t>dans les coins</w:t>
      </w:r>
      <w:r w:rsidR="00B77E03">
        <w:t xml:space="preserve">, </w:t>
      </w:r>
      <w:r w:rsidRPr="002813C1">
        <w:t>partout</w:t>
      </w:r>
      <w:r w:rsidR="00B77E03">
        <w:t xml:space="preserve">, </w:t>
      </w:r>
      <w:r w:rsidRPr="002813C1">
        <w:t>en quantité</w:t>
      </w:r>
      <w:r w:rsidR="00B77E03">
        <w:t xml:space="preserve">, </w:t>
      </w:r>
      <w:r w:rsidRPr="002813C1">
        <w:t>à foison</w:t>
      </w:r>
      <w:r w:rsidR="00B77E03">
        <w:t xml:space="preserve">, </w:t>
      </w:r>
      <w:r w:rsidRPr="002813C1">
        <w:t>comme s</w:t>
      </w:r>
      <w:r w:rsidR="00B77E03">
        <w:t>’</w:t>
      </w:r>
      <w:r w:rsidRPr="002813C1">
        <w:t>il en eût plu</w:t>
      </w:r>
      <w:r w:rsidR="00B77E03">
        <w:t xml:space="preserve">, </w:t>
      </w:r>
      <w:r w:rsidRPr="002813C1">
        <w:t>des bouts de cigarettes traînaient</w:t>
      </w:r>
      <w:r w:rsidR="00B77E03">
        <w:t>…</w:t>
      </w:r>
    </w:p>
    <w:p w14:paraId="6BE7124C" w14:textId="3D5B7C7D" w:rsidR="00B77E03" w:rsidRDefault="00B77E03" w:rsidP="00B77E03">
      <w:r>
        <w:t>— </w:t>
      </w:r>
      <w:r w:rsidR="0024252B" w:rsidRPr="002813C1">
        <w:t>Quoi</w:t>
      </w:r>
      <w:r>
        <w:t xml:space="preserve"> !… </w:t>
      </w:r>
      <w:r w:rsidR="0024252B" w:rsidRPr="002813C1">
        <w:t xml:space="preserve">glapit </w:t>
      </w:r>
      <w:r>
        <w:t>M</w:t>
      </w:r>
      <w:r w:rsidRPr="00B77E03">
        <w:rPr>
          <w:vertAlign w:val="superscript"/>
        </w:rPr>
        <w:t>me</w:t>
      </w:r>
      <w:r>
        <w:t> de </w:t>
      </w:r>
      <w:proofErr w:type="spellStart"/>
      <w:r w:rsidR="0024252B" w:rsidRPr="002813C1">
        <w:t>Fondège</w:t>
      </w:r>
      <w:proofErr w:type="spellEnd"/>
      <w:r>
        <w:t xml:space="preserve">, </w:t>
      </w:r>
      <w:r w:rsidR="0024252B" w:rsidRPr="002813C1">
        <w:t>vous n</w:t>
      </w:r>
      <w:r>
        <w:t>’</w:t>
      </w:r>
      <w:r w:rsidR="0024252B" w:rsidRPr="002813C1">
        <w:t>avez pas fait cette chambre</w:t>
      </w:r>
      <w:r>
        <w:t xml:space="preserve">, </w:t>
      </w:r>
      <w:r w:rsidR="0024252B" w:rsidRPr="002813C1">
        <w:t>Justine</w:t>
      </w:r>
      <w:r>
        <w:t>…</w:t>
      </w:r>
    </w:p>
    <w:p w14:paraId="4E5A6E5D" w14:textId="77777777" w:rsidR="00B77E03" w:rsidRDefault="00B77E03" w:rsidP="00B77E03">
      <w:r>
        <w:t>— </w:t>
      </w:r>
      <w:r w:rsidR="0024252B" w:rsidRPr="002813C1">
        <w:t>Ah</w:t>
      </w:r>
      <w:r>
        <w:t xml:space="preserve"> !… </w:t>
      </w:r>
      <w:r w:rsidR="0024252B" w:rsidRPr="002813C1">
        <w:t>ma foi</w:t>
      </w:r>
      <w:r>
        <w:t xml:space="preserve"> !… </w:t>
      </w:r>
      <w:r w:rsidR="0024252B" w:rsidRPr="002813C1">
        <w:t>je n</w:t>
      </w:r>
      <w:r>
        <w:t>’</w:t>
      </w:r>
      <w:r w:rsidR="0024252B" w:rsidRPr="002813C1">
        <w:t>ai pas eu le temps</w:t>
      </w:r>
      <w:r>
        <w:t>…</w:t>
      </w:r>
    </w:p>
    <w:p w14:paraId="48C984D7" w14:textId="11FDBE23" w:rsidR="00B77E03" w:rsidRDefault="00B77E03" w:rsidP="00B77E03">
      <w:r>
        <w:t>— </w:t>
      </w:r>
      <w:r w:rsidR="0024252B" w:rsidRPr="002813C1">
        <w:t>Voici cependant plus d</w:t>
      </w:r>
      <w:r>
        <w:t>’</w:t>
      </w:r>
      <w:r w:rsidR="0024252B" w:rsidRPr="002813C1">
        <w:t xml:space="preserve">un mois que </w:t>
      </w:r>
      <w:r>
        <w:t>M. </w:t>
      </w:r>
      <w:r w:rsidR="0024252B" w:rsidRPr="002813C1">
        <w:t>Gustave n</w:t>
      </w:r>
      <w:r>
        <w:t>’</w:t>
      </w:r>
      <w:r w:rsidR="0024252B" w:rsidRPr="002813C1">
        <w:t>y a couché</w:t>
      </w:r>
      <w:r>
        <w:t>…</w:t>
      </w:r>
    </w:p>
    <w:p w14:paraId="1224F936" w14:textId="77777777" w:rsidR="00B77E03" w:rsidRDefault="00B77E03" w:rsidP="00B77E03">
      <w:r>
        <w:t>— </w:t>
      </w:r>
      <w:r w:rsidR="0024252B" w:rsidRPr="002813C1">
        <w:t>Je sais bien</w:t>
      </w:r>
      <w:r>
        <w:t xml:space="preserve"> !… </w:t>
      </w:r>
      <w:r w:rsidR="0024252B" w:rsidRPr="002813C1">
        <w:t>Mais que Madame se rappelle ce que j</w:t>
      </w:r>
      <w:r>
        <w:t>’</w:t>
      </w:r>
      <w:r w:rsidR="0024252B" w:rsidRPr="002813C1">
        <w:t>ai couru</w:t>
      </w:r>
      <w:r>
        <w:t xml:space="preserve">, </w:t>
      </w:r>
      <w:r w:rsidR="0024252B" w:rsidRPr="002813C1">
        <w:t>depuis un mois</w:t>
      </w:r>
      <w:r>
        <w:t xml:space="preserve">… </w:t>
      </w:r>
      <w:r w:rsidR="0024252B" w:rsidRPr="002813C1">
        <w:t>sans compter que j</w:t>
      </w:r>
      <w:r>
        <w:t>’</w:t>
      </w:r>
      <w:r w:rsidR="0024252B" w:rsidRPr="002813C1">
        <w:t>ai lavé et repassé</w:t>
      </w:r>
      <w:r>
        <w:t xml:space="preserve">, </w:t>
      </w:r>
      <w:r w:rsidR="0024252B" w:rsidRPr="002813C1">
        <w:t>puisque la blanchisseuse</w:t>
      </w:r>
      <w:r>
        <w:t>…</w:t>
      </w:r>
    </w:p>
    <w:p w14:paraId="5C430BDE" w14:textId="0FEA33EB" w:rsidR="00B77E03" w:rsidRDefault="00B77E03" w:rsidP="00B77E03">
      <w:r>
        <w:t>— </w:t>
      </w:r>
      <w:r w:rsidR="0024252B" w:rsidRPr="002813C1">
        <w:t>Il suffit</w:t>
      </w:r>
      <w:r>
        <w:t xml:space="preserve"> ! </w:t>
      </w:r>
      <w:r w:rsidR="0024252B" w:rsidRPr="002813C1">
        <w:t xml:space="preserve">interrompit </w:t>
      </w:r>
      <w:r>
        <w:t>M</w:t>
      </w:r>
      <w:r w:rsidRPr="00B77E03">
        <w:rPr>
          <w:vertAlign w:val="superscript"/>
        </w:rPr>
        <w:t>me</w:t>
      </w:r>
      <w:r>
        <w:t> de </w:t>
      </w:r>
      <w:proofErr w:type="spellStart"/>
      <w:r w:rsidR="0024252B" w:rsidRPr="002813C1">
        <w:t>Fondège</w:t>
      </w:r>
      <w:proofErr w:type="spellEnd"/>
      <w:r>
        <w:t>.</w:t>
      </w:r>
    </w:p>
    <w:p w14:paraId="7BC02BEB" w14:textId="44251EDE" w:rsidR="00B77E03" w:rsidRDefault="0024252B" w:rsidP="00B77E03">
      <w:r w:rsidRPr="002813C1">
        <w:t xml:space="preserve">Et se tournant vers </w:t>
      </w:r>
      <w:r w:rsidR="00B77E03">
        <w:t>M</w:t>
      </w:r>
      <w:r w:rsidR="00B77E03" w:rsidRPr="00B77E03">
        <w:rPr>
          <w:vertAlign w:val="superscript"/>
        </w:rPr>
        <w:t>lle</w:t>
      </w:r>
      <w:r w:rsidR="00B77E03">
        <w:t> </w:t>
      </w:r>
      <w:r w:rsidRPr="002813C1">
        <w:t>Marguerite</w:t>
      </w:r>
      <w:r w:rsidR="00B77E03">
        <w:t> :</w:t>
      </w:r>
    </w:p>
    <w:p w14:paraId="42439938" w14:textId="77777777" w:rsidR="00B77E03" w:rsidRDefault="00B77E03" w:rsidP="00B77E03">
      <w:r>
        <w:t>— </w:t>
      </w:r>
      <w:r w:rsidR="0024252B" w:rsidRPr="002813C1">
        <w:t>Vous me pardonnerez</w:t>
      </w:r>
      <w:r>
        <w:t xml:space="preserve">, </w:t>
      </w:r>
      <w:r w:rsidR="0024252B" w:rsidRPr="002813C1">
        <w:t>n</w:t>
      </w:r>
      <w:r>
        <w:t>’</w:t>
      </w:r>
      <w:r w:rsidR="0024252B" w:rsidRPr="002813C1">
        <w:t>est-ce pas</w:t>
      </w:r>
      <w:r>
        <w:t xml:space="preserve">, </w:t>
      </w:r>
      <w:r w:rsidR="0024252B" w:rsidRPr="002813C1">
        <w:t>chère enfant</w:t>
      </w:r>
      <w:r>
        <w:t xml:space="preserve">… </w:t>
      </w:r>
      <w:r w:rsidR="0024252B" w:rsidRPr="002813C1">
        <w:t>Demain</w:t>
      </w:r>
      <w:r>
        <w:t xml:space="preserve">, </w:t>
      </w:r>
      <w:r w:rsidR="0024252B" w:rsidRPr="002813C1">
        <w:t>à cette heure-ci</w:t>
      </w:r>
      <w:r>
        <w:t xml:space="preserve">, </w:t>
      </w:r>
      <w:r w:rsidR="0024252B" w:rsidRPr="002813C1">
        <w:t>nous vous aurons bâti un de ces chastes nids de mousseline et de fleurs comme en rêvent les jeunes filles</w:t>
      </w:r>
      <w:r>
        <w:t>.</w:t>
      </w:r>
    </w:p>
    <w:p w14:paraId="2E63AB1E" w14:textId="77777777" w:rsidR="00B77E03" w:rsidRDefault="0024252B" w:rsidP="00B77E03">
      <w:r w:rsidRPr="002813C1">
        <w:t>À la suite de cette chambre</w:t>
      </w:r>
      <w:r w:rsidR="00B77E03">
        <w:t xml:space="preserve">, </w:t>
      </w:r>
      <w:r w:rsidRPr="002813C1">
        <w:t>qu</w:t>
      </w:r>
      <w:r w:rsidR="00B77E03">
        <w:t>’</w:t>
      </w:r>
      <w:r w:rsidRPr="002813C1">
        <w:t xml:space="preserve">on appelait chez le </w:t>
      </w:r>
      <w:r w:rsidR="00B77E03">
        <w:t>« </w:t>
      </w:r>
      <w:r w:rsidRPr="002813C1">
        <w:t>général</w:t>
      </w:r>
      <w:r w:rsidR="00B77E03">
        <w:t> »</w:t>
      </w:r>
      <w:r w:rsidRPr="002813C1">
        <w:t xml:space="preserve"> la chambre du lieutenant</w:t>
      </w:r>
      <w:r w:rsidR="00B77E03">
        <w:t xml:space="preserve">, </w:t>
      </w:r>
      <w:r w:rsidRPr="002813C1">
        <w:t>se trouvait une pièce plus petite à une seule fenêtre</w:t>
      </w:r>
      <w:r w:rsidR="00B77E03">
        <w:t xml:space="preserve">, </w:t>
      </w:r>
      <w:r w:rsidRPr="002813C1">
        <w:t>qui</w:t>
      </w:r>
      <w:r w:rsidR="00B77E03">
        <w:t xml:space="preserve">, </w:t>
      </w:r>
      <w:r w:rsidRPr="002813C1">
        <w:t>dans l</w:t>
      </w:r>
      <w:r w:rsidR="00B77E03">
        <w:t>’</w:t>
      </w:r>
      <w:r w:rsidRPr="002813C1">
        <w:t>ordonnance de l</w:t>
      </w:r>
      <w:r w:rsidR="00B77E03">
        <w:t>’</w:t>
      </w:r>
      <w:r w:rsidRPr="002813C1">
        <w:t>appartement</w:t>
      </w:r>
      <w:r w:rsidR="00B77E03">
        <w:t xml:space="preserve">, </w:t>
      </w:r>
      <w:r w:rsidRPr="002813C1">
        <w:t>avait dû être disposée pour un cabinet de toilette</w:t>
      </w:r>
      <w:r w:rsidR="00B77E03">
        <w:t>.</w:t>
      </w:r>
    </w:p>
    <w:p w14:paraId="1AAA37F7" w14:textId="77777777" w:rsidR="00B77E03" w:rsidRDefault="0024252B" w:rsidP="00B77E03">
      <w:r w:rsidRPr="002813C1">
        <w:t>C</w:t>
      </w:r>
      <w:r w:rsidR="00B77E03">
        <w:t>’</w:t>
      </w:r>
      <w:r w:rsidRPr="002813C1">
        <w:t>est cette pièce qu</w:t>
      </w:r>
      <w:r w:rsidR="00B77E03">
        <w:t>’</w:t>
      </w:r>
      <w:r w:rsidRPr="002813C1">
        <w:t>on destinait à la femme de charge</w:t>
      </w:r>
      <w:r w:rsidR="00B77E03">
        <w:t>.</w:t>
      </w:r>
    </w:p>
    <w:p w14:paraId="7FC815D8" w14:textId="52C63C70" w:rsidR="00B77E03" w:rsidRDefault="0024252B" w:rsidP="00B77E03">
      <w:r w:rsidRPr="002813C1">
        <w:t>Comparant ce réduit au logis charmant qu</w:t>
      </w:r>
      <w:r w:rsidR="00B77E03">
        <w:t>’</w:t>
      </w:r>
      <w:r w:rsidRPr="002813C1">
        <w:t>elle occupait à l</w:t>
      </w:r>
      <w:r w:rsidR="00B77E03">
        <w:t>’</w:t>
      </w:r>
      <w:r w:rsidRPr="002813C1">
        <w:t xml:space="preserve">hôtel de </w:t>
      </w:r>
      <w:proofErr w:type="spellStart"/>
      <w:r w:rsidRPr="002813C1">
        <w:t>Chalusse</w:t>
      </w:r>
      <w:proofErr w:type="spellEnd"/>
      <w:r w:rsidR="00B77E03">
        <w:t>, M</w:t>
      </w:r>
      <w:r w:rsidR="00B77E03" w:rsidRPr="00B77E03">
        <w:rPr>
          <w:vertAlign w:val="superscript"/>
        </w:rPr>
        <w:t>me</w:t>
      </w:r>
      <w:r w:rsidR="00B77E03">
        <w:t> </w:t>
      </w:r>
      <w:r w:rsidRPr="002813C1">
        <w:t>Léon eut quelque peine à dissimuler une grimace</w:t>
      </w:r>
      <w:r w:rsidR="00B77E03">
        <w:t>.</w:t>
      </w:r>
    </w:p>
    <w:p w14:paraId="6F7C80A4" w14:textId="5F587FF6" w:rsidR="00B77E03" w:rsidRDefault="0024252B" w:rsidP="00B77E03">
      <w:r w:rsidRPr="002813C1">
        <w:t>Mais il n</w:t>
      </w:r>
      <w:r w:rsidR="00B77E03">
        <w:t>’</w:t>
      </w:r>
      <w:r w:rsidRPr="002813C1">
        <w:t>y avait pas à hésiter ni même à faire la difficile</w:t>
      </w:r>
      <w:r w:rsidR="00B77E03">
        <w:t xml:space="preserve">… </w:t>
      </w:r>
      <w:r w:rsidRPr="002813C1">
        <w:t xml:space="preserve">Les ordres précis de </w:t>
      </w:r>
      <w:r w:rsidR="00B77E03">
        <w:t>M. de </w:t>
      </w:r>
      <w:proofErr w:type="spellStart"/>
      <w:r w:rsidRPr="002813C1">
        <w:t>Valorsay</w:t>
      </w:r>
      <w:proofErr w:type="spellEnd"/>
      <w:r w:rsidRPr="002813C1">
        <w:t xml:space="preserve"> la rivaient près de </w:t>
      </w:r>
      <w:r w:rsidR="00B77E03">
        <w:lastRenderedPageBreak/>
        <w:t>M</w:t>
      </w:r>
      <w:r w:rsidR="00B77E03" w:rsidRPr="00B77E03">
        <w:rPr>
          <w:vertAlign w:val="superscript"/>
        </w:rPr>
        <w:t>lle</w:t>
      </w:r>
      <w:r w:rsidR="00B77E03">
        <w:t> </w:t>
      </w:r>
      <w:r w:rsidRPr="002813C1">
        <w:t>Marguerite et elle devait s</w:t>
      </w:r>
      <w:r w:rsidR="00B77E03">
        <w:t>’</w:t>
      </w:r>
      <w:r w:rsidRPr="002813C1">
        <w:t>estimer heureuse qu</w:t>
      </w:r>
      <w:r w:rsidR="00B77E03">
        <w:t>’</w:t>
      </w:r>
      <w:r w:rsidRPr="002813C1">
        <w:t>on lui eût permis de la suivre</w:t>
      </w:r>
      <w:r w:rsidR="00B77E03">
        <w:t xml:space="preserve">… </w:t>
      </w:r>
      <w:r w:rsidRPr="002813C1">
        <w:t>Que le marquis arrivât ou non à ses fins</w:t>
      </w:r>
      <w:r w:rsidR="00B77E03">
        <w:t xml:space="preserve">, </w:t>
      </w:r>
      <w:r w:rsidRPr="002813C1">
        <w:t>il lui avait promis une assez magnifique récompense pour passer sur quelques désagréments</w:t>
      </w:r>
      <w:r w:rsidR="00B77E03">
        <w:t>…</w:t>
      </w:r>
    </w:p>
    <w:p w14:paraId="7EB2D3AC" w14:textId="77777777" w:rsidR="00B77E03" w:rsidRDefault="0024252B" w:rsidP="00B77E03">
      <w:r w:rsidRPr="002813C1">
        <w:t>C</w:t>
      </w:r>
      <w:r w:rsidR="00B77E03">
        <w:t>’</w:t>
      </w:r>
      <w:r w:rsidRPr="002813C1">
        <w:t>est donc de sa voix la plus douceâtre et toute grimée de fausse humilité</w:t>
      </w:r>
      <w:r w:rsidR="00B77E03">
        <w:t xml:space="preserve">, </w:t>
      </w:r>
      <w:r w:rsidRPr="002813C1">
        <w:t>qu</w:t>
      </w:r>
      <w:r w:rsidR="00B77E03">
        <w:t>’</w:t>
      </w:r>
      <w:r w:rsidRPr="002813C1">
        <w:t>elle déclara cette chambrette trop bonne encore pour une pauvre veuve</w:t>
      </w:r>
      <w:r w:rsidR="00B77E03">
        <w:t xml:space="preserve">, </w:t>
      </w:r>
      <w:r w:rsidRPr="002813C1">
        <w:t>que ses malheurs avaient réduite à abdiquer son rang dans la société</w:t>
      </w:r>
      <w:r w:rsidR="00B77E03">
        <w:t>…</w:t>
      </w:r>
    </w:p>
    <w:p w14:paraId="27D55EFE" w14:textId="160CE778" w:rsidR="00B77E03" w:rsidRDefault="0024252B" w:rsidP="00B77E03">
      <w:r w:rsidRPr="002813C1">
        <w:t xml:space="preserve">Les évidentes attentions de </w:t>
      </w:r>
      <w:r w:rsidR="00B77E03">
        <w:t>M. </w:t>
      </w:r>
      <w:r w:rsidRPr="002813C1">
        <w:t xml:space="preserve">et </w:t>
      </w:r>
      <w:r w:rsidR="00B77E03">
        <w:t>M</w:t>
      </w:r>
      <w:r w:rsidR="00B77E03" w:rsidRPr="00B77E03">
        <w:rPr>
          <w:vertAlign w:val="superscript"/>
        </w:rPr>
        <w:t>me</w:t>
      </w:r>
      <w:r w:rsidR="00B77E03">
        <w:t> de </w:t>
      </w:r>
      <w:proofErr w:type="spellStart"/>
      <w:r w:rsidRPr="002813C1">
        <w:t>Fondège</w:t>
      </w:r>
      <w:proofErr w:type="spellEnd"/>
      <w:r w:rsidRPr="002813C1">
        <w:t xml:space="preserve"> ne contribuaient pas peu</w:t>
      </w:r>
      <w:r w:rsidR="00B77E03">
        <w:t xml:space="preserve">, </w:t>
      </w:r>
      <w:r w:rsidRPr="002813C1">
        <w:t>d</w:t>
      </w:r>
      <w:r w:rsidR="00B77E03">
        <w:t>’</w:t>
      </w:r>
      <w:r w:rsidRPr="002813C1">
        <w:t>ailleurs</w:t>
      </w:r>
      <w:r w:rsidR="00B77E03">
        <w:t xml:space="preserve">, </w:t>
      </w:r>
      <w:r w:rsidRPr="002813C1">
        <w:t>à lui faire prendre son mal en patience</w:t>
      </w:r>
      <w:r w:rsidR="00B77E03">
        <w:t>.</w:t>
      </w:r>
    </w:p>
    <w:p w14:paraId="77C93645" w14:textId="22F27F60" w:rsidR="00B77E03" w:rsidRDefault="0024252B" w:rsidP="00B77E03">
      <w:r w:rsidRPr="002813C1">
        <w:t xml:space="preserve">Sans savoir précisément ce que </w:t>
      </w:r>
      <w:r w:rsidR="00B77E03">
        <w:t>« </w:t>
      </w:r>
      <w:r w:rsidRPr="002813C1">
        <w:t>le général</w:t>
      </w:r>
      <w:r w:rsidR="00B77E03">
        <w:t> »</w:t>
      </w:r>
      <w:r w:rsidRPr="002813C1">
        <w:t xml:space="preserve"> et sa femme attendaient de </w:t>
      </w:r>
      <w:r w:rsidR="00B77E03">
        <w:t>M</w:t>
      </w:r>
      <w:r w:rsidR="00B77E03" w:rsidRPr="00B77E03">
        <w:rPr>
          <w:vertAlign w:val="superscript"/>
        </w:rPr>
        <w:t>lle</w:t>
      </w:r>
      <w:r w:rsidR="00B77E03">
        <w:t> </w:t>
      </w:r>
      <w:r w:rsidRPr="002813C1">
        <w:t>Marguerite</w:t>
      </w:r>
      <w:r w:rsidR="00B77E03">
        <w:t xml:space="preserve">, </w:t>
      </w:r>
      <w:r w:rsidRPr="002813C1">
        <w:t>elle était trop fûtée pour ne pas flairer qu</w:t>
      </w:r>
      <w:r w:rsidR="00B77E03">
        <w:t>’</w:t>
      </w:r>
      <w:r w:rsidRPr="002813C1">
        <w:t>ils en espéraient quelque chose d</w:t>
      </w:r>
      <w:r w:rsidR="00B77E03">
        <w:t>’</w:t>
      </w:r>
      <w:r w:rsidRPr="002813C1">
        <w:t>important</w:t>
      </w:r>
      <w:r w:rsidR="00B77E03">
        <w:t xml:space="preserve">, </w:t>
      </w:r>
      <w:r w:rsidRPr="002813C1">
        <w:t xml:space="preserve">et sa </w:t>
      </w:r>
      <w:r w:rsidR="00B77E03">
        <w:t>« </w:t>
      </w:r>
      <w:r w:rsidRPr="002813C1">
        <w:t>chère enfant</w:t>
      </w:r>
      <w:r w:rsidR="00B77E03">
        <w:t> »</w:t>
      </w:r>
      <w:r w:rsidRPr="002813C1">
        <w:t xml:space="preserve"> l</w:t>
      </w:r>
      <w:r w:rsidR="00B77E03">
        <w:t>’</w:t>
      </w:r>
      <w:r w:rsidRPr="002813C1">
        <w:t>avait posée comme une de ces confidentes subalternes qu</w:t>
      </w:r>
      <w:r w:rsidR="00B77E03">
        <w:t>’</w:t>
      </w:r>
      <w:r w:rsidRPr="002813C1">
        <w:t>il est indispensable de ménager et beaucoup</w:t>
      </w:r>
      <w:r w:rsidR="00B77E03">
        <w:t>.</w:t>
      </w:r>
    </w:p>
    <w:p w14:paraId="494D382A" w14:textId="77777777" w:rsidR="00B77E03" w:rsidRDefault="00B77E03" w:rsidP="00B77E03">
      <w:r>
        <w:t>— </w:t>
      </w:r>
      <w:r w:rsidR="0024252B" w:rsidRPr="002813C1">
        <w:t>Ces gens-ci vont me faire une cour assidue</w:t>
      </w:r>
      <w:r>
        <w:t xml:space="preserve">, </w:t>
      </w:r>
      <w:r w:rsidR="0024252B" w:rsidRPr="002813C1">
        <w:t>pensait-elle</w:t>
      </w:r>
      <w:r>
        <w:t>.</w:t>
      </w:r>
    </w:p>
    <w:p w14:paraId="23AC5507" w14:textId="77777777" w:rsidR="00B77E03" w:rsidRDefault="0024252B" w:rsidP="00B77E03">
      <w:r w:rsidRPr="002813C1">
        <w:t xml:space="preserve">Et toute prête à jouer un double rôle entre le marquis de </w:t>
      </w:r>
      <w:proofErr w:type="spellStart"/>
      <w:r w:rsidRPr="002813C1">
        <w:t>Valorsay</w:t>
      </w:r>
      <w:proofErr w:type="spellEnd"/>
      <w:r w:rsidRPr="002813C1">
        <w:t xml:space="preserve"> et les </w:t>
      </w:r>
      <w:proofErr w:type="spellStart"/>
      <w:r w:rsidRPr="002813C1">
        <w:t>Fondège</w:t>
      </w:r>
      <w:proofErr w:type="spellEnd"/>
      <w:r w:rsidR="00B77E03">
        <w:t xml:space="preserve">, </w:t>
      </w:r>
      <w:r w:rsidRPr="002813C1">
        <w:t>toute disposée même à passer à ces derniers si leurs arguments avaient plus de poids</w:t>
      </w:r>
      <w:r w:rsidR="00B77E03">
        <w:t xml:space="preserve">, </w:t>
      </w:r>
      <w:r w:rsidRPr="002813C1">
        <w:t>elle entrevoyait une longue série de prévenances</w:t>
      </w:r>
      <w:r w:rsidR="00B77E03">
        <w:t xml:space="preserve">, </w:t>
      </w:r>
      <w:r w:rsidRPr="002813C1">
        <w:t>de cadeaux et de gâteries</w:t>
      </w:r>
      <w:r w:rsidR="00B77E03">
        <w:t>.</w:t>
      </w:r>
    </w:p>
    <w:p w14:paraId="245F2EAD" w14:textId="77777777" w:rsidR="00B77E03" w:rsidRDefault="0024252B" w:rsidP="00B77E03">
      <w:r w:rsidRPr="002813C1">
        <w:t>Dès ce premier soir</w:t>
      </w:r>
      <w:r w:rsidR="00B77E03">
        <w:t xml:space="preserve">, </w:t>
      </w:r>
      <w:r w:rsidRPr="002813C1">
        <w:t>ses prévisions se réalisèrent et une surprise l</w:t>
      </w:r>
      <w:r w:rsidR="00B77E03">
        <w:t>’</w:t>
      </w:r>
      <w:r w:rsidRPr="002813C1">
        <w:t>attendait qui la ravit</w:t>
      </w:r>
      <w:r w:rsidR="00B77E03">
        <w:t>.</w:t>
      </w:r>
    </w:p>
    <w:p w14:paraId="5CCE5A94" w14:textId="77777777" w:rsidR="00B77E03" w:rsidRDefault="0024252B" w:rsidP="00B77E03">
      <w:r w:rsidRPr="002813C1">
        <w:t>Il fut décidé qu</w:t>
      </w:r>
      <w:r w:rsidR="00B77E03">
        <w:t>’</w:t>
      </w:r>
      <w:r w:rsidRPr="002813C1">
        <w:t>elle mangerait à la table des maîtres</w:t>
      </w:r>
      <w:r w:rsidR="00B77E03">
        <w:t xml:space="preserve">, </w:t>
      </w:r>
      <w:r w:rsidRPr="002813C1">
        <w:t>ce qui jamais à l</w:t>
      </w:r>
      <w:r w:rsidR="00B77E03">
        <w:t>’</w:t>
      </w:r>
      <w:r w:rsidRPr="002813C1">
        <w:t xml:space="preserve">hôtel de </w:t>
      </w:r>
      <w:proofErr w:type="spellStart"/>
      <w:r w:rsidRPr="002813C1">
        <w:t>Chalusse</w:t>
      </w:r>
      <w:proofErr w:type="spellEnd"/>
      <w:r w:rsidRPr="002813C1">
        <w:t xml:space="preserve"> ne lui était arrivé</w:t>
      </w:r>
      <w:r w:rsidR="00B77E03">
        <w:t>.</w:t>
      </w:r>
    </w:p>
    <w:p w14:paraId="06AEBD5D" w14:textId="149CA50E" w:rsidR="00B77E03" w:rsidRDefault="00B77E03" w:rsidP="00B77E03">
      <w:r>
        <w:lastRenderedPageBreak/>
        <w:t>M</w:t>
      </w:r>
      <w:r w:rsidRPr="00B77E03">
        <w:rPr>
          <w:vertAlign w:val="superscript"/>
        </w:rPr>
        <w:t>lle</w:t>
      </w:r>
      <w:r>
        <w:t> </w:t>
      </w:r>
      <w:r w:rsidR="0024252B" w:rsidRPr="002813C1">
        <w:t>Marguerite éleva bien quelques objections qui lui valurent le plus venimeux regard</w:t>
      </w:r>
      <w:r>
        <w:t xml:space="preserve">, </w:t>
      </w:r>
      <w:r w:rsidR="0024252B" w:rsidRPr="002813C1">
        <w:t xml:space="preserve">mais </w:t>
      </w:r>
      <w:r>
        <w:t>M</w:t>
      </w:r>
      <w:r w:rsidRPr="00B77E03">
        <w:rPr>
          <w:vertAlign w:val="superscript"/>
        </w:rPr>
        <w:t>me</w:t>
      </w:r>
      <w:r>
        <w:t> de </w:t>
      </w:r>
      <w:proofErr w:type="spellStart"/>
      <w:r w:rsidR="0024252B" w:rsidRPr="002813C1">
        <w:t>Fondège</w:t>
      </w:r>
      <w:proofErr w:type="spellEnd"/>
      <w:r w:rsidR="0024252B" w:rsidRPr="002813C1">
        <w:t xml:space="preserve"> tint bon</w:t>
      </w:r>
      <w:r>
        <w:t xml:space="preserve">, </w:t>
      </w:r>
      <w:r w:rsidR="0024252B" w:rsidRPr="002813C1">
        <w:t>ne voyant pas</w:t>
      </w:r>
      <w:r>
        <w:t xml:space="preserve">, </w:t>
      </w:r>
      <w:r w:rsidR="0024252B" w:rsidRPr="002813C1">
        <w:t>disait-elle gracieusement</w:t>
      </w:r>
      <w:r>
        <w:t xml:space="preserve">, </w:t>
      </w:r>
      <w:r w:rsidR="0024252B" w:rsidRPr="002813C1">
        <w:t>pourquoi on se priverait de la société d</w:t>
      </w:r>
      <w:r>
        <w:t>’</w:t>
      </w:r>
      <w:r w:rsidR="0024252B" w:rsidRPr="002813C1">
        <w:t>une personne aussi distinguée</w:t>
      </w:r>
      <w:r>
        <w:t xml:space="preserve">… </w:t>
      </w:r>
      <w:r w:rsidR="0024252B" w:rsidRPr="002813C1">
        <w:t>Que cette faveur lui eût été attirée par son seul mérite</w:t>
      </w:r>
      <w:r>
        <w:t xml:space="preserve">, </w:t>
      </w:r>
      <w:r w:rsidR="0024252B" w:rsidRPr="002813C1">
        <w:t>c</w:t>
      </w:r>
      <w:r>
        <w:t>’</w:t>
      </w:r>
      <w:r w:rsidR="0024252B" w:rsidRPr="002813C1">
        <w:t xml:space="preserve">est ce dont </w:t>
      </w:r>
      <w:r>
        <w:t>M</w:t>
      </w:r>
      <w:r w:rsidRPr="00B77E03">
        <w:rPr>
          <w:vertAlign w:val="superscript"/>
        </w:rPr>
        <w:t>me</w:t>
      </w:r>
      <w:r>
        <w:t> </w:t>
      </w:r>
      <w:r w:rsidR="0024252B" w:rsidRPr="002813C1">
        <w:t>Léon ne douta pas</w:t>
      </w:r>
      <w:r>
        <w:t>.</w:t>
      </w:r>
    </w:p>
    <w:p w14:paraId="2B9A790C" w14:textId="2C92E679" w:rsidR="00B77E03" w:rsidRDefault="0024252B" w:rsidP="00B77E03">
      <w:r w:rsidRPr="002813C1">
        <w:t>Plus perspicace</w:t>
      </w:r>
      <w:r w:rsidR="00B77E03">
        <w:t>, M</w:t>
      </w:r>
      <w:r w:rsidR="00B77E03" w:rsidRPr="00B77E03">
        <w:rPr>
          <w:vertAlign w:val="superscript"/>
        </w:rPr>
        <w:t>lle</w:t>
      </w:r>
      <w:r w:rsidR="00B77E03">
        <w:t> </w:t>
      </w:r>
      <w:r w:rsidRPr="002813C1">
        <w:t xml:space="preserve">Marguerite crut comprendre que </w:t>
      </w:r>
      <w:r w:rsidR="00B77E03">
        <w:t>« </w:t>
      </w:r>
      <w:r w:rsidRPr="002813C1">
        <w:t>la Générale</w:t>
      </w:r>
      <w:r w:rsidR="00B77E03">
        <w:t> »</w:t>
      </w:r>
      <w:r w:rsidRPr="002813C1">
        <w:t xml:space="preserve"> enrageait de prendre ce parti</w:t>
      </w:r>
      <w:r w:rsidR="00B77E03">
        <w:t xml:space="preserve">, </w:t>
      </w:r>
      <w:r w:rsidRPr="002813C1">
        <w:t>mais qu</w:t>
      </w:r>
      <w:r w:rsidR="00B77E03">
        <w:t>’</w:t>
      </w:r>
      <w:r w:rsidRPr="002813C1">
        <w:t>elle y était condamnée par l</w:t>
      </w:r>
      <w:r w:rsidR="00B77E03">
        <w:t>’</w:t>
      </w:r>
      <w:r w:rsidRPr="002813C1">
        <w:t>impérieuse nécessité de soustraire la femme de charge au contact</w:t>
      </w:r>
      <w:r w:rsidR="00B77E03">
        <w:t xml:space="preserve">, </w:t>
      </w:r>
      <w:r w:rsidRPr="002813C1">
        <w:t>c</w:t>
      </w:r>
      <w:r w:rsidR="00B77E03">
        <w:t>’</w:t>
      </w:r>
      <w:r w:rsidRPr="002813C1">
        <w:t>est-à-dire aux confidences compromettantes de ses gens</w:t>
      </w:r>
      <w:r w:rsidR="00B77E03">
        <w:t>.</w:t>
      </w:r>
    </w:p>
    <w:p w14:paraId="29CE4F08" w14:textId="77777777" w:rsidR="00B77E03" w:rsidRDefault="0024252B" w:rsidP="00B77E03">
      <w:r w:rsidRPr="002813C1">
        <w:t>C</w:t>
      </w:r>
      <w:r w:rsidR="00B77E03">
        <w:t>’</w:t>
      </w:r>
      <w:r w:rsidRPr="002813C1">
        <w:t>est qu</w:t>
      </w:r>
      <w:r w:rsidR="00B77E03">
        <w:t>’</w:t>
      </w:r>
      <w:r w:rsidRPr="002813C1">
        <w:t>il devait y avoir à cacher dans la maison quantité de ces petits mystères odieux ou ridicules</w:t>
      </w:r>
      <w:r w:rsidR="00B77E03">
        <w:t xml:space="preserve">, </w:t>
      </w:r>
      <w:r w:rsidRPr="002813C1">
        <w:t>terribles pour l</w:t>
      </w:r>
      <w:r w:rsidR="00B77E03">
        <w:t>’</w:t>
      </w:r>
      <w:r w:rsidRPr="002813C1">
        <w:t>honorabilité ou pour l</w:t>
      </w:r>
      <w:r w:rsidR="00B77E03">
        <w:t>’</w:t>
      </w:r>
      <w:r w:rsidRPr="002813C1">
        <w:t>amour-propre</w:t>
      </w:r>
      <w:r w:rsidR="00B77E03">
        <w:t>.</w:t>
      </w:r>
    </w:p>
    <w:p w14:paraId="147B4C30" w14:textId="2C62FE77" w:rsidR="00B77E03" w:rsidRDefault="0024252B" w:rsidP="00B77E03">
      <w:r w:rsidRPr="002813C1">
        <w:t>Pendant qu</w:t>
      </w:r>
      <w:r w:rsidR="00B77E03">
        <w:t>’</w:t>
      </w:r>
      <w:r w:rsidRPr="002813C1">
        <w:t>on montait et qu</w:t>
      </w:r>
      <w:r w:rsidR="00B77E03">
        <w:t>’</w:t>
      </w:r>
      <w:r w:rsidRPr="002813C1">
        <w:t xml:space="preserve">on installait ses bagages et ceux de </w:t>
      </w:r>
      <w:r w:rsidR="00B77E03">
        <w:t>M</w:t>
      </w:r>
      <w:r w:rsidR="00B77E03" w:rsidRPr="00B77E03">
        <w:rPr>
          <w:vertAlign w:val="superscript"/>
        </w:rPr>
        <w:t>me</w:t>
      </w:r>
      <w:r w:rsidR="00B77E03">
        <w:t> </w:t>
      </w:r>
      <w:r w:rsidRPr="002813C1">
        <w:t>Léon</w:t>
      </w:r>
      <w:r w:rsidR="00B77E03">
        <w:t xml:space="preserve">, </w:t>
      </w:r>
      <w:r w:rsidRPr="002813C1">
        <w:t>par exemple</w:t>
      </w:r>
      <w:r w:rsidR="00B77E03">
        <w:t>, M</w:t>
      </w:r>
      <w:r w:rsidR="00B77E03" w:rsidRPr="00B77E03">
        <w:rPr>
          <w:vertAlign w:val="superscript"/>
        </w:rPr>
        <w:t>lle</w:t>
      </w:r>
      <w:r w:rsidR="00B77E03">
        <w:t> </w:t>
      </w:r>
      <w:r w:rsidRPr="002813C1">
        <w:t xml:space="preserve">Marguerite surprit </w:t>
      </w:r>
      <w:r w:rsidR="00B77E03">
        <w:t>M</w:t>
      </w:r>
      <w:r w:rsidR="00B77E03" w:rsidRPr="00B77E03">
        <w:rPr>
          <w:vertAlign w:val="superscript"/>
        </w:rPr>
        <w:t>me</w:t>
      </w:r>
      <w:r w:rsidR="00B77E03">
        <w:t> de </w:t>
      </w:r>
      <w:proofErr w:type="spellStart"/>
      <w:r w:rsidRPr="002813C1">
        <w:t>Fondège</w:t>
      </w:r>
      <w:proofErr w:type="spellEnd"/>
      <w:r w:rsidRPr="002813C1">
        <w:t xml:space="preserve"> et sa camériste en grande confidence</w:t>
      </w:r>
      <w:r w:rsidR="00B77E03">
        <w:t xml:space="preserve">, </w:t>
      </w:r>
      <w:r w:rsidRPr="002813C1">
        <w:t>chuchotant avec cette volubilité qui trahit un embarras inattendu et pressant</w:t>
      </w:r>
      <w:r w:rsidR="00B77E03">
        <w:t>…</w:t>
      </w:r>
    </w:p>
    <w:p w14:paraId="38AD3A55" w14:textId="77777777" w:rsidR="00B77E03" w:rsidRDefault="0024252B" w:rsidP="00B77E03">
      <w:r w:rsidRPr="002813C1">
        <w:t>De quoi donc s</w:t>
      </w:r>
      <w:r w:rsidR="00B77E03">
        <w:t>’</w:t>
      </w:r>
      <w:r w:rsidRPr="002813C1">
        <w:t>agissait-il</w:t>
      </w:r>
      <w:r w:rsidR="00B77E03">
        <w:t> ?</w:t>
      </w:r>
    </w:p>
    <w:p w14:paraId="66844F6E" w14:textId="77777777" w:rsidR="00B77E03" w:rsidRDefault="0024252B" w:rsidP="00B77E03">
      <w:r w:rsidRPr="002813C1">
        <w:t>Sans remords</w:t>
      </w:r>
      <w:r w:rsidR="00B77E03">
        <w:t xml:space="preserve">, </w:t>
      </w:r>
      <w:r w:rsidRPr="002813C1">
        <w:t>elle prêta l</w:t>
      </w:r>
      <w:r w:rsidR="00B77E03">
        <w:t>’</w:t>
      </w:r>
      <w:r w:rsidRPr="002813C1">
        <w:t>oreille</w:t>
      </w:r>
      <w:r w:rsidR="00B77E03">
        <w:t xml:space="preserve">, </w:t>
      </w:r>
      <w:r w:rsidRPr="002813C1">
        <w:t>et ces mots</w:t>
      </w:r>
      <w:r w:rsidR="00B77E03">
        <w:t> : « </w:t>
      </w:r>
      <w:r w:rsidRPr="002813C1">
        <w:t>paire de draps</w:t>
      </w:r>
      <w:r w:rsidR="00B77E03">
        <w:t> »</w:t>
      </w:r>
      <w:r w:rsidRPr="002813C1">
        <w:t xml:space="preserve"> répétés plusieurs fois</w:t>
      </w:r>
      <w:r w:rsidR="00B77E03">
        <w:t xml:space="preserve">, </w:t>
      </w:r>
      <w:r w:rsidRPr="002813C1">
        <w:t>lui donnèrent singulièrement à réfléchir</w:t>
      </w:r>
      <w:r w:rsidR="00B77E03">
        <w:t>.</w:t>
      </w:r>
    </w:p>
    <w:p w14:paraId="725AB072" w14:textId="77777777" w:rsidR="00B77E03" w:rsidRDefault="00B77E03" w:rsidP="00B77E03">
      <w:r>
        <w:t>— </w:t>
      </w:r>
      <w:r w:rsidR="0024252B" w:rsidRPr="002813C1">
        <w:t>Serait-ce possible</w:t>
      </w:r>
      <w:r>
        <w:t xml:space="preserve"> !… </w:t>
      </w:r>
      <w:r w:rsidR="0024252B" w:rsidRPr="002813C1">
        <w:t>pensa-t-elle</w:t>
      </w:r>
      <w:r>
        <w:t xml:space="preserve">, </w:t>
      </w:r>
      <w:r w:rsidR="0024252B" w:rsidRPr="002813C1">
        <w:t>n</w:t>
      </w:r>
      <w:r>
        <w:t>’</w:t>
      </w:r>
      <w:r w:rsidR="0024252B" w:rsidRPr="002813C1">
        <w:t>y aurait-il pas de draps à nous donner</w:t>
      </w:r>
      <w:r>
        <w:t>…</w:t>
      </w:r>
    </w:p>
    <w:p w14:paraId="5AB2C137" w14:textId="7CE82EDC" w:rsidR="00B77E03" w:rsidRDefault="0024252B" w:rsidP="00B77E03">
      <w:r w:rsidRPr="002813C1">
        <w:t>Elle ne tarda pas d</w:t>
      </w:r>
      <w:r w:rsidR="00B77E03">
        <w:t>’</w:t>
      </w:r>
      <w:r w:rsidRPr="002813C1">
        <w:t>ailleurs à apprendre quelle opinion avait la femme de chambre de la maison où elle servait</w:t>
      </w:r>
      <w:r w:rsidR="00B77E03">
        <w:t xml:space="preserve">. </w:t>
      </w:r>
      <w:r w:rsidRPr="002813C1">
        <w:t>Tout en s</w:t>
      </w:r>
      <w:r w:rsidR="00B77E03">
        <w:t>’</w:t>
      </w:r>
      <w:r w:rsidRPr="002813C1">
        <w:t>escrimant du balai</w:t>
      </w:r>
      <w:r w:rsidR="00B77E03">
        <w:t xml:space="preserve">, </w:t>
      </w:r>
      <w:r w:rsidRPr="002813C1">
        <w:t>de l</w:t>
      </w:r>
      <w:r w:rsidR="00B77E03">
        <w:t>’</w:t>
      </w:r>
      <w:r w:rsidRPr="002813C1">
        <w:t>éponge et du plumeau</w:t>
      </w:r>
      <w:r w:rsidR="00B77E03">
        <w:t xml:space="preserve">, </w:t>
      </w:r>
      <w:r w:rsidRPr="002813C1">
        <w:t>cette fille qu</w:t>
      </w:r>
      <w:r w:rsidR="00B77E03">
        <w:t>’</w:t>
      </w:r>
      <w:r w:rsidRPr="002813C1">
        <w:t>exaspérait le surcroît d</w:t>
      </w:r>
      <w:r w:rsidR="00B77E03">
        <w:t>’</w:t>
      </w:r>
      <w:r w:rsidRPr="002813C1">
        <w:t>ouvrage qu</w:t>
      </w:r>
      <w:r w:rsidR="00B77E03">
        <w:t>’</w:t>
      </w:r>
      <w:r w:rsidRPr="002813C1">
        <w:t xml:space="preserve">elle se voyait en </w:t>
      </w:r>
      <w:r w:rsidRPr="002813C1">
        <w:lastRenderedPageBreak/>
        <w:t>perspective</w:t>
      </w:r>
      <w:r w:rsidR="00B77E03">
        <w:t xml:space="preserve">, </w:t>
      </w:r>
      <w:r w:rsidRPr="002813C1">
        <w:t>ne cessait de grommeler entre ses dents</w:t>
      </w:r>
      <w:r w:rsidR="00B77E03">
        <w:t xml:space="preserve">, </w:t>
      </w:r>
      <w:r w:rsidRPr="002813C1">
        <w:t xml:space="preserve">et de maudire la </w:t>
      </w:r>
      <w:r w:rsidR="00B77E03">
        <w:t>« </w:t>
      </w:r>
      <w:r w:rsidRPr="002813C1">
        <w:t>baraque où on se crevait de travail</w:t>
      </w:r>
      <w:r w:rsidR="00B77E03">
        <w:t xml:space="preserve">, </w:t>
      </w:r>
      <w:r w:rsidRPr="002813C1">
        <w:t>où on ne mangeait pas son soûl</w:t>
      </w:r>
      <w:r w:rsidR="00B77E03">
        <w:t xml:space="preserve">, </w:t>
      </w:r>
      <w:r w:rsidRPr="002813C1">
        <w:t>et où encore il fallait attendre ses gages</w:t>
      </w:r>
      <w:r w:rsidR="00B77E03">
        <w:t>… »</w:t>
      </w:r>
    </w:p>
    <w:p w14:paraId="7601766C" w14:textId="4B1F2E51" w:rsidR="00B77E03" w:rsidRDefault="0024252B" w:rsidP="00B77E03">
      <w:r w:rsidRPr="002813C1">
        <w:t xml:space="preserve">Mais </w:t>
      </w:r>
      <w:r w:rsidR="00B77E03">
        <w:t>M</w:t>
      </w:r>
      <w:r w:rsidR="00B77E03" w:rsidRPr="00B77E03">
        <w:rPr>
          <w:vertAlign w:val="superscript"/>
        </w:rPr>
        <w:t>lle</w:t>
      </w:r>
      <w:r w:rsidR="00B77E03">
        <w:t> </w:t>
      </w:r>
      <w:r w:rsidRPr="002813C1">
        <w:t>Marguerite ne devait pas avoir beaucoup le loisir de réfléchir</w:t>
      </w:r>
      <w:r w:rsidR="00B77E03">
        <w:t>.</w:t>
      </w:r>
    </w:p>
    <w:p w14:paraId="0EC475B6" w14:textId="77777777" w:rsidR="00B77E03" w:rsidRDefault="0024252B" w:rsidP="00B77E03">
      <w:r w:rsidRPr="002813C1">
        <w:t>Elle s</w:t>
      </w:r>
      <w:r w:rsidR="00B77E03">
        <w:t>’</w:t>
      </w:r>
      <w:r w:rsidRPr="002813C1">
        <w:t>employait de son mieux à aider la camériste</w:t>
      </w:r>
      <w:r w:rsidR="00B77E03">
        <w:t xml:space="preserve">, </w:t>
      </w:r>
      <w:r w:rsidRPr="002813C1">
        <w:t>fort étonnée de voir si peu fière cette belle demoiselle qui avait l</w:t>
      </w:r>
      <w:r w:rsidR="00B77E03">
        <w:t>’</w:t>
      </w:r>
      <w:r w:rsidRPr="002813C1">
        <w:t>air d</w:t>
      </w:r>
      <w:r w:rsidR="00B77E03">
        <w:t>’</w:t>
      </w:r>
      <w:r w:rsidRPr="002813C1">
        <w:t>une reine</w:t>
      </w:r>
      <w:r w:rsidR="00B77E03">
        <w:t xml:space="preserve">, </w:t>
      </w:r>
      <w:r w:rsidRPr="002813C1">
        <w:t>quand le domestique</w:t>
      </w:r>
      <w:r w:rsidR="00B77E03">
        <w:t xml:space="preserve">, </w:t>
      </w:r>
      <w:r w:rsidRPr="002813C1">
        <w:t>cet Évariste</w:t>
      </w:r>
      <w:r w:rsidR="00B77E03">
        <w:t xml:space="preserve">, </w:t>
      </w:r>
      <w:r w:rsidRPr="002813C1">
        <w:t xml:space="preserve">chassé par </w:t>
      </w:r>
      <w:r w:rsidR="00B77E03">
        <w:t>« </w:t>
      </w:r>
      <w:r w:rsidRPr="002813C1">
        <w:t>la Générale</w:t>
      </w:r>
      <w:r w:rsidR="00B77E03">
        <w:t>, »</w:t>
      </w:r>
      <w:r w:rsidRPr="002813C1">
        <w:t xml:space="preserve"> une demi-heure avant</w:t>
      </w:r>
      <w:r w:rsidR="00B77E03">
        <w:t xml:space="preserve">, </w:t>
      </w:r>
      <w:r w:rsidRPr="002813C1">
        <w:t>parut</w:t>
      </w:r>
      <w:r w:rsidR="00B77E03">
        <w:t xml:space="preserve">, </w:t>
      </w:r>
      <w:r w:rsidRPr="002813C1">
        <w:t>et d</w:t>
      </w:r>
      <w:r w:rsidR="00B77E03">
        <w:t>’</w:t>
      </w:r>
      <w:r w:rsidRPr="002813C1">
        <w:t>un ton insolent prononça les paroles sacramentelles</w:t>
      </w:r>
      <w:r w:rsidR="00B77E03">
        <w:t> :</w:t>
      </w:r>
    </w:p>
    <w:p w14:paraId="56457F1F" w14:textId="50EE81FE" w:rsidR="00B77E03" w:rsidRDefault="00B77E03" w:rsidP="00B77E03">
      <w:r>
        <w:t>— M</w:t>
      </w:r>
      <w:r w:rsidRPr="00B77E03">
        <w:rPr>
          <w:vertAlign w:val="superscript"/>
        </w:rPr>
        <w:t>me</w:t>
      </w:r>
      <w:r>
        <w:t> </w:t>
      </w:r>
      <w:r w:rsidR="0024252B" w:rsidRPr="002813C1">
        <w:t>la comtesse est servie</w:t>
      </w:r>
      <w:r>
        <w:t> !…</w:t>
      </w:r>
    </w:p>
    <w:p w14:paraId="56D2E305" w14:textId="7FDD1507" w:rsidR="00B77E03" w:rsidRDefault="0024252B" w:rsidP="00B77E03">
      <w:r w:rsidRPr="002813C1">
        <w:t xml:space="preserve">Car </w:t>
      </w:r>
      <w:r w:rsidR="00B77E03">
        <w:t>M</w:t>
      </w:r>
      <w:r w:rsidR="00B77E03" w:rsidRPr="00B77E03">
        <w:rPr>
          <w:vertAlign w:val="superscript"/>
        </w:rPr>
        <w:t>me</w:t>
      </w:r>
      <w:r w:rsidR="00B77E03">
        <w:t> de </w:t>
      </w:r>
      <w:proofErr w:type="spellStart"/>
      <w:r w:rsidRPr="002813C1">
        <w:t>Fondège</w:t>
      </w:r>
      <w:proofErr w:type="spellEnd"/>
      <w:r w:rsidR="00B77E03">
        <w:t xml:space="preserve">, </w:t>
      </w:r>
      <w:r w:rsidRPr="002813C1">
        <w:t>tant qu</w:t>
      </w:r>
      <w:r w:rsidR="00B77E03">
        <w:t>’</w:t>
      </w:r>
      <w:r w:rsidRPr="002813C1">
        <w:t>elle pouvait</w:t>
      </w:r>
      <w:r w:rsidR="00B77E03">
        <w:t xml:space="preserve">, </w:t>
      </w:r>
      <w:r w:rsidRPr="002813C1">
        <w:t>d</w:t>
      </w:r>
      <w:r w:rsidR="00B77E03">
        <w:t>’</w:t>
      </w:r>
      <w:r w:rsidRPr="002813C1">
        <w:t>autorité ou par ruse</w:t>
      </w:r>
      <w:r w:rsidR="00B77E03">
        <w:t xml:space="preserve">, </w:t>
      </w:r>
      <w:r w:rsidRPr="002813C1">
        <w:t>exigeait ce titre</w:t>
      </w:r>
      <w:r w:rsidR="00B77E03">
        <w:t>…</w:t>
      </w:r>
    </w:p>
    <w:p w14:paraId="2F92DC36" w14:textId="717E3BEC" w:rsidR="00B77E03" w:rsidRDefault="0024252B" w:rsidP="00B77E03">
      <w:r w:rsidRPr="002813C1">
        <w:t>Elle s</w:t>
      </w:r>
      <w:r w:rsidR="00B77E03">
        <w:t>’</w:t>
      </w:r>
      <w:r w:rsidRPr="002813C1">
        <w:t>était improvisée comtesse comme son mari s</w:t>
      </w:r>
      <w:r w:rsidR="00B77E03">
        <w:t>’</w:t>
      </w:r>
      <w:r w:rsidRPr="002813C1">
        <w:t>était établi général</w:t>
      </w:r>
      <w:r w:rsidR="00B77E03">
        <w:t xml:space="preserve">, </w:t>
      </w:r>
      <w:r w:rsidRPr="002813C1">
        <w:t>de son autorité privée et sans plus de difficulté</w:t>
      </w:r>
      <w:r w:rsidR="00B77E03">
        <w:t xml:space="preserve">. </w:t>
      </w:r>
      <w:r w:rsidRPr="002813C1">
        <w:t xml:space="preserve">À la suite de fouilles dans les </w:t>
      </w:r>
      <w:r w:rsidR="00B77E03">
        <w:t>« </w:t>
      </w:r>
      <w:r w:rsidRPr="002813C1">
        <w:t>archives</w:t>
      </w:r>
      <w:r w:rsidR="00B77E03">
        <w:t> »</w:t>
      </w:r>
      <w:r w:rsidRPr="002813C1">
        <w:t xml:space="preserve"> de sa famille</w:t>
      </w:r>
      <w:r w:rsidR="00B77E03">
        <w:t xml:space="preserve">, </w:t>
      </w:r>
      <w:r w:rsidRPr="002813C1">
        <w:t>déclara-t-elle à ses intimes</w:t>
      </w:r>
      <w:r w:rsidR="00B77E03">
        <w:t xml:space="preserve">, </w:t>
      </w:r>
      <w:r w:rsidRPr="002813C1">
        <w:t>elle avait retrouvé la preuve qu</w:t>
      </w:r>
      <w:r w:rsidR="00B77E03">
        <w:t>’</w:t>
      </w:r>
      <w:r w:rsidRPr="002813C1">
        <w:t xml:space="preserve">elle et les siens étaient </w:t>
      </w:r>
      <w:r w:rsidR="00B77E03">
        <w:t>« </w:t>
      </w:r>
      <w:r w:rsidRPr="002813C1">
        <w:t>nobles de race</w:t>
      </w:r>
      <w:r w:rsidR="00B77E03">
        <w:t>, »</w:t>
      </w:r>
      <w:r w:rsidRPr="002813C1">
        <w:t xml:space="preserve"> un de leurs aïeux ayant eu une grande charge à la cour de </w:t>
      </w:r>
      <w:r w:rsidR="00B77E03" w:rsidRPr="002813C1">
        <w:t>François</w:t>
      </w:r>
      <w:r w:rsidR="00B77E03">
        <w:t> </w:t>
      </w:r>
      <w:r w:rsidR="00B77E03" w:rsidRPr="002813C1">
        <w:t>I</w:t>
      </w:r>
      <w:r w:rsidR="00B77E03" w:rsidRPr="00B77E03">
        <w:rPr>
          <w:vertAlign w:val="superscript"/>
        </w:rPr>
        <w:t>er</w:t>
      </w:r>
      <w:r w:rsidRPr="002813C1">
        <w:t xml:space="preserve"> ou de </w:t>
      </w:r>
      <w:r w:rsidR="00B77E03" w:rsidRPr="002813C1">
        <w:t>Louis</w:t>
      </w:r>
      <w:r w:rsidR="00B77E03">
        <w:t> </w:t>
      </w:r>
      <w:r w:rsidR="00B77E03" w:rsidRPr="002813C1">
        <w:t>XII</w:t>
      </w:r>
      <w:r w:rsidR="00B77E03">
        <w:t xml:space="preserve">, – </w:t>
      </w:r>
      <w:r w:rsidRPr="002813C1">
        <w:t>elle confondait parfois</w:t>
      </w:r>
      <w:r w:rsidR="00B77E03">
        <w:t>.</w:t>
      </w:r>
    </w:p>
    <w:p w14:paraId="76187BBF" w14:textId="77777777" w:rsidR="00B77E03" w:rsidRDefault="0024252B" w:rsidP="00B77E03">
      <w:r w:rsidRPr="002813C1">
        <w:t>Ceux qui ne connaissaient pas son père</w:t>
      </w:r>
      <w:r w:rsidR="00B77E03">
        <w:t xml:space="preserve">, </w:t>
      </w:r>
      <w:r w:rsidRPr="002813C1">
        <w:t>le marchand de bois</w:t>
      </w:r>
      <w:r w:rsidR="00B77E03">
        <w:t xml:space="preserve">, </w:t>
      </w:r>
      <w:r w:rsidRPr="002813C1">
        <w:t>ne trouvaient à cela rien d</w:t>
      </w:r>
      <w:r w:rsidR="00B77E03">
        <w:t>’</w:t>
      </w:r>
      <w:r w:rsidRPr="002813C1">
        <w:t>impossible</w:t>
      </w:r>
      <w:r w:rsidR="00B77E03">
        <w:t>.</w:t>
      </w:r>
    </w:p>
    <w:p w14:paraId="346E7070" w14:textId="77777777" w:rsidR="00B77E03" w:rsidRDefault="0024252B" w:rsidP="00B77E03">
      <w:r w:rsidRPr="002813C1">
        <w:t>Évariste d</w:t>
      </w:r>
      <w:r w:rsidR="00B77E03">
        <w:t>’</w:t>
      </w:r>
      <w:r w:rsidRPr="002813C1">
        <w:t>ailleurs était mis comme il convient pour annoncer le dîner à une personne de cette qualité</w:t>
      </w:r>
      <w:r w:rsidR="00B77E03">
        <w:t>.</w:t>
      </w:r>
    </w:p>
    <w:p w14:paraId="1A0FA7FE" w14:textId="77777777" w:rsidR="00B77E03" w:rsidRDefault="0024252B" w:rsidP="00B77E03">
      <w:r w:rsidRPr="002813C1">
        <w:t>Valet de pied pour ouvrir la porte dans la journée</w:t>
      </w:r>
      <w:r w:rsidR="00B77E03">
        <w:t xml:space="preserve">, </w:t>
      </w:r>
      <w:r w:rsidRPr="002813C1">
        <w:t>et doré alors sur toutes les coutures</w:t>
      </w:r>
      <w:r w:rsidR="00B77E03">
        <w:t xml:space="preserve">, </w:t>
      </w:r>
      <w:r w:rsidRPr="002813C1">
        <w:t>ce serviteur à plusieurs fins revêtait à l</w:t>
      </w:r>
      <w:r w:rsidR="00B77E03">
        <w:t>’</w:t>
      </w:r>
      <w:r w:rsidRPr="002813C1">
        <w:t>heure du dîner l</w:t>
      </w:r>
      <w:r w:rsidR="00B77E03">
        <w:t>’</w:t>
      </w:r>
      <w:r w:rsidRPr="002813C1">
        <w:t>habit noir sévère du maître d</w:t>
      </w:r>
      <w:r w:rsidR="00B77E03">
        <w:t>’</w:t>
      </w:r>
      <w:r w:rsidRPr="002813C1">
        <w:t>hôtel</w:t>
      </w:r>
      <w:r w:rsidR="00B77E03">
        <w:t>.</w:t>
      </w:r>
    </w:p>
    <w:p w14:paraId="22A5F2FC" w14:textId="77777777" w:rsidR="00B77E03" w:rsidRDefault="0024252B" w:rsidP="00B77E03">
      <w:r w:rsidRPr="002813C1">
        <w:lastRenderedPageBreak/>
        <w:t>Et véritablement il lui fallait cette tenue</w:t>
      </w:r>
      <w:r w:rsidR="00B77E03">
        <w:t xml:space="preserve">, </w:t>
      </w:r>
      <w:r w:rsidRPr="002813C1">
        <w:t>pour ne pas jurer dans le cadre somptueux de la salle à manger</w:t>
      </w:r>
      <w:r w:rsidR="00B77E03">
        <w:t>.</w:t>
      </w:r>
    </w:p>
    <w:p w14:paraId="437FECA2" w14:textId="77777777" w:rsidR="00B77E03" w:rsidRDefault="0024252B" w:rsidP="00B77E03">
      <w:r w:rsidRPr="002813C1">
        <w:t>Car elle était magnifique</w:t>
      </w:r>
      <w:r w:rsidR="00B77E03">
        <w:t xml:space="preserve">, </w:t>
      </w:r>
      <w:r w:rsidRPr="002813C1">
        <w:t>cette salle</w:t>
      </w:r>
      <w:r w:rsidR="00B77E03">
        <w:t xml:space="preserve">, </w:t>
      </w:r>
      <w:r w:rsidRPr="002813C1">
        <w:t>avec ses lourds dressoirs chargés de vaisselles et de porcelaines curieuses</w:t>
      </w:r>
      <w:r w:rsidR="00B77E03">
        <w:t xml:space="preserve">, </w:t>
      </w:r>
      <w:r w:rsidRPr="002813C1">
        <w:t>qui lui donnaient un peu l</w:t>
      </w:r>
      <w:r w:rsidR="00B77E03">
        <w:t>’</w:t>
      </w:r>
      <w:r w:rsidRPr="002813C1">
        <w:t>aspect d</w:t>
      </w:r>
      <w:r w:rsidR="00B77E03">
        <w:t>’</w:t>
      </w:r>
      <w:r w:rsidRPr="002813C1">
        <w:t>un musée</w:t>
      </w:r>
      <w:r w:rsidR="00B77E03">
        <w:t>…</w:t>
      </w:r>
    </w:p>
    <w:p w14:paraId="7CA63FC6" w14:textId="4A59DB6A" w:rsidR="00B77E03" w:rsidRDefault="0024252B" w:rsidP="00B77E03">
      <w:r w:rsidRPr="002813C1">
        <w:t>À ce point</w:t>
      </w:r>
      <w:r w:rsidR="00B77E03">
        <w:t xml:space="preserve">, </w:t>
      </w:r>
      <w:r w:rsidRPr="002813C1">
        <w:t>qu</w:t>
      </w:r>
      <w:r w:rsidR="00B77E03">
        <w:t>’</w:t>
      </w:r>
      <w:r w:rsidRPr="002813C1">
        <w:t>après s</w:t>
      </w:r>
      <w:r w:rsidR="00B77E03">
        <w:t>’</w:t>
      </w:r>
      <w:r w:rsidRPr="002813C1">
        <w:t>être assise à table</w:t>
      </w:r>
      <w:r w:rsidR="00B77E03">
        <w:t xml:space="preserve">, </w:t>
      </w:r>
      <w:r w:rsidRPr="002813C1">
        <w:t xml:space="preserve">entre </w:t>
      </w:r>
      <w:r w:rsidR="00B77E03">
        <w:t>« </w:t>
      </w:r>
      <w:r w:rsidRPr="002813C1">
        <w:t>le général</w:t>
      </w:r>
      <w:r w:rsidR="00B77E03">
        <w:t> »</w:t>
      </w:r>
      <w:r w:rsidRPr="002813C1">
        <w:t xml:space="preserve"> et sa femme</w:t>
      </w:r>
      <w:r w:rsidR="00B77E03">
        <w:t xml:space="preserve">, </w:t>
      </w:r>
      <w:r w:rsidRPr="002813C1">
        <w:t xml:space="preserve">en face de </w:t>
      </w:r>
      <w:r w:rsidR="00B77E03">
        <w:t>M</w:t>
      </w:r>
      <w:r w:rsidR="00B77E03" w:rsidRPr="00B77E03">
        <w:rPr>
          <w:vertAlign w:val="superscript"/>
        </w:rPr>
        <w:t>me</w:t>
      </w:r>
      <w:r w:rsidR="00B77E03">
        <w:t> </w:t>
      </w:r>
      <w:r w:rsidRPr="002813C1">
        <w:t>Léon</w:t>
      </w:r>
      <w:r w:rsidR="00B77E03">
        <w:t>, M</w:t>
      </w:r>
      <w:r w:rsidR="00B77E03" w:rsidRPr="00B77E03">
        <w:rPr>
          <w:vertAlign w:val="superscript"/>
        </w:rPr>
        <w:t>lle</w:t>
      </w:r>
      <w:r w:rsidR="00B77E03">
        <w:t> </w:t>
      </w:r>
      <w:r w:rsidRPr="002813C1">
        <w:t>Marguerite se demanda si jusqu</w:t>
      </w:r>
      <w:r w:rsidR="00B77E03">
        <w:t>’</w:t>
      </w:r>
      <w:r w:rsidRPr="002813C1">
        <w:t>à ce moment elle n</w:t>
      </w:r>
      <w:r w:rsidR="00B77E03">
        <w:t>’</w:t>
      </w:r>
      <w:r w:rsidRPr="002813C1">
        <w:t>avait pas été abusée par la dangereuse optique de la prévention</w:t>
      </w:r>
      <w:r w:rsidR="00B77E03">
        <w:t>.</w:t>
      </w:r>
    </w:p>
    <w:p w14:paraId="6BA0779C" w14:textId="77777777" w:rsidR="00B77E03" w:rsidRDefault="0024252B" w:rsidP="00B77E03">
      <w:r w:rsidRPr="002813C1">
        <w:t>Elle remarqua bien qu</w:t>
      </w:r>
      <w:r w:rsidR="00B77E03">
        <w:t>’</w:t>
      </w:r>
      <w:r w:rsidRPr="002813C1">
        <w:t>on mangeait dans du ruolz</w:t>
      </w:r>
      <w:r w:rsidRPr="002813C1">
        <w:rPr>
          <w:rStyle w:val="Appelnotedebasdep"/>
        </w:rPr>
        <w:footnoteReference w:id="1"/>
      </w:r>
      <w:r w:rsidR="00B77E03">
        <w:t xml:space="preserve">, </w:t>
      </w:r>
      <w:r w:rsidRPr="002813C1">
        <w:t>et que même les couverts manquaient un peu</w:t>
      </w:r>
      <w:r w:rsidR="00B77E03">
        <w:t xml:space="preserve">, </w:t>
      </w:r>
      <w:r w:rsidRPr="002813C1">
        <w:t>mais il est des gens économes qui tiennent leur argenterie sous clef</w:t>
      </w:r>
      <w:r w:rsidR="00B77E03">
        <w:t xml:space="preserve">. </w:t>
      </w:r>
      <w:r w:rsidRPr="002813C1">
        <w:t>Le service de porcelaine était d</w:t>
      </w:r>
      <w:r w:rsidR="00B77E03">
        <w:t>’</w:t>
      </w:r>
      <w:r w:rsidRPr="002813C1">
        <w:t>ailleurs très-beau</w:t>
      </w:r>
      <w:r w:rsidR="00B77E03">
        <w:t xml:space="preserve">, </w:t>
      </w:r>
      <w:r w:rsidRPr="002813C1">
        <w:t xml:space="preserve">marqué au chiffre du </w:t>
      </w:r>
      <w:r w:rsidR="00B77E03">
        <w:t>« </w:t>
      </w:r>
      <w:r w:rsidRPr="002813C1">
        <w:t>général</w:t>
      </w:r>
      <w:r w:rsidR="00B77E03">
        <w:t>, »</w:t>
      </w:r>
      <w:r w:rsidRPr="002813C1">
        <w:t xml:space="preserve"> et surmonté de la couronne comtale de sa femme</w:t>
      </w:r>
      <w:r w:rsidR="00B77E03">
        <w:t>…</w:t>
      </w:r>
    </w:p>
    <w:p w14:paraId="1DF3E3EB" w14:textId="77777777" w:rsidR="00B77E03" w:rsidRDefault="0024252B" w:rsidP="00B77E03">
      <w:r w:rsidRPr="002813C1">
        <w:t>Le dîner</w:t>
      </w:r>
      <w:r w:rsidR="00B77E03">
        <w:t xml:space="preserve">, </w:t>
      </w:r>
      <w:r w:rsidRPr="002813C1">
        <w:t>il est vrai</w:t>
      </w:r>
      <w:r w:rsidR="00B77E03">
        <w:t xml:space="preserve">, </w:t>
      </w:r>
      <w:r w:rsidRPr="002813C1">
        <w:t>était détestable</w:t>
      </w:r>
      <w:r w:rsidR="00B77E03">
        <w:t xml:space="preserve">, </w:t>
      </w:r>
      <w:r w:rsidRPr="002813C1">
        <w:t>servi avec profusion</w:t>
      </w:r>
      <w:r w:rsidR="00B77E03">
        <w:t xml:space="preserve">, </w:t>
      </w:r>
      <w:r w:rsidRPr="002813C1">
        <w:t>mais mal</w:t>
      </w:r>
      <w:r w:rsidR="00B77E03">
        <w:t xml:space="preserve">… </w:t>
      </w:r>
      <w:r w:rsidRPr="002813C1">
        <w:t>On eût dit le coup d</w:t>
      </w:r>
      <w:r w:rsidR="00B77E03">
        <w:t>’</w:t>
      </w:r>
      <w:r w:rsidRPr="002813C1">
        <w:t>essai de quelque infime gâte-sauce</w:t>
      </w:r>
      <w:r w:rsidR="00B77E03">
        <w:t>.</w:t>
      </w:r>
    </w:p>
    <w:p w14:paraId="08CA2EFB" w14:textId="77777777" w:rsidR="00B77E03" w:rsidRDefault="0024252B" w:rsidP="00B77E03">
      <w:r w:rsidRPr="002813C1">
        <w:t>Tel quel</w:t>
      </w:r>
      <w:r w:rsidR="00B77E03">
        <w:t>, « </w:t>
      </w:r>
      <w:r w:rsidRPr="002813C1">
        <w:t>le général</w:t>
      </w:r>
      <w:r w:rsidR="00B77E03">
        <w:t> »</w:t>
      </w:r>
      <w:r w:rsidRPr="002813C1">
        <w:t xml:space="preserve"> le savourait avec délices</w:t>
      </w:r>
      <w:r w:rsidR="00B77E03">
        <w:t xml:space="preserve">… </w:t>
      </w:r>
      <w:r w:rsidRPr="002813C1">
        <w:t>Il mangeait gloutonnement de tout</w:t>
      </w:r>
      <w:r w:rsidR="00B77E03">
        <w:t xml:space="preserve">, </w:t>
      </w:r>
      <w:r w:rsidRPr="002813C1">
        <w:t>le rouge montait à ses pommettes</w:t>
      </w:r>
      <w:r w:rsidR="00B77E03">
        <w:t xml:space="preserve">, </w:t>
      </w:r>
      <w:r w:rsidRPr="002813C1">
        <w:t>et le bien-être de la chair largement satisfaite s</w:t>
      </w:r>
      <w:r w:rsidR="00B77E03">
        <w:t>’</w:t>
      </w:r>
      <w:r w:rsidRPr="002813C1">
        <w:t>épanouissait sur sa physionomie</w:t>
      </w:r>
      <w:r w:rsidR="00B77E03">
        <w:t>.</w:t>
      </w:r>
    </w:p>
    <w:p w14:paraId="7251A3EF" w14:textId="4277D878" w:rsidR="00B77E03" w:rsidRDefault="00B77E03" w:rsidP="00B77E03">
      <w:r>
        <w:lastRenderedPageBreak/>
        <w:t>— </w:t>
      </w:r>
      <w:r w:rsidR="0024252B" w:rsidRPr="002813C1">
        <w:t>C</w:t>
      </w:r>
      <w:r>
        <w:t>’</w:t>
      </w:r>
      <w:r w:rsidR="0024252B" w:rsidRPr="002813C1">
        <w:t>est à croire</w:t>
      </w:r>
      <w:r>
        <w:t xml:space="preserve">, </w:t>
      </w:r>
      <w:r w:rsidR="0024252B" w:rsidRPr="002813C1">
        <w:t xml:space="preserve">pensait </w:t>
      </w:r>
      <w:r>
        <w:t>M</w:t>
      </w:r>
      <w:r w:rsidRPr="00B77E03">
        <w:rPr>
          <w:vertAlign w:val="superscript"/>
        </w:rPr>
        <w:t>lle</w:t>
      </w:r>
      <w:r>
        <w:t> </w:t>
      </w:r>
      <w:r w:rsidR="0024252B" w:rsidRPr="002813C1">
        <w:t>Marguerite</w:t>
      </w:r>
      <w:r>
        <w:t xml:space="preserve">, </w:t>
      </w:r>
      <w:r w:rsidR="0024252B" w:rsidRPr="002813C1">
        <w:t>qu</w:t>
      </w:r>
      <w:r>
        <w:t>’</w:t>
      </w:r>
      <w:r w:rsidR="0024252B" w:rsidRPr="002813C1">
        <w:t>il reste sur son appétit</w:t>
      </w:r>
      <w:r>
        <w:t xml:space="preserve">, </w:t>
      </w:r>
      <w:r w:rsidR="0024252B" w:rsidRPr="002813C1">
        <w:t>d</w:t>
      </w:r>
      <w:r>
        <w:t>’</w:t>
      </w:r>
      <w:r w:rsidR="0024252B" w:rsidRPr="002813C1">
        <w:t>ordinaire</w:t>
      </w:r>
      <w:r>
        <w:t xml:space="preserve">, </w:t>
      </w:r>
      <w:r w:rsidR="0024252B" w:rsidRPr="002813C1">
        <w:t>et que ceci lui semble un festin</w:t>
      </w:r>
      <w:r>
        <w:t>.</w:t>
      </w:r>
    </w:p>
    <w:p w14:paraId="5BEA0CC6" w14:textId="77777777" w:rsidR="00B77E03" w:rsidRDefault="0024252B" w:rsidP="00B77E03">
      <w:r w:rsidRPr="002813C1">
        <w:t>Et</w:t>
      </w:r>
      <w:r w:rsidR="00B77E03">
        <w:t xml:space="preserve">, </w:t>
      </w:r>
      <w:r w:rsidRPr="002813C1">
        <w:t>de fait</w:t>
      </w:r>
      <w:r w:rsidR="00B77E03">
        <w:t xml:space="preserve">, </w:t>
      </w:r>
      <w:r w:rsidRPr="002813C1">
        <w:t>il semblait y avoir en lui comme un trop plein de contentement toujours prêt à déborder</w:t>
      </w:r>
      <w:r w:rsidR="00B77E03">
        <w:t>.</w:t>
      </w:r>
    </w:p>
    <w:p w14:paraId="3472A34C" w14:textId="77777777" w:rsidR="00B77E03" w:rsidRDefault="0024252B" w:rsidP="00B77E03">
      <w:r w:rsidRPr="002813C1">
        <w:t>Il retroussait furieusement ses moustaches à la Victor-Emmanuel</w:t>
      </w:r>
      <w:r w:rsidR="00B77E03">
        <w:t xml:space="preserve">, </w:t>
      </w:r>
      <w:r w:rsidRPr="002813C1">
        <w:t>et plus que de coutume encore</w:t>
      </w:r>
      <w:r w:rsidR="00B77E03">
        <w:t xml:space="preserve">, </w:t>
      </w:r>
      <w:r w:rsidRPr="002813C1">
        <w:t xml:space="preserve">il faisait ronfler et vibrer </w:t>
      </w:r>
      <w:proofErr w:type="spellStart"/>
      <w:r w:rsidRPr="002813C1">
        <w:t>sacrrrrrebleu</w:t>
      </w:r>
      <w:proofErr w:type="spellEnd"/>
      <w:r w:rsidR="00B77E03">
        <w:t xml:space="preserve"> !… </w:t>
      </w:r>
      <w:r w:rsidRPr="002813C1">
        <w:t xml:space="preserve">les </w:t>
      </w:r>
      <w:r w:rsidRPr="001135EA">
        <w:rPr>
          <w:i/>
        </w:rPr>
        <w:t>r</w:t>
      </w:r>
      <w:r w:rsidRPr="002813C1">
        <w:t xml:space="preserve"> de ses jurons terribles</w:t>
      </w:r>
      <w:r w:rsidR="00B77E03">
        <w:t>.</w:t>
      </w:r>
    </w:p>
    <w:p w14:paraId="78D79702" w14:textId="77777777" w:rsidR="00B77E03" w:rsidRDefault="0024252B" w:rsidP="00B77E03">
      <w:r w:rsidRPr="002813C1">
        <w:t>Il ne pouvait se tenir</w:t>
      </w:r>
      <w:r w:rsidR="00B77E03">
        <w:t xml:space="preserve">, </w:t>
      </w:r>
      <w:r w:rsidRPr="002813C1">
        <w:t>évidemment</w:t>
      </w:r>
      <w:r w:rsidR="00B77E03">
        <w:t xml:space="preserve">, </w:t>
      </w:r>
      <w:r w:rsidRPr="002813C1">
        <w:t>de se répandre en plaisanteries fort inconvenantes</w:t>
      </w:r>
      <w:r w:rsidR="00B77E03">
        <w:t xml:space="preserve">, </w:t>
      </w:r>
      <w:r w:rsidRPr="002813C1">
        <w:t>en présence d</w:t>
      </w:r>
      <w:r w:rsidR="00B77E03">
        <w:t>’</w:t>
      </w:r>
      <w:r w:rsidRPr="002813C1">
        <w:t>une pauvre fille qui venait de perdre</w:t>
      </w:r>
      <w:r w:rsidR="00B77E03">
        <w:t xml:space="preserve">, </w:t>
      </w:r>
      <w:r w:rsidRPr="002813C1">
        <w:t>du même coup</w:t>
      </w:r>
      <w:r w:rsidR="00B77E03">
        <w:t xml:space="preserve">, </w:t>
      </w:r>
      <w:r w:rsidRPr="002813C1">
        <w:t>son père et une situation admirable et toutes ses espérances de fortune</w:t>
      </w:r>
      <w:r w:rsidR="00B77E03">
        <w:t>.</w:t>
      </w:r>
    </w:p>
    <w:p w14:paraId="1ACBE148" w14:textId="01DBD396" w:rsidR="00B77E03" w:rsidRDefault="0024252B" w:rsidP="00B77E03">
      <w:r w:rsidRPr="002813C1">
        <w:t>Il lui échappa de dire que la course qu</w:t>
      </w:r>
      <w:r w:rsidR="00B77E03">
        <w:t>’</w:t>
      </w:r>
      <w:r w:rsidRPr="002813C1">
        <w:t>il avait faite au cimetière avait stimulé son appétit</w:t>
      </w:r>
      <w:r w:rsidR="00B77E03">
        <w:t xml:space="preserve">… </w:t>
      </w:r>
      <w:r w:rsidRPr="002813C1">
        <w:t>Il s</w:t>
      </w:r>
      <w:r w:rsidR="00B77E03">
        <w:t>’</w:t>
      </w:r>
      <w:r w:rsidRPr="002813C1">
        <w:t>émancipa jusqu</w:t>
      </w:r>
      <w:r w:rsidR="00B77E03">
        <w:t>’</w:t>
      </w:r>
      <w:r w:rsidRPr="002813C1">
        <w:t xml:space="preserve">à appeler </w:t>
      </w:r>
      <w:r w:rsidR="00B77E03">
        <w:t>M</w:t>
      </w:r>
      <w:r w:rsidR="00B77E03" w:rsidRPr="00B77E03">
        <w:rPr>
          <w:vertAlign w:val="superscript"/>
        </w:rPr>
        <w:t>me</w:t>
      </w:r>
      <w:r w:rsidR="00B77E03">
        <w:t> de </w:t>
      </w:r>
      <w:proofErr w:type="spellStart"/>
      <w:r w:rsidRPr="002813C1">
        <w:t>Fondège</w:t>
      </w:r>
      <w:proofErr w:type="spellEnd"/>
      <w:r w:rsidRPr="002813C1">
        <w:t xml:space="preserve"> du sobriquet dont son frère l</w:t>
      </w:r>
      <w:r w:rsidR="00B77E03">
        <w:t>’</w:t>
      </w:r>
      <w:r w:rsidRPr="002813C1">
        <w:t>avait affublée autrefois</w:t>
      </w:r>
      <w:r w:rsidR="00B77E03">
        <w:t xml:space="preserve">, </w:t>
      </w:r>
      <w:r w:rsidRPr="002813C1">
        <w:t>et qui lui donnait des convulsions</w:t>
      </w:r>
      <w:r w:rsidR="00B77E03">
        <w:t> : M</w:t>
      </w:r>
      <w:r w:rsidR="00B77E03" w:rsidRPr="00B77E03">
        <w:rPr>
          <w:vertAlign w:val="superscript"/>
        </w:rPr>
        <w:t>me</w:t>
      </w:r>
      <w:r w:rsidR="00B77E03">
        <w:t> </w:t>
      </w:r>
      <w:r w:rsidRPr="002813C1">
        <w:t>Range-à-bord</w:t>
      </w:r>
      <w:r w:rsidR="00B77E03">
        <w:t>.</w:t>
      </w:r>
    </w:p>
    <w:p w14:paraId="5D18E546" w14:textId="4182C542" w:rsidR="00B77E03" w:rsidRDefault="0024252B" w:rsidP="00B77E03">
      <w:r w:rsidRPr="002813C1">
        <w:t>Pourpre de colère jusqu</w:t>
      </w:r>
      <w:r w:rsidR="00B77E03">
        <w:t>’</w:t>
      </w:r>
      <w:r w:rsidRPr="002813C1">
        <w:t>à la racine de ses rudes cheveux roux</w:t>
      </w:r>
      <w:r w:rsidR="00B77E03">
        <w:t xml:space="preserve">, </w:t>
      </w:r>
      <w:r w:rsidRPr="002813C1">
        <w:t>stupéfiée de voir tout-à-coup son mari lui échapper ainsi</w:t>
      </w:r>
      <w:r w:rsidR="00B77E03">
        <w:t xml:space="preserve">, </w:t>
      </w:r>
      <w:r w:rsidRPr="002813C1">
        <w:t>suffoquée par la nécessité où elle était de se contraindre</w:t>
      </w:r>
      <w:r w:rsidR="00B77E03">
        <w:t>, M</w:t>
      </w:r>
      <w:r w:rsidR="00B77E03" w:rsidRPr="00B77E03">
        <w:rPr>
          <w:vertAlign w:val="superscript"/>
        </w:rPr>
        <w:t>me</w:t>
      </w:r>
      <w:r w:rsidR="00B77E03">
        <w:t> de </w:t>
      </w:r>
      <w:proofErr w:type="spellStart"/>
      <w:r w:rsidRPr="002813C1">
        <w:t>Fondège</w:t>
      </w:r>
      <w:proofErr w:type="spellEnd"/>
      <w:r w:rsidRPr="002813C1">
        <w:t xml:space="preserve"> avait encore l</w:t>
      </w:r>
      <w:r w:rsidR="00B77E03">
        <w:t>’</w:t>
      </w:r>
      <w:r w:rsidRPr="002813C1">
        <w:t>héroïsme de sourire</w:t>
      </w:r>
      <w:r w:rsidR="00B77E03">
        <w:t xml:space="preserve">, </w:t>
      </w:r>
      <w:r w:rsidRPr="002813C1">
        <w:t>mais ses petits yeux lançaient des éclairs</w:t>
      </w:r>
      <w:r w:rsidR="00B77E03">
        <w:t>.</w:t>
      </w:r>
    </w:p>
    <w:p w14:paraId="4314D751" w14:textId="77777777" w:rsidR="00B77E03" w:rsidRDefault="0024252B" w:rsidP="00B77E03">
      <w:proofErr w:type="spellStart"/>
      <w:r w:rsidRPr="002813C1">
        <w:t>Bast</w:t>
      </w:r>
      <w:proofErr w:type="spellEnd"/>
      <w:r w:rsidR="00B77E03">
        <w:t> !… « </w:t>
      </w:r>
      <w:r w:rsidRPr="002813C1">
        <w:t>le général</w:t>
      </w:r>
      <w:r w:rsidR="00B77E03">
        <w:t> »</w:t>
      </w:r>
      <w:r w:rsidRPr="002813C1">
        <w:t xml:space="preserve"> y prenait bien garde</w:t>
      </w:r>
      <w:r w:rsidR="00B77E03">
        <w:t> !…</w:t>
      </w:r>
    </w:p>
    <w:p w14:paraId="217FE6FA" w14:textId="467EC8CC" w:rsidR="00B77E03" w:rsidRDefault="0024252B" w:rsidP="00B77E03">
      <w:r w:rsidRPr="002813C1">
        <w:t>Il s</w:t>
      </w:r>
      <w:r w:rsidR="00B77E03">
        <w:t>’</w:t>
      </w:r>
      <w:r w:rsidRPr="002813C1">
        <w:t>en souciait si peu</w:t>
      </w:r>
      <w:r w:rsidR="00B77E03">
        <w:t xml:space="preserve">, </w:t>
      </w:r>
      <w:r w:rsidRPr="002813C1">
        <w:t>il se sentait si bien en veine d</w:t>
      </w:r>
      <w:r w:rsidR="00B77E03">
        <w:t>’</w:t>
      </w:r>
      <w:r w:rsidRPr="002813C1">
        <w:t>indépendance que le dessert ayant été servi</w:t>
      </w:r>
      <w:r w:rsidR="00B77E03">
        <w:t xml:space="preserve">, </w:t>
      </w:r>
      <w:r w:rsidRPr="002813C1">
        <w:t>il se retourna vers son domestique et</w:t>
      </w:r>
      <w:r w:rsidR="00B77E03">
        <w:t xml:space="preserve">, </w:t>
      </w:r>
      <w:r w:rsidRPr="002813C1">
        <w:t>après un clignement d</w:t>
      </w:r>
      <w:r w:rsidR="00B77E03">
        <w:t>’</w:t>
      </w:r>
      <w:r w:rsidRPr="002813C1">
        <w:t xml:space="preserve">œil que </w:t>
      </w:r>
      <w:r w:rsidR="00B77E03">
        <w:t>M</w:t>
      </w:r>
      <w:r w:rsidR="00B77E03" w:rsidRPr="00B77E03">
        <w:rPr>
          <w:vertAlign w:val="superscript"/>
        </w:rPr>
        <w:t>lle</w:t>
      </w:r>
      <w:r w:rsidR="00B77E03">
        <w:t> </w:t>
      </w:r>
      <w:r w:rsidRPr="002813C1">
        <w:t>Marguerite surprit au passage</w:t>
      </w:r>
      <w:r w:rsidR="00B77E03">
        <w:t> :</w:t>
      </w:r>
    </w:p>
    <w:p w14:paraId="47CED358" w14:textId="77777777" w:rsidR="00B77E03" w:rsidRDefault="00B77E03" w:rsidP="00B77E03">
      <w:r>
        <w:t>— </w:t>
      </w:r>
      <w:r w:rsidR="0024252B" w:rsidRPr="002813C1">
        <w:t>Évariste</w:t>
      </w:r>
      <w:r>
        <w:t xml:space="preserve">, </w:t>
      </w:r>
      <w:r w:rsidR="0024252B" w:rsidRPr="002813C1">
        <w:t>commanda-t-il</w:t>
      </w:r>
      <w:r>
        <w:t xml:space="preserve">, </w:t>
      </w:r>
      <w:r w:rsidR="0024252B" w:rsidRPr="002813C1">
        <w:t>descendez à la cave me chercher une bouteille de vin de bordeaux</w:t>
      </w:r>
      <w:r>
        <w:t>.</w:t>
      </w:r>
    </w:p>
    <w:p w14:paraId="50588FEC" w14:textId="77777777" w:rsidR="00B77E03" w:rsidRDefault="0024252B" w:rsidP="00B77E03">
      <w:r w:rsidRPr="002813C1">
        <w:lastRenderedPageBreak/>
        <w:t xml:space="preserve">Le valet à qui on venait de </w:t>
      </w:r>
      <w:r w:rsidR="00B77E03">
        <w:t>« </w:t>
      </w:r>
      <w:r w:rsidRPr="002813C1">
        <w:t>donner ses huit jours</w:t>
      </w:r>
      <w:r w:rsidR="00B77E03">
        <w:t>, »</w:t>
      </w:r>
      <w:r w:rsidRPr="002813C1">
        <w:t xml:space="preserve"> devait attendre et guetter une occasion de se venger</w:t>
      </w:r>
      <w:r w:rsidR="00B77E03">
        <w:t>.</w:t>
      </w:r>
    </w:p>
    <w:p w14:paraId="4ED77973" w14:textId="77777777" w:rsidR="00B77E03" w:rsidRDefault="0024252B" w:rsidP="00B77E03">
      <w:r w:rsidRPr="002813C1">
        <w:t>Il eut un de ces sourires niais où perçait la méchanceté ravie</w:t>
      </w:r>
      <w:r w:rsidR="00B77E03">
        <w:t xml:space="preserve">, </w:t>
      </w:r>
      <w:r w:rsidRPr="002813C1">
        <w:t>et d</w:t>
      </w:r>
      <w:r w:rsidR="00B77E03">
        <w:t>’</w:t>
      </w:r>
      <w:r w:rsidRPr="002813C1">
        <w:t>un ton traînard</w:t>
      </w:r>
      <w:r w:rsidR="00B77E03">
        <w:t> :</w:t>
      </w:r>
    </w:p>
    <w:p w14:paraId="2F0F1CEF" w14:textId="77777777" w:rsidR="00B77E03" w:rsidRDefault="00B77E03" w:rsidP="00B77E03">
      <w:r>
        <w:t>— </w:t>
      </w:r>
      <w:r w:rsidR="0024252B" w:rsidRPr="002813C1">
        <w:t>Que Monsieur me donne de l</w:t>
      </w:r>
      <w:r>
        <w:t>’</w:t>
      </w:r>
      <w:r w:rsidR="0024252B" w:rsidRPr="002813C1">
        <w:t>argent</w:t>
      </w:r>
      <w:r>
        <w:t xml:space="preserve">, </w:t>
      </w:r>
      <w:r w:rsidR="0024252B" w:rsidRPr="002813C1">
        <w:t>dit-il</w:t>
      </w:r>
      <w:r>
        <w:t xml:space="preserve">, </w:t>
      </w:r>
      <w:r w:rsidR="0024252B" w:rsidRPr="002813C1">
        <w:t>Monsieur sait bien que ni l</w:t>
      </w:r>
      <w:r>
        <w:t>’</w:t>
      </w:r>
      <w:r w:rsidR="0024252B" w:rsidRPr="002813C1">
        <w:t>épicier ni le marchand de vin d</w:t>
      </w:r>
      <w:r>
        <w:t>’</w:t>
      </w:r>
      <w:r w:rsidR="0024252B" w:rsidRPr="002813C1">
        <w:t>en face ne veulent plus faire crédit</w:t>
      </w:r>
      <w:r>
        <w:t>…</w:t>
      </w:r>
    </w:p>
    <w:p w14:paraId="3103E72D" w14:textId="77C42AD7" w:rsidR="00B77E03" w:rsidRDefault="00B77E03" w:rsidP="00B77E03">
      <w:r>
        <w:t>M. de </w:t>
      </w:r>
      <w:proofErr w:type="spellStart"/>
      <w:r w:rsidR="0024252B" w:rsidRPr="002813C1">
        <w:t>Fondège</w:t>
      </w:r>
      <w:proofErr w:type="spellEnd"/>
      <w:r w:rsidR="0024252B" w:rsidRPr="002813C1">
        <w:t xml:space="preserve"> se dressa tout pâle</w:t>
      </w:r>
      <w:r>
        <w:t xml:space="preserve">… </w:t>
      </w:r>
      <w:r w:rsidR="0024252B" w:rsidRPr="002813C1">
        <w:t>Mais avant qu</w:t>
      </w:r>
      <w:r>
        <w:t>’</w:t>
      </w:r>
      <w:r w:rsidR="0024252B" w:rsidRPr="002813C1">
        <w:t>il eût le temps de prononcer une parole</w:t>
      </w:r>
      <w:r>
        <w:t xml:space="preserve">, </w:t>
      </w:r>
      <w:r w:rsidR="0024252B" w:rsidRPr="002813C1">
        <w:t>sa femme vint à son secours</w:t>
      </w:r>
      <w:r>
        <w:t>…</w:t>
      </w:r>
    </w:p>
    <w:p w14:paraId="0E9D2E4A" w14:textId="77777777" w:rsidR="00B77E03" w:rsidRDefault="00B77E03" w:rsidP="00B77E03">
      <w:r>
        <w:t>— </w:t>
      </w:r>
      <w:r w:rsidR="0024252B" w:rsidRPr="002813C1">
        <w:t>Vous savez bien</w:t>
      </w:r>
      <w:r>
        <w:t xml:space="preserve">, </w:t>
      </w:r>
      <w:r w:rsidR="0024252B" w:rsidRPr="002813C1">
        <w:t>mon ami</w:t>
      </w:r>
      <w:r>
        <w:t xml:space="preserve">, </w:t>
      </w:r>
      <w:r w:rsidR="0024252B" w:rsidRPr="002813C1">
        <w:t>lui dit-elle</w:t>
      </w:r>
      <w:r>
        <w:t xml:space="preserve">, </w:t>
      </w:r>
      <w:r w:rsidR="0024252B" w:rsidRPr="002813C1">
        <w:t>que je ne confie pas les clefs de ma cave à ce garçon</w:t>
      </w:r>
      <w:r>
        <w:t xml:space="preserve">. </w:t>
      </w:r>
      <w:r w:rsidR="0024252B" w:rsidRPr="002813C1">
        <w:t>Évariste</w:t>
      </w:r>
      <w:r>
        <w:t xml:space="preserve">, </w:t>
      </w:r>
      <w:r w:rsidR="0024252B" w:rsidRPr="002813C1">
        <w:t>appelez Justine</w:t>
      </w:r>
      <w:r>
        <w:t>.</w:t>
      </w:r>
    </w:p>
    <w:p w14:paraId="4FAA2BA6" w14:textId="77777777" w:rsidR="00B77E03" w:rsidRDefault="0024252B" w:rsidP="00B77E03">
      <w:r w:rsidRPr="002813C1">
        <w:t>La camériste à l</w:t>
      </w:r>
      <w:r w:rsidR="00B77E03">
        <w:t>’</w:t>
      </w:r>
      <w:r w:rsidRPr="002813C1">
        <w:t>air effronté parut et sa maîtresse lui expliqua où elle trouverait la clef de la fameuse cave</w:t>
      </w:r>
      <w:r w:rsidR="00B77E03">
        <w:t>.</w:t>
      </w:r>
    </w:p>
    <w:p w14:paraId="79838855" w14:textId="1AE3CA86" w:rsidR="00B77E03" w:rsidRDefault="0024252B" w:rsidP="00B77E03">
      <w:r w:rsidRPr="002813C1">
        <w:t>Et un petit quart d</w:t>
      </w:r>
      <w:r w:rsidR="00B77E03">
        <w:t>’</w:t>
      </w:r>
      <w:r w:rsidRPr="002813C1">
        <w:t>heure après</w:t>
      </w:r>
      <w:r w:rsidR="00B77E03">
        <w:t xml:space="preserve">, </w:t>
      </w:r>
      <w:r w:rsidRPr="002813C1">
        <w:t>apparut une de ces bouteilles comme les épiciers et les marchands de vin en préparent</w:t>
      </w:r>
      <w:r w:rsidR="00B77E03">
        <w:t xml:space="preserve">, </w:t>
      </w:r>
      <w:r w:rsidRPr="002813C1">
        <w:t>pour le plus grand ébahissement des simples</w:t>
      </w:r>
      <w:r w:rsidR="00B77E03">
        <w:t xml:space="preserve">, </w:t>
      </w:r>
      <w:r w:rsidRPr="002813C1">
        <w:t>bouteilles d</w:t>
      </w:r>
      <w:r w:rsidR="00B77E03">
        <w:t>’</w:t>
      </w:r>
      <w:r w:rsidRPr="002813C1">
        <w:t>apparences trop vénérables</w:t>
      </w:r>
      <w:r w:rsidR="00B77E03">
        <w:t xml:space="preserve">, </w:t>
      </w:r>
      <w:r w:rsidRPr="002813C1">
        <w:t>toutes chargées de mousses et de boues</w:t>
      </w:r>
      <w:r w:rsidR="00B77E03">
        <w:t xml:space="preserve">, </w:t>
      </w:r>
      <w:r w:rsidRPr="002813C1">
        <w:t>et couvertes de ces toiles d</w:t>
      </w:r>
      <w:r w:rsidR="00B77E03">
        <w:t>’</w:t>
      </w:r>
      <w:r w:rsidRPr="002813C1">
        <w:t>araignées que les gamins de Paris vont récolter dans les carrières abandonnées</w:t>
      </w:r>
      <w:r w:rsidR="00B77E03">
        <w:t xml:space="preserve">, </w:t>
      </w:r>
      <w:r w:rsidRPr="002813C1">
        <w:t>et qu</w:t>
      </w:r>
      <w:r w:rsidR="00B77E03">
        <w:t>’</w:t>
      </w:r>
      <w:r w:rsidRPr="002813C1">
        <w:t>ils vendent de</w:t>
      </w:r>
      <w:r w:rsidR="001135EA">
        <w:t xml:space="preserve"> </w:t>
      </w:r>
      <w:r w:rsidR="00B77E03">
        <w:t>7</w:t>
      </w:r>
      <w:r w:rsidR="0015073B">
        <w:t>5</w:t>
      </w:r>
      <w:r w:rsidR="0015073B" w:rsidRPr="002813C1">
        <w:t xml:space="preserve"> </w:t>
      </w:r>
      <w:r w:rsidRPr="002813C1">
        <w:t>centimes à 2 francs la livre</w:t>
      </w:r>
      <w:r w:rsidR="00B77E03">
        <w:t xml:space="preserve">, </w:t>
      </w:r>
      <w:r w:rsidRPr="002813C1">
        <w:t xml:space="preserve">selon </w:t>
      </w:r>
      <w:r w:rsidR="00B77E03">
        <w:t>« </w:t>
      </w:r>
      <w:r w:rsidRPr="002813C1">
        <w:t>la qualité</w:t>
      </w:r>
      <w:r w:rsidR="00B77E03">
        <w:t>… »</w:t>
      </w:r>
    </w:p>
    <w:p w14:paraId="533C8371" w14:textId="77777777" w:rsidR="00B77E03" w:rsidRDefault="0024252B" w:rsidP="00B77E03">
      <w:r w:rsidRPr="002813C1">
        <w:t>Mais ce bordeaux ne ramena pas la gaieté</w:t>
      </w:r>
      <w:r w:rsidR="00B77E03">
        <w:t>. « </w:t>
      </w:r>
      <w:r w:rsidRPr="002813C1">
        <w:t>Le général</w:t>
      </w:r>
      <w:r w:rsidR="00B77E03">
        <w:t> »</w:t>
      </w:r>
      <w:r w:rsidRPr="002813C1">
        <w:t xml:space="preserve"> ne soufflait plus mot</w:t>
      </w:r>
      <w:r w:rsidR="00B77E03">
        <w:t xml:space="preserve">, </w:t>
      </w:r>
      <w:r w:rsidRPr="002813C1">
        <w:t>et son plaisir fut manifeste</w:t>
      </w:r>
      <w:r w:rsidR="00B77E03">
        <w:t xml:space="preserve">, </w:t>
      </w:r>
      <w:r w:rsidRPr="002813C1">
        <w:t>quand le café pris</w:t>
      </w:r>
      <w:r w:rsidR="00B77E03">
        <w:t xml:space="preserve">, </w:t>
      </w:r>
      <w:r w:rsidRPr="002813C1">
        <w:t>sa femme lui dit</w:t>
      </w:r>
      <w:r w:rsidR="00B77E03">
        <w:t> :</w:t>
      </w:r>
    </w:p>
    <w:p w14:paraId="271DE627" w14:textId="77777777" w:rsidR="00B77E03" w:rsidRDefault="00B77E03" w:rsidP="00B77E03">
      <w:r>
        <w:t>— </w:t>
      </w:r>
      <w:r w:rsidR="0024252B" w:rsidRPr="002813C1">
        <w:t>Ne vous privez pas de votre cercle</w:t>
      </w:r>
      <w:r>
        <w:t xml:space="preserve">, </w:t>
      </w:r>
      <w:r w:rsidR="0024252B" w:rsidRPr="002813C1">
        <w:t>mon ami</w:t>
      </w:r>
      <w:r>
        <w:t xml:space="preserve">, </w:t>
      </w:r>
      <w:r w:rsidR="0024252B" w:rsidRPr="002813C1">
        <w:t>j</w:t>
      </w:r>
      <w:r>
        <w:t>’</w:t>
      </w:r>
      <w:r w:rsidR="0024252B" w:rsidRPr="002813C1">
        <w:t>ai à causer avec notre chère enfant</w:t>
      </w:r>
      <w:r>
        <w:t> !…</w:t>
      </w:r>
    </w:p>
    <w:p w14:paraId="1A29A2CC" w14:textId="679012C0" w:rsidR="00B77E03" w:rsidRDefault="0024252B" w:rsidP="00B77E03">
      <w:r w:rsidRPr="002813C1">
        <w:lastRenderedPageBreak/>
        <w:t xml:space="preserve">Pour congédier ainsi brusquement </w:t>
      </w:r>
      <w:r w:rsidR="00B77E03">
        <w:t>« </w:t>
      </w:r>
      <w:r w:rsidRPr="002813C1">
        <w:t>le général</w:t>
      </w:r>
      <w:r w:rsidR="00B77E03">
        <w:t>, »</w:t>
      </w:r>
      <w:r w:rsidRPr="002813C1">
        <w:t xml:space="preserve"> </w:t>
      </w:r>
      <w:r w:rsidR="00B77E03">
        <w:t>M</w:t>
      </w:r>
      <w:r w:rsidR="00B77E03" w:rsidRPr="00B77E03">
        <w:rPr>
          <w:vertAlign w:val="superscript"/>
        </w:rPr>
        <w:t>me</w:t>
      </w:r>
      <w:r w:rsidR="00B77E03">
        <w:t> de </w:t>
      </w:r>
      <w:proofErr w:type="spellStart"/>
      <w:r w:rsidRPr="002813C1">
        <w:t>Fondège</w:t>
      </w:r>
      <w:proofErr w:type="spellEnd"/>
      <w:r w:rsidRPr="002813C1">
        <w:t xml:space="preserve"> souhaitait donc rester seule avec </w:t>
      </w:r>
      <w:r w:rsidR="00B77E03">
        <w:t>M</w:t>
      </w:r>
      <w:r w:rsidR="00B77E03" w:rsidRPr="00B77E03">
        <w:rPr>
          <w:vertAlign w:val="superscript"/>
        </w:rPr>
        <w:t>lle</w:t>
      </w:r>
      <w:r w:rsidR="00B77E03">
        <w:t> </w:t>
      </w:r>
      <w:r w:rsidRPr="002813C1">
        <w:t>Marguerite</w:t>
      </w:r>
      <w:r w:rsidR="00B77E03">
        <w:t> ?</w:t>
      </w:r>
    </w:p>
    <w:p w14:paraId="0F1264C0" w14:textId="4C764BAE" w:rsidR="00B77E03" w:rsidRDefault="00B77E03" w:rsidP="00B77E03">
      <w:r>
        <w:t>M</w:t>
      </w:r>
      <w:r w:rsidRPr="00B77E03">
        <w:rPr>
          <w:vertAlign w:val="superscript"/>
        </w:rPr>
        <w:t>me</w:t>
      </w:r>
      <w:r>
        <w:t> </w:t>
      </w:r>
      <w:r w:rsidR="0024252B" w:rsidRPr="002813C1">
        <w:t>Léon le crut ou feignit de le croire</w:t>
      </w:r>
      <w:r>
        <w:t xml:space="preserve">, </w:t>
      </w:r>
      <w:r w:rsidR="0024252B" w:rsidRPr="002813C1">
        <w:t>et s</w:t>
      </w:r>
      <w:r>
        <w:t>’</w:t>
      </w:r>
      <w:r w:rsidR="0024252B" w:rsidRPr="002813C1">
        <w:t>adressant à la jeune fille</w:t>
      </w:r>
      <w:r>
        <w:t> :</w:t>
      </w:r>
    </w:p>
    <w:p w14:paraId="24F6CC0A" w14:textId="77777777" w:rsidR="00B77E03" w:rsidRDefault="00B77E03" w:rsidP="00B77E03">
      <w:r>
        <w:t>— </w:t>
      </w:r>
      <w:r w:rsidR="0024252B" w:rsidRPr="002813C1">
        <w:t>Je vais être obligée de vous quitter une couple d</w:t>
      </w:r>
      <w:r>
        <w:t>’</w:t>
      </w:r>
      <w:r w:rsidR="0024252B" w:rsidRPr="002813C1">
        <w:t>heures</w:t>
      </w:r>
      <w:r>
        <w:t xml:space="preserve">, </w:t>
      </w:r>
      <w:r w:rsidR="0024252B" w:rsidRPr="002813C1">
        <w:t>chère demoiselle</w:t>
      </w:r>
      <w:r>
        <w:t xml:space="preserve">, </w:t>
      </w:r>
      <w:r w:rsidR="0024252B" w:rsidRPr="002813C1">
        <w:t>dit-elle</w:t>
      </w:r>
      <w:r>
        <w:t xml:space="preserve">… </w:t>
      </w:r>
      <w:r w:rsidR="0024252B" w:rsidRPr="002813C1">
        <w:t>J</w:t>
      </w:r>
      <w:r>
        <w:t>’</w:t>
      </w:r>
      <w:r w:rsidR="0024252B" w:rsidRPr="002813C1">
        <w:t>ai une course indispensable à faire</w:t>
      </w:r>
      <w:r>
        <w:t xml:space="preserve">… </w:t>
      </w:r>
      <w:r w:rsidR="0024252B" w:rsidRPr="002813C1">
        <w:t>Ma famille m</w:t>
      </w:r>
      <w:r>
        <w:t>’</w:t>
      </w:r>
      <w:r w:rsidR="0024252B" w:rsidRPr="002813C1">
        <w:t>en voudrait peut-être si je ne la prévenais pas de notre changement de domicile</w:t>
      </w:r>
      <w:r>
        <w:t>…</w:t>
      </w:r>
    </w:p>
    <w:p w14:paraId="7C30142E" w14:textId="77777777" w:rsidR="00B77E03" w:rsidRDefault="0024252B" w:rsidP="00B77E03">
      <w:r w:rsidRPr="002813C1">
        <w:t>C</w:t>
      </w:r>
      <w:r w:rsidR="00B77E03">
        <w:t>’</w:t>
      </w:r>
      <w:r w:rsidRPr="002813C1">
        <w:t>était la première fois depuis son entrée à l</w:t>
      </w:r>
      <w:r w:rsidR="00B77E03">
        <w:t>’</w:t>
      </w:r>
      <w:r w:rsidRPr="002813C1">
        <w:t xml:space="preserve">hôtel de </w:t>
      </w:r>
      <w:proofErr w:type="spellStart"/>
      <w:r w:rsidRPr="002813C1">
        <w:t>Chalusse</w:t>
      </w:r>
      <w:proofErr w:type="spellEnd"/>
      <w:r w:rsidR="00B77E03">
        <w:t xml:space="preserve">, </w:t>
      </w:r>
      <w:r w:rsidRPr="002813C1">
        <w:t>c</w:t>
      </w:r>
      <w:r w:rsidR="00B77E03">
        <w:t>’</w:t>
      </w:r>
      <w:r w:rsidRPr="002813C1">
        <w:t>est-à-dire depuis des années</w:t>
      </w:r>
      <w:r w:rsidR="00B77E03">
        <w:t xml:space="preserve">, </w:t>
      </w:r>
      <w:r w:rsidRPr="002813C1">
        <w:t>que l</w:t>
      </w:r>
      <w:r w:rsidR="00B77E03">
        <w:t>’</w:t>
      </w:r>
      <w:r w:rsidRPr="002813C1">
        <w:t>estimable femme de charge parlait en termes si positifs de sa famille</w:t>
      </w:r>
      <w:r w:rsidR="00B77E03">
        <w:t xml:space="preserve"> – </w:t>
      </w:r>
      <w:r w:rsidRPr="002813C1">
        <w:t>et d</w:t>
      </w:r>
      <w:r w:rsidR="00B77E03">
        <w:t>’</w:t>
      </w:r>
      <w:r w:rsidRPr="002813C1">
        <w:t>une famille habitant Paris</w:t>
      </w:r>
      <w:r w:rsidR="00B77E03">
        <w:t xml:space="preserve">, </w:t>
      </w:r>
      <w:r w:rsidRPr="002813C1">
        <w:t>qui plus est</w:t>
      </w:r>
      <w:r w:rsidR="00B77E03">
        <w:t>.</w:t>
      </w:r>
    </w:p>
    <w:p w14:paraId="52EA9D90" w14:textId="77777777" w:rsidR="00B77E03" w:rsidRDefault="0024252B" w:rsidP="00B77E03">
      <w:r w:rsidRPr="002813C1">
        <w:t>Elle s</w:t>
      </w:r>
      <w:r w:rsidR="00B77E03">
        <w:t>’</w:t>
      </w:r>
      <w:r w:rsidRPr="002813C1">
        <w:t>était jusqu</w:t>
      </w:r>
      <w:r w:rsidR="00B77E03">
        <w:t>’</w:t>
      </w:r>
      <w:r w:rsidRPr="002813C1">
        <w:t>alors tenue dans le vague</w:t>
      </w:r>
      <w:r w:rsidR="00B77E03">
        <w:t xml:space="preserve">, </w:t>
      </w:r>
      <w:r w:rsidRPr="002813C1">
        <w:t>donnant à entendre seulement que ses parents n</w:t>
      </w:r>
      <w:r w:rsidR="00B77E03">
        <w:t>’</w:t>
      </w:r>
      <w:r w:rsidRPr="002813C1">
        <w:t>avaient pas eu ses malheurs</w:t>
      </w:r>
      <w:r w:rsidR="00B77E03">
        <w:t xml:space="preserve">, </w:t>
      </w:r>
      <w:r w:rsidRPr="002813C1">
        <w:t>qu</w:t>
      </w:r>
      <w:r w:rsidR="00B77E03">
        <w:t>’</w:t>
      </w:r>
      <w:r w:rsidRPr="002813C1">
        <w:t>ils étaient restés haut placés</w:t>
      </w:r>
      <w:r w:rsidR="00B77E03">
        <w:t xml:space="preserve">, </w:t>
      </w:r>
      <w:r w:rsidRPr="002813C1">
        <w:t>si elle était tombée</w:t>
      </w:r>
      <w:r w:rsidR="00B77E03">
        <w:t xml:space="preserve">, </w:t>
      </w:r>
      <w:r w:rsidRPr="002813C1">
        <w:t>et qu</w:t>
      </w:r>
      <w:r w:rsidR="00B77E03">
        <w:t>’</w:t>
      </w:r>
      <w:r w:rsidRPr="002813C1">
        <w:t>elle avait fort à faire de se dérober à leurs bienfaits</w:t>
      </w:r>
      <w:r w:rsidR="00B77E03">
        <w:t>…</w:t>
      </w:r>
    </w:p>
    <w:p w14:paraId="074036BF" w14:textId="3E317183" w:rsidR="00B77E03" w:rsidRDefault="0024252B" w:rsidP="00B77E03">
      <w:r w:rsidRPr="002813C1">
        <w:t>Peu importe</w:t>
      </w:r>
      <w:r w:rsidR="00B77E03">
        <w:t> !… M</w:t>
      </w:r>
      <w:r w:rsidR="00B77E03" w:rsidRPr="00B77E03">
        <w:rPr>
          <w:vertAlign w:val="superscript"/>
        </w:rPr>
        <w:t>lle</w:t>
      </w:r>
      <w:r w:rsidR="00B77E03">
        <w:t> </w:t>
      </w:r>
      <w:r w:rsidRPr="002813C1">
        <w:t>Marguerite était résolue à ne s</w:t>
      </w:r>
      <w:r w:rsidR="00B77E03">
        <w:t>’</w:t>
      </w:r>
      <w:r w:rsidRPr="002813C1">
        <w:t>étonner de rien</w:t>
      </w:r>
      <w:r w:rsidR="00B77E03">
        <w:t>.</w:t>
      </w:r>
    </w:p>
    <w:p w14:paraId="00402D78" w14:textId="77777777" w:rsidR="00B77E03" w:rsidRDefault="00B77E03" w:rsidP="00B77E03">
      <w:r>
        <w:t>— </w:t>
      </w:r>
      <w:r w:rsidR="0024252B" w:rsidRPr="002813C1">
        <w:t>Courez avertir vos parents</w:t>
      </w:r>
      <w:r>
        <w:t xml:space="preserve">, </w:t>
      </w:r>
      <w:r w:rsidR="0024252B" w:rsidRPr="002813C1">
        <w:t>ma chère Léon</w:t>
      </w:r>
      <w:r>
        <w:t xml:space="preserve">, </w:t>
      </w:r>
      <w:r w:rsidR="0024252B" w:rsidRPr="002813C1">
        <w:t>répondit-elle</w:t>
      </w:r>
      <w:r>
        <w:t xml:space="preserve">, </w:t>
      </w:r>
      <w:r w:rsidR="0024252B" w:rsidRPr="002813C1">
        <w:t>sans la moindre nuance de raillerie</w:t>
      </w:r>
      <w:r>
        <w:t xml:space="preserve">, </w:t>
      </w:r>
      <w:r w:rsidR="0024252B" w:rsidRPr="002813C1">
        <w:t>c</w:t>
      </w:r>
      <w:r>
        <w:t>’</w:t>
      </w:r>
      <w:r w:rsidR="0024252B" w:rsidRPr="002813C1">
        <w:t>est bien le moins que votre dévouement ne vous cause aucun préjudice</w:t>
      </w:r>
      <w:r>
        <w:t>…</w:t>
      </w:r>
    </w:p>
    <w:p w14:paraId="27A664EA" w14:textId="77777777" w:rsidR="00B77E03" w:rsidRDefault="0024252B" w:rsidP="00B77E03">
      <w:r w:rsidRPr="002813C1">
        <w:t>Mais en elle-même elle pensait</w:t>
      </w:r>
      <w:r w:rsidR="00B77E03">
        <w:t> :</w:t>
      </w:r>
    </w:p>
    <w:p w14:paraId="2D1A8465" w14:textId="77777777" w:rsidR="00B77E03" w:rsidRDefault="00B77E03" w:rsidP="00B77E03">
      <w:r>
        <w:t>— </w:t>
      </w:r>
      <w:r w:rsidR="0024252B" w:rsidRPr="002813C1">
        <w:t xml:space="preserve">Cette affreuse hypocrite va rendre compte de notre journée au marquis de </w:t>
      </w:r>
      <w:proofErr w:type="spellStart"/>
      <w:r w:rsidR="0024252B" w:rsidRPr="002813C1">
        <w:t>Valorsay</w:t>
      </w:r>
      <w:proofErr w:type="spellEnd"/>
      <w:r>
        <w:t xml:space="preserve">… </w:t>
      </w:r>
      <w:r w:rsidR="0024252B" w:rsidRPr="002813C1">
        <w:t>Cette famille</w:t>
      </w:r>
      <w:r>
        <w:t xml:space="preserve">, </w:t>
      </w:r>
      <w:r w:rsidR="0024252B" w:rsidRPr="002813C1">
        <w:t>c</w:t>
      </w:r>
      <w:r>
        <w:t>’</w:t>
      </w:r>
      <w:r w:rsidR="0024252B" w:rsidRPr="002813C1">
        <w:t>est le futur prétexte de ses sorties</w:t>
      </w:r>
      <w:r>
        <w:t>…</w:t>
      </w:r>
    </w:p>
    <w:p w14:paraId="1255E179" w14:textId="112067F4" w:rsidR="00B77E03" w:rsidRDefault="0024252B" w:rsidP="00B77E03">
      <w:r w:rsidRPr="002813C1">
        <w:lastRenderedPageBreak/>
        <w:t>Le général s</w:t>
      </w:r>
      <w:r w:rsidR="00B77E03">
        <w:t>’</w:t>
      </w:r>
      <w:r w:rsidRPr="002813C1">
        <w:t>était esquivé</w:t>
      </w:r>
      <w:r w:rsidR="00B77E03">
        <w:t xml:space="preserve">, </w:t>
      </w:r>
      <w:r w:rsidRPr="002813C1">
        <w:t>les domestiques commençaient à desservir</w:t>
      </w:r>
      <w:r w:rsidR="00B77E03">
        <w:t>, M</w:t>
      </w:r>
      <w:r w:rsidR="00B77E03" w:rsidRPr="00B77E03">
        <w:rPr>
          <w:vertAlign w:val="superscript"/>
        </w:rPr>
        <w:t>lle</w:t>
      </w:r>
      <w:r w:rsidR="00B77E03">
        <w:t> </w:t>
      </w:r>
      <w:r w:rsidRPr="002813C1">
        <w:t xml:space="preserve">Marguerite suivit </w:t>
      </w:r>
      <w:r w:rsidR="00B77E03">
        <w:t>M</w:t>
      </w:r>
      <w:r w:rsidR="00B77E03" w:rsidRPr="00B77E03">
        <w:rPr>
          <w:vertAlign w:val="superscript"/>
        </w:rPr>
        <w:t>me</w:t>
      </w:r>
      <w:r w:rsidR="00B77E03">
        <w:t> de </w:t>
      </w:r>
      <w:proofErr w:type="spellStart"/>
      <w:r w:rsidRPr="002813C1">
        <w:t>Fondège</w:t>
      </w:r>
      <w:proofErr w:type="spellEnd"/>
      <w:r w:rsidRPr="002813C1">
        <w:t xml:space="preserve"> au salon</w:t>
      </w:r>
      <w:r w:rsidR="00B77E03">
        <w:t>.</w:t>
      </w:r>
    </w:p>
    <w:p w14:paraId="35D26E7A" w14:textId="77777777" w:rsidR="00B77E03" w:rsidRDefault="0024252B" w:rsidP="00B77E03">
      <w:r w:rsidRPr="002813C1">
        <w:t>C</w:t>
      </w:r>
      <w:r w:rsidR="00B77E03">
        <w:t>’</w:t>
      </w:r>
      <w:r w:rsidRPr="002813C1">
        <w:t>était une pièce très-vaste</w:t>
      </w:r>
      <w:r w:rsidR="00B77E03">
        <w:t xml:space="preserve">, </w:t>
      </w:r>
      <w:r w:rsidRPr="002813C1">
        <w:t>haute de plafond</w:t>
      </w:r>
      <w:r w:rsidR="00B77E03">
        <w:t xml:space="preserve">, </w:t>
      </w:r>
      <w:r w:rsidRPr="002813C1">
        <w:t>éclairée par trois fenêtres et plus somptueuse encore que la salle à manger</w:t>
      </w:r>
      <w:r w:rsidR="00B77E03">
        <w:t>.</w:t>
      </w:r>
    </w:p>
    <w:p w14:paraId="446C681A" w14:textId="77777777" w:rsidR="00B77E03" w:rsidRDefault="0024252B" w:rsidP="00B77E03">
      <w:r w:rsidRPr="002813C1">
        <w:t>Meubles</w:t>
      </w:r>
      <w:r w:rsidR="00B77E03">
        <w:t xml:space="preserve">, </w:t>
      </w:r>
      <w:r w:rsidRPr="002813C1">
        <w:t>tapis</w:t>
      </w:r>
      <w:r w:rsidR="00B77E03">
        <w:t xml:space="preserve">, </w:t>
      </w:r>
      <w:r w:rsidRPr="002813C1">
        <w:t>tentures</w:t>
      </w:r>
      <w:r w:rsidR="00B77E03">
        <w:t xml:space="preserve">, </w:t>
      </w:r>
      <w:r w:rsidRPr="002813C1">
        <w:t>tout était peut-être d</w:t>
      </w:r>
      <w:r w:rsidR="00B77E03">
        <w:t>’</w:t>
      </w:r>
      <w:r w:rsidRPr="002813C1">
        <w:t>un goût contestable</w:t>
      </w:r>
      <w:r w:rsidR="00B77E03">
        <w:t xml:space="preserve">, </w:t>
      </w:r>
      <w:r w:rsidRPr="002813C1">
        <w:t>éclatant</w:t>
      </w:r>
      <w:r w:rsidR="00B77E03">
        <w:t xml:space="preserve">, </w:t>
      </w:r>
      <w:r w:rsidRPr="002813C1">
        <w:t>voyant</w:t>
      </w:r>
      <w:r w:rsidR="00B77E03">
        <w:t xml:space="preserve">, </w:t>
      </w:r>
      <w:r w:rsidRPr="002813C1">
        <w:t>à effet</w:t>
      </w:r>
      <w:r w:rsidR="00B77E03">
        <w:t xml:space="preserve">, </w:t>
      </w:r>
      <w:r w:rsidRPr="002813C1">
        <w:t>mais riche</w:t>
      </w:r>
      <w:r w:rsidR="00B77E03">
        <w:t xml:space="preserve">, </w:t>
      </w:r>
      <w:r w:rsidRPr="002813C1">
        <w:t>très-riche</w:t>
      </w:r>
      <w:r w:rsidR="00B77E03">
        <w:t xml:space="preserve">, </w:t>
      </w:r>
      <w:r w:rsidRPr="002813C1">
        <w:t>excessivement riche</w:t>
      </w:r>
      <w:r w:rsidR="00B77E03">
        <w:t xml:space="preserve">… </w:t>
      </w:r>
      <w:r w:rsidRPr="002813C1">
        <w:t>Si la garniture de la cheminée n</w:t>
      </w:r>
      <w:r w:rsidR="00B77E03">
        <w:t>’</w:t>
      </w:r>
      <w:r w:rsidRPr="002813C1">
        <w:t>avait pas coûté plus de sept à huit mille francs</w:t>
      </w:r>
      <w:r w:rsidR="00B77E03">
        <w:t xml:space="preserve">, </w:t>
      </w:r>
      <w:r w:rsidRPr="002813C1">
        <w:t>elle resplendissait pour vingt-cinq mille</w:t>
      </w:r>
      <w:r w:rsidR="00B77E03">
        <w:t xml:space="preserve">… </w:t>
      </w:r>
      <w:r w:rsidRPr="002813C1">
        <w:t>Et le reste était à l</w:t>
      </w:r>
      <w:r w:rsidR="00B77E03">
        <w:t>’</w:t>
      </w:r>
      <w:r w:rsidRPr="002813C1">
        <w:t>avenant</w:t>
      </w:r>
      <w:r w:rsidR="00B77E03">
        <w:t>.</w:t>
      </w:r>
    </w:p>
    <w:p w14:paraId="4439668A" w14:textId="1B730756" w:rsidR="00B77E03" w:rsidRDefault="0024252B" w:rsidP="00B77E03">
      <w:r w:rsidRPr="002813C1">
        <w:t>Les soirées étaient fraîches</w:t>
      </w:r>
      <w:r w:rsidR="00B77E03">
        <w:t>, M</w:t>
      </w:r>
      <w:r w:rsidR="00B77E03" w:rsidRPr="00B77E03">
        <w:rPr>
          <w:vertAlign w:val="superscript"/>
        </w:rPr>
        <w:t>me</w:t>
      </w:r>
      <w:r w:rsidR="00B77E03">
        <w:t> de </w:t>
      </w:r>
      <w:proofErr w:type="spellStart"/>
      <w:r w:rsidRPr="002813C1">
        <w:t>Fondège</w:t>
      </w:r>
      <w:proofErr w:type="spellEnd"/>
      <w:r w:rsidRPr="002813C1">
        <w:t xml:space="preserve"> avait fait allumer du feu</w:t>
      </w:r>
      <w:r w:rsidR="00B77E03">
        <w:t xml:space="preserve">… </w:t>
      </w:r>
      <w:r w:rsidRPr="002813C1">
        <w:t>Elle s</w:t>
      </w:r>
      <w:r w:rsidR="00B77E03">
        <w:t>’</w:t>
      </w:r>
      <w:r w:rsidRPr="002813C1">
        <w:t>assit au coin de la cheminée</w:t>
      </w:r>
      <w:r w:rsidR="00B77E03">
        <w:t xml:space="preserve">, </w:t>
      </w:r>
      <w:r w:rsidRPr="002813C1">
        <w:t>sur une chaise longue</w:t>
      </w:r>
      <w:r w:rsidR="00B77E03">
        <w:t xml:space="preserve">, </w:t>
      </w:r>
      <w:r w:rsidRPr="002813C1">
        <w:t xml:space="preserve">et lorsque </w:t>
      </w:r>
      <w:r w:rsidR="00B77E03">
        <w:t>M</w:t>
      </w:r>
      <w:r w:rsidR="00B77E03" w:rsidRPr="00B77E03">
        <w:rPr>
          <w:vertAlign w:val="superscript"/>
        </w:rPr>
        <w:t>lle</w:t>
      </w:r>
      <w:r w:rsidR="00B77E03">
        <w:t> </w:t>
      </w:r>
      <w:r w:rsidRPr="002813C1">
        <w:t>Marguerite eut pris place en face d</w:t>
      </w:r>
      <w:r w:rsidR="00B77E03">
        <w:t>’</w:t>
      </w:r>
      <w:r w:rsidRPr="002813C1">
        <w:t>elle</w:t>
      </w:r>
      <w:r w:rsidR="00B77E03">
        <w:t> :</w:t>
      </w:r>
    </w:p>
    <w:p w14:paraId="7C088048" w14:textId="77777777" w:rsidR="00B77E03" w:rsidRDefault="00B77E03" w:rsidP="00B77E03">
      <w:r>
        <w:t>— </w:t>
      </w:r>
      <w:r w:rsidR="0024252B" w:rsidRPr="002813C1">
        <w:t>Ça</w:t>
      </w:r>
      <w:r>
        <w:t xml:space="preserve">, </w:t>
      </w:r>
      <w:r w:rsidR="0024252B" w:rsidRPr="002813C1">
        <w:t>ma bien chère enfant</w:t>
      </w:r>
      <w:r>
        <w:t xml:space="preserve">, </w:t>
      </w:r>
      <w:r w:rsidR="0024252B" w:rsidRPr="002813C1">
        <w:t>commença-t-elle avec une certaine solennité</w:t>
      </w:r>
      <w:r>
        <w:t xml:space="preserve">, </w:t>
      </w:r>
      <w:r w:rsidR="0024252B" w:rsidRPr="002813C1">
        <w:t>causons</w:t>
      </w:r>
      <w:r>
        <w:t>.</w:t>
      </w:r>
    </w:p>
    <w:p w14:paraId="21BF9600" w14:textId="121ED82E" w:rsidR="00B77E03" w:rsidRDefault="00B77E03" w:rsidP="00B77E03">
      <w:r>
        <w:t>M</w:t>
      </w:r>
      <w:r w:rsidRPr="00B77E03">
        <w:rPr>
          <w:vertAlign w:val="superscript"/>
        </w:rPr>
        <w:t>lle</w:t>
      </w:r>
      <w:r>
        <w:t> </w:t>
      </w:r>
      <w:r w:rsidR="0024252B" w:rsidRPr="002813C1">
        <w:t>Marguerite s</w:t>
      </w:r>
      <w:r>
        <w:t>’</w:t>
      </w:r>
      <w:r w:rsidR="0024252B" w:rsidRPr="002813C1">
        <w:t>attendait à quelque communication importante</w:t>
      </w:r>
      <w:r>
        <w:t xml:space="preserve">, </w:t>
      </w:r>
      <w:r w:rsidR="0024252B" w:rsidRPr="002813C1">
        <w:t xml:space="preserve">aussi ne </w:t>
      </w:r>
      <w:proofErr w:type="spellStart"/>
      <w:r w:rsidR="0024252B" w:rsidRPr="002813C1">
        <w:t>fut-elle</w:t>
      </w:r>
      <w:proofErr w:type="spellEnd"/>
      <w:r w:rsidR="0024252B" w:rsidRPr="002813C1">
        <w:t xml:space="preserve"> pas médiocrement surprise</w:t>
      </w:r>
      <w:r>
        <w:t xml:space="preserve">, </w:t>
      </w:r>
      <w:r w:rsidR="0024252B" w:rsidRPr="002813C1">
        <w:t>quand après une minute employée à recueillir ses idées</w:t>
      </w:r>
      <w:r>
        <w:t>, « </w:t>
      </w:r>
      <w:r w:rsidR="0024252B" w:rsidRPr="002813C1">
        <w:t>la générale</w:t>
      </w:r>
      <w:r>
        <w:t> »</w:t>
      </w:r>
      <w:r w:rsidR="0024252B" w:rsidRPr="002813C1">
        <w:t xml:space="preserve"> poursuivit</w:t>
      </w:r>
      <w:r>
        <w:t> :</w:t>
      </w:r>
    </w:p>
    <w:p w14:paraId="310DB23A" w14:textId="77777777" w:rsidR="00B77E03" w:rsidRDefault="00B77E03" w:rsidP="00B77E03">
      <w:r>
        <w:t>— </w:t>
      </w:r>
      <w:r w:rsidR="0024252B" w:rsidRPr="002813C1">
        <w:t>Vous êtes-vous préoccupée de votre deuil</w:t>
      </w:r>
      <w:r>
        <w:t> ?</w:t>
      </w:r>
    </w:p>
    <w:p w14:paraId="139555B7" w14:textId="77777777" w:rsidR="00B77E03" w:rsidRDefault="00B77E03" w:rsidP="00B77E03">
      <w:r>
        <w:t>— </w:t>
      </w:r>
      <w:r w:rsidR="0024252B" w:rsidRPr="002813C1">
        <w:t>De mon deuil</w:t>
      </w:r>
      <w:r>
        <w:t xml:space="preserve">, </w:t>
      </w:r>
      <w:r w:rsidR="0024252B" w:rsidRPr="002813C1">
        <w:t>madame</w:t>
      </w:r>
      <w:r>
        <w:t> ?…</w:t>
      </w:r>
    </w:p>
    <w:p w14:paraId="7967FCC6" w14:textId="77777777" w:rsidR="00B77E03" w:rsidRDefault="00B77E03" w:rsidP="00B77E03">
      <w:r>
        <w:t>— </w:t>
      </w:r>
      <w:r w:rsidR="0024252B" w:rsidRPr="002813C1">
        <w:t>Oui</w:t>
      </w:r>
      <w:r>
        <w:t xml:space="preserve">. </w:t>
      </w:r>
      <w:r w:rsidR="0024252B" w:rsidRPr="002813C1">
        <w:t>Je veux dire</w:t>
      </w:r>
      <w:r>
        <w:t xml:space="preserve">, </w:t>
      </w:r>
      <w:r w:rsidR="0024252B" w:rsidRPr="002813C1">
        <w:t>avez-vous pensé aux toilettes que vous allez porter</w:t>
      </w:r>
      <w:r>
        <w:t xml:space="preserve"> ?… </w:t>
      </w:r>
      <w:r w:rsidR="0024252B" w:rsidRPr="002813C1">
        <w:t>C</w:t>
      </w:r>
      <w:r>
        <w:t>’</w:t>
      </w:r>
      <w:r w:rsidR="0024252B" w:rsidRPr="002813C1">
        <w:t>est important</w:t>
      </w:r>
      <w:r>
        <w:t xml:space="preserve">, </w:t>
      </w:r>
      <w:r w:rsidR="0024252B" w:rsidRPr="002813C1">
        <w:t>ma chère fille</w:t>
      </w:r>
      <w:r>
        <w:t xml:space="preserve">, </w:t>
      </w:r>
      <w:r w:rsidR="0024252B" w:rsidRPr="002813C1">
        <w:t>plus que vous ne pensez</w:t>
      </w:r>
      <w:r>
        <w:t xml:space="preserve">… </w:t>
      </w:r>
      <w:r w:rsidR="0024252B" w:rsidRPr="002813C1">
        <w:t>On fait en ce moment des costumes de crêpe</w:t>
      </w:r>
      <w:r>
        <w:t xml:space="preserve">, </w:t>
      </w:r>
      <w:r w:rsidR="0024252B" w:rsidRPr="002813C1">
        <w:t>ruches et bouillonnés</w:t>
      </w:r>
      <w:r>
        <w:t xml:space="preserve">, </w:t>
      </w:r>
      <w:r w:rsidR="0024252B" w:rsidRPr="002813C1">
        <w:t>qui sont d</w:t>
      </w:r>
      <w:r>
        <w:t>’</w:t>
      </w:r>
      <w:r w:rsidR="0024252B" w:rsidRPr="002813C1">
        <w:t>une extrême distinction</w:t>
      </w:r>
      <w:r>
        <w:t xml:space="preserve">… </w:t>
      </w:r>
      <w:r w:rsidR="0024252B" w:rsidRPr="002813C1">
        <w:t>J</w:t>
      </w:r>
      <w:r>
        <w:t>’</w:t>
      </w:r>
      <w:r w:rsidR="0024252B" w:rsidRPr="002813C1">
        <w:t>en ai vu</w:t>
      </w:r>
      <w:r>
        <w:t xml:space="preserve">, </w:t>
      </w:r>
      <w:r w:rsidR="0024252B" w:rsidRPr="002813C1">
        <w:t xml:space="preserve">surtout à la </w:t>
      </w:r>
      <w:r w:rsidR="0024252B" w:rsidRPr="002813C1">
        <w:rPr>
          <w:i/>
          <w:szCs w:val="32"/>
        </w:rPr>
        <w:t>Scabieuse</w:t>
      </w:r>
      <w:r>
        <w:t xml:space="preserve">, </w:t>
      </w:r>
      <w:r w:rsidR="0024252B" w:rsidRPr="002813C1">
        <w:t>qui vous iraient à ravir</w:t>
      </w:r>
      <w:r>
        <w:t xml:space="preserve">… </w:t>
      </w:r>
      <w:r w:rsidR="0024252B" w:rsidRPr="002813C1">
        <w:t>Après cela</w:t>
      </w:r>
      <w:r>
        <w:t xml:space="preserve">, </w:t>
      </w:r>
      <w:r w:rsidR="0024252B" w:rsidRPr="002813C1">
        <w:t>vous me direz peut-être qu</w:t>
      </w:r>
      <w:r>
        <w:t>’</w:t>
      </w:r>
      <w:r w:rsidR="0024252B" w:rsidRPr="002813C1">
        <w:t>un costume</w:t>
      </w:r>
      <w:r>
        <w:t xml:space="preserve">, </w:t>
      </w:r>
      <w:r w:rsidR="0024252B" w:rsidRPr="002813C1">
        <w:t xml:space="preserve">pour </w:t>
      </w:r>
      <w:r w:rsidR="0024252B" w:rsidRPr="002813C1">
        <w:lastRenderedPageBreak/>
        <w:t>un deuil récent</w:t>
      </w:r>
      <w:r>
        <w:t xml:space="preserve">, </w:t>
      </w:r>
      <w:r w:rsidR="0024252B" w:rsidRPr="002813C1">
        <w:t>surtout avec des bouillonnés</w:t>
      </w:r>
      <w:r>
        <w:t xml:space="preserve">, </w:t>
      </w:r>
      <w:r w:rsidR="0024252B" w:rsidRPr="002813C1">
        <w:t>est un peu risqué</w:t>
      </w:r>
      <w:r>
        <w:t xml:space="preserve">… </w:t>
      </w:r>
      <w:r w:rsidR="0024252B" w:rsidRPr="002813C1">
        <w:t>cela dépend des goûts</w:t>
      </w:r>
      <w:r>
        <w:t xml:space="preserve">… </w:t>
      </w:r>
      <w:r w:rsidR="0024252B" w:rsidRPr="002813C1">
        <w:t xml:space="preserve">La duchesse de </w:t>
      </w:r>
      <w:proofErr w:type="spellStart"/>
      <w:r w:rsidR="0024252B" w:rsidRPr="002813C1">
        <w:t>Veljo</w:t>
      </w:r>
      <w:proofErr w:type="spellEnd"/>
      <w:r w:rsidR="0024252B" w:rsidRPr="002813C1">
        <w:t xml:space="preserve"> en avait un onze jours après la mort de son mari</w:t>
      </w:r>
      <w:r>
        <w:t xml:space="preserve"> ; </w:t>
      </w:r>
      <w:r w:rsidR="0024252B" w:rsidRPr="002813C1">
        <w:t>elle laissait</w:t>
      </w:r>
      <w:r>
        <w:t xml:space="preserve">, </w:t>
      </w:r>
      <w:r w:rsidR="0024252B" w:rsidRPr="002813C1">
        <w:t>avec cela</w:t>
      </w:r>
      <w:r>
        <w:t xml:space="preserve">, </w:t>
      </w:r>
      <w:r w:rsidR="0024252B" w:rsidRPr="002813C1">
        <w:t>une partie de ses cheveux</w:t>
      </w:r>
      <w:r>
        <w:t xml:space="preserve">, </w:t>
      </w:r>
      <w:r w:rsidR="0024252B" w:rsidRPr="002813C1">
        <w:t>qui sont superbes</w:t>
      </w:r>
      <w:r>
        <w:t xml:space="preserve">, </w:t>
      </w:r>
      <w:r w:rsidR="0024252B" w:rsidRPr="002813C1">
        <w:t>tomber sur ses épaules</w:t>
      </w:r>
      <w:r>
        <w:t xml:space="preserve">, </w:t>
      </w:r>
      <w:r w:rsidR="0024252B" w:rsidRPr="002813C1">
        <w:t>à la pleureuse</w:t>
      </w:r>
      <w:r>
        <w:t xml:space="preserve">, </w:t>
      </w:r>
      <w:r w:rsidR="0024252B" w:rsidRPr="002813C1">
        <w:t>c</w:t>
      </w:r>
      <w:r>
        <w:t>’</w:t>
      </w:r>
      <w:r w:rsidR="0024252B" w:rsidRPr="002813C1">
        <w:t>était tout à fait touchant</w:t>
      </w:r>
      <w:r>
        <w:t xml:space="preserve">… </w:t>
      </w:r>
      <w:r w:rsidR="0024252B" w:rsidRPr="002813C1">
        <w:t>Elle était à croquer</w:t>
      </w:r>
      <w:r>
        <w:t> !…</w:t>
      </w:r>
    </w:p>
    <w:p w14:paraId="6B667B1D" w14:textId="77777777" w:rsidR="00B77E03" w:rsidRDefault="0024252B" w:rsidP="00B77E03">
      <w:r w:rsidRPr="002813C1">
        <w:t>Parlait-elle sincèrement</w:t>
      </w:r>
      <w:r w:rsidR="00B77E03">
        <w:t xml:space="preserve"> ?… </w:t>
      </w:r>
      <w:r w:rsidRPr="002813C1">
        <w:t>Il n</w:t>
      </w:r>
      <w:r w:rsidR="00B77E03">
        <w:t>’</w:t>
      </w:r>
      <w:r w:rsidRPr="002813C1">
        <w:t>y avait pas à en douter</w:t>
      </w:r>
      <w:r w:rsidR="00B77E03">
        <w:t xml:space="preserve">. </w:t>
      </w:r>
      <w:r w:rsidRPr="002813C1">
        <w:t>Sa figure</w:t>
      </w:r>
      <w:r w:rsidR="00B77E03">
        <w:t xml:space="preserve">, </w:t>
      </w:r>
      <w:r w:rsidRPr="002813C1">
        <w:t>toute bouffie de colère</w:t>
      </w:r>
      <w:r w:rsidR="00B77E03">
        <w:t xml:space="preserve">, </w:t>
      </w:r>
      <w:r w:rsidRPr="002813C1">
        <w:t xml:space="preserve">quand </w:t>
      </w:r>
      <w:r w:rsidR="00B77E03">
        <w:t>« </w:t>
      </w:r>
      <w:r w:rsidRPr="002813C1">
        <w:t>le général</w:t>
      </w:r>
      <w:r w:rsidR="00B77E03">
        <w:t> »</w:t>
      </w:r>
      <w:r w:rsidRPr="002813C1">
        <w:t xml:space="preserve"> s</w:t>
      </w:r>
      <w:r w:rsidR="00B77E03">
        <w:t>’</w:t>
      </w:r>
      <w:r w:rsidRPr="002813C1">
        <w:t>était avisé de demander du vin de bordeaux</w:t>
      </w:r>
      <w:r w:rsidR="00B77E03">
        <w:t xml:space="preserve">, </w:t>
      </w:r>
      <w:r w:rsidRPr="002813C1">
        <w:t>avait repris son expression habituelle</w:t>
      </w:r>
      <w:r w:rsidR="00B77E03">
        <w:t xml:space="preserve">, </w:t>
      </w:r>
      <w:r w:rsidRPr="002813C1">
        <w:t>et même s</w:t>
      </w:r>
      <w:r w:rsidR="00B77E03">
        <w:t>’</w:t>
      </w:r>
      <w:r w:rsidRPr="002813C1">
        <w:t>éclairait peu à peu</w:t>
      </w:r>
      <w:r w:rsidR="00B77E03">
        <w:t>.</w:t>
      </w:r>
    </w:p>
    <w:p w14:paraId="412B391B" w14:textId="77777777" w:rsidR="00B77E03" w:rsidRDefault="00B77E03" w:rsidP="00B77E03">
      <w:r>
        <w:t>— </w:t>
      </w:r>
      <w:r w:rsidR="0024252B" w:rsidRPr="002813C1">
        <w:t>Du reste</w:t>
      </w:r>
      <w:r>
        <w:t xml:space="preserve">, </w:t>
      </w:r>
      <w:r w:rsidR="0024252B" w:rsidRPr="002813C1">
        <w:t>chère enfant</w:t>
      </w:r>
      <w:r>
        <w:t xml:space="preserve">, </w:t>
      </w:r>
      <w:r w:rsidR="0024252B" w:rsidRPr="002813C1">
        <w:t>poursuivit-elle</w:t>
      </w:r>
      <w:r>
        <w:t xml:space="preserve">, </w:t>
      </w:r>
      <w:r w:rsidR="0024252B" w:rsidRPr="002813C1">
        <w:t>je me mets à votre disposition pour courir les magasins</w:t>
      </w:r>
      <w:r>
        <w:t xml:space="preserve">… </w:t>
      </w:r>
      <w:r w:rsidR="0024252B" w:rsidRPr="002813C1">
        <w:t>Et si vous ne tenez pas à votre couturière</w:t>
      </w:r>
      <w:r>
        <w:t xml:space="preserve">, </w:t>
      </w:r>
      <w:r w:rsidR="0024252B" w:rsidRPr="002813C1">
        <w:t>je vous conduirai chez la mienne</w:t>
      </w:r>
      <w:r>
        <w:t xml:space="preserve">, </w:t>
      </w:r>
      <w:r w:rsidR="0024252B" w:rsidRPr="002813C1">
        <w:t>qui travaille comme un ange</w:t>
      </w:r>
      <w:r>
        <w:t xml:space="preserve">… </w:t>
      </w:r>
      <w:r w:rsidR="0024252B" w:rsidRPr="002813C1">
        <w:t>Mais que je suis folle</w:t>
      </w:r>
      <w:r>
        <w:t xml:space="preserve"> ! </w:t>
      </w:r>
      <w:r w:rsidR="0024252B" w:rsidRPr="002813C1">
        <w:t xml:space="preserve">vous vous habillez certainement chez Van </w:t>
      </w:r>
      <w:proofErr w:type="spellStart"/>
      <w:r w:rsidR="0024252B" w:rsidRPr="002813C1">
        <w:t>Klopen</w:t>
      </w:r>
      <w:proofErr w:type="spellEnd"/>
      <w:r>
        <w:t xml:space="preserve">… </w:t>
      </w:r>
      <w:r w:rsidR="0024252B" w:rsidRPr="002813C1">
        <w:t>Moi</w:t>
      </w:r>
      <w:r>
        <w:t xml:space="preserve">, </w:t>
      </w:r>
      <w:r w:rsidR="0024252B" w:rsidRPr="002813C1">
        <w:t>je prends peu chez lui</w:t>
      </w:r>
      <w:r>
        <w:t xml:space="preserve">, </w:t>
      </w:r>
      <w:r w:rsidR="0024252B" w:rsidRPr="002813C1">
        <w:t>et seulement dans les grandes occasions</w:t>
      </w:r>
      <w:r>
        <w:t xml:space="preserve">. </w:t>
      </w:r>
      <w:r w:rsidR="0024252B" w:rsidRPr="002813C1">
        <w:t>Entre nous</w:t>
      </w:r>
      <w:r>
        <w:t xml:space="preserve">, </w:t>
      </w:r>
      <w:r w:rsidR="0024252B" w:rsidRPr="002813C1">
        <w:t>je le trouve un peu cher</w:t>
      </w:r>
      <w:r>
        <w:t>…</w:t>
      </w:r>
    </w:p>
    <w:p w14:paraId="0B7CD8CD" w14:textId="2665CD64" w:rsidR="00B77E03" w:rsidRDefault="0024252B" w:rsidP="00B77E03">
      <w:r w:rsidRPr="002813C1">
        <w:t>Ce n</w:t>
      </w:r>
      <w:r w:rsidR="00B77E03">
        <w:t>’</w:t>
      </w:r>
      <w:r w:rsidRPr="002813C1">
        <w:t xml:space="preserve">est pas sans quelque peine que </w:t>
      </w:r>
      <w:r w:rsidR="00B77E03">
        <w:t>M</w:t>
      </w:r>
      <w:r w:rsidR="00B77E03" w:rsidRPr="00B77E03">
        <w:rPr>
          <w:vertAlign w:val="superscript"/>
        </w:rPr>
        <w:t>lle</w:t>
      </w:r>
      <w:r w:rsidR="00B77E03">
        <w:t> </w:t>
      </w:r>
      <w:r w:rsidRPr="002813C1">
        <w:t>Marguerite dissimulait un sourire</w:t>
      </w:r>
      <w:r w:rsidR="00B77E03">
        <w:t>.</w:t>
      </w:r>
    </w:p>
    <w:p w14:paraId="45F78032" w14:textId="77777777" w:rsidR="00B77E03" w:rsidRDefault="00B77E03" w:rsidP="00B77E03">
      <w:r>
        <w:t>— </w:t>
      </w:r>
      <w:r w:rsidR="0024252B" w:rsidRPr="002813C1">
        <w:t>Je dois vous avouer</w:t>
      </w:r>
      <w:r>
        <w:t xml:space="preserve">, </w:t>
      </w:r>
      <w:r w:rsidR="0024252B" w:rsidRPr="002813C1">
        <w:t>madame</w:t>
      </w:r>
      <w:r>
        <w:t xml:space="preserve">, </w:t>
      </w:r>
      <w:r w:rsidR="0024252B" w:rsidRPr="002813C1">
        <w:t>répondit-elle</w:t>
      </w:r>
      <w:r>
        <w:t xml:space="preserve">, </w:t>
      </w:r>
      <w:r w:rsidR="0024252B" w:rsidRPr="002813C1">
        <w:t>que j</w:t>
      </w:r>
      <w:r>
        <w:t>’</w:t>
      </w:r>
      <w:r w:rsidR="0024252B" w:rsidRPr="002813C1">
        <w:t>ai gardé de mon enfance l</w:t>
      </w:r>
      <w:r>
        <w:t>’</w:t>
      </w:r>
      <w:r w:rsidR="0024252B" w:rsidRPr="002813C1">
        <w:t>habitude de faire presque toutes mes robes moi-même</w:t>
      </w:r>
      <w:r>
        <w:t>.</w:t>
      </w:r>
    </w:p>
    <w:p w14:paraId="21B2F4C0" w14:textId="77777777" w:rsidR="00B77E03" w:rsidRDefault="00B77E03" w:rsidP="00B77E03">
      <w:r>
        <w:t>« </w:t>
      </w:r>
      <w:r w:rsidR="0024252B" w:rsidRPr="002813C1">
        <w:t>La générale</w:t>
      </w:r>
      <w:r>
        <w:t> »</w:t>
      </w:r>
      <w:r w:rsidR="0024252B" w:rsidRPr="002813C1">
        <w:t xml:space="preserve"> leva les bras au ciel</w:t>
      </w:r>
      <w:r>
        <w:t>.</w:t>
      </w:r>
    </w:p>
    <w:p w14:paraId="429C5667" w14:textId="5FD4DD5D" w:rsidR="00B77E03" w:rsidRDefault="00B77E03" w:rsidP="00B77E03">
      <w:r>
        <w:t>— </w:t>
      </w:r>
      <w:r w:rsidR="0024252B" w:rsidRPr="002813C1">
        <w:t>Vous-même</w:t>
      </w:r>
      <w:r>
        <w:t xml:space="preserve"> !… </w:t>
      </w:r>
      <w:r w:rsidR="0024252B" w:rsidRPr="002813C1">
        <w:t>répéta-t-elle plusieurs fois</w:t>
      </w:r>
      <w:r>
        <w:t xml:space="preserve">, </w:t>
      </w:r>
      <w:r w:rsidR="0024252B" w:rsidRPr="002813C1">
        <w:t>comme pour se bien convaincre qu</w:t>
      </w:r>
      <w:r>
        <w:t>’</w:t>
      </w:r>
      <w:r w:rsidR="0024252B" w:rsidRPr="002813C1">
        <w:t>elle n</w:t>
      </w:r>
      <w:r>
        <w:t>’</w:t>
      </w:r>
      <w:r w:rsidR="0024252B" w:rsidRPr="002813C1">
        <w:t>avait pas mal entendu</w:t>
      </w:r>
      <w:r>
        <w:t xml:space="preserve">, </w:t>
      </w:r>
      <w:r w:rsidR="0024252B" w:rsidRPr="002813C1">
        <w:t>vous-même</w:t>
      </w:r>
      <w:r>
        <w:t xml:space="preserve"> !… </w:t>
      </w:r>
      <w:r w:rsidR="0024252B" w:rsidRPr="002813C1">
        <w:t>C</w:t>
      </w:r>
      <w:r>
        <w:t>’</w:t>
      </w:r>
      <w:r w:rsidR="0024252B" w:rsidRPr="002813C1">
        <w:t>est incompréhensible</w:t>
      </w:r>
      <w:r>
        <w:t xml:space="preserve">… </w:t>
      </w:r>
      <w:r w:rsidR="0024252B" w:rsidRPr="002813C1">
        <w:t>Comment</w:t>
      </w:r>
      <w:r>
        <w:t xml:space="preserve">, </w:t>
      </w:r>
      <w:r w:rsidR="0024252B" w:rsidRPr="002813C1">
        <w:t>vous</w:t>
      </w:r>
      <w:r>
        <w:t xml:space="preserve">, </w:t>
      </w:r>
      <w:r w:rsidR="0024252B" w:rsidRPr="002813C1">
        <w:t>la fille d</w:t>
      </w:r>
      <w:r>
        <w:t>’</w:t>
      </w:r>
      <w:r w:rsidR="0024252B" w:rsidRPr="002813C1">
        <w:t>un homme qui possédait cinq ou six cent mille livres de rentes</w:t>
      </w:r>
      <w:r>
        <w:t xml:space="preserve"> !… </w:t>
      </w:r>
      <w:r w:rsidR="0024252B" w:rsidRPr="002813C1">
        <w:t>Après cela</w:t>
      </w:r>
      <w:r>
        <w:t xml:space="preserve">, </w:t>
      </w:r>
      <w:r w:rsidR="0024252B" w:rsidRPr="002813C1">
        <w:t>je sais bien</w:t>
      </w:r>
      <w:r>
        <w:t xml:space="preserve">, </w:t>
      </w:r>
      <w:r w:rsidR="0024252B" w:rsidRPr="002813C1">
        <w:t xml:space="preserve">ce pauvre </w:t>
      </w:r>
      <w:r>
        <w:t>M. de </w:t>
      </w:r>
      <w:proofErr w:type="spellStart"/>
      <w:r w:rsidR="0024252B" w:rsidRPr="002813C1">
        <w:t>Chalusse</w:t>
      </w:r>
      <w:proofErr w:type="spellEnd"/>
      <w:r w:rsidR="0024252B" w:rsidRPr="002813C1">
        <w:t xml:space="preserve"> était certes un digne et excellent homme</w:t>
      </w:r>
      <w:r>
        <w:t xml:space="preserve">, </w:t>
      </w:r>
      <w:r w:rsidR="0024252B" w:rsidRPr="002813C1">
        <w:t>mais il avait des idées étranges</w:t>
      </w:r>
      <w:r>
        <w:t xml:space="preserve">, </w:t>
      </w:r>
      <w:r w:rsidR="0024252B" w:rsidRPr="002813C1">
        <w:t>bizarres</w:t>
      </w:r>
      <w:r>
        <w:t>…</w:t>
      </w:r>
    </w:p>
    <w:p w14:paraId="0AF4CF31" w14:textId="77777777" w:rsidR="00B77E03" w:rsidRDefault="00B77E03" w:rsidP="00B77E03">
      <w:r>
        <w:lastRenderedPageBreak/>
        <w:t>— </w:t>
      </w:r>
      <w:r w:rsidR="0024252B" w:rsidRPr="002813C1">
        <w:t>Excusez-moi</w:t>
      </w:r>
      <w:r>
        <w:t xml:space="preserve">, </w:t>
      </w:r>
      <w:r w:rsidR="0024252B" w:rsidRPr="002813C1">
        <w:t>madame</w:t>
      </w:r>
      <w:r>
        <w:t xml:space="preserve">, </w:t>
      </w:r>
      <w:r w:rsidR="0024252B" w:rsidRPr="002813C1">
        <w:t>ce que j</w:t>
      </w:r>
      <w:r>
        <w:t>’</w:t>
      </w:r>
      <w:r w:rsidR="0024252B" w:rsidRPr="002813C1">
        <w:t>en faisais était pour mon plaisir</w:t>
      </w:r>
      <w:r>
        <w:t>…</w:t>
      </w:r>
    </w:p>
    <w:p w14:paraId="35D6D242" w14:textId="5E97ED22" w:rsidR="00B77E03" w:rsidRDefault="0024252B" w:rsidP="00B77E03">
      <w:r w:rsidRPr="002813C1">
        <w:t>Voilà ce qui dépassait l</w:t>
      </w:r>
      <w:r w:rsidR="00B77E03">
        <w:t>’</w:t>
      </w:r>
      <w:r w:rsidRPr="002813C1">
        <w:t xml:space="preserve">entendement de </w:t>
      </w:r>
      <w:r w:rsidR="00B77E03">
        <w:t>M</w:t>
      </w:r>
      <w:r w:rsidR="00B77E03" w:rsidRPr="00B77E03">
        <w:rPr>
          <w:vertAlign w:val="superscript"/>
        </w:rPr>
        <w:t>me</w:t>
      </w:r>
      <w:r w:rsidR="00B77E03">
        <w:t> de </w:t>
      </w:r>
      <w:proofErr w:type="spellStart"/>
      <w:r w:rsidRPr="002813C1">
        <w:t>Fondège</w:t>
      </w:r>
      <w:proofErr w:type="spellEnd"/>
      <w:r w:rsidR="00B77E03">
        <w:t>.</w:t>
      </w:r>
    </w:p>
    <w:p w14:paraId="5CF2C876" w14:textId="77777777" w:rsidR="00B77E03" w:rsidRDefault="00B77E03" w:rsidP="00B77E03">
      <w:r>
        <w:t>— </w:t>
      </w:r>
      <w:r w:rsidR="0024252B" w:rsidRPr="002813C1">
        <w:t>Incroyable</w:t>
      </w:r>
      <w:r>
        <w:t xml:space="preserve"> ! </w:t>
      </w:r>
      <w:r w:rsidR="0024252B" w:rsidRPr="002813C1">
        <w:t>murmurait-elle</w:t>
      </w:r>
      <w:r>
        <w:t xml:space="preserve">, </w:t>
      </w:r>
      <w:r w:rsidR="0024252B" w:rsidRPr="002813C1">
        <w:t>invraisemblable</w:t>
      </w:r>
      <w:r>
        <w:t xml:space="preserve"> !… </w:t>
      </w:r>
      <w:r w:rsidR="0024252B" w:rsidRPr="002813C1">
        <w:t>Mais pour les modes</w:t>
      </w:r>
      <w:r>
        <w:t xml:space="preserve">, </w:t>
      </w:r>
      <w:r w:rsidR="0024252B" w:rsidRPr="002813C1">
        <w:t>malheureuse enfant</w:t>
      </w:r>
      <w:r>
        <w:t xml:space="preserve"> ; </w:t>
      </w:r>
      <w:r w:rsidR="0024252B" w:rsidRPr="002813C1">
        <w:t>pour les modes</w:t>
      </w:r>
      <w:r>
        <w:t xml:space="preserve">, </w:t>
      </w:r>
      <w:r w:rsidR="0024252B" w:rsidRPr="002813C1">
        <w:t>comment faisiez-vous</w:t>
      </w:r>
      <w:r>
        <w:t> !…</w:t>
      </w:r>
    </w:p>
    <w:p w14:paraId="706E0220" w14:textId="11C80F15" w:rsidR="00B77E03" w:rsidRDefault="0024252B" w:rsidP="00B77E03">
      <w:r w:rsidRPr="002813C1">
        <w:t>L</w:t>
      </w:r>
      <w:r w:rsidR="00B77E03">
        <w:t>’</w:t>
      </w:r>
      <w:r w:rsidRPr="002813C1">
        <w:t>énorme importance qu</w:t>
      </w:r>
      <w:r w:rsidR="00B77E03">
        <w:t>’</w:t>
      </w:r>
      <w:r w:rsidRPr="002813C1">
        <w:t xml:space="preserve">elle attachait à cela était si manifeste que </w:t>
      </w:r>
      <w:r w:rsidR="00B77E03">
        <w:t>M</w:t>
      </w:r>
      <w:r w:rsidR="00B77E03" w:rsidRPr="00B77E03">
        <w:rPr>
          <w:vertAlign w:val="superscript"/>
        </w:rPr>
        <w:t>lle</w:t>
      </w:r>
      <w:r w:rsidR="00B77E03">
        <w:t> </w:t>
      </w:r>
      <w:r w:rsidRPr="002813C1">
        <w:t>Marguerite ne put tenir son sérieux</w:t>
      </w:r>
      <w:r w:rsidR="00B77E03">
        <w:t> :</w:t>
      </w:r>
    </w:p>
    <w:p w14:paraId="10936848" w14:textId="77777777" w:rsidR="00B77E03" w:rsidRDefault="00B77E03" w:rsidP="00B77E03">
      <w:r>
        <w:t>— </w:t>
      </w:r>
      <w:r w:rsidR="0024252B" w:rsidRPr="002813C1">
        <w:t>Probablement</w:t>
      </w:r>
      <w:r>
        <w:t xml:space="preserve">, </w:t>
      </w:r>
      <w:r w:rsidR="0024252B" w:rsidRPr="002813C1">
        <w:t>répondit-elle</w:t>
      </w:r>
      <w:r>
        <w:t xml:space="preserve">, </w:t>
      </w:r>
      <w:r w:rsidR="0024252B" w:rsidRPr="002813C1">
        <w:t>je ne suivais la mode que de fort loin</w:t>
      </w:r>
      <w:r>
        <w:t xml:space="preserve">… </w:t>
      </w:r>
      <w:r w:rsidR="0024252B" w:rsidRPr="002813C1">
        <w:t>Ainsi</w:t>
      </w:r>
      <w:r>
        <w:t xml:space="preserve">, </w:t>
      </w:r>
      <w:r w:rsidR="0024252B" w:rsidRPr="002813C1">
        <w:t>la robe que je porte en ce moment</w:t>
      </w:r>
      <w:r>
        <w:t>…</w:t>
      </w:r>
    </w:p>
    <w:p w14:paraId="6232A1D2" w14:textId="77777777" w:rsidR="00B77E03" w:rsidRDefault="00B77E03" w:rsidP="00B77E03">
      <w:r>
        <w:t>— </w:t>
      </w:r>
      <w:r w:rsidR="0024252B" w:rsidRPr="002813C1">
        <w:t>Est ravissante</w:t>
      </w:r>
      <w:r>
        <w:t xml:space="preserve">, </w:t>
      </w:r>
      <w:r w:rsidR="0024252B" w:rsidRPr="002813C1">
        <w:t>mon enfant</w:t>
      </w:r>
      <w:r>
        <w:t xml:space="preserve">, </w:t>
      </w:r>
      <w:r w:rsidR="0024252B" w:rsidRPr="002813C1">
        <w:t>et vous va divinement</w:t>
      </w:r>
      <w:r>
        <w:t xml:space="preserve">, </w:t>
      </w:r>
      <w:r w:rsidR="0024252B" w:rsidRPr="002813C1">
        <w:t>c</w:t>
      </w:r>
      <w:r>
        <w:t>’</w:t>
      </w:r>
      <w:r w:rsidR="0024252B" w:rsidRPr="002813C1">
        <w:t>est la vérité</w:t>
      </w:r>
      <w:r>
        <w:t xml:space="preserve">… </w:t>
      </w:r>
      <w:r w:rsidR="0024252B" w:rsidRPr="002813C1">
        <w:t>Seulement</w:t>
      </w:r>
      <w:r>
        <w:t xml:space="preserve">, </w:t>
      </w:r>
      <w:r w:rsidR="0024252B" w:rsidRPr="002813C1">
        <w:t>pour être franche</w:t>
      </w:r>
      <w:r>
        <w:t xml:space="preserve">, </w:t>
      </w:r>
      <w:r w:rsidR="0024252B" w:rsidRPr="002813C1">
        <w:t>je vous dirai que cela ne se porte plus</w:t>
      </w:r>
      <w:r>
        <w:t xml:space="preserve">, </w:t>
      </w:r>
      <w:r w:rsidR="0024252B" w:rsidRPr="002813C1">
        <w:t>oh</w:t>
      </w:r>
      <w:r>
        <w:t xml:space="preserve"> ! </w:t>
      </w:r>
      <w:r w:rsidR="0024252B" w:rsidRPr="002813C1">
        <w:t>mais plus du tout</w:t>
      </w:r>
      <w:r>
        <w:t xml:space="preserve">… </w:t>
      </w:r>
      <w:r w:rsidR="0024252B" w:rsidRPr="002813C1">
        <w:t>Aussi ferons-nous faire tout autrement les robes que vous allez vous acheter</w:t>
      </w:r>
      <w:r>
        <w:t>…</w:t>
      </w:r>
    </w:p>
    <w:p w14:paraId="28036D05" w14:textId="77777777" w:rsidR="00B77E03" w:rsidRDefault="00B77E03" w:rsidP="00B77E03">
      <w:r>
        <w:t>— </w:t>
      </w:r>
      <w:r w:rsidR="0024252B" w:rsidRPr="002813C1">
        <w:t>Mais j</w:t>
      </w:r>
      <w:r>
        <w:t>’</w:t>
      </w:r>
      <w:r w:rsidR="0024252B" w:rsidRPr="002813C1">
        <w:t>en ai plus qu</w:t>
      </w:r>
      <w:r>
        <w:t>’</w:t>
      </w:r>
      <w:r w:rsidR="0024252B" w:rsidRPr="002813C1">
        <w:t>il ne m</w:t>
      </w:r>
      <w:r>
        <w:t>’</w:t>
      </w:r>
      <w:r w:rsidR="0024252B" w:rsidRPr="002813C1">
        <w:t>en faut</w:t>
      </w:r>
      <w:r>
        <w:t xml:space="preserve">, </w:t>
      </w:r>
      <w:r w:rsidR="0024252B" w:rsidRPr="002813C1">
        <w:t>madame</w:t>
      </w:r>
      <w:r>
        <w:t>.</w:t>
      </w:r>
    </w:p>
    <w:p w14:paraId="34729CB1" w14:textId="77777777" w:rsidR="00B77E03" w:rsidRDefault="00B77E03" w:rsidP="00B77E03">
      <w:r>
        <w:t>— </w:t>
      </w:r>
      <w:r w:rsidR="0024252B" w:rsidRPr="002813C1">
        <w:t>Noires</w:t>
      </w:r>
      <w:r>
        <w:t> ?…</w:t>
      </w:r>
    </w:p>
    <w:p w14:paraId="00C58760" w14:textId="77777777" w:rsidR="00B77E03" w:rsidRDefault="00B77E03" w:rsidP="00B77E03">
      <w:r>
        <w:t>— </w:t>
      </w:r>
      <w:r w:rsidR="0024252B" w:rsidRPr="002813C1">
        <w:t>Je porte presque toujours du noir</w:t>
      </w:r>
      <w:r>
        <w:t>…</w:t>
      </w:r>
    </w:p>
    <w:p w14:paraId="1F4B2A26" w14:textId="77777777" w:rsidR="00B77E03" w:rsidRDefault="0024252B" w:rsidP="00B77E03">
      <w:r w:rsidRPr="002813C1">
        <w:t>Jamais</w:t>
      </w:r>
      <w:r w:rsidR="00B77E03">
        <w:t xml:space="preserve">, </w:t>
      </w:r>
      <w:r w:rsidRPr="002813C1">
        <w:t>évidemment</w:t>
      </w:r>
      <w:r w:rsidR="00B77E03">
        <w:t>, « </w:t>
      </w:r>
      <w:r w:rsidRPr="002813C1">
        <w:t>la générale</w:t>
      </w:r>
      <w:r w:rsidR="00B77E03">
        <w:t> »</w:t>
      </w:r>
      <w:r w:rsidRPr="002813C1">
        <w:t xml:space="preserve"> n</w:t>
      </w:r>
      <w:r w:rsidR="00B77E03">
        <w:t>’</w:t>
      </w:r>
      <w:r w:rsidRPr="002813C1">
        <w:t>avait rien ouï de pareil</w:t>
      </w:r>
      <w:r w:rsidR="00B77E03">
        <w:t>.</w:t>
      </w:r>
    </w:p>
    <w:p w14:paraId="16B3DE40" w14:textId="77777777" w:rsidR="00B77E03" w:rsidRDefault="00B77E03" w:rsidP="00B77E03">
      <w:r>
        <w:t>— </w:t>
      </w:r>
      <w:r w:rsidR="0024252B" w:rsidRPr="002813C1">
        <w:t>Soit</w:t>
      </w:r>
      <w:r>
        <w:t xml:space="preserve">, </w:t>
      </w:r>
      <w:r w:rsidR="0024252B" w:rsidRPr="002813C1">
        <w:t>dit-elle</w:t>
      </w:r>
      <w:r>
        <w:t xml:space="preserve">, </w:t>
      </w:r>
      <w:r w:rsidR="0024252B" w:rsidRPr="002813C1">
        <w:t>cela ira à la rigueur pour vos premiers mois de deuil</w:t>
      </w:r>
      <w:r>
        <w:t xml:space="preserve">… </w:t>
      </w:r>
      <w:r w:rsidR="0024252B" w:rsidRPr="002813C1">
        <w:t>mais après</w:t>
      </w:r>
      <w:r>
        <w:t xml:space="preserve"> ? </w:t>
      </w:r>
      <w:r w:rsidR="0024252B" w:rsidRPr="002813C1">
        <w:t>Pensez-vous</w:t>
      </w:r>
      <w:r>
        <w:t xml:space="preserve">, </w:t>
      </w:r>
      <w:r w:rsidR="0024252B" w:rsidRPr="002813C1">
        <w:t>pauvre mignonne</w:t>
      </w:r>
      <w:r>
        <w:t xml:space="preserve">, </w:t>
      </w:r>
      <w:r w:rsidR="0024252B" w:rsidRPr="002813C1">
        <w:t>que je vous laisserai vous cloîtrer comme au temps où vous viviez à l</w:t>
      </w:r>
      <w:r>
        <w:t>’</w:t>
      </w:r>
      <w:r w:rsidR="0024252B" w:rsidRPr="002813C1">
        <w:t xml:space="preserve">hôtel de </w:t>
      </w:r>
      <w:proofErr w:type="spellStart"/>
      <w:r w:rsidR="0024252B" w:rsidRPr="002813C1">
        <w:t>Chalusse</w:t>
      </w:r>
      <w:proofErr w:type="spellEnd"/>
      <w:r>
        <w:t xml:space="preserve"> ?… </w:t>
      </w:r>
      <w:r w:rsidR="0024252B" w:rsidRPr="002813C1">
        <w:t>Mon Dieu</w:t>
      </w:r>
      <w:r>
        <w:t xml:space="preserve"> !… </w:t>
      </w:r>
      <w:r w:rsidR="0024252B" w:rsidRPr="002813C1">
        <w:t>avez-vous dû vous ennuyer dans cette grande maison</w:t>
      </w:r>
      <w:r>
        <w:t xml:space="preserve">, </w:t>
      </w:r>
      <w:r w:rsidR="0024252B" w:rsidRPr="002813C1">
        <w:t>seule</w:t>
      </w:r>
      <w:r>
        <w:t xml:space="preserve">, </w:t>
      </w:r>
      <w:r w:rsidR="0024252B" w:rsidRPr="002813C1">
        <w:t>sans société</w:t>
      </w:r>
      <w:r>
        <w:t xml:space="preserve">, </w:t>
      </w:r>
      <w:r w:rsidR="0024252B" w:rsidRPr="002813C1">
        <w:t>sans amis</w:t>
      </w:r>
      <w:r>
        <w:t>…</w:t>
      </w:r>
    </w:p>
    <w:p w14:paraId="042FD0B8" w14:textId="438E26D2" w:rsidR="00B77E03" w:rsidRDefault="0024252B" w:rsidP="00B77E03">
      <w:r w:rsidRPr="002813C1">
        <w:t xml:space="preserve">Une larme trembla entre les cils de </w:t>
      </w:r>
      <w:r w:rsidR="00B77E03">
        <w:t>M</w:t>
      </w:r>
      <w:r w:rsidR="00B77E03" w:rsidRPr="00B77E03">
        <w:rPr>
          <w:vertAlign w:val="superscript"/>
        </w:rPr>
        <w:t>lle</w:t>
      </w:r>
      <w:r w:rsidR="00B77E03">
        <w:t> </w:t>
      </w:r>
      <w:r w:rsidRPr="002813C1">
        <w:t>Marguerite</w:t>
      </w:r>
      <w:r w:rsidR="00B77E03">
        <w:t>.</w:t>
      </w:r>
    </w:p>
    <w:p w14:paraId="3BEF0A3B" w14:textId="77777777" w:rsidR="00B77E03" w:rsidRDefault="00B77E03" w:rsidP="00B77E03">
      <w:r>
        <w:lastRenderedPageBreak/>
        <w:t>— </w:t>
      </w:r>
      <w:r w:rsidR="0024252B" w:rsidRPr="002813C1">
        <w:t>J</w:t>
      </w:r>
      <w:r>
        <w:t>’</w:t>
      </w:r>
      <w:r w:rsidR="0024252B" w:rsidRPr="002813C1">
        <w:t>étais heureuse en ce temps-là</w:t>
      </w:r>
      <w:r>
        <w:t xml:space="preserve">, </w:t>
      </w:r>
      <w:r w:rsidR="0024252B" w:rsidRPr="002813C1">
        <w:t>madame</w:t>
      </w:r>
      <w:r>
        <w:t xml:space="preserve">, </w:t>
      </w:r>
      <w:r w:rsidR="0024252B" w:rsidRPr="002813C1">
        <w:t>murmura-t-elle</w:t>
      </w:r>
      <w:r>
        <w:t>…</w:t>
      </w:r>
    </w:p>
    <w:p w14:paraId="26B1B43C" w14:textId="37002A4A" w:rsidR="00B77E03" w:rsidRDefault="00B77E03" w:rsidP="00B77E03">
      <w:r>
        <w:t>— </w:t>
      </w:r>
      <w:r w:rsidR="0024252B" w:rsidRPr="002813C1">
        <w:t>À ce que vous croyez</w:t>
      </w:r>
      <w:r>
        <w:t xml:space="preserve"> !… </w:t>
      </w:r>
      <w:r w:rsidR="0024252B" w:rsidRPr="002813C1">
        <w:t>Vous reviendrez de cette erreur</w:t>
      </w:r>
      <w:r>
        <w:t xml:space="preserve">… </w:t>
      </w:r>
      <w:r w:rsidR="0024252B" w:rsidRPr="002813C1">
        <w:t>Quand on ignore absolument ce qu</w:t>
      </w:r>
      <w:r>
        <w:t>’</w:t>
      </w:r>
      <w:r w:rsidR="0024252B" w:rsidRPr="002813C1">
        <w:t>est le plaisir</w:t>
      </w:r>
      <w:r>
        <w:t xml:space="preserve">, </w:t>
      </w:r>
      <w:r w:rsidR="0024252B" w:rsidRPr="002813C1">
        <w:t>on ne se rend pas compte de l</w:t>
      </w:r>
      <w:r>
        <w:t>’</w:t>
      </w:r>
      <w:r w:rsidR="0024252B" w:rsidRPr="002813C1">
        <w:t>ennui qu</w:t>
      </w:r>
      <w:r>
        <w:t>’</w:t>
      </w:r>
      <w:r w:rsidR="0024252B" w:rsidRPr="002813C1">
        <w:t>on éprouve</w:t>
      </w:r>
      <w:r>
        <w:t xml:space="preserve">… </w:t>
      </w:r>
      <w:r w:rsidR="0024252B" w:rsidRPr="002813C1">
        <w:t>Je suis sûre que</w:t>
      </w:r>
      <w:r>
        <w:t xml:space="preserve">, </w:t>
      </w:r>
      <w:r w:rsidR="0024252B" w:rsidRPr="002813C1">
        <w:t>sans vous en douter</w:t>
      </w:r>
      <w:r>
        <w:t xml:space="preserve">, </w:t>
      </w:r>
      <w:r w:rsidR="0024252B" w:rsidRPr="002813C1">
        <w:t xml:space="preserve">vous avez été très-malheureuse près de </w:t>
      </w:r>
      <w:r>
        <w:t>M. de </w:t>
      </w:r>
      <w:proofErr w:type="spellStart"/>
      <w:r w:rsidR="0024252B" w:rsidRPr="002813C1">
        <w:t>Chalusse</w:t>
      </w:r>
      <w:proofErr w:type="spellEnd"/>
      <w:r>
        <w:t>.</w:t>
      </w:r>
    </w:p>
    <w:p w14:paraId="0F828CBA" w14:textId="77777777" w:rsidR="00B77E03" w:rsidRDefault="00B77E03" w:rsidP="00B77E03">
      <w:r>
        <w:t>— </w:t>
      </w:r>
      <w:r w:rsidR="0024252B" w:rsidRPr="002813C1">
        <w:t>Oh</w:t>
      </w:r>
      <w:r>
        <w:t xml:space="preserve"> ! </w:t>
      </w:r>
      <w:r w:rsidR="0024252B" w:rsidRPr="002813C1">
        <w:t>madame</w:t>
      </w:r>
      <w:r>
        <w:t>…</w:t>
      </w:r>
    </w:p>
    <w:p w14:paraId="01998F9D" w14:textId="77777777" w:rsidR="00B77E03" w:rsidRDefault="00B77E03" w:rsidP="00B77E03">
      <w:r>
        <w:t>— </w:t>
      </w:r>
      <w:r w:rsidR="0024252B" w:rsidRPr="002813C1">
        <w:t>Chut</w:t>
      </w:r>
      <w:r>
        <w:t xml:space="preserve">, </w:t>
      </w:r>
      <w:r w:rsidR="0024252B" w:rsidRPr="002813C1">
        <w:t>chut</w:t>
      </w:r>
      <w:r>
        <w:t xml:space="preserve"> !… </w:t>
      </w:r>
      <w:r w:rsidR="0024252B" w:rsidRPr="002813C1">
        <w:t>je sais ce que je dis</w:t>
      </w:r>
      <w:r>
        <w:t xml:space="preserve">… </w:t>
      </w:r>
      <w:r w:rsidR="0024252B" w:rsidRPr="002813C1">
        <w:t>Attendez que je vous aie présentée dans le monde</w:t>
      </w:r>
      <w:r>
        <w:t xml:space="preserve">, </w:t>
      </w:r>
      <w:r w:rsidR="0024252B" w:rsidRPr="002813C1">
        <w:t>avant de me vanter votre solitude</w:t>
      </w:r>
      <w:r>
        <w:t xml:space="preserve">… </w:t>
      </w:r>
      <w:r w:rsidR="0024252B" w:rsidRPr="002813C1">
        <w:t>Pauvre mignonne</w:t>
      </w:r>
      <w:r>
        <w:t xml:space="preserve"> !… </w:t>
      </w:r>
      <w:r w:rsidR="0024252B" w:rsidRPr="002813C1">
        <w:t>Je parierais qu</w:t>
      </w:r>
      <w:r>
        <w:t>’</w:t>
      </w:r>
      <w:r w:rsidR="0024252B" w:rsidRPr="002813C1">
        <w:t>elle ne sait pas ce que c</w:t>
      </w:r>
      <w:r>
        <w:t>’</w:t>
      </w:r>
      <w:r w:rsidR="0024252B" w:rsidRPr="002813C1">
        <w:t>est qu</w:t>
      </w:r>
      <w:r>
        <w:t>’</w:t>
      </w:r>
      <w:r w:rsidR="0024252B" w:rsidRPr="002813C1">
        <w:t>un bal</w:t>
      </w:r>
      <w:r>
        <w:t xml:space="preserve"> ? </w:t>
      </w:r>
      <w:r w:rsidR="0024252B" w:rsidRPr="002813C1">
        <w:t>Non</w:t>
      </w:r>
      <w:r>
        <w:t xml:space="preserve"> !… </w:t>
      </w:r>
      <w:r w:rsidR="0024252B" w:rsidRPr="002813C1">
        <w:t>J</w:t>
      </w:r>
      <w:r>
        <w:t>’</w:t>
      </w:r>
      <w:r w:rsidR="0024252B" w:rsidRPr="002813C1">
        <w:t>en étais sûre</w:t>
      </w:r>
      <w:r>
        <w:t xml:space="preserve">… </w:t>
      </w:r>
      <w:r w:rsidR="0024252B" w:rsidRPr="002813C1">
        <w:t>et elle a vingt ans</w:t>
      </w:r>
      <w:r>
        <w:t xml:space="preserve"> !… </w:t>
      </w:r>
      <w:r w:rsidR="0024252B" w:rsidRPr="002813C1">
        <w:t>Heureusement je suis là</w:t>
      </w:r>
      <w:r>
        <w:t xml:space="preserve">, </w:t>
      </w:r>
      <w:r w:rsidR="0024252B" w:rsidRPr="002813C1">
        <w:t>moi</w:t>
      </w:r>
      <w:r>
        <w:t xml:space="preserve">, </w:t>
      </w:r>
      <w:r w:rsidR="0024252B" w:rsidRPr="002813C1">
        <w:t>et je saurai remplacer votre mère</w:t>
      </w:r>
      <w:r>
        <w:t xml:space="preserve">, </w:t>
      </w:r>
      <w:r w:rsidR="0024252B" w:rsidRPr="002813C1">
        <w:t>et nous rattraperons le temps perdu</w:t>
      </w:r>
      <w:r>
        <w:t xml:space="preserve"> !… </w:t>
      </w:r>
      <w:r w:rsidR="0024252B" w:rsidRPr="002813C1">
        <w:t>Belle comme vous l</w:t>
      </w:r>
      <w:r>
        <w:t>’</w:t>
      </w:r>
      <w:r w:rsidR="0024252B" w:rsidRPr="002813C1">
        <w:t>êtes</w:t>
      </w:r>
      <w:r>
        <w:t xml:space="preserve">, </w:t>
      </w:r>
      <w:r w:rsidR="0024252B" w:rsidRPr="002813C1">
        <w:t>mon enfant</w:t>
      </w:r>
      <w:r>
        <w:t xml:space="preserve">, </w:t>
      </w:r>
      <w:r w:rsidR="0024252B" w:rsidRPr="002813C1">
        <w:t>car vous êtes divinement belle</w:t>
      </w:r>
      <w:r>
        <w:t xml:space="preserve">, </w:t>
      </w:r>
      <w:r w:rsidR="0024252B" w:rsidRPr="002813C1">
        <w:t>vous serez la reine partout où vous paraîtrez</w:t>
      </w:r>
      <w:r>
        <w:t xml:space="preserve">… </w:t>
      </w:r>
      <w:r w:rsidR="0024252B" w:rsidRPr="002813C1">
        <w:t>Voyons</w:t>
      </w:r>
      <w:r>
        <w:t xml:space="preserve">, </w:t>
      </w:r>
      <w:r w:rsidR="0024252B" w:rsidRPr="002813C1">
        <w:t>est-ce que cette idée ne fait pas battre ce petit cœur si froid</w:t>
      </w:r>
      <w:r>
        <w:t xml:space="preserve"> ? </w:t>
      </w:r>
      <w:r w:rsidR="0024252B" w:rsidRPr="002813C1">
        <w:t>Ah</w:t>
      </w:r>
      <w:r>
        <w:t xml:space="preserve"> ! </w:t>
      </w:r>
      <w:r w:rsidR="0024252B" w:rsidRPr="002813C1">
        <w:t>le mouvement</w:t>
      </w:r>
      <w:r>
        <w:t xml:space="preserve">, </w:t>
      </w:r>
      <w:r w:rsidR="0024252B" w:rsidRPr="002813C1">
        <w:t>les fêtes</w:t>
      </w:r>
      <w:r>
        <w:t xml:space="preserve">, </w:t>
      </w:r>
      <w:r w:rsidR="0024252B" w:rsidRPr="002813C1">
        <w:t>le bruit</w:t>
      </w:r>
      <w:r>
        <w:t xml:space="preserve">, </w:t>
      </w:r>
      <w:r w:rsidR="0024252B" w:rsidRPr="002813C1">
        <w:t>les toilettes merveilleuses</w:t>
      </w:r>
      <w:r>
        <w:t xml:space="preserve">, </w:t>
      </w:r>
      <w:r w:rsidR="0024252B" w:rsidRPr="002813C1">
        <w:t>l</w:t>
      </w:r>
      <w:r>
        <w:t>’</w:t>
      </w:r>
      <w:r w:rsidR="0024252B" w:rsidRPr="002813C1">
        <w:t>éclat des diamants</w:t>
      </w:r>
      <w:r>
        <w:t xml:space="preserve">, </w:t>
      </w:r>
      <w:r w:rsidR="0024252B" w:rsidRPr="002813C1">
        <w:t>l</w:t>
      </w:r>
      <w:r>
        <w:t>’</w:t>
      </w:r>
      <w:r w:rsidR="0024252B" w:rsidRPr="002813C1">
        <w:t>admiration des hommes</w:t>
      </w:r>
      <w:r>
        <w:t xml:space="preserve">, </w:t>
      </w:r>
      <w:r w:rsidR="0024252B" w:rsidRPr="002813C1">
        <w:t>le dépit des rivales</w:t>
      </w:r>
      <w:r>
        <w:t xml:space="preserve">, </w:t>
      </w:r>
      <w:r w:rsidR="0024252B" w:rsidRPr="002813C1">
        <w:t>la conscience de sa beauté</w:t>
      </w:r>
      <w:r>
        <w:t xml:space="preserve">, </w:t>
      </w:r>
      <w:r w:rsidR="0024252B" w:rsidRPr="002813C1">
        <w:t>il n</w:t>
      </w:r>
      <w:r>
        <w:t>’</w:t>
      </w:r>
      <w:r w:rsidR="0024252B" w:rsidRPr="002813C1">
        <w:t>y a que cela pour emplir la vie d</w:t>
      </w:r>
      <w:r>
        <w:t>’</w:t>
      </w:r>
      <w:r w:rsidR="0024252B" w:rsidRPr="002813C1">
        <w:t>une femme</w:t>
      </w:r>
      <w:r>
        <w:t xml:space="preserve">. </w:t>
      </w:r>
      <w:r w:rsidR="0024252B" w:rsidRPr="002813C1">
        <w:t>C</w:t>
      </w:r>
      <w:r>
        <w:t>’</w:t>
      </w:r>
      <w:r w:rsidR="0024252B" w:rsidRPr="002813C1">
        <w:t>est peut-être du vertige</w:t>
      </w:r>
      <w:r>
        <w:t xml:space="preserve">, </w:t>
      </w:r>
      <w:r w:rsidR="0024252B" w:rsidRPr="002813C1">
        <w:t>mais ce vertige-là</w:t>
      </w:r>
      <w:r>
        <w:t xml:space="preserve">, </w:t>
      </w:r>
      <w:r w:rsidR="0024252B" w:rsidRPr="002813C1">
        <w:t>c</w:t>
      </w:r>
      <w:r>
        <w:t>’</w:t>
      </w:r>
      <w:r w:rsidR="0024252B" w:rsidRPr="002813C1">
        <w:t>est le bonheur</w:t>
      </w:r>
      <w:r>
        <w:t>.</w:t>
      </w:r>
    </w:p>
    <w:p w14:paraId="27ED3911" w14:textId="77777777" w:rsidR="00B77E03" w:rsidRDefault="0024252B" w:rsidP="00B77E03">
      <w:r w:rsidRPr="002813C1">
        <w:t>Était-elle sincère</w:t>
      </w:r>
      <w:r w:rsidR="00B77E03">
        <w:t> ?…</w:t>
      </w:r>
    </w:p>
    <w:p w14:paraId="3BB2FF0A" w14:textId="77777777" w:rsidR="00B77E03" w:rsidRDefault="0024252B" w:rsidP="00B77E03">
      <w:r w:rsidRPr="002813C1">
        <w:t>Entreprenait-elle froidement une séduction</w:t>
      </w:r>
      <w:r w:rsidR="00B77E03">
        <w:t xml:space="preserve"> ?… </w:t>
      </w:r>
      <w:r w:rsidRPr="002813C1">
        <w:t>Espérait-elle</w:t>
      </w:r>
      <w:r w:rsidR="00B77E03">
        <w:t xml:space="preserve">, </w:t>
      </w:r>
      <w:r w:rsidRPr="002813C1">
        <w:t>après avoir ébloui cette pauvre jeune fille</w:t>
      </w:r>
      <w:r w:rsidR="00B77E03">
        <w:t xml:space="preserve">, </w:t>
      </w:r>
      <w:r w:rsidRPr="002813C1">
        <w:t>la dominer par les goûts qu</w:t>
      </w:r>
      <w:r w:rsidR="00B77E03">
        <w:t>’</w:t>
      </w:r>
      <w:r w:rsidRPr="002813C1">
        <w:t>elle lui aurait inspirés</w:t>
      </w:r>
      <w:r w:rsidR="00B77E03">
        <w:t> ?…</w:t>
      </w:r>
    </w:p>
    <w:p w14:paraId="57BFFAF9" w14:textId="77777777" w:rsidR="00B77E03" w:rsidRDefault="0024252B" w:rsidP="00B77E03">
      <w:r w:rsidRPr="002813C1">
        <w:t>Par un phénomène fréquent chez les natures cauteleuses</w:t>
      </w:r>
      <w:r w:rsidR="00B77E03">
        <w:t xml:space="preserve">, </w:t>
      </w:r>
      <w:r w:rsidRPr="002813C1">
        <w:t>il y avait tout ensemble chez elle une très-réelle franchise et un profond calcul</w:t>
      </w:r>
      <w:r w:rsidR="00B77E03">
        <w:t xml:space="preserve">. </w:t>
      </w:r>
      <w:r w:rsidRPr="002813C1">
        <w:t>Ce qu</w:t>
      </w:r>
      <w:r w:rsidR="00B77E03">
        <w:t>’</w:t>
      </w:r>
      <w:r w:rsidRPr="002813C1">
        <w:t>elle disait</w:t>
      </w:r>
      <w:r w:rsidR="00B77E03">
        <w:t xml:space="preserve">, </w:t>
      </w:r>
      <w:r w:rsidRPr="002813C1">
        <w:t>elle le pensait</w:t>
      </w:r>
      <w:r w:rsidR="00B77E03">
        <w:t xml:space="preserve">, </w:t>
      </w:r>
      <w:r w:rsidRPr="002813C1">
        <w:t xml:space="preserve">et il lui était </w:t>
      </w:r>
      <w:r w:rsidRPr="002813C1">
        <w:lastRenderedPageBreak/>
        <w:t>utile de le dire</w:t>
      </w:r>
      <w:r w:rsidR="00B77E03">
        <w:t xml:space="preserve"> ; </w:t>
      </w:r>
      <w:r w:rsidRPr="002813C1">
        <w:t>son intérêt la poussait dans le sens de ses goûts</w:t>
      </w:r>
      <w:r w:rsidR="00B77E03">
        <w:t>.</w:t>
      </w:r>
    </w:p>
    <w:p w14:paraId="168CF944" w14:textId="77777777" w:rsidR="00B77E03" w:rsidRDefault="0024252B" w:rsidP="00B77E03">
      <w:r w:rsidRPr="002813C1">
        <w:t>Vingt-quatre heures plus tôt la fière et loyale Marguerite lui eût imposé silence</w:t>
      </w:r>
      <w:r w:rsidR="00B77E03">
        <w:t xml:space="preserve">. </w:t>
      </w:r>
      <w:r w:rsidRPr="002813C1">
        <w:t>Elle lui eût dit que ces grossières séductions n</w:t>
      </w:r>
      <w:r w:rsidR="00B77E03">
        <w:t>’</w:t>
      </w:r>
      <w:r w:rsidRPr="002813C1">
        <w:t>atteindraient jamais les hauteurs de son âme</w:t>
      </w:r>
      <w:r w:rsidR="00B77E03">
        <w:t xml:space="preserve">, </w:t>
      </w:r>
      <w:r w:rsidRPr="002813C1">
        <w:t>et qu</w:t>
      </w:r>
      <w:r w:rsidR="00B77E03">
        <w:t>’</w:t>
      </w:r>
      <w:r w:rsidRPr="002813C1">
        <w:t>elle n</w:t>
      </w:r>
      <w:r w:rsidR="00B77E03">
        <w:t>’</w:t>
      </w:r>
      <w:r w:rsidRPr="002813C1">
        <w:t>aurait jamais que dégoût et mépris pour ces vulgaires bonheurs</w:t>
      </w:r>
      <w:r w:rsidR="00B77E03">
        <w:t>.</w:t>
      </w:r>
    </w:p>
    <w:p w14:paraId="69A3F5A7" w14:textId="77777777" w:rsidR="00B77E03" w:rsidRDefault="0024252B" w:rsidP="00B77E03">
      <w:r w:rsidRPr="002813C1">
        <w:t>Mais</w:t>
      </w:r>
      <w:r w:rsidR="00B77E03">
        <w:t xml:space="preserve">, </w:t>
      </w:r>
      <w:r w:rsidRPr="002813C1">
        <w:t>résolue à paraître dupe</w:t>
      </w:r>
      <w:r w:rsidR="00B77E03">
        <w:t xml:space="preserve">, </w:t>
      </w:r>
      <w:r w:rsidRPr="002813C1">
        <w:t>elle dissimulait ses impressions sous une sorte d</w:t>
      </w:r>
      <w:r w:rsidR="00B77E03">
        <w:t>’</w:t>
      </w:r>
      <w:r w:rsidRPr="002813C1">
        <w:t>attention ébahie</w:t>
      </w:r>
      <w:r w:rsidR="00B77E03">
        <w:t xml:space="preserve">, </w:t>
      </w:r>
      <w:r w:rsidRPr="002813C1">
        <w:t>surprise et presque honteuse de trouver tout à coup à son service tant de duplicité</w:t>
      </w:r>
      <w:r w:rsidR="00B77E03">
        <w:t>.</w:t>
      </w:r>
    </w:p>
    <w:p w14:paraId="65288B90" w14:textId="363B0B16" w:rsidR="00B77E03" w:rsidRDefault="00B77E03" w:rsidP="00B77E03">
      <w:r>
        <w:t>— </w:t>
      </w:r>
      <w:r w:rsidR="0024252B" w:rsidRPr="002813C1">
        <w:t>D</w:t>
      </w:r>
      <w:r>
        <w:t>’</w:t>
      </w:r>
      <w:r w:rsidR="0024252B" w:rsidRPr="002813C1">
        <w:t>ailleurs</w:t>
      </w:r>
      <w:r>
        <w:t xml:space="preserve">, </w:t>
      </w:r>
      <w:r w:rsidR="0024252B" w:rsidRPr="002813C1">
        <w:t xml:space="preserve">poursuivait </w:t>
      </w:r>
      <w:r>
        <w:t>M</w:t>
      </w:r>
      <w:r w:rsidRPr="00B77E03">
        <w:rPr>
          <w:vertAlign w:val="superscript"/>
        </w:rPr>
        <w:t>me</w:t>
      </w:r>
      <w:r>
        <w:t> de </w:t>
      </w:r>
      <w:proofErr w:type="spellStart"/>
      <w:r w:rsidR="0024252B" w:rsidRPr="002813C1">
        <w:t>Fondège</w:t>
      </w:r>
      <w:proofErr w:type="spellEnd"/>
      <w:r>
        <w:t xml:space="preserve">, </w:t>
      </w:r>
      <w:r w:rsidR="0024252B" w:rsidRPr="002813C1">
        <w:t>une jeune fille à marier ne doit pas s</w:t>
      </w:r>
      <w:r>
        <w:t>’</w:t>
      </w:r>
      <w:r w:rsidR="0024252B" w:rsidRPr="002813C1">
        <w:t>enfermer chez elle</w:t>
      </w:r>
      <w:r>
        <w:t xml:space="preserve">… </w:t>
      </w:r>
      <w:r w:rsidR="0024252B" w:rsidRPr="002813C1">
        <w:t>Ce n</w:t>
      </w:r>
      <w:r>
        <w:t>’</w:t>
      </w:r>
      <w:r w:rsidR="0024252B" w:rsidRPr="002813C1">
        <w:t>est pas chez soi qu</w:t>
      </w:r>
      <w:r>
        <w:t>’</w:t>
      </w:r>
      <w:r w:rsidR="0024252B" w:rsidRPr="002813C1">
        <w:t>on trouve un parti</w:t>
      </w:r>
      <w:r>
        <w:t xml:space="preserve">… </w:t>
      </w:r>
      <w:r w:rsidR="0024252B" w:rsidRPr="002813C1">
        <w:t>Et il faut se marier</w:t>
      </w:r>
      <w:r>
        <w:t xml:space="preserve">… </w:t>
      </w:r>
      <w:r w:rsidR="0024252B" w:rsidRPr="002813C1">
        <w:t>Le mariage est la seule fin raisonnable de la femme</w:t>
      </w:r>
      <w:r>
        <w:t xml:space="preserve">, </w:t>
      </w:r>
      <w:r w:rsidR="0024252B" w:rsidRPr="002813C1">
        <w:t>puisque c</w:t>
      </w:r>
      <w:r>
        <w:t>’</w:t>
      </w:r>
      <w:r w:rsidR="0024252B" w:rsidRPr="002813C1">
        <w:t>est son émancipation</w:t>
      </w:r>
      <w:r>
        <w:t>…</w:t>
      </w:r>
    </w:p>
    <w:p w14:paraId="249334E0" w14:textId="3872DFB9" w:rsidR="00B77E03" w:rsidRDefault="00B77E03" w:rsidP="00B77E03">
      <w:r>
        <w:t>« </w:t>
      </w:r>
      <w:r w:rsidR="0024252B" w:rsidRPr="002813C1">
        <w:t>La générale</w:t>
      </w:r>
      <w:r>
        <w:t> »</w:t>
      </w:r>
      <w:r w:rsidR="0024252B" w:rsidRPr="002813C1">
        <w:t xml:space="preserve"> allait-elle donc remettre en avant son fils</w:t>
      </w:r>
      <w:r>
        <w:t> ?… M</w:t>
      </w:r>
      <w:r w:rsidRPr="00B77E03">
        <w:rPr>
          <w:vertAlign w:val="superscript"/>
        </w:rPr>
        <w:t>lle</w:t>
      </w:r>
      <w:r>
        <w:t> </w:t>
      </w:r>
      <w:r w:rsidR="0024252B" w:rsidRPr="002813C1">
        <w:t>Marguerite le crut presque</w:t>
      </w:r>
      <w:r>
        <w:t xml:space="preserve">… </w:t>
      </w:r>
      <w:r w:rsidR="0024252B" w:rsidRPr="002813C1">
        <w:t>Mais elle était trop fine pour cela</w:t>
      </w:r>
      <w:r>
        <w:t xml:space="preserve">. </w:t>
      </w:r>
      <w:r w:rsidR="0024252B" w:rsidRPr="002813C1">
        <w:t>Elle se garda bien de prononcer le nom du lieutenant Gustave</w:t>
      </w:r>
      <w:r>
        <w:t>…</w:t>
      </w:r>
    </w:p>
    <w:p w14:paraId="0C452B44" w14:textId="78D687F0" w:rsidR="00B77E03" w:rsidRDefault="00B77E03" w:rsidP="00B77E03">
      <w:r>
        <w:t>— </w:t>
      </w:r>
      <w:r w:rsidR="0024252B" w:rsidRPr="002813C1">
        <w:t>Sans compter</w:t>
      </w:r>
      <w:r>
        <w:t xml:space="preserve">, </w:t>
      </w:r>
      <w:r w:rsidR="0024252B" w:rsidRPr="002813C1">
        <w:t>reprit-elle</w:t>
      </w:r>
      <w:r>
        <w:t xml:space="preserve">, </w:t>
      </w:r>
      <w:r w:rsidR="0024252B" w:rsidRPr="002813C1">
        <w:t>que l</w:t>
      </w:r>
      <w:r>
        <w:t>’</w:t>
      </w:r>
      <w:r w:rsidR="0024252B" w:rsidRPr="002813C1">
        <w:t>hiver sera des plus brillants et commencera de bonne heure</w:t>
      </w:r>
      <w:r>
        <w:t xml:space="preserve">. </w:t>
      </w:r>
      <w:r w:rsidR="0024252B" w:rsidRPr="002813C1">
        <w:t xml:space="preserve">Dès le </w:t>
      </w:r>
      <w:r w:rsidRPr="002813C1">
        <w:t>5</w:t>
      </w:r>
      <w:r>
        <w:t> </w:t>
      </w:r>
      <w:r w:rsidRPr="002813C1">
        <w:t>novembre</w:t>
      </w:r>
      <w:r>
        <w:t xml:space="preserve">, </w:t>
      </w:r>
      <w:r w:rsidR="0024252B" w:rsidRPr="002813C1">
        <w:t>la comtesse de Commarin donne une fête qui fera courir tout Paris</w:t>
      </w:r>
      <w:r>
        <w:t xml:space="preserve">… </w:t>
      </w:r>
      <w:r w:rsidR="0024252B" w:rsidRPr="002813C1">
        <w:t>Le 7</w:t>
      </w:r>
      <w:r>
        <w:t xml:space="preserve">, </w:t>
      </w:r>
      <w:r w:rsidR="0024252B" w:rsidRPr="002813C1">
        <w:t xml:space="preserve">on dansera chez la vicomtesse de </w:t>
      </w:r>
      <w:proofErr w:type="spellStart"/>
      <w:r w:rsidR="0024252B" w:rsidRPr="002813C1">
        <w:t>Bois-d</w:t>
      </w:r>
      <w:r>
        <w:t>’</w:t>
      </w:r>
      <w:r w:rsidR="0024252B" w:rsidRPr="002813C1">
        <w:t>Ardon</w:t>
      </w:r>
      <w:proofErr w:type="spellEnd"/>
      <w:r>
        <w:t xml:space="preserve">… </w:t>
      </w:r>
      <w:r w:rsidR="0024252B" w:rsidRPr="002813C1">
        <w:t>Le 11</w:t>
      </w:r>
      <w:r>
        <w:t xml:space="preserve">, </w:t>
      </w:r>
      <w:r w:rsidR="0024252B" w:rsidRPr="002813C1">
        <w:t>nous aurons concert et ensuite bal</w:t>
      </w:r>
      <w:r>
        <w:t xml:space="preserve">, </w:t>
      </w:r>
      <w:r w:rsidR="0024252B" w:rsidRPr="002813C1">
        <w:t xml:space="preserve">chez la baronne </w:t>
      </w:r>
      <w:proofErr w:type="spellStart"/>
      <w:r w:rsidR="0024252B" w:rsidRPr="002813C1">
        <w:t>Trigault</w:t>
      </w:r>
      <w:proofErr w:type="spellEnd"/>
      <w:r>
        <w:t xml:space="preserve">, </w:t>
      </w:r>
      <w:r w:rsidR="0024252B" w:rsidRPr="002813C1">
        <w:t>vous savez</w:t>
      </w:r>
      <w:r>
        <w:t xml:space="preserve">, </w:t>
      </w:r>
      <w:r w:rsidR="0024252B" w:rsidRPr="002813C1">
        <w:t>la femme de cet original si riche qui passe sa vie au jeu</w:t>
      </w:r>
      <w:r>
        <w:t>…</w:t>
      </w:r>
    </w:p>
    <w:p w14:paraId="1EAC6002" w14:textId="77777777" w:rsidR="00B77E03" w:rsidRDefault="00B77E03" w:rsidP="00B77E03">
      <w:r>
        <w:t>— </w:t>
      </w:r>
      <w:r w:rsidR="0024252B" w:rsidRPr="002813C1">
        <w:t>C</w:t>
      </w:r>
      <w:r>
        <w:t>’</w:t>
      </w:r>
      <w:r w:rsidR="0024252B" w:rsidRPr="002813C1">
        <w:t>est la première fois que j</w:t>
      </w:r>
      <w:r>
        <w:t>’</w:t>
      </w:r>
      <w:r w:rsidR="0024252B" w:rsidRPr="002813C1">
        <w:t>entends prononcer ce nom</w:t>
      </w:r>
      <w:r>
        <w:t>…</w:t>
      </w:r>
    </w:p>
    <w:p w14:paraId="57A59E4D" w14:textId="77777777" w:rsidR="00B77E03" w:rsidRDefault="00B77E03" w:rsidP="00B77E03">
      <w:r>
        <w:lastRenderedPageBreak/>
        <w:t>— </w:t>
      </w:r>
      <w:r w:rsidR="0024252B" w:rsidRPr="002813C1">
        <w:t>Vraiment</w:t>
      </w:r>
      <w:r>
        <w:t xml:space="preserve"> !… </w:t>
      </w:r>
      <w:r w:rsidR="0024252B" w:rsidRPr="002813C1">
        <w:t>et vous habitiez Paris</w:t>
      </w:r>
      <w:r>
        <w:t xml:space="preserve">… </w:t>
      </w:r>
      <w:r w:rsidR="0024252B" w:rsidRPr="002813C1">
        <w:t>C</w:t>
      </w:r>
      <w:r>
        <w:t>’</w:t>
      </w:r>
      <w:r w:rsidR="0024252B" w:rsidRPr="002813C1">
        <w:t>est à n</w:t>
      </w:r>
      <w:r>
        <w:t>’</w:t>
      </w:r>
      <w:r w:rsidR="0024252B" w:rsidRPr="002813C1">
        <w:t>y pas croire</w:t>
      </w:r>
      <w:r>
        <w:t xml:space="preserve">… </w:t>
      </w:r>
      <w:r w:rsidR="0024252B" w:rsidRPr="002813C1">
        <w:t>Sachez donc</w:t>
      </w:r>
      <w:r>
        <w:t xml:space="preserve">, </w:t>
      </w:r>
      <w:r w:rsidR="0024252B" w:rsidRPr="002813C1">
        <w:t>chère ignorante</w:t>
      </w:r>
      <w:r>
        <w:t xml:space="preserve">, </w:t>
      </w:r>
      <w:r w:rsidR="0024252B" w:rsidRPr="002813C1">
        <w:t xml:space="preserve">que la baronne </w:t>
      </w:r>
      <w:proofErr w:type="spellStart"/>
      <w:r w:rsidR="0024252B" w:rsidRPr="002813C1">
        <w:t>Trigault</w:t>
      </w:r>
      <w:proofErr w:type="spellEnd"/>
      <w:r w:rsidR="0024252B" w:rsidRPr="002813C1">
        <w:t xml:space="preserve"> est une des femmes les plus distinguées et les plus spirituelles de Paris</w:t>
      </w:r>
      <w:r>
        <w:t xml:space="preserve">, </w:t>
      </w:r>
      <w:r w:rsidR="0024252B" w:rsidRPr="002813C1">
        <w:t>et celle</w:t>
      </w:r>
      <w:r>
        <w:t xml:space="preserve">, </w:t>
      </w:r>
      <w:r w:rsidR="0024252B" w:rsidRPr="002813C1">
        <w:t>à coup sûr</w:t>
      </w:r>
      <w:r>
        <w:t xml:space="preserve">, </w:t>
      </w:r>
      <w:r w:rsidR="0024252B" w:rsidRPr="002813C1">
        <w:t>qui se met le mieux</w:t>
      </w:r>
      <w:r>
        <w:t xml:space="preserve">… </w:t>
      </w:r>
      <w:r w:rsidR="0024252B" w:rsidRPr="002813C1">
        <w:t xml:space="preserve">Je suis sûre que son compte annuel chez Van </w:t>
      </w:r>
      <w:proofErr w:type="spellStart"/>
      <w:r w:rsidR="0024252B" w:rsidRPr="002813C1">
        <w:t>Klopen</w:t>
      </w:r>
      <w:proofErr w:type="spellEnd"/>
      <w:r w:rsidR="0024252B" w:rsidRPr="002813C1">
        <w:t xml:space="preserve"> ne se solde pas avec cent mille francs</w:t>
      </w:r>
      <w:r>
        <w:t xml:space="preserve">… </w:t>
      </w:r>
      <w:r w:rsidR="0024252B" w:rsidRPr="002813C1">
        <w:t>c</w:t>
      </w:r>
      <w:r>
        <w:t>’</w:t>
      </w:r>
      <w:r w:rsidR="0024252B" w:rsidRPr="002813C1">
        <w:t>est tout dire</w:t>
      </w:r>
      <w:r>
        <w:t xml:space="preserve">, </w:t>
      </w:r>
      <w:r w:rsidR="0024252B" w:rsidRPr="002813C1">
        <w:t>n</w:t>
      </w:r>
      <w:r>
        <w:t>’</w:t>
      </w:r>
      <w:r w:rsidR="0024252B" w:rsidRPr="002813C1">
        <w:t>est-ce pas</w:t>
      </w:r>
      <w:r>
        <w:t> ?…</w:t>
      </w:r>
    </w:p>
    <w:p w14:paraId="098E8C11" w14:textId="77777777" w:rsidR="00B77E03" w:rsidRDefault="0024252B" w:rsidP="00B77E03">
      <w:r w:rsidRPr="002813C1">
        <w:t>Et avec un sentiment d</w:t>
      </w:r>
      <w:r w:rsidR="00B77E03">
        <w:t>’</w:t>
      </w:r>
      <w:r w:rsidRPr="002813C1">
        <w:t>orgueil très-réel et bien légitime</w:t>
      </w:r>
      <w:r w:rsidR="00B77E03">
        <w:t xml:space="preserve">, </w:t>
      </w:r>
      <w:r w:rsidRPr="002813C1">
        <w:t>elle ajoute</w:t>
      </w:r>
      <w:r w:rsidR="00B77E03">
        <w:t> :</w:t>
      </w:r>
    </w:p>
    <w:p w14:paraId="6631DD40" w14:textId="77777777" w:rsidR="00B77E03" w:rsidRDefault="00B77E03" w:rsidP="00B77E03">
      <w:r>
        <w:t>— </w:t>
      </w:r>
      <w:r w:rsidR="0024252B" w:rsidRPr="002813C1">
        <w:t>La baronne est mon amie</w:t>
      </w:r>
      <w:r>
        <w:t xml:space="preserve">, </w:t>
      </w:r>
      <w:r w:rsidR="0024252B" w:rsidRPr="002813C1">
        <w:t>je vous présenterai</w:t>
      </w:r>
      <w:r>
        <w:t>.</w:t>
      </w:r>
    </w:p>
    <w:p w14:paraId="3ACDADAE" w14:textId="60E39FB7" w:rsidR="00B77E03" w:rsidRDefault="0024252B" w:rsidP="00B77E03">
      <w:r w:rsidRPr="002813C1">
        <w:t>Engagée sur ce terrain</w:t>
      </w:r>
      <w:r w:rsidR="00B77E03">
        <w:t>, M</w:t>
      </w:r>
      <w:r w:rsidR="00B77E03" w:rsidRPr="00B77E03">
        <w:rPr>
          <w:vertAlign w:val="superscript"/>
        </w:rPr>
        <w:t>me</w:t>
      </w:r>
      <w:r w:rsidR="00B77E03">
        <w:t> de </w:t>
      </w:r>
      <w:proofErr w:type="spellStart"/>
      <w:r w:rsidRPr="002813C1">
        <w:t>Fondège</w:t>
      </w:r>
      <w:proofErr w:type="spellEnd"/>
      <w:r w:rsidRPr="002813C1">
        <w:t xml:space="preserve"> ne devait pas tarir de sitôt</w:t>
      </w:r>
      <w:r w:rsidR="00B77E03">
        <w:t>…</w:t>
      </w:r>
    </w:p>
    <w:p w14:paraId="538E9550" w14:textId="77777777" w:rsidR="00B77E03" w:rsidRDefault="0024252B" w:rsidP="00B77E03">
      <w:r w:rsidRPr="002813C1">
        <w:t>Visiblement</w:t>
      </w:r>
      <w:r w:rsidR="00B77E03">
        <w:t xml:space="preserve">, </w:t>
      </w:r>
      <w:r w:rsidRPr="002813C1">
        <w:t>c</w:t>
      </w:r>
      <w:r w:rsidR="00B77E03">
        <w:t>’</w:t>
      </w:r>
      <w:r w:rsidRPr="002813C1">
        <w:t>était une de ses prétentions d</w:t>
      </w:r>
      <w:r w:rsidR="00B77E03">
        <w:t>’</w:t>
      </w:r>
      <w:r w:rsidRPr="002813C1">
        <w:t>être excessivement lancée</w:t>
      </w:r>
      <w:r w:rsidR="00B77E03">
        <w:t xml:space="preserve">, </w:t>
      </w:r>
      <w:r w:rsidRPr="002813C1">
        <w:t>de connaître tout Paris et d</w:t>
      </w:r>
      <w:r w:rsidR="00B77E03">
        <w:t>’</w:t>
      </w:r>
      <w:r w:rsidRPr="002813C1">
        <w:t>être l</w:t>
      </w:r>
      <w:r w:rsidR="00B77E03">
        <w:t>’</w:t>
      </w:r>
      <w:r w:rsidRPr="002813C1">
        <w:t>intime de toutes les femmes de la société qui doivent à leur luxe</w:t>
      </w:r>
      <w:r w:rsidR="00B77E03">
        <w:t xml:space="preserve">, </w:t>
      </w:r>
      <w:r w:rsidRPr="002813C1">
        <w:t xml:space="preserve">à leurs extravagances ou à pis encore cette </w:t>
      </w:r>
      <w:r w:rsidR="00B77E03">
        <w:t>« </w:t>
      </w:r>
      <w:r w:rsidRPr="002813C1">
        <w:t>famosité</w:t>
      </w:r>
      <w:r w:rsidR="00B77E03">
        <w:t> »</w:t>
      </w:r>
      <w:r w:rsidRPr="002813C1">
        <w:t xml:space="preserve"> qui impose aux imbéciles</w:t>
      </w:r>
      <w:r w:rsidR="00B77E03">
        <w:t>…</w:t>
      </w:r>
    </w:p>
    <w:p w14:paraId="2CE1AB1C" w14:textId="77777777" w:rsidR="00B77E03" w:rsidRDefault="0024252B" w:rsidP="00B77E03">
      <w:r w:rsidRPr="002813C1">
        <w:t>Ce qui est sûr</w:t>
      </w:r>
      <w:r w:rsidR="00B77E03">
        <w:t xml:space="preserve">, </w:t>
      </w:r>
      <w:r w:rsidRPr="002813C1">
        <w:t>c</w:t>
      </w:r>
      <w:r w:rsidR="00B77E03">
        <w:t>’</w:t>
      </w:r>
      <w:r w:rsidRPr="002813C1">
        <w:t>est que nulle mieux qu</w:t>
      </w:r>
      <w:r w:rsidR="00B77E03">
        <w:t>’</w:t>
      </w:r>
      <w:r w:rsidRPr="002813C1">
        <w:t>elle ne savait le fin mot de toutes les anecdotes qui</w:t>
      </w:r>
      <w:r w:rsidR="00B77E03">
        <w:t xml:space="preserve">, </w:t>
      </w:r>
      <w:r w:rsidRPr="002813C1">
        <w:t>chaque jour</w:t>
      </w:r>
      <w:r w:rsidR="00B77E03">
        <w:t xml:space="preserve">, </w:t>
      </w:r>
      <w:r w:rsidRPr="002813C1">
        <w:t>amusent le tapis parisien</w:t>
      </w:r>
      <w:r w:rsidR="00B77E03">
        <w:t>…</w:t>
      </w:r>
    </w:p>
    <w:p w14:paraId="621C4A4D" w14:textId="77777777" w:rsidR="00B77E03" w:rsidRDefault="0024252B" w:rsidP="00B77E03">
      <w:r w:rsidRPr="002813C1">
        <w:t>L</w:t>
      </w:r>
      <w:r w:rsidR="00B77E03">
        <w:t>’</w:t>
      </w:r>
      <w:r w:rsidRPr="002813C1">
        <w:t>écouter une heure</w:t>
      </w:r>
      <w:r w:rsidR="00B77E03">
        <w:t xml:space="preserve">, </w:t>
      </w:r>
      <w:r w:rsidRPr="002813C1">
        <w:t>c</w:t>
      </w:r>
      <w:r w:rsidR="00B77E03">
        <w:t>’</w:t>
      </w:r>
      <w:r w:rsidRPr="002813C1">
        <w:t>était être au courant de la chronique scandaleuse</w:t>
      </w:r>
      <w:r w:rsidR="00B77E03">
        <w:t>…</w:t>
      </w:r>
    </w:p>
    <w:p w14:paraId="32920E3C" w14:textId="02F0A958" w:rsidR="00B77E03" w:rsidRDefault="0024252B" w:rsidP="00B77E03">
      <w:r w:rsidRPr="002813C1">
        <w:t>Incapable de s</w:t>
      </w:r>
      <w:r w:rsidR="00B77E03">
        <w:t>’</w:t>
      </w:r>
      <w:r w:rsidRPr="002813C1">
        <w:t>intéresser à ces fastidieux commérages</w:t>
      </w:r>
      <w:r w:rsidR="00B77E03">
        <w:t>, M</w:t>
      </w:r>
      <w:r w:rsidR="00B77E03" w:rsidRPr="00B77E03">
        <w:rPr>
          <w:vertAlign w:val="superscript"/>
        </w:rPr>
        <w:t>lle</w:t>
      </w:r>
      <w:r w:rsidR="00B77E03">
        <w:t> </w:t>
      </w:r>
      <w:r w:rsidRPr="002813C1">
        <w:t>Marguerite n</w:t>
      </w:r>
      <w:r w:rsidR="00B77E03">
        <w:t>’</w:t>
      </w:r>
      <w:r w:rsidRPr="002813C1">
        <w:t>osait cependant s</w:t>
      </w:r>
      <w:r w:rsidR="00B77E03">
        <w:t>’</w:t>
      </w:r>
      <w:r w:rsidRPr="002813C1">
        <w:t>y soustraire</w:t>
      </w:r>
      <w:r w:rsidR="00B77E03">
        <w:t xml:space="preserve">, </w:t>
      </w:r>
      <w:r w:rsidRPr="002813C1">
        <w:t>et elle feignait une attention bien loin de son esprit</w:t>
      </w:r>
      <w:r w:rsidR="00B77E03">
        <w:t xml:space="preserve">, </w:t>
      </w:r>
      <w:r w:rsidRPr="002813C1">
        <w:t>lorsque la porte du salon s</w:t>
      </w:r>
      <w:r w:rsidR="00B77E03">
        <w:t>’</w:t>
      </w:r>
      <w:r w:rsidRPr="002813C1">
        <w:t>ouvrit brusquement</w:t>
      </w:r>
      <w:r w:rsidR="00B77E03">
        <w:t>…</w:t>
      </w:r>
    </w:p>
    <w:p w14:paraId="2AF5D868" w14:textId="77777777" w:rsidR="00B77E03" w:rsidRDefault="0024252B" w:rsidP="00B77E03">
      <w:r w:rsidRPr="002813C1">
        <w:t>Évariste</w:t>
      </w:r>
      <w:r w:rsidR="00B77E03">
        <w:t xml:space="preserve">, </w:t>
      </w:r>
      <w:r w:rsidRPr="002813C1">
        <w:t>le domestique congédié</w:t>
      </w:r>
      <w:r w:rsidR="00B77E03">
        <w:t xml:space="preserve">, </w:t>
      </w:r>
      <w:r w:rsidRPr="002813C1">
        <w:t>se montra</w:t>
      </w:r>
      <w:r w:rsidR="00B77E03">
        <w:t xml:space="preserve">, </w:t>
      </w:r>
      <w:r w:rsidRPr="002813C1">
        <w:t>souriant de son plus impudent sourire</w:t>
      </w:r>
      <w:r w:rsidR="00B77E03">
        <w:t>.</w:t>
      </w:r>
    </w:p>
    <w:p w14:paraId="0D18F6FA" w14:textId="2025B04B" w:rsidR="00B77E03" w:rsidRDefault="00B77E03" w:rsidP="00B77E03">
      <w:r>
        <w:lastRenderedPageBreak/>
        <w:t>— M</w:t>
      </w:r>
      <w:r w:rsidRPr="00B77E03">
        <w:rPr>
          <w:vertAlign w:val="superscript"/>
        </w:rPr>
        <w:t>me</w:t>
      </w:r>
      <w:r>
        <w:t> </w:t>
      </w:r>
      <w:proofErr w:type="spellStart"/>
      <w:r w:rsidR="0024252B" w:rsidRPr="002813C1">
        <w:t>Landoire</w:t>
      </w:r>
      <w:proofErr w:type="spellEnd"/>
      <w:r w:rsidR="0024252B" w:rsidRPr="002813C1">
        <w:t xml:space="preserve"> est là</w:t>
      </w:r>
      <w:r>
        <w:t xml:space="preserve">, </w:t>
      </w:r>
      <w:r w:rsidR="0024252B" w:rsidRPr="002813C1">
        <w:t>dit-il</w:t>
      </w:r>
      <w:r>
        <w:t xml:space="preserve">, </w:t>
      </w:r>
      <w:r w:rsidR="0024252B" w:rsidRPr="002813C1">
        <w:t xml:space="preserve">qui désirerait parler à </w:t>
      </w:r>
      <w:r>
        <w:t>M</w:t>
      </w:r>
      <w:r w:rsidRPr="00B77E03">
        <w:rPr>
          <w:vertAlign w:val="superscript"/>
        </w:rPr>
        <w:t>me</w:t>
      </w:r>
      <w:r>
        <w:t> </w:t>
      </w:r>
      <w:r w:rsidR="0024252B" w:rsidRPr="002813C1">
        <w:t>la comtesse</w:t>
      </w:r>
      <w:r>
        <w:t>…</w:t>
      </w:r>
    </w:p>
    <w:p w14:paraId="2EC49D48" w14:textId="77777777" w:rsidR="00B77E03" w:rsidRDefault="0024252B" w:rsidP="00B77E03">
      <w:r w:rsidRPr="002813C1">
        <w:t>À ce nom</w:t>
      </w:r>
      <w:r w:rsidR="00B77E03">
        <w:t>, « </w:t>
      </w:r>
      <w:r w:rsidRPr="002813C1">
        <w:t>la générale</w:t>
      </w:r>
      <w:r w:rsidR="00B77E03">
        <w:t> »</w:t>
      </w:r>
      <w:r w:rsidRPr="002813C1">
        <w:t xml:space="preserve"> tressauta</w:t>
      </w:r>
      <w:r w:rsidR="00B77E03">
        <w:t xml:space="preserve">, </w:t>
      </w:r>
      <w:r w:rsidRPr="002813C1">
        <w:t>comme si elle eût été mordue par un aspic</w:t>
      </w:r>
      <w:r w:rsidR="00B77E03">
        <w:t>.</w:t>
      </w:r>
    </w:p>
    <w:p w14:paraId="78324515" w14:textId="77777777" w:rsidR="00B77E03" w:rsidRDefault="00B77E03" w:rsidP="00B77E03">
      <w:r>
        <w:t>— </w:t>
      </w:r>
      <w:r w:rsidR="0024252B" w:rsidRPr="002813C1">
        <w:t>Qu</w:t>
      </w:r>
      <w:r>
        <w:t>’</w:t>
      </w:r>
      <w:r w:rsidR="0024252B" w:rsidRPr="002813C1">
        <w:t>elle attende</w:t>
      </w:r>
      <w:r>
        <w:t xml:space="preserve">, </w:t>
      </w:r>
      <w:r w:rsidR="0024252B" w:rsidRPr="002813C1">
        <w:t>fit-elle vivement</w:t>
      </w:r>
      <w:r>
        <w:t xml:space="preserve">, </w:t>
      </w:r>
      <w:r w:rsidR="0024252B" w:rsidRPr="002813C1">
        <w:t>je suis à elle à la minute</w:t>
      </w:r>
      <w:r>
        <w:t>…</w:t>
      </w:r>
    </w:p>
    <w:p w14:paraId="4AD4F370" w14:textId="77777777" w:rsidR="00B77E03" w:rsidRDefault="0024252B" w:rsidP="00B77E03">
      <w:r w:rsidRPr="002813C1">
        <w:t>Inutile précaution</w:t>
      </w:r>
      <w:r w:rsidR="00B77E03">
        <w:t xml:space="preserve">, </w:t>
      </w:r>
      <w:r w:rsidRPr="002813C1">
        <w:t>la visiteuse parut</w:t>
      </w:r>
      <w:r w:rsidR="00B77E03">
        <w:t>.</w:t>
      </w:r>
    </w:p>
    <w:p w14:paraId="22A43988" w14:textId="77777777" w:rsidR="00B77E03" w:rsidRDefault="0024252B" w:rsidP="00B77E03">
      <w:r w:rsidRPr="002813C1">
        <w:t>C</w:t>
      </w:r>
      <w:r w:rsidR="00B77E03">
        <w:t>’</w:t>
      </w:r>
      <w:r w:rsidRPr="002813C1">
        <w:t>était une grande femme brune</w:t>
      </w:r>
      <w:r w:rsidR="00B77E03">
        <w:t xml:space="preserve">, </w:t>
      </w:r>
      <w:r w:rsidRPr="002813C1">
        <w:t>sèche comme un cotret</w:t>
      </w:r>
      <w:r w:rsidR="00B77E03">
        <w:t xml:space="preserve">, </w:t>
      </w:r>
      <w:r w:rsidRPr="002813C1">
        <w:t>et de façons horriblement communes</w:t>
      </w:r>
      <w:r w:rsidR="00B77E03">
        <w:t>.</w:t>
      </w:r>
    </w:p>
    <w:p w14:paraId="5C5DD927" w14:textId="77777777" w:rsidR="00B77E03" w:rsidRDefault="00B77E03" w:rsidP="00B77E03">
      <w:r>
        <w:t>— </w:t>
      </w:r>
      <w:r w:rsidR="0024252B" w:rsidRPr="002813C1">
        <w:t>Enfin</w:t>
      </w:r>
      <w:r>
        <w:t xml:space="preserve">, </w:t>
      </w:r>
      <w:r w:rsidR="0024252B" w:rsidRPr="002813C1">
        <w:t>on vous trouve</w:t>
      </w:r>
      <w:r>
        <w:t xml:space="preserve">, </w:t>
      </w:r>
      <w:r w:rsidR="0024252B" w:rsidRPr="002813C1">
        <w:t>dit-elle d</w:t>
      </w:r>
      <w:r>
        <w:t>’</w:t>
      </w:r>
      <w:r w:rsidR="0024252B" w:rsidRPr="002813C1">
        <w:t>une voix rude</w:t>
      </w:r>
      <w:r>
        <w:t xml:space="preserve">, </w:t>
      </w:r>
      <w:r w:rsidR="0024252B" w:rsidRPr="002813C1">
        <w:t>et ce n</w:t>
      </w:r>
      <w:r>
        <w:t>’</w:t>
      </w:r>
      <w:r w:rsidR="0024252B" w:rsidRPr="002813C1">
        <w:t>est pas malheureux</w:t>
      </w:r>
      <w:r>
        <w:t xml:space="preserve">… </w:t>
      </w:r>
      <w:r w:rsidR="0024252B" w:rsidRPr="002813C1">
        <w:t>Voilà quatre fois que je viens pour ce billet</w:t>
      </w:r>
      <w:r>
        <w:t>…</w:t>
      </w:r>
    </w:p>
    <w:p w14:paraId="6FD72A7D" w14:textId="45EE160B" w:rsidR="00B77E03" w:rsidRDefault="00B77E03" w:rsidP="00B77E03">
      <w:r>
        <w:t>M</w:t>
      </w:r>
      <w:r w:rsidRPr="00B77E03">
        <w:rPr>
          <w:vertAlign w:val="superscript"/>
        </w:rPr>
        <w:t>me</w:t>
      </w:r>
      <w:r>
        <w:t> de </w:t>
      </w:r>
      <w:proofErr w:type="spellStart"/>
      <w:r w:rsidR="0024252B" w:rsidRPr="002813C1">
        <w:t>Fondège</w:t>
      </w:r>
      <w:proofErr w:type="spellEnd"/>
      <w:r w:rsidR="0024252B" w:rsidRPr="002813C1">
        <w:t xml:space="preserve"> l</w:t>
      </w:r>
      <w:r>
        <w:t>’</w:t>
      </w:r>
      <w:r w:rsidR="0024252B" w:rsidRPr="002813C1">
        <w:t>interrompit du geste</w:t>
      </w:r>
      <w:r>
        <w:t xml:space="preserve">, </w:t>
      </w:r>
      <w:r w:rsidR="0024252B" w:rsidRPr="002813C1">
        <w:t xml:space="preserve">et lui montrant </w:t>
      </w:r>
      <w:r>
        <w:t>M</w:t>
      </w:r>
      <w:r w:rsidRPr="00B77E03">
        <w:rPr>
          <w:vertAlign w:val="superscript"/>
        </w:rPr>
        <w:t>lle</w:t>
      </w:r>
      <w:r>
        <w:t> </w:t>
      </w:r>
      <w:r w:rsidR="0024252B" w:rsidRPr="002813C1">
        <w:t>Marguerite</w:t>
      </w:r>
      <w:r>
        <w:t> :</w:t>
      </w:r>
    </w:p>
    <w:p w14:paraId="276E4F1A" w14:textId="77777777" w:rsidR="00B77E03" w:rsidRDefault="00B77E03" w:rsidP="00B77E03">
      <w:r>
        <w:t>— </w:t>
      </w:r>
      <w:r w:rsidR="0024252B" w:rsidRPr="002813C1">
        <w:t>Attendez du moins que je sois seule</w:t>
      </w:r>
      <w:r>
        <w:t xml:space="preserve">, </w:t>
      </w:r>
      <w:r w:rsidR="0024252B" w:rsidRPr="002813C1">
        <w:t>prononça-t-elle</w:t>
      </w:r>
      <w:r>
        <w:t xml:space="preserve">, </w:t>
      </w:r>
      <w:r w:rsidR="0024252B" w:rsidRPr="002813C1">
        <w:t>pour me parler de vos affaires</w:t>
      </w:r>
      <w:r>
        <w:t>…</w:t>
      </w:r>
    </w:p>
    <w:p w14:paraId="41B2E07F" w14:textId="16B54EF0" w:rsidR="00B77E03" w:rsidRDefault="00B77E03" w:rsidP="00B77E03">
      <w:r>
        <w:t>M</w:t>
      </w:r>
      <w:r w:rsidRPr="00B77E03">
        <w:rPr>
          <w:vertAlign w:val="superscript"/>
        </w:rPr>
        <w:t>me</w:t>
      </w:r>
      <w:r>
        <w:t> </w:t>
      </w:r>
      <w:proofErr w:type="spellStart"/>
      <w:r w:rsidR="0024252B" w:rsidRPr="002813C1">
        <w:t>Landoire</w:t>
      </w:r>
      <w:proofErr w:type="spellEnd"/>
      <w:r w:rsidR="0024252B" w:rsidRPr="002813C1">
        <w:t xml:space="preserve"> haussa les épaules</w:t>
      </w:r>
      <w:r>
        <w:t>.</w:t>
      </w:r>
    </w:p>
    <w:p w14:paraId="75274F30" w14:textId="77777777" w:rsidR="00B77E03" w:rsidRDefault="00B77E03" w:rsidP="00B77E03">
      <w:r>
        <w:t>— </w:t>
      </w:r>
      <w:r w:rsidR="0024252B" w:rsidRPr="002813C1">
        <w:t>Et si vous n</w:t>
      </w:r>
      <w:r>
        <w:t>’</w:t>
      </w:r>
      <w:r w:rsidR="0024252B" w:rsidRPr="002813C1">
        <w:t>êtes jamais seule</w:t>
      </w:r>
      <w:r>
        <w:t xml:space="preserve"> !… </w:t>
      </w:r>
      <w:r w:rsidR="0024252B" w:rsidRPr="002813C1">
        <w:t>grogna-t-elle</w:t>
      </w:r>
      <w:r>
        <w:t xml:space="preserve">. </w:t>
      </w:r>
      <w:r w:rsidR="0024252B" w:rsidRPr="002813C1">
        <w:t>Je voudrais pourtant en finir</w:t>
      </w:r>
      <w:r>
        <w:t xml:space="preserve">, </w:t>
      </w:r>
      <w:r w:rsidR="0024252B" w:rsidRPr="002813C1">
        <w:t>moi</w:t>
      </w:r>
      <w:r>
        <w:t>.</w:t>
      </w:r>
    </w:p>
    <w:p w14:paraId="6333566C" w14:textId="77777777" w:rsidR="00B77E03" w:rsidRDefault="00B77E03" w:rsidP="00B77E03">
      <w:r>
        <w:t>— </w:t>
      </w:r>
      <w:r w:rsidR="0024252B" w:rsidRPr="002813C1">
        <w:t>Suivez-moi dans ma chambre</w:t>
      </w:r>
      <w:r>
        <w:t xml:space="preserve">, </w:t>
      </w:r>
      <w:r w:rsidR="0024252B" w:rsidRPr="002813C1">
        <w:t>et nous terminerons</w:t>
      </w:r>
      <w:r>
        <w:t>.</w:t>
      </w:r>
    </w:p>
    <w:p w14:paraId="3CCEE8E3" w14:textId="727C18BA" w:rsidR="00B77E03" w:rsidRDefault="0024252B" w:rsidP="00B77E03">
      <w:r w:rsidRPr="002813C1">
        <w:t>Mais c</w:t>
      </w:r>
      <w:r w:rsidR="00B77E03">
        <w:t>’</w:t>
      </w:r>
      <w:r w:rsidRPr="002813C1">
        <w:t>était une trop favorable occasion d</w:t>
      </w:r>
      <w:r w:rsidR="00B77E03">
        <w:t>’</w:t>
      </w:r>
      <w:r w:rsidRPr="002813C1">
        <w:t xml:space="preserve">échapper à </w:t>
      </w:r>
      <w:r w:rsidR="00B77E03">
        <w:t>« </w:t>
      </w:r>
      <w:r w:rsidRPr="002813C1">
        <w:t>la générale</w:t>
      </w:r>
      <w:r w:rsidR="00B77E03">
        <w:t>, »</w:t>
      </w:r>
      <w:r w:rsidRPr="002813C1">
        <w:t xml:space="preserve"> pour que </w:t>
      </w:r>
      <w:r w:rsidR="00B77E03">
        <w:t>M</w:t>
      </w:r>
      <w:r w:rsidR="00B77E03" w:rsidRPr="00B77E03">
        <w:rPr>
          <w:vertAlign w:val="superscript"/>
        </w:rPr>
        <w:t>lle</w:t>
      </w:r>
      <w:r w:rsidR="00B77E03">
        <w:t> </w:t>
      </w:r>
      <w:r w:rsidRPr="002813C1">
        <w:t>Marguerite ne s</w:t>
      </w:r>
      <w:r w:rsidR="00B77E03">
        <w:t>’</w:t>
      </w:r>
      <w:r w:rsidRPr="002813C1">
        <w:t>empressât pas de la saisir</w:t>
      </w:r>
      <w:r w:rsidR="00B77E03">
        <w:t>.</w:t>
      </w:r>
    </w:p>
    <w:p w14:paraId="05820A86" w14:textId="77777777" w:rsidR="00B77E03" w:rsidRDefault="0024252B" w:rsidP="00B77E03">
      <w:r w:rsidRPr="002813C1">
        <w:t>Elle demanda la permission de se retirer</w:t>
      </w:r>
      <w:r w:rsidR="00B77E03">
        <w:t xml:space="preserve">, </w:t>
      </w:r>
      <w:r w:rsidRPr="002813C1">
        <w:t>assurant</w:t>
      </w:r>
      <w:r w:rsidR="00B77E03">
        <w:t xml:space="preserve">, </w:t>
      </w:r>
      <w:r w:rsidRPr="002813C1">
        <w:t>ce qui était la vérité</w:t>
      </w:r>
      <w:r w:rsidR="00B77E03">
        <w:t xml:space="preserve">, </w:t>
      </w:r>
      <w:r w:rsidRPr="002813C1">
        <w:t>qu</w:t>
      </w:r>
      <w:r w:rsidR="00B77E03">
        <w:t>’</w:t>
      </w:r>
      <w:r w:rsidRPr="002813C1">
        <w:t>elle tombait de fatigue</w:t>
      </w:r>
      <w:r w:rsidR="00B77E03">
        <w:t>.</w:t>
      </w:r>
    </w:p>
    <w:p w14:paraId="1E35B18F" w14:textId="30FEFB67" w:rsidR="00B77E03" w:rsidRDefault="0024252B" w:rsidP="00B77E03">
      <w:r w:rsidRPr="002813C1">
        <w:lastRenderedPageBreak/>
        <w:t xml:space="preserve">Et après avoir reçu de </w:t>
      </w:r>
      <w:r w:rsidR="00B77E03">
        <w:t>M</w:t>
      </w:r>
      <w:r w:rsidR="00B77E03" w:rsidRPr="00B77E03">
        <w:rPr>
          <w:vertAlign w:val="superscript"/>
        </w:rPr>
        <w:t>me</w:t>
      </w:r>
      <w:r w:rsidR="00B77E03">
        <w:t> de </w:t>
      </w:r>
      <w:proofErr w:type="spellStart"/>
      <w:r w:rsidRPr="002813C1">
        <w:t>Fondège</w:t>
      </w:r>
      <w:proofErr w:type="spellEnd"/>
      <w:r w:rsidRPr="002813C1">
        <w:t xml:space="preserve"> un baiser maternel</w:t>
      </w:r>
      <w:r w:rsidR="00B77E03">
        <w:t xml:space="preserve">, </w:t>
      </w:r>
      <w:r w:rsidRPr="002813C1">
        <w:t>accompagné d</w:t>
      </w:r>
      <w:r w:rsidR="00B77E03">
        <w:t>’</w:t>
      </w:r>
      <w:r w:rsidRPr="002813C1">
        <w:t xml:space="preserve">un </w:t>
      </w:r>
      <w:r w:rsidR="00B77E03">
        <w:t>« </w:t>
      </w:r>
      <w:r w:rsidRPr="002813C1">
        <w:t>dormez bien</w:t>
      </w:r>
      <w:r w:rsidR="00B77E03">
        <w:t xml:space="preserve">, </w:t>
      </w:r>
      <w:r w:rsidRPr="002813C1">
        <w:t>ma chère fille aimée</w:t>
      </w:r>
      <w:r w:rsidR="00B77E03">
        <w:t>, »</w:t>
      </w:r>
      <w:r w:rsidRPr="002813C1">
        <w:t xml:space="preserve"> elle gagna sa chambre</w:t>
      </w:r>
      <w:r w:rsidR="00B77E03">
        <w:t>.</w:t>
      </w:r>
    </w:p>
    <w:p w14:paraId="74D61F64" w14:textId="167BF84D" w:rsidR="00B77E03" w:rsidRDefault="0024252B" w:rsidP="00B77E03">
      <w:r w:rsidRPr="002813C1">
        <w:t>Par un rare bonheur</w:t>
      </w:r>
      <w:r w:rsidR="00B77E03">
        <w:t xml:space="preserve">, </w:t>
      </w:r>
      <w:r w:rsidRPr="002813C1">
        <w:t xml:space="preserve">grâce à la sortie de </w:t>
      </w:r>
      <w:r w:rsidR="00B77E03">
        <w:t>M</w:t>
      </w:r>
      <w:r w:rsidR="00B77E03" w:rsidRPr="00B77E03">
        <w:rPr>
          <w:vertAlign w:val="superscript"/>
        </w:rPr>
        <w:t>me</w:t>
      </w:r>
      <w:r w:rsidR="00B77E03">
        <w:t> </w:t>
      </w:r>
      <w:r w:rsidRPr="002813C1">
        <w:t>Léon</w:t>
      </w:r>
      <w:r w:rsidR="00B77E03">
        <w:t xml:space="preserve">, </w:t>
      </w:r>
      <w:r w:rsidRPr="002813C1">
        <w:t>elle se trouvait seule et ne craignait pas d</w:t>
      </w:r>
      <w:r w:rsidR="00B77E03">
        <w:t>’</w:t>
      </w:r>
      <w:r w:rsidRPr="002813C1">
        <w:t>être épiée</w:t>
      </w:r>
      <w:r w:rsidR="00B77E03">
        <w:t>…</w:t>
      </w:r>
    </w:p>
    <w:p w14:paraId="0EB4EA92" w14:textId="3B484F8B" w:rsidR="00B77E03" w:rsidRDefault="0024252B" w:rsidP="00B77E03">
      <w:r w:rsidRPr="002813C1">
        <w:t>Elle tira donc d</w:t>
      </w:r>
      <w:r w:rsidR="00B77E03">
        <w:t>’</w:t>
      </w:r>
      <w:r w:rsidRPr="002813C1">
        <w:t>une de ses malles un buvard de voyage</w:t>
      </w:r>
      <w:r w:rsidR="00B77E03">
        <w:t xml:space="preserve">, </w:t>
      </w:r>
      <w:r w:rsidRPr="002813C1">
        <w:t>et lestement elle écrivit à l</w:t>
      </w:r>
      <w:r w:rsidR="00B77E03">
        <w:t>’</w:t>
      </w:r>
      <w:r w:rsidRPr="002813C1">
        <w:t xml:space="preserve">ancien agent du comte de </w:t>
      </w:r>
      <w:proofErr w:type="spellStart"/>
      <w:r w:rsidRPr="002813C1">
        <w:t>Chalusse</w:t>
      </w:r>
      <w:proofErr w:type="spellEnd"/>
      <w:r w:rsidR="00B77E03">
        <w:t xml:space="preserve">, </w:t>
      </w:r>
      <w:r w:rsidRPr="002813C1">
        <w:t xml:space="preserve">à </w:t>
      </w:r>
      <w:r w:rsidR="00B77E03">
        <w:t>M. </w:t>
      </w:r>
      <w:r w:rsidRPr="002813C1">
        <w:t>Isidore Fortunat pour lui annoncer que le mardi suivant elle se rendrait chez lui</w:t>
      </w:r>
      <w:r w:rsidR="00B77E03">
        <w:t>.</w:t>
      </w:r>
    </w:p>
    <w:p w14:paraId="4DEB9B4D" w14:textId="77777777" w:rsidR="00B77E03" w:rsidRDefault="00B77E03" w:rsidP="00B77E03">
      <w:r>
        <w:t>— </w:t>
      </w:r>
      <w:r w:rsidR="0024252B" w:rsidRPr="002813C1">
        <w:t>Je serais bien maladroite</w:t>
      </w:r>
      <w:r>
        <w:t xml:space="preserve">, </w:t>
      </w:r>
      <w:r w:rsidR="0024252B" w:rsidRPr="002813C1">
        <w:t>pensait-elle</w:t>
      </w:r>
      <w:r>
        <w:t xml:space="preserve">, </w:t>
      </w:r>
      <w:r w:rsidR="0024252B" w:rsidRPr="002813C1">
        <w:t>si demain</w:t>
      </w:r>
      <w:r>
        <w:t xml:space="preserve">, </w:t>
      </w:r>
      <w:r w:rsidR="0024252B" w:rsidRPr="002813C1">
        <w:t>en allant à la messe</w:t>
      </w:r>
      <w:r>
        <w:t xml:space="preserve">, </w:t>
      </w:r>
      <w:r w:rsidR="0024252B" w:rsidRPr="002813C1">
        <w:t>je ne trouvais pas moyen de jeter cette lettre à la poste sans être vue</w:t>
      </w:r>
      <w:r>
        <w:t>…</w:t>
      </w:r>
    </w:p>
    <w:p w14:paraId="58CEE895" w14:textId="77777777" w:rsidR="00B77E03" w:rsidRDefault="0024252B" w:rsidP="00B77E03">
      <w:r w:rsidRPr="002813C1">
        <w:t>Elle s</w:t>
      </w:r>
      <w:r w:rsidR="00B77E03">
        <w:t>’</w:t>
      </w:r>
      <w:r w:rsidRPr="002813C1">
        <w:t>était hâtée</w:t>
      </w:r>
      <w:r w:rsidR="00B77E03">
        <w:t xml:space="preserve">, </w:t>
      </w:r>
      <w:r w:rsidRPr="002813C1">
        <w:t>bien lui en prit</w:t>
      </w:r>
      <w:r w:rsidR="00B77E03">
        <w:t>…</w:t>
      </w:r>
    </w:p>
    <w:p w14:paraId="466E79B8" w14:textId="605F2AA9" w:rsidR="00B77E03" w:rsidRDefault="0024252B" w:rsidP="00B77E03">
      <w:r w:rsidRPr="002813C1">
        <w:t>Son buvard était à peine en place</w:t>
      </w:r>
      <w:r w:rsidR="00B77E03">
        <w:t xml:space="preserve">, </w:t>
      </w:r>
      <w:r w:rsidRPr="002813C1">
        <w:t xml:space="preserve">que </w:t>
      </w:r>
      <w:r w:rsidR="00B77E03">
        <w:t>M</w:t>
      </w:r>
      <w:r w:rsidR="00B77E03" w:rsidRPr="00B77E03">
        <w:rPr>
          <w:vertAlign w:val="superscript"/>
        </w:rPr>
        <w:t>me</w:t>
      </w:r>
      <w:r w:rsidR="00B77E03">
        <w:t> </w:t>
      </w:r>
      <w:r w:rsidRPr="002813C1">
        <w:t>Léon rentra</w:t>
      </w:r>
      <w:r w:rsidR="00B77E03">
        <w:t xml:space="preserve">, </w:t>
      </w:r>
      <w:r w:rsidRPr="002813C1">
        <w:t>l</w:t>
      </w:r>
      <w:r w:rsidR="00B77E03">
        <w:t>’</w:t>
      </w:r>
      <w:r w:rsidRPr="002813C1">
        <w:t>air aussi contrarié que possible</w:t>
      </w:r>
      <w:r w:rsidR="00B77E03">
        <w:t>.</w:t>
      </w:r>
    </w:p>
    <w:p w14:paraId="1B3B3065" w14:textId="26AAF128" w:rsidR="00B77E03" w:rsidRDefault="00B77E03" w:rsidP="00B77E03">
      <w:r>
        <w:t>— </w:t>
      </w:r>
      <w:r w:rsidR="0024252B" w:rsidRPr="002813C1">
        <w:t>Eh bien</w:t>
      </w:r>
      <w:r>
        <w:t xml:space="preserve"> !… </w:t>
      </w:r>
      <w:r w:rsidR="0024252B" w:rsidRPr="002813C1">
        <w:t xml:space="preserve">demanda </w:t>
      </w:r>
      <w:r>
        <w:t>M</w:t>
      </w:r>
      <w:r w:rsidRPr="00B77E03">
        <w:rPr>
          <w:vertAlign w:val="superscript"/>
        </w:rPr>
        <w:t>lle</w:t>
      </w:r>
      <w:r>
        <w:t> </w:t>
      </w:r>
      <w:r w:rsidR="0024252B" w:rsidRPr="002813C1">
        <w:t>Marguerite d</w:t>
      </w:r>
      <w:r>
        <w:t>’</w:t>
      </w:r>
      <w:r w:rsidR="0024252B" w:rsidRPr="002813C1">
        <w:t>un ton de naïveté admirablement joué</w:t>
      </w:r>
      <w:r>
        <w:t xml:space="preserve">, </w:t>
      </w:r>
      <w:r w:rsidR="0024252B" w:rsidRPr="002813C1">
        <w:t>avez-vous vu votre famille</w:t>
      </w:r>
      <w:r>
        <w:t> ?…</w:t>
      </w:r>
    </w:p>
    <w:p w14:paraId="7E351F3E" w14:textId="77777777" w:rsidR="00B77E03" w:rsidRDefault="00B77E03" w:rsidP="00B77E03">
      <w:r>
        <w:t>— </w:t>
      </w:r>
      <w:r w:rsidR="0024252B" w:rsidRPr="002813C1">
        <w:t>Ne m</w:t>
      </w:r>
      <w:r>
        <w:t>’</w:t>
      </w:r>
      <w:r w:rsidR="0024252B" w:rsidRPr="002813C1">
        <w:t>en parlez pas</w:t>
      </w:r>
      <w:r>
        <w:t xml:space="preserve">, </w:t>
      </w:r>
      <w:r w:rsidR="0024252B" w:rsidRPr="002813C1">
        <w:t>ma chère demoiselle</w:t>
      </w:r>
      <w:r>
        <w:t xml:space="preserve">, </w:t>
      </w:r>
      <w:r w:rsidR="0024252B" w:rsidRPr="002813C1">
        <w:t>tous mes parents étaient absents</w:t>
      </w:r>
      <w:r>
        <w:t xml:space="preserve">… </w:t>
      </w:r>
      <w:r w:rsidR="0024252B" w:rsidRPr="002813C1">
        <w:t>ils étaient au spectacle</w:t>
      </w:r>
      <w:r>
        <w:t>.</w:t>
      </w:r>
    </w:p>
    <w:p w14:paraId="2E7A70E9" w14:textId="77777777" w:rsidR="00B77E03" w:rsidRDefault="00B77E03" w:rsidP="00B77E03">
      <w:r>
        <w:t>— </w:t>
      </w:r>
      <w:r w:rsidR="0024252B" w:rsidRPr="002813C1">
        <w:t>Ah</w:t>
      </w:r>
      <w:r>
        <w:t> !…</w:t>
      </w:r>
    </w:p>
    <w:p w14:paraId="0601A39C" w14:textId="77777777" w:rsidR="00B77E03" w:rsidRDefault="00B77E03" w:rsidP="00B77E03">
      <w:r>
        <w:t>— </w:t>
      </w:r>
      <w:r w:rsidR="0024252B" w:rsidRPr="002813C1">
        <w:t>De sorte que dès demain matin</w:t>
      </w:r>
      <w:r>
        <w:t xml:space="preserve">, </w:t>
      </w:r>
      <w:r w:rsidR="0024252B" w:rsidRPr="002813C1">
        <w:t>à la première heure</w:t>
      </w:r>
      <w:r>
        <w:t xml:space="preserve">, </w:t>
      </w:r>
      <w:r w:rsidR="0024252B" w:rsidRPr="002813C1">
        <w:t>il me faudra courir jusque chez eux</w:t>
      </w:r>
      <w:r>
        <w:t xml:space="preserve">… </w:t>
      </w:r>
      <w:r w:rsidR="0024252B" w:rsidRPr="002813C1">
        <w:t>Vous comprenez combien c</w:t>
      </w:r>
      <w:r>
        <w:t>’</w:t>
      </w:r>
      <w:r w:rsidR="0024252B" w:rsidRPr="002813C1">
        <w:t>est important</w:t>
      </w:r>
      <w:r>
        <w:t> !…</w:t>
      </w:r>
    </w:p>
    <w:p w14:paraId="5C3B9D2C" w14:textId="77777777" w:rsidR="00B77E03" w:rsidRDefault="00B77E03" w:rsidP="00B77E03">
      <w:r>
        <w:t>— </w:t>
      </w:r>
      <w:r w:rsidR="0024252B" w:rsidRPr="002813C1">
        <w:t>Oui</w:t>
      </w:r>
      <w:r>
        <w:t xml:space="preserve">, </w:t>
      </w:r>
      <w:r w:rsidR="0024252B" w:rsidRPr="002813C1">
        <w:t>en effet</w:t>
      </w:r>
      <w:r>
        <w:t xml:space="preserve">, </w:t>
      </w:r>
      <w:r w:rsidR="0024252B" w:rsidRPr="002813C1">
        <w:t>je comprends</w:t>
      </w:r>
      <w:r>
        <w:t>…</w:t>
      </w:r>
    </w:p>
    <w:p w14:paraId="68153BA7" w14:textId="77777777" w:rsidR="00B77E03" w:rsidRDefault="0024252B" w:rsidP="00B77E03">
      <w:r w:rsidRPr="002813C1">
        <w:t>Mais la digne femme de charge</w:t>
      </w:r>
      <w:r w:rsidR="00B77E03">
        <w:t xml:space="preserve">, </w:t>
      </w:r>
      <w:r w:rsidRPr="002813C1">
        <w:t>intarissable d</w:t>
      </w:r>
      <w:r w:rsidR="00B77E03">
        <w:t>’</w:t>
      </w:r>
      <w:r w:rsidRPr="002813C1">
        <w:t>ordinaire</w:t>
      </w:r>
      <w:r w:rsidR="00B77E03">
        <w:t xml:space="preserve">, </w:t>
      </w:r>
      <w:r w:rsidRPr="002813C1">
        <w:t>était peu en train de causer ce soir-là</w:t>
      </w:r>
      <w:r w:rsidR="00B77E03">
        <w:t xml:space="preserve">… </w:t>
      </w:r>
      <w:r w:rsidRPr="002813C1">
        <w:t>Elle embrassa sa chère demoiselle et passa dans sa chambre</w:t>
      </w:r>
      <w:r w:rsidR="00B77E03">
        <w:t>…</w:t>
      </w:r>
    </w:p>
    <w:p w14:paraId="065F0639" w14:textId="5015F700" w:rsidR="00B77E03" w:rsidRDefault="00B77E03" w:rsidP="00B77E03">
      <w:r>
        <w:lastRenderedPageBreak/>
        <w:t>— </w:t>
      </w:r>
      <w:r w:rsidR="0024252B" w:rsidRPr="002813C1">
        <w:t>Allons</w:t>
      </w:r>
      <w:r>
        <w:t xml:space="preserve">, </w:t>
      </w:r>
      <w:r w:rsidR="0024252B" w:rsidRPr="002813C1">
        <w:t xml:space="preserve">pensa </w:t>
      </w:r>
      <w:r>
        <w:t>M</w:t>
      </w:r>
      <w:r w:rsidRPr="00B77E03">
        <w:rPr>
          <w:vertAlign w:val="superscript"/>
        </w:rPr>
        <w:t>lle</w:t>
      </w:r>
      <w:r>
        <w:t> </w:t>
      </w:r>
      <w:r w:rsidR="0024252B" w:rsidRPr="002813C1">
        <w:t>Marguerite</w:t>
      </w:r>
      <w:r>
        <w:t xml:space="preserve">, </w:t>
      </w:r>
      <w:r w:rsidR="0024252B" w:rsidRPr="002813C1">
        <w:t>elle n</w:t>
      </w:r>
      <w:r>
        <w:t>’</w:t>
      </w:r>
      <w:r w:rsidR="0024252B" w:rsidRPr="002813C1">
        <w:t xml:space="preserve">a pas rencontré </w:t>
      </w:r>
      <w:r>
        <w:t>M. de </w:t>
      </w:r>
      <w:proofErr w:type="spellStart"/>
      <w:r w:rsidR="0024252B" w:rsidRPr="002813C1">
        <w:t>Valorsay</w:t>
      </w:r>
      <w:proofErr w:type="spellEnd"/>
      <w:r>
        <w:t xml:space="preserve">, </w:t>
      </w:r>
      <w:r w:rsidR="0024252B" w:rsidRPr="002813C1">
        <w:t>et comme elle ne sait quel personnage jouer</w:t>
      </w:r>
      <w:r>
        <w:t xml:space="preserve">, </w:t>
      </w:r>
      <w:r w:rsidR="0024252B" w:rsidRPr="002813C1">
        <w:t>comme elle est très-embarrassée</w:t>
      </w:r>
      <w:r>
        <w:t xml:space="preserve">, </w:t>
      </w:r>
      <w:r w:rsidR="0024252B" w:rsidRPr="002813C1">
        <w:t>elle est furieuse</w:t>
      </w:r>
      <w:r>
        <w:t> !…</w:t>
      </w:r>
    </w:p>
    <w:p w14:paraId="3B7C1393" w14:textId="77777777" w:rsidR="00B77E03" w:rsidRDefault="0024252B" w:rsidP="00B77E03">
      <w:r w:rsidRPr="002813C1">
        <w:t>Elle-même eût eu à résumer ses impressions de la soirée</w:t>
      </w:r>
      <w:r w:rsidR="00B77E03">
        <w:t xml:space="preserve">, </w:t>
      </w:r>
      <w:r w:rsidRPr="002813C1">
        <w:t>et à se tracer une ligne de conduite</w:t>
      </w:r>
      <w:r w:rsidR="00B77E03">
        <w:t xml:space="preserve">, </w:t>
      </w:r>
      <w:r w:rsidRPr="002813C1">
        <w:t>mais véritablement</w:t>
      </w:r>
      <w:r w:rsidR="00B77E03">
        <w:t xml:space="preserve">, </w:t>
      </w:r>
      <w:r w:rsidRPr="002813C1">
        <w:t>ainsi qu</w:t>
      </w:r>
      <w:r w:rsidR="00B77E03">
        <w:t>’</w:t>
      </w:r>
      <w:r w:rsidRPr="002813C1">
        <w:t>elle l</w:t>
      </w:r>
      <w:r w:rsidR="00B77E03">
        <w:t>’</w:t>
      </w:r>
      <w:r w:rsidRPr="002813C1">
        <w:t>avait assuré</w:t>
      </w:r>
      <w:r w:rsidR="00B77E03">
        <w:t xml:space="preserve">, </w:t>
      </w:r>
      <w:r w:rsidRPr="002813C1">
        <w:t>ses forces</w:t>
      </w:r>
      <w:r w:rsidR="00B77E03">
        <w:t xml:space="preserve">, </w:t>
      </w:r>
      <w:r w:rsidRPr="002813C1">
        <w:t>après deux nuits passées sur un fauteuil</w:t>
      </w:r>
      <w:r w:rsidR="00B77E03">
        <w:t xml:space="preserve">, </w:t>
      </w:r>
      <w:r w:rsidRPr="002813C1">
        <w:t>étaient à bout</w:t>
      </w:r>
      <w:r w:rsidR="00B77E03">
        <w:t>.</w:t>
      </w:r>
    </w:p>
    <w:p w14:paraId="1DD398A2" w14:textId="77777777" w:rsidR="00B77E03" w:rsidRDefault="0024252B" w:rsidP="00B77E03">
      <w:r w:rsidRPr="002813C1">
        <w:t>Elle se dit donc que mieux valait prendre du repos</w:t>
      </w:r>
      <w:r w:rsidR="00B77E03">
        <w:t xml:space="preserve">, </w:t>
      </w:r>
      <w:r w:rsidRPr="002813C1">
        <w:t>que son esprit le lendemain en serait plus lucide</w:t>
      </w:r>
      <w:r w:rsidR="00B77E03">
        <w:t xml:space="preserve">, </w:t>
      </w:r>
      <w:r w:rsidRPr="002813C1">
        <w:t xml:space="preserve">et après une fervente prière où revint plusieurs fois le nom de Pascal </w:t>
      </w:r>
      <w:proofErr w:type="spellStart"/>
      <w:r w:rsidRPr="002813C1">
        <w:t>Férailleur</w:t>
      </w:r>
      <w:proofErr w:type="spellEnd"/>
      <w:r w:rsidR="00B77E03">
        <w:t xml:space="preserve">, </w:t>
      </w:r>
      <w:r w:rsidRPr="002813C1">
        <w:t>elle se coucha</w:t>
      </w:r>
      <w:r w:rsidR="00B77E03">
        <w:t>…</w:t>
      </w:r>
    </w:p>
    <w:p w14:paraId="7EC514C5" w14:textId="77777777" w:rsidR="00B77E03" w:rsidRDefault="0024252B" w:rsidP="00B77E03">
      <w:r w:rsidRPr="002813C1">
        <w:t>Et cependant</w:t>
      </w:r>
      <w:r w:rsidR="00B77E03">
        <w:t xml:space="preserve">, </w:t>
      </w:r>
      <w:r w:rsidRPr="002813C1">
        <w:t>avant de s</w:t>
      </w:r>
      <w:r w:rsidR="00B77E03">
        <w:t>’</w:t>
      </w:r>
      <w:r w:rsidRPr="002813C1">
        <w:t>endormir</w:t>
      </w:r>
      <w:r w:rsidR="00B77E03">
        <w:t xml:space="preserve">, </w:t>
      </w:r>
      <w:r w:rsidRPr="002813C1">
        <w:t>elle put recueillir une dernière observation</w:t>
      </w:r>
      <w:r w:rsidR="00B77E03">
        <w:t> :</w:t>
      </w:r>
    </w:p>
    <w:p w14:paraId="3EA49343" w14:textId="77777777" w:rsidR="00B77E03" w:rsidRDefault="0024252B" w:rsidP="00B77E03">
      <w:r w:rsidRPr="002813C1">
        <w:t>Les draps de son lit étaient neufs</w:t>
      </w:r>
      <w:r w:rsidR="00B77E03">
        <w:t> !…</w:t>
      </w:r>
    </w:p>
    <w:p w14:paraId="32F86C89" w14:textId="3BBED85F" w:rsidR="00B77E03" w:rsidRDefault="0024252B" w:rsidP="00B77E03">
      <w:r w:rsidRPr="002813C1">
        <w:t xml:space="preserve">Si </w:t>
      </w:r>
      <w:r w:rsidR="00B77E03">
        <w:t>M</w:t>
      </w:r>
      <w:r w:rsidR="00B77E03" w:rsidRPr="00B77E03">
        <w:rPr>
          <w:vertAlign w:val="superscript"/>
        </w:rPr>
        <w:t>lle</w:t>
      </w:r>
      <w:r w:rsidR="00B77E03">
        <w:t> </w:t>
      </w:r>
      <w:r w:rsidRPr="002813C1">
        <w:t>Marguerite fût née à l</w:t>
      </w:r>
      <w:r w:rsidR="00B77E03">
        <w:t>’</w:t>
      </w:r>
      <w:r w:rsidRPr="002813C1">
        <w:t xml:space="preserve">hôtel de </w:t>
      </w:r>
      <w:proofErr w:type="spellStart"/>
      <w:r w:rsidRPr="002813C1">
        <w:t>Chalusse</w:t>
      </w:r>
      <w:proofErr w:type="spellEnd"/>
      <w:r w:rsidR="00B77E03">
        <w:t xml:space="preserve">, </w:t>
      </w:r>
      <w:r w:rsidRPr="002813C1">
        <w:t>si elle eût grandi insouciante et heureuse à l</w:t>
      </w:r>
      <w:r w:rsidR="00B77E03">
        <w:t>’</w:t>
      </w:r>
      <w:r w:rsidRPr="002813C1">
        <w:t>ombre de la tendresse d</w:t>
      </w:r>
      <w:r w:rsidR="00B77E03">
        <w:t>’</w:t>
      </w:r>
      <w:r w:rsidRPr="002813C1">
        <w:t>un père et d</w:t>
      </w:r>
      <w:r w:rsidR="00B77E03">
        <w:t>’</w:t>
      </w:r>
      <w:r w:rsidRPr="002813C1">
        <w:t>une mère</w:t>
      </w:r>
      <w:r w:rsidR="00B77E03">
        <w:t xml:space="preserve">, </w:t>
      </w:r>
      <w:r w:rsidRPr="002813C1">
        <w:t>si elle eût toujours été défendue des réalités tristes de la vie par une immense fortune</w:t>
      </w:r>
      <w:r w:rsidR="00B77E03">
        <w:t xml:space="preserve">, </w:t>
      </w:r>
      <w:r w:rsidRPr="002813C1">
        <w:t>elle eût été perdue sans ressources</w:t>
      </w:r>
      <w:r w:rsidR="00B77E03">
        <w:t xml:space="preserve">… </w:t>
      </w:r>
      <w:r w:rsidRPr="002813C1">
        <w:t>Comment éviter des dangers qu</w:t>
      </w:r>
      <w:r w:rsidR="00B77E03">
        <w:t>’</w:t>
      </w:r>
      <w:r w:rsidRPr="002813C1">
        <w:t>on ignore</w:t>
      </w:r>
      <w:r w:rsidR="00B77E03">
        <w:t> !…</w:t>
      </w:r>
    </w:p>
    <w:p w14:paraId="66F28F34" w14:textId="77777777" w:rsidR="00B77E03" w:rsidRDefault="0024252B" w:rsidP="00B77E03">
      <w:r w:rsidRPr="002813C1">
        <w:t>Mais elle devait aux hasards de son enfance la science amère de la vie réelle</w:t>
      </w:r>
      <w:r w:rsidR="00B77E03">
        <w:t xml:space="preserve">, </w:t>
      </w:r>
      <w:r w:rsidRPr="002813C1">
        <w:t>et son maître avait été le maître cruel des robustes et des forts</w:t>
      </w:r>
      <w:r w:rsidR="00B77E03">
        <w:t xml:space="preserve"> : </w:t>
      </w:r>
      <w:r w:rsidRPr="002813C1">
        <w:t>le malheur</w:t>
      </w:r>
      <w:r w:rsidR="00B77E03">
        <w:t>…</w:t>
      </w:r>
    </w:p>
    <w:p w14:paraId="1B676E36" w14:textId="77777777" w:rsidR="00B77E03" w:rsidRDefault="0024252B" w:rsidP="00B77E03">
      <w:r w:rsidRPr="002813C1">
        <w:t>Livrée à elle-même</w:t>
      </w:r>
      <w:r w:rsidR="00B77E03">
        <w:t xml:space="preserve">, </w:t>
      </w:r>
      <w:r w:rsidRPr="002813C1">
        <w:t>dès l</w:t>
      </w:r>
      <w:r w:rsidR="00B77E03">
        <w:t>’</w:t>
      </w:r>
      <w:r w:rsidRPr="002813C1">
        <w:t>âge de treize ans</w:t>
      </w:r>
      <w:r w:rsidR="00B77E03">
        <w:t xml:space="preserve">, </w:t>
      </w:r>
      <w:r w:rsidRPr="002813C1">
        <w:t>et dans le milieu le plus dissolu</w:t>
      </w:r>
      <w:r w:rsidR="00B77E03">
        <w:t xml:space="preserve">, </w:t>
      </w:r>
      <w:r w:rsidRPr="002813C1">
        <w:t>habituée à tout craindre</w:t>
      </w:r>
      <w:r w:rsidR="00B77E03">
        <w:t xml:space="preserve">, </w:t>
      </w:r>
      <w:r w:rsidRPr="002813C1">
        <w:t>à tout soupçonner</w:t>
      </w:r>
      <w:r w:rsidR="00B77E03">
        <w:t xml:space="preserve">, </w:t>
      </w:r>
      <w:r w:rsidRPr="002813C1">
        <w:t>et à ne compter que sur elle seule</w:t>
      </w:r>
      <w:r w:rsidR="00B77E03">
        <w:t xml:space="preserve">, </w:t>
      </w:r>
      <w:r w:rsidRPr="002813C1">
        <w:t>elle était devenue étrangement défiante et perspicace</w:t>
      </w:r>
      <w:r w:rsidR="00B77E03">
        <w:t>.</w:t>
      </w:r>
    </w:p>
    <w:p w14:paraId="7C1A0825" w14:textId="77777777" w:rsidR="00B77E03" w:rsidRDefault="0024252B" w:rsidP="00B77E03">
      <w:r w:rsidRPr="002813C1">
        <w:t>Elle savait voir et entendre</w:t>
      </w:r>
      <w:r w:rsidR="00B77E03">
        <w:t xml:space="preserve">, </w:t>
      </w:r>
      <w:r w:rsidRPr="002813C1">
        <w:t>délibérer et agir</w:t>
      </w:r>
      <w:r w:rsidR="00B77E03">
        <w:t>…</w:t>
      </w:r>
    </w:p>
    <w:p w14:paraId="5371A061" w14:textId="2FDD24E9" w:rsidR="00B77E03" w:rsidRDefault="0024252B" w:rsidP="00B77E03">
      <w:r w:rsidRPr="002813C1">
        <w:lastRenderedPageBreak/>
        <w:t>Véritablement naïve</w:t>
      </w:r>
      <w:r w:rsidR="00B77E03">
        <w:t xml:space="preserve">, </w:t>
      </w:r>
      <w:r w:rsidRPr="002813C1">
        <w:t>elle était cependant capable de ruse</w:t>
      </w:r>
      <w:r w:rsidR="00B77E03">
        <w:t xml:space="preserve">, </w:t>
      </w:r>
      <w:r w:rsidRPr="002813C1">
        <w:t xml:space="preserve">comme tous ceux qui ont eu à se débattre dans des situations </w:t>
      </w:r>
      <w:r w:rsidR="0017712A">
        <w:t>infimes</w:t>
      </w:r>
      <w:r w:rsidR="00B77E03">
        <w:t>.</w:t>
      </w:r>
    </w:p>
    <w:p w14:paraId="4B22926A" w14:textId="77777777" w:rsidR="00B77E03" w:rsidRDefault="0024252B" w:rsidP="00B77E03">
      <w:r w:rsidRPr="002813C1">
        <w:t>De craintes</w:t>
      </w:r>
      <w:r w:rsidR="00B77E03">
        <w:t xml:space="preserve">, </w:t>
      </w:r>
      <w:r w:rsidRPr="002813C1">
        <w:t>elle n</w:t>
      </w:r>
      <w:r w:rsidR="00B77E03">
        <w:t>’</w:t>
      </w:r>
      <w:r w:rsidRPr="002813C1">
        <w:t>en avait aucunes</w:t>
      </w:r>
      <w:r w:rsidR="00B77E03">
        <w:t xml:space="preserve">, </w:t>
      </w:r>
      <w:r w:rsidRPr="002813C1">
        <w:t>de celles du moins qu</w:t>
      </w:r>
      <w:r w:rsidR="00B77E03">
        <w:t>’</w:t>
      </w:r>
      <w:r w:rsidRPr="002813C1">
        <w:t>eût eues l</w:t>
      </w:r>
      <w:r w:rsidR="00B77E03">
        <w:t>’</w:t>
      </w:r>
      <w:r w:rsidRPr="002813C1">
        <w:t>héritière légitime d</w:t>
      </w:r>
      <w:r w:rsidR="00B77E03">
        <w:t>’</w:t>
      </w:r>
      <w:r w:rsidRPr="002813C1">
        <w:t>une grande maison</w:t>
      </w:r>
      <w:r w:rsidR="00B77E03">
        <w:t>.</w:t>
      </w:r>
    </w:p>
    <w:p w14:paraId="28980A92" w14:textId="17E0F5CE" w:rsidR="00B77E03" w:rsidRDefault="0024252B" w:rsidP="00B77E03">
      <w:r w:rsidRPr="002813C1">
        <w:t>Deux hommes</w:t>
      </w:r>
      <w:r w:rsidR="00B77E03">
        <w:t xml:space="preserve">, </w:t>
      </w:r>
      <w:r w:rsidRPr="002813C1">
        <w:t xml:space="preserve">le marquis de </w:t>
      </w:r>
      <w:proofErr w:type="spellStart"/>
      <w:r w:rsidRPr="002813C1">
        <w:t>Valorsay</w:t>
      </w:r>
      <w:proofErr w:type="spellEnd"/>
      <w:r w:rsidRPr="002813C1">
        <w:t xml:space="preserve"> et le fils de </w:t>
      </w:r>
      <w:r w:rsidR="00B77E03">
        <w:t>M. de </w:t>
      </w:r>
      <w:proofErr w:type="spellStart"/>
      <w:r w:rsidRPr="002813C1">
        <w:t>Fondège</w:t>
      </w:r>
      <w:proofErr w:type="spellEnd"/>
      <w:r w:rsidR="00B77E03">
        <w:t xml:space="preserve">, </w:t>
      </w:r>
      <w:r w:rsidRPr="002813C1">
        <w:t>le lieutenant Gustave</w:t>
      </w:r>
      <w:r w:rsidR="00B77E03">
        <w:t xml:space="preserve">, </w:t>
      </w:r>
      <w:r w:rsidRPr="002813C1">
        <w:t>convoitaient sa main</w:t>
      </w:r>
      <w:r w:rsidR="00B77E03">
        <w:t xml:space="preserve">, </w:t>
      </w:r>
      <w:r w:rsidRPr="002813C1">
        <w:t>et l</w:t>
      </w:r>
      <w:r w:rsidR="00B77E03">
        <w:t>’</w:t>
      </w:r>
      <w:r w:rsidRPr="002813C1">
        <w:t>un d</w:t>
      </w:r>
      <w:r w:rsidR="00B77E03">
        <w:t>’</w:t>
      </w:r>
      <w:r w:rsidRPr="002813C1">
        <w:t>eux</w:t>
      </w:r>
      <w:r w:rsidR="00B77E03">
        <w:t xml:space="preserve">, </w:t>
      </w:r>
      <w:r w:rsidRPr="002813C1">
        <w:t>le marquis</w:t>
      </w:r>
      <w:r w:rsidR="00B77E03">
        <w:t xml:space="preserve">, </w:t>
      </w:r>
      <w:r w:rsidRPr="002813C1">
        <w:t>était</w:t>
      </w:r>
      <w:r w:rsidR="00B77E03">
        <w:t xml:space="preserve">, </w:t>
      </w:r>
      <w:r w:rsidRPr="002813C1">
        <w:t>croyait-elle</w:t>
      </w:r>
      <w:r w:rsidR="00B77E03">
        <w:t xml:space="preserve">, </w:t>
      </w:r>
      <w:r w:rsidRPr="002813C1">
        <w:t>capable de tout</w:t>
      </w:r>
      <w:r w:rsidR="00B77E03">
        <w:t xml:space="preserve">… </w:t>
      </w:r>
      <w:r w:rsidRPr="002813C1">
        <w:t>elle ne s</w:t>
      </w:r>
      <w:r w:rsidR="00B77E03">
        <w:t>’</w:t>
      </w:r>
      <w:r w:rsidRPr="002813C1">
        <w:t>en inquiétait seulement pas</w:t>
      </w:r>
      <w:r w:rsidR="00B77E03">
        <w:t>…</w:t>
      </w:r>
    </w:p>
    <w:p w14:paraId="2DCED31A" w14:textId="77777777" w:rsidR="00B77E03" w:rsidRDefault="0024252B" w:rsidP="00B77E03">
      <w:r w:rsidRPr="002813C1">
        <w:t>C</w:t>
      </w:r>
      <w:r w:rsidR="00B77E03">
        <w:t>’</w:t>
      </w:r>
      <w:r w:rsidRPr="002813C1">
        <w:t>est qu</w:t>
      </w:r>
      <w:r w:rsidR="00B77E03">
        <w:t>’</w:t>
      </w:r>
      <w:r w:rsidRPr="002813C1">
        <w:t>elle avait été bien autrement en danger</w:t>
      </w:r>
      <w:r w:rsidR="00B77E03">
        <w:t xml:space="preserve">, </w:t>
      </w:r>
      <w:r w:rsidRPr="002813C1">
        <w:t>autrefois</w:t>
      </w:r>
      <w:r w:rsidR="00B77E03">
        <w:t xml:space="preserve">, </w:t>
      </w:r>
      <w:r w:rsidRPr="002813C1">
        <w:t>lorsqu</w:t>
      </w:r>
      <w:r w:rsidR="00B77E03">
        <w:t>’</w:t>
      </w:r>
      <w:r w:rsidRPr="002813C1">
        <w:t>elle était apprentie</w:t>
      </w:r>
      <w:r w:rsidR="00B77E03">
        <w:t xml:space="preserve">, </w:t>
      </w:r>
      <w:r w:rsidRPr="002813C1">
        <w:t>et que le frère de sa patronne</w:t>
      </w:r>
      <w:r w:rsidR="00B77E03">
        <w:t xml:space="preserve">, </w:t>
      </w:r>
      <w:r w:rsidRPr="002813C1">
        <w:t xml:space="preserve">le sieur </w:t>
      </w:r>
      <w:proofErr w:type="spellStart"/>
      <w:r w:rsidRPr="002813C1">
        <w:t>Vantrasson</w:t>
      </w:r>
      <w:proofErr w:type="spellEnd"/>
      <w:r w:rsidR="00B77E03">
        <w:t xml:space="preserve">, </w:t>
      </w:r>
      <w:r w:rsidRPr="002813C1">
        <w:t>l</w:t>
      </w:r>
      <w:r w:rsidR="00B77E03">
        <w:t>’</w:t>
      </w:r>
      <w:r w:rsidRPr="002813C1">
        <w:t>obsédait de sa passion</w:t>
      </w:r>
      <w:r w:rsidR="00B77E03">
        <w:t xml:space="preserve">… </w:t>
      </w:r>
      <w:r w:rsidRPr="002813C1">
        <w:t>et cependant elle n</w:t>
      </w:r>
      <w:r w:rsidR="00B77E03">
        <w:t>’</w:t>
      </w:r>
      <w:r w:rsidRPr="002813C1">
        <w:t>avait pas péri</w:t>
      </w:r>
      <w:r w:rsidR="00B77E03">
        <w:t> !…</w:t>
      </w:r>
    </w:p>
    <w:p w14:paraId="7E454324" w14:textId="77777777" w:rsidR="00B77E03" w:rsidRDefault="0024252B" w:rsidP="00B77E03">
      <w:r w:rsidRPr="002813C1">
        <w:t>Le mensonge était certes ce qui répugnait le plus à sa nature loyale</w:t>
      </w:r>
      <w:r w:rsidR="00B77E03">
        <w:t xml:space="preserve">, </w:t>
      </w:r>
      <w:r w:rsidRPr="002813C1">
        <w:t>mais elle y était condamnée</w:t>
      </w:r>
      <w:r w:rsidR="00B77E03">
        <w:t xml:space="preserve">… </w:t>
      </w:r>
      <w:r w:rsidRPr="002813C1">
        <w:t>Quelle arme avait-elle</w:t>
      </w:r>
      <w:r w:rsidR="00B77E03">
        <w:t xml:space="preserve">, </w:t>
      </w:r>
      <w:r w:rsidRPr="002813C1">
        <w:t>hormis la duplicité</w:t>
      </w:r>
      <w:r w:rsidR="00B77E03">
        <w:t xml:space="preserve">, </w:t>
      </w:r>
      <w:r w:rsidRPr="002813C1">
        <w:t>seule contre tant d</w:t>
      </w:r>
      <w:r w:rsidR="00B77E03">
        <w:t>’</w:t>
      </w:r>
      <w:r w:rsidRPr="002813C1">
        <w:t>ennemis et enlacée par une double intrigue</w:t>
      </w:r>
      <w:r w:rsidR="00B77E03">
        <w:t xml:space="preserve">, </w:t>
      </w:r>
      <w:r w:rsidRPr="002813C1">
        <w:t>dont elle ne comprenait même pas encore toute la portée</w:t>
      </w:r>
      <w:r w:rsidR="00B77E03">
        <w:t>…</w:t>
      </w:r>
    </w:p>
    <w:p w14:paraId="7168D335" w14:textId="77777777" w:rsidR="00B77E03" w:rsidRDefault="0024252B" w:rsidP="00B77E03">
      <w:r w:rsidRPr="002813C1">
        <w:t>C</w:t>
      </w:r>
      <w:r w:rsidR="00B77E03">
        <w:t>’</w:t>
      </w:r>
      <w:r w:rsidRPr="002813C1">
        <w:t>est dire de quels regards attentifs et profonds</w:t>
      </w:r>
      <w:r w:rsidR="00B77E03">
        <w:t xml:space="preserve">, </w:t>
      </w:r>
      <w:r w:rsidRPr="002813C1">
        <w:t>le lendemain</w:t>
      </w:r>
      <w:r w:rsidR="00B77E03">
        <w:t xml:space="preserve">, </w:t>
      </w:r>
      <w:r w:rsidRPr="002813C1">
        <w:t>elle étudia le logis de ses hôtes</w:t>
      </w:r>
      <w:r w:rsidR="00B77E03">
        <w:t xml:space="preserve">, </w:t>
      </w:r>
      <w:r w:rsidRPr="002813C1">
        <w:t>s</w:t>
      </w:r>
      <w:r w:rsidR="00B77E03">
        <w:t>’</w:t>
      </w:r>
      <w:r w:rsidRPr="002813C1">
        <w:t>efforçant de reconstruire leur existence et de pénétrer leurs habitudes et leurs mœurs d</w:t>
      </w:r>
      <w:r w:rsidR="00B77E03">
        <w:t>’</w:t>
      </w:r>
      <w:r w:rsidRPr="002813C1">
        <w:t>après ce qui les entourait</w:t>
      </w:r>
      <w:r w:rsidR="00B77E03">
        <w:t>.</w:t>
      </w:r>
    </w:p>
    <w:p w14:paraId="697AB37D" w14:textId="77777777" w:rsidR="00B77E03" w:rsidRDefault="0024252B" w:rsidP="00B77E03">
      <w:r w:rsidRPr="002813C1">
        <w:t>Et</w:t>
      </w:r>
      <w:r w:rsidR="00B77E03">
        <w:t xml:space="preserve">, </w:t>
      </w:r>
      <w:r w:rsidRPr="002813C1">
        <w:t>certes</w:t>
      </w:r>
      <w:r w:rsidR="00B77E03">
        <w:t xml:space="preserve">, </w:t>
      </w:r>
      <w:r w:rsidRPr="002813C1">
        <w:t>l</w:t>
      </w:r>
      <w:r w:rsidR="00B77E03">
        <w:t>’</w:t>
      </w:r>
      <w:r w:rsidRPr="002813C1">
        <w:t>étude était instructive</w:t>
      </w:r>
      <w:r w:rsidR="00B77E03">
        <w:t> :</w:t>
      </w:r>
    </w:p>
    <w:p w14:paraId="1BFF9FD8" w14:textId="77777777" w:rsidR="00B77E03" w:rsidRDefault="0024252B" w:rsidP="00B77E03">
      <w:r w:rsidRPr="002813C1">
        <w:t xml:space="preserve">La maison du </w:t>
      </w:r>
      <w:r w:rsidR="00B77E03">
        <w:t>« </w:t>
      </w:r>
      <w:r w:rsidRPr="002813C1">
        <w:t>général</w:t>
      </w:r>
      <w:r w:rsidR="00B77E03">
        <w:t> »</w:t>
      </w:r>
      <w:r w:rsidRPr="002813C1">
        <w:t xml:space="preserve"> était bien l</w:t>
      </w:r>
      <w:r w:rsidR="00B77E03">
        <w:t>’</w:t>
      </w:r>
      <w:r w:rsidRPr="002813C1">
        <w:t>intérieur parisien</w:t>
      </w:r>
      <w:r w:rsidR="00B77E03">
        <w:t xml:space="preserve">, </w:t>
      </w:r>
      <w:r w:rsidRPr="002813C1">
        <w:t>tel qu</w:t>
      </w:r>
      <w:r w:rsidR="00B77E03">
        <w:t>’</w:t>
      </w:r>
      <w:r w:rsidRPr="002813C1">
        <w:t>il devient fatalement avec la rage toujours croissante du luxe</w:t>
      </w:r>
      <w:r w:rsidR="00B77E03">
        <w:t xml:space="preserve">, </w:t>
      </w:r>
      <w:r w:rsidRPr="002813C1">
        <w:t>la fureur de hausser son train au train des millionnaires</w:t>
      </w:r>
      <w:r w:rsidR="00B77E03">
        <w:t xml:space="preserve">, </w:t>
      </w:r>
      <w:r w:rsidRPr="002813C1">
        <w:t>et la passion si noble et si intelligente à la fois d</w:t>
      </w:r>
      <w:r w:rsidR="00B77E03">
        <w:t>’</w:t>
      </w:r>
      <w:r w:rsidRPr="002813C1">
        <w:t>humilier et d</w:t>
      </w:r>
      <w:r w:rsidR="00B77E03">
        <w:t>’</w:t>
      </w:r>
      <w:r w:rsidRPr="002813C1">
        <w:t>écraser le voisin</w:t>
      </w:r>
      <w:r w:rsidR="00B77E03">
        <w:t> !</w:t>
      </w:r>
    </w:p>
    <w:p w14:paraId="02ED59E8" w14:textId="77777777" w:rsidR="00B77E03" w:rsidRDefault="0024252B" w:rsidP="00B77E03">
      <w:r w:rsidRPr="002813C1">
        <w:lastRenderedPageBreak/>
        <w:t>Bien-être</w:t>
      </w:r>
      <w:r w:rsidR="00B77E03">
        <w:t xml:space="preserve">, </w:t>
      </w:r>
      <w:r w:rsidRPr="002813C1">
        <w:t>confort</w:t>
      </w:r>
      <w:r w:rsidR="00B77E03">
        <w:t xml:space="preserve">, </w:t>
      </w:r>
      <w:r w:rsidRPr="002813C1">
        <w:t>aisance</w:t>
      </w:r>
      <w:r w:rsidR="00B77E03">
        <w:t xml:space="preserve">, </w:t>
      </w:r>
      <w:r w:rsidRPr="002813C1">
        <w:t>tout dans l</w:t>
      </w:r>
      <w:r w:rsidR="00B77E03">
        <w:t>’</w:t>
      </w:r>
      <w:r w:rsidRPr="002813C1">
        <w:t>appartement avait été impitoyablement sacrifié à l</w:t>
      </w:r>
      <w:r w:rsidR="00B77E03">
        <w:t>’</w:t>
      </w:r>
      <w:r w:rsidRPr="002813C1">
        <w:t>étalage</w:t>
      </w:r>
      <w:r w:rsidR="00B77E03">
        <w:t xml:space="preserve">, </w:t>
      </w:r>
      <w:r w:rsidRPr="002813C1">
        <w:t>à ce que le monde pouvait voir</w:t>
      </w:r>
      <w:r w:rsidR="00B77E03">
        <w:t>…</w:t>
      </w:r>
    </w:p>
    <w:p w14:paraId="733C3601" w14:textId="77777777" w:rsidR="00B77E03" w:rsidRDefault="0024252B" w:rsidP="00B77E03">
      <w:r w:rsidRPr="002813C1">
        <w:t>La salle à manger était magnifique</w:t>
      </w:r>
      <w:r w:rsidR="00B77E03">
        <w:t xml:space="preserve">, </w:t>
      </w:r>
      <w:r w:rsidRPr="002813C1">
        <w:t>le salon superbe</w:t>
      </w:r>
      <w:r w:rsidR="00B77E03">
        <w:t xml:space="preserve">, </w:t>
      </w:r>
      <w:r w:rsidRPr="002813C1">
        <w:t>mais c</w:t>
      </w:r>
      <w:r w:rsidR="00B77E03">
        <w:t>’</w:t>
      </w:r>
      <w:r w:rsidRPr="002813C1">
        <w:t>étaient les seules pièces sérieusement meublées de la maison</w:t>
      </w:r>
      <w:r w:rsidR="00B77E03">
        <w:t>…</w:t>
      </w:r>
    </w:p>
    <w:p w14:paraId="1936517F" w14:textId="77777777" w:rsidR="00B77E03" w:rsidRDefault="0024252B" w:rsidP="00B77E03">
      <w:r w:rsidRPr="002813C1">
        <w:t>Tout le reste était vide</w:t>
      </w:r>
      <w:r w:rsidR="00B77E03">
        <w:t xml:space="preserve">, </w:t>
      </w:r>
      <w:r w:rsidRPr="002813C1">
        <w:t>froid</w:t>
      </w:r>
      <w:r w:rsidR="00B77E03">
        <w:t xml:space="preserve">, </w:t>
      </w:r>
      <w:r w:rsidRPr="002813C1">
        <w:t>nu</w:t>
      </w:r>
      <w:r w:rsidR="00B77E03">
        <w:t xml:space="preserve">, </w:t>
      </w:r>
      <w:r w:rsidRPr="002813C1">
        <w:t>désolé</w:t>
      </w:r>
      <w:r w:rsidR="00B77E03">
        <w:t xml:space="preserve">… </w:t>
      </w:r>
      <w:r w:rsidRPr="002813C1">
        <w:t xml:space="preserve">La vanité y avait </w:t>
      </w:r>
      <w:r w:rsidR="00B77E03">
        <w:t>« </w:t>
      </w:r>
      <w:r w:rsidRPr="002813C1">
        <w:t>instrumenté</w:t>
      </w:r>
      <w:r w:rsidR="00B77E03">
        <w:t> »</w:t>
      </w:r>
      <w:r w:rsidRPr="002813C1">
        <w:t xml:space="preserve"> à la façon des huissiers</w:t>
      </w:r>
      <w:r w:rsidR="00B77E03">
        <w:t xml:space="preserve">, </w:t>
      </w:r>
      <w:r w:rsidRPr="002813C1">
        <w:t>enlevant tout ce qui n</w:t>
      </w:r>
      <w:r w:rsidR="00B77E03">
        <w:t>’</w:t>
      </w:r>
      <w:r w:rsidRPr="002813C1">
        <w:t>était pas strictement indispensable</w:t>
      </w:r>
      <w:r w:rsidR="00B77E03">
        <w:t xml:space="preserve">… </w:t>
      </w:r>
      <w:r w:rsidRPr="002813C1">
        <w:t>Et les quelques meubles qui traînaient comme au hasard semblaient moins un mobilier que les épaves dédaignées d</w:t>
      </w:r>
      <w:r w:rsidR="00B77E03">
        <w:t>’</w:t>
      </w:r>
      <w:r w:rsidRPr="002813C1">
        <w:t>un encan après saisie</w:t>
      </w:r>
      <w:r w:rsidR="00B77E03">
        <w:t>…</w:t>
      </w:r>
    </w:p>
    <w:p w14:paraId="01E26990" w14:textId="52F0F56C" w:rsidR="00B77E03" w:rsidRDefault="00B77E03" w:rsidP="00B77E03">
      <w:r>
        <w:t>M</w:t>
      </w:r>
      <w:r w:rsidRPr="00B77E03">
        <w:rPr>
          <w:vertAlign w:val="superscript"/>
        </w:rPr>
        <w:t>me</w:t>
      </w:r>
      <w:r>
        <w:t> de </w:t>
      </w:r>
      <w:proofErr w:type="spellStart"/>
      <w:r w:rsidR="0024252B" w:rsidRPr="002813C1">
        <w:t>Fondège</w:t>
      </w:r>
      <w:proofErr w:type="spellEnd"/>
      <w:r w:rsidR="0024252B" w:rsidRPr="002813C1">
        <w:t xml:space="preserve"> avait</w:t>
      </w:r>
      <w:r>
        <w:t xml:space="preserve">, </w:t>
      </w:r>
      <w:r w:rsidR="0024252B" w:rsidRPr="002813C1">
        <w:t>il est vrai</w:t>
      </w:r>
      <w:r>
        <w:t xml:space="preserve">, </w:t>
      </w:r>
      <w:r w:rsidR="0024252B" w:rsidRPr="002813C1">
        <w:t>dans sa chambre</w:t>
      </w:r>
      <w:r>
        <w:t xml:space="preserve">, </w:t>
      </w:r>
      <w:r w:rsidR="0024252B" w:rsidRPr="002813C1">
        <w:t>une assez belle armoire à glace</w:t>
      </w:r>
      <w:r>
        <w:t xml:space="preserve">, </w:t>
      </w:r>
      <w:r w:rsidR="0024252B" w:rsidRPr="002813C1">
        <w:t>un meuble dont n</w:t>
      </w:r>
      <w:r>
        <w:t>’</w:t>
      </w:r>
      <w:r w:rsidR="0024252B" w:rsidRPr="002813C1">
        <w:t>eût pas su se passer l</w:t>
      </w:r>
      <w:r>
        <w:t>’</w:t>
      </w:r>
      <w:r w:rsidR="0024252B" w:rsidRPr="002813C1">
        <w:t xml:space="preserve">amie de la fringante baronne </w:t>
      </w:r>
      <w:proofErr w:type="spellStart"/>
      <w:r w:rsidR="0024252B" w:rsidRPr="002813C1">
        <w:t>Trigault</w:t>
      </w:r>
      <w:proofErr w:type="spellEnd"/>
      <w:r>
        <w:t xml:space="preserve">, </w:t>
      </w:r>
      <w:r w:rsidR="0024252B" w:rsidRPr="002813C1">
        <w:t>mais son lit</w:t>
      </w:r>
      <w:r>
        <w:t xml:space="preserve">, </w:t>
      </w:r>
      <w:r w:rsidR="0024252B" w:rsidRPr="002813C1">
        <w:t>détail navrant</w:t>
      </w:r>
      <w:r>
        <w:t xml:space="preserve">, </w:t>
      </w:r>
      <w:r w:rsidR="0024252B" w:rsidRPr="002813C1">
        <w:t>n</w:t>
      </w:r>
      <w:r>
        <w:t>’</w:t>
      </w:r>
      <w:r w:rsidR="0024252B" w:rsidRPr="002813C1">
        <w:t>avait pas de rideaux</w:t>
      </w:r>
      <w:r>
        <w:t>…</w:t>
      </w:r>
    </w:p>
    <w:p w14:paraId="0510C2F8" w14:textId="77777777" w:rsidR="00B77E03" w:rsidRDefault="0024252B" w:rsidP="00B77E03">
      <w:r w:rsidRPr="002813C1">
        <w:t>Après cela</w:t>
      </w:r>
      <w:r w:rsidR="00B77E03">
        <w:t xml:space="preserve">, </w:t>
      </w:r>
      <w:r w:rsidRPr="002813C1">
        <w:t>les mœurs et les habitudes de la femme et du mari s</w:t>
      </w:r>
      <w:r w:rsidR="00B77E03">
        <w:t>’</w:t>
      </w:r>
      <w:r w:rsidRPr="002813C1">
        <w:t>expliquaient naturellement</w:t>
      </w:r>
      <w:r w:rsidR="00B77E03">
        <w:t>…</w:t>
      </w:r>
    </w:p>
    <w:p w14:paraId="794B1AE6" w14:textId="77777777" w:rsidR="00B77E03" w:rsidRDefault="0024252B" w:rsidP="00B77E03">
      <w:r w:rsidRPr="002813C1">
        <w:t xml:space="preserve">Comment ce </w:t>
      </w:r>
      <w:proofErr w:type="spellStart"/>
      <w:r w:rsidRPr="002813C1">
        <w:t>dénûment</w:t>
      </w:r>
      <w:proofErr w:type="spellEnd"/>
      <w:r w:rsidRPr="002813C1">
        <w:t xml:space="preserve"> extrême</w:t>
      </w:r>
      <w:r w:rsidR="00B77E03">
        <w:t xml:space="preserve">, </w:t>
      </w:r>
      <w:r w:rsidRPr="002813C1">
        <w:t>trop réel sous leur fausse opulence</w:t>
      </w:r>
      <w:r w:rsidR="00B77E03">
        <w:t xml:space="preserve">, </w:t>
      </w:r>
      <w:r w:rsidRPr="002813C1">
        <w:t xml:space="preserve">ne les </w:t>
      </w:r>
      <w:proofErr w:type="spellStart"/>
      <w:r w:rsidRPr="002813C1">
        <w:t>eût-ils</w:t>
      </w:r>
      <w:proofErr w:type="spellEnd"/>
      <w:r w:rsidRPr="002813C1">
        <w:t xml:space="preserve"> pas épouvantés</w:t>
      </w:r>
      <w:r w:rsidR="00B77E03">
        <w:t xml:space="preserve"> ?… </w:t>
      </w:r>
      <w:r w:rsidRPr="002813C1">
        <w:t>Pouvaient-elles n</w:t>
      </w:r>
      <w:r w:rsidR="00B77E03">
        <w:t>’</w:t>
      </w:r>
      <w:r w:rsidRPr="002813C1">
        <w:t>être pas sinistres</w:t>
      </w:r>
      <w:r w:rsidR="00B77E03">
        <w:t xml:space="preserve">, </w:t>
      </w:r>
      <w:r w:rsidRPr="002813C1">
        <w:t>les réflexions qui les hantaient dans ce logis dévasté</w:t>
      </w:r>
      <w:r w:rsidR="00B77E03">
        <w:t> !…</w:t>
      </w:r>
    </w:p>
    <w:p w14:paraId="1AEB0CD9" w14:textId="77777777" w:rsidR="00B77E03" w:rsidRDefault="0024252B" w:rsidP="00B77E03">
      <w:r w:rsidRPr="002813C1">
        <w:t>De là leur vie en dehors et factice</w:t>
      </w:r>
      <w:r w:rsidR="00B77E03">
        <w:t xml:space="preserve">, </w:t>
      </w:r>
      <w:r w:rsidRPr="002813C1">
        <w:t>leur perpétuel besoin de mouvement</w:t>
      </w:r>
      <w:r w:rsidR="00B77E03">
        <w:t xml:space="preserve">, </w:t>
      </w:r>
      <w:r w:rsidRPr="002813C1">
        <w:t>d</w:t>
      </w:r>
      <w:r w:rsidR="00B77E03">
        <w:t>’</w:t>
      </w:r>
      <w:r w:rsidRPr="002813C1">
        <w:t>étourdissement</w:t>
      </w:r>
      <w:r w:rsidR="00B77E03">
        <w:t xml:space="preserve">, </w:t>
      </w:r>
      <w:r w:rsidRPr="002813C1">
        <w:t>de bruit</w:t>
      </w:r>
      <w:r w:rsidR="00B77E03">
        <w:t xml:space="preserve">… </w:t>
      </w:r>
      <w:r w:rsidRPr="002813C1">
        <w:t xml:space="preserve">De là cette recherche inquiète de tout ce qui pouvait les arracher à ce </w:t>
      </w:r>
      <w:r w:rsidR="00B77E03">
        <w:t>« </w:t>
      </w:r>
      <w:r w:rsidRPr="002813C1">
        <w:t>chez soi</w:t>
      </w:r>
      <w:r w:rsidR="00B77E03">
        <w:t> »</w:t>
      </w:r>
      <w:r w:rsidRPr="002813C1">
        <w:t xml:space="preserve"> maudit où ils n</w:t>
      </w:r>
      <w:r w:rsidR="00B77E03">
        <w:t>’</w:t>
      </w:r>
      <w:r w:rsidRPr="002813C1">
        <w:t>avaient que bien juste de quoi tromper le monde</w:t>
      </w:r>
      <w:r w:rsidR="00B77E03">
        <w:t xml:space="preserve">, </w:t>
      </w:r>
      <w:r w:rsidRPr="002813C1">
        <w:t>et pas assez pour en imposer à leurs créanciers</w:t>
      </w:r>
      <w:r w:rsidR="00B77E03">
        <w:t>…</w:t>
      </w:r>
    </w:p>
    <w:p w14:paraId="5044009A" w14:textId="58E58B0A" w:rsidR="00B77E03" w:rsidRDefault="00B77E03" w:rsidP="00B77E03">
      <w:r>
        <w:lastRenderedPageBreak/>
        <w:t>— </w:t>
      </w:r>
      <w:r w:rsidR="0024252B" w:rsidRPr="002813C1">
        <w:t>Et ils ont trois domestiques</w:t>
      </w:r>
      <w:r>
        <w:t xml:space="preserve">, </w:t>
      </w:r>
      <w:r w:rsidR="0024252B" w:rsidRPr="002813C1">
        <w:t xml:space="preserve">pensait </w:t>
      </w:r>
      <w:r>
        <w:t>M</w:t>
      </w:r>
      <w:r w:rsidRPr="00B77E03">
        <w:rPr>
          <w:vertAlign w:val="superscript"/>
        </w:rPr>
        <w:t>lle</w:t>
      </w:r>
      <w:r>
        <w:t> </w:t>
      </w:r>
      <w:r w:rsidR="0024252B" w:rsidRPr="002813C1">
        <w:t>Marguerite</w:t>
      </w:r>
      <w:r>
        <w:t xml:space="preserve">, </w:t>
      </w:r>
      <w:r w:rsidR="0024252B" w:rsidRPr="002813C1">
        <w:t>trois ennemis qui passent les journées à rire des plaies saignantes de leur vanité</w:t>
      </w:r>
      <w:r>
        <w:t xml:space="preserve">, </w:t>
      </w:r>
      <w:r w:rsidR="0024252B" w:rsidRPr="002813C1">
        <w:t>et à les aviver au besoin</w:t>
      </w:r>
      <w:r>
        <w:t>.</w:t>
      </w:r>
    </w:p>
    <w:p w14:paraId="07035B99" w14:textId="77777777" w:rsidR="00B77E03" w:rsidRDefault="0024252B" w:rsidP="00B77E03">
      <w:r w:rsidRPr="002813C1">
        <w:t>C</w:t>
      </w:r>
      <w:r w:rsidR="00B77E03">
        <w:t>’</w:t>
      </w:r>
      <w:r w:rsidRPr="002813C1">
        <w:t>est que</w:t>
      </w:r>
      <w:r w:rsidR="00B77E03">
        <w:t xml:space="preserve">, </w:t>
      </w:r>
      <w:r w:rsidRPr="002813C1">
        <w:t>dès le premier jour</w:t>
      </w:r>
      <w:r w:rsidR="00B77E03">
        <w:t xml:space="preserve">, </w:t>
      </w:r>
      <w:r w:rsidRPr="002813C1">
        <w:t xml:space="preserve">elle vit clair dans la situation du </w:t>
      </w:r>
      <w:r w:rsidR="00B77E03">
        <w:t>« </w:t>
      </w:r>
      <w:r w:rsidRPr="002813C1">
        <w:t>général</w:t>
      </w:r>
      <w:r w:rsidR="00B77E03">
        <w:t> »</w:t>
      </w:r>
      <w:r w:rsidRPr="002813C1">
        <w:t xml:space="preserve"> et de sa femme</w:t>
      </w:r>
      <w:r w:rsidR="00B77E03">
        <w:t>.</w:t>
      </w:r>
    </w:p>
    <w:p w14:paraId="23530EA1" w14:textId="77777777" w:rsidR="00B77E03" w:rsidRDefault="0024252B" w:rsidP="00B77E03">
      <w:r w:rsidRPr="002813C1">
        <w:t>Ils n</w:t>
      </w:r>
      <w:r w:rsidR="00B77E03">
        <w:t>’</w:t>
      </w:r>
      <w:r w:rsidRPr="002813C1">
        <w:t>avaient même pas eu l</w:t>
      </w:r>
      <w:r w:rsidR="00B77E03">
        <w:t>’</w:t>
      </w:r>
      <w:r w:rsidRPr="002813C1">
        <w:t>habileté des artistes en vanité</w:t>
      </w:r>
      <w:r w:rsidR="00B77E03">
        <w:t xml:space="preserve">, </w:t>
      </w:r>
      <w:r w:rsidRPr="002813C1">
        <w:t>qui</w:t>
      </w:r>
      <w:r w:rsidR="00B77E03">
        <w:t xml:space="preserve">, </w:t>
      </w:r>
      <w:r w:rsidRPr="002813C1">
        <w:t>à force de se priver du nécessaire</w:t>
      </w:r>
      <w:r w:rsidR="00B77E03">
        <w:t xml:space="preserve">, </w:t>
      </w:r>
      <w:r w:rsidRPr="002813C1">
        <w:t>font honneur à leur superflu</w:t>
      </w:r>
      <w:r w:rsidR="00B77E03">
        <w:t>.</w:t>
      </w:r>
    </w:p>
    <w:p w14:paraId="720B30E3" w14:textId="19888251" w:rsidR="00B77E03" w:rsidRDefault="0024252B" w:rsidP="00B77E03">
      <w:r w:rsidRPr="002813C1">
        <w:t xml:space="preserve">Il était évident que le soir où </w:t>
      </w:r>
      <w:r w:rsidR="00B77E03">
        <w:t>M</w:t>
      </w:r>
      <w:r w:rsidR="00B77E03" w:rsidRPr="00B77E03">
        <w:rPr>
          <w:vertAlign w:val="superscript"/>
        </w:rPr>
        <w:t>lle</w:t>
      </w:r>
      <w:r w:rsidR="00B77E03">
        <w:t> </w:t>
      </w:r>
      <w:r w:rsidRPr="002813C1">
        <w:t>Marguerite avait accepté leur hospitalité</w:t>
      </w:r>
      <w:r w:rsidR="00B77E03">
        <w:t xml:space="preserve">, </w:t>
      </w:r>
      <w:r w:rsidRPr="002813C1">
        <w:t>leur situation craquait de toutes parts et qu</w:t>
      </w:r>
      <w:r w:rsidR="00B77E03">
        <w:t>’</w:t>
      </w:r>
      <w:r w:rsidRPr="002813C1">
        <w:t>ils en étaient aux dernières convulsions de la ruine</w:t>
      </w:r>
      <w:r w:rsidR="00B77E03">
        <w:t xml:space="preserve">… </w:t>
      </w:r>
      <w:r w:rsidRPr="002813C1">
        <w:t>Est-ce que tout ne le prouvait pas</w:t>
      </w:r>
      <w:r w:rsidR="00B77E03">
        <w:t xml:space="preserve"> : </w:t>
      </w:r>
      <w:r w:rsidRPr="002813C1">
        <w:t>la réclamation du cocher</w:t>
      </w:r>
      <w:r w:rsidR="00B77E03">
        <w:t xml:space="preserve">, </w:t>
      </w:r>
      <w:r w:rsidRPr="002813C1">
        <w:t>l</w:t>
      </w:r>
      <w:r w:rsidR="00B77E03">
        <w:t>’</w:t>
      </w:r>
      <w:r w:rsidRPr="002813C1">
        <w:t>impudence des domestiques</w:t>
      </w:r>
      <w:r w:rsidR="00B77E03">
        <w:t xml:space="preserve">, </w:t>
      </w:r>
      <w:r w:rsidRPr="002813C1">
        <w:t>le refus des fournisseurs de faire crédit d</w:t>
      </w:r>
      <w:r w:rsidR="00B77E03">
        <w:t>’</w:t>
      </w:r>
      <w:r w:rsidRPr="002813C1">
        <w:t>une bouteille de vin</w:t>
      </w:r>
      <w:r w:rsidR="00B77E03">
        <w:t xml:space="preserve">, </w:t>
      </w:r>
      <w:r w:rsidRPr="002813C1">
        <w:t>l</w:t>
      </w:r>
      <w:r w:rsidR="00B77E03">
        <w:t>’</w:t>
      </w:r>
      <w:r w:rsidRPr="002813C1">
        <w:t>insistance de cette marchande à la toilette</w:t>
      </w:r>
      <w:r w:rsidR="00B77E03">
        <w:t xml:space="preserve">, </w:t>
      </w:r>
      <w:r w:rsidRPr="002813C1">
        <w:t>et enfin ces draps neufs dans le lit</w:t>
      </w:r>
      <w:r w:rsidR="00B77E03">
        <w:t> ?</w:t>
      </w:r>
    </w:p>
    <w:p w14:paraId="103456AA" w14:textId="720C62F3" w:rsidR="00B77E03" w:rsidRDefault="00B77E03" w:rsidP="00B77E03">
      <w:r>
        <w:t>— </w:t>
      </w:r>
      <w:r w:rsidR="0024252B" w:rsidRPr="002813C1">
        <w:t>Oui</w:t>
      </w:r>
      <w:r>
        <w:t xml:space="preserve">, </w:t>
      </w:r>
      <w:r w:rsidR="0024252B" w:rsidRPr="002813C1">
        <w:t xml:space="preserve">se disait </w:t>
      </w:r>
      <w:r>
        <w:t>M</w:t>
      </w:r>
      <w:r w:rsidRPr="00B77E03">
        <w:rPr>
          <w:vertAlign w:val="superscript"/>
        </w:rPr>
        <w:t>lle</w:t>
      </w:r>
      <w:r>
        <w:t> </w:t>
      </w:r>
      <w:r w:rsidR="0024252B" w:rsidRPr="002813C1">
        <w:t>Marguerite</w:t>
      </w:r>
      <w:r>
        <w:t xml:space="preserve">, </w:t>
      </w:r>
      <w:r w:rsidR="0024252B" w:rsidRPr="002813C1">
        <w:t>maintenant j</w:t>
      </w:r>
      <w:r>
        <w:t>’</w:t>
      </w:r>
      <w:r w:rsidR="0024252B" w:rsidRPr="002813C1">
        <w:t>en suis sûre</w:t>
      </w:r>
      <w:r>
        <w:t xml:space="preserve">, </w:t>
      </w:r>
      <w:r w:rsidR="0024252B" w:rsidRPr="002813C1">
        <w:t xml:space="preserve">les </w:t>
      </w:r>
      <w:proofErr w:type="spellStart"/>
      <w:r w:rsidR="0024252B" w:rsidRPr="002813C1">
        <w:t>Fondège</w:t>
      </w:r>
      <w:proofErr w:type="spellEnd"/>
      <w:r w:rsidR="0024252B" w:rsidRPr="002813C1">
        <w:t xml:space="preserve"> étaient perdus lorsque je suis arrivée</w:t>
      </w:r>
      <w:r>
        <w:t xml:space="preserve">… </w:t>
      </w:r>
      <w:r w:rsidR="0024252B" w:rsidRPr="002813C1">
        <w:t>On ne se laisse pas tomber si bas tant qu</w:t>
      </w:r>
      <w:r>
        <w:t>’</w:t>
      </w:r>
      <w:r w:rsidR="0024252B" w:rsidRPr="002813C1">
        <w:t>on a une dernière ressource</w:t>
      </w:r>
      <w:r>
        <w:t xml:space="preserve">… </w:t>
      </w:r>
      <w:r w:rsidR="0024252B" w:rsidRPr="002813C1">
        <w:t>Donc</w:t>
      </w:r>
      <w:r>
        <w:t xml:space="preserve">, </w:t>
      </w:r>
      <w:r w:rsidR="0024252B" w:rsidRPr="002813C1">
        <w:t>s</w:t>
      </w:r>
      <w:r>
        <w:t>’</w:t>
      </w:r>
      <w:r w:rsidR="0024252B" w:rsidRPr="002813C1">
        <w:t>ils se relèvent</w:t>
      </w:r>
      <w:r>
        <w:t xml:space="preserve">, </w:t>
      </w:r>
      <w:r w:rsidR="0024252B" w:rsidRPr="002813C1">
        <w:t>si l</w:t>
      </w:r>
      <w:r>
        <w:t>’</w:t>
      </w:r>
      <w:r w:rsidR="0024252B" w:rsidRPr="002813C1">
        <w:t>argent et le crédit leur reviennent</w:t>
      </w:r>
      <w:r>
        <w:t xml:space="preserve">, </w:t>
      </w:r>
      <w:r w:rsidR="0024252B" w:rsidRPr="002813C1">
        <w:t>c</w:t>
      </w:r>
      <w:r>
        <w:t>’</w:t>
      </w:r>
      <w:r w:rsidR="0024252B" w:rsidRPr="002813C1">
        <w:t>est que le vieux juge a raison</w:t>
      </w:r>
      <w:r>
        <w:t xml:space="preserve">, </w:t>
      </w:r>
      <w:r w:rsidR="0024252B" w:rsidRPr="002813C1">
        <w:t>c</w:t>
      </w:r>
      <w:r>
        <w:t>’</w:t>
      </w:r>
      <w:r w:rsidR="0024252B" w:rsidRPr="002813C1">
        <w:t>est qu</w:t>
      </w:r>
      <w:r>
        <w:t>’</w:t>
      </w:r>
      <w:r w:rsidR="0024252B" w:rsidRPr="002813C1">
        <w:t xml:space="preserve">ils ont mis la main sur les millions de </w:t>
      </w:r>
      <w:proofErr w:type="spellStart"/>
      <w:r w:rsidR="0024252B" w:rsidRPr="002813C1">
        <w:t>Chalusse</w:t>
      </w:r>
      <w:proofErr w:type="spellEnd"/>
      <w:r>
        <w:t>…</w:t>
      </w:r>
    </w:p>
    <w:p w14:paraId="362C5A13" w14:textId="325F61B6" w:rsidR="0024252B" w:rsidRPr="002813C1" w:rsidRDefault="0024252B" w:rsidP="00B77E03">
      <w:pPr>
        <w:pStyle w:val="Titre1"/>
      </w:pPr>
      <w:bookmarkStart w:id="7" w:name="_Toc202022832"/>
      <w:r w:rsidRPr="002813C1">
        <w:lastRenderedPageBreak/>
        <w:t>VIII</w:t>
      </w:r>
      <w:bookmarkEnd w:id="7"/>
      <w:r w:rsidRPr="002813C1">
        <w:br/>
      </w:r>
    </w:p>
    <w:p w14:paraId="432970DB" w14:textId="4A9D94AB" w:rsidR="00B77E03" w:rsidRDefault="0024252B" w:rsidP="00B77E03">
      <w:r w:rsidRPr="002813C1">
        <w:t>Ainsi</w:t>
      </w:r>
      <w:r w:rsidR="00B77E03">
        <w:t xml:space="preserve">, </w:t>
      </w:r>
      <w:r w:rsidRPr="002813C1">
        <w:t>de ce côté du moins</w:t>
      </w:r>
      <w:r w:rsidR="00B77E03">
        <w:t xml:space="preserve">, </w:t>
      </w:r>
      <w:r w:rsidRPr="002813C1">
        <w:t xml:space="preserve">se trouvait limité et restreint le champ des investigations de </w:t>
      </w:r>
      <w:r w:rsidR="00B77E03">
        <w:t>M</w:t>
      </w:r>
      <w:r w:rsidR="00B77E03" w:rsidRPr="00B77E03">
        <w:rPr>
          <w:vertAlign w:val="superscript"/>
        </w:rPr>
        <w:t>lle</w:t>
      </w:r>
      <w:r w:rsidR="00B77E03">
        <w:t> </w:t>
      </w:r>
      <w:r w:rsidRPr="002813C1">
        <w:t>Marguerite</w:t>
      </w:r>
      <w:r w:rsidR="00B77E03">
        <w:t>.</w:t>
      </w:r>
    </w:p>
    <w:p w14:paraId="232362B0" w14:textId="577A3A7E" w:rsidR="00B77E03" w:rsidRDefault="0024252B" w:rsidP="00B77E03">
      <w:r w:rsidRPr="002813C1">
        <w:t>Le seul bon sens lui disait désormais sa tâche</w:t>
      </w:r>
      <w:r w:rsidR="00B77E03">
        <w:t xml:space="preserve"> : </w:t>
      </w:r>
      <w:r w:rsidRPr="002813C1">
        <w:t>observer obstinément l</w:t>
      </w:r>
      <w:r w:rsidR="00B77E03">
        <w:t>’</w:t>
      </w:r>
      <w:r w:rsidRPr="002813C1">
        <w:t xml:space="preserve">existence de </w:t>
      </w:r>
      <w:r w:rsidR="00B77E03">
        <w:t>M. </w:t>
      </w:r>
      <w:r w:rsidRPr="002813C1">
        <w:t xml:space="preserve">et </w:t>
      </w:r>
      <w:r w:rsidR="00B77E03">
        <w:t>M</w:t>
      </w:r>
      <w:r w:rsidR="00B77E03" w:rsidRPr="00B77E03">
        <w:rPr>
          <w:vertAlign w:val="superscript"/>
        </w:rPr>
        <w:t>me</w:t>
      </w:r>
      <w:r w:rsidR="00B77E03">
        <w:t> de </w:t>
      </w:r>
      <w:proofErr w:type="spellStart"/>
      <w:r w:rsidRPr="002813C1">
        <w:t>Fondège</w:t>
      </w:r>
      <w:proofErr w:type="spellEnd"/>
      <w:r w:rsidR="00B77E03">
        <w:t xml:space="preserve">, </w:t>
      </w:r>
      <w:r w:rsidRPr="002813C1">
        <w:t>surveiller sans relâche le train de leur maison</w:t>
      </w:r>
      <w:r w:rsidR="00B77E03">
        <w:t xml:space="preserve">, </w:t>
      </w:r>
      <w:r w:rsidRPr="002813C1">
        <w:t>noter exactement toutes leurs dépenses</w:t>
      </w:r>
      <w:r w:rsidR="00B77E03">
        <w:t>…</w:t>
      </w:r>
    </w:p>
    <w:p w14:paraId="1D673D76" w14:textId="77777777" w:rsidR="00B77E03" w:rsidRDefault="0024252B" w:rsidP="00B77E03">
      <w:r w:rsidRPr="002813C1">
        <w:t>C</w:t>
      </w:r>
      <w:r w:rsidR="00B77E03">
        <w:t>’</w:t>
      </w:r>
      <w:r w:rsidRPr="002813C1">
        <w:t>était une affaire d</w:t>
      </w:r>
      <w:r w:rsidR="00B77E03">
        <w:t>’</w:t>
      </w:r>
      <w:r w:rsidRPr="002813C1">
        <w:t>attention et de chiffres</w:t>
      </w:r>
      <w:r w:rsidR="00B77E03">
        <w:t>…</w:t>
      </w:r>
    </w:p>
    <w:p w14:paraId="4ACA097E" w14:textId="77777777" w:rsidR="00B77E03" w:rsidRDefault="0024252B" w:rsidP="00B77E03">
      <w:r w:rsidRPr="002813C1">
        <w:t>Ce premier succès devait beaucoup l</w:t>
      </w:r>
      <w:r w:rsidR="00B77E03">
        <w:t>’</w:t>
      </w:r>
      <w:r w:rsidRPr="002813C1">
        <w:t>encourager et redoubler sa confiance en elle</w:t>
      </w:r>
      <w:r w:rsidR="00B77E03">
        <w:t xml:space="preserve">… </w:t>
      </w:r>
      <w:r w:rsidRPr="002813C1">
        <w:t>Mais elle ne s</w:t>
      </w:r>
      <w:r w:rsidR="00B77E03">
        <w:t>’</w:t>
      </w:r>
      <w:r w:rsidRPr="002813C1">
        <w:t>abusait pas sur sa portée</w:t>
      </w:r>
      <w:r w:rsidR="00B77E03">
        <w:t xml:space="preserve">… </w:t>
      </w:r>
      <w:r w:rsidRPr="002813C1">
        <w:t>C</w:t>
      </w:r>
      <w:r w:rsidR="00B77E03">
        <w:t>’</w:t>
      </w:r>
      <w:r w:rsidRPr="002813C1">
        <w:t>était énorme et ce n</w:t>
      </w:r>
      <w:r w:rsidR="00B77E03">
        <w:t>’</w:t>
      </w:r>
      <w:r w:rsidRPr="002813C1">
        <w:t>était rien</w:t>
      </w:r>
      <w:r w:rsidR="00B77E03">
        <w:t>…</w:t>
      </w:r>
    </w:p>
    <w:p w14:paraId="4251C89D" w14:textId="77777777" w:rsidR="00B77E03" w:rsidRDefault="0024252B" w:rsidP="00B77E03">
      <w:r w:rsidRPr="002813C1">
        <w:t xml:space="preserve">Elle sentait bien que tout ne serait pas dit le jour où elle aurait acquis la certitude morale que </w:t>
      </w:r>
      <w:r w:rsidR="00B77E03">
        <w:t>« </w:t>
      </w:r>
      <w:r w:rsidRPr="002813C1">
        <w:t>le général</w:t>
      </w:r>
      <w:r w:rsidR="00B77E03">
        <w:t> »</w:t>
      </w:r>
      <w:r w:rsidRPr="002813C1">
        <w:t xml:space="preserve"> avait volé les deux millions qu</w:t>
      </w:r>
      <w:r w:rsidR="00B77E03">
        <w:t>’</w:t>
      </w:r>
      <w:r w:rsidRPr="002813C1">
        <w:t>on n</w:t>
      </w:r>
      <w:r w:rsidR="00B77E03">
        <w:t>’</w:t>
      </w:r>
      <w:r w:rsidRPr="002813C1">
        <w:t xml:space="preserve">avait pas retrouvés dans le secrétaire du comte de </w:t>
      </w:r>
      <w:proofErr w:type="spellStart"/>
      <w:r w:rsidRPr="002813C1">
        <w:t>Chalusse</w:t>
      </w:r>
      <w:proofErr w:type="spellEnd"/>
      <w:r w:rsidR="00B77E03">
        <w:t>…</w:t>
      </w:r>
    </w:p>
    <w:p w14:paraId="09AB5DBB" w14:textId="77777777" w:rsidR="00B77E03" w:rsidRDefault="0024252B" w:rsidP="00B77E03">
      <w:r w:rsidRPr="002813C1">
        <w:t>De ce moment</w:t>
      </w:r>
      <w:r w:rsidR="00B77E03">
        <w:t xml:space="preserve">, </w:t>
      </w:r>
      <w:r w:rsidRPr="002813C1">
        <w:t>les véritables difficultés commenceraient</w:t>
      </w:r>
      <w:r w:rsidR="00B77E03">
        <w:t>.</w:t>
      </w:r>
    </w:p>
    <w:p w14:paraId="0222ACDD" w14:textId="142532B1" w:rsidR="00B77E03" w:rsidRDefault="0024252B" w:rsidP="00B77E03">
      <w:r w:rsidRPr="002813C1">
        <w:t>Alors</w:t>
      </w:r>
      <w:r w:rsidR="00B77E03">
        <w:t xml:space="preserve">, </w:t>
      </w:r>
      <w:r w:rsidRPr="002813C1">
        <w:t xml:space="preserve">elle aurait à rechercher par quels moyens </w:t>
      </w:r>
      <w:r w:rsidR="00B77E03">
        <w:t>M. de </w:t>
      </w:r>
      <w:proofErr w:type="spellStart"/>
      <w:r w:rsidRPr="002813C1">
        <w:t>Fondège</w:t>
      </w:r>
      <w:proofErr w:type="spellEnd"/>
      <w:r w:rsidRPr="002813C1">
        <w:t xml:space="preserve"> avait réussi à s</w:t>
      </w:r>
      <w:r w:rsidR="00B77E03">
        <w:t>’</w:t>
      </w:r>
      <w:r w:rsidRPr="002813C1">
        <w:t>emparer de cette fortune</w:t>
      </w:r>
      <w:r w:rsidR="00B77E03">
        <w:t>…</w:t>
      </w:r>
    </w:p>
    <w:p w14:paraId="630F97BE" w14:textId="77777777" w:rsidR="00B77E03" w:rsidRDefault="0024252B" w:rsidP="00B77E03">
      <w:r w:rsidRPr="002813C1">
        <w:t>Le découvrirait-elle</w:t>
      </w:r>
      <w:r w:rsidR="00B77E03">
        <w:t xml:space="preserve"> ?… </w:t>
      </w:r>
      <w:r w:rsidRPr="002813C1">
        <w:t>Car il fallait bien le reconnaître</w:t>
      </w:r>
      <w:r w:rsidR="00B77E03">
        <w:t xml:space="preserve">, </w:t>
      </w:r>
      <w:r w:rsidRPr="002813C1">
        <w:t>ce détournement</w:t>
      </w:r>
      <w:r w:rsidR="00B77E03">
        <w:t xml:space="preserve"> – </w:t>
      </w:r>
      <w:r w:rsidRPr="002813C1">
        <w:t>si détournement il y avait eu</w:t>
      </w:r>
      <w:r w:rsidR="00B77E03">
        <w:t xml:space="preserve"> – </w:t>
      </w:r>
      <w:r w:rsidRPr="002813C1">
        <w:t>tenait du prodige</w:t>
      </w:r>
      <w:r w:rsidR="00B77E03">
        <w:t>…</w:t>
      </w:r>
    </w:p>
    <w:p w14:paraId="12C0B726" w14:textId="77777777" w:rsidR="00B77E03" w:rsidRDefault="0024252B" w:rsidP="00B77E03">
      <w:r w:rsidRPr="002813C1">
        <w:t>Et le mystère qui recouvrait cette affaire écarté</w:t>
      </w:r>
      <w:r w:rsidR="00B77E03">
        <w:t xml:space="preserve">, </w:t>
      </w:r>
      <w:r w:rsidRPr="002813C1">
        <w:t>tout serait-il fini</w:t>
      </w:r>
      <w:r w:rsidR="00B77E03">
        <w:t xml:space="preserve"> ? </w:t>
      </w:r>
      <w:r w:rsidRPr="002813C1">
        <w:t>Certes</w:t>
      </w:r>
      <w:r w:rsidR="00B77E03">
        <w:t xml:space="preserve">, </w:t>
      </w:r>
      <w:r w:rsidRPr="002813C1">
        <w:t>non</w:t>
      </w:r>
      <w:r w:rsidR="00B77E03">
        <w:t>.</w:t>
      </w:r>
    </w:p>
    <w:p w14:paraId="36992B89" w14:textId="77777777" w:rsidR="00B77E03" w:rsidRDefault="0024252B" w:rsidP="00B77E03">
      <w:r w:rsidRPr="002813C1">
        <w:t>Il lui resterait à recueillir assez de pièces de conviction pour avoir le droit d</w:t>
      </w:r>
      <w:r w:rsidR="00B77E03">
        <w:t>’</w:t>
      </w:r>
      <w:r w:rsidRPr="002813C1">
        <w:t xml:space="preserve">accuser hautement et à la face de tous </w:t>
      </w:r>
      <w:r w:rsidR="00B77E03">
        <w:lastRenderedPageBreak/>
        <w:t>« </w:t>
      </w:r>
      <w:r w:rsidRPr="002813C1">
        <w:t>le général</w:t>
      </w:r>
      <w:r w:rsidR="00B77E03">
        <w:t>. »</w:t>
      </w:r>
      <w:r w:rsidRPr="002813C1">
        <w:t xml:space="preserve"> Il lui faudrait des preuves matérielles et indiscutables</w:t>
      </w:r>
      <w:r w:rsidR="00B77E03">
        <w:t xml:space="preserve">, </w:t>
      </w:r>
      <w:r w:rsidRPr="002813C1">
        <w:t>avant de dire</w:t>
      </w:r>
      <w:r w:rsidR="00B77E03">
        <w:t> :</w:t>
      </w:r>
    </w:p>
    <w:p w14:paraId="6F87568D" w14:textId="77777777" w:rsidR="00B77E03" w:rsidRDefault="00B77E03" w:rsidP="00B77E03">
      <w:r>
        <w:t>— </w:t>
      </w:r>
      <w:r w:rsidR="0024252B" w:rsidRPr="002813C1">
        <w:t>Un vol a été commis</w:t>
      </w:r>
      <w:r>
        <w:t xml:space="preserve">… </w:t>
      </w:r>
      <w:r w:rsidR="0024252B" w:rsidRPr="002813C1">
        <w:t>on m</w:t>
      </w:r>
      <w:r>
        <w:t>’</w:t>
      </w:r>
      <w:r w:rsidR="0024252B" w:rsidRPr="002813C1">
        <w:t>accusait</w:t>
      </w:r>
      <w:r>
        <w:t xml:space="preserve">, </w:t>
      </w:r>
      <w:r w:rsidR="0024252B" w:rsidRPr="002813C1">
        <w:t>j</w:t>
      </w:r>
      <w:r>
        <w:t>’</w:t>
      </w:r>
      <w:r w:rsidR="0024252B" w:rsidRPr="002813C1">
        <w:t>étais innocente</w:t>
      </w:r>
      <w:r>
        <w:t xml:space="preserve">… </w:t>
      </w:r>
      <w:r w:rsidR="0024252B" w:rsidRPr="002813C1">
        <w:t>Le coupable</w:t>
      </w:r>
      <w:r>
        <w:t xml:space="preserve">, </w:t>
      </w:r>
      <w:r w:rsidR="0024252B" w:rsidRPr="002813C1">
        <w:t>le voici</w:t>
      </w:r>
      <w:r>
        <w:t> !…</w:t>
      </w:r>
    </w:p>
    <w:p w14:paraId="2D8B65F3" w14:textId="77777777" w:rsidR="00B77E03" w:rsidRDefault="0024252B" w:rsidP="00B77E03">
      <w:r w:rsidRPr="002813C1">
        <w:t>Que de chemin avant d</w:t>
      </w:r>
      <w:r w:rsidR="00B77E03">
        <w:t>’</w:t>
      </w:r>
      <w:r w:rsidRPr="002813C1">
        <w:t>en arriver à ce triomphe</w:t>
      </w:r>
      <w:r w:rsidR="00B77E03">
        <w:t> !</w:t>
      </w:r>
    </w:p>
    <w:p w14:paraId="504C5183" w14:textId="77777777" w:rsidR="00B77E03" w:rsidRDefault="0024252B" w:rsidP="00B77E03">
      <w:r w:rsidRPr="002813C1">
        <w:t>N</w:t>
      </w:r>
      <w:r w:rsidR="00B77E03">
        <w:t>’</w:t>
      </w:r>
      <w:r w:rsidRPr="002813C1">
        <w:t>importe</w:t>
      </w:r>
      <w:r w:rsidR="00B77E03">
        <w:t> !</w:t>
      </w:r>
    </w:p>
    <w:p w14:paraId="1DE4131B" w14:textId="77777777" w:rsidR="00B77E03" w:rsidRDefault="0024252B" w:rsidP="00B77E03">
      <w:r w:rsidRPr="002813C1">
        <w:t>Maintenant qu</w:t>
      </w:r>
      <w:r w:rsidR="00B77E03">
        <w:t>’</w:t>
      </w:r>
      <w:r w:rsidRPr="002813C1">
        <w:t>elle tenait un point de départ positif et fixé</w:t>
      </w:r>
      <w:r w:rsidR="00B77E03">
        <w:t xml:space="preserve">, </w:t>
      </w:r>
      <w:r w:rsidRPr="002813C1">
        <w:t>elle se sentait une assez robuste énergie pour poursuivre pendant des années</w:t>
      </w:r>
      <w:r w:rsidR="00B77E03">
        <w:t xml:space="preserve">, </w:t>
      </w:r>
      <w:r w:rsidRPr="002813C1">
        <w:t>lentement</w:t>
      </w:r>
      <w:r w:rsidR="00B77E03">
        <w:t xml:space="preserve">, </w:t>
      </w:r>
      <w:r w:rsidRPr="002813C1">
        <w:t>mais incessamment</w:t>
      </w:r>
      <w:r w:rsidR="00B77E03">
        <w:t xml:space="preserve">, </w:t>
      </w:r>
      <w:r w:rsidRPr="002813C1">
        <w:t>l</w:t>
      </w:r>
      <w:r w:rsidR="00B77E03">
        <w:t>’</w:t>
      </w:r>
      <w:r w:rsidRPr="002813C1">
        <w:t>enquête qu</w:t>
      </w:r>
      <w:r w:rsidR="00B77E03">
        <w:t>’</w:t>
      </w:r>
      <w:r w:rsidRPr="002813C1">
        <w:t>elle s</w:t>
      </w:r>
      <w:r w:rsidR="00B77E03">
        <w:t>’</w:t>
      </w:r>
      <w:r w:rsidRPr="002813C1">
        <w:t>était imposée</w:t>
      </w:r>
      <w:r w:rsidR="00B77E03">
        <w:t>…</w:t>
      </w:r>
    </w:p>
    <w:p w14:paraId="75645BE2" w14:textId="08C9D847" w:rsidR="00B77E03" w:rsidRDefault="0024252B" w:rsidP="00B77E03">
      <w:r w:rsidRPr="002813C1">
        <w:t>Ce qui l</w:t>
      </w:r>
      <w:r w:rsidR="00B77E03">
        <w:t>’</w:t>
      </w:r>
      <w:r w:rsidRPr="002813C1">
        <w:t>inquiétait</w:t>
      </w:r>
      <w:r w:rsidR="00B77E03">
        <w:t xml:space="preserve">, </w:t>
      </w:r>
      <w:r w:rsidRPr="002813C1">
        <w:t>c</w:t>
      </w:r>
      <w:r w:rsidR="00B77E03">
        <w:t>’</w:t>
      </w:r>
      <w:r w:rsidRPr="002813C1">
        <w:t>était de ne pouvoir s</w:t>
      </w:r>
      <w:r w:rsidR="00B77E03">
        <w:t>’</w:t>
      </w:r>
      <w:r w:rsidRPr="002813C1">
        <w:t xml:space="preserve">expliquer logiquement la conduite de ses adversaires depuis le moment où </w:t>
      </w:r>
      <w:r w:rsidR="00B77E03">
        <w:t>M</w:t>
      </w:r>
      <w:r w:rsidR="00B77E03" w:rsidRPr="00B77E03">
        <w:rPr>
          <w:vertAlign w:val="superscript"/>
        </w:rPr>
        <w:t>me</w:t>
      </w:r>
      <w:r w:rsidR="00B77E03">
        <w:t> de </w:t>
      </w:r>
      <w:proofErr w:type="spellStart"/>
      <w:r w:rsidRPr="002813C1">
        <w:t>Fondège</w:t>
      </w:r>
      <w:proofErr w:type="spellEnd"/>
      <w:r w:rsidRPr="002813C1">
        <w:t xml:space="preserve"> lui avait demandé sa main pour son fils jusqu</w:t>
      </w:r>
      <w:r w:rsidR="00B77E03">
        <w:t>’</w:t>
      </w:r>
      <w:r w:rsidRPr="002813C1">
        <w:t>à l</w:t>
      </w:r>
      <w:r w:rsidR="00B77E03">
        <w:t>’</w:t>
      </w:r>
      <w:r w:rsidRPr="002813C1">
        <w:t>heure actuelle</w:t>
      </w:r>
      <w:r w:rsidR="00B77E03">
        <w:t>.</w:t>
      </w:r>
    </w:p>
    <w:p w14:paraId="18C2B303" w14:textId="77777777" w:rsidR="00B77E03" w:rsidRDefault="0024252B" w:rsidP="00B77E03">
      <w:r w:rsidRPr="002813C1">
        <w:t>Et d</w:t>
      </w:r>
      <w:r w:rsidR="00B77E03">
        <w:t>’</w:t>
      </w:r>
      <w:r w:rsidRPr="002813C1">
        <w:t>abord</w:t>
      </w:r>
      <w:r w:rsidR="00B77E03">
        <w:t xml:space="preserve">, </w:t>
      </w:r>
      <w:r w:rsidRPr="002813C1">
        <w:t>comment avaient-ils eu l</w:t>
      </w:r>
      <w:r w:rsidR="00B77E03">
        <w:t>’</w:t>
      </w:r>
      <w:r w:rsidRPr="002813C1">
        <w:t>audace ou l</w:t>
      </w:r>
      <w:r w:rsidR="00B77E03">
        <w:t>’</w:t>
      </w:r>
      <w:r w:rsidRPr="002813C1">
        <w:t>imprudence de l</w:t>
      </w:r>
      <w:r w:rsidR="00B77E03">
        <w:t>’</w:t>
      </w:r>
      <w:r w:rsidRPr="002813C1">
        <w:t>attirer chez eux</w:t>
      </w:r>
      <w:r w:rsidR="00B77E03">
        <w:t xml:space="preserve">, </w:t>
      </w:r>
      <w:r w:rsidRPr="002813C1">
        <w:t>si véritablement ils avaient détourné une de ces sommes immenses qui trahit celui qui les emploie</w:t>
      </w:r>
      <w:r w:rsidR="00B77E03">
        <w:t> ?…</w:t>
      </w:r>
    </w:p>
    <w:p w14:paraId="21EE5EAE" w14:textId="77777777" w:rsidR="00B77E03" w:rsidRDefault="00B77E03" w:rsidP="00B77E03">
      <w:r>
        <w:t>— </w:t>
      </w:r>
      <w:r w:rsidR="0024252B" w:rsidRPr="002813C1">
        <w:t>Ils sont fous à lier</w:t>
      </w:r>
      <w:r>
        <w:t xml:space="preserve">, </w:t>
      </w:r>
      <w:r w:rsidR="0024252B" w:rsidRPr="002813C1">
        <w:t>pensait-elle</w:t>
      </w:r>
      <w:r>
        <w:t xml:space="preserve">, </w:t>
      </w:r>
      <w:r w:rsidR="0024252B" w:rsidRPr="002813C1">
        <w:t>ou ils me croient aveugle</w:t>
      </w:r>
      <w:r>
        <w:t xml:space="preserve">, </w:t>
      </w:r>
      <w:r w:rsidR="0024252B" w:rsidRPr="002813C1">
        <w:t>sourde et plus naïve qu</w:t>
      </w:r>
      <w:r>
        <w:t>’</w:t>
      </w:r>
      <w:r w:rsidR="0024252B" w:rsidRPr="002813C1">
        <w:t>il n</w:t>
      </w:r>
      <w:r>
        <w:t>’</w:t>
      </w:r>
      <w:r w:rsidR="0024252B" w:rsidRPr="002813C1">
        <w:t>est permis de l</w:t>
      </w:r>
      <w:r>
        <w:t>’</w:t>
      </w:r>
      <w:r w:rsidR="0024252B" w:rsidRPr="002813C1">
        <w:t>être</w:t>
      </w:r>
      <w:r>
        <w:t>.</w:t>
      </w:r>
    </w:p>
    <w:p w14:paraId="002E2273" w14:textId="77777777" w:rsidR="00B77E03" w:rsidRDefault="0024252B" w:rsidP="00B77E03">
      <w:r w:rsidRPr="002813C1">
        <w:t>Secondement</w:t>
      </w:r>
      <w:r w:rsidR="00B77E03">
        <w:t xml:space="preserve">, </w:t>
      </w:r>
      <w:r w:rsidRPr="002813C1">
        <w:t>pourquoi paraissaient-ils tant tenir à ce qu</w:t>
      </w:r>
      <w:r w:rsidR="00B77E03">
        <w:t>’</w:t>
      </w:r>
      <w:r w:rsidRPr="002813C1">
        <w:t>elle épousât leur fils</w:t>
      </w:r>
      <w:r w:rsidR="00B77E03">
        <w:t xml:space="preserve">, </w:t>
      </w:r>
      <w:r w:rsidRPr="002813C1">
        <w:t>le lieutenant Gustave</w:t>
      </w:r>
      <w:r w:rsidR="00B77E03">
        <w:t> ?…</w:t>
      </w:r>
    </w:p>
    <w:p w14:paraId="781C3046" w14:textId="77777777" w:rsidR="00B77E03" w:rsidRDefault="00B77E03" w:rsidP="00B77E03">
      <w:r>
        <w:t>— </w:t>
      </w:r>
      <w:r w:rsidR="0024252B" w:rsidRPr="002813C1">
        <w:t>Se prépareraient-ils ainsi</w:t>
      </w:r>
      <w:r>
        <w:t xml:space="preserve">, </w:t>
      </w:r>
      <w:r w:rsidR="0024252B" w:rsidRPr="002813C1">
        <w:t>songeait-elle</w:t>
      </w:r>
      <w:r>
        <w:t xml:space="preserve">, </w:t>
      </w:r>
      <w:r w:rsidR="0024252B" w:rsidRPr="002813C1">
        <w:t>un moyen de défense pour le cas où tout viendrait à se découvrir</w:t>
      </w:r>
      <w:r>
        <w:t> ?…</w:t>
      </w:r>
    </w:p>
    <w:p w14:paraId="5CFD8575" w14:textId="77777777" w:rsidR="00B77E03" w:rsidRDefault="0024252B" w:rsidP="00B77E03">
      <w:r w:rsidRPr="002813C1">
        <w:t xml:space="preserve">Elle avait à redouter aussi la défiance des </w:t>
      </w:r>
      <w:proofErr w:type="spellStart"/>
      <w:r w:rsidRPr="002813C1">
        <w:t>Fondège</w:t>
      </w:r>
      <w:proofErr w:type="spellEnd"/>
      <w:r w:rsidR="00B77E03">
        <w:t>.</w:t>
      </w:r>
    </w:p>
    <w:p w14:paraId="609D8C43" w14:textId="77777777" w:rsidR="00B77E03" w:rsidRDefault="0024252B" w:rsidP="00B77E03">
      <w:r w:rsidRPr="002813C1">
        <w:t>Habiles</w:t>
      </w:r>
      <w:r w:rsidR="00B77E03">
        <w:t xml:space="preserve">, </w:t>
      </w:r>
      <w:r w:rsidRPr="002813C1">
        <w:t>il leur était aisé de se débarrasser à la sourdine de leur passif</w:t>
      </w:r>
      <w:r w:rsidR="00B77E03">
        <w:t xml:space="preserve">… </w:t>
      </w:r>
      <w:r w:rsidRPr="002813C1">
        <w:t>Rien ne leur était si facile que d</w:t>
      </w:r>
      <w:r w:rsidR="00B77E03">
        <w:t>’</w:t>
      </w:r>
      <w:r w:rsidRPr="002813C1">
        <w:t xml:space="preserve">augmenter </w:t>
      </w:r>
      <w:r w:rsidRPr="002813C1">
        <w:lastRenderedPageBreak/>
        <w:t>leur dépense d</w:t>
      </w:r>
      <w:r w:rsidR="00B77E03">
        <w:t>’</w:t>
      </w:r>
      <w:r w:rsidRPr="002813C1">
        <w:t>une façon trop insensible pour qu</w:t>
      </w:r>
      <w:r w:rsidR="00B77E03">
        <w:t>’</w:t>
      </w:r>
      <w:r w:rsidRPr="002813C1">
        <w:t>elle pût le constater</w:t>
      </w:r>
      <w:r w:rsidR="00B77E03">
        <w:t>.</w:t>
      </w:r>
    </w:p>
    <w:p w14:paraId="7845B6A3" w14:textId="77777777" w:rsidR="00B77E03" w:rsidRDefault="0024252B" w:rsidP="00B77E03">
      <w:r w:rsidRPr="002813C1">
        <w:t>L</w:t>
      </w:r>
      <w:r w:rsidR="00B77E03">
        <w:t>’</w:t>
      </w:r>
      <w:r w:rsidRPr="002813C1">
        <w:t>événement ne devait pas tarder à dissiper ses appréhensions</w:t>
      </w:r>
      <w:r w:rsidR="00B77E03">
        <w:t>.</w:t>
      </w:r>
    </w:p>
    <w:p w14:paraId="6FFA846B" w14:textId="171AC008" w:rsidR="00B77E03" w:rsidRDefault="0024252B" w:rsidP="00B77E03">
      <w:r w:rsidRPr="002813C1">
        <w:t>De ce jour-là même</w:t>
      </w:r>
      <w:r w:rsidR="00B77E03">
        <w:t xml:space="preserve">, </w:t>
      </w:r>
      <w:r w:rsidRPr="002813C1">
        <w:t>et quoique ce fût un dimanche</w:t>
      </w:r>
      <w:r w:rsidR="00B77E03">
        <w:t xml:space="preserve">, </w:t>
      </w:r>
      <w:r w:rsidRPr="002813C1">
        <w:t>il fut manifeste qu</w:t>
      </w:r>
      <w:r w:rsidR="00B77E03">
        <w:t>’</w:t>
      </w:r>
      <w:r w:rsidRPr="002813C1">
        <w:t>un nuage d</w:t>
      </w:r>
      <w:r w:rsidR="00B77E03">
        <w:t>’</w:t>
      </w:r>
      <w:r w:rsidRPr="002813C1">
        <w:t xml:space="preserve">or avait crevé au-dessus de la demeure du </w:t>
      </w:r>
      <w:r w:rsidR="00B77E03">
        <w:t>« </w:t>
      </w:r>
      <w:r w:rsidRPr="002813C1">
        <w:t>général</w:t>
      </w:r>
      <w:r w:rsidR="00B77E03">
        <w:t>. »</w:t>
      </w:r>
    </w:p>
    <w:p w14:paraId="37284C2B" w14:textId="01ED850F" w:rsidR="00B77E03" w:rsidRDefault="0024252B" w:rsidP="00B77E03">
      <w:r w:rsidRPr="002813C1">
        <w:t>Tout l</w:t>
      </w:r>
      <w:r w:rsidR="00B77E03">
        <w:t>’</w:t>
      </w:r>
      <w:r w:rsidRPr="002813C1">
        <w:t>après-midi</w:t>
      </w:r>
      <w:r w:rsidR="00B77E03">
        <w:t xml:space="preserve">, </w:t>
      </w:r>
      <w:r w:rsidRPr="002813C1">
        <w:t xml:space="preserve">la sonnette ne </w:t>
      </w:r>
      <w:r w:rsidR="00B77E03">
        <w:t>« </w:t>
      </w:r>
      <w:r w:rsidRPr="002813C1">
        <w:t>refroidit</w:t>
      </w:r>
      <w:r w:rsidR="00B77E03">
        <w:t> »</w:t>
      </w:r>
      <w:r w:rsidRPr="002813C1">
        <w:t xml:space="preserve"> pas</w:t>
      </w:r>
      <w:r w:rsidR="00B77E03">
        <w:t xml:space="preserve">, </w:t>
      </w:r>
      <w:r w:rsidRPr="002813C1">
        <w:t>selon l</w:t>
      </w:r>
      <w:r w:rsidR="00B77E03">
        <w:t>’</w:t>
      </w:r>
      <w:r w:rsidRPr="002813C1">
        <w:t xml:space="preserve">expression de </w:t>
      </w:r>
      <w:r w:rsidR="00B77E03">
        <w:t>M</w:t>
      </w:r>
      <w:r w:rsidR="00B77E03" w:rsidRPr="00B77E03">
        <w:rPr>
          <w:vertAlign w:val="superscript"/>
        </w:rPr>
        <w:t>me</w:t>
      </w:r>
      <w:r w:rsidR="00B77E03">
        <w:t> </w:t>
      </w:r>
      <w:r w:rsidRPr="002813C1">
        <w:t>Léon</w:t>
      </w:r>
      <w:r w:rsidR="00B77E03">
        <w:t xml:space="preserve">, </w:t>
      </w:r>
      <w:r w:rsidRPr="002813C1">
        <w:t>et ce fut une interminable procession de fournisseurs de tous genres</w:t>
      </w:r>
      <w:r w:rsidR="00B77E03">
        <w:t xml:space="preserve">, </w:t>
      </w:r>
      <w:r w:rsidRPr="002813C1">
        <w:t xml:space="preserve">comme si </w:t>
      </w:r>
      <w:r w:rsidR="00B77E03">
        <w:t>M. de </w:t>
      </w:r>
      <w:proofErr w:type="spellStart"/>
      <w:r w:rsidRPr="002813C1">
        <w:t>Fondège</w:t>
      </w:r>
      <w:proofErr w:type="spellEnd"/>
      <w:r w:rsidRPr="002813C1">
        <w:t xml:space="preserve"> eût convoqué le ban et l</w:t>
      </w:r>
      <w:r w:rsidR="00B77E03">
        <w:t>’</w:t>
      </w:r>
      <w:r w:rsidRPr="002813C1">
        <w:t>arrière-ban de ses créanciers</w:t>
      </w:r>
      <w:r w:rsidR="00B77E03">
        <w:t>.</w:t>
      </w:r>
    </w:p>
    <w:p w14:paraId="10FF8BAC" w14:textId="77777777" w:rsidR="00B77E03" w:rsidRDefault="0024252B" w:rsidP="00B77E03">
      <w:r w:rsidRPr="002813C1">
        <w:t>Ils arrivaient d</w:t>
      </w:r>
      <w:r w:rsidR="00B77E03">
        <w:t>’</w:t>
      </w:r>
      <w:r w:rsidRPr="002813C1">
        <w:t>un air furieux et arrogant</w:t>
      </w:r>
      <w:r w:rsidR="00B77E03">
        <w:t xml:space="preserve">, </w:t>
      </w:r>
      <w:r w:rsidRPr="002813C1">
        <w:t>le chapeau rivé sur la tête</w:t>
      </w:r>
      <w:r w:rsidR="00B77E03">
        <w:t xml:space="preserve">, </w:t>
      </w:r>
      <w:r w:rsidRPr="002813C1">
        <w:t>la parole brève</w:t>
      </w:r>
      <w:r w:rsidR="00B77E03">
        <w:t xml:space="preserve">, </w:t>
      </w:r>
      <w:r w:rsidRPr="002813C1">
        <w:t>en gens qui ont fait leur deuil de ce qui leur est dû</w:t>
      </w:r>
      <w:r w:rsidR="00B77E03">
        <w:t xml:space="preserve">, </w:t>
      </w:r>
      <w:r w:rsidRPr="002813C1">
        <w:t>mais qui prétendent se rembourser en grossièretés</w:t>
      </w:r>
      <w:r w:rsidR="00B77E03">
        <w:t>.</w:t>
      </w:r>
    </w:p>
    <w:p w14:paraId="65F1A0B3" w14:textId="77777777" w:rsidR="00B77E03" w:rsidRDefault="0024252B" w:rsidP="00B77E03">
      <w:r w:rsidRPr="002813C1">
        <w:t xml:space="preserve">On les introduisait près de </w:t>
      </w:r>
      <w:r w:rsidR="00B77E03">
        <w:t>« </w:t>
      </w:r>
      <w:r w:rsidRPr="002813C1">
        <w:t>la générale</w:t>
      </w:r>
      <w:r w:rsidR="00B77E03">
        <w:t>, »</w:t>
      </w:r>
      <w:r w:rsidRPr="002813C1">
        <w:t xml:space="preserve"> dans le salon</w:t>
      </w:r>
      <w:r w:rsidR="00B77E03">
        <w:t xml:space="preserve">, </w:t>
      </w:r>
      <w:r w:rsidRPr="002813C1">
        <w:t>ils y restaient entre cinq et dix minutes</w:t>
      </w:r>
      <w:r w:rsidR="00B77E03">
        <w:t xml:space="preserve">, </w:t>
      </w:r>
      <w:r w:rsidRPr="002813C1">
        <w:t>et ils se retiraient la mine ravie</w:t>
      </w:r>
      <w:r w:rsidR="00B77E03">
        <w:t xml:space="preserve">, </w:t>
      </w:r>
      <w:r w:rsidRPr="002813C1">
        <w:t>un sourire obséquieux aux lèvres</w:t>
      </w:r>
      <w:r w:rsidR="00B77E03">
        <w:t xml:space="preserve">, </w:t>
      </w:r>
      <w:r w:rsidRPr="002813C1">
        <w:t>l</w:t>
      </w:r>
      <w:r w:rsidR="00B77E03">
        <w:t>’</w:t>
      </w:r>
      <w:r w:rsidRPr="002813C1">
        <w:t>échine arrondie en cerceau</w:t>
      </w:r>
      <w:r w:rsidR="00B77E03">
        <w:t xml:space="preserve">, </w:t>
      </w:r>
      <w:r w:rsidRPr="002813C1">
        <w:t>le chapeau traînant à terre</w:t>
      </w:r>
      <w:r w:rsidR="00B77E03">
        <w:t>.</w:t>
      </w:r>
    </w:p>
    <w:p w14:paraId="2E20A258" w14:textId="77777777" w:rsidR="00B77E03" w:rsidRDefault="0024252B" w:rsidP="00B77E03">
      <w:r w:rsidRPr="002813C1">
        <w:t>Donc ils étaient payés</w:t>
      </w:r>
      <w:r w:rsidR="00B77E03">
        <w:t>…</w:t>
      </w:r>
    </w:p>
    <w:p w14:paraId="7936FE2A" w14:textId="0F208E4B" w:rsidR="00B77E03" w:rsidRDefault="0024252B" w:rsidP="00B77E03">
      <w:r w:rsidRPr="002813C1">
        <w:t xml:space="preserve">Et pour que </w:t>
      </w:r>
      <w:r w:rsidR="00B77E03">
        <w:t>M</w:t>
      </w:r>
      <w:r w:rsidR="00B77E03" w:rsidRPr="00B77E03">
        <w:rPr>
          <w:vertAlign w:val="superscript"/>
        </w:rPr>
        <w:t>lle</w:t>
      </w:r>
      <w:r w:rsidR="00B77E03">
        <w:t> </w:t>
      </w:r>
      <w:r w:rsidRPr="002813C1">
        <w:t>Marguerite sût bien à quoi s</w:t>
      </w:r>
      <w:r w:rsidR="00B77E03">
        <w:t>’</w:t>
      </w:r>
      <w:r w:rsidRPr="002813C1">
        <w:t>en tenir</w:t>
      </w:r>
      <w:r w:rsidR="00B77E03">
        <w:t xml:space="preserve">, </w:t>
      </w:r>
      <w:r w:rsidRPr="002813C1">
        <w:t>il lui fut donné d</w:t>
      </w:r>
      <w:r w:rsidR="00B77E03">
        <w:t>’</w:t>
      </w:r>
      <w:r w:rsidRPr="002813C1">
        <w:t>assister au règlement de la facture du loueur de voitures</w:t>
      </w:r>
      <w:r w:rsidR="00B77E03">
        <w:t>.</w:t>
      </w:r>
    </w:p>
    <w:p w14:paraId="122A9954" w14:textId="5CA7B4A9" w:rsidR="00B77E03" w:rsidRDefault="0024252B" w:rsidP="00B77E03">
      <w:r w:rsidRPr="002813C1">
        <w:t xml:space="preserve">Dieu sait de quelles hauteurs </w:t>
      </w:r>
      <w:r w:rsidR="00B77E03">
        <w:t>M</w:t>
      </w:r>
      <w:r w:rsidR="00B77E03" w:rsidRPr="00B77E03">
        <w:rPr>
          <w:vertAlign w:val="superscript"/>
        </w:rPr>
        <w:t>me</w:t>
      </w:r>
      <w:r w:rsidR="00B77E03">
        <w:t> de </w:t>
      </w:r>
      <w:proofErr w:type="spellStart"/>
      <w:r w:rsidRPr="002813C1">
        <w:t>Fondège</w:t>
      </w:r>
      <w:proofErr w:type="spellEnd"/>
      <w:r w:rsidRPr="002813C1">
        <w:t xml:space="preserve"> le reçut</w:t>
      </w:r>
      <w:r w:rsidR="00B77E03">
        <w:t>…</w:t>
      </w:r>
    </w:p>
    <w:p w14:paraId="145FC843" w14:textId="77777777" w:rsidR="00B77E03" w:rsidRDefault="00B77E03" w:rsidP="00B77E03">
      <w:r>
        <w:t>— </w:t>
      </w:r>
      <w:r w:rsidR="0024252B" w:rsidRPr="002813C1">
        <w:t>Ah</w:t>
      </w:r>
      <w:r>
        <w:t xml:space="preserve"> ! </w:t>
      </w:r>
      <w:r w:rsidR="0024252B" w:rsidRPr="002813C1">
        <w:t>vous voici</w:t>
      </w:r>
      <w:r>
        <w:t xml:space="preserve">, </w:t>
      </w:r>
      <w:r w:rsidR="0024252B" w:rsidRPr="002813C1">
        <w:t>s</w:t>
      </w:r>
      <w:r>
        <w:t>’</w:t>
      </w:r>
      <w:r w:rsidR="0024252B" w:rsidRPr="002813C1">
        <w:t>écria-t-elle de sa voix la plus rude</w:t>
      </w:r>
      <w:r>
        <w:t xml:space="preserve">, </w:t>
      </w:r>
      <w:r w:rsidR="0024252B" w:rsidRPr="002813C1">
        <w:t>dès qu</w:t>
      </w:r>
      <w:r>
        <w:t>’</w:t>
      </w:r>
      <w:r w:rsidR="0024252B" w:rsidRPr="002813C1">
        <w:t>il parut</w:t>
      </w:r>
      <w:r>
        <w:t xml:space="preserve">… </w:t>
      </w:r>
      <w:r w:rsidR="0024252B" w:rsidRPr="002813C1">
        <w:t>C</w:t>
      </w:r>
      <w:r>
        <w:t>’</w:t>
      </w:r>
      <w:r w:rsidR="0024252B" w:rsidRPr="002813C1">
        <w:t>est donc vous qui dressez vos cochers à insulter vos pratiques</w:t>
      </w:r>
      <w:r>
        <w:t xml:space="preserve"> !… </w:t>
      </w:r>
      <w:r w:rsidR="0024252B" w:rsidRPr="002813C1">
        <w:t>Bon moyen pour attirer une clientèle brillante</w:t>
      </w:r>
      <w:r>
        <w:t xml:space="preserve">… </w:t>
      </w:r>
      <w:r w:rsidR="0024252B" w:rsidRPr="002813C1">
        <w:t>Quoi</w:t>
      </w:r>
      <w:r>
        <w:t xml:space="preserve"> ! </w:t>
      </w:r>
      <w:r w:rsidR="0024252B" w:rsidRPr="002813C1">
        <w:t xml:space="preserve">je loue chez vous au </w:t>
      </w:r>
      <w:proofErr w:type="spellStart"/>
      <w:r w:rsidR="0024252B" w:rsidRPr="002813C1">
        <w:t>mois</w:t>
      </w:r>
      <w:proofErr w:type="spellEnd"/>
      <w:r w:rsidR="0024252B" w:rsidRPr="002813C1">
        <w:t xml:space="preserve"> une voiture à </w:t>
      </w:r>
      <w:r w:rsidR="0024252B" w:rsidRPr="002813C1">
        <w:lastRenderedPageBreak/>
        <w:t>un cheval</w:t>
      </w:r>
      <w:r>
        <w:t xml:space="preserve">, </w:t>
      </w:r>
      <w:r w:rsidR="0024252B" w:rsidRPr="002813C1">
        <w:t>et parce qu</w:t>
      </w:r>
      <w:r>
        <w:t>’</w:t>
      </w:r>
      <w:r w:rsidR="0024252B" w:rsidRPr="002813C1">
        <w:t>un jour je prends une voiture à deux chevaux</w:t>
      </w:r>
      <w:r>
        <w:t xml:space="preserve">, </w:t>
      </w:r>
      <w:r w:rsidR="0024252B" w:rsidRPr="002813C1">
        <w:t>vous me faites réclamer la différence</w:t>
      </w:r>
      <w:r>
        <w:t xml:space="preserve">. </w:t>
      </w:r>
      <w:r w:rsidR="0024252B" w:rsidRPr="002813C1">
        <w:t>On fait payer d</w:t>
      </w:r>
      <w:r>
        <w:t>’</w:t>
      </w:r>
      <w:r w:rsidR="0024252B" w:rsidRPr="002813C1">
        <w:t>avance</w:t>
      </w:r>
      <w:r>
        <w:t xml:space="preserve">, </w:t>
      </w:r>
      <w:r w:rsidR="0024252B" w:rsidRPr="002813C1">
        <w:t>mon cher</w:t>
      </w:r>
      <w:r>
        <w:t xml:space="preserve">, </w:t>
      </w:r>
      <w:r w:rsidR="0024252B" w:rsidRPr="002813C1">
        <w:t>quand on est si défiant</w:t>
      </w:r>
      <w:r>
        <w:t>.</w:t>
      </w:r>
    </w:p>
    <w:p w14:paraId="4432C83D" w14:textId="77777777" w:rsidR="00B77E03" w:rsidRDefault="0024252B" w:rsidP="00B77E03">
      <w:r w:rsidRPr="002813C1">
        <w:t>Lui</w:t>
      </w:r>
      <w:r w:rsidR="00B77E03">
        <w:t xml:space="preserve">, </w:t>
      </w:r>
      <w:r w:rsidRPr="002813C1">
        <w:t>qui avait dans sa poche une facture de près de quatre mille francs</w:t>
      </w:r>
      <w:r w:rsidR="00B77E03">
        <w:t xml:space="preserve">, </w:t>
      </w:r>
      <w:r w:rsidRPr="002813C1">
        <w:t>écoutait en homme qui médite une réponse foudroyante</w:t>
      </w:r>
      <w:r w:rsidR="00B77E03">
        <w:t>.</w:t>
      </w:r>
    </w:p>
    <w:p w14:paraId="7816F63A" w14:textId="77777777" w:rsidR="00B77E03" w:rsidRDefault="0024252B" w:rsidP="00B77E03">
      <w:r w:rsidRPr="002813C1">
        <w:t>Elle ne lui laissa pas le temps de répondre</w:t>
      </w:r>
      <w:r w:rsidR="00B77E03">
        <w:t>.</w:t>
      </w:r>
    </w:p>
    <w:p w14:paraId="72BE3858" w14:textId="77777777" w:rsidR="00B77E03" w:rsidRDefault="00B77E03" w:rsidP="00B77E03">
      <w:r>
        <w:t>— </w:t>
      </w:r>
      <w:r w:rsidR="0024252B" w:rsidRPr="002813C1">
        <w:t>Lorsque j</w:t>
      </w:r>
      <w:r>
        <w:t>’</w:t>
      </w:r>
      <w:r w:rsidR="0024252B" w:rsidRPr="002813C1">
        <w:t>ai à me plaindre des gens que j</w:t>
      </w:r>
      <w:r>
        <w:t>’</w:t>
      </w:r>
      <w:r w:rsidR="0024252B" w:rsidRPr="002813C1">
        <w:t>emploie</w:t>
      </w:r>
      <w:r>
        <w:t xml:space="preserve">, </w:t>
      </w:r>
      <w:r w:rsidR="0024252B" w:rsidRPr="002813C1">
        <w:t>reprit-elle</w:t>
      </w:r>
      <w:r>
        <w:t xml:space="preserve">, </w:t>
      </w:r>
      <w:r w:rsidR="0024252B" w:rsidRPr="002813C1">
        <w:t>je les congédie et je les remplace</w:t>
      </w:r>
      <w:r>
        <w:t xml:space="preserve">… </w:t>
      </w:r>
      <w:r w:rsidR="0024252B" w:rsidRPr="002813C1">
        <w:t>Il est de ces choses</w:t>
      </w:r>
      <w:r>
        <w:t xml:space="preserve">, </w:t>
      </w:r>
      <w:r w:rsidR="0024252B" w:rsidRPr="002813C1">
        <w:t>et l</w:t>
      </w:r>
      <w:r>
        <w:t>’</w:t>
      </w:r>
      <w:r w:rsidR="0024252B" w:rsidRPr="002813C1">
        <w:t>insolence est du nombre</w:t>
      </w:r>
      <w:r>
        <w:t xml:space="preserve">, </w:t>
      </w:r>
      <w:r w:rsidR="0024252B" w:rsidRPr="002813C1">
        <w:t>que je ne pardonne pas</w:t>
      </w:r>
      <w:r>
        <w:t xml:space="preserve">… </w:t>
      </w:r>
      <w:r w:rsidR="0024252B" w:rsidRPr="002813C1">
        <w:t>Remettez-moi votre note</w:t>
      </w:r>
      <w:r>
        <w:t>…</w:t>
      </w:r>
    </w:p>
    <w:p w14:paraId="2571716C" w14:textId="77777777" w:rsidR="00B77E03" w:rsidRDefault="0024252B" w:rsidP="00B77E03">
      <w:r w:rsidRPr="002813C1">
        <w:t>L</w:t>
      </w:r>
      <w:r w:rsidR="00B77E03">
        <w:t>’</w:t>
      </w:r>
      <w:r w:rsidRPr="002813C1">
        <w:t>homme</w:t>
      </w:r>
      <w:r w:rsidR="00B77E03">
        <w:t xml:space="preserve">, </w:t>
      </w:r>
      <w:r w:rsidRPr="002813C1">
        <w:t>aussitôt</w:t>
      </w:r>
      <w:r w:rsidR="00B77E03">
        <w:t xml:space="preserve">, </w:t>
      </w:r>
      <w:r w:rsidRPr="002813C1">
        <w:t>d</w:t>
      </w:r>
      <w:r w:rsidR="00B77E03">
        <w:t>’</w:t>
      </w:r>
      <w:r w:rsidRPr="002813C1">
        <w:t>un visage où se peignaient en traits comiques le doute</w:t>
      </w:r>
      <w:r w:rsidR="00B77E03">
        <w:t xml:space="preserve">, </w:t>
      </w:r>
      <w:r w:rsidRPr="002813C1">
        <w:t>la crainte et l</w:t>
      </w:r>
      <w:r w:rsidR="00B77E03">
        <w:t>’</w:t>
      </w:r>
      <w:r w:rsidRPr="002813C1">
        <w:t>espoir</w:t>
      </w:r>
      <w:r w:rsidR="00B77E03">
        <w:t xml:space="preserve">, </w:t>
      </w:r>
      <w:r w:rsidRPr="002813C1">
        <w:t>tira son interminable mémoire de sa poche</w:t>
      </w:r>
      <w:r w:rsidR="00B77E03">
        <w:t>…</w:t>
      </w:r>
    </w:p>
    <w:p w14:paraId="33DC08DA" w14:textId="77777777" w:rsidR="00B77E03" w:rsidRDefault="0024252B" w:rsidP="00B77E03">
      <w:r w:rsidRPr="002813C1">
        <w:t>Mais quand il vit les billets de banque</w:t>
      </w:r>
      <w:r w:rsidR="00B77E03">
        <w:t xml:space="preserve">, </w:t>
      </w:r>
      <w:r w:rsidRPr="002813C1">
        <w:t>lorsqu</w:t>
      </w:r>
      <w:r w:rsidR="00B77E03">
        <w:t>’</w:t>
      </w:r>
      <w:r w:rsidRPr="002813C1">
        <w:t>il vit qu</w:t>
      </w:r>
      <w:r w:rsidR="00B77E03">
        <w:t>’</w:t>
      </w:r>
      <w:r w:rsidRPr="002813C1">
        <w:t>on le payait sans conteste</w:t>
      </w:r>
      <w:r w:rsidR="00B77E03">
        <w:t xml:space="preserve">, </w:t>
      </w:r>
      <w:r w:rsidRPr="002813C1">
        <w:t>sans rien vérifier</w:t>
      </w:r>
      <w:r w:rsidR="00B77E03">
        <w:t xml:space="preserve">, </w:t>
      </w:r>
      <w:r w:rsidRPr="002813C1">
        <w:t>discuter ni rabattre</w:t>
      </w:r>
      <w:r w:rsidR="00B77E03">
        <w:t xml:space="preserve">, </w:t>
      </w:r>
      <w:r w:rsidRPr="002813C1">
        <w:t>il fut saisi d</w:t>
      </w:r>
      <w:r w:rsidR="00B77E03">
        <w:t>’</w:t>
      </w:r>
      <w:r w:rsidRPr="002813C1">
        <w:t>une respectueuse stupeur et sa voix soudainement devint plus douce que miel</w:t>
      </w:r>
      <w:r w:rsidR="00B77E03">
        <w:t>.</w:t>
      </w:r>
    </w:p>
    <w:p w14:paraId="5A6ACD32" w14:textId="77777777" w:rsidR="00B77E03" w:rsidRDefault="0024252B" w:rsidP="00B77E03">
      <w:r w:rsidRPr="002813C1">
        <w:t>Une créance douteuse qui rentre</w:t>
      </w:r>
      <w:r w:rsidR="00B77E03">
        <w:t xml:space="preserve">, </w:t>
      </w:r>
      <w:r w:rsidRPr="002813C1">
        <w:t>donne</w:t>
      </w:r>
      <w:r w:rsidR="00B77E03">
        <w:t xml:space="preserve">, </w:t>
      </w:r>
      <w:r w:rsidRPr="002813C1">
        <w:t>assure-t-on</w:t>
      </w:r>
      <w:r w:rsidR="00B77E03">
        <w:t xml:space="preserve">, </w:t>
      </w:r>
      <w:r w:rsidRPr="002813C1">
        <w:t>à un commerçant</w:t>
      </w:r>
      <w:r w:rsidR="00B77E03">
        <w:t xml:space="preserve">, </w:t>
      </w:r>
      <w:r w:rsidRPr="002813C1">
        <w:t>plus de joie mille fois que cinquante créances sûres</w:t>
      </w:r>
      <w:r w:rsidR="00B77E03">
        <w:t xml:space="preserve">… </w:t>
      </w:r>
      <w:r w:rsidRPr="002813C1">
        <w:t>La vérité de cette observation apparut</w:t>
      </w:r>
      <w:r w:rsidR="00B77E03">
        <w:t>.</w:t>
      </w:r>
    </w:p>
    <w:p w14:paraId="422D7418" w14:textId="54C722B3" w:rsidR="00B77E03" w:rsidRDefault="00B77E03" w:rsidP="00B77E03">
      <w:r>
        <w:t>M</w:t>
      </w:r>
      <w:r w:rsidRPr="00B77E03">
        <w:rPr>
          <w:vertAlign w:val="superscript"/>
        </w:rPr>
        <w:t>lle</w:t>
      </w:r>
      <w:r>
        <w:t> </w:t>
      </w:r>
      <w:r w:rsidR="0024252B" w:rsidRPr="002813C1">
        <w:t xml:space="preserve">Marguerite put croire que le loueur allait conjurer </w:t>
      </w:r>
      <w:r>
        <w:t>« M</w:t>
      </w:r>
      <w:r w:rsidRPr="00B77E03">
        <w:rPr>
          <w:vertAlign w:val="superscript"/>
        </w:rPr>
        <w:t>me</w:t>
      </w:r>
      <w:r>
        <w:t> </w:t>
      </w:r>
      <w:r w:rsidR="0024252B" w:rsidRPr="002813C1">
        <w:t>la comtesse</w:t>
      </w:r>
      <w:r>
        <w:t> »</w:t>
      </w:r>
      <w:r w:rsidR="0024252B" w:rsidRPr="002813C1">
        <w:t xml:space="preserve"> de lui faire la grâce de remettre à plus tard ce </w:t>
      </w:r>
      <w:r>
        <w:t>« </w:t>
      </w:r>
      <w:r w:rsidR="0024252B" w:rsidRPr="002813C1">
        <w:t>petit payement</w:t>
      </w:r>
      <w:r>
        <w:t>. »</w:t>
      </w:r>
      <w:r w:rsidR="0024252B" w:rsidRPr="002813C1">
        <w:t xml:space="preserve"> Le négociant parisien est ainsi fait</w:t>
      </w:r>
      <w:r>
        <w:t xml:space="preserve">. </w:t>
      </w:r>
      <w:r w:rsidR="0024252B" w:rsidRPr="002813C1">
        <w:t>Intraitable s</w:t>
      </w:r>
      <w:r>
        <w:t>’</w:t>
      </w:r>
      <w:r w:rsidR="0024252B" w:rsidRPr="002813C1">
        <w:t>il soupçonne son débiteur gêné</w:t>
      </w:r>
      <w:r>
        <w:t xml:space="preserve">, </w:t>
      </w:r>
      <w:r w:rsidR="0024252B" w:rsidRPr="002813C1">
        <w:t>il s</w:t>
      </w:r>
      <w:r>
        <w:t>’</w:t>
      </w:r>
      <w:r w:rsidR="0024252B" w:rsidRPr="002813C1">
        <w:t>humanise dès qu</w:t>
      </w:r>
      <w:r>
        <w:t>’</w:t>
      </w:r>
      <w:r w:rsidR="0024252B" w:rsidRPr="002813C1">
        <w:t>il le trouve en mesure</w:t>
      </w:r>
      <w:r>
        <w:t xml:space="preserve">, </w:t>
      </w:r>
      <w:r w:rsidR="0024252B" w:rsidRPr="002813C1">
        <w:t>rengaine son mémoire et fait des façons</w:t>
      </w:r>
      <w:r>
        <w:t>…</w:t>
      </w:r>
    </w:p>
    <w:p w14:paraId="70E0232E" w14:textId="77777777" w:rsidR="00B77E03" w:rsidRDefault="0024252B" w:rsidP="00B77E03">
      <w:r w:rsidRPr="002813C1">
        <w:t>Si bien qu</w:t>
      </w:r>
      <w:r w:rsidR="00B77E03">
        <w:t>’</w:t>
      </w:r>
      <w:r w:rsidRPr="002813C1">
        <w:t>à beaucoup</w:t>
      </w:r>
      <w:r w:rsidR="00B77E03">
        <w:t xml:space="preserve">, </w:t>
      </w:r>
      <w:r w:rsidRPr="002813C1">
        <w:t>pour ne pas donner d</w:t>
      </w:r>
      <w:r w:rsidR="00B77E03">
        <w:t>’</w:t>
      </w:r>
      <w:r w:rsidRPr="002813C1">
        <w:t>argent</w:t>
      </w:r>
      <w:r w:rsidR="00B77E03">
        <w:t xml:space="preserve">, </w:t>
      </w:r>
      <w:r w:rsidRPr="002813C1">
        <w:t>il suffit d</w:t>
      </w:r>
      <w:r w:rsidR="00B77E03">
        <w:t>’</w:t>
      </w:r>
      <w:r w:rsidRPr="002813C1">
        <w:t>en montrer</w:t>
      </w:r>
      <w:r w:rsidR="00B77E03">
        <w:t>…</w:t>
      </w:r>
    </w:p>
    <w:p w14:paraId="19D26BD4" w14:textId="0C0F9171" w:rsidR="00B77E03" w:rsidRDefault="0024252B" w:rsidP="00B77E03">
      <w:r w:rsidRPr="002813C1">
        <w:lastRenderedPageBreak/>
        <w:t>L</w:t>
      </w:r>
      <w:r w:rsidR="00B77E03">
        <w:t>’</w:t>
      </w:r>
      <w:r w:rsidRPr="002813C1">
        <w:t>abnégation du loueur n</w:t>
      </w:r>
      <w:r w:rsidR="00B77E03">
        <w:t>’</w:t>
      </w:r>
      <w:r w:rsidRPr="002813C1">
        <w:t>alla pas jusque-là</w:t>
      </w:r>
      <w:r w:rsidR="00B77E03">
        <w:t xml:space="preserve">, </w:t>
      </w:r>
      <w:r w:rsidRPr="002813C1">
        <w:t xml:space="preserve">mais il supplia </w:t>
      </w:r>
      <w:r w:rsidR="00B77E03">
        <w:t>« M</w:t>
      </w:r>
      <w:r w:rsidR="00B77E03" w:rsidRPr="00B77E03">
        <w:rPr>
          <w:vertAlign w:val="superscript"/>
        </w:rPr>
        <w:t>me</w:t>
      </w:r>
      <w:r w:rsidR="00B77E03">
        <w:t> </w:t>
      </w:r>
      <w:r w:rsidRPr="002813C1">
        <w:t>la comtesse</w:t>
      </w:r>
      <w:r w:rsidR="00B77E03">
        <w:t> »</w:t>
      </w:r>
      <w:r w:rsidRPr="002813C1">
        <w:t xml:space="preserve"> de ne le pas quitter pour un malentendu</w:t>
      </w:r>
      <w:r w:rsidR="00B77E03">
        <w:t xml:space="preserve">, </w:t>
      </w:r>
      <w:r w:rsidRPr="002813C1">
        <w:t>car c</w:t>
      </w:r>
      <w:r w:rsidR="00B77E03">
        <w:t>’</w:t>
      </w:r>
      <w:r w:rsidRPr="002813C1">
        <w:t>était un malentendu</w:t>
      </w:r>
      <w:r w:rsidR="00B77E03">
        <w:t xml:space="preserve">, </w:t>
      </w:r>
      <w:r w:rsidRPr="002813C1">
        <w:t>il le jurait sur la tête de ses enfants</w:t>
      </w:r>
      <w:r w:rsidR="00B77E03">
        <w:t xml:space="preserve"> ; </w:t>
      </w:r>
      <w:r w:rsidRPr="002813C1">
        <w:t>son cocher n</w:t>
      </w:r>
      <w:r w:rsidR="00B77E03">
        <w:t>’</w:t>
      </w:r>
      <w:r w:rsidRPr="002813C1">
        <w:t>était qu</w:t>
      </w:r>
      <w:r w:rsidR="00B77E03">
        <w:t>’</w:t>
      </w:r>
      <w:r w:rsidRPr="002813C1">
        <w:t>un imbécile et un butor</w:t>
      </w:r>
      <w:r w:rsidR="00B77E03">
        <w:t xml:space="preserve">, </w:t>
      </w:r>
      <w:r w:rsidRPr="002813C1">
        <w:t xml:space="preserve">un ivrogne et même un </w:t>
      </w:r>
      <w:proofErr w:type="spellStart"/>
      <w:r w:rsidRPr="002813C1">
        <w:t>mal</w:t>
      </w:r>
      <w:r w:rsidR="00C14063">
        <w:t>-</w:t>
      </w:r>
      <w:r w:rsidRPr="002813C1">
        <w:t>appris</w:t>
      </w:r>
      <w:proofErr w:type="spellEnd"/>
      <w:r w:rsidR="00B77E03">
        <w:t xml:space="preserve"> ; </w:t>
      </w:r>
      <w:r w:rsidRPr="002813C1">
        <w:t>il allait le chasser ignominieusement en rentrant</w:t>
      </w:r>
      <w:r w:rsidR="00B77E03">
        <w:t>…</w:t>
      </w:r>
    </w:p>
    <w:p w14:paraId="07F8F233" w14:textId="77777777" w:rsidR="00B77E03" w:rsidRDefault="00B77E03" w:rsidP="00B77E03">
      <w:r>
        <w:t>« </w:t>
      </w:r>
      <w:r w:rsidR="0024252B" w:rsidRPr="002813C1">
        <w:t>La générale</w:t>
      </w:r>
      <w:r>
        <w:t> »</w:t>
      </w:r>
      <w:r w:rsidR="0024252B" w:rsidRPr="002813C1">
        <w:t xml:space="preserve"> fut inflexible</w:t>
      </w:r>
      <w:r>
        <w:t xml:space="preserve"> ; </w:t>
      </w:r>
      <w:r w:rsidR="0024252B" w:rsidRPr="002813C1">
        <w:t>elle le congédia en disant</w:t>
      </w:r>
      <w:r>
        <w:t> :</w:t>
      </w:r>
    </w:p>
    <w:p w14:paraId="12394B2F" w14:textId="77777777" w:rsidR="00B77E03" w:rsidRDefault="00B77E03" w:rsidP="00B77E03">
      <w:r>
        <w:t>— </w:t>
      </w:r>
      <w:r w:rsidR="0024252B" w:rsidRPr="002813C1">
        <w:t>Je ne m</w:t>
      </w:r>
      <w:r>
        <w:t>’</w:t>
      </w:r>
      <w:r w:rsidR="0024252B" w:rsidRPr="002813C1">
        <w:t>expose jamais à ce qu</w:t>
      </w:r>
      <w:r>
        <w:t>’</w:t>
      </w:r>
      <w:r w:rsidR="0024252B" w:rsidRPr="002813C1">
        <w:t>on me manque deux fois</w:t>
      </w:r>
      <w:r>
        <w:t> !</w:t>
      </w:r>
    </w:p>
    <w:p w14:paraId="7191C83C" w14:textId="5D204E37" w:rsidR="00B77E03" w:rsidRDefault="0024252B" w:rsidP="00B77E03">
      <w:r w:rsidRPr="002813C1">
        <w:t>C</w:t>
      </w:r>
      <w:r w:rsidR="00B77E03">
        <w:t>’</w:t>
      </w:r>
      <w:r w:rsidRPr="002813C1">
        <w:t>est pour cette raison sans doute qu</w:t>
      </w:r>
      <w:r w:rsidR="00B77E03">
        <w:t>’</w:t>
      </w:r>
      <w:r w:rsidRPr="002813C1">
        <w:t>elle avait renvoyé le matin le valet qui lui avait si bien manqué la veille</w:t>
      </w:r>
      <w:r w:rsidR="00B77E03">
        <w:t xml:space="preserve">, </w:t>
      </w:r>
      <w:r w:rsidRPr="002813C1">
        <w:t>l</w:t>
      </w:r>
      <w:r w:rsidR="00B77E03">
        <w:t>’</w:t>
      </w:r>
      <w:r w:rsidRPr="002813C1">
        <w:t>intelligent Évariste</w:t>
      </w:r>
      <w:r w:rsidR="00B77E03">
        <w:t>. M</w:t>
      </w:r>
      <w:r w:rsidR="00B77E03" w:rsidRPr="00B77E03">
        <w:rPr>
          <w:vertAlign w:val="superscript"/>
        </w:rPr>
        <w:t>lle</w:t>
      </w:r>
      <w:r w:rsidR="00B77E03">
        <w:t> </w:t>
      </w:r>
      <w:r w:rsidRPr="002813C1">
        <w:t>Marguerite ne le revit pas</w:t>
      </w:r>
      <w:r w:rsidR="00B77E03">
        <w:t>.</w:t>
      </w:r>
    </w:p>
    <w:p w14:paraId="37E7F640" w14:textId="77777777" w:rsidR="00B77E03" w:rsidRDefault="0024252B" w:rsidP="00B77E03">
      <w:r w:rsidRPr="002813C1">
        <w:t>Le dîner fut servi par un nouveau domestique envoyé par le bureau de placement et accepté les yeux fermés pour cette raison majeure que les livrées d</w:t>
      </w:r>
      <w:r w:rsidR="00B77E03">
        <w:t>’</w:t>
      </w:r>
      <w:r w:rsidRPr="002813C1">
        <w:t>Évariste lui allaient comme un gant</w:t>
      </w:r>
      <w:r w:rsidR="00B77E03">
        <w:t>…</w:t>
      </w:r>
    </w:p>
    <w:p w14:paraId="75EF6BAC" w14:textId="11EC9FE8" w:rsidR="00B77E03" w:rsidRDefault="0024252B" w:rsidP="00B77E03">
      <w:r w:rsidRPr="002813C1">
        <w:t>La cuisinière avait-elle été aussi remplacée</w:t>
      </w:r>
      <w:r w:rsidR="00B77E03">
        <w:t xml:space="preserve"> ? </w:t>
      </w:r>
      <w:r w:rsidRPr="002813C1">
        <w:t>C</w:t>
      </w:r>
      <w:r w:rsidR="00B77E03">
        <w:t>’</w:t>
      </w:r>
      <w:r w:rsidRPr="002813C1">
        <w:t xml:space="preserve">est ce dont </w:t>
      </w:r>
      <w:r w:rsidR="00B77E03">
        <w:t>M</w:t>
      </w:r>
      <w:r w:rsidR="00B77E03" w:rsidRPr="00B77E03">
        <w:rPr>
          <w:vertAlign w:val="superscript"/>
        </w:rPr>
        <w:t>lle</w:t>
      </w:r>
      <w:r w:rsidR="00B77E03">
        <w:t> </w:t>
      </w:r>
      <w:r w:rsidRPr="002813C1">
        <w:t>Marguerite ne put s</w:t>
      </w:r>
      <w:r w:rsidR="00B77E03">
        <w:t>’</w:t>
      </w:r>
      <w:r w:rsidRPr="002813C1">
        <w:t>assurer</w:t>
      </w:r>
      <w:r w:rsidR="00B77E03">
        <w:t xml:space="preserve">… </w:t>
      </w:r>
      <w:r w:rsidRPr="002813C1">
        <w:t>Ce qu</w:t>
      </w:r>
      <w:r w:rsidR="00B77E03">
        <w:t>’</w:t>
      </w:r>
      <w:r w:rsidRPr="002813C1">
        <w:t>elle reconnut</w:t>
      </w:r>
      <w:r w:rsidR="00B77E03">
        <w:t xml:space="preserve">, </w:t>
      </w:r>
      <w:r w:rsidRPr="002813C1">
        <w:t>par exemple</w:t>
      </w:r>
      <w:r w:rsidR="00B77E03">
        <w:t xml:space="preserve">, </w:t>
      </w:r>
      <w:r w:rsidRPr="002813C1">
        <w:t>c</w:t>
      </w:r>
      <w:r w:rsidR="00B77E03">
        <w:t>’</w:t>
      </w:r>
      <w:r w:rsidRPr="002813C1">
        <w:t>est que ce dîner du dimanche ne ressembla en rien à celui de la veille</w:t>
      </w:r>
      <w:r w:rsidR="00B77E03">
        <w:t xml:space="preserve">… </w:t>
      </w:r>
      <w:r w:rsidRPr="002813C1">
        <w:t>La qualité avait remplacé la quantité</w:t>
      </w:r>
      <w:r w:rsidR="00B77E03">
        <w:t xml:space="preserve">, </w:t>
      </w:r>
      <w:r w:rsidRPr="002813C1">
        <w:t>et le soin</w:t>
      </w:r>
      <w:r w:rsidR="00B77E03">
        <w:t xml:space="preserve">, </w:t>
      </w:r>
      <w:r w:rsidRPr="002813C1">
        <w:t>la profusion</w:t>
      </w:r>
      <w:r w:rsidR="00B77E03">
        <w:t xml:space="preserve">… </w:t>
      </w:r>
      <w:r w:rsidRPr="002813C1">
        <w:t>Point ne fut besoin de donner l</w:t>
      </w:r>
      <w:r w:rsidR="00B77E03">
        <w:t>’</w:t>
      </w:r>
      <w:r w:rsidRPr="002813C1">
        <w:t>ordre de descendre chercher du Château-</w:t>
      </w:r>
      <w:proofErr w:type="spellStart"/>
      <w:r w:rsidRPr="002813C1">
        <w:t>Laroze</w:t>
      </w:r>
      <w:proofErr w:type="spellEnd"/>
      <w:r w:rsidRPr="002813C1">
        <w:t xml:space="preserve"> à la cave</w:t>
      </w:r>
      <w:r w:rsidR="00B77E03">
        <w:t xml:space="preserve">, </w:t>
      </w:r>
      <w:r w:rsidRPr="002813C1">
        <w:t>il se trouva servi au bon moment</w:t>
      </w:r>
      <w:r w:rsidR="00B77E03">
        <w:t xml:space="preserve">, </w:t>
      </w:r>
      <w:r w:rsidRPr="002813C1">
        <w:t>tiède à point</w:t>
      </w:r>
      <w:r w:rsidR="00B77E03">
        <w:t xml:space="preserve">, </w:t>
      </w:r>
      <w:r w:rsidRPr="002813C1">
        <w:t>et parut être du goût de l</w:t>
      </w:r>
      <w:r w:rsidR="00B77E03">
        <w:t>’</w:t>
      </w:r>
      <w:r w:rsidRPr="002813C1">
        <w:t xml:space="preserve">excellente </w:t>
      </w:r>
      <w:r w:rsidR="00B77E03">
        <w:t>M</w:t>
      </w:r>
      <w:r w:rsidR="00B77E03" w:rsidRPr="00B77E03">
        <w:rPr>
          <w:vertAlign w:val="superscript"/>
        </w:rPr>
        <w:t>me</w:t>
      </w:r>
      <w:r w:rsidR="00B77E03">
        <w:t> </w:t>
      </w:r>
      <w:r w:rsidRPr="002813C1">
        <w:t>Léon</w:t>
      </w:r>
      <w:r w:rsidR="00B77E03">
        <w:t>.</w:t>
      </w:r>
    </w:p>
    <w:p w14:paraId="663149FF" w14:textId="77777777" w:rsidR="00B77E03" w:rsidRDefault="0024252B" w:rsidP="00B77E03">
      <w:r w:rsidRPr="002813C1">
        <w:t>En vingt-quatre heures</w:t>
      </w:r>
      <w:r w:rsidR="00B77E03">
        <w:t xml:space="preserve">, </w:t>
      </w:r>
      <w:r w:rsidRPr="002813C1">
        <w:t xml:space="preserve">les </w:t>
      </w:r>
      <w:proofErr w:type="spellStart"/>
      <w:r w:rsidRPr="002813C1">
        <w:t>Fondège</w:t>
      </w:r>
      <w:proofErr w:type="spellEnd"/>
      <w:r w:rsidRPr="002813C1">
        <w:t xml:space="preserve"> s</w:t>
      </w:r>
      <w:r w:rsidR="00B77E03">
        <w:t>’</w:t>
      </w:r>
      <w:r w:rsidRPr="002813C1">
        <w:t>étaient si bien rassis dans une opulence réelle</w:t>
      </w:r>
      <w:r w:rsidR="00B77E03">
        <w:t xml:space="preserve">, </w:t>
      </w:r>
      <w:r w:rsidRPr="002813C1">
        <w:t>que c</w:t>
      </w:r>
      <w:r w:rsidR="00B77E03">
        <w:t>’</w:t>
      </w:r>
      <w:r w:rsidRPr="002813C1">
        <w:t>était à se demander s</w:t>
      </w:r>
      <w:r w:rsidR="00B77E03">
        <w:t>’</w:t>
      </w:r>
      <w:r w:rsidRPr="002813C1">
        <w:t>ils avaient jamais connu les angoisses d</w:t>
      </w:r>
      <w:r w:rsidR="00B77E03">
        <w:t>’</w:t>
      </w:r>
      <w:r w:rsidRPr="002813C1">
        <w:t>un luxe menteur plus horrible mille fois que la plus noire misère</w:t>
      </w:r>
      <w:r w:rsidR="00B77E03">
        <w:t>…</w:t>
      </w:r>
    </w:p>
    <w:p w14:paraId="2C660429" w14:textId="191DBBF9" w:rsidR="00B77E03" w:rsidRDefault="00B77E03" w:rsidP="00B77E03">
      <w:r>
        <w:lastRenderedPageBreak/>
        <w:t>— </w:t>
      </w:r>
      <w:r w:rsidR="0024252B" w:rsidRPr="002813C1">
        <w:t>Me serais-je donc trompée</w:t>
      </w:r>
      <w:r>
        <w:t xml:space="preserve"> !… </w:t>
      </w:r>
      <w:r w:rsidR="0024252B" w:rsidRPr="002813C1">
        <w:t xml:space="preserve">se disait </w:t>
      </w:r>
      <w:r>
        <w:t>M</w:t>
      </w:r>
      <w:r w:rsidRPr="00B77E03">
        <w:rPr>
          <w:vertAlign w:val="superscript"/>
        </w:rPr>
        <w:t>lle</w:t>
      </w:r>
      <w:r>
        <w:t> </w:t>
      </w:r>
      <w:r w:rsidR="0024252B" w:rsidRPr="002813C1">
        <w:t>Marguerite</w:t>
      </w:r>
      <w:r>
        <w:t xml:space="preserve">, </w:t>
      </w:r>
      <w:r w:rsidR="0024252B" w:rsidRPr="002813C1">
        <w:t>le soir</w:t>
      </w:r>
      <w:r>
        <w:t xml:space="preserve">, </w:t>
      </w:r>
      <w:r w:rsidR="0024252B" w:rsidRPr="002813C1">
        <w:t>lorsqu</w:t>
      </w:r>
      <w:r>
        <w:t>’</w:t>
      </w:r>
      <w:r w:rsidR="0024252B" w:rsidRPr="002813C1">
        <w:t>elle fut retirée dans sa chambre</w:t>
      </w:r>
      <w:r>
        <w:t>.</w:t>
      </w:r>
    </w:p>
    <w:p w14:paraId="689A4CF4" w14:textId="4060FE7B" w:rsidR="00B77E03" w:rsidRDefault="0024252B" w:rsidP="00B77E03">
      <w:r w:rsidRPr="002813C1">
        <w:t>Ce qui la confondait</w:t>
      </w:r>
      <w:r w:rsidR="00B77E03">
        <w:t xml:space="preserve">, </w:t>
      </w:r>
      <w:r w:rsidRPr="002813C1">
        <w:t>c</w:t>
      </w:r>
      <w:r w:rsidR="00B77E03">
        <w:t>’</w:t>
      </w:r>
      <w:r w:rsidRPr="002813C1">
        <w:t xml:space="preserve">est que </w:t>
      </w:r>
      <w:r w:rsidR="00B77E03">
        <w:t>M</w:t>
      </w:r>
      <w:r w:rsidR="00B77E03" w:rsidRPr="00B77E03">
        <w:rPr>
          <w:vertAlign w:val="superscript"/>
        </w:rPr>
        <w:t>me</w:t>
      </w:r>
      <w:r w:rsidR="00B77E03">
        <w:t> </w:t>
      </w:r>
      <w:r w:rsidRPr="002813C1">
        <w:t>Léon</w:t>
      </w:r>
      <w:r w:rsidR="00B77E03">
        <w:t xml:space="preserve">, </w:t>
      </w:r>
      <w:r w:rsidRPr="002813C1">
        <w:t>personne perspicace s</w:t>
      </w:r>
      <w:r w:rsidR="00B77E03">
        <w:t>’</w:t>
      </w:r>
      <w:r w:rsidRPr="002813C1">
        <w:t>il en fut</w:t>
      </w:r>
      <w:r w:rsidR="00B77E03">
        <w:t xml:space="preserve">, </w:t>
      </w:r>
      <w:r w:rsidRPr="002813C1">
        <w:t>ne paraissait s</w:t>
      </w:r>
      <w:r w:rsidR="00B77E03">
        <w:t>’</w:t>
      </w:r>
      <w:r w:rsidRPr="002813C1">
        <w:t>être aperçue de rien</w:t>
      </w:r>
      <w:r w:rsidR="00B77E03">
        <w:t xml:space="preserve">… </w:t>
      </w:r>
      <w:r w:rsidRPr="002813C1">
        <w:t>Non</w:t>
      </w:r>
      <w:r w:rsidR="00B77E03">
        <w:t xml:space="preserve">, </w:t>
      </w:r>
      <w:r w:rsidRPr="002813C1">
        <w:t>rien ne l</w:t>
      </w:r>
      <w:r w:rsidR="00B77E03">
        <w:t>’</w:t>
      </w:r>
      <w:r w:rsidRPr="002813C1">
        <w:t xml:space="preserve">avait frappée de ce qui avait semblé à </w:t>
      </w:r>
      <w:r w:rsidR="00B77E03">
        <w:t>M</w:t>
      </w:r>
      <w:r w:rsidR="00B77E03" w:rsidRPr="00B77E03">
        <w:rPr>
          <w:vertAlign w:val="superscript"/>
        </w:rPr>
        <w:t>lle</w:t>
      </w:r>
      <w:r w:rsidR="00B77E03">
        <w:t> </w:t>
      </w:r>
      <w:r w:rsidRPr="002813C1">
        <w:t>Marguerite d</w:t>
      </w:r>
      <w:r w:rsidR="00B77E03">
        <w:t>’</w:t>
      </w:r>
      <w:r w:rsidRPr="002813C1">
        <w:t>insignes imprudences</w:t>
      </w:r>
      <w:r w:rsidR="00B77E03">
        <w:t xml:space="preserve">, </w:t>
      </w:r>
      <w:r w:rsidRPr="002813C1">
        <w:t>presque des aveux</w:t>
      </w:r>
      <w:r w:rsidR="00B77E03">
        <w:t xml:space="preserve">. </w:t>
      </w:r>
      <w:r w:rsidRPr="002813C1">
        <w:t xml:space="preserve">Elle trouvait </w:t>
      </w:r>
      <w:r w:rsidR="00B77E03">
        <w:t>« </w:t>
      </w:r>
      <w:r w:rsidRPr="002813C1">
        <w:t>le général</w:t>
      </w:r>
      <w:r w:rsidR="00B77E03">
        <w:t> »</w:t>
      </w:r>
      <w:r w:rsidRPr="002813C1">
        <w:t xml:space="preserve"> et sa femme des gens charmants</w:t>
      </w:r>
      <w:r w:rsidR="00B77E03">
        <w:t xml:space="preserve">, </w:t>
      </w:r>
      <w:r w:rsidRPr="002813C1">
        <w:t>d</w:t>
      </w:r>
      <w:r w:rsidR="00B77E03">
        <w:t>’</w:t>
      </w:r>
      <w:r w:rsidRPr="002813C1">
        <w:t>une distinction admirable</w:t>
      </w:r>
      <w:r w:rsidR="00B77E03">
        <w:t xml:space="preserve">, </w:t>
      </w:r>
      <w:r w:rsidRPr="002813C1">
        <w:t xml:space="preserve">et ne cessait de féliciter sa </w:t>
      </w:r>
      <w:r w:rsidR="00B77E03">
        <w:t>« </w:t>
      </w:r>
      <w:r w:rsidRPr="002813C1">
        <w:t>chère demoiselle</w:t>
      </w:r>
      <w:r w:rsidR="00B77E03">
        <w:t> »</w:t>
      </w:r>
      <w:r w:rsidRPr="002813C1">
        <w:t xml:space="preserve"> d</w:t>
      </w:r>
      <w:r w:rsidR="00B77E03">
        <w:t>’</w:t>
      </w:r>
      <w:r w:rsidRPr="002813C1">
        <w:t>avoir accepté leur hospitalité</w:t>
      </w:r>
      <w:r w:rsidR="00B77E03">
        <w:t>.</w:t>
      </w:r>
    </w:p>
    <w:p w14:paraId="1526BF49" w14:textId="77777777" w:rsidR="00B77E03" w:rsidRDefault="00B77E03" w:rsidP="00B77E03">
      <w:r>
        <w:t>— </w:t>
      </w:r>
      <w:r w:rsidR="0024252B" w:rsidRPr="002813C1">
        <w:t>Je me sens comme chez moi</w:t>
      </w:r>
      <w:r>
        <w:t xml:space="preserve">, </w:t>
      </w:r>
      <w:r w:rsidR="0024252B" w:rsidRPr="002813C1">
        <w:t>ici</w:t>
      </w:r>
      <w:r>
        <w:t xml:space="preserve">, </w:t>
      </w:r>
      <w:r w:rsidR="0024252B" w:rsidRPr="002813C1">
        <w:t>disait-elle</w:t>
      </w:r>
      <w:r>
        <w:t xml:space="preserve">, </w:t>
      </w:r>
      <w:r w:rsidR="0024252B" w:rsidRPr="002813C1">
        <w:t>et bien que ma chambre soit un peu petite</w:t>
      </w:r>
      <w:r>
        <w:t xml:space="preserve">, </w:t>
      </w:r>
      <w:r w:rsidR="0024252B" w:rsidRPr="002813C1">
        <w:t>quand elle sera arrangée je n</w:t>
      </w:r>
      <w:r>
        <w:t>’</w:t>
      </w:r>
      <w:r w:rsidR="0024252B" w:rsidRPr="002813C1">
        <w:t>aurai rien à souhaiter</w:t>
      </w:r>
      <w:r>
        <w:t>.</w:t>
      </w:r>
    </w:p>
    <w:p w14:paraId="2BC394D0" w14:textId="48BBADBB" w:rsidR="00B77E03" w:rsidRDefault="00B77E03" w:rsidP="00B77E03">
      <w:r>
        <w:t>M</w:t>
      </w:r>
      <w:r w:rsidRPr="00B77E03">
        <w:rPr>
          <w:vertAlign w:val="superscript"/>
        </w:rPr>
        <w:t>lle</w:t>
      </w:r>
      <w:r>
        <w:t> </w:t>
      </w:r>
      <w:r w:rsidR="0024252B" w:rsidRPr="002813C1">
        <w:t>Marguerite dormit mal</w:t>
      </w:r>
      <w:r>
        <w:t xml:space="preserve">, </w:t>
      </w:r>
      <w:r w:rsidR="0024252B" w:rsidRPr="002813C1">
        <w:t>cette nuit-là</w:t>
      </w:r>
      <w:r>
        <w:t xml:space="preserve">… </w:t>
      </w:r>
      <w:r w:rsidR="0024252B" w:rsidRPr="002813C1">
        <w:t>Au moment où il semblait que ses certitudes eussent dû s</w:t>
      </w:r>
      <w:r>
        <w:t>’</w:t>
      </w:r>
      <w:r w:rsidR="0024252B" w:rsidRPr="002813C1">
        <w:t>affermir</w:t>
      </w:r>
      <w:r>
        <w:t xml:space="preserve">, </w:t>
      </w:r>
      <w:r w:rsidR="0024252B" w:rsidRPr="002813C1">
        <w:t>les doutes les plus inquiétants lui venaient</w:t>
      </w:r>
      <w:r>
        <w:t xml:space="preserve">… </w:t>
      </w:r>
      <w:r w:rsidR="0024252B" w:rsidRPr="002813C1">
        <w:t>N</w:t>
      </w:r>
      <w:r>
        <w:t>’</w:t>
      </w:r>
      <w:r w:rsidR="0024252B" w:rsidRPr="002813C1">
        <w:t>avait-elle pas jugé la situation avec une passion aveugle</w:t>
      </w:r>
      <w:r>
        <w:t xml:space="preserve"> ?… </w:t>
      </w:r>
      <w:r w:rsidR="0024252B" w:rsidRPr="002813C1">
        <w:t xml:space="preserve">Les </w:t>
      </w:r>
      <w:proofErr w:type="spellStart"/>
      <w:r w:rsidR="0024252B" w:rsidRPr="002813C1">
        <w:t>Fondège</w:t>
      </w:r>
      <w:proofErr w:type="spellEnd"/>
      <w:r w:rsidR="0024252B" w:rsidRPr="002813C1">
        <w:t xml:space="preserve"> étaient-ils aussi ruinés qu</w:t>
      </w:r>
      <w:r>
        <w:t>’</w:t>
      </w:r>
      <w:r w:rsidR="0024252B" w:rsidRPr="002813C1">
        <w:t>elle l</w:t>
      </w:r>
      <w:r>
        <w:t>’</w:t>
      </w:r>
      <w:r w:rsidR="0024252B" w:rsidRPr="002813C1">
        <w:t>avait cru</w:t>
      </w:r>
      <w:r>
        <w:t> ?…</w:t>
      </w:r>
    </w:p>
    <w:p w14:paraId="2F916741" w14:textId="77777777" w:rsidR="00B77E03" w:rsidRDefault="0024252B" w:rsidP="00B77E03">
      <w:r w:rsidRPr="002813C1">
        <w:t>Comme tous les gens qui ont été très-malheureux en leur vie</w:t>
      </w:r>
      <w:r w:rsidR="00B77E03">
        <w:t xml:space="preserve">, </w:t>
      </w:r>
      <w:r w:rsidRPr="002813C1">
        <w:t>elle était rebelle aux illusions</w:t>
      </w:r>
      <w:r w:rsidR="00B77E03">
        <w:t xml:space="preserve">, </w:t>
      </w:r>
      <w:r w:rsidRPr="002813C1">
        <w:t>et se défiait extrêmement de tout ce qui semblait favoriser ses espérances et ses désirs</w:t>
      </w:r>
      <w:r w:rsidR="00B77E03">
        <w:t>…</w:t>
      </w:r>
    </w:p>
    <w:p w14:paraId="57AFD0C9" w14:textId="4FD0C995" w:rsidR="00B77E03" w:rsidRDefault="0024252B" w:rsidP="00B77E03">
      <w:r w:rsidRPr="002813C1">
        <w:t>Ce qui la soutenait</w:t>
      </w:r>
      <w:r w:rsidR="00B77E03">
        <w:t xml:space="preserve">, </w:t>
      </w:r>
      <w:r w:rsidRPr="002813C1">
        <w:t>c</w:t>
      </w:r>
      <w:r w:rsidR="00B77E03">
        <w:t>’</w:t>
      </w:r>
      <w:r w:rsidRPr="002813C1">
        <w:t>était le projet d</w:t>
      </w:r>
      <w:r w:rsidR="00B77E03">
        <w:t>’</w:t>
      </w:r>
      <w:r w:rsidRPr="002813C1">
        <w:t>aller consulter son vieil ami</w:t>
      </w:r>
      <w:r w:rsidR="00B77E03">
        <w:t xml:space="preserve">, </w:t>
      </w:r>
      <w:r w:rsidRPr="002813C1">
        <w:t>le juge de paix</w:t>
      </w:r>
      <w:r w:rsidR="00B77E03">
        <w:t xml:space="preserve">, </w:t>
      </w:r>
      <w:r w:rsidRPr="002813C1">
        <w:t>et aussi la pensée que l</w:t>
      </w:r>
      <w:r w:rsidR="00B77E03">
        <w:t>’</w:t>
      </w:r>
      <w:r w:rsidRPr="002813C1">
        <w:t xml:space="preserve">ancien agent de </w:t>
      </w:r>
      <w:r w:rsidR="00B77E03">
        <w:t>M. de </w:t>
      </w:r>
      <w:proofErr w:type="spellStart"/>
      <w:r w:rsidRPr="002813C1">
        <w:t>Chalusse</w:t>
      </w:r>
      <w:proofErr w:type="spellEnd"/>
      <w:r w:rsidRPr="002813C1">
        <w:t xml:space="preserve"> retrouverait Pascal </w:t>
      </w:r>
      <w:proofErr w:type="spellStart"/>
      <w:r w:rsidRPr="002813C1">
        <w:t>Férailleur</w:t>
      </w:r>
      <w:proofErr w:type="spellEnd"/>
      <w:r w:rsidR="00B77E03">
        <w:t>…</w:t>
      </w:r>
    </w:p>
    <w:p w14:paraId="32DA9313" w14:textId="1F4ADC53" w:rsidR="00B77E03" w:rsidRDefault="0024252B" w:rsidP="00B77E03">
      <w:r w:rsidRPr="002813C1">
        <w:t>À cette heure</w:t>
      </w:r>
      <w:r w:rsidR="00B77E03">
        <w:t>, M. </w:t>
      </w:r>
      <w:r w:rsidRPr="002813C1">
        <w:t>Fortunat devait avoir reçu sa lettre</w:t>
      </w:r>
      <w:r w:rsidR="00B77E03">
        <w:t xml:space="preserve"> ; </w:t>
      </w:r>
      <w:r w:rsidRPr="002813C1">
        <w:t>il l</w:t>
      </w:r>
      <w:r w:rsidR="00B77E03">
        <w:t>’</w:t>
      </w:r>
      <w:r w:rsidRPr="002813C1">
        <w:t>attendait</w:t>
      </w:r>
      <w:r w:rsidR="00B77E03">
        <w:t xml:space="preserve">, </w:t>
      </w:r>
      <w:r w:rsidRPr="002813C1">
        <w:t>sans doute</w:t>
      </w:r>
      <w:r w:rsidR="00B77E03">
        <w:t xml:space="preserve">, </w:t>
      </w:r>
      <w:r w:rsidRPr="002813C1">
        <w:t>le mardi</w:t>
      </w:r>
      <w:r w:rsidR="00B77E03">
        <w:t xml:space="preserve">, </w:t>
      </w:r>
      <w:r w:rsidRPr="002813C1">
        <w:t>et il ne lui restait plus qu</w:t>
      </w:r>
      <w:r w:rsidR="00B77E03">
        <w:t>’</w:t>
      </w:r>
      <w:r w:rsidRPr="002813C1">
        <w:t>à imaginer un prétexte pour se procurer deux heures de liberté sans éveiller les soupçons</w:t>
      </w:r>
      <w:r w:rsidR="00B77E03">
        <w:t>.</w:t>
      </w:r>
    </w:p>
    <w:p w14:paraId="3B56B7C0" w14:textId="333C9ADC" w:rsidR="00B77E03" w:rsidRDefault="0024252B" w:rsidP="00B77E03">
      <w:r w:rsidRPr="002813C1">
        <w:lastRenderedPageBreak/>
        <w:t>Levée de bonne heure</w:t>
      </w:r>
      <w:r w:rsidR="00B77E03">
        <w:t xml:space="preserve">, </w:t>
      </w:r>
      <w:r w:rsidRPr="002813C1">
        <w:t>elle achevait sa toilette</w:t>
      </w:r>
      <w:r w:rsidR="00B77E03">
        <w:t xml:space="preserve">, </w:t>
      </w:r>
      <w:r w:rsidRPr="002813C1">
        <w:t xml:space="preserve">quand elle entendit frapper discrètement à celle des portes de la chambre de </w:t>
      </w:r>
      <w:r w:rsidR="00B77E03">
        <w:t>M</w:t>
      </w:r>
      <w:r w:rsidR="00B77E03" w:rsidRPr="00B77E03">
        <w:rPr>
          <w:vertAlign w:val="superscript"/>
        </w:rPr>
        <w:t>me</w:t>
      </w:r>
      <w:r w:rsidR="00B77E03">
        <w:t> </w:t>
      </w:r>
      <w:r w:rsidRPr="002813C1">
        <w:t>Léon qui ouvrait sur le corridor</w:t>
      </w:r>
      <w:r w:rsidR="00B77E03">
        <w:t>.</w:t>
      </w:r>
    </w:p>
    <w:p w14:paraId="4BDEE699" w14:textId="77777777" w:rsidR="00B77E03" w:rsidRDefault="00B77E03" w:rsidP="00B77E03">
      <w:r>
        <w:t>— </w:t>
      </w:r>
      <w:r w:rsidR="0024252B" w:rsidRPr="002813C1">
        <w:t>Qui est là</w:t>
      </w:r>
      <w:r>
        <w:t xml:space="preserve"> ?… </w:t>
      </w:r>
      <w:r w:rsidR="0024252B" w:rsidRPr="002813C1">
        <w:t>fit la voix de l</w:t>
      </w:r>
      <w:r>
        <w:t>’</w:t>
      </w:r>
      <w:r w:rsidR="0024252B" w:rsidRPr="002813C1">
        <w:t>honnête gouvernante</w:t>
      </w:r>
      <w:r>
        <w:t>.</w:t>
      </w:r>
    </w:p>
    <w:p w14:paraId="00C7B54F" w14:textId="05DFD492" w:rsidR="00B77E03" w:rsidRDefault="0024252B" w:rsidP="00B77E03">
      <w:r w:rsidRPr="002813C1">
        <w:t>Ce fut la voix impudente de Justine</w:t>
      </w:r>
      <w:r w:rsidR="00B77E03">
        <w:t xml:space="preserve">, </w:t>
      </w:r>
      <w:r w:rsidRPr="002813C1">
        <w:t xml:space="preserve">la femme de chambre de </w:t>
      </w:r>
      <w:r w:rsidR="00B77E03">
        <w:t>M</w:t>
      </w:r>
      <w:r w:rsidR="00B77E03" w:rsidRPr="00B77E03">
        <w:rPr>
          <w:vertAlign w:val="superscript"/>
        </w:rPr>
        <w:t>me</w:t>
      </w:r>
      <w:r w:rsidR="00B77E03">
        <w:t> de </w:t>
      </w:r>
      <w:proofErr w:type="spellStart"/>
      <w:r w:rsidRPr="002813C1">
        <w:t>Fondège</w:t>
      </w:r>
      <w:proofErr w:type="spellEnd"/>
      <w:r w:rsidRPr="002813C1">
        <w:t xml:space="preserve"> qui répondit</w:t>
      </w:r>
      <w:r w:rsidR="00B77E03">
        <w:t> :</w:t>
      </w:r>
    </w:p>
    <w:p w14:paraId="307D484C" w14:textId="6C9CB7E8" w:rsidR="00B77E03" w:rsidRDefault="00B77E03" w:rsidP="00B77E03">
      <w:r>
        <w:t>— </w:t>
      </w:r>
      <w:r w:rsidR="0024252B" w:rsidRPr="002813C1">
        <w:t>C</w:t>
      </w:r>
      <w:r>
        <w:t>’</w:t>
      </w:r>
      <w:r w:rsidR="0024252B" w:rsidRPr="002813C1">
        <w:t>est une lettre</w:t>
      </w:r>
      <w:r>
        <w:t xml:space="preserve">, </w:t>
      </w:r>
      <w:r w:rsidR="0024252B" w:rsidRPr="002813C1">
        <w:t>madame</w:t>
      </w:r>
      <w:r>
        <w:t xml:space="preserve">, </w:t>
      </w:r>
      <w:r w:rsidR="0024252B" w:rsidRPr="002813C1">
        <w:t>que le concierge vient de monter</w:t>
      </w:r>
      <w:r>
        <w:t xml:space="preserve">… </w:t>
      </w:r>
      <w:r w:rsidR="0024252B" w:rsidRPr="002813C1">
        <w:t xml:space="preserve">elle est adressée à </w:t>
      </w:r>
      <w:r>
        <w:t>M</w:t>
      </w:r>
      <w:r w:rsidRPr="00B77E03">
        <w:rPr>
          <w:vertAlign w:val="superscript"/>
        </w:rPr>
        <w:t>me</w:t>
      </w:r>
      <w:r>
        <w:t> </w:t>
      </w:r>
      <w:r w:rsidR="0024252B" w:rsidRPr="002813C1">
        <w:t>Léon</w:t>
      </w:r>
      <w:r>
        <w:t xml:space="preserve">… </w:t>
      </w:r>
      <w:r w:rsidR="0024252B" w:rsidRPr="002813C1">
        <w:t>C</w:t>
      </w:r>
      <w:r>
        <w:t>’</w:t>
      </w:r>
      <w:r w:rsidR="0024252B" w:rsidRPr="002813C1">
        <w:t>est bien vous</w:t>
      </w:r>
      <w:r>
        <w:t xml:space="preserve">, </w:t>
      </w:r>
      <w:r w:rsidR="0024252B" w:rsidRPr="002813C1">
        <w:t>n</w:t>
      </w:r>
      <w:r>
        <w:t>’</w:t>
      </w:r>
      <w:r w:rsidR="0024252B" w:rsidRPr="002813C1">
        <w:t>est-ce pas</w:t>
      </w:r>
      <w:r>
        <w:t> ?</w:t>
      </w:r>
    </w:p>
    <w:p w14:paraId="52C9622C" w14:textId="00426353" w:rsidR="00B77E03" w:rsidRDefault="00B77E03" w:rsidP="00B77E03">
      <w:r>
        <w:t>M</w:t>
      </w:r>
      <w:r w:rsidRPr="00B77E03">
        <w:rPr>
          <w:vertAlign w:val="superscript"/>
        </w:rPr>
        <w:t>lle</w:t>
      </w:r>
      <w:r>
        <w:t> </w:t>
      </w:r>
      <w:r w:rsidR="0024252B" w:rsidRPr="002813C1">
        <w:t>Marguerite reçut comme un coup dans le cœur</w:t>
      </w:r>
      <w:r>
        <w:t>…</w:t>
      </w:r>
    </w:p>
    <w:p w14:paraId="1EB9D7FE" w14:textId="77777777" w:rsidR="00B77E03" w:rsidRDefault="00B77E03" w:rsidP="00B77E03">
      <w:r>
        <w:t>— </w:t>
      </w:r>
      <w:r w:rsidR="0024252B" w:rsidRPr="002813C1">
        <w:t>Mon Dieu</w:t>
      </w:r>
      <w:r>
        <w:t xml:space="preserve"> !… </w:t>
      </w:r>
      <w:r w:rsidR="0024252B" w:rsidRPr="002813C1">
        <w:t>pensa-t-elle</w:t>
      </w:r>
      <w:r>
        <w:t xml:space="preserve">, </w:t>
      </w:r>
      <w:r w:rsidR="0024252B" w:rsidRPr="002813C1">
        <w:t xml:space="preserve">une lettre du marquis de </w:t>
      </w:r>
      <w:proofErr w:type="spellStart"/>
      <w:r w:rsidR="0024252B" w:rsidRPr="002813C1">
        <w:t>Valorsay</w:t>
      </w:r>
      <w:proofErr w:type="spellEnd"/>
      <w:r>
        <w:t> !…</w:t>
      </w:r>
    </w:p>
    <w:p w14:paraId="43425123" w14:textId="77777777" w:rsidR="00B77E03" w:rsidRDefault="0024252B" w:rsidP="00B77E03">
      <w:r w:rsidRPr="002813C1">
        <w:t>Que l</w:t>
      </w:r>
      <w:r w:rsidR="00B77E03">
        <w:t>’</w:t>
      </w:r>
      <w:r w:rsidRPr="002813C1">
        <w:t>estimable gouvernante connût l</w:t>
      </w:r>
      <w:r w:rsidR="00B77E03">
        <w:t>’</w:t>
      </w:r>
      <w:r w:rsidRPr="002813C1">
        <w:t>envoi de cette missive et qu</w:t>
      </w:r>
      <w:r w:rsidR="00B77E03">
        <w:t>’</w:t>
      </w:r>
      <w:r w:rsidRPr="002813C1">
        <w:t>elle l</w:t>
      </w:r>
      <w:r w:rsidR="00B77E03">
        <w:t>’</w:t>
      </w:r>
      <w:r w:rsidRPr="002813C1">
        <w:t>attendît impatiemment</w:t>
      </w:r>
      <w:r w:rsidR="00B77E03">
        <w:t xml:space="preserve">, </w:t>
      </w:r>
      <w:r w:rsidRPr="002813C1">
        <w:t>c</w:t>
      </w:r>
      <w:r w:rsidR="00B77E03">
        <w:t>’</w:t>
      </w:r>
      <w:r w:rsidRPr="002813C1">
        <w:t>est ce dont ne permirent pas de douter son empressement à sauter à terre</w:t>
      </w:r>
      <w:r w:rsidR="00B77E03">
        <w:t xml:space="preserve">, </w:t>
      </w:r>
      <w:r w:rsidRPr="002813C1">
        <w:t>car elle était encore au lit</w:t>
      </w:r>
      <w:r w:rsidR="00B77E03">
        <w:t xml:space="preserve">, </w:t>
      </w:r>
      <w:r w:rsidRPr="002813C1">
        <w:t>et sa promptitude à ouvrir sa porte</w:t>
      </w:r>
      <w:r w:rsidR="00B77E03">
        <w:t>.</w:t>
      </w:r>
    </w:p>
    <w:p w14:paraId="52E4589D" w14:textId="77777777" w:rsidR="00B77E03" w:rsidRDefault="0024252B" w:rsidP="00B77E03">
      <w:r w:rsidRPr="002813C1">
        <w:t>Et tout aussitôt</w:t>
      </w:r>
      <w:r w:rsidR="00B77E03">
        <w:t xml:space="preserve">, </w:t>
      </w:r>
      <w:r w:rsidRPr="002813C1">
        <w:t>on put l</w:t>
      </w:r>
      <w:r w:rsidR="00B77E03">
        <w:t>’</w:t>
      </w:r>
      <w:r w:rsidRPr="002813C1">
        <w:t>entendre</w:t>
      </w:r>
      <w:r w:rsidR="00B77E03">
        <w:t xml:space="preserve">, </w:t>
      </w:r>
      <w:r w:rsidRPr="002813C1">
        <w:t>à travers la cloison</w:t>
      </w:r>
      <w:r w:rsidR="00B77E03">
        <w:t xml:space="preserve">, </w:t>
      </w:r>
      <w:r w:rsidRPr="002813C1">
        <w:t>dire à la femme de chambre de sa voix la plus mielleuse</w:t>
      </w:r>
      <w:r w:rsidR="00B77E03">
        <w:t> :</w:t>
      </w:r>
    </w:p>
    <w:p w14:paraId="2F6500DE" w14:textId="77777777" w:rsidR="00B77E03" w:rsidRDefault="00B77E03" w:rsidP="00B77E03">
      <w:r>
        <w:t>— </w:t>
      </w:r>
      <w:r w:rsidR="0024252B" w:rsidRPr="002813C1">
        <w:t>Mille remercîments</w:t>
      </w:r>
      <w:r>
        <w:t xml:space="preserve">, </w:t>
      </w:r>
      <w:r w:rsidR="0024252B" w:rsidRPr="002813C1">
        <w:t>mon enfant</w:t>
      </w:r>
      <w:r>
        <w:t xml:space="preserve">. </w:t>
      </w:r>
      <w:r w:rsidR="0024252B" w:rsidRPr="002813C1">
        <w:t>Ah</w:t>
      </w:r>
      <w:r>
        <w:t xml:space="preserve"> ! </w:t>
      </w:r>
      <w:r w:rsidR="0024252B" w:rsidRPr="002813C1">
        <w:t>vous me tirez d</w:t>
      </w:r>
      <w:r>
        <w:t>’</w:t>
      </w:r>
      <w:r w:rsidR="0024252B" w:rsidRPr="002813C1">
        <w:t>une fameuse inquiétude</w:t>
      </w:r>
      <w:r>
        <w:t xml:space="preserve">… </w:t>
      </w:r>
      <w:r w:rsidR="0024252B" w:rsidRPr="002813C1">
        <w:t>C</w:t>
      </w:r>
      <w:r>
        <w:t>’</w:t>
      </w:r>
      <w:r w:rsidR="0024252B" w:rsidRPr="002813C1">
        <w:t>est mon beau-frère qui me donne enfin de ses nouvelles</w:t>
      </w:r>
      <w:r>
        <w:t xml:space="preserve">… </w:t>
      </w:r>
      <w:r w:rsidR="0024252B" w:rsidRPr="002813C1">
        <w:t>je reconnais son écriture</w:t>
      </w:r>
      <w:r>
        <w:t>…</w:t>
      </w:r>
    </w:p>
    <w:p w14:paraId="199BDEDA" w14:textId="77777777" w:rsidR="00B77E03" w:rsidRDefault="0024252B" w:rsidP="00B77E03">
      <w:r w:rsidRPr="002813C1">
        <w:t>Après quoi</w:t>
      </w:r>
      <w:r w:rsidR="00B77E03">
        <w:t xml:space="preserve">, </w:t>
      </w:r>
      <w:r w:rsidRPr="002813C1">
        <w:t>la porte se referma</w:t>
      </w:r>
      <w:r w:rsidR="00B77E03">
        <w:t>.</w:t>
      </w:r>
    </w:p>
    <w:p w14:paraId="0B40F998" w14:textId="27CFEFCD" w:rsidR="00B77E03" w:rsidRDefault="0024252B" w:rsidP="00B77E03">
      <w:r w:rsidRPr="002813C1">
        <w:t>Debout au milieu de sa chambre</w:t>
      </w:r>
      <w:r w:rsidR="00B77E03">
        <w:t xml:space="preserve">, </w:t>
      </w:r>
      <w:r w:rsidRPr="002813C1">
        <w:t>pâle et la moiteur au front</w:t>
      </w:r>
      <w:r w:rsidR="00B77E03">
        <w:t>, M</w:t>
      </w:r>
      <w:r w:rsidR="00B77E03" w:rsidRPr="00B77E03">
        <w:rPr>
          <w:vertAlign w:val="superscript"/>
        </w:rPr>
        <w:t>lle</w:t>
      </w:r>
      <w:r w:rsidR="00B77E03">
        <w:t> </w:t>
      </w:r>
      <w:r w:rsidRPr="002813C1">
        <w:t>Marguerite écoutait</w:t>
      </w:r>
      <w:r w:rsidR="00B77E03">
        <w:t xml:space="preserve">, </w:t>
      </w:r>
      <w:r w:rsidRPr="002813C1">
        <w:t>agitée de cette fiévreuse angoisse qui exalte les facultés jusqu</w:t>
      </w:r>
      <w:r w:rsidR="00B77E03">
        <w:t>’</w:t>
      </w:r>
      <w:r w:rsidRPr="002813C1">
        <w:t>à leur puissance extrême</w:t>
      </w:r>
      <w:r w:rsidR="00B77E03">
        <w:t>…</w:t>
      </w:r>
    </w:p>
    <w:p w14:paraId="4FEB323E" w14:textId="77777777" w:rsidR="00B77E03" w:rsidRDefault="0024252B" w:rsidP="00B77E03">
      <w:r w:rsidRPr="002813C1">
        <w:t>Une voix</w:t>
      </w:r>
      <w:r w:rsidR="00B77E03">
        <w:t xml:space="preserve">, </w:t>
      </w:r>
      <w:r w:rsidRPr="002813C1">
        <w:t>au-dedans d</w:t>
      </w:r>
      <w:r w:rsidR="00B77E03">
        <w:t>’</w:t>
      </w:r>
      <w:r w:rsidRPr="002813C1">
        <w:t>elle-même</w:t>
      </w:r>
      <w:r w:rsidR="00B77E03">
        <w:t xml:space="preserve">, </w:t>
      </w:r>
      <w:r w:rsidRPr="002813C1">
        <w:t>plus forte que tous les raisonnements</w:t>
      </w:r>
      <w:r w:rsidR="00B77E03">
        <w:t xml:space="preserve">, </w:t>
      </w:r>
      <w:r w:rsidRPr="002813C1">
        <w:t>lui affirmait que cette lettre</w:t>
      </w:r>
      <w:r w:rsidR="00B77E03">
        <w:t xml:space="preserve">, </w:t>
      </w:r>
      <w:r w:rsidRPr="002813C1">
        <w:t xml:space="preserve">dont elle </w:t>
      </w:r>
      <w:r w:rsidRPr="002813C1">
        <w:lastRenderedPageBreak/>
        <w:t>entendait le froissement</w:t>
      </w:r>
      <w:r w:rsidR="00B77E03">
        <w:t xml:space="preserve">, </w:t>
      </w:r>
      <w:r w:rsidRPr="002813C1">
        <w:t>mettait en question son honneur</w:t>
      </w:r>
      <w:r w:rsidR="00B77E03">
        <w:t xml:space="preserve">, </w:t>
      </w:r>
      <w:r w:rsidRPr="002813C1">
        <w:t>son avenir</w:t>
      </w:r>
      <w:r w:rsidR="00B77E03">
        <w:t xml:space="preserve">, </w:t>
      </w:r>
      <w:r w:rsidRPr="002813C1">
        <w:t>peut-être sa vie</w:t>
      </w:r>
      <w:r w:rsidR="00B77E03">
        <w:t> !…</w:t>
      </w:r>
    </w:p>
    <w:p w14:paraId="6B93C8A8" w14:textId="77777777" w:rsidR="00B77E03" w:rsidRDefault="0024252B" w:rsidP="00B77E03">
      <w:r w:rsidRPr="002813C1">
        <w:t>Mais quel moyen de s</w:t>
      </w:r>
      <w:r w:rsidR="00B77E03">
        <w:t>’</w:t>
      </w:r>
      <w:r w:rsidRPr="002813C1">
        <w:t>assurer de la réalité de ce pressentiment étrange</w:t>
      </w:r>
      <w:r w:rsidR="00B77E03">
        <w:t> ?…</w:t>
      </w:r>
    </w:p>
    <w:p w14:paraId="6827C072" w14:textId="77777777" w:rsidR="00B77E03" w:rsidRDefault="0024252B" w:rsidP="00B77E03">
      <w:r w:rsidRPr="002813C1">
        <w:t>Si elle eût suivi l</w:t>
      </w:r>
      <w:r w:rsidR="00B77E03">
        <w:t>’</w:t>
      </w:r>
      <w:r w:rsidRPr="002813C1">
        <w:t>impulsion de son caractère</w:t>
      </w:r>
      <w:r w:rsidR="00B77E03">
        <w:t xml:space="preserve">, </w:t>
      </w:r>
      <w:r w:rsidRPr="002813C1">
        <w:t>elle fût entrée brusquement chez la Léon</w:t>
      </w:r>
      <w:r w:rsidR="00B77E03">
        <w:t xml:space="preserve">, </w:t>
      </w:r>
      <w:r w:rsidRPr="002813C1">
        <w:t>et sur-le-champ</w:t>
      </w:r>
      <w:r w:rsidR="00B77E03">
        <w:t xml:space="preserve">, </w:t>
      </w:r>
      <w:r w:rsidRPr="002813C1">
        <w:t>sans phrases</w:t>
      </w:r>
      <w:r w:rsidR="00B77E03">
        <w:t xml:space="preserve">, </w:t>
      </w:r>
      <w:r w:rsidRPr="002813C1">
        <w:t>de gré ou de force</w:t>
      </w:r>
      <w:r w:rsidR="00B77E03">
        <w:t xml:space="preserve">, </w:t>
      </w:r>
      <w:r w:rsidRPr="002813C1">
        <w:t>elle eût obtenu ce papier</w:t>
      </w:r>
      <w:r w:rsidR="00B77E03">
        <w:t>…</w:t>
      </w:r>
    </w:p>
    <w:p w14:paraId="4B3D0A8C" w14:textId="77777777" w:rsidR="00B77E03" w:rsidRDefault="0024252B" w:rsidP="00B77E03">
      <w:r w:rsidRPr="002813C1">
        <w:t>Oui</w:t>
      </w:r>
      <w:r w:rsidR="00B77E03">
        <w:t xml:space="preserve">, </w:t>
      </w:r>
      <w:r w:rsidRPr="002813C1">
        <w:t>mais agir ainsi</w:t>
      </w:r>
      <w:r w:rsidR="00B77E03">
        <w:t xml:space="preserve">, </w:t>
      </w:r>
      <w:r w:rsidRPr="002813C1">
        <w:t>c</w:t>
      </w:r>
      <w:r w:rsidR="00B77E03">
        <w:t>’</w:t>
      </w:r>
      <w:r w:rsidRPr="002813C1">
        <w:t>était se découvrir</w:t>
      </w:r>
      <w:r w:rsidR="00B77E03">
        <w:t xml:space="preserve">, </w:t>
      </w:r>
      <w:r w:rsidRPr="002813C1">
        <w:t>c</w:t>
      </w:r>
      <w:r w:rsidR="00B77E03">
        <w:t>’</w:t>
      </w:r>
      <w:r w:rsidRPr="002813C1">
        <w:t>était dépouiller ces apparences candides de dupe qui constituaient sa seule force et son unique chance de salut</w:t>
      </w:r>
      <w:r w:rsidR="00B77E03">
        <w:t>.</w:t>
      </w:r>
    </w:p>
    <w:p w14:paraId="136F7744" w14:textId="0B1782CF" w:rsidR="00B77E03" w:rsidRDefault="0024252B" w:rsidP="00B77E03">
      <w:r w:rsidRPr="002813C1">
        <w:t xml:space="preserve">Si seulement elle eût pu apercevoir </w:t>
      </w:r>
      <w:r w:rsidR="00B77E03">
        <w:t>M</w:t>
      </w:r>
      <w:r w:rsidR="00B77E03" w:rsidRPr="00B77E03">
        <w:rPr>
          <w:vertAlign w:val="superscript"/>
        </w:rPr>
        <w:t>me</w:t>
      </w:r>
      <w:r w:rsidR="00B77E03">
        <w:t> </w:t>
      </w:r>
      <w:r w:rsidRPr="002813C1">
        <w:t>Léon</w:t>
      </w:r>
      <w:r w:rsidR="00B77E03">
        <w:t xml:space="preserve">, </w:t>
      </w:r>
      <w:r w:rsidRPr="002813C1">
        <w:t>elle eût tiré quelques indications utiles du mouvement de sa physionomie</w:t>
      </w:r>
      <w:r w:rsidR="00B77E03">
        <w:t xml:space="preserve">. </w:t>
      </w:r>
      <w:r w:rsidRPr="002813C1">
        <w:t>Mais impossible</w:t>
      </w:r>
      <w:r w:rsidR="00B77E03">
        <w:t xml:space="preserve">, </w:t>
      </w:r>
      <w:r w:rsidRPr="002813C1">
        <w:t>le trou de la serrure était obstrué par la clef</w:t>
      </w:r>
      <w:r w:rsidR="00B77E03">
        <w:t>…</w:t>
      </w:r>
    </w:p>
    <w:p w14:paraId="2F0374BA" w14:textId="77777777" w:rsidR="00B77E03" w:rsidRDefault="0024252B" w:rsidP="00B77E03">
      <w:r w:rsidRPr="002813C1">
        <w:t>Elle se désolait</w:t>
      </w:r>
      <w:r w:rsidR="00B77E03">
        <w:t xml:space="preserve">, </w:t>
      </w:r>
      <w:r w:rsidRPr="002813C1">
        <w:t>quand un fendillement de la cloison fixa son attention</w:t>
      </w:r>
      <w:r w:rsidR="00B77E03">
        <w:t xml:space="preserve">… </w:t>
      </w:r>
      <w:r w:rsidRPr="002813C1">
        <w:t>Si cette fissure traversait toute l</w:t>
      </w:r>
      <w:r w:rsidR="00B77E03">
        <w:t>’</w:t>
      </w:r>
      <w:r w:rsidRPr="002813C1">
        <w:t>épaisseur du plâtre</w:t>
      </w:r>
      <w:r w:rsidR="00B77E03">
        <w:t xml:space="preserve">, </w:t>
      </w:r>
      <w:r w:rsidRPr="002813C1">
        <w:t>cependant</w:t>
      </w:r>
      <w:r w:rsidR="00B77E03">
        <w:t xml:space="preserve">… </w:t>
      </w:r>
      <w:r w:rsidRPr="002813C1">
        <w:t>On découvrirait ce qui se passait de l</w:t>
      </w:r>
      <w:r w:rsidR="00B77E03">
        <w:t>’</w:t>
      </w:r>
      <w:r w:rsidRPr="002813C1">
        <w:t>autre côté</w:t>
      </w:r>
      <w:r w:rsidR="00B77E03">
        <w:t>.</w:t>
      </w:r>
    </w:p>
    <w:p w14:paraId="076A0ECD" w14:textId="77777777" w:rsidR="00B77E03" w:rsidRDefault="0024252B" w:rsidP="00B77E03">
      <w:r w:rsidRPr="002813C1">
        <w:t>Tout doucement</w:t>
      </w:r>
      <w:r w:rsidR="00B77E03">
        <w:t xml:space="preserve">, </w:t>
      </w:r>
      <w:r w:rsidRPr="002813C1">
        <w:t>sur la pointe du pied</w:t>
      </w:r>
      <w:r w:rsidR="00B77E03">
        <w:t xml:space="preserve">, </w:t>
      </w:r>
      <w:r w:rsidRPr="002813C1">
        <w:t>retenant son haleine</w:t>
      </w:r>
      <w:r w:rsidR="00B77E03">
        <w:t xml:space="preserve">, </w:t>
      </w:r>
      <w:r w:rsidRPr="002813C1">
        <w:t>elle s</w:t>
      </w:r>
      <w:r w:rsidR="00B77E03">
        <w:t>’</w:t>
      </w:r>
      <w:r w:rsidRPr="002813C1">
        <w:t>approcha</w:t>
      </w:r>
      <w:r w:rsidR="00B77E03">
        <w:t xml:space="preserve">, </w:t>
      </w:r>
      <w:r w:rsidRPr="002813C1">
        <w:t>se pencha</w:t>
      </w:r>
      <w:r w:rsidR="00B77E03">
        <w:t xml:space="preserve">, </w:t>
      </w:r>
      <w:r w:rsidRPr="002813C1">
        <w:t>regarda et vit</w:t>
      </w:r>
      <w:r w:rsidR="00B77E03">
        <w:t>.</w:t>
      </w:r>
    </w:p>
    <w:p w14:paraId="7E570338" w14:textId="77777777" w:rsidR="00B77E03" w:rsidRDefault="0024252B" w:rsidP="00B77E03">
      <w:r w:rsidRPr="002813C1">
        <w:t>Dans son impatience de prendre connaissance de la lettre</w:t>
      </w:r>
      <w:r w:rsidR="00B77E03">
        <w:t xml:space="preserve">, </w:t>
      </w:r>
      <w:r w:rsidRPr="002813C1">
        <w:t>l</w:t>
      </w:r>
      <w:r w:rsidR="00B77E03">
        <w:t>’</w:t>
      </w:r>
      <w:r w:rsidRPr="002813C1">
        <w:t>honorable gouvernante ne s</w:t>
      </w:r>
      <w:r w:rsidR="00B77E03">
        <w:t>’</w:t>
      </w:r>
      <w:r w:rsidRPr="002813C1">
        <w:t>était pas recouchée</w:t>
      </w:r>
      <w:r w:rsidR="00B77E03">
        <w:t xml:space="preserve">. </w:t>
      </w:r>
      <w:r w:rsidRPr="002813C1">
        <w:t>Elle avait fait sauter précipitamment le cachet</w:t>
      </w:r>
      <w:r w:rsidR="00B77E03">
        <w:t xml:space="preserve">, </w:t>
      </w:r>
      <w:r w:rsidRPr="002813C1">
        <w:t>et debout</w:t>
      </w:r>
      <w:r w:rsidR="00B77E03">
        <w:t xml:space="preserve">, </w:t>
      </w:r>
      <w:r w:rsidRPr="002813C1">
        <w:t>en chemise</w:t>
      </w:r>
      <w:r w:rsidR="00B77E03">
        <w:t xml:space="preserve">, </w:t>
      </w:r>
      <w:r w:rsidRPr="002813C1">
        <w:t>les pieds nus sur le parquet</w:t>
      </w:r>
      <w:r w:rsidR="00B77E03">
        <w:t xml:space="preserve">, </w:t>
      </w:r>
      <w:r w:rsidRPr="002813C1">
        <w:t>juste en face de l</w:t>
      </w:r>
      <w:r w:rsidR="00B77E03">
        <w:t>’</w:t>
      </w:r>
      <w:r w:rsidRPr="002813C1">
        <w:t>étroite lézarde</w:t>
      </w:r>
      <w:r w:rsidR="00B77E03">
        <w:t xml:space="preserve">, </w:t>
      </w:r>
      <w:r w:rsidRPr="002813C1">
        <w:t>elle lisait</w:t>
      </w:r>
      <w:r w:rsidR="00B77E03">
        <w:t>…</w:t>
      </w:r>
    </w:p>
    <w:p w14:paraId="4AF13F7C" w14:textId="77777777" w:rsidR="00B77E03" w:rsidRDefault="0024252B" w:rsidP="00B77E03">
      <w:r w:rsidRPr="002813C1">
        <w:t>Elle lisait ligne à ligne</w:t>
      </w:r>
      <w:r w:rsidR="00B77E03">
        <w:t xml:space="preserve">, </w:t>
      </w:r>
      <w:r w:rsidRPr="002813C1">
        <w:t>mot à mot</w:t>
      </w:r>
      <w:r w:rsidR="00B77E03">
        <w:t xml:space="preserve">, </w:t>
      </w:r>
      <w:r w:rsidRPr="002813C1">
        <w:t>et le froncement de ses sourcils et le pli de sa lèvre trahissaient un violent effort de compréhension et un certain mécontentement</w:t>
      </w:r>
      <w:r w:rsidR="00B77E03">
        <w:t>.</w:t>
      </w:r>
    </w:p>
    <w:p w14:paraId="161FE904" w14:textId="77777777" w:rsidR="00B77E03" w:rsidRDefault="0024252B" w:rsidP="00B77E03">
      <w:r w:rsidRPr="002813C1">
        <w:lastRenderedPageBreak/>
        <w:t>À la fin</w:t>
      </w:r>
      <w:r w:rsidR="00B77E03">
        <w:t xml:space="preserve">, </w:t>
      </w:r>
      <w:r w:rsidRPr="002813C1">
        <w:t>elle haussa les épaules</w:t>
      </w:r>
      <w:r w:rsidR="00B77E03">
        <w:t xml:space="preserve">, </w:t>
      </w:r>
      <w:r w:rsidRPr="002813C1">
        <w:t>grommela quelques paroles qu</w:t>
      </w:r>
      <w:r w:rsidR="00B77E03">
        <w:t>’</w:t>
      </w:r>
      <w:r w:rsidRPr="002813C1">
        <w:t>intercepta la cloison et se mit à s</w:t>
      </w:r>
      <w:r w:rsidR="00B77E03">
        <w:t>’</w:t>
      </w:r>
      <w:r w:rsidRPr="002813C1">
        <w:t>habiller</w:t>
      </w:r>
      <w:r w:rsidR="00B77E03">
        <w:t xml:space="preserve">, </w:t>
      </w:r>
      <w:r w:rsidRPr="002813C1">
        <w:t xml:space="preserve">après avoir posé la lettre </w:t>
      </w:r>
      <w:proofErr w:type="gramStart"/>
      <w:r w:rsidRPr="002813C1">
        <w:t>toute</w:t>
      </w:r>
      <w:proofErr w:type="gramEnd"/>
      <w:r w:rsidRPr="002813C1">
        <w:t xml:space="preserve"> ouverte sur la méchante commode qui</w:t>
      </w:r>
      <w:r w:rsidR="00B77E03">
        <w:t xml:space="preserve">, </w:t>
      </w:r>
      <w:r w:rsidRPr="002813C1">
        <w:t>avec deux chaises et le lit</w:t>
      </w:r>
      <w:r w:rsidR="00B77E03">
        <w:t xml:space="preserve">, </w:t>
      </w:r>
      <w:r w:rsidRPr="002813C1">
        <w:t>comprenait tout le mobilier de son cabinet</w:t>
      </w:r>
      <w:r w:rsidR="00B77E03">
        <w:t>…</w:t>
      </w:r>
    </w:p>
    <w:p w14:paraId="2F0975FE" w14:textId="3E757A29" w:rsidR="00B77E03" w:rsidRDefault="00B77E03" w:rsidP="00B77E03">
      <w:r>
        <w:t>— </w:t>
      </w:r>
      <w:r w:rsidR="0024252B" w:rsidRPr="002813C1">
        <w:t>Mon Dieu</w:t>
      </w:r>
      <w:r>
        <w:t xml:space="preserve"> !… </w:t>
      </w:r>
      <w:r w:rsidR="0024252B" w:rsidRPr="002813C1">
        <w:t xml:space="preserve">priait </w:t>
      </w:r>
      <w:r>
        <w:t>M</w:t>
      </w:r>
      <w:r w:rsidRPr="00B77E03">
        <w:rPr>
          <w:vertAlign w:val="superscript"/>
        </w:rPr>
        <w:t>lle</w:t>
      </w:r>
      <w:r>
        <w:t> </w:t>
      </w:r>
      <w:r w:rsidR="0024252B" w:rsidRPr="002813C1">
        <w:t>Marguerite</w:t>
      </w:r>
      <w:r>
        <w:t xml:space="preserve">, </w:t>
      </w:r>
      <w:r w:rsidR="0024252B" w:rsidRPr="002813C1">
        <w:t>mon Dieu</w:t>
      </w:r>
      <w:r>
        <w:t xml:space="preserve"> ! </w:t>
      </w:r>
      <w:r w:rsidR="0024252B" w:rsidRPr="002813C1">
        <w:t>faites qu</w:t>
      </w:r>
      <w:r>
        <w:t>’</w:t>
      </w:r>
      <w:r w:rsidR="0024252B" w:rsidRPr="002813C1">
        <w:t>elle l</w:t>
      </w:r>
      <w:r>
        <w:t>’</w:t>
      </w:r>
      <w:r w:rsidR="0024252B" w:rsidRPr="002813C1">
        <w:t>oublie</w:t>
      </w:r>
      <w:r>
        <w:t>…</w:t>
      </w:r>
    </w:p>
    <w:p w14:paraId="409E4342" w14:textId="77777777" w:rsidR="00B77E03" w:rsidRDefault="0024252B" w:rsidP="00B77E03">
      <w:r w:rsidRPr="002813C1">
        <w:t>Elle ne l</w:t>
      </w:r>
      <w:r w:rsidR="00B77E03">
        <w:t>’</w:t>
      </w:r>
      <w:r w:rsidRPr="002813C1">
        <w:t>oublia pas</w:t>
      </w:r>
      <w:r w:rsidR="00B77E03">
        <w:t>…</w:t>
      </w:r>
    </w:p>
    <w:p w14:paraId="637B647E" w14:textId="77777777" w:rsidR="00B77E03" w:rsidRDefault="0024252B" w:rsidP="00B77E03">
      <w:r w:rsidRPr="002813C1">
        <w:t>Étant prête et parée</w:t>
      </w:r>
      <w:r w:rsidR="00B77E03">
        <w:t xml:space="preserve">, </w:t>
      </w:r>
      <w:r w:rsidRPr="002813C1">
        <w:t>elle la relut une fois encore</w:t>
      </w:r>
      <w:r w:rsidR="00B77E03">
        <w:t xml:space="preserve">, </w:t>
      </w:r>
      <w:r w:rsidRPr="002813C1">
        <w:t>puis elle la serra précieusement dans le second tiroir de la commode</w:t>
      </w:r>
      <w:r w:rsidR="00B77E03">
        <w:t xml:space="preserve">, </w:t>
      </w:r>
      <w:r w:rsidRPr="002813C1">
        <w:t>ferma à double tour et mit la clef dans sa poche</w:t>
      </w:r>
      <w:r w:rsidR="00B77E03">
        <w:t>.</w:t>
      </w:r>
    </w:p>
    <w:p w14:paraId="7E7E708C" w14:textId="4EC0F4E9" w:rsidR="00B77E03" w:rsidRDefault="00B77E03" w:rsidP="00B77E03">
      <w:r>
        <w:t>— </w:t>
      </w:r>
      <w:r w:rsidR="0024252B" w:rsidRPr="002813C1">
        <w:t>Je ne saurais donc rien</w:t>
      </w:r>
      <w:r>
        <w:t xml:space="preserve"> ! </w:t>
      </w:r>
      <w:r w:rsidR="0024252B" w:rsidRPr="002813C1">
        <w:t xml:space="preserve">pensa </w:t>
      </w:r>
      <w:r>
        <w:t>M</w:t>
      </w:r>
      <w:r w:rsidRPr="00B77E03">
        <w:rPr>
          <w:vertAlign w:val="superscript"/>
        </w:rPr>
        <w:t>lle</w:t>
      </w:r>
      <w:r>
        <w:t> </w:t>
      </w:r>
      <w:r w:rsidR="0024252B" w:rsidRPr="002813C1">
        <w:t>Marguerite</w:t>
      </w:r>
      <w:r>
        <w:t xml:space="preserve">. </w:t>
      </w:r>
      <w:r w:rsidR="0024252B" w:rsidRPr="002813C1">
        <w:t>Non</w:t>
      </w:r>
      <w:r>
        <w:t xml:space="preserve">, </w:t>
      </w:r>
      <w:r w:rsidR="0024252B" w:rsidRPr="002813C1">
        <w:t>c</w:t>
      </w:r>
      <w:r>
        <w:t>’</w:t>
      </w:r>
      <w:r w:rsidR="0024252B" w:rsidRPr="002813C1">
        <w:t>est impossible</w:t>
      </w:r>
      <w:r>
        <w:t xml:space="preserve"> ! </w:t>
      </w:r>
      <w:r w:rsidR="0024252B" w:rsidRPr="002813C1">
        <w:t>il faut que je sache</w:t>
      </w:r>
      <w:r>
        <w:t xml:space="preserve">, </w:t>
      </w:r>
      <w:r w:rsidR="0024252B" w:rsidRPr="002813C1">
        <w:t>je le veux</w:t>
      </w:r>
      <w:r>
        <w:t> !…</w:t>
      </w:r>
    </w:p>
    <w:p w14:paraId="3857FC53" w14:textId="77777777" w:rsidR="00B77E03" w:rsidRDefault="0024252B" w:rsidP="00B77E03">
      <w:r w:rsidRPr="002813C1">
        <w:t>De ce moment</w:t>
      </w:r>
      <w:r w:rsidR="00B77E03">
        <w:t xml:space="preserve">, </w:t>
      </w:r>
      <w:r w:rsidRPr="002813C1">
        <w:t>ce fut une idée qui s</w:t>
      </w:r>
      <w:r w:rsidR="00B77E03">
        <w:t>’</w:t>
      </w:r>
      <w:r w:rsidRPr="002813C1">
        <w:t>empara despotiquement de son esprit</w:t>
      </w:r>
      <w:r w:rsidR="00B77E03">
        <w:t xml:space="preserve">. </w:t>
      </w:r>
      <w:r w:rsidRPr="002813C1">
        <w:t>Et telle était son application obstinée à chercher un expédient</w:t>
      </w:r>
      <w:r w:rsidR="00B77E03">
        <w:t xml:space="preserve">, </w:t>
      </w:r>
      <w:r w:rsidRPr="002813C1">
        <w:t>qu</w:t>
      </w:r>
      <w:r w:rsidR="00B77E03">
        <w:t>’</w:t>
      </w:r>
      <w:r w:rsidRPr="002813C1">
        <w:t>elle ne prononça pas dix paroles</w:t>
      </w:r>
      <w:r w:rsidR="00B77E03">
        <w:t xml:space="preserve">, </w:t>
      </w:r>
      <w:r w:rsidRPr="002813C1">
        <w:t>et encore de l</w:t>
      </w:r>
      <w:r w:rsidR="00B77E03">
        <w:t>’</w:t>
      </w:r>
      <w:r w:rsidRPr="002813C1">
        <w:t>air le plus distrait</w:t>
      </w:r>
      <w:r w:rsidR="00B77E03">
        <w:t xml:space="preserve">, </w:t>
      </w:r>
      <w:r w:rsidRPr="002813C1">
        <w:t>pendant le déjeuner</w:t>
      </w:r>
      <w:r w:rsidR="00B77E03">
        <w:t>.</w:t>
      </w:r>
    </w:p>
    <w:p w14:paraId="67B00198" w14:textId="77777777" w:rsidR="00B77E03" w:rsidRDefault="00B77E03" w:rsidP="00B77E03">
      <w:r>
        <w:t>— </w:t>
      </w:r>
      <w:r w:rsidR="0024252B" w:rsidRPr="002813C1">
        <w:t>Je ne suis qu</w:t>
      </w:r>
      <w:r>
        <w:t>’</w:t>
      </w:r>
      <w:r w:rsidR="0024252B" w:rsidRPr="002813C1">
        <w:t>une niaise si je n</w:t>
      </w:r>
      <w:r>
        <w:t>’</w:t>
      </w:r>
      <w:r w:rsidR="0024252B" w:rsidRPr="002813C1">
        <w:t>arrive pas jusqu</w:t>
      </w:r>
      <w:r>
        <w:t>’</w:t>
      </w:r>
      <w:r w:rsidR="0024252B" w:rsidRPr="002813C1">
        <w:t>à ce maudit papier</w:t>
      </w:r>
      <w:r>
        <w:t xml:space="preserve">, </w:t>
      </w:r>
      <w:r w:rsidR="0024252B" w:rsidRPr="002813C1">
        <w:t>se répétait-elle</w:t>
      </w:r>
      <w:r>
        <w:t xml:space="preserve">… </w:t>
      </w:r>
      <w:r w:rsidR="0024252B" w:rsidRPr="002813C1">
        <w:t>Là</w:t>
      </w:r>
      <w:r>
        <w:t xml:space="preserve">, </w:t>
      </w:r>
      <w:r w:rsidR="0024252B" w:rsidRPr="002813C1">
        <w:t>j</w:t>
      </w:r>
      <w:r>
        <w:t>’</w:t>
      </w:r>
      <w:r w:rsidR="0024252B" w:rsidRPr="002813C1">
        <w:t>en suis sûre</w:t>
      </w:r>
      <w:r>
        <w:t xml:space="preserve">, </w:t>
      </w:r>
      <w:r w:rsidR="0024252B" w:rsidRPr="002813C1">
        <w:t>est le mot de l</w:t>
      </w:r>
      <w:r>
        <w:t>’</w:t>
      </w:r>
      <w:r w:rsidR="0024252B" w:rsidRPr="002813C1">
        <w:t>intrigue abominable dont Pascal et moi sommes victimes</w:t>
      </w:r>
      <w:r>
        <w:t>…</w:t>
      </w:r>
    </w:p>
    <w:p w14:paraId="5C669981" w14:textId="77777777" w:rsidR="00B77E03" w:rsidRDefault="0024252B" w:rsidP="00B77E03">
      <w:r w:rsidRPr="002813C1">
        <w:t>Sa préoccupation</w:t>
      </w:r>
      <w:r w:rsidR="00B77E03">
        <w:t xml:space="preserve">, </w:t>
      </w:r>
      <w:r w:rsidRPr="002813C1">
        <w:t>par bonheur</w:t>
      </w:r>
      <w:r w:rsidR="00B77E03">
        <w:t xml:space="preserve">, </w:t>
      </w:r>
      <w:r w:rsidRPr="002813C1">
        <w:t>ne fut pas remarquée</w:t>
      </w:r>
      <w:r w:rsidR="00B77E03">
        <w:t xml:space="preserve">… </w:t>
      </w:r>
      <w:r w:rsidRPr="002813C1">
        <w:t>Chacun des convives avait la sienne</w:t>
      </w:r>
      <w:r w:rsidR="00B77E03">
        <w:t>.</w:t>
      </w:r>
    </w:p>
    <w:p w14:paraId="316BA854" w14:textId="1BF700E7" w:rsidR="00B77E03" w:rsidRDefault="00B77E03" w:rsidP="00B77E03">
      <w:r>
        <w:t>M</w:t>
      </w:r>
      <w:r w:rsidRPr="00B77E03">
        <w:rPr>
          <w:vertAlign w:val="superscript"/>
        </w:rPr>
        <w:t>me</w:t>
      </w:r>
      <w:r>
        <w:t> </w:t>
      </w:r>
      <w:r w:rsidR="0024252B" w:rsidRPr="002813C1">
        <w:t>Léon rêvait aux nouvelles qu</w:t>
      </w:r>
      <w:r>
        <w:t>’</w:t>
      </w:r>
      <w:r w:rsidR="0024252B" w:rsidRPr="002813C1">
        <w:t>elle venait de recevoir</w:t>
      </w:r>
      <w:r>
        <w:t xml:space="preserve">, </w:t>
      </w:r>
      <w:r w:rsidR="0024252B" w:rsidRPr="002813C1">
        <w:t>et d</w:t>
      </w:r>
      <w:r>
        <w:t>’</w:t>
      </w:r>
      <w:r w:rsidR="0024252B" w:rsidRPr="002813C1">
        <w:t>ailleurs son attention était presque exclusivement sollicitée par des perdreaux truffés et une bouteille de Château-</w:t>
      </w:r>
      <w:proofErr w:type="spellStart"/>
      <w:r w:rsidR="0024252B" w:rsidRPr="002813C1">
        <w:t>Laroze</w:t>
      </w:r>
      <w:proofErr w:type="spellEnd"/>
      <w:r>
        <w:t xml:space="preserve">… </w:t>
      </w:r>
      <w:r w:rsidR="0024252B" w:rsidRPr="002813C1">
        <w:t>Car elle était un peu portée sur sa bouche</w:t>
      </w:r>
      <w:r>
        <w:t xml:space="preserve">, </w:t>
      </w:r>
      <w:r w:rsidR="0024252B" w:rsidRPr="002813C1">
        <w:t>la chère dame</w:t>
      </w:r>
      <w:r>
        <w:t xml:space="preserve">, </w:t>
      </w:r>
      <w:r w:rsidR="0024252B" w:rsidRPr="002813C1">
        <w:t>et même elle le confessait ingénument</w:t>
      </w:r>
      <w:r>
        <w:t xml:space="preserve">, </w:t>
      </w:r>
      <w:r w:rsidR="0024252B" w:rsidRPr="002813C1">
        <w:t>en ajoutant que personne n</w:t>
      </w:r>
      <w:r>
        <w:t>’</w:t>
      </w:r>
      <w:r w:rsidR="0024252B" w:rsidRPr="002813C1">
        <w:t>est parfait</w:t>
      </w:r>
      <w:r>
        <w:t>…</w:t>
      </w:r>
    </w:p>
    <w:p w14:paraId="584B0677" w14:textId="77777777" w:rsidR="00B77E03" w:rsidRDefault="00B77E03" w:rsidP="00B77E03">
      <w:r>
        <w:lastRenderedPageBreak/>
        <w:t>« </w:t>
      </w:r>
      <w:r w:rsidR="0024252B" w:rsidRPr="002813C1">
        <w:t>Le général</w:t>
      </w:r>
      <w:r>
        <w:t> »</w:t>
      </w:r>
      <w:r w:rsidR="0024252B" w:rsidRPr="002813C1">
        <w:t xml:space="preserve"> ne cessait de parler de certaine paire de chevaux qu</w:t>
      </w:r>
      <w:r>
        <w:t>’</w:t>
      </w:r>
      <w:r w:rsidR="0024252B" w:rsidRPr="002813C1">
        <w:t>il devait aller voir l</w:t>
      </w:r>
      <w:r>
        <w:t>’</w:t>
      </w:r>
      <w:r w:rsidR="0024252B" w:rsidRPr="002813C1">
        <w:t>après-midi</w:t>
      </w:r>
      <w:r>
        <w:t xml:space="preserve">, </w:t>
      </w:r>
      <w:r w:rsidR="0024252B" w:rsidRPr="002813C1">
        <w:t>et qu</w:t>
      </w:r>
      <w:r>
        <w:t>’</w:t>
      </w:r>
      <w:r w:rsidR="0024252B" w:rsidRPr="002813C1">
        <w:t>il se proposait d</w:t>
      </w:r>
      <w:r>
        <w:t>’</w:t>
      </w:r>
      <w:r w:rsidR="0024252B" w:rsidRPr="002813C1">
        <w:t>acheter</w:t>
      </w:r>
      <w:r>
        <w:t xml:space="preserve">, </w:t>
      </w:r>
      <w:r w:rsidR="0024252B" w:rsidRPr="002813C1">
        <w:t>dégoûté qu</w:t>
      </w:r>
      <w:r>
        <w:t>’</w:t>
      </w:r>
      <w:r w:rsidR="0024252B" w:rsidRPr="002813C1">
        <w:t>il était</w:t>
      </w:r>
      <w:r>
        <w:t xml:space="preserve">, </w:t>
      </w:r>
      <w:r w:rsidR="0024252B" w:rsidRPr="002813C1">
        <w:t>déclarait-il</w:t>
      </w:r>
      <w:r>
        <w:t xml:space="preserve">, </w:t>
      </w:r>
      <w:r w:rsidR="0024252B" w:rsidRPr="002813C1">
        <w:t>des loueurs</w:t>
      </w:r>
      <w:r>
        <w:t xml:space="preserve">… </w:t>
      </w:r>
      <w:r w:rsidR="0024252B" w:rsidRPr="002813C1">
        <w:t>C</w:t>
      </w:r>
      <w:r>
        <w:t>’</w:t>
      </w:r>
      <w:r w:rsidR="0024252B" w:rsidRPr="002813C1">
        <w:t>était une excellente spéculation qu</w:t>
      </w:r>
      <w:r>
        <w:t>’</w:t>
      </w:r>
      <w:r w:rsidR="0024252B" w:rsidRPr="002813C1">
        <w:t>il comptait faire</w:t>
      </w:r>
      <w:r>
        <w:t xml:space="preserve">, </w:t>
      </w:r>
      <w:r w:rsidR="0024252B" w:rsidRPr="002813C1">
        <w:t>cet attelage provenant de la déconfiture d</w:t>
      </w:r>
      <w:r>
        <w:t>’</w:t>
      </w:r>
      <w:r w:rsidR="0024252B" w:rsidRPr="002813C1">
        <w:t>un jeune et spirituel gentilhomme</w:t>
      </w:r>
      <w:r>
        <w:t xml:space="preserve">, </w:t>
      </w:r>
      <w:r w:rsidR="0024252B" w:rsidRPr="002813C1">
        <w:t>que le jeu</w:t>
      </w:r>
      <w:r>
        <w:t xml:space="preserve">, </w:t>
      </w:r>
      <w:r w:rsidR="0024252B" w:rsidRPr="002813C1">
        <w:t>l</w:t>
      </w:r>
      <w:r>
        <w:t>’</w:t>
      </w:r>
      <w:r w:rsidR="0024252B" w:rsidRPr="002813C1">
        <w:t>amour d</w:t>
      </w:r>
      <w:r>
        <w:t>’</w:t>
      </w:r>
      <w:r w:rsidR="0024252B" w:rsidRPr="002813C1">
        <w:t>une blonde un peu âpre à la curée et la plainte d</w:t>
      </w:r>
      <w:r>
        <w:t>’</w:t>
      </w:r>
      <w:r w:rsidR="0024252B" w:rsidRPr="002813C1">
        <w:t>un bijoutier venaient de conduire en police correctionnelle</w:t>
      </w:r>
      <w:r>
        <w:t>…</w:t>
      </w:r>
    </w:p>
    <w:p w14:paraId="359E5507" w14:textId="241C9E85" w:rsidR="00B77E03" w:rsidRDefault="0024252B" w:rsidP="00B77E03">
      <w:r w:rsidRPr="002813C1">
        <w:t xml:space="preserve">Quant à </w:t>
      </w:r>
      <w:r w:rsidR="00B77E03">
        <w:t>M</w:t>
      </w:r>
      <w:r w:rsidR="00B77E03" w:rsidRPr="00B77E03">
        <w:rPr>
          <w:vertAlign w:val="superscript"/>
        </w:rPr>
        <w:t>me</w:t>
      </w:r>
      <w:r w:rsidR="00B77E03">
        <w:t> de </w:t>
      </w:r>
      <w:proofErr w:type="spellStart"/>
      <w:r w:rsidRPr="002813C1">
        <w:t>Fondège</w:t>
      </w:r>
      <w:proofErr w:type="spellEnd"/>
      <w:r w:rsidR="00B77E03">
        <w:t xml:space="preserve">, </w:t>
      </w:r>
      <w:r w:rsidRPr="002813C1">
        <w:t>elle paraissait avoir la tête tournée par les perspectives de la fête prochaine de la comtesse de Commarin</w:t>
      </w:r>
      <w:r w:rsidR="00B77E03">
        <w:t xml:space="preserve">… </w:t>
      </w:r>
      <w:r w:rsidRPr="002813C1">
        <w:t>C</w:t>
      </w:r>
      <w:r w:rsidR="00B77E03">
        <w:t>’</w:t>
      </w:r>
      <w:r w:rsidRPr="002813C1">
        <w:t>est qu</w:t>
      </w:r>
      <w:r w:rsidR="00B77E03">
        <w:t>’</w:t>
      </w:r>
      <w:r w:rsidRPr="002813C1">
        <w:t>elle n</w:t>
      </w:r>
      <w:r w:rsidR="00B77E03">
        <w:t>’</w:t>
      </w:r>
      <w:r w:rsidRPr="002813C1">
        <w:t>avait plus que quinze jours pour ses préparatifs</w:t>
      </w:r>
      <w:r w:rsidR="00B77E03">
        <w:t>…</w:t>
      </w:r>
    </w:p>
    <w:p w14:paraId="67CB32DE" w14:textId="77777777" w:rsidR="00B77E03" w:rsidRDefault="0024252B" w:rsidP="00B77E03">
      <w:r w:rsidRPr="002813C1">
        <w:t>Toute la soirée de la veille</w:t>
      </w:r>
      <w:r w:rsidR="00B77E03">
        <w:t xml:space="preserve">, </w:t>
      </w:r>
      <w:r w:rsidRPr="002813C1">
        <w:t>une partie de la nuit et depuis son lever</w:t>
      </w:r>
      <w:r w:rsidR="00B77E03">
        <w:t xml:space="preserve">, </w:t>
      </w:r>
      <w:r w:rsidRPr="002813C1">
        <w:t>elle n</w:t>
      </w:r>
      <w:r w:rsidR="00B77E03">
        <w:t>’</w:t>
      </w:r>
      <w:r w:rsidRPr="002813C1">
        <w:t xml:space="preserve">avait cessé de remuer dans son imagination des </w:t>
      </w:r>
      <w:r w:rsidR="00B77E03">
        <w:t>« </w:t>
      </w:r>
      <w:r w:rsidRPr="002813C1">
        <w:t>projets de coupe</w:t>
      </w:r>
      <w:r w:rsidR="00B77E03">
        <w:t> »</w:t>
      </w:r>
      <w:r w:rsidRPr="002813C1">
        <w:t xml:space="preserve"> et des combinaisons de couleurs et d</w:t>
      </w:r>
      <w:r w:rsidR="00B77E03">
        <w:t>’</w:t>
      </w:r>
      <w:r w:rsidRPr="002813C1">
        <w:t>étoffes</w:t>
      </w:r>
      <w:r w:rsidR="00B77E03">
        <w:t xml:space="preserve">… </w:t>
      </w:r>
      <w:r w:rsidRPr="002813C1">
        <w:t>Et au prix d</w:t>
      </w:r>
      <w:r w:rsidR="00B77E03">
        <w:t>’</w:t>
      </w:r>
      <w:r w:rsidRPr="002813C1">
        <w:t>une grosse migraine</w:t>
      </w:r>
      <w:r w:rsidR="00B77E03">
        <w:t xml:space="preserve">, </w:t>
      </w:r>
      <w:r w:rsidRPr="002813C1">
        <w:t>elle avait fini par concevoir une de ces toilettes qui font sensation</w:t>
      </w:r>
      <w:r w:rsidR="00B77E03">
        <w:t xml:space="preserve">, </w:t>
      </w:r>
      <w:r w:rsidRPr="002813C1">
        <w:t>dont on parle dans les chroniques</w:t>
      </w:r>
      <w:r w:rsidR="00B77E03">
        <w:t xml:space="preserve">, </w:t>
      </w:r>
      <w:r w:rsidRPr="002813C1">
        <w:t xml:space="preserve">et que décrivent </w:t>
      </w:r>
      <w:r w:rsidR="00B77E03">
        <w:t>« </w:t>
      </w:r>
      <w:r w:rsidRPr="002813C1">
        <w:t>de chic</w:t>
      </w:r>
      <w:r w:rsidR="00B77E03">
        <w:t>, »</w:t>
      </w:r>
      <w:r w:rsidRPr="002813C1">
        <w:t xml:space="preserve"> pour la plus grande béatitude de la province</w:t>
      </w:r>
      <w:r w:rsidR="00B77E03">
        <w:t xml:space="preserve">, </w:t>
      </w:r>
      <w:r w:rsidRPr="002813C1">
        <w:t xml:space="preserve">toutes les baronnes de Sainte-Agathe et toutes les vicomtesses de </w:t>
      </w:r>
      <w:proofErr w:type="spellStart"/>
      <w:r w:rsidRPr="002813C1">
        <w:t>Villaflor</w:t>
      </w:r>
      <w:proofErr w:type="spellEnd"/>
      <w:r w:rsidRPr="002813C1">
        <w:t xml:space="preserve"> des journaux de modes</w:t>
      </w:r>
      <w:r w:rsidR="00B77E03">
        <w:t>.</w:t>
      </w:r>
    </w:p>
    <w:p w14:paraId="2677B62D" w14:textId="77777777" w:rsidR="00B77E03" w:rsidRDefault="00B77E03" w:rsidP="00B77E03">
      <w:r>
        <w:t>— </w:t>
      </w:r>
      <w:r w:rsidR="0024252B" w:rsidRPr="002813C1">
        <w:t>Imaginez</w:t>
      </w:r>
      <w:r>
        <w:t xml:space="preserve">, </w:t>
      </w:r>
      <w:r w:rsidR="0024252B" w:rsidRPr="002813C1">
        <w:t>disait-elle toute brûlante de la flamme de l</w:t>
      </w:r>
      <w:r>
        <w:t>’</w:t>
      </w:r>
      <w:r w:rsidR="0024252B" w:rsidRPr="002813C1">
        <w:t>inspiration</w:t>
      </w:r>
      <w:r>
        <w:t xml:space="preserve">, </w:t>
      </w:r>
      <w:r w:rsidR="0024252B" w:rsidRPr="002813C1">
        <w:t>représentez-vous une robe fleur de thé parsemée de petites fleurettes brodées sur un fond de grosse soie chinoise écrue</w:t>
      </w:r>
      <w:r>
        <w:t xml:space="preserve">… </w:t>
      </w:r>
      <w:r w:rsidR="0024252B" w:rsidRPr="002813C1">
        <w:t>Un grand volant de Valenciennes la garnira dans le bas</w:t>
      </w:r>
      <w:r>
        <w:t xml:space="preserve">. </w:t>
      </w:r>
      <w:r w:rsidR="0024252B" w:rsidRPr="002813C1">
        <w:t>Je poserai dessus une tunique de crêpe de Chine gris-perle bordée d</w:t>
      </w:r>
      <w:r>
        <w:t>’</w:t>
      </w:r>
      <w:r w:rsidR="0024252B" w:rsidRPr="002813C1">
        <w:t>un effilé de toutes les nuances de la robe et formant panier par derrière</w:t>
      </w:r>
      <w:r>
        <w:t>.</w:t>
      </w:r>
    </w:p>
    <w:p w14:paraId="35300E60" w14:textId="77777777" w:rsidR="00B77E03" w:rsidRDefault="0024252B" w:rsidP="00B77E03">
      <w:r w:rsidRPr="002813C1">
        <w:t>Mais que de peines</w:t>
      </w:r>
      <w:r w:rsidR="00B77E03">
        <w:t xml:space="preserve">, </w:t>
      </w:r>
      <w:r w:rsidRPr="002813C1">
        <w:t>de soins</w:t>
      </w:r>
      <w:r w:rsidR="00B77E03">
        <w:t xml:space="preserve">, </w:t>
      </w:r>
      <w:r w:rsidRPr="002813C1">
        <w:t>de tracas</w:t>
      </w:r>
      <w:r w:rsidR="00B77E03">
        <w:t xml:space="preserve">, </w:t>
      </w:r>
      <w:r w:rsidRPr="002813C1">
        <w:t>avant de mener à bonne fin un chef-d</w:t>
      </w:r>
      <w:r w:rsidR="00B77E03">
        <w:t>’</w:t>
      </w:r>
      <w:r w:rsidRPr="002813C1">
        <w:t>œuvre si compliqué</w:t>
      </w:r>
      <w:r w:rsidR="00B77E03">
        <w:t xml:space="preserve"> !… </w:t>
      </w:r>
      <w:r w:rsidRPr="002813C1">
        <w:t>Que de conférences avec le couturier</w:t>
      </w:r>
      <w:r w:rsidR="00B77E03">
        <w:t xml:space="preserve">, </w:t>
      </w:r>
      <w:r w:rsidRPr="002813C1">
        <w:t>avec le fleuriste</w:t>
      </w:r>
      <w:r w:rsidR="00B77E03">
        <w:t xml:space="preserve">, </w:t>
      </w:r>
      <w:r w:rsidRPr="002813C1">
        <w:t xml:space="preserve">avec le </w:t>
      </w:r>
      <w:r w:rsidRPr="002813C1">
        <w:lastRenderedPageBreak/>
        <w:t>passementier</w:t>
      </w:r>
      <w:r w:rsidR="00B77E03">
        <w:t xml:space="preserve">… </w:t>
      </w:r>
      <w:r w:rsidRPr="002813C1">
        <w:t>Que de tâtonnements</w:t>
      </w:r>
      <w:r w:rsidR="00B77E03">
        <w:t xml:space="preserve">, </w:t>
      </w:r>
      <w:r w:rsidRPr="002813C1">
        <w:t>d</w:t>
      </w:r>
      <w:r w:rsidR="00B77E03">
        <w:t>’</w:t>
      </w:r>
      <w:r w:rsidRPr="002813C1">
        <w:t>hésitations</w:t>
      </w:r>
      <w:r w:rsidR="00B77E03">
        <w:t xml:space="preserve">, </w:t>
      </w:r>
      <w:r w:rsidRPr="002813C1">
        <w:t>d</w:t>
      </w:r>
      <w:r w:rsidR="00B77E03">
        <w:t>’</w:t>
      </w:r>
      <w:r w:rsidRPr="002813C1">
        <w:t>erreurs inévitables</w:t>
      </w:r>
      <w:r w:rsidR="00B77E03">
        <w:t> !</w:t>
      </w:r>
    </w:p>
    <w:p w14:paraId="2BA4A392" w14:textId="77777777" w:rsidR="00B77E03" w:rsidRDefault="0024252B" w:rsidP="00B77E03">
      <w:r w:rsidRPr="002813C1">
        <w:t>Ah</w:t>
      </w:r>
      <w:r w:rsidR="00B77E03">
        <w:t xml:space="preserve"> !… </w:t>
      </w:r>
      <w:r w:rsidRPr="002813C1">
        <w:t>ce n</w:t>
      </w:r>
      <w:r w:rsidR="00B77E03">
        <w:t>’</w:t>
      </w:r>
      <w:r w:rsidRPr="002813C1">
        <w:t>était pas s</w:t>
      </w:r>
      <w:r w:rsidR="00B77E03">
        <w:t>’</w:t>
      </w:r>
      <w:r w:rsidRPr="002813C1">
        <w:t>y prendre trop tôt</w:t>
      </w:r>
      <w:r w:rsidR="00B77E03">
        <w:t xml:space="preserve">, </w:t>
      </w:r>
      <w:r w:rsidRPr="002813C1">
        <w:t>et il n</w:t>
      </w:r>
      <w:r w:rsidR="00B77E03">
        <w:t>’</w:t>
      </w:r>
      <w:r w:rsidRPr="002813C1">
        <w:t>y avait plus une minute à perdre</w:t>
      </w:r>
      <w:r w:rsidR="00B77E03">
        <w:t>…</w:t>
      </w:r>
    </w:p>
    <w:p w14:paraId="0AA46631" w14:textId="15DE4AA6" w:rsidR="00B77E03" w:rsidRDefault="0024252B" w:rsidP="00B77E03">
      <w:r w:rsidRPr="002813C1">
        <w:t>Aussi</w:t>
      </w:r>
      <w:r w:rsidR="00B77E03">
        <w:t>, M</w:t>
      </w:r>
      <w:r w:rsidR="00B77E03" w:rsidRPr="00B77E03">
        <w:rPr>
          <w:vertAlign w:val="superscript"/>
        </w:rPr>
        <w:t>me</w:t>
      </w:r>
      <w:r w:rsidR="00B77E03">
        <w:t> de </w:t>
      </w:r>
      <w:proofErr w:type="spellStart"/>
      <w:r w:rsidRPr="002813C1">
        <w:t>Fondège</w:t>
      </w:r>
      <w:proofErr w:type="spellEnd"/>
      <w:r w:rsidR="00B77E03">
        <w:t xml:space="preserve">, </w:t>
      </w:r>
      <w:r w:rsidRPr="002813C1">
        <w:t>qui était déjà en toilette et qui même avait envoyé chercher une voiture</w:t>
      </w:r>
      <w:r w:rsidR="00B77E03">
        <w:t xml:space="preserve">, </w:t>
      </w:r>
      <w:r w:rsidRPr="002813C1">
        <w:t xml:space="preserve">offrit-elle à </w:t>
      </w:r>
      <w:r w:rsidR="00B77E03">
        <w:t>M</w:t>
      </w:r>
      <w:r w:rsidR="00B77E03" w:rsidRPr="00B77E03">
        <w:rPr>
          <w:vertAlign w:val="superscript"/>
        </w:rPr>
        <w:t>lle</w:t>
      </w:r>
      <w:r w:rsidR="00B77E03">
        <w:t> </w:t>
      </w:r>
      <w:r w:rsidRPr="002813C1">
        <w:t>Marguerite de l</w:t>
      </w:r>
      <w:r w:rsidR="00B77E03">
        <w:t>’</w:t>
      </w:r>
      <w:r w:rsidRPr="002813C1">
        <w:t>accompagner</w:t>
      </w:r>
      <w:r w:rsidR="00B77E03">
        <w:t>.</w:t>
      </w:r>
    </w:p>
    <w:p w14:paraId="3FED8442" w14:textId="77777777" w:rsidR="00B77E03" w:rsidRDefault="0024252B" w:rsidP="00B77E03">
      <w:r w:rsidRPr="002813C1">
        <w:t>Et assurément</w:t>
      </w:r>
      <w:r w:rsidR="00B77E03">
        <w:t xml:space="preserve">, </w:t>
      </w:r>
      <w:r w:rsidRPr="002813C1">
        <w:t>elle estimait la proposition séduisante</w:t>
      </w:r>
      <w:r w:rsidR="00B77E03">
        <w:t xml:space="preserve">… </w:t>
      </w:r>
      <w:r w:rsidRPr="002813C1">
        <w:t>Courir les magasins de nouveautés</w:t>
      </w:r>
      <w:r w:rsidR="00B77E03">
        <w:t xml:space="preserve">, </w:t>
      </w:r>
      <w:r w:rsidRPr="002813C1">
        <w:t>même quand on ne peut ou qu</w:t>
      </w:r>
      <w:r w:rsidR="00B77E03">
        <w:t>’</w:t>
      </w:r>
      <w:r w:rsidRPr="002813C1">
        <w:t>on ne veut rien acheter</w:t>
      </w:r>
      <w:r w:rsidR="00B77E03">
        <w:t xml:space="preserve">, </w:t>
      </w:r>
      <w:r w:rsidRPr="002813C1">
        <w:t>est un petit supplice de Tantale très à la mode</w:t>
      </w:r>
      <w:r w:rsidR="00B77E03">
        <w:t xml:space="preserve">… </w:t>
      </w:r>
      <w:r w:rsidRPr="002813C1">
        <w:t>C</w:t>
      </w:r>
      <w:r w:rsidR="00B77E03">
        <w:t>’</w:t>
      </w:r>
      <w:r w:rsidRPr="002813C1">
        <w:t xml:space="preserve">est </w:t>
      </w:r>
      <w:r w:rsidR="00B77E03">
        <w:t>« </w:t>
      </w:r>
      <w:r w:rsidRPr="002813C1">
        <w:t>un chic</w:t>
      </w:r>
      <w:r w:rsidR="00B77E03">
        <w:t> »</w:t>
      </w:r>
      <w:r w:rsidRPr="002813C1">
        <w:t xml:space="preserve"> importé d</w:t>
      </w:r>
      <w:r w:rsidR="00B77E03">
        <w:t>’</w:t>
      </w:r>
      <w:r w:rsidRPr="002813C1">
        <w:t xml:space="preserve">Amérique par quelques </w:t>
      </w:r>
      <w:r w:rsidR="00B77E03">
        <w:t>« </w:t>
      </w:r>
      <w:r w:rsidRPr="002813C1">
        <w:t>grandes dames</w:t>
      </w:r>
      <w:r w:rsidR="00B77E03">
        <w:t> »</w:t>
      </w:r>
      <w:r w:rsidRPr="002813C1">
        <w:t xml:space="preserve"> pour le désespoir des pauvres commis en soierie</w:t>
      </w:r>
      <w:r w:rsidR="00B77E03">
        <w:t xml:space="preserve">… </w:t>
      </w:r>
      <w:r w:rsidRPr="002813C1">
        <w:t>Vers une heure</w:t>
      </w:r>
      <w:r w:rsidR="00B77E03">
        <w:t xml:space="preserve">, </w:t>
      </w:r>
      <w:r w:rsidRPr="002813C1">
        <w:t>quand le temps est beau</w:t>
      </w:r>
      <w:r w:rsidR="00B77E03">
        <w:t xml:space="preserve">, </w:t>
      </w:r>
      <w:r w:rsidRPr="002813C1">
        <w:t>quantité de spirituelles jeunes femmes se répandent dans les boutiques et demandent à voir des étoffes</w:t>
      </w:r>
      <w:r w:rsidR="00B77E03">
        <w:t xml:space="preserve">… </w:t>
      </w:r>
      <w:r w:rsidRPr="002813C1">
        <w:t>c</w:t>
      </w:r>
      <w:r w:rsidR="00B77E03">
        <w:t>’</w:t>
      </w:r>
      <w:r w:rsidRPr="002813C1">
        <w:t>est toujours plus amusant que de surveiller sa maison</w:t>
      </w:r>
      <w:r w:rsidR="00B77E03">
        <w:t>…</w:t>
      </w:r>
    </w:p>
    <w:p w14:paraId="59763BB8" w14:textId="77777777" w:rsidR="00B77E03" w:rsidRDefault="0024252B" w:rsidP="00B77E03">
      <w:r w:rsidRPr="002813C1">
        <w:t>Et quand elles rentrent le soir</w:t>
      </w:r>
      <w:r w:rsidR="00B77E03">
        <w:t xml:space="preserve">, </w:t>
      </w:r>
      <w:r w:rsidRPr="002813C1">
        <w:t>après avoir fait déplier inutilement deux cents mètres de soie</w:t>
      </w:r>
      <w:r w:rsidR="00B77E03">
        <w:t xml:space="preserve">, </w:t>
      </w:r>
      <w:r w:rsidRPr="002813C1">
        <w:t>elles sont contentes</w:t>
      </w:r>
      <w:r w:rsidR="00B77E03">
        <w:t xml:space="preserve">, </w:t>
      </w:r>
      <w:r w:rsidRPr="002813C1">
        <w:t>elles n</w:t>
      </w:r>
      <w:r w:rsidR="00B77E03">
        <w:t>’</w:t>
      </w:r>
      <w:r w:rsidRPr="002813C1">
        <w:t>ont pas perdu leur journée</w:t>
      </w:r>
      <w:r w:rsidR="00B77E03">
        <w:t>.</w:t>
      </w:r>
    </w:p>
    <w:p w14:paraId="068F0B40" w14:textId="77777777" w:rsidR="00B77E03" w:rsidRDefault="0024252B" w:rsidP="00B77E03">
      <w:r w:rsidRPr="002813C1">
        <w:t>Même</w:t>
      </w:r>
      <w:r w:rsidR="00B77E03">
        <w:t xml:space="preserve">, </w:t>
      </w:r>
      <w:r w:rsidRPr="002813C1">
        <w:t>les plus intelligentes ne reviennent pas toujours les mains vides de ces expéditions</w:t>
      </w:r>
      <w:r w:rsidR="00B77E03">
        <w:t xml:space="preserve">… </w:t>
      </w:r>
      <w:r w:rsidRPr="002813C1">
        <w:t>Une douzaine de gants ou une pièce de dentelle s</w:t>
      </w:r>
      <w:r w:rsidR="00B77E03">
        <w:t>’</w:t>
      </w:r>
      <w:r w:rsidRPr="002813C1">
        <w:t>égarent si aisément dans les plis d</w:t>
      </w:r>
      <w:r w:rsidR="00B77E03">
        <w:t>’</w:t>
      </w:r>
      <w:r w:rsidRPr="002813C1">
        <w:t>un manteau</w:t>
      </w:r>
      <w:r w:rsidR="00B77E03">
        <w:t> !…</w:t>
      </w:r>
    </w:p>
    <w:p w14:paraId="34F4958A" w14:textId="407214B6" w:rsidR="00B77E03" w:rsidRDefault="0024252B" w:rsidP="00B77E03">
      <w:r w:rsidRPr="002813C1">
        <w:t>Et cependant</w:t>
      </w:r>
      <w:r w:rsidR="00B77E03">
        <w:t xml:space="preserve">, </w:t>
      </w:r>
      <w:r w:rsidRPr="002813C1">
        <w:t xml:space="preserve">à la grande surprise de </w:t>
      </w:r>
      <w:r w:rsidR="00B77E03">
        <w:t>« </w:t>
      </w:r>
      <w:r w:rsidRPr="002813C1">
        <w:t>la générale</w:t>
      </w:r>
      <w:r w:rsidR="00B77E03">
        <w:t>, »</w:t>
      </w:r>
      <w:r w:rsidRPr="002813C1">
        <w:t xml:space="preserve"> </w:t>
      </w:r>
      <w:r w:rsidR="00B77E03">
        <w:t>M</w:t>
      </w:r>
      <w:r w:rsidR="00B77E03" w:rsidRPr="00B77E03">
        <w:rPr>
          <w:vertAlign w:val="superscript"/>
        </w:rPr>
        <w:t>lle</w:t>
      </w:r>
      <w:r w:rsidR="00B77E03">
        <w:t> </w:t>
      </w:r>
      <w:r w:rsidRPr="002813C1">
        <w:t>Marguerite refusa</w:t>
      </w:r>
      <w:r w:rsidR="00B77E03">
        <w:t>.</w:t>
      </w:r>
    </w:p>
    <w:p w14:paraId="415D2B2A" w14:textId="77777777" w:rsidR="00B77E03" w:rsidRDefault="00B77E03" w:rsidP="00B77E03">
      <w:r>
        <w:t>— </w:t>
      </w:r>
      <w:r w:rsidR="0024252B" w:rsidRPr="002813C1">
        <w:t>J</w:t>
      </w:r>
      <w:r>
        <w:t>’</w:t>
      </w:r>
      <w:r w:rsidR="0024252B" w:rsidRPr="002813C1">
        <w:t>ai tant de choses à mettre en ordre</w:t>
      </w:r>
      <w:r>
        <w:t xml:space="preserve">, </w:t>
      </w:r>
      <w:r w:rsidR="0024252B" w:rsidRPr="002813C1">
        <w:t>ajouta-t-elle</w:t>
      </w:r>
      <w:r>
        <w:t xml:space="preserve">, </w:t>
      </w:r>
      <w:r w:rsidR="0024252B" w:rsidRPr="002813C1">
        <w:t>sentant bien qu</w:t>
      </w:r>
      <w:r>
        <w:t>’</w:t>
      </w:r>
      <w:r w:rsidR="0024252B" w:rsidRPr="002813C1">
        <w:t>un prétexte était indispensable</w:t>
      </w:r>
      <w:r>
        <w:t>.</w:t>
      </w:r>
    </w:p>
    <w:p w14:paraId="77888ED7" w14:textId="0D35D00D" w:rsidR="00B77E03" w:rsidRDefault="0024252B" w:rsidP="00B77E03">
      <w:r w:rsidRPr="002813C1">
        <w:t xml:space="preserve">Mais </w:t>
      </w:r>
      <w:r w:rsidR="00B77E03">
        <w:t>M</w:t>
      </w:r>
      <w:r w:rsidR="00B77E03" w:rsidRPr="00B77E03">
        <w:rPr>
          <w:vertAlign w:val="superscript"/>
        </w:rPr>
        <w:t>me</w:t>
      </w:r>
      <w:r w:rsidR="00B77E03">
        <w:t> </w:t>
      </w:r>
      <w:r w:rsidRPr="002813C1">
        <w:t>Léon qui n</w:t>
      </w:r>
      <w:r w:rsidR="00B77E03">
        <w:t>’</w:t>
      </w:r>
      <w:r w:rsidRPr="002813C1">
        <w:t xml:space="preserve">avait pas pour rester les mêmes raisons que sa </w:t>
      </w:r>
      <w:r w:rsidR="00B77E03">
        <w:t>« </w:t>
      </w:r>
      <w:r w:rsidRPr="002813C1">
        <w:t>chère demoiselle</w:t>
      </w:r>
      <w:r w:rsidR="00B77E03">
        <w:t>, »</w:t>
      </w:r>
      <w:r w:rsidRPr="002813C1">
        <w:t xml:space="preserve"> s</w:t>
      </w:r>
      <w:r w:rsidR="00B77E03">
        <w:t>’</w:t>
      </w:r>
      <w:r w:rsidRPr="002813C1">
        <w:t>offrit bravement</w:t>
      </w:r>
      <w:r w:rsidR="00B77E03">
        <w:t>.</w:t>
      </w:r>
    </w:p>
    <w:p w14:paraId="4A402859" w14:textId="77777777" w:rsidR="00B77E03" w:rsidRDefault="0024252B" w:rsidP="00B77E03">
      <w:r w:rsidRPr="002813C1">
        <w:lastRenderedPageBreak/>
        <w:t>Elle avait des relations dans plusieurs magasins</w:t>
      </w:r>
      <w:r w:rsidR="00B77E03">
        <w:t xml:space="preserve">, </w:t>
      </w:r>
      <w:r w:rsidRPr="002813C1">
        <w:t>affirma-t-elle</w:t>
      </w:r>
      <w:r w:rsidR="00B77E03">
        <w:t xml:space="preserve">, </w:t>
      </w:r>
      <w:r w:rsidRPr="002813C1">
        <w:t>chez un marchand de dentelles de la rue de Mulhouse</w:t>
      </w:r>
      <w:r w:rsidR="00B77E03">
        <w:t xml:space="preserve">, </w:t>
      </w:r>
      <w:r w:rsidRPr="002813C1">
        <w:t>notamment</w:t>
      </w:r>
      <w:r w:rsidR="00B77E03">
        <w:t xml:space="preserve">, </w:t>
      </w:r>
      <w:r w:rsidRPr="002813C1">
        <w:t>et avec sa recommandation</w:t>
      </w:r>
      <w:r w:rsidR="00B77E03">
        <w:t xml:space="preserve">, </w:t>
      </w:r>
      <w:r w:rsidRPr="002813C1">
        <w:t>on ne pouvait manquer de conclure des marchés très-avantageux</w:t>
      </w:r>
      <w:r w:rsidR="00B77E03">
        <w:t>…</w:t>
      </w:r>
    </w:p>
    <w:p w14:paraId="5878E356" w14:textId="0854F06D" w:rsidR="00B77E03" w:rsidRDefault="00B77E03" w:rsidP="00B77E03">
      <w:r>
        <w:t>— </w:t>
      </w:r>
      <w:r w:rsidR="0024252B" w:rsidRPr="002813C1">
        <w:t>Soit</w:t>
      </w:r>
      <w:r>
        <w:t xml:space="preserve">, </w:t>
      </w:r>
      <w:r w:rsidR="0024252B" w:rsidRPr="002813C1">
        <w:t xml:space="preserve">répondit </w:t>
      </w:r>
      <w:r>
        <w:t>M</w:t>
      </w:r>
      <w:r w:rsidRPr="00B77E03">
        <w:rPr>
          <w:vertAlign w:val="superscript"/>
        </w:rPr>
        <w:t>me</w:t>
      </w:r>
      <w:r>
        <w:t> de </w:t>
      </w:r>
      <w:proofErr w:type="spellStart"/>
      <w:r w:rsidR="0024252B" w:rsidRPr="002813C1">
        <w:t>Fondège</w:t>
      </w:r>
      <w:proofErr w:type="spellEnd"/>
      <w:r>
        <w:t xml:space="preserve">, </w:t>
      </w:r>
      <w:r w:rsidR="0024252B" w:rsidRPr="002813C1">
        <w:t>je vous emmène</w:t>
      </w:r>
      <w:r>
        <w:t xml:space="preserve">… </w:t>
      </w:r>
      <w:r w:rsidR="0024252B" w:rsidRPr="002813C1">
        <w:t>mais alors courez vite faire un brin de toilette pendant que je mettrai mon chapeau</w:t>
      </w:r>
      <w:r>
        <w:t> !…</w:t>
      </w:r>
    </w:p>
    <w:p w14:paraId="5B2F21D2" w14:textId="2CB4A59E" w:rsidR="00B77E03" w:rsidRDefault="0024252B" w:rsidP="00B77E03">
      <w:r w:rsidRPr="002813C1">
        <w:t>Elles quittèrent la salle en même temps</w:t>
      </w:r>
      <w:r w:rsidR="00B77E03">
        <w:t xml:space="preserve">, </w:t>
      </w:r>
      <w:r w:rsidRPr="002813C1">
        <w:t xml:space="preserve">et derrière elles </w:t>
      </w:r>
      <w:r w:rsidR="00B77E03">
        <w:t>M</w:t>
      </w:r>
      <w:r w:rsidR="00B77E03" w:rsidRPr="00B77E03">
        <w:rPr>
          <w:vertAlign w:val="superscript"/>
        </w:rPr>
        <w:t>lle</w:t>
      </w:r>
      <w:r w:rsidR="00B77E03">
        <w:t> </w:t>
      </w:r>
      <w:r w:rsidRPr="002813C1">
        <w:t>Marguerite sortit précipitamment</w:t>
      </w:r>
      <w:r w:rsidR="00B77E03">
        <w:t xml:space="preserve">, </w:t>
      </w:r>
      <w:r w:rsidRPr="002813C1">
        <w:t>tout oppressée d</w:t>
      </w:r>
      <w:r w:rsidR="00B77E03">
        <w:t>’</w:t>
      </w:r>
      <w:r w:rsidRPr="002813C1">
        <w:t>un espoir qu</w:t>
      </w:r>
      <w:r w:rsidR="00B77E03">
        <w:t>’</w:t>
      </w:r>
      <w:r w:rsidRPr="002813C1">
        <w:t>elle osait à peine s</w:t>
      </w:r>
      <w:r w:rsidR="00B77E03">
        <w:t>’</w:t>
      </w:r>
      <w:r w:rsidRPr="002813C1">
        <w:t>avouer</w:t>
      </w:r>
      <w:r w:rsidR="00B77E03">
        <w:t>…</w:t>
      </w:r>
    </w:p>
    <w:p w14:paraId="15755FF5" w14:textId="77777777" w:rsidR="00B77E03" w:rsidRDefault="0024252B" w:rsidP="00B77E03">
      <w:r w:rsidRPr="002813C1">
        <w:t>Le front appuyé contre la cloison</w:t>
      </w:r>
      <w:r w:rsidR="00B77E03">
        <w:t xml:space="preserve">, </w:t>
      </w:r>
      <w:r w:rsidRPr="002813C1">
        <w:t>l</w:t>
      </w:r>
      <w:r w:rsidR="00B77E03">
        <w:t>’</w:t>
      </w:r>
      <w:r w:rsidRPr="002813C1">
        <w:t>œil à l</w:t>
      </w:r>
      <w:r w:rsidR="00B77E03">
        <w:t>’</w:t>
      </w:r>
      <w:r w:rsidRPr="002813C1">
        <w:t>étroite fissure</w:t>
      </w:r>
      <w:r w:rsidR="00B77E03">
        <w:t xml:space="preserve">, </w:t>
      </w:r>
      <w:r w:rsidRPr="002813C1">
        <w:t>elle vit sa dévouée gouvernante se hâter de changer de robe</w:t>
      </w:r>
      <w:r w:rsidR="00B77E03">
        <w:t xml:space="preserve">, </w:t>
      </w:r>
      <w:r w:rsidRPr="002813C1">
        <w:t>jeter un châle sur ses épaules</w:t>
      </w:r>
      <w:r w:rsidR="00B77E03">
        <w:t xml:space="preserve">, </w:t>
      </w:r>
      <w:r w:rsidRPr="002813C1">
        <w:t>choisir son plus joli chapeau</w:t>
      </w:r>
      <w:r w:rsidR="00B77E03">
        <w:t xml:space="preserve">, </w:t>
      </w:r>
      <w:r w:rsidRPr="002813C1">
        <w:t>et</w:t>
      </w:r>
      <w:r w:rsidR="00B77E03">
        <w:t xml:space="preserve">, </w:t>
      </w:r>
      <w:r w:rsidRPr="002813C1">
        <w:t>après un coup d</w:t>
      </w:r>
      <w:r w:rsidR="00B77E03">
        <w:t>’</w:t>
      </w:r>
      <w:r w:rsidRPr="002813C1">
        <w:t>œil à la petite glace</w:t>
      </w:r>
      <w:r w:rsidR="00B77E03">
        <w:t xml:space="preserve">, </w:t>
      </w:r>
      <w:r w:rsidRPr="002813C1">
        <w:t>s</w:t>
      </w:r>
      <w:r w:rsidR="00B77E03">
        <w:t>’</w:t>
      </w:r>
      <w:r w:rsidRPr="002813C1">
        <w:t>élancer dehors en criant</w:t>
      </w:r>
      <w:r w:rsidR="00B77E03">
        <w:t> :</w:t>
      </w:r>
    </w:p>
    <w:p w14:paraId="36411504" w14:textId="77777777" w:rsidR="00B77E03" w:rsidRDefault="00B77E03" w:rsidP="00B77E03">
      <w:r>
        <w:t>— </w:t>
      </w:r>
      <w:r w:rsidR="0024252B" w:rsidRPr="002813C1">
        <w:t>Me voici</w:t>
      </w:r>
      <w:r>
        <w:t xml:space="preserve">, </w:t>
      </w:r>
      <w:r w:rsidR="0024252B" w:rsidRPr="002813C1">
        <w:t>madame la comtesse</w:t>
      </w:r>
      <w:r>
        <w:t xml:space="preserve">, </w:t>
      </w:r>
      <w:r w:rsidR="0024252B" w:rsidRPr="002813C1">
        <w:t>je suis prête</w:t>
      </w:r>
      <w:r>
        <w:t> !…</w:t>
      </w:r>
    </w:p>
    <w:p w14:paraId="3D84FFFB" w14:textId="77777777" w:rsidR="00B77E03" w:rsidRDefault="0024252B" w:rsidP="00B77E03">
      <w:r w:rsidRPr="002813C1">
        <w:t>Et l</w:t>
      </w:r>
      <w:r w:rsidR="00B77E03">
        <w:t>’</w:t>
      </w:r>
      <w:r w:rsidRPr="002813C1">
        <w:t>instant d</w:t>
      </w:r>
      <w:r w:rsidR="00B77E03">
        <w:t>’</w:t>
      </w:r>
      <w:r w:rsidRPr="002813C1">
        <w:t>après elles sortirent ensemble</w:t>
      </w:r>
      <w:r w:rsidR="00B77E03">
        <w:t>…</w:t>
      </w:r>
    </w:p>
    <w:p w14:paraId="37D07475" w14:textId="0A1BE559" w:rsidR="00B77E03" w:rsidRDefault="0024252B" w:rsidP="00B77E03">
      <w:r w:rsidRPr="002813C1">
        <w:t>Au bruit de la porte d</w:t>
      </w:r>
      <w:r w:rsidR="00B77E03">
        <w:t>’</w:t>
      </w:r>
      <w:r w:rsidRPr="002813C1">
        <w:t>entrée qui se refermait</w:t>
      </w:r>
      <w:r w:rsidR="00B77E03">
        <w:t>, M</w:t>
      </w:r>
      <w:r w:rsidR="00B77E03" w:rsidRPr="00B77E03">
        <w:rPr>
          <w:vertAlign w:val="superscript"/>
        </w:rPr>
        <w:t>lle</w:t>
      </w:r>
      <w:r w:rsidR="00B77E03">
        <w:t> </w:t>
      </w:r>
      <w:r w:rsidRPr="002813C1">
        <w:t>Marguerite eut comme un éblouissement</w:t>
      </w:r>
      <w:r w:rsidR="00B77E03">
        <w:t>…</w:t>
      </w:r>
    </w:p>
    <w:p w14:paraId="3AD3BD17" w14:textId="26883992" w:rsidR="00B77E03" w:rsidRDefault="0024252B" w:rsidP="00B77E03">
      <w:r w:rsidRPr="002813C1">
        <w:t>Si elle avait bien vu</w:t>
      </w:r>
      <w:r w:rsidR="00B77E03">
        <w:t xml:space="preserve">, </w:t>
      </w:r>
      <w:r w:rsidRPr="002813C1">
        <w:t>si elle ne se trompait pas</w:t>
      </w:r>
      <w:r w:rsidR="00B77E03">
        <w:t>, M</w:t>
      </w:r>
      <w:r w:rsidR="00B77E03" w:rsidRPr="00B77E03">
        <w:rPr>
          <w:vertAlign w:val="superscript"/>
        </w:rPr>
        <w:t>me</w:t>
      </w:r>
      <w:r w:rsidR="00B77E03">
        <w:t> </w:t>
      </w:r>
      <w:r w:rsidRPr="002813C1">
        <w:t>Léon avait oublié la clef de la commode dans la poche de la robe qu</w:t>
      </w:r>
      <w:r w:rsidR="00B77E03">
        <w:t>’</w:t>
      </w:r>
      <w:r w:rsidRPr="002813C1">
        <w:t>elle venait de quitter</w:t>
      </w:r>
      <w:r w:rsidR="00B77E03">
        <w:t>…</w:t>
      </w:r>
    </w:p>
    <w:p w14:paraId="61FC063B" w14:textId="77777777" w:rsidR="00B77E03" w:rsidRDefault="0024252B" w:rsidP="00B77E03">
      <w:r w:rsidRPr="002813C1">
        <w:t>C</w:t>
      </w:r>
      <w:r w:rsidR="00B77E03">
        <w:t>’</w:t>
      </w:r>
      <w:r w:rsidRPr="002813C1">
        <w:t>est avec un battement de cœur qui allait jusqu</w:t>
      </w:r>
      <w:r w:rsidR="00B77E03">
        <w:t>’</w:t>
      </w:r>
      <w:r w:rsidRPr="002813C1">
        <w:t>à suspendre sa respiration qu</w:t>
      </w:r>
      <w:r w:rsidR="00B77E03">
        <w:t>’</w:t>
      </w:r>
      <w:r w:rsidRPr="002813C1">
        <w:t>elle ouvrit la porte de communication et pénétra dans la chambrette de la gouvernante</w:t>
      </w:r>
      <w:r w:rsidR="00B77E03">
        <w:t>…</w:t>
      </w:r>
    </w:p>
    <w:p w14:paraId="2495C635" w14:textId="77777777" w:rsidR="00B77E03" w:rsidRDefault="0024252B" w:rsidP="00B77E03">
      <w:r w:rsidRPr="002813C1">
        <w:t>D</w:t>
      </w:r>
      <w:r w:rsidR="00B77E03">
        <w:t>’</w:t>
      </w:r>
      <w:r w:rsidRPr="002813C1">
        <w:t>un pas rapide</w:t>
      </w:r>
      <w:r w:rsidR="00B77E03">
        <w:t xml:space="preserve">, </w:t>
      </w:r>
      <w:r w:rsidRPr="002813C1">
        <w:t>elle s</w:t>
      </w:r>
      <w:r w:rsidR="00B77E03">
        <w:t>’</w:t>
      </w:r>
      <w:r w:rsidRPr="002813C1">
        <w:t>approcha du lit</w:t>
      </w:r>
      <w:r w:rsidR="00B77E03">
        <w:t xml:space="preserve">, </w:t>
      </w:r>
      <w:r w:rsidRPr="002813C1">
        <w:t>où était jetée la robe</w:t>
      </w:r>
      <w:r w:rsidR="00B77E03">
        <w:t xml:space="preserve">, </w:t>
      </w:r>
      <w:r w:rsidRPr="002813C1">
        <w:t>la prit</w:t>
      </w:r>
      <w:r w:rsidR="00B77E03">
        <w:t xml:space="preserve">, </w:t>
      </w:r>
      <w:r w:rsidRPr="002813C1">
        <w:t>et d</w:t>
      </w:r>
      <w:r w:rsidR="00B77E03">
        <w:t>’</w:t>
      </w:r>
      <w:r w:rsidRPr="002813C1">
        <w:t>une main frémissante palpa la poche</w:t>
      </w:r>
      <w:r w:rsidR="00B77E03">
        <w:t>…</w:t>
      </w:r>
    </w:p>
    <w:p w14:paraId="09621AA0" w14:textId="77777777" w:rsidR="00B77E03" w:rsidRDefault="0024252B" w:rsidP="00B77E03">
      <w:r w:rsidRPr="002813C1">
        <w:lastRenderedPageBreak/>
        <w:t>La destinée se déclarait pour elle</w:t>
      </w:r>
      <w:r w:rsidR="00B77E03">
        <w:t xml:space="preserve"> !… </w:t>
      </w:r>
      <w:r w:rsidRPr="002813C1">
        <w:t>La clef y était</w:t>
      </w:r>
      <w:r w:rsidR="00B77E03">
        <w:t>…</w:t>
      </w:r>
    </w:p>
    <w:p w14:paraId="1B711C34" w14:textId="77777777" w:rsidR="00B77E03" w:rsidRDefault="0024252B" w:rsidP="00B77E03">
      <w:r w:rsidRPr="002813C1">
        <w:t>La lettre était à sa discrétion</w:t>
      </w:r>
      <w:r w:rsidR="00B77E03">
        <w:t>.</w:t>
      </w:r>
    </w:p>
    <w:p w14:paraId="719E3D12" w14:textId="77777777" w:rsidR="00B77E03" w:rsidRDefault="0024252B" w:rsidP="00B77E03">
      <w:r w:rsidRPr="002813C1">
        <w:t>C</w:t>
      </w:r>
      <w:r w:rsidR="00B77E03">
        <w:t>’</w:t>
      </w:r>
      <w:r w:rsidRPr="002813C1">
        <w:t>était une répugnante action qu</w:t>
      </w:r>
      <w:r w:rsidR="00B77E03">
        <w:t>’</w:t>
      </w:r>
      <w:r w:rsidRPr="002813C1">
        <w:t>elle allait commettre</w:t>
      </w:r>
      <w:r w:rsidR="00B77E03">
        <w:t>…</w:t>
      </w:r>
    </w:p>
    <w:p w14:paraId="4E8765AB" w14:textId="77777777" w:rsidR="00B77E03" w:rsidRDefault="0024252B" w:rsidP="00B77E03">
      <w:r w:rsidRPr="002813C1">
        <w:t>Voler une clef</w:t>
      </w:r>
      <w:r w:rsidR="00B77E03">
        <w:t xml:space="preserve">, </w:t>
      </w:r>
      <w:r w:rsidRPr="002813C1">
        <w:t>forcer un meuble</w:t>
      </w:r>
      <w:r w:rsidR="00B77E03">
        <w:t xml:space="preserve">, </w:t>
      </w:r>
      <w:r w:rsidRPr="002813C1">
        <w:t>violer le secret d</w:t>
      </w:r>
      <w:r w:rsidR="00B77E03">
        <w:t>’</w:t>
      </w:r>
      <w:r w:rsidRPr="002813C1">
        <w:t>une correspondance</w:t>
      </w:r>
      <w:r w:rsidR="00B77E03">
        <w:t xml:space="preserve">… </w:t>
      </w:r>
      <w:r w:rsidRPr="002813C1">
        <w:t>cela révolta si terriblement sa fierté</w:t>
      </w:r>
      <w:r w:rsidR="00B77E03">
        <w:t xml:space="preserve">, </w:t>
      </w:r>
      <w:r w:rsidRPr="002813C1">
        <w:t>qu</w:t>
      </w:r>
      <w:r w:rsidR="00B77E03">
        <w:t>’</w:t>
      </w:r>
      <w:r w:rsidRPr="002813C1">
        <w:t>un moment elle demeura en suspens</w:t>
      </w:r>
      <w:r w:rsidR="00B77E03">
        <w:t>.</w:t>
      </w:r>
    </w:p>
    <w:p w14:paraId="274E8D8D" w14:textId="77777777" w:rsidR="00B77E03" w:rsidRDefault="0024252B" w:rsidP="00B77E03">
      <w:r w:rsidRPr="002813C1">
        <w:t>L</w:t>
      </w:r>
      <w:r w:rsidR="00B77E03">
        <w:t>’</w:t>
      </w:r>
      <w:r w:rsidRPr="002813C1">
        <w:t>instinct de la conservation devait étouffer ses scrupules</w:t>
      </w:r>
      <w:r w:rsidR="00B77E03">
        <w:t xml:space="preserve">… </w:t>
      </w:r>
      <w:r w:rsidRPr="002813C1">
        <w:t>N</w:t>
      </w:r>
      <w:r w:rsidR="00B77E03">
        <w:t>’</w:t>
      </w:r>
      <w:r w:rsidRPr="002813C1">
        <w:t>y allait-il pas de son honneur et de l</w:t>
      </w:r>
      <w:r w:rsidR="00B77E03">
        <w:t>’</w:t>
      </w:r>
      <w:r w:rsidRPr="002813C1">
        <w:t>honneur de Pascal</w:t>
      </w:r>
      <w:r w:rsidR="00B77E03">
        <w:t xml:space="preserve">, </w:t>
      </w:r>
      <w:r w:rsidRPr="002813C1">
        <w:t>et de leur avenir à tous deux</w:t>
      </w:r>
      <w:r w:rsidR="00B77E03">
        <w:t xml:space="preserve">, </w:t>
      </w:r>
      <w:r w:rsidRPr="002813C1">
        <w:t>de leur amour et de leur bonheur</w:t>
      </w:r>
      <w:r w:rsidR="00B77E03">
        <w:t> !…</w:t>
      </w:r>
    </w:p>
    <w:p w14:paraId="0A30B7E2" w14:textId="77777777" w:rsidR="00B77E03" w:rsidRDefault="00B77E03" w:rsidP="00B77E03">
      <w:r>
        <w:t>— </w:t>
      </w:r>
      <w:r w:rsidR="0024252B" w:rsidRPr="002813C1">
        <w:t>Hésiter serait non plus loyauté mais duperie</w:t>
      </w:r>
      <w:r>
        <w:t xml:space="preserve">, </w:t>
      </w:r>
      <w:r w:rsidR="0024252B" w:rsidRPr="002813C1">
        <w:t>murmura-t-elle</w:t>
      </w:r>
      <w:r>
        <w:t>…</w:t>
      </w:r>
    </w:p>
    <w:p w14:paraId="65D17138" w14:textId="77777777" w:rsidR="00B77E03" w:rsidRDefault="0024252B" w:rsidP="00B77E03">
      <w:r w:rsidRPr="002813C1">
        <w:t>Et d</w:t>
      </w:r>
      <w:r w:rsidR="00B77E03">
        <w:t>’</w:t>
      </w:r>
      <w:r w:rsidRPr="002813C1">
        <w:t>une main hardie</w:t>
      </w:r>
      <w:r w:rsidR="00B77E03">
        <w:t xml:space="preserve">, </w:t>
      </w:r>
      <w:r w:rsidRPr="002813C1">
        <w:t>elle engagea la clef dans la serrure</w:t>
      </w:r>
      <w:r w:rsidR="00B77E03">
        <w:t>…</w:t>
      </w:r>
    </w:p>
    <w:p w14:paraId="7CC0DA82" w14:textId="77777777" w:rsidR="00B77E03" w:rsidRDefault="0024252B" w:rsidP="00B77E03">
      <w:r w:rsidRPr="002813C1">
        <w:t>Non sans quelques difficultés</w:t>
      </w:r>
      <w:r w:rsidR="00B77E03">
        <w:t xml:space="preserve">, </w:t>
      </w:r>
      <w:r w:rsidRPr="002813C1">
        <w:t>car il était tout disloqué</w:t>
      </w:r>
      <w:r w:rsidR="00B77E03">
        <w:t xml:space="preserve">, </w:t>
      </w:r>
      <w:r w:rsidRPr="002813C1">
        <w:t>le tiroir s</w:t>
      </w:r>
      <w:r w:rsidR="00B77E03">
        <w:t>’</w:t>
      </w:r>
      <w:r w:rsidRPr="002813C1">
        <w:t>ouvrit</w:t>
      </w:r>
      <w:r w:rsidR="00B77E03">
        <w:t>…</w:t>
      </w:r>
    </w:p>
    <w:p w14:paraId="3EF9EFC8" w14:textId="77777777" w:rsidR="00B77E03" w:rsidRDefault="0024252B" w:rsidP="00B77E03">
      <w:r w:rsidRPr="002813C1">
        <w:t>Et très en vue</w:t>
      </w:r>
      <w:r w:rsidR="00B77E03">
        <w:t xml:space="preserve">, </w:t>
      </w:r>
      <w:r w:rsidRPr="002813C1">
        <w:t>sur les nippes que l</w:t>
      </w:r>
      <w:r w:rsidR="00B77E03">
        <w:t>’</w:t>
      </w:r>
      <w:r w:rsidRPr="002813C1">
        <w:t>estimable gouvernante avait eu le temps de ranger dans la commode</w:t>
      </w:r>
      <w:r w:rsidR="00B77E03">
        <w:t xml:space="preserve">, </w:t>
      </w:r>
      <w:r w:rsidRPr="002813C1">
        <w:t>la lettre apparut</w:t>
      </w:r>
      <w:r w:rsidR="00B77E03">
        <w:t>.</w:t>
      </w:r>
    </w:p>
    <w:p w14:paraId="1A1D1241" w14:textId="72463B24" w:rsidR="00B77E03" w:rsidRDefault="00B77E03" w:rsidP="00B77E03">
      <w:r>
        <w:t>M</w:t>
      </w:r>
      <w:r w:rsidRPr="00B77E03">
        <w:rPr>
          <w:vertAlign w:val="superscript"/>
        </w:rPr>
        <w:t>lle</w:t>
      </w:r>
      <w:r>
        <w:t> </w:t>
      </w:r>
      <w:r w:rsidR="0024252B" w:rsidRPr="002813C1">
        <w:t>Marguerite s</w:t>
      </w:r>
      <w:r>
        <w:t>’</w:t>
      </w:r>
      <w:r w:rsidR="0024252B" w:rsidRPr="002813C1">
        <w:t>en empara d</w:t>
      </w:r>
      <w:r>
        <w:t>’</w:t>
      </w:r>
      <w:r w:rsidR="0024252B" w:rsidRPr="002813C1">
        <w:t>un mouvement fiévreux</w:t>
      </w:r>
      <w:r>
        <w:t xml:space="preserve">, </w:t>
      </w:r>
      <w:r w:rsidR="0024252B" w:rsidRPr="002813C1">
        <w:t>la déplia et lut</w:t>
      </w:r>
      <w:r>
        <w:t> :</w:t>
      </w:r>
    </w:p>
    <w:p w14:paraId="33216370" w14:textId="15708EA5" w:rsidR="00B77E03" w:rsidRDefault="00B77E03" w:rsidP="00B77E03">
      <w:r>
        <w:t>« </w:t>
      </w:r>
      <w:r w:rsidR="0024252B" w:rsidRPr="002813C1">
        <w:rPr>
          <w:i/>
          <w:szCs w:val="32"/>
        </w:rPr>
        <w:t>Chère Madame Léon</w:t>
      </w:r>
      <w:r>
        <w:t>… »</w:t>
      </w:r>
    </w:p>
    <w:p w14:paraId="306D213D" w14:textId="77777777" w:rsidR="00B77E03" w:rsidRDefault="00B77E03" w:rsidP="00B77E03">
      <w:r>
        <w:t>— </w:t>
      </w:r>
      <w:r w:rsidR="0024252B" w:rsidRPr="002813C1">
        <w:t>Oh</w:t>
      </w:r>
      <w:r>
        <w:t xml:space="preserve"> !… </w:t>
      </w:r>
      <w:r w:rsidR="0024252B" w:rsidRPr="002813C1">
        <w:t>murmura-t-elle</w:t>
      </w:r>
      <w:r>
        <w:t xml:space="preserve">, </w:t>
      </w:r>
      <w:r w:rsidR="0024252B" w:rsidRPr="002813C1">
        <w:t>le nom en toutes lettres</w:t>
      </w:r>
      <w:r>
        <w:t> !…</w:t>
      </w:r>
    </w:p>
    <w:p w14:paraId="69AAB91D" w14:textId="77777777" w:rsidR="00B77E03" w:rsidRDefault="0024252B" w:rsidP="00B77E03">
      <w:r w:rsidRPr="002813C1">
        <w:t>Voilà une imprudence qui rendrait les dénégations difficiles</w:t>
      </w:r>
      <w:r w:rsidR="00B77E03">
        <w:t>.</w:t>
      </w:r>
    </w:p>
    <w:p w14:paraId="0812EC48" w14:textId="77777777" w:rsidR="00B77E03" w:rsidRDefault="0024252B" w:rsidP="00B77E03">
      <w:r w:rsidRPr="002813C1">
        <w:t>Et elle reprit</w:t>
      </w:r>
      <w:r w:rsidR="00B77E03">
        <w:t> :</w:t>
      </w:r>
    </w:p>
    <w:p w14:paraId="5AC855DC" w14:textId="558C728A" w:rsidR="00B77E03" w:rsidRDefault="00B77E03" w:rsidP="00B77E03">
      <w:r>
        <w:lastRenderedPageBreak/>
        <w:t>« </w:t>
      </w:r>
      <w:r w:rsidR="0024252B" w:rsidRPr="002813C1">
        <w:rPr>
          <w:i/>
          <w:szCs w:val="32"/>
        </w:rPr>
        <w:t>Votre lettre</w:t>
      </w:r>
      <w:r>
        <w:rPr>
          <w:i/>
          <w:szCs w:val="32"/>
        </w:rPr>
        <w:t xml:space="preserve">, </w:t>
      </w:r>
      <w:r w:rsidR="0024252B" w:rsidRPr="002813C1">
        <w:rPr>
          <w:i/>
          <w:szCs w:val="32"/>
        </w:rPr>
        <w:t>que je reçois à l</w:t>
      </w:r>
      <w:r>
        <w:rPr>
          <w:i/>
          <w:szCs w:val="32"/>
        </w:rPr>
        <w:t>’</w:t>
      </w:r>
      <w:r w:rsidR="0024252B" w:rsidRPr="002813C1">
        <w:rPr>
          <w:i/>
          <w:szCs w:val="32"/>
        </w:rPr>
        <w:t>instant</w:t>
      </w:r>
      <w:r>
        <w:rPr>
          <w:i/>
          <w:szCs w:val="32"/>
        </w:rPr>
        <w:t xml:space="preserve">, </w:t>
      </w:r>
      <w:r w:rsidR="0024252B" w:rsidRPr="002813C1">
        <w:rPr>
          <w:i/>
          <w:szCs w:val="32"/>
        </w:rPr>
        <w:t>me confirme ce que m</w:t>
      </w:r>
      <w:r>
        <w:rPr>
          <w:i/>
          <w:szCs w:val="32"/>
        </w:rPr>
        <w:t>’</w:t>
      </w:r>
      <w:r w:rsidR="0024252B" w:rsidRPr="002813C1">
        <w:rPr>
          <w:i/>
          <w:szCs w:val="32"/>
        </w:rPr>
        <w:t>avaient déjà appris mes domestiques</w:t>
      </w:r>
      <w:r>
        <w:rPr>
          <w:i/>
          <w:szCs w:val="32"/>
        </w:rPr>
        <w:t xml:space="preserve">, </w:t>
      </w:r>
      <w:r w:rsidR="0024252B" w:rsidRPr="002813C1">
        <w:rPr>
          <w:i/>
          <w:szCs w:val="32"/>
        </w:rPr>
        <w:t>c</w:t>
      </w:r>
      <w:r>
        <w:rPr>
          <w:i/>
          <w:szCs w:val="32"/>
        </w:rPr>
        <w:t>’</w:t>
      </w:r>
      <w:r w:rsidR="0024252B" w:rsidRPr="002813C1">
        <w:rPr>
          <w:i/>
          <w:szCs w:val="32"/>
        </w:rPr>
        <w:t>est-à-dire que deux fois en mon absence</w:t>
      </w:r>
      <w:r>
        <w:rPr>
          <w:i/>
          <w:szCs w:val="32"/>
        </w:rPr>
        <w:t xml:space="preserve">, </w:t>
      </w:r>
      <w:r w:rsidR="0024252B" w:rsidRPr="002813C1">
        <w:rPr>
          <w:i/>
          <w:szCs w:val="32"/>
        </w:rPr>
        <w:t>samedi soir et dimanche matin</w:t>
      </w:r>
      <w:r>
        <w:rPr>
          <w:i/>
          <w:szCs w:val="32"/>
        </w:rPr>
        <w:t xml:space="preserve">, </w:t>
      </w:r>
      <w:r w:rsidR="0024252B" w:rsidRPr="002813C1">
        <w:rPr>
          <w:i/>
          <w:szCs w:val="32"/>
        </w:rPr>
        <w:t>vous vous êtes présentée à l</w:t>
      </w:r>
      <w:r>
        <w:rPr>
          <w:i/>
          <w:szCs w:val="32"/>
        </w:rPr>
        <w:t>’</w:t>
      </w:r>
      <w:r w:rsidR="0024252B" w:rsidRPr="002813C1">
        <w:rPr>
          <w:i/>
          <w:szCs w:val="32"/>
        </w:rPr>
        <w:t>hôtel pour me parler</w:t>
      </w:r>
      <w:r>
        <w:t>… »</w:t>
      </w:r>
    </w:p>
    <w:p w14:paraId="5238EEB0" w14:textId="20B2A667" w:rsidR="00B77E03" w:rsidRDefault="0024252B" w:rsidP="00B77E03">
      <w:r w:rsidRPr="002813C1">
        <w:t>Ainsi</w:t>
      </w:r>
      <w:r w:rsidR="00B77E03">
        <w:t xml:space="preserve">, </w:t>
      </w:r>
      <w:r w:rsidRPr="002813C1">
        <w:t xml:space="preserve">la pénétration de </w:t>
      </w:r>
      <w:r w:rsidR="00B77E03">
        <w:t>M</w:t>
      </w:r>
      <w:r w:rsidR="00B77E03" w:rsidRPr="00B77E03">
        <w:rPr>
          <w:vertAlign w:val="superscript"/>
        </w:rPr>
        <w:t>lle</w:t>
      </w:r>
      <w:r w:rsidR="00B77E03">
        <w:t> </w:t>
      </w:r>
      <w:r w:rsidRPr="002813C1">
        <w:t>Marguerite l</w:t>
      </w:r>
      <w:r w:rsidR="00B77E03">
        <w:t>’</w:t>
      </w:r>
      <w:r w:rsidRPr="002813C1">
        <w:t>avait bien servie</w:t>
      </w:r>
      <w:r w:rsidR="00B77E03">
        <w:t>…</w:t>
      </w:r>
    </w:p>
    <w:p w14:paraId="730719F0" w14:textId="77777777" w:rsidR="00B77E03" w:rsidRDefault="0024252B" w:rsidP="00B77E03">
      <w:r w:rsidRPr="002813C1">
        <w:t>Toute cette histoire de parents haut placés à visiter n</w:t>
      </w:r>
      <w:r w:rsidR="00B77E03">
        <w:t>’</w:t>
      </w:r>
      <w:r w:rsidRPr="002813C1">
        <w:t>était qu</w:t>
      </w:r>
      <w:r w:rsidR="00B77E03">
        <w:t>’</w:t>
      </w:r>
      <w:r w:rsidRPr="002813C1">
        <w:t>un prétexte imaginé par l</w:t>
      </w:r>
      <w:r w:rsidR="00B77E03">
        <w:t>’</w:t>
      </w:r>
      <w:r w:rsidRPr="002813C1">
        <w:t>honnête gouvernante pour assurer sa liberté</w:t>
      </w:r>
      <w:r w:rsidR="00B77E03">
        <w:t> !…</w:t>
      </w:r>
    </w:p>
    <w:p w14:paraId="727DCDC4" w14:textId="77777777" w:rsidR="00B77E03" w:rsidRDefault="0024252B" w:rsidP="00B77E03">
      <w:r w:rsidRPr="002813C1">
        <w:t>Le marquis</w:t>
      </w:r>
      <w:r w:rsidR="00B77E03">
        <w:t xml:space="preserve">, </w:t>
      </w:r>
      <w:r w:rsidRPr="002813C1">
        <w:t>cependant</w:t>
      </w:r>
      <w:r w:rsidR="00B77E03">
        <w:t xml:space="preserve">, </w:t>
      </w:r>
      <w:r w:rsidRPr="002813C1">
        <w:t>continuait</w:t>
      </w:r>
      <w:r w:rsidR="00B77E03">
        <w:t> :</w:t>
      </w:r>
    </w:p>
    <w:p w14:paraId="7AB16B6C" w14:textId="77777777" w:rsidR="00B77E03" w:rsidRDefault="00B77E03" w:rsidP="00B77E03">
      <w:r>
        <w:t>« </w:t>
      </w:r>
      <w:r w:rsidR="0024252B" w:rsidRPr="002813C1">
        <w:rPr>
          <w:i/>
          <w:szCs w:val="32"/>
        </w:rPr>
        <w:t>Je regrette d</w:t>
      </w:r>
      <w:r>
        <w:rPr>
          <w:i/>
          <w:szCs w:val="32"/>
        </w:rPr>
        <w:t>’</w:t>
      </w:r>
      <w:r w:rsidR="0024252B" w:rsidRPr="002813C1">
        <w:rPr>
          <w:i/>
          <w:szCs w:val="32"/>
        </w:rPr>
        <w:t>autant plus de ne m</w:t>
      </w:r>
      <w:r>
        <w:rPr>
          <w:i/>
          <w:szCs w:val="32"/>
        </w:rPr>
        <w:t>’</w:t>
      </w:r>
      <w:r w:rsidR="0024252B" w:rsidRPr="002813C1">
        <w:rPr>
          <w:i/>
          <w:szCs w:val="32"/>
        </w:rPr>
        <w:t>être pas trouvé chez moi</w:t>
      </w:r>
      <w:r>
        <w:rPr>
          <w:i/>
          <w:szCs w:val="32"/>
        </w:rPr>
        <w:t xml:space="preserve">, </w:t>
      </w:r>
      <w:r w:rsidR="0024252B" w:rsidRPr="002813C1">
        <w:rPr>
          <w:i/>
          <w:szCs w:val="32"/>
        </w:rPr>
        <w:t>que j</w:t>
      </w:r>
      <w:r>
        <w:rPr>
          <w:i/>
          <w:szCs w:val="32"/>
        </w:rPr>
        <w:t>’</w:t>
      </w:r>
      <w:r w:rsidR="0024252B" w:rsidRPr="002813C1">
        <w:rPr>
          <w:i/>
          <w:szCs w:val="32"/>
        </w:rPr>
        <w:t>ai à vous donner des instructions de la dernière importance</w:t>
      </w:r>
      <w:r>
        <w:t>.</w:t>
      </w:r>
    </w:p>
    <w:p w14:paraId="2D9E885E" w14:textId="3983F2EB" w:rsidR="00B77E03" w:rsidRDefault="00B77E03" w:rsidP="00B77E03">
      <w:r>
        <w:t>« </w:t>
      </w:r>
      <w:r w:rsidR="0024252B" w:rsidRPr="002813C1">
        <w:rPr>
          <w:i/>
          <w:szCs w:val="32"/>
        </w:rPr>
        <w:t>Nous touchons</w:t>
      </w:r>
      <w:r>
        <w:rPr>
          <w:i/>
          <w:szCs w:val="32"/>
        </w:rPr>
        <w:t xml:space="preserve">, </w:t>
      </w:r>
      <w:r w:rsidR="0024252B" w:rsidRPr="002813C1">
        <w:rPr>
          <w:i/>
          <w:szCs w:val="32"/>
        </w:rPr>
        <w:t>sachez-le</w:t>
      </w:r>
      <w:r>
        <w:rPr>
          <w:i/>
          <w:szCs w:val="32"/>
        </w:rPr>
        <w:t xml:space="preserve">, </w:t>
      </w:r>
      <w:r w:rsidR="0024252B" w:rsidRPr="002813C1">
        <w:rPr>
          <w:i/>
          <w:szCs w:val="32"/>
        </w:rPr>
        <w:t>au moment décisif</w:t>
      </w:r>
      <w:r>
        <w:rPr>
          <w:i/>
          <w:szCs w:val="32"/>
        </w:rPr>
        <w:t xml:space="preserve">. </w:t>
      </w:r>
      <w:r w:rsidR="0024252B" w:rsidRPr="002813C1">
        <w:rPr>
          <w:i/>
          <w:szCs w:val="32"/>
        </w:rPr>
        <w:t>J</w:t>
      </w:r>
      <w:r>
        <w:rPr>
          <w:i/>
          <w:szCs w:val="32"/>
        </w:rPr>
        <w:t>’</w:t>
      </w:r>
      <w:r w:rsidR="0024252B" w:rsidRPr="002813C1">
        <w:rPr>
          <w:i/>
          <w:szCs w:val="32"/>
        </w:rPr>
        <w:t>ai combiné une mesure qui effacera complètement et à tout jamais le souvenir de ce maudit</w:t>
      </w:r>
      <w:r w:rsidRPr="002813C1">
        <w:rPr>
          <w:i/>
          <w:szCs w:val="32"/>
        </w:rPr>
        <w:t xml:space="preserve"> </w:t>
      </w:r>
      <w:proofErr w:type="spellStart"/>
      <w:r w:rsidRPr="002813C1">
        <w:rPr>
          <w:i/>
          <w:szCs w:val="32"/>
        </w:rPr>
        <w:t>P</w:t>
      </w:r>
      <w:r>
        <w:rPr>
          <w:i/>
          <w:szCs w:val="32"/>
        </w:rPr>
        <w:t>.</w:t>
      </w:r>
      <w:r w:rsidRPr="002813C1">
        <w:rPr>
          <w:i/>
          <w:szCs w:val="32"/>
        </w:rPr>
        <w:t>F</w:t>
      </w:r>
      <w:proofErr w:type="spellEnd"/>
      <w:r>
        <w:rPr>
          <w:i/>
          <w:szCs w:val="32"/>
        </w:rPr>
        <w:t xml:space="preserve">., </w:t>
      </w:r>
      <w:r w:rsidR="0024252B" w:rsidRPr="002813C1">
        <w:rPr>
          <w:i/>
          <w:szCs w:val="32"/>
        </w:rPr>
        <w:t>si tenté qu</w:t>
      </w:r>
      <w:r>
        <w:rPr>
          <w:i/>
          <w:szCs w:val="32"/>
        </w:rPr>
        <w:t>’</w:t>
      </w:r>
      <w:r w:rsidR="0024252B" w:rsidRPr="002813C1">
        <w:rPr>
          <w:i/>
          <w:szCs w:val="32"/>
        </w:rPr>
        <w:t>on daigne se rappeler de lui après le petit désagrément que nous lui avions ménagé chez la d</w:t>
      </w:r>
      <w:r>
        <w:rPr>
          <w:i/>
          <w:szCs w:val="32"/>
        </w:rPr>
        <w:t>’</w:t>
      </w:r>
      <w:r w:rsidR="0024252B" w:rsidRPr="002813C1">
        <w:rPr>
          <w:i/>
          <w:szCs w:val="32"/>
        </w:rPr>
        <w:t>Argelès</w:t>
      </w:r>
      <w:r>
        <w:t>… »</w:t>
      </w:r>
    </w:p>
    <w:p w14:paraId="704B4D04" w14:textId="77777777" w:rsidR="00B77E03" w:rsidRDefault="0024252B" w:rsidP="00B77E03">
      <w:r w:rsidRPr="002813C1">
        <w:t>P</w:t>
      </w:r>
      <w:r w:rsidR="00B77E03">
        <w:t xml:space="preserve">. </w:t>
      </w:r>
      <w:r w:rsidRPr="002813C1">
        <w:t>F</w:t>
      </w:r>
      <w:r w:rsidR="00B77E03">
        <w:t xml:space="preserve">… </w:t>
      </w:r>
      <w:r w:rsidRPr="002813C1">
        <w:t>Ces initiales</w:t>
      </w:r>
      <w:r w:rsidR="00B77E03">
        <w:t xml:space="preserve">, </w:t>
      </w:r>
      <w:r w:rsidRPr="002813C1">
        <w:t xml:space="preserve">manifestement désignaient Pascal </w:t>
      </w:r>
      <w:proofErr w:type="spellStart"/>
      <w:r w:rsidRPr="002813C1">
        <w:t>Férailleur</w:t>
      </w:r>
      <w:proofErr w:type="spellEnd"/>
      <w:r w:rsidR="00B77E03">
        <w:t>.</w:t>
      </w:r>
    </w:p>
    <w:p w14:paraId="269D4D32" w14:textId="42B604CF" w:rsidR="00B77E03" w:rsidRDefault="00B77E03" w:rsidP="00B77E03">
      <w:r>
        <w:t>M</w:t>
      </w:r>
      <w:r w:rsidRPr="00B77E03">
        <w:rPr>
          <w:vertAlign w:val="superscript"/>
        </w:rPr>
        <w:t>lle</w:t>
      </w:r>
      <w:r>
        <w:t> </w:t>
      </w:r>
      <w:r w:rsidR="0024252B" w:rsidRPr="002813C1">
        <w:t>Marguerite avait donc eu raison de répondre de lui comme d</w:t>
      </w:r>
      <w:r>
        <w:t>’</w:t>
      </w:r>
      <w:r w:rsidR="0024252B" w:rsidRPr="002813C1">
        <w:t>elle-même</w:t>
      </w:r>
      <w:r>
        <w:t> !…</w:t>
      </w:r>
    </w:p>
    <w:p w14:paraId="5A3223AF" w14:textId="77777777" w:rsidR="00B77E03" w:rsidRDefault="0024252B" w:rsidP="00B77E03">
      <w:r w:rsidRPr="002813C1">
        <w:t>Il était innocent et elle tenait une irrécusable preuve de son innocence</w:t>
      </w:r>
      <w:r w:rsidR="00B77E03">
        <w:t>…</w:t>
      </w:r>
    </w:p>
    <w:p w14:paraId="39EA386F" w14:textId="77777777" w:rsidR="00B77E03" w:rsidRDefault="0024252B" w:rsidP="00B77E03">
      <w:proofErr w:type="spellStart"/>
      <w:r w:rsidRPr="002813C1">
        <w:t>Valorsay</w:t>
      </w:r>
      <w:proofErr w:type="spellEnd"/>
      <w:r w:rsidR="00B77E03">
        <w:t xml:space="preserve">, </w:t>
      </w:r>
      <w:r w:rsidRPr="002813C1">
        <w:t>le misérable</w:t>
      </w:r>
      <w:r w:rsidR="00B77E03">
        <w:t xml:space="preserve">, </w:t>
      </w:r>
      <w:r w:rsidRPr="002813C1">
        <w:t>avouait</w:t>
      </w:r>
      <w:r w:rsidR="00B77E03">
        <w:t xml:space="preserve">, </w:t>
      </w:r>
      <w:r w:rsidRPr="002813C1">
        <w:t>et avec quelle impudente désinvolture</w:t>
      </w:r>
      <w:r w:rsidR="00B77E03">
        <w:t xml:space="preserve">, </w:t>
      </w:r>
      <w:r w:rsidRPr="002813C1">
        <w:t>son lâche et abominable crime</w:t>
      </w:r>
      <w:r w:rsidR="00B77E03">
        <w:t>.</w:t>
      </w:r>
    </w:p>
    <w:p w14:paraId="030D0E50" w14:textId="77777777" w:rsidR="00B77E03" w:rsidRDefault="0024252B" w:rsidP="00B77E03">
      <w:r w:rsidRPr="002813C1">
        <w:t>Mais elle poursuivit</w:t>
      </w:r>
      <w:r w:rsidR="00B77E03">
        <w:t> :</w:t>
      </w:r>
    </w:p>
    <w:p w14:paraId="4471455D" w14:textId="6983DEF3" w:rsidR="00B77E03" w:rsidRDefault="00B77E03" w:rsidP="00B77E03">
      <w:r>
        <w:lastRenderedPageBreak/>
        <w:t>« </w:t>
      </w:r>
      <w:r w:rsidR="0024252B" w:rsidRPr="002813C1">
        <w:rPr>
          <w:i/>
          <w:szCs w:val="32"/>
        </w:rPr>
        <w:t>Le coup de théâtre est monté</w:t>
      </w:r>
      <w:r>
        <w:rPr>
          <w:i/>
          <w:szCs w:val="32"/>
        </w:rPr>
        <w:t xml:space="preserve">, </w:t>
      </w:r>
      <w:r w:rsidR="0024252B" w:rsidRPr="002813C1">
        <w:rPr>
          <w:i/>
          <w:szCs w:val="32"/>
        </w:rPr>
        <w:t>qui</w:t>
      </w:r>
      <w:r>
        <w:rPr>
          <w:i/>
          <w:szCs w:val="32"/>
        </w:rPr>
        <w:t xml:space="preserve">, </w:t>
      </w:r>
      <w:r w:rsidR="0024252B" w:rsidRPr="002813C1">
        <w:rPr>
          <w:i/>
          <w:szCs w:val="32"/>
        </w:rPr>
        <w:t>à moins d</w:t>
      </w:r>
      <w:r>
        <w:rPr>
          <w:i/>
          <w:szCs w:val="32"/>
        </w:rPr>
        <w:t>’</w:t>
      </w:r>
      <w:r w:rsidR="0024252B" w:rsidRPr="002813C1">
        <w:rPr>
          <w:i/>
          <w:szCs w:val="32"/>
        </w:rPr>
        <w:t>un contretemps hors de toutes les probabilités</w:t>
      </w:r>
      <w:r>
        <w:rPr>
          <w:i/>
          <w:szCs w:val="32"/>
        </w:rPr>
        <w:t xml:space="preserve">, </w:t>
      </w:r>
      <w:r w:rsidR="0024252B" w:rsidRPr="002813C1">
        <w:rPr>
          <w:i/>
          <w:szCs w:val="32"/>
        </w:rPr>
        <w:t>doit jeter l</w:t>
      </w:r>
      <w:r>
        <w:rPr>
          <w:i/>
          <w:szCs w:val="32"/>
        </w:rPr>
        <w:t>’</w:t>
      </w:r>
      <w:r w:rsidR="0024252B" w:rsidRPr="002813C1">
        <w:rPr>
          <w:i/>
          <w:szCs w:val="32"/>
        </w:rPr>
        <w:t>enfant entre mes bras</w:t>
      </w:r>
      <w:r>
        <w:t>… »</w:t>
      </w:r>
    </w:p>
    <w:p w14:paraId="150C4DA0" w14:textId="127073DA" w:rsidR="00B77E03" w:rsidRDefault="0024252B" w:rsidP="00B77E03">
      <w:r w:rsidRPr="002813C1">
        <w:t>Un frisson d</w:t>
      </w:r>
      <w:r w:rsidR="00B77E03">
        <w:t>’</w:t>
      </w:r>
      <w:r w:rsidRPr="002813C1">
        <w:t xml:space="preserve">horreur secoua les épaules de </w:t>
      </w:r>
      <w:r w:rsidR="00B77E03">
        <w:t>M</w:t>
      </w:r>
      <w:r w:rsidR="00B77E03" w:rsidRPr="00B77E03">
        <w:rPr>
          <w:vertAlign w:val="superscript"/>
        </w:rPr>
        <w:t>lle</w:t>
      </w:r>
      <w:r w:rsidR="00B77E03">
        <w:t> </w:t>
      </w:r>
      <w:r w:rsidRPr="002813C1">
        <w:t>Marguerite</w:t>
      </w:r>
      <w:r w:rsidR="00B77E03">
        <w:t>.</w:t>
      </w:r>
    </w:p>
    <w:p w14:paraId="77BA52B5" w14:textId="77777777" w:rsidR="00B77E03" w:rsidRDefault="0024252B" w:rsidP="00B77E03">
      <w:r w:rsidRPr="002813C1">
        <w:t>L</w:t>
      </w:r>
      <w:r w:rsidR="00B77E03">
        <w:t>’</w:t>
      </w:r>
      <w:r w:rsidRPr="002813C1">
        <w:t>enfant</w:t>
      </w:r>
      <w:r w:rsidR="00B77E03">
        <w:t xml:space="preserve">… </w:t>
      </w:r>
      <w:r w:rsidRPr="002813C1">
        <w:t>c</w:t>
      </w:r>
      <w:r w:rsidR="00B77E03">
        <w:t>’</w:t>
      </w:r>
      <w:r w:rsidRPr="002813C1">
        <w:t>était elle</w:t>
      </w:r>
      <w:r w:rsidR="00B77E03">
        <w:t xml:space="preserve">, </w:t>
      </w:r>
      <w:r w:rsidRPr="002813C1">
        <w:t>évidemment</w:t>
      </w:r>
      <w:r w:rsidR="00B77E03">
        <w:t>.</w:t>
      </w:r>
    </w:p>
    <w:p w14:paraId="2C8EFE07" w14:textId="77777777" w:rsidR="00B77E03" w:rsidRDefault="00B77E03" w:rsidP="00B77E03">
      <w:r>
        <w:t>« </w:t>
      </w:r>
      <w:r w:rsidR="0024252B" w:rsidRPr="002813C1">
        <w:rPr>
          <w:i/>
          <w:szCs w:val="32"/>
        </w:rPr>
        <w:t>Grâce au concours d</w:t>
      </w:r>
      <w:r>
        <w:rPr>
          <w:i/>
          <w:szCs w:val="32"/>
        </w:rPr>
        <w:t>’</w:t>
      </w:r>
      <w:r w:rsidR="0024252B" w:rsidRPr="002813C1">
        <w:rPr>
          <w:i/>
          <w:szCs w:val="32"/>
        </w:rPr>
        <w:t>un de mes amis</w:t>
      </w:r>
      <w:r>
        <w:rPr>
          <w:i/>
          <w:szCs w:val="32"/>
        </w:rPr>
        <w:t xml:space="preserve">, </w:t>
      </w:r>
      <w:r w:rsidR="0024252B" w:rsidRPr="002813C1">
        <w:rPr>
          <w:i/>
          <w:szCs w:val="32"/>
        </w:rPr>
        <w:t>ajoutait la lettre</w:t>
      </w:r>
      <w:r>
        <w:rPr>
          <w:i/>
          <w:szCs w:val="32"/>
        </w:rPr>
        <w:t xml:space="preserve">, </w:t>
      </w:r>
      <w:r w:rsidR="0024252B" w:rsidRPr="002813C1">
        <w:rPr>
          <w:i/>
          <w:szCs w:val="32"/>
        </w:rPr>
        <w:t>je puis placer cette fière personne dans une position terrible</w:t>
      </w:r>
      <w:r>
        <w:rPr>
          <w:i/>
          <w:szCs w:val="32"/>
        </w:rPr>
        <w:t xml:space="preserve">, </w:t>
      </w:r>
      <w:r w:rsidR="0024252B" w:rsidRPr="002813C1">
        <w:rPr>
          <w:i/>
          <w:szCs w:val="32"/>
        </w:rPr>
        <w:t>très-périlleuse</w:t>
      </w:r>
      <w:r>
        <w:rPr>
          <w:i/>
          <w:szCs w:val="32"/>
        </w:rPr>
        <w:t xml:space="preserve">, </w:t>
      </w:r>
      <w:r w:rsidR="0024252B" w:rsidRPr="002813C1">
        <w:rPr>
          <w:i/>
          <w:szCs w:val="32"/>
        </w:rPr>
        <w:t>et d</w:t>
      </w:r>
      <w:r>
        <w:rPr>
          <w:i/>
          <w:szCs w:val="32"/>
        </w:rPr>
        <w:t>’</w:t>
      </w:r>
      <w:r w:rsidR="0024252B" w:rsidRPr="002813C1">
        <w:rPr>
          <w:i/>
          <w:szCs w:val="32"/>
        </w:rPr>
        <w:t>où elle ne sortirait probablement pas seule</w:t>
      </w:r>
      <w:r>
        <w:rPr>
          <w:i/>
          <w:szCs w:val="32"/>
        </w:rPr>
        <w:t xml:space="preserve">… </w:t>
      </w:r>
      <w:r w:rsidR="0024252B" w:rsidRPr="002813C1">
        <w:rPr>
          <w:i/>
          <w:szCs w:val="32"/>
        </w:rPr>
        <w:t>Mais</w:t>
      </w:r>
      <w:r>
        <w:rPr>
          <w:i/>
          <w:szCs w:val="32"/>
        </w:rPr>
        <w:t xml:space="preserve">, </w:t>
      </w:r>
      <w:r w:rsidR="0024252B" w:rsidRPr="002813C1">
        <w:rPr>
          <w:i/>
          <w:szCs w:val="32"/>
        </w:rPr>
        <w:t>au moment où elle se croira perdue</w:t>
      </w:r>
      <w:r>
        <w:rPr>
          <w:i/>
          <w:szCs w:val="32"/>
        </w:rPr>
        <w:t xml:space="preserve">, </w:t>
      </w:r>
      <w:r w:rsidR="0024252B" w:rsidRPr="002813C1">
        <w:rPr>
          <w:i/>
          <w:szCs w:val="32"/>
        </w:rPr>
        <w:t>j</w:t>
      </w:r>
      <w:r>
        <w:rPr>
          <w:i/>
          <w:szCs w:val="32"/>
        </w:rPr>
        <w:t>’</w:t>
      </w:r>
      <w:r w:rsidR="0024252B" w:rsidRPr="002813C1">
        <w:rPr>
          <w:i/>
          <w:szCs w:val="32"/>
        </w:rPr>
        <w:t>interviendrai</w:t>
      </w:r>
      <w:r>
        <w:rPr>
          <w:i/>
          <w:szCs w:val="32"/>
        </w:rPr>
        <w:t xml:space="preserve">, </w:t>
      </w:r>
      <w:r w:rsidR="0024252B" w:rsidRPr="002813C1">
        <w:rPr>
          <w:i/>
          <w:szCs w:val="32"/>
        </w:rPr>
        <w:t>je la sauverai</w:t>
      </w:r>
      <w:r>
        <w:rPr>
          <w:i/>
          <w:szCs w:val="32"/>
        </w:rPr>
        <w:t xml:space="preserve">, </w:t>
      </w:r>
      <w:r w:rsidR="0024252B" w:rsidRPr="002813C1">
        <w:rPr>
          <w:i/>
          <w:szCs w:val="32"/>
        </w:rPr>
        <w:t>et ce sera bien le diable si la reconnaissance n</w:t>
      </w:r>
      <w:r>
        <w:rPr>
          <w:i/>
          <w:szCs w:val="32"/>
        </w:rPr>
        <w:t>’</w:t>
      </w:r>
      <w:r w:rsidR="0024252B" w:rsidRPr="002813C1">
        <w:rPr>
          <w:i/>
          <w:szCs w:val="32"/>
        </w:rPr>
        <w:t>opère pas le miracle qu</w:t>
      </w:r>
      <w:r>
        <w:rPr>
          <w:i/>
          <w:szCs w:val="32"/>
        </w:rPr>
        <w:t>’</w:t>
      </w:r>
      <w:r w:rsidR="0024252B" w:rsidRPr="002813C1">
        <w:rPr>
          <w:i/>
          <w:szCs w:val="32"/>
        </w:rPr>
        <w:t>il me faut</w:t>
      </w:r>
      <w:r>
        <w:t>…</w:t>
      </w:r>
    </w:p>
    <w:p w14:paraId="0F091DEC" w14:textId="77C05154" w:rsidR="00B77E03" w:rsidRDefault="00B77E03" w:rsidP="00B77E03">
      <w:r>
        <w:t>« </w:t>
      </w:r>
      <w:r w:rsidR="0024252B" w:rsidRPr="002813C1">
        <w:rPr>
          <w:i/>
          <w:szCs w:val="32"/>
        </w:rPr>
        <w:t>Tout ira</w:t>
      </w:r>
      <w:r>
        <w:rPr>
          <w:i/>
          <w:szCs w:val="32"/>
        </w:rPr>
        <w:t xml:space="preserve">, </w:t>
      </w:r>
      <w:r w:rsidR="0024252B" w:rsidRPr="002813C1">
        <w:rPr>
          <w:i/>
          <w:szCs w:val="32"/>
        </w:rPr>
        <w:t>bien</w:t>
      </w:r>
      <w:r>
        <w:rPr>
          <w:i/>
          <w:szCs w:val="32"/>
        </w:rPr>
        <w:t xml:space="preserve">… </w:t>
      </w:r>
      <w:r w:rsidR="0024252B" w:rsidRPr="002813C1">
        <w:rPr>
          <w:i/>
          <w:szCs w:val="32"/>
        </w:rPr>
        <w:t xml:space="preserve">Cependant tout irait mieux encore si le médecin qui a soigné </w:t>
      </w:r>
      <w:r>
        <w:rPr>
          <w:i/>
          <w:szCs w:val="32"/>
        </w:rPr>
        <w:t>M. de </w:t>
      </w:r>
      <w:r w:rsidR="0024252B" w:rsidRPr="002813C1">
        <w:rPr>
          <w:i/>
          <w:szCs w:val="32"/>
        </w:rPr>
        <w:t>C</w:t>
      </w:r>
      <w:r>
        <w:rPr>
          <w:i/>
          <w:szCs w:val="32"/>
        </w:rPr>
        <w:t xml:space="preserve">… </w:t>
      </w:r>
      <w:r w:rsidR="0024252B" w:rsidRPr="002813C1">
        <w:rPr>
          <w:i/>
          <w:szCs w:val="32"/>
        </w:rPr>
        <w:t>à ses derniers moments</w:t>
      </w:r>
      <w:r>
        <w:rPr>
          <w:i/>
          <w:szCs w:val="32"/>
        </w:rPr>
        <w:t xml:space="preserve">, </w:t>
      </w:r>
      <w:r w:rsidR="0024252B" w:rsidRPr="002813C1">
        <w:rPr>
          <w:i/>
          <w:szCs w:val="32"/>
        </w:rPr>
        <w:t>et dont vous m</w:t>
      </w:r>
      <w:r>
        <w:rPr>
          <w:i/>
          <w:szCs w:val="32"/>
        </w:rPr>
        <w:t>’</w:t>
      </w:r>
      <w:r w:rsidR="0024252B" w:rsidRPr="002813C1">
        <w:rPr>
          <w:i/>
          <w:szCs w:val="32"/>
        </w:rPr>
        <w:t>avez parlé</w:t>
      </w:r>
      <w:r>
        <w:rPr>
          <w:i/>
          <w:szCs w:val="32"/>
        </w:rPr>
        <w:t xml:space="preserve">, </w:t>
      </w:r>
      <w:r w:rsidR="0024252B" w:rsidRPr="002813C1">
        <w:rPr>
          <w:i/>
          <w:szCs w:val="32"/>
        </w:rPr>
        <w:t xml:space="preserve">le docteur </w:t>
      </w:r>
      <w:proofErr w:type="spellStart"/>
      <w:r w:rsidR="0024252B" w:rsidRPr="002813C1">
        <w:rPr>
          <w:i/>
          <w:szCs w:val="32"/>
        </w:rPr>
        <w:t>Jodon</w:t>
      </w:r>
      <w:proofErr w:type="spellEnd"/>
      <w:r>
        <w:rPr>
          <w:i/>
          <w:szCs w:val="32"/>
        </w:rPr>
        <w:t xml:space="preserve">, </w:t>
      </w:r>
      <w:r w:rsidR="0024252B" w:rsidRPr="002813C1">
        <w:rPr>
          <w:i/>
          <w:szCs w:val="32"/>
        </w:rPr>
        <w:t>si j</w:t>
      </w:r>
      <w:r>
        <w:rPr>
          <w:i/>
          <w:szCs w:val="32"/>
        </w:rPr>
        <w:t>’</w:t>
      </w:r>
      <w:r w:rsidR="0024252B" w:rsidRPr="002813C1">
        <w:rPr>
          <w:i/>
          <w:szCs w:val="32"/>
        </w:rPr>
        <w:t>ai bonne mémoire</w:t>
      </w:r>
      <w:r>
        <w:rPr>
          <w:i/>
          <w:szCs w:val="32"/>
        </w:rPr>
        <w:t xml:space="preserve">, </w:t>
      </w:r>
      <w:r w:rsidR="0024252B" w:rsidRPr="002813C1">
        <w:rPr>
          <w:i/>
          <w:szCs w:val="32"/>
        </w:rPr>
        <w:t>consentait à nous donner un coup d</w:t>
      </w:r>
      <w:r>
        <w:rPr>
          <w:i/>
          <w:szCs w:val="32"/>
        </w:rPr>
        <w:t>’</w:t>
      </w:r>
      <w:r w:rsidR="0024252B" w:rsidRPr="002813C1">
        <w:rPr>
          <w:i/>
          <w:szCs w:val="32"/>
        </w:rPr>
        <w:t>épaule</w:t>
      </w:r>
      <w:r>
        <w:rPr>
          <w:i/>
          <w:szCs w:val="32"/>
        </w:rPr>
        <w:t xml:space="preserve">… </w:t>
      </w:r>
      <w:r w:rsidR="0024252B" w:rsidRPr="002813C1">
        <w:rPr>
          <w:i/>
          <w:szCs w:val="32"/>
        </w:rPr>
        <w:t>Quelle espèce d</w:t>
      </w:r>
      <w:r>
        <w:rPr>
          <w:i/>
          <w:szCs w:val="32"/>
        </w:rPr>
        <w:t>’</w:t>
      </w:r>
      <w:r w:rsidR="0024252B" w:rsidRPr="002813C1">
        <w:rPr>
          <w:i/>
          <w:szCs w:val="32"/>
        </w:rPr>
        <w:t>homme est-ce</w:t>
      </w:r>
      <w:r>
        <w:rPr>
          <w:i/>
          <w:szCs w:val="32"/>
        </w:rPr>
        <w:t xml:space="preserve"> ?… </w:t>
      </w:r>
      <w:r w:rsidR="0024252B" w:rsidRPr="002813C1">
        <w:rPr>
          <w:i/>
          <w:szCs w:val="32"/>
        </w:rPr>
        <w:t>Si c</w:t>
      </w:r>
      <w:r>
        <w:rPr>
          <w:i/>
          <w:szCs w:val="32"/>
        </w:rPr>
        <w:t>’</w:t>
      </w:r>
      <w:r w:rsidR="0024252B" w:rsidRPr="002813C1">
        <w:rPr>
          <w:i/>
          <w:szCs w:val="32"/>
        </w:rPr>
        <w:t>était un homme accessible aux séductions de quelques billets de mille francs</w:t>
      </w:r>
      <w:r>
        <w:rPr>
          <w:i/>
          <w:szCs w:val="32"/>
        </w:rPr>
        <w:t xml:space="preserve">, </w:t>
      </w:r>
      <w:r w:rsidR="0024252B" w:rsidRPr="002813C1">
        <w:rPr>
          <w:i/>
          <w:szCs w:val="32"/>
        </w:rPr>
        <w:t>je dirais dès aujourd</w:t>
      </w:r>
      <w:r>
        <w:rPr>
          <w:i/>
          <w:szCs w:val="32"/>
        </w:rPr>
        <w:t>’</w:t>
      </w:r>
      <w:r w:rsidR="0024252B" w:rsidRPr="002813C1">
        <w:rPr>
          <w:i/>
          <w:szCs w:val="32"/>
        </w:rPr>
        <w:t>hui</w:t>
      </w:r>
      <w:r>
        <w:rPr>
          <w:i/>
          <w:szCs w:val="32"/>
        </w:rPr>
        <w:t xml:space="preserve"> : </w:t>
      </w:r>
      <w:r w:rsidR="0024252B" w:rsidRPr="002813C1">
        <w:rPr>
          <w:i/>
          <w:szCs w:val="32"/>
        </w:rPr>
        <w:t>L</w:t>
      </w:r>
      <w:r>
        <w:rPr>
          <w:i/>
          <w:szCs w:val="32"/>
        </w:rPr>
        <w:t>’</w:t>
      </w:r>
      <w:r w:rsidR="0024252B" w:rsidRPr="002813C1">
        <w:rPr>
          <w:i/>
          <w:szCs w:val="32"/>
        </w:rPr>
        <w:t>affaire est dans le sac</w:t>
      </w:r>
      <w:r>
        <w:t>…</w:t>
      </w:r>
    </w:p>
    <w:p w14:paraId="4CA71880" w14:textId="789B7F29" w:rsidR="00B77E03" w:rsidRDefault="00B77E03" w:rsidP="00B77E03">
      <w:r>
        <w:t>« </w:t>
      </w:r>
      <w:r w:rsidR="0024252B" w:rsidRPr="002813C1">
        <w:rPr>
          <w:i/>
          <w:szCs w:val="32"/>
        </w:rPr>
        <w:t>Votre conduite</w:t>
      </w:r>
      <w:r>
        <w:rPr>
          <w:i/>
          <w:szCs w:val="32"/>
        </w:rPr>
        <w:t xml:space="preserve">, </w:t>
      </w:r>
      <w:r w:rsidR="0024252B" w:rsidRPr="002813C1">
        <w:rPr>
          <w:i/>
          <w:szCs w:val="32"/>
        </w:rPr>
        <w:t>jusqu</w:t>
      </w:r>
      <w:r>
        <w:rPr>
          <w:i/>
          <w:szCs w:val="32"/>
        </w:rPr>
        <w:t>’</w:t>
      </w:r>
      <w:r w:rsidR="0024252B" w:rsidRPr="002813C1">
        <w:rPr>
          <w:i/>
          <w:szCs w:val="32"/>
        </w:rPr>
        <w:t>ici</w:t>
      </w:r>
      <w:r>
        <w:rPr>
          <w:i/>
          <w:szCs w:val="32"/>
        </w:rPr>
        <w:t xml:space="preserve">, </w:t>
      </w:r>
      <w:r w:rsidR="0024252B" w:rsidRPr="002813C1">
        <w:rPr>
          <w:i/>
          <w:szCs w:val="32"/>
        </w:rPr>
        <w:t>est un chef-d</w:t>
      </w:r>
      <w:r>
        <w:rPr>
          <w:i/>
          <w:szCs w:val="32"/>
        </w:rPr>
        <w:t>’</w:t>
      </w:r>
      <w:r w:rsidR="0024252B" w:rsidRPr="002813C1">
        <w:rPr>
          <w:i/>
          <w:szCs w:val="32"/>
        </w:rPr>
        <w:t>œuvre qui sera</w:t>
      </w:r>
      <w:r>
        <w:rPr>
          <w:i/>
          <w:szCs w:val="32"/>
        </w:rPr>
        <w:t xml:space="preserve">, </w:t>
      </w:r>
      <w:r w:rsidR="0024252B" w:rsidRPr="002813C1">
        <w:rPr>
          <w:i/>
          <w:szCs w:val="32"/>
        </w:rPr>
        <w:t xml:space="preserve">récompensé </w:t>
      </w:r>
      <w:proofErr w:type="spellStart"/>
      <w:r w:rsidR="0024252B" w:rsidRPr="002813C1">
        <w:rPr>
          <w:i/>
          <w:szCs w:val="32"/>
        </w:rPr>
        <w:t>au delà</w:t>
      </w:r>
      <w:proofErr w:type="spellEnd"/>
      <w:r w:rsidR="0024252B" w:rsidRPr="002813C1">
        <w:rPr>
          <w:i/>
          <w:szCs w:val="32"/>
        </w:rPr>
        <w:t xml:space="preserve"> de vos espérances</w:t>
      </w:r>
      <w:r>
        <w:rPr>
          <w:i/>
          <w:szCs w:val="32"/>
        </w:rPr>
        <w:t xml:space="preserve">… </w:t>
      </w:r>
      <w:r w:rsidR="0024252B" w:rsidRPr="002813C1">
        <w:rPr>
          <w:i/>
          <w:szCs w:val="32"/>
        </w:rPr>
        <w:t>Vous savez</w:t>
      </w:r>
      <w:r>
        <w:rPr>
          <w:i/>
          <w:szCs w:val="32"/>
        </w:rPr>
        <w:t xml:space="preserve">, </w:t>
      </w:r>
      <w:r w:rsidR="0024252B" w:rsidRPr="002813C1">
        <w:rPr>
          <w:i/>
          <w:szCs w:val="32"/>
        </w:rPr>
        <w:t>chère dame</w:t>
      </w:r>
      <w:r>
        <w:rPr>
          <w:i/>
          <w:szCs w:val="32"/>
        </w:rPr>
        <w:t xml:space="preserve">, </w:t>
      </w:r>
      <w:r w:rsidR="0024252B" w:rsidRPr="002813C1">
        <w:rPr>
          <w:i/>
          <w:szCs w:val="32"/>
        </w:rPr>
        <w:t>si je suis ingrat</w:t>
      </w:r>
      <w:r>
        <w:rPr>
          <w:i/>
          <w:szCs w:val="32"/>
        </w:rPr>
        <w:t xml:space="preserve"> !… </w:t>
      </w:r>
      <w:r w:rsidR="0024252B" w:rsidRPr="002813C1">
        <w:rPr>
          <w:i/>
          <w:szCs w:val="32"/>
        </w:rPr>
        <w:t>Laissez les F</w:t>
      </w:r>
      <w:r>
        <w:rPr>
          <w:i/>
          <w:szCs w:val="32"/>
        </w:rPr>
        <w:t xml:space="preserve">… </w:t>
      </w:r>
      <w:r w:rsidR="0024252B" w:rsidRPr="002813C1">
        <w:rPr>
          <w:i/>
          <w:szCs w:val="32"/>
        </w:rPr>
        <w:t>continuer leur manège</w:t>
      </w:r>
      <w:r>
        <w:rPr>
          <w:i/>
          <w:szCs w:val="32"/>
        </w:rPr>
        <w:t xml:space="preserve">, </w:t>
      </w:r>
      <w:r w:rsidR="0024252B" w:rsidRPr="002813C1">
        <w:rPr>
          <w:i/>
          <w:szCs w:val="32"/>
        </w:rPr>
        <w:t>et même ayez l</w:t>
      </w:r>
      <w:r>
        <w:rPr>
          <w:i/>
          <w:szCs w:val="32"/>
        </w:rPr>
        <w:t>’</w:t>
      </w:r>
      <w:r w:rsidR="0024252B" w:rsidRPr="002813C1">
        <w:rPr>
          <w:i/>
          <w:szCs w:val="32"/>
        </w:rPr>
        <w:t>air de les favoriser</w:t>
      </w:r>
      <w:r>
        <w:rPr>
          <w:i/>
          <w:szCs w:val="32"/>
        </w:rPr>
        <w:t xml:space="preserve">… </w:t>
      </w:r>
      <w:r w:rsidR="0024252B" w:rsidRPr="002813C1">
        <w:rPr>
          <w:i/>
          <w:szCs w:val="32"/>
        </w:rPr>
        <w:t>Je ne les crains pas</w:t>
      </w:r>
      <w:r>
        <w:rPr>
          <w:i/>
          <w:szCs w:val="32"/>
        </w:rPr>
        <w:t xml:space="preserve">… </w:t>
      </w:r>
      <w:r w:rsidR="0024252B" w:rsidRPr="002813C1">
        <w:rPr>
          <w:i/>
          <w:szCs w:val="32"/>
        </w:rPr>
        <w:t>Je parierais que j</w:t>
      </w:r>
      <w:r>
        <w:rPr>
          <w:i/>
          <w:szCs w:val="32"/>
        </w:rPr>
        <w:t>’</w:t>
      </w:r>
      <w:r w:rsidR="0024252B" w:rsidRPr="002813C1">
        <w:rPr>
          <w:i/>
          <w:szCs w:val="32"/>
        </w:rPr>
        <w:t>ai vu clair dans leur jeu et que j</w:t>
      </w:r>
      <w:r>
        <w:rPr>
          <w:i/>
          <w:szCs w:val="32"/>
        </w:rPr>
        <w:t>’</w:t>
      </w:r>
      <w:r w:rsidR="0024252B" w:rsidRPr="002813C1">
        <w:rPr>
          <w:i/>
          <w:szCs w:val="32"/>
        </w:rPr>
        <w:t xml:space="preserve">ai deviné pourquoi ils veulent que la petite épouse </w:t>
      </w:r>
      <w:r>
        <w:rPr>
          <w:i/>
          <w:szCs w:val="32"/>
        </w:rPr>
        <w:t>M. </w:t>
      </w:r>
      <w:r w:rsidR="0024252B" w:rsidRPr="002813C1">
        <w:rPr>
          <w:i/>
          <w:szCs w:val="32"/>
        </w:rPr>
        <w:t>leur fils</w:t>
      </w:r>
      <w:r>
        <w:rPr>
          <w:i/>
          <w:szCs w:val="32"/>
        </w:rPr>
        <w:t xml:space="preserve">… </w:t>
      </w:r>
      <w:r w:rsidR="0024252B" w:rsidRPr="002813C1">
        <w:rPr>
          <w:i/>
          <w:szCs w:val="32"/>
        </w:rPr>
        <w:t>Le jour où ils me gêneraient</w:t>
      </w:r>
      <w:r>
        <w:rPr>
          <w:i/>
          <w:szCs w:val="32"/>
        </w:rPr>
        <w:t xml:space="preserve">, </w:t>
      </w:r>
      <w:r w:rsidR="0024252B" w:rsidRPr="002813C1">
        <w:rPr>
          <w:i/>
          <w:szCs w:val="32"/>
        </w:rPr>
        <w:t>je les briserais comme verre</w:t>
      </w:r>
      <w:r>
        <w:t>…</w:t>
      </w:r>
    </w:p>
    <w:p w14:paraId="2B609512" w14:textId="77777777" w:rsidR="00B77E03" w:rsidRDefault="00B77E03" w:rsidP="00B77E03">
      <w:r>
        <w:t>« </w:t>
      </w:r>
      <w:r w:rsidR="0024252B" w:rsidRPr="002813C1">
        <w:rPr>
          <w:i/>
          <w:szCs w:val="32"/>
        </w:rPr>
        <w:t>Malgré les explications que je vous donne pour votre gouverne</w:t>
      </w:r>
      <w:r>
        <w:rPr>
          <w:i/>
          <w:szCs w:val="32"/>
        </w:rPr>
        <w:t xml:space="preserve">, </w:t>
      </w:r>
      <w:r w:rsidR="0024252B" w:rsidRPr="002813C1">
        <w:rPr>
          <w:i/>
          <w:szCs w:val="32"/>
        </w:rPr>
        <w:t>il est indispensable que je vous voie</w:t>
      </w:r>
      <w:r>
        <w:rPr>
          <w:i/>
          <w:szCs w:val="32"/>
        </w:rPr>
        <w:t xml:space="preserve">… </w:t>
      </w:r>
      <w:r w:rsidR="0024252B" w:rsidRPr="002813C1">
        <w:rPr>
          <w:i/>
          <w:szCs w:val="32"/>
        </w:rPr>
        <w:t>Je vous attends donc</w:t>
      </w:r>
      <w:r>
        <w:rPr>
          <w:i/>
          <w:szCs w:val="32"/>
        </w:rPr>
        <w:t xml:space="preserve">, </w:t>
      </w:r>
      <w:r w:rsidR="0024252B" w:rsidRPr="002813C1">
        <w:rPr>
          <w:i/>
          <w:szCs w:val="32"/>
        </w:rPr>
        <w:t>après-demain mardi</w:t>
      </w:r>
      <w:r>
        <w:rPr>
          <w:i/>
          <w:szCs w:val="32"/>
        </w:rPr>
        <w:t xml:space="preserve">, </w:t>
      </w:r>
      <w:r w:rsidR="0024252B" w:rsidRPr="002813C1">
        <w:rPr>
          <w:i/>
          <w:szCs w:val="32"/>
        </w:rPr>
        <w:t>entre trois et quatre heures</w:t>
      </w:r>
      <w:r>
        <w:rPr>
          <w:i/>
          <w:szCs w:val="32"/>
        </w:rPr>
        <w:t xml:space="preserve">. </w:t>
      </w:r>
      <w:r w:rsidR="0024252B" w:rsidRPr="002813C1">
        <w:rPr>
          <w:i/>
          <w:szCs w:val="32"/>
        </w:rPr>
        <w:t xml:space="preserve">Surtout </w:t>
      </w:r>
      <w:r w:rsidR="0024252B" w:rsidRPr="002813C1">
        <w:rPr>
          <w:i/>
          <w:szCs w:val="32"/>
        </w:rPr>
        <w:lastRenderedPageBreak/>
        <w:t>ne manquez pas de m</w:t>
      </w:r>
      <w:r>
        <w:rPr>
          <w:i/>
          <w:szCs w:val="32"/>
        </w:rPr>
        <w:t>’</w:t>
      </w:r>
      <w:r w:rsidR="0024252B" w:rsidRPr="002813C1">
        <w:rPr>
          <w:i/>
          <w:szCs w:val="32"/>
        </w:rPr>
        <w:t xml:space="preserve">apporter les renseignements que je vous demande relativement au docteur </w:t>
      </w:r>
      <w:proofErr w:type="spellStart"/>
      <w:r w:rsidR="0024252B" w:rsidRPr="002813C1">
        <w:rPr>
          <w:i/>
          <w:szCs w:val="32"/>
        </w:rPr>
        <w:t>Jodon</w:t>
      </w:r>
      <w:proofErr w:type="spellEnd"/>
      <w:r>
        <w:t>.</w:t>
      </w:r>
    </w:p>
    <w:p w14:paraId="53D941D9" w14:textId="4163C3F0" w:rsidR="00B77E03" w:rsidRDefault="00B77E03" w:rsidP="00B77E03">
      <w:r>
        <w:t>« </w:t>
      </w:r>
      <w:r w:rsidR="0024252B" w:rsidRPr="002813C1">
        <w:rPr>
          <w:i/>
          <w:szCs w:val="32"/>
        </w:rPr>
        <w:t>Sur quoi</w:t>
      </w:r>
      <w:r>
        <w:rPr>
          <w:i/>
          <w:szCs w:val="32"/>
        </w:rPr>
        <w:t xml:space="preserve">, </w:t>
      </w:r>
      <w:r w:rsidR="0024252B" w:rsidRPr="002813C1">
        <w:rPr>
          <w:i/>
          <w:szCs w:val="32"/>
        </w:rPr>
        <w:t>chère dame</w:t>
      </w:r>
      <w:r>
        <w:rPr>
          <w:i/>
          <w:szCs w:val="32"/>
        </w:rPr>
        <w:t xml:space="preserve">, </w:t>
      </w:r>
      <w:r w:rsidR="0024252B" w:rsidRPr="002813C1">
        <w:rPr>
          <w:i/>
          <w:szCs w:val="32"/>
        </w:rPr>
        <w:t>toutes mes amitiés</w:t>
      </w:r>
      <w:r>
        <w:rPr>
          <w:i/>
          <w:szCs w:val="32"/>
        </w:rPr>
        <w:t xml:space="preserve">. </w:t>
      </w:r>
      <w:r w:rsidR="0024252B" w:rsidRPr="002813C1">
        <w:rPr>
          <w:i/>
          <w:szCs w:val="32"/>
        </w:rPr>
        <w:t>V</w:t>
      </w:r>
      <w:r>
        <w:t>… »</w:t>
      </w:r>
    </w:p>
    <w:p w14:paraId="4567FF08" w14:textId="77777777" w:rsidR="00B77E03" w:rsidRDefault="0024252B" w:rsidP="00B77E03">
      <w:r w:rsidRPr="002813C1">
        <w:t>Et en post-scriptum il y avait</w:t>
      </w:r>
      <w:r w:rsidR="00B77E03">
        <w:t> :</w:t>
      </w:r>
    </w:p>
    <w:p w14:paraId="14912007" w14:textId="3343A6EF" w:rsidR="00B77E03" w:rsidRDefault="00B77E03" w:rsidP="00B77E03">
      <w:r>
        <w:t>« </w:t>
      </w:r>
      <w:r w:rsidR="0024252B" w:rsidRPr="002813C1">
        <w:rPr>
          <w:i/>
          <w:szCs w:val="32"/>
        </w:rPr>
        <w:t>En venant</w:t>
      </w:r>
      <w:r>
        <w:rPr>
          <w:i/>
          <w:szCs w:val="32"/>
        </w:rPr>
        <w:t xml:space="preserve">, </w:t>
      </w:r>
      <w:r w:rsidR="0024252B" w:rsidRPr="002813C1">
        <w:rPr>
          <w:i/>
          <w:szCs w:val="32"/>
        </w:rPr>
        <w:t>mardi</w:t>
      </w:r>
      <w:r>
        <w:rPr>
          <w:i/>
          <w:szCs w:val="32"/>
        </w:rPr>
        <w:t xml:space="preserve">, </w:t>
      </w:r>
      <w:r w:rsidR="0024252B" w:rsidRPr="002813C1">
        <w:rPr>
          <w:i/>
          <w:szCs w:val="32"/>
        </w:rPr>
        <w:t>rapportez aussi cette lettre</w:t>
      </w:r>
      <w:r>
        <w:rPr>
          <w:i/>
          <w:szCs w:val="32"/>
        </w:rPr>
        <w:t xml:space="preserve"> : </w:t>
      </w:r>
      <w:r w:rsidR="0024252B" w:rsidRPr="002813C1">
        <w:rPr>
          <w:i/>
          <w:szCs w:val="32"/>
        </w:rPr>
        <w:t>nous la brûlerons ensemble</w:t>
      </w:r>
      <w:r>
        <w:rPr>
          <w:i/>
          <w:szCs w:val="32"/>
        </w:rPr>
        <w:t xml:space="preserve">… </w:t>
      </w:r>
      <w:r w:rsidR="0024252B" w:rsidRPr="002813C1">
        <w:rPr>
          <w:i/>
          <w:szCs w:val="32"/>
        </w:rPr>
        <w:t>N</w:t>
      </w:r>
      <w:r>
        <w:rPr>
          <w:i/>
          <w:szCs w:val="32"/>
        </w:rPr>
        <w:t>’</w:t>
      </w:r>
      <w:r w:rsidR="0024252B" w:rsidRPr="002813C1">
        <w:rPr>
          <w:i/>
          <w:szCs w:val="32"/>
        </w:rPr>
        <w:t>allez pas vous imaginer que je me défie de vous</w:t>
      </w:r>
      <w:r>
        <w:rPr>
          <w:i/>
          <w:szCs w:val="32"/>
        </w:rPr>
        <w:t xml:space="preserve">… </w:t>
      </w:r>
      <w:r w:rsidR="0024252B" w:rsidRPr="002813C1">
        <w:rPr>
          <w:i/>
          <w:szCs w:val="32"/>
        </w:rPr>
        <w:t>C</w:t>
      </w:r>
      <w:r>
        <w:rPr>
          <w:i/>
          <w:szCs w:val="32"/>
        </w:rPr>
        <w:t>’</w:t>
      </w:r>
      <w:r w:rsidR="0024252B" w:rsidRPr="002813C1">
        <w:rPr>
          <w:i/>
          <w:szCs w:val="32"/>
        </w:rPr>
        <w:t>est qu</w:t>
      </w:r>
      <w:r>
        <w:rPr>
          <w:i/>
          <w:szCs w:val="32"/>
        </w:rPr>
        <w:t>’</w:t>
      </w:r>
      <w:r w:rsidR="0024252B" w:rsidRPr="002813C1">
        <w:rPr>
          <w:i/>
          <w:szCs w:val="32"/>
        </w:rPr>
        <w:t>il n</w:t>
      </w:r>
      <w:r>
        <w:rPr>
          <w:i/>
          <w:szCs w:val="32"/>
        </w:rPr>
        <w:t>’</w:t>
      </w:r>
      <w:r w:rsidR="0024252B" w:rsidRPr="002813C1">
        <w:rPr>
          <w:i/>
          <w:szCs w:val="32"/>
        </w:rPr>
        <w:t>y a rien de perfide comme les paperasses</w:t>
      </w:r>
      <w:r>
        <w:t>… »</w:t>
      </w:r>
    </w:p>
    <w:p w14:paraId="0D43750F" w14:textId="7BD07D4D" w:rsidR="00B77E03" w:rsidRDefault="0024252B" w:rsidP="00B77E03">
      <w:r w:rsidRPr="002813C1">
        <w:t>Durant plus d</w:t>
      </w:r>
      <w:r w:rsidR="00B77E03">
        <w:t>’</w:t>
      </w:r>
      <w:r w:rsidRPr="002813C1">
        <w:t>une minute</w:t>
      </w:r>
      <w:r w:rsidR="00B77E03">
        <w:t>, M</w:t>
      </w:r>
      <w:r w:rsidR="00B77E03" w:rsidRPr="00B77E03">
        <w:rPr>
          <w:vertAlign w:val="superscript"/>
        </w:rPr>
        <w:t>lle</w:t>
      </w:r>
      <w:r w:rsidR="00B77E03">
        <w:t> </w:t>
      </w:r>
      <w:r w:rsidRPr="002813C1">
        <w:t>Marguerite demeura écrasée de l</w:t>
      </w:r>
      <w:r w:rsidR="00B77E03">
        <w:t>’</w:t>
      </w:r>
      <w:r w:rsidRPr="002813C1">
        <w:t xml:space="preserve">impudence du marquis de </w:t>
      </w:r>
      <w:proofErr w:type="spellStart"/>
      <w:r w:rsidRPr="002813C1">
        <w:t>Valorsay</w:t>
      </w:r>
      <w:proofErr w:type="spellEnd"/>
      <w:r w:rsidR="00B77E03">
        <w:t xml:space="preserve">, </w:t>
      </w:r>
      <w:r w:rsidRPr="002813C1">
        <w:t>tout étourdie de cette lettre obscure et si claire à la fois et dont chaque ligne était une menace pour l</w:t>
      </w:r>
      <w:r w:rsidR="00B77E03">
        <w:t>’</w:t>
      </w:r>
      <w:r w:rsidRPr="002813C1">
        <w:t>avenir</w:t>
      </w:r>
      <w:r w:rsidR="00B77E03">
        <w:t>…</w:t>
      </w:r>
    </w:p>
    <w:p w14:paraId="2CEA39DA" w14:textId="77777777" w:rsidR="00B77E03" w:rsidRDefault="0024252B" w:rsidP="00B77E03">
      <w:r w:rsidRPr="002813C1">
        <w:t>La réalité dépassait ses pires appréhensions</w:t>
      </w:r>
      <w:r w:rsidR="00B77E03">
        <w:t>.</w:t>
      </w:r>
    </w:p>
    <w:p w14:paraId="733A3DF9" w14:textId="77777777" w:rsidR="00B77E03" w:rsidRDefault="0024252B" w:rsidP="00B77E03">
      <w:r w:rsidRPr="002813C1">
        <w:t>Mais elle secoua cette torpeur</w:t>
      </w:r>
      <w:r w:rsidR="00B77E03">
        <w:t xml:space="preserve">, </w:t>
      </w:r>
      <w:r w:rsidRPr="002813C1">
        <w:t>comprenant toute la gravité de sa situation</w:t>
      </w:r>
      <w:r w:rsidR="00B77E03">
        <w:t xml:space="preserve">, </w:t>
      </w:r>
      <w:r w:rsidRPr="002813C1">
        <w:t>combien les instants étaient précieux</w:t>
      </w:r>
      <w:r w:rsidR="00B77E03">
        <w:t xml:space="preserve">, </w:t>
      </w:r>
      <w:r w:rsidRPr="002813C1">
        <w:t>et qu</w:t>
      </w:r>
      <w:r w:rsidR="00B77E03">
        <w:t>’</w:t>
      </w:r>
      <w:r w:rsidRPr="002813C1">
        <w:t>il importait de prendre un parti sur-le-champ</w:t>
      </w:r>
      <w:r w:rsidR="00B77E03">
        <w:t xml:space="preserve">. </w:t>
      </w:r>
      <w:r w:rsidRPr="002813C1">
        <w:t>Terrible fut alors son indécision</w:t>
      </w:r>
      <w:r w:rsidR="00B77E03">
        <w:t xml:space="preserve">. </w:t>
      </w:r>
      <w:r w:rsidRPr="002813C1">
        <w:t>Que résoudre</w:t>
      </w:r>
      <w:r w:rsidR="00B77E03">
        <w:t xml:space="preserve">, </w:t>
      </w:r>
      <w:r w:rsidRPr="002813C1">
        <w:t>que faire</w:t>
      </w:r>
      <w:r w:rsidR="00B77E03">
        <w:t> ?</w:t>
      </w:r>
    </w:p>
    <w:p w14:paraId="6E2FE43A" w14:textId="77777777" w:rsidR="00B77E03" w:rsidRDefault="0024252B" w:rsidP="00B77E03">
      <w:r w:rsidRPr="002813C1">
        <w:t>Remettrait-elle simplement la lettre à sa place</w:t>
      </w:r>
      <w:r w:rsidR="00B77E03">
        <w:t xml:space="preserve">, </w:t>
      </w:r>
      <w:r w:rsidRPr="002813C1">
        <w:t>et continuerait-elle</w:t>
      </w:r>
      <w:r w:rsidR="00B77E03">
        <w:t xml:space="preserve">, </w:t>
      </w:r>
      <w:r w:rsidRPr="002813C1">
        <w:t>comme si rien n</w:t>
      </w:r>
      <w:r w:rsidR="00B77E03">
        <w:t>’</w:t>
      </w:r>
      <w:r w:rsidRPr="002813C1">
        <w:t>était</w:t>
      </w:r>
      <w:r w:rsidR="00B77E03">
        <w:t xml:space="preserve">, </w:t>
      </w:r>
      <w:r w:rsidRPr="002813C1">
        <w:t>son rôle de dupe</w:t>
      </w:r>
      <w:r w:rsidR="00B77E03">
        <w:t xml:space="preserve"> ?… </w:t>
      </w:r>
      <w:r w:rsidRPr="002813C1">
        <w:t>Non</w:t>
      </w:r>
      <w:r w:rsidR="00B77E03">
        <w:t xml:space="preserve">, </w:t>
      </w:r>
      <w:r w:rsidRPr="002813C1">
        <w:t>ce n</w:t>
      </w:r>
      <w:r w:rsidR="00B77E03">
        <w:t>’</w:t>
      </w:r>
      <w:r w:rsidRPr="002813C1">
        <w:t>était pas possible</w:t>
      </w:r>
      <w:r w:rsidR="00B77E03">
        <w:t xml:space="preserve">… </w:t>
      </w:r>
      <w:r w:rsidRPr="002813C1">
        <w:t>Il y eût eu de la démence à se dessaisir ainsi de cette preuve flagrante de l</w:t>
      </w:r>
      <w:r w:rsidR="00B77E03">
        <w:t>’</w:t>
      </w:r>
      <w:r w:rsidRPr="002813C1">
        <w:t>infamie du marquis</w:t>
      </w:r>
      <w:r w:rsidR="00B77E03">
        <w:t>.</w:t>
      </w:r>
    </w:p>
    <w:p w14:paraId="22949DFA" w14:textId="309B7A8F" w:rsidR="00B77E03" w:rsidRDefault="0024252B" w:rsidP="00B77E03">
      <w:r w:rsidRPr="002813C1">
        <w:t>D</w:t>
      </w:r>
      <w:r w:rsidR="00B77E03">
        <w:t>’</w:t>
      </w:r>
      <w:r w:rsidRPr="002813C1">
        <w:t>un autre côté</w:t>
      </w:r>
      <w:r w:rsidR="00B77E03">
        <w:t xml:space="preserve">, </w:t>
      </w:r>
      <w:r w:rsidRPr="002813C1">
        <w:t>garder la lettre</w:t>
      </w:r>
      <w:r w:rsidR="00B77E03">
        <w:t xml:space="preserve">, </w:t>
      </w:r>
      <w:r w:rsidRPr="002813C1">
        <w:t>c</w:t>
      </w:r>
      <w:r w:rsidR="00B77E03">
        <w:t>’</w:t>
      </w:r>
      <w:r w:rsidRPr="002813C1">
        <w:t>était provoquer une enquête et un esclandre</w:t>
      </w:r>
      <w:r w:rsidR="00B77E03">
        <w:t>… M. de </w:t>
      </w:r>
      <w:proofErr w:type="spellStart"/>
      <w:r w:rsidRPr="002813C1">
        <w:t>Valorsay</w:t>
      </w:r>
      <w:proofErr w:type="spellEnd"/>
      <w:r w:rsidRPr="002813C1">
        <w:t xml:space="preserve"> serait atteint mais non terrassé</w:t>
      </w:r>
      <w:r w:rsidR="00B77E03">
        <w:t xml:space="preserve">, </w:t>
      </w:r>
      <w:r w:rsidRPr="002813C1">
        <w:t>et on ne saurait rien de ces projets qui nécessitaient l</w:t>
      </w:r>
      <w:r w:rsidR="00B77E03">
        <w:t>’</w:t>
      </w:r>
      <w:r w:rsidRPr="002813C1">
        <w:t>intervention du médecin</w:t>
      </w:r>
      <w:r w:rsidR="00B77E03">
        <w:t>.</w:t>
      </w:r>
    </w:p>
    <w:p w14:paraId="74C32720" w14:textId="77777777" w:rsidR="00B77E03" w:rsidRDefault="0024252B" w:rsidP="00B77E03">
      <w:r w:rsidRPr="002813C1">
        <w:t>L</w:t>
      </w:r>
      <w:r w:rsidR="00B77E03">
        <w:t>’</w:t>
      </w:r>
      <w:r w:rsidRPr="002813C1">
        <w:t>idée lui vint d</w:t>
      </w:r>
      <w:r w:rsidR="00B77E03">
        <w:t>’</w:t>
      </w:r>
      <w:r w:rsidRPr="002813C1">
        <w:t>abord de courir chez son vieil ami le juge de paix</w:t>
      </w:r>
      <w:r w:rsidR="00B77E03">
        <w:t xml:space="preserve">… </w:t>
      </w:r>
      <w:r w:rsidRPr="002813C1">
        <w:t>Mais le trouverait-elle</w:t>
      </w:r>
      <w:r w:rsidR="00B77E03">
        <w:t xml:space="preserve"> ?… </w:t>
      </w:r>
      <w:r w:rsidRPr="002813C1">
        <w:t>Il demeurait fort loin et le temps pressait</w:t>
      </w:r>
      <w:r w:rsidR="00B77E03">
        <w:t>…</w:t>
      </w:r>
    </w:p>
    <w:p w14:paraId="6DDB5F6B" w14:textId="77777777" w:rsidR="00B77E03" w:rsidRDefault="0024252B" w:rsidP="00B77E03">
      <w:r w:rsidRPr="002813C1">
        <w:lastRenderedPageBreak/>
        <w:t>Alors elle songea à se rendre chez un homme d</w:t>
      </w:r>
      <w:r w:rsidR="00B77E03">
        <w:t>’</w:t>
      </w:r>
      <w:r w:rsidRPr="002813C1">
        <w:t>affaires</w:t>
      </w:r>
      <w:r w:rsidR="00B77E03">
        <w:t xml:space="preserve">, </w:t>
      </w:r>
      <w:r w:rsidRPr="002813C1">
        <w:t>chez un notaire</w:t>
      </w:r>
      <w:r w:rsidR="00B77E03">
        <w:t xml:space="preserve">, </w:t>
      </w:r>
      <w:r w:rsidRPr="002813C1">
        <w:t>chez un juge</w:t>
      </w:r>
      <w:r w:rsidR="00B77E03">
        <w:t xml:space="preserve">… </w:t>
      </w:r>
      <w:r w:rsidRPr="002813C1">
        <w:t>Elle montrerait la lettre</w:t>
      </w:r>
      <w:r w:rsidR="00B77E03">
        <w:t xml:space="preserve">, </w:t>
      </w:r>
      <w:r w:rsidRPr="002813C1">
        <w:t>on en prendrait copie</w:t>
      </w:r>
      <w:r w:rsidR="00B77E03">
        <w:t xml:space="preserve">… </w:t>
      </w:r>
      <w:r w:rsidRPr="002813C1">
        <w:t>Mais non</w:t>
      </w:r>
      <w:r w:rsidR="00B77E03">
        <w:t xml:space="preserve">, </w:t>
      </w:r>
      <w:r w:rsidRPr="002813C1">
        <w:t>ce moyen ne valait rien</w:t>
      </w:r>
      <w:r w:rsidR="00B77E03">
        <w:t xml:space="preserve">, </w:t>
      </w:r>
      <w:r w:rsidRPr="002813C1">
        <w:t>le marquis aurait ensuite la ressource de nier</w:t>
      </w:r>
      <w:r w:rsidR="00B77E03">
        <w:t>…</w:t>
      </w:r>
    </w:p>
    <w:p w14:paraId="5AC88CDB" w14:textId="77777777" w:rsidR="00B77E03" w:rsidRDefault="0024252B" w:rsidP="00B77E03">
      <w:r w:rsidRPr="002813C1">
        <w:t>Elle se désespérait</w:t>
      </w:r>
      <w:r w:rsidR="00B77E03">
        <w:t xml:space="preserve">, </w:t>
      </w:r>
      <w:r w:rsidRPr="002813C1">
        <w:t>elle s</w:t>
      </w:r>
      <w:r w:rsidR="00B77E03">
        <w:t>’</w:t>
      </w:r>
      <w:r w:rsidRPr="002813C1">
        <w:t>accusait d</w:t>
      </w:r>
      <w:r w:rsidR="00B77E03">
        <w:t>’</w:t>
      </w:r>
      <w:r w:rsidRPr="002813C1">
        <w:t>ineptie</w:t>
      </w:r>
      <w:r w:rsidR="00B77E03">
        <w:t xml:space="preserve">, </w:t>
      </w:r>
      <w:r w:rsidRPr="002813C1">
        <w:t>quand une inspiration</w:t>
      </w:r>
      <w:r w:rsidR="00B77E03">
        <w:t xml:space="preserve">, </w:t>
      </w:r>
      <w:r w:rsidRPr="002813C1">
        <w:t>soudaine comme l</w:t>
      </w:r>
      <w:r w:rsidR="00B77E03">
        <w:t>’</w:t>
      </w:r>
      <w:r w:rsidRPr="002813C1">
        <w:t>éclair déchirant la nuit</w:t>
      </w:r>
      <w:r w:rsidR="00B77E03">
        <w:t xml:space="preserve">, </w:t>
      </w:r>
      <w:r w:rsidRPr="002813C1">
        <w:t>illumina son cerveau</w:t>
      </w:r>
      <w:r w:rsidR="00B77E03">
        <w:t>.</w:t>
      </w:r>
    </w:p>
    <w:p w14:paraId="0EC73022" w14:textId="77777777" w:rsidR="00B77E03" w:rsidRDefault="00B77E03" w:rsidP="00B77E03">
      <w:r>
        <w:t>— </w:t>
      </w:r>
      <w:r w:rsidR="0024252B" w:rsidRPr="002813C1">
        <w:t>Ô Pascal</w:t>
      </w:r>
      <w:r>
        <w:t xml:space="preserve"> ! </w:t>
      </w:r>
      <w:r w:rsidR="0024252B" w:rsidRPr="002813C1">
        <w:t>nous sommes sauvés</w:t>
      </w:r>
      <w:r>
        <w:t xml:space="preserve"> !… </w:t>
      </w:r>
      <w:r w:rsidR="0024252B" w:rsidRPr="002813C1">
        <w:t>s</w:t>
      </w:r>
      <w:r>
        <w:t>’</w:t>
      </w:r>
      <w:r w:rsidR="0024252B" w:rsidRPr="002813C1">
        <w:t>écria-t-elle</w:t>
      </w:r>
      <w:r>
        <w:t>.</w:t>
      </w:r>
    </w:p>
    <w:p w14:paraId="0DE1E275" w14:textId="77777777" w:rsidR="00B77E03" w:rsidRDefault="0024252B" w:rsidP="00B77E03">
      <w:r w:rsidRPr="002813C1">
        <w:t>Aussitôt</w:t>
      </w:r>
      <w:r w:rsidR="00B77E03">
        <w:t xml:space="preserve">, </w:t>
      </w:r>
      <w:r w:rsidRPr="002813C1">
        <w:t>sans plus réfléchir</w:t>
      </w:r>
      <w:r w:rsidR="00B77E03">
        <w:t xml:space="preserve">, </w:t>
      </w:r>
      <w:r w:rsidRPr="002813C1">
        <w:t>elle jeta un manteau sur ses épaules</w:t>
      </w:r>
      <w:r w:rsidR="00B77E03">
        <w:t xml:space="preserve">, </w:t>
      </w:r>
      <w:r w:rsidRPr="002813C1">
        <w:t>noua au hasard un chapeau sur sa tête</w:t>
      </w:r>
      <w:r w:rsidR="00B77E03">
        <w:t xml:space="preserve">, </w:t>
      </w:r>
      <w:r w:rsidRPr="002813C1">
        <w:t>et sans rien dire à personne sortit</w:t>
      </w:r>
      <w:r w:rsidR="00B77E03">
        <w:t>.</w:t>
      </w:r>
    </w:p>
    <w:p w14:paraId="3BE1DBCF" w14:textId="77777777" w:rsidR="00B77E03" w:rsidRDefault="0024252B" w:rsidP="00B77E03">
      <w:r w:rsidRPr="002813C1">
        <w:t>Malheureusement elle ne connaissait pas le quartier</w:t>
      </w:r>
      <w:r w:rsidR="00B77E03">
        <w:t xml:space="preserve">, </w:t>
      </w:r>
      <w:r w:rsidRPr="002813C1">
        <w:t>et quand elle arriva à l</w:t>
      </w:r>
      <w:r w:rsidR="00B77E03">
        <w:t>’</w:t>
      </w:r>
      <w:r w:rsidRPr="002813C1">
        <w:t>angle de la rue Pigalle et de la rue Notre-Dame-de-Lorette</w:t>
      </w:r>
      <w:r w:rsidR="00B77E03">
        <w:t xml:space="preserve">, </w:t>
      </w:r>
      <w:r w:rsidRPr="002813C1">
        <w:t>l</w:t>
      </w:r>
      <w:r w:rsidR="00B77E03">
        <w:t>’</w:t>
      </w:r>
      <w:r w:rsidRPr="002813C1">
        <w:t>embarras la prit</w:t>
      </w:r>
      <w:r w:rsidR="00B77E03">
        <w:t>.</w:t>
      </w:r>
    </w:p>
    <w:p w14:paraId="270D90EF" w14:textId="77777777" w:rsidR="00B77E03" w:rsidRDefault="0024252B" w:rsidP="00B77E03">
      <w:r w:rsidRPr="002813C1">
        <w:t>Tremblant de s</w:t>
      </w:r>
      <w:r w:rsidR="00B77E03">
        <w:t>’</w:t>
      </w:r>
      <w:r w:rsidRPr="002813C1">
        <w:t>égarer</w:t>
      </w:r>
      <w:r w:rsidR="00B77E03">
        <w:t xml:space="preserve">, </w:t>
      </w:r>
      <w:r w:rsidRPr="002813C1">
        <w:t>elle entra chez l</w:t>
      </w:r>
      <w:r w:rsidR="00B77E03">
        <w:t>’</w:t>
      </w:r>
      <w:r w:rsidRPr="002813C1">
        <w:t>épicier dont le magasin occupe le coin</w:t>
      </w:r>
      <w:r w:rsidR="00B77E03">
        <w:t xml:space="preserve">, </w:t>
      </w:r>
      <w:r w:rsidRPr="002813C1">
        <w:t>et d</w:t>
      </w:r>
      <w:r w:rsidR="00B77E03">
        <w:t>’</w:t>
      </w:r>
      <w:r w:rsidRPr="002813C1">
        <w:t>une voix troublée</w:t>
      </w:r>
      <w:r w:rsidR="00B77E03">
        <w:t> :</w:t>
      </w:r>
    </w:p>
    <w:p w14:paraId="4E9964E0" w14:textId="77777777" w:rsidR="00B77E03" w:rsidRDefault="00B77E03" w:rsidP="00B77E03">
      <w:r>
        <w:t>— </w:t>
      </w:r>
      <w:r w:rsidR="0024252B" w:rsidRPr="002813C1">
        <w:t>Voudriez-vous</w:t>
      </w:r>
      <w:r>
        <w:t xml:space="preserve">, </w:t>
      </w:r>
      <w:r w:rsidR="0024252B" w:rsidRPr="002813C1">
        <w:t>monsieur</w:t>
      </w:r>
      <w:r>
        <w:t xml:space="preserve">, </w:t>
      </w:r>
      <w:r w:rsidR="0024252B" w:rsidRPr="002813C1">
        <w:t>demanda-t-elle</w:t>
      </w:r>
      <w:r>
        <w:t xml:space="preserve">, </w:t>
      </w:r>
      <w:r w:rsidR="0024252B" w:rsidRPr="002813C1">
        <w:t>m</w:t>
      </w:r>
      <w:r>
        <w:t>’</w:t>
      </w:r>
      <w:r w:rsidR="0024252B" w:rsidRPr="002813C1">
        <w:t>indiquer un photographe aux environs</w:t>
      </w:r>
      <w:r>
        <w:t>…</w:t>
      </w:r>
    </w:p>
    <w:p w14:paraId="6EAA6313" w14:textId="77777777" w:rsidR="00B77E03" w:rsidRDefault="0024252B" w:rsidP="00B77E03">
      <w:r w:rsidRPr="002813C1">
        <w:t>Sa physionomie égarée donnait à cette demande une telle singularité</w:t>
      </w:r>
      <w:r w:rsidR="00B77E03">
        <w:t xml:space="preserve">, </w:t>
      </w:r>
      <w:r w:rsidRPr="002813C1">
        <w:t>que l</w:t>
      </w:r>
      <w:r w:rsidR="00B77E03">
        <w:t>’</w:t>
      </w:r>
      <w:r w:rsidRPr="002813C1">
        <w:t>épicier la toisa pour s</w:t>
      </w:r>
      <w:r w:rsidR="00B77E03">
        <w:t>’</w:t>
      </w:r>
      <w:r w:rsidRPr="002813C1">
        <w:t>assurer qu</w:t>
      </w:r>
      <w:r w:rsidR="00B77E03">
        <w:t>’</w:t>
      </w:r>
      <w:r w:rsidRPr="002813C1">
        <w:t>elle ne se moquait pas de lui</w:t>
      </w:r>
      <w:r w:rsidR="00B77E03">
        <w:t>.</w:t>
      </w:r>
    </w:p>
    <w:p w14:paraId="53CB05DE" w14:textId="77777777" w:rsidR="00B77E03" w:rsidRDefault="00B77E03" w:rsidP="00B77E03">
      <w:r>
        <w:t>— </w:t>
      </w:r>
      <w:r w:rsidR="0024252B" w:rsidRPr="002813C1">
        <w:t>Vous n</w:t>
      </w:r>
      <w:r>
        <w:t>’</w:t>
      </w:r>
      <w:r w:rsidR="0024252B" w:rsidRPr="002813C1">
        <w:t>avez qu</w:t>
      </w:r>
      <w:r>
        <w:t>’</w:t>
      </w:r>
      <w:r w:rsidR="0024252B" w:rsidRPr="002813C1">
        <w:t>à descendre la rue Notre-Dame-de-Lorette</w:t>
      </w:r>
      <w:r>
        <w:t xml:space="preserve">, </w:t>
      </w:r>
      <w:r w:rsidR="0024252B" w:rsidRPr="002813C1">
        <w:t>répondit-il enfin</w:t>
      </w:r>
      <w:r>
        <w:t xml:space="preserve">, </w:t>
      </w:r>
      <w:r w:rsidR="0024252B" w:rsidRPr="002813C1">
        <w:t>et dans le bas</w:t>
      </w:r>
      <w:r>
        <w:t xml:space="preserve">, </w:t>
      </w:r>
      <w:r w:rsidR="0024252B" w:rsidRPr="002813C1">
        <w:t>à main gauche</w:t>
      </w:r>
      <w:r>
        <w:t xml:space="preserve">, </w:t>
      </w:r>
      <w:r w:rsidR="0024252B" w:rsidRPr="002813C1">
        <w:t xml:space="preserve">vous trouverez la photographie </w:t>
      </w:r>
      <w:proofErr w:type="spellStart"/>
      <w:r w:rsidR="0024252B" w:rsidRPr="002813C1">
        <w:t>Carjat</w:t>
      </w:r>
      <w:proofErr w:type="spellEnd"/>
      <w:r>
        <w:t>.</w:t>
      </w:r>
    </w:p>
    <w:p w14:paraId="3D85E7E6" w14:textId="77777777" w:rsidR="00B77E03" w:rsidRDefault="00B77E03" w:rsidP="00B77E03">
      <w:r>
        <w:t>— </w:t>
      </w:r>
      <w:r w:rsidR="0024252B" w:rsidRPr="002813C1">
        <w:t>Merci</w:t>
      </w:r>
      <w:r>
        <w:t> !…</w:t>
      </w:r>
    </w:p>
    <w:p w14:paraId="036D26F6" w14:textId="77777777" w:rsidR="00B77E03" w:rsidRDefault="0024252B" w:rsidP="00B77E03">
      <w:r w:rsidRPr="002813C1">
        <w:t>L</w:t>
      </w:r>
      <w:r w:rsidR="00B77E03">
        <w:t>’</w:t>
      </w:r>
      <w:r w:rsidRPr="002813C1">
        <w:t>épicier s</w:t>
      </w:r>
      <w:r w:rsidR="00B77E03">
        <w:t>’</w:t>
      </w:r>
      <w:r w:rsidRPr="002813C1">
        <w:t>avança jusque sur le seuil de son magasin pour la suivre des yeux</w:t>
      </w:r>
      <w:r w:rsidR="00B77E03">
        <w:t>.</w:t>
      </w:r>
    </w:p>
    <w:p w14:paraId="79FE573A" w14:textId="77777777" w:rsidR="00B77E03" w:rsidRDefault="00B77E03" w:rsidP="00B77E03">
      <w:r>
        <w:lastRenderedPageBreak/>
        <w:t>— </w:t>
      </w:r>
      <w:r w:rsidR="0024252B" w:rsidRPr="002813C1">
        <w:t>Voilà</w:t>
      </w:r>
      <w:r>
        <w:t xml:space="preserve">, </w:t>
      </w:r>
      <w:r w:rsidR="0024252B" w:rsidRPr="002813C1">
        <w:t>pensait-il</w:t>
      </w:r>
      <w:r>
        <w:t xml:space="preserve">, </w:t>
      </w:r>
      <w:r w:rsidR="0024252B" w:rsidRPr="002813C1">
        <w:t>une jeune dame qui n</w:t>
      </w:r>
      <w:r>
        <w:t>’</w:t>
      </w:r>
      <w:r w:rsidR="0024252B" w:rsidRPr="002813C1">
        <w:t>a pas la tête bien solide</w:t>
      </w:r>
      <w:r>
        <w:t>.</w:t>
      </w:r>
    </w:p>
    <w:p w14:paraId="23FAB648" w14:textId="77777777" w:rsidR="00B77E03" w:rsidRDefault="0024252B" w:rsidP="00B77E03">
      <w:r w:rsidRPr="002813C1">
        <w:t>Ses allures</w:t>
      </w:r>
      <w:r w:rsidR="00B77E03">
        <w:t xml:space="preserve">, </w:t>
      </w:r>
      <w:r w:rsidRPr="002813C1">
        <w:t>en effet</w:t>
      </w:r>
      <w:r w:rsidR="00B77E03">
        <w:t xml:space="preserve">, </w:t>
      </w:r>
      <w:r w:rsidRPr="002813C1">
        <w:t>étaient si extraordinaires et si précipitées</w:t>
      </w:r>
      <w:r w:rsidR="00B77E03">
        <w:t xml:space="preserve">, </w:t>
      </w:r>
      <w:r w:rsidRPr="002813C1">
        <w:t>qu</w:t>
      </w:r>
      <w:r w:rsidR="00B77E03">
        <w:t>’</w:t>
      </w:r>
      <w:r w:rsidRPr="002813C1">
        <w:t>on se retournait sur son passage</w:t>
      </w:r>
      <w:r w:rsidR="00B77E03">
        <w:t xml:space="preserve">… </w:t>
      </w:r>
      <w:r w:rsidRPr="002813C1">
        <w:t>Elle le remarqua</w:t>
      </w:r>
      <w:r w:rsidR="00B77E03">
        <w:t xml:space="preserve">, </w:t>
      </w:r>
      <w:r w:rsidRPr="002813C1">
        <w:t>et faisant effort sur elle-même ralentit sa marche</w:t>
      </w:r>
      <w:r w:rsidR="00B77E03">
        <w:t>.</w:t>
      </w:r>
    </w:p>
    <w:p w14:paraId="156ED99E" w14:textId="77777777" w:rsidR="00B77E03" w:rsidRDefault="0024252B" w:rsidP="00B77E03">
      <w:r w:rsidRPr="002813C1">
        <w:t>Aussi bien</w:t>
      </w:r>
      <w:r w:rsidR="00B77E03">
        <w:t xml:space="preserve">, </w:t>
      </w:r>
      <w:r w:rsidRPr="002813C1">
        <w:t>elle approchait de l</w:t>
      </w:r>
      <w:r w:rsidR="00B77E03">
        <w:t>’</w:t>
      </w:r>
      <w:r w:rsidRPr="002813C1">
        <w:t>endroit qu</w:t>
      </w:r>
      <w:r w:rsidR="00B77E03">
        <w:t>’</w:t>
      </w:r>
      <w:r w:rsidRPr="002813C1">
        <w:t>on lui avait indiqué</w:t>
      </w:r>
      <w:r w:rsidR="00B77E03">
        <w:t xml:space="preserve">… </w:t>
      </w:r>
      <w:r w:rsidRPr="002813C1">
        <w:t>Bientôt</w:t>
      </w:r>
      <w:r w:rsidR="00B77E03">
        <w:t xml:space="preserve">, </w:t>
      </w:r>
      <w:r w:rsidRPr="002813C1">
        <w:t>de chaque côté d</w:t>
      </w:r>
      <w:r w:rsidR="00B77E03">
        <w:t>’</w:t>
      </w:r>
      <w:r w:rsidRPr="002813C1">
        <w:t>une porte cochère</w:t>
      </w:r>
      <w:r w:rsidR="00B77E03">
        <w:t xml:space="preserve">, </w:t>
      </w:r>
      <w:r w:rsidRPr="002813C1">
        <w:t>elle aperçut des cadres pleins de portraits</w:t>
      </w:r>
      <w:r w:rsidR="00B77E03">
        <w:t xml:space="preserve">, </w:t>
      </w:r>
      <w:r w:rsidRPr="002813C1">
        <w:t>et au-dessus le nom qu</w:t>
      </w:r>
      <w:r w:rsidR="00B77E03">
        <w:t>’</w:t>
      </w:r>
      <w:r w:rsidRPr="002813C1">
        <w:t>on lui avait dit</w:t>
      </w:r>
      <w:r w:rsidR="00B77E03">
        <w:t xml:space="preserve"> : </w:t>
      </w:r>
      <w:r w:rsidRPr="002813C1">
        <w:t>E</w:t>
      </w:r>
      <w:r w:rsidR="00B77E03">
        <w:t xml:space="preserve">. </w:t>
      </w:r>
      <w:proofErr w:type="spellStart"/>
      <w:r w:rsidRPr="002813C1">
        <w:t>Carjat</w:t>
      </w:r>
      <w:proofErr w:type="spellEnd"/>
      <w:r w:rsidR="00B77E03">
        <w:t>.</w:t>
      </w:r>
    </w:p>
    <w:p w14:paraId="6E0B0DBE" w14:textId="277066AA" w:rsidR="00B77E03" w:rsidRDefault="0024252B" w:rsidP="00B77E03">
      <w:r w:rsidRPr="002813C1">
        <w:t>Elle entra</w:t>
      </w:r>
      <w:r w:rsidR="00B77E03">
        <w:t xml:space="preserve">… </w:t>
      </w:r>
      <w:r w:rsidRPr="002813C1">
        <w:t>À droite de la vaste cour</w:t>
      </w:r>
      <w:r w:rsidR="00B77E03">
        <w:t xml:space="preserve">, </w:t>
      </w:r>
      <w:r w:rsidRPr="002813C1">
        <w:t>sur la porte d</w:t>
      </w:r>
      <w:r w:rsidR="00B77E03">
        <w:t>’</w:t>
      </w:r>
      <w:r w:rsidRPr="002813C1">
        <w:t>un élégant pavillon</w:t>
      </w:r>
      <w:r w:rsidR="00B77E03">
        <w:t xml:space="preserve">, </w:t>
      </w:r>
      <w:r w:rsidRPr="002813C1">
        <w:t>un homme était debout</w:t>
      </w:r>
      <w:r w:rsidR="00B77E03">
        <w:t>, M</w:t>
      </w:r>
      <w:r w:rsidR="00B77E03" w:rsidRPr="00B77E03">
        <w:rPr>
          <w:vertAlign w:val="superscript"/>
        </w:rPr>
        <w:t>lle</w:t>
      </w:r>
      <w:r w:rsidR="00B77E03">
        <w:t> </w:t>
      </w:r>
      <w:r w:rsidRPr="002813C1">
        <w:t>Marguerite s</w:t>
      </w:r>
      <w:r w:rsidR="00B77E03">
        <w:t>’</w:t>
      </w:r>
      <w:r w:rsidRPr="002813C1">
        <w:t>approcha de lui</w:t>
      </w:r>
      <w:r w:rsidR="00B77E03">
        <w:t xml:space="preserve">, </w:t>
      </w:r>
      <w:r w:rsidRPr="002813C1">
        <w:t>et demanda</w:t>
      </w:r>
      <w:r w:rsidR="00B77E03">
        <w:t> :</w:t>
      </w:r>
    </w:p>
    <w:p w14:paraId="63A4C9EA" w14:textId="5E30E8C7" w:rsidR="00B77E03" w:rsidRDefault="00B77E03" w:rsidP="00B77E03">
      <w:r>
        <w:t>— M. </w:t>
      </w:r>
      <w:proofErr w:type="spellStart"/>
      <w:r w:rsidR="0024252B" w:rsidRPr="002813C1">
        <w:t>Carjat</w:t>
      </w:r>
      <w:proofErr w:type="spellEnd"/>
      <w:r>
        <w:t> ?</w:t>
      </w:r>
    </w:p>
    <w:p w14:paraId="79288F2D" w14:textId="77777777" w:rsidR="00B77E03" w:rsidRDefault="00B77E03" w:rsidP="00B77E03">
      <w:r>
        <w:t>— </w:t>
      </w:r>
      <w:r w:rsidR="0024252B" w:rsidRPr="002813C1">
        <w:t>C</w:t>
      </w:r>
      <w:r>
        <w:t>’</w:t>
      </w:r>
      <w:r w:rsidR="0024252B" w:rsidRPr="002813C1">
        <w:t>est ici</w:t>
      </w:r>
      <w:r>
        <w:t xml:space="preserve">, </w:t>
      </w:r>
      <w:r w:rsidR="0024252B" w:rsidRPr="002813C1">
        <w:t>répondit l</w:t>
      </w:r>
      <w:r>
        <w:t>’</w:t>
      </w:r>
      <w:r w:rsidR="0024252B" w:rsidRPr="002813C1">
        <w:t>homme</w:t>
      </w:r>
      <w:r>
        <w:t xml:space="preserve">. </w:t>
      </w:r>
      <w:r w:rsidR="0024252B" w:rsidRPr="002813C1">
        <w:t>Madame vient pour une photographie</w:t>
      </w:r>
      <w:r>
        <w:t> ?</w:t>
      </w:r>
    </w:p>
    <w:p w14:paraId="2049BE4A" w14:textId="77777777" w:rsidR="00B77E03" w:rsidRDefault="00B77E03" w:rsidP="00B77E03">
      <w:r>
        <w:t>— </w:t>
      </w:r>
      <w:r w:rsidR="0024252B" w:rsidRPr="002813C1">
        <w:t>Oui</w:t>
      </w:r>
      <w:r>
        <w:t>.</w:t>
      </w:r>
    </w:p>
    <w:p w14:paraId="093D3BB5" w14:textId="77777777" w:rsidR="00B77E03" w:rsidRDefault="00B77E03" w:rsidP="00B77E03">
      <w:r>
        <w:t>— </w:t>
      </w:r>
      <w:r w:rsidR="0024252B" w:rsidRPr="002813C1">
        <w:t>Alors que madame prenne la peine de passer</w:t>
      </w:r>
      <w:r>
        <w:t xml:space="preserve">, </w:t>
      </w:r>
      <w:r w:rsidR="0024252B" w:rsidRPr="002813C1">
        <w:t>elle n</w:t>
      </w:r>
      <w:r>
        <w:t>’</w:t>
      </w:r>
      <w:r w:rsidR="0024252B" w:rsidRPr="002813C1">
        <w:t>attendra pas longtemps</w:t>
      </w:r>
      <w:r>
        <w:t xml:space="preserve">, </w:t>
      </w:r>
      <w:r w:rsidR="0024252B" w:rsidRPr="002813C1">
        <w:t>il n</w:t>
      </w:r>
      <w:r>
        <w:t>’</w:t>
      </w:r>
      <w:r w:rsidR="0024252B" w:rsidRPr="002813C1">
        <w:t>y a guère que quatre ou cinq personnes à faire poser</w:t>
      </w:r>
      <w:r>
        <w:t>.</w:t>
      </w:r>
    </w:p>
    <w:p w14:paraId="5DAF7586" w14:textId="14E884A9" w:rsidR="00B77E03" w:rsidRDefault="0024252B" w:rsidP="00B77E03">
      <w:r w:rsidRPr="002813C1">
        <w:t>Quatre ou cinq personnes</w:t>
      </w:r>
      <w:r w:rsidR="00B77E03">
        <w:t xml:space="preserve"> !… </w:t>
      </w:r>
      <w:r w:rsidRPr="002813C1">
        <w:t>Combien cela exigerait-il de temps</w:t>
      </w:r>
      <w:r w:rsidR="00B77E03">
        <w:t xml:space="preserve">, </w:t>
      </w:r>
      <w:r w:rsidRPr="002813C1">
        <w:t>une demi-heure</w:t>
      </w:r>
      <w:r w:rsidR="00B77E03">
        <w:t xml:space="preserve">, </w:t>
      </w:r>
      <w:r w:rsidRPr="002813C1">
        <w:t>deux heures</w:t>
      </w:r>
      <w:r w:rsidR="00B77E03">
        <w:t> ? M</w:t>
      </w:r>
      <w:r w:rsidR="00B77E03" w:rsidRPr="00B77E03">
        <w:rPr>
          <w:vertAlign w:val="superscript"/>
        </w:rPr>
        <w:t>lle</w:t>
      </w:r>
      <w:r w:rsidR="00B77E03">
        <w:t> </w:t>
      </w:r>
      <w:r w:rsidRPr="002813C1">
        <w:t>Marguerite n</w:t>
      </w:r>
      <w:r w:rsidR="00B77E03">
        <w:t>’</w:t>
      </w:r>
      <w:r w:rsidRPr="002813C1">
        <w:t>en avait même pas l</w:t>
      </w:r>
      <w:r w:rsidR="00B77E03">
        <w:t>’</w:t>
      </w:r>
      <w:r w:rsidRPr="002813C1">
        <w:t>idée</w:t>
      </w:r>
      <w:r w:rsidR="00B77E03">
        <w:t>.</w:t>
      </w:r>
    </w:p>
    <w:p w14:paraId="40A2840B" w14:textId="035FB4BA" w:rsidR="00B77E03" w:rsidRDefault="0024252B" w:rsidP="00B77E03">
      <w:r w:rsidRPr="002813C1">
        <w:t>Ce qu</w:t>
      </w:r>
      <w:r w:rsidR="00B77E03">
        <w:t>’</w:t>
      </w:r>
      <w:r w:rsidRPr="002813C1">
        <w:t>elle savait</w:t>
      </w:r>
      <w:r w:rsidR="00B77E03">
        <w:t xml:space="preserve">, </w:t>
      </w:r>
      <w:r w:rsidRPr="002813C1">
        <w:t>c</w:t>
      </w:r>
      <w:r w:rsidR="00B77E03">
        <w:t>’</w:t>
      </w:r>
      <w:r w:rsidRPr="002813C1">
        <w:t>est qu</w:t>
      </w:r>
      <w:r w:rsidR="00B77E03">
        <w:t>’</w:t>
      </w:r>
      <w:r w:rsidRPr="002813C1">
        <w:t>elle n</w:t>
      </w:r>
      <w:r w:rsidR="00B77E03">
        <w:t>’</w:t>
      </w:r>
      <w:r w:rsidRPr="002813C1">
        <w:t>avait pas une seconde à perdre</w:t>
      </w:r>
      <w:r w:rsidR="00B77E03">
        <w:t xml:space="preserve">, </w:t>
      </w:r>
      <w:r w:rsidRPr="002813C1">
        <w:t>c</w:t>
      </w:r>
      <w:r w:rsidR="00B77E03">
        <w:t>’</w:t>
      </w:r>
      <w:r w:rsidRPr="002813C1">
        <w:t xml:space="preserve">est que </w:t>
      </w:r>
      <w:r w:rsidR="00B77E03">
        <w:t>M</w:t>
      </w:r>
      <w:r w:rsidR="00B77E03" w:rsidRPr="00B77E03">
        <w:rPr>
          <w:vertAlign w:val="superscript"/>
        </w:rPr>
        <w:t>me</w:t>
      </w:r>
      <w:r w:rsidR="00B77E03">
        <w:t> </w:t>
      </w:r>
      <w:r w:rsidRPr="002813C1">
        <w:t>Léon pouvait rentrer en son absence et tout découvrir</w:t>
      </w:r>
      <w:r w:rsidR="00B77E03">
        <w:t xml:space="preserve">… </w:t>
      </w:r>
      <w:r w:rsidRPr="002813C1">
        <w:t>Et pour comble</w:t>
      </w:r>
      <w:r w:rsidR="00B77E03">
        <w:t xml:space="preserve">, </w:t>
      </w:r>
      <w:r w:rsidRPr="002813C1">
        <w:t>elle se rappelait maintenant qu</w:t>
      </w:r>
      <w:r w:rsidR="00B77E03">
        <w:t>’</w:t>
      </w:r>
      <w:r w:rsidRPr="002813C1">
        <w:t>elle n</w:t>
      </w:r>
      <w:r w:rsidR="00B77E03">
        <w:t>’</w:t>
      </w:r>
      <w:r w:rsidRPr="002813C1">
        <w:t>avait même pas fermé le tiroir de la commode</w:t>
      </w:r>
      <w:r w:rsidR="00B77E03">
        <w:t> !…</w:t>
      </w:r>
    </w:p>
    <w:p w14:paraId="4D500ACD" w14:textId="7AED3E4D" w:rsidR="00B77E03" w:rsidRDefault="00B77E03" w:rsidP="00B77E03">
      <w:r>
        <w:lastRenderedPageBreak/>
        <w:t>— </w:t>
      </w:r>
      <w:r w:rsidR="0024252B" w:rsidRPr="002813C1">
        <w:t>Je ne puis attendre</w:t>
      </w:r>
      <w:r>
        <w:t xml:space="preserve">, </w:t>
      </w:r>
      <w:r w:rsidR="0024252B" w:rsidRPr="002813C1">
        <w:t>fit-elle d</w:t>
      </w:r>
      <w:r>
        <w:t>’</w:t>
      </w:r>
      <w:r w:rsidR="0024252B" w:rsidRPr="002813C1">
        <w:t>un ton bref</w:t>
      </w:r>
      <w:r>
        <w:t xml:space="preserve">, </w:t>
      </w:r>
      <w:r w:rsidR="0024252B" w:rsidRPr="002813C1">
        <w:t xml:space="preserve">il faut que je parle à </w:t>
      </w:r>
      <w:r>
        <w:t>M. </w:t>
      </w:r>
      <w:proofErr w:type="spellStart"/>
      <w:r w:rsidR="0024252B" w:rsidRPr="002813C1">
        <w:t>Carjat</w:t>
      </w:r>
      <w:proofErr w:type="spellEnd"/>
      <w:r>
        <w:t xml:space="preserve">, </w:t>
      </w:r>
      <w:r w:rsidR="0024252B" w:rsidRPr="002813C1">
        <w:t>à l</w:t>
      </w:r>
      <w:r>
        <w:t>’</w:t>
      </w:r>
      <w:r w:rsidR="0024252B" w:rsidRPr="002813C1">
        <w:t>instant</w:t>
      </w:r>
      <w:r>
        <w:t>…</w:t>
      </w:r>
    </w:p>
    <w:p w14:paraId="349BBE2C" w14:textId="77777777" w:rsidR="00B77E03" w:rsidRDefault="00B77E03" w:rsidP="00B77E03">
      <w:r>
        <w:t>— </w:t>
      </w:r>
      <w:r w:rsidR="0024252B" w:rsidRPr="002813C1">
        <w:t>Cependant</w:t>
      </w:r>
      <w:r>
        <w:t xml:space="preserve">, </w:t>
      </w:r>
      <w:r w:rsidR="0024252B" w:rsidRPr="002813C1">
        <w:t>madame</w:t>
      </w:r>
      <w:r>
        <w:t>…</w:t>
      </w:r>
    </w:p>
    <w:p w14:paraId="5F099167" w14:textId="77777777" w:rsidR="00B77E03" w:rsidRDefault="00B77E03" w:rsidP="00B77E03">
      <w:r>
        <w:t>— </w:t>
      </w:r>
      <w:r w:rsidR="0024252B" w:rsidRPr="002813C1">
        <w:t>À l</w:t>
      </w:r>
      <w:r>
        <w:t>’</w:t>
      </w:r>
      <w:r w:rsidR="0024252B" w:rsidRPr="002813C1">
        <w:t>instant</w:t>
      </w:r>
      <w:r>
        <w:t xml:space="preserve">, </w:t>
      </w:r>
      <w:r w:rsidR="0024252B" w:rsidRPr="002813C1">
        <w:t>vous dis-je</w:t>
      </w:r>
      <w:r>
        <w:t xml:space="preserve">. </w:t>
      </w:r>
      <w:r w:rsidR="0024252B" w:rsidRPr="002813C1">
        <w:t>Allez le prévenir</w:t>
      </w:r>
      <w:r>
        <w:t xml:space="preserve">… </w:t>
      </w:r>
      <w:r w:rsidR="0024252B" w:rsidRPr="002813C1">
        <w:t>qu</w:t>
      </w:r>
      <w:r>
        <w:t>’</w:t>
      </w:r>
      <w:r w:rsidR="0024252B" w:rsidRPr="002813C1">
        <w:t>il vienne</w:t>
      </w:r>
      <w:r>
        <w:t> !…</w:t>
      </w:r>
    </w:p>
    <w:p w14:paraId="04F9B132" w14:textId="77777777" w:rsidR="00B77E03" w:rsidRDefault="0024252B" w:rsidP="00B77E03">
      <w:r w:rsidRPr="002813C1">
        <w:t>Son accent était si impérieux</w:t>
      </w:r>
      <w:r w:rsidR="00B77E03">
        <w:t xml:space="preserve">, </w:t>
      </w:r>
      <w:r w:rsidRPr="002813C1">
        <w:t>il y avait tant de despotisme dans son regard</w:t>
      </w:r>
      <w:r w:rsidR="00B77E03">
        <w:t xml:space="preserve">, </w:t>
      </w:r>
      <w:r w:rsidRPr="002813C1">
        <w:t>que l</w:t>
      </w:r>
      <w:r w:rsidR="00B77E03">
        <w:t>’</w:t>
      </w:r>
      <w:r w:rsidRPr="002813C1">
        <w:t>homme n</w:t>
      </w:r>
      <w:r w:rsidR="00B77E03">
        <w:t>’</w:t>
      </w:r>
      <w:r w:rsidRPr="002813C1">
        <w:t>hésita plus</w:t>
      </w:r>
      <w:r w:rsidR="00B77E03">
        <w:t>…</w:t>
      </w:r>
    </w:p>
    <w:p w14:paraId="3F2C8EBE" w14:textId="77777777" w:rsidR="00B77E03" w:rsidRDefault="0024252B" w:rsidP="00B77E03">
      <w:r w:rsidRPr="002813C1">
        <w:t>Il la fit entrer dans un petit salon en lui disant</w:t>
      </w:r>
      <w:r w:rsidR="00B77E03">
        <w:t> :</w:t>
      </w:r>
    </w:p>
    <w:p w14:paraId="0B8D3F34" w14:textId="77777777" w:rsidR="00B77E03" w:rsidRDefault="00B77E03" w:rsidP="00B77E03">
      <w:r>
        <w:t>— </w:t>
      </w:r>
      <w:r w:rsidR="0024252B" w:rsidRPr="002813C1">
        <w:t>Que madame veuille bien s</w:t>
      </w:r>
      <w:r>
        <w:t>’</w:t>
      </w:r>
      <w:r w:rsidR="0024252B" w:rsidRPr="002813C1">
        <w:t>asseoir</w:t>
      </w:r>
      <w:r>
        <w:t xml:space="preserve">, </w:t>
      </w:r>
      <w:r w:rsidR="0024252B" w:rsidRPr="002813C1">
        <w:t>je vais avertir monsieur</w:t>
      </w:r>
      <w:r>
        <w:t>…</w:t>
      </w:r>
    </w:p>
    <w:p w14:paraId="56AFE490" w14:textId="77777777" w:rsidR="00B77E03" w:rsidRDefault="0024252B" w:rsidP="00B77E03">
      <w:r w:rsidRPr="002813C1">
        <w:t>Elle s</w:t>
      </w:r>
      <w:r w:rsidR="00B77E03">
        <w:t>’</w:t>
      </w:r>
      <w:r w:rsidRPr="002813C1">
        <w:t>assit</w:t>
      </w:r>
      <w:r w:rsidR="00B77E03">
        <w:t xml:space="preserve">… </w:t>
      </w:r>
      <w:r w:rsidRPr="002813C1">
        <w:t>ses jambes fléchissaient</w:t>
      </w:r>
      <w:r w:rsidR="00B77E03">
        <w:t xml:space="preserve">. </w:t>
      </w:r>
      <w:r w:rsidRPr="002813C1">
        <w:t>Elle commençait à se rendre compte de l</w:t>
      </w:r>
      <w:r w:rsidR="00B77E03">
        <w:t>’</w:t>
      </w:r>
      <w:r w:rsidRPr="002813C1">
        <w:t>étrangeté de sa démarche</w:t>
      </w:r>
      <w:r w:rsidR="00B77E03">
        <w:t xml:space="preserve">, </w:t>
      </w:r>
      <w:r w:rsidRPr="002813C1">
        <w:t>à douter du résultat et à s</w:t>
      </w:r>
      <w:r w:rsidR="00B77E03">
        <w:t>’</w:t>
      </w:r>
      <w:r w:rsidRPr="002813C1">
        <w:t>étonner de sa hardiesse</w:t>
      </w:r>
      <w:r w:rsidR="00B77E03">
        <w:t>.</w:t>
      </w:r>
    </w:p>
    <w:p w14:paraId="190932D8" w14:textId="77777777" w:rsidR="00B77E03" w:rsidRDefault="0024252B" w:rsidP="00B77E03">
      <w:r w:rsidRPr="002813C1">
        <w:t>Mais elle n</w:t>
      </w:r>
      <w:r w:rsidR="00B77E03">
        <w:t>’</w:t>
      </w:r>
      <w:r w:rsidRPr="002813C1">
        <w:t>eut pas le temps de préparer ce qu</w:t>
      </w:r>
      <w:r w:rsidR="00B77E03">
        <w:t>’</w:t>
      </w:r>
      <w:r w:rsidRPr="002813C1">
        <w:t>elle voulait dire</w:t>
      </w:r>
      <w:r w:rsidR="00B77E03">
        <w:t xml:space="preserve">. </w:t>
      </w:r>
      <w:r w:rsidRPr="002813C1">
        <w:t>Un homme</w:t>
      </w:r>
      <w:r w:rsidR="00B77E03">
        <w:t xml:space="preserve">, </w:t>
      </w:r>
      <w:r w:rsidRPr="002813C1">
        <w:t>encore jeune</w:t>
      </w:r>
      <w:r w:rsidR="00B77E03">
        <w:t xml:space="preserve">, </w:t>
      </w:r>
      <w:r w:rsidRPr="002813C1">
        <w:t>portant moustache et royale</w:t>
      </w:r>
      <w:r w:rsidR="00B77E03">
        <w:t xml:space="preserve">, </w:t>
      </w:r>
      <w:r w:rsidRPr="002813C1">
        <w:t>vêtu d</w:t>
      </w:r>
      <w:r w:rsidR="00B77E03">
        <w:t>’</w:t>
      </w:r>
      <w:r w:rsidRPr="002813C1">
        <w:t>un veston de velours</w:t>
      </w:r>
      <w:r w:rsidR="00B77E03">
        <w:t xml:space="preserve">, </w:t>
      </w:r>
      <w:r w:rsidRPr="002813C1">
        <w:t>entra</w:t>
      </w:r>
      <w:r w:rsidR="00B77E03">
        <w:t xml:space="preserve">, </w:t>
      </w:r>
      <w:r w:rsidRPr="002813C1">
        <w:t>et</w:t>
      </w:r>
      <w:r w:rsidR="00B77E03">
        <w:t xml:space="preserve">, </w:t>
      </w:r>
      <w:r w:rsidRPr="002813C1">
        <w:t>s</w:t>
      </w:r>
      <w:r w:rsidR="00B77E03">
        <w:t>’</w:t>
      </w:r>
      <w:r w:rsidRPr="002813C1">
        <w:t>inclinant devant elle</w:t>
      </w:r>
      <w:r w:rsidR="00B77E03">
        <w:t xml:space="preserve">, </w:t>
      </w:r>
      <w:r w:rsidRPr="002813C1">
        <w:t>d</w:t>
      </w:r>
      <w:r w:rsidR="00B77E03">
        <w:t>’</w:t>
      </w:r>
      <w:r w:rsidRPr="002813C1">
        <w:t>un air quelque peu surpris</w:t>
      </w:r>
      <w:r w:rsidR="00B77E03">
        <w:t> :</w:t>
      </w:r>
    </w:p>
    <w:p w14:paraId="6DCDA6D7" w14:textId="77777777" w:rsidR="00B77E03" w:rsidRDefault="00B77E03" w:rsidP="00B77E03">
      <w:r>
        <w:t>— </w:t>
      </w:r>
      <w:r w:rsidR="0024252B" w:rsidRPr="002813C1">
        <w:t>Vous désirez me parler</w:t>
      </w:r>
      <w:r>
        <w:t xml:space="preserve">, </w:t>
      </w:r>
      <w:r w:rsidR="0024252B" w:rsidRPr="002813C1">
        <w:t>madame</w:t>
      </w:r>
      <w:r>
        <w:t xml:space="preserve"> ?… </w:t>
      </w:r>
      <w:r w:rsidR="0024252B" w:rsidRPr="002813C1">
        <w:t>fit-il</w:t>
      </w:r>
      <w:r>
        <w:t>.</w:t>
      </w:r>
    </w:p>
    <w:p w14:paraId="10B9860B" w14:textId="77777777" w:rsidR="00B77E03" w:rsidRDefault="00B77E03" w:rsidP="00B77E03">
      <w:r>
        <w:t>— </w:t>
      </w:r>
      <w:r w:rsidR="0024252B" w:rsidRPr="002813C1">
        <w:t>J</w:t>
      </w:r>
      <w:r>
        <w:t>’</w:t>
      </w:r>
      <w:r w:rsidR="0024252B" w:rsidRPr="002813C1">
        <w:t>ai à vous demander</w:t>
      </w:r>
      <w:r>
        <w:t xml:space="preserve">, </w:t>
      </w:r>
      <w:r w:rsidR="0024252B" w:rsidRPr="002813C1">
        <w:t>monsieur</w:t>
      </w:r>
      <w:r>
        <w:t xml:space="preserve">, </w:t>
      </w:r>
      <w:r w:rsidR="0024252B" w:rsidRPr="002813C1">
        <w:t>un service immense</w:t>
      </w:r>
      <w:r>
        <w:t>.</w:t>
      </w:r>
    </w:p>
    <w:p w14:paraId="226BB26B" w14:textId="77777777" w:rsidR="00B77E03" w:rsidRDefault="00B77E03" w:rsidP="00B77E03">
      <w:r>
        <w:t>— </w:t>
      </w:r>
      <w:r w:rsidR="0024252B" w:rsidRPr="002813C1">
        <w:t>À moi</w:t>
      </w:r>
      <w:r>
        <w:t> ?</w:t>
      </w:r>
    </w:p>
    <w:p w14:paraId="11DAF9F1" w14:textId="0256F9B6" w:rsidR="00B77E03" w:rsidRDefault="0024252B" w:rsidP="00B77E03">
      <w:r w:rsidRPr="002813C1">
        <w:t xml:space="preserve">Elle sortit de sa poche la lettre de </w:t>
      </w:r>
      <w:r w:rsidR="00B77E03">
        <w:t>M. de </w:t>
      </w:r>
      <w:proofErr w:type="spellStart"/>
      <w:r w:rsidRPr="002813C1">
        <w:t>Valorsay</w:t>
      </w:r>
      <w:proofErr w:type="spellEnd"/>
      <w:r w:rsidR="00B77E03">
        <w:t xml:space="preserve">, </w:t>
      </w:r>
      <w:r w:rsidRPr="002813C1">
        <w:t>et la lui montrant</w:t>
      </w:r>
      <w:r w:rsidR="00B77E03">
        <w:t> :</w:t>
      </w:r>
    </w:p>
    <w:p w14:paraId="3477BF57" w14:textId="77777777" w:rsidR="00B77E03" w:rsidRDefault="00B77E03" w:rsidP="00B77E03">
      <w:r>
        <w:t>— </w:t>
      </w:r>
      <w:r w:rsidR="0024252B" w:rsidRPr="002813C1">
        <w:t>Je viens</w:t>
      </w:r>
      <w:r>
        <w:t xml:space="preserve">, </w:t>
      </w:r>
      <w:r w:rsidR="0024252B" w:rsidRPr="002813C1">
        <w:t>monsieur</w:t>
      </w:r>
      <w:r>
        <w:t xml:space="preserve">, </w:t>
      </w:r>
      <w:r w:rsidR="0024252B" w:rsidRPr="002813C1">
        <w:t>reprit-elle</w:t>
      </w:r>
      <w:r>
        <w:t xml:space="preserve">, </w:t>
      </w:r>
      <w:r w:rsidR="0024252B" w:rsidRPr="002813C1">
        <w:t>vous supplier de me photographier la lettre que voici</w:t>
      </w:r>
      <w:r>
        <w:t xml:space="preserve">… </w:t>
      </w:r>
      <w:r w:rsidR="0024252B" w:rsidRPr="002813C1">
        <w:t>mais tout de suite</w:t>
      </w:r>
      <w:r>
        <w:t xml:space="preserve">, </w:t>
      </w:r>
      <w:r w:rsidR="0024252B" w:rsidRPr="002813C1">
        <w:t>là</w:t>
      </w:r>
      <w:r>
        <w:t xml:space="preserve">, </w:t>
      </w:r>
      <w:r w:rsidR="0024252B" w:rsidRPr="002813C1">
        <w:t>devant moi</w:t>
      </w:r>
      <w:r>
        <w:t xml:space="preserve">, </w:t>
      </w:r>
      <w:r w:rsidR="0024252B" w:rsidRPr="002813C1">
        <w:t>vite</w:t>
      </w:r>
      <w:r>
        <w:t xml:space="preserve">, </w:t>
      </w:r>
      <w:r w:rsidR="0024252B" w:rsidRPr="002813C1">
        <w:t>bien vite</w:t>
      </w:r>
      <w:r>
        <w:t xml:space="preserve"> !… </w:t>
      </w:r>
      <w:r w:rsidR="0024252B" w:rsidRPr="002813C1">
        <w:t>Il y a l</w:t>
      </w:r>
      <w:r>
        <w:t>’</w:t>
      </w:r>
      <w:r w:rsidR="0024252B" w:rsidRPr="002813C1">
        <w:t>honneur de deux personnes dans chacune des minutes que je perds</w:t>
      </w:r>
      <w:r>
        <w:t> !…</w:t>
      </w:r>
    </w:p>
    <w:p w14:paraId="6498C818" w14:textId="645DBC8C" w:rsidR="00B77E03" w:rsidRDefault="0024252B" w:rsidP="00B77E03">
      <w:r w:rsidRPr="002813C1">
        <w:lastRenderedPageBreak/>
        <w:t>La violence était visible</w:t>
      </w:r>
      <w:r w:rsidR="00B77E03">
        <w:t xml:space="preserve">, </w:t>
      </w:r>
      <w:r w:rsidRPr="002813C1">
        <w:t xml:space="preserve">que se faisait pour parler </w:t>
      </w:r>
      <w:r w:rsidR="00B77E03">
        <w:t>M</w:t>
      </w:r>
      <w:r w:rsidR="00B77E03" w:rsidRPr="00B77E03">
        <w:rPr>
          <w:vertAlign w:val="superscript"/>
        </w:rPr>
        <w:t>lle</w:t>
      </w:r>
      <w:r w:rsidR="00B77E03">
        <w:t> </w:t>
      </w:r>
      <w:r w:rsidRPr="002813C1">
        <w:t>Marguerite</w:t>
      </w:r>
      <w:r w:rsidR="00B77E03">
        <w:t xml:space="preserve">… </w:t>
      </w:r>
      <w:r w:rsidRPr="002813C1">
        <w:t>Ses joues s</w:t>
      </w:r>
      <w:r w:rsidR="00B77E03">
        <w:t>’</w:t>
      </w:r>
      <w:r w:rsidRPr="002813C1">
        <w:t>empourpraient et elle tremblait comme la feuille</w:t>
      </w:r>
      <w:r w:rsidR="00B77E03">
        <w:t>…</w:t>
      </w:r>
    </w:p>
    <w:p w14:paraId="65227DE4" w14:textId="77777777" w:rsidR="00B77E03" w:rsidRDefault="0024252B" w:rsidP="00B77E03">
      <w:r w:rsidRPr="002813C1">
        <w:t>Cependant</w:t>
      </w:r>
      <w:r w:rsidR="00B77E03">
        <w:t xml:space="preserve">, </w:t>
      </w:r>
      <w:r w:rsidRPr="002813C1">
        <w:t>son attitude restait fière</w:t>
      </w:r>
      <w:r w:rsidR="00B77E03">
        <w:t xml:space="preserve">, </w:t>
      </w:r>
      <w:r w:rsidRPr="002813C1">
        <w:t>la flamme des inspirations généreuses brillait dans ses grands yeux noirs</w:t>
      </w:r>
      <w:r w:rsidR="00B77E03">
        <w:t xml:space="preserve">, </w:t>
      </w:r>
      <w:r w:rsidRPr="002813C1">
        <w:t>et on sentait à son accent la sérénité d</w:t>
      </w:r>
      <w:r w:rsidR="00B77E03">
        <w:t>’</w:t>
      </w:r>
      <w:r w:rsidRPr="002813C1">
        <w:t>une âme forte</w:t>
      </w:r>
      <w:r w:rsidR="00B77E03">
        <w:t xml:space="preserve">, </w:t>
      </w:r>
      <w:r w:rsidRPr="002813C1">
        <w:t>résolue de lutter jusqu</w:t>
      </w:r>
      <w:r w:rsidR="00B77E03">
        <w:t>’</w:t>
      </w:r>
      <w:r w:rsidRPr="002813C1">
        <w:t>aux plus terribles extrémités pour une cause noble et juste</w:t>
      </w:r>
      <w:r w:rsidR="00B77E03">
        <w:t>.</w:t>
      </w:r>
    </w:p>
    <w:p w14:paraId="174CC981" w14:textId="77777777" w:rsidR="00B77E03" w:rsidRDefault="0024252B" w:rsidP="00B77E03">
      <w:r w:rsidRPr="002813C1">
        <w:t>Ce contraste frappant</w:t>
      </w:r>
      <w:r w:rsidR="00B77E03">
        <w:t xml:space="preserve">, </w:t>
      </w:r>
      <w:r w:rsidRPr="002813C1">
        <w:t>ce combat entre les pudiques timidités de la jeune fille et la virile énergie de l</w:t>
      </w:r>
      <w:r w:rsidR="00B77E03">
        <w:t>’</w:t>
      </w:r>
      <w:r w:rsidRPr="002813C1">
        <w:t>amante</w:t>
      </w:r>
      <w:r w:rsidR="00B77E03">
        <w:t xml:space="preserve">, </w:t>
      </w:r>
      <w:r w:rsidRPr="002813C1">
        <w:t>lui prêtaient un charme étrange et pénétrant dont l</w:t>
      </w:r>
      <w:r w:rsidR="00B77E03">
        <w:t>’</w:t>
      </w:r>
      <w:r w:rsidRPr="002813C1">
        <w:t>artiste n</w:t>
      </w:r>
      <w:r w:rsidR="00B77E03">
        <w:t>’</w:t>
      </w:r>
      <w:r w:rsidRPr="002813C1">
        <w:t>essaya même pas de se défendre</w:t>
      </w:r>
      <w:r w:rsidR="00B77E03">
        <w:t>.</w:t>
      </w:r>
    </w:p>
    <w:p w14:paraId="291D19F8" w14:textId="77777777" w:rsidR="00B77E03" w:rsidRDefault="0024252B" w:rsidP="00B77E03">
      <w:r w:rsidRPr="002813C1">
        <w:t>Si insolite que fut la requête</w:t>
      </w:r>
      <w:r w:rsidR="00B77E03">
        <w:t xml:space="preserve">, </w:t>
      </w:r>
      <w:r w:rsidRPr="002813C1">
        <w:t>il n</w:t>
      </w:r>
      <w:r w:rsidR="00B77E03">
        <w:t>’</w:t>
      </w:r>
      <w:r w:rsidRPr="002813C1">
        <w:t>hésita pas</w:t>
      </w:r>
      <w:r w:rsidR="00B77E03">
        <w:t>.</w:t>
      </w:r>
    </w:p>
    <w:p w14:paraId="517D6D1E" w14:textId="77777777" w:rsidR="00B77E03" w:rsidRDefault="00B77E03" w:rsidP="00B77E03">
      <w:r>
        <w:t>— </w:t>
      </w:r>
      <w:r w:rsidR="0024252B" w:rsidRPr="002813C1">
        <w:t>Je suis prêt à faire ce que vous désirez</w:t>
      </w:r>
      <w:r>
        <w:t xml:space="preserve">, </w:t>
      </w:r>
      <w:r w:rsidR="0024252B" w:rsidRPr="002813C1">
        <w:t>madame</w:t>
      </w:r>
      <w:r>
        <w:t xml:space="preserve">, </w:t>
      </w:r>
      <w:r w:rsidR="0024252B" w:rsidRPr="002813C1">
        <w:t>répondit-il en s</w:t>
      </w:r>
      <w:r>
        <w:t>’</w:t>
      </w:r>
      <w:r w:rsidR="0024252B" w:rsidRPr="002813C1">
        <w:t>inclinant</w:t>
      </w:r>
      <w:r>
        <w:t>.</w:t>
      </w:r>
    </w:p>
    <w:p w14:paraId="6E1A5311" w14:textId="77777777" w:rsidR="00B77E03" w:rsidRDefault="00B77E03" w:rsidP="00B77E03">
      <w:r>
        <w:t>— </w:t>
      </w:r>
      <w:r w:rsidR="0024252B" w:rsidRPr="002813C1">
        <w:t>Oh</w:t>
      </w:r>
      <w:r>
        <w:t xml:space="preserve"> !… </w:t>
      </w:r>
      <w:r w:rsidR="0024252B" w:rsidRPr="002813C1">
        <w:t>monsieur</w:t>
      </w:r>
      <w:r>
        <w:t xml:space="preserve">, </w:t>
      </w:r>
      <w:r w:rsidR="0024252B" w:rsidRPr="002813C1">
        <w:t>comment reconnaître jamais</w:t>
      </w:r>
      <w:r>
        <w:t>…</w:t>
      </w:r>
    </w:p>
    <w:p w14:paraId="0CA0EBD1" w14:textId="77777777" w:rsidR="00B77E03" w:rsidRDefault="0024252B" w:rsidP="00B77E03">
      <w:r w:rsidRPr="002813C1">
        <w:t>Il ne l</w:t>
      </w:r>
      <w:r w:rsidR="00B77E03">
        <w:t>’</w:t>
      </w:r>
      <w:r w:rsidRPr="002813C1">
        <w:t>écoutait plus</w:t>
      </w:r>
      <w:r w:rsidR="00B77E03">
        <w:t>.</w:t>
      </w:r>
    </w:p>
    <w:p w14:paraId="119B35F9" w14:textId="77777777" w:rsidR="00B77E03" w:rsidRDefault="0024252B" w:rsidP="00B77E03">
      <w:r w:rsidRPr="002813C1">
        <w:t>Ne pouvant retourner dans la salle où cinq ou six clients attendaient</w:t>
      </w:r>
      <w:r w:rsidR="00B77E03">
        <w:t xml:space="preserve">, </w:t>
      </w:r>
      <w:r w:rsidRPr="002813C1">
        <w:t>non sans impatience</w:t>
      </w:r>
      <w:r w:rsidR="00B77E03">
        <w:t xml:space="preserve">, </w:t>
      </w:r>
      <w:r w:rsidRPr="002813C1">
        <w:t>leur tour de poser</w:t>
      </w:r>
      <w:r w:rsidR="00B77E03">
        <w:t xml:space="preserve">, </w:t>
      </w:r>
      <w:r w:rsidRPr="002813C1">
        <w:t>il venait d</w:t>
      </w:r>
      <w:r w:rsidR="00B77E03">
        <w:t>’</w:t>
      </w:r>
      <w:r w:rsidRPr="002813C1">
        <w:t>appeler un de ses employés et lui commandait d</w:t>
      </w:r>
      <w:r w:rsidR="00B77E03">
        <w:t>’</w:t>
      </w:r>
      <w:r w:rsidRPr="002813C1">
        <w:t>apporter bien vite l</w:t>
      </w:r>
      <w:r w:rsidR="00B77E03">
        <w:t>’</w:t>
      </w:r>
      <w:r w:rsidRPr="002813C1">
        <w:t>appareil dont il avait besoin</w:t>
      </w:r>
      <w:r w:rsidR="00B77E03">
        <w:t>.</w:t>
      </w:r>
    </w:p>
    <w:p w14:paraId="5CB5C777" w14:textId="478B6034" w:rsidR="00B77E03" w:rsidRDefault="00B77E03" w:rsidP="00B77E03">
      <w:r>
        <w:t>M</w:t>
      </w:r>
      <w:r w:rsidRPr="00B77E03">
        <w:rPr>
          <w:vertAlign w:val="superscript"/>
        </w:rPr>
        <w:t>lle</w:t>
      </w:r>
      <w:r>
        <w:t> </w:t>
      </w:r>
      <w:r w:rsidR="0024252B" w:rsidRPr="002813C1">
        <w:t>Marguerite s</w:t>
      </w:r>
      <w:r>
        <w:t>’</w:t>
      </w:r>
      <w:r w:rsidR="0024252B" w:rsidRPr="002813C1">
        <w:t>était interrompue</w:t>
      </w:r>
      <w:r>
        <w:t xml:space="preserve">, </w:t>
      </w:r>
      <w:r w:rsidR="0024252B" w:rsidRPr="002813C1">
        <w:t>mais dès qu</w:t>
      </w:r>
      <w:r>
        <w:t>’</w:t>
      </w:r>
      <w:r w:rsidR="0024252B" w:rsidRPr="002813C1">
        <w:t>il eut achevé de donner ses instructions</w:t>
      </w:r>
      <w:r>
        <w:t> :</w:t>
      </w:r>
    </w:p>
    <w:p w14:paraId="7C83F2B5" w14:textId="77777777" w:rsidR="00B77E03" w:rsidRDefault="00B77E03" w:rsidP="00B77E03">
      <w:r>
        <w:t>— </w:t>
      </w:r>
      <w:r w:rsidR="0024252B" w:rsidRPr="002813C1">
        <w:t>Peut-être vous hâtez-vous trop</w:t>
      </w:r>
      <w:r>
        <w:t xml:space="preserve">, </w:t>
      </w:r>
      <w:r w:rsidR="0024252B" w:rsidRPr="002813C1">
        <w:t>monsieur</w:t>
      </w:r>
      <w:r>
        <w:t xml:space="preserve">, </w:t>
      </w:r>
      <w:r w:rsidR="0024252B" w:rsidRPr="002813C1">
        <w:t>commença-t-elle</w:t>
      </w:r>
      <w:r>
        <w:t xml:space="preserve">… </w:t>
      </w:r>
      <w:r w:rsidR="0024252B" w:rsidRPr="002813C1">
        <w:t>Vous ne m</w:t>
      </w:r>
      <w:r>
        <w:t>’</w:t>
      </w:r>
      <w:r w:rsidR="0024252B" w:rsidRPr="002813C1">
        <w:t>avez pas permis de m</w:t>
      </w:r>
      <w:r>
        <w:t>’</w:t>
      </w:r>
      <w:r w:rsidR="0024252B" w:rsidRPr="002813C1">
        <w:t>expliquer</w:t>
      </w:r>
      <w:r>
        <w:t xml:space="preserve">, </w:t>
      </w:r>
      <w:r w:rsidR="0024252B" w:rsidRPr="002813C1">
        <w:t>et c</w:t>
      </w:r>
      <w:r>
        <w:t>’</w:t>
      </w:r>
      <w:r w:rsidR="0024252B" w:rsidRPr="002813C1">
        <w:t>est peut-être l</w:t>
      </w:r>
      <w:r>
        <w:t>’</w:t>
      </w:r>
      <w:r w:rsidR="0024252B" w:rsidRPr="002813C1">
        <w:t>impossible que je souhaite</w:t>
      </w:r>
      <w:r>
        <w:t xml:space="preserve">… </w:t>
      </w:r>
      <w:r w:rsidR="0024252B" w:rsidRPr="002813C1">
        <w:t>Je suis venue au hasard</w:t>
      </w:r>
      <w:r>
        <w:t xml:space="preserve">, </w:t>
      </w:r>
      <w:r w:rsidR="0024252B" w:rsidRPr="002813C1">
        <w:t>sans renseignements</w:t>
      </w:r>
      <w:r>
        <w:t xml:space="preserve">, </w:t>
      </w:r>
      <w:r w:rsidR="0024252B" w:rsidRPr="002813C1">
        <w:t>m</w:t>
      </w:r>
      <w:r>
        <w:t>’</w:t>
      </w:r>
      <w:r w:rsidR="0024252B" w:rsidRPr="002813C1">
        <w:t xml:space="preserve">en remettant à une </w:t>
      </w:r>
      <w:r w:rsidR="0024252B" w:rsidRPr="002813C1">
        <w:lastRenderedPageBreak/>
        <w:t>inspiration</w:t>
      </w:r>
      <w:r>
        <w:t xml:space="preserve">… </w:t>
      </w:r>
      <w:r w:rsidR="0024252B" w:rsidRPr="002813C1">
        <w:t>Avant de vous mettre à l</w:t>
      </w:r>
      <w:r>
        <w:t>’</w:t>
      </w:r>
      <w:r w:rsidR="0024252B" w:rsidRPr="002813C1">
        <w:t>œuvre</w:t>
      </w:r>
      <w:r>
        <w:t xml:space="preserve">, </w:t>
      </w:r>
      <w:r w:rsidR="0024252B" w:rsidRPr="002813C1">
        <w:t>il faut savoir si ce que vous ferez peut répondre à mes intentions</w:t>
      </w:r>
      <w:r>
        <w:t>…</w:t>
      </w:r>
    </w:p>
    <w:p w14:paraId="27151F99" w14:textId="77777777" w:rsidR="00B77E03" w:rsidRDefault="00B77E03" w:rsidP="00B77E03">
      <w:r>
        <w:t>— </w:t>
      </w:r>
      <w:r w:rsidR="0024252B" w:rsidRPr="002813C1">
        <w:t>Parlez</w:t>
      </w:r>
      <w:r>
        <w:t xml:space="preserve">, </w:t>
      </w:r>
      <w:r w:rsidR="0024252B" w:rsidRPr="002813C1">
        <w:t>madame</w:t>
      </w:r>
      <w:r>
        <w:t>.</w:t>
      </w:r>
    </w:p>
    <w:p w14:paraId="2F18E32B" w14:textId="77777777" w:rsidR="00B77E03" w:rsidRDefault="00B77E03" w:rsidP="00B77E03">
      <w:r>
        <w:t>— </w:t>
      </w:r>
      <w:r w:rsidR="0024252B" w:rsidRPr="002813C1">
        <w:t>Les épreuves que vous obtiendrez seront-elles bien conformes au modèle</w:t>
      </w:r>
      <w:r>
        <w:t> ?…</w:t>
      </w:r>
    </w:p>
    <w:p w14:paraId="00CF2F4F" w14:textId="77777777" w:rsidR="00B77E03" w:rsidRDefault="00B77E03" w:rsidP="00B77E03">
      <w:r>
        <w:t>— </w:t>
      </w:r>
      <w:r w:rsidR="0024252B" w:rsidRPr="002813C1">
        <w:t>En tout</w:t>
      </w:r>
      <w:r>
        <w:t>.</w:t>
      </w:r>
    </w:p>
    <w:p w14:paraId="3FCA652D" w14:textId="77777777" w:rsidR="00B77E03" w:rsidRDefault="00B77E03" w:rsidP="00B77E03">
      <w:r>
        <w:t>— </w:t>
      </w:r>
      <w:r w:rsidR="0024252B" w:rsidRPr="002813C1">
        <w:t>L</w:t>
      </w:r>
      <w:r>
        <w:t>’</w:t>
      </w:r>
      <w:r w:rsidR="0024252B" w:rsidRPr="002813C1">
        <w:t>écriture sera pareille</w:t>
      </w:r>
      <w:r>
        <w:t xml:space="preserve">, </w:t>
      </w:r>
      <w:r w:rsidR="0024252B" w:rsidRPr="002813C1">
        <w:t>trait pour trait</w:t>
      </w:r>
      <w:r>
        <w:t> ?</w:t>
      </w:r>
    </w:p>
    <w:p w14:paraId="39743E9B" w14:textId="77777777" w:rsidR="00B77E03" w:rsidRDefault="00B77E03" w:rsidP="00B77E03">
      <w:r>
        <w:t>— </w:t>
      </w:r>
      <w:r w:rsidR="0024252B" w:rsidRPr="002813C1">
        <w:t>Ce sera la même</w:t>
      </w:r>
      <w:r>
        <w:t xml:space="preserve">, </w:t>
      </w:r>
      <w:r w:rsidR="0024252B" w:rsidRPr="002813C1">
        <w:t>absolument</w:t>
      </w:r>
      <w:r>
        <w:t>.</w:t>
      </w:r>
    </w:p>
    <w:p w14:paraId="01673E89" w14:textId="77777777" w:rsidR="00B77E03" w:rsidRDefault="00B77E03" w:rsidP="00B77E03">
      <w:r>
        <w:t>— </w:t>
      </w:r>
      <w:r w:rsidR="0024252B" w:rsidRPr="002813C1">
        <w:t>De telle sorte que si on venait à présenter</w:t>
      </w:r>
      <w:r>
        <w:t xml:space="preserve">, </w:t>
      </w:r>
      <w:r w:rsidR="0024252B" w:rsidRPr="002813C1">
        <w:t>une de vos photographies à la personne qui a écrit la lettre</w:t>
      </w:r>
      <w:r>
        <w:t>…</w:t>
      </w:r>
    </w:p>
    <w:p w14:paraId="76EC0026" w14:textId="77777777" w:rsidR="00B77E03" w:rsidRDefault="00B77E03" w:rsidP="00B77E03">
      <w:r>
        <w:t>— </w:t>
      </w:r>
      <w:r w:rsidR="0024252B" w:rsidRPr="002813C1">
        <w:t>Cette personne ne pourrait pas plus renier son écriture que si on lui présentait sa lettre même</w:t>
      </w:r>
      <w:r>
        <w:t>…</w:t>
      </w:r>
    </w:p>
    <w:p w14:paraId="4EE0F2E4" w14:textId="77777777" w:rsidR="00B77E03" w:rsidRDefault="00B77E03" w:rsidP="00B77E03">
      <w:r>
        <w:t>— </w:t>
      </w:r>
      <w:r w:rsidR="0024252B" w:rsidRPr="002813C1">
        <w:t>Et l</w:t>
      </w:r>
      <w:r>
        <w:t>’</w:t>
      </w:r>
      <w:r w:rsidR="0024252B" w:rsidRPr="002813C1">
        <w:t>opération ne laissera aucune trace</w:t>
      </w:r>
      <w:r>
        <w:t> ?…</w:t>
      </w:r>
    </w:p>
    <w:p w14:paraId="076DED07" w14:textId="77777777" w:rsidR="00B77E03" w:rsidRDefault="00B77E03" w:rsidP="00B77E03">
      <w:r>
        <w:t>— </w:t>
      </w:r>
      <w:r w:rsidR="0024252B" w:rsidRPr="002813C1">
        <w:t>Aucune</w:t>
      </w:r>
      <w:r>
        <w:t>.</w:t>
      </w:r>
    </w:p>
    <w:p w14:paraId="486756EA" w14:textId="7BB76B36" w:rsidR="00B77E03" w:rsidRDefault="0024252B" w:rsidP="00B77E03">
      <w:r w:rsidRPr="002813C1">
        <w:t xml:space="preserve">Un sourire de triomphe passa sur les lèvres de </w:t>
      </w:r>
      <w:r w:rsidR="00B77E03">
        <w:t>M</w:t>
      </w:r>
      <w:r w:rsidR="00B77E03" w:rsidRPr="00B77E03">
        <w:rPr>
          <w:vertAlign w:val="superscript"/>
        </w:rPr>
        <w:t>lle</w:t>
      </w:r>
      <w:r w:rsidR="00B77E03">
        <w:t> </w:t>
      </w:r>
      <w:r w:rsidRPr="002813C1">
        <w:t>Marguerite</w:t>
      </w:r>
      <w:r w:rsidR="00B77E03">
        <w:t>.</w:t>
      </w:r>
    </w:p>
    <w:p w14:paraId="63D296F2" w14:textId="77777777" w:rsidR="00B77E03" w:rsidRDefault="0024252B" w:rsidP="00B77E03">
      <w:r w:rsidRPr="002813C1">
        <w:t>C</w:t>
      </w:r>
      <w:r w:rsidR="00B77E03">
        <w:t>’</w:t>
      </w:r>
      <w:r w:rsidRPr="002813C1">
        <w:t>était bien là ce qu</w:t>
      </w:r>
      <w:r w:rsidR="00B77E03">
        <w:t>’</w:t>
      </w:r>
      <w:r w:rsidRPr="002813C1">
        <w:t>elle avait pensé</w:t>
      </w:r>
      <w:r w:rsidR="00B77E03">
        <w:t xml:space="preserve">. </w:t>
      </w:r>
      <w:r w:rsidRPr="002813C1">
        <w:t>Sur ces conditions reposait le plan de défense qu</w:t>
      </w:r>
      <w:r w:rsidR="00B77E03">
        <w:t>’</w:t>
      </w:r>
      <w:r w:rsidRPr="002813C1">
        <w:t>elle avait soudainement conçu</w:t>
      </w:r>
      <w:r w:rsidR="00B77E03">
        <w:t>…</w:t>
      </w:r>
    </w:p>
    <w:p w14:paraId="0B115985" w14:textId="77777777" w:rsidR="00B77E03" w:rsidRDefault="0024252B" w:rsidP="00B77E03">
      <w:r w:rsidRPr="002813C1">
        <w:t>Et pourtant un doute encore faisait ombre à ses espérances</w:t>
      </w:r>
      <w:r w:rsidR="00B77E03">
        <w:t xml:space="preserve">… </w:t>
      </w:r>
      <w:r w:rsidRPr="002813C1">
        <w:t>Elle était bien décidée à le lever</w:t>
      </w:r>
      <w:r w:rsidR="00B77E03">
        <w:t xml:space="preserve">, </w:t>
      </w:r>
      <w:r w:rsidRPr="002813C1">
        <w:t>mais au moment d</w:t>
      </w:r>
      <w:r w:rsidR="00B77E03">
        <w:t>’</w:t>
      </w:r>
      <w:r w:rsidRPr="002813C1">
        <w:t>interroger</w:t>
      </w:r>
      <w:r w:rsidR="00B77E03">
        <w:t xml:space="preserve">, </w:t>
      </w:r>
      <w:r w:rsidRPr="002813C1">
        <w:t>toutes sortes de scrupules inquiétants la retenaient</w:t>
      </w:r>
      <w:r w:rsidR="00B77E03">
        <w:t xml:space="preserve">… </w:t>
      </w:r>
      <w:r w:rsidRPr="002813C1">
        <w:t>C</w:t>
      </w:r>
      <w:r w:rsidR="00B77E03">
        <w:t>’</w:t>
      </w:r>
      <w:r w:rsidRPr="002813C1">
        <w:t>était le secret de ses projets qu</w:t>
      </w:r>
      <w:r w:rsidR="00B77E03">
        <w:t>’</w:t>
      </w:r>
      <w:r w:rsidRPr="002813C1">
        <w:t>elle allait livrer</w:t>
      </w:r>
      <w:r w:rsidR="00B77E03">
        <w:t>…</w:t>
      </w:r>
    </w:p>
    <w:p w14:paraId="3425BC95" w14:textId="77777777" w:rsidR="00B77E03" w:rsidRDefault="0024252B" w:rsidP="00B77E03">
      <w:r w:rsidRPr="002813C1">
        <w:t>La nécessité lui fit surmonter ses hésitations</w:t>
      </w:r>
      <w:r w:rsidR="00B77E03">
        <w:t xml:space="preserve">, </w:t>
      </w:r>
      <w:r w:rsidRPr="002813C1">
        <w:t>et d</w:t>
      </w:r>
      <w:r w:rsidR="00B77E03">
        <w:t>’</w:t>
      </w:r>
      <w:r w:rsidRPr="002813C1">
        <w:t>une voix un peu altérée</w:t>
      </w:r>
      <w:r w:rsidR="00B77E03">
        <w:t> :</w:t>
      </w:r>
    </w:p>
    <w:p w14:paraId="40D1D3BE" w14:textId="77777777" w:rsidR="00B77E03" w:rsidRDefault="00B77E03" w:rsidP="00B77E03">
      <w:r>
        <w:lastRenderedPageBreak/>
        <w:t>— </w:t>
      </w:r>
      <w:r w:rsidR="0024252B" w:rsidRPr="002813C1">
        <w:t>Encore une question</w:t>
      </w:r>
      <w:r>
        <w:t xml:space="preserve">, </w:t>
      </w:r>
      <w:r w:rsidR="0024252B" w:rsidRPr="002813C1">
        <w:t>monsieur</w:t>
      </w:r>
      <w:r>
        <w:t xml:space="preserve">, </w:t>
      </w:r>
      <w:r w:rsidR="0024252B" w:rsidRPr="002813C1">
        <w:t>reprit-elle</w:t>
      </w:r>
      <w:r>
        <w:t xml:space="preserve">… </w:t>
      </w:r>
      <w:r w:rsidR="0024252B" w:rsidRPr="002813C1">
        <w:t>Je suis une pauvre ignorante</w:t>
      </w:r>
      <w:r>
        <w:t xml:space="preserve">, </w:t>
      </w:r>
      <w:r w:rsidR="0024252B" w:rsidRPr="002813C1">
        <w:t>excusez-moi et instruisez-moi</w:t>
      </w:r>
      <w:r>
        <w:t xml:space="preserve">… </w:t>
      </w:r>
      <w:r w:rsidR="0024252B" w:rsidRPr="002813C1">
        <w:t>Cette lettre que je tiens sera rendue demain à son auteur</w:t>
      </w:r>
      <w:r>
        <w:t xml:space="preserve">, </w:t>
      </w:r>
      <w:r w:rsidR="0024252B" w:rsidRPr="002813C1">
        <w:t>et il la brûlera</w:t>
      </w:r>
      <w:r>
        <w:t xml:space="preserve">… </w:t>
      </w:r>
      <w:r w:rsidR="0024252B" w:rsidRPr="002813C1">
        <w:t>Si</w:t>
      </w:r>
      <w:r>
        <w:t xml:space="preserve">, </w:t>
      </w:r>
      <w:r w:rsidR="0024252B" w:rsidRPr="002813C1">
        <w:t>plus tard</w:t>
      </w:r>
      <w:r>
        <w:t xml:space="preserve">, </w:t>
      </w:r>
      <w:r w:rsidR="0024252B" w:rsidRPr="002813C1">
        <w:t>un</w:t>
      </w:r>
      <w:r>
        <w:t xml:space="preserve">… </w:t>
      </w:r>
      <w:r w:rsidR="0024252B" w:rsidRPr="002813C1">
        <w:t>procès survenait</w:t>
      </w:r>
      <w:r>
        <w:t xml:space="preserve">, </w:t>
      </w:r>
      <w:r w:rsidR="0024252B" w:rsidRPr="002813C1">
        <w:t>et qu</w:t>
      </w:r>
      <w:r>
        <w:t>’</w:t>
      </w:r>
      <w:r w:rsidR="0024252B" w:rsidRPr="002813C1">
        <w:t>il me fallût prouver certaines choses qu</w:t>
      </w:r>
      <w:r>
        <w:t>’</w:t>
      </w:r>
      <w:r w:rsidR="0024252B" w:rsidRPr="002813C1">
        <w:t>on nierait et qu</w:t>
      </w:r>
      <w:r>
        <w:t>’</w:t>
      </w:r>
      <w:r w:rsidR="0024252B" w:rsidRPr="002813C1">
        <w:t>établit cette lettre</w:t>
      </w:r>
      <w:r>
        <w:t xml:space="preserve">, </w:t>
      </w:r>
      <w:r w:rsidR="0024252B" w:rsidRPr="002813C1">
        <w:t>les juges admettraient-ils comme preuve une de vos photographies</w:t>
      </w:r>
      <w:r>
        <w:t> ?</w:t>
      </w:r>
    </w:p>
    <w:p w14:paraId="52C628C8" w14:textId="77777777" w:rsidR="00B77E03" w:rsidRDefault="0024252B" w:rsidP="00B77E03">
      <w:r w:rsidRPr="002813C1">
        <w:t>L</w:t>
      </w:r>
      <w:r w:rsidR="00B77E03">
        <w:t>’</w:t>
      </w:r>
      <w:r w:rsidRPr="002813C1">
        <w:t>artiste fut un moment à répondre</w:t>
      </w:r>
      <w:r w:rsidR="00B77E03">
        <w:t>.</w:t>
      </w:r>
    </w:p>
    <w:p w14:paraId="747EFCBF" w14:textId="543875C9" w:rsidR="00B77E03" w:rsidRDefault="0024252B" w:rsidP="00B77E03">
      <w:r w:rsidRPr="002813C1">
        <w:t>Maintenant</w:t>
      </w:r>
      <w:r w:rsidR="00B77E03">
        <w:t xml:space="preserve">, </w:t>
      </w:r>
      <w:r w:rsidRPr="002813C1">
        <w:t>il s</w:t>
      </w:r>
      <w:r w:rsidR="00B77E03">
        <w:t>’</w:t>
      </w:r>
      <w:r w:rsidRPr="002813C1">
        <w:t xml:space="preserve">expliquait la démarche de </w:t>
      </w:r>
      <w:r w:rsidR="00B77E03">
        <w:t>M</w:t>
      </w:r>
      <w:r w:rsidR="00B77E03" w:rsidRPr="00B77E03">
        <w:rPr>
          <w:vertAlign w:val="superscript"/>
        </w:rPr>
        <w:t>lle</w:t>
      </w:r>
      <w:r w:rsidR="00B77E03">
        <w:t> </w:t>
      </w:r>
      <w:r w:rsidRPr="002813C1">
        <w:t>Marguerite et l</w:t>
      </w:r>
      <w:r w:rsidR="00B77E03">
        <w:t>’</w:t>
      </w:r>
      <w:r w:rsidRPr="002813C1">
        <w:t>importance qu</w:t>
      </w:r>
      <w:r w:rsidR="00B77E03">
        <w:t>’</w:t>
      </w:r>
      <w:r w:rsidRPr="002813C1">
        <w:t>elle attachait à un fac-simile</w:t>
      </w:r>
      <w:r w:rsidR="00B77E03">
        <w:t xml:space="preserve">… </w:t>
      </w:r>
      <w:r w:rsidRPr="002813C1">
        <w:t>Mais cela donnait une gravité imprévue au service qu</w:t>
      </w:r>
      <w:r w:rsidR="00B77E03">
        <w:t>’</w:t>
      </w:r>
      <w:r w:rsidRPr="002813C1">
        <w:t>il allait rendre et jusqu</w:t>
      </w:r>
      <w:r w:rsidR="00B77E03">
        <w:t>’</w:t>
      </w:r>
      <w:r w:rsidRPr="002813C1">
        <w:t>à un certain point</w:t>
      </w:r>
      <w:r w:rsidR="00B77E03">
        <w:t xml:space="preserve">, </w:t>
      </w:r>
      <w:r w:rsidRPr="002813C1">
        <w:t>estimait-il</w:t>
      </w:r>
      <w:r w:rsidR="00B77E03">
        <w:t xml:space="preserve">, </w:t>
      </w:r>
      <w:r w:rsidRPr="002813C1">
        <w:t>engageait</w:t>
      </w:r>
      <w:r w:rsidR="00B77E03">
        <w:t xml:space="preserve">, </w:t>
      </w:r>
      <w:r w:rsidRPr="002813C1">
        <w:t>non précisément sa responsabilité</w:t>
      </w:r>
      <w:r w:rsidR="00B77E03">
        <w:t xml:space="preserve">, </w:t>
      </w:r>
      <w:r w:rsidRPr="002813C1">
        <w:t>mais sa conscience</w:t>
      </w:r>
      <w:r w:rsidR="00B77E03">
        <w:t>.</w:t>
      </w:r>
    </w:p>
    <w:p w14:paraId="62F52DAB" w14:textId="77777777" w:rsidR="00B77E03" w:rsidRDefault="0024252B" w:rsidP="00B77E03">
      <w:r w:rsidRPr="002813C1">
        <w:t xml:space="preserve">À une époque où le </w:t>
      </w:r>
      <w:r w:rsidR="00B77E03">
        <w:t>« </w:t>
      </w:r>
      <w:r w:rsidRPr="002813C1">
        <w:t>chantage</w:t>
      </w:r>
      <w:r w:rsidR="00B77E03">
        <w:t> »</w:t>
      </w:r>
      <w:r w:rsidRPr="002813C1">
        <w:t xml:space="preserve"> de plus en plus</w:t>
      </w:r>
      <w:r w:rsidR="00B77E03">
        <w:t xml:space="preserve">, </w:t>
      </w:r>
      <w:r w:rsidRPr="002813C1">
        <w:t>devient une industrie courante</w:t>
      </w:r>
      <w:r w:rsidR="00B77E03">
        <w:t xml:space="preserve">, </w:t>
      </w:r>
      <w:r w:rsidRPr="002813C1">
        <w:t>où l</w:t>
      </w:r>
      <w:r w:rsidR="00B77E03">
        <w:t>’</w:t>
      </w:r>
      <w:r w:rsidRPr="002813C1">
        <w:t>abominable trafic des correspondances compromettantes se fait presque au grand soleil</w:t>
      </w:r>
      <w:r w:rsidR="00B77E03">
        <w:t xml:space="preserve">, </w:t>
      </w:r>
      <w:r w:rsidRPr="002813C1">
        <w:t>il était naturel qu</w:t>
      </w:r>
      <w:r w:rsidR="00B77E03">
        <w:t>’</w:t>
      </w:r>
      <w:r w:rsidRPr="002813C1">
        <w:t>il hésitât à fournir à une inconnue le moyen de conserver une lettre</w:t>
      </w:r>
      <w:r w:rsidR="00B77E03">
        <w:t xml:space="preserve">, </w:t>
      </w:r>
      <w:r w:rsidRPr="002813C1">
        <w:t>une preuve</w:t>
      </w:r>
      <w:r w:rsidR="00B77E03">
        <w:t xml:space="preserve">, </w:t>
      </w:r>
      <w:r w:rsidRPr="002813C1">
        <w:t>que son auteur</w:t>
      </w:r>
      <w:r w:rsidR="00B77E03">
        <w:t xml:space="preserve"> – </w:t>
      </w:r>
      <w:r w:rsidRPr="002813C1">
        <w:t>elle-même l</w:t>
      </w:r>
      <w:r w:rsidR="00B77E03">
        <w:t>’</w:t>
      </w:r>
      <w:r w:rsidRPr="002813C1">
        <w:t>avouait</w:t>
      </w:r>
      <w:r w:rsidR="00B77E03">
        <w:t xml:space="preserve"> – </w:t>
      </w:r>
      <w:r w:rsidRPr="002813C1">
        <w:t>se proposait de détruire</w:t>
      </w:r>
      <w:r w:rsidR="00B77E03">
        <w:t>…</w:t>
      </w:r>
    </w:p>
    <w:p w14:paraId="75FA979D" w14:textId="65054367" w:rsidR="00B77E03" w:rsidRDefault="0024252B" w:rsidP="00B77E03">
      <w:r w:rsidRPr="002813C1">
        <w:t>Il réfléchissait donc</w:t>
      </w:r>
      <w:r w:rsidR="00B77E03">
        <w:t xml:space="preserve">, </w:t>
      </w:r>
      <w:r w:rsidRPr="002813C1">
        <w:t xml:space="preserve">et en même temps il enveloppait </w:t>
      </w:r>
      <w:r w:rsidR="00B77E03">
        <w:t>M</w:t>
      </w:r>
      <w:r w:rsidR="00B77E03" w:rsidRPr="00B77E03">
        <w:rPr>
          <w:vertAlign w:val="superscript"/>
        </w:rPr>
        <w:t>lle</w:t>
      </w:r>
      <w:r w:rsidR="00B77E03">
        <w:t> </w:t>
      </w:r>
      <w:r w:rsidRPr="002813C1">
        <w:t>Marguerite d</w:t>
      </w:r>
      <w:r w:rsidR="00B77E03">
        <w:t>’</w:t>
      </w:r>
      <w:r w:rsidRPr="002813C1">
        <w:t>un regard perspicace</w:t>
      </w:r>
      <w:r w:rsidR="00B77E03">
        <w:t xml:space="preserve">, </w:t>
      </w:r>
      <w:r w:rsidRPr="002813C1">
        <w:t>comme s</w:t>
      </w:r>
      <w:r w:rsidR="00B77E03">
        <w:t>’</w:t>
      </w:r>
      <w:r w:rsidRPr="002813C1">
        <w:t>il eût espéré lire jusqu</w:t>
      </w:r>
      <w:r w:rsidR="00B77E03">
        <w:t>’</w:t>
      </w:r>
      <w:r w:rsidRPr="002813C1">
        <w:t>au fond de sa conscience</w:t>
      </w:r>
      <w:r w:rsidR="00B77E03">
        <w:t>…</w:t>
      </w:r>
    </w:p>
    <w:p w14:paraId="2E86DC95" w14:textId="77777777" w:rsidR="00B77E03" w:rsidRDefault="0024252B" w:rsidP="00B77E03">
      <w:r w:rsidRPr="002813C1">
        <w:t>Était-il possible qu</w:t>
      </w:r>
      <w:r w:rsidR="00B77E03">
        <w:t>’</w:t>
      </w:r>
      <w:r w:rsidRPr="002813C1">
        <w:t>avec ce front noble et pur</w:t>
      </w:r>
      <w:r w:rsidR="00B77E03">
        <w:t xml:space="preserve">, </w:t>
      </w:r>
      <w:r w:rsidRPr="002813C1">
        <w:t>avec ces yeux où brillait la franchise</w:t>
      </w:r>
      <w:r w:rsidR="00B77E03">
        <w:t xml:space="preserve">, </w:t>
      </w:r>
      <w:r w:rsidRPr="002813C1">
        <w:t>cette belle jeune fille méditât quelque lâche et ténébreuse perfidie</w:t>
      </w:r>
      <w:r w:rsidR="00B77E03">
        <w:t>…</w:t>
      </w:r>
    </w:p>
    <w:p w14:paraId="6A3884CF" w14:textId="77777777" w:rsidR="00B77E03" w:rsidRDefault="0024252B" w:rsidP="00B77E03">
      <w:r w:rsidRPr="002813C1">
        <w:t>Non</w:t>
      </w:r>
      <w:r w:rsidR="00B77E03">
        <w:t xml:space="preserve">, </w:t>
      </w:r>
      <w:r w:rsidRPr="002813C1">
        <w:t>il ne pouvait le croire</w:t>
      </w:r>
      <w:r w:rsidR="00B77E03">
        <w:t xml:space="preserve">… </w:t>
      </w:r>
      <w:r w:rsidRPr="002813C1">
        <w:t>À qui donc se fier si une telle physionomie mentait</w:t>
      </w:r>
      <w:r w:rsidR="00B77E03">
        <w:t>…</w:t>
      </w:r>
    </w:p>
    <w:p w14:paraId="1C97EE05" w14:textId="77777777" w:rsidR="00B77E03" w:rsidRDefault="0024252B" w:rsidP="00B77E03">
      <w:r w:rsidRPr="002813C1">
        <w:t>Une objection le détermina</w:t>
      </w:r>
      <w:r w:rsidR="00B77E03">
        <w:t>.</w:t>
      </w:r>
    </w:p>
    <w:p w14:paraId="1D409D1A" w14:textId="77777777" w:rsidR="00B77E03" w:rsidRDefault="0024252B" w:rsidP="00B77E03">
      <w:r w:rsidRPr="002813C1">
        <w:lastRenderedPageBreak/>
        <w:t>Il songea qu</w:t>
      </w:r>
      <w:r w:rsidR="00B77E03">
        <w:t>’</w:t>
      </w:r>
      <w:r w:rsidRPr="002813C1">
        <w:t>il resterait forcément maître des épreuves</w:t>
      </w:r>
      <w:r w:rsidR="00B77E03">
        <w:t xml:space="preserve">, </w:t>
      </w:r>
      <w:r w:rsidRPr="002813C1">
        <w:t>et il se dit que selon le contenu de la lettre il les livrerait ou les anéantirait</w:t>
      </w:r>
      <w:r w:rsidR="00B77E03">
        <w:t>…</w:t>
      </w:r>
    </w:p>
    <w:p w14:paraId="38F523AB" w14:textId="77777777" w:rsidR="00B77E03" w:rsidRDefault="00B77E03" w:rsidP="00B77E03">
      <w:r>
        <w:t>— </w:t>
      </w:r>
      <w:r w:rsidR="0024252B" w:rsidRPr="002813C1">
        <w:t>Mes fac-simile feraient certainement preuve en justice</w:t>
      </w:r>
      <w:r>
        <w:t xml:space="preserve">, </w:t>
      </w:r>
      <w:r w:rsidR="0024252B" w:rsidRPr="002813C1">
        <w:t>madame</w:t>
      </w:r>
      <w:r>
        <w:t xml:space="preserve">, </w:t>
      </w:r>
      <w:r w:rsidR="0024252B" w:rsidRPr="002813C1">
        <w:t>répondit-il</w:t>
      </w:r>
      <w:r>
        <w:t xml:space="preserve">, </w:t>
      </w:r>
      <w:r w:rsidR="0024252B" w:rsidRPr="002813C1">
        <w:t>et même</w:t>
      </w:r>
      <w:r>
        <w:t xml:space="preserve">, </w:t>
      </w:r>
      <w:r w:rsidR="0024252B" w:rsidRPr="002813C1">
        <w:t>ce ne serait pas la première fois qu</w:t>
      </w:r>
      <w:r>
        <w:t>’</w:t>
      </w:r>
      <w:r w:rsidR="0024252B" w:rsidRPr="002813C1">
        <w:t>un tribunal rendrait un arrêt sur des pièces photographiées par moi</w:t>
      </w:r>
      <w:r>
        <w:t>…</w:t>
      </w:r>
    </w:p>
    <w:p w14:paraId="7F4E7514" w14:textId="77777777" w:rsidR="00B77E03" w:rsidRDefault="0024252B" w:rsidP="00B77E03">
      <w:r w:rsidRPr="002813C1">
        <w:t>Cependant l</w:t>
      </w:r>
      <w:r w:rsidR="00B77E03">
        <w:t>’</w:t>
      </w:r>
      <w:r w:rsidRPr="002813C1">
        <w:t>employé était revenu rapportant l</w:t>
      </w:r>
      <w:r w:rsidR="00B77E03">
        <w:t>’</w:t>
      </w:r>
      <w:r w:rsidRPr="002813C1">
        <w:t>appareil</w:t>
      </w:r>
      <w:r w:rsidR="00B77E03">
        <w:t xml:space="preserve">, </w:t>
      </w:r>
      <w:r w:rsidRPr="002813C1">
        <w:t>et avec son aide le photographe le monta et le déposa dans le petit salon</w:t>
      </w:r>
      <w:r w:rsidR="00B77E03">
        <w:t>.</w:t>
      </w:r>
    </w:p>
    <w:p w14:paraId="7A22802A" w14:textId="77777777" w:rsidR="00B77E03" w:rsidRDefault="0024252B" w:rsidP="00B77E03">
      <w:r w:rsidRPr="002813C1">
        <w:t>Puis</w:t>
      </w:r>
      <w:r w:rsidR="00B77E03">
        <w:t xml:space="preserve">, </w:t>
      </w:r>
      <w:r w:rsidRPr="002813C1">
        <w:t>lorsque tout fut prêt</w:t>
      </w:r>
      <w:r w:rsidR="00B77E03">
        <w:t> :</w:t>
      </w:r>
    </w:p>
    <w:p w14:paraId="2B71C445" w14:textId="77777777" w:rsidR="00B77E03" w:rsidRDefault="00B77E03" w:rsidP="00B77E03">
      <w:r>
        <w:t>— </w:t>
      </w:r>
      <w:r w:rsidR="0024252B" w:rsidRPr="002813C1">
        <w:t>Veuillez me donner la lettre</w:t>
      </w:r>
      <w:r>
        <w:t xml:space="preserve">, </w:t>
      </w:r>
      <w:r w:rsidR="0024252B" w:rsidRPr="002813C1">
        <w:t>madame</w:t>
      </w:r>
      <w:r>
        <w:t xml:space="preserve">, </w:t>
      </w:r>
      <w:r w:rsidR="0024252B" w:rsidRPr="002813C1">
        <w:t>demanda-t-il</w:t>
      </w:r>
      <w:r>
        <w:t>.</w:t>
      </w:r>
    </w:p>
    <w:p w14:paraId="39F9877F" w14:textId="77777777" w:rsidR="00B77E03" w:rsidRDefault="0024252B" w:rsidP="00B77E03">
      <w:r w:rsidRPr="002813C1">
        <w:t>Elle eut une seconde de perplexité</w:t>
      </w:r>
      <w:r w:rsidR="00B77E03">
        <w:t xml:space="preserve">, </w:t>
      </w:r>
      <w:r w:rsidRPr="002813C1">
        <w:t>oh</w:t>
      </w:r>
      <w:r w:rsidR="00B77E03">
        <w:t xml:space="preserve"> ! </w:t>
      </w:r>
      <w:r w:rsidRPr="002813C1">
        <w:t>rien qu</w:t>
      </w:r>
      <w:r w:rsidR="00B77E03">
        <w:t>’</w:t>
      </w:r>
      <w:r w:rsidRPr="002813C1">
        <w:t>une seconde</w:t>
      </w:r>
      <w:r w:rsidR="00B77E03">
        <w:t>…</w:t>
      </w:r>
    </w:p>
    <w:p w14:paraId="277567FC" w14:textId="77777777" w:rsidR="00B77E03" w:rsidRDefault="0024252B" w:rsidP="00B77E03">
      <w:r w:rsidRPr="002813C1">
        <w:t>La loyale et bienveillante figure de l</w:t>
      </w:r>
      <w:r w:rsidR="00B77E03">
        <w:t>’</w:t>
      </w:r>
      <w:r w:rsidRPr="002813C1">
        <w:t>artiste lui disait que celui-là ne la trahirait pas</w:t>
      </w:r>
      <w:r w:rsidR="00B77E03">
        <w:t xml:space="preserve">, </w:t>
      </w:r>
      <w:r w:rsidRPr="002813C1">
        <w:t>qu</w:t>
      </w:r>
      <w:r w:rsidR="00B77E03">
        <w:t>’</w:t>
      </w:r>
      <w:r w:rsidRPr="002813C1">
        <w:t>il lui donnerait plutôt secours et assistance</w:t>
      </w:r>
      <w:r w:rsidR="00B77E03">
        <w:t>…</w:t>
      </w:r>
    </w:p>
    <w:p w14:paraId="0061B703" w14:textId="77777777" w:rsidR="00B77E03" w:rsidRDefault="0024252B" w:rsidP="00B77E03">
      <w:r w:rsidRPr="002813C1">
        <w:t xml:space="preserve">Elle tendit donc la lettre du marquis de </w:t>
      </w:r>
      <w:proofErr w:type="spellStart"/>
      <w:r w:rsidRPr="002813C1">
        <w:t>Valorsay</w:t>
      </w:r>
      <w:proofErr w:type="spellEnd"/>
      <w:r w:rsidR="00B77E03">
        <w:t xml:space="preserve">, </w:t>
      </w:r>
      <w:r w:rsidRPr="002813C1">
        <w:t>en prononçant</w:t>
      </w:r>
      <w:r w:rsidR="00B77E03">
        <w:t xml:space="preserve">, </w:t>
      </w:r>
      <w:r w:rsidRPr="002813C1">
        <w:t>d</w:t>
      </w:r>
      <w:r w:rsidR="00B77E03">
        <w:t>’</w:t>
      </w:r>
      <w:r w:rsidRPr="002813C1">
        <w:t>un air de dignité triste</w:t>
      </w:r>
      <w:r w:rsidR="00B77E03">
        <w:t> :</w:t>
      </w:r>
    </w:p>
    <w:p w14:paraId="5D04E1FA" w14:textId="77777777" w:rsidR="00B77E03" w:rsidRDefault="00B77E03" w:rsidP="00B77E03">
      <w:r>
        <w:t>— </w:t>
      </w:r>
      <w:r w:rsidR="0024252B" w:rsidRPr="002813C1">
        <w:t>C</w:t>
      </w:r>
      <w:r>
        <w:t>’</w:t>
      </w:r>
      <w:r w:rsidR="0024252B" w:rsidRPr="002813C1">
        <w:t>est mon honneur et mon avenir</w:t>
      </w:r>
      <w:r>
        <w:t xml:space="preserve">, </w:t>
      </w:r>
      <w:r w:rsidR="0024252B" w:rsidRPr="002813C1">
        <w:t>monsieur</w:t>
      </w:r>
      <w:r>
        <w:t xml:space="preserve">, </w:t>
      </w:r>
      <w:r w:rsidR="0024252B" w:rsidRPr="002813C1">
        <w:t>que je remets entre vos mains</w:t>
      </w:r>
      <w:r>
        <w:t xml:space="preserve">… </w:t>
      </w:r>
      <w:r w:rsidR="0024252B" w:rsidRPr="002813C1">
        <w:t>Et je suis sans inquiétude</w:t>
      </w:r>
      <w:r>
        <w:t xml:space="preserve">, </w:t>
      </w:r>
      <w:r w:rsidR="0024252B" w:rsidRPr="002813C1">
        <w:t>je ne crains rien</w:t>
      </w:r>
      <w:r>
        <w:t>.</w:t>
      </w:r>
    </w:p>
    <w:p w14:paraId="77A06E28" w14:textId="77777777" w:rsidR="00B77E03" w:rsidRDefault="0024252B" w:rsidP="00B77E03">
      <w:r w:rsidRPr="002813C1">
        <w:t>Lui comprit ce qui avait dû se passer en elle</w:t>
      </w:r>
      <w:r w:rsidR="00B77E03">
        <w:t xml:space="preserve">, </w:t>
      </w:r>
      <w:r w:rsidRPr="002813C1">
        <w:t>qu</w:t>
      </w:r>
      <w:r w:rsidR="00B77E03">
        <w:t>’</w:t>
      </w:r>
      <w:r w:rsidRPr="002813C1">
        <w:t>elle n</w:t>
      </w:r>
      <w:r w:rsidR="00B77E03">
        <w:t>’</w:t>
      </w:r>
      <w:r w:rsidRPr="002813C1">
        <w:t>osait lui demander le secret</w:t>
      </w:r>
      <w:r w:rsidR="00B77E03">
        <w:t xml:space="preserve">, </w:t>
      </w:r>
      <w:r w:rsidRPr="002813C1">
        <w:t>ou qu</w:t>
      </w:r>
      <w:r w:rsidR="00B77E03">
        <w:t>’</w:t>
      </w:r>
      <w:r w:rsidRPr="002813C1">
        <w:t>elle l</w:t>
      </w:r>
      <w:r w:rsidR="00B77E03">
        <w:t>’</w:t>
      </w:r>
      <w:r w:rsidRPr="002813C1">
        <w:t>avait jugé inutile</w:t>
      </w:r>
      <w:r w:rsidR="00B77E03">
        <w:t>…</w:t>
      </w:r>
    </w:p>
    <w:p w14:paraId="31A510D8" w14:textId="77777777" w:rsidR="00B77E03" w:rsidRDefault="0024252B" w:rsidP="00B77E03">
      <w:r w:rsidRPr="002813C1">
        <w:t>Il eut pitié</w:t>
      </w:r>
      <w:r w:rsidR="00B77E03">
        <w:t xml:space="preserve">, </w:t>
      </w:r>
      <w:r w:rsidRPr="002813C1">
        <w:t>et ses derniers soupçons s</w:t>
      </w:r>
      <w:r w:rsidR="00B77E03">
        <w:t>’</w:t>
      </w:r>
      <w:r w:rsidRPr="002813C1">
        <w:t>envolèrent</w:t>
      </w:r>
      <w:r w:rsidR="00B77E03">
        <w:t>.</w:t>
      </w:r>
    </w:p>
    <w:p w14:paraId="7476DBF3" w14:textId="77777777" w:rsidR="00B77E03" w:rsidRDefault="00B77E03" w:rsidP="00B77E03">
      <w:r>
        <w:lastRenderedPageBreak/>
        <w:t>— </w:t>
      </w:r>
      <w:r w:rsidR="0024252B" w:rsidRPr="002813C1">
        <w:t>Je lirai cette lettre</w:t>
      </w:r>
      <w:r>
        <w:t xml:space="preserve">, </w:t>
      </w:r>
      <w:r w:rsidR="0024252B" w:rsidRPr="002813C1">
        <w:t>madame</w:t>
      </w:r>
      <w:r>
        <w:t xml:space="preserve">, </w:t>
      </w:r>
      <w:r w:rsidR="0024252B" w:rsidRPr="002813C1">
        <w:t>dit-il</w:t>
      </w:r>
      <w:r>
        <w:t xml:space="preserve">, </w:t>
      </w:r>
      <w:r w:rsidR="0024252B" w:rsidRPr="002813C1">
        <w:t>mais je serai le seul à la lire</w:t>
      </w:r>
      <w:r>
        <w:t xml:space="preserve">, </w:t>
      </w:r>
      <w:r w:rsidR="0024252B" w:rsidRPr="002813C1">
        <w:t>je vous en donne ma parole</w:t>
      </w:r>
      <w:r>
        <w:t xml:space="preserve">… </w:t>
      </w:r>
      <w:r w:rsidR="0024252B" w:rsidRPr="002813C1">
        <w:t>Personne que moi ne verra les épreuves</w:t>
      </w:r>
      <w:r>
        <w:t>.</w:t>
      </w:r>
    </w:p>
    <w:p w14:paraId="68E688CF" w14:textId="77777777" w:rsidR="00B77E03" w:rsidRDefault="0024252B" w:rsidP="00B77E03">
      <w:r w:rsidRPr="002813C1">
        <w:t>Émue</w:t>
      </w:r>
      <w:r w:rsidR="00B77E03">
        <w:t xml:space="preserve">, </w:t>
      </w:r>
      <w:r w:rsidRPr="002813C1">
        <w:t>elle lui tendit la main</w:t>
      </w:r>
      <w:r w:rsidR="00B77E03">
        <w:t xml:space="preserve">, </w:t>
      </w:r>
      <w:r w:rsidRPr="002813C1">
        <w:t>qu</w:t>
      </w:r>
      <w:r w:rsidR="00B77E03">
        <w:t>’</w:t>
      </w:r>
      <w:r w:rsidRPr="002813C1">
        <w:t>il serra</w:t>
      </w:r>
      <w:r w:rsidR="00B77E03">
        <w:t xml:space="preserve">, </w:t>
      </w:r>
      <w:r w:rsidRPr="002813C1">
        <w:t>et dit simplement</w:t>
      </w:r>
      <w:r w:rsidR="00B77E03">
        <w:t> :</w:t>
      </w:r>
    </w:p>
    <w:p w14:paraId="07C596AD" w14:textId="77777777" w:rsidR="00B77E03" w:rsidRDefault="00B77E03" w:rsidP="00B77E03">
      <w:r>
        <w:t>— </w:t>
      </w:r>
      <w:r w:rsidR="0024252B" w:rsidRPr="002813C1">
        <w:t>Merci</w:t>
      </w:r>
      <w:r>
        <w:t xml:space="preserve">… </w:t>
      </w:r>
      <w:r w:rsidR="0024252B" w:rsidRPr="002813C1">
        <w:t>c</w:t>
      </w:r>
      <w:r>
        <w:t>’</w:t>
      </w:r>
      <w:r w:rsidR="0024252B" w:rsidRPr="002813C1">
        <w:t>est m</w:t>
      </w:r>
      <w:r>
        <w:t>’</w:t>
      </w:r>
      <w:r w:rsidR="0024252B" w:rsidRPr="002813C1">
        <w:t>obliger deux fois que de m</w:t>
      </w:r>
      <w:r>
        <w:t>’</w:t>
      </w:r>
      <w:r w:rsidR="0024252B" w:rsidRPr="002813C1">
        <w:t>obliger ainsi</w:t>
      </w:r>
      <w:r>
        <w:t>…</w:t>
      </w:r>
    </w:p>
    <w:p w14:paraId="163579AD" w14:textId="77777777" w:rsidR="00B77E03" w:rsidRDefault="0024252B" w:rsidP="00B77E03">
      <w:r w:rsidRPr="002813C1">
        <w:t>Obtenir d</w:t>
      </w:r>
      <w:r w:rsidR="00B77E03">
        <w:t>’</w:t>
      </w:r>
      <w:r w:rsidRPr="002813C1">
        <w:t>une lettre un fac-simile absolument parfait</w:t>
      </w:r>
      <w:r w:rsidR="00B77E03">
        <w:t xml:space="preserve">, </w:t>
      </w:r>
      <w:r w:rsidRPr="002813C1">
        <w:t>est une opération délicate et parfois assez longue</w:t>
      </w:r>
      <w:r w:rsidR="00B77E03">
        <w:t>.</w:t>
      </w:r>
    </w:p>
    <w:p w14:paraId="641E6F3D" w14:textId="77777777" w:rsidR="00B77E03" w:rsidRDefault="0024252B" w:rsidP="00B77E03">
      <w:r w:rsidRPr="002813C1">
        <w:t>Au bout de vingt minutes</w:t>
      </w:r>
      <w:r w:rsidR="00B77E03">
        <w:t xml:space="preserve">, </w:t>
      </w:r>
      <w:r w:rsidRPr="002813C1">
        <w:t>cependant</w:t>
      </w:r>
      <w:r w:rsidR="00B77E03">
        <w:t xml:space="preserve">, </w:t>
      </w:r>
      <w:r w:rsidRPr="002813C1">
        <w:t>le photographe possédait deux clichés qui lui promettaient des épreuves superbes</w:t>
      </w:r>
      <w:r w:rsidR="00B77E03">
        <w:t>.</w:t>
      </w:r>
    </w:p>
    <w:p w14:paraId="1C50EAC2" w14:textId="54480AEB" w:rsidR="00B77E03" w:rsidRDefault="0024252B" w:rsidP="00B77E03">
      <w:r w:rsidRPr="002813C1">
        <w:t>Il les considéra d</w:t>
      </w:r>
      <w:r w:rsidR="00B77E03">
        <w:t>’</w:t>
      </w:r>
      <w:r w:rsidRPr="002813C1">
        <w:t>un air satisfait</w:t>
      </w:r>
      <w:r w:rsidR="00B77E03">
        <w:t xml:space="preserve"> ; </w:t>
      </w:r>
      <w:r w:rsidRPr="002813C1">
        <w:t>puis</w:t>
      </w:r>
      <w:r w:rsidR="00B77E03">
        <w:t xml:space="preserve">, </w:t>
      </w:r>
      <w:r w:rsidRPr="002813C1">
        <w:t xml:space="preserve">rendant la lettre à </w:t>
      </w:r>
      <w:r w:rsidR="00B77E03">
        <w:t>M</w:t>
      </w:r>
      <w:r w:rsidR="00B77E03" w:rsidRPr="00B77E03">
        <w:rPr>
          <w:vertAlign w:val="superscript"/>
        </w:rPr>
        <w:t>lle</w:t>
      </w:r>
      <w:r w:rsidR="00B77E03">
        <w:t> </w:t>
      </w:r>
      <w:r w:rsidRPr="002813C1">
        <w:t>Marguerite</w:t>
      </w:r>
      <w:r w:rsidR="00B77E03">
        <w:t> :</w:t>
      </w:r>
    </w:p>
    <w:p w14:paraId="3D750FD4" w14:textId="77777777" w:rsidR="00B77E03" w:rsidRDefault="00B77E03" w:rsidP="00B77E03">
      <w:r>
        <w:t>— </w:t>
      </w:r>
      <w:r w:rsidR="0024252B" w:rsidRPr="002813C1">
        <w:t>Avant trois jours les fac-simile seront prêts</w:t>
      </w:r>
      <w:r>
        <w:t xml:space="preserve">, </w:t>
      </w:r>
      <w:r w:rsidR="0024252B" w:rsidRPr="002813C1">
        <w:t>madame</w:t>
      </w:r>
      <w:r>
        <w:t xml:space="preserve">, </w:t>
      </w:r>
      <w:r w:rsidR="0024252B" w:rsidRPr="002813C1">
        <w:t>et si vous voulez me dire à quelle adresse je dois les envoyer</w:t>
      </w:r>
      <w:r>
        <w:t>…</w:t>
      </w:r>
    </w:p>
    <w:p w14:paraId="74ED3198" w14:textId="77777777" w:rsidR="00B77E03" w:rsidRDefault="0024252B" w:rsidP="00B77E03">
      <w:r w:rsidRPr="002813C1">
        <w:t>Elle tressaillit à ces mots</w:t>
      </w:r>
      <w:r w:rsidR="00B77E03">
        <w:t xml:space="preserve">, </w:t>
      </w:r>
      <w:r w:rsidRPr="002813C1">
        <w:t>et vivement</w:t>
      </w:r>
      <w:r w:rsidR="00B77E03">
        <w:t> :</w:t>
      </w:r>
    </w:p>
    <w:p w14:paraId="3F59D8A4" w14:textId="77777777" w:rsidR="00B77E03" w:rsidRDefault="00B77E03" w:rsidP="00B77E03">
      <w:r>
        <w:t>— </w:t>
      </w:r>
      <w:r w:rsidR="0024252B" w:rsidRPr="002813C1">
        <w:t>Ne les envoyez pas</w:t>
      </w:r>
      <w:r>
        <w:t xml:space="preserve">, </w:t>
      </w:r>
      <w:r w:rsidR="0024252B" w:rsidRPr="002813C1">
        <w:t>monsieur</w:t>
      </w:r>
      <w:r>
        <w:t xml:space="preserve">, </w:t>
      </w:r>
      <w:r w:rsidR="0024252B" w:rsidRPr="002813C1">
        <w:t>fit-elle</w:t>
      </w:r>
      <w:r>
        <w:t xml:space="preserve">, </w:t>
      </w:r>
      <w:r w:rsidR="0024252B" w:rsidRPr="002813C1">
        <w:t>gardez-vous en bien</w:t>
      </w:r>
      <w:r>
        <w:t xml:space="preserve">… </w:t>
      </w:r>
      <w:r w:rsidR="0024252B" w:rsidRPr="002813C1">
        <w:t>Mon Dieu</w:t>
      </w:r>
      <w:r>
        <w:t xml:space="preserve"> !… </w:t>
      </w:r>
      <w:r w:rsidR="0024252B" w:rsidRPr="002813C1">
        <w:t>tout serait perdu si on venait à savoir</w:t>
      </w:r>
      <w:r>
        <w:t xml:space="preserve">… </w:t>
      </w:r>
      <w:r w:rsidR="0024252B" w:rsidRPr="002813C1">
        <w:t>Je viendrai les chercher ou je les enverrai prendre</w:t>
      </w:r>
      <w:r>
        <w:t>…</w:t>
      </w:r>
    </w:p>
    <w:p w14:paraId="3D034CC8" w14:textId="77777777" w:rsidR="00B77E03" w:rsidRDefault="0024252B" w:rsidP="00B77E03">
      <w:r w:rsidRPr="002813C1">
        <w:t>Et</w:t>
      </w:r>
      <w:r w:rsidR="00B77E03">
        <w:t xml:space="preserve">, </w:t>
      </w:r>
      <w:r w:rsidRPr="002813C1">
        <w:t>sentant bien que confiance oblige</w:t>
      </w:r>
      <w:r w:rsidR="00B77E03">
        <w:t> :</w:t>
      </w:r>
    </w:p>
    <w:p w14:paraId="5D3CAA73" w14:textId="539DE64F" w:rsidR="00B77E03" w:rsidRDefault="00B77E03" w:rsidP="00B77E03">
      <w:r>
        <w:t>— </w:t>
      </w:r>
      <w:r w:rsidR="0024252B" w:rsidRPr="002813C1">
        <w:t>Mais je ne me retirerai pas</w:t>
      </w:r>
      <w:r>
        <w:t xml:space="preserve">, </w:t>
      </w:r>
      <w:r w:rsidR="0024252B" w:rsidRPr="002813C1">
        <w:t>monsieur</w:t>
      </w:r>
      <w:r>
        <w:t xml:space="preserve">, </w:t>
      </w:r>
      <w:r w:rsidR="0024252B" w:rsidRPr="002813C1">
        <w:t>ajouta-t-elle</w:t>
      </w:r>
      <w:r>
        <w:t xml:space="preserve">, </w:t>
      </w:r>
      <w:r w:rsidR="0024252B" w:rsidRPr="002813C1">
        <w:t>sans me faire connaître</w:t>
      </w:r>
      <w:r>
        <w:t xml:space="preserve">… </w:t>
      </w:r>
      <w:r w:rsidR="0024252B" w:rsidRPr="002813C1">
        <w:t xml:space="preserve">Je suis </w:t>
      </w:r>
      <w:r>
        <w:t>M</w:t>
      </w:r>
      <w:r w:rsidRPr="00B77E03">
        <w:rPr>
          <w:vertAlign w:val="superscript"/>
        </w:rPr>
        <w:t>lle</w:t>
      </w:r>
      <w:r>
        <w:t> </w:t>
      </w:r>
      <w:r w:rsidR="0024252B" w:rsidRPr="002813C1">
        <w:t xml:space="preserve">Marguerite de </w:t>
      </w:r>
      <w:proofErr w:type="spellStart"/>
      <w:r w:rsidR="0024252B" w:rsidRPr="002813C1">
        <w:t>Chalusse</w:t>
      </w:r>
      <w:proofErr w:type="spellEnd"/>
      <w:r>
        <w:t>…</w:t>
      </w:r>
    </w:p>
    <w:p w14:paraId="41001250" w14:textId="77777777" w:rsidR="00B77E03" w:rsidRDefault="0024252B" w:rsidP="00B77E03">
      <w:r w:rsidRPr="002813C1">
        <w:t>Et elle sortit</w:t>
      </w:r>
      <w:r w:rsidR="00B77E03">
        <w:t xml:space="preserve">, </w:t>
      </w:r>
      <w:r w:rsidRPr="002813C1">
        <w:t>laissant l</w:t>
      </w:r>
      <w:r w:rsidR="00B77E03">
        <w:t>’</w:t>
      </w:r>
      <w:r w:rsidRPr="002813C1">
        <w:t>artiste tout surpris de l</w:t>
      </w:r>
      <w:r w:rsidR="00B77E03">
        <w:t>’</w:t>
      </w:r>
      <w:r w:rsidRPr="002813C1">
        <w:t>aventure et ébloui de sa beauté</w:t>
      </w:r>
      <w:r w:rsidR="00B77E03">
        <w:t>…</w:t>
      </w:r>
    </w:p>
    <w:p w14:paraId="24B66D98" w14:textId="3A3674F9" w:rsidR="00B77E03" w:rsidRDefault="0024252B" w:rsidP="00B77E03">
      <w:r w:rsidRPr="002813C1">
        <w:lastRenderedPageBreak/>
        <w:t>Il y avait à ce moment un peu plus d</w:t>
      </w:r>
      <w:r w:rsidR="00B77E03">
        <w:t>’</w:t>
      </w:r>
      <w:r w:rsidRPr="002813C1">
        <w:t>une heure qu</w:t>
      </w:r>
      <w:r w:rsidR="00B77E03">
        <w:t>’</w:t>
      </w:r>
      <w:r w:rsidRPr="002813C1">
        <w:t xml:space="preserve">elle avait quitté la maison de </w:t>
      </w:r>
      <w:r w:rsidR="00B77E03">
        <w:t>M. de </w:t>
      </w:r>
      <w:proofErr w:type="spellStart"/>
      <w:r w:rsidRPr="002813C1">
        <w:t>Fondège</w:t>
      </w:r>
      <w:proofErr w:type="spellEnd"/>
      <w:r w:rsidR="00B77E03">
        <w:t>…</w:t>
      </w:r>
    </w:p>
    <w:p w14:paraId="1516E913" w14:textId="77777777" w:rsidR="00B77E03" w:rsidRDefault="00B77E03" w:rsidP="00B77E03">
      <w:r>
        <w:t>— </w:t>
      </w:r>
      <w:r w:rsidR="0024252B" w:rsidRPr="002813C1">
        <w:t>Comme le temps passe</w:t>
      </w:r>
      <w:r>
        <w:t xml:space="preserve"> !… </w:t>
      </w:r>
      <w:r w:rsidR="0024252B" w:rsidRPr="002813C1">
        <w:t>murmurait-elle</w:t>
      </w:r>
      <w:r>
        <w:t xml:space="preserve">, </w:t>
      </w:r>
      <w:r w:rsidR="0024252B" w:rsidRPr="002813C1">
        <w:t>en hâtant le pas autant qu</w:t>
      </w:r>
      <w:r>
        <w:t>’</w:t>
      </w:r>
      <w:r w:rsidR="0024252B" w:rsidRPr="002813C1">
        <w:t>il lui était possible sans se faire remarquer</w:t>
      </w:r>
      <w:r>
        <w:t xml:space="preserve">, </w:t>
      </w:r>
      <w:r w:rsidR="0024252B" w:rsidRPr="002813C1">
        <w:t>comme le temps passe</w:t>
      </w:r>
      <w:r>
        <w:t> !…</w:t>
      </w:r>
    </w:p>
    <w:p w14:paraId="0E23AC92" w14:textId="77777777" w:rsidR="00B77E03" w:rsidRDefault="0024252B" w:rsidP="00B77E03">
      <w:r w:rsidRPr="002813C1">
        <w:t>Néanmoins</w:t>
      </w:r>
      <w:r w:rsidR="00B77E03">
        <w:t xml:space="preserve">, </w:t>
      </w:r>
      <w:r w:rsidRPr="002813C1">
        <w:t>si pressée qu</w:t>
      </w:r>
      <w:r w:rsidR="00B77E03">
        <w:t>’</w:t>
      </w:r>
      <w:r w:rsidRPr="002813C1">
        <w:t>elle fût de rentrer</w:t>
      </w:r>
      <w:r w:rsidR="00B77E03">
        <w:t xml:space="preserve">, </w:t>
      </w:r>
      <w:r w:rsidRPr="002813C1">
        <w:t>elle s</w:t>
      </w:r>
      <w:r w:rsidR="00B77E03">
        <w:t>’</w:t>
      </w:r>
      <w:r w:rsidRPr="002813C1">
        <w:t>arrêta et perdit cinq minutes dans un magasin de mercerie de la rue Notre-Dame-de-Lorette</w:t>
      </w:r>
      <w:r w:rsidR="00B77E03">
        <w:t xml:space="preserve">, </w:t>
      </w:r>
      <w:r w:rsidRPr="002813C1">
        <w:t>où elle acheta des rubans noirs et quelques menus objets de deuil</w:t>
      </w:r>
      <w:r w:rsidR="00B77E03">
        <w:t>.</w:t>
      </w:r>
    </w:p>
    <w:p w14:paraId="5BD1B332" w14:textId="77777777" w:rsidR="00B77E03" w:rsidRDefault="0024252B" w:rsidP="00B77E03">
      <w:r w:rsidRPr="002813C1">
        <w:t>Ne lui faudrait-il pas expliquer et justifier sa sortie</w:t>
      </w:r>
      <w:r w:rsidR="00B77E03">
        <w:t xml:space="preserve">, </w:t>
      </w:r>
      <w:r w:rsidRPr="002813C1">
        <w:t>si les domestiques</w:t>
      </w:r>
      <w:r w:rsidR="00B77E03">
        <w:t xml:space="preserve">, </w:t>
      </w:r>
      <w:r w:rsidRPr="002813C1">
        <w:t>ainsi que c</w:t>
      </w:r>
      <w:r w:rsidR="00B77E03">
        <w:t>’</w:t>
      </w:r>
      <w:r w:rsidRPr="002813C1">
        <w:t>était possible et même probable</w:t>
      </w:r>
      <w:r w:rsidR="00B77E03">
        <w:t xml:space="preserve">, </w:t>
      </w:r>
      <w:r w:rsidRPr="002813C1">
        <w:t>venaient à en parler</w:t>
      </w:r>
      <w:r w:rsidR="00B77E03">
        <w:t> ?…</w:t>
      </w:r>
    </w:p>
    <w:p w14:paraId="6BF17F2C" w14:textId="77777777" w:rsidR="00B77E03" w:rsidRDefault="0024252B" w:rsidP="00B77E03">
      <w:r w:rsidRPr="002813C1">
        <w:t>Elle pensait à tout</w:t>
      </w:r>
      <w:r w:rsidR="00B77E03">
        <w:t>.</w:t>
      </w:r>
    </w:p>
    <w:p w14:paraId="22D4D835" w14:textId="77777777" w:rsidR="00B77E03" w:rsidRDefault="0024252B" w:rsidP="00B77E03">
      <w:r w:rsidRPr="002813C1">
        <w:t>Mais le cœur lui battait à rompre sa poitrine</w:t>
      </w:r>
      <w:r w:rsidR="00B77E03">
        <w:t xml:space="preserve">, </w:t>
      </w:r>
      <w:r w:rsidRPr="002813C1">
        <w:t>en montant l</w:t>
      </w:r>
      <w:r w:rsidR="00B77E03">
        <w:t>’</w:t>
      </w:r>
      <w:r w:rsidRPr="002813C1">
        <w:t xml:space="preserve">escalier du </w:t>
      </w:r>
      <w:r w:rsidR="00B77E03">
        <w:t>« </w:t>
      </w:r>
      <w:r w:rsidRPr="002813C1">
        <w:t>général</w:t>
      </w:r>
      <w:r w:rsidR="00B77E03">
        <w:t>, »</w:t>
      </w:r>
      <w:r w:rsidRPr="002813C1">
        <w:t xml:space="preserve"> et l</w:t>
      </w:r>
      <w:r w:rsidR="00B77E03">
        <w:t>’</w:t>
      </w:r>
      <w:r w:rsidRPr="002813C1">
        <w:t>angoisse suspendait sa respiration</w:t>
      </w:r>
      <w:r w:rsidR="00B77E03">
        <w:t xml:space="preserve">, </w:t>
      </w:r>
      <w:r w:rsidRPr="002813C1">
        <w:t>quand elle sonna</w:t>
      </w:r>
      <w:r w:rsidR="00B77E03">
        <w:t>…</w:t>
      </w:r>
    </w:p>
    <w:p w14:paraId="2AE8B1D1" w14:textId="77777777" w:rsidR="00B77E03" w:rsidRDefault="0024252B" w:rsidP="00B77E03">
      <w:r w:rsidRPr="002813C1">
        <w:t>C</w:t>
      </w:r>
      <w:r w:rsidR="00B77E03">
        <w:t>’</w:t>
      </w:r>
      <w:r w:rsidRPr="002813C1">
        <w:t>est que le succès de son expédition et de tous ses projets était subordonné à une circonstance indépendante de son action</w:t>
      </w:r>
      <w:r w:rsidR="00B77E03">
        <w:t xml:space="preserve">, </w:t>
      </w:r>
      <w:r w:rsidRPr="002813C1">
        <w:t>et contre laquelle toute son habileté ne pouvait rien</w:t>
      </w:r>
      <w:r w:rsidR="00B77E03">
        <w:t>…</w:t>
      </w:r>
    </w:p>
    <w:p w14:paraId="10D88152" w14:textId="52AD231E" w:rsidR="00B77E03" w:rsidRDefault="0024252B" w:rsidP="00B77E03">
      <w:r w:rsidRPr="002813C1">
        <w:t xml:space="preserve">Que </w:t>
      </w:r>
      <w:r w:rsidR="00B77E03">
        <w:t>M</w:t>
      </w:r>
      <w:r w:rsidR="00B77E03" w:rsidRPr="00B77E03">
        <w:rPr>
          <w:vertAlign w:val="superscript"/>
        </w:rPr>
        <w:t>me</w:t>
      </w:r>
      <w:r w:rsidR="00B77E03">
        <w:t> de </w:t>
      </w:r>
      <w:proofErr w:type="spellStart"/>
      <w:r w:rsidRPr="002813C1">
        <w:t>Fondège</w:t>
      </w:r>
      <w:proofErr w:type="spellEnd"/>
      <w:r w:rsidRPr="002813C1">
        <w:t xml:space="preserve"> et </w:t>
      </w:r>
      <w:r w:rsidR="00B77E03">
        <w:t>M</w:t>
      </w:r>
      <w:r w:rsidR="00B77E03" w:rsidRPr="00B77E03">
        <w:rPr>
          <w:vertAlign w:val="superscript"/>
        </w:rPr>
        <w:t>me</w:t>
      </w:r>
      <w:r w:rsidR="00B77E03">
        <w:t> </w:t>
      </w:r>
      <w:r w:rsidRPr="002813C1">
        <w:t>Léon fussent rentrées</w:t>
      </w:r>
      <w:r w:rsidR="00B77E03">
        <w:t xml:space="preserve">, </w:t>
      </w:r>
      <w:r w:rsidRPr="002813C1">
        <w:t>et la soustraction de la lettre était découverte</w:t>
      </w:r>
      <w:r w:rsidR="00B77E03">
        <w:t> !</w:t>
      </w:r>
    </w:p>
    <w:p w14:paraId="7A9F811A" w14:textId="064F48B5" w:rsidR="00B77E03" w:rsidRDefault="0024252B" w:rsidP="00B77E03">
      <w:r w:rsidRPr="002813C1">
        <w:t>Heureusement</w:t>
      </w:r>
      <w:r w:rsidR="00B77E03">
        <w:t xml:space="preserve">, </w:t>
      </w:r>
      <w:r w:rsidRPr="002813C1">
        <w:t>ce n</w:t>
      </w:r>
      <w:r w:rsidR="00B77E03">
        <w:t>’</w:t>
      </w:r>
      <w:r w:rsidRPr="002813C1">
        <w:t>est pas en une heure qu</w:t>
      </w:r>
      <w:r w:rsidR="00B77E03">
        <w:t>’</w:t>
      </w:r>
      <w:r w:rsidRPr="002813C1">
        <w:t>on achète les matériaux d</w:t>
      </w:r>
      <w:r w:rsidR="00B77E03">
        <w:t>’</w:t>
      </w:r>
      <w:r w:rsidRPr="002813C1">
        <w:t xml:space="preserve">une toilette comme celle que rêvait </w:t>
      </w:r>
      <w:r w:rsidR="00B77E03">
        <w:t>« </w:t>
      </w:r>
      <w:r w:rsidRPr="002813C1">
        <w:t>la générale</w:t>
      </w:r>
      <w:r w:rsidR="00B77E03">
        <w:t>… »</w:t>
      </w:r>
      <w:r w:rsidRPr="002813C1">
        <w:t xml:space="preserve"> Ces dames étaient encore dehors et </w:t>
      </w:r>
      <w:r w:rsidR="00B77E03">
        <w:t>M</w:t>
      </w:r>
      <w:r w:rsidR="00B77E03" w:rsidRPr="00B77E03">
        <w:rPr>
          <w:vertAlign w:val="superscript"/>
        </w:rPr>
        <w:t>lle</w:t>
      </w:r>
      <w:r w:rsidR="00B77E03">
        <w:t> </w:t>
      </w:r>
      <w:r w:rsidRPr="002813C1">
        <w:t>Marguerite retrouva tout dans l</w:t>
      </w:r>
      <w:r w:rsidR="00B77E03">
        <w:t>’</w:t>
      </w:r>
      <w:r w:rsidRPr="002813C1">
        <w:t>état où elle l</w:t>
      </w:r>
      <w:r w:rsidR="00B77E03">
        <w:t>’</w:t>
      </w:r>
      <w:r w:rsidRPr="002813C1">
        <w:t>avait laissé</w:t>
      </w:r>
      <w:r w:rsidR="00B77E03">
        <w:t>…</w:t>
      </w:r>
    </w:p>
    <w:p w14:paraId="3AA64D4A" w14:textId="763FCC02" w:rsidR="00B77E03" w:rsidRDefault="0024252B" w:rsidP="00B77E03">
      <w:r w:rsidRPr="002813C1">
        <w:t>Soigneusement elle replaça la lettre dans le tiroir</w:t>
      </w:r>
      <w:r w:rsidR="00B77E03">
        <w:t xml:space="preserve">, </w:t>
      </w:r>
      <w:r w:rsidRPr="002813C1">
        <w:t xml:space="preserve">le referma et remit la clef dans la poche de la robe de </w:t>
      </w:r>
      <w:r w:rsidR="00B77E03">
        <w:t>M</w:t>
      </w:r>
      <w:r w:rsidR="00B77E03" w:rsidRPr="00B77E03">
        <w:rPr>
          <w:vertAlign w:val="superscript"/>
        </w:rPr>
        <w:t>me</w:t>
      </w:r>
      <w:r w:rsidR="00B77E03">
        <w:t> </w:t>
      </w:r>
      <w:r w:rsidRPr="002813C1">
        <w:t>Léon</w:t>
      </w:r>
      <w:r w:rsidR="00B77E03">
        <w:t>.</w:t>
      </w:r>
    </w:p>
    <w:p w14:paraId="48BABACC" w14:textId="77777777" w:rsidR="00B77E03" w:rsidRDefault="0024252B" w:rsidP="00B77E03">
      <w:r w:rsidRPr="002813C1">
        <w:lastRenderedPageBreak/>
        <w:t>Alors</w:t>
      </w:r>
      <w:r w:rsidR="00B77E03">
        <w:t xml:space="preserve">, </w:t>
      </w:r>
      <w:r w:rsidRPr="002813C1">
        <w:t>elle respira</w:t>
      </w:r>
      <w:r w:rsidR="00B77E03">
        <w:t xml:space="preserve">, </w:t>
      </w:r>
      <w:r w:rsidRPr="002813C1">
        <w:t>et</w:t>
      </w:r>
      <w:r w:rsidR="00B77E03">
        <w:t xml:space="preserve">, </w:t>
      </w:r>
      <w:r w:rsidRPr="002813C1">
        <w:t>pour la première fois depuis six jours</w:t>
      </w:r>
      <w:r w:rsidR="00B77E03">
        <w:t xml:space="preserve">, </w:t>
      </w:r>
      <w:r w:rsidRPr="002813C1">
        <w:t>elle eut un mouvement de joie</w:t>
      </w:r>
      <w:r w:rsidR="00B77E03">
        <w:t>…</w:t>
      </w:r>
    </w:p>
    <w:p w14:paraId="2A876544" w14:textId="77777777" w:rsidR="00B77E03" w:rsidRDefault="0024252B" w:rsidP="00B77E03">
      <w:r w:rsidRPr="002813C1">
        <w:t>Désormais</w:t>
      </w:r>
      <w:r w:rsidR="00B77E03">
        <w:t xml:space="preserve">, </w:t>
      </w:r>
      <w:r w:rsidRPr="002813C1">
        <w:t xml:space="preserve">sans que le marquis de </w:t>
      </w:r>
      <w:proofErr w:type="spellStart"/>
      <w:r w:rsidRPr="002813C1">
        <w:t>Valorsay</w:t>
      </w:r>
      <w:proofErr w:type="spellEnd"/>
      <w:r w:rsidRPr="002813C1">
        <w:t xml:space="preserve"> s</w:t>
      </w:r>
      <w:r w:rsidR="00B77E03">
        <w:t>’</w:t>
      </w:r>
      <w:r w:rsidRPr="002813C1">
        <w:t>en doutât</w:t>
      </w:r>
      <w:r w:rsidR="00B77E03">
        <w:t xml:space="preserve">, </w:t>
      </w:r>
      <w:r w:rsidRPr="002813C1">
        <w:t>elle le tenait</w:t>
      </w:r>
      <w:r w:rsidR="00B77E03">
        <w:t xml:space="preserve">… </w:t>
      </w:r>
      <w:r w:rsidRPr="002813C1">
        <w:t>Quoi qu</w:t>
      </w:r>
      <w:r w:rsidR="00B77E03">
        <w:t>’</w:t>
      </w:r>
      <w:r w:rsidRPr="002813C1">
        <w:t>il entreprît contre elle</w:t>
      </w:r>
      <w:r w:rsidR="00B77E03">
        <w:t xml:space="preserve">, </w:t>
      </w:r>
      <w:r w:rsidRPr="002813C1">
        <w:t>quelle que fût la trame savante qu</w:t>
      </w:r>
      <w:r w:rsidR="00B77E03">
        <w:t>’</w:t>
      </w:r>
      <w:r w:rsidRPr="002813C1">
        <w:t>il avait ourdie pour la perdre</w:t>
      </w:r>
      <w:r w:rsidR="00B77E03">
        <w:t xml:space="preserve">, </w:t>
      </w:r>
      <w:r w:rsidRPr="002813C1">
        <w:t>et paraître ensuite la sauver</w:t>
      </w:r>
      <w:r w:rsidR="00B77E03">
        <w:t xml:space="preserve">, </w:t>
      </w:r>
      <w:r w:rsidRPr="002813C1">
        <w:t>elle ne le craignait plus</w:t>
      </w:r>
      <w:r w:rsidR="00B77E03">
        <w:t>…</w:t>
      </w:r>
    </w:p>
    <w:p w14:paraId="10F5CB07" w14:textId="77777777" w:rsidR="00B77E03" w:rsidRDefault="0024252B" w:rsidP="00B77E03">
      <w:r w:rsidRPr="002813C1">
        <w:t>Il brûlerait sa lettre le lendemain</w:t>
      </w:r>
      <w:r w:rsidR="00B77E03">
        <w:t xml:space="preserve">, </w:t>
      </w:r>
      <w:r w:rsidRPr="002813C1">
        <w:t>et penserait ainsi anéantir toutes les preuves de son infamie</w:t>
      </w:r>
      <w:r w:rsidR="00B77E03">
        <w:t xml:space="preserve">… </w:t>
      </w:r>
      <w:r w:rsidRPr="002813C1">
        <w:t>Et pas du tout</w:t>
      </w:r>
      <w:r w:rsidR="00B77E03">
        <w:t xml:space="preserve">, </w:t>
      </w:r>
      <w:r w:rsidRPr="002813C1">
        <w:t>elle</w:t>
      </w:r>
      <w:r w:rsidR="00B77E03">
        <w:t xml:space="preserve">, </w:t>
      </w:r>
      <w:r w:rsidRPr="002813C1">
        <w:t>au moment décisif</w:t>
      </w:r>
      <w:r w:rsidR="00B77E03">
        <w:t xml:space="preserve">, </w:t>
      </w:r>
      <w:r w:rsidRPr="002813C1">
        <w:t>quand le marquis croirait triompher</w:t>
      </w:r>
      <w:r w:rsidR="00B77E03">
        <w:t xml:space="preserve">, </w:t>
      </w:r>
      <w:r w:rsidRPr="002813C1">
        <w:t>elle tirerait pour ainsi dire cette lettre du néant</w:t>
      </w:r>
      <w:r w:rsidR="00B77E03">
        <w:t xml:space="preserve">, </w:t>
      </w:r>
      <w:r w:rsidRPr="002813C1">
        <w:t>et l</w:t>
      </w:r>
      <w:r w:rsidR="00B77E03">
        <w:t>’</w:t>
      </w:r>
      <w:r w:rsidRPr="002813C1">
        <w:t>en écraserait</w:t>
      </w:r>
      <w:r w:rsidR="00B77E03">
        <w:t xml:space="preserve">. </w:t>
      </w:r>
      <w:r w:rsidRPr="002813C1">
        <w:t>Et c</w:t>
      </w:r>
      <w:r w:rsidR="00B77E03">
        <w:t>’</w:t>
      </w:r>
      <w:r w:rsidRPr="002813C1">
        <w:t>était elle</w:t>
      </w:r>
      <w:r w:rsidR="00B77E03">
        <w:t xml:space="preserve">, </w:t>
      </w:r>
      <w:r w:rsidRPr="002813C1">
        <w:t>une jeune fille</w:t>
      </w:r>
      <w:r w:rsidR="00B77E03">
        <w:t xml:space="preserve">, </w:t>
      </w:r>
      <w:r w:rsidRPr="002813C1">
        <w:t>qui jouait ce fourbe insigne</w:t>
      </w:r>
      <w:r w:rsidR="00B77E03">
        <w:t> !…</w:t>
      </w:r>
    </w:p>
    <w:p w14:paraId="37398B0C" w14:textId="77777777" w:rsidR="00B77E03" w:rsidRDefault="00B77E03" w:rsidP="00B77E03">
      <w:r>
        <w:t>— </w:t>
      </w:r>
      <w:r w:rsidR="0024252B" w:rsidRPr="002813C1">
        <w:t>Je n</w:t>
      </w:r>
      <w:r>
        <w:t>’</w:t>
      </w:r>
      <w:r w:rsidR="0024252B" w:rsidRPr="002813C1">
        <w:t>ai pas été indigne de Pascal</w:t>
      </w:r>
      <w:r>
        <w:t xml:space="preserve">, </w:t>
      </w:r>
      <w:r w:rsidR="0024252B" w:rsidRPr="002813C1">
        <w:t>se disait-elle avec une douce trépidation d</w:t>
      </w:r>
      <w:r>
        <w:t>’</w:t>
      </w:r>
      <w:r w:rsidR="0024252B" w:rsidRPr="002813C1">
        <w:t>orgueil</w:t>
      </w:r>
      <w:r>
        <w:t>.</w:t>
      </w:r>
    </w:p>
    <w:p w14:paraId="29AF7D80" w14:textId="0A592BD7" w:rsidR="00B77E03" w:rsidRDefault="0024252B" w:rsidP="00B77E03">
      <w:r w:rsidRPr="002813C1">
        <w:t xml:space="preserve">Mais </w:t>
      </w:r>
      <w:r w:rsidR="00B77E03">
        <w:t>M</w:t>
      </w:r>
      <w:r w:rsidR="00B77E03" w:rsidRPr="00B77E03">
        <w:rPr>
          <w:vertAlign w:val="superscript"/>
        </w:rPr>
        <w:t>lle</w:t>
      </w:r>
      <w:r w:rsidR="00B77E03">
        <w:t> </w:t>
      </w:r>
      <w:r w:rsidRPr="002813C1">
        <w:t>Marguerite n</w:t>
      </w:r>
      <w:r w:rsidR="00B77E03">
        <w:t>’</w:t>
      </w:r>
      <w:r w:rsidRPr="002813C1">
        <w:t>était pas de ces faibles qu</w:t>
      </w:r>
      <w:r w:rsidR="00B77E03">
        <w:t>’</w:t>
      </w:r>
      <w:r w:rsidRPr="002813C1">
        <w:t>un sourire de la destinée enivre et qui</w:t>
      </w:r>
      <w:r w:rsidR="00B77E03">
        <w:t xml:space="preserve">, </w:t>
      </w:r>
      <w:r w:rsidRPr="002813C1">
        <w:t>imprudents</w:t>
      </w:r>
      <w:r w:rsidR="00B77E03">
        <w:t xml:space="preserve">, </w:t>
      </w:r>
      <w:r w:rsidRPr="002813C1">
        <w:t>s</w:t>
      </w:r>
      <w:r w:rsidR="00B77E03">
        <w:t>’</w:t>
      </w:r>
      <w:r w:rsidRPr="002813C1">
        <w:t>endorment dans la vanité d</w:t>
      </w:r>
      <w:r w:rsidR="00B77E03">
        <w:t>’</w:t>
      </w:r>
      <w:r w:rsidRPr="002813C1">
        <w:t>un premier succès</w:t>
      </w:r>
      <w:r w:rsidR="00B77E03">
        <w:t>…</w:t>
      </w:r>
    </w:p>
    <w:p w14:paraId="439A4CCE" w14:textId="77777777" w:rsidR="00B77E03" w:rsidRDefault="0024252B" w:rsidP="00B77E03">
      <w:r w:rsidRPr="002813C1">
        <w:t>La fièvre de l</w:t>
      </w:r>
      <w:r w:rsidR="00B77E03">
        <w:t>’</w:t>
      </w:r>
      <w:r w:rsidRPr="002813C1">
        <w:t>action tombée</w:t>
      </w:r>
      <w:r w:rsidR="00B77E03">
        <w:t xml:space="preserve">, </w:t>
      </w:r>
      <w:r w:rsidRPr="002813C1">
        <w:t>elle eût été disposée à s</w:t>
      </w:r>
      <w:r w:rsidR="00B77E03">
        <w:t>’</w:t>
      </w:r>
      <w:r w:rsidRPr="002813C1">
        <w:t>amoindrir plutôt qu</w:t>
      </w:r>
      <w:r w:rsidR="00B77E03">
        <w:t>’</w:t>
      </w:r>
      <w:r w:rsidRPr="002813C1">
        <w:t>à s</w:t>
      </w:r>
      <w:r w:rsidR="00B77E03">
        <w:t>’</w:t>
      </w:r>
      <w:r w:rsidRPr="002813C1">
        <w:t>exagérer l</w:t>
      </w:r>
      <w:r w:rsidR="00B77E03">
        <w:t>’</w:t>
      </w:r>
      <w:r w:rsidRPr="002813C1">
        <w:t>avantage qu</w:t>
      </w:r>
      <w:r w:rsidR="00B77E03">
        <w:t>’</w:t>
      </w:r>
      <w:r w:rsidRPr="002813C1">
        <w:t>elle venait de remporter</w:t>
      </w:r>
      <w:r w:rsidR="00B77E03">
        <w:t>.</w:t>
      </w:r>
    </w:p>
    <w:p w14:paraId="28277334" w14:textId="77777777" w:rsidR="00B77E03" w:rsidRDefault="0024252B" w:rsidP="00B77E03">
      <w:r w:rsidRPr="002813C1">
        <w:t>C</w:t>
      </w:r>
      <w:r w:rsidR="00B77E03">
        <w:t>’</w:t>
      </w:r>
      <w:r w:rsidRPr="002813C1">
        <w:t>est qu</w:t>
      </w:r>
      <w:r w:rsidR="00B77E03">
        <w:t>’</w:t>
      </w:r>
      <w:r w:rsidRPr="002813C1">
        <w:t>elle voulait la victoire complète</w:t>
      </w:r>
      <w:r w:rsidR="00B77E03">
        <w:t xml:space="preserve">, </w:t>
      </w:r>
      <w:r w:rsidRPr="002813C1">
        <w:t>éclatante</w:t>
      </w:r>
      <w:r w:rsidR="00B77E03">
        <w:t>…</w:t>
      </w:r>
    </w:p>
    <w:p w14:paraId="74FDA0D2" w14:textId="77777777" w:rsidR="00B77E03" w:rsidRDefault="0024252B" w:rsidP="00B77E03">
      <w:r w:rsidRPr="002813C1">
        <w:t>C</w:t>
      </w:r>
      <w:r w:rsidR="00B77E03">
        <w:t>’</w:t>
      </w:r>
      <w:r w:rsidRPr="002813C1">
        <w:t>était peu</w:t>
      </w:r>
      <w:r w:rsidR="00B77E03">
        <w:t xml:space="preserve">, </w:t>
      </w:r>
      <w:r w:rsidRPr="002813C1">
        <w:t>à ce qu</w:t>
      </w:r>
      <w:r w:rsidR="00B77E03">
        <w:t>’</w:t>
      </w:r>
      <w:r w:rsidRPr="002813C1">
        <w:t>il lui semblait</w:t>
      </w:r>
      <w:r w:rsidR="00B77E03">
        <w:t xml:space="preserve">, </w:t>
      </w:r>
      <w:r w:rsidRPr="002813C1">
        <w:t xml:space="preserve">de démasquer le marquis de </w:t>
      </w:r>
      <w:proofErr w:type="spellStart"/>
      <w:r w:rsidRPr="002813C1">
        <w:t>Valorsay</w:t>
      </w:r>
      <w:proofErr w:type="spellEnd"/>
      <w:r w:rsidR="00B77E03">
        <w:t xml:space="preserve">, </w:t>
      </w:r>
      <w:r w:rsidRPr="002813C1">
        <w:t>elle était résolue à pénétrer jusqu</w:t>
      </w:r>
      <w:r w:rsidR="00B77E03">
        <w:t>’</w:t>
      </w:r>
      <w:r w:rsidRPr="002813C1">
        <w:t>au plus profond de ses desseins</w:t>
      </w:r>
      <w:r w:rsidR="00B77E03">
        <w:t xml:space="preserve">, </w:t>
      </w:r>
      <w:r w:rsidRPr="002813C1">
        <w:t>décidée à lui arracher le secret de son acharnement à la poursuivre</w:t>
      </w:r>
      <w:r w:rsidR="00B77E03">
        <w:t>…</w:t>
      </w:r>
    </w:p>
    <w:p w14:paraId="0B54AE63" w14:textId="77777777" w:rsidR="00B77E03" w:rsidRDefault="0024252B" w:rsidP="00B77E03">
      <w:r w:rsidRPr="002813C1">
        <w:t>Puis</w:t>
      </w:r>
      <w:r w:rsidR="00B77E03">
        <w:t xml:space="preserve">, </w:t>
      </w:r>
      <w:r w:rsidRPr="002813C1">
        <w:t>elle avait beau se sentir une arme formidable</w:t>
      </w:r>
      <w:r w:rsidR="00B77E03">
        <w:t xml:space="preserve">, </w:t>
      </w:r>
      <w:r w:rsidRPr="002813C1">
        <w:t>elle ne pouvait se défendre d</w:t>
      </w:r>
      <w:r w:rsidR="00B77E03">
        <w:t>’</w:t>
      </w:r>
      <w:r w:rsidRPr="002813C1">
        <w:t>appréhensions sinistres en songeant aux menaces de la lettre du marquis</w:t>
      </w:r>
      <w:r w:rsidR="00B77E03">
        <w:t>.</w:t>
      </w:r>
    </w:p>
    <w:p w14:paraId="074F0CB8" w14:textId="410F8456" w:rsidR="00B77E03" w:rsidRDefault="00B77E03" w:rsidP="00B77E03">
      <w:r>
        <w:lastRenderedPageBreak/>
        <w:t>« </w:t>
      </w:r>
      <w:r w:rsidR="0024252B" w:rsidRPr="002813C1">
        <w:rPr>
          <w:i/>
          <w:szCs w:val="32"/>
        </w:rPr>
        <w:t>Grâce au concours d</w:t>
      </w:r>
      <w:r>
        <w:rPr>
          <w:i/>
          <w:szCs w:val="32"/>
        </w:rPr>
        <w:t>’</w:t>
      </w:r>
      <w:r w:rsidR="0024252B" w:rsidRPr="002813C1">
        <w:rPr>
          <w:i/>
          <w:szCs w:val="32"/>
        </w:rPr>
        <w:t>un de mes amis</w:t>
      </w:r>
      <w:r>
        <w:rPr>
          <w:i/>
          <w:szCs w:val="32"/>
        </w:rPr>
        <w:t xml:space="preserve">, </w:t>
      </w:r>
      <w:r w:rsidR="0024252B" w:rsidRPr="002813C1">
        <w:rPr>
          <w:i/>
          <w:szCs w:val="32"/>
        </w:rPr>
        <w:t>écrivait-il</w:t>
      </w:r>
      <w:r>
        <w:rPr>
          <w:i/>
          <w:szCs w:val="32"/>
        </w:rPr>
        <w:t xml:space="preserve">, </w:t>
      </w:r>
      <w:r w:rsidR="0024252B" w:rsidRPr="002813C1">
        <w:rPr>
          <w:i/>
          <w:szCs w:val="32"/>
        </w:rPr>
        <w:t>je puis placer cette fière personne dans une position terrible</w:t>
      </w:r>
      <w:r>
        <w:rPr>
          <w:i/>
          <w:szCs w:val="32"/>
        </w:rPr>
        <w:t xml:space="preserve">, </w:t>
      </w:r>
      <w:r w:rsidR="0024252B" w:rsidRPr="002813C1">
        <w:rPr>
          <w:i/>
          <w:szCs w:val="32"/>
        </w:rPr>
        <w:t>très-périlleuse</w:t>
      </w:r>
      <w:r>
        <w:rPr>
          <w:i/>
          <w:szCs w:val="32"/>
        </w:rPr>
        <w:t xml:space="preserve">, </w:t>
      </w:r>
      <w:r w:rsidR="0024252B" w:rsidRPr="002813C1">
        <w:rPr>
          <w:i/>
          <w:szCs w:val="32"/>
        </w:rPr>
        <w:t>et d</w:t>
      </w:r>
      <w:r>
        <w:rPr>
          <w:i/>
          <w:szCs w:val="32"/>
        </w:rPr>
        <w:t>’</w:t>
      </w:r>
      <w:r w:rsidR="0024252B" w:rsidRPr="002813C1">
        <w:rPr>
          <w:i/>
          <w:szCs w:val="32"/>
        </w:rPr>
        <w:t>où elle ne sortirait probablement pas seule</w:t>
      </w:r>
      <w:r>
        <w:t>… »</w:t>
      </w:r>
    </w:p>
    <w:p w14:paraId="47D4334C" w14:textId="1A5CAD8C" w:rsidR="00B77E03" w:rsidRDefault="0024252B" w:rsidP="00B77E03">
      <w:r w:rsidRPr="002813C1">
        <w:t xml:space="preserve">Cette phrase ne devait plus sortir de la mémoire de </w:t>
      </w:r>
      <w:r w:rsidR="00B77E03">
        <w:t>M</w:t>
      </w:r>
      <w:r w:rsidR="00B77E03" w:rsidRPr="00B77E03">
        <w:rPr>
          <w:vertAlign w:val="superscript"/>
        </w:rPr>
        <w:t>lle</w:t>
      </w:r>
      <w:r w:rsidR="00B77E03">
        <w:t> </w:t>
      </w:r>
      <w:r w:rsidRPr="002813C1">
        <w:t>Marguerite</w:t>
      </w:r>
      <w:r w:rsidR="00B77E03">
        <w:t>.</w:t>
      </w:r>
    </w:p>
    <w:p w14:paraId="2A3A0A8F" w14:textId="77777777" w:rsidR="00B77E03" w:rsidRDefault="0024252B" w:rsidP="00B77E03">
      <w:r w:rsidRPr="002813C1">
        <w:t>Qu</w:t>
      </w:r>
      <w:r w:rsidR="00B77E03">
        <w:t>’</w:t>
      </w:r>
      <w:r w:rsidRPr="002813C1">
        <w:t>était-ce que ce danger suspendu au-dessus de sa tête</w:t>
      </w:r>
      <w:r w:rsidR="00B77E03">
        <w:t xml:space="preserve">, </w:t>
      </w:r>
      <w:r w:rsidRPr="002813C1">
        <w:t>d</w:t>
      </w:r>
      <w:r w:rsidR="00B77E03">
        <w:t>’</w:t>
      </w:r>
      <w:r w:rsidRPr="002813C1">
        <w:t>où viendrait-il</w:t>
      </w:r>
      <w:r w:rsidR="00B77E03">
        <w:t xml:space="preserve">, </w:t>
      </w:r>
      <w:r w:rsidRPr="002813C1">
        <w:t>comment et sous quelle forme</w:t>
      </w:r>
      <w:r w:rsidR="00B77E03">
        <w:t xml:space="preserve"> ?… </w:t>
      </w:r>
      <w:r w:rsidRPr="002813C1">
        <w:t>Quelle machination abominable n</w:t>
      </w:r>
      <w:r w:rsidR="00B77E03">
        <w:t>’</w:t>
      </w:r>
      <w:r w:rsidRPr="002813C1">
        <w:t>y avait-il pas à attendre du misérable qui avait froidement déshonoré Pascal</w:t>
      </w:r>
      <w:r w:rsidR="00B77E03">
        <w:t xml:space="preserve"> ?… </w:t>
      </w:r>
      <w:r w:rsidRPr="002813C1">
        <w:t>Comment l</w:t>
      </w:r>
      <w:r w:rsidR="00B77E03">
        <w:t>’</w:t>
      </w:r>
      <w:r w:rsidRPr="002813C1">
        <w:t>attaquerait-il</w:t>
      </w:r>
      <w:r w:rsidR="00B77E03">
        <w:t xml:space="preserve">, </w:t>
      </w:r>
      <w:r w:rsidRPr="002813C1">
        <w:t>elle</w:t>
      </w:r>
      <w:r w:rsidR="00B77E03">
        <w:t xml:space="preserve"> ?… </w:t>
      </w:r>
      <w:r w:rsidRPr="002813C1">
        <w:t>S</w:t>
      </w:r>
      <w:r w:rsidR="00B77E03">
        <w:t>’</w:t>
      </w:r>
      <w:r w:rsidRPr="002813C1">
        <w:t>en prendrait-il à sa réputation de jeune fille ou à sa personne</w:t>
      </w:r>
      <w:r w:rsidR="00B77E03">
        <w:t xml:space="preserve"> ?… </w:t>
      </w:r>
      <w:r w:rsidRPr="002813C1">
        <w:t>Devait-elle trembler d</w:t>
      </w:r>
      <w:r w:rsidR="00B77E03">
        <w:t>’</w:t>
      </w:r>
      <w:r w:rsidRPr="002813C1">
        <w:t>être attirée dans quelque guet-apens ignoble</w:t>
      </w:r>
      <w:r w:rsidR="00B77E03">
        <w:t xml:space="preserve">, </w:t>
      </w:r>
      <w:r w:rsidRPr="002813C1">
        <w:t>et abandonnée aux outrages d</w:t>
      </w:r>
      <w:r w:rsidR="00B77E03">
        <w:t>’</w:t>
      </w:r>
      <w:r w:rsidRPr="002813C1">
        <w:t>abjects scélérats</w:t>
      </w:r>
      <w:r w:rsidR="00B77E03">
        <w:t> !…</w:t>
      </w:r>
    </w:p>
    <w:p w14:paraId="03F75DBD" w14:textId="77777777" w:rsidR="00B77E03" w:rsidRDefault="0024252B" w:rsidP="00B77E03">
      <w:r w:rsidRPr="002813C1">
        <w:t>Mille souvenirs affreux du temps où elle était apprentie charrièrent tout son sang à son cerveau</w:t>
      </w:r>
      <w:r w:rsidR="00B77E03">
        <w:t>.</w:t>
      </w:r>
    </w:p>
    <w:p w14:paraId="31F489E9" w14:textId="77777777" w:rsidR="00B77E03" w:rsidRDefault="00B77E03" w:rsidP="00B77E03">
      <w:r>
        <w:t>— </w:t>
      </w:r>
      <w:r w:rsidR="0024252B" w:rsidRPr="002813C1">
        <w:t>Je ne sortirai plus sans être armée</w:t>
      </w:r>
      <w:r>
        <w:t xml:space="preserve">, </w:t>
      </w:r>
      <w:r w:rsidR="0024252B" w:rsidRPr="002813C1">
        <w:t>pensa-t-elle</w:t>
      </w:r>
      <w:r>
        <w:t xml:space="preserve">, </w:t>
      </w:r>
      <w:r w:rsidR="0024252B" w:rsidRPr="002813C1">
        <w:t>et malheur à qui porterait la main sur moi</w:t>
      </w:r>
      <w:r>
        <w:t> !…</w:t>
      </w:r>
    </w:p>
    <w:p w14:paraId="0AB6573B" w14:textId="77777777" w:rsidR="00B77E03" w:rsidRDefault="0024252B" w:rsidP="00B77E03">
      <w:r w:rsidRPr="002813C1">
        <w:t>Ah</w:t>
      </w:r>
      <w:r w:rsidR="00B77E03">
        <w:t xml:space="preserve"> !… </w:t>
      </w:r>
      <w:r w:rsidRPr="002813C1">
        <w:t>n</w:t>
      </w:r>
      <w:r w:rsidR="00B77E03">
        <w:t>’</w:t>
      </w:r>
      <w:r w:rsidRPr="002813C1">
        <w:t>importe</w:t>
      </w:r>
      <w:r w:rsidR="00B77E03">
        <w:t xml:space="preserve">, </w:t>
      </w:r>
      <w:r w:rsidRPr="002813C1">
        <w:t>le vague de la menace en doublait l</w:t>
      </w:r>
      <w:r w:rsidR="00B77E03">
        <w:t>’</w:t>
      </w:r>
      <w:r w:rsidRPr="002813C1">
        <w:t>effroi</w:t>
      </w:r>
      <w:r w:rsidR="00B77E03">
        <w:t xml:space="preserve">. </w:t>
      </w:r>
      <w:r w:rsidRPr="002813C1">
        <w:t>Il n</w:t>
      </w:r>
      <w:r w:rsidR="00B77E03">
        <w:t>’</w:t>
      </w:r>
      <w:r w:rsidRPr="002813C1">
        <w:t>est pas de vaillance capable d</w:t>
      </w:r>
      <w:r w:rsidR="00B77E03">
        <w:t>’</w:t>
      </w:r>
      <w:r w:rsidRPr="002813C1">
        <w:t>envisager froidement un péril inconnu</w:t>
      </w:r>
      <w:r w:rsidR="00B77E03">
        <w:t xml:space="preserve">, </w:t>
      </w:r>
      <w:r w:rsidRPr="002813C1">
        <w:t>mystérieux</w:t>
      </w:r>
      <w:r w:rsidR="00B77E03">
        <w:t xml:space="preserve">, </w:t>
      </w:r>
      <w:r w:rsidRPr="002813C1">
        <w:t>toujours imminent et qui ne laisse pas de relâche à la pensée</w:t>
      </w:r>
      <w:r w:rsidR="00B77E03">
        <w:t>…</w:t>
      </w:r>
    </w:p>
    <w:p w14:paraId="180BE8FB" w14:textId="77777777" w:rsidR="00B77E03" w:rsidRDefault="0024252B" w:rsidP="00B77E03">
      <w:r w:rsidRPr="002813C1">
        <w:t>Et ce n</w:t>
      </w:r>
      <w:r w:rsidR="00B77E03">
        <w:t>’</w:t>
      </w:r>
      <w:r w:rsidRPr="002813C1">
        <w:t>était pas tout</w:t>
      </w:r>
      <w:r w:rsidR="00B77E03">
        <w:t>…</w:t>
      </w:r>
    </w:p>
    <w:p w14:paraId="36CC0A21" w14:textId="77777777" w:rsidR="00B77E03" w:rsidRDefault="0024252B" w:rsidP="00B77E03">
      <w:r w:rsidRPr="002813C1">
        <w:t>Le marquis n</w:t>
      </w:r>
      <w:r w:rsidR="00B77E03">
        <w:t>’</w:t>
      </w:r>
      <w:r w:rsidRPr="002813C1">
        <w:t>était pas son seul ennemi</w:t>
      </w:r>
      <w:r w:rsidR="00B77E03">
        <w:t xml:space="preserve">… </w:t>
      </w:r>
      <w:r w:rsidRPr="002813C1">
        <w:t>Elle avait tout</w:t>
      </w:r>
      <w:r w:rsidR="00B77E03">
        <w:t xml:space="preserve">, </w:t>
      </w:r>
      <w:r w:rsidRPr="002813C1">
        <w:t>de même</w:t>
      </w:r>
      <w:r w:rsidR="00B77E03">
        <w:t xml:space="preserve">, </w:t>
      </w:r>
      <w:r w:rsidRPr="002813C1">
        <w:t xml:space="preserve">à redouter des </w:t>
      </w:r>
      <w:proofErr w:type="spellStart"/>
      <w:r w:rsidRPr="002813C1">
        <w:t>Fondège</w:t>
      </w:r>
      <w:proofErr w:type="spellEnd"/>
      <w:r w:rsidR="00B77E03">
        <w:t xml:space="preserve">, </w:t>
      </w:r>
      <w:r w:rsidRPr="002813C1">
        <w:t>ces dangereux hypocrites qui ne l</w:t>
      </w:r>
      <w:r w:rsidR="00B77E03">
        <w:t>’</w:t>
      </w:r>
      <w:r w:rsidRPr="002813C1">
        <w:t>avaient attirée chez eux que pour l</w:t>
      </w:r>
      <w:r w:rsidR="00B77E03">
        <w:t>’</w:t>
      </w:r>
      <w:r w:rsidRPr="002813C1">
        <w:t>y égorger plus sûrement</w:t>
      </w:r>
      <w:r w:rsidR="00B77E03">
        <w:t>…</w:t>
      </w:r>
    </w:p>
    <w:p w14:paraId="336C9A6C" w14:textId="60DBE356" w:rsidR="00B77E03" w:rsidRDefault="00B77E03" w:rsidP="00B77E03">
      <w:r>
        <w:t>M. de </w:t>
      </w:r>
      <w:proofErr w:type="spellStart"/>
      <w:r w:rsidR="0024252B" w:rsidRPr="002813C1">
        <w:t>Valorsay</w:t>
      </w:r>
      <w:proofErr w:type="spellEnd"/>
      <w:r w:rsidR="0024252B" w:rsidRPr="002813C1">
        <w:t xml:space="preserve"> écrivait que les </w:t>
      </w:r>
      <w:proofErr w:type="spellStart"/>
      <w:r w:rsidR="0024252B" w:rsidRPr="002813C1">
        <w:t>Fondège</w:t>
      </w:r>
      <w:proofErr w:type="spellEnd"/>
      <w:r w:rsidR="0024252B" w:rsidRPr="002813C1">
        <w:t xml:space="preserve"> ne l</w:t>
      </w:r>
      <w:r>
        <w:t>’</w:t>
      </w:r>
      <w:r w:rsidR="0024252B" w:rsidRPr="002813C1">
        <w:t>inquiétaient pas et qu</w:t>
      </w:r>
      <w:r>
        <w:t>’</w:t>
      </w:r>
      <w:r w:rsidR="0024252B" w:rsidRPr="002813C1">
        <w:t>il avait vu clair dans leur jeu</w:t>
      </w:r>
      <w:r>
        <w:t xml:space="preserve">… </w:t>
      </w:r>
      <w:r w:rsidR="0024252B" w:rsidRPr="002813C1">
        <w:t xml:space="preserve">Quel était donc leur </w:t>
      </w:r>
      <w:r w:rsidR="0024252B" w:rsidRPr="002813C1">
        <w:lastRenderedPageBreak/>
        <w:t>jeu</w:t>
      </w:r>
      <w:r>
        <w:t xml:space="preserve"> ?… </w:t>
      </w:r>
      <w:r w:rsidR="0024252B" w:rsidRPr="002813C1">
        <w:t>Ils tenaient à ce qu</w:t>
      </w:r>
      <w:r>
        <w:t>’</w:t>
      </w:r>
      <w:r w:rsidR="0024252B" w:rsidRPr="002813C1">
        <w:t>elle devint la femme de leur fils</w:t>
      </w:r>
      <w:r>
        <w:t xml:space="preserve">, </w:t>
      </w:r>
      <w:r w:rsidR="0024252B" w:rsidRPr="002813C1">
        <w:t>jusqu</w:t>
      </w:r>
      <w:r>
        <w:t>’</w:t>
      </w:r>
      <w:r w:rsidR="0024252B" w:rsidRPr="002813C1">
        <w:t>où pousseraient-ils la contrainte</w:t>
      </w:r>
      <w:r>
        <w:t> ?…</w:t>
      </w:r>
    </w:p>
    <w:p w14:paraId="375BFFE9" w14:textId="77777777" w:rsidR="00B77E03" w:rsidRDefault="0024252B" w:rsidP="00B77E03">
      <w:r w:rsidRPr="002813C1">
        <w:t>Enfin</w:t>
      </w:r>
      <w:r w:rsidR="00B77E03">
        <w:t xml:space="preserve">, </w:t>
      </w:r>
      <w:r w:rsidRPr="002813C1">
        <w:t>une suprême terreur achevait de bouleverser son âme</w:t>
      </w:r>
      <w:r w:rsidR="00B77E03">
        <w:t xml:space="preserve">, </w:t>
      </w:r>
      <w:r w:rsidRPr="002813C1">
        <w:t>l</w:t>
      </w:r>
      <w:r w:rsidR="00B77E03">
        <w:t>’</w:t>
      </w:r>
      <w:r w:rsidRPr="002813C1">
        <w:t>instant d</w:t>
      </w:r>
      <w:r w:rsidR="00B77E03">
        <w:t>’</w:t>
      </w:r>
      <w:r w:rsidRPr="002813C1">
        <w:t>avant pleine de sécurité et d</w:t>
      </w:r>
      <w:r w:rsidR="00B77E03">
        <w:t>’</w:t>
      </w:r>
      <w:r w:rsidRPr="002813C1">
        <w:t>espérance</w:t>
      </w:r>
      <w:r w:rsidR="00B77E03">
        <w:t>…</w:t>
      </w:r>
    </w:p>
    <w:p w14:paraId="3782A109" w14:textId="77777777" w:rsidR="00B77E03" w:rsidRDefault="0024252B" w:rsidP="00B77E03">
      <w:r w:rsidRPr="002813C1">
        <w:t>Quand on l</w:t>
      </w:r>
      <w:r w:rsidR="00B77E03">
        <w:t>’</w:t>
      </w:r>
      <w:r w:rsidRPr="002813C1">
        <w:t>attaquerait</w:t>
      </w:r>
      <w:r w:rsidR="00B77E03">
        <w:t xml:space="preserve">, </w:t>
      </w:r>
      <w:r w:rsidRPr="002813C1">
        <w:t>lui laisserait-on le temps de se reconnaître et de faire usage du fac-simile de la lettre</w:t>
      </w:r>
      <w:r w:rsidR="00B77E03">
        <w:t> !…</w:t>
      </w:r>
    </w:p>
    <w:p w14:paraId="30F98B2E" w14:textId="77777777" w:rsidR="00B77E03" w:rsidRDefault="00B77E03" w:rsidP="00B77E03">
      <w:r>
        <w:t>— </w:t>
      </w:r>
      <w:r w:rsidR="0024252B" w:rsidRPr="002813C1">
        <w:t>Il faut</w:t>
      </w:r>
      <w:r>
        <w:t xml:space="preserve">, </w:t>
      </w:r>
      <w:r w:rsidR="0024252B" w:rsidRPr="002813C1">
        <w:t>pensa-t-elle</w:t>
      </w:r>
      <w:r>
        <w:t xml:space="preserve">, </w:t>
      </w:r>
      <w:r w:rsidR="0024252B" w:rsidRPr="002813C1">
        <w:t>que je révèle mon secret à un homme sûr qui me vengerait</w:t>
      </w:r>
      <w:r>
        <w:t>…</w:t>
      </w:r>
    </w:p>
    <w:p w14:paraId="42DB89BC" w14:textId="77777777" w:rsidR="00B77E03" w:rsidRDefault="0024252B" w:rsidP="00B77E03">
      <w:r w:rsidRPr="002813C1">
        <w:t>Heureusement</w:t>
      </w:r>
      <w:r w:rsidR="00B77E03">
        <w:t xml:space="preserve">, </w:t>
      </w:r>
      <w:r w:rsidRPr="002813C1">
        <w:t>elle avait un ami à qui se confier</w:t>
      </w:r>
      <w:r w:rsidR="00B77E03">
        <w:t xml:space="preserve"> : </w:t>
      </w:r>
      <w:r w:rsidRPr="002813C1">
        <w:t>le vieux juge de paix</w:t>
      </w:r>
      <w:r w:rsidR="00B77E03">
        <w:t>…</w:t>
      </w:r>
    </w:p>
    <w:p w14:paraId="5669F187" w14:textId="77777777" w:rsidR="00B77E03" w:rsidRDefault="0024252B" w:rsidP="00B77E03">
      <w:r w:rsidRPr="002813C1">
        <w:t>Déjà elle avait songé à le consulter</w:t>
      </w:r>
      <w:r w:rsidR="00B77E03">
        <w:t xml:space="preserve">. </w:t>
      </w:r>
      <w:r w:rsidRPr="002813C1">
        <w:t>Sa conduite</w:t>
      </w:r>
      <w:r w:rsidR="00B77E03">
        <w:t xml:space="preserve">, </w:t>
      </w:r>
      <w:r w:rsidRPr="002813C1">
        <w:t>jusqu</w:t>
      </w:r>
      <w:r w:rsidR="00B77E03">
        <w:t>’</w:t>
      </w:r>
      <w:r w:rsidRPr="002813C1">
        <w:t>ici</w:t>
      </w:r>
      <w:r w:rsidR="00B77E03">
        <w:t xml:space="preserve">, </w:t>
      </w:r>
      <w:r w:rsidRPr="002813C1">
        <w:t>avait été à la hauteur des circonstances</w:t>
      </w:r>
      <w:r w:rsidR="00B77E03">
        <w:t xml:space="preserve">, </w:t>
      </w:r>
      <w:r w:rsidRPr="002813C1">
        <w:t>mais elle sentait bien qu</w:t>
      </w:r>
      <w:r w:rsidR="00B77E03">
        <w:t>’</w:t>
      </w:r>
      <w:r w:rsidRPr="002813C1">
        <w:t>à mesure que les événements se précipiteraient</w:t>
      </w:r>
      <w:r w:rsidR="00B77E03">
        <w:t xml:space="preserve">, </w:t>
      </w:r>
      <w:r w:rsidRPr="002813C1">
        <w:t>il faudrait pour les dominer une expérience plus mûre que la sienne</w:t>
      </w:r>
      <w:r w:rsidR="00B77E03">
        <w:t>.</w:t>
      </w:r>
    </w:p>
    <w:p w14:paraId="404B957F" w14:textId="77777777" w:rsidR="00B77E03" w:rsidRDefault="0024252B" w:rsidP="00B77E03">
      <w:r w:rsidRPr="002813C1">
        <w:t>Elle était seule</w:t>
      </w:r>
      <w:r w:rsidR="00B77E03">
        <w:t xml:space="preserve">, </w:t>
      </w:r>
      <w:r w:rsidRPr="002813C1">
        <w:t>elle n</w:t>
      </w:r>
      <w:r w:rsidR="00B77E03">
        <w:t>’</w:t>
      </w:r>
      <w:r w:rsidRPr="002813C1">
        <w:t>avait à se défier d</w:t>
      </w:r>
      <w:r w:rsidR="00B77E03">
        <w:t>’</w:t>
      </w:r>
      <w:r w:rsidRPr="002813C1">
        <w:t>aucun espionnage immédiat</w:t>
      </w:r>
      <w:r w:rsidR="00B77E03">
        <w:t xml:space="preserve">, </w:t>
      </w:r>
      <w:r w:rsidRPr="002813C1">
        <w:t>il y eût eu folie à ne pas profiter des quelques instants de liberté qui lui étaient laissés</w:t>
      </w:r>
      <w:r w:rsidR="00B77E03">
        <w:t>.</w:t>
      </w:r>
    </w:p>
    <w:p w14:paraId="22865984" w14:textId="77777777" w:rsidR="00B77E03" w:rsidRDefault="0024252B" w:rsidP="00B77E03">
      <w:r w:rsidRPr="002813C1">
        <w:t>Elle sortit donc son buvard de sa malle</w:t>
      </w:r>
      <w:r w:rsidR="00B77E03">
        <w:t xml:space="preserve">, </w:t>
      </w:r>
      <w:r w:rsidRPr="002813C1">
        <w:t>et après s</w:t>
      </w:r>
      <w:r w:rsidR="00B77E03">
        <w:t>’</w:t>
      </w:r>
      <w:r w:rsidRPr="002813C1">
        <w:t>être barricadée pour éviter une surprise</w:t>
      </w:r>
      <w:r w:rsidR="00B77E03">
        <w:t xml:space="preserve">, </w:t>
      </w:r>
      <w:r w:rsidRPr="002813C1">
        <w:t>elle se mit à écrire pour son vieux conseiller le récit des événements qui s</w:t>
      </w:r>
      <w:r w:rsidR="00B77E03">
        <w:t>’</w:t>
      </w:r>
      <w:r w:rsidRPr="002813C1">
        <w:t>étaient succédé depuis leur dernière entrevue</w:t>
      </w:r>
      <w:r w:rsidR="00B77E03">
        <w:t>.</w:t>
      </w:r>
    </w:p>
    <w:p w14:paraId="7AFDD663" w14:textId="0585DD60" w:rsidR="00B77E03" w:rsidRDefault="0024252B" w:rsidP="00B77E03">
      <w:r w:rsidRPr="002813C1">
        <w:t>Avec une rare précision et une minutieuse abondance de détails</w:t>
      </w:r>
      <w:r w:rsidR="00B77E03">
        <w:t xml:space="preserve">, </w:t>
      </w:r>
      <w:r w:rsidRPr="002813C1">
        <w:t>elle lui dit tout</w:t>
      </w:r>
      <w:r w:rsidR="00B77E03">
        <w:t xml:space="preserve">. </w:t>
      </w:r>
      <w:r w:rsidRPr="002813C1">
        <w:t xml:space="preserve">Elle lui transcrivit la lettre de </w:t>
      </w:r>
      <w:r w:rsidR="00B77E03">
        <w:t>M. de </w:t>
      </w:r>
      <w:proofErr w:type="spellStart"/>
      <w:r w:rsidRPr="002813C1">
        <w:t>Valorsay</w:t>
      </w:r>
      <w:proofErr w:type="spellEnd"/>
      <w:r w:rsidRPr="002813C1">
        <w:t xml:space="preserve"> en lui donnant assez d</w:t>
      </w:r>
      <w:r w:rsidR="00B77E03">
        <w:t>’</w:t>
      </w:r>
      <w:r w:rsidRPr="002813C1">
        <w:t>indications pour qu</w:t>
      </w:r>
      <w:r w:rsidR="00B77E03">
        <w:t>’</w:t>
      </w:r>
      <w:r w:rsidRPr="002813C1">
        <w:t xml:space="preserve">en cas de malheur il pût eu aller retirer les épreuves à la photographie </w:t>
      </w:r>
      <w:proofErr w:type="spellStart"/>
      <w:r w:rsidRPr="002813C1">
        <w:t>Carjat</w:t>
      </w:r>
      <w:proofErr w:type="spellEnd"/>
      <w:r w:rsidR="00B77E03">
        <w:t>…</w:t>
      </w:r>
    </w:p>
    <w:p w14:paraId="3816C92E" w14:textId="77777777" w:rsidR="00B77E03" w:rsidRDefault="0024252B" w:rsidP="00B77E03">
      <w:r w:rsidRPr="002813C1">
        <w:t>Sa lettre achevée</w:t>
      </w:r>
      <w:r w:rsidR="00B77E03">
        <w:t xml:space="preserve">, </w:t>
      </w:r>
      <w:r w:rsidRPr="002813C1">
        <w:t>elle ne la ferma pas</w:t>
      </w:r>
      <w:r w:rsidR="00B77E03">
        <w:t>.</w:t>
      </w:r>
    </w:p>
    <w:p w14:paraId="30ED9F5D" w14:textId="77777777" w:rsidR="00B77E03" w:rsidRDefault="00B77E03" w:rsidP="00B77E03">
      <w:r>
        <w:lastRenderedPageBreak/>
        <w:t>— </w:t>
      </w:r>
      <w:r w:rsidR="0024252B" w:rsidRPr="002813C1">
        <w:t>S</w:t>
      </w:r>
      <w:r>
        <w:t>’</w:t>
      </w:r>
      <w:r w:rsidR="0024252B" w:rsidRPr="002813C1">
        <w:t>il survient quelque chose avant que je puisse la jeter à la poste</w:t>
      </w:r>
      <w:r>
        <w:t xml:space="preserve">, </w:t>
      </w:r>
      <w:r w:rsidR="0024252B" w:rsidRPr="002813C1">
        <w:t>se disait-elle</w:t>
      </w:r>
      <w:r>
        <w:t xml:space="preserve">, </w:t>
      </w:r>
      <w:r w:rsidR="0024252B" w:rsidRPr="002813C1">
        <w:t>je l</w:t>
      </w:r>
      <w:r>
        <w:t>’</w:t>
      </w:r>
      <w:r w:rsidR="0024252B" w:rsidRPr="002813C1">
        <w:t>ajouterai</w:t>
      </w:r>
      <w:r>
        <w:t>.</w:t>
      </w:r>
    </w:p>
    <w:p w14:paraId="66A233B1" w14:textId="5D315D98" w:rsidR="00B77E03" w:rsidRDefault="0024252B" w:rsidP="00B77E03">
      <w:r w:rsidRPr="002813C1">
        <w:t>Elle s</w:t>
      </w:r>
      <w:r w:rsidR="00B77E03">
        <w:t>’</w:t>
      </w:r>
      <w:r w:rsidRPr="002813C1">
        <w:t>était hâtée tant qu</w:t>
      </w:r>
      <w:r w:rsidR="00B77E03">
        <w:t>’</w:t>
      </w:r>
      <w:r w:rsidRPr="002813C1">
        <w:t>elle avait pu</w:t>
      </w:r>
      <w:r w:rsidR="00B77E03">
        <w:t xml:space="preserve">, </w:t>
      </w:r>
      <w:r w:rsidRPr="002813C1">
        <w:t xml:space="preserve">croyant à tout moment entendre rentrer </w:t>
      </w:r>
      <w:r w:rsidR="00B77E03">
        <w:t>M</w:t>
      </w:r>
      <w:r w:rsidR="00B77E03" w:rsidRPr="00B77E03">
        <w:rPr>
          <w:vertAlign w:val="superscript"/>
        </w:rPr>
        <w:t>me</w:t>
      </w:r>
      <w:r w:rsidR="00B77E03">
        <w:t> de </w:t>
      </w:r>
      <w:proofErr w:type="spellStart"/>
      <w:r w:rsidRPr="002813C1">
        <w:t>Fondège</w:t>
      </w:r>
      <w:proofErr w:type="spellEnd"/>
      <w:r w:rsidRPr="002813C1">
        <w:t xml:space="preserve"> et </w:t>
      </w:r>
      <w:r w:rsidR="00B77E03">
        <w:t>M</w:t>
      </w:r>
      <w:r w:rsidR="00B77E03" w:rsidRPr="00B77E03">
        <w:rPr>
          <w:vertAlign w:val="superscript"/>
        </w:rPr>
        <w:t>me</w:t>
      </w:r>
      <w:r w:rsidR="00B77E03">
        <w:t> </w:t>
      </w:r>
      <w:r w:rsidRPr="002813C1">
        <w:t>Léon</w:t>
      </w:r>
      <w:r w:rsidR="00B77E03">
        <w:t>…</w:t>
      </w:r>
    </w:p>
    <w:p w14:paraId="37A32812" w14:textId="77777777" w:rsidR="00B77E03" w:rsidRDefault="0024252B" w:rsidP="00B77E03">
      <w:r w:rsidRPr="002813C1">
        <w:t>Appréhension bien chimérique</w:t>
      </w:r>
      <w:r w:rsidR="00B77E03">
        <w:t xml:space="preserve">, </w:t>
      </w:r>
      <w:r w:rsidRPr="002813C1">
        <w:t>en vérité</w:t>
      </w:r>
      <w:r w:rsidR="00B77E03">
        <w:t>.</w:t>
      </w:r>
    </w:p>
    <w:p w14:paraId="3A9E99BD" w14:textId="77777777" w:rsidR="00B77E03" w:rsidRDefault="0024252B" w:rsidP="00B77E03">
      <w:r w:rsidRPr="002813C1">
        <w:t>Il était près de six heures</w:t>
      </w:r>
      <w:r w:rsidR="00B77E03">
        <w:t xml:space="preserve">, </w:t>
      </w:r>
      <w:r w:rsidRPr="002813C1">
        <w:t xml:space="preserve">quand les deux </w:t>
      </w:r>
      <w:r w:rsidR="00B77E03">
        <w:t>« </w:t>
      </w:r>
      <w:r w:rsidRPr="002813C1">
        <w:t>coureuses de magasins</w:t>
      </w:r>
      <w:r w:rsidR="00B77E03">
        <w:t> »</w:t>
      </w:r>
      <w:r w:rsidRPr="002813C1">
        <w:t xml:space="preserve"> reparurent</w:t>
      </w:r>
      <w:r w:rsidR="00B77E03">
        <w:t xml:space="preserve">, </w:t>
      </w:r>
      <w:r w:rsidRPr="002813C1">
        <w:t>harassées à ce qu</w:t>
      </w:r>
      <w:r w:rsidR="00B77E03">
        <w:t>’</w:t>
      </w:r>
      <w:r w:rsidRPr="002813C1">
        <w:t>elles disaient d</w:t>
      </w:r>
      <w:r w:rsidR="00B77E03">
        <w:t>’</w:t>
      </w:r>
      <w:r w:rsidRPr="002813C1">
        <w:t>un si étonnant travail</w:t>
      </w:r>
      <w:r w:rsidR="00B77E03">
        <w:t xml:space="preserve">, </w:t>
      </w:r>
      <w:r w:rsidRPr="002813C1">
        <w:t>mais rayonnantes</w:t>
      </w:r>
      <w:r w:rsidR="00B77E03">
        <w:t>…</w:t>
      </w:r>
    </w:p>
    <w:p w14:paraId="5851F19B" w14:textId="77777777" w:rsidR="00B77E03" w:rsidRDefault="0024252B" w:rsidP="00B77E03">
      <w:r w:rsidRPr="002813C1">
        <w:t>Outre qu</w:t>
      </w:r>
      <w:r w:rsidR="00B77E03">
        <w:t>’</w:t>
      </w:r>
      <w:r w:rsidRPr="002813C1">
        <w:t>elle avait acheté tout ce qu</w:t>
      </w:r>
      <w:r w:rsidR="00B77E03">
        <w:t>’</w:t>
      </w:r>
      <w:r w:rsidRPr="002813C1">
        <w:t>exigeait sa fameuse toilette</w:t>
      </w:r>
      <w:r w:rsidR="00B77E03">
        <w:t>, « </w:t>
      </w:r>
      <w:r w:rsidRPr="002813C1">
        <w:t>la générale</w:t>
      </w:r>
      <w:r w:rsidR="00B77E03">
        <w:t> »</w:t>
      </w:r>
      <w:r w:rsidRPr="002813C1">
        <w:t xml:space="preserve"> avait trouvé </w:t>
      </w:r>
      <w:r w:rsidR="00B77E03">
        <w:t>« </w:t>
      </w:r>
      <w:r w:rsidRPr="002813C1">
        <w:t>un solde</w:t>
      </w:r>
      <w:r w:rsidR="00B77E03">
        <w:t> »</w:t>
      </w:r>
      <w:r w:rsidRPr="002813C1">
        <w:t xml:space="preserve"> de dentelles d</w:t>
      </w:r>
      <w:r w:rsidR="00B77E03">
        <w:t>’</w:t>
      </w:r>
      <w:r w:rsidRPr="002813C1">
        <w:t>une rare beauté</w:t>
      </w:r>
      <w:r w:rsidR="00B77E03">
        <w:t xml:space="preserve">, </w:t>
      </w:r>
      <w:r w:rsidRPr="002813C1">
        <w:t>et ma foi</w:t>
      </w:r>
      <w:r w:rsidR="00B77E03">
        <w:t xml:space="preserve"> ! </w:t>
      </w:r>
      <w:r w:rsidRPr="002813C1">
        <w:t>elle en rapportait pour quatre mille francs</w:t>
      </w:r>
      <w:r w:rsidR="00B77E03">
        <w:t>.</w:t>
      </w:r>
    </w:p>
    <w:p w14:paraId="782F830F" w14:textId="77777777" w:rsidR="00B77E03" w:rsidRDefault="00B77E03" w:rsidP="00B77E03">
      <w:r>
        <w:t>— </w:t>
      </w:r>
      <w:r w:rsidR="0024252B" w:rsidRPr="002813C1">
        <w:t>Il est de ces occasions qu</w:t>
      </w:r>
      <w:r>
        <w:t>’</w:t>
      </w:r>
      <w:r w:rsidR="0024252B" w:rsidRPr="002813C1">
        <w:t>on ne doit pas laisser échapper</w:t>
      </w:r>
      <w:r>
        <w:t xml:space="preserve">, </w:t>
      </w:r>
      <w:r w:rsidR="0024252B" w:rsidRPr="002813C1">
        <w:t>disait-elle</w:t>
      </w:r>
      <w:r>
        <w:t xml:space="preserve">, </w:t>
      </w:r>
      <w:r w:rsidR="0024252B" w:rsidRPr="002813C1">
        <w:t>en étalant son emplette</w:t>
      </w:r>
      <w:r>
        <w:t xml:space="preserve">… </w:t>
      </w:r>
      <w:r w:rsidR="0024252B" w:rsidRPr="002813C1">
        <w:t>Et</w:t>
      </w:r>
      <w:r>
        <w:t xml:space="preserve">, </w:t>
      </w:r>
      <w:r w:rsidR="0024252B" w:rsidRPr="002813C1">
        <w:t>d</w:t>
      </w:r>
      <w:r>
        <w:t>’</w:t>
      </w:r>
      <w:r w:rsidR="0024252B" w:rsidRPr="002813C1">
        <w:t>ailleurs</w:t>
      </w:r>
      <w:r>
        <w:t xml:space="preserve">, </w:t>
      </w:r>
      <w:r w:rsidR="0024252B" w:rsidRPr="002813C1">
        <w:t>il en est des dentelles comme des diamants</w:t>
      </w:r>
      <w:r>
        <w:t xml:space="preserve">, </w:t>
      </w:r>
      <w:r w:rsidR="0024252B" w:rsidRPr="002813C1">
        <w:t>il est sage d</w:t>
      </w:r>
      <w:r>
        <w:t>’</w:t>
      </w:r>
      <w:r w:rsidR="0024252B" w:rsidRPr="002813C1">
        <w:t>en acheter tant qu</w:t>
      </w:r>
      <w:r>
        <w:t>’</w:t>
      </w:r>
      <w:r w:rsidR="0024252B" w:rsidRPr="002813C1">
        <w:t>on peut</w:t>
      </w:r>
      <w:r>
        <w:t xml:space="preserve">… </w:t>
      </w:r>
      <w:r w:rsidR="0024252B" w:rsidRPr="002813C1">
        <w:t>cela reste</w:t>
      </w:r>
      <w:r>
        <w:t xml:space="preserve">. </w:t>
      </w:r>
      <w:r w:rsidR="0024252B" w:rsidRPr="002813C1">
        <w:t>Ce n</w:t>
      </w:r>
      <w:r>
        <w:t>’</w:t>
      </w:r>
      <w:r w:rsidR="0024252B" w:rsidRPr="002813C1">
        <w:t>est pas une dépense</w:t>
      </w:r>
      <w:r>
        <w:t xml:space="preserve">, </w:t>
      </w:r>
      <w:r w:rsidR="0024252B" w:rsidRPr="002813C1">
        <w:t>c</w:t>
      </w:r>
      <w:r>
        <w:t>’</w:t>
      </w:r>
      <w:r w:rsidR="0024252B" w:rsidRPr="002813C1">
        <w:t>est un placement</w:t>
      </w:r>
      <w:r>
        <w:t>.</w:t>
      </w:r>
    </w:p>
    <w:p w14:paraId="61D7CD5C" w14:textId="77777777" w:rsidR="00B77E03" w:rsidRDefault="0024252B" w:rsidP="00B77E03">
      <w:r w:rsidRPr="002813C1">
        <w:t>Raisonnement subtil</w:t>
      </w:r>
      <w:r w:rsidR="00B77E03">
        <w:t xml:space="preserve">, </w:t>
      </w:r>
      <w:r w:rsidRPr="002813C1">
        <w:t>qui a coûté cher à plus d</w:t>
      </w:r>
      <w:r w:rsidR="00B77E03">
        <w:t>’</w:t>
      </w:r>
      <w:r w:rsidRPr="002813C1">
        <w:t>un mari</w:t>
      </w:r>
      <w:r w:rsidR="00B77E03">
        <w:t>.</w:t>
      </w:r>
    </w:p>
    <w:p w14:paraId="037C3CF3" w14:textId="5053368E" w:rsidR="00B77E03" w:rsidRDefault="0024252B" w:rsidP="00B77E03">
      <w:r w:rsidRPr="002813C1">
        <w:t>La gouvernante</w:t>
      </w:r>
      <w:r w:rsidR="00B77E03">
        <w:t xml:space="preserve">, </w:t>
      </w:r>
      <w:r w:rsidRPr="002813C1">
        <w:t>elle</w:t>
      </w:r>
      <w:r w:rsidR="00B77E03">
        <w:t xml:space="preserve">, </w:t>
      </w:r>
      <w:r w:rsidRPr="002813C1">
        <w:t xml:space="preserve">montrait fièrement à sa </w:t>
      </w:r>
      <w:r w:rsidR="00B77E03">
        <w:t>« </w:t>
      </w:r>
      <w:r w:rsidRPr="002813C1">
        <w:t>chère demoiselle</w:t>
      </w:r>
      <w:r w:rsidR="00B77E03">
        <w:t> »</w:t>
      </w:r>
      <w:r w:rsidRPr="002813C1">
        <w:t xml:space="preserve"> une superbe confection</w:t>
      </w:r>
      <w:r w:rsidR="00B77E03">
        <w:t xml:space="preserve">, </w:t>
      </w:r>
      <w:r w:rsidRPr="002813C1">
        <w:t xml:space="preserve">dont </w:t>
      </w:r>
      <w:r w:rsidR="00B77E03">
        <w:t>M</w:t>
      </w:r>
      <w:r w:rsidR="00B77E03" w:rsidRPr="00B77E03">
        <w:rPr>
          <w:vertAlign w:val="superscript"/>
        </w:rPr>
        <w:t>me</w:t>
      </w:r>
      <w:r w:rsidR="00B77E03">
        <w:t> de </w:t>
      </w:r>
      <w:proofErr w:type="spellStart"/>
      <w:r w:rsidRPr="002813C1">
        <w:t>Fondège</w:t>
      </w:r>
      <w:proofErr w:type="spellEnd"/>
      <w:r w:rsidRPr="002813C1">
        <w:t xml:space="preserve"> lui avait fait présent</w:t>
      </w:r>
      <w:r w:rsidR="00B77E03">
        <w:t> !…</w:t>
      </w:r>
    </w:p>
    <w:p w14:paraId="0065746F" w14:textId="77459F2E" w:rsidR="00B77E03" w:rsidRDefault="00B77E03" w:rsidP="00B77E03">
      <w:r>
        <w:t>— </w:t>
      </w:r>
      <w:r w:rsidR="0024252B" w:rsidRPr="002813C1">
        <w:t>Allons</w:t>
      </w:r>
      <w:r>
        <w:t xml:space="preserve">, </w:t>
      </w:r>
      <w:r w:rsidR="0024252B" w:rsidRPr="002813C1">
        <w:t xml:space="preserve">pensa </w:t>
      </w:r>
      <w:r>
        <w:t>M</w:t>
      </w:r>
      <w:r w:rsidRPr="00B77E03">
        <w:rPr>
          <w:vertAlign w:val="superscript"/>
        </w:rPr>
        <w:t>lle</w:t>
      </w:r>
      <w:r>
        <w:t> </w:t>
      </w:r>
      <w:r w:rsidR="0024252B" w:rsidRPr="002813C1">
        <w:t>Marguerite</w:t>
      </w:r>
      <w:r>
        <w:t xml:space="preserve">, </w:t>
      </w:r>
      <w:r w:rsidR="0024252B" w:rsidRPr="002813C1">
        <w:t>l</w:t>
      </w:r>
      <w:r>
        <w:t>’</w:t>
      </w:r>
      <w:r w:rsidR="0024252B" w:rsidRPr="002813C1">
        <w:t>argent ne coûte guère</w:t>
      </w:r>
      <w:r>
        <w:t xml:space="preserve">, </w:t>
      </w:r>
      <w:r w:rsidR="0024252B" w:rsidRPr="002813C1">
        <w:t>dans cette maison</w:t>
      </w:r>
      <w:r>
        <w:t> !…</w:t>
      </w:r>
    </w:p>
    <w:p w14:paraId="121C5AE2" w14:textId="77777777" w:rsidR="00B77E03" w:rsidRDefault="0024252B" w:rsidP="00B77E03">
      <w:r w:rsidRPr="002813C1">
        <w:t>C</w:t>
      </w:r>
      <w:r w:rsidR="00B77E03">
        <w:t>’</w:t>
      </w:r>
      <w:r w:rsidRPr="002813C1">
        <w:t>était même à supposer qu</w:t>
      </w:r>
      <w:r w:rsidR="00B77E03">
        <w:t>’</w:t>
      </w:r>
      <w:r w:rsidRPr="002813C1">
        <w:t>il ne coûtait rien du tout</w:t>
      </w:r>
      <w:r w:rsidR="00B77E03">
        <w:t>.</w:t>
      </w:r>
    </w:p>
    <w:p w14:paraId="303D0277" w14:textId="0494FA8F" w:rsidR="00B77E03" w:rsidRDefault="00B77E03" w:rsidP="00B77E03">
      <w:r>
        <w:t>« </w:t>
      </w:r>
      <w:r w:rsidR="0024252B" w:rsidRPr="002813C1">
        <w:t>Le général</w:t>
      </w:r>
      <w:r>
        <w:t> »</w:t>
      </w:r>
      <w:r w:rsidR="0024252B" w:rsidRPr="002813C1">
        <w:t xml:space="preserve"> étant rentré peu après</w:t>
      </w:r>
      <w:r>
        <w:t xml:space="preserve">, </w:t>
      </w:r>
      <w:r w:rsidR="0024252B" w:rsidRPr="002813C1">
        <w:t>amenant à dîner un de ses amis</w:t>
      </w:r>
      <w:r>
        <w:t xml:space="preserve">, </w:t>
      </w:r>
      <w:r w:rsidR="0024252B" w:rsidRPr="002813C1">
        <w:t>on se mit à table</w:t>
      </w:r>
      <w:r>
        <w:t xml:space="preserve">, </w:t>
      </w:r>
      <w:r w:rsidR="0024252B" w:rsidRPr="002813C1">
        <w:t xml:space="preserve">et </w:t>
      </w:r>
      <w:r>
        <w:t>M</w:t>
      </w:r>
      <w:r w:rsidRPr="00B77E03">
        <w:rPr>
          <w:vertAlign w:val="superscript"/>
        </w:rPr>
        <w:t>lle</w:t>
      </w:r>
      <w:r>
        <w:t> </w:t>
      </w:r>
      <w:r w:rsidR="0024252B" w:rsidRPr="002813C1">
        <w:t xml:space="preserve">Marguerite apprit que </w:t>
      </w:r>
      <w:r w:rsidR="0024252B" w:rsidRPr="002813C1">
        <w:lastRenderedPageBreak/>
        <w:t>pas plus que sa femme</w:t>
      </w:r>
      <w:r>
        <w:t xml:space="preserve">, </w:t>
      </w:r>
      <w:r w:rsidR="0024252B" w:rsidRPr="002813C1">
        <w:t>le digne homme n</w:t>
      </w:r>
      <w:r>
        <w:t>’</w:t>
      </w:r>
      <w:r w:rsidR="0024252B" w:rsidRPr="002813C1">
        <w:t>avait perdu sa journée</w:t>
      </w:r>
      <w:r>
        <w:t>.</w:t>
      </w:r>
    </w:p>
    <w:p w14:paraId="6B700AA2" w14:textId="77777777" w:rsidR="00B77E03" w:rsidRDefault="0024252B" w:rsidP="00B77E03">
      <w:r w:rsidRPr="002813C1">
        <w:t>Lui aussi il tombait de fatigue</w:t>
      </w:r>
      <w:r w:rsidR="00B77E03">
        <w:t xml:space="preserve">, </w:t>
      </w:r>
      <w:r w:rsidRPr="002813C1">
        <w:t>et véritablement il y avait de quoi</w:t>
      </w:r>
      <w:r w:rsidR="00B77E03">
        <w:t>.</w:t>
      </w:r>
    </w:p>
    <w:p w14:paraId="03B7E6E0" w14:textId="04CF6483" w:rsidR="00B77E03" w:rsidRDefault="0024252B" w:rsidP="00B77E03">
      <w:r w:rsidRPr="002813C1">
        <w:t>Tout d</w:t>
      </w:r>
      <w:r w:rsidR="00B77E03">
        <w:t>’</w:t>
      </w:r>
      <w:r w:rsidRPr="002813C1">
        <w:t>abord</w:t>
      </w:r>
      <w:r w:rsidR="00B77E03">
        <w:t xml:space="preserve">, </w:t>
      </w:r>
      <w:r w:rsidRPr="002813C1">
        <w:t xml:space="preserve">il avait acheté les chevaux de cet aimable gentilhomme qui venait de faire </w:t>
      </w:r>
      <w:r w:rsidR="00B77E03">
        <w:t>« </w:t>
      </w:r>
      <w:r w:rsidRPr="002813C1">
        <w:t>le plongeon</w:t>
      </w:r>
      <w:r w:rsidR="00B77E03">
        <w:t>, »</w:t>
      </w:r>
      <w:r w:rsidRPr="002813C1">
        <w:t xml:space="preserve"> et il les avait eus pour </w:t>
      </w:r>
      <w:r w:rsidR="00B77E03" w:rsidRPr="002813C1">
        <w:t>5</w:t>
      </w:r>
      <w:r w:rsidR="00B77E03">
        <w:t>,</w:t>
      </w:r>
      <w:r w:rsidR="00B77E03" w:rsidRPr="002813C1">
        <w:t>0</w:t>
      </w:r>
      <w:r w:rsidRPr="002813C1">
        <w:t xml:space="preserve">00 </w:t>
      </w:r>
      <w:proofErr w:type="spellStart"/>
      <w:r w:rsidRPr="002813C1">
        <w:t>fr</w:t>
      </w:r>
      <w:r w:rsidR="00B77E03">
        <w:t>.</w:t>
      </w:r>
      <w:proofErr w:type="spellEnd"/>
      <w:r w:rsidR="00B77E03">
        <w:t xml:space="preserve">, </w:t>
      </w:r>
      <w:r w:rsidRPr="002813C1">
        <w:t>une bouchée de pain</w:t>
      </w:r>
      <w:r w:rsidR="00B77E03">
        <w:t xml:space="preserve">, </w:t>
      </w:r>
      <w:r w:rsidRPr="002813C1">
        <w:t>vu leur beauté</w:t>
      </w:r>
      <w:r w:rsidR="00B77E03">
        <w:t xml:space="preserve">… </w:t>
      </w:r>
      <w:r w:rsidRPr="002813C1">
        <w:t>Moins d</w:t>
      </w:r>
      <w:r w:rsidR="00B77E03">
        <w:t>’</w:t>
      </w:r>
      <w:r w:rsidRPr="002813C1">
        <w:t>une heure après</w:t>
      </w:r>
      <w:r w:rsidR="00B77E03">
        <w:t xml:space="preserve">, </w:t>
      </w:r>
      <w:r w:rsidRPr="002813C1">
        <w:t>il en avait refusé presque le double d</w:t>
      </w:r>
      <w:r w:rsidR="00B77E03">
        <w:t>’</w:t>
      </w:r>
      <w:r w:rsidRPr="002813C1">
        <w:t>un amateur célèbre</w:t>
      </w:r>
      <w:r w:rsidR="00B77E03">
        <w:t>, M. de </w:t>
      </w:r>
      <w:proofErr w:type="spellStart"/>
      <w:r w:rsidRPr="002813C1">
        <w:t>Breulh-Faverlay</w:t>
      </w:r>
      <w:proofErr w:type="spellEnd"/>
      <w:r w:rsidR="00B77E03">
        <w:t xml:space="preserve">… </w:t>
      </w:r>
      <w:r w:rsidRPr="002813C1">
        <w:t>Cette excellente spéculation l</w:t>
      </w:r>
      <w:r w:rsidR="00B77E03">
        <w:t>’</w:t>
      </w:r>
      <w:r w:rsidRPr="002813C1">
        <w:t>ayant mis en goût</w:t>
      </w:r>
      <w:r w:rsidR="00B77E03">
        <w:t xml:space="preserve">, </w:t>
      </w:r>
      <w:r w:rsidRPr="002813C1">
        <w:t>il était allé rôder autour d</w:t>
      </w:r>
      <w:r w:rsidR="00B77E03">
        <w:t>’</w:t>
      </w:r>
      <w:r w:rsidRPr="002813C1">
        <w:t>un fort beau cheval de selle</w:t>
      </w:r>
      <w:r w:rsidR="00B77E03">
        <w:t xml:space="preserve">, </w:t>
      </w:r>
      <w:r w:rsidRPr="002813C1">
        <w:t>et comme on le lui avait laissé pour cent louis</w:t>
      </w:r>
      <w:r w:rsidR="00B77E03">
        <w:t xml:space="preserve">, </w:t>
      </w:r>
      <w:r w:rsidRPr="002813C1">
        <w:t>il n</w:t>
      </w:r>
      <w:r w:rsidR="00B77E03">
        <w:t>’</w:t>
      </w:r>
      <w:r w:rsidRPr="002813C1">
        <w:t>avait pas su résister</w:t>
      </w:r>
      <w:r w:rsidR="00B77E03">
        <w:t xml:space="preserve">… </w:t>
      </w:r>
      <w:r w:rsidRPr="002813C1">
        <w:t>Ce n</w:t>
      </w:r>
      <w:r w:rsidR="00B77E03">
        <w:t>’</w:t>
      </w:r>
      <w:r w:rsidRPr="002813C1">
        <w:t>était pas une folie</w:t>
      </w:r>
      <w:r w:rsidR="00B77E03">
        <w:t xml:space="preserve">, </w:t>
      </w:r>
      <w:r w:rsidRPr="002813C1">
        <w:t>certain qu</w:t>
      </w:r>
      <w:r w:rsidR="00B77E03">
        <w:t>’</w:t>
      </w:r>
      <w:r w:rsidRPr="002813C1">
        <w:t>il était de le revendre avec mille francs au moins de bénéfice quand il voudrait</w:t>
      </w:r>
      <w:r w:rsidR="00B77E03">
        <w:t>.</w:t>
      </w:r>
    </w:p>
    <w:p w14:paraId="234E667B" w14:textId="77777777" w:rsidR="00B77E03" w:rsidRDefault="00B77E03" w:rsidP="00B77E03">
      <w:r>
        <w:t>— </w:t>
      </w:r>
      <w:r w:rsidR="0024252B" w:rsidRPr="002813C1">
        <w:t>De sorte</w:t>
      </w:r>
      <w:r>
        <w:t xml:space="preserve">, </w:t>
      </w:r>
      <w:r w:rsidR="0024252B" w:rsidRPr="002813C1">
        <w:t>remarqua son ami</w:t>
      </w:r>
      <w:r>
        <w:t xml:space="preserve">, </w:t>
      </w:r>
      <w:r w:rsidR="0024252B" w:rsidRPr="002813C1">
        <w:t>que si vous achetiez tous les jours un cheval pareil</w:t>
      </w:r>
      <w:r>
        <w:t xml:space="preserve">, </w:t>
      </w:r>
      <w:r w:rsidR="0024252B" w:rsidRPr="002813C1">
        <w:t>vous vous feriez</w:t>
      </w:r>
      <w:r>
        <w:t xml:space="preserve">, </w:t>
      </w:r>
      <w:r w:rsidR="0024252B" w:rsidRPr="002813C1">
        <w:t>par an</w:t>
      </w:r>
      <w:r>
        <w:t xml:space="preserve">, </w:t>
      </w:r>
      <w:r w:rsidR="0024252B" w:rsidRPr="002813C1">
        <w:t>36</w:t>
      </w:r>
      <w:r w:rsidRPr="002813C1">
        <w:t>5</w:t>
      </w:r>
      <w:r>
        <w:t>,</w:t>
      </w:r>
      <w:r w:rsidRPr="002813C1">
        <w:t>0</w:t>
      </w:r>
      <w:r w:rsidR="0024252B" w:rsidRPr="002813C1">
        <w:t>00 livres de rentes</w:t>
      </w:r>
      <w:r>
        <w:t>…</w:t>
      </w:r>
    </w:p>
    <w:p w14:paraId="4C1E9A77" w14:textId="77777777" w:rsidR="00B77E03" w:rsidRDefault="0024252B" w:rsidP="00B77E03">
      <w:r w:rsidRPr="002813C1">
        <w:t>Était-ce une simple plaisanterie</w:t>
      </w:r>
      <w:r w:rsidR="00B77E03">
        <w:t xml:space="preserve">, </w:t>
      </w:r>
      <w:r w:rsidRPr="002813C1">
        <w:t>comme on en fait à ces gens qui ont la manie de se vanter de marchés fabuleux</w:t>
      </w:r>
      <w:r w:rsidR="00B77E03">
        <w:t xml:space="preserve"> ?… </w:t>
      </w:r>
      <w:r w:rsidRPr="002813C1">
        <w:t>Le mot avait-il une portée plus sérieuse et tout à fait blessante</w:t>
      </w:r>
      <w:r w:rsidR="00B77E03">
        <w:t> ?…</w:t>
      </w:r>
    </w:p>
    <w:p w14:paraId="46F6098B" w14:textId="7C265AF9" w:rsidR="00B77E03" w:rsidRDefault="0024252B" w:rsidP="00B77E03">
      <w:r w:rsidRPr="002813C1">
        <w:t>C</w:t>
      </w:r>
      <w:r w:rsidR="00B77E03">
        <w:t>’</w:t>
      </w:r>
      <w:r w:rsidRPr="002813C1">
        <w:t xml:space="preserve">est ce que </w:t>
      </w:r>
      <w:r w:rsidR="00B77E03">
        <w:t>M</w:t>
      </w:r>
      <w:r w:rsidR="00B77E03" w:rsidRPr="00B77E03">
        <w:rPr>
          <w:vertAlign w:val="superscript"/>
        </w:rPr>
        <w:t>lle</w:t>
      </w:r>
      <w:r w:rsidR="00B77E03">
        <w:t> </w:t>
      </w:r>
      <w:r w:rsidRPr="002813C1">
        <w:t>Marguerite ne put discerner</w:t>
      </w:r>
      <w:r w:rsidR="00B77E03">
        <w:t>.</w:t>
      </w:r>
    </w:p>
    <w:p w14:paraId="0AE1C610" w14:textId="77777777" w:rsidR="00B77E03" w:rsidRDefault="0024252B" w:rsidP="00B77E03">
      <w:r w:rsidRPr="002813C1">
        <w:t>Le positif</w:t>
      </w:r>
      <w:r w:rsidR="00B77E03">
        <w:t xml:space="preserve">, </w:t>
      </w:r>
      <w:r w:rsidRPr="002813C1">
        <w:t>c</w:t>
      </w:r>
      <w:r w:rsidR="00B77E03">
        <w:t>’</w:t>
      </w:r>
      <w:r w:rsidRPr="002813C1">
        <w:t xml:space="preserve">est que </w:t>
      </w:r>
      <w:r w:rsidR="00B77E03">
        <w:t>« </w:t>
      </w:r>
      <w:r w:rsidRPr="002813C1">
        <w:t>le général</w:t>
      </w:r>
      <w:r w:rsidR="00B77E03">
        <w:t> »</w:t>
      </w:r>
      <w:r w:rsidRPr="002813C1">
        <w:t xml:space="preserve"> prit gaiement l</w:t>
      </w:r>
      <w:r w:rsidR="00B77E03">
        <w:t>’</w:t>
      </w:r>
      <w:r w:rsidRPr="002813C1">
        <w:t>observation</w:t>
      </w:r>
      <w:r w:rsidR="00B77E03">
        <w:t xml:space="preserve">, </w:t>
      </w:r>
      <w:r w:rsidRPr="002813C1">
        <w:t>et n</w:t>
      </w:r>
      <w:r w:rsidR="00B77E03">
        <w:t>’</w:t>
      </w:r>
      <w:r w:rsidRPr="002813C1">
        <w:t>en continua pas moins allègrement à donner l</w:t>
      </w:r>
      <w:r w:rsidR="00B77E03">
        <w:t>’</w:t>
      </w:r>
      <w:r w:rsidRPr="002813C1">
        <w:t>emploi de sa journée</w:t>
      </w:r>
      <w:r w:rsidR="00B77E03">
        <w:t>…</w:t>
      </w:r>
    </w:p>
    <w:p w14:paraId="20C81E8D" w14:textId="77777777" w:rsidR="00B77E03" w:rsidRDefault="0024252B" w:rsidP="00B77E03">
      <w:r w:rsidRPr="002813C1">
        <w:t>Ayant les chevaux</w:t>
      </w:r>
      <w:r w:rsidR="00B77E03">
        <w:t xml:space="preserve">, </w:t>
      </w:r>
      <w:r w:rsidRPr="002813C1">
        <w:t>il s</w:t>
      </w:r>
      <w:r w:rsidR="00B77E03">
        <w:t>’</w:t>
      </w:r>
      <w:r w:rsidRPr="002813C1">
        <w:t>était inquiété d</w:t>
      </w:r>
      <w:r w:rsidR="00B77E03">
        <w:t>’</w:t>
      </w:r>
      <w:r w:rsidRPr="002813C1">
        <w:t>une voiture</w:t>
      </w:r>
      <w:r w:rsidR="00B77E03">
        <w:t xml:space="preserve">, </w:t>
      </w:r>
      <w:r w:rsidRPr="002813C1">
        <w:t>et il en avait trouvé une toute neuve</w:t>
      </w:r>
      <w:r w:rsidR="00B77E03">
        <w:t xml:space="preserve">, </w:t>
      </w:r>
      <w:r w:rsidRPr="002813C1">
        <w:t>qu</w:t>
      </w:r>
      <w:r w:rsidR="00B77E03">
        <w:t>’</w:t>
      </w:r>
      <w:r w:rsidRPr="002813C1">
        <w:t xml:space="preserve">un prince Russe avait laissée pour compte et que pour cette raison le carrossier lui avait </w:t>
      </w:r>
      <w:r w:rsidRPr="002813C1">
        <w:lastRenderedPageBreak/>
        <w:t>vendue à perte</w:t>
      </w:r>
      <w:r w:rsidR="00B77E03">
        <w:t xml:space="preserve">… </w:t>
      </w:r>
      <w:r w:rsidRPr="002813C1">
        <w:t>Aussi</w:t>
      </w:r>
      <w:r w:rsidR="00B77E03">
        <w:t xml:space="preserve">, </w:t>
      </w:r>
      <w:r w:rsidRPr="002813C1">
        <w:t>pour récompenser ce brave homme</w:t>
      </w:r>
      <w:r w:rsidR="00B77E03">
        <w:t xml:space="preserve">, </w:t>
      </w:r>
      <w:r w:rsidRPr="002813C1">
        <w:t>avait-il fait</w:t>
      </w:r>
      <w:r w:rsidR="00B77E03">
        <w:t xml:space="preserve">, </w:t>
      </w:r>
      <w:r w:rsidRPr="002813C1">
        <w:t>en outre</w:t>
      </w:r>
      <w:r w:rsidR="00B77E03">
        <w:t xml:space="preserve">, </w:t>
      </w:r>
      <w:r w:rsidRPr="002813C1">
        <w:t>l</w:t>
      </w:r>
      <w:r w:rsidR="00B77E03">
        <w:t>’</w:t>
      </w:r>
      <w:r w:rsidRPr="002813C1">
        <w:t>acquisition d</w:t>
      </w:r>
      <w:r w:rsidR="00B77E03">
        <w:t>’</w:t>
      </w:r>
      <w:r w:rsidRPr="002813C1">
        <w:t>un coupé</w:t>
      </w:r>
      <w:r w:rsidR="00B77E03">
        <w:t>.</w:t>
      </w:r>
    </w:p>
    <w:p w14:paraId="59DE8ECF" w14:textId="77777777" w:rsidR="00B77E03" w:rsidRDefault="0024252B" w:rsidP="00B77E03">
      <w:r w:rsidRPr="002813C1">
        <w:t>Enfin</w:t>
      </w:r>
      <w:r w:rsidR="00B77E03">
        <w:t xml:space="preserve">, </w:t>
      </w:r>
      <w:r w:rsidRPr="002813C1">
        <w:t>il avait loué</w:t>
      </w:r>
      <w:r w:rsidR="00B77E03">
        <w:t xml:space="preserve">, </w:t>
      </w:r>
      <w:r w:rsidRPr="002813C1">
        <w:t>rue Pigalle</w:t>
      </w:r>
      <w:r w:rsidR="00B77E03">
        <w:t xml:space="preserve">, </w:t>
      </w:r>
      <w:r w:rsidRPr="002813C1">
        <w:t>à deux pas</w:t>
      </w:r>
      <w:r w:rsidR="00B77E03">
        <w:t xml:space="preserve">, </w:t>
      </w:r>
      <w:r w:rsidRPr="002813C1">
        <w:t>une écurie et une remise</w:t>
      </w:r>
      <w:r w:rsidR="00B77E03">
        <w:t xml:space="preserve">, </w:t>
      </w:r>
      <w:r w:rsidRPr="002813C1">
        <w:t>et il attendait le lendemain un cocher et un palefrenier</w:t>
      </w:r>
      <w:r w:rsidR="00B77E03">
        <w:t>.</w:t>
      </w:r>
    </w:p>
    <w:p w14:paraId="502CD577" w14:textId="0967FF1E" w:rsidR="00B77E03" w:rsidRDefault="00B77E03" w:rsidP="00B77E03">
      <w:r>
        <w:t>— </w:t>
      </w:r>
      <w:r w:rsidR="0024252B" w:rsidRPr="002813C1">
        <w:t>Et tout cela</w:t>
      </w:r>
      <w:r>
        <w:t xml:space="preserve">, </w:t>
      </w:r>
      <w:r w:rsidR="0024252B" w:rsidRPr="002813C1">
        <w:t xml:space="preserve">observa gravement </w:t>
      </w:r>
      <w:r>
        <w:t>M</w:t>
      </w:r>
      <w:r w:rsidRPr="00B77E03">
        <w:rPr>
          <w:vertAlign w:val="superscript"/>
        </w:rPr>
        <w:t>me</w:t>
      </w:r>
      <w:r>
        <w:t> de </w:t>
      </w:r>
      <w:proofErr w:type="spellStart"/>
      <w:r w:rsidR="0024252B" w:rsidRPr="002813C1">
        <w:t>Fondège</w:t>
      </w:r>
      <w:proofErr w:type="spellEnd"/>
      <w:r>
        <w:t xml:space="preserve">, </w:t>
      </w:r>
      <w:r w:rsidR="0024252B" w:rsidRPr="002813C1">
        <w:t>nous coûtera moins cher que l</w:t>
      </w:r>
      <w:r>
        <w:t>’</w:t>
      </w:r>
      <w:r w:rsidR="0024252B" w:rsidRPr="002813C1">
        <w:t>exécrable voiture que nous avions la niaiserie de louer à l</w:t>
      </w:r>
      <w:r>
        <w:t>’</w:t>
      </w:r>
      <w:r w:rsidR="0024252B" w:rsidRPr="002813C1">
        <w:t>année</w:t>
      </w:r>
      <w:r>
        <w:t xml:space="preserve"> !… </w:t>
      </w:r>
      <w:r w:rsidR="0024252B" w:rsidRPr="002813C1">
        <w:t>Oh</w:t>
      </w:r>
      <w:r>
        <w:t xml:space="preserve"> ! </w:t>
      </w:r>
      <w:r w:rsidR="0024252B" w:rsidRPr="002813C1">
        <w:t>je sais ce que je dis</w:t>
      </w:r>
      <w:r>
        <w:t xml:space="preserve">, </w:t>
      </w:r>
      <w:r w:rsidR="0024252B" w:rsidRPr="002813C1">
        <w:t>j</w:t>
      </w:r>
      <w:r>
        <w:t>’</w:t>
      </w:r>
      <w:r w:rsidR="0024252B" w:rsidRPr="002813C1">
        <w:t>ai fait mes calculs</w:t>
      </w:r>
      <w:r>
        <w:t xml:space="preserve">… </w:t>
      </w:r>
      <w:r w:rsidR="0024252B" w:rsidRPr="002813C1">
        <w:t>Tous les mois</w:t>
      </w:r>
      <w:r>
        <w:t xml:space="preserve">, </w:t>
      </w:r>
      <w:r w:rsidR="0024252B" w:rsidRPr="002813C1">
        <w:t>avec les pourboires et les suppléments</w:t>
      </w:r>
      <w:r>
        <w:t xml:space="preserve">, </w:t>
      </w:r>
      <w:r w:rsidR="0024252B" w:rsidRPr="002813C1">
        <w:t>j</w:t>
      </w:r>
      <w:r>
        <w:t>’</w:t>
      </w:r>
      <w:r w:rsidR="0024252B" w:rsidRPr="002813C1">
        <w:t>en avais pour bien près de mille francs</w:t>
      </w:r>
      <w:r>
        <w:t xml:space="preserve">… </w:t>
      </w:r>
      <w:r w:rsidR="0024252B" w:rsidRPr="002813C1">
        <w:t>trois chevaux et un cocher ne nous reviendront pas à cela</w:t>
      </w:r>
      <w:r>
        <w:t xml:space="preserve">… </w:t>
      </w:r>
      <w:r w:rsidR="0024252B" w:rsidRPr="002813C1">
        <w:t>Et quelle différence</w:t>
      </w:r>
      <w:r>
        <w:t xml:space="preserve"> !… </w:t>
      </w:r>
      <w:r w:rsidR="0024252B" w:rsidRPr="002813C1">
        <w:t>Au moins nous tiendrons notre rang et ne serons pas écrasés par des gens de rien</w:t>
      </w:r>
      <w:r>
        <w:t xml:space="preserve">… </w:t>
      </w:r>
      <w:r w:rsidR="0024252B" w:rsidRPr="002813C1">
        <w:t>Je n</w:t>
      </w:r>
      <w:r>
        <w:t>’</w:t>
      </w:r>
      <w:r w:rsidR="0024252B" w:rsidRPr="002813C1">
        <w:t>aurai plus à rougir des rosses exténuées que le loueur me fournissait</w:t>
      </w:r>
      <w:r>
        <w:t xml:space="preserve">, </w:t>
      </w:r>
      <w:r w:rsidR="0024252B" w:rsidRPr="002813C1">
        <w:t>ni à endurer l</w:t>
      </w:r>
      <w:r>
        <w:t>’</w:t>
      </w:r>
      <w:r w:rsidR="0024252B" w:rsidRPr="002813C1">
        <w:t>insolence des gens qu</w:t>
      </w:r>
      <w:r>
        <w:t>’</w:t>
      </w:r>
      <w:r w:rsidR="0024252B" w:rsidRPr="002813C1">
        <w:t>il employait</w:t>
      </w:r>
      <w:r>
        <w:t xml:space="preserve">… </w:t>
      </w:r>
      <w:r w:rsidR="0024252B" w:rsidRPr="002813C1">
        <w:t>J</w:t>
      </w:r>
      <w:r>
        <w:t>’</w:t>
      </w:r>
      <w:r w:rsidR="0024252B" w:rsidRPr="002813C1">
        <w:t>avais jusqu</w:t>
      </w:r>
      <w:r>
        <w:t>’</w:t>
      </w:r>
      <w:r w:rsidR="0024252B" w:rsidRPr="002813C1">
        <w:t>ici reculé devant la première dépense</w:t>
      </w:r>
      <w:r>
        <w:t xml:space="preserve">… </w:t>
      </w:r>
      <w:r w:rsidR="0024252B" w:rsidRPr="002813C1">
        <w:t>elle est faite</w:t>
      </w:r>
      <w:r>
        <w:t xml:space="preserve">… </w:t>
      </w:r>
      <w:r w:rsidR="0024252B" w:rsidRPr="002813C1">
        <w:t>j</w:t>
      </w:r>
      <w:r>
        <w:t>’</w:t>
      </w:r>
      <w:r w:rsidR="0024252B" w:rsidRPr="002813C1">
        <w:t>en suis contente</w:t>
      </w:r>
      <w:r>
        <w:t xml:space="preserve">. </w:t>
      </w:r>
      <w:r w:rsidR="0024252B" w:rsidRPr="002813C1">
        <w:t>Nous regagnerons cela sur autre chose</w:t>
      </w:r>
      <w:r>
        <w:t>.</w:t>
      </w:r>
    </w:p>
    <w:p w14:paraId="7AD43202" w14:textId="6BA611AE" w:rsidR="00B77E03" w:rsidRDefault="00B77E03" w:rsidP="00B77E03">
      <w:r>
        <w:t>— </w:t>
      </w:r>
      <w:r w:rsidR="0024252B" w:rsidRPr="002813C1">
        <w:t>Sur les dentelles</w:t>
      </w:r>
      <w:r>
        <w:t xml:space="preserve">, </w:t>
      </w:r>
      <w:r w:rsidR="0024252B" w:rsidRPr="002813C1">
        <w:t>sans doute</w:t>
      </w:r>
      <w:r>
        <w:t xml:space="preserve"> !… </w:t>
      </w:r>
      <w:r w:rsidR="0024252B" w:rsidRPr="002813C1">
        <w:t xml:space="preserve">pensait </w:t>
      </w:r>
      <w:r>
        <w:t>M</w:t>
      </w:r>
      <w:r w:rsidRPr="00B77E03">
        <w:rPr>
          <w:vertAlign w:val="superscript"/>
        </w:rPr>
        <w:t>lle</w:t>
      </w:r>
      <w:r>
        <w:t> </w:t>
      </w:r>
      <w:r w:rsidR="0024252B" w:rsidRPr="002813C1">
        <w:t>Marguerite</w:t>
      </w:r>
      <w:r>
        <w:t xml:space="preserve">, </w:t>
      </w:r>
      <w:r w:rsidR="0024252B" w:rsidRPr="002813C1">
        <w:t>qui toute la soirée eut à subir des projets d</w:t>
      </w:r>
      <w:r>
        <w:t>’</w:t>
      </w:r>
      <w:r w:rsidR="0024252B" w:rsidRPr="002813C1">
        <w:t>économie pour le moins aussi ingénieux</w:t>
      </w:r>
      <w:r>
        <w:t>.</w:t>
      </w:r>
    </w:p>
    <w:p w14:paraId="50C0EF8C" w14:textId="77777777" w:rsidR="00B77E03" w:rsidRDefault="0024252B" w:rsidP="00B77E03">
      <w:r w:rsidRPr="002813C1">
        <w:t>Elle était exaspérée</w:t>
      </w:r>
      <w:r w:rsidR="00B77E03">
        <w:t xml:space="preserve">, </w:t>
      </w:r>
      <w:r w:rsidRPr="002813C1">
        <w:t>quand vers minuit elle regagna sa chambre</w:t>
      </w:r>
      <w:r w:rsidR="00B77E03">
        <w:t xml:space="preserve">, </w:t>
      </w:r>
      <w:r w:rsidRPr="002813C1">
        <w:t>et pour la dixième fois elle répétait</w:t>
      </w:r>
      <w:r w:rsidR="00B77E03">
        <w:t> :</w:t>
      </w:r>
    </w:p>
    <w:p w14:paraId="275952DD" w14:textId="77777777" w:rsidR="00B77E03" w:rsidRDefault="00B77E03" w:rsidP="00B77E03">
      <w:r>
        <w:t>— </w:t>
      </w:r>
      <w:r w:rsidR="0024252B" w:rsidRPr="002813C1">
        <w:t>Mais pour qui donc me prennent-ils</w:t>
      </w:r>
      <w:r>
        <w:t xml:space="preserve"> !… </w:t>
      </w:r>
      <w:r w:rsidR="0024252B" w:rsidRPr="002813C1">
        <w:t>Me supposent-ils donc idiote</w:t>
      </w:r>
      <w:r>
        <w:t xml:space="preserve">, </w:t>
      </w:r>
      <w:r w:rsidR="0024252B" w:rsidRPr="002813C1">
        <w:t>qu</w:t>
      </w:r>
      <w:r>
        <w:t>’</w:t>
      </w:r>
      <w:r w:rsidR="0024252B" w:rsidRPr="002813C1">
        <w:t>ils étalent devant moi ce qu</w:t>
      </w:r>
      <w:r>
        <w:t>’</w:t>
      </w:r>
      <w:r w:rsidR="0024252B" w:rsidRPr="002813C1">
        <w:t>ils ont volé à mon père</w:t>
      </w:r>
      <w:r>
        <w:t xml:space="preserve">, </w:t>
      </w:r>
      <w:r w:rsidR="0024252B" w:rsidRPr="002813C1">
        <w:t>ce qu</w:t>
      </w:r>
      <w:r>
        <w:t>’</w:t>
      </w:r>
      <w:r w:rsidR="0024252B" w:rsidRPr="002813C1">
        <w:t>ils m</w:t>
      </w:r>
      <w:r>
        <w:t>’</w:t>
      </w:r>
      <w:r w:rsidR="0024252B" w:rsidRPr="002813C1">
        <w:t>ont volé</w:t>
      </w:r>
      <w:r>
        <w:t xml:space="preserve"> !… </w:t>
      </w:r>
      <w:r w:rsidR="0024252B" w:rsidRPr="002813C1">
        <w:t>Que des filous vulgaires se fassent prendre faute de pouvoir se tenir de dépenser follement le produit de leurs vols</w:t>
      </w:r>
      <w:r>
        <w:t xml:space="preserve">, </w:t>
      </w:r>
      <w:r w:rsidR="0024252B" w:rsidRPr="002813C1">
        <w:t>on le comprend</w:t>
      </w:r>
      <w:r>
        <w:t xml:space="preserve">, </w:t>
      </w:r>
      <w:r w:rsidR="0024252B" w:rsidRPr="002813C1">
        <w:t>mais eux</w:t>
      </w:r>
      <w:r>
        <w:t xml:space="preserve"> !… </w:t>
      </w:r>
      <w:r w:rsidR="0024252B" w:rsidRPr="002813C1">
        <w:t>Ils ont perdu la tête</w:t>
      </w:r>
      <w:r>
        <w:t>.</w:t>
      </w:r>
    </w:p>
    <w:p w14:paraId="4CB13750" w14:textId="14BBADE9" w:rsidR="00B77E03" w:rsidRDefault="0024252B" w:rsidP="00B77E03">
      <w:r w:rsidRPr="002813C1">
        <w:lastRenderedPageBreak/>
        <w:t xml:space="preserve">Depuis un moment déjà </w:t>
      </w:r>
      <w:r w:rsidR="00B77E03">
        <w:t>M</w:t>
      </w:r>
      <w:r w:rsidR="00B77E03" w:rsidRPr="00B77E03">
        <w:rPr>
          <w:vertAlign w:val="superscript"/>
        </w:rPr>
        <w:t>me</w:t>
      </w:r>
      <w:r w:rsidR="00B77E03">
        <w:t> </w:t>
      </w:r>
      <w:r w:rsidRPr="002813C1">
        <w:t>Léon était couchée</w:t>
      </w:r>
      <w:r w:rsidR="00B77E03">
        <w:t>, M</w:t>
      </w:r>
      <w:r w:rsidR="00B77E03" w:rsidRPr="00B77E03">
        <w:rPr>
          <w:vertAlign w:val="superscript"/>
        </w:rPr>
        <w:t>lle</w:t>
      </w:r>
      <w:r w:rsidR="00B77E03">
        <w:t> </w:t>
      </w:r>
      <w:r w:rsidRPr="002813C1">
        <w:t>Marguerite s</w:t>
      </w:r>
      <w:r w:rsidR="00B77E03">
        <w:t>’</w:t>
      </w:r>
      <w:r w:rsidRPr="002813C1">
        <w:t>assura qu</w:t>
      </w:r>
      <w:r w:rsidR="00B77E03">
        <w:t>’</w:t>
      </w:r>
      <w:r w:rsidRPr="002813C1">
        <w:t>elle dormait</w:t>
      </w:r>
      <w:r w:rsidR="00B77E03">
        <w:t xml:space="preserve">, </w:t>
      </w:r>
      <w:r w:rsidRPr="002813C1">
        <w:t>et reprenant sa lettre au vieux juge de paix</w:t>
      </w:r>
      <w:r w:rsidR="00B77E03">
        <w:t xml:space="preserve">, </w:t>
      </w:r>
      <w:r w:rsidRPr="002813C1">
        <w:t xml:space="preserve">elle y ajouta ce </w:t>
      </w:r>
      <w:r w:rsidRPr="002813C1">
        <w:rPr>
          <w:i/>
          <w:szCs w:val="32"/>
        </w:rPr>
        <w:t>post-scriptum</w:t>
      </w:r>
      <w:r w:rsidR="00B77E03">
        <w:t> :</w:t>
      </w:r>
    </w:p>
    <w:p w14:paraId="39A6F1DB" w14:textId="36D5A524" w:rsidR="00B77E03" w:rsidRDefault="00B77E03" w:rsidP="00B77E03">
      <w:r w:rsidRPr="002813C1">
        <w:t>P</w:t>
      </w:r>
      <w:r>
        <w:t>.</w:t>
      </w:r>
      <w:r w:rsidRPr="002813C1">
        <w:t>S</w:t>
      </w:r>
      <w:r>
        <w:t>. « </w:t>
      </w:r>
      <w:r w:rsidR="0024252B" w:rsidRPr="002813C1">
        <w:rPr>
          <w:i/>
          <w:szCs w:val="32"/>
        </w:rPr>
        <w:t>Impossible de conserver l</w:t>
      </w:r>
      <w:r>
        <w:rPr>
          <w:i/>
          <w:szCs w:val="32"/>
        </w:rPr>
        <w:t>’</w:t>
      </w:r>
      <w:r w:rsidR="0024252B" w:rsidRPr="002813C1">
        <w:rPr>
          <w:i/>
          <w:szCs w:val="32"/>
        </w:rPr>
        <w:t>ombre d</w:t>
      </w:r>
      <w:r>
        <w:rPr>
          <w:i/>
          <w:szCs w:val="32"/>
        </w:rPr>
        <w:t>’</w:t>
      </w:r>
      <w:r w:rsidR="0024252B" w:rsidRPr="002813C1">
        <w:rPr>
          <w:i/>
          <w:szCs w:val="32"/>
        </w:rPr>
        <w:t>un doute</w:t>
      </w:r>
      <w:r>
        <w:t>…</w:t>
      </w:r>
    </w:p>
    <w:p w14:paraId="157FCDF2" w14:textId="5B86BA52" w:rsidR="00B77E03" w:rsidRDefault="00B77E03" w:rsidP="00B77E03">
      <w:r>
        <w:t>« </w:t>
      </w:r>
      <w:r w:rsidR="0024252B" w:rsidRPr="002813C1">
        <w:rPr>
          <w:i/>
          <w:szCs w:val="32"/>
        </w:rPr>
        <w:t>D</w:t>
      </w:r>
      <w:r>
        <w:rPr>
          <w:i/>
          <w:szCs w:val="32"/>
        </w:rPr>
        <w:t>’</w:t>
      </w:r>
      <w:r w:rsidR="0024252B" w:rsidRPr="002813C1">
        <w:rPr>
          <w:i/>
          <w:szCs w:val="32"/>
        </w:rPr>
        <w:t>après mon calcul</w:t>
      </w:r>
      <w:r>
        <w:rPr>
          <w:i/>
          <w:szCs w:val="32"/>
        </w:rPr>
        <w:t>, M. </w:t>
      </w:r>
      <w:r w:rsidR="0024252B" w:rsidRPr="002813C1">
        <w:rPr>
          <w:i/>
          <w:szCs w:val="32"/>
        </w:rPr>
        <w:t xml:space="preserve">et </w:t>
      </w:r>
      <w:r>
        <w:rPr>
          <w:i/>
          <w:szCs w:val="32"/>
        </w:rPr>
        <w:t>M</w:t>
      </w:r>
      <w:r w:rsidRPr="00B77E03">
        <w:rPr>
          <w:i/>
          <w:szCs w:val="32"/>
          <w:vertAlign w:val="superscript"/>
        </w:rPr>
        <w:t>me</w:t>
      </w:r>
      <w:r>
        <w:rPr>
          <w:i/>
          <w:szCs w:val="32"/>
        </w:rPr>
        <w:t> de </w:t>
      </w:r>
      <w:proofErr w:type="spellStart"/>
      <w:r w:rsidR="0024252B" w:rsidRPr="002813C1">
        <w:rPr>
          <w:i/>
          <w:szCs w:val="32"/>
        </w:rPr>
        <w:t>Fondège</w:t>
      </w:r>
      <w:proofErr w:type="spellEnd"/>
      <w:r w:rsidR="0024252B" w:rsidRPr="002813C1">
        <w:rPr>
          <w:i/>
          <w:szCs w:val="32"/>
        </w:rPr>
        <w:t xml:space="preserve"> ont aujourd</w:t>
      </w:r>
      <w:r>
        <w:rPr>
          <w:i/>
          <w:szCs w:val="32"/>
        </w:rPr>
        <w:t>’</w:t>
      </w:r>
      <w:r w:rsidR="0024252B" w:rsidRPr="002813C1">
        <w:rPr>
          <w:i/>
          <w:szCs w:val="32"/>
        </w:rPr>
        <w:t>hui jeté au vent plus de 2</w:t>
      </w:r>
      <w:r w:rsidRPr="002813C1">
        <w:rPr>
          <w:i/>
          <w:szCs w:val="32"/>
        </w:rPr>
        <w:t>0</w:t>
      </w:r>
      <w:r>
        <w:rPr>
          <w:i/>
          <w:szCs w:val="32"/>
        </w:rPr>
        <w:t>,</w:t>
      </w:r>
      <w:r w:rsidRPr="002813C1">
        <w:rPr>
          <w:i/>
          <w:szCs w:val="32"/>
        </w:rPr>
        <w:t>0</w:t>
      </w:r>
      <w:r w:rsidR="0024252B" w:rsidRPr="002813C1">
        <w:rPr>
          <w:i/>
          <w:szCs w:val="32"/>
        </w:rPr>
        <w:t>00 francs</w:t>
      </w:r>
      <w:r>
        <w:t>…</w:t>
      </w:r>
    </w:p>
    <w:p w14:paraId="6F549D18" w14:textId="77777777" w:rsidR="00B77E03" w:rsidRDefault="00B77E03" w:rsidP="00B77E03">
      <w:pPr>
        <w:rPr>
          <w:i/>
          <w:szCs w:val="32"/>
        </w:rPr>
      </w:pPr>
      <w:r>
        <w:t>« </w:t>
      </w:r>
      <w:r w:rsidR="0024252B" w:rsidRPr="002813C1">
        <w:rPr>
          <w:i/>
          <w:szCs w:val="32"/>
        </w:rPr>
        <w:t>Cette impudence ne viendrait-elle pas de la certitude où ils sont qu</w:t>
      </w:r>
      <w:r>
        <w:rPr>
          <w:i/>
          <w:szCs w:val="32"/>
        </w:rPr>
        <w:t>’</w:t>
      </w:r>
      <w:r w:rsidR="0024252B" w:rsidRPr="002813C1">
        <w:rPr>
          <w:i/>
          <w:szCs w:val="32"/>
        </w:rPr>
        <w:t>il n</w:t>
      </w:r>
      <w:r>
        <w:rPr>
          <w:i/>
          <w:szCs w:val="32"/>
        </w:rPr>
        <w:t>’</w:t>
      </w:r>
      <w:r w:rsidR="0024252B" w:rsidRPr="002813C1">
        <w:rPr>
          <w:i/>
          <w:szCs w:val="32"/>
        </w:rPr>
        <w:t>existe aucune preuve du crime et qu</w:t>
      </w:r>
      <w:r>
        <w:rPr>
          <w:i/>
          <w:szCs w:val="32"/>
        </w:rPr>
        <w:t>’</w:t>
      </w:r>
      <w:r w:rsidR="0024252B" w:rsidRPr="002813C1">
        <w:rPr>
          <w:i/>
          <w:szCs w:val="32"/>
        </w:rPr>
        <w:t>on ne peut les attaquer</w:t>
      </w:r>
      <w:r>
        <w:rPr>
          <w:i/>
          <w:szCs w:val="32"/>
        </w:rPr>
        <w:t> ?…</w:t>
      </w:r>
    </w:p>
    <w:p w14:paraId="66BBBEF8" w14:textId="77777777" w:rsidR="00B77E03" w:rsidRDefault="00B77E03" w:rsidP="00B77E03">
      <w:r>
        <w:t>« </w:t>
      </w:r>
      <w:r w:rsidR="0024252B" w:rsidRPr="002813C1">
        <w:rPr>
          <w:i/>
          <w:szCs w:val="32"/>
        </w:rPr>
        <w:t>Cependant</w:t>
      </w:r>
      <w:r>
        <w:rPr>
          <w:i/>
          <w:szCs w:val="32"/>
        </w:rPr>
        <w:t xml:space="preserve">, </w:t>
      </w:r>
      <w:r w:rsidR="0024252B" w:rsidRPr="002813C1">
        <w:rPr>
          <w:i/>
          <w:szCs w:val="32"/>
        </w:rPr>
        <w:t>ils m</w:t>
      </w:r>
      <w:r>
        <w:rPr>
          <w:i/>
          <w:szCs w:val="32"/>
        </w:rPr>
        <w:t>’</w:t>
      </w:r>
      <w:r w:rsidR="0024252B" w:rsidRPr="002813C1">
        <w:rPr>
          <w:i/>
          <w:szCs w:val="32"/>
        </w:rPr>
        <w:t>ont encore parlé de leur fils</w:t>
      </w:r>
      <w:r>
        <w:rPr>
          <w:i/>
          <w:szCs w:val="32"/>
        </w:rPr>
        <w:t xml:space="preserve">, </w:t>
      </w:r>
      <w:r w:rsidR="0024252B" w:rsidRPr="002813C1">
        <w:rPr>
          <w:i/>
          <w:szCs w:val="32"/>
        </w:rPr>
        <w:t xml:space="preserve">le lieutenant Gustave de </w:t>
      </w:r>
      <w:proofErr w:type="spellStart"/>
      <w:r w:rsidR="0024252B" w:rsidRPr="002813C1">
        <w:rPr>
          <w:i/>
          <w:szCs w:val="32"/>
        </w:rPr>
        <w:t>Fondège</w:t>
      </w:r>
      <w:proofErr w:type="spellEnd"/>
      <w:r>
        <w:rPr>
          <w:i/>
          <w:szCs w:val="32"/>
        </w:rPr>
        <w:t xml:space="preserve">, </w:t>
      </w:r>
      <w:r w:rsidR="0024252B" w:rsidRPr="002813C1">
        <w:rPr>
          <w:i/>
          <w:szCs w:val="32"/>
        </w:rPr>
        <w:t>on me le présentera demain</w:t>
      </w:r>
      <w:r>
        <w:t>…</w:t>
      </w:r>
    </w:p>
    <w:p w14:paraId="6A6ED33B" w14:textId="256D5FFD" w:rsidR="0024252B" w:rsidRPr="002813C1" w:rsidRDefault="00B77E03" w:rsidP="0024252B">
      <w:r>
        <w:t>« </w:t>
      </w:r>
      <w:r w:rsidR="0024252B" w:rsidRPr="002813C1">
        <w:rPr>
          <w:i/>
          <w:szCs w:val="32"/>
        </w:rPr>
        <w:t>Demain</w:t>
      </w:r>
      <w:r>
        <w:rPr>
          <w:i/>
          <w:szCs w:val="32"/>
        </w:rPr>
        <w:t xml:space="preserve">, </w:t>
      </w:r>
      <w:r w:rsidR="0024252B" w:rsidRPr="002813C1">
        <w:rPr>
          <w:i/>
          <w:szCs w:val="32"/>
        </w:rPr>
        <w:t>aussi</w:t>
      </w:r>
      <w:r>
        <w:rPr>
          <w:i/>
          <w:szCs w:val="32"/>
        </w:rPr>
        <w:t xml:space="preserve">, </w:t>
      </w:r>
      <w:r w:rsidR="0024252B" w:rsidRPr="002813C1">
        <w:rPr>
          <w:i/>
          <w:szCs w:val="32"/>
        </w:rPr>
        <w:t>entre trois et quatre heures</w:t>
      </w:r>
      <w:r>
        <w:rPr>
          <w:i/>
          <w:szCs w:val="32"/>
        </w:rPr>
        <w:t xml:space="preserve">, </w:t>
      </w:r>
      <w:r w:rsidR="0024252B" w:rsidRPr="002813C1">
        <w:rPr>
          <w:i/>
          <w:szCs w:val="32"/>
        </w:rPr>
        <w:t>je me rendrai chez l</w:t>
      </w:r>
      <w:r>
        <w:rPr>
          <w:i/>
          <w:szCs w:val="32"/>
        </w:rPr>
        <w:t>’</w:t>
      </w:r>
      <w:r w:rsidR="0024252B" w:rsidRPr="002813C1">
        <w:rPr>
          <w:i/>
          <w:szCs w:val="32"/>
        </w:rPr>
        <w:t>homme qui peut me découvrir la retraite de Pascal</w:t>
      </w:r>
      <w:r>
        <w:rPr>
          <w:i/>
          <w:szCs w:val="32"/>
        </w:rPr>
        <w:t xml:space="preserve">, </w:t>
      </w:r>
      <w:r w:rsidR="0024252B" w:rsidRPr="002813C1">
        <w:rPr>
          <w:i/>
          <w:szCs w:val="32"/>
        </w:rPr>
        <w:t xml:space="preserve">chez </w:t>
      </w:r>
      <w:r>
        <w:rPr>
          <w:i/>
          <w:szCs w:val="32"/>
        </w:rPr>
        <w:t>M. </w:t>
      </w:r>
      <w:r w:rsidR="0024252B" w:rsidRPr="002813C1">
        <w:rPr>
          <w:i/>
          <w:szCs w:val="32"/>
        </w:rPr>
        <w:t>Isidore Fortunat</w:t>
      </w:r>
      <w:r>
        <w:rPr>
          <w:i/>
          <w:szCs w:val="32"/>
        </w:rPr>
        <w:t xml:space="preserve">… </w:t>
      </w:r>
      <w:r w:rsidR="0024252B" w:rsidRPr="002813C1">
        <w:rPr>
          <w:i/>
          <w:szCs w:val="32"/>
        </w:rPr>
        <w:t>J</w:t>
      </w:r>
      <w:r>
        <w:rPr>
          <w:i/>
          <w:szCs w:val="32"/>
        </w:rPr>
        <w:t>’</w:t>
      </w:r>
      <w:r w:rsidR="0024252B" w:rsidRPr="002813C1">
        <w:rPr>
          <w:i/>
          <w:szCs w:val="32"/>
        </w:rPr>
        <w:t>espère pouvoir m</w:t>
      </w:r>
      <w:r>
        <w:rPr>
          <w:i/>
          <w:szCs w:val="32"/>
        </w:rPr>
        <w:t>’</w:t>
      </w:r>
      <w:r w:rsidR="0024252B" w:rsidRPr="002813C1">
        <w:rPr>
          <w:i/>
          <w:szCs w:val="32"/>
        </w:rPr>
        <w:t>esquiver assez facilement</w:t>
      </w:r>
      <w:r>
        <w:rPr>
          <w:i/>
          <w:szCs w:val="32"/>
        </w:rPr>
        <w:t xml:space="preserve">, </w:t>
      </w:r>
      <w:r w:rsidR="0024252B" w:rsidRPr="002813C1">
        <w:rPr>
          <w:i/>
          <w:szCs w:val="32"/>
        </w:rPr>
        <w:t>parce qu</w:t>
      </w:r>
      <w:r>
        <w:rPr>
          <w:i/>
          <w:szCs w:val="32"/>
        </w:rPr>
        <w:t>’</w:t>
      </w:r>
      <w:r w:rsidR="0024252B" w:rsidRPr="002813C1">
        <w:rPr>
          <w:i/>
          <w:szCs w:val="32"/>
        </w:rPr>
        <w:t xml:space="preserve">à ce moment-là </w:t>
      </w:r>
      <w:r>
        <w:rPr>
          <w:i/>
          <w:szCs w:val="32"/>
        </w:rPr>
        <w:t>M</w:t>
      </w:r>
      <w:r w:rsidRPr="00B77E03">
        <w:rPr>
          <w:i/>
          <w:szCs w:val="32"/>
          <w:vertAlign w:val="superscript"/>
        </w:rPr>
        <w:t>me</w:t>
      </w:r>
      <w:r>
        <w:rPr>
          <w:i/>
          <w:szCs w:val="32"/>
        </w:rPr>
        <w:t> </w:t>
      </w:r>
      <w:r w:rsidR="0024252B" w:rsidRPr="002813C1">
        <w:rPr>
          <w:i/>
          <w:szCs w:val="32"/>
        </w:rPr>
        <w:t xml:space="preserve">Léon sera chez le marquis de </w:t>
      </w:r>
      <w:proofErr w:type="spellStart"/>
      <w:r w:rsidR="0024252B" w:rsidRPr="002813C1">
        <w:rPr>
          <w:i/>
          <w:szCs w:val="32"/>
        </w:rPr>
        <w:t>Valorsay</w:t>
      </w:r>
      <w:proofErr w:type="spellEnd"/>
      <w:r>
        <w:rPr>
          <w:i/>
          <w:szCs w:val="32"/>
        </w:rPr>
        <w:t xml:space="preserve">. – </w:t>
      </w:r>
      <w:r w:rsidR="0024252B" w:rsidRPr="002813C1">
        <w:rPr>
          <w:i/>
          <w:szCs w:val="32"/>
        </w:rPr>
        <w:t>M</w:t>
      </w:r>
      <w:r>
        <w:t>… »</w:t>
      </w:r>
    </w:p>
    <w:p w14:paraId="38AA6828" w14:textId="77777777" w:rsidR="0024252B" w:rsidRPr="002813C1" w:rsidRDefault="0024252B" w:rsidP="00B77E03">
      <w:pPr>
        <w:pStyle w:val="Titre1"/>
      </w:pPr>
      <w:bookmarkStart w:id="8" w:name="_Toc202022833"/>
      <w:r w:rsidRPr="002813C1">
        <w:lastRenderedPageBreak/>
        <w:t>IX</w:t>
      </w:r>
      <w:bookmarkEnd w:id="8"/>
      <w:r w:rsidRPr="002813C1">
        <w:br/>
      </w:r>
    </w:p>
    <w:p w14:paraId="752D45ED" w14:textId="77777777" w:rsidR="00B77E03" w:rsidRDefault="0024252B" w:rsidP="00B77E03">
      <w:r w:rsidRPr="002813C1">
        <w:t>La vieille histoire du talon d</w:t>
      </w:r>
      <w:r w:rsidR="00B77E03">
        <w:t>’</w:t>
      </w:r>
      <w:r w:rsidRPr="002813C1">
        <w:t>Achille sera éternellement vraie</w:t>
      </w:r>
      <w:r w:rsidR="00B77E03">
        <w:t>.</w:t>
      </w:r>
    </w:p>
    <w:p w14:paraId="1411FC13" w14:textId="77777777" w:rsidR="00B77E03" w:rsidRDefault="0024252B" w:rsidP="00B77E03">
      <w:r w:rsidRPr="002813C1">
        <w:t>Humble ou puissant</w:t>
      </w:r>
      <w:r w:rsidR="00B77E03">
        <w:t xml:space="preserve">, </w:t>
      </w:r>
      <w:r w:rsidRPr="002813C1">
        <w:t>fort ou faible</w:t>
      </w:r>
      <w:r w:rsidR="00B77E03">
        <w:t xml:space="preserve">, </w:t>
      </w:r>
      <w:r w:rsidRPr="002813C1">
        <w:t>il n</w:t>
      </w:r>
      <w:r w:rsidR="00B77E03">
        <w:t>’</w:t>
      </w:r>
      <w:r w:rsidRPr="002813C1">
        <w:t>est personne qui n</w:t>
      </w:r>
      <w:r w:rsidR="00B77E03">
        <w:t>’</w:t>
      </w:r>
      <w:r w:rsidRPr="002813C1">
        <w:t>ait un défaut à sa cuirasse</w:t>
      </w:r>
      <w:r w:rsidR="00B77E03">
        <w:t xml:space="preserve">, </w:t>
      </w:r>
      <w:r w:rsidRPr="002813C1">
        <w:t>un endroit vulnérable par excellence</w:t>
      </w:r>
      <w:r w:rsidR="00B77E03">
        <w:t xml:space="preserve">, </w:t>
      </w:r>
      <w:r w:rsidRPr="002813C1">
        <w:t>une certaine place secrète où les blessures sont plus terribles et plus cuisantes</w:t>
      </w:r>
      <w:r w:rsidR="00B77E03">
        <w:t>.</w:t>
      </w:r>
    </w:p>
    <w:p w14:paraId="4C3B2CD5" w14:textId="4C6F4835" w:rsidR="00B77E03" w:rsidRDefault="0024252B" w:rsidP="00B77E03">
      <w:r w:rsidRPr="002813C1">
        <w:t>L</w:t>
      </w:r>
      <w:r w:rsidR="00B77E03">
        <w:t>’</w:t>
      </w:r>
      <w:r w:rsidRPr="002813C1">
        <w:t xml:space="preserve">endroit faible de </w:t>
      </w:r>
      <w:r w:rsidR="00B77E03">
        <w:t>M. </w:t>
      </w:r>
      <w:r w:rsidRPr="002813C1">
        <w:t>Isidore Fortunat</w:t>
      </w:r>
      <w:r w:rsidR="00B77E03">
        <w:t xml:space="preserve">, </w:t>
      </w:r>
      <w:r w:rsidRPr="002813C1">
        <w:t>c</w:t>
      </w:r>
      <w:r w:rsidR="00B77E03">
        <w:t>’</w:t>
      </w:r>
      <w:r w:rsidRPr="002813C1">
        <w:t>était sa caisse</w:t>
      </w:r>
      <w:r w:rsidR="00B77E03">
        <w:t>.</w:t>
      </w:r>
    </w:p>
    <w:p w14:paraId="7D2F3705" w14:textId="77777777" w:rsidR="00B77E03" w:rsidRDefault="0024252B" w:rsidP="00B77E03">
      <w:r w:rsidRPr="002813C1">
        <w:t>Le frapper là</w:t>
      </w:r>
      <w:r w:rsidR="00B77E03">
        <w:t xml:space="preserve">, </w:t>
      </w:r>
      <w:r w:rsidRPr="002813C1">
        <w:t>c</w:t>
      </w:r>
      <w:r w:rsidR="00B77E03">
        <w:t>’</w:t>
      </w:r>
      <w:r w:rsidRPr="002813C1">
        <w:t>était l</w:t>
      </w:r>
      <w:r w:rsidR="00B77E03">
        <w:t>’</w:t>
      </w:r>
      <w:r w:rsidRPr="002813C1">
        <w:t>atteindre aux sources mêmes de la vie</w:t>
      </w:r>
      <w:r w:rsidR="00B77E03">
        <w:t xml:space="preserve">. </w:t>
      </w:r>
      <w:r w:rsidRPr="002813C1">
        <w:t>C</w:t>
      </w:r>
      <w:r w:rsidR="00B77E03">
        <w:t>’</w:t>
      </w:r>
      <w:r w:rsidRPr="002813C1">
        <w:t>était le toucher au point où s</w:t>
      </w:r>
      <w:r w:rsidR="00B77E03">
        <w:t>’</w:t>
      </w:r>
      <w:r w:rsidRPr="002813C1">
        <w:t>était retiré tout ce qu</w:t>
      </w:r>
      <w:r w:rsidR="00B77E03">
        <w:t>’</w:t>
      </w:r>
      <w:r w:rsidRPr="002813C1">
        <w:t>il avait de sensibilité</w:t>
      </w:r>
      <w:r w:rsidR="00B77E03">
        <w:t>.</w:t>
      </w:r>
    </w:p>
    <w:p w14:paraId="2A0E0B8F" w14:textId="77777777" w:rsidR="00B77E03" w:rsidRDefault="0024252B" w:rsidP="00B77E03">
      <w:r w:rsidRPr="002813C1">
        <w:t>C</w:t>
      </w:r>
      <w:r w:rsidR="00B77E03">
        <w:t>’</w:t>
      </w:r>
      <w:r w:rsidRPr="002813C1">
        <w:t>est dans cette bienheureuse caisse</w:t>
      </w:r>
      <w:r w:rsidR="00B77E03">
        <w:t xml:space="preserve">, </w:t>
      </w:r>
      <w:r w:rsidRPr="002813C1">
        <w:t>et non dans sa poitrine</w:t>
      </w:r>
      <w:r w:rsidR="00B77E03">
        <w:t xml:space="preserve">, </w:t>
      </w:r>
      <w:r w:rsidRPr="002813C1">
        <w:t>que palpitait véritablement son cœur</w:t>
      </w:r>
      <w:r w:rsidR="00B77E03">
        <w:t xml:space="preserve">… </w:t>
      </w:r>
      <w:r w:rsidRPr="002813C1">
        <w:t>Par elle</w:t>
      </w:r>
      <w:r w:rsidR="00B77E03">
        <w:t xml:space="preserve">, </w:t>
      </w:r>
      <w:r w:rsidRPr="002813C1">
        <w:t>il jouissait ou souffrait</w:t>
      </w:r>
      <w:r w:rsidR="00B77E03">
        <w:t xml:space="preserve">, </w:t>
      </w:r>
      <w:r w:rsidRPr="002813C1">
        <w:t>heureux quand elle se gonflait à la suite de quelque brillante opération bien conduite</w:t>
      </w:r>
      <w:r w:rsidR="00B77E03">
        <w:t xml:space="preserve">, </w:t>
      </w:r>
      <w:r w:rsidRPr="002813C1">
        <w:t>désespéré s</w:t>
      </w:r>
      <w:r w:rsidR="00B77E03">
        <w:t>’</w:t>
      </w:r>
      <w:r w:rsidRPr="002813C1">
        <w:t>il la voyait se vider après quelque mauvaise affaire imprudemment engagée</w:t>
      </w:r>
      <w:r w:rsidR="00B77E03">
        <w:t>.</w:t>
      </w:r>
    </w:p>
    <w:p w14:paraId="2465AF88" w14:textId="6E9A8B1C" w:rsidR="00B77E03" w:rsidRDefault="0024252B" w:rsidP="00B77E03">
      <w:r w:rsidRPr="002813C1">
        <w:t>Cela explique ses tortures</w:t>
      </w:r>
      <w:r w:rsidR="00B77E03">
        <w:t xml:space="preserve">, </w:t>
      </w:r>
      <w:r w:rsidRPr="002813C1">
        <w:t>ce dimanche maudit où</w:t>
      </w:r>
      <w:r w:rsidR="00B77E03">
        <w:t xml:space="preserve">, </w:t>
      </w:r>
      <w:r w:rsidRPr="002813C1">
        <w:t xml:space="preserve">congédié brutalement par le spirituel </w:t>
      </w:r>
      <w:r w:rsidR="00B77E03">
        <w:t>M. </w:t>
      </w:r>
      <w:proofErr w:type="spellStart"/>
      <w:r w:rsidRPr="002813C1">
        <w:t>Wilkie</w:t>
      </w:r>
      <w:proofErr w:type="spellEnd"/>
      <w:r w:rsidR="00B77E03">
        <w:t xml:space="preserve">, </w:t>
      </w:r>
      <w:r w:rsidRPr="002813C1">
        <w:t>il regagnait son logis en compagnie de son employé Victor Chupin</w:t>
      </w:r>
      <w:r w:rsidR="00B77E03">
        <w:t>.</w:t>
      </w:r>
    </w:p>
    <w:p w14:paraId="1A2DECFF" w14:textId="77777777" w:rsidR="00B77E03" w:rsidRDefault="0024252B" w:rsidP="00B77E03">
      <w:r w:rsidRPr="002813C1">
        <w:t>Cela dit aussi ce qu</w:t>
      </w:r>
      <w:r w:rsidR="00B77E03">
        <w:t>’</w:t>
      </w:r>
      <w:r w:rsidRPr="002813C1">
        <w:t>il y avait de profondément réel dans cette haine qu</w:t>
      </w:r>
      <w:r w:rsidR="00B77E03">
        <w:t>’</w:t>
      </w:r>
      <w:r w:rsidRPr="002813C1">
        <w:t xml:space="preserve">il vouait au marquis de </w:t>
      </w:r>
      <w:proofErr w:type="spellStart"/>
      <w:r w:rsidRPr="002813C1">
        <w:t>Valorsay</w:t>
      </w:r>
      <w:proofErr w:type="spellEnd"/>
      <w:r w:rsidRPr="002813C1">
        <w:t xml:space="preserve"> et au vicomte de </w:t>
      </w:r>
      <w:proofErr w:type="spellStart"/>
      <w:r w:rsidRPr="002813C1">
        <w:t>Coralth</w:t>
      </w:r>
      <w:proofErr w:type="spellEnd"/>
      <w:r w:rsidR="00B77E03">
        <w:t>…</w:t>
      </w:r>
    </w:p>
    <w:p w14:paraId="145CFACC" w14:textId="77777777" w:rsidR="00B77E03" w:rsidRDefault="0024252B" w:rsidP="00B77E03">
      <w:r w:rsidRPr="002813C1">
        <w:t>L</w:t>
      </w:r>
      <w:r w:rsidR="00B77E03">
        <w:t>’</w:t>
      </w:r>
      <w:r w:rsidRPr="002813C1">
        <w:t>un</w:t>
      </w:r>
      <w:r w:rsidR="00B77E03">
        <w:t xml:space="preserve">, </w:t>
      </w:r>
      <w:r w:rsidRPr="002813C1">
        <w:t>le marquis</w:t>
      </w:r>
      <w:r w:rsidR="00B77E03">
        <w:t xml:space="preserve">, </w:t>
      </w:r>
      <w:r w:rsidRPr="002813C1">
        <w:t>d</w:t>
      </w:r>
      <w:r w:rsidR="00B77E03">
        <w:t>’</w:t>
      </w:r>
      <w:r w:rsidRPr="002813C1">
        <w:t>un seul coup de filet</w:t>
      </w:r>
      <w:r w:rsidR="00B77E03">
        <w:t xml:space="preserve">, </w:t>
      </w:r>
      <w:r w:rsidRPr="002813C1">
        <w:t>lui raflait quarante mille francs en beaux écus vivants et frétillants</w:t>
      </w:r>
      <w:r w:rsidR="00B77E03">
        <w:t>…</w:t>
      </w:r>
    </w:p>
    <w:p w14:paraId="0E7A9DDB" w14:textId="77777777" w:rsidR="00B77E03" w:rsidRDefault="0024252B" w:rsidP="00B77E03">
      <w:r w:rsidRPr="002813C1">
        <w:lastRenderedPageBreak/>
        <w:t>L</w:t>
      </w:r>
      <w:r w:rsidR="00B77E03">
        <w:t>’</w:t>
      </w:r>
      <w:r w:rsidRPr="002813C1">
        <w:t>autre</w:t>
      </w:r>
      <w:r w:rsidR="00B77E03">
        <w:t xml:space="preserve">, </w:t>
      </w:r>
      <w:r w:rsidRPr="002813C1">
        <w:t>le vicomte</w:t>
      </w:r>
      <w:r w:rsidR="00B77E03">
        <w:t xml:space="preserve">, </w:t>
      </w:r>
      <w:r w:rsidRPr="002813C1">
        <w:t>venait de lui couper subitement l</w:t>
      </w:r>
      <w:r w:rsidR="00B77E03">
        <w:t>’</w:t>
      </w:r>
      <w:r w:rsidRPr="002813C1">
        <w:t>herbe sous le pied et lui enlevait la prime magnifique de l</w:t>
      </w:r>
      <w:r w:rsidR="00B77E03">
        <w:t>’</w:t>
      </w:r>
      <w:r w:rsidRPr="002813C1">
        <w:t xml:space="preserve">héritage de </w:t>
      </w:r>
      <w:proofErr w:type="spellStart"/>
      <w:r w:rsidRPr="002813C1">
        <w:t>Chalusse</w:t>
      </w:r>
      <w:proofErr w:type="spellEnd"/>
      <w:r w:rsidR="00B77E03">
        <w:t xml:space="preserve">, </w:t>
      </w:r>
      <w:r w:rsidRPr="002813C1">
        <w:t>prime qu</w:t>
      </w:r>
      <w:r w:rsidR="00B77E03">
        <w:t>’</w:t>
      </w:r>
      <w:r w:rsidRPr="002813C1">
        <w:t>il avait considérée comme acquise et déjà en sac</w:t>
      </w:r>
      <w:r w:rsidR="00B77E03">
        <w:t>.</w:t>
      </w:r>
    </w:p>
    <w:p w14:paraId="143B79DE" w14:textId="4E0E1CFB" w:rsidR="00B77E03" w:rsidRDefault="0024252B" w:rsidP="00B77E03">
      <w:r w:rsidRPr="002813C1">
        <w:t>Et non-seulement il était volé</w:t>
      </w:r>
      <w:r w:rsidR="00B77E03">
        <w:t xml:space="preserve">, </w:t>
      </w:r>
      <w:r w:rsidRPr="002813C1">
        <w:t>dépouillé</w:t>
      </w:r>
      <w:r w:rsidR="00B77E03">
        <w:t xml:space="preserve">, </w:t>
      </w:r>
      <w:r w:rsidRPr="002813C1">
        <w:t>escroqué</w:t>
      </w:r>
      <w:r w:rsidR="00B77E03">
        <w:t xml:space="preserve">, – </w:t>
      </w:r>
      <w:r w:rsidRPr="002813C1">
        <w:t>il employait ces expressions</w:t>
      </w:r>
      <w:r w:rsidR="00B77E03">
        <w:t xml:space="preserve">, – </w:t>
      </w:r>
      <w:r w:rsidRPr="002813C1">
        <w:t>mais il était joué</w:t>
      </w:r>
      <w:r w:rsidR="00B77E03">
        <w:t xml:space="preserve">, </w:t>
      </w:r>
      <w:r w:rsidRPr="002813C1">
        <w:t>dupé</w:t>
      </w:r>
      <w:r w:rsidR="00B77E03">
        <w:t xml:space="preserve">, </w:t>
      </w:r>
      <w:r w:rsidRPr="002813C1">
        <w:t>roulé</w:t>
      </w:r>
      <w:r w:rsidR="00B77E03">
        <w:t xml:space="preserve">, </w:t>
      </w:r>
      <w:r w:rsidRPr="002813C1">
        <w:t>berné</w:t>
      </w:r>
      <w:r w:rsidR="00B77E03">
        <w:t xml:space="preserve"> !… </w:t>
      </w:r>
      <w:r w:rsidRPr="002813C1">
        <w:t>Et par qui</w:t>
      </w:r>
      <w:r w:rsidR="00B77E03">
        <w:t xml:space="preserve"> ?… </w:t>
      </w:r>
      <w:r w:rsidRPr="002813C1">
        <w:t>par des gens qui ne faisaient pas comme lui profession d</w:t>
      </w:r>
      <w:r w:rsidR="00B77E03">
        <w:t>’</w:t>
      </w:r>
      <w:r w:rsidRPr="002813C1">
        <w:t>être habiles</w:t>
      </w:r>
      <w:r w:rsidR="00B77E03">
        <w:t xml:space="preserve">… </w:t>
      </w:r>
      <w:r w:rsidRPr="002813C1">
        <w:t>Lui</w:t>
      </w:r>
      <w:r w:rsidR="00B77E03">
        <w:t xml:space="preserve">, </w:t>
      </w:r>
      <w:r w:rsidRPr="002813C1">
        <w:t>l</w:t>
      </w:r>
      <w:r w:rsidR="00B77E03">
        <w:t>’</w:t>
      </w:r>
      <w:r w:rsidRPr="002813C1">
        <w:t>homme d</w:t>
      </w:r>
      <w:r w:rsidR="00B77E03">
        <w:t>’</w:t>
      </w:r>
      <w:r w:rsidRPr="002813C1">
        <w:t>affaires impeccable</w:t>
      </w:r>
      <w:r w:rsidR="00B77E03">
        <w:t xml:space="preserve">, </w:t>
      </w:r>
      <w:r w:rsidRPr="002813C1">
        <w:t xml:space="preserve">être victime de vulgaires </w:t>
      </w:r>
      <w:r w:rsidR="00B77E03">
        <w:t>« </w:t>
      </w:r>
      <w:r w:rsidRPr="002813C1">
        <w:t>amateurs</w:t>
      </w:r>
      <w:r w:rsidR="00B77E03">
        <w:t> ! »</w:t>
      </w:r>
    </w:p>
    <w:p w14:paraId="44F97021" w14:textId="77777777" w:rsidR="00B77E03" w:rsidRDefault="0024252B" w:rsidP="00B77E03">
      <w:r w:rsidRPr="002813C1">
        <w:t>Comme du vitriol versé sur une plaie vive</w:t>
      </w:r>
      <w:r w:rsidR="00B77E03">
        <w:t xml:space="preserve">, </w:t>
      </w:r>
      <w:r w:rsidRPr="002813C1">
        <w:t>le fiel de l</w:t>
      </w:r>
      <w:r w:rsidR="00B77E03">
        <w:t>’</w:t>
      </w:r>
      <w:r w:rsidRPr="002813C1">
        <w:t>amour-propre déchiré exaspérait la blessure saignante de sa cupidité</w:t>
      </w:r>
      <w:r w:rsidR="00B77E03">
        <w:t>.</w:t>
      </w:r>
    </w:p>
    <w:p w14:paraId="7470C422" w14:textId="77777777" w:rsidR="00B77E03" w:rsidRDefault="0024252B" w:rsidP="00B77E03">
      <w:r w:rsidRPr="002813C1">
        <w:t>En pareille occurrence</w:t>
      </w:r>
      <w:r w:rsidR="00B77E03">
        <w:t xml:space="preserve">, </w:t>
      </w:r>
      <w:r w:rsidRPr="002813C1">
        <w:t>les menaces d</w:t>
      </w:r>
      <w:r w:rsidR="00B77E03">
        <w:t>’</w:t>
      </w:r>
      <w:r w:rsidRPr="002813C1">
        <w:t>un tel homme avaient une effrayante portée</w:t>
      </w:r>
      <w:r w:rsidR="00B77E03">
        <w:t xml:space="preserve">… </w:t>
      </w:r>
      <w:r w:rsidRPr="002813C1">
        <w:t>L</w:t>
      </w:r>
      <w:r w:rsidR="00B77E03">
        <w:t>’</w:t>
      </w:r>
      <w:r w:rsidRPr="002813C1">
        <w:t>argent est froid</w:t>
      </w:r>
      <w:r w:rsidR="00B77E03">
        <w:t xml:space="preserve">, </w:t>
      </w:r>
      <w:r w:rsidRPr="002813C1">
        <w:t>dit-on</w:t>
      </w:r>
      <w:r w:rsidR="00B77E03">
        <w:t xml:space="preserve">, </w:t>
      </w:r>
      <w:r w:rsidRPr="002813C1">
        <w:t>mais il est dur</w:t>
      </w:r>
      <w:r w:rsidR="00B77E03">
        <w:t xml:space="preserve">, </w:t>
      </w:r>
      <w:r w:rsidRPr="002813C1">
        <w:t>et c</w:t>
      </w:r>
      <w:r w:rsidR="00B77E03">
        <w:t>’</w:t>
      </w:r>
      <w:r w:rsidRPr="002813C1">
        <w:t>est pour cela que ses vengeances sont implacables</w:t>
      </w:r>
      <w:r w:rsidR="00B77E03">
        <w:t>.</w:t>
      </w:r>
    </w:p>
    <w:p w14:paraId="07C80941" w14:textId="44BA7D01" w:rsidR="00B77E03" w:rsidRDefault="0024252B" w:rsidP="00B77E03">
      <w:r w:rsidRPr="002813C1">
        <w:t>Et c</w:t>
      </w:r>
      <w:r w:rsidR="00B77E03">
        <w:t>’</w:t>
      </w:r>
      <w:r w:rsidRPr="002813C1">
        <w:t>est en ce moment</w:t>
      </w:r>
      <w:r w:rsidR="00B77E03">
        <w:t xml:space="preserve">, </w:t>
      </w:r>
      <w:r w:rsidRPr="002813C1">
        <w:t xml:space="preserve">lorsque </w:t>
      </w:r>
      <w:r w:rsidR="00B77E03">
        <w:t>M. </w:t>
      </w:r>
      <w:r w:rsidRPr="002813C1">
        <w:t>Isidore Fortunat venait de jurer avec d</w:t>
      </w:r>
      <w:r w:rsidR="00B77E03">
        <w:t>’</w:t>
      </w:r>
      <w:r w:rsidRPr="002813C1">
        <w:t xml:space="preserve">épouvantables blasphèmes la perte du marquis de </w:t>
      </w:r>
      <w:proofErr w:type="spellStart"/>
      <w:r w:rsidRPr="002813C1">
        <w:t>Valorsay</w:t>
      </w:r>
      <w:proofErr w:type="spellEnd"/>
      <w:r w:rsidRPr="002813C1">
        <w:t xml:space="preserve"> et du vicomte de </w:t>
      </w:r>
      <w:proofErr w:type="spellStart"/>
      <w:r w:rsidRPr="002813C1">
        <w:t>Coralth</w:t>
      </w:r>
      <w:proofErr w:type="spellEnd"/>
      <w:r w:rsidR="00B77E03">
        <w:t xml:space="preserve">, </w:t>
      </w:r>
      <w:r w:rsidRPr="002813C1">
        <w:t>c</w:t>
      </w:r>
      <w:r w:rsidR="00B77E03">
        <w:t>’</w:t>
      </w:r>
      <w:r w:rsidRPr="002813C1">
        <w:t>est à cette heure précise que sa gouvernante</w:t>
      </w:r>
      <w:r w:rsidR="00B77E03">
        <w:t xml:space="preserve">, </w:t>
      </w:r>
      <w:r w:rsidRPr="002813C1">
        <w:t>l</w:t>
      </w:r>
      <w:r w:rsidR="00B77E03">
        <w:t>’</w:t>
      </w:r>
      <w:r w:rsidRPr="002813C1">
        <w:t xml:space="preserve">austère </w:t>
      </w:r>
      <w:r w:rsidR="00B77E03">
        <w:t>M</w:t>
      </w:r>
      <w:r w:rsidR="00B77E03" w:rsidRPr="00B77E03">
        <w:rPr>
          <w:vertAlign w:val="superscript"/>
        </w:rPr>
        <w:t>me</w:t>
      </w:r>
      <w:r w:rsidR="00B77E03">
        <w:t> </w:t>
      </w:r>
      <w:proofErr w:type="spellStart"/>
      <w:r w:rsidRPr="002813C1">
        <w:t>Dodelin</w:t>
      </w:r>
      <w:proofErr w:type="spellEnd"/>
      <w:r w:rsidRPr="002813C1">
        <w:t xml:space="preserve"> lui remit la lettre de </w:t>
      </w:r>
      <w:r w:rsidR="00B77E03">
        <w:t>M</w:t>
      </w:r>
      <w:r w:rsidR="00B77E03" w:rsidRPr="00B77E03">
        <w:rPr>
          <w:vertAlign w:val="superscript"/>
        </w:rPr>
        <w:t>lle</w:t>
      </w:r>
      <w:r w:rsidR="00B77E03">
        <w:t> </w:t>
      </w:r>
      <w:r w:rsidRPr="002813C1">
        <w:t>Marguerite</w:t>
      </w:r>
      <w:r w:rsidR="00B77E03">
        <w:t>…</w:t>
      </w:r>
    </w:p>
    <w:p w14:paraId="470AD50A" w14:textId="77777777" w:rsidR="00B77E03" w:rsidRDefault="0024252B" w:rsidP="00B77E03">
      <w:r w:rsidRPr="002813C1">
        <w:t>Il la lut avec un sentiment d</w:t>
      </w:r>
      <w:r w:rsidR="00B77E03">
        <w:t>’</w:t>
      </w:r>
      <w:r w:rsidRPr="002813C1">
        <w:t>immense stupeur</w:t>
      </w:r>
      <w:r w:rsidR="00B77E03">
        <w:t xml:space="preserve">, </w:t>
      </w:r>
      <w:r w:rsidRPr="002813C1">
        <w:t>par trois fois</w:t>
      </w:r>
      <w:r w:rsidR="00B77E03">
        <w:t xml:space="preserve">, </w:t>
      </w:r>
      <w:r w:rsidRPr="002813C1">
        <w:t>en se frottant les yeux</w:t>
      </w:r>
      <w:r w:rsidR="00B77E03">
        <w:t xml:space="preserve">, </w:t>
      </w:r>
      <w:r w:rsidRPr="002813C1">
        <w:t>et tout haut comme s</w:t>
      </w:r>
      <w:r w:rsidR="00B77E03">
        <w:t>’</w:t>
      </w:r>
      <w:r w:rsidRPr="002813C1">
        <w:t>il eût eu besoin de se prouver qu</w:t>
      </w:r>
      <w:r w:rsidR="00B77E03">
        <w:t>’</w:t>
      </w:r>
      <w:r w:rsidRPr="002813C1">
        <w:t>il était bien éveillé</w:t>
      </w:r>
      <w:r w:rsidR="00B77E03">
        <w:t>.</w:t>
      </w:r>
    </w:p>
    <w:p w14:paraId="3BA27AC2" w14:textId="2017AB14" w:rsidR="00B77E03" w:rsidRDefault="00B77E03" w:rsidP="00B77E03">
      <w:r>
        <w:t>« — </w:t>
      </w:r>
      <w:r w:rsidR="0024252B" w:rsidRPr="002813C1">
        <w:t>Mardi</w:t>
      </w:r>
      <w:r>
        <w:t xml:space="preserve">, </w:t>
      </w:r>
      <w:r w:rsidR="0024252B" w:rsidRPr="002813C1">
        <w:t>répétait-il</w:t>
      </w:r>
      <w:r>
        <w:t xml:space="preserve">, </w:t>
      </w:r>
      <w:r w:rsidR="0024252B" w:rsidRPr="002813C1">
        <w:t>après-demain</w:t>
      </w:r>
      <w:r>
        <w:t xml:space="preserve">… </w:t>
      </w:r>
      <w:r w:rsidR="0024252B" w:rsidRPr="002813C1">
        <w:t>chez vous</w:t>
      </w:r>
      <w:r>
        <w:t xml:space="preserve">… </w:t>
      </w:r>
      <w:r w:rsidR="0024252B" w:rsidRPr="002813C1">
        <w:t>entre trois et quatre heures</w:t>
      </w:r>
      <w:r>
        <w:t xml:space="preserve">… </w:t>
      </w:r>
      <w:r w:rsidR="0024252B" w:rsidRPr="002813C1">
        <w:t>il faut que je vous parle</w:t>
      </w:r>
      <w:r>
        <w:t> !… »</w:t>
      </w:r>
    </w:p>
    <w:p w14:paraId="4108B43E" w14:textId="42221FDD" w:rsidR="00B77E03" w:rsidRDefault="0024252B" w:rsidP="00B77E03">
      <w:r w:rsidRPr="002813C1">
        <w:t>Si étrange était son attitude</w:t>
      </w:r>
      <w:r w:rsidR="00B77E03">
        <w:t xml:space="preserve">, </w:t>
      </w:r>
      <w:r w:rsidRPr="002813C1">
        <w:t>tant de passions diverses et violentes bouleversaient son visage habituellement impassible</w:t>
      </w:r>
      <w:r w:rsidR="00B77E03">
        <w:t xml:space="preserve">, </w:t>
      </w:r>
      <w:r w:rsidRPr="002813C1">
        <w:t xml:space="preserve">que </w:t>
      </w:r>
      <w:r w:rsidR="00B77E03">
        <w:t>M</w:t>
      </w:r>
      <w:r w:rsidR="00B77E03" w:rsidRPr="00B77E03">
        <w:rPr>
          <w:vertAlign w:val="superscript"/>
        </w:rPr>
        <w:t>me</w:t>
      </w:r>
      <w:r w:rsidR="00B77E03">
        <w:t> </w:t>
      </w:r>
      <w:proofErr w:type="spellStart"/>
      <w:r w:rsidRPr="002813C1">
        <w:t>Dodelin</w:t>
      </w:r>
      <w:proofErr w:type="spellEnd"/>
      <w:r w:rsidR="00B77E03">
        <w:t xml:space="preserve">, </w:t>
      </w:r>
      <w:r w:rsidRPr="002813C1">
        <w:t>brûlant de curiosité</w:t>
      </w:r>
      <w:r w:rsidR="00B77E03">
        <w:t xml:space="preserve">, </w:t>
      </w:r>
      <w:r w:rsidRPr="002813C1">
        <w:t xml:space="preserve">restait plantée </w:t>
      </w:r>
      <w:r w:rsidRPr="002813C1">
        <w:lastRenderedPageBreak/>
        <w:t>devant lui</w:t>
      </w:r>
      <w:r w:rsidR="00B77E03">
        <w:t xml:space="preserve">, </w:t>
      </w:r>
      <w:r w:rsidRPr="002813C1">
        <w:t>bouche béante</w:t>
      </w:r>
      <w:r w:rsidR="00B77E03">
        <w:t xml:space="preserve">, </w:t>
      </w:r>
      <w:r w:rsidRPr="002813C1">
        <w:t>sans haleine</w:t>
      </w:r>
      <w:r w:rsidR="00B77E03">
        <w:t xml:space="preserve">, </w:t>
      </w:r>
      <w:r w:rsidRPr="002813C1">
        <w:t>regardant de tous ses yeux</w:t>
      </w:r>
      <w:r w:rsidR="00B77E03">
        <w:t xml:space="preserve">, </w:t>
      </w:r>
      <w:r w:rsidRPr="002813C1">
        <w:t>écoutant à pleines oreilles</w:t>
      </w:r>
      <w:r w:rsidR="00B77E03">
        <w:t>…</w:t>
      </w:r>
    </w:p>
    <w:p w14:paraId="04F2010E" w14:textId="77777777" w:rsidR="00B77E03" w:rsidRDefault="0024252B" w:rsidP="00B77E03">
      <w:r w:rsidRPr="002813C1">
        <w:t>Il s</w:t>
      </w:r>
      <w:r w:rsidR="00B77E03">
        <w:t>’</w:t>
      </w:r>
      <w:r w:rsidRPr="002813C1">
        <w:t>en aperçut</w:t>
      </w:r>
      <w:r w:rsidR="00B77E03">
        <w:t xml:space="preserve">, </w:t>
      </w:r>
      <w:r w:rsidRPr="002813C1">
        <w:t>et d</w:t>
      </w:r>
      <w:r w:rsidR="00B77E03">
        <w:t>’</w:t>
      </w:r>
      <w:r w:rsidRPr="002813C1">
        <w:t>un ton furieux</w:t>
      </w:r>
      <w:r w:rsidR="00B77E03">
        <w:t> :</w:t>
      </w:r>
    </w:p>
    <w:p w14:paraId="6D92EA98" w14:textId="77777777" w:rsidR="00B77E03" w:rsidRDefault="00B77E03" w:rsidP="00B77E03">
      <w:r>
        <w:t>— </w:t>
      </w:r>
      <w:r w:rsidR="0024252B" w:rsidRPr="002813C1">
        <w:t>Que faites-vous là</w:t>
      </w:r>
      <w:r>
        <w:t xml:space="preserve"> ?… </w:t>
      </w:r>
      <w:r w:rsidR="0024252B" w:rsidRPr="002813C1">
        <w:t>C</w:t>
      </w:r>
      <w:r>
        <w:t>’</w:t>
      </w:r>
      <w:r w:rsidR="0024252B" w:rsidRPr="002813C1">
        <w:t>est se moquer</w:t>
      </w:r>
      <w:r>
        <w:t xml:space="preserve"> ! </w:t>
      </w:r>
      <w:r w:rsidR="0024252B" w:rsidRPr="002813C1">
        <w:t>Vous m</w:t>
      </w:r>
      <w:r>
        <w:t>’</w:t>
      </w:r>
      <w:r w:rsidR="0024252B" w:rsidRPr="002813C1">
        <w:t>épiez</w:t>
      </w:r>
      <w:r>
        <w:t xml:space="preserve">, </w:t>
      </w:r>
      <w:r w:rsidR="0024252B" w:rsidRPr="002813C1">
        <w:t>je crois</w:t>
      </w:r>
      <w:r>
        <w:t xml:space="preserve"> ! </w:t>
      </w:r>
      <w:r w:rsidR="0024252B" w:rsidRPr="002813C1">
        <w:t>Retournez donc voir à votre cuisine si j</w:t>
      </w:r>
      <w:r>
        <w:t>’</w:t>
      </w:r>
      <w:r w:rsidR="0024252B" w:rsidRPr="002813C1">
        <w:t>y suis</w:t>
      </w:r>
      <w:r>
        <w:t>…</w:t>
      </w:r>
    </w:p>
    <w:p w14:paraId="59D67C05" w14:textId="77777777" w:rsidR="00B77E03" w:rsidRDefault="0024252B" w:rsidP="00B77E03">
      <w:r w:rsidRPr="002813C1">
        <w:t>Elle s</w:t>
      </w:r>
      <w:r w:rsidR="00B77E03">
        <w:t>’</w:t>
      </w:r>
      <w:r w:rsidRPr="002813C1">
        <w:t>enfuit</w:t>
      </w:r>
      <w:r w:rsidR="00B77E03">
        <w:t xml:space="preserve">, </w:t>
      </w:r>
      <w:r w:rsidRPr="002813C1">
        <w:t>effrayée et lui-même passa dans son cabinet</w:t>
      </w:r>
      <w:r w:rsidR="00B77E03">
        <w:t>.</w:t>
      </w:r>
    </w:p>
    <w:p w14:paraId="5CCDF809" w14:textId="77777777" w:rsidR="00B77E03" w:rsidRDefault="0024252B" w:rsidP="00B77E03">
      <w:r w:rsidRPr="002813C1">
        <w:t>La réflexion faisant son œuvre</w:t>
      </w:r>
      <w:r w:rsidR="00B77E03">
        <w:t xml:space="preserve">, </w:t>
      </w:r>
      <w:r w:rsidRPr="002813C1">
        <w:t>son cœur bondissait de joie</w:t>
      </w:r>
      <w:r w:rsidR="00B77E03">
        <w:t xml:space="preserve">, </w:t>
      </w:r>
      <w:r w:rsidRPr="002813C1">
        <w:t>et il ricanait méchamment à l</w:t>
      </w:r>
      <w:r w:rsidR="00B77E03">
        <w:t>’</w:t>
      </w:r>
      <w:r w:rsidRPr="002813C1">
        <w:t>espoir d</w:t>
      </w:r>
      <w:r w:rsidR="00B77E03">
        <w:t>’</w:t>
      </w:r>
      <w:r w:rsidRPr="002813C1">
        <w:t>une revanche prochaine</w:t>
      </w:r>
      <w:r w:rsidR="00B77E03">
        <w:t>.</w:t>
      </w:r>
    </w:p>
    <w:p w14:paraId="02810CFE" w14:textId="77777777" w:rsidR="00B77E03" w:rsidRDefault="00B77E03" w:rsidP="00B77E03">
      <w:r>
        <w:t>— </w:t>
      </w:r>
      <w:r w:rsidR="0024252B" w:rsidRPr="002813C1">
        <w:t>Elle a du flair</w:t>
      </w:r>
      <w:r>
        <w:t xml:space="preserve">, </w:t>
      </w:r>
      <w:r w:rsidR="0024252B" w:rsidRPr="002813C1">
        <w:t>grommelait-il</w:t>
      </w:r>
      <w:r>
        <w:t xml:space="preserve">, </w:t>
      </w:r>
      <w:r w:rsidR="0024252B" w:rsidRPr="002813C1">
        <w:t>cette petite</w:t>
      </w:r>
      <w:r>
        <w:t xml:space="preserve">, </w:t>
      </w:r>
      <w:r w:rsidR="0024252B" w:rsidRPr="002813C1">
        <w:t>et aussi de la chance</w:t>
      </w:r>
      <w:r>
        <w:t xml:space="preserve">… </w:t>
      </w:r>
      <w:r w:rsidR="0024252B" w:rsidRPr="002813C1">
        <w:t>Elle choisit pour s</w:t>
      </w:r>
      <w:r>
        <w:t>’</w:t>
      </w:r>
      <w:r w:rsidR="0024252B" w:rsidRPr="002813C1">
        <w:t>adresser à moi le jour où j</w:t>
      </w:r>
      <w:r>
        <w:t>’</w:t>
      </w:r>
      <w:r w:rsidR="0024252B" w:rsidRPr="002813C1">
        <w:t>ai résolu de la défendre et de réhabiliter son amoureux</w:t>
      </w:r>
      <w:r>
        <w:t xml:space="preserve">, </w:t>
      </w:r>
      <w:r w:rsidR="0024252B" w:rsidRPr="002813C1">
        <w:t>cet imbécile d</w:t>
      </w:r>
      <w:r>
        <w:t>’</w:t>
      </w:r>
      <w:r w:rsidR="0024252B" w:rsidRPr="002813C1">
        <w:t>honnête homme qui s</w:t>
      </w:r>
      <w:r>
        <w:t>’</w:t>
      </w:r>
      <w:r w:rsidR="0024252B" w:rsidRPr="002813C1">
        <w:t>est laissé déshonorer par les plus vils gredins</w:t>
      </w:r>
      <w:r>
        <w:t xml:space="preserve">… </w:t>
      </w:r>
      <w:r w:rsidR="0024252B" w:rsidRPr="002813C1">
        <w:t>Je me proposais de me mettre à sa recherche</w:t>
      </w:r>
      <w:r>
        <w:t xml:space="preserve">, </w:t>
      </w:r>
      <w:r w:rsidR="0024252B" w:rsidRPr="002813C1">
        <w:t>elle vient à moi</w:t>
      </w:r>
      <w:r>
        <w:t xml:space="preserve">… </w:t>
      </w:r>
      <w:r w:rsidR="0024252B" w:rsidRPr="002813C1">
        <w:t>J</w:t>
      </w:r>
      <w:r>
        <w:t>’</w:t>
      </w:r>
      <w:r w:rsidR="0024252B" w:rsidRPr="002813C1">
        <w:t>allais lui écrire</w:t>
      </w:r>
      <w:r>
        <w:t xml:space="preserve">, </w:t>
      </w:r>
      <w:r w:rsidR="0024252B" w:rsidRPr="002813C1">
        <w:t>elle m</w:t>
      </w:r>
      <w:r>
        <w:t>’</w:t>
      </w:r>
      <w:r w:rsidR="0024252B" w:rsidRPr="002813C1">
        <w:t>écrit</w:t>
      </w:r>
      <w:r>
        <w:t xml:space="preserve">… </w:t>
      </w:r>
      <w:r w:rsidR="0024252B" w:rsidRPr="002813C1">
        <w:t>Qu</w:t>
      </w:r>
      <w:r>
        <w:t>’</w:t>
      </w:r>
      <w:r w:rsidR="0024252B" w:rsidRPr="002813C1">
        <w:t>on dise donc après qu</w:t>
      </w:r>
      <w:r>
        <w:t>’</w:t>
      </w:r>
      <w:r w:rsidR="0024252B" w:rsidRPr="002813C1">
        <w:t>il n</w:t>
      </w:r>
      <w:r>
        <w:t>’</w:t>
      </w:r>
      <w:r w:rsidR="0024252B" w:rsidRPr="002813C1">
        <w:t>y a pas une Providence</w:t>
      </w:r>
      <w:r>
        <w:t> !…</w:t>
      </w:r>
    </w:p>
    <w:p w14:paraId="35C6856B" w14:textId="44F3686C" w:rsidR="00B77E03" w:rsidRDefault="0024252B" w:rsidP="00B77E03">
      <w:r w:rsidRPr="002813C1">
        <w:t>Comme beaucoup de gens</w:t>
      </w:r>
      <w:r w:rsidR="00B77E03">
        <w:t>, M. </w:t>
      </w:r>
      <w:r w:rsidRPr="002813C1">
        <w:t>Fortunat croyait pieusement à la Providence</w:t>
      </w:r>
      <w:r w:rsidR="00B77E03">
        <w:t xml:space="preserve">, </w:t>
      </w:r>
      <w:r w:rsidRPr="002813C1">
        <w:t>quand les événements tournaient à son gré</w:t>
      </w:r>
      <w:r w:rsidR="00B77E03">
        <w:t>…</w:t>
      </w:r>
    </w:p>
    <w:p w14:paraId="40A3B16A" w14:textId="77777777" w:rsidR="00B77E03" w:rsidRDefault="0024252B" w:rsidP="00B77E03">
      <w:r w:rsidRPr="002813C1">
        <w:t>Dans le cas contraire</w:t>
      </w:r>
      <w:r w:rsidR="00B77E03">
        <w:t xml:space="preserve">, </w:t>
      </w:r>
      <w:r w:rsidRPr="002813C1">
        <w:t>il la niait</w:t>
      </w:r>
      <w:r w:rsidR="00B77E03">
        <w:t>.</w:t>
      </w:r>
    </w:p>
    <w:p w14:paraId="5E8650F4" w14:textId="4E0B1170" w:rsidR="00B77E03" w:rsidRDefault="00B77E03" w:rsidP="00B77E03">
      <w:r>
        <w:t>— </w:t>
      </w:r>
      <w:r w:rsidR="0024252B" w:rsidRPr="002813C1">
        <w:t>Si la petite a de l</w:t>
      </w:r>
      <w:r>
        <w:t>’</w:t>
      </w:r>
      <w:r w:rsidR="0024252B" w:rsidRPr="002813C1">
        <w:t>aplomb</w:t>
      </w:r>
      <w:r>
        <w:t xml:space="preserve">, </w:t>
      </w:r>
      <w:r w:rsidR="0024252B" w:rsidRPr="002813C1">
        <w:t>poursuivit-il</w:t>
      </w:r>
      <w:r>
        <w:t xml:space="preserve">, </w:t>
      </w:r>
      <w:r w:rsidR="0024252B" w:rsidRPr="002813C1">
        <w:t>et elle me paraît n</w:t>
      </w:r>
      <w:r>
        <w:t>’</w:t>
      </w:r>
      <w:r w:rsidR="0024252B" w:rsidRPr="002813C1">
        <w:t>en pas manquer</w:t>
      </w:r>
      <w:r>
        <w:t xml:space="preserve">, </w:t>
      </w:r>
      <w:r w:rsidR="0024252B" w:rsidRPr="002813C1">
        <w:t xml:space="preserve">si son amoureux a de la </w:t>
      </w:r>
      <w:r>
        <w:t>« </w:t>
      </w:r>
      <w:r w:rsidR="0024252B" w:rsidRPr="002813C1">
        <w:t>poigne</w:t>
      </w:r>
      <w:r>
        <w:t>, »</w:t>
      </w:r>
      <w:r w:rsidR="0024252B" w:rsidRPr="002813C1">
        <w:t xml:space="preserve"> le </w:t>
      </w:r>
      <w:proofErr w:type="spellStart"/>
      <w:r w:rsidR="0024252B" w:rsidRPr="002813C1">
        <w:t>Valorsay</w:t>
      </w:r>
      <w:proofErr w:type="spellEnd"/>
      <w:r w:rsidR="0024252B" w:rsidRPr="002813C1">
        <w:t xml:space="preserve"> et le </w:t>
      </w:r>
      <w:proofErr w:type="spellStart"/>
      <w:r w:rsidR="0024252B" w:rsidRPr="002813C1">
        <w:t>Coralth</w:t>
      </w:r>
      <w:proofErr w:type="spellEnd"/>
      <w:r w:rsidR="0024252B" w:rsidRPr="002813C1">
        <w:t xml:space="preserve"> seront en liquidation fin courant</w:t>
      </w:r>
      <w:r>
        <w:t xml:space="preserve">, </w:t>
      </w:r>
      <w:r w:rsidR="0024252B" w:rsidRPr="002813C1">
        <w:t>au plus tard</w:t>
      </w:r>
      <w:r>
        <w:t xml:space="preserve">… </w:t>
      </w:r>
      <w:r w:rsidR="0024252B" w:rsidRPr="002813C1">
        <w:t>Et dame</w:t>
      </w:r>
      <w:r>
        <w:t xml:space="preserve"> !… </w:t>
      </w:r>
      <w:r w:rsidR="0024252B" w:rsidRPr="002813C1">
        <w:t>pas de concordat</w:t>
      </w:r>
      <w:r>
        <w:t xml:space="preserve"> !… </w:t>
      </w:r>
      <w:r w:rsidR="0024252B" w:rsidRPr="002813C1">
        <w:t>Et s</w:t>
      </w:r>
      <w:r>
        <w:t>’</w:t>
      </w:r>
      <w:r w:rsidR="0024252B" w:rsidRPr="002813C1">
        <w:t>il faut dépenser dix mille francs pour les couler</w:t>
      </w:r>
      <w:r>
        <w:t xml:space="preserve">, </w:t>
      </w:r>
      <w:r w:rsidR="0024252B" w:rsidRPr="002813C1">
        <w:t xml:space="preserve">et que ni </w:t>
      </w:r>
      <w:r>
        <w:t>M</w:t>
      </w:r>
      <w:r w:rsidRPr="00B77E03">
        <w:rPr>
          <w:vertAlign w:val="superscript"/>
        </w:rPr>
        <w:t>lle</w:t>
      </w:r>
      <w:r>
        <w:t> </w:t>
      </w:r>
      <w:r w:rsidR="0024252B" w:rsidRPr="002813C1">
        <w:t>Marguerite</w:t>
      </w:r>
      <w:r>
        <w:t xml:space="preserve">, </w:t>
      </w:r>
      <w:r w:rsidR="0024252B" w:rsidRPr="002813C1">
        <w:t xml:space="preserve">ni </w:t>
      </w:r>
      <w:r>
        <w:t>M. </w:t>
      </w:r>
      <w:proofErr w:type="spellStart"/>
      <w:r w:rsidR="0024252B" w:rsidRPr="002813C1">
        <w:t>Férailleur</w:t>
      </w:r>
      <w:proofErr w:type="spellEnd"/>
      <w:r w:rsidR="0024252B" w:rsidRPr="002813C1">
        <w:t xml:space="preserve"> ne les aient</w:t>
      </w:r>
      <w:r>
        <w:t xml:space="preserve">, </w:t>
      </w:r>
      <w:r w:rsidR="0024252B" w:rsidRPr="002813C1">
        <w:t>eh bien</w:t>
      </w:r>
      <w:r>
        <w:t xml:space="preserve"> !… </w:t>
      </w:r>
      <w:r w:rsidR="0024252B" w:rsidRPr="002813C1">
        <w:t>je les leur avancerai</w:t>
      </w:r>
      <w:r>
        <w:t xml:space="preserve">… </w:t>
      </w:r>
      <w:r w:rsidR="0024252B" w:rsidRPr="002813C1">
        <w:t>à cinq</w:t>
      </w:r>
      <w:r>
        <w:t xml:space="preserve">,… </w:t>
      </w:r>
      <w:r w:rsidR="0024252B" w:rsidRPr="002813C1">
        <w:t>sans commission</w:t>
      </w:r>
      <w:r>
        <w:t xml:space="preserve">… </w:t>
      </w:r>
      <w:r w:rsidR="0024252B" w:rsidRPr="002813C1">
        <w:t>Je les dépenserais de ma poche</w:t>
      </w:r>
      <w:r>
        <w:t xml:space="preserve">, </w:t>
      </w:r>
      <w:r w:rsidR="0024252B" w:rsidRPr="002813C1">
        <w:t>au besoin</w:t>
      </w:r>
      <w:r>
        <w:t xml:space="preserve"> !… </w:t>
      </w:r>
      <w:r w:rsidR="0024252B" w:rsidRPr="002813C1">
        <w:t>Ah</w:t>
      </w:r>
      <w:r>
        <w:t xml:space="preserve"> !… </w:t>
      </w:r>
      <w:r w:rsidR="0024252B" w:rsidRPr="002813C1">
        <w:t>mes fistons</w:t>
      </w:r>
      <w:r>
        <w:t xml:space="preserve">, </w:t>
      </w:r>
      <w:r w:rsidR="0024252B" w:rsidRPr="002813C1">
        <w:t xml:space="preserve">nous avons voulu </w:t>
      </w:r>
      <w:r w:rsidR="0024252B" w:rsidRPr="002813C1">
        <w:lastRenderedPageBreak/>
        <w:t>rire</w:t>
      </w:r>
      <w:r>
        <w:t xml:space="preserve"> !… </w:t>
      </w:r>
      <w:r w:rsidR="0024252B" w:rsidRPr="002813C1">
        <w:t>Doucement</w:t>
      </w:r>
      <w:r>
        <w:t xml:space="preserve"> !… </w:t>
      </w:r>
      <w:r w:rsidR="0024252B" w:rsidRPr="002813C1">
        <w:t>Je demande la remise à huitaine pour voir qui rira le dernier</w:t>
      </w:r>
      <w:r>
        <w:t> !…</w:t>
      </w:r>
    </w:p>
    <w:p w14:paraId="6738D9F8" w14:textId="77777777" w:rsidR="00B77E03" w:rsidRDefault="0024252B" w:rsidP="00B77E03">
      <w:r w:rsidRPr="002813C1">
        <w:t>Il s</w:t>
      </w:r>
      <w:r w:rsidR="00B77E03">
        <w:t>’</w:t>
      </w:r>
      <w:r w:rsidRPr="002813C1">
        <w:t>interrompit</w:t>
      </w:r>
      <w:r w:rsidR="00B77E03">
        <w:t xml:space="preserve"> ; </w:t>
      </w:r>
      <w:r w:rsidRPr="002813C1">
        <w:t>Victor Chupin</w:t>
      </w:r>
      <w:r w:rsidR="00B77E03">
        <w:t xml:space="preserve">, </w:t>
      </w:r>
      <w:r w:rsidRPr="002813C1">
        <w:t>qui était resté en arrière pour payer la voiture</w:t>
      </w:r>
      <w:r w:rsidR="00B77E03">
        <w:t xml:space="preserve">, </w:t>
      </w:r>
      <w:r w:rsidRPr="002813C1">
        <w:t>venait d</w:t>
      </w:r>
      <w:r w:rsidR="00B77E03">
        <w:t>’</w:t>
      </w:r>
      <w:r w:rsidRPr="002813C1">
        <w:t>entrer dans le cabinet</w:t>
      </w:r>
      <w:r w:rsidR="00B77E03">
        <w:t>.</w:t>
      </w:r>
    </w:p>
    <w:p w14:paraId="54855068" w14:textId="77777777" w:rsidR="00B77E03" w:rsidRDefault="00B77E03" w:rsidP="00B77E03">
      <w:r>
        <w:t>— </w:t>
      </w:r>
      <w:r w:rsidR="0024252B" w:rsidRPr="002813C1">
        <w:t>Vous m</w:t>
      </w:r>
      <w:r>
        <w:t>’</w:t>
      </w:r>
      <w:r w:rsidR="0024252B" w:rsidRPr="002813C1">
        <w:t>avez remis vingt francs</w:t>
      </w:r>
      <w:r>
        <w:t xml:space="preserve">, </w:t>
      </w:r>
      <w:r w:rsidR="0024252B" w:rsidRPr="002813C1">
        <w:t>m</w:t>
      </w:r>
      <w:r>
        <w:t>’</w:t>
      </w:r>
      <w:proofErr w:type="spellStart"/>
      <w:r w:rsidR="0024252B" w:rsidRPr="002813C1">
        <w:t>sieu</w:t>
      </w:r>
      <w:proofErr w:type="spellEnd"/>
      <w:r>
        <w:t xml:space="preserve">, </w:t>
      </w:r>
      <w:r w:rsidR="0024252B" w:rsidRPr="002813C1">
        <w:t>dit-il à son patron</w:t>
      </w:r>
      <w:r>
        <w:t xml:space="preserve">, </w:t>
      </w:r>
      <w:r w:rsidR="0024252B" w:rsidRPr="002813C1">
        <w:t>j</w:t>
      </w:r>
      <w:r>
        <w:t>’</w:t>
      </w:r>
      <w:r w:rsidR="0024252B" w:rsidRPr="002813C1">
        <w:t>ai donné quatre francs vingt-cinq centimes au cocher</w:t>
      </w:r>
      <w:r>
        <w:t xml:space="preserve">, </w:t>
      </w:r>
      <w:r w:rsidR="0024252B" w:rsidRPr="002813C1">
        <w:t>voici le reste</w:t>
      </w:r>
      <w:r>
        <w:t>…</w:t>
      </w:r>
    </w:p>
    <w:p w14:paraId="292FA016" w14:textId="50197445" w:rsidR="00B77E03" w:rsidRDefault="00B77E03" w:rsidP="00B77E03">
      <w:r>
        <w:t>— </w:t>
      </w:r>
      <w:r w:rsidR="0024252B" w:rsidRPr="002813C1">
        <w:t>Gardez cela pour vous</w:t>
      </w:r>
      <w:r>
        <w:t xml:space="preserve">, </w:t>
      </w:r>
      <w:r w:rsidR="0024252B" w:rsidRPr="002813C1">
        <w:t>Victor</w:t>
      </w:r>
      <w:r>
        <w:t xml:space="preserve">, </w:t>
      </w:r>
      <w:r w:rsidR="0024252B" w:rsidRPr="002813C1">
        <w:t xml:space="preserve">fit </w:t>
      </w:r>
      <w:r>
        <w:t>M. </w:t>
      </w:r>
      <w:r w:rsidR="0024252B" w:rsidRPr="002813C1">
        <w:t>Fortunat</w:t>
      </w:r>
      <w:r>
        <w:t>.</w:t>
      </w:r>
    </w:p>
    <w:p w14:paraId="3204B0F8" w14:textId="77777777" w:rsidR="00B77E03" w:rsidRDefault="0024252B" w:rsidP="00B77E03">
      <w:r w:rsidRPr="002813C1">
        <w:t>Quoi</w:t>
      </w:r>
      <w:r w:rsidR="00B77E03">
        <w:t xml:space="preserve"> ! </w:t>
      </w:r>
      <w:r w:rsidRPr="002813C1">
        <w:t>quinze francs soixante-quinze centimes</w:t>
      </w:r>
      <w:r w:rsidR="00B77E03">
        <w:t> !</w:t>
      </w:r>
    </w:p>
    <w:p w14:paraId="74606A03" w14:textId="77777777" w:rsidR="00B77E03" w:rsidRDefault="0024252B" w:rsidP="00B77E03">
      <w:r w:rsidRPr="002813C1">
        <w:t>En toute autre circonstance</w:t>
      </w:r>
      <w:r w:rsidR="00B77E03">
        <w:t xml:space="preserve">, </w:t>
      </w:r>
      <w:r w:rsidRPr="002813C1">
        <w:t>cette magnificence insolite eût arraché à Chupin une prodigieuse grimace de satisfaction</w:t>
      </w:r>
      <w:r w:rsidR="00B77E03">
        <w:t>…</w:t>
      </w:r>
    </w:p>
    <w:p w14:paraId="0EAF3647" w14:textId="77777777" w:rsidR="00B77E03" w:rsidRDefault="0024252B" w:rsidP="00B77E03">
      <w:r w:rsidRPr="002813C1">
        <w:t>Ce jour-là</w:t>
      </w:r>
      <w:r w:rsidR="00B77E03">
        <w:t xml:space="preserve">, </w:t>
      </w:r>
      <w:r w:rsidRPr="002813C1">
        <w:t>il n</w:t>
      </w:r>
      <w:r w:rsidR="00B77E03">
        <w:t>’</w:t>
      </w:r>
      <w:r w:rsidRPr="002813C1">
        <w:t>eut pas un sourire</w:t>
      </w:r>
      <w:r w:rsidR="00B77E03">
        <w:t xml:space="preserve"> ; </w:t>
      </w:r>
      <w:r w:rsidRPr="002813C1">
        <w:t>il glissa distraitement l</w:t>
      </w:r>
      <w:r w:rsidR="00B77E03">
        <w:t>’</w:t>
      </w:r>
      <w:r w:rsidRPr="002813C1">
        <w:t>argent dans sa poche</w:t>
      </w:r>
      <w:r w:rsidR="00B77E03">
        <w:t xml:space="preserve">, </w:t>
      </w:r>
      <w:r w:rsidRPr="002813C1">
        <w:t>et c</w:t>
      </w:r>
      <w:r w:rsidR="00B77E03">
        <w:t>’</w:t>
      </w:r>
      <w:r w:rsidRPr="002813C1">
        <w:t>est à peine si du ton le plus froid il balbutia</w:t>
      </w:r>
      <w:r w:rsidR="00B77E03">
        <w:t> :</w:t>
      </w:r>
    </w:p>
    <w:p w14:paraId="15BA4BF1" w14:textId="77777777" w:rsidR="00B77E03" w:rsidRDefault="00B77E03" w:rsidP="00B77E03">
      <w:r>
        <w:t>— </w:t>
      </w:r>
      <w:r w:rsidR="0024252B" w:rsidRPr="002813C1">
        <w:t>Merci</w:t>
      </w:r>
      <w:r>
        <w:t> !…</w:t>
      </w:r>
    </w:p>
    <w:p w14:paraId="47657A5F" w14:textId="77777777" w:rsidR="00B77E03" w:rsidRDefault="0024252B" w:rsidP="00B77E03">
      <w:r w:rsidRPr="002813C1">
        <w:t>Tout à son idée</w:t>
      </w:r>
      <w:r w:rsidR="00B77E03">
        <w:t xml:space="preserve">, </w:t>
      </w:r>
      <w:r w:rsidRPr="002813C1">
        <w:t>le dénicheur d</w:t>
      </w:r>
      <w:r w:rsidR="00B77E03">
        <w:t>’</w:t>
      </w:r>
      <w:r w:rsidRPr="002813C1">
        <w:t>héritages ne remarqua pas ce détail</w:t>
      </w:r>
      <w:r w:rsidR="00B77E03">
        <w:t> :</w:t>
      </w:r>
    </w:p>
    <w:p w14:paraId="797290AC" w14:textId="77777777" w:rsidR="00B77E03" w:rsidRDefault="00B77E03" w:rsidP="00B77E03">
      <w:r>
        <w:t>— </w:t>
      </w:r>
      <w:r w:rsidR="0024252B" w:rsidRPr="002813C1">
        <w:t>Nous les tenons</w:t>
      </w:r>
      <w:r>
        <w:t xml:space="preserve">, </w:t>
      </w:r>
      <w:r w:rsidR="0024252B" w:rsidRPr="002813C1">
        <w:t>Victor</w:t>
      </w:r>
      <w:r>
        <w:t xml:space="preserve">, </w:t>
      </w:r>
      <w:r w:rsidR="0024252B" w:rsidRPr="002813C1">
        <w:t>reprit-il</w:t>
      </w:r>
      <w:r>
        <w:t xml:space="preserve">… </w:t>
      </w:r>
      <w:r w:rsidR="0024252B" w:rsidRPr="002813C1">
        <w:t xml:space="preserve">Je vous ai dit que </w:t>
      </w:r>
      <w:proofErr w:type="spellStart"/>
      <w:r w:rsidR="0024252B" w:rsidRPr="002813C1">
        <w:t>Coralth</w:t>
      </w:r>
      <w:proofErr w:type="spellEnd"/>
      <w:r w:rsidR="0024252B" w:rsidRPr="002813C1">
        <w:t xml:space="preserve"> et </w:t>
      </w:r>
      <w:proofErr w:type="spellStart"/>
      <w:r w:rsidR="0024252B" w:rsidRPr="002813C1">
        <w:t>Valorsay</w:t>
      </w:r>
      <w:proofErr w:type="spellEnd"/>
      <w:r w:rsidR="0024252B" w:rsidRPr="002813C1">
        <w:t xml:space="preserve"> me payeraient leur trahison</w:t>
      </w:r>
      <w:r>
        <w:t xml:space="preserve">, </w:t>
      </w:r>
      <w:r w:rsidR="0024252B" w:rsidRPr="002813C1">
        <w:t>l</w:t>
      </w:r>
      <w:r>
        <w:t>’</w:t>
      </w:r>
      <w:r w:rsidR="0024252B" w:rsidRPr="002813C1">
        <w:t>échéance et proche</w:t>
      </w:r>
      <w:r>
        <w:t xml:space="preserve">… </w:t>
      </w:r>
      <w:r w:rsidR="0024252B" w:rsidRPr="002813C1">
        <w:t>tenez</w:t>
      </w:r>
      <w:r>
        <w:t xml:space="preserve">, </w:t>
      </w:r>
      <w:r w:rsidR="0024252B" w:rsidRPr="002813C1">
        <w:t>lisez cette lettre</w:t>
      </w:r>
      <w:r>
        <w:t>…</w:t>
      </w:r>
    </w:p>
    <w:p w14:paraId="1A655E5B" w14:textId="77777777" w:rsidR="00B77E03" w:rsidRDefault="0024252B" w:rsidP="00B77E03">
      <w:r w:rsidRPr="002813C1">
        <w:t>Il la lut attentivement d</w:t>
      </w:r>
      <w:r w:rsidR="00B77E03">
        <w:t>’</w:t>
      </w:r>
      <w:r w:rsidRPr="002813C1">
        <w:t>un air capable</w:t>
      </w:r>
      <w:r w:rsidR="00B77E03">
        <w:t xml:space="preserve">, </w:t>
      </w:r>
      <w:r w:rsidRPr="002813C1">
        <w:t>et quand il eut achevé</w:t>
      </w:r>
      <w:r w:rsidR="00B77E03">
        <w:t> :</w:t>
      </w:r>
    </w:p>
    <w:p w14:paraId="12E8921A" w14:textId="1FCC0967" w:rsidR="00B77E03" w:rsidRDefault="00B77E03" w:rsidP="00B77E03">
      <w:r>
        <w:t>— </w:t>
      </w:r>
      <w:r w:rsidR="0024252B" w:rsidRPr="002813C1">
        <w:t>Eh bien</w:t>
      </w:r>
      <w:r>
        <w:t xml:space="preserve"> !… </w:t>
      </w:r>
      <w:r w:rsidR="0024252B" w:rsidRPr="002813C1">
        <w:t xml:space="preserve">demanda </w:t>
      </w:r>
      <w:r>
        <w:t>M. </w:t>
      </w:r>
      <w:r w:rsidR="0024252B" w:rsidRPr="002813C1">
        <w:t>Fortunat</w:t>
      </w:r>
      <w:r>
        <w:t>.</w:t>
      </w:r>
    </w:p>
    <w:p w14:paraId="632312C6" w14:textId="77777777" w:rsidR="00B77E03" w:rsidRDefault="0024252B" w:rsidP="00B77E03">
      <w:r w:rsidRPr="002813C1">
        <w:t>Mais Chupin n</w:t>
      </w:r>
      <w:r w:rsidR="00B77E03">
        <w:t>’</w:t>
      </w:r>
      <w:r w:rsidRPr="002813C1">
        <w:t>était pas un garçon à émettre un avis à la légère</w:t>
      </w:r>
      <w:r w:rsidR="00B77E03">
        <w:t>.</w:t>
      </w:r>
    </w:p>
    <w:p w14:paraId="73477D90" w14:textId="77777777" w:rsidR="00B77E03" w:rsidRDefault="00B77E03" w:rsidP="00B77E03">
      <w:r>
        <w:lastRenderedPageBreak/>
        <w:t>— </w:t>
      </w:r>
      <w:r w:rsidR="0024252B" w:rsidRPr="002813C1">
        <w:t>Excusez-moi</w:t>
      </w:r>
      <w:r>
        <w:t xml:space="preserve">, </w:t>
      </w:r>
      <w:r w:rsidR="0024252B" w:rsidRPr="002813C1">
        <w:t>m</w:t>
      </w:r>
      <w:r>
        <w:t>’</w:t>
      </w:r>
      <w:proofErr w:type="spellStart"/>
      <w:r w:rsidR="0024252B" w:rsidRPr="002813C1">
        <w:t>sieu</w:t>
      </w:r>
      <w:proofErr w:type="spellEnd"/>
      <w:r>
        <w:t xml:space="preserve">, </w:t>
      </w:r>
      <w:r w:rsidR="0024252B" w:rsidRPr="002813C1">
        <w:t>dit-il</w:t>
      </w:r>
      <w:r>
        <w:t xml:space="preserve">, </w:t>
      </w:r>
      <w:r w:rsidR="0024252B" w:rsidRPr="002813C1">
        <w:t>mais pour vous répondre</w:t>
      </w:r>
      <w:r>
        <w:t xml:space="preserve">, </w:t>
      </w:r>
      <w:r w:rsidR="0024252B" w:rsidRPr="002813C1">
        <w:t>il faudrait connaître l</w:t>
      </w:r>
      <w:r>
        <w:t>’</w:t>
      </w:r>
      <w:r w:rsidR="0024252B" w:rsidRPr="002813C1">
        <w:t>affaire</w:t>
      </w:r>
      <w:r>
        <w:t xml:space="preserve">. </w:t>
      </w:r>
      <w:r w:rsidR="0024252B" w:rsidRPr="002813C1">
        <w:t>Je n</w:t>
      </w:r>
      <w:r>
        <w:t>’</w:t>
      </w:r>
      <w:r w:rsidR="0024252B" w:rsidRPr="002813C1">
        <w:t>en sais que ce que vous m</w:t>
      </w:r>
      <w:r>
        <w:t>’</w:t>
      </w:r>
      <w:r w:rsidR="0024252B" w:rsidRPr="002813C1">
        <w:t>en avez dit</w:t>
      </w:r>
      <w:r>
        <w:t xml:space="preserve">, </w:t>
      </w:r>
      <w:r w:rsidR="0024252B" w:rsidRPr="002813C1">
        <w:t>ce n</w:t>
      </w:r>
      <w:r>
        <w:t>’</w:t>
      </w:r>
      <w:r w:rsidR="0024252B" w:rsidRPr="002813C1">
        <w:t>est guère</w:t>
      </w:r>
      <w:r>
        <w:t xml:space="preserve">, </w:t>
      </w:r>
      <w:r w:rsidR="0024252B" w:rsidRPr="002813C1">
        <w:t>et ce que j</w:t>
      </w:r>
      <w:r>
        <w:t>’</w:t>
      </w:r>
      <w:r w:rsidR="0024252B" w:rsidRPr="002813C1">
        <w:t>ai deviné</w:t>
      </w:r>
      <w:r>
        <w:t xml:space="preserve">, </w:t>
      </w:r>
      <w:r w:rsidR="0024252B" w:rsidRPr="002813C1">
        <w:t xml:space="preserve">pas </w:t>
      </w:r>
      <w:proofErr w:type="spellStart"/>
      <w:r w:rsidR="0024252B" w:rsidRPr="002813C1">
        <w:t>grand chose</w:t>
      </w:r>
      <w:proofErr w:type="spellEnd"/>
      <w:r>
        <w:t xml:space="preserve">, </w:t>
      </w:r>
      <w:r w:rsidR="0024252B" w:rsidRPr="002813C1">
        <w:t>total</w:t>
      </w:r>
      <w:r>
        <w:t xml:space="preserve">, </w:t>
      </w:r>
      <w:r w:rsidR="0024252B" w:rsidRPr="002813C1">
        <w:t>rien du tout</w:t>
      </w:r>
      <w:r>
        <w:t>…</w:t>
      </w:r>
    </w:p>
    <w:p w14:paraId="22F92665" w14:textId="73AFFDD3" w:rsidR="00B77E03" w:rsidRDefault="00B77E03" w:rsidP="00B77E03">
      <w:r>
        <w:t>M. </w:t>
      </w:r>
      <w:r w:rsidR="0024252B" w:rsidRPr="002813C1">
        <w:t>Fortunat se recueillit un moment</w:t>
      </w:r>
      <w:r>
        <w:t>.</w:t>
      </w:r>
    </w:p>
    <w:p w14:paraId="5B55411B" w14:textId="77777777" w:rsidR="00B77E03" w:rsidRDefault="00B77E03" w:rsidP="00B77E03">
      <w:r>
        <w:t>— </w:t>
      </w:r>
      <w:r w:rsidR="0024252B" w:rsidRPr="002813C1">
        <w:t>Votre réflexion est juste</w:t>
      </w:r>
      <w:r>
        <w:t xml:space="preserve">, </w:t>
      </w:r>
      <w:r w:rsidR="0024252B" w:rsidRPr="002813C1">
        <w:t>Victor</w:t>
      </w:r>
      <w:r>
        <w:t xml:space="preserve">, </w:t>
      </w:r>
      <w:r w:rsidR="0024252B" w:rsidRPr="002813C1">
        <w:t>prononça-t-il enfin</w:t>
      </w:r>
      <w:r>
        <w:t xml:space="preserve">… </w:t>
      </w:r>
      <w:r w:rsidR="0024252B" w:rsidRPr="002813C1">
        <w:t>Jusqu</w:t>
      </w:r>
      <w:r>
        <w:t>’</w:t>
      </w:r>
      <w:r w:rsidR="0024252B" w:rsidRPr="002813C1">
        <w:t>ici</w:t>
      </w:r>
      <w:r>
        <w:t xml:space="preserve">, </w:t>
      </w:r>
      <w:r w:rsidR="0024252B" w:rsidRPr="002813C1">
        <w:t>ce que je vous avais expliqué suffisait</w:t>
      </w:r>
      <w:r>
        <w:t xml:space="preserve"> ; </w:t>
      </w:r>
      <w:r w:rsidR="0024252B" w:rsidRPr="002813C1">
        <w:t>maintenant que j</w:t>
      </w:r>
      <w:r>
        <w:t>’</w:t>
      </w:r>
      <w:r w:rsidR="0024252B" w:rsidRPr="002813C1">
        <w:t>attends de vous des services plus sérieux</w:t>
      </w:r>
      <w:r>
        <w:t xml:space="preserve">, </w:t>
      </w:r>
      <w:r w:rsidR="0024252B" w:rsidRPr="002813C1">
        <w:t>je dois tout vous apprendre</w:t>
      </w:r>
      <w:r>
        <w:t xml:space="preserve">, </w:t>
      </w:r>
      <w:r w:rsidR="0024252B" w:rsidRPr="002813C1">
        <w:t>tout ce que je crois savoir</w:t>
      </w:r>
      <w:r>
        <w:t xml:space="preserve">, </w:t>
      </w:r>
      <w:r w:rsidR="0024252B" w:rsidRPr="002813C1">
        <w:t>du moins</w:t>
      </w:r>
      <w:r>
        <w:t xml:space="preserve">, </w:t>
      </w:r>
      <w:r w:rsidR="0024252B" w:rsidRPr="002813C1">
        <w:t>de cette affaire</w:t>
      </w:r>
      <w:r>
        <w:t xml:space="preserve">… </w:t>
      </w:r>
      <w:r w:rsidR="0024252B" w:rsidRPr="002813C1">
        <w:t>Cela vous donnera la mesure de ma confiance en vous</w:t>
      </w:r>
      <w:r>
        <w:t>…</w:t>
      </w:r>
    </w:p>
    <w:p w14:paraId="18144D67" w14:textId="4D048CB9" w:rsidR="00B77E03" w:rsidRDefault="0024252B" w:rsidP="00B77E03">
      <w:r w:rsidRPr="002813C1">
        <w:t>Et aussitôt</w:t>
      </w:r>
      <w:r w:rsidR="00B77E03">
        <w:t xml:space="preserve">, </w:t>
      </w:r>
      <w:r w:rsidRPr="002813C1">
        <w:t>en effet</w:t>
      </w:r>
      <w:r w:rsidR="00B77E03">
        <w:t xml:space="preserve">, </w:t>
      </w:r>
      <w:r w:rsidRPr="002813C1">
        <w:t>il raconta à Chupin ce qu</w:t>
      </w:r>
      <w:r w:rsidR="00B77E03">
        <w:t>’</w:t>
      </w:r>
      <w:r w:rsidRPr="002813C1">
        <w:t>il connaissait de l</w:t>
      </w:r>
      <w:r w:rsidR="00B77E03">
        <w:t>’</w:t>
      </w:r>
      <w:r w:rsidRPr="002813C1">
        <w:t xml:space="preserve">histoire de </w:t>
      </w:r>
      <w:r w:rsidR="00B77E03">
        <w:t>M. de </w:t>
      </w:r>
      <w:proofErr w:type="spellStart"/>
      <w:r w:rsidRPr="002813C1">
        <w:t>Chalusse</w:t>
      </w:r>
      <w:proofErr w:type="spellEnd"/>
      <w:r w:rsidR="00B77E03">
        <w:t xml:space="preserve">, </w:t>
      </w:r>
      <w:r w:rsidRPr="002813C1">
        <w:t xml:space="preserve">du marquis de </w:t>
      </w:r>
      <w:proofErr w:type="spellStart"/>
      <w:r w:rsidRPr="002813C1">
        <w:t>Valorsay</w:t>
      </w:r>
      <w:proofErr w:type="spellEnd"/>
      <w:r w:rsidRPr="002813C1">
        <w:t xml:space="preserve"> et de </w:t>
      </w:r>
      <w:r w:rsidR="00B77E03">
        <w:t>M</w:t>
      </w:r>
      <w:r w:rsidR="00B77E03" w:rsidRPr="00B77E03">
        <w:rPr>
          <w:vertAlign w:val="superscript"/>
        </w:rPr>
        <w:t>lle</w:t>
      </w:r>
      <w:r w:rsidR="00B77E03">
        <w:t> </w:t>
      </w:r>
      <w:r w:rsidRPr="002813C1">
        <w:t>Marguerite</w:t>
      </w:r>
      <w:r w:rsidR="00B77E03">
        <w:t xml:space="preserve">… </w:t>
      </w:r>
      <w:r w:rsidRPr="002813C1">
        <w:t>C</w:t>
      </w:r>
      <w:r w:rsidR="00B77E03">
        <w:t>’</w:t>
      </w:r>
      <w:r w:rsidRPr="002813C1">
        <w:t>était</w:t>
      </w:r>
      <w:r w:rsidR="00B77E03">
        <w:t xml:space="preserve">, </w:t>
      </w:r>
      <w:r w:rsidRPr="002813C1">
        <w:t>à bien peu de chose près</w:t>
      </w:r>
      <w:r w:rsidR="00B77E03">
        <w:t xml:space="preserve">, </w:t>
      </w:r>
      <w:r w:rsidRPr="002813C1">
        <w:t>la vérité</w:t>
      </w:r>
      <w:r w:rsidR="00B77E03">
        <w:t>…</w:t>
      </w:r>
    </w:p>
    <w:p w14:paraId="7A39E67B" w14:textId="77777777" w:rsidR="00B77E03" w:rsidRDefault="0024252B" w:rsidP="00B77E03">
      <w:r w:rsidRPr="002813C1">
        <w:t>Mais s</w:t>
      </w:r>
      <w:r w:rsidR="00B77E03">
        <w:t>’</w:t>
      </w:r>
      <w:r w:rsidRPr="002813C1">
        <w:t>il avait pensé que ces confidences le hausseraient dans l</w:t>
      </w:r>
      <w:r w:rsidR="00B77E03">
        <w:t>’</w:t>
      </w:r>
      <w:r w:rsidRPr="002813C1">
        <w:t>estime de son employé</w:t>
      </w:r>
      <w:r w:rsidR="00B77E03">
        <w:t xml:space="preserve">, </w:t>
      </w:r>
      <w:r w:rsidRPr="002813C1">
        <w:t>il s</w:t>
      </w:r>
      <w:r w:rsidR="00B77E03">
        <w:t>’</w:t>
      </w:r>
      <w:r w:rsidRPr="002813C1">
        <w:t>était singulièrement abusé</w:t>
      </w:r>
      <w:r w:rsidR="00B77E03">
        <w:t>.</w:t>
      </w:r>
    </w:p>
    <w:p w14:paraId="6D8540FD" w14:textId="1252C2B5" w:rsidR="00B77E03" w:rsidRDefault="0024252B" w:rsidP="00B77E03">
      <w:r w:rsidRPr="002813C1">
        <w:t>Chupin avait assez d</w:t>
      </w:r>
      <w:r w:rsidR="00B77E03">
        <w:t>’</w:t>
      </w:r>
      <w:r w:rsidRPr="002813C1">
        <w:t>expérience et de bon sens pour juger les choses</w:t>
      </w:r>
      <w:r w:rsidR="00B77E03">
        <w:t xml:space="preserve">… </w:t>
      </w:r>
      <w:r w:rsidRPr="002813C1">
        <w:t>Il discerna fort bien que le beau mouvement d</w:t>
      </w:r>
      <w:r w:rsidR="00B77E03">
        <w:t>’</w:t>
      </w:r>
      <w:r w:rsidRPr="002813C1">
        <w:t xml:space="preserve">honnêteté de </w:t>
      </w:r>
      <w:r w:rsidR="00B77E03">
        <w:t>M. </w:t>
      </w:r>
      <w:r w:rsidRPr="002813C1">
        <w:t>Fortunat venait surtout d</w:t>
      </w:r>
      <w:r w:rsidR="00B77E03">
        <w:t>’</w:t>
      </w:r>
      <w:r w:rsidRPr="002813C1">
        <w:t>une déception et d</w:t>
      </w:r>
      <w:r w:rsidR="00B77E03">
        <w:t>’</w:t>
      </w:r>
      <w:r w:rsidRPr="002813C1">
        <w:t>une pique d</w:t>
      </w:r>
      <w:r w:rsidR="00B77E03">
        <w:t>’</w:t>
      </w:r>
      <w:r w:rsidRPr="002813C1">
        <w:t>amour-propre</w:t>
      </w:r>
      <w:r w:rsidR="00B77E03">
        <w:t xml:space="preserve">, </w:t>
      </w:r>
      <w:r w:rsidRPr="002813C1">
        <w:t>et que</w:t>
      </w:r>
      <w:r w:rsidR="00B77E03">
        <w:t xml:space="preserve">, </w:t>
      </w:r>
      <w:r w:rsidRPr="002813C1">
        <w:t>s</w:t>
      </w:r>
      <w:r w:rsidR="00B77E03">
        <w:t>’</w:t>
      </w:r>
      <w:r w:rsidRPr="002813C1">
        <w:t>il n</w:t>
      </w:r>
      <w:r w:rsidR="00B77E03">
        <w:t>’</w:t>
      </w:r>
      <w:r w:rsidRPr="002813C1">
        <w:t>eût pas été lésé</w:t>
      </w:r>
      <w:r w:rsidR="00B77E03">
        <w:t xml:space="preserve">, </w:t>
      </w:r>
      <w:r w:rsidRPr="002813C1">
        <w:t xml:space="preserve">il eût laissé sans le moindre soulèvement de conscience le marquis de </w:t>
      </w:r>
      <w:proofErr w:type="spellStart"/>
      <w:r w:rsidRPr="002813C1">
        <w:t>Valorsay</w:t>
      </w:r>
      <w:proofErr w:type="spellEnd"/>
      <w:r w:rsidRPr="002813C1">
        <w:t xml:space="preserve"> accomplir en paix son œuvre d</w:t>
      </w:r>
      <w:r w:rsidR="00B77E03">
        <w:t>’</w:t>
      </w:r>
      <w:r w:rsidRPr="002813C1">
        <w:t>infamie</w:t>
      </w:r>
      <w:r w:rsidR="00B77E03">
        <w:t>…</w:t>
      </w:r>
    </w:p>
    <w:p w14:paraId="27A75DAB" w14:textId="1C727DD7" w:rsidR="00B77E03" w:rsidRDefault="0024252B" w:rsidP="00B77E03">
      <w:r w:rsidRPr="002813C1">
        <w:t>Cependant son mobile visage garda le secret de ses impressions</w:t>
      </w:r>
      <w:r w:rsidR="00B77E03">
        <w:t xml:space="preserve">… </w:t>
      </w:r>
      <w:r w:rsidRPr="002813C1">
        <w:t>D</w:t>
      </w:r>
      <w:r w:rsidR="00B77E03">
        <w:t>’</w:t>
      </w:r>
      <w:r w:rsidRPr="002813C1">
        <w:t>abord il n</w:t>
      </w:r>
      <w:r w:rsidR="00B77E03">
        <w:t>’</w:t>
      </w:r>
      <w:r w:rsidRPr="002813C1">
        <w:t xml:space="preserve">avait pas mission de dire à </w:t>
      </w:r>
      <w:r w:rsidR="00B77E03">
        <w:t>M. </w:t>
      </w:r>
      <w:r w:rsidRPr="002813C1">
        <w:t>Fortunat son fait</w:t>
      </w:r>
      <w:r w:rsidR="00B77E03">
        <w:t xml:space="preserve">, </w:t>
      </w:r>
      <w:r w:rsidRPr="002813C1">
        <w:t>et en second lieu il estima le moment peu opportun pour une déclaration de principes</w:t>
      </w:r>
      <w:r w:rsidR="00B77E03">
        <w:t>.</w:t>
      </w:r>
    </w:p>
    <w:p w14:paraId="40446ACB" w14:textId="77777777" w:rsidR="00B77E03" w:rsidRDefault="0024252B" w:rsidP="00B77E03">
      <w:r w:rsidRPr="002813C1">
        <w:t>Lors donc que son patron s</w:t>
      </w:r>
      <w:r w:rsidR="00B77E03">
        <w:t>’</w:t>
      </w:r>
      <w:r w:rsidRPr="002813C1">
        <w:t>arrêta</w:t>
      </w:r>
      <w:r w:rsidR="00B77E03">
        <w:t> :</w:t>
      </w:r>
    </w:p>
    <w:p w14:paraId="7437F57B" w14:textId="77777777" w:rsidR="00B77E03" w:rsidRDefault="00B77E03" w:rsidP="00B77E03">
      <w:r>
        <w:lastRenderedPageBreak/>
        <w:t>— </w:t>
      </w:r>
      <w:r w:rsidR="0024252B" w:rsidRPr="002813C1">
        <w:t>Comme cela</w:t>
      </w:r>
      <w:r>
        <w:t xml:space="preserve">, </w:t>
      </w:r>
      <w:r w:rsidR="0024252B" w:rsidRPr="002813C1">
        <w:t>s</w:t>
      </w:r>
      <w:r>
        <w:t>’</w:t>
      </w:r>
      <w:r w:rsidR="0024252B" w:rsidRPr="002813C1">
        <w:t>écria-t-il vivement</w:t>
      </w:r>
      <w:r>
        <w:t xml:space="preserve">, </w:t>
      </w:r>
      <w:r w:rsidR="0024252B" w:rsidRPr="002813C1">
        <w:t>il s</w:t>
      </w:r>
      <w:r>
        <w:t>’</w:t>
      </w:r>
      <w:r w:rsidR="0024252B" w:rsidRPr="002813C1">
        <w:t>agit de pincer les coquins</w:t>
      </w:r>
      <w:r>
        <w:t xml:space="preserve">… </w:t>
      </w:r>
      <w:r w:rsidR="0024252B" w:rsidRPr="002813C1">
        <w:t>j</w:t>
      </w:r>
      <w:r>
        <w:t>’</w:t>
      </w:r>
      <w:r w:rsidR="0024252B" w:rsidRPr="002813C1">
        <w:t>en suis</w:t>
      </w:r>
      <w:r>
        <w:t xml:space="preserve"> ! </w:t>
      </w:r>
      <w:r w:rsidR="0024252B" w:rsidRPr="002813C1">
        <w:t>Et ce n</w:t>
      </w:r>
      <w:r>
        <w:t>’</w:t>
      </w:r>
      <w:r w:rsidR="0024252B" w:rsidRPr="002813C1">
        <w:t>est pas pour me flatter</w:t>
      </w:r>
      <w:r>
        <w:t xml:space="preserve">, </w:t>
      </w:r>
      <w:r w:rsidR="0024252B" w:rsidRPr="002813C1">
        <w:t>m</w:t>
      </w:r>
      <w:r>
        <w:t>’</w:t>
      </w:r>
      <w:proofErr w:type="spellStart"/>
      <w:r w:rsidR="0024252B" w:rsidRPr="002813C1">
        <w:t>sieu</w:t>
      </w:r>
      <w:proofErr w:type="spellEnd"/>
      <w:r>
        <w:t xml:space="preserve">, </w:t>
      </w:r>
      <w:r w:rsidR="0024252B" w:rsidRPr="002813C1">
        <w:t>mais je puis vous être crânement utile</w:t>
      </w:r>
      <w:r>
        <w:t xml:space="preserve">… </w:t>
      </w:r>
      <w:r w:rsidR="0024252B" w:rsidRPr="002813C1">
        <w:t xml:space="preserve">Est-ce des détails sur le passé du vicomte de </w:t>
      </w:r>
      <w:proofErr w:type="spellStart"/>
      <w:r w:rsidR="0024252B" w:rsidRPr="002813C1">
        <w:t>Coralth</w:t>
      </w:r>
      <w:proofErr w:type="spellEnd"/>
      <w:r>
        <w:t xml:space="preserve">, </w:t>
      </w:r>
      <w:r w:rsidR="0024252B" w:rsidRPr="002813C1">
        <w:t>qu</w:t>
      </w:r>
      <w:r>
        <w:t>’</w:t>
      </w:r>
      <w:r w:rsidR="0024252B" w:rsidRPr="002813C1">
        <w:t>il vous faut</w:t>
      </w:r>
      <w:r>
        <w:t xml:space="preserve"> ?… </w:t>
      </w:r>
      <w:r w:rsidR="0024252B" w:rsidRPr="002813C1">
        <w:t>Voilà</w:t>
      </w:r>
      <w:r>
        <w:t xml:space="preserve"> !… </w:t>
      </w:r>
      <w:r w:rsidR="0024252B" w:rsidRPr="002813C1">
        <w:t>C</w:t>
      </w:r>
      <w:r>
        <w:t>’</w:t>
      </w:r>
      <w:r w:rsidR="0024252B" w:rsidRPr="002813C1">
        <w:t>est que je le connais</w:t>
      </w:r>
      <w:r>
        <w:t xml:space="preserve">, </w:t>
      </w:r>
      <w:r w:rsidR="0024252B" w:rsidRPr="002813C1">
        <w:t>le brigand</w:t>
      </w:r>
      <w:r>
        <w:t xml:space="preserve">, </w:t>
      </w:r>
      <w:r w:rsidR="0024252B" w:rsidRPr="002813C1">
        <w:t>et à fond</w:t>
      </w:r>
      <w:r>
        <w:t xml:space="preserve"> !… </w:t>
      </w:r>
      <w:r w:rsidR="0024252B" w:rsidRPr="002813C1">
        <w:t>Il est marié</w:t>
      </w:r>
      <w:r>
        <w:t xml:space="preserve">, </w:t>
      </w:r>
      <w:r w:rsidR="0024252B" w:rsidRPr="002813C1">
        <w:t>je vous l</w:t>
      </w:r>
      <w:r>
        <w:t>’</w:t>
      </w:r>
      <w:r w:rsidR="0024252B" w:rsidRPr="002813C1">
        <w:t>ai dit</w:t>
      </w:r>
      <w:r>
        <w:t xml:space="preserve">, </w:t>
      </w:r>
      <w:r w:rsidR="0024252B" w:rsidRPr="002813C1">
        <w:t>avant huit jours je vous amènerai sa femme</w:t>
      </w:r>
      <w:r>
        <w:t xml:space="preserve">… </w:t>
      </w:r>
      <w:r w:rsidR="0024252B" w:rsidRPr="002813C1">
        <w:t>je ne sais pas où elle est</w:t>
      </w:r>
      <w:r>
        <w:t xml:space="preserve">, </w:t>
      </w:r>
      <w:r w:rsidR="0024252B" w:rsidRPr="002813C1">
        <w:t>mais elle tient un bureau de tabac</w:t>
      </w:r>
      <w:r>
        <w:t xml:space="preserve">, </w:t>
      </w:r>
      <w:r w:rsidR="0024252B" w:rsidRPr="002813C1">
        <w:t>cela me suffit</w:t>
      </w:r>
      <w:r>
        <w:t xml:space="preserve">… </w:t>
      </w:r>
      <w:r w:rsidR="0024252B" w:rsidRPr="002813C1">
        <w:t>Elle vous contera comment il est vicomte</w:t>
      </w:r>
      <w:r>
        <w:t xml:space="preserve">… </w:t>
      </w:r>
      <w:r w:rsidR="0024252B" w:rsidRPr="002813C1">
        <w:t>Lui</w:t>
      </w:r>
      <w:r>
        <w:t xml:space="preserve">, </w:t>
      </w:r>
      <w:r w:rsidR="0024252B" w:rsidRPr="002813C1">
        <w:t>vicomte</w:t>
      </w:r>
      <w:r>
        <w:t xml:space="preserve"> !… </w:t>
      </w:r>
      <w:r w:rsidR="0024252B" w:rsidRPr="002813C1">
        <w:t>Oh</w:t>
      </w:r>
      <w:r>
        <w:t xml:space="preserve"> ! </w:t>
      </w:r>
      <w:r w:rsidR="0024252B" w:rsidRPr="002813C1">
        <w:t>là</w:t>
      </w:r>
      <w:r>
        <w:t xml:space="preserve">, </w:t>
      </w:r>
      <w:r w:rsidR="0024252B" w:rsidRPr="002813C1">
        <w:t>là</w:t>
      </w:r>
      <w:r>
        <w:t xml:space="preserve">… </w:t>
      </w:r>
      <w:r w:rsidR="0024252B" w:rsidRPr="002813C1">
        <w:t>as-tu fini tes manières</w:t>
      </w:r>
      <w:r>
        <w:t xml:space="preserve"> !… </w:t>
      </w:r>
      <w:r w:rsidR="0024252B" w:rsidRPr="002813C1">
        <w:t>Vicomte</w:t>
      </w:r>
      <w:r>
        <w:t xml:space="preserve"> ! </w:t>
      </w:r>
      <w:r w:rsidR="0024252B" w:rsidRPr="002813C1">
        <w:t>comme moi</w:t>
      </w:r>
      <w:r>
        <w:t xml:space="preserve">… </w:t>
      </w:r>
      <w:r w:rsidR="0024252B" w:rsidRPr="002813C1">
        <w:t>Je vous en apprendrai de drôles</w:t>
      </w:r>
      <w:r>
        <w:t xml:space="preserve">, </w:t>
      </w:r>
      <w:r w:rsidR="0024252B" w:rsidRPr="002813C1">
        <w:t>allez</w:t>
      </w:r>
      <w:r>
        <w:t xml:space="preserve">, </w:t>
      </w:r>
      <w:r w:rsidR="0024252B" w:rsidRPr="002813C1">
        <w:t>je vous le promets</w:t>
      </w:r>
      <w:r>
        <w:t>…</w:t>
      </w:r>
    </w:p>
    <w:p w14:paraId="78656450" w14:textId="77777777" w:rsidR="00B77E03" w:rsidRDefault="00B77E03" w:rsidP="00B77E03">
      <w:r>
        <w:t>— </w:t>
      </w:r>
      <w:r w:rsidR="0024252B" w:rsidRPr="002813C1">
        <w:t>Soit</w:t>
      </w:r>
      <w:r>
        <w:t xml:space="preserve"> !… </w:t>
      </w:r>
      <w:r w:rsidR="0024252B" w:rsidRPr="002813C1">
        <w:t>mais le plus pressé serait de savoir comment il vit en ce moment</w:t>
      </w:r>
      <w:r>
        <w:t xml:space="preserve">, </w:t>
      </w:r>
      <w:r w:rsidR="0024252B" w:rsidRPr="002813C1">
        <w:t>et de quoi</w:t>
      </w:r>
      <w:r>
        <w:t> ?</w:t>
      </w:r>
    </w:p>
    <w:p w14:paraId="26061C97" w14:textId="77777777" w:rsidR="00B77E03" w:rsidRDefault="00B77E03" w:rsidP="00B77E03">
      <w:r>
        <w:t>— </w:t>
      </w:r>
      <w:r w:rsidR="0024252B" w:rsidRPr="002813C1">
        <w:t>Pour sûr</w:t>
      </w:r>
      <w:r>
        <w:t xml:space="preserve">, </w:t>
      </w:r>
      <w:r w:rsidR="0024252B" w:rsidRPr="002813C1">
        <w:t>ce n</w:t>
      </w:r>
      <w:r>
        <w:t>’</w:t>
      </w:r>
      <w:r w:rsidR="0024252B" w:rsidRPr="002813C1">
        <w:t>est pas de son travail</w:t>
      </w:r>
      <w:r>
        <w:t xml:space="preserve">… </w:t>
      </w:r>
      <w:r w:rsidR="0024252B" w:rsidRPr="002813C1">
        <w:t>Mais</w:t>
      </w:r>
      <w:r>
        <w:t xml:space="preserve">, </w:t>
      </w:r>
      <w:r w:rsidR="0024252B" w:rsidRPr="002813C1">
        <w:t>minute</w:t>
      </w:r>
      <w:r>
        <w:t xml:space="preserve">, </w:t>
      </w:r>
      <w:r w:rsidR="0024252B" w:rsidRPr="002813C1">
        <w:t>on s</w:t>
      </w:r>
      <w:r>
        <w:t>’</w:t>
      </w:r>
      <w:r w:rsidR="0024252B" w:rsidRPr="002813C1">
        <w:t>informera</w:t>
      </w:r>
      <w:r>
        <w:t xml:space="preserve">… </w:t>
      </w:r>
      <w:r w:rsidR="0024252B" w:rsidRPr="002813C1">
        <w:t xml:space="preserve">Le temps de rentrer chez moi me changer et me </w:t>
      </w:r>
      <w:r>
        <w:t>« </w:t>
      </w:r>
      <w:r w:rsidR="0024252B" w:rsidRPr="002813C1">
        <w:t>faire une tête</w:t>
      </w:r>
      <w:r>
        <w:t>, »</w:t>
      </w:r>
      <w:r w:rsidR="0024252B" w:rsidRPr="002813C1">
        <w:t xml:space="preserve"> et je me mets après lui</w:t>
      </w:r>
      <w:r>
        <w:t xml:space="preserve">… </w:t>
      </w:r>
      <w:r w:rsidR="0024252B" w:rsidRPr="002813C1">
        <w:t>Et que je sois pendu si</w:t>
      </w:r>
      <w:r>
        <w:t xml:space="preserve">, </w:t>
      </w:r>
      <w:r w:rsidR="0024252B" w:rsidRPr="002813C1">
        <w:t>avant mardi</w:t>
      </w:r>
      <w:r>
        <w:t xml:space="preserve">, </w:t>
      </w:r>
      <w:r w:rsidR="0024252B" w:rsidRPr="002813C1">
        <w:t>je ne vous reviens pas avec un rapport complet</w:t>
      </w:r>
      <w:r>
        <w:t>.</w:t>
      </w:r>
    </w:p>
    <w:p w14:paraId="7807213A" w14:textId="47102C72" w:rsidR="00B77E03" w:rsidRDefault="0024252B" w:rsidP="00B77E03">
      <w:r w:rsidRPr="002813C1">
        <w:t xml:space="preserve">Un sourire satisfait errait sur les lèvres de </w:t>
      </w:r>
      <w:r w:rsidR="00B77E03">
        <w:t>M. </w:t>
      </w:r>
      <w:r w:rsidRPr="002813C1">
        <w:t>Fortunat</w:t>
      </w:r>
      <w:r w:rsidR="00B77E03">
        <w:t>.</w:t>
      </w:r>
    </w:p>
    <w:p w14:paraId="49C46A25" w14:textId="77777777" w:rsidR="00B77E03" w:rsidRDefault="00B77E03" w:rsidP="00B77E03">
      <w:r>
        <w:t>— </w:t>
      </w:r>
      <w:r w:rsidR="0024252B" w:rsidRPr="002813C1">
        <w:t>Bien</w:t>
      </w:r>
      <w:r>
        <w:t xml:space="preserve">, </w:t>
      </w:r>
      <w:r w:rsidR="0024252B" w:rsidRPr="002813C1">
        <w:t>Victor</w:t>
      </w:r>
      <w:r>
        <w:t xml:space="preserve">, </w:t>
      </w:r>
      <w:r w:rsidR="0024252B" w:rsidRPr="002813C1">
        <w:t>approuva-t-il</w:t>
      </w:r>
      <w:r>
        <w:t xml:space="preserve">, </w:t>
      </w:r>
      <w:r w:rsidR="0024252B" w:rsidRPr="002813C1">
        <w:t>très-bien</w:t>
      </w:r>
      <w:r>
        <w:t xml:space="preserve"> ! </w:t>
      </w:r>
      <w:r w:rsidR="0024252B" w:rsidRPr="002813C1">
        <w:t>Je vois que vous me servirez avec votre zèle et votre intelligence ordinaires</w:t>
      </w:r>
      <w:r>
        <w:t xml:space="preserve">… </w:t>
      </w:r>
      <w:r w:rsidR="0024252B" w:rsidRPr="002813C1">
        <w:t>Comptez que vous serez payé comme jamais vous ne l</w:t>
      </w:r>
      <w:r>
        <w:t>’</w:t>
      </w:r>
      <w:r w:rsidR="0024252B" w:rsidRPr="002813C1">
        <w:t>avez été</w:t>
      </w:r>
      <w:r>
        <w:t xml:space="preserve">. </w:t>
      </w:r>
      <w:r w:rsidR="0024252B" w:rsidRPr="002813C1">
        <w:t>Tant que vous vous occuperez de cette affaire</w:t>
      </w:r>
      <w:r>
        <w:t xml:space="preserve">, </w:t>
      </w:r>
      <w:r w:rsidR="0024252B" w:rsidRPr="002813C1">
        <w:t>vous aurez dix francs par jour</w:t>
      </w:r>
      <w:r>
        <w:t xml:space="preserve">, </w:t>
      </w:r>
      <w:r w:rsidR="0024252B" w:rsidRPr="002813C1">
        <w:t>et je vous réglerai à part votre nourriture</w:t>
      </w:r>
      <w:r>
        <w:t xml:space="preserve">, </w:t>
      </w:r>
      <w:r w:rsidR="0024252B" w:rsidRPr="002813C1">
        <w:t>vos voitures et tous vos frais</w:t>
      </w:r>
      <w:r>
        <w:t>…</w:t>
      </w:r>
    </w:p>
    <w:p w14:paraId="30431B10" w14:textId="77777777" w:rsidR="00B77E03" w:rsidRDefault="0024252B" w:rsidP="00B77E03">
      <w:r w:rsidRPr="002813C1">
        <w:t>La proposition était superbe</w:t>
      </w:r>
      <w:r w:rsidR="00B77E03">
        <w:t xml:space="preserve">, </w:t>
      </w:r>
      <w:r w:rsidRPr="002813C1">
        <w:t>et cependant</w:t>
      </w:r>
      <w:r w:rsidR="00B77E03">
        <w:t xml:space="preserve">, </w:t>
      </w:r>
      <w:r w:rsidRPr="002813C1">
        <w:t>loin de paraître ravi</w:t>
      </w:r>
      <w:r w:rsidR="00B77E03">
        <w:t xml:space="preserve">, </w:t>
      </w:r>
      <w:r w:rsidRPr="002813C1">
        <w:t>Chupin hocha la tête d</w:t>
      </w:r>
      <w:r w:rsidR="00B77E03">
        <w:t>’</w:t>
      </w:r>
      <w:r w:rsidRPr="002813C1">
        <w:t>un air grave</w:t>
      </w:r>
      <w:r w:rsidR="00B77E03">
        <w:t>.</w:t>
      </w:r>
    </w:p>
    <w:p w14:paraId="43228275" w14:textId="77777777" w:rsidR="00B77E03" w:rsidRDefault="00B77E03" w:rsidP="00B77E03">
      <w:r>
        <w:t>— </w:t>
      </w:r>
      <w:r w:rsidR="0024252B" w:rsidRPr="002813C1">
        <w:t>Vous savez si je tiens à la monnaie</w:t>
      </w:r>
      <w:r>
        <w:t xml:space="preserve">, </w:t>
      </w:r>
      <w:r w:rsidR="0024252B" w:rsidRPr="002813C1">
        <w:t>m</w:t>
      </w:r>
      <w:r>
        <w:t>’</w:t>
      </w:r>
      <w:proofErr w:type="spellStart"/>
      <w:r w:rsidR="0024252B" w:rsidRPr="002813C1">
        <w:t>sieu</w:t>
      </w:r>
      <w:proofErr w:type="spellEnd"/>
      <w:r>
        <w:t xml:space="preserve">, </w:t>
      </w:r>
      <w:r w:rsidR="0024252B" w:rsidRPr="002813C1">
        <w:t>commença-t-il</w:t>
      </w:r>
      <w:r>
        <w:t>…</w:t>
      </w:r>
    </w:p>
    <w:p w14:paraId="275CBB26" w14:textId="77777777" w:rsidR="00B77E03" w:rsidRDefault="00B77E03" w:rsidP="00B77E03">
      <w:r>
        <w:lastRenderedPageBreak/>
        <w:t>— </w:t>
      </w:r>
      <w:r w:rsidR="0024252B" w:rsidRPr="002813C1">
        <w:t>Trop</w:t>
      </w:r>
      <w:r>
        <w:t xml:space="preserve">, </w:t>
      </w:r>
      <w:r w:rsidR="0024252B" w:rsidRPr="002813C1">
        <w:t>Victor</w:t>
      </w:r>
      <w:r>
        <w:t xml:space="preserve">, </w:t>
      </w:r>
      <w:r w:rsidR="0024252B" w:rsidRPr="002813C1">
        <w:t>mon garçon</w:t>
      </w:r>
      <w:r>
        <w:t xml:space="preserve">, </w:t>
      </w:r>
      <w:r w:rsidR="0024252B" w:rsidRPr="002813C1">
        <w:t>trop</w:t>
      </w:r>
      <w:r>
        <w:t>…</w:t>
      </w:r>
    </w:p>
    <w:p w14:paraId="123CD651" w14:textId="77777777" w:rsidR="00B77E03" w:rsidRDefault="00B77E03" w:rsidP="00B77E03">
      <w:r>
        <w:t>— </w:t>
      </w:r>
      <w:r w:rsidR="0024252B" w:rsidRPr="002813C1">
        <w:t>Pardon</w:t>
      </w:r>
      <w:r>
        <w:t xml:space="preserve">, </w:t>
      </w:r>
      <w:r w:rsidR="0024252B" w:rsidRPr="002813C1">
        <w:t>c</w:t>
      </w:r>
      <w:r>
        <w:t>’</w:t>
      </w:r>
      <w:r w:rsidR="0024252B" w:rsidRPr="002813C1">
        <w:t>est que j</w:t>
      </w:r>
      <w:r>
        <w:t>’</w:t>
      </w:r>
      <w:r w:rsidR="0024252B" w:rsidRPr="002813C1">
        <w:t>ai des charges</w:t>
      </w:r>
      <w:r>
        <w:t xml:space="preserve">, </w:t>
      </w:r>
      <w:r w:rsidR="0024252B" w:rsidRPr="002813C1">
        <w:t>m</w:t>
      </w:r>
      <w:r>
        <w:t>’</w:t>
      </w:r>
      <w:proofErr w:type="spellStart"/>
      <w:r w:rsidR="0024252B" w:rsidRPr="002813C1">
        <w:t>sieu</w:t>
      </w:r>
      <w:proofErr w:type="spellEnd"/>
      <w:r>
        <w:t xml:space="preserve">… </w:t>
      </w:r>
      <w:r w:rsidR="0024252B" w:rsidRPr="002813C1">
        <w:t>Vous connaissez mon intérieur</w:t>
      </w:r>
      <w:r>
        <w:t xml:space="preserve"> – </w:t>
      </w:r>
      <w:r w:rsidR="0024252B" w:rsidRPr="002813C1">
        <w:t>il disait ce mot superbement</w:t>
      </w:r>
      <w:r>
        <w:t xml:space="preserve"> – </w:t>
      </w:r>
      <w:r w:rsidR="0024252B" w:rsidRPr="002813C1">
        <w:t>vous avez vu ma bonne femme de mère</w:t>
      </w:r>
      <w:r>
        <w:t xml:space="preserve">, </w:t>
      </w:r>
      <w:r w:rsidR="0024252B" w:rsidRPr="002813C1">
        <w:t>tout cela coûte</w:t>
      </w:r>
      <w:r>
        <w:t>…</w:t>
      </w:r>
    </w:p>
    <w:p w14:paraId="0BA3B219" w14:textId="77777777" w:rsidR="00B77E03" w:rsidRDefault="00B77E03" w:rsidP="00B77E03">
      <w:r>
        <w:t>— </w:t>
      </w:r>
      <w:r w:rsidR="0024252B" w:rsidRPr="002813C1">
        <w:t>Bref</w:t>
      </w:r>
      <w:r>
        <w:t xml:space="preserve">, </w:t>
      </w:r>
      <w:r w:rsidR="0024252B" w:rsidRPr="002813C1">
        <w:t>vous trouvez que je ne vous offre pas assez</w:t>
      </w:r>
      <w:r>
        <w:t>…</w:t>
      </w:r>
    </w:p>
    <w:p w14:paraId="6F5B0FEB" w14:textId="42F6A84F" w:rsidR="00B77E03" w:rsidRDefault="00B77E03" w:rsidP="00B77E03">
      <w:r>
        <w:t>— </w:t>
      </w:r>
      <w:r w:rsidR="0024252B" w:rsidRPr="002813C1">
        <w:t>Au contraire</w:t>
      </w:r>
      <w:r>
        <w:t xml:space="preserve">, </w:t>
      </w:r>
      <w:r w:rsidR="0024252B" w:rsidRPr="002813C1">
        <w:t>m</w:t>
      </w:r>
      <w:r>
        <w:t>’</w:t>
      </w:r>
      <w:proofErr w:type="spellStart"/>
      <w:r w:rsidR="0024252B" w:rsidRPr="002813C1">
        <w:t>sieu</w:t>
      </w:r>
      <w:proofErr w:type="spellEnd"/>
      <w:r>
        <w:t xml:space="preserve">… </w:t>
      </w:r>
      <w:r w:rsidR="0024252B" w:rsidRPr="002813C1">
        <w:t>mais vous ne me laissez pas finir</w:t>
      </w:r>
      <w:r>
        <w:t xml:space="preserve"> !… </w:t>
      </w:r>
      <w:r w:rsidR="0024252B" w:rsidRPr="002813C1">
        <w:t>J</w:t>
      </w:r>
      <w:r>
        <w:t>’</w:t>
      </w:r>
      <w:r w:rsidR="0024252B" w:rsidRPr="002813C1">
        <w:t>aime l</w:t>
      </w:r>
      <w:r>
        <w:t>’</w:t>
      </w:r>
      <w:r w:rsidR="0024252B" w:rsidRPr="002813C1">
        <w:t>argent</w:t>
      </w:r>
      <w:r>
        <w:t xml:space="preserve">, </w:t>
      </w:r>
      <w:r w:rsidR="0024252B" w:rsidRPr="002813C1">
        <w:t>n</w:t>
      </w:r>
      <w:r>
        <w:t>’</w:t>
      </w:r>
      <w:r w:rsidR="0024252B" w:rsidRPr="002813C1">
        <w:t>est-ce pas</w:t>
      </w:r>
      <w:r>
        <w:t xml:space="preserve"> ? </w:t>
      </w:r>
      <w:r w:rsidR="0024252B" w:rsidRPr="002813C1">
        <w:t>Eh bien</w:t>
      </w:r>
      <w:r>
        <w:t xml:space="preserve"> !… </w:t>
      </w:r>
      <w:r w:rsidR="0024252B" w:rsidRPr="002813C1">
        <w:t>pour cette affaire</w:t>
      </w:r>
      <w:r>
        <w:t xml:space="preserve">, </w:t>
      </w:r>
      <w:r w:rsidR="0024252B" w:rsidRPr="002813C1">
        <w:t>je ne veux pas être payé</w:t>
      </w:r>
      <w:r>
        <w:t xml:space="preserve">… </w:t>
      </w:r>
      <w:r w:rsidR="0024252B" w:rsidRPr="002813C1">
        <w:t>Je ne veux ni appointements ni frais</w:t>
      </w:r>
      <w:r>
        <w:t xml:space="preserve">, </w:t>
      </w:r>
      <w:r w:rsidR="0024252B" w:rsidRPr="002813C1">
        <w:t>ni un centime</w:t>
      </w:r>
      <w:r>
        <w:t xml:space="preserve">, </w:t>
      </w:r>
      <w:r w:rsidR="0024252B" w:rsidRPr="002813C1">
        <w:t>ni rien</w:t>
      </w:r>
      <w:r>
        <w:t xml:space="preserve">… </w:t>
      </w:r>
      <w:r w:rsidR="0024252B" w:rsidRPr="002813C1">
        <w:t>Je vous servirai</w:t>
      </w:r>
      <w:r>
        <w:t xml:space="preserve">, </w:t>
      </w:r>
      <w:r w:rsidR="0024252B" w:rsidRPr="002813C1">
        <w:t>mais pour moi</w:t>
      </w:r>
      <w:r>
        <w:t xml:space="preserve">, </w:t>
      </w:r>
      <w:r w:rsidR="0024252B" w:rsidRPr="002813C1">
        <w:t>pour mon plaisir</w:t>
      </w:r>
      <w:r>
        <w:t xml:space="preserve">, </w:t>
      </w:r>
      <w:r w:rsidR="0024252B" w:rsidRPr="002813C1">
        <w:t>gratis</w:t>
      </w:r>
      <w:r>
        <w:t>… « </w:t>
      </w:r>
      <w:r w:rsidR="0024252B" w:rsidRPr="002813C1">
        <w:t>à l</w:t>
      </w:r>
      <w:r>
        <w:t>’</w:t>
      </w:r>
      <w:r w:rsidR="0024252B" w:rsidRPr="002813C1">
        <w:t>œil</w:t>
      </w:r>
      <w:r>
        <w:t>. »</w:t>
      </w:r>
    </w:p>
    <w:p w14:paraId="2DECC0A1" w14:textId="745A4868" w:rsidR="00B77E03" w:rsidRDefault="00B77E03" w:rsidP="00B77E03">
      <w:r>
        <w:t>M. </w:t>
      </w:r>
      <w:r w:rsidR="0024252B" w:rsidRPr="002813C1">
        <w:t>Fortunat ne put retenir une exclamation de surprise</w:t>
      </w:r>
      <w:r>
        <w:t xml:space="preserve">… </w:t>
      </w:r>
      <w:r w:rsidR="0024252B" w:rsidRPr="002813C1">
        <w:t>Littéralement les bras lui tombaient</w:t>
      </w:r>
      <w:r>
        <w:t>…</w:t>
      </w:r>
    </w:p>
    <w:p w14:paraId="0C7523A2" w14:textId="77777777" w:rsidR="00B77E03" w:rsidRDefault="0024252B" w:rsidP="00B77E03">
      <w:r w:rsidRPr="002813C1">
        <w:t>Chupin</w:t>
      </w:r>
      <w:r w:rsidR="00B77E03">
        <w:t xml:space="preserve">, </w:t>
      </w:r>
      <w:r w:rsidRPr="002813C1">
        <w:t>qui avait au gain l</w:t>
      </w:r>
      <w:r w:rsidR="00B77E03">
        <w:t>’</w:t>
      </w:r>
      <w:r w:rsidRPr="002813C1">
        <w:t>âpreté d</w:t>
      </w:r>
      <w:r w:rsidR="00B77E03">
        <w:t>’</w:t>
      </w:r>
      <w:r w:rsidRPr="002813C1">
        <w:t>un vieil usurier</w:t>
      </w:r>
      <w:r w:rsidR="00B77E03">
        <w:t xml:space="preserve">, </w:t>
      </w:r>
      <w:r w:rsidRPr="002813C1">
        <w:t>Chupin l</w:t>
      </w:r>
      <w:r w:rsidR="00B77E03">
        <w:t>’</w:t>
      </w:r>
      <w:r w:rsidRPr="002813C1">
        <w:t>avidité même</w:t>
      </w:r>
      <w:r w:rsidR="00B77E03">
        <w:t xml:space="preserve">, </w:t>
      </w:r>
      <w:r w:rsidRPr="002813C1">
        <w:t>refuser de l</w:t>
      </w:r>
      <w:r w:rsidR="00B77E03">
        <w:t>’</w:t>
      </w:r>
      <w:r w:rsidRPr="002813C1">
        <w:t>argent</w:t>
      </w:r>
      <w:r w:rsidR="00B77E03">
        <w:t xml:space="preserve"> !… </w:t>
      </w:r>
      <w:r w:rsidRPr="002813C1">
        <w:t>cela ne s</w:t>
      </w:r>
      <w:r w:rsidR="00B77E03">
        <w:t>’</w:t>
      </w:r>
      <w:r w:rsidRPr="002813C1">
        <w:t>était jamais vu et ne se reverrait plus</w:t>
      </w:r>
      <w:r w:rsidR="00B77E03">
        <w:t>…</w:t>
      </w:r>
    </w:p>
    <w:p w14:paraId="537C804F" w14:textId="77777777" w:rsidR="00B77E03" w:rsidRDefault="0024252B" w:rsidP="00B77E03">
      <w:r w:rsidRPr="002813C1">
        <w:t>Lui</w:t>
      </w:r>
      <w:r w:rsidR="00B77E03">
        <w:t xml:space="preserve">, </w:t>
      </w:r>
      <w:r w:rsidRPr="002813C1">
        <w:t>cependant s</w:t>
      </w:r>
      <w:r w:rsidR="00B77E03">
        <w:t>’</w:t>
      </w:r>
      <w:r w:rsidRPr="002813C1">
        <w:t>animait peu à peu</w:t>
      </w:r>
      <w:r w:rsidR="00B77E03">
        <w:t xml:space="preserve">, </w:t>
      </w:r>
      <w:r w:rsidRPr="002813C1">
        <w:t>des rougeurs fugitives montèrent à ses joues plombées</w:t>
      </w:r>
      <w:r w:rsidR="00B77E03">
        <w:t xml:space="preserve">, </w:t>
      </w:r>
      <w:r w:rsidRPr="002813C1">
        <w:t>et d</w:t>
      </w:r>
      <w:r w:rsidR="00B77E03">
        <w:t>’</w:t>
      </w:r>
      <w:r w:rsidRPr="002813C1">
        <w:t>une voix rauque</w:t>
      </w:r>
      <w:r w:rsidR="00B77E03">
        <w:t xml:space="preserve">, </w:t>
      </w:r>
      <w:r w:rsidRPr="002813C1">
        <w:t>il poursuivait</w:t>
      </w:r>
      <w:r w:rsidR="00B77E03">
        <w:t> :</w:t>
      </w:r>
    </w:p>
    <w:p w14:paraId="15C760CE" w14:textId="77777777" w:rsidR="00B77E03" w:rsidRDefault="00B77E03" w:rsidP="00B77E03">
      <w:r>
        <w:t>— </w:t>
      </w:r>
      <w:r w:rsidR="0024252B" w:rsidRPr="002813C1">
        <w:t>C</w:t>
      </w:r>
      <w:r>
        <w:t>’</w:t>
      </w:r>
      <w:r w:rsidR="0024252B" w:rsidRPr="002813C1">
        <w:t>est mon idée</w:t>
      </w:r>
      <w:r>
        <w:t xml:space="preserve">, </w:t>
      </w:r>
      <w:r w:rsidR="0024252B" w:rsidRPr="002813C1">
        <w:t>comme cela</w:t>
      </w:r>
      <w:r>
        <w:t xml:space="preserve"> !… </w:t>
      </w:r>
      <w:r w:rsidR="0024252B" w:rsidRPr="002813C1">
        <w:t>J</w:t>
      </w:r>
      <w:r>
        <w:t>’</w:t>
      </w:r>
      <w:r w:rsidR="0024252B" w:rsidRPr="002813C1">
        <w:t xml:space="preserve">ai huit cents </w:t>
      </w:r>
      <w:r>
        <w:t>« </w:t>
      </w:r>
      <w:r w:rsidR="0024252B" w:rsidRPr="002813C1">
        <w:t>balles</w:t>
      </w:r>
      <w:r>
        <w:t> »</w:t>
      </w:r>
      <w:r w:rsidR="0024252B" w:rsidRPr="002813C1">
        <w:t xml:space="preserve"> sous un carreau de ma chambre</w:t>
      </w:r>
      <w:r>
        <w:t xml:space="preserve">, </w:t>
      </w:r>
      <w:r w:rsidR="0024252B" w:rsidRPr="002813C1">
        <w:t>en or</w:t>
      </w:r>
      <w:r>
        <w:t xml:space="preserve">… </w:t>
      </w:r>
      <w:r w:rsidR="0024252B" w:rsidRPr="002813C1">
        <w:t>un an de sueur</w:t>
      </w:r>
      <w:r>
        <w:t xml:space="preserve">… </w:t>
      </w:r>
      <w:r w:rsidR="0024252B" w:rsidRPr="002813C1">
        <w:t>je les mangerai s</w:t>
      </w:r>
      <w:r>
        <w:t>’</w:t>
      </w:r>
      <w:r w:rsidR="0024252B" w:rsidRPr="002813C1">
        <w:t>il faut jusqu</w:t>
      </w:r>
      <w:r>
        <w:t>’</w:t>
      </w:r>
      <w:r w:rsidR="0024252B" w:rsidRPr="002813C1">
        <w:t>au dernier centime</w:t>
      </w:r>
      <w:r>
        <w:t xml:space="preserve">. </w:t>
      </w:r>
      <w:r w:rsidR="0024252B" w:rsidRPr="002813C1">
        <w:t xml:space="preserve">Et quand je verrai le </w:t>
      </w:r>
      <w:proofErr w:type="spellStart"/>
      <w:r w:rsidR="0024252B" w:rsidRPr="002813C1">
        <w:t>Coralth</w:t>
      </w:r>
      <w:proofErr w:type="spellEnd"/>
      <w:r w:rsidR="0024252B" w:rsidRPr="002813C1">
        <w:t xml:space="preserve"> tombé plus bas que la boue</w:t>
      </w:r>
      <w:r>
        <w:t xml:space="preserve">, </w:t>
      </w:r>
      <w:r w:rsidR="0024252B" w:rsidRPr="002813C1">
        <w:t>je dirai</w:t>
      </w:r>
      <w:r>
        <w:t> : « </w:t>
      </w:r>
      <w:r w:rsidR="0024252B" w:rsidRPr="002813C1">
        <w:t>Voilà qui est bien</w:t>
      </w:r>
      <w:r>
        <w:t> ! »</w:t>
      </w:r>
      <w:r w:rsidR="0024252B" w:rsidRPr="002813C1">
        <w:t xml:space="preserve"> et je jouirai pour plus de cent mille francs</w:t>
      </w:r>
      <w:r>
        <w:t xml:space="preserve">… </w:t>
      </w:r>
      <w:r w:rsidR="0024252B" w:rsidRPr="002813C1">
        <w:t xml:space="preserve">Si vous aviez un </w:t>
      </w:r>
      <w:r>
        <w:t>« </w:t>
      </w:r>
      <w:r w:rsidR="0024252B" w:rsidRPr="002813C1">
        <w:t>embêtement</w:t>
      </w:r>
      <w:r>
        <w:t> »</w:t>
      </w:r>
      <w:r w:rsidR="0024252B" w:rsidRPr="002813C1">
        <w:t xml:space="preserve"> qui vous revînt la nuit</w:t>
      </w:r>
      <w:r>
        <w:t xml:space="preserve">, </w:t>
      </w:r>
      <w:r w:rsidR="0024252B" w:rsidRPr="002813C1">
        <w:t>quand vous ne dormez pas</w:t>
      </w:r>
      <w:r>
        <w:t xml:space="preserve">, </w:t>
      </w:r>
      <w:r w:rsidR="0024252B" w:rsidRPr="002813C1">
        <w:t>vous donneriez bien quelque chose</w:t>
      </w:r>
      <w:r>
        <w:t xml:space="preserve">, </w:t>
      </w:r>
      <w:r w:rsidR="0024252B" w:rsidRPr="002813C1">
        <w:t>pas vrai</w:t>
      </w:r>
      <w:r>
        <w:t xml:space="preserve">, </w:t>
      </w:r>
      <w:r w:rsidR="0024252B" w:rsidRPr="002813C1">
        <w:t>m</w:t>
      </w:r>
      <w:r>
        <w:t>’</w:t>
      </w:r>
      <w:proofErr w:type="spellStart"/>
      <w:r w:rsidR="0024252B" w:rsidRPr="002813C1">
        <w:t>sieu</w:t>
      </w:r>
      <w:proofErr w:type="spellEnd"/>
      <w:r>
        <w:t xml:space="preserve">, </w:t>
      </w:r>
      <w:r w:rsidR="0024252B" w:rsidRPr="002813C1">
        <w:t>pour vous en débarrasser</w:t>
      </w:r>
      <w:r>
        <w:t xml:space="preserve">… </w:t>
      </w:r>
      <w:r w:rsidR="0024252B" w:rsidRPr="002813C1">
        <w:t>Eh bien</w:t>
      </w:r>
      <w:r>
        <w:t xml:space="preserve"> ! </w:t>
      </w:r>
      <w:r w:rsidR="0024252B" w:rsidRPr="002813C1">
        <w:t>c</w:t>
      </w:r>
      <w:r>
        <w:t>’</w:t>
      </w:r>
      <w:r w:rsidR="0024252B" w:rsidRPr="002813C1">
        <w:t>est mon cauchemar</w:t>
      </w:r>
      <w:r>
        <w:t xml:space="preserve">, </w:t>
      </w:r>
      <w:r w:rsidR="0024252B" w:rsidRPr="002813C1">
        <w:t>ce brigand-là</w:t>
      </w:r>
      <w:r>
        <w:t xml:space="preserve">… </w:t>
      </w:r>
      <w:r w:rsidR="0024252B" w:rsidRPr="002813C1">
        <w:t>Il faut voir à en finir</w:t>
      </w:r>
      <w:r>
        <w:t>.</w:t>
      </w:r>
    </w:p>
    <w:p w14:paraId="600B55D1" w14:textId="2F224594" w:rsidR="00B77E03" w:rsidRDefault="00B77E03" w:rsidP="00B77E03">
      <w:r>
        <w:t>M. de </w:t>
      </w:r>
      <w:proofErr w:type="spellStart"/>
      <w:r w:rsidR="0024252B" w:rsidRPr="002813C1">
        <w:t>Coralth</w:t>
      </w:r>
      <w:proofErr w:type="spellEnd"/>
      <w:r w:rsidR="0024252B" w:rsidRPr="002813C1">
        <w:t xml:space="preserve"> qui avait beaucoup d</w:t>
      </w:r>
      <w:r>
        <w:t>’</w:t>
      </w:r>
      <w:r w:rsidR="0024252B" w:rsidRPr="002813C1">
        <w:t>expérience</w:t>
      </w:r>
      <w:r>
        <w:t xml:space="preserve">, </w:t>
      </w:r>
      <w:r w:rsidR="0024252B" w:rsidRPr="002813C1">
        <w:t>eût été certainement effrayé</w:t>
      </w:r>
      <w:r>
        <w:t xml:space="preserve">, </w:t>
      </w:r>
      <w:r w:rsidR="0024252B" w:rsidRPr="002813C1">
        <w:t>s</w:t>
      </w:r>
      <w:r>
        <w:t>’</w:t>
      </w:r>
      <w:r w:rsidR="0024252B" w:rsidRPr="002813C1">
        <w:t>il eût vu ce singulier ennemi qu</w:t>
      </w:r>
      <w:r>
        <w:t>’</w:t>
      </w:r>
      <w:r w:rsidR="0024252B" w:rsidRPr="002813C1">
        <w:t xml:space="preserve">il ne </w:t>
      </w:r>
      <w:r w:rsidR="0024252B" w:rsidRPr="002813C1">
        <w:lastRenderedPageBreak/>
        <w:t>connaissait pas</w:t>
      </w:r>
      <w:r>
        <w:t xml:space="preserve">… </w:t>
      </w:r>
      <w:r w:rsidR="0024252B" w:rsidRPr="002813C1">
        <w:t>Ses yeux</w:t>
      </w:r>
      <w:r>
        <w:t xml:space="preserve">, </w:t>
      </w:r>
      <w:r w:rsidR="0024252B" w:rsidRPr="002813C1">
        <w:t>d</w:t>
      </w:r>
      <w:r>
        <w:t>’</w:t>
      </w:r>
      <w:r w:rsidR="0024252B" w:rsidRPr="002813C1">
        <w:t>un bleu pâle et indécis</w:t>
      </w:r>
      <w:r>
        <w:t xml:space="preserve">, </w:t>
      </w:r>
      <w:r w:rsidR="0024252B" w:rsidRPr="002813C1">
        <w:t>habituellement</w:t>
      </w:r>
      <w:r>
        <w:t xml:space="preserve">, </w:t>
      </w:r>
      <w:r w:rsidR="0024252B" w:rsidRPr="002813C1">
        <w:t>avaient en ce moment l</w:t>
      </w:r>
      <w:r>
        <w:t>’</w:t>
      </w:r>
      <w:r w:rsidR="0024252B" w:rsidRPr="002813C1">
        <w:t>éclat de l</w:t>
      </w:r>
      <w:r>
        <w:t>’</w:t>
      </w:r>
      <w:r w:rsidR="0024252B" w:rsidRPr="002813C1">
        <w:t>acier</w:t>
      </w:r>
      <w:r>
        <w:t xml:space="preserve">, </w:t>
      </w:r>
      <w:r w:rsidR="0024252B" w:rsidRPr="002813C1">
        <w:t>et ses poings se crispaient dans le vide</w:t>
      </w:r>
      <w:r>
        <w:t>…</w:t>
      </w:r>
    </w:p>
    <w:p w14:paraId="3A278DE9" w14:textId="24D4C16C" w:rsidR="00B77E03" w:rsidRDefault="00B77E03" w:rsidP="00B77E03">
      <w:r>
        <w:t>— </w:t>
      </w:r>
      <w:r w:rsidR="0024252B" w:rsidRPr="002813C1">
        <w:t>C</w:t>
      </w:r>
      <w:r>
        <w:t>’</w:t>
      </w:r>
      <w:r w:rsidR="0024252B" w:rsidRPr="002813C1">
        <w:t>est lui</w:t>
      </w:r>
      <w:r>
        <w:t xml:space="preserve">, </w:t>
      </w:r>
      <w:r w:rsidR="0024252B" w:rsidRPr="002813C1">
        <w:t>continua-t-il d</w:t>
      </w:r>
      <w:r>
        <w:t>’</w:t>
      </w:r>
      <w:r w:rsidR="0024252B" w:rsidRPr="002813C1">
        <w:t>un air sombre</w:t>
      </w:r>
      <w:r>
        <w:t xml:space="preserve">, </w:t>
      </w:r>
      <w:r w:rsidR="0024252B" w:rsidRPr="002813C1">
        <w:t>qui est cause de tout</w:t>
      </w:r>
      <w:r>
        <w:t xml:space="preserve">… </w:t>
      </w:r>
      <w:r w:rsidR="0024252B" w:rsidRPr="002813C1">
        <w:t>Je vous l</w:t>
      </w:r>
      <w:r>
        <w:t>’</w:t>
      </w:r>
      <w:r w:rsidR="0024252B" w:rsidRPr="002813C1">
        <w:t>ai conté</w:t>
      </w:r>
      <w:r>
        <w:t xml:space="preserve">, </w:t>
      </w:r>
      <w:r w:rsidR="0024252B" w:rsidRPr="002813C1">
        <w:t>m</w:t>
      </w:r>
      <w:r>
        <w:t>’</w:t>
      </w:r>
      <w:proofErr w:type="spellStart"/>
      <w:r w:rsidR="0024252B" w:rsidRPr="002813C1">
        <w:t>sieu</w:t>
      </w:r>
      <w:proofErr w:type="spellEnd"/>
      <w:r>
        <w:t xml:space="preserve">, </w:t>
      </w:r>
      <w:r w:rsidR="0024252B" w:rsidRPr="002813C1">
        <w:t>j</w:t>
      </w:r>
      <w:r>
        <w:t>’</w:t>
      </w:r>
      <w:r w:rsidR="0024252B" w:rsidRPr="002813C1">
        <w:t>ai fait un mauvais coup dans le temps</w:t>
      </w:r>
      <w:r>
        <w:t xml:space="preserve">… </w:t>
      </w:r>
      <w:r w:rsidR="0024252B" w:rsidRPr="002813C1">
        <w:t>Sans un miracle du bon Dieu</w:t>
      </w:r>
      <w:r>
        <w:t xml:space="preserve">, </w:t>
      </w:r>
      <w:r w:rsidR="0024252B" w:rsidRPr="002813C1">
        <w:t>je tuais un homme</w:t>
      </w:r>
      <w:r>
        <w:t xml:space="preserve">, </w:t>
      </w:r>
      <w:r w:rsidR="0024252B" w:rsidRPr="002813C1">
        <w:t>le roi des hommes</w:t>
      </w:r>
      <w:r>
        <w:t xml:space="preserve"> !… </w:t>
      </w:r>
      <w:r w:rsidR="0024252B" w:rsidRPr="002813C1">
        <w:t>Eh bien</w:t>
      </w:r>
      <w:r>
        <w:t xml:space="preserve"> ! </w:t>
      </w:r>
      <w:r w:rsidR="0024252B" w:rsidRPr="002813C1">
        <w:t xml:space="preserve">si </w:t>
      </w:r>
      <w:r>
        <w:t>M. </w:t>
      </w:r>
      <w:r w:rsidR="0024252B" w:rsidRPr="002813C1">
        <w:t>André s</w:t>
      </w:r>
      <w:r>
        <w:t>’</w:t>
      </w:r>
      <w:r w:rsidR="0024252B" w:rsidRPr="002813C1">
        <w:t>était cassé les reins en tombant de son cinquième</w:t>
      </w:r>
      <w:r>
        <w:t xml:space="preserve">, </w:t>
      </w:r>
      <w:r w:rsidR="0024252B" w:rsidRPr="002813C1">
        <w:t xml:space="preserve">mon </w:t>
      </w:r>
      <w:proofErr w:type="spellStart"/>
      <w:r w:rsidR="0024252B" w:rsidRPr="002813C1">
        <w:t>Coralth</w:t>
      </w:r>
      <w:proofErr w:type="spellEnd"/>
      <w:r w:rsidR="0024252B" w:rsidRPr="002813C1">
        <w:t xml:space="preserve"> serait aujourd</w:t>
      </w:r>
      <w:r>
        <w:t>’</w:t>
      </w:r>
      <w:r w:rsidR="0024252B" w:rsidRPr="002813C1">
        <w:t xml:space="preserve">hui le duc de </w:t>
      </w:r>
      <w:proofErr w:type="spellStart"/>
      <w:r w:rsidR="0024252B" w:rsidRPr="002813C1">
        <w:t>Champdoce</w:t>
      </w:r>
      <w:proofErr w:type="spellEnd"/>
      <w:r w:rsidR="0024252B" w:rsidRPr="002813C1">
        <w:t xml:space="preserve"> à la place du vrai</w:t>
      </w:r>
      <w:r>
        <w:t xml:space="preserve"> !… </w:t>
      </w:r>
      <w:r w:rsidR="0024252B" w:rsidRPr="002813C1">
        <w:t xml:space="preserve">Et on le laisserait </w:t>
      </w:r>
      <w:r>
        <w:t>« </w:t>
      </w:r>
      <w:r w:rsidR="0024252B" w:rsidRPr="002813C1">
        <w:t>se la couler douce</w:t>
      </w:r>
      <w:r>
        <w:t>, »</w:t>
      </w:r>
      <w:r w:rsidR="0024252B" w:rsidRPr="002813C1">
        <w:t xml:space="preserve"> rouler carrosse et </w:t>
      </w:r>
      <w:r>
        <w:t>« </w:t>
      </w:r>
      <w:r w:rsidR="0024252B" w:rsidRPr="002813C1">
        <w:t>épater</w:t>
      </w:r>
      <w:r>
        <w:t> »</w:t>
      </w:r>
      <w:r w:rsidR="0024252B" w:rsidRPr="002813C1">
        <w:t xml:space="preserve"> le monde</w:t>
      </w:r>
      <w:r>
        <w:t xml:space="preserve"> !… </w:t>
      </w:r>
      <w:r w:rsidR="0024252B" w:rsidRPr="002813C1">
        <w:t>Ah</w:t>
      </w:r>
      <w:r>
        <w:t xml:space="preserve"> ! </w:t>
      </w:r>
      <w:r w:rsidR="0024252B" w:rsidRPr="002813C1">
        <w:t>ce ne serait pas à faire</w:t>
      </w:r>
      <w:r>
        <w:t xml:space="preserve"> !… </w:t>
      </w:r>
      <w:r w:rsidR="0024252B" w:rsidRPr="002813C1">
        <w:t>Des gars comme ça</w:t>
      </w:r>
      <w:r>
        <w:t xml:space="preserve">, </w:t>
      </w:r>
      <w:r w:rsidR="0024252B" w:rsidRPr="002813C1">
        <w:t>il n</w:t>
      </w:r>
      <w:r>
        <w:t>’</w:t>
      </w:r>
      <w:r w:rsidR="0024252B" w:rsidRPr="002813C1">
        <w:t>y en a que trop</w:t>
      </w:r>
      <w:r>
        <w:t xml:space="preserve">, </w:t>
      </w:r>
      <w:r w:rsidR="0024252B" w:rsidRPr="002813C1">
        <w:t>qui font du tort à la salubrité publique</w:t>
      </w:r>
      <w:r>
        <w:t xml:space="preserve">… </w:t>
      </w:r>
      <w:r w:rsidR="0024252B" w:rsidRPr="002813C1">
        <w:t>Minute</w:t>
      </w:r>
      <w:r>
        <w:t xml:space="preserve">, </w:t>
      </w:r>
      <w:proofErr w:type="spellStart"/>
      <w:r w:rsidR="0024252B" w:rsidRPr="002813C1">
        <w:t>Coralth</w:t>
      </w:r>
      <w:proofErr w:type="spellEnd"/>
      <w:r>
        <w:t xml:space="preserve">, </w:t>
      </w:r>
      <w:r w:rsidR="0024252B" w:rsidRPr="002813C1">
        <w:t>mon vieux</w:t>
      </w:r>
      <w:r>
        <w:t xml:space="preserve">, </w:t>
      </w:r>
      <w:r w:rsidR="0024252B" w:rsidRPr="002813C1">
        <w:t>je suis à toi</w:t>
      </w:r>
      <w:r>
        <w:t xml:space="preserve">, </w:t>
      </w:r>
      <w:r w:rsidR="0024252B" w:rsidRPr="002813C1">
        <w:t>je te vais servir</w:t>
      </w:r>
      <w:r>
        <w:t xml:space="preserve"> !… </w:t>
      </w:r>
      <w:r w:rsidR="0024252B" w:rsidRPr="002813C1">
        <w:t>D</w:t>
      </w:r>
      <w:r>
        <w:t>’</w:t>
      </w:r>
      <w:r w:rsidR="0024252B" w:rsidRPr="002813C1">
        <w:t>abord</w:t>
      </w:r>
      <w:r>
        <w:t xml:space="preserve">, </w:t>
      </w:r>
      <w:r w:rsidR="0024252B" w:rsidRPr="002813C1">
        <w:t>je lui dois ça et je paye mes dettes</w:t>
      </w:r>
      <w:r>
        <w:t xml:space="preserve">, </w:t>
      </w:r>
      <w:r w:rsidR="0024252B" w:rsidRPr="002813C1">
        <w:t>moi</w:t>
      </w:r>
      <w:r>
        <w:t xml:space="preserve"> !… </w:t>
      </w:r>
      <w:r w:rsidR="0024252B" w:rsidRPr="002813C1">
        <w:t xml:space="preserve">Quand </w:t>
      </w:r>
      <w:r>
        <w:t>M. </w:t>
      </w:r>
      <w:r w:rsidR="0024252B" w:rsidRPr="002813C1">
        <w:t>André m</w:t>
      </w:r>
      <w:r>
        <w:t>’</w:t>
      </w:r>
      <w:r w:rsidR="0024252B" w:rsidRPr="002813C1">
        <w:t>a tiré du pétrin</w:t>
      </w:r>
      <w:r>
        <w:t xml:space="preserve">, </w:t>
      </w:r>
      <w:r w:rsidR="0024252B" w:rsidRPr="002813C1">
        <w:t>et vrai comme il fait jour</w:t>
      </w:r>
      <w:r>
        <w:t xml:space="preserve">, </w:t>
      </w:r>
      <w:r w:rsidR="0024252B" w:rsidRPr="002813C1">
        <w:t>je méritais d</w:t>
      </w:r>
      <w:r>
        <w:t>’</w:t>
      </w:r>
      <w:r w:rsidR="0024252B" w:rsidRPr="002813C1">
        <w:t>avoir le coup coupé</w:t>
      </w:r>
      <w:r>
        <w:t xml:space="preserve">, </w:t>
      </w:r>
      <w:r w:rsidR="0024252B" w:rsidRPr="002813C1">
        <w:t>il ne m</w:t>
      </w:r>
      <w:r>
        <w:t>’</w:t>
      </w:r>
      <w:r w:rsidR="0024252B" w:rsidRPr="002813C1">
        <w:t>a pas fait de conditions</w:t>
      </w:r>
      <w:r>
        <w:t xml:space="preserve">… </w:t>
      </w:r>
      <w:r w:rsidR="0024252B" w:rsidRPr="002813C1">
        <w:t>Il m</w:t>
      </w:r>
      <w:r>
        <w:t>’</w:t>
      </w:r>
      <w:r w:rsidR="0024252B" w:rsidRPr="002813C1">
        <w:t>a seulement dit</w:t>
      </w:r>
      <w:r>
        <w:t> : « </w:t>
      </w:r>
      <w:r w:rsidR="0024252B" w:rsidRPr="002813C1">
        <w:t>Si tu n</w:t>
      </w:r>
      <w:r>
        <w:t>’</w:t>
      </w:r>
      <w:r w:rsidR="0024252B" w:rsidRPr="002813C1">
        <w:t>es pas pourri jusqu</w:t>
      </w:r>
      <w:r>
        <w:t>’</w:t>
      </w:r>
      <w:r w:rsidR="0024252B" w:rsidRPr="002813C1">
        <w:t xml:space="preserve">aux </w:t>
      </w:r>
      <w:r>
        <w:t>moel</w:t>
      </w:r>
      <w:r w:rsidR="0024252B" w:rsidRPr="002813C1">
        <w:t>les</w:t>
      </w:r>
      <w:r>
        <w:t xml:space="preserve">, </w:t>
      </w:r>
      <w:r w:rsidR="0024252B" w:rsidRPr="002813C1">
        <w:t>tu seras honnête</w:t>
      </w:r>
      <w:r>
        <w:t xml:space="preserve">, </w:t>
      </w:r>
      <w:r w:rsidR="0024252B" w:rsidRPr="002813C1">
        <w:t>désormais</w:t>
      </w:r>
      <w:r>
        <w:t> !… »</w:t>
      </w:r>
      <w:r w:rsidR="0024252B" w:rsidRPr="002813C1">
        <w:t xml:space="preserve"> Et il fallait le voir</w:t>
      </w:r>
      <w:r>
        <w:t xml:space="preserve">, </w:t>
      </w:r>
      <w:r w:rsidR="0024252B" w:rsidRPr="002813C1">
        <w:t>disant cela</w:t>
      </w:r>
      <w:r>
        <w:t xml:space="preserve">, </w:t>
      </w:r>
      <w:r w:rsidR="0024252B" w:rsidRPr="002813C1">
        <w:t>tout démoli encore de sa chute</w:t>
      </w:r>
      <w:r>
        <w:t xml:space="preserve">, </w:t>
      </w:r>
      <w:r w:rsidR="0024252B" w:rsidRPr="002813C1">
        <w:t>l</w:t>
      </w:r>
      <w:r>
        <w:t>’</w:t>
      </w:r>
      <w:r w:rsidR="0024252B" w:rsidRPr="002813C1">
        <w:t>épaule entortillée et pâle comme une guenille</w:t>
      </w:r>
      <w:r>
        <w:t xml:space="preserve">… </w:t>
      </w:r>
      <w:r w:rsidR="0024252B" w:rsidRPr="002813C1">
        <w:t>Cré nom</w:t>
      </w:r>
      <w:r>
        <w:t xml:space="preserve"> !… </w:t>
      </w:r>
      <w:r w:rsidR="0024252B" w:rsidRPr="002813C1">
        <w:t>je me sentais petit devant lui</w:t>
      </w:r>
      <w:r>
        <w:t xml:space="preserve">, </w:t>
      </w:r>
      <w:r w:rsidR="0024252B" w:rsidRPr="002813C1">
        <w:t>comme un verre de terre</w:t>
      </w:r>
      <w:r>
        <w:t xml:space="preserve"> !… </w:t>
      </w:r>
      <w:r w:rsidR="0024252B" w:rsidRPr="002813C1">
        <w:t>Alors je me suis juré que je lui ferais honneur</w:t>
      </w:r>
      <w:r>
        <w:t xml:space="preserve">… </w:t>
      </w:r>
      <w:r w:rsidR="0024252B" w:rsidRPr="002813C1">
        <w:t>Et quand il me vient de mauvaises idées</w:t>
      </w:r>
      <w:r>
        <w:t xml:space="preserve">, </w:t>
      </w:r>
      <w:r w:rsidR="0024252B" w:rsidRPr="002813C1">
        <w:t>car il m</w:t>
      </w:r>
      <w:r>
        <w:t>’</w:t>
      </w:r>
      <w:r w:rsidR="0024252B" w:rsidRPr="002813C1">
        <w:t>en vient</w:t>
      </w:r>
      <w:r>
        <w:t xml:space="preserve">, </w:t>
      </w:r>
      <w:r w:rsidR="0024252B" w:rsidRPr="002813C1">
        <w:t xml:space="preserve">ou quand </w:t>
      </w:r>
      <w:r>
        <w:t>« </w:t>
      </w:r>
      <w:r w:rsidR="0024252B" w:rsidRPr="002813C1">
        <w:t>la soif me galope</w:t>
      </w:r>
      <w:r>
        <w:t>, »</w:t>
      </w:r>
      <w:r w:rsidR="0024252B" w:rsidRPr="002813C1">
        <w:t xml:space="preserve"> je me dis</w:t>
      </w:r>
      <w:r>
        <w:t> : « </w:t>
      </w:r>
      <w:r w:rsidR="0024252B" w:rsidRPr="002813C1">
        <w:t>De quoi</w:t>
      </w:r>
      <w:r>
        <w:t xml:space="preserve"> ! </w:t>
      </w:r>
      <w:r w:rsidR="0024252B" w:rsidRPr="002813C1">
        <w:t>attends un peu</w:t>
      </w:r>
      <w:r>
        <w:t xml:space="preserve">, </w:t>
      </w:r>
      <w:r w:rsidR="0024252B" w:rsidRPr="002813C1">
        <w:t>je vais te payer une chopine</w:t>
      </w:r>
      <w:r>
        <w:t xml:space="preserve">, </w:t>
      </w:r>
      <w:r w:rsidR="0024252B" w:rsidRPr="002813C1">
        <w:t>moi</w:t>
      </w:r>
      <w:r>
        <w:t xml:space="preserve">, </w:t>
      </w:r>
      <w:r w:rsidR="0024252B" w:rsidRPr="002813C1">
        <w:t>et</w:t>
      </w:r>
      <w:r>
        <w:t xml:space="preserve">… </w:t>
      </w:r>
      <w:r w:rsidR="0024252B" w:rsidRPr="002813C1">
        <w:t>et m</w:t>
      </w:r>
      <w:r>
        <w:t>’</w:t>
      </w:r>
      <w:proofErr w:type="spellStart"/>
      <w:r w:rsidR="0024252B" w:rsidRPr="002813C1">
        <w:t>sieu</w:t>
      </w:r>
      <w:proofErr w:type="spellEnd"/>
      <w:r w:rsidR="0024252B" w:rsidRPr="002813C1">
        <w:t xml:space="preserve"> André</w:t>
      </w:r>
      <w:r>
        <w:t xml:space="preserve">, </w:t>
      </w:r>
      <w:r w:rsidR="0024252B" w:rsidRPr="002813C1">
        <w:t>donc</w:t>
      </w:r>
      <w:r>
        <w:t> ! »</w:t>
      </w:r>
      <w:r w:rsidR="0024252B" w:rsidRPr="002813C1">
        <w:t xml:space="preserve"> Et ça me coupe la soif comme avec la main</w:t>
      </w:r>
      <w:r>
        <w:t xml:space="preserve">. </w:t>
      </w:r>
      <w:r w:rsidR="0024252B" w:rsidRPr="002813C1">
        <w:t>J</w:t>
      </w:r>
      <w:r>
        <w:t>’</w:t>
      </w:r>
      <w:r w:rsidR="0024252B" w:rsidRPr="002813C1">
        <w:t>ai son portrait à la maison</w:t>
      </w:r>
      <w:r>
        <w:t xml:space="preserve">, </w:t>
      </w:r>
      <w:r w:rsidR="0024252B" w:rsidRPr="002813C1">
        <w:t>et</w:t>
      </w:r>
      <w:r>
        <w:t xml:space="preserve">, </w:t>
      </w:r>
      <w:r w:rsidR="0024252B" w:rsidRPr="002813C1">
        <w:t>tous les soirs</w:t>
      </w:r>
      <w:r>
        <w:t xml:space="preserve">, </w:t>
      </w:r>
      <w:r w:rsidR="0024252B" w:rsidRPr="002813C1">
        <w:t>avant de me mettre dans les toiles</w:t>
      </w:r>
      <w:r>
        <w:t xml:space="preserve">, </w:t>
      </w:r>
      <w:r w:rsidR="0024252B" w:rsidRPr="002813C1">
        <w:t>je lui raconte ma journée</w:t>
      </w:r>
      <w:r>
        <w:t xml:space="preserve">… </w:t>
      </w:r>
      <w:r w:rsidR="0024252B" w:rsidRPr="002813C1">
        <w:t>et</w:t>
      </w:r>
      <w:r>
        <w:t xml:space="preserve">, </w:t>
      </w:r>
      <w:r w:rsidR="0024252B" w:rsidRPr="002813C1">
        <w:t>vrai</w:t>
      </w:r>
      <w:r>
        <w:t xml:space="preserve">, </w:t>
      </w:r>
      <w:r w:rsidR="0024252B" w:rsidRPr="002813C1">
        <w:t xml:space="preserve">il y a </w:t>
      </w:r>
      <w:proofErr w:type="gramStart"/>
      <w:r w:rsidR="0024252B" w:rsidRPr="002813C1">
        <w:t>des fois</w:t>
      </w:r>
      <w:proofErr w:type="gramEnd"/>
      <w:r w:rsidR="0024252B" w:rsidRPr="002813C1">
        <w:t xml:space="preserve"> où je crois qu</w:t>
      </w:r>
      <w:r>
        <w:t>’</w:t>
      </w:r>
      <w:r w:rsidR="0024252B" w:rsidRPr="002813C1">
        <w:t>il me rit</w:t>
      </w:r>
      <w:r>
        <w:t xml:space="preserve">… </w:t>
      </w:r>
      <w:r w:rsidR="0024252B" w:rsidRPr="002813C1">
        <w:t>C</w:t>
      </w:r>
      <w:r>
        <w:t>’</w:t>
      </w:r>
      <w:r w:rsidR="0024252B" w:rsidRPr="002813C1">
        <w:t>est bête comme tout</w:t>
      </w:r>
      <w:r>
        <w:t xml:space="preserve">, </w:t>
      </w:r>
      <w:r w:rsidR="0024252B" w:rsidRPr="002813C1">
        <w:t>peut-être bien</w:t>
      </w:r>
      <w:r>
        <w:t xml:space="preserve">, </w:t>
      </w:r>
      <w:r w:rsidR="0024252B" w:rsidRPr="002813C1">
        <w:t>mais je ne suis pas honteux</w:t>
      </w:r>
      <w:r>
        <w:t xml:space="preserve">… </w:t>
      </w:r>
      <w:r w:rsidR="0024252B" w:rsidRPr="002813C1">
        <w:t>M</w:t>
      </w:r>
      <w:r>
        <w:t>’</w:t>
      </w:r>
      <w:proofErr w:type="spellStart"/>
      <w:r w:rsidR="0024252B" w:rsidRPr="002813C1">
        <w:t>sieu</w:t>
      </w:r>
      <w:proofErr w:type="spellEnd"/>
      <w:r w:rsidR="0024252B" w:rsidRPr="002813C1">
        <w:t xml:space="preserve"> André et ma pauvre bonne femme de mère</w:t>
      </w:r>
      <w:r>
        <w:t xml:space="preserve">, </w:t>
      </w:r>
      <w:r w:rsidR="0024252B" w:rsidRPr="002813C1">
        <w:t>voilà mes deux béquilles</w:t>
      </w:r>
      <w:r>
        <w:t xml:space="preserve">, </w:t>
      </w:r>
      <w:r w:rsidR="0024252B" w:rsidRPr="002813C1">
        <w:t>et je ne crains plus les faux pas</w:t>
      </w:r>
      <w:r>
        <w:t> !…</w:t>
      </w:r>
    </w:p>
    <w:p w14:paraId="20D819CF" w14:textId="77777777" w:rsidR="00B77E03" w:rsidRDefault="0024252B" w:rsidP="00B77E03">
      <w:proofErr w:type="spellStart"/>
      <w:r w:rsidRPr="002813C1">
        <w:lastRenderedPageBreak/>
        <w:t>Schebel</w:t>
      </w:r>
      <w:proofErr w:type="spellEnd"/>
      <w:r w:rsidR="00B77E03">
        <w:t xml:space="preserve">, </w:t>
      </w:r>
      <w:r w:rsidRPr="002813C1">
        <w:t>le philosophe allemand</w:t>
      </w:r>
      <w:r w:rsidR="00B77E03">
        <w:t xml:space="preserve">, </w:t>
      </w:r>
      <w:r w:rsidRPr="002813C1">
        <w:t>qui a écrit une théorie de la volonté en quatre tomes</w:t>
      </w:r>
      <w:r w:rsidR="00B77E03">
        <w:t xml:space="preserve">, </w:t>
      </w:r>
      <w:r w:rsidRPr="002813C1">
        <w:t>était moins fort que Chupin</w:t>
      </w:r>
      <w:r w:rsidR="00B77E03">
        <w:t>.</w:t>
      </w:r>
    </w:p>
    <w:p w14:paraId="74959F34" w14:textId="77777777" w:rsidR="00B77E03" w:rsidRDefault="00B77E03" w:rsidP="00B77E03">
      <w:r>
        <w:t>— </w:t>
      </w:r>
      <w:r w:rsidR="0024252B" w:rsidRPr="002813C1">
        <w:t>C</w:t>
      </w:r>
      <w:r>
        <w:t>’</w:t>
      </w:r>
      <w:r w:rsidR="0024252B" w:rsidRPr="002813C1">
        <w:t>est pour dire</w:t>
      </w:r>
      <w:r>
        <w:t xml:space="preserve">, </w:t>
      </w:r>
      <w:r w:rsidR="0024252B" w:rsidRPr="002813C1">
        <w:t>m</w:t>
      </w:r>
      <w:r>
        <w:t>’</w:t>
      </w:r>
      <w:proofErr w:type="spellStart"/>
      <w:r w:rsidR="0024252B" w:rsidRPr="002813C1">
        <w:t>sieu</w:t>
      </w:r>
      <w:proofErr w:type="spellEnd"/>
      <w:r>
        <w:t xml:space="preserve">, </w:t>
      </w:r>
      <w:r w:rsidR="0024252B" w:rsidRPr="002813C1">
        <w:t>reprit-il</w:t>
      </w:r>
      <w:r>
        <w:t xml:space="preserve">, </w:t>
      </w:r>
      <w:r w:rsidR="0024252B" w:rsidRPr="002813C1">
        <w:t>que vous pouvez garder votre argent</w:t>
      </w:r>
      <w:r>
        <w:t xml:space="preserve">… </w:t>
      </w:r>
      <w:r w:rsidR="0024252B" w:rsidRPr="002813C1">
        <w:t>Je suis honnête</w:t>
      </w:r>
      <w:r>
        <w:t xml:space="preserve">, </w:t>
      </w:r>
      <w:r w:rsidR="0024252B" w:rsidRPr="002813C1">
        <w:t>moi</w:t>
      </w:r>
      <w:r>
        <w:t xml:space="preserve">, </w:t>
      </w:r>
      <w:r w:rsidR="0024252B" w:rsidRPr="002813C1">
        <w:t>et les honnêtes gens doivent se prêter la main gratis</w:t>
      </w:r>
      <w:r>
        <w:t xml:space="preserve">, </w:t>
      </w:r>
      <w:r w:rsidR="0024252B" w:rsidRPr="002813C1">
        <w:t>comme les compagnons d</w:t>
      </w:r>
      <w:r>
        <w:t>’</w:t>
      </w:r>
      <w:r w:rsidR="0024252B" w:rsidRPr="002813C1">
        <w:t>un même devoir</w:t>
      </w:r>
      <w:r>
        <w:t xml:space="preserve">… </w:t>
      </w:r>
      <w:r w:rsidR="0024252B" w:rsidRPr="002813C1">
        <w:t>Il ne s</w:t>
      </w:r>
      <w:r>
        <w:t>’</w:t>
      </w:r>
      <w:r w:rsidR="0024252B" w:rsidRPr="002813C1">
        <w:t xml:space="preserve">agirait pas de </w:t>
      </w:r>
      <w:proofErr w:type="spellStart"/>
      <w:r w:rsidR="0024252B" w:rsidRPr="002813C1">
        <w:t>Coralth</w:t>
      </w:r>
      <w:proofErr w:type="spellEnd"/>
      <w:r w:rsidR="0024252B" w:rsidRPr="002813C1">
        <w:t xml:space="preserve"> que cela m</w:t>
      </w:r>
      <w:r>
        <w:t>’</w:t>
      </w:r>
      <w:r w:rsidR="0024252B" w:rsidRPr="002813C1">
        <w:t>irait encore de trimer pour ce pauvre mâtin qu</w:t>
      </w:r>
      <w:r>
        <w:t>’</w:t>
      </w:r>
      <w:r w:rsidR="0024252B" w:rsidRPr="002813C1">
        <w:t>on voudrait faire passer pour un filou</w:t>
      </w:r>
      <w:r>
        <w:t xml:space="preserve">… </w:t>
      </w:r>
      <w:r w:rsidR="0024252B" w:rsidRPr="002813C1">
        <w:t>Comment l</w:t>
      </w:r>
      <w:r>
        <w:t>’</w:t>
      </w:r>
      <w:r w:rsidR="0024252B" w:rsidRPr="002813C1">
        <w:t>appelez-vous déjà</w:t>
      </w:r>
      <w:r>
        <w:t xml:space="preserve"> ?… </w:t>
      </w:r>
      <w:proofErr w:type="spellStart"/>
      <w:r w:rsidR="0024252B" w:rsidRPr="002813C1">
        <w:t>Férailleur</w:t>
      </w:r>
      <w:proofErr w:type="spellEnd"/>
      <w:r>
        <w:t xml:space="preserve">… </w:t>
      </w:r>
      <w:r w:rsidR="0024252B" w:rsidRPr="002813C1">
        <w:t>drôle de nom</w:t>
      </w:r>
      <w:r>
        <w:t xml:space="preserve"> !… </w:t>
      </w:r>
      <w:r w:rsidR="0024252B" w:rsidRPr="002813C1">
        <w:t>Mais c</w:t>
      </w:r>
      <w:r>
        <w:t>’</w:t>
      </w:r>
      <w:r w:rsidR="0024252B" w:rsidRPr="002813C1">
        <w:t>est égal</w:t>
      </w:r>
      <w:r>
        <w:t xml:space="preserve">, </w:t>
      </w:r>
      <w:r w:rsidR="0024252B" w:rsidRPr="002813C1">
        <w:t>on le tirera d</w:t>
      </w:r>
      <w:r>
        <w:t>’</w:t>
      </w:r>
      <w:r w:rsidR="0024252B" w:rsidRPr="002813C1">
        <w:t>affaire et il épousera sa particulière</w:t>
      </w:r>
      <w:r>
        <w:t xml:space="preserve">… </w:t>
      </w:r>
      <w:r w:rsidR="0024252B" w:rsidRPr="002813C1">
        <w:t>D</w:t>
      </w:r>
      <w:r>
        <w:t>’</w:t>
      </w:r>
      <w:r w:rsidR="0024252B" w:rsidRPr="002813C1">
        <w:t>abord</w:t>
      </w:r>
      <w:r>
        <w:t xml:space="preserve">, </w:t>
      </w:r>
      <w:r w:rsidR="0024252B" w:rsidRPr="002813C1">
        <w:t>moi je suis de la noce</w:t>
      </w:r>
      <w:r>
        <w:t xml:space="preserve">, </w:t>
      </w:r>
      <w:r w:rsidR="0024252B" w:rsidRPr="002813C1">
        <w:t>je passe chez mon tailleur</w:t>
      </w:r>
      <w:r>
        <w:t xml:space="preserve">, </w:t>
      </w:r>
      <w:r w:rsidR="0024252B" w:rsidRPr="002813C1">
        <w:t>la main aux dames et</w:t>
      </w:r>
      <w:r>
        <w:t xml:space="preserve">… </w:t>
      </w:r>
      <w:r w:rsidR="0024252B" w:rsidRPr="002813C1">
        <w:t>en place pour le quadrille</w:t>
      </w:r>
      <w:r>
        <w:t> !…</w:t>
      </w:r>
    </w:p>
    <w:p w14:paraId="276C4E2D" w14:textId="77777777" w:rsidR="00B77E03" w:rsidRDefault="0024252B" w:rsidP="00B77E03">
      <w:r w:rsidRPr="002813C1">
        <w:t>Et il ricanait d</w:t>
      </w:r>
      <w:r w:rsidR="00B77E03">
        <w:t>’</w:t>
      </w:r>
      <w:r w:rsidRPr="002813C1">
        <w:t>un rire inquiétant</w:t>
      </w:r>
      <w:r w:rsidR="00B77E03">
        <w:t xml:space="preserve">, </w:t>
      </w:r>
      <w:r w:rsidRPr="002813C1">
        <w:t>qui découvrait ses dents aiguës à trancher du fer</w:t>
      </w:r>
      <w:r w:rsidR="00B77E03">
        <w:t>.</w:t>
      </w:r>
    </w:p>
    <w:p w14:paraId="72D4F677" w14:textId="3FA5C225" w:rsidR="00B77E03" w:rsidRDefault="0024252B" w:rsidP="00B77E03">
      <w:r w:rsidRPr="002813C1">
        <w:t>Mais l</w:t>
      </w:r>
      <w:r w:rsidR="00B77E03">
        <w:t>’</w:t>
      </w:r>
      <w:r w:rsidRPr="002813C1">
        <w:t>énergie des plus terribles rancunes vibrait sous son âpre ironie</w:t>
      </w:r>
      <w:r w:rsidR="00B77E03">
        <w:t xml:space="preserve">, </w:t>
      </w:r>
      <w:r w:rsidRPr="002813C1">
        <w:t xml:space="preserve">et </w:t>
      </w:r>
      <w:r w:rsidR="00B77E03">
        <w:t>M. </w:t>
      </w:r>
      <w:r w:rsidRPr="002813C1">
        <w:t>Fortunat ne conçut aucune appréhension</w:t>
      </w:r>
      <w:r w:rsidR="00B77E03">
        <w:t>.</w:t>
      </w:r>
    </w:p>
    <w:p w14:paraId="7227500C" w14:textId="77777777" w:rsidR="00B77E03" w:rsidRDefault="0024252B" w:rsidP="00B77E03">
      <w:r w:rsidRPr="002813C1">
        <w:t xml:space="preserve">Il était sûr que ce volontaire de la haine le seconderait mieux </w:t>
      </w:r>
      <w:r w:rsidR="00B77E03">
        <w:t>« </w:t>
      </w:r>
      <w:r w:rsidRPr="002813C1">
        <w:t>à l</w:t>
      </w:r>
      <w:r w:rsidR="00B77E03">
        <w:t>’</w:t>
      </w:r>
      <w:r w:rsidRPr="002813C1">
        <w:t>œil</w:t>
      </w:r>
      <w:r w:rsidR="00B77E03">
        <w:t>, »</w:t>
      </w:r>
      <w:r w:rsidRPr="002813C1">
        <w:t xml:space="preserve"> comme il disait</w:t>
      </w:r>
      <w:r w:rsidR="00B77E03">
        <w:t xml:space="preserve">, </w:t>
      </w:r>
      <w:r w:rsidRPr="002813C1">
        <w:t>que l</w:t>
      </w:r>
      <w:r w:rsidR="00B77E03">
        <w:t>’</w:t>
      </w:r>
      <w:r w:rsidRPr="002813C1">
        <w:t>auxiliaire le plus chèrement payé</w:t>
      </w:r>
      <w:r w:rsidR="00B77E03">
        <w:t>…</w:t>
      </w:r>
    </w:p>
    <w:p w14:paraId="7587F6C9" w14:textId="77777777" w:rsidR="00B77E03" w:rsidRDefault="00B77E03" w:rsidP="00B77E03">
      <w:r>
        <w:t>— </w:t>
      </w:r>
      <w:r w:rsidR="0024252B" w:rsidRPr="002813C1">
        <w:t>Voilà donc qui est convenu</w:t>
      </w:r>
      <w:r>
        <w:t xml:space="preserve">, </w:t>
      </w:r>
      <w:r w:rsidR="0024252B" w:rsidRPr="002813C1">
        <w:t>dit-il</w:t>
      </w:r>
      <w:r>
        <w:t xml:space="preserve">, </w:t>
      </w:r>
      <w:r w:rsidR="0024252B" w:rsidRPr="002813C1">
        <w:t>je puis compter sur vous</w:t>
      </w:r>
      <w:r>
        <w:t xml:space="preserve">, </w:t>
      </w:r>
      <w:r w:rsidR="0024252B" w:rsidRPr="002813C1">
        <w:t>Victor</w:t>
      </w:r>
      <w:r>
        <w:t>…</w:t>
      </w:r>
    </w:p>
    <w:p w14:paraId="10DD7ADF" w14:textId="77777777" w:rsidR="00B77E03" w:rsidRDefault="00B77E03" w:rsidP="00B77E03">
      <w:r>
        <w:t>— </w:t>
      </w:r>
      <w:r w:rsidR="0024252B" w:rsidRPr="002813C1">
        <w:t>Comme sur vous-même</w:t>
      </w:r>
      <w:r>
        <w:t xml:space="preserve">, </w:t>
      </w:r>
      <w:r w:rsidR="0024252B" w:rsidRPr="002813C1">
        <w:t>m</w:t>
      </w:r>
      <w:r>
        <w:t>’</w:t>
      </w:r>
      <w:proofErr w:type="spellStart"/>
      <w:r w:rsidR="0024252B" w:rsidRPr="002813C1">
        <w:t>sieu</w:t>
      </w:r>
      <w:proofErr w:type="spellEnd"/>
      <w:r>
        <w:t xml:space="preserve">, </w:t>
      </w:r>
      <w:r w:rsidR="0024252B" w:rsidRPr="002813C1">
        <w:t>à l</w:t>
      </w:r>
      <w:r>
        <w:t>’</w:t>
      </w:r>
      <w:r w:rsidR="0024252B" w:rsidRPr="002813C1">
        <w:t>heure ou à la course</w:t>
      </w:r>
      <w:r>
        <w:t>.</w:t>
      </w:r>
    </w:p>
    <w:p w14:paraId="1ABE37E9" w14:textId="77777777" w:rsidR="00B77E03" w:rsidRDefault="00B77E03" w:rsidP="00B77E03">
      <w:r>
        <w:t>— </w:t>
      </w:r>
      <w:r w:rsidR="0024252B" w:rsidRPr="002813C1">
        <w:t>Et vous espérez avoir des renseignements positifs mardi</w:t>
      </w:r>
      <w:r>
        <w:t> ?</w:t>
      </w:r>
    </w:p>
    <w:p w14:paraId="07BF9E28" w14:textId="77777777" w:rsidR="00B77E03" w:rsidRDefault="00B77E03" w:rsidP="00B77E03">
      <w:r>
        <w:t>— </w:t>
      </w:r>
      <w:r w:rsidR="0024252B" w:rsidRPr="002813C1">
        <w:t>Avant</w:t>
      </w:r>
      <w:r>
        <w:t xml:space="preserve">… </w:t>
      </w:r>
      <w:r w:rsidR="0024252B" w:rsidRPr="002813C1">
        <w:t>si le guignon ne s</w:t>
      </w:r>
      <w:r>
        <w:t>’</w:t>
      </w:r>
      <w:r w:rsidR="0024252B" w:rsidRPr="002813C1">
        <w:t>en mêle pas</w:t>
      </w:r>
      <w:r>
        <w:t>.</w:t>
      </w:r>
    </w:p>
    <w:p w14:paraId="262358FD" w14:textId="3E2D01FD" w:rsidR="00B77E03" w:rsidRDefault="00B77E03" w:rsidP="00B77E03">
      <w:r>
        <w:t>— </w:t>
      </w:r>
      <w:r w:rsidR="0024252B" w:rsidRPr="002813C1">
        <w:t>Très-bien</w:t>
      </w:r>
      <w:r>
        <w:t xml:space="preserve">… </w:t>
      </w:r>
      <w:r w:rsidR="0024252B" w:rsidRPr="002813C1">
        <w:t xml:space="preserve">Je vais de mon côté me préoccuper de </w:t>
      </w:r>
      <w:r>
        <w:t>M. </w:t>
      </w:r>
      <w:r w:rsidR="0024252B" w:rsidRPr="002813C1">
        <w:t xml:space="preserve">Pascal </w:t>
      </w:r>
      <w:proofErr w:type="spellStart"/>
      <w:r w:rsidR="0024252B" w:rsidRPr="002813C1">
        <w:t>Férailleur</w:t>
      </w:r>
      <w:proofErr w:type="spellEnd"/>
      <w:r>
        <w:t xml:space="preserve">… </w:t>
      </w:r>
      <w:r w:rsidR="0024252B" w:rsidRPr="002813C1">
        <w:t xml:space="preserve">Quant aux petites affaires de </w:t>
      </w:r>
      <w:proofErr w:type="spellStart"/>
      <w:r w:rsidR="0024252B" w:rsidRPr="002813C1">
        <w:t>Valorsay</w:t>
      </w:r>
      <w:proofErr w:type="spellEnd"/>
      <w:r>
        <w:t xml:space="preserve">, </w:t>
      </w:r>
      <w:r w:rsidR="0024252B" w:rsidRPr="002813C1">
        <w:lastRenderedPageBreak/>
        <w:t>je les sais mieux que lui-même</w:t>
      </w:r>
      <w:r>
        <w:t xml:space="preserve">… </w:t>
      </w:r>
      <w:r w:rsidR="0024252B" w:rsidRPr="002813C1">
        <w:t xml:space="preserve">Il faut que nous soyons prêts à entrer en campagne quand </w:t>
      </w:r>
      <w:r>
        <w:t>M</w:t>
      </w:r>
      <w:r w:rsidRPr="00B77E03">
        <w:rPr>
          <w:vertAlign w:val="superscript"/>
        </w:rPr>
        <w:t>lle</w:t>
      </w:r>
      <w:r>
        <w:t> </w:t>
      </w:r>
      <w:r w:rsidR="0024252B" w:rsidRPr="002813C1">
        <w:t>Marguerite viendra</w:t>
      </w:r>
      <w:r>
        <w:t xml:space="preserve">, </w:t>
      </w:r>
      <w:r w:rsidR="0024252B" w:rsidRPr="002813C1">
        <w:t>et selon ce qu</w:t>
      </w:r>
      <w:r>
        <w:t>’</w:t>
      </w:r>
      <w:r w:rsidR="0024252B" w:rsidRPr="002813C1">
        <w:t>elle nous apprendra</w:t>
      </w:r>
      <w:r>
        <w:t xml:space="preserve">, </w:t>
      </w:r>
      <w:r w:rsidR="0024252B" w:rsidRPr="002813C1">
        <w:t>nous agirons</w:t>
      </w:r>
      <w:r>
        <w:t>…</w:t>
      </w:r>
    </w:p>
    <w:p w14:paraId="324DFF96" w14:textId="77777777" w:rsidR="00B77E03" w:rsidRDefault="0024252B" w:rsidP="00B77E03">
      <w:r w:rsidRPr="002813C1">
        <w:t>Chupin avait déjà pris son chapeau</w:t>
      </w:r>
      <w:r w:rsidR="00B77E03">
        <w:t xml:space="preserve">, </w:t>
      </w:r>
      <w:r w:rsidRPr="002813C1">
        <w:t>mais au moment de sortir</w:t>
      </w:r>
      <w:r w:rsidR="00B77E03">
        <w:t> :</w:t>
      </w:r>
    </w:p>
    <w:p w14:paraId="07D96CBB" w14:textId="77777777" w:rsidR="00B77E03" w:rsidRDefault="00B77E03" w:rsidP="00B77E03">
      <w:r>
        <w:t>— </w:t>
      </w:r>
      <w:r w:rsidR="0024252B" w:rsidRPr="002813C1">
        <w:t>Bêta</w:t>
      </w:r>
      <w:r>
        <w:t xml:space="preserve"> ! </w:t>
      </w:r>
      <w:r w:rsidR="0024252B" w:rsidRPr="002813C1">
        <w:t>s</w:t>
      </w:r>
      <w:r>
        <w:t>’</w:t>
      </w:r>
      <w:r w:rsidR="0024252B" w:rsidRPr="002813C1">
        <w:t>écria-t-il</w:t>
      </w:r>
      <w:r>
        <w:t xml:space="preserve">, </w:t>
      </w:r>
      <w:r w:rsidR="0024252B" w:rsidRPr="002813C1">
        <w:t>j</w:t>
      </w:r>
      <w:r>
        <w:t>’</w:t>
      </w:r>
      <w:r w:rsidR="0024252B" w:rsidRPr="002813C1">
        <w:t>oubliais le principal</w:t>
      </w:r>
      <w:r>
        <w:t xml:space="preserve">… </w:t>
      </w:r>
      <w:r w:rsidR="0024252B" w:rsidRPr="002813C1">
        <w:t xml:space="preserve">Où demeure le </w:t>
      </w:r>
      <w:proofErr w:type="spellStart"/>
      <w:r w:rsidR="0024252B" w:rsidRPr="002813C1">
        <w:t>Coralth</w:t>
      </w:r>
      <w:proofErr w:type="spellEnd"/>
      <w:r>
        <w:t> ?</w:t>
      </w:r>
    </w:p>
    <w:p w14:paraId="480600D9" w14:textId="77777777" w:rsidR="00B77E03" w:rsidRDefault="00B77E03" w:rsidP="00B77E03">
      <w:r>
        <w:t>— </w:t>
      </w:r>
      <w:r w:rsidR="0024252B" w:rsidRPr="002813C1">
        <w:t>Malheureusement je l</w:t>
      </w:r>
      <w:r>
        <w:t>’</w:t>
      </w:r>
      <w:r w:rsidR="0024252B" w:rsidRPr="002813C1">
        <w:t>ignore</w:t>
      </w:r>
      <w:r>
        <w:t>…</w:t>
      </w:r>
    </w:p>
    <w:p w14:paraId="3384E48D" w14:textId="77777777" w:rsidR="00B77E03" w:rsidRDefault="0024252B" w:rsidP="00B77E03">
      <w:r w:rsidRPr="002813C1">
        <w:t>Selon sa coutume</w:t>
      </w:r>
      <w:r w:rsidR="00B77E03">
        <w:t xml:space="preserve">, </w:t>
      </w:r>
      <w:r w:rsidRPr="002813C1">
        <w:t>dans les circonstances épineuses</w:t>
      </w:r>
      <w:r w:rsidR="00B77E03">
        <w:t xml:space="preserve">, </w:t>
      </w:r>
      <w:r w:rsidRPr="002813C1">
        <w:t>Chupin se mit à gratter furieusement ses cheveux jaunes</w:t>
      </w:r>
      <w:r w:rsidR="00B77E03">
        <w:t>.</w:t>
      </w:r>
    </w:p>
    <w:p w14:paraId="2BB67D1C" w14:textId="77777777" w:rsidR="00B77E03" w:rsidRDefault="00B77E03" w:rsidP="00B77E03">
      <w:r>
        <w:t>— </w:t>
      </w:r>
      <w:r w:rsidR="0024252B" w:rsidRPr="002813C1">
        <w:t>Mauvaise affaire</w:t>
      </w:r>
      <w:r>
        <w:t xml:space="preserve">… </w:t>
      </w:r>
      <w:r w:rsidR="0024252B" w:rsidRPr="002813C1">
        <w:t>grommelait-il</w:t>
      </w:r>
      <w:r>
        <w:t xml:space="preserve">. </w:t>
      </w:r>
      <w:r w:rsidR="0024252B" w:rsidRPr="002813C1">
        <w:t>Des vicomtes comme celui-là ne se font pas afficher sur le Bottin</w:t>
      </w:r>
      <w:r>
        <w:t xml:space="preserve">… </w:t>
      </w:r>
      <w:r w:rsidR="0024252B" w:rsidRPr="002813C1">
        <w:t>Enfin</w:t>
      </w:r>
      <w:r>
        <w:t xml:space="preserve">, </w:t>
      </w:r>
      <w:r w:rsidR="0024252B" w:rsidRPr="002813C1">
        <w:t>je le trouverai toujours</w:t>
      </w:r>
      <w:r>
        <w:t>…</w:t>
      </w:r>
    </w:p>
    <w:p w14:paraId="4478A9B7" w14:textId="77777777" w:rsidR="00B77E03" w:rsidRDefault="0024252B" w:rsidP="00B77E03">
      <w:r w:rsidRPr="002813C1">
        <w:t>Ce qui n</w:t>
      </w:r>
      <w:r w:rsidR="00B77E03">
        <w:t>’</w:t>
      </w:r>
      <w:r w:rsidRPr="002813C1">
        <w:t>empêche pas qu</w:t>
      </w:r>
      <w:r w:rsidR="00B77E03">
        <w:t>’</w:t>
      </w:r>
      <w:r w:rsidRPr="002813C1">
        <w:t>il se retira très-contrarié</w:t>
      </w:r>
      <w:r w:rsidR="00B77E03">
        <w:t>.</w:t>
      </w:r>
    </w:p>
    <w:p w14:paraId="60C5C44A" w14:textId="1DFF242A" w:rsidR="00B77E03" w:rsidRDefault="00B77E03" w:rsidP="00B77E03">
      <w:r>
        <w:t>— </w:t>
      </w:r>
      <w:r w:rsidR="0024252B" w:rsidRPr="002813C1">
        <w:t>Pas de chance au bâtonnet</w:t>
      </w:r>
      <w:r>
        <w:t xml:space="preserve">, </w:t>
      </w:r>
      <w:r w:rsidR="0024252B" w:rsidRPr="002813C1">
        <w:t>pensait-il</w:t>
      </w:r>
      <w:r>
        <w:t xml:space="preserve">, </w:t>
      </w:r>
      <w:r w:rsidR="0024252B" w:rsidRPr="002813C1">
        <w:t>tout en gagnant d</w:t>
      </w:r>
      <w:r>
        <w:t>’</w:t>
      </w:r>
      <w:r w:rsidR="0024252B" w:rsidRPr="002813C1">
        <w:t>un bon pas son domicile</w:t>
      </w:r>
      <w:r>
        <w:t xml:space="preserve">. </w:t>
      </w:r>
      <w:r w:rsidR="0024252B" w:rsidRPr="002813C1">
        <w:t>Je vais perdre ma soirée à chercher l</w:t>
      </w:r>
      <w:r>
        <w:t>’</w:t>
      </w:r>
      <w:r w:rsidR="0024252B" w:rsidRPr="002813C1">
        <w:t>adresse de mon brigand</w:t>
      </w:r>
      <w:r>
        <w:t xml:space="preserve">… </w:t>
      </w:r>
      <w:r w:rsidR="0024252B" w:rsidRPr="002813C1">
        <w:t>À qui la demander</w:t>
      </w:r>
      <w:r>
        <w:t xml:space="preserve"> ?… </w:t>
      </w:r>
      <w:r w:rsidR="0024252B" w:rsidRPr="002813C1">
        <w:t xml:space="preserve">Au concierge de </w:t>
      </w:r>
      <w:r>
        <w:t>M</w:t>
      </w:r>
      <w:r w:rsidRPr="00B77E03">
        <w:rPr>
          <w:vertAlign w:val="superscript"/>
        </w:rPr>
        <w:t>me</w:t>
      </w:r>
      <w:r>
        <w:t> </w:t>
      </w:r>
      <w:r w:rsidR="0024252B" w:rsidRPr="002813C1">
        <w:t>d</w:t>
      </w:r>
      <w:r>
        <w:t>’</w:t>
      </w:r>
      <w:r w:rsidR="0024252B" w:rsidRPr="002813C1">
        <w:t>Argelès</w:t>
      </w:r>
      <w:r>
        <w:t xml:space="preserve"> ?… </w:t>
      </w:r>
      <w:r w:rsidR="0024252B" w:rsidRPr="002813C1">
        <w:t>La connaît-il</w:t>
      </w:r>
      <w:r>
        <w:t xml:space="preserve"> ?… </w:t>
      </w:r>
      <w:r w:rsidR="0024252B" w:rsidRPr="002813C1">
        <w:t xml:space="preserve">Au domestique de </w:t>
      </w:r>
      <w:r>
        <w:t>M. </w:t>
      </w:r>
      <w:proofErr w:type="spellStart"/>
      <w:r w:rsidR="0024252B" w:rsidRPr="002813C1">
        <w:t>Wilkie</w:t>
      </w:r>
      <w:proofErr w:type="spellEnd"/>
      <w:r>
        <w:t xml:space="preserve"> ?… </w:t>
      </w:r>
      <w:r w:rsidR="0024252B" w:rsidRPr="002813C1">
        <w:t>Ce serait dangereux</w:t>
      </w:r>
      <w:r>
        <w:t>.</w:t>
      </w:r>
    </w:p>
    <w:p w14:paraId="3A55D4CB" w14:textId="727352FB" w:rsidR="00B77E03" w:rsidRDefault="0024252B" w:rsidP="00B77E03">
      <w:r w:rsidRPr="002813C1">
        <w:t>Il songeait à aller rôder autour de l</w:t>
      </w:r>
      <w:r w:rsidR="00B77E03">
        <w:t>’</w:t>
      </w:r>
      <w:r w:rsidRPr="002813C1">
        <w:t xml:space="preserve">hôtel de </w:t>
      </w:r>
      <w:r w:rsidR="00B77E03">
        <w:t>M. de </w:t>
      </w:r>
      <w:proofErr w:type="spellStart"/>
      <w:r w:rsidRPr="002813C1">
        <w:t>Valorsay</w:t>
      </w:r>
      <w:proofErr w:type="spellEnd"/>
      <w:r w:rsidR="00B77E03">
        <w:t xml:space="preserve">, </w:t>
      </w:r>
      <w:r w:rsidRPr="002813C1">
        <w:t>et à offrir quelque chose adroitement à l</w:t>
      </w:r>
      <w:r w:rsidR="00B77E03">
        <w:t>’</w:t>
      </w:r>
      <w:r w:rsidRPr="002813C1">
        <w:t>un des valets</w:t>
      </w:r>
      <w:r w:rsidR="00B77E03">
        <w:t xml:space="preserve">, </w:t>
      </w:r>
      <w:r w:rsidRPr="002813C1">
        <w:t>quand en traversant le boulevard</w:t>
      </w:r>
      <w:r w:rsidR="00B77E03">
        <w:t xml:space="preserve">, </w:t>
      </w:r>
      <w:r w:rsidRPr="002813C1">
        <w:t xml:space="preserve">la vue du restaurant </w:t>
      </w:r>
      <w:proofErr w:type="spellStart"/>
      <w:r w:rsidRPr="002813C1">
        <w:t>Brébant</w:t>
      </w:r>
      <w:proofErr w:type="spellEnd"/>
      <w:r w:rsidRPr="002813C1">
        <w:t xml:space="preserve"> fit jaillir dans sa cervelle l</w:t>
      </w:r>
      <w:r w:rsidR="00B77E03">
        <w:t>’</w:t>
      </w:r>
      <w:r w:rsidRPr="002813C1">
        <w:t>idée qu</w:t>
      </w:r>
      <w:r w:rsidR="00B77E03">
        <w:t>’</w:t>
      </w:r>
      <w:r w:rsidRPr="002813C1">
        <w:t>il cherchait en vain</w:t>
      </w:r>
      <w:r w:rsidR="00B77E03">
        <w:t>.</w:t>
      </w:r>
    </w:p>
    <w:p w14:paraId="3AC1EB08" w14:textId="77777777" w:rsidR="00B77E03" w:rsidRDefault="00B77E03" w:rsidP="00B77E03">
      <w:r>
        <w:t>— </w:t>
      </w:r>
      <w:r w:rsidR="0024252B" w:rsidRPr="002813C1">
        <w:t>À moi la pose</w:t>
      </w:r>
      <w:r>
        <w:t xml:space="preserve"> ! </w:t>
      </w:r>
      <w:r w:rsidR="0024252B" w:rsidRPr="002813C1">
        <w:t>gronda-t-il</w:t>
      </w:r>
      <w:r>
        <w:t xml:space="preserve">, </w:t>
      </w:r>
      <w:r w:rsidR="0024252B" w:rsidRPr="002813C1">
        <w:t>mon homme est pincé</w:t>
      </w:r>
      <w:r>
        <w:t> !…</w:t>
      </w:r>
    </w:p>
    <w:p w14:paraId="23C432FB" w14:textId="77777777" w:rsidR="00B77E03" w:rsidRDefault="0024252B" w:rsidP="00B77E03">
      <w:r w:rsidRPr="002813C1">
        <w:t>Et aussitôt</w:t>
      </w:r>
      <w:r w:rsidR="00B77E03">
        <w:t xml:space="preserve">, </w:t>
      </w:r>
      <w:r w:rsidRPr="002813C1">
        <w:t>sûr de son projet</w:t>
      </w:r>
      <w:r w:rsidR="00B77E03">
        <w:t xml:space="preserve">, </w:t>
      </w:r>
      <w:r w:rsidRPr="002813C1">
        <w:t>il entra dans le café le plus voisin</w:t>
      </w:r>
      <w:r w:rsidR="00B77E03">
        <w:t>.</w:t>
      </w:r>
    </w:p>
    <w:p w14:paraId="3036F796" w14:textId="77777777" w:rsidR="00B77E03" w:rsidRDefault="00B77E03" w:rsidP="00B77E03">
      <w:r>
        <w:lastRenderedPageBreak/>
        <w:t>— </w:t>
      </w:r>
      <w:r w:rsidR="0024252B" w:rsidRPr="002813C1">
        <w:t>Un bock</w:t>
      </w:r>
      <w:r>
        <w:t xml:space="preserve">, </w:t>
      </w:r>
      <w:r w:rsidR="0024252B" w:rsidRPr="002813C1">
        <w:t>garçon</w:t>
      </w:r>
      <w:r>
        <w:t xml:space="preserve"> !… </w:t>
      </w:r>
      <w:r w:rsidR="0024252B" w:rsidRPr="002813C1">
        <w:t>commanda-t-il</w:t>
      </w:r>
      <w:r>
        <w:t xml:space="preserve">, </w:t>
      </w:r>
      <w:r w:rsidR="0024252B" w:rsidRPr="002813C1">
        <w:t>et tout ce qu</w:t>
      </w:r>
      <w:r>
        <w:t>’</w:t>
      </w:r>
      <w:r w:rsidR="0024252B" w:rsidRPr="002813C1">
        <w:t>il faut pour écrire</w:t>
      </w:r>
      <w:r>
        <w:t>.</w:t>
      </w:r>
    </w:p>
    <w:p w14:paraId="6A916816" w14:textId="77777777" w:rsidR="00B77E03" w:rsidRDefault="0024252B" w:rsidP="00B77E03">
      <w:r w:rsidRPr="002813C1">
        <w:t>C</w:t>
      </w:r>
      <w:r w:rsidR="00B77E03">
        <w:t>’</w:t>
      </w:r>
      <w:r w:rsidRPr="002813C1">
        <w:t>était un souvenir de certaine industrie inavouable qu</w:t>
      </w:r>
      <w:r w:rsidR="00B77E03">
        <w:t>’</w:t>
      </w:r>
      <w:r w:rsidRPr="002813C1">
        <w:t>il avait jadis exercée</w:t>
      </w:r>
      <w:r w:rsidR="00B77E03">
        <w:t xml:space="preserve">, </w:t>
      </w:r>
      <w:r w:rsidRPr="002813C1">
        <w:t>qui venait de fournir à Victor Chupin un moyen de sortir d</w:t>
      </w:r>
      <w:r w:rsidR="00B77E03">
        <w:t>’</w:t>
      </w:r>
      <w:r w:rsidRPr="002813C1">
        <w:t>embarras</w:t>
      </w:r>
      <w:r w:rsidR="00B77E03">
        <w:t>.</w:t>
      </w:r>
    </w:p>
    <w:p w14:paraId="793A93D5" w14:textId="77777777" w:rsidR="00B77E03" w:rsidRDefault="0024252B" w:rsidP="00B77E03">
      <w:r w:rsidRPr="002813C1">
        <w:t>En tout autre occasion</w:t>
      </w:r>
      <w:r w:rsidR="00B77E03">
        <w:t xml:space="preserve">, </w:t>
      </w:r>
      <w:r w:rsidRPr="002813C1">
        <w:t>il eût hésité à employer un expédient aussi hasardé</w:t>
      </w:r>
      <w:r w:rsidR="00B77E03">
        <w:t xml:space="preserve">, </w:t>
      </w:r>
      <w:r w:rsidRPr="002813C1">
        <w:t>mais le caractère de ses adversaires justifiait tout</w:t>
      </w:r>
      <w:r w:rsidR="00B77E03">
        <w:t xml:space="preserve">, </w:t>
      </w:r>
      <w:r w:rsidRPr="002813C1">
        <w:t>le temps pressait et il n</w:t>
      </w:r>
      <w:r w:rsidR="00B77E03">
        <w:t>’</w:t>
      </w:r>
      <w:r w:rsidRPr="002813C1">
        <w:t>avait pas le choix des ressources</w:t>
      </w:r>
      <w:r w:rsidR="00B77E03">
        <w:t>…</w:t>
      </w:r>
    </w:p>
    <w:p w14:paraId="3FC9B0A7" w14:textId="77777777" w:rsidR="00B77E03" w:rsidRDefault="0024252B" w:rsidP="00B77E03">
      <w:r w:rsidRPr="002813C1">
        <w:t>Dès que le garçon l</w:t>
      </w:r>
      <w:r w:rsidR="00B77E03">
        <w:t>’</w:t>
      </w:r>
      <w:r w:rsidRPr="002813C1">
        <w:t>eut servi</w:t>
      </w:r>
      <w:r w:rsidR="00B77E03">
        <w:t xml:space="preserve">, </w:t>
      </w:r>
      <w:r w:rsidRPr="002813C1">
        <w:t>il avala son verre de bière pour aider l</w:t>
      </w:r>
      <w:r w:rsidR="00B77E03">
        <w:t>’</w:t>
      </w:r>
      <w:r w:rsidRPr="002813C1">
        <w:t>inspiration</w:t>
      </w:r>
      <w:r w:rsidR="00B77E03">
        <w:t xml:space="preserve">, </w:t>
      </w:r>
      <w:r w:rsidRPr="002813C1">
        <w:t>et prenant la plume</w:t>
      </w:r>
      <w:r w:rsidR="00B77E03">
        <w:t xml:space="preserve">, </w:t>
      </w:r>
      <w:r w:rsidRPr="002813C1">
        <w:t>il écrivit de sa plus belle écriture qui n</w:t>
      </w:r>
      <w:r w:rsidR="00B77E03">
        <w:t>’</w:t>
      </w:r>
      <w:r w:rsidRPr="002813C1">
        <w:t>était pas belle</w:t>
      </w:r>
      <w:r w:rsidR="00B77E03">
        <w:t> :</w:t>
      </w:r>
    </w:p>
    <w:p w14:paraId="625CC92F" w14:textId="77777777" w:rsidR="00B77E03" w:rsidRDefault="00B77E03" w:rsidP="00B77E03">
      <w:r>
        <w:t>« </w:t>
      </w:r>
      <w:r w:rsidR="0024252B" w:rsidRPr="002813C1">
        <w:rPr>
          <w:i/>
          <w:szCs w:val="32"/>
        </w:rPr>
        <w:t>Mon cher vicomte</w:t>
      </w:r>
      <w:r>
        <w:t>.</w:t>
      </w:r>
    </w:p>
    <w:p w14:paraId="189D1AE1" w14:textId="77777777" w:rsidR="00B77E03" w:rsidRDefault="00B77E03" w:rsidP="00B77E03">
      <w:pPr>
        <w:rPr>
          <w:i/>
          <w:szCs w:val="32"/>
        </w:rPr>
      </w:pPr>
      <w:r>
        <w:t>« </w:t>
      </w:r>
      <w:r w:rsidR="0024252B" w:rsidRPr="002813C1">
        <w:rPr>
          <w:i/>
          <w:szCs w:val="32"/>
        </w:rPr>
        <w:t>Voici les cent francs que j</w:t>
      </w:r>
      <w:r>
        <w:rPr>
          <w:i/>
          <w:szCs w:val="32"/>
        </w:rPr>
        <w:t>’</w:t>
      </w:r>
      <w:r w:rsidR="0024252B" w:rsidRPr="002813C1">
        <w:rPr>
          <w:i/>
          <w:szCs w:val="32"/>
        </w:rPr>
        <w:t>ai perdus hier soir au piquet</w:t>
      </w:r>
      <w:r>
        <w:rPr>
          <w:i/>
          <w:szCs w:val="32"/>
        </w:rPr>
        <w:t xml:space="preserve">… </w:t>
      </w:r>
      <w:r w:rsidR="0024252B" w:rsidRPr="002813C1">
        <w:rPr>
          <w:i/>
          <w:szCs w:val="32"/>
        </w:rPr>
        <w:t>À quand ma revanche</w:t>
      </w:r>
      <w:r>
        <w:rPr>
          <w:i/>
          <w:szCs w:val="32"/>
        </w:rPr>
        <w:t> ?…</w:t>
      </w:r>
    </w:p>
    <w:p w14:paraId="1667A13F" w14:textId="77777777" w:rsidR="00B77E03" w:rsidRDefault="00B77E03" w:rsidP="00B77E03">
      <w:r>
        <w:t>« </w:t>
      </w:r>
      <w:r w:rsidR="0024252B" w:rsidRPr="002813C1">
        <w:rPr>
          <w:i/>
          <w:szCs w:val="32"/>
        </w:rPr>
        <w:t>Ton ami</w:t>
      </w:r>
      <w:r>
        <w:t>,</w:t>
      </w:r>
    </w:p>
    <w:p w14:paraId="2DF18CFA" w14:textId="5E1CEAC6" w:rsidR="00B77E03" w:rsidRDefault="00B77E03" w:rsidP="00B77E03">
      <w:pPr>
        <w:jc w:val="right"/>
      </w:pPr>
      <w:r>
        <w:rPr>
          <w:szCs w:val="32"/>
        </w:rPr>
        <w:t>« </w:t>
      </w:r>
      <w:proofErr w:type="spellStart"/>
      <w:r w:rsidR="0024252B" w:rsidRPr="00B77E03">
        <w:rPr>
          <w:i/>
          <w:szCs w:val="32"/>
        </w:rPr>
        <w:t>VALORSAY</w:t>
      </w:r>
      <w:proofErr w:type="spellEnd"/>
      <w:r>
        <w:rPr>
          <w:szCs w:val="32"/>
        </w:rPr>
        <w:t>. »</w:t>
      </w:r>
    </w:p>
    <w:p w14:paraId="76DA3A5F" w14:textId="77777777" w:rsidR="00B77E03" w:rsidRDefault="0024252B" w:rsidP="00B77E03">
      <w:r w:rsidRPr="002813C1">
        <w:t>Cette lettre achevée</w:t>
      </w:r>
      <w:r w:rsidR="00B77E03">
        <w:t xml:space="preserve">, </w:t>
      </w:r>
      <w:r w:rsidRPr="002813C1">
        <w:t>il la relut par trois fois</w:t>
      </w:r>
      <w:r w:rsidR="00B77E03">
        <w:t xml:space="preserve">, </w:t>
      </w:r>
      <w:r w:rsidRPr="002813C1">
        <w:t>très-inquiet de savoir si c</w:t>
      </w:r>
      <w:r w:rsidR="00B77E03">
        <w:t>’</w:t>
      </w:r>
      <w:r w:rsidRPr="002813C1">
        <w:t>était bien là le style qu</w:t>
      </w:r>
      <w:r w:rsidR="00B77E03">
        <w:t>’</w:t>
      </w:r>
      <w:r w:rsidRPr="002813C1">
        <w:t xml:space="preserve">emploient des gens </w:t>
      </w:r>
      <w:r w:rsidR="00B77E03">
        <w:t>« </w:t>
      </w:r>
      <w:r w:rsidRPr="002813C1">
        <w:t>très-chic</w:t>
      </w:r>
      <w:r w:rsidR="00B77E03">
        <w:t> »</w:t>
      </w:r>
      <w:r w:rsidRPr="002813C1">
        <w:t xml:space="preserve"> qui se renvoient de l</w:t>
      </w:r>
      <w:r w:rsidR="00B77E03">
        <w:t>’</w:t>
      </w:r>
      <w:r w:rsidRPr="002813C1">
        <w:t>argent</w:t>
      </w:r>
      <w:r w:rsidR="00B77E03">
        <w:t xml:space="preserve">… </w:t>
      </w:r>
      <w:r w:rsidRPr="002813C1">
        <w:t>Franchement</w:t>
      </w:r>
      <w:r w:rsidR="00B77E03">
        <w:t xml:space="preserve">, </w:t>
      </w:r>
      <w:r w:rsidRPr="002813C1">
        <w:t>il doutait</w:t>
      </w:r>
      <w:r w:rsidR="00B77E03">
        <w:t xml:space="preserve">… </w:t>
      </w:r>
      <w:r w:rsidRPr="002813C1">
        <w:t>Ainsi sur le brouillon</w:t>
      </w:r>
      <w:r w:rsidR="00B77E03">
        <w:t xml:space="preserve">, </w:t>
      </w:r>
      <w:r w:rsidRPr="002813C1">
        <w:t xml:space="preserve">il avait écrit </w:t>
      </w:r>
      <w:r w:rsidR="00B77E03">
        <w:t>« </w:t>
      </w:r>
      <w:proofErr w:type="spellStart"/>
      <w:r w:rsidRPr="002813C1">
        <w:t>bezigue</w:t>
      </w:r>
      <w:proofErr w:type="spellEnd"/>
      <w:r w:rsidR="00B77E03">
        <w:t>, »</w:t>
      </w:r>
      <w:r w:rsidRPr="002813C1">
        <w:t xml:space="preserve"> et sur la copie</w:t>
      </w:r>
      <w:r w:rsidR="00B77E03">
        <w:t xml:space="preserve">, </w:t>
      </w:r>
      <w:r w:rsidRPr="002813C1">
        <w:t>il l</w:t>
      </w:r>
      <w:r w:rsidR="00B77E03">
        <w:t>’</w:t>
      </w:r>
      <w:r w:rsidRPr="002813C1">
        <w:t xml:space="preserve">avait remplacé par </w:t>
      </w:r>
      <w:r w:rsidR="00B77E03">
        <w:t>« </w:t>
      </w:r>
      <w:r w:rsidRPr="002813C1">
        <w:t>piquet</w:t>
      </w:r>
      <w:r w:rsidR="00B77E03">
        <w:t>, »</w:t>
      </w:r>
      <w:r w:rsidRPr="002813C1">
        <w:t xml:space="preserve"> qui lui avait paru un jeu aristocratique</w:t>
      </w:r>
      <w:r w:rsidR="00B77E03">
        <w:t>.</w:t>
      </w:r>
    </w:p>
    <w:p w14:paraId="333872FD" w14:textId="77777777" w:rsidR="00B77E03" w:rsidRDefault="00B77E03" w:rsidP="00B77E03">
      <w:r>
        <w:t>— </w:t>
      </w:r>
      <w:r w:rsidR="0024252B" w:rsidRPr="002813C1">
        <w:t xml:space="preserve">Mais </w:t>
      </w:r>
      <w:proofErr w:type="spellStart"/>
      <w:r w:rsidR="0024252B" w:rsidRPr="002813C1">
        <w:t>bast</w:t>
      </w:r>
      <w:proofErr w:type="spellEnd"/>
      <w:r>
        <w:t xml:space="preserve"> !… </w:t>
      </w:r>
      <w:r w:rsidR="0024252B" w:rsidRPr="002813C1">
        <w:t>se dit-il</w:t>
      </w:r>
      <w:r>
        <w:t xml:space="preserve">, </w:t>
      </w:r>
      <w:r w:rsidR="0024252B" w:rsidRPr="002813C1">
        <w:t>on n</w:t>
      </w:r>
      <w:r>
        <w:t>’</w:t>
      </w:r>
      <w:r w:rsidR="0024252B" w:rsidRPr="002813C1">
        <w:t>y regardera pas de si près</w:t>
      </w:r>
      <w:r>
        <w:t> !</w:t>
      </w:r>
    </w:p>
    <w:p w14:paraId="77278EFF" w14:textId="77777777" w:rsidR="00B77E03" w:rsidRDefault="0024252B" w:rsidP="00B77E03">
      <w:r w:rsidRPr="002813C1">
        <w:t>Et comme la lettre était sèche</w:t>
      </w:r>
      <w:r w:rsidR="00B77E03">
        <w:t xml:space="preserve">, </w:t>
      </w:r>
      <w:r w:rsidRPr="002813C1">
        <w:t>il la plia et la glissa dans une enveloppe en y joignant un billet de cent francs qu</w:t>
      </w:r>
      <w:r w:rsidR="00B77E03">
        <w:t>’</w:t>
      </w:r>
      <w:r w:rsidRPr="002813C1">
        <w:t>il tira d</w:t>
      </w:r>
      <w:r w:rsidR="00B77E03">
        <w:t>’</w:t>
      </w:r>
      <w:r w:rsidRPr="002813C1">
        <w:t>un vieux portefeuille</w:t>
      </w:r>
      <w:r w:rsidR="00B77E03">
        <w:t>.</w:t>
      </w:r>
    </w:p>
    <w:p w14:paraId="49939295" w14:textId="77777777" w:rsidR="00B77E03" w:rsidRDefault="0024252B" w:rsidP="00B77E03">
      <w:r w:rsidRPr="002813C1">
        <w:lastRenderedPageBreak/>
        <w:t>Sur l</w:t>
      </w:r>
      <w:r w:rsidR="00B77E03">
        <w:t>’</w:t>
      </w:r>
      <w:r w:rsidRPr="002813C1">
        <w:t>enveloppe</w:t>
      </w:r>
      <w:r w:rsidR="00B77E03">
        <w:t xml:space="preserve">, </w:t>
      </w:r>
      <w:r w:rsidRPr="002813C1">
        <w:t>il écrivit</w:t>
      </w:r>
      <w:r w:rsidR="00B77E03">
        <w:t> :</w:t>
      </w:r>
    </w:p>
    <w:p w14:paraId="53242FBA" w14:textId="77777777" w:rsidR="00B77E03" w:rsidRDefault="0024252B" w:rsidP="00B77E03">
      <w:pPr>
        <w:ind w:firstLine="0"/>
        <w:jc w:val="center"/>
      </w:pPr>
      <w:r w:rsidRPr="00B77E03">
        <w:t xml:space="preserve">À Monsieur le vicomte de </w:t>
      </w:r>
      <w:proofErr w:type="spellStart"/>
      <w:r w:rsidRPr="00B77E03">
        <w:t>Coralth</w:t>
      </w:r>
      <w:proofErr w:type="spellEnd"/>
      <w:r w:rsidR="00B77E03">
        <w:t>,</w:t>
      </w:r>
    </w:p>
    <w:p w14:paraId="11DE9C50" w14:textId="77777777" w:rsidR="00B77E03" w:rsidRDefault="0024252B" w:rsidP="00B77E03">
      <w:pPr>
        <w:ind w:firstLine="0"/>
        <w:jc w:val="center"/>
      </w:pPr>
      <w:r w:rsidRPr="00B77E03">
        <w:t>En Ville</w:t>
      </w:r>
      <w:r w:rsidR="00B77E03">
        <w:t>.</w:t>
      </w:r>
    </w:p>
    <w:p w14:paraId="643074A7" w14:textId="77777777" w:rsidR="00B77E03" w:rsidRDefault="0024252B" w:rsidP="00B77E03">
      <w:r w:rsidRPr="002813C1">
        <w:t>Ces mesures prises</w:t>
      </w:r>
      <w:r w:rsidR="00B77E03">
        <w:t xml:space="preserve">, </w:t>
      </w:r>
      <w:r w:rsidRPr="002813C1">
        <w:t>il paya sa consommation</w:t>
      </w:r>
      <w:r w:rsidR="00B77E03">
        <w:t xml:space="preserve">, </w:t>
      </w:r>
      <w:r w:rsidRPr="002813C1">
        <w:t>et d</w:t>
      </w:r>
      <w:r w:rsidR="00B77E03">
        <w:t>’</w:t>
      </w:r>
      <w:r w:rsidRPr="002813C1">
        <w:t>un pied fiévreux courut jusqu</w:t>
      </w:r>
      <w:r w:rsidR="00B77E03">
        <w:t>’</w:t>
      </w:r>
      <w:r w:rsidRPr="002813C1">
        <w:t xml:space="preserve">au restaurant </w:t>
      </w:r>
      <w:proofErr w:type="spellStart"/>
      <w:r w:rsidRPr="002813C1">
        <w:t>Brébant</w:t>
      </w:r>
      <w:proofErr w:type="spellEnd"/>
      <w:r w:rsidR="00B77E03">
        <w:t xml:space="preserve">. </w:t>
      </w:r>
      <w:r w:rsidRPr="002813C1">
        <w:t>Deux garçons flânaient devant la porte</w:t>
      </w:r>
      <w:r w:rsidR="00B77E03">
        <w:t xml:space="preserve">, </w:t>
      </w:r>
      <w:r w:rsidRPr="002813C1">
        <w:t>et leur montrant la lettre</w:t>
      </w:r>
      <w:r w:rsidR="00B77E03">
        <w:t> :</w:t>
      </w:r>
    </w:p>
    <w:p w14:paraId="172FEE98" w14:textId="77777777" w:rsidR="00B77E03" w:rsidRDefault="00B77E03" w:rsidP="00B77E03">
      <w:r>
        <w:t>— </w:t>
      </w:r>
      <w:r w:rsidR="0024252B" w:rsidRPr="002813C1">
        <w:t>Connaissez-vous ce nom</w:t>
      </w:r>
      <w:r>
        <w:t xml:space="preserve"> ?… </w:t>
      </w:r>
      <w:r w:rsidR="0024252B" w:rsidRPr="002813C1">
        <w:t>demanda-t-il poliment</w:t>
      </w:r>
      <w:r>
        <w:t xml:space="preserve">. </w:t>
      </w:r>
      <w:r w:rsidR="0024252B" w:rsidRPr="002813C1">
        <w:t>Un monsieur qui sortait de chez vous a laissé tomber cela</w:t>
      </w:r>
      <w:r>
        <w:t xml:space="preserve">, </w:t>
      </w:r>
      <w:r w:rsidR="0024252B" w:rsidRPr="002813C1">
        <w:t>j</w:t>
      </w:r>
      <w:r>
        <w:t>’</w:t>
      </w:r>
      <w:r w:rsidR="0024252B" w:rsidRPr="002813C1">
        <w:t>ai couru après lui pour le lui rendre</w:t>
      </w:r>
      <w:r>
        <w:t xml:space="preserve">… </w:t>
      </w:r>
      <w:r w:rsidR="0024252B" w:rsidRPr="002813C1">
        <w:t>impossible de le rejoindre</w:t>
      </w:r>
      <w:r>
        <w:t>…</w:t>
      </w:r>
    </w:p>
    <w:p w14:paraId="65A6C103" w14:textId="77777777" w:rsidR="00B77E03" w:rsidRDefault="0024252B" w:rsidP="00B77E03">
      <w:r w:rsidRPr="002813C1">
        <w:t>Les deux garçons examinèrent l</w:t>
      </w:r>
      <w:r w:rsidR="00B77E03">
        <w:t>’</w:t>
      </w:r>
      <w:r w:rsidRPr="002813C1">
        <w:t>adresse</w:t>
      </w:r>
      <w:r w:rsidR="00B77E03">
        <w:t>.</w:t>
      </w:r>
    </w:p>
    <w:p w14:paraId="590743F6" w14:textId="77777777" w:rsidR="00B77E03" w:rsidRDefault="00B77E03" w:rsidP="00B77E03">
      <w:r>
        <w:t>— </w:t>
      </w:r>
      <w:proofErr w:type="spellStart"/>
      <w:r w:rsidR="0024252B" w:rsidRPr="002813C1">
        <w:t>Coralth</w:t>
      </w:r>
      <w:proofErr w:type="spellEnd"/>
      <w:r>
        <w:t xml:space="preserve">… </w:t>
      </w:r>
      <w:r w:rsidR="0024252B" w:rsidRPr="002813C1">
        <w:t>répondirent-ils</w:t>
      </w:r>
      <w:r>
        <w:t xml:space="preserve">, </w:t>
      </w:r>
      <w:r w:rsidR="0024252B" w:rsidRPr="002813C1">
        <w:t>nous ne connaissons que lui</w:t>
      </w:r>
      <w:r>
        <w:t xml:space="preserve">… </w:t>
      </w:r>
      <w:r w:rsidR="0024252B" w:rsidRPr="002813C1">
        <w:t>ce n</w:t>
      </w:r>
      <w:r>
        <w:t>’</w:t>
      </w:r>
      <w:r w:rsidR="0024252B" w:rsidRPr="002813C1">
        <w:t>est pas un client</w:t>
      </w:r>
      <w:r>
        <w:t xml:space="preserve">, </w:t>
      </w:r>
      <w:r w:rsidR="0024252B" w:rsidRPr="002813C1">
        <w:t>mais il vient ici quelquefois</w:t>
      </w:r>
      <w:r>
        <w:t>…</w:t>
      </w:r>
    </w:p>
    <w:p w14:paraId="1E7E6D29" w14:textId="77777777" w:rsidR="00B77E03" w:rsidRDefault="00B77E03" w:rsidP="00B77E03">
      <w:r>
        <w:t>— </w:t>
      </w:r>
      <w:r w:rsidR="0024252B" w:rsidRPr="002813C1">
        <w:t>Et où demeure-t-il</w:t>
      </w:r>
      <w:r>
        <w:t> ?</w:t>
      </w:r>
    </w:p>
    <w:p w14:paraId="58F96D16" w14:textId="77777777" w:rsidR="00B77E03" w:rsidRDefault="00B77E03" w:rsidP="00B77E03">
      <w:r>
        <w:t>— </w:t>
      </w:r>
      <w:r w:rsidR="0024252B" w:rsidRPr="002813C1">
        <w:t>Pourquoi</w:t>
      </w:r>
      <w:r>
        <w:t> ?</w:t>
      </w:r>
    </w:p>
    <w:p w14:paraId="2B75B06E" w14:textId="77777777" w:rsidR="00B77E03" w:rsidRDefault="00B77E03" w:rsidP="00B77E03">
      <w:r>
        <w:t>— </w:t>
      </w:r>
      <w:r w:rsidR="0024252B" w:rsidRPr="002813C1">
        <w:t>Pour lui porter cette lettre</w:t>
      </w:r>
      <w:r>
        <w:t xml:space="preserve">, </w:t>
      </w:r>
      <w:r w:rsidR="0024252B" w:rsidRPr="002813C1">
        <w:t>donc</w:t>
      </w:r>
      <w:r>
        <w:t> !</w:t>
      </w:r>
    </w:p>
    <w:p w14:paraId="1F0B3AB4" w14:textId="77777777" w:rsidR="00B77E03" w:rsidRDefault="0024252B" w:rsidP="00B77E03">
      <w:r w:rsidRPr="002813C1">
        <w:t>Les garçons haussèrent les épaules</w:t>
      </w:r>
      <w:r w:rsidR="00B77E03">
        <w:t>…</w:t>
      </w:r>
    </w:p>
    <w:p w14:paraId="4CE74F21" w14:textId="77777777" w:rsidR="00B77E03" w:rsidRDefault="00B77E03" w:rsidP="00B77E03">
      <w:r>
        <w:t>— </w:t>
      </w:r>
      <w:r w:rsidR="0024252B" w:rsidRPr="002813C1">
        <w:t>Laissez donc</w:t>
      </w:r>
      <w:r>
        <w:t xml:space="preserve">, </w:t>
      </w:r>
      <w:r w:rsidR="0024252B" w:rsidRPr="002813C1">
        <w:t>firent-ils</w:t>
      </w:r>
      <w:r>
        <w:t xml:space="preserve">, </w:t>
      </w:r>
      <w:r w:rsidR="0024252B" w:rsidRPr="002813C1">
        <w:t>ce n</w:t>
      </w:r>
      <w:r>
        <w:t>’</w:t>
      </w:r>
      <w:r w:rsidR="0024252B" w:rsidRPr="002813C1">
        <w:t>est pas la peine de vous déranger</w:t>
      </w:r>
      <w:r>
        <w:t>.</w:t>
      </w:r>
    </w:p>
    <w:p w14:paraId="2CE35A9F" w14:textId="77777777" w:rsidR="00B77E03" w:rsidRDefault="0024252B" w:rsidP="00B77E03">
      <w:r w:rsidRPr="002813C1">
        <w:t>C</w:t>
      </w:r>
      <w:r w:rsidR="00B77E03">
        <w:t>’</w:t>
      </w:r>
      <w:r w:rsidRPr="002813C1">
        <w:t>était là que Chupin</w:t>
      </w:r>
      <w:r w:rsidR="00B77E03">
        <w:t xml:space="preserve">, </w:t>
      </w:r>
      <w:r w:rsidRPr="002813C1">
        <w:t>qui avait prévu l</w:t>
      </w:r>
      <w:r w:rsidR="00B77E03">
        <w:t>’</w:t>
      </w:r>
      <w:r w:rsidRPr="002813C1">
        <w:t>objection</w:t>
      </w:r>
      <w:r w:rsidR="00B77E03">
        <w:t xml:space="preserve">, </w:t>
      </w:r>
      <w:r w:rsidRPr="002813C1">
        <w:t>les attendait</w:t>
      </w:r>
      <w:r w:rsidR="00B77E03">
        <w:t>…</w:t>
      </w:r>
    </w:p>
    <w:p w14:paraId="22E558FD" w14:textId="77777777" w:rsidR="00B77E03" w:rsidRDefault="00B77E03" w:rsidP="00B77E03">
      <w:r>
        <w:t>— </w:t>
      </w:r>
      <w:r w:rsidR="0024252B" w:rsidRPr="002813C1">
        <w:t>Excusez</w:t>
      </w:r>
      <w:r>
        <w:t xml:space="preserve">, </w:t>
      </w:r>
      <w:r w:rsidR="0024252B" w:rsidRPr="002813C1">
        <w:t>fit-il</w:t>
      </w:r>
      <w:r>
        <w:t xml:space="preserve">, </w:t>
      </w:r>
      <w:r w:rsidR="0024252B" w:rsidRPr="002813C1">
        <w:t>c</w:t>
      </w:r>
      <w:r>
        <w:t>’</w:t>
      </w:r>
      <w:r w:rsidR="0024252B" w:rsidRPr="002813C1">
        <w:t>est qu</w:t>
      </w:r>
      <w:r>
        <w:t>’</w:t>
      </w:r>
      <w:r w:rsidR="0024252B" w:rsidRPr="002813C1">
        <w:t>il y a de l</w:t>
      </w:r>
      <w:r>
        <w:t>’</w:t>
      </w:r>
      <w:r w:rsidR="0024252B" w:rsidRPr="002813C1">
        <w:t>argent dans la lettre</w:t>
      </w:r>
      <w:r>
        <w:t>.</w:t>
      </w:r>
    </w:p>
    <w:p w14:paraId="60C83DC6" w14:textId="77777777" w:rsidR="00B77E03" w:rsidRDefault="0024252B" w:rsidP="00B77E03">
      <w:r w:rsidRPr="002813C1">
        <w:t>Et entrebâillant l</w:t>
      </w:r>
      <w:r w:rsidR="00B77E03">
        <w:t>’</w:t>
      </w:r>
      <w:r w:rsidRPr="002813C1">
        <w:t>enveloppe</w:t>
      </w:r>
      <w:r w:rsidR="00B77E03">
        <w:t xml:space="preserve">, </w:t>
      </w:r>
      <w:r w:rsidRPr="002813C1">
        <w:t>il montra le billet de cent francs</w:t>
      </w:r>
      <w:r w:rsidR="00B77E03">
        <w:t>.</w:t>
      </w:r>
    </w:p>
    <w:p w14:paraId="1E67CF92" w14:textId="77777777" w:rsidR="00B77E03" w:rsidRDefault="0024252B" w:rsidP="00B77E03">
      <w:r w:rsidRPr="002813C1">
        <w:t>Dès lors</w:t>
      </w:r>
      <w:r w:rsidR="00B77E03">
        <w:t xml:space="preserve">, </w:t>
      </w:r>
      <w:r w:rsidRPr="002813C1">
        <w:t>pour les garçons</w:t>
      </w:r>
      <w:r w:rsidR="00B77E03">
        <w:t xml:space="preserve">, </w:t>
      </w:r>
      <w:r w:rsidRPr="002813C1">
        <w:t>la question changea</w:t>
      </w:r>
      <w:r w:rsidR="00B77E03">
        <w:t>.</w:t>
      </w:r>
    </w:p>
    <w:p w14:paraId="0C89E9CD" w14:textId="77777777" w:rsidR="00B77E03" w:rsidRDefault="00B77E03" w:rsidP="00B77E03">
      <w:r>
        <w:lastRenderedPageBreak/>
        <w:t>— </w:t>
      </w:r>
      <w:r w:rsidR="0024252B" w:rsidRPr="002813C1">
        <w:t>C</w:t>
      </w:r>
      <w:r>
        <w:t>’</w:t>
      </w:r>
      <w:r w:rsidR="0024252B" w:rsidRPr="002813C1">
        <w:t>est différent</w:t>
      </w:r>
      <w:r>
        <w:t xml:space="preserve">, </w:t>
      </w:r>
      <w:r w:rsidR="0024252B" w:rsidRPr="002813C1">
        <w:t>prononça l</w:t>
      </w:r>
      <w:r>
        <w:t>’</w:t>
      </w:r>
      <w:r w:rsidR="0024252B" w:rsidRPr="002813C1">
        <w:t>un d</w:t>
      </w:r>
      <w:r>
        <w:t>’</w:t>
      </w:r>
      <w:r w:rsidR="0024252B" w:rsidRPr="002813C1">
        <w:t>eux</w:t>
      </w:r>
      <w:r>
        <w:t xml:space="preserve">, </w:t>
      </w:r>
      <w:r w:rsidR="0024252B" w:rsidRPr="002813C1">
        <w:t>du moment qu</w:t>
      </w:r>
      <w:r>
        <w:t>’</w:t>
      </w:r>
      <w:r w:rsidR="0024252B" w:rsidRPr="002813C1">
        <w:t>il y a de l</w:t>
      </w:r>
      <w:r>
        <w:t>’</w:t>
      </w:r>
      <w:r w:rsidR="0024252B" w:rsidRPr="002813C1">
        <w:t>argent</w:t>
      </w:r>
      <w:r>
        <w:t xml:space="preserve">, </w:t>
      </w:r>
      <w:r w:rsidR="0024252B" w:rsidRPr="002813C1">
        <w:t>vous devez rendre</w:t>
      </w:r>
      <w:r>
        <w:t xml:space="preserve">… </w:t>
      </w:r>
      <w:r w:rsidR="0024252B" w:rsidRPr="002813C1">
        <w:t>Mais vous seriez bien bon de courir</w:t>
      </w:r>
      <w:r>
        <w:t xml:space="preserve">… </w:t>
      </w:r>
      <w:r w:rsidR="0024252B" w:rsidRPr="002813C1">
        <w:t>Remettez cela ici</w:t>
      </w:r>
      <w:r>
        <w:t xml:space="preserve">, </w:t>
      </w:r>
      <w:r w:rsidR="0024252B" w:rsidRPr="002813C1">
        <w:t>au comptoir</w:t>
      </w:r>
      <w:r>
        <w:t xml:space="preserve">, </w:t>
      </w:r>
      <w:r w:rsidR="0024252B" w:rsidRPr="002813C1">
        <w:t>et la première fois que le vicomte viendra</w:t>
      </w:r>
      <w:r>
        <w:t xml:space="preserve">, </w:t>
      </w:r>
      <w:r w:rsidR="0024252B" w:rsidRPr="002813C1">
        <w:t>on le lui rendra</w:t>
      </w:r>
      <w:r>
        <w:t>…</w:t>
      </w:r>
    </w:p>
    <w:p w14:paraId="6DC9B911" w14:textId="77777777" w:rsidR="00B77E03" w:rsidRDefault="0024252B" w:rsidP="00B77E03">
      <w:r w:rsidRPr="002813C1">
        <w:t>Un frisson courut le long de l</w:t>
      </w:r>
      <w:r w:rsidR="00B77E03">
        <w:t>’</w:t>
      </w:r>
      <w:r w:rsidRPr="002813C1">
        <w:t>échine de Chupin</w:t>
      </w:r>
      <w:r w:rsidR="00B77E03">
        <w:t xml:space="preserve">, </w:t>
      </w:r>
      <w:r w:rsidRPr="002813C1">
        <w:t>il vit son billet perdu</w:t>
      </w:r>
      <w:r w:rsidR="00B77E03">
        <w:t>.</w:t>
      </w:r>
    </w:p>
    <w:p w14:paraId="62812606" w14:textId="77777777" w:rsidR="00B77E03" w:rsidRDefault="00B77E03" w:rsidP="00B77E03">
      <w:r>
        <w:t>— </w:t>
      </w:r>
      <w:r w:rsidR="0024252B" w:rsidRPr="002813C1">
        <w:t>Ah</w:t>
      </w:r>
      <w:r>
        <w:t xml:space="preserve"> ! </w:t>
      </w:r>
      <w:r w:rsidR="0024252B" w:rsidRPr="002813C1">
        <w:t>je la trouve mauvaise</w:t>
      </w:r>
      <w:r>
        <w:t xml:space="preserve">, </w:t>
      </w:r>
      <w:r w:rsidR="0024252B" w:rsidRPr="002813C1">
        <w:t>s</w:t>
      </w:r>
      <w:r>
        <w:t>’</w:t>
      </w:r>
      <w:r w:rsidR="0024252B" w:rsidRPr="002813C1">
        <w:t>écria-t-il</w:t>
      </w:r>
      <w:r>
        <w:t xml:space="preserve">. </w:t>
      </w:r>
      <w:r w:rsidR="0024252B" w:rsidRPr="002813C1">
        <w:t>Laisser ma trouvaille ici</w:t>
      </w:r>
      <w:r>
        <w:t xml:space="preserve"> ?… </w:t>
      </w:r>
      <w:r w:rsidR="0024252B" w:rsidRPr="002813C1">
        <w:t>Jamais de la vie</w:t>
      </w:r>
      <w:r>
        <w:t xml:space="preserve"> !… </w:t>
      </w:r>
      <w:r w:rsidR="0024252B" w:rsidRPr="002813C1">
        <w:t>Et cette petite récompense honnête</w:t>
      </w:r>
      <w:r>
        <w:t xml:space="preserve">, </w:t>
      </w:r>
      <w:r w:rsidR="0024252B" w:rsidRPr="002813C1">
        <w:t>qui donc l</w:t>
      </w:r>
      <w:r>
        <w:t>’</w:t>
      </w:r>
      <w:r w:rsidR="0024252B" w:rsidRPr="002813C1">
        <w:t>aurait</w:t>
      </w:r>
      <w:r>
        <w:t xml:space="preserve"> ?… </w:t>
      </w:r>
      <w:r w:rsidR="0024252B" w:rsidRPr="002813C1">
        <w:t>Un vicomte</w:t>
      </w:r>
      <w:r>
        <w:t xml:space="preserve">, </w:t>
      </w:r>
      <w:r w:rsidR="0024252B" w:rsidRPr="002813C1">
        <w:t>c</w:t>
      </w:r>
      <w:r>
        <w:t>’</w:t>
      </w:r>
      <w:r w:rsidR="0024252B" w:rsidRPr="002813C1">
        <w:t>est toujours généreux</w:t>
      </w:r>
      <w:r>
        <w:t xml:space="preserve">, </w:t>
      </w:r>
      <w:r w:rsidR="0024252B" w:rsidRPr="002813C1">
        <w:t>celui-là est capable de me mettre vingt francs dans la main</w:t>
      </w:r>
      <w:r>
        <w:t xml:space="preserve">… </w:t>
      </w:r>
      <w:r w:rsidR="0024252B" w:rsidRPr="002813C1">
        <w:t>C</w:t>
      </w:r>
      <w:r>
        <w:t>’</w:t>
      </w:r>
      <w:r w:rsidR="0024252B" w:rsidRPr="002813C1">
        <w:t>est pourquoi je veux son adresse</w:t>
      </w:r>
      <w:r>
        <w:t>.</w:t>
      </w:r>
    </w:p>
    <w:p w14:paraId="06628C13" w14:textId="2AB7772F" w:rsidR="00B77E03" w:rsidRDefault="0024252B" w:rsidP="00B77E03">
      <w:r w:rsidRPr="002813C1">
        <w:t>L</w:t>
      </w:r>
      <w:r w:rsidR="00B77E03">
        <w:t>’</w:t>
      </w:r>
      <w:r w:rsidRPr="002813C1">
        <w:t>objection était de nature à toucher les garçons</w:t>
      </w:r>
      <w:r w:rsidR="00B77E03">
        <w:t xml:space="preserve">, </w:t>
      </w:r>
      <w:r w:rsidRPr="002813C1">
        <w:t xml:space="preserve">ils trouvèrent que le </w:t>
      </w:r>
      <w:r w:rsidR="00B77E03">
        <w:t>« </w:t>
      </w:r>
      <w:r w:rsidRPr="002813C1">
        <w:t>jeune homme</w:t>
      </w:r>
      <w:r w:rsidR="00B77E03">
        <w:t> »</w:t>
      </w:r>
      <w:r w:rsidRPr="002813C1">
        <w:t xml:space="preserve"> avait raison</w:t>
      </w:r>
      <w:r w:rsidR="00B77E03">
        <w:t xml:space="preserve">, </w:t>
      </w:r>
      <w:r w:rsidRPr="002813C1">
        <w:t>mais ils ignoraient l</w:t>
      </w:r>
      <w:r w:rsidR="00B77E03">
        <w:t>’</w:t>
      </w:r>
      <w:r w:rsidRPr="002813C1">
        <w:t xml:space="preserve">adresse de </w:t>
      </w:r>
      <w:r w:rsidR="00B77E03">
        <w:t>M. de </w:t>
      </w:r>
      <w:proofErr w:type="spellStart"/>
      <w:r w:rsidRPr="002813C1">
        <w:t>Coralth</w:t>
      </w:r>
      <w:proofErr w:type="spellEnd"/>
      <w:r w:rsidRPr="002813C1">
        <w:t xml:space="preserve"> et ne voyaient nul moyen de se la procurer</w:t>
      </w:r>
      <w:r w:rsidR="00B77E03">
        <w:t>.</w:t>
      </w:r>
    </w:p>
    <w:p w14:paraId="788154AE" w14:textId="77777777" w:rsidR="00B77E03" w:rsidRDefault="00B77E03" w:rsidP="00B77E03">
      <w:r>
        <w:t>— </w:t>
      </w:r>
      <w:r w:rsidR="0024252B" w:rsidRPr="002813C1">
        <w:t>À moins cependant</w:t>
      </w:r>
      <w:r>
        <w:t xml:space="preserve">, </w:t>
      </w:r>
      <w:r w:rsidR="0024252B" w:rsidRPr="002813C1">
        <w:t>observa l</w:t>
      </w:r>
      <w:r>
        <w:t>’</w:t>
      </w:r>
      <w:r w:rsidR="0024252B" w:rsidRPr="002813C1">
        <w:t>un d</w:t>
      </w:r>
      <w:r>
        <w:t>’</w:t>
      </w:r>
      <w:r w:rsidR="0024252B" w:rsidRPr="002813C1">
        <w:t>eux</w:t>
      </w:r>
      <w:r>
        <w:t xml:space="preserve">, </w:t>
      </w:r>
      <w:r w:rsidR="0024252B" w:rsidRPr="002813C1">
        <w:t>que le chasseur ne la sache</w:t>
      </w:r>
      <w:r>
        <w:t>…</w:t>
      </w:r>
    </w:p>
    <w:p w14:paraId="0AAC83E1" w14:textId="2812A93F" w:rsidR="00B77E03" w:rsidRDefault="0024252B" w:rsidP="00B77E03">
      <w:r w:rsidRPr="002813C1">
        <w:t>Le chasseur</w:t>
      </w:r>
      <w:r w:rsidR="00B77E03">
        <w:t xml:space="preserve">, </w:t>
      </w:r>
      <w:r w:rsidRPr="002813C1">
        <w:t>appelé</w:t>
      </w:r>
      <w:r w:rsidR="00B77E03">
        <w:t xml:space="preserve">, </w:t>
      </w:r>
      <w:r w:rsidRPr="002813C1">
        <w:t>se souvint qu</w:t>
      </w:r>
      <w:r w:rsidR="00B77E03">
        <w:t>’</w:t>
      </w:r>
      <w:r w:rsidRPr="002813C1">
        <w:t xml:space="preserve">une fois il était allé chercher un pardessus chez </w:t>
      </w:r>
      <w:r w:rsidR="00B77E03">
        <w:t>M. de </w:t>
      </w:r>
      <w:proofErr w:type="spellStart"/>
      <w:r w:rsidRPr="002813C1">
        <w:t>Coralth</w:t>
      </w:r>
      <w:proofErr w:type="spellEnd"/>
      <w:r w:rsidR="00B77E03">
        <w:t>.</w:t>
      </w:r>
    </w:p>
    <w:p w14:paraId="585CFC67" w14:textId="77777777" w:rsidR="00B77E03" w:rsidRDefault="00B77E03" w:rsidP="00B77E03">
      <w:r>
        <w:t>— </w:t>
      </w:r>
      <w:r w:rsidR="0024252B" w:rsidRPr="002813C1">
        <w:t>J</w:t>
      </w:r>
      <w:r>
        <w:t>’</w:t>
      </w:r>
      <w:r w:rsidR="0024252B" w:rsidRPr="002813C1">
        <w:t>ai oublié son numéro</w:t>
      </w:r>
      <w:r>
        <w:t xml:space="preserve">, </w:t>
      </w:r>
      <w:r w:rsidR="0024252B" w:rsidRPr="002813C1">
        <w:t>déclara-t-il</w:t>
      </w:r>
      <w:r>
        <w:t xml:space="preserve">, </w:t>
      </w:r>
      <w:r w:rsidR="0024252B" w:rsidRPr="002813C1">
        <w:t>mais je suis sûr qu</w:t>
      </w:r>
      <w:r>
        <w:t>’</w:t>
      </w:r>
      <w:r w:rsidR="0024252B" w:rsidRPr="002813C1">
        <w:t>il demeure rue d</w:t>
      </w:r>
      <w:r>
        <w:t>’</w:t>
      </w:r>
      <w:r w:rsidR="0024252B" w:rsidRPr="002813C1">
        <w:t>Anjou</w:t>
      </w:r>
      <w:r>
        <w:t xml:space="preserve">, </w:t>
      </w:r>
      <w:r w:rsidR="0024252B" w:rsidRPr="002813C1">
        <w:t xml:space="preserve">presque au coin de la rue de la </w:t>
      </w:r>
      <w:proofErr w:type="spellStart"/>
      <w:r w:rsidR="0024252B" w:rsidRPr="002813C1">
        <w:t>Ville-l</w:t>
      </w:r>
      <w:r>
        <w:t>’</w:t>
      </w:r>
      <w:r w:rsidR="0024252B" w:rsidRPr="002813C1">
        <w:t>Évêque</w:t>
      </w:r>
      <w:proofErr w:type="spellEnd"/>
      <w:r>
        <w:t>…</w:t>
      </w:r>
    </w:p>
    <w:p w14:paraId="357FD146" w14:textId="77777777" w:rsidR="00B77E03" w:rsidRDefault="0024252B" w:rsidP="00B77E03">
      <w:r w:rsidRPr="002813C1">
        <w:t>Le renseignement ne brillait pas par sa précision</w:t>
      </w:r>
      <w:r w:rsidR="00B77E03">
        <w:t xml:space="preserve">, </w:t>
      </w:r>
      <w:r w:rsidRPr="002813C1">
        <w:t xml:space="preserve">mais il devait suffire à un Parisien </w:t>
      </w:r>
      <w:proofErr w:type="spellStart"/>
      <w:r w:rsidRPr="002813C1">
        <w:t>pur sang</w:t>
      </w:r>
      <w:proofErr w:type="spellEnd"/>
      <w:r w:rsidRPr="002813C1">
        <w:t xml:space="preserve"> tel que Victor Chupin</w:t>
      </w:r>
      <w:r w:rsidR="00B77E03">
        <w:t>.</w:t>
      </w:r>
    </w:p>
    <w:p w14:paraId="36D0977E" w14:textId="12F4836A" w:rsidR="00B77E03" w:rsidRDefault="00B77E03" w:rsidP="00B77E03">
      <w:r>
        <w:t>— </w:t>
      </w:r>
      <w:r w:rsidR="0024252B" w:rsidRPr="002813C1">
        <w:t>Bien des merci de l</w:t>
      </w:r>
      <w:r>
        <w:t>’</w:t>
      </w:r>
      <w:r w:rsidR="0024252B" w:rsidRPr="002813C1">
        <w:t>obligeance</w:t>
      </w:r>
      <w:r>
        <w:t xml:space="preserve">, </w:t>
      </w:r>
      <w:r w:rsidR="0024252B" w:rsidRPr="002813C1">
        <w:t>m</w:t>
      </w:r>
      <w:r>
        <w:t>’</w:t>
      </w:r>
      <w:proofErr w:type="spellStart"/>
      <w:r w:rsidR="0024252B" w:rsidRPr="002813C1">
        <w:t>sieu</w:t>
      </w:r>
      <w:proofErr w:type="spellEnd"/>
      <w:r>
        <w:t xml:space="preserve">, </w:t>
      </w:r>
      <w:r w:rsidR="0024252B" w:rsidRPr="002813C1">
        <w:t>dit-il au chasseur</w:t>
      </w:r>
      <w:r>
        <w:t xml:space="preserve">… </w:t>
      </w:r>
      <w:r w:rsidR="0024252B" w:rsidRPr="002813C1">
        <w:t>Avec vos indications</w:t>
      </w:r>
      <w:r>
        <w:t xml:space="preserve">, </w:t>
      </w:r>
      <w:r w:rsidR="0024252B" w:rsidRPr="002813C1">
        <w:t>un aveugle de naissance n</w:t>
      </w:r>
      <w:r>
        <w:t>’</w:t>
      </w:r>
      <w:r w:rsidR="0024252B" w:rsidRPr="002813C1">
        <w:t xml:space="preserve">irait peut-être pas tout droit chez </w:t>
      </w:r>
      <w:r>
        <w:t>M. de </w:t>
      </w:r>
      <w:proofErr w:type="spellStart"/>
      <w:r w:rsidR="0024252B" w:rsidRPr="002813C1">
        <w:t>Coralth</w:t>
      </w:r>
      <w:proofErr w:type="spellEnd"/>
      <w:r>
        <w:t xml:space="preserve">, </w:t>
      </w:r>
      <w:r w:rsidR="0024252B" w:rsidRPr="002813C1">
        <w:t>mais</w:t>
      </w:r>
      <w:r>
        <w:t xml:space="preserve">, </w:t>
      </w:r>
      <w:r w:rsidR="0024252B" w:rsidRPr="002813C1">
        <w:t>moi</w:t>
      </w:r>
      <w:r>
        <w:t xml:space="preserve">, </w:t>
      </w:r>
      <w:r w:rsidR="0024252B" w:rsidRPr="002813C1">
        <w:t>j</w:t>
      </w:r>
      <w:r>
        <w:t>’</w:t>
      </w:r>
      <w:r w:rsidR="0024252B" w:rsidRPr="002813C1">
        <w:t>y vois clair</w:t>
      </w:r>
      <w:r>
        <w:t xml:space="preserve">, </w:t>
      </w:r>
      <w:r w:rsidR="0024252B" w:rsidRPr="002813C1">
        <w:t>et j</w:t>
      </w:r>
      <w:r>
        <w:t>’</w:t>
      </w:r>
      <w:r w:rsidR="0024252B" w:rsidRPr="002813C1">
        <w:t>ai une langue</w:t>
      </w:r>
      <w:r>
        <w:t xml:space="preserve">… </w:t>
      </w:r>
      <w:r w:rsidR="0024252B" w:rsidRPr="002813C1">
        <w:t>Et vous savez</w:t>
      </w:r>
      <w:r>
        <w:t xml:space="preserve">, </w:t>
      </w:r>
      <w:r w:rsidR="0024252B" w:rsidRPr="002813C1">
        <w:t>s</w:t>
      </w:r>
      <w:r>
        <w:t>’</w:t>
      </w:r>
      <w:r w:rsidR="0024252B" w:rsidRPr="002813C1">
        <w:t>il y a une récompense</w:t>
      </w:r>
      <w:r>
        <w:t xml:space="preserve">, </w:t>
      </w:r>
      <w:r w:rsidR="0024252B" w:rsidRPr="002813C1">
        <w:t>comptez sur moi</w:t>
      </w:r>
      <w:r>
        <w:t xml:space="preserve">, </w:t>
      </w:r>
      <w:r w:rsidR="0024252B" w:rsidRPr="002813C1">
        <w:t>je repasserai payer une tournée</w:t>
      </w:r>
      <w:r>
        <w:t>…</w:t>
      </w:r>
    </w:p>
    <w:p w14:paraId="5CEB5F80" w14:textId="77777777" w:rsidR="00B77E03" w:rsidRDefault="00B77E03" w:rsidP="00B77E03">
      <w:r>
        <w:lastRenderedPageBreak/>
        <w:t>— </w:t>
      </w:r>
      <w:r w:rsidR="0024252B" w:rsidRPr="002813C1">
        <w:t>Et si vous ne dénichez pas votre individu</w:t>
      </w:r>
      <w:r>
        <w:t xml:space="preserve">, </w:t>
      </w:r>
      <w:r w:rsidR="0024252B" w:rsidRPr="002813C1">
        <w:t>ajoutèrent les garçons</w:t>
      </w:r>
      <w:r>
        <w:t xml:space="preserve">, </w:t>
      </w:r>
      <w:r w:rsidR="0024252B" w:rsidRPr="002813C1">
        <w:t>rapportez le billet de banque ici</w:t>
      </w:r>
      <w:r>
        <w:t xml:space="preserve">, </w:t>
      </w:r>
      <w:r w:rsidR="0024252B" w:rsidRPr="002813C1">
        <w:t>on le lui rendra</w:t>
      </w:r>
      <w:r>
        <w:t>.</w:t>
      </w:r>
    </w:p>
    <w:p w14:paraId="5392469E" w14:textId="77777777" w:rsidR="00B77E03" w:rsidRDefault="00B77E03" w:rsidP="00B77E03">
      <w:r>
        <w:t>— </w:t>
      </w:r>
      <w:r w:rsidR="0024252B" w:rsidRPr="002813C1">
        <w:t>Naturellement</w:t>
      </w:r>
      <w:r>
        <w:t xml:space="preserve"> !… </w:t>
      </w:r>
      <w:r w:rsidR="0024252B" w:rsidRPr="002813C1">
        <w:t>répondit Chupin</w:t>
      </w:r>
      <w:r>
        <w:t xml:space="preserve">, </w:t>
      </w:r>
      <w:r w:rsidR="0024252B" w:rsidRPr="002813C1">
        <w:t xml:space="preserve">qui prononçait </w:t>
      </w:r>
      <w:r>
        <w:t>« </w:t>
      </w:r>
      <w:proofErr w:type="spellStart"/>
      <w:r w:rsidR="0024252B" w:rsidRPr="002813C1">
        <w:t>turellement</w:t>
      </w:r>
      <w:proofErr w:type="spellEnd"/>
      <w:r>
        <w:t xml:space="preserve"> »… </w:t>
      </w:r>
      <w:r w:rsidR="0024252B" w:rsidRPr="002813C1">
        <w:t>Jusqu</w:t>
      </w:r>
      <w:r>
        <w:t>’</w:t>
      </w:r>
      <w:r w:rsidR="0024252B" w:rsidRPr="002813C1">
        <w:t>au plaisir</w:t>
      </w:r>
      <w:r>
        <w:t xml:space="preserve">, </w:t>
      </w:r>
      <w:r w:rsidR="0024252B" w:rsidRPr="002813C1">
        <w:t>messieurs</w:t>
      </w:r>
      <w:r>
        <w:t>…</w:t>
      </w:r>
    </w:p>
    <w:p w14:paraId="3CB78B1F" w14:textId="77777777" w:rsidR="00B77E03" w:rsidRDefault="0024252B" w:rsidP="00B77E03">
      <w:r w:rsidRPr="002813C1">
        <w:t>Et il s</w:t>
      </w:r>
      <w:r w:rsidR="00B77E03">
        <w:t>’</w:t>
      </w:r>
      <w:r w:rsidRPr="002813C1">
        <w:t>éloigna à grandes enjambées</w:t>
      </w:r>
      <w:r w:rsidR="00B77E03">
        <w:t>.</w:t>
      </w:r>
    </w:p>
    <w:p w14:paraId="3412568C" w14:textId="2DAC0E91" w:rsidR="00B77E03" w:rsidRDefault="00B77E03" w:rsidP="00B77E03">
      <w:r>
        <w:t>— </w:t>
      </w:r>
      <w:r w:rsidR="0024252B" w:rsidRPr="002813C1">
        <w:t>Revenir</w:t>
      </w:r>
      <w:r>
        <w:t xml:space="preserve">… </w:t>
      </w:r>
      <w:r w:rsidR="0024252B" w:rsidRPr="002813C1">
        <w:t>grommelait-il</w:t>
      </w:r>
      <w:r>
        <w:t xml:space="preserve">, </w:t>
      </w:r>
      <w:r w:rsidR="0024252B" w:rsidRPr="002813C1">
        <w:t>plus souvent</w:t>
      </w:r>
      <w:r>
        <w:t xml:space="preserve"> ! </w:t>
      </w:r>
      <w:r w:rsidR="0024252B" w:rsidRPr="002813C1">
        <w:t>Tas de farceurs</w:t>
      </w:r>
      <w:r>
        <w:t xml:space="preserve">, </w:t>
      </w:r>
      <w:r w:rsidR="0024252B" w:rsidRPr="002813C1">
        <w:t>j</w:t>
      </w:r>
      <w:r>
        <w:t>’</w:t>
      </w:r>
      <w:r w:rsidR="0024252B" w:rsidRPr="002813C1">
        <w:t xml:space="preserve">ai vu le moment où ils posaient la main sur mon </w:t>
      </w:r>
      <w:r>
        <w:t>« </w:t>
      </w:r>
      <w:r w:rsidR="0024252B" w:rsidRPr="002813C1">
        <w:t>image de changeur</w:t>
      </w:r>
      <w:r>
        <w:t> ! »</w:t>
      </w:r>
    </w:p>
    <w:p w14:paraId="6A299253" w14:textId="77777777" w:rsidR="00B77E03" w:rsidRDefault="0024252B" w:rsidP="00B77E03">
      <w:r w:rsidRPr="002813C1">
        <w:t>Mais la frayeur qu</w:t>
      </w:r>
      <w:r w:rsidR="00B77E03">
        <w:t>’</w:t>
      </w:r>
      <w:r w:rsidRPr="002813C1">
        <w:t>il avait eue s</w:t>
      </w:r>
      <w:r w:rsidR="00B77E03">
        <w:t>’</w:t>
      </w:r>
      <w:r w:rsidRPr="002813C1">
        <w:t>était dissipée</w:t>
      </w:r>
      <w:r w:rsidR="00B77E03">
        <w:t xml:space="preserve">, </w:t>
      </w:r>
      <w:r w:rsidRPr="002813C1">
        <w:t>et tout en prenant au plus court pour gagner le faubourg Saint-Denis</w:t>
      </w:r>
      <w:r w:rsidR="00B77E03">
        <w:t xml:space="preserve">, </w:t>
      </w:r>
      <w:r w:rsidRPr="002813C1">
        <w:t>il s</w:t>
      </w:r>
      <w:r w:rsidR="00B77E03">
        <w:t>’</w:t>
      </w:r>
      <w:r w:rsidRPr="002813C1">
        <w:t>applaudissait du succès de son stratagème</w:t>
      </w:r>
      <w:r w:rsidR="00B77E03">
        <w:t>.</w:t>
      </w:r>
    </w:p>
    <w:p w14:paraId="312120DB" w14:textId="77777777" w:rsidR="00B77E03" w:rsidRDefault="00B77E03" w:rsidP="00B77E03">
      <w:r>
        <w:t>— </w:t>
      </w:r>
      <w:r w:rsidR="0024252B" w:rsidRPr="002813C1">
        <w:t>Car voilà mon vicomte pincé</w:t>
      </w:r>
      <w:r>
        <w:t xml:space="preserve">, </w:t>
      </w:r>
      <w:r w:rsidR="0024252B" w:rsidRPr="002813C1">
        <w:t>pensait-il</w:t>
      </w:r>
      <w:r>
        <w:t xml:space="preserve">… </w:t>
      </w:r>
      <w:r w:rsidR="0024252B" w:rsidRPr="002813C1">
        <w:t>La rue d</w:t>
      </w:r>
      <w:r>
        <w:t>’</w:t>
      </w:r>
      <w:r w:rsidR="0024252B" w:rsidRPr="002813C1">
        <w:t>Anjou-Saint-Honoré n</w:t>
      </w:r>
      <w:r>
        <w:t>’</w:t>
      </w:r>
      <w:r w:rsidR="0024252B" w:rsidRPr="002813C1">
        <w:t>a pas cent numéros</w:t>
      </w:r>
      <w:r>
        <w:t xml:space="preserve">, </w:t>
      </w:r>
      <w:r w:rsidR="0024252B" w:rsidRPr="002813C1">
        <w:t>et quand je devrais aller de porte en porte</w:t>
      </w:r>
      <w:r>
        <w:t xml:space="preserve">, </w:t>
      </w:r>
      <w:r w:rsidR="0024252B" w:rsidRPr="002813C1">
        <w:t>ce serait vite fait</w:t>
      </w:r>
      <w:r>
        <w:t> !…</w:t>
      </w:r>
    </w:p>
    <w:p w14:paraId="27EB6E6C" w14:textId="77777777" w:rsidR="00B77E03" w:rsidRDefault="0024252B" w:rsidP="00B77E03">
      <w:r w:rsidRPr="002813C1">
        <w:t>Il trouva sa mère en train de tricoter</w:t>
      </w:r>
      <w:r w:rsidR="00B77E03">
        <w:t xml:space="preserve">, </w:t>
      </w:r>
      <w:r w:rsidRPr="002813C1">
        <w:t>comme toujours</w:t>
      </w:r>
      <w:r w:rsidR="00B77E03">
        <w:t xml:space="preserve">, </w:t>
      </w:r>
      <w:r w:rsidRPr="002813C1">
        <w:t>quand il rentra</w:t>
      </w:r>
      <w:r w:rsidR="00B77E03">
        <w:t>.</w:t>
      </w:r>
    </w:p>
    <w:p w14:paraId="79444426" w14:textId="77777777" w:rsidR="00B77E03" w:rsidRDefault="0024252B" w:rsidP="00B77E03">
      <w:r w:rsidRPr="002813C1">
        <w:t>C</w:t>
      </w:r>
      <w:r w:rsidR="00B77E03">
        <w:t>’</w:t>
      </w:r>
      <w:r w:rsidRPr="002813C1">
        <w:t>était le seul travail que sa cécité</w:t>
      </w:r>
      <w:r w:rsidR="00B77E03">
        <w:t xml:space="preserve">, </w:t>
      </w:r>
      <w:r w:rsidRPr="002813C1">
        <w:t>presque complète</w:t>
      </w:r>
      <w:r w:rsidR="00B77E03">
        <w:t xml:space="preserve">, </w:t>
      </w:r>
      <w:r w:rsidRPr="002813C1">
        <w:t>lui permît</w:t>
      </w:r>
      <w:r w:rsidR="00B77E03">
        <w:t xml:space="preserve">, </w:t>
      </w:r>
      <w:r w:rsidRPr="002813C1">
        <w:t>et elle s</w:t>
      </w:r>
      <w:r w:rsidR="00B77E03">
        <w:t>’</w:t>
      </w:r>
      <w:r w:rsidRPr="002813C1">
        <w:t>y employait avec acharnement</w:t>
      </w:r>
      <w:r w:rsidR="00B77E03">
        <w:t>.</w:t>
      </w:r>
    </w:p>
    <w:p w14:paraId="0C28D97B" w14:textId="77777777" w:rsidR="00B77E03" w:rsidRDefault="00B77E03" w:rsidP="00B77E03">
      <w:r>
        <w:t>— </w:t>
      </w:r>
      <w:r w:rsidR="0024252B" w:rsidRPr="002813C1">
        <w:t>Ah</w:t>
      </w:r>
      <w:r>
        <w:t xml:space="preserve"> !… </w:t>
      </w:r>
      <w:r w:rsidR="0024252B" w:rsidRPr="002813C1">
        <w:t>te voilà</w:t>
      </w:r>
      <w:r>
        <w:t xml:space="preserve">, </w:t>
      </w:r>
      <w:r w:rsidR="0024252B" w:rsidRPr="002813C1">
        <w:t>Toto</w:t>
      </w:r>
      <w:r>
        <w:t xml:space="preserve">, </w:t>
      </w:r>
      <w:r w:rsidR="0024252B" w:rsidRPr="002813C1">
        <w:t>fit-elle joyeusement</w:t>
      </w:r>
      <w:r>
        <w:t xml:space="preserve"> ; </w:t>
      </w:r>
      <w:r w:rsidR="0024252B" w:rsidRPr="002813C1">
        <w:t>je ne t</w:t>
      </w:r>
      <w:r>
        <w:t>’</w:t>
      </w:r>
      <w:r w:rsidR="0024252B" w:rsidRPr="002813C1">
        <w:t>espérais pas sitôt</w:t>
      </w:r>
      <w:r>
        <w:t xml:space="preserve">… </w:t>
      </w:r>
      <w:r w:rsidR="0024252B" w:rsidRPr="002813C1">
        <w:t>Sens-tu la bonne odeur</w:t>
      </w:r>
      <w:r>
        <w:t xml:space="preserve"> ?… </w:t>
      </w:r>
      <w:r w:rsidR="0024252B" w:rsidRPr="002813C1">
        <w:t>Comme tu dois être très-fatigué</w:t>
      </w:r>
      <w:r>
        <w:t xml:space="preserve">, </w:t>
      </w:r>
      <w:r w:rsidR="0024252B" w:rsidRPr="002813C1">
        <w:t>ayant passé la nuit</w:t>
      </w:r>
      <w:r>
        <w:t xml:space="preserve">, </w:t>
      </w:r>
      <w:r w:rsidR="0024252B" w:rsidRPr="002813C1">
        <w:t>je t</w:t>
      </w:r>
      <w:r>
        <w:t>’</w:t>
      </w:r>
      <w:r w:rsidR="0024252B" w:rsidRPr="002813C1">
        <w:t>ai mis le pot-au-feu</w:t>
      </w:r>
      <w:r>
        <w:t>…</w:t>
      </w:r>
    </w:p>
    <w:p w14:paraId="32E32CF8" w14:textId="261CD09E" w:rsidR="00B77E03" w:rsidRDefault="0024252B" w:rsidP="00B77E03">
      <w:r w:rsidRPr="002813C1">
        <w:t>Comme toutes les fois lorsqu</w:t>
      </w:r>
      <w:r w:rsidR="00B77E03">
        <w:t>’</w:t>
      </w:r>
      <w:r w:rsidRPr="002813C1">
        <w:t>il rentrait</w:t>
      </w:r>
      <w:r w:rsidR="00B77E03">
        <w:t xml:space="preserve">, </w:t>
      </w:r>
      <w:r w:rsidRPr="002813C1">
        <w:t xml:space="preserve">Chupin embrassa la digne femme avec cette tendresse respectueuse qui avait si fort surpris </w:t>
      </w:r>
      <w:r w:rsidR="00B77E03">
        <w:t>M. </w:t>
      </w:r>
      <w:r w:rsidRPr="002813C1">
        <w:t>Fortunat</w:t>
      </w:r>
      <w:r w:rsidR="00B77E03">
        <w:t>.</w:t>
      </w:r>
    </w:p>
    <w:p w14:paraId="6648C0C8" w14:textId="77777777" w:rsidR="00B77E03" w:rsidRDefault="00B77E03" w:rsidP="00B77E03">
      <w:r>
        <w:t>— </w:t>
      </w:r>
      <w:r w:rsidR="0024252B" w:rsidRPr="002813C1">
        <w:t>Tu es toujours trop bonne</w:t>
      </w:r>
      <w:r>
        <w:t xml:space="preserve"> !… </w:t>
      </w:r>
      <w:r w:rsidR="0024252B" w:rsidRPr="002813C1">
        <w:t>fit-il</w:t>
      </w:r>
      <w:r>
        <w:t xml:space="preserve">. </w:t>
      </w:r>
      <w:r w:rsidR="0024252B" w:rsidRPr="002813C1">
        <w:t>Et moi</w:t>
      </w:r>
      <w:r>
        <w:t xml:space="preserve">, </w:t>
      </w:r>
      <w:r w:rsidR="0024252B" w:rsidRPr="002813C1">
        <w:t>malheureusement</w:t>
      </w:r>
      <w:r>
        <w:t xml:space="preserve">, </w:t>
      </w:r>
      <w:r w:rsidR="0024252B" w:rsidRPr="002813C1">
        <w:t>je ne puis rester dîner avec toi</w:t>
      </w:r>
      <w:r>
        <w:t>.</w:t>
      </w:r>
    </w:p>
    <w:p w14:paraId="1D7BD87D" w14:textId="77777777" w:rsidR="00B77E03" w:rsidRDefault="00B77E03" w:rsidP="00B77E03">
      <w:r>
        <w:t>— </w:t>
      </w:r>
      <w:r w:rsidR="0024252B" w:rsidRPr="002813C1">
        <w:t>Tu me l</w:t>
      </w:r>
      <w:r>
        <w:t>’</w:t>
      </w:r>
      <w:r w:rsidR="0024252B" w:rsidRPr="002813C1">
        <w:t>avais promis</w:t>
      </w:r>
      <w:r>
        <w:t xml:space="preserve">, </w:t>
      </w:r>
      <w:r w:rsidR="0024252B" w:rsidRPr="002813C1">
        <w:t>cependant</w:t>
      </w:r>
      <w:r>
        <w:t>.</w:t>
      </w:r>
    </w:p>
    <w:p w14:paraId="5CA54402" w14:textId="77777777" w:rsidR="00B77E03" w:rsidRDefault="00B77E03" w:rsidP="00B77E03">
      <w:r>
        <w:lastRenderedPageBreak/>
        <w:t>— </w:t>
      </w:r>
      <w:r w:rsidR="0024252B" w:rsidRPr="002813C1">
        <w:t>C</w:t>
      </w:r>
      <w:r>
        <w:t>’</w:t>
      </w:r>
      <w:r w:rsidR="0024252B" w:rsidRPr="002813C1">
        <w:t>est vrai</w:t>
      </w:r>
      <w:r>
        <w:t xml:space="preserve">, </w:t>
      </w:r>
      <w:r w:rsidR="0024252B" w:rsidRPr="002813C1">
        <w:t>m</w:t>
      </w:r>
      <w:r>
        <w:t>’</w:t>
      </w:r>
      <w:r w:rsidR="0024252B" w:rsidRPr="002813C1">
        <w:t>man</w:t>
      </w:r>
      <w:r>
        <w:t xml:space="preserve">, </w:t>
      </w:r>
      <w:r w:rsidR="0024252B" w:rsidRPr="002813C1">
        <w:t>mais les affaires</w:t>
      </w:r>
      <w:r>
        <w:t xml:space="preserve">, </w:t>
      </w:r>
      <w:r w:rsidR="0024252B" w:rsidRPr="002813C1">
        <w:t>vois-tu</w:t>
      </w:r>
      <w:r>
        <w:t xml:space="preserve">, </w:t>
      </w:r>
      <w:r w:rsidR="0024252B" w:rsidRPr="002813C1">
        <w:t>les affaires</w:t>
      </w:r>
      <w:r>
        <w:t>…</w:t>
      </w:r>
    </w:p>
    <w:p w14:paraId="5ED4663C" w14:textId="77777777" w:rsidR="00B77E03" w:rsidRDefault="0024252B" w:rsidP="00B77E03">
      <w:r w:rsidRPr="002813C1">
        <w:t>La brave femme hocha la tête</w:t>
      </w:r>
      <w:r w:rsidR="00B77E03">
        <w:t>.</w:t>
      </w:r>
    </w:p>
    <w:p w14:paraId="112CAC11" w14:textId="77777777" w:rsidR="00B77E03" w:rsidRDefault="00B77E03" w:rsidP="00B77E03">
      <w:r>
        <w:t>— </w:t>
      </w:r>
      <w:r w:rsidR="0024252B" w:rsidRPr="002813C1">
        <w:t>Toujours des affaires</w:t>
      </w:r>
      <w:r>
        <w:t xml:space="preserve"> !… </w:t>
      </w:r>
      <w:r w:rsidR="0024252B" w:rsidRPr="002813C1">
        <w:t>fit-elle</w:t>
      </w:r>
      <w:r>
        <w:t>.</w:t>
      </w:r>
    </w:p>
    <w:p w14:paraId="7F6ED7F2" w14:textId="77777777" w:rsidR="00B77E03" w:rsidRDefault="00B77E03" w:rsidP="00B77E03">
      <w:r>
        <w:t>— </w:t>
      </w:r>
      <w:r w:rsidR="0024252B" w:rsidRPr="002813C1">
        <w:t>Dame</w:t>
      </w:r>
      <w:r>
        <w:t xml:space="preserve"> !… </w:t>
      </w:r>
      <w:r w:rsidR="0024252B" w:rsidRPr="002813C1">
        <w:t>quand on n</w:t>
      </w:r>
      <w:r>
        <w:t>’</w:t>
      </w:r>
      <w:r w:rsidR="0024252B" w:rsidRPr="002813C1">
        <w:t>a pas dix mille francs de rentes</w:t>
      </w:r>
      <w:r>
        <w:t> !…</w:t>
      </w:r>
    </w:p>
    <w:p w14:paraId="190185F0" w14:textId="77777777" w:rsidR="00B77E03" w:rsidRDefault="00B77E03" w:rsidP="00B77E03">
      <w:r>
        <w:t>— </w:t>
      </w:r>
      <w:r w:rsidR="0024252B" w:rsidRPr="002813C1">
        <w:t>Oui</w:t>
      </w:r>
      <w:r>
        <w:t xml:space="preserve">, </w:t>
      </w:r>
      <w:r w:rsidR="0024252B" w:rsidRPr="002813C1">
        <w:t>tu es devenu travailleur</w:t>
      </w:r>
      <w:r>
        <w:t xml:space="preserve">, </w:t>
      </w:r>
      <w:r w:rsidR="0024252B" w:rsidRPr="002813C1">
        <w:t>Toto</w:t>
      </w:r>
      <w:r>
        <w:t xml:space="preserve">, </w:t>
      </w:r>
      <w:r w:rsidR="0024252B" w:rsidRPr="002813C1">
        <w:t>et cela me rend bien heureuse</w:t>
      </w:r>
      <w:r>
        <w:t xml:space="preserve">, </w:t>
      </w:r>
      <w:r w:rsidR="0024252B" w:rsidRPr="002813C1">
        <w:t>mais tu es trop ardent après l</w:t>
      </w:r>
      <w:r>
        <w:t>’</w:t>
      </w:r>
      <w:r w:rsidR="0024252B" w:rsidRPr="002813C1">
        <w:t>argent</w:t>
      </w:r>
      <w:r>
        <w:t xml:space="preserve">, </w:t>
      </w:r>
      <w:r w:rsidR="0024252B" w:rsidRPr="002813C1">
        <w:t>et cela me fait peur</w:t>
      </w:r>
      <w:r>
        <w:t>…</w:t>
      </w:r>
    </w:p>
    <w:p w14:paraId="35F32692" w14:textId="77777777" w:rsidR="00B77E03" w:rsidRDefault="00B77E03" w:rsidP="00B77E03">
      <w:r>
        <w:t>— </w:t>
      </w:r>
      <w:r w:rsidR="0024252B" w:rsidRPr="002813C1">
        <w:t>C</w:t>
      </w:r>
      <w:r>
        <w:t>’</w:t>
      </w:r>
      <w:r w:rsidR="0024252B" w:rsidRPr="002813C1">
        <w:t>est-à-dire que tu crains que je fasse quelque chose qui ne soit pas honnête</w:t>
      </w:r>
      <w:r>
        <w:t xml:space="preserve">… </w:t>
      </w:r>
      <w:r w:rsidR="0024252B" w:rsidRPr="002813C1">
        <w:t>Eh bien</w:t>
      </w:r>
      <w:r>
        <w:t xml:space="preserve"> ! </w:t>
      </w:r>
      <w:r w:rsidR="0024252B" w:rsidRPr="002813C1">
        <w:t>et toi donc</w:t>
      </w:r>
      <w:r>
        <w:t xml:space="preserve">, </w:t>
      </w:r>
      <w:r w:rsidR="0024252B" w:rsidRPr="002813C1">
        <w:t>m</w:t>
      </w:r>
      <w:r>
        <w:t>’</w:t>
      </w:r>
      <w:r w:rsidR="0024252B" w:rsidRPr="002813C1">
        <w:t>man</w:t>
      </w:r>
      <w:r>
        <w:t xml:space="preserve">, </w:t>
      </w:r>
      <w:r w:rsidR="0024252B" w:rsidRPr="002813C1">
        <w:t>et m</w:t>
      </w:r>
      <w:r>
        <w:t>’</w:t>
      </w:r>
      <w:proofErr w:type="spellStart"/>
      <w:r w:rsidR="0024252B" w:rsidRPr="002813C1">
        <w:t>sieu</w:t>
      </w:r>
      <w:proofErr w:type="spellEnd"/>
      <w:r w:rsidR="0024252B" w:rsidRPr="002813C1">
        <w:t xml:space="preserve"> André</w:t>
      </w:r>
      <w:r>
        <w:t xml:space="preserve">… </w:t>
      </w:r>
      <w:r w:rsidR="0024252B" w:rsidRPr="002813C1">
        <w:t xml:space="preserve">crois-tu que je vous </w:t>
      </w:r>
      <w:proofErr w:type="spellStart"/>
      <w:r w:rsidR="0024252B" w:rsidRPr="002813C1">
        <w:t>oublie</w:t>
      </w:r>
      <w:proofErr w:type="spellEnd"/>
      <w:r>
        <w:t> ?</w:t>
      </w:r>
    </w:p>
    <w:p w14:paraId="56DD973B" w14:textId="77777777" w:rsidR="00B77E03" w:rsidRDefault="0024252B" w:rsidP="00B77E03">
      <w:r w:rsidRPr="002813C1">
        <w:t>La brave femme se taisant</w:t>
      </w:r>
      <w:r w:rsidR="00B77E03">
        <w:t xml:space="preserve">, </w:t>
      </w:r>
      <w:r w:rsidRPr="002813C1">
        <w:t>il passa dans la soupente qu</w:t>
      </w:r>
      <w:r w:rsidR="00B77E03">
        <w:t>’</w:t>
      </w:r>
      <w:r w:rsidRPr="002813C1">
        <w:t>il appelait pompeusement sa chambre</w:t>
      </w:r>
      <w:r w:rsidR="00B77E03">
        <w:t xml:space="preserve">, </w:t>
      </w:r>
      <w:r w:rsidRPr="002813C1">
        <w:t>et rapidement il échangea son costume</w:t>
      </w:r>
      <w:r w:rsidR="00B77E03">
        <w:t xml:space="preserve">, – </w:t>
      </w:r>
      <w:r w:rsidRPr="002813C1">
        <w:t>le plus neuf et le plus beau qu</w:t>
      </w:r>
      <w:r w:rsidR="00B77E03">
        <w:t>’</w:t>
      </w:r>
      <w:r w:rsidRPr="002813C1">
        <w:t>il eût</w:t>
      </w:r>
      <w:r w:rsidR="00B77E03">
        <w:t xml:space="preserve">, – </w:t>
      </w:r>
      <w:r w:rsidRPr="002813C1">
        <w:t>contre un vieux pantalon à carreaux</w:t>
      </w:r>
      <w:r w:rsidR="00B77E03">
        <w:t xml:space="preserve">, </w:t>
      </w:r>
      <w:r w:rsidRPr="002813C1">
        <w:t>une blouse de laine noire et une casquette de toile cirée</w:t>
      </w:r>
      <w:r w:rsidR="00B77E03">
        <w:t>.</w:t>
      </w:r>
    </w:p>
    <w:p w14:paraId="1EAF96DF" w14:textId="77777777" w:rsidR="00B77E03" w:rsidRDefault="0024252B" w:rsidP="00B77E03">
      <w:r w:rsidRPr="002813C1">
        <w:t>Et quand il eut achevé et donné à ses cheveux un certain tour</w:t>
      </w:r>
      <w:r w:rsidR="00B77E03">
        <w:t xml:space="preserve">, </w:t>
      </w:r>
      <w:r w:rsidRPr="002813C1">
        <w:t>véritablement il fut méconnaissable</w:t>
      </w:r>
      <w:r w:rsidR="00B77E03">
        <w:t>.</w:t>
      </w:r>
    </w:p>
    <w:p w14:paraId="7B532683" w14:textId="44ED9855" w:rsidR="00B77E03" w:rsidRDefault="0024252B" w:rsidP="00B77E03">
      <w:r w:rsidRPr="002813C1">
        <w:t>Au lieu et place de l</w:t>
      </w:r>
      <w:r w:rsidR="00B77E03">
        <w:t>’</w:t>
      </w:r>
      <w:r w:rsidRPr="002813C1">
        <w:t xml:space="preserve">employé de </w:t>
      </w:r>
      <w:r w:rsidR="00B77E03">
        <w:t>M. </w:t>
      </w:r>
      <w:r w:rsidRPr="002813C1">
        <w:t>Fortunat apparaissait un de ces louches garnements qui font leur journée de six heures du soir à minuit</w:t>
      </w:r>
      <w:r w:rsidR="00B77E03">
        <w:t xml:space="preserve">, </w:t>
      </w:r>
      <w:r w:rsidRPr="002813C1">
        <w:t>autour des cafés et des théâtres</w:t>
      </w:r>
      <w:r w:rsidR="00B77E03">
        <w:t xml:space="preserve">, </w:t>
      </w:r>
      <w:r w:rsidRPr="002813C1">
        <w:t>et qui</w:t>
      </w:r>
      <w:r w:rsidR="00B77E03">
        <w:t xml:space="preserve">, </w:t>
      </w:r>
      <w:r w:rsidRPr="002813C1">
        <w:t>tant que le jour dure</w:t>
      </w:r>
      <w:r w:rsidR="00B77E03">
        <w:t xml:space="preserve">, </w:t>
      </w:r>
      <w:r w:rsidRPr="002813C1">
        <w:t>battent des cartes grasses dans les bouges des barrières</w:t>
      </w:r>
      <w:r w:rsidR="00B77E03">
        <w:t>.</w:t>
      </w:r>
    </w:p>
    <w:p w14:paraId="5F2E7152" w14:textId="77777777" w:rsidR="00B77E03" w:rsidRDefault="0024252B" w:rsidP="00B77E03">
      <w:r w:rsidRPr="002813C1">
        <w:t>C</w:t>
      </w:r>
      <w:r w:rsidR="00B77E03">
        <w:t>’</w:t>
      </w:r>
      <w:r w:rsidRPr="002813C1">
        <w:t>était l</w:t>
      </w:r>
      <w:r w:rsidR="00B77E03">
        <w:t>’</w:t>
      </w:r>
      <w:r w:rsidRPr="002813C1">
        <w:t>ancien Chupin qui ressuscitait</w:t>
      </w:r>
      <w:r w:rsidR="00B77E03">
        <w:t xml:space="preserve">… </w:t>
      </w:r>
      <w:r w:rsidRPr="002813C1">
        <w:t>Toto Chupin tel qu</w:t>
      </w:r>
      <w:r w:rsidR="00B77E03">
        <w:t>’</w:t>
      </w:r>
      <w:r w:rsidRPr="002813C1">
        <w:t>on l</w:t>
      </w:r>
      <w:r w:rsidR="00B77E03">
        <w:t>’</w:t>
      </w:r>
      <w:r w:rsidRPr="002813C1">
        <w:t>avait connu avant sa conversion</w:t>
      </w:r>
      <w:r w:rsidR="00B77E03">
        <w:t>.</w:t>
      </w:r>
    </w:p>
    <w:p w14:paraId="069DD126" w14:textId="77777777" w:rsidR="00B77E03" w:rsidRDefault="0024252B" w:rsidP="00B77E03">
      <w:r w:rsidRPr="002813C1">
        <w:lastRenderedPageBreak/>
        <w:t>Et lui-même</w:t>
      </w:r>
      <w:r w:rsidR="00B77E03">
        <w:t xml:space="preserve">, </w:t>
      </w:r>
      <w:r w:rsidRPr="002813C1">
        <w:t>se donnant un dernier coup d</w:t>
      </w:r>
      <w:r w:rsidR="00B77E03">
        <w:t>’</w:t>
      </w:r>
      <w:r w:rsidRPr="002813C1">
        <w:t>œil dans le petit miroir suspendu au-dessus de sa table</w:t>
      </w:r>
      <w:r w:rsidR="00B77E03">
        <w:t xml:space="preserve">, </w:t>
      </w:r>
      <w:r w:rsidRPr="002813C1">
        <w:t>fut étonné de sa physionomie</w:t>
      </w:r>
      <w:r w:rsidR="00B77E03">
        <w:t>…</w:t>
      </w:r>
    </w:p>
    <w:p w14:paraId="518FB398" w14:textId="77777777" w:rsidR="00B77E03" w:rsidRDefault="00B77E03" w:rsidP="00B77E03">
      <w:r>
        <w:t>— </w:t>
      </w:r>
      <w:r w:rsidR="0024252B" w:rsidRPr="002813C1">
        <w:t>Cristi</w:t>
      </w:r>
      <w:r>
        <w:t xml:space="preserve"> ! </w:t>
      </w:r>
      <w:r w:rsidR="0024252B" w:rsidRPr="002813C1">
        <w:t>murmura-t-il</w:t>
      </w:r>
      <w:r>
        <w:t xml:space="preserve">, </w:t>
      </w:r>
      <w:r w:rsidR="0024252B" w:rsidRPr="002813C1">
        <w:t>je marquais mal</w:t>
      </w:r>
      <w:r>
        <w:t xml:space="preserve">, </w:t>
      </w:r>
      <w:r w:rsidR="0024252B" w:rsidRPr="002813C1">
        <w:t>dans ce temps-là</w:t>
      </w:r>
      <w:r>
        <w:t> !</w:t>
      </w:r>
    </w:p>
    <w:p w14:paraId="6DFB2377" w14:textId="77777777" w:rsidR="00B77E03" w:rsidRDefault="0024252B" w:rsidP="00B77E03">
      <w:r w:rsidRPr="002813C1">
        <w:t>Il avait pris toutes sortes de précautions pour ne faire aucun bruit en s</w:t>
      </w:r>
      <w:r w:rsidR="00B77E03">
        <w:t>’</w:t>
      </w:r>
      <w:r w:rsidRPr="002813C1">
        <w:t>habillant</w:t>
      </w:r>
      <w:r w:rsidR="00B77E03">
        <w:t xml:space="preserve">, </w:t>
      </w:r>
      <w:r w:rsidRPr="002813C1">
        <w:t>mais en vain</w:t>
      </w:r>
      <w:r w:rsidR="00B77E03">
        <w:t xml:space="preserve">. </w:t>
      </w:r>
      <w:r w:rsidRPr="002813C1">
        <w:t>Sa mère</w:t>
      </w:r>
      <w:r w:rsidR="00B77E03">
        <w:t xml:space="preserve">, </w:t>
      </w:r>
      <w:r w:rsidRPr="002813C1">
        <w:t>avec cette prodigieuse acuité d</w:t>
      </w:r>
      <w:r w:rsidR="00B77E03">
        <w:t>’</w:t>
      </w:r>
      <w:r w:rsidRPr="002813C1">
        <w:t>ouïe des aveugles</w:t>
      </w:r>
      <w:r w:rsidR="00B77E03">
        <w:t xml:space="preserve">, </w:t>
      </w:r>
      <w:r w:rsidRPr="002813C1">
        <w:t>avait suivi tous ses mouvements aussi sûrement que si elle eût été près de lui</w:t>
      </w:r>
      <w:r w:rsidR="00B77E03">
        <w:t xml:space="preserve">, </w:t>
      </w:r>
      <w:r w:rsidRPr="002813C1">
        <w:t>y voyant</w:t>
      </w:r>
      <w:r w:rsidR="00B77E03">
        <w:t>…</w:t>
      </w:r>
    </w:p>
    <w:p w14:paraId="668D2BBF" w14:textId="77777777" w:rsidR="00B77E03" w:rsidRDefault="00B77E03" w:rsidP="00B77E03">
      <w:r>
        <w:t>— </w:t>
      </w:r>
      <w:r w:rsidR="0024252B" w:rsidRPr="002813C1">
        <w:t>Tu viens de te changer</w:t>
      </w:r>
      <w:r>
        <w:t xml:space="preserve">, </w:t>
      </w:r>
      <w:r w:rsidR="0024252B" w:rsidRPr="002813C1">
        <w:t>Toto</w:t>
      </w:r>
      <w:r>
        <w:t xml:space="preserve"> ? </w:t>
      </w:r>
      <w:r w:rsidR="0024252B" w:rsidRPr="002813C1">
        <w:t>demanda-t-elle</w:t>
      </w:r>
      <w:r>
        <w:t>.</w:t>
      </w:r>
    </w:p>
    <w:p w14:paraId="749B1044" w14:textId="77777777" w:rsidR="00B77E03" w:rsidRDefault="00B77E03" w:rsidP="00B77E03">
      <w:r>
        <w:t>— </w:t>
      </w:r>
      <w:r w:rsidR="0024252B" w:rsidRPr="002813C1">
        <w:t>Oui</w:t>
      </w:r>
      <w:r>
        <w:t xml:space="preserve">, </w:t>
      </w:r>
      <w:r w:rsidR="0024252B" w:rsidRPr="002813C1">
        <w:t>m</w:t>
      </w:r>
      <w:r>
        <w:t>’</w:t>
      </w:r>
      <w:r w:rsidR="0024252B" w:rsidRPr="002813C1">
        <w:t>man</w:t>
      </w:r>
      <w:r>
        <w:t>…</w:t>
      </w:r>
    </w:p>
    <w:p w14:paraId="5832654E" w14:textId="77777777" w:rsidR="00B77E03" w:rsidRDefault="00B77E03" w:rsidP="00B77E03">
      <w:r>
        <w:t>— </w:t>
      </w:r>
      <w:r w:rsidR="0024252B" w:rsidRPr="002813C1">
        <w:t>Pourquoi as-tu mis ta blouse</w:t>
      </w:r>
      <w:r>
        <w:t xml:space="preserve">, </w:t>
      </w:r>
      <w:r w:rsidR="0024252B" w:rsidRPr="002813C1">
        <w:t>mon fils</w:t>
      </w:r>
      <w:r>
        <w:t> ?</w:t>
      </w:r>
    </w:p>
    <w:p w14:paraId="69D7D9C5" w14:textId="77777777" w:rsidR="00B77E03" w:rsidRDefault="0024252B" w:rsidP="00B77E03">
      <w:r w:rsidRPr="002813C1">
        <w:t>Si accoutumé qu</w:t>
      </w:r>
      <w:r w:rsidR="00B77E03">
        <w:t>’</w:t>
      </w:r>
      <w:r w:rsidRPr="002813C1">
        <w:t>il fût à l</w:t>
      </w:r>
      <w:r w:rsidR="00B77E03">
        <w:t>’</w:t>
      </w:r>
      <w:r w:rsidRPr="002813C1">
        <w:t>étrange perspicacité de sa mère</w:t>
      </w:r>
      <w:r w:rsidR="00B77E03">
        <w:t xml:space="preserve">, </w:t>
      </w:r>
      <w:r w:rsidRPr="002813C1">
        <w:t>il fut stupéfait</w:t>
      </w:r>
      <w:r w:rsidR="00B77E03">
        <w:t xml:space="preserve">… </w:t>
      </w:r>
      <w:r w:rsidRPr="002813C1">
        <w:t>Mais il ne songea pas à nier</w:t>
      </w:r>
      <w:r w:rsidR="00B77E03">
        <w:t xml:space="preserve">… </w:t>
      </w:r>
      <w:r w:rsidRPr="002813C1">
        <w:t>Elle n</w:t>
      </w:r>
      <w:r w:rsidR="00B77E03">
        <w:t>’</w:t>
      </w:r>
      <w:r w:rsidRPr="002813C1">
        <w:t>eût eu qu</w:t>
      </w:r>
      <w:r w:rsidR="00B77E03">
        <w:t>’</w:t>
      </w:r>
      <w:r w:rsidRPr="002813C1">
        <w:t>à étendre la main pour s</w:t>
      </w:r>
      <w:r w:rsidR="00B77E03">
        <w:t>’</w:t>
      </w:r>
      <w:r w:rsidRPr="002813C1">
        <w:t>assurer qu</w:t>
      </w:r>
      <w:r w:rsidR="00B77E03">
        <w:t>’</w:t>
      </w:r>
      <w:r w:rsidRPr="002813C1">
        <w:t>il mentait</w:t>
      </w:r>
      <w:r w:rsidR="00B77E03">
        <w:t>.</w:t>
      </w:r>
    </w:p>
    <w:p w14:paraId="2653C5E1" w14:textId="77777777" w:rsidR="00B77E03" w:rsidRDefault="00B77E03" w:rsidP="00B77E03">
      <w:r>
        <w:t>— </w:t>
      </w:r>
      <w:r w:rsidR="0024252B" w:rsidRPr="002813C1">
        <w:t>C</w:t>
      </w:r>
      <w:r>
        <w:t>’</w:t>
      </w:r>
      <w:r w:rsidR="0024252B" w:rsidRPr="002813C1">
        <w:t>est pour une course que j</w:t>
      </w:r>
      <w:r>
        <w:t>’</w:t>
      </w:r>
      <w:r w:rsidR="0024252B" w:rsidRPr="002813C1">
        <w:t>ai à faire</w:t>
      </w:r>
      <w:r>
        <w:t xml:space="preserve">, </w:t>
      </w:r>
      <w:r w:rsidR="0024252B" w:rsidRPr="002813C1">
        <w:t>répondit-il</w:t>
      </w:r>
      <w:r>
        <w:t>.</w:t>
      </w:r>
    </w:p>
    <w:p w14:paraId="4B2A0EB8" w14:textId="77777777" w:rsidR="00B77E03" w:rsidRDefault="0024252B" w:rsidP="00B77E03">
      <w:r w:rsidRPr="002813C1">
        <w:t>Le visage si doux de l</w:t>
      </w:r>
      <w:r w:rsidR="00B77E03">
        <w:t>’</w:t>
      </w:r>
      <w:r w:rsidRPr="002813C1">
        <w:t>aveugle était devenu sévère</w:t>
      </w:r>
      <w:r w:rsidR="00B77E03">
        <w:t>.</w:t>
      </w:r>
    </w:p>
    <w:p w14:paraId="7CA934B0" w14:textId="77777777" w:rsidR="00B77E03" w:rsidRDefault="00B77E03" w:rsidP="00B77E03">
      <w:r>
        <w:t>— </w:t>
      </w:r>
      <w:r w:rsidR="0024252B" w:rsidRPr="002813C1">
        <w:t>Tu as donc besoin de te déguiser</w:t>
      </w:r>
      <w:r>
        <w:t xml:space="preserve"> ?… </w:t>
      </w:r>
      <w:r w:rsidR="0024252B" w:rsidRPr="002813C1">
        <w:t>prononça-t-elle</w:t>
      </w:r>
      <w:r>
        <w:t>.</w:t>
      </w:r>
    </w:p>
    <w:p w14:paraId="6A3C9B0B" w14:textId="77777777" w:rsidR="00B77E03" w:rsidRDefault="00B77E03" w:rsidP="00B77E03">
      <w:r>
        <w:t>— </w:t>
      </w:r>
      <w:r w:rsidR="0024252B" w:rsidRPr="002813C1">
        <w:t>Mais</w:t>
      </w:r>
      <w:r>
        <w:t xml:space="preserve">, </w:t>
      </w:r>
      <w:r w:rsidR="0024252B" w:rsidRPr="002813C1">
        <w:t>m</w:t>
      </w:r>
      <w:r>
        <w:t>’</w:t>
      </w:r>
      <w:r w:rsidR="0024252B" w:rsidRPr="002813C1">
        <w:t>man</w:t>
      </w:r>
      <w:r>
        <w:t>…</w:t>
      </w:r>
    </w:p>
    <w:p w14:paraId="696E69EF" w14:textId="77777777" w:rsidR="00B77E03" w:rsidRDefault="00B77E03" w:rsidP="00B77E03">
      <w:r>
        <w:t>— </w:t>
      </w:r>
      <w:r w:rsidR="0024252B" w:rsidRPr="002813C1">
        <w:t>Tais-toi</w:t>
      </w:r>
      <w:r>
        <w:t xml:space="preserve">, </w:t>
      </w:r>
      <w:r w:rsidR="0024252B" w:rsidRPr="002813C1">
        <w:t>mon fils</w:t>
      </w:r>
      <w:r>
        <w:t xml:space="preserve"> !… </w:t>
      </w:r>
      <w:r w:rsidR="0024252B" w:rsidRPr="002813C1">
        <w:t>Quand on veut n</w:t>
      </w:r>
      <w:r>
        <w:t>’</w:t>
      </w:r>
      <w:r w:rsidR="0024252B" w:rsidRPr="002813C1">
        <w:t>être pas reconnu</w:t>
      </w:r>
      <w:r>
        <w:t xml:space="preserve">, </w:t>
      </w:r>
      <w:r w:rsidR="0024252B" w:rsidRPr="002813C1">
        <w:t>c</w:t>
      </w:r>
      <w:r>
        <w:t>’</w:t>
      </w:r>
      <w:r w:rsidR="0024252B" w:rsidRPr="002813C1">
        <w:t>est qu</w:t>
      </w:r>
      <w:r>
        <w:t>’</w:t>
      </w:r>
      <w:r w:rsidR="0024252B" w:rsidRPr="002813C1">
        <w:t>on va faire quelque chose de mal</w:t>
      </w:r>
      <w:r>
        <w:t xml:space="preserve">… </w:t>
      </w:r>
      <w:r w:rsidR="0024252B" w:rsidRPr="002813C1">
        <w:t>Depuis que ton patron est venu ici</w:t>
      </w:r>
      <w:r>
        <w:t xml:space="preserve">, </w:t>
      </w:r>
      <w:r w:rsidR="0024252B" w:rsidRPr="002813C1">
        <w:t>tu me caches quelque chose</w:t>
      </w:r>
      <w:r>
        <w:t xml:space="preserve">… </w:t>
      </w:r>
      <w:r w:rsidR="0024252B" w:rsidRPr="002813C1">
        <w:t>Ne sais-tu donc pas que je ressens tout ce qui se passe en toi</w:t>
      </w:r>
      <w:r>
        <w:t xml:space="preserve"> !… </w:t>
      </w:r>
      <w:r w:rsidR="0024252B" w:rsidRPr="002813C1">
        <w:t>Prends garde</w:t>
      </w:r>
      <w:r>
        <w:t xml:space="preserve">, </w:t>
      </w:r>
      <w:r w:rsidR="0024252B" w:rsidRPr="002813C1">
        <w:t>Toto</w:t>
      </w:r>
      <w:r>
        <w:t xml:space="preserve"> !… </w:t>
      </w:r>
      <w:r w:rsidR="0024252B" w:rsidRPr="002813C1">
        <w:t>Depuis que j</w:t>
      </w:r>
      <w:r>
        <w:t>’</w:t>
      </w:r>
      <w:r w:rsidR="0024252B" w:rsidRPr="002813C1">
        <w:t>ai entendu la voix de cet homme</w:t>
      </w:r>
      <w:r>
        <w:t xml:space="preserve">, </w:t>
      </w:r>
      <w:r w:rsidR="0024252B" w:rsidRPr="002813C1">
        <w:t>je suis sûre qu</w:t>
      </w:r>
      <w:r>
        <w:t>’</w:t>
      </w:r>
      <w:r w:rsidR="0024252B" w:rsidRPr="002813C1">
        <w:t>il est capable de te pousser à quelque crime</w:t>
      </w:r>
      <w:r>
        <w:t xml:space="preserve">, </w:t>
      </w:r>
      <w:r w:rsidR="0024252B" w:rsidRPr="002813C1">
        <w:t>comme les autres</w:t>
      </w:r>
      <w:r>
        <w:t xml:space="preserve">, </w:t>
      </w:r>
      <w:r w:rsidR="0024252B" w:rsidRPr="002813C1">
        <w:t>autrefois</w:t>
      </w:r>
      <w:r>
        <w:t>…</w:t>
      </w:r>
    </w:p>
    <w:p w14:paraId="587630B8" w14:textId="77777777" w:rsidR="00B77E03" w:rsidRDefault="0024252B" w:rsidP="00B77E03">
      <w:r w:rsidRPr="002813C1">
        <w:lastRenderedPageBreak/>
        <w:t>L</w:t>
      </w:r>
      <w:r w:rsidR="00B77E03">
        <w:t>’</w:t>
      </w:r>
      <w:r w:rsidRPr="002813C1">
        <w:t>aveugle prêchait un converti</w:t>
      </w:r>
      <w:r w:rsidR="00B77E03">
        <w:t>.</w:t>
      </w:r>
    </w:p>
    <w:p w14:paraId="028F4F6B" w14:textId="77777777" w:rsidR="00B77E03" w:rsidRDefault="0024252B" w:rsidP="00B77E03">
      <w:r w:rsidRPr="002813C1">
        <w:t>Depuis deux jours</w:t>
      </w:r>
      <w:r w:rsidR="00B77E03">
        <w:t xml:space="preserve">, </w:t>
      </w:r>
      <w:r w:rsidRPr="002813C1">
        <w:t xml:space="preserve">le </w:t>
      </w:r>
      <w:r w:rsidR="00B77E03">
        <w:t>« </w:t>
      </w:r>
      <w:r w:rsidRPr="002813C1">
        <w:t>pisteur d</w:t>
      </w:r>
      <w:r w:rsidR="00B77E03">
        <w:t>’</w:t>
      </w:r>
      <w:r w:rsidRPr="002813C1">
        <w:t>héritages</w:t>
      </w:r>
      <w:r w:rsidR="00B77E03">
        <w:t> »</w:t>
      </w:r>
      <w:r w:rsidRPr="002813C1">
        <w:t xml:space="preserve"> se montrait sous un aspect si étrange</w:t>
      </w:r>
      <w:r w:rsidR="00B77E03">
        <w:t xml:space="preserve">, </w:t>
      </w:r>
      <w:r w:rsidRPr="002813C1">
        <w:t>que Chupin</w:t>
      </w:r>
      <w:r w:rsidR="00B77E03">
        <w:t xml:space="preserve">, </w:t>
      </w:r>
      <w:r w:rsidRPr="002813C1">
        <w:t>à part soi</w:t>
      </w:r>
      <w:r w:rsidR="00B77E03">
        <w:t xml:space="preserve">, </w:t>
      </w:r>
      <w:r w:rsidRPr="002813C1">
        <w:t>s</w:t>
      </w:r>
      <w:r w:rsidR="00B77E03">
        <w:t>’</w:t>
      </w:r>
      <w:r w:rsidRPr="002813C1">
        <w:t>était promis de changer de patron</w:t>
      </w:r>
      <w:r w:rsidR="00B77E03">
        <w:t>.</w:t>
      </w:r>
    </w:p>
    <w:p w14:paraId="78BAC178" w14:textId="77777777" w:rsidR="00B77E03" w:rsidRDefault="00B77E03" w:rsidP="00B77E03">
      <w:r>
        <w:t>— </w:t>
      </w:r>
      <w:r w:rsidR="0024252B" w:rsidRPr="002813C1">
        <w:t xml:space="preserve">Je te jure de le </w:t>
      </w:r>
      <w:r>
        <w:t>« </w:t>
      </w:r>
      <w:r w:rsidR="0024252B" w:rsidRPr="002813C1">
        <w:t>lâcher</w:t>
      </w:r>
      <w:r>
        <w:t>, »</w:t>
      </w:r>
      <w:r w:rsidR="0024252B" w:rsidRPr="002813C1">
        <w:t xml:space="preserve"> m</w:t>
      </w:r>
      <w:r>
        <w:t>’</w:t>
      </w:r>
      <w:r w:rsidR="0024252B" w:rsidRPr="002813C1">
        <w:t>man</w:t>
      </w:r>
      <w:r>
        <w:t xml:space="preserve">, </w:t>
      </w:r>
      <w:r w:rsidR="0024252B" w:rsidRPr="002813C1">
        <w:t>déclara-t-il</w:t>
      </w:r>
      <w:r>
        <w:t xml:space="preserve">, </w:t>
      </w:r>
      <w:r w:rsidR="0024252B" w:rsidRPr="002813C1">
        <w:t>ainsi</w:t>
      </w:r>
      <w:r>
        <w:t xml:space="preserve">, </w:t>
      </w:r>
      <w:r w:rsidR="0024252B" w:rsidRPr="002813C1">
        <w:t>rassure-toi</w:t>
      </w:r>
      <w:r>
        <w:t>.</w:t>
      </w:r>
    </w:p>
    <w:p w14:paraId="3890BEA6" w14:textId="77777777" w:rsidR="00B77E03" w:rsidRDefault="00B77E03" w:rsidP="00B77E03">
      <w:r>
        <w:t>— </w:t>
      </w:r>
      <w:r w:rsidR="0024252B" w:rsidRPr="002813C1">
        <w:t>Bien</w:t>
      </w:r>
      <w:r>
        <w:t xml:space="preserve"> !… </w:t>
      </w:r>
      <w:r w:rsidR="0024252B" w:rsidRPr="002813C1">
        <w:t>Mais en ce moment</w:t>
      </w:r>
      <w:r>
        <w:t xml:space="preserve">, </w:t>
      </w:r>
      <w:r w:rsidR="0024252B" w:rsidRPr="002813C1">
        <w:t>où vas-tu</w:t>
      </w:r>
      <w:r>
        <w:t> ?</w:t>
      </w:r>
    </w:p>
    <w:p w14:paraId="170C571C" w14:textId="77777777" w:rsidR="00B77E03" w:rsidRDefault="0024252B" w:rsidP="00B77E03">
      <w:r w:rsidRPr="002813C1">
        <w:t>Il n</w:t>
      </w:r>
      <w:r w:rsidR="00B77E03">
        <w:t>’</w:t>
      </w:r>
      <w:r w:rsidRPr="002813C1">
        <w:t>était qu</w:t>
      </w:r>
      <w:r w:rsidR="00B77E03">
        <w:t>’</w:t>
      </w:r>
      <w:r w:rsidRPr="002813C1">
        <w:t>un moyen de rassurer complètement la digne femme</w:t>
      </w:r>
      <w:r w:rsidR="00B77E03">
        <w:t xml:space="preserve">, </w:t>
      </w:r>
      <w:r w:rsidRPr="002813C1">
        <w:t>c</w:t>
      </w:r>
      <w:r w:rsidR="00B77E03">
        <w:t>’</w:t>
      </w:r>
      <w:r w:rsidRPr="002813C1">
        <w:t>était de lui tout confier</w:t>
      </w:r>
      <w:r w:rsidR="00B77E03">
        <w:t>.</w:t>
      </w:r>
    </w:p>
    <w:p w14:paraId="1387EB92" w14:textId="77777777" w:rsidR="00B77E03" w:rsidRDefault="0024252B" w:rsidP="00B77E03">
      <w:r w:rsidRPr="002813C1">
        <w:t>Ainsi fit Chupin</w:t>
      </w:r>
      <w:r w:rsidR="00B77E03">
        <w:t xml:space="preserve">, </w:t>
      </w:r>
      <w:r w:rsidRPr="002813C1">
        <w:t>avec la dernière franchise</w:t>
      </w:r>
      <w:r w:rsidR="00B77E03">
        <w:t>.</w:t>
      </w:r>
    </w:p>
    <w:p w14:paraId="1C5A7B11" w14:textId="579D3C89" w:rsidR="00B77E03" w:rsidRDefault="00B77E03" w:rsidP="00B77E03">
      <w:r>
        <w:t>— </w:t>
      </w:r>
      <w:r w:rsidR="0024252B" w:rsidRPr="002813C1">
        <w:t>Eh bien</w:t>
      </w:r>
      <w:r>
        <w:t xml:space="preserve"> !… </w:t>
      </w:r>
      <w:r w:rsidR="0024252B" w:rsidRPr="002813C1">
        <w:t>reprit-elle</w:t>
      </w:r>
      <w:r>
        <w:t xml:space="preserve">, </w:t>
      </w:r>
      <w:r w:rsidR="0024252B" w:rsidRPr="002813C1">
        <w:t>quand il eut fini</w:t>
      </w:r>
      <w:r>
        <w:t xml:space="preserve">, </w:t>
      </w:r>
      <w:r w:rsidR="0024252B" w:rsidRPr="002813C1">
        <w:t>tu vois avec quelle facilité tu te laisserais entraîner</w:t>
      </w:r>
      <w:r>
        <w:t xml:space="preserve"> !… </w:t>
      </w:r>
      <w:r w:rsidR="0024252B" w:rsidRPr="002813C1">
        <w:t>Comment as-tu pu te charger de faire ce honteux métier d</w:t>
      </w:r>
      <w:r>
        <w:t>’</w:t>
      </w:r>
      <w:r w:rsidR="0024252B" w:rsidRPr="002813C1">
        <w:t>espion</w:t>
      </w:r>
      <w:r>
        <w:t xml:space="preserve">, </w:t>
      </w:r>
      <w:r w:rsidR="0024252B" w:rsidRPr="002813C1">
        <w:t>toi qui sais où il peut conduire</w:t>
      </w:r>
      <w:r>
        <w:t xml:space="preserve"> !… </w:t>
      </w:r>
      <w:r w:rsidR="0024252B" w:rsidRPr="002813C1">
        <w:t>C</w:t>
      </w:r>
      <w:r>
        <w:t>’</w:t>
      </w:r>
      <w:r w:rsidR="0024252B" w:rsidRPr="002813C1">
        <w:t>est la protection du bon Dieu qui t</w:t>
      </w:r>
      <w:r>
        <w:t>’</w:t>
      </w:r>
      <w:r w:rsidR="0024252B" w:rsidRPr="002813C1">
        <w:t>a sauvé cette fois-ci d</w:t>
      </w:r>
      <w:r>
        <w:t>’</w:t>
      </w:r>
      <w:r w:rsidR="0024252B" w:rsidRPr="002813C1">
        <w:t>une action que tu te serais reprochée toute la vie</w:t>
      </w:r>
      <w:r>
        <w:t xml:space="preserve">… </w:t>
      </w:r>
      <w:r w:rsidR="0024252B" w:rsidRPr="002813C1">
        <w:t>Les intentions de ton patron sont bonnes</w:t>
      </w:r>
      <w:r>
        <w:t xml:space="preserve">, </w:t>
      </w:r>
      <w:r w:rsidR="0024252B" w:rsidRPr="002813C1">
        <w:t>maintenant</w:t>
      </w:r>
      <w:r>
        <w:t xml:space="preserve"> ; </w:t>
      </w:r>
      <w:r w:rsidR="0024252B" w:rsidRPr="002813C1">
        <w:t>elles étaient criminelles</w:t>
      </w:r>
      <w:r>
        <w:t xml:space="preserve">, </w:t>
      </w:r>
      <w:r w:rsidR="0024252B" w:rsidRPr="002813C1">
        <w:t>quand il t</w:t>
      </w:r>
      <w:r>
        <w:t>’</w:t>
      </w:r>
      <w:r w:rsidR="0024252B" w:rsidRPr="002813C1">
        <w:t xml:space="preserve">a commandé de suivre cette </w:t>
      </w:r>
      <w:r>
        <w:t>M</w:t>
      </w:r>
      <w:r w:rsidRPr="00B77E03">
        <w:rPr>
          <w:vertAlign w:val="superscript"/>
        </w:rPr>
        <w:t>me</w:t>
      </w:r>
      <w:r>
        <w:t> </w:t>
      </w:r>
      <w:r w:rsidR="0024252B" w:rsidRPr="002813C1">
        <w:t>d</w:t>
      </w:r>
      <w:r>
        <w:t>’</w:t>
      </w:r>
      <w:r w:rsidR="0024252B" w:rsidRPr="002813C1">
        <w:t>Argelès</w:t>
      </w:r>
      <w:r>
        <w:t xml:space="preserve">… </w:t>
      </w:r>
      <w:r w:rsidR="0024252B" w:rsidRPr="002813C1">
        <w:t>Pauvre femme</w:t>
      </w:r>
      <w:r>
        <w:t xml:space="preserve"> !… </w:t>
      </w:r>
      <w:r w:rsidR="0024252B" w:rsidRPr="002813C1">
        <w:t>elle s</w:t>
      </w:r>
      <w:r>
        <w:t>’</w:t>
      </w:r>
      <w:r w:rsidR="0024252B" w:rsidRPr="002813C1">
        <w:t>était sacrifiée pour son fils</w:t>
      </w:r>
      <w:r>
        <w:t xml:space="preserve">, </w:t>
      </w:r>
      <w:r w:rsidR="0024252B" w:rsidRPr="002813C1">
        <w:t>elle se cachait de lui</w:t>
      </w:r>
      <w:r>
        <w:t xml:space="preserve">, </w:t>
      </w:r>
      <w:r w:rsidR="0024252B" w:rsidRPr="002813C1">
        <w:t>et tu travaillais à la trahir</w:t>
      </w:r>
      <w:r>
        <w:t xml:space="preserve"> !… </w:t>
      </w:r>
      <w:r w:rsidR="0024252B" w:rsidRPr="002813C1">
        <w:t>Pauvre créature</w:t>
      </w:r>
      <w:r>
        <w:t xml:space="preserve">… </w:t>
      </w:r>
      <w:r w:rsidR="0024252B" w:rsidRPr="002813C1">
        <w:t>Ah</w:t>
      </w:r>
      <w:r>
        <w:t xml:space="preserve"> ! </w:t>
      </w:r>
      <w:r w:rsidR="0024252B" w:rsidRPr="002813C1">
        <w:t>qu</w:t>
      </w:r>
      <w:r>
        <w:t>’</w:t>
      </w:r>
      <w:r w:rsidR="0024252B" w:rsidRPr="002813C1">
        <w:t>elle a dû souffrir et comme je la plains</w:t>
      </w:r>
      <w:r>
        <w:t xml:space="preserve"> !… </w:t>
      </w:r>
      <w:r w:rsidR="0024252B" w:rsidRPr="002813C1">
        <w:t xml:space="preserve">Être ce </w:t>
      </w:r>
      <w:proofErr w:type="spellStart"/>
      <w:r w:rsidR="0024252B" w:rsidRPr="002813C1">
        <w:t>quelle</w:t>
      </w:r>
      <w:proofErr w:type="spellEnd"/>
      <w:r w:rsidR="0024252B" w:rsidRPr="002813C1">
        <w:t xml:space="preserve"> est et se voir dénoncée à son fils</w:t>
      </w:r>
      <w:r>
        <w:t xml:space="preserve"> !… </w:t>
      </w:r>
      <w:r w:rsidR="0024252B" w:rsidRPr="002813C1">
        <w:t>Moi qui ne suis qu</w:t>
      </w:r>
      <w:r>
        <w:t>’</w:t>
      </w:r>
      <w:r w:rsidR="0024252B" w:rsidRPr="002813C1">
        <w:t>une malheureuse</w:t>
      </w:r>
      <w:r>
        <w:t xml:space="preserve">, </w:t>
      </w:r>
      <w:r w:rsidR="0024252B" w:rsidRPr="002813C1">
        <w:t>je serais morte de honte</w:t>
      </w:r>
      <w:r>
        <w:t> !…</w:t>
      </w:r>
    </w:p>
    <w:p w14:paraId="0A0295E7" w14:textId="77777777" w:rsidR="00B77E03" w:rsidRDefault="0024252B" w:rsidP="00B77E03">
      <w:r w:rsidRPr="002813C1">
        <w:t>Chupin se mouchait à faire trembler les vitres</w:t>
      </w:r>
      <w:r w:rsidR="00B77E03">
        <w:t xml:space="preserve">, </w:t>
      </w:r>
      <w:r w:rsidRPr="002813C1">
        <w:t>ce qui était sa manière de dissimuler son émotion quand elle allait jusqu</w:t>
      </w:r>
      <w:r w:rsidR="00B77E03">
        <w:t>’</w:t>
      </w:r>
      <w:r w:rsidRPr="002813C1">
        <w:t>aux larmes</w:t>
      </w:r>
      <w:r w:rsidR="00B77E03">
        <w:t>…</w:t>
      </w:r>
    </w:p>
    <w:p w14:paraId="6E8B932F" w14:textId="77777777" w:rsidR="00B77E03" w:rsidRDefault="00B77E03" w:rsidP="00B77E03">
      <w:r>
        <w:t>— </w:t>
      </w:r>
      <w:r w:rsidR="0024252B" w:rsidRPr="002813C1">
        <w:t>Tu parles comme une bonne femme de mère que tu es</w:t>
      </w:r>
      <w:r>
        <w:t xml:space="preserve">, </w:t>
      </w:r>
      <w:r w:rsidR="0024252B" w:rsidRPr="002813C1">
        <w:t>s</w:t>
      </w:r>
      <w:r>
        <w:t>’</w:t>
      </w:r>
      <w:r w:rsidR="0024252B" w:rsidRPr="002813C1">
        <w:t>écria-t-il enfin</w:t>
      </w:r>
      <w:r>
        <w:t xml:space="preserve">, </w:t>
      </w:r>
      <w:r w:rsidR="0024252B" w:rsidRPr="002813C1">
        <w:t>et je suis plus fier de toi que si tu étais la plus belle dame et la plus riche de Paris</w:t>
      </w:r>
      <w:r>
        <w:t xml:space="preserve">, </w:t>
      </w:r>
      <w:r w:rsidR="0024252B" w:rsidRPr="002813C1">
        <w:t xml:space="preserve">parce que tu es la </w:t>
      </w:r>
      <w:r w:rsidR="0024252B" w:rsidRPr="002813C1">
        <w:lastRenderedPageBreak/>
        <w:t>plus honnête et la plus vertueuse</w:t>
      </w:r>
      <w:r>
        <w:t xml:space="preserve">, </w:t>
      </w:r>
      <w:r w:rsidR="0024252B" w:rsidRPr="002813C1">
        <w:t>et je ne serais qu</w:t>
      </w:r>
      <w:r>
        <w:t>’</w:t>
      </w:r>
      <w:r w:rsidR="0024252B" w:rsidRPr="002813C1">
        <w:t>un lâche</w:t>
      </w:r>
      <w:r>
        <w:t>, « </w:t>
      </w:r>
      <w:r w:rsidR="0024252B" w:rsidRPr="002813C1">
        <w:t>un feignant</w:t>
      </w:r>
      <w:r>
        <w:t>, »</w:t>
      </w:r>
      <w:r w:rsidR="0024252B" w:rsidRPr="002813C1">
        <w:t xml:space="preserve"> le dernier des propre-à-rien</w:t>
      </w:r>
      <w:r>
        <w:t xml:space="preserve">, </w:t>
      </w:r>
      <w:r w:rsidR="0024252B" w:rsidRPr="002813C1">
        <w:t>si je te causais un chagrin</w:t>
      </w:r>
      <w:r>
        <w:t xml:space="preserve">… </w:t>
      </w:r>
      <w:r w:rsidR="0024252B" w:rsidRPr="002813C1">
        <w:t xml:space="preserve">Et si jamais on me prend </w:t>
      </w:r>
      <w:r>
        <w:t>« </w:t>
      </w:r>
      <w:r w:rsidR="0024252B" w:rsidRPr="002813C1">
        <w:t>à filer</w:t>
      </w:r>
      <w:r>
        <w:t> »</w:t>
      </w:r>
      <w:r w:rsidR="0024252B" w:rsidRPr="002813C1">
        <w:t xml:space="preserve"> quelqu</w:t>
      </w:r>
      <w:r>
        <w:t>’</w:t>
      </w:r>
      <w:r w:rsidR="0024252B" w:rsidRPr="002813C1">
        <w:t>un d</w:t>
      </w:r>
      <w:r>
        <w:t>’</w:t>
      </w:r>
      <w:r w:rsidR="0024252B" w:rsidRPr="002813C1">
        <w:t>un pied</w:t>
      </w:r>
      <w:r>
        <w:t xml:space="preserve">, </w:t>
      </w:r>
      <w:r w:rsidR="0024252B" w:rsidRPr="002813C1">
        <w:t>je veux qu</w:t>
      </w:r>
      <w:r>
        <w:t>’</w:t>
      </w:r>
      <w:r w:rsidR="0024252B" w:rsidRPr="002813C1">
        <w:t>on me coupe l</w:t>
      </w:r>
      <w:r>
        <w:t>’</w:t>
      </w:r>
      <w:r w:rsidR="0024252B" w:rsidRPr="002813C1">
        <w:t>autre</w:t>
      </w:r>
      <w:r>
        <w:t xml:space="preserve">… </w:t>
      </w:r>
      <w:r w:rsidR="0024252B" w:rsidRPr="002813C1">
        <w:t>Mais pour cette fois</w:t>
      </w:r>
      <w:r>
        <w:t>…</w:t>
      </w:r>
    </w:p>
    <w:p w14:paraId="6AFFEEED" w14:textId="77777777" w:rsidR="00B77E03" w:rsidRDefault="00B77E03" w:rsidP="00B77E03">
      <w:r>
        <w:t>— </w:t>
      </w:r>
      <w:r w:rsidR="0024252B" w:rsidRPr="002813C1">
        <w:t>Pour cette fois</w:t>
      </w:r>
      <w:r>
        <w:t xml:space="preserve">, </w:t>
      </w:r>
      <w:r w:rsidR="0024252B" w:rsidRPr="002813C1">
        <w:t>va</w:t>
      </w:r>
      <w:r>
        <w:t xml:space="preserve">, </w:t>
      </w:r>
      <w:r w:rsidR="0024252B" w:rsidRPr="002813C1">
        <w:t>Toto</w:t>
      </w:r>
      <w:r>
        <w:t xml:space="preserve">, </w:t>
      </w:r>
      <w:r w:rsidR="0024252B" w:rsidRPr="002813C1">
        <w:t>je suis tranquille</w:t>
      </w:r>
      <w:r>
        <w:t>…</w:t>
      </w:r>
    </w:p>
    <w:p w14:paraId="3399D485" w14:textId="77777777" w:rsidR="00B77E03" w:rsidRDefault="0024252B" w:rsidP="00B77E03">
      <w:r w:rsidRPr="002813C1">
        <w:t>Il partit le cœur plus léger</w:t>
      </w:r>
      <w:r w:rsidR="00B77E03">
        <w:t xml:space="preserve">, </w:t>
      </w:r>
      <w:r w:rsidRPr="002813C1">
        <w:t>et bientôt ne songea plus qu</w:t>
      </w:r>
      <w:r w:rsidR="00B77E03">
        <w:t>’</w:t>
      </w:r>
      <w:r w:rsidRPr="002813C1">
        <w:t>à la mission dont il était chargé</w:t>
      </w:r>
      <w:r w:rsidR="00B77E03">
        <w:t>.</w:t>
      </w:r>
    </w:p>
    <w:p w14:paraId="1181940A" w14:textId="77777777" w:rsidR="00B77E03" w:rsidRDefault="0024252B" w:rsidP="00B77E03">
      <w:r w:rsidRPr="002813C1">
        <w:t>Ce n</w:t>
      </w:r>
      <w:r w:rsidR="00B77E03">
        <w:t>’</w:t>
      </w:r>
      <w:r w:rsidRPr="002813C1">
        <w:t>était pas par pure fantaisie qu</w:t>
      </w:r>
      <w:r w:rsidR="00B77E03">
        <w:t>’</w:t>
      </w:r>
      <w:r w:rsidRPr="002813C1">
        <w:t>il avait changé de costume</w:t>
      </w:r>
      <w:r w:rsidR="00B77E03">
        <w:t xml:space="preserve">. </w:t>
      </w:r>
      <w:r w:rsidRPr="002813C1">
        <w:t>Son imprudence de la nuit précédente</w:t>
      </w:r>
      <w:r w:rsidR="00B77E03">
        <w:t xml:space="preserve">, </w:t>
      </w:r>
      <w:r w:rsidRPr="002813C1">
        <w:t xml:space="preserve">chez </w:t>
      </w:r>
      <w:proofErr w:type="spellStart"/>
      <w:r w:rsidRPr="002813C1">
        <w:t>Brébant</w:t>
      </w:r>
      <w:proofErr w:type="spellEnd"/>
      <w:r w:rsidR="00B77E03">
        <w:t xml:space="preserve">, </w:t>
      </w:r>
      <w:r w:rsidRPr="002813C1">
        <w:t xml:space="preserve">devait avoir fixé sa physionomie dans la mémoire du vicomte de </w:t>
      </w:r>
      <w:proofErr w:type="spellStart"/>
      <w:r w:rsidRPr="002813C1">
        <w:t>Coralth</w:t>
      </w:r>
      <w:proofErr w:type="spellEnd"/>
      <w:r w:rsidR="00B77E03">
        <w:t xml:space="preserve">, </w:t>
      </w:r>
      <w:r w:rsidRPr="002813C1">
        <w:t>et au moment de s</w:t>
      </w:r>
      <w:r w:rsidR="00B77E03">
        <w:t>’</w:t>
      </w:r>
      <w:r w:rsidRPr="002813C1">
        <w:t>attacher à ses pas</w:t>
      </w:r>
      <w:r w:rsidR="00B77E03">
        <w:t xml:space="preserve">, </w:t>
      </w:r>
      <w:r w:rsidRPr="002813C1">
        <w:t>il importait de dérouter autant que possible ses investigations</w:t>
      </w:r>
      <w:r w:rsidR="00B77E03">
        <w:t>…</w:t>
      </w:r>
    </w:p>
    <w:p w14:paraId="6039F9ED" w14:textId="77777777" w:rsidR="00B77E03" w:rsidRDefault="0024252B" w:rsidP="00B77E03">
      <w:r w:rsidRPr="002813C1">
        <w:t>Cependant</w:t>
      </w:r>
      <w:r w:rsidR="00B77E03">
        <w:t xml:space="preserve">, </w:t>
      </w:r>
      <w:r w:rsidRPr="002813C1">
        <w:t>il arrivait à la rue d</w:t>
      </w:r>
      <w:r w:rsidR="00B77E03">
        <w:t>’</w:t>
      </w:r>
      <w:r w:rsidRPr="002813C1">
        <w:t>Anjou-Saint-Honoré</w:t>
      </w:r>
      <w:r w:rsidR="00B77E03">
        <w:t xml:space="preserve">, </w:t>
      </w:r>
      <w:r w:rsidRPr="002813C1">
        <w:t>il commença bravement ses recherches</w:t>
      </w:r>
      <w:r w:rsidR="00B77E03">
        <w:t>.</w:t>
      </w:r>
    </w:p>
    <w:p w14:paraId="501FD6DA" w14:textId="77777777" w:rsidR="00B77E03" w:rsidRDefault="0024252B" w:rsidP="00B77E03">
      <w:r w:rsidRPr="002813C1">
        <w:t>Elles ne furent pas heureuses tout d</w:t>
      </w:r>
      <w:r w:rsidR="00B77E03">
        <w:t>’</w:t>
      </w:r>
      <w:r w:rsidRPr="002813C1">
        <w:t>abord</w:t>
      </w:r>
      <w:r w:rsidR="00B77E03">
        <w:t xml:space="preserve">. </w:t>
      </w:r>
      <w:r w:rsidRPr="002813C1">
        <w:t>Partout où il entrait pour demander le vicomte</w:t>
      </w:r>
      <w:r w:rsidR="00B77E03">
        <w:t xml:space="preserve">, </w:t>
      </w:r>
      <w:r w:rsidRPr="002813C1">
        <w:t>on lui répondait qu</w:t>
      </w:r>
      <w:r w:rsidR="00B77E03">
        <w:t>’</w:t>
      </w:r>
      <w:r w:rsidRPr="002813C1">
        <w:t>on ne le connaissait pas</w:t>
      </w:r>
      <w:r w:rsidR="00B77E03">
        <w:t>.</w:t>
      </w:r>
    </w:p>
    <w:p w14:paraId="5127385F" w14:textId="77777777" w:rsidR="00B77E03" w:rsidRDefault="0024252B" w:rsidP="00B77E03">
      <w:r w:rsidRPr="002813C1">
        <w:t>Il avait déjà visité la moitié de la rue</w:t>
      </w:r>
      <w:r w:rsidR="00B77E03">
        <w:t xml:space="preserve">, </w:t>
      </w:r>
      <w:r w:rsidRPr="002813C1">
        <w:t>lorsqu</w:t>
      </w:r>
      <w:r w:rsidR="00B77E03">
        <w:t>’</w:t>
      </w:r>
      <w:r w:rsidRPr="002813C1">
        <w:t>il arriva à une des plus belles maisons</w:t>
      </w:r>
      <w:r w:rsidR="00B77E03">
        <w:t xml:space="preserve">, </w:t>
      </w:r>
      <w:r w:rsidRPr="002813C1">
        <w:t>devant laquelle stationnait</w:t>
      </w:r>
      <w:r w:rsidR="00B77E03">
        <w:t xml:space="preserve">, </w:t>
      </w:r>
      <w:r w:rsidRPr="002813C1">
        <w:t>toute pleine de pots de fleurs</w:t>
      </w:r>
      <w:r w:rsidR="00B77E03">
        <w:t xml:space="preserve">, </w:t>
      </w:r>
      <w:r w:rsidRPr="002813C1">
        <w:t>une de ces voitures basses et plates qu</w:t>
      </w:r>
      <w:r w:rsidR="00B77E03">
        <w:t>’</w:t>
      </w:r>
      <w:r w:rsidRPr="002813C1">
        <w:t>emploient les jardiniers</w:t>
      </w:r>
      <w:r w:rsidR="00B77E03">
        <w:t>…</w:t>
      </w:r>
    </w:p>
    <w:p w14:paraId="6D91C1C7" w14:textId="77777777" w:rsidR="00B77E03" w:rsidRDefault="0024252B" w:rsidP="00B77E03">
      <w:r w:rsidRPr="002813C1">
        <w:t xml:space="preserve">Un </w:t>
      </w:r>
      <w:proofErr w:type="gramStart"/>
      <w:r w:rsidRPr="002813C1">
        <w:t>vieux</w:t>
      </w:r>
      <w:proofErr w:type="gramEnd"/>
      <w:r w:rsidRPr="002813C1">
        <w:t xml:space="preserve"> homme</w:t>
      </w:r>
      <w:r w:rsidR="00B77E03">
        <w:t xml:space="preserve">, </w:t>
      </w:r>
      <w:r w:rsidRPr="002813C1">
        <w:t>qui parut à Chupin être le concierge de la maison</w:t>
      </w:r>
      <w:r w:rsidR="00B77E03">
        <w:t xml:space="preserve">, </w:t>
      </w:r>
      <w:r w:rsidRPr="002813C1">
        <w:t>et un domestique en gilet rouge déchargeaient les pots de fleurs et les rangeaient en ligne sous la porte cochère</w:t>
      </w:r>
      <w:r w:rsidR="00B77E03">
        <w:t xml:space="preserve">. </w:t>
      </w:r>
      <w:r w:rsidRPr="002813C1">
        <w:t>La voiture vide</w:t>
      </w:r>
      <w:r w:rsidR="00B77E03">
        <w:t xml:space="preserve">, </w:t>
      </w:r>
      <w:r w:rsidRPr="002813C1">
        <w:t>elle partit</w:t>
      </w:r>
      <w:r w:rsidR="00B77E03">
        <w:t xml:space="preserve">. </w:t>
      </w:r>
      <w:r w:rsidRPr="002813C1">
        <w:t>Aussitôt Chupin s</w:t>
      </w:r>
      <w:r w:rsidR="00B77E03">
        <w:t>’</w:t>
      </w:r>
      <w:r w:rsidRPr="002813C1">
        <w:t>avança</w:t>
      </w:r>
      <w:r w:rsidR="00B77E03">
        <w:t xml:space="preserve">, </w:t>
      </w:r>
      <w:r w:rsidRPr="002813C1">
        <w:t>et</w:t>
      </w:r>
      <w:r w:rsidR="00B77E03">
        <w:t xml:space="preserve">, </w:t>
      </w:r>
      <w:r w:rsidRPr="002813C1">
        <w:t>s</w:t>
      </w:r>
      <w:r w:rsidR="00B77E03">
        <w:t>’</w:t>
      </w:r>
      <w:r w:rsidRPr="002813C1">
        <w:t>adressant au concierge</w:t>
      </w:r>
      <w:r w:rsidR="00B77E03">
        <w:t> :</w:t>
      </w:r>
    </w:p>
    <w:p w14:paraId="75DBF77C" w14:textId="30BE2C08" w:rsidR="00B77E03" w:rsidRDefault="00B77E03" w:rsidP="00B77E03">
      <w:r>
        <w:t>— M. </w:t>
      </w:r>
      <w:r w:rsidR="0024252B" w:rsidRPr="002813C1">
        <w:t xml:space="preserve">le vicomte de </w:t>
      </w:r>
      <w:proofErr w:type="spellStart"/>
      <w:r w:rsidR="0024252B" w:rsidRPr="002813C1">
        <w:t>Coralth</w:t>
      </w:r>
      <w:proofErr w:type="spellEnd"/>
      <w:r>
        <w:t xml:space="preserve"> ? </w:t>
      </w:r>
      <w:r w:rsidR="0024252B" w:rsidRPr="002813C1">
        <w:t>demanda-t-il</w:t>
      </w:r>
      <w:r>
        <w:t>.</w:t>
      </w:r>
    </w:p>
    <w:p w14:paraId="5D9DDA58" w14:textId="77777777" w:rsidR="00B77E03" w:rsidRDefault="00B77E03" w:rsidP="00B77E03">
      <w:r>
        <w:t>— </w:t>
      </w:r>
      <w:r w:rsidR="0024252B" w:rsidRPr="002813C1">
        <w:t>C</w:t>
      </w:r>
      <w:r>
        <w:t>’</w:t>
      </w:r>
      <w:r w:rsidR="0024252B" w:rsidRPr="002813C1">
        <w:t>est ici</w:t>
      </w:r>
      <w:r>
        <w:t xml:space="preserve">… </w:t>
      </w:r>
      <w:r w:rsidR="0024252B" w:rsidRPr="002813C1">
        <w:t>Que lui voulez-vous</w:t>
      </w:r>
      <w:r>
        <w:t> ?…</w:t>
      </w:r>
    </w:p>
    <w:p w14:paraId="02D35AA0" w14:textId="77777777" w:rsidR="00B77E03" w:rsidRDefault="0024252B" w:rsidP="00B77E03">
      <w:r w:rsidRPr="002813C1">
        <w:lastRenderedPageBreak/>
        <w:t>Ayant prévu cette question</w:t>
      </w:r>
      <w:r w:rsidR="00B77E03">
        <w:t xml:space="preserve">, </w:t>
      </w:r>
      <w:r w:rsidRPr="002813C1">
        <w:t>Chupin avait préparé une réponse</w:t>
      </w:r>
      <w:r w:rsidR="00B77E03">
        <w:t>.</w:t>
      </w:r>
    </w:p>
    <w:p w14:paraId="4E7A6049" w14:textId="55B2593C" w:rsidR="00B77E03" w:rsidRDefault="00B77E03" w:rsidP="00B77E03">
      <w:r>
        <w:t>— </w:t>
      </w:r>
      <w:r w:rsidR="0024252B" w:rsidRPr="002813C1">
        <w:t>Bien sûr</w:t>
      </w:r>
      <w:r>
        <w:t xml:space="preserve">, </w:t>
      </w:r>
      <w:r w:rsidR="0024252B" w:rsidRPr="002813C1">
        <w:t>fit-il</w:t>
      </w:r>
      <w:r>
        <w:t xml:space="preserve">, </w:t>
      </w:r>
      <w:r w:rsidR="0024252B" w:rsidRPr="002813C1">
        <w:t>je ne viens pas le chercher pour lui payer la goutte</w:t>
      </w:r>
      <w:r>
        <w:t xml:space="preserve">… </w:t>
      </w:r>
      <w:r w:rsidR="0024252B" w:rsidRPr="002813C1">
        <w:t>Mais voilà la chose</w:t>
      </w:r>
      <w:r>
        <w:t xml:space="preserve"> : </w:t>
      </w:r>
      <w:r w:rsidR="0024252B" w:rsidRPr="002813C1">
        <w:t>Je traversais le passage de la Madeleine</w:t>
      </w:r>
      <w:r>
        <w:t xml:space="preserve">, </w:t>
      </w:r>
      <w:r w:rsidR="0024252B" w:rsidRPr="002813C1">
        <w:t>une femme superbe m</w:t>
      </w:r>
      <w:r>
        <w:t>’</w:t>
      </w:r>
      <w:r w:rsidR="0024252B" w:rsidRPr="002813C1">
        <w:t>appelle et me dit</w:t>
      </w:r>
      <w:r>
        <w:t> : « M. de </w:t>
      </w:r>
      <w:proofErr w:type="spellStart"/>
      <w:r w:rsidR="0024252B" w:rsidRPr="002813C1">
        <w:t>Coralth</w:t>
      </w:r>
      <w:proofErr w:type="spellEnd"/>
      <w:r w:rsidR="0024252B" w:rsidRPr="002813C1">
        <w:t xml:space="preserve"> demeure dans la rue d</w:t>
      </w:r>
      <w:r>
        <w:t>’</w:t>
      </w:r>
      <w:r w:rsidR="0024252B" w:rsidRPr="002813C1">
        <w:t>Anjou</w:t>
      </w:r>
      <w:r>
        <w:t xml:space="preserve">, </w:t>
      </w:r>
      <w:r w:rsidR="0024252B" w:rsidRPr="002813C1">
        <w:t>mais je ne sais pas son numéro</w:t>
      </w:r>
      <w:r>
        <w:t xml:space="preserve">. </w:t>
      </w:r>
      <w:r w:rsidR="0024252B" w:rsidRPr="002813C1">
        <w:t>Je ne peux pas aller le demander de porte en porte</w:t>
      </w:r>
      <w:r>
        <w:t xml:space="preserve">, </w:t>
      </w:r>
      <w:r w:rsidR="0024252B" w:rsidRPr="002813C1">
        <w:t>allez-y</w:t>
      </w:r>
      <w:r>
        <w:t xml:space="preserve">, </w:t>
      </w:r>
      <w:r w:rsidR="0024252B" w:rsidRPr="002813C1">
        <w:t>et si vous me rapportez ici son adresse</w:t>
      </w:r>
      <w:r>
        <w:t xml:space="preserve">, </w:t>
      </w:r>
      <w:r w:rsidR="0024252B" w:rsidRPr="002813C1">
        <w:t>vous aurez cent sous</w:t>
      </w:r>
      <w:r>
        <w:t> !… »</w:t>
      </w:r>
      <w:r w:rsidR="0024252B" w:rsidRPr="002813C1">
        <w:t xml:space="preserve"> Voilà les cent sous gagnés</w:t>
      </w:r>
      <w:r>
        <w:t>.</w:t>
      </w:r>
    </w:p>
    <w:p w14:paraId="131A5355" w14:textId="77777777" w:rsidR="00B77E03" w:rsidRDefault="0024252B" w:rsidP="00B77E03">
      <w:r w:rsidRPr="002813C1">
        <w:t>Servi par sa vieille expérience parisienne</w:t>
      </w:r>
      <w:r w:rsidR="00B77E03">
        <w:t xml:space="preserve">, </w:t>
      </w:r>
      <w:r w:rsidRPr="002813C1">
        <w:t>Chupin avait si bien choisi le prétexte qu</w:t>
      </w:r>
      <w:r w:rsidR="00B77E03">
        <w:t>’</w:t>
      </w:r>
      <w:r w:rsidRPr="002813C1">
        <w:t>il fallait</w:t>
      </w:r>
      <w:r w:rsidR="00B77E03">
        <w:t xml:space="preserve">, </w:t>
      </w:r>
      <w:r w:rsidRPr="002813C1">
        <w:t>que ses deux auditeurs éclatèrent de rire</w:t>
      </w:r>
      <w:r w:rsidR="00B77E03">
        <w:t>…</w:t>
      </w:r>
    </w:p>
    <w:p w14:paraId="16B0A6CF" w14:textId="77777777" w:rsidR="00B77E03" w:rsidRDefault="00B77E03" w:rsidP="00B77E03">
      <w:r>
        <w:t>— </w:t>
      </w:r>
      <w:r w:rsidR="0024252B" w:rsidRPr="002813C1">
        <w:t>Eh bien</w:t>
      </w:r>
      <w:r>
        <w:t xml:space="preserve"> !… </w:t>
      </w:r>
      <w:r w:rsidR="0024252B" w:rsidRPr="002813C1">
        <w:t>père Moulinet</w:t>
      </w:r>
      <w:r>
        <w:t xml:space="preserve">, </w:t>
      </w:r>
      <w:r w:rsidR="0024252B" w:rsidRPr="002813C1">
        <w:t>s</w:t>
      </w:r>
      <w:r>
        <w:t>’</w:t>
      </w:r>
      <w:r w:rsidR="0024252B" w:rsidRPr="002813C1">
        <w:t>écria le domestique à gilet rouge</w:t>
      </w:r>
      <w:r>
        <w:t xml:space="preserve">, </w:t>
      </w:r>
      <w:r w:rsidR="0024252B" w:rsidRPr="002813C1">
        <w:t>qu</w:t>
      </w:r>
      <w:r>
        <w:t>’</w:t>
      </w:r>
      <w:r w:rsidR="0024252B" w:rsidRPr="002813C1">
        <w:t>en dites-vous</w:t>
      </w:r>
      <w:r>
        <w:t xml:space="preserve"> ? </w:t>
      </w:r>
      <w:r w:rsidR="0024252B" w:rsidRPr="002813C1">
        <w:t>Est-ce pour avoir votre adresse que des femmes superbes donneraient cent sous</w:t>
      </w:r>
      <w:r>
        <w:t> ?…</w:t>
      </w:r>
    </w:p>
    <w:p w14:paraId="0FEBC63E" w14:textId="77777777" w:rsidR="00B77E03" w:rsidRDefault="00B77E03" w:rsidP="00B77E03">
      <w:r>
        <w:t>— </w:t>
      </w:r>
      <w:r w:rsidR="0024252B" w:rsidRPr="002813C1">
        <w:t>Pour ça</w:t>
      </w:r>
      <w:r>
        <w:t xml:space="preserve">, </w:t>
      </w:r>
      <w:r w:rsidR="0024252B" w:rsidRPr="002813C1">
        <w:t>non</w:t>
      </w:r>
      <w:r>
        <w:t xml:space="preserve"> !… </w:t>
      </w:r>
      <w:r w:rsidR="0024252B" w:rsidRPr="002813C1">
        <w:t>Mais ce n</w:t>
      </w:r>
      <w:r>
        <w:t>’</w:t>
      </w:r>
      <w:r w:rsidR="0024252B" w:rsidRPr="002813C1">
        <w:t>est pas à vous non plus qu</w:t>
      </w:r>
      <w:r>
        <w:t>’</w:t>
      </w:r>
      <w:r w:rsidR="0024252B" w:rsidRPr="002813C1">
        <w:t>une femme enverrait des fleurs comme celles que voilà</w:t>
      </w:r>
      <w:r>
        <w:t xml:space="preserve">… </w:t>
      </w:r>
      <w:r w:rsidR="0024252B" w:rsidRPr="002813C1">
        <w:t>toutes fleurs rarissimes</w:t>
      </w:r>
      <w:r>
        <w:t> !…</w:t>
      </w:r>
    </w:p>
    <w:p w14:paraId="02244101" w14:textId="77777777" w:rsidR="00B77E03" w:rsidRDefault="0024252B" w:rsidP="00B77E03">
      <w:r w:rsidRPr="002813C1">
        <w:t>Chupin se retirait en saluant</w:t>
      </w:r>
      <w:r w:rsidR="00B77E03">
        <w:t xml:space="preserve"> ; </w:t>
      </w:r>
      <w:r w:rsidRPr="002813C1">
        <w:t>le concierge l</w:t>
      </w:r>
      <w:r w:rsidR="00B77E03">
        <w:t>’</w:t>
      </w:r>
      <w:r w:rsidRPr="002813C1">
        <w:t>arrêta</w:t>
      </w:r>
      <w:r w:rsidR="00B77E03">
        <w:t>.</w:t>
      </w:r>
    </w:p>
    <w:p w14:paraId="45688B79" w14:textId="77777777" w:rsidR="00B77E03" w:rsidRDefault="00B77E03" w:rsidP="00B77E03">
      <w:r>
        <w:t>— </w:t>
      </w:r>
      <w:r w:rsidR="0024252B" w:rsidRPr="002813C1">
        <w:t>Vous qui faites si bien les commissions</w:t>
      </w:r>
      <w:r>
        <w:t xml:space="preserve">, </w:t>
      </w:r>
      <w:r w:rsidR="0024252B" w:rsidRPr="002813C1">
        <w:t>lui dit-il</w:t>
      </w:r>
      <w:r>
        <w:t xml:space="preserve">, </w:t>
      </w:r>
      <w:r w:rsidR="0024252B" w:rsidRPr="002813C1">
        <w:t>nous épargneriez-vous la peine de monter tous ces pots au second</w:t>
      </w:r>
      <w:r>
        <w:t xml:space="preserve">, </w:t>
      </w:r>
      <w:r w:rsidR="0024252B" w:rsidRPr="002813C1">
        <w:t>si on vous offrait un bon verre de vin</w:t>
      </w:r>
      <w:r>
        <w:t> ?…</w:t>
      </w:r>
    </w:p>
    <w:p w14:paraId="72BE8621" w14:textId="77777777" w:rsidR="00B77E03" w:rsidRDefault="0024252B" w:rsidP="00B77E03">
      <w:r w:rsidRPr="002813C1">
        <w:t>Nulle proposition ne pouvait être plus agréable à Chupin</w:t>
      </w:r>
      <w:r w:rsidR="00B77E03">
        <w:t>…</w:t>
      </w:r>
    </w:p>
    <w:p w14:paraId="54FBEA45" w14:textId="0F758FF4" w:rsidR="00B77E03" w:rsidRDefault="0024252B" w:rsidP="00B77E03">
      <w:r w:rsidRPr="002813C1">
        <w:t>Si porté qu</w:t>
      </w:r>
      <w:r w:rsidR="00B77E03">
        <w:t>’</w:t>
      </w:r>
      <w:r w:rsidRPr="002813C1">
        <w:t>il fût à s</w:t>
      </w:r>
      <w:r w:rsidR="00B77E03">
        <w:t>’</w:t>
      </w:r>
      <w:r w:rsidRPr="002813C1">
        <w:t>exagérer ses moyens et la fécondité de ses ressources</w:t>
      </w:r>
      <w:r w:rsidR="00B77E03">
        <w:t xml:space="preserve">, </w:t>
      </w:r>
      <w:r w:rsidRPr="002813C1">
        <w:t>jamais il ne s</w:t>
      </w:r>
      <w:r w:rsidR="00B77E03">
        <w:t>’</w:t>
      </w:r>
      <w:r w:rsidRPr="002813C1">
        <w:t>était flatté de l</w:t>
      </w:r>
      <w:r w:rsidR="00B77E03">
        <w:t>’</w:t>
      </w:r>
      <w:r w:rsidRPr="002813C1">
        <w:t xml:space="preserve">espoir de franchir le seuil de </w:t>
      </w:r>
      <w:r w:rsidR="00B77E03">
        <w:t>M. de </w:t>
      </w:r>
      <w:proofErr w:type="spellStart"/>
      <w:r w:rsidRPr="002813C1">
        <w:t>Coralth</w:t>
      </w:r>
      <w:proofErr w:type="spellEnd"/>
      <w:r w:rsidR="00B77E03">
        <w:t>.</w:t>
      </w:r>
    </w:p>
    <w:p w14:paraId="2EA4E753" w14:textId="77777777" w:rsidR="00B77E03" w:rsidRDefault="0024252B" w:rsidP="00B77E03">
      <w:r w:rsidRPr="002813C1">
        <w:lastRenderedPageBreak/>
        <w:t>Or</w:t>
      </w:r>
      <w:r w:rsidR="00B77E03">
        <w:t xml:space="preserve">, </w:t>
      </w:r>
      <w:r w:rsidRPr="002813C1">
        <w:t>il avait compris</w:t>
      </w:r>
      <w:r w:rsidR="00B77E03">
        <w:t xml:space="preserve">, </w:t>
      </w:r>
      <w:r w:rsidRPr="002813C1">
        <w:t>sans grands efforts d</w:t>
      </w:r>
      <w:r w:rsidR="00B77E03">
        <w:t>’</w:t>
      </w:r>
      <w:r w:rsidRPr="002813C1">
        <w:t>imaginative</w:t>
      </w:r>
      <w:r w:rsidR="00B77E03">
        <w:t xml:space="preserve">, </w:t>
      </w:r>
      <w:r w:rsidRPr="002813C1">
        <w:t>que le domestique à gilet rouge était au service du vicomte</w:t>
      </w:r>
      <w:r w:rsidR="00B77E03">
        <w:t xml:space="preserve">, </w:t>
      </w:r>
      <w:r w:rsidRPr="002813C1">
        <w:t>et que c</w:t>
      </w:r>
      <w:r w:rsidR="00B77E03">
        <w:t>’</w:t>
      </w:r>
      <w:r w:rsidRPr="002813C1">
        <w:t>était chez le vicomte qu</w:t>
      </w:r>
      <w:r w:rsidR="00B77E03">
        <w:t>’</w:t>
      </w:r>
      <w:r w:rsidRPr="002813C1">
        <w:t>il s</w:t>
      </w:r>
      <w:r w:rsidR="00B77E03">
        <w:t>’</w:t>
      </w:r>
      <w:r w:rsidRPr="002813C1">
        <w:t>agissait de monter les fleurs</w:t>
      </w:r>
      <w:r w:rsidR="00B77E03">
        <w:t>…</w:t>
      </w:r>
    </w:p>
    <w:p w14:paraId="6BE09E92" w14:textId="77777777" w:rsidR="00B77E03" w:rsidRDefault="0024252B" w:rsidP="00B77E03">
      <w:r w:rsidRPr="002813C1">
        <w:t>Cependant</w:t>
      </w:r>
      <w:r w:rsidR="00B77E03">
        <w:t xml:space="preserve">, </w:t>
      </w:r>
      <w:r w:rsidRPr="002813C1">
        <w:t>il sut dissimuler sa satisfaction</w:t>
      </w:r>
      <w:r w:rsidR="00B77E03">
        <w:t xml:space="preserve">, </w:t>
      </w:r>
      <w:r w:rsidRPr="002813C1">
        <w:t>qui eût pu paraître singulière</w:t>
      </w:r>
      <w:r w:rsidR="00B77E03">
        <w:t>.</w:t>
      </w:r>
    </w:p>
    <w:p w14:paraId="0D639046" w14:textId="77777777" w:rsidR="00B77E03" w:rsidRDefault="00B77E03" w:rsidP="00B77E03">
      <w:r>
        <w:t>— </w:t>
      </w:r>
      <w:r w:rsidR="0024252B" w:rsidRPr="002813C1">
        <w:t>Un verre de vin</w:t>
      </w:r>
      <w:r>
        <w:t xml:space="preserve"> !… </w:t>
      </w:r>
      <w:r w:rsidR="0024252B" w:rsidRPr="002813C1">
        <w:t>fit-il d</w:t>
      </w:r>
      <w:r>
        <w:t>’</w:t>
      </w:r>
      <w:r w:rsidR="0024252B" w:rsidRPr="002813C1">
        <w:t>un ton maussade</w:t>
      </w:r>
      <w:r>
        <w:t xml:space="preserve">… </w:t>
      </w:r>
      <w:r w:rsidR="0024252B" w:rsidRPr="002813C1">
        <w:t>Vous en mettrez bien deux</w:t>
      </w:r>
      <w:r>
        <w:t>…</w:t>
      </w:r>
    </w:p>
    <w:p w14:paraId="56DC459A" w14:textId="77777777" w:rsidR="00B77E03" w:rsidRDefault="00B77E03" w:rsidP="00B77E03">
      <w:r>
        <w:t>— </w:t>
      </w:r>
      <w:r w:rsidR="0024252B" w:rsidRPr="002813C1">
        <w:t>Eh</w:t>
      </w:r>
      <w:r>
        <w:t xml:space="preserve"> !… </w:t>
      </w:r>
      <w:r w:rsidR="0024252B" w:rsidRPr="002813C1">
        <w:t>je mettrai la bouteille entière</w:t>
      </w:r>
      <w:r>
        <w:t xml:space="preserve">, </w:t>
      </w:r>
      <w:r w:rsidR="0024252B" w:rsidRPr="002813C1">
        <w:t>mon garçon</w:t>
      </w:r>
      <w:r>
        <w:t xml:space="preserve">, </w:t>
      </w:r>
      <w:r w:rsidR="0024252B" w:rsidRPr="002813C1">
        <w:t>si le cœur vous en dit</w:t>
      </w:r>
      <w:r>
        <w:t xml:space="preserve">, </w:t>
      </w:r>
      <w:r w:rsidR="0024252B" w:rsidRPr="002813C1">
        <w:t>répondit le domestique</w:t>
      </w:r>
      <w:r>
        <w:t xml:space="preserve">, </w:t>
      </w:r>
      <w:r w:rsidR="0024252B" w:rsidRPr="002813C1">
        <w:t>avec cette facilité charmante des gens qui font leurs générosités aux dépens d</w:t>
      </w:r>
      <w:r>
        <w:t>’</w:t>
      </w:r>
      <w:r w:rsidR="0024252B" w:rsidRPr="002813C1">
        <w:t>autrui</w:t>
      </w:r>
      <w:r>
        <w:t>.</w:t>
      </w:r>
    </w:p>
    <w:p w14:paraId="19351799" w14:textId="77777777" w:rsidR="00B77E03" w:rsidRDefault="00B77E03" w:rsidP="00B77E03">
      <w:r>
        <w:t>— </w:t>
      </w:r>
      <w:r w:rsidR="0024252B" w:rsidRPr="002813C1">
        <w:t>Alors</w:t>
      </w:r>
      <w:r>
        <w:t xml:space="preserve">, </w:t>
      </w:r>
      <w:r w:rsidR="0024252B" w:rsidRPr="002813C1">
        <w:t>s</w:t>
      </w:r>
      <w:r>
        <w:t>’</w:t>
      </w:r>
      <w:r w:rsidR="0024252B" w:rsidRPr="002813C1">
        <w:t>écria Chupin</w:t>
      </w:r>
      <w:r>
        <w:t xml:space="preserve">, </w:t>
      </w:r>
      <w:r w:rsidR="0024252B" w:rsidRPr="002813C1">
        <w:t>j</w:t>
      </w:r>
      <w:r>
        <w:t>’</w:t>
      </w:r>
      <w:r w:rsidR="0024252B" w:rsidRPr="002813C1">
        <w:t>en suis</w:t>
      </w:r>
      <w:r>
        <w:t> !…</w:t>
      </w:r>
    </w:p>
    <w:p w14:paraId="6AD20C1B" w14:textId="77777777" w:rsidR="00B77E03" w:rsidRDefault="0024252B" w:rsidP="00B77E03">
      <w:r w:rsidRPr="002813C1">
        <w:t>Et se chargeant de plusieurs pots</w:t>
      </w:r>
      <w:r w:rsidR="00B77E03">
        <w:t xml:space="preserve">, </w:t>
      </w:r>
      <w:r w:rsidRPr="002813C1">
        <w:t>avec cette dextérité des gamins qui gagnent leur vie au marché aux fleurs</w:t>
      </w:r>
      <w:r w:rsidR="00B77E03">
        <w:t xml:space="preserve">, </w:t>
      </w:r>
      <w:r w:rsidRPr="002813C1">
        <w:t>il ajouta</w:t>
      </w:r>
      <w:r w:rsidR="00B77E03">
        <w:t> :</w:t>
      </w:r>
    </w:p>
    <w:p w14:paraId="59A39CBE" w14:textId="77777777" w:rsidR="00B77E03" w:rsidRDefault="00B77E03" w:rsidP="00B77E03">
      <w:r>
        <w:t>— </w:t>
      </w:r>
      <w:r w:rsidR="0024252B" w:rsidRPr="002813C1">
        <w:t>Montrez-moi le chemin</w:t>
      </w:r>
      <w:r>
        <w:t>.</w:t>
      </w:r>
    </w:p>
    <w:p w14:paraId="2A15606F" w14:textId="77777777" w:rsidR="00B77E03" w:rsidRDefault="0024252B" w:rsidP="00B77E03">
      <w:r w:rsidRPr="002813C1">
        <w:t>Le domestique et le concierge le précédèrent dans l</w:t>
      </w:r>
      <w:r w:rsidR="00B77E03">
        <w:t>’</w:t>
      </w:r>
      <w:r w:rsidRPr="002813C1">
        <w:t>escalier</w:t>
      </w:r>
      <w:r w:rsidR="00B77E03">
        <w:t xml:space="preserve">, </w:t>
      </w:r>
      <w:r w:rsidRPr="002813C1">
        <w:t>sans rien porter</w:t>
      </w:r>
      <w:r w:rsidR="00B77E03">
        <w:t xml:space="preserve">, </w:t>
      </w:r>
      <w:r w:rsidRPr="002813C1">
        <w:t>comme de raison</w:t>
      </w:r>
      <w:r w:rsidR="00B77E03">
        <w:t xml:space="preserve">, </w:t>
      </w:r>
      <w:r w:rsidRPr="002813C1">
        <w:t>et arrivés au second étage</w:t>
      </w:r>
      <w:r w:rsidR="00B77E03">
        <w:t xml:space="preserve">, </w:t>
      </w:r>
      <w:r w:rsidRPr="002813C1">
        <w:t>ayant ouvert une porte</w:t>
      </w:r>
      <w:r w:rsidR="00B77E03">
        <w:t xml:space="preserve">, </w:t>
      </w:r>
      <w:r w:rsidRPr="002813C1">
        <w:t>ils dirent</w:t>
      </w:r>
      <w:r w:rsidR="00B77E03">
        <w:t> :</w:t>
      </w:r>
    </w:p>
    <w:p w14:paraId="46135D5D" w14:textId="77777777" w:rsidR="00B77E03" w:rsidRDefault="00B77E03" w:rsidP="00B77E03">
      <w:r>
        <w:t>— </w:t>
      </w:r>
      <w:r w:rsidR="0024252B" w:rsidRPr="002813C1">
        <w:t>C</w:t>
      </w:r>
      <w:r>
        <w:t>’</w:t>
      </w:r>
      <w:r w:rsidR="0024252B" w:rsidRPr="002813C1">
        <w:t>est ici</w:t>
      </w:r>
      <w:r>
        <w:t xml:space="preserve">, </w:t>
      </w:r>
      <w:r w:rsidR="0024252B" w:rsidRPr="002813C1">
        <w:t>entrez</w:t>
      </w:r>
      <w:r>
        <w:t> !…</w:t>
      </w:r>
    </w:p>
    <w:p w14:paraId="21595863" w14:textId="6CCC761A" w:rsidR="00B77E03" w:rsidRDefault="0024252B" w:rsidP="00B77E03">
      <w:r w:rsidRPr="002813C1">
        <w:t xml:space="preserve">Chupin se doutait bien que </w:t>
      </w:r>
      <w:r w:rsidR="00B77E03">
        <w:t>M. de </w:t>
      </w:r>
      <w:proofErr w:type="spellStart"/>
      <w:r w:rsidRPr="002813C1">
        <w:t>Coralth</w:t>
      </w:r>
      <w:proofErr w:type="spellEnd"/>
      <w:r w:rsidRPr="002813C1">
        <w:t xml:space="preserve"> devait être mieux logé qu</w:t>
      </w:r>
      <w:r w:rsidR="00B77E03">
        <w:t>’</w:t>
      </w:r>
      <w:r w:rsidRPr="002813C1">
        <w:t>il ne l</w:t>
      </w:r>
      <w:r w:rsidR="00B77E03">
        <w:t>’</w:t>
      </w:r>
      <w:r w:rsidRPr="002813C1">
        <w:t>était</w:t>
      </w:r>
      <w:r w:rsidR="00B77E03">
        <w:t xml:space="preserve">, </w:t>
      </w:r>
      <w:r w:rsidRPr="002813C1">
        <w:t>lui</w:t>
      </w:r>
      <w:r w:rsidR="00B77E03">
        <w:t xml:space="preserve">, </w:t>
      </w:r>
      <w:r w:rsidRPr="002813C1">
        <w:t>rue du Faubourg-Saint-Denis</w:t>
      </w:r>
      <w:r w:rsidR="00B77E03">
        <w:t xml:space="preserve">, </w:t>
      </w:r>
      <w:r w:rsidRPr="002813C1">
        <w:t>mais c</w:t>
      </w:r>
      <w:r w:rsidR="00B77E03">
        <w:t>’</w:t>
      </w:r>
      <w:r w:rsidRPr="002813C1">
        <w:t>est à peine s</w:t>
      </w:r>
      <w:r w:rsidR="00B77E03">
        <w:t>’</w:t>
      </w:r>
      <w:r w:rsidRPr="002813C1">
        <w:t>il avait l</w:t>
      </w:r>
      <w:r w:rsidR="00B77E03">
        <w:t>’</w:t>
      </w:r>
      <w:r w:rsidRPr="002813C1">
        <w:t>idée du luxe qui éclatait dans l</w:t>
      </w:r>
      <w:r w:rsidR="00B77E03">
        <w:t>’</w:t>
      </w:r>
      <w:r w:rsidRPr="002813C1">
        <w:t>antichambre</w:t>
      </w:r>
      <w:r w:rsidR="00B77E03">
        <w:t>.</w:t>
      </w:r>
    </w:p>
    <w:p w14:paraId="58619469" w14:textId="3BFC430A" w:rsidR="00B77E03" w:rsidRDefault="0024252B" w:rsidP="00B77E03">
      <w:r w:rsidRPr="002813C1">
        <w:t>La lanterne</w:t>
      </w:r>
      <w:r w:rsidR="00B77E03">
        <w:t xml:space="preserve">, </w:t>
      </w:r>
      <w:r w:rsidRPr="002813C1">
        <w:t>pendue au plafond lui parut une pure merveille</w:t>
      </w:r>
      <w:r w:rsidR="00B77E03">
        <w:t xml:space="preserve">, </w:t>
      </w:r>
      <w:r w:rsidRPr="002813C1">
        <w:t xml:space="preserve">et les banquettes lui semblaient bien autrement superbes que le canapé de </w:t>
      </w:r>
      <w:r w:rsidR="00B77E03">
        <w:t>M. </w:t>
      </w:r>
      <w:r w:rsidRPr="002813C1">
        <w:t>Fortunat</w:t>
      </w:r>
      <w:r w:rsidR="00B77E03">
        <w:t>.</w:t>
      </w:r>
    </w:p>
    <w:p w14:paraId="0F0F5927" w14:textId="77777777" w:rsidR="00B77E03" w:rsidRDefault="00B77E03" w:rsidP="00B77E03">
      <w:r>
        <w:lastRenderedPageBreak/>
        <w:t>— </w:t>
      </w:r>
      <w:r w:rsidR="0024252B" w:rsidRPr="002813C1">
        <w:t>Le brigand ne s</w:t>
      </w:r>
      <w:r>
        <w:t>’</w:t>
      </w:r>
      <w:r w:rsidR="0024252B" w:rsidRPr="002813C1">
        <w:t>amuse pas à des coquineries de deux sous</w:t>
      </w:r>
      <w:r>
        <w:t xml:space="preserve">… </w:t>
      </w:r>
      <w:r w:rsidR="0024252B" w:rsidRPr="002813C1">
        <w:t>pensa-t-il</w:t>
      </w:r>
      <w:r>
        <w:t xml:space="preserve">. </w:t>
      </w:r>
      <w:r w:rsidR="0024252B" w:rsidRPr="002813C1">
        <w:t>Monsieur travaille dans le grand genre</w:t>
      </w:r>
      <w:r>
        <w:t xml:space="preserve">… </w:t>
      </w:r>
      <w:r w:rsidR="0024252B" w:rsidRPr="002813C1">
        <w:t>Décidément</w:t>
      </w:r>
      <w:r>
        <w:t xml:space="preserve">, </w:t>
      </w:r>
      <w:r w:rsidR="0024252B" w:rsidRPr="002813C1">
        <w:t>ça ne pouvait pas durer</w:t>
      </w:r>
      <w:r>
        <w:t xml:space="preserve">, </w:t>
      </w:r>
      <w:r w:rsidR="0024252B" w:rsidRPr="002813C1">
        <w:t>cette vie-là</w:t>
      </w:r>
      <w:r>
        <w:t> !</w:t>
      </w:r>
    </w:p>
    <w:p w14:paraId="3F2C384A" w14:textId="77777777" w:rsidR="00B77E03" w:rsidRDefault="0024252B" w:rsidP="00B77E03">
      <w:r w:rsidRPr="002813C1">
        <w:t>Il s</w:t>
      </w:r>
      <w:r w:rsidR="00B77E03">
        <w:t>’</w:t>
      </w:r>
      <w:r w:rsidRPr="002813C1">
        <w:t>agissait de renouveler les fleurs des jardinières de toutes les pièces</w:t>
      </w:r>
      <w:r w:rsidR="00B77E03">
        <w:t xml:space="preserve">, </w:t>
      </w:r>
      <w:r w:rsidRPr="002813C1">
        <w:t>et aussi celles d</w:t>
      </w:r>
      <w:r w:rsidR="00B77E03">
        <w:t>’</w:t>
      </w:r>
      <w:r w:rsidRPr="002813C1">
        <w:t>une petite serre très-habilement prise moitié sur le balcon</w:t>
      </w:r>
      <w:r w:rsidR="00B77E03">
        <w:t xml:space="preserve">, </w:t>
      </w:r>
      <w:r w:rsidRPr="002813C1">
        <w:t>moitié sur une jolie pièce tendue de soie à grands ramages</w:t>
      </w:r>
      <w:r w:rsidR="00B77E03">
        <w:t xml:space="preserve">, </w:t>
      </w:r>
      <w:r w:rsidRPr="002813C1">
        <w:t>qui servait de fumoir</w:t>
      </w:r>
      <w:r w:rsidR="00B77E03">
        <w:t xml:space="preserve">. </w:t>
      </w:r>
      <w:r w:rsidRPr="002813C1">
        <w:t>Or</w:t>
      </w:r>
      <w:r w:rsidR="00B77E03">
        <w:t xml:space="preserve">, </w:t>
      </w:r>
      <w:r w:rsidRPr="002813C1">
        <w:t>le concierge et le domestique se bornant à surveiller Chupin et à lui donner des ordres</w:t>
      </w:r>
      <w:r w:rsidR="00B77E03">
        <w:t xml:space="preserve">, </w:t>
      </w:r>
      <w:r w:rsidRPr="002813C1">
        <w:t>il se trouva visiter tout l</w:t>
      </w:r>
      <w:r w:rsidR="00B77E03">
        <w:t>’</w:t>
      </w:r>
      <w:r w:rsidRPr="002813C1">
        <w:t>appartement</w:t>
      </w:r>
      <w:r w:rsidR="00B77E03">
        <w:t>.</w:t>
      </w:r>
    </w:p>
    <w:p w14:paraId="04C1D2F5" w14:textId="77777777" w:rsidR="00B77E03" w:rsidRDefault="0024252B" w:rsidP="00B77E03">
      <w:r w:rsidRPr="002813C1">
        <w:t>Il admira le salon encombré de précieux bibelots</w:t>
      </w:r>
      <w:r w:rsidR="00B77E03">
        <w:t xml:space="preserve"> ; </w:t>
      </w:r>
      <w:r w:rsidRPr="002813C1">
        <w:t>la salle à manger en vieux chêne</w:t>
      </w:r>
      <w:r w:rsidR="00B77E03">
        <w:t xml:space="preserve"> ; </w:t>
      </w:r>
      <w:r w:rsidRPr="002813C1">
        <w:t>la chambre à coucher</w:t>
      </w:r>
      <w:r w:rsidR="00B77E03">
        <w:t xml:space="preserve">, </w:t>
      </w:r>
      <w:r w:rsidRPr="002813C1">
        <w:t>toute capitonnée</w:t>
      </w:r>
      <w:r w:rsidR="00B77E03">
        <w:t xml:space="preserve">, </w:t>
      </w:r>
      <w:r w:rsidRPr="002813C1">
        <w:t>avec son lit monté sur une estrade comme un trône</w:t>
      </w:r>
      <w:r w:rsidR="00B77E03">
        <w:t xml:space="preserve">, </w:t>
      </w:r>
      <w:r w:rsidRPr="002813C1">
        <w:t>et une sorte de bibliothèque avec de grandes armoires pleines de livres richement reliés</w:t>
      </w:r>
      <w:r w:rsidR="00B77E03">
        <w:t>.</w:t>
      </w:r>
    </w:p>
    <w:p w14:paraId="51E47CED" w14:textId="77777777" w:rsidR="00B77E03" w:rsidRDefault="0024252B" w:rsidP="00B77E03">
      <w:r w:rsidRPr="002813C1">
        <w:t>Tout cela était beau</w:t>
      </w:r>
      <w:r w:rsidR="00B77E03">
        <w:t xml:space="preserve">, </w:t>
      </w:r>
      <w:r w:rsidRPr="002813C1">
        <w:t>somptueux</w:t>
      </w:r>
      <w:r w:rsidR="00B77E03">
        <w:t xml:space="preserve">, </w:t>
      </w:r>
      <w:r w:rsidRPr="002813C1">
        <w:t>magnifique</w:t>
      </w:r>
      <w:r w:rsidR="00B77E03">
        <w:t xml:space="preserve"> ; </w:t>
      </w:r>
      <w:r w:rsidRPr="002813C1">
        <w:t>Chupin admirait mais n</w:t>
      </w:r>
      <w:r w:rsidR="00B77E03">
        <w:t>’</w:t>
      </w:r>
      <w:r w:rsidRPr="002813C1">
        <w:t>enviait pas ce luxe</w:t>
      </w:r>
      <w:r w:rsidR="00B77E03">
        <w:t xml:space="preserve">. </w:t>
      </w:r>
      <w:r w:rsidRPr="002813C1">
        <w:t>Il se disait que si jamais il arrivait à amasser honnêtement une grande fortune</w:t>
      </w:r>
      <w:r w:rsidR="00B77E03">
        <w:t xml:space="preserve">, </w:t>
      </w:r>
      <w:r w:rsidRPr="002813C1">
        <w:t>son appartement serait tout autre</w:t>
      </w:r>
      <w:r w:rsidR="00B77E03">
        <w:t xml:space="preserve">. </w:t>
      </w:r>
      <w:r w:rsidRPr="002813C1">
        <w:t>Il eût souhaité plus de simplicité</w:t>
      </w:r>
      <w:r w:rsidR="00B77E03">
        <w:t xml:space="preserve">, </w:t>
      </w:r>
      <w:r w:rsidRPr="002813C1">
        <w:t>quelque chose de plus mâle</w:t>
      </w:r>
      <w:r w:rsidR="00B77E03">
        <w:t xml:space="preserve">, </w:t>
      </w:r>
      <w:r w:rsidRPr="002813C1">
        <w:t>moins de velours et de satin</w:t>
      </w:r>
      <w:r w:rsidR="00B77E03">
        <w:t xml:space="preserve">, </w:t>
      </w:r>
      <w:r w:rsidRPr="002813C1">
        <w:t>de tapis</w:t>
      </w:r>
      <w:r w:rsidR="00B77E03">
        <w:t xml:space="preserve">, </w:t>
      </w:r>
      <w:r w:rsidRPr="002813C1">
        <w:t>de tentures</w:t>
      </w:r>
      <w:r w:rsidR="00B77E03">
        <w:t xml:space="preserve">, </w:t>
      </w:r>
      <w:r w:rsidRPr="002813C1">
        <w:t>de glaces</w:t>
      </w:r>
      <w:r w:rsidR="00B77E03">
        <w:t xml:space="preserve">, </w:t>
      </w:r>
      <w:r w:rsidRPr="002813C1">
        <w:t>de capitons</w:t>
      </w:r>
      <w:r w:rsidR="00B77E03">
        <w:t>…</w:t>
      </w:r>
    </w:p>
    <w:p w14:paraId="2BCC537A" w14:textId="77777777" w:rsidR="00B77E03" w:rsidRDefault="0024252B" w:rsidP="00B77E03">
      <w:r w:rsidRPr="002813C1">
        <w:t>Ce sentiment ne l</w:t>
      </w:r>
      <w:r w:rsidR="00B77E03">
        <w:t>’</w:t>
      </w:r>
      <w:r w:rsidRPr="002813C1">
        <w:t>empêchait pas de se récrier à chaque pièce où il entrait</w:t>
      </w:r>
      <w:r w:rsidR="00B77E03">
        <w:t xml:space="preserve">, </w:t>
      </w:r>
      <w:r w:rsidRPr="002813C1">
        <w:t>et il avait l</w:t>
      </w:r>
      <w:r w:rsidR="00B77E03">
        <w:t>’</w:t>
      </w:r>
      <w:r w:rsidRPr="002813C1">
        <w:t>art de donner tant de naïveté à son admiration</w:t>
      </w:r>
      <w:r w:rsidR="00B77E03">
        <w:t xml:space="preserve">, </w:t>
      </w:r>
      <w:r w:rsidRPr="002813C1">
        <w:t>que le domestique</w:t>
      </w:r>
      <w:r w:rsidR="00B77E03">
        <w:t xml:space="preserve">, </w:t>
      </w:r>
      <w:r w:rsidRPr="002813C1">
        <w:t>flatté comme s</w:t>
      </w:r>
      <w:r w:rsidR="00B77E03">
        <w:t>’</w:t>
      </w:r>
      <w:r w:rsidRPr="002813C1">
        <w:t>il eût été le propriétaire</w:t>
      </w:r>
      <w:r w:rsidR="00B77E03">
        <w:t xml:space="preserve">, </w:t>
      </w:r>
      <w:r w:rsidRPr="002813C1">
        <w:t>mit une sorte de vanité à lui tout faire examiner</w:t>
      </w:r>
      <w:r w:rsidR="00B77E03">
        <w:t>.</w:t>
      </w:r>
    </w:p>
    <w:p w14:paraId="3E8FB6A7" w14:textId="519CAE9C" w:rsidR="00B77E03" w:rsidRDefault="0024252B" w:rsidP="00B77E03">
      <w:r w:rsidRPr="002813C1">
        <w:t>Il lui montra la cible devant laquelle tous les matins</w:t>
      </w:r>
      <w:r w:rsidR="00B77E03">
        <w:t xml:space="preserve">, </w:t>
      </w:r>
      <w:r w:rsidRPr="002813C1">
        <w:t>pendant une heure</w:t>
      </w:r>
      <w:r w:rsidR="00B77E03">
        <w:t>, M. </w:t>
      </w:r>
      <w:r w:rsidRPr="002813C1">
        <w:t>le vicomte s</w:t>
      </w:r>
      <w:r w:rsidR="00B77E03">
        <w:t>’</w:t>
      </w:r>
      <w:r w:rsidRPr="002813C1">
        <w:t>exerçait avec un pistolet de salon</w:t>
      </w:r>
      <w:r w:rsidR="00B77E03">
        <w:t xml:space="preserve">… </w:t>
      </w:r>
      <w:r w:rsidRPr="002813C1">
        <w:t xml:space="preserve">car </w:t>
      </w:r>
      <w:r w:rsidR="00B77E03">
        <w:t>M. </w:t>
      </w:r>
      <w:r w:rsidRPr="002813C1">
        <w:t>le vicomte était de première force au pistolet</w:t>
      </w:r>
      <w:r w:rsidR="00B77E03">
        <w:t xml:space="preserve">, </w:t>
      </w:r>
      <w:r w:rsidRPr="002813C1">
        <w:t>et</w:t>
      </w:r>
      <w:r w:rsidR="00B77E03">
        <w:t xml:space="preserve">, </w:t>
      </w:r>
      <w:r w:rsidRPr="002813C1">
        <w:t>à vingt pas</w:t>
      </w:r>
      <w:r w:rsidR="00B77E03">
        <w:t xml:space="preserve">, </w:t>
      </w:r>
      <w:r w:rsidRPr="002813C1">
        <w:t>logeait huit balles sur dix dans le goulot d</w:t>
      </w:r>
      <w:r w:rsidR="00B77E03">
        <w:t>’</w:t>
      </w:r>
      <w:r w:rsidRPr="002813C1">
        <w:t>une bouteille</w:t>
      </w:r>
      <w:r w:rsidR="00B77E03">
        <w:t>.</w:t>
      </w:r>
    </w:p>
    <w:p w14:paraId="18CC991C" w14:textId="6EB0AD53" w:rsidR="00B77E03" w:rsidRDefault="0024252B" w:rsidP="00B77E03">
      <w:r w:rsidRPr="002813C1">
        <w:lastRenderedPageBreak/>
        <w:t xml:space="preserve">Il lui exhiba les épées de combat de </w:t>
      </w:r>
      <w:r w:rsidR="00B77E03">
        <w:t>M. </w:t>
      </w:r>
      <w:r w:rsidRPr="002813C1">
        <w:t>le vicomte</w:t>
      </w:r>
      <w:r w:rsidR="00B77E03">
        <w:t xml:space="preserve">, </w:t>
      </w:r>
      <w:r w:rsidRPr="002813C1">
        <w:t>car à l</w:t>
      </w:r>
      <w:r w:rsidR="00B77E03">
        <w:t>’</w:t>
      </w:r>
      <w:r w:rsidRPr="002813C1">
        <w:t xml:space="preserve">épée </w:t>
      </w:r>
      <w:r w:rsidR="00B77E03">
        <w:t>M. </w:t>
      </w:r>
      <w:r w:rsidRPr="002813C1">
        <w:t>le vicomte était aussi fort qu</w:t>
      </w:r>
      <w:r w:rsidR="00B77E03">
        <w:t>’</w:t>
      </w:r>
      <w:r w:rsidRPr="002813C1">
        <w:t>au pistolet</w:t>
      </w:r>
      <w:r w:rsidR="00B77E03">
        <w:t xml:space="preserve">, </w:t>
      </w:r>
      <w:r w:rsidRPr="002813C1">
        <w:t>il prenait tous les jours une leçon d</w:t>
      </w:r>
      <w:r w:rsidR="00B77E03">
        <w:t>’</w:t>
      </w:r>
      <w:r w:rsidRPr="002813C1">
        <w:t>une heure d</w:t>
      </w:r>
      <w:r w:rsidR="00B77E03">
        <w:t>’</w:t>
      </w:r>
      <w:r w:rsidRPr="002813C1">
        <w:t>un des meilleurs maîtres d</w:t>
      </w:r>
      <w:r w:rsidR="00B77E03">
        <w:t>’</w:t>
      </w:r>
      <w:r w:rsidRPr="002813C1">
        <w:t>armes de Paris et ses duels avaient toujours été heureux</w:t>
      </w:r>
      <w:r w:rsidR="00B77E03">
        <w:t>.</w:t>
      </w:r>
    </w:p>
    <w:p w14:paraId="1FB4BA69" w14:textId="244F467B" w:rsidR="00B77E03" w:rsidRDefault="0024252B" w:rsidP="00B77E03">
      <w:r w:rsidRPr="002813C1">
        <w:t xml:space="preserve">Il lui fit voir encore le costume de chambre de velours bleu de </w:t>
      </w:r>
      <w:r w:rsidR="00B77E03">
        <w:t>M. </w:t>
      </w:r>
      <w:r w:rsidRPr="002813C1">
        <w:t>le vicomte</w:t>
      </w:r>
      <w:r w:rsidR="00B77E03">
        <w:t xml:space="preserve">, </w:t>
      </w:r>
      <w:r w:rsidRPr="002813C1">
        <w:t>ses pantoufles fourrées et jusqu</w:t>
      </w:r>
      <w:r w:rsidR="00B77E03">
        <w:t>’</w:t>
      </w:r>
      <w:r w:rsidRPr="002813C1">
        <w:t>aux chemises soutachées de soie qu</w:t>
      </w:r>
      <w:r w:rsidR="00B77E03">
        <w:t>’</w:t>
      </w:r>
      <w:r w:rsidRPr="002813C1">
        <w:t>il mettait pour se coucher</w:t>
      </w:r>
      <w:r w:rsidR="00B77E03">
        <w:t>…</w:t>
      </w:r>
    </w:p>
    <w:p w14:paraId="45647FD9" w14:textId="77777777" w:rsidR="00B77E03" w:rsidRDefault="0024252B" w:rsidP="00B77E03">
      <w:r w:rsidRPr="002813C1">
        <w:t>Mais ce fut le cabinet de toilette qui émerveilla et stupéfia Chupin</w:t>
      </w:r>
      <w:r w:rsidR="00B77E03">
        <w:t>.</w:t>
      </w:r>
    </w:p>
    <w:p w14:paraId="245A7F81" w14:textId="77777777" w:rsidR="00B77E03" w:rsidRDefault="0024252B" w:rsidP="00B77E03">
      <w:r w:rsidRPr="002813C1">
        <w:t>Il resta béant</w:t>
      </w:r>
      <w:r w:rsidR="00B77E03">
        <w:t xml:space="preserve">, </w:t>
      </w:r>
      <w:r w:rsidRPr="002813C1">
        <w:t>lorsqu</w:t>
      </w:r>
      <w:r w:rsidR="00B77E03">
        <w:t>’</w:t>
      </w:r>
      <w:r w:rsidRPr="002813C1">
        <w:t>il vit l</w:t>
      </w:r>
      <w:r w:rsidR="00B77E03">
        <w:t>’</w:t>
      </w:r>
      <w:r w:rsidRPr="002813C1">
        <w:t>immense table de marbre blanc</w:t>
      </w:r>
      <w:r w:rsidR="00B77E03">
        <w:t xml:space="preserve">, </w:t>
      </w:r>
      <w:r w:rsidRPr="002813C1">
        <w:t>avec ses trois cuvettes</w:t>
      </w:r>
      <w:r w:rsidR="00B77E03">
        <w:t xml:space="preserve">, </w:t>
      </w:r>
      <w:r w:rsidRPr="002813C1">
        <w:t>ses éponges</w:t>
      </w:r>
      <w:r w:rsidR="00B77E03">
        <w:t xml:space="preserve">, </w:t>
      </w:r>
      <w:r w:rsidRPr="002813C1">
        <w:t>ses boîtes</w:t>
      </w:r>
      <w:r w:rsidR="00B77E03">
        <w:t xml:space="preserve">, </w:t>
      </w:r>
      <w:r w:rsidRPr="002813C1">
        <w:t>ses pots</w:t>
      </w:r>
      <w:r w:rsidR="00B77E03">
        <w:t xml:space="preserve">, </w:t>
      </w:r>
      <w:r w:rsidRPr="002813C1">
        <w:t>ses flacons</w:t>
      </w:r>
      <w:r w:rsidR="00B77E03">
        <w:t xml:space="preserve">, </w:t>
      </w:r>
      <w:r w:rsidRPr="002813C1">
        <w:t>ses godets de toutes sortes</w:t>
      </w:r>
      <w:r w:rsidR="00B77E03">
        <w:t xml:space="preserve"> ; </w:t>
      </w:r>
      <w:r w:rsidRPr="002813C1">
        <w:t>quand il compta les brosses par douzaines</w:t>
      </w:r>
      <w:r w:rsidR="00B77E03">
        <w:t xml:space="preserve">, </w:t>
      </w:r>
      <w:r w:rsidRPr="002813C1">
        <w:t>molles ou dures</w:t>
      </w:r>
      <w:r w:rsidR="00B77E03">
        <w:t xml:space="preserve">, </w:t>
      </w:r>
      <w:r w:rsidRPr="002813C1">
        <w:t>pour la tête</w:t>
      </w:r>
      <w:r w:rsidR="00B77E03">
        <w:t xml:space="preserve">, </w:t>
      </w:r>
      <w:r w:rsidRPr="002813C1">
        <w:t>la barbe</w:t>
      </w:r>
      <w:r w:rsidR="00B77E03">
        <w:t xml:space="preserve">, </w:t>
      </w:r>
      <w:r w:rsidRPr="002813C1">
        <w:t>les mains</w:t>
      </w:r>
      <w:r w:rsidR="00B77E03">
        <w:t xml:space="preserve">, </w:t>
      </w:r>
      <w:r w:rsidRPr="002813C1">
        <w:t>pour les frictions et pour oindre de cosmétique la moustache et les sourcils</w:t>
      </w:r>
      <w:r w:rsidR="00B77E03">
        <w:t>…</w:t>
      </w:r>
    </w:p>
    <w:p w14:paraId="561613BD" w14:textId="77777777" w:rsidR="00B77E03" w:rsidRDefault="0024252B" w:rsidP="00B77E03">
      <w:r w:rsidRPr="002813C1">
        <w:t>Jamais il n</w:t>
      </w:r>
      <w:r w:rsidR="00B77E03">
        <w:t>’</w:t>
      </w:r>
      <w:r w:rsidRPr="002813C1">
        <w:t>avait vu rassemblés tant d</w:t>
      </w:r>
      <w:r w:rsidR="00B77E03">
        <w:t>’</w:t>
      </w:r>
      <w:r w:rsidRPr="002813C1">
        <w:t>instruments bizarres</w:t>
      </w:r>
      <w:r w:rsidR="00B77E03">
        <w:t xml:space="preserve">, </w:t>
      </w:r>
      <w:r w:rsidRPr="002813C1">
        <w:t>d</w:t>
      </w:r>
      <w:r w:rsidR="00B77E03">
        <w:t>’</w:t>
      </w:r>
      <w:r w:rsidRPr="002813C1">
        <w:t>argent ou d</w:t>
      </w:r>
      <w:r w:rsidR="00B77E03">
        <w:t>’</w:t>
      </w:r>
      <w:r w:rsidRPr="002813C1">
        <w:t>acier</w:t>
      </w:r>
      <w:r w:rsidR="00B77E03">
        <w:t xml:space="preserve">, </w:t>
      </w:r>
      <w:r w:rsidRPr="002813C1">
        <w:t>pinces</w:t>
      </w:r>
      <w:r w:rsidR="00B77E03">
        <w:t xml:space="preserve">, </w:t>
      </w:r>
      <w:r w:rsidRPr="002813C1">
        <w:t>couteaux</w:t>
      </w:r>
      <w:r w:rsidR="00B77E03">
        <w:t xml:space="preserve">, </w:t>
      </w:r>
      <w:r w:rsidRPr="002813C1">
        <w:t>canifs</w:t>
      </w:r>
      <w:r w:rsidR="00B77E03">
        <w:t xml:space="preserve">, </w:t>
      </w:r>
      <w:r w:rsidRPr="002813C1">
        <w:t>ciseaux</w:t>
      </w:r>
      <w:r w:rsidR="00B77E03">
        <w:t xml:space="preserve">, </w:t>
      </w:r>
      <w:r w:rsidRPr="002813C1">
        <w:t>grattoirs</w:t>
      </w:r>
      <w:r w:rsidR="00B77E03">
        <w:t xml:space="preserve">, </w:t>
      </w:r>
      <w:r w:rsidRPr="002813C1">
        <w:t>limes</w:t>
      </w:r>
      <w:r w:rsidR="00B77E03">
        <w:t xml:space="preserve">, </w:t>
      </w:r>
      <w:r w:rsidRPr="002813C1">
        <w:t>bistouris</w:t>
      </w:r>
      <w:r w:rsidR="00B77E03">
        <w:t>…</w:t>
      </w:r>
    </w:p>
    <w:p w14:paraId="25D668BA" w14:textId="77777777" w:rsidR="00B77E03" w:rsidRDefault="00B77E03" w:rsidP="00B77E03">
      <w:r>
        <w:t>— </w:t>
      </w:r>
      <w:r w:rsidR="0024252B" w:rsidRPr="002813C1">
        <w:t>On se croirait chez un pédicure ou chez un dentiste</w:t>
      </w:r>
      <w:r>
        <w:t xml:space="preserve">, </w:t>
      </w:r>
      <w:r w:rsidR="0024252B" w:rsidRPr="002813C1">
        <w:t>dit-il au domestique</w:t>
      </w:r>
      <w:r>
        <w:t xml:space="preserve">… </w:t>
      </w:r>
      <w:r w:rsidR="0024252B" w:rsidRPr="002813C1">
        <w:t>Est-ce que votre bourgeois se sert de cela tous les jours</w:t>
      </w:r>
      <w:r>
        <w:t> ?…</w:t>
      </w:r>
    </w:p>
    <w:p w14:paraId="1855DAAB" w14:textId="77777777" w:rsidR="00B77E03" w:rsidRDefault="00B77E03" w:rsidP="00B77E03">
      <w:r>
        <w:t>— </w:t>
      </w:r>
      <w:r w:rsidR="0024252B" w:rsidRPr="002813C1">
        <w:t>Certainement</w:t>
      </w:r>
      <w:r>
        <w:t xml:space="preserve">… </w:t>
      </w:r>
      <w:r w:rsidR="0024252B" w:rsidRPr="002813C1">
        <w:t>et plutôt deux fois qu</w:t>
      </w:r>
      <w:r>
        <w:t>’</w:t>
      </w:r>
      <w:r w:rsidR="0024252B" w:rsidRPr="002813C1">
        <w:t>une</w:t>
      </w:r>
      <w:r>
        <w:t xml:space="preserve">… </w:t>
      </w:r>
      <w:r w:rsidR="0024252B" w:rsidRPr="002813C1">
        <w:t>pour sa toilette</w:t>
      </w:r>
      <w:r>
        <w:t>.</w:t>
      </w:r>
    </w:p>
    <w:p w14:paraId="4FF4DFA0" w14:textId="77777777" w:rsidR="00B77E03" w:rsidRDefault="0024252B" w:rsidP="00B77E03">
      <w:r w:rsidRPr="002813C1">
        <w:t>Chupin ne put dissimuler une grimace</w:t>
      </w:r>
      <w:r w:rsidR="00B77E03">
        <w:t xml:space="preserve">, </w:t>
      </w:r>
      <w:r w:rsidRPr="002813C1">
        <w:t>et d</w:t>
      </w:r>
      <w:r w:rsidR="00B77E03">
        <w:t>’</w:t>
      </w:r>
      <w:r w:rsidRPr="002813C1">
        <w:t>un ton d</w:t>
      </w:r>
      <w:r w:rsidR="00B77E03">
        <w:t>’</w:t>
      </w:r>
      <w:r w:rsidRPr="002813C1">
        <w:t>ébahissement narquois</w:t>
      </w:r>
      <w:r w:rsidR="00B77E03">
        <w:t> :</w:t>
      </w:r>
    </w:p>
    <w:p w14:paraId="633A2BD4" w14:textId="77777777" w:rsidR="00B77E03" w:rsidRDefault="00B77E03" w:rsidP="00B77E03">
      <w:r>
        <w:t>— </w:t>
      </w:r>
      <w:r w:rsidR="0024252B" w:rsidRPr="002813C1">
        <w:t>Eh bien</w:t>
      </w:r>
      <w:r>
        <w:t xml:space="preserve"> ! </w:t>
      </w:r>
      <w:r w:rsidR="0024252B" w:rsidRPr="002813C1">
        <w:t>fit-il</w:t>
      </w:r>
      <w:r>
        <w:t xml:space="preserve">, </w:t>
      </w:r>
      <w:r w:rsidR="0024252B" w:rsidRPr="002813C1">
        <w:t>excusez</w:t>
      </w:r>
      <w:r>
        <w:t xml:space="preserve"> !… </w:t>
      </w:r>
      <w:r w:rsidR="0024252B" w:rsidRPr="002813C1">
        <w:t>il doit avoir la peau propre</w:t>
      </w:r>
      <w:r>
        <w:t> !</w:t>
      </w:r>
    </w:p>
    <w:p w14:paraId="09EE52DC" w14:textId="77777777" w:rsidR="00B77E03" w:rsidRDefault="0024252B" w:rsidP="00B77E03">
      <w:r w:rsidRPr="002813C1">
        <w:lastRenderedPageBreak/>
        <w:t>Les autres éclatèrent de rire</w:t>
      </w:r>
      <w:r w:rsidR="00B77E03">
        <w:t xml:space="preserve">, </w:t>
      </w:r>
      <w:r w:rsidRPr="002813C1">
        <w:t>et le concierge</w:t>
      </w:r>
      <w:r w:rsidR="00B77E03">
        <w:t xml:space="preserve">, </w:t>
      </w:r>
      <w:r w:rsidRPr="002813C1">
        <w:t>après un regard d</w:t>
      </w:r>
      <w:r w:rsidR="00B77E03">
        <w:t>’</w:t>
      </w:r>
      <w:r w:rsidRPr="002813C1">
        <w:t>intelligence jeté au domestique</w:t>
      </w:r>
      <w:r w:rsidR="00B77E03">
        <w:t xml:space="preserve">, </w:t>
      </w:r>
      <w:r w:rsidRPr="002813C1">
        <w:t>dit entre haut et bas</w:t>
      </w:r>
      <w:r w:rsidR="00B77E03">
        <w:t> :</w:t>
      </w:r>
    </w:p>
    <w:p w14:paraId="3124C00D" w14:textId="77777777" w:rsidR="00B77E03" w:rsidRDefault="00B77E03" w:rsidP="00B77E03">
      <w:r>
        <w:t>— </w:t>
      </w:r>
      <w:r w:rsidR="0024252B" w:rsidRPr="002813C1">
        <w:t>Dame</w:t>
      </w:r>
      <w:r>
        <w:t xml:space="preserve"> ! </w:t>
      </w:r>
      <w:r w:rsidR="0024252B" w:rsidRPr="002813C1">
        <w:t>c</w:t>
      </w:r>
      <w:r>
        <w:t>’</w:t>
      </w:r>
      <w:r w:rsidR="0024252B" w:rsidRPr="002813C1">
        <w:t>est son état à cet homme d</w:t>
      </w:r>
      <w:r>
        <w:t>’</w:t>
      </w:r>
      <w:r w:rsidR="0024252B" w:rsidRPr="002813C1">
        <w:t>être joli garçon</w:t>
      </w:r>
      <w:r>
        <w:t>.</w:t>
      </w:r>
    </w:p>
    <w:p w14:paraId="196541FD" w14:textId="77777777" w:rsidR="00B77E03" w:rsidRDefault="0024252B" w:rsidP="00B77E03">
      <w:r w:rsidRPr="002813C1">
        <w:t>Le grand mot était lâché</w:t>
      </w:r>
      <w:r w:rsidR="00B77E03">
        <w:t> !</w:t>
      </w:r>
    </w:p>
    <w:p w14:paraId="30387A6A" w14:textId="77777777" w:rsidR="00B77E03" w:rsidRDefault="0024252B" w:rsidP="00B77E03">
      <w:r w:rsidRPr="002813C1">
        <w:t>Désormais Chupin était sûr de ce que lui avait fait soupçonner ce logis voluptueusement coquet et ouaté de toutes les recherches délicates et exquises comme le sanctuaire d</w:t>
      </w:r>
      <w:r w:rsidR="00B77E03">
        <w:t>’</w:t>
      </w:r>
      <w:r w:rsidRPr="002813C1">
        <w:t>une idole</w:t>
      </w:r>
      <w:r w:rsidR="00B77E03">
        <w:t>.</w:t>
      </w:r>
    </w:p>
    <w:p w14:paraId="4ABFD651" w14:textId="77777777" w:rsidR="00B77E03" w:rsidRDefault="0024252B" w:rsidP="00B77E03">
      <w:r w:rsidRPr="002813C1">
        <w:t>Pendant qu</w:t>
      </w:r>
      <w:r w:rsidR="00B77E03">
        <w:t>’</w:t>
      </w:r>
      <w:r w:rsidRPr="002813C1">
        <w:t>on changeait les jardinières</w:t>
      </w:r>
      <w:r w:rsidR="00B77E03">
        <w:t xml:space="preserve">, </w:t>
      </w:r>
      <w:r w:rsidRPr="002813C1">
        <w:t>d</w:t>
      </w:r>
      <w:r w:rsidR="00B77E03">
        <w:t>’</w:t>
      </w:r>
      <w:r w:rsidRPr="002813C1">
        <w:t>ailleurs</w:t>
      </w:r>
      <w:r w:rsidR="00B77E03">
        <w:t xml:space="preserve">, </w:t>
      </w:r>
      <w:r w:rsidRPr="002813C1">
        <w:t>et dans l</w:t>
      </w:r>
      <w:r w:rsidR="00B77E03">
        <w:t>’</w:t>
      </w:r>
      <w:r w:rsidRPr="002813C1">
        <w:t>intervalle des neuf ou dix voyages qu</w:t>
      </w:r>
      <w:r w:rsidR="00B77E03">
        <w:t>’</w:t>
      </w:r>
      <w:r w:rsidRPr="002813C1">
        <w:t>il avait faits de la porte cochère à l</w:t>
      </w:r>
      <w:r w:rsidR="00B77E03">
        <w:t>’</w:t>
      </w:r>
      <w:r w:rsidRPr="002813C1">
        <w:t>appartement</w:t>
      </w:r>
      <w:r w:rsidR="00B77E03">
        <w:t xml:space="preserve">, </w:t>
      </w:r>
      <w:r w:rsidRPr="002813C1">
        <w:t>Chupin avait écouté sournoisement et surpris entre le domestique et le concierge des lambeaux de phrases qui l</w:t>
      </w:r>
      <w:r w:rsidR="00B77E03">
        <w:t>’</w:t>
      </w:r>
      <w:r w:rsidRPr="002813C1">
        <w:t>avaient singulièrement éclairé</w:t>
      </w:r>
      <w:r w:rsidR="00B77E03">
        <w:t>.</w:t>
      </w:r>
    </w:p>
    <w:p w14:paraId="25643C39" w14:textId="77777777" w:rsidR="00B77E03" w:rsidRDefault="0024252B" w:rsidP="00B77E03">
      <w:r w:rsidRPr="002813C1">
        <w:t>Sans compter qu</w:t>
      </w:r>
      <w:r w:rsidR="00B77E03">
        <w:t>’</w:t>
      </w:r>
      <w:r w:rsidRPr="002813C1">
        <w:t>à tout moment</w:t>
      </w:r>
      <w:r w:rsidR="00B77E03">
        <w:t xml:space="preserve">, </w:t>
      </w:r>
      <w:r w:rsidRPr="002813C1">
        <w:t>dès qu</w:t>
      </w:r>
      <w:r w:rsidR="00B77E03">
        <w:t>’</w:t>
      </w:r>
      <w:r w:rsidRPr="002813C1">
        <w:t>il s</w:t>
      </w:r>
      <w:r w:rsidR="00B77E03">
        <w:t>’</w:t>
      </w:r>
      <w:r w:rsidRPr="002813C1">
        <w:t>agissait de placer une plante dans un endroit plutôt que dans un autre</w:t>
      </w:r>
      <w:r w:rsidR="00B77E03">
        <w:t xml:space="preserve">, </w:t>
      </w:r>
      <w:r w:rsidRPr="002813C1">
        <w:t>le domestique prononçait</w:t>
      </w:r>
      <w:r w:rsidR="00B77E03">
        <w:t xml:space="preserve">, </w:t>
      </w:r>
      <w:r w:rsidRPr="002813C1">
        <w:t>comme un argument péremptoire</w:t>
      </w:r>
      <w:r w:rsidR="00B77E03">
        <w:t xml:space="preserve">, </w:t>
      </w:r>
      <w:r w:rsidRPr="002813C1">
        <w:t>que la baronne tenait à ce que cela fût ainsi</w:t>
      </w:r>
      <w:r w:rsidR="00B77E03">
        <w:t xml:space="preserve">, </w:t>
      </w:r>
      <w:r w:rsidRPr="002813C1">
        <w:t>ou que la baronne serait plus contente de tel arrangement</w:t>
      </w:r>
      <w:r w:rsidR="00B77E03">
        <w:t xml:space="preserve">, </w:t>
      </w:r>
      <w:r w:rsidRPr="002813C1">
        <w:t>ou encore qu</w:t>
      </w:r>
      <w:r w:rsidR="00B77E03">
        <w:t>’</w:t>
      </w:r>
      <w:r w:rsidRPr="002813C1">
        <w:t>il se conformait aux ordres que lui avait donnés la baronne</w:t>
      </w:r>
      <w:r w:rsidR="00B77E03">
        <w:t>.</w:t>
      </w:r>
    </w:p>
    <w:p w14:paraId="3CC1736C" w14:textId="77777777" w:rsidR="00B77E03" w:rsidRDefault="0024252B" w:rsidP="00B77E03">
      <w:r w:rsidRPr="002813C1">
        <w:t>D</w:t>
      </w:r>
      <w:r w:rsidR="00B77E03">
        <w:t>’</w:t>
      </w:r>
      <w:r w:rsidRPr="002813C1">
        <w:t>où Chupin</w:t>
      </w:r>
      <w:r w:rsidR="00B77E03">
        <w:t xml:space="preserve">, </w:t>
      </w:r>
      <w:r w:rsidRPr="002813C1">
        <w:t>forcément</w:t>
      </w:r>
      <w:r w:rsidR="00B77E03">
        <w:t xml:space="preserve">, </w:t>
      </w:r>
      <w:r w:rsidRPr="002813C1">
        <w:t>avait conclu que ces fleurs étaient envoyées par une baronne</w:t>
      </w:r>
      <w:r w:rsidR="00B77E03">
        <w:t xml:space="preserve">, </w:t>
      </w:r>
      <w:r w:rsidRPr="002813C1">
        <w:t>et qu</w:t>
      </w:r>
      <w:r w:rsidR="00B77E03">
        <w:t>’</w:t>
      </w:r>
      <w:r w:rsidRPr="002813C1">
        <w:t>elle n</w:t>
      </w:r>
      <w:r w:rsidR="00B77E03">
        <w:t>’</w:t>
      </w:r>
      <w:r w:rsidRPr="002813C1">
        <w:t>était pas sans quelques droits sur l</w:t>
      </w:r>
      <w:r w:rsidR="00B77E03">
        <w:t>’</w:t>
      </w:r>
      <w:r w:rsidRPr="002813C1">
        <w:t>appartement</w:t>
      </w:r>
      <w:r w:rsidR="00B77E03">
        <w:t>…</w:t>
      </w:r>
    </w:p>
    <w:p w14:paraId="16BF1A73" w14:textId="77777777" w:rsidR="00B77E03" w:rsidRDefault="0024252B" w:rsidP="00B77E03">
      <w:r w:rsidRPr="002813C1">
        <w:t>Mais comment se nommait-elle</w:t>
      </w:r>
      <w:r w:rsidR="00B77E03">
        <w:t> ?…</w:t>
      </w:r>
    </w:p>
    <w:p w14:paraId="3DFE742D" w14:textId="77777777" w:rsidR="00B77E03" w:rsidRDefault="0024252B" w:rsidP="00B77E03">
      <w:r w:rsidRPr="002813C1">
        <w:t>Il manœuvrait assez adroitement pour le savoir</w:t>
      </w:r>
      <w:r w:rsidR="00B77E03">
        <w:t xml:space="preserve">, </w:t>
      </w:r>
      <w:r w:rsidRPr="002813C1">
        <w:t>tout en dégustant un verre de vin qu</w:t>
      </w:r>
      <w:r w:rsidR="00B77E03">
        <w:t>’</w:t>
      </w:r>
      <w:r w:rsidRPr="002813C1">
        <w:t>on lui avait servi</w:t>
      </w:r>
      <w:r w:rsidR="00B77E03">
        <w:t xml:space="preserve">, </w:t>
      </w:r>
      <w:r w:rsidRPr="002813C1">
        <w:t>quand on entendit dans la cour le roulement d</w:t>
      </w:r>
      <w:r w:rsidR="00B77E03">
        <w:t>’</w:t>
      </w:r>
      <w:r w:rsidRPr="002813C1">
        <w:t>une voiture</w:t>
      </w:r>
      <w:r w:rsidR="00B77E03">
        <w:t>…</w:t>
      </w:r>
    </w:p>
    <w:p w14:paraId="6B8BCD80" w14:textId="77777777" w:rsidR="00B77E03" w:rsidRDefault="00B77E03" w:rsidP="00B77E03">
      <w:r>
        <w:t>— </w:t>
      </w:r>
      <w:r w:rsidR="0024252B" w:rsidRPr="002813C1">
        <w:t>Parions que voici Monsieur qui arrive</w:t>
      </w:r>
      <w:r>
        <w:t xml:space="preserve">, </w:t>
      </w:r>
      <w:r w:rsidR="0024252B" w:rsidRPr="002813C1">
        <w:t>s</w:t>
      </w:r>
      <w:r>
        <w:t>’</w:t>
      </w:r>
      <w:r w:rsidR="0024252B" w:rsidRPr="002813C1">
        <w:t>écria le domestique en se précipitant à la fenêtre</w:t>
      </w:r>
      <w:r>
        <w:t>…</w:t>
      </w:r>
    </w:p>
    <w:p w14:paraId="525FC909" w14:textId="77777777" w:rsidR="00B77E03" w:rsidRDefault="0024252B" w:rsidP="00B77E03">
      <w:r w:rsidRPr="002813C1">
        <w:lastRenderedPageBreak/>
        <w:t>Chupin s</w:t>
      </w:r>
      <w:r w:rsidR="00B77E03">
        <w:t>’</w:t>
      </w:r>
      <w:r w:rsidRPr="002813C1">
        <w:t>élança pour regarder aussi</w:t>
      </w:r>
      <w:r w:rsidR="00B77E03">
        <w:t xml:space="preserve">, </w:t>
      </w:r>
      <w:r w:rsidRPr="002813C1">
        <w:t>et aperçut un très-élégant coupé bleu attelé d</w:t>
      </w:r>
      <w:r w:rsidR="00B77E03">
        <w:t>’</w:t>
      </w:r>
      <w:r w:rsidRPr="002813C1">
        <w:t>un cheval de prix</w:t>
      </w:r>
      <w:r w:rsidR="00B77E03">
        <w:t xml:space="preserve">… </w:t>
      </w:r>
      <w:r w:rsidRPr="002813C1">
        <w:t>mais il ne vit pas le vicomte</w:t>
      </w:r>
      <w:r w:rsidR="00B77E03">
        <w:t>.</w:t>
      </w:r>
    </w:p>
    <w:p w14:paraId="69ACB614" w14:textId="5713C0EB" w:rsidR="00B77E03" w:rsidRDefault="00B77E03" w:rsidP="00B77E03">
      <w:r>
        <w:t>M. de </w:t>
      </w:r>
      <w:proofErr w:type="spellStart"/>
      <w:r w:rsidR="0024252B" w:rsidRPr="002813C1">
        <w:t>Coralth</w:t>
      </w:r>
      <w:proofErr w:type="spellEnd"/>
      <w:r w:rsidR="0024252B" w:rsidRPr="002813C1">
        <w:t xml:space="preserve"> montait déjà l</w:t>
      </w:r>
      <w:r>
        <w:t>’</w:t>
      </w:r>
      <w:r w:rsidR="0024252B" w:rsidRPr="002813C1">
        <w:t>escalier quatre à quatre</w:t>
      </w:r>
      <w:r>
        <w:t xml:space="preserve">, </w:t>
      </w:r>
      <w:r w:rsidR="0024252B" w:rsidRPr="002813C1">
        <w:t>et la seconde d</w:t>
      </w:r>
      <w:r>
        <w:t>’</w:t>
      </w:r>
      <w:r w:rsidR="0024252B" w:rsidRPr="002813C1">
        <w:t>après</w:t>
      </w:r>
      <w:r>
        <w:t xml:space="preserve">, </w:t>
      </w:r>
      <w:r w:rsidR="0024252B" w:rsidRPr="002813C1">
        <w:t>il entra en criant d</w:t>
      </w:r>
      <w:r>
        <w:t>’</w:t>
      </w:r>
      <w:r w:rsidR="0024252B" w:rsidRPr="002813C1">
        <w:t>une voix irritée</w:t>
      </w:r>
      <w:r>
        <w:t> :</w:t>
      </w:r>
    </w:p>
    <w:p w14:paraId="1293AF5C" w14:textId="77777777" w:rsidR="00B77E03" w:rsidRDefault="00B77E03" w:rsidP="00B77E03">
      <w:r>
        <w:t>— </w:t>
      </w:r>
      <w:r w:rsidR="0024252B" w:rsidRPr="002813C1">
        <w:t>Florent</w:t>
      </w:r>
      <w:r>
        <w:t xml:space="preserve"> !… </w:t>
      </w:r>
      <w:r w:rsidR="0024252B" w:rsidRPr="002813C1">
        <w:t>Eh bien</w:t>
      </w:r>
      <w:r>
        <w:t xml:space="preserve">, </w:t>
      </w:r>
      <w:r w:rsidR="0024252B" w:rsidRPr="002813C1">
        <w:t>qu</w:t>
      </w:r>
      <w:r>
        <w:t>’</w:t>
      </w:r>
      <w:r w:rsidR="0024252B" w:rsidRPr="002813C1">
        <w:t>est-ce que cela signifie</w:t>
      </w:r>
      <w:r>
        <w:t xml:space="preserve"> ? </w:t>
      </w:r>
      <w:r w:rsidR="0024252B" w:rsidRPr="002813C1">
        <w:t>Vous laissez toutes les portes ouvertes</w:t>
      </w:r>
      <w:r>
        <w:t> ?…</w:t>
      </w:r>
    </w:p>
    <w:p w14:paraId="1060C79C" w14:textId="77777777" w:rsidR="00B77E03" w:rsidRDefault="0024252B" w:rsidP="00B77E03">
      <w:r w:rsidRPr="002813C1">
        <w:t>Florent</w:t>
      </w:r>
      <w:r w:rsidR="00B77E03">
        <w:t xml:space="preserve">, </w:t>
      </w:r>
      <w:r w:rsidRPr="002813C1">
        <w:t>c</w:t>
      </w:r>
      <w:r w:rsidR="00B77E03">
        <w:t>’</w:t>
      </w:r>
      <w:r w:rsidRPr="002813C1">
        <w:t>était le domestique à gilet rouge</w:t>
      </w:r>
      <w:r w:rsidR="00B77E03">
        <w:t>.</w:t>
      </w:r>
    </w:p>
    <w:p w14:paraId="1C96A940" w14:textId="77777777" w:rsidR="00B77E03" w:rsidRDefault="0024252B" w:rsidP="00B77E03">
      <w:r w:rsidRPr="002813C1">
        <w:t>Il haussa légèrement les épaules</w:t>
      </w:r>
      <w:r w:rsidR="00B77E03">
        <w:t xml:space="preserve">, </w:t>
      </w:r>
      <w:r w:rsidRPr="002813C1">
        <w:t>en serviteur trop avant dans les secrets de son maître pour avoir rien à en craindre</w:t>
      </w:r>
      <w:r w:rsidR="00B77E03">
        <w:t xml:space="preserve">, </w:t>
      </w:r>
      <w:r w:rsidRPr="002813C1">
        <w:t>et du ton le plus calme</w:t>
      </w:r>
      <w:r w:rsidR="00B77E03">
        <w:t> :</w:t>
      </w:r>
    </w:p>
    <w:p w14:paraId="0963952C" w14:textId="6BC1E685" w:rsidR="00B77E03" w:rsidRDefault="00B77E03" w:rsidP="00B77E03">
      <w:r>
        <w:t>— </w:t>
      </w:r>
      <w:r w:rsidR="0024252B" w:rsidRPr="002813C1">
        <w:t>Si la porte est ouverte</w:t>
      </w:r>
      <w:r>
        <w:t xml:space="preserve">, </w:t>
      </w:r>
      <w:r w:rsidR="0024252B" w:rsidRPr="002813C1">
        <w:t>répondit-il</w:t>
      </w:r>
      <w:r>
        <w:t xml:space="preserve">, </w:t>
      </w:r>
      <w:r w:rsidR="0024252B" w:rsidRPr="002813C1">
        <w:t>c</w:t>
      </w:r>
      <w:r>
        <w:t>’</w:t>
      </w:r>
      <w:r w:rsidR="0024252B" w:rsidRPr="002813C1">
        <w:t xml:space="preserve">est que </w:t>
      </w:r>
      <w:r>
        <w:t>M</w:t>
      </w:r>
      <w:r w:rsidRPr="00B77E03">
        <w:rPr>
          <w:vertAlign w:val="superscript"/>
        </w:rPr>
        <w:t>me</w:t>
      </w:r>
      <w:r>
        <w:t> </w:t>
      </w:r>
      <w:r w:rsidR="0024252B" w:rsidRPr="002813C1">
        <w:t>la baronne vient d</w:t>
      </w:r>
      <w:r>
        <w:t>’</w:t>
      </w:r>
      <w:r w:rsidR="0024252B" w:rsidRPr="002813C1">
        <w:t>envoyer des fleurs</w:t>
      </w:r>
      <w:r>
        <w:t xml:space="preserve">… </w:t>
      </w:r>
      <w:r w:rsidR="0024252B" w:rsidRPr="002813C1">
        <w:t>un dimanche</w:t>
      </w:r>
      <w:r>
        <w:t xml:space="preserve"> !… </w:t>
      </w:r>
      <w:r w:rsidR="0024252B" w:rsidRPr="002813C1">
        <w:t>drôle d</w:t>
      </w:r>
      <w:r>
        <w:t>’</w:t>
      </w:r>
      <w:r w:rsidR="0024252B" w:rsidRPr="002813C1">
        <w:t>idée</w:t>
      </w:r>
      <w:r>
        <w:t xml:space="preserve">… </w:t>
      </w:r>
      <w:r w:rsidR="0024252B" w:rsidRPr="002813C1">
        <w:t>Et même</w:t>
      </w:r>
      <w:r>
        <w:t xml:space="preserve"> – </w:t>
      </w:r>
      <w:r w:rsidR="0024252B" w:rsidRPr="002813C1">
        <w:t>ajouta-t-il en montrant Chupin</w:t>
      </w:r>
      <w:r>
        <w:t xml:space="preserve">, </w:t>
      </w:r>
      <w:r w:rsidR="0024252B" w:rsidRPr="002813C1">
        <w:t>j</w:t>
      </w:r>
      <w:r>
        <w:t>’</w:t>
      </w:r>
      <w:r w:rsidR="0024252B" w:rsidRPr="002813C1">
        <w:t>offre un verre de vin à ce brave garçon et au père Moulinet</w:t>
      </w:r>
      <w:r>
        <w:t xml:space="preserve">, </w:t>
      </w:r>
      <w:r w:rsidR="0024252B" w:rsidRPr="002813C1">
        <w:t>qui m</w:t>
      </w:r>
      <w:r>
        <w:t>’</w:t>
      </w:r>
      <w:r w:rsidR="0024252B" w:rsidRPr="002813C1">
        <w:t>ont aidé</w:t>
      </w:r>
      <w:r>
        <w:t>.</w:t>
      </w:r>
    </w:p>
    <w:p w14:paraId="5CCD040A" w14:textId="77777777" w:rsidR="00B77E03" w:rsidRDefault="0024252B" w:rsidP="00B77E03">
      <w:r w:rsidRPr="002813C1">
        <w:t>Chupin</w:t>
      </w:r>
      <w:r w:rsidR="00B77E03">
        <w:t xml:space="preserve">, </w:t>
      </w:r>
      <w:r w:rsidRPr="002813C1">
        <w:t>tant qu</w:t>
      </w:r>
      <w:r w:rsidR="00B77E03">
        <w:t>’</w:t>
      </w:r>
      <w:r w:rsidRPr="002813C1">
        <w:t>il pouvait</w:t>
      </w:r>
      <w:r w:rsidR="00B77E03">
        <w:t xml:space="preserve">, </w:t>
      </w:r>
      <w:r w:rsidRPr="002813C1">
        <w:t>se dissimulait et se faisait petit</w:t>
      </w:r>
      <w:r w:rsidR="00B77E03">
        <w:t xml:space="preserve">, </w:t>
      </w:r>
      <w:r w:rsidRPr="002813C1">
        <w:t>tremblant d</w:t>
      </w:r>
      <w:r w:rsidR="00B77E03">
        <w:t>’</w:t>
      </w:r>
      <w:r w:rsidRPr="002813C1">
        <w:t>être reconnu</w:t>
      </w:r>
      <w:r w:rsidR="00B77E03">
        <w:t>.</w:t>
      </w:r>
    </w:p>
    <w:p w14:paraId="46B95E25" w14:textId="54A5B002" w:rsidR="00B77E03" w:rsidRDefault="00B77E03" w:rsidP="00B77E03">
      <w:r>
        <w:t>M. de </w:t>
      </w:r>
      <w:proofErr w:type="spellStart"/>
      <w:r w:rsidR="0024252B" w:rsidRPr="002813C1">
        <w:t>Coralth</w:t>
      </w:r>
      <w:proofErr w:type="spellEnd"/>
      <w:r w:rsidR="0024252B" w:rsidRPr="002813C1">
        <w:t xml:space="preserve"> ne fit seulement pas attention à lui</w:t>
      </w:r>
      <w:r>
        <w:t xml:space="preserve">… </w:t>
      </w:r>
      <w:r w:rsidR="0024252B" w:rsidRPr="002813C1">
        <w:t>Sa charmante physionomie</w:t>
      </w:r>
      <w:r>
        <w:t xml:space="preserve">, </w:t>
      </w:r>
      <w:r w:rsidR="0024252B" w:rsidRPr="002813C1">
        <w:t>toujours si souriante</w:t>
      </w:r>
      <w:r>
        <w:t xml:space="preserve">, </w:t>
      </w:r>
      <w:r w:rsidR="0024252B" w:rsidRPr="002813C1">
        <w:t>était bouleversée</w:t>
      </w:r>
      <w:r>
        <w:t xml:space="preserve">, </w:t>
      </w:r>
      <w:r w:rsidR="0024252B" w:rsidRPr="002813C1">
        <w:t>et la symétrie de ses beaux cheveux blonds était dérangée</w:t>
      </w:r>
      <w:r>
        <w:t xml:space="preserve">. </w:t>
      </w:r>
      <w:r w:rsidR="0024252B" w:rsidRPr="002813C1">
        <w:t>Évidemment</w:t>
      </w:r>
      <w:r>
        <w:t xml:space="preserve">, </w:t>
      </w:r>
      <w:r w:rsidR="0024252B" w:rsidRPr="002813C1">
        <w:t>quelque désagrément lui survenait</w:t>
      </w:r>
      <w:r>
        <w:t>.</w:t>
      </w:r>
    </w:p>
    <w:p w14:paraId="2F75DDAD" w14:textId="77777777" w:rsidR="00B77E03" w:rsidRDefault="00B77E03" w:rsidP="00B77E03">
      <w:r>
        <w:t>— </w:t>
      </w:r>
      <w:r w:rsidR="0024252B" w:rsidRPr="002813C1">
        <w:t>Je vais ressortir</w:t>
      </w:r>
      <w:r>
        <w:t xml:space="preserve">, </w:t>
      </w:r>
      <w:r w:rsidR="0024252B" w:rsidRPr="002813C1">
        <w:t>dit-il à son domestique</w:t>
      </w:r>
      <w:r>
        <w:t xml:space="preserve">, </w:t>
      </w:r>
      <w:r w:rsidR="0024252B" w:rsidRPr="002813C1">
        <w:t>mais avant j</w:t>
      </w:r>
      <w:r>
        <w:t>’</w:t>
      </w:r>
      <w:r w:rsidR="0024252B" w:rsidRPr="002813C1">
        <w:t>ai deux lettres à écrire que vous porterez immédiatement</w:t>
      </w:r>
      <w:r>
        <w:t>.</w:t>
      </w:r>
    </w:p>
    <w:p w14:paraId="609A4F8B" w14:textId="77777777" w:rsidR="00B77E03" w:rsidRDefault="0024252B" w:rsidP="00B77E03">
      <w:r w:rsidRPr="002813C1">
        <w:t>Il passa dans le salon</w:t>
      </w:r>
      <w:r w:rsidR="00B77E03">
        <w:t xml:space="preserve">, </w:t>
      </w:r>
      <w:r w:rsidRPr="002813C1">
        <w:t>sur ces mots</w:t>
      </w:r>
      <w:r w:rsidR="00B77E03">
        <w:t xml:space="preserve">, </w:t>
      </w:r>
      <w:r w:rsidRPr="002813C1">
        <w:t>et Florent n</w:t>
      </w:r>
      <w:r w:rsidR="00B77E03">
        <w:t>’</w:t>
      </w:r>
      <w:r w:rsidRPr="002813C1">
        <w:t>attendit pas que la porte fût refermée pour lâcher un maître juron</w:t>
      </w:r>
      <w:r w:rsidR="00B77E03">
        <w:t>.</w:t>
      </w:r>
    </w:p>
    <w:p w14:paraId="306506B8" w14:textId="77777777" w:rsidR="00B77E03" w:rsidRDefault="00B77E03" w:rsidP="00B77E03">
      <w:r>
        <w:lastRenderedPageBreak/>
        <w:t>— </w:t>
      </w:r>
      <w:r w:rsidR="0024252B" w:rsidRPr="002813C1">
        <w:t>Que le diable t</w:t>
      </w:r>
      <w:r>
        <w:t>’</w:t>
      </w:r>
      <w:r w:rsidR="0024252B" w:rsidRPr="002813C1">
        <w:t>emporte</w:t>
      </w:r>
      <w:r>
        <w:t xml:space="preserve"> ! </w:t>
      </w:r>
      <w:r w:rsidR="0024252B" w:rsidRPr="002813C1">
        <w:t>s</w:t>
      </w:r>
      <w:r>
        <w:t>’</w:t>
      </w:r>
      <w:r w:rsidR="0024252B" w:rsidRPr="002813C1">
        <w:t>écria-t-il</w:t>
      </w:r>
      <w:r>
        <w:t xml:space="preserve">… </w:t>
      </w:r>
      <w:r w:rsidR="0024252B" w:rsidRPr="002813C1">
        <w:t>Chien de métier</w:t>
      </w:r>
      <w:r>
        <w:t xml:space="preserve"> !… </w:t>
      </w:r>
      <w:r w:rsidR="0024252B" w:rsidRPr="002813C1">
        <w:t>Voici qu</w:t>
      </w:r>
      <w:r>
        <w:t>’</w:t>
      </w:r>
      <w:r w:rsidR="0024252B" w:rsidRPr="002813C1">
        <w:t>il faut me mettre en course</w:t>
      </w:r>
      <w:r>
        <w:t xml:space="preserve">, </w:t>
      </w:r>
      <w:r w:rsidR="0024252B" w:rsidRPr="002813C1">
        <w:t>maintenant</w:t>
      </w:r>
      <w:r>
        <w:t xml:space="preserve">… </w:t>
      </w:r>
      <w:r w:rsidR="0024252B" w:rsidRPr="002813C1">
        <w:t>Il est cinq heures et j</w:t>
      </w:r>
      <w:r>
        <w:t>’</w:t>
      </w:r>
      <w:r w:rsidR="0024252B" w:rsidRPr="002813C1">
        <w:t>ai rendez-vous à cinq heures et demie</w:t>
      </w:r>
      <w:r>
        <w:t> !…</w:t>
      </w:r>
    </w:p>
    <w:p w14:paraId="083EF602" w14:textId="77777777" w:rsidR="00B77E03" w:rsidRDefault="0024252B" w:rsidP="00B77E03">
      <w:r w:rsidRPr="002813C1">
        <w:t>Une soudaine espérance fit battre le cœur de Chupin</w:t>
      </w:r>
      <w:r w:rsidR="00B77E03">
        <w:t>.</w:t>
      </w:r>
    </w:p>
    <w:p w14:paraId="5BB2845F" w14:textId="77777777" w:rsidR="00B77E03" w:rsidRDefault="0024252B" w:rsidP="00B77E03">
      <w:r w:rsidRPr="002813C1">
        <w:t>Il toucha du doigt le bras du domestique</w:t>
      </w:r>
      <w:r w:rsidR="00B77E03">
        <w:t xml:space="preserve">, </w:t>
      </w:r>
      <w:r w:rsidRPr="002813C1">
        <w:t>et de l</w:t>
      </w:r>
      <w:r w:rsidR="00B77E03">
        <w:t>’</w:t>
      </w:r>
      <w:r w:rsidRPr="002813C1">
        <w:t>air et du ton les plus engageants</w:t>
      </w:r>
      <w:r w:rsidR="00B77E03">
        <w:t> :</w:t>
      </w:r>
    </w:p>
    <w:p w14:paraId="42A74FC7" w14:textId="77777777" w:rsidR="00B77E03" w:rsidRDefault="00B77E03" w:rsidP="00B77E03">
      <w:r>
        <w:t>— </w:t>
      </w:r>
      <w:r w:rsidR="0024252B" w:rsidRPr="002813C1">
        <w:t>Je n</w:t>
      </w:r>
      <w:r>
        <w:t>’</w:t>
      </w:r>
      <w:r w:rsidR="0024252B" w:rsidRPr="002813C1">
        <w:t>ai rien à faire</w:t>
      </w:r>
      <w:r>
        <w:t xml:space="preserve">, </w:t>
      </w:r>
      <w:r w:rsidR="0024252B" w:rsidRPr="002813C1">
        <w:t>moi</w:t>
      </w:r>
      <w:r>
        <w:t xml:space="preserve">, </w:t>
      </w:r>
      <w:r w:rsidR="0024252B" w:rsidRPr="002813C1">
        <w:t>m</w:t>
      </w:r>
      <w:r>
        <w:t>’</w:t>
      </w:r>
      <w:proofErr w:type="spellStart"/>
      <w:r w:rsidR="0024252B" w:rsidRPr="002813C1">
        <w:t>sieu</w:t>
      </w:r>
      <w:proofErr w:type="spellEnd"/>
      <w:r>
        <w:t xml:space="preserve">, </w:t>
      </w:r>
      <w:r w:rsidR="0024252B" w:rsidRPr="002813C1">
        <w:t>dit-il</w:t>
      </w:r>
      <w:r>
        <w:t xml:space="preserve">, </w:t>
      </w:r>
      <w:r w:rsidR="0024252B" w:rsidRPr="002813C1">
        <w:t>et votre vin est si bon que si vous vouliez seulement me payer l</w:t>
      </w:r>
      <w:r>
        <w:t>’</w:t>
      </w:r>
      <w:r w:rsidR="0024252B" w:rsidRPr="002813C1">
        <w:t>usure de mes souliers</w:t>
      </w:r>
      <w:r>
        <w:t xml:space="preserve">, </w:t>
      </w:r>
      <w:r w:rsidR="0024252B" w:rsidRPr="002813C1">
        <w:t>je me chargerais de vos commissions</w:t>
      </w:r>
      <w:r>
        <w:t>…</w:t>
      </w:r>
    </w:p>
    <w:p w14:paraId="1A51B275" w14:textId="77777777" w:rsidR="00B77E03" w:rsidRDefault="0024252B" w:rsidP="00B77E03">
      <w:r w:rsidRPr="002813C1">
        <w:t>La tournure de Chupin n</w:t>
      </w:r>
      <w:r w:rsidR="00B77E03">
        <w:t>’</w:t>
      </w:r>
      <w:r w:rsidRPr="002813C1">
        <w:t>était pas de nature à inspirer grande confiance</w:t>
      </w:r>
      <w:r w:rsidR="00B77E03">
        <w:t xml:space="preserve">, </w:t>
      </w:r>
      <w:r w:rsidRPr="002813C1">
        <w:t>de là vient probablement que le domestique répondit</w:t>
      </w:r>
      <w:r w:rsidR="00B77E03">
        <w:t> :</w:t>
      </w:r>
    </w:p>
    <w:p w14:paraId="3D5E7EC0" w14:textId="77777777" w:rsidR="00B77E03" w:rsidRDefault="00B77E03" w:rsidP="00B77E03">
      <w:r>
        <w:t>— </w:t>
      </w:r>
      <w:r w:rsidR="0024252B" w:rsidRPr="002813C1">
        <w:t>Ce n</w:t>
      </w:r>
      <w:r>
        <w:t>’</w:t>
      </w:r>
      <w:r w:rsidR="0024252B" w:rsidRPr="002813C1">
        <w:t>est pas de refus</w:t>
      </w:r>
      <w:r>
        <w:t xml:space="preserve">, </w:t>
      </w:r>
      <w:r w:rsidR="0024252B" w:rsidRPr="002813C1">
        <w:t>mais</w:t>
      </w:r>
      <w:r>
        <w:t xml:space="preserve">… </w:t>
      </w:r>
      <w:r w:rsidR="0024252B" w:rsidRPr="002813C1">
        <w:t>vous comprenez</w:t>
      </w:r>
      <w:r>
        <w:t xml:space="preserve">, </w:t>
      </w:r>
      <w:r w:rsidR="0024252B" w:rsidRPr="002813C1">
        <w:t>cela dépendra</w:t>
      </w:r>
      <w:r>
        <w:t>.</w:t>
      </w:r>
    </w:p>
    <w:p w14:paraId="1822056A" w14:textId="77777777" w:rsidR="00B77E03" w:rsidRDefault="0024252B" w:rsidP="00B77E03">
      <w:r w:rsidRPr="002813C1">
        <w:t>Le vicomte n</w:t>
      </w:r>
      <w:r w:rsidR="00B77E03">
        <w:t>’</w:t>
      </w:r>
      <w:r w:rsidRPr="002813C1">
        <w:t>en avait pas long à écrire</w:t>
      </w:r>
      <w:r w:rsidR="00B77E03">
        <w:t>.</w:t>
      </w:r>
    </w:p>
    <w:p w14:paraId="7EDD1A6C" w14:textId="77777777" w:rsidR="00B77E03" w:rsidRDefault="0024252B" w:rsidP="00B77E03">
      <w:r w:rsidRPr="002813C1">
        <w:t>Il ne tarda pas à reparaître</w:t>
      </w:r>
      <w:r w:rsidR="00B77E03">
        <w:t xml:space="preserve">, </w:t>
      </w:r>
      <w:r w:rsidRPr="002813C1">
        <w:t>tenant à la main deux lettres qu</w:t>
      </w:r>
      <w:r w:rsidR="00B77E03">
        <w:t>’</w:t>
      </w:r>
      <w:r w:rsidRPr="002813C1">
        <w:t>il jeta sur la table en disant</w:t>
      </w:r>
      <w:r w:rsidR="00B77E03">
        <w:t> :</w:t>
      </w:r>
    </w:p>
    <w:p w14:paraId="05B12C21" w14:textId="761A7D71" w:rsidR="00B77E03" w:rsidRDefault="00B77E03" w:rsidP="00B77E03">
      <w:r>
        <w:t>— </w:t>
      </w:r>
      <w:r w:rsidR="0024252B" w:rsidRPr="002813C1">
        <w:t>L</w:t>
      </w:r>
      <w:r>
        <w:t>’</w:t>
      </w:r>
      <w:r w:rsidR="0024252B" w:rsidRPr="002813C1">
        <w:t xml:space="preserve">une de ces lettres est pour </w:t>
      </w:r>
      <w:r>
        <w:t>M</w:t>
      </w:r>
      <w:r w:rsidRPr="00B77E03">
        <w:rPr>
          <w:vertAlign w:val="superscript"/>
        </w:rPr>
        <w:t>me</w:t>
      </w:r>
      <w:r>
        <w:t> </w:t>
      </w:r>
      <w:r w:rsidR="0024252B" w:rsidRPr="002813C1">
        <w:t>la baronne</w:t>
      </w:r>
      <w:r>
        <w:t xml:space="preserve">. </w:t>
      </w:r>
      <w:r w:rsidR="0024252B" w:rsidRPr="002813C1">
        <w:t>Vous ne la remettrez qu</w:t>
      </w:r>
      <w:r>
        <w:t>’</w:t>
      </w:r>
      <w:r w:rsidR="0024252B" w:rsidRPr="002813C1">
        <w:t>à elle-même ou à sa femme de chambre</w:t>
      </w:r>
      <w:r>
        <w:t xml:space="preserve">… </w:t>
      </w:r>
      <w:r w:rsidR="0024252B" w:rsidRPr="002813C1">
        <w:t>il n</w:t>
      </w:r>
      <w:r>
        <w:t>’</w:t>
      </w:r>
      <w:r w:rsidR="0024252B" w:rsidRPr="002813C1">
        <w:t>y a pas de réponse</w:t>
      </w:r>
      <w:r>
        <w:t xml:space="preserve">… </w:t>
      </w:r>
      <w:r w:rsidR="0024252B" w:rsidRPr="002813C1">
        <w:t>Vous porterez ensuite l</w:t>
      </w:r>
      <w:r>
        <w:t>’</w:t>
      </w:r>
      <w:r w:rsidR="0024252B" w:rsidRPr="002813C1">
        <w:t>autre à son adresse</w:t>
      </w:r>
      <w:r>
        <w:t xml:space="preserve">, </w:t>
      </w:r>
      <w:r w:rsidR="0024252B" w:rsidRPr="002813C1">
        <w:t>et vous attendrez qu</w:t>
      </w:r>
      <w:r>
        <w:t>’</w:t>
      </w:r>
      <w:r w:rsidR="0024252B" w:rsidRPr="002813C1">
        <w:t>on vous donne un mot que vous mettrez sur mon bureau</w:t>
      </w:r>
      <w:r>
        <w:t xml:space="preserve">… </w:t>
      </w:r>
      <w:r w:rsidR="0024252B" w:rsidRPr="002813C1">
        <w:t>et hâtez-vous</w:t>
      </w:r>
      <w:r>
        <w:t>.</w:t>
      </w:r>
    </w:p>
    <w:p w14:paraId="2AAB433B" w14:textId="405BD490" w:rsidR="00B77E03" w:rsidRDefault="0024252B" w:rsidP="00B77E03">
      <w:r w:rsidRPr="002813C1">
        <w:t>Ayant dit</w:t>
      </w:r>
      <w:r w:rsidR="00B77E03">
        <w:t>, M. </w:t>
      </w:r>
      <w:r w:rsidRPr="002813C1">
        <w:t xml:space="preserve">le vicomte de </w:t>
      </w:r>
      <w:proofErr w:type="spellStart"/>
      <w:r w:rsidRPr="002813C1">
        <w:t>Coralth</w:t>
      </w:r>
      <w:proofErr w:type="spellEnd"/>
      <w:r w:rsidRPr="002813C1">
        <w:t xml:space="preserve"> sortit comme il était entré</w:t>
      </w:r>
      <w:r w:rsidR="00B77E03">
        <w:t xml:space="preserve">, </w:t>
      </w:r>
      <w:r w:rsidRPr="002813C1">
        <w:t>tout courant</w:t>
      </w:r>
      <w:r w:rsidR="00B77E03">
        <w:t xml:space="preserve">, </w:t>
      </w:r>
      <w:r w:rsidRPr="002813C1">
        <w:t>et bientôt retentit le roulement de son coupé</w:t>
      </w:r>
      <w:r w:rsidR="00B77E03">
        <w:t>…</w:t>
      </w:r>
    </w:p>
    <w:p w14:paraId="16728B05" w14:textId="77777777" w:rsidR="00B77E03" w:rsidRDefault="0024252B" w:rsidP="00B77E03">
      <w:r w:rsidRPr="002813C1">
        <w:t>Florent</w:t>
      </w:r>
      <w:r w:rsidR="00B77E03">
        <w:t xml:space="preserve">, </w:t>
      </w:r>
      <w:r w:rsidRPr="002813C1">
        <w:t>le domestique à gilet rouge</w:t>
      </w:r>
      <w:r w:rsidR="00B77E03">
        <w:t xml:space="preserve">, </w:t>
      </w:r>
      <w:r w:rsidRPr="002813C1">
        <w:t>était cramoisi de colère</w:t>
      </w:r>
      <w:r w:rsidR="00B77E03">
        <w:t>…</w:t>
      </w:r>
    </w:p>
    <w:p w14:paraId="56A8D5BE" w14:textId="77777777" w:rsidR="00B77E03" w:rsidRDefault="00B77E03" w:rsidP="00B77E03">
      <w:r>
        <w:lastRenderedPageBreak/>
        <w:t>— </w:t>
      </w:r>
      <w:r w:rsidR="0024252B" w:rsidRPr="002813C1">
        <w:t>Là</w:t>
      </w:r>
      <w:r>
        <w:t xml:space="preserve"> !… </w:t>
      </w:r>
      <w:r w:rsidR="0024252B" w:rsidRPr="002813C1">
        <w:t>fit-il</w:t>
      </w:r>
      <w:r>
        <w:t xml:space="preserve">, </w:t>
      </w:r>
      <w:r w:rsidR="0024252B" w:rsidRPr="002813C1">
        <w:t>s</w:t>
      </w:r>
      <w:r>
        <w:t>’</w:t>
      </w:r>
      <w:r w:rsidR="0024252B" w:rsidRPr="002813C1">
        <w:t>adressant plus à Chupin qu</w:t>
      </w:r>
      <w:r>
        <w:t>’</w:t>
      </w:r>
      <w:r w:rsidR="0024252B" w:rsidRPr="002813C1">
        <w:t>au concierge</w:t>
      </w:r>
      <w:r>
        <w:t xml:space="preserve">, </w:t>
      </w:r>
      <w:r w:rsidR="0024252B" w:rsidRPr="002813C1">
        <w:t>que vous disais-je</w:t>
      </w:r>
      <w:r>
        <w:t xml:space="preserve"> ?… </w:t>
      </w:r>
      <w:r w:rsidR="0024252B" w:rsidRPr="002813C1">
        <w:t>Une lettre à remettre à la baronne en mains propres ou à la femme de chambre</w:t>
      </w:r>
      <w:r>
        <w:t xml:space="preserve">… </w:t>
      </w:r>
      <w:r w:rsidR="0024252B" w:rsidRPr="002813C1">
        <w:t>et en cachette</w:t>
      </w:r>
      <w:r>
        <w:t xml:space="preserve">, </w:t>
      </w:r>
      <w:r w:rsidR="0024252B" w:rsidRPr="002813C1">
        <w:t>comme de juste</w:t>
      </w:r>
      <w:r>
        <w:t xml:space="preserve">, </w:t>
      </w:r>
      <w:r w:rsidR="0024252B" w:rsidRPr="002813C1">
        <w:t>sans que le baron</w:t>
      </w:r>
      <w:r>
        <w:t xml:space="preserve">, </w:t>
      </w:r>
      <w:r w:rsidR="0024252B" w:rsidRPr="002813C1">
        <w:t>qui est le jobard de la chose</w:t>
      </w:r>
      <w:r>
        <w:t xml:space="preserve">, </w:t>
      </w:r>
      <w:r w:rsidR="0024252B" w:rsidRPr="002813C1">
        <w:t>s</w:t>
      </w:r>
      <w:r>
        <w:t>’</w:t>
      </w:r>
      <w:r w:rsidR="0024252B" w:rsidRPr="002813C1">
        <w:t>en doute</w:t>
      </w:r>
      <w:r>
        <w:t xml:space="preserve">… </w:t>
      </w:r>
      <w:r w:rsidR="0024252B" w:rsidRPr="002813C1">
        <w:t>Il n</w:t>
      </w:r>
      <w:r>
        <w:t>’</w:t>
      </w:r>
      <w:r w:rsidR="0024252B" w:rsidRPr="002813C1">
        <w:t>y a que moi pour faire cette commission-là</w:t>
      </w:r>
      <w:r>
        <w:t>…</w:t>
      </w:r>
    </w:p>
    <w:p w14:paraId="34D9C638" w14:textId="77777777" w:rsidR="00B77E03" w:rsidRDefault="00B77E03" w:rsidP="00B77E03">
      <w:r>
        <w:t>— </w:t>
      </w:r>
      <w:r w:rsidR="0024252B" w:rsidRPr="002813C1">
        <w:t>Celle-là</w:t>
      </w:r>
      <w:r>
        <w:t xml:space="preserve">, </w:t>
      </w:r>
      <w:r w:rsidR="0024252B" w:rsidRPr="002813C1">
        <w:t>bon</w:t>
      </w:r>
      <w:r>
        <w:t xml:space="preserve"> !… </w:t>
      </w:r>
      <w:r w:rsidR="0024252B" w:rsidRPr="002813C1">
        <w:t>objecta Chupin</w:t>
      </w:r>
      <w:r>
        <w:t xml:space="preserve">, </w:t>
      </w:r>
      <w:r w:rsidR="0024252B" w:rsidRPr="002813C1">
        <w:t>mais l</w:t>
      </w:r>
      <w:r>
        <w:t>’</w:t>
      </w:r>
      <w:r w:rsidR="0024252B" w:rsidRPr="002813C1">
        <w:t>autre</w:t>
      </w:r>
      <w:r>
        <w:t> ?…</w:t>
      </w:r>
    </w:p>
    <w:p w14:paraId="173B6EFE" w14:textId="77777777" w:rsidR="00B77E03" w:rsidRDefault="0024252B" w:rsidP="00B77E03">
      <w:r w:rsidRPr="002813C1">
        <w:t>Le domestique n</w:t>
      </w:r>
      <w:r w:rsidR="00B77E03">
        <w:t>’</w:t>
      </w:r>
      <w:r w:rsidRPr="002813C1">
        <w:t>avait pas encore examiné la seconde lettre</w:t>
      </w:r>
      <w:r w:rsidR="00B77E03">
        <w:t>.</w:t>
      </w:r>
    </w:p>
    <w:p w14:paraId="3817EDA5" w14:textId="77777777" w:rsidR="00B77E03" w:rsidRDefault="0024252B" w:rsidP="00B77E03">
      <w:r w:rsidRPr="002813C1">
        <w:t>Il la prit sur la table</w:t>
      </w:r>
      <w:r w:rsidR="00B77E03">
        <w:t xml:space="preserve">, </w:t>
      </w:r>
      <w:r w:rsidRPr="002813C1">
        <w:t>et tout en examinant l</w:t>
      </w:r>
      <w:r w:rsidR="00B77E03">
        <w:t>’</w:t>
      </w:r>
      <w:r w:rsidRPr="002813C1">
        <w:t>adresse</w:t>
      </w:r>
      <w:r w:rsidR="00B77E03">
        <w:t> :</w:t>
      </w:r>
    </w:p>
    <w:p w14:paraId="10126C9D" w14:textId="104FCD52" w:rsidR="00B77E03" w:rsidRDefault="00B77E03" w:rsidP="00B77E03">
      <w:r>
        <w:t>— </w:t>
      </w:r>
      <w:r w:rsidR="0024252B" w:rsidRPr="002813C1">
        <w:t>Celle-ci</w:t>
      </w:r>
      <w:r>
        <w:t xml:space="preserve">, </w:t>
      </w:r>
      <w:r w:rsidR="0024252B" w:rsidRPr="002813C1">
        <w:t>mon garçon</w:t>
      </w:r>
      <w:r>
        <w:t xml:space="preserve">, </w:t>
      </w:r>
      <w:r w:rsidR="0024252B" w:rsidRPr="002813C1">
        <w:t>répondit-il</w:t>
      </w:r>
      <w:r>
        <w:t xml:space="preserve">, </w:t>
      </w:r>
      <w:r w:rsidR="0024252B" w:rsidRPr="002813C1">
        <w:t>on peut vous la confier</w:t>
      </w:r>
      <w:r>
        <w:t xml:space="preserve">… </w:t>
      </w:r>
      <w:r w:rsidR="0024252B" w:rsidRPr="002813C1">
        <w:t>et c</w:t>
      </w:r>
      <w:r>
        <w:t>’</w:t>
      </w:r>
      <w:r w:rsidR="0024252B" w:rsidRPr="002813C1">
        <w:t>est fort heureux</w:t>
      </w:r>
      <w:r>
        <w:t xml:space="preserve">, </w:t>
      </w:r>
      <w:r w:rsidR="0024252B" w:rsidRPr="002813C1">
        <w:t>vraiment</w:t>
      </w:r>
      <w:r>
        <w:t xml:space="preserve">, </w:t>
      </w:r>
      <w:r w:rsidR="0024252B" w:rsidRPr="002813C1">
        <w:t>car elle n</w:t>
      </w:r>
      <w:r>
        <w:t>’</w:t>
      </w:r>
      <w:r w:rsidR="0024252B" w:rsidRPr="002813C1">
        <w:t>est pas pour la maison d</w:t>
      </w:r>
      <w:r>
        <w:t>’</w:t>
      </w:r>
      <w:r w:rsidR="0024252B" w:rsidRPr="002813C1">
        <w:t>à côté</w:t>
      </w:r>
      <w:r>
        <w:t xml:space="preserve">… </w:t>
      </w:r>
      <w:r w:rsidR="0024252B" w:rsidRPr="002813C1">
        <w:t>Les maîtres</w:t>
      </w:r>
      <w:r>
        <w:t xml:space="preserve">, </w:t>
      </w:r>
      <w:r w:rsidR="0024252B" w:rsidRPr="002813C1">
        <w:t>ma parole</w:t>
      </w:r>
      <w:r>
        <w:t xml:space="preserve">, </w:t>
      </w:r>
      <w:r w:rsidR="0024252B" w:rsidRPr="002813C1">
        <w:t>sont prodigieux</w:t>
      </w:r>
      <w:r>
        <w:t xml:space="preserve"> !… </w:t>
      </w:r>
      <w:r w:rsidR="0024252B" w:rsidRPr="002813C1">
        <w:t>Vous arrangez vos petites affaires pour vous donner un peu de bon temps</w:t>
      </w:r>
      <w:r>
        <w:t xml:space="preserve">, </w:t>
      </w:r>
      <w:r w:rsidR="0024252B" w:rsidRPr="002813C1">
        <w:t>et au moment où vous vous croyez libre</w:t>
      </w:r>
      <w:r>
        <w:t xml:space="preserve">, </w:t>
      </w:r>
      <w:r w:rsidR="0024252B" w:rsidRPr="002813C1">
        <w:t>paf</w:t>
      </w:r>
      <w:r>
        <w:t xml:space="preserve"> !… </w:t>
      </w:r>
      <w:r w:rsidR="0024252B" w:rsidRPr="002813C1">
        <w:t>ils vous envoient aux cinq cents diables</w:t>
      </w:r>
      <w:r>
        <w:t xml:space="preserve">, </w:t>
      </w:r>
      <w:r w:rsidR="0024252B" w:rsidRPr="002813C1">
        <w:t>sans vous demander seulement si cela vous convient</w:t>
      </w:r>
      <w:r>
        <w:t xml:space="preserve">… </w:t>
      </w:r>
      <w:r w:rsidR="0024252B" w:rsidRPr="002813C1">
        <w:t>Sans votre bonne volonté</w:t>
      </w:r>
      <w:r>
        <w:t xml:space="preserve">, </w:t>
      </w:r>
      <w:r w:rsidR="0024252B" w:rsidRPr="002813C1">
        <w:t>je ratais un dîner avec des femmes charmantes</w:t>
      </w:r>
      <w:r>
        <w:t xml:space="preserve">… </w:t>
      </w:r>
      <w:r w:rsidR="0024252B" w:rsidRPr="002813C1">
        <w:t>Mais surtout</w:t>
      </w:r>
      <w:r>
        <w:t xml:space="preserve">, </w:t>
      </w:r>
      <w:r w:rsidR="0024252B" w:rsidRPr="002813C1">
        <w:t>ne flânez pas en route</w:t>
      </w:r>
      <w:r>
        <w:t xml:space="preserve">… </w:t>
      </w:r>
      <w:r w:rsidR="0024252B" w:rsidRPr="002813C1">
        <w:t xml:space="preserve">je me </w:t>
      </w:r>
      <w:r>
        <w:t>« </w:t>
      </w:r>
      <w:r w:rsidR="0024252B" w:rsidRPr="002813C1">
        <w:t>fends</w:t>
      </w:r>
      <w:r>
        <w:t> »</w:t>
      </w:r>
      <w:r w:rsidR="0024252B" w:rsidRPr="002813C1">
        <w:t xml:space="preserve"> de l</w:t>
      </w:r>
      <w:r>
        <w:t>’</w:t>
      </w:r>
      <w:r w:rsidR="0024252B" w:rsidRPr="002813C1">
        <w:t>impériale de l</w:t>
      </w:r>
      <w:r>
        <w:t>’</w:t>
      </w:r>
      <w:r w:rsidR="0024252B" w:rsidRPr="002813C1">
        <w:t>omnibus</w:t>
      </w:r>
      <w:r>
        <w:t xml:space="preserve">… </w:t>
      </w:r>
      <w:r w:rsidR="0024252B" w:rsidRPr="002813C1">
        <w:t>Et vous avez entendu</w:t>
      </w:r>
      <w:r>
        <w:t xml:space="preserve">, </w:t>
      </w:r>
      <w:r w:rsidR="0024252B" w:rsidRPr="002813C1">
        <w:t>il y a une réponse</w:t>
      </w:r>
      <w:r>
        <w:t xml:space="preserve">… </w:t>
      </w:r>
      <w:r w:rsidR="0024252B" w:rsidRPr="002813C1">
        <w:t xml:space="preserve">Vous la remettrez à </w:t>
      </w:r>
      <w:r>
        <w:t>M. </w:t>
      </w:r>
      <w:r w:rsidR="0024252B" w:rsidRPr="002813C1">
        <w:t>Moulinet</w:t>
      </w:r>
      <w:r>
        <w:t xml:space="preserve">, </w:t>
      </w:r>
      <w:r w:rsidR="0024252B" w:rsidRPr="002813C1">
        <w:t>qui</w:t>
      </w:r>
      <w:r>
        <w:t xml:space="preserve">, </w:t>
      </w:r>
      <w:r w:rsidR="0024252B" w:rsidRPr="002813C1">
        <w:t>en échange</w:t>
      </w:r>
      <w:r>
        <w:t xml:space="preserve">, </w:t>
      </w:r>
      <w:r w:rsidR="0024252B" w:rsidRPr="002813C1">
        <w:t>vous donnera quinze sous pour la course et six sous pour l</w:t>
      </w:r>
      <w:r>
        <w:t>’</w:t>
      </w:r>
      <w:r w:rsidR="0024252B" w:rsidRPr="002813C1">
        <w:t>omnibus</w:t>
      </w:r>
      <w:r>
        <w:t xml:space="preserve">, </w:t>
      </w:r>
      <w:r w:rsidR="0024252B" w:rsidRPr="002813C1">
        <w:t>total</w:t>
      </w:r>
      <w:r>
        <w:t xml:space="preserve"> : </w:t>
      </w:r>
      <w:r w:rsidR="0024252B" w:rsidRPr="002813C1">
        <w:t>un franc zéro cinq</w:t>
      </w:r>
      <w:r>
        <w:t xml:space="preserve">… </w:t>
      </w:r>
      <w:r w:rsidR="0024252B" w:rsidRPr="002813C1">
        <w:t>autrement dit en chiffres ronds</w:t>
      </w:r>
      <w:r>
        <w:t xml:space="preserve">, </w:t>
      </w:r>
      <w:r w:rsidR="0024252B" w:rsidRPr="002813C1">
        <w:t>une belle pièce de vingt sous</w:t>
      </w:r>
      <w:r>
        <w:t xml:space="preserve">… </w:t>
      </w:r>
      <w:r w:rsidR="0024252B" w:rsidRPr="002813C1">
        <w:t>Après cela</w:t>
      </w:r>
      <w:r>
        <w:t xml:space="preserve">, </w:t>
      </w:r>
      <w:r w:rsidR="0024252B" w:rsidRPr="002813C1">
        <w:t>vous savez</w:t>
      </w:r>
      <w:r>
        <w:t xml:space="preserve">, </w:t>
      </w:r>
      <w:r w:rsidR="0024252B" w:rsidRPr="002813C1">
        <w:t>si vous pouvez extirper un pourboire aux gens chez qui vous allez</w:t>
      </w:r>
      <w:r>
        <w:t xml:space="preserve">… </w:t>
      </w:r>
      <w:r w:rsidR="0024252B" w:rsidRPr="002813C1">
        <w:t>je vous le donne</w:t>
      </w:r>
      <w:r>
        <w:t>.</w:t>
      </w:r>
    </w:p>
    <w:p w14:paraId="22DC1F7D" w14:textId="77777777" w:rsidR="00B77E03" w:rsidRDefault="00B77E03" w:rsidP="00B77E03">
      <w:r>
        <w:t>— </w:t>
      </w:r>
      <w:r w:rsidR="0024252B" w:rsidRPr="002813C1">
        <w:t>Compris</w:t>
      </w:r>
      <w:r>
        <w:t xml:space="preserve">, </w:t>
      </w:r>
      <w:r w:rsidR="0024252B" w:rsidRPr="002813C1">
        <w:t>m</w:t>
      </w:r>
      <w:r>
        <w:t>’</w:t>
      </w:r>
      <w:proofErr w:type="spellStart"/>
      <w:r w:rsidR="0024252B" w:rsidRPr="002813C1">
        <w:t>sieu</w:t>
      </w:r>
      <w:proofErr w:type="spellEnd"/>
      <w:r>
        <w:t xml:space="preserve"> !… </w:t>
      </w:r>
      <w:r w:rsidR="0024252B" w:rsidRPr="002813C1">
        <w:t>Le temps de rendre une réponse à la femme superbe qui m</w:t>
      </w:r>
      <w:r>
        <w:t>’</w:t>
      </w:r>
      <w:r w:rsidR="0024252B" w:rsidRPr="002813C1">
        <w:t>attend au passage de la Madeleine</w:t>
      </w:r>
      <w:r>
        <w:t xml:space="preserve">, </w:t>
      </w:r>
      <w:r w:rsidR="0024252B" w:rsidRPr="002813C1">
        <w:t>et je file</w:t>
      </w:r>
      <w:r>
        <w:t xml:space="preserve">… </w:t>
      </w:r>
      <w:r w:rsidR="0024252B" w:rsidRPr="002813C1">
        <w:t>Passez-moi le poulet</w:t>
      </w:r>
      <w:r>
        <w:t>.</w:t>
      </w:r>
    </w:p>
    <w:p w14:paraId="27456DDB" w14:textId="77777777" w:rsidR="00B77E03" w:rsidRDefault="00B77E03" w:rsidP="00B77E03">
      <w:r>
        <w:lastRenderedPageBreak/>
        <w:t>— </w:t>
      </w:r>
      <w:r w:rsidR="0024252B" w:rsidRPr="002813C1">
        <w:t>Voilà</w:t>
      </w:r>
      <w:r>
        <w:t xml:space="preserve"> !… </w:t>
      </w:r>
      <w:r w:rsidR="0024252B" w:rsidRPr="002813C1">
        <w:t>dit le domestique au gilet rouge en tendant la lettre</w:t>
      </w:r>
      <w:r>
        <w:t>.</w:t>
      </w:r>
    </w:p>
    <w:p w14:paraId="2A89E051" w14:textId="77777777" w:rsidR="00B77E03" w:rsidRDefault="0024252B" w:rsidP="00B77E03">
      <w:r w:rsidRPr="002813C1">
        <w:t>Mais au premier regard qu</w:t>
      </w:r>
      <w:r w:rsidR="00B77E03">
        <w:t>’</w:t>
      </w:r>
      <w:r w:rsidRPr="002813C1">
        <w:t>il jeta sur l</w:t>
      </w:r>
      <w:r w:rsidR="00B77E03">
        <w:t>’</w:t>
      </w:r>
      <w:r w:rsidRPr="002813C1">
        <w:t>adresse</w:t>
      </w:r>
      <w:r w:rsidR="00B77E03">
        <w:t xml:space="preserve">, </w:t>
      </w:r>
      <w:r w:rsidRPr="002813C1">
        <w:t>Chupin devint tout pâle et ses yeux s</w:t>
      </w:r>
      <w:r w:rsidR="00B77E03">
        <w:t>’</w:t>
      </w:r>
      <w:r w:rsidRPr="002813C1">
        <w:t>écarquillèrent prodigieusement</w:t>
      </w:r>
      <w:r w:rsidR="00B77E03">
        <w:t>.</w:t>
      </w:r>
    </w:p>
    <w:p w14:paraId="7709A603" w14:textId="77777777" w:rsidR="00B77E03" w:rsidRDefault="0024252B" w:rsidP="00B77E03">
      <w:r w:rsidRPr="002813C1">
        <w:t>Voici ce qu</w:t>
      </w:r>
      <w:r w:rsidR="00B77E03">
        <w:t>’</w:t>
      </w:r>
      <w:r w:rsidRPr="002813C1">
        <w:t>il avait lu</w:t>
      </w:r>
      <w:r w:rsidR="00B77E03">
        <w:t> :</w:t>
      </w:r>
    </w:p>
    <w:p w14:paraId="5EDAA43B" w14:textId="77777777" w:rsidR="00B77E03" w:rsidRDefault="0024252B" w:rsidP="00B77E03">
      <w:pPr>
        <w:ind w:firstLine="0"/>
        <w:jc w:val="center"/>
        <w:rPr>
          <w:i/>
        </w:rPr>
      </w:pPr>
      <w:r w:rsidRPr="00B77E03">
        <w:rPr>
          <w:i/>
        </w:rPr>
        <w:t>Madame Paul</w:t>
      </w:r>
      <w:r w:rsidR="00B77E03">
        <w:rPr>
          <w:i/>
        </w:rPr>
        <w:t xml:space="preserve"> – </w:t>
      </w:r>
      <w:r w:rsidRPr="00B77E03">
        <w:rPr>
          <w:i/>
        </w:rPr>
        <w:t>débitante de tabac</w:t>
      </w:r>
      <w:r w:rsidR="00B77E03">
        <w:rPr>
          <w:i/>
        </w:rPr>
        <w:t xml:space="preserve"> – </w:t>
      </w:r>
      <w:r w:rsidRPr="00B77E03">
        <w:rPr>
          <w:i/>
        </w:rPr>
        <w:t>quai de la Seine</w:t>
      </w:r>
      <w:r w:rsidR="00B77E03">
        <w:rPr>
          <w:i/>
        </w:rPr>
        <w:t xml:space="preserve">, </w:t>
      </w:r>
      <w:r w:rsidRPr="00B77E03">
        <w:rPr>
          <w:i/>
        </w:rPr>
        <w:t>à la Villette</w:t>
      </w:r>
      <w:r w:rsidR="00B77E03">
        <w:rPr>
          <w:i/>
        </w:rPr>
        <w:t>.</w:t>
      </w:r>
    </w:p>
    <w:p w14:paraId="6F27D01E" w14:textId="77777777" w:rsidR="00B77E03" w:rsidRDefault="0024252B" w:rsidP="00B77E03">
      <w:r w:rsidRPr="002813C1">
        <w:t>Quelque grand que fût son empire sur lui</w:t>
      </w:r>
      <w:r w:rsidR="00B77E03">
        <w:t xml:space="preserve">, </w:t>
      </w:r>
      <w:r w:rsidRPr="002813C1">
        <w:t>son émotion avait été trop visible pour n</w:t>
      </w:r>
      <w:r w:rsidR="00B77E03">
        <w:t>’</w:t>
      </w:r>
      <w:r w:rsidRPr="002813C1">
        <w:t>être pas remarquée des autres</w:t>
      </w:r>
      <w:r w:rsidR="00B77E03">
        <w:t>.</w:t>
      </w:r>
    </w:p>
    <w:p w14:paraId="64DE8131" w14:textId="77777777" w:rsidR="00B77E03" w:rsidRDefault="00B77E03" w:rsidP="00B77E03">
      <w:r>
        <w:t>— </w:t>
      </w:r>
      <w:r w:rsidR="0024252B" w:rsidRPr="002813C1">
        <w:t>Qu</w:t>
      </w:r>
      <w:r>
        <w:t>’</w:t>
      </w:r>
      <w:r w:rsidR="0024252B" w:rsidRPr="002813C1">
        <w:t>avez-vous</w:t>
      </w:r>
      <w:r>
        <w:t xml:space="preserve"> ?… </w:t>
      </w:r>
      <w:r w:rsidR="0024252B" w:rsidRPr="002813C1">
        <w:t>lui demandèrent-ils ensemble</w:t>
      </w:r>
      <w:r>
        <w:t xml:space="preserve">, </w:t>
      </w:r>
      <w:r w:rsidR="0024252B" w:rsidRPr="002813C1">
        <w:t>qu</w:t>
      </w:r>
      <w:r>
        <w:t>’</w:t>
      </w:r>
      <w:r w:rsidR="0024252B" w:rsidRPr="002813C1">
        <w:t>est-ce qui vous prend</w:t>
      </w:r>
      <w:r>
        <w:t> ?</w:t>
      </w:r>
    </w:p>
    <w:p w14:paraId="2B01751A" w14:textId="77777777" w:rsidR="00B77E03" w:rsidRDefault="0024252B" w:rsidP="00B77E03">
      <w:r w:rsidRPr="002813C1">
        <w:t>Un puissant effort de volonté lui avait déjà rendu son sang-froid</w:t>
      </w:r>
      <w:r w:rsidR="00B77E03">
        <w:t xml:space="preserve">, </w:t>
      </w:r>
      <w:r w:rsidRPr="002813C1">
        <w:t>et prompt à couvrir sa faute d</w:t>
      </w:r>
      <w:r w:rsidR="00B77E03">
        <w:t>’</w:t>
      </w:r>
      <w:r w:rsidRPr="002813C1">
        <w:t>un prétexte</w:t>
      </w:r>
      <w:r w:rsidR="00B77E03">
        <w:t> :</w:t>
      </w:r>
    </w:p>
    <w:p w14:paraId="0B05109F" w14:textId="77777777" w:rsidR="00B77E03" w:rsidRDefault="00B77E03" w:rsidP="00B77E03">
      <w:r>
        <w:t>— </w:t>
      </w:r>
      <w:r w:rsidR="0024252B" w:rsidRPr="002813C1">
        <w:t>J</w:t>
      </w:r>
      <w:r>
        <w:t>’</w:t>
      </w:r>
      <w:r w:rsidR="0024252B" w:rsidRPr="002813C1">
        <w:t>ai</w:t>
      </w:r>
      <w:r>
        <w:t xml:space="preserve">, </w:t>
      </w:r>
      <w:r w:rsidR="0024252B" w:rsidRPr="002813C1">
        <w:t>répondit-il d</w:t>
      </w:r>
      <w:r>
        <w:t>’</w:t>
      </w:r>
      <w:r w:rsidR="0024252B" w:rsidRPr="002813C1">
        <w:t>un ton maussade</w:t>
      </w:r>
      <w:r>
        <w:t xml:space="preserve">, </w:t>
      </w:r>
      <w:r w:rsidR="0024252B" w:rsidRPr="002813C1">
        <w:t>que je me dédis</w:t>
      </w:r>
      <w:r>
        <w:t xml:space="preserve">… </w:t>
      </w:r>
      <w:r w:rsidR="0024252B" w:rsidRPr="002813C1">
        <w:t>Me donner quinze sous pour mesurer le trottoir d</w:t>
      </w:r>
      <w:r>
        <w:t>’</w:t>
      </w:r>
      <w:r w:rsidR="0024252B" w:rsidRPr="002813C1">
        <w:t>ici à La Villette</w:t>
      </w:r>
      <w:r>
        <w:t xml:space="preserve">… </w:t>
      </w:r>
      <w:r w:rsidR="0024252B" w:rsidRPr="002813C1">
        <w:t>vous ne le voudriez pas</w:t>
      </w:r>
      <w:r>
        <w:t xml:space="preserve">. </w:t>
      </w:r>
      <w:r w:rsidR="0024252B" w:rsidRPr="002813C1">
        <w:t>Ce n</w:t>
      </w:r>
      <w:r>
        <w:t>’</w:t>
      </w:r>
      <w:r w:rsidR="0024252B" w:rsidRPr="002813C1">
        <w:t>est pas une course</w:t>
      </w:r>
      <w:r>
        <w:t xml:space="preserve">, </w:t>
      </w:r>
      <w:r w:rsidR="0024252B" w:rsidRPr="002813C1">
        <w:t>ça</w:t>
      </w:r>
      <w:r>
        <w:t xml:space="preserve">, </w:t>
      </w:r>
      <w:r w:rsidR="0024252B" w:rsidRPr="002813C1">
        <w:t>m</w:t>
      </w:r>
      <w:r>
        <w:t>’</w:t>
      </w:r>
      <w:proofErr w:type="spellStart"/>
      <w:r w:rsidR="0024252B" w:rsidRPr="002813C1">
        <w:t>sieu</w:t>
      </w:r>
      <w:proofErr w:type="spellEnd"/>
      <w:r>
        <w:t xml:space="preserve"> ; </w:t>
      </w:r>
      <w:r w:rsidR="0024252B" w:rsidRPr="002813C1">
        <w:t>c</w:t>
      </w:r>
      <w:r>
        <w:t>’</w:t>
      </w:r>
      <w:r w:rsidR="0024252B" w:rsidRPr="002813C1">
        <w:t>est un voyage</w:t>
      </w:r>
      <w:r>
        <w:t>…</w:t>
      </w:r>
    </w:p>
    <w:p w14:paraId="3A5EEC1B" w14:textId="77777777" w:rsidR="00B77E03" w:rsidRDefault="0024252B" w:rsidP="00B77E03">
      <w:r w:rsidRPr="002813C1">
        <w:t>Son explication passa sans difficulté</w:t>
      </w:r>
      <w:r w:rsidR="00B77E03">
        <w:t xml:space="preserve"> ; </w:t>
      </w:r>
      <w:r w:rsidRPr="002813C1">
        <w:t>on crut simplement qu</w:t>
      </w:r>
      <w:r w:rsidR="00B77E03">
        <w:t>’</w:t>
      </w:r>
      <w:r w:rsidRPr="002813C1">
        <w:t>il abusait du besoin qu</w:t>
      </w:r>
      <w:r w:rsidR="00B77E03">
        <w:t>’</w:t>
      </w:r>
      <w:r w:rsidRPr="002813C1">
        <w:t>on avait de lui</w:t>
      </w:r>
      <w:r w:rsidR="00B77E03">
        <w:t xml:space="preserve">… </w:t>
      </w:r>
      <w:r w:rsidRPr="002813C1">
        <w:t>c</w:t>
      </w:r>
      <w:r w:rsidR="00B77E03">
        <w:t>’</w:t>
      </w:r>
      <w:r w:rsidRPr="002813C1">
        <w:t>était si naturel</w:t>
      </w:r>
      <w:r w:rsidR="00B77E03">
        <w:t> !</w:t>
      </w:r>
    </w:p>
    <w:p w14:paraId="6C0D9160" w14:textId="77777777" w:rsidR="00B77E03" w:rsidRDefault="00B77E03" w:rsidP="00B77E03">
      <w:r>
        <w:t>— </w:t>
      </w:r>
      <w:r w:rsidR="0024252B" w:rsidRPr="002813C1">
        <w:t>Une carotte</w:t>
      </w:r>
      <w:r>
        <w:t xml:space="preserve">, </w:t>
      </w:r>
      <w:r w:rsidR="0024252B" w:rsidRPr="002813C1">
        <w:t>quoi</w:t>
      </w:r>
      <w:r>
        <w:t xml:space="preserve"> ! </w:t>
      </w:r>
      <w:r w:rsidR="0024252B" w:rsidRPr="002813C1">
        <w:t>fit le domestique à gilet rouge</w:t>
      </w:r>
      <w:r>
        <w:t xml:space="preserve"> ; </w:t>
      </w:r>
      <w:r w:rsidR="0024252B" w:rsidRPr="002813C1">
        <w:t>eh bien</w:t>
      </w:r>
      <w:r>
        <w:t xml:space="preserve">, </w:t>
      </w:r>
      <w:r w:rsidR="0024252B" w:rsidRPr="002813C1">
        <w:t>soit</w:t>
      </w:r>
      <w:r>
        <w:t xml:space="preserve"> ! </w:t>
      </w:r>
      <w:r w:rsidR="0024252B" w:rsidRPr="002813C1">
        <w:t>vous aurez trente sous</w:t>
      </w:r>
      <w:r>
        <w:t xml:space="preserve">… </w:t>
      </w:r>
      <w:r w:rsidR="0024252B" w:rsidRPr="002813C1">
        <w:t>mais en route</w:t>
      </w:r>
      <w:r>
        <w:t> !</w:t>
      </w:r>
    </w:p>
    <w:p w14:paraId="0BE4BDFC" w14:textId="77777777" w:rsidR="00B77E03" w:rsidRDefault="00B77E03" w:rsidP="00B77E03">
      <w:r>
        <w:t>— </w:t>
      </w:r>
      <w:r w:rsidR="0024252B" w:rsidRPr="002813C1">
        <w:t>On part</w:t>
      </w:r>
      <w:r>
        <w:t xml:space="preserve"> ! </w:t>
      </w:r>
      <w:r w:rsidR="0024252B" w:rsidRPr="002813C1">
        <w:t>s</w:t>
      </w:r>
      <w:r>
        <w:t>’</w:t>
      </w:r>
      <w:r w:rsidR="0024252B" w:rsidRPr="002813C1">
        <w:t>écria Chupin</w:t>
      </w:r>
      <w:r>
        <w:t xml:space="preserve"> ; </w:t>
      </w:r>
      <w:r w:rsidR="0024252B" w:rsidRPr="002813C1">
        <w:t>à tantôt</w:t>
      </w:r>
      <w:r>
        <w:t>…</w:t>
      </w:r>
    </w:p>
    <w:p w14:paraId="34846876" w14:textId="77777777" w:rsidR="00B77E03" w:rsidRDefault="0024252B" w:rsidP="00B77E03">
      <w:r w:rsidRPr="002813C1">
        <w:t>Et imitant avec une perfection désolante pour les oreilles le sifflet d</w:t>
      </w:r>
      <w:r w:rsidR="00B77E03">
        <w:t>’</w:t>
      </w:r>
      <w:r w:rsidRPr="002813C1">
        <w:t>une locomotive</w:t>
      </w:r>
      <w:r w:rsidR="00B77E03">
        <w:t xml:space="preserve">, </w:t>
      </w:r>
      <w:r w:rsidRPr="002813C1">
        <w:t>il s</w:t>
      </w:r>
      <w:r w:rsidR="00B77E03">
        <w:t>’</w:t>
      </w:r>
      <w:r w:rsidRPr="002813C1">
        <w:t>élança dehors avec une rapidité du meilleur augure</w:t>
      </w:r>
      <w:r w:rsidR="00B77E03">
        <w:t>…</w:t>
      </w:r>
    </w:p>
    <w:p w14:paraId="135AD3D9" w14:textId="77777777" w:rsidR="00B77E03" w:rsidRDefault="0024252B" w:rsidP="00B77E03">
      <w:r w:rsidRPr="002813C1">
        <w:lastRenderedPageBreak/>
        <w:t>Seulement</w:t>
      </w:r>
      <w:r w:rsidR="00B77E03">
        <w:t xml:space="preserve">, </w:t>
      </w:r>
      <w:r w:rsidRPr="002813C1">
        <w:t>dès qu</w:t>
      </w:r>
      <w:r w:rsidR="00B77E03">
        <w:t>’</w:t>
      </w:r>
      <w:r w:rsidRPr="002813C1">
        <w:t>il fut à vingt pas de la maison</w:t>
      </w:r>
      <w:r w:rsidR="00B77E03">
        <w:t xml:space="preserve">, </w:t>
      </w:r>
      <w:r w:rsidRPr="002813C1">
        <w:t>il s</w:t>
      </w:r>
      <w:r w:rsidR="00B77E03">
        <w:t>’</w:t>
      </w:r>
      <w:r w:rsidRPr="002813C1">
        <w:t>arrêta court</w:t>
      </w:r>
      <w:r w:rsidR="00B77E03">
        <w:t>.</w:t>
      </w:r>
    </w:p>
    <w:p w14:paraId="62001C6D" w14:textId="77777777" w:rsidR="00B77E03" w:rsidRDefault="0024252B" w:rsidP="00B77E03">
      <w:r w:rsidRPr="002813C1">
        <w:t>D</w:t>
      </w:r>
      <w:r w:rsidR="00B77E03">
        <w:t>’</w:t>
      </w:r>
      <w:r w:rsidRPr="002813C1">
        <w:t>un œil expérimenté</w:t>
      </w:r>
      <w:r w:rsidR="00B77E03">
        <w:t xml:space="preserve">, </w:t>
      </w:r>
      <w:r w:rsidRPr="002813C1">
        <w:t>il examina le terrain autour de lui</w:t>
      </w:r>
      <w:r w:rsidR="00B77E03">
        <w:t xml:space="preserve">, </w:t>
      </w:r>
      <w:r w:rsidRPr="002813C1">
        <w:t>et avisant un coin obscur il courut s</w:t>
      </w:r>
      <w:r w:rsidR="00B77E03">
        <w:t>’</w:t>
      </w:r>
      <w:r w:rsidRPr="002813C1">
        <w:t>y blottir</w:t>
      </w:r>
      <w:r w:rsidR="00B77E03">
        <w:t>.</w:t>
      </w:r>
    </w:p>
    <w:p w14:paraId="346B09C0" w14:textId="77777777" w:rsidR="00B77E03" w:rsidRDefault="00B77E03" w:rsidP="00B77E03">
      <w:r>
        <w:t>— </w:t>
      </w:r>
      <w:r w:rsidR="0024252B" w:rsidRPr="002813C1">
        <w:t>Cet imbécile à gilet rouge va sortir</w:t>
      </w:r>
      <w:r>
        <w:t xml:space="preserve">, </w:t>
      </w:r>
      <w:r w:rsidR="0024252B" w:rsidRPr="002813C1">
        <w:t>pensait-il</w:t>
      </w:r>
      <w:r>
        <w:t xml:space="preserve">, </w:t>
      </w:r>
      <w:r w:rsidR="0024252B" w:rsidRPr="002813C1">
        <w:t>pour porter la lettre à cette fameuse baronne</w:t>
      </w:r>
      <w:r>
        <w:t xml:space="preserve">, </w:t>
      </w:r>
      <w:r w:rsidR="0024252B" w:rsidRPr="002813C1">
        <w:t>je le suis</w:t>
      </w:r>
      <w:r>
        <w:t xml:space="preserve">, </w:t>
      </w:r>
      <w:r w:rsidR="0024252B" w:rsidRPr="002813C1">
        <w:t>je regarde où il entre</w:t>
      </w:r>
      <w:r>
        <w:t xml:space="preserve">, </w:t>
      </w:r>
      <w:r w:rsidR="0024252B" w:rsidRPr="002813C1">
        <w:t>et</w:t>
      </w:r>
      <w:r>
        <w:t xml:space="preserve">… </w:t>
      </w:r>
      <w:proofErr w:type="spellStart"/>
      <w:r w:rsidR="0024252B" w:rsidRPr="002813C1">
        <w:t>v</w:t>
      </w:r>
      <w:r>
        <w:t>’</w:t>
      </w:r>
      <w:r w:rsidR="0024252B" w:rsidRPr="002813C1">
        <w:t>lan</w:t>
      </w:r>
      <w:proofErr w:type="spellEnd"/>
      <w:r w:rsidR="0024252B" w:rsidRPr="002813C1">
        <w:t xml:space="preserve"> dans le noir</w:t>
      </w:r>
      <w:r>
        <w:t xml:space="preserve"> !… </w:t>
      </w:r>
      <w:r w:rsidR="0024252B" w:rsidRPr="002813C1">
        <w:t>Je découvre le nom de la bonne</w:t>
      </w:r>
      <w:r>
        <w:t xml:space="preserve">… </w:t>
      </w:r>
      <w:r w:rsidR="0024252B" w:rsidRPr="002813C1">
        <w:t>dame charitable un petit sou</w:t>
      </w:r>
      <w:r>
        <w:t xml:space="preserve">, </w:t>
      </w:r>
      <w:r w:rsidR="0024252B" w:rsidRPr="002813C1">
        <w:t>s</w:t>
      </w:r>
      <w:r>
        <w:t>’</w:t>
      </w:r>
      <w:r w:rsidR="0024252B" w:rsidRPr="002813C1">
        <w:t>il vous plaît</w:t>
      </w:r>
      <w:r>
        <w:t xml:space="preserve">… </w:t>
      </w:r>
      <w:r w:rsidR="0024252B" w:rsidRPr="002813C1">
        <w:t>qui fleurit si bien ce brigand de vicomte</w:t>
      </w:r>
      <w:r>
        <w:t>.</w:t>
      </w:r>
    </w:p>
    <w:p w14:paraId="0794942F" w14:textId="77777777" w:rsidR="00B77E03" w:rsidRDefault="0024252B" w:rsidP="00B77E03">
      <w:r w:rsidRPr="002813C1">
        <w:t>L</w:t>
      </w:r>
      <w:r w:rsidR="00B77E03">
        <w:t>’</w:t>
      </w:r>
      <w:r w:rsidRPr="002813C1">
        <w:t>heure et le jour servaient ses intentions</w:t>
      </w:r>
      <w:r w:rsidR="00B77E03">
        <w:t xml:space="preserve">. </w:t>
      </w:r>
      <w:r w:rsidRPr="002813C1">
        <w:t>La nuit venait</w:t>
      </w:r>
      <w:r w:rsidR="00B77E03">
        <w:t xml:space="preserve">, </w:t>
      </w:r>
      <w:r w:rsidRPr="002813C1">
        <w:t>hâtée par un brouillard assez épais</w:t>
      </w:r>
      <w:r w:rsidR="00B77E03">
        <w:t xml:space="preserve">, </w:t>
      </w:r>
      <w:r w:rsidRPr="002813C1">
        <w:t>les réverbères n</w:t>
      </w:r>
      <w:r w:rsidR="00B77E03">
        <w:t>’</w:t>
      </w:r>
      <w:r w:rsidRPr="002813C1">
        <w:t>étaient pas encore allumés et comme on était dimanche</w:t>
      </w:r>
      <w:r w:rsidR="00B77E03">
        <w:t xml:space="preserve">, </w:t>
      </w:r>
      <w:r w:rsidRPr="002813C1">
        <w:t>presque toutes les boutiques étaient fermées</w:t>
      </w:r>
      <w:r w:rsidR="00B77E03">
        <w:t>.</w:t>
      </w:r>
    </w:p>
    <w:p w14:paraId="6FE712F8" w14:textId="77777777" w:rsidR="00B77E03" w:rsidRDefault="0024252B" w:rsidP="00B77E03">
      <w:r w:rsidRPr="002813C1">
        <w:t>Même</w:t>
      </w:r>
      <w:r w:rsidR="00B77E03">
        <w:t xml:space="preserve">, </w:t>
      </w:r>
      <w:r w:rsidRPr="002813C1">
        <w:t>il faisait si sombre</w:t>
      </w:r>
      <w:r w:rsidR="00B77E03">
        <w:t xml:space="preserve">, </w:t>
      </w:r>
      <w:r w:rsidRPr="002813C1">
        <w:t>qu</w:t>
      </w:r>
      <w:r w:rsidR="00B77E03">
        <w:t>’</w:t>
      </w:r>
      <w:r w:rsidRPr="002813C1">
        <w:t>il s</w:t>
      </w:r>
      <w:r w:rsidR="00B77E03">
        <w:t>’</w:t>
      </w:r>
      <w:r w:rsidRPr="002813C1">
        <w:t>en fallut de rien que Chupin ne reconnût pas Florent</w:t>
      </w:r>
      <w:r w:rsidR="00B77E03">
        <w:t xml:space="preserve">, </w:t>
      </w:r>
      <w:r w:rsidRPr="002813C1">
        <w:t>lorsqu</w:t>
      </w:r>
      <w:r w:rsidR="00B77E03">
        <w:t>’</w:t>
      </w:r>
      <w:r w:rsidRPr="002813C1">
        <w:t>il sortit</w:t>
      </w:r>
      <w:r w:rsidR="00B77E03">
        <w:t>.</w:t>
      </w:r>
    </w:p>
    <w:p w14:paraId="517B36F9" w14:textId="77777777" w:rsidR="00B77E03" w:rsidRDefault="0024252B" w:rsidP="00B77E03">
      <w:r w:rsidRPr="002813C1">
        <w:t>Il ne ressemblait en rien</w:t>
      </w:r>
      <w:r w:rsidR="00B77E03">
        <w:t xml:space="preserve">, </w:t>
      </w:r>
      <w:r w:rsidRPr="002813C1">
        <w:t>il est vrai</w:t>
      </w:r>
      <w:r w:rsidR="00B77E03">
        <w:t xml:space="preserve">, </w:t>
      </w:r>
      <w:r w:rsidRPr="002813C1">
        <w:t>au domestique à gilet rouge de tantôt</w:t>
      </w:r>
      <w:r w:rsidR="00B77E03">
        <w:t>.</w:t>
      </w:r>
    </w:p>
    <w:p w14:paraId="2AF1E8B8" w14:textId="7CAE3DAC" w:rsidR="00B77E03" w:rsidRDefault="0024252B" w:rsidP="00B77E03">
      <w:r w:rsidRPr="002813C1">
        <w:t>Ce garçon avait la clef de l</w:t>
      </w:r>
      <w:r w:rsidR="00B77E03">
        <w:t>’</w:t>
      </w:r>
      <w:r w:rsidRPr="002813C1">
        <w:t>armoire aux vêtements de son maître</w:t>
      </w:r>
      <w:r w:rsidR="00B77E03">
        <w:t xml:space="preserve">, </w:t>
      </w:r>
      <w:r w:rsidRPr="002813C1">
        <w:t>et il l</w:t>
      </w:r>
      <w:r w:rsidR="00B77E03">
        <w:t>’</w:t>
      </w:r>
      <w:r w:rsidRPr="002813C1">
        <w:t>utilisait à l</w:t>
      </w:r>
      <w:r w:rsidR="00B77E03">
        <w:t>’</w:t>
      </w:r>
      <w:r w:rsidRPr="002813C1">
        <w:t>occasion</w:t>
      </w:r>
      <w:r w:rsidR="00B77E03">
        <w:t xml:space="preserve">, </w:t>
      </w:r>
      <w:r w:rsidRPr="002813C1">
        <w:t>cela sautait aux yeux</w:t>
      </w:r>
      <w:r w:rsidR="00B77E03">
        <w:t xml:space="preserve">… </w:t>
      </w:r>
      <w:r w:rsidRPr="002813C1">
        <w:t>Il s</w:t>
      </w:r>
      <w:r w:rsidR="00B77E03">
        <w:t>’</w:t>
      </w:r>
      <w:r w:rsidRPr="002813C1">
        <w:t>était adjugé</w:t>
      </w:r>
      <w:r w:rsidR="00B77E03">
        <w:t xml:space="preserve">, </w:t>
      </w:r>
      <w:r w:rsidRPr="002813C1">
        <w:t>ce soir-là</w:t>
      </w:r>
      <w:r w:rsidR="00B77E03">
        <w:t xml:space="preserve">, </w:t>
      </w:r>
      <w:r w:rsidRPr="002813C1">
        <w:t>un de ces pantalons de couleur tendre</w:t>
      </w:r>
      <w:r w:rsidR="00B77E03">
        <w:t xml:space="preserve">, </w:t>
      </w:r>
      <w:r w:rsidRPr="002813C1">
        <w:t xml:space="preserve">dont </w:t>
      </w:r>
      <w:r w:rsidR="00B77E03">
        <w:t>M. de </w:t>
      </w:r>
      <w:proofErr w:type="spellStart"/>
      <w:r w:rsidRPr="002813C1">
        <w:t>Coralth</w:t>
      </w:r>
      <w:proofErr w:type="spellEnd"/>
      <w:r w:rsidRPr="002813C1">
        <w:t xml:space="preserve"> avait la spécialité</w:t>
      </w:r>
      <w:r w:rsidR="00B77E03">
        <w:t xml:space="preserve">, </w:t>
      </w:r>
      <w:r w:rsidRPr="002813C1">
        <w:t>une redingote à revers immenses</w:t>
      </w:r>
      <w:r w:rsidR="00B77E03">
        <w:t xml:space="preserve">, </w:t>
      </w:r>
      <w:r w:rsidRPr="002813C1">
        <w:t>un peu étroite pour lui</w:t>
      </w:r>
      <w:r w:rsidR="00B77E03">
        <w:t xml:space="preserve">, </w:t>
      </w:r>
      <w:r w:rsidRPr="002813C1">
        <w:t>et un délicieux chapeau plat</w:t>
      </w:r>
      <w:r w:rsidR="00B77E03">
        <w:t>…</w:t>
      </w:r>
    </w:p>
    <w:p w14:paraId="60913532" w14:textId="77777777" w:rsidR="00B77E03" w:rsidRDefault="00B77E03" w:rsidP="00B77E03">
      <w:r>
        <w:t>— </w:t>
      </w:r>
      <w:r w:rsidR="0024252B" w:rsidRPr="002813C1">
        <w:t>Et voilà</w:t>
      </w:r>
      <w:r>
        <w:t xml:space="preserve"> ! </w:t>
      </w:r>
      <w:r w:rsidR="0024252B" w:rsidRPr="002813C1">
        <w:t>grommelait Chupin</w:t>
      </w:r>
      <w:r>
        <w:t xml:space="preserve">, </w:t>
      </w:r>
      <w:r w:rsidR="0024252B" w:rsidRPr="002813C1">
        <w:t>qui s</w:t>
      </w:r>
      <w:r>
        <w:t>’</w:t>
      </w:r>
      <w:r w:rsidR="0024252B" w:rsidRPr="002813C1">
        <w:t>était élancé sur ses traces</w:t>
      </w:r>
      <w:r>
        <w:t xml:space="preserve">… </w:t>
      </w:r>
      <w:r w:rsidR="0024252B" w:rsidRPr="002813C1">
        <w:t>Où il y a de la gêne</w:t>
      </w:r>
      <w:r>
        <w:t xml:space="preserve">, </w:t>
      </w:r>
      <w:r w:rsidR="0024252B" w:rsidRPr="002813C1">
        <w:t>il n</w:t>
      </w:r>
      <w:r>
        <w:t>’</w:t>
      </w:r>
      <w:r w:rsidR="0024252B" w:rsidRPr="002813C1">
        <w:t>y a pas de plaisir</w:t>
      </w:r>
      <w:r>
        <w:t xml:space="preserve">… </w:t>
      </w:r>
      <w:r w:rsidR="0024252B" w:rsidRPr="002813C1">
        <w:t>Ce n</w:t>
      </w:r>
      <w:r>
        <w:t>’</w:t>
      </w:r>
      <w:r w:rsidR="0024252B" w:rsidRPr="002813C1">
        <w:t>est pas à moi que mes domestiques la feront</w:t>
      </w:r>
      <w:r>
        <w:t xml:space="preserve">, </w:t>
      </w:r>
      <w:r w:rsidR="0024252B" w:rsidRPr="002813C1">
        <w:t>celle-là</w:t>
      </w:r>
      <w:r>
        <w:t xml:space="preserve">, </w:t>
      </w:r>
      <w:r w:rsidR="0024252B" w:rsidRPr="002813C1">
        <w:t>quand j</w:t>
      </w:r>
      <w:r>
        <w:t>’</w:t>
      </w:r>
      <w:r w:rsidR="0024252B" w:rsidRPr="002813C1">
        <w:t>en aurai</w:t>
      </w:r>
      <w:r>
        <w:t>…</w:t>
      </w:r>
    </w:p>
    <w:p w14:paraId="073D11B2" w14:textId="77777777" w:rsidR="00B77E03" w:rsidRDefault="0024252B" w:rsidP="00B77E03">
      <w:r w:rsidRPr="002813C1">
        <w:t>Mais il s</w:t>
      </w:r>
      <w:r w:rsidR="00B77E03">
        <w:t>’</w:t>
      </w:r>
      <w:r w:rsidRPr="002813C1">
        <w:t>interrompit</w:t>
      </w:r>
      <w:r w:rsidR="00B77E03">
        <w:t xml:space="preserve">, </w:t>
      </w:r>
      <w:r w:rsidRPr="002813C1">
        <w:t>s</w:t>
      </w:r>
      <w:r w:rsidR="00B77E03">
        <w:t>’</w:t>
      </w:r>
      <w:r w:rsidRPr="002813C1">
        <w:t>effaçant prudemment contre une porte cochère</w:t>
      </w:r>
      <w:r w:rsidR="00B77E03">
        <w:t>.</w:t>
      </w:r>
    </w:p>
    <w:p w14:paraId="434AB952" w14:textId="77777777" w:rsidR="00B77E03" w:rsidRDefault="0024252B" w:rsidP="00B77E03">
      <w:r w:rsidRPr="002813C1">
        <w:lastRenderedPageBreak/>
        <w:t>Le brillant Florent sonnait à la porte d</w:t>
      </w:r>
      <w:r w:rsidR="00B77E03">
        <w:t>’</w:t>
      </w:r>
      <w:r w:rsidRPr="002813C1">
        <w:t xml:space="preserve">une des plus somptueuses habitations de la rue de la </w:t>
      </w:r>
      <w:proofErr w:type="spellStart"/>
      <w:r w:rsidRPr="002813C1">
        <w:t>Ville-l</w:t>
      </w:r>
      <w:r w:rsidR="00B77E03">
        <w:t>’</w:t>
      </w:r>
      <w:r w:rsidRPr="002813C1">
        <w:t>Évêque</w:t>
      </w:r>
      <w:proofErr w:type="spellEnd"/>
      <w:r w:rsidR="00B77E03">
        <w:t>.</w:t>
      </w:r>
    </w:p>
    <w:p w14:paraId="355CEE4D" w14:textId="77777777" w:rsidR="00B77E03" w:rsidRDefault="0024252B" w:rsidP="00B77E03">
      <w:r w:rsidRPr="002813C1">
        <w:t>On lui ouvrit</w:t>
      </w:r>
      <w:r w:rsidR="00B77E03">
        <w:t xml:space="preserve">, </w:t>
      </w:r>
      <w:r w:rsidRPr="002813C1">
        <w:t>il entra</w:t>
      </w:r>
      <w:r w:rsidR="00B77E03">
        <w:t>.</w:t>
      </w:r>
    </w:p>
    <w:p w14:paraId="2219B842" w14:textId="77777777" w:rsidR="00B77E03" w:rsidRDefault="00B77E03" w:rsidP="00B77E03">
      <w:r>
        <w:t>— </w:t>
      </w:r>
      <w:r w:rsidR="0024252B" w:rsidRPr="002813C1">
        <w:t>Eh bien</w:t>
      </w:r>
      <w:r>
        <w:t xml:space="preserve"> ! </w:t>
      </w:r>
      <w:r w:rsidR="0024252B" w:rsidRPr="002813C1">
        <w:t>pensa Chupin</w:t>
      </w:r>
      <w:r>
        <w:t xml:space="preserve">, </w:t>
      </w:r>
      <w:r w:rsidR="0024252B" w:rsidRPr="002813C1">
        <w:t>ça n</w:t>
      </w:r>
      <w:r>
        <w:t>’</w:t>
      </w:r>
      <w:r w:rsidR="0024252B" w:rsidRPr="002813C1">
        <w:t>a pas été long</w:t>
      </w:r>
      <w:r>
        <w:t xml:space="preserve">… </w:t>
      </w:r>
      <w:r w:rsidR="0024252B" w:rsidRPr="002813C1">
        <w:t>Pas bêtes</w:t>
      </w:r>
      <w:r>
        <w:t xml:space="preserve">, </w:t>
      </w:r>
      <w:r w:rsidR="0024252B" w:rsidRPr="002813C1">
        <w:t>le vicomte et la baronne</w:t>
      </w:r>
      <w:r>
        <w:t xml:space="preserve">… </w:t>
      </w:r>
      <w:r w:rsidR="0024252B" w:rsidRPr="002813C1">
        <w:t>Quand on a des fleurs à s</w:t>
      </w:r>
      <w:r>
        <w:t>’</w:t>
      </w:r>
      <w:r w:rsidR="0024252B" w:rsidRPr="002813C1">
        <w:t>envoyer</w:t>
      </w:r>
      <w:r>
        <w:t xml:space="preserve">, </w:t>
      </w:r>
      <w:r w:rsidR="0024252B" w:rsidRPr="002813C1">
        <w:t>c</w:t>
      </w:r>
      <w:r>
        <w:t>’</w:t>
      </w:r>
      <w:r w:rsidR="0024252B" w:rsidRPr="002813C1">
        <w:t>est commode d</w:t>
      </w:r>
      <w:r>
        <w:t>’</w:t>
      </w:r>
      <w:r w:rsidR="0024252B" w:rsidRPr="002813C1">
        <w:t>être voisins</w:t>
      </w:r>
      <w:r>
        <w:t>…</w:t>
      </w:r>
    </w:p>
    <w:p w14:paraId="5B0DE10C" w14:textId="77777777" w:rsidR="00B77E03" w:rsidRDefault="0024252B" w:rsidP="00B77E03">
      <w:r w:rsidRPr="002813C1">
        <w:t>Déjà</w:t>
      </w:r>
      <w:r w:rsidR="00B77E03">
        <w:t xml:space="preserve">, </w:t>
      </w:r>
      <w:r w:rsidRPr="002813C1">
        <w:t>il avait exploré les environs et aperçu un vieux bonhomme qui fumait sa pipe sur le seuil de sa boutique</w:t>
      </w:r>
      <w:r w:rsidR="00B77E03">
        <w:t>.</w:t>
      </w:r>
    </w:p>
    <w:p w14:paraId="3B9F8413" w14:textId="77777777" w:rsidR="00B77E03" w:rsidRDefault="0024252B" w:rsidP="00B77E03">
      <w:r w:rsidRPr="002813C1">
        <w:t>Il s</w:t>
      </w:r>
      <w:r w:rsidR="00B77E03">
        <w:t>’</w:t>
      </w:r>
      <w:r w:rsidRPr="002813C1">
        <w:t>en approcha</w:t>
      </w:r>
      <w:r w:rsidR="00B77E03">
        <w:t xml:space="preserve">, </w:t>
      </w:r>
      <w:r w:rsidRPr="002813C1">
        <w:t>et très-poliment</w:t>
      </w:r>
      <w:r w:rsidR="00B77E03">
        <w:t> :</w:t>
      </w:r>
    </w:p>
    <w:p w14:paraId="53FEA413" w14:textId="77777777" w:rsidR="00B77E03" w:rsidRDefault="00B77E03" w:rsidP="00B77E03">
      <w:r>
        <w:t>— </w:t>
      </w:r>
      <w:r w:rsidR="0024252B" w:rsidRPr="002813C1">
        <w:t>Pourriez-vous me dire</w:t>
      </w:r>
      <w:r>
        <w:t xml:space="preserve">, </w:t>
      </w:r>
      <w:r w:rsidR="0024252B" w:rsidRPr="002813C1">
        <w:t>m</w:t>
      </w:r>
      <w:r>
        <w:t>’</w:t>
      </w:r>
      <w:proofErr w:type="spellStart"/>
      <w:r w:rsidR="0024252B" w:rsidRPr="002813C1">
        <w:t>sieu</w:t>
      </w:r>
      <w:proofErr w:type="spellEnd"/>
      <w:r>
        <w:t xml:space="preserve">, </w:t>
      </w:r>
      <w:r w:rsidR="0024252B" w:rsidRPr="002813C1">
        <w:t>interrogea-t-il</w:t>
      </w:r>
      <w:r>
        <w:t xml:space="preserve">, </w:t>
      </w:r>
      <w:r w:rsidR="0024252B" w:rsidRPr="002813C1">
        <w:t>à qui cette grande bâtisse</w:t>
      </w:r>
      <w:r>
        <w:t> ?…</w:t>
      </w:r>
    </w:p>
    <w:p w14:paraId="14DB1B36" w14:textId="77777777" w:rsidR="00B77E03" w:rsidRDefault="00B77E03" w:rsidP="00B77E03">
      <w:r>
        <w:t>— </w:t>
      </w:r>
      <w:r w:rsidR="0024252B" w:rsidRPr="002813C1">
        <w:t>C</w:t>
      </w:r>
      <w:r>
        <w:t>’</w:t>
      </w:r>
      <w:r w:rsidR="0024252B" w:rsidRPr="002813C1">
        <w:t>est l</w:t>
      </w:r>
      <w:r>
        <w:t>’</w:t>
      </w:r>
      <w:r w:rsidR="0024252B" w:rsidRPr="002813C1">
        <w:t xml:space="preserve">hôtel du baron </w:t>
      </w:r>
      <w:proofErr w:type="spellStart"/>
      <w:r w:rsidR="0024252B" w:rsidRPr="002813C1">
        <w:t>Trigault</w:t>
      </w:r>
      <w:proofErr w:type="spellEnd"/>
      <w:r>
        <w:t xml:space="preserve">, </w:t>
      </w:r>
      <w:r w:rsidR="0024252B" w:rsidRPr="002813C1">
        <w:t>répondit l</w:t>
      </w:r>
      <w:r>
        <w:t>’</w:t>
      </w:r>
      <w:r w:rsidR="0024252B" w:rsidRPr="002813C1">
        <w:t>inconnu sans quitter sa pipe</w:t>
      </w:r>
      <w:r>
        <w:t>.</w:t>
      </w:r>
    </w:p>
    <w:p w14:paraId="52973B48" w14:textId="77777777" w:rsidR="00B77E03" w:rsidRDefault="00B77E03" w:rsidP="00B77E03">
      <w:r>
        <w:t>— </w:t>
      </w:r>
      <w:r w:rsidR="0024252B" w:rsidRPr="002813C1">
        <w:t>Merci</w:t>
      </w:r>
      <w:r>
        <w:t xml:space="preserve">, </w:t>
      </w:r>
      <w:r w:rsidR="0024252B" w:rsidRPr="002813C1">
        <w:t>m</w:t>
      </w:r>
      <w:r>
        <w:t>’</w:t>
      </w:r>
      <w:proofErr w:type="spellStart"/>
      <w:r w:rsidR="0024252B" w:rsidRPr="002813C1">
        <w:t>sieu</w:t>
      </w:r>
      <w:proofErr w:type="spellEnd"/>
      <w:r>
        <w:t xml:space="preserve">, </w:t>
      </w:r>
      <w:r w:rsidR="0024252B" w:rsidRPr="002813C1">
        <w:t>fit gravement Chupin</w:t>
      </w:r>
      <w:r>
        <w:t xml:space="preserve">, </w:t>
      </w:r>
      <w:r w:rsidR="0024252B" w:rsidRPr="002813C1">
        <w:t>et excusez</w:t>
      </w:r>
      <w:r>
        <w:t xml:space="preserve">… </w:t>
      </w:r>
      <w:r w:rsidR="0024252B" w:rsidRPr="002813C1">
        <w:t>si je vous ai demandé ça</w:t>
      </w:r>
      <w:r>
        <w:t xml:space="preserve">, </w:t>
      </w:r>
      <w:r w:rsidR="0024252B" w:rsidRPr="002813C1">
        <w:t>c</w:t>
      </w:r>
      <w:r>
        <w:t>’</w:t>
      </w:r>
      <w:r w:rsidR="0024252B" w:rsidRPr="002813C1">
        <w:t>est que je cherche une maison à acheter</w:t>
      </w:r>
      <w:r>
        <w:t>…</w:t>
      </w:r>
    </w:p>
    <w:p w14:paraId="7C1631F9" w14:textId="77777777" w:rsidR="00B77E03" w:rsidRDefault="0024252B" w:rsidP="00B77E03">
      <w:r w:rsidRPr="002813C1">
        <w:t>Et sur ce</w:t>
      </w:r>
      <w:r w:rsidR="00B77E03">
        <w:t xml:space="preserve">, </w:t>
      </w:r>
      <w:r w:rsidRPr="002813C1">
        <w:t xml:space="preserve">après avoir répété quatre ou cinq fois le nom de </w:t>
      </w:r>
      <w:proofErr w:type="spellStart"/>
      <w:r w:rsidRPr="002813C1">
        <w:t>Trigault</w:t>
      </w:r>
      <w:proofErr w:type="spellEnd"/>
      <w:r w:rsidRPr="002813C1">
        <w:t xml:space="preserve"> pour bien l</w:t>
      </w:r>
      <w:r w:rsidR="00B77E03">
        <w:t>’</w:t>
      </w:r>
      <w:r w:rsidRPr="002813C1">
        <w:t>enfoncer dans sa mémoire</w:t>
      </w:r>
      <w:r w:rsidR="00B77E03">
        <w:t xml:space="preserve">, </w:t>
      </w:r>
      <w:r w:rsidRPr="002813C1">
        <w:t>il se mit à jouer des jambes consciencieusement</w:t>
      </w:r>
      <w:r w:rsidR="00B77E03">
        <w:t xml:space="preserve">, </w:t>
      </w:r>
      <w:r w:rsidRPr="002813C1">
        <w:t>dans la direction de la Villette</w:t>
      </w:r>
      <w:r w:rsidR="00B77E03">
        <w:t>.</w:t>
      </w:r>
    </w:p>
    <w:p w14:paraId="53AA2559" w14:textId="77777777" w:rsidR="00B77E03" w:rsidRDefault="0024252B" w:rsidP="00B77E03">
      <w:r w:rsidRPr="002813C1">
        <w:t>Tout marchait comme sur des roulettes</w:t>
      </w:r>
      <w:r w:rsidR="00B77E03">
        <w:t xml:space="preserve">, </w:t>
      </w:r>
      <w:r w:rsidRPr="002813C1">
        <w:t>mieux et mille fois plus vite qu</w:t>
      </w:r>
      <w:r w:rsidR="00B77E03">
        <w:t>’</w:t>
      </w:r>
      <w:r w:rsidRPr="002813C1">
        <w:t>il n</w:t>
      </w:r>
      <w:r w:rsidR="00B77E03">
        <w:t>’</w:t>
      </w:r>
      <w:r w:rsidRPr="002813C1">
        <w:t>eût osé seulement le souhaiter</w:t>
      </w:r>
      <w:r w:rsidR="00B77E03">
        <w:t xml:space="preserve"> ; </w:t>
      </w:r>
      <w:r w:rsidRPr="002813C1">
        <w:t>il eût dû être ravi</w:t>
      </w:r>
      <w:r w:rsidR="00B77E03">
        <w:t xml:space="preserve">… </w:t>
      </w:r>
      <w:r w:rsidRPr="002813C1">
        <w:t>Eh bien</w:t>
      </w:r>
      <w:r w:rsidR="00B77E03">
        <w:t xml:space="preserve"> ! </w:t>
      </w:r>
      <w:r w:rsidRPr="002813C1">
        <w:t>non</w:t>
      </w:r>
      <w:r w:rsidR="00B77E03">
        <w:t xml:space="preserve">, </w:t>
      </w:r>
      <w:r w:rsidRPr="002813C1">
        <w:t>tant il est vrai que le succès rend exigeant</w:t>
      </w:r>
      <w:r w:rsidR="00B77E03">
        <w:t>.</w:t>
      </w:r>
    </w:p>
    <w:p w14:paraId="3EDB6F73" w14:textId="77777777" w:rsidR="00B77E03" w:rsidRDefault="0024252B" w:rsidP="00B77E03">
      <w:r w:rsidRPr="002813C1">
        <w:t>La lettre qu</w:t>
      </w:r>
      <w:r w:rsidR="00B77E03">
        <w:t>’</w:t>
      </w:r>
      <w:r w:rsidRPr="002813C1">
        <w:t>il portait le brûlait comme s</w:t>
      </w:r>
      <w:r w:rsidR="00B77E03">
        <w:t>’</w:t>
      </w:r>
      <w:r w:rsidRPr="002813C1">
        <w:t>il eût eu un fer rouge dans la poche</w:t>
      </w:r>
      <w:r w:rsidR="00B77E03">
        <w:t>.</w:t>
      </w:r>
    </w:p>
    <w:p w14:paraId="1A1C73AD" w14:textId="1D8413E1" w:rsidR="00B77E03" w:rsidRDefault="00B77E03" w:rsidP="00B77E03">
      <w:r>
        <w:lastRenderedPageBreak/>
        <w:t>— M</w:t>
      </w:r>
      <w:r w:rsidRPr="00B77E03">
        <w:rPr>
          <w:vertAlign w:val="superscript"/>
        </w:rPr>
        <w:t>me</w:t>
      </w:r>
      <w:r>
        <w:t> </w:t>
      </w:r>
      <w:r w:rsidR="0024252B" w:rsidRPr="002813C1">
        <w:t>Paul</w:t>
      </w:r>
      <w:r>
        <w:t xml:space="preserve">… </w:t>
      </w:r>
      <w:r w:rsidR="0024252B" w:rsidRPr="002813C1">
        <w:t>grommelait-il</w:t>
      </w:r>
      <w:r>
        <w:t xml:space="preserve">. </w:t>
      </w:r>
      <w:r w:rsidR="0024252B" w:rsidRPr="002813C1">
        <w:t>Pour sûr</w:t>
      </w:r>
      <w:r>
        <w:t xml:space="preserve">, </w:t>
      </w:r>
      <w:r w:rsidR="0024252B" w:rsidRPr="002813C1">
        <w:t>cette dame est la légitime de mon brigand</w:t>
      </w:r>
      <w:r>
        <w:t xml:space="preserve">… </w:t>
      </w:r>
      <w:r w:rsidR="0024252B" w:rsidRPr="002813C1">
        <w:t>D</w:t>
      </w:r>
      <w:r>
        <w:t>’</w:t>
      </w:r>
      <w:r w:rsidR="0024252B" w:rsidRPr="002813C1">
        <w:t>abord</w:t>
      </w:r>
      <w:r>
        <w:t xml:space="preserve">, </w:t>
      </w:r>
      <w:r w:rsidR="0024252B" w:rsidRPr="002813C1">
        <w:t>Paul</w:t>
      </w:r>
      <w:r>
        <w:t xml:space="preserve">, </w:t>
      </w:r>
      <w:r w:rsidR="0024252B" w:rsidRPr="002813C1">
        <w:t>c</w:t>
      </w:r>
      <w:r>
        <w:t>’</w:t>
      </w:r>
      <w:r w:rsidR="0024252B" w:rsidRPr="002813C1">
        <w:t>est son prénom à lui</w:t>
      </w:r>
      <w:r>
        <w:t xml:space="preserve">… </w:t>
      </w:r>
      <w:r w:rsidR="0024252B" w:rsidRPr="002813C1">
        <w:t>Ensuite</w:t>
      </w:r>
      <w:r>
        <w:t xml:space="preserve">, </w:t>
      </w:r>
      <w:r w:rsidR="0024252B" w:rsidRPr="002813C1">
        <w:t>on m</w:t>
      </w:r>
      <w:r>
        <w:t>’</w:t>
      </w:r>
      <w:r w:rsidR="0024252B" w:rsidRPr="002813C1">
        <w:t>avait dit qu</w:t>
      </w:r>
      <w:r>
        <w:t>’</w:t>
      </w:r>
      <w:r w:rsidR="0024252B" w:rsidRPr="002813C1">
        <w:t>elle avait acheté la gérance d</w:t>
      </w:r>
      <w:r>
        <w:t>’</w:t>
      </w:r>
      <w:r w:rsidR="0024252B" w:rsidRPr="002813C1">
        <w:t>un bureau de tabac</w:t>
      </w:r>
      <w:r>
        <w:t xml:space="preserve">… </w:t>
      </w:r>
      <w:r w:rsidR="0024252B" w:rsidRPr="002813C1">
        <w:t>c</w:t>
      </w:r>
      <w:r>
        <w:t>’</w:t>
      </w:r>
      <w:r w:rsidR="0024252B" w:rsidRPr="002813C1">
        <w:t>est donc bien cela</w:t>
      </w:r>
      <w:r>
        <w:t xml:space="preserve">, </w:t>
      </w:r>
      <w:r w:rsidR="0024252B" w:rsidRPr="002813C1">
        <w:t>en plein</w:t>
      </w:r>
      <w:r>
        <w:t xml:space="preserve"> !… </w:t>
      </w:r>
      <w:r w:rsidR="0024252B" w:rsidRPr="002813C1">
        <w:t>Moi qui les croyais brouillés à mort</w:t>
      </w:r>
      <w:r>
        <w:t xml:space="preserve">, </w:t>
      </w:r>
      <w:r w:rsidR="0024252B" w:rsidRPr="002813C1">
        <w:t>le mari et la femme</w:t>
      </w:r>
      <w:r>
        <w:t xml:space="preserve">, </w:t>
      </w:r>
      <w:r w:rsidR="0024252B" w:rsidRPr="002813C1">
        <w:t>les voilà qui s</w:t>
      </w:r>
      <w:r>
        <w:t>’</w:t>
      </w:r>
      <w:r w:rsidR="0024252B" w:rsidRPr="002813C1">
        <w:t>écrivent</w:t>
      </w:r>
      <w:r>
        <w:t>…</w:t>
      </w:r>
    </w:p>
    <w:p w14:paraId="0166CC1C" w14:textId="77777777" w:rsidR="00B77E03" w:rsidRDefault="0024252B" w:rsidP="00B77E03">
      <w:r w:rsidRPr="002813C1">
        <w:t>Pour connaître le contenu de cette missive</w:t>
      </w:r>
      <w:r w:rsidR="00B77E03">
        <w:t xml:space="preserve">, </w:t>
      </w:r>
      <w:r w:rsidRPr="002813C1">
        <w:t>Chupin eût donné</w:t>
      </w:r>
      <w:r w:rsidR="00B77E03">
        <w:t xml:space="preserve">, </w:t>
      </w:r>
      <w:r w:rsidRPr="002813C1">
        <w:t>ainsi qu</w:t>
      </w:r>
      <w:r w:rsidR="00B77E03">
        <w:t>’</w:t>
      </w:r>
      <w:r w:rsidRPr="002813C1">
        <w:t>il le disait</w:t>
      </w:r>
      <w:r w:rsidR="00B77E03">
        <w:t xml:space="preserve">, </w:t>
      </w:r>
      <w:r w:rsidRPr="002813C1">
        <w:t>une chopine de son sang</w:t>
      </w:r>
      <w:r w:rsidR="00B77E03">
        <w:t xml:space="preserve">… </w:t>
      </w:r>
      <w:r w:rsidRPr="002813C1">
        <w:t>L</w:t>
      </w:r>
      <w:r w:rsidR="00B77E03">
        <w:t>’</w:t>
      </w:r>
      <w:r w:rsidRPr="002813C1">
        <w:t>idée de l</w:t>
      </w:r>
      <w:r w:rsidR="00B77E03">
        <w:t>’</w:t>
      </w:r>
      <w:r w:rsidRPr="002813C1">
        <w:t>ouvrir lui était bien venue</w:t>
      </w:r>
      <w:r w:rsidR="00B77E03">
        <w:t xml:space="preserve">, </w:t>
      </w:r>
      <w:r w:rsidRPr="002813C1">
        <w:t>et ce n</w:t>
      </w:r>
      <w:r w:rsidR="00B77E03">
        <w:t>’</w:t>
      </w:r>
      <w:r w:rsidRPr="002813C1">
        <w:t>était pas</w:t>
      </w:r>
      <w:r w:rsidR="00B77E03">
        <w:t xml:space="preserve">, </w:t>
      </w:r>
      <w:r w:rsidRPr="002813C1">
        <w:t>il faut en convenir</w:t>
      </w:r>
      <w:r w:rsidR="00B77E03">
        <w:t xml:space="preserve">, </w:t>
      </w:r>
      <w:r w:rsidRPr="002813C1">
        <w:t>d</w:t>
      </w:r>
      <w:r w:rsidR="00B77E03">
        <w:t>’</w:t>
      </w:r>
      <w:r w:rsidRPr="002813C1">
        <w:t>honorables scrupules de délicatesse qui l</w:t>
      </w:r>
      <w:r w:rsidR="00B77E03">
        <w:t>’</w:t>
      </w:r>
      <w:r w:rsidRPr="002813C1">
        <w:t>avaient arrêté</w:t>
      </w:r>
      <w:r w:rsidR="00B77E03">
        <w:t>…</w:t>
      </w:r>
    </w:p>
    <w:p w14:paraId="227407AE" w14:textId="77777777" w:rsidR="00B77E03" w:rsidRDefault="0024252B" w:rsidP="00B77E03">
      <w:r w:rsidRPr="002813C1">
        <w:t>Ce qui l</w:t>
      </w:r>
      <w:r w:rsidR="00B77E03">
        <w:t>’</w:t>
      </w:r>
      <w:r w:rsidRPr="002813C1">
        <w:t>avait arrêté</w:t>
      </w:r>
      <w:r w:rsidR="00B77E03">
        <w:t xml:space="preserve">, </w:t>
      </w:r>
      <w:r w:rsidRPr="002813C1">
        <w:t>c</w:t>
      </w:r>
      <w:r w:rsidR="00B77E03">
        <w:t>’</w:t>
      </w:r>
      <w:r w:rsidRPr="002813C1">
        <w:t>était un coquin de cachet de cire grenat</w:t>
      </w:r>
      <w:r w:rsidR="00B77E03">
        <w:t xml:space="preserve">, </w:t>
      </w:r>
      <w:r w:rsidRPr="002813C1">
        <w:t>pailletée d</w:t>
      </w:r>
      <w:r w:rsidR="00B77E03">
        <w:t>’</w:t>
      </w:r>
      <w:r w:rsidRPr="002813C1">
        <w:t>or</w:t>
      </w:r>
      <w:r w:rsidR="00B77E03">
        <w:t xml:space="preserve">, </w:t>
      </w:r>
      <w:r w:rsidRPr="002813C1">
        <w:t>très-soigneusement appliqué</w:t>
      </w:r>
      <w:r w:rsidR="00B77E03">
        <w:t xml:space="preserve">, </w:t>
      </w:r>
      <w:r w:rsidRPr="002813C1">
        <w:t>et qui eût infailliblement trahi la moindre tentative d</w:t>
      </w:r>
      <w:r w:rsidR="00B77E03">
        <w:t>’</w:t>
      </w:r>
      <w:r w:rsidRPr="002813C1">
        <w:t>effraction</w:t>
      </w:r>
      <w:r w:rsidR="00B77E03">
        <w:t>.</w:t>
      </w:r>
    </w:p>
    <w:p w14:paraId="2D85E954" w14:textId="77777777" w:rsidR="00B77E03" w:rsidRDefault="0024252B" w:rsidP="00B77E03">
      <w:r w:rsidRPr="002813C1">
        <w:t>Chupin portait la peine des défauts de Florent</w:t>
      </w:r>
      <w:r w:rsidR="00B77E03">
        <w:t xml:space="preserve">. </w:t>
      </w:r>
      <w:r w:rsidRPr="002813C1">
        <w:t>Ce cachet était une précaution du vicomte contre l</w:t>
      </w:r>
      <w:r w:rsidR="00B77E03">
        <w:t>’</w:t>
      </w:r>
      <w:r w:rsidRPr="002813C1">
        <w:t>incurable curiosité de son domestique</w:t>
      </w:r>
      <w:r w:rsidR="00B77E03">
        <w:t>.</w:t>
      </w:r>
    </w:p>
    <w:p w14:paraId="2A946794" w14:textId="77777777" w:rsidR="00B77E03" w:rsidRDefault="0024252B" w:rsidP="00B77E03">
      <w:r w:rsidRPr="002813C1">
        <w:t>Le brave garçon en était donc réduit à lire et à relire la suscription</w:t>
      </w:r>
      <w:r w:rsidR="00B77E03">
        <w:t xml:space="preserve">, </w:t>
      </w:r>
      <w:r w:rsidRPr="002813C1">
        <w:t>et à flairer le papier qui embaumait la verveine et l</w:t>
      </w:r>
      <w:r w:rsidR="00B77E03">
        <w:t>’</w:t>
      </w:r>
      <w:r w:rsidRPr="002813C1">
        <w:t>iris</w:t>
      </w:r>
      <w:r w:rsidR="00B77E03">
        <w:t>.</w:t>
      </w:r>
    </w:p>
    <w:p w14:paraId="00638266" w14:textId="77777777" w:rsidR="00B77E03" w:rsidRDefault="0024252B" w:rsidP="00B77E03">
      <w:r w:rsidRPr="002813C1">
        <w:t>Mais son esprit prompt et hardi aux soupçons s</w:t>
      </w:r>
      <w:r w:rsidR="00B77E03">
        <w:t>’</w:t>
      </w:r>
      <w:r w:rsidRPr="002813C1">
        <w:t>égarait en conjectures inouïes</w:t>
      </w:r>
      <w:r w:rsidR="00B77E03">
        <w:t>…</w:t>
      </w:r>
    </w:p>
    <w:p w14:paraId="60897D29" w14:textId="415EA861" w:rsidR="00B77E03" w:rsidRDefault="0024252B" w:rsidP="00B77E03">
      <w:r w:rsidRPr="002813C1">
        <w:t xml:space="preserve">Entre cette lettre destinée à la femme de </w:t>
      </w:r>
      <w:r w:rsidR="00B77E03">
        <w:t>M. de </w:t>
      </w:r>
      <w:proofErr w:type="spellStart"/>
      <w:r w:rsidRPr="002813C1">
        <w:t>Coralth</w:t>
      </w:r>
      <w:proofErr w:type="spellEnd"/>
      <w:r w:rsidRPr="002813C1">
        <w:t xml:space="preserve"> et la lettre portée à la baronne</w:t>
      </w:r>
      <w:r w:rsidR="00B77E03">
        <w:t xml:space="preserve">, </w:t>
      </w:r>
      <w:r w:rsidRPr="002813C1">
        <w:t>Chupin croyait entrevoir une relation</w:t>
      </w:r>
      <w:r w:rsidR="00B77E03">
        <w:t xml:space="preserve">… </w:t>
      </w:r>
      <w:r w:rsidRPr="002813C1">
        <w:t>Et pourquoi non</w:t>
      </w:r>
      <w:r w:rsidR="00B77E03">
        <w:t xml:space="preserve"> ?… </w:t>
      </w:r>
      <w:r w:rsidRPr="002813C1">
        <w:t>N</w:t>
      </w:r>
      <w:r w:rsidR="00B77E03">
        <w:t>’</w:t>
      </w:r>
      <w:r w:rsidRPr="002813C1">
        <w:t>avaient-elles pas été écrites ensemble et sous l</w:t>
      </w:r>
      <w:r w:rsidR="00B77E03">
        <w:t>’</w:t>
      </w:r>
      <w:r w:rsidRPr="002813C1">
        <w:t>empire d</w:t>
      </w:r>
      <w:r w:rsidR="00B77E03">
        <w:t>’</w:t>
      </w:r>
      <w:r w:rsidRPr="002813C1">
        <w:t>un même sentiment</w:t>
      </w:r>
      <w:r w:rsidR="00B77E03">
        <w:t xml:space="preserve"> : </w:t>
      </w:r>
      <w:r w:rsidRPr="002813C1">
        <w:t>une contrariété</w:t>
      </w:r>
      <w:r w:rsidR="00B77E03">
        <w:t> ?</w:t>
      </w:r>
    </w:p>
    <w:p w14:paraId="57B628B5" w14:textId="77777777" w:rsidR="00B77E03" w:rsidRDefault="0024252B" w:rsidP="00B77E03">
      <w:r w:rsidRPr="002813C1">
        <w:lastRenderedPageBreak/>
        <w:t>Il est vrai qu</w:t>
      </w:r>
      <w:r w:rsidR="00B77E03">
        <w:t>’</w:t>
      </w:r>
      <w:r w:rsidRPr="002813C1">
        <w:t>il s</w:t>
      </w:r>
      <w:r w:rsidR="00B77E03">
        <w:t>’</w:t>
      </w:r>
      <w:r w:rsidRPr="002813C1">
        <w:t xml:space="preserve">épuisait à chercher un rapport vraisemblable entre la débitante de tabac de la Villette et la baronne millionnaire de la rue de la </w:t>
      </w:r>
      <w:proofErr w:type="spellStart"/>
      <w:r w:rsidRPr="002813C1">
        <w:t>Ville-l</w:t>
      </w:r>
      <w:r w:rsidR="00B77E03">
        <w:t>’</w:t>
      </w:r>
      <w:r w:rsidRPr="002813C1">
        <w:t>Évêque</w:t>
      </w:r>
      <w:proofErr w:type="spellEnd"/>
      <w:r w:rsidR="00B77E03">
        <w:t>…</w:t>
      </w:r>
    </w:p>
    <w:p w14:paraId="1BE136BA" w14:textId="77777777" w:rsidR="00B77E03" w:rsidRDefault="0024252B" w:rsidP="00B77E03">
      <w:r w:rsidRPr="002813C1">
        <w:t>Cependant</w:t>
      </w:r>
      <w:r w:rsidR="00B77E03">
        <w:t xml:space="preserve">, </w:t>
      </w:r>
      <w:r w:rsidRPr="002813C1">
        <w:t>si l</w:t>
      </w:r>
      <w:r w:rsidR="00B77E03">
        <w:t>’</w:t>
      </w:r>
      <w:r w:rsidRPr="002813C1">
        <w:t>imagination de Chupin trottait</w:t>
      </w:r>
      <w:r w:rsidR="00B77E03">
        <w:t xml:space="preserve">, </w:t>
      </w:r>
      <w:r w:rsidRPr="002813C1">
        <w:t>ses jambes ne restaient pas inactives</w:t>
      </w:r>
      <w:r w:rsidR="00B77E03">
        <w:t xml:space="preserve">… </w:t>
      </w:r>
      <w:r w:rsidRPr="002813C1">
        <w:t>Il remonta l</w:t>
      </w:r>
      <w:r w:rsidR="00B77E03">
        <w:t>’</w:t>
      </w:r>
      <w:r w:rsidRPr="002813C1">
        <w:t>interminable rue Lafayette</w:t>
      </w:r>
      <w:r w:rsidR="00B77E03">
        <w:t xml:space="preserve">, </w:t>
      </w:r>
      <w:r w:rsidRPr="002813C1">
        <w:t>déboucha au haut du faubourg Saint-Martin</w:t>
      </w:r>
      <w:r w:rsidR="00B77E03">
        <w:t xml:space="preserve">, </w:t>
      </w:r>
      <w:r w:rsidRPr="002813C1">
        <w:t>traversa le boulevard extérieur et enfin reprit haleine à la rue de Flandre</w:t>
      </w:r>
      <w:r w:rsidR="00B77E03">
        <w:t>.</w:t>
      </w:r>
    </w:p>
    <w:p w14:paraId="71E21B70" w14:textId="77777777" w:rsidR="00B77E03" w:rsidRDefault="00B77E03" w:rsidP="00B77E03">
      <w:r>
        <w:t>— </w:t>
      </w:r>
      <w:r w:rsidR="0024252B" w:rsidRPr="002813C1">
        <w:t>M</w:t>
      </w:r>
      <w:r>
        <w:t>’</w:t>
      </w:r>
      <w:r w:rsidR="0024252B" w:rsidRPr="002813C1">
        <w:t>y voici</w:t>
      </w:r>
      <w:r>
        <w:t xml:space="preserve"> !… </w:t>
      </w:r>
      <w:r w:rsidR="0024252B" w:rsidRPr="002813C1">
        <w:t>murmura-t-il</w:t>
      </w:r>
      <w:r>
        <w:t xml:space="preserve">, </w:t>
      </w:r>
      <w:r w:rsidR="0024252B" w:rsidRPr="002813C1">
        <w:t>et un peu plus vite qu</w:t>
      </w:r>
      <w:r>
        <w:t>’</w:t>
      </w:r>
      <w:r w:rsidR="0024252B" w:rsidRPr="002813C1">
        <w:t>un omnibus</w:t>
      </w:r>
      <w:r>
        <w:t>…</w:t>
      </w:r>
    </w:p>
    <w:p w14:paraId="59F987AF" w14:textId="77777777" w:rsidR="00B77E03" w:rsidRDefault="0024252B" w:rsidP="00B77E03">
      <w:r w:rsidRPr="002813C1">
        <w:t>Le quai de la Seine</w:t>
      </w:r>
      <w:r w:rsidR="00B77E03">
        <w:t xml:space="preserve">, </w:t>
      </w:r>
      <w:r w:rsidRPr="002813C1">
        <w:t>où il se rendait</w:t>
      </w:r>
      <w:r w:rsidR="00B77E03">
        <w:t xml:space="preserve">, </w:t>
      </w:r>
      <w:r w:rsidRPr="002813C1">
        <w:t>est une large voie qui se prolonge entre la rue de Flandre et le canal de l</w:t>
      </w:r>
      <w:r w:rsidR="00B77E03">
        <w:t>’</w:t>
      </w:r>
      <w:r w:rsidRPr="002813C1">
        <w:t>Ourcq</w:t>
      </w:r>
      <w:r w:rsidR="00B77E03">
        <w:t>.</w:t>
      </w:r>
    </w:p>
    <w:p w14:paraId="5C773183" w14:textId="77777777" w:rsidR="00B77E03" w:rsidRDefault="0024252B" w:rsidP="00B77E03">
      <w:r w:rsidRPr="002813C1">
        <w:t>À gauche</w:t>
      </w:r>
      <w:r w:rsidR="00B77E03">
        <w:t xml:space="preserve">, </w:t>
      </w:r>
      <w:r w:rsidRPr="002813C1">
        <w:t>elle est bordée de bicoques</w:t>
      </w:r>
      <w:r w:rsidR="00B77E03">
        <w:t xml:space="preserve">, </w:t>
      </w:r>
      <w:r w:rsidRPr="002813C1">
        <w:t>d</w:t>
      </w:r>
      <w:r w:rsidR="00B77E03">
        <w:t>’</w:t>
      </w:r>
      <w:r w:rsidRPr="002813C1">
        <w:t>affreuses petites masures</w:t>
      </w:r>
      <w:r w:rsidR="00B77E03">
        <w:t xml:space="preserve">, </w:t>
      </w:r>
      <w:r w:rsidRPr="002813C1">
        <w:t>de chantiers et d</w:t>
      </w:r>
      <w:r w:rsidR="00B77E03">
        <w:t>’</w:t>
      </w:r>
      <w:r w:rsidRPr="002813C1">
        <w:t>immenses dépôts de charbon</w:t>
      </w:r>
      <w:r w:rsidR="00B77E03">
        <w:t>.</w:t>
      </w:r>
    </w:p>
    <w:p w14:paraId="747AA141" w14:textId="77777777" w:rsidR="00B77E03" w:rsidRDefault="0024252B" w:rsidP="00B77E03">
      <w:r w:rsidRPr="002813C1">
        <w:t>À droite</w:t>
      </w:r>
      <w:r w:rsidR="00B77E03">
        <w:t xml:space="preserve">, </w:t>
      </w:r>
      <w:r w:rsidRPr="002813C1">
        <w:t>du côté du canal</w:t>
      </w:r>
      <w:r w:rsidR="00B77E03">
        <w:t xml:space="preserve">, </w:t>
      </w:r>
      <w:r w:rsidRPr="002813C1">
        <w:t>ce ne sont que pauvres échoppes et magasins provisoires</w:t>
      </w:r>
      <w:r w:rsidR="00B77E03">
        <w:t xml:space="preserve">, </w:t>
      </w:r>
      <w:r w:rsidRPr="002813C1">
        <w:t>bâtis de boue et de plâtras</w:t>
      </w:r>
      <w:r w:rsidR="00B77E03">
        <w:t xml:space="preserve">, </w:t>
      </w:r>
      <w:r w:rsidRPr="002813C1">
        <w:t>laids</w:t>
      </w:r>
      <w:r w:rsidR="00B77E03">
        <w:t xml:space="preserve">, </w:t>
      </w:r>
      <w:r w:rsidRPr="002813C1">
        <w:t>sales</w:t>
      </w:r>
      <w:r w:rsidR="00B77E03">
        <w:t xml:space="preserve">, </w:t>
      </w:r>
      <w:r w:rsidRPr="002813C1">
        <w:t>enfumés</w:t>
      </w:r>
      <w:r w:rsidR="00B77E03">
        <w:t>…</w:t>
      </w:r>
    </w:p>
    <w:p w14:paraId="6BA87804" w14:textId="77777777" w:rsidR="00B77E03" w:rsidRDefault="0024252B" w:rsidP="00B77E03">
      <w:r w:rsidRPr="002813C1">
        <w:t>Dans le jour</w:t>
      </w:r>
      <w:r w:rsidR="00B77E03">
        <w:t xml:space="preserve">, </w:t>
      </w:r>
      <w:r w:rsidRPr="002813C1">
        <w:t>pas de quartier plus vivant et plus bruyant que ce quai</w:t>
      </w:r>
      <w:r w:rsidR="00B77E03">
        <w:t xml:space="preserve">, </w:t>
      </w:r>
      <w:r w:rsidRPr="002813C1">
        <w:t>où se concentre l</w:t>
      </w:r>
      <w:r w:rsidR="00B77E03">
        <w:t>’</w:t>
      </w:r>
      <w:r w:rsidRPr="002813C1">
        <w:t>immense mouvement du port de la Villette</w:t>
      </w:r>
      <w:r w:rsidR="00B77E03">
        <w:t>…</w:t>
      </w:r>
    </w:p>
    <w:p w14:paraId="629F77E1" w14:textId="77777777" w:rsidR="00B77E03" w:rsidRDefault="0024252B" w:rsidP="00B77E03">
      <w:r w:rsidRPr="002813C1">
        <w:t>Rien de plus lugubre le soir</w:t>
      </w:r>
      <w:r w:rsidR="00B77E03">
        <w:t xml:space="preserve">, </w:t>
      </w:r>
      <w:r w:rsidRPr="002813C1">
        <w:t>quand les chantiers sont fermés</w:t>
      </w:r>
      <w:r w:rsidR="00B77E03">
        <w:t xml:space="preserve">, </w:t>
      </w:r>
      <w:r w:rsidRPr="002813C1">
        <w:t>quand les rares becs de gaz ajoutent à l</w:t>
      </w:r>
      <w:r w:rsidR="00B77E03">
        <w:t>’</w:t>
      </w:r>
      <w:r w:rsidRPr="002813C1">
        <w:t>horreur des ténèbres</w:t>
      </w:r>
      <w:r w:rsidR="00B77E03">
        <w:t xml:space="preserve">, </w:t>
      </w:r>
      <w:r w:rsidRPr="002813C1">
        <w:t>lorsqu</w:t>
      </w:r>
      <w:r w:rsidR="00B77E03">
        <w:t>’</w:t>
      </w:r>
      <w:r w:rsidRPr="002813C1">
        <w:t>il n</w:t>
      </w:r>
      <w:r w:rsidR="00B77E03">
        <w:t>’</w:t>
      </w:r>
      <w:r w:rsidRPr="002813C1">
        <w:t>y a</w:t>
      </w:r>
      <w:r w:rsidR="00B77E03">
        <w:t xml:space="preserve">, </w:t>
      </w:r>
      <w:r w:rsidRPr="002813C1">
        <w:t>pour rompre le silence</w:t>
      </w:r>
      <w:r w:rsidR="00B77E03">
        <w:t xml:space="preserve">, </w:t>
      </w:r>
      <w:r w:rsidRPr="002813C1">
        <w:t>que le clapotement de l</w:t>
      </w:r>
      <w:r w:rsidR="00B77E03">
        <w:t>’</w:t>
      </w:r>
      <w:r w:rsidRPr="002813C1">
        <w:t>eau troublée par quelque marinier écopant son bateau</w:t>
      </w:r>
      <w:r w:rsidR="00B77E03">
        <w:t>…</w:t>
      </w:r>
    </w:p>
    <w:p w14:paraId="599A24CE" w14:textId="77777777" w:rsidR="00B77E03" w:rsidRDefault="00B77E03" w:rsidP="00B77E03">
      <w:r>
        <w:t>— </w:t>
      </w:r>
      <w:r w:rsidR="0024252B" w:rsidRPr="002813C1">
        <w:t>Sûr</w:t>
      </w:r>
      <w:r>
        <w:t xml:space="preserve">, </w:t>
      </w:r>
      <w:r w:rsidR="0024252B" w:rsidRPr="002813C1">
        <w:t>le vicomte se sera trompé</w:t>
      </w:r>
      <w:r>
        <w:t xml:space="preserve">, </w:t>
      </w:r>
      <w:r w:rsidR="0024252B" w:rsidRPr="002813C1">
        <w:t>pensait Chupin</w:t>
      </w:r>
      <w:r>
        <w:t xml:space="preserve">, </w:t>
      </w:r>
      <w:r w:rsidR="0024252B" w:rsidRPr="002813C1">
        <w:t>il n</w:t>
      </w:r>
      <w:r>
        <w:t>’</w:t>
      </w:r>
      <w:r w:rsidR="0024252B" w:rsidRPr="002813C1">
        <w:t>y a pas de débit sur ce quai</w:t>
      </w:r>
      <w:r>
        <w:t>.</w:t>
      </w:r>
    </w:p>
    <w:p w14:paraId="7B09ADF9" w14:textId="77777777" w:rsidR="00B77E03" w:rsidRDefault="0024252B" w:rsidP="00B77E03">
      <w:r w:rsidRPr="002813C1">
        <w:lastRenderedPageBreak/>
        <w:t>Si</w:t>
      </w:r>
      <w:r w:rsidR="00B77E03">
        <w:t xml:space="preserve">, </w:t>
      </w:r>
      <w:r w:rsidRPr="002813C1">
        <w:t>cependant</w:t>
      </w:r>
      <w:r w:rsidR="00B77E03">
        <w:t xml:space="preserve">… </w:t>
      </w:r>
      <w:r w:rsidRPr="002813C1">
        <w:t>Ayant dépassé la rue de Soissons</w:t>
      </w:r>
      <w:r w:rsidR="00B77E03">
        <w:t xml:space="preserve">, </w:t>
      </w:r>
      <w:r w:rsidRPr="002813C1">
        <w:t>il aperçut au loin</w:t>
      </w:r>
      <w:r w:rsidR="00B77E03">
        <w:t xml:space="preserve">, </w:t>
      </w:r>
      <w:r w:rsidRPr="002813C1">
        <w:t>expirant dans la brume</w:t>
      </w:r>
      <w:r w:rsidR="00B77E03">
        <w:t xml:space="preserve">, </w:t>
      </w:r>
      <w:r w:rsidRPr="002813C1">
        <w:t>la lueur rougeâtre d</w:t>
      </w:r>
      <w:r w:rsidR="00B77E03">
        <w:t>’</w:t>
      </w:r>
      <w:r w:rsidRPr="002813C1">
        <w:t>une lanterne de marchand de tabac</w:t>
      </w:r>
      <w:r w:rsidR="00B77E03">
        <w:t>…</w:t>
      </w:r>
    </w:p>
    <w:p w14:paraId="3EB0B360" w14:textId="0982D3F2" w:rsidR="0024252B" w:rsidRPr="002813C1" w:rsidRDefault="0024252B" w:rsidP="00B77E03">
      <w:pPr>
        <w:pStyle w:val="Titre1"/>
      </w:pPr>
      <w:bookmarkStart w:id="9" w:name="_Toc202022834"/>
      <w:r w:rsidRPr="002813C1">
        <w:lastRenderedPageBreak/>
        <w:t>X</w:t>
      </w:r>
      <w:bookmarkEnd w:id="9"/>
      <w:r w:rsidRPr="002813C1">
        <w:br/>
      </w:r>
    </w:p>
    <w:p w14:paraId="253E02A6" w14:textId="77777777" w:rsidR="00B77E03" w:rsidRDefault="0024252B" w:rsidP="00B77E03">
      <w:r w:rsidRPr="002813C1">
        <w:t>Touchant au but</w:t>
      </w:r>
      <w:r w:rsidR="00B77E03">
        <w:t xml:space="preserve">, </w:t>
      </w:r>
      <w:r w:rsidRPr="002813C1">
        <w:t>Chupin ralentit le pas</w:t>
      </w:r>
      <w:r w:rsidR="00B77E03">
        <w:t xml:space="preserve">, </w:t>
      </w:r>
      <w:r w:rsidRPr="002813C1">
        <w:t>et c</w:t>
      </w:r>
      <w:r w:rsidR="00B77E03">
        <w:t>’</w:t>
      </w:r>
      <w:r w:rsidRPr="002813C1">
        <w:t>est avec les plus savantes précautions qu</w:t>
      </w:r>
      <w:r w:rsidR="00B77E03">
        <w:t>’</w:t>
      </w:r>
      <w:r w:rsidRPr="002813C1">
        <w:t>il s</w:t>
      </w:r>
      <w:r w:rsidR="00B77E03">
        <w:t>’</w:t>
      </w:r>
      <w:r w:rsidRPr="002813C1">
        <w:t>approcha de la boutique</w:t>
      </w:r>
      <w:r w:rsidR="00B77E03">
        <w:t xml:space="preserve">, </w:t>
      </w:r>
      <w:r w:rsidRPr="002813C1">
        <w:t>jusqu</w:t>
      </w:r>
      <w:r w:rsidR="00B77E03">
        <w:t>’</w:t>
      </w:r>
      <w:r w:rsidRPr="002813C1">
        <w:t>à coller son museau futé contre le vitrage</w:t>
      </w:r>
      <w:r w:rsidR="00B77E03">
        <w:t>…</w:t>
      </w:r>
    </w:p>
    <w:p w14:paraId="0F343EAD" w14:textId="77777777" w:rsidR="00B77E03" w:rsidRDefault="0024252B" w:rsidP="00B77E03">
      <w:r w:rsidRPr="002813C1">
        <w:t>Il jugeait utile de voir</w:t>
      </w:r>
      <w:r w:rsidR="00B77E03">
        <w:t xml:space="preserve">, </w:t>
      </w:r>
      <w:r w:rsidRPr="002813C1">
        <w:t>avant de se montrer</w:t>
      </w:r>
      <w:r w:rsidR="00B77E03">
        <w:t xml:space="preserve">, </w:t>
      </w:r>
      <w:r w:rsidRPr="002813C1">
        <w:t>et d</w:t>
      </w:r>
      <w:r w:rsidR="00B77E03">
        <w:t>’</w:t>
      </w:r>
      <w:r w:rsidRPr="002813C1">
        <w:t>étudier l</w:t>
      </w:r>
      <w:r w:rsidR="00B77E03">
        <w:t>’</w:t>
      </w:r>
      <w:r w:rsidRPr="002813C1">
        <w:t>intérieur du dehors pour composer son entrée</w:t>
      </w:r>
      <w:r w:rsidR="00B77E03">
        <w:t>.</w:t>
      </w:r>
    </w:p>
    <w:p w14:paraId="785E47CE" w14:textId="77777777" w:rsidR="00B77E03" w:rsidRDefault="0024252B" w:rsidP="00B77E03">
      <w:r w:rsidRPr="002813C1">
        <w:t>Et certes</w:t>
      </w:r>
      <w:r w:rsidR="00B77E03">
        <w:t xml:space="preserve">, </w:t>
      </w:r>
      <w:r w:rsidRPr="002813C1">
        <w:t>rien ne l</w:t>
      </w:r>
      <w:r w:rsidR="00B77E03">
        <w:t>’</w:t>
      </w:r>
      <w:r w:rsidRPr="002813C1">
        <w:t>empêchait d</w:t>
      </w:r>
      <w:r w:rsidR="00B77E03">
        <w:t>’</w:t>
      </w:r>
      <w:r w:rsidRPr="002813C1">
        <w:t>observer à son aise</w:t>
      </w:r>
      <w:r w:rsidR="00B77E03">
        <w:t xml:space="preserve">, </w:t>
      </w:r>
      <w:r w:rsidRPr="002813C1">
        <w:t>et longuement</w:t>
      </w:r>
      <w:r w:rsidR="00B77E03">
        <w:t>.</w:t>
      </w:r>
    </w:p>
    <w:p w14:paraId="0EAC3FDF" w14:textId="77777777" w:rsidR="00B77E03" w:rsidRDefault="0024252B" w:rsidP="00B77E03">
      <w:r w:rsidRPr="002813C1">
        <w:t>La nuit était noire</w:t>
      </w:r>
      <w:r w:rsidR="00B77E03">
        <w:t xml:space="preserve">, </w:t>
      </w:r>
      <w:r w:rsidRPr="002813C1">
        <w:t>le quai désert</w:t>
      </w:r>
      <w:r w:rsidR="00B77E03">
        <w:t xml:space="preserve">. </w:t>
      </w:r>
      <w:r w:rsidRPr="002813C1">
        <w:t>Personne</w:t>
      </w:r>
      <w:r w:rsidR="00B77E03">
        <w:t xml:space="preserve">, </w:t>
      </w:r>
      <w:r w:rsidRPr="002813C1">
        <w:t>pas un bruit</w:t>
      </w:r>
      <w:r w:rsidR="00B77E03">
        <w:t xml:space="preserve">, </w:t>
      </w:r>
      <w:r w:rsidRPr="002813C1">
        <w:t>rien</w:t>
      </w:r>
      <w:r w:rsidR="00B77E03">
        <w:t xml:space="preserve">… </w:t>
      </w:r>
      <w:r w:rsidRPr="002813C1">
        <w:t>Le brouillard épais et puant étouffait jusqu</w:t>
      </w:r>
      <w:r w:rsidR="00B77E03">
        <w:t>’</w:t>
      </w:r>
      <w:r w:rsidRPr="002813C1">
        <w:t>aux joyeuses rumeurs de la barrière voisine</w:t>
      </w:r>
      <w:r w:rsidR="00B77E03">
        <w:t>.</w:t>
      </w:r>
    </w:p>
    <w:p w14:paraId="04CA01F0" w14:textId="77777777" w:rsidR="00B77E03" w:rsidRDefault="0024252B" w:rsidP="00B77E03">
      <w:r w:rsidRPr="002813C1">
        <w:t>C</w:t>
      </w:r>
      <w:r w:rsidR="00B77E03">
        <w:t>’</w:t>
      </w:r>
      <w:r w:rsidRPr="002813C1">
        <w:t>était sinistre à donner le frisson à ce vieux gamin de Paris</w:t>
      </w:r>
      <w:r w:rsidR="00B77E03">
        <w:t xml:space="preserve">, </w:t>
      </w:r>
      <w:r w:rsidRPr="002813C1">
        <w:t>qui n</w:t>
      </w:r>
      <w:r w:rsidR="00B77E03">
        <w:t>’</w:t>
      </w:r>
      <w:r w:rsidRPr="002813C1">
        <w:t>était guère impressionnable</w:t>
      </w:r>
      <w:r w:rsidR="00B77E03">
        <w:t xml:space="preserve">, </w:t>
      </w:r>
      <w:r w:rsidRPr="002813C1">
        <w:t>cependant</w:t>
      </w:r>
      <w:r w:rsidR="00B77E03">
        <w:t xml:space="preserve">, </w:t>
      </w:r>
      <w:r w:rsidRPr="002813C1">
        <w:t xml:space="preserve">et qui dans les coins les plus perclus de </w:t>
      </w:r>
      <w:r w:rsidR="00B77E03">
        <w:t>« </w:t>
      </w:r>
      <w:r w:rsidRPr="002813C1">
        <w:t>sa ville</w:t>
      </w:r>
      <w:r w:rsidR="00B77E03">
        <w:t> »</w:t>
      </w:r>
      <w:r w:rsidRPr="002813C1">
        <w:t xml:space="preserve"> se sentait chez lui autant qu</w:t>
      </w:r>
      <w:r w:rsidR="00B77E03">
        <w:t>’</w:t>
      </w:r>
      <w:r w:rsidRPr="002813C1">
        <w:t>un bourgeois dans les différentes pièces de son appartement</w:t>
      </w:r>
      <w:r w:rsidR="00B77E03">
        <w:t>.</w:t>
      </w:r>
    </w:p>
    <w:p w14:paraId="5AACB350" w14:textId="77777777" w:rsidR="00B77E03" w:rsidRDefault="00B77E03" w:rsidP="00B77E03">
      <w:r>
        <w:t>— </w:t>
      </w:r>
      <w:r w:rsidR="0024252B" w:rsidRPr="002813C1">
        <w:t>Il faut</w:t>
      </w:r>
      <w:r>
        <w:t xml:space="preserve">, </w:t>
      </w:r>
      <w:r w:rsidR="0024252B" w:rsidRPr="002813C1">
        <w:t>pensait-il</w:t>
      </w:r>
      <w:r>
        <w:t xml:space="preserve">, </w:t>
      </w:r>
      <w:r w:rsidR="0024252B" w:rsidRPr="002813C1">
        <w:t xml:space="preserve">que la légitime de ce scélérat de </w:t>
      </w:r>
      <w:proofErr w:type="spellStart"/>
      <w:r w:rsidR="0024252B" w:rsidRPr="002813C1">
        <w:t>Coralth</w:t>
      </w:r>
      <w:proofErr w:type="spellEnd"/>
      <w:r w:rsidR="0024252B" w:rsidRPr="002813C1">
        <w:t xml:space="preserve"> ait moins de cent mille livres de rente pour être venue s</w:t>
      </w:r>
      <w:r>
        <w:t>’</w:t>
      </w:r>
      <w:r w:rsidR="0024252B" w:rsidRPr="002813C1">
        <w:t>établir ici</w:t>
      </w:r>
      <w:r>
        <w:t>…</w:t>
      </w:r>
    </w:p>
    <w:p w14:paraId="61E99664" w14:textId="77777777" w:rsidR="00B77E03" w:rsidRDefault="0024252B" w:rsidP="00B77E03">
      <w:r w:rsidRPr="002813C1">
        <w:t>Et en effet</w:t>
      </w:r>
      <w:r w:rsidR="00B77E03">
        <w:t xml:space="preserve">, </w:t>
      </w:r>
      <w:r w:rsidRPr="002813C1">
        <w:t>rien d</w:t>
      </w:r>
      <w:r w:rsidR="00B77E03">
        <w:t>’</w:t>
      </w:r>
      <w:r w:rsidRPr="002813C1">
        <w:t>affreux comme la maison où était installé le débit de tabac</w:t>
      </w:r>
      <w:r w:rsidR="00B77E03">
        <w:t xml:space="preserve">… </w:t>
      </w:r>
      <w:r w:rsidRPr="002813C1">
        <w:t>C</w:t>
      </w:r>
      <w:r w:rsidR="00B77E03">
        <w:t>’</w:t>
      </w:r>
      <w:r w:rsidRPr="002813C1">
        <w:t>était une bicoque à un seul étage</w:t>
      </w:r>
      <w:r w:rsidR="00B77E03">
        <w:t xml:space="preserve">, </w:t>
      </w:r>
      <w:r w:rsidRPr="002813C1">
        <w:t>bâtie</w:t>
      </w:r>
      <w:r w:rsidR="00B77E03">
        <w:t xml:space="preserve">, </w:t>
      </w:r>
      <w:r w:rsidRPr="002813C1">
        <w:t>selon l</w:t>
      </w:r>
      <w:r w:rsidR="00B77E03">
        <w:t>’</w:t>
      </w:r>
      <w:r w:rsidRPr="002813C1">
        <w:t>expression populaire</w:t>
      </w:r>
      <w:r w:rsidR="00B77E03">
        <w:t xml:space="preserve">, </w:t>
      </w:r>
      <w:r w:rsidRPr="002813C1">
        <w:t>de boue et de crachat</w:t>
      </w:r>
      <w:r w:rsidR="00B77E03">
        <w:t xml:space="preserve">, </w:t>
      </w:r>
      <w:r w:rsidRPr="002813C1">
        <w:t>toute branlante et tout en ruines</w:t>
      </w:r>
      <w:r w:rsidR="00B77E03">
        <w:t xml:space="preserve">, </w:t>
      </w:r>
      <w:r w:rsidRPr="002813C1">
        <w:t>étayée de deux côtés</w:t>
      </w:r>
      <w:r w:rsidR="00B77E03">
        <w:t xml:space="preserve">, </w:t>
      </w:r>
      <w:r w:rsidRPr="002813C1">
        <w:t>et dont on avait masqué les lézardes en clouant des vieilles planches de bateaux contre la façade</w:t>
      </w:r>
      <w:r w:rsidR="00B77E03">
        <w:t>…</w:t>
      </w:r>
    </w:p>
    <w:p w14:paraId="55075C8F" w14:textId="77777777" w:rsidR="00B77E03" w:rsidRDefault="00B77E03" w:rsidP="00B77E03">
      <w:r>
        <w:lastRenderedPageBreak/>
        <w:t>— </w:t>
      </w:r>
      <w:r w:rsidR="0024252B" w:rsidRPr="002813C1">
        <w:t>Positivement</w:t>
      </w:r>
      <w:r>
        <w:t xml:space="preserve">, </w:t>
      </w:r>
      <w:r w:rsidR="0024252B" w:rsidRPr="002813C1">
        <w:t>se dit Chupin</w:t>
      </w:r>
      <w:r>
        <w:t xml:space="preserve">, </w:t>
      </w:r>
      <w:r w:rsidR="0024252B" w:rsidRPr="002813C1">
        <w:t>je ne serais pas tranquille là-dedans</w:t>
      </w:r>
      <w:r>
        <w:t xml:space="preserve">, </w:t>
      </w:r>
      <w:r w:rsidR="0024252B" w:rsidRPr="002813C1">
        <w:t>les jours de grand vent</w:t>
      </w:r>
      <w:r>
        <w:t>…</w:t>
      </w:r>
    </w:p>
    <w:p w14:paraId="63467945" w14:textId="77777777" w:rsidR="00B77E03" w:rsidRDefault="0024252B" w:rsidP="00B77E03">
      <w:r w:rsidRPr="002813C1">
        <w:t>La boutique elle-même</w:t>
      </w:r>
      <w:r w:rsidR="00B77E03">
        <w:t xml:space="preserve">, </w:t>
      </w:r>
      <w:r w:rsidRPr="002813C1">
        <w:t>assez grande</w:t>
      </w:r>
      <w:r w:rsidR="00B77E03">
        <w:t xml:space="preserve">, </w:t>
      </w:r>
      <w:r w:rsidRPr="002813C1">
        <w:t>mais sordide et repoussante de malpropreté</w:t>
      </w:r>
      <w:r w:rsidR="00B77E03">
        <w:t xml:space="preserve">, </w:t>
      </w:r>
      <w:r w:rsidRPr="002813C1">
        <w:t>criait misère</w:t>
      </w:r>
      <w:r w:rsidR="00B77E03">
        <w:t xml:space="preserve">… </w:t>
      </w:r>
      <w:r w:rsidRPr="002813C1">
        <w:t>Le long des murs</w:t>
      </w:r>
      <w:r w:rsidR="00B77E03">
        <w:t xml:space="preserve">, </w:t>
      </w:r>
      <w:r w:rsidRPr="002813C1">
        <w:t>dont le crépi s</w:t>
      </w:r>
      <w:r w:rsidR="00B77E03">
        <w:t>’</w:t>
      </w:r>
      <w:r w:rsidRPr="002813C1">
        <w:t>écaillait</w:t>
      </w:r>
      <w:r w:rsidR="00B77E03">
        <w:t xml:space="preserve">, </w:t>
      </w:r>
      <w:r w:rsidRPr="002813C1">
        <w:t>l</w:t>
      </w:r>
      <w:r w:rsidR="00B77E03">
        <w:t>’</w:t>
      </w:r>
      <w:r w:rsidRPr="002813C1">
        <w:t>humidité suintait en larmes verdâtres</w:t>
      </w:r>
      <w:r w:rsidR="00B77E03">
        <w:t>…</w:t>
      </w:r>
    </w:p>
    <w:p w14:paraId="247A260D" w14:textId="77777777" w:rsidR="00B77E03" w:rsidRDefault="0024252B" w:rsidP="00B77E03">
      <w:r w:rsidRPr="002813C1">
        <w:t>Le carreau disparaissait sous une couche épaisse et inégale</w:t>
      </w:r>
      <w:r w:rsidR="00B77E03">
        <w:t xml:space="preserve">, </w:t>
      </w:r>
      <w:r w:rsidRPr="002813C1">
        <w:t>de cette boue de charbon noire et gluante</w:t>
      </w:r>
      <w:r w:rsidR="00B77E03">
        <w:t xml:space="preserve">, </w:t>
      </w:r>
      <w:r w:rsidRPr="002813C1">
        <w:t>qui est le sol même du quai de la Seine</w:t>
      </w:r>
      <w:r w:rsidR="00B77E03">
        <w:t>…</w:t>
      </w:r>
    </w:p>
    <w:p w14:paraId="495C6A8D" w14:textId="77777777" w:rsidR="00B77E03" w:rsidRDefault="0024252B" w:rsidP="00B77E03">
      <w:r w:rsidRPr="002813C1">
        <w:t>Un marchand de démolitions avait vendu au hasard le mobilier</w:t>
      </w:r>
      <w:r w:rsidR="00B77E03">
        <w:t xml:space="preserve"> : </w:t>
      </w:r>
      <w:r w:rsidRPr="002813C1">
        <w:t>le comptoir</w:t>
      </w:r>
      <w:r w:rsidR="00B77E03">
        <w:t xml:space="preserve">, </w:t>
      </w:r>
      <w:r w:rsidRPr="002813C1">
        <w:t>avec ses quatre pots de grès</w:t>
      </w:r>
      <w:r w:rsidR="00B77E03">
        <w:t xml:space="preserve">, </w:t>
      </w:r>
      <w:r w:rsidRPr="002813C1">
        <w:t>et ses deux paires de balances</w:t>
      </w:r>
      <w:r w:rsidR="00B77E03">
        <w:t xml:space="preserve">, </w:t>
      </w:r>
      <w:r w:rsidRPr="002813C1">
        <w:t>et aussi les vitrines dépareillées où on apercevait des pipes et des papiers à cigarettes</w:t>
      </w:r>
      <w:r w:rsidR="00B77E03">
        <w:t xml:space="preserve">, </w:t>
      </w:r>
      <w:r w:rsidRPr="002813C1">
        <w:t>des petits verres et plusieurs bouteilles à étiquettes bariolées</w:t>
      </w:r>
      <w:r w:rsidR="00B77E03">
        <w:t xml:space="preserve">, </w:t>
      </w:r>
      <w:r w:rsidRPr="002813C1">
        <w:t>cinq ou six boîtes de cigares et quelques paquets de tabac</w:t>
      </w:r>
      <w:r w:rsidR="00B77E03">
        <w:t xml:space="preserve">, </w:t>
      </w:r>
      <w:r w:rsidRPr="002813C1">
        <w:t>mouillé</w:t>
      </w:r>
      <w:r w:rsidR="00B77E03">
        <w:t xml:space="preserve">, </w:t>
      </w:r>
      <w:r w:rsidRPr="002813C1">
        <w:t>on le devinait</w:t>
      </w:r>
      <w:r w:rsidR="00B77E03">
        <w:t xml:space="preserve">, </w:t>
      </w:r>
      <w:r w:rsidRPr="002813C1">
        <w:t>autant qu</w:t>
      </w:r>
      <w:r w:rsidR="00B77E03">
        <w:t>’</w:t>
      </w:r>
      <w:r w:rsidRPr="002813C1">
        <w:t>une éponge qu</w:t>
      </w:r>
      <w:r w:rsidR="00B77E03">
        <w:t>’</w:t>
      </w:r>
      <w:r w:rsidRPr="002813C1">
        <w:t>on retire de l</w:t>
      </w:r>
      <w:r w:rsidR="00B77E03">
        <w:t>’</w:t>
      </w:r>
      <w:r w:rsidRPr="002813C1">
        <w:t>eau</w:t>
      </w:r>
      <w:r w:rsidR="00B77E03">
        <w:t>…</w:t>
      </w:r>
    </w:p>
    <w:p w14:paraId="6B6F2100" w14:textId="77777777" w:rsidR="00B77E03" w:rsidRDefault="0024252B" w:rsidP="00B77E03">
      <w:r w:rsidRPr="002813C1">
        <w:t xml:space="preserve">Comparant ce bouge lugubre au voluptueux intérieur du vicomte de </w:t>
      </w:r>
      <w:proofErr w:type="spellStart"/>
      <w:r w:rsidRPr="002813C1">
        <w:t>Coralth</w:t>
      </w:r>
      <w:proofErr w:type="spellEnd"/>
      <w:r w:rsidR="00B77E03">
        <w:t xml:space="preserve">, </w:t>
      </w:r>
      <w:r w:rsidRPr="002813C1">
        <w:t>Chupin se sentait le cœur serré</w:t>
      </w:r>
      <w:r w:rsidR="00B77E03">
        <w:t xml:space="preserve">, </w:t>
      </w:r>
      <w:r w:rsidRPr="002813C1">
        <w:t>et la colère bouillait dans ses veines</w:t>
      </w:r>
      <w:r w:rsidR="00B77E03">
        <w:t>…</w:t>
      </w:r>
    </w:p>
    <w:p w14:paraId="5E18ABEB" w14:textId="77777777" w:rsidR="00B77E03" w:rsidRDefault="00B77E03" w:rsidP="00B77E03">
      <w:r>
        <w:t>— </w:t>
      </w:r>
      <w:r w:rsidR="0024252B" w:rsidRPr="002813C1">
        <w:t>Rien que pour ça</w:t>
      </w:r>
      <w:r>
        <w:t xml:space="preserve">, </w:t>
      </w:r>
      <w:r w:rsidR="0024252B" w:rsidRPr="002813C1">
        <w:t>grondait-il</w:t>
      </w:r>
      <w:r>
        <w:t xml:space="preserve">, </w:t>
      </w:r>
      <w:r w:rsidR="0024252B" w:rsidRPr="002813C1">
        <w:t>les dents serrées</w:t>
      </w:r>
      <w:r>
        <w:t xml:space="preserve">, </w:t>
      </w:r>
      <w:r w:rsidR="0024252B" w:rsidRPr="002813C1">
        <w:t>on devrait le fusiller</w:t>
      </w:r>
      <w:r>
        <w:t xml:space="preserve">, </w:t>
      </w:r>
      <w:r w:rsidR="0024252B" w:rsidRPr="002813C1">
        <w:t>le propre-à-rien</w:t>
      </w:r>
      <w:r>
        <w:t xml:space="preserve"> !… </w:t>
      </w:r>
      <w:r w:rsidR="0024252B" w:rsidRPr="002813C1">
        <w:t>Laisser crever sa femme de faim</w:t>
      </w:r>
      <w:r>
        <w:t> !…</w:t>
      </w:r>
    </w:p>
    <w:p w14:paraId="4A7D7B7D" w14:textId="11035BF8" w:rsidR="00B77E03" w:rsidRDefault="0024252B" w:rsidP="00B77E03">
      <w:r w:rsidRPr="002813C1">
        <w:t>Car c</w:t>
      </w:r>
      <w:r w:rsidR="00B77E03">
        <w:t>’</w:t>
      </w:r>
      <w:r w:rsidRPr="002813C1">
        <w:t xml:space="preserve">était bien la femme de </w:t>
      </w:r>
      <w:r w:rsidR="00B77E03">
        <w:t>M. de </w:t>
      </w:r>
      <w:proofErr w:type="spellStart"/>
      <w:r w:rsidRPr="002813C1">
        <w:t>Coralth</w:t>
      </w:r>
      <w:proofErr w:type="spellEnd"/>
      <w:r w:rsidRPr="002813C1">
        <w:t xml:space="preserve"> qui tenait ce débit</w:t>
      </w:r>
      <w:r w:rsidR="00B77E03">
        <w:t>.</w:t>
      </w:r>
    </w:p>
    <w:p w14:paraId="09F3E915" w14:textId="77777777" w:rsidR="00B77E03" w:rsidRDefault="0024252B" w:rsidP="00B77E03">
      <w:r w:rsidRPr="002813C1">
        <w:t>Chupin</w:t>
      </w:r>
      <w:r w:rsidR="00B77E03">
        <w:t xml:space="preserve">, </w:t>
      </w:r>
      <w:r w:rsidRPr="002813C1">
        <w:t>qui l</w:t>
      </w:r>
      <w:r w:rsidR="00B77E03">
        <w:t>’</w:t>
      </w:r>
      <w:r w:rsidRPr="002813C1">
        <w:t>avait vue autrefois</w:t>
      </w:r>
      <w:r w:rsidR="00B77E03">
        <w:t xml:space="preserve">, </w:t>
      </w:r>
      <w:r w:rsidRPr="002813C1">
        <w:t>la reconnaissait derrière son comptoir</w:t>
      </w:r>
      <w:r w:rsidR="00B77E03">
        <w:t xml:space="preserve">, </w:t>
      </w:r>
      <w:r w:rsidRPr="002813C1">
        <w:t>encore qu</w:t>
      </w:r>
      <w:r w:rsidR="00B77E03">
        <w:t>’</w:t>
      </w:r>
      <w:r w:rsidRPr="002813C1">
        <w:t>elle fût cruellement changée et à peine reconnaissable</w:t>
      </w:r>
      <w:r w:rsidR="00B77E03">
        <w:t>.</w:t>
      </w:r>
    </w:p>
    <w:p w14:paraId="050E1DCB" w14:textId="2D5C5E58" w:rsidR="00B77E03" w:rsidRDefault="00B77E03" w:rsidP="00B77E03">
      <w:r>
        <w:t>— </w:t>
      </w:r>
      <w:r w:rsidR="0024252B" w:rsidRPr="002813C1">
        <w:t>C</w:t>
      </w:r>
      <w:r>
        <w:t>’</w:t>
      </w:r>
      <w:r w:rsidR="0024252B" w:rsidRPr="002813C1">
        <w:t>est bien elle</w:t>
      </w:r>
      <w:r>
        <w:t xml:space="preserve">, </w:t>
      </w:r>
      <w:r w:rsidR="0024252B" w:rsidRPr="002813C1">
        <w:t>murmurait-il</w:t>
      </w:r>
      <w:r>
        <w:t xml:space="preserve">… </w:t>
      </w:r>
      <w:r w:rsidR="0024252B" w:rsidRPr="002813C1">
        <w:t>C</w:t>
      </w:r>
      <w:r>
        <w:t>’</w:t>
      </w:r>
      <w:r w:rsidR="0024252B" w:rsidRPr="002813C1">
        <w:t xml:space="preserve">est bien </w:t>
      </w:r>
      <w:r>
        <w:t>M</w:t>
      </w:r>
      <w:r w:rsidRPr="00B77E03">
        <w:rPr>
          <w:vertAlign w:val="superscript"/>
        </w:rPr>
        <w:t>lle</w:t>
      </w:r>
      <w:r>
        <w:t> </w:t>
      </w:r>
      <w:r w:rsidR="0024252B" w:rsidRPr="002813C1">
        <w:t>Flavie</w:t>
      </w:r>
      <w:r>
        <w:t>.</w:t>
      </w:r>
    </w:p>
    <w:p w14:paraId="685E52CA" w14:textId="77777777" w:rsidR="00B77E03" w:rsidRDefault="0024252B" w:rsidP="00B77E03">
      <w:r w:rsidRPr="002813C1">
        <w:lastRenderedPageBreak/>
        <w:t>Il lui donnait son nom de jeune fille</w:t>
      </w:r>
      <w:r w:rsidR="00B77E03">
        <w:t xml:space="preserve">. – </w:t>
      </w:r>
      <w:r w:rsidRPr="002813C1">
        <w:t>Pauvre femme</w:t>
      </w:r>
      <w:r w:rsidR="00B77E03">
        <w:t> !…</w:t>
      </w:r>
    </w:p>
    <w:p w14:paraId="251FA84B" w14:textId="77777777" w:rsidR="00B77E03" w:rsidRDefault="0024252B" w:rsidP="00B77E03">
      <w:r w:rsidRPr="002813C1">
        <w:t>Pauvre créature</w:t>
      </w:r>
      <w:r w:rsidR="00B77E03">
        <w:t xml:space="preserve"> !… </w:t>
      </w:r>
      <w:r w:rsidRPr="002813C1">
        <w:t>en effet</w:t>
      </w:r>
      <w:r w:rsidR="00B77E03">
        <w:t xml:space="preserve"> !… </w:t>
      </w:r>
      <w:r w:rsidRPr="002813C1">
        <w:t>Sans doute</w:t>
      </w:r>
      <w:r w:rsidR="00B77E03">
        <w:t xml:space="preserve">, </w:t>
      </w:r>
      <w:r w:rsidRPr="002813C1">
        <w:t>elle était jeune encore</w:t>
      </w:r>
      <w:r w:rsidR="00B77E03">
        <w:t xml:space="preserve">, </w:t>
      </w:r>
      <w:r w:rsidRPr="002813C1">
        <w:t>mais le malheur</w:t>
      </w:r>
      <w:r w:rsidR="00B77E03">
        <w:t xml:space="preserve">, </w:t>
      </w:r>
      <w:r w:rsidRPr="002813C1">
        <w:t>les chagrins</w:t>
      </w:r>
      <w:r w:rsidR="00B77E03">
        <w:t xml:space="preserve">, </w:t>
      </w:r>
      <w:r w:rsidRPr="002813C1">
        <w:t>les regrets</w:t>
      </w:r>
      <w:r w:rsidR="00B77E03">
        <w:t xml:space="preserve">, </w:t>
      </w:r>
      <w:r w:rsidRPr="002813C1">
        <w:t>les privations horribles</w:t>
      </w:r>
      <w:r w:rsidR="00B77E03">
        <w:t xml:space="preserve">, </w:t>
      </w:r>
      <w:r w:rsidRPr="002813C1">
        <w:t>les jours employés à se procurer sa chétive existence</w:t>
      </w:r>
      <w:r w:rsidR="00B77E03">
        <w:t xml:space="preserve">, </w:t>
      </w:r>
      <w:r w:rsidRPr="002813C1">
        <w:t>les nuits consumées dans les larmes</w:t>
      </w:r>
      <w:r w:rsidR="00B77E03">
        <w:t xml:space="preserve">, </w:t>
      </w:r>
      <w:r w:rsidRPr="002813C1">
        <w:t>l</w:t>
      </w:r>
      <w:r w:rsidR="00B77E03">
        <w:t>’</w:t>
      </w:r>
      <w:r w:rsidRPr="002813C1">
        <w:t>avaient</w:t>
      </w:r>
      <w:r w:rsidR="00B77E03">
        <w:t xml:space="preserve">, </w:t>
      </w:r>
      <w:r w:rsidRPr="002813C1">
        <w:t>bien avant l</w:t>
      </w:r>
      <w:r w:rsidR="00B77E03">
        <w:t>’</w:t>
      </w:r>
      <w:r w:rsidRPr="002813C1">
        <w:t>âge</w:t>
      </w:r>
      <w:r w:rsidR="00B77E03">
        <w:t xml:space="preserve">, </w:t>
      </w:r>
      <w:r w:rsidRPr="002813C1">
        <w:t>vieillie</w:t>
      </w:r>
      <w:r w:rsidR="00B77E03">
        <w:t xml:space="preserve">, </w:t>
      </w:r>
      <w:r w:rsidRPr="002813C1">
        <w:t>fanée</w:t>
      </w:r>
      <w:r w:rsidR="00B77E03">
        <w:t xml:space="preserve">, </w:t>
      </w:r>
      <w:r w:rsidRPr="002813C1">
        <w:t>flétrie</w:t>
      </w:r>
      <w:r w:rsidR="00B77E03">
        <w:t xml:space="preserve">, </w:t>
      </w:r>
      <w:r w:rsidRPr="002813C1">
        <w:t>détruite</w:t>
      </w:r>
      <w:r w:rsidR="00B77E03">
        <w:t>…</w:t>
      </w:r>
    </w:p>
    <w:p w14:paraId="5E38190C" w14:textId="77777777" w:rsidR="00B77E03" w:rsidRDefault="0024252B" w:rsidP="00B77E03">
      <w:r w:rsidRPr="002813C1">
        <w:t>La chétive clarté d</w:t>
      </w:r>
      <w:r w:rsidR="00B77E03">
        <w:t>’</w:t>
      </w:r>
      <w:r w:rsidRPr="002813C1">
        <w:t>une lampe au schiste</w:t>
      </w:r>
      <w:r w:rsidR="00B77E03">
        <w:t xml:space="preserve">, </w:t>
      </w:r>
      <w:r w:rsidRPr="002813C1">
        <w:t>accrochée au plafond</w:t>
      </w:r>
      <w:r w:rsidR="00B77E03">
        <w:t xml:space="preserve">, </w:t>
      </w:r>
      <w:r w:rsidRPr="002813C1">
        <w:t>tombant d</w:t>
      </w:r>
      <w:r w:rsidR="00B77E03">
        <w:t>’</w:t>
      </w:r>
      <w:r w:rsidRPr="002813C1">
        <w:t>aplomb sur son visage</w:t>
      </w:r>
      <w:r w:rsidR="00B77E03">
        <w:t xml:space="preserve">, </w:t>
      </w:r>
      <w:r w:rsidRPr="002813C1">
        <w:t>en accentuait encore la pâleur et la maigreur</w:t>
      </w:r>
      <w:r w:rsidR="00B77E03">
        <w:t xml:space="preserve">, </w:t>
      </w:r>
      <w:r w:rsidRPr="002813C1">
        <w:t>projetant des ombres noires sous ses sourcils</w:t>
      </w:r>
      <w:r w:rsidR="00B77E03">
        <w:t xml:space="preserve">, </w:t>
      </w:r>
      <w:r w:rsidRPr="002813C1">
        <w:t>et faisant saillir</w:t>
      </w:r>
      <w:r w:rsidR="00B77E03">
        <w:t xml:space="preserve">, </w:t>
      </w:r>
      <w:r w:rsidRPr="002813C1">
        <w:t>comme ceux d</w:t>
      </w:r>
      <w:r w:rsidR="00B77E03">
        <w:t>’</w:t>
      </w:r>
      <w:r w:rsidRPr="002813C1">
        <w:t>un squelette</w:t>
      </w:r>
      <w:r w:rsidR="00B77E03">
        <w:t xml:space="preserve">, </w:t>
      </w:r>
      <w:r w:rsidRPr="002813C1">
        <w:t>les os de ses tempes et de ses mâchoires</w:t>
      </w:r>
      <w:r w:rsidR="00B77E03">
        <w:t>…</w:t>
      </w:r>
    </w:p>
    <w:p w14:paraId="2C486EA0" w14:textId="77777777" w:rsidR="00B77E03" w:rsidRDefault="0024252B" w:rsidP="00B77E03">
      <w:r w:rsidRPr="002813C1">
        <w:t>De sa beauté</w:t>
      </w:r>
      <w:r w:rsidR="00B77E03">
        <w:t xml:space="preserve">, </w:t>
      </w:r>
      <w:r w:rsidRPr="002813C1">
        <w:t>qui avait été saisissante</w:t>
      </w:r>
      <w:r w:rsidR="00B77E03">
        <w:t xml:space="preserve">, </w:t>
      </w:r>
      <w:r w:rsidRPr="002813C1">
        <w:t>rien ne restait que ses cheveux</w:t>
      </w:r>
      <w:r w:rsidR="00B77E03">
        <w:t xml:space="preserve">, </w:t>
      </w:r>
      <w:r w:rsidRPr="002813C1">
        <w:t>encore magnifiques</w:t>
      </w:r>
      <w:r w:rsidR="00B77E03">
        <w:t xml:space="preserve">, </w:t>
      </w:r>
      <w:r w:rsidRPr="002813C1">
        <w:t>mais ternes et emmêlés</w:t>
      </w:r>
      <w:r w:rsidR="00B77E03">
        <w:t xml:space="preserve">, </w:t>
      </w:r>
      <w:r w:rsidRPr="002813C1">
        <w:t>comme si le peigne ne les eût pas touchés depuis des semaines</w:t>
      </w:r>
      <w:r w:rsidR="00B77E03">
        <w:t xml:space="preserve">, </w:t>
      </w:r>
      <w:r w:rsidRPr="002813C1">
        <w:t>et aussi ses grands yeux noirs démesurés</w:t>
      </w:r>
      <w:r w:rsidR="00B77E03">
        <w:t xml:space="preserve">, </w:t>
      </w:r>
      <w:r w:rsidRPr="002813C1">
        <w:t>qui brillaient d</w:t>
      </w:r>
      <w:r w:rsidR="00B77E03">
        <w:t>’</w:t>
      </w:r>
      <w:r w:rsidRPr="002813C1">
        <w:t>un éclat phosphorescent</w:t>
      </w:r>
      <w:r w:rsidR="00B77E03">
        <w:t xml:space="preserve">, </w:t>
      </w:r>
      <w:r w:rsidRPr="002813C1">
        <w:t>l</w:t>
      </w:r>
      <w:r w:rsidR="00B77E03">
        <w:t>’</w:t>
      </w:r>
      <w:r w:rsidRPr="002813C1">
        <w:t>éclat de la fièvre qui couve comme un incendie</w:t>
      </w:r>
      <w:r w:rsidR="00B77E03">
        <w:t xml:space="preserve">, </w:t>
      </w:r>
      <w:r w:rsidRPr="002813C1">
        <w:t>qui mine sourdement</w:t>
      </w:r>
      <w:r w:rsidR="00B77E03">
        <w:t xml:space="preserve">, </w:t>
      </w:r>
      <w:r w:rsidRPr="002813C1">
        <w:t>brûle et tue</w:t>
      </w:r>
      <w:r w:rsidR="00B77E03">
        <w:t>…</w:t>
      </w:r>
    </w:p>
    <w:p w14:paraId="3CFEF12A" w14:textId="77777777" w:rsidR="00B77E03" w:rsidRDefault="0024252B" w:rsidP="00B77E03">
      <w:r w:rsidRPr="002813C1">
        <w:t>En elle</w:t>
      </w:r>
      <w:r w:rsidR="00B77E03">
        <w:t xml:space="preserve">, </w:t>
      </w:r>
      <w:r w:rsidRPr="002813C1">
        <w:t>d</w:t>
      </w:r>
      <w:r w:rsidR="00B77E03">
        <w:t>’</w:t>
      </w:r>
      <w:r w:rsidRPr="002813C1">
        <w:t>ailleurs</w:t>
      </w:r>
      <w:r w:rsidR="00B77E03">
        <w:t xml:space="preserve">, </w:t>
      </w:r>
      <w:r w:rsidRPr="002813C1">
        <w:t>tout trahissait d</w:t>
      </w:r>
      <w:r w:rsidR="00B77E03">
        <w:t>’</w:t>
      </w:r>
      <w:r w:rsidRPr="002813C1">
        <w:t>horribles revers</w:t>
      </w:r>
      <w:r w:rsidR="00B77E03">
        <w:t xml:space="preserve">, </w:t>
      </w:r>
      <w:r w:rsidRPr="002813C1">
        <w:t>portés sans dignité</w:t>
      </w:r>
      <w:r w:rsidR="00B77E03">
        <w:t>.</w:t>
      </w:r>
    </w:p>
    <w:p w14:paraId="3305C17B" w14:textId="77777777" w:rsidR="00B77E03" w:rsidRDefault="0024252B" w:rsidP="00B77E03">
      <w:r w:rsidRPr="002813C1">
        <w:t>Si elle avait lutté</w:t>
      </w:r>
      <w:r w:rsidR="00B77E03">
        <w:t xml:space="preserve">, </w:t>
      </w:r>
      <w:r w:rsidRPr="002813C1">
        <w:t>autrefois</w:t>
      </w:r>
      <w:r w:rsidR="00B77E03">
        <w:t xml:space="preserve">, </w:t>
      </w:r>
      <w:r w:rsidRPr="002813C1">
        <w:t>dans les commencements</w:t>
      </w:r>
      <w:r w:rsidR="00B77E03">
        <w:t xml:space="preserve">, </w:t>
      </w:r>
      <w:r w:rsidRPr="002813C1">
        <w:t>elle ne luttait plus</w:t>
      </w:r>
      <w:r w:rsidR="00B77E03">
        <w:t xml:space="preserve">, </w:t>
      </w:r>
      <w:r w:rsidRPr="002813C1">
        <w:t>on le voyait</w:t>
      </w:r>
      <w:r w:rsidR="00B77E03">
        <w:t>…</w:t>
      </w:r>
    </w:p>
    <w:p w14:paraId="65BCF38B" w14:textId="77777777" w:rsidR="00B77E03" w:rsidRDefault="0024252B" w:rsidP="00B77E03">
      <w:r w:rsidRPr="002813C1">
        <w:t>Son costume</w:t>
      </w:r>
      <w:r w:rsidR="00B77E03">
        <w:t xml:space="preserve">, </w:t>
      </w:r>
      <w:r w:rsidRPr="002813C1">
        <w:t>sa robe de soie honteusement délabrée</w:t>
      </w:r>
      <w:r w:rsidR="00B77E03">
        <w:t xml:space="preserve">, </w:t>
      </w:r>
      <w:r w:rsidRPr="002813C1">
        <w:t>sa capeline crasseuse</w:t>
      </w:r>
      <w:r w:rsidR="00B77E03">
        <w:t xml:space="preserve">, </w:t>
      </w:r>
      <w:r w:rsidRPr="002813C1">
        <w:t>révélaient la plus profonde incurie</w:t>
      </w:r>
      <w:r w:rsidR="00B77E03">
        <w:t xml:space="preserve">, </w:t>
      </w:r>
      <w:r w:rsidRPr="002813C1">
        <w:t>l</w:t>
      </w:r>
      <w:r w:rsidR="00B77E03">
        <w:t>’</w:t>
      </w:r>
      <w:r w:rsidRPr="002813C1">
        <w:t>abandon complet de soi</w:t>
      </w:r>
      <w:r w:rsidR="00B77E03">
        <w:t xml:space="preserve">, </w:t>
      </w:r>
      <w:r w:rsidRPr="002813C1">
        <w:t>cette indifférence morbide qui suivent les grandes catastrophes dont on n</w:t>
      </w:r>
      <w:r w:rsidR="00B77E03">
        <w:t>’</w:t>
      </w:r>
      <w:r w:rsidRPr="002813C1">
        <w:t>espère pas se relever</w:t>
      </w:r>
      <w:r w:rsidR="00B77E03">
        <w:t>…</w:t>
      </w:r>
    </w:p>
    <w:p w14:paraId="4532FF23" w14:textId="7EDC552F" w:rsidR="00B77E03" w:rsidRDefault="00B77E03" w:rsidP="00B77E03">
      <w:r>
        <w:t>— </w:t>
      </w:r>
      <w:r w:rsidR="0024252B" w:rsidRPr="002813C1">
        <w:t>Ce que c</w:t>
      </w:r>
      <w:r>
        <w:t>’</w:t>
      </w:r>
      <w:r w:rsidR="0024252B" w:rsidRPr="002813C1">
        <w:t>est que</w:t>
      </w:r>
      <w:r>
        <w:t xml:space="preserve">, </w:t>
      </w:r>
      <w:r w:rsidR="0024252B" w:rsidRPr="002813C1">
        <w:t>de nous</w:t>
      </w:r>
      <w:r>
        <w:t xml:space="preserve"> !… </w:t>
      </w:r>
      <w:r w:rsidR="0024252B" w:rsidRPr="002813C1">
        <w:t>songeait philosophiquement Chupin</w:t>
      </w:r>
      <w:r>
        <w:t xml:space="preserve">. </w:t>
      </w:r>
      <w:r w:rsidR="0024252B" w:rsidRPr="002813C1">
        <w:t>Une fille élevée comme une reine</w:t>
      </w:r>
      <w:r>
        <w:t xml:space="preserve">, </w:t>
      </w:r>
      <w:r w:rsidR="0024252B" w:rsidRPr="002813C1">
        <w:t>à faire ses quatre volontés</w:t>
      </w:r>
      <w:r>
        <w:t xml:space="preserve">… </w:t>
      </w:r>
      <w:r w:rsidR="0024252B" w:rsidRPr="002813C1">
        <w:t>Hein</w:t>
      </w:r>
      <w:r>
        <w:t xml:space="preserve"> !… </w:t>
      </w:r>
      <w:r w:rsidR="0024252B" w:rsidRPr="002813C1">
        <w:t>si on lui avait prédit cela</w:t>
      </w:r>
      <w:r>
        <w:t xml:space="preserve">, </w:t>
      </w:r>
      <w:r w:rsidR="0024252B" w:rsidRPr="002813C1">
        <w:t>dans le temps</w:t>
      </w:r>
      <w:r>
        <w:t xml:space="preserve">, </w:t>
      </w:r>
      <w:r w:rsidR="0024252B" w:rsidRPr="002813C1">
        <w:t>si on lui avait dit qu</w:t>
      </w:r>
      <w:r>
        <w:t>’</w:t>
      </w:r>
      <w:r w:rsidR="0024252B" w:rsidRPr="002813C1">
        <w:t>il y a des hauts et des bas</w:t>
      </w:r>
      <w:r>
        <w:t xml:space="preserve">… </w:t>
      </w:r>
      <w:r w:rsidR="0024252B" w:rsidRPr="002813C1">
        <w:lastRenderedPageBreak/>
        <w:t>comme elle vous aurait ri au nez</w:t>
      </w:r>
      <w:r>
        <w:t xml:space="preserve"> !… </w:t>
      </w:r>
      <w:r w:rsidR="0024252B" w:rsidRPr="002813C1">
        <w:t>C</w:t>
      </w:r>
      <w:r>
        <w:t>’</w:t>
      </w:r>
      <w:r w:rsidR="0024252B" w:rsidRPr="002813C1">
        <w:t>est que je la vois encore</w:t>
      </w:r>
      <w:r>
        <w:t xml:space="preserve">, </w:t>
      </w:r>
      <w:r w:rsidR="0024252B" w:rsidRPr="002813C1">
        <w:t>au temps où elle conduisait elle-même ses petits chevaux gris</w:t>
      </w:r>
      <w:r>
        <w:t xml:space="preserve">… </w:t>
      </w:r>
      <w:r w:rsidR="0024252B" w:rsidRPr="002813C1">
        <w:t>Et hue</w:t>
      </w:r>
      <w:r>
        <w:t xml:space="preserve"> !… </w:t>
      </w:r>
      <w:r w:rsidR="0024252B" w:rsidRPr="002813C1">
        <w:t>et hop</w:t>
      </w:r>
      <w:r>
        <w:t xml:space="preserve"> !… </w:t>
      </w:r>
      <w:r w:rsidR="0024252B" w:rsidRPr="002813C1">
        <w:t>et clic et clac</w:t>
      </w:r>
      <w:r>
        <w:t xml:space="preserve"> !… </w:t>
      </w:r>
      <w:r w:rsidR="0024252B" w:rsidRPr="002813C1">
        <w:t>Et gare dessous</w:t>
      </w:r>
      <w:r>
        <w:t xml:space="preserve">, </w:t>
      </w:r>
      <w:r w:rsidR="0024252B" w:rsidRPr="002813C1">
        <w:t>tant pis pour le monde</w:t>
      </w:r>
      <w:r>
        <w:t xml:space="preserve"> !… </w:t>
      </w:r>
      <w:r w:rsidR="0024252B" w:rsidRPr="002813C1">
        <w:t>Paris</w:t>
      </w:r>
      <w:r>
        <w:t xml:space="preserve">, </w:t>
      </w:r>
      <w:r w:rsidR="0024252B" w:rsidRPr="002813C1">
        <w:t>c</w:t>
      </w:r>
      <w:r>
        <w:t>’</w:t>
      </w:r>
      <w:r w:rsidR="0024252B" w:rsidRPr="002813C1">
        <w:t>était comme une grande boutique</w:t>
      </w:r>
      <w:r>
        <w:t xml:space="preserve">, </w:t>
      </w:r>
      <w:r w:rsidR="0024252B" w:rsidRPr="002813C1">
        <w:t>où elle n</w:t>
      </w:r>
      <w:r>
        <w:t>’</w:t>
      </w:r>
      <w:r w:rsidR="0024252B" w:rsidRPr="002813C1">
        <w:t>avait qu</w:t>
      </w:r>
      <w:r>
        <w:t>’</w:t>
      </w:r>
      <w:r w:rsidR="0024252B" w:rsidRPr="002813C1">
        <w:t>à choisir</w:t>
      </w:r>
      <w:r>
        <w:t xml:space="preserve">… </w:t>
      </w:r>
      <w:r w:rsidR="0024252B" w:rsidRPr="002813C1">
        <w:t>Elle disait</w:t>
      </w:r>
      <w:r>
        <w:t> : « </w:t>
      </w:r>
      <w:r w:rsidR="0024252B" w:rsidRPr="002813C1">
        <w:t>Je veux ça</w:t>
      </w:r>
      <w:r>
        <w:t>, »</w:t>
      </w:r>
      <w:r w:rsidR="0024252B" w:rsidRPr="002813C1">
        <w:t xml:space="preserve"> et elle l</w:t>
      </w:r>
      <w:r>
        <w:t>’</w:t>
      </w:r>
      <w:r w:rsidR="0024252B" w:rsidRPr="002813C1">
        <w:t>avait</w:t>
      </w:r>
      <w:r>
        <w:t xml:space="preserve">… </w:t>
      </w:r>
      <w:r w:rsidR="0024252B" w:rsidRPr="002813C1">
        <w:t>Mais voilà</w:t>
      </w:r>
      <w:r>
        <w:t xml:space="preserve"> !… </w:t>
      </w:r>
      <w:r w:rsidR="0024252B" w:rsidRPr="002813C1">
        <w:t>Un joli garçon passe</w:t>
      </w:r>
      <w:r>
        <w:t xml:space="preserve">, </w:t>
      </w:r>
      <w:r w:rsidR="0024252B" w:rsidRPr="002813C1">
        <w:t>on le demande pour mari</w:t>
      </w:r>
      <w:r>
        <w:t xml:space="preserve"> ; </w:t>
      </w:r>
      <w:r w:rsidR="0024252B" w:rsidRPr="002813C1">
        <w:t>papa</w:t>
      </w:r>
      <w:r>
        <w:t xml:space="preserve">, </w:t>
      </w:r>
      <w:r w:rsidR="0024252B" w:rsidRPr="002813C1">
        <w:t>qui ne sait rien refuser</w:t>
      </w:r>
      <w:r>
        <w:t xml:space="preserve">, </w:t>
      </w:r>
      <w:r w:rsidR="0024252B" w:rsidRPr="002813C1">
        <w:t>le donne</w:t>
      </w:r>
      <w:r>
        <w:t xml:space="preserve">… </w:t>
      </w:r>
      <w:r w:rsidR="0024252B" w:rsidRPr="002813C1">
        <w:t>Et maintenant</w:t>
      </w:r>
      <w:r>
        <w:t> : « </w:t>
      </w:r>
      <w:r w:rsidR="0024252B" w:rsidRPr="002813C1">
        <w:t>Pour deux sous en carotte</w:t>
      </w:r>
      <w:r>
        <w:t xml:space="preserve">, </w:t>
      </w:r>
      <w:r w:rsidR="0024252B" w:rsidRPr="002813C1">
        <w:t>bourgeoise</w:t>
      </w:r>
      <w:r>
        <w:t xml:space="preserve">, </w:t>
      </w:r>
      <w:r w:rsidR="0024252B" w:rsidRPr="002813C1">
        <w:t>et bon poids</w:t>
      </w:r>
      <w:r>
        <w:t> !… »</w:t>
      </w:r>
    </w:p>
    <w:p w14:paraId="26419B04" w14:textId="77777777" w:rsidR="00B77E03" w:rsidRDefault="0024252B" w:rsidP="00B77E03">
      <w:r w:rsidRPr="002813C1">
        <w:t>Ce qui l</w:t>
      </w:r>
      <w:r w:rsidR="00B77E03">
        <w:t>’</w:t>
      </w:r>
      <w:r w:rsidRPr="002813C1">
        <w:t>attardait au vitrage</w:t>
      </w:r>
      <w:r w:rsidR="00B77E03">
        <w:t xml:space="preserve">, </w:t>
      </w:r>
      <w:r w:rsidRPr="002813C1">
        <w:t>c</w:t>
      </w:r>
      <w:r w:rsidR="00B77E03">
        <w:t>’</w:t>
      </w:r>
      <w:r w:rsidRPr="002813C1">
        <w:t>est qu</w:t>
      </w:r>
      <w:r w:rsidR="00B77E03">
        <w:t>’</w:t>
      </w:r>
      <w:r w:rsidRPr="002813C1">
        <w:t>il distinguait fort bien que la jeune femme causait avec une personne qui se trouvait dans une seconde pièce dont la porte était grande ouverte</w:t>
      </w:r>
      <w:r w:rsidR="00B77E03">
        <w:t xml:space="preserve">, </w:t>
      </w:r>
      <w:r w:rsidRPr="002813C1">
        <w:t>juste derrière le comptoir</w:t>
      </w:r>
      <w:r w:rsidR="00B77E03">
        <w:t>.</w:t>
      </w:r>
    </w:p>
    <w:p w14:paraId="09F36075" w14:textId="77777777" w:rsidR="00B77E03" w:rsidRDefault="0024252B" w:rsidP="00B77E03">
      <w:r w:rsidRPr="002813C1">
        <w:t>Cette personne</w:t>
      </w:r>
      <w:r w:rsidR="00B77E03">
        <w:t xml:space="preserve">, </w:t>
      </w:r>
      <w:r w:rsidRPr="002813C1">
        <w:t>Chupin eût donné bonne chose pour l</w:t>
      </w:r>
      <w:r w:rsidR="00B77E03">
        <w:t>’</w:t>
      </w:r>
      <w:r w:rsidRPr="002813C1">
        <w:t>apercevoir seulement</w:t>
      </w:r>
      <w:r w:rsidR="00B77E03">
        <w:t xml:space="preserve">… </w:t>
      </w:r>
      <w:r w:rsidRPr="002813C1">
        <w:t>il n</w:t>
      </w:r>
      <w:r w:rsidR="00B77E03">
        <w:t>’</w:t>
      </w:r>
      <w:r w:rsidRPr="002813C1">
        <w:t>y parvint pas</w:t>
      </w:r>
      <w:r w:rsidR="00B77E03">
        <w:t>.</w:t>
      </w:r>
    </w:p>
    <w:p w14:paraId="12FF9A2A" w14:textId="77777777" w:rsidR="00B77E03" w:rsidRDefault="0024252B" w:rsidP="00B77E03">
      <w:r w:rsidRPr="002813C1">
        <w:t>En désespoir de cause</w:t>
      </w:r>
      <w:r w:rsidR="00B77E03">
        <w:t xml:space="preserve">, </w:t>
      </w:r>
      <w:r w:rsidRPr="002813C1">
        <w:t>il allait entrer</w:t>
      </w:r>
      <w:r w:rsidR="00B77E03">
        <w:t xml:space="preserve">, </w:t>
      </w:r>
      <w:r w:rsidRPr="002813C1">
        <w:t>quand il vit la jeune femme se dresser tout à coup et prononcer quelques mots d</w:t>
      </w:r>
      <w:r w:rsidR="00B77E03">
        <w:t>’</w:t>
      </w:r>
      <w:r w:rsidRPr="002813C1">
        <w:t>un air mécontent</w:t>
      </w:r>
      <w:r w:rsidR="00B77E03">
        <w:t>.</w:t>
      </w:r>
    </w:p>
    <w:p w14:paraId="4A195777" w14:textId="77777777" w:rsidR="00B77E03" w:rsidRDefault="0024252B" w:rsidP="00B77E03">
      <w:r w:rsidRPr="002813C1">
        <w:t>Et ses regards</w:t>
      </w:r>
      <w:r w:rsidR="00B77E03">
        <w:t xml:space="preserve">, </w:t>
      </w:r>
      <w:r w:rsidRPr="002813C1">
        <w:t>au lieu de se tourner vers la porte de la seconde pièce</w:t>
      </w:r>
      <w:r w:rsidR="00B77E03">
        <w:t xml:space="preserve">, </w:t>
      </w:r>
      <w:r w:rsidRPr="002813C1">
        <w:t>se dirigeaient en face d</w:t>
      </w:r>
      <w:r w:rsidR="00B77E03">
        <w:t>’</w:t>
      </w:r>
      <w:r w:rsidRPr="002813C1">
        <w:t>elle</w:t>
      </w:r>
      <w:r w:rsidR="00B77E03">
        <w:t xml:space="preserve">, </w:t>
      </w:r>
      <w:r w:rsidRPr="002813C1">
        <w:t>vers un coin de la boutique</w:t>
      </w:r>
      <w:r w:rsidR="00B77E03">
        <w:t>…</w:t>
      </w:r>
    </w:p>
    <w:p w14:paraId="5104528D" w14:textId="77777777" w:rsidR="00B77E03" w:rsidRDefault="00B77E03" w:rsidP="00B77E03">
      <w:r>
        <w:t>— </w:t>
      </w:r>
      <w:r w:rsidR="0024252B" w:rsidRPr="002813C1">
        <w:t>Il y a donc quelqu</w:t>
      </w:r>
      <w:r>
        <w:t>’</w:t>
      </w:r>
      <w:r w:rsidR="0024252B" w:rsidRPr="002813C1">
        <w:t>un là</w:t>
      </w:r>
      <w:r>
        <w:t xml:space="preserve"> ? </w:t>
      </w:r>
      <w:r w:rsidR="0024252B" w:rsidRPr="002813C1">
        <w:t>se dit Chupin intrigué</w:t>
      </w:r>
      <w:r>
        <w:t>.</w:t>
      </w:r>
    </w:p>
    <w:p w14:paraId="00635CC7" w14:textId="77777777" w:rsidR="00B77E03" w:rsidRDefault="0024252B" w:rsidP="00B77E03">
      <w:r w:rsidRPr="002813C1">
        <w:t>Il changea de place</w:t>
      </w:r>
      <w:r w:rsidR="00B77E03">
        <w:t xml:space="preserve">, </w:t>
      </w:r>
      <w:r w:rsidRPr="002813C1">
        <w:t>se haussa sur la pointe des pieds</w:t>
      </w:r>
      <w:r w:rsidR="00B77E03">
        <w:t xml:space="preserve">, </w:t>
      </w:r>
      <w:r w:rsidRPr="002813C1">
        <w:t>pour regarder</w:t>
      </w:r>
      <w:r w:rsidR="00B77E03">
        <w:t xml:space="preserve">, </w:t>
      </w:r>
      <w:r w:rsidRPr="002813C1">
        <w:t>et en effet</w:t>
      </w:r>
      <w:r w:rsidR="00B77E03">
        <w:t xml:space="preserve">, </w:t>
      </w:r>
      <w:r w:rsidRPr="002813C1">
        <w:t>il aperçut un petit garçon de trois à quatre ans</w:t>
      </w:r>
      <w:r w:rsidR="00B77E03">
        <w:t xml:space="preserve">, </w:t>
      </w:r>
      <w:r w:rsidRPr="002813C1">
        <w:t>maigre</w:t>
      </w:r>
      <w:r w:rsidR="00B77E03">
        <w:t xml:space="preserve">, </w:t>
      </w:r>
      <w:r w:rsidRPr="002813C1">
        <w:t>au teint blafard</w:t>
      </w:r>
      <w:r w:rsidR="00B77E03">
        <w:t xml:space="preserve">, </w:t>
      </w:r>
      <w:r w:rsidRPr="002813C1">
        <w:t>vêtu de haillons</w:t>
      </w:r>
      <w:r w:rsidR="00B77E03">
        <w:t xml:space="preserve">, </w:t>
      </w:r>
      <w:r w:rsidRPr="002813C1">
        <w:t>qui jouait avec les débris d</w:t>
      </w:r>
      <w:r w:rsidR="00B77E03">
        <w:t>’</w:t>
      </w:r>
      <w:r w:rsidRPr="002813C1">
        <w:t>un cheval de carton</w:t>
      </w:r>
      <w:r w:rsidR="00B77E03">
        <w:t>.</w:t>
      </w:r>
    </w:p>
    <w:p w14:paraId="14727974" w14:textId="77777777" w:rsidR="00B77E03" w:rsidRDefault="0024252B" w:rsidP="00B77E03">
      <w:r w:rsidRPr="002813C1">
        <w:t>Cette vue le fit bondir</w:t>
      </w:r>
      <w:r w:rsidR="00B77E03">
        <w:t>…</w:t>
      </w:r>
    </w:p>
    <w:p w14:paraId="4449625D" w14:textId="77777777" w:rsidR="00B77E03" w:rsidRDefault="00B77E03" w:rsidP="00B77E03">
      <w:r>
        <w:t>— </w:t>
      </w:r>
      <w:r w:rsidR="0024252B" w:rsidRPr="002813C1">
        <w:t>Il y a un enfant</w:t>
      </w:r>
      <w:r>
        <w:t xml:space="preserve"> !… </w:t>
      </w:r>
      <w:r w:rsidR="0024252B" w:rsidRPr="002813C1">
        <w:t>gronda-t-il</w:t>
      </w:r>
      <w:r>
        <w:t xml:space="preserve">. </w:t>
      </w:r>
      <w:r w:rsidR="0024252B" w:rsidRPr="002813C1">
        <w:t xml:space="preserve">Non-seulement le brigand </w:t>
      </w:r>
      <w:r>
        <w:t>« </w:t>
      </w:r>
      <w:r w:rsidR="0024252B" w:rsidRPr="002813C1">
        <w:t>lâche</w:t>
      </w:r>
      <w:r>
        <w:t> »</w:t>
      </w:r>
      <w:r w:rsidR="0024252B" w:rsidRPr="002813C1">
        <w:t xml:space="preserve"> sa femme</w:t>
      </w:r>
      <w:r>
        <w:t xml:space="preserve">, </w:t>
      </w:r>
      <w:r w:rsidR="0024252B" w:rsidRPr="002813C1">
        <w:t xml:space="preserve">mais il laisse son moutard en </w:t>
      </w:r>
      <w:r w:rsidR="0024252B" w:rsidRPr="002813C1">
        <w:lastRenderedPageBreak/>
        <w:t>plan</w:t>
      </w:r>
      <w:r>
        <w:t xml:space="preserve"> !… </w:t>
      </w:r>
      <w:r w:rsidR="0024252B" w:rsidRPr="002813C1">
        <w:t>Encore ça à mettre sur la note</w:t>
      </w:r>
      <w:r>
        <w:t xml:space="preserve">, </w:t>
      </w:r>
      <w:r w:rsidR="0024252B" w:rsidRPr="002813C1">
        <w:t>mon bonhomme</w:t>
      </w:r>
      <w:r>
        <w:t xml:space="preserve">, </w:t>
      </w:r>
      <w:r w:rsidR="0024252B" w:rsidRPr="002813C1">
        <w:t>et nous compterons nous deux</w:t>
      </w:r>
      <w:r>
        <w:t xml:space="preserve">, </w:t>
      </w:r>
      <w:r w:rsidR="0024252B" w:rsidRPr="002813C1">
        <w:t>et il faudra payer</w:t>
      </w:r>
      <w:r>
        <w:t> !…</w:t>
      </w:r>
    </w:p>
    <w:p w14:paraId="5709BEA8" w14:textId="77777777" w:rsidR="00B77E03" w:rsidRDefault="0024252B" w:rsidP="00B77E03">
      <w:r w:rsidRPr="002813C1">
        <w:t>Sur cette menace</w:t>
      </w:r>
      <w:r w:rsidR="00B77E03">
        <w:t xml:space="preserve">, </w:t>
      </w:r>
      <w:r w:rsidRPr="002813C1">
        <w:t>il entra brusquement</w:t>
      </w:r>
      <w:r w:rsidR="00B77E03">
        <w:t>.</w:t>
      </w:r>
    </w:p>
    <w:p w14:paraId="69F93436" w14:textId="77777777" w:rsidR="00B77E03" w:rsidRDefault="00B77E03" w:rsidP="00B77E03">
      <w:r>
        <w:t>— </w:t>
      </w:r>
      <w:r w:rsidR="0024252B" w:rsidRPr="002813C1">
        <w:t>Que faut-il vous servir</w:t>
      </w:r>
      <w:r>
        <w:t xml:space="preserve">, </w:t>
      </w:r>
      <w:r w:rsidR="0024252B" w:rsidRPr="002813C1">
        <w:t>monsieur</w:t>
      </w:r>
      <w:r>
        <w:t xml:space="preserve"> ? </w:t>
      </w:r>
      <w:r w:rsidR="0024252B" w:rsidRPr="002813C1">
        <w:t>demanda la jeune femme</w:t>
      </w:r>
      <w:r>
        <w:t>.</w:t>
      </w:r>
    </w:p>
    <w:p w14:paraId="0D8D0D24" w14:textId="77777777" w:rsidR="00B77E03" w:rsidRDefault="00B77E03" w:rsidP="00B77E03">
      <w:r>
        <w:t>— </w:t>
      </w:r>
      <w:r w:rsidR="0024252B" w:rsidRPr="002813C1">
        <w:t>Rien</w:t>
      </w:r>
      <w:r>
        <w:t xml:space="preserve">, </w:t>
      </w:r>
      <w:r w:rsidR="0024252B" w:rsidRPr="002813C1">
        <w:t>madame</w:t>
      </w:r>
      <w:r>
        <w:t xml:space="preserve"> ; </w:t>
      </w:r>
      <w:r w:rsidR="0024252B" w:rsidRPr="002813C1">
        <w:t>je vous apporte une lettre</w:t>
      </w:r>
      <w:r>
        <w:t>.</w:t>
      </w:r>
    </w:p>
    <w:p w14:paraId="18275713" w14:textId="77777777" w:rsidR="00B77E03" w:rsidRDefault="00B77E03" w:rsidP="00B77E03">
      <w:r>
        <w:t>— </w:t>
      </w:r>
      <w:r w:rsidR="0024252B" w:rsidRPr="002813C1">
        <w:t>À moi</w:t>
      </w:r>
      <w:r>
        <w:t xml:space="preserve"> ? </w:t>
      </w:r>
      <w:r w:rsidR="0024252B" w:rsidRPr="002813C1">
        <w:t>Vous devez vous tromper</w:t>
      </w:r>
      <w:r>
        <w:t>.</w:t>
      </w:r>
    </w:p>
    <w:p w14:paraId="29628904" w14:textId="77777777" w:rsidR="00B77E03" w:rsidRDefault="00B77E03" w:rsidP="00B77E03">
      <w:r>
        <w:t>— </w:t>
      </w:r>
      <w:r w:rsidR="0024252B" w:rsidRPr="002813C1">
        <w:t>Pardonnez-moi</w:t>
      </w:r>
      <w:r>
        <w:t xml:space="preserve"> : </w:t>
      </w:r>
      <w:r w:rsidR="0024252B" w:rsidRPr="002813C1">
        <w:t>vous êtes bien madame Paul</w:t>
      </w:r>
      <w:r>
        <w:t> ?</w:t>
      </w:r>
    </w:p>
    <w:p w14:paraId="601143A0" w14:textId="77777777" w:rsidR="00B77E03" w:rsidRDefault="00B77E03" w:rsidP="00B77E03">
      <w:r>
        <w:t>— </w:t>
      </w:r>
      <w:r w:rsidR="0024252B" w:rsidRPr="002813C1">
        <w:t>Oui</w:t>
      </w:r>
      <w:r>
        <w:t>.</w:t>
      </w:r>
    </w:p>
    <w:p w14:paraId="1CB7600E" w14:textId="77777777" w:rsidR="00B77E03" w:rsidRDefault="00B77E03" w:rsidP="00B77E03">
      <w:r>
        <w:t>— </w:t>
      </w:r>
      <w:r w:rsidR="0024252B" w:rsidRPr="002813C1">
        <w:t>Alors</w:t>
      </w:r>
      <w:r>
        <w:t xml:space="preserve">, </w:t>
      </w:r>
      <w:r w:rsidR="0024252B" w:rsidRPr="002813C1">
        <w:t>ceci est bien pour vous</w:t>
      </w:r>
      <w:r>
        <w:t>.</w:t>
      </w:r>
    </w:p>
    <w:p w14:paraId="2FB62136" w14:textId="77777777" w:rsidR="00B77E03" w:rsidRDefault="0024252B" w:rsidP="00B77E03">
      <w:r w:rsidRPr="002813C1">
        <w:t>Et il tendait la lettre que lui avait confiée Florent</w:t>
      </w:r>
      <w:r w:rsidR="00B77E03">
        <w:t>.</w:t>
      </w:r>
    </w:p>
    <w:p w14:paraId="1516FBA2" w14:textId="77777777" w:rsidR="00B77E03" w:rsidRDefault="0024252B" w:rsidP="00B77E03">
      <w:r w:rsidRPr="002813C1">
        <w:t>La jeune femme</w:t>
      </w:r>
      <w:r w:rsidR="00B77E03">
        <w:t xml:space="preserve">, </w:t>
      </w:r>
      <w:r w:rsidRPr="002813C1">
        <w:t>non sans hésitation</w:t>
      </w:r>
      <w:r w:rsidR="00B77E03">
        <w:t xml:space="preserve">, </w:t>
      </w:r>
      <w:r w:rsidRPr="002813C1">
        <w:t>avançait la main</w:t>
      </w:r>
      <w:r w:rsidR="00B77E03">
        <w:t xml:space="preserve">, </w:t>
      </w:r>
      <w:r w:rsidRPr="002813C1">
        <w:t>toisant le commissionnaire d</w:t>
      </w:r>
      <w:r w:rsidR="00B77E03">
        <w:t>’</w:t>
      </w:r>
      <w:r w:rsidRPr="002813C1">
        <w:t>un air surpris</w:t>
      </w:r>
      <w:r w:rsidR="00B77E03">
        <w:t xml:space="preserve">, </w:t>
      </w:r>
      <w:r w:rsidRPr="002813C1">
        <w:t>lorsqu</w:t>
      </w:r>
      <w:r w:rsidR="00B77E03">
        <w:t>’</w:t>
      </w:r>
      <w:r w:rsidRPr="002813C1">
        <w:t>enfin</w:t>
      </w:r>
      <w:r w:rsidR="00B77E03">
        <w:t xml:space="preserve">, </w:t>
      </w:r>
      <w:r w:rsidRPr="002813C1">
        <w:t>apercevant l</w:t>
      </w:r>
      <w:r w:rsidR="00B77E03">
        <w:t>’</w:t>
      </w:r>
      <w:r w:rsidRPr="002813C1">
        <w:t>écriture</w:t>
      </w:r>
      <w:r w:rsidR="00B77E03">
        <w:t xml:space="preserve">, </w:t>
      </w:r>
      <w:r w:rsidRPr="002813C1">
        <w:t>elle poussa un cri</w:t>
      </w:r>
      <w:r w:rsidR="00B77E03">
        <w:t> :</w:t>
      </w:r>
    </w:p>
    <w:p w14:paraId="407CC77F" w14:textId="77777777" w:rsidR="00B77E03" w:rsidRDefault="00B77E03" w:rsidP="00B77E03">
      <w:r>
        <w:t>— </w:t>
      </w:r>
      <w:r w:rsidR="0024252B" w:rsidRPr="002813C1">
        <w:t>Ah</w:t>
      </w:r>
      <w:r>
        <w:t xml:space="preserve"> ! </w:t>
      </w:r>
      <w:r w:rsidR="0024252B" w:rsidRPr="002813C1">
        <w:t>mon Dieu</w:t>
      </w:r>
      <w:r>
        <w:t> !…</w:t>
      </w:r>
    </w:p>
    <w:p w14:paraId="6C917329" w14:textId="77777777" w:rsidR="00B77E03" w:rsidRDefault="0024252B" w:rsidP="00B77E03">
      <w:r w:rsidRPr="002813C1">
        <w:t>Et aussitôt</w:t>
      </w:r>
      <w:r w:rsidR="00B77E03">
        <w:t xml:space="preserve">, </w:t>
      </w:r>
      <w:r w:rsidRPr="002813C1">
        <w:t>se retournant vers la porte ouverte derrière elle</w:t>
      </w:r>
      <w:r w:rsidR="00B77E03">
        <w:t> :</w:t>
      </w:r>
    </w:p>
    <w:p w14:paraId="334767BB" w14:textId="0068A7A7" w:rsidR="00B77E03" w:rsidRDefault="00B77E03" w:rsidP="00B77E03">
      <w:r>
        <w:t>— M. </w:t>
      </w:r>
      <w:proofErr w:type="spellStart"/>
      <w:r w:rsidR="0024252B" w:rsidRPr="002813C1">
        <w:t>Mouchon</w:t>
      </w:r>
      <w:proofErr w:type="spellEnd"/>
      <w:r>
        <w:t xml:space="preserve">, </w:t>
      </w:r>
      <w:r w:rsidR="0024252B" w:rsidRPr="002813C1">
        <w:t>cria-t-elle</w:t>
      </w:r>
      <w:r>
        <w:t>, M. </w:t>
      </w:r>
      <w:proofErr w:type="spellStart"/>
      <w:r w:rsidR="0024252B" w:rsidRPr="002813C1">
        <w:t>Mouchon</w:t>
      </w:r>
      <w:proofErr w:type="spellEnd"/>
      <w:r>
        <w:t xml:space="preserve"> ! </w:t>
      </w:r>
      <w:r w:rsidR="0024252B" w:rsidRPr="002813C1">
        <w:t>C</w:t>
      </w:r>
      <w:r>
        <w:t>’</w:t>
      </w:r>
      <w:r w:rsidR="0024252B" w:rsidRPr="002813C1">
        <w:t>est de lui</w:t>
      </w:r>
      <w:r>
        <w:t xml:space="preserve">, </w:t>
      </w:r>
      <w:r w:rsidR="0024252B" w:rsidRPr="002813C1">
        <w:t>c</w:t>
      </w:r>
      <w:r>
        <w:t>’</w:t>
      </w:r>
      <w:r w:rsidR="0024252B" w:rsidRPr="002813C1">
        <w:t>est de mon mari</w:t>
      </w:r>
      <w:r>
        <w:t xml:space="preserve">, </w:t>
      </w:r>
      <w:r w:rsidR="0024252B" w:rsidRPr="002813C1">
        <w:t>c</w:t>
      </w:r>
      <w:r>
        <w:t>’</w:t>
      </w:r>
      <w:r w:rsidR="0024252B" w:rsidRPr="002813C1">
        <w:t>est de Paul</w:t>
      </w:r>
      <w:r>
        <w:t xml:space="preserve"> ! </w:t>
      </w:r>
      <w:r w:rsidR="0024252B" w:rsidRPr="002813C1">
        <w:t>Venez</w:t>
      </w:r>
      <w:r>
        <w:t xml:space="preserve">, </w:t>
      </w:r>
      <w:r w:rsidR="0024252B" w:rsidRPr="002813C1">
        <w:t>venez</w:t>
      </w:r>
      <w:r>
        <w:t> !…</w:t>
      </w:r>
    </w:p>
    <w:p w14:paraId="5A6C9FCD" w14:textId="77777777" w:rsidR="00B77E03" w:rsidRDefault="0024252B" w:rsidP="00B77E03">
      <w:r w:rsidRPr="002813C1">
        <w:t>Un homme d</w:t>
      </w:r>
      <w:r w:rsidR="00B77E03">
        <w:t>’</w:t>
      </w:r>
      <w:r w:rsidRPr="002813C1">
        <w:t>une cinquantaine d</w:t>
      </w:r>
      <w:r w:rsidR="00B77E03">
        <w:t>’</w:t>
      </w:r>
      <w:r w:rsidRPr="002813C1">
        <w:t>années</w:t>
      </w:r>
      <w:r w:rsidR="00B77E03">
        <w:t xml:space="preserve">, </w:t>
      </w:r>
      <w:r w:rsidRPr="002813C1">
        <w:t>ventru</w:t>
      </w:r>
      <w:r w:rsidR="00B77E03">
        <w:t xml:space="preserve">, </w:t>
      </w:r>
      <w:r w:rsidRPr="002813C1">
        <w:t>au crâne chauve et déprimé</w:t>
      </w:r>
      <w:r w:rsidR="00B77E03">
        <w:t xml:space="preserve">, </w:t>
      </w:r>
      <w:r w:rsidRPr="002813C1">
        <w:t>à l</w:t>
      </w:r>
      <w:r w:rsidR="00B77E03">
        <w:t>’</w:t>
      </w:r>
      <w:r w:rsidRPr="002813C1">
        <w:t>air à la fois bête</w:t>
      </w:r>
      <w:r w:rsidR="00B77E03">
        <w:t xml:space="preserve">, </w:t>
      </w:r>
      <w:r w:rsidRPr="002813C1">
        <w:t>égrillard et sournois</w:t>
      </w:r>
      <w:r w:rsidR="00B77E03">
        <w:t xml:space="preserve">, </w:t>
      </w:r>
      <w:r w:rsidRPr="002813C1">
        <w:t>se montra timidement</w:t>
      </w:r>
      <w:r w:rsidR="00B77E03">
        <w:t xml:space="preserve">, </w:t>
      </w:r>
      <w:r w:rsidRPr="002813C1">
        <w:t>sa casquette à la main</w:t>
      </w:r>
      <w:r w:rsidR="00B77E03">
        <w:t>…</w:t>
      </w:r>
    </w:p>
    <w:p w14:paraId="47805EFA" w14:textId="77777777" w:rsidR="00B77E03" w:rsidRDefault="00B77E03" w:rsidP="00B77E03">
      <w:r>
        <w:t>— </w:t>
      </w:r>
      <w:r w:rsidR="0024252B" w:rsidRPr="002813C1">
        <w:t>Eh bien</w:t>
      </w:r>
      <w:r>
        <w:t xml:space="preserve"> ! </w:t>
      </w:r>
      <w:r w:rsidR="0024252B" w:rsidRPr="002813C1">
        <w:t>chère enfant</w:t>
      </w:r>
      <w:r>
        <w:t xml:space="preserve">, </w:t>
      </w:r>
      <w:r w:rsidR="0024252B" w:rsidRPr="002813C1">
        <w:t>fit-il d</w:t>
      </w:r>
      <w:r>
        <w:t>’</w:t>
      </w:r>
      <w:r w:rsidR="0024252B" w:rsidRPr="002813C1">
        <w:t>une voix flûtée</w:t>
      </w:r>
      <w:r>
        <w:t xml:space="preserve">, </w:t>
      </w:r>
      <w:r w:rsidR="0024252B" w:rsidRPr="002813C1">
        <w:t>que vous disais-je</w:t>
      </w:r>
      <w:r>
        <w:t xml:space="preserve"> : </w:t>
      </w:r>
      <w:r w:rsidR="0024252B" w:rsidRPr="002813C1">
        <w:t>tout vient à point à qui sait attendre</w:t>
      </w:r>
      <w:r>
        <w:t>…</w:t>
      </w:r>
    </w:p>
    <w:p w14:paraId="024E829C" w14:textId="77777777" w:rsidR="00B77E03" w:rsidRDefault="0024252B" w:rsidP="00B77E03">
      <w:r w:rsidRPr="002813C1">
        <w:lastRenderedPageBreak/>
        <w:t>Elle avait brisé le cachet</w:t>
      </w:r>
      <w:r w:rsidR="00B77E03">
        <w:t xml:space="preserve">, </w:t>
      </w:r>
      <w:r w:rsidRPr="002813C1">
        <w:t>elle lut d</w:t>
      </w:r>
      <w:r w:rsidR="00B77E03">
        <w:t>’</w:t>
      </w:r>
      <w:r w:rsidRPr="002813C1">
        <w:t>un trait</w:t>
      </w:r>
      <w:r w:rsidR="00B77E03">
        <w:t xml:space="preserve">, </w:t>
      </w:r>
      <w:r w:rsidRPr="002813C1">
        <w:t>avidement</w:t>
      </w:r>
      <w:r w:rsidR="00B77E03">
        <w:t xml:space="preserve">, </w:t>
      </w:r>
      <w:r w:rsidRPr="002813C1">
        <w:t>puis tout à coup</w:t>
      </w:r>
      <w:r w:rsidR="00B77E03">
        <w:t xml:space="preserve">, </w:t>
      </w:r>
      <w:r w:rsidRPr="002813C1">
        <w:t>battant joyeusement des mains</w:t>
      </w:r>
      <w:r w:rsidR="00B77E03">
        <w:t> :</w:t>
      </w:r>
    </w:p>
    <w:p w14:paraId="15E937CD" w14:textId="77777777" w:rsidR="00B77E03" w:rsidRDefault="00B77E03" w:rsidP="00B77E03">
      <w:r>
        <w:t>— </w:t>
      </w:r>
      <w:r w:rsidR="0024252B" w:rsidRPr="002813C1">
        <w:t>Il consent</w:t>
      </w:r>
      <w:r>
        <w:t xml:space="preserve">, </w:t>
      </w:r>
      <w:r w:rsidR="0024252B" w:rsidRPr="002813C1">
        <w:t>s</w:t>
      </w:r>
      <w:r>
        <w:t>’</w:t>
      </w:r>
      <w:r w:rsidR="0024252B" w:rsidRPr="002813C1">
        <w:t>écria-t-elle</w:t>
      </w:r>
      <w:r>
        <w:t xml:space="preserve">… </w:t>
      </w:r>
      <w:r w:rsidR="0024252B" w:rsidRPr="002813C1">
        <w:t>Il a eu peur</w:t>
      </w:r>
      <w:r>
        <w:t xml:space="preserve">, </w:t>
      </w:r>
      <w:r w:rsidR="0024252B" w:rsidRPr="002813C1">
        <w:t>il me prie seulement d</w:t>
      </w:r>
      <w:r>
        <w:t>’</w:t>
      </w:r>
      <w:r w:rsidR="0024252B" w:rsidRPr="002813C1">
        <w:t>attendre un peu</w:t>
      </w:r>
      <w:r>
        <w:t xml:space="preserve">, </w:t>
      </w:r>
      <w:r w:rsidR="0024252B" w:rsidRPr="002813C1">
        <w:t>tenez</w:t>
      </w:r>
      <w:r>
        <w:t xml:space="preserve">, </w:t>
      </w:r>
      <w:r w:rsidR="0024252B" w:rsidRPr="002813C1">
        <w:t>lisez</w:t>
      </w:r>
      <w:r>
        <w:t> !…</w:t>
      </w:r>
    </w:p>
    <w:p w14:paraId="57A9FD46" w14:textId="3EB0FB70" w:rsidR="00B77E03" w:rsidRDefault="0024252B" w:rsidP="00B77E03">
      <w:r w:rsidRPr="002813C1">
        <w:t xml:space="preserve">Mais </w:t>
      </w:r>
      <w:r w:rsidR="00B77E03">
        <w:t>M. </w:t>
      </w:r>
      <w:proofErr w:type="spellStart"/>
      <w:r w:rsidRPr="002813C1">
        <w:t>Mouchon</w:t>
      </w:r>
      <w:proofErr w:type="spellEnd"/>
      <w:r w:rsidRPr="002813C1">
        <w:t xml:space="preserve"> ne pouvait pas lire sans ses lunettes</w:t>
      </w:r>
      <w:r w:rsidR="00B77E03">
        <w:t xml:space="preserve">, </w:t>
      </w:r>
      <w:r w:rsidRPr="002813C1">
        <w:t>et il perdit bien deux minutes à explorer ses poches avant de les trouver</w:t>
      </w:r>
      <w:r w:rsidR="00B77E03">
        <w:t>…</w:t>
      </w:r>
    </w:p>
    <w:p w14:paraId="0362CA39" w14:textId="77777777" w:rsidR="00B77E03" w:rsidRDefault="0024252B" w:rsidP="00B77E03">
      <w:r w:rsidRPr="002813C1">
        <w:t>Puis</w:t>
      </w:r>
      <w:r w:rsidR="00B77E03">
        <w:t xml:space="preserve">, </w:t>
      </w:r>
      <w:r w:rsidRPr="002813C1">
        <w:t>quand il les eut chaussées</w:t>
      </w:r>
      <w:r w:rsidR="00B77E03">
        <w:t xml:space="preserve">, </w:t>
      </w:r>
      <w:r w:rsidRPr="002813C1">
        <w:t>la lumière était si chétive</w:t>
      </w:r>
      <w:r w:rsidR="00B77E03">
        <w:t xml:space="preserve">, </w:t>
      </w:r>
      <w:r w:rsidRPr="002813C1">
        <w:t>qu</w:t>
      </w:r>
      <w:r w:rsidR="00B77E03">
        <w:t>’</w:t>
      </w:r>
      <w:r w:rsidRPr="002813C1">
        <w:t>il lui fallut trois minutes encore pour déchiffrer la missive</w:t>
      </w:r>
      <w:r w:rsidR="00B77E03">
        <w:t>.</w:t>
      </w:r>
    </w:p>
    <w:p w14:paraId="649B54CC" w14:textId="77777777" w:rsidR="00B77E03" w:rsidRDefault="0024252B" w:rsidP="00B77E03">
      <w:r w:rsidRPr="002813C1">
        <w:t>Pendant ce temps</w:t>
      </w:r>
      <w:r w:rsidR="00B77E03">
        <w:t xml:space="preserve">, </w:t>
      </w:r>
      <w:r w:rsidRPr="002813C1">
        <w:t>Chupin le détaillait et l</w:t>
      </w:r>
      <w:r w:rsidR="00B77E03">
        <w:t>’</w:t>
      </w:r>
      <w:r w:rsidRPr="002813C1">
        <w:t>évaluait</w:t>
      </w:r>
      <w:r w:rsidR="00B77E03">
        <w:t> :</w:t>
      </w:r>
    </w:p>
    <w:p w14:paraId="4863CECE" w14:textId="77777777" w:rsidR="00B77E03" w:rsidRDefault="00B77E03" w:rsidP="00B77E03">
      <w:r>
        <w:t>— </w:t>
      </w:r>
      <w:r w:rsidR="0024252B" w:rsidRPr="002813C1">
        <w:t>Qu</w:t>
      </w:r>
      <w:r>
        <w:t>’</w:t>
      </w:r>
      <w:r w:rsidR="0024252B" w:rsidRPr="002813C1">
        <w:t>est-ce que ce vieux papa</w:t>
      </w:r>
      <w:r>
        <w:t xml:space="preserve"> ? </w:t>
      </w:r>
      <w:r w:rsidR="0024252B" w:rsidRPr="002813C1">
        <w:t>pensait-il</w:t>
      </w:r>
      <w:r>
        <w:t xml:space="preserve">. </w:t>
      </w:r>
      <w:r w:rsidR="0024252B" w:rsidRPr="002813C1">
        <w:t>Un rentier</w:t>
      </w:r>
      <w:r>
        <w:t xml:space="preserve">, </w:t>
      </w:r>
      <w:r w:rsidR="0024252B" w:rsidRPr="002813C1">
        <w:t>cela se voit à son linge</w:t>
      </w:r>
      <w:r>
        <w:t xml:space="preserve">… </w:t>
      </w:r>
      <w:r w:rsidR="0024252B" w:rsidRPr="002813C1">
        <w:t>à moitié cossu</w:t>
      </w:r>
      <w:r>
        <w:t xml:space="preserve">, </w:t>
      </w:r>
      <w:r w:rsidR="0024252B" w:rsidRPr="002813C1">
        <w:t>ses lunettes ne sont pas en or</w:t>
      </w:r>
      <w:r>
        <w:t xml:space="preserve">… </w:t>
      </w:r>
      <w:r w:rsidR="0024252B" w:rsidRPr="002813C1">
        <w:t>marié</w:t>
      </w:r>
      <w:r>
        <w:t xml:space="preserve">, </w:t>
      </w:r>
      <w:r w:rsidR="0024252B" w:rsidRPr="002813C1">
        <w:t>il a une alliance au doigt</w:t>
      </w:r>
      <w:r>
        <w:t xml:space="preserve">… </w:t>
      </w:r>
      <w:r w:rsidR="0024252B" w:rsidRPr="002813C1">
        <w:t>qui a une fille</w:t>
      </w:r>
      <w:r>
        <w:t xml:space="preserve">, </w:t>
      </w:r>
      <w:r w:rsidR="0024252B" w:rsidRPr="002813C1">
        <w:t>les coins de sa cravate sont brodés</w:t>
      </w:r>
      <w:r>
        <w:t xml:space="preserve">… </w:t>
      </w:r>
      <w:r w:rsidR="0024252B" w:rsidRPr="002813C1">
        <w:t>qui demeure dans les environs</w:t>
      </w:r>
      <w:r>
        <w:t xml:space="preserve">, </w:t>
      </w:r>
      <w:r w:rsidR="0024252B" w:rsidRPr="002813C1">
        <w:t xml:space="preserve">puisque bien mis comme il </w:t>
      </w:r>
      <w:proofErr w:type="spellStart"/>
      <w:r w:rsidR="0024252B" w:rsidRPr="002813C1">
        <w:t>est il</w:t>
      </w:r>
      <w:proofErr w:type="spellEnd"/>
      <w:r w:rsidR="0024252B" w:rsidRPr="002813C1">
        <w:t xml:space="preserve"> a une casquette</w:t>
      </w:r>
      <w:r>
        <w:t xml:space="preserve">… </w:t>
      </w:r>
      <w:r w:rsidR="0024252B" w:rsidRPr="002813C1">
        <w:t>Mais que faisait-il</w:t>
      </w:r>
      <w:r>
        <w:t xml:space="preserve">, </w:t>
      </w:r>
      <w:r w:rsidR="0024252B" w:rsidRPr="002813C1">
        <w:t>dans la pièce à côté</w:t>
      </w:r>
      <w:r>
        <w:t xml:space="preserve">, </w:t>
      </w:r>
      <w:r w:rsidR="0024252B" w:rsidRPr="002813C1">
        <w:t>sans chandelle</w:t>
      </w:r>
      <w:r>
        <w:t> ?…</w:t>
      </w:r>
    </w:p>
    <w:p w14:paraId="2D1C27EB" w14:textId="7EEABF9B" w:rsidR="00B77E03" w:rsidRDefault="00B77E03" w:rsidP="00B77E03">
      <w:r>
        <w:t>M. </w:t>
      </w:r>
      <w:proofErr w:type="spellStart"/>
      <w:r w:rsidR="0024252B" w:rsidRPr="002813C1">
        <w:t>Mouchon</w:t>
      </w:r>
      <w:proofErr w:type="spellEnd"/>
      <w:r w:rsidR="0024252B" w:rsidRPr="002813C1">
        <w:t xml:space="preserve"> avait achevé</w:t>
      </w:r>
      <w:r>
        <w:t>.</w:t>
      </w:r>
    </w:p>
    <w:p w14:paraId="6B8C2E90" w14:textId="77777777" w:rsidR="00B77E03" w:rsidRDefault="00B77E03" w:rsidP="00B77E03">
      <w:r>
        <w:t>— </w:t>
      </w:r>
      <w:r w:rsidR="0024252B" w:rsidRPr="002813C1">
        <w:t>Que vous avais-je dit</w:t>
      </w:r>
      <w:r>
        <w:t xml:space="preserve">, </w:t>
      </w:r>
      <w:r w:rsidR="0024252B" w:rsidRPr="002813C1">
        <w:t>prononça-t-il</w:t>
      </w:r>
      <w:r>
        <w:t xml:space="preserve">… </w:t>
      </w:r>
      <w:r w:rsidR="0024252B" w:rsidRPr="002813C1">
        <w:t>À bon conseil</w:t>
      </w:r>
      <w:r>
        <w:t xml:space="preserve">, </w:t>
      </w:r>
      <w:r w:rsidR="0024252B" w:rsidRPr="002813C1">
        <w:t>prompt succès</w:t>
      </w:r>
      <w:r>
        <w:t>…</w:t>
      </w:r>
    </w:p>
    <w:p w14:paraId="563EE346" w14:textId="77777777" w:rsidR="00B77E03" w:rsidRDefault="00B77E03" w:rsidP="00B77E03">
      <w:r>
        <w:t>— </w:t>
      </w:r>
      <w:r w:rsidR="0024252B" w:rsidRPr="002813C1">
        <w:t>Oui</w:t>
      </w:r>
      <w:r>
        <w:t xml:space="preserve">, </w:t>
      </w:r>
      <w:r w:rsidR="0024252B" w:rsidRPr="002813C1">
        <w:t>c</w:t>
      </w:r>
      <w:r>
        <w:t>’</w:t>
      </w:r>
      <w:r w:rsidR="0024252B" w:rsidRPr="002813C1">
        <w:t>est vrai</w:t>
      </w:r>
      <w:r>
        <w:t xml:space="preserve">, </w:t>
      </w:r>
      <w:r w:rsidR="0024252B" w:rsidRPr="002813C1">
        <w:t>vous avez raison</w:t>
      </w:r>
      <w:r>
        <w:t> !</w:t>
      </w:r>
    </w:p>
    <w:p w14:paraId="6BB23BE4" w14:textId="77777777" w:rsidR="00B77E03" w:rsidRDefault="0024252B" w:rsidP="00B77E03">
      <w:r w:rsidRPr="002813C1">
        <w:t>Elle avait repris sa lettre et</w:t>
      </w:r>
      <w:r w:rsidR="00B77E03">
        <w:t xml:space="preserve">, </w:t>
      </w:r>
      <w:r w:rsidRPr="002813C1">
        <w:t>l</w:t>
      </w:r>
      <w:r w:rsidR="00B77E03">
        <w:t>’</w:t>
      </w:r>
      <w:r w:rsidRPr="002813C1">
        <w:t>œil brillant de joie</w:t>
      </w:r>
      <w:r w:rsidR="00B77E03">
        <w:t xml:space="preserve">, </w:t>
      </w:r>
      <w:r w:rsidRPr="002813C1">
        <w:t>la relisait</w:t>
      </w:r>
      <w:r w:rsidR="00B77E03">
        <w:t xml:space="preserve">, </w:t>
      </w:r>
      <w:r w:rsidRPr="002813C1">
        <w:t>comme pour bien s</w:t>
      </w:r>
      <w:r w:rsidR="00B77E03">
        <w:t>’</w:t>
      </w:r>
      <w:r w:rsidRPr="002813C1">
        <w:t>en prouver la réalité</w:t>
      </w:r>
      <w:r w:rsidR="00B77E03">
        <w:t>.</w:t>
      </w:r>
    </w:p>
    <w:p w14:paraId="22EA0F7C" w14:textId="77777777" w:rsidR="00B77E03" w:rsidRDefault="00B77E03" w:rsidP="00B77E03">
      <w:r>
        <w:t>— </w:t>
      </w:r>
      <w:r w:rsidR="0024252B" w:rsidRPr="002813C1">
        <w:t>Et maintenant</w:t>
      </w:r>
      <w:r>
        <w:t xml:space="preserve">, </w:t>
      </w:r>
      <w:r w:rsidR="0024252B" w:rsidRPr="002813C1">
        <w:t>interrogea-t-elle</w:t>
      </w:r>
      <w:r>
        <w:t xml:space="preserve">, </w:t>
      </w:r>
      <w:r w:rsidR="0024252B" w:rsidRPr="002813C1">
        <w:t>que faire</w:t>
      </w:r>
      <w:r>
        <w:t xml:space="preserve"> ?… </w:t>
      </w:r>
      <w:r w:rsidR="0024252B" w:rsidRPr="002813C1">
        <w:t>Attendre</w:t>
      </w:r>
      <w:r>
        <w:t xml:space="preserve">, </w:t>
      </w:r>
      <w:r w:rsidR="0024252B" w:rsidRPr="002813C1">
        <w:t>n</w:t>
      </w:r>
      <w:r>
        <w:t>’</w:t>
      </w:r>
      <w:r w:rsidR="0024252B" w:rsidRPr="002813C1">
        <w:t>est-ce pas</w:t>
      </w:r>
      <w:r>
        <w:t> ?…</w:t>
      </w:r>
    </w:p>
    <w:p w14:paraId="0698C0B8" w14:textId="77777777" w:rsidR="00B77E03" w:rsidRDefault="0024252B" w:rsidP="00B77E03">
      <w:r w:rsidRPr="002813C1">
        <w:t>Le vieux monsieur eut un soubresaut</w:t>
      </w:r>
      <w:r w:rsidR="00B77E03">
        <w:t>.</w:t>
      </w:r>
    </w:p>
    <w:p w14:paraId="285717BF" w14:textId="77777777" w:rsidR="00B77E03" w:rsidRDefault="00B77E03" w:rsidP="00B77E03">
      <w:r>
        <w:lastRenderedPageBreak/>
        <w:t>— </w:t>
      </w:r>
      <w:r w:rsidR="0024252B" w:rsidRPr="002813C1">
        <w:t>Jamais</w:t>
      </w:r>
      <w:r>
        <w:t xml:space="preserve"> !… </w:t>
      </w:r>
      <w:r w:rsidR="0024252B" w:rsidRPr="002813C1">
        <w:t>déclara-t-il</w:t>
      </w:r>
      <w:r>
        <w:t xml:space="preserve">, </w:t>
      </w:r>
      <w:r w:rsidR="0024252B" w:rsidRPr="002813C1">
        <w:t>jamais</w:t>
      </w:r>
      <w:r>
        <w:t xml:space="preserve"> !… </w:t>
      </w:r>
      <w:r w:rsidR="0024252B" w:rsidRPr="002813C1">
        <w:t>Il faut battre le fer pendant qu</w:t>
      </w:r>
      <w:r>
        <w:t>’</w:t>
      </w:r>
      <w:r w:rsidR="0024252B" w:rsidRPr="002813C1">
        <w:t>il est chaud</w:t>
      </w:r>
      <w:r>
        <w:t>.</w:t>
      </w:r>
    </w:p>
    <w:p w14:paraId="3E4856FB" w14:textId="77777777" w:rsidR="00B77E03" w:rsidRDefault="00B77E03" w:rsidP="00B77E03">
      <w:r>
        <w:t>— </w:t>
      </w:r>
      <w:r w:rsidR="0024252B" w:rsidRPr="002813C1">
        <w:t>Cependant il me promet</w:t>
      </w:r>
      <w:r>
        <w:t>…</w:t>
      </w:r>
    </w:p>
    <w:p w14:paraId="72A9D519" w14:textId="77777777" w:rsidR="00B77E03" w:rsidRDefault="00B77E03" w:rsidP="00B77E03">
      <w:r>
        <w:t>— </w:t>
      </w:r>
      <w:r w:rsidR="0024252B" w:rsidRPr="002813C1">
        <w:t>Promettre et tenir sont deux</w:t>
      </w:r>
      <w:r>
        <w:t xml:space="preserve">, </w:t>
      </w:r>
      <w:r w:rsidR="0024252B" w:rsidRPr="002813C1">
        <w:t>et un bon tiens vaut mieux que deux tu l</w:t>
      </w:r>
      <w:r>
        <w:t>’</w:t>
      </w:r>
      <w:r w:rsidR="0024252B" w:rsidRPr="002813C1">
        <w:t>auras</w:t>
      </w:r>
      <w:r>
        <w:t>…</w:t>
      </w:r>
    </w:p>
    <w:p w14:paraId="40686A8B" w14:textId="77777777" w:rsidR="00B77E03" w:rsidRDefault="00B77E03" w:rsidP="00B77E03">
      <w:r>
        <w:t>— </w:t>
      </w:r>
      <w:r w:rsidR="0024252B" w:rsidRPr="002813C1">
        <w:t>C</w:t>
      </w:r>
      <w:r>
        <w:t>’</w:t>
      </w:r>
      <w:r w:rsidR="0024252B" w:rsidRPr="002813C1">
        <w:t>est qu</w:t>
      </w:r>
      <w:r>
        <w:t>’</w:t>
      </w:r>
      <w:r w:rsidR="0024252B" w:rsidRPr="002813C1">
        <w:t>il demande une réponse</w:t>
      </w:r>
      <w:r>
        <w:t>…</w:t>
      </w:r>
    </w:p>
    <w:p w14:paraId="34AC21D0" w14:textId="77777777" w:rsidR="00B77E03" w:rsidRDefault="00B77E03" w:rsidP="00B77E03">
      <w:r>
        <w:t>— </w:t>
      </w:r>
      <w:r w:rsidR="0024252B" w:rsidRPr="002813C1">
        <w:t>Répondez-lui que qui paye ses dettes s</w:t>
      </w:r>
      <w:r>
        <w:t>’</w:t>
      </w:r>
      <w:r w:rsidR="0024252B" w:rsidRPr="002813C1">
        <w:t>enrichit</w:t>
      </w:r>
      <w:r>
        <w:t xml:space="preserve"> ; </w:t>
      </w:r>
      <w:r w:rsidR="0024252B" w:rsidRPr="002813C1">
        <w:t>payez</w:t>
      </w:r>
      <w:r>
        <w:t xml:space="preserve">, </w:t>
      </w:r>
      <w:r w:rsidR="0024252B" w:rsidRPr="002813C1">
        <w:t>et vous serez considéré</w:t>
      </w:r>
      <w:r>
        <w:t>…</w:t>
      </w:r>
    </w:p>
    <w:p w14:paraId="0DF6EDA7" w14:textId="77777777" w:rsidR="00B77E03" w:rsidRDefault="0024252B" w:rsidP="00B77E03">
      <w:r w:rsidRPr="002813C1">
        <w:t>Mais il s</w:t>
      </w:r>
      <w:r w:rsidR="00B77E03">
        <w:t>’</w:t>
      </w:r>
      <w:r w:rsidRPr="002813C1">
        <w:t>arrêta court</w:t>
      </w:r>
      <w:r w:rsidR="00B77E03">
        <w:t xml:space="preserve">, </w:t>
      </w:r>
      <w:r w:rsidRPr="002813C1">
        <w:t>montrant à la jeune femme le commissionnaire dont les yeux brillaient de la plus ardente curiosité</w:t>
      </w:r>
      <w:r w:rsidR="00B77E03">
        <w:t>…</w:t>
      </w:r>
    </w:p>
    <w:p w14:paraId="272530A9" w14:textId="77777777" w:rsidR="00B77E03" w:rsidRDefault="0024252B" w:rsidP="00B77E03">
      <w:r w:rsidRPr="002813C1">
        <w:t>Elle comprit</w:t>
      </w:r>
      <w:r w:rsidR="00B77E03">
        <w:t xml:space="preserve">. </w:t>
      </w:r>
      <w:r w:rsidRPr="002813C1">
        <w:t>Vivement elle emplit de liqueur un petit verre qu</w:t>
      </w:r>
      <w:r w:rsidR="00B77E03">
        <w:t>’</w:t>
      </w:r>
      <w:r w:rsidRPr="002813C1">
        <w:t>elle plaça devant Chupin</w:t>
      </w:r>
      <w:r w:rsidR="00B77E03">
        <w:t xml:space="preserve">, </w:t>
      </w:r>
      <w:r w:rsidRPr="002813C1">
        <w:t>et lui offrit un cigare en disant</w:t>
      </w:r>
      <w:r w:rsidR="00B77E03">
        <w:t> :</w:t>
      </w:r>
    </w:p>
    <w:p w14:paraId="1FDDDFA8" w14:textId="77777777" w:rsidR="00B77E03" w:rsidRDefault="00B77E03" w:rsidP="00B77E03">
      <w:r>
        <w:t>— </w:t>
      </w:r>
      <w:r w:rsidR="0024252B" w:rsidRPr="002813C1">
        <w:t>Asseyez-vous</w:t>
      </w:r>
      <w:r>
        <w:t xml:space="preserve">, </w:t>
      </w:r>
      <w:r w:rsidR="0024252B" w:rsidRPr="002813C1">
        <w:t>voici de quoi prendre patience en nous attendant</w:t>
      </w:r>
      <w:r>
        <w:t>.</w:t>
      </w:r>
    </w:p>
    <w:p w14:paraId="4E104055" w14:textId="77777777" w:rsidR="00B77E03" w:rsidRDefault="0024252B" w:rsidP="00B77E03">
      <w:r w:rsidRPr="002813C1">
        <w:t>Et elle suivit le vieux monsieur dans la seconde pièce dont elle ferma la porte</w:t>
      </w:r>
      <w:r w:rsidR="00B77E03">
        <w:t>.</w:t>
      </w:r>
    </w:p>
    <w:p w14:paraId="4C4C64E6" w14:textId="77777777" w:rsidR="00B77E03" w:rsidRDefault="00B77E03" w:rsidP="00B77E03">
      <w:r>
        <w:t>— </w:t>
      </w:r>
      <w:r w:rsidR="0024252B" w:rsidRPr="002813C1">
        <w:t>Ça va bien</w:t>
      </w:r>
      <w:r>
        <w:t xml:space="preserve"> ! </w:t>
      </w:r>
      <w:r w:rsidR="0024252B" w:rsidRPr="002813C1">
        <w:t>pensait Chupin</w:t>
      </w:r>
      <w:r>
        <w:t xml:space="preserve">, </w:t>
      </w:r>
      <w:r w:rsidR="0024252B" w:rsidRPr="002813C1">
        <w:t>qui ne se sentait pas de joie</w:t>
      </w:r>
      <w:r>
        <w:t xml:space="preserve"> ; </w:t>
      </w:r>
      <w:r w:rsidR="0024252B" w:rsidRPr="002813C1">
        <w:t>ça se corse</w:t>
      </w:r>
      <w:r>
        <w:t xml:space="preserve">, </w:t>
      </w:r>
      <w:r w:rsidR="0024252B" w:rsidRPr="002813C1">
        <w:t>on va commencer à rire</w:t>
      </w:r>
      <w:r>
        <w:t>…</w:t>
      </w:r>
    </w:p>
    <w:p w14:paraId="6D5CEBA0" w14:textId="77777777" w:rsidR="00B77E03" w:rsidRDefault="0024252B" w:rsidP="00B77E03">
      <w:r w:rsidRPr="002813C1">
        <w:t>N</w:t>
      </w:r>
      <w:r w:rsidR="00B77E03">
        <w:t>’</w:t>
      </w:r>
      <w:r w:rsidRPr="002813C1">
        <w:t>eût-il pas eu la précoce pénétration qu</w:t>
      </w:r>
      <w:r w:rsidR="00B77E03">
        <w:t>’</w:t>
      </w:r>
      <w:r w:rsidRPr="002813C1">
        <w:t>il devait à sa vie accidentée</w:t>
      </w:r>
      <w:r w:rsidR="00B77E03">
        <w:t xml:space="preserve">, </w:t>
      </w:r>
      <w:r w:rsidRPr="002813C1">
        <w:t>la jeune femme</w:t>
      </w:r>
      <w:r w:rsidR="00B77E03">
        <w:t xml:space="preserve">, </w:t>
      </w:r>
      <w:r w:rsidRPr="002813C1">
        <w:t>en dix mots</w:t>
      </w:r>
      <w:r w:rsidR="00B77E03">
        <w:t xml:space="preserve">, </w:t>
      </w:r>
      <w:r w:rsidRPr="002813C1">
        <w:t>et le vieux monsieur</w:t>
      </w:r>
      <w:r w:rsidR="00B77E03">
        <w:t xml:space="preserve">, </w:t>
      </w:r>
      <w:r w:rsidRPr="002813C1">
        <w:t>en six proverbes</w:t>
      </w:r>
      <w:r w:rsidR="00B77E03">
        <w:t xml:space="preserve">, </w:t>
      </w:r>
      <w:r w:rsidRPr="002813C1">
        <w:t>en avaient dit assez pour le mettre au courant de la situation</w:t>
      </w:r>
      <w:r w:rsidR="00B77E03">
        <w:t>.</w:t>
      </w:r>
    </w:p>
    <w:p w14:paraId="3EDBB6EC" w14:textId="77777777" w:rsidR="00B77E03" w:rsidRDefault="0024252B" w:rsidP="00B77E03">
      <w:r w:rsidRPr="002813C1">
        <w:t>Il connaissait maintenant</w:t>
      </w:r>
      <w:r w:rsidR="00B77E03">
        <w:t xml:space="preserve">, </w:t>
      </w:r>
      <w:r w:rsidRPr="002813C1">
        <w:t>croyait-il</w:t>
      </w:r>
      <w:r w:rsidR="00B77E03">
        <w:t xml:space="preserve">, </w:t>
      </w:r>
      <w:r w:rsidRPr="002813C1">
        <w:t>le contenu de la lettre qu</w:t>
      </w:r>
      <w:r w:rsidR="00B77E03">
        <w:t>’</w:t>
      </w:r>
      <w:r w:rsidRPr="002813C1">
        <w:t>il venait d</w:t>
      </w:r>
      <w:r w:rsidR="00B77E03">
        <w:t>’</w:t>
      </w:r>
      <w:r w:rsidRPr="002813C1">
        <w:t>apporter aussi parfaitement que s</w:t>
      </w:r>
      <w:r w:rsidR="00B77E03">
        <w:t>’</w:t>
      </w:r>
      <w:r w:rsidRPr="002813C1">
        <w:t>il l</w:t>
      </w:r>
      <w:r w:rsidR="00B77E03">
        <w:t>’</w:t>
      </w:r>
      <w:r w:rsidRPr="002813C1">
        <w:t>eût lue</w:t>
      </w:r>
      <w:r w:rsidR="00B77E03">
        <w:t>.</w:t>
      </w:r>
    </w:p>
    <w:p w14:paraId="7FCA41E3" w14:textId="1DBFD023" w:rsidR="00B77E03" w:rsidRDefault="0024252B" w:rsidP="00B77E03">
      <w:r w:rsidRPr="002813C1">
        <w:lastRenderedPageBreak/>
        <w:t>Il s</w:t>
      </w:r>
      <w:r w:rsidR="00B77E03">
        <w:t>’</w:t>
      </w:r>
      <w:r w:rsidRPr="002813C1">
        <w:t>expliquait l</w:t>
      </w:r>
      <w:r w:rsidR="00B77E03">
        <w:t>’</w:t>
      </w:r>
      <w:r w:rsidRPr="002813C1">
        <w:t xml:space="preserve">air furieux de </w:t>
      </w:r>
      <w:r w:rsidR="00B77E03">
        <w:t>M. de </w:t>
      </w:r>
      <w:proofErr w:type="spellStart"/>
      <w:r w:rsidRPr="002813C1">
        <w:t>Coralth</w:t>
      </w:r>
      <w:proofErr w:type="spellEnd"/>
      <w:r w:rsidR="00B77E03">
        <w:t xml:space="preserve">, </w:t>
      </w:r>
      <w:r w:rsidRPr="002813C1">
        <w:t>et l</w:t>
      </w:r>
      <w:r w:rsidR="00B77E03">
        <w:t>’</w:t>
      </w:r>
      <w:r w:rsidRPr="002813C1">
        <w:t>ordre qu</w:t>
      </w:r>
      <w:r w:rsidR="00B77E03">
        <w:t>’</w:t>
      </w:r>
      <w:r w:rsidRPr="002813C1">
        <w:t>il avait donné de se hâter</w:t>
      </w:r>
      <w:r w:rsidR="00B77E03">
        <w:t>…</w:t>
      </w:r>
    </w:p>
    <w:p w14:paraId="1C0A5564" w14:textId="77777777" w:rsidR="00B77E03" w:rsidRDefault="0024252B" w:rsidP="00B77E03">
      <w:r w:rsidRPr="002813C1">
        <w:t>Enfin</w:t>
      </w:r>
      <w:r w:rsidR="00B77E03">
        <w:t xml:space="preserve">, </w:t>
      </w:r>
      <w:r w:rsidRPr="002813C1">
        <w:t>il voyait distinctement et comprenait la relation qu</w:t>
      </w:r>
      <w:r w:rsidR="00B77E03">
        <w:t>’</w:t>
      </w:r>
      <w:r w:rsidRPr="002813C1">
        <w:t>il avait tout d</w:t>
      </w:r>
      <w:r w:rsidR="00B77E03">
        <w:t>’</w:t>
      </w:r>
      <w:r w:rsidRPr="002813C1">
        <w:t xml:space="preserve">abord vaguement soupçonnée entre la lettre à la baronne </w:t>
      </w:r>
      <w:proofErr w:type="spellStart"/>
      <w:r w:rsidRPr="002813C1">
        <w:t>Trigault</w:t>
      </w:r>
      <w:proofErr w:type="spellEnd"/>
      <w:r w:rsidRPr="002813C1">
        <w:t xml:space="preserve"> et la lettre à l</w:t>
      </w:r>
      <w:r w:rsidR="00B77E03">
        <w:t>’</w:t>
      </w:r>
      <w:r w:rsidRPr="002813C1">
        <w:t>épouse légitime</w:t>
      </w:r>
      <w:r w:rsidR="00B77E03">
        <w:t xml:space="preserve">, </w:t>
      </w:r>
      <w:r w:rsidRPr="002813C1">
        <w:t>et que l</w:t>
      </w:r>
      <w:r w:rsidR="00B77E03">
        <w:t>’</w:t>
      </w:r>
      <w:r w:rsidRPr="002813C1">
        <w:t>une était la conséquence de l</w:t>
      </w:r>
      <w:r w:rsidR="00B77E03">
        <w:t>’</w:t>
      </w:r>
      <w:r w:rsidRPr="002813C1">
        <w:t>autre</w:t>
      </w:r>
      <w:r w:rsidR="00B77E03">
        <w:t>…</w:t>
      </w:r>
    </w:p>
    <w:p w14:paraId="22C1019A" w14:textId="77777777" w:rsidR="00B77E03" w:rsidRDefault="0024252B" w:rsidP="00B77E03">
      <w:r w:rsidRPr="002813C1">
        <w:t>Et toutes les circonstances de cette affaire s</w:t>
      </w:r>
      <w:r w:rsidR="00B77E03">
        <w:t>’</w:t>
      </w:r>
      <w:r w:rsidRPr="002813C1">
        <w:t>enchaînaient</w:t>
      </w:r>
      <w:r w:rsidR="00B77E03">
        <w:t xml:space="preserve">, </w:t>
      </w:r>
      <w:r w:rsidRPr="002813C1">
        <w:t>estimait-il</w:t>
      </w:r>
      <w:r w:rsidR="00B77E03">
        <w:t xml:space="preserve">, </w:t>
      </w:r>
      <w:r w:rsidRPr="002813C1">
        <w:t>logiquement et comme fatalement</w:t>
      </w:r>
      <w:r w:rsidR="00B77E03">
        <w:t>.</w:t>
      </w:r>
    </w:p>
    <w:p w14:paraId="4EBBE016" w14:textId="09FA8930" w:rsidR="00B77E03" w:rsidRDefault="0024252B" w:rsidP="00B77E03">
      <w:r w:rsidRPr="002813C1">
        <w:t>Abandonnée par son mari</w:t>
      </w:r>
      <w:r w:rsidR="00B77E03">
        <w:t>, M</w:t>
      </w:r>
      <w:r w:rsidR="00B77E03" w:rsidRPr="00B77E03">
        <w:rPr>
          <w:vertAlign w:val="superscript"/>
        </w:rPr>
        <w:t>me</w:t>
      </w:r>
      <w:r w:rsidR="00B77E03">
        <w:t> </w:t>
      </w:r>
      <w:r w:rsidRPr="002813C1">
        <w:t>Paul avait fini par se lasser de la misère et des privations</w:t>
      </w:r>
      <w:r w:rsidR="00B77E03">
        <w:t xml:space="preserve">… </w:t>
      </w:r>
      <w:r w:rsidRPr="002813C1">
        <w:t>Elle s</w:t>
      </w:r>
      <w:r w:rsidR="00B77E03">
        <w:t>’</w:t>
      </w:r>
      <w:r w:rsidRPr="002813C1">
        <w:t>était mise un beau matin à la recherche de ce lâche</w:t>
      </w:r>
      <w:r w:rsidR="00B77E03">
        <w:t xml:space="preserve">, </w:t>
      </w:r>
      <w:r w:rsidRPr="002813C1">
        <w:t>l</w:t>
      </w:r>
      <w:r w:rsidR="00B77E03">
        <w:t>’</w:t>
      </w:r>
      <w:r w:rsidRPr="002813C1">
        <w:t>avait retrouvé et lui avait écrit</w:t>
      </w:r>
      <w:r w:rsidR="00B77E03">
        <w:t> :</w:t>
      </w:r>
    </w:p>
    <w:p w14:paraId="1E834AF4" w14:textId="6167307C" w:rsidR="00B77E03" w:rsidRDefault="00B77E03" w:rsidP="00B77E03">
      <w:r>
        <w:t>« </w:t>
      </w:r>
      <w:r w:rsidR="0024252B" w:rsidRPr="002813C1">
        <w:rPr>
          <w:i/>
          <w:szCs w:val="32"/>
        </w:rPr>
        <w:t>Je consens à ne pas embarrasser ta vie</w:t>
      </w:r>
      <w:r>
        <w:rPr>
          <w:i/>
          <w:szCs w:val="32"/>
        </w:rPr>
        <w:t xml:space="preserve">, </w:t>
      </w:r>
      <w:r w:rsidR="0024252B" w:rsidRPr="002813C1">
        <w:rPr>
          <w:i/>
          <w:szCs w:val="32"/>
        </w:rPr>
        <w:t>mais à la condition que tu nous donneras le nécessaire</w:t>
      </w:r>
      <w:r>
        <w:rPr>
          <w:i/>
          <w:szCs w:val="32"/>
        </w:rPr>
        <w:t xml:space="preserve">, </w:t>
      </w:r>
      <w:r w:rsidR="0024252B" w:rsidRPr="002813C1">
        <w:rPr>
          <w:i/>
          <w:szCs w:val="32"/>
        </w:rPr>
        <w:t>à moi</w:t>
      </w:r>
      <w:r>
        <w:rPr>
          <w:i/>
          <w:szCs w:val="32"/>
        </w:rPr>
        <w:t xml:space="preserve">, </w:t>
      </w:r>
      <w:r w:rsidR="0024252B" w:rsidRPr="002813C1">
        <w:rPr>
          <w:i/>
          <w:szCs w:val="32"/>
        </w:rPr>
        <w:t>qui suis ta femme</w:t>
      </w:r>
      <w:r>
        <w:rPr>
          <w:i/>
          <w:szCs w:val="32"/>
        </w:rPr>
        <w:t xml:space="preserve">, </w:t>
      </w:r>
      <w:r w:rsidR="0024252B" w:rsidRPr="002813C1">
        <w:rPr>
          <w:i/>
          <w:szCs w:val="32"/>
        </w:rPr>
        <w:t>à mon enfant</w:t>
      </w:r>
      <w:r>
        <w:rPr>
          <w:i/>
          <w:szCs w:val="32"/>
        </w:rPr>
        <w:t xml:space="preserve">, </w:t>
      </w:r>
      <w:r w:rsidR="0024252B" w:rsidRPr="002813C1">
        <w:rPr>
          <w:i/>
          <w:szCs w:val="32"/>
        </w:rPr>
        <w:t>qui est le tien</w:t>
      </w:r>
      <w:r>
        <w:rPr>
          <w:i/>
          <w:szCs w:val="32"/>
        </w:rPr>
        <w:t xml:space="preserve">… </w:t>
      </w:r>
      <w:r w:rsidR="0024252B" w:rsidRPr="002813C1">
        <w:rPr>
          <w:i/>
          <w:szCs w:val="32"/>
        </w:rPr>
        <w:t>Je veux tant</w:t>
      </w:r>
      <w:r>
        <w:rPr>
          <w:i/>
          <w:szCs w:val="32"/>
        </w:rPr>
        <w:t xml:space="preserve">, </w:t>
      </w:r>
      <w:r w:rsidR="0024252B" w:rsidRPr="002813C1">
        <w:rPr>
          <w:i/>
          <w:szCs w:val="32"/>
        </w:rPr>
        <w:t>pour telle époque</w:t>
      </w:r>
      <w:r>
        <w:rPr>
          <w:i/>
          <w:szCs w:val="32"/>
        </w:rPr>
        <w:t xml:space="preserve">… </w:t>
      </w:r>
      <w:r w:rsidR="0024252B" w:rsidRPr="002813C1">
        <w:rPr>
          <w:i/>
          <w:szCs w:val="32"/>
        </w:rPr>
        <w:t>Si tu me refuses</w:t>
      </w:r>
      <w:r>
        <w:rPr>
          <w:i/>
          <w:szCs w:val="32"/>
        </w:rPr>
        <w:t xml:space="preserve">, </w:t>
      </w:r>
      <w:r w:rsidR="0024252B" w:rsidRPr="002813C1">
        <w:rPr>
          <w:i/>
          <w:szCs w:val="32"/>
        </w:rPr>
        <w:t>j</w:t>
      </w:r>
      <w:r>
        <w:rPr>
          <w:i/>
          <w:szCs w:val="32"/>
        </w:rPr>
        <w:t>’</w:t>
      </w:r>
      <w:r w:rsidR="0024252B" w:rsidRPr="002813C1">
        <w:rPr>
          <w:i/>
          <w:szCs w:val="32"/>
        </w:rPr>
        <w:t>apparais et je te perds</w:t>
      </w:r>
      <w:r>
        <w:rPr>
          <w:i/>
          <w:szCs w:val="32"/>
        </w:rPr>
        <w:t xml:space="preserve">… </w:t>
      </w:r>
      <w:r w:rsidR="0024252B" w:rsidRPr="002813C1">
        <w:rPr>
          <w:i/>
          <w:szCs w:val="32"/>
        </w:rPr>
        <w:t xml:space="preserve">Le scandale ne me servira pas de </w:t>
      </w:r>
      <w:proofErr w:type="spellStart"/>
      <w:r w:rsidR="0024252B" w:rsidRPr="002813C1">
        <w:rPr>
          <w:i/>
          <w:szCs w:val="32"/>
        </w:rPr>
        <w:t>grand chose</w:t>
      </w:r>
      <w:proofErr w:type="spellEnd"/>
      <w:r>
        <w:rPr>
          <w:i/>
          <w:szCs w:val="32"/>
        </w:rPr>
        <w:t xml:space="preserve">, </w:t>
      </w:r>
      <w:r w:rsidR="0024252B" w:rsidRPr="002813C1">
        <w:rPr>
          <w:i/>
          <w:szCs w:val="32"/>
        </w:rPr>
        <w:t>c</w:t>
      </w:r>
      <w:r>
        <w:rPr>
          <w:i/>
          <w:szCs w:val="32"/>
        </w:rPr>
        <w:t>’</w:t>
      </w:r>
      <w:r w:rsidR="0024252B" w:rsidRPr="002813C1">
        <w:rPr>
          <w:i/>
          <w:szCs w:val="32"/>
        </w:rPr>
        <w:t>est vrai</w:t>
      </w:r>
      <w:r>
        <w:rPr>
          <w:i/>
          <w:szCs w:val="32"/>
        </w:rPr>
        <w:t xml:space="preserve">, </w:t>
      </w:r>
      <w:r w:rsidR="0024252B" w:rsidRPr="002813C1">
        <w:rPr>
          <w:i/>
          <w:szCs w:val="32"/>
        </w:rPr>
        <w:t>mais du moins je n</w:t>
      </w:r>
      <w:r>
        <w:rPr>
          <w:i/>
          <w:szCs w:val="32"/>
        </w:rPr>
        <w:t>’</w:t>
      </w:r>
      <w:r w:rsidR="0024252B" w:rsidRPr="002813C1">
        <w:rPr>
          <w:i/>
          <w:szCs w:val="32"/>
        </w:rPr>
        <w:t>aurai plus à endurer ce supplice de te savoir entouré de toutes les recherches du luxe</w:t>
      </w:r>
      <w:r>
        <w:rPr>
          <w:i/>
          <w:szCs w:val="32"/>
        </w:rPr>
        <w:t xml:space="preserve">, </w:t>
      </w:r>
      <w:r w:rsidR="0024252B" w:rsidRPr="002813C1">
        <w:rPr>
          <w:i/>
          <w:szCs w:val="32"/>
        </w:rPr>
        <w:t>pendant que je meurs de faim</w:t>
      </w:r>
      <w:r>
        <w:t>… »</w:t>
      </w:r>
    </w:p>
    <w:p w14:paraId="79A7C25A" w14:textId="77777777" w:rsidR="00B77E03" w:rsidRDefault="0024252B" w:rsidP="00B77E03">
      <w:r w:rsidRPr="002813C1">
        <w:t>Oui</w:t>
      </w:r>
      <w:r w:rsidR="00B77E03">
        <w:t xml:space="preserve">, </w:t>
      </w:r>
      <w:r w:rsidRPr="002813C1">
        <w:t>évidemment</w:t>
      </w:r>
      <w:r w:rsidR="00B77E03">
        <w:t xml:space="preserve">, </w:t>
      </w:r>
      <w:r w:rsidRPr="002813C1">
        <w:t>elle lui avait écrit cela</w:t>
      </w:r>
      <w:r w:rsidR="00B77E03">
        <w:t xml:space="preserve">. </w:t>
      </w:r>
      <w:r w:rsidRPr="002813C1">
        <w:t>Ce n</w:t>
      </w:r>
      <w:r w:rsidR="00B77E03">
        <w:t>’</w:t>
      </w:r>
      <w:r w:rsidRPr="002813C1">
        <w:t>était pas le texte</w:t>
      </w:r>
      <w:r w:rsidR="00B77E03">
        <w:t xml:space="preserve">, </w:t>
      </w:r>
      <w:r w:rsidRPr="002813C1">
        <w:t>sans doute</w:t>
      </w:r>
      <w:r w:rsidR="00B77E03">
        <w:t xml:space="preserve">, </w:t>
      </w:r>
      <w:r w:rsidRPr="002813C1">
        <w:t>c</w:t>
      </w:r>
      <w:r w:rsidR="00B77E03">
        <w:t>’</w:t>
      </w:r>
      <w:r w:rsidRPr="002813C1">
        <w:t>était à coup sûr le sens</w:t>
      </w:r>
      <w:r w:rsidR="00B77E03">
        <w:t>.</w:t>
      </w:r>
    </w:p>
    <w:p w14:paraId="7E5010EC" w14:textId="77777777" w:rsidR="00B77E03" w:rsidRDefault="0024252B" w:rsidP="00B77E03">
      <w:r w:rsidRPr="002813C1">
        <w:t>Et au reçu de sa lettre</w:t>
      </w:r>
      <w:r w:rsidR="00B77E03">
        <w:t xml:space="preserve">, </w:t>
      </w:r>
      <w:proofErr w:type="spellStart"/>
      <w:r w:rsidRPr="002813C1">
        <w:t>Coralth</w:t>
      </w:r>
      <w:proofErr w:type="spellEnd"/>
      <w:r w:rsidR="00B77E03">
        <w:t xml:space="preserve">, </w:t>
      </w:r>
      <w:r w:rsidRPr="002813C1">
        <w:t>ainsi qu</w:t>
      </w:r>
      <w:r w:rsidR="00B77E03">
        <w:t>’</w:t>
      </w:r>
      <w:r w:rsidRPr="002813C1">
        <w:t>elle venait de le dire</w:t>
      </w:r>
      <w:r w:rsidR="00B77E03">
        <w:t xml:space="preserve">, </w:t>
      </w:r>
      <w:r w:rsidRPr="002813C1">
        <w:t>avait été terrifié</w:t>
      </w:r>
      <w:r w:rsidR="00B77E03">
        <w:t xml:space="preserve">… </w:t>
      </w:r>
      <w:r w:rsidRPr="002813C1">
        <w:t>Il n</w:t>
      </w:r>
      <w:r w:rsidR="00B77E03">
        <w:t>’</w:t>
      </w:r>
      <w:r w:rsidRPr="002813C1">
        <w:t>avait que trop senti que du jour où sa femme se montrerait et crierait sur les toits son vrai nom et son passé</w:t>
      </w:r>
      <w:r w:rsidR="00B77E03">
        <w:t xml:space="preserve">, </w:t>
      </w:r>
      <w:r w:rsidRPr="002813C1">
        <w:t>c</w:t>
      </w:r>
      <w:r w:rsidR="00B77E03">
        <w:t>’</w:t>
      </w:r>
      <w:r w:rsidRPr="002813C1">
        <w:t>en serait fait de lui</w:t>
      </w:r>
      <w:r w:rsidR="00B77E03">
        <w:t>…</w:t>
      </w:r>
    </w:p>
    <w:p w14:paraId="627F3F08" w14:textId="77777777" w:rsidR="00B77E03" w:rsidRDefault="0024252B" w:rsidP="00B77E03">
      <w:r w:rsidRPr="002813C1">
        <w:t>Mais il n</w:t>
      </w:r>
      <w:r w:rsidR="00B77E03">
        <w:t>’</w:t>
      </w:r>
      <w:r w:rsidRPr="002813C1">
        <w:t>avait pas d</w:t>
      </w:r>
      <w:r w:rsidR="00B77E03">
        <w:t>’</w:t>
      </w:r>
      <w:r w:rsidRPr="002813C1">
        <w:t>argent</w:t>
      </w:r>
      <w:r w:rsidR="00B77E03">
        <w:t xml:space="preserve">… </w:t>
      </w:r>
      <w:r w:rsidRPr="002813C1">
        <w:t xml:space="preserve">Les honnêtes jeunes messieurs comme le vicomte de </w:t>
      </w:r>
      <w:proofErr w:type="spellStart"/>
      <w:r w:rsidRPr="002813C1">
        <w:t>Coralth</w:t>
      </w:r>
      <w:proofErr w:type="spellEnd"/>
      <w:r w:rsidRPr="002813C1">
        <w:t xml:space="preserve"> n</w:t>
      </w:r>
      <w:r w:rsidR="00B77E03">
        <w:t>’</w:t>
      </w:r>
      <w:r w:rsidRPr="002813C1">
        <w:t>ont pas de réserve ni d</w:t>
      </w:r>
      <w:r w:rsidR="00B77E03">
        <w:t>’</w:t>
      </w:r>
      <w:r w:rsidRPr="002813C1">
        <w:t>économies</w:t>
      </w:r>
      <w:r w:rsidR="00B77E03">
        <w:t xml:space="preserve">. </w:t>
      </w:r>
      <w:r w:rsidRPr="002813C1">
        <w:t>C</w:t>
      </w:r>
      <w:r w:rsidR="00B77E03">
        <w:t>’</w:t>
      </w:r>
      <w:r w:rsidRPr="002813C1">
        <w:t>est une des fatalités de leur industrie d</w:t>
      </w:r>
      <w:r w:rsidR="00B77E03">
        <w:t>’</w:t>
      </w:r>
      <w:r w:rsidRPr="002813C1">
        <w:t>être condamnés à une dépense constante</w:t>
      </w:r>
      <w:r w:rsidR="00B77E03">
        <w:t>.</w:t>
      </w:r>
    </w:p>
    <w:p w14:paraId="5287A9BB" w14:textId="77777777" w:rsidR="00B77E03" w:rsidRDefault="0024252B" w:rsidP="00B77E03">
      <w:r w:rsidRPr="002813C1">
        <w:lastRenderedPageBreak/>
        <w:t>Alors</w:t>
      </w:r>
      <w:r w:rsidR="00B77E03">
        <w:t xml:space="preserve">, </w:t>
      </w:r>
      <w:r w:rsidRPr="002813C1">
        <w:t>en cette périlleuse extrémité</w:t>
      </w:r>
      <w:r w:rsidR="00B77E03">
        <w:t xml:space="preserve">, </w:t>
      </w:r>
      <w:r w:rsidRPr="002813C1">
        <w:t>le couteau sur la gorge</w:t>
      </w:r>
      <w:r w:rsidR="00B77E03">
        <w:t xml:space="preserve">, </w:t>
      </w:r>
      <w:r w:rsidRPr="002813C1">
        <w:t>pour ainsi dire</w:t>
      </w:r>
      <w:r w:rsidR="00B77E03">
        <w:t xml:space="preserve">, </w:t>
      </w:r>
      <w:r w:rsidRPr="002813C1">
        <w:t>le brillant vicomte avait répondu à sa femme de prendre patience</w:t>
      </w:r>
      <w:r w:rsidR="00B77E03">
        <w:t xml:space="preserve">, </w:t>
      </w:r>
      <w:r w:rsidRPr="002813C1">
        <w:t>et écrit à la baronne pour la prier ou pour lui commander</w:t>
      </w:r>
      <w:r w:rsidR="00B77E03">
        <w:t xml:space="preserve">, </w:t>
      </w:r>
      <w:r w:rsidRPr="002813C1">
        <w:t>selon les termes où ils en étaient</w:t>
      </w:r>
      <w:r w:rsidR="00B77E03">
        <w:t xml:space="preserve">, </w:t>
      </w:r>
      <w:r w:rsidRPr="002813C1">
        <w:t>de lui prêter la somme qu</w:t>
      </w:r>
      <w:r w:rsidR="00B77E03">
        <w:t>’</w:t>
      </w:r>
      <w:r w:rsidRPr="002813C1">
        <w:t>on exigeait de lui</w:t>
      </w:r>
      <w:r w:rsidR="00B77E03">
        <w:t>…</w:t>
      </w:r>
    </w:p>
    <w:p w14:paraId="18826DC8" w14:textId="77777777" w:rsidR="00B77E03" w:rsidRDefault="0024252B" w:rsidP="00B77E03">
      <w:r w:rsidRPr="002813C1">
        <w:t>Une particularité cependant intriguait Chupin</w:t>
      </w:r>
      <w:r w:rsidR="00B77E03">
        <w:t>.</w:t>
      </w:r>
    </w:p>
    <w:p w14:paraId="2C510BA3" w14:textId="7FC18B95" w:rsidR="00B77E03" w:rsidRDefault="0024252B" w:rsidP="00B77E03">
      <w:r w:rsidRPr="002813C1">
        <w:t>Il se rappelait avoir ouï dire</w:t>
      </w:r>
      <w:r w:rsidR="00B77E03">
        <w:t xml:space="preserve">, </w:t>
      </w:r>
      <w:r w:rsidRPr="002813C1">
        <w:t>autrefois</w:t>
      </w:r>
      <w:r w:rsidR="00B77E03">
        <w:t xml:space="preserve">, </w:t>
      </w:r>
      <w:r w:rsidRPr="002813C1">
        <w:t xml:space="preserve">que </w:t>
      </w:r>
      <w:r w:rsidR="00B77E03">
        <w:t>M</w:t>
      </w:r>
      <w:r w:rsidR="00B77E03" w:rsidRPr="00B77E03">
        <w:rPr>
          <w:vertAlign w:val="superscript"/>
        </w:rPr>
        <w:t>lle</w:t>
      </w:r>
      <w:r w:rsidR="00B77E03">
        <w:t> </w:t>
      </w:r>
      <w:r w:rsidRPr="002813C1">
        <w:t>Flavie était la fierté même</w:t>
      </w:r>
      <w:r w:rsidR="00B77E03">
        <w:t xml:space="preserve">, </w:t>
      </w:r>
      <w:r w:rsidRPr="002813C1">
        <w:t>et qu</w:t>
      </w:r>
      <w:r w:rsidR="00B77E03">
        <w:t>’</w:t>
      </w:r>
      <w:r w:rsidRPr="002813C1">
        <w:t>elle adorait son mari jusqu</w:t>
      </w:r>
      <w:r w:rsidR="00B77E03">
        <w:t>’</w:t>
      </w:r>
      <w:r w:rsidRPr="002813C1">
        <w:t>à la folie</w:t>
      </w:r>
      <w:r w:rsidR="00B77E03">
        <w:t xml:space="preserve">… </w:t>
      </w:r>
      <w:r w:rsidRPr="002813C1">
        <w:t>Ce grand amour s</w:t>
      </w:r>
      <w:r w:rsidR="00B77E03">
        <w:t>’</w:t>
      </w:r>
      <w:r w:rsidRPr="002813C1">
        <w:t>était donc évanoui</w:t>
      </w:r>
      <w:r w:rsidR="00B77E03">
        <w:t xml:space="preserve"> !… </w:t>
      </w:r>
      <w:r w:rsidRPr="002813C1">
        <w:t>La misère l</w:t>
      </w:r>
      <w:r w:rsidR="00B77E03">
        <w:t>’</w:t>
      </w:r>
      <w:r w:rsidRPr="002813C1">
        <w:t>avait donc à ce point détrempée et brisée</w:t>
      </w:r>
      <w:r w:rsidR="00B77E03">
        <w:t xml:space="preserve">, </w:t>
      </w:r>
      <w:r w:rsidRPr="002813C1">
        <w:t>qu</w:t>
      </w:r>
      <w:r w:rsidR="00B77E03">
        <w:t>’</w:t>
      </w:r>
      <w:r w:rsidRPr="002813C1">
        <w:t>elle se résignait à descendre aux plus honteuses concessions</w:t>
      </w:r>
      <w:r w:rsidR="00B77E03">
        <w:t>.</w:t>
      </w:r>
    </w:p>
    <w:p w14:paraId="51526D65" w14:textId="77777777" w:rsidR="00B77E03" w:rsidRDefault="0024252B" w:rsidP="00B77E03">
      <w:r w:rsidRPr="002813C1">
        <w:t>Si elle connaissait l</w:t>
      </w:r>
      <w:r w:rsidR="00B77E03">
        <w:t>’</w:t>
      </w:r>
      <w:r w:rsidRPr="002813C1">
        <w:t>existence de son mari</w:t>
      </w:r>
      <w:r w:rsidR="00B77E03">
        <w:t xml:space="preserve">, </w:t>
      </w:r>
      <w:r w:rsidRPr="002813C1">
        <w:t>comment ne préférait-elle pas la faim</w:t>
      </w:r>
      <w:r w:rsidR="00B77E03">
        <w:t xml:space="preserve">, </w:t>
      </w:r>
      <w:r w:rsidRPr="002813C1">
        <w:t>l</w:t>
      </w:r>
      <w:r w:rsidR="00B77E03">
        <w:t>’</w:t>
      </w:r>
      <w:r w:rsidRPr="002813C1">
        <w:t>hôpital</w:t>
      </w:r>
      <w:r w:rsidR="00B77E03">
        <w:t xml:space="preserve">, </w:t>
      </w:r>
      <w:r w:rsidRPr="002813C1">
        <w:t>la fosse commune</w:t>
      </w:r>
      <w:r w:rsidR="00B77E03">
        <w:t xml:space="preserve">, </w:t>
      </w:r>
      <w:r w:rsidRPr="002813C1">
        <w:t>à un secours de lui</w:t>
      </w:r>
      <w:r w:rsidR="00B77E03">
        <w:t> ?</w:t>
      </w:r>
    </w:p>
    <w:p w14:paraId="2138075A" w14:textId="77777777" w:rsidR="00B77E03" w:rsidRDefault="0024252B" w:rsidP="00B77E03">
      <w:r w:rsidRPr="002813C1">
        <w:t>Qu</w:t>
      </w:r>
      <w:r w:rsidR="00B77E03">
        <w:t>’</w:t>
      </w:r>
      <w:r w:rsidRPr="002813C1">
        <w:t>en un moment de rage</w:t>
      </w:r>
      <w:r w:rsidR="00B77E03">
        <w:t xml:space="preserve">, </w:t>
      </w:r>
      <w:r w:rsidRPr="002813C1">
        <w:t>elle fût allée droit à lui</w:t>
      </w:r>
      <w:r w:rsidR="00B77E03">
        <w:t xml:space="preserve">, </w:t>
      </w:r>
      <w:r w:rsidRPr="002813C1">
        <w:t>qu</w:t>
      </w:r>
      <w:r w:rsidR="00B77E03">
        <w:t>’</w:t>
      </w:r>
      <w:r w:rsidRPr="002813C1">
        <w:t>elle l</w:t>
      </w:r>
      <w:r w:rsidR="00B77E03">
        <w:t>’</w:t>
      </w:r>
      <w:r w:rsidRPr="002813C1">
        <w:t>eût souffleté de toutes les infamies de son passé</w:t>
      </w:r>
      <w:r w:rsidR="00B77E03">
        <w:t xml:space="preserve">, </w:t>
      </w:r>
      <w:r w:rsidRPr="002813C1">
        <w:t>en présence de ses brillants amis</w:t>
      </w:r>
      <w:r w:rsidR="00B77E03">
        <w:t xml:space="preserve">… </w:t>
      </w:r>
      <w:r w:rsidRPr="002813C1">
        <w:t>qu</w:t>
      </w:r>
      <w:r w:rsidR="00B77E03">
        <w:t>’</w:t>
      </w:r>
      <w:r w:rsidRPr="002813C1">
        <w:t>elle l</w:t>
      </w:r>
      <w:r w:rsidR="00B77E03">
        <w:t>’</w:t>
      </w:r>
      <w:r w:rsidRPr="002813C1">
        <w:t>eût perdu</w:t>
      </w:r>
      <w:r w:rsidR="00B77E03">
        <w:t xml:space="preserve">, </w:t>
      </w:r>
      <w:r w:rsidRPr="002813C1">
        <w:t>ruiné</w:t>
      </w:r>
      <w:r w:rsidR="00B77E03">
        <w:t xml:space="preserve">, </w:t>
      </w:r>
      <w:r w:rsidRPr="002813C1">
        <w:t>précipité dans la boue</w:t>
      </w:r>
      <w:r w:rsidR="00B77E03">
        <w:t xml:space="preserve">, </w:t>
      </w:r>
      <w:r w:rsidRPr="002813C1">
        <w:t>qu</w:t>
      </w:r>
      <w:r w:rsidR="00B77E03">
        <w:t>’</w:t>
      </w:r>
      <w:r w:rsidRPr="002813C1">
        <w:t>elle se fût vengée enfin</w:t>
      </w:r>
      <w:r w:rsidR="00B77E03">
        <w:t xml:space="preserve">, </w:t>
      </w:r>
      <w:r w:rsidRPr="002813C1">
        <w:t>Chupin eût admis cela</w:t>
      </w:r>
      <w:r w:rsidR="00B77E03">
        <w:t>…</w:t>
      </w:r>
    </w:p>
    <w:p w14:paraId="01D6B90C" w14:textId="77777777" w:rsidR="00B77E03" w:rsidRDefault="0024252B" w:rsidP="00B77E03">
      <w:r w:rsidRPr="002813C1">
        <w:t>Il ne pouvait comprendre qu</w:t>
      </w:r>
      <w:r w:rsidR="00B77E03">
        <w:t>’</w:t>
      </w:r>
      <w:r w:rsidRPr="002813C1">
        <w:t>une femme si jeune descendît jusqu</w:t>
      </w:r>
      <w:r w:rsidR="00B77E03">
        <w:t>’</w:t>
      </w:r>
      <w:r w:rsidRPr="002813C1">
        <w:t>à tirer parti de l</w:t>
      </w:r>
      <w:r w:rsidR="00B77E03">
        <w:t>’</w:t>
      </w:r>
      <w:r w:rsidRPr="002813C1">
        <w:t>ignominie de l</w:t>
      </w:r>
      <w:r w:rsidR="00B77E03">
        <w:t>’</w:t>
      </w:r>
      <w:r w:rsidRPr="002813C1">
        <w:t>homme qu</w:t>
      </w:r>
      <w:r w:rsidR="00B77E03">
        <w:t>’</w:t>
      </w:r>
      <w:r w:rsidRPr="002813C1">
        <w:t>elle avait aimé</w:t>
      </w:r>
      <w:r w:rsidR="00B77E03">
        <w:t xml:space="preserve">, </w:t>
      </w:r>
      <w:r w:rsidRPr="002813C1">
        <w:t>jusqu</w:t>
      </w:r>
      <w:r w:rsidR="00B77E03">
        <w:t>’</w:t>
      </w:r>
      <w:r w:rsidRPr="002813C1">
        <w:t>à pratiquer le chantage le plus déshonorant</w:t>
      </w:r>
      <w:r w:rsidR="00B77E03">
        <w:t>…</w:t>
      </w:r>
    </w:p>
    <w:p w14:paraId="174332BA" w14:textId="77777777" w:rsidR="00B77E03" w:rsidRDefault="00B77E03" w:rsidP="00B77E03">
      <w:r>
        <w:t>— </w:t>
      </w:r>
      <w:r w:rsidR="0024252B" w:rsidRPr="002813C1">
        <w:t>Le plan n</w:t>
      </w:r>
      <w:r>
        <w:t>’</w:t>
      </w:r>
      <w:r w:rsidR="0024252B" w:rsidRPr="002813C1">
        <w:t>est pas d</w:t>
      </w:r>
      <w:r>
        <w:t>’</w:t>
      </w:r>
      <w:r w:rsidR="0024252B" w:rsidRPr="002813C1">
        <w:t>elle</w:t>
      </w:r>
      <w:r>
        <w:t xml:space="preserve">, </w:t>
      </w:r>
      <w:r w:rsidR="0024252B" w:rsidRPr="002813C1">
        <w:t>se dit Chupin</w:t>
      </w:r>
      <w:r>
        <w:t xml:space="preserve">, </w:t>
      </w:r>
      <w:r w:rsidR="0024252B" w:rsidRPr="002813C1">
        <w:t>après avoir réfléchi</w:t>
      </w:r>
      <w:r>
        <w:t xml:space="preserve">… </w:t>
      </w:r>
      <w:r w:rsidR="0024252B" w:rsidRPr="002813C1">
        <w:t>C</w:t>
      </w:r>
      <w:r>
        <w:t>’</w:t>
      </w:r>
      <w:r w:rsidR="0024252B" w:rsidRPr="002813C1">
        <w:t>est l</w:t>
      </w:r>
      <w:r>
        <w:t>’</w:t>
      </w:r>
      <w:r w:rsidR="0024252B" w:rsidRPr="002813C1">
        <w:t>autre</w:t>
      </w:r>
      <w:r>
        <w:t xml:space="preserve">, </w:t>
      </w:r>
      <w:r w:rsidR="0024252B" w:rsidRPr="002813C1">
        <w:t xml:space="preserve">le vieux </w:t>
      </w:r>
      <w:r>
        <w:t>« </w:t>
      </w:r>
      <w:r w:rsidR="0024252B" w:rsidRPr="002813C1">
        <w:t>déplumé</w:t>
      </w:r>
      <w:r>
        <w:t> »</w:t>
      </w:r>
      <w:r w:rsidR="0024252B" w:rsidRPr="002813C1">
        <w:t xml:space="preserve"> qui aura machiné la chose</w:t>
      </w:r>
      <w:r>
        <w:t>…</w:t>
      </w:r>
    </w:p>
    <w:p w14:paraId="2E978C85" w14:textId="77777777" w:rsidR="00B77E03" w:rsidRDefault="0024252B" w:rsidP="00B77E03">
      <w:r w:rsidRPr="002813C1">
        <w:t>De cette façon</w:t>
      </w:r>
      <w:r w:rsidR="00B77E03">
        <w:t xml:space="preserve">, </w:t>
      </w:r>
      <w:r w:rsidRPr="002813C1">
        <w:t>tout lui parut clair et comme prouvé</w:t>
      </w:r>
      <w:r w:rsidR="00B77E03">
        <w:t xml:space="preserve">, </w:t>
      </w:r>
      <w:r w:rsidRPr="002813C1">
        <w:t>et il eût parié son cou à couper</w:t>
      </w:r>
      <w:r w:rsidR="00B77E03">
        <w:t xml:space="preserve">, </w:t>
      </w:r>
      <w:r w:rsidRPr="002813C1">
        <w:t>un enjeu sérieux</w:t>
      </w:r>
      <w:r w:rsidR="00B77E03">
        <w:t xml:space="preserve">, </w:t>
      </w:r>
      <w:r w:rsidRPr="002813C1">
        <w:t>que rien ne lui échappait</w:t>
      </w:r>
      <w:r w:rsidR="00B77E03">
        <w:t>…</w:t>
      </w:r>
    </w:p>
    <w:p w14:paraId="3ED38667" w14:textId="77777777" w:rsidR="00B77E03" w:rsidRDefault="0024252B" w:rsidP="00B77E03">
      <w:r w:rsidRPr="002813C1">
        <w:lastRenderedPageBreak/>
        <w:t>Un moyen</w:t>
      </w:r>
      <w:r w:rsidR="00B77E03">
        <w:t xml:space="preserve">, </w:t>
      </w:r>
      <w:r w:rsidRPr="002813C1">
        <w:t>du reste</w:t>
      </w:r>
      <w:r w:rsidR="00B77E03">
        <w:t xml:space="preserve">, </w:t>
      </w:r>
      <w:r w:rsidRPr="002813C1">
        <w:t>s</w:t>
      </w:r>
      <w:r w:rsidR="00B77E03">
        <w:t>’</w:t>
      </w:r>
      <w:r w:rsidRPr="002813C1">
        <w:t>offrait à lui de vérifier ses conjectures</w:t>
      </w:r>
      <w:r w:rsidR="00B77E03">
        <w:t>…</w:t>
      </w:r>
    </w:p>
    <w:p w14:paraId="1E245CF0" w14:textId="77777777" w:rsidR="00B77E03" w:rsidRDefault="0024252B" w:rsidP="00B77E03">
      <w:r w:rsidRPr="002813C1">
        <w:t>La jeune femme</w:t>
      </w:r>
      <w:r w:rsidR="00B77E03">
        <w:t xml:space="preserve">, </w:t>
      </w:r>
      <w:r w:rsidRPr="002813C1">
        <w:t>en se retirant dans la pièce voisine</w:t>
      </w:r>
      <w:r w:rsidR="00B77E03">
        <w:t xml:space="preserve">, </w:t>
      </w:r>
      <w:r w:rsidRPr="002813C1">
        <w:t>n</w:t>
      </w:r>
      <w:r w:rsidR="00B77E03">
        <w:t>’</w:t>
      </w:r>
      <w:r w:rsidRPr="002813C1">
        <w:t>avait pas emmené son petit garçon</w:t>
      </w:r>
      <w:r w:rsidR="00B77E03">
        <w:t xml:space="preserve">. </w:t>
      </w:r>
      <w:r w:rsidRPr="002813C1">
        <w:t>Il était toujours là</w:t>
      </w:r>
      <w:r w:rsidR="00B77E03">
        <w:t xml:space="preserve">, </w:t>
      </w:r>
      <w:r w:rsidRPr="002813C1">
        <w:t>assis sur le pavé boueux de la boutique</w:t>
      </w:r>
      <w:r w:rsidR="00B77E03">
        <w:t xml:space="preserve">, </w:t>
      </w:r>
      <w:r w:rsidRPr="002813C1">
        <w:t>jouant avec son cheval de carton</w:t>
      </w:r>
      <w:r w:rsidR="00B77E03">
        <w:t xml:space="preserve">, </w:t>
      </w:r>
      <w:r w:rsidRPr="002813C1">
        <w:t>sans bruit</w:t>
      </w:r>
      <w:r w:rsidR="00B77E03">
        <w:t xml:space="preserve">, </w:t>
      </w:r>
      <w:r w:rsidRPr="002813C1">
        <w:t>comme les enfants habitués à être rudoyés</w:t>
      </w:r>
      <w:r w:rsidR="00B77E03">
        <w:t>.</w:t>
      </w:r>
    </w:p>
    <w:p w14:paraId="5CA4DCA0" w14:textId="77777777" w:rsidR="00B77E03" w:rsidRDefault="0024252B" w:rsidP="00B77E03">
      <w:r w:rsidRPr="002813C1">
        <w:t>Chupin l</w:t>
      </w:r>
      <w:r w:rsidR="00B77E03">
        <w:t>’</w:t>
      </w:r>
      <w:r w:rsidRPr="002813C1">
        <w:t>appela</w:t>
      </w:r>
      <w:r w:rsidR="00B77E03">
        <w:t>.</w:t>
      </w:r>
    </w:p>
    <w:p w14:paraId="08CC60DE" w14:textId="77777777" w:rsidR="00B77E03" w:rsidRDefault="00B77E03" w:rsidP="00B77E03">
      <w:r>
        <w:t>— </w:t>
      </w:r>
      <w:r w:rsidR="0024252B" w:rsidRPr="002813C1">
        <w:t>Viens</w:t>
      </w:r>
      <w:r>
        <w:t xml:space="preserve">, </w:t>
      </w:r>
      <w:r w:rsidR="0024252B" w:rsidRPr="002813C1">
        <w:t>mon petit</w:t>
      </w:r>
      <w:r>
        <w:t xml:space="preserve">, </w:t>
      </w:r>
      <w:r w:rsidR="0024252B" w:rsidRPr="002813C1">
        <w:t>viens</w:t>
      </w:r>
      <w:r>
        <w:t>…</w:t>
      </w:r>
    </w:p>
    <w:p w14:paraId="3B6FF854" w14:textId="77777777" w:rsidR="00B77E03" w:rsidRDefault="0024252B" w:rsidP="00B77E03">
      <w:r w:rsidRPr="002813C1">
        <w:t>Il se leva et timidement s</w:t>
      </w:r>
      <w:r w:rsidR="00B77E03">
        <w:t>’</w:t>
      </w:r>
      <w:r w:rsidRPr="002813C1">
        <w:t>approcha</w:t>
      </w:r>
      <w:r w:rsidR="00B77E03">
        <w:t xml:space="preserve">, </w:t>
      </w:r>
      <w:r w:rsidRPr="002813C1">
        <w:t>regardant cet étranger avec de gros yeux remplis de défiance et d</w:t>
      </w:r>
      <w:r w:rsidR="00B77E03">
        <w:t>’</w:t>
      </w:r>
      <w:r w:rsidRPr="002813C1">
        <w:t>étonnement</w:t>
      </w:r>
      <w:r w:rsidR="00B77E03">
        <w:t>.</w:t>
      </w:r>
    </w:p>
    <w:p w14:paraId="168CA1A6" w14:textId="77777777" w:rsidR="00B77E03" w:rsidRDefault="0024252B" w:rsidP="00B77E03">
      <w:r w:rsidRPr="002813C1">
        <w:t>La repoussante malpropreté de ce pauvre petit était contre la mère une terrible accusation</w:t>
      </w:r>
      <w:r w:rsidR="00B77E03">
        <w:t xml:space="preserve">… </w:t>
      </w:r>
      <w:r w:rsidRPr="002813C1">
        <w:t>Ne l</w:t>
      </w:r>
      <w:r w:rsidR="00B77E03">
        <w:t>’</w:t>
      </w:r>
      <w:r w:rsidRPr="002813C1">
        <w:t>aimait-elle donc pas</w:t>
      </w:r>
      <w:r w:rsidR="00B77E03">
        <w:t xml:space="preserve"> ?… </w:t>
      </w:r>
      <w:r w:rsidRPr="002813C1">
        <w:t>L</w:t>
      </w:r>
      <w:r w:rsidR="00B77E03">
        <w:t>’</w:t>
      </w:r>
      <w:r w:rsidRPr="002813C1">
        <w:t>incurie du malheur a des bornes</w:t>
      </w:r>
      <w:r w:rsidR="00B77E03">
        <w:t xml:space="preserve">… </w:t>
      </w:r>
      <w:r w:rsidRPr="002813C1">
        <w:t>Depuis combien de temps ne lui avait-on lavé ni le visage ni les mains</w:t>
      </w:r>
      <w:r w:rsidR="00B77E03">
        <w:t xml:space="preserve"> ?… </w:t>
      </w:r>
      <w:r w:rsidRPr="002813C1">
        <w:t>Ses vêtements tout souillés de taches tombaient en loques</w:t>
      </w:r>
      <w:r w:rsidR="00B77E03">
        <w:t>…</w:t>
      </w:r>
    </w:p>
    <w:p w14:paraId="325215AC" w14:textId="43A97839" w:rsidR="00B77E03" w:rsidRDefault="0024252B" w:rsidP="00B77E03">
      <w:r w:rsidRPr="002813C1">
        <w:t>Il était gentil</w:t>
      </w:r>
      <w:r w:rsidR="00B77E03">
        <w:t xml:space="preserve">, </w:t>
      </w:r>
      <w:r w:rsidRPr="002813C1">
        <w:t>cependant</w:t>
      </w:r>
      <w:r w:rsidR="00B77E03">
        <w:t xml:space="preserve">, </w:t>
      </w:r>
      <w:r w:rsidRPr="002813C1">
        <w:t>et</w:t>
      </w:r>
      <w:r w:rsidR="00B77E03">
        <w:t xml:space="preserve">, </w:t>
      </w:r>
      <w:r w:rsidRPr="002813C1">
        <w:t>malgré son air farouche</w:t>
      </w:r>
      <w:r w:rsidR="00B77E03">
        <w:t xml:space="preserve">, </w:t>
      </w:r>
      <w:r w:rsidRPr="002813C1">
        <w:t>paraissait intelligent</w:t>
      </w:r>
      <w:r w:rsidR="00B77E03">
        <w:t xml:space="preserve">… </w:t>
      </w:r>
      <w:r w:rsidRPr="002813C1">
        <w:t xml:space="preserve">Il était blond et ressemblait à </w:t>
      </w:r>
      <w:r w:rsidR="00B77E03">
        <w:t>M. de </w:t>
      </w:r>
      <w:proofErr w:type="spellStart"/>
      <w:r w:rsidRPr="002813C1">
        <w:t>Coralth</w:t>
      </w:r>
      <w:proofErr w:type="spellEnd"/>
      <w:r w:rsidRPr="002813C1">
        <w:t xml:space="preserve"> d</w:t>
      </w:r>
      <w:r w:rsidR="00B77E03">
        <w:t>’</w:t>
      </w:r>
      <w:r w:rsidRPr="002813C1">
        <w:t>une façon frappante</w:t>
      </w:r>
      <w:r w:rsidR="00B77E03">
        <w:t>.</w:t>
      </w:r>
    </w:p>
    <w:p w14:paraId="7B8716CD" w14:textId="77777777" w:rsidR="00B77E03" w:rsidRDefault="0024252B" w:rsidP="00B77E03">
      <w:r w:rsidRPr="002813C1">
        <w:t>Chupin le prit sur ses genoux</w:t>
      </w:r>
      <w:r w:rsidR="00B77E03">
        <w:t xml:space="preserve">, </w:t>
      </w:r>
      <w:r w:rsidRPr="002813C1">
        <w:t>et après s</w:t>
      </w:r>
      <w:r w:rsidR="00B77E03">
        <w:t>’</w:t>
      </w:r>
      <w:r w:rsidRPr="002813C1">
        <w:t>être assuré que la porte de communication était bien fermée</w:t>
      </w:r>
      <w:r w:rsidR="00B77E03">
        <w:t> :</w:t>
      </w:r>
    </w:p>
    <w:p w14:paraId="1B89C6DF" w14:textId="77777777" w:rsidR="00B77E03" w:rsidRDefault="00B77E03" w:rsidP="00B77E03">
      <w:r>
        <w:t>— </w:t>
      </w:r>
      <w:r w:rsidR="0024252B" w:rsidRPr="002813C1">
        <w:t>Comment t</w:t>
      </w:r>
      <w:r>
        <w:t>’</w:t>
      </w:r>
      <w:r w:rsidR="0024252B" w:rsidRPr="002813C1">
        <w:t>appelles-tu</w:t>
      </w:r>
      <w:r>
        <w:t xml:space="preserve">, </w:t>
      </w:r>
      <w:r w:rsidR="0024252B" w:rsidRPr="002813C1">
        <w:t>petit</w:t>
      </w:r>
      <w:r>
        <w:t xml:space="preserve"> ? </w:t>
      </w:r>
      <w:r w:rsidR="0024252B" w:rsidRPr="002813C1">
        <w:t>demanda-t-il</w:t>
      </w:r>
      <w:r>
        <w:t>.</w:t>
      </w:r>
    </w:p>
    <w:p w14:paraId="646400EF" w14:textId="77777777" w:rsidR="00B77E03" w:rsidRDefault="00B77E03" w:rsidP="00B77E03">
      <w:r>
        <w:t>— </w:t>
      </w:r>
      <w:r w:rsidR="0024252B" w:rsidRPr="002813C1">
        <w:t>Paul</w:t>
      </w:r>
      <w:r>
        <w:t>.</w:t>
      </w:r>
    </w:p>
    <w:p w14:paraId="5CD8DED0" w14:textId="77777777" w:rsidR="00B77E03" w:rsidRDefault="00B77E03" w:rsidP="00B77E03">
      <w:r>
        <w:t>— </w:t>
      </w:r>
      <w:r w:rsidR="0024252B" w:rsidRPr="002813C1">
        <w:t>Connais-tu ton papa</w:t>
      </w:r>
      <w:r>
        <w:t> ?</w:t>
      </w:r>
    </w:p>
    <w:p w14:paraId="2BE9A7B5" w14:textId="77777777" w:rsidR="00B77E03" w:rsidRDefault="00B77E03" w:rsidP="00B77E03">
      <w:r>
        <w:t>— </w:t>
      </w:r>
      <w:r w:rsidR="0024252B" w:rsidRPr="002813C1">
        <w:t>Non</w:t>
      </w:r>
      <w:r>
        <w:t>.</w:t>
      </w:r>
    </w:p>
    <w:p w14:paraId="767EA504" w14:textId="77777777" w:rsidR="00B77E03" w:rsidRDefault="00B77E03" w:rsidP="00B77E03">
      <w:r>
        <w:t>— </w:t>
      </w:r>
      <w:r w:rsidR="0024252B" w:rsidRPr="002813C1">
        <w:t>Ta maman ne t</w:t>
      </w:r>
      <w:r>
        <w:t>’</w:t>
      </w:r>
      <w:r w:rsidR="0024252B" w:rsidRPr="002813C1">
        <w:t>en parle donc jamais</w:t>
      </w:r>
      <w:r>
        <w:t> ?</w:t>
      </w:r>
    </w:p>
    <w:p w14:paraId="15CE3AA5" w14:textId="77777777" w:rsidR="00B77E03" w:rsidRDefault="00B77E03" w:rsidP="00B77E03">
      <w:r>
        <w:t>— </w:t>
      </w:r>
      <w:r w:rsidR="0024252B" w:rsidRPr="002813C1">
        <w:t>Oh</w:t>
      </w:r>
      <w:r>
        <w:t xml:space="preserve"> ! </w:t>
      </w:r>
      <w:r w:rsidR="0024252B" w:rsidRPr="002813C1">
        <w:t>si</w:t>
      </w:r>
      <w:r>
        <w:t> !…</w:t>
      </w:r>
    </w:p>
    <w:p w14:paraId="2F66D217" w14:textId="77777777" w:rsidR="00B77E03" w:rsidRDefault="00B77E03" w:rsidP="00B77E03">
      <w:r>
        <w:lastRenderedPageBreak/>
        <w:t>— </w:t>
      </w:r>
      <w:r w:rsidR="0024252B" w:rsidRPr="002813C1">
        <w:t>Que t</w:t>
      </w:r>
      <w:r>
        <w:t>’</w:t>
      </w:r>
      <w:r w:rsidR="0024252B" w:rsidRPr="002813C1">
        <w:t>en dit-elle</w:t>
      </w:r>
      <w:r>
        <w:t> ?</w:t>
      </w:r>
    </w:p>
    <w:p w14:paraId="297194D2" w14:textId="77777777" w:rsidR="00B77E03" w:rsidRDefault="00B77E03" w:rsidP="00B77E03">
      <w:r>
        <w:t>— </w:t>
      </w:r>
      <w:r w:rsidR="0024252B" w:rsidRPr="002813C1">
        <w:t>Qu</w:t>
      </w:r>
      <w:r>
        <w:t>’</w:t>
      </w:r>
      <w:r w:rsidR="0024252B" w:rsidRPr="002813C1">
        <w:t>il est bien riche</w:t>
      </w:r>
      <w:r>
        <w:t xml:space="preserve">, </w:t>
      </w:r>
      <w:r w:rsidR="0024252B" w:rsidRPr="002813C1">
        <w:t>bien riche</w:t>
      </w:r>
      <w:r>
        <w:t> !…</w:t>
      </w:r>
    </w:p>
    <w:p w14:paraId="5D924FA0" w14:textId="77777777" w:rsidR="00B77E03" w:rsidRDefault="00B77E03" w:rsidP="00B77E03">
      <w:r>
        <w:t>— </w:t>
      </w:r>
      <w:r w:rsidR="0024252B" w:rsidRPr="002813C1">
        <w:t>Et après</w:t>
      </w:r>
      <w:r>
        <w:t> ?…</w:t>
      </w:r>
    </w:p>
    <w:p w14:paraId="5F7B9C58" w14:textId="77777777" w:rsidR="00B77E03" w:rsidRDefault="0024252B" w:rsidP="00B77E03">
      <w:r w:rsidRPr="002813C1">
        <w:t>L</w:t>
      </w:r>
      <w:r w:rsidR="00B77E03">
        <w:t>’</w:t>
      </w:r>
      <w:r w:rsidRPr="002813C1">
        <w:t>enfant ne répondit pas</w:t>
      </w:r>
      <w:r w:rsidR="00B77E03">
        <w:t xml:space="preserve">, </w:t>
      </w:r>
      <w:r w:rsidRPr="002813C1">
        <w:t>soit que sa mère ne lui eût rien dit autre chose</w:t>
      </w:r>
      <w:r w:rsidR="00B77E03">
        <w:t xml:space="preserve">, </w:t>
      </w:r>
      <w:r w:rsidRPr="002813C1">
        <w:t>soit que cet instinct qui précède l</w:t>
      </w:r>
      <w:r w:rsidR="00B77E03">
        <w:t>’</w:t>
      </w:r>
      <w:r w:rsidRPr="002813C1">
        <w:t>intelligence comme l</w:t>
      </w:r>
      <w:r w:rsidR="00B77E03">
        <w:t>’</w:t>
      </w:r>
      <w:r w:rsidRPr="002813C1">
        <w:t>aurore le jour</w:t>
      </w:r>
      <w:r w:rsidR="00B77E03">
        <w:t xml:space="preserve">, </w:t>
      </w:r>
      <w:r w:rsidRPr="002813C1">
        <w:t>l</w:t>
      </w:r>
      <w:r w:rsidR="00B77E03">
        <w:t>’</w:t>
      </w:r>
      <w:r w:rsidRPr="002813C1">
        <w:t>avertît que devant un inconnu il devait se taire</w:t>
      </w:r>
      <w:r w:rsidR="00B77E03">
        <w:t>.</w:t>
      </w:r>
    </w:p>
    <w:p w14:paraId="725573A8" w14:textId="77777777" w:rsidR="00B77E03" w:rsidRDefault="00B77E03" w:rsidP="00B77E03">
      <w:r>
        <w:t>— </w:t>
      </w:r>
      <w:r w:rsidR="0024252B" w:rsidRPr="002813C1">
        <w:t>Il ne vient donc jamais vous voir</w:t>
      </w:r>
      <w:r>
        <w:t xml:space="preserve">, </w:t>
      </w:r>
      <w:r w:rsidR="0024252B" w:rsidRPr="002813C1">
        <w:t>ton papa</w:t>
      </w:r>
      <w:r>
        <w:t xml:space="preserve"> ? </w:t>
      </w:r>
      <w:r w:rsidR="0024252B" w:rsidRPr="002813C1">
        <w:t>insista Chupin</w:t>
      </w:r>
      <w:r>
        <w:t>.</w:t>
      </w:r>
    </w:p>
    <w:p w14:paraId="4A1C397E" w14:textId="77777777" w:rsidR="00B77E03" w:rsidRDefault="00B77E03" w:rsidP="00B77E03">
      <w:r>
        <w:t>— </w:t>
      </w:r>
      <w:r w:rsidR="0024252B" w:rsidRPr="002813C1">
        <w:t>Jamais</w:t>
      </w:r>
      <w:r>
        <w:t>.</w:t>
      </w:r>
    </w:p>
    <w:p w14:paraId="394EE156" w14:textId="77777777" w:rsidR="00B77E03" w:rsidRDefault="00B77E03" w:rsidP="00B77E03">
      <w:r>
        <w:t>— </w:t>
      </w:r>
      <w:r w:rsidR="0024252B" w:rsidRPr="002813C1">
        <w:t>Pourquoi</w:t>
      </w:r>
      <w:r>
        <w:t> ?…</w:t>
      </w:r>
    </w:p>
    <w:p w14:paraId="5EBCF239" w14:textId="77777777" w:rsidR="00B77E03" w:rsidRDefault="00B77E03" w:rsidP="00B77E03">
      <w:r>
        <w:t>— </w:t>
      </w:r>
      <w:r w:rsidR="0024252B" w:rsidRPr="002813C1">
        <w:t>Maman est très-pauvre</w:t>
      </w:r>
      <w:r>
        <w:t> !</w:t>
      </w:r>
    </w:p>
    <w:p w14:paraId="10106806" w14:textId="77777777" w:rsidR="00B77E03" w:rsidRDefault="00B77E03" w:rsidP="00B77E03">
      <w:r>
        <w:t>— </w:t>
      </w:r>
      <w:r w:rsidR="0024252B" w:rsidRPr="002813C1">
        <w:t>Et tu n</w:t>
      </w:r>
      <w:r>
        <w:t>’</w:t>
      </w:r>
      <w:r w:rsidR="0024252B" w:rsidRPr="002813C1">
        <w:t>as pas envie d</w:t>
      </w:r>
      <w:r>
        <w:t>’</w:t>
      </w:r>
      <w:r w:rsidR="0024252B" w:rsidRPr="002813C1">
        <w:t>aller le voir</w:t>
      </w:r>
      <w:r>
        <w:t> ?</w:t>
      </w:r>
    </w:p>
    <w:p w14:paraId="45455DE7" w14:textId="77777777" w:rsidR="00B77E03" w:rsidRDefault="00B77E03" w:rsidP="00B77E03">
      <w:r>
        <w:t>— </w:t>
      </w:r>
      <w:r w:rsidR="0024252B" w:rsidRPr="002813C1">
        <w:t>Je ne sais pas</w:t>
      </w:r>
      <w:r>
        <w:t xml:space="preserve">… </w:t>
      </w:r>
      <w:r w:rsidR="0024252B" w:rsidRPr="002813C1">
        <w:t>Mais il viendra</w:t>
      </w:r>
      <w:r>
        <w:t xml:space="preserve">, </w:t>
      </w:r>
      <w:r w:rsidR="0024252B" w:rsidRPr="002813C1">
        <w:t>lui</w:t>
      </w:r>
      <w:r>
        <w:t xml:space="preserve">, </w:t>
      </w:r>
      <w:r w:rsidR="0024252B" w:rsidRPr="002813C1">
        <w:t>et il nous emmènera dans une grande maison</w:t>
      </w:r>
      <w:r>
        <w:t xml:space="preserve">… </w:t>
      </w:r>
      <w:r w:rsidR="0024252B" w:rsidRPr="002813C1">
        <w:t>Il faudra bien qu</w:t>
      </w:r>
      <w:r>
        <w:t>’</w:t>
      </w:r>
      <w:r w:rsidR="0024252B" w:rsidRPr="002813C1">
        <w:t>il vienne</w:t>
      </w:r>
      <w:r>
        <w:t xml:space="preserve">, </w:t>
      </w:r>
      <w:r w:rsidR="0024252B" w:rsidRPr="002813C1">
        <w:t>maman l</w:t>
      </w:r>
      <w:r>
        <w:t>’</w:t>
      </w:r>
      <w:r w:rsidR="0024252B" w:rsidRPr="002813C1">
        <w:t>a dit</w:t>
      </w:r>
      <w:r>
        <w:t xml:space="preserve">, </w:t>
      </w:r>
      <w:r w:rsidR="0024252B" w:rsidRPr="002813C1">
        <w:t>et il lui donnera beaucoup d</w:t>
      </w:r>
      <w:r>
        <w:t>’</w:t>
      </w:r>
      <w:r w:rsidR="0024252B" w:rsidRPr="002813C1">
        <w:t>argent et des belles robes</w:t>
      </w:r>
      <w:r>
        <w:t xml:space="preserve">, </w:t>
      </w:r>
      <w:r w:rsidR="0024252B" w:rsidRPr="002813C1">
        <w:t>moi j</w:t>
      </w:r>
      <w:r>
        <w:t>’</w:t>
      </w:r>
      <w:r w:rsidR="0024252B" w:rsidRPr="002813C1">
        <w:t>aurai des jouets tout plein</w:t>
      </w:r>
      <w:r>
        <w:t>…</w:t>
      </w:r>
    </w:p>
    <w:p w14:paraId="02201070" w14:textId="77777777" w:rsidR="00B77E03" w:rsidRDefault="0024252B" w:rsidP="00B77E03">
      <w:r w:rsidRPr="002813C1">
        <w:t>Fixé de ce côté</w:t>
      </w:r>
      <w:r w:rsidR="00B77E03">
        <w:t xml:space="preserve">, </w:t>
      </w:r>
      <w:r w:rsidRPr="002813C1">
        <w:t>Chupin continua</w:t>
      </w:r>
      <w:r w:rsidR="00B77E03">
        <w:t> :</w:t>
      </w:r>
    </w:p>
    <w:p w14:paraId="1D4A4C22" w14:textId="77777777" w:rsidR="00B77E03" w:rsidRDefault="00B77E03" w:rsidP="00B77E03">
      <w:r>
        <w:t>— </w:t>
      </w:r>
      <w:r w:rsidR="0024252B" w:rsidRPr="002813C1">
        <w:t>Et ce vieux monsieur</w:t>
      </w:r>
      <w:r>
        <w:t xml:space="preserve">, </w:t>
      </w:r>
      <w:r w:rsidR="0024252B" w:rsidRPr="002813C1">
        <w:t>qui est avec ta maman</w:t>
      </w:r>
      <w:r>
        <w:t xml:space="preserve">, </w:t>
      </w:r>
      <w:r w:rsidR="0024252B" w:rsidRPr="002813C1">
        <w:t>de l</w:t>
      </w:r>
      <w:r>
        <w:t>’</w:t>
      </w:r>
      <w:r w:rsidR="0024252B" w:rsidRPr="002813C1">
        <w:t>autre côté</w:t>
      </w:r>
      <w:r>
        <w:t xml:space="preserve">, </w:t>
      </w:r>
      <w:r w:rsidR="0024252B" w:rsidRPr="002813C1">
        <w:t>tu le connais</w:t>
      </w:r>
      <w:r>
        <w:t>…</w:t>
      </w:r>
    </w:p>
    <w:p w14:paraId="21F204CB" w14:textId="77777777" w:rsidR="00B77E03" w:rsidRDefault="00B77E03" w:rsidP="00B77E03">
      <w:r>
        <w:t>— </w:t>
      </w:r>
      <w:r w:rsidR="0024252B" w:rsidRPr="002813C1">
        <w:t>Oh</w:t>
      </w:r>
      <w:r>
        <w:t xml:space="preserve"> ! </w:t>
      </w:r>
      <w:r w:rsidR="0024252B" w:rsidRPr="002813C1">
        <w:t>oui</w:t>
      </w:r>
      <w:r>
        <w:t xml:space="preserve">… </w:t>
      </w:r>
      <w:r w:rsidR="0024252B" w:rsidRPr="002813C1">
        <w:t>c</w:t>
      </w:r>
      <w:r>
        <w:t>’</w:t>
      </w:r>
      <w:r w:rsidR="0024252B" w:rsidRPr="002813C1">
        <w:t xml:space="preserve">est </w:t>
      </w:r>
      <w:proofErr w:type="spellStart"/>
      <w:r w:rsidR="0024252B" w:rsidRPr="002813C1">
        <w:t>Mouchon</w:t>
      </w:r>
      <w:proofErr w:type="spellEnd"/>
      <w:r>
        <w:t>.</w:t>
      </w:r>
    </w:p>
    <w:p w14:paraId="33945DE0" w14:textId="77777777" w:rsidR="00B77E03" w:rsidRDefault="00B77E03" w:rsidP="00B77E03">
      <w:r>
        <w:t>— </w:t>
      </w:r>
      <w:r w:rsidR="0024252B" w:rsidRPr="002813C1">
        <w:t>Qui ça</w:t>
      </w:r>
      <w:r>
        <w:t xml:space="preserve">, </w:t>
      </w:r>
      <w:proofErr w:type="spellStart"/>
      <w:r w:rsidR="0024252B" w:rsidRPr="002813C1">
        <w:t>Mouchon</w:t>
      </w:r>
      <w:proofErr w:type="spellEnd"/>
      <w:r>
        <w:t> ?</w:t>
      </w:r>
    </w:p>
    <w:p w14:paraId="49087E84" w14:textId="77777777" w:rsidR="00B77E03" w:rsidRDefault="00B77E03" w:rsidP="00B77E03">
      <w:r>
        <w:t>— </w:t>
      </w:r>
      <w:r w:rsidR="0024252B" w:rsidRPr="002813C1">
        <w:t>C</w:t>
      </w:r>
      <w:r>
        <w:t>’</w:t>
      </w:r>
      <w:r w:rsidR="0024252B" w:rsidRPr="002813C1">
        <w:t>est ce monsieur qui a ce beau jardin</w:t>
      </w:r>
      <w:r>
        <w:t xml:space="preserve">, </w:t>
      </w:r>
      <w:r w:rsidR="0024252B" w:rsidRPr="002813C1">
        <w:t>vous savez bien</w:t>
      </w:r>
      <w:r>
        <w:t xml:space="preserve">, </w:t>
      </w:r>
      <w:r w:rsidR="0024252B" w:rsidRPr="002813C1">
        <w:t>au coin de la rue Riquet</w:t>
      </w:r>
      <w:r>
        <w:t xml:space="preserve">, </w:t>
      </w:r>
      <w:r w:rsidR="0024252B" w:rsidRPr="002813C1">
        <w:t>où il y a des raisins si bons</w:t>
      </w:r>
      <w:r>
        <w:t xml:space="preserve">, </w:t>
      </w:r>
      <w:r w:rsidR="0024252B" w:rsidRPr="002813C1">
        <w:t>j</w:t>
      </w:r>
      <w:r>
        <w:t>’</w:t>
      </w:r>
      <w:r w:rsidR="0024252B" w:rsidRPr="002813C1">
        <w:t>irai avec lui en manger</w:t>
      </w:r>
      <w:r>
        <w:t>…</w:t>
      </w:r>
    </w:p>
    <w:p w14:paraId="6CADE7A4" w14:textId="77777777" w:rsidR="00B77E03" w:rsidRDefault="00B77E03" w:rsidP="00B77E03">
      <w:r>
        <w:lastRenderedPageBreak/>
        <w:t>— </w:t>
      </w:r>
      <w:r w:rsidR="0024252B" w:rsidRPr="002813C1">
        <w:t>Vient-il vous voir souvent</w:t>
      </w:r>
      <w:r>
        <w:t> ?…</w:t>
      </w:r>
    </w:p>
    <w:p w14:paraId="18F2BBDC" w14:textId="77777777" w:rsidR="00B77E03" w:rsidRDefault="00B77E03" w:rsidP="00B77E03">
      <w:r>
        <w:t>— </w:t>
      </w:r>
      <w:r w:rsidR="0024252B" w:rsidRPr="002813C1">
        <w:t>Tous les soirs</w:t>
      </w:r>
      <w:r>
        <w:t xml:space="preserve">… </w:t>
      </w:r>
      <w:r w:rsidR="0024252B" w:rsidRPr="002813C1">
        <w:t>Tiens</w:t>
      </w:r>
      <w:r>
        <w:t xml:space="preserve">, </w:t>
      </w:r>
      <w:r w:rsidR="0024252B" w:rsidRPr="002813C1">
        <w:t>il a toujours des bonnes choses à manger dans sa poche pour maman et pour moi</w:t>
      </w:r>
      <w:r>
        <w:t>.</w:t>
      </w:r>
    </w:p>
    <w:p w14:paraId="133D1B45" w14:textId="77777777" w:rsidR="00B77E03" w:rsidRDefault="00B77E03" w:rsidP="00B77E03">
      <w:r>
        <w:t>— </w:t>
      </w:r>
      <w:r w:rsidR="0024252B" w:rsidRPr="002813C1">
        <w:t>Pourquoi donc se met-il dans la chambre à côté</w:t>
      </w:r>
      <w:r>
        <w:t xml:space="preserve">, </w:t>
      </w:r>
      <w:r w:rsidR="0024252B" w:rsidRPr="002813C1">
        <w:t>sans lumière</w:t>
      </w:r>
      <w:r>
        <w:t> ?…</w:t>
      </w:r>
    </w:p>
    <w:p w14:paraId="3DB13AF7" w14:textId="77777777" w:rsidR="00B77E03" w:rsidRDefault="00B77E03" w:rsidP="00B77E03">
      <w:r>
        <w:t>— </w:t>
      </w:r>
      <w:r w:rsidR="0024252B" w:rsidRPr="002813C1">
        <w:t>Ah</w:t>
      </w:r>
      <w:r>
        <w:t xml:space="preserve"> !… </w:t>
      </w:r>
      <w:r w:rsidR="0024252B" w:rsidRPr="002813C1">
        <w:t>il dit comme cela qu</w:t>
      </w:r>
      <w:r>
        <w:t>’</w:t>
      </w:r>
      <w:r w:rsidR="0024252B" w:rsidRPr="002813C1">
        <w:t>il ne faut pas que les pratiques le voient</w:t>
      </w:r>
      <w:r>
        <w:t>…</w:t>
      </w:r>
    </w:p>
    <w:p w14:paraId="726815CD" w14:textId="77777777" w:rsidR="00B77E03" w:rsidRDefault="0024252B" w:rsidP="00B77E03">
      <w:r w:rsidRPr="002813C1">
        <w:t>Poursuivre cet interrogatoire</w:t>
      </w:r>
      <w:r w:rsidR="00B77E03">
        <w:t xml:space="preserve">, </w:t>
      </w:r>
      <w:r w:rsidRPr="002813C1">
        <w:t>faire de cet enfant l</w:t>
      </w:r>
      <w:r w:rsidR="00B77E03">
        <w:t>’</w:t>
      </w:r>
      <w:r w:rsidRPr="002813C1">
        <w:t>innocent dénonciateur de sa mère</w:t>
      </w:r>
      <w:r w:rsidR="00B77E03">
        <w:t xml:space="preserve">, </w:t>
      </w:r>
      <w:r w:rsidRPr="002813C1">
        <w:t>eût été un acte abominable</w:t>
      </w:r>
      <w:r w:rsidR="00B77E03">
        <w:t>…</w:t>
      </w:r>
    </w:p>
    <w:p w14:paraId="4C478264" w14:textId="77777777" w:rsidR="00B77E03" w:rsidRDefault="0024252B" w:rsidP="00B77E03">
      <w:r w:rsidRPr="002813C1">
        <w:t>Chupin sentit qu</w:t>
      </w:r>
      <w:r w:rsidR="00B77E03">
        <w:t>’</w:t>
      </w:r>
      <w:r w:rsidRPr="002813C1">
        <w:t>il avait déjà abusé</w:t>
      </w:r>
      <w:r w:rsidR="00B77E03">
        <w:t>.</w:t>
      </w:r>
    </w:p>
    <w:p w14:paraId="450A1CA9" w14:textId="77777777" w:rsidR="00B77E03" w:rsidRDefault="0024252B" w:rsidP="00B77E03">
      <w:r w:rsidRPr="002813C1">
        <w:t>Il embrassa donc le petit garçon à la place la moins barbouillée de son visage</w:t>
      </w:r>
      <w:r w:rsidR="00B77E03">
        <w:t xml:space="preserve">, </w:t>
      </w:r>
      <w:r w:rsidRPr="002813C1">
        <w:t>et le posa à terre</w:t>
      </w:r>
      <w:r w:rsidR="00B77E03">
        <w:t xml:space="preserve">, </w:t>
      </w:r>
      <w:r w:rsidRPr="002813C1">
        <w:t>en lui disant</w:t>
      </w:r>
      <w:r w:rsidR="00B77E03">
        <w:t> :</w:t>
      </w:r>
    </w:p>
    <w:p w14:paraId="3357D7CC" w14:textId="77777777" w:rsidR="00B77E03" w:rsidRDefault="00B77E03" w:rsidP="00B77E03">
      <w:r>
        <w:t>— </w:t>
      </w:r>
      <w:r w:rsidR="0024252B" w:rsidRPr="002813C1">
        <w:t>Va jouer</w:t>
      </w:r>
      <w:r>
        <w:t>.</w:t>
      </w:r>
    </w:p>
    <w:p w14:paraId="7B728DA4" w14:textId="77777777" w:rsidR="00B77E03" w:rsidRDefault="0024252B" w:rsidP="00B77E03">
      <w:r w:rsidRPr="002813C1">
        <w:t>Avec une précision cruelle</w:t>
      </w:r>
      <w:r w:rsidR="00B77E03">
        <w:t xml:space="preserve">, </w:t>
      </w:r>
      <w:r w:rsidRPr="002813C1">
        <w:t>le pauvre petit avait révélé le caractère de sa mère</w:t>
      </w:r>
      <w:r w:rsidR="00B77E03">
        <w:t xml:space="preserve">… </w:t>
      </w:r>
      <w:r w:rsidRPr="002813C1">
        <w:t>Que savait-il par elle de son père</w:t>
      </w:r>
      <w:r w:rsidR="00B77E03">
        <w:t xml:space="preserve"> ?… </w:t>
      </w:r>
      <w:r w:rsidRPr="002813C1">
        <w:t>Qu</w:t>
      </w:r>
      <w:r w:rsidR="00B77E03">
        <w:t>’</w:t>
      </w:r>
      <w:r w:rsidRPr="002813C1">
        <w:t>il était riche et que</w:t>
      </w:r>
      <w:r w:rsidR="00B77E03">
        <w:t xml:space="preserve">, </w:t>
      </w:r>
      <w:r w:rsidRPr="002813C1">
        <w:t>s</w:t>
      </w:r>
      <w:r w:rsidR="00B77E03">
        <w:t>’</w:t>
      </w:r>
      <w:r w:rsidRPr="002813C1">
        <w:t>il revenait</w:t>
      </w:r>
      <w:r w:rsidR="00B77E03">
        <w:t xml:space="preserve">, </w:t>
      </w:r>
      <w:r w:rsidRPr="002813C1">
        <w:t>il apporterait beaucoup d</w:t>
      </w:r>
      <w:r w:rsidR="00B77E03">
        <w:t>’</w:t>
      </w:r>
      <w:r w:rsidRPr="002813C1">
        <w:t>argent et de belles robes</w:t>
      </w:r>
      <w:r w:rsidR="00B77E03">
        <w:t xml:space="preserve">… </w:t>
      </w:r>
      <w:r w:rsidRPr="002813C1">
        <w:t>Toute la jeune femme était là</w:t>
      </w:r>
      <w:r w:rsidR="00B77E03">
        <w:t>.</w:t>
      </w:r>
    </w:p>
    <w:p w14:paraId="3B963E75" w14:textId="77777777" w:rsidR="00B77E03" w:rsidRDefault="0024252B" w:rsidP="00B77E03">
      <w:r w:rsidRPr="002813C1">
        <w:t>Chupin pouvait s</w:t>
      </w:r>
      <w:r w:rsidR="00B77E03">
        <w:t>’</w:t>
      </w:r>
      <w:r w:rsidRPr="002813C1">
        <w:t>enorgueillir de sa perspicacité</w:t>
      </w:r>
      <w:r w:rsidR="00B77E03">
        <w:t xml:space="preserve"> : </w:t>
      </w:r>
      <w:r w:rsidRPr="002813C1">
        <w:t>toutes ses suppositions se trouvaient confirmées</w:t>
      </w:r>
      <w:r w:rsidR="00B77E03">
        <w:t>.</w:t>
      </w:r>
    </w:p>
    <w:p w14:paraId="6F4C7F8D" w14:textId="77777777" w:rsidR="00B77E03" w:rsidRDefault="0024252B" w:rsidP="00B77E03">
      <w:r w:rsidRPr="002813C1">
        <w:t>Il n</w:t>
      </w:r>
      <w:r w:rsidR="00B77E03">
        <w:t>’</w:t>
      </w:r>
      <w:r w:rsidRPr="002813C1">
        <w:t>était pas jusqu</w:t>
      </w:r>
      <w:r w:rsidR="00B77E03">
        <w:t>’</w:t>
      </w:r>
      <w:r w:rsidRPr="002813C1">
        <w:t xml:space="preserve">au sieur </w:t>
      </w:r>
      <w:proofErr w:type="spellStart"/>
      <w:r w:rsidRPr="002813C1">
        <w:t>Mouchon</w:t>
      </w:r>
      <w:proofErr w:type="spellEnd"/>
      <w:r w:rsidRPr="002813C1">
        <w:t xml:space="preserve"> qu</w:t>
      </w:r>
      <w:r w:rsidR="00B77E03">
        <w:t>’</w:t>
      </w:r>
      <w:r w:rsidRPr="002813C1">
        <w:t>il n</w:t>
      </w:r>
      <w:r w:rsidR="00B77E03">
        <w:t>’</w:t>
      </w:r>
      <w:r w:rsidRPr="002813C1">
        <w:t>eût pénétré d</w:t>
      </w:r>
      <w:r w:rsidR="00B77E03">
        <w:t>’</w:t>
      </w:r>
      <w:r w:rsidRPr="002813C1">
        <w:t>un coup d</w:t>
      </w:r>
      <w:r w:rsidR="00B77E03">
        <w:t>’</w:t>
      </w:r>
      <w:r w:rsidRPr="002813C1">
        <w:t>œil</w:t>
      </w:r>
      <w:r w:rsidR="00B77E03">
        <w:t xml:space="preserve">… </w:t>
      </w:r>
      <w:r w:rsidRPr="002813C1">
        <w:t>Il avait reconnu un de ces vieux drôles ladres et vicieux qui utilisent leurs loisirs au profit de leur dépravation</w:t>
      </w:r>
      <w:r w:rsidR="00B77E03">
        <w:t xml:space="preserve">, </w:t>
      </w:r>
      <w:r w:rsidRPr="002813C1">
        <w:t>hypocrites patients qui font de la misère leur pourvoyeuse</w:t>
      </w:r>
      <w:r w:rsidR="00B77E03">
        <w:t xml:space="preserve">, </w:t>
      </w:r>
      <w:r w:rsidRPr="002813C1">
        <w:t>et dont la passion n</w:t>
      </w:r>
      <w:r w:rsidR="00B77E03">
        <w:t>’</w:t>
      </w:r>
      <w:r w:rsidRPr="002813C1">
        <w:t>est prodigue que de conseils</w:t>
      </w:r>
      <w:r w:rsidR="00B77E03">
        <w:t>.</w:t>
      </w:r>
    </w:p>
    <w:p w14:paraId="22FCF536" w14:textId="45F08C16" w:rsidR="00B77E03" w:rsidRDefault="00B77E03" w:rsidP="00B77E03">
      <w:r>
        <w:t>— </w:t>
      </w:r>
      <w:r w:rsidR="0024252B" w:rsidRPr="002813C1">
        <w:t>Sûr</w:t>
      </w:r>
      <w:r>
        <w:t xml:space="preserve">, </w:t>
      </w:r>
      <w:r w:rsidR="0024252B" w:rsidRPr="002813C1">
        <w:t>pensa Chupin</w:t>
      </w:r>
      <w:r>
        <w:t xml:space="preserve">, </w:t>
      </w:r>
      <w:r w:rsidR="0024252B" w:rsidRPr="002813C1">
        <w:t xml:space="preserve">il fait la cour à </w:t>
      </w:r>
      <w:r>
        <w:t>M</w:t>
      </w:r>
      <w:r w:rsidRPr="00B77E03">
        <w:rPr>
          <w:vertAlign w:val="superscript"/>
        </w:rPr>
        <w:t>me</w:t>
      </w:r>
      <w:r>
        <w:t> </w:t>
      </w:r>
      <w:r w:rsidR="0024252B" w:rsidRPr="002813C1">
        <w:t>Paul</w:t>
      </w:r>
      <w:r>
        <w:t xml:space="preserve">… </w:t>
      </w:r>
      <w:r w:rsidR="0024252B" w:rsidRPr="002813C1">
        <w:t>Si ce n</w:t>
      </w:r>
      <w:r>
        <w:t>’</w:t>
      </w:r>
      <w:r w:rsidR="0024252B" w:rsidRPr="002813C1">
        <w:t>est pas honteux</w:t>
      </w:r>
      <w:r>
        <w:t xml:space="preserve"> ! </w:t>
      </w:r>
      <w:r w:rsidR="0024252B" w:rsidRPr="002813C1">
        <w:t>Vieux grigou</w:t>
      </w:r>
      <w:r>
        <w:t xml:space="preserve"> ! </w:t>
      </w:r>
      <w:r w:rsidR="0024252B" w:rsidRPr="002813C1">
        <w:t>nourris-la</w:t>
      </w:r>
      <w:r>
        <w:t xml:space="preserve">, </w:t>
      </w:r>
      <w:r w:rsidR="0024252B" w:rsidRPr="002813C1">
        <w:t>au moins</w:t>
      </w:r>
      <w:r>
        <w:t>…</w:t>
      </w:r>
    </w:p>
    <w:p w14:paraId="10007B12" w14:textId="77777777" w:rsidR="00B77E03" w:rsidRDefault="0024252B" w:rsidP="00B77E03">
      <w:r w:rsidRPr="002813C1">
        <w:lastRenderedPageBreak/>
        <w:t>Jusqu</w:t>
      </w:r>
      <w:r w:rsidR="00B77E03">
        <w:t>’</w:t>
      </w:r>
      <w:r w:rsidRPr="002813C1">
        <w:t>alors</w:t>
      </w:r>
      <w:r w:rsidR="00B77E03">
        <w:t xml:space="preserve">, </w:t>
      </w:r>
      <w:r w:rsidRPr="002813C1">
        <w:t>ses préoccupations lui avaient fait oublier son petit verre et son cigare</w:t>
      </w:r>
      <w:r w:rsidR="00B77E03">
        <w:t xml:space="preserve">. </w:t>
      </w:r>
      <w:r w:rsidRPr="002813C1">
        <w:t>Il avala d</w:t>
      </w:r>
      <w:r w:rsidR="00B77E03">
        <w:t>’</w:t>
      </w:r>
      <w:r w:rsidRPr="002813C1">
        <w:t>un trait la liqueur qui lui avait été versée</w:t>
      </w:r>
      <w:r w:rsidR="00B77E03">
        <w:t xml:space="preserve">… </w:t>
      </w:r>
      <w:r w:rsidRPr="002813C1">
        <w:t>Allumer le cigare devait être plus difficile</w:t>
      </w:r>
      <w:r w:rsidR="00B77E03">
        <w:t>…</w:t>
      </w:r>
    </w:p>
    <w:p w14:paraId="68FBEBFE" w14:textId="77777777" w:rsidR="00B77E03" w:rsidRDefault="00B77E03" w:rsidP="00B77E03">
      <w:r>
        <w:t>— </w:t>
      </w:r>
      <w:r w:rsidR="0024252B" w:rsidRPr="002813C1">
        <w:t>Allons</w:t>
      </w:r>
      <w:r>
        <w:t xml:space="preserve">, </w:t>
      </w:r>
      <w:r w:rsidR="0024252B" w:rsidRPr="002813C1">
        <w:t>bon</w:t>
      </w:r>
      <w:r>
        <w:t xml:space="preserve"> ! </w:t>
      </w:r>
      <w:r w:rsidR="0024252B" w:rsidRPr="002813C1">
        <w:t>grogna-t-il</w:t>
      </w:r>
      <w:r>
        <w:t xml:space="preserve">, </w:t>
      </w:r>
      <w:r w:rsidR="0024252B" w:rsidRPr="002813C1">
        <w:t>encore un incombustible</w:t>
      </w:r>
      <w:r>
        <w:t xml:space="preserve"> !… </w:t>
      </w:r>
      <w:r w:rsidR="0024252B" w:rsidRPr="002813C1">
        <w:t>Vrai</w:t>
      </w:r>
      <w:r>
        <w:t xml:space="preserve">, </w:t>
      </w:r>
      <w:r w:rsidR="0024252B" w:rsidRPr="002813C1">
        <w:t>quand je fumerai des havanes à dix sous</w:t>
      </w:r>
      <w:r>
        <w:t xml:space="preserve">, </w:t>
      </w:r>
      <w:r w:rsidR="0024252B" w:rsidRPr="002813C1">
        <w:t>ce n</w:t>
      </w:r>
      <w:r>
        <w:t>’</w:t>
      </w:r>
      <w:r w:rsidR="0024252B" w:rsidRPr="002813C1">
        <w:t>est pas ici que je viendrai les acheter</w:t>
      </w:r>
      <w:r>
        <w:t>…</w:t>
      </w:r>
    </w:p>
    <w:p w14:paraId="4FA9F4C0" w14:textId="74280373" w:rsidR="00B77E03" w:rsidRDefault="0024252B" w:rsidP="00B77E03">
      <w:r w:rsidRPr="002813C1">
        <w:t>Il usait force allumettes</w:t>
      </w:r>
      <w:r w:rsidR="00B77E03">
        <w:t xml:space="preserve">, </w:t>
      </w:r>
      <w:r w:rsidRPr="002813C1">
        <w:t>et tirait sur ce malheureux cigare à se crever la poitrine</w:t>
      </w:r>
      <w:r w:rsidR="00B77E03">
        <w:t xml:space="preserve">, </w:t>
      </w:r>
      <w:r w:rsidRPr="002813C1">
        <w:t>quand la porte du fond s</w:t>
      </w:r>
      <w:r w:rsidR="00B77E03">
        <w:t>’</w:t>
      </w:r>
      <w:r w:rsidRPr="002813C1">
        <w:t>ouvrit</w:t>
      </w:r>
      <w:r w:rsidR="00B77E03">
        <w:t xml:space="preserve">, </w:t>
      </w:r>
      <w:r w:rsidRPr="002813C1">
        <w:t xml:space="preserve">et </w:t>
      </w:r>
      <w:r w:rsidR="00B77E03">
        <w:t>M</w:t>
      </w:r>
      <w:r w:rsidR="00B77E03" w:rsidRPr="00B77E03">
        <w:rPr>
          <w:vertAlign w:val="superscript"/>
        </w:rPr>
        <w:t>me</w:t>
      </w:r>
      <w:r w:rsidR="00B77E03">
        <w:t> </w:t>
      </w:r>
      <w:r w:rsidRPr="002813C1">
        <w:t>Paul reparut tenant une lettre fermée à la main</w:t>
      </w:r>
      <w:r w:rsidR="00B77E03">
        <w:t>…</w:t>
      </w:r>
    </w:p>
    <w:p w14:paraId="3AEEECD1" w14:textId="77777777" w:rsidR="00B77E03" w:rsidRDefault="0024252B" w:rsidP="00B77E03">
      <w:r w:rsidRPr="002813C1">
        <w:t>Elle était affreusement troublée</w:t>
      </w:r>
      <w:r w:rsidR="00B77E03">
        <w:t xml:space="preserve">, </w:t>
      </w:r>
      <w:r w:rsidRPr="002813C1">
        <w:t>et son anxiété était visible</w:t>
      </w:r>
      <w:r w:rsidR="00B77E03">
        <w:t>.</w:t>
      </w:r>
    </w:p>
    <w:p w14:paraId="473A1290" w14:textId="77777777" w:rsidR="00B77E03" w:rsidRDefault="00B77E03" w:rsidP="00B77E03">
      <w:r>
        <w:t>— </w:t>
      </w:r>
      <w:r w:rsidR="0024252B" w:rsidRPr="002813C1">
        <w:t>Je ne puis me décider</w:t>
      </w:r>
      <w:r>
        <w:t xml:space="preserve">, </w:t>
      </w:r>
      <w:r w:rsidR="0024252B" w:rsidRPr="002813C1">
        <w:t xml:space="preserve">disait-elle au sieur </w:t>
      </w:r>
      <w:proofErr w:type="spellStart"/>
      <w:r w:rsidR="0024252B" w:rsidRPr="002813C1">
        <w:t>Mouchon</w:t>
      </w:r>
      <w:proofErr w:type="spellEnd"/>
      <w:r>
        <w:t xml:space="preserve">, </w:t>
      </w:r>
      <w:r w:rsidR="0024252B" w:rsidRPr="002813C1">
        <w:t>dont on apercevait dans l</w:t>
      </w:r>
      <w:r>
        <w:t>’</w:t>
      </w:r>
      <w:r w:rsidR="0024252B" w:rsidRPr="002813C1">
        <w:t>ombre le profil sournois</w:t>
      </w:r>
      <w:r>
        <w:t xml:space="preserve">, </w:t>
      </w:r>
      <w:r w:rsidR="0024252B" w:rsidRPr="002813C1">
        <w:t>non</w:t>
      </w:r>
      <w:r>
        <w:t xml:space="preserve">, </w:t>
      </w:r>
      <w:r w:rsidR="0024252B" w:rsidRPr="002813C1">
        <w:t>je ne puis</w:t>
      </w:r>
      <w:r>
        <w:t xml:space="preserve">… </w:t>
      </w:r>
      <w:r w:rsidR="0024252B" w:rsidRPr="002813C1">
        <w:t>Envoyer cette lettre</w:t>
      </w:r>
      <w:r>
        <w:t xml:space="preserve">, </w:t>
      </w:r>
      <w:r w:rsidR="0024252B" w:rsidRPr="002813C1">
        <w:t>c</w:t>
      </w:r>
      <w:r>
        <w:t>’</w:t>
      </w:r>
      <w:r w:rsidR="0024252B" w:rsidRPr="002813C1">
        <w:t>est renoncer à tout jamais à un retour de mon mari</w:t>
      </w:r>
      <w:r>
        <w:t xml:space="preserve">… </w:t>
      </w:r>
      <w:r w:rsidR="0024252B" w:rsidRPr="002813C1">
        <w:t>Quoi qu</w:t>
      </w:r>
      <w:r>
        <w:t>’</w:t>
      </w:r>
      <w:r w:rsidR="0024252B" w:rsidRPr="002813C1">
        <w:t>il arrive</w:t>
      </w:r>
      <w:r>
        <w:t xml:space="preserve">, </w:t>
      </w:r>
      <w:r w:rsidR="0024252B" w:rsidRPr="002813C1">
        <w:t>il ne me la pardonnera pas</w:t>
      </w:r>
      <w:r>
        <w:t>.</w:t>
      </w:r>
    </w:p>
    <w:p w14:paraId="4E4630C5" w14:textId="77777777" w:rsidR="00B77E03" w:rsidRDefault="00B77E03" w:rsidP="00B77E03">
      <w:r>
        <w:t>— </w:t>
      </w:r>
      <w:r w:rsidR="0024252B" w:rsidRPr="002813C1">
        <w:t>Et après</w:t>
      </w:r>
      <w:r>
        <w:t xml:space="preserve">, </w:t>
      </w:r>
      <w:r w:rsidR="0024252B" w:rsidRPr="002813C1">
        <w:t>répondit le vieux monsieur</w:t>
      </w:r>
      <w:r>
        <w:t xml:space="preserve">, </w:t>
      </w:r>
      <w:r w:rsidR="0024252B" w:rsidRPr="002813C1">
        <w:t>se conduira-t-il plus mal avec vous</w:t>
      </w:r>
      <w:r>
        <w:t xml:space="preserve"> ?… </w:t>
      </w:r>
      <w:r w:rsidR="0024252B" w:rsidRPr="002813C1">
        <w:t>Allez donc</w:t>
      </w:r>
      <w:r>
        <w:t xml:space="preserve">, </w:t>
      </w:r>
      <w:r w:rsidR="0024252B" w:rsidRPr="002813C1">
        <w:t>chat ganté n</w:t>
      </w:r>
      <w:r>
        <w:t>’</w:t>
      </w:r>
      <w:r w:rsidR="0024252B" w:rsidRPr="002813C1">
        <w:t>a jamais pris de souris</w:t>
      </w:r>
      <w:r>
        <w:t>…</w:t>
      </w:r>
    </w:p>
    <w:p w14:paraId="590CE720" w14:textId="77777777" w:rsidR="00B77E03" w:rsidRDefault="00B77E03" w:rsidP="00B77E03">
      <w:r>
        <w:t>— </w:t>
      </w:r>
      <w:r w:rsidR="0024252B" w:rsidRPr="002813C1">
        <w:t>Il va me haïr</w:t>
      </w:r>
      <w:r>
        <w:t>.</w:t>
      </w:r>
    </w:p>
    <w:p w14:paraId="5CA8D4C2" w14:textId="77777777" w:rsidR="00B77E03" w:rsidRDefault="00B77E03" w:rsidP="00B77E03">
      <w:r>
        <w:t>— </w:t>
      </w:r>
      <w:r w:rsidR="0024252B" w:rsidRPr="002813C1">
        <w:t>Mais non</w:t>
      </w:r>
      <w:r>
        <w:t xml:space="preserve"> !… </w:t>
      </w:r>
      <w:r w:rsidR="0024252B" w:rsidRPr="002813C1">
        <w:t>qui veut des caresses bat son chien</w:t>
      </w:r>
      <w:r>
        <w:t xml:space="preserve">… </w:t>
      </w:r>
      <w:r w:rsidR="0024252B" w:rsidRPr="002813C1">
        <w:t>et d</w:t>
      </w:r>
      <w:r>
        <w:t>’</w:t>
      </w:r>
      <w:r w:rsidR="0024252B" w:rsidRPr="002813C1">
        <w:t>ailleurs le vin est tiré</w:t>
      </w:r>
      <w:r>
        <w:t xml:space="preserve">, </w:t>
      </w:r>
      <w:r w:rsidR="0024252B" w:rsidRPr="002813C1">
        <w:t>n</w:t>
      </w:r>
      <w:r>
        <w:t>’</w:t>
      </w:r>
      <w:r w:rsidR="0024252B" w:rsidRPr="002813C1">
        <w:t>est-ce pas</w:t>
      </w:r>
      <w:r>
        <w:t xml:space="preserve">, </w:t>
      </w:r>
      <w:r w:rsidR="0024252B" w:rsidRPr="002813C1">
        <w:t>il faut le boire</w:t>
      </w:r>
      <w:r>
        <w:t>…</w:t>
      </w:r>
    </w:p>
    <w:p w14:paraId="470BBB74" w14:textId="77777777" w:rsidR="00B77E03" w:rsidRDefault="0024252B" w:rsidP="00B77E03">
      <w:r w:rsidRPr="002813C1">
        <w:t>Cette singulière logique la décida</w:t>
      </w:r>
      <w:r w:rsidR="00B77E03">
        <w:t xml:space="preserve">. </w:t>
      </w:r>
      <w:r w:rsidRPr="002813C1">
        <w:t>Elle remit la lettre à Chupin</w:t>
      </w:r>
      <w:r w:rsidR="00B77E03">
        <w:t xml:space="preserve">, </w:t>
      </w:r>
      <w:r w:rsidRPr="002813C1">
        <w:t>et tirant de sa poche une pièce de vingt sous</w:t>
      </w:r>
      <w:r w:rsidR="00B77E03">
        <w:t xml:space="preserve">, </w:t>
      </w:r>
      <w:r w:rsidRPr="002813C1">
        <w:t>elle la lui tendit</w:t>
      </w:r>
      <w:r w:rsidR="00B77E03">
        <w:t>.</w:t>
      </w:r>
    </w:p>
    <w:p w14:paraId="6A7F1678" w14:textId="77777777" w:rsidR="00B77E03" w:rsidRDefault="00B77E03" w:rsidP="00B77E03">
      <w:r>
        <w:t>— </w:t>
      </w:r>
      <w:r w:rsidR="0024252B" w:rsidRPr="002813C1">
        <w:t>Voilà pour votre peine</w:t>
      </w:r>
      <w:r>
        <w:t>.</w:t>
      </w:r>
    </w:p>
    <w:p w14:paraId="6A2213DD" w14:textId="77777777" w:rsidR="00B77E03" w:rsidRDefault="0024252B" w:rsidP="00B77E03">
      <w:r w:rsidRPr="002813C1">
        <w:lastRenderedPageBreak/>
        <w:t>Lui</w:t>
      </w:r>
      <w:r w:rsidR="00B77E03">
        <w:t xml:space="preserve">, </w:t>
      </w:r>
      <w:r w:rsidRPr="002813C1">
        <w:t>d</w:t>
      </w:r>
      <w:r w:rsidR="00B77E03">
        <w:t>’</w:t>
      </w:r>
      <w:r w:rsidRPr="002813C1">
        <w:t>un mouvement machinal</w:t>
      </w:r>
      <w:r w:rsidR="00B77E03">
        <w:t xml:space="preserve">, </w:t>
      </w:r>
      <w:r w:rsidRPr="002813C1">
        <w:t>allongea vivement la main</w:t>
      </w:r>
      <w:r w:rsidR="00B77E03">
        <w:t xml:space="preserve">, </w:t>
      </w:r>
      <w:r w:rsidRPr="002813C1">
        <w:t>mais il la retira plus vite encore</w:t>
      </w:r>
      <w:r w:rsidR="00B77E03">
        <w:t xml:space="preserve">, </w:t>
      </w:r>
      <w:r w:rsidRPr="002813C1">
        <w:t>en disant</w:t>
      </w:r>
      <w:r w:rsidR="00B77E03">
        <w:t> :</w:t>
      </w:r>
    </w:p>
    <w:p w14:paraId="7C926449" w14:textId="77777777" w:rsidR="00B77E03" w:rsidRDefault="00B77E03" w:rsidP="00B77E03">
      <w:r>
        <w:t>— </w:t>
      </w:r>
      <w:r w:rsidR="0024252B" w:rsidRPr="002813C1">
        <w:t>Non</w:t>
      </w:r>
      <w:r>
        <w:t xml:space="preserve">, </w:t>
      </w:r>
      <w:r w:rsidR="0024252B" w:rsidRPr="002813C1">
        <w:t>merci</w:t>
      </w:r>
      <w:r>
        <w:t xml:space="preserve">, </w:t>
      </w:r>
      <w:r w:rsidR="0024252B" w:rsidRPr="002813C1">
        <w:t>gardez</w:t>
      </w:r>
      <w:r>
        <w:t xml:space="preserve">… </w:t>
      </w:r>
      <w:r w:rsidR="0024252B" w:rsidRPr="002813C1">
        <w:t>je suis payé</w:t>
      </w:r>
      <w:r>
        <w:t>.</w:t>
      </w:r>
    </w:p>
    <w:p w14:paraId="0013F563" w14:textId="77777777" w:rsidR="00B77E03" w:rsidRDefault="0024252B" w:rsidP="00B77E03">
      <w:r w:rsidRPr="002813C1">
        <w:t>Et il sortit</w:t>
      </w:r>
      <w:r w:rsidR="00B77E03">
        <w:t>…</w:t>
      </w:r>
    </w:p>
    <w:p w14:paraId="2245B41D" w14:textId="77777777" w:rsidR="00B77E03" w:rsidRDefault="0024252B" w:rsidP="00B77E03">
      <w:r w:rsidRPr="002813C1">
        <w:t>Assurément</w:t>
      </w:r>
      <w:r w:rsidR="00B77E03">
        <w:t xml:space="preserve">, </w:t>
      </w:r>
      <w:r w:rsidRPr="002813C1">
        <w:t>la mère de Chupin</w:t>
      </w:r>
      <w:r w:rsidR="00B77E03">
        <w:t xml:space="preserve">, – </w:t>
      </w:r>
      <w:r w:rsidRPr="002813C1">
        <w:t>la pauvre bonne femme</w:t>
      </w:r>
      <w:r w:rsidR="00B77E03">
        <w:t xml:space="preserve">, </w:t>
      </w:r>
      <w:r w:rsidRPr="002813C1">
        <w:t>pour parler son langage</w:t>
      </w:r>
      <w:r w:rsidR="00B77E03">
        <w:t xml:space="preserve">, – </w:t>
      </w:r>
      <w:r w:rsidRPr="002813C1">
        <w:t>eût été heureuse et fière du désintéressement de son fils</w:t>
      </w:r>
      <w:r w:rsidR="00B77E03">
        <w:t>.</w:t>
      </w:r>
    </w:p>
    <w:p w14:paraId="23D37F22" w14:textId="60DD5957" w:rsidR="00B77E03" w:rsidRDefault="0024252B" w:rsidP="00B77E03">
      <w:r w:rsidRPr="002813C1">
        <w:t>Le matin même</w:t>
      </w:r>
      <w:r w:rsidR="00B77E03">
        <w:t xml:space="preserve">, </w:t>
      </w:r>
      <w:r w:rsidRPr="002813C1">
        <w:t xml:space="preserve">il avait refusé les dix francs par jour que lui proposait </w:t>
      </w:r>
      <w:r w:rsidR="00B77E03">
        <w:t>M. </w:t>
      </w:r>
      <w:r w:rsidRPr="002813C1">
        <w:t>Fortunat</w:t>
      </w:r>
      <w:r w:rsidR="00B77E03">
        <w:t xml:space="preserve"> ; </w:t>
      </w:r>
      <w:r w:rsidRPr="002813C1">
        <w:t>le soir</w:t>
      </w:r>
      <w:r w:rsidR="00B77E03">
        <w:t xml:space="preserve">, </w:t>
      </w:r>
      <w:r w:rsidRPr="002813C1">
        <w:t xml:space="preserve">il refusait les vingt sous que lui offrait </w:t>
      </w:r>
      <w:r w:rsidR="00B77E03">
        <w:t>M</w:t>
      </w:r>
      <w:r w:rsidR="00B77E03" w:rsidRPr="00B77E03">
        <w:rPr>
          <w:vertAlign w:val="superscript"/>
        </w:rPr>
        <w:t>me</w:t>
      </w:r>
      <w:r w:rsidR="00B77E03">
        <w:t> </w:t>
      </w:r>
      <w:r w:rsidRPr="002813C1">
        <w:t>Paul</w:t>
      </w:r>
      <w:r w:rsidR="00B77E03">
        <w:t>.</w:t>
      </w:r>
    </w:p>
    <w:p w14:paraId="1F402288" w14:textId="77777777" w:rsidR="00B77E03" w:rsidRDefault="0024252B" w:rsidP="00B77E03">
      <w:r w:rsidRPr="002813C1">
        <w:t>Ce n</w:t>
      </w:r>
      <w:r w:rsidR="00B77E03">
        <w:t>’</w:t>
      </w:r>
      <w:r w:rsidRPr="002813C1">
        <w:t>était rien en apparence</w:t>
      </w:r>
      <w:r w:rsidR="00B77E03">
        <w:t xml:space="preserve">, </w:t>
      </w:r>
      <w:r w:rsidRPr="002813C1">
        <w:t>c</w:t>
      </w:r>
      <w:r w:rsidR="00B77E03">
        <w:t>’</w:t>
      </w:r>
      <w:r w:rsidRPr="002813C1">
        <w:t>était énorme en réalité</w:t>
      </w:r>
      <w:r w:rsidR="00B77E03">
        <w:t xml:space="preserve">, </w:t>
      </w:r>
      <w:r w:rsidRPr="002813C1">
        <w:t>et bien significatif de la part de ce pauvre garçon</w:t>
      </w:r>
      <w:r w:rsidR="00B77E03">
        <w:t xml:space="preserve">, </w:t>
      </w:r>
      <w:r w:rsidRPr="002813C1">
        <w:t>réduit</w:t>
      </w:r>
      <w:r w:rsidR="00B77E03">
        <w:t xml:space="preserve">, </w:t>
      </w:r>
      <w:r w:rsidRPr="002813C1">
        <w:t>faute d</w:t>
      </w:r>
      <w:r w:rsidR="00B77E03">
        <w:t>’</w:t>
      </w:r>
      <w:r w:rsidRPr="002813C1">
        <w:t>éducation</w:t>
      </w:r>
      <w:r w:rsidR="00B77E03">
        <w:t xml:space="preserve">, </w:t>
      </w:r>
      <w:r w:rsidRPr="002813C1">
        <w:t>à demander son pain quotidien aux hasards de ces mille métiers inconnus qui s</w:t>
      </w:r>
      <w:r w:rsidR="00B77E03">
        <w:t>’</w:t>
      </w:r>
      <w:r w:rsidRPr="002813C1">
        <w:t>agitent et intriguent dans les bas-fonds de la civilisation parisienne</w:t>
      </w:r>
      <w:r w:rsidR="00B77E03">
        <w:t>.</w:t>
      </w:r>
    </w:p>
    <w:p w14:paraId="1F71A7D8" w14:textId="77777777" w:rsidR="00B77E03" w:rsidRDefault="0024252B" w:rsidP="00B77E03">
      <w:r w:rsidRPr="002813C1">
        <w:t>Et tout en regagnant la rue de Flandre</w:t>
      </w:r>
      <w:r w:rsidR="00B77E03">
        <w:t xml:space="preserve">, </w:t>
      </w:r>
      <w:r w:rsidRPr="002813C1">
        <w:t>il marmottait</w:t>
      </w:r>
      <w:r w:rsidR="00B77E03">
        <w:t> :</w:t>
      </w:r>
    </w:p>
    <w:p w14:paraId="60B3B282" w14:textId="77777777" w:rsidR="00B77E03" w:rsidRDefault="00B77E03" w:rsidP="00B77E03">
      <w:r>
        <w:t>— </w:t>
      </w:r>
      <w:r w:rsidR="0024252B" w:rsidRPr="002813C1">
        <w:t>Prendre les vingt sous de cette pauvre créature</w:t>
      </w:r>
      <w:r>
        <w:t xml:space="preserve">, </w:t>
      </w:r>
      <w:r w:rsidR="0024252B" w:rsidRPr="002813C1">
        <w:t>qui n</w:t>
      </w:r>
      <w:r>
        <w:t>’</w:t>
      </w:r>
      <w:r w:rsidR="0024252B" w:rsidRPr="002813C1">
        <w:t>a peut-être pas mangé son content</w:t>
      </w:r>
      <w:r>
        <w:t xml:space="preserve">, </w:t>
      </w:r>
      <w:r w:rsidR="0024252B" w:rsidRPr="002813C1">
        <w:t>jamais de la vie</w:t>
      </w:r>
      <w:r>
        <w:t xml:space="preserve"> ! </w:t>
      </w:r>
      <w:r w:rsidR="0024252B" w:rsidRPr="002813C1">
        <w:t>On est un homme ou on ne l</w:t>
      </w:r>
      <w:r>
        <w:t>’</w:t>
      </w:r>
      <w:r w:rsidR="0024252B" w:rsidRPr="002813C1">
        <w:t>est pas</w:t>
      </w:r>
      <w:r>
        <w:t> !…</w:t>
      </w:r>
    </w:p>
    <w:p w14:paraId="2D060623" w14:textId="77777777" w:rsidR="00B77E03" w:rsidRDefault="0024252B" w:rsidP="00B77E03">
      <w:r w:rsidRPr="002813C1">
        <w:t>Il faut le dire</w:t>
      </w:r>
      <w:r w:rsidR="00B77E03">
        <w:t xml:space="preserve"> : </w:t>
      </w:r>
      <w:r w:rsidRPr="002813C1">
        <w:t>en aucune occasion</w:t>
      </w:r>
      <w:r w:rsidR="00B77E03">
        <w:t xml:space="preserve">, </w:t>
      </w:r>
      <w:r w:rsidRPr="002813C1">
        <w:t>l</w:t>
      </w:r>
      <w:r w:rsidR="00B77E03">
        <w:t>’</w:t>
      </w:r>
      <w:r w:rsidRPr="002813C1">
        <w:t>argent ne lui avait procuré de jouissance comparable à l</w:t>
      </w:r>
      <w:r w:rsidR="00B77E03">
        <w:t>’</w:t>
      </w:r>
      <w:r w:rsidRPr="002813C1">
        <w:t>intime satisfaction qu</w:t>
      </w:r>
      <w:r w:rsidR="00B77E03">
        <w:t>’</w:t>
      </w:r>
      <w:r w:rsidRPr="002813C1">
        <w:t>il éprouvait</w:t>
      </w:r>
      <w:r w:rsidR="00B77E03">
        <w:t>.</w:t>
      </w:r>
    </w:p>
    <w:p w14:paraId="61EFBAFD" w14:textId="77777777" w:rsidR="00B77E03" w:rsidRDefault="0024252B" w:rsidP="00B77E03">
      <w:r w:rsidRPr="002813C1">
        <w:t>Il se sentait grandir dans sa propre estime</w:t>
      </w:r>
      <w:r w:rsidR="00B77E03">
        <w:t xml:space="preserve">, </w:t>
      </w:r>
      <w:r w:rsidRPr="002813C1">
        <w:t>en songeant qu</w:t>
      </w:r>
      <w:r w:rsidR="00B77E03">
        <w:t>’</w:t>
      </w:r>
      <w:r w:rsidRPr="002813C1">
        <w:t>il mettait au service du bien toutes les facultés et toute l</w:t>
      </w:r>
      <w:r w:rsidR="00B77E03">
        <w:t>’</w:t>
      </w:r>
      <w:r w:rsidRPr="002813C1">
        <w:t>énergie qu</w:t>
      </w:r>
      <w:r w:rsidR="00B77E03">
        <w:t>’</w:t>
      </w:r>
      <w:r w:rsidRPr="002813C1">
        <w:t>il dépensait jadis au profit du mal</w:t>
      </w:r>
      <w:r w:rsidR="00B77E03">
        <w:t>…</w:t>
      </w:r>
    </w:p>
    <w:p w14:paraId="2CD83B45" w14:textId="77777777" w:rsidR="00B77E03" w:rsidRDefault="0024252B" w:rsidP="00B77E03">
      <w:r w:rsidRPr="002813C1">
        <w:lastRenderedPageBreak/>
        <w:t>Être l</w:t>
      </w:r>
      <w:r w:rsidR="00B77E03">
        <w:t>’</w:t>
      </w:r>
      <w:r w:rsidRPr="002813C1">
        <w:t xml:space="preserve">artisan du salut de Pascal </w:t>
      </w:r>
      <w:proofErr w:type="spellStart"/>
      <w:r w:rsidRPr="002813C1">
        <w:t>Férailleur</w:t>
      </w:r>
      <w:proofErr w:type="spellEnd"/>
      <w:r w:rsidR="00B77E03">
        <w:t xml:space="preserve">, </w:t>
      </w:r>
      <w:r w:rsidRPr="002813C1">
        <w:t>cette pure victime des plus lâches coquins</w:t>
      </w:r>
      <w:r w:rsidR="00B77E03">
        <w:t xml:space="preserve">, </w:t>
      </w:r>
      <w:r w:rsidRPr="002813C1">
        <w:t>n</w:t>
      </w:r>
      <w:r w:rsidR="00B77E03">
        <w:t>’</w:t>
      </w:r>
      <w:r w:rsidRPr="002813C1">
        <w:t>était-ce pas</w:t>
      </w:r>
      <w:r w:rsidR="00B77E03">
        <w:t xml:space="preserve">, </w:t>
      </w:r>
      <w:r w:rsidRPr="002813C1">
        <w:t>jusqu</w:t>
      </w:r>
      <w:r w:rsidR="00B77E03">
        <w:t>’</w:t>
      </w:r>
      <w:r w:rsidRPr="002813C1">
        <w:t>à un certain point</w:t>
      </w:r>
      <w:r w:rsidR="00B77E03">
        <w:t xml:space="preserve">, </w:t>
      </w:r>
      <w:r w:rsidRPr="002813C1">
        <w:t>racheter le crime qu</w:t>
      </w:r>
      <w:r w:rsidR="00B77E03">
        <w:t>’</w:t>
      </w:r>
      <w:r w:rsidRPr="002813C1">
        <w:t>il avait commis autrefois</w:t>
      </w:r>
      <w:r w:rsidR="00B77E03">
        <w:t> !</w:t>
      </w:r>
    </w:p>
    <w:p w14:paraId="3E5703E4" w14:textId="77777777" w:rsidR="00B77E03" w:rsidRDefault="0024252B" w:rsidP="00B77E03">
      <w:r w:rsidRPr="002813C1">
        <w:t>Et cependant il était une circonstance qui dépassait son entendement</w:t>
      </w:r>
      <w:r w:rsidR="00B77E03">
        <w:t>.</w:t>
      </w:r>
    </w:p>
    <w:p w14:paraId="6061578D" w14:textId="77777777" w:rsidR="00B77E03" w:rsidRDefault="0024252B" w:rsidP="00B77E03">
      <w:r w:rsidRPr="002813C1">
        <w:t>Comment un de ces aventuriers qui tout à coup surgissent dans le beau monde de Paris</w:t>
      </w:r>
      <w:r w:rsidR="00B77E03">
        <w:t xml:space="preserve">, </w:t>
      </w:r>
      <w:r w:rsidRPr="002813C1">
        <w:t>qu</w:t>
      </w:r>
      <w:r w:rsidR="00B77E03">
        <w:t>’</w:t>
      </w:r>
      <w:r w:rsidRPr="002813C1">
        <w:t>on accepte parce qu</w:t>
      </w:r>
      <w:r w:rsidR="00B77E03">
        <w:t>’</w:t>
      </w:r>
      <w:r w:rsidRPr="002813C1">
        <w:t>ils s</w:t>
      </w:r>
      <w:r w:rsidR="00B77E03">
        <w:t>’</w:t>
      </w:r>
      <w:r w:rsidRPr="002813C1">
        <w:t>imposent</w:t>
      </w:r>
      <w:r w:rsidR="00B77E03">
        <w:t xml:space="preserve">, </w:t>
      </w:r>
      <w:r w:rsidRPr="002813C1">
        <w:t>sans qu</w:t>
      </w:r>
      <w:r w:rsidR="00B77E03">
        <w:t>’</w:t>
      </w:r>
      <w:r w:rsidRPr="002813C1">
        <w:t>on sache qui ils sont ni d</w:t>
      </w:r>
      <w:r w:rsidR="00B77E03">
        <w:t>’</w:t>
      </w:r>
      <w:r w:rsidRPr="002813C1">
        <w:t>où ils viennent</w:t>
      </w:r>
      <w:r w:rsidR="00B77E03">
        <w:t xml:space="preserve">, </w:t>
      </w:r>
      <w:r w:rsidRPr="002813C1">
        <w:t xml:space="preserve">comment un misérable tel que le vicomte </w:t>
      </w:r>
      <w:proofErr w:type="spellStart"/>
      <w:r w:rsidRPr="002813C1">
        <w:t>Coralth</w:t>
      </w:r>
      <w:proofErr w:type="spellEnd"/>
      <w:r w:rsidRPr="002813C1">
        <w:t xml:space="preserve"> avait-il pu seulement entamer l</w:t>
      </w:r>
      <w:r w:rsidR="00B77E03">
        <w:t>’</w:t>
      </w:r>
      <w:r w:rsidRPr="002813C1">
        <w:t xml:space="preserve">honneur de Pascal </w:t>
      </w:r>
      <w:proofErr w:type="spellStart"/>
      <w:r w:rsidRPr="002813C1">
        <w:t>Férailleur</w:t>
      </w:r>
      <w:proofErr w:type="spellEnd"/>
      <w:r w:rsidR="00B77E03">
        <w:t> ?</w:t>
      </w:r>
    </w:p>
    <w:p w14:paraId="79763A40" w14:textId="77777777" w:rsidR="00B77E03" w:rsidRDefault="0024252B" w:rsidP="00B77E03">
      <w:r w:rsidRPr="002813C1">
        <w:t>Eh quoi</w:t>
      </w:r>
      <w:r w:rsidR="00B77E03">
        <w:t xml:space="preserve"> !… </w:t>
      </w:r>
      <w:r w:rsidRPr="002813C1">
        <w:t>la réputation d</w:t>
      </w:r>
      <w:r w:rsidR="00B77E03">
        <w:t>’</w:t>
      </w:r>
      <w:r w:rsidRPr="002813C1">
        <w:t>un honnête homme est donc en quelque sorte à la merci du premier intrigant qu</w:t>
      </w:r>
      <w:r w:rsidR="00B77E03">
        <w:t>’</w:t>
      </w:r>
      <w:r w:rsidRPr="002813C1">
        <w:t>il gêne</w:t>
      </w:r>
      <w:r w:rsidR="00B77E03">
        <w:t> !…</w:t>
      </w:r>
    </w:p>
    <w:p w14:paraId="382C26DB" w14:textId="77777777" w:rsidR="00B77E03" w:rsidRDefault="0024252B" w:rsidP="00B77E03">
      <w:r w:rsidRPr="002813C1">
        <w:t>Le monde est-il donc si mal fait</w:t>
      </w:r>
      <w:r w:rsidR="00B77E03">
        <w:t xml:space="preserve">, </w:t>
      </w:r>
      <w:r w:rsidRPr="002813C1">
        <w:t>qu</w:t>
      </w:r>
      <w:r w:rsidR="00B77E03">
        <w:t>’</w:t>
      </w:r>
      <w:r w:rsidRPr="002813C1">
        <w:t>une ignoble comédie de cinq minutes pèse plus</w:t>
      </w:r>
      <w:r w:rsidR="00B77E03">
        <w:t xml:space="preserve">, </w:t>
      </w:r>
      <w:r w:rsidRPr="002813C1">
        <w:t>dans les balances faussées de l</w:t>
      </w:r>
      <w:r w:rsidR="00B77E03">
        <w:t>’</w:t>
      </w:r>
      <w:r w:rsidRPr="002813C1">
        <w:t>opinion</w:t>
      </w:r>
      <w:r w:rsidR="00B77E03">
        <w:t xml:space="preserve">, </w:t>
      </w:r>
      <w:r w:rsidRPr="002813C1">
        <w:t>que toute une vie de courage</w:t>
      </w:r>
      <w:r w:rsidR="00B77E03">
        <w:t xml:space="preserve">, </w:t>
      </w:r>
      <w:r w:rsidRPr="002813C1">
        <w:t>d</w:t>
      </w:r>
      <w:r w:rsidR="00B77E03">
        <w:t>’</w:t>
      </w:r>
      <w:r w:rsidRPr="002813C1">
        <w:t>honneur et de probité</w:t>
      </w:r>
      <w:r w:rsidR="00B77E03">
        <w:t> !…</w:t>
      </w:r>
    </w:p>
    <w:p w14:paraId="4D7CBEDB" w14:textId="77777777" w:rsidR="00B77E03" w:rsidRDefault="0024252B" w:rsidP="00B77E03">
      <w:r w:rsidRPr="002813C1">
        <w:t>On voit de ces exemples aux époques où les plus gens de bien</w:t>
      </w:r>
      <w:r w:rsidR="00B77E03">
        <w:t xml:space="preserve">, </w:t>
      </w:r>
      <w:r w:rsidRPr="002813C1">
        <w:t>loin de s</w:t>
      </w:r>
      <w:r w:rsidR="00B77E03">
        <w:t>’</w:t>
      </w:r>
      <w:r w:rsidRPr="002813C1">
        <w:t>affirmer hardiment en face des coquins</w:t>
      </w:r>
      <w:r w:rsidR="00B77E03">
        <w:t xml:space="preserve">, </w:t>
      </w:r>
      <w:r w:rsidRPr="002813C1">
        <w:t>descendent</w:t>
      </w:r>
      <w:r w:rsidR="00B77E03">
        <w:t xml:space="preserve">, </w:t>
      </w:r>
      <w:r w:rsidRPr="002813C1">
        <w:t>sous prétexte de sociabilité</w:t>
      </w:r>
      <w:r w:rsidR="00B77E03">
        <w:t xml:space="preserve">, </w:t>
      </w:r>
      <w:r w:rsidRPr="002813C1">
        <w:t>à toutes sortes de concessions</w:t>
      </w:r>
      <w:r w:rsidR="00B77E03">
        <w:t xml:space="preserve">, </w:t>
      </w:r>
      <w:r w:rsidRPr="002813C1">
        <w:t>qui sont autant de dangereuses lâchetés</w:t>
      </w:r>
      <w:r w:rsidR="00B77E03">
        <w:t>…</w:t>
      </w:r>
    </w:p>
    <w:p w14:paraId="767FA2DE" w14:textId="77777777" w:rsidR="00B77E03" w:rsidRDefault="0024252B" w:rsidP="00B77E03">
      <w:r w:rsidRPr="002813C1">
        <w:t>Quand les hommes honnêtes se tiennent cois</w:t>
      </w:r>
      <w:r w:rsidR="00B77E03">
        <w:t xml:space="preserve">, </w:t>
      </w:r>
      <w:r w:rsidRPr="002813C1">
        <w:t>le monde est aux impudents</w:t>
      </w:r>
      <w:r w:rsidR="00B77E03">
        <w:t> !…</w:t>
      </w:r>
    </w:p>
    <w:p w14:paraId="7849AC87" w14:textId="77777777" w:rsidR="00B77E03" w:rsidRDefault="0024252B" w:rsidP="00B77E03">
      <w:r w:rsidRPr="002813C1">
        <w:t>Tout entier à ces réflexions</w:t>
      </w:r>
      <w:r w:rsidR="00B77E03">
        <w:t xml:space="preserve">, </w:t>
      </w:r>
      <w:r w:rsidRPr="002813C1">
        <w:t>Chupin n</w:t>
      </w:r>
      <w:r w:rsidR="00B77E03">
        <w:t>’</w:t>
      </w:r>
      <w:r w:rsidRPr="002813C1">
        <w:t>était point tenté d</w:t>
      </w:r>
      <w:r w:rsidR="00B77E03">
        <w:t>’</w:t>
      </w:r>
      <w:r w:rsidRPr="002813C1">
        <w:t>ouvrir la réponse qu</w:t>
      </w:r>
      <w:r w:rsidR="00B77E03">
        <w:t>’</w:t>
      </w:r>
      <w:r w:rsidRPr="002813C1">
        <w:t>il portait pour en prendre connaissance</w:t>
      </w:r>
      <w:r w:rsidR="00B77E03">
        <w:t>.</w:t>
      </w:r>
    </w:p>
    <w:p w14:paraId="0DCA68B4" w14:textId="6DB1519A" w:rsidR="00B77E03" w:rsidRDefault="0024252B" w:rsidP="00B77E03">
      <w:r w:rsidRPr="002813C1">
        <w:t>Les mêmes sentiments s</w:t>
      </w:r>
      <w:r w:rsidR="00B77E03">
        <w:t>’</w:t>
      </w:r>
      <w:r w:rsidRPr="002813C1">
        <w:t>agitaient en lui</w:t>
      </w:r>
      <w:r w:rsidR="00B77E03">
        <w:t xml:space="preserve">, </w:t>
      </w:r>
      <w:r w:rsidRPr="002813C1">
        <w:t>qui l</w:t>
      </w:r>
      <w:r w:rsidR="00B77E03">
        <w:t>’</w:t>
      </w:r>
      <w:r w:rsidRPr="002813C1">
        <w:t xml:space="preserve">avaient empêché de tirer du fils de </w:t>
      </w:r>
      <w:r w:rsidR="00B77E03">
        <w:t>M</w:t>
      </w:r>
      <w:r w:rsidR="00B77E03" w:rsidRPr="00B77E03">
        <w:rPr>
          <w:vertAlign w:val="superscript"/>
        </w:rPr>
        <w:t>me</w:t>
      </w:r>
      <w:r w:rsidR="00B77E03">
        <w:t> </w:t>
      </w:r>
      <w:r w:rsidRPr="002813C1">
        <w:t>Paul des renseignements plus précis</w:t>
      </w:r>
      <w:r w:rsidR="00B77E03">
        <w:t>…</w:t>
      </w:r>
    </w:p>
    <w:p w14:paraId="39993A61" w14:textId="77777777" w:rsidR="00B77E03" w:rsidRDefault="0024252B" w:rsidP="00B77E03">
      <w:r w:rsidRPr="002813C1">
        <w:lastRenderedPageBreak/>
        <w:t>Arriver à la vérité par la seule force de sa pénétration</w:t>
      </w:r>
      <w:r w:rsidR="00B77E03">
        <w:t xml:space="preserve"> !… </w:t>
      </w:r>
      <w:r w:rsidRPr="002813C1">
        <w:t>Il y avait là de quoi tenter sa jeune vanité</w:t>
      </w:r>
      <w:r w:rsidR="00B77E03">
        <w:t>.</w:t>
      </w:r>
    </w:p>
    <w:p w14:paraId="20B35606" w14:textId="77777777" w:rsidR="00B77E03" w:rsidRDefault="0024252B" w:rsidP="00B77E03">
      <w:r w:rsidRPr="002813C1">
        <w:t>Or qu</w:t>
      </w:r>
      <w:r w:rsidR="00B77E03">
        <w:t>’</w:t>
      </w:r>
      <w:r w:rsidRPr="002813C1">
        <w:t>avait-il besoin de recourir à un acte qui peut se justifier</w:t>
      </w:r>
      <w:r w:rsidR="00B77E03">
        <w:t xml:space="preserve">, </w:t>
      </w:r>
      <w:r w:rsidRPr="002813C1">
        <w:t>sans doute</w:t>
      </w:r>
      <w:r w:rsidR="00B77E03">
        <w:t xml:space="preserve">, </w:t>
      </w:r>
      <w:r w:rsidRPr="002813C1">
        <w:t>que l</w:t>
      </w:r>
      <w:r w:rsidR="00B77E03">
        <w:t>’</w:t>
      </w:r>
      <w:r w:rsidRPr="002813C1">
        <w:t>intérêt de la légitime défense excuse et absout</w:t>
      </w:r>
      <w:r w:rsidR="00B77E03">
        <w:t xml:space="preserve">, </w:t>
      </w:r>
      <w:r w:rsidRPr="002813C1">
        <w:t>mais qui n</w:t>
      </w:r>
      <w:r w:rsidR="00B77E03">
        <w:t>’</w:t>
      </w:r>
      <w:r w:rsidRPr="002813C1">
        <w:t>en est pas moins fâcheux en lui-même et hasardé</w:t>
      </w:r>
      <w:r w:rsidR="00B77E03">
        <w:t> ?…</w:t>
      </w:r>
    </w:p>
    <w:p w14:paraId="30DCBC6C" w14:textId="77777777" w:rsidR="00B77E03" w:rsidRDefault="0024252B" w:rsidP="00B77E03">
      <w:r w:rsidRPr="002813C1">
        <w:t>Lui était-il indispensable de violer le sceau de cette lettre pour en connaître le contenu</w:t>
      </w:r>
      <w:r w:rsidR="00B77E03">
        <w:t> ?</w:t>
      </w:r>
    </w:p>
    <w:p w14:paraId="57B51D9F" w14:textId="55F08739" w:rsidR="00B77E03" w:rsidRDefault="0024252B" w:rsidP="00B77E03">
      <w:r w:rsidRPr="002813C1">
        <w:t xml:space="preserve">Les quelques mots échangés entre </w:t>
      </w:r>
      <w:r w:rsidR="00B77E03">
        <w:t>M</w:t>
      </w:r>
      <w:r w:rsidR="00B77E03" w:rsidRPr="00B77E03">
        <w:rPr>
          <w:vertAlign w:val="superscript"/>
        </w:rPr>
        <w:t>me</w:t>
      </w:r>
      <w:r w:rsidR="00B77E03">
        <w:t> </w:t>
      </w:r>
      <w:r w:rsidRPr="002813C1">
        <w:t xml:space="preserve">Paul et le sieur </w:t>
      </w:r>
      <w:proofErr w:type="spellStart"/>
      <w:r w:rsidRPr="002813C1">
        <w:t>Mouchon</w:t>
      </w:r>
      <w:proofErr w:type="spellEnd"/>
      <w:r w:rsidR="00B77E03">
        <w:t xml:space="preserve">, </w:t>
      </w:r>
      <w:r w:rsidRPr="002813C1">
        <w:t>le conseiller aux proverbes</w:t>
      </w:r>
      <w:r w:rsidR="00B77E03">
        <w:t xml:space="preserve">, </w:t>
      </w:r>
      <w:r w:rsidRPr="002813C1">
        <w:t>ne lui avaient-ils pas appris</w:t>
      </w:r>
      <w:r w:rsidR="00B77E03">
        <w:t xml:space="preserve">, </w:t>
      </w:r>
      <w:r w:rsidRPr="002813C1">
        <w:t>à n</w:t>
      </w:r>
      <w:r w:rsidR="00B77E03">
        <w:t>’</w:t>
      </w:r>
      <w:r w:rsidRPr="002813C1">
        <w:t>en pouvoir douter</w:t>
      </w:r>
      <w:r w:rsidR="00B77E03">
        <w:t xml:space="preserve">, </w:t>
      </w:r>
      <w:r w:rsidRPr="002813C1">
        <w:t>qu</w:t>
      </w:r>
      <w:r w:rsidR="00B77E03">
        <w:t>’</w:t>
      </w:r>
      <w:r w:rsidRPr="002813C1">
        <w:t>il portait un ultimatum et qu</w:t>
      </w:r>
      <w:r w:rsidR="00B77E03">
        <w:t>’</w:t>
      </w:r>
      <w:r w:rsidRPr="002813C1">
        <w:t xml:space="preserve">il y était signifié au vicomte de </w:t>
      </w:r>
      <w:proofErr w:type="spellStart"/>
      <w:r w:rsidRPr="002813C1">
        <w:t>Coralth</w:t>
      </w:r>
      <w:proofErr w:type="spellEnd"/>
      <w:r w:rsidRPr="002813C1">
        <w:t xml:space="preserve"> d</w:t>
      </w:r>
      <w:r w:rsidR="00B77E03">
        <w:t>’</w:t>
      </w:r>
      <w:r w:rsidRPr="002813C1">
        <w:t>avoir à l</w:t>
      </w:r>
      <w:r w:rsidR="00B77E03">
        <w:t>’</w:t>
      </w:r>
      <w:r w:rsidRPr="002813C1">
        <w:t>exécuter dans les délais indiqués</w:t>
      </w:r>
      <w:r w:rsidR="00B77E03">
        <w:t xml:space="preserve">, </w:t>
      </w:r>
      <w:r w:rsidRPr="002813C1">
        <w:t>sous peine d</w:t>
      </w:r>
      <w:r w:rsidR="00B77E03">
        <w:t>’</w:t>
      </w:r>
      <w:r w:rsidRPr="002813C1">
        <w:t>un scandale mortel pour lui</w:t>
      </w:r>
      <w:r w:rsidR="00B77E03">
        <w:t> ?</w:t>
      </w:r>
    </w:p>
    <w:p w14:paraId="22FA7E81" w14:textId="250C667F" w:rsidR="00B77E03" w:rsidRDefault="0024252B" w:rsidP="00B77E03">
      <w:r w:rsidRPr="002813C1">
        <w:t>Les certitudes de Chupin à cet égard étaient si positives</w:t>
      </w:r>
      <w:r w:rsidR="00B77E03">
        <w:t xml:space="preserve">, </w:t>
      </w:r>
      <w:r w:rsidRPr="002813C1">
        <w:t xml:space="preserve">que déjà il se creusait la cervelle à imaginer comment tirer parti de ces découvertes pour le plus grand profit de Pascal et de </w:t>
      </w:r>
      <w:r w:rsidR="00B77E03">
        <w:t>M</w:t>
      </w:r>
      <w:r w:rsidR="00B77E03" w:rsidRPr="00B77E03">
        <w:rPr>
          <w:vertAlign w:val="superscript"/>
        </w:rPr>
        <w:t>lle</w:t>
      </w:r>
      <w:r w:rsidR="00B77E03">
        <w:t> </w:t>
      </w:r>
      <w:r w:rsidRPr="002813C1">
        <w:t>Marguerite</w:t>
      </w:r>
      <w:r w:rsidR="00B77E03">
        <w:t>…</w:t>
      </w:r>
    </w:p>
    <w:p w14:paraId="1F8886CE" w14:textId="77777777" w:rsidR="00B77E03" w:rsidRDefault="0024252B" w:rsidP="00B77E03">
      <w:r w:rsidRPr="002813C1">
        <w:t>Mettre aux prises la jalousie de Flavie</w:t>
      </w:r>
      <w:r w:rsidR="00B77E03">
        <w:t xml:space="preserve">, </w:t>
      </w:r>
      <w:r w:rsidRPr="002813C1">
        <w:t>la femme abandonnée</w:t>
      </w:r>
      <w:r w:rsidR="00B77E03">
        <w:t xml:space="preserve">, </w:t>
      </w:r>
      <w:r w:rsidRPr="002813C1">
        <w:t>et l</w:t>
      </w:r>
      <w:r w:rsidR="00B77E03">
        <w:t>’</w:t>
      </w:r>
      <w:r w:rsidRPr="002813C1">
        <w:t xml:space="preserve">orgueil offensé de la baronne </w:t>
      </w:r>
      <w:proofErr w:type="spellStart"/>
      <w:r w:rsidRPr="002813C1">
        <w:t>Trigault</w:t>
      </w:r>
      <w:proofErr w:type="spellEnd"/>
      <w:r w:rsidR="00B77E03">
        <w:t xml:space="preserve">, </w:t>
      </w:r>
      <w:r w:rsidRPr="002813C1">
        <w:t>évoquer l</w:t>
      </w:r>
      <w:r w:rsidR="00B77E03">
        <w:t>’</w:t>
      </w:r>
      <w:r w:rsidRPr="002813C1">
        <w:t xml:space="preserve">infamant passé de </w:t>
      </w:r>
      <w:proofErr w:type="spellStart"/>
      <w:r w:rsidRPr="002813C1">
        <w:t>Coralth</w:t>
      </w:r>
      <w:proofErr w:type="spellEnd"/>
      <w:r w:rsidRPr="002813C1">
        <w:t xml:space="preserve"> et l</w:t>
      </w:r>
      <w:r w:rsidR="00B77E03">
        <w:t>’</w:t>
      </w:r>
      <w:r w:rsidRPr="002813C1">
        <w:t>en écraser</w:t>
      </w:r>
      <w:r w:rsidR="00B77E03">
        <w:t xml:space="preserve">, </w:t>
      </w:r>
      <w:r w:rsidRPr="002813C1">
        <w:t>cela semblait à Chupin indiqué par les événements mêmes</w:t>
      </w:r>
      <w:r w:rsidR="00B77E03">
        <w:t>.</w:t>
      </w:r>
    </w:p>
    <w:p w14:paraId="7A617B97" w14:textId="77777777" w:rsidR="00B77E03" w:rsidRDefault="0024252B" w:rsidP="00B77E03">
      <w:r w:rsidRPr="002813C1">
        <w:t xml:space="preserve">Mais par quelles combinaisons amener un </w:t>
      </w:r>
      <w:proofErr w:type="spellStart"/>
      <w:r w:rsidRPr="002813C1">
        <w:t>dénoûment</w:t>
      </w:r>
      <w:proofErr w:type="spellEnd"/>
      <w:r w:rsidRPr="002813C1">
        <w:t xml:space="preserve"> bruyant</w:t>
      </w:r>
      <w:r w:rsidR="00B77E03">
        <w:t xml:space="preserve">, </w:t>
      </w:r>
      <w:r w:rsidRPr="002813C1">
        <w:t>terrible</w:t>
      </w:r>
      <w:r w:rsidR="00B77E03">
        <w:t xml:space="preserve">, </w:t>
      </w:r>
      <w:r w:rsidRPr="002813C1">
        <w:t>affreusement scandaleux</w:t>
      </w:r>
      <w:r w:rsidR="00B77E03">
        <w:t xml:space="preserve">, </w:t>
      </w:r>
      <w:r w:rsidRPr="002813C1">
        <w:t>qui fût l</w:t>
      </w:r>
      <w:r w:rsidR="00B77E03">
        <w:t>’</w:t>
      </w:r>
      <w:r w:rsidRPr="002813C1">
        <w:t>éclatante réhabilitation de Pascal</w:t>
      </w:r>
      <w:r w:rsidR="00B77E03">
        <w:t xml:space="preserve">, </w:t>
      </w:r>
      <w:r w:rsidRPr="002813C1">
        <w:t>voilà ce qu</w:t>
      </w:r>
      <w:r w:rsidR="00B77E03">
        <w:t>’</w:t>
      </w:r>
      <w:r w:rsidRPr="002813C1">
        <w:t>il cherchait avec l</w:t>
      </w:r>
      <w:r w:rsidR="00B77E03">
        <w:t>’</w:t>
      </w:r>
      <w:r w:rsidRPr="002813C1">
        <w:t>ardeur d</w:t>
      </w:r>
      <w:r w:rsidR="00B77E03">
        <w:t>’</w:t>
      </w:r>
      <w:r w:rsidRPr="002813C1">
        <w:t>un dramaturge qui</w:t>
      </w:r>
      <w:r w:rsidR="00B77E03">
        <w:t xml:space="preserve">, </w:t>
      </w:r>
      <w:r w:rsidRPr="002813C1">
        <w:t>ayant trouvé le sujet d</w:t>
      </w:r>
      <w:r w:rsidR="00B77E03">
        <w:t>’</w:t>
      </w:r>
      <w:r w:rsidRPr="002813C1">
        <w:t>une pièce</w:t>
      </w:r>
      <w:r w:rsidR="00B77E03">
        <w:t xml:space="preserve">, </w:t>
      </w:r>
      <w:r w:rsidRPr="002813C1">
        <w:t>le tourne et le retourne dans son esprit</w:t>
      </w:r>
      <w:r w:rsidR="00B77E03">
        <w:t xml:space="preserve">, </w:t>
      </w:r>
      <w:r w:rsidRPr="002813C1">
        <w:t>pour en tirer tout ce qu</w:t>
      </w:r>
      <w:r w:rsidR="00B77E03">
        <w:t>’</w:t>
      </w:r>
      <w:r w:rsidRPr="002813C1">
        <w:t>il peut donner</w:t>
      </w:r>
      <w:r w:rsidR="00B77E03">
        <w:t>.</w:t>
      </w:r>
    </w:p>
    <w:p w14:paraId="14C35B40" w14:textId="62585032" w:rsidR="00B77E03" w:rsidRDefault="0024252B" w:rsidP="00B77E03">
      <w:r w:rsidRPr="002813C1">
        <w:lastRenderedPageBreak/>
        <w:t>Avec de telles pensées</w:t>
      </w:r>
      <w:r w:rsidR="00B77E03">
        <w:t xml:space="preserve">, </w:t>
      </w:r>
      <w:r w:rsidRPr="002813C1">
        <w:t>la route</w:t>
      </w:r>
      <w:r w:rsidR="00B77E03">
        <w:t xml:space="preserve">, </w:t>
      </w:r>
      <w:r w:rsidRPr="002813C1">
        <w:t>au retour</w:t>
      </w:r>
      <w:r w:rsidR="00B77E03">
        <w:t xml:space="preserve">, </w:t>
      </w:r>
      <w:r w:rsidRPr="002813C1">
        <w:t>devait lui paraître plus courte qu</w:t>
      </w:r>
      <w:r w:rsidR="00B77E03">
        <w:t>’</w:t>
      </w:r>
      <w:r w:rsidRPr="002813C1">
        <w:t>à l</w:t>
      </w:r>
      <w:r w:rsidR="00B77E03">
        <w:t>’</w:t>
      </w:r>
      <w:r w:rsidRPr="002813C1">
        <w:t>aller</w:t>
      </w:r>
      <w:r w:rsidR="00B77E03">
        <w:t xml:space="preserve">, </w:t>
      </w:r>
      <w:r w:rsidRPr="002813C1">
        <w:t>et c</w:t>
      </w:r>
      <w:r w:rsidR="00B77E03">
        <w:t>’</w:t>
      </w:r>
      <w:r w:rsidRPr="002813C1">
        <w:t>est presque sans s</w:t>
      </w:r>
      <w:r w:rsidR="00B77E03">
        <w:t>’</w:t>
      </w:r>
      <w:r w:rsidRPr="002813C1">
        <w:t>en apercevoir qu</w:t>
      </w:r>
      <w:r w:rsidR="00B77E03">
        <w:t>’</w:t>
      </w:r>
      <w:r w:rsidRPr="002813C1">
        <w:t>il arriva rue d</w:t>
      </w:r>
      <w:r w:rsidR="00B77E03">
        <w:t>’</w:t>
      </w:r>
      <w:r w:rsidRPr="002813C1">
        <w:t>Anjou-Saint-Honoré</w:t>
      </w:r>
      <w:r w:rsidR="00B77E03">
        <w:t xml:space="preserve">, </w:t>
      </w:r>
      <w:r w:rsidRPr="002813C1">
        <w:t xml:space="preserve">devant la maison de </w:t>
      </w:r>
      <w:r w:rsidR="00B77E03">
        <w:t>M. de </w:t>
      </w:r>
      <w:proofErr w:type="spellStart"/>
      <w:r w:rsidRPr="002813C1">
        <w:t>Coralth</w:t>
      </w:r>
      <w:proofErr w:type="spellEnd"/>
      <w:r w:rsidR="00B77E03">
        <w:t>.</w:t>
      </w:r>
    </w:p>
    <w:p w14:paraId="2F1F571D" w14:textId="15ED792E" w:rsidR="00B77E03" w:rsidRDefault="0024252B" w:rsidP="00B77E03">
      <w:r w:rsidRPr="002813C1">
        <w:t xml:space="preserve">Ayant à comparaître devant </w:t>
      </w:r>
      <w:r w:rsidR="00B77E03">
        <w:t>M. </w:t>
      </w:r>
      <w:r w:rsidRPr="002813C1">
        <w:t>Moulinet</w:t>
      </w:r>
      <w:r w:rsidR="00B77E03">
        <w:t xml:space="preserve">, </w:t>
      </w:r>
      <w:r w:rsidRPr="002813C1">
        <w:t>le concierge</w:t>
      </w:r>
      <w:r w:rsidR="00B77E03">
        <w:t xml:space="preserve">, </w:t>
      </w:r>
      <w:r w:rsidRPr="002813C1">
        <w:t>il éteignit tant qu</w:t>
      </w:r>
      <w:r w:rsidR="00B77E03">
        <w:t>’</w:t>
      </w:r>
      <w:r w:rsidRPr="002813C1">
        <w:t>il put la flamme de son regard</w:t>
      </w:r>
      <w:r w:rsidR="00B77E03">
        <w:t xml:space="preserve">, </w:t>
      </w:r>
      <w:r w:rsidRPr="002813C1">
        <w:t>et c</w:t>
      </w:r>
      <w:r w:rsidR="00B77E03">
        <w:t>’</w:t>
      </w:r>
      <w:r w:rsidRPr="002813C1">
        <w:t>est grimé de son air le plus candide qu</w:t>
      </w:r>
      <w:r w:rsidR="00B77E03">
        <w:t>’</w:t>
      </w:r>
      <w:r w:rsidRPr="002813C1">
        <w:t>il entra</w:t>
      </w:r>
      <w:r w:rsidR="00B77E03">
        <w:t>.</w:t>
      </w:r>
    </w:p>
    <w:p w14:paraId="0646F3F6" w14:textId="2E1D52FC" w:rsidR="00B77E03" w:rsidRDefault="0024252B" w:rsidP="00B77E03">
      <w:r w:rsidRPr="002813C1">
        <w:t>Ô surprise</w:t>
      </w:r>
      <w:r w:rsidR="00B77E03">
        <w:t> ! M. </w:t>
      </w:r>
      <w:r w:rsidRPr="002813C1">
        <w:t>Moulinet et son épouse n</w:t>
      </w:r>
      <w:r w:rsidR="00B77E03">
        <w:t>’</w:t>
      </w:r>
      <w:r w:rsidRPr="002813C1">
        <w:t>étaient pas seuls dans leur loge</w:t>
      </w:r>
      <w:r w:rsidR="00B77E03">
        <w:t>.</w:t>
      </w:r>
    </w:p>
    <w:p w14:paraId="730C3240" w14:textId="77777777" w:rsidR="00B77E03" w:rsidRDefault="0024252B" w:rsidP="00B77E03">
      <w:r w:rsidRPr="002813C1">
        <w:t>Florent était là</w:t>
      </w:r>
      <w:r w:rsidR="00B77E03">
        <w:t xml:space="preserve">, </w:t>
      </w:r>
      <w:r w:rsidRPr="002813C1">
        <w:t>en train de prendre le café avec eux</w:t>
      </w:r>
      <w:r w:rsidR="00B77E03">
        <w:t>.</w:t>
      </w:r>
    </w:p>
    <w:p w14:paraId="6FA4D79C" w14:textId="77777777" w:rsidR="00B77E03" w:rsidRDefault="0024252B" w:rsidP="00B77E03">
      <w:r w:rsidRPr="002813C1">
        <w:t>Et même</w:t>
      </w:r>
      <w:r w:rsidR="00B77E03">
        <w:t xml:space="preserve">, </w:t>
      </w:r>
      <w:r w:rsidRPr="002813C1">
        <w:t>le digne valet s</w:t>
      </w:r>
      <w:r w:rsidR="00B77E03">
        <w:t>’</w:t>
      </w:r>
      <w:r w:rsidRPr="002813C1">
        <w:t>était dépouillé des élégances empruntées à son maître</w:t>
      </w:r>
      <w:r w:rsidR="00B77E03">
        <w:t xml:space="preserve">, </w:t>
      </w:r>
      <w:r w:rsidRPr="002813C1">
        <w:t>et avait revêtu son gilet rouge</w:t>
      </w:r>
      <w:r w:rsidR="00B77E03">
        <w:t>.</w:t>
      </w:r>
    </w:p>
    <w:p w14:paraId="2065C25D" w14:textId="77777777" w:rsidR="00B77E03" w:rsidRDefault="0024252B" w:rsidP="00B77E03">
      <w:r w:rsidRPr="002813C1">
        <w:t>Il semblait d</w:t>
      </w:r>
      <w:r w:rsidR="00B77E03">
        <w:t>’</w:t>
      </w:r>
      <w:r w:rsidRPr="002813C1">
        <w:t>une humeur massacrante</w:t>
      </w:r>
      <w:r w:rsidR="00B77E03">
        <w:t xml:space="preserve">, </w:t>
      </w:r>
      <w:r w:rsidRPr="002813C1">
        <w:t>et son dépit était réellement bien légitime</w:t>
      </w:r>
      <w:r w:rsidR="00B77E03">
        <w:t>.</w:t>
      </w:r>
    </w:p>
    <w:p w14:paraId="3A905169" w14:textId="149F353B" w:rsidR="00B77E03" w:rsidRDefault="0024252B" w:rsidP="00B77E03">
      <w:r w:rsidRPr="002813C1">
        <w:t xml:space="preserve">De chez </w:t>
      </w:r>
      <w:r w:rsidR="00B77E03">
        <w:t>M. de </w:t>
      </w:r>
      <w:proofErr w:type="spellStart"/>
      <w:r w:rsidRPr="002813C1">
        <w:t>Coralth</w:t>
      </w:r>
      <w:proofErr w:type="spellEnd"/>
      <w:r w:rsidRPr="002813C1">
        <w:t xml:space="preserve"> chez la baronne</w:t>
      </w:r>
      <w:r w:rsidR="00B77E03">
        <w:t xml:space="preserve">, </w:t>
      </w:r>
      <w:r w:rsidRPr="002813C1">
        <w:t>il n</w:t>
      </w:r>
      <w:r w:rsidR="00B77E03">
        <w:t>’</w:t>
      </w:r>
      <w:r w:rsidRPr="002813C1">
        <w:t>y avait qu</w:t>
      </w:r>
      <w:r w:rsidR="00B77E03">
        <w:t>’</w:t>
      </w:r>
      <w:r w:rsidRPr="002813C1">
        <w:t>un saut</w:t>
      </w:r>
      <w:r w:rsidR="00B77E03">
        <w:t xml:space="preserve"> ; </w:t>
      </w:r>
      <w:r w:rsidRPr="002813C1">
        <w:t>mais il est des fatalités</w:t>
      </w:r>
      <w:r w:rsidR="00B77E03">
        <w:t xml:space="preserve"> !… </w:t>
      </w:r>
      <w:r w:rsidRPr="002813C1">
        <w:t>La baronne</w:t>
      </w:r>
      <w:r w:rsidR="00B77E03">
        <w:t xml:space="preserve">, </w:t>
      </w:r>
      <w:r w:rsidRPr="002813C1">
        <w:t>en recevant la lettre des mains de sa femme de chambre</w:t>
      </w:r>
      <w:r w:rsidR="00B77E03">
        <w:t xml:space="preserve">, </w:t>
      </w:r>
      <w:r w:rsidRPr="002813C1">
        <w:t>avait fait courir après Florent pour lui dire d</w:t>
      </w:r>
      <w:r w:rsidR="00B77E03">
        <w:t>’</w:t>
      </w:r>
      <w:r w:rsidRPr="002813C1">
        <w:t>attendre</w:t>
      </w:r>
      <w:r w:rsidR="00B77E03">
        <w:t xml:space="preserve">, </w:t>
      </w:r>
      <w:r w:rsidRPr="002813C1">
        <w:t>qu</w:t>
      </w:r>
      <w:r w:rsidR="00B77E03">
        <w:t>’</w:t>
      </w:r>
      <w:r w:rsidRPr="002813C1">
        <w:t>elle voulait lui parler</w:t>
      </w:r>
      <w:r w:rsidR="00B77E03">
        <w:t xml:space="preserve">… </w:t>
      </w:r>
      <w:r w:rsidRPr="002813C1">
        <w:t>et elle avait eu l</w:t>
      </w:r>
      <w:r w:rsidR="00B77E03">
        <w:t>’</w:t>
      </w:r>
      <w:r w:rsidRPr="002813C1">
        <w:t>inconvenance de lui laisser croquer le marmot plus d</w:t>
      </w:r>
      <w:r w:rsidR="00B77E03">
        <w:t>’</w:t>
      </w:r>
      <w:r w:rsidRPr="002813C1">
        <w:t>une heure</w:t>
      </w:r>
      <w:r w:rsidR="00B77E03">
        <w:t>…</w:t>
      </w:r>
    </w:p>
    <w:p w14:paraId="298D06AF" w14:textId="77777777" w:rsidR="00B77E03" w:rsidRDefault="0024252B" w:rsidP="00B77E03">
      <w:r w:rsidRPr="002813C1">
        <w:t>Si bien que de fil en aiguille</w:t>
      </w:r>
      <w:r w:rsidR="00B77E03">
        <w:t xml:space="preserve">, </w:t>
      </w:r>
      <w:r w:rsidRPr="002813C1">
        <w:t>comme il disait</w:t>
      </w:r>
      <w:r w:rsidR="00B77E03">
        <w:t xml:space="preserve">, </w:t>
      </w:r>
      <w:r w:rsidRPr="002813C1">
        <w:t>il avait manqué le dîner des femmes charmantes qui lui avaient donné rendez-vous</w:t>
      </w:r>
      <w:r w:rsidR="00B77E03">
        <w:t xml:space="preserve">, </w:t>
      </w:r>
      <w:r w:rsidRPr="002813C1">
        <w:t>et que de désespoir il était revenu partager la soupe de ses amis les concierges</w:t>
      </w:r>
      <w:r w:rsidR="00B77E03">
        <w:t>…</w:t>
      </w:r>
    </w:p>
    <w:p w14:paraId="7BB2D7E7" w14:textId="77777777" w:rsidR="00B77E03" w:rsidRDefault="00B77E03" w:rsidP="00B77E03">
      <w:r>
        <w:t>— </w:t>
      </w:r>
      <w:r w:rsidR="0024252B" w:rsidRPr="002813C1">
        <w:t>Vous avez la réponse</w:t>
      </w:r>
      <w:r>
        <w:t xml:space="preserve"> ? </w:t>
      </w:r>
      <w:r w:rsidR="0024252B" w:rsidRPr="002813C1">
        <w:t>demanda-t-il à Chupin</w:t>
      </w:r>
      <w:r>
        <w:t>.</w:t>
      </w:r>
    </w:p>
    <w:p w14:paraId="1B850834" w14:textId="77777777" w:rsidR="00B77E03" w:rsidRDefault="00B77E03" w:rsidP="00B77E03">
      <w:r>
        <w:t>— </w:t>
      </w:r>
      <w:r w:rsidR="0024252B" w:rsidRPr="002813C1">
        <w:t>La voici</w:t>
      </w:r>
      <w:r>
        <w:t>.</w:t>
      </w:r>
    </w:p>
    <w:p w14:paraId="49FD2EE5" w14:textId="37A2B360" w:rsidR="00B77E03" w:rsidRDefault="0024252B" w:rsidP="00B77E03">
      <w:r w:rsidRPr="002813C1">
        <w:lastRenderedPageBreak/>
        <w:t xml:space="preserve">Ayant glissé la lettre de </w:t>
      </w:r>
      <w:r w:rsidR="00B77E03">
        <w:t>M</w:t>
      </w:r>
      <w:r w:rsidR="00B77E03" w:rsidRPr="00B77E03">
        <w:rPr>
          <w:vertAlign w:val="superscript"/>
        </w:rPr>
        <w:t>me</w:t>
      </w:r>
      <w:r w:rsidR="00B77E03">
        <w:t> </w:t>
      </w:r>
      <w:r w:rsidRPr="002813C1">
        <w:t>Paul dans la poche d</w:t>
      </w:r>
      <w:r w:rsidR="00B77E03">
        <w:t>’</w:t>
      </w:r>
      <w:r w:rsidRPr="002813C1">
        <w:t>estomac de son tablier</w:t>
      </w:r>
      <w:r w:rsidR="00B77E03">
        <w:t xml:space="preserve">, </w:t>
      </w:r>
      <w:r w:rsidRPr="002813C1">
        <w:t>Florent venait de compter à son commissionnaire les trente sous stipulés</w:t>
      </w:r>
      <w:r w:rsidR="00B77E03">
        <w:t xml:space="preserve">, </w:t>
      </w:r>
      <w:r w:rsidRPr="002813C1">
        <w:t>quand on entendit au dehors le cri traditionnel</w:t>
      </w:r>
      <w:r w:rsidR="00B77E03">
        <w:t>…</w:t>
      </w:r>
    </w:p>
    <w:p w14:paraId="4E54F878" w14:textId="77777777" w:rsidR="00B77E03" w:rsidRDefault="00B77E03" w:rsidP="00B77E03">
      <w:r>
        <w:t>— </w:t>
      </w:r>
      <w:r w:rsidR="0024252B" w:rsidRPr="002813C1">
        <w:t>Porte</w:t>
      </w:r>
      <w:r>
        <w:t xml:space="preserve">, </w:t>
      </w:r>
      <w:r w:rsidR="0024252B" w:rsidRPr="002813C1">
        <w:t>s</w:t>
      </w:r>
      <w:r>
        <w:t>’</w:t>
      </w:r>
      <w:r w:rsidR="0024252B" w:rsidRPr="002813C1">
        <w:t>il vous plaît</w:t>
      </w:r>
      <w:r>
        <w:t> !…</w:t>
      </w:r>
    </w:p>
    <w:p w14:paraId="4CC06CDE" w14:textId="6D1E9E9B" w:rsidR="00B77E03" w:rsidRDefault="0024252B" w:rsidP="00B77E03">
      <w:r w:rsidRPr="002813C1">
        <w:t>C</w:t>
      </w:r>
      <w:r w:rsidR="00B77E03">
        <w:t>’</w:t>
      </w:r>
      <w:r w:rsidRPr="002813C1">
        <w:t xml:space="preserve">était le coupé bleu de </w:t>
      </w:r>
      <w:r w:rsidR="00B77E03">
        <w:t>M. de </w:t>
      </w:r>
      <w:proofErr w:type="spellStart"/>
      <w:r w:rsidRPr="002813C1">
        <w:t>Coralth</w:t>
      </w:r>
      <w:proofErr w:type="spellEnd"/>
      <w:r w:rsidR="00B77E03">
        <w:t>.</w:t>
      </w:r>
    </w:p>
    <w:p w14:paraId="3975E6F9" w14:textId="77777777" w:rsidR="00B77E03" w:rsidRDefault="0024252B" w:rsidP="00B77E03">
      <w:r w:rsidRPr="002813C1">
        <w:t>Le vicomte descendit légèrement</w:t>
      </w:r>
      <w:r w:rsidR="00B77E03">
        <w:t xml:space="preserve">, </w:t>
      </w:r>
      <w:r w:rsidRPr="002813C1">
        <w:t>sous le porche</w:t>
      </w:r>
      <w:r w:rsidR="00B77E03">
        <w:t xml:space="preserve">, </w:t>
      </w:r>
      <w:r w:rsidRPr="002813C1">
        <w:t>et apercevant son domestique</w:t>
      </w:r>
      <w:r w:rsidR="00B77E03">
        <w:t xml:space="preserve">, </w:t>
      </w:r>
      <w:r w:rsidRPr="002813C1">
        <w:t>dévoré d</w:t>
      </w:r>
      <w:r w:rsidR="00B77E03">
        <w:t>’</w:t>
      </w:r>
      <w:r w:rsidRPr="002813C1">
        <w:t>impatience</w:t>
      </w:r>
      <w:r w:rsidR="00B77E03">
        <w:t xml:space="preserve">, </w:t>
      </w:r>
      <w:r w:rsidRPr="002813C1">
        <w:t>il s</w:t>
      </w:r>
      <w:r w:rsidR="00B77E03">
        <w:t>’</w:t>
      </w:r>
      <w:r w:rsidRPr="002813C1">
        <w:t>approcha en disant</w:t>
      </w:r>
      <w:r w:rsidR="00B77E03">
        <w:t> :</w:t>
      </w:r>
    </w:p>
    <w:p w14:paraId="2E498BAD" w14:textId="77777777" w:rsidR="00B77E03" w:rsidRDefault="00B77E03" w:rsidP="00B77E03">
      <w:r>
        <w:t>— </w:t>
      </w:r>
      <w:r w:rsidR="0024252B" w:rsidRPr="002813C1">
        <w:t>Mes commissions</w:t>
      </w:r>
      <w:r>
        <w:t> ?</w:t>
      </w:r>
    </w:p>
    <w:p w14:paraId="0D97754F" w14:textId="77777777" w:rsidR="00B77E03" w:rsidRDefault="00B77E03" w:rsidP="00B77E03">
      <w:r>
        <w:t>— </w:t>
      </w:r>
      <w:r w:rsidR="0024252B" w:rsidRPr="002813C1">
        <w:t>Elles sont faites</w:t>
      </w:r>
      <w:r>
        <w:t>.</w:t>
      </w:r>
    </w:p>
    <w:p w14:paraId="6055488D" w14:textId="6FB8BDBA" w:rsidR="00B77E03" w:rsidRDefault="00B77E03" w:rsidP="00B77E03">
      <w:r>
        <w:t>— </w:t>
      </w:r>
      <w:r w:rsidR="0024252B" w:rsidRPr="002813C1">
        <w:t xml:space="preserve">Vous avez vu </w:t>
      </w:r>
      <w:r>
        <w:t>M</w:t>
      </w:r>
      <w:r w:rsidRPr="00B77E03">
        <w:rPr>
          <w:vertAlign w:val="superscript"/>
        </w:rPr>
        <w:t>me</w:t>
      </w:r>
      <w:r>
        <w:t> </w:t>
      </w:r>
      <w:r w:rsidR="0024252B" w:rsidRPr="002813C1">
        <w:t>la baronne</w:t>
      </w:r>
      <w:r>
        <w:t> ?…</w:t>
      </w:r>
    </w:p>
    <w:p w14:paraId="5653459E" w14:textId="5D6C5FE4" w:rsidR="00B77E03" w:rsidRDefault="00B77E03" w:rsidP="00B77E03">
      <w:r>
        <w:t>— </w:t>
      </w:r>
      <w:r w:rsidR="0024252B" w:rsidRPr="002813C1">
        <w:t>Elle m</w:t>
      </w:r>
      <w:r>
        <w:t>’</w:t>
      </w:r>
      <w:r w:rsidR="0024252B" w:rsidRPr="002813C1">
        <w:t xml:space="preserve">a fait attendre deux heures pour me dire que </w:t>
      </w:r>
      <w:r>
        <w:t>M. </w:t>
      </w:r>
      <w:r w:rsidR="0024252B" w:rsidRPr="002813C1">
        <w:t>le vicomte ne devait pas s</w:t>
      </w:r>
      <w:r>
        <w:t>’</w:t>
      </w:r>
      <w:r w:rsidR="0024252B" w:rsidRPr="002813C1">
        <w:t>inquiéter</w:t>
      </w:r>
      <w:r>
        <w:t xml:space="preserve">, </w:t>
      </w:r>
      <w:r w:rsidR="0024252B" w:rsidRPr="002813C1">
        <w:t>qu</w:t>
      </w:r>
      <w:r>
        <w:t>’</w:t>
      </w:r>
      <w:r w:rsidR="0024252B" w:rsidRPr="002813C1">
        <w:t>elle avait un moyen sûr pour demain</w:t>
      </w:r>
      <w:r>
        <w:t>…</w:t>
      </w:r>
    </w:p>
    <w:p w14:paraId="1FF66AFD" w14:textId="7CA4CC3D" w:rsidR="00B77E03" w:rsidRDefault="00B77E03" w:rsidP="00B77E03">
      <w:r>
        <w:t>M. de </w:t>
      </w:r>
      <w:proofErr w:type="spellStart"/>
      <w:r w:rsidR="0024252B" w:rsidRPr="002813C1">
        <w:t>Coralth</w:t>
      </w:r>
      <w:proofErr w:type="spellEnd"/>
      <w:r w:rsidR="0024252B" w:rsidRPr="002813C1">
        <w:t xml:space="preserve"> parut respirer plus librement</w:t>
      </w:r>
      <w:r>
        <w:t>.</w:t>
      </w:r>
    </w:p>
    <w:p w14:paraId="1E1FC141" w14:textId="77777777" w:rsidR="00B77E03" w:rsidRDefault="00B77E03" w:rsidP="00B77E03">
      <w:r>
        <w:t>— </w:t>
      </w:r>
      <w:r w:rsidR="0024252B" w:rsidRPr="002813C1">
        <w:t>Et la</w:t>
      </w:r>
      <w:r>
        <w:t xml:space="preserve">… </w:t>
      </w:r>
      <w:r w:rsidR="0024252B" w:rsidRPr="002813C1">
        <w:t>débitante de tabac</w:t>
      </w:r>
      <w:r>
        <w:t xml:space="preserve"> ? </w:t>
      </w:r>
      <w:r w:rsidR="0024252B" w:rsidRPr="002813C1">
        <w:t>poursuivit-il</w:t>
      </w:r>
      <w:r>
        <w:t>.</w:t>
      </w:r>
    </w:p>
    <w:p w14:paraId="61EF716B" w14:textId="77777777" w:rsidR="00B77E03" w:rsidRDefault="00B77E03" w:rsidP="00B77E03">
      <w:r>
        <w:t>— </w:t>
      </w:r>
      <w:r w:rsidR="0024252B" w:rsidRPr="002813C1">
        <w:t>Voici ce qu</w:t>
      </w:r>
      <w:r>
        <w:t>’</w:t>
      </w:r>
      <w:r w:rsidR="0024252B" w:rsidRPr="002813C1">
        <w:t>elle m</w:t>
      </w:r>
      <w:r>
        <w:t>’</w:t>
      </w:r>
      <w:r w:rsidR="0024252B" w:rsidRPr="002813C1">
        <w:t>a donné pour monsieur</w:t>
      </w:r>
      <w:r>
        <w:t>…</w:t>
      </w:r>
    </w:p>
    <w:p w14:paraId="3A1A59B8" w14:textId="77777777" w:rsidR="00B77E03" w:rsidRDefault="0024252B" w:rsidP="00B77E03">
      <w:r w:rsidRPr="002813C1">
        <w:t>D</w:t>
      </w:r>
      <w:r w:rsidR="00B77E03">
        <w:t>’</w:t>
      </w:r>
      <w:r w:rsidRPr="002813C1">
        <w:t>une main fiévreuse</w:t>
      </w:r>
      <w:r w:rsidR="00B77E03">
        <w:t xml:space="preserve">, </w:t>
      </w:r>
      <w:r w:rsidRPr="002813C1">
        <w:t>le vicomte prit la lettre</w:t>
      </w:r>
      <w:r w:rsidR="00B77E03">
        <w:t xml:space="preserve">, </w:t>
      </w:r>
      <w:r w:rsidRPr="002813C1">
        <w:t>l</w:t>
      </w:r>
      <w:r w:rsidR="00B77E03">
        <w:t>’</w:t>
      </w:r>
      <w:r w:rsidRPr="002813C1">
        <w:t>ouvrit</w:t>
      </w:r>
      <w:r w:rsidR="00B77E03">
        <w:t xml:space="preserve">, </w:t>
      </w:r>
      <w:r w:rsidRPr="002813C1">
        <w:t>la parcourut d</w:t>
      </w:r>
      <w:r w:rsidR="00B77E03">
        <w:t>’</w:t>
      </w:r>
      <w:r w:rsidRPr="002813C1">
        <w:t>un regard</w:t>
      </w:r>
      <w:r w:rsidR="00B77E03">
        <w:t xml:space="preserve">, </w:t>
      </w:r>
      <w:r w:rsidRPr="002813C1">
        <w:t>et aussitôt</w:t>
      </w:r>
      <w:r w:rsidR="00B77E03">
        <w:t xml:space="preserve">, </w:t>
      </w:r>
      <w:r w:rsidRPr="002813C1">
        <w:t>saisi d</w:t>
      </w:r>
      <w:r w:rsidR="00B77E03">
        <w:t>’</w:t>
      </w:r>
      <w:r w:rsidRPr="002813C1">
        <w:t>une colère folle</w:t>
      </w:r>
      <w:r w:rsidR="00B77E03">
        <w:t xml:space="preserve">, </w:t>
      </w:r>
      <w:r w:rsidRPr="002813C1">
        <w:t>furieuse à ce point de lui faire oublier qu</w:t>
      </w:r>
      <w:r w:rsidR="00B77E03">
        <w:t>’</w:t>
      </w:r>
      <w:r w:rsidRPr="002813C1">
        <w:t>il se donnait en spectacle</w:t>
      </w:r>
      <w:r w:rsidR="00B77E03">
        <w:t xml:space="preserve">, </w:t>
      </w:r>
      <w:r w:rsidRPr="002813C1">
        <w:t>il se mit à la froisser rageusement</w:t>
      </w:r>
      <w:r w:rsidR="00B77E03">
        <w:t xml:space="preserve">, </w:t>
      </w:r>
      <w:r w:rsidRPr="002813C1">
        <w:t>cette lettre</w:t>
      </w:r>
      <w:r w:rsidR="00B77E03">
        <w:t xml:space="preserve">, </w:t>
      </w:r>
      <w:r w:rsidRPr="002813C1">
        <w:t>à la mordre</w:t>
      </w:r>
      <w:r w:rsidR="00B77E03">
        <w:t xml:space="preserve">, </w:t>
      </w:r>
      <w:r w:rsidRPr="002813C1">
        <w:t>à la déchirer en menus morceaux en mugissant des blasphèmes à étonner un charretier</w:t>
      </w:r>
      <w:r w:rsidR="00B77E03">
        <w:t>…</w:t>
      </w:r>
    </w:p>
    <w:p w14:paraId="712974EB" w14:textId="77777777" w:rsidR="00B77E03" w:rsidRDefault="0024252B" w:rsidP="00B77E03">
      <w:r w:rsidRPr="002813C1">
        <w:t>Puis</w:t>
      </w:r>
      <w:r w:rsidR="00B77E03">
        <w:t xml:space="preserve">, </w:t>
      </w:r>
      <w:r w:rsidRPr="002813C1">
        <w:t>soudain</w:t>
      </w:r>
      <w:r w:rsidR="00B77E03">
        <w:t xml:space="preserve">, </w:t>
      </w:r>
      <w:r w:rsidRPr="002813C1">
        <w:t>la conscience de son imprudence lui revenant</w:t>
      </w:r>
      <w:r w:rsidR="00B77E03">
        <w:t xml:space="preserve">, </w:t>
      </w:r>
      <w:r w:rsidRPr="002813C1">
        <w:t>il se maîtrisa</w:t>
      </w:r>
      <w:r w:rsidR="00B77E03">
        <w:t xml:space="preserve">, </w:t>
      </w:r>
      <w:r w:rsidRPr="002813C1">
        <w:t>et éclata de rire</w:t>
      </w:r>
      <w:r w:rsidR="00B77E03">
        <w:t xml:space="preserve">, </w:t>
      </w:r>
      <w:r w:rsidRPr="002813C1">
        <w:t>d</w:t>
      </w:r>
      <w:r w:rsidR="00B77E03">
        <w:t>’</w:t>
      </w:r>
      <w:r w:rsidRPr="002813C1">
        <w:t>un rire forcé</w:t>
      </w:r>
      <w:r w:rsidR="00B77E03">
        <w:t xml:space="preserve">, </w:t>
      </w:r>
      <w:r w:rsidRPr="002813C1">
        <w:t>en disant</w:t>
      </w:r>
      <w:r w:rsidR="00B77E03">
        <w:t> :</w:t>
      </w:r>
    </w:p>
    <w:p w14:paraId="21380839" w14:textId="77777777" w:rsidR="00B77E03" w:rsidRDefault="00B77E03" w:rsidP="00B77E03">
      <w:r>
        <w:lastRenderedPageBreak/>
        <w:t>— </w:t>
      </w:r>
      <w:r w:rsidR="0024252B" w:rsidRPr="002813C1">
        <w:t>Ah</w:t>
      </w:r>
      <w:r>
        <w:t xml:space="preserve"> !… </w:t>
      </w:r>
      <w:r w:rsidR="0024252B" w:rsidRPr="002813C1">
        <w:t>les femmes</w:t>
      </w:r>
      <w:r>
        <w:t xml:space="preserve"> !… </w:t>
      </w:r>
      <w:r w:rsidR="0024252B" w:rsidRPr="002813C1">
        <w:t>Les coquines</w:t>
      </w:r>
      <w:r>
        <w:t xml:space="preserve"> ! </w:t>
      </w:r>
      <w:r w:rsidR="0024252B" w:rsidRPr="002813C1">
        <w:t>Elles vous feraient perdre la tête</w:t>
      </w:r>
      <w:r>
        <w:t> !…</w:t>
      </w:r>
    </w:p>
    <w:p w14:paraId="088E9514" w14:textId="77777777" w:rsidR="00B77E03" w:rsidRDefault="0024252B" w:rsidP="00B77E03">
      <w:r w:rsidRPr="002813C1">
        <w:t>Et jugeant l</w:t>
      </w:r>
      <w:r w:rsidR="00B77E03">
        <w:t>’</w:t>
      </w:r>
      <w:r w:rsidRPr="002813C1">
        <w:t>explication suffisante</w:t>
      </w:r>
      <w:r w:rsidR="00B77E03">
        <w:t> :</w:t>
      </w:r>
    </w:p>
    <w:p w14:paraId="6D989689" w14:textId="77777777" w:rsidR="00B77E03" w:rsidRDefault="00B77E03" w:rsidP="00B77E03">
      <w:r>
        <w:t>— </w:t>
      </w:r>
      <w:r w:rsidR="0024252B" w:rsidRPr="002813C1">
        <w:t>Venez me déshabiller</w:t>
      </w:r>
      <w:r>
        <w:t xml:space="preserve">, </w:t>
      </w:r>
      <w:r w:rsidR="0024252B" w:rsidRPr="002813C1">
        <w:t>dit-il à Florent</w:t>
      </w:r>
      <w:r>
        <w:t xml:space="preserve"> ; </w:t>
      </w:r>
      <w:r w:rsidR="0024252B" w:rsidRPr="002813C1">
        <w:t>il faut que je sorte de bonne heure demain</w:t>
      </w:r>
      <w:r>
        <w:t>…</w:t>
      </w:r>
    </w:p>
    <w:p w14:paraId="0AAE98F8" w14:textId="743F46FB" w:rsidR="00B77E03" w:rsidRDefault="0024252B" w:rsidP="00B77E03">
      <w:r w:rsidRPr="002813C1">
        <w:t>Cet ordre ne devait pas être perdu pour Chupin</w:t>
      </w:r>
      <w:r w:rsidR="00B77E03">
        <w:t xml:space="preserve">, </w:t>
      </w:r>
      <w:r w:rsidRPr="002813C1">
        <w:t>et dès sept heures le lendemain</w:t>
      </w:r>
      <w:r w:rsidR="00B77E03">
        <w:t xml:space="preserve">, </w:t>
      </w:r>
      <w:r w:rsidRPr="002813C1">
        <w:t xml:space="preserve">il montait la garde devant la porte de </w:t>
      </w:r>
      <w:r w:rsidR="00B77E03">
        <w:t>M. de </w:t>
      </w:r>
      <w:proofErr w:type="spellStart"/>
      <w:r w:rsidRPr="002813C1">
        <w:t>Coralth</w:t>
      </w:r>
      <w:proofErr w:type="spellEnd"/>
      <w:r w:rsidR="00B77E03">
        <w:t>…</w:t>
      </w:r>
    </w:p>
    <w:p w14:paraId="1771D026" w14:textId="48A24BE7" w:rsidR="00B77E03" w:rsidRDefault="0024252B" w:rsidP="00B77E03">
      <w:r w:rsidRPr="002813C1">
        <w:t>Et ainsi</w:t>
      </w:r>
      <w:r w:rsidR="00B77E03">
        <w:t xml:space="preserve">, </w:t>
      </w:r>
      <w:r w:rsidRPr="002813C1">
        <w:t>pendant la journée du lundi</w:t>
      </w:r>
      <w:r w:rsidR="00B77E03">
        <w:t xml:space="preserve">, </w:t>
      </w:r>
      <w:r w:rsidRPr="002813C1">
        <w:t xml:space="preserve">il put le suivre chez </w:t>
      </w:r>
      <w:r w:rsidR="00B77E03">
        <w:t>M. de </w:t>
      </w:r>
      <w:proofErr w:type="spellStart"/>
      <w:r w:rsidRPr="002813C1">
        <w:t>Valorsay</w:t>
      </w:r>
      <w:proofErr w:type="spellEnd"/>
      <w:r w:rsidR="00B77E03">
        <w:t xml:space="preserve">, </w:t>
      </w:r>
      <w:r w:rsidRPr="002813C1">
        <w:t>puis chez un homme d</w:t>
      </w:r>
      <w:r w:rsidR="00B77E03">
        <w:t>’</w:t>
      </w:r>
      <w:r w:rsidRPr="002813C1">
        <w:t>affaires</w:t>
      </w:r>
      <w:r w:rsidR="00B77E03">
        <w:t xml:space="preserve">, </w:t>
      </w:r>
      <w:r w:rsidRPr="002813C1">
        <w:t xml:space="preserve">puis chez </w:t>
      </w:r>
      <w:r w:rsidR="00B77E03">
        <w:t>M. </w:t>
      </w:r>
      <w:proofErr w:type="spellStart"/>
      <w:r w:rsidRPr="002813C1">
        <w:t>Wilkie</w:t>
      </w:r>
      <w:proofErr w:type="spellEnd"/>
      <w:r w:rsidR="00B77E03">
        <w:t xml:space="preserve">, </w:t>
      </w:r>
      <w:r w:rsidRPr="002813C1">
        <w:t xml:space="preserve">chez la baronne </w:t>
      </w:r>
      <w:proofErr w:type="spellStart"/>
      <w:r w:rsidRPr="002813C1">
        <w:t>Trigault</w:t>
      </w:r>
      <w:proofErr w:type="spellEnd"/>
      <w:r w:rsidRPr="002813C1">
        <w:t xml:space="preserve"> dans l</w:t>
      </w:r>
      <w:r w:rsidR="00B77E03">
        <w:t>’</w:t>
      </w:r>
      <w:r w:rsidRPr="002813C1">
        <w:t>après-midi</w:t>
      </w:r>
      <w:r w:rsidR="00B77E03">
        <w:t xml:space="preserve">, </w:t>
      </w:r>
      <w:r w:rsidRPr="002813C1">
        <w:t>et enfin</w:t>
      </w:r>
      <w:r w:rsidR="00B77E03">
        <w:t xml:space="preserve">, </w:t>
      </w:r>
      <w:r w:rsidRPr="002813C1">
        <w:t>le soir</w:t>
      </w:r>
      <w:r w:rsidR="00B77E03">
        <w:t xml:space="preserve">, </w:t>
      </w:r>
      <w:r w:rsidRPr="002813C1">
        <w:t xml:space="preserve">chez </w:t>
      </w:r>
      <w:r w:rsidR="00B77E03">
        <w:t>M</w:t>
      </w:r>
      <w:r w:rsidR="00B77E03" w:rsidRPr="00B77E03">
        <w:rPr>
          <w:vertAlign w:val="superscript"/>
        </w:rPr>
        <w:t>me</w:t>
      </w:r>
      <w:r w:rsidR="00B77E03">
        <w:t> </w:t>
      </w:r>
      <w:r w:rsidRPr="002813C1">
        <w:t>d</w:t>
      </w:r>
      <w:r w:rsidR="00B77E03">
        <w:t>’</w:t>
      </w:r>
      <w:r w:rsidRPr="002813C1">
        <w:t>Argelès</w:t>
      </w:r>
      <w:r w:rsidR="00B77E03">
        <w:t>…</w:t>
      </w:r>
    </w:p>
    <w:p w14:paraId="4D42DF36" w14:textId="77777777" w:rsidR="00B77E03" w:rsidRDefault="0024252B" w:rsidP="00B77E03">
      <w:r w:rsidRPr="002813C1">
        <w:t>Là</w:t>
      </w:r>
      <w:r w:rsidR="00B77E03">
        <w:t xml:space="preserve">, </w:t>
      </w:r>
      <w:r w:rsidRPr="002813C1">
        <w:t>mêlé aux domestiques</w:t>
      </w:r>
      <w:r w:rsidR="00B77E03">
        <w:t xml:space="preserve">, </w:t>
      </w:r>
      <w:r w:rsidRPr="002813C1">
        <w:t>empressé à ouvrir les portières des voitures qui s</w:t>
      </w:r>
      <w:r w:rsidR="00B77E03">
        <w:t>’</w:t>
      </w:r>
      <w:r w:rsidRPr="002813C1">
        <w:t>arrêtaient devant l</w:t>
      </w:r>
      <w:r w:rsidR="00B77E03">
        <w:t>’</w:t>
      </w:r>
      <w:r w:rsidRPr="002813C1">
        <w:t>hôtel</w:t>
      </w:r>
      <w:r w:rsidR="00B77E03">
        <w:t xml:space="preserve">, </w:t>
      </w:r>
      <w:r w:rsidRPr="002813C1">
        <w:t>il recueillit quelque chose de l</w:t>
      </w:r>
      <w:r w:rsidR="00B77E03">
        <w:t>’</w:t>
      </w:r>
      <w:r w:rsidRPr="002813C1">
        <w:t>affreuse scène qui venait d</w:t>
      </w:r>
      <w:r w:rsidR="00B77E03">
        <w:t>’</w:t>
      </w:r>
      <w:r w:rsidRPr="002813C1">
        <w:t>avoir lieu entre la mère et le fils</w:t>
      </w:r>
      <w:r w:rsidR="00B77E03">
        <w:t>…</w:t>
      </w:r>
    </w:p>
    <w:p w14:paraId="78E00470" w14:textId="2CA2FDEA" w:rsidR="00B77E03" w:rsidRDefault="0024252B" w:rsidP="00B77E03">
      <w:r w:rsidRPr="002813C1">
        <w:t xml:space="preserve">Il vit sortir </w:t>
      </w:r>
      <w:r w:rsidR="00B77E03">
        <w:t>M. </w:t>
      </w:r>
      <w:proofErr w:type="spellStart"/>
      <w:r w:rsidRPr="002813C1">
        <w:t>Wilkie</w:t>
      </w:r>
      <w:proofErr w:type="spellEnd"/>
      <w:r w:rsidR="00B77E03">
        <w:t xml:space="preserve">, </w:t>
      </w:r>
      <w:r w:rsidRPr="002813C1">
        <w:t>les vêtements en désordre</w:t>
      </w:r>
      <w:r w:rsidR="00B77E03">
        <w:t xml:space="preserve">, </w:t>
      </w:r>
      <w:r w:rsidRPr="002813C1">
        <w:t xml:space="preserve">puis le vicomte de </w:t>
      </w:r>
      <w:proofErr w:type="spellStart"/>
      <w:r w:rsidRPr="002813C1">
        <w:t>Coralth</w:t>
      </w:r>
      <w:proofErr w:type="spellEnd"/>
      <w:r w:rsidRPr="002813C1">
        <w:t xml:space="preserve"> dont il reprit la trace et qu</w:t>
      </w:r>
      <w:r w:rsidR="00B77E03">
        <w:t>’</w:t>
      </w:r>
      <w:r w:rsidRPr="002813C1">
        <w:t xml:space="preserve">il vit courir chez le marquis de </w:t>
      </w:r>
      <w:proofErr w:type="spellStart"/>
      <w:r w:rsidRPr="002813C1">
        <w:t>Valorsay</w:t>
      </w:r>
      <w:proofErr w:type="spellEnd"/>
      <w:r w:rsidRPr="002813C1">
        <w:t xml:space="preserve"> d</w:t>
      </w:r>
      <w:r w:rsidR="00B77E03">
        <w:t>’</w:t>
      </w:r>
      <w:r w:rsidRPr="002813C1">
        <w:t>abord</w:t>
      </w:r>
      <w:r w:rsidR="00B77E03">
        <w:t xml:space="preserve">, </w:t>
      </w:r>
      <w:r w:rsidRPr="002813C1">
        <w:t xml:space="preserve">puis une fois encore chez </w:t>
      </w:r>
      <w:r w:rsidR="00B77E03">
        <w:t>M. </w:t>
      </w:r>
      <w:proofErr w:type="spellStart"/>
      <w:r w:rsidRPr="002813C1">
        <w:t>Wilkie</w:t>
      </w:r>
      <w:proofErr w:type="spellEnd"/>
      <w:r w:rsidR="00B77E03">
        <w:t xml:space="preserve">, </w:t>
      </w:r>
      <w:r w:rsidRPr="002813C1">
        <w:t>où il resta presque jusqu</w:t>
      </w:r>
      <w:r w:rsidR="00B77E03">
        <w:t>’</w:t>
      </w:r>
      <w:r w:rsidRPr="002813C1">
        <w:t>au jour</w:t>
      </w:r>
      <w:r w:rsidR="00B77E03">
        <w:t>.</w:t>
      </w:r>
    </w:p>
    <w:p w14:paraId="254BC23D" w14:textId="38CE8323" w:rsidR="00B77E03" w:rsidRDefault="0024252B" w:rsidP="00B77E03">
      <w:r w:rsidRPr="002813C1">
        <w:t>De la sorte</w:t>
      </w:r>
      <w:r w:rsidR="00B77E03">
        <w:t xml:space="preserve">, </w:t>
      </w:r>
      <w:r w:rsidRPr="002813C1">
        <w:t>quand le lendemain</w:t>
      </w:r>
      <w:r w:rsidR="00B77E03">
        <w:t xml:space="preserve">, </w:t>
      </w:r>
      <w:r w:rsidRPr="002813C1">
        <w:t>mardi</w:t>
      </w:r>
      <w:r w:rsidR="00B77E03">
        <w:t xml:space="preserve">, </w:t>
      </w:r>
      <w:r w:rsidRPr="002813C1">
        <w:t>sur les deux heures</w:t>
      </w:r>
      <w:r w:rsidR="00B77E03">
        <w:t xml:space="preserve">, </w:t>
      </w:r>
      <w:r w:rsidRPr="002813C1">
        <w:t xml:space="preserve">il se présenta chez </w:t>
      </w:r>
      <w:r w:rsidR="00B77E03">
        <w:t>M. </w:t>
      </w:r>
      <w:r w:rsidRPr="002813C1">
        <w:t>Fortunat</w:t>
      </w:r>
      <w:r w:rsidR="00B77E03">
        <w:t xml:space="preserve">, </w:t>
      </w:r>
      <w:r w:rsidRPr="002813C1">
        <w:t>Chupin tenait presque tous les fils</w:t>
      </w:r>
      <w:r w:rsidR="00B77E03">
        <w:t xml:space="preserve"> – </w:t>
      </w:r>
      <w:r w:rsidRPr="002813C1">
        <w:t>croyait-il</w:t>
      </w:r>
      <w:r w:rsidR="00B77E03">
        <w:t xml:space="preserve"> – </w:t>
      </w:r>
      <w:r w:rsidRPr="002813C1">
        <w:t>des honteuses intrigues que menait de front le vicomte</w:t>
      </w:r>
      <w:r w:rsidR="00B77E03">
        <w:t>…</w:t>
      </w:r>
    </w:p>
    <w:p w14:paraId="26CD33B4" w14:textId="77777777" w:rsidR="00B77E03" w:rsidRDefault="0024252B" w:rsidP="00B77E03">
      <w:r w:rsidRPr="002813C1">
        <w:t xml:space="preserve">Le </w:t>
      </w:r>
      <w:r w:rsidR="00B77E03">
        <w:t>« </w:t>
      </w:r>
      <w:r w:rsidRPr="002813C1">
        <w:t>dénicheur d</w:t>
      </w:r>
      <w:r w:rsidR="00B77E03">
        <w:t>’</w:t>
      </w:r>
      <w:r w:rsidRPr="002813C1">
        <w:t>héritages</w:t>
      </w:r>
      <w:r w:rsidR="00B77E03">
        <w:t> »</w:t>
      </w:r>
      <w:r w:rsidRPr="002813C1">
        <w:t xml:space="preserve"> savait son employé intelligent</w:t>
      </w:r>
      <w:r w:rsidR="00B77E03">
        <w:t xml:space="preserve">, </w:t>
      </w:r>
      <w:r w:rsidRPr="002813C1">
        <w:t>mais non tant que cela</w:t>
      </w:r>
      <w:r w:rsidR="00B77E03">
        <w:t xml:space="preserve">, </w:t>
      </w:r>
      <w:r w:rsidRPr="002813C1">
        <w:t>certainement</w:t>
      </w:r>
      <w:r w:rsidR="00B77E03">
        <w:t xml:space="preserve">, </w:t>
      </w:r>
      <w:r w:rsidRPr="002813C1">
        <w:t>et ce n</w:t>
      </w:r>
      <w:r w:rsidR="00B77E03">
        <w:t>’</w:t>
      </w:r>
      <w:r w:rsidRPr="002813C1">
        <w:t>est pas sans une secrète envie qu</w:t>
      </w:r>
      <w:r w:rsidR="00B77E03">
        <w:t>’</w:t>
      </w:r>
      <w:r w:rsidRPr="002813C1">
        <w:t>il écouta le rapport circonstancié et parfaitement clair qu</w:t>
      </w:r>
      <w:r w:rsidR="00B77E03">
        <w:t>’</w:t>
      </w:r>
      <w:r w:rsidRPr="002813C1">
        <w:t>il lui fit</w:t>
      </w:r>
      <w:r w:rsidR="00B77E03">
        <w:t>…</w:t>
      </w:r>
    </w:p>
    <w:p w14:paraId="6410C1B3" w14:textId="77777777" w:rsidR="00B77E03" w:rsidRDefault="00B77E03" w:rsidP="00B77E03">
      <w:r>
        <w:lastRenderedPageBreak/>
        <w:t>— </w:t>
      </w:r>
      <w:r w:rsidR="0024252B" w:rsidRPr="002813C1">
        <w:t>C</w:t>
      </w:r>
      <w:r>
        <w:t>’</w:t>
      </w:r>
      <w:r w:rsidR="0024252B" w:rsidRPr="002813C1">
        <w:t>est que j</w:t>
      </w:r>
      <w:r>
        <w:t>’</w:t>
      </w:r>
      <w:r w:rsidR="0024252B" w:rsidRPr="002813C1">
        <w:t>ai été moins heureux que vous</w:t>
      </w:r>
      <w:r>
        <w:t xml:space="preserve">, </w:t>
      </w:r>
      <w:r w:rsidR="0024252B" w:rsidRPr="002813C1">
        <w:t>lui dit-il</w:t>
      </w:r>
      <w:r>
        <w:t xml:space="preserve">, </w:t>
      </w:r>
      <w:r w:rsidR="0024252B" w:rsidRPr="002813C1">
        <w:t>quand il eut terminé</w:t>
      </w:r>
      <w:r>
        <w:t>…</w:t>
      </w:r>
    </w:p>
    <w:p w14:paraId="4D731C69" w14:textId="77777777" w:rsidR="00B77E03" w:rsidRDefault="0024252B" w:rsidP="00B77E03">
      <w:r w:rsidRPr="002813C1">
        <w:t>Mais il n</w:t>
      </w:r>
      <w:r w:rsidR="00B77E03">
        <w:t>’</w:t>
      </w:r>
      <w:r w:rsidRPr="002813C1">
        <w:t>eut pas le temps de dire en quoi ni comment</w:t>
      </w:r>
      <w:r w:rsidR="00B77E03">
        <w:t>…</w:t>
      </w:r>
    </w:p>
    <w:p w14:paraId="63915D44" w14:textId="5C435FCD" w:rsidR="00B77E03" w:rsidRDefault="0024252B" w:rsidP="00B77E03">
      <w:r w:rsidRPr="002813C1">
        <w:t>Juste comme il commençait</w:t>
      </w:r>
      <w:r w:rsidR="00B77E03">
        <w:t>, M</w:t>
      </w:r>
      <w:r w:rsidR="00B77E03" w:rsidRPr="00B77E03">
        <w:rPr>
          <w:vertAlign w:val="superscript"/>
        </w:rPr>
        <w:t>me</w:t>
      </w:r>
      <w:r w:rsidR="00B77E03">
        <w:t> </w:t>
      </w:r>
      <w:proofErr w:type="spellStart"/>
      <w:r w:rsidRPr="002813C1">
        <w:t>Dodelin</w:t>
      </w:r>
      <w:proofErr w:type="spellEnd"/>
      <w:r w:rsidRPr="002813C1">
        <w:t xml:space="preserve"> parut</w:t>
      </w:r>
      <w:r w:rsidR="00B77E03">
        <w:t xml:space="preserve">, </w:t>
      </w:r>
      <w:r w:rsidRPr="002813C1">
        <w:t>annonçant que la jeune dame que monsieur attendait était là</w:t>
      </w:r>
      <w:r w:rsidR="00B77E03">
        <w:t>…</w:t>
      </w:r>
    </w:p>
    <w:p w14:paraId="4325A65F" w14:textId="6F8DBBD5" w:rsidR="00B77E03" w:rsidRDefault="00B77E03" w:rsidP="00B77E03">
      <w:r>
        <w:t>— </w:t>
      </w:r>
      <w:r w:rsidR="0024252B" w:rsidRPr="002813C1">
        <w:t>Faites entrer</w:t>
      </w:r>
      <w:r>
        <w:t xml:space="preserve"> !… </w:t>
      </w:r>
      <w:r w:rsidR="0024252B" w:rsidRPr="002813C1">
        <w:t>s</w:t>
      </w:r>
      <w:r>
        <w:t>’</w:t>
      </w:r>
      <w:r w:rsidR="0024252B" w:rsidRPr="002813C1">
        <w:t xml:space="preserve">écria </w:t>
      </w:r>
      <w:r>
        <w:t>M. </w:t>
      </w:r>
      <w:r w:rsidR="0024252B" w:rsidRPr="002813C1">
        <w:t>Fortunat en se levant vivement</w:t>
      </w:r>
      <w:r>
        <w:t xml:space="preserve">. </w:t>
      </w:r>
      <w:r w:rsidR="0024252B" w:rsidRPr="002813C1">
        <w:t>Qu</w:t>
      </w:r>
      <w:r>
        <w:t>’</w:t>
      </w:r>
      <w:r w:rsidR="0024252B" w:rsidRPr="002813C1">
        <w:t>elle entre</w:t>
      </w:r>
      <w:r>
        <w:t> !…</w:t>
      </w:r>
    </w:p>
    <w:p w14:paraId="55F3F225" w14:textId="3908C779" w:rsidR="00B77E03" w:rsidRDefault="0024252B" w:rsidP="00B77E03">
      <w:r w:rsidRPr="002813C1">
        <w:t>Pour s</w:t>
      </w:r>
      <w:r w:rsidR="00B77E03">
        <w:t>’</w:t>
      </w:r>
      <w:r w:rsidRPr="002813C1">
        <w:t xml:space="preserve">échapper de chez </w:t>
      </w:r>
      <w:r w:rsidR="00B77E03">
        <w:t>M. de </w:t>
      </w:r>
      <w:proofErr w:type="spellStart"/>
      <w:r w:rsidRPr="002813C1">
        <w:t>Fondège</w:t>
      </w:r>
      <w:proofErr w:type="spellEnd"/>
      <w:r w:rsidRPr="002813C1">
        <w:t xml:space="preserve"> et accourir au rendez-vous qu</w:t>
      </w:r>
      <w:r w:rsidR="00B77E03">
        <w:t>’</w:t>
      </w:r>
      <w:r w:rsidRPr="002813C1">
        <w:t xml:space="preserve">elle avait donné à </w:t>
      </w:r>
      <w:r w:rsidR="00B77E03">
        <w:t>M. </w:t>
      </w:r>
      <w:r w:rsidRPr="002813C1">
        <w:t>Fortunat</w:t>
      </w:r>
      <w:r w:rsidR="00B77E03">
        <w:t>, M</w:t>
      </w:r>
      <w:r w:rsidR="00B77E03" w:rsidRPr="00B77E03">
        <w:rPr>
          <w:vertAlign w:val="superscript"/>
        </w:rPr>
        <w:t>lle</w:t>
      </w:r>
      <w:r w:rsidR="00B77E03">
        <w:t> </w:t>
      </w:r>
      <w:r w:rsidRPr="002813C1">
        <w:t>Marguerite n</w:t>
      </w:r>
      <w:r w:rsidR="00B77E03">
        <w:t>’</w:t>
      </w:r>
      <w:r w:rsidRPr="002813C1">
        <w:t>avait pas eu besoin de mentir</w:t>
      </w:r>
      <w:r w:rsidR="00B77E03">
        <w:t xml:space="preserve">, </w:t>
      </w:r>
      <w:r w:rsidRPr="002813C1">
        <w:t>ni même de chercher des prétextes</w:t>
      </w:r>
      <w:r w:rsidR="00B77E03">
        <w:t>.</w:t>
      </w:r>
    </w:p>
    <w:p w14:paraId="5081489F" w14:textId="77777777" w:rsidR="00B77E03" w:rsidRDefault="0024252B" w:rsidP="00B77E03">
      <w:r w:rsidRPr="002813C1">
        <w:t>Dès le matin</w:t>
      </w:r>
      <w:r w:rsidR="00B77E03">
        <w:t>, « </w:t>
      </w:r>
      <w:r w:rsidRPr="002813C1">
        <w:t>le général</w:t>
      </w:r>
      <w:r w:rsidR="00B77E03">
        <w:t> »</w:t>
      </w:r>
      <w:r w:rsidRPr="002813C1">
        <w:t xml:space="preserve"> avait décampé pour essayer ses chevaux et ses voitures</w:t>
      </w:r>
      <w:r w:rsidR="00B77E03">
        <w:t xml:space="preserve">, </w:t>
      </w:r>
      <w:r w:rsidRPr="002813C1">
        <w:t>et il avait annoncé qu</w:t>
      </w:r>
      <w:r w:rsidR="00B77E03">
        <w:t>’</w:t>
      </w:r>
      <w:r w:rsidRPr="002813C1">
        <w:t>il déjeunerait à son cercle</w:t>
      </w:r>
      <w:r w:rsidR="00B77E03">
        <w:t>.</w:t>
      </w:r>
    </w:p>
    <w:p w14:paraId="47D711BD" w14:textId="77BE7B21" w:rsidR="00B77E03" w:rsidRDefault="0024252B" w:rsidP="00B77E03">
      <w:r w:rsidRPr="002813C1">
        <w:t>À l</w:t>
      </w:r>
      <w:r w:rsidR="00B77E03">
        <w:t>’</w:t>
      </w:r>
      <w:r w:rsidRPr="002813C1">
        <w:t>issue du déjeuner</w:t>
      </w:r>
      <w:r w:rsidR="00B77E03">
        <w:t>, M</w:t>
      </w:r>
      <w:r w:rsidR="00B77E03" w:rsidRPr="00B77E03">
        <w:rPr>
          <w:vertAlign w:val="superscript"/>
        </w:rPr>
        <w:t>me</w:t>
      </w:r>
      <w:r w:rsidR="00B77E03">
        <w:t> de </w:t>
      </w:r>
      <w:proofErr w:type="spellStart"/>
      <w:r w:rsidRPr="002813C1">
        <w:t>Fondège</w:t>
      </w:r>
      <w:proofErr w:type="spellEnd"/>
      <w:r w:rsidR="00B77E03">
        <w:t xml:space="preserve">, </w:t>
      </w:r>
      <w:r w:rsidRPr="002813C1">
        <w:t>que ses couturières et son tapissier réclamaient</w:t>
      </w:r>
      <w:r w:rsidR="00B77E03">
        <w:t xml:space="preserve">, </w:t>
      </w:r>
      <w:r w:rsidRPr="002813C1">
        <w:t>s</w:t>
      </w:r>
      <w:r w:rsidR="00B77E03">
        <w:t>’</w:t>
      </w:r>
      <w:r w:rsidRPr="002813C1">
        <w:t>était pareillement envolée</w:t>
      </w:r>
      <w:r w:rsidR="00B77E03">
        <w:t xml:space="preserve">, </w:t>
      </w:r>
      <w:r w:rsidRPr="002813C1">
        <w:t>en prévenant qu</w:t>
      </w:r>
      <w:r w:rsidR="00B77E03">
        <w:t>’</w:t>
      </w:r>
      <w:r w:rsidRPr="002813C1">
        <w:t>elle ne serait pas de retour avant l</w:t>
      </w:r>
      <w:r w:rsidR="00B77E03">
        <w:t>’</w:t>
      </w:r>
      <w:r w:rsidRPr="002813C1">
        <w:t>heure du dîner</w:t>
      </w:r>
      <w:r w:rsidR="00B77E03">
        <w:t>.</w:t>
      </w:r>
    </w:p>
    <w:p w14:paraId="7553C62B" w14:textId="7C097822" w:rsidR="00B77E03" w:rsidRDefault="0024252B" w:rsidP="00B77E03">
      <w:r w:rsidRPr="002813C1">
        <w:t>Enfin</w:t>
      </w:r>
      <w:r w:rsidR="00B77E03">
        <w:t xml:space="preserve">, </w:t>
      </w:r>
      <w:r w:rsidRPr="002813C1">
        <w:t>sur les midi</w:t>
      </w:r>
      <w:r w:rsidR="00B77E03">
        <w:t>, M</w:t>
      </w:r>
      <w:r w:rsidR="00B77E03" w:rsidRPr="00B77E03">
        <w:rPr>
          <w:vertAlign w:val="superscript"/>
        </w:rPr>
        <w:t>me</w:t>
      </w:r>
      <w:r w:rsidR="00B77E03">
        <w:t> </w:t>
      </w:r>
      <w:r w:rsidRPr="002813C1">
        <w:t>Léon s</w:t>
      </w:r>
      <w:r w:rsidR="00B77E03">
        <w:t>’</w:t>
      </w:r>
      <w:r w:rsidRPr="002813C1">
        <w:t>était tout à coup rappelé que sa noble famille la réclamait impérieusement</w:t>
      </w:r>
      <w:r w:rsidR="00B77E03">
        <w:t xml:space="preserve">… </w:t>
      </w:r>
      <w:r w:rsidRPr="002813C1">
        <w:t>Elle s</w:t>
      </w:r>
      <w:r w:rsidR="00B77E03">
        <w:t>’</w:t>
      </w:r>
      <w:r w:rsidRPr="002813C1">
        <w:t>était habillée en hâte</w:t>
      </w:r>
      <w:r w:rsidR="00B77E03">
        <w:t xml:space="preserve">, </w:t>
      </w:r>
      <w:r w:rsidRPr="002813C1">
        <w:t>et était sortie</w:t>
      </w:r>
      <w:r w:rsidR="00B77E03">
        <w:t xml:space="preserve">, </w:t>
      </w:r>
      <w:r w:rsidRPr="002813C1">
        <w:t xml:space="preserve">pour se rendre évidemment chez le docteur </w:t>
      </w:r>
      <w:proofErr w:type="spellStart"/>
      <w:r w:rsidRPr="002813C1">
        <w:t>Jodon</w:t>
      </w:r>
      <w:proofErr w:type="spellEnd"/>
      <w:r w:rsidR="00B77E03">
        <w:t xml:space="preserve">, </w:t>
      </w:r>
      <w:r w:rsidRPr="002813C1">
        <w:t>et</w:t>
      </w:r>
      <w:r w:rsidR="00B77E03">
        <w:t xml:space="preserve">, </w:t>
      </w:r>
      <w:r w:rsidRPr="002813C1">
        <w:t>de là</w:t>
      </w:r>
      <w:r w:rsidR="00B77E03">
        <w:t xml:space="preserve">, </w:t>
      </w:r>
      <w:r w:rsidRPr="002813C1">
        <w:t xml:space="preserve">chez </w:t>
      </w:r>
      <w:r w:rsidR="00B77E03">
        <w:t>M. </w:t>
      </w:r>
      <w:r w:rsidRPr="002813C1">
        <w:t xml:space="preserve">le marquis de </w:t>
      </w:r>
      <w:proofErr w:type="spellStart"/>
      <w:r w:rsidRPr="002813C1">
        <w:t>Valorsay</w:t>
      </w:r>
      <w:proofErr w:type="spellEnd"/>
      <w:r w:rsidR="00B77E03">
        <w:t>…</w:t>
      </w:r>
    </w:p>
    <w:p w14:paraId="033F52B3" w14:textId="77777777" w:rsidR="00B77E03" w:rsidRDefault="0024252B" w:rsidP="00B77E03">
      <w:r w:rsidRPr="002813C1">
        <w:t>Les domestiques</w:t>
      </w:r>
      <w:r w:rsidR="00B77E03">
        <w:t xml:space="preserve">, </w:t>
      </w:r>
      <w:r w:rsidRPr="002813C1">
        <w:t>à leur tour</w:t>
      </w:r>
      <w:r w:rsidR="00B77E03">
        <w:t xml:space="preserve">, </w:t>
      </w:r>
      <w:r w:rsidRPr="002813C1">
        <w:t>se sentant débarrassés pour quelques heures de toute surveillance</w:t>
      </w:r>
      <w:r w:rsidR="00B77E03">
        <w:t xml:space="preserve">, </w:t>
      </w:r>
      <w:r w:rsidRPr="002813C1">
        <w:t>avaient tiré chacun de son côté</w:t>
      </w:r>
      <w:r w:rsidR="00B77E03">
        <w:t xml:space="preserve">, </w:t>
      </w:r>
      <w:r w:rsidRPr="002813C1">
        <w:t>laissant la maison seule</w:t>
      </w:r>
      <w:r w:rsidR="00B77E03">
        <w:t xml:space="preserve">, </w:t>
      </w:r>
      <w:r w:rsidRPr="002813C1">
        <w:t>peu préoccupés des visiteurs qui pouvaient venir sonner</w:t>
      </w:r>
      <w:r w:rsidR="00B77E03">
        <w:t>…</w:t>
      </w:r>
    </w:p>
    <w:p w14:paraId="51958B8B" w14:textId="76833149" w:rsidR="00B77E03" w:rsidRDefault="0024252B" w:rsidP="00B77E03">
      <w:r w:rsidRPr="002813C1">
        <w:lastRenderedPageBreak/>
        <w:t>De la sorte</w:t>
      </w:r>
      <w:r w:rsidR="00B77E03">
        <w:t>, M</w:t>
      </w:r>
      <w:r w:rsidR="00B77E03" w:rsidRPr="00B77E03">
        <w:rPr>
          <w:vertAlign w:val="superscript"/>
        </w:rPr>
        <w:t>lle</w:t>
      </w:r>
      <w:r w:rsidR="00B77E03">
        <w:t> </w:t>
      </w:r>
      <w:r w:rsidRPr="002813C1">
        <w:t>Marguerite avait pu s</w:t>
      </w:r>
      <w:r w:rsidR="00B77E03">
        <w:t>’</w:t>
      </w:r>
      <w:r w:rsidRPr="002813C1">
        <w:t>esquiver sans que personne s</w:t>
      </w:r>
      <w:r w:rsidR="00B77E03">
        <w:t>’</w:t>
      </w:r>
      <w:r w:rsidRPr="002813C1">
        <w:t>en aperçût</w:t>
      </w:r>
      <w:r w:rsidR="00B77E03">
        <w:t xml:space="preserve">, </w:t>
      </w:r>
      <w:r w:rsidRPr="002813C1">
        <w:t>ce qui lui laissait cette latitude</w:t>
      </w:r>
      <w:r w:rsidR="00B77E03">
        <w:t xml:space="preserve">, </w:t>
      </w:r>
      <w:r w:rsidRPr="002813C1">
        <w:t>pour le cas où on la verrait rentrer</w:t>
      </w:r>
      <w:r w:rsidR="00B77E03">
        <w:t xml:space="preserve">, </w:t>
      </w:r>
      <w:r w:rsidRPr="002813C1">
        <w:t>de dissimuler la durée de son absence</w:t>
      </w:r>
      <w:r w:rsidR="00B77E03">
        <w:t>…</w:t>
      </w:r>
    </w:p>
    <w:p w14:paraId="23D3AFA7" w14:textId="77777777" w:rsidR="00B77E03" w:rsidRDefault="0024252B" w:rsidP="00B77E03">
      <w:r w:rsidRPr="002813C1">
        <w:t>Un fiacre remontait la rue Pigalle au moment où elle sortit</w:t>
      </w:r>
      <w:r w:rsidR="00B77E03">
        <w:t xml:space="preserve">, </w:t>
      </w:r>
      <w:r w:rsidRPr="002813C1">
        <w:t>elle le prit</w:t>
      </w:r>
      <w:r w:rsidR="00B77E03">
        <w:t>…</w:t>
      </w:r>
    </w:p>
    <w:p w14:paraId="10AF9DBB" w14:textId="77777777" w:rsidR="00B77E03" w:rsidRDefault="0024252B" w:rsidP="00B77E03">
      <w:r w:rsidRPr="002813C1">
        <w:t>Certes</w:t>
      </w:r>
      <w:r w:rsidR="00B77E03">
        <w:t xml:space="preserve">, </w:t>
      </w:r>
      <w:r w:rsidRPr="002813C1">
        <w:t>la démarche qu</w:t>
      </w:r>
      <w:r w:rsidR="00B77E03">
        <w:t>’</w:t>
      </w:r>
      <w:r w:rsidRPr="002813C1">
        <w:t>elle faisait lui coûtait cruellement</w:t>
      </w:r>
      <w:r w:rsidR="00B77E03">
        <w:t>.</w:t>
      </w:r>
    </w:p>
    <w:p w14:paraId="69093DBA" w14:textId="77777777" w:rsidR="00B77E03" w:rsidRDefault="0024252B" w:rsidP="00B77E03">
      <w:r w:rsidRPr="002813C1">
        <w:t>N</w:t>
      </w:r>
      <w:r w:rsidR="00B77E03">
        <w:t>’</w:t>
      </w:r>
      <w:r w:rsidRPr="002813C1">
        <w:t>allait-elle pas être forcée</w:t>
      </w:r>
      <w:r w:rsidR="00B77E03">
        <w:t xml:space="preserve">, </w:t>
      </w:r>
      <w:r w:rsidRPr="002813C1">
        <w:t>elle jeune fille</w:t>
      </w:r>
      <w:r w:rsidR="00B77E03">
        <w:t xml:space="preserve">, </w:t>
      </w:r>
      <w:r w:rsidRPr="002813C1">
        <w:t>elle si réservée naturellement</w:t>
      </w:r>
      <w:r w:rsidR="00B77E03">
        <w:t xml:space="preserve">, </w:t>
      </w:r>
      <w:r w:rsidRPr="002813C1">
        <w:t>de se confier à un étranger</w:t>
      </w:r>
      <w:r w:rsidR="00B77E03">
        <w:t xml:space="preserve">, </w:t>
      </w:r>
      <w:r w:rsidRPr="002813C1">
        <w:t>de lui révéler ses sentiments les plus intimes</w:t>
      </w:r>
      <w:r w:rsidR="00B77E03">
        <w:t xml:space="preserve">, </w:t>
      </w:r>
      <w:r w:rsidRPr="002813C1">
        <w:t>de lui ouvrir son âme</w:t>
      </w:r>
      <w:r w:rsidR="00B77E03">
        <w:t xml:space="preserve">, </w:t>
      </w:r>
      <w:r w:rsidRPr="002813C1">
        <w:t xml:space="preserve">toute pleine de son amour pour Pascal </w:t>
      </w:r>
      <w:proofErr w:type="spellStart"/>
      <w:r w:rsidRPr="002813C1">
        <w:t>Férailleur</w:t>
      </w:r>
      <w:proofErr w:type="spellEnd"/>
      <w:r w:rsidR="00B77E03">
        <w:t> !…</w:t>
      </w:r>
    </w:p>
    <w:p w14:paraId="55287F77" w14:textId="1DF7204F" w:rsidR="00B77E03" w:rsidRDefault="0024252B" w:rsidP="00B77E03">
      <w:r w:rsidRPr="002813C1">
        <w:t>Et cependant</w:t>
      </w:r>
      <w:r w:rsidR="00B77E03">
        <w:t xml:space="preserve">, </w:t>
      </w:r>
      <w:r w:rsidRPr="002813C1">
        <w:t>elle se sentait plus calme et plus maîtresse de soi que la veille</w:t>
      </w:r>
      <w:r w:rsidR="00B77E03">
        <w:t xml:space="preserve">, </w:t>
      </w:r>
      <w:r w:rsidRPr="002813C1">
        <w:t xml:space="preserve">quand elle se présentait à la photographie </w:t>
      </w:r>
      <w:proofErr w:type="spellStart"/>
      <w:r w:rsidRPr="002813C1">
        <w:t>Carjat</w:t>
      </w:r>
      <w:proofErr w:type="spellEnd"/>
      <w:r w:rsidRPr="002813C1">
        <w:t xml:space="preserve"> pour demander un fac-simile de la lettre de </w:t>
      </w:r>
      <w:r w:rsidR="00B77E03">
        <w:t>M. de </w:t>
      </w:r>
      <w:proofErr w:type="spellStart"/>
      <w:r w:rsidRPr="002813C1">
        <w:t>Valorsay</w:t>
      </w:r>
      <w:proofErr w:type="spellEnd"/>
      <w:r w:rsidR="00B77E03">
        <w:t>.</w:t>
      </w:r>
    </w:p>
    <w:p w14:paraId="09756EEB" w14:textId="77777777" w:rsidR="00B77E03" w:rsidRDefault="0024252B" w:rsidP="00B77E03">
      <w:r w:rsidRPr="002813C1">
        <w:t>C</w:t>
      </w:r>
      <w:r w:rsidR="00B77E03">
        <w:t>’</w:t>
      </w:r>
      <w:r w:rsidRPr="002813C1">
        <w:t>est que les événements l</w:t>
      </w:r>
      <w:r w:rsidR="00B77E03">
        <w:t>’</w:t>
      </w:r>
      <w:r w:rsidRPr="002813C1">
        <w:t>entraînaient dans leur évolution rapide</w:t>
      </w:r>
      <w:r w:rsidR="00B77E03">
        <w:t xml:space="preserve">, </w:t>
      </w:r>
      <w:r w:rsidRPr="002813C1">
        <w:t>que l</w:t>
      </w:r>
      <w:r w:rsidR="00B77E03">
        <w:t>’</w:t>
      </w:r>
      <w:r w:rsidRPr="002813C1">
        <w:t>implacable nécessité ne lui laissait pas la faculté d</w:t>
      </w:r>
      <w:r w:rsidR="00B77E03">
        <w:t>’</w:t>
      </w:r>
      <w:r w:rsidRPr="002813C1">
        <w:t>hésiter</w:t>
      </w:r>
      <w:r w:rsidR="00B77E03">
        <w:t xml:space="preserve">, </w:t>
      </w:r>
      <w:r w:rsidRPr="002813C1">
        <w:t>et qu</w:t>
      </w:r>
      <w:r w:rsidR="00B77E03">
        <w:t>’</w:t>
      </w:r>
      <w:r w:rsidRPr="002813C1">
        <w:t>elle s</w:t>
      </w:r>
      <w:r w:rsidR="00B77E03">
        <w:t>’</w:t>
      </w:r>
      <w:r w:rsidRPr="002813C1">
        <w:t>animait à la lutte</w:t>
      </w:r>
      <w:r w:rsidR="00B77E03">
        <w:t xml:space="preserve">, </w:t>
      </w:r>
      <w:r w:rsidRPr="002813C1">
        <w:t>à mesure qu</w:t>
      </w:r>
      <w:r w:rsidR="00B77E03">
        <w:t>’</w:t>
      </w:r>
      <w:r w:rsidRPr="002813C1">
        <w:t>elle voyait s</w:t>
      </w:r>
      <w:r w:rsidR="00B77E03">
        <w:t>’</w:t>
      </w:r>
      <w:r w:rsidRPr="002813C1">
        <w:t>accroître les chances de succès</w:t>
      </w:r>
      <w:r w:rsidR="00B77E03">
        <w:t>…</w:t>
      </w:r>
    </w:p>
    <w:p w14:paraId="49AF3705" w14:textId="77777777" w:rsidR="00B77E03" w:rsidRDefault="0024252B" w:rsidP="00B77E03">
      <w:r w:rsidRPr="002813C1">
        <w:t>Certaines considérations</w:t>
      </w:r>
      <w:r w:rsidR="00B77E03">
        <w:t xml:space="preserve">, </w:t>
      </w:r>
      <w:r w:rsidRPr="002813C1">
        <w:t>d</w:t>
      </w:r>
      <w:r w:rsidR="00B77E03">
        <w:t>’</w:t>
      </w:r>
      <w:r w:rsidRPr="002813C1">
        <w:t>abord inaperçues</w:t>
      </w:r>
      <w:r w:rsidR="00B77E03">
        <w:t xml:space="preserve">, </w:t>
      </w:r>
      <w:r w:rsidRPr="002813C1">
        <w:t>contribuaient à la rassurer</w:t>
      </w:r>
      <w:r w:rsidR="00B77E03">
        <w:t>…</w:t>
      </w:r>
    </w:p>
    <w:p w14:paraId="3566A6C5" w14:textId="6A8BAF56" w:rsidR="00B77E03" w:rsidRDefault="0024252B" w:rsidP="00B77E03">
      <w:r w:rsidRPr="002813C1">
        <w:t xml:space="preserve">Ce </w:t>
      </w:r>
      <w:r w:rsidR="00B77E03">
        <w:t>M. </w:t>
      </w:r>
      <w:r w:rsidRPr="002813C1">
        <w:t>Fortunat</w:t>
      </w:r>
      <w:r w:rsidR="00B77E03">
        <w:t xml:space="preserve">, </w:t>
      </w:r>
      <w:r w:rsidRPr="002813C1">
        <w:t xml:space="preserve">cet agent secret de </w:t>
      </w:r>
      <w:r w:rsidR="00B77E03">
        <w:t>M. </w:t>
      </w:r>
      <w:r w:rsidRPr="002813C1">
        <w:t xml:space="preserve">le comte de </w:t>
      </w:r>
      <w:proofErr w:type="spellStart"/>
      <w:r w:rsidRPr="002813C1">
        <w:t>Chalusse</w:t>
      </w:r>
      <w:proofErr w:type="spellEnd"/>
      <w:r w:rsidR="00B77E03">
        <w:t xml:space="preserve">, </w:t>
      </w:r>
      <w:r w:rsidRPr="002813C1">
        <w:t>la connaissait déjà</w:t>
      </w:r>
      <w:r w:rsidR="00B77E03">
        <w:t xml:space="preserve">, </w:t>
      </w:r>
      <w:r w:rsidRPr="002813C1">
        <w:t>puisque c</w:t>
      </w:r>
      <w:r w:rsidR="00B77E03">
        <w:t>’</w:t>
      </w:r>
      <w:r w:rsidRPr="002813C1">
        <w:t>était lui qui</w:t>
      </w:r>
      <w:r w:rsidR="00B77E03">
        <w:t xml:space="preserve">, </w:t>
      </w:r>
      <w:r w:rsidRPr="002813C1">
        <w:t>après des mois d</w:t>
      </w:r>
      <w:r w:rsidR="00B77E03">
        <w:t>’</w:t>
      </w:r>
      <w:r w:rsidRPr="002813C1">
        <w:t>investigations</w:t>
      </w:r>
      <w:r w:rsidR="00B77E03">
        <w:t xml:space="preserve">, </w:t>
      </w:r>
      <w:r w:rsidRPr="002813C1">
        <w:t>avait fini par la découvrir à l</w:t>
      </w:r>
      <w:r w:rsidR="00B77E03">
        <w:t>’</w:t>
      </w:r>
      <w:r w:rsidRPr="002813C1">
        <w:t>hospice des Enfants-Trouvés</w:t>
      </w:r>
      <w:r w:rsidR="00B77E03">
        <w:t>…</w:t>
      </w:r>
    </w:p>
    <w:p w14:paraId="52850EAE" w14:textId="77777777" w:rsidR="00B77E03" w:rsidRDefault="0024252B" w:rsidP="00B77E03">
      <w:r w:rsidRPr="002813C1">
        <w:t>Un vague pressentiment lui disait que cet homme en savait sur son passé plus long qu</w:t>
      </w:r>
      <w:r w:rsidR="00B77E03">
        <w:t>’</w:t>
      </w:r>
      <w:r w:rsidRPr="002813C1">
        <w:t>elle-même</w:t>
      </w:r>
      <w:r w:rsidR="00B77E03">
        <w:t xml:space="preserve">, </w:t>
      </w:r>
      <w:r w:rsidRPr="002813C1">
        <w:t>et qu</w:t>
      </w:r>
      <w:r w:rsidR="00B77E03">
        <w:t>’</w:t>
      </w:r>
      <w:r w:rsidRPr="002813C1">
        <w:t>il pourrait</w:t>
      </w:r>
      <w:r w:rsidR="00B77E03">
        <w:t xml:space="preserve">, </w:t>
      </w:r>
      <w:r w:rsidRPr="002813C1">
        <w:t>s</w:t>
      </w:r>
      <w:r w:rsidR="00B77E03">
        <w:t>’</w:t>
      </w:r>
      <w:r w:rsidRPr="002813C1">
        <w:t>il le voulait</w:t>
      </w:r>
      <w:r w:rsidR="00B77E03">
        <w:t xml:space="preserve">, </w:t>
      </w:r>
      <w:r w:rsidRPr="002813C1">
        <w:t>lui apprendre le nom de sa mère</w:t>
      </w:r>
      <w:r w:rsidR="00B77E03">
        <w:t xml:space="preserve">, </w:t>
      </w:r>
      <w:r w:rsidRPr="002813C1">
        <w:t xml:space="preserve">le nom de cette </w:t>
      </w:r>
      <w:r w:rsidRPr="002813C1">
        <w:lastRenderedPageBreak/>
        <w:t>femme que le comte redoutait</w:t>
      </w:r>
      <w:r w:rsidR="00B77E03">
        <w:t xml:space="preserve">, </w:t>
      </w:r>
      <w:r w:rsidRPr="002813C1">
        <w:t>et qui sans pitié l</w:t>
      </w:r>
      <w:r w:rsidR="00B77E03">
        <w:t>’</w:t>
      </w:r>
      <w:r w:rsidRPr="002813C1">
        <w:t>avait abandonnée</w:t>
      </w:r>
      <w:r w:rsidR="00B77E03">
        <w:t>…</w:t>
      </w:r>
    </w:p>
    <w:p w14:paraId="360F6854" w14:textId="77777777" w:rsidR="00B77E03" w:rsidRDefault="0024252B" w:rsidP="00B77E03">
      <w:r w:rsidRPr="002813C1">
        <w:t>Enfin</w:t>
      </w:r>
      <w:r w:rsidR="00B77E03">
        <w:t xml:space="preserve">, </w:t>
      </w:r>
      <w:r w:rsidRPr="002813C1">
        <w:t>il est un fait positif</w:t>
      </w:r>
      <w:r w:rsidR="00B77E03">
        <w:t xml:space="preserve">, </w:t>
      </w:r>
      <w:r w:rsidRPr="002813C1">
        <w:t>c</w:t>
      </w:r>
      <w:r w:rsidR="00B77E03">
        <w:t>’</w:t>
      </w:r>
      <w:r w:rsidRPr="002813C1">
        <w:t>est que l</w:t>
      </w:r>
      <w:r w:rsidR="00B77E03">
        <w:t>’</w:t>
      </w:r>
      <w:r w:rsidRPr="002813C1">
        <w:t>esprit se familiarise avec les situations les plus excessives</w:t>
      </w:r>
      <w:r w:rsidR="00B77E03">
        <w:t xml:space="preserve">, </w:t>
      </w:r>
      <w:r w:rsidRPr="002813C1">
        <w:t>jusqu</w:t>
      </w:r>
      <w:r w:rsidR="00B77E03">
        <w:t>’</w:t>
      </w:r>
      <w:r w:rsidRPr="002813C1">
        <w:t>à trouver presque naturels les événements les plus en dehors de toutes prévisions et même de toute vraisemblance</w:t>
      </w:r>
      <w:r w:rsidR="00B77E03">
        <w:t>.</w:t>
      </w:r>
    </w:p>
    <w:p w14:paraId="224C1E94" w14:textId="50CDE8EF" w:rsidR="00B77E03" w:rsidRDefault="0024252B" w:rsidP="00B77E03">
      <w:r w:rsidRPr="002813C1">
        <w:t>N</w:t>
      </w:r>
      <w:r w:rsidR="00B77E03">
        <w:t>’</w:t>
      </w:r>
      <w:r w:rsidRPr="002813C1">
        <w:t>importe</w:t>
      </w:r>
      <w:r w:rsidR="00B77E03">
        <w:t xml:space="preserve"> ! </w:t>
      </w:r>
      <w:r w:rsidRPr="002813C1">
        <w:t>Son cœur battit plus vite</w:t>
      </w:r>
      <w:r w:rsidR="00B77E03">
        <w:t xml:space="preserve">, </w:t>
      </w:r>
      <w:r w:rsidRPr="002813C1">
        <w:t>et elle se sentit pâlir quand</w:t>
      </w:r>
      <w:r w:rsidR="00B77E03">
        <w:t xml:space="preserve">, </w:t>
      </w:r>
      <w:r w:rsidRPr="002813C1">
        <w:t>sur l</w:t>
      </w:r>
      <w:r w:rsidR="00B77E03">
        <w:t>’</w:t>
      </w:r>
      <w:r w:rsidRPr="002813C1">
        <w:t xml:space="preserve">invitation de </w:t>
      </w:r>
      <w:r w:rsidR="00B77E03">
        <w:t>M</w:t>
      </w:r>
      <w:r w:rsidR="00B77E03" w:rsidRPr="00B77E03">
        <w:rPr>
          <w:vertAlign w:val="superscript"/>
        </w:rPr>
        <w:t>me</w:t>
      </w:r>
      <w:r w:rsidR="00B77E03">
        <w:t> </w:t>
      </w:r>
      <w:proofErr w:type="spellStart"/>
      <w:r w:rsidRPr="002813C1">
        <w:t>Dodelin</w:t>
      </w:r>
      <w:proofErr w:type="spellEnd"/>
      <w:r w:rsidR="00B77E03">
        <w:t xml:space="preserve">, </w:t>
      </w:r>
      <w:r w:rsidRPr="002813C1">
        <w:t xml:space="preserve">elle pénétra dans le cabinet du </w:t>
      </w:r>
      <w:r w:rsidR="00B77E03">
        <w:t>« </w:t>
      </w:r>
      <w:r w:rsidRPr="002813C1">
        <w:t>traqueur d</w:t>
      </w:r>
      <w:r w:rsidR="00B77E03">
        <w:t>’</w:t>
      </w:r>
      <w:r w:rsidRPr="002813C1">
        <w:t>héritages</w:t>
      </w:r>
      <w:r w:rsidR="00B77E03">
        <w:t>. »</w:t>
      </w:r>
      <w:r w:rsidRPr="002813C1">
        <w:t xml:space="preserve"> D</w:t>
      </w:r>
      <w:r w:rsidR="00B77E03">
        <w:t>’</w:t>
      </w:r>
      <w:r w:rsidRPr="002813C1">
        <w:t>un rapide coup d</w:t>
      </w:r>
      <w:r w:rsidR="00B77E03">
        <w:t>’</w:t>
      </w:r>
      <w:r w:rsidRPr="002813C1">
        <w:t>œil</w:t>
      </w:r>
      <w:r w:rsidR="00B77E03">
        <w:t xml:space="preserve">, </w:t>
      </w:r>
      <w:r w:rsidRPr="002813C1">
        <w:t>elle embrassa le cadre et les personnages</w:t>
      </w:r>
      <w:r w:rsidR="00B77E03">
        <w:t>.</w:t>
      </w:r>
    </w:p>
    <w:p w14:paraId="2ABD3166" w14:textId="22BAF4BD" w:rsidR="00B77E03" w:rsidRDefault="0024252B" w:rsidP="00B77E03">
      <w:r w:rsidRPr="002813C1">
        <w:t>Le confortable cossu du bureau la surprit</w:t>
      </w:r>
      <w:r w:rsidR="00B77E03">
        <w:t xml:space="preserve">, </w:t>
      </w:r>
      <w:r w:rsidRPr="002813C1">
        <w:t>elle avait compté sur un bouge</w:t>
      </w:r>
      <w:r w:rsidR="00B77E03">
        <w:t xml:space="preserve">… </w:t>
      </w:r>
      <w:r w:rsidRPr="002813C1">
        <w:t>La distinction relative et les façons d</w:t>
      </w:r>
      <w:r w:rsidR="00B77E03">
        <w:t>’</w:t>
      </w:r>
      <w:r w:rsidRPr="002813C1">
        <w:t xml:space="preserve">homme du monde de </w:t>
      </w:r>
      <w:r w:rsidR="00B77E03">
        <w:t>M. </w:t>
      </w:r>
      <w:r w:rsidRPr="002813C1">
        <w:t>Fortunat la déconcertèrent</w:t>
      </w:r>
      <w:r w:rsidR="00B77E03">
        <w:t xml:space="preserve"> ; </w:t>
      </w:r>
      <w:r w:rsidRPr="002813C1">
        <w:t>elle s</w:t>
      </w:r>
      <w:r w:rsidR="00B77E03">
        <w:t>’</w:t>
      </w:r>
      <w:r w:rsidRPr="002813C1">
        <w:t>attendait à rencontrer une manière d</w:t>
      </w:r>
      <w:r w:rsidR="00B77E03">
        <w:t>’</w:t>
      </w:r>
      <w:r w:rsidRPr="002813C1">
        <w:t>intrigant subalterne crasseux et grossier</w:t>
      </w:r>
      <w:r w:rsidR="00B77E03">
        <w:t xml:space="preserve">. </w:t>
      </w:r>
      <w:r w:rsidRPr="002813C1">
        <w:t>Enfin</w:t>
      </w:r>
      <w:r w:rsidR="00B77E03">
        <w:t xml:space="preserve">, </w:t>
      </w:r>
      <w:r w:rsidRPr="002813C1">
        <w:t>Victor Chupin</w:t>
      </w:r>
      <w:r w:rsidR="00B77E03">
        <w:t xml:space="preserve">, </w:t>
      </w:r>
      <w:r w:rsidRPr="002813C1">
        <w:t>debout près de la cheminée</w:t>
      </w:r>
      <w:r w:rsidR="00B77E03">
        <w:t xml:space="preserve">, </w:t>
      </w:r>
      <w:r w:rsidRPr="002813C1">
        <w:t>en blouse</w:t>
      </w:r>
      <w:r w:rsidR="00B77E03">
        <w:t xml:space="preserve">, </w:t>
      </w:r>
      <w:r w:rsidRPr="002813C1">
        <w:t>avec ses pantalons effiloqués</w:t>
      </w:r>
      <w:r w:rsidR="00B77E03">
        <w:t xml:space="preserve">, </w:t>
      </w:r>
      <w:r w:rsidRPr="002813C1">
        <w:t>tortillant sa casquette pour se donner une contenance</w:t>
      </w:r>
      <w:r w:rsidR="00B77E03">
        <w:t xml:space="preserve">, </w:t>
      </w:r>
      <w:r w:rsidRPr="002813C1">
        <w:t>l</w:t>
      </w:r>
      <w:r w:rsidR="00B77E03">
        <w:t>’</w:t>
      </w:r>
      <w:r w:rsidRPr="002813C1">
        <w:t>inquiéta</w:t>
      </w:r>
      <w:r w:rsidR="00B77E03">
        <w:t>.</w:t>
      </w:r>
    </w:p>
    <w:p w14:paraId="6826E429" w14:textId="77777777" w:rsidR="00B77E03" w:rsidRDefault="0024252B" w:rsidP="00B77E03">
      <w:r w:rsidRPr="002813C1">
        <w:t>Mais aucune de ses impressions ne se fit jour</w:t>
      </w:r>
      <w:r w:rsidR="00B77E03">
        <w:t xml:space="preserve">… </w:t>
      </w:r>
      <w:r w:rsidRPr="002813C1">
        <w:t>Pas un des muscles de son noble et beau visage ne bougea</w:t>
      </w:r>
      <w:r w:rsidR="00B77E03">
        <w:t xml:space="preserve">, </w:t>
      </w:r>
      <w:r w:rsidRPr="002813C1">
        <w:t>son œil resta fier et clair</w:t>
      </w:r>
      <w:r w:rsidR="00B77E03">
        <w:t>…</w:t>
      </w:r>
    </w:p>
    <w:p w14:paraId="5E2FAA7B" w14:textId="77777777" w:rsidR="00B77E03" w:rsidRDefault="0024252B" w:rsidP="00B77E03">
      <w:r w:rsidRPr="002813C1">
        <w:t>Et c</w:t>
      </w:r>
      <w:r w:rsidR="00B77E03">
        <w:t>’</w:t>
      </w:r>
      <w:r w:rsidRPr="002813C1">
        <w:t>est d</w:t>
      </w:r>
      <w:r w:rsidR="00B77E03">
        <w:t>’</w:t>
      </w:r>
      <w:r w:rsidRPr="002813C1">
        <w:t>une voix dont l</w:t>
      </w:r>
      <w:r w:rsidR="00B77E03">
        <w:t>’</w:t>
      </w:r>
      <w:r w:rsidRPr="002813C1">
        <w:t>émotion intérieure n</w:t>
      </w:r>
      <w:r w:rsidR="00B77E03">
        <w:t>’</w:t>
      </w:r>
      <w:r w:rsidRPr="002813C1">
        <w:t>altérait en rien le timbre sonore et pur</w:t>
      </w:r>
      <w:r w:rsidR="00B77E03">
        <w:t xml:space="preserve">, </w:t>
      </w:r>
      <w:r w:rsidRPr="002813C1">
        <w:t>qu</w:t>
      </w:r>
      <w:r w:rsidR="00B77E03">
        <w:t>’</w:t>
      </w:r>
      <w:r w:rsidRPr="002813C1">
        <w:t>elle dit</w:t>
      </w:r>
      <w:r w:rsidR="00B77E03">
        <w:t> :</w:t>
      </w:r>
    </w:p>
    <w:p w14:paraId="16F6A781" w14:textId="549A2071" w:rsidR="00B77E03" w:rsidRDefault="00B77E03" w:rsidP="00B77E03">
      <w:r>
        <w:t>— </w:t>
      </w:r>
      <w:r w:rsidR="0024252B" w:rsidRPr="002813C1">
        <w:t xml:space="preserve">Je suis la pupille de </w:t>
      </w:r>
      <w:r>
        <w:t>M. </w:t>
      </w:r>
      <w:r w:rsidR="0024252B" w:rsidRPr="002813C1">
        <w:t xml:space="preserve">le comte de </w:t>
      </w:r>
      <w:proofErr w:type="spellStart"/>
      <w:r w:rsidR="0024252B" w:rsidRPr="002813C1">
        <w:t>Chalusse</w:t>
      </w:r>
      <w:proofErr w:type="spellEnd"/>
      <w:r>
        <w:t xml:space="preserve">, </w:t>
      </w:r>
      <w:r w:rsidR="0024252B" w:rsidRPr="002813C1">
        <w:t>monsieur</w:t>
      </w:r>
      <w:r>
        <w:t>, M</w:t>
      </w:r>
      <w:r w:rsidRPr="00B77E03">
        <w:rPr>
          <w:vertAlign w:val="superscript"/>
        </w:rPr>
        <w:t>lle</w:t>
      </w:r>
      <w:r>
        <w:t> </w:t>
      </w:r>
      <w:r w:rsidR="0024252B" w:rsidRPr="002813C1">
        <w:t>Marguerite</w:t>
      </w:r>
      <w:r>
        <w:t xml:space="preserve">… </w:t>
      </w:r>
      <w:r w:rsidR="0024252B" w:rsidRPr="002813C1">
        <w:t>Vous avez</w:t>
      </w:r>
      <w:r>
        <w:t xml:space="preserve">, </w:t>
      </w:r>
      <w:r w:rsidR="0024252B" w:rsidRPr="002813C1">
        <w:t>je le suppose</w:t>
      </w:r>
      <w:r>
        <w:t xml:space="preserve">, </w:t>
      </w:r>
      <w:r w:rsidR="0024252B" w:rsidRPr="002813C1">
        <w:t>reçu ma lettre</w:t>
      </w:r>
      <w:r>
        <w:t> ?</w:t>
      </w:r>
    </w:p>
    <w:p w14:paraId="74EBB3B8" w14:textId="60F1E681" w:rsidR="00B77E03" w:rsidRDefault="0024252B" w:rsidP="00B77E03">
      <w:r w:rsidRPr="002813C1">
        <w:t>Lui s</w:t>
      </w:r>
      <w:r w:rsidR="00B77E03">
        <w:t>’</w:t>
      </w:r>
      <w:r w:rsidRPr="002813C1">
        <w:t>inclinait</w:t>
      </w:r>
      <w:r w:rsidR="00B77E03">
        <w:t xml:space="preserve">, </w:t>
      </w:r>
      <w:r w:rsidRPr="002813C1">
        <w:t>déployant toutes les grâces qu</w:t>
      </w:r>
      <w:r w:rsidR="00B77E03">
        <w:t>’</w:t>
      </w:r>
      <w:r w:rsidRPr="002813C1">
        <w:t>il portait dans le monde où il cherchait à se marier</w:t>
      </w:r>
      <w:r w:rsidR="00B77E03">
        <w:t xml:space="preserve">, </w:t>
      </w:r>
      <w:r w:rsidRPr="002813C1">
        <w:t>et d</w:t>
      </w:r>
      <w:r w:rsidR="00B77E03">
        <w:t>’</w:t>
      </w:r>
      <w:r w:rsidRPr="002813C1">
        <w:t>un geste plus prétentieux qu</w:t>
      </w:r>
      <w:r w:rsidR="00B77E03">
        <w:t>’</w:t>
      </w:r>
      <w:r w:rsidRPr="002813C1">
        <w:t>élégant</w:t>
      </w:r>
      <w:r w:rsidR="00B77E03">
        <w:t xml:space="preserve">, </w:t>
      </w:r>
      <w:r w:rsidRPr="002813C1">
        <w:t xml:space="preserve">il avançait un fauteuil et invitait </w:t>
      </w:r>
      <w:r w:rsidR="00B77E03">
        <w:t>M</w:t>
      </w:r>
      <w:r w:rsidR="00B77E03" w:rsidRPr="00B77E03">
        <w:rPr>
          <w:vertAlign w:val="superscript"/>
        </w:rPr>
        <w:t>lle</w:t>
      </w:r>
      <w:r w:rsidR="00B77E03">
        <w:t> </w:t>
      </w:r>
      <w:r w:rsidRPr="002813C1">
        <w:t>Marguerite à s</w:t>
      </w:r>
      <w:r w:rsidR="00B77E03">
        <w:t>’</w:t>
      </w:r>
      <w:r w:rsidRPr="002813C1">
        <w:t>asseoir</w:t>
      </w:r>
      <w:r w:rsidR="00B77E03">
        <w:t>…</w:t>
      </w:r>
    </w:p>
    <w:p w14:paraId="57E67D5E" w14:textId="77777777" w:rsidR="00B77E03" w:rsidRDefault="00B77E03" w:rsidP="00B77E03">
      <w:r>
        <w:lastRenderedPageBreak/>
        <w:t>— </w:t>
      </w:r>
      <w:r w:rsidR="0024252B" w:rsidRPr="002813C1">
        <w:t>Votre lettre m</w:t>
      </w:r>
      <w:r>
        <w:t>’</w:t>
      </w:r>
      <w:r w:rsidR="0024252B" w:rsidRPr="002813C1">
        <w:t>est parvenue</w:t>
      </w:r>
      <w:r>
        <w:t xml:space="preserve">, </w:t>
      </w:r>
      <w:r w:rsidR="0024252B" w:rsidRPr="002813C1">
        <w:t>en effet</w:t>
      </w:r>
      <w:r>
        <w:t xml:space="preserve">, </w:t>
      </w:r>
      <w:r w:rsidR="0024252B" w:rsidRPr="002813C1">
        <w:t>mademoiselle</w:t>
      </w:r>
      <w:r>
        <w:t xml:space="preserve">, </w:t>
      </w:r>
      <w:r w:rsidR="0024252B" w:rsidRPr="002813C1">
        <w:t>répondit-il</w:t>
      </w:r>
      <w:r>
        <w:t xml:space="preserve">, </w:t>
      </w:r>
      <w:r w:rsidR="0024252B" w:rsidRPr="002813C1">
        <w:t>et je vous attendais</w:t>
      </w:r>
      <w:r>
        <w:t xml:space="preserve">, </w:t>
      </w:r>
      <w:r w:rsidR="0024252B" w:rsidRPr="002813C1">
        <w:t>flatté et honoré de votre confiance</w:t>
      </w:r>
      <w:r>
        <w:t xml:space="preserve">… </w:t>
      </w:r>
      <w:r w:rsidR="0024252B" w:rsidRPr="002813C1">
        <w:t>Pour tout autre que vous</w:t>
      </w:r>
      <w:r>
        <w:t xml:space="preserve">, </w:t>
      </w:r>
      <w:r w:rsidR="0024252B" w:rsidRPr="002813C1">
        <w:t>ma porte était même défendue</w:t>
      </w:r>
      <w:r>
        <w:t>…</w:t>
      </w:r>
    </w:p>
    <w:p w14:paraId="692060C1" w14:textId="77777777" w:rsidR="00B77E03" w:rsidRDefault="0024252B" w:rsidP="00B77E03">
      <w:r w:rsidRPr="002813C1">
        <w:t>La jeune fille s</w:t>
      </w:r>
      <w:r w:rsidR="00B77E03">
        <w:t>’</w:t>
      </w:r>
      <w:r w:rsidRPr="002813C1">
        <w:t>assit</w:t>
      </w:r>
      <w:r w:rsidR="00B77E03">
        <w:t xml:space="preserve">, </w:t>
      </w:r>
      <w:r w:rsidRPr="002813C1">
        <w:t>et il y eut un moment de silence</w:t>
      </w:r>
      <w:r w:rsidR="00B77E03">
        <w:t xml:space="preserve">, </w:t>
      </w:r>
      <w:r w:rsidRPr="002813C1">
        <w:t>chacun observant l</w:t>
      </w:r>
      <w:r w:rsidR="00B77E03">
        <w:t>’</w:t>
      </w:r>
      <w:r w:rsidRPr="002813C1">
        <w:t>autre</w:t>
      </w:r>
      <w:r w:rsidR="00B77E03">
        <w:t xml:space="preserve">, </w:t>
      </w:r>
      <w:r w:rsidRPr="002813C1">
        <w:t>et cherchant à s</w:t>
      </w:r>
      <w:r w:rsidR="00B77E03">
        <w:t>’</w:t>
      </w:r>
      <w:r w:rsidRPr="002813C1">
        <w:t>en faire une opinion</w:t>
      </w:r>
      <w:r w:rsidR="00B77E03">
        <w:t xml:space="preserve">. </w:t>
      </w:r>
      <w:r w:rsidRPr="002813C1">
        <w:t>Lui</w:t>
      </w:r>
      <w:r w:rsidR="00B77E03">
        <w:t xml:space="preserve">, </w:t>
      </w:r>
      <w:r w:rsidRPr="002813C1">
        <w:t>un peu troublé</w:t>
      </w:r>
      <w:r w:rsidR="00B77E03">
        <w:t xml:space="preserve">, </w:t>
      </w:r>
      <w:r w:rsidRPr="002813C1">
        <w:t>et ayant peine à comprendre que cette belle jeune fille si imposante pût être la petite apprentie qu</w:t>
      </w:r>
      <w:r w:rsidR="00B77E03">
        <w:t>’</w:t>
      </w:r>
      <w:r w:rsidRPr="002813C1">
        <w:t>il avait vue autrefois chez le relieur</w:t>
      </w:r>
      <w:r w:rsidR="00B77E03">
        <w:t xml:space="preserve">, </w:t>
      </w:r>
      <w:r w:rsidRPr="002813C1">
        <w:t>avec son grand sarrau de serge</w:t>
      </w:r>
      <w:r w:rsidR="00B77E03">
        <w:t xml:space="preserve">, </w:t>
      </w:r>
      <w:r w:rsidRPr="002813C1">
        <w:t>les cheveux ébouriffés et tout poudrés de rognures de papier</w:t>
      </w:r>
      <w:r w:rsidR="00B77E03">
        <w:t>.</w:t>
      </w:r>
    </w:p>
    <w:p w14:paraId="4256C03B" w14:textId="77777777" w:rsidR="00B77E03" w:rsidRDefault="0024252B" w:rsidP="00B77E03">
      <w:r w:rsidRPr="002813C1">
        <w:t>Elle</w:t>
      </w:r>
      <w:r w:rsidR="00B77E03">
        <w:t xml:space="preserve">, </w:t>
      </w:r>
      <w:r w:rsidRPr="002813C1">
        <w:t>fâchée d</w:t>
      </w:r>
      <w:r w:rsidR="00B77E03">
        <w:t>’</w:t>
      </w:r>
      <w:r w:rsidRPr="002813C1">
        <w:t>avoir à s</w:t>
      </w:r>
      <w:r w:rsidR="00B77E03">
        <w:t>’</w:t>
      </w:r>
      <w:r w:rsidRPr="002813C1">
        <w:t>adresser à cet homme</w:t>
      </w:r>
      <w:r w:rsidR="00B77E03">
        <w:t xml:space="preserve">, </w:t>
      </w:r>
      <w:r w:rsidRPr="002813C1">
        <w:t>car plus elle l</w:t>
      </w:r>
      <w:r w:rsidR="00B77E03">
        <w:t>’</w:t>
      </w:r>
      <w:r w:rsidRPr="002813C1">
        <w:t>examinait</w:t>
      </w:r>
      <w:r w:rsidR="00B77E03">
        <w:t xml:space="preserve">, </w:t>
      </w:r>
      <w:r w:rsidRPr="002813C1">
        <w:t>plus il lui semblait découvrir dans toute sa personne quelque chose de louche et de suspect</w:t>
      </w:r>
      <w:r w:rsidR="00B77E03">
        <w:t xml:space="preserve">, </w:t>
      </w:r>
      <w:r w:rsidRPr="002813C1">
        <w:t>et elle eût préféré quelque cynique gredin à cette espèce de gentleman doucereux</w:t>
      </w:r>
      <w:r w:rsidR="00B77E03">
        <w:t xml:space="preserve">, </w:t>
      </w:r>
      <w:r w:rsidRPr="002813C1">
        <w:t>verni d</w:t>
      </w:r>
      <w:r w:rsidR="00B77E03">
        <w:t>’</w:t>
      </w:r>
      <w:r w:rsidRPr="002813C1">
        <w:t>hypocrisie</w:t>
      </w:r>
      <w:r w:rsidR="00B77E03">
        <w:t>…</w:t>
      </w:r>
    </w:p>
    <w:p w14:paraId="098ED976" w14:textId="195894BD" w:rsidR="00B77E03" w:rsidRDefault="0024252B" w:rsidP="00B77E03">
      <w:r w:rsidRPr="002813C1">
        <w:t>Ce qu</w:t>
      </w:r>
      <w:r w:rsidR="00B77E03">
        <w:t>’</w:t>
      </w:r>
      <w:r w:rsidRPr="002813C1">
        <w:t>elle attendait</w:t>
      </w:r>
      <w:r w:rsidR="00B77E03">
        <w:t xml:space="preserve">, </w:t>
      </w:r>
      <w:r w:rsidRPr="002813C1">
        <w:t>avant de rien dire</w:t>
      </w:r>
      <w:r w:rsidR="00B77E03">
        <w:t xml:space="preserve">, </w:t>
      </w:r>
      <w:r w:rsidRPr="002813C1">
        <w:t>c</w:t>
      </w:r>
      <w:r w:rsidR="00B77E03">
        <w:t>’</w:t>
      </w:r>
      <w:r w:rsidRPr="002813C1">
        <w:t xml:space="preserve">était que </w:t>
      </w:r>
      <w:r w:rsidR="00B77E03">
        <w:t>M. </w:t>
      </w:r>
      <w:r w:rsidRPr="002813C1">
        <w:t>Fortunat congédiât ce jeune garçon</w:t>
      </w:r>
      <w:r w:rsidR="00B77E03">
        <w:t xml:space="preserve">, </w:t>
      </w:r>
      <w:r w:rsidRPr="002813C1">
        <w:t>en blouse</w:t>
      </w:r>
      <w:r w:rsidR="00B77E03">
        <w:t xml:space="preserve">, </w:t>
      </w:r>
      <w:r w:rsidRPr="002813C1">
        <w:t>dont elle ne s</w:t>
      </w:r>
      <w:r w:rsidR="00B77E03">
        <w:t>’</w:t>
      </w:r>
      <w:r w:rsidRPr="002813C1">
        <w:t>expliquait pas la présence</w:t>
      </w:r>
      <w:r w:rsidR="00B77E03">
        <w:t xml:space="preserve">, </w:t>
      </w:r>
      <w:r w:rsidRPr="002813C1">
        <w:t>et qui</w:t>
      </w:r>
      <w:r w:rsidR="00B77E03">
        <w:t xml:space="preserve">, </w:t>
      </w:r>
      <w:r w:rsidRPr="002813C1">
        <w:t>pétrifié par une sorte d</w:t>
      </w:r>
      <w:r w:rsidR="00B77E03">
        <w:t>’</w:t>
      </w:r>
      <w:r w:rsidRPr="002813C1">
        <w:t>extase muette</w:t>
      </w:r>
      <w:r w:rsidR="00B77E03">
        <w:t xml:space="preserve">, </w:t>
      </w:r>
      <w:r w:rsidRPr="002813C1">
        <w:t>attachait obstinément sur elle des yeux où se peignaient un ébahissement énorme et la plus vive admiration</w:t>
      </w:r>
      <w:r w:rsidR="00B77E03">
        <w:t>…</w:t>
      </w:r>
    </w:p>
    <w:p w14:paraId="583203F0" w14:textId="77777777" w:rsidR="00B77E03" w:rsidRDefault="0024252B" w:rsidP="00B77E03">
      <w:r w:rsidRPr="002813C1">
        <w:t>Mais bientôt</w:t>
      </w:r>
      <w:r w:rsidR="00B77E03">
        <w:t xml:space="preserve">, </w:t>
      </w:r>
      <w:r w:rsidRPr="002813C1">
        <w:t>lasse d</w:t>
      </w:r>
      <w:r w:rsidR="00B77E03">
        <w:t>’</w:t>
      </w:r>
      <w:r w:rsidRPr="002813C1">
        <w:t>attendre en vain</w:t>
      </w:r>
      <w:r w:rsidR="00B77E03">
        <w:t> :</w:t>
      </w:r>
    </w:p>
    <w:p w14:paraId="25FFE70D" w14:textId="77777777" w:rsidR="00B77E03" w:rsidRDefault="00B77E03" w:rsidP="00B77E03">
      <w:r>
        <w:t>— </w:t>
      </w:r>
      <w:r w:rsidR="0024252B" w:rsidRPr="002813C1">
        <w:t>Je suis venue</w:t>
      </w:r>
      <w:r>
        <w:t xml:space="preserve">, </w:t>
      </w:r>
      <w:r w:rsidR="0024252B" w:rsidRPr="002813C1">
        <w:t>monsieur</w:t>
      </w:r>
      <w:r>
        <w:t xml:space="preserve">, </w:t>
      </w:r>
      <w:r w:rsidR="0024252B" w:rsidRPr="002813C1">
        <w:t>commença-t-elle</w:t>
      </w:r>
      <w:r>
        <w:t xml:space="preserve">, </w:t>
      </w:r>
      <w:r w:rsidR="0024252B" w:rsidRPr="002813C1">
        <w:t>pour vous entretenir de choses graves et qui exigent le plus profond secret</w:t>
      </w:r>
      <w:r>
        <w:t>.</w:t>
      </w:r>
    </w:p>
    <w:p w14:paraId="3914BC9B" w14:textId="77777777" w:rsidR="00B77E03" w:rsidRDefault="0024252B" w:rsidP="00B77E03">
      <w:r w:rsidRPr="002813C1">
        <w:t>Chupin comprit</w:t>
      </w:r>
      <w:r w:rsidR="00B77E03">
        <w:t xml:space="preserve">, </w:t>
      </w:r>
      <w:r w:rsidRPr="002813C1">
        <w:t>car il rougit jusqu</w:t>
      </w:r>
      <w:r w:rsidR="00B77E03">
        <w:t>’</w:t>
      </w:r>
      <w:r w:rsidRPr="002813C1">
        <w:t>aux oreilles</w:t>
      </w:r>
      <w:r w:rsidR="00B77E03">
        <w:t xml:space="preserve">, </w:t>
      </w:r>
      <w:r w:rsidRPr="002813C1">
        <w:t>et fit un pas pour sortir</w:t>
      </w:r>
      <w:r w:rsidR="00B77E03">
        <w:t>.</w:t>
      </w:r>
    </w:p>
    <w:p w14:paraId="3367E3F0" w14:textId="77777777" w:rsidR="00B77E03" w:rsidRDefault="0024252B" w:rsidP="00B77E03">
      <w:r w:rsidRPr="002813C1">
        <w:t>D</w:t>
      </w:r>
      <w:r w:rsidR="00B77E03">
        <w:t>’</w:t>
      </w:r>
      <w:r w:rsidRPr="002813C1">
        <w:t>un geste cordial son patron le retint</w:t>
      </w:r>
      <w:r w:rsidR="00B77E03">
        <w:t>.</w:t>
      </w:r>
    </w:p>
    <w:p w14:paraId="26B30952" w14:textId="77777777" w:rsidR="00B77E03" w:rsidRDefault="00B77E03" w:rsidP="00B77E03">
      <w:r>
        <w:t>— </w:t>
      </w:r>
      <w:r w:rsidR="0024252B" w:rsidRPr="002813C1">
        <w:t>Restez</w:t>
      </w:r>
      <w:r>
        <w:t xml:space="preserve">, </w:t>
      </w:r>
      <w:r w:rsidR="0024252B" w:rsidRPr="002813C1">
        <w:t>Victor</w:t>
      </w:r>
      <w:r>
        <w:t>…</w:t>
      </w:r>
    </w:p>
    <w:p w14:paraId="733196DE" w14:textId="4BBDE44C" w:rsidR="00B77E03" w:rsidRDefault="0024252B" w:rsidP="00B77E03">
      <w:r w:rsidRPr="002813C1">
        <w:lastRenderedPageBreak/>
        <w:t xml:space="preserve">Et se retournant vers </w:t>
      </w:r>
      <w:r w:rsidR="00B77E03">
        <w:t>M</w:t>
      </w:r>
      <w:r w:rsidR="00B77E03" w:rsidRPr="00B77E03">
        <w:rPr>
          <w:vertAlign w:val="superscript"/>
        </w:rPr>
        <w:t>lle</w:t>
      </w:r>
      <w:r w:rsidR="00B77E03">
        <w:t> </w:t>
      </w:r>
      <w:r w:rsidRPr="002813C1">
        <w:t>Marguerite</w:t>
      </w:r>
      <w:r w:rsidR="00B77E03">
        <w:t> :</w:t>
      </w:r>
    </w:p>
    <w:p w14:paraId="4FCF81CE" w14:textId="77777777" w:rsidR="00B77E03" w:rsidRDefault="00B77E03" w:rsidP="00B77E03">
      <w:r>
        <w:t>— </w:t>
      </w:r>
      <w:r w:rsidR="0024252B" w:rsidRPr="002813C1">
        <w:t>Vous n</w:t>
      </w:r>
      <w:r>
        <w:t>’</w:t>
      </w:r>
      <w:r w:rsidR="0024252B" w:rsidRPr="002813C1">
        <w:t>avez rien à craindre de la discrétion de ce brave garçon</w:t>
      </w:r>
      <w:r>
        <w:t xml:space="preserve">, </w:t>
      </w:r>
      <w:r w:rsidR="0024252B" w:rsidRPr="002813C1">
        <w:t>mademoiselle</w:t>
      </w:r>
      <w:r>
        <w:t xml:space="preserve">, </w:t>
      </w:r>
      <w:r w:rsidR="0024252B" w:rsidRPr="002813C1">
        <w:t>prononça-t-il</w:t>
      </w:r>
      <w:r>
        <w:t xml:space="preserve">… </w:t>
      </w:r>
      <w:r w:rsidR="0024252B" w:rsidRPr="002813C1">
        <w:t>J</w:t>
      </w:r>
      <w:r>
        <w:t>’</w:t>
      </w:r>
      <w:r w:rsidR="0024252B" w:rsidRPr="002813C1">
        <w:t>ai dû le mettre au courant de tout</w:t>
      </w:r>
      <w:r>
        <w:t xml:space="preserve"> ; </w:t>
      </w:r>
      <w:r w:rsidR="0024252B" w:rsidRPr="002813C1">
        <w:t>et déjà il s</w:t>
      </w:r>
      <w:r>
        <w:t>’</w:t>
      </w:r>
      <w:r w:rsidR="0024252B" w:rsidRPr="002813C1">
        <w:t>est employé fort activement</w:t>
      </w:r>
      <w:r>
        <w:t xml:space="preserve">, </w:t>
      </w:r>
      <w:r w:rsidR="0024252B" w:rsidRPr="002813C1">
        <w:t>et non sans d</w:t>
      </w:r>
      <w:r>
        <w:t>’</w:t>
      </w:r>
      <w:r w:rsidR="0024252B" w:rsidRPr="002813C1">
        <w:t>heureux résultats</w:t>
      </w:r>
      <w:r>
        <w:t xml:space="preserve">, </w:t>
      </w:r>
      <w:r w:rsidR="0024252B" w:rsidRPr="002813C1">
        <w:t>à votre service</w:t>
      </w:r>
      <w:r>
        <w:t>.</w:t>
      </w:r>
    </w:p>
    <w:p w14:paraId="139E72B8" w14:textId="77777777" w:rsidR="00B77E03" w:rsidRDefault="00B77E03" w:rsidP="00B77E03">
      <w:r>
        <w:t>— </w:t>
      </w:r>
      <w:r w:rsidR="0024252B" w:rsidRPr="002813C1">
        <w:t>Je ne vous comprends pas</w:t>
      </w:r>
      <w:r>
        <w:t xml:space="preserve">, </w:t>
      </w:r>
      <w:r w:rsidR="0024252B" w:rsidRPr="002813C1">
        <w:t>monsieur</w:t>
      </w:r>
      <w:r>
        <w:t xml:space="preserve">, </w:t>
      </w:r>
      <w:r w:rsidR="0024252B" w:rsidRPr="002813C1">
        <w:t>balbutia la jeune fille</w:t>
      </w:r>
      <w:r>
        <w:t>.</w:t>
      </w:r>
    </w:p>
    <w:p w14:paraId="2E47BE71" w14:textId="66B39D17" w:rsidR="00B77E03" w:rsidRDefault="0024252B" w:rsidP="00B77E03">
      <w:r w:rsidRPr="002813C1">
        <w:t xml:space="preserve">Le plus agréable sourire voltigeait sur les lèvres du </w:t>
      </w:r>
      <w:r w:rsidR="00B77E03">
        <w:t>« </w:t>
      </w:r>
      <w:r w:rsidRPr="002813C1">
        <w:t>dénicheur d</w:t>
      </w:r>
      <w:r w:rsidR="00B77E03">
        <w:t>’</w:t>
      </w:r>
      <w:r w:rsidRPr="002813C1">
        <w:t>héritiers</w:t>
      </w:r>
      <w:r w:rsidR="00B77E03">
        <w:t>. »</w:t>
      </w:r>
    </w:p>
    <w:p w14:paraId="64B8540D" w14:textId="77777777" w:rsidR="00B77E03" w:rsidRDefault="00B77E03" w:rsidP="00B77E03">
      <w:r>
        <w:t>— </w:t>
      </w:r>
      <w:r w:rsidR="0024252B" w:rsidRPr="002813C1">
        <w:t>C</w:t>
      </w:r>
      <w:r>
        <w:t>’</w:t>
      </w:r>
      <w:r w:rsidR="0024252B" w:rsidRPr="002813C1">
        <w:t>est que je me suis déjà occupé de vous</w:t>
      </w:r>
      <w:r>
        <w:t xml:space="preserve">, </w:t>
      </w:r>
      <w:r w:rsidR="0024252B" w:rsidRPr="002813C1">
        <w:t>mademoiselle</w:t>
      </w:r>
      <w:r>
        <w:t xml:space="preserve">, </w:t>
      </w:r>
      <w:r w:rsidR="0024252B" w:rsidRPr="002813C1">
        <w:t>dit-il</w:t>
      </w:r>
      <w:r>
        <w:t xml:space="preserve">. </w:t>
      </w:r>
      <w:r w:rsidR="0024252B" w:rsidRPr="002813C1">
        <w:t>Une heure après la réception de votre lettre</w:t>
      </w:r>
      <w:r>
        <w:t xml:space="preserve">, </w:t>
      </w:r>
      <w:r w:rsidR="0024252B" w:rsidRPr="002813C1">
        <w:t>j</w:t>
      </w:r>
      <w:r>
        <w:t>’</w:t>
      </w:r>
      <w:r w:rsidR="0024252B" w:rsidRPr="002813C1">
        <w:t>étais déjà en campagne</w:t>
      </w:r>
      <w:r>
        <w:t>.</w:t>
      </w:r>
    </w:p>
    <w:p w14:paraId="7BAA71E6" w14:textId="77777777" w:rsidR="00B77E03" w:rsidRDefault="00B77E03" w:rsidP="00B77E03">
      <w:r>
        <w:t>— </w:t>
      </w:r>
      <w:r w:rsidR="0024252B" w:rsidRPr="002813C1">
        <w:t>Cependant je ne vous disais rien</w:t>
      </w:r>
      <w:r>
        <w:t>…</w:t>
      </w:r>
    </w:p>
    <w:p w14:paraId="446BB6FC" w14:textId="77777777" w:rsidR="00B77E03" w:rsidRDefault="00B77E03" w:rsidP="00B77E03">
      <w:r>
        <w:t>— </w:t>
      </w:r>
      <w:r w:rsidR="0024252B" w:rsidRPr="002813C1">
        <w:t>De ce que vous attendiez de moi</w:t>
      </w:r>
      <w:r>
        <w:t xml:space="preserve">, </w:t>
      </w:r>
      <w:r w:rsidR="0024252B" w:rsidRPr="002813C1">
        <w:t>c</w:t>
      </w:r>
      <w:r>
        <w:t>’</w:t>
      </w:r>
      <w:r w:rsidR="0024252B" w:rsidRPr="002813C1">
        <w:t>est vrai</w:t>
      </w:r>
      <w:r>
        <w:t xml:space="preserve">. </w:t>
      </w:r>
      <w:r w:rsidR="0024252B" w:rsidRPr="002813C1">
        <w:t>Mais je me suis permis de le soupçonner</w:t>
      </w:r>
      <w:r>
        <w:t>…</w:t>
      </w:r>
    </w:p>
    <w:p w14:paraId="07DC3538" w14:textId="77777777" w:rsidR="00B77E03" w:rsidRDefault="00B77E03" w:rsidP="00B77E03">
      <w:r>
        <w:t>— </w:t>
      </w:r>
      <w:r w:rsidR="0024252B" w:rsidRPr="002813C1">
        <w:t>Ah</w:t>
      </w:r>
      <w:r>
        <w:t> !…</w:t>
      </w:r>
    </w:p>
    <w:p w14:paraId="5C2C8EA2" w14:textId="48A4A744" w:rsidR="00B77E03" w:rsidRDefault="00B77E03" w:rsidP="00B77E03">
      <w:r>
        <w:t>— </w:t>
      </w:r>
      <w:r w:rsidR="0024252B" w:rsidRPr="002813C1">
        <w:t>C</w:t>
      </w:r>
      <w:r>
        <w:t>’</w:t>
      </w:r>
      <w:r w:rsidR="0024252B" w:rsidRPr="002813C1">
        <w:t>est ainsi</w:t>
      </w:r>
      <w:r>
        <w:t xml:space="preserve">… </w:t>
      </w:r>
      <w:r w:rsidR="0024252B" w:rsidRPr="002813C1">
        <w:t>J</w:t>
      </w:r>
      <w:r>
        <w:t>’</w:t>
      </w:r>
      <w:r w:rsidR="0024252B" w:rsidRPr="002813C1">
        <w:t>ai cru deviner que vous comptez sur mon expérience</w:t>
      </w:r>
      <w:r>
        <w:t xml:space="preserve">, </w:t>
      </w:r>
      <w:r w:rsidR="0024252B" w:rsidRPr="002813C1">
        <w:t>sur mes faibles talents</w:t>
      </w:r>
      <w:r>
        <w:t xml:space="preserve">, </w:t>
      </w:r>
      <w:r w:rsidR="0024252B" w:rsidRPr="002813C1">
        <w:t>pour réhabiliter un innocent odieusement calomnié</w:t>
      </w:r>
      <w:r>
        <w:t>, M. </w:t>
      </w:r>
      <w:r w:rsidR="0024252B" w:rsidRPr="002813C1">
        <w:t xml:space="preserve">Pascal </w:t>
      </w:r>
      <w:proofErr w:type="spellStart"/>
      <w:r w:rsidR="0024252B" w:rsidRPr="002813C1">
        <w:t>Férailleur</w:t>
      </w:r>
      <w:proofErr w:type="spellEnd"/>
      <w:r>
        <w:t xml:space="preserve">, </w:t>
      </w:r>
      <w:r w:rsidR="0024252B" w:rsidRPr="002813C1">
        <w:t>avocat</w:t>
      </w:r>
      <w:r>
        <w:t>…</w:t>
      </w:r>
    </w:p>
    <w:p w14:paraId="332C53D5" w14:textId="77777777" w:rsidR="00B77E03" w:rsidRDefault="0024252B" w:rsidP="00B77E03">
      <w:r w:rsidRPr="002813C1">
        <w:t>Elle se dressa tout d</w:t>
      </w:r>
      <w:r w:rsidR="00B77E03">
        <w:t>’</w:t>
      </w:r>
      <w:r w:rsidRPr="002813C1">
        <w:t>une pièce</w:t>
      </w:r>
      <w:r w:rsidR="00B77E03">
        <w:t xml:space="preserve">, </w:t>
      </w:r>
      <w:r w:rsidRPr="002813C1">
        <w:t>et véritablement bouleversée et effrayée</w:t>
      </w:r>
      <w:r w:rsidR="00B77E03">
        <w:t> :</w:t>
      </w:r>
    </w:p>
    <w:p w14:paraId="7188CA96" w14:textId="77777777" w:rsidR="00B77E03" w:rsidRDefault="00B77E03" w:rsidP="00B77E03">
      <w:r>
        <w:t>— </w:t>
      </w:r>
      <w:r w:rsidR="0024252B" w:rsidRPr="002813C1">
        <w:t>Comment savez-vous cela</w:t>
      </w:r>
      <w:r>
        <w:t xml:space="preserve"> !… </w:t>
      </w:r>
      <w:r w:rsidR="0024252B" w:rsidRPr="002813C1">
        <w:t>s</w:t>
      </w:r>
      <w:r>
        <w:t>’</w:t>
      </w:r>
      <w:r w:rsidR="0024252B" w:rsidRPr="002813C1">
        <w:t>écria-t-elle</w:t>
      </w:r>
      <w:r>
        <w:t>.</w:t>
      </w:r>
    </w:p>
    <w:p w14:paraId="0F3A123F" w14:textId="0E1E77BA" w:rsidR="00B77E03" w:rsidRDefault="00B77E03" w:rsidP="00B77E03">
      <w:r>
        <w:t>M. </w:t>
      </w:r>
      <w:r w:rsidR="0024252B" w:rsidRPr="002813C1">
        <w:t>Fortunat avait quitté son fauteuil</w:t>
      </w:r>
      <w:r>
        <w:t xml:space="preserve">, </w:t>
      </w:r>
      <w:r w:rsidR="0024252B" w:rsidRPr="002813C1">
        <w:t>et debout</w:t>
      </w:r>
      <w:r>
        <w:t xml:space="preserve">, </w:t>
      </w:r>
      <w:r w:rsidR="0024252B" w:rsidRPr="002813C1">
        <w:t>adossé à la cheminée</w:t>
      </w:r>
      <w:r>
        <w:t xml:space="preserve">, </w:t>
      </w:r>
      <w:r w:rsidR="0024252B" w:rsidRPr="002813C1">
        <w:t>dans la pose qu</w:t>
      </w:r>
      <w:r>
        <w:t>’</w:t>
      </w:r>
      <w:r w:rsidR="0024252B" w:rsidRPr="002813C1">
        <w:t>il estimait lui être le plus avantageuse</w:t>
      </w:r>
      <w:r>
        <w:t xml:space="preserve">, </w:t>
      </w:r>
      <w:r w:rsidR="0024252B" w:rsidRPr="002813C1">
        <w:t>le pouce dans l</w:t>
      </w:r>
      <w:r>
        <w:t>’</w:t>
      </w:r>
      <w:r w:rsidR="0024252B" w:rsidRPr="002813C1">
        <w:t>entournure de son gilet</w:t>
      </w:r>
      <w:r>
        <w:t xml:space="preserve">, </w:t>
      </w:r>
      <w:r w:rsidR="0024252B" w:rsidRPr="002813C1">
        <w:t>d</w:t>
      </w:r>
      <w:r>
        <w:t>’</w:t>
      </w:r>
      <w:r w:rsidR="0024252B" w:rsidRPr="002813C1">
        <w:t>un ton de prestidigitateur expliquant ses merveilles</w:t>
      </w:r>
      <w:r>
        <w:t xml:space="preserve">, </w:t>
      </w:r>
      <w:r w:rsidR="0024252B" w:rsidRPr="002813C1">
        <w:t>il répondit</w:t>
      </w:r>
      <w:r>
        <w:t> :</w:t>
      </w:r>
    </w:p>
    <w:p w14:paraId="7ED88683" w14:textId="77777777" w:rsidR="00B77E03" w:rsidRDefault="00B77E03" w:rsidP="00B77E03">
      <w:r>
        <w:lastRenderedPageBreak/>
        <w:t>— </w:t>
      </w:r>
      <w:r w:rsidR="0024252B" w:rsidRPr="002813C1">
        <w:t>Eh</w:t>
      </w:r>
      <w:r>
        <w:t xml:space="preserve"> ! </w:t>
      </w:r>
      <w:r w:rsidR="0024252B" w:rsidRPr="002813C1">
        <w:t>mon Dieu</w:t>
      </w:r>
      <w:r>
        <w:t xml:space="preserve"> !… </w:t>
      </w:r>
      <w:r w:rsidR="0024252B" w:rsidRPr="002813C1">
        <w:t>Rien de si simple</w:t>
      </w:r>
      <w:r>
        <w:t xml:space="preserve">… </w:t>
      </w:r>
      <w:r w:rsidR="0024252B" w:rsidRPr="002813C1">
        <w:t>Pénétrer les intentions des personnes qui daignent m</w:t>
      </w:r>
      <w:r>
        <w:t>’</w:t>
      </w:r>
      <w:r w:rsidR="0024252B" w:rsidRPr="002813C1">
        <w:t>honorer de leur confiance</w:t>
      </w:r>
      <w:r>
        <w:t xml:space="preserve">, </w:t>
      </w:r>
      <w:r w:rsidR="0024252B" w:rsidRPr="002813C1">
        <w:t>est l</w:t>
      </w:r>
      <w:r>
        <w:t>’</w:t>
      </w:r>
      <w:r w:rsidR="0024252B" w:rsidRPr="002813C1">
        <w:t>essence même de la difficile et délicate profession que j</w:t>
      </w:r>
      <w:r>
        <w:t>’</w:t>
      </w:r>
      <w:r w:rsidR="0024252B" w:rsidRPr="002813C1">
        <w:t>exerce</w:t>
      </w:r>
      <w:r>
        <w:t xml:space="preserve">… </w:t>
      </w:r>
      <w:r w:rsidR="0024252B" w:rsidRPr="002813C1">
        <w:t>Ainsi donc</w:t>
      </w:r>
      <w:r>
        <w:t xml:space="preserve">, </w:t>
      </w:r>
      <w:r w:rsidR="0024252B" w:rsidRPr="002813C1">
        <w:t>mes hypothèses sont justes</w:t>
      </w:r>
      <w:r>
        <w:t xml:space="preserve">, </w:t>
      </w:r>
      <w:r w:rsidR="0024252B" w:rsidRPr="002813C1">
        <w:t>vous ne dites pas le contraire</w:t>
      </w:r>
      <w:r>
        <w:t> ?…</w:t>
      </w:r>
    </w:p>
    <w:p w14:paraId="3A5F55FB" w14:textId="59E9051A" w:rsidR="00B77E03" w:rsidRDefault="0024252B" w:rsidP="00B77E03">
      <w:r w:rsidRPr="002813C1">
        <w:t>Elle ne disait rien</w:t>
      </w:r>
      <w:r w:rsidR="00B77E03">
        <w:t xml:space="preserve">. </w:t>
      </w:r>
      <w:r w:rsidRPr="002813C1">
        <w:t>Le premier saisissement passé</w:t>
      </w:r>
      <w:r w:rsidR="00B77E03">
        <w:t xml:space="preserve">, </w:t>
      </w:r>
      <w:r w:rsidRPr="002813C1">
        <w:t>elle s</w:t>
      </w:r>
      <w:r w:rsidR="00B77E03">
        <w:t>’</w:t>
      </w:r>
      <w:r w:rsidRPr="002813C1">
        <w:t xml:space="preserve">épuisait à chercher une explication plausible des informations de </w:t>
      </w:r>
      <w:r w:rsidR="00B77E03">
        <w:t>M. </w:t>
      </w:r>
      <w:r w:rsidRPr="002813C1">
        <w:t>Fortunat</w:t>
      </w:r>
      <w:r w:rsidR="00B77E03">
        <w:t xml:space="preserve">… </w:t>
      </w:r>
      <w:r w:rsidRPr="002813C1">
        <w:t>Car pour être dupe de son étalage de perspicacité</w:t>
      </w:r>
      <w:r w:rsidR="00B77E03">
        <w:t xml:space="preserve">, </w:t>
      </w:r>
      <w:r w:rsidRPr="002813C1">
        <w:t>elle ne l</w:t>
      </w:r>
      <w:r w:rsidR="00B77E03">
        <w:t>’</w:t>
      </w:r>
      <w:r w:rsidRPr="002813C1">
        <w:t>était aucunement</w:t>
      </w:r>
      <w:r w:rsidR="00B77E03">
        <w:t>.</w:t>
      </w:r>
    </w:p>
    <w:p w14:paraId="1965E9D9" w14:textId="77777777" w:rsidR="00B77E03" w:rsidRDefault="0024252B" w:rsidP="00B77E03">
      <w:r w:rsidRPr="002813C1">
        <w:t>Et lui</w:t>
      </w:r>
      <w:r w:rsidR="00B77E03">
        <w:t xml:space="preserve">, </w:t>
      </w:r>
      <w:r w:rsidRPr="002813C1">
        <w:t>enchanté de l</w:t>
      </w:r>
      <w:r w:rsidR="00B77E03">
        <w:t>’</w:t>
      </w:r>
      <w:r w:rsidRPr="002813C1">
        <w:t>effet qu</w:t>
      </w:r>
      <w:r w:rsidR="00B77E03">
        <w:t>’</w:t>
      </w:r>
      <w:r w:rsidRPr="002813C1">
        <w:t>il produisait</w:t>
      </w:r>
      <w:r w:rsidR="00B77E03">
        <w:t xml:space="preserve">, </w:t>
      </w:r>
      <w:r w:rsidRPr="002813C1">
        <w:t>continuait</w:t>
      </w:r>
      <w:r w:rsidR="00B77E03">
        <w:t> :</w:t>
      </w:r>
    </w:p>
    <w:p w14:paraId="39378AD5" w14:textId="77777777" w:rsidR="00B77E03" w:rsidRDefault="00B77E03" w:rsidP="00B77E03">
      <w:r>
        <w:t>— </w:t>
      </w:r>
      <w:r w:rsidR="0024252B" w:rsidRPr="002813C1">
        <w:t>Réservez votre surprise pour ce qu</w:t>
      </w:r>
      <w:r>
        <w:t>’</w:t>
      </w:r>
      <w:r w:rsidR="0024252B" w:rsidRPr="002813C1">
        <w:t>il me reste à vous apprendre</w:t>
      </w:r>
      <w:r>
        <w:t xml:space="preserve">, </w:t>
      </w:r>
      <w:r w:rsidR="0024252B" w:rsidRPr="002813C1">
        <w:t>mademoiselle</w:t>
      </w:r>
      <w:r>
        <w:t xml:space="preserve">, </w:t>
      </w:r>
      <w:r w:rsidR="0024252B" w:rsidRPr="002813C1">
        <w:t>car j</w:t>
      </w:r>
      <w:r>
        <w:t>’</w:t>
      </w:r>
      <w:r w:rsidR="0024252B" w:rsidRPr="002813C1">
        <w:t>ai découvert bien d</w:t>
      </w:r>
      <w:r>
        <w:t>’</w:t>
      </w:r>
      <w:r w:rsidR="0024252B" w:rsidRPr="002813C1">
        <w:t>autres choses encore</w:t>
      </w:r>
      <w:r>
        <w:t>…</w:t>
      </w:r>
    </w:p>
    <w:p w14:paraId="02F1A292" w14:textId="119AA8B6" w:rsidR="00B77E03" w:rsidRDefault="0024252B" w:rsidP="00B77E03">
      <w:r w:rsidRPr="002813C1">
        <w:t>Tenez</w:t>
      </w:r>
      <w:r w:rsidR="00B77E03">
        <w:t xml:space="preserve">, </w:t>
      </w:r>
      <w:r w:rsidRPr="002813C1">
        <w:t>c</w:t>
      </w:r>
      <w:r w:rsidR="00B77E03">
        <w:t>’</w:t>
      </w:r>
      <w:r w:rsidRPr="002813C1">
        <w:t>est votre bon ange qui vous a inspiré l</w:t>
      </w:r>
      <w:r w:rsidR="00B77E03">
        <w:t>’</w:t>
      </w:r>
      <w:r w:rsidRPr="002813C1">
        <w:t>idée de recourir à moi</w:t>
      </w:r>
      <w:r w:rsidR="00B77E03">
        <w:t xml:space="preserve">… </w:t>
      </w:r>
      <w:r w:rsidRPr="002813C1">
        <w:t>Vous frémirez quand vous saurez de quels dangers vous avez été menacée</w:t>
      </w:r>
      <w:r w:rsidR="00B77E03">
        <w:t xml:space="preserve">… </w:t>
      </w:r>
      <w:r w:rsidRPr="002813C1">
        <w:t>Mais</w:t>
      </w:r>
      <w:r w:rsidR="00B77E03">
        <w:t xml:space="preserve">, </w:t>
      </w:r>
      <w:r w:rsidRPr="002813C1">
        <w:t>maintenant</w:t>
      </w:r>
      <w:r w:rsidR="00B77E03">
        <w:t xml:space="preserve">, </w:t>
      </w:r>
      <w:r w:rsidRPr="002813C1">
        <w:t>plus rien à craindre</w:t>
      </w:r>
      <w:r w:rsidR="00B77E03">
        <w:t xml:space="preserve"> : </w:t>
      </w:r>
      <w:r w:rsidRPr="002813C1">
        <w:t>je veille</w:t>
      </w:r>
      <w:r w:rsidR="00B77E03">
        <w:t xml:space="preserve">… </w:t>
      </w:r>
      <w:r w:rsidRPr="002813C1">
        <w:t>Je suis là</w:t>
      </w:r>
      <w:r w:rsidR="00B77E03">
        <w:t xml:space="preserve">, </w:t>
      </w:r>
      <w:r w:rsidRPr="002813C1">
        <w:t>et je tiens tous les fils de l</w:t>
      </w:r>
      <w:r w:rsidR="00B77E03">
        <w:t>’</w:t>
      </w:r>
      <w:r w:rsidRPr="002813C1">
        <w:t>audacieuse intrigue ourdie contre vous</w:t>
      </w:r>
      <w:r w:rsidR="00B77E03">
        <w:t xml:space="preserve">… </w:t>
      </w:r>
      <w:r w:rsidRPr="002813C1">
        <w:t>Car c</w:t>
      </w:r>
      <w:r w:rsidR="00B77E03">
        <w:t>’</w:t>
      </w:r>
      <w:r w:rsidRPr="002813C1">
        <w:t>est à vous</w:t>
      </w:r>
      <w:r w:rsidR="00B77E03">
        <w:t xml:space="preserve">, </w:t>
      </w:r>
      <w:r w:rsidRPr="002813C1">
        <w:t>à votre personne</w:t>
      </w:r>
      <w:r w:rsidR="00B77E03">
        <w:t xml:space="preserve">, </w:t>
      </w:r>
      <w:r w:rsidRPr="002813C1">
        <w:t>à votre fortune qu</w:t>
      </w:r>
      <w:r w:rsidR="00B77E03">
        <w:t>’</w:t>
      </w:r>
      <w:r w:rsidRPr="002813C1">
        <w:t>on en voulait</w:t>
      </w:r>
      <w:r w:rsidR="00B77E03">
        <w:t xml:space="preserve">… </w:t>
      </w:r>
      <w:r w:rsidRPr="002813C1">
        <w:t>C</w:t>
      </w:r>
      <w:r w:rsidR="00B77E03">
        <w:t>’</w:t>
      </w:r>
      <w:r w:rsidRPr="002813C1">
        <w:t xml:space="preserve">est à cause de vous seule que </w:t>
      </w:r>
      <w:r w:rsidR="00B77E03">
        <w:t>M. </w:t>
      </w:r>
      <w:proofErr w:type="spellStart"/>
      <w:r w:rsidRPr="002813C1">
        <w:t>Férailleur</w:t>
      </w:r>
      <w:proofErr w:type="spellEnd"/>
      <w:r w:rsidRPr="002813C1">
        <w:t xml:space="preserve"> a été lâchement frappé</w:t>
      </w:r>
      <w:r w:rsidR="00B77E03">
        <w:t xml:space="preserve">… </w:t>
      </w:r>
      <w:r w:rsidRPr="002813C1">
        <w:t>Et je puis vous dire</w:t>
      </w:r>
      <w:r w:rsidR="00B77E03">
        <w:t xml:space="preserve">, </w:t>
      </w:r>
      <w:r w:rsidRPr="002813C1">
        <w:t>moi</w:t>
      </w:r>
      <w:r w:rsidR="00B77E03">
        <w:t xml:space="preserve">, </w:t>
      </w:r>
      <w:r w:rsidRPr="002813C1">
        <w:t>le nom des misérables qui l</w:t>
      </w:r>
      <w:r w:rsidR="00B77E03">
        <w:t>’</w:t>
      </w:r>
      <w:r w:rsidRPr="002813C1">
        <w:t>ont perdu</w:t>
      </w:r>
      <w:r w:rsidR="00B77E03">
        <w:t xml:space="preserve">… </w:t>
      </w:r>
      <w:r w:rsidRPr="002813C1">
        <w:t>L</w:t>
      </w:r>
      <w:r w:rsidR="00B77E03">
        <w:t>’</w:t>
      </w:r>
      <w:r w:rsidRPr="002813C1">
        <w:t>idée du crime vient de celui qui y avait le plus puissant intérêt</w:t>
      </w:r>
      <w:r w:rsidR="00B77E03">
        <w:t xml:space="preserve">, </w:t>
      </w:r>
      <w:r w:rsidRPr="002813C1">
        <w:t xml:space="preserve">le marquis de </w:t>
      </w:r>
      <w:proofErr w:type="spellStart"/>
      <w:r w:rsidRPr="002813C1">
        <w:t>Valorsay</w:t>
      </w:r>
      <w:proofErr w:type="spellEnd"/>
      <w:r w:rsidR="00B77E03">
        <w:t xml:space="preserve">… </w:t>
      </w:r>
      <w:r w:rsidRPr="002813C1">
        <w:t>L</w:t>
      </w:r>
      <w:r w:rsidR="00B77E03">
        <w:t>’</w:t>
      </w:r>
      <w:r w:rsidRPr="002813C1">
        <w:t xml:space="preserve">instrument a été un scélérat qui se fait appeler le vicomte de </w:t>
      </w:r>
      <w:proofErr w:type="spellStart"/>
      <w:r w:rsidRPr="002813C1">
        <w:t>Coralth</w:t>
      </w:r>
      <w:proofErr w:type="spellEnd"/>
      <w:r w:rsidR="00B77E03">
        <w:t xml:space="preserve">, </w:t>
      </w:r>
      <w:r w:rsidRPr="002813C1">
        <w:t>et dont Chupin que voilà</w:t>
      </w:r>
      <w:r w:rsidR="00B77E03">
        <w:t xml:space="preserve">, </w:t>
      </w:r>
      <w:r w:rsidRPr="002813C1">
        <w:t>vous dira le vrai nom et le passé honteux</w:t>
      </w:r>
      <w:r w:rsidR="00B77E03">
        <w:t xml:space="preserve">… </w:t>
      </w:r>
      <w:r w:rsidRPr="002813C1">
        <w:t xml:space="preserve">Vous aviez distingué </w:t>
      </w:r>
      <w:r w:rsidR="00B77E03">
        <w:t>M. </w:t>
      </w:r>
      <w:proofErr w:type="spellStart"/>
      <w:r w:rsidRPr="002813C1">
        <w:t>Férailleur</w:t>
      </w:r>
      <w:proofErr w:type="spellEnd"/>
      <w:r w:rsidR="00B77E03">
        <w:t xml:space="preserve">, </w:t>
      </w:r>
      <w:r w:rsidRPr="002813C1">
        <w:t>il fallait qu</w:t>
      </w:r>
      <w:r w:rsidR="00B77E03">
        <w:t>’</w:t>
      </w:r>
      <w:r w:rsidRPr="002813C1">
        <w:t>il disparût</w:t>
      </w:r>
      <w:r w:rsidR="00B77E03">
        <w:t>… M. de </w:t>
      </w:r>
      <w:proofErr w:type="spellStart"/>
      <w:r w:rsidRPr="002813C1">
        <w:t>Chalusse</w:t>
      </w:r>
      <w:proofErr w:type="spellEnd"/>
      <w:r w:rsidRPr="002813C1">
        <w:t xml:space="preserve"> n</w:t>
      </w:r>
      <w:r w:rsidR="00B77E03">
        <w:t>’</w:t>
      </w:r>
      <w:r w:rsidRPr="002813C1">
        <w:t xml:space="preserve">avait-il pas promis votre main à </w:t>
      </w:r>
      <w:r w:rsidR="00B77E03">
        <w:t>M. de </w:t>
      </w:r>
      <w:proofErr w:type="spellStart"/>
      <w:r w:rsidRPr="002813C1">
        <w:t>Valorsay</w:t>
      </w:r>
      <w:proofErr w:type="spellEnd"/>
      <w:r w:rsidR="00B77E03">
        <w:t xml:space="preserve"> ?… </w:t>
      </w:r>
      <w:r w:rsidRPr="002813C1">
        <w:t>Ce mariage était la ressource suprême du marquis</w:t>
      </w:r>
      <w:r w:rsidR="00B77E03">
        <w:t xml:space="preserve">, </w:t>
      </w:r>
      <w:r w:rsidRPr="002813C1">
        <w:t>la planche qui sauve l</w:t>
      </w:r>
      <w:r w:rsidR="00B77E03">
        <w:t>’</w:t>
      </w:r>
      <w:r w:rsidRPr="002813C1">
        <w:t>homme qui se noie</w:t>
      </w:r>
      <w:r w:rsidR="00B77E03">
        <w:t xml:space="preserve">… </w:t>
      </w:r>
      <w:r w:rsidRPr="002813C1">
        <w:t>car il en est à ses dernières gorgées</w:t>
      </w:r>
      <w:r w:rsidR="00B77E03">
        <w:t xml:space="preserve">, </w:t>
      </w:r>
      <w:r w:rsidRPr="002813C1">
        <w:t>le misérable</w:t>
      </w:r>
      <w:r w:rsidR="00B77E03">
        <w:t xml:space="preserve"> !… </w:t>
      </w:r>
      <w:r w:rsidRPr="002813C1">
        <w:t>On le croit riche</w:t>
      </w:r>
      <w:r w:rsidR="00B77E03">
        <w:t xml:space="preserve">, </w:t>
      </w:r>
      <w:r w:rsidRPr="002813C1">
        <w:t>il est ruiné</w:t>
      </w:r>
      <w:r w:rsidR="00B77E03">
        <w:t xml:space="preserve">… </w:t>
      </w:r>
      <w:r w:rsidRPr="002813C1">
        <w:t>Oui</w:t>
      </w:r>
      <w:r w:rsidR="00B77E03">
        <w:t xml:space="preserve">, </w:t>
      </w:r>
      <w:r w:rsidRPr="002813C1">
        <w:t>ruiné de fond en comble</w:t>
      </w:r>
      <w:r w:rsidR="00B77E03">
        <w:t xml:space="preserve">, </w:t>
      </w:r>
      <w:r w:rsidRPr="002813C1">
        <w:t>ruiné à ce point qu</w:t>
      </w:r>
      <w:r w:rsidR="00B77E03">
        <w:t>’</w:t>
      </w:r>
      <w:r w:rsidRPr="002813C1">
        <w:t xml:space="preserve">il </w:t>
      </w:r>
      <w:r w:rsidRPr="002813C1">
        <w:lastRenderedPageBreak/>
        <w:t>songeait à se brûler la cervelle le jour où l</w:t>
      </w:r>
      <w:r w:rsidR="00B77E03">
        <w:t>’</w:t>
      </w:r>
      <w:r w:rsidRPr="002813C1">
        <w:t>espoir lui vint de vous épouser</w:t>
      </w:r>
      <w:r w:rsidR="00B77E03">
        <w:t>…</w:t>
      </w:r>
    </w:p>
    <w:p w14:paraId="2C92BD44" w14:textId="77777777" w:rsidR="00B77E03" w:rsidRDefault="00B77E03" w:rsidP="00B77E03">
      <w:r>
        <w:t>— </w:t>
      </w:r>
      <w:r w:rsidR="0024252B" w:rsidRPr="002813C1">
        <w:t>Allons</w:t>
      </w:r>
      <w:r>
        <w:t xml:space="preserve">, </w:t>
      </w:r>
      <w:r w:rsidR="0024252B" w:rsidRPr="002813C1">
        <w:t>bon</w:t>
      </w:r>
      <w:r>
        <w:t xml:space="preserve"> !… </w:t>
      </w:r>
      <w:r w:rsidR="0024252B" w:rsidRPr="002813C1">
        <w:t>pensa Chupin</w:t>
      </w:r>
      <w:r>
        <w:t xml:space="preserve">, </w:t>
      </w:r>
      <w:r w:rsidR="0024252B" w:rsidRPr="002813C1">
        <w:t>voilà le patron parti</w:t>
      </w:r>
      <w:r>
        <w:t>.</w:t>
      </w:r>
    </w:p>
    <w:p w14:paraId="31E71D4B" w14:textId="77777777" w:rsidR="00B77E03" w:rsidRDefault="0024252B" w:rsidP="00B77E03">
      <w:r w:rsidRPr="002813C1">
        <w:t>C</w:t>
      </w:r>
      <w:r w:rsidR="00B77E03">
        <w:t>’</w:t>
      </w:r>
      <w:r w:rsidRPr="002813C1">
        <w:t>était vrai</w:t>
      </w:r>
      <w:r w:rsidR="00B77E03">
        <w:t>.</w:t>
      </w:r>
    </w:p>
    <w:p w14:paraId="78FDC361" w14:textId="618BA893" w:rsidR="00B77E03" w:rsidRDefault="0024252B" w:rsidP="00B77E03">
      <w:r w:rsidRPr="002813C1">
        <w:t xml:space="preserve">Il suffisait de ce nom de </w:t>
      </w:r>
      <w:proofErr w:type="spellStart"/>
      <w:r w:rsidRPr="002813C1">
        <w:t>Valorsay</w:t>
      </w:r>
      <w:proofErr w:type="spellEnd"/>
      <w:r w:rsidRPr="002813C1">
        <w:t xml:space="preserve"> pour mettre en mouvement toute la bile de </w:t>
      </w:r>
      <w:r w:rsidR="00B77E03">
        <w:t>M. </w:t>
      </w:r>
      <w:r w:rsidRPr="002813C1">
        <w:t>Fortunat</w:t>
      </w:r>
      <w:r w:rsidR="00B77E03">
        <w:t xml:space="preserve">. </w:t>
      </w:r>
      <w:r w:rsidRPr="002813C1">
        <w:t>Au souvenir seul de cet ancien client</w:t>
      </w:r>
      <w:r w:rsidR="00B77E03">
        <w:t xml:space="preserve">, </w:t>
      </w:r>
      <w:r w:rsidRPr="002813C1">
        <w:t>il perdait absolument son sang-froid</w:t>
      </w:r>
      <w:r w:rsidR="00B77E03">
        <w:t xml:space="preserve">, </w:t>
      </w:r>
      <w:r w:rsidRPr="002813C1">
        <w:t>c</w:t>
      </w:r>
      <w:r w:rsidR="00B77E03">
        <w:t>’</w:t>
      </w:r>
      <w:r w:rsidRPr="002813C1">
        <w:t>est-à-dire sa qualité maîtresse</w:t>
      </w:r>
      <w:r w:rsidR="00B77E03">
        <w:t>.</w:t>
      </w:r>
    </w:p>
    <w:p w14:paraId="5F5D7443" w14:textId="6773B07C" w:rsidR="00B77E03" w:rsidRDefault="0024252B" w:rsidP="00B77E03">
      <w:r w:rsidRPr="002813C1">
        <w:t>Sa passion venait de trahir ses calculs</w:t>
      </w:r>
      <w:r w:rsidR="00B77E03">
        <w:t xml:space="preserve">… </w:t>
      </w:r>
      <w:r w:rsidRPr="002813C1">
        <w:t>Que se proposait-il au début</w:t>
      </w:r>
      <w:r w:rsidR="00B77E03">
        <w:t xml:space="preserve"> ?… </w:t>
      </w:r>
      <w:r w:rsidRPr="002813C1">
        <w:t xml:space="preserve">De surprendre </w:t>
      </w:r>
      <w:r w:rsidR="00B77E03">
        <w:t>M</w:t>
      </w:r>
      <w:r w:rsidR="00B77E03" w:rsidRPr="00B77E03">
        <w:rPr>
          <w:vertAlign w:val="superscript"/>
        </w:rPr>
        <w:t>lle</w:t>
      </w:r>
      <w:r w:rsidR="00B77E03">
        <w:t> </w:t>
      </w:r>
      <w:r w:rsidRPr="002813C1">
        <w:t>Marguerite</w:t>
      </w:r>
      <w:r w:rsidR="00B77E03">
        <w:t xml:space="preserve">, </w:t>
      </w:r>
      <w:r w:rsidRPr="002813C1">
        <w:t>de frapper son imagination</w:t>
      </w:r>
      <w:r w:rsidR="00B77E03">
        <w:t xml:space="preserve">, </w:t>
      </w:r>
      <w:r w:rsidRPr="002813C1">
        <w:t>puis de la laisser venir</w:t>
      </w:r>
      <w:r w:rsidR="00B77E03">
        <w:t xml:space="preserve">, </w:t>
      </w:r>
      <w:r w:rsidRPr="002813C1">
        <w:t>de la faire parler sans rien dire</w:t>
      </w:r>
      <w:r w:rsidR="00B77E03">
        <w:t xml:space="preserve">, </w:t>
      </w:r>
      <w:r w:rsidRPr="002813C1">
        <w:t>et de rester quand même le maître de la situation</w:t>
      </w:r>
      <w:r w:rsidR="00B77E03">
        <w:t>.</w:t>
      </w:r>
    </w:p>
    <w:p w14:paraId="43DEB745" w14:textId="77777777" w:rsidR="00B77E03" w:rsidRDefault="0024252B" w:rsidP="00B77E03">
      <w:r w:rsidRPr="002813C1">
        <w:t>Et pas du tout</w:t>
      </w:r>
      <w:r w:rsidR="00B77E03">
        <w:t xml:space="preserve">, </w:t>
      </w:r>
      <w:r w:rsidRPr="002813C1">
        <w:t>il se livrait</w:t>
      </w:r>
      <w:r w:rsidR="00B77E03">
        <w:t>…</w:t>
      </w:r>
    </w:p>
    <w:p w14:paraId="242A8FA7" w14:textId="77777777" w:rsidR="00B77E03" w:rsidRDefault="0024252B" w:rsidP="00B77E03">
      <w:r w:rsidRPr="002813C1">
        <w:t>Il s</w:t>
      </w:r>
      <w:r w:rsidR="00B77E03">
        <w:t>’</w:t>
      </w:r>
      <w:r w:rsidRPr="002813C1">
        <w:t>en aperçut</w:t>
      </w:r>
      <w:r w:rsidR="00B77E03">
        <w:t xml:space="preserve">, </w:t>
      </w:r>
      <w:r w:rsidRPr="002813C1">
        <w:t>mais il était trop tard pour reculer</w:t>
      </w:r>
      <w:r w:rsidR="00B77E03">
        <w:t xml:space="preserve">, </w:t>
      </w:r>
      <w:r w:rsidRPr="002813C1">
        <w:t>il le comprit bien à l</w:t>
      </w:r>
      <w:r w:rsidR="00B77E03">
        <w:t>’</w:t>
      </w:r>
      <w:r w:rsidRPr="002813C1">
        <w:t>ardent regard que la jeune fille dardait sur lui</w:t>
      </w:r>
      <w:r w:rsidR="00B77E03">
        <w:t>.</w:t>
      </w:r>
    </w:p>
    <w:p w14:paraId="16BBAF73" w14:textId="43ACCC82" w:rsidR="00B77E03" w:rsidRDefault="00B77E03" w:rsidP="00B77E03">
      <w:r>
        <w:t>— </w:t>
      </w:r>
      <w:r w:rsidR="0024252B" w:rsidRPr="002813C1">
        <w:t>Comment</w:t>
      </w:r>
      <w:r>
        <w:t xml:space="preserve">, </w:t>
      </w:r>
      <w:r w:rsidR="0024252B" w:rsidRPr="002813C1">
        <w:t xml:space="preserve">le marquis de </w:t>
      </w:r>
      <w:proofErr w:type="spellStart"/>
      <w:r w:rsidR="0024252B" w:rsidRPr="002813C1">
        <w:t>Valorsay</w:t>
      </w:r>
      <w:proofErr w:type="spellEnd"/>
      <w:r w:rsidR="0024252B" w:rsidRPr="002813C1">
        <w:t xml:space="preserve"> n</w:t>
      </w:r>
      <w:r>
        <w:t>’</w:t>
      </w:r>
      <w:r w:rsidR="0024252B" w:rsidRPr="002813C1">
        <w:t>a-t-il pas encore fait le plongeon</w:t>
      </w:r>
      <w:r>
        <w:t xml:space="preserve"> ?… </w:t>
      </w:r>
      <w:r w:rsidR="0024252B" w:rsidRPr="002813C1">
        <w:t>C</w:t>
      </w:r>
      <w:r>
        <w:t>’</w:t>
      </w:r>
      <w:r w:rsidR="0024252B" w:rsidRPr="002813C1">
        <w:t>est pour moi un prodige</w:t>
      </w:r>
      <w:r>
        <w:t xml:space="preserve">… </w:t>
      </w:r>
      <w:r w:rsidR="0024252B" w:rsidRPr="002813C1">
        <w:t>Déjà</w:t>
      </w:r>
      <w:r>
        <w:t xml:space="preserve">, </w:t>
      </w:r>
      <w:r w:rsidR="0024252B" w:rsidRPr="002813C1">
        <w:t>il y a six mois</w:t>
      </w:r>
      <w:r>
        <w:t xml:space="preserve">, </w:t>
      </w:r>
      <w:r w:rsidR="0024252B" w:rsidRPr="002813C1">
        <w:t>ses créanciers menaçaient de l</w:t>
      </w:r>
      <w:r>
        <w:t>’</w:t>
      </w:r>
      <w:r w:rsidR="0024252B" w:rsidRPr="002813C1">
        <w:t>exécuter</w:t>
      </w:r>
      <w:r>
        <w:t xml:space="preserve">… </w:t>
      </w:r>
      <w:r w:rsidR="0024252B" w:rsidRPr="002813C1">
        <w:t>De quelles espérances les berce-t-il</w:t>
      </w:r>
      <w:r>
        <w:t xml:space="preserve">, </w:t>
      </w:r>
      <w:r w:rsidR="0024252B" w:rsidRPr="002813C1">
        <w:t xml:space="preserve">depuis la mort de </w:t>
      </w:r>
      <w:r>
        <w:t>M. de </w:t>
      </w:r>
      <w:proofErr w:type="spellStart"/>
      <w:r w:rsidR="0024252B" w:rsidRPr="002813C1">
        <w:t>Chalusse</w:t>
      </w:r>
      <w:proofErr w:type="spellEnd"/>
      <w:r>
        <w:t xml:space="preserve"> ?… </w:t>
      </w:r>
      <w:r w:rsidR="0024252B" w:rsidRPr="002813C1">
        <w:t>C</w:t>
      </w:r>
      <w:r>
        <w:t>’</w:t>
      </w:r>
      <w:r w:rsidR="0024252B" w:rsidRPr="002813C1">
        <w:t>est ce que je ne puis pénétrer</w:t>
      </w:r>
      <w:r>
        <w:t xml:space="preserve">… </w:t>
      </w:r>
      <w:r w:rsidR="0024252B" w:rsidRPr="002813C1">
        <w:t>Ce qui est certain</w:t>
      </w:r>
      <w:r>
        <w:t xml:space="preserve">, </w:t>
      </w:r>
      <w:r w:rsidR="0024252B" w:rsidRPr="002813C1">
        <w:t>mademoiselle</w:t>
      </w:r>
      <w:r>
        <w:t xml:space="preserve">, </w:t>
      </w:r>
      <w:r w:rsidR="0024252B" w:rsidRPr="002813C1">
        <w:t>c</w:t>
      </w:r>
      <w:r>
        <w:t>’</w:t>
      </w:r>
      <w:r w:rsidR="0024252B" w:rsidRPr="002813C1">
        <w:t>est que le marquis n</w:t>
      </w:r>
      <w:r>
        <w:t>’</w:t>
      </w:r>
      <w:r w:rsidR="0024252B" w:rsidRPr="002813C1">
        <w:t>a pas renoncé à la prétention d</w:t>
      </w:r>
      <w:r>
        <w:t>’</w:t>
      </w:r>
      <w:r w:rsidR="0024252B" w:rsidRPr="002813C1">
        <w:t>être votre mari</w:t>
      </w:r>
      <w:r>
        <w:t xml:space="preserve">, </w:t>
      </w:r>
      <w:r w:rsidR="0024252B" w:rsidRPr="002813C1">
        <w:t>et que pour y arriver</w:t>
      </w:r>
      <w:r>
        <w:t xml:space="preserve">, </w:t>
      </w:r>
      <w:r w:rsidR="0024252B" w:rsidRPr="002813C1">
        <w:t>tous les moyens lui seront bons</w:t>
      </w:r>
      <w:r>
        <w:t xml:space="preserve">, </w:t>
      </w:r>
      <w:r w:rsidR="0024252B" w:rsidRPr="002813C1">
        <w:t>tous</w:t>
      </w:r>
      <w:r>
        <w:t xml:space="preserve">, </w:t>
      </w:r>
      <w:r w:rsidR="0024252B" w:rsidRPr="002813C1">
        <w:t>vous m</w:t>
      </w:r>
      <w:r>
        <w:t>’</w:t>
      </w:r>
      <w:r w:rsidR="0024252B" w:rsidRPr="002813C1">
        <w:t>entendez</w:t>
      </w:r>
      <w:r>
        <w:t>…</w:t>
      </w:r>
    </w:p>
    <w:p w14:paraId="603F31F3" w14:textId="333A48D6" w:rsidR="00B77E03" w:rsidRDefault="0024252B" w:rsidP="00B77E03">
      <w:r w:rsidRPr="002813C1">
        <w:t>Parfaitement maîtresse d</w:t>
      </w:r>
      <w:r w:rsidR="00B77E03">
        <w:t>’</w:t>
      </w:r>
      <w:r w:rsidRPr="002813C1">
        <w:t>elle-même</w:t>
      </w:r>
      <w:r w:rsidR="00B77E03">
        <w:t xml:space="preserve">, </w:t>
      </w:r>
      <w:r w:rsidRPr="002813C1">
        <w:t>désormais</w:t>
      </w:r>
      <w:r w:rsidR="00B77E03">
        <w:t>, M</w:t>
      </w:r>
      <w:r w:rsidR="00B77E03" w:rsidRPr="00B77E03">
        <w:rPr>
          <w:vertAlign w:val="superscript"/>
        </w:rPr>
        <w:t>lle</w:t>
      </w:r>
      <w:r w:rsidR="00B77E03">
        <w:t> </w:t>
      </w:r>
      <w:r w:rsidRPr="002813C1">
        <w:t>Marguerite écoutait d</w:t>
      </w:r>
      <w:r w:rsidR="00B77E03">
        <w:t>’</w:t>
      </w:r>
      <w:r w:rsidRPr="002813C1">
        <w:t>un visage aussi impassible que s</w:t>
      </w:r>
      <w:r w:rsidR="00B77E03">
        <w:t>’</w:t>
      </w:r>
      <w:r w:rsidRPr="002813C1">
        <w:t>il se fût agi d</w:t>
      </w:r>
      <w:r w:rsidR="00B77E03">
        <w:t>’</w:t>
      </w:r>
      <w:r w:rsidRPr="002813C1">
        <w:t>un autre</w:t>
      </w:r>
      <w:r w:rsidR="00B77E03">
        <w:t>…</w:t>
      </w:r>
    </w:p>
    <w:p w14:paraId="14EA914A" w14:textId="2E56D48F" w:rsidR="00B77E03" w:rsidRDefault="0024252B" w:rsidP="00B77E03">
      <w:r w:rsidRPr="002813C1">
        <w:t xml:space="preserve">Et </w:t>
      </w:r>
      <w:r w:rsidR="00B77E03">
        <w:t>M. </w:t>
      </w:r>
      <w:r w:rsidRPr="002813C1">
        <w:t>Fortunat s</w:t>
      </w:r>
      <w:r w:rsidR="00B77E03">
        <w:t>’</w:t>
      </w:r>
      <w:r w:rsidRPr="002813C1">
        <w:t>étant arrêté</w:t>
      </w:r>
      <w:r w:rsidR="00B77E03">
        <w:t> :</w:t>
      </w:r>
    </w:p>
    <w:p w14:paraId="41B7A452" w14:textId="77777777" w:rsidR="00B77E03" w:rsidRDefault="00B77E03" w:rsidP="00B77E03">
      <w:r>
        <w:lastRenderedPageBreak/>
        <w:t>— </w:t>
      </w:r>
      <w:r w:rsidR="0024252B" w:rsidRPr="002813C1">
        <w:t>Je savais tout cela</w:t>
      </w:r>
      <w:r>
        <w:t xml:space="preserve">, </w:t>
      </w:r>
      <w:r w:rsidR="0024252B" w:rsidRPr="002813C1">
        <w:t>fit-elle d</w:t>
      </w:r>
      <w:r>
        <w:t>’</w:t>
      </w:r>
      <w:r w:rsidR="0024252B" w:rsidRPr="002813C1">
        <w:t>un ton glacé</w:t>
      </w:r>
      <w:r>
        <w:t>…</w:t>
      </w:r>
    </w:p>
    <w:p w14:paraId="369CFA18" w14:textId="77777777" w:rsidR="00B77E03" w:rsidRDefault="00B77E03" w:rsidP="00B77E03">
      <w:r>
        <w:t>— </w:t>
      </w:r>
      <w:r w:rsidR="0024252B" w:rsidRPr="002813C1">
        <w:t>Quoi</w:t>
      </w:r>
      <w:r>
        <w:t xml:space="preserve"> !… </w:t>
      </w:r>
      <w:r w:rsidR="0024252B" w:rsidRPr="002813C1">
        <w:t>vous saviez</w:t>
      </w:r>
      <w:r>
        <w:t>…</w:t>
      </w:r>
    </w:p>
    <w:p w14:paraId="2B4D4578" w14:textId="29810432" w:rsidR="00B77E03" w:rsidRDefault="00B77E03" w:rsidP="00B77E03">
      <w:r>
        <w:t>— </w:t>
      </w:r>
      <w:r w:rsidR="0024252B" w:rsidRPr="002813C1">
        <w:t>Oui</w:t>
      </w:r>
      <w:r>
        <w:t xml:space="preserve">. </w:t>
      </w:r>
      <w:r w:rsidR="0024252B" w:rsidRPr="002813C1">
        <w:t>Seulement</w:t>
      </w:r>
      <w:r>
        <w:t xml:space="preserve">, </w:t>
      </w:r>
      <w:r w:rsidR="0024252B" w:rsidRPr="002813C1">
        <w:t>il est une circonstance qui passe mon entendement</w:t>
      </w:r>
      <w:r>
        <w:t xml:space="preserve">… </w:t>
      </w:r>
      <w:r w:rsidR="0024252B" w:rsidRPr="002813C1">
        <w:t xml:space="preserve">Ma dot seule tentait </w:t>
      </w:r>
      <w:r>
        <w:t>M. de </w:t>
      </w:r>
      <w:proofErr w:type="spellStart"/>
      <w:r w:rsidR="0024252B" w:rsidRPr="002813C1">
        <w:t>Valorsay</w:t>
      </w:r>
      <w:proofErr w:type="spellEnd"/>
      <w:r>
        <w:t xml:space="preserve">, </w:t>
      </w:r>
      <w:r w:rsidR="0024252B" w:rsidRPr="002813C1">
        <w:t>n</w:t>
      </w:r>
      <w:r>
        <w:t>’</w:t>
      </w:r>
      <w:r w:rsidR="0024252B" w:rsidRPr="002813C1">
        <w:t>est-ce pas</w:t>
      </w:r>
      <w:r>
        <w:t xml:space="preserve"> ? </w:t>
      </w:r>
      <w:r w:rsidR="0024252B" w:rsidRPr="002813C1">
        <w:t>Pourquoi persiste-t-il à vouloir m</w:t>
      </w:r>
      <w:r>
        <w:t>’</w:t>
      </w:r>
      <w:r w:rsidR="0024252B" w:rsidRPr="002813C1">
        <w:t>épouser</w:t>
      </w:r>
      <w:r>
        <w:t xml:space="preserve">, </w:t>
      </w:r>
      <w:r w:rsidR="0024252B" w:rsidRPr="002813C1">
        <w:t>maintenant que je n</w:t>
      </w:r>
      <w:r>
        <w:t>’</w:t>
      </w:r>
      <w:r w:rsidR="0024252B" w:rsidRPr="002813C1">
        <w:t>ai plus de dot</w:t>
      </w:r>
      <w:r>
        <w:t> ?</w:t>
      </w:r>
    </w:p>
    <w:p w14:paraId="0E770E6A" w14:textId="77777777" w:rsidR="00B77E03" w:rsidRDefault="0024252B" w:rsidP="00B77E03">
      <w:r w:rsidRPr="002813C1">
        <w:t>Peu à peu</w:t>
      </w:r>
      <w:r w:rsidR="00B77E03">
        <w:t xml:space="preserve">, </w:t>
      </w:r>
      <w:r w:rsidRPr="002813C1">
        <w:t xml:space="preserve">le </w:t>
      </w:r>
      <w:r w:rsidR="00B77E03">
        <w:t>« </w:t>
      </w:r>
      <w:r w:rsidRPr="002813C1">
        <w:t>traqueur d</w:t>
      </w:r>
      <w:r w:rsidR="00B77E03">
        <w:t>’</w:t>
      </w:r>
      <w:r w:rsidRPr="002813C1">
        <w:t>héritages</w:t>
      </w:r>
      <w:r w:rsidR="00B77E03">
        <w:t> »</w:t>
      </w:r>
      <w:r w:rsidRPr="002813C1">
        <w:t xml:space="preserve"> avait perdu sa pose avantageuse</w:t>
      </w:r>
      <w:r w:rsidR="00B77E03">
        <w:t>.</w:t>
      </w:r>
    </w:p>
    <w:p w14:paraId="673D604D" w14:textId="49005131" w:rsidR="00B77E03" w:rsidRDefault="00B77E03" w:rsidP="00B77E03">
      <w:r>
        <w:t>— </w:t>
      </w:r>
      <w:r w:rsidR="0024252B" w:rsidRPr="002813C1">
        <w:t>Voilà</w:t>
      </w:r>
      <w:r>
        <w:t xml:space="preserve">, </w:t>
      </w:r>
      <w:r w:rsidR="0024252B" w:rsidRPr="002813C1">
        <w:t>répondit-il</w:t>
      </w:r>
      <w:r>
        <w:t xml:space="preserve">, </w:t>
      </w:r>
      <w:r w:rsidR="0024252B" w:rsidRPr="002813C1">
        <w:t>ce que je me suis demandé tout d</w:t>
      </w:r>
      <w:r>
        <w:t>’</w:t>
      </w:r>
      <w:r w:rsidR="0024252B" w:rsidRPr="002813C1">
        <w:t>abord</w:t>
      </w:r>
      <w:r>
        <w:t xml:space="preserve">… </w:t>
      </w:r>
      <w:r w:rsidR="0024252B" w:rsidRPr="002813C1">
        <w:t>Et j</w:t>
      </w:r>
      <w:r>
        <w:t>’</w:t>
      </w:r>
      <w:r w:rsidR="0024252B" w:rsidRPr="002813C1">
        <w:t>ai</w:t>
      </w:r>
      <w:r>
        <w:t xml:space="preserve">, </w:t>
      </w:r>
      <w:r w:rsidR="0024252B" w:rsidRPr="002813C1">
        <w:t>je le crois</w:t>
      </w:r>
      <w:r>
        <w:t xml:space="preserve">, </w:t>
      </w:r>
      <w:r w:rsidR="0024252B" w:rsidRPr="002813C1">
        <w:t>trouvé la raison</w:t>
      </w:r>
      <w:r>
        <w:t xml:space="preserve">… </w:t>
      </w:r>
      <w:r w:rsidR="0024252B" w:rsidRPr="002813C1">
        <w:t>Oui</w:t>
      </w:r>
      <w:r>
        <w:t xml:space="preserve">, </w:t>
      </w:r>
      <w:r w:rsidR="0024252B" w:rsidRPr="002813C1">
        <w:t xml:space="preserve">je parierais que le marquis a entre les mains une lettre de feu </w:t>
      </w:r>
      <w:r>
        <w:t>M. de </w:t>
      </w:r>
      <w:proofErr w:type="spellStart"/>
      <w:r w:rsidR="0024252B" w:rsidRPr="002813C1">
        <w:t>Chalusse</w:t>
      </w:r>
      <w:proofErr w:type="spellEnd"/>
      <w:r>
        <w:t xml:space="preserve">, </w:t>
      </w:r>
      <w:r w:rsidR="0024252B" w:rsidRPr="002813C1">
        <w:t>un acte</w:t>
      </w:r>
      <w:r>
        <w:t xml:space="preserve">, </w:t>
      </w:r>
      <w:r w:rsidR="0024252B" w:rsidRPr="002813C1">
        <w:t>un testament</w:t>
      </w:r>
      <w:r>
        <w:t xml:space="preserve">, </w:t>
      </w:r>
      <w:r w:rsidR="0024252B" w:rsidRPr="002813C1">
        <w:t>une pièce quelconque</w:t>
      </w:r>
      <w:r>
        <w:t xml:space="preserve">, </w:t>
      </w:r>
      <w:r w:rsidR="0024252B" w:rsidRPr="002813C1">
        <w:t>enfin</w:t>
      </w:r>
      <w:r>
        <w:t xml:space="preserve">, </w:t>
      </w:r>
      <w:r w:rsidR="0024252B" w:rsidRPr="002813C1">
        <w:t>établissant votre naissance</w:t>
      </w:r>
      <w:r>
        <w:t xml:space="preserve">, </w:t>
      </w:r>
      <w:r w:rsidR="0024252B" w:rsidRPr="002813C1">
        <w:t>et par suite vos droits à la succession</w:t>
      </w:r>
      <w:r>
        <w:t>…</w:t>
      </w:r>
    </w:p>
    <w:p w14:paraId="1359B6C0" w14:textId="77777777" w:rsidR="00B77E03" w:rsidRDefault="00B77E03" w:rsidP="00B77E03">
      <w:r>
        <w:t>— </w:t>
      </w:r>
      <w:r w:rsidR="0024252B" w:rsidRPr="002813C1">
        <w:t>Et ces droits</w:t>
      </w:r>
      <w:r>
        <w:t xml:space="preserve">, </w:t>
      </w:r>
      <w:r w:rsidR="0024252B" w:rsidRPr="002813C1">
        <w:t>il les ferait valoir s</w:t>
      </w:r>
      <w:r>
        <w:t>’</w:t>
      </w:r>
      <w:r w:rsidR="0024252B" w:rsidRPr="002813C1">
        <w:t>il était mon mari</w:t>
      </w:r>
      <w:r>
        <w:t> ?…</w:t>
      </w:r>
    </w:p>
    <w:p w14:paraId="5AC47CE4" w14:textId="77777777" w:rsidR="00B77E03" w:rsidRDefault="00B77E03" w:rsidP="00B77E03">
      <w:r>
        <w:t>— </w:t>
      </w:r>
      <w:r w:rsidR="0024252B" w:rsidRPr="002813C1">
        <w:t>Naturellement</w:t>
      </w:r>
      <w:r>
        <w:t>…</w:t>
      </w:r>
    </w:p>
    <w:p w14:paraId="51AF133C" w14:textId="6AA5E414" w:rsidR="00B77E03" w:rsidRDefault="0024252B" w:rsidP="00B77E03">
      <w:r w:rsidRPr="002813C1">
        <w:t xml:space="preserve">De même que </w:t>
      </w:r>
      <w:r w:rsidR="00B77E03">
        <w:t>M. </w:t>
      </w:r>
      <w:r w:rsidRPr="002813C1">
        <w:t>Fortunat</w:t>
      </w:r>
      <w:r w:rsidR="00B77E03">
        <w:t xml:space="preserve">, </w:t>
      </w:r>
      <w:r w:rsidRPr="002813C1">
        <w:t>le vieux juge de paix n</w:t>
      </w:r>
      <w:r w:rsidR="00B77E03">
        <w:t>’</w:t>
      </w:r>
      <w:r w:rsidRPr="002813C1">
        <w:t xml:space="preserve">avait trouvé que cette explication plausible de la conduite de </w:t>
      </w:r>
      <w:r w:rsidR="00B77E03">
        <w:t>M. de </w:t>
      </w:r>
      <w:proofErr w:type="spellStart"/>
      <w:r w:rsidRPr="002813C1">
        <w:t>Valorsay</w:t>
      </w:r>
      <w:proofErr w:type="spellEnd"/>
      <w:r w:rsidR="00B77E03">
        <w:t>.</w:t>
      </w:r>
    </w:p>
    <w:p w14:paraId="424CEFF0" w14:textId="773FE6B9" w:rsidR="00B77E03" w:rsidRDefault="0024252B" w:rsidP="00B77E03">
      <w:r w:rsidRPr="002813C1">
        <w:t xml:space="preserve">Mais </w:t>
      </w:r>
      <w:r w:rsidR="00B77E03">
        <w:t>M</w:t>
      </w:r>
      <w:r w:rsidR="00B77E03" w:rsidRPr="00B77E03">
        <w:rPr>
          <w:vertAlign w:val="superscript"/>
        </w:rPr>
        <w:t>lle</w:t>
      </w:r>
      <w:r w:rsidR="00B77E03">
        <w:t> </w:t>
      </w:r>
      <w:r w:rsidRPr="002813C1">
        <w:t>Marguerite se garda bien d</w:t>
      </w:r>
      <w:r w:rsidR="00B77E03">
        <w:t>’</w:t>
      </w:r>
      <w:r w:rsidRPr="002813C1">
        <w:t>en rien dire</w:t>
      </w:r>
      <w:r w:rsidR="00B77E03">
        <w:t xml:space="preserve">… </w:t>
      </w:r>
      <w:r w:rsidRPr="002813C1">
        <w:t>Payée pour être défiante</w:t>
      </w:r>
      <w:r w:rsidR="00B77E03">
        <w:t xml:space="preserve">, </w:t>
      </w:r>
      <w:r w:rsidRPr="002813C1">
        <w:t>elle n</w:t>
      </w:r>
      <w:r w:rsidR="00B77E03">
        <w:t>’</w:t>
      </w:r>
      <w:r w:rsidRPr="002813C1">
        <w:t>était pas sans s</w:t>
      </w:r>
      <w:r w:rsidR="00B77E03">
        <w:t>’</w:t>
      </w:r>
      <w:r w:rsidRPr="002813C1">
        <w:t>inquiéter du grand intérêt que paraissait lui porter cet homme</w:t>
      </w:r>
      <w:r w:rsidR="00B77E03">
        <w:t xml:space="preserve">… </w:t>
      </w:r>
      <w:r w:rsidRPr="002813C1">
        <w:t>Cela ne dissimulait-il pas quelque piège</w:t>
      </w:r>
      <w:r w:rsidR="00B77E03">
        <w:t xml:space="preserve"> ?… </w:t>
      </w:r>
      <w:r w:rsidRPr="002813C1">
        <w:t>Et elle prenait la résolution que lui n</w:t>
      </w:r>
      <w:r w:rsidR="00B77E03">
        <w:t>’</w:t>
      </w:r>
      <w:r w:rsidRPr="002813C1">
        <w:t>avait pas su tenir</w:t>
      </w:r>
      <w:r w:rsidR="00B77E03">
        <w:t xml:space="preserve">, </w:t>
      </w:r>
      <w:r w:rsidRPr="002813C1">
        <w:t>de le laisser parler et de taire tout ce qu</w:t>
      </w:r>
      <w:r w:rsidR="00B77E03">
        <w:t>’</w:t>
      </w:r>
      <w:r w:rsidRPr="002813C1">
        <w:t>elle savait</w:t>
      </w:r>
      <w:r w:rsidR="00B77E03">
        <w:t>.</w:t>
      </w:r>
    </w:p>
    <w:p w14:paraId="64490DA1" w14:textId="77777777" w:rsidR="00B77E03" w:rsidRDefault="00B77E03" w:rsidP="00B77E03">
      <w:r>
        <w:t>— </w:t>
      </w:r>
      <w:r w:rsidR="0024252B" w:rsidRPr="002813C1">
        <w:t>Peut-être avez-vous raison</w:t>
      </w:r>
      <w:r>
        <w:t xml:space="preserve">, </w:t>
      </w:r>
      <w:r w:rsidR="0024252B" w:rsidRPr="002813C1">
        <w:t>fit-elle</w:t>
      </w:r>
      <w:r>
        <w:t xml:space="preserve">, </w:t>
      </w:r>
      <w:r w:rsidR="0024252B" w:rsidRPr="002813C1">
        <w:t>mais ce que vous avancez il faudrait le prouver</w:t>
      </w:r>
      <w:r>
        <w:t>.</w:t>
      </w:r>
    </w:p>
    <w:p w14:paraId="57F97CC0" w14:textId="77777777" w:rsidR="00B77E03" w:rsidRDefault="00B77E03" w:rsidP="00B77E03">
      <w:r>
        <w:lastRenderedPageBreak/>
        <w:t>— </w:t>
      </w:r>
      <w:r w:rsidR="0024252B" w:rsidRPr="002813C1">
        <w:t xml:space="preserve">Je prouverai que </w:t>
      </w:r>
      <w:proofErr w:type="spellStart"/>
      <w:r w:rsidR="0024252B" w:rsidRPr="002813C1">
        <w:t>Valorsay</w:t>
      </w:r>
      <w:proofErr w:type="spellEnd"/>
      <w:r w:rsidR="0024252B" w:rsidRPr="002813C1">
        <w:t xml:space="preserve"> n</w:t>
      </w:r>
      <w:r>
        <w:t>’</w:t>
      </w:r>
      <w:r w:rsidR="0024252B" w:rsidRPr="002813C1">
        <w:t>a plus un sou vaillant</w:t>
      </w:r>
      <w:r>
        <w:t xml:space="preserve">, </w:t>
      </w:r>
      <w:r w:rsidR="0024252B" w:rsidRPr="002813C1">
        <w:t>qu</w:t>
      </w:r>
      <w:r>
        <w:t>’</w:t>
      </w:r>
      <w:r w:rsidR="0024252B" w:rsidRPr="002813C1">
        <w:t>il ne vit depuis un an que d</w:t>
      </w:r>
      <w:r>
        <w:t>’</w:t>
      </w:r>
      <w:r w:rsidR="0024252B" w:rsidRPr="002813C1">
        <w:t>expédients justiciables de la police correctionnelle</w:t>
      </w:r>
      <w:r>
        <w:t>.</w:t>
      </w:r>
    </w:p>
    <w:p w14:paraId="6ED48B51" w14:textId="77777777" w:rsidR="00B77E03" w:rsidRDefault="00B77E03" w:rsidP="00B77E03">
      <w:r>
        <w:t>— </w:t>
      </w:r>
      <w:r w:rsidR="0024252B" w:rsidRPr="002813C1">
        <w:t>Oh</w:t>
      </w:r>
      <w:r>
        <w:t> !…</w:t>
      </w:r>
    </w:p>
    <w:p w14:paraId="5201975B" w14:textId="502014CC" w:rsidR="00B77E03" w:rsidRDefault="00B77E03" w:rsidP="00B77E03">
      <w:r>
        <w:t>— </w:t>
      </w:r>
      <w:r w:rsidR="0024252B" w:rsidRPr="002813C1">
        <w:t>J</w:t>
      </w:r>
      <w:r>
        <w:t>’</w:t>
      </w:r>
      <w:r w:rsidR="0024252B" w:rsidRPr="002813C1">
        <w:t>établirai qu</w:t>
      </w:r>
      <w:r>
        <w:t>’</w:t>
      </w:r>
      <w:r w:rsidR="0024252B" w:rsidRPr="002813C1">
        <w:t xml:space="preserve">il a tenté de surprendre la bonne foi de </w:t>
      </w:r>
      <w:r>
        <w:t>M. de </w:t>
      </w:r>
      <w:proofErr w:type="spellStart"/>
      <w:r w:rsidR="0024252B" w:rsidRPr="002813C1">
        <w:t>Chalusse</w:t>
      </w:r>
      <w:proofErr w:type="spellEnd"/>
      <w:r w:rsidR="0024252B" w:rsidRPr="002813C1">
        <w:t xml:space="preserve"> par des actes qui constituent de véritables faux</w:t>
      </w:r>
      <w:r>
        <w:t xml:space="preserve">… </w:t>
      </w:r>
      <w:r w:rsidR="0024252B" w:rsidRPr="002813C1">
        <w:t xml:space="preserve">Je démontrerai son entente avec </w:t>
      </w:r>
      <w:r>
        <w:t>M. de </w:t>
      </w:r>
      <w:proofErr w:type="spellStart"/>
      <w:r w:rsidR="0024252B" w:rsidRPr="002813C1">
        <w:t>Coralth</w:t>
      </w:r>
      <w:proofErr w:type="spellEnd"/>
      <w:r w:rsidR="0024252B" w:rsidRPr="002813C1">
        <w:t xml:space="preserve"> pour perdre </w:t>
      </w:r>
      <w:r>
        <w:t>M. </w:t>
      </w:r>
      <w:proofErr w:type="spellStart"/>
      <w:r w:rsidR="0024252B" w:rsidRPr="002813C1">
        <w:t>Férailleur</w:t>
      </w:r>
      <w:proofErr w:type="spellEnd"/>
      <w:r>
        <w:t xml:space="preserve">. </w:t>
      </w:r>
      <w:r w:rsidR="0024252B" w:rsidRPr="002813C1">
        <w:t>Ne sera-ce pas quelque chose</w:t>
      </w:r>
      <w:r>
        <w:t xml:space="preserve">, </w:t>
      </w:r>
      <w:r w:rsidR="0024252B" w:rsidRPr="002813C1">
        <w:t>mademoiselle</w:t>
      </w:r>
      <w:r>
        <w:t> ?…</w:t>
      </w:r>
    </w:p>
    <w:p w14:paraId="1D4C8912" w14:textId="77777777" w:rsidR="00B77E03" w:rsidRDefault="0024252B" w:rsidP="00B77E03">
      <w:r w:rsidRPr="002813C1">
        <w:t>Elle souriait d</w:t>
      </w:r>
      <w:r w:rsidR="00B77E03">
        <w:t>’</w:t>
      </w:r>
      <w:r w:rsidRPr="002813C1">
        <w:t xml:space="preserve">une façon vraiment irritante pour la vanité du </w:t>
      </w:r>
      <w:r w:rsidR="00B77E03">
        <w:t>« </w:t>
      </w:r>
      <w:r w:rsidRPr="002813C1">
        <w:t>chasseur d</w:t>
      </w:r>
      <w:r w:rsidR="00B77E03">
        <w:t>’</w:t>
      </w:r>
      <w:r w:rsidRPr="002813C1">
        <w:t>héritages</w:t>
      </w:r>
      <w:r w:rsidR="00B77E03">
        <w:t>. »</w:t>
      </w:r>
      <w:r w:rsidRPr="002813C1">
        <w:t xml:space="preserve"> Et d</w:t>
      </w:r>
      <w:r w:rsidR="00B77E03">
        <w:t>’</w:t>
      </w:r>
      <w:r w:rsidRPr="002813C1">
        <w:t>un ton d</w:t>
      </w:r>
      <w:r w:rsidR="00B77E03">
        <w:t>’</w:t>
      </w:r>
      <w:r w:rsidRPr="002813C1">
        <w:t>indulgente incrédulité</w:t>
      </w:r>
      <w:r w:rsidR="00B77E03">
        <w:t> :</w:t>
      </w:r>
    </w:p>
    <w:p w14:paraId="747E6DAC" w14:textId="77777777" w:rsidR="00B77E03" w:rsidRDefault="00B77E03" w:rsidP="00B77E03">
      <w:r>
        <w:t>— </w:t>
      </w:r>
      <w:r w:rsidR="0024252B" w:rsidRPr="002813C1">
        <w:t>On dit ces choses-là</w:t>
      </w:r>
      <w:r>
        <w:t xml:space="preserve">, </w:t>
      </w:r>
      <w:r w:rsidR="0024252B" w:rsidRPr="002813C1">
        <w:t>murmura-t-elle</w:t>
      </w:r>
      <w:r>
        <w:t>.</w:t>
      </w:r>
    </w:p>
    <w:p w14:paraId="56A91F5C" w14:textId="739588F9" w:rsidR="00B77E03" w:rsidRDefault="00B77E03" w:rsidP="00B77E03">
      <w:r>
        <w:t>— </w:t>
      </w:r>
      <w:r w:rsidR="0024252B" w:rsidRPr="002813C1">
        <w:t>Et on les fait</w:t>
      </w:r>
      <w:r>
        <w:t xml:space="preserve">, </w:t>
      </w:r>
      <w:r w:rsidR="0024252B" w:rsidRPr="002813C1">
        <w:t xml:space="preserve">reprit vivement </w:t>
      </w:r>
      <w:r>
        <w:t>M. </w:t>
      </w:r>
      <w:r w:rsidR="0024252B" w:rsidRPr="002813C1">
        <w:t>Fortunat</w:t>
      </w:r>
      <w:r>
        <w:t xml:space="preserve">… </w:t>
      </w:r>
      <w:r w:rsidR="0024252B" w:rsidRPr="002813C1">
        <w:t>Quand je promets</w:t>
      </w:r>
      <w:r>
        <w:t xml:space="preserve">, </w:t>
      </w:r>
      <w:r w:rsidR="0024252B" w:rsidRPr="002813C1">
        <w:t>moi</w:t>
      </w:r>
      <w:r>
        <w:t xml:space="preserve">, </w:t>
      </w:r>
      <w:r w:rsidR="0024252B" w:rsidRPr="002813C1">
        <w:t>c</w:t>
      </w:r>
      <w:r>
        <w:t>’</w:t>
      </w:r>
      <w:r w:rsidR="0024252B" w:rsidRPr="002813C1">
        <w:t>est que j</w:t>
      </w:r>
      <w:r>
        <w:t>’</w:t>
      </w:r>
      <w:r w:rsidR="0024252B" w:rsidRPr="002813C1">
        <w:t>ai les moyens de tenir</w:t>
      </w:r>
      <w:r>
        <w:t xml:space="preserve">. </w:t>
      </w:r>
      <w:r w:rsidR="0024252B" w:rsidRPr="002813C1">
        <w:t>On devrait se défendre de toucher une plume</w:t>
      </w:r>
      <w:r>
        <w:t xml:space="preserve">, </w:t>
      </w:r>
      <w:r w:rsidR="0024252B" w:rsidRPr="002813C1">
        <w:t>quand on médite un mauvais coup</w:t>
      </w:r>
      <w:r>
        <w:t xml:space="preserve">… </w:t>
      </w:r>
      <w:r w:rsidR="0024252B" w:rsidRPr="002813C1">
        <w:t>Assurément</w:t>
      </w:r>
      <w:r>
        <w:t xml:space="preserve">, </w:t>
      </w:r>
      <w:r w:rsidR="0024252B" w:rsidRPr="002813C1">
        <w:t>personne n</w:t>
      </w:r>
      <w:r>
        <w:t>’</w:t>
      </w:r>
      <w:r w:rsidR="0024252B" w:rsidRPr="002813C1">
        <w:t>est assez bête pour écrire tout au long le détail de son infamie</w:t>
      </w:r>
      <w:r>
        <w:t xml:space="preserve">… </w:t>
      </w:r>
      <w:r w:rsidR="0024252B" w:rsidRPr="002813C1">
        <w:t>Mais on n</w:t>
      </w:r>
      <w:r>
        <w:t>’</w:t>
      </w:r>
      <w:r w:rsidR="0024252B" w:rsidRPr="002813C1">
        <w:t>est pas toujours sur le qui-vive</w:t>
      </w:r>
      <w:r>
        <w:t xml:space="preserve">… </w:t>
      </w:r>
      <w:r w:rsidR="0024252B" w:rsidRPr="002813C1">
        <w:t>On lâche un mot dans une lettre</w:t>
      </w:r>
      <w:r>
        <w:t xml:space="preserve">, </w:t>
      </w:r>
      <w:r w:rsidR="0024252B" w:rsidRPr="002813C1">
        <w:t>une phrase dans une autre</w:t>
      </w:r>
      <w:r>
        <w:t xml:space="preserve">, </w:t>
      </w:r>
      <w:r w:rsidR="0024252B" w:rsidRPr="002813C1">
        <w:t>une allusion dans une troisième</w:t>
      </w:r>
      <w:r>
        <w:t xml:space="preserve">… </w:t>
      </w:r>
      <w:r w:rsidR="0024252B" w:rsidRPr="002813C1">
        <w:t>Et de ces allusions</w:t>
      </w:r>
      <w:r>
        <w:t xml:space="preserve">, </w:t>
      </w:r>
      <w:r w:rsidR="0024252B" w:rsidRPr="002813C1">
        <w:t>de ces phrases</w:t>
      </w:r>
      <w:r>
        <w:t xml:space="preserve">, </w:t>
      </w:r>
      <w:r w:rsidR="0024252B" w:rsidRPr="002813C1">
        <w:t>de ces mots réunis</w:t>
      </w:r>
      <w:r>
        <w:t xml:space="preserve">, </w:t>
      </w:r>
      <w:r w:rsidR="0024252B" w:rsidRPr="002813C1">
        <w:t>coordonnés</w:t>
      </w:r>
      <w:r>
        <w:t xml:space="preserve">, </w:t>
      </w:r>
      <w:r w:rsidR="0024252B" w:rsidRPr="002813C1">
        <w:t>ajustés</w:t>
      </w:r>
      <w:r>
        <w:t xml:space="preserve">, </w:t>
      </w:r>
      <w:r w:rsidR="0024252B" w:rsidRPr="002813C1">
        <w:t>comparés</w:t>
      </w:r>
      <w:r>
        <w:t xml:space="preserve">, </w:t>
      </w:r>
      <w:r w:rsidR="0024252B" w:rsidRPr="002813C1">
        <w:t>on arrive à faire un petit acte d</w:t>
      </w:r>
      <w:r>
        <w:t>’</w:t>
      </w:r>
      <w:r w:rsidR="0024252B" w:rsidRPr="002813C1">
        <w:t>accusation absolument complet et écrasant d</w:t>
      </w:r>
      <w:r>
        <w:t>’</w:t>
      </w:r>
      <w:r w:rsidR="0024252B" w:rsidRPr="002813C1">
        <w:t>évidence</w:t>
      </w:r>
      <w:r>
        <w:t>…</w:t>
      </w:r>
    </w:p>
    <w:p w14:paraId="7331A103" w14:textId="3C76DB9D" w:rsidR="00B77E03" w:rsidRDefault="0024252B" w:rsidP="00B77E03">
      <w:r w:rsidRPr="002813C1">
        <w:t>Mais il s</w:t>
      </w:r>
      <w:r w:rsidR="00B77E03">
        <w:t>’</w:t>
      </w:r>
      <w:r w:rsidRPr="002813C1">
        <w:t>arrêta</w:t>
      </w:r>
      <w:r w:rsidR="00B77E03">
        <w:t xml:space="preserve">, </w:t>
      </w:r>
      <w:r w:rsidRPr="002813C1">
        <w:t>béant</w:t>
      </w:r>
      <w:r w:rsidR="00B77E03">
        <w:t xml:space="preserve">, </w:t>
      </w:r>
      <w:r w:rsidRPr="002813C1">
        <w:t xml:space="preserve">averti par la physionomie de </w:t>
      </w:r>
      <w:r w:rsidR="00B77E03">
        <w:t>M</w:t>
      </w:r>
      <w:r w:rsidR="00B77E03" w:rsidRPr="00B77E03">
        <w:rPr>
          <w:vertAlign w:val="superscript"/>
        </w:rPr>
        <w:t>lle</w:t>
      </w:r>
      <w:r w:rsidR="00B77E03">
        <w:t> </w:t>
      </w:r>
      <w:r w:rsidRPr="002813C1">
        <w:t>Marguerite de sa nouvelle imprudence</w:t>
      </w:r>
      <w:r w:rsidR="00B77E03">
        <w:t>.</w:t>
      </w:r>
    </w:p>
    <w:p w14:paraId="22826356" w14:textId="77777777" w:rsidR="00B77E03" w:rsidRDefault="0024252B" w:rsidP="00B77E03">
      <w:r w:rsidRPr="002813C1">
        <w:t>Elle s</w:t>
      </w:r>
      <w:r w:rsidR="00B77E03">
        <w:t>’</w:t>
      </w:r>
      <w:r w:rsidRPr="002813C1">
        <w:t>était reculée</w:t>
      </w:r>
      <w:r w:rsidR="00B77E03">
        <w:t xml:space="preserve">, </w:t>
      </w:r>
      <w:r w:rsidRPr="002813C1">
        <w:t>et le toisant</w:t>
      </w:r>
      <w:r w:rsidR="00B77E03">
        <w:t> :</w:t>
      </w:r>
    </w:p>
    <w:p w14:paraId="7D560227" w14:textId="6EB31B9F" w:rsidR="00B77E03" w:rsidRDefault="00B77E03" w:rsidP="00B77E03">
      <w:r>
        <w:t>— </w:t>
      </w:r>
      <w:r w:rsidR="0024252B" w:rsidRPr="002813C1">
        <w:t xml:space="preserve">Vous étiez donc bien avant dans les confidences de </w:t>
      </w:r>
      <w:r>
        <w:t>M. de </w:t>
      </w:r>
      <w:proofErr w:type="spellStart"/>
      <w:r w:rsidR="0024252B" w:rsidRPr="002813C1">
        <w:t>Valorsay</w:t>
      </w:r>
      <w:proofErr w:type="spellEnd"/>
      <w:r>
        <w:t xml:space="preserve">, </w:t>
      </w:r>
      <w:r w:rsidR="0024252B" w:rsidRPr="002813C1">
        <w:t>monsieur</w:t>
      </w:r>
      <w:r>
        <w:t xml:space="preserve"> ! </w:t>
      </w:r>
      <w:r w:rsidR="0024252B" w:rsidRPr="002813C1">
        <w:t>prononça-t-elle</w:t>
      </w:r>
      <w:r>
        <w:t xml:space="preserve">. </w:t>
      </w:r>
      <w:r w:rsidR="0024252B" w:rsidRPr="002813C1">
        <w:t>Jureriez-vous que jamais vous n</w:t>
      </w:r>
      <w:r>
        <w:t>’</w:t>
      </w:r>
      <w:r w:rsidR="0024252B" w:rsidRPr="002813C1">
        <w:t>avez servi ses desseins</w:t>
      </w:r>
      <w:r>
        <w:t> ?</w:t>
      </w:r>
    </w:p>
    <w:p w14:paraId="21336D36" w14:textId="77777777" w:rsidR="00B77E03" w:rsidRDefault="0024252B" w:rsidP="00B77E03">
      <w:r w:rsidRPr="002813C1">
        <w:lastRenderedPageBreak/>
        <w:t>Témoin muet et oublié de cette scène</w:t>
      </w:r>
      <w:r w:rsidR="00B77E03">
        <w:t xml:space="preserve">, </w:t>
      </w:r>
      <w:r w:rsidRPr="002813C1">
        <w:t>Victor Chupin</w:t>
      </w:r>
      <w:r w:rsidR="00B77E03">
        <w:t xml:space="preserve">, </w:t>
      </w:r>
      <w:r w:rsidRPr="002813C1">
        <w:t>intérieurement</w:t>
      </w:r>
      <w:r w:rsidR="00B77E03">
        <w:t xml:space="preserve">, </w:t>
      </w:r>
      <w:r w:rsidRPr="002813C1">
        <w:t>jubilait</w:t>
      </w:r>
      <w:r w:rsidR="00B77E03">
        <w:t>.</w:t>
      </w:r>
    </w:p>
    <w:p w14:paraId="66E3F87F" w14:textId="77777777" w:rsidR="00B77E03" w:rsidRDefault="00B77E03" w:rsidP="00B77E03">
      <w:r>
        <w:t>— </w:t>
      </w:r>
      <w:r w:rsidR="0024252B" w:rsidRPr="002813C1">
        <w:t>Touché</w:t>
      </w:r>
      <w:r>
        <w:t xml:space="preserve"> !… </w:t>
      </w:r>
      <w:r w:rsidR="0024252B" w:rsidRPr="002813C1">
        <w:t>pensait-il</w:t>
      </w:r>
      <w:r>
        <w:t xml:space="preserve">, </w:t>
      </w:r>
      <w:r w:rsidR="0024252B" w:rsidRPr="002813C1">
        <w:t>dans le noir en plein</w:t>
      </w:r>
      <w:r>
        <w:t xml:space="preserve">. </w:t>
      </w:r>
      <w:r w:rsidR="0024252B" w:rsidRPr="002813C1">
        <w:t>Cristi</w:t>
      </w:r>
      <w:r>
        <w:t xml:space="preserve"> ! </w:t>
      </w:r>
      <w:r w:rsidR="0024252B" w:rsidRPr="002813C1">
        <w:t>voilà une femme</w:t>
      </w:r>
      <w:r>
        <w:t xml:space="preserve"> !… </w:t>
      </w:r>
      <w:r w:rsidR="0024252B" w:rsidRPr="002813C1">
        <w:t>Pincé</w:t>
      </w:r>
      <w:r>
        <w:t xml:space="preserve">, </w:t>
      </w:r>
      <w:r w:rsidR="0024252B" w:rsidRPr="002813C1">
        <w:t>le patron</w:t>
      </w:r>
      <w:r>
        <w:t xml:space="preserve">, </w:t>
      </w:r>
      <w:r w:rsidR="0024252B" w:rsidRPr="002813C1">
        <w:t>enfoncé</w:t>
      </w:r>
      <w:r>
        <w:t xml:space="preserve">, </w:t>
      </w:r>
      <w:r w:rsidR="0024252B" w:rsidRPr="002813C1">
        <w:t>roulé</w:t>
      </w:r>
      <w:r>
        <w:t> !</w:t>
      </w:r>
    </w:p>
    <w:p w14:paraId="5336BB7B" w14:textId="77777777" w:rsidR="00B77E03" w:rsidRDefault="0024252B" w:rsidP="00B77E03">
      <w:r w:rsidRPr="002813C1">
        <w:t xml:space="preserve">Le fait est que le </w:t>
      </w:r>
      <w:r w:rsidR="00B77E03">
        <w:t>« </w:t>
      </w:r>
      <w:r w:rsidRPr="002813C1">
        <w:t>dénicheur d</w:t>
      </w:r>
      <w:r w:rsidR="00B77E03">
        <w:t>’</w:t>
      </w:r>
      <w:r w:rsidRPr="002813C1">
        <w:t>héritiers</w:t>
      </w:r>
      <w:r w:rsidR="00B77E03">
        <w:t> »</w:t>
      </w:r>
      <w:r w:rsidRPr="002813C1">
        <w:t xml:space="preserve"> se sentit si bien pris</w:t>
      </w:r>
      <w:r w:rsidR="00B77E03">
        <w:t xml:space="preserve">, </w:t>
      </w:r>
      <w:r w:rsidRPr="002813C1">
        <w:t>qu</w:t>
      </w:r>
      <w:r w:rsidR="00B77E03">
        <w:t>’</w:t>
      </w:r>
      <w:r w:rsidRPr="002813C1">
        <w:t>il n</w:t>
      </w:r>
      <w:r w:rsidR="00B77E03">
        <w:t>’</w:t>
      </w:r>
      <w:r w:rsidRPr="002813C1">
        <w:t>essaya pas de nier</w:t>
      </w:r>
      <w:r w:rsidR="00B77E03">
        <w:t xml:space="preserve">, </w:t>
      </w:r>
      <w:r w:rsidRPr="002813C1">
        <w:t>de nier complètement</w:t>
      </w:r>
      <w:r w:rsidR="00B77E03">
        <w:t xml:space="preserve">, </w:t>
      </w:r>
      <w:r w:rsidRPr="002813C1">
        <w:t>du moins</w:t>
      </w:r>
      <w:r w:rsidR="00B77E03">
        <w:t>…</w:t>
      </w:r>
    </w:p>
    <w:p w14:paraId="5BB1D2CF" w14:textId="36AACF8D" w:rsidR="00B77E03" w:rsidRDefault="00B77E03" w:rsidP="00B77E03">
      <w:r>
        <w:t>— </w:t>
      </w:r>
      <w:r w:rsidR="0024252B" w:rsidRPr="002813C1">
        <w:t>J</w:t>
      </w:r>
      <w:r>
        <w:t>’</w:t>
      </w:r>
      <w:r w:rsidR="0024252B" w:rsidRPr="002813C1">
        <w:t>avoue</w:t>
      </w:r>
      <w:r>
        <w:t xml:space="preserve">, </w:t>
      </w:r>
      <w:r w:rsidR="0024252B" w:rsidRPr="002813C1">
        <w:t>répondit-il</w:t>
      </w:r>
      <w:r>
        <w:t xml:space="preserve">, </w:t>
      </w:r>
      <w:r w:rsidR="0024252B" w:rsidRPr="002813C1">
        <w:t>que j</w:t>
      </w:r>
      <w:r>
        <w:t>’</w:t>
      </w:r>
      <w:r w:rsidR="0024252B" w:rsidRPr="002813C1">
        <w:t xml:space="preserve">ai été assez longtemps le conseil de </w:t>
      </w:r>
      <w:r>
        <w:t>M. de </w:t>
      </w:r>
      <w:proofErr w:type="spellStart"/>
      <w:r w:rsidR="0024252B" w:rsidRPr="002813C1">
        <w:t>Valorsay</w:t>
      </w:r>
      <w:proofErr w:type="spellEnd"/>
      <w:r>
        <w:t xml:space="preserve">… </w:t>
      </w:r>
      <w:r w:rsidR="0024252B" w:rsidRPr="002813C1">
        <w:t>Tant qu</w:t>
      </w:r>
      <w:r>
        <w:t>’</w:t>
      </w:r>
      <w:r w:rsidR="0024252B" w:rsidRPr="002813C1">
        <w:t>il m</w:t>
      </w:r>
      <w:r>
        <w:t>’</w:t>
      </w:r>
      <w:r w:rsidR="0024252B" w:rsidRPr="002813C1">
        <w:t>a parlé de se marier richement pour rétablir sa fortune et de mettre dedans son futur beau-père</w:t>
      </w:r>
      <w:r>
        <w:t xml:space="preserve">… </w:t>
      </w:r>
      <w:r w:rsidR="0024252B" w:rsidRPr="002813C1">
        <w:t>Ma foi</w:t>
      </w:r>
      <w:r>
        <w:t xml:space="preserve"> !… </w:t>
      </w:r>
      <w:r w:rsidR="0024252B" w:rsidRPr="002813C1">
        <w:t>je n</w:t>
      </w:r>
      <w:r>
        <w:t>’</w:t>
      </w:r>
      <w:r w:rsidR="0024252B" w:rsidRPr="002813C1">
        <w:t>y ai pas vu grand mal</w:t>
      </w:r>
      <w:r>
        <w:t xml:space="preserve">… </w:t>
      </w:r>
      <w:r w:rsidR="0024252B" w:rsidRPr="002813C1">
        <w:t>Ce n</w:t>
      </w:r>
      <w:r>
        <w:t>’</w:t>
      </w:r>
      <w:r w:rsidR="0024252B" w:rsidRPr="002813C1">
        <w:t>est peut-être pas strictement honnête</w:t>
      </w:r>
      <w:r>
        <w:t xml:space="preserve">, </w:t>
      </w:r>
      <w:r w:rsidR="0024252B" w:rsidRPr="002813C1">
        <w:t>mais cela se fait tous les jours</w:t>
      </w:r>
      <w:r>
        <w:t xml:space="preserve">… </w:t>
      </w:r>
      <w:r w:rsidR="0024252B" w:rsidRPr="002813C1">
        <w:t>Qu</w:t>
      </w:r>
      <w:r>
        <w:t>’</w:t>
      </w:r>
      <w:r w:rsidR="0024252B" w:rsidRPr="002813C1">
        <w:t>est-ce qu</w:t>
      </w:r>
      <w:r>
        <w:t>’</w:t>
      </w:r>
      <w:r w:rsidR="0024252B" w:rsidRPr="002813C1">
        <w:t>un mariage aujourd</w:t>
      </w:r>
      <w:r>
        <w:t>’</w:t>
      </w:r>
      <w:r w:rsidR="0024252B" w:rsidRPr="002813C1">
        <w:t>hui</w:t>
      </w:r>
      <w:r>
        <w:t xml:space="preserve"> ?… </w:t>
      </w:r>
      <w:r w:rsidR="0024252B" w:rsidRPr="002813C1">
        <w:t>Une affaire</w:t>
      </w:r>
      <w:r>
        <w:t xml:space="preserve">, </w:t>
      </w:r>
      <w:r w:rsidR="0024252B" w:rsidRPr="002813C1">
        <w:t>n</w:t>
      </w:r>
      <w:r>
        <w:t>’</w:t>
      </w:r>
      <w:r w:rsidR="0024252B" w:rsidRPr="002813C1">
        <w:t>est-ce pas</w:t>
      </w:r>
      <w:r>
        <w:t xml:space="preserve">… </w:t>
      </w:r>
      <w:r w:rsidR="0024252B" w:rsidRPr="002813C1">
        <w:t>Or</w:t>
      </w:r>
      <w:r>
        <w:t xml:space="preserve">, </w:t>
      </w:r>
      <w:r w:rsidR="0024252B" w:rsidRPr="002813C1">
        <w:t>qu</w:t>
      </w:r>
      <w:r>
        <w:t>’</w:t>
      </w:r>
      <w:r w:rsidR="0024252B" w:rsidRPr="002813C1">
        <w:t>appelle-t-on une affaire</w:t>
      </w:r>
      <w:r>
        <w:t xml:space="preserve">, </w:t>
      </w:r>
      <w:r w:rsidR="0024252B" w:rsidRPr="002813C1">
        <w:t>sinon une opération où chacune des parties cherche à flouer l</w:t>
      </w:r>
      <w:r>
        <w:t>’</w:t>
      </w:r>
      <w:r w:rsidR="0024252B" w:rsidRPr="002813C1">
        <w:t>autre</w:t>
      </w:r>
      <w:r>
        <w:t xml:space="preserve"> ?… </w:t>
      </w:r>
      <w:r w:rsidR="0024252B" w:rsidRPr="002813C1">
        <w:t>Le beau-père est dupé</w:t>
      </w:r>
      <w:r>
        <w:t xml:space="preserve">, </w:t>
      </w:r>
      <w:r w:rsidR="0024252B" w:rsidRPr="002813C1">
        <w:t>ou le gendre</w:t>
      </w:r>
      <w:r>
        <w:t xml:space="preserve">, </w:t>
      </w:r>
      <w:r w:rsidR="0024252B" w:rsidRPr="002813C1">
        <w:t>ou la femme</w:t>
      </w:r>
      <w:r>
        <w:t xml:space="preserve">, </w:t>
      </w:r>
      <w:r w:rsidR="0024252B" w:rsidRPr="002813C1">
        <w:t>ils le sont parfois tous les trois</w:t>
      </w:r>
      <w:r>
        <w:t xml:space="preserve">, </w:t>
      </w:r>
      <w:r w:rsidR="0024252B" w:rsidRPr="002813C1">
        <w:t>je ne vois pas qu</w:t>
      </w:r>
      <w:r>
        <w:t>’</w:t>
      </w:r>
      <w:r w:rsidR="0024252B" w:rsidRPr="002813C1">
        <w:t>il y ait là de quoi fouetter un chat</w:t>
      </w:r>
      <w:r>
        <w:t xml:space="preserve">… </w:t>
      </w:r>
      <w:r w:rsidR="0024252B" w:rsidRPr="002813C1">
        <w:t>Mais quand j</w:t>
      </w:r>
      <w:r>
        <w:t>’</w:t>
      </w:r>
      <w:r w:rsidR="0024252B" w:rsidRPr="002813C1">
        <w:t>ai vu poindre l</w:t>
      </w:r>
      <w:r>
        <w:t>’</w:t>
      </w:r>
      <w:r w:rsidR="0024252B" w:rsidRPr="002813C1">
        <w:t xml:space="preserve">idée de perdre </w:t>
      </w:r>
      <w:r>
        <w:t>M. </w:t>
      </w:r>
      <w:proofErr w:type="spellStart"/>
      <w:r w:rsidR="0024252B" w:rsidRPr="002813C1">
        <w:t>Férailleur</w:t>
      </w:r>
      <w:proofErr w:type="spellEnd"/>
      <w:r>
        <w:t xml:space="preserve">, </w:t>
      </w:r>
      <w:r w:rsidR="0024252B" w:rsidRPr="002813C1">
        <w:t>halte-là</w:t>
      </w:r>
      <w:r>
        <w:t xml:space="preserve"> !… </w:t>
      </w:r>
      <w:r w:rsidR="0024252B" w:rsidRPr="002813C1">
        <w:t>Ma conscience s</w:t>
      </w:r>
      <w:r>
        <w:t>’</w:t>
      </w:r>
      <w:r w:rsidR="0024252B" w:rsidRPr="002813C1">
        <w:t>est révoltée</w:t>
      </w:r>
      <w:r>
        <w:t xml:space="preserve">… </w:t>
      </w:r>
      <w:r w:rsidR="0024252B" w:rsidRPr="002813C1">
        <w:t>Déshonorer un innocent</w:t>
      </w:r>
      <w:r>
        <w:t xml:space="preserve"> !… </w:t>
      </w:r>
      <w:r w:rsidR="0024252B" w:rsidRPr="002813C1">
        <w:t>C</w:t>
      </w:r>
      <w:r>
        <w:t>’</w:t>
      </w:r>
      <w:r w:rsidR="0024252B" w:rsidRPr="002813C1">
        <w:t>est lâche</w:t>
      </w:r>
      <w:r>
        <w:t xml:space="preserve">, </w:t>
      </w:r>
      <w:r w:rsidR="0024252B" w:rsidRPr="002813C1">
        <w:t>c</w:t>
      </w:r>
      <w:r>
        <w:t>’</w:t>
      </w:r>
      <w:r w:rsidR="0024252B" w:rsidRPr="002813C1">
        <w:t>est bas</w:t>
      </w:r>
      <w:r>
        <w:t xml:space="preserve">, </w:t>
      </w:r>
      <w:r w:rsidR="0024252B" w:rsidRPr="002813C1">
        <w:t>c</w:t>
      </w:r>
      <w:r>
        <w:t>’</w:t>
      </w:r>
      <w:r w:rsidR="0024252B" w:rsidRPr="002813C1">
        <w:t>est sale</w:t>
      </w:r>
      <w:r>
        <w:t xml:space="preserve">, </w:t>
      </w:r>
      <w:r w:rsidR="0024252B" w:rsidRPr="002813C1">
        <w:t>c</w:t>
      </w:r>
      <w:r>
        <w:t>’</w:t>
      </w:r>
      <w:r w:rsidR="0024252B" w:rsidRPr="002813C1">
        <w:t>est canaille</w:t>
      </w:r>
      <w:r>
        <w:t xml:space="preserve"> !… </w:t>
      </w:r>
      <w:r w:rsidR="0024252B" w:rsidRPr="002813C1">
        <w:t>Et n</w:t>
      </w:r>
      <w:r>
        <w:t>’</w:t>
      </w:r>
      <w:r w:rsidR="0024252B" w:rsidRPr="002813C1">
        <w:t>ayant pu empêcher l</w:t>
      </w:r>
      <w:r>
        <w:t>’</w:t>
      </w:r>
      <w:r w:rsidR="0024252B" w:rsidRPr="002813C1">
        <w:t>infamie</w:t>
      </w:r>
      <w:r>
        <w:t xml:space="preserve">, </w:t>
      </w:r>
      <w:r w:rsidR="0024252B" w:rsidRPr="002813C1">
        <w:t>je me suis juré que je la vengerais</w:t>
      </w:r>
      <w:r>
        <w:t>…</w:t>
      </w:r>
    </w:p>
    <w:p w14:paraId="749495B6" w14:textId="79469786" w:rsidR="00B77E03" w:rsidRDefault="00B77E03" w:rsidP="00B77E03">
      <w:r>
        <w:t>M</w:t>
      </w:r>
      <w:r w:rsidRPr="00B77E03">
        <w:rPr>
          <w:vertAlign w:val="superscript"/>
        </w:rPr>
        <w:t>lle</w:t>
      </w:r>
      <w:r>
        <w:t> </w:t>
      </w:r>
      <w:r w:rsidR="0024252B" w:rsidRPr="002813C1">
        <w:t>Marguerite allait-elle accepter cette explication</w:t>
      </w:r>
      <w:r>
        <w:t> ?</w:t>
      </w:r>
    </w:p>
    <w:p w14:paraId="584FCBF7" w14:textId="77777777" w:rsidR="00B77E03" w:rsidRDefault="0024252B" w:rsidP="00B77E03">
      <w:r w:rsidRPr="002813C1">
        <w:t>Chupin en eut peur</w:t>
      </w:r>
      <w:r w:rsidR="00B77E03">
        <w:t xml:space="preserve">. </w:t>
      </w:r>
      <w:r w:rsidRPr="002813C1">
        <w:t>C</w:t>
      </w:r>
      <w:r w:rsidR="00B77E03">
        <w:t>’</w:t>
      </w:r>
      <w:r w:rsidRPr="002813C1">
        <w:t>est pourquoi</w:t>
      </w:r>
      <w:r w:rsidR="00B77E03">
        <w:t xml:space="preserve">, </w:t>
      </w:r>
      <w:r w:rsidRPr="002813C1">
        <w:t>s</w:t>
      </w:r>
      <w:r w:rsidR="00B77E03">
        <w:t>’</w:t>
      </w:r>
      <w:r w:rsidRPr="002813C1">
        <w:t>avançant vivement vers son patron</w:t>
      </w:r>
      <w:r w:rsidR="00B77E03">
        <w:t> :</w:t>
      </w:r>
    </w:p>
    <w:p w14:paraId="4A45ED5A" w14:textId="0340642D" w:rsidR="00B77E03" w:rsidRDefault="00B77E03" w:rsidP="00B77E03">
      <w:r>
        <w:t>— </w:t>
      </w:r>
      <w:r w:rsidR="0024252B" w:rsidRPr="002813C1">
        <w:t>Sans compter</w:t>
      </w:r>
      <w:r>
        <w:t xml:space="preserve">, </w:t>
      </w:r>
      <w:r w:rsidR="0024252B" w:rsidRPr="002813C1">
        <w:t>m</w:t>
      </w:r>
      <w:r>
        <w:t>’</w:t>
      </w:r>
      <w:proofErr w:type="spellStart"/>
      <w:r w:rsidR="0024252B" w:rsidRPr="002813C1">
        <w:t>sieu</w:t>
      </w:r>
      <w:proofErr w:type="spellEnd"/>
      <w:r>
        <w:t xml:space="preserve">, </w:t>
      </w:r>
      <w:r w:rsidR="0024252B" w:rsidRPr="002813C1">
        <w:t>interrompit-il</w:t>
      </w:r>
      <w:r>
        <w:t xml:space="preserve">, </w:t>
      </w:r>
      <w:r w:rsidR="0024252B" w:rsidRPr="002813C1">
        <w:t>que ce beau marquis vous a joliment refait</w:t>
      </w:r>
      <w:r>
        <w:t xml:space="preserve">, </w:t>
      </w:r>
      <w:r w:rsidR="0024252B" w:rsidRPr="002813C1">
        <w:t>vous un homme si fort</w:t>
      </w:r>
      <w:r>
        <w:t xml:space="preserve">… </w:t>
      </w:r>
      <w:r w:rsidR="0024252B" w:rsidRPr="002813C1">
        <w:t>Hein</w:t>
      </w:r>
      <w:r>
        <w:t xml:space="preserve"> !… </w:t>
      </w:r>
      <w:r w:rsidR="0024252B" w:rsidRPr="002813C1">
        <w:t>ces quarante mille francs que vous lui avez prêtés</w:t>
      </w:r>
      <w:r>
        <w:t xml:space="preserve">, </w:t>
      </w:r>
      <w:r w:rsidR="0024252B" w:rsidRPr="002813C1">
        <w:t>et qui devaient vous en rapporter quatre-vingt mille</w:t>
      </w:r>
      <w:r>
        <w:t xml:space="preserve">, </w:t>
      </w:r>
      <w:r w:rsidR="0024252B" w:rsidRPr="002813C1">
        <w:t xml:space="preserve">comme il vous les a </w:t>
      </w:r>
      <w:r>
        <w:t>« </w:t>
      </w:r>
      <w:r w:rsidR="0024252B" w:rsidRPr="002813C1">
        <w:t>ratissés</w:t>
      </w:r>
      <w:r>
        <w:t> ! »</w:t>
      </w:r>
    </w:p>
    <w:p w14:paraId="1B7EA895" w14:textId="1900A3F7" w:rsidR="00B77E03" w:rsidRDefault="00B77E03" w:rsidP="00B77E03">
      <w:r>
        <w:lastRenderedPageBreak/>
        <w:t>M. </w:t>
      </w:r>
      <w:r w:rsidR="0024252B" w:rsidRPr="002813C1">
        <w:t>Fortunat foudroya son employé du regard</w:t>
      </w:r>
      <w:r>
        <w:t xml:space="preserve">… </w:t>
      </w:r>
      <w:r w:rsidR="0024252B" w:rsidRPr="002813C1">
        <w:t>Mais quoi</w:t>
      </w:r>
      <w:r>
        <w:t xml:space="preserve"> ! </w:t>
      </w:r>
      <w:r w:rsidR="0024252B" w:rsidRPr="002813C1">
        <w:t>il était trahi</w:t>
      </w:r>
      <w:r>
        <w:t xml:space="preserve">, </w:t>
      </w:r>
      <w:r w:rsidR="0024252B" w:rsidRPr="002813C1">
        <w:t>et il n</w:t>
      </w:r>
      <w:r>
        <w:t>’</w:t>
      </w:r>
      <w:r w:rsidR="0024252B" w:rsidRPr="002813C1">
        <w:t>y avait plus à y revenir</w:t>
      </w:r>
      <w:r>
        <w:t xml:space="preserve">… </w:t>
      </w:r>
      <w:r w:rsidR="0024252B" w:rsidRPr="002813C1">
        <w:t>Il était dit que</w:t>
      </w:r>
      <w:r>
        <w:t xml:space="preserve">, </w:t>
      </w:r>
      <w:r w:rsidR="0024252B" w:rsidRPr="002813C1">
        <w:t>dans toute cette affaire</w:t>
      </w:r>
      <w:r>
        <w:t xml:space="preserve">, </w:t>
      </w:r>
      <w:r w:rsidR="0024252B" w:rsidRPr="002813C1">
        <w:t>il entasserait sottises sur sottises</w:t>
      </w:r>
      <w:r>
        <w:t xml:space="preserve">… </w:t>
      </w:r>
      <w:r w:rsidR="0024252B" w:rsidRPr="002813C1">
        <w:t>Mal emmanchée</w:t>
      </w:r>
      <w:r>
        <w:t xml:space="preserve">, </w:t>
      </w:r>
      <w:r w:rsidR="0024252B" w:rsidRPr="002813C1">
        <w:t>elle devait mal finir</w:t>
      </w:r>
      <w:r>
        <w:t>.</w:t>
      </w:r>
    </w:p>
    <w:p w14:paraId="1BE2ADA7" w14:textId="77777777" w:rsidR="00B77E03" w:rsidRDefault="00B77E03" w:rsidP="00B77E03">
      <w:r>
        <w:t>— </w:t>
      </w:r>
      <w:r w:rsidR="0024252B" w:rsidRPr="002813C1">
        <w:t>Eh bien</w:t>
      </w:r>
      <w:r>
        <w:t xml:space="preserve"> !… </w:t>
      </w:r>
      <w:r w:rsidR="0024252B" w:rsidRPr="002813C1">
        <w:t>Oui</w:t>
      </w:r>
      <w:r>
        <w:t xml:space="preserve">, </w:t>
      </w:r>
      <w:r w:rsidR="0024252B" w:rsidRPr="002813C1">
        <w:t>déclara-t-il</w:t>
      </w:r>
      <w:r>
        <w:t xml:space="preserve">, </w:t>
      </w:r>
      <w:r w:rsidR="0024252B" w:rsidRPr="002813C1">
        <w:t>c</w:t>
      </w:r>
      <w:r>
        <w:t>’</w:t>
      </w:r>
      <w:r w:rsidR="0024252B" w:rsidRPr="002813C1">
        <w:t>est vrai</w:t>
      </w:r>
      <w:r>
        <w:t xml:space="preserve">, </w:t>
      </w:r>
      <w:proofErr w:type="spellStart"/>
      <w:r w:rsidR="0024252B" w:rsidRPr="002813C1">
        <w:t>Valorsay</w:t>
      </w:r>
      <w:proofErr w:type="spellEnd"/>
      <w:r w:rsidR="0024252B" w:rsidRPr="002813C1">
        <w:t xml:space="preserve"> m</w:t>
      </w:r>
      <w:r>
        <w:t>’</w:t>
      </w:r>
      <w:r w:rsidR="0024252B" w:rsidRPr="002813C1">
        <w:t>a indignement volé</w:t>
      </w:r>
      <w:r>
        <w:t xml:space="preserve">, </w:t>
      </w:r>
      <w:r w:rsidR="0024252B" w:rsidRPr="002813C1">
        <w:t>j</w:t>
      </w:r>
      <w:r>
        <w:t>’</w:t>
      </w:r>
      <w:r w:rsidR="0024252B" w:rsidRPr="002813C1">
        <w:t>ai juré que je me vengerais et je me venge</w:t>
      </w:r>
      <w:r>
        <w:t xml:space="preserve">… </w:t>
      </w:r>
      <w:r w:rsidR="0024252B" w:rsidRPr="002813C1">
        <w:t>Je n</w:t>
      </w:r>
      <w:r>
        <w:t>’</w:t>
      </w:r>
      <w:r w:rsidR="0024252B" w:rsidRPr="002813C1">
        <w:t>aurai de repos que le jour où je verrai ce misérable plus bas que la boue</w:t>
      </w:r>
      <w:r>
        <w:t>…</w:t>
      </w:r>
    </w:p>
    <w:p w14:paraId="667F9CCC" w14:textId="70DB52DE" w:rsidR="00B77E03" w:rsidRDefault="0024252B" w:rsidP="00B77E03">
      <w:r w:rsidRPr="002813C1">
        <w:t>En vérité</w:t>
      </w:r>
      <w:r w:rsidR="00B77E03">
        <w:t xml:space="preserve">, </w:t>
      </w:r>
      <w:r w:rsidRPr="002813C1">
        <w:t>il ne se doutait pas du bien que lui faisait dans l</w:t>
      </w:r>
      <w:r w:rsidR="00B77E03">
        <w:t>’</w:t>
      </w:r>
      <w:r w:rsidRPr="002813C1">
        <w:t xml:space="preserve">esprit de </w:t>
      </w:r>
      <w:r w:rsidR="00B77E03">
        <w:t>M</w:t>
      </w:r>
      <w:r w:rsidR="00B77E03" w:rsidRPr="00B77E03">
        <w:rPr>
          <w:vertAlign w:val="superscript"/>
        </w:rPr>
        <w:t>lle</w:t>
      </w:r>
      <w:r w:rsidR="00B77E03">
        <w:t> </w:t>
      </w:r>
      <w:r w:rsidRPr="002813C1">
        <w:t>Marguerite</w:t>
      </w:r>
      <w:r w:rsidR="00B77E03">
        <w:t xml:space="preserve">, </w:t>
      </w:r>
      <w:r w:rsidRPr="002813C1">
        <w:t>la dénonciation de son employé</w:t>
      </w:r>
      <w:r w:rsidR="00B77E03">
        <w:t xml:space="preserve">… </w:t>
      </w:r>
      <w:r w:rsidRPr="002813C1">
        <w:t>Elle fut en partie rassurée</w:t>
      </w:r>
      <w:r w:rsidR="00B77E03">
        <w:t xml:space="preserve">, </w:t>
      </w:r>
      <w:r w:rsidRPr="002813C1">
        <w:t>s</w:t>
      </w:r>
      <w:r w:rsidR="00B77E03">
        <w:t>’</w:t>
      </w:r>
      <w:r w:rsidRPr="002813C1">
        <w:t>expliquant son concours</w:t>
      </w:r>
      <w:r w:rsidR="00B77E03">
        <w:t xml:space="preserve">… </w:t>
      </w:r>
      <w:r w:rsidRPr="002813C1">
        <w:t>Elle ne méprisa pas beaucoup plus l</w:t>
      </w:r>
      <w:r w:rsidR="00B77E03">
        <w:t>’</w:t>
      </w:r>
      <w:r w:rsidRPr="002813C1">
        <w:t>homme</w:t>
      </w:r>
      <w:r w:rsidR="00B77E03">
        <w:t xml:space="preserve">, </w:t>
      </w:r>
      <w:r w:rsidRPr="002813C1">
        <w:t>mais elle fut persuadée qu</w:t>
      </w:r>
      <w:r w:rsidR="00B77E03">
        <w:t>’</w:t>
      </w:r>
      <w:r w:rsidRPr="002813C1">
        <w:t>il la servirait presque loyalement</w:t>
      </w:r>
      <w:r w:rsidR="00B77E03">
        <w:t>.</w:t>
      </w:r>
    </w:p>
    <w:p w14:paraId="021F40F8" w14:textId="78821A07" w:rsidR="00B77E03" w:rsidRDefault="00B77E03" w:rsidP="00B77E03">
      <w:r>
        <w:t>— </w:t>
      </w:r>
      <w:r w:rsidR="0024252B" w:rsidRPr="002813C1">
        <w:t>J</w:t>
      </w:r>
      <w:r>
        <w:t>’</w:t>
      </w:r>
      <w:r w:rsidR="0024252B" w:rsidRPr="002813C1">
        <w:t>aime mieux cela</w:t>
      </w:r>
      <w:r>
        <w:t xml:space="preserve">, </w:t>
      </w:r>
      <w:r w:rsidR="0024252B" w:rsidRPr="002813C1">
        <w:t>dit-elle</w:t>
      </w:r>
      <w:r>
        <w:t xml:space="preserve">… </w:t>
      </w:r>
      <w:r w:rsidR="0024252B" w:rsidRPr="002813C1">
        <w:t>Au moins nous jouerons cartes sur table</w:t>
      </w:r>
      <w:r>
        <w:t xml:space="preserve">, </w:t>
      </w:r>
      <w:r w:rsidR="0024252B" w:rsidRPr="002813C1">
        <w:t>monsieur</w:t>
      </w:r>
      <w:r>
        <w:t xml:space="preserve">… </w:t>
      </w:r>
      <w:r w:rsidR="0024252B" w:rsidRPr="002813C1">
        <w:t>Que souhaitez-vous</w:t>
      </w:r>
      <w:r>
        <w:t xml:space="preserve"> ? </w:t>
      </w:r>
      <w:r w:rsidR="0024252B" w:rsidRPr="002813C1">
        <w:t xml:space="preserve">la perte de </w:t>
      </w:r>
      <w:r>
        <w:t>M. de </w:t>
      </w:r>
      <w:proofErr w:type="spellStart"/>
      <w:r w:rsidR="0024252B" w:rsidRPr="002813C1">
        <w:t>Valorsay</w:t>
      </w:r>
      <w:proofErr w:type="spellEnd"/>
      <w:r>
        <w:t xml:space="preserve">. </w:t>
      </w:r>
      <w:r w:rsidR="0024252B" w:rsidRPr="002813C1">
        <w:t>Je veux</w:t>
      </w:r>
      <w:r>
        <w:t xml:space="preserve">, </w:t>
      </w:r>
      <w:r w:rsidR="0024252B" w:rsidRPr="002813C1">
        <w:t>moi</w:t>
      </w:r>
      <w:r>
        <w:t xml:space="preserve">, </w:t>
      </w:r>
      <w:r w:rsidR="0024252B" w:rsidRPr="002813C1">
        <w:t xml:space="preserve">la réhabilitation de </w:t>
      </w:r>
      <w:r>
        <w:t>M. </w:t>
      </w:r>
      <w:proofErr w:type="spellStart"/>
      <w:r w:rsidR="0024252B" w:rsidRPr="002813C1">
        <w:t>Férailleur</w:t>
      </w:r>
      <w:proofErr w:type="spellEnd"/>
      <w:r>
        <w:t xml:space="preserve">… </w:t>
      </w:r>
      <w:r w:rsidR="0024252B" w:rsidRPr="002813C1">
        <w:t>Nos intérêts sont donc communs</w:t>
      </w:r>
      <w:r>
        <w:t xml:space="preserve">… </w:t>
      </w:r>
      <w:r w:rsidR="0024252B" w:rsidRPr="002813C1">
        <w:t>Seulement</w:t>
      </w:r>
      <w:r>
        <w:t xml:space="preserve">, </w:t>
      </w:r>
      <w:r w:rsidR="0024252B" w:rsidRPr="002813C1">
        <w:t>avant de rien entreprendre</w:t>
      </w:r>
      <w:r>
        <w:t xml:space="preserve">, </w:t>
      </w:r>
      <w:r w:rsidR="0024252B" w:rsidRPr="002813C1">
        <w:t>l</w:t>
      </w:r>
      <w:r>
        <w:t>’</w:t>
      </w:r>
      <w:r w:rsidR="0024252B" w:rsidRPr="002813C1">
        <w:t xml:space="preserve">avis de </w:t>
      </w:r>
      <w:r>
        <w:t>M. </w:t>
      </w:r>
      <w:proofErr w:type="spellStart"/>
      <w:r w:rsidR="0024252B" w:rsidRPr="002813C1">
        <w:t>Férailleur</w:t>
      </w:r>
      <w:proofErr w:type="spellEnd"/>
      <w:r w:rsidR="0024252B" w:rsidRPr="002813C1">
        <w:t xml:space="preserve"> est indispensable</w:t>
      </w:r>
      <w:r>
        <w:t>…</w:t>
      </w:r>
    </w:p>
    <w:p w14:paraId="5E44CDD1" w14:textId="77777777" w:rsidR="00B77E03" w:rsidRDefault="00B77E03" w:rsidP="00B77E03">
      <w:r>
        <w:t>— </w:t>
      </w:r>
      <w:r w:rsidR="0024252B" w:rsidRPr="002813C1">
        <w:t>Il nous faudra pourtant nous en passer</w:t>
      </w:r>
      <w:r>
        <w:t>.</w:t>
      </w:r>
    </w:p>
    <w:p w14:paraId="4E901F59" w14:textId="77777777" w:rsidR="00B77E03" w:rsidRDefault="00B77E03" w:rsidP="00B77E03">
      <w:r>
        <w:t>— </w:t>
      </w:r>
      <w:r w:rsidR="0024252B" w:rsidRPr="002813C1">
        <w:t>Et pourquoi</w:t>
      </w:r>
      <w:r>
        <w:t> ?…</w:t>
      </w:r>
    </w:p>
    <w:p w14:paraId="105A32C9" w14:textId="6C7960E7" w:rsidR="00B77E03" w:rsidRDefault="00B77E03" w:rsidP="00B77E03">
      <w:r>
        <w:t>— </w:t>
      </w:r>
      <w:r w:rsidR="0024252B" w:rsidRPr="002813C1">
        <w:t>Parce qu</w:t>
      </w:r>
      <w:r>
        <w:t>’</w:t>
      </w:r>
      <w:r w:rsidR="0024252B" w:rsidRPr="002813C1">
        <w:t>on ne sait ce qu</w:t>
      </w:r>
      <w:r>
        <w:t>’</w:t>
      </w:r>
      <w:r w:rsidR="0024252B" w:rsidRPr="002813C1">
        <w:t>il est devenu</w:t>
      </w:r>
      <w:r>
        <w:t xml:space="preserve">. </w:t>
      </w:r>
      <w:r w:rsidR="0024252B" w:rsidRPr="002813C1">
        <w:t>Parbleu</w:t>
      </w:r>
      <w:r>
        <w:t xml:space="preserve"> ! </w:t>
      </w:r>
      <w:r w:rsidR="0024252B" w:rsidRPr="002813C1">
        <w:t>c</w:t>
      </w:r>
      <w:r>
        <w:t>’</w:t>
      </w:r>
      <w:r w:rsidR="0024252B" w:rsidRPr="002813C1">
        <w:t>est à lui que j</w:t>
      </w:r>
      <w:r>
        <w:t>’</w:t>
      </w:r>
      <w:r w:rsidR="0024252B" w:rsidRPr="002813C1">
        <w:t>ai songé tout d</w:t>
      </w:r>
      <w:r>
        <w:t>’</w:t>
      </w:r>
      <w:r w:rsidR="0024252B" w:rsidRPr="002813C1">
        <w:t>abord</w:t>
      </w:r>
      <w:r>
        <w:t xml:space="preserve">, </w:t>
      </w:r>
      <w:r w:rsidR="0024252B" w:rsidRPr="002813C1">
        <w:t>quand j</w:t>
      </w:r>
      <w:r>
        <w:t>’</w:t>
      </w:r>
      <w:r w:rsidR="0024252B" w:rsidRPr="002813C1">
        <w:t>ai voulu me venger</w:t>
      </w:r>
      <w:r>
        <w:t xml:space="preserve">… </w:t>
      </w:r>
      <w:r w:rsidR="0024252B" w:rsidRPr="002813C1">
        <w:t>Je me suis procuré son adresse et j</w:t>
      </w:r>
      <w:r>
        <w:t>’</w:t>
      </w:r>
      <w:r w:rsidR="0024252B" w:rsidRPr="002813C1">
        <w:t>ai couru rue d</w:t>
      </w:r>
      <w:r>
        <w:t>’</w:t>
      </w:r>
      <w:r w:rsidR="0024252B" w:rsidRPr="002813C1">
        <w:t>Ulm</w:t>
      </w:r>
      <w:r>
        <w:t xml:space="preserve">… </w:t>
      </w:r>
      <w:r w:rsidR="0024252B" w:rsidRPr="002813C1">
        <w:t>Personne</w:t>
      </w:r>
      <w:r>
        <w:t xml:space="preserve"> !… </w:t>
      </w:r>
      <w:r w:rsidR="0024252B" w:rsidRPr="002813C1">
        <w:t>Le lendemain même de son malheur</w:t>
      </w:r>
      <w:r>
        <w:t>, M. </w:t>
      </w:r>
      <w:proofErr w:type="spellStart"/>
      <w:r w:rsidR="0024252B" w:rsidRPr="002813C1">
        <w:t>Férailleur</w:t>
      </w:r>
      <w:proofErr w:type="spellEnd"/>
      <w:r w:rsidR="0024252B" w:rsidRPr="002813C1">
        <w:t xml:space="preserve"> a vendu ses meubles et est parti avec sa mère</w:t>
      </w:r>
      <w:r>
        <w:t>.</w:t>
      </w:r>
    </w:p>
    <w:p w14:paraId="11953A4D" w14:textId="77777777" w:rsidR="00B77E03" w:rsidRDefault="00B77E03" w:rsidP="00B77E03">
      <w:r>
        <w:t>— </w:t>
      </w:r>
      <w:r w:rsidR="0024252B" w:rsidRPr="002813C1">
        <w:t>Je le sais</w:t>
      </w:r>
      <w:r>
        <w:t xml:space="preserve">… </w:t>
      </w:r>
      <w:r w:rsidR="0024252B" w:rsidRPr="002813C1">
        <w:t>et je venais</w:t>
      </w:r>
      <w:r>
        <w:t xml:space="preserve">, </w:t>
      </w:r>
      <w:r w:rsidR="0024252B" w:rsidRPr="002813C1">
        <w:t>monsieur</w:t>
      </w:r>
      <w:r>
        <w:t xml:space="preserve">, </w:t>
      </w:r>
      <w:r w:rsidR="0024252B" w:rsidRPr="002813C1">
        <w:t>vous demander de vous mettre à sa recherche</w:t>
      </w:r>
      <w:r>
        <w:t xml:space="preserve">… </w:t>
      </w:r>
      <w:r w:rsidR="0024252B" w:rsidRPr="002813C1">
        <w:t>Découvrir sa retraite doit être un jeu pour vous</w:t>
      </w:r>
      <w:r>
        <w:t>…</w:t>
      </w:r>
    </w:p>
    <w:p w14:paraId="4E6F23FF" w14:textId="5972096F" w:rsidR="00B77E03" w:rsidRDefault="00B77E03" w:rsidP="00B77E03">
      <w:r>
        <w:lastRenderedPageBreak/>
        <w:t>— </w:t>
      </w:r>
      <w:r w:rsidR="0024252B" w:rsidRPr="002813C1">
        <w:t>Eh</w:t>
      </w:r>
      <w:r>
        <w:t xml:space="preserve"> ! </w:t>
      </w:r>
      <w:r w:rsidR="0024252B" w:rsidRPr="002813C1">
        <w:t>croyez-vous donc que je n</w:t>
      </w:r>
      <w:r>
        <w:t>’</w:t>
      </w:r>
      <w:r w:rsidR="0024252B" w:rsidRPr="002813C1">
        <w:t>y ai pas songé</w:t>
      </w:r>
      <w:r>
        <w:t xml:space="preserve"> ! </w:t>
      </w:r>
      <w:r w:rsidR="0024252B" w:rsidRPr="002813C1">
        <w:t>Ma journée d</w:t>
      </w:r>
      <w:r>
        <w:t>’</w:t>
      </w:r>
      <w:r w:rsidR="0024252B" w:rsidRPr="002813C1">
        <w:t>hier s</w:t>
      </w:r>
      <w:r>
        <w:t>’</w:t>
      </w:r>
      <w:r w:rsidR="0024252B" w:rsidRPr="002813C1">
        <w:t>est consumée en investigations</w:t>
      </w:r>
      <w:r>
        <w:t xml:space="preserve">… </w:t>
      </w:r>
      <w:r w:rsidR="0024252B" w:rsidRPr="002813C1">
        <w:t>À force de questionner les gens du quartier</w:t>
      </w:r>
      <w:r>
        <w:t xml:space="preserve">, </w:t>
      </w:r>
      <w:r w:rsidR="0024252B" w:rsidRPr="002813C1">
        <w:t>j</w:t>
      </w:r>
      <w:r>
        <w:t>’</w:t>
      </w:r>
      <w:r w:rsidR="0024252B" w:rsidRPr="002813C1">
        <w:t xml:space="preserve">ai fini par apprendre que </w:t>
      </w:r>
      <w:r>
        <w:t>M</w:t>
      </w:r>
      <w:r w:rsidRPr="00B77E03">
        <w:rPr>
          <w:vertAlign w:val="superscript"/>
        </w:rPr>
        <w:t>me</w:t>
      </w:r>
      <w:r>
        <w:t> </w:t>
      </w:r>
      <w:proofErr w:type="spellStart"/>
      <w:r w:rsidR="0024252B" w:rsidRPr="002813C1">
        <w:t>Férailleur</w:t>
      </w:r>
      <w:proofErr w:type="spellEnd"/>
      <w:r w:rsidR="0024252B" w:rsidRPr="002813C1">
        <w:t xml:space="preserve"> est partie de la rue d</w:t>
      </w:r>
      <w:r>
        <w:t>’</w:t>
      </w:r>
      <w:r w:rsidR="0024252B" w:rsidRPr="002813C1">
        <w:t>Ulm dans le fiacre qui porte le N</w:t>
      </w:r>
      <w:r w:rsidR="0024252B" w:rsidRPr="002813C1">
        <w:rPr>
          <w:vertAlign w:val="superscript"/>
        </w:rPr>
        <w:t>o</w:t>
      </w:r>
      <w:r>
        <w:t xml:space="preserve"> </w:t>
      </w:r>
      <w:r w:rsidRPr="002813C1">
        <w:t>5</w:t>
      </w:r>
      <w:r>
        <w:t>,</w:t>
      </w:r>
      <w:r w:rsidRPr="002813C1">
        <w:t>7</w:t>
      </w:r>
      <w:r w:rsidR="0024252B" w:rsidRPr="002813C1">
        <w:t>09</w:t>
      </w:r>
      <w:r>
        <w:t xml:space="preserve">. </w:t>
      </w:r>
      <w:r w:rsidR="0024252B" w:rsidRPr="002813C1">
        <w:t>Je suis allé attendre le cocher de ce fiacre à son dépôt</w:t>
      </w:r>
      <w:r>
        <w:t xml:space="preserve">, </w:t>
      </w:r>
      <w:r w:rsidR="0024252B" w:rsidRPr="002813C1">
        <w:t>et il était une heure du matin quand il est rentré</w:t>
      </w:r>
      <w:r>
        <w:t xml:space="preserve">… </w:t>
      </w:r>
      <w:r w:rsidR="0024252B" w:rsidRPr="002813C1">
        <w:t xml:space="preserve">Il se souvenait parfaitement de </w:t>
      </w:r>
      <w:r>
        <w:t>M</w:t>
      </w:r>
      <w:r w:rsidRPr="00B77E03">
        <w:rPr>
          <w:vertAlign w:val="superscript"/>
        </w:rPr>
        <w:t>me</w:t>
      </w:r>
      <w:r>
        <w:t> </w:t>
      </w:r>
      <w:proofErr w:type="spellStart"/>
      <w:r w:rsidR="0024252B" w:rsidRPr="002813C1">
        <w:t>Férailleur</w:t>
      </w:r>
      <w:proofErr w:type="spellEnd"/>
      <w:r>
        <w:t xml:space="preserve">, </w:t>
      </w:r>
      <w:r w:rsidR="0024252B" w:rsidRPr="002813C1">
        <w:t>à cause de la quantité de ses bagages</w:t>
      </w:r>
      <w:r>
        <w:t xml:space="preserve">… </w:t>
      </w:r>
      <w:r w:rsidR="0024252B" w:rsidRPr="002813C1">
        <w:t>Savez-vous où il l</w:t>
      </w:r>
      <w:r>
        <w:t>’</w:t>
      </w:r>
      <w:r w:rsidR="0024252B" w:rsidRPr="002813C1">
        <w:t>a conduite</w:t>
      </w:r>
      <w:r>
        <w:t xml:space="preserve"> ?… </w:t>
      </w:r>
      <w:r w:rsidR="0024252B" w:rsidRPr="002813C1">
        <w:t>À la gare du Havre</w:t>
      </w:r>
      <w:r>
        <w:t xml:space="preserve">. </w:t>
      </w:r>
      <w:r w:rsidR="0024252B" w:rsidRPr="002813C1">
        <w:t>Savez-vous ce qu</w:t>
      </w:r>
      <w:r>
        <w:t>’</w:t>
      </w:r>
      <w:r w:rsidR="0024252B" w:rsidRPr="002813C1">
        <w:t>elle a dit aux employés qui lui ont demandé pour quelle destination étaient ses malles</w:t>
      </w:r>
      <w:r>
        <w:t xml:space="preserve"> ? </w:t>
      </w:r>
      <w:r w:rsidR="0024252B" w:rsidRPr="002813C1">
        <w:t>Elle a répondu qu</w:t>
      </w:r>
      <w:r>
        <w:t>’</w:t>
      </w:r>
      <w:r w:rsidR="0024252B" w:rsidRPr="002813C1">
        <w:t>elles étaient pour Londres</w:t>
      </w:r>
      <w:r>
        <w:t>… M. </w:t>
      </w:r>
      <w:proofErr w:type="spellStart"/>
      <w:r w:rsidR="0024252B" w:rsidRPr="002813C1">
        <w:t>Férailleur</w:t>
      </w:r>
      <w:proofErr w:type="spellEnd"/>
      <w:r>
        <w:t xml:space="preserve">, </w:t>
      </w:r>
      <w:r w:rsidR="0024252B" w:rsidRPr="002813C1">
        <w:t>à l</w:t>
      </w:r>
      <w:r>
        <w:t>’</w:t>
      </w:r>
      <w:r w:rsidR="0024252B" w:rsidRPr="002813C1">
        <w:t>heure qu</w:t>
      </w:r>
      <w:r>
        <w:t>’</w:t>
      </w:r>
      <w:r w:rsidR="0024252B" w:rsidRPr="002813C1">
        <w:t>il est</w:t>
      </w:r>
      <w:r>
        <w:t xml:space="preserve">, </w:t>
      </w:r>
      <w:r w:rsidR="0024252B" w:rsidRPr="002813C1">
        <w:t>est en route pour l</w:t>
      </w:r>
      <w:r>
        <w:t>’</w:t>
      </w:r>
      <w:r w:rsidR="0024252B" w:rsidRPr="002813C1">
        <w:t>Amérique</w:t>
      </w:r>
      <w:r>
        <w:t xml:space="preserve">, </w:t>
      </w:r>
      <w:r w:rsidR="0024252B" w:rsidRPr="002813C1">
        <w:t>et jamais nous n</w:t>
      </w:r>
      <w:r>
        <w:t>’</w:t>
      </w:r>
      <w:r w:rsidR="0024252B" w:rsidRPr="002813C1">
        <w:t>entendrons parler de lui</w:t>
      </w:r>
      <w:r>
        <w:t>…</w:t>
      </w:r>
    </w:p>
    <w:p w14:paraId="52308D74" w14:textId="4D3EF142" w:rsidR="00B77E03" w:rsidRDefault="00B77E03" w:rsidP="00B77E03">
      <w:r>
        <w:t>M</w:t>
      </w:r>
      <w:r w:rsidRPr="00B77E03">
        <w:rPr>
          <w:vertAlign w:val="superscript"/>
        </w:rPr>
        <w:t>lle</w:t>
      </w:r>
      <w:r>
        <w:t> </w:t>
      </w:r>
      <w:r w:rsidR="0024252B" w:rsidRPr="002813C1">
        <w:t>Marguerite hochait la tête</w:t>
      </w:r>
      <w:r>
        <w:t>.</w:t>
      </w:r>
    </w:p>
    <w:p w14:paraId="07AB75E4" w14:textId="77777777" w:rsidR="00B77E03" w:rsidRDefault="00B77E03" w:rsidP="00B77E03">
      <w:r>
        <w:t>— </w:t>
      </w:r>
      <w:r w:rsidR="0024252B" w:rsidRPr="002813C1">
        <w:t>Vous vous trompez</w:t>
      </w:r>
      <w:r>
        <w:t xml:space="preserve">, </w:t>
      </w:r>
      <w:r w:rsidR="0024252B" w:rsidRPr="002813C1">
        <w:t>monsieur</w:t>
      </w:r>
      <w:r>
        <w:t xml:space="preserve">, </w:t>
      </w:r>
      <w:r w:rsidR="0024252B" w:rsidRPr="002813C1">
        <w:t>fit-elle</w:t>
      </w:r>
      <w:r>
        <w:t>.</w:t>
      </w:r>
    </w:p>
    <w:p w14:paraId="55A5C9EC" w14:textId="77777777" w:rsidR="00B77E03" w:rsidRDefault="00B77E03" w:rsidP="00B77E03">
      <w:r>
        <w:t>— </w:t>
      </w:r>
      <w:r w:rsidR="0024252B" w:rsidRPr="002813C1">
        <w:t>Je vous rapporte ce que j</w:t>
      </w:r>
      <w:r>
        <w:t>’</w:t>
      </w:r>
      <w:r w:rsidR="0024252B" w:rsidRPr="002813C1">
        <w:t>ai appris</w:t>
      </w:r>
      <w:r>
        <w:t>…</w:t>
      </w:r>
    </w:p>
    <w:p w14:paraId="3FC8206B" w14:textId="17286DF0" w:rsidR="00B77E03" w:rsidRDefault="00B77E03" w:rsidP="00B77E03">
      <w:r>
        <w:t>— </w:t>
      </w:r>
      <w:r w:rsidR="0024252B" w:rsidRPr="002813C1">
        <w:t>Aussi</w:t>
      </w:r>
      <w:r>
        <w:t xml:space="preserve">, </w:t>
      </w:r>
      <w:r w:rsidR="0024252B" w:rsidRPr="002813C1">
        <w:t>je ne discute pas</w:t>
      </w:r>
      <w:r>
        <w:t xml:space="preserve">… </w:t>
      </w:r>
      <w:r w:rsidR="0024252B" w:rsidRPr="002813C1">
        <w:t>Ce sont là les apparences</w:t>
      </w:r>
      <w:r>
        <w:t xml:space="preserve">… </w:t>
      </w:r>
      <w:r w:rsidR="0024252B" w:rsidRPr="002813C1">
        <w:t>Mais j</w:t>
      </w:r>
      <w:r>
        <w:t>’</w:t>
      </w:r>
      <w:r w:rsidR="0024252B" w:rsidRPr="002813C1">
        <w:t>ai mieux que des apparences</w:t>
      </w:r>
      <w:r>
        <w:t xml:space="preserve">, </w:t>
      </w:r>
      <w:r w:rsidR="0024252B" w:rsidRPr="002813C1">
        <w:t>moi</w:t>
      </w:r>
      <w:r>
        <w:t xml:space="preserve">, </w:t>
      </w:r>
      <w:r w:rsidR="0024252B" w:rsidRPr="002813C1">
        <w:t>j</w:t>
      </w:r>
      <w:r>
        <w:t>’</w:t>
      </w:r>
      <w:r w:rsidR="0024252B" w:rsidRPr="002813C1">
        <w:t xml:space="preserve">ai la connaissance profonde du caractère de </w:t>
      </w:r>
      <w:r>
        <w:t>M. </w:t>
      </w:r>
      <w:proofErr w:type="spellStart"/>
      <w:r w:rsidR="0024252B" w:rsidRPr="002813C1">
        <w:t>Férailleur</w:t>
      </w:r>
      <w:proofErr w:type="spellEnd"/>
      <w:r>
        <w:t xml:space="preserve">… </w:t>
      </w:r>
      <w:r w:rsidR="0024252B" w:rsidRPr="002813C1">
        <w:t>Un homme comme lui ne se laisse pas écraser par une calomnie infâme</w:t>
      </w:r>
      <w:r>
        <w:t xml:space="preserve">… </w:t>
      </w:r>
      <w:r w:rsidR="0024252B" w:rsidRPr="002813C1">
        <w:t>Il peut sembler fuir</w:t>
      </w:r>
      <w:r>
        <w:t xml:space="preserve">, </w:t>
      </w:r>
      <w:r w:rsidR="0024252B" w:rsidRPr="002813C1">
        <w:t>disparaître</w:t>
      </w:r>
      <w:r>
        <w:t xml:space="preserve">, </w:t>
      </w:r>
      <w:r w:rsidR="0024252B" w:rsidRPr="002813C1">
        <w:t>se cacher pour un temps</w:t>
      </w:r>
      <w:r>
        <w:t xml:space="preserve">… </w:t>
      </w:r>
      <w:r w:rsidR="0024252B" w:rsidRPr="002813C1">
        <w:t>mais c</w:t>
      </w:r>
      <w:r>
        <w:t>’</w:t>
      </w:r>
      <w:r w:rsidR="0024252B" w:rsidRPr="002813C1">
        <w:t>est afin de mieux assurer la vengeance</w:t>
      </w:r>
      <w:r>
        <w:t xml:space="preserve">… </w:t>
      </w:r>
      <w:r w:rsidR="0024252B" w:rsidRPr="002813C1">
        <w:t>Quoi</w:t>
      </w:r>
      <w:r>
        <w:t xml:space="preserve"> ! </w:t>
      </w:r>
      <w:r w:rsidR="0024252B" w:rsidRPr="002813C1">
        <w:t>Pascal</w:t>
      </w:r>
      <w:r>
        <w:t xml:space="preserve">, </w:t>
      </w:r>
      <w:r w:rsidR="0024252B" w:rsidRPr="002813C1">
        <w:t>l</w:t>
      </w:r>
      <w:r>
        <w:t>’</w:t>
      </w:r>
      <w:r w:rsidR="0024252B" w:rsidRPr="002813C1">
        <w:t>énergie même</w:t>
      </w:r>
      <w:r>
        <w:t xml:space="preserve">, </w:t>
      </w:r>
      <w:r w:rsidR="0024252B" w:rsidRPr="002813C1">
        <w:t>l</w:t>
      </w:r>
      <w:r>
        <w:t>’</w:t>
      </w:r>
      <w:r w:rsidR="0024252B" w:rsidRPr="002813C1">
        <w:t>incarnation de la volonté</w:t>
      </w:r>
      <w:r>
        <w:t xml:space="preserve">, </w:t>
      </w:r>
      <w:r w:rsidR="0024252B" w:rsidRPr="002813C1">
        <w:t>renoncerait lâchement à son honneur</w:t>
      </w:r>
      <w:r>
        <w:t xml:space="preserve">, </w:t>
      </w:r>
      <w:r w:rsidR="0024252B" w:rsidRPr="002813C1">
        <w:t>à la femme qu</w:t>
      </w:r>
      <w:r>
        <w:t>’</w:t>
      </w:r>
      <w:r w:rsidR="0024252B" w:rsidRPr="002813C1">
        <w:t>il aime et à son avenir</w:t>
      </w:r>
      <w:r>
        <w:t xml:space="preserve"> !… </w:t>
      </w:r>
      <w:r w:rsidR="0024252B" w:rsidRPr="002813C1">
        <w:t>Il n</w:t>
      </w:r>
      <w:r>
        <w:t>’</w:t>
      </w:r>
      <w:r w:rsidR="0024252B" w:rsidRPr="002813C1">
        <w:t>y avait de lui qu</w:t>
      </w:r>
      <w:r>
        <w:t>’</w:t>
      </w:r>
      <w:r w:rsidR="0024252B" w:rsidRPr="002813C1">
        <w:t>une chose à redouter</w:t>
      </w:r>
      <w:r>
        <w:t xml:space="preserve"> : </w:t>
      </w:r>
      <w:r w:rsidR="0024252B" w:rsidRPr="002813C1">
        <w:t>un coup de pistolet</w:t>
      </w:r>
      <w:r>
        <w:t xml:space="preserve">… </w:t>
      </w:r>
      <w:r w:rsidR="0024252B" w:rsidRPr="002813C1">
        <w:t>S</w:t>
      </w:r>
      <w:r>
        <w:t>’</w:t>
      </w:r>
      <w:r w:rsidR="0024252B" w:rsidRPr="002813C1">
        <w:t>il ne s</w:t>
      </w:r>
      <w:r>
        <w:t>’</w:t>
      </w:r>
      <w:r w:rsidR="0024252B" w:rsidRPr="002813C1">
        <w:t>est pas tué</w:t>
      </w:r>
      <w:r>
        <w:t xml:space="preserve">, </w:t>
      </w:r>
      <w:r w:rsidR="0024252B" w:rsidRPr="002813C1">
        <w:t>c</w:t>
      </w:r>
      <w:r>
        <w:t>’</w:t>
      </w:r>
      <w:r w:rsidR="0024252B" w:rsidRPr="002813C1">
        <w:t>est qu</w:t>
      </w:r>
      <w:r>
        <w:t>’</w:t>
      </w:r>
      <w:r w:rsidR="0024252B" w:rsidRPr="002813C1">
        <w:t>il espère</w:t>
      </w:r>
      <w:r>
        <w:t xml:space="preserve">… </w:t>
      </w:r>
      <w:r w:rsidR="0024252B" w:rsidRPr="002813C1">
        <w:t>Il n</w:t>
      </w:r>
      <w:r>
        <w:t>’</w:t>
      </w:r>
      <w:r w:rsidR="0024252B" w:rsidRPr="002813C1">
        <w:t>a pas quitté Paris</w:t>
      </w:r>
      <w:r>
        <w:t xml:space="preserve">, </w:t>
      </w:r>
      <w:r w:rsidR="0024252B" w:rsidRPr="002813C1">
        <w:t>je le sens</w:t>
      </w:r>
      <w:r>
        <w:t xml:space="preserve">, </w:t>
      </w:r>
      <w:r w:rsidR="0024252B" w:rsidRPr="002813C1">
        <w:t>j</w:t>
      </w:r>
      <w:r>
        <w:t>’</w:t>
      </w:r>
      <w:r w:rsidR="0024252B" w:rsidRPr="002813C1">
        <w:t>en suis sûre</w:t>
      </w:r>
      <w:r>
        <w:t>…</w:t>
      </w:r>
    </w:p>
    <w:p w14:paraId="267C582A" w14:textId="0FE4BB52" w:rsidR="00B77E03" w:rsidRDefault="0024252B" w:rsidP="00B77E03">
      <w:r w:rsidRPr="002813C1">
        <w:t xml:space="preserve">Tout cela ne persuadait pas </w:t>
      </w:r>
      <w:r w:rsidR="00B77E03">
        <w:t>M. </w:t>
      </w:r>
      <w:r w:rsidRPr="002813C1">
        <w:t>Fortunat</w:t>
      </w:r>
      <w:r w:rsidR="00B77E03">
        <w:t xml:space="preserve">, </w:t>
      </w:r>
      <w:r w:rsidRPr="002813C1">
        <w:t>c</w:t>
      </w:r>
      <w:r w:rsidR="00B77E03">
        <w:t>’</w:t>
      </w:r>
      <w:r w:rsidRPr="002813C1">
        <w:t>était</w:t>
      </w:r>
      <w:r w:rsidR="00B77E03">
        <w:t xml:space="preserve">, </w:t>
      </w:r>
      <w:r w:rsidRPr="002813C1">
        <w:t>selon lui</w:t>
      </w:r>
      <w:r w:rsidR="00B77E03">
        <w:t>, « </w:t>
      </w:r>
      <w:r w:rsidRPr="002813C1">
        <w:t>du sentiment</w:t>
      </w:r>
      <w:r w:rsidR="00B77E03">
        <w:t>. »</w:t>
      </w:r>
    </w:p>
    <w:p w14:paraId="72A589C5" w14:textId="77777777" w:rsidR="00B77E03" w:rsidRDefault="0024252B" w:rsidP="00B77E03">
      <w:r w:rsidRPr="002813C1">
        <w:lastRenderedPageBreak/>
        <w:t>Mais il était là un adolescent dont le cœur s</w:t>
      </w:r>
      <w:r w:rsidR="00B77E03">
        <w:t>’</w:t>
      </w:r>
      <w:r w:rsidRPr="002813C1">
        <w:t>ouvrait aux espérances de cette belle jeune fille</w:t>
      </w:r>
      <w:r w:rsidR="00B77E03">
        <w:t xml:space="preserve">, </w:t>
      </w:r>
      <w:r w:rsidRPr="002813C1">
        <w:t>la plus belle qu</w:t>
      </w:r>
      <w:r w:rsidR="00B77E03">
        <w:t>’</w:t>
      </w:r>
      <w:r w:rsidRPr="002813C1">
        <w:t>il eût vue</w:t>
      </w:r>
      <w:r w:rsidR="00B77E03">
        <w:t xml:space="preserve">, </w:t>
      </w:r>
      <w:r w:rsidRPr="002813C1">
        <w:t>et dont le dévouement et l</w:t>
      </w:r>
      <w:r w:rsidR="00B77E03">
        <w:t>’</w:t>
      </w:r>
      <w:r w:rsidRPr="002813C1">
        <w:t>énergie le frappaient d</w:t>
      </w:r>
      <w:r w:rsidR="00B77E03">
        <w:t>’</w:t>
      </w:r>
      <w:r w:rsidRPr="002813C1">
        <w:t>admiration</w:t>
      </w:r>
      <w:r w:rsidR="00B77E03">
        <w:t xml:space="preserve"> : </w:t>
      </w:r>
      <w:r w:rsidRPr="002813C1">
        <w:t>Chupin</w:t>
      </w:r>
      <w:r w:rsidR="00B77E03">
        <w:t>.</w:t>
      </w:r>
    </w:p>
    <w:p w14:paraId="369B65CD" w14:textId="77777777" w:rsidR="00B77E03" w:rsidRDefault="0024252B" w:rsidP="00B77E03">
      <w:r w:rsidRPr="002813C1">
        <w:t>Il s</w:t>
      </w:r>
      <w:r w:rsidR="00B77E03">
        <w:t>’</w:t>
      </w:r>
      <w:r w:rsidRPr="002813C1">
        <w:t>avança</w:t>
      </w:r>
      <w:r w:rsidR="00B77E03">
        <w:t xml:space="preserve">, </w:t>
      </w:r>
      <w:r w:rsidRPr="002813C1">
        <w:t>l</w:t>
      </w:r>
      <w:r w:rsidR="00B77E03">
        <w:t>’</w:t>
      </w:r>
      <w:r w:rsidRPr="002813C1">
        <w:t>œil brillant d</w:t>
      </w:r>
      <w:r w:rsidR="00B77E03">
        <w:t>’</w:t>
      </w:r>
      <w:r w:rsidRPr="002813C1">
        <w:t>enthousiasme</w:t>
      </w:r>
      <w:r w:rsidR="00B77E03">
        <w:t xml:space="preserve"> ; </w:t>
      </w:r>
      <w:r w:rsidRPr="002813C1">
        <w:t>et d</w:t>
      </w:r>
      <w:r w:rsidR="00B77E03">
        <w:t>’</w:t>
      </w:r>
      <w:r w:rsidRPr="002813C1">
        <w:t>une voix émue</w:t>
      </w:r>
      <w:r w:rsidR="00B77E03">
        <w:t> :</w:t>
      </w:r>
    </w:p>
    <w:p w14:paraId="66E13D96" w14:textId="06D49914" w:rsidR="00B77E03" w:rsidRDefault="00B77E03" w:rsidP="00B77E03">
      <w:r>
        <w:t>— </w:t>
      </w:r>
      <w:r w:rsidR="0024252B" w:rsidRPr="002813C1">
        <w:t>Je comprends votre idée</w:t>
      </w:r>
      <w:r>
        <w:t xml:space="preserve">, </w:t>
      </w:r>
      <w:r w:rsidR="0024252B" w:rsidRPr="002813C1">
        <w:t>déclara-t-il</w:t>
      </w:r>
      <w:r>
        <w:t xml:space="preserve">, </w:t>
      </w:r>
      <w:r w:rsidR="0024252B" w:rsidRPr="002813C1">
        <w:t>oui</w:t>
      </w:r>
      <w:r>
        <w:t>, M. </w:t>
      </w:r>
      <w:proofErr w:type="spellStart"/>
      <w:r w:rsidR="0024252B" w:rsidRPr="002813C1">
        <w:t>Férailleur</w:t>
      </w:r>
      <w:proofErr w:type="spellEnd"/>
      <w:r w:rsidR="0024252B" w:rsidRPr="002813C1">
        <w:t xml:space="preserve"> est à Paris</w:t>
      </w:r>
      <w:r>
        <w:t xml:space="preserve">. </w:t>
      </w:r>
      <w:r w:rsidR="0024252B" w:rsidRPr="002813C1">
        <w:t>Et que je perde mon nom</w:t>
      </w:r>
      <w:r>
        <w:t xml:space="preserve">, </w:t>
      </w:r>
      <w:r w:rsidR="0024252B" w:rsidRPr="002813C1">
        <w:t>qui est Chupin</w:t>
      </w:r>
      <w:r>
        <w:t xml:space="preserve">, </w:t>
      </w:r>
      <w:r w:rsidR="0024252B" w:rsidRPr="002813C1">
        <w:t>si avant quinze jours je ne l</w:t>
      </w:r>
      <w:r>
        <w:t>’</w:t>
      </w:r>
      <w:r w:rsidR="0024252B" w:rsidRPr="002813C1">
        <w:t>ai pas retrouvé</w:t>
      </w:r>
      <w:r>
        <w:t> !</w:t>
      </w:r>
    </w:p>
    <w:p w14:paraId="3270AFF8" w14:textId="029D4809" w:rsidR="0024252B" w:rsidRPr="002813C1" w:rsidRDefault="0024252B" w:rsidP="00B77E03">
      <w:pPr>
        <w:pStyle w:val="Titre1"/>
      </w:pPr>
      <w:bookmarkStart w:id="10" w:name="_Toc202022835"/>
      <w:r w:rsidRPr="002813C1">
        <w:lastRenderedPageBreak/>
        <w:t>XI</w:t>
      </w:r>
      <w:bookmarkEnd w:id="10"/>
      <w:r w:rsidRPr="002813C1">
        <w:br/>
      </w:r>
    </w:p>
    <w:p w14:paraId="33C1C304" w14:textId="5D4E385F" w:rsidR="00B77E03" w:rsidRDefault="00B77E03" w:rsidP="00B77E03">
      <w:r>
        <w:t>M</w:t>
      </w:r>
      <w:r w:rsidRPr="00B77E03">
        <w:rPr>
          <w:vertAlign w:val="superscript"/>
        </w:rPr>
        <w:t>lle</w:t>
      </w:r>
      <w:r>
        <w:t> </w:t>
      </w:r>
      <w:r w:rsidR="0024252B" w:rsidRPr="002813C1">
        <w:t xml:space="preserve">Marguerite connaissait Pascal </w:t>
      </w:r>
      <w:proofErr w:type="spellStart"/>
      <w:r w:rsidR="0024252B" w:rsidRPr="002813C1">
        <w:t>Férailleur</w:t>
      </w:r>
      <w:proofErr w:type="spellEnd"/>
      <w:r>
        <w:t>…</w:t>
      </w:r>
    </w:p>
    <w:p w14:paraId="17C797B8" w14:textId="3AC5D13E" w:rsidR="00B77E03" w:rsidRDefault="0024252B" w:rsidP="00B77E03">
      <w:r w:rsidRPr="002813C1">
        <w:t>Foudroyé en plein bonheur par une catastrophe inouïe</w:t>
      </w:r>
      <w:r w:rsidR="00B77E03">
        <w:t xml:space="preserve">, </w:t>
      </w:r>
      <w:r w:rsidRPr="002813C1">
        <w:t>il avait eu des heures de délire et d</w:t>
      </w:r>
      <w:r w:rsidR="00B77E03">
        <w:t>’</w:t>
      </w:r>
      <w:r w:rsidRPr="002813C1">
        <w:t>horrible défaillance</w:t>
      </w:r>
      <w:r w:rsidR="00B77E03">
        <w:t xml:space="preserve">, </w:t>
      </w:r>
      <w:r w:rsidRPr="002813C1">
        <w:t>mais il était incapable du lâche abandon de soi dont l</w:t>
      </w:r>
      <w:r w:rsidR="00B77E03">
        <w:t>’</w:t>
      </w:r>
      <w:r w:rsidRPr="002813C1">
        <w:t xml:space="preserve">accusait </w:t>
      </w:r>
      <w:r w:rsidR="00B77E03">
        <w:t>M. </w:t>
      </w:r>
      <w:r w:rsidRPr="002813C1">
        <w:t>Fortunat</w:t>
      </w:r>
      <w:r w:rsidR="00B77E03">
        <w:t>.</w:t>
      </w:r>
    </w:p>
    <w:p w14:paraId="238B4A3D" w14:textId="77777777" w:rsidR="00B77E03" w:rsidRDefault="0024252B" w:rsidP="00B77E03">
      <w:r w:rsidRPr="002813C1">
        <w:t>Elle lui rendait justice</w:t>
      </w:r>
      <w:r w:rsidR="00B77E03">
        <w:t xml:space="preserve">, </w:t>
      </w:r>
      <w:r w:rsidRPr="002813C1">
        <w:t>la généreuse fille</w:t>
      </w:r>
      <w:r w:rsidR="00B77E03">
        <w:t xml:space="preserve">, </w:t>
      </w:r>
      <w:r w:rsidRPr="002813C1">
        <w:t>quand elle disait</w:t>
      </w:r>
      <w:r w:rsidR="00B77E03">
        <w:t> :</w:t>
      </w:r>
    </w:p>
    <w:p w14:paraId="24FA6882" w14:textId="77777777" w:rsidR="00B77E03" w:rsidRDefault="00B77E03" w:rsidP="00B77E03">
      <w:r>
        <w:t>— </w:t>
      </w:r>
      <w:r w:rsidR="0024252B" w:rsidRPr="002813C1">
        <w:t>S</w:t>
      </w:r>
      <w:r>
        <w:t>’</w:t>
      </w:r>
      <w:r w:rsidR="0024252B" w:rsidRPr="002813C1">
        <w:t>il est résigné à vivre</w:t>
      </w:r>
      <w:r>
        <w:t xml:space="preserve">, </w:t>
      </w:r>
      <w:r w:rsidR="0024252B" w:rsidRPr="002813C1">
        <w:t>ce ne peut être qu</w:t>
      </w:r>
      <w:r>
        <w:t>’</w:t>
      </w:r>
      <w:r w:rsidR="0024252B" w:rsidRPr="002813C1">
        <w:t>à cette condition de consacrer sa vie</w:t>
      </w:r>
      <w:r>
        <w:t xml:space="preserve">, </w:t>
      </w:r>
      <w:r w:rsidR="0024252B" w:rsidRPr="002813C1">
        <w:t>tout ce qu</w:t>
      </w:r>
      <w:r>
        <w:t>’</w:t>
      </w:r>
      <w:r w:rsidR="0024252B" w:rsidRPr="002813C1">
        <w:t>il a d</w:t>
      </w:r>
      <w:r>
        <w:t>’</w:t>
      </w:r>
      <w:r w:rsidR="0024252B" w:rsidRPr="002813C1">
        <w:t>intelligence</w:t>
      </w:r>
      <w:r>
        <w:t xml:space="preserve">, </w:t>
      </w:r>
      <w:r w:rsidR="0024252B" w:rsidRPr="002813C1">
        <w:t>de force et de volonté à confondre l</w:t>
      </w:r>
      <w:r>
        <w:t>’</w:t>
      </w:r>
      <w:r w:rsidR="0024252B" w:rsidRPr="002813C1">
        <w:t>infâme calomnie</w:t>
      </w:r>
      <w:r>
        <w:t>…</w:t>
      </w:r>
    </w:p>
    <w:p w14:paraId="3F23C5A1" w14:textId="77777777" w:rsidR="00B77E03" w:rsidRDefault="0024252B" w:rsidP="00B77E03">
      <w:r w:rsidRPr="002813C1">
        <w:t>Et cependant</w:t>
      </w:r>
      <w:r w:rsidR="00B77E03">
        <w:t xml:space="preserve">, </w:t>
      </w:r>
      <w:r w:rsidRPr="002813C1">
        <w:t>elle ne connaissait pas toute l</w:t>
      </w:r>
      <w:r w:rsidR="00B77E03">
        <w:t>’</w:t>
      </w:r>
      <w:r w:rsidRPr="002813C1">
        <w:t>étendue du malheur de Pascal</w:t>
      </w:r>
      <w:r w:rsidR="00B77E03">
        <w:t>…</w:t>
      </w:r>
    </w:p>
    <w:p w14:paraId="689B84AC" w14:textId="5F2E63FC" w:rsidR="00B77E03" w:rsidRDefault="0024252B" w:rsidP="00B77E03">
      <w:r w:rsidRPr="002813C1">
        <w:t>Pouvait-elle supposer qu</w:t>
      </w:r>
      <w:r w:rsidR="00B77E03">
        <w:t>’</w:t>
      </w:r>
      <w:r w:rsidRPr="002813C1">
        <w:t>il se croyait peut-être abandonné par elle</w:t>
      </w:r>
      <w:r w:rsidR="00B77E03">
        <w:t xml:space="preserve">, </w:t>
      </w:r>
      <w:r w:rsidRPr="002813C1">
        <w:t>et renié</w:t>
      </w:r>
      <w:r w:rsidR="00B77E03">
        <w:t xml:space="preserve">, </w:t>
      </w:r>
      <w:r w:rsidRPr="002813C1">
        <w:t>le malheureux</w:t>
      </w:r>
      <w:r w:rsidR="00B77E03">
        <w:t xml:space="preserve">, </w:t>
      </w:r>
      <w:r w:rsidRPr="002813C1">
        <w:t>depuis ce billet que l</w:t>
      </w:r>
      <w:r w:rsidR="00B77E03">
        <w:t>’</w:t>
      </w:r>
      <w:r w:rsidRPr="002813C1">
        <w:t xml:space="preserve">estimable </w:t>
      </w:r>
      <w:r w:rsidR="00B77E03">
        <w:t>M</w:t>
      </w:r>
      <w:r w:rsidR="00B77E03" w:rsidRPr="00B77E03">
        <w:rPr>
          <w:vertAlign w:val="superscript"/>
        </w:rPr>
        <w:t>me</w:t>
      </w:r>
      <w:r w:rsidR="00B77E03">
        <w:t> </w:t>
      </w:r>
      <w:r w:rsidRPr="002813C1">
        <w:t>Léon lui avait porté à la porte du jardin de l</w:t>
      </w:r>
      <w:r w:rsidR="00B77E03">
        <w:t>’</w:t>
      </w:r>
      <w:r w:rsidRPr="002813C1">
        <w:t xml:space="preserve">hôtel de </w:t>
      </w:r>
      <w:proofErr w:type="spellStart"/>
      <w:r w:rsidRPr="002813C1">
        <w:t>Chalusse</w:t>
      </w:r>
      <w:proofErr w:type="spellEnd"/>
      <w:r w:rsidR="00B77E03">
        <w:t> ?…</w:t>
      </w:r>
    </w:p>
    <w:p w14:paraId="25332603" w14:textId="77777777" w:rsidR="00B77E03" w:rsidRDefault="0024252B" w:rsidP="00B77E03">
      <w:r w:rsidRPr="002813C1">
        <w:t>Comment eût-elle su de quels doutes</w:t>
      </w:r>
      <w:r w:rsidR="00B77E03">
        <w:t xml:space="preserve">, </w:t>
      </w:r>
      <w:r w:rsidRPr="002813C1">
        <w:t>de quels soupçons poignants l</w:t>
      </w:r>
      <w:r w:rsidR="00B77E03">
        <w:t>’</w:t>
      </w:r>
      <w:r w:rsidRPr="002813C1">
        <w:t>âme de Pascal avait été déchirée</w:t>
      </w:r>
      <w:r w:rsidR="00B77E03">
        <w:t xml:space="preserve">, </w:t>
      </w:r>
      <w:r w:rsidRPr="002813C1">
        <w:t xml:space="preserve">après les flétrissantes insinuations de la </w:t>
      </w:r>
      <w:proofErr w:type="spellStart"/>
      <w:r w:rsidRPr="002813C1">
        <w:t>Vantrasson</w:t>
      </w:r>
      <w:proofErr w:type="spellEnd"/>
      <w:r w:rsidR="00B77E03">
        <w:t> ?</w:t>
      </w:r>
    </w:p>
    <w:p w14:paraId="38000B1A" w14:textId="77777777" w:rsidR="00B77E03" w:rsidRDefault="0024252B" w:rsidP="00B77E03">
      <w:r w:rsidRPr="002813C1">
        <w:t>Il est vrai de dire qu</w:t>
      </w:r>
      <w:r w:rsidR="00B77E03">
        <w:t>’</w:t>
      </w:r>
      <w:r w:rsidRPr="002813C1">
        <w:t>à sa mère seule il devait d</w:t>
      </w:r>
      <w:r w:rsidR="00B77E03">
        <w:t>’</w:t>
      </w:r>
      <w:r w:rsidRPr="002813C1">
        <w:t>avoir échappé au suicide</w:t>
      </w:r>
      <w:r w:rsidR="00B77E03">
        <w:t xml:space="preserve">, </w:t>
      </w:r>
      <w:r w:rsidRPr="002813C1">
        <w:t>sombre folie qui obsède les désespérés</w:t>
      </w:r>
      <w:r w:rsidR="00B77E03">
        <w:t>…</w:t>
      </w:r>
    </w:p>
    <w:p w14:paraId="21F984D5" w14:textId="77777777" w:rsidR="00B77E03" w:rsidRDefault="0024252B" w:rsidP="00B77E03">
      <w:r w:rsidRPr="002813C1">
        <w:t>Et c</w:t>
      </w:r>
      <w:r w:rsidR="00B77E03">
        <w:t>’</w:t>
      </w:r>
      <w:r w:rsidRPr="002813C1">
        <w:t>est encore à sa mère</w:t>
      </w:r>
      <w:r w:rsidR="00B77E03">
        <w:t xml:space="preserve">, </w:t>
      </w:r>
      <w:r w:rsidRPr="002813C1">
        <w:t>cette incomparable gardienne de l</w:t>
      </w:r>
      <w:r w:rsidR="00B77E03">
        <w:t>’</w:t>
      </w:r>
      <w:r w:rsidRPr="002813C1">
        <w:t>honneur</w:t>
      </w:r>
      <w:r w:rsidR="00B77E03">
        <w:t xml:space="preserve">, </w:t>
      </w:r>
      <w:r w:rsidRPr="002813C1">
        <w:t>qu</w:t>
      </w:r>
      <w:r w:rsidR="00B77E03">
        <w:t>’</w:t>
      </w:r>
      <w:r w:rsidRPr="002813C1">
        <w:t>il dut sa résolution</w:t>
      </w:r>
      <w:r w:rsidR="00B77E03">
        <w:t xml:space="preserve">, </w:t>
      </w:r>
      <w:r w:rsidRPr="002813C1">
        <w:t xml:space="preserve">le matin où il alla frapper à la porte du baron </w:t>
      </w:r>
      <w:proofErr w:type="spellStart"/>
      <w:r w:rsidRPr="002813C1">
        <w:t>Trigault</w:t>
      </w:r>
      <w:proofErr w:type="spellEnd"/>
      <w:r w:rsidR="00B77E03">
        <w:t>.</w:t>
      </w:r>
    </w:p>
    <w:p w14:paraId="7A53204B" w14:textId="77777777" w:rsidR="00B77E03" w:rsidRDefault="0024252B" w:rsidP="00B77E03">
      <w:r w:rsidRPr="002813C1">
        <w:lastRenderedPageBreak/>
        <w:t>Là</w:t>
      </w:r>
      <w:r w:rsidR="00B77E03">
        <w:t xml:space="preserve">, </w:t>
      </w:r>
      <w:r w:rsidRPr="002813C1">
        <w:t>son courage devait rencontrer sa première récompense</w:t>
      </w:r>
      <w:r w:rsidR="00B77E03">
        <w:t>.</w:t>
      </w:r>
    </w:p>
    <w:p w14:paraId="574E45F8" w14:textId="77777777" w:rsidR="00B77E03" w:rsidRDefault="0024252B" w:rsidP="00B77E03">
      <w:r w:rsidRPr="002813C1">
        <w:t>Aussi n</w:t>
      </w:r>
      <w:r w:rsidR="00B77E03">
        <w:t>’</w:t>
      </w:r>
      <w:r w:rsidRPr="002813C1">
        <w:t>était-il plus le même homme</w:t>
      </w:r>
      <w:r w:rsidR="00B77E03">
        <w:t xml:space="preserve">, </w:t>
      </w:r>
      <w:r w:rsidRPr="002813C1">
        <w:t xml:space="preserve">quand il sortit de cet hôtel princier de la rue de la </w:t>
      </w:r>
      <w:proofErr w:type="spellStart"/>
      <w:r w:rsidRPr="002813C1">
        <w:t>Ville-l</w:t>
      </w:r>
      <w:r w:rsidR="00B77E03">
        <w:t>’</w:t>
      </w:r>
      <w:r w:rsidRPr="002813C1">
        <w:t>Évêque</w:t>
      </w:r>
      <w:proofErr w:type="spellEnd"/>
      <w:r w:rsidR="00B77E03">
        <w:t xml:space="preserve">, </w:t>
      </w:r>
      <w:r w:rsidRPr="002813C1">
        <w:t>où il était entré le cœur serré par l</w:t>
      </w:r>
      <w:r w:rsidR="00B77E03">
        <w:t>’</w:t>
      </w:r>
      <w:r w:rsidRPr="002813C1">
        <w:t>angoisse</w:t>
      </w:r>
      <w:r w:rsidR="00B77E03">
        <w:t>.</w:t>
      </w:r>
    </w:p>
    <w:p w14:paraId="3B9CEAB1" w14:textId="77777777" w:rsidR="00B77E03" w:rsidRDefault="0024252B" w:rsidP="00B77E03">
      <w:r w:rsidRPr="002813C1">
        <w:t>Il était tout étourdi encore des scènes étranges dont il avait été l</w:t>
      </w:r>
      <w:r w:rsidR="00B77E03">
        <w:t>’</w:t>
      </w:r>
      <w:r w:rsidRPr="002813C1">
        <w:t>involontaire témoin</w:t>
      </w:r>
      <w:r w:rsidR="00B77E03">
        <w:t xml:space="preserve">… </w:t>
      </w:r>
      <w:r w:rsidRPr="002813C1">
        <w:t>Les secrets qu</w:t>
      </w:r>
      <w:r w:rsidR="00B77E03">
        <w:t>’</w:t>
      </w:r>
      <w:r w:rsidRPr="002813C1">
        <w:t>il avait surpris</w:t>
      </w:r>
      <w:r w:rsidR="00B77E03">
        <w:t xml:space="preserve">, </w:t>
      </w:r>
      <w:r w:rsidRPr="002813C1">
        <w:t>les confidences qui lui avaient été faites</w:t>
      </w:r>
      <w:r w:rsidR="00B77E03">
        <w:t xml:space="preserve">, </w:t>
      </w:r>
      <w:r w:rsidRPr="002813C1">
        <w:t>tourbillonnaient dans son esprit</w:t>
      </w:r>
      <w:r w:rsidR="00B77E03">
        <w:t xml:space="preserve">… </w:t>
      </w:r>
      <w:r w:rsidRPr="002813C1">
        <w:t>mais il espérait</w:t>
      </w:r>
      <w:r w:rsidR="00B77E03">
        <w:t>.</w:t>
      </w:r>
    </w:p>
    <w:p w14:paraId="0CFA97BD" w14:textId="77777777" w:rsidR="00B77E03" w:rsidRDefault="0024252B" w:rsidP="00B77E03">
      <w:r w:rsidRPr="002813C1">
        <w:t>Une lueur de salut brillait à l</w:t>
      </w:r>
      <w:r w:rsidR="00B77E03">
        <w:t>’</w:t>
      </w:r>
      <w:r w:rsidRPr="002813C1">
        <w:t>horizon</w:t>
      </w:r>
      <w:r w:rsidR="00B77E03">
        <w:t xml:space="preserve">, </w:t>
      </w:r>
      <w:r w:rsidRPr="002813C1">
        <w:t>chétive encore et vacillante</w:t>
      </w:r>
      <w:r w:rsidR="00B77E03">
        <w:t xml:space="preserve">, </w:t>
      </w:r>
      <w:r w:rsidRPr="002813C1">
        <w:t>mais enfin une lueur</w:t>
      </w:r>
      <w:r w:rsidR="00B77E03">
        <w:t xml:space="preserve">… </w:t>
      </w:r>
      <w:r w:rsidRPr="002813C1">
        <w:t>Peut-être tenait-il le fil précieux qui le guiderait hors du dédale d</w:t>
      </w:r>
      <w:r w:rsidR="00B77E03">
        <w:t>’</w:t>
      </w:r>
      <w:r w:rsidRPr="002813C1">
        <w:t>iniquité et d</w:t>
      </w:r>
      <w:r w:rsidR="00B77E03">
        <w:t>’</w:t>
      </w:r>
      <w:r w:rsidRPr="002813C1">
        <w:t>ignominie où on l</w:t>
      </w:r>
      <w:r w:rsidR="00B77E03">
        <w:t>’</w:t>
      </w:r>
      <w:r w:rsidRPr="002813C1">
        <w:t>avait enfermé</w:t>
      </w:r>
      <w:r w:rsidR="00B77E03">
        <w:t>.</w:t>
      </w:r>
    </w:p>
    <w:p w14:paraId="69E25B5A" w14:textId="77777777" w:rsidR="00B77E03" w:rsidRDefault="0024252B" w:rsidP="00B77E03">
      <w:r w:rsidRPr="002813C1">
        <w:t>D</w:t>
      </w:r>
      <w:r w:rsidR="00B77E03">
        <w:t>’</w:t>
      </w:r>
      <w:r w:rsidRPr="002813C1">
        <w:t>ailleurs</w:t>
      </w:r>
      <w:r w:rsidR="00B77E03">
        <w:t xml:space="preserve">, </w:t>
      </w:r>
      <w:r w:rsidRPr="002813C1">
        <w:t>il ne serait plus seul à combattre</w:t>
      </w:r>
      <w:r w:rsidR="00B77E03">
        <w:t>.</w:t>
      </w:r>
    </w:p>
    <w:p w14:paraId="04C32364" w14:textId="77777777" w:rsidR="00B77E03" w:rsidRDefault="0024252B" w:rsidP="00B77E03">
      <w:r w:rsidRPr="002813C1">
        <w:t>Un honnête homme</w:t>
      </w:r>
      <w:r w:rsidR="00B77E03">
        <w:t xml:space="preserve">, </w:t>
      </w:r>
      <w:r w:rsidRPr="002813C1">
        <w:t>rompu aux luttes de la vie</w:t>
      </w:r>
      <w:r w:rsidR="00B77E03">
        <w:t xml:space="preserve">, </w:t>
      </w:r>
      <w:r w:rsidRPr="002813C1">
        <w:t>expérimenté et vaillant</w:t>
      </w:r>
      <w:r w:rsidR="00B77E03">
        <w:t xml:space="preserve">, </w:t>
      </w:r>
      <w:r w:rsidRPr="002813C1">
        <w:t>puissant par sa réputation</w:t>
      </w:r>
      <w:r w:rsidR="00B77E03">
        <w:t xml:space="preserve">, </w:t>
      </w:r>
      <w:r w:rsidRPr="002813C1">
        <w:t>par ses relations et par sa fortune</w:t>
      </w:r>
      <w:r w:rsidR="00B77E03">
        <w:t xml:space="preserve">, </w:t>
      </w:r>
      <w:r w:rsidRPr="002813C1">
        <w:t>venait de lui promettre solennellement son concours</w:t>
      </w:r>
      <w:r w:rsidR="00B77E03">
        <w:t>.</w:t>
      </w:r>
    </w:p>
    <w:p w14:paraId="78A6DC82" w14:textId="77777777" w:rsidR="00B77E03" w:rsidRDefault="0024252B" w:rsidP="00B77E03">
      <w:r w:rsidRPr="002813C1">
        <w:t>Grâce à cet homme</w:t>
      </w:r>
      <w:r w:rsidR="00B77E03">
        <w:t xml:space="preserve">, </w:t>
      </w:r>
      <w:r w:rsidRPr="002813C1">
        <w:t>que le malheur faisait un ami plus sûr que les années</w:t>
      </w:r>
      <w:r w:rsidR="00B77E03">
        <w:t xml:space="preserve">, </w:t>
      </w:r>
      <w:r w:rsidRPr="002813C1">
        <w:t>l</w:t>
      </w:r>
      <w:r w:rsidR="00B77E03">
        <w:t>’</w:t>
      </w:r>
      <w:r w:rsidRPr="002813C1">
        <w:t>accès lui était ouvert près du misérable qui lui avait pris l</w:t>
      </w:r>
      <w:r w:rsidR="00B77E03">
        <w:t>’</w:t>
      </w:r>
      <w:r w:rsidRPr="002813C1">
        <w:t>honneur pour lui prendre après la femme qu</w:t>
      </w:r>
      <w:r w:rsidR="00B77E03">
        <w:t>’</w:t>
      </w:r>
      <w:r w:rsidRPr="002813C1">
        <w:t>il aimait</w:t>
      </w:r>
      <w:r w:rsidR="00B77E03">
        <w:t>…</w:t>
      </w:r>
    </w:p>
    <w:p w14:paraId="57167EA8" w14:textId="77777777" w:rsidR="00B77E03" w:rsidRDefault="0024252B" w:rsidP="00B77E03">
      <w:r w:rsidRPr="002813C1">
        <w:t xml:space="preserve">Il savait maintenant les défauts de la cuirasse du marquis de </w:t>
      </w:r>
      <w:proofErr w:type="spellStart"/>
      <w:r w:rsidRPr="002813C1">
        <w:t>Valorsay</w:t>
      </w:r>
      <w:proofErr w:type="spellEnd"/>
      <w:r w:rsidR="00B77E03">
        <w:t xml:space="preserve">, </w:t>
      </w:r>
      <w:r w:rsidRPr="002813C1">
        <w:t>où le frapper</w:t>
      </w:r>
      <w:r w:rsidR="00B77E03">
        <w:t xml:space="preserve">, </w:t>
      </w:r>
      <w:r w:rsidRPr="002813C1">
        <w:t>et comment</w:t>
      </w:r>
      <w:r w:rsidR="00B77E03">
        <w:t xml:space="preserve"> ; </w:t>
      </w:r>
      <w:r w:rsidRPr="002813C1">
        <w:t>et c</w:t>
      </w:r>
      <w:r w:rsidR="00B77E03">
        <w:t>’</w:t>
      </w:r>
      <w:r w:rsidRPr="002813C1">
        <w:t>est cent mille francs à la main qu</w:t>
      </w:r>
      <w:r w:rsidR="00B77E03">
        <w:t>’</w:t>
      </w:r>
      <w:r w:rsidRPr="002813C1">
        <w:t>il comptait se glisser dans son intimité pour y surprendre des preuves irrécusables de son infamie</w:t>
      </w:r>
      <w:r w:rsidR="00B77E03">
        <w:t>.</w:t>
      </w:r>
    </w:p>
    <w:p w14:paraId="1B353151" w14:textId="77777777" w:rsidR="00B77E03" w:rsidRDefault="0024252B" w:rsidP="00B77E03">
      <w:r w:rsidRPr="002813C1">
        <w:t>Grande était la hâte de Pascal d</w:t>
      </w:r>
      <w:r w:rsidR="00B77E03">
        <w:t>’</w:t>
      </w:r>
      <w:r w:rsidRPr="002813C1">
        <w:t>apprendre à sa mère l</w:t>
      </w:r>
      <w:r w:rsidR="00B77E03">
        <w:t>’</w:t>
      </w:r>
      <w:r w:rsidRPr="002813C1">
        <w:t>heureuse issue de sa visite</w:t>
      </w:r>
      <w:r w:rsidR="00B77E03">
        <w:t xml:space="preserve">. </w:t>
      </w:r>
      <w:r w:rsidRPr="002813C1">
        <w:t>Mais diverses démarches</w:t>
      </w:r>
      <w:r w:rsidR="00B77E03">
        <w:t xml:space="preserve">, </w:t>
      </w:r>
      <w:r w:rsidRPr="002813C1">
        <w:t>indispensables pour ses projets ultérieurs</w:t>
      </w:r>
      <w:r w:rsidR="00B77E03">
        <w:t xml:space="preserve">, </w:t>
      </w:r>
      <w:r w:rsidRPr="002813C1">
        <w:t xml:space="preserve">le réclamaient </w:t>
      </w:r>
      <w:r w:rsidRPr="002813C1">
        <w:lastRenderedPageBreak/>
        <w:t>impérieusement</w:t>
      </w:r>
      <w:r w:rsidR="00B77E03">
        <w:t xml:space="preserve">, </w:t>
      </w:r>
      <w:r w:rsidRPr="002813C1">
        <w:t>et il était près de cinq heures quand il put regagner son pauvre logis de la route de la Révolte</w:t>
      </w:r>
      <w:r w:rsidR="00B77E03">
        <w:t>.</w:t>
      </w:r>
    </w:p>
    <w:p w14:paraId="53234F83" w14:textId="3D1E04E4" w:rsidR="00B77E03" w:rsidRDefault="0024252B" w:rsidP="00B77E03">
      <w:r w:rsidRPr="002813C1">
        <w:t>Lorsqu</w:t>
      </w:r>
      <w:r w:rsidR="00B77E03">
        <w:t>’</w:t>
      </w:r>
      <w:r w:rsidRPr="002813C1">
        <w:t>il arriva</w:t>
      </w:r>
      <w:r w:rsidR="00B77E03">
        <w:t>, M</w:t>
      </w:r>
      <w:r w:rsidR="00B77E03" w:rsidRPr="00B77E03">
        <w:rPr>
          <w:vertAlign w:val="superscript"/>
        </w:rPr>
        <w:t>me</w:t>
      </w:r>
      <w:r w:rsidR="00B77E03">
        <w:t> </w:t>
      </w:r>
      <w:proofErr w:type="spellStart"/>
      <w:r w:rsidRPr="002813C1">
        <w:t>Férailleur</w:t>
      </w:r>
      <w:proofErr w:type="spellEnd"/>
      <w:r w:rsidRPr="002813C1">
        <w:t xml:space="preserve"> rentrait</w:t>
      </w:r>
      <w:r w:rsidR="00B77E03">
        <w:t xml:space="preserve">, </w:t>
      </w:r>
      <w:r w:rsidRPr="002813C1">
        <w:t>ce qui ne le surprit pas médiocrement</w:t>
      </w:r>
      <w:r w:rsidR="00B77E03">
        <w:t xml:space="preserve">, </w:t>
      </w:r>
      <w:r w:rsidRPr="002813C1">
        <w:t>car il ne savait pas qu</w:t>
      </w:r>
      <w:r w:rsidR="00B77E03">
        <w:t>’</w:t>
      </w:r>
      <w:r w:rsidRPr="002813C1">
        <w:t>elle eût à sortir</w:t>
      </w:r>
      <w:r w:rsidR="00B77E03">
        <w:t xml:space="preserve">… </w:t>
      </w:r>
      <w:r w:rsidRPr="002813C1">
        <w:t>Le fiacre qu</w:t>
      </w:r>
      <w:r w:rsidR="00B77E03">
        <w:t>’</w:t>
      </w:r>
      <w:r w:rsidRPr="002813C1">
        <w:t>elle avait pris pour ses courses était encore devant la porte et elle n</w:t>
      </w:r>
      <w:r w:rsidR="00B77E03">
        <w:t>’</w:t>
      </w:r>
      <w:r w:rsidRPr="002813C1">
        <w:t>avait pas eu le temps de retirer son châle et son chapeau</w:t>
      </w:r>
      <w:r w:rsidR="00B77E03">
        <w:t>…</w:t>
      </w:r>
    </w:p>
    <w:p w14:paraId="13854920" w14:textId="77777777" w:rsidR="00B77E03" w:rsidRDefault="0024252B" w:rsidP="00B77E03">
      <w:r w:rsidRPr="002813C1">
        <w:t>À la vue de son fils</w:t>
      </w:r>
      <w:r w:rsidR="00B77E03">
        <w:t xml:space="preserve">, </w:t>
      </w:r>
      <w:r w:rsidRPr="002813C1">
        <w:t>elle eut une exclamation de joie</w:t>
      </w:r>
      <w:r w:rsidR="00B77E03">
        <w:t xml:space="preserve">… </w:t>
      </w:r>
      <w:r w:rsidRPr="002813C1">
        <w:t>Elle avait trop l</w:t>
      </w:r>
      <w:r w:rsidR="00B77E03">
        <w:t>’</w:t>
      </w:r>
      <w:r w:rsidRPr="002813C1">
        <w:t>habitude de lire sur sa physionomie le secret de ses pensées pour qu</w:t>
      </w:r>
      <w:r w:rsidR="00B77E03">
        <w:t>’</w:t>
      </w:r>
      <w:r w:rsidRPr="002813C1">
        <w:t>il eût besoin de lui rien dire</w:t>
      </w:r>
      <w:r w:rsidR="00B77E03">
        <w:t xml:space="preserve">, </w:t>
      </w:r>
      <w:r w:rsidRPr="002813C1">
        <w:t>et avant qu</w:t>
      </w:r>
      <w:r w:rsidR="00B77E03">
        <w:t>’</w:t>
      </w:r>
      <w:r w:rsidRPr="002813C1">
        <w:t>il eût ouvert la bouche</w:t>
      </w:r>
      <w:r w:rsidR="00B77E03">
        <w:t> :</w:t>
      </w:r>
    </w:p>
    <w:p w14:paraId="3AA04D51" w14:textId="77777777" w:rsidR="00B77E03" w:rsidRDefault="00B77E03" w:rsidP="00B77E03">
      <w:r>
        <w:t>— </w:t>
      </w:r>
      <w:r w:rsidR="0024252B" w:rsidRPr="002813C1">
        <w:t>Tu as réussi</w:t>
      </w:r>
      <w:r>
        <w:t xml:space="preserve"> !… </w:t>
      </w:r>
      <w:r w:rsidR="0024252B" w:rsidRPr="002813C1">
        <w:t>s</w:t>
      </w:r>
      <w:r>
        <w:t>’</w:t>
      </w:r>
      <w:r w:rsidR="0024252B" w:rsidRPr="002813C1">
        <w:t>écria-t-elle</w:t>
      </w:r>
      <w:r>
        <w:t>.</w:t>
      </w:r>
    </w:p>
    <w:p w14:paraId="7B602C87" w14:textId="77777777" w:rsidR="00B77E03" w:rsidRDefault="00B77E03" w:rsidP="00B77E03">
      <w:r>
        <w:t>— </w:t>
      </w:r>
      <w:r w:rsidR="0024252B" w:rsidRPr="002813C1">
        <w:t>Oh</w:t>
      </w:r>
      <w:r>
        <w:t xml:space="preserve"> !… </w:t>
      </w:r>
      <w:r w:rsidR="0024252B" w:rsidRPr="002813C1">
        <w:t>mère</w:t>
      </w:r>
      <w:r>
        <w:t xml:space="preserve">, </w:t>
      </w:r>
      <w:r w:rsidR="0024252B" w:rsidRPr="002813C1">
        <w:t>bien au-delà de mes espérances</w:t>
      </w:r>
      <w:r>
        <w:t>.</w:t>
      </w:r>
    </w:p>
    <w:p w14:paraId="1867B7F2" w14:textId="77777777" w:rsidR="00B77E03" w:rsidRDefault="00B77E03" w:rsidP="00B77E03">
      <w:r>
        <w:t>— </w:t>
      </w:r>
      <w:r w:rsidR="0024252B" w:rsidRPr="002813C1">
        <w:t>Je l</w:t>
      </w:r>
      <w:r>
        <w:t>’</w:t>
      </w:r>
      <w:r w:rsidR="0024252B" w:rsidRPr="002813C1">
        <w:t>avais donc bien jugé</w:t>
      </w:r>
      <w:r>
        <w:t xml:space="preserve">, </w:t>
      </w:r>
      <w:r w:rsidR="0024252B" w:rsidRPr="002813C1">
        <w:t>ce digne homme</w:t>
      </w:r>
      <w:r>
        <w:t xml:space="preserve">, </w:t>
      </w:r>
      <w:r w:rsidR="0024252B" w:rsidRPr="002813C1">
        <w:t>qui était venu t</w:t>
      </w:r>
      <w:r>
        <w:t>’</w:t>
      </w:r>
      <w:r w:rsidR="0024252B" w:rsidRPr="002813C1">
        <w:t>offrir ses services rue d</w:t>
      </w:r>
      <w:r>
        <w:t>’</w:t>
      </w:r>
      <w:r w:rsidR="0024252B" w:rsidRPr="002813C1">
        <w:t>Ulm</w:t>
      </w:r>
      <w:r>
        <w:t> ?…</w:t>
      </w:r>
    </w:p>
    <w:p w14:paraId="07A5BAA6" w14:textId="77777777" w:rsidR="00B77E03" w:rsidRDefault="00B77E03" w:rsidP="00B77E03">
      <w:r>
        <w:t>— </w:t>
      </w:r>
      <w:r w:rsidR="0024252B" w:rsidRPr="002813C1">
        <w:t>Oui</w:t>
      </w:r>
      <w:r>
        <w:t xml:space="preserve">, </w:t>
      </w:r>
      <w:r w:rsidR="0024252B" w:rsidRPr="002813C1">
        <w:t>certes</w:t>
      </w:r>
      <w:r>
        <w:t xml:space="preserve">, </w:t>
      </w:r>
      <w:r w:rsidR="0024252B" w:rsidRPr="002813C1">
        <w:t>oui</w:t>
      </w:r>
      <w:r>
        <w:t xml:space="preserve"> !… </w:t>
      </w:r>
      <w:r w:rsidR="0024252B" w:rsidRPr="002813C1">
        <w:t>Jamais</w:t>
      </w:r>
      <w:r>
        <w:t xml:space="preserve">, </w:t>
      </w:r>
      <w:r w:rsidR="0024252B" w:rsidRPr="002813C1">
        <w:t>quoi que je fasse</w:t>
      </w:r>
      <w:r>
        <w:t xml:space="preserve">, </w:t>
      </w:r>
      <w:r w:rsidR="0024252B" w:rsidRPr="002813C1">
        <w:t>je ne pourrai reconnaître sa générosité et son abnégation</w:t>
      </w:r>
      <w:r>
        <w:t xml:space="preserve">. </w:t>
      </w:r>
      <w:r w:rsidR="0024252B" w:rsidRPr="002813C1">
        <w:t>Si tu savais</w:t>
      </w:r>
      <w:r>
        <w:t xml:space="preserve">, </w:t>
      </w:r>
      <w:r w:rsidR="0024252B" w:rsidRPr="002813C1">
        <w:t>mère chérie</w:t>
      </w:r>
      <w:r>
        <w:t xml:space="preserve">, </w:t>
      </w:r>
      <w:r w:rsidR="0024252B" w:rsidRPr="002813C1">
        <w:t>si tu savais</w:t>
      </w:r>
      <w:r>
        <w:t>…</w:t>
      </w:r>
    </w:p>
    <w:p w14:paraId="2ACCB595" w14:textId="77777777" w:rsidR="00B77E03" w:rsidRDefault="00B77E03" w:rsidP="00B77E03">
      <w:r>
        <w:t>— </w:t>
      </w:r>
      <w:r w:rsidR="0024252B" w:rsidRPr="002813C1">
        <w:t>Quoi</w:t>
      </w:r>
      <w:r>
        <w:t> ?…</w:t>
      </w:r>
    </w:p>
    <w:p w14:paraId="75D77F36" w14:textId="77777777" w:rsidR="00B77E03" w:rsidRDefault="0024252B" w:rsidP="00B77E03">
      <w:r w:rsidRPr="002813C1">
        <w:t>Il l</w:t>
      </w:r>
      <w:r w:rsidR="00B77E03">
        <w:t>’</w:t>
      </w:r>
      <w:r w:rsidRPr="002813C1">
        <w:t>embrassa</w:t>
      </w:r>
      <w:r w:rsidR="00B77E03">
        <w:t xml:space="preserve">, </w:t>
      </w:r>
      <w:r w:rsidRPr="002813C1">
        <w:t>comme s</w:t>
      </w:r>
      <w:r w:rsidR="00B77E03">
        <w:t>’</w:t>
      </w:r>
      <w:r w:rsidRPr="002813C1">
        <w:t>il eût voulu s</w:t>
      </w:r>
      <w:r w:rsidR="00B77E03">
        <w:t>’</w:t>
      </w:r>
      <w:r w:rsidRPr="002813C1">
        <w:t>excuser de ce qu</w:t>
      </w:r>
      <w:r w:rsidR="00B77E03">
        <w:t>’</w:t>
      </w:r>
      <w:r w:rsidRPr="002813C1">
        <w:t>il allait dire</w:t>
      </w:r>
      <w:r w:rsidR="00B77E03">
        <w:t xml:space="preserve">, </w:t>
      </w:r>
      <w:r w:rsidRPr="002813C1">
        <w:t>prévoyant qu</w:t>
      </w:r>
      <w:r w:rsidR="00B77E03">
        <w:t>’</w:t>
      </w:r>
      <w:r w:rsidRPr="002813C1">
        <w:t>elle en serait affectée</w:t>
      </w:r>
      <w:r w:rsidR="00B77E03">
        <w:t xml:space="preserve">, </w:t>
      </w:r>
      <w:r w:rsidRPr="002813C1">
        <w:t>et vivement</w:t>
      </w:r>
      <w:r w:rsidR="00B77E03">
        <w:t> :</w:t>
      </w:r>
    </w:p>
    <w:p w14:paraId="7421116E" w14:textId="77777777" w:rsidR="00B77E03" w:rsidRDefault="00B77E03" w:rsidP="00B77E03">
      <w:r>
        <w:t>— </w:t>
      </w:r>
      <w:r w:rsidR="0024252B" w:rsidRPr="002813C1">
        <w:t>Eh bien</w:t>
      </w:r>
      <w:r>
        <w:t xml:space="preserve"> !… </w:t>
      </w:r>
      <w:r w:rsidR="0024252B" w:rsidRPr="002813C1">
        <w:t xml:space="preserve">Marguerite est la fille de la baronne </w:t>
      </w:r>
      <w:proofErr w:type="spellStart"/>
      <w:r w:rsidR="0024252B" w:rsidRPr="002813C1">
        <w:t>Trigault</w:t>
      </w:r>
      <w:proofErr w:type="spellEnd"/>
      <w:r>
        <w:t>…</w:t>
      </w:r>
    </w:p>
    <w:p w14:paraId="18088C39" w14:textId="164ABA39" w:rsidR="00B77E03" w:rsidRDefault="00B77E03" w:rsidP="00B77E03">
      <w:r>
        <w:t>M</w:t>
      </w:r>
      <w:r w:rsidRPr="00B77E03">
        <w:rPr>
          <w:vertAlign w:val="superscript"/>
        </w:rPr>
        <w:t>me</w:t>
      </w:r>
      <w:r>
        <w:t> </w:t>
      </w:r>
      <w:proofErr w:type="spellStart"/>
      <w:r w:rsidR="0024252B" w:rsidRPr="002813C1">
        <w:t>Férailleur</w:t>
      </w:r>
      <w:proofErr w:type="spellEnd"/>
      <w:r w:rsidR="0024252B" w:rsidRPr="002813C1">
        <w:t xml:space="preserve"> se rejeta en arrière aussi violemment que si elle eût vu se dresser un reptile</w:t>
      </w:r>
      <w:r>
        <w:t>.</w:t>
      </w:r>
    </w:p>
    <w:p w14:paraId="3BBAE71E" w14:textId="77777777" w:rsidR="00B77E03" w:rsidRDefault="00B77E03" w:rsidP="00B77E03">
      <w:r>
        <w:t>— </w:t>
      </w:r>
      <w:r w:rsidR="0024252B" w:rsidRPr="002813C1">
        <w:t>La fille de la baronne</w:t>
      </w:r>
      <w:r>
        <w:t xml:space="preserve"> !… </w:t>
      </w:r>
      <w:r w:rsidR="0024252B" w:rsidRPr="002813C1">
        <w:t>bégaya-t-elle</w:t>
      </w:r>
      <w:r>
        <w:t xml:space="preserve">. </w:t>
      </w:r>
      <w:r w:rsidR="0024252B" w:rsidRPr="002813C1">
        <w:t>Mon Dieu</w:t>
      </w:r>
      <w:r>
        <w:t xml:space="preserve"> !… </w:t>
      </w:r>
      <w:r w:rsidR="0024252B" w:rsidRPr="002813C1">
        <w:t>que dis-tu là</w:t>
      </w:r>
      <w:r>
        <w:t xml:space="preserve">… </w:t>
      </w:r>
      <w:r w:rsidR="0024252B" w:rsidRPr="002813C1">
        <w:t>Deviens-tu fou</w:t>
      </w:r>
      <w:r>
        <w:t xml:space="preserve">, </w:t>
      </w:r>
      <w:r w:rsidR="0024252B" w:rsidRPr="002813C1">
        <w:t>Pascal</w:t>
      </w:r>
      <w:r>
        <w:t> ?…</w:t>
      </w:r>
    </w:p>
    <w:p w14:paraId="3CCDF27B" w14:textId="77777777" w:rsidR="00B77E03" w:rsidRDefault="00B77E03" w:rsidP="00B77E03">
      <w:r>
        <w:lastRenderedPageBreak/>
        <w:t>— </w:t>
      </w:r>
      <w:r w:rsidR="0024252B" w:rsidRPr="002813C1">
        <w:t>Je te dis la vérité</w:t>
      </w:r>
      <w:r>
        <w:t xml:space="preserve">, </w:t>
      </w:r>
      <w:r w:rsidR="0024252B" w:rsidRPr="002813C1">
        <w:t>mère</w:t>
      </w:r>
      <w:r>
        <w:t xml:space="preserve">… </w:t>
      </w:r>
      <w:r w:rsidR="0024252B" w:rsidRPr="002813C1">
        <w:t>écoute-moi</w:t>
      </w:r>
      <w:r>
        <w:t> :</w:t>
      </w:r>
    </w:p>
    <w:p w14:paraId="72CA21FE" w14:textId="3B11386D" w:rsidR="00B77E03" w:rsidRDefault="0024252B" w:rsidP="00B77E03">
      <w:r w:rsidRPr="002813C1">
        <w:t>Et rapidement</w:t>
      </w:r>
      <w:r w:rsidR="00B77E03">
        <w:t xml:space="preserve">, </w:t>
      </w:r>
      <w:r w:rsidRPr="002813C1">
        <w:t>d</w:t>
      </w:r>
      <w:r w:rsidR="00B77E03">
        <w:t>’</w:t>
      </w:r>
      <w:r w:rsidRPr="002813C1">
        <w:t>une voix profondément troublée</w:t>
      </w:r>
      <w:r w:rsidR="00B77E03">
        <w:t xml:space="preserve">, </w:t>
      </w:r>
      <w:r w:rsidRPr="002813C1">
        <w:t>il raconta tout ce qu</w:t>
      </w:r>
      <w:r w:rsidR="00B77E03">
        <w:t>’</w:t>
      </w:r>
      <w:r w:rsidRPr="002813C1">
        <w:t xml:space="preserve">il avait appris rue de la </w:t>
      </w:r>
      <w:proofErr w:type="spellStart"/>
      <w:r w:rsidRPr="002813C1">
        <w:t>Ville-l</w:t>
      </w:r>
      <w:r w:rsidR="00B77E03">
        <w:t>’</w:t>
      </w:r>
      <w:r w:rsidRPr="002813C1">
        <w:t>Évêque</w:t>
      </w:r>
      <w:proofErr w:type="spellEnd"/>
      <w:r w:rsidR="00B77E03">
        <w:t xml:space="preserve">, </w:t>
      </w:r>
      <w:r w:rsidRPr="002813C1">
        <w:t>adoucissant toutefois</w:t>
      </w:r>
      <w:r w:rsidR="00B77E03">
        <w:t xml:space="preserve">, </w:t>
      </w:r>
      <w:r w:rsidRPr="002813C1">
        <w:t>autant qu</w:t>
      </w:r>
      <w:r w:rsidR="00B77E03">
        <w:t>’</w:t>
      </w:r>
      <w:r w:rsidRPr="002813C1">
        <w:t>il le pouvait sans altérer la vérité</w:t>
      </w:r>
      <w:r w:rsidR="00B77E03">
        <w:t xml:space="preserve">, </w:t>
      </w:r>
      <w:r w:rsidRPr="002813C1">
        <w:t xml:space="preserve">ce que la conduite de </w:t>
      </w:r>
      <w:r w:rsidR="00B77E03">
        <w:t>M</w:t>
      </w:r>
      <w:r w:rsidR="00B77E03" w:rsidRPr="00B77E03">
        <w:rPr>
          <w:vertAlign w:val="superscript"/>
        </w:rPr>
        <w:t>me</w:t>
      </w:r>
      <w:r w:rsidR="00B77E03">
        <w:t> </w:t>
      </w:r>
      <w:proofErr w:type="spellStart"/>
      <w:r w:rsidRPr="002813C1">
        <w:t>Trigault</w:t>
      </w:r>
      <w:proofErr w:type="spellEnd"/>
      <w:r w:rsidRPr="002813C1">
        <w:t xml:space="preserve"> avait de trop décidément odieux</w:t>
      </w:r>
      <w:r w:rsidR="00B77E03">
        <w:t>…</w:t>
      </w:r>
    </w:p>
    <w:p w14:paraId="0B7BAEBA" w14:textId="0AFAAE94" w:rsidR="00B77E03" w:rsidRDefault="0024252B" w:rsidP="00B77E03">
      <w:r w:rsidRPr="002813C1">
        <w:t>Atténuations inutiles</w:t>
      </w:r>
      <w:r w:rsidR="00B77E03">
        <w:t xml:space="preserve">… </w:t>
      </w:r>
      <w:r w:rsidRPr="002813C1">
        <w:t>L</w:t>
      </w:r>
      <w:r w:rsidR="00B77E03">
        <w:t>’</w:t>
      </w:r>
      <w:r w:rsidRPr="002813C1">
        <w:t xml:space="preserve">indignation et le dégoût de </w:t>
      </w:r>
      <w:r w:rsidR="00B77E03">
        <w:t>M</w:t>
      </w:r>
      <w:r w:rsidR="00B77E03" w:rsidRPr="00B77E03">
        <w:rPr>
          <w:vertAlign w:val="superscript"/>
        </w:rPr>
        <w:t>me</w:t>
      </w:r>
      <w:r w:rsidR="00B77E03">
        <w:t> </w:t>
      </w:r>
      <w:proofErr w:type="spellStart"/>
      <w:r w:rsidRPr="002813C1">
        <w:t>Férailleur</w:t>
      </w:r>
      <w:proofErr w:type="spellEnd"/>
      <w:r w:rsidRPr="002813C1">
        <w:t xml:space="preserve"> n</w:t>
      </w:r>
      <w:r w:rsidR="00B77E03">
        <w:t>’</w:t>
      </w:r>
      <w:r w:rsidRPr="002813C1">
        <w:t>en étaient pas moins manifestes</w:t>
      </w:r>
      <w:r w:rsidR="00B77E03">
        <w:t>.</w:t>
      </w:r>
    </w:p>
    <w:p w14:paraId="26BC25AD" w14:textId="77777777" w:rsidR="00B77E03" w:rsidRDefault="00B77E03" w:rsidP="00B77E03">
      <w:r>
        <w:t>— </w:t>
      </w:r>
      <w:r w:rsidR="0024252B" w:rsidRPr="002813C1">
        <w:t>Cette femme est une abominable créature</w:t>
      </w:r>
      <w:r>
        <w:t xml:space="preserve"> !… </w:t>
      </w:r>
      <w:r w:rsidR="0024252B" w:rsidRPr="002813C1">
        <w:t>prononça-t-elle froidement</w:t>
      </w:r>
      <w:r>
        <w:t xml:space="preserve">, </w:t>
      </w:r>
      <w:r w:rsidR="0024252B" w:rsidRPr="002813C1">
        <w:t>lorsque son fils eut terminé</w:t>
      </w:r>
      <w:r>
        <w:t>.</w:t>
      </w:r>
    </w:p>
    <w:p w14:paraId="2363A6DD" w14:textId="77777777" w:rsidR="00B77E03" w:rsidRDefault="0024252B" w:rsidP="00B77E03">
      <w:r w:rsidRPr="002813C1">
        <w:t>Pascal ne répondit pas</w:t>
      </w:r>
      <w:r w:rsidR="00B77E03">
        <w:t xml:space="preserve">. </w:t>
      </w:r>
      <w:r w:rsidRPr="002813C1">
        <w:t>Il sentait bien que sa mère n</w:t>
      </w:r>
      <w:r w:rsidR="00B77E03">
        <w:t>’</w:t>
      </w:r>
      <w:r w:rsidRPr="002813C1">
        <w:t>avait que trop raison</w:t>
      </w:r>
      <w:r w:rsidR="00B77E03">
        <w:t xml:space="preserve">, </w:t>
      </w:r>
      <w:r w:rsidRPr="002813C1">
        <w:t>et cependant il souffrait cruellement de l</w:t>
      </w:r>
      <w:r w:rsidR="00B77E03">
        <w:t>’</w:t>
      </w:r>
      <w:r w:rsidRPr="002813C1">
        <w:t>entendre s</w:t>
      </w:r>
      <w:r w:rsidR="00B77E03">
        <w:t>’</w:t>
      </w:r>
      <w:r w:rsidRPr="002813C1">
        <w:t>exprimer ainsi</w:t>
      </w:r>
      <w:r w:rsidR="00B77E03">
        <w:t>.</w:t>
      </w:r>
    </w:p>
    <w:p w14:paraId="013238E1" w14:textId="77777777" w:rsidR="00B77E03" w:rsidRDefault="0024252B" w:rsidP="00B77E03">
      <w:r w:rsidRPr="002813C1">
        <w:t>La baronne était la mère de Marguerite</w:t>
      </w:r>
      <w:r w:rsidR="00B77E03">
        <w:t xml:space="preserve">, </w:t>
      </w:r>
      <w:r w:rsidRPr="002813C1">
        <w:t>après tout</w:t>
      </w:r>
      <w:r w:rsidR="00B77E03">
        <w:t>.</w:t>
      </w:r>
    </w:p>
    <w:p w14:paraId="2862B2F4" w14:textId="5236C85D" w:rsidR="00B77E03" w:rsidRDefault="00B77E03" w:rsidP="00B77E03">
      <w:r>
        <w:t>— </w:t>
      </w:r>
      <w:r w:rsidR="0024252B" w:rsidRPr="002813C1">
        <w:t>Ainsi donc</w:t>
      </w:r>
      <w:r>
        <w:t xml:space="preserve">, </w:t>
      </w:r>
      <w:r w:rsidR="0024252B" w:rsidRPr="002813C1">
        <w:t xml:space="preserve">poursuivit </w:t>
      </w:r>
      <w:r>
        <w:t>M</w:t>
      </w:r>
      <w:r w:rsidRPr="00B77E03">
        <w:rPr>
          <w:vertAlign w:val="superscript"/>
        </w:rPr>
        <w:t>me</w:t>
      </w:r>
      <w:r>
        <w:t> </w:t>
      </w:r>
      <w:proofErr w:type="spellStart"/>
      <w:r w:rsidR="0024252B" w:rsidRPr="002813C1">
        <w:t>Férailleur</w:t>
      </w:r>
      <w:proofErr w:type="spellEnd"/>
      <w:r w:rsidR="0024252B" w:rsidRPr="002813C1">
        <w:t xml:space="preserve"> qui s</w:t>
      </w:r>
      <w:r>
        <w:t>’</w:t>
      </w:r>
      <w:r w:rsidR="0024252B" w:rsidRPr="002813C1">
        <w:t>animait peu à peu</w:t>
      </w:r>
      <w:r>
        <w:t xml:space="preserve">, </w:t>
      </w:r>
      <w:r w:rsidR="0024252B" w:rsidRPr="002813C1">
        <w:t>cela est bien vrai</w:t>
      </w:r>
      <w:r>
        <w:t xml:space="preserve">, </w:t>
      </w:r>
      <w:r w:rsidR="0024252B" w:rsidRPr="002813C1">
        <w:t>il existe de telles créatures qui n</w:t>
      </w:r>
      <w:r>
        <w:t>’</w:t>
      </w:r>
      <w:r w:rsidR="0024252B" w:rsidRPr="002813C1">
        <w:t>ont rien de leur sexe</w:t>
      </w:r>
      <w:r>
        <w:t xml:space="preserve">, </w:t>
      </w:r>
      <w:r w:rsidR="0024252B" w:rsidRPr="002813C1">
        <w:t>pas même l</w:t>
      </w:r>
      <w:r>
        <w:t>’</w:t>
      </w:r>
      <w:r w:rsidR="0024252B" w:rsidRPr="002813C1">
        <w:t>instinct de la maternité des bêtes</w:t>
      </w:r>
      <w:r>
        <w:t xml:space="preserve">… </w:t>
      </w:r>
      <w:r w:rsidR="0024252B" w:rsidRPr="002813C1">
        <w:t>Je suis une honnête femme</w:t>
      </w:r>
      <w:r>
        <w:t xml:space="preserve">, </w:t>
      </w:r>
      <w:r w:rsidR="0024252B" w:rsidRPr="002813C1">
        <w:t>moi</w:t>
      </w:r>
      <w:r>
        <w:t xml:space="preserve">… </w:t>
      </w:r>
      <w:r w:rsidR="0024252B" w:rsidRPr="002813C1">
        <w:t>je ne dis pas cela pour me glorifier</w:t>
      </w:r>
      <w:r>
        <w:t xml:space="preserve">, </w:t>
      </w:r>
      <w:r w:rsidR="0024252B" w:rsidRPr="002813C1">
        <w:t>je n</w:t>
      </w:r>
      <w:r>
        <w:t>’</w:t>
      </w:r>
      <w:r w:rsidR="0024252B" w:rsidRPr="002813C1">
        <w:t>y ai pas de mérite</w:t>
      </w:r>
      <w:r>
        <w:t xml:space="preserve">… </w:t>
      </w:r>
      <w:r w:rsidR="0024252B" w:rsidRPr="002813C1">
        <w:t>Ma mère était une sainte et j</w:t>
      </w:r>
      <w:r>
        <w:t>’</w:t>
      </w:r>
      <w:r w:rsidR="0024252B" w:rsidRPr="002813C1">
        <w:t>aimais mon mari</w:t>
      </w:r>
      <w:r>
        <w:t xml:space="preserve">… </w:t>
      </w:r>
      <w:r w:rsidR="0024252B" w:rsidRPr="002813C1">
        <w:t>Ce qu</w:t>
      </w:r>
      <w:r>
        <w:t>’</w:t>
      </w:r>
      <w:r w:rsidR="0024252B" w:rsidRPr="002813C1">
        <w:t>on appelle le devoir a été pour moi le bonheur</w:t>
      </w:r>
      <w:r>
        <w:t xml:space="preserve">… </w:t>
      </w:r>
      <w:r w:rsidR="0024252B" w:rsidRPr="002813C1">
        <w:t>Je puis parler</w:t>
      </w:r>
      <w:r>
        <w:t xml:space="preserve">. </w:t>
      </w:r>
      <w:r w:rsidR="0024252B" w:rsidRPr="002813C1">
        <w:t>Je n</w:t>
      </w:r>
      <w:r>
        <w:t>’</w:t>
      </w:r>
      <w:r w:rsidR="0024252B" w:rsidRPr="002813C1">
        <w:t>excuse pas une faute</w:t>
      </w:r>
      <w:r>
        <w:t xml:space="preserve">, </w:t>
      </w:r>
      <w:r w:rsidR="0024252B" w:rsidRPr="002813C1">
        <w:t>mais je me l</w:t>
      </w:r>
      <w:r>
        <w:t>’</w:t>
      </w:r>
      <w:r w:rsidR="0024252B" w:rsidRPr="002813C1">
        <w:t>explique</w:t>
      </w:r>
      <w:r>
        <w:t xml:space="preserve">. </w:t>
      </w:r>
      <w:r w:rsidR="0024252B" w:rsidRPr="002813C1">
        <w:t>Oui</w:t>
      </w:r>
      <w:r>
        <w:t xml:space="preserve">, </w:t>
      </w:r>
      <w:r w:rsidR="0024252B" w:rsidRPr="002813C1">
        <w:t>je puis comprendre qu</w:t>
      </w:r>
      <w:r>
        <w:t>’</w:t>
      </w:r>
      <w:r w:rsidR="0024252B" w:rsidRPr="002813C1">
        <w:t>une femme jeune</w:t>
      </w:r>
      <w:r>
        <w:t xml:space="preserve">, </w:t>
      </w:r>
      <w:r w:rsidR="0024252B" w:rsidRPr="002813C1">
        <w:t>belle</w:t>
      </w:r>
      <w:r>
        <w:t xml:space="preserve">, </w:t>
      </w:r>
      <w:r w:rsidR="0024252B" w:rsidRPr="002813C1">
        <w:t>courtisée</w:t>
      </w:r>
      <w:r>
        <w:t xml:space="preserve">, </w:t>
      </w:r>
      <w:r w:rsidR="0024252B" w:rsidRPr="002813C1">
        <w:t>seule au milieu de Paris</w:t>
      </w:r>
      <w:r>
        <w:t xml:space="preserve">, </w:t>
      </w:r>
      <w:r w:rsidR="0024252B" w:rsidRPr="002813C1">
        <w:t>perde la tête et oublie l</w:t>
      </w:r>
      <w:r>
        <w:t>’</w:t>
      </w:r>
      <w:r w:rsidR="0024252B" w:rsidRPr="002813C1">
        <w:t>honnête homme qui s</w:t>
      </w:r>
      <w:r>
        <w:t>’</w:t>
      </w:r>
      <w:r w:rsidR="0024252B" w:rsidRPr="002813C1">
        <w:t>est expatrié et qui brave mille dangers pour lui conquérir une fortune</w:t>
      </w:r>
      <w:r>
        <w:t xml:space="preserve">… </w:t>
      </w:r>
      <w:r w:rsidR="0024252B" w:rsidRPr="002813C1">
        <w:t>Le mari est un imprudent</w:t>
      </w:r>
      <w:r>
        <w:t xml:space="preserve">, </w:t>
      </w:r>
      <w:r w:rsidR="0024252B" w:rsidRPr="002813C1">
        <w:t>qui expose à ce péril terrible son honneur et son bonheur</w:t>
      </w:r>
      <w:r>
        <w:t xml:space="preserve">. </w:t>
      </w:r>
      <w:r w:rsidR="0024252B" w:rsidRPr="002813C1">
        <w:t>Mais que cette femme ayant faibli</w:t>
      </w:r>
      <w:r>
        <w:t xml:space="preserve">, </w:t>
      </w:r>
      <w:r w:rsidR="0024252B" w:rsidRPr="002813C1">
        <w:t>ayant eu un enfant</w:t>
      </w:r>
      <w:r>
        <w:t xml:space="preserve">, </w:t>
      </w:r>
      <w:r w:rsidR="0024252B" w:rsidRPr="002813C1">
        <w:t>l</w:t>
      </w:r>
      <w:r>
        <w:t>’</w:t>
      </w:r>
      <w:r w:rsidR="0024252B" w:rsidRPr="002813C1">
        <w:t>abandonne lâchement</w:t>
      </w:r>
      <w:r>
        <w:t xml:space="preserve">, </w:t>
      </w:r>
      <w:r w:rsidR="0024252B" w:rsidRPr="002813C1">
        <w:t>le perde comme il en coûterait de perdre un chien</w:t>
      </w:r>
      <w:r>
        <w:t xml:space="preserve">, </w:t>
      </w:r>
      <w:r w:rsidR="0024252B" w:rsidRPr="002813C1">
        <w:t>voilà ce qui passe mon entendement</w:t>
      </w:r>
      <w:r>
        <w:t xml:space="preserve">… </w:t>
      </w:r>
      <w:r w:rsidR="0024252B" w:rsidRPr="002813C1">
        <w:t>Je concevrais plutôt l</w:t>
      </w:r>
      <w:r>
        <w:t>’</w:t>
      </w:r>
      <w:r w:rsidR="0024252B" w:rsidRPr="002813C1">
        <w:t>infanticide</w:t>
      </w:r>
      <w:r>
        <w:t xml:space="preserve">… </w:t>
      </w:r>
      <w:r w:rsidR="0024252B" w:rsidRPr="002813C1">
        <w:t xml:space="preserve">Il faut que cette </w:t>
      </w:r>
      <w:r w:rsidR="0024252B" w:rsidRPr="002813C1">
        <w:lastRenderedPageBreak/>
        <w:t>femme n</w:t>
      </w:r>
      <w:r>
        <w:t>’</w:t>
      </w:r>
      <w:r w:rsidR="0024252B" w:rsidRPr="002813C1">
        <w:t>ait ni cœur</w:t>
      </w:r>
      <w:r>
        <w:t xml:space="preserve">, </w:t>
      </w:r>
      <w:r w:rsidR="0024252B" w:rsidRPr="002813C1">
        <w:t>ni entrailles</w:t>
      </w:r>
      <w:r>
        <w:t xml:space="preserve">, </w:t>
      </w:r>
      <w:r w:rsidR="0024252B" w:rsidRPr="002813C1">
        <w:t>ni rien d</w:t>
      </w:r>
      <w:r>
        <w:t>’</w:t>
      </w:r>
      <w:r w:rsidR="0024252B" w:rsidRPr="002813C1">
        <w:t>humain</w:t>
      </w:r>
      <w:r>
        <w:t xml:space="preserve">… </w:t>
      </w:r>
      <w:r w:rsidR="0024252B" w:rsidRPr="002813C1">
        <w:t>pour avoir pu vivre</w:t>
      </w:r>
      <w:r>
        <w:t xml:space="preserve">, </w:t>
      </w:r>
      <w:r w:rsidR="0024252B" w:rsidRPr="002813C1">
        <w:t>pour avoir pu dormir avec cette pensée</w:t>
      </w:r>
      <w:r>
        <w:t xml:space="preserve">, </w:t>
      </w:r>
      <w:r w:rsidR="0024252B" w:rsidRPr="002813C1">
        <w:t>qu</w:t>
      </w:r>
      <w:r>
        <w:t>’</w:t>
      </w:r>
      <w:r w:rsidR="0024252B" w:rsidRPr="002813C1">
        <w:t>il y avait</w:t>
      </w:r>
      <w:r>
        <w:t xml:space="preserve">, </w:t>
      </w:r>
      <w:proofErr w:type="gramStart"/>
      <w:r w:rsidR="0024252B" w:rsidRPr="002813C1">
        <w:t>de par le</w:t>
      </w:r>
      <w:proofErr w:type="gramEnd"/>
      <w:r w:rsidR="0024252B" w:rsidRPr="002813C1">
        <w:t xml:space="preserve"> monde</w:t>
      </w:r>
      <w:r>
        <w:t xml:space="preserve">, </w:t>
      </w:r>
      <w:r w:rsidR="0024252B" w:rsidRPr="002813C1">
        <w:t>un enfant à elle</w:t>
      </w:r>
      <w:r>
        <w:t xml:space="preserve">, </w:t>
      </w:r>
      <w:r w:rsidR="0024252B" w:rsidRPr="002813C1">
        <w:t>la chair de sa chair</w:t>
      </w:r>
      <w:r>
        <w:t xml:space="preserve">, </w:t>
      </w:r>
      <w:r w:rsidR="0024252B" w:rsidRPr="002813C1">
        <w:t xml:space="preserve">perdu </w:t>
      </w:r>
      <w:proofErr w:type="gramStart"/>
      <w:r w:rsidR="0024252B" w:rsidRPr="002813C1">
        <w:t>de par le</w:t>
      </w:r>
      <w:proofErr w:type="gramEnd"/>
      <w:r w:rsidR="0024252B" w:rsidRPr="002813C1">
        <w:t xml:space="preserve"> monde</w:t>
      </w:r>
      <w:r>
        <w:t xml:space="preserve">, </w:t>
      </w:r>
      <w:r w:rsidR="0024252B" w:rsidRPr="002813C1">
        <w:t>en butte à toutes les horreurs de la misère</w:t>
      </w:r>
      <w:r>
        <w:t xml:space="preserve">, </w:t>
      </w:r>
      <w:r w:rsidR="0024252B" w:rsidRPr="002813C1">
        <w:t>de la honte et de l</w:t>
      </w:r>
      <w:r>
        <w:t>’</w:t>
      </w:r>
      <w:r w:rsidR="0024252B" w:rsidRPr="002813C1">
        <w:t>abandon</w:t>
      </w:r>
      <w:r>
        <w:t xml:space="preserve">… </w:t>
      </w:r>
      <w:r w:rsidR="0024252B" w:rsidRPr="002813C1">
        <w:t>Et elle a des millions</w:t>
      </w:r>
      <w:r>
        <w:t xml:space="preserve">… </w:t>
      </w:r>
      <w:r w:rsidR="0024252B" w:rsidRPr="002813C1">
        <w:t>et elle habite un palais</w:t>
      </w:r>
      <w:r>
        <w:t xml:space="preserve">… </w:t>
      </w:r>
      <w:r w:rsidR="0024252B" w:rsidRPr="002813C1">
        <w:t>et elle ne songe qu</w:t>
      </w:r>
      <w:r>
        <w:t>’</w:t>
      </w:r>
      <w:r w:rsidR="0024252B" w:rsidRPr="002813C1">
        <w:t>à la toilette et au plaisir</w:t>
      </w:r>
      <w:r>
        <w:t xml:space="preserve"> !… </w:t>
      </w:r>
      <w:r w:rsidR="0024252B" w:rsidRPr="002813C1">
        <w:t>Comment</w:t>
      </w:r>
      <w:r>
        <w:t xml:space="preserve">, </w:t>
      </w:r>
      <w:r w:rsidR="0024252B" w:rsidRPr="002813C1">
        <w:t>à toute seconde du jour</w:t>
      </w:r>
      <w:r>
        <w:t xml:space="preserve">, </w:t>
      </w:r>
      <w:r w:rsidR="0024252B" w:rsidRPr="002813C1">
        <w:t>ne se demande-t-elle pas</w:t>
      </w:r>
      <w:r>
        <w:t> : « </w:t>
      </w:r>
      <w:r w:rsidR="0024252B" w:rsidRPr="002813C1">
        <w:t>Où est ma fille</w:t>
      </w:r>
      <w:r>
        <w:t xml:space="preserve">, </w:t>
      </w:r>
      <w:r w:rsidR="0024252B" w:rsidRPr="002813C1">
        <w:t>à cette heure</w:t>
      </w:r>
      <w:r>
        <w:t xml:space="preserve">, </w:t>
      </w:r>
      <w:r w:rsidR="0024252B" w:rsidRPr="002813C1">
        <w:t xml:space="preserve">et que </w:t>
      </w:r>
      <w:proofErr w:type="spellStart"/>
      <w:r w:rsidR="0024252B" w:rsidRPr="002813C1">
        <w:t>fait-elle</w:t>
      </w:r>
      <w:proofErr w:type="spellEnd"/>
      <w:r>
        <w:t xml:space="preserve"> ?… </w:t>
      </w:r>
      <w:r w:rsidR="0024252B" w:rsidRPr="002813C1">
        <w:t>De quoi vit-elle</w:t>
      </w:r>
      <w:r>
        <w:t xml:space="preserve"> ?… </w:t>
      </w:r>
      <w:r w:rsidR="0024252B" w:rsidRPr="002813C1">
        <w:t>A-t-elle un asile</w:t>
      </w:r>
      <w:r>
        <w:t xml:space="preserve">, </w:t>
      </w:r>
      <w:r w:rsidR="0024252B" w:rsidRPr="002813C1">
        <w:t>des vêtements</w:t>
      </w:r>
      <w:r>
        <w:t xml:space="preserve">, </w:t>
      </w:r>
      <w:r w:rsidR="0024252B" w:rsidRPr="002813C1">
        <w:t>du pain</w:t>
      </w:r>
      <w:r>
        <w:t xml:space="preserve"> ? </w:t>
      </w:r>
      <w:r w:rsidR="0024252B" w:rsidRPr="002813C1">
        <w:t>Au fond de quels cloaques a-t-elle roulé</w:t>
      </w:r>
      <w:r>
        <w:t xml:space="preserve"> ? </w:t>
      </w:r>
      <w:r w:rsidR="0024252B" w:rsidRPr="002813C1">
        <w:t>Peut-être jusqu</w:t>
      </w:r>
      <w:r>
        <w:t>’</w:t>
      </w:r>
      <w:r w:rsidR="0024252B" w:rsidRPr="002813C1">
        <w:t>ici a-t-elle vécu de son travail</w:t>
      </w:r>
      <w:r>
        <w:t xml:space="preserve">, </w:t>
      </w:r>
      <w:r w:rsidR="0024252B" w:rsidRPr="002813C1">
        <w:t>et peut-être en ce moment même</w:t>
      </w:r>
      <w:r>
        <w:t xml:space="preserve">, </w:t>
      </w:r>
      <w:r w:rsidR="0024252B" w:rsidRPr="002813C1">
        <w:t>l</w:t>
      </w:r>
      <w:r>
        <w:t>’</w:t>
      </w:r>
      <w:r w:rsidR="0024252B" w:rsidRPr="002813C1">
        <w:t>ouvrage lui manquant et le pain</w:t>
      </w:r>
      <w:r>
        <w:t xml:space="preserve">, </w:t>
      </w:r>
      <w:r w:rsidR="0024252B" w:rsidRPr="002813C1">
        <w:t>s</w:t>
      </w:r>
      <w:r>
        <w:t>’</w:t>
      </w:r>
      <w:r w:rsidR="0024252B" w:rsidRPr="002813C1">
        <w:t>abandonne-t-elle</w:t>
      </w:r>
      <w:r>
        <w:t> !… »</w:t>
      </w:r>
      <w:r w:rsidR="0024252B" w:rsidRPr="002813C1">
        <w:t xml:space="preserve"> Grand Dieu</w:t>
      </w:r>
      <w:r>
        <w:t xml:space="preserve"> !… </w:t>
      </w:r>
      <w:r w:rsidR="0024252B" w:rsidRPr="002813C1">
        <w:t>comment osait-elle sortir</w:t>
      </w:r>
      <w:r>
        <w:t xml:space="preserve"> ?… </w:t>
      </w:r>
      <w:r w:rsidR="0024252B" w:rsidRPr="002813C1">
        <w:t>Comment à chacune de ces malheureuses que la faim souvent livre à la débauche</w:t>
      </w:r>
      <w:r>
        <w:t xml:space="preserve">, </w:t>
      </w:r>
      <w:r w:rsidR="0024252B" w:rsidRPr="002813C1">
        <w:t>et qu</w:t>
      </w:r>
      <w:r>
        <w:t>’</w:t>
      </w:r>
      <w:r w:rsidR="0024252B" w:rsidRPr="002813C1">
        <w:t>elle voyait passer</w:t>
      </w:r>
      <w:r>
        <w:t xml:space="preserve">, </w:t>
      </w:r>
      <w:r w:rsidR="0024252B" w:rsidRPr="002813C1">
        <w:t>ne se disait-elle pas</w:t>
      </w:r>
      <w:r>
        <w:t> : « </w:t>
      </w:r>
      <w:r w:rsidR="0024252B" w:rsidRPr="002813C1">
        <w:t>Celle-là peut-être est ma fille</w:t>
      </w:r>
      <w:r>
        <w:t>… »</w:t>
      </w:r>
    </w:p>
    <w:p w14:paraId="2C23B4F0" w14:textId="77777777" w:rsidR="00B77E03" w:rsidRDefault="0024252B" w:rsidP="00B77E03">
      <w:r w:rsidRPr="002813C1">
        <w:t>Pascal se sentait blêmir</w:t>
      </w:r>
      <w:r w:rsidR="00B77E03">
        <w:t xml:space="preserve">, </w:t>
      </w:r>
      <w:r w:rsidRPr="002813C1">
        <w:t>remué jusqu</w:t>
      </w:r>
      <w:r w:rsidR="00B77E03">
        <w:t>’</w:t>
      </w:r>
      <w:r w:rsidRPr="002813C1">
        <w:t>au fond de lui-même par la véhémence extraordinaire de sa mère</w:t>
      </w:r>
      <w:r w:rsidR="00B77E03">
        <w:t xml:space="preserve">… </w:t>
      </w:r>
      <w:r w:rsidRPr="002813C1">
        <w:t>Il frémissait à cette idée que peut-être elle allait s</w:t>
      </w:r>
      <w:r w:rsidR="00B77E03">
        <w:t>’</w:t>
      </w:r>
      <w:r w:rsidRPr="002813C1">
        <w:t>écrier</w:t>
      </w:r>
      <w:r w:rsidR="00B77E03">
        <w:t> :</w:t>
      </w:r>
    </w:p>
    <w:p w14:paraId="08497B69" w14:textId="77777777" w:rsidR="00B77E03" w:rsidRDefault="00B77E03" w:rsidP="00B77E03">
      <w:r>
        <w:t>— </w:t>
      </w:r>
      <w:r w:rsidR="0024252B" w:rsidRPr="002813C1">
        <w:t>Et toi</w:t>
      </w:r>
      <w:r>
        <w:t xml:space="preserve">, </w:t>
      </w:r>
      <w:r w:rsidR="0024252B" w:rsidRPr="002813C1">
        <w:t>mon fils</w:t>
      </w:r>
      <w:r>
        <w:t xml:space="preserve">, </w:t>
      </w:r>
      <w:r w:rsidR="0024252B" w:rsidRPr="002813C1">
        <w:t>tu épouserais la fille d</w:t>
      </w:r>
      <w:r>
        <w:t>’</w:t>
      </w:r>
      <w:r w:rsidR="0024252B" w:rsidRPr="002813C1">
        <w:t>une telle femme</w:t>
      </w:r>
      <w:r>
        <w:t> !…</w:t>
      </w:r>
    </w:p>
    <w:p w14:paraId="35C97089" w14:textId="77777777" w:rsidR="00B77E03" w:rsidRDefault="0024252B" w:rsidP="00B77E03">
      <w:r w:rsidRPr="002813C1">
        <w:t>Car il n</w:t>
      </w:r>
      <w:r w:rsidR="00B77E03">
        <w:t>’</w:t>
      </w:r>
      <w:r w:rsidRPr="002813C1">
        <w:t>ignorait pas les opinions de sa mère et qu</w:t>
      </w:r>
      <w:r w:rsidR="00B77E03">
        <w:t>’</w:t>
      </w:r>
      <w:r w:rsidRPr="002813C1">
        <w:t>elle s</w:t>
      </w:r>
      <w:r w:rsidR="00B77E03">
        <w:t>’</w:t>
      </w:r>
      <w:r w:rsidRPr="002813C1">
        <w:t>était attachée d</w:t>
      </w:r>
      <w:r w:rsidR="00B77E03">
        <w:t>’</w:t>
      </w:r>
      <w:r w:rsidRPr="002813C1">
        <w:t>une invincible étreinte à ces austères traditions qui</w:t>
      </w:r>
      <w:r w:rsidR="00B77E03">
        <w:t xml:space="preserve">, </w:t>
      </w:r>
      <w:r w:rsidRPr="002813C1">
        <w:t>dans les vieilles familles de la bourgeoisie</w:t>
      </w:r>
      <w:r w:rsidR="00B77E03">
        <w:t xml:space="preserve">, </w:t>
      </w:r>
      <w:r w:rsidRPr="002813C1">
        <w:t>se transmettaient de mère en fille</w:t>
      </w:r>
      <w:r w:rsidR="00B77E03">
        <w:t xml:space="preserve">, </w:t>
      </w:r>
      <w:r w:rsidRPr="002813C1">
        <w:t>comme le mot d</w:t>
      </w:r>
      <w:r w:rsidR="00B77E03">
        <w:t>’</w:t>
      </w:r>
      <w:r w:rsidRPr="002813C1">
        <w:t>ordre de l</w:t>
      </w:r>
      <w:r w:rsidR="00B77E03">
        <w:t>’</w:t>
      </w:r>
      <w:r w:rsidRPr="002813C1">
        <w:t>honneur du foyer</w:t>
      </w:r>
      <w:r w:rsidR="00B77E03">
        <w:t xml:space="preserve">, </w:t>
      </w:r>
      <w:r w:rsidRPr="002813C1">
        <w:t>traditions impitoyables et aveugles</w:t>
      </w:r>
      <w:r w:rsidR="00B77E03">
        <w:t>…</w:t>
      </w:r>
    </w:p>
    <w:p w14:paraId="6B7836E1" w14:textId="77777777" w:rsidR="00B77E03" w:rsidRDefault="00B77E03" w:rsidP="00B77E03">
      <w:r>
        <w:t>— </w:t>
      </w:r>
      <w:r w:rsidR="0024252B" w:rsidRPr="002813C1">
        <w:t>La baronne se savait adorée de son mari</w:t>
      </w:r>
      <w:r>
        <w:t xml:space="preserve">, </w:t>
      </w:r>
      <w:r w:rsidR="0024252B" w:rsidRPr="002813C1">
        <w:t>hasarda-t-il</w:t>
      </w:r>
      <w:r>
        <w:t xml:space="preserve">… </w:t>
      </w:r>
      <w:r w:rsidR="0024252B" w:rsidRPr="002813C1">
        <w:t>Apprenant son retour</w:t>
      </w:r>
      <w:r>
        <w:t xml:space="preserve">, </w:t>
      </w:r>
      <w:r w:rsidR="0024252B" w:rsidRPr="002813C1">
        <w:t>elle a été terrifiée</w:t>
      </w:r>
      <w:r>
        <w:t xml:space="preserve">, </w:t>
      </w:r>
      <w:r w:rsidR="0024252B" w:rsidRPr="002813C1">
        <w:t>elle est devenue folle</w:t>
      </w:r>
      <w:r>
        <w:t>…</w:t>
      </w:r>
    </w:p>
    <w:p w14:paraId="52ED6ED1" w14:textId="7105501C" w:rsidR="00B77E03" w:rsidRDefault="00B77E03" w:rsidP="00B77E03">
      <w:r>
        <w:lastRenderedPageBreak/>
        <w:t>— </w:t>
      </w:r>
      <w:r w:rsidR="0024252B" w:rsidRPr="002813C1">
        <w:t>La défendrais-tu donc</w:t>
      </w:r>
      <w:r>
        <w:t xml:space="preserve"> !… </w:t>
      </w:r>
      <w:r w:rsidR="0024252B" w:rsidRPr="002813C1">
        <w:t>s</w:t>
      </w:r>
      <w:r>
        <w:t>’</w:t>
      </w:r>
      <w:r w:rsidR="0024252B" w:rsidRPr="002813C1">
        <w:t xml:space="preserve">écria </w:t>
      </w:r>
      <w:r>
        <w:t>M</w:t>
      </w:r>
      <w:r w:rsidRPr="00B77E03">
        <w:rPr>
          <w:vertAlign w:val="superscript"/>
        </w:rPr>
        <w:t>me</w:t>
      </w:r>
      <w:r>
        <w:t> </w:t>
      </w:r>
      <w:proofErr w:type="spellStart"/>
      <w:r w:rsidR="0024252B" w:rsidRPr="002813C1">
        <w:t>Férailleur</w:t>
      </w:r>
      <w:proofErr w:type="spellEnd"/>
      <w:r>
        <w:t xml:space="preserve">… </w:t>
      </w:r>
      <w:r w:rsidR="0024252B" w:rsidRPr="002813C1">
        <w:t>Penses-tu véritablement qu</w:t>
      </w:r>
      <w:r>
        <w:t>’</w:t>
      </w:r>
      <w:r w:rsidR="0024252B" w:rsidRPr="002813C1">
        <w:t>on puisse racheter une faute par un crime</w:t>
      </w:r>
      <w:r>
        <w:t>…</w:t>
      </w:r>
    </w:p>
    <w:p w14:paraId="043B8B38" w14:textId="77777777" w:rsidR="00B77E03" w:rsidRDefault="00B77E03" w:rsidP="00B77E03">
      <w:r>
        <w:t>— </w:t>
      </w:r>
      <w:r w:rsidR="0024252B" w:rsidRPr="002813C1">
        <w:t>Non</w:t>
      </w:r>
      <w:r>
        <w:t xml:space="preserve">, </w:t>
      </w:r>
      <w:r w:rsidR="0024252B" w:rsidRPr="002813C1">
        <w:t>certes</w:t>
      </w:r>
      <w:r>
        <w:t xml:space="preserve">, </w:t>
      </w:r>
      <w:r w:rsidR="0024252B" w:rsidRPr="002813C1">
        <w:t>mais</w:t>
      </w:r>
      <w:r>
        <w:t>…</w:t>
      </w:r>
    </w:p>
    <w:p w14:paraId="11C9BA84" w14:textId="12FD3E3F" w:rsidR="00B77E03" w:rsidRDefault="00B77E03" w:rsidP="00B77E03">
      <w:r>
        <w:t>— </w:t>
      </w:r>
      <w:r w:rsidR="0024252B" w:rsidRPr="002813C1">
        <w:t>Peut-être jugerais-tu plus sévèrement la baronne si tu savais ce qu</w:t>
      </w:r>
      <w:r>
        <w:t>’</w:t>
      </w:r>
      <w:r w:rsidR="0024252B" w:rsidRPr="002813C1">
        <w:t>a souffert sa fille</w:t>
      </w:r>
      <w:r>
        <w:t xml:space="preserve">, </w:t>
      </w:r>
      <w:r w:rsidR="0024252B" w:rsidRPr="002813C1">
        <w:t>si tu savais quels ont été ses misères et ses périls depuis le moment où sa mère l</w:t>
      </w:r>
      <w:r>
        <w:t>’</w:t>
      </w:r>
      <w:r w:rsidR="0024252B" w:rsidRPr="002813C1">
        <w:t>a furtivement exposée sous une porte</w:t>
      </w:r>
      <w:r>
        <w:t xml:space="preserve">, </w:t>
      </w:r>
      <w:r w:rsidR="0024252B" w:rsidRPr="002813C1">
        <w:t>près des Halles</w:t>
      </w:r>
      <w:r>
        <w:t xml:space="preserve">, </w:t>
      </w:r>
      <w:r w:rsidR="0024252B" w:rsidRPr="002813C1">
        <w:t>jusqu</w:t>
      </w:r>
      <w:r>
        <w:t>’</w:t>
      </w:r>
      <w:r w:rsidR="0024252B" w:rsidRPr="002813C1">
        <w:t>au jour où son père</w:t>
      </w:r>
      <w:r>
        <w:t>, M. de </w:t>
      </w:r>
      <w:proofErr w:type="spellStart"/>
      <w:r w:rsidR="0024252B" w:rsidRPr="002813C1">
        <w:t>Chalusse</w:t>
      </w:r>
      <w:proofErr w:type="spellEnd"/>
      <w:r>
        <w:t xml:space="preserve">, </w:t>
      </w:r>
      <w:r w:rsidR="0024252B" w:rsidRPr="002813C1">
        <w:t>l</w:t>
      </w:r>
      <w:r>
        <w:t>’</w:t>
      </w:r>
      <w:r w:rsidR="0024252B" w:rsidRPr="002813C1">
        <w:t>a recueillie</w:t>
      </w:r>
      <w:r>
        <w:t xml:space="preserve">… </w:t>
      </w:r>
      <w:r w:rsidR="0024252B" w:rsidRPr="002813C1">
        <w:t>C</w:t>
      </w:r>
      <w:r>
        <w:t>’</w:t>
      </w:r>
      <w:r w:rsidR="0024252B" w:rsidRPr="002813C1">
        <w:t>est un miracle de Dieu qu</w:t>
      </w:r>
      <w:r>
        <w:t>’</w:t>
      </w:r>
      <w:r w:rsidR="0024252B" w:rsidRPr="002813C1">
        <w:t>elle n</w:t>
      </w:r>
      <w:r>
        <w:t>’</w:t>
      </w:r>
      <w:r w:rsidR="0024252B" w:rsidRPr="002813C1">
        <w:t>ait pas péri</w:t>
      </w:r>
      <w:r>
        <w:t>…</w:t>
      </w:r>
    </w:p>
    <w:p w14:paraId="72D89287" w14:textId="0DC66DB1" w:rsidR="00B77E03" w:rsidRDefault="0024252B" w:rsidP="00B77E03">
      <w:r w:rsidRPr="002813C1">
        <w:t>D</w:t>
      </w:r>
      <w:r w:rsidR="00B77E03">
        <w:t>’</w:t>
      </w:r>
      <w:r w:rsidRPr="002813C1">
        <w:t xml:space="preserve">où </w:t>
      </w:r>
      <w:r w:rsidR="00B77E03">
        <w:t>M</w:t>
      </w:r>
      <w:r w:rsidR="00B77E03" w:rsidRPr="00B77E03">
        <w:rPr>
          <w:vertAlign w:val="superscript"/>
        </w:rPr>
        <w:t>me</w:t>
      </w:r>
      <w:r w:rsidR="00B77E03">
        <w:t> </w:t>
      </w:r>
      <w:proofErr w:type="spellStart"/>
      <w:r w:rsidRPr="002813C1">
        <w:t>Férailleur</w:t>
      </w:r>
      <w:proofErr w:type="spellEnd"/>
      <w:r w:rsidRPr="002813C1">
        <w:t xml:space="preserve"> tenait-elle ces détails</w:t>
      </w:r>
      <w:r w:rsidR="00B77E03">
        <w:t xml:space="preserve"> ? </w:t>
      </w:r>
      <w:r w:rsidRPr="002813C1">
        <w:t>Voilà ce que se demandait Pascal sans trouver une réponse seulement admissible</w:t>
      </w:r>
      <w:r w:rsidR="00B77E03">
        <w:t>.</w:t>
      </w:r>
    </w:p>
    <w:p w14:paraId="6201B318" w14:textId="77777777" w:rsidR="00B77E03" w:rsidRDefault="00B77E03" w:rsidP="00B77E03">
      <w:r>
        <w:t>— </w:t>
      </w:r>
      <w:r w:rsidR="0024252B" w:rsidRPr="002813C1">
        <w:t>Je ne te comprends pas</w:t>
      </w:r>
      <w:r>
        <w:t xml:space="preserve">, </w:t>
      </w:r>
      <w:r w:rsidR="0024252B" w:rsidRPr="002813C1">
        <w:t>mère</w:t>
      </w:r>
      <w:r>
        <w:t xml:space="preserve">, </w:t>
      </w:r>
      <w:r w:rsidR="0024252B" w:rsidRPr="002813C1">
        <w:t>balbutia-t-il</w:t>
      </w:r>
      <w:r>
        <w:t>.</w:t>
      </w:r>
    </w:p>
    <w:p w14:paraId="275DFCC1" w14:textId="77777777" w:rsidR="00B77E03" w:rsidRDefault="0024252B" w:rsidP="00B77E03">
      <w:r w:rsidRPr="002813C1">
        <w:t>Elle le regarda dans les yeux</w:t>
      </w:r>
      <w:r w:rsidR="00B77E03">
        <w:t xml:space="preserve">, </w:t>
      </w:r>
      <w:r w:rsidRPr="002813C1">
        <w:t>et plus doucement</w:t>
      </w:r>
      <w:r w:rsidR="00B77E03">
        <w:t> :</w:t>
      </w:r>
    </w:p>
    <w:p w14:paraId="7A116ABA" w14:textId="47D732D1" w:rsidR="00B77E03" w:rsidRDefault="00B77E03" w:rsidP="00B77E03">
      <w:r>
        <w:t>— </w:t>
      </w:r>
      <w:r w:rsidR="0024252B" w:rsidRPr="002813C1">
        <w:t>Il est donc vrai</w:t>
      </w:r>
      <w:r>
        <w:t xml:space="preserve">, </w:t>
      </w:r>
      <w:r w:rsidR="0024252B" w:rsidRPr="002813C1">
        <w:t>interrogea-t-elle</w:t>
      </w:r>
      <w:r>
        <w:t xml:space="preserve">, </w:t>
      </w:r>
      <w:r w:rsidR="0024252B" w:rsidRPr="002813C1">
        <w:t xml:space="preserve">que tu ne sais rien du passé de </w:t>
      </w:r>
      <w:r>
        <w:t>M</w:t>
      </w:r>
      <w:r w:rsidRPr="00B77E03">
        <w:rPr>
          <w:vertAlign w:val="superscript"/>
        </w:rPr>
        <w:t>lle</w:t>
      </w:r>
      <w:r>
        <w:t> </w:t>
      </w:r>
      <w:r w:rsidR="0024252B" w:rsidRPr="002813C1">
        <w:t>Marguerite</w:t>
      </w:r>
      <w:r>
        <w:t xml:space="preserve">, </w:t>
      </w:r>
      <w:r w:rsidR="0024252B" w:rsidRPr="002813C1">
        <w:t>qu</w:t>
      </w:r>
      <w:r>
        <w:t>’</w:t>
      </w:r>
      <w:r w:rsidR="0024252B" w:rsidRPr="002813C1">
        <w:t>elle ne t</w:t>
      </w:r>
      <w:r>
        <w:t>’</w:t>
      </w:r>
      <w:r w:rsidR="0024252B" w:rsidRPr="002813C1">
        <w:t>en a rien dit</w:t>
      </w:r>
      <w:r>
        <w:t> ?</w:t>
      </w:r>
    </w:p>
    <w:p w14:paraId="51AD0A74" w14:textId="77777777" w:rsidR="00B77E03" w:rsidRDefault="00B77E03" w:rsidP="00B77E03">
      <w:r>
        <w:t>— </w:t>
      </w:r>
      <w:r w:rsidR="0024252B" w:rsidRPr="002813C1">
        <w:t>Je sais qu</w:t>
      </w:r>
      <w:r>
        <w:t>’</w:t>
      </w:r>
      <w:r w:rsidR="0024252B" w:rsidRPr="002813C1">
        <w:t>elle a été très-malheureuse</w:t>
      </w:r>
      <w:r>
        <w:t>.</w:t>
      </w:r>
    </w:p>
    <w:p w14:paraId="4AC4059F" w14:textId="77777777" w:rsidR="00B77E03" w:rsidRDefault="00B77E03" w:rsidP="00B77E03">
      <w:r>
        <w:t>— </w:t>
      </w:r>
      <w:r w:rsidR="0024252B" w:rsidRPr="002813C1">
        <w:t>Jamais elle ne t</w:t>
      </w:r>
      <w:r>
        <w:t>’</w:t>
      </w:r>
      <w:r w:rsidR="0024252B" w:rsidRPr="002813C1">
        <w:t>a parlé du temps où elle était apprentie</w:t>
      </w:r>
      <w:r>
        <w:t>…</w:t>
      </w:r>
    </w:p>
    <w:p w14:paraId="0ED7B5F7" w14:textId="77777777" w:rsidR="00B77E03" w:rsidRDefault="00B77E03" w:rsidP="00B77E03">
      <w:r>
        <w:t>— </w:t>
      </w:r>
      <w:r w:rsidR="0024252B" w:rsidRPr="002813C1">
        <w:t>Je lui ai entendu dire qu</w:t>
      </w:r>
      <w:r>
        <w:t>’</w:t>
      </w:r>
      <w:r w:rsidR="0024252B" w:rsidRPr="002813C1">
        <w:t>elle avait travaillé de ses mains pour vivre</w:t>
      </w:r>
      <w:r>
        <w:t>…</w:t>
      </w:r>
    </w:p>
    <w:p w14:paraId="53A4F463" w14:textId="77777777" w:rsidR="00B77E03" w:rsidRDefault="00B77E03" w:rsidP="00B77E03">
      <w:r>
        <w:t>— </w:t>
      </w:r>
      <w:r w:rsidR="0024252B" w:rsidRPr="002813C1">
        <w:t>Eh bien</w:t>
      </w:r>
      <w:r>
        <w:t xml:space="preserve"> ! </w:t>
      </w:r>
      <w:r w:rsidR="0024252B" w:rsidRPr="002813C1">
        <w:t>moi</w:t>
      </w:r>
      <w:r>
        <w:t xml:space="preserve">, </w:t>
      </w:r>
      <w:r w:rsidR="0024252B" w:rsidRPr="002813C1">
        <w:t>je suis mieux instruite</w:t>
      </w:r>
      <w:r>
        <w:t>.</w:t>
      </w:r>
    </w:p>
    <w:p w14:paraId="10B95910" w14:textId="77777777" w:rsidR="00B77E03" w:rsidRDefault="0024252B" w:rsidP="00B77E03">
      <w:r w:rsidRPr="002813C1">
        <w:t>La stupeur de Pascal devenait presque de l</w:t>
      </w:r>
      <w:r w:rsidR="00B77E03">
        <w:t>’</w:t>
      </w:r>
      <w:r w:rsidRPr="002813C1">
        <w:t>effroi</w:t>
      </w:r>
      <w:r w:rsidR="00B77E03">
        <w:t>.</w:t>
      </w:r>
    </w:p>
    <w:p w14:paraId="0E23CBEF" w14:textId="77777777" w:rsidR="00B77E03" w:rsidRDefault="00B77E03" w:rsidP="00B77E03">
      <w:r>
        <w:t>— </w:t>
      </w:r>
      <w:r w:rsidR="0024252B" w:rsidRPr="002813C1">
        <w:t>Toi</w:t>
      </w:r>
      <w:r>
        <w:t xml:space="preserve"> ! </w:t>
      </w:r>
      <w:r w:rsidR="0024252B" w:rsidRPr="002813C1">
        <w:t>ma mère</w:t>
      </w:r>
      <w:r>
        <w:t xml:space="preserve">, </w:t>
      </w:r>
      <w:r w:rsidR="0024252B" w:rsidRPr="002813C1">
        <w:t>fit-il</w:t>
      </w:r>
      <w:r>
        <w:t xml:space="preserve">, </w:t>
      </w:r>
      <w:r w:rsidR="0024252B" w:rsidRPr="002813C1">
        <w:t>toi</w:t>
      </w:r>
      <w:r>
        <w:t> !…</w:t>
      </w:r>
    </w:p>
    <w:p w14:paraId="2E46503F" w14:textId="77777777" w:rsidR="00B77E03" w:rsidRDefault="00B77E03" w:rsidP="00B77E03">
      <w:r>
        <w:lastRenderedPageBreak/>
        <w:t>— </w:t>
      </w:r>
      <w:r w:rsidR="0024252B" w:rsidRPr="002813C1">
        <w:t>Oui</w:t>
      </w:r>
      <w:r>
        <w:t xml:space="preserve">, </w:t>
      </w:r>
      <w:r w:rsidR="0024252B" w:rsidRPr="002813C1">
        <w:t>moi</w:t>
      </w:r>
      <w:r>
        <w:t xml:space="preserve">… </w:t>
      </w:r>
      <w:r w:rsidR="0024252B" w:rsidRPr="002813C1">
        <w:t>Je reviens de l</w:t>
      </w:r>
      <w:r>
        <w:t>’</w:t>
      </w:r>
      <w:r w:rsidR="0024252B" w:rsidRPr="002813C1">
        <w:t>hospice où elle a été recueillie et élevée</w:t>
      </w:r>
      <w:r>
        <w:t xml:space="preserve">, </w:t>
      </w:r>
      <w:r w:rsidR="0024252B" w:rsidRPr="002813C1">
        <w:t>et j</w:t>
      </w:r>
      <w:r>
        <w:t>’</w:t>
      </w:r>
      <w:r w:rsidR="0024252B" w:rsidRPr="002813C1">
        <w:t>y ai parlé à deux religieuses qui se souviennent encore d</w:t>
      </w:r>
      <w:r>
        <w:t>’</w:t>
      </w:r>
      <w:r w:rsidR="0024252B" w:rsidRPr="002813C1">
        <w:t>elle</w:t>
      </w:r>
      <w:r>
        <w:t xml:space="preserve">… </w:t>
      </w:r>
      <w:r w:rsidR="0024252B" w:rsidRPr="002813C1">
        <w:t>Il n</w:t>
      </w:r>
      <w:r>
        <w:t>’</w:t>
      </w:r>
      <w:r w:rsidR="0024252B" w:rsidRPr="002813C1">
        <w:t>y a pas une heure que j</w:t>
      </w:r>
      <w:r>
        <w:t>’</w:t>
      </w:r>
      <w:r w:rsidR="0024252B" w:rsidRPr="002813C1">
        <w:t>ai quitté ses anciens maîtres d</w:t>
      </w:r>
      <w:r>
        <w:t>’</w:t>
      </w:r>
      <w:r w:rsidR="0024252B" w:rsidRPr="002813C1">
        <w:t>apprentissage</w:t>
      </w:r>
      <w:r>
        <w:t>…</w:t>
      </w:r>
    </w:p>
    <w:p w14:paraId="2C240A0B" w14:textId="77777777" w:rsidR="00B77E03" w:rsidRDefault="0024252B" w:rsidP="00B77E03">
      <w:r w:rsidRPr="002813C1">
        <w:t>Debout</w:t>
      </w:r>
      <w:r w:rsidR="00B77E03">
        <w:t xml:space="preserve">, </w:t>
      </w:r>
      <w:r w:rsidRPr="002813C1">
        <w:t>en face de sa mère</w:t>
      </w:r>
      <w:r w:rsidR="00B77E03">
        <w:t xml:space="preserve">, </w:t>
      </w:r>
      <w:r w:rsidRPr="002813C1">
        <w:t>la main convulsivement crispée au dossier de la chaise sur laquelle il s</w:t>
      </w:r>
      <w:r w:rsidR="00B77E03">
        <w:t>’</w:t>
      </w:r>
      <w:r w:rsidRPr="002813C1">
        <w:t>appuyait</w:t>
      </w:r>
      <w:r w:rsidR="00B77E03">
        <w:t xml:space="preserve">, </w:t>
      </w:r>
      <w:r w:rsidRPr="002813C1">
        <w:t>Pascal semblait se roidir à l</w:t>
      </w:r>
      <w:r w:rsidR="00B77E03">
        <w:t>’</w:t>
      </w:r>
      <w:r w:rsidRPr="002813C1">
        <w:t>avance contre la douleur de quelque coup terrible</w:t>
      </w:r>
      <w:r w:rsidR="00B77E03">
        <w:t>…</w:t>
      </w:r>
    </w:p>
    <w:p w14:paraId="4B755467" w14:textId="77777777" w:rsidR="00B77E03" w:rsidRDefault="0024252B" w:rsidP="00B77E03">
      <w:r w:rsidRPr="002813C1">
        <w:t>Le passé avec ses émotions poignantes s</w:t>
      </w:r>
      <w:r w:rsidR="00B77E03">
        <w:t>’</w:t>
      </w:r>
      <w:r w:rsidRPr="002813C1">
        <w:t>effaçait</w:t>
      </w:r>
      <w:r w:rsidR="00B77E03">
        <w:t xml:space="preserve">… </w:t>
      </w:r>
      <w:r w:rsidRPr="002813C1">
        <w:t>Toutes ses facultés exaltées jusqu</w:t>
      </w:r>
      <w:r w:rsidR="00B77E03">
        <w:t>’</w:t>
      </w:r>
      <w:r w:rsidRPr="002813C1">
        <w:t>au délire s</w:t>
      </w:r>
      <w:r w:rsidR="00B77E03">
        <w:t>’</w:t>
      </w:r>
      <w:r w:rsidRPr="002813C1">
        <w:t>absorbaient dans l</w:t>
      </w:r>
      <w:r w:rsidR="00B77E03">
        <w:t>’</w:t>
      </w:r>
      <w:r w:rsidRPr="002813C1">
        <w:t>angoisse présente</w:t>
      </w:r>
      <w:r w:rsidR="00B77E03">
        <w:t>…</w:t>
      </w:r>
    </w:p>
    <w:p w14:paraId="32532345" w14:textId="08EA7F7E" w:rsidR="00B77E03" w:rsidRDefault="0024252B" w:rsidP="00B77E03">
      <w:r w:rsidRPr="002813C1">
        <w:t>Sa vie n</w:t>
      </w:r>
      <w:r w:rsidR="00B77E03">
        <w:t>’</w:t>
      </w:r>
      <w:r w:rsidRPr="002813C1">
        <w:t>était-elle pas en jeu</w:t>
      </w:r>
      <w:r w:rsidR="00B77E03">
        <w:t xml:space="preserve"> !… </w:t>
      </w:r>
      <w:r w:rsidRPr="002813C1">
        <w:t>Selon ce qu</w:t>
      </w:r>
      <w:r w:rsidR="00B77E03">
        <w:t>’</w:t>
      </w:r>
      <w:r w:rsidRPr="002813C1">
        <w:t xml:space="preserve">allait dire </w:t>
      </w:r>
      <w:r w:rsidR="00B77E03">
        <w:t>M</w:t>
      </w:r>
      <w:r w:rsidR="00B77E03" w:rsidRPr="00B77E03">
        <w:rPr>
          <w:vertAlign w:val="superscript"/>
        </w:rPr>
        <w:t>me</w:t>
      </w:r>
      <w:r w:rsidR="00B77E03">
        <w:t> </w:t>
      </w:r>
      <w:proofErr w:type="spellStart"/>
      <w:r w:rsidRPr="002813C1">
        <w:t>Férailleur</w:t>
      </w:r>
      <w:proofErr w:type="spellEnd"/>
      <w:r w:rsidR="00B77E03">
        <w:t xml:space="preserve">, </w:t>
      </w:r>
      <w:r w:rsidRPr="002813C1">
        <w:t>il serait sauvé ou condamné sans appel</w:t>
      </w:r>
      <w:r w:rsidR="00B77E03">
        <w:t xml:space="preserve">, </w:t>
      </w:r>
      <w:r w:rsidRPr="002813C1">
        <w:t>sans recours en grâce</w:t>
      </w:r>
      <w:r w:rsidR="00B77E03">
        <w:t xml:space="preserve">, </w:t>
      </w:r>
      <w:r w:rsidRPr="002813C1">
        <w:t>sans espoir</w:t>
      </w:r>
      <w:r w:rsidR="00B77E03">
        <w:t>…</w:t>
      </w:r>
    </w:p>
    <w:p w14:paraId="62331F79" w14:textId="77777777" w:rsidR="00B77E03" w:rsidRDefault="00B77E03" w:rsidP="00B77E03">
      <w:r>
        <w:t>— </w:t>
      </w:r>
      <w:r w:rsidR="0024252B" w:rsidRPr="002813C1">
        <w:t>Voilà pourquoi tu es sortie</w:t>
      </w:r>
      <w:r>
        <w:t xml:space="preserve">, </w:t>
      </w:r>
      <w:r w:rsidR="0024252B" w:rsidRPr="002813C1">
        <w:t>mère</w:t>
      </w:r>
      <w:r>
        <w:t xml:space="preserve"> ?… </w:t>
      </w:r>
      <w:r w:rsidR="0024252B" w:rsidRPr="002813C1">
        <w:t>balbutia-t-il</w:t>
      </w:r>
      <w:r>
        <w:t>.</w:t>
      </w:r>
    </w:p>
    <w:p w14:paraId="09A91348" w14:textId="77777777" w:rsidR="00B77E03" w:rsidRDefault="00B77E03" w:rsidP="00B77E03">
      <w:r>
        <w:t>— </w:t>
      </w:r>
      <w:r w:rsidR="0024252B" w:rsidRPr="002813C1">
        <w:t>Oui</w:t>
      </w:r>
      <w:r>
        <w:t>.</w:t>
      </w:r>
    </w:p>
    <w:p w14:paraId="06B758DF" w14:textId="77777777" w:rsidR="00B77E03" w:rsidRDefault="00B77E03" w:rsidP="00B77E03">
      <w:r>
        <w:t>— </w:t>
      </w:r>
      <w:r w:rsidR="0024252B" w:rsidRPr="002813C1">
        <w:t>Sans me prévenir</w:t>
      </w:r>
      <w:r>
        <w:t>…</w:t>
      </w:r>
    </w:p>
    <w:p w14:paraId="1B4C6196" w14:textId="77777777" w:rsidR="00B77E03" w:rsidRDefault="00B77E03" w:rsidP="00B77E03">
      <w:r>
        <w:t>— </w:t>
      </w:r>
      <w:r w:rsidR="0024252B" w:rsidRPr="002813C1">
        <w:t>Était-ce donc utile</w:t>
      </w:r>
      <w:r>
        <w:t xml:space="preserve"> ?… </w:t>
      </w:r>
      <w:r w:rsidR="0024252B" w:rsidRPr="002813C1">
        <w:t>Quoi</w:t>
      </w:r>
      <w:r>
        <w:t xml:space="preserve"> ! </w:t>
      </w:r>
      <w:r w:rsidR="0024252B" w:rsidRPr="002813C1">
        <w:t>tu aimes une jeune fille</w:t>
      </w:r>
      <w:r>
        <w:t xml:space="preserve">, </w:t>
      </w:r>
      <w:r w:rsidR="0024252B" w:rsidRPr="002813C1">
        <w:t>toi</w:t>
      </w:r>
      <w:r>
        <w:t xml:space="preserve">, </w:t>
      </w:r>
      <w:r w:rsidR="0024252B" w:rsidRPr="002813C1">
        <w:t>mon fils</w:t>
      </w:r>
      <w:r>
        <w:t xml:space="preserve">, </w:t>
      </w:r>
      <w:r w:rsidR="0024252B" w:rsidRPr="002813C1">
        <w:t>tu lui as juré à mon insu qu</w:t>
      </w:r>
      <w:r>
        <w:t>’</w:t>
      </w:r>
      <w:r w:rsidR="0024252B" w:rsidRPr="002813C1">
        <w:t>elle serait ta femme</w:t>
      </w:r>
      <w:r>
        <w:t xml:space="preserve">, </w:t>
      </w:r>
      <w:r w:rsidR="0024252B" w:rsidRPr="002813C1">
        <w:t>et tu trouves surprenant que je fasse tout au monde pour savoir qui elle est et si elle n</w:t>
      </w:r>
      <w:r>
        <w:t>’</w:t>
      </w:r>
      <w:r w:rsidR="0024252B" w:rsidRPr="002813C1">
        <w:t>est pas indigne de nous</w:t>
      </w:r>
      <w:r>
        <w:t xml:space="preserve">… </w:t>
      </w:r>
      <w:r w:rsidR="0024252B" w:rsidRPr="002813C1">
        <w:t>C</w:t>
      </w:r>
      <w:r>
        <w:t>’</w:t>
      </w:r>
      <w:r w:rsidR="0024252B" w:rsidRPr="002813C1">
        <w:t>est le contraire qui serait étrange</w:t>
      </w:r>
      <w:r>
        <w:t>…</w:t>
      </w:r>
    </w:p>
    <w:p w14:paraId="6524D0C2" w14:textId="77777777" w:rsidR="00B77E03" w:rsidRDefault="00B77E03" w:rsidP="00B77E03">
      <w:r>
        <w:t>— </w:t>
      </w:r>
      <w:r w:rsidR="0024252B" w:rsidRPr="002813C1">
        <w:t>L</w:t>
      </w:r>
      <w:r>
        <w:t>’</w:t>
      </w:r>
      <w:r w:rsidR="0024252B" w:rsidRPr="002813C1">
        <w:t>idée de ces démarches t</w:t>
      </w:r>
      <w:r>
        <w:t>’</w:t>
      </w:r>
      <w:r w:rsidR="0024252B" w:rsidRPr="002813C1">
        <w:t>est venue si subitement</w:t>
      </w:r>
      <w:r>
        <w:t> !…</w:t>
      </w:r>
    </w:p>
    <w:p w14:paraId="7D4E1901" w14:textId="0E0F9CF2" w:rsidR="00B77E03" w:rsidRDefault="0024252B" w:rsidP="00B77E03">
      <w:r w:rsidRPr="002813C1">
        <w:t>D</w:t>
      </w:r>
      <w:r w:rsidR="00B77E03">
        <w:t>’</w:t>
      </w:r>
      <w:r w:rsidRPr="002813C1">
        <w:t>un mouvement imperceptible</w:t>
      </w:r>
      <w:r w:rsidR="00B77E03">
        <w:t>, M</w:t>
      </w:r>
      <w:r w:rsidR="00B77E03" w:rsidRPr="00B77E03">
        <w:rPr>
          <w:vertAlign w:val="superscript"/>
        </w:rPr>
        <w:t>me</w:t>
      </w:r>
      <w:r w:rsidR="00B77E03">
        <w:t> </w:t>
      </w:r>
      <w:proofErr w:type="spellStart"/>
      <w:r w:rsidRPr="002813C1">
        <w:t>Férailleur</w:t>
      </w:r>
      <w:proofErr w:type="spellEnd"/>
      <w:r w:rsidRPr="002813C1">
        <w:t xml:space="preserve"> haussait les épaules</w:t>
      </w:r>
      <w:r w:rsidR="00B77E03">
        <w:t xml:space="preserve">, </w:t>
      </w:r>
      <w:r w:rsidRPr="002813C1">
        <w:t>comme si elle se fût étonnée d</w:t>
      </w:r>
      <w:r w:rsidR="00B77E03">
        <w:t>’</w:t>
      </w:r>
      <w:r w:rsidRPr="002813C1">
        <w:t>avoir à répondre à des objections puériles</w:t>
      </w:r>
      <w:r w:rsidR="00B77E03">
        <w:t>.</w:t>
      </w:r>
    </w:p>
    <w:p w14:paraId="1288101E" w14:textId="77777777" w:rsidR="00B77E03" w:rsidRDefault="00B77E03" w:rsidP="00B77E03">
      <w:r>
        <w:lastRenderedPageBreak/>
        <w:t>— </w:t>
      </w:r>
      <w:r w:rsidR="0024252B" w:rsidRPr="002813C1">
        <w:t>Ne te rappelles-tu donc plus</w:t>
      </w:r>
      <w:r>
        <w:t xml:space="preserve">, </w:t>
      </w:r>
      <w:r w:rsidR="0024252B" w:rsidRPr="002813C1">
        <w:t>prononça-t-elle</w:t>
      </w:r>
      <w:r>
        <w:t xml:space="preserve">, </w:t>
      </w:r>
      <w:r w:rsidR="0024252B" w:rsidRPr="002813C1">
        <w:t>les flétrissantes allusions de la mégère qui nous sert</w:t>
      </w:r>
      <w:r>
        <w:t xml:space="preserve">, </w:t>
      </w:r>
      <w:r w:rsidR="0024252B" w:rsidRPr="002813C1">
        <w:t xml:space="preserve">de la </w:t>
      </w:r>
      <w:proofErr w:type="spellStart"/>
      <w:r w:rsidR="0024252B" w:rsidRPr="002813C1">
        <w:t>Vantrasson</w:t>
      </w:r>
      <w:proofErr w:type="spellEnd"/>
      <w:r>
        <w:t> ?…</w:t>
      </w:r>
    </w:p>
    <w:p w14:paraId="7078F6E1" w14:textId="77777777" w:rsidR="00B77E03" w:rsidRDefault="00B77E03" w:rsidP="00B77E03">
      <w:r>
        <w:t>— </w:t>
      </w:r>
      <w:r w:rsidR="0024252B" w:rsidRPr="002813C1">
        <w:t>Mon Dieu</w:t>
      </w:r>
      <w:r>
        <w:t> !…</w:t>
      </w:r>
    </w:p>
    <w:p w14:paraId="0D109C96" w14:textId="1C6A1161" w:rsidR="00B77E03" w:rsidRDefault="00B77E03" w:rsidP="00B77E03">
      <w:r>
        <w:t>— </w:t>
      </w:r>
      <w:r w:rsidR="0024252B" w:rsidRPr="002813C1">
        <w:t>De même que toi</w:t>
      </w:r>
      <w:r>
        <w:t xml:space="preserve">, </w:t>
      </w:r>
      <w:r w:rsidR="0024252B" w:rsidRPr="002813C1">
        <w:t>j</w:t>
      </w:r>
      <w:r>
        <w:t>’</w:t>
      </w:r>
      <w:r w:rsidR="0024252B" w:rsidRPr="002813C1">
        <w:t>avais pénétré ses odieuses insinuations</w:t>
      </w:r>
      <w:r>
        <w:t xml:space="preserve">, </w:t>
      </w:r>
      <w:r w:rsidR="0024252B" w:rsidRPr="002813C1">
        <w:t>et pour m</w:t>
      </w:r>
      <w:r>
        <w:t>’</w:t>
      </w:r>
      <w:r w:rsidR="0024252B" w:rsidRPr="002813C1">
        <w:t>être efforcée de te rassurer</w:t>
      </w:r>
      <w:r>
        <w:t xml:space="preserve">, </w:t>
      </w:r>
      <w:r w:rsidR="0024252B" w:rsidRPr="002813C1">
        <w:t>je n</w:t>
      </w:r>
      <w:r>
        <w:t>’</w:t>
      </w:r>
      <w:r w:rsidR="0024252B" w:rsidRPr="002813C1">
        <w:t>en étais pas moins bouleversée</w:t>
      </w:r>
      <w:r>
        <w:t xml:space="preserve">… </w:t>
      </w:r>
      <w:r w:rsidR="0024252B" w:rsidRPr="002813C1">
        <w:t>C</w:t>
      </w:r>
      <w:r>
        <w:t>’</w:t>
      </w:r>
      <w:r w:rsidR="0024252B" w:rsidRPr="002813C1">
        <w:t>est pourquoi</w:t>
      </w:r>
      <w:r>
        <w:t xml:space="preserve">, </w:t>
      </w:r>
      <w:r w:rsidR="0024252B" w:rsidRPr="002813C1">
        <w:t>dès que tu as été parti</w:t>
      </w:r>
      <w:r>
        <w:t xml:space="preserve">, </w:t>
      </w:r>
      <w:r w:rsidR="0024252B" w:rsidRPr="002813C1">
        <w:t>j</w:t>
      </w:r>
      <w:r>
        <w:t>’</w:t>
      </w:r>
      <w:r w:rsidR="0024252B" w:rsidRPr="002813C1">
        <w:t>ai interrogé ou plutôt j</w:t>
      </w:r>
      <w:r>
        <w:t>’</w:t>
      </w:r>
      <w:r w:rsidR="0024252B" w:rsidRPr="002813C1">
        <w:t>ai laissé parler cette mauvaise femme</w:t>
      </w:r>
      <w:r>
        <w:t xml:space="preserve">, </w:t>
      </w:r>
      <w:r w:rsidR="0024252B" w:rsidRPr="002813C1">
        <w:t>et j</w:t>
      </w:r>
      <w:r>
        <w:t>’</w:t>
      </w:r>
      <w:r w:rsidR="0024252B" w:rsidRPr="002813C1">
        <w:t xml:space="preserve">ai appris que </w:t>
      </w:r>
      <w:r>
        <w:t>M</w:t>
      </w:r>
      <w:r w:rsidRPr="00B77E03">
        <w:rPr>
          <w:vertAlign w:val="superscript"/>
        </w:rPr>
        <w:t>lle</w:t>
      </w:r>
      <w:r>
        <w:t> </w:t>
      </w:r>
      <w:r w:rsidR="0024252B" w:rsidRPr="002813C1">
        <w:t>Marguerite a été apprentie chez un beau-frère de son mari</w:t>
      </w:r>
      <w:r>
        <w:t xml:space="preserve">, </w:t>
      </w:r>
      <w:r w:rsidR="0024252B" w:rsidRPr="002813C1">
        <w:t xml:space="preserve">un nommé </w:t>
      </w:r>
      <w:proofErr w:type="spellStart"/>
      <w:r w:rsidR="0024252B" w:rsidRPr="002813C1">
        <w:t>Greloux</w:t>
      </w:r>
      <w:proofErr w:type="spellEnd"/>
      <w:r>
        <w:t xml:space="preserve">, </w:t>
      </w:r>
      <w:r w:rsidR="0024252B" w:rsidRPr="002813C1">
        <w:t>qui était relieur autrefois</w:t>
      </w:r>
      <w:r>
        <w:t xml:space="preserve">, </w:t>
      </w:r>
      <w:r w:rsidR="0024252B" w:rsidRPr="002813C1">
        <w:t>rue Saint-Denis</w:t>
      </w:r>
      <w:r>
        <w:t xml:space="preserve">, </w:t>
      </w:r>
      <w:r w:rsidR="0024252B" w:rsidRPr="002813C1">
        <w:t>et qui maintenant vit de ses rentes</w:t>
      </w:r>
      <w:r>
        <w:t xml:space="preserve">… </w:t>
      </w:r>
      <w:r w:rsidR="0024252B" w:rsidRPr="002813C1">
        <w:t>C</w:t>
      </w:r>
      <w:r>
        <w:t>’</w:t>
      </w:r>
      <w:r w:rsidR="0024252B" w:rsidRPr="002813C1">
        <w:t xml:space="preserve">est chez ce relieur que </w:t>
      </w:r>
      <w:proofErr w:type="spellStart"/>
      <w:r w:rsidR="0024252B" w:rsidRPr="002813C1">
        <w:t>Vantrasson</w:t>
      </w:r>
      <w:proofErr w:type="spellEnd"/>
      <w:r w:rsidR="0024252B" w:rsidRPr="002813C1">
        <w:t xml:space="preserve"> a connu </w:t>
      </w:r>
      <w:r>
        <w:t>M</w:t>
      </w:r>
      <w:r w:rsidRPr="00B77E03">
        <w:rPr>
          <w:vertAlign w:val="superscript"/>
        </w:rPr>
        <w:t>lle</w:t>
      </w:r>
      <w:r>
        <w:t> </w:t>
      </w:r>
      <w:r w:rsidR="0024252B" w:rsidRPr="002813C1">
        <w:t>Marguerite</w:t>
      </w:r>
      <w:r>
        <w:t xml:space="preserve">, </w:t>
      </w:r>
      <w:r w:rsidR="0024252B" w:rsidRPr="002813C1">
        <w:t>et sa surprise en la revoyant à l</w:t>
      </w:r>
      <w:r>
        <w:t>’</w:t>
      </w:r>
      <w:r w:rsidR="0024252B" w:rsidRPr="002813C1">
        <w:t xml:space="preserve">hôtel de </w:t>
      </w:r>
      <w:proofErr w:type="spellStart"/>
      <w:r w:rsidR="0024252B" w:rsidRPr="002813C1">
        <w:t>Chalusse</w:t>
      </w:r>
      <w:proofErr w:type="spellEnd"/>
      <w:r w:rsidR="0024252B" w:rsidRPr="002813C1">
        <w:t xml:space="preserve"> a été immense</w:t>
      </w:r>
      <w:r>
        <w:t>…</w:t>
      </w:r>
    </w:p>
    <w:p w14:paraId="17EC5BA2" w14:textId="77777777" w:rsidR="00B77E03" w:rsidRDefault="0024252B" w:rsidP="00B77E03">
      <w:r w:rsidRPr="002813C1">
        <w:t>Pascal ne respirait plus</w:t>
      </w:r>
      <w:r w:rsidR="00B77E03">
        <w:t xml:space="preserve"> ; </w:t>
      </w:r>
      <w:r w:rsidRPr="002813C1">
        <w:t>il lui semblait que le battement de ses artères s</w:t>
      </w:r>
      <w:r w:rsidR="00B77E03">
        <w:t>’</w:t>
      </w:r>
      <w:r w:rsidRPr="002813C1">
        <w:t>arrêtait</w:t>
      </w:r>
      <w:r w:rsidR="00B77E03">
        <w:t>…</w:t>
      </w:r>
    </w:p>
    <w:p w14:paraId="2177EC6A" w14:textId="41312B20" w:rsidR="00B77E03" w:rsidRDefault="00B77E03" w:rsidP="00B77E03">
      <w:r>
        <w:t>— </w:t>
      </w:r>
      <w:r w:rsidR="0024252B" w:rsidRPr="002813C1">
        <w:t>Avec un peu d</w:t>
      </w:r>
      <w:r>
        <w:t>’</w:t>
      </w:r>
      <w:r w:rsidR="0024252B" w:rsidRPr="002813C1">
        <w:t>adresse</w:t>
      </w:r>
      <w:r>
        <w:t xml:space="preserve">, </w:t>
      </w:r>
      <w:r w:rsidR="0024252B" w:rsidRPr="002813C1">
        <w:t xml:space="preserve">continuait </w:t>
      </w:r>
      <w:r>
        <w:t>M</w:t>
      </w:r>
      <w:r w:rsidRPr="00B77E03">
        <w:rPr>
          <w:vertAlign w:val="superscript"/>
        </w:rPr>
        <w:t>me</w:t>
      </w:r>
      <w:r>
        <w:t> </w:t>
      </w:r>
      <w:proofErr w:type="spellStart"/>
      <w:r w:rsidR="0024252B" w:rsidRPr="002813C1">
        <w:t>Férailleur</w:t>
      </w:r>
      <w:proofErr w:type="spellEnd"/>
      <w:r>
        <w:t xml:space="preserve">, </w:t>
      </w:r>
      <w:r w:rsidR="0024252B" w:rsidRPr="002813C1">
        <w:t>j</w:t>
      </w:r>
      <w:r>
        <w:t>’</w:t>
      </w:r>
      <w:r w:rsidR="0024252B" w:rsidRPr="002813C1">
        <w:t xml:space="preserve">ai obtenu de la </w:t>
      </w:r>
      <w:proofErr w:type="spellStart"/>
      <w:r w:rsidR="0024252B" w:rsidRPr="002813C1">
        <w:t>Vantrasson</w:t>
      </w:r>
      <w:proofErr w:type="spellEnd"/>
      <w:r w:rsidR="0024252B" w:rsidRPr="002813C1">
        <w:t xml:space="preserve"> l</w:t>
      </w:r>
      <w:r>
        <w:t>’</w:t>
      </w:r>
      <w:r w:rsidR="0024252B" w:rsidRPr="002813C1">
        <w:t xml:space="preserve">adresse des </w:t>
      </w:r>
      <w:proofErr w:type="spellStart"/>
      <w:r w:rsidR="0024252B" w:rsidRPr="002813C1">
        <w:t>Greloux</w:t>
      </w:r>
      <w:proofErr w:type="spellEnd"/>
      <w:r>
        <w:t xml:space="preserve">, </w:t>
      </w:r>
      <w:r w:rsidR="0024252B" w:rsidRPr="002813C1">
        <w:t>j</w:t>
      </w:r>
      <w:r>
        <w:t>’</w:t>
      </w:r>
      <w:r w:rsidR="0024252B" w:rsidRPr="002813C1">
        <w:t>ai envoyé chercher un fiacre et je m</w:t>
      </w:r>
      <w:r>
        <w:t>’</w:t>
      </w:r>
      <w:r w:rsidR="0024252B" w:rsidRPr="002813C1">
        <w:t>y suis fait conduire</w:t>
      </w:r>
      <w:r>
        <w:t>…</w:t>
      </w:r>
    </w:p>
    <w:p w14:paraId="1910EB76" w14:textId="77777777" w:rsidR="00B77E03" w:rsidRDefault="00B77E03" w:rsidP="00B77E03">
      <w:r>
        <w:t>— </w:t>
      </w:r>
      <w:r w:rsidR="0024252B" w:rsidRPr="002813C1">
        <w:t>Et tu les as vus</w:t>
      </w:r>
      <w:r>
        <w:t>…</w:t>
      </w:r>
    </w:p>
    <w:p w14:paraId="78EFD935" w14:textId="77777777" w:rsidR="00B77E03" w:rsidRDefault="00B77E03" w:rsidP="00B77E03">
      <w:r>
        <w:t>— </w:t>
      </w:r>
      <w:r w:rsidR="0024252B" w:rsidRPr="002813C1">
        <w:t>Grâce à un mensonge que je ne me reproche pas trop</w:t>
      </w:r>
      <w:r>
        <w:t xml:space="preserve">, </w:t>
      </w:r>
      <w:r w:rsidR="0024252B" w:rsidRPr="002813C1">
        <w:t>j</w:t>
      </w:r>
      <w:r>
        <w:t>’</w:t>
      </w:r>
      <w:r w:rsidR="0024252B" w:rsidRPr="002813C1">
        <w:t>ai pénétré près d</w:t>
      </w:r>
      <w:r>
        <w:t>’</w:t>
      </w:r>
      <w:r w:rsidR="0024252B" w:rsidRPr="002813C1">
        <w:t>eux et j</w:t>
      </w:r>
      <w:r>
        <w:t>’</w:t>
      </w:r>
      <w:r w:rsidR="0024252B" w:rsidRPr="002813C1">
        <w:t>y suis restée une heure</w:t>
      </w:r>
      <w:r>
        <w:t>.</w:t>
      </w:r>
    </w:p>
    <w:p w14:paraId="7903EAE8" w14:textId="77777777" w:rsidR="00B77E03" w:rsidRDefault="0024252B" w:rsidP="00B77E03">
      <w:r w:rsidRPr="002813C1">
        <w:t>Ce qui épouvantait Pascal</w:t>
      </w:r>
      <w:r w:rsidR="00B77E03">
        <w:t xml:space="preserve">, </w:t>
      </w:r>
      <w:r w:rsidRPr="002813C1">
        <w:t>c</w:t>
      </w:r>
      <w:r w:rsidR="00B77E03">
        <w:t>’</w:t>
      </w:r>
      <w:r w:rsidRPr="002813C1">
        <w:t>était le ton glacé de sa mère</w:t>
      </w:r>
      <w:r w:rsidR="00B77E03">
        <w:t xml:space="preserve">. </w:t>
      </w:r>
      <w:r w:rsidRPr="002813C1">
        <w:t>Sa lenteur le torturait</w:t>
      </w:r>
      <w:r w:rsidR="00B77E03">
        <w:t xml:space="preserve">, </w:t>
      </w:r>
      <w:r w:rsidRPr="002813C1">
        <w:t>et cependant il n</w:t>
      </w:r>
      <w:r w:rsidR="00B77E03">
        <w:t>’</w:t>
      </w:r>
      <w:r w:rsidRPr="002813C1">
        <w:t>osait la presser</w:t>
      </w:r>
      <w:r w:rsidR="00B77E03">
        <w:t>…</w:t>
      </w:r>
    </w:p>
    <w:p w14:paraId="1029F796" w14:textId="610D6094" w:rsidR="00B77E03" w:rsidRDefault="00B77E03" w:rsidP="00B77E03">
      <w:r>
        <w:t>— </w:t>
      </w:r>
      <w:r w:rsidR="0024252B" w:rsidRPr="002813C1">
        <w:t xml:space="preserve">Ces </w:t>
      </w:r>
      <w:proofErr w:type="spellStart"/>
      <w:r w:rsidR="0024252B" w:rsidRPr="002813C1">
        <w:t>Greloux</w:t>
      </w:r>
      <w:proofErr w:type="spellEnd"/>
      <w:r>
        <w:t xml:space="preserve">, </w:t>
      </w:r>
      <w:r w:rsidR="0024252B" w:rsidRPr="002813C1">
        <w:t>poursuivit-elle</w:t>
      </w:r>
      <w:r>
        <w:t xml:space="preserve">, </w:t>
      </w:r>
      <w:r w:rsidR="0024252B" w:rsidRPr="002813C1">
        <w:t>m</w:t>
      </w:r>
      <w:r>
        <w:t>’</w:t>
      </w:r>
      <w:r w:rsidR="0024252B" w:rsidRPr="002813C1">
        <w:t>ont semblé ce qu</w:t>
      </w:r>
      <w:r>
        <w:t>’</w:t>
      </w:r>
      <w:r w:rsidR="0024252B" w:rsidRPr="002813C1">
        <w:t>on est convenu d</w:t>
      </w:r>
      <w:r>
        <w:t>’</w:t>
      </w:r>
      <w:r w:rsidR="0024252B" w:rsidRPr="002813C1">
        <w:t>appeler d</w:t>
      </w:r>
      <w:r>
        <w:t>’</w:t>
      </w:r>
      <w:r w:rsidR="0024252B" w:rsidRPr="002813C1">
        <w:t>assez braves gens</w:t>
      </w:r>
      <w:r>
        <w:t xml:space="preserve">, </w:t>
      </w:r>
      <w:r w:rsidR="0024252B" w:rsidRPr="002813C1">
        <w:t>incapables je le crois d</w:t>
      </w:r>
      <w:r>
        <w:t>’</w:t>
      </w:r>
      <w:r w:rsidR="0024252B" w:rsidRPr="002813C1">
        <w:t>une action que punit le code</w:t>
      </w:r>
      <w:r>
        <w:t xml:space="preserve">, </w:t>
      </w:r>
      <w:r w:rsidR="0024252B" w:rsidRPr="002813C1">
        <w:t>et très-fiers de leurs sept mille livres de rente</w:t>
      </w:r>
      <w:r>
        <w:t xml:space="preserve">… </w:t>
      </w:r>
      <w:r w:rsidR="0024252B" w:rsidRPr="002813C1">
        <w:t>Il se peut qu</w:t>
      </w:r>
      <w:r>
        <w:t>’</w:t>
      </w:r>
      <w:r w:rsidR="0024252B" w:rsidRPr="002813C1">
        <w:t xml:space="preserve">ils aient été attachés à </w:t>
      </w:r>
      <w:r>
        <w:t>M</w:t>
      </w:r>
      <w:r w:rsidRPr="00B77E03">
        <w:rPr>
          <w:vertAlign w:val="superscript"/>
        </w:rPr>
        <w:t>lle</w:t>
      </w:r>
      <w:r>
        <w:t> </w:t>
      </w:r>
      <w:r w:rsidR="0024252B" w:rsidRPr="002813C1">
        <w:t>Marguerite</w:t>
      </w:r>
      <w:r>
        <w:t xml:space="preserve">, </w:t>
      </w:r>
      <w:r w:rsidR="0024252B" w:rsidRPr="002813C1">
        <w:t>ce qui est sûr c</w:t>
      </w:r>
      <w:r>
        <w:t>’</w:t>
      </w:r>
      <w:r w:rsidR="0024252B" w:rsidRPr="002813C1">
        <w:t>est que dès que j</w:t>
      </w:r>
      <w:r>
        <w:t>’</w:t>
      </w:r>
      <w:r w:rsidR="0024252B" w:rsidRPr="002813C1">
        <w:t xml:space="preserve">ai eu </w:t>
      </w:r>
      <w:r w:rsidR="0024252B" w:rsidRPr="002813C1">
        <w:lastRenderedPageBreak/>
        <w:t>prononcé son nom ils se sont répandus en protestations d</w:t>
      </w:r>
      <w:r>
        <w:t>’</w:t>
      </w:r>
      <w:r w:rsidR="0024252B" w:rsidRPr="002813C1">
        <w:t>affection</w:t>
      </w:r>
      <w:r>
        <w:t xml:space="preserve">… </w:t>
      </w:r>
      <w:r w:rsidR="0024252B" w:rsidRPr="002813C1">
        <w:t>Le mari</w:t>
      </w:r>
      <w:r>
        <w:t xml:space="preserve">, </w:t>
      </w:r>
      <w:r w:rsidR="0024252B" w:rsidRPr="002813C1">
        <w:t>particulièrement</w:t>
      </w:r>
      <w:r>
        <w:t xml:space="preserve">, </w:t>
      </w:r>
      <w:r w:rsidR="0024252B" w:rsidRPr="002813C1">
        <w:t>m</w:t>
      </w:r>
      <w:r>
        <w:t>’</w:t>
      </w:r>
      <w:r w:rsidR="0024252B" w:rsidRPr="002813C1">
        <w:t>a paru garder d</w:t>
      </w:r>
      <w:r>
        <w:t>’</w:t>
      </w:r>
      <w:r w:rsidR="0024252B" w:rsidRPr="002813C1">
        <w:t>elle un souvenir ressemblant à de la reconnaissance</w:t>
      </w:r>
      <w:r>
        <w:t>…</w:t>
      </w:r>
    </w:p>
    <w:p w14:paraId="28733B8C" w14:textId="77777777" w:rsidR="00B77E03" w:rsidRDefault="00B77E03" w:rsidP="00B77E03">
      <w:r>
        <w:t>— </w:t>
      </w:r>
      <w:r w:rsidR="0024252B" w:rsidRPr="002813C1">
        <w:t>Ah</w:t>
      </w:r>
      <w:r>
        <w:t xml:space="preserve"> !… </w:t>
      </w:r>
      <w:r w:rsidR="0024252B" w:rsidRPr="002813C1">
        <w:t>tu vois</w:t>
      </w:r>
      <w:r>
        <w:t xml:space="preserve">, </w:t>
      </w:r>
      <w:r w:rsidR="0024252B" w:rsidRPr="002813C1">
        <w:t>mère</w:t>
      </w:r>
      <w:r>
        <w:t xml:space="preserve">, </w:t>
      </w:r>
      <w:r w:rsidR="0024252B" w:rsidRPr="002813C1">
        <w:t>tu vois</w:t>
      </w:r>
      <w:r>
        <w:t> !…</w:t>
      </w:r>
    </w:p>
    <w:p w14:paraId="5387F781" w14:textId="77777777" w:rsidR="00B77E03" w:rsidRDefault="00B77E03" w:rsidP="00B77E03">
      <w:r>
        <w:t>— </w:t>
      </w:r>
      <w:r w:rsidR="0024252B" w:rsidRPr="002813C1">
        <w:t>Quant à la femme</w:t>
      </w:r>
      <w:r>
        <w:t xml:space="preserve">, </w:t>
      </w:r>
      <w:r w:rsidR="0024252B" w:rsidRPr="002813C1">
        <w:t>on eût dit qu</w:t>
      </w:r>
      <w:r>
        <w:t>’</w:t>
      </w:r>
      <w:r w:rsidR="0024252B" w:rsidRPr="002813C1">
        <w:t>elle regrettait surtout la meilleure apprentie</w:t>
      </w:r>
      <w:r>
        <w:t xml:space="preserve">, </w:t>
      </w:r>
      <w:r w:rsidR="0024252B" w:rsidRPr="002813C1">
        <w:t>la plus honnête fille</w:t>
      </w:r>
      <w:r>
        <w:t xml:space="preserve">, </w:t>
      </w:r>
      <w:r w:rsidR="0024252B" w:rsidRPr="002813C1">
        <w:t>et la plus robuste travailleuse qu</w:t>
      </w:r>
      <w:r>
        <w:t>’</w:t>
      </w:r>
      <w:r w:rsidR="0024252B" w:rsidRPr="002813C1">
        <w:t>elle eût rencontrée en sa vie</w:t>
      </w:r>
      <w:r>
        <w:t xml:space="preserve">… </w:t>
      </w:r>
      <w:r w:rsidR="0024252B" w:rsidRPr="002813C1">
        <w:t>Et même</w:t>
      </w:r>
      <w:r>
        <w:t xml:space="preserve">, </w:t>
      </w:r>
      <w:r w:rsidR="0024252B" w:rsidRPr="002813C1">
        <w:t>d</w:t>
      </w:r>
      <w:r>
        <w:t>’</w:t>
      </w:r>
      <w:r w:rsidR="0024252B" w:rsidRPr="002813C1">
        <w:t>après ses récits</w:t>
      </w:r>
      <w:r>
        <w:t xml:space="preserve">, </w:t>
      </w:r>
      <w:r w:rsidR="0024252B" w:rsidRPr="002813C1">
        <w:t>j</w:t>
      </w:r>
      <w:r>
        <w:t>’</w:t>
      </w:r>
      <w:r w:rsidR="0024252B" w:rsidRPr="002813C1">
        <w:t>affirmerais qu</w:t>
      </w:r>
      <w:r>
        <w:t>’</w:t>
      </w:r>
      <w:r w:rsidR="0024252B" w:rsidRPr="002813C1">
        <w:t>elle n</w:t>
      </w:r>
      <w:r>
        <w:t>’</w:t>
      </w:r>
      <w:r w:rsidR="0024252B" w:rsidRPr="002813C1">
        <w:t>était pas sans abuser de la pauvre enfant</w:t>
      </w:r>
      <w:r>
        <w:t xml:space="preserve">, </w:t>
      </w:r>
      <w:r w:rsidR="0024252B" w:rsidRPr="002813C1">
        <w:t>et qu</w:t>
      </w:r>
      <w:r>
        <w:t>’</w:t>
      </w:r>
      <w:r w:rsidR="0024252B" w:rsidRPr="002813C1">
        <w:t>elle en faisait sa servante autant que son ouvrière</w:t>
      </w:r>
      <w:r>
        <w:t>…</w:t>
      </w:r>
    </w:p>
    <w:p w14:paraId="7D440A7F" w14:textId="77777777" w:rsidR="00B77E03" w:rsidRDefault="0024252B" w:rsidP="00B77E03">
      <w:r w:rsidRPr="002813C1">
        <w:t>Des larmes brillaient dans les yeux de Pascal</w:t>
      </w:r>
      <w:r w:rsidR="00B77E03">
        <w:t xml:space="preserve">, </w:t>
      </w:r>
      <w:r w:rsidRPr="002813C1">
        <w:t>mais il respirait</w:t>
      </w:r>
      <w:r w:rsidR="00B77E03">
        <w:t>.</w:t>
      </w:r>
    </w:p>
    <w:p w14:paraId="44D9E4D6" w14:textId="177F14C8" w:rsidR="00B77E03" w:rsidRDefault="00B77E03" w:rsidP="00B77E03">
      <w:r>
        <w:t>— </w:t>
      </w:r>
      <w:r w:rsidR="0024252B" w:rsidRPr="002813C1">
        <w:t xml:space="preserve">Quant à </w:t>
      </w:r>
      <w:proofErr w:type="spellStart"/>
      <w:r w:rsidR="0024252B" w:rsidRPr="002813C1">
        <w:t>Vantrasson</w:t>
      </w:r>
      <w:proofErr w:type="spellEnd"/>
      <w:r>
        <w:t xml:space="preserve">, </w:t>
      </w:r>
      <w:r w:rsidR="0024252B" w:rsidRPr="002813C1">
        <w:t xml:space="preserve">reprit </w:t>
      </w:r>
      <w:r>
        <w:t>M</w:t>
      </w:r>
      <w:r w:rsidRPr="00B77E03">
        <w:rPr>
          <w:vertAlign w:val="superscript"/>
        </w:rPr>
        <w:t>me</w:t>
      </w:r>
      <w:r>
        <w:t> </w:t>
      </w:r>
      <w:proofErr w:type="spellStart"/>
      <w:r w:rsidR="0024252B" w:rsidRPr="002813C1">
        <w:t>Férailleur</w:t>
      </w:r>
      <w:proofErr w:type="spellEnd"/>
      <w:r>
        <w:t xml:space="preserve">, </w:t>
      </w:r>
      <w:r w:rsidR="0024252B" w:rsidRPr="002813C1">
        <w:t>il est certain qu</w:t>
      </w:r>
      <w:r>
        <w:t>’</w:t>
      </w:r>
      <w:r w:rsidR="0024252B" w:rsidRPr="002813C1">
        <w:t>il avait jeté les yeux sur l</w:t>
      </w:r>
      <w:r>
        <w:t>’</w:t>
      </w:r>
      <w:r w:rsidR="0024252B" w:rsidRPr="002813C1">
        <w:t>apprentie de sa sœur</w:t>
      </w:r>
      <w:r>
        <w:t>…</w:t>
      </w:r>
    </w:p>
    <w:p w14:paraId="2BEFBDA0" w14:textId="77777777" w:rsidR="00B77E03" w:rsidRDefault="00B77E03" w:rsidP="00B77E03">
      <w:r>
        <w:t>— </w:t>
      </w:r>
      <w:r w:rsidR="0024252B" w:rsidRPr="002813C1">
        <w:t>Oh</w:t>
      </w:r>
      <w:r>
        <w:t> !…</w:t>
      </w:r>
    </w:p>
    <w:p w14:paraId="6B8CD0BC" w14:textId="77777777" w:rsidR="00B77E03" w:rsidRDefault="00B77E03" w:rsidP="00B77E03">
      <w:r>
        <w:t>— </w:t>
      </w:r>
      <w:r w:rsidR="0024252B" w:rsidRPr="002813C1">
        <w:t>Cet homme</w:t>
      </w:r>
      <w:r>
        <w:t xml:space="preserve">, </w:t>
      </w:r>
      <w:r w:rsidR="0024252B" w:rsidRPr="002813C1">
        <w:t>devenu depuis un redoutable scélérat</w:t>
      </w:r>
      <w:r>
        <w:t xml:space="preserve">, </w:t>
      </w:r>
      <w:r w:rsidR="0024252B" w:rsidRPr="002813C1">
        <w:t>n</w:t>
      </w:r>
      <w:r>
        <w:t>’</w:t>
      </w:r>
      <w:r w:rsidR="0024252B" w:rsidRPr="002813C1">
        <w:t>était encore qu</w:t>
      </w:r>
      <w:r>
        <w:t>’</w:t>
      </w:r>
      <w:r w:rsidR="0024252B" w:rsidRPr="002813C1">
        <w:t>un mauvais sujet</w:t>
      </w:r>
      <w:r>
        <w:t xml:space="preserve">, </w:t>
      </w:r>
      <w:r w:rsidR="0024252B" w:rsidRPr="002813C1">
        <w:t>c</w:t>
      </w:r>
      <w:r>
        <w:t>’</w:t>
      </w:r>
      <w:r w:rsidR="0024252B" w:rsidRPr="002813C1">
        <w:t>est-à-dire un ivrogne et un débauché sans foi ni loi</w:t>
      </w:r>
      <w:r>
        <w:t xml:space="preserve">… </w:t>
      </w:r>
      <w:r w:rsidR="0024252B" w:rsidRPr="002813C1">
        <w:t>Il crut que la pauvre petite ouvrière</w:t>
      </w:r>
      <w:r>
        <w:t xml:space="preserve">, </w:t>
      </w:r>
      <w:r w:rsidR="0024252B" w:rsidRPr="002813C1">
        <w:t>elle avait alors treize ans</w:t>
      </w:r>
      <w:r>
        <w:t xml:space="preserve">, </w:t>
      </w:r>
      <w:r w:rsidR="0024252B" w:rsidRPr="002813C1">
        <w:t>serait trop heureuse de devenir la maîtresse du frère de sa patronne</w:t>
      </w:r>
      <w:r>
        <w:t xml:space="preserve">… </w:t>
      </w:r>
      <w:r w:rsidR="0024252B" w:rsidRPr="002813C1">
        <w:t>Repoussé vaillamment</w:t>
      </w:r>
      <w:r>
        <w:t xml:space="preserve">, </w:t>
      </w:r>
      <w:r w:rsidR="0024252B" w:rsidRPr="002813C1">
        <w:t>il fut blessé dans son amour-propre</w:t>
      </w:r>
      <w:r>
        <w:t xml:space="preserve">, </w:t>
      </w:r>
      <w:r w:rsidR="0024252B" w:rsidRPr="002813C1">
        <w:t>et obséda si indignement l</w:t>
      </w:r>
      <w:r>
        <w:t>’</w:t>
      </w:r>
      <w:r w:rsidR="0024252B" w:rsidRPr="002813C1">
        <w:t>infortunée</w:t>
      </w:r>
      <w:r>
        <w:t xml:space="preserve">, </w:t>
      </w:r>
      <w:r w:rsidR="0024252B" w:rsidRPr="002813C1">
        <w:t>qu</w:t>
      </w:r>
      <w:r>
        <w:t>’</w:t>
      </w:r>
      <w:r w:rsidR="0024252B" w:rsidRPr="002813C1">
        <w:t>elle dut se plaindre à sa patronne</w:t>
      </w:r>
      <w:r>
        <w:t xml:space="preserve">… </w:t>
      </w:r>
      <w:r w:rsidR="0024252B" w:rsidRPr="002813C1">
        <w:t>laquelle</w:t>
      </w:r>
      <w:r>
        <w:t xml:space="preserve">, </w:t>
      </w:r>
      <w:r w:rsidR="0024252B" w:rsidRPr="002813C1">
        <w:t>il faut le dire à sa honte</w:t>
      </w:r>
      <w:r>
        <w:t xml:space="preserve">, </w:t>
      </w:r>
      <w:r w:rsidR="0024252B" w:rsidRPr="002813C1">
        <w:t>traita ces infamies d</w:t>
      </w:r>
      <w:r>
        <w:t>’</w:t>
      </w:r>
      <w:r w:rsidR="0024252B" w:rsidRPr="002813C1">
        <w:t>enfantillages</w:t>
      </w:r>
      <w:r>
        <w:t xml:space="preserve">… </w:t>
      </w:r>
      <w:r w:rsidR="0024252B" w:rsidRPr="002813C1">
        <w:t xml:space="preserve">puis à </w:t>
      </w:r>
      <w:proofErr w:type="spellStart"/>
      <w:r w:rsidR="0024252B" w:rsidRPr="002813C1">
        <w:t>Greloux</w:t>
      </w:r>
      <w:proofErr w:type="spellEnd"/>
      <w:r w:rsidR="0024252B" w:rsidRPr="002813C1">
        <w:t xml:space="preserve"> lui-même qui</w:t>
      </w:r>
      <w:r>
        <w:t xml:space="preserve">, </w:t>
      </w:r>
      <w:r w:rsidR="0024252B" w:rsidRPr="002813C1">
        <w:t>ravi sans doute de se débarrasser d</w:t>
      </w:r>
      <w:r>
        <w:t>’</w:t>
      </w:r>
      <w:r w:rsidR="0024252B" w:rsidRPr="002813C1">
        <w:t>un beau-frère qui le grugeait</w:t>
      </w:r>
      <w:r>
        <w:t xml:space="preserve">, </w:t>
      </w:r>
      <w:r w:rsidR="0024252B" w:rsidRPr="002813C1">
        <w:t>le chassa</w:t>
      </w:r>
      <w:r>
        <w:t>.</w:t>
      </w:r>
    </w:p>
    <w:p w14:paraId="28BCFA4A" w14:textId="77777777" w:rsidR="00B77E03" w:rsidRDefault="0024252B" w:rsidP="00B77E03">
      <w:r w:rsidRPr="002813C1">
        <w:t>À cette idée qu</w:t>
      </w:r>
      <w:r w:rsidR="00B77E03">
        <w:t>’</w:t>
      </w:r>
      <w:r w:rsidRPr="002813C1">
        <w:t>un être vil et bas</w:t>
      </w:r>
      <w:r w:rsidR="00B77E03">
        <w:t xml:space="preserve">, </w:t>
      </w:r>
      <w:r w:rsidRPr="002813C1">
        <w:t xml:space="preserve">tel que ce </w:t>
      </w:r>
      <w:proofErr w:type="spellStart"/>
      <w:r w:rsidRPr="002813C1">
        <w:t>Vantrasson</w:t>
      </w:r>
      <w:proofErr w:type="spellEnd"/>
      <w:r w:rsidR="00B77E03">
        <w:t xml:space="preserve">, </w:t>
      </w:r>
      <w:r w:rsidRPr="002813C1">
        <w:t>avait osé offenser de ses odieuses poursuites la femme qui était dans son cœur comme une madone dans un sanctuaire</w:t>
      </w:r>
      <w:r w:rsidR="00B77E03">
        <w:t xml:space="preserve">, </w:t>
      </w:r>
      <w:r w:rsidRPr="002813C1">
        <w:t>Pascal était transporté de rage</w:t>
      </w:r>
      <w:r w:rsidR="00B77E03">
        <w:t>…</w:t>
      </w:r>
    </w:p>
    <w:p w14:paraId="040BCBCF" w14:textId="77777777" w:rsidR="00B77E03" w:rsidRDefault="00B77E03" w:rsidP="00B77E03">
      <w:r>
        <w:lastRenderedPageBreak/>
        <w:t>— </w:t>
      </w:r>
      <w:r w:rsidR="0024252B" w:rsidRPr="002813C1">
        <w:t>Le misérable</w:t>
      </w:r>
      <w:r>
        <w:t xml:space="preserve"> ! </w:t>
      </w:r>
      <w:r w:rsidR="0024252B" w:rsidRPr="002813C1">
        <w:t>grondait-il</w:t>
      </w:r>
      <w:r>
        <w:t xml:space="preserve">, </w:t>
      </w:r>
      <w:r w:rsidR="0024252B" w:rsidRPr="002813C1">
        <w:t>le misérable</w:t>
      </w:r>
      <w:r>
        <w:t> !</w:t>
      </w:r>
    </w:p>
    <w:p w14:paraId="5057240D" w14:textId="56703464" w:rsidR="00B77E03" w:rsidRDefault="00B77E03" w:rsidP="00B77E03">
      <w:r>
        <w:t>M</w:t>
      </w:r>
      <w:r w:rsidRPr="00B77E03">
        <w:rPr>
          <w:vertAlign w:val="superscript"/>
        </w:rPr>
        <w:t>me</w:t>
      </w:r>
      <w:r>
        <w:t> </w:t>
      </w:r>
      <w:proofErr w:type="spellStart"/>
      <w:r w:rsidR="0024252B" w:rsidRPr="002813C1">
        <w:t>Férailleur</w:t>
      </w:r>
      <w:proofErr w:type="spellEnd"/>
      <w:r>
        <w:t xml:space="preserve">, </w:t>
      </w:r>
      <w:r w:rsidR="0024252B" w:rsidRPr="002813C1">
        <w:t>sans paraître remarquer la colère de son fils</w:t>
      </w:r>
      <w:r>
        <w:t xml:space="preserve">, </w:t>
      </w:r>
      <w:r w:rsidR="0024252B" w:rsidRPr="002813C1">
        <w:t>continuait</w:t>
      </w:r>
      <w:r>
        <w:t> :</w:t>
      </w:r>
    </w:p>
    <w:p w14:paraId="68AFBBA3" w14:textId="77777777" w:rsidR="00B77E03" w:rsidRDefault="00B77E03" w:rsidP="00B77E03">
      <w:r>
        <w:t>— </w:t>
      </w:r>
      <w:r w:rsidR="0024252B" w:rsidRPr="002813C1">
        <w:t xml:space="preserve">Les </w:t>
      </w:r>
      <w:proofErr w:type="spellStart"/>
      <w:r w:rsidR="0024252B" w:rsidRPr="002813C1">
        <w:t>Greloux</w:t>
      </w:r>
      <w:proofErr w:type="spellEnd"/>
      <w:r w:rsidR="0024252B" w:rsidRPr="002813C1">
        <w:t xml:space="preserve"> ont prétendu que depuis que leur ancienne apprentie est </w:t>
      </w:r>
      <w:r>
        <w:t>« </w:t>
      </w:r>
      <w:r w:rsidR="0024252B" w:rsidRPr="002813C1">
        <w:t>dans les grandeurs</w:t>
      </w:r>
      <w:r>
        <w:t>, »</w:t>
      </w:r>
      <w:r w:rsidR="0024252B" w:rsidRPr="002813C1">
        <w:t xml:space="preserve"> selon leur expression</w:t>
      </w:r>
      <w:r>
        <w:t xml:space="preserve">, </w:t>
      </w:r>
      <w:r w:rsidR="0024252B" w:rsidRPr="002813C1">
        <w:t>ils ne l</w:t>
      </w:r>
      <w:r>
        <w:t>’</w:t>
      </w:r>
      <w:r w:rsidR="0024252B" w:rsidRPr="002813C1">
        <w:t>ont plus revue</w:t>
      </w:r>
      <w:r>
        <w:t xml:space="preserve">… </w:t>
      </w:r>
      <w:r w:rsidR="0024252B" w:rsidRPr="002813C1">
        <w:t>En quoi ils m</w:t>
      </w:r>
      <w:r>
        <w:t>’</w:t>
      </w:r>
      <w:r w:rsidR="0024252B" w:rsidRPr="002813C1">
        <w:t>ont menti</w:t>
      </w:r>
      <w:r>
        <w:t xml:space="preserve">… </w:t>
      </w:r>
      <w:r w:rsidR="0024252B" w:rsidRPr="002813C1">
        <w:t>Ils l</w:t>
      </w:r>
      <w:r>
        <w:t>’</w:t>
      </w:r>
      <w:r w:rsidR="0024252B" w:rsidRPr="002813C1">
        <w:t>ont revue au moins une fois</w:t>
      </w:r>
      <w:r>
        <w:t xml:space="preserve">, </w:t>
      </w:r>
      <w:r w:rsidR="0024252B" w:rsidRPr="002813C1">
        <w:t>le jour où elle est allée leur porter 2</w:t>
      </w:r>
      <w:r w:rsidRPr="002813C1">
        <w:t>0</w:t>
      </w:r>
      <w:r>
        <w:t>,</w:t>
      </w:r>
      <w:r w:rsidRPr="002813C1">
        <w:t>0</w:t>
      </w:r>
      <w:r w:rsidR="0024252B" w:rsidRPr="002813C1">
        <w:t>00 francs qui ont été le noyau de leur fortune</w:t>
      </w:r>
      <w:r>
        <w:t xml:space="preserve">… </w:t>
      </w:r>
      <w:r w:rsidR="0024252B" w:rsidRPr="002813C1">
        <w:t>Ils ne se sont pas vantés de cela</w:t>
      </w:r>
      <w:r>
        <w:t>…</w:t>
      </w:r>
    </w:p>
    <w:p w14:paraId="76712EA2" w14:textId="77777777" w:rsidR="00B77E03" w:rsidRDefault="00B77E03" w:rsidP="00B77E03">
      <w:r>
        <w:t>— </w:t>
      </w:r>
      <w:r w:rsidR="0024252B" w:rsidRPr="002813C1">
        <w:t>Chère Marguerite</w:t>
      </w:r>
      <w:r>
        <w:t xml:space="preserve">, </w:t>
      </w:r>
      <w:r w:rsidR="0024252B" w:rsidRPr="002813C1">
        <w:t>murmurait Pascal</w:t>
      </w:r>
      <w:r>
        <w:t xml:space="preserve">, </w:t>
      </w:r>
      <w:r w:rsidR="0024252B" w:rsidRPr="002813C1">
        <w:t>chère Marguerite</w:t>
      </w:r>
      <w:r>
        <w:t> !…</w:t>
      </w:r>
    </w:p>
    <w:p w14:paraId="5BE082E8" w14:textId="77777777" w:rsidR="00B77E03" w:rsidRDefault="0024252B" w:rsidP="00B77E03">
      <w:r w:rsidRPr="002813C1">
        <w:t>Puis</w:t>
      </w:r>
      <w:r w:rsidR="00B77E03">
        <w:t xml:space="preserve">, </w:t>
      </w:r>
      <w:r w:rsidRPr="002813C1">
        <w:t>tout haut</w:t>
      </w:r>
      <w:r w:rsidR="00B77E03">
        <w:t> :</w:t>
      </w:r>
    </w:p>
    <w:p w14:paraId="6FA45CD3" w14:textId="77777777" w:rsidR="00B77E03" w:rsidRDefault="00B77E03" w:rsidP="00B77E03">
      <w:r>
        <w:t>— </w:t>
      </w:r>
      <w:r w:rsidR="0024252B" w:rsidRPr="002813C1">
        <w:t>Mais où as-tu appris ces détails</w:t>
      </w:r>
      <w:r>
        <w:t xml:space="preserve">, </w:t>
      </w:r>
      <w:r w:rsidR="0024252B" w:rsidRPr="002813C1">
        <w:t>chère mère</w:t>
      </w:r>
      <w:r>
        <w:t xml:space="preserve"> ? </w:t>
      </w:r>
      <w:r w:rsidR="0024252B" w:rsidRPr="002813C1">
        <w:t>demanda-t-il</w:t>
      </w:r>
      <w:r>
        <w:t>.</w:t>
      </w:r>
    </w:p>
    <w:p w14:paraId="3D8488AB" w14:textId="283C7333" w:rsidR="00B77E03" w:rsidRDefault="00B77E03" w:rsidP="00B77E03">
      <w:r>
        <w:t>— </w:t>
      </w:r>
      <w:r w:rsidR="0024252B" w:rsidRPr="002813C1">
        <w:t>À l</w:t>
      </w:r>
      <w:r>
        <w:t>’</w:t>
      </w:r>
      <w:r w:rsidR="0024252B" w:rsidRPr="002813C1">
        <w:t xml:space="preserve">hospice où </w:t>
      </w:r>
      <w:r>
        <w:t>M</w:t>
      </w:r>
      <w:r w:rsidRPr="00B77E03">
        <w:rPr>
          <w:vertAlign w:val="superscript"/>
        </w:rPr>
        <w:t>lle</w:t>
      </w:r>
      <w:r>
        <w:t> </w:t>
      </w:r>
      <w:r w:rsidR="0024252B" w:rsidRPr="002813C1">
        <w:t xml:space="preserve">Marguerite a été élevée et où les </w:t>
      </w:r>
      <w:proofErr w:type="spellStart"/>
      <w:r w:rsidR="0024252B" w:rsidRPr="002813C1">
        <w:t>Greloux</w:t>
      </w:r>
      <w:proofErr w:type="spellEnd"/>
      <w:r w:rsidR="0024252B" w:rsidRPr="002813C1">
        <w:t xml:space="preserve"> l</w:t>
      </w:r>
      <w:r>
        <w:t>’</w:t>
      </w:r>
      <w:r w:rsidR="0024252B" w:rsidRPr="002813C1">
        <w:t>avaient prise</w:t>
      </w:r>
      <w:r>
        <w:t xml:space="preserve">… </w:t>
      </w:r>
      <w:r w:rsidR="0024252B" w:rsidRPr="002813C1">
        <w:t>Là aussi</w:t>
      </w:r>
      <w:r>
        <w:t xml:space="preserve">, </w:t>
      </w:r>
      <w:r w:rsidR="0024252B" w:rsidRPr="002813C1">
        <w:t>je n</w:t>
      </w:r>
      <w:r>
        <w:t>’</w:t>
      </w:r>
      <w:r w:rsidR="0024252B" w:rsidRPr="002813C1">
        <w:t>ai recueilli que des éloges</w:t>
      </w:r>
      <w:r>
        <w:t>… « </w:t>
      </w:r>
      <w:r w:rsidR="0024252B" w:rsidRPr="002813C1">
        <w:t>Jamais</w:t>
      </w:r>
      <w:r>
        <w:t xml:space="preserve">, </w:t>
      </w:r>
      <w:r w:rsidR="0024252B" w:rsidRPr="002813C1">
        <w:t>m</w:t>
      </w:r>
      <w:r>
        <w:t>’</w:t>
      </w:r>
      <w:r w:rsidR="0024252B" w:rsidRPr="002813C1">
        <w:t>a dit la supérieure</w:t>
      </w:r>
      <w:r>
        <w:t xml:space="preserve">, </w:t>
      </w:r>
      <w:r w:rsidR="0024252B" w:rsidRPr="002813C1">
        <w:t>je n</w:t>
      </w:r>
      <w:r>
        <w:t>’</w:t>
      </w:r>
      <w:r w:rsidR="0024252B" w:rsidRPr="002813C1">
        <w:t>ai eu une enfant si bien douée</w:t>
      </w:r>
      <w:r>
        <w:t xml:space="preserve">, </w:t>
      </w:r>
      <w:r w:rsidR="0024252B" w:rsidRPr="002813C1">
        <w:t>d</w:t>
      </w:r>
      <w:r>
        <w:t>’</w:t>
      </w:r>
      <w:r w:rsidR="0024252B" w:rsidRPr="002813C1">
        <w:t>un meilleur cœur</w:t>
      </w:r>
      <w:r>
        <w:t xml:space="preserve">, </w:t>
      </w:r>
      <w:r w:rsidR="0024252B" w:rsidRPr="002813C1">
        <w:t>d</w:t>
      </w:r>
      <w:r>
        <w:t>’</w:t>
      </w:r>
      <w:r w:rsidR="0024252B" w:rsidRPr="002813C1">
        <w:t>une si vive intelligence</w:t>
      </w:r>
      <w:r>
        <w:t>. »</w:t>
      </w:r>
      <w:r w:rsidR="0024252B" w:rsidRPr="002813C1">
        <w:t xml:space="preserve"> On n</w:t>
      </w:r>
      <w:r>
        <w:t>’</w:t>
      </w:r>
      <w:r w:rsidR="0024252B" w:rsidRPr="002813C1">
        <w:t>avait à lui reprocher qu</w:t>
      </w:r>
      <w:r>
        <w:t>’</w:t>
      </w:r>
      <w:r w:rsidR="0024252B" w:rsidRPr="002813C1">
        <w:t>une réserve précoce</w:t>
      </w:r>
      <w:r>
        <w:t xml:space="preserve">, </w:t>
      </w:r>
      <w:r w:rsidR="0024252B" w:rsidRPr="002813C1">
        <w:t>et un respect de soi qui avait les façons du plus farouche orgueil</w:t>
      </w:r>
      <w:r>
        <w:t xml:space="preserve">… </w:t>
      </w:r>
      <w:r w:rsidR="0024252B" w:rsidRPr="002813C1">
        <w:t>Cependant</w:t>
      </w:r>
      <w:r>
        <w:t xml:space="preserve">, </w:t>
      </w:r>
      <w:r w:rsidR="0024252B" w:rsidRPr="002813C1">
        <w:t>elle n</w:t>
      </w:r>
      <w:r>
        <w:t>’</w:t>
      </w:r>
      <w:r w:rsidR="0024252B" w:rsidRPr="002813C1">
        <w:t>a pas plus oublié l</w:t>
      </w:r>
      <w:r>
        <w:t>’</w:t>
      </w:r>
      <w:r w:rsidR="0024252B" w:rsidRPr="002813C1">
        <w:t>hospice qu</w:t>
      </w:r>
      <w:r>
        <w:t>’</w:t>
      </w:r>
      <w:r w:rsidR="0024252B" w:rsidRPr="002813C1">
        <w:t>elle n</w:t>
      </w:r>
      <w:r>
        <w:t>’</w:t>
      </w:r>
      <w:r w:rsidR="0024252B" w:rsidRPr="002813C1">
        <w:t>avait oublié ses anciens patrons</w:t>
      </w:r>
      <w:r>
        <w:t xml:space="preserve">… </w:t>
      </w:r>
      <w:r w:rsidR="0024252B" w:rsidRPr="002813C1">
        <w:t>Une première fois</w:t>
      </w:r>
      <w:r>
        <w:t xml:space="preserve">, </w:t>
      </w:r>
      <w:r w:rsidR="0024252B" w:rsidRPr="002813C1">
        <w:t>la supérieure a reçu d</w:t>
      </w:r>
      <w:r>
        <w:t>’</w:t>
      </w:r>
      <w:r w:rsidR="0024252B" w:rsidRPr="002813C1">
        <w:t>elle une somme de 2</w:t>
      </w:r>
      <w:r w:rsidRPr="002813C1">
        <w:t>5</w:t>
      </w:r>
      <w:r>
        <w:t>,</w:t>
      </w:r>
      <w:r w:rsidRPr="002813C1">
        <w:t>0</w:t>
      </w:r>
      <w:r w:rsidR="0024252B" w:rsidRPr="002813C1">
        <w:t xml:space="preserve">00 </w:t>
      </w:r>
      <w:proofErr w:type="spellStart"/>
      <w:r w:rsidR="0024252B" w:rsidRPr="002813C1">
        <w:t>fr</w:t>
      </w:r>
      <w:proofErr w:type="spellEnd"/>
      <w:r>
        <w:t xml:space="preserve">, </w:t>
      </w:r>
      <w:r w:rsidR="0024252B" w:rsidRPr="002813C1">
        <w:t>et</w:t>
      </w:r>
      <w:r>
        <w:t xml:space="preserve">, </w:t>
      </w:r>
      <w:r w:rsidR="0024252B" w:rsidRPr="002813C1">
        <w:t>il n</w:t>
      </w:r>
      <w:r>
        <w:t>’</w:t>
      </w:r>
      <w:r w:rsidR="0024252B" w:rsidRPr="002813C1">
        <w:t>y a pas un an</w:t>
      </w:r>
      <w:r>
        <w:t xml:space="preserve">, </w:t>
      </w:r>
      <w:r w:rsidR="0024252B" w:rsidRPr="002813C1">
        <w:t>10</w:t>
      </w:r>
      <w:r w:rsidRPr="002813C1">
        <w:t>0</w:t>
      </w:r>
      <w:r>
        <w:t>,</w:t>
      </w:r>
      <w:r w:rsidRPr="002813C1">
        <w:t>0</w:t>
      </w:r>
      <w:r w:rsidR="0024252B" w:rsidRPr="002813C1">
        <w:t>00 francs dont le revenu doit être</w:t>
      </w:r>
      <w:r>
        <w:t xml:space="preserve">, </w:t>
      </w:r>
      <w:r w:rsidR="0024252B" w:rsidRPr="002813C1">
        <w:t>chaque année</w:t>
      </w:r>
      <w:r>
        <w:t xml:space="preserve">, </w:t>
      </w:r>
      <w:r w:rsidR="0024252B" w:rsidRPr="002813C1">
        <w:t>consacré à doter une orpheline</w:t>
      </w:r>
      <w:r>
        <w:t>…</w:t>
      </w:r>
    </w:p>
    <w:p w14:paraId="4B61CE7F" w14:textId="77777777" w:rsidR="00B77E03" w:rsidRDefault="0024252B" w:rsidP="00B77E03">
      <w:r w:rsidRPr="002813C1">
        <w:t>Pascal triomphait</w:t>
      </w:r>
      <w:r w:rsidR="00B77E03">
        <w:t>.</w:t>
      </w:r>
    </w:p>
    <w:p w14:paraId="4838E18D" w14:textId="77777777" w:rsidR="00B77E03" w:rsidRDefault="00B77E03" w:rsidP="00B77E03">
      <w:r>
        <w:t>— </w:t>
      </w:r>
      <w:r w:rsidR="0024252B" w:rsidRPr="002813C1">
        <w:t>Eh bien</w:t>
      </w:r>
      <w:r>
        <w:t xml:space="preserve"> !… </w:t>
      </w:r>
      <w:r w:rsidR="0024252B" w:rsidRPr="002813C1">
        <w:t>ma mère</w:t>
      </w:r>
      <w:r>
        <w:t xml:space="preserve">, </w:t>
      </w:r>
      <w:r w:rsidR="0024252B" w:rsidRPr="002813C1">
        <w:t>s</w:t>
      </w:r>
      <w:r>
        <w:t>’</w:t>
      </w:r>
      <w:r w:rsidR="0024252B" w:rsidRPr="002813C1">
        <w:t>écria-t-il</w:t>
      </w:r>
      <w:r>
        <w:t xml:space="preserve">, </w:t>
      </w:r>
      <w:r w:rsidR="0024252B" w:rsidRPr="002813C1">
        <w:t>eh bien</w:t>
      </w:r>
      <w:r>
        <w:t xml:space="preserve"> !… </w:t>
      </w:r>
      <w:r w:rsidR="0024252B" w:rsidRPr="002813C1">
        <w:t>Ai-je raison de l</w:t>
      </w:r>
      <w:r>
        <w:t>’</w:t>
      </w:r>
      <w:r w:rsidR="0024252B" w:rsidRPr="002813C1">
        <w:t>aimer</w:t>
      </w:r>
      <w:r>
        <w:t> !…</w:t>
      </w:r>
    </w:p>
    <w:p w14:paraId="1599ED88" w14:textId="0E45E93E" w:rsidR="00B77E03" w:rsidRDefault="0024252B" w:rsidP="00B77E03">
      <w:r w:rsidRPr="002813C1">
        <w:lastRenderedPageBreak/>
        <w:t xml:space="preserve">Mais </w:t>
      </w:r>
      <w:r w:rsidR="00B77E03">
        <w:t>M</w:t>
      </w:r>
      <w:r w:rsidR="00B77E03" w:rsidRPr="00B77E03">
        <w:rPr>
          <w:vertAlign w:val="superscript"/>
        </w:rPr>
        <w:t>me</w:t>
      </w:r>
      <w:r w:rsidR="00B77E03">
        <w:t> </w:t>
      </w:r>
      <w:proofErr w:type="spellStart"/>
      <w:r w:rsidRPr="002813C1">
        <w:t>Férailleur</w:t>
      </w:r>
      <w:proofErr w:type="spellEnd"/>
      <w:r w:rsidRPr="002813C1">
        <w:t xml:space="preserve"> ne répondant pas</w:t>
      </w:r>
      <w:r w:rsidR="00B77E03">
        <w:t xml:space="preserve">, </w:t>
      </w:r>
      <w:r w:rsidRPr="002813C1">
        <w:t>une douloureuse appréhension le saisit</w:t>
      </w:r>
      <w:r w:rsidR="00B77E03">
        <w:t>…</w:t>
      </w:r>
    </w:p>
    <w:p w14:paraId="4C1BC77B" w14:textId="77777777" w:rsidR="00B77E03" w:rsidRDefault="00B77E03" w:rsidP="00B77E03">
      <w:r>
        <w:t>— </w:t>
      </w:r>
      <w:r w:rsidR="0024252B" w:rsidRPr="002813C1">
        <w:t>Tu gardes le silence</w:t>
      </w:r>
      <w:r>
        <w:t xml:space="preserve">, </w:t>
      </w:r>
      <w:r w:rsidR="0024252B" w:rsidRPr="002813C1">
        <w:t>fit-il</w:t>
      </w:r>
      <w:r>
        <w:t xml:space="preserve"> ; </w:t>
      </w:r>
      <w:r w:rsidR="0024252B" w:rsidRPr="002813C1">
        <w:t>pourquoi</w:t>
      </w:r>
      <w:r>
        <w:t xml:space="preserve"> ? </w:t>
      </w:r>
      <w:r w:rsidR="0024252B" w:rsidRPr="002813C1">
        <w:t>Le jour béni où il me sera permis d</w:t>
      </w:r>
      <w:r>
        <w:t>’</w:t>
      </w:r>
      <w:r w:rsidR="0024252B" w:rsidRPr="002813C1">
        <w:t>épouser Marguerite</w:t>
      </w:r>
      <w:r>
        <w:t xml:space="preserve">, </w:t>
      </w:r>
      <w:r w:rsidR="0024252B" w:rsidRPr="002813C1">
        <w:t>t</w:t>
      </w:r>
      <w:r>
        <w:t>’</w:t>
      </w:r>
      <w:r w:rsidR="0024252B" w:rsidRPr="002813C1">
        <w:t>opposeras-tu à notre mariage</w:t>
      </w:r>
      <w:r>
        <w:t> ?…</w:t>
      </w:r>
    </w:p>
    <w:p w14:paraId="5669D30A" w14:textId="77777777" w:rsidR="00B77E03" w:rsidRDefault="00B77E03" w:rsidP="00B77E03">
      <w:r>
        <w:t>— </w:t>
      </w:r>
      <w:r w:rsidR="0024252B" w:rsidRPr="002813C1">
        <w:t>Non</w:t>
      </w:r>
      <w:r>
        <w:t xml:space="preserve">, </w:t>
      </w:r>
      <w:r w:rsidR="0024252B" w:rsidRPr="002813C1">
        <w:t>mon fils</w:t>
      </w:r>
      <w:r>
        <w:t xml:space="preserve">, </w:t>
      </w:r>
      <w:r w:rsidR="0024252B" w:rsidRPr="002813C1">
        <w:t>rien de ce que j</w:t>
      </w:r>
      <w:r>
        <w:t>’</w:t>
      </w:r>
      <w:r w:rsidR="0024252B" w:rsidRPr="002813C1">
        <w:t>ai appris ne me donne ce droit</w:t>
      </w:r>
      <w:r>
        <w:t>…</w:t>
      </w:r>
    </w:p>
    <w:p w14:paraId="7B85044B" w14:textId="77777777" w:rsidR="00B77E03" w:rsidRDefault="00B77E03" w:rsidP="00B77E03">
      <w:r>
        <w:t>— </w:t>
      </w:r>
      <w:r w:rsidR="0024252B" w:rsidRPr="002813C1">
        <w:t>Ce droit</w:t>
      </w:r>
      <w:r>
        <w:t xml:space="preserve"> !… </w:t>
      </w:r>
      <w:r w:rsidR="0024252B" w:rsidRPr="002813C1">
        <w:t>Ah</w:t>
      </w:r>
      <w:r>
        <w:t xml:space="preserve"> ! </w:t>
      </w:r>
      <w:r w:rsidR="0024252B" w:rsidRPr="002813C1">
        <w:t>vous êtes injuste</w:t>
      </w:r>
      <w:r>
        <w:t xml:space="preserve">, </w:t>
      </w:r>
      <w:r w:rsidR="0024252B" w:rsidRPr="002813C1">
        <w:t>ma mère</w:t>
      </w:r>
      <w:r>
        <w:t> !…</w:t>
      </w:r>
    </w:p>
    <w:p w14:paraId="357B7040" w14:textId="77777777" w:rsidR="00B77E03" w:rsidRDefault="00B77E03" w:rsidP="00B77E03">
      <w:r>
        <w:t>— </w:t>
      </w:r>
      <w:r w:rsidR="0024252B" w:rsidRPr="002813C1">
        <w:t>Injuste</w:t>
      </w:r>
      <w:r>
        <w:t xml:space="preserve">, </w:t>
      </w:r>
      <w:r w:rsidR="0024252B" w:rsidRPr="002813C1">
        <w:t>moi</w:t>
      </w:r>
      <w:r>
        <w:t xml:space="preserve"> !… </w:t>
      </w:r>
      <w:r w:rsidR="0024252B" w:rsidRPr="002813C1">
        <w:t>Ne t</w:t>
      </w:r>
      <w:r>
        <w:t>’</w:t>
      </w:r>
      <w:r w:rsidR="0024252B" w:rsidRPr="002813C1">
        <w:t>ai-je donc pas fidèlement rapporté tout ce qu</w:t>
      </w:r>
      <w:r>
        <w:t>’</w:t>
      </w:r>
      <w:r w:rsidR="0024252B" w:rsidRPr="002813C1">
        <w:t>on m</w:t>
      </w:r>
      <w:r>
        <w:t>’</w:t>
      </w:r>
      <w:r w:rsidR="0024252B" w:rsidRPr="002813C1">
        <w:t>a dit</w:t>
      </w:r>
      <w:r>
        <w:t xml:space="preserve">, </w:t>
      </w:r>
      <w:r w:rsidR="0024252B" w:rsidRPr="002813C1">
        <w:t>alors même que cela devait</w:t>
      </w:r>
      <w:r>
        <w:t xml:space="preserve">, </w:t>
      </w:r>
      <w:r w:rsidR="0024252B" w:rsidRPr="002813C1">
        <w:t>je le sentais bien</w:t>
      </w:r>
      <w:r>
        <w:t xml:space="preserve">, </w:t>
      </w:r>
      <w:r w:rsidR="0024252B" w:rsidRPr="002813C1">
        <w:t>enflammer ta passion</w:t>
      </w:r>
      <w:r>
        <w:t> !…</w:t>
      </w:r>
    </w:p>
    <w:p w14:paraId="77D752AB" w14:textId="77777777" w:rsidR="00B77E03" w:rsidRDefault="00B77E03" w:rsidP="00B77E03">
      <w:r>
        <w:t>— </w:t>
      </w:r>
      <w:r w:rsidR="0024252B" w:rsidRPr="002813C1">
        <w:t>C</w:t>
      </w:r>
      <w:r>
        <w:t>’</w:t>
      </w:r>
      <w:r w:rsidR="0024252B" w:rsidRPr="002813C1">
        <w:t>est vrai</w:t>
      </w:r>
      <w:r>
        <w:t xml:space="preserve">, </w:t>
      </w:r>
      <w:proofErr w:type="gramStart"/>
      <w:r w:rsidR="0024252B" w:rsidRPr="002813C1">
        <w:t>mais cependant</w:t>
      </w:r>
      <w:proofErr w:type="gramEnd"/>
      <w:r>
        <w:t>…</w:t>
      </w:r>
    </w:p>
    <w:p w14:paraId="71D99F8E" w14:textId="166C4F10" w:rsidR="00B77E03" w:rsidRDefault="00B77E03" w:rsidP="00B77E03">
      <w:r>
        <w:t>M</w:t>
      </w:r>
      <w:r w:rsidRPr="00B77E03">
        <w:rPr>
          <w:vertAlign w:val="superscript"/>
        </w:rPr>
        <w:t>me</w:t>
      </w:r>
      <w:r>
        <w:t> </w:t>
      </w:r>
      <w:proofErr w:type="spellStart"/>
      <w:r w:rsidR="0024252B" w:rsidRPr="002813C1">
        <w:t>Férailleur</w:t>
      </w:r>
      <w:proofErr w:type="spellEnd"/>
      <w:r w:rsidR="0024252B" w:rsidRPr="002813C1">
        <w:t xml:space="preserve"> hochait tristement la tête</w:t>
      </w:r>
      <w:r>
        <w:t>.</w:t>
      </w:r>
    </w:p>
    <w:p w14:paraId="39367E10" w14:textId="77777777" w:rsidR="00B77E03" w:rsidRDefault="00B77E03" w:rsidP="00B77E03">
      <w:r>
        <w:t>— </w:t>
      </w:r>
      <w:r w:rsidR="0024252B" w:rsidRPr="002813C1">
        <w:t>Penses-tu donc</w:t>
      </w:r>
      <w:r>
        <w:t xml:space="preserve">, </w:t>
      </w:r>
      <w:r w:rsidR="0024252B" w:rsidRPr="002813C1">
        <w:t>interrompit-elle</w:t>
      </w:r>
      <w:r>
        <w:t xml:space="preserve">, </w:t>
      </w:r>
      <w:r w:rsidR="0024252B" w:rsidRPr="002813C1">
        <w:t>que je puisse sans un chagrin cuisant te voir choisir la compagne de ta vie hors du cercle de la famille et des conventions sociales</w:t>
      </w:r>
      <w:r>
        <w:t xml:space="preserve"> !… </w:t>
      </w:r>
      <w:r w:rsidR="0024252B" w:rsidRPr="002813C1">
        <w:t>Ne comprends-tu pas mes inquiétudes quand je pense que tu vas épouser la fille d</w:t>
      </w:r>
      <w:r>
        <w:t>’</w:t>
      </w:r>
      <w:r w:rsidR="0024252B" w:rsidRPr="002813C1">
        <w:t xml:space="preserve">une femme telle que la baronne </w:t>
      </w:r>
      <w:proofErr w:type="spellStart"/>
      <w:r w:rsidR="0024252B" w:rsidRPr="002813C1">
        <w:t>Trigault</w:t>
      </w:r>
      <w:proofErr w:type="spellEnd"/>
      <w:r>
        <w:t xml:space="preserve">, </w:t>
      </w:r>
      <w:r w:rsidR="0024252B" w:rsidRPr="002813C1">
        <w:t>une malheureuse que sa mère ne peut ni reconnaître ni avouer</w:t>
      </w:r>
      <w:r>
        <w:t xml:space="preserve">, </w:t>
      </w:r>
      <w:r w:rsidR="0024252B" w:rsidRPr="002813C1">
        <w:t>puisque sa mère est mariée</w:t>
      </w:r>
      <w:r>
        <w:t>.</w:t>
      </w:r>
    </w:p>
    <w:p w14:paraId="5BA7CB89" w14:textId="77777777" w:rsidR="00B77E03" w:rsidRDefault="00B77E03" w:rsidP="00B77E03">
      <w:r>
        <w:t>— </w:t>
      </w:r>
      <w:r w:rsidR="0024252B" w:rsidRPr="002813C1">
        <w:t>Eh</w:t>
      </w:r>
      <w:r>
        <w:t xml:space="preserve"> ! </w:t>
      </w:r>
      <w:r w:rsidR="0024252B" w:rsidRPr="002813C1">
        <w:t>ma mère</w:t>
      </w:r>
      <w:r>
        <w:t xml:space="preserve">, </w:t>
      </w:r>
      <w:r w:rsidR="0024252B" w:rsidRPr="002813C1">
        <w:t>est-ce sa faute</w:t>
      </w:r>
      <w:r>
        <w:t> ?…</w:t>
      </w:r>
    </w:p>
    <w:p w14:paraId="3BF95C49" w14:textId="77777777" w:rsidR="00B77E03" w:rsidRDefault="00B77E03" w:rsidP="00B77E03">
      <w:r>
        <w:t>— </w:t>
      </w:r>
      <w:r w:rsidR="0024252B" w:rsidRPr="002813C1">
        <w:t>Ai-je dit que ce fût sa faute</w:t>
      </w:r>
      <w:r>
        <w:t xml:space="preserve"> ? </w:t>
      </w:r>
      <w:r w:rsidR="0024252B" w:rsidRPr="002813C1">
        <w:t>Non</w:t>
      </w:r>
      <w:r>
        <w:t xml:space="preserve">… </w:t>
      </w:r>
      <w:r w:rsidR="0024252B" w:rsidRPr="002813C1">
        <w:t>Je prie Dieu</w:t>
      </w:r>
      <w:r>
        <w:t xml:space="preserve">, </w:t>
      </w:r>
      <w:r w:rsidR="0024252B" w:rsidRPr="002813C1">
        <w:t>seulement</w:t>
      </w:r>
      <w:r>
        <w:t xml:space="preserve">, </w:t>
      </w:r>
      <w:r w:rsidR="0024252B" w:rsidRPr="002813C1">
        <w:t>que jamais tu ne te repentes d</w:t>
      </w:r>
      <w:r>
        <w:t>’</w:t>
      </w:r>
      <w:r w:rsidR="0024252B" w:rsidRPr="002813C1">
        <w:t>avoir choisi une femme dont le passé restera toujours un impénétrable mystère</w:t>
      </w:r>
      <w:r>
        <w:t> !…</w:t>
      </w:r>
    </w:p>
    <w:p w14:paraId="4EEEB367" w14:textId="77777777" w:rsidR="00B77E03" w:rsidRDefault="0024252B" w:rsidP="00B77E03">
      <w:r w:rsidRPr="002813C1">
        <w:t>Pascal était devenu fort pâle</w:t>
      </w:r>
      <w:r w:rsidR="00B77E03">
        <w:t>…</w:t>
      </w:r>
    </w:p>
    <w:p w14:paraId="6945F451" w14:textId="77777777" w:rsidR="00B77E03" w:rsidRDefault="00B77E03" w:rsidP="00B77E03">
      <w:r>
        <w:t>— </w:t>
      </w:r>
      <w:r w:rsidR="0024252B" w:rsidRPr="002813C1">
        <w:t>Ma mère</w:t>
      </w:r>
      <w:r>
        <w:t xml:space="preserve"> !… </w:t>
      </w:r>
      <w:r w:rsidR="0024252B" w:rsidRPr="002813C1">
        <w:t>fit-il d</w:t>
      </w:r>
      <w:r>
        <w:t>’</w:t>
      </w:r>
      <w:r w:rsidR="0024252B" w:rsidRPr="002813C1">
        <w:t>une voix tremblante</w:t>
      </w:r>
      <w:r>
        <w:t xml:space="preserve">, </w:t>
      </w:r>
      <w:r w:rsidR="0024252B" w:rsidRPr="002813C1">
        <w:t>ma mère</w:t>
      </w:r>
      <w:r>
        <w:t> !…</w:t>
      </w:r>
    </w:p>
    <w:p w14:paraId="05335810" w14:textId="45937FBC" w:rsidR="00B77E03" w:rsidRDefault="00B77E03" w:rsidP="00B77E03">
      <w:r>
        <w:lastRenderedPageBreak/>
        <w:t>— </w:t>
      </w:r>
      <w:r w:rsidR="0024252B" w:rsidRPr="002813C1">
        <w:t>Je veux dire</w:t>
      </w:r>
      <w:r>
        <w:t xml:space="preserve">, </w:t>
      </w:r>
      <w:r w:rsidR="0024252B" w:rsidRPr="002813C1">
        <w:t>poursuivit l</w:t>
      </w:r>
      <w:r>
        <w:t>’</w:t>
      </w:r>
      <w:r w:rsidR="0024252B" w:rsidRPr="002813C1">
        <w:t>impassible vieille femme</w:t>
      </w:r>
      <w:r>
        <w:t xml:space="preserve">, </w:t>
      </w:r>
      <w:r w:rsidR="0024252B" w:rsidRPr="002813C1">
        <w:t xml:space="preserve">que tu ne sauras jamais du passé de </w:t>
      </w:r>
      <w:r>
        <w:t>M</w:t>
      </w:r>
      <w:r w:rsidRPr="00B77E03">
        <w:rPr>
          <w:vertAlign w:val="superscript"/>
        </w:rPr>
        <w:t>lle</w:t>
      </w:r>
      <w:r>
        <w:t> </w:t>
      </w:r>
      <w:r w:rsidR="0024252B" w:rsidRPr="002813C1">
        <w:t>Marguerite que ce qu</w:t>
      </w:r>
      <w:r>
        <w:t>’</w:t>
      </w:r>
      <w:r w:rsidR="0024252B" w:rsidRPr="002813C1">
        <w:t>elle t</w:t>
      </w:r>
      <w:r>
        <w:t>’</w:t>
      </w:r>
      <w:r w:rsidR="0024252B" w:rsidRPr="002813C1">
        <w:t>en apprendra</w:t>
      </w:r>
      <w:r>
        <w:t xml:space="preserve">. </w:t>
      </w:r>
      <w:r w:rsidR="0024252B" w:rsidRPr="002813C1">
        <w:t xml:space="preserve">Tu sais les ignobles allégations de </w:t>
      </w:r>
      <w:proofErr w:type="spellStart"/>
      <w:r w:rsidR="0024252B" w:rsidRPr="002813C1">
        <w:t>Vantrasson</w:t>
      </w:r>
      <w:proofErr w:type="spellEnd"/>
      <w:r>
        <w:t xml:space="preserve">… </w:t>
      </w:r>
      <w:r w:rsidR="0024252B" w:rsidRPr="002813C1">
        <w:t>On a dit qu</w:t>
      </w:r>
      <w:r>
        <w:t>’</w:t>
      </w:r>
      <w:r w:rsidR="0024252B" w:rsidRPr="002813C1">
        <w:t>elle était la maîtresse</w:t>
      </w:r>
      <w:r>
        <w:t xml:space="preserve">, </w:t>
      </w:r>
      <w:r w:rsidR="0024252B" w:rsidRPr="002813C1">
        <w:t xml:space="preserve">et non la fille du comte de </w:t>
      </w:r>
      <w:proofErr w:type="spellStart"/>
      <w:r w:rsidR="0024252B" w:rsidRPr="002813C1">
        <w:t>Chalusse</w:t>
      </w:r>
      <w:proofErr w:type="spellEnd"/>
      <w:r>
        <w:t xml:space="preserve">… </w:t>
      </w:r>
      <w:r w:rsidR="0024252B" w:rsidRPr="002813C1">
        <w:t>Qui sait quelles immondes perfidies te préparent les méchants</w:t>
      </w:r>
      <w:r>
        <w:t xml:space="preserve">… </w:t>
      </w:r>
      <w:r w:rsidR="0024252B" w:rsidRPr="002813C1">
        <w:t>Et quel serait ton recours si jamais un doute te venait</w:t>
      </w:r>
      <w:r>
        <w:t xml:space="preserve"> ?… </w:t>
      </w:r>
      <w:r w:rsidR="0024252B" w:rsidRPr="002813C1">
        <w:t xml:space="preserve">La parole de </w:t>
      </w:r>
      <w:r>
        <w:t>M</w:t>
      </w:r>
      <w:r w:rsidRPr="00B77E03">
        <w:rPr>
          <w:vertAlign w:val="superscript"/>
        </w:rPr>
        <w:t>lle</w:t>
      </w:r>
      <w:r>
        <w:t> </w:t>
      </w:r>
      <w:r w:rsidR="0024252B" w:rsidRPr="002813C1">
        <w:t>Marguerite</w:t>
      </w:r>
      <w:r>
        <w:t xml:space="preserve">… </w:t>
      </w:r>
      <w:r w:rsidR="0024252B" w:rsidRPr="002813C1">
        <w:t>Est-ce assez</w:t>
      </w:r>
      <w:r>
        <w:t xml:space="preserve"> ?… </w:t>
      </w:r>
      <w:r w:rsidR="0024252B" w:rsidRPr="002813C1">
        <w:t>Maintenant</w:t>
      </w:r>
      <w:r>
        <w:t xml:space="preserve">, </w:t>
      </w:r>
      <w:r w:rsidR="0024252B" w:rsidRPr="002813C1">
        <w:t>oui</w:t>
      </w:r>
      <w:r>
        <w:t xml:space="preserve">… </w:t>
      </w:r>
      <w:r w:rsidR="0024252B" w:rsidRPr="002813C1">
        <w:t>mais plus tard</w:t>
      </w:r>
      <w:r>
        <w:t xml:space="preserve"> ! </w:t>
      </w:r>
      <w:r w:rsidR="0024252B" w:rsidRPr="002813C1">
        <w:t>Je voudrais que la femme de mon fils ne pût pas même être soupçonnée</w:t>
      </w:r>
      <w:r>
        <w:t xml:space="preserve">… </w:t>
      </w:r>
      <w:r w:rsidR="0024252B" w:rsidRPr="002813C1">
        <w:t>et elle</w:t>
      </w:r>
      <w:r>
        <w:t xml:space="preserve">, </w:t>
      </w:r>
      <w:r w:rsidR="0024252B" w:rsidRPr="002813C1">
        <w:t>il n</w:t>
      </w:r>
      <w:r>
        <w:t>’</w:t>
      </w:r>
      <w:r w:rsidR="0024252B" w:rsidRPr="002813C1">
        <w:t>est pas une circonstance de sa vie qui n</w:t>
      </w:r>
      <w:r>
        <w:t>’</w:t>
      </w:r>
      <w:r w:rsidR="0024252B" w:rsidRPr="002813C1">
        <w:t>offre prise aux calomnies les plus atroces</w:t>
      </w:r>
      <w:r>
        <w:t>…</w:t>
      </w:r>
    </w:p>
    <w:p w14:paraId="547ABF91" w14:textId="77777777" w:rsidR="00B77E03" w:rsidRDefault="00B77E03" w:rsidP="00B77E03">
      <w:r>
        <w:t>— </w:t>
      </w:r>
      <w:r w:rsidR="0024252B" w:rsidRPr="002813C1">
        <w:t>Eh</w:t>
      </w:r>
      <w:r>
        <w:t xml:space="preserve"> !… </w:t>
      </w:r>
      <w:r w:rsidR="0024252B" w:rsidRPr="002813C1">
        <w:t>que m</w:t>
      </w:r>
      <w:r>
        <w:t>’</w:t>
      </w:r>
      <w:r w:rsidR="0024252B" w:rsidRPr="002813C1">
        <w:t>importe la calomnie</w:t>
      </w:r>
      <w:r>
        <w:t xml:space="preserve"> ! </w:t>
      </w:r>
      <w:r w:rsidR="0024252B" w:rsidRPr="002813C1">
        <w:t>elle n</w:t>
      </w:r>
      <w:r>
        <w:t>’</w:t>
      </w:r>
      <w:r w:rsidR="0024252B" w:rsidRPr="002813C1">
        <w:t>effleurera jamais ma foi</w:t>
      </w:r>
      <w:r>
        <w:t xml:space="preserve">… </w:t>
      </w:r>
      <w:r w:rsidR="0024252B" w:rsidRPr="002813C1">
        <w:t>Les malheurs que tu reproches à Marguerite sont à mes yeux sa glorification</w:t>
      </w:r>
      <w:r>
        <w:t>…</w:t>
      </w:r>
    </w:p>
    <w:p w14:paraId="1138A485" w14:textId="77777777" w:rsidR="00B77E03" w:rsidRDefault="00B77E03" w:rsidP="00B77E03">
      <w:r>
        <w:t>— </w:t>
      </w:r>
      <w:r w:rsidR="0024252B" w:rsidRPr="002813C1">
        <w:t>Pascal</w:t>
      </w:r>
      <w:r>
        <w:t> !…</w:t>
      </w:r>
    </w:p>
    <w:p w14:paraId="00A0BC9D" w14:textId="77777777" w:rsidR="00B77E03" w:rsidRDefault="00B77E03" w:rsidP="00B77E03">
      <w:r>
        <w:t>— </w:t>
      </w:r>
      <w:r w:rsidR="0024252B" w:rsidRPr="002813C1">
        <w:t>Quoi</w:t>
      </w:r>
      <w:r>
        <w:t xml:space="preserve"> ! </w:t>
      </w:r>
      <w:r w:rsidR="0024252B" w:rsidRPr="002813C1">
        <w:t>parce qu</w:t>
      </w:r>
      <w:r>
        <w:t>’</w:t>
      </w:r>
      <w:r w:rsidR="0024252B" w:rsidRPr="002813C1">
        <w:t>elle a été malheureuse</w:t>
      </w:r>
      <w:r>
        <w:t xml:space="preserve">, </w:t>
      </w:r>
      <w:r w:rsidR="0024252B" w:rsidRPr="002813C1">
        <w:t>je la repousserais</w:t>
      </w:r>
      <w:r>
        <w:t xml:space="preserve">… </w:t>
      </w:r>
      <w:r w:rsidR="0024252B" w:rsidRPr="002813C1">
        <w:t>je lui ferais un crime de sa naissance</w:t>
      </w:r>
      <w:r>
        <w:t xml:space="preserve">… </w:t>
      </w:r>
      <w:r w:rsidR="0024252B" w:rsidRPr="002813C1">
        <w:t>je la mépriserais parce que sa mère est méprisable</w:t>
      </w:r>
      <w:r>
        <w:t xml:space="preserve"> ! </w:t>
      </w:r>
      <w:r w:rsidR="0024252B" w:rsidRPr="002813C1">
        <w:t>Non</w:t>
      </w:r>
      <w:r>
        <w:t xml:space="preserve">, </w:t>
      </w:r>
      <w:r w:rsidR="0024252B" w:rsidRPr="002813C1">
        <w:t>Dieu merci</w:t>
      </w:r>
      <w:r>
        <w:t xml:space="preserve">, </w:t>
      </w:r>
      <w:r w:rsidR="0024252B" w:rsidRPr="002813C1">
        <w:t>nous ne sommes plus au temps de ces préjugés barbares</w:t>
      </w:r>
      <w:r>
        <w:t xml:space="preserve">, </w:t>
      </w:r>
      <w:r w:rsidR="0024252B" w:rsidRPr="002813C1">
        <w:t>où les enfants naturels</w:t>
      </w:r>
      <w:r>
        <w:t xml:space="preserve">, </w:t>
      </w:r>
      <w:r w:rsidR="0024252B" w:rsidRPr="002813C1">
        <w:t>victimes des fautes de leur mère</w:t>
      </w:r>
      <w:r>
        <w:t xml:space="preserve">, </w:t>
      </w:r>
      <w:r w:rsidR="0024252B" w:rsidRPr="002813C1">
        <w:t>étaient voués à la réprobation</w:t>
      </w:r>
      <w:r>
        <w:t>…</w:t>
      </w:r>
    </w:p>
    <w:p w14:paraId="41EE4368" w14:textId="1319CF84" w:rsidR="00B77E03" w:rsidRDefault="0024252B" w:rsidP="00B77E03">
      <w:r w:rsidRPr="002813C1">
        <w:t xml:space="preserve">Mais les idées de </w:t>
      </w:r>
      <w:r w:rsidR="00B77E03">
        <w:t>M</w:t>
      </w:r>
      <w:r w:rsidR="00B77E03" w:rsidRPr="00B77E03">
        <w:rPr>
          <w:vertAlign w:val="superscript"/>
        </w:rPr>
        <w:t>me</w:t>
      </w:r>
      <w:r w:rsidR="00B77E03">
        <w:t> </w:t>
      </w:r>
      <w:proofErr w:type="spellStart"/>
      <w:r w:rsidRPr="002813C1">
        <w:t>Férailleur</w:t>
      </w:r>
      <w:proofErr w:type="spellEnd"/>
      <w:r w:rsidRPr="002813C1">
        <w:t xml:space="preserve"> étaient de celles que nul raisonnement n</w:t>
      </w:r>
      <w:r w:rsidR="00B77E03">
        <w:t>’</w:t>
      </w:r>
      <w:r w:rsidRPr="002813C1">
        <w:t>ébranle</w:t>
      </w:r>
      <w:r w:rsidR="00B77E03">
        <w:t>.</w:t>
      </w:r>
    </w:p>
    <w:p w14:paraId="138AEF94" w14:textId="317072BB" w:rsidR="00B77E03" w:rsidRDefault="00B77E03" w:rsidP="00B77E03">
      <w:r>
        <w:t>— </w:t>
      </w:r>
      <w:r w:rsidR="0024252B" w:rsidRPr="002813C1">
        <w:t>Je ne discute pas</w:t>
      </w:r>
      <w:r>
        <w:t xml:space="preserve">, </w:t>
      </w:r>
      <w:r w:rsidR="0024252B" w:rsidRPr="002813C1">
        <w:t>mon fils</w:t>
      </w:r>
      <w:r>
        <w:t xml:space="preserve">, </w:t>
      </w:r>
      <w:r w:rsidR="0024252B" w:rsidRPr="002813C1">
        <w:t>interrompit-elle</w:t>
      </w:r>
      <w:r>
        <w:t xml:space="preserve">, </w:t>
      </w:r>
      <w:r w:rsidR="0024252B" w:rsidRPr="002813C1">
        <w:t>mais prends garde</w:t>
      </w:r>
      <w:r>
        <w:t xml:space="preserve">… </w:t>
      </w:r>
      <w:r w:rsidR="0024252B" w:rsidRPr="002813C1">
        <w:t>À force de vouloir rendre les enfants irresponsables</w:t>
      </w:r>
      <w:r>
        <w:t xml:space="preserve">, </w:t>
      </w:r>
      <w:r w:rsidR="0024252B" w:rsidRPr="002813C1">
        <w:t>tu briseras le lien le plus fort qui attache les femmes au devoir</w:t>
      </w:r>
      <w:r>
        <w:t xml:space="preserve">… </w:t>
      </w:r>
      <w:r w:rsidR="0024252B" w:rsidRPr="002813C1">
        <w:t>Si le fils de la chaste et vertueuse épouse n</w:t>
      </w:r>
      <w:r>
        <w:t>’</w:t>
      </w:r>
      <w:r w:rsidR="0024252B" w:rsidRPr="002813C1">
        <w:t>a sur le fils de la femme adultère aucun avantage</w:t>
      </w:r>
      <w:r>
        <w:t xml:space="preserve">, </w:t>
      </w:r>
      <w:r w:rsidR="0024252B" w:rsidRPr="002813C1">
        <w:t>celles que la pensée seule de leur enfant maintient dans le devoir finiront par se dire</w:t>
      </w:r>
      <w:r>
        <w:t> : « </w:t>
      </w:r>
      <w:r w:rsidR="0024252B" w:rsidRPr="002813C1">
        <w:t>À quoi bon</w:t>
      </w:r>
      <w:r>
        <w:t> !… »</w:t>
      </w:r>
    </w:p>
    <w:p w14:paraId="5375BAD0" w14:textId="77777777" w:rsidR="00B77E03" w:rsidRDefault="0024252B" w:rsidP="00B77E03">
      <w:r w:rsidRPr="002813C1">
        <w:lastRenderedPageBreak/>
        <w:t>C</w:t>
      </w:r>
      <w:r w:rsidR="00B77E03">
        <w:t>’</w:t>
      </w:r>
      <w:r w:rsidRPr="002813C1">
        <w:t>était la première fois qu</w:t>
      </w:r>
      <w:r w:rsidR="00B77E03">
        <w:t>’</w:t>
      </w:r>
      <w:r w:rsidRPr="002813C1">
        <w:t>un nuage s</w:t>
      </w:r>
      <w:r w:rsidR="00B77E03">
        <w:t>’</w:t>
      </w:r>
      <w:r w:rsidRPr="002813C1">
        <w:t>élevait entre le fils et la mère</w:t>
      </w:r>
      <w:r w:rsidR="00B77E03">
        <w:t>…</w:t>
      </w:r>
    </w:p>
    <w:p w14:paraId="3D4AFD0D" w14:textId="77777777" w:rsidR="00B77E03" w:rsidRDefault="0024252B" w:rsidP="00B77E03">
      <w:r w:rsidRPr="002813C1">
        <w:t>Atteint dans le vif de ses sentiments les plus intimes et de ses plus chères croyances</w:t>
      </w:r>
      <w:r w:rsidR="00B77E03">
        <w:t xml:space="preserve">, </w:t>
      </w:r>
      <w:r w:rsidRPr="002813C1">
        <w:t>Pascal était bien près de se révolter</w:t>
      </w:r>
      <w:r w:rsidR="00B77E03">
        <w:t xml:space="preserve">, </w:t>
      </w:r>
      <w:r w:rsidRPr="002813C1">
        <w:t>et des flots de paroles amères montaient à ses lèvres</w:t>
      </w:r>
      <w:r w:rsidR="00B77E03">
        <w:t>.</w:t>
      </w:r>
    </w:p>
    <w:p w14:paraId="62A4D946" w14:textId="77777777" w:rsidR="00B77E03" w:rsidRDefault="0024252B" w:rsidP="00B77E03">
      <w:r w:rsidRPr="002813C1">
        <w:t>Il eut cependant assez de raison pour se contenir</w:t>
      </w:r>
      <w:r w:rsidR="00B77E03">
        <w:t>.</w:t>
      </w:r>
    </w:p>
    <w:p w14:paraId="7B94885E" w14:textId="77777777" w:rsidR="00B77E03" w:rsidRDefault="00B77E03" w:rsidP="00B77E03">
      <w:r>
        <w:t>— </w:t>
      </w:r>
      <w:r w:rsidR="0024252B" w:rsidRPr="002813C1">
        <w:t>Marguerite seule</w:t>
      </w:r>
      <w:r>
        <w:t xml:space="preserve">, </w:t>
      </w:r>
      <w:r w:rsidR="0024252B" w:rsidRPr="002813C1">
        <w:t>pensa-t-il</w:t>
      </w:r>
      <w:r>
        <w:t xml:space="preserve">, </w:t>
      </w:r>
      <w:r w:rsidR="0024252B" w:rsidRPr="002813C1">
        <w:t>peut triompher de ces préjugés implacables</w:t>
      </w:r>
      <w:r>
        <w:t xml:space="preserve">. </w:t>
      </w:r>
      <w:r w:rsidR="0024252B" w:rsidRPr="002813C1">
        <w:t>Que ma mère la voie</w:t>
      </w:r>
      <w:r>
        <w:t xml:space="preserve">, </w:t>
      </w:r>
      <w:r w:rsidR="0024252B" w:rsidRPr="002813C1">
        <w:t>et elle reconnaîtra son injustice</w:t>
      </w:r>
      <w:r>
        <w:t> !…</w:t>
      </w:r>
    </w:p>
    <w:p w14:paraId="1F78C8D3" w14:textId="77777777" w:rsidR="00B77E03" w:rsidRDefault="0024252B" w:rsidP="00B77E03">
      <w:r w:rsidRPr="002813C1">
        <w:t xml:space="preserve">Et comme il </w:t>
      </w:r>
      <w:proofErr w:type="gramStart"/>
      <w:r w:rsidRPr="002813C1">
        <w:t>avait peur</w:t>
      </w:r>
      <w:proofErr w:type="gramEnd"/>
      <w:r w:rsidRPr="002813C1">
        <w:t xml:space="preserve"> de ne pas rester maître de lui</w:t>
      </w:r>
      <w:r w:rsidR="00B77E03">
        <w:t xml:space="preserve">, </w:t>
      </w:r>
      <w:r w:rsidRPr="002813C1">
        <w:t>il balbutia quelques vagues excuses</w:t>
      </w:r>
      <w:r w:rsidR="00B77E03">
        <w:t xml:space="preserve">, </w:t>
      </w:r>
      <w:r w:rsidRPr="002813C1">
        <w:t>et brusquement gagna sa chambre</w:t>
      </w:r>
      <w:r w:rsidR="00B77E03">
        <w:t xml:space="preserve"> ; </w:t>
      </w:r>
      <w:r w:rsidRPr="002813C1">
        <w:t>brisé de corps et d</w:t>
      </w:r>
      <w:r w:rsidR="00B77E03">
        <w:t>’</w:t>
      </w:r>
      <w:r w:rsidRPr="002813C1">
        <w:t>esprit</w:t>
      </w:r>
      <w:r w:rsidR="00B77E03">
        <w:t xml:space="preserve">, </w:t>
      </w:r>
      <w:r w:rsidRPr="002813C1">
        <w:t>il se jeta tout habillé sur son lit</w:t>
      </w:r>
      <w:r w:rsidR="00B77E03">
        <w:t>…</w:t>
      </w:r>
    </w:p>
    <w:p w14:paraId="2913A74F" w14:textId="1F935CBF" w:rsidR="00B77E03" w:rsidRDefault="0024252B" w:rsidP="00B77E03">
      <w:r w:rsidRPr="002813C1">
        <w:t>Il eût été mal venu</w:t>
      </w:r>
      <w:r w:rsidR="00B77E03">
        <w:t xml:space="preserve">, </w:t>
      </w:r>
      <w:r w:rsidRPr="002813C1">
        <w:t>il ne le sentait que trop</w:t>
      </w:r>
      <w:r w:rsidR="00B77E03">
        <w:t xml:space="preserve">, </w:t>
      </w:r>
      <w:r w:rsidRPr="002813C1">
        <w:t xml:space="preserve">de maudire les principes arriérés de </w:t>
      </w:r>
      <w:r w:rsidR="00B77E03">
        <w:t>M</w:t>
      </w:r>
      <w:r w:rsidR="00B77E03" w:rsidRPr="00B77E03">
        <w:rPr>
          <w:vertAlign w:val="superscript"/>
        </w:rPr>
        <w:t>me</w:t>
      </w:r>
      <w:r w:rsidR="00B77E03">
        <w:t> </w:t>
      </w:r>
      <w:proofErr w:type="spellStart"/>
      <w:r w:rsidRPr="002813C1">
        <w:t>Férailleur</w:t>
      </w:r>
      <w:proofErr w:type="spellEnd"/>
      <w:r w:rsidR="00B77E03">
        <w:t xml:space="preserve">… </w:t>
      </w:r>
      <w:r w:rsidRPr="002813C1">
        <w:t>Quelle mère jamais s</w:t>
      </w:r>
      <w:r w:rsidR="00B77E03">
        <w:t>’</w:t>
      </w:r>
      <w:r w:rsidRPr="002813C1">
        <w:t>était élevée aux hauteurs de son dévouement</w:t>
      </w:r>
      <w:r w:rsidR="00B77E03">
        <w:t xml:space="preserve"> ! </w:t>
      </w:r>
      <w:r w:rsidRPr="002813C1">
        <w:t>Et qui sait</w:t>
      </w:r>
      <w:r w:rsidR="00B77E03">
        <w:t xml:space="preserve"> !… </w:t>
      </w:r>
      <w:r w:rsidRPr="002813C1">
        <w:t>c</w:t>
      </w:r>
      <w:r w:rsidR="00B77E03">
        <w:t>’</w:t>
      </w:r>
      <w:r w:rsidRPr="002813C1">
        <w:t>était peut-être dans les rigides préjugés dont elle était imbue</w:t>
      </w:r>
      <w:r w:rsidR="00B77E03">
        <w:t xml:space="preserve">, </w:t>
      </w:r>
      <w:r w:rsidRPr="002813C1">
        <w:t>que cette simple et héroïque bourgeoise puisait son énergie</w:t>
      </w:r>
      <w:r w:rsidR="00B77E03">
        <w:t xml:space="preserve">, </w:t>
      </w:r>
      <w:r w:rsidRPr="002813C1">
        <w:t>son enthousiasme du bien et ses haines vigoureuses du mal</w:t>
      </w:r>
      <w:r w:rsidR="00B77E03">
        <w:t xml:space="preserve">, </w:t>
      </w:r>
      <w:r w:rsidRPr="002813C1">
        <w:t>et cette virilité d</w:t>
      </w:r>
      <w:r w:rsidR="00B77E03">
        <w:t>’</w:t>
      </w:r>
      <w:r w:rsidRPr="002813C1">
        <w:t>esprit que nul malheur ne déconcertait</w:t>
      </w:r>
      <w:r w:rsidR="00B77E03">
        <w:t>…</w:t>
      </w:r>
    </w:p>
    <w:p w14:paraId="73948C9F" w14:textId="77777777" w:rsidR="00B77E03" w:rsidRDefault="0024252B" w:rsidP="00B77E03">
      <w:r w:rsidRPr="002813C1">
        <w:t>Elle lui avait promis qu</w:t>
      </w:r>
      <w:r w:rsidR="00B77E03">
        <w:t>’</w:t>
      </w:r>
      <w:r w:rsidRPr="002813C1">
        <w:t>elle ne s</w:t>
      </w:r>
      <w:r w:rsidR="00B77E03">
        <w:t>’</w:t>
      </w:r>
      <w:r w:rsidRPr="002813C1">
        <w:t>opposerait pas à son mariage</w:t>
      </w:r>
      <w:r w:rsidR="00B77E03">
        <w:t xml:space="preserve">… </w:t>
      </w:r>
      <w:r w:rsidRPr="002813C1">
        <w:t>N</w:t>
      </w:r>
      <w:r w:rsidR="00B77E03">
        <w:t>’</w:t>
      </w:r>
      <w:r w:rsidRPr="002813C1">
        <w:t>était-ce pas déjà de sa part une concession immense</w:t>
      </w:r>
      <w:r w:rsidR="00B77E03">
        <w:t xml:space="preserve">, </w:t>
      </w:r>
      <w:r w:rsidRPr="002813C1">
        <w:t>un sacrifice qui avait dû lui coûter cruellement</w:t>
      </w:r>
      <w:r w:rsidR="00B77E03">
        <w:t> !</w:t>
      </w:r>
    </w:p>
    <w:p w14:paraId="4A111473" w14:textId="77777777" w:rsidR="00B77E03" w:rsidRDefault="0024252B" w:rsidP="00B77E03">
      <w:r w:rsidRPr="002813C1">
        <w:t>Et dans le fait</w:t>
      </w:r>
      <w:r w:rsidR="00B77E03">
        <w:t xml:space="preserve">, </w:t>
      </w:r>
      <w:r w:rsidRPr="002813C1">
        <w:t>où trouver une mère qui ne compte pas parmi les jouissances sublimes de la maternité</w:t>
      </w:r>
      <w:r w:rsidR="00B77E03">
        <w:t xml:space="preserve">, </w:t>
      </w:r>
      <w:r w:rsidRPr="002813C1">
        <w:t>le soin de chercher une épouse pour son fils</w:t>
      </w:r>
      <w:r w:rsidR="00B77E03">
        <w:t xml:space="preserve">, </w:t>
      </w:r>
      <w:r w:rsidRPr="002813C1">
        <w:t>et de lui choisir entre toutes</w:t>
      </w:r>
      <w:r w:rsidR="00B77E03">
        <w:t xml:space="preserve">, </w:t>
      </w:r>
      <w:r w:rsidRPr="002813C1">
        <w:t>la jeune fille qui sera la compagne de sa vie</w:t>
      </w:r>
      <w:r w:rsidR="00B77E03">
        <w:t xml:space="preserve">, </w:t>
      </w:r>
      <w:r w:rsidRPr="002813C1">
        <w:t xml:space="preserve">la </w:t>
      </w:r>
      <w:r w:rsidRPr="002813C1">
        <w:lastRenderedPageBreak/>
        <w:t>gardienne fidèle de l</w:t>
      </w:r>
      <w:r w:rsidR="00B77E03">
        <w:t>’</w:t>
      </w:r>
      <w:r w:rsidRPr="002813C1">
        <w:t>honneur du foyer</w:t>
      </w:r>
      <w:r w:rsidR="00B77E03">
        <w:t xml:space="preserve">, </w:t>
      </w:r>
      <w:r w:rsidRPr="002813C1">
        <w:t>l</w:t>
      </w:r>
      <w:r w:rsidR="00B77E03">
        <w:t>’</w:t>
      </w:r>
      <w:r w:rsidRPr="002813C1">
        <w:t>ange des bons et des mauvais jours</w:t>
      </w:r>
      <w:r w:rsidR="00B77E03">
        <w:t> !</w:t>
      </w:r>
    </w:p>
    <w:p w14:paraId="19998861" w14:textId="77777777" w:rsidR="00B77E03" w:rsidRDefault="0024252B" w:rsidP="00B77E03">
      <w:r w:rsidRPr="002813C1">
        <w:t>Ainsi il songeait</w:t>
      </w:r>
      <w:r w:rsidR="00B77E03">
        <w:t xml:space="preserve">, </w:t>
      </w:r>
      <w:r w:rsidRPr="002813C1">
        <w:t>quand sa porte s</w:t>
      </w:r>
      <w:r w:rsidR="00B77E03">
        <w:t>’</w:t>
      </w:r>
      <w:r w:rsidRPr="002813C1">
        <w:t>ouvrant bruyamment</w:t>
      </w:r>
      <w:r w:rsidR="00B77E03">
        <w:t xml:space="preserve">, </w:t>
      </w:r>
      <w:r w:rsidRPr="002813C1">
        <w:t>il sauta à terre d</w:t>
      </w:r>
      <w:r w:rsidR="00B77E03">
        <w:t>’</w:t>
      </w:r>
      <w:r w:rsidRPr="002813C1">
        <w:t>un bond</w:t>
      </w:r>
      <w:r w:rsidR="00B77E03">
        <w:t>.</w:t>
      </w:r>
    </w:p>
    <w:p w14:paraId="69113BD9" w14:textId="77777777" w:rsidR="00B77E03" w:rsidRDefault="00B77E03" w:rsidP="00B77E03">
      <w:r>
        <w:t>— </w:t>
      </w:r>
      <w:r w:rsidR="0024252B" w:rsidRPr="002813C1">
        <w:t>Qu</w:t>
      </w:r>
      <w:r>
        <w:t>’</w:t>
      </w:r>
      <w:r w:rsidR="0024252B" w:rsidRPr="002813C1">
        <w:t>est-ce</w:t>
      </w:r>
      <w:r>
        <w:t> ?</w:t>
      </w:r>
    </w:p>
    <w:p w14:paraId="78ADEBF7" w14:textId="3DA55A7D" w:rsidR="00B77E03" w:rsidRDefault="0024252B" w:rsidP="00B77E03">
      <w:r w:rsidRPr="002813C1">
        <w:t>C</w:t>
      </w:r>
      <w:r w:rsidR="00B77E03">
        <w:t>’</w:t>
      </w:r>
      <w:r w:rsidRPr="002813C1">
        <w:t xml:space="preserve">était la </w:t>
      </w:r>
      <w:proofErr w:type="spellStart"/>
      <w:r w:rsidRPr="002813C1">
        <w:t>Vantrasson</w:t>
      </w:r>
      <w:proofErr w:type="spellEnd"/>
      <w:r w:rsidRPr="002813C1">
        <w:t xml:space="preserve"> qui venait annoncer à Monsieur que le dîner était servi</w:t>
      </w:r>
      <w:r w:rsidR="00B77E03">
        <w:t xml:space="preserve">, </w:t>
      </w:r>
      <w:r w:rsidRPr="002813C1">
        <w:t>un dîner qu</w:t>
      </w:r>
      <w:r w:rsidR="00B77E03">
        <w:t>’</w:t>
      </w:r>
      <w:r w:rsidRPr="002813C1">
        <w:t>elle avait confectionné elle-même</w:t>
      </w:r>
      <w:r w:rsidR="00B77E03">
        <w:t xml:space="preserve">, </w:t>
      </w:r>
      <w:r w:rsidRPr="002813C1">
        <w:t xml:space="preserve">car </w:t>
      </w:r>
      <w:r w:rsidR="00B77E03">
        <w:t>M</w:t>
      </w:r>
      <w:r w:rsidR="00B77E03" w:rsidRPr="00B77E03">
        <w:rPr>
          <w:vertAlign w:val="superscript"/>
        </w:rPr>
        <w:t>me</w:t>
      </w:r>
      <w:r w:rsidR="00B77E03">
        <w:t> </w:t>
      </w:r>
      <w:proofErr w:type="spellStart"/>
      <w:r w:rsidRPr="002813C1">
        <w:t>Férailleur</w:t>
      </w:r>
      <w:proofErr w:type="spellEnd"/>
      <w:r w:rsidR="00B77E03">
        <w:t xml:space="preserve">, </w:t>
      </w:r>
      <w:r w:rsidRPr="002813C1">
        <w:t>au moment de sortir</w:t>
      </w:r>
      <w:r w:rsidR="00B77E03">
        <w:t xml:space="preserve">, </w:t>
      </w:r>
      <w:r w:rsidRPr="002813C1">
        <w:t>lui avait commandé de rester</w:t>
      </w:r>
      <w:r w:rsidR="00B77E03">
        <w:t>.</w:t>
      </w:r>
    </w:p>
    <w:p w14:paraId="62143C70" w14:textId="77777777" w:rsidR="00B77E03" w:rsidRDefault="0024252B" w:rsidP="00B77E03">
      <w:r w:rsidRPr="002813C1">
        <w:t>À la seule vue de l</w:t>
      </w:r>
      <w:r w:rsidR="00B77E03">
        <w:t>’</w:t>
      </w:r>
      <w:r w:rsidRPr="002813C1">
        <w:t xml:space="preserve">hôtesse du </w:t>
      </w:r>
      <w:r w:rsidR="00B77E03">
        <w:t>« </w:t>
      </w:r>
      <w:r w:rsidRPr="002813C1">
        <w:t>Garni modèle</w:t>
      </w:r>
      <w:r w:rsidR="00B77E03">
        <w:t>, »</w:t>
      </w:r>
      <w:r w:rsidRPr="002813C1">
        <w:t xml:space="preserve"> Pascal sentit monter à son cerveau des bouffées de rage folle</w:t>
      </w:r>
      <w:r w:rsidR="00B77E03">
        <w:t xml:space="preserve">, </w:t>
      </w:r>
      <w:r w:rsidRPr="002813C1">
        <w:t>et il lui fut donné de mesurer la portée de certaines observations de sa mère</w:t>
      </w:r>
      <w:r w:rsidR="00B77E03">
        <w:t>.</w:t>
      </w:r>
    </w:p>
    <w:p w14:paraId="141F8030" w14:textId="77777777" w:rsidR="00B77E03" w:rsidRDefault="0024252B" w:rsidP="00B77E03">
      <w:r w:rsidRPr="002813C1">
        <w:t>Il souhaita le pouvoir de Dieu pour anéantir cette affreuse mégère</w:t>
      </w:r>
      <w:r w:rsidR="00B77E03">
        <w:t xml:space="preserve">… </w:t>
      </w:r>
      <w:r w:rsidRPr="002813C1">
        <w:t>Et pourquoi</w:t>
      </w:r>
      <w:r w:rsidR="00B77E03">
        <w:t xml:space="preserve"> ?… </w:t>
      </w:r>
      <w:r w:rsidRPr="002813C1">
        <w:t>Hélas</w:t>
      </w:r>
      <w:r w:rsidR="00B77E03">
        <w:t xml:space="preserve"> !… </w:t>
      </w:r>
      <w:r w:rsidRPr="002813C1">
        <w:t>parce qu</w:t>
      </w:r>
      <w:r w:rsidR="00B77E03">
        <w:t>’</w:t>
      </w:r>
      <w:r w:rsidRPr="002813C1">
        <w:t xml:space="preserve">elle était la femme de </w:t>
      </w:r>
      <w:proofErr w:type="spellStart"/>
      <w:r w:rsidRPr="002813C1">
        <w:t>Vantrasson</w:t>
      </w:r>
      <w:proofErr w:type="spellEnd"/>
      <w:r w:rsidR="00B77E03">
        <w:t xml:space="preserve">, </w:t>
      </w:r>
      <w:r w:rsidRPr="002813C1">
        <w:t>et que disposée naturellement à trouver simple et naturel tout ce qui était lâche et infâme</w:t>
      </w:r>
      <w:r w:rsidR="00B77E03">
        <w:t xml:space="preserve">, </w:t>
      </w:r>
      <w:r w:rsidRPr="002813C1">
        <w:t>elle avait dû ajouter foi aux ignobles vanteries de son mari</w:t>
      </w:r>
      <w:r w:rsidR="00B77E03">
        <w:t>.</w:t>
      </w:r>
    </w:p>
    <w:p w14:paraId="7540825F" w14:textId="77777777" w:rsidR="00B77E03" w:rsidRDefault="0024252B" w:rsidP="00B77E03">
      <w:proofErr w:type="spellStart"/>
      <w:r w:rsidRPr="002813C1">
        <w:t>Vantrasson</w:t>
      </w:r>
      <w:proofErr w:type="spellEnd"/>
      <w:r w:rsidRPr="002813C1">
        <w:t xml:space="preserve"> n</w:t>
      </w:r>
      <w:r w:rsidR="00B77E03">
        <w:t>’</w:t>
      </w:r>
      <w:r w:rsidRPr="002813C1">
        <w:t>était qu</w:t>
      </w:r>
      <w:r w:rsidR="00B77E03">
        <w:t>’</w:t>
      </w:r>
      <w:r w:rsidRPr="002813C1">
        <w:t>un abject calomniateur</w:t>
      </w:r>
      <w:r w:rsidR="00B77E03">
        <w:t xml:space="preserve">, </w:t>
      </w:r>
      <w:r w:rsidRPr="002813C1">
        <w:t>Pascal en était sûr</w:t>
      </w:r>
      <w:r w:rsidR="00B77E03">
        <w:t xml:space="preserve">, </w:t>
      </w:r>
      <w:r w:rsidRPr="002813C1">
        <w:t>mais ce misérable rencontrait des êtres aussi avilis que lui pour le croire</w:t>
      </w:r>
      <w:r w:rsidR="00B77E03">
        <w:t xml:space="preserve">… </w:t>
      </w:r>
      <w:r w:rsidRPr="002813C1">
        <w:t>Et se sentir impuissant à punir</w:t>
      </w:r>
      <w:r w:rsidR="00B77E03">
        <w:t xml:space="preserve"> !… </w:t>
      </w:r>
      <w:r w:rsidRPr="002813C1">
        <w:t>Le malheureux connut le plus atroce supplice que puisse endurer l</w:t>
      </w:r>
      <w:r w:rsidR="00B77E03">
        <w:t>’</w:t>
      </w:r>
      <w:r w:rsidRPr="002813C1">
        <w:t>homme qui aime</w:t>
      </w:r>
      <w:r w:rsidR="00B77E03">
        <w:t>…</w:t>
      </w:r>
    </w:p>
    <w:p w14:paraId="2D4A3428" w14:textId="77777777" w:rsidR="00B77E03" w:rsidRDefault="0024252B" w:rsidP="00B77E03">
      <w:r w:rsidRPr="002813C1">
        <w:t>Tout entier à ces sombres pensées</w:t>
      </w:r>
      <w:r w:rsidR="00B77E03">
        <w:t xml:space="preserve">, </w:t>
      </w:r>
      <w:r w:rsidRPr="002813C1">
        <w:t>Pascal</w:t>
      </w:r>
      <w:r w:rsidR="00B77E03">
        <w:t xml:space="preserve">, </w:t>
      </w:r>
      <w:r w:rsidRPr="002813C1">
        <w:t>tant que dura le repas</w:t>
      </w:r>
      <w:r w:rsidR="00B77E03">
        <w:t xml:space="preserve">, </w:t>
      </w:r>
      <w:r w:rsidRPr="002813C1">
        <w:t>garda un farouche silence</w:t>
      </w:r>
      <w:r w:rsidR="00B77E03">
        <w:t>…</w:t>
      </w:r>
    </w:p>
    <w:p w14:paraId="5E4615BA" w14:textId="77777777" w:rsidR="00B77E03" w:rsidRDefault="0024252B" w:rsidP="00B77E03">
      <w:r w:rsidRPr="002813C1">
        <w:t>Il était à table</w:t>
      </w:r>
      <w:r w:rsidR="00B77E03">
        <w:t xml:space="preserve">, </w:t>
      </w:r>
      <w:r w:rsidRPr="002813C1">
        <w:t>il mangea machinalement parce que sa mère emplissait son assiette</w:t>
      </w:r>
      <w:r w:rsidR="00B77E03">
        <w:t xml:space="preserve">, </w:t>
      </w:r>
      <w:r w:rsidRPr="002813C1">
        <w:t>mais il eût été bien embarrassé à la fin de dire ce qui lui avait été servi</w:t>
      </w:r>
      <w:r w:rsidR="00B77E03">
        <w:t xml:space="preserve">… </w:t>
      </w:r>
      <w:r w:rsidRPr="002813C1">
        <w:t>Et cependant</w:t>
      </w:r>
      <w:r w:rsidR="00B77E03">
        <w:t xml:space="preserve">, </w:t>
      </w:r>
      <w:r w:rsidRPr="002813C1">
        <w:t>ce modeste dîner était excellent</w:t>
      </w:r>
      <w:r w:rsidR="00B77E03">
        <w:t xml:space="preserve">. </w:t>
      </w:r>
      <w:r w:rsidRPr="002813C1">
        <w:t xml:space="preserve">La mégère du </w:t>
      </w:r>
      <w:r w:rsidR="00B77E03">
        <w:t>« </w:t>
      </w:r>
      <w:r w:rsidRPr="002813C1">
        <w:t>Garni modèle</w:t>
      </w:r>
      <w:r w:rsidR="00B77E03">
        <w:t> »</w:t>
      </w:r>
      <w:r w:rsidRPr="002813C1">
        <w:t xml:space="preserve"> </w:t>
      </w:r>
      <w:r w:rsidRPr="002813C1">
        <w:lastRenderedPageBreak/>
        <w:t>était véritablement une cuisinière remarquable</w:t>
      </w:r>
      <w:r w:rsidR="00B77E03">
        <w:t xml:space="preserve">, </w:t>
      </w:r>
      <w:r w:rsidRPr="002813C1">
        <w:t>et</w:t>
      </w:r>
      <w:r w:rsidR="00B77E03">
        <w:t xml:space="preserve">, </w:t>
      </w:r>
      <w:r w:rsidRPr="002813C1">
        <w:t>pour la première fois</w:t>
      </w:r>
      <w:r w:rsidR="00B77E03">
        <w:t xml:space="preserve">, </w:t>
      </w:r>
      <w:r w:rsidRPr="002813C1">
        <w:t>elle s</w:t>
      </w:r>
      <w:r w:rsidR="00B77E03">
        <w:t>’</w:t>
      </w:r>
      <w:r w:rsidRPr="002813C1">
        <w:t>était surpassée</w:t>
      </w:r>
      <w:r w:rsidR="00B77E03">
        <w:t>…</w:t>
      </w:r>
    </w:p>
    <w:p w14:paraId="76E46643" w14:textId="77777777" w:rsidR="00B77E03" w:rsidRDefault="0024252B" w:rsidP="00B77E03">
      <w:r w:rsidRPr="002813C1">
        <w:t>Même</w:t>
      </w:r>
      <w:r w:rsidR="00B77E03">
        <w:t xml:space="preserve">, </w:t>
      </w:r>
      <w:r w:rsidRPr="002813C1">
        <w:t>elle fut piquée dans sa vanité de cordon-bleu de ne pas recevoir les compliments qu</w:t>
      </w:r>
      <w:r w:rsidR="00B77E03">
        <w:t>’</w:t>
      </w:r>
      <w:r w:rsidRPr="002813C1">
        <w:t>elle espérait</w:t>
      </w:r>
      <w:r w:rsidR="00B77E03">
        <w:t xml:space="preserve">… </w:t>
      </w:r>
      <w:r w:rsidRPr="002813C1">
        <w:t>À quatre ou cinq reprises</w:t>
      </w:r>
      <w:r w:rsidR="00B77E03">
        <w:t xml:space="preserve">, </w:t>
      </w:r>
      <w:r w:rsidRPr="002813C1">
        <w:t>impatientée</w:t>
      </w:r>
      <w:r w:rsidR="00B77E03">
        <w:t xml:space="preserve">, </w:t>
      </w:r>
      <w:r w:rsidRPr="002813C1">
        <w:t>elle demanda</w:t>
      </w:r>
      <w:r w:rsidR="00B77E03">
        <w:t> : « </w:t>
      </w:r>
      <w:r w:rsidRPr="002813C1">
        <w:t>N</w:t>
      </w:r>
      <w:r w:rsidR="00B77E03">
        <w:t>’</w:t>
      </w:r>
      <w:r w:rsidRPr="002813C1">
        <w:t>est-ce donc pas bon</w:t>
      </w:r>
      <w:r w:rsidR="00B77E03">
        <w:t xml:space="preserve">, </w:t>
      </w:r>
      <w:r w:rsidRPr="002813C1">
        <w:t>cela</w:t>
      </w:r>
      <w:r w:rsidR="00B77E03">
        <w:t> ? »</w:t>
      </w:r>
      <w:r w:rsidRPr="002813C1">
        <w:t xml:space="preserve"> et comme on lui répondit tout sèchement</w:t>
      </w:r>
      <w:r w:rsidR="00B77E03">
        <w:t> : « </w:t>
      </w:r>
      <w:r w:rsidRPr="002813C1">
        <w:t>Très-bon</w:t>
      </w:r>
      <w:r w:rsidR="00B77E03">
        <w:t>… »</w:t>
      </w:r>
      <w:r w:rsidRPr="002813C1">
        <w:t xml:space="preserve"> elle se jura qu</w:t>
      </w:r>
      <w:r w:rsidR="00B77E03">
        <w:t>’</w:t>
      </w:r>
      <w:r w:rsidRPr="002813C1">
        <w:t>elle ne prodiguerait plus ses talents pour de si pitoyables connaisseurs</w:t>
      </w:r>
      <w:r w:rsidR="00B77E03">
        <w:t>…</w:t>
      </w:r>
    </w:p>
    <w:p w14:paraId="71AF7207" w14:textId="5CDE3347" w:rsidR="00B77E03" w:rsidRDefault="0024252B" w:rsidP="00B77E03">
      <w:r w:rsidRPr="002813C1">
        <w:t>C</w:t>
      </w:r>
      <w:r w:rsidR="00B77E03">
        <w:t>’</w:t>
      </w:r>
      <w:r w:rsidRPr="002813C1">
        <w:t xml:space="preserve">est que </w:t>
      </w:r>
      <w:r w:rsidR="00B77E03">
        <w:t>M</w:t>
      </w:r>
      <w:r w:rsidR="00B77E03" w:rsidRPr="00B77E03">
        <w:rPr>
          <w:vertAlign w:val="superscript"/>
        </w:rPr>
        <w:t>me</w:t>
      </w:r>
      <w:r w:rsidR="00B77E03">
        <w:t> </w:t>
      </w:r>
      <w:proofErr w:type="spellStart"/>
      <w:r w:rsidRPr="002813C1">
        <w:t>Férailleur</w:t>
      </w:r>
      <w:proofErr w:type="spellEnd"/>
      <w:r w:rsidR="00B77E03">
        <w:t xml:space="preserve">, </w:t>
      </w:r>
      <w:r w:rsidRPr="002813C1">
        <w:t>de même que son fils</w:t>
      </w:r>
      <w:r w:rsidR="00B77E03">
        <w:t xml:space="preserve">, </w:t>
      </w:r>
      <w:r w:rsidRPr="002813C1">
        <w:t>se taisait</w:t>
      </w:r>
      <w:r w:rsidR="00B77E03">
        <w:t xml:space="preserve">, </w:t>
      </w:r>
      <w:r w:rsidRPr="002813C1">
        <w:t>et se hâtait de manger</w:t>
      </w:r>
      <w:r w:rsidR="00B77E03">
        <w:t>…</w:t>
      </w:r>
    </w:p>
    <w:p w14:paraId="5DCDE582" w14:textId="77777777" w:rsidR="00B77E03" w:rsidRDefault="0024252B" w:rsidP="00B77E03">
      <w:r w:rsidRPr="002813C1">
        <w:t>Visiblement</w:t>
      </w:r>
      <w:r w:rsidR="00B77E03">
        <w:t xml:space="preserve">, </w:t>
      </w:r>
      <w:r w:rsidRPr="002813C1">
        <w:t>il lui tardait d</w:t>
      </w:r>
      <w:r w:rsidR="00B77E03">
        <w:t>’</w:t>
      </w:r>
      <w:r w:rsidRPr="002813C1">
        <w:t xml:space="preserve">être débarrassée de la </w:t>
      </w:r>
      <w:proofErr w:type="spellStart"/>
      <w:r w:rsidRPr="002813C1">
        <w:t>Vantrasson</w:t>
      </w:r>
      <w:proofErr w:type="spellEnd"/>
      <w:r w:rsidR="00B77E03">
        <w:t xml:space="preserve">… </w:t>
      </w:r>
      <w:r w:rsidRPr="002813C1">
        <w:t>Aussi</w:t>
      </w:r>
      <w:r w:rsidR="00B77E03">
        <w:t xml:space="preserve">, </w:t>
      </w:r>
      <w:r w:rsidRPr="002813C1">
        <w:t>dès que le maigre dessert fut servi</w:t>
      </w:r>
      <w:r w:rsidR="00B77E03">
        <w:t> :</w:t>
      </w:r>
    </w:p>
    <w:p w14:paraId="47DAF831" w14:textId="77777777" w:rsidR="00B77E03" w:rsidRDefault="00B77E03" w:rsidP="00B77E03">
      <w:r>
        <w:t>— </w:t>
      </w:r>
      <w:r w:rsidR="0024252B" w:rsidRPr="002813C1">
        <w:t>Vous pouvez vous retirer</w:t>
      </w:r>
      <w:r>
        <w:t xml:space="preserve">, </w:t>
      </w:r>
      <w:r w:rsidR="0024252B" w:rsidRPr="002813C1">
        <w:t>lui dit-elle</w:t>
      </w:r>
      <w:r>
        <w:t xml:space="preserve">, </w:t>
      </w:r>
      <w:r w:rsidR="0024252B" w:rsidRPr="002813C1">
        <w:t>je rangerai tout</w:t>
      </w:r>
      <w:r>
        <w:t>.</w:t>
      </w:r>
    </w:p>
    <w:p w14:paraId="0AD1C0C2" w14:textId="77777777" w:rsidR="00B77E03" w:rsidRDefault="0024252B" w:rsidP="00B77E03">
      <w:r w:rsidRPr="002813C1">
        <w:t xml:space="preserve">Fort irritée du caractère taciturne de </w:t>
      </w:r>
      <w:r w:rsidR="00B77E03">
        <w:t>« </w:t>
      </w:r>
      <w:r w:rsidRPr="002813C1">
        <w:t>ces gens-là</w:t>
      </w:r>
      <w:r w:rsidR="00B77E03">
        <w:t>, »</w:t>
      </w:r>
      <w:r w:rsidRPr="002813C1">
        <w:t xml:space="preserve"> l</w:t>
      </w:r>
      <w:r w:rsidR="00B77E03">
        <w:t>’</w:t>
      </w:r>
      <w:r w:rsidRPr="002813C1">
        <w:t xml:space="preserve">hôtesse du </w:t>
      </w:r>
      <w:r w:rsidR="00B77E03">
        <w:t>« </w:t>
      </w:r>
      <w:r w:rsidRPr="002813C1">
        <w:t>Garni modèle</w:t>
      </w:r>
      <w:r w:rsidR="00B77E03">
        <w:t> »</w:t>
      </w:r>
      <w:r w:rsidRPr="002813C1">
        <w:t xml:space="preserve"> sortit</w:t>
      </w:r>
      <w:r w:rsidR="00B77E03">
        <w:t xml:space="preserve">, </w:t>
      </w:r>
      <w:r w:rsidRPr="002813C1">
        <w:t>et bientôt on l</w:t>
      </w:r>
      <w:r w:rsidR="00B77E03">
        <w:t>’</w:t>
      </w:r>
      <w:r w:rsidRPr="002813C1">
        <w:t>entendit tirer brutalement sur elle la porte de la rue</w:t>
      </w:r>
      <w:r w:rsidR="00B77E03">
        <w:t>…</w:t>
      </w:r>
    </w:p>
    <w:p w14:paraId="44344886" w14:textId="77777777" w:rsidR="00B77E03" w:rsidRDefault="0024252B" w:rsidP="00B77E03">
      <w:r w:rsidRPr="002813C1">
        <w:t>Alors Pascal respira longuement</w:t>
      </w:r>
      <w:r w:rsidR="00B77E03">
        <w:t xml:space="preserve"> ; </w:t>
      </w:r>
      <w:r w:rsidRPr="002813C1">
        <w:t>comme si sa poitrine eût été soulagée d</w:t>
      </w:r>
      <w:r w:rsidR="00B77E03">
        <w:t>’</w:t>
      </w:r>
      <w:r w:rsidRPr="002813C1">
        <w:t>un poids énorme</w:t>
      </w:r>
      <w:r w:rsidR="00B77E03">
        <w:t xml:space="preserve">… </w:t>
      </w:r>
      <w:r w:rsidRPr="002813C1">
        <w:t xml:space="preserve">Tant que la </w:t>
      </w:r>
      <w:proofErr w:type="spellStart"/>
      <w:r w:rsidRPr="002813C1">
        <w:t>Vantrasson</w:t>
      </w:r>
      <w:proofErr w:type="spellEnd"/>
      <w:r w:rsidRPr="002813C1">
        <w:t xml:space="preserve"> avait été là</w:t>
      </w:r>
      <w:r w:rsidR="00B77E03">
        <w:t xml:space="preserve">, </w:t>
      </w:r>
      <w:r w:rsidRPr="002813C1">
        <w:t>il n</w:t>
      </w:r>
      <w:r w:rsidR="00B77E03">
        <w:t>’</w:t>
      </w:r>
      <w:r w:rsidRPr="002813C1">
        <w:t>avait pour ainsi dire pas osé lever les yeux</w:t>
      </w:r>
      <w:r w:rsidR="00B77E03">
        <w:t xml:space="preserve">, </w:t>
      </w:r>
      <w:r w:rsidRPr="002813C1">
        <w:t xml:space="preserve">tant il </w:t>
      </w:r>
      <w:proofErr w:type="gramStart"/>
      <w:r w:rsidRPr="002813C1">
        <w:t>avait peur</w:t>
      </w:r>
      <w:proofErr w:type="gramEnd"/>
      <w:r w:rsidRPr="002813C1">
        <w:t xml:space="preserve"> de rencontrer le regard de cette mégère dont la doucereuse hypocrisie voilait mal l</w:t>
      </w:r>
      <w:r w:rsidR="00B77E03">
        <w:t>’</w:t>
      </w:r>
      <w:r w:rsidRPr="002813C1">
        <w:t>impudente méchanceté</w:t>
      </w:r>
      <w:r w:rsidR="00B77E03">
        <w:t xml:space="preserve"> ! </w:t>
      </w:r>
      <w:r w:rsidRPr="002813C1">
        <w:t>Il craignait de ne pouvoir résister à la tentation de l</w:t>
      </w:r>
      <w:r w:rsidR="00B77E03">
        <w:t>’</w:t>
      </w:r>
      <w:r w:rsidRPr="002813C1">
        <w:t>étrangler</w:t>
      </w:r>
      <w:r w:rsidR="00B77E03">
        <w:t>.</w:t>
      </w:r>
    </w:p>
    <w:p w14:paraId="355B181D" w14:textId="17B7E480" w:rsidR="00B77E03" w:rsidRDefault="0024252B" w:rsidP="00B77E03">
      <w:r w:rsidRPr="002813C1">
        <w:t xml:space="preserve">Mais </w:t>
      </w:r>
      <w:r w:rsidR="00B77E03">
        <w:t>M</w:t>
      </w:r>
      <w:r w:rsidR="00B77E03" w:rsidRPr="00B77E03">
        <w:rPr>
          <w:vertAlign w:val="superscript"/>
        </w:rPr>
        <w:t>me</w:t>
      </w:r>
      <w:r w:rsidR="00B77E03">
        <w:t> </w:t>
      </w:r>
      <w:proofErr w:type="spellStart"/>
      <w:r w:rsidRPr="002813C1">
        <w:t>Férailleur</w:t>
      </w:r>
      <w:proofErr w:type="spellEnd"/>
      <w:r w:rsidRPr="002813C1">
        <w:t xml:space="preserve"> devait se méprendre à la physionomie bouleversée de son fils</w:t>
      </w:r>
      <w:r w:rsidR="00B77E03">
        <w:t xml:space="preserve">, </w:t>
      </w:r>
      <w:r w:rsidRPr="002813C1">
        <w:t>et dès qu</w:t>
      </w:r>
      <w:r w:rsidR="00B77E03">
        <w:t>’</w:t>
      </w:r>
      <w:r w:rsidRPr="002813C1">
        <w:t>ils furent seuls</w:t>
      </w:r>
      <w:r w:rsidR="00B77E03">
        <w:t> :</w:t>
      </w:r>
    </w:p>
    <w:p w14:paraId="09384B3E" w14:textId="77777777" w:rsidR="00B77E03" w:rsidRDefault="00B77E03" w:rsidP="00B77E03">
      <w:r>
        <w:t>— </w:t>
      </w:r>
      <w:r w:rsidR="0024252B" w:rsidRPr="002813C1">
        <w:t>Tu ne m</w:t>
      </w:r>
      <w:r>
        <w:t>’</w:t>
      </w:r>
      <w:r w:rsidR="0024252B" w:rsidRPr="002813C1">
        <w:t>as pas pardonné ma franchise</w:t>
      </w:r>
      <w:r>
        <w:t xml:space="preserve"> ? </w:t>
      </w:r>
      <w:r w:rsidR="0024252B" w:rsidRPr="002813C1">
        <w:t>commença-t-elle</w:t>
      </w:r>
      <w:r>
        <w:t>.</w:t>
      </w:r>
    </w:p>
    <w:p w14:paraId="7852C606" w14:textId="77777777" w:rsidR="00B77E03" w:rsidRDefault="00B77E03" w:rsidP="00B77E03">
      <w:r>
        <w:lastRenderedPageBreak/>
        <w:t>— </w:t>
      </w:r>
      <w:r w:rsidR="0024252B" w:rsidRPr="002813C1">
        <w:t>Eh</w:t>
      </w:r>
      <w:r>
        <w:t xml:space="preserve"> !… </w:t>
      </w:r>
      <w:r w:rsidR="0024252B" w:rsidRPr="002813C1">
        <w:t>puis-je t</w:t>
      </w:r>
      <w:r>
        <w:t>’</w:t>
      </w:r>
      <w:r w:rsidR="0024252B" w:rsidRPr="002813C1">
        <w:t>en vouloir</w:t>
      </w:r>
      <w:r>
        <w:t xml:space="preserve">, </w:t>
      </w:r>
      <w:r w:rsidR="0024252B" w:rsidRPr="002813C1">
        <w:t>chère mère</w:t>
      </w:r>
      <w:r>
        <w:t xml:space="preserve">, </w:t>
      </w:r>
      <w:r w:rsidR="0024252B" w:rsidRPr="002813C1">
        <w:t>lorsque je sais que tu ne songes qu</w:t>
      </w:r>
      <w:r>
        <w:t>’</w:t>
      </w:r>
      <w:r w:rsidR="0024252B" w:rsidRPr="002813C1">
        <w:t>à mon bonheur</w:t>
      </w:r>
      <w:r>
        <w:t xml:space="preserve">… </w:t>
      </w:r>
      <w:r w:rsidR="0024252B" w:rsidRPr="002813C1">
        <w:t>Mais comment ne serais-je pas attristé de tes prétentions</w:t>
      </w:r>
      <w:r>
        <w:t> !…</w:t>
      </w:r>
    </w:p>
    <w:p w14:paraId="4CA8BA3F" w14:textId="6633854C" w:rsidR="00B77E03" w:rsidRDefault="0024252B" w:rsidP="00B77E03">
      <w:r w:rsidRPr="002813C1">
        <w:t>D</w:t>
      </w:r>
      <w:r w:rsidR="00B77E03">
        <w:t>’</w:t>
      </w:r>
      <w:r w:rsidRPr="002813C1">
        <w:t>un geste</w:t>
      </w:r>
      <w:r w:rsidR="00B77E03">
        <w:t>, M</w:t>
      </w:r>
      <w:r w:rsidR="00B77E03" w:rsidRPr="00B77E03">
        <w:rPr>
          <w:vertAlign w:val="superscript"/>
        </w:rPr>
        <w:t>me</w:t>
      </w:r>
      <w:r w:rsidR="00B77E03">
        <w:t> </w:t>
      </w:r>
      <w:proofErr w:type="spellStart"/>
      <w:r w:rsidRPr="002813C1">
        <w:t>Férailleur</w:t>
      </w:r>
      <w:proofErr w:type="spellEnd"/>
      <w:r w:rsidRPr="002813C1">
        <w:t xml:space="preserve"> interrompit son fils</w:t>
      </w:r>
      <w:r w:rsidR="00B77E03">
        <w:t>.</w:t>
      </w:r>
    </w:p>
    <w:p w14:paraId="470154A6" w14:textId="4760853B" w:rsidR="00B77E03" w:rsidRDefault="00B77E03" w:rsidP="00B77E03">
      <w:r>
        <w:t>— </w:t>
      </w:r>
      <w:r w:rsidR="0024252B" w:rsidRPr="002813C1">
        <w:t>Ne revenons pas sur cette discussion</w:t>
      </w:r>
      <w:r>
        <w:t xml:space="preserve"> ! </w:t>
      </w:r>
      <w:r w:rsidR="0024252B" w:rsidRPr="002813C1">
        <w:t>prononça-t-elle</w:t>
      </w:r>
      <w:r>
        <w:t>. M</w:t>
      </w:r>
      <w:r w:rsidRPr="00B77E03">
        <w:rPr>
          <w:vertAlign w:val="superscript"/>
        </w:rPr>
        <w:t>lle</w:t>
      </w:r>
      <w:r>
        <w:t> </w:t>
      </w:r>
      <w:r w:rsidR="0024252B" w:rsidRPr="002813C1">
        <w:t>Marguerite aura été la cause innocente d</w:t>
      </w:r>
      <w:r>
        <w:t>’</w:t>
      </w:r>
      <w:r w:rsidR="0024252B" w:rsidRPr="002813C1">
        <w:t>un des grands chagrins de ma vie</w:t>
      </w:r>
      <w:r>
        <w:t xml:space="preserve">, </w:t>
      </w:r>
      <w:r w:rsidR="0024252B" w:rsidRPr="002813C1">
        <w:t>mais je n</w:t>
      </w:r>
      <w:r>
        <w:t>’</w:t>
      </w:r>
      <w:r w:rsidR="0024252B" w:rsidRPr="002813C1">
        <w:t>ai aucune raison de la haïr</w:t>
      </w:r>
      <w:r>
        <w:t xml:space="preserve">… </w:t>
      </w:r>
      <w:r w:rsidR="0024252B" w:rsidRPr="002813C1">
        <w:t>J</w:t>
      </w:r>
      <w:r>
        <w:t>’</w:t>
      </w:r>
      <w:r w:rsidR="0024252B" w:rsidRPr="002813C1">
        <w:t>ai d</w:t>
      </w:r>
      <w:r>
        <w:t>’</w:t>
      </w:r>
      <w:r w:rsidR="0024252B" w:rsidRPr="002813C1">
        <w:t>ailleurs toujours su rendre justice aux personnes même que j</w:t>
      </w:r>
      <w:r>
        <w:t>’</w:t>
      </w:r>
      <w:r w:rsidR="0024252B" w:rsidRPr="002813C1">
        <w:t>aime le moins</w:t>
      </w:r>
      <w:r>
        <w:t xml:space="preserve">… </w:t>
      </w:r>
      <w:r w:rsidR="0024252B" w:rsidRPr="002813C1">
        <w:t>Je te l</w:t>
      </w:r>
      <w:r>
        <w:t>’</w:t>
      </w:r>
      <w:r w:rsidR="0024252B" w:rsidRPr="002813C1">
        <w:t>ai déjà montré</w:t>
      </w:r>
      <w:r>
        <w:t xml:space="preserve">, </w:t>
      </w:r>
      <w:r w:rsidR="0024252B" w:rsidRPr="002813C1">
        <w:t>je vais peut-être t</w:t>
      </w:r>
      <w:r>
        <w:t>’</w:t>
      </w:r>
      <w:r w:rsidR="0024252B" w:rsidRPr="002813C1">
        <w:t>en donner une preuve éclatante</w:t>
      </w:r>
      <w:r>
        <w:t>…</w:t>
      </w:r>
    </w:p>
    <w:p w14:paraId="7AF00666" w14:textId="77777777" w:rsidR="00B77E03" w:rsidRDefault="00B77E03" w:rsidP="00B77E03">
      <w:r>
        <w:t>— </w:t>
      </w:r>
      <w:r w:rsidR="0024252B" w:rsidRPr="002813C1">
        <w:t>Une preuve</w:t>
      </w:r>
      <w:r>
        <w:t> ?…</w:t>
      </w:r>
    </w:p>
    <w:p w14:paraId="5CE4E769" w14:textId="77777777" w:rsidR="00B77E03" w:rsidRDefault="00B77E03" w:rsidP="00B77E03">
      <w:r>
        <w:t>— </w:t>
      </w:r>
      <w:r w:rsidR="0024252B" w:rsidRPr="002813C1">
        <w:t>Oui</w:t>
      </w:r>
      <w:r>
        <w:t> !…</w:t>
      </w:r>
    </w:p>
    <w:p w14:paraId="7C781860" w14:textId="77777777" w:rsidR="00B77E03" w:rsidRDefault="0024252B" w:rsidP="00B77E03">
      <w:r w:rsidRPr="002813C1">
        <w:t>Elle sembla se recueillir</w:t>
      </w:r>
      <w:r w:rsidR="00B77E03">
        <w:t xml:space="preserve">, </w:t>
      </w:r>
      <w:r w:rsidRPr="002813C1">
        <w:t>et après un moment</w:t>
      </w:r>
      <w:r w:rsidR="00B77E03">
        <w:t> :</w:t>
      </w:r>
    </w:p>
    <w:p w14:paraId="50E87DBD" w14:textId="28568314" w:rsidR="00B77E03" w:rsidRDefault="00B77E03" w:rsidP="00B77E03">
      <w:r>
        <w:t>— </w:t>
      </w:r>
      <w:r w:rsidR="0024252B" w:rsidRPr="002813C1">
        <w:t>Ne m</w:t>
      </w:r>
      <w:r>
        <w:t>’</w:t>
      </w:r>
      <w:r w:rsidR="0024252B" w:rsidRPr="002813C1">
        <w:t>as-tu pas dit</w:t>
      </w:r>
      <w:r>
        <w:t xml:space="preserve">, </w:t>
      </w:r>
      <w:r w:rsidR="0024252B" w:rsidRPr="002813C1">
        <w:t>mon fils</w:t>
      </w:r>
      <w:r>
        <w:t xml:space="preserve">, </w:t>
      </w:r>
      <w:r w:rsidR="0024252B" w:rsidRPr="002813C1">
        <w:t>reprit-elle</w:t>
      </w:r>
      <w:r>
        <w:t xml:space="preserve">, </w:t>
      </w:r>
      <w:r w:rsidR="0024252B" w:rsidRPr="002813C1">
        <w:t>que l</w:t>
      </w:r>
      <w:r>
        <w:t>’</w:t>
      </w:r>
      <w:r w:rsidR="0024252B" w:rsidRPr="002813C1">
        <w:t xml:space="preserve">éducation de </w:t>
      </w:r>
      <w:r>
        <w:t>M</w:t>
      </w:r>
      <w:r w:rsidRPr="00B77E03">
        <w:rPr>
          <w:vertAlign w:val="superscript"/>
        </w:rPr>
        <w:t>lle</w:t>
      </w:r>
      <w:r>
        <w:t> </w:t>
      </w:r>
      <w:r w:rsidR="0024252B" w:rsidRPr="002813C1">
        <w:t>Marguerite n</w:t>
      </w:r>
      <w:r>
        <w:t>’</w:t>
      </w:r>
      <w:r w:rsidR="0024252B" w:rsidRPr="002813C1">
        <w:t>a pas eu à souffrir de l</w:t>
      </w:r>
      <w:r>
        <w:t>’</w:t>
      </w:r>
      <w:r w:rsidR="0024252B" w:rsidRPr="002813C1">
        <w:t>abandon de son enfance</w:t>
      </w:r>
      <w:r>
        <w:t> ?…</w:t>
      </w:r>
    </w:p>
    <w:p w14:paraId="045EB671" w14:textId="77777777" w:rsidR="00B77E03" w:rsidRDefault="00B77E03" w:rsidP="00B77E03">
      <w:r>
        <w:t>— </w:t>
      </w:r>
      <w:r w:rsidR="0024252B" w:rsidRPr="002813C1">
        <w:t>Et c</w:t>
      </w:r>
      <w:r>
        <w:t>’</w:t>
      </w:r>
      <w:r w:rsidR="0024252B" w:rsidRPr="002813C1">
        <w:t>est la vérité</w:t>
      </w:r>
      <w:r>
        <w:t xml:space="preserve">, </w:t>
      </w:r>
      <w:r w:rsidR="0024252B" w:rsidRPr="002813C1">
        <w:t>ma mère</w:t>
      </w:r>
      <w:r>
        <w:t>…</w:t>
      </w:r>
    </w:p>
    <w:p w14:paraId="00163EED" w14:textId="77777777" w:rsidR="00B77E03" w:rsidRDefault="00B77E03" w:rsidP="00B77E03">
      <w:r>
        <w:t>— </w:t>
      </w:r>
      <w:r w:rsidR="0024252B" w:rsidRPr="002813C1">
        <w:t>Elle a eu le courage de se donner une certaine instruction</w:t>
      </w:r>
      <w:r>
        <w:t> ?…</w:t>
      </w:r>
    </w:p>
    <w:p w14:paraId="653B28FC" w14:textId="77777777" w:rsidR="00B77E03" w:rsidRDefault="00B77E03" w:rsidP="00B77E03">
      <w:r>
        <w:t>— </w:t>
      </w:r>
      <w:r w:rsidR="0024252B" w:rsidRPr="002813C1">
        <w:t>Marguerite sait tout ce qu</w:t>
      </w:r>
      <w:r>
        <w:t>’</w:t>
      </w:r>
      <w:r w:rsidR="0024252B" w:rsidRPr="002813C1">
        <w:t>une jeune fille d</w:t>
      </w:r>
      <w:r>
        <w:t>’</w:t>
      </w:r>
      <w:r w:rsidR="0024252B" w:rsidRPr="002813C1">
        <w:t>une intelligence supérieure peut apprendre en quatre ans</w:t>
      </w:r>
      <w:r>
        <w:t xml:space="preserve">, </w:t>
      </w:r>
      <w:r w:rsidR="0024252B" w:rsidRPr="002813C1">
        <w:t>quand elle est extraordinairement malheureuse</w:t>
      </w:r>
      <w:r>
        <w:t xml:space="preserve">, </w:t>
      </w:r>
      <w:r w:rsidR="0024252B" w:rsidRPr="002813C1">
        <w:t>et que l</w:t>
      </w:r>
      <w:r>
        <w:t>’</w:t>
      </w:r>
      <w:r w:rsidR="0024252B" w:rsidRPr="002813C1">
        <w:t>étude est son seul refuge et son unique consolation</w:t>
      </w:r>
      <w:r>
        <w:t>…</w:t>
      </w:r>
    </w:p>
    <w:p w14:paraId="02B27704" w14:textId="77777777" w:rsidR="00B77E03" w:rsidRDefault="00B77E03" w:rsidP="00B77E03">
      <w:r>
        <w:t>— </w:t>
      </w:r>
      <w:r w:rsidR="0024252B" w:rsidRPr="002813C1">
        <w:t>Si elle t</w:t>
      </w:r>
      <w:r>
        <w:t>’</w:t>
      </w:r>
      <w:r w:rsidR="0024252B" w:rsidRPr="002813C1">
        <w:t>adressait un billet</w:t>
      </w:r>
      <w:r>
        <w:t xml:space="preserve">, </w:t>
      </w:r>
      <w:r w:rsidR="0024252B" w:rsidRPr="002813C1">
        <w:t>il serait écrit en français</w:t>
      </w:r>
      <w:r>
        <w:t xml:space="preserve">, </w:t>
      </w:r>
      <w:r w:rsidR="0024252B" w:rsidRPr="002813C1">
        <w:t>il ne fourmillerait pas de fautes d</w:t>
      </w:r>
      <w:r>
        <w:t>’</w:t>
      </w:r>
      <w:r w:rsidR="0024252B" w:rsidRPr="002813C1">
        <w:t>orthographe</w:t>
      </w:r>
      <w:r>
        <w:t> ?</w:t>
      </w:r>
    </w:p>
    <w:p w14:paraId="119DC342" w14:textId="77777777" w:rsidR="00B77E03" w:rsidRDefault="00B77E03" w:rsidP="00B77E03">
      <w:r>
        <w:t>— </w:t>
      </w:r>
      <w:r w:rsidR="0024252B" w:rsidRPr="002813C1">
        <w:t>Oh</w:t>
      </w:r>
      <w:r>
        <w:t xml:space="preserve"> !… </w:t>
      </w:r>
      <w:r w:rsidR="0024252B" w:rsidRPr="002813C1">
        <w:t>par exemple</w:t>
      </w:r>
      <w:r>
        <w:t xml:space="preserve"> !… </w:t>
      </w:r>
      <w:r w:rsidR="0024252B" w:rsidRPr="002813C1">
        <w:t>s</w:t>
      </w:r>
      <w:r>
        <w:t>’</w:t>
      </w:r>
      <w:r w:rsidR="0024252B" w:rsidRPr="002813C1">
        <w:t>écria Pascal</w:t>
      </w:r>
      <w:r>
        <w:t>.</w:t>
      </w:r>
    </w:p>
    <w:p w14:paraId="19ABB1A2" w14:textId="77777777" w:rsidR="00B77E03" w:rsidRDefault="0024252B" w:rsidP="00B77E03">
      <w:r w:rsidRPr="002813C1">
        <w:lastRenderedPageBreak/>
        <w:t>Une inspiration soudaine l</w:t>
      </w:r>
      <w:r w:rsidR="00B77E03">
        <w:t>’</w:t>
      </w:r>
      <w:r w:rsidRPr="002813C1">
        <w:t>arrêta court</w:t>
      </w:r>
      <w:r w:rsidR="00B77E03">
        <w:t xml:space="preserve">… </w:t>
      </w:r>
      <w:r w:rsidRPr="002813C1">
        <w:t>Il se précipita vers sa chambre</w:t>
      </w:r>
      <w:r w:rsidR="00B77E03">
        <w:t xml:space="preserve">, </w:t>
      </w:r>
      <w:r w:rsidRPr="002813C1">
        <w:t>et la minute d</w:t>
      </w:r>
      <w:r w:rsidR="00B77E03">
        <w:t>’</w:t>
      </w:r>
      <w:r w:rsidRPr="002813C1">
        <w:t>après</w:t>
      </w:r>
      <w:r w:rsidR="00B77E03">
        <w:t xml:space="preserve">, </w:t>
      </w:r>
      <w:r w:rsidRPr="002813C1">
        <w:t>il reparut</w:t>
      </w:r>
      <w:r w:rsidR="00B77E03">
        <w:t xml:space="preserve">, </w:t>
      </w:r>
      <w:r w:rsidRPr="002813C1">
        <w:t>tenant à la main un paquet de lettres qu</w:t>
      </w:r>
      <w:r w:rsidR="00B77E03">
        <w:t>’</w:t>
      </w:r>
      <w:r w:rsidRPr="002813C1">
        <w:t>il jeta sur la table en disant</w:t>
      </w:r>
      <w:r w:rsidR="00B77E03">
        <w:t> :</w:t>
      </w:r>
    </w:p>
    <w:p w14:paraId="6C8F79A7" w14:textId="77777777" w:rsidR="00B77E03" w:rsidRDefault="00B77E03" w:rsidP="00B77E03">
      <w:r>
        <w:t>— </w:t>
      </w:r>
      <w:r w:rsidR="0024252B" w:rsidRPr="002813C1">
        <w:t>Tiens</w:t>
      </w:r>
      <w:r>
        <w:t xml:space="preserve">, </w:t>
      </w:r>
      <w:r w:rsidR="0024252B" w:rsidRPr="002813C1">
        <w:t>ma mère</w:t>
      </w:r>
      <w:r>
        <w:t xml:space="preserve">, </w:t>
      </w:r>
      <w:r w:rsidR="0024252B" w:rsidRPr="002813C1">
        <w:t>lis</w:t>
      </w:r>
      <w:r>
        <w:t> !…</w:t>
      </w:r>
    </w:p>
    <w:p w14:paraId="092E962E" w14:textId="4BCDB7F6" w:rsidR="00B77E03" w:rsidRDefault="0024252B" w:rsidP="00B77E03">
      <w:r w:rsidRPr="002813C1">
        <w:t>Lentement</w:t>
      </w:r>
      <w:r w:rsidR="00B77E03">
        <w:t>, M</w:t>
      </w:r>
      <w:r w:rsidR="00B77E03" w:rsidRPr="00B77E03">
        <w:rPr>
          <w:vertAlign w:val="superscript"/>
        </w:rPr>
        <w:t>me</w:t>
      </w:r>
      <w:r w:rsidR="00B77E03">
        <w:t> </w:t>
      </w:r>
      <w:proofErr w:type="spellStart"/>
      <w:r w:rsidRPr="002813C1">
        <w:t>Férailleur</w:t>
      </w:r>
      <w:proofErr w:type="spellEnd"/>
      <w:r w:rsidRPr="002813C1">
        <w:t xml:space="preserve"> tira ses lunettes de leur étui</w:t>
      </w:r>
      <w:r w:rsidR="00B77E03">
        <w:t xml:space="preserve">, </w:t>
      </w:r>
      <w:r w:rsidRPr="002813C1">
        <w:t>et après en avoir fixé les branches sous les épais rouleaux de ses cheveux gris</w:t>
      </w:r>
      <w:r w:rsidR="00B77E03">
        <w:t xml:space="preserve">, </w:t>
      </w:r>
      <w:r w:rsidRPr="002813C1">
        <w:t>elle se mit à lire à voix basse</w:t>
      </w:r>
      <w:r w:rsidR="00B77E03">
        <w:t>…</w:t>
      </w:r>
    </w:p>
    <w:p w14:paraId="60670656" w14:textId="77777777" w:rsidR="00B77E03" w:rsidRDefault="0024252B" w:rsidP="00B77E03">
      <w:r w:rsidRPr="002813C1">
        <w:t>Cela dura longtemps</w:t>
      </w:r>
      <w:r w:rsidR="00B77E03">
        <w:t>…</w:t>
      </w:r>
    </w:p>
    <w:p w14:paraId="041C0484" w14:textId="77777777" w:rsidR="00B77E03" w:rsidRDefault="0024252B" w:rsidP="00B77E03">
      <w:r w:rsidRPr="002813C1">
        <w:t>Les coudes sur la table</w:t>
      </w:r>
      <w:r w:rsidR="00B77E03">
        <w:t xml:space="preserve">, </w:t>
      </w:r>
      <w:r w:rsidRPr="002813C1">
        <w:t>le front entre ses mains</w:t>
      </w:r>
      <w:r w:rsidR="00B77E03">
        <w:t xml:space="preserve">, </w:t>
      </w:r>
      <w:r w:rsidRPr="002813C1">
        <w:t>Pascal appliquait tout ce qu</w:t>
      </w:r>
      <w:r w:rsidR="00B77E03">
        <w:t>’</w:t>
      </w:r>
      <w:r w:rsidRPr="002813C1">
        <w:t>il avait de pénétration à épier sur la physionomie de sa mère la manifestation fugitive de ses impressions</w:t>
      </w:r>
      <w:r w:rsidR="00B77E03">
        <w:t>…</w:t>
      </w:r>
    </w:p>
    <w:p w14:paraId="2B02B8F3" w14:textId="27002D3C" w:rsidR="00B77E03" w:rsidRDefault="0024252B" w:rsidP="00B77E03">
      <w:r w:rsidRPr="002813C1">
        <w:t>Évidemment elle était étonnée</w:t>
      </w:r>
      <w:r w:rsidR="00B77E03">
        <w:t xml:space="preserve">… </w:t>
      </w:r>
      <w:r w:rsidRPr="002813C1">
        <w:t>Non</w:t>
      </w:r>
      <w:r w:rsidR="00B77E03">
        <w:t xml:space="preserve">, </w:t>
      </w:r>
      <w:r w:rsidRPr="002813C1">
        <w:t>elle ne s</w:t>
      </w:r>
      <w:r w:rsidR="00B77E03">
        <w:t>’</w:t>
      </w:r>
      <w:r w:rsidRPr="002813C1">
        <w:t xml:space="preserve">attendait pas à trouver dans les lettres de </w:t>
      </w:r>
      <w:r w:rsidR="00B77E03">
        <w:t>M</w:t>
      </w:r>
      <w:r w:rsidR="00B77E03" w:rsidRPr="00B77E03">
        <w:rPr>
          <w:vertAlign w:val="superscript"/>
        </w:rPr>
        <w:t>lle</w:t>
      </w:r>
      <w:r w:rsidR="00B77E03">
        <w:t> </w:t>
      </w:r>
      <w:r w:rsidRPr="002813C1">
        <w:t>Marguerite cette hauteur de sentiments</w:t>
      </w:r>
      <w:r w:rsidR="00B77E03">
        <w:t xml:space="preserve">, </w:t>
      </w:r>
      <w:r w:rsidRPr="002813C1">
        <w:t>l</w:t>
      </w:r>
      <w:r w:rsidR="00B77E03">
        <w:t>’</w:t>
      </w:r>
      <w:r w:rsidRPr="002813C1">
        <w:t>expression d</w:t>
      </w:r>
      <w:r w:rsidR="00B77E03">
        <w:t>’</w:t>
      </w:r>
      <w:r w:rsidRPr="002813C1">
        <w:t>une énergie égale à la sienne</w:t>
      </w:r>
      <w:r w:rsidR="00B77E03">
        <w:t xml:space="preserve">, </w:t>
      </w:r>
      <w:r w:rsidRPr="002813C1">
        <w:t>et jusqu</w:t>
      </w:r>
      <w:r w:rsidR="00B77E03">
        <w:t>’</w:t>
      </w:r>
      <w:r w:rsidRPr="002813C1">
        <w:t>à un écho de ses préjugés</w:t>
      </w:r>
      <w:r w:rsidR="00B77E03">
        <w:t>…</w:t>
      </w:r>
    </w:p>
    <w:p w14:paraId="5657F2A1" w14:textId="7E3E4937" w:rsidR="00B77E03" w:rsidRDefault="0024252B" w:rsidP="00B77E03">
      <w:r w:rsidRPr="002813C1">
        <w:t xml:space="preserve">Car cette jeune fille étrange partageait les idées étroites de </w:t>
      </w:r>
      <w:r w:rsidR="00B77E03">
        <w:t>M</w:t>
      </w:r>
      <w:r w:rsidR="00B77E03" w:rsidRPr="00B77E03">
        <w:rPr>
          <w:vertAlign w:val="superscript"/>
        </w:rPr>
        <w:t>me</w:t>
      </w:r>
      <w:r w:rsidR="00B77E03">
        <w:t> </w:t>
      </w:r>
      <w:proofErr w:type="spellStart"/>
      <w:r w:rsidRPr="002813C1">
        <w:t>Férailleur</w:t>
      </w:r>
      <w:proofErr w:type="spellEnd"/>
      <w:r w:rsidR="00B77E03">
        <w:t xml:space="preserve">… </w:t>
      </w:r>
      <w:r w:rsidRPr="002813C1">
        <w:t>Souvent elle s</w:t>
      </w:r>
      <w:r w:rsidR="00B77E03">
        <w:t>’</w:t>
      </w:r>
      <w:r w:rsidRPr="002813C1">
        <w:t>était demandé si sa naissance et son passé ne creusaient pas un abîme entre elle et Pascal</w:t>
      </w:r>
      <w:r w:rsidR="00B77E03">
        <w:t xml:space="preserve">… </w:t>
      </w:r>
      <w:r w:rsidRPr="002813C1">
        <w:t>Et elle ne s</w:t>
      </w:r>
      <w:r w:rsidR="00B77E03">
        <w:t>’</w:t>
      </w:r>
      <w:r w:rsidRPr="002813C1">
        <w:t>était sentie rassurée que le jour où le vieux juge de paix</w:t>
      </w:r>
      <w:r w:rsidR="00B77E03">
        <w:t xml:space="preserve">, </w:t>
      </w:r>
      <w:r w:rsidRPr="002813C1">
        <w:t>après avoir entendu le récit de sa vie</w:t>
      </w:r>
      <w:r w:rsidR="00B77E03">
        <w:t xml:space="preserve">, </w:t>
      </w:r>
      <w:r w:rsidRPr="002813C1">
        <w:t>lui avait dit</w:t>
      </w:r>
      <w:r w:rsidR="00B77E03">
        <w:t> :</w:t>
      </w:r>
    </w:p>
    <w:p w14:paraId="49A9B5CC" w14:textId="227DFCCC" w:rsidR="00B77E03" w:rsidRDefault="00B77E03" w:rsidP="00B77E03">
      <w:r>
        <w:t>« — </w:t>
      </w:r>
      <w:r w:rsidR="0024252B" w:rsidRPr="002813C1">
        <w:t>Si j</w:t>
      </w:r>
      <w:r>
        <w:t>’</w:t>
      </w:r>
      <w:r w:rsidR="0024252B" w:rsidRPr="002813C1">
        <w:t>avais un fils</w:t>
      </w:r>
      <w:r>
        <w:t xml:space="preserve">, </w:t>
      </w:r>
      <w:r w:rsidR="0024252B" w:rsidRPr="002813C1">
        <w:t>je serais fier qu</w:t>
      </w:r>
      <w:r>
        <w:t>’</w:t>
      </w:r>
      <w:r w:rsidR="0024252B" w:rsidRPr="002813C1">
        <w:t>il fût aimé de vous</w:t>
      </w:r>
      <w:r>
        <w:t> ! »</w:t>
      </w:r>
    </w:p>
    <w:p w14:paraId="3ABA436E" w14:textId="01DCFCC0" w:rsidR="00B77E03" w:rsidRDefault="0024252B" w:rsidP="00B77E03">
      <w:r w:rsidRPr="002813C1">
        <w:t>Bientôt</w:t>
      </w:r>
      <w:r w:rsidR="00B77E03">
        <w:t xml:space="preserve">, </w:t>
      </w:r>
      <w:r w:rsidRPr="002813C1">
        <w:t xml:space="preserve">il fut clair que </w:t>
      </w:r>
      <w:r w:rsidR="00B77E03">
        <w:t>M</w:t>
      </w:r>
      <w:r w:rsidR="00B77E03" w:rsidRPr="00B77E03">
        <w:rPr>
          <w:vertAlign w:val="superscript"/>
        </w:rPr>
        <w:t>me</w:t>
      </w:r>
      <w:r w:rsidR="00B77E03">
        <w:t> </w:t>
      </w:r>
      <w:proofErr w:type="spellStart"/>
      <w:r w:rsidRPr="002813C1">
        <w:t>Férailleur</w:t>
      </w:r>
      <w:proofErr w:type="spellEnd"/>
      <w:r w:rsidRPr="002813C1">
        <w:t xml:space="preserve"> était émue</w:t>
      </w:r>
      <w:r w:rsidR="00B77E03">
        <w:t xml:space="preserve">, </w:t>
      </w:r>
      <w:r w:rsidRPr="002813C1">
        <w:t>elle s</w:t>
      </w:r>
      <w:r w:rsidR="00B77E03">
        <w:t>’</w:t>
      </w:r>
      <w:r w:rsidRPr="002813C1">
        <w:t>attendrissait</w:t>
      </w:r>
      <w:r w:rsidR="00B77E03">
        <w:t xml:space="preserve">, </w:t>
      </w:r>
      <w:r w:rsidRPr="002813C1">
        <w:t>et même</w:t>
      </w:r>
      <w:r w:rsidR="00B77E03">
        <w:t xml:space="preserve">, </w:t>
      </w:r>
      <w:r w:rsidRPr="002813C1">
        <w:t>à un moment</w:t>
      </w:r>
      <w:r w:rsidR="00B77E03">
        <w:t xml:space="preserve">, </w:t>
      </w:r>
      <w:r w:rsidRPr="002813C1">
        <w:t>soulevant ses lunettes</w:t>
      </w:r>
      <w:r w:rsidR="00B77E03">
        <w:t xml:space="preserve">, </w:t>
      </w:r>
      <w:r w:rsidRPr="002813C1">
        <w:t>elle essuya une larme furtive qui fit bondir de joie le cœur de Pascal</w:t>
      </w:r>
      <w:r w:rsidR="00B77E03">
        <w:t>.</w:t>
      </w:r>
    </w:p>
    <w:p w14:paraId="6C2CC5E2" w14:textId="77777777" w:rsidR="00B77E03" w:rsidRDefault="00B77E03" w:rsidP="00B77E03">
      <w:r>
        <w:lastRenderedPageBreak/>
        <w:t>— </w:t>
      </w:r>
      <w:r w:rsidR="0024252B" w:rsidRPr="002813C1">
        <w:t>Ces lettres sont admirables</w:t>
      </w:r>
      <w:r>
        <w:t xml:space="preserve">, </w:t>
      </w:r>
      <w:r w:rsidR="0024252B" w:rsidRPr="002813C1">
        <w:t>prononça-t-elle</w:t>
      </w:r>
      <w:r>
        <w:t xml:space="preserve">, </w:t>
      </w:r>
      <w:r w:rsidR="0024252B" w:rsidRPr="002813C1">
        <w:t>et jamais jeune fille élevée par une sainte mère n</w:t>
      </w:r>
      <w:r>
        <w:t>’</w:t>
      </w:r>
      <w:r w:rsidR="0024252B" w:rsidRPr="002813C1">
        <w:t>a mieux exprimé de plus nobles sentiments</w:t>
      </w:r>
      <w:r>
        <w:t xml:space="preserve">… </w:t>
      </w:r>
      <w:r w:rsidR="0024252B" w:rsidRPr="002813C1">
        <w:t>Seulement</w:t>
      </w:r>
      <w:r>
        <w:t>…</w:t>
      </w:r>
    </w:p>
    <w:p w14:paraId="665D6415" w14:textId="77777777" w:rsidR="00B77E03" w:rsidRDefault="0024252B" w:rsidP="00B77E03">
      <w:r w:rsidRPr="002813C1">
        <w:t>Elle s</w:t>
      </w:r>
      <w:r w:rsidR="00B77E03">
        <w:t>’</w:t>
      </w:r>
      <w:r w:rsidRPr="002813C1">
        <w:t>interrompit</w:t>
      </w:r>
      <w:r w:rsidR="00B77E03">
        <w:t xml:space="preserve">, </w:t>
      </w:r>
      <w:r w:rsidRPr="002813C1">
        <w:t>ne voulant pas sans doute blesser son fils</w:t>
      </w:r>
      <w:r w:rsidR="00B77E03">
        <w:t xml:space="preserve">, </w:t>
      </w:r>
      <w:r w:rsidRPr="002813C1">
        <w:t>mais comme il la pressait</w:t>
      </w:r>
      <w:r w:rsidR="00B77E03">
        <w:t> :</w:t>
      </w:r>
    </w:p>
    <w:p w14:paraId="41906A7E" w14:textId="77777777" w:rsidR="00B77E03" w:rsidRDefault="00B77E03" w:rsidP="00B77E03">
      <w:r>
        <w:t>— </w:t>
      </w:r>
      <w:r w:rsidR="0024252B" w:rsidRPr="002813C1">
        <w:t>Seulement</w:t>
      </w:r>
      <w:r>
        <w:t xml:space="preserve">, </w:t>
      </w:r>
      <w:r w:rsidR="0024252B" w:rsidRPr="002813C1">
        <w:t>ajouta-t-elle</w:t>
      </w:r>
      <w:r>
        <w:t xml:space="preserve">, </w:t>
      </w:r>
      <w:r w:rsidR="0024252B" w:rsidRPr="002813C1">
        <w:t>ces lettres ont le tort irrémissible de t</w:t>
      </w:r>
      <w:r>
        <w:t>’</w:t>
      </w:r>
      <w:r w:rsidR="0024252B" w:rsidRPr="002813C1">
        <w:t>avoir été adressées</w:t>
      </w:r>
      <w:r>
        <w:t xml:space="preserve">, </w:t>
      </w:r>
      <w:r w:rsidR="0024252B" w:rsidRPr="002813C1">
        <w:t>Pascal</w:t>
      </w:r>
      <w:r>
        <w:t> !</w:t>
      </w:r>
    </w:p>
    <w:p w14:paraId="5BBECE70" w14:textId="77777777" w:rsidR="00B77E03" w:rsidRDefault="0024252B" w:rsidP="00B77E03">
      <w:r w:rsidRPr="002813C1">
        <w:t>Mais ce fut le dernier cri de son intraitable obstination</w:t>
      </w:r>
      <w:r w:rsidR="00B77E03">
        <w:t>.</w:t>
      </w:r>
    </w:p>
    <w:p w14:paraId="73BCC5E0" w14:textId="77777777" w:rsidR="00B77E03" w:rsidRDefault="00B77E03" w:rsidP="00B77E03">
      <w:r>
        <w:t>— </w:t>
      </w:r>
      <w:r w:rsidR="0024252B" w:rsidRPr="002813C1">
        <w:t>Maintenant</w:t>
      </w:r>
      <w:r>
        <w:t xml:space="preserve">, </w:t>
      </w:r>
      <w:r w:rsidR="0024252B" w:rsidRPr="002813C1">
        <w:t>reprit-elle</w:t>
      </w:r>
      <w:r>
        <w:t xml:space="preserve">, </w:t>
      </w:r>
      <w:r w:rsidR="0024252B" w:rsidRPr="002813C1">
        <w:t>attends avant de juger ta mère</w:t>
      </w:r>
      <w:r>
        <w:t> !…</w:t>
      </w:r>
    </w:p>
    <w:p w14:paraId="1BF93C6A" w14:textId="77777777" w:rsidR="00B77E03" w:rsidRDefault="0024252B" w:rsidP="00B77E03">
      <w:r w:rsidRPr="002813C1">
        <w:t>Elle se leva</w:t>
      </w:r>
      <w:r w:rsidR="00B77E03">
        <w:t xml:space="preserve">, </w:t>
      </w:r>
      <w:r w:rsidRPr="002813C1">
        <w:t>ouvrit vivement un tiroir</w:t>
      </w:r>
      <w:r w:rsidR="00B77E03">
        <w:t xml:space="preserve">, </w:t>
      </w:r>
      <w:r w:rsidRPr="002813C1">
        <w:t>et en sortit un papier sali et froissé qu</w:t>
      </w:r>
      <w:r w:rsidR="00B77E03">
        <w:t>’</w:t>
      </w:r>
      <w:r w:rsidRPr="002813C1">
        <w:t>elle présenta à son fils en lui disant</w:t>
      </w:r>
      <w:r w:rsidR="00B77E03">
        <w:t> :</w:t>
      </w:r>
    </w:p>
    <w:p w14:paraId="715253D3" w14:textId="77777777" w:rsidR="00B77E03" w:rsidRDefault="00B77E03" w:rsidP="00B77E03">
      <w:r>
        <w:t>— </w:t>
      </w:r>
      <w:r w:rsidR="0024252B" w:rsidRPr="002813C1">
        <w:t>Lis ceci attentivement</w:t>
      </w:r>
      <w:r>
        <w:t>.</w:t>
      </w:r>
    </w:p>
    <w:p w14:paraId="4648A52C" w14:textId="671217A8" w:rsidR="00B77E03" w:rsidRDefault="0024252B" w:rsidP="00B77E03">
      <w:r w:rsidRPr="002813C1">
        <w:t>Ceci</w:t>
      </w:r>
      <w:r w:rsidR="00B77E03">
        <w:t xml:space="preserve">, </w:t>
      </w:r>
      <w:r w:rsidRPr="002813C1">
        <w:t>c</w:t>
      </w:r>
      <w:r w:rsidR="00B77E03">
        <w:t>’</w:t>
      </w:r>
      <w:r w:rsidRPr="002813C1">
        <w:t xml:space="preserve">était le billet au crayon que </w:t>
      </w:r>
      <w:r w:rsidR="00B77E03">
        <w:t>M</w:t>
      </w:r>
      <w:r w:rsidR="00B77E03" w:rsidRPr="00B77E03">
        <w:rPr>
          <w:vertAlign w:val="superscript"/>
        </w:rPr>
        <w:t>me</w:t>
      </w:r>
      <w:r w:rsidR="00B77E03">
        <w:t> </w:t>
      </w:r>
      <w:r w:rsidRPr="002813C1">
        <w:t>Léon avait remis à Pascal</w:t>
      </w:r>
      <w:r w:rsidR="00B77E03">
        <w:t xml:space="preserve">, </w:t>
      </w:r>
      <w:r w:rsidRPr="002813C1">
        <w:t>qu</w:t>
      </w:r>
      <w:r w:rsidR="00B77E03">
        <w:t>’</w:t>
      </w:r>
      <w:r w:rsidRPr="002813C1">
        <w:t>il avait deviné plutôt que lu</w:t>
      </w:r>
      <w:r w:rsidR="00B77E03">
        <w:t xml:space="preserve">, </w:t>
      </w:r>
      <w:r w:rsidRPr="002813C1">
        <w:t>à la lueur d</w:t>
      </w:r>
      <w:r w:rsidR="00B77E03">
        <w:t>’</w:t>
      </w:r>
      <w:r w:rsidRPr="002813C1">
        <w:t>un réverbère</w:t>
      </w:r>
      <w:r w:rsidR="00B77E03">
        <w:t xml:space="preserve">, </w:t>
      </w:r>
      <w:r w:rsidRPr="002813C1">
        <w:t>qu</w:t>
      </w:r>
      <w:r w:rsidR="00B77E03">
        <w:t>’</w:t>
      </w:r>
      <w:r w:rsidRPr="002813C1">
        <w:t>il avait jeté à sa mère</w:t>
      </w:r>
      <w:r w:rsidR="00B77E03">
        <w:t xml:space="preserve">, </w:t>
      </w:r>
      <w:r w:rsidRPr="002813C1">
        <w:t>en rentrant</w:t>
      </w:r>
      <w:r w:rsidR="00B77E03">
        <w:t xml:space="preserve">, </w:t>
      </w:r>
      <w:r w:rsidRPr="002813C1">
        <w:t>et qu</w:t>
      </w:r>
      <w:r w:rsidR="00B77E03">
        <w:t>’</w:t>
      </w:r>
      <w:r w:rsidRPr="002813C1">
        <w:t>elle avait gardé</w:t>
      </w:r>
      <w:r w:rsidR="00B77E03">
        <w:t>…</w:t>
      </w:r>
    </w:p>
    <w:p w14:paraId="40390630" w14:textId="77777777" w:rsidR="00B77E03" w:rsidRDefault="0024252B" w:rsidP="00B77E03">
      <w:r w:rsidRPr="002813C1">
        <w:t>Il n</w:t>
      </w:r>
      <w:r w:rsidR="00B77E03">
        <w:t>’</w:t>
      </w:r>
      <w:r w:rsidRPr="002813C1">
        <w:t>avait pas sa tête à lui</w:t>
      </w:r>
      <w:r w:rsidR="00B77E03">
        <w:t xml:space="preserve">, </w:t>
      </w:r>
      <w:r w:rsidRPr="002813C1">
        <w:t>le soir où il avait</w:t>
      </w:r>
      <w:r w:rsidR="00B77E03">
        <w:t xml:space="preserve">, </w:t>
      </w:r>
      <w:r w:rsidRPr="002813C1">
        <w:t>été foudroyé par ce billet si cruel</w:t>
      </w:r>
      <w:r w:rsidR="00B77E03">
        <w:t xml:space="preserve">, </w:t>
      </w:r>
      <w:r w:rsidRPr="002813C1">
        <w:t>tandis qu</w:t>
      </w:r>
      <w:r w:rsidR="00B77E03">
        <w:t>’</w:t>
      </w:r>
      <w:r w:rsidRPr="002813C1">
        <w:t>en ce moment</w:t>
      </w:r>
      <w:r w:rsidR="00B77E03">
        <w:t xml:space="preserve">, </w:t>
      </w:r>
      <w:r w:rsidRPr="002813C1">
        <w:t>il jouissait du libre exercice de toutes ses facultés</w:t>
      </w:r>
      <w:r w:rsidR="00B77E03">
        <w:t>…</w:t>
      </w:r>
    </w:p>
    <w:p w14:paraId="68A5C7F3" w14:textId="77777777" w:rsidR="00B77E03" w:rsidRDefault="0024252B" w:rsidP="00B77E03">
      <w:r w:rsidRPr="002813C1">
        <w:t>Il n</w:t>
      </w:r>
      <w:r w:rsidR="00B77E03">
        <w:t>’</w:t>
      </w:r>
      <w:r w:rsidRPr="002813C1">
        <w:t>eut pas plus tôt jeté les yeux sur ces quelques lignes</w:t>
      </w:r>
      <w:r w:rsidR="00B77E03">
        <w:t xml:space="preserve">, </w:t>
      </w:r>
      <w:r w:rsidRPr="002813C1">
        <w:t>qu</w:t>
      </w:r>
      <w:r w:rsidR="00B77E03">
        <w:t>’</w:t>
      </w:r>
      <w:r w:rsidRPr="002813C1">
        <w:t>il se dressa tout d</w:t>
      </w:r>
      <w:r w:rsidR="00B77E03">
        <w:t>’</w:t>
      </w:r>
      <w:r w:rsidRPr="002813C1">
        <w:t>une pièce</w:t>
      </w:r>
      <w:r w:rsidR="00B77E03">
        <w:t xml:space="preserve">, </w:t>
      </w:r>
      <w:r w:rsidRPr="002813C1">
        <w:t>pâle et roide</w:t>
      </w:r>
      <w:r w:rsidR="00B77E03">
        <w:t xml:space="preserve">, </w:t>
      </w:r>
      <w:r w:rsidRPr="002813C1">
        <w:t>et</w:t>
      </w:r>
      <w:r w:rsidR="00B77E03">
        <w:t xml:space="preserve">, </w:t>
      </w:r>
      <w:r w:rsidRPr="002813C1">
        <w:t>d</w:t>
      </w:r>
      <w:r w:rsidR="00B77E03">
        <w:t>’</w:t>
      </w:r>
      <w:r w:rsidRPr="002813C1">
        <w:t>une voix profondément altérée</w:t>
      </w:r>
      <w:r w:rsidR="00B77E03">
        <w:t xml:space="preserve">, </w:t>
      </w:r>
      <w:r w:rsidRPr="002813C1">
        <w:t>dit</w:t>
      </w:r>
      <w:r w:rsidR="00B77E03">
        <w:t> :</w:t>
      </w:r>
    </w:p>
    <w:p w14:paraId="55E663C1" w14:textId="77777777" w:rsidR="00B77E03" w:rsidRDefault="00B77E03" w:rsidP="00B77E03">
      <w:r>
        <w:t>— </w:t>
      </w:r>
      <w:r w:rsidR="0024252B" w:rsidRPr="002813C1">
        <w:t>Ce n</w:t>
      </w:r>
      <w:r>
        <w:t>’</w:t>
      </w:r>
      <w:r w:rsidR="0024252B" w:rsidRPr="002813C1">
        <w:t>est pas Marguerite qui a écrit cela</w:t>
      </w:r>
      <w:r>
        <w:t> !…</w:t>
      </w:r>
    </w:p>
    <w:p w14:paraId="15D28912" w14:textId="77777777" w:rsidR="00B77E03" w:rsidRDefault="0024252B" w:rsidP="00B77E03">
      <w:r w:rsidRPr="002813C1">
        <w:t>L</w:t>
      </w:r>
      <w:r w:rsidR="00B77E03">
        <w:t>’</w:t>
      </w:r>
      <w:r w:rsidRPr="002813C1">
        <w:t>étrangeté de la découverte devait stupéfier Pascal</w:t>
      </w:r>
      <w:r w:rsidR="00B77E03">
        <w:t>…</w:t>
      </w:r>
    </w:p>
    <w:p w14:paraId="0186DDC5" w14:textId="77777777" w:rsidR="00B77E03" w:rsidRDefault="00B77E03" w:rsidP="00B77E03">
      <w:r>
        <w:lastRenderedPageBreak/>
        <w:t>— </w:t>
      </w:r>
      <w:r w:rsidR="0024252B" w:rsidRPr="002813C1">
        <w:t>J</w:t>
      </w:r>
      <w:r>
        <w:t>’</w:t>
      </w:r>
      <w:r w:rsidR="0024252B" w:rsidRPr="002813C1">
        <w:t>étais donc fou</w:t>
      </w:r>
      <w:r>
        <w:t xml:space="preserve">, </w:t>
      </w:r>
      <w:r w:rsidR="0024252B" w:rsidRPr="002813C1">
        <w:t>murmura-t-il</w:t>
      </w:r>
      <w:r>
        <w:t xml:space="preserve">, </w:t>
      </w:r>
      <w:r w:rsidR="0024252B" w:rsidRPr="002813C1">
        <w:t>fou à lier</w:t>
      </w:r>
      <w:r>
        <w:t xml:space="preserve"> !… </w:t>
      </w:r>
      <w:r w:rsidR="0024252B" w:rsidRPr="002813C1">
        <w:t>La fraude est grossière et saute aux yeux</w:t>
      </w:r>
      <w:r>
        <w:t xml:space="preserve">… </w:t>
      </w:r>
      <w:r w:rsidR="0024252B" w:rsidRPr="002813C1">
        <w:t>Comment ai-je pu m</w:t>
      </w:r>
      <w:r>
        <w:t>’</w:t>
      </w:r>
      <w:r w:rsidR="0024252B" w:rsidRPr="002813C1">
        <w:t>y laisser prendre</w:t>
      </w:r>
      <w:r>
        <w:t> ?…</w:t>
      </w:r>
    </w:p>
    <w:p w14:paraId="64AB5462" w14:textId="77777777" w:rsidR="00B77E03" w:rsidRDefault="0024252B" w:rsidP="00B77E03">
      <w:r w:rsidRPr="002813C1">
        <w:t>Et comme s</w:t>
      </w:r>
      <w:r w:rsidR="00B77E03">
        <w:t>’</w:t>
      </w:r>
      <w:r w:rsidRPr="002813C1">
        <w:t>il eût senti le besoin de se démontrer qu</w:t>
      </w:r>
      <w:r w:rsidR="00B77E03">
        <w:t>’</w:t>
      </w:r>
      <w:r w:rsidRPr="002813C1">
        <w:t>il ne s</w:t>
      </w:r>
      <w:r w:rsidR="00B77E03">
        <w:t>’</w:t>
      </w:r>
      <w:r w:rsidRPr="002813C1">
        <w:t>abusait pas</w:t>
      </w:r>
      <w:r w:rsidR="00B77E03">
        <w:t xml:space="preserve">, </w:t>
      </w:r>
      <w:r w:rsidRPr="002813C1">
        <w:t>il poursuivit</w:t>
      </w:r>
      <w:r w:rsidR="00B77E03">
        <w:t xml:space="preserve">, </w:t>
      </w:r>
      <w:r w:rsidRPr="002813C1">
        <w:t>se parlant à lui-même plutôt qu</w:t>
      </w:r>
      <w:r w:rsidR="00B77E03">
        <w:t>’</w:t>
      </w:r>
      <w:r w:rsidRPr="002813C1">
        <w:t>il ne s</w:t>
      </w:r>
      <w:r w:rsidR="00B77E03">
        <w:t>’</w:t>
      </w:r>
      <w:r w:rsidRPr="002813C1">
        <w:t>adressait à sa mère</w:t>
      </w:r>
      <w:r w:rsidR="00B77E03">
        <w:t> :</w:t>
      </w:r>
    </w:p>
    <w:p w14:paraId="70DD4E38" w14:textId="2DF68078" w:rsidR="00B77E03" w:rsidRDefault="00B77E03" w:rsidP="00B77E03">
      <w:r>
        <w:t>— </w:t>
      </w:r>
      <w:r w:rsidR="0024252B" w:rsidRPr="002813C1">
        <w:t>L</w:t>
      </w:r>
      <w:r>
        <w:t>’</w:t>
      </w:r>
      <w:r w:rsidR="0024252B" w:rsidRPr="002813C1">
        <w:t>écriture est assez celle de Marguerite</w:t>
      </w:r>
      <w:r>
        <w:t xml:space="preserve">, </w:t>
      </w:r>
      <w:r w:rsidR="0024252B" w:rsidRPr="002813C1">
        <w:t>c</w:t>
      </w:r>
      <w:r>
        <w:t>’</w:t>
      </w:r>
      <w:r w:rsidR="0024252B" w:rsidRPr="002813C1">
        <w:t>est vrai</w:t>
      </w:r>
      <w:r>
        <w:t xml:space="preserve">, </w:t>
      </w:r>
      <w:r w:rsidR="0024252B" w:rsidRPr="002813C1">
        <w:t>on ne l</w:t>
      </w:r>
      <w:r>
        <w:t>’</w:t>
      </w:r>
      <w:r w:rsidR="0024252B" w:rsidRPr="002813C1">
        <w:t>a pas trop maladroitement contrefaite</w:t>
      </w:r>
      <w:r>
        <w:t xml:space="preserve">… </w:t>
      </w:r>
      <w:r w:rsidR="0024252B" w:rsidRPr="002813C1">
        <w:t>Mais qui ne sait que toutes les écritures au crayon se ressemblent plus ou moins</w:t>
      </w:r>
      <w:r>
        <w:t xml:space="preserve">… </w:t>
      </w:r>
      <w:r w:rsidR="0024252B" w:rsidRPr="002813C1">
        <w:t>Ce qui est manifeste</w:t>
      </w:r>
      <w:r>
        <w:t xml:space="preserve">, </w:t>
      </w:r>
      <w:r w:rsidR="0024252B" w:rsidRPr="002813C1">
        <w:t>par exemple</w:t>
      </w:r>
      <w:r>
        <w:t xml:space="preserve">, </w:t>
      </w:r>
      <w:r w:rsidR="0024252B" w:rsidRPr="002813C1">
        <w:t>c</w:t>
      </w:r>
      <w:r>
        <w:t>’</w:t>
      </w:r>
      <w:r w:rsidR="0024252B" w:rsidRPr="002813C1">
        <w:t>est que jamais Marguerite</w:t>
      </w:r>
      <w:r>
        <w:t xml:space="preserve">, </w:t>
      </w:r>
      <w:r w:rsidR="0024252B" w:rsidRPr="002813C1">
        <w:t>qui est la simplicité même</w:t>
      </w:r>
      <w:r>
        <w:t xml:space="preserve">, </w:t>
      </w:r>
      <w:r w:rsidR="0024252B" w:rsidRPr="002813C1">
        <w:t>n</w:t>
      </w:r>
      <w:r>
        <w:t>’</w:t>
      </w:r>
      <w:r w:rsidR="0024252B" w:rsidRPr="002813C1">
        <w:t>eût employé des phrases aussi prétentieusement boursoufflées que les tirades d</w:t>
      </w:r>
      <w:r>
        <w:t>’</w:t>
      </w:r>
      <w:r w:rsidR="0024252B" w:rsidRPr="002813C1">
        <w:t>un mauvais mélodrame</w:t>
      </w:r>
      <w:r>
        <w:t xml:space="preserve">… </w:t>
      </w:r>
      <w:r w:rsidR="0024252B" w:rsidRPr="002813C1">
        <w:t>Quoi</w:t>
      </w:r>
      <w:r>
        <w:t xml:space="preserve"> ! </w:t>
      </w:r>
      <w:r w:rsidR="0024252B" w:rsidRPr="002813C1">
        <w:t>j</w:t>
      </w:r>
      <w:r>
        <w:t>’</w:t>
      </w:r>
      <w:r w:rsidR="0024252B" w:rsidRPr="002813C1">
        <w:t>ai pu admettre qu</w:t>
      </w:r>
      <w:r>
        <w:t>’</w:t>
      </w:r>
      <w:r w:rsidR="0024252B" w:rsidRPr="002813C1">
        <w:t>elle avait pensé et écrit ceci</w:t>
      </w:r>
      <w:r>
        <w:t> : « </w:t>
      </w:r>
      <w:r w:rsidR="0024252B" w:rsidRPr="002813C1">
        <w:t>On ne trahit pas les serments faits aux mourants</w:t>
      </w:r>
      <w:r>
        <w:t xml:space="preserve">, </w:t>
      </w:r>
      <w:r w:rsidR="0024252B" w:rsidRPr="002813C1">
        <w:t>je tiendrai le mien</w:t>
      </w:r>
      <w:r>
        <w:t xml:space="preserve">, </w:t>
      </w:r>
      <w:r w:rsidR="0024252B" w:rsidRPr="002813C1">
        <w:t>dût mon cœur se briser</w:t>
      </w:r>
      <w:r>
        <w:t>… »</w:t>
      </w:r>
      <w:r w:rsidR="0024252B" w:rsidRPr="002813C1">
        <w:t xml:space="preserve"> C</w:t>
      </w:r>
      <w:r>
        <w:t>’</w:t>
      </w:r>
      <w:r w:rsidR="0024252B" w:rsidRPr="002813C1">
        <w:t>est trop bête</w:t>
      </w:r>
      <w:r>
        <w:t xml:space="preserve">, </w:t>
      </w:r>
      <w:r w:rsidR="0024252B" w:rsidRPr="002813C1">
        <w:t>en vérité</w:t>
      </w:r>
      <w:r>
        <w:t xml:space="preserve"> !… </w:t>
      </w:r>
      <w:r w:rsidR="0024252B" w:rsidRPr="002813C1">
        <w:t>Et ceci encore</w:t>
      </w:r>
      <w:r>
        <w:t> : « </w:t>
      </w:r>
      <w:r w:rsidR="0024252B" w:rsidRPr="002813C1">
        <w:t>Oubliez donc celle qui vous aima tant autrefois</w:t>
      </w:r>
      <w:r>
        <w:t xml:space="preserve"> : </w:t>
      </w:r>
      <w:r w:rsidR="0024252B" w:rsidRPr="002813C1">
        <w:t>elle est maintenant la fiancée d</w:t>
      </w:r>
      <w:r>
        <w:t>’</w:t>
      </w:r>
      <w:r w:rsidR="0024252B" w:rsidRPr="002813C1">
        <w:t>un autre</w:t>
      </w:r>
      <w:r>
        <w:t xml:space="preserve">, </w:t>
      </w:r>
      <w:r w:rsidR="0024252B" w:rsidRPr="002813C1">
        <w:t>et l</w:t>
      </w:r>
      <w:r>
        <w:t>’</w:t>
      </w:r>
      <w:r w:rsidR="0024252B" w:rsidRPr="002813C1">
        <w:t>honneur lui commande d</w:t>
      </w:r>
      <w:r>
        <w:t>’</w:t>
      </w:r>
      <w:r w:rsidR="0024252B" w:rsidRPr="002813C1">
        <w:t>oublier jusqu</w:t>
      </w:r>
      <w:r>
        <w:t>’</w:t>
      </w:r>
      <w:r w:rsidR="0024252B" w:rsidRPr="002813C1">
        <w:t>à votre nom</w:t>
      </w:r>
      <w:r>
        <w:t> ! »</w:t>
      </w:r>
    </w:p>
    <w:p w14:paraId="411E05AB" w14:textId="77777777" w:rsidR="00B77E03" w:rsidRDefault="0024252B" w:rsidP="00B77E03">
      <w:r w:rsidRPr="002813C1">
        <w:t>Il déclamait cela</w:t>
      </w:r>
      <w:r w:rsidR="00B77E03">
        <w:t xml:space="preserve">, </w:t>
      </w:r>
      <w:r w:rsidRPr="002813C1">
        <w:t>avec une emphase burlesque</w:t>
      </w:r>
      <w:r w:rsidR="00B77E03">
        <w:t xml:space="preserve">, </w:t>
      </w:r>
      <w:r w:rsidRPr="002813C1">
        <w:t>qui en faisait mieux ressortir l</w:t>
      </w:r>
      <w:r w:rsidR="00B77E03">
        <w:t>’</w:t>
      </w:r>
      <w:r w:rsidRPr="002813C1">
        <w:t>absurdité</w:t>
      </w:r>
      <w:r w:rsidR="00B77E03">
        <w:t xml:space="preserve">… </w:t>
      </w:r>
      <w:r w:rsidRPr="002813C1">
        <w:t>Il y avait un peu de folie</w:t>
      </w:r>
      <w:r w:rsidR="00B77E03">
        <w:t xml:space="preserve">, </w:t>
      </w:r>
      <w:r w:rsidRPr="002813C1">
        <w:t>dans son fait</w:t>
      </w:r>
      <w:r w:rsidR="00B77E03">
        <w:t xml:space="preserve">, </w:t>
      </w:r>
      <w:r w:rsidRPr="002813C1">
        <w:t>de cette exaltation</w:t>
      </w:r>
      <w:r w:rsidR="00B77E03">
        <w:t xml:space="preserve">, </w:t>
      </w:r>
      <w:r w:rsidRPr="002813C1">
        <w:t>du moins</w:t>
      </w:r>
      <w:r w:rsidR="00B77E03">
        <w:t xml:space="preserve">, </w:t>
      </w:r>
      <w:r w:rsidRPr="002813C1">
        <w:t>que communique au cerveau un bonheur inespéré qui</w:t>
      </w:r>
      <w:r w:rsidR="00B77E03">
        <w:t xml:space="preserve">, </w:t>
      </w:r>
      <w:r w:rsidRPr="002813C1">
        <w:t>du moins</w:t>
      </w:r>
      <w:r w:rsidR="00B77E03">
        <w:t xml:space="preserve">, </w:t>
      </w:r>
      <w:r w:rsidRPr="002813C1">
        <w:t>passe tout ce qu</w:t>
      </w:r>
      <w:r w:rsidR="00B77E03">
        <w:t>’</w:t>
      </w:r>
      <w:r w:rsidRPr="002813C1">
        <w:t>on pouvait raisonnablement espérer</w:t>
      </w:r>
      <w:r w:rsidR="00B77E03">
        <w:t>…</w:t>
      </w:r>
    </w:p>
    <w:p w14:paraId="3347D255" w14:textId="77777777" w:rsidR="00B77E03" w:rsidRDefault="00B77E03" w:rsidP="00B77E03">
      <w:r>
        <w:t>— </w:t>
      </w:r>
      <w:r w:rsidR="0024252B" w:rsidRPr="002813C1">
        <w:t>Et que dire des fautes d</w:t>
      </w:r>
      <w:r>
        <w:t>’</w:t>
      </w:r>
      <w:r w:rsidR="0024252B" w:rsidRPr="002813C1">
        <w:t>orthographe</w:t>
      </w:r>
      <w:r>
        <w:t xml:space="preserve">, </w:t>
      </w:r>
      <w:r w:rsidR="0024252B" w:rsidRPr="002813C1">
        <w:t>reprit-il</w:t>
      </w:r>
      <w:r>
        <w:t xml:space="preserve">… </w:t>
      </w:r>
      <w:r w:rsidR="0024252B" w:rsidRPr="002813C1">
        <w:t>Tu as vu</w:t>
      </w:r>
      <w:r>
        <w:t xml:space="preserve">, </w:t>
      </w:r>
      <w:r w:rsidR="0024252B" w:rsidRPr="002813C1">
        <w:t>mère</w:t>
      </w:r>
      <w:r>
        <w:t xml:space="preserve">… </w:t>
      </w:r>
      <w:r w:rsidR="0024252B" w:rsidRPr="002813C1">
        <w:t xml:space="preserve">commander est écrit avec un seul </w:t>
      </w:r>
      <w:r w:rsidR="0024252B" w:rsidRPr="002813C1">
        <w:rPr>
          <w:i/>
          <w:szCs w:val="32"/>
        </w:rPr>
        <w:t>m</w:t>
      </w:r>
      <w:r>
        <w:t xml:space="preserve">, </w:t>
      </w:r>
      <w:r w:rsidR="0024252B" w:rsidRPr="002813C1">
        <w:t xml:space="preserve">supplier avec un seul </w:t>
      </w:r>
      <w:r w:rsidR="0024252B" w:rsidRPr="002813C1">
        <w:rPr>
          <w:i/>
          <w:szCs w:val="32"/>
        </w:rPr>
        <w:t>p</w:t>
      </w:r>
      <w:r>
        <w:t xml:space="preserve">, </w:t>
      </w:r>
      <w:r w:rsidR="0024252B" w:rsidRPr="002813C1">
        <w:t xml:space="preserve">solennel avec deux </w:t>
      </w:r>
      <w:r w:rsidR="0024252B" w:rsidRPr="002813C1">
        <w:rPr>
          <w:i/>
          <w:szCs w:val="32"/>
        </w:rPr>
        <w:t>l</w:t>
      </w:r>
      <w:r w:rsidR="0024252B" w:rsidRPr="002813C1">
        <w:t xml:space="preserve"> et un seul </w:t>
      </w:r>
      <w:r w:rsidR="0024252B" w:rsidRPr="002813C1">
        <w:rPr>
          <w:i/>
          <w:szCs w:val="32"/>
        </w:rPr>
        <w:t>n</w:t>
      </w:r>
      <w:r>
        <w:t xml:space="preserve">… </w:t>
      </w:r>
      <w:r w:rsidR="0024252B" w:rsidRPr="002813C1">
        <w:t>Assurément ce ne sont pas là des oublis qu</w:t>
      </w:r>
      <w:r>
        <w:t>’</w:t>
      </w:r>
      <w:r w:rsidR="0024252B" w:rsidRPr="002813C1">
        <w:t>on puisse attribuer à la rapidité de la rédaction</w:t>
      </w:r>
      <w:r>
        <w:t xml:space="preserve">. </w:t>
      </w:r>
      <w:r w:rsidR="0024252B" w:rsidRPr="002813C1">
        <w:t>L</w:t>
      </w:r>
      <w:r>
        <w:t>’</w:t>
      </w:r>
      <w:r w:rsidR="0024252B" w:rsidRPr="002813C1">
        <w:t>ignorance est prouvée</w:t>
      </w:r>
      <w:r>
        <w:t xml:space="preserve">, </w:t>
      </w:r>
      <w:r w:rsidR="0024252B" w:rsidRPr="002813C1">
        <w:t>puisque la faute est presque toujours la même</w:t>
      </w:r>
      <w:r>
        <w:t xml:space="preserve">… </w:t>
      </w:r>
      <w:r w:rsidR="0024252B" w:rsidRPr="002813C1">
        <w:t>Il est clair que c</w:t>
      </w:r>
      <w:r>
        <w:t>’</w:t>
      </w:r>
      <w:r w:rsidR="0024252B" w:rsidRPr="002813C1">
        <w:t>est une habitude chez le faussaire de ne pas doubler les lettres</w:t>
      </w:r>
      <w:r>
        <w:t>…</w:t>
      </w:r>
    </w:p>
    <w:p w14:paraId="3781C061" w14:textId="123004C2" w:rsidR="00B77E03" w:rsidRDefault="00B77E03" w:rsidP="00B77E03">
      <w:r>
        <w:lastRenderedPageBreak/>
        <w:t>M</w:t>
      </w:r>
      <w:r w:rsidRPr="00B77E03">
        <w:rPr>
          <w:vertAlign w:val="superscript"/>
        </w:rPr>
        <w:t>me</w:t>
      </w:r>
      <w:r>
        <w:t> </w:t>
      </w:r>
      <w:proofErr w:type="spellStart"/>
      <w:r w:rsidR="0024252B" w:rsidRPr="002813C1">
        <w:t>Férailleur</w:t>
      </w:r>
      <w:proofErr w:type="spellEnd"/>
      <w:r w:rsidR="0024252B" w:rsidRPr="002813C1">
        <w:t xml:space="preserve"> écoutait d</w:t>
      </w:r>
      <w:r>
        <w:t>’</w:t>
      </w:r>
      <w:r w:rsidR="0024252B" w:rsidRPr="002813C1">
        <w:t>un visage impassible</w:t>
      </w:r>
      <w:r>
        <w:t>…</w:t>
      </w:r>
    </w:p>
    <w:p w14:paraId="21BF65AF" w14:textId="77777777" w:rsidR="00B77E03" w:rsidRDefault="0024252B" w:rsidP="00B77E03">
      <w:r w:rsidRPr="002813C1">
        <w:t>Toutes ces objections elle les avait tournées et retournées dans son esprit</w:t>
      </w:r>
      <w:r w:rsidR="00B77E03">
        <w:t xml:space="preserve">, </w:t>
      </w:r>
      <w:r w:rsidRPr="002813C1">
        <w:t>depuis trois jours qu</w:t>
      </w:r>
      <w:r w:rsidR="00B77E03">
        <w:t>’</w:t>
      </w:r>
      <w:r w:rsidRPr="002813C1">
        <w:t>elle étudiait ce billet avec l</w:t>
      </w:r>
      <w:r w:rsidR="00B77E03">
        <w:t>’</w:t>
      </w:r>
      <w:r w:rsidRPr="002813C1">
        <w:t>espoir d</w:t>
      </w:r>
      <w:r w:rsidR="00B77E03">
        <w:t>’</w:t>
      </w:r>
      <w:r w:rsidRPr="002813C1">
        <w:t>en faire jaillir une lueur</w:t>
      </w:r>
      <w:r w:rsidR="00B77E03">
        <w:t>.</w:t>
      </w:r>
    </w:p>
    <w:p w14:paraId="6B377C5A" w14:textId="77777777" w:rsidR="00B77E03" w:rsidRDefault="00B77E03" w:rsidP="00B77E03">
      <w:r>
        <w:t>— </w:t>
      </w:r>
      <w:r w:rsidR="0024252B" w:rsidRPr="002813C1">
        <w:t>Et ces fautes sont d</w:t>
      </w:r>
      <w:r>
        <w:t>’</w:t>
      </w:r>
      <w:r w:rsidR="0024252B" w:rsidRPr="002813C1">
        <w:t>autant plus remarquables</w:t>
      </w:r>
      <w:r>
        <w:t xml:space="preserve">, </w:t>
      </w:r>
      <w:r w:rsidR="0024252B" w:rsidRPr="002813C1">
        <w:t>appuya-t-elle</w:t>
      </w:r>
      <w:r>
        <w:t xml:space="preserve">, </w:t>
      </w:r>
      <w:r w:rsidR="0024252B" w:rsidRPr="002813C1">
        <w:t>que cette lettre est tout simplement copiée</w:t>
      </w:r>
      <w:r>
        <w:t>…</w:t>
      </w:r>
    </w:p>
    <w:p w14:paraId="09DD021E" w14:textId="77777777" w:rsidR="00B77E03" w:rsidRDefault="00B77E03" w:rsidP="00B77E03">
      <w:r>
        <w:t>— </w:t>
      </w:r>
      <w:r w:rsidR="0024252B" w:rsidRPr="002813C1">
        <w:t>Oh</w:t>
      </w:r>
      <w:r>
        <w:t> !</w:t>
      </w:r>
    </w:p>
    <w:p w14:paraId="658D479F" w14:textId="77777777" w:rsidR="00B77E03" w:rsidRDefault="00B77E03" w:rsidP="00B77E03">
      <w:r>
        <w:t>— </w:t>
      </w:r>
      <w:r w:rsidR="0024252B" w:rsidRPr="002813C1">
        <w:t>Textuellement</w:t>
      </w:r>
      <w:r>
        <w:t xml:space="preserve">… </w:t>
      </w:r>
      <w:r w:rsidR="0024252B" w:rsidRPr="002813C1">
        <w:t>Hier soir</w:t>
      </w:r>
      <w:r>
        <w:t xml:space="preserve">, </w:t>
      </w:r>
      <w:r w:rsidR="0024252B" w:rsidRPr="002813C1">
        <w:t>pendant que je l</w:t>
      </w:r>
      <w:r>
        <w:t>’</w:t>
      </w:r>
      <w:r w:rsidR="0024252B" w:rsidRPr="002813C1">
        <w:t>examinais pour la vingtième fois</w:t>
      </w:r>
      <w:r>
        <w:t xml:space="preserve">, </w:t>
      </w:r>
      <w:r w:rsidR="0024252B" w:rsidRPr="002813C1">
        <w:t>il me sembla que je l</w:t>
      </w:r>
      <w:r>
        <w:t>’</w:t>
      </w:r>
      <w:r w:rsidR="0024252B" w:rsidRPr="002813C1">
        <w:t>avais déjà lue quelque part</w:t>
      </w:r>
      <w:r>
        <w:t xml:space="preserve">… </w:t>
      </w:r>
      <w:r w:rsidR="0024252B" w:rsidRPr="002813C1">
        <w:t>Où</w:t>
      </w:r>
      <w:r>
        <w:t xml:space="preserve">, </w:t>
      </w:r>
      <w:r w:rsidR="0024252B" w:rsidRPr="002813C1">
        <w:t>et en quelle circonstance</w:t>
      </w:r>
      <w:r>
        <w:t xml:space="preserve"> ? </w:t>
      </w:r>
      <w:r w:rsidR="0024252B" w:rsidRPr="002813C1">
        <w:t>C</w:t>
      </w:r>
      <w:r>
        <w:t>’</w:t>
      </w:r>
      <w:r w:rsidR="0024252B" w:rsidRPr="002813C1">
        <w:t>est ce que j</w:t>
      </w:r>
      <w:r>
        <w:t>’</w:t>
      </w:r>
      <w:r w:rsidR="0024252B" w:rsidRPr="002813C1">
        <w:t>ai cherché une partie de la nuit inutilement</w:t>
      </w:r>
      <w:r>
        <w:t xml:space="preserve">… </w:t>
      </w:r>
      <w:r w:rsidR="0024252B" w:rsidRPr="002813C1">
        <w:t>Mais ce matin</w:t>
      </w:r>
      <w:r>
        <w:t xml:space="preserve">, </w:t>
      </w:r>
      <w:r w:rsidR="0024252B" w:rsidRPr="002813C1">
        <w:t>tout à coup</w:t>
      </w:r>
      <w:r>
        <w:t xml:space="preserve">, </w:t>
      </w:r>
      <w:r w:rsidR="0024252B" w:rsidRPr="002813C1">
        <w:t>la mémoire m</w:t>
      </w:r>
      <w:r>
        <w:t>’</w:t>
      </w:r>
      <w:r w:rsidR="0024252B" w:rsidRPr="002813C1">
        <w:t>est revenue</w:t>
      </w:r>
      <w:r>
        <w:t xml:space="preserve">, </w:t>
      </w:r>
      <w:r w:rsidR="0024252B" w:rsidRPr="002813C1">
        <w:t>et je me suis rappelée très-nettement un ouvrage dont les ouvrières de notre fabrique faisaient leurs délices</w:t>
      </w:r>
      <w:r>
        <w:t xml:space="preserve">, </w:t>
      </w:r>
      <w:r w:rsidR="0024252B" w:rsidRPr="002813C1">
        <w:t>et dont j</w:t>
      </w:r>
      <w:r>
        <w:t>’</w:t>
      </w:r>
      <w:r w:rsidR="0024252B" w:rsidRPr="002813C1">
        <w:t>avais ri très-souvent</w:t>
      </w:r>
      <w:r>
        <w:t xml:space="preserve">… </w:t>
      </w:r>
      <w:r w:rsidR="0024252B" w:rsidRPr="002813C1">
        <w:t>C</w:t>
      </w:r>
      <w:r>
        <w:t>’</w:t>
      </w:r>
      <w:r w:rsidR="0024252B" w:rsidRPr="002813C1">
        <w:t>est pourquoi ce tantôt</w:t>
      </w:r>
      <w:r>
        <w:t xml:space="preserve">, </w:t>
      </w:r>
      <w:r w:rsidR="0024252B" w:rsidRPr="002813C1">
        <w:t>pendant que j</w:t>
      </w:r>
      <w:r>
        <w:t>’</w:t>
      </w:r>
      <w:r w:rsidR="0024252B" w:rsidRPr="002813C1">
        <w:t>étais en courses</w:t>
      </w:r>
      <w:r>
        <w:t xml:space="preserve">, </w:t>
      </w:r>
      <w:r w:rsidR="0024252B" w:rsidRPr="002813C1">
        <w:t>je suis entrée chez un libraire et j</w:t>
      </w:r>
      <w:r>
        <w:t>’</w:t>
      </w:r>
      <w:r w:rsidR="0024252B" w:rsidRPr="002813C1">
        <w:t>ai acheté ce livre</w:t>
      </w:r>
      <w:r>
        <w:t xml:space="preserve">… </w:t>
      </w:r>
      <w:r w:rsidR="0024252B" w:rsidRPr="002813C1">
        <w:t>C</w:t>
      </w:r>
      <w:r>
        <w:t>’</w:t>
      </w:r>
      <w:r w:rsidR="0024252B" w:rsidRPr="002813C1">
        <w:t>est lui que tu vois là</w:t>
      </w:r>
      <w:r>
        <w:t xml:space="preserve">, </w:t>
      </w:r>
      <w:r w:rsidR="0024252B" w:rsidRPr="002813C1">
        <w:t>sur le coin de la cheminée</w:t>
      </w:r>
      <w:r>
        <w:t xml:space="preserve">… </w:t>
      </w:r>
      <w:r w:rsidR="0024252B" w:rsidRPr="002813C1">
        <w:t>Prends-le</w:t>
      </w:r>
      <w:r>
        <w:t>.</w:t>
      </w:r>
    </w:p>
    <w:p w14:paraId="6ECF5756" w14:textId="77777777" w:rsidR="00B77E03" w:rsidRDefault="0024252B" w:rsidP="00B77E03">
      <w:r w:rsidRPr="002813C1">
        <w:t>Pascal obéit et fut singulièrement étonné de ce volume</w:t>
      </w:r>
      <w:r w:rsidR="00B77E03">
        <w:t xml:space="preserve">, </w:t>
      </w:r>
      <w:r w:rsidRPr="002813C1">
        <w:t>dont le titre était ainsi disposé</w:t>
      </w:r>
      <w:r w:rsidR="00B77E03">
        <w:t> :</w:t>
      </w:r>
    </w:p>
    <w:p w14:paraId="719004CC" w14:textId="78018EC7" w:rsidR="00B77E03" w:rsidRDefault="0024252B" w:rsidP="00B77E03">
      <w:pPr>
        <w:ind w:firstLine="0"/>
        <w:jc w:val="center"/>
      </w:pPr>
      <w:r w:rsidRPr="00B77E03">
        <w:t>INDISPENSABLE</w:t>
      </w:r>
    </w:p>
    <w:p w14:paraId="660E115E" w14:textId="77777777" w:rsidR="00B77E03" w:rsidRDefault="0024252B" w:rsidP="00B77E03">
      <w:pPr>
        <w:ind w:firstLine="0"/>
        <w:jc w:val="center"/>
      </w:pPr>
      <w:r w:rsidRPr="00B77E03">
        <w:rPr>
          <w:iCs/>
        </w:rPr>
        <w:t>SECRÉTAIRE</w:t>
      </w:r>
    </w:p>
    <w:p w14:paraId="2A2158A3" w14:textId="77777777" w:rsidR="00B77E03" w:rsidRDefault="0024252B" w:rsidP="00B77E03">
      <w:pPr>
        <w:ind w:firstLine="0"/>
        <w:jc w:val="center"/>
      </w:pPr>
      <w:r w:rsidRPr="00B77E03">
        <w:t>UNIVERSEL ET COMPLET</w:t>
      </w:r>
    </w:p>
    <w:p w14:paraId="5A412E25" w14:textId="77777777" w:rsidR="00B77E03" w:rsidRDefault="0024252B" w:rsidP="00B77E03">
      <w:pPr>
        <w:ind w:firstLine="0"/>
        <w:jc w:val="center"/>
      </w:pPr>
      <w:r w:rsidRPr="00B77E03">
        <w:rPr>
          <w:iCs/>
        </w:rPr>
        <w:t>des deux sexes</w:t>
      </w:r>
    </w:p>
    <w:p w14:paraId="68E7A420" w14:textId="77777777" w:rsidR="00B77E03" w:rsidRDefault="0024252B" w:rsidP="00B77E03">
      <w:pPr>
        <w:ind w:firstLine="0"/>
        <w:jc w:val="center"/>
      </w:pPr>
      <w:r w:rsidRPr="00B77E03">
        <w:t>POUR TOUTES LES POSITIONS DE LA VIE</w:t>
      </w:r>
    </w:p>
    <w:p w14:paraId="439D6271" w14:textId="00F98168" w:rsidR="00B77E03" w:rsidRDefault="00B77E03" w:rsidP="00B77E03">
      <w:r>
        <w:t>— </w:t>
      </w:r>
      <w:r w:rsidR="0024252B" w:rsidRPr="002813C1">
        <w:t>Regarde à la page que j</w:t>
      </w:r>
      <w:r>
        <w:t>’</w:t>
      </w:r>
      <w:r w:rsidR="0024252B" w:rsidRPr="002813C1">
        <w:t>ai marquée</w:t>
      </w:r>
      <w:r>
        <w:t xml:space="preserve">, </w:t>
      </w:r>
      <w:r w:rsidR="0024252B" w:rsidRPr="002813C1">
        <w:t xml:space="preserve">dit </w:t>
      </w:r>
      <w:r>
        <w:t>M</w:t>
      </w:r>
      <w:r w:rsidRPr="00B77E03">
        <w:rPr>
          <w:vertAlign w:val="superscript"/>
        </w:rPr>
        <w:t>me</w:t>
      </w:r>
      <w:r>
        <w:t> </w:t>
      </w:r>
      <w:proofErr w:type="spellStart"/>
      <w:r w:rsidR="0024252B" w:rsidRPr="002813C1">
        <w:t>Férailleur</w:t>
      </w:r>
      <w:proofErr w:type="spellEnd"/>
      <w:r w:rsidR="0024252B" w:rsidRPr="002813C1">
        <w:t xml:space="preserve"> à son fils</w:t>
      </w:r>
      <w:r>
        <w:t>…</w:t>
      </w:r>
    </w:p>
    <w:p w14:paraId="49121A2D" w14:textId="77777777" w:rsidR="00B77E03" w:rsidRDefault="0024252B" w:rsidP="00B77E03">
      <w:r w:rsidRPr="002813C1">
        <w:lastRenderedPageBreak/>
        <w:t>Il regarda</w:t>
      </w:r>
      <w:r w:rsidR="00B77E03">
        <w:t xml:space="preserve">, </w:t>
      </w:r>
      <w:r w:rsidRPr="002813C1">
        <w:t>et lut</w:t>
      </w:r>
      <w:r w:rsidR="00B77E03">
        <w:t> :</w:t>
      </w:r>
    </w:p>
    <w:p w14:paraId="7ED3E675" w14:textId="77777777" w:rsidR="00B77E03" w:rsidRDefault="00B77E03" w:rsidP="00B77E03">
      <w:r>
        <w:t>« (</w:t>
      </w:r>
      <w:r w:rsidR="0024252B" w:rsidRPr="002813C1">
        <w:t>MODÈLE 198</w:t>
      </w:r>
      <w:r>
        <w:t xml:space="preserve">). – </w:t>
      </w:r>
      <w:r w:rsidR="0024252B" w:rsidRPr="002813C1">
        <w:t>LETTRE D</w:t>
      </w:r>
      <w:r>
        <w:t>’</w:t>
      </w:r>
      <w:r w:rsidR="0024252B" w:rsidRPr="002813C1">
        <w:t>UNE JEUNE DEMOISELLE AYANT JURÉ À SON PÈRE MOURANT DE RENONCER À CELUI QU</w:t>
      </w:r>
      <w:r>
        <w:t>’</w:t>
      </w:r>
      <w:r w:rsidR="0024252B" w:rsidRPr="002813C1">
        <w:t>ELLE AIME ET D</w:t>
      </w:r>
      <w:r>
        <w:t>’</w:t>
      </w:r>
      <w:r w:rsidR="0024252B" w:rsidRPr="002813C1">
        <w:t>ACCORDER SA MAIN À UN AUTRE</w:t>
      </w:r>
      <w:r>
        <w:t>.</w:t>
      </w:r>
    </w:p>
    <w:p w14:paraId="19E82EBF" w14:textId="77777777" w:rsidR="00B77E03" w:rsidRDefault="00B77E03" w:rsidP="00B77E03">
      <w:r>
        <w:t>« </w:t>
      </w:r>
      <w:r w:rsidR="0024252B" w:rsidRPr="002813C1">
        <w:rPr>
          <w:i/>
          <w:szCs w:val="32"/>
        </w:rPr>
        <w:t>Monsieur</w:t>
      </w:r>
      <w:r>
        <w:t>,</w:t>
      </w:r>
    </w:p>
    <w:p w14:paraId="6448211B" w14:textId="223D04A7" w:rsidR="00B77E03" w:rsidRDefault="00B77E03" w:rsidP="00B77E03">
      <w:r>
        <w:t>« </w:t>
      </w:r>
      <w:r w:rsidR="0024252B" w:rsidRPr="002813C1">
        <w:rPr>
          <w:i/>
          <w:szCs w:val="32"/>
        </w:rPr>
        <w:t>Suppliée par M</w:t>
      </w:r>
      <w:r>
        <w:rPr>
          <w:i/>
          <w:szCs w:val="32"/>
        </w:rPr>
        <w:t xml:space="preserve">… </w:t>
      </w:r>
      <w:r w:rsidR="0024252B" w:rsidRPr="002813C1">
        <w:rPr>
          <w:i/>
          <w:szCs w:val="32"/>
        </w:rPr>
        <w:t>par mon père à l</w:t>
      </w:r>
      <w:r>
        <w:rPr>
          <w:i/>
          <w:szCs w:val="32"/>
        </w:rPr>
        <w:t>’</w:t>
      </w:r>
      <w:r w:rsidR="0024252B" w:rsidRPr="002813C1">
        <w:rPr>
          <w:i/>
          <w:szCs w:val="32"/>
        </w:rPr>
        <w:t>agonie</w:t>
      </w:r>
      <w:r>
        <w:rPr>
          <w:i/>
          <w:szCs w:val="32"/>
        </w:rPr>
        <w:t xml:space="preserve">, </w:t>
      </w:r>
      <w:r w:rsidR="0024252B" w:rsidRPr="002813C1">
        <w:rPr>
          <w:i/>
          <w:szCs w:val="32"/>
        </w:rPr>
        <w:t>je n</w:t>
      </w:r>
      <w:r>
        <w:rPr>
          <w:i/>
          <w:szCs w:val="32"/>
        </w:rPr>
        <w:t>’</w:t>
      </w:r>
      <w:r w:rsidR="0024252B" w:rsidRPr="002813C1">
        <w:rPr>
          <w:i/>
          <w:szCs w:val="32"/>
        </w:rPr>
        <w:t>ai pas eu le courage de résister</w:t>
      </w:r>
      <w:r>
        <w:rPr>
          <w:i/>
          <w:szCs w:val="32"/>
        </w:rPr>
        <w:t xml:space="preserve">… </w:t>
      </w:r>
      <w:r w:rsidR="0024252B" w:rsidRPr="002813C1">
        <w:rPr>
          <w:i/>
          <w:szCs w:val="32"/>
        </w:rPr>
        <w:t>etc</w:t>
      </w:r>
      <w:r>
        <w:rPr>
          <w:i/>
          <w:szCs w:val="32"/>
        </w:rPr>
        <w:t xml:space="preserve">., </w:t>
      </w:r>
      <w:r w:rsidR="0024252B" w:rsidRPr="002813C1">
        <w:rPr>
          <w:i/>
          <w:szCs w:val="32"/>
        </w:rPr>
        <w:t>etc</w:t>
      </w:r>
      <w:r>
        <w:rPr>
          <w:i/>
          <w:szCs w:val="32"/>
        </w:rPr>
        <w:t>. »</w:t>
      </w:r>
    </w:p>
    <w:p w14:paraId="13870F74" w14:textId="31ADCC65" w:rsidR="00B77E03" w:rsidRDefault="0024252B" w:rsidP="00B77E03">
      <w:r w:rsidRPr="002813C1">
        <w:t>Et cela continuait ainsi</w:t>
      </w:r>
      <w:r w:rsidR="00B77E03">
        <w:t xml:space="preserve">, </w:t>
      </w:r>
      <w:r w:rsidRPr="002813C1">
        <w:t>de ligne en ligne</w:t>
      </w:r>
      <w:r w:rsidR="00B77E03">
        <w:t xml:space="preserve">, </w:t>
      </w:r>
      <w:r w:rsidRPr="002813C1">
        <w:t>le billet étant la copie exacte</w:t>
      </w:r>
      <w:r w:rsidR="00B77E03">
        <w:t xml:space="preserve">, </w:t>
      </w:r>
      <w:r w:rsidRPr="002813C1">
        <w:t>aux fautes d</w:t>
      </w:r>
      <w:r w:rsidR="00B77E03">
        <w:t>’</w:t>
      </w:r>
      <w:r w:rsidRPr="002813C1">
        <w:t>orthographe près</w:t>
      </w:r>
      <w:r w:rsidR="00B77E03">
        <w:t xml:space="preserve">, </w:t>
      </w:r>
      <w:r w:rsidRPr="002813C1">
        <w:t xml:space="preserve">de la prose idiote de </w:t>
      </w:r>
      <w:r w:rsidR="00B77E03">
        <w:t>« </w:t>
      </w:r>
      <w:r w:rsidRPr="002813C1">
        <w:t>l</w:t>
      </w:r>
      <w:r w:rsidR="00B77E03">
        <w:t>’</w:t>
      </w:r>
      <w:r w:rsidRPr="002813C1">
        <w:t>indispensable secrétaire</w:t>
      </w:r>
      <w:r w:rsidR="00B77E03">
        <w:t>. »</w:t>
      </w:r>
    </w:p>
    <w:p w14:paraId="3000680D" w14:textId="77777777" w:rsidR="00B77E03" w:rsidRDefault="0024252B" w:rsidP="00B77E03">
      <w:r w:rsidRPr="002813C1">
        <w:t>Le doute</w:t>
      </w:r>
      <w:r w:rsidR="00B77E03">
        <w:t xml:space="preserve">, </w:t>
      </w:r>
      <w:r w:rsidRPr="002813C1">
        <w:t>désormais</w:t>
      </w:r>
      <w:r w:rsidR="00B77E03">
        <w:t xml:space="preserve">, </w:t>
      </w:r>
      <w:r w:rsidRPr="002813C1">
        <w:t>n</w:t>
      </w:r>
      <w:r w:rsidR="00B77E03">
        <w:t>’</w:t>
      </w:r>
      <w:r w:rsidRPr="002813C1">
        <w:t>était plus possible</w:t>
      </w:r>
      <w:r w:rsidR="00B77E03">
        <w:t>.</w:t>
      </w:r>
    </w:p>
    <w:p w14:paraId="359C78BA" w14:textId="1326EBEA" w:rsidR="00B77E03" w:rsidRDefault="0024252B" w:rsidP="00B77E03">
      <w:r w:rsidRPr="002813C1">
        <w:t>Il semblait à Pascal que les écailles lui tombaient des yeux et qu</w:t>
      </w:r>
      <w:r w:rsidR="00B77E03">
        <w:t>’</w:t>
      </w:r>
      <w:r w:rsidRPr="002813C1">
        <w:t>il voyait se dérouler admirablement distincte et logique en son infamie</w:t>
      </w:r>
      <w:r w:rsidR="00B77E03">
        <w:t xml:space="preserve">, </w:t>
      </w:r>
      <w:r w:rsidRPr="002813C1">
        <w:t xml:space="preserve">la double intrigue ourdie pour creuser un abîme entre </w:t>
      </w:r>
      <w:r w:rsidR="00B77E03">
        <w:t>M</w:t>
      </w:r>
      <w:r w:rsidR="00B77E03" w:rsidRPr="00B77E03">
        <w:rPr>
          <w:vertAlign w:val="superscript"/>
        </w:rPr>
        <w:t>lle</w:t>
      </w:r>
      <w:r w:rsidR="00B77E03">
        <w:t> </w:t>
      </w:r>
      <w:r w:rsidRPr="002813C1">
        <w:t>Marguerite et lui</w:t>
      </w:r>
      <w:r w:rsidR="00B77E03">
        <w:t>…</w:t>
      </w:r>
    </w:p>
    <w:p w14:paraId="2A28EB4D" w14:textId="77777777" w:rsidR="00B77E03" w:rsidRDefault="0024252B" w:rsidP="00B77E03">
      <w:r w:rsidRPr="002813C1">
        <w:t>On l</w:t>
      </w:r>
      <w:r w:rsidR="00B77E03">
        <w:t>’</w:t>
      </w:r>
      <w:r w:rsidRPr="002813C1">
        <w:t>avait déshonoré</w:t>
      </w:r>
      <w:r w:rsidR="00B77E03">
        <w:t xml:space="preserve">, </w:t>
      </w:r>
      <w:r w:rsidRPr="002813C1">
        <w:t>lui</w:t>
      </w:r>
      <w:r w:rsidR="00B77E03">
        <w:t xml:space="preserve">, </w:t>
      </w:r>
      <w:r w:rsidRPr="002813C1">
        <w:t>avec l</w:t>
      </w:r>
      <w:r w:rsidR="00B77E03">
        <w:t>’</w:t>
      </w:r>
      <w:r w:rsidRPr="002813C1">
        <w:t>espoir qu</w:t>
      </w:r>
      <w:r w:rsidR="00B77E03">
        <w:t>’</w:t>
      </w:r>
      <w:r w:rsidRPr="002813C1">
        <w:t>elle le repousserait et le renierait</w:t>
      </w:r>
      <w:r w:rsidR="00B77E03">
        <w:t xml:space="preserve">, </w:t>
      </w:r>
      <w:r w:rsidRPr="002813C1">
        <w:t>on s</w:t>
      </w:r>
      <w:r w:rsidR="00B77E03">
        <w:t>’</w:t>
      </w:r>
      <w:r w:rsidRPr="002813C1">
        <w:t>était trompé sans doute</w:t>
      </w:r>
      <w:r w:rsidR="00B77E03">
        <w:t xml:space="preserve">, </w:t>
      </w:r>
      <w:r w:rsidRPr="002813C1">
        <w:t>et on avait imaginé cette fausse rupture pour le cas où il serait tenté de venir se justifier</w:t>
      </w:r>
      <w:r w:rsidR="00B77E03">
        <w:t>.</w:t>
      </w:r>
    </w:p>
    <w:p w14:paraId="312972FC" w14:textId="77777777" w:rsidR="00B77E03" w:rsidRDefault="0024252B" w:rsidP="00B77E03">
      <w:r w:rsidRPr="002813C1">
        <w:t>Ainsi</w:t>
      </w:r>
      <w:r w:rsidR="00B77E03">
        <w:t xml:space="preserve">, </w:t>
      </w:r>
      <w:r w:rsidRPr="002813C1">
        <w:t>son amour</w:t>
      </w:r>
      <w:r w:rsidR="00B77E03">
        <w:t xml:space="preserve">, </w:t>
      </w:r>
      <w:r w:rsidRPr="002813C1">
        <w:t>en dépit de quelques défaillances de courte durée</w:t>
      </w:r>
      <w:r w:rsidR="00B77E03">
        <w:t xml:space="preserve">, </w:t>
      </w:r>
      <w:r w:rsidRPr="002813C1">
        <w:t>avait été plus clairvoyant que tous les raisonnements et plus fort que les apparences</w:t>
      </w:r>
      <w:r w:rsidR="00B77E03">
        <w:t>…</w:t>
      </w:r>
    </w:p>
    <w:p w14:paraId="3E4DCBFC" w14:textId="77777777" w:rsidR="00B77E03" w:rsidRDefault="0024252B" w:rsidP="00B77E03">
      <w:r w:rsidRPr="002813C1">
        <w:t>Ainsi</w:t>
      </w:r>
      <w:r w:rsidR="00B77E03">
        <w:t xml:space="preserve">, </w:t>
      </w:r>
      <w:r w:rsidRPr="002813C1">
        <w:t>il avait eu raison de dire à sa mère</w:t>
      </w:r>
      <w:r w:rsidR="00B77E03">
        <w:t> :</w:t>
      </w:r>
    </w:p>
    <w:p w14:paraId="4EFF50CA" w14:textId="77777777" w:rsidR="00B77E03" w:rsidRDefault="00B77E03" w:rsidP="00B77E03">
      <w:r>
        <w:t>— </w:t>
      </w:r>
      <w:r w:rsidR="0024252B" w:rsidRPr="002813C1">
        <w:t>Que Marguerite m</w:t>
      </w:r>
      <w:r>
        <w:t>’</w:t>
      </w:r>
      <w:r w:rsidR="0024252B" w:rsidRPr="002813C1">
        <w:t>abandonne au moment où je suis si malheureux</w:t>
      </w:r>
      <w:r>
        <w:t xml:space="preserve">… </w:t>
      </w:r>
      <w:r w:rsidR="0024252B" w:rsidRPr="002813C1">
        <w:t>Que</w:t>
      </w:r>
      <w:r>
        <w:t xml:space="preserve">, </w:t>
      </w:r>
      <w:r w:rsidR="0024252B" w:rsidRPr="002813C1">
        <w:t>avant que je me sois défendu</w:t>
      </w:r>
      <w:r>
        <w:t xml:space="preserve">, </w:t>
      </w:r>
      <w:r w:rsidR="0024252B" w:rsidRPr="002813C1">
        <w:t>elle n</w:t>
      </w:r>
      <w:r>
        <w:t>’</w:t>
      </w:r>
      <w:r w:rsidR="0024252B" w:rsidRPr="002813C1">
        <w:t>ait pas foi en moi plus qu</w:t>
      </w:r>
      <w:r>
        <w:t>’</w:t>
      </w:r>
      <w:r w:rsidR="0024252B" w:rsidRPr="002813C1">
        <w:t>en tous les misérables qui m</w:t>
      </w:r>
      <w:r>
        <w:t>’</w:t>
      </w:r>
      <w:r w:rsidR="0024252B" w:rsidRPr="002813C1">
        <w:t>accusent</w:t>
      </w:r>
      <w:r>
        <w:t xml:space="preserve">, </w:t>
      </w:r>
      <w:r w:rsidR="0024252B" w:rsidRPr="002813C1">
        <w:lastRenderedPageBreak/>
        <w:t>c</w:t>
      </w:r>
      <w:r>
        <w:t>’</w:t>
      </w:r>
      <w:r w:rsidR="0024252B" w:rsidRPr="002813C1">
        <w:t>est ce que jamais on ne me persuadera</w:t>
      </w:r>
      <w:r>
        <w:t xml:space="preserve">… </w:t>
      </w:r>
      <w:r w:rsidR="0024252B" w:rsidRPr="002813C1">
        <w:t>L</w:t>
      </w:r>
      <w:r>
        <w:t>’</w:t>
      </w:r>
      <w:r w:rsidR="0024252B" w:rsidRPr="002813C1">
        <w:t>évidence semble être contre moi</w:t>
      </w:r>
      <w:r>
        <w:t xml:space="preserve">, </w:t>
      </w:r>
      <w:r w:rsidR="0024252B" w:rsidRPr="002813C1">
        <w:t>la vraisemblance me condamne</w:t>
      </w:r>
      <w:r>
        <w:t xml:space="preserve">, </w:t>
      </w:r>
      <w:r w:rsidR="0024252B" w:rsidRPr="002813C1">
        <w:t>peu importe</w:t>
      </w:r>
      <w:r>
        <w:t>…</w:t>
      </w:r>
    </w:p>
    <w:p w14:paraId="187745FF" w14:textId="77777777" w:rsidR="00B77E03" w:rsidRDefault="0024252B" w:rsidP="00B77E03">
      <w:r w:rsidRPr="002813C1">
        <w:t>Maintenant</w:t>
      </w:r>
      <w:r w:rsidR="00B77E03">
        <w:t xml:space="preserve">, </w:t>
      </w:r>
      <w:r w:rsidRPr="002813C1">
        <w:t>certaines circonstances s</w:t>
      </w:r>
      <w:r w:rsidR="00B77E03">
        <w:t>’</w:t>
      </w:r>
      <w:r w:rsidRPr="002813C1">
        <w:t>accordaient</w:t>
      </w:r>
      <w:r w:rsidR="00B77E03">
        <w:t xml:space="preserve">, </w:t>
      </w:r>
      <w:r w:rsidRPr="002813C1">
        <w:t>qui lui avaient paru absolument contradictoires</w:t>
      </w:r>
      <w:r w:rsidR="00B77E03">
        <w:t>.</w:t>
      </w:r>
    </w:p>
    <w:p w14:paraId="4D68F099" w14:textId="77777777" w:rsidR="00B77E03" w:rsidRDefault="0024252B" w:rsidP="00B77E03">
      <w:r w:rsidRPr="002813C1">
        <w:t>Quelques instants plus tôt</w:t>
      </w:r>
      <w:r w:rsidR="00B77E03">
        <w:t xml:space="preserve">, </w:t>
      </w:r>
      <w:r w:rsidRPr="002813C1">
        <w:t>il se disait encore</w:t>
      </w:r>
      <w:r w:rsidR="00B77E03">
        <w:t xml:space="preserve"> : </w:t>
      </w:r>
      <w:r w:rsidRPr="002813C1">
        <w:t>Comment</w:t>
      </w:r>
      <w:r w:rsidR="00B77E03">
        <w:t xml:space="preserve">, </w:t>
      </w:r>
      <w:r w:rsidRPr="002813C1">
        <w:t>Marguerite m</w:t>
      </w:r>
      <w:r w:rsidR="00B77E03">
        <w:t>’</w:t>
      </w:r>
      <w:r w:rsidRPr="002813C1">
        <w:t>écrit que son père</w:t>
      </w:r>
      <w:r w:rsidR="00B77E03">
        <w:t xml:space="preserve">, </w:t>
      </w:r>
      <w:r w:rsidRPr="002813C1">
        <w:t>avant de mourir</w:t>
      </w:r>
      <w:r w:rsidR="00B77E03">
        <w:t xml:space="preserve">, </w:t>
      </w:r>
      <w:r w:rsidRPr="002813C1">
        <w:t>lui a arraché ce serment qui me désespère</w:t>
      </w:r>
      <w:r w:rsidR="00B77E03">
        <w:t xml:space="preserve">, </w:t>
      </w:r>
      <w:r w:rsidRPr="002813C1">
        <w:t>et d</w:t>
      </w:r>
      <w:r w:rsidR="00B77E03">
        <w:t>’</w:t>
      </w:r>
      <w:r w:rsidRPr="002813C1">
        <w:t xml:space="preserve">un autre côté le marquis de </w:t>
      </w:r>
      <w:proofErr w:type="spellStart"/>
      <w:r w:rsidRPr="002813C1">
        <w:t>Valorsay</w:t>
      </w:r>
      <w:proofErr w:type="spellEnd"/>
      <w:r w:rsidRPr="002813C1">
        <w:t xml:space="preserve"> affirme que le comte de </w:t>
      </w:r>
      <w:proofErr w:type="spellStart"/>
      <w:r w:rsidRPr="002813C1">
        <w:t>Chalusse</w:t>
      </w:r>
      <w:proofErr w:type="spellEnd"/>
      <w:r w:rsidRPr="002813C1">
        <w:t xml:space="preserve"> est mort trop subitement pour avoir seulement le temps de reconnaître sa fille et de lui léguer son immense fortune</w:t>
      </w:r>
      <w:r w:rsidR="00B77E03">
        <w:t>…</w:t>
      </w:r>
    </w:p>
    <w:p w14:paraId="18B62AD7" w14:textId="77777777" w:rsidR="00B77E03" w:rsidRDefault="0024252B" w:rsidP="00B77E03">
      <w:r w:rsidRPr="002813C1">
        <w:t>Une de ces allégations</w:t>
      </w:r>
      <w:r w:rsidR="00B77E03">
        <w:t xml:space="preserve">, </w:t>
      </w:r>
      <w:r w:rsidRPr="002813C1">
        <w:t>certainement</w:t>
      </w:r>
      <w:r w:rsidR="00B77E03">
        <w:t xml:space="preserve">, </w:t>
      </w:r>
      <w:r w:rsidRPr="002813C1">
        <w:t>était mensongère</w:t>
      </w:r>
      <w:r w:rsidR="00B77E03">
        <w:t xml:space="preserve">… </w:t>
      </w:r>
      <w:r w:rsidRPr="002813C1">
        <w:t>Laquelle</w:t>
      </w:r>
      <w:r w:rsidR="00B77E03">
        <w:t xml:space="preserve"> ?… </w:t>
      </w:r>
      <w:r w:rsidRPr="002813C1">
        <w:t>Celle du billet</w:t>
      </w:r>
      <w:r w:rsidR="00B77E03">
        <w:t xml:space="preserve">, </w:t>
      </w:r>
      <w:r w:rsidRPr="002813C1">
        <w:t>très-probablement</w:t>
      </w:r>
      <w:r w:rsidR="00B77E03">
        <w:t>…</w:t>
      </w:r>
    </w:p>
    <w:p w14:paraId="5E45CB79" w14:textId="26121466" w:rsidR="00B77E03" w:rsidRDefault="0024252B" w:rsidP="00B77E03">
      <w:r w:rsidRPr="002813C1">
        <w:t>Quant au faux</w:t>
      </w:r>
      <w:r w:rsidR="00B77E03">
        <w:t xml:space="preserve">, </w:t>
      </w:r>
      <w:r w:rsidRPr="002813C1">
        <w:t>en lui-même</w:t>
      </w:r>
      <w:r w:rsidR="00B77E03">
        <w:t xml:space="preserve">, </w:t>
      </w:r>
      <w:r w:rsidRPr="002813C1">
        <w:t>il ne pouvait pas n</w:t>
      </w:r>
      <w:r w:rsidR="00B77E03">
        <w:t>’</w:t>
      </w:r>
      <w:r w:rsidRPr="002813C1">
        <w:t>être pas l</w:t>
      </w:r>
      <w:r w:rsidR="00B77E03">
        <w:t>’</w:t>
      </w:r>
      <w:r w:rsidRPr="002813C1">
        <w:t xml:space="preserve">œuvre de </w:t>
      </w:r>
      <w:r w:rsidR="00B77E03">
        <w:t>M</w:t>
      </w:r>
      <w:r w:rsidR="00B77E03" w:rsidRPr="00B77E03">
        <w:rPr>
          <w:vertAlign w:val="superscript"/>
        </w:rPr>
        <w:t>me</w:t>
      </w:r>
      <w:r w:rsidR="00B77E03">
        <w:t> </w:t>
      </w:r>
      <w:r w:rsidRPr="002813C1">
        <w:t>Léon</w:t>
      </w:r>
      <w:r w:rsidR="00B77E03">
        <w:t xml:space="preserve">… </w:t>
      </w:r>
      <w:r w:rsidRPr="002813C1">
        <w:t>La certitude à cet égard était complète</w:t>
      </w:r>
      <w:r w:rsidR="00B77E03">
        <w:t xml:space="preserve">, </w:t>
      </w:r>
      <w:r w:rsidRPr="002813C1">
        <w:t>indiscutable</w:t>
      </w:r>
      <w:r w:rsidR="00B77E03">
        <w:t xml:space="preserve">, </w:t>
      </w:r>
      <w:r w:rsidRPr="002813C1">
        <w:t>absolue</w:t>
      </w:r>
      <w:r w:rsidR="00B77E03">
        <w:t>…</w:t>
      </w:r>
    </w:p>
    <w:p w14:paraId="1250D3A4" w14:textId="77777777" w:rsidR="00B77E03" w:rsidRDefault="0024252B" w:rsidP="00B77E03">
      <w:r w:rsidRPr="002813C1">
        <w:t>Et quand il n</w:t>
      </w:r>
      <w:r w:rsidR="00B77E03">
        <w:t>’</w:t>
      </w:r>
      <w:r w:rsidRPr="002813C1">
        <w:t>y eût pas eu déjà des preuves irrécusables</w:t>
      </w:r>
      <w:r w:rsidR="00B77E03">
        <w:t xml:space="preserve">, </w:t>
      </w:r>
      <w:r w:rsidRPr="002813C1">
        <w:t xml:space="preserve">la circonstance de </w:t>
      </w:r>
      <w:r w:rsidR="00B77E03">
        <w:t>« </w:t>
      </w:r>
      <w:r w:rsidRPr="002813C1">
        <w:t>l</w:t>
      </w:r>
      <w:r w:rsidR="00B77E03">
        <w:t>’</w:t>
      </w:r>
      <w:r w:rsidRPr="002813C1">
        <w:t>indispensable secrétaire</w:t>
      </w:r>
      <w:r w:rsidR="00B77E03">
        <w:t> »</w:t>
      </w:r>
      <w:r w:rsidRPr="002813C1">
        <w:t xml:space="preserve"> l</w:t>
      </w:r>
      <w:r w:rsidR="00B77E03">
        <w:t>’</w:t>
      </w:r>
      <w:r w:rsidRPr="002813C1">
        <w:t>eût trahie</w:t>
      </w:r>
      <w:r w:rsidR="00B77E03">
        <w:t>…</w:t>
      </w:r>
    </w:p>
    <w:p w14:paraId="7DFDF71D" w14:textId="36CD1F83" w:rsidR="00B77E03" w:rsidRDefault="0024252B" w:rsidP="00B77E03">
      <w:r w:rsidRPr="002813C1">
        <w:t>Cette infamie expliquait d</w:t>
      </w:r>
      <w:r w:rsidR="00B77E03">
        <w:t>’</w:t>
      </w:r>
      <w:r w:rsidRPr="002813C1">
        <w:t>ailleurs à Pascal le trouble et le malaise de l</w:t>
      </w:r>
      <w:r w:rsidR="00B77E03">
        <w:t>’</w:t>
      </w:r>
      <w:r w:rsidRPr="002813C1">
        <w:t>estimable femme de charge</w:t>
      </w:r>
      <w:r w:rsidR="00B77E03">
        <w:t xml:space="preserve">, </w:t>
      </w:r>
      <w:r w:rsidRPr="002813C1">
        <w:t>à la petite porte du jardin</w:t>
      </w:r>
      <w:r w:rsidR="00B77E03">
        <w:t xml:space="preserve">. </w:t>
      </w:r>
      <w:r w:rsidRPr="002813C1">
        <w:t>Elle frémissait à cette idée qu</w:t>
      </w:r>
      <w:r w:rsidR="00B77E03">
        <w:t>’</w:t>
      </w:r>
      <w:r w:rsidRPr="002813C1">
        <w:t>elle avait peut-être été épiée et suivie</w:t>
      </w:r>
      <w:r w:rsidR="00B77E03">
        <w:t xml:space="preserve">, </w:t>
      </w:r>
      <w:r w:rsidRPr="002813C1">
        <w:t>et que d</w:t>
      </w:r>
      <w:r w:rsidR="00B77E03">
        <w:t>’</w:t>
      </w:r>
      <w:r w:rsidRPr="002813C1">
        <w:t>un moment à l</w:t>
      </w:r>
      <w:r w:rsidR="00B77E03">
        <w:t>’</w:t>
      </w:r>
      <w:r w:rsidRPr="002813C1">
        <w:t>autre</w:t>
      </w:r>
      <w:r w:rsidR="00B77E03">
        <w:t>, M</w:t>
      </w:r>
      <w:r w:rsidR="00B77E03" w:rsidRPr="00B77E03">
        <w:rPr>
          <w:vertAlign w:val="superscript"/>
        </w:rPr>
        <w:t>lle</w:t>
      </w:r>
      <w:r w:rsidR="00B77E03">
        <w:t> </w:t>
      </w:r>
      <w:r w:rsidRPr="002813C1">
        <w:t>Marguerite pouvait survenir et tout</w:t>
      </w:r>
      <w:r w:rsidR="00B77E03">
        <w:t xml:space="preserve">, </w:t>
      </w:r>
      <w:r w:rsidRPr="002813C1">
        <w:t>découvrir</w:t>
      </w:r>
      <w:r w:rsidR="00B77E03">
        <w:t>…</w:t>
      </w:r>
    </w:p>
    <w:p w14:paraId="34D2B33E" w14:textId="7E78F7B0" w:rsidR="00B77E03" w:rsidRDefault="00B77E03" w:rsidP="00B77E03">
      <w:r>
        <w:t>— </w:t>
      </w:r>
      <w:r w:rsidR="0024252B" w:rsidRPr="002813C1">
        <w:t>Mon avis</w:t>
      </w:r>
      <w:r>
        <w:t xml:space="preserve">, </w:t>
      </w:r>
      <w:r w:rsidR="0024252B" w:rsidRPr="002813C1">
        <w:t xml:space="preserve">objecta </w:t>
      </w:r>
      <w:r>
        <w:t>M</w:t>
      </w:r>
      <w:r w:rsidRPr="00B77E03">
        <w:rPr>
          <w:vertAlign w:val="superscript"/>
        </w:rPr>
        <w:t>me</w:t>
      </w:r>
      <w:r>
        <w:t> </w:t>
      </w:r>
      <w:proofErr w:type="spellStart"/>
      <w:r w:rsidR="0024252B" w:rsidRPr="002813C1">
        <w:t>Férailleur</w:t>
      </w:r>
      <w:proofErr w:type="spellEnd"/>
      <w:r>
        <w:t xml:space="preserve">, </w:t>
      </w:r>
      <w:r w:rsidR="0024252B" w:rsidRPr="002813C1">
        <w:t>est qu</w:t>
      </w:r>
      <w:r>
        <w:t>’</w:t>
      </w:r>
      <w:r w:rsidR="0024252B" w:rsidRPr="002813C1">
        <w:t xml:space="preserve">il serait prudent et habile de faire savoir à cette malheureuse jeune fille que sa dame de compagnie est une créature de </w:t>
      </w:r>
      <w:proofErr w:type="spellStart"/>
      <w:r w:rsidR="0024252B" w:rsidRPr="002813C1">
        <w:t>Valorsay</w:t>
      </w:r>
      <w:proofErr w:type="spellEnd"/>
      <w:r>
        <w:t xml:space="preserve">, </w:t>
      </w:r>
      <w:r w:rsidR="0024252B" w:rsidRPr="002813C1">
        <w:t>chargée de l</w:t>
      </w:r>
      <w:r>
        <w:t>’</w:t>
      </w:r>
      <w:r w:rsidR="0024252B" w:rsidRPr="002813C1">
        <w:t>espionner</w:t>
      </w:r>
      <w:r>
        <w:t>.</w:t>
      </w:r>
    </w:p>
    <w:p w14:paraId="4BCC31BB" w14:textId="77777777" w:rsidR="00B77E03" w:rsidRDefault="0024252B" w:rsidP="00B77E03">
      <w:r w:rsidRPr="002813C1">
        <w:t>Pascal ouvrait la bouche pour approuver</w:t>
      </w:r>
      <w:r w:rsidR="00B77E03">
        <w:t xml:space="preserve">, </w:t>
      </w:r>
      <w:r w:rsidRPr="002813C1">
        <w:t>mais réfléchissant</w:t>
      </w:r>
      <w:r w:rsidR="00B77E03">
        <w:t> :</w:t>
      </w:r>
    </w:p>
    <w:p w14:paraId="5C215F29" w14:textId="77777777" w:rsidR="00B77E03" w:rsidRDefault="00B77E03" w:rsidP="00B77E03">
      <w:r>
        <w:lastRenderedPageBreak/>
        <w:t>— </w:t>
      </w:r>
      <w:r w:rsidR="0024252B" w:rsidRPr="002813C1">
        <w:t>Marguerite doit être surveillée de très-près</w:t>
      </w:r>
      <w:r>
        <w:t xml:space="preserve">, </w:t>
      </w:r>
      <w:r w:rsidR="0024252B" w:rsidRPr="002813C1">
        <w:t>répondit-il</w:t>
      </w:r>
      <w:r>
        <w:t xml:space="preserve">, </w:t>
      </w:r>
      <w:r w:rsidR="0024252B" w:rsidRPr="002813C1">
        <w:t>et si je cherchais à la voir</w:t>
      </w:r>
      <w:r>
        <w:t xml:space="preserve">, </w:t>
      </w:r>
      <w:r w:rsidR="0024252B" w:rsidRPr="002813C1">
        <w:t>si même je me hasardais à lui écrire</w:t>
      </w:r>
      <w:r>
        <w:t xml:space="preserve">, </w:t>
      </w:r>
      <w:r w:rsidR="0024252B" w:rsidRPr="002813C1">
        <w:t>nos ennemis en seraient sans doute informés</w:t>
      </w:r>
      <w:r>
        <w:t xml:space="preserve">… </w:t>
      </w:r>
      <w:r w:rsidR="0024252B" w:rsidRPr="002813C1">
        <w:t>Et alors</w:t>
      </w:r>
      <w:r>
        <w:t xml:space="preserve">, </w:t>
      </w:r>
      <w:r w:rsidR="0024252B" w:rsidRPr="002813C1">
        <w:t>adieu les chances les plus favorables de la partie que je joue en ce moment</w:t>
      </w:r>
      <w:r>
        <w:t xml:space="preserve">, </w:t>
      </w:r>
      <w:r w:rsidR="0024252B" w:rsidRPr="002813C1">
        <w:t>et que je gagnerai</w:t>
      </w:r>
      <w:r>
        <w:t>.</w:t>
      </w:r>
    </w:p>
    <w:p w14:paraId="209AB29F" w14:textId="77777777" w:rsidR="00B77E03" w:rsidRDefault="00B77E03" w:rsidP="00B77E03">
      <w:r>
        <w:t>— </w:t>
      </w:r>
      <w:r w:rsidR="0024252B" w:rsidRPr="002813C1">
        <w:t>Tu préfères la laisser exposée à toutes sortes d</w:t>
      </w:r>
      <w:r>
        <w:t>’</w:t>
      </w:r>
      <w:r w:rsidR="0024252B" w:rsidRPr="002813C1">
        <w:t>embûches</w:t>
      </w:r>
      <w:r>
        <w:t> ?…</w:t>
      </w:r>
    </w:p>
    <w:p w14:paraId="02FC638A" w14:textId="68B2DDBE" w:rsidR="00B77E03" w:rsidRDefault="00B77E03" w:rsidP="00B77E03">
      <w:r>
        <w:t>— </w:t>
      </w:r>
      <w:r w:rsidR="0024252B" w:rsidRPr="002813C1">
        <w:t>Oui</w:t>
      </w:r>
      <w:r>
        <w:t xml:space="preserve">… </w:t>
      </w:r>
      <w:r w:rsidR="0024252B" w:rsidRPr="002813C1">
        <w:t>en admettant toutefois qu</w:t>
      </w:r>
      <w:r>
        <w:t>’</w:t>
      </w:r>
      <w:r w:rsidR="0024252B" w:rsidRPr="002813C1">
        <w:t>elle y soit exposée</w:t>
      </w:r>
      <w:r>
        <w:t xml:space="preserve">, </w:t>
      </w:r>
      <w:r w:rsidR="0024252B" w:rsidRPr="002813C1">
        <w:t>ce qui n</w:t>
      </w:r>
      <w:r>
        <w:t>’</w:t>
      </w:r>
      <w:r w:rsidR="0024252B" w:rsidRPr="002813C1">
        <w:t>est rien moins que certain</w:t>
      </w:r>
      <w:r>
        <w:t xml:space="preserve">… </w:t>
      </w:r>
      <w:r w:rsidR="0024252B" w:rsidRPr="002813C1">
        <w:t>Marguerite doit à son passé une expérience bien au-dessus de son âge et de sa situation</w:t>
      </w:r>
      <w:r>
        <w:t xml:space="preserve">, </w:t>
      </w:r>
      <w:r w:rsidR="0024252B" w:rsidRPr="002813C1">
        <w:t>et on me dirait qu</w:t>
      </w:r>
      <w:r>
        <w:t>’</w:t>
      </w:r>
      <w:r w:rsidR="0024252B" w:rsidRPr="002813C1">
        <w:t xml:space="preserve">elle a pénétré </w:t>
      </w:r>
      <w:r>
        <w:t>M</w:t>
      </w:r>
      <w:r w:rsidRPr="00B77E03">
        <w:rPr>
          <w:vertAlign w:val="superscript"/>
        </w:rPr>
        <w:t>me</w:t>
      </w:r>
      <w:r>
        <w:t> </w:t>
      </w:r>
      <w:r w:rsidR="0024252B" w:rsidRPr="002813C1">
        <w:t>Léon</w:t>
      </w:r>
      <w:r>
        <w:t xml:space="preserve">, </w:t>
      </w:r>
      <w:r w:rsidR="0024252B" w:rsidRPr="002813C1">
        <w:t>que je n</w:t>
      </w:r>
      <w:r>
        <w:t>’</w:t>
      </w:r>
      <w:r w:rsidR="0024252B" w:rsidRPr="002813C1">
        <w:t>en serais pas bien surpris</w:t>
      </w:r>
      <w:r>
        <w:t>.</w:t>
      </w:r>
    </w:p>
    <w:p w14:paraId="74DFAADC" w14:textId="70984682" w:rsidR="00B77E03" w:rsidRDefault="0024252B" w:rsidP="00B77E03">
      <w:r w:rsidRPr="002813C1">
        <w:t xml:space="preserve">Il importait cependant de savoir ce que devenait </w:t>
      </w:r>
      <w:r w:rsidR="00B77E03">
        <w:t>M</w:t>
      </w:r>
      <w:r w:rsidR="00B77E03" w:rsidRPr="00B77E03">
        <w:rPr>
          <w:vertAlign w:val="superscript"/>
        </w:rPr>
        <w:t>lle</w:t>
      </w:r>
      <w:r w:rsidR="00B77E03">
        <w:t> </w:t>
      </w:r>
      <w:r w:rsidRPr="002813C1">
        <w:t>Marguerite</w:t>
      </w:r>
      <w:r w:rsidR="00B77E03">
        <w:t xml:space="preserve">, </w:t>
      </w:r>
      <w:r w:rsidRPr="002813C1">
        <w:t>et Pascal se creusait la tête</w:t>
      </w:r>
      <w:r w:rsidR="00B77E03">
        <w:t xml:space="preserve">, </w:t>
      </w:r>
      <w:r w:rsidRPr="002813C1">
        <w:t>quand tout à coup</w:t>
      </w:r>
      <w:r w:rsidR="00B77E03">
        <w:t> :</w:t>
      </w:r>
    </w:p>
    <w:p w14:paraId="07CD0E23" w14:textId="77777777" w:rsidR="00B77E03" w:rsidRDefault="00B77E03" w:rsidP="00B77E03">
      <w:r>
        <w:t>— </w:t>
      </w:r>
      <w:r w:rsidR="0024252B" w:rsidRPr="002813C1">
        <w:t xml:space="preserve">Et la </w:t>
      </w:r>
      <w:proofErr w:type="spellStart"/>
      <w:r w:rsidR="0024252B" w:rsidRPr="002813C1">
        <w:t>Vantrasson</w:t>
      </w:r>
      <w:proofErr w:type="spellEnd"/>
      <w:r>
        <w:t xml:space="preserve"> !… </w:t>
      </w:r>
      <w:r w:rsidR="0024252B" w:rsidRPr="002813C1">
        <w:t>s</w:t>
      </w:r>
      <w:r>
        <w:t>’</w:t>
      </w:r>
      <w:r w:rsidR="0024252B" w:rsidRPr="002813C1">
        <w:t>écria-t-il</w:t>
      </w:r>
      <w:r>
        <w:t xml:space="preserve">… </w:t>
      </w:r>
      <w:r w:rsidR="0024252B" w:rsidRPr="002813C1">
        <w:t>Nous l</w:t>
      </w:r>
      <w:r>
        <w:t>’</w:t>
      </w:r>
      <w:r w:rsidR="0024252B" w:rsidRPr="002813C1">
        <w:t>avons</w:t>
      </w:r>
      <w:r>
        <w:t xml:space="preserve">, </w:t>
      </w:r>
      <w:r w:rsidR="0024252B" w:rsidRPr="002813C1">
        <w:t>utilisons-la</w:t>
      </w:r>
      <w:r>
        <w:t xml:space="preserve">… </w:t>
      </w:r>
      <w:r w:rsidR="0024252B" w:rsidRPr="002813C1">
        <w:t>Trouver un prétexte pour l</w:t>
      </w:r>
      <w:r>
        <w:t>’</w:t>
      </w:r>
      <w:r w:rsidR="0024252B" w:rsidRPr="002813C1">
        <w:t>envoyer à l</w:t>
      </w:r>
      <w:r>
        <w:t>’</w:t>
      </w:r>
      <w:r w:rsidR="0024252B" w:rsidRPr="002813C1">
        <w:t xml:space="preserve">hôtel de </w:t>
      </w:r>
      <w:proofErr w:type="spellStart"/>
      <w:r w:rsidR="0024252B" w:rsidRPr="002813C1">
        <w:t>Chalusse</w:t>
      </w:r>
      <w:proofErr w:type="spellEnd"/>
      <w:r w:rsidR="0024252B" w:rsidRPr="002813C1">
        <w:t xml:space="preserve"> ne doit pas être la mer à boire</w:t>
      </w:r>
      <w:r>
        <w:t xml:space="preserve">… </w:t>
      </w:r>
      <w:r w:rsidR="0024252B" w:rsidRPr="002813C1">
        <w:t>Elle fera bavarder les domestiques</w:t>
      </w:r>
      <w:r>
        <w:t xml:space="preserve">, </w:t>
      </w:r>
      <w:r w:rsidR="0024252B" w:rsidRPr="002813C1">
        <w:t>nous la laisserons causer</w:t>
      </w:r>
      <w:r>
        <w:t xml:space="preserve">, </w:t>
      </w:r>
      <w:r w:rsidR="0024252B" w:rsidRPr="002813C1">
        <w:t>et ainsi nous serons au courant de tout</w:t>
      </w:r>
      <w:r>
        <w:t>…</w:t>
      </w:r>
    </w:p>
    <w:p w14:paraId="0FFAB00E" w14:textId="77777777" w:rsidR="00B77E03" w:rsidRDefault="0024252B" w:rsidP="00B77E03">
      <w:r w:rsidRPr="002813C1">
        <w:t>C</w:t>
      </w:r>
      <w:r w:rsidR="00B77E03">
        <w:t>’</w:t>
      </w:r>
      <w:r w:rsidRPr="002813C1">
        <w:t>était une héroïque résolution que prenait là Pascal</w:t>
      </w:r>
      <w:r w:rsidR="00B77E03">
        <w:t xml:space="preserve">, </w:t>
      </w:r>
      <w:r w:rsidRPr="002813C1">
        <w:t>et qui</w:t>
      </w:r>
      <w:r w:rsidR="00B77E03">
        <w:t xml:space="preserve">, </w:t>
      </w:r>
      <w:r w:rsidRPr="002813C1">
        <w:t>la veille</w:t>
      </w:r>
      <w:r w:rsidR="00B77E03">
        <w:t xml:space="preserve">, </w:t>
      </w:r>
      <w:r w:rsidRPr="002813C1">
        <w:t>l</w:t>
      </w:r>
      <w:r w:rsidR="00B77E03">
        <w:t>’</w:t>
      </w:r>
      <w:r w:rsidRPr="002813C1">
        <w:t>eût fait reculer</w:t>
      </w:r>
      <w:r w:rsidR="00B77E03">
        <w:t xml:space="preserve">… </w:t>
      </w:r>
      <w:r w:rsidRPr="002813C1">
        <w:t>Mais l</w:t>
      </w:r>
      <w:r w:rsidR="00B77E03">
        <w:t>’</w:t>
      </w:r>
      <w:r w:rsidRPr="002813C1">
        <w:t>héroïsme est facile</w:t>
      </w:r>
      <w:r w:rsidR="00B77E03">
        <w:t xml:space="preserve">, </w:t>
      </w:r>
      <w:r w:rsidRPr="002813C1">
        <w:t>à qui espère</w:t>
      </w:r>
      <w:r w:rsidR="00B77E03">
        <w:t xml:space="preserve">, </w:t>
      </w:r>
      <w:r w:rsidRPr="002813C1">
        <w:t>et il voyait</w:t>
      </w:r>
      <w:r w:rsidR="00B77E03">
        <w:t xml:space="preserve">, </w:t>
      </w:r>
      <w:r w:rsidRPr="002813C1">
        <w:t>d</w:t>
      </w:r>
      <w:r w:rsidR="00B77E03">
        <w:t>’</w:t>
      </w:r>
      <w:r w:rsidRPr="002813C1">
        <w:t>heure en heure</w:t>
      </w:r>
      <w:r w:rsidR="00B77E03">
        <w:t xml:space="preserve">, </w:t>
      </w:r>
      <w:r w:rsidRPr="002813C1">
        <w:t>pour ainsi dire</w:t>
      </w:r>
      <w:r w:rsidR="00B77E03">
        <w:t xml:space="preserve">, </w:t>
      </w:r>
      <w:r w:rsidRPr="002813C1">
        <w:t>croître ses chances de succès</w:t>
      </w:r>
      <w:r w:rsidR="00B77E03">
        <w:t xml:space="preserve">, </w:t>
      </w:r>
      <w:r w:rsidRPr="002813C1">
        <w:t>et s</w:t>
      </w:r>
      <w:r w:rsidR="00B77E03">
        <w:t>’</w:t>
      </w:r>
      <w:r w:rsidRPr="002813C1">
        <w:t>aplanir des obstacles que tout d</w:t>
      </w:r>
      <w:r w:rsidR="00B77E03">
        <w:t>’</w:t>
      </w:r>
      <w:r w:rsidRPr="002813C1">
        <w:t>abord il avait jugés presque insurmontables</w:t>
      </w:r>
      <w:r w:rsidR="00B77E03">
        <w:t>.</w:t>
      </w:r>
    </w:p>
    <w:p w14:paraId="10721ECA" w14:textId="77777777" w:rsidR="00B77E03" w:rsidRDefault="0024252B" w:rsidP="00B77E03">
      <w:r w:rsidRPr="002813C1">
        <w:t>L</w:t>
      </w:r>
      <w:r w:rsidR="00B77E03">
        <w:t>’</w:t>
      </w:r>
      <w:r w:rsidRPr="002813C1">
        <w:t>opposition même de sa mère</w:t>
      </w:r>
      <w:r w:rsidR="00B77E03">
        <w:t xml:space="preserve">, </w:t>
      </w:r>
      <w:r w:rsidRPr="002813C1">
        <w:t>qu</w:t>
      </w:r>
      <w:r w:rsidR="00B77E03">
        <w:t>’</w:t>
      </w:r>
      <w:r w:rsidRPr="002813C1">
        <w:t>il avait considérée d</w:t>
      </w:r>
      <w:r w:rsidR="00B77E03">
        <w:t>’</w:t>
      </w:r>
      <w:r w:rsidRPr="002813C1">
        <w:t>abord comme un immense malheur</w:t>
      </w:r>
      <w:r w:rsidR="00B77E03">
        <w:t xml:space="preserve">, </w:t>
      </w:r>
      <w:r w:rsidRPr="002813C1">
        <w:t>avait cessé de le préoccuper</w:t>
      </w:r>
      <w:r w:rsidR="00B77E03">
        <w:t>.</w:t>
      </w:r>
    </w:p>
    <w:p w14:paraId="69EE6656" w14:textId="59156234" w:rsidR="00B77E03" w:rsidRDefault="0024252B" w:rsidP="00B77E03">
      <w:r w:rsidRPr="002813C1">
        <w:lastRenderedPageBreak/>
        <w:t>Comment s</w:t>
      </w:r>
      <w:r w:rsidR="00B77E03">
        <w:t>’</w:t>
      </w:r>
      <w:r w:rsidRPr="002813C1">
        <w:t>inquiéter et que craindre après la surprenante preuve d</w:t>
      </w:r>
      <w:r w:rsidR="00B77E03">
        <w:t>’</w:t>
      </w:r>
      <w:r w:rsidRPr="002813C1">
        <w:t>équité que venait de donner cette rigide bourgeoise en établissant la fausseté du billet</w:t>
      </w:r>
      <w:r w:rsidR="00B77E03">
        <w:t xml:space="preserve">, </w:t>
      </w:r>
      <w:r w:rsidRPr="002813C1">
        <w:t>c</w:t>
      </w:r>
      <w:r w:rsidR="00B77E03">
        <w:t>’</w:t>
      </w:r>
      <w:r w:rsidRPr="002813C1">
        <w:t xml:space="preserve">est-à-dire en déchargeant </w:t>
      </w:r>
      <w:r w:rsidR="00B77E03">
        <w:t>M</w:t>
      </w:r>
      <w:r w:rsidR="00B77E03" w:rsidRPr="00B77E03">
        <w:rPr>
          <w:vertAlign w:val="superscript"/>
        </w:rPr>
        <w:t>lle</w:t>
      </w:r>
      <w:r w:rsidR="00B77E03">
        <w:t> </w:t>
      </w:r>
      <w:r w:rsidRPr="002813C1">
        <w:t>Marguerite du soupçon d</w:t>
      </w:r>
      <w:r w:rsidR="00B77E03">
        <w:t>’</w:t>
      </w:r>
      <w:r w:rsidRPr="002813C1">
        <w:t>avoir abandonné Pascal</w:t>
      </w:r>
      <w:r w:rsidR="00B77E03">
        <w:t>…</w:t>
      </w:r>
    </w:p>
    <w:p w14:paraId="11186695" w14:textId="77777777" w:rsidR="00B77E03" w:rsidRDefault="0024252B" w:rsidP="00B77E03">
      <w:r w:rsidRPr="002813C1">
        <w:t>Il dormit peu et mal pourtant</w:t>
      </w:r>
      <w:r w:rsidR="00B77E03">
        <w:t xml:space="preserve">, </w:t>
      </w:r>
      <w:r w:rsidRPr="002813C1">
        <w:t>cette nuit-là et de toute la journée du lendemain il ne bougea pas de la maison et ne desserra pas les dents</w:t>
      </w:r>
      <w:r w:rsidR="00B77E03">
        <w:t>…</w:t>
      </w:r>
    </w:p>
    <w:p w14:paraId="356315B4" w14:textId="54493CD5" w:rsidR="00B77E03" w:rsidRDefault="0024252B" w:rsidP="00B77E03">
      <w:r w:rsidRPr="002813C1">
        <w:t>C</w:t>
      </w:r>
      <w:r w:rsidR="00B77E03">
        <w:t>’</w:t>
      </w:r>
      <w:r w:rsidRPr="002813C1">
        <w:t>est qu</w:t>
      </w:r>
      <w:r w:rsidR="00B77E03">
        <w:t>’</w:t>
      </w:r>
      <w:r w:rsidRPr="002813C1">
        <w:t>il avait à mûrir le plan d</w:t>
      </w:r>
      <w:r w:rsidR="00B77E03">
        <w:t>’</w:t>
      </w:r>
      <w:r w:rsidRPr="002813C1">
        <w:t>attaque qu</w:t>
      </w:r>
      <w:r w:rsidR="00B77E03">
        <w:t>’</w:t>
      </w:r>
      <w:r w:rsidRPr="002813C1">
        <w:t xml:space="preserve">il projetait contre </w:t>
      </w:r>
      <w:r w:rsidR="00B77E03">
        <w:t>M. </w:t>
      </w:r>
      <w:r w:rsidRPr="002813C1">
        <w:t xml:space="preserve">le marquis de </w:t>
      </w:r>
      <w:proofErr w:type="spellStart"/>
      <w:r w:rsidRPr="002813C1">
        <w:t>Valorsay</w:t>
      </w:r>
      <w:proofErr w:type="spellEnd"/>
      <w:r w:rsidR="00B77E03">
        <w:t>…</w:t>
      </w:r>
    </w:p>
    <w:p w14:paraId="1C31E3DF" w14:textId="77777777" w:rsidR="00B77E03" w:rsidRDefault="0024252B" w:rsidP="00B77E03">
      <w:r w:rsidRPr="002813C1">
        <w:t>Ses avantages étaient considérables</w:t>
      </w:r>
      <w:r w:rsidR="00B77E03">
        <w:t xml:space="preserve">, </w:t>
      </w:r>
      <w:r w:rsidRPr="002813C1">
        <w:t xml:space="preserve">grâce au baron </w:t>
      </w:r>
      <w:proofErr w:type="spellStart"/>
      <w:r w:rsidRPr="002813C1">
        <w:t>Trigault</w:t>
      </w:r>
      <w:proofErr w:type="spellEnd"/>
      <w:r w:rsidR="00B77E03">
        <w:t xml:space="preserve">, </w:t>
      </w:r>
      <w:r w:rsidRPr="002813C1">
        <w:t>qui mettait à sa disposition cent mille francs</w:t>
      </w:r>
      <w:r w:rsidR="00B77E03">
        <w:t xml:space="preserve">… </w:t>
      </w:r>
      <w:r w:rsidRPr="002813C1">
        <w:t>L</w:t>
      </w:r>
      <w:r w:rsidR="00B77E03">
        <w:t>’</w:t>
      </w:r>
      <w:r w:rsidRPr="002813C1">
        <w:t>important était de se servir de cette somme assez habilement pour capter la confiance du marquis et l</w:t>
      </w:r>
      <w:r w:rsidR="00B77E03">
        <w:t>’</w:t>
      </w:r>
      <w:r w:rsidRPr="002813C1">
        <w:t>amener à se livrer</w:t>
      </w:r>
      <w:r w:rsidR="00B77E03">
        <w:t>.</w:t>
      </w:r>
    </w:p>
    <w:p w14:paraId="277B7511" w14:textId="77777777" w:rsidR="00B77E03" w:rsidRDefault="0024252B" w:rsidP="00B77E03">
      <w:r w:rsidRPr="002813C1">
        <w:t>Du moins</w:t>
      </w:r>
      <w:r w:rsidR="00B77E03">
        <w:t xml:space="preserve">, </w:t>
      </w:r>
      <w:r w:rsidRPr="002813C1">
        <w:t>ses méditations ne furent pas perdues</w:t>
      </w:r>
      <w:r w:rsidR="00B77E03">
        <w:t>…</w:t>
      </w:r>
    </w:p>
    <w:p w14:paraId="27E2E418" w14:textId="77777777" w:rsidR="00B77E03" w:rsidRDefault="0024252B" w:rsidP="00B77E03">
      <w:r w:rsidRPr="002813C1">
        <w:t>Et le moment de se rendre chez son ennemi venu</w:t>
      </w:r>
      <w:r w:rsidR="00B77E03">
        <w:t> :</w:t>
      </w:r>
    </w:p>
    <w:p w14:paraId="4E2508C7" w14:textId="77777777" w:rsidR="00B77E03" w:rsidRDefault="00B77E03" w:rsidP="0024252B">
      <w:r>
        <w:t>— </w:t>
      </w:r>
      <w:r w:rsidR="0024252B" w:rsidRPr="002813C1">
        <w:t>J</w:t>
      </w:r>
      <w:r>
        <w:t>’</w:t>
      </w:r>
      <w:r w:rsidR="0024252B" w:rsidRPr="002813C1">
        <w:t>ai trouvé</w:t>
      </w:r>
      <w:r>
        <w:t xml:space="preserve">, </w:t>
      </w:r>
      <w:r w:rsidR="0024252B" w:rsidRPr="002813C1">
        <w:t>dit-il à sa mère</w:t>
      </w:r>
      <w:r>
        <w:t xml:space="preserve">, </w:t>
      </w:r>
      <w:r w:rsidR="0024252B" w:rsidRPr="002813C1">
        <w:t>et si le baron me permet d</w:t>
      </w:r>
      <w:r>
        <w:t>’</w:t>
      </w:r>
      <w:r w:rsidR="0024252B" w:rsidRPr="002813C1">
        <w:t>agir à ma guise</w:t>
      </w:r>
      <w:r>
        <w:t xml:space="preserve">… </w:t>
      </w:r>
      <w:proofErr w:type="spellStart"/>
      <w:r w:rsidR="0024252B" w:rsidRPr="002813C1">
        <w:t>Valorsay</w:t>
      </w:r>
      <w:proofErr w:type="spellEnd"/>
      <w:r w:rsidR="0024252B" w:rsidRPr="002813C1">
        <w:t xml:space="preserve"> est à moi</w:t>
      </w:r>
      <w:r>
        <w:t> !</w:t>
      </w:r>
    </w:p>
    <w:p w14:paraId="66FC00AA" w14:textId="465536D3" w:rsidR="0024252B" w:rsidRPr="002813C1" w:rsidRDefault="0024252B" w:rsidP="00B77E03">
      <w:pPr>
        <w:pStyle w:val="Titre1"/>
      </w:pPr>
      <w:bookmarkStart w:id="11" w:name="_Toc202022836"/>
      <w:r w:rsidRPr="002813C1">
        <w:lastRenderedPageBreak/>
        <w:t>XII</w:t>
      </w:r>
      <w:bookmarkEnd w:id="11"/>
      <w:r w:rsidRPr="002813C1">
        <w:br/>
      </w:r>
    </w:p>
    <w:p w14:paraId="76848910" w14:textId="77777777" w:rsidR="00B77E03" w:rsidRDefault="0024252B" w:rsidP="00B77E03">
      <w:r w:rsidRPr="002813C1">
        <w:t>Douter de l</w:t>
      </w:r>
      <w:r w:rsidR="00B77E03">
        <w:t>’</w:t>
      </w:r>
      <w:r w:rsidRPr="002813C1">
        <w:t xml:space="preserve">empressement du baron </w:t>
      </w:r>
      <w:proofErr w:type="spellStart"/>
      <w:r w:rsidRPr="002813C1">
        <w:t>Trigault</w:t>
      </w:r>
      <w:proofErr w:type="spellEnd"/>
      <w:r w:rsidRPr="002813C1">
        <w:t xml:space="preserve"> à se mettre à ses ordres et à accepter les yeux fermés toutes les mesures qu</w:t>
      </w:r>
      <w:r w:rsidR="00B77E03">
        <w:t>’</w:t>
      </w:r>
      <w:r w:rsidRPr="002813C1">
        <w:t>il lui proposerait</w:t>
      </w:r>
      <w:r w:rsidR="00B77E03">
        <w:t xml:space="preserve">, </w:t>
      </w:r>
      <w:r w:rsidRPr="002813C1">
        <w:t>était</w:t>
      </w:r>
      <w:r w:rsidR="00B77E03">
        <w:t xml:space="preserve">, </w:t>
      </w:r>
      <w:r w:rsidRPr="002813C1">
        <w:t>de la part de Pascal</w:t>
      </w:r>
      <w:r w:rsidR="00B77E03">
        <w:t xml:space="preserve">, </w:t>
      </w:r>
      <w:r w:rsidRPr="002813C1">
        <w:t>un pur enfantillage</w:t>
      </w:r>
      <w:r w:rsidR="00B77E03">
        <w:t>…</w:t>
      </w:r>
    </w:p>
    <w:p w14:paraId="537492DD" w14:textId="77777777" w:rsidR="00B77E03" w:rsidRDefault="0024252B" w:rsidP="00B77E03">
      <w:r w:rsidRPr="002813C1">
        <w:t>Il eût dû se rappeler que leurs intérêts étaient les mêmes</w:t>
      </w:r>
      <w:r w:rsidR="00B77E03">
        <w:t xml:space="preserve">, </w:t>
      </w:r>
      <w:r w:rsidRPr="002813C1">
        <w:t>qu</w:t>
      </w:r>
      <w:r w:rsidR="00B77E03">
        <w:t>’</w:t>
      </w:r>
      <w:r w:rsidRPr="002813C1">
        <w:t>ils haïssaient d</w:t>
      </w:r>
      <w:r w:rsidR="00B77E03">
        <w:t>’</w:t>
      </w:r>
      <w:r w:rsidRPr="002813C1">
        <w:t>une haine pareille les mêmes ennemis</w:t>
      </w:r>
      <w:r w:rsidR="00B77E03">
        <w:t xml:space="preserve">, </w:t>
      </w:r>
      <w:r w:rsidRPr="002813C1">
        <w:t>qu</w:t>
      </w:r>
      <w:r w:rsidR="00B77E03">
        <w:t>’</w:t>
      </w:r>
      <w:r w:rsidRPr="002813C1">
        <w:t>ils étaient semblablement altérés de vengeance</w:t>
      </w:r>
      <w:r w:rsidR="00B77E03">
        <w:t>.</w:t>
      </w:r>
    </w:p>
    <w:p w14:paraId="50E582CE" w14:textId="77777777" w:rsidR="00B77E03" w:rsidRDefault="0024252B" w:rsidP="00B77E03">
      <w:r w:rsidRPr="002813C1">
        <w:t>Et certes</w:t>
      </w:r>
      <w:r w:rsidR="00B77E03">
        <w:t xml:space="preserve">, </w:t>
      </w:r>
      <w:r w:rsidRPr="002813C1">
        <w:t>les événements survenus depuis leur entrevue n</w:t>
      </w:r>
      <w:r w:rsidR="00B77E03">
        <w:t>’</w:t>
      </w:r>
      <w:r w:rsidRPr="002813C1">
        <w:t>étaient pas de nature à modifier les intentions du baron</w:t>
      </w:r>
      <w:r w:rsidR="00B77E03">
        <w:t>.</w:t>
      </w:r>
    </w:p>
    <w:p w14:paraId="6DAD642D" w14:textId="05DDEA83" w:rsidR="00B77E03" w:rsidRDefault="0024252B" w:rsidP="00B77E03">
      <w:r w:rsidRPr="002813C1">
        <w:t>Depuis</w:t>
      </w:r>
      <w:r w:rsidR="00B77E03">
        <w:t xml:space="preserve">, </w:t>
      </w:r>
      <w:r w:rsidRPr="002813C1">
        <w:t xml:space="preserve">il avait assisté à la scène qui avait eu lieu entre </w:t>
      </w:r>
      <w:r w:rsidR="00B77E03">
        <w:t>M</w:t>
      </w:r>
      <w:r w:rsidR="00B77E03" w:rsidRPr="00B77E03">
        <w:rPr>
          <w:vertAlign w:val="superscript"/>
        </w:rPr>
        <w:t>me</w:t>
      </w:r>
      <w:r w:rsidR="00B77E03">
        <w:t> </w:t>
      </w:r>
      <w:r w:rsidRPr="002813C1">
        <w:t>d</w:t>
      </w:r>
      <w:r w:rsidR="00B77E03">
        <w:t>’</w:t>
      </w:r>
      <w:r w:rsidRPr="002813C1">
        <w:t xml:space="preserve">Argelès et le spirituel </w:t>
      </w:r>
      <w:r w:rsidR="00B77E03">
        <w:t>M. </w:t>
      </w:r>
      <w:proofErr w:type="spellStart"/>
      <w:r w:rsidRPr="002813C1">
        <w:t>Wilkie</w:t>
      </w:r>
      <w:proofErr w:type="spellEnd"/>
      <w:r w:rsidR="00B77E03">
        <w:t xml:space="preserve">, </w:t>
      </w:r>
      <w:r w:rsidRPr="002813C1">
        <w:t xml:space="preserve">scène honteuse et abominable où il avait reconnu la scélératesse du vicomte de </w:t>
      </w:r>
      <w:proofErr w:type="spellStart"/>
      <w:r w:rsidRPr="002813C1">
        <w:t>Coralth</w:t>
      </w:r>
      <w:proofErr w:type="spellEnd"/>
      <w:r w:rsidR="00B77E03">
        <w:t>.</w:t>
      </w:r>
    </w:p>
    <w:p w14:paraId="1A572A1C" w14:textId="77777777" w:rsidR="00B77E03" w:rsidRDefault="0024252B" w:rsidP="00B77E03">
      <w:r w:rsidRPr="002813C1">
        <w:t>Mais le malheur rend timide et soupçonneux</w:t>
      </w:r>
      <w:r w:rsidR="00B77E03">
        <w:t>…</w:t>
      </w:r>
    </w:p>
    <w:p w14:paraId="51E0EFA8" w14:textId="77777777" w:rsidR="00B77E03" w:rsidRDefault="0024252B" w:rsidP="00B77E03">
      <w:r w:rsidRPr="002813C1">
        <w:t>Les dernières défiances de Pascal ne s</w:t>
      </w:r>
      <w:r w:rsidR="00B77E03">
        <w:t>’</w:t>
      </w:r>
      <w:r w:rsidRPr="002813C1">
        <w:t>évanouirent qu</w:t>
      </w:r>
      <w:r w:rsidR="00B77E03">
        <w:t>’</w:t>
      </w:r>
      <w:r w:rsidRPr="002813C1">
        <w:t xml:space="preserve">à la rue de la </w:t>
      </w:r>
      <w:proofErr w:type="spellStart"/>
      <w:r w:rsidRPr="002813C1">
        <w:t>Ville-l</w:t>
      </w:r>
      <w:r w:rsidR="00B77E03">
        <w:t>’</w:t>
      </w:r>
      <w:r w:rsidRPr="002813C1">
        <w:t>Évêque</w:t>
      </w:r>
      <w:proofErr w:type="spellEnd"/>
      <w:r w:rsidR="00B77E03">
        <w:t>.</w:t>
      </w:r>
    </w:p>
    <w:p w14:paraId="4780F6BA" w14:textId="77777777" w:rsidR="00B77E03" w:rsidRDefault="0024252B" w:rsidP="00B77E03">
      <w:r w:rsidRPr="002813C1">
        <w:t>À la façon dont le reçurent les domestiques</w:t>
      </w:r>
      <w:r w:rsidR="00B77E03">
        <w:t xml:space="preserve">, </w:t>
      </w:r>
      <w:r w:rsidRPr="002813C1">
        <w:t xml:space="preserve">il put comprendre en quelle estime le tenait le baron </w:t>
      </w:r>
      <w:proofErr w:type="spellStart"/>
      <w:r w:rsidRPr="002813C1">
        <w:t>Trigault</w:t>
      </w:r>
      <w:proofErr w:type="spellEnd"/>
      <w:r w:rsidR="00B77E03">
        <w:t xml:space="preserve">… </w:t>
      </w:r>
      <w:r w:rsidRPr="002813C1">
        <w:t>car il serait plus simple qu</w:t>
      </w:r>
      <w:r w:rsidR="00B77E03">
        <w:t>’</w:t>
      </w:r>
      <w:r w:rsidRPr="002813C1">
        <w:t>il ne convient</w:t>
      </w:r>
      <w:r w:rsidR="00B77E03">
        <w:t xml:space="preserve">, </w:t>
      </w:r>
      <w:r w:rsidRPr="002813C1">
        <w:t>celui qui au seul accueil des valets</w:t>
      </w:r>
      <w:r w:rsidR="00B77E03">
        <w:t xml:space="preserve">, </w:t>
      </w:r>
      <w:r w:rsidRPr="002813C1">
        <w:t>ne saurait pas exactement à quoi s</w:t>
      </w:r>
      <w:r w:rsidR="00B77E03">
        <w:t>’</w:t>
      </w:r>
      <w:r w:rsidRPr="002813C1">
        <w:t>en tenir sur les dispositions du maître à son égard</w:t>
      </w:r>
      <w:r w:rsidR="00B77E03">
        <w:t>.</w:t>
      </w:r>
    </w:p>
    <w:p w14:paraId="69427D0C" w14:textId="76A9C623" w:rsidR="00B77E03" w:rsidRDefault="00B77E03" w:rsidP="00B77E03">
      <w:r>
        <w:t>— </w:t>
      </w:r>
      <w:r w:rsidR="0024252B" w:rsidRPr="002813C1">
        <w:t>Que Monsieur prenne la peine de me suivre</w:t>
      </w:r>
      <w:r>
        <w:t xml:space="preserve">, </w:t>
      </w:r>
      <w:r w:rsidR="0024252B" w:rsidRPr="002813C1">
        <w:t>lui dit</w:t>
      </w:r>
      <w:r>
        <w:t xml:space="preserve">, </w:t>
      </w:r>
      <w:r w:rsidR="0024252B" w:rsidRPr="002813C1">
        <w:t>après un respectueux salut</w:t>
      </w:r>
      <w:r>
        <w:t xml:space="preserve">, </w:t>
      </w:r>
      <w:r w:rsidR="0024252B" w:rsidRPr="002813C1">
        <w:t>le domestique auquel il remit sa carte</w:t>
      </w:r>
      <w:r>
        <w:t>, M. </w:t>
      </w:r>
      <w:r w:rsidR="0024252B" w:rsidRPr="002813C1">
        <w:t>le baron est en affaires</w:t>
      </w:r>
      <w:r>
        <w:t xml:space="preserve">, </w:t>
      </w:r>
      <w:r w:rsidR="0024252B" w:rsidRPr="002813C1">
        <w:t>mais peu importe</w:t>
      </w:r>
      <w:r>
        <w:t>, M. </w:t>
      </w:r>
      <w:r w:rsidR="0024252B" w:rsidRPr="002813C1">
        <w:t xml:space="preserve">le </w:t>
      </w:r>
      <w:r w:rsidR="0024252B" w:rsidRPr="002813C1">
        <w:lastRenderedPageBreak/>
        <w:t>baron a recommandé d</w:t>
      </w:r>
      <w:r>
        <w:t>’</w:t>
      </w:r>
      <w:r w:rsidR="0024252B" w:rsidRPr="002813C1">
        <w:t>introduire Monsieur dès qu</w:t>
      </w:r>
      <w:r>
        <w:t>’</w:t>
      </w:r>
      <w:r w:rsidR="0024252B" w:rsidRPr="002813C1">
        <w:t>il se présenterait</w:t>
      </w:r>
      <w:r>
        <w:t>.</w:t>
      </w:r>
    </w:p>
    <w:p w14:paraId="1BC13B1B" w14:textId="77777777" w:rsidR="00B77E03" w:rsidRDefault="0024252B" w:rsidP="00B77E03">
      <w:r w:rsidRPr="002813C1">
        <w:t>Pascal</w:t>
      </w:r>
      <w:r w:rsidR="00B77E03">
        <w:t xml:space="preserve">, </w:t>
      </w:r>
      <w:r w:rsidRPr="002813C1">
        <w:t>sans mot dire</w:t>
      </w:r>
      <w:r w:rsidR="00B77E03">
        <w:t xml:space="preserve">, </w:t>
      </w:r>
      <w:r w:rsidRPr="002813C1">
        <w:t>suivit</w:t>
      </w:r>
      <w:r w:rsidR="00B77E03">
        <w:t>…</w:t>
      </w:r>
    </w:p>
    <w:p w14:paraId="666885B2" w14:textId="77777777" w:rsidR="00B77E03" w:rsidRDefault="0024252B" w:rsidP="00B77E03">
      <w:r w:rsidRPr="002813C1">
        <w:t>La physionomie de l</w:t>
      </w:r>
      <w:r w:rsidR="00B77E03">
        <w:t>’</w:t>
      </w:r>
      <w:r w:rsidRPr="002813C1">
        <w:t xml:space="preserve">hôtel </w:t>
      </w:r>
      <w:proofErr w:type="spellStart"/>
      <w:r w:rsidRPr="002813C1">
        <w:t>Trigault</w:t>
      </w:r>
      <w:proofErr w:type="spellEnd"/>
      <w:r w:rsidRPr="002813C1">
        <w:t xml:space="preserve"> était toujours celle qu</w:t>
      </w:r>
      <w:r w:rsidR="00B77E03">
        <w:t>’</w:t>
      </w:r>
      <w:r w:rsidRPr="002813C1">
        <w:t>il lui avait vue</w:t>
      </w:r>
      <w:r w:rsidR="00B77E03">
        <w:t xml:space="preserve">, </w:t>
      </w:r>
      <w:r w:rsidRPr="002813C1">
        <w:t>et qui l</w:t>
      </w:r>
      <w:r w:rsidR="00B77E03">
        <w:t>’</w:t>
      </w:r>
      <w:r w:rsidRPr="002813C1">
        <w:t>avait frappé</w:t>
      </w:r>
      <w:r w:rsidR="00B77E03">
        <w:t xml:space="preserve">… </w:t>
      </w:r>
      <w:r w:rsidRPr="002813C1">
        <w:t>C</w:t>
      </w:r>
      <w:r w:rsidR="00B77E03">
        <w:t>’</w:t>
      </w:r>
      <w:r w:rsidRPr="002813C1">
        <w:t>était toujours le même luxe</w:t>
      </w:r>
      <w:r w:rsidR="00B77E03">
        <w:t xml:space="preserve">, </w:t>
      </w:r>
      <w:r w:rsidRPr="002813C1">
        <w:t>éclatant en toutes choses</w:t>
      </w:r>
      <w:r w:rsidR="00B77E03">
        <w:t xml:space="preserve">, </w:t>
      </w:r>
      <w:r w:rsidRPr="002813C1">
        <w:t>prodigue</w:t>
      </w:r>
      <w:r w:rsidR="00B77E03">
        <w:t xml:space="preserve">, </w:t>
      </w:r>
      <w:r w:rsidRPr="002813C1">
        <w:t>insoucieux</w:t>
      </w:r>
      <w:r w:rsidR="00B77E03">
        <w:t xml:space="preserve">, </w:t>
      </w:r>
      <w:r w:rsidRPr="002813C1">
        <w:t>royal</w:t>
      </w:r>
      <w:r w:rsidR="00B77E03">
        <w:t xml:space="preserve">… </w:t>
      </w:r>
      <w:r w:rsidRPr="002813C1">
        <w:t>Les gens</w:t>
      </w:r>
      <w:r w:rsidR="00B77E03">
        <w:t xml:space="preserve">, – </w:t>
      </w:r>
      <w:r w:rsidRPr="002813C1">
        <w:t>une véritable armée</w:t>
      </w:r>
      <w:r w:rsidR="00B77E03">
        <w:t xml:space="preserve"> – </w:t>
      </w:r>
      <w:r w:rsidRPr="002813C1">
        <w:t>allaient et venaient</w:t>
      </w:r>
      <w:r w:rsidR="00B77E03">
        <w:t xml:space="preserve">, </w:t>
      </w:r>
      <w:r w:rsidRPr="002813C1">
        <w:t>s</w:t>
      </w:r>
      <w:r w:rsidR="00B77E03">
        <w:t>’</w:t>
      </w:r>
      <w:r w:rsidRPr="002813C1">
        <w:t>empressant lentement</w:t>
      </w:r>
      <w:r w:rsidR="00B77E03">
        <w:t xml:space="preserve">… </w:t>
      </w:r>
      <w:r w:rsidRPr="002813C1">
        <w:t>Une paire de chevaux de mille louis</w:t>
      </w:r>
      <w:r w:rsidR="00B77E03">
        <w:t xml:space="preserve">, </w:t>
      </w:r>
      <w:r w:rsidRPr="002813C1">
        <w:t>attelés à un léger coupé trois quarts</w:t>
      </w:r>
      <w:r w:rsidR="00B77E03">
        <w:t xml:space="preserve">, </w:t>
      </w:r>
      <w:r w:rsidRPr="002813C1">
        <w:t>le coupé de la baronne</w:t>
      </w:r>
      <w:r w:rsidR="00B77E03">
        <w:t xml:space="preserve"> – </w:t>
      </w:r>
      <w:r w:rsidRPr="002813C1">
        <w:t>piaffait au milieu de la cour</w:t>
      </w:r>
      <w:r w:rsidR="00B77E03">
        <w:t xml:space="preserve">… </w:t>
      </w:r>
      <w:r w:rsidRPr="002813C1">
        <w:t>Les fleurs du vestibule renouvelées du matin embaumaient</w:t>
      </w:r>
      <w:r w:rsidR="00B77E03">
        <w:t>…</w:t>
      </w:r>
    </w:p>
    <w:p w14:paraId="273BF806" w14:textId="616B1188" w:rsidR="00B77E03" w:rsidRDefault="0024252B" w:rsidP="00B77E03">
      <w:r w:rsidRPr="002813C1">
        <w:t>Seulement</w:t>
      </w:r>
      <w:r w:rsidR="00B77E03">
        <w:t xml:space="preserve">, </w:t>
      </w:r>
      <w:r w:rsidRPr="002813C1">
        <w:t>à sa première visite</w:t>
      </w:r>
      <w:r w:rsidR="00B77E03">
        <w:t xml:space="preserve">, </w:t>
      </w:r>
      <w:r w:rsidRPr="002813C1">
        <w:t>Pascal n</w:t>
      </w:r>
      <w:r w:rsidR="00B77E03">
        <w:t>’</w:t>
      </w:r>
      <w:r w:rsidRPr="002813C1">
        <w:t>avait vu que le rez-de-chaussée de l</w:t>
      </w:r>
      <w:r w:rsidR="00B77E03">
        <w:t>’</w:t>
      </w:r>
      <w:r w:rsidRPr="002813C1">
        <w:t>hôtel</w:t>
      </w:r>
      <w:r w:rsidR="00B77E03">
        <w:t xml:space="preserve">. </w:t>
      </w:r>
      <w:r w:rsidRPr="002813C1">
        <w:t>Cette fois</w:t>
      </w:r>
      <w:r w:rsidR="00B77E03">
        <w:t xml:space="preserve">, </w:t>
      </w:r>
      <w:r w:rsidRPr="002813C1">
        <w:t>son guide lui annonça qu</w:t>
      </w:r>
      <w:r w:rsidR="00B77E03">
        <w:t>’</w:t>
      </w:r>
      <w:r w:rsidRPr="002813C1">
        <w:t>il allait le conduire au premier étage</w:t>
      </w:r>
      <w:r w:rsidR="00B77E03">
        <w:t xml:space="preserve">, </w:t>
      </w:r>
      <w:r w:rsidRPr="002813C1">
        <w:t xml:space="preserve">au cabinet de </w:t>
      </w:r>
      <w:r w:rsidR="00B77E03">
        <w:t>M. </w:t>
      </w:r>
      <w:r w:rsidRPr="002813C1">
        <w:t>le baron</w:t>
      </w:r>
      <w:r w:rsidR="00B77E03">
        <w:t>.</w:t>
      </w:r>
    </w:p>
    <w:p w14:paraId="12E2CA36" w14:textId="77777777" w:rsidR="00B77E03" w:rsidRDefault="0024252B" w:rsidP="00B77E03">
      <w:r w:rsidRPr="002813C1">
        <w:t>Il gravissait lentement l</w:t>
      </w:r>
      <w:r w:rsidR="00B77E03">
        <w:t>’</w:t>
      </w:r>
      <w:r w:rsidRPr="002813C1">
        <w:t>escalier de marbre</w:t>
      </w:r>
      <w:r w:rsidR="00B77E03">
        <w:t xml:space="preserve">, </w:t>
      </w:r>
      <w:r w:rsidRPr="002813C1">
        <w:t>à rampe de bronze doré</w:t>
      </w:r>
      <w:r w:rsidR="00B77E03">
        <w:t xml:space="preserve">, </w:t>
      </w:r>
      <w:r w:rsidRPr="002813C1">
        <w:t>admirant le tapis magnifique</w:t>
      </w:r>
      <w:r w:rsidR="00B77E03">
        <w:t xml:space="preserve">, </w:t>
      </w:r>
      <w:r w:rsidRPr="002813C1">
        <w:t>les fresques</w:t>
      </w:r>
      <w:r w:rsidR="00B77E03">
        <w:t xml:space="preserve">, </w:t>
      </w:r>
      <w:r w:rsidRPr="002813C1">
        <w:t>les précieuses statues</w:t>
      </w:r>
      <w:r w:rsidR="00B77E03">
        <w:t xml:space="preserve">, </w:t>
      </w:r>
      <w:r w:rsidRPr="002813C1">
        <w:t>quand un grand frou-frou de soie retentit au-dessus de lui</w:t>
      </w:r>
      <w:r w:rsidR="00B77E03">
        <w:t xml:space="preserve">… </w:t>
      </w:r>
      <w:r w:rsidRPr="002813C1">
        <w:t>Il n</w:t>
      </w:r>
      <w:r w:rsidR="00B77E03">
        <w:t>’</w:t>
      </w:r>
      <w:r w:rsidRPr="002813C1">
        <w:t>eut que le temps de se jeter de côté</w:t>
      </w:r>
      <w:r w:rsidR="00B77E03">
        <w:t xml:space="preserve">, </w:t>
      </w:r>
      <w:r w:rsidRPr="002813C1">
        <w:t>et une femme passa rapidement</w:t>
      </w:r>
      <w:r w:rsidR="00B77E03">
        <w:t xml:space="preserve">, </w:t>
      </w:r>
      <w:r w:rsidRPr="002813C1">
        <w:t>sans détourner la tête</w:t>
      </w:r>
      <w:r w:rsidR="00B77E03">
        <w:t xml:space="preserve">, </w:t>
      </w:r>
      <w:r w:rsidRPr="002813C1">
        <w:t>sans daigner le voir</w:t>
      </w:r>
      <w:r w:rsidR="00B77E03">
        <w:t>…</w:t>
      </w:r>
    </w:p>
    <w:p w14:paraId="01E71867" w14:textId="77777777" w:rsidR="00B77E03" w:rsidRDefault="0024252B" w:rsidP="00B77E03">
      <w:r w:rsidRPr="002813C1">
        <w:t>Elle paraissait à peine quarante ans</w:t>
      </w:r>
      <w:r w:rsidR="00B77E03">
        <w:t xml:space="preserve">, </w:t>
      </w:r>
      <w:r w:rsidRPr="002813C1">
        <w:t>et était très-belle encore</w:t>
      </w:r>
      <w:r w:rsidR="00B77E03">
        <w:t xml:space="preserve">, </w:t>
      </w:r>
      <w:r w:rsidRPr="002813C1">
        <w:t>avec ses cheveux d</w:t>
      </w:r>
      <w:r w:rsidR="00B77E03">
        <w:t>’</w:t>
      </w:r>
      <w:r w:rsidRPr="002813C1">
        <w:t>un blond ardent</w:t>
      </w:r>
      <w:r w:rsidR="00B77E03">
        <w:t xml:space="preserve">, </w:t>
      </w:r>
      <w:r w:rsidRPr="002813C1">
        <w:t>relevés très-haut sur la nuque en un énorme chignon</w:t>
      </w:r>
      <w:r w:rsidR="00B77E03">
        <w:t xml:space="preserve">… </w:t>
      </w:r>
      <w:r w:rsidRPr="002813C1">
        <w:t>Son costume</w:t>
      </w:r>
      <w:r w:rsidR="00B77E03">
        <w:t xml:space="preserve"> ; </w:t>
      </w:r>
      <w:r w:rsidRPr="002813C1">
        <w:t>voyant à faire cabrer les chevaux de fiacre</w:t>
      </w:r>
      <w:r w:rsidR="00B77E03">
        <w:t xml:space="preserve">, </w:t>
      </w:r>
      <w:r w:rsidRPr="002813C1">
        <w:t>et de la coupe la plus excentrique et la plus hasardée</w:t>
      </w:r>
      <w:r w:rsidR="00B77E03">
        <w:t xml:space="preserve">, </w:t>
      </w:r>
      <w:r w:rsidRPr="002813C1">
        <w:t>seyait admirablement à son genre de beauté</w:t>
      </w:r>
      <w:r w:rsidR="00B77E03">
        <w:t>…</w:t>
      </w:r>
    </w:p>
    <w:p w14:paraId="23CB7E4F" w14:textId="1B6E6373" w:rsidR="00B77E03" w:rsidRDefault="00B77E03" w:rsidP="00B77E03">
      <w:r>
        <w:t>— </w:t>
      </w:r>
      <w:r w:rsidR="0024252B" w:rsidRPr="002813C1">
        <w:t>C</w:t>
      </w:r>
      <w:r>
        <w:t>’</w:t>
      </w:r>
      <w:r w:rsidR="0024252B" w:rsidRPr="002813C1">
        <w:t xml:space="preserve">est </w:t>
      </w:r>
      <w:r>
        <w:t>M</w:t>
      </w:r>
      <w:r w:rsidRPr="00B77E03">
        <w:rPr>
          <w:vertAlign w:val="superscript"/>
        </w:rPr>
        <w:t>me</w:t>
      </w:r>
      <w:r>
        <w:t> </w:t>
      </w:r>
      <w:r w:rsidR="0024252B" w:rsidRPr="002813C1">
        <w:t>la baronne</w:t>
      </w:r>
      <w:r>
        <w:t xml:space="preserve">, </w:t>
      </w:r>
      <w:r w:rsidR="0024252B" w:rsidRPr="002813C1">
        <w:t>souffla le domestique à l</w:t>
      </w:r>
      <w:r>
        <w:t>’</w:t>
      </w:r>
      <w:r w:rsidR="0024252B" w:rsidRPr="002813C1">
        <w:t>oreille de Pascal</w:t>
      </w:r>
      <w:r>
        <w:t>.</w:t>
      </w:r>
    </w:p>
    <w:p w14:paraId="72BE0391" w14:textId="77777777" w:rsidR="00B77E03" w:rsidRDefault="0024252B" w:rsidP="00B77E03">
      <w:r w:rsidRPr="002813C1">
        <w:lastRenderedPageBreak/>
        <w:t>Il n</w:t>
      </w:r>
      <w:r w:rsidR="00B77E03">
        <w:t>’</w:t>
      </w:r>
      <w:r w:rsidRPr="002813C1">
        <w:t>avait pas besoin qu</w:t>
      </w:r>
      <w:r w:rsidR="00B77E03">
        <w:t>’</w:t>
      </w:r>
      <w:r w:rsidRPr="002813C1">
        <w:t>on le lui dît</w:t>
      </w:r>
      <w:r w:rsidR="00B77E03">
        <w:t xml:space="preserve">… </w:t>
      </w:r>
      <w:r w:rsidRPr="002813C1">
        <w:t>Il ne l</w:t>
      </w:r>
      <w:r w:rsidR="00B77E03">
        <w:t>’</w:t>
      </w:r>
      <w:r w:rsidRPr="002813C1">
        <w:t>avait vue qu</w:t>
      </w:r>
      <w:r w:rsidR="00B77E03">
        <w:t>’</w:t>
      </w:r>
      <w:r w:rsidRPr="002813C1">
        <w:t>une fois</w:t>
      </w:r>
      <w:r w:rsidR="00B77E03">
        <w:t xml:space="preserve">, </w:t>
      </w:r>
      <w:r w:rsidRPr="002813C1">
        <w:t>l</w:t>
      </w:r>
      <w:r w:rsidR="00B77E03">
        <w:t>’</w:t>
      </w:r>
      <w:r w:rsidRPr="002813C1">
        <w:t>espace d</w:t>
      </w:r>
      <w:r w:rsidR="00B77E03">
        <w:t>’</w:t>
      </w:r>
      <w:r w:rsidRPr="002813C1">
        <w:t>une seconde</w:t>
      </w:r>
      <w:r w:rsidR="00B77E03">
        <w:t xml:space="preserve">, </w:t>
      </w:r>
      <w:r w:rsidRPr="002813C1">
        <w:t>mais en de telles circonstances qu</w:t>
      </w:r>
      <w:r w:rsidR="00B77E03">
        <w:t>’</w:t>
      </w:r>
      <w:r w:rsidRPr="002813C1">
        <w:t>il ne devait l</w:t>
      </w:r>
      <w:r w:rsidR="00B77E03">
        <w:t>’</w:t>
      </w:r>
      <w:r w:rsidRPr="002813C1">
        <w:t>oublier de sa vie</w:t>
      </w:r>
      <w:r w:rsidR="00B77E03">
        <w:t>…</w:t>
      </w:r>
    </w:p>
    <w:p w14:paraId="371AE12A" w14:textId="77777777" w:rsidR="00B77E03" w:rsidRDefault="0024252B" w:rsidP="00B77E03">
      <w:r w:rsidRPr="002813C1">
        <w:t>En ce moment</w:t>
      </w:r>
      <w:r w:rsidR="00B77E03">
        <w:t xml:space="preserve">, </w:t>
      </w:r>
      <w:r w:rsidRPr="002813C1">
        <w:t>d</w:t>
      </w:r>
      <w:r w:rsidR="00B77E03">
        <w:t>’</w:t>
      </w:r>
      <w:r w:rsidRPr="002813C1">
        <w:t>ailleurs</w:t>
      </w:r>
      <w:r w:rsidR="00B77E03">
        <w:t xml:space="preserve">, </w:t>
      </w:r>
      <w:r w:rsidRPr="002813C1">
        <w:t>et après ce qu</w:t>
      </w:r>
      <w:r w:rsidR="00B77E03">
        <w:t>’</w:t>
      </w:r>
      <w:r w:rsidRPr="002813C1">
        <w:t>il savait</w:t>
      </w:r>
      <w:r w:rsidR="00B77E03">
        <w:t xml:space="preserve">, </w:t>
      </w:r>
      <w:r w:rsidRPr="002813C1">
        <w:t>il s</w:t>
      </w:r>
      <w:r w:rsidR="00B77E03">
        <w:t>’</w:t>
      </w:r>
      <w:r w:rsidRPr="002813C1">
        <w:t>expliqua l</w:t>
      </w:r>
      <w:r w:rsidR="00B77E03">
        <w:t>’</w:t>
      </w:r>
      <w:r w:rsidRPr="002813C1">
        <w:t>impression terrible et jusqu</w:t>
      </w:r>
      <w:r w:rsidR="00B77E03">
        <w:t>’</w:t>
      </w:r>
      <w:r w:rsidRPr="002813C1">
        <w:t>alors inexpliquée qu</w:t>
      </w:r>
      <w:r w:rsidR="00B77E03">
        <w:t>’</w:t>
      </w:r>
      <w:r w:rsidRPr="002813C1">
        <w:t>il avait ressentie en la voyant</w:t>
      </w:r>
      <w:r w:rsidR="00B77E03">
        <w:t>…</w:t>
      </w:r>
    </w:p>
    <w:p w14:paraId="418D03D8" w14:textId="47A33B21" w:rsidR="00B77E03" w:rsidRDefault="00B77E03" w:rsidP="00B77E03">
      <w:r>
        <w:t>M</w:t>
      </w:r>
      <w:r w:rsidRPr="00B77E03">
        <w:rPr>
          <w:vertAlign w:val="superscript"/>
        </w:rPr>
        <w:t>lle</w:t>
      </w:r>
      <w:r>
        <w:t> </w:t>
      </w:r>
      <w:r w:rsidR="0024252B" w:rsidRPr="002813C1">
        <w:t>Marguerite était comme un portrait vivant de cette femme</w:t>
      </w:r>
      <w:r>
        <w:t xml:space="preserve">, </w:t>
      </w:r>
      <w:r w:rsidR="0024252B" w:rsidRPr="002813C1">
        <w:t>à la couleur des cheveux près</w:t>
      </w:r>
      <w:r>
        <w:t>…</w:t>
      </w:r>
    </w:p>
    <w:p w14:paraId="7FC766C0" w14:textId="1DF08832" w:rsidR="00B77E03" w:rsidRDefault="0024252B" w:rsidP="00B77E03">
      <w:r w:rsidRPr="002813C1">
        <w:t>Qu</w:t>
      </w:r>
      <w:r w:rsidR="00B77E03">
        <w:t>’</w:t>
      </w:r>
      <w:proofErr w:type="spellStart"/>
      <w:r w:rsidRPr="002813C1">
        <w:t>eût-ce</w:t>
      </w:r>
      <w:proofErr w:type="spellEnd"/>
      <w:r w:rsidRPr="002813C1">
        <w:t xml:space="preserve"> donc été</w:t>
      </w:r>
      <w:r w:rsidR="00B77E03">
        <w:t xml:space="preserve">, </w:t>
      </w:r>
      <w:r w:rsidRPr="002813C1">
        <w:t>si la baronne eût consenti à rester telle qu</w:t>
      </w:r>
      <w:r w:rsidR="00B77E03">
        <w:t>’</w:t>
      </w:r>
      <w:r w:rsidRPr="002813C1">
        <w:t>elle était</w:t>
      </w:r>
      <w:r w:rsidR="00B77E03">
        <w:t xml:space="preserve"> ! </w:t>
      </w:r>
      <w:r w:rsidRPr="002813C1">
        <w:t>Car ses cheveux étaient noirs naturellement</w:t>
      </w:r>
      <w:r w:rsidR="00B77E03">
        <w:t xml:space="preserve">, </w:t>
      </w:r>
      <w:r w:rsidRPr="002813C1">
        <w:t xml:space="preserve">comme ceux de </w:t>
      </w:r>
      <w:r w:rsidR="00B77E03">
        <w:t>M</w:t>
      </w:r>
      <w:r w:rsidR="00B77E03" w:rsidRPr="00B77E03">
        <w:rPr>
          <w:vertAlign w:val="superscript"/>
        </w:rPr>
        <w:t>lle</w:t>
      </w:r>
      <w:r w:rsidR="00B77E03">
        <w:t> </w:t>
      </w:r>
      <w:r w:rsidRPr="002813C1">
        <w:t>Marguerite</w:t>
      </w:r>
      <w:r w:rsidR="00B77E03">
        <w:t xml:space="preserve">, </w:t>
      </w:r>
      <w:r w:rsidRPr="002813C1">
        <w:t>et noirs elle les avait portés jusqu</w:t>
      </w:r>
      <w:r w:rsidR="00B77E03">
        <w:t>’</w:t>
      </w:r>
      <w:r w:rsidRPr="002813C1">
        <w:t>à trente-cinq ans</w:t>
      </w:r>
      <w:r w:rsidR="00B77E03">
        <w:t xml:space="preserve">. </w:t>
      </w:r>
      <w:r w:rsidRPr="002813C1">
        <w:t>Elle n</w:t>
      </w:r>
      <w:r w:rsidR="00B77E03">
        <w:t>’</w:t>
      </w:r>
      <w:r w:rsidRPr="002813C1">
        <w:t>était rousse que depuis que la mode de cette couleur sévit avec la violence d</w:t>
      </w:r>
      <w:r w:rsidR="00B77E03">
        <w:t>’</w:t>
      </w:r>
      <w:r w:rsidRPr="002813C1">
        <w:t>une épidémie</w:t>
      </w:r>
      <w:r w:rsidR="00B77E03">
        <w:t xml:space="preserve">… </w:t>
      </w:r>
      <w:r w:rsidRPr="002813C1">
        <w:t>Et même</w:t>
      </w:r>
      <w:r w:rsidR="00B77E03">
        <w:t xml:space="preserve">, </w:t>
      </w:r>
      <w:r w:rsidRPr="002813C1">
        <w:t>tous les quatre jours</w:t>
      </w:r>
      <w:r w:rsidR="00B77E03">
        <w:t xml:space="preserve">, </w:t>
      </w:r>
      <w:r w:rsidRPr="002813C1">
        <w:t>son coiffeur venait lui enduire la tête d</w:t>
      </w:r>
      <w:r w:rsidR="00B77E03">
        <w:t>’</w:t>
      </w:r>
      <w:r w:rsidRPr="002813C1">
        <w:t>une certaine préparation</w:t>
      </w:r>
      <w:r w:rsidR="00B77E03">
        <w:t xml:space="preserve">, </w:t>
      </w:r>
      <w:r w:rsidRPr="002813C1">
        <w:t>après quoi elle avait la patience de rester plusieurs heures à sécher au soleil</w:t>
      </w:r>
      <w:r w:rsidR="00B77E03">
        <w:t xml:space="preserve">, </w:t>
      </w:r>
      <w:r w:rsidRPr="002813C1">
        <w:t>ce qui donne une nuance plus dorée</w:t>
      </w:r>
      <w:r w:rsidR="00B77E03">
        <w:t>…</w:t>
      </w:r>
    </w:p>
    <w:p w14:paraId="4D42EE60" w14:textId="77777777" w:rsidR="00B77E03" w:rsidRDefault="0024252B" w:rsidP="00B77E03">
      <w:r w:rsidRPr="002813C1">
        <w:t>N</w:t>
      </w:r>
      <w:r w:rsidR="00B77E03">
        <w:t>’</w:t>
      </w:r>
      <w:r w:rsidRPr="002813C1">
        <w:t>importe</w:t>
      </w:r>
      <w:r w:rsidR="00B77E03">
        <w:t xml:space="preserve"> ! </w:t>
      </w:r>
      <w:r w:rsidRPr="002813C1">
        <w:t>Pascal était encore tout bouleversé de cette rencontre</w:t>
      </w:r>
      <w:r w:rsidR="00B77E03">
        <w:t xml:space="preserve">, </w:t>
      </w:r>
      <w:r w:rsidRPr="002813C1">
        <w:t>quand le domestique lui ouvrit la porte du cabinet du baron</w:t>
      </w:r>
      <w:r w:rsidR="00B77E03">
        <w:t xml:space="preserve">, </w:t>
      </w:r>
      <w:r w:rsidRPr="002813C1">
        <w:t>une pièce immense</w:t>
      </w:r>
      <w:r w:rsidR="00B77E03">
        <w:t xml:space="preserve">, </w:t>
      </w:r>
      <w:r w:rsidRPr="002813C1">
        <w:t>grande à elle seule comme un appartement de trois mille francs</w:t>
      </w:r>
      <w:r w:rsidR="00B77E03">
        <w:t xml:space="preserve">, </w:t>
      </w:r>
      <w:r w:rsidRPr="002813C1">
        <w:t>et meublée avec le faste particulier des gens assez riches pour satisfaire sur-le-champ toutes leurs fantaisies</w:t>
      </w:r>
      <w:r w:rsidR="00B77E03">
        <w:t>…</w:t>
      </w:r>
    </w:p>
    <w:p w14:paraId="2399CF44" w14:textId="77777777" w:rsidR="00B77E03" w:rsidRDefault="0024252B" w:rsidP="00B77E03">
      <w:r w:rsidRPr="002813C1">
        <w:t>Là était le baron</w:t>
      </w:r>
      <w:r w:rsidR="00B77E03">
        <w:t xml:space="preserve">, </w:t>
      </w:r>
      <w:r w:rsidRPr="002813C1">
        <w:t>fort affairé au milieu de plusieurs messieurs très-occupés à mettre en ordre des montagnes de paperasses</w:t>
      </w:r>
      <w:r w:rsidR="00B77E03">
        <w:t>…</w:t>
      </w:r>
    </w:p>
    <w:p w14:paraId="4FFA7606" w14:textId="77777777" w:rsidR="00B77E03" w:rsidRDefault="0024252B" w:rsidP="00B77E03">
      <w:r w:rsidRPr="002813C1">
        <w:t>Dès que parut Pascal</w:t>
      </w:r>
      <w:r w:rsidR="00B77E03">
        <w:t xml:space="preserve">, </w:t>
      </w:r>
      <w:r w:rsidRPr="002813C1">
        <w:t>il se leva vivement</w:t>
      </w:r>
      <w:r w:rsidR="00B77E03">
        <w:t xml:space="preserve">, </w:t>
      </w:r>
      <w:r w:rsidRPr="002813C1">
        <w:t>et s</w:t>
      </w:r>
      <w:r w:rsidR="00B77E03">
        <w:t>’</w:t>
      </w:r>
      <w:r w:rsidRPr="002813C1">
        <w:t>avançant vers lui</w:t>
      </w:r>
      <w:r w:rsidR="00B77E03">
        <w:t xml:space="preserve">, </w:t>
      </w:r>
      <w:r w:rsidRPr="002813C1">
        <w:t>la main largement tendue</w:t>
      </w:r>
      <w:r w:rsidR="00B77E03">
        <w:t> :</w:t>
      </w:r>
    </w:p>
    <w:p w14:paraId="367C6C92" w14:textId="77777777" w:rsidR="00B77E03" w:rsidRDefault="00B77E03" w:rsidP="00B77E03">
      <w:r>
        <w:t>— </w:t>
      </w:r>
      <w:r w:rsidR="0024252B" w:rsidRPr="002813C1">
        <w:t>Ah</w:t>
      </w:r>
      <w:r>
        <w:t xml:space="preserve"> !… </w:t>
      </w:r>
      <w:r w:rsidR="0024252B" w:rsidRPr="002813C1">
        <w:t>vous voici</w:t>
      </w:r>
      <w:r>
        <w:t xml:space="preserve">, </w:t>
      </w:r>
      <w:r w:rsidR="0024252B" w:rsidRPr="002813C1">
        <w:t xml:space="preserve">monsieur </w:t>
      </w:r>
      <w:proofErr w:type="spellStart"/>
      <w:r w:rsidR="0024252B" w:rsidRPr="002813C1">
        <w:t>Mauméjan</w:t>
      </w:r>
      <w:proofErr w:type="spellEnd"/>
      <w:r>
        <w:t xml:space="preserve"> !… </w:t>
      </w:r>
      <w:r w:rsidR="0024252B" w:rsidRPr="002813C1">
        <w:t>dit-il</w:t>
      </w:r>
      <w:r>
        <w:t>.</w:t>
      </w:r>
    </w:p>
    <w:p w14:paraId="52F228A5" w14:textId="77777777" w:rsidR="00B77E03" w:rsidRDefault="0024252B" w:rsidP="00B77E03">
      <w:r w:rsidRPr="002813C1">
        <w:lastRenderedPageBreak/>
        <w:t>Ainsi</w:t>
      </w:r>
      <w:r w:rsidR="00B77E03">
        <w:t xml:space="preserve">, </w:t>
      </w:r>
      <w:r w:rsidRPr="002813C1">
        <w:t>il n</w:t>
      </w:r>
      <w:r w:rsidR="00B77E03">
        <w:t>’</w:t>
      </w:r>
      <w:r w:rsidRPr="002813C1">
        <w:t>avait pas oublié le nom sous lequel se cachait Pascal</w:t>
      </w:r>
      <w:r w:rsidR="00B77E03">
        <w:t xml:space="preserve"> !… </w:t>
      </w:r>
      <w:r w:rsidRPr="002813C1">
        <w:t>Ce détail était du plus favorable augure</w:t>
      </w:r>
      <w:r w:rsidR="00B77E03">
        <w:t>.</w:t>
      </w:r>
    </w:p>
    <w:p w14:paraId="4EB951E2" w14:textId="77777777" w:rsidR="00B77E03" w:rsidRDefault="00B77E03" w:rsidP="00B77E03">
      <w:r>
        <w:t>— </w:t>
      </w:r>
      <w:r w:rsidR="0024252B" w:rsidRPr="002813C1">
        <w:t>Je viens</w:t>
      </w:r>
      <w:r>
        <w:t xml:space="preserve">, </w:t>
      </w:r>
      <w:r w:rsidR="0024252B" w:rsidRPr="002813C1">
        <w:t>monsieur</w:t>
      </w:r>
      <w:r>
        <w:t xml:space="preserve">… </w:t>
      </w:r>
      <w:r w:rsidR="0024252B" w:rsidRPr="002813C1">
        <w:t>commença le jeune homme</w:t>
      </w:r>
      <w:r>
        <w:t>…</w:t>
      </w:r>
    </w:p>
    <w:p w14:paraId="7AEB9459" w14:textId="77777777" w:rsidR="00B77E03" w:rsidRDefault="00B77E03" w:rsidP="00B77E03">
      <w:r>
        <w:t>— </w:t>
      </w:r>
      <w:r w:rsidR="0024252B" w:rsidRPr="002813C1">
        <w:t>Oui</w:t>
      </w:r>
      <w:r>
        <w:t xml:space="preserve">, </w:t>
      </w:r>
      <w:r w:rsidR="0024252B" w:rsidRPr="002813C1">
        <w:t>je sais</w:t>
      </w:r>
      <w:r>
        <w:t xml:space="preserve">, </w:t>
      </w:r>
      <w:r w:rsidR="0024252B" w:rsidRPr="002813C1">
        <w:t>je sais</w:t>
      </w:r>
      <w:r>
        <w:t xml:space="preserve">, </w:t>
      </w:r>
      <w:r w:rsidR="0024252B" w:rsidRPr="002813C1">
        <w:t>interrompit le baron</w:t>
      </w:r>
      <w:r>
        <w:t xml:space="preserve">… </w:t>
      </w:r>
      <w:r w:rsidR="0024252B" w:rsidRPr="002813C1">
        <w:t>arrivez</w:t>
      </w:r>
      <w:r>
        <w:t xml:space="preserve">, </w:t>
      </w:r>
      <w:r w:rsidR="0024252B" w:rsidRPr="002813C1">
        <w:t>nous avons à causer ensemble</w:t>
      </w:r>
      <w:r>
        <w:t>…</w:t>
      </w:r>
    </w:p>
    <w:p w14:paraId="359843A0" w14:textId="77777777" w:rsidR="00B77E03" w:rsidRDefault="0024252B" w:rsidP="00B77E03">
      <w:r w:rsidRPr="002813C1">
        <w:t>Et</w:t>
      </w:r>
      <w:r w:rsidR="00B77E03">
        <w:t xml:space="preserve">, </w:t>
      </w:r>
      <w:r w:rsidRPr="002813C1">
        <w:t>lui prenant le bras</w:t>
      </w:r>
      <w:r w:rsidR="00B77E03">
        <w:t xml:space="preserve">, </w:t>
      </w:r>
      <w:r w:rsidRPr="002813C1">
        <w:t>il l</w:t>
      </w:r>
      <w:r w:rsidR="00B77E03">
        <w:t>’</w:t>
      </w:r>
      <w:r w:rsidRPr="002813C1">
        <w:t>entraîna dans sa chambre à coucher</w:t>
      </w:r>
      <w:r w:rsidR="00B77E03">
        <w:t xml:space="preserve">, </w:t>
      </w:r>
      <w:r w:rsidRPr="002813C1">
        <w:t>séparée de son cabinet par une porte double</w:t>
      </w:r>
      <w:r w:rsidR="00B77E03">
        <w:t xml:space="preserve">, </w:t>
      </w:r>
      <w:r w:rsidRPr="002813C1">
        <w:t>dont les battants avaient été enlevés et remplacés par une portière</w:t>
      </w:r>
      <w:r w:rsidR="00B77E03">
        <w:t>…</w:t>
      </w:r>
    </w:p>
    <w:p w14:paraId="6A58325B" w14:textId="77777777" w:rsidR="00B77E03" w:rsidRDefault="0024252B" w:rsidP="00B77E03">
      <w:r w:rsidRPr="002813C1">
        <w:t xml:space="preserve">Une </w:t>
      </w:r>
      <w:proofErr w:type="spellStart"/>
      <w:r w:rsidRPr="002813C1">
        <w:t>fois là</w:t>
      </w:r>
      <w:proofErr w:type="spellEnd"/>
      <w:r w:rsidR="00B77E03">
        <w:t xml:space="preserve">, </w:t>
      </w:r>
      <w:r w:rsidRPr="002813C1">
        <w:t>et après avoir fait signe qu</w:t>
      </w:r>
      <w:r w:rsidR="00B77E03">
        <w:t>’</w:t>
      </w:r>
      <w:r w:rsidRPr="002813C1">
        <w:t>on pouvait être entendu de la pièce voisine et qu</w:t>
      </w:r>
      <w:r w:rsidR="00B77E03">
        <w:t>’</w:t>
      </w:r>
      <w:r w:rsidRPr="002813C1">
        <w:t>il fallait parler bas</w:t>
      </w:r>
      <w:r w:rsidR="00B77E03">
        <w:t> :</w:t>
      </w:r>
    </w:p>
    <w:p w14:paraId="50F74255" w14:textId="77777777" w:rsidR="00B77E03" w:rsidRDefault="00B77E03" w:rsidP="00B77E03">
      <w:r>
        <w:t>— </w:t>
      </w:r>
      <w:r w:rsidR="0024252B" w:rsidRPr="002813C1">
        <w:t>Vous venez</w:t>
      </w:r>
      <w:r>
        <w:t xml:space="preserve">, </w:t>
      </w:r>
      <w:r w:rsidR="0024252B" w:rsidRPr="002813C1">
        <w:t>dit-il</w:t>
      </w:r>
      <w:r>
        <w:t xml:space="preserve">, </w:t>
      </w:r>
      <w:r w:rsidR="0024252B" w:rsidRPr="002813C1">
        <w:t>chercher les cent mille francs que j</w:t>
      </w:r>
      <w:r>
        <w:t>’</w:t>
      </w:r>
      <w:r w:rsidR="0024252B" w:rsidRPr="002813C1">
        <w:t xml:space="preserve">ai promis à ce cher marquis de </w:t>
      </w:r>
      <w:proofErr w:type="spellStart"/>
      <w:r w:rsidR="0024252B" w:rsidRPr="002813C1">
        <w:t>Valorsay</w:t>
      </w:r>
      <w:proofErr w:type="spellEnd"/>
      <w:r>
        <w:t>…</w:t>
      </w:r>
    </w:p>
    <w:p w14:paraId="1BE25107" w14:textId="77777777" w:rsidR="00B77E03" w:rsidRDefault="00B77E03" w:rsidP="00B77E03">
      <w:r>
        <w:t>— </w:t>
      </w:r>
      <w:r w:rsidR="0024252B" w:rsidRPr="002813C1">
        <w:t>En effet</w:t>
      </w:r>
      <w:r>
        <w:t xml:space="preserve">, </w:t>
      </w:r>
      <w:r w:rsidR="0024252B" w:rsidRPr="002813C1">
        <w:t>monsieur</w:t>
      </w:r>
      <w:r>
        <w:t>…</w:t>
      </w:r>
    </w:p>
    <w:p w14:paraId="638C44AB" w14:textId="77777777" w:rsidR="00B77E03" w:rsidRDefault="00B77E03" w:rsidP="00B77E03">
      <w:r>
        <w:t>— </w:t>
      </w:r>
      <w:r w:rsidR="0024252B" w:rsidRPr="002813C1">
        <w:t>Eh bien</w:t>
      </w:r>
      <w:r>
        <w:t xml:space="preserve"> !… </w:t>
      </w:r>
      <w:r w:rsidR="0024252B" w:rsidRPr="002813C1">
        <w:t>je vais vous les remettre</w:t>
      </w:r>
      <w:r>
        <w:t xml:space="preserve">… </w:t>
      </w:r>
      <w:r w:rsidR="0024252B" w:rsidRPr="002813C1">
        <w:t>Je vous attendais et je les ai préparés</w:t>
      </w:r>
      <w:r>
        <w:t xml:space="preserve"> ; </w:t>
      </w:r>
      <w:r w:rsidR="0024252B" w:rsidRPr="002813C1">
        <w:t>ils sont là</w:t>
      </w:r>
      <w:r>
        <w:t>…</w:t>
      </w:r>
    </w:p>
    <w:p w14:paraId="225A1DD3" w14:textId="77777777" w:rsidR="00B77E03" w:rsidRDefault="0024252B" w:rsidP="00B77E03">
      <w:r w:rsidRPr="002813C1">
        <w:t>Il ouvrit son secrétaire</w:t>
      </w:r>
      <w:r w:rsidR="00B77E03">
        <w:t xml:space="preserve">, </w:t>
      </w:r>
      <w:r w:rsidRPr="002813C1">
        <w:t>en effet</w:t>
      </w:r>
      <w:r w:rsidR="00B77E03">
        <w:t xml:space="preserve">, </w:t>
      </w:r>
      <w:r w:rsidRPr="002813C1">
        <w:t>et en retira une liasse de trente billets de mille francs</w:t>
      </w:r>
      <w:r w:rsidR="00B77E03">
        <w:t xml:space="preserve">, </w:t>
      </w:r>
      <w:r w:rsidRPr="002813C1">
        <w:t>et un bon de soixante-dix mille francs sur la Banque de France</w:t>
      </w:r>
      <w:r w:rsidR="00B77E03">
        <w:t xml:space="preserve">, </w:t>
      </w:r>
      <w:r w:rsidRPr="002813C1">
        <w:t>qu</w:t>
      </w:r>
      <w:r w:rsidR="00B77E03">
        <w:t>’</w:t>
      </w:r>
      <w:r w:rsidRPr="002813C1">
        <w:t>il tendit à Pascal en disant</w:t>
      </w:r>
      <w:r w:rsidR="00B77E03">
        <w:t> :</w:t>
      </w:r>
    </w:p>
    <w:p w14:paraId="3464116D" w14:textId="77777777" w:rsidR="00B77E03" w:rsidRDefault="00B77E03" w:rsidP="00B77E03">
      <w:r>
        <w:t>— </w:t>
      </w:r>
      <w:r w:rsidR="0024252B" w:rsidRPr="002813C1">
        <w:t>Voilà</w:t>
      </w:r>
      <w:r>
        <w:t xml:space="preserve"> !… </w:t>
      </w:r>
      <w:r w:rsidR="0024252B" w:rsidRPr="002813C1">
        <w:t>Regardez si le compte y est bien</w:t>
      </w:r>
      <w:r>
        <w:t>…</w:t>
      </w:r>
    </w:p>
    <w:p w14:paraId="7843AF39" w14:textId="77777777" w:rsidR="00B77E03" w:rsidRDefault="0024252B" w:rsidP="00B77E03">
      <w:r w:rsidRPr="002813C1">
        <w:t>Mais Pascal</w:t>
      </w:r>
      <w:r w:rsidR="00B77E03">
        <w:t xml:space="preserve">, </w:t>
      </w:r>
      <w:r w:rsidRPr="002813C1">
        <w:t>devenu tout à coup plus rouge que le feu</w:t>
      </w:r>
      <w:r w:rsidR="00B77E03">
        <w:t xml:space="preserve">, </w:t>
      </w:r>
      <w:r w:rsidRPr="002813C1">
        <w:t>se taisait</w:t>
      </w:r>
      <w:r w:rsidR="00B77E03">
        <w:t>…</w:t>
      </w:r>
    </w:p>
    <w:p w14:paraId="1A7A4988" w14:textId="77777777" w:rsidR="00B77E03" w:rsidRDefault="0024252B" w:rsidP="00B77E03">
      <w:r w:rsidRPr="002813C1">
        <w:t>C</w:t>
      </w:r>
      <w:r w:rsidR="00B77E03">
        <w:t>’</w:t>
      </w:r>
      <w:r w:rsidRPr="002813C1">
        <w:t>est qu</w:t>
      </w:r>
      <w:r w:rsidR="00B77E03">
        <w:t>’</w:t>
      </w:r>
      <w:r w:rsidRPr="002813C1">
        <w:t>au contact de ces valeurs une idée lui était venue</w:t>
      </w:r>
      <w:r w:rsidR="00B77E03">
        <w:t xml:space="preserve">, </w:t>
      </w:r>
      <w:r w:rsidRPr="002813C1">
        <w:t>toute simple</w:t>
      </w:r>
      <w:r w:rsidR="00B77E03">
        <w:t xml:space="preserve">, </w:t>
      </w:r>
      <w:r w:rsidRPr="002813C1">
        <w:t>toute naturelle</w:t>
      </w:r>
      <w:r w:rsidR="00B77E03">
        <w:t xml:space="preserve">, </w:t>
      </w:r>
      <w:r w:rsidRPr="002813C1">
        <w:t>et qui pourtant ne s</w:t>
      </w:r>
      <w:r w:rsidR="00B77E03">
        <w:t>’</w:t>
      </w:r>
      <w:r w:rsidRPr="002813C1">
        <w:t>était point encore présentée à son esprit</w:t>
      </w:r>
      <w:r w:rsidR="00B77E03">
        <w:t>.</w:t>
      </w:r>
    </w:p>
    <w:p w14:paraId="6B913C8D" w14:textId="77777777" w:rsidR="00B77E03" w:rsidRDefault="00B77E03" w:rsidP="00B77E03">
      <w:r>
        <w:t>— </w:t>
      </w:r>
      <w:r w:rsidR="0024252B" w:rsidRPr="002813C1">
        <w:t>Qu</w:t>
      </w:r>
      <w:r>
        <w:t>’</w:t>
      </w:r>
      <w:r w:rsidR="0024252B" w:rsidRPr="002813C1">
        <w:t>est-ce</w:t>
      </w:r>
      <w:r>
        <w:t xml:space="preserve"> ? </w:t>
      </w:r>
      <w:r w:rsidR="0024252B" w:rsidRPr="002813C1">
        <w:t>interrogea le baron</w:t>
      </w:r>
      <w:r>
        <w:t xml:space="preserve">, </w:t>
      </w:r>
      <w:r w:rsidR="0024252B" w:rsidRPr="002813C1">
        <w:t>surpris de cet embarras si soudain et si visible</w:t>
      </w:r>
      <w:r>
        <w:t xml:space="preserve">, </w:t>
      </w:r>
      <w:r w:rsidR="0024252B" w:rsidRPr="002813C1">
        <w:t>qu</w:t>
      </w:r>
      <w:r>
        <w:t>’</w:t>
      </w:r>
      <w:r w:rsidR="0024252B" w:rsidRPr="002813C1">
        <w:t>est-ce qui vous prend</w:t>
      </w:r>
      <w:r>
        <w:t> ?</w:t>
      </w:r>
    </w:p>
    <w:p w14:paraId="77533C12" w14:textId="77777777" w:rsidR="00B77E03" w:rsidRDefault="00B77E03" w:rsidP="00B77E03">
      <w:r>
        <w:lastRenderedPageBreak/>
        <w:t>— </w:t>
      </w:r>
      <w:r w:rsidR="0024252B" w:rsidRPr="002813C1">
        <w:t>Rien</w:t>
      </w:r>
      <w:r>
        <w:t xml:space="preserve">, </w:t>
      </w:r>
      <w:r w:rsidR="0024252B" w:rsidRPr="002813C1">
        <w:t>monsieur</w:t>
      </w:r>
      <w:r>
        <w:t xml:space="preserve">, </w:t>
      </w:r>
      <w:r w:rsidR="0024252B" w:rsidRPr="002813C1">
        <w:t>rien</w:t>
      </w:r>
      <w:r>
        <w:t xml:space="preserve"> ! </w:t>
      </w:r>
      <w:r w:rsidR="0024252B" w:rsidRPr="002813C1">
        <w:t>Seulement</w:t>
      </w:r>
      <w:r>
        <w:t xml:space="preserve">, </w:t>
      </w:r>
      <w:r w:rsidR="0024252B" w:rsidRPr="002813C1">
        <w:t>je me demande</w:t>
      </w:r>
      <w:r>
        <w:t xml:space="preserve">… </w:t>
      </w:r>
      <w:r w:rsidR="0024252B" w:rsidRPr="002813C1">
        <w:t>je ne sais trop</w:t>
      </w:r>
      <w:r>
        <w:t xml:space="preserve">… </w:t>
      </w:r>
      <w:r w:rsidR="0024252B" w:rsidRPr="002813C1">
        <w:t>si je dois</w:t>
      </w:r>
      <w:r>
        <w:t xml:space="preserve">, </w:t>
      </w:r>
      <w:r w:rsidR="0024252B" w:rsidRPr="002813C1">
        <w:t>si je puis accepter cette somme</w:t>
      </w:r>
      <w:r>
        <w:t>…</w:t>
      </w:r>
    </w:p>
    <w:p w14:paraId="2C6AAB49" w14:textId="77777777" w:rsidR="00B77E03" w:rsidRDefault="00B77E03" w:rsidP="00B77E03">
      <w:r>
        <w:t>— </w:t>
      </w:r>
      <w:r w:rsidR="0024252B" w:rsidRPr="002813C1">
        <w:t>Bah</w:t>
      </w:r>
      <w:r>
        <w:t xml:space="preserve"> ! </w:t>
      </w:r>
      <w:r w:rsidR="0024252B" w:rsidRPr="002813C1">
        <w:t>Et pourquoi</w:t>
      </w:r>
      <w:r>
        <w:t> ?…</w:t>
      </w:r>
    </w:p>
    <w:p w14:paraId="2E3071D0" w14:textId="602FFFE4" w:rsidR="00B77E03" w:rsidRDefault="00B77E03" w:rsidP="00B77E03">
      <w:r>
        <w:t>— </w:t>
      </w:r>
      <w:r w:rsidR="0024252B" w:rsidRPr="002813C1">
        <w:t>C</w:t>
      </w:r>
      <w:r>
        <w:t>’</w:t>
      </w:r>
      <w:r w:rsidR="0024252B" w:rsidRPr="002813C1">
        <w:t>est que</w:t>
      </w:r>
      <w:r>
        <w:t xml:space="preserve">, </w:t>
      </w:r>
      <w:r w:rsidR="0024252B" w:rsidRPr="002813C1">
        <w:t xml:space="preserve">si vous la prêtez à </w:t>
      </w:r>
      <w:r>
        <w:t>M. de </w:t>
      </w:r>
      <w:proofErr w:type="spellStart"/>
      <w:r w:rsidR="0024252B" w:rsidRPr="002813C1">
        <w:t>Valorsay</w:t>
      </w:r>
      <w:proofErr w:type="spellEnd"/>
      <w:r>
        <w:t xml:space="preserve">, </w:t>
      </w:r>
      <w:r w:rsidR="0024252B" w:rsidRPr="002813C1">
        <w:t>elle est peut-être perdue</w:t>
      </w:r>
      <w:r>
        <w:t>.</w:t>
      </w:r>
    </w:p>
    <w:p w14:paraId="579BBE9E" w14:textId="77777777" w:rsidR="00B77E03" w:rsidRDefault="00B77E03" w:rsidP="00B77E03">
      <w:r>
        <w:t>— </w:t>
      </w:r>
      <w:r w:rsidR="0024252B" w:rsidRPr="002813C1">
        <w:t>Peut-être</w:t>
      </w:r>
      <w:r>
        <w:t xml:space="preserve"> ?… </w:t>
      </w:r>
      <w:r w:rsidR="0024252B" w:rsidRPr="002813C1">
        <w:t>Vous êtes poli</w:t>
      </w:r>
      <w:r>
        <w:t> !</w:t>
      </w:r>
    </w:p>
    <w:p w14:paraId="6B26C0FE" w14:textId="77777777" w:rsidR="00B77E03" w:rsidRDefault="00B77E03" w:rsidP="00B77E03">
      <w:r>
        <w:t>— </w:t>
      </w:r>
      <w:r w:rsidR="0024252B" w:rsidRPr="002813C1">
        <w:t>Oui</w:t>
      </w:r>
      <w:r>
        <w:t xml:space="preserve">, </w:t>
      </w:r>
      <w:r w:rsidR="0024252B" w:rsidRPr="002813C1">
        <w:t>vous avez raison</w:t>
      </w:r>
      <w:r>
        <w:t xml:space="preserve">, </w:t>
      </w:r>
      <w:r w:rsidR="0024252B" w:rsidRPr="002813C1">
        <w:t>monsieur</w:t>
      </w:r>
      <w:r>
        <w:t xml:space="preserve">, </w:t>
      </w:r>
      <w:r w:rsidR="0024252B" w:rsidRPr="002813C1">
        <w:t>c</w:t>
      </w:r>
      <w:r>
        <w:t>’</w:t>
      </w:r>
      <w:r w:rsidR="0024252B" w:rsidRPr="002813C1">
        <w:t>est perdue certainement que j</w:t>
      </w:r>
      <w:r>
        <w:t>’</w:t>
      </w:r>
      <w:r w:rsidR="0024252B" w:rsidRPr="002813C1">
        <w:t>aurais dû dire</w:t>
      </w:r>
      <w:r>
        <w:t xml:space="preserve">. </w:t>
      </w:r>
      <w:r w:rsidR="0024252B" w:rsidRPr="002813C1">
        <w:t>De là le trouble où vous me voyez</w:t>
      </w:r>
      <w:r>
        <w:t xml:space="preserve">… </w:t>
      </w:r>
      <w:r w:rsidR="0024252B" w:rsidRPr="002813C1">
        <w:t>N</w:t>
      </w:r>
      <w:r>
        <w:t>’</w:t>
      </w:r>
      <w:r w:rsidR="0024252B" w:rsidRPr="002813C1">
        <w:t>est-ce pas uniquement à cause de moi que vous sacrifiez cette somme qui serait une fortune pour bien des gens</w:t>
      </w:r>
      <w:r>
        <w:t xml:space="preserve">, </w:t>
      </w:r>
      <w:r w:rsidR="0024252B" w:rsidRPr="002813C1">
        <w:t>pour moi tout le premier</w:t>
      </w:r>
      <w:r>
        <w:t xml:space="preserve"> ?… </w:t>
      </w:r>
      <w:r w:rsidR="0024252B" w:rsidRPr="002813C1">
        <w:t>Évidemment si</w:t>
      </w:r>
      <w:r>
        <w:t xml:space="preserve">… </w:t>
      </w:r>
      <w:r w:rsidR="0024252B" w:rsidRPr="002813C1">
        <w:t>Eh bien</w:t>
      </w:r>
      <w:r>
        <w:t xml:space="preserve"> ! </w:t>
      </w:r>
      <w:r w:rsidR="0024252B" w:rsidRPr="002813C1">
        <w:t>je me demande s</w:t>
      </w:r>
      <w:r>
        <w:t>’</w:t>
      </w:r>
      <w:r w:rsidR="0024252B" w:rsidRPr="002813C1">
        <w:t>il m</w:t>
      </w:r>
      <w:r>
        <w:t>’</w:t>
      </w:r>
      <w:r w:rsidR="0024252B" w:rsidRPr="002813C1">
        <w:t>est bien permis d</w:t>
      </w:r>
      <w:r>
        <w:t>’</w:t>
      </w:r>
      <w:r w:rsidR="0024252B" w:rsidRPr="002813C1">
        <w:t>accepter un tel sacrifice</w:t>
      </w:r>
      <w:r>
        <w:t xml:space="preserve">, </w:t>
      </w:r>
      <w:r w:rsidR="0024252B" w:rsidRPr="002813C1">
        <w:t>ne sachant pas si je pourrai le reconnaître</w:t>
      </w:r>
      <w:r>
        <w:t xml:space="preserve">… </w:t>
      </w:r>
      <w:r w:rsidR="0024252B" w:rsidRPr="002813C1">
        <w:t>Aurai-je jamais cent mille francs à vous rendre</w:t>
      </w:r>
      <w:r>
        <w:t> ?…</w:t>
      </w:r>
    </w:p>
    <w:p w14:paraId="0B502B7E" w14:textId="77777777" w:rsidR="00B77E03" w:rsidRDefault="00B77E03" w:rsidP="00B77E03">
      <w:r>
        <w:t>— </w:t>
      </w:r>
      <w:r w:rsidR="0024252B" w:rsidRPr="002813C1">
        <w:t>Cependant cet argent vous est indispensable pour pénétrer dans l</w:t>
      </w:r>
      <w:r>
        <w:t>’</w:t>
      </w:r>
      <w:r w:rsidR="0024252B" w:rsidRPr="002813C1">
        <w:t xml:space="preserve">intimité de </w:t>
      </w:r>
      <w:proofErr w:type="spellStart"/>
      <w:r w:rsidR="0024252B" w:rsidRPr="002813C1">
        <w:t>Valorsay</w:t>
      </w:r>
      <w:proofErr w:type="spellEnd"/>
      <w:r w:rsidR="0024252B" w:rsidRPr="002813C1">
        <w:t xml:space="preserve"> et forcer sa confiance</w:t>
      </w:r>
      <w:r>
        <w:t>…</w:t>
      </w:r>
    </w:p>
    <w:p w14:paraId="4B477977" w14:textId="77777777" w:rsidR="00B77E03" w:rsidRDefault="00B77E03" w:rsidP="00B77E03">
      <w:r>
        <w:t>— </w:t>
      </w:r>
      <w:r w:rsidR="0024252B" w:rsidRPr="002813C1">
        <w:t>C</w:t>
      </w:r>
      <w:r>
        <w:t>’</w:t>
      </w:r>
      <w:r w:rsidR="0024252B" w:rsidRPr="002813C1">
        <w:t>est vrai</w:t>
      </w:r>
      <w:r>
        <w:t xml:space="preserve">… </w:t>
      </w:r>
      <w:r w:rsidR="0024252B" w:rsidRPr="002813C1">
        <w:t>et s</w:t>
      </w:r>
      <w:r>
        <w:t>’</w:t>
      </w:r>
      <w:r w:rsidR="0024252B" w:rsidRPr="002813C1">
        <w:t>il m</w:t>
      </w:r>
      <w:r>
        <w:t>’</w:t>
      </w:r>
      <w:r w:rsidR="0024252B" w:rsidRPr="002813C1">
        <w:t>appartenait</w:t>
      </w:r>
      <w:r>
        <w:t xml:space="preserve">, </w:t>
      </w:r>
      <w:r w:rsidR="0024252B" w:rsidRPr="002813C1">
        <w:t>je n</w:t>
      </w:r>
      <w:r>
        <w:t>’</w:t>
      </w:r>
      <w:r w:rsidR="0024252B" w:rsidRPr="002813C1">
        <w:t>hésiterais pas</w:t>
      </w:r>
      <w:r>
        <w:t>…</w:t>
      </w:r>
    </w:p>
    <w:p w14:paraId="2BFADD2F" w14:textId="77777777" w:rsidR="00B77E03" w:rsidRDefault="0024252B" w:rsidP="00B77E03">
      <w:r w:rsidRPr="002813C1">
        <w:t>Le baron estimait singulièrement le caractère de Pascal</w:t>
      </w:r>
      <w:r w:rsidR="00B77E03">
        <w:t xml:space="preserve">, </w:t>
      </w:r>
      <w:r w:rsidRPr="002813C1">
        <w:t>et cependant cet excès d</w:t>
      </w:r>
      <w:r w:rsidR="00B77E03">
        <w:t>’</w:t>
      </w:r>
      <w:r w:rsidRPr="002813C1">
        <w:t>une délicatesse ombrageuse</w:t>
      </w:r>
      <w:r w:rsidR="00B77E03">
        <w:t xml:space="preserve">, </w:t>
      </w:r>
      <w:r w:rsidRPr="002813C1">
        <w:t>ces scrupules d</w:t>
      </w:r>
      <w:r w:rsidR="00B77E03">
        <w:t>’</w:t>
      </w:r>
      <w:r w:rsidRPr="002813C1">
        <w:t>une probité parfaite l</w:t>
      </w:r>
      <w:r w:rsidR="00B77E03">
        <w:t>’</w:t>
      </w:r>
      <w:r w:rsidRPr="002813C1">
        <w:t>émurent</w:t>
      </w:r>
      <w:r w:rsidR="00B77E03">
        <w:t>…</w:t>
      </w:r>
    </w:p>
    <w:p w14:paraId="02B8FA55" w14:textId="77777777" w:rsidR="00B77E03" w:rsidRDefault="0024252B" w:rsidP="00B77E03">
      <w:r w:rsidRPr="002813C1">
        <w:t>Comme tous les gens effroyablement riches</w:t>
      </w:r>
      <w:r w:rsidR="00B77E03">
        <w:t xml:space="preserve">, </w:t>
      </w:r>
      <w:r w:rsidRPr="002813C1">
        <w:t>il ne connaissait guère de pauvres que ceux qui portent leur pauvreté sans honneur ni dignité</w:t>
      </w:r>
      <w:r w:rsidR="00B77E03">
        <w:t xml:space="preserve">, </w:t>
      </w:r>
      <w:r w:rsidRPr="002813C1">
        <w:t>et qui volontiers ramassent les pièces de vingt francs où elles se trouvent</w:t>
      </w:r>
      <w:r w:rsidR="00B77E03">
        <w:t xml:space="preserve">, </w:t>
      </w:r>
      <w:r w:rsidRPr="002813C1">
        <w:t>même dans le ruisseau</w:t>
      </w:r>
      <w:r w:rsidR="00B77E03">
        <w:t xml:space="preserve">, </w:t>
      </w:r>
      <w:r w:rsidRPr="002813C1">
        <w:t>et au besoin avec leurs dents</w:t>
      </w:r>
      <w:r w:rsidR="00B77E03">
        <w:t>…</w:t>
      </w:r>
    </w:p>
    <w:p w14:paraId="7658B11D" w14:textId="77777777" w:rsidR="00B77E03" w:rsidRDefault="00B77E03" w:rsidP="00B77E03">
      <w:r>
        <w:t>— </w:t>
      </w:r>
      <w:r w:rsidR="0024252B" w:rsidRPr="002813C1">
        <w:t>Eh bien</w:t>
      </w:r>
      <w:r>
        <w:t xml:space="preserve"> !… </w:t>
      </w:r>
      <w:r w:rsidR="0024252B" w:rsidRPr="002813C1">
        <w:t xml:space="preserve">cher monsieur </w:t>
      </w:r>
      <w:proofErr w:type="spellStart"/>
      <w:r w:rsidR="0024252B" w:rsidRPr="002813C1">
        <w:t>Férailleur</w:t>
      </w:r>
      <w:proofErr w:type="spellEnd"/>
      <w:r>
        <w:t xml:space="preserve">, </w:t>
      </w:r>
      <w:r w:rsidR="0024252B" w:rsidRPr="002813C1">
        <w:t>prononça-t-il</w:t>
      </w:r>
      <w:r>
        <w:t xml:space="preserve">, </w:t>
      </w:r>
      <w:r w:rsidR="0024252B" w:rsidRPr="002813C1">
        <w:t>rassurez-vous</w:t>
      </w:r>
      <w:r>
        <w:t xml:space="preserve">, </w:t>
      </w:r>
      <w:r w:rsidR="0024252B" w:rsidRPr="002813C1">
        <w:t>ce n</w:t>
      </w:r>
      <w:r>
        <w:t>’</w:t>
      </w:r>
      <w:r w:rsidR="0024252B" w:rsidRPr="002813C1">
        <w:t>est pas à votre intention que je fais ce sacrifice</w:t>
      </w:r>
      <w:r>
        <w:t>.</w:t>
      </w:r>
    </w:p>
    <w:p w14:paraId="78C4D62E" w14:textId="77777777" w:rsidR="00B77E03" w:rsidRDefault="00B77E03" w:rsidP="00B77E03">
      <w:r>
        <w:lastRenderedPageBreak/>
        <w:t>— </w:t>
      </w:r>
      <w:r w:rsidR="0024252B" w:rsidRPr="002813C1">
        <w:t>Oh</w:t>
      </w:r>
      <w:r>
        <w:t> !…</w:t>
      </w:r>
    </w:p>
    <w:p w14:paraId="32BAA8F7" w14:textId="77777777" w:rsidR="00B77E03" w:rsidRDefault="00B77E03" w:rsidP="00B77E03">
      <w:r>
        <w:t>— </w:t>
      </w:r>
      <w:r w:rsidR="0024252B" w:rsidRPr="002813C1">
        <w:t>Je vous en donne ma parole d</w:t>
      </w:r>
      <w:r>
        <w:t>’</w:t>
      </w:r>
      <w:r w:rsidR="0024252B" w:rsidRPr="002813C1">
        <w:t>honneur</w:t>
      </w:r>
      <w:r>
        <w:t xml:space="preserve">… </w:t>
      </w:r>
      <w:r w:rsidR="0024252B" w:rsidRPr="002813C1">
        <w:t>Sans vous</w:t>
      </w:r>
      <w:r>
        <w:t xml:space="preserve">, </w:t>
      </w:r>
      <w:r w:rsidR="0024252B" w:rsidRPr="002813C1">
        <w:t xml:space="preserve">je prêterais encore les cent mille francs à </w:t>
      </w:r>
      <w:proofErr w:type="spellStart"/>
      <w:r w:rsidR="0024252B" w:rsidRPr="002813C1">
        <w:t>Valorsay</w:t>
      </w:r>
      <w:proofErr w:type="spellEnd"/>
      <w:r>
        <w:t xml:space="preserve">, </w:t>
      </w:r>
      <w:r w:rsidR="0024252B" w:rsidRPr="002813C1">
        <w:t>et si vous ne vouliez pas les lui porter</w:t>
      </w:r>
      <w:r>
        <w:t xml:space="preserve">, </w:t>
      </w:r>
      <w:r w:rsidR="0024252B" w:rsidRPr="002813C1">
        <w:t>je les lui enverrais par un autre</w:t>
      </w:r>
      <w:r>
        <w:t>…</w:t>
      </w:r>
    </w:p>
    <w:p w14:paraId="5EC076E8" w14:textId="77777777" w:rsidR="00B77E03" w:rsidRDefault="0024252B" w:rsidP="00B77E03">
      <w:r w:rsidRPr="002813C1">
        <w:t>Après cela</w:t>
      </w:r>
      <w:r w:rsidR="00B77E03">
        <w:t xml:space="preserve">, </w:t>
      </w:r>
      <w:r w:rsidRPr="002813C1">
        <w:t>Pascal eût eu mauvaise grâce à discuter</w:t>
      </w:r>
      <w:r w:rsidR="00B77E03">
        <w:t>…</w:t>
      </w:r>
    </w:p>
    <w:p w14:paraId="1514CB87" w14:textId="77777777" w:rsidR="00B77E03" w:rsidRDefault="0024252B" w:rsidP="00B77E03">
      <w:r w:rsidRPr="002813C1">
        <w:t>Il prit la main que lui tendait le baron et la serra énergiquement en prononçant ce seul mot</w:t>
      </w:r>
      <w:r w:rsidR="00B77E03">
        <w:t xml:space="preserve">, </w:t>
      </w:r>
      <w:r w:rsidRPr="002813C1">
        <w:t>qui par son accent valait toutes les protestations</w:t>
      </w:r>
      <w:r w:rsidR="00B77E03">
        <w:t> :</w:t>
      </w:r>
    </w:p>
    <w:p w14:paraId="38BF94E8" w14:textId="77777777" w:rsidR="00B77E03" w:rsidRDefault="00B77E03" w:rsidP="00B77E03">
      <w:r>
        <w:t>— </w:t>
      </w:r>
      <w:r w:rsidR="0024252B" w:rsidRPr="002813C1">
        <w:t>Merci</w:t>
      </w:r>
      <w:r>
        <w:t> !…</w:t>
      </w:r>
    </w:p>
    <w:p w14:paraId="779AEFC4" w14:textId="77777777" w:rsidR="00B77E03" w:rsidRDefault="0024252B" w:rsidP="00B77E03">
      <w:r w:rsidRPr="002813C1">
        <w:t>Le baron</w:t>
      </w:r>
      <w:r w:rsidR="00B77E03">
        <w:t xml:space="preserve">, </w:t>
      </w:r>
      <w:r w:rsidRPr="002813C1">
        <w:t>lui</w:t>
      </w:r>
      <w:r w:rsidR="00B77E03">
        <w:t xml:space="preserve">, </w:t>
      </w:r>
      <w:r w:rsidRPr="002813C1">
        <w:t>haussa les épaules</w:t>
      </w:r>
      <w:r w:rsidR="00B77E03">
        <w:t xml:space="preserve">, </w:t>
      </w:r>
      <w:r w:rsidRPr="002813C1">
        <w:t>d</w:t>
      </w:r>
      <w:r w:rsidR="00B77E03">
        <w:t>’</w:t>
      </w:r>
      <w:r w:rsidRPr="002813C1">
        <w:t>un mouvement cordial</w:t>
      </w:r>
      <w:r w:rsidR="00B77E03">
        <w:t xml:space="preserve">, </w:t>
      </w:r>
      <w:r w:rsidRPr="002813C1">
        <w:t>en homme qui ne voit à ce qu</w:t>
      </w:r>
      <w:r w:rsidR="00B77E03">
        <w:t>’</w:t>
      </w:r>
      <w:r w:rsidRPr="002813C1">
        <w:t>il fait aucun mérite</w:t>
      </w:r>
      <w:r w:rsidR="00B77E03">
        <w:t xml:space="preserve">, </w:t>
      </w:r>
      <w:r w:rsidRPr="002813C1">
        <w:t>ni que cela vaille même le moindre remercîment</w:t>
      </w:r>
      <w:r w:rsidR="00B77E03">
        <w:t>…</w:t>
      </w:r>
    </w:p>
    <w:p w14:paraId="5FD3302E" w14:textId="77777777" w:rsidR="00B77E03" w:rsidRDefault="0024252B" w:rsidP="00B77E03">
      <w:r w:rsidRPr="002813C1">
        <w:t>Puis</w:t>
      </w:r>
      <w:r w:rsidR="00B77E03">
        <w:t xml:space="preserve">, </w:t>
      </w:r>
      <w:r w:rsidRPr="002813C1">
        <w:t>de ce ton un peu bourru qui allait si bien à sa large carrure</w:t>
      </w:r>
      <w:r w:rsidR="00B77E03">
        <w:t> :</w:t>
      </w:r>
    </w:p>
    <w:p w14:paraId="57BCBDA4" w14:textId="2E575F2E" w:rsidR="00B77E03" w:rsidRDefault="00B77E03" w:rsidP="00B77E03">
      <w:r>
        <w:t>— </w:t>
      </w:r>
      <w:r w:rsidR="0024252B" w:rsidRPr="002813C1">
        <w:t>Et vous savez</w:t>
      </w:r>
      <w:r>
        <w:t xml:space="preserve">, </w:t>
      </w:r>
      <w:r w:rsidR="0024252B" w:rsidRPr="002813C1">
        <w:t>cher monsieur</w:t>
      </w:r>
      <w:r>
        <w:t xml:space="preserve">, </w:t>
      </w:r>
      <w:r w:rsidR="0024252B" w:rsidRPr="002813C1">
        <w:t>reprit-il</w:t>
      </w:r>
      <w:r>
        <w:t xml:space="preserve">, </w:t>
      </w:r>
      <w:r w:rsidR="0024252B" w:rsidRPr="002813C1">
        <w:t>vous emploierez cette somme à votre guise</w:t>
      </w:r>
      <w:r>
        <w:t xml:space="preserve">, </w:t>
      </w:r>
      <w:r w:rsidR="0024252B" w:rsidRPr="002813C1">
        <w:t>et au mieux de vos intérêts qui sont les miens</w:t>
      </w:r>
      <w:r>
        <w:t xml:space="preserve">… </w:t>
      </w:r>
      <w:r w:rsidR="0024252B" w:rsidRPr="002813C1">
        <w:t xml:space="preserve">Vous la remettrez à </w:t>
      </w:r>
      <w:r>
        <w:t>M. de </w:t>
      </w:r>
      <w:proofErr w:type="spellStart"/>
      <w:r w:rsidR="0024252B" w:rsidRPr="002813C1">
        <w:t>Valorsay</w:t>
      </w:r>
      <w:proofErr w:type="spellEnd"/>
      <w:r w:rsidR="0024252B" w:rsidRPr="002813C1">
        <w:t xml:space="preserve"> quand et comme vous le jugerez utile</w:t>
      </w:r>
      <w:r>
        <w:t xml:space="preserve">, </w:t>
      </w:r>
      <w:r w:rsidR="0024252B" w:rsidRPr="002813C1">
        <w:t>dans une heure ou dans un mois</w:t>
      </w:r>
      <w:r>
        <w:t xml:space="preserve">, </w:t>
      </w:r>
      <w:r w:rsidR="0024252B" w:rsidRPr="002813C1">
        <w:t>en une fois ou en cinquante et aux conditions que vous voudrez</w:t>
      </w:r>
      <w:r>
        <w:t xml:space="preserve">… </w:t>
      </w:r>
      <w:r w:rsidR="0024252B" w:rsidRPr="002813C1">
        <w:t>Servez-vous de ces cent mille francs comme de la corde qu</w:t>
      </w:r>
      <w:r>
        <w:t>’</w:t>
      </w:r>
      <w:r w:rsidR="0024252B" w:rsidRPr="002813C1">
        <w:t>on passe autour du cou d</w:t>
      </w:r>
      <w:r>
        <w:t>’</w:t>
      </w:r>
      <w:r w:rsidR="0024252B" w:rsidRPr="002813C1">
        <w:t>un chien qu</w:t>
      </w:r>
      <w:r>
        <w:t>’</w:t>
      </w:r>
      <w:r w:rsidR="0024252B" w:rsidRPr="002813C1">
        <w:t>on veut noyer</w:t>
      </w:r>
      <w:r>
        <w:t>…</w:t>
      </w:r>
    </w:p>
    <w:p w14:paraId="474E8DFF" w14:textId="77777777" w:rsidR="00B77E03" w:rsidRDefault="0024252B" w:rsidP="00B77E03">
      <w:r w:rsidRPr="002813C1">
        <w:t>Sous sa triviale bonhomie</w:t>
      </w:r>
      <w:r w:rsidR="00B77E03">
        <w:t xml:space="preserve">, </w:t>
      </w:r>
      <w:r w:rsidRPr="002813C1">
        <w:t>le baron dissimulait la plus habile pénétration</w:t>
      </w:r>
      <w:r w:rsidR="00B77E03">
        <w:t xml:space="preserve">. </w:t>
      </w:r>
      <w:r w:rsidRPr="002813C1">
        <w:t>Pascal le comprit en se sentant deviné</w:t>
      </w:r>
      <w:r w:rsidR="00B77E03">
        <w:t>.</w:t>
      </w:r>
    </w:p>
    <w:p w14:paraId="3CCC3645" w14:textId="77777777" w:rsidR="00B77E03" w:rsidRDefault="00B77E03" w:rsidP="00B77E03">
      <w:r>
        <w:t>— </w:t>
      </w:r>
      <w:r w:rsidR="0024252B" w:rsidRPr="002813C1">
        <w:t>Vous me comblez</w:t>
      </w:r>
      <w:r>
        <w:t xml:space="preserve">, </w:t>
      </w:r>
      <w:r w:rsidR="0024252B" w:rsidRPr="002813C1">
        <w:t>monsieur</w:t>
      </w:r>
      <w:r>
        <w:t xml:space="preserve"> ! </w:t>
      </w:r>
      <w:r w:rsidR="0024252B" w:rsidRPr="002813C1">
        <w:t>fit-il</w:t>
      </w:r>
      <w:r>
        <w:t>.</w:t>
      </w:r>
    </w:p>
    <w:p w14:paraId="2FCD967C" w14:textId="77777777" w:rsidR="00B77E03" w:rsidRDefault="00B77E03" w:rsidP="00B77E03">
      <w:r>
        <w:t>— </w:t>
      </w:r>
      <w:r w:rsidR="0024252B" w:rsidRPr="002813C1">
        <w:t>Bien</w:t>
      </w:r>
      <w:r>
        <w:t xml:space="preserve"> !… </w:t>
      </w:r>
      <w:r w:rsidR="0024252B" w:rsidRPr="002813C1">
        <w:t>bien</w:t>
      </w:r>
      <w:r>
        <w:t> !…</w:t>
      </w:r>
    </w:p>
    <w:p w14:paraId="5AFC934A" w14:textId="77777777" w:rsidR="00B77E03" w:rsidRDefault="00B77E03" w:rsidP="00B77E03">
      <w:r>
        <w:t>— </w:t>
      </w:r>
      <w:r w:rsidR="0024252B" w:rsidRPr="002813C1">
        <w:t>Ce que vous m</w:t>
      </w:r>
      <w:r>
        <w:t>’</w:t>
      </w:r>
      <w:r w:rsidR="0024252B" w:rsidRPr="002813C1">
        <w:t>offrez là</w:t>
      </w:r>
      <w:r>
        <w:t xml:space="preserve">, </w:t>
      </w:r>
      <w:r w:rsidR="0024252B" w:rsidRPr="002813C1">
        <w:t>je venais vous le demander</w:t>
      </w:r>
      <w:r>
        <w:t>.</w:t>
      </w:r>
    </w:p>
    <w:p w14:paraId="1AC93269" w14:textId="77777777" w:rsidR="00B77E03" w:rsidRDefault="00B77E03" w:rsidP="00B77E03">
      <w:r>
        <w:lastRenderedPageBreak/>
        <w:t>— </w:t>
      </w:r>
      <w:r w:rsidR="0024252B" w:rsidRPr="002813C1">
        <w:t>Vraiment</w:t>
      </w:r>
      <w:r>
        <w:t xml:space="preserve"> !… </w:t>
      </w:r>
      <w:r w:rsidR="0024252B" w:rsidRPr="002813C1">
        <w:t>Alors tout est pour le mieux</w:t>
      </w:r>
      <w:r>
        <w:t> !</w:t>
      </w:r>
    </w:p>
    <w:p w14:paraId="0E2E2AEB" w14:textId="77777777" w:rsidR="00B77E03" w:rsidRDefault="00B77E03" w:rsidP="00B77E03">
      <w:r>
        <w:t>— </w:t>
      </w:r>
      <w:r w:rsidR="0024252B" w:rsidRPr="002813C1">
        <w:t>Souffrez du moins que je vous explique mes intentions</w:t>
      </w:r>
      <w:r>
        <w:t>…</w:t>
      </w:r>
    </w:p>
    <w:p w14:paraId="26220C0A" w14:textId="77777777" w:rsidR="00B77E03" w:rsidRDefault="00B77E03" w:rsidP="00B77E03">
      <w:r>
        <w:t>— </w:t>
      </w:r>
      <w:r w:rsidR="0024252B" w:rsidRPr="002813C1">
        <w:t>Inutile</w:t>
      </w:r>
      <w:r>
        <w:t xml:space="preserve">, </w:t>
      </w:r>
      <w:r w:rsidR="0024252B" w:rsidRPr="002813C1">
        <w:t>cher monsieur</w:t>
      </w:r>
      <w:r>
        <w:t>…</w:t>
      </w:r>
    </w:p>
    <w:p w14:paraId="15EF4DFB" w14:textId="77777777" w:rsidR="00B77E03" w:rsidRDefault="00B77E03" w:rsidP="00B77E03">
      <w:r>
        <w:t>— </w:t>
      </w:r>
      <w:r w:rsidR="0024252B" w:rsidRPr="002813C1">
        <w:t>Permettez</w:t>
      </w:r>
      <w:r>
        <w:t xml:space="preserve"> !… </w:t>
      </w:r>
      <w:r w:rsidR="0024252B" w:rsidRPr="002813C1">
        <w:t>Pour suivre mon plan</w:t>
      </w:r>
      <w:r>
        <w:t xml:space="preserve">, </w:t>
      </w:r>
      <w:r w:rsidR="0024252B" w:rsidRPr="002813C1">
        <w:t>je vais être forcé d</w:t>
      </w:r>
      <w:r>
        <w:t>’</w:t>
      </w:r>
      <w:r w:rsidR="0024252B" w:rsidRPr="002813C1">
        <w:t>invoquer votre volonté</w:t>
      </w:r>
      <w:r>
        <w:t xml:space="preserve">, </w:t>
      </w:r>
      <w:r w:rsidR="0024252B" w:rsidRPr="002813C1">
        <w:t>de vous attribuer des sentiments</w:t>
      </w:r>
      <w:r>
        <w:t xml:space="preserve">, </w:t>
      </w:r>
      <w:r w:rsidR="0024252B" w:rsidRPr="002813C1">
        <w:t>des paroles</w:t>
      </w:r>
      <w:r>
        <w:t xml:space="preserve">, </w:t>
      </w:r>
      <w:r w:rsidR="0024252B" w:rsidRPr="002813C1">
        <w:t>des actes même que vous désavoueriez peut-être</w:t>
      </w:r>
      <w:r>
        <w:t xml:space="preserve">, </w:t>
      </w:r>
      <w:r w:rsidR="0024252B" w:rsidRPr="002813C1">
        <w:t>et pour ma tranquillité</w:t>
      </w:r>
      <w:r>
        <w:t>…</w:t>
      </w:r>
    </w:p>
    <w:p w14:paraId="4C48FE39" w14:textId="77777777" w:rsidR="00B77E03" w:rsidRDefault="0024252B" w:rsidP="00B77E03">
      <w:r w:rsidRPr="002813C1">
        <w:t>D</w:t>
      </w:r>
      <w:r w:rsidR="00B77E03">
        <w:t>’</w:t>
      </w:r>
      <w:r w:rsidRPr="002813C1">
        <w:t>un geste insouciant</w:t>
      </w:r>
      <w:r w:rsidR="00B77E03">
        <w:t xml:space="preserve">, </w:t>
      </w:r>
      <w:r w:rsidRPr="002813C1">
        <w:t>accompagné d</w:t>
      </w:r>
      <w:r w:rsidR="00B77E03">
        <w:t>’</w:t>
      </w:r>
      <w:r w:rsidRPr="002813C1">
        <w:t>un claquement de doigts</w:t>
      </w:r>
      <w:r w:rsidR="00B77E03">
        <w:t xml:space="preserve">, </w:t>
      </w:r>
      <w:r w:rsidRPr="002813C1">
        <w:t>le baron lui coupa la parole</w:t>
      </w:r>
      <w:r w:rsidR="00B77E03">
        <w:t>…</w:t>
      </w:r>
    </w:p>
    <w:p w14:paraId="6BD094CB" w14:textId="77777777" w:rsidR="00B77E03" w:rsidRDefault="00B77E03" w:rsidP="00B77E03">
      <w:r>
        <w:t>— </w:t>
      </w:r>
      <w:r w:rsidR="0024252B" w:rsidRPr="002813C1">
        <w:t>Marchez toujours</w:t>
      </w:r>
      <w:r>
        <w:t xml:space="preserve">, </w:t>
      </w:r>
      <w:r w:rsidR="0024252B" w:rsidRPr="002813C1">
        <w:t>prononça-t-il</w:t>
      </w:r>
      <w:r>
        <w:t xml:space="preserve">, </w:t>
      </w:r>
      <w:r w:rsidR="0024252B" w:rsidRPr="002813C1">
        <w:t>et ne vous inquiétez de rien</w:t>
      </w:r>
      <w:r>
        <w:t xml:space="preserve">… </w:t>
      </w:r>
      <w:r w:rsidR="0024252B" w:rsidRPr="002813C1">
        <w:t>Tout ce que vous ferez sera bien fait</w:t>
      </w:r>
      <w:r>
        <w:t xml:space="preserve">, </w:t>
      </w:r>
      <w:r w:rsidR="0024252B" w:rsidRPr="002813C1">
        <w:t xml:space="preserve">qui aura pour but de démasquer ce cher marquis et </w:t>
      </w:r>
      <w:proofErr w:type="spellStart"/>
      <w:r w:rsidR="0024252B" w:rsidRPr="002813C1">
        <w:t>Coralth</w:t>
      </w:r>
      <w:proofErr w:type="spellEnd"/>
      <w:r>
        <w:t xml:space="preserve">, </w:t>
      </w:r>
      <w:r w:rsidR="0024252B" w:rsidRPr="002813C1">
        <w:t>son digne acolyte</w:t>
      </w:r>
      <w:r>
        <w:t xml:space="preserve">… </w:t>
      </w:r>
      <w:r w:rsidR="0024252B" w:rsidRPr="002813C1">
        <w:t>Mettez-moi en scène comme vous voudrez</w:t>
      </w:r>
      <w:r>
        <w:t xml:space="preserve">, </w:t>
      </w:r>
      <w:r w:rsidR="0024252B" w:rsidRPr="002813C1">
        <w:t>je m</w:t>
      </w:r>
      <w:r>
        <w:t>’</w:t>
      </w:r>
      <w:r w:rsidR="0024252B" w:rsidRPr="002813C1">
        <w:t>en bats l</w:t>
      </w:r>
      <w:r>
        <w:t>’</w:t>
      </w:r>
      <w:r w:rsidR="0024252B" w:rsidRPr="002813C1">
        <w:t>œil</w:t>
      </w:r>
      <w:r>
        <w:t xml:space="preserve">… </w:t>
      </w:r>
      <w:r w:rsidR="0024252B" w:rsidRPr="002813C1">
        <w:t xml:space="preserve">Qui serez-vous pour </w:t>
      </w:r>
      <w:proofErr w:type="spellStart"/>
      <w:r w:rsidR="0024252B" w:rsidRPr="002813C1">
        <w:t>Valorsay</w:t>
      </w:r>
      <w:proofErr w:type="spellEnd"/>
      <w:r>
        <w:t xml:space="preserve"> ? </w:t>
      </w:r>
      <w:r w:rsidR="0024252B" w:rsidRPr="002813C1">
        <w:t xml:space="preserve">Le sieur </w:t>
      </w:r>
      <w:proofErr w:type="spellStart"/>
      <w:r w:rsidR="0024252B" w:rsidRPr="002813C1">
        <w:t>Mauméjan</w:t>
      </w:r>
      <w:proofErr w:type="spellEnd"/>
      <w:r>
        <w:t xml:space="preserve">, </w:t>
      </w:r>
      <w:r w:rsidR="0024252B" w:rsidRPr="002813C1">
        <w:t>un de mes hommes d</w:t>
      </w:r>
      <w:r>
        <w:t>’</w:t>
      </w:r>
      <w:r w:rsidR="0024252B" w:rsidRPr="002813C1">
        <w:t>affaires</w:t>
      </w:r>
      <w:r>
        <w:t xml:space="preserve">, </w:t>
      </w:r>
      <w:r w:rsidR="0024252B" w:rsidRPr="002813C1">
        <w:t>n</w:t>
      </w:r>
      <w:r>
        <w:t>’</w:t>
      </w:r>
      <w:r w:rsidR="0024252B" w:rsidRPr="002813C1">
        <w:t>est-ce pas</w:t>
      </w:r>
      <w:r>
        <w:t xml:space="preserve"> ? </w:t>
      </w:r>
      <w:r w:rsidR="0024252B" w:rsidRPr="002813C1">
        <w:t>Je puis toujours vous désavouer</w:t>
      </w:r>
      <w:r>
        <w:t>…</w:t>
      </w:r>
    </w:p>
    <w:p w14:paraId="79A548AF" w14:textId="77777777" w:rsidR="00B77E03" w:rsidRDefault="0024252B" w:rsidP="00B77E03">
      <w:r w:rsidRPr="002813C1">
        <w:t>Et comme s</w:t>
      </w:r>
      <w:r w:rsidR="00B77E03">
        <w:t>’</w:t>
      </w:r>
      <w:r w:rsidRPr="002813C1">
        <w:t>il eût tenu à prouver qu</w:t>
      </w:r>
      <w:r w:rsidR="00B77E03">
        <w:t>’</w:t>
      </w:r>
      <w:r w:rsidRPr="002813C1">
        <w:t>il devinait jusqu</w:t>
      </w:r>
      <w:r w:rsidR="00B77E03">
        <w:t>’</w:t>
      </w:r>
      <w:r w:rsidRPr="002813C1">
        <w:t xml:space="preserve">en ses détails le plan de son </w:t>
      </w:r>
      <w:r w:rsidR="00B77E03">
        <w:t>« </w:t>
      </w:r>
      <w:r w:rsidRPr="002813C1">
        <w:t>jeune ami</w:t>
      </w:r>
      <w:r w:rsidR="00B77E03">
        <w:t> » :</w:t>
      </w:r>
    </w:p>
    <w:p w14:paraId="0E920831" w14:textId="3BE9210A" w:rsidR="00B77E03" w:rsidRDefault="00B77E03" w:rsidP="00B77E03">
      <w:r>
        <w:t>— </w:t>
      </w:r>
      <w:r w:rsidR="0024252B" w:rsidRPr="002813C1">
        <w:t>D</w:t>
      </w:r>
      <w:r>
        <w:t>’</w:t>
      </w:r>
      <w:r w:rsidR="0024252B" w:rsidRPr="002813C1">
        <w:t>ailleurs</w:t>
      </w:r>
      <w:r>
        <w:t xml:space="preserve">, </w:t>
      </w:r>
      <w:r w:rsidR="0024252B" w:rsidRPr="002813C1">
        <w:t>ajouta-t-il</w:t>
      </w:r>
      <w:r>
        <w:t xml:space="preserve">, </w:t>
      </w:r>
      <w:r w:rsidR="0024252B" w:rsidRPr="002813C1">
        <w:t>on sait bien ce qu</w:t>
      </w:r>
      <w:r>
        <w:t>’</w:t>
      </w:r>
      <w:r w:rsidR="0024252B" w:rsidRPr="002813C1">
        <w:t>est l</w:t>
      </w:r>
      <w:r>
        <w:t>’</w:t>
      </w:r>
      <w:r w:rsidR="0024252B" w:rsidRPr="002813C1">
        <w:t>homme d</w:t>
      </w:r>
      <w:r>
        <w:t>’</w:t>
      </w:r>
      <w:r w:rsidR="0024252B" w:rsidRPr="002813C1">
        <w:t>affaires d</w:t>
      </w:r>
      <w:r>
        <w:t>’</w:t>
      </w:r>
      <w:r w:rsidR="0024252B" w:rsidRPr="002813C1">
        <w:t>un millionnaire</w:t>
      </w:r>
      <w:r>
        <w:t xml:space="preserve">. </w:t>
      </w:r>
      <w:r w:rsidR="0024252B" w:rsidRPr="002813C1">
        <w:t>C</w:t>
      </w:r>
      <w:r>
        <w:t>’</w:t>
      </w:r>
      <w:r w:rsidR="0024252B" w:rsidRPr="002813C1">
        <w:t>est le morne revers d</w:t>
      </w:r>
      <w:r>
        <w:t>’</w:t>
      </w:r>
      <w:r w:rsidR="0024252B" w:rsidRPr="002813C1">
        <w:t>une médaille éblouissante</w:t>
      </w:r>
      <w:r>
        <w:t xml:space="preserve">… </w:t>
      </w:r>
      <w:r w:rsidR="0024252B" w:rsidRPr="002813C1">
        <w:t>Un millionnaire qui n</w:t>
      </w:r>
      <w:r>
        <w:t>’</w:t>
      </w:r>
      <w:r w:rsidR="0024252B" w:rsidRPr="002813C1">
        <w:t>est pas un sot</w:t>
      </w:r>
      <w:r>
        <w:t xml:space="preserve">, </w:t>
      </w:r>
      <w:r w:rsidR="0024252B" w:rsidRPr="002813C1">
        <w:t>doit toujours</w:t>
      </w:r>
      <w:r>
        <w:t xml:space="preserve">, </w:t>
      </w:r>
      <w:r w:rsidR="0024252B" w:rsidRPr="002813C1">
        <w:t>et à n</w:t>
      </w:r>
      <w:r>
        <w:t>’</w:t>
      </w:r>
      <w:r w:rsidR="0024252B" w:rsidRPr="002813C1">
        <w:t>importe quelle demande d</w:t>
      </w:r>
      <w:r>
        <w:t>’</w:t>
      </w:r>
      <w:r w:rsidR="0024252B" w:rsidRPr="002813C1">
        <w:t>argent</w:t>
      </w:r>
      <w:r>
        <w:t xml:space="preserve">, </w:t>
      </w:r>
      <w:r w:rsidR="0024252B" w:rsidRPr="002813C1">
        <w:t>sourire et répondre</w:t>
      </w:r>
      <w:r>
        <w:t> : « </w:t>
      </w:r>
      <w:r w:rsidR="0024252B" w:rsidRPr="002813C1">
        <w:t>Oui</w:t>
      </w:r>
      <w:r>
        <w:t xml:space="preserve">, </w:t>
      </w:r>
      <w:r w:rsidR="0024252B" w:rsidRPr="002813C1">
        <w:t>certes</w:t>
      </w:r>
      <w:r>
        <w:t xml:space="preserve">, </w:t>
      </w:r>
      <w:r w:rsidR="0024252B" w:rsidRPr="002813C1">
        <w:t>comment donc</w:t>
      </w:r>
      <w:r>
        <w:t xml:space="preserve">, </w:t>
      </w:r>
      <w:r w:rsidR="0024252B" w:rsidRPr="002813C1">
        <w:t>trop heureux</w:t>
      </w:r>
      <w:r>
        <w:t> !… »</w:t>
      </w:r>
      <w:r w:rsidR="0024252B" w:rsidRPr="002813C1">
        <w:t xml:space="preserve"> Seulement il ajoute</w:t>
      </w:r>
      <w:r>
        <w:t>. « </w:t>
      </w:r>
      <w:r w:rsidR="0024252B" w:rsidRPr="002813C1">
        <w:t>Entendez-vous avec mon homme d</w:t>
      </w:r>
      <w:r>
        <w:t>’</w:t>
      </w:r>
      <w:r w:rsidR="0024252B" w:rsidRPr="002813C1">
        <w:t>affaires</w:t>
      </w:r>
      <w:r>
        <w:t>… »</w:t>
      </w:r>
      <w:r w:rsidR="0024252B" w:rsidRPr="002813C1">
        <w:t xml:space="preserve"> C</w:t>
      </w:r>
      <w:r>
        <w:t>’</w:t>
      </w:r>
      <w:r w:rsidR="0024252B" w:rsidRPr="002813C1">
        <w:t>est ce dernier qui est chargé de discuter</w:t>
      </w:r>
      <w:r>
        <w:t xml:space="preserve">, </w:t>
      </w:r>
      <w:r w:rsidR="0024252B" w:rsidRPr="002813C1">
        <w:t>d</w:t>
      </w:r>
      <w:r>
        <w:t>’</w:t>
      </w:r>
      <w:r w:rsidR="0024252B" w:rsidRPr="002813C1">
        <w:t>avouer que son client est gêné pour le moment</w:t>
      </w:r>
      <w:r>
        <w:t xml:space="preserve">, </w:t>
      </w:r>
      <w:r w:rsidR="0024252B" w:rsidRPr="002813C1">
        <w:t>et finalement de répondre</w:t>
      </w:r>
      <w:r>
        <w:t> : « </w:t>
      </w:r>
      <w:r w:rsidR="0024252B" w:rsidRPr="002813C1">
        <w:t>Non</w:t>
      </w:r>
      <w:r>
        <w:t>… »</w:t>
      </w:r>
    </w:p>
    <w:p w14:paraId="0827AB26" w14:textId="77777777" w:rsidR="00B77E03" w:rsidRDefault="0024252B" w:rsidP="00B77E03">
      <w:r w:rsidRPr="002813C1">
        <w:t>Pascal insistait encore</w:t>
      </w:r>
      <w:r w:rsidR="00B77E03">
        <w:t xml:space="preserve">, </w:t>
      </w:r>
      <w:r w:rsidRPr="002813C1">
        <w:t>mais le baron était têtu</w:t>
      </w:r>
      <w:r w:rsidR="00B77E03">
        <w:t>…</w:t>
      </w:r>
    </w:p>
    <w:p w14:paraId="72AC9E5E" w14:textId="4705507D" w:rsidR="00B77E03" w:rsidRDefault="00B77E03" w:rsidP="00B77E03">
      <w:r>
        <w:lastRenderedPageBreak/>
        <w:t>— </w:t>
      </w:r>
      <w:r w:rsidR="0024252B" w:rsidRPr="002813C1">
        <w:t>Oh</w:t>
      </w:r>
      <w:r>
        <w:t xml:space="preserve"> ! </w:t>
      </w:r>
      <w:r w:rsidR="0024252B" w:rsidRPr="002813C1">
        <w:t>assez</w:t>
      </w:r>
      <w:r>
        <w:t xml:space="preserve"> !… </w:t>
      </w:r>
      <w:r w:rsidR="0024252B" w:rsidRPr="002813C1">
        <w:t>fit-il</w:t>
      </w:r>
      <w:r>
        <w:t xml:space="preserve">. </w:t>
      </w:r>
      <w:r w:rsidR="0024252B" w:rsidRPr="002813C1">
        <w:t>Ne gaspillons pas un temps précieux en discussions oiseuses</w:t>
      </w:r>
      <w:r>
        <w:t xml:space="preserve">… </w:t>
      </w:r>
      <w:r w:rsidR="0024252B" w:rsidRPr="002813C1">
        <w:t>Les jours n</w:t>
      </w:r>
      <w:r>
        <w:t>’</w:t>
      </w:r>
      <w:r w:rsidR="0024252B" w:rsidRPr="002813C1">
        <w:t xml:space="preserve">ont que </w:t>
      </w:r>
      <w:proofErr w:type="spellStart"/>
      <w:r w:rsidR="0024252B" w:rsidRPr="002813C1">
        <w:t>vingt quatre</w:t>
      </w:r>
      <w:proofErr w:type="spellEnd"/>
      <w:r w:rsidR="0024252B" w:rsidRPr="002813C1">
        <w:t xml:space="preserve"> heures</w:t>
      </w:r>
      <w:r>
        <w:t xml:space="preserve">, </w:t>
      </w:r>
      <w:r w:rsidR="0024252B" w:rsidRPr="002813C1">
        <w:t>et tel que vous me voyez</w:t>
      </w:r>
      <w:r>
        <w:t xml:space="preserve">, </w:t>
      </w:r>
      <w:r w:rsidR="0024252B" w:rsidRPr="002813C1">
        <w:t>je suis si pressé que depuis avant-hier je n</w:t>
      </w:r>
      <w:r>
        <w:t>’</w:t>
      </w:r>
      <w:r w:rsidR="0024252B" w:rsidRPr="002813C1">
        <w:t>ai pas touché une carte</w:t>
      </w:r>
      <w:r>
        <w:t xml:space="preserve">… </w:t>
      </w:r>
      <w:r w:rsidR="0024252B" w:rsidRPr="002813C1">
        <w:t>C</w:t>
      </w:r>
      <w:r>
        <w:t>’</w:t>
      </w:r>
      <w:r w:rsidR="0024252B" w:rsidRPr="002813C1">
        <w:t xml:space="preserve">est que je prépare à </w:t>
      </w:r>
      <w:r>
        <w:t>M</w:t>
      </w:r>
      <w:r w:rsidRPr="00B77E03">
        <w:rPr>
          <w:vertAlign w:val="superscript"/>
        </w:rPr>
        <w:t>me</w:t>
      </w:r>
      <w:r>
        <w:t> </w:t>
      </w:r>
      <w:proofErr w:type="spellStart"/>
      <w:r w:rsidR="0024252B" w:rsidRPr="002813C1">
        <w:t>Trigault</w:t>
      </w:r>
      <w:proofErr w:type="spellEnd"/>
      <w:r>
        <w:t xml:space="preserve">, </w:t>
      </w:r>
      <w:r w:rsidR="0024252B" w:rsidRPr="002813C1">
        <w:t xml:space="preserve">à ma fille et à </w:t>
      </w:r>
      <w:r>
        <w:t>M. </w:t>
      </w:r>
      <w:r w:rsidR="0024252B" w:rsidRPr="002813C1">
        <w:t>mon gendre une surprise assez délicate</w:t>
      </w:r>
      <w:r>
        <w:t xml:space="preserve">, </w:t>
      </w:r>
      <w:r w:rsidR="0024252B" w:rsidRPr="002813C1">
        <w:t>si j</w:t>
      </w:r>
      <w:r>
        <w:t>’</w:t>
      </w:r>
      <w:r w:rsidR="0024252B" w:rsidRPr="002813C1">
        <w:t>ose dire</w:t>
      </w:r>
      <w:r>
        <w:t xml:space="preserve">, </w:t>
      </w:r>
      <w:r w:rsidR="0024252B" w:rsidRPr="002813C1">
        <w:t>et que je crois réussie</w:t>
      </w:r>
      <w:r>
        <w:t>.</w:t>
      </w:r>
    </w:p>
    <w:p w14:paraId="52723C53" w14:textId="77777777" w:rsidR="00B77E03" w:rsidRDefault="0024252B" w:rsidP="00B77E03">
      <w:r w:rsidRPr="002813C1">
        <w:t>Il riait</w:t>
      </w:r>
      <w:r w:rsidR="00B77E03">
        <w:t xml:space="preserve">, </w:t>
      </w:r>
      <w:r w:rsidRPr="002813C1">
        <w:t>le malheureux homme</w:t>
      </w:r>
      <w:r w:rsidR="00B77E03">
        <w:t xml:space="preserve">, </w:t>
      </w:r>
      <w:r w:rsidRPr="002813C1">
        <w:t>mais de quel rire</w:t>
      </w:r>
      <w:r w:rsidR="00B77E03">
        <w:t> !…</w:t>
      </w:r>
    </w:p>
    <w:p w14:paraId="0C044E21" w14:textId="77777777" w:rsidR="00B77E03" w:rsidRDefault="00B77E03" w:rsidP="00B77E03">
      <w:r>
        <w:t>— </w:t>
      </w:r>
      <w:r w:rsidR="0024252B" w:rsidRPr="002813C1">
        <w:t>C</w:t>
      </w:r>
      <w:r>
        <w:t>’</w:t>
      </w:r>
      <w:r w:rsidR="0024252B" w:rsidRPr="002813C1">
        <w:t>est que</w:t>
      </w:r>
      <w:r>
        <w:t xml:space="preserve">, </w:t>
      </w:r>
      <w:r w:rsidR="0024252B" w:rsidRPr="002813C1">
        <w:t>voyez-vous</w:t>
      </w:r>
      <w:r>
        <w:t xml:space="preserve">, </w:t>
      </w:r>
      <w:r w:rsidR="0024252B" w:rsidRPr="002813C1">
        <w:t>poursuivit-il</w:t>
      </w:r>
      <w:r>
        <w:t xml:space="preserve">, </w:t>
      </w:r>
      <w:r w:rsidR="0024252B" w:rsidRPr="002813C1">
        <w:t>j</w:t>
      </w:r>
      <w:r>
        <w:t>’</w:t>
      </w:r>
      <w:r w:rsidR="0024252B" w:rsidRPr="002813C1">
        <w:t>en ai assez de payer tous les ans des centaines de mille francs pour être berné par ma femme</w:t>
      </w:r>
      <w:r>
        <w:t xml:space="preserve">, </w:t>
      </w:r>
      <w:r w:rsidR="0024252B" w:rsidRPr="002813C1">
        <w:t>bafoué par ma fille</w:t>
      </w:r>
      <w:r>
        <w:t>, « </w:t>
      </w:r>
      <w:r w:rsidR="0024252B" w:rsidRPr="002813C1">
        <w:t>jobardé</w:t>
      </w:r>
      <w:r>
        <w:t> »</w:t>
      </w:r>
      <w:r w:rsidR="0024252B" w:rsidRPr="002813C1">
        <w:t xml:space="preserve"> par mon gendre et brutalisé et vilipendé par tous les trois</w:t>
      </w:r>
      <w:r>
        <w:t xml:space="preserve">… </w:t>
      </w:r>
      <w:r w:rsidR="0024252B" w:rsidRPr="002813C1">
        <w:t>Je veux bien payer encore</w:t>
      </w:r>
      <w:r>
        <w:t>, « </w:t>
      </w:r>
      <w:r w:rsidR="0024252B" w:rsidRPr="002813C1">
        <w:t>casquer</w:t>
      </w:r>
      <w:r>
        <w:t>, »</w:t>
      </w:r>
      <w:r w:rsidR="0024252B" w:rsidRPr="002813C1">
        <w:t xml:space="preserve"> comme dit mon gendre</w:t>
      </w:r>
      <w:r>
        <w:t xml:space="preserve">, </w:t>
      </w:r>
      <w:r w:rsidR="0024252B" w:rsidRPr="002813C1">
        <w:t>mais à la condition qu</w:t>
      </w:r>
      <w:r>
        <w:t>’</w:t>
      </w:r>
      <w:r w:rsidR="0024252B" w:rsidRPr="002813C1">
        <w:t>on me donnera pour mon argent</w:t>
      </w:r>
      <w:r>
        <w:t xml:space="preserve">, </w:t>
      </w:r>
      <w:r w:rsidR="0024252B" w:rsidRPr="002813C1">
        <w:t>sinon la réalité</w:t>
      </w:r>
      <w:r>
        <w:t xml:space="preserve">, </w:t>
      </w:r>
      <w:r w:rsidR="0024252B" w:rsidRPr="002813C1">
        <w:t>du moins les apparences de l</w:t>
      </w:r>
      <w:r>
        <w:t>’</w:t>
      </w:r>
      <w:r w:rsidR="0024252B" w:rsidRPr="002813C1">
        <w:t>amour</w:t>
      </w:r>
      <w:r>
        <w:t xml:space="preserve">, </w:t>
      </w:r>
      <w:r w:rsidR="0024252B" w:rsidRPr="002813C1">
        <w:t>du dévouement</w:t>
      </w:r>
      <w:r>
        <w:t xml:space="preserve">, </w:t>
      </w:r>
      <w:r w:rsidR="0024252B" w:rsidRPr="002813C1">
        <w:t>de l</w:t>
      </w:r>
      <w:r>
        <w:t>’</w:t>
      </w:r>
      <w:r w:rsidR="0024252B" w:rsidRPr="002813C1">
        <w:t>affection</w:t>
      </w:r>
      <w:r>
        <w:t xml:space="preserve">, </w:t>
      </w:r>
      <w:r w:rsidR="0024252B" w:rsidRPr="002813C1">
        <w:t>du respect</w:t>
      </w:r>
      <w:r>
        <w:t xml:space="preserve">, </w:t>
      </w:r>
      <w:r w:rsidR="0024252B" w:rsidRPr="002813C1">
        <w:t>de tout ce qui m</w:t>
      </w:r>
      <w:r>
        <w:t>’</w:t>
      </w:r>
      <w:r w:rsidR="0024252B" w:rsidRPr="002813C1">
        <w:t>eût rendu heureux</w:t>
      </w:r>
      <w:r>
        <w:t xml:space="preserve">, </w:t>
      </w:r>
      <w:r w:rsidR="0024252B" w:rsidRPr="002813C1">
        <w:t>enfin</w:t>
      </w:r>
      <w:r>
        <w:t xml:space="preserve"> !… </w:t>
      </w:r>
      <w:r w:rsidR="0024252B" w:rsidRPr="002813C1">
        <w:t>Et ces apparences</w:t>
      </w:r>
      <w:r>
        <w:t xml:space="preserve">, </w:t>
      </w:r>
      <w:r w:rsidR="0024252B" w:rsidRPr="002813C1">
        <w:t>sacrebleu</w:t>
      </w:r>
      <w:r>
        <w:t xml:space="preserve"> ! </w:t>
      </w:r>
      <w:r w:rsidR="0024252B" w:rsidRPr="002813C1">
        <w:t>je les aurai</w:t>
      </w:r>
      <w:r>
        <w:t xml:space="preserve">… </w:t>
      </w:r>
      <w:r w:rsidR="0024252B" w:rsidRPr="002813C1">
        <w:t>Oui</w:t>
      </w:r>
      <w:r>
        <w:t xml:space="preserve">, </w:t>
      </w:r>
      <w:r w:rsidR="0024252B" w:rsidRPr="002813C1">
        <w:t>moi</w:t>
      </w:r>
      <w:r>
        <w:t xml:space="preserve">, </w:t>
      </w:r>
      <w:proofErr w:type="spellStart"/>
      <w:r w:rsidR="0024252B" w:rsidRPr="002813C1">
        <w:t>Trigault</w:t>
      </w:r>
      <w:proofErr w:type="spellEnd"/>
      <w:r>
        <w:t xml:space="preserve">, </w:t>
      </w:r>
      <w:r w:rsidR="0024252B" w:rsidRPr="002813C1">
        <w:t>je serai choyé</w:t>
      </w:r>
      <w:r>
        <w:t xml:space="preserve">, </w:t>
      </w:r>
      <w:r w:rsidR="0024252B" w:rsidRPr="002813C1">
        <w:t>cajolé</w:t>
      </w:r>
      <w:r>
        <w:t xml:space="preserve">, </w:t>
      </w:r>
      <w:r w:rsidR="0024252B" w:rsidRPr="002813C1">
        <w:t>dorloté ou</w:t>
      </w:r>
      <w:r>
        <w:t xml:space="preserve">… </w:t>
      </w:r>
      <w:r w:rsidR="0024252B" w:rsidRPr="002813C1">
        <w:t>bernique</w:t>
      </w:r>
      <w:r>
        <w:t xml:space="preserve">, </w:t>
      </w:r>
      <w:r w:rsidR="0024252B" w:rsidRPr="002813C1">
        <w:t>je suspens mes payements</w:t>
      </w:r>
      <w:r>
        <w:t xml:space="preserve">… </w:t>
      </w:r>
      <w:r w:rsidR="0024252B" w:rsidRPr="002813C1">
        <w:t>C</w:t>
      </w:r>
      <w:r>
        <w:t>’</w:t>
      </w:r>
      <w:r w:rsidR="0024252B" w:rsidRPr="002813C1">
        <w:t>est un de mes vieux amis</w:t>
      </w:r>
      <w:r>
        <w:t xml:space="preserve">, </w:t>
      </w:r>
      <w:r w:rsidR="0024252B" w:rsidRPr="002813C1">
        <w:t>un parvenu comme moi</w:t>
      </w:r>
      <w:r>
        <w:t xml:space="preserve">, </w:t>
      </w:r>
      <w:r w:rsidR="0024252B" w:rsidRPr="002813C1">
        <w:t>dont j</w:t>
      </w:r>
      <w:r>
        <w:t>’</w:t>
      </w:r>
      <w:r w:rsidR="0024252B" w:rsidRPr="002813C1">
        <w:t>ai envié pendant des années le bonheur domestique</w:t>
      </w:r>
      <w:r>
        <w:t xml:space="preserve">, </w:t>
      </w:r>
      <w:r w:rsidR="0024252B" w:rsidRPr="002813C1">
        <w:t>qui m</w:t>
      </w:r>
      <w:r>
        <w:t>’</w:t>
      </w:r>
      <w:r w:rsidR="0024252B" w:rsidRPr="002813C1">
        <w:t>a enfin donné sa recette</w:t>
      </w:r>
      <w:r>
        <w:t>…</w:t>
      </w:r>
    </w:p>
    <w:p w14:paraId="3383EF71" w14:textId="0381220F" w:rsidR="00B77E03" w:rsidRDefault="00B77E03" w:rsidP="00B77E03">
      <w:r>
        <w:t>« </w:t>
      </w:r>
      <w:r w:rsidR="0024252B" w:rsidRPr="002813C1">
        <w:t>Moi</w:t>
      </w:r>
      <w:r>
        <w:t xml:space="preserve">, </w:t>
      </w:r>
      <w:r w:rsidR="0024252B" w:rsidRPr="002813C1">
        <w:t>mon cher</w:t>
      </w:r>
      <w:r>
        <w:t xml:space="preserve">, </w:t>
      </w:r>
      <w:r w:rsidR="0024252B" w:rsidRPr="002813C1">
        <w:t>m</w:t>
      </w:r>
      <w:r>
        <w:t>’</w:t>
      </w:r>
      <w:r w:rsidR="0024252B" w:rsidRPr="002813C1">
        <w:t>a-t-il dit</w:t>
      </w:r>
      <w:r>
        <w:t xml:space="preserve">, </w:t>
      </w:r>
      <w:r w:rsidR="0024252B" w:rsidRPr="002813C1">
        <w:t>je suis dans ma maison</w:t>
      </w:r>
      <w:r>
        <w:t xml:space="preserve">, </w:t>
      </w:r>
      <w:r w:rsidR="0024252B" w:rsidRPr="002813C1">
        <w:t>entre ma femme</w:t>
      </w:r>
      <w:r>
        <w:t xml:space="preserve">, </w:t>
      </w:r>
      <w:r w:rsidR="0024252B" w:rsidRPr="002813C1">
        <w:t>mes enfants et mes gendres</w:t>
      </w:r>
      <w:r>
        <w:t xml:space="preserve">, </w:t>
      </w:r>
      <w:r w:rsidR="0024252B" w:rsidRPr="002813C1">
        <w:t xml:space="preserve">comme un </w:t>
      </w:r>
      <w:proofErr w:type="spellStart"/>
      <w:r w:rsidR="0024252B" w:rsidRPr="002813C1">
        <w:t>mylord</w:t>
      </w:r>
      <w:proofErr w:type="spellEnd"/>
      <w:r w:rsidR="0024252B" w:rsidRPr="002813C1">
        <w:t xml:space="preserve"> dans une auberge</w:t>
      </w:r>
      <w:r>
        <w:t xml:space="preserve">… </w:t>
      </w:r>
      <w:r w:rsidR="0024252B" w:rsidRPr="002813C1">
        <w:t>Je me suis commandé un bonheur de première qualité à tant par mois</w:t>
      </w:r>
      <w:r>
        <w:t xml:space="preserve">… </w:t>
      </w:r>
      <w:r w:rsidR="0024252B" w:rsidRPr="002813C1">
        <w:t>Si on me le sert</w:t>
      </w:r>
      <w:r>
        <w:t xml:space="preserve">, </w:t>
      </w:r>
      <w:r w:rsidR="0024252B" w:rsidRPr="002813C1">
        <w:t>je paye</w:t>
      </w:r>
      <w:r>
        <w:t xml:space="preserve">… </w:t>
      </w:r>
      <w:r w:rsidR="0024252B" w:rsidRPr="002813C1">
        <w:t>si on ne me le sert pas</w:t>
      </w:r>
      <w:r>
        <w:t xml:space="preserve">, </w:t>
      </w:r>
      <w:r w:rsidR="0024252B" w:rsidRPr="002813C1">
        <w:t>bonsoir</w:t>
      </w:r>
      <w:r>
        <w:t xml:space="preserve">, </w:t>
      </w:r>
      <w:r w:rsidR="0024252B" w:rsidRPr="002813C1">
        <w:t>je ferme le guichet aux pièces de cent sous</w:t>
      </w:r>
      <w:r>
        <w:t xml:space="preserve">… </w:t>
      </w:r>
      <w:r w:rsidR="0024252B" w:rsidRPr="002813C1">
        <w:t>Quand on m</w:t>
      </w:r>
      <w:r>
        <w:t>’</w:t>
      </w:r>
      <w:r w:rsidR="0024252B" w:rsidRPr="002813C1">
        <w:t>invente des gâteries de supplément</w:t>
      </w:r>
      <w:r>
        <w:t xml:space="preserve">, </w:t>
      </w:r>
      <w:r w:rsidR="0024252B" w:rsidRPr="002813C1">
        <w:t>je les règle à part</w:t>
      </w:r>
      <w:r>
        <w:t xml:space="preserve">, </w:t>
      </w:r>
      <w:r w:rsidR="0024252B" w:rsidRPr="002813C1">
        <w:t>sans marchander</w:t>
      </w:r>
      <w:r>
        <w:t xml:space="preserve">… </w:t>
      </w:r>
      <w:r w:rsidR="0024252B" w:rsidRPr="002813C1">
        <w:t>Donnant donnant</w:t>
      </w:r>
      <w:r>
        <w:t xml:space="preserve">… </w:t>
      </w:r>
      <w:r w:rsidR="0024252B" w:rsidRPr="002813C1">
        <w:t>Fais comme moi</w:t>
      </w:r>
      <w:r>
        <w:t xml:space="preserve">, </w:t>
      </w:r>
      <w:r w:rsidR="0024252B" w:rsidRPr="002813C1">
        <w:t>mon vieux camarade</w:t>
      </w:r>
      <w:r>
        <w:t xml:space="preserve">, </w:t>
      </w:r>
      <w:r w:rsidR="0024252B" w:rsidRPr="002813C1">
        <w:t>tu t</w:t>
      </w:r>
      <w:r>
        <w:t>’</w:t>
      </w:r>
      <w:r w:rsidR="0024252B" w:rsidRPr="002813C1">
        <w:t>en trouveras bien</w:t>
      </w:r>
      <w:r>
        <w:t xml:space="preserve">… </w:t>
      </w:r>
      <w:r w:rsidR="0024252B" w:rsidRPr="002813C1">
        <w:t>Un tarif</w:t>
      </w:r>
      <w:r>
        <w:t xml:space="preserve"> ! </w:t>
      </w:r>
      <w:r w:rsidR="0024252B" w:rsidRPr="002813C1">
        <w:t>il n</w:t>
      </w:r>
      <w:r>
        <w:t>’</w:t>
      </w:r>
      <w:r w:rsidR="0024252B" w:rsidRPr="002813C1">
        <w:t>y a plus que cela</w:t>
      </w:r>
      <w:r>
        <w:t>. »</w:t>
      </w:r>
    </w:p>
    <w:p w14:paraId="5C398A34" w14:textId="7B400394" w:rsidR="00B77E03" w:rsidRDefault="0024252B" w:rsidP="00B77E03">
      <w:r w:rsidRPr="002813C1">
        <w:t>Et je ferai comme lui</w:t>
      </w:r>
      <w:r w:rsidR="00B77E03">
        <w:t>, M. </w:t>
      </w:r>
      <w:proofErr w:type="spellStart"/>
      <w:r w:rsidRPr="002813C1">
        <w:t>Férailleur</w:t>
      </w:r>
      <w:proofErr w:type="spellEnd"/>
      <w:r w:rsidR="00B77E03">
        <w:t xml:space="preserve">, </w:t>
      </w:r>
      <w:r w:rsidRPr="002813C1">
        <w:t>car je vois que son système est bon</w:t>
      </w:r>
      <w:r w:rsidR="00B77E03">
        <w:t xml:space="preserve">, </w:t>
      </w:r>
      <w:r w:rsidRPr="002813C1">
        <w:t>qu</w:t>
      </w:r>
      <w:r w:rsidR="00B77E03">
        <w:t>’</w:t>
      </w:r>
      <w:r w:rsidRPr="002813C1">
        <w:t xml:space="preserve">il est pratique et bien </w:t>
      </w:r>
      <w:r w:rsidR="00B77E03">
        <w:t>« </w:t>
      </w:r>
      <w:r w:rsidRPr="002813C1">
        <w:t xml:space="preserve">dans le </w:t>
      </w:r>
      <w:r w:rsidRPr="002813C1">
        <w:lastRenderedPageBreak/>
        <w:t>mouvement</w:t>
      </w:r>
      <w:r w:rsidR="00B77E03">
        <w:t>, »</w:t>
      </w:r>
      <w:r w:rsidRPr="002813C1">
        <w:t xml:space="preserve"> comme on dit</w:t>
      </w:r>
      <w:r w:rsidR="00B77E03">
        <w:t xml:space="preserve">… </w:t>
      </w:r>
      <w:r w:rsidRPr="002813C1">
        <w:t>Et</w:t>
      </w:r>
      <w:r w:rsidR="00B77E03">
        <w:t xml:space="preserve">, </w:t>
      </w:r>
      <w:r w:rsidRPr="002813C1">
        <w:t>pour en arriver là</w:t>
      </w:r>
      <w:r w:rsidR="00B77E03">
        <w:t xml:space="preserve">, </w:t>
      </w:r>
      <w:r w:rsidRPr="002813C1">
        <w:t>j</w:t>
      </w:r>
      <w:r w:rsidR="00B77E03">
        <w:t>’</w:t>
      </w:r>
      <w:r w:rsidRPr="002813C1">
        <w:t>ai mon idée</w:t>
      </w:r>
      <w:r w:rsidR="00B77E03">
        <w:t xml:space="preserve">… </w:t>
      </w:r>
      <w:r w:rsidRPr="002813C1">
        <w:t>J</w:t>
      </w:r>
      <w:r w:rsidR="00B77E03">
        <w:t>’</w:t>
      </w:r>
      <w:r w:rsidRPr="002813C1">
        <w:t>ai assez joué les père Dindon</w:t>
      </w:r>
      <w:r w:rsidR="00B77E03">
        <w:t xml:space="preserve">, </w:t>
      </w:r>
      <w:r w:rsidRPr="002813C1">
        <w:t>comme cela</w:t>
      </w:r>
      <w:r w:rsidR="00B77E03">
        <w:t xml:space="preserve"> !… </w:t>
      </w:r>
      <w:r w:rsidRPr="002813C1">
        <w:t>J</w:t>
      </w:r>
      <w:r w:rsidR="00B77E03">
        <w:t>’</w:t>
      </w:r>
      <w:r w:rsidRPr="002813C1">
        <w:t>aurai pour mes derniers jours une existence de patriarche</w:t>
      </w:r>
      <w:r w:rsidR="00B77E03">
        <w:t xml:space="preserve">, </w:t>
      </w:r>
      <w:r w:rsidRPr="002813C1">
        <w:t>ou par le saint nom de Dieu</w:t>
      </w:r>
      <w:r w:rsidR="00B77E03">
        <w:t xml:space="preserve">, </w:t>
      </w:r>
      <w:r w:rsidRPr="002813C1">
        <w:t>je laisse tous les miens crever de faim</w:t>
      </w:r>
      <w:r w:rsidR="00B77E03">
        <w:t> !…</w:t>
      </w:r>
    </w:p>
    <w:p w14:paraId="60F7ED17" w14:textId="77777777" w:rsidR="00B77E03" w:rsidRDefault="0024252B" w:rsidP="00B77E03">
      <w:r w:rsidRPr="002813C1">
        <w:t>Sa face s</w:t>
      </w:r>
      <w:r w:rsidR="00B77E03">
        <w:t>’</w:t>
      </w:r>
      <w:r w:rsidRPr="002813C1">
        <w:t>empourprait et les veines de son front se gonflaient</w:t>
      </w:r>
      <w:r w:rsidR="00B77E03">
        <w:t xml:space="preserve">, </w:t>
      </w:r>
      <w:r w:rsidRPr="002813C1">
        <w:t>autant de colère que par suite de la contrainte qu</w:t>
      </w:r>
      <w:r w:rsidR="00B77E03">
        <w:t>’</w:t>
      </w:r>
      <w:r w:rsidRPr="002813C1">
        <w:t>il s</w:t>
      </w:r>
      <w:r w:rsidR="00B77E03">
        <w:t>’</w:t>
      </w:r>
      <w:r w:rsidRPr="002813C1">
        <w:t>imposait en parlant presque bas</w:t>
      </w:r>
      <w:r w:rsidR="00B77E03">
        <w:t>.</w:t>
      </w:r>
    </w:p>
    <w:p w14:paraId="5B2C1DDC" w14:textId="77777777" w:rsidR="00B77E03" w:rsidRDefault="0024252B" w:rsidP="00B77E03">
      <w:r w:rsidRPr="002813C1">
        <w:t>Il respira longuement</w:t>
      </w:r>
      <w:r w:rsidR="00B77E03">
        <w:t xml:space="preserve">, </w:t>
      </w:r>
      <w:r w:rsidRPr="002813C1">
        <w:t>puis d</w:t>
      </w:r>
      <w:r w:rsidR="00B77E03">
        <w:t>’</w:t>
      </w:r>
      <w:r w:rsidRPr="002813C1">
        <w:t>un ton plus calme</w:t>
      </w:r>
      <w:r w:rsidR="00B77E03">
        <w:t> :</w:t>
      </w:r>
    </w:p>
    <w:p w14:paraId="14DA7A3E" w14:textId="7199ED03" w:rsidR="00B77E03" w:rsidRDefault="00B77E03" w:rsidP="00B77E03">
      <w:r>
        <w:t>— </w:t>
      </w:r>
      <w:r w:rsidR="0024252B" w:rsidRPr="002813C1">
        <w:t>Mais il faut que vous réussissiez</w:t>
      </w:r>
      <w:r>
        <w:t>, M. </w:t>
      </w:r>
      <w:proofErr w:type="spellStart"/>
      <w:r w:rsidR="0024252B" w:rsidRPr="002813C1">
        <w:t>Férailleur</w:t>
      </w:r>
      <w:proofErr w:type="spellEnd"/>
      <w:r>
        <w:t xml:space="preserve">, </w:t>
      </w:r>
      <w:r w:rsidR="0024252B" w:rsidRPr="002813C1">
        <w:t>reprit-il</w:t>
      </w:r>
      <w:r>
        <w:t xml:space="preserve">, </w:t>
      </w:r>
      <w:r w:rsidR="0024252B" w:rsidRPr="002813C1">
        <w:t>et vite</w:t>
      </w:r>
      <w:r>
        <w:t xml:space="preserve">… </w:t>
      </w:r>
      <w:r w:rsidR="0024252B" w:rsidRPr="002813C1">
        <w:t>et que la</w:t>
      </w:r>
      <w:r>
        <w:t xml:space="preserve">… </w:t>
      </w:r>
      <w:r w:rsidR="0024252B" w:rsidRPr="002813C1">
        <w:t>jeune fille que vous aimez</w:t>
      </w:r>
      <w:r>
        <w:t xml:space="preserve">, </w:t>
      </w:r>
      <w:r w:rsidR="0024252B" w:rsidRPr="002813C1">
        <w:t>recueille l</w:t>
      </w:r>
      <w:r>
        <w:t>’</w:t>
      </w:r>
      <w:r w:rsidR="0024252B" w:rsidRPr="002813C1">
        <w:t>héritage de son père</w:t>
      </w:r>
      <w:r>
        <w:t xml:space="preserve">… </w:t>
      </w:r>
      <w:r w:rsidR="0024252B" w:rsidRPr="002813C1">
        <w:t>Vous ne savez pas en quelles mains indignes l</w:t>
      </w:r>
      <w:r>
        <w:t>’</w:t>
      </w:r>
      <w:r w:rsidR="0024252B" w:rsidRPr="002813C1">
        <w:t xml:space="preserve">héritage du comte de </w:t>
      </w:r>
      <w:proofErr w:type="spellStart"/>
      <w:r w:rsidR="0024252B" w:rsidRPr="002813C1">
        <w:t>Chalusse</w:t>
      </w:r>
      <w:proofErr w:type="spellEnd"/>
      <w:r w:rsidR="0024252B" w:rsidRPr="002813C1">
        <w:t xml:space="preserve"> est près de tomber</w:t>
      </w:r>
      <w:r>
        <w:t>…</w:t>
      </w:r>
    </w:p>
    <w:p w14:paraId="6A595F24" w14:textId="546A70F3" w:rsidR="00B77E03" w:rsidRDefault="0024252B" w:rsidP="00B77E03">
      <w:r w:rsidRPr="002813C1">
        <w:t>Sans doute il allait apprendre à Pascal l</w:t>
      </w:r>
      <w:r w:rsidR="00B77E03">
        <w:t>’</w:t>
      </w:r>
      <w:r w:rsidRPr="002813C1">
        <w:t xml:space="preserve">histoire de </w:t>
      </w:r>
      <w:r w:rsidR="00B77E03">
        <w:t>M</w:t>
      </w:r>
      <w:r w:rsidR="00B77E03" w:rsidRPr="00B77E03">
        <w:rPr>
          <w:vertAlign w:val="superscript"/>
        </w:rPr>
        <w:t>me</w:t>
      </w:r>
      <w:r w:rsidR="00B77E03">
        <w:t> </w:t>
      </w:r>
      <w:r w:rsidRPr="002813C1">
        <w:t>Lia d</w:t>
      </w:r>
      <w:r w:rsidR="00B77E03">
        <w:t>’</w:t>
      </w:r>
      <w:r w:rsidRPr="002813C1">
        <w:t>Argelès et de l</w:t>
      </w:r>
      <w:r w:rsidR="00B77E03">
        <w:t>’</w:t>
      </w:r>
      <w:r w:rsidRPr="002813C1">
        <w:t xml:space="preserve">aimable </w:t>
      </w:r>
      <w:r w:rsidR="00B77E03">
        <w:t>M. </w:t>
      </w:r>
      <w:proofErr w:type="spellStart"/>
      <w:r w:rsidRPr="002813C1">
        <w:t>Wilkie</w:t>
      </w:r>
      <w:proofErr w:type="spellEnd"/>
      <w:r w:rsidR="00B77E03">
        <w:t xml:space="preserve">, </w:t>
      </w:r>
      <w:r w:rsidRPr="002813C1">
        <w:t>lorsqu</w:t>
      </w:r>
      <w:r w:rsidR="00B77E03">
        <w:t>’</w:t>
      </w:r>
      <w:r w:rsidRPr="002813C1">
        <w:t>il fut interrompu par le bruit d</w:t>
      </w:r>
      <w:r w:rsidR="00B77E03">
        <w:t>’</w:t>
      </w:r>
      <w:r w:rsidRPr="002813C1">
        <w:t>une assez vive discussion dans le vestibule</w:t>
      </w:r>
      <w:r w:rsidR="00B77E03">
        <w:t>.</w:t>
      </w:r>
    </w:p>
    <w:p w14:paraId="041671BE" w14:textId="77777777" w:rsidR="00B77E03" w:rsidRDefault="00B77E03" w:rsidP="00B77E03">
      <w:r>
        <w:t>— </w:t>
      </w:r>
      <w:r w:rsidR="0024252B" w:rsidRPr="002813C1">
        <w:t>Oh</w:t>
      </w:r>
      <w:r>
        <w:t xml:space="preserve"> !… </w:t>
      </w:r>
      <w:r w:rsidR="0024252B" w:rsidRPr="002813C1">
        <w:t>commença-t-il</w:t>
      </w:r>
      <w:r>
        <w:t xml:space="preserve">, </w:t>
      </w:r>
      <w:r w:rsidR="0024252B" w:rsidRPr="002813C1">
        <w:t>qui est-ce qui se permet chez moi</w:t>
      </w:r>
      <w:r>
        <w:t>…</w:t>
      </w:r>
    </w:p>
    <w:p w14:paraId="2C5DD886" w14:textId="77777777" w:rsidR="00B77E03" w:rsidRDefault="0024252B" w:rsidP="00B77E03">
      <w:r w:rsidRPr="002813C1">
        <w:t>Mais il entendit s</w:t>
      </w:r>
      <w:r w:rsidR="00B77E03">
        <w:t>’</w:t>
      </w:r>
      <w:r w:rsidRPr="002813C1">
        <w:t>ouvrir la porte de son cabinet</w:t>
      </w:r>
      <w:r w:rsidR="00B77E03">
        <w:t xml:space="preserve">, </w:t>
      </w:r>
      <w:r w:rsidRPr="002813C1">
        <w:t>et aussitôt une voix flûtée et enrouée crier</w:t>
      </w:r>
      <w:r w:rsidR="00B77E03">
        <w:t> :</w:t>
      </w:r>
    </w:p>
    <w:p w14:paraId="1C27F54E" w14:textId="77777777" w:rsidR="00B77E03" w:rsidRDefault="00B77E03" w:rsidP="00B77E03">
      <w:r>
        <w:t>— </w:t>
      </w:r>
      <w:r w:rsidR="0024252B" w:rsidRPr="002813C1">
        <w:t>Quoi</w:t>
      </w:r>
      <w:r>
        <w:t xml:space="preserve"> !… </w:t>
      </w:r>
      <w:r w:rsidR="0024252B" w:rsidRPr="002813C1">
        <w:t>personne</w:t>
      </w:r>
      <w:r>
        <w:t xml:space="preserve">, </w:t>
      </w:r>
      <w:r w:rsidR="0024252B" w:rsidRPr="002813C1">
        <w:t>c</w:t>
      </w:r>
      <w:r>
        <w:t>’</w:t>
      </w:r>
      <w:r w:rsidR="0024252B" w:rsidRPr="002813C1">
        <w:t>est trop fort</w:t>
      </w:r>
      <w:r>
        <w:t> !…</w:t>
      </w:r>
    </w:p>
    <w:p w14:paraId="7BAEE68E" w14:textId="77777777" w:rsidR="00B77E03" w:rsidRDefault="0024252B" w:rsidP="00B77E03">
      <w:r w:rsidRPr="002813C1">
        <w:t>Le baron eut un geste de colère</w:t>
      </w:r>
      <w:r w:rsidR="00B77E03">
        <w:t>.</w:t>
      </w:r>
    </w:p>
    <w:p w14:paraId="60A316A6" w14:textId="77777777" w:rsidR="00B77E03" w:rsidRDefault="00B77E03" w:rsidP="00B77E03">
      <w:r>
        <w:t>— </w:t>
      </w:r>
      <w:r w:rsidR="0024252B" w:rsidRPr="002813C1">
        <w:t>C</w:t>
      </w:r>
      <w:r>
        <w:t>’</w:t>
      </w:r>
      <w:r w:rsidR="0024252B" w:rsidRPr="002813C1">
        <w:t>est Kami-Bey</w:t>
      </w:r>
      <w:r>
        <w:t xml:space="preserve">, </w:t>
      </w:r>
      <w:r w:rsidR="0024252B" w:rsidRPr="002813C1">
        <w:t>fit-il</w:t>
      </w:r>
      <w:r>
        <w:t xml:space="preserve">, </w:t>
      </w:r>
      <w:r w:rsidR="0024252B" w:rsidRPr="002813C1">
        <w:t>ce Turc avec qui j</w:t>
      </w:r>
      <w:r>
        <w:t>’</w:t>
      </w:r>
      <w:r w:rsidR="0024252B" w:rsidRPr="002813C1">
        <w:t>ai lié cette grosse partie</w:t>
      </w:r>
      <w:r>
        <w:t xml:space="preserve">… </w:t>
      </w:r>
      <w:r w:rsidR="0024252B" w:rsidRPr="002813C1">
        <w:t>Le diable l</w:t>
      </w:r>
      <w:r>
        <w:t>’</w:t>
      </w:r>
      <w:r w:rsidR="0024252B" w:rsidRPr="002813C1">
        <w:t>emporte</w:t>
      </w:r>
      <w:r>
        <w:t xml:space="preserve"> !… </w:t>
      </w:r>
      <w:r w:rsidR="0024252B" w:rsidRPr="002813C1">
        <w:t>Mais il viendrait nous relancer ici</w:t>
      </w:r>
      <w:r>
        <w:t xml:space="preserve">… </w:t>
      </w:r>
      <w:r w:rsidR="0024252B" w:rsidRPr="002813C1">
        <w:t>rejoignons-le</w:t>
      </w:r>
      <w:r>
        <w:t xml:space="preserve">, </w:t>
      </w:r>
      <w:r w:rsidR="0024252B" w:rsidRPr="002813C1">
        <w:t xml:space="preserve">monsieur </w:t>
      </w:r>
      <w:proofErr w:type="spellStart"/>
      <w:r w:rsidR="0024252B" w:rsidRPr="002813C1">
        <w:t>Férailleur</w:t>
      </w:r>
      <w:proofErr w:type="spellEnd"/>
      <w:r>
        <w:t>…</w:t>
      </w:r>
    </w:p>
    <w:p w14:paraId="45AF9274" w14:textId="77777777" w:rsidR="00B77E03" w:rsidRDefault="0024252B" w:rsidP="00B77E03">
      <w:r w:rsidRPr="002813C1">
        <w:lastRenderedPageBreak/>
        <w:t>De retour dans le cabinet</w:t>
      </w:r>
      <w:r w:rsidR="00B77E03">
        <w:t xml:space="preserve">, </w:t>
      </w:r>
      <w:r w:rsidRPr="002813C1">
        <w:t>Pascal vit un gros homme à barbe rare</w:t>
      </w:r>
      <w:r w:rsidR="00B77E03">
        <w:t xml:space="preserve">, </w:t>
      </w:r>
      <w:r w:rsidRPr="002813C1">
        <w:t>au nez aplati</w:t>
      </w:r>
      <w:r w:rsidR="00B77E03">
        <w:t xml:space="preserve">, </w:t>
      </w:r>
      <w:r w:rsidRPr="002813C1">
        <w:t>très-rouge</w:t>
      </w:r>
      <w:r w:rsidR="00B77E03">
        <w:t xml:space="preserve">, </w:t>
      </w:r>
      <w:r w:rsidRPr="002813C1">
        <w:t>avec de fort petits yeux en biais et d</w:t>
      </w:r>
      <w:r w:rsidR="00B77E03">
        <w:t>’</w:t>
      </w:r>
      <w:r w:rsidRPr="002813C1">
        <w:t>énormes lèvres sensuelles ou plutôt bestiales</w:t>
      </w:r>
      <w:r w:rsidR="00B77E03">
        <w:t>…</w:t>
      </w:r>
    </w:p>
    <w:p w14:paraId="36BE7268" w14:textId="77777777" w:rsidR="00B77E03" w:rsidRDefault="0024252B" w:rsidP="00B77E03">
      <w:r w:rsidRPr="002813C1">
        <w:t>Il était vêtu d</w:t>
      </w:r>
      <w:r w:rsidR="00B77E03">
        <w:t>’</w:t>
      </w:r>
      <w:r w:rsidRPr="002813C1">
        <w:t>une manière de tunique noire boutonnée et coiffé d</w:t>
      </w:r>
      <w:r w:rsidR="00B77E03">
        <w:t>’</w:t>
      </w:r>
      <w:r w:rsidRPr="002813C1">
        <w:t>un fez</w:t>
      </w:r>
      <w:r w:rsidR="00B77E03">
        <w:t xml:space="preserve">, </w:t>
      </w:r>
      <w:r w:rsidRPr="002813C1">
        <w:t>ce qui lui donnait l</w:t>
      </w:r>
      <w:r w:rsidR="00B77E03">
        <w:t>’</w:t>
      </w:r>
      <w:r w:rsidRPr="002813C1">
        <w:t>aspect d</w:t>
      </w:r>
      <w:r w:rsidR="00B77E03">
        <w:t>’</w:t>
      </w:r>
      <w:r w:rsidRPr="002813C1">
        <w:t>une bouteille pansue cachetée de cire rouge</w:t>
      </w:r>
      <w:r w:rsidR="00B77E03">
        <w:t>…</w:t>
      </w:r>
    </w:p>
    <w:p w14:paraId="4F9C0655" w14:textId="77777777" w:rsidR="00B77E03" w:rsidRDefault="0024252B" w:rsidP="00B77E03">
      <w:r w:rsidRPr="002813C1">
        <w:t>Tel était Kami-Bey</w:t>
      </w:r>
      <w:r w:rsidR="00B77E03">
        <w:t xml:space="preserve">, </w:t>
      </w:r>
      <w:r w:rsidRPr="002813C1">
        <w:t>le type accompli de ces étrangers chargés d</w:t>
      </w:r>
      <w:r w:rsidR="00B77E03">
        <w:t>’</w:t>
      </w:r>
      <w:r w:rsidRPr="002813C1">
        <w:t>or comme un galion</w:t>
      </w:r>
      <w:r w:rsidR="00B77E03">
        <w:t xml:space="preserve">, </w:t>
      </w:r>
      <w:r w:rsidRPr="002813C1">
        <w:t>barbares à peine frottés de civilisation parfois</w:t>
      </w:r>
      <w:r w:rsidR="00B77E03">
        <w:t xml:space="preserve">, </w:t>
      </w:r>
      <w:r w:rsidRPr="002813C1">
        <w:t>qu</w:t>
      </w:r>
      <w:r w:rsidR="00B77E03">
        <w:t>’</w:t>
      </w:r>
      <w:r w:rsidRPr="002813C1">
        <w:t>attirent à Paris</w:t>
      </w:r>
      <w:r w:rsidR="00B77E03">
        <w:t xml:space="preserve">, </w:t>
      </w:r>
      <w:r w:rsidRPr="002813C1">
        <w:t>non les splendeurs et les gloires de la grande ville</w:t>
      </w:r>
      <w:r w:rsidR="00B77E03">
        <w:t xml:space="preserve">, </w:t>
      </w:r>
      <w:r w:rsidRPr="002813C1">
        <w:t>mais ses corruptions et ses hontes</w:t>
      </w:r>
      <w:r w:rsidR="00B77E03">
        <w:t xml:space="preserve">, </w:t>
      </w:r>
      <w:r w:rsidRPr="002813C1">
        <w:t>qui arrivent persuadés que tout y est à vendre</w:t>
      </w:r>
      <w:r w:rsidR="00B77E03">
        <w:t xml:space="preserve">, </w:t>
      </w:r>
      <w:r w:rsidRPr="002813C1">
        <w:t>et qui s</w:t>
      </w:r>
      <w:r w:rsidR="00B77E03">
        <w:t>’</w:t>
      </w:r>
      <w:r w:rsidRPr="002813C1">
        <w:t>en retournent souvent avec la même conviction</w:t>
      </w:r>
      <w:r w:rsidR="00B77E03">
        <w:t>…</w:t>
      </w:r>
    </w:p>
    <w:p w14:paraId="6AE8E10C" w14:textId="77777777" w:rsidR="00B77E03" w:rsidRDefault="0024252B" w:rsidP="00B77E03">
      <w:r w:rsidRPr="002813C1">
        <w:t>Seulement</w:t>
      </w:r>
      <w:r w:rsidR="00B77E03">
        <w:t xml:space="preserve">, </w:t>
      </w:r>
      <w:r w:rsidRPr="002813C1">
        <w:t>celui-ci était plus impudent</w:t>
      </w:r>
      <w:r w:rsidR="00B77E03">
        <w:t xml:space="preserve">, </w:t>
      </w:r>
      <w:r w:rsidRPr="002813C1">
        <w:t>plus cynique et plus arrogant que les autres</w:t>
      </w:r>
      <w:r w:rsidR="00B77E03">
        <w:t xml:space="preserve">… </w:t>
      </w:r>
      <w:r w:rsidRPr="002813C1">
        <w:t>qui le sont prodigieusement d</w:t>
      </w:r>
      <w:r w:rsidR="00B77E03">
        <w:t>’</w:t>
      </w:r>
      <w:r w:rsidRPr="002813C1">
        <w:t>ordinaire</w:t>
      </w:r>
      <w:r w:rsidR="00B77E03">
        <w:t xml:space="preserve">. </w:t>
      </w:r>
      <w:r w:rsidRPr="002813C1">
        <w:t>Étant plus riche</w:t>
      </w:r>
      <w:r w:rsidR="00B77E03">
        <w:t xml:space="preserve">, </w:t>
      </w:r>
      <w:r w:rsidRPr="002813C1">
        <w:t>il avait été plus entouré</w:t>
      </w:r>
      <w:r w:rsidR="00B77E03">
        <w:t xml:space="preserve">, </w:t>
      </w:r>
      <w:r w:rsidRPr="002813C1">
        <w:t>plus fêté</w:t>
      </w:r>
      <w:r w:rsidR="00B77E03">
        <w:t xml:space="preserve">, </w:t>
      </w:r>
      <w:r w:rsidRPr="002813C1">
        <w:t>plus flatté</w:t>
      </w:r>
      <w:r w:rsidR="00B77E03">
        <w:t xml:space="preserve">, </w:t>
      </w:r>
      <w:r w:rsidRPr="002813C1">
        <w:t>plus caressé</w:t>
      </w:r>
      <w:r w:rsidR="00B77E03">
        <w:t xml:space="preserve">… </w:t>
      </w:r>
      <w:r w:rsidRPr="002813C1">
        <w:t>Il avait été plus exploité aussi</w:t>
      </w:r>
      <w:r w:rsidR="00B77E03">
        <w:t xml:space="preserve">, </w:t>
      </w:r>
      <w:r w:rsidRPr="002813C1">
        <w:t>par toute cette tourbe d</w:t>
      </w:r>
      <w:r w:rsidR="00B77E03">
        <w:t>’</w:t>
      </w:r>
      <w:r w:rsidRPr="002813C1">
        <w:t>intrigants et de filles de la haute vie</w:t>
      </w:r>
      <w:r w:rsidR="00B77E03">
        <w:t xml:space="preserve">, </w:t>
      </w:r>
      <w:r w:rsidRPr="002813C1">
        <w:t>pour qui tout étranger est une proie</w:t>
      </w:r>
      <w:r w:rsidR="00B77E03">
        <w:t>.</w:t>
      </w:r>
    </w:p>
    <w:p w14:paraId="603325E2" w14:textId="77777777" w:rsidR="00B77E03" w:rsidRDefault="0024252B" w:rsidP="00B77E03">
      <w:r w:rsidRPr="002813C1">
        <w:t>Il parlait passablement le français</w:t>
      </w:r>
      <w:r w:rsidR="00B77E03">
        <w:t xml:space="preserve">, </w:t>
      </w:r>
      <w:r w:rsidRPr="002813C1">
        <w:t>ou plutôt l</w:t>
      </w:r>
      <w:r w:rsidR="00B77E03">
        <w:t>’</w:t>
      </w:r>
      <w:r w:rsidRPr="002813C1">
        <w:t>argot des cabinets particuliers et des tripots</w:t>
      </w:r>
      <w:r w:rsidR="00B77E03">
        <w:t xml:space="preserve">, </w:t>
      </w:r>
      <w:r w:rsidRPr="002813C1">
        <w:t>mais avec un accent abominable</w:t>
      </w:r>
      <w:r w:rsidR="00B77E03">
        <w:t>.</w:t>
      </w:r>
    </w:p>
    <w:p w14:paraId="54D1746A" w14:textId="77777777" w:rsidR="00B77E03" w:rsidRDefault="00B77E03" w:rsidP="00B77E03">
      <w:r>
        <w:t>— </w:t>
      </w:r>
      <w:r w:rsidR="0024252B" w:rsidRPr="002813C1">
        <w:t>Enfin</w:t>
      </w:r>
      <w:r>
        <w:t xml:space="preserve">, </w:t>
      </w:r>
      <w:r w:rsidR="0024252B" w:rsidRPr="002813C1">
        <w:t>vous voilà</w:t>
      </w:r>
      <w:r>
        <w:t xml:space="preserve">, </w:t>
      </w:r>
      <w:r w:rsidR="0024252B" w:rsidRPr="002813C1">
        <w:t>vous</w:t>
      </w:r>
      <w:r>
        <w:t xml:space="preserve"> !… </w:t>
      </w:r>
      <w:r w:rsidR="0024252B" w:rsidRPr="002813C1">
        <w:t>s</w:t>
      </w:r>
      <w:r>
        <w:t>’</w:t>
      </w:r>
      <w:r w:rsidR="0024252B" w:rsidRPr="002813C1">
        <w:t>écria-t-il</w:t>
      </w:r>
      <w:r>
        <w:t xml:space="preserve">, </w:t>
      </w:r>
      <w:r w:rsidR="0024252B" w:rsidRPr="002813C1">
        <w:t>quand entra le baron</w:t>
      </w:r>
      <w:r>
        <w:t xml:space="preserve">, </w:t>
      </w:r>
      <w:r w:rsidR="0024252B" w:rsidRPr="002813C1">
        <w:t>j</w:t>
      </w:r>
      <w:r>
        <w:t>’</w:t>
      </w:r>
      <w:r w:rsidR="0024252B" w:rsidRPr="002813C1">
        <w:t>étais inquiet</w:t>
      </w:r>
      <w:r>
        <w:t>…</w:t>
      </w:r>
    </w:p>
    <w:p w14:paraId="03C35762" w14:textId="77777777" w:rsidR="00B77E03" w:rsidRDefault="00B77E03" w:rsidP="00B77E03">
      <w:r>
        <w:t>— </w:t>
      </w:r>
      <w:r w:rsidR="0024252B" w:rsidRPr="002813C1">
        <w:t>Et de quoi</w:t>
      </w:r>
      <w:r>
        <w:t xml:space="preserve">, </w:t>
      </w:r>
      <w:r w:rsidR="0024252B" w:rsidRPr="002813C1">
        <w:t>prince</w:t>
      </w:r>
      <w:r>
        <w:t> !…</w:t>
      </w:r>
    </w:p>
    <w:p w14:paraId="16FF0893" w14:textId="77777777" w:rsidR="00B77E03" w:rsidRDefault="0024252B" w:rsidP="00B77E03">
      <w:r w:rsidRPr="002813C1">
        <w:t>On appelait Kami prince sans que personne sût pourquoi</w:t>
      </w:r>
      <w:r w:rsidR="00B77E03">
        <w:t xml:space="preserve">… </w:t>
      </w:r>
      <w:r w:rsidRPr="002813C1">
        <w:t>ni lui non plus</w:t>
      </w:r>
      <w:r w:rsidR="00B77E03">
        <w:t xml:space="preserve">. </w:t>
      </w:r>
      <w:r w:rsidRPr="002813C1">
        <w:t>Peut-être</w:t>
      </w:r>
      <w:r w:rsidR="00B77E03">
        <w:t xml:space="preserve">, </w:t>
      </w:r>
      <w:r w:rsidRPr="002813C1">
        <w:t>parce que le laquais qui avait ouvert sa voiture à son arrivée au Grand-Hôtel l</w:t>
      </w:r>
      <w:r w:rsidR="00B77E03">
        <w:t>’</w:t>
      </w:r>
      <w:r w:rsidRPr="002813C1">
        <w:t>avait salué de ce nom</w:t>
      </w:r>
      <w:r w:rsidR="00B77E03">
        <w:t>…</w:t>
      </w:r>
    </w:p>
    <w:p w14:paraId="70564356" w14:textId="77777777" w:rsidR="00B77E03" w:rsidRDefault="00B77E03" w:rsidP="00B77E03">
      <w:r>
        <w:lastRenderedPageBreak/>
        <w:t>— </w:t>
      </w:r>
      <w:r w:rsidR="0024252B" w:rsidRPr="002813C1">
        <w:t>Comment de quoi</w:t>
      </w:r>
      <w:r>
        <w:t xml:space="preserve"> ?… </w:t>
      </w:r>
      <w:r w:rsidR="0024252B" w:rsidRPr="002813C1">
        <w:t>répondit-il</w:t>
      </w:r>
      <w:r>
        <w:t xml:space="preserve">… </w:t>
      </w:r>
      <w:r w:rsidR="0024252B" w:rsidRPr="002813C1">
        <w:t>Vous me gagnez en ce moment plus de 30</w:t>
      </w:r>
      <w:r w:rsidRPr="002813C1">
        <w:t>0</w:t>
      </w:r>
      <w:r>
        <w:t>,</w:t>
      </w:r>
      <w:r w:rsidRPr="002813C1">
        <w:t>0</w:t>
      </w:r>
      <w:r w:rsidR="0024252B" w:rsidRPr="002813C1">
        <w:t xml:space="preserve">00 </w:t>
      </w:r>
      <w:proofErr w:type="spellStart"/>
      <w:r w:rsidR="0024252B" w:rsidRPr="002813C1">
        <w:t>fr</w:t>
      </w:r>
      <w:proofErr w:type="spellEnd"/>
      <w:r>
        <w:t xml:space="preserve">… ; </w:t>
      </w:r>
      <w:r w:rsidR="0024252B" w:rsidRPr="002813C1">
        <w:t>je me suis dit</w:t>
      </w:r>
      <w:r>
        <w:t xml:space="preserve"> : </w:t>
      </w:r>
      <w:r w:rsidR="0024252B" w:rsidRPr="002813C1">
        <w:t>Ferait-il Charlemagne</w:t>
      </w:r>
      <w:r>
        <w:t> !…</w:t>
      </w:r>
    </w:p>
    <w:p w14:paraId="27A8E45C" w14:textId="77777777" w:rsidR="00B77E03" w:rsidRDefault="0024252B" w:rsidP="00B77E03">
      <w:r w:rsidRPr="002813C1">
        <w:t>Le baron fronça le sourcil et du coup supprimant le titre de prince</w:t>
      </w:r>
      <w:r w:rsidR="00B77E03">
        <w:t>…</w:t>
      </w:r>
    </w:p>
    <w:p w14:paraId="526D35FE" w14:textId="77777777" w:rsidR="00B77E03" w:rsidRDefault="00B77E03" w:rsidP="00B77E03">
      <w:r>
        <w:t>— </w:t>
      </w:r>
      <w:r w:rsidR="0024252B" w:rsidRPr="002813C1">
        <w:t>Il me semble</w:t>
      </w:r>
      <w:r>
        <w:t xml:space="preserve">, </w:t>
      </w:r>
      <w:r w:rsidR="0024252B" w:rsidRPr="002813C1">
        <w:t>cher monsieur</w:t>
      </w:r>
      <w:r>
        <w:t xml:space="preserve">, </w:t>
      </w:r>
      <w:r w:rsidR="0024252B" w:rsidRPr="002813C1">
        <w:t>fit-il</w:t>
      </w:r>
      <w:r>
        <w:t xml:space="preserve">, </w:t>
      </w:r>
      <w:r w:rsidR="0024252B" w:rsidRPr="002813C1">
        <w:t>que d</w:t>
      </w:r>
      <w:r>
        <w:t>’</w:t>
      </w:r>
      <w:r w:rsidR="0024252B" w:rsidRPr="002813C1">
        <w:t>après nos conventions</w:t>
      </w:r>
      <w:r>
        <w:t xml:space="preserve">, </w:t>
      </w:r>
      <w:r w:rsidR="0024252B" w:rsidRPr="002813C1">
        <w:t>nous devons jouer jusqu</w:t>
      </w:r>
      <w:r>
        <w:t>’</w:t>
      </w:r>
      <w:r w:rsidR="0024252B" w:rsidRPr="002813C1">
        <w:t>à ce que l</w:t>
      </w:r>
      <w:r>
        <w:t>’</w:t>
      </w:r>
      <w:r w:rsidR="0024252B" w:rsidRPr="002813C1">
        <w:t>un de nous gagne à l</w:t>
      </w:r>
      <w:r>
        <w:t>’</w:t>
      </w:r>
      <w:r w:rsidR="0024252B" w:rsidRPr="002813C1">
        <w:t>autre 50</w:t>
      </w:r>
      <w:r w:rsidRPr="002813C1">
        <w:t>0</w:t>
      </w:r>
      <w:r>
        <w:t>,</w:t>
      </w:r>
      <w:r w:rsidRPr="002813C1">
        <w:t>0</w:t>
      </w:r>
      <w:r w:rsidR="0024252B" w:rsidRPr="002813C1">
        <w:t xml:space="preserve">00 </w:t>
      </w:r>
      <w:proofErr w:type="spellStart"/>
      <w:r w:rsidR="0024252B" w:rsidRPr="002813C1">
        <w:t>fr</w:t>
      </w:r>
      <w:r>
        <w:t>.</w:t>
      </w:r>
      <w:proofErr w:type="spellEnd"/>
    </w:p>
    <w:p w14:paraId="6FE95529" w14:textId="77777777" w:rsidR="00B77E03" w:rsidRDefault="00B77E03" w:rsidP="00B77E03">
      <w:r>
        <w:t>— </w:t>
      </w:r>
      <w:r w:rsidR="0024252B" w:rsidRPr="002813C1">
        <w:t>C</w:t>
      </w:r>
      <w:r>
        <w:t>’</w:t>
      </w:r>
      <w:r w:rsidR="0024252B" w:rsidRPr="002813C1">
        <w:t>est vrai</w:t>
      </w:r>
      <w:r>
        <w:t xml:space="preserve">… </w:t>
      </w:r>
      <w:r w:rsidR="0024252B" w:rsidRPr="002813C1">
        <w:t>mais nous devions jouer tous les jours</w:t>
      </w:r>
      <w:r>
        <w:t>…</w:t>
      </w:r>
    </w:p>
    <w:p w14:paraId="51A94A98" w14:textId="77777777" w:rsidR="00B77E03" w:rsidRDefault="00B77E03" w:rsidP="00B77E03">
      <w:r>
        <w:t>— </w:t>
      </w:r>
      <w:r w:rsidR="0024252B" w:rsidRPr="002813C1">
        <w:t>Possible</w:t>
      </w:r>
      <w:r>
        <w:t xml:space="preserve">… </w:t>
      </w:r>
      <w:r w:rsidR="0024252B" w:rsidRPr="002813C1">
        <w:t>mais je suis occupé</w:t>
      </w:r>
      <w:r>
        <w:t xml:space="preserve">… </w:t>
      </w:r>
      <w:r w:rsidR="0024252B" w:rsidRPr="002813C1">
        <w:t>Je vous l</w:t>
      </w:r>
      <w:r>
        <w:t>’</w:t>
      </w:r>
      <w:r w:rsidR="0024252B" w:rsidRPr="002813C1">
        <w:t>ai fait dire</w:t>
      </w:r>
      <w:r>
        <w:t xml:space="preserve">, </w:t>
      </w:r>
      <w:r w:rsidR="0024252B" w:rsidRPr="002813C1">
        <w:t>n</w:t>
      </w:r>
      <w:r>
        <w:t>’</w:t>
      </w:r>
      <w:r w:rsidR="0024252B" w:rsidRPr="002813C1">
        <w:t>est-ce pas</w:t>
      </w:r>
      <w:r>
        <w:t xml:space="preserve"> ?… </w:t>
      </w:r>
      <w:r w:rsidR="0024252B" w:rsidRPr="002813C1">
        <w:t>Si cela vous inquiète</w:t>
      </w:r>
      <w:r>
        <w:t xml:space="preserve">, </w:t>
      </w:r>
      <w:r w:rsidR="0024252B" w:rsidRPr="002813C1">
        <w:t>déchirons le livre où sont inscrits les résultats des séances et qu</w:t>
      </w:r>
      <w:r>
        <w:t>’</w:t>
      </w:r>
      <w:r w:rsidR="0024252B" w:rsidRPr="002813C1">
        <w:t>il ne soit plus question de la partie</w:t>
      </w:r>
      <w:r>
        <w:t xml:space="preserve">… </w:t>
      </w:r>
      <w:r w:rsidR="0024252B" w:rsidRPr="002813C1">
        <w:t>Vous y gagnerez cent mille écus</w:t>
      </w:r>
      <w:r>
        <w:t xml:space="preserve">, </w:t>
      </w:r>
      <w:r w:rsidR="0024252B" w:rsidRPr="002813C1">
        <w:t>cher monsieur</w:t>
      </w:r>
      <w:r>
        <w:t>…</w:t>
      </w:r>
    </w:p>
    <w:p w14:paraId="12C6AD5B" w14:textId="77777777" w:rsidR="00B77E03" w:rsidRDefault="0024252B" w:rsidP="00B77E03">
      <w:r w:rsidRPr="002813C1">
        <w:t>Kami-Bey sentit bien que le baron ne tolérerait pas ses arrogances</w:t>
      </w:r>
      <w:r w:rsidR="00B77E03">
        <w:t xml:space="preserve">, </w:t>
      </w:r>
      <w:r w:rsidRPr="002813C1">
        <w:t>et d</w:t>
      </w:r>
      <w:r w:rsidR="00B77E03">
        <w:t>’</w:t>
      </w:r>
      <w:r w:rsidRPr="002813C1">
        <w:t>un ton beaucoup plus humble</w:t>
      </w:r>
      <w:r w:rsidR="00B77E03">
        <w:t> :</w:t>
      </w:r>
    </w:p>
    <w:p w14:paraId="59C05CDD" w14:textId="77777777" w:rsidR="00B77E03" w:rsidRDefault="00B77E03" w:rsidP="00B77E03">
      <w:r>
        <w:t>— </w:t>
      </w:r>
      <w:r w:rsidR="0024252B" w:rsidRPr="002813C1">
        <w:t>C</w:t>
      </w:r>
      <w:r>
        <w:t>’</w:t>
      </w:r>
      <w:r w:rsidR="0024252B" w:rsidRPr="002813C1">
        <w:t>est que je deviens méfiant</w:t>
      </w:r>
      <w:r>
        <w:t xml:space="preserve">, </w:t>
      </w:r>
      <w:r w:rsidR="0024252B" w:rsidRPr="002813C1">
        <w:t>fit-il</w:t>
      </w:r>
      <w:r>
        <w:t xml:space="preserve">… </w:t>
      </w:r>
      <w:r w:rsidR="0024252B" w:rsidRPr="002813C1">
        <w:t>On se moque beaucoup de moi</w:t>
      </w:r>
      <w:r>
        <w:t xml:space="preserve">… </w:t>
      </w:r>
      <w:r w:rsidR="0024252B" w:rsidRPr="002813C1">
        <w:t>Parce que je suis étranger et immensément riche</w:t>
      </w:r>
      <w:r>
        <w:t xml:space="preserve">, </w:t>
      </w:r>
      <w:r w:rsidR="0024252B" w:rsidRPr="002813C1">
        <w:t>c</w:t>
      </w:r>
      <w:r>
        <w:t>’</w:t>
      </w:r>
      <w:r w:rsidR="0024252B" w:rsidRPr="002813C1">
        <w:t>est à qui me volera</w:t>
      </w:r>
      <w:r>
        <w:t xml:space="preserve">… </w:t>
      </w:r>
      <w:r w:rsidR="0024252B" w:rsidRPr="002813C1">
        <w:t>Hommes</w:t>
      </w:r>
      <w:r>
        <w:t xml:space="preserve">, </w:t>
      </w:r>
      <w:r w:rsidR="0024252B" w:rsidRPr="002813C1">
        <w:t>femmes</w:t>
      </w:r>
      <w:r>
        <w:t xml:space="preserve">, </w:t>
      </w:r>
      <w:r w:rsidR="0024252B" w:rsidRPr="002813C1">
        <w:t>gentils hommes</w:t>
      </w:r>
      <w:r>
        <w:t xml:space="preserve">, </w:t>
      </w:r>
      <w:r w:rsidR="0024252B" w:rsidRPr="002813C1">
        <w:t>marchands</w:t>
      </w:r>
      <w:r>
        <w:t xml:space="preserve">, </w:t>
      </w:r>
      <w:r w:rsidR="0024252B" w:rsidRPr="002813C1">
        <w:t>tout le monde</w:t>
      </w:r>
      <w:r>
        <w:t xml:space="preserve"> ; </w:t>
      </w:r>
      <w:r w:rsidR="0024252B" w:rsidRPr="002813C1">
        <w:t>s</w:t>
      </w:r>
      <w:r>
        <w:t>’</w:t>
      </w:r>
      <w:r w:rsidR="0024252B" w:rsidRPr="002813C1">
        <w:t>en mêle</w:t>
      </w:r>
      <w:r>
        <w:t xml:space="preserve">… </w:t>
      </w:r>
      <w:r w:rsidR="0024252B" w:rsidRPr="002813C1">
        <w:t>Si j</w:t>
      </w:r>
      <w:r>
        <w:t>’</w:t>
      </w:r>
      <w:r w:rsidR="0024252B" w:rsidRPr="002813C1">
        <w:t>achète des tableaux</w:t>
      </w:r>
      <w:r>
        <w:t xml:space="preserve">, </w:t>
      </w:r>
      <w:r w:rsidR="0024252B" w:rsidRPr="002813C1">
        <w:t>on me vend des croûtes un prix fou</w:t>
      </w:r>
      <w:r>
        <w:t xml:space="preserve">… </w:t>
      </w:r>
      <w:r w:rsidR="0024252B" w:rsidRPr="002813C1">
        <w:t>Des chevaux</w:t>
      </w:r>
      <w:r>
        <w:t xml:space="preserve">, </w:t>
      </w:r>
      <w:r w:rsidR="0024252B" w:rsidRPr="002813C1">
        <w:t>on m</w:t>
      </w:r>
      <w:r>
        <w:t>’</w:t>
      </w:r>
      <w:r w:rsidR="0024252B" w:rsidRPr="002813C1">
        <w:t>extorque des sommes ridicules et on ne me livre que des rosses</w:t>
      </w:r>
      <w:r>
        <w:t xml:space="preserve">… </w:t>
      </w:r>
      <w:r w:rsidR="0024252B" w:rsidRPr="002813C1">
        <w:t>Dès que je m</w:t>
      </w:r>
      <w:r>
        <w:t>’</w:t>
      </w:r>
      <w:proofErr w:type="spellStart"/>
      <w:r w:rsidR="0024252B" w:rsidRPr="002813C1">
        <w:t>asseois</w:t>
      </w:r>
      <w:proofErr w:type="spellEnd"/>
      <w:r w:rsidR="0024252B" w:rsidRPr="002813C1">
        <w:t xml:space="preserve"> à une table de bac</w:t>
      </w:r>
      <w:r>
        <w:t xml:space="preserve">, </w:t>
      </w:r>
      <w:r w:rsidR="0024252B" w:rsidRPr="002813C1">
        <w:t>il se trouve un grec pour me voler</w:t>
      </w:r>
      <w:r>
        <w:t xml:space="preserve">… </w:t>
      </w:r>
      <w:r w:rsidR="0024252B" w:rsidRPr="002813C1">
        <w:t>Tout le monde m</w:t>
      </w:r>
      <w:r>
        <w:t>’</w:t>
      </w:r>
      <w:r w:rsidR="0024252B" w:rsidRPr="002813C1">
        <w:t>emprunte de l</w:t>
      </w:r>
      <w:r>
        <w:t>’</w:t>
      </w:r>
      <w:r w:rsidR="0024252B" w:rsidRPr="002813C1">
        <w:t>argent</w:t>
      </w:r>
      <w:r>
        <w:t xml:space="preserve">, </w:t>
      </w:r>
      <w:r w:rsidR="0024252B" w:rsidRPr="002813C1">
        <w:t>personne ne me le rend</w:t>
      </w:r>
      <w:r>
        <w:t xml:space="preserve">… </w:t>
      </w:r>
      <w:r w:rsidR="0024252B" w:rsidRPr="002813C1">
        <w:t>Je finirai par me fâcher</w:t>
      </w:r>
      <w:r>
        <w:t>…</w:t>
      </w:r>
    </w:p>
    <w:p w14:paraId="712C4765" w14:textId="77777777" w:rsidR="00B77E03" w:rsidRDefault="0024252B" w:rsidP="00B77E03">
      <w:r w:rsidRPr="002813C1">
        <w:t>Il s</w:t>
      </w:r>
      <w:r w:rsidR="00B77E03">
        <w:t>’</w:t>
      </w:r>
      <w:r w:rsidRPr="002813C1">
        <w:t>était assis</w:t>
      </w:r>
      <w:r w:rsidR="00B77E03">
        <w:t xml:space="preserve">, </w:t>
      </w:r>
      <w:r w:rsidRPr="002813C1">
        <w:t>le baron vit bien qu</w:t>
      </w:r>
      <w:r w:rsidR="00B77E03">
        <w:t>’</w:t>
      </w:r>
      <w:r w:rsidRPr="002813C1">
        <w:t>il ne s</w:t>
      </w:r>
      <w:r w:rsidR="00B77E03">
        <w:t>’</w:t>
      </w:r>
      <w:r w:rsidRPr="002813C1">
        <w:t>en débarrasserait pas de sitôt</w:t>
      </w:r>
      <w:r w:rsidR="00B77E03">
        <w:t xml:space="preserve"> ; </w:t>
      </w:r>
      <w:r w:rsidRPr="002813C1">
        <w:t>aussi s</w:t>
      </w:r>
      <w:r w:rsidR="00B77E03">
        <w:t>’</w:t>
      </w:r>
      <w:r w:rsidRPr="002813C1">
        <w:t>approchant de Pascal</w:t>
      </w:r>
      <w:r w:rsidR="00B77E03">
        <w:t> :</w:t>
      </w:r>
    </w:p>
    <w:p w14:paraId="21F0B200" w14:textId="77777777" w:rsidR="00B77E03" w:rsidRDefault="00B77E03" w:rsidP="00B77E03">
      <w:r>
        <w:lastRenderedPageBreak/>
        <w:t>— </w:t>
      </w:r>
      <w:r w:rsidR="0024252B" w:rsidRPr="002813C1">
        <w:t>Partez</w:t>
      </w:r>
      <w:r>
        <w:t xml:space="preserve">, </w:t>
      </w:r>
      <w:r w:rsidR="0024252B" w:rsidRPr="002813C1">
        <w:t>lui dit-il à l</w:t>
      </w:r>
      <w:r>
        <w:t>’</w:t>
      </w:r>
      <w:r w:rsidR="0024252B" w:rsidRPr="002813C1">
        <w:t>oreille</w:t>
      </w:r>
      <w:r>
        <w:t xml:space="preserve">, </w:t>
      </w:r>
      <w:r w:rsidR="0024252B" w:rsidRPr="002813C1">
        <w:t xml:space="preserve">ou vous manqueriez </w:t>
      </w:r>
      <w:proofErr w:type="spellStart"/>
      <w:r w:rsidR="0024252B" w:rsidRPr="002813C1">
        <w:t>Valorsay</w:t>
      </w:r>
      <w:proofErr w:type="spellEnd"/>
      <w:r>
        <w:t xml:space="preserve">… </w:t>
      </w:r>
      <w:r w:rsidR="0024252B" w:rsidRPr="002813C1">
        <w:t>Et tenez-vous bien</w:t>
      </w:r>
      <w:r>
        <w:t xml:space="preserve">, </w:t>
      </w:r>
      <w:r w:rsidR="0024252B" w:rsidRPr="002813C1">
        <w:t>car il est fin</w:t>
      </w:r>
      <w:r>
        <w:t xml:space="preserve">, </w:t>
      </w:r>
      <w:r w:rsidR="0024252B" w:rsidRPr="002813C1">
        <w:t>le mâtin</w:t>
      </w:r>
      <w:r>
        <w:t xml:space="preserve">… </w:t>
      </w:r>
      <w:r w:rsidR="0024252B" w:rsidRPr="002813C1">
        <w:t>Allons</w:t>
      </w:r>
      <w:r>
        <w:t xml:space="preserve">, </w:t>
      </w:r>
      <w:r w:rsidR="0024252B" w:rsidRPr="002813C1">
        <w:t>courage et bonne chance</w:t>
      </w:r>
      <w:r>
        <w:t>…</w:t>
      </w:r>
    </w:p>
    <w:p w14:paraId="791E3E34" w14:textId="77777777" w:rsidR="00B77E03" w:rsidRDefault="0024252B" w:rsidP="00B77E03">
      <w:r w:rsidRPr="002813C1">
        <w:t>Du courage</w:t>
      </w:r>
      <w:r w:rsidR="00B77E03">
        <w:t> !…</w:t>
      </w:r>
    </w:p>
    <w:p w14:paraId="3658F6A3" w14:textId="3FCCB9E7" w:rsidR="00B77E03" w:rsidRDefault="0024252B" w:rsidP="00B77E03">
      <w:r w:rsidRPr="002813C1">
        <w:t>Ah</w:t>
      </w:r>
      <w:r w:rsidR="00B77E03">
        <w:t xml:space="preserve"> ! </w:t>
      </w:r>
      <w:r w:rsidRPr="002813C1">
        <w:t>il n</w:t>
      </w:r>
      <w:r w:rsidR="00B77E03">
        <w:t>’</w:t>
      </w:r>
      <w:r w:rsidRPr="002813C1">
        <w:t>était pas besoin d</w:t>
      </w:r>
      <w:r w:rsidR="00B77E03">
        <w:t>’</w:t>
      </w:r>
      <w:r w:rsidRPr="002813C1">
        <w:t>en souhaiter à Pascal</w:t>
      </w:r>
      <w:r w:rsidR="00B77E03">
        <w:t xml:space="preserve">… </w:t>
      </w:r>
      <w:r w:rsidRPr="002813C1">
        <w:t>Comment en aurait-il manqué</w:t>
      </w:r>
      <w:r w:rsidR="00B77E03">
        <w:t xml:space="preserve">, </w:t>
      </w:r>
      <w:r w:rsidRPr="002813C1">
        <w:t xml:space="preserve">lui qui avait triomphé des lâches suggestions du désespoir en ces heures terribles où il avait pu supposer que </w:t>
      </w:r>
      <w:r w:rsidR="00B77E03">
        <w:t>M</w:t>
      </w:r>
      <w:r w:rsidR="00B77E03" w:rsidRPr="00B77E03">
        <w:rPr>
          <w:vertAlign w:val="superscript"/>
        </w:rPr>
        <w:t>lle</w:t>
      </w:r>
      <w:r w:rsidR="00B77E03">
        <w:t> </w:t>
      </w:r>
      <w:r w:rsidRPr="002813C1">
        <w:t>Marguerite</w:t>
      </w:r>
      <w:r w:rsidR="00B77E03">
        <w:t xml:space="preserve">, </w:t>
      </w:r>
      <w:r w:rsidRPr="002813C1">
        <w:t>le jugeant indigne</w:t>
      </w:r>
      <w:r w:rsidR="00B77E03">
        <w:t xml:space="preserve">, </w:t>
      </w:r>
      <w:r w:rsidRPr="002813C1">
        <w:t>l</w:t>
      </w:r>
      <w:r w:rsidR="00B77E03">
        <w:t>’</w:t>
      </w:r>
      <w:r w:rsidRPr="002813C1">
        <w:t>abandonnait</w:t>
      </w:r>
      <w:r w:rsidR="00B77E03">
        <w:t>…</w:t>
      </w:r>
    </w:p>
    <w:p w14:paraId="614D9645" w14:textId="77777777" w:rsidR="00B77E03" w:rsidRDefault="0024252B" w:rsidP="00B77E03">
      <w:r w:rsidRPr="002813C1">
        <w:t>Tant qu</w:t>
      </w:r>
      <w:r w:rsidR="00B77E03">
        <w:t>’</w:t>
      </w:r>
      <w:r w:rsidRPr="002813C1">
        <w:t>il avait été condamné à l</w:t>
      </w:r>
      <w:r w:rsidR="00B77E03">
        <w:t>’</w:t>
      </w:r>
      <w:r w:rsidRPr="002813C1">
        <w:t>inaction ou réduit à s</w:t>
      </w:r>
      <w:r w:rsidR="00B77E03">
        <w:t>’</w:t>
      </w:r>
      <w:r w:rsidRPr="002813C1">
        <w:t>agiter dans le vide</w:t>
      </w:r>
      <w:r w:rsidR="00B77E03">
        <w:t xml:space="preserve">, </w:t>
      </w:r>
      <w:r w:rsidRPr="002813C1">
        <w:t>fatalement il avait été en proie à tous les flottements de l</w:t>
      </w:r>
      <w:r w:rsidR="00B77E03">
        <w:t>’</w:t>
      </w:r>
      <w:r w:rsidRPr="002813C1">
        <w:t>incertitude</w:t>
      </w:r>
      <w:r w:rsidR="00B77E03">
        <w:t>…</w:t>
      </w:r>
    </w:p>
    <w:p w14:paraId="7B732B4E" w14:textId="77777777" w:rsidR="00B77E03" w:rsidRDefault="0024252B" w:rsidP="00B77E03">
      <w:r w:rsidRPr="002813C1">
        <w:t>Mais maintenant qu</w:t>
      </w:r>
      <w:r w:rsidR="00B77E03">
        <w:t>’</w:t>
      </w:r>
      <w:r w:rsidRPr="002813C1">
        <w:t>il savait où attaquer et comment</w:t>
      </w:r>
      <w:r w:rsidR="00B77E03">
        <w:t xml:space="preserve">, </w:t>
      </w:r>
      <w:r w:rsidRPr="002813C1">
        <w:t>et que l</w:t>
      </w:r>
      <w:r w:rsidR="00B77E03">
        <w:t>’</w:t>
      </w:r>
      <w:r w:rsidRPr="002813C1">
        <w:t>instant d</w:t>
      </w:r>
      <w:r w:rsidR="00B77E03">
        <w:t>’</w:t>
      </w:r>
      <w:r w:rsidRPr="002813C1">
        <w:t>engager la lutte était venu</w:t>
      </w:r>
      <w:r w:rsidR="00B77E03">
        <w:t xml:space="preserve">, </w:t>
      </w:r>
      <w:r w:rsidRPr="002813C1">
        <w:t>d</w:t>
      </w:r>
      <w:r w:rsidR="00B77E03">
        <w:t>’</w:t>
      </w:r>
      <w:r w:rsidRPr="002813C1">
        <w:t>indomptables énergies s</w:t>
      </w:r>
      <w:r w:rsidR="00B77E03">
        <w:t>’</w:t>
      </w:r>
      <w:r w:rsidRPr="002813C1">
        <w:t>éveillaient en lui</w:t>
      </w:r>
      <w:r w:rsidR="00B77E03">
        <w:t xml:space="preserve">, </w:t>
      </w:r>
      <w:r w:rsidRPr="002813C1">
        <w:t>il devenait de bronze</w:t>
      </w:r>
      <w:r w:rsidR="00B77E03">
        <w:t xml:space="preserve">, </w:t>
      </w:r>
      <w:r w:rsidRPr="002813C1">
        <w:t>sûr qu</w:t>
      </w:r>
      <w:r w:rsidR="00B77E03">
        <w:t>’</w:t>
      </w:r>
      <w:r w:rsidRPr="002813C1">
        <w:t>il n</w:t>
      </w:r>
      <w:r w:rsidR="00B77E03">
        <w:t>’</w:t>
      </w:r>
      <w:r w:rsidRPr="002813C1">
        <w:t>était plus désormais d</w:t>
      </w:r>
      <w:r w:rsidR="00B77E03">
        <w:t>’</w:t>
      </w:r>
      <w:r w:rsidRPr="002813C1">
        <w:t>événements capables de le déconcerter ou seulement de le troubler</w:t>
      </w:r>
      <w:r w:rsidR="00B77E03">
        <w:t>.</w:t>
      </w:r>
    </w:p>
    <w:p w14:paraId="23405718" w14:textId="77777777" w:rsidR="00B77E03" w:rsidRDefault="0024252B" w:rsidP="00B77E03">
      <w:r w:rsidRPr="002813C1">
        <w:t>Semblable à ces rudes capitaines qui ne jouissent de la plénitude de leurs facultés que là où les autres</w:t>
      </w:r>
      <w:r w:rsidR="00B77E03">
        <w:t xml:space="preserve">, </w:t>
      </w:r>
      <w:r w:rsidRPr="002813C1">
        <w:t>les faibles</w:t>
      </w:r>
      <w:r w:rsidR="00B77E03">
        <w:t xml:space="preserve">, </w:t>
      </w:r>
      <w:r w:rsidRPr="002813C1">
        <w:t>perdent leur sang-froid</w:t>
      </w:r>
      <w:r w:rsidR="00B77E03">
        <w:t xml:space="preserve"> ; </w:t>
      </w:r>
      <w:r w:rsidRPr="002813C1">
        <w:t>c</w:t>
      </w:r>
      <w:r w:rsidR="00B77E03">
        <w:t>’</w:t>
      </w:r>
      <w:r w:rsidRPr="002813C1">
        <w:t>est-à-dire au moment de la bataille</w:t>
      </w:r>
      <w:r w:rsidR="00B77E03">
        <w:t xml:space="preserve">, </w:t>
      </w:r>
      <w:r w:rsidRPr="002813C1">
        <w:t>Pascal sentait se dissiper les brouillards qui avaient obscurci son cerveau</w:t>
      </w:r>
      <w:r w:rsidR="00B77E03">
        <w:t xml:space="preserve">, </w:t>
      </w:r>
      <w:r w:rsidRPr="002813C1">
        <w:t>et son intelligence se dégageait</w:t>
      </w:r>
      <w:r w:rsidR="00B77E03">
        <w:t xml:space="preserve">, </w:t>
      </w:r>
      <w:r w:rsidRPr="002813C1">
        <w:t>acquérant une lucidité nouvelle et extraordinaire</w:t>
      </w:r>
      <w:r w:rsidR="00B77E03">
        <w:t>…</w:t>
      </w:r>
    </w:p>
    <w:p w14:paraId="73744A69" w14:textId="77777777" w:rsidR="00B77E03" w:rsidRDefault="0024252B" w:rsidP="00B77E03">
      <w:r w:rsidRPr="002813C1">
        <w:t>Les armes dont il allait se servir</w:t>
      </w:r>
      <w:r w:rsidR="00B77E03">
        <w:t xml:space="preserve">, </w:t>
      </w:r>
      <w:r w:rsidRPr="002813C1">
        <w:t>lui répugnaient</w:t>
      </w:r>
      <w:r w:rsidR="00B77E03">
        <w:t xml:space="preserve">, </w:t>
      </w:r>
      <w:r w:rsidRPr="002813C1">
        <w:t>c</w:t>
      </w:r>
      <w:r w:rsidR="00B77E03">
        <w:t>’</w:t>
      </w:r>
      <w:r w:rsidRPr="002813C1">
        <w:t>est vrai</w:t>
      </w:r>
      <w:r w:rsidR="00B77E03">
        <w:t xml:space="preserve">, </w:t>
      </w:r>
      <w:r w:rsidRPr="002813C1">
        <w:t>mais ce n</w:t>
      </w:r>
      <w:r w:rsidR="00B77E03">
        <w:t>’</w:t>
      </w:r>
      <w:r w:rsidRPr="002813C1">
        <w:t>était pas lui qui les avait choisies</w:t>
      </w:r>
      <w:r w:rsidR="00B77E03">
        <w:t xml:space="preserve">… </w:t>
      </w:r>
      <w:r w:rsidRPr="002813C1">
        <w:t>Et puisque ses ennemis ne connaissaient que l</w:t>
      </w:r>
      <w:r w:rsidR="00B77E03">
        <w:t>’</w:t>
      </w:r>
      <w:r w:rsidRPr="002813C1">
        <w:t>astuce ignoble et la duplicité</w:t>
      </w:r>
      <w:r w:rsidR="00B77E03">
        <w:t xml:space="preserve">, </w:t>
      </w:r>
      <w:r w:rsidRPr="002813C1">
        <w:t>il était résolu à les dépasser et à les vaincre en ruses et en fourberies</w:t>
      </w:r>
      <w:r w:rsidR="00B77E03">
        <w:t>…</w:t>
      </w:r>
    </w:p>
    <w:p w14:paraId="6BA27945" w14:textId="77777777" w:rsidR="00B77E03" w:rsidRDefault="0024252B" w:rsidP="00B77E03">
      <w:r w:rsidRPr="002813C1">
        <w:lastRenderedPageBreak/>
        <w:t>Aussi</w:t>
      </w:r>
      <w:r w:rsidR="00B77E03">
        <w:t xml:space="preserve">, </w:t>
      </w:r>
      <w:r w:rsidRPr="002813C1">
        <w:t>tout en gagnant d</w:t>
      </w:r>
      <w:r w:rsidR="00B77E03">
        <w:t>’</w:t>
      </w:r>
      <w:r w:rsidRPr="002813C1">
        <w:t xml:space="preserve">un pas rapide la demeure du marquis de </w:t>
      </w:r>
      <w:proofErr w:type="spellStart"/>
      <w:r w:rsidRPr="002813C1">
        <w:t>Valorsay</w:t>
      </w:r>
      <w:proofErr w:type="spellEnd"/>
      <w:r w:rsidR="00B77E03">
        <w:t xml:space="preserve">, </w:t>
      </w:r>
      <w:r w:rsidRPr="002813C1">
        <w:t>inventoriait-il ses chances</w:t>
      </w:r>
      <w:r w:rsidR="00B77E03">
        <w:t xml:space="preserve">, </w:t>
      </w:r>
      <w:r w:rsidRPr="002813C1">
        <w:t>récapitulant ses ressources</w:t>
      </w:r>
      <w:r w:rsidR="00B77E03">
        <w:t xml:space="preserve">, </w:t>
      </w:r>
      <w:r w:rsidRPr="002813C1">
        <w:t>cherchant bien s</w:t>
      </w:r>
      <w:r w:rsidR="00B77E03">
        <w:t>’</w:t>
      </w:r>
      <w:r w:rsidRPr="002813C1">
        <w:t>il n</w:t>
      </w:r>
      <w:r w:rsidR="00B77E03">
        <w:t>’</w:t>
      </w:r>
      <w:r w:rsidRPr="002813C1">
        <w:t>oubliait rien</w:t>
      </w:r>
      <w:r w:rsidR="00B77E03">
        <w:t xml:space="preserve">, </w:t>
      </w:r>
      <w:r w:rsidRPr="002813C1">
        <w:t>si par imprévoyance</w:t>
      </w:r>
      <w:r w:rsidR="00B77E03">
        <w:t xml:space="preserve">, </w:t>
      </w:r>
      <w:r w:rsidRPr="002813C1">
        <w:t>il ne laissait pas quelque porte ouverte aux hasards contraires</w:t>
      </w:r>
      <w:r w:rsidR="00B77E03">
        <w:t>…</w:t>
      </w:r>
    </w:p>
    <w:p w14:paraId="26A9A182" w14:textId="77777777" w:rsidR="00B77E03" w:rsidRDefault="0024252B" w:rsidP="00B77E03">
      <w:r w:rsidRPr="002813C1">
        <w:t>S</w:t>
      </w:r>
      <w:r w:rsidR="00B77E03">
        <w:t>’</w:t>
      </w:r>
      <w:r w:rsidRPr="002813C1">
        <w:t>il échouait</w:t>
      </w:r>
      <w:r w:rsidR="00B77E03">
        <w:t xml:space="preserve">, – </w:t>
      </w:r>
      <w:r w:rsidRPr="002813C1">
        <w:t xml:space="preserve">car il admettait </w:t>
      </w:r>
      <w:proofErr w:type="spellStart"/>
      <w:r w:rsidRPr="002813C1">
        <w:t>là</w:t>
      </w:r>
      <w:proofErr w:type="spellEnd"/>
      <w:r w:rsidRPr="002813C1">
        <w:t xml:space="preserve"> possibilité d</w:t>
      </w:r>
      <w:r w:rsidR="00B77E03">
        <w:t>’</w:t>
      </w:r>
      <w:r w:rsidRPr="002813C1">
        <w:t>un premier échec sans y croire</w:t>
      </w:r>
      <w:r w:rsidR="00B77E03">
        <w:t xml:space="preserve">, – </w:t>
      </w:r>
      <w:r w:rsidRPr="002813C1">
        <w:t>il ne voulait pas avoir à s</w:t>
      </w:r>
      <w:r w:rsidR="00B77E03">
        <w:t>’</w:t>
      </w:r>
      <w:r w:rsidRPr="002813C1">
        <w:t>adresser de reproches</w:t>
      </w:r>
      <w:r w:rsidR="00B77E03">
        <w:t>.</w:t>
      </w:r>
    </w:p>
    <w:p w14:paraId="74767604" w14:textId="77777777" w:rsidR="00B77E03" w:rsidRDefault="0024252B" w:rsidP="00B77E03">
      <w:r w:rsidRPr="002813C1">
        <w:t>Les imbéciles</w:t>
      </w:r>
      <w:r w:rsidR="00B77E03">
        <w:t xml:space="preserve">, </w:t>
      </w:r>
      <w:r w:rsidRPr="002813C1">
        <w:t>seuls</w:t>
      </w:r>
      <w:r w:rsidR="00B77E03">
        <w:t xml:space="preserve">, </w:t>
      </w:r>
      <w:r w:rsidRPr="002813C1">
        <w:t>se consolent en se répétant</w:t>
      </w:r>
      <w:r w:rsidR="00B77E03">
        <w:t> :</w:t>
      </w:r>
    </w:p>
    <w:p w14:paraId="601EC58B" w14:textId="77777777" w:rsidR="00B77E03" w:rsidRDefault="00B77E03" w:rsidP="00B77E03">
      <w:r>
        <w:t>— </w:t>
      </w:r>
      <w:r w:rsidR="0024252B" w:rsidRPr="002813C1">
        <w:t>Qui pouvait prévoir cela</w:t>
      </w:r>
      <w:r>
        <w:t> !…</w:t>
      </w:r>
    </w:p>
    <w:p w14:paraId="23197D04" w14:textId="77777777" w:rsidR="00B77E03" w:rsidRDefault="0024252B" w:rsidP="00B77E03">
      <w:r w:rsidRPr="002813C1">
        <w:t>Les forts prévoient</w:t>
      </w:r>
      <w:r w:rsidR="00B77E03">
        <w:t xml:space="preserve">… </w:t>
      </w:r>
      <w:r w:rsidRPr="002813C1">
        <w:t>Et Pascal pensait bien avoir tout prévu</w:t>
      </w:r>
      <w:r w:rsidR="00B77E03">
        <w:t>.</w:t>
      </w:r>
    </w:p>
    <w:p w14:paraId="0F4DD275" w14:textId="77777777" w:rsidR="00B77E03" w:rsidRDefault="0024252B" w:rsidP="00B77E03">
      <w:r w:rsidRPr="002813C1">
        <w:t>Le matin</w:t>
      </w:r>
      <w:r w:rsidR="00B77E03">
        <w:t xml:space="preserve">, </w:t>
      </w:r>
      <w:r w:rsidRPr="002813C1">
        <w:t>avant de sortir</w:t>
      </w:r>
      <w:r w:rsidR="00B77E03">
        <w:t xml:space="preserve">, </w:t>
      </w:r>
      <w:r w:rsidRPr="002813C1">
        <w:t>il avait composé sa toilette avec un soin extrême</w:t>
      </w:r>
      <w:r w:rsidR="00B77E03">
        <w:t>.</w:t>
      </w:r>
    </w:p>
    <w:p w14:paraId="1B2D1C2A" w14:textId="77777777" w:rsidR="00B77E03" w:rsidRDefault="0024252B" w:rsidP="00B77E03">
      <w:r w:rsidRPr="002813C1">
        <w:t>Il avait compris que le costume subalterne qu</w:t>
      </w:r>
      <w:r w:rsidR="00B77E03">
        <w:t>’</w:t>
      </w:r>
      <w:r w:rsidRPr="002813C1">
        <w:t>il avait revêtu la première fois n</w:t>
      </w:r>
      <w:r w:rsidR="00B77E03">
        <w:t>’</w:t>
      </w:r>
      <w:r w:rsidRPr="002813C1">
        <w:t>était plus de mise</w:t>
      </w:r>
      <w:r w:rsidR="00B77E03">
        <w:t xml:space="preserve">. </w:t>
      </w:r>
      <w:r w:rsidRPr="002813C1">
        <w:t>Un homme d</w:t>
      </w:r>
      <w:r w:rsidR="00B77E03">
        <w:t>’</w:t>
      </w:r>
      <w:r w:rsidRPr="002813C1">
        <w:t xml:space="preserve">affaires du baron </w:t>
      </w:r>
      <w:proofErr w:type="spellStart"/>
      <w:r w:rsidRPr="002813C1">
        <w:t>Trigault</w:t>
      </w:r>
      <w:proofErr w:type="spellEnd"/>
      <w:r w:rsidRPr="002813C1">
        <w:t xml:space="preserve"> ne pouvait avoir l</w:t>
      </w:r>
      <w:r w:rsidR="00B77E03">
        <w:t>’</w:t>
      </w:r>
      <w:r w:rsidRPr="002813C1">
        <w:t>air besogneux</w:t>
      </w:r>
      <w:r w:rsidR="00B77E03">
        <w:t xml:space="preserve">, </w:t>
      </w:r>
      <w:r w:rsidRPr="002813C1">
        <w:t>car on se dore</w:t>
      </w:r>
      <w:r w:rsidR="00B77E03">
        <w:t xml:space="preserve">, </w:t>
      </w:r>
      <w:r w:rsidRPr="002813C1">
        <w:t>à se frotter aux millionnaires</w:t>
      </w:r>
      <w:r w:rsidR="00B77E03">
        <w:t xml:space="preserve">, </w:t>
      </w:r>
      <w:r w:rsidRPr="002813C1">
        <w:t>comme on se réchauffe en approchant du feu</w:t>
      </w:r>
      <w:r w:rsidR="00B77E03">
        <w:t>.</w:t>
      </w:r>
    </w:p>
    <w:p w14:paraId="4CCE6977" w14:textId="77777777" w:rsidR="00B77E03" w:rsidRDefault="0024252B" w:rsidP="00B77E03">
      <w:r w:rsidRPr="002813C1">
        <w:t>Strictement habillé de noir</w:t>
      </w:r>
      <w:r w:rsidR="00B77E03">
        <w:t xml:space="preserve">, </w:t>
      </w:r>
      <w:r w:rsidRPr="002813C1">
        <w:t>ni trop élégant ni trop peu</w:t>
      </w:r>
      <w:r w:rsidR="00B77E03">
        <w:t xml:space="preserve">, </w:t>
      </w:r>
      <w:r w:rsidRPr="002813C1">
        <w:t>le menton posé sur une haute cravate blanche</w:t>
      </w:r>
      <w:r w:rsidR="00B77E03">
        <w:t xml:space="preserve">, </w:t>
      </w:r>
      <w:r w:rsidRPr="002813C1">
        <w:t>le visage glabre et les cheveux courts</w:t>
      </w:r>
      <w:r w:rsidR="00B77E03">
        <w:t xml:space="preserve">, </w:t>
      </w:r>
      <w:r w:rsidRPr="002813C1">
        <w:t>il avait précisément cette gravité futée que l</w:t>
      </w:r>
      <w:r w:rsidR="00B77E03">
        <w:t>’</w:t>
      </w:r>
      <w:r w:rsidRPr="002813C1">
        <w:t>imagination prête aux conseillers des remueurs d</w:t>
      </w:r>
      <w:r w:rsidR="00B77E03">
        <w:t>’</w:t>
      </w:r>
      <w:r w:rsidRPr="002813C1">
        <w:t>argent</w:t>
      </w:r>
      <w:r w:rsidR="00B77E03">
        <w:t>.</w:t>
      </w:r>
    </w:p>
    <w:p w14:paraId="0D79748F" w14:textId="77777777" w:rsidR="00B77E03" w:rsidRDefault="0024252B" w:rsidP="00B77E03">
      <w:r w:rsidRPr="002813C1">
        <w:t>De chance contre lui</w:t>
      </w:r>
      <w:r w:rsidR="00B77E03">
        <w:t xml:space="preserve">, </w:t>
      </w:r>
      <w:r w:rsidRPr="002813C1">
        <w:t>immédiate et décisive</w:t>
      </w:r>
      <w:r w:rsidR="00B77E03">
        <w:t xml:space="preserve">, </w:t>
      </w:r>
      <w:r w:rsidRPr="002813C1">
        <w:t>il n</w:t>
      </w:r>
      <w:r w:rsidR="00B77E03">
        <w:t>’</w:t>
      </w:r>
      <w:r w:rsidRPr="002813C1">
        <w:t>en apercevait qu</w:t>
      </w:r>
      <w:r w:rsidR="00B77E03">
        <w:t>’</w:t>
      </w:r>
      <w:r w:rsidRPr="002813C1">
        <w:t>une</w:t>
      </w:r>
      <w:r w:rsidR="00B77E03">
        <w:t>…</w:t>
      </w:r>
    </w:p>
    <w:p w14:paraId="50750EC6" w14:textId="20BAD860" w:rsidR="00B77E03" w:rsidRDefault="00B77E03" w:rsidP="00B77E03">
      <w:r>
        <w:t>M. de </w:t>
      </w:r>
      <w:proofErr w:type="spellStart"/>
      <w:r w:rsidR="0024252B" w:rsidRPr="002813C1">
        <w:t>Valorsay</w:t>
      </w:r>
      <w:proofErr w:type="spellEnd"/>
      <w:r w:rsidR="0024252B" w:rsidRPr="002813C1">
        <w:t xml:space="preserve"> le connaissait peut-être physiquement</w:t>
      </w:r>
      <w:r>
        <w:t>.</w:t>
      </w:r>
    </w:p>
    <w:p w14:paraId="50C13B72" w14:textId="77777777" w:rsidR="00B77E03" w:rsidRDefault="0024252B" w:rsidP="00B77E03">
      <w:r w:rsidRPr="002813C1">
        <w:lastRenderedPageBreak/>
        <w:t>Il était persuadé que non</w:t>
      </w:r>
      <w:r w:rsidR="00B77E03">
        <w:t xml:space="preserve">, </w:t>
      </w:r>
      <w:r w:rsidRPr="002813C1">
        <w:t>mais il n</w:t>
      </w:r>
      <w:r w:rsidR="00B77E03">
        <w:t>’</w:t>
      </w:r>
      <w:r w:rsidRPr="002813C1">
        <w:t>était pas sûr</w:t>
      </w:r>
      <w:r w:rsidR="00B77E03">
        <w:t xml:space="preserve">, </w:t>
      </w:r>
      <w:r w:rsidRPr="002813C1">
        <w:t>il pouvait se tromper</w:t>
      </w:r>
      <w:r w:rsidR="00B77E03">
        <w:t>…</w:t>
      </w:r>
    </w:p>
    <w:p w14:paraId="7F31CD31" w14:textId="77777777" w:rsidR="00B77E03" w:rsidRDefault="0024252B" w:rsidP="00B77E03">
      <w:r w:rsidRPr="002813C1">
        <w:t>Songeant à cela</w:t>
      </w:r>
      <w:r w:rsidR="00B77E03">
        <w:t xml:space="preserve">, </w:t>
      </w:r>
      <w:r w:rsidRPr="002813C1">
        <w:t>et inquiet</w:t>
      </w:r>
      <w:r w:rsidR="00B77E03">
        <w:t xml:space="preserve">, </w:t>
      </w:r>
      <w:r w:rsidRPr="002813C1">
        <w:t>il avait d</w:t>
      </w:r>
      <w:r w:rsidR="00B77E03">
        <w:t>’</w:t>
      </w:r>
      <w:r w:rsidRPr="002813C1">
        <w:t>abord eu la pensée de déguiser son visage</w:t>
      </w:r>
      <w:r w:rsidR="00B77E03">
        <w:t xml:space="preserve">… </w:t>
      </w:r>
      <w:r w:rsidRPr="002813C1">
        <w:t>La réflexion le fit renoncer à cet expédient</w:t>
      </w:r>
      <w:r w:rsidR="00B77E03">
        <w:t xml:space="preserve">… </w:t>
      </w:r>
      <w:r w:rsidRPr="002813C1">
        <w:t>Un déguisement imparfait attire l</w:t>
      </w:r>
      <w:r w:rsidR="00B77E03">
        <w:t>’</w:t>
      </w:r>
      <w:r w:rsidRPr="002813C1">
        <w:t>attention et éveille les soupçons</w:t>
      </w:r>
      <w:r w:rsidR="00B77E03">
        <w:t xml:space="preserve">… </w:t>
      </w:r>
      <w:proofErr w:type="spellStart"/>
      <w:r w:rsidRPr="002813C1">
        <w:t>Saurait-il</w:t>
      </w:r>
      <w:proofErr w:type="spellEnd"/>
      <w:r w:rsidRPr="002813C1">
        <w:t xml:space="preserve"> véritablement déguiser sa physionomie</w:t>
      </w:r>
      <w:r w:rsidR="00B77E03">
        <w:t xml:space="preserve"> ?… </w:t>
      </w:r>
      <w:r w:rsidRPr="002813C1">
        <w:t>Assurément non</w:t>
      </w:r>
      <w:r w:rsidR="00B77E03">
        <w:t xml:space="preserve">… </w:t>
      </w:r>
      <w:r w:rsidRPr="002813C1">
        <w:t>Combien d</w:t>
      </w:r>
      <w:r w:rsidR="00B77E03">
        <w:t>’</w:t>
      </w:r>
      <w:r w:rsidRPr="002813C1">
        <w:t>hommes sont capables de ce tour de force et encore après bien des expériences</w:t>
      </w:r>
      <w:r w:rsidR="00B77E03">
        <w:t xml:space="preserve">… </w:t>
      </w:r>
      <w:r w:rsidRPr="002813C1">
        <w:t>On cite deux ou trois policiers et une demi-douzaine d</w:t>
      </w:r>
      <w:r w:rsidR="00B77E03">
        <w:t>’</w:t>
      </w:r>
      <w:r w:rsidRPr="002813C1">
        <w:t>acteurs</w:t>
      </w:r>
      <w:r w:rsidR="00B77E03">
        <w:t>.</w:t>
      </w:r>
    </w:p>
    <w:p w14:paraId="0A27F9CE" w14:textId="77777777" w:rsidR="00B77E03" w:rsidRDefault="0024252B" w:rsidP="00B77E03">
      <w:r w:rsidRPr="002813C1">
        <w:t>Évaluant les probabilités pour et contre</w:t>
      </w:r>
      <w:r w:rsidR="00B77E03">
        <w:t xml:space="preserve">, </w:t>
      </w:r>
      <w:r w:rsidRPr="002813C1">
        <w:t>il s</w:t>
      </w:r>
      <w:r w:rsidR="00B77E03">
        <w:t>’</w:t>
      </w:r>
      <w:r w:rsidRPr="002813C1">
        <w:t>était déterminé à se présenter tel quel chez le marquis</w:t>
      </w:r>
      <w:r w:rsidR="00B77E03">
        <w:t>…</w:t>
      </w:r>
    </w:p>
    <w:p w14:paraId="36DE6212" w14:textId="77777777" w:rsidR="00B77E03" w:rsidRDefault="0024252B" w:rsidP="00B77E03">
      <w:r w:rsidRPr="002813C1">
        <w:t>Il risquait</w:t>
      </w:r>
      <w:r w:rsidR="00B77E03">
        <w:t xml:space="preserve">, </w:t>
      </w:r>
      <w:r w:rsidRPr="002813C1">
        <w:t>il est vrai</w:t>
      </w:r>
      <w:r w:rsidR="00B77E03">
        <w:t xml:space="preserve">, </w:t>
      </w:r>
      <w:r w:rsidRPr="002813C1">
        <w:t>de rencontrer dans la rue des personnes de sa connaissance</w:t>
      </w:r>
      <w:r w:rsidR="00B77E03">
        <w:t xml:space="preserve">, </w:t>
      </w:r>
      <w:r w:rsidRPr="002813C1">
        <w:t>ou</w:t>
      </w:r>
      <w:r w:rsidR="00B77E03">
        <w:t xml:space="preserve">, </w:t>
      </w:r>
      <w:r w:rsidRPr="002813C1">
        <w:t>quelqu</w:t>
      </w:r>
      <w:r w:rsidR="00B77E03">
        <w:t>’</w:t>
      </w:r>
      <w:r w:rsidRPr="002813C1">
        <w:t>un des gens qu</w:t>
      </w:r>
      <w:r w:rsidR="00B77E03">
        <w:t>’</w:t>
      </w:r>
      <w:r w:rsidRPr="002813C1">
        <w:t>on devait avoir mis en campagne pour retrouver ses traces</w:t>
      </w:r>
      <w:r w:rsidR="00B77E03">
        <w:t xml:space="preserve">, </w:t>
      </w:r>
      <w:r w:rsidRPr="002813C1">
        <w:t>mais il estimait que</w:t>
      </w:r>
      <w:r w:rsidR="00B77E03">
        <w:t xml:space="preserve">, </w:t>
      </w:r>
      <w:r w:rsidRPr="002813C1">
        <w:t>grâce au sacrifice qu</w:t>
      </w:r>
      <w:r w:rsidR="00B77E03">
        <w:t>’</w:t>
      </w:r>
      <w:r w:rsidRPr="002813C1">
        <w:t>il avait fait de sa barbe</w:t>
      </w:r>
      <w:r w:rsidR="00B77E03">
        <w:t xml:space="preserve">, – </w:t>
      </w:r>
      <w:r w:rsidRPr="002813C1">
        <w:t>ce qui le changeait beaucoup</w:t>
      </w:r>
      <w:r w:rsidR="00B77E03">
        <w:t xml:space="preserve">, – </w:t>
      </w:r>
      <w:r w:rsidRPr="002813C1">
        <w:t>grâce aussi à la rapidité de sa marche</w:t>
      </w:r>
      <w:r w:rsidR="00B77E03">
        <w:t xml:space="preserve">, </w:t>
      </w:r>
      <w:r w:rsidRPr="002813C1">
        <w:t>on ne le reconnaîtrait pas</w:t>
      </w:r>
      <w:r w:rsidR="00B77E03">
        <w:t>…</w:t>
      </w:r>
    </w:p>
    <w:p w14:paraId="1BA43545" w14:textId="48E49BE3" w:rsidR="00B77E03" w:rsidRDefault="0024252B" w:rsidP="00B77E03">
      <w:r w:rsidRPr="002813C1">
        <w:t>Cependant</w:t>
      </w:r>
      <w:r w:rsidR="00B77E03">
        <w:t xml:space="preserve">, </w:t>
      </w:r>
      <w:r w:rsidRPr="002813C1">
        <w:t>lorsqu</w:t>
      </w:r>
      <w:r w:rsidR="00B77E03">
        <w:t>’</w:t>
      </w:r>
      <w:r w:rsidRPr="002813C1">
        <w:t>il approcha de l</w:t>
      </w:r>
      <w:r w:rsidR="00B77E03">
        <w:t>’</w:t>
      </w:r>
      <w:r w:rsidRPr="002813C1">
        <w:t xml:space="preserve">hôtel de </w:t>
      </w:r>
      <w:r w:rsidR="00B77E03">
        <w:t>M. de </w:t>
      </w:r>
      <w:proofErr w:type="spellStart"/>
      <w:r w:rsidRPr="002813C1">
        <w:t>Valorsay</w:t>
      </w:r>
      <w:proofErr w:type="spellEnd"/>
      <w:r w:rsidR="00B77E03">
        <w:t xml:space="preserve">, </w:t>
      </w:r>
      <w:r w:rsidRPr="002813C1">
        <w:t>vers le haut de l</w:t>
      </w:r>
      <w:r w:rsidR="00B77E03">
        <w:t>’</w:t>
      </w:r>
      <w:r w:rsidRPr="002813C1">
        <w:t>avenue des Champs-Élysées</w:t>
      </w:r>
      <w:r w:rsidR="00B77E03">
        <w:t xml:space="preserve">, </w:t>
      </w:r>
      <w:r w:rsidRPr="002813C1">
        <w:t>prudemment il ralentit le pas</w:t>
      </w:r>
      <w:r w:rsidR="00B77E03">
        <w:t xml:space="preserve">, </w:t>
      </w:r>
      <w:r w:rsidRPr="002813C1">
        <w:t>et même il s</w:t>
      </w:r>
      <w:r w:rsidR="00B77E03">
        <w:t>’</w:t>
      </w:r>
      <w:r w:rsidRPr="002813C1">
        <w:t>arrêta pour explorer de l</w:t>
      </w:r>
      <w:r w:rsidR="00B77E03">
        <w:t>’</w:t>
      </w:r>
      <w:r w:rsidRPr="002813C1">
        <w:t>œil les abords</w:t>
      </w:r>
      <w:r w:rsidR="00B77E03">
        <w:t>.</w:t>
      </w:r>
    </w:p>
    <w:p w14:paraId="5CD64DF2" w14:textId="77777777" w:rsidR="00B77E03" w:rsidRDefault="0024252B" w:rsidP="00B77E03">
      <w:r w:rsidRPr="002813C1">
        <w:t>L</w:t>
      </w:r>
      <w:r w:rsidR="00B77E03">
        <w:t>’</w:t>
      </w:r>
      <w:r w:rsidRPr="002813C1">
        <w:t>hôtel</w:t>
      </w:r>
      <w:r w:rsidR="00B77E03">
        <w:t xml:space="preserve">, </w:t>
      </w:r>
      <w:r w:rsidRPr="002813C1">
        <w:t>entre cour et jardin</w:t>
      </w:r>
      <w:r w:rsidR="00B77E03">
        <w:t xml:space="preserve">, </w:t>
      </w:r>
      <w:r w:rsidRPr="002813C1">
        <w:t>élevé de deux étages</w:t>
      </w:r>
      <w:r w:rsidR="00B77E03">
        <w:t xml:space="preserve">, </w:t>
      </w:r>
      <w:r w:rsidRPr="002813C1">
        <w:t>lui parut très-vaste et très-beau</w:t>
      </w:r>
      <w:r w:rsidR="00B77E03">
        <w:t xml:space="preserve">. </w:t>
      </w:r>
      <w:r w:rsidRPr="002813C1">
        <w:t>Les écuries et les remises occupaient d</w:t>
      </w:r>
      <w:r w:rsidR="00B77E03">
        <w:t>’</w:t>
      </w:r>
      <w:r w:rsidRPr="002813C1">
        <w:t>élégants pavillons de chaque côté de la cour</w:t>
      </w:r>
      <w:r w:rsidR="00B77E03">
        <w:t xml:space="preserve">… </w:t>
      </w:r>
      <w:r w:rsidRPr="002813C1">
        <w:t>Devant la grille entr</w:t>
      </w:r>
      <w:r w:rsidR="00B77E03">
        <w:t>’</w:t>
      </w:r>
      <w:r w:rsidRPr="002813C1">
        <w:t>ouverte</w:t>
      </w:r>
      <w:r w:rsidR="00B77E03">
        <w:t xml:space="preserve">, </w:t>
      </w:r>
      <w:r w:rsidRPr="002813C1">
        <w:t>cinq ou six domestiques en tenue du matin causaient et s</w:t>
      </w:r>
      <w:r w:rsidR="00B77E03">
        <w:t>’</w:t>
      </w:r>
      <w:r w:rsidRPr="002813C1">
        <w:t>amusaient à agacer un gros chien terrier</w:t>
      </w:r>
      <w:r w:rsidR="00B77E03">
        <w:t>.</w:t>
      </w:r>
    </w:p>
    <w:p w14:paraId="551A13E5" w14:textId="77777777" w:rsidR="00B77E03" w:rsidRDefault="0024252B" w:rsidP="00B77E03">
      <w:r w:rsidRPr="002813C1">
        <w:t>Bien en prit à Pascal de s</w:t>
      </w:r>
      <w:r w:rsidR="00B77E03">
        <w:t>’</w:t>
      </w:r>
      <w:r w:rsidRPr="002813C1">
        <w:t>être attardé à cet examen</w:t>
      </w:r>
      <w:r w:rsidR="00B77E03">
        <w:t>.</w:t>
      </w:r>
    </w:p>
    <w:p w14:paraId="3C9391BD" w14:textId="191962D4" w:rsidR="00B77E03" w:rsidRDefault="0024252B" w:rsidP="00B77E03">
      <w:r w:rsidRPr="002813C1">
        <w:lastRenderedPageBreak/>
        <w:t>Juste comme il se disait qu</w:t>
      </w:r>
      <w:r w:rsidR="00B77E03">
        <w:t>’</w:t>
      </w:r>
      <w:r w:rsidRPr="002813C1">
        <w:t>il n</w:t>
      </w:r>
      <w:r w:rsidR="00B77E03">
        <w:t>’</w:t>
      </w:r>
      <w:r w:rsidRPr="002813C1">
        <w:t>apercevait rien de suspect</w:t>
      </w:r>
      <w:r w:rsidR="00B77E03">
        <w:t xml:space="preserve">, </w:t>
      </w:r>
      <w:r w:rsidRPr="002813C1">
        <w:t>il vit le groupe des domestiques s</w:t>
      </w:r>
      <w:r w:rsidR="00B77E03">
        <w:t>’</w:t>
      </w:r>
      <w:r w:rsidRPr="002813C1">
        <w:t>écarter et se découvrir</w:t>
      </w:r>
      <w:r w:rsidR="00B77E03">
        <w:t xml:space="preserve"> ; </w:t>
      </w:r>
      <w:r w:rsidRPr="002813C1">
        <w:t>la grille s</w:t>
      </w:r>
      <w:r w:rsidR="00B77E03">
        <w:t>’</w:t>
      </w:r>
      <w:r w:rsidRPr="002813C1">
        <w:t>ouvrit tout à fait</w:t>
      </w:r>
      <w:r w:rsidR="00B77E03">
        <w:t xml:space="preserve">, </w:t>
      </w:r>
      <w:r w:rsidRPr="002813C1">
        <w:t xml:space="preserve">et </w:t>
      </w:r>
      <w:r w:rsidR="00B77E03">
        <w:t>M. de </w:t>
      </w:r>
      <w:proofErr w:type="spellStart"/>
      <w:r w:rsidRPr="002813C1">
        <w:t>Coralth</w:t>
      </w:r>
      <w:proofErr w:type="spellEnd"/>
      <w:r w:rsidRPr="002813C1">
        <w:t xml:space="preserve"> en personne sortit</w:t>
      </w:r>
      <w:r w:rsidR="00B77E03">
        <w:t xml:space="preserve">, </w:t>
      </w:r>
      <w:r w:rsidRPr="002813C1">
        <w:t>donnant le bras à un tout jeune homme très-blond</w:t>
      </w:r>
      <w:r w:rsidR="00B77E03">
        <w:t xml:space="preserve">, </w:t>
      </w:r>
      <w:r w:rsidRPr="002813C1">
        <w:t>aux moustaches retroussées et à l</w:t>
      </w:r>
      <w:r w:rsidR="00B77E03">
        <w:t>’</w:t>
      </w:r>
      <w:r w:rsidRPr="002813C1">
        <w:t>air singulièrement impertinent</w:t>
      </w:r>
      <w:r w:rsidR="00B77E03">
        <w:t>.</w:t>
      </w:r>
    </w:p>
    <w:p w14:paraId="46B7B2F9" w14:textId="77777777" w:rsidR="00B77E03" w:rsidRDefault="0024252B" w:rsidP="00B77E03">
      <w:r w:rsidRPr="002813C1">
        <w:t>Ces deux messieurs se dirigèrent du côté de l</w:t>
      </w:r>
      <w:r w:rsidR="00B77E03">
        <w:t>’</w:t>
      </w:r>
      <w:r w:rsidRPr="002813C1">
        <w:t>Arc-de-Triomphe</w:t>
      </w:r>
      <w:r w:rsidR="00B77E03">
        <w:t>…</w:t>
      </w:r>
    </w:p>
    <w:p w14:paraId="6220CE8C" w14:textId="77777777" w:rsidR="00B77E03" w:rsidRDefault="0024252B" w:rsidP="00B77E03">
      <w:r w:rsidRPr="002813C1">
        <w:t>Pascal eut un tressaillement de joie</w:t>
      </w:r>
      <w:r w:rsidR="00B77E03">
        <w:t>.</w:t>
      </w:r>
    </w:p>
    <w:p w14:paraId="722BC1E9" w14:textId="77777777" w:rsidR="00B77E03" w:rsidRDefault="00B77E03" w:rsidP="00B77E03">
      <w:r>
        <w:t>— </w:t>
      </w:r>
      <w:r w:rsidR="0024252B" w:rsidRPr="002813C1">
        <w:t>La fortune est pour moi</w:t>
      </w:r>
      <w:r>
        <w:t xml:space="preserve"> !… </w:t>
      </w:r>
      <w:r w:rsidR="0024252B" w:rsidRPr="002813C1">
        <w:t>se dit-il</w:t>
      </w:r>
      <w:r>
        <w:t xml:space="preserve">. </w:t>
      </w:r>
      <w:r w:rsidR="0024252B" w:rsidRPr="002813C1">
        <w:t>Sans ce Kami-Bey</w:t>
      </w:r>
      <w:r>
        <w:t xml:space="preserve">, </w:t>
      </w:r>
      <w:r w:rsidR="0024252B" w:rsidRPr="002813C1">
        <w:t>qui m</w:t>
      </w:r>
      <w:r>
        <w:t>’</w:t>
      </w:r>
      <w:r w:rsidR="0024252B" w:rsidRPr="002813C1">
        <w:t xml:space="preserve">a retenu un grand </w:t>
      </w:r>
      <w:proofErr w:type="spellStart"/>
      <w:r w:rsidR="0024252B" w:rsidRPr="002813C1">
        <w:t>quart-d</w:t>
      </w:r>
      <w:r>
        <w:t>’</w:t>
      </w:r>
      <w:r w:rsidR="0024252B" w:rsidRPr="002813C1">
        <w:t>heure</w:t>
      </w:r>
      <w:proofErr w:type="spellEnd"/>
      <w:r w:rsidR="0024252B" w:rsidRPr="002813C1">
        <w:t xml:space="preserve"> chez le baron</w:t>
      </w:r>
      <w:r>
        <w:t xml:space="preserve">, </w:t>
      </w:r>
      <w:r w:rsidR="0024252B" w:rsidRPr="002813C1">
        <w:t>je me trouvais ici nez à nez avec ce misérable vicomte</w:t>
      </w:r>
      <w:r>
        <w:t xml:space="preserve">, </w:t>
      </w:r>
      <w:r w:rsidR="0024252B" w:rsidRPr="002813C1">
        <w:t>et tout était perdu</w:t>
      </w:r>
      <w:r>
        <w:t>…</w:t>
      </w:r>
    </w:p>
    <w:p w14:paraId="093D00C1" w14:textId="77777777" w:rsidR="00B77E03" w:rsidRDefault="0024252B" w:rsidP="00B77E03">
      <w:r w:rsidRPr="002813C1">
        <w:t>C</w:t>
      </w:r>
      <w:r w:rsidR="00B77E03">
        <w:t>’</w:t>
      </w:r>
      <w:r w:rsidRPr="002813C1">
        <w:t>est avec cette encourageante pensée qu</w:t>
      </w:r>
      <w:r w:rsidR="00B77E03">
        <w:t>’</w:t>
      </w:r>
      <w:r w:rsidRPr="002813C1">
        <w:t>il s</w:t>
      </w:r>
      <w:r w:rsidR="00B77E03">
        <w:t>’</w:t>
      </w:r>
      <w:r w:rsidRPr="002813C1">
        <w:t>avança vers l</w:t>
      </w:r>
      <w:r w:rsidR="00B77E03">
        <w:t>’</w:t>
      </w:r>
      <w:r w:rsidRPr="002813C1">
        <w:t>hôtel</w:t>
      </w:r>
      <w:r w:rsidR="00B77E03">
        <w:t>.</w:t>
      </w:r>
    </w:p>
    <w:p w14:paraId="6E73F009" w14:textId="23CCA40B" w:rsidR="00B77E03" w:rsidRDefault="00B77E03" w:rsidP="00B77E03">
      <w:r>
        <w:t>— M. </w:t>
      </w:r>
      <w:r w:rsidR="0024252B" w:rsidRPr="002813C1">
        <w:t>le marquis est très-occupé ce matin</w:t>
      </w:r>
      <w:r>
        <w:t xml:space="preserve">, </w:t>
      </w:r>
      <w:r w:rsidR="0024252B" w:rsidRPr="002813C1">
        <w:t>lui répondit un des domestiques</w:t>
      </w:r>
      <w:r>
        <w:t xml:space="preserve">, </w:t>
      </w:r>
      <w:r w:rsidR="0024252B" w:rsidRPr="002813C1">
        <w:t>debout devant la grille</w:t>
      </w:r>
      <w:r>
        <w:t xml:space="preserve">, </w:t>
      </w:r>
      <w:r w:rsidR="0024252B" w:rsidRPr="002813C1">
        <w:t xml:space="preserve">et qui était le propre valet de chambre de </w:t>
      </w:r>
      <w:r>
        <w:t>M. de </w:t>
      </w:r>
      <w:proofErr w:type="spellStart"/>
      <w:r w:rsidR="0024252B" w:rsidRPr="002813C1">
        <w:t>Valorsay</w:t>
      </w:r>
      <w:proofErr w:type="spellEnd"/>
      <w:r>
        <w:t xml:space="preserve">, </w:t>
      </w:r>
      <w:r w:rsidR="0024252B" w:rsidRPr="002813C1">
        <w:t>je doute qu</w:t>
      </w:r>
      <w:r>
        <w:t>’</w:t>
      </w:r>
      <w:r w:rsidR="0024252B" w:rsidRPr="002813C1">
        <w:t>il puisse vous recevoir</w:t>
      </w:r>
      <w:r>
        <w:t>.</w:t>
      </w:r>
    </w:p>
    <w:p w14:paraId="71D117FB" w14:textId="61A469A5" w:rsidR="00B77E03" w:rsidRDefault="0024252B" w:rsidP="00B77E03">
      <w:r w:rsidRPr="002813C1">
        <w:t>Mais lorsqu</w:t>
      </w:r>
      <w:r w:rsidR="00B77E03">
        <w:t>’</w:t>
      </w:r>
      <w:r w:rsidRPr="002813C1">
        <w:t xml:space="preserve">il eut remis une de ses cartes de visite au nom de </w:t>
      </w:r>
      <w:proofErr w:type="spellStart"/>
      <w:r w:rsidRPr="002813C1">
        <w:t>M</w:t>
      </w:r>
      <w:r w:rsidRPr="002813C1">
        <w:rPr>
          <w:szCs w:val="32"/>
        </w:rPr>
        <w:t>AUMÉJAN</w:t>
      </w:r>
      <w:proofErr w:type="spellEnd"/>
      <w:r w:rsidR="00B77E03">
        <w:t xml:space="preserve">, </w:t>
      </w:r>
      <w:r w:rsidRPr="002813C1">
        <w:t>avec cette mention au crayon</w:t>
      </w:r>
      <w:r w:rsidR="00B77E03">
        <w:t xml:space="preserve"> : </w:t>
      </w:r>
      <w:r w:rsidRPr="002813C1">
        <w:rPr>
          <w:i/>
          <w:szCs w:val="32"/>
        </w:rPr>
        <w:t xml:space="preserve">De la part de </w:t>
      </w:r>
      <w:r w:rsidR="00B77E03">
        <w:rPr>
          <w:i/>
          <w:szCs w:val="32"/>
        </w:rPr>
        <w:t>M. </w:t>
      </w:r>
      <w:r w:rsidRPr="002813C1">
        <w:rPr>
          <w:i/>
          <w:szCs w:val="32"/>
        </w:rPr>
        <w:t xml:space="preserve">le baron </w:t>
      </w:r>
      <w:proofErr w:type="spellStart"/>
      <w:r w:rsidRPr="002813C1">
        <w:rPr>
          <w:i/>
          <w:szCs w:val="32"/>
        </w:rPr>
        <w:t>Trigault</w:t>
      </w:r>
      <w:proofErr w:type="spellEnd"/>
      <w:r w:rsidR="00B77E03">
        <w:t xml:space="preserve">, </w:t>
      </w:r>
      <w:r w:rsidRPr="002813C1">
        <w:t>la figure rogue du valet s</w:t>
      </w:r>
      <w:r w:rsidR="00B77E03">
        <w:t>’</w:t>
      </w:r>
      <w:r w:rsidRPr="002813C1">
        <w:t>adoucit comme par enchantement</w:t>
      </w:r>
      <w:r w:rsidR="00B77E03">
        <w:t>.</w:t>
      </w:r>
    </w:p>
    <w:p w14:paraId="60CDE3EC" w14:textId="7004CDE4" w:rsidR="00B77E03" w:rsidRDefault="00B77E03" w:rsidP="00B77E03">
      <w:r>
        <w:t>— </w:t>
      </w:r>
      <w:r w:rsidR="0024252B" w:rsidRPr="002813C1">
        <w:t>Oh</w:t>
      </w:r>
      <w:r>
        <w:t xml:space="preserve"> ! </w:t>
      </w:r>
      <w:r w:rsidR="0024252B" w:rsidRPr="002813C1">
        <w:t>fit-il</w:t>
      </w:r>
      <w:r>
        <w:t xml:space="preserve">, </w:t>
      </w:r>
      <w:r w:rsidR="0024252B" w:rsidRPr="002813C1">
        <w:t>c</w:t>
      </w:r>
      <w:r>
        <w:t>’</w:t>
      </w:r>
      <w:r w:rsidR="0024252B" w:rsidRPr="002813C1">
        <w:t>est une autre paire de manches</w:t>
      </w:r>
      <w:r>
        <w:t xml:space="preserve"> !… </w:t>
      </w:r>
      <w:r w:rsidR="0024252B" w:rsidRPr="002813C1">
        <w:t xml:space="preserve">Du moment où vous êtes envoyé par </w:t>
      </w:r>
      <w:r>
        <w:t>M. </w:t>
      </w:r>
      <w:proofErr w:type="spellStart"/>
      <w:r w:rsidR="0024252B" w:rsidRPr="002813C1">
        <w:t>Trigault</w:t>
      </w:r>
      <w:proofErr w:type="spellEnd"/>
      <w:r>
        <w:t xml:space="preserve">, </w:t>
      </w:r>
      <w:r w:rsidR="0024252B" w:rsidRPr="002813C1">
        <w:t>bigre</w:t>
      </w:r>
      <w:r>
        <w:t xml:space="preserve"> !… </w:t>
      </w:r>
      <w:r w:rsidR="0024252B" w:rsidRPr="002813C1">
        <w:t>On vous attend comme le messie</w:t>
      </w:r>
      <w:r>
        <w:t xml:space="preserve">… </w:t>
      </w:r>
      <w:r w:rsidR="0024252B" w:rsidRPr="002813C1">
        <w:t>Arrivez</w:t>
      </w:r>
      <w:r>
        <w:t xml:space="preserve">, </w:t>
      </w:r>
      <w:r w:rsidR="0024252B" w:rsidRPr="002813C1">
        <w:t>je vais vous annoncer moi-même</w:t>
      </w:r>
      <w:r>
        <w:t>…</w:t>
      </w:r>
    </w:p>
    <w:p w14:paraId="047EFE86" w14:textId="77777777" w:rsidR="00B77E03" w:rsidRDefault="0024252B" w:rsidP="00B77E03">
      <w:r w:rsidRPr="002813C1">
        <w:t>Et en effet</w:t>
      </w:r>
      <w:r w:rsidR="00B77E03">
        <w:t xml:space="preserve">, </w:t>
      </w:r>
      <w:r w:rsidRPr="002813C1">
        <w:t>il daigna interrompre sa conversation et précéder Pascal</w:t>
      </w:r>
      <w:r w:rsidR="00B77E03">
        <w:t>…</w:t>
      </w:r>
    </w:p>
    <w:p w14:paraId="2045966D" w14:textId="1FFDED98" w:rsidR="00B77E03" w:rsidRDefault="0024252B" w:rsidP="00B77E03">
      <w:r w:rsidRPr="002813C1">
        <w:lastRenderedPageBreak/>
        <w:t>De même que chez le baron</w:t>
      </w:r>
      <w:r w:rsidR="00B77E03">
        <w:t xml:space="preserve">, </w:t>
      </w:r>
      <w:r w:rsidRPr="002813C1">
        <w:t xml:space="preserve">tout chez </w:t>
      </w:r>
      <w:r w:rsidR="00B77E03">
        <w:t>M. de </w:t>
      </w:r>
      <w:proofErr w:type="spellStart"/>
      <w:r w:rsidRPr="002813C1">
        <w:t>Valorsay</w:t>
      </w:r>
      <w:proofErr w:type="spellEnd"/>
      <w:r w:rsidRPr="002813C1">
        <w:t xml:space="preserve"> annonçait une grande</w:t>
      </w:r>
      <w:r w:rsidR="00B77E03">
        <w:t xml:space="preserve">, </w:t>
      </w:r>
      <w:r w:rsidRPr="002813C1">
        <w:t>une immense fortune</w:t>
      </w:r>
      <w:r w:rsidR="00B77E03">
        <w:t xml:space="preserve">… </w:t>
      </w:r>
      <w:r w:rsidRPr="002813C1">
        <w:t>Et cependant</w:t>
      </w:r>
      <w:r w:rsidR="00B77E03">
        <w:t xml:space="preserve">, </w:t>
      </w:r>
      <w:r w:rsidRPr="002813C1">
        <w:t>l</w:t>
      </w:r>
      <w:r w:rsidR="00B77E03">
        <w:t>’</w:t>
      </w:r>
      <w:r w:rsidRPr="002813C1">
        <w:t>œil d</w:t>
      </w:r>
      <w:r w:rsidR="00B77E03">
        <w:t>’</w:t>
      </w:r>
      <w:r w:rsidRPr="002813C1">
        <w:t>un observateur y eût découvert cette différence qu</w:t>
      </w:r>
      <w:r w:rsidR="00B77E03">
        <w:t>’</w:t>
      </w:r>
      <w:r w:rsidRPr="002813C1">
        <w:t>on reconnaît entre l</w:t>
      </w:r>
      <w:r w:rsidR="00B77E03">
        <w:t>’</w:t>
      </w:r>
      <w:r w:rsidRPr="002813C1">
        <w:t>argenterie et le ruolz</w:t>
      </w:r>
      <w:r w:rsidR="00B77E03">
        <w:t xml:space="preserve">. </w:t>
      </w:r>
      <w:r w:rsidRPr="002813C1">
        <w:t>Le luxe</w:t>
      </w:r>
      <w:r w:rsidR="00B77E03">
        <w:t xml:space="preserve">, </w:t>
      </w:r>
      <w:r w:rsidRPr="002813C1">
        <w:t xml:space="preserve">rue de la </w:t>
      </w:r>
      <w:proofErr w:type="spellStart"/>
      <w:r w:rsidRPr="002813C1">
        <w:t>Ville-l</w:t>
      </w:r>
      <w:r w:rsidR="00B77E03">
        <w:t>’</w:t>
      </w:r>
      <w:r w:rsidRPr="002813C1">
        <w:t>Évêque</w:t>
      </w:r>
      <w:proofErr w:type="spellEnd"/>
      <w:r w:rsidR="00B77E03">
        <w:t xml:space="preserve">, </w:t>
      </w:r>
      <w:r w:rsidRPr="002813C1">
        <w:t>avait un caractère réel et massif qu</w:t>
      </w:r>
      <w:r w:rsidR="00B77E03">
        <w:t>’</w:t>
      </w:r>
      <w:r w:rsidRPr="002813C1">
        <w:t>on ne trouvait pas avenue des Champs-Élysées</w:t>
      </w:r>
      <w:r w:rsidR="00B77E03">
        <w:t xml:space="preserve">… </w:t>
      </w:r>
      <w:r w:rsidRPr="002813C1">
        <w:t>Le logis d</w:t>
      </w:r>
      <w:r w:rsidR="00B77E03">
        <w:t>’</w:t>
      </w:r>
      <w:r w:rsidRPr="002813C1">
        <w:t>un homme</w:t>
      </w:r>
      <w:r w:rsidR="00B77E03">
        <w:t xml:space="preserve">, </w:t>
      </w:r>
      <w:r w:rsidRPr="002813C1">
        <w:t>quoi qu</w:t>
      </w:r>
      <w:r w:rsidR="00B77E03">
        <w:t>’</w:t>
      </w:r>
      <w:r w:rsidRPr="002813C1">
        <w:t>il fasse</w:t>
      </w:r>
      <w:r w:rsidR="00B77E03">
        <w:t xml:space="preserve">, </w:t>
      </w:r>
      <w:r w:rsidRPr="002813C1">
        <w:t>le reflète</w:t>
      </w:r>
      <w:r w:rsidR="00B77E03">
        <w:t xml:space="preserve">… </w:t>
      </w:r>
      <w:r w:rsidRPr="002813C1">
        <w:t>Chez le marquis</w:t>
      </w:r>
      <w:r w:rsidR="00B77E03">
        <w:t xml:space="preserve">, </w:t>
      </w:r>
      <w:r w:rsidRPr="002813C1">
        <w:t>un des princes de la haute vie</w:t>
      </w:r>
      <w:r w:rsidR="00B77E03">
        <w:t xml:space="preserve">, </w:t>
      </w:r>
      <w:r w:rsidRPr="002813C1">
        <w:t>tout portait ce cachet de précipitation</w:t>
      </w:r>
      <w:r w:rsidR="00B77E03">
        <w:t xml:space="preserve">, </w:t>
      </w:r>
      <w:r w:rsidRPr="002813C1">
        <w:t>que notre époque imprime à ses moindres œuvres</w:t>
      </w:r>
      <w:r w:rsidR="00B77E03">
        <w:t>…</w:t>
      </w:r>
    </w:p>
    <w:p w14:paraId="6965FB1E" w14:textId="77777777" w:rsidR="00B77E03" w:rsidRDefault="00B77E03" w:rsidP="00B77E03">
      <w:r>
        <w:t>— </w:t>
      </w:r>
      <w:r w:rsidR="0024252B" w:rsidRPr="002813C1">
        <w:t>Entrez là</w:t>
      </w:r>
      <w:r>
        <w:t xml:space="preserve">, </w:t>
      </w:r>
      <w:r w:rsidR="0024252B" w:rsidRPr="002813C1">
        <w:t>dit le valet à Pascal</w:t>
      </w:r>
      <w:r>
        <w:t xml:space="preserve">, </w:t>
      </w:r>
      <w:r w:rsidR="0024252B" w:rsidRPr="002813C1">
        <w:t>en lui ouvrant une porte</w:t>
      </w:r>
      <w:r>
        <w:t xml:space="preserve">, </w:t>
      </w:r>
      <w:r w:rsidR="0024252B" w:rsidRPr="002813C1">
        <w:t>je vais voir où est monsieur</w:t>
      </w:r>
      <w:r>
        <w:t>…</w:t>
      </w:r>
    </w:p>
    <w:p w14:paraId="5665529F" w14:textId="77777777" w:rsidR="00B77E03" w:rsidRDefault="0024252B" w:rsidP="00B77E03">
      <w:r w:rsidRPr="002813C1">
        <w:t>Pascal entra dans un salon très-vaste</w:t>
      </w:r>
      <w:r w:rsidR="00B77E03">
        <w:t xml:space="preserve">, </w:t>
      </w:r>
      <w:r w:rsidRPr="002813C1">
        <w:t>magnifique</w:t>
      </w:r>
      <w:r w:rsidR="00B77E03">
        <w:t xml:space="preserve">, </w:t>
      </w:r>
      <w:r w:rsidRPr="002813C1">
        <w:t>mais dont la magnificence manquait de fraîcheur</w:t>
      </w:r>
      <w:r w:rsidR="00B77E03">
        <w:t xml:space="preserve">… </w:t>
      </w:r>
      <w:r w:rsidRPr="002813C1">
        <w:t>Le tapis</w:t>
      </w:r>
      <w:r w:rsidR="00B77E03">
        <w:t xml:space="preserve">, </w:t>
      </w:r>
      <w:r w:rsidRPr="002813C1">
        <w:t>une merveille d</w:t>
      </w:r>
      <w:r w:rsidR="00B77E03">
        <w:t>’</w:t>
      </w:r>
      <w:r w:rsidRPr="002813C1">
        <w:t>ailleurs</w:t>
      </w:r>
      <w:r w:rsidR="00B77E03">
        <w:t xml:space="preserve">, </w:t>
      </w:r>
      <w:r w:rsidRPr="002813C1">
        <w:t>était taché par places</w:t>
      </w:r>
      <w:r w:rsidR="00B77E03">
        <w:t xml:space="preserve">… </w:t>
      </w:r>
      <w:r w:rsidRPr="002813C1">
        <w:t>On n</w:t>
      </w:r>
      <w:r w:rsidR="00B77E03">
        <w:t>’</w:t>
      </w:r>
      <w:r w:rsidRPr="002813C1">
        <w:t>avait pas toujours eu soin de tenir les persiennes closes</w:t>
      </w:r>
      <w:r w:rsidR="00B77E03">
        <w:t xml:space="preserve">, </w:t>
      </w:r>
      <w:r w:rsidRPr="002813C1">
        <w:t>l</w:t>
      </w:r>
      <w:r w:rsidR="00B77E03">
        <w:t>’</w:t>
      </w:r>
      <w:r w:rsidRPr="002813C1">
        <w:t>été</w:t>
      </w:r>
      <w:r w:rsidR="00B77E03">
        <w:t xml:space="preserve">, </w:t>
      </w:r>
      <w:r w:rsidRPr="002813C1">
        <w:t>et le soleil avait altéré la couleur des rideaux</w:t>
      </w:r>
      <w:r w:rsidR="00B77E03">
        <w:t>…</w:t>
      </w:r>
    </w:p>
    <w:p w14:paraId="3B0B174E" w14:textId="77777777" w:rsidR="00B77E03" w:rsidRDefault="0024252B" w:rsidP="00B77E03">
      <w:r w:rsidRPr="002813C1">
        <w:t>Ce qui tirait l</w:t>
      </w:r>
      <w:r w:rsidR="00B77E03">
        <w:t>’</w:t>
      </w:r>
      <w:r w:rsidRPr="002813C1">
        <w:t>œil</w:t>
      </w:r>
      <w:r w:rsidR="00B77E03">
        <w:t xml:space="preserve">, </w:t>
      </w:r>
      <w:r w:rsidRPr="002813C1">
        <w:t>dans ce salon</w:t>
      </w:r>
      <w:r w:rsidR="00B77E03">
        <w:t xml:space="preserve">, </w:t>
      </w:r>
      <w:r w:rsidRPr="002813C1">
        <w:t>c</w:t>
      </w:r>
      <w:r w:rsidR="00B77E03">
        <w:t>’</w:t>
      </w:r>
      <w:r w:rsidRPr="002813C1">
        <w:t>était une quantité de coupes</w:t>
      </w:r>
      <w:r w:rsidR="00B77E03">
        <w:t xml:space="preserve">, </w:t>
      </w:r>
      <w:r w:rsidRPr="002813C1">
        <w:t>de vases</w:t>
      </w:r>
      <w:r w:rsidR="00B77E03">
        <w:t xml:space="preserve">, </w:t>
      </w:r>
      <w:r w:rsidRPr="002813C1">
        <w:t>de statuettes</w:t>
      </w:r>
      <w:r w:rsidR="00B77E03">
        <w:t xml:space="preserve">, </w:t>
      </w:r>
      <w:r w:rsidRPr="002813C1">
        <w:t>de groupes</w:t>
      </w:r>
      <w:r w:rsidR="00B77E03">
        <w:t xml:space="preserve">, </w:t>
      </w:r>
      <w:r w:rsidRPr="002813C1">
        <w:t>soit en argent</w:t>
      </w:r>
      <w:r w:rsidR="00B77E03">
        <w:t xml:space="preserve">, </w:t>
      </w:r>
      <w:r w:rsidRPr="002813C1">
        <w:t>soit en or</w:t>
      </w:r>
      <w:r w:rsidR="00B77E03">
        <w:t xml:space="preserve">… </w:t>
      </w:r>
      <w:r w:rsidRPr="002813C1">
        <w:t>Il y en avait sur toutes les tables</w:t>
      </w:r>
      <w:r w:rsidR="00B77E03">
        <w:t>…</w:t>
      </w:r>
    </w:p>
    <w:p w14:paraId="4D9F7035" w14:textId="77777777" w:rsidR="00B77E03" w:rsidRDefault="0024252B" w:rsidP="00B77E03">
      <w:r w:rsidRPr="002813C1">
        <w:t>Une inscription sur chacun de ces objets d</w:t>
      </w:r>
      <w:r w:rsidR="00B77E03">
        <w:t>’</w:t>
      </w:r>
      <w:r w:rsidRPr="002813C1">
        <w:t>art annonçait qu</w:t>
      </w:r>
      <w:r w:rsidR="00B77E03">
        <w:t>’</w:t>
      </w:r>
      <w:r w:rsidRPr="002813C1">
        <w:t xml:space="preserve">il avait été gagné par un cheval appartenant au marquis de </w:t>
      </w:r>
      <w:proofErr w:type="spellStart"/>
      <w:r w:rsidRPr="002813C1">
        <w:t>Valorsay</w:t>
      </w:r>
      <w:proofErr w:type="spellEnd"/>
      <w:r w:rsidR="00B77E03">
        <w:t xml:space="preserve">, </w:t>
      </w:r>
      <w:r w:rsidRPr="002813C1">
        <w:t>et disait où</w:t>
      </w:r>
      <w:r w:rsidR="00B77E03">
        <w:t xml:space="preserve">, </w:t>
      </w:r>
      <w:r w:rsidRPr="002813C1">
        <w:t>en quelles circonstances</w:t>
      </w:r>
      <w:r w:rsidR="00B77E03">
        <w:t xml:space="preserve">, </w:t>
      </w:r>
      <w:r w:rsidRPr="002813C1">
        <w:t>quel jour de quelle année</w:t>
      </w:r>
      <w:r w:rsidR="00B77E03">
        <w:t xml:space="preserve">, </w:t>
      </w:r>
      <w:r w:rsidRPr="002813C1">
        <w:t>et le nom du cheval vainqueur</w:t>
      </w:r>
      <w:r w:rsidR="00B77E03">
        <w:t>…</w:t>
      </w:r>
    </w:p>
    <w:p w14:paraId="3FC197D7" w14:textId="77777777" w:rsidR="00B77E03" w:rsidRDefault="0024252B" w:rsidP="00B77E03">
      <w:r w:rsidRPr="002813C1">
        <w:t>C</w:t>
      </w:r>
      <w:r w:rsidR="00B77E03">
        <w:t>’</w:t>
      </w:r>
      <w:r w:rsidRPr="002813C1">
        <w:t>étaient là les titres de gloire du marquis</w:t>
      </w:r>
      <w:r w:rsidR="00B77E03">
        <w:t xml:space="preserve">… </w:t>
      </w:r>
      <w:r w:rsidRPr="002813C1">
        <w:t>Ils lui avaient coûté la moitié de l</w:t>
      </w:r>
      <w:r w:rsidR="00B77E03">
        <w:t>’</w:t>
      </w:r>
      <w:r w:rsidRPr="002813C1">
        <w:t>immense fortune qu</w:t>
      </w:r>
      <w:r w:rsidR="00B77E03">
        <w:t>’</w:t>
      </w:r>
      <w:r w:rsidRPr="002813C1">
        <w:t>il avait dévorée</w:t>
      </w:r>
      <w:r w:rsidR="00B77E03">
        <w:t>…</w:t>
      </w:r>
    </w:p>
    <w:p w14:paraId="4DDBE53E" w14:textId="77777777" w:rsidR="00B77E03" w:rsidRDefault="0024252B" w:rsidP="00B77E03">
      <w:r w:rsidRPr="002813C1">
        <w:t>Tout cela offrait peu d</w:t>
      </w:r>
      <w:r w:rsidR="00B77E03">
        <w:t>’</w:t>
      </w:r>
      <w:r w:rsidRPr="002813C1">
        <w:t>intérêt à Pascal</w:t>
      </w:r>
      <w:r w:rsidR="00B77E03">
        <w:t xml:space="preserve"> ; </w:t>
      </w:r>
      <w:r w:rsidRPr="002813C1">
        <w:t>aussi ne tarda-t-il pas à s</w:t>
      </w:r>
      <w:r w:rsidR="00B77E03">
        <w:t>’</w:t>
      </w:r>
      <w:r w:rsidRPr="002813C1">
        <w:t>ennuyer d</w:t>
      </w:r>
      <w:r w:rsidR="00B77E03">
        <w:t>’</w:t>
      </w:r>
      <w:r w:rsidRPr="002813C1">
        <w:t>attendre</w:t>
      </w:r>
      <w:r w:rsidR="00B77E03">
        <w:t>.</w:t>
      </w:r>
    </w:p>
    <w:p w14:paraId="120758F9" w14:textId="77777777" w:rsidR="00B77E03" w:rsidRDefault="00B77E03" w:rsidP="00B77E03">
      <w:r>
        <w:lastRenderedPageBreak/>
        <w:t>— </w:t>
      </w:r>
      <w:r w:rsidR="0024252B" w:rsidRPr="002813C1">
        <w:t xml:space="preserve">Le </w:t>
      </w:r>
      <w:proofErr w:type="spellStart"/>
      <w:r w:rsidR="0024252B" w:rsidRPr="002813C1">
        <w:t>Valorsay</w:t>
      </w:r>
      <w:proofErr w:type="spellEnd"/>
      <w:r>
        <w:t xml:space="preserve">, </w:t>
      </w:r>
      <w:r w:rsidR="0024252B" w:rsidRPr="002813C1">
        <w:t>pensa-t-il</w:t>
      </w:r>
      <w:r>
        <w:t xml:space="preserve">, </w:t>
      </w:r>
      <w:r w:rsidR="0024252B" w:rsidRPr="002813C1">
        <w:t>joue au diplomate</w:t>
      </w:r>
      <w:r>
        <w:t xml:space="preserve">… </w:t>
      </w:r>
      <w:r w:rsidR="0024252B" w:rsidRPr="002813C1">
        <w:t>Il ne veut pas avoir l</w:t>
      </w:r>
      <w:r>
        <w:t>’</w:t>
      </w:r>
      <w:r w:rsidR="0024252B" w:rsidRPr="002813C1">
        <w:t>air pressé</w:t>
      </w:r>
      <w:r>
        <w:t xml:space="preserve">… </w:t>
      </w:r>
      <w:r w:rsidR="0024252B" w:rsidRPr="002813C1">
        <w:t>Le malheur est que son domestique l</w:t>
      </w:r>
      <w:r>
        <w:t>’</w:t>
      </w:r>
      <w:r w:rsidR="0024252B" w:rsidRPr="002813C1">
        <w:t>a trahi</w:t>
      </w:r>
      <w:r>
        <w:t>.</w:t>
      </w:r>
    </w:p>
    <w:p w14:paraId="26B4988A" w14:textId="77777777" w:rsidR="00B77E03" w:rsidRDefault="0024252B" w:rsidP="00B77E03">
      <w:r w:rsidRPr="002813C1">
        <w:t>Enfin</w:t>
      </w:r>
      <w:r w:rsidR="00B77E03">
        <w:t xml:space="preserve">, </w:t>
      </w:r>
      <w:r w:rsidRPr="002813C1">
        <w:t>il reparut</w:t>
      </w:r>
      <w:r w:rsidR="00B77E03">
        <w:t xml:space="preserve">, </w:t>
      </w:r>
      <w:r w:rsidRPr="002813C1">
        <w:t>le domestique</w:t>
      </w:r>
      <w:r w:rsidR="00B77E03">
        <w:t>.</w:t>
      </w:r>
    </w:p>
    <w:p w14:paraId="0C265668" w14:textId="77777777" w:rsidR="00B77E03" w:rsidRDefault="00B77E03" w:rsidP="00B77E03">
      <w:r>
        <w:t>— </w:t>
      </w:r>
      <w:r w:rsidR="0024252B" w:rsidRPr="002813C1">
        <w:t>Monsieur le marquis vous attend</w:t>
      </w:r>
      <w:r>
        <w:t xml:space="preserve">, </w:t>
      </w:r>
      <w:r w:rsidR="0024252B" w:rsidRPr="002813C1">
        <w:t>monsieur</w:t>
      </w:r>
      <w:r>
        <w:t xml:space="preserve">, </w:t>
      </w:r>
      <w:r w:rsidR="0024252B" w:rsidRPr="002813C1">
        <w:t>dit-il</w:t>
      </w:r>
      <w:r>
        <w:t>.</w:t>
      </w:r>
    </w:p>
    <w:p w14:paraId="28520615" w14:textId="77777777" w:rsidR="00B77E03" w:rsidRDefault="0024252B" w:rsidP="00B77E03">
      <w:r w:rsidRPr="002813C1">
        <w:t>Cette voix remua Pascal comme le premier roulement du tambour battant la charge pour l</w:t>
      </w:r>
      <w:r w:rsidR="00B77E03">
        <w:t>’</w:t>
      </w:r>
      <w:r w:rsidRPr="002813C1">
        <w:t>assaut d</w:t>
      </w:r>
      <w:r w:rsidR="00B77E03">
        <w:t>’</w:t>
      </w:r>
      <w:r w:rsidRPr="002813C1">
        <w:t>une batterie</w:t>
      </w:r>
      <w:r w:rsidR="00B77E03">
        <w:t>.</w:t>
      </w:r>
    </w:p>
    <w:p w14:paraId="7DBD475F" w14:textId="77777777" w:rsidR="00B77E03" w:rsidRDefault="0024252B" w:rsidP="00B77E03">
      <w:r w:rsidRPr="002813C1">
        <w:t>Mais son sang-froid ne fut en rien altéré</w:t>
      </w:r>
      <w:r w:rsidR="00B77E03">
        <w:t>.</w:t>
      </w:r>
    </w:p>
    <w:p w14:paraId="6C116AD9" w14:textId="77777777" w:rsidR="00B77E03" w:rsidRDefault="00B77E03" w:rsidP="00B77E03">
      <w:r>
        <w:t>— </w:t>
      </w:r>
      <w:r w:rsidR="0024252B" w:rsidRPr="002813C1">
        <w:t>Voici le moment décisif</w:t>
      </w:r>
      <w:r>
        <w:t xml:space="preserve"> !… </w:t>
      </w:r>
      <w:r w:rsidR="0024252B" w:rsidRPr="002813C1">
        <w:t>pensa-t-il</w:t>
      </w:r>
      <w:r>
        <w:t xml:space="preserve">, </w:t>
      </w:r>
      <w:r w:rsidR="0024252B" w:rsidRPr="002813C1">
        <w:t>pourvu qu</w:t>
      </w:r>
      <w:r>
        <w:t>’</w:t>
      </w:r>
      <w:r w:rsidR="0024252B" w:rsidRPr="002813C1">
        <w:t>il ne me connaisse pas</w:t>
      </w:r>
      <w:r>
        <w:t> !…</w:t>
      </w:r>
    </w:p>
    <w:p w14:paraId="07D64F80" w14:textId="77777777" w:rsidR="00B77E03" w:rsidRDefault="0024252B" w:rsidP="00B77E03">
      <w:r w:rsidRPr="002813C1">
        <w:t>Et d</w:t>
      </w:r>
      <w:r w:rsidR="00B77E03">
        <w:t>’</w:t>
      </w:r>
      <w:r w:rsidRPr="002813C1">
        <w:t>un pas ferme</w:t>
      </w:r>
      <w:r w:rsidR="00B77E03">
        <w:t xml:space="preserve">, </w:t>
      </w:r>
      <w:r w:rsidRPr="002813C1">
        <w:t>il suivit le valet de chambre</w:t>
      </w:r>
      <w:r w:rsidR="00B77E03">
        <w:t>…</w:t>
      </w:r>
    </w:p>
    <w:p w14:paraId="010C14C6" w14:textId="25B5575F" w:rsidR="00B77E03" w:rsidRDefault="0024252B" w:rsidP="00B77E03">
      <w:r w:rsidRPr="002813C1">
        <w:t>Comme toujours</w:t>
      </w:r>
      <w:r w:rsidR="00B77E03">
        <w:t xml:space="preserve">, </w:t>
      </w:r>
      <w:r w:rsidRPr="002813C1">
        <w:t>lorsqu</w:t>
      </w:r>
      <w:r w:rsidR="00B77E03">
        <w:t>’</w:t>
      </w:r>
      <w:r w:rsidRPr="002813C1">
        <w:t>il restait chez lui</w:t>
      </w:r>
      <w:r w:rsidR="00B77E03">
        <w:t>, M. de </w:t>
      </w:r>
      <w:proofErr w:type="spellStart"/>
      <w:r w:rsidRPr="002813C1">
        <w:t>Valorsay</w:t>
      </w:r>
      <w:proofErr w:type="spellEnd"/>
      <w:r w:rsidRPr="002813C1">
        <w:t xml:space="preserve"> se tenait dans une sorte de petit fumoir contigu à sa chambre à coucher</w:t>
      </w:r>
      <w:r w:rsidR="00B77E03">
        <w:t xml:space="preserve">. </w:t>
      </w:r>
      <w:r w:rsidRPr="002813C1">
        <w:t>Assis devant une table</w:t>
      </w:r>
      <w:r w:rsidR="00B77E03">
        <w:t xml:space="preserve">, </w:t>
      </w:r>
      <w:r w:rsidRPr="002813C1">
        <w:t>il semblait très-occupé à mettre en ordre des journaux de sport</w:t>
      </w:r>
      <w:r w:rsidR="00B77E03">
        <w:t xml:space="preserve">… </w:t>
      </w:r>
      <w:r w:rsidRPr="002813C1">
        <w:t>Près de lui étaient une bouteille de vin de Madère et un verre aux trois quarts vide</w:t>
      </w:r>
      <w:r w:rsidR="00B77E03">
        <w:t>…</w:t>
      </w:r>
    </w:p>
    <w:p w14:paraId="6C116781" w14:textId="77777777" w:rsidR="00B77E03" w:rsidRDefault="0024252B" w:rsidP="00B77E03">
      <w:r w:rsidRPr="002813C1">
        <w:t>Quand son domestique annonça</w:t>
      </w:r>
      <w:r w:rsidR="00B77E03">
        <w:t> :</w:t>
      </w:r>
    </w:p>
    <w:p w14:paraId="4D048AA7" w14:textId="77777777" w:rsidR="00B77E03" w:rsidRDefault="00B77E03" w:rsidP="00B77E03">
      <w:r>
        <w:t>— </w:t>
      </w:r>
      <w:r w:rsidR="0024252B" w:rsidRPr="002813C1">
        <w:t xml:space="preserve">Monsieur </w:t>
      </w:r>
      <w:proofErr w:type="spellStart"/>
      <w:r w:rsidR="0024252B" w:rsidRPr="002813C1">
        <w:t>Mauméjan</w:t>
      </w:r>
      <w:proofErr w:type="spellEnd"/>
      <w:r>
        <w:t> !…</w:t>
      </w:r>
    </w:p>
    <w:p w14:paraId="5D6D1FBA" w14:textId="77777777" w:rsidR="00B77E03" w:rsidRDefault="0024252B" w:rsidP="00B77E03">
      <w:r w:rsidRPr="002813C1">
        <w:t>Il leva la tête et son regard</w:t>
      </w:r>
      <w:r w:rsidR="00B77E03">
        <w:t xml:space="preserve">, </w:t>
      </w:r>
      <w:r w:rsidRPr="002813C1">
        <w:t>rencontra celui de Pascal</w:t>
      </w:r>
      <w:r w:rsidR="00B77E03">
        <w:t>.</w:t>
      </w:r>
    </w:p>
    <w:p w14:paraId="1374B136" w14:textId="77777777" w:rsidR="00B77E03" w:rsidRDefault="0024252B" w:rsidP="00B77E03">
      <w:r w:rsidRPr="002813C1">
        <w:t>Mais son œil ne vacilla pas</w:t>
      </w:r>
      <w:r w:rsidR="00B77E03">
        <w:t xml:space="preserve">, </w:t>
      </w:r>
      <w:r w:rsidRPr="002813C1">
        <w:t>aucun des muscles de son visage ne bougea</w:t>
      </w:r>
      <w:r w:rsidR="00B77E03">
        <w:t xml:space="preserve">, </w:t>
      </w:r>
      <w:r w:rsidRPr="002813C1">
        <w:t>sa physionomie garda sa froideur hautaine et railleuse</w:t>
      </w:r>
      <w:r w:rsidR="00B77E03">
        <w:t>…</w:t>
      </w:r>
    </w:p>
    <w:p w14:paraId="05879153" w14:textId="77777777" w:rsidR="00B77E03" w:rsidRDefault="0024252B" w:rsidP="00B77E03">
      <w:r w:rsidRPr="002813C1">
        <w:t>Il était clair qu</w:t>
      </w:r>
      <w:r w:rsidR="00B77E03">
        <w:t>’</w:t>
      </w:r>
      <w:r w:rsidRPr="002813C1">
        <w:t>il ne soupçonnait pas que là</w:t>
      </w:r>
      <w:r w:rsidR="00B77E03">
        <w:t xml:space="preserve">, </w:t>
      </w:r>
      <w:r w:rsidRPr="002813C1">
        <w:t>devant lui</w:t>
      </w:r>
      <w:r w:rsidR="00B77E03">
        <w:t xml:space="preserve">, </w:t>
      </w:r>
      <w:r w:rsidRPr="002813C1">
        <w:t>il avait le malheureux dont il avait essayé si lâchement de se défaire</w:t>
      </w:r>
      <w:r w:rsidR="00B77E03">
        <w:t xml:space="preserve">, </w:t>
      </w:r>
      <w:r w:rsidRPr="002813C1">
        <w:t>son plus mortel et son plus redoutable ennemi</w:t>
      </w:r>
      <w:r w:rsidR="00B77E03">
        <w:t>.</w:t>
      </w:r>
    </w:p>
    <w:p w14:paraId="49E28E93" w14:textId="717872CF" w:rsidR="00B77E03" w:rsidRDefault="00B77E03" w:rsidP="00B77E03">
      <w:r>
        <w:lastRenderedPageBreak/>
        <w:t>— M. </w:t>
      </w:r>
      <w:proofErr w:type="spellStart"/>
      <w:r w:rsidR="0024252B" w:rsidRPr="002813C1">
        <w:t>Mauméjan</w:t>
      </w:r>
      <w:proofErr w:type="spellEnd"/>
      <w:r>
        <w:t xml:space="preserve">, </w:t>
      </w:r>
      <w:r w:rsidR="0024252B" w:rsidRPr="002813C1">
        <w:t>fit-il</w:t>
      </w:r>
      <w:r>
        <w:t xml:space="preserve">, </w:t>
      </w:r>
      <w:r w:rsidR="0024252B" w:rsidRPr="002813C1">
        <w:t>l</w:t>
      </w:r>
      <w:r>
        <w:t>’</w:t>
      </w:r>
      <w:r w:rsidR="0024252B" w:rsidRPr="002813C1">
        <w:t>homme d</w:t>
      </w:r>
      <w:r>
        <w:t>’</w:t>
      </w:r>
      <w:r w:rsidR="0024252B" w:rsidRPr="002813C1">
        <w:t xml:space="preserve">affaires du baron </w:t>
      </w:r>
      <w:proofErr w:type="spellStart"/>
      <w:r w:rsidR="0024252B" w:rsidRPr="002813C1">
        <w:t>Trigault</w:t>
      </w:r>
      <w:proofErr w:type="spellEnd"/>
      <w:r>
        <w:t>…</w:t>
      </w:r>
    </w:p>
    <w:p w14:paraId="5D9A0347" w14:textId="77777777" w:rsidR="00B77E03" w:rsidRDefault="00B77E03" w:rsidP="00B77E03">
      <w:r>
        <w:t>— </w:t>
      </w:r>
      <w:r w:rsidR="0024252B" w:rsidRPr="002813C1">
        <w:t>Oui</w:t>
      </w:r>
      <w:r>
        <w:t xml:space="preserve">, </w:t>
      </w:r>
      <w:r w:rsidR="0024252B" w:rsidRPr="002813C1">
        <w:t>monsieur le marquis</w:t>
      </w:r>
      <w:r>
        <w:t>.</w:t>
      </w:r>
    </w:p>
    <w:p w14:paraId="60EE3F09" w14:textId="77777777" w:rsidR="00B77E03" w:rsidRDefault="00B77E03" w:rsidP="00B77E03">
      <w:r>
        <w:t>— </w:t>
      </w:r>
      <w:r w:rsidR="0024252B" w:rsidRPr="002813C1">
        <w:t>Veuillez donc vous asseoir</w:t>
      </w:r>
      <w:r>
        <w:t xml:space="preserve">… </w:t>
      </w:r>
      <w:r w:rsidR="0024252B" w:rsidRPr="002813C1">
        <w:t>Je termine quelque chose</w:t>
      </w:r>
      <w:r>
        <w:t xml:space="preserve">… </w:t>
      </w:r>
      <w:r w:rsidR="0024252B" w:rsidRPr="002813C1">
        <w:t>Je suis à vous à l</w:t>
      </w:r>
      <w:r>
        <w:t>’</w:t>
      </w:r>
      <w:r w:rsidR="0024252B" w:rsidRPr="002813C1">
        <w:t>instant</w:t>
      </w:r>
      <w:r>
        <w:t>…</w:t>
      </w:r>
    </w:p>
    <w:p w14:paraId="0E3DE0BD" w14:textId="77777777" w:rsidR="00B77E03" w:rsidRDefault="0024252B" w:rsidP="00B77E03">
      <w:r w:rsidRPr="002813C1">
        <w:t>Pascal s</w:t>
      </w:r>
      <w:r w:rsidR="00B77E03">
        <w:t>’</w:t>
      </w:r>
      <w:r w:rsidRPr="002813C1">
        <w:t>assit</w:t>
      </w:r>
      <w:r w:rsidR="00B77E03">
        <w:t>.</w:t>
      </w:r>
    </w:p>
    <w:p w14:paraId="0FA0BE0F" w14:textId="648A8540" w:rsidR="00B77E03" w:rsidRDefault="0024252B" w:rsidP="00B77E03">
      <w:r w:rsidRPr="002813C1">
        <w:t>Une de ses frayeurs avait été de ne pas rester maître de lui quand il se trouverait en présence du misérable qui avait brisé son existence</w:t>
      </w:r>
      <w:r w:rsidR="00B77E03">
        <w:t xml:space="preserve">, </w:t>
      </w:r>
      <w:r w:rsidRPr="002813C1">
        <w:t>détruit son bonheur et son avenir</w:t>
      </w:r>
      <w:r w:rsidR="00B77E03">
        <w:t xml:space="preserve">, </w:t>
      </w:r>
      <w:r w:rsidRPr="002813C1">
        <w:t>qui lui avait pris plus que la vie en lui prenant l</w:t>
      </w:r>
      <w:r w:rsidR="00B77E03">
        <w:t>’</w:t>
      </w:r>
      <w:r w:rsidRPr="002813C1">
        <w:t>honneur</w:t>
      </w:r>
      <w:r w:rsidR="00B77E03">
        <w:t xml:space="preserve">, </w:t>
      </w:r>
      <w:r w:rsidRPr="002813C1">
        <w:t>et qui</w:t>
      </w:r>
      <w:r w:rsidR="00B77E03">
        <w:t xml:space="preserve">, </w:t>
      </w:r>
      <w:r w:rsidRPr="002813C1">
        <w:t>en ce moment même</w:t>
      </w:r>
      <w:r w:rsidR="00B77E03">
        <w:t xml:space="preserve">, </w:t>
      </w:r>
      <w:r w:rsidRPr="002813C1">
        <w:t>s</w:t>
      </w:r>
      <w:r w:rsidR="00B77E03">
        <w:t>’</w:t>
      </w:r>
      <w:r w:rsidRPr="002813C1">
        <w:t>efforçait</w:t>
      </w:r>
      <w:r w:rsidR="00B77E03">
        <w:t xml:space="preserve">, </w:t>
      </w:r>
      <w:r w:rsidRPr="002813C1">
        <w:t>par les plus infâmes manœuvres</w:t>
      </w:r>
      <w:r w:rsidR="00B77E03">
        <w:t xml:space="preserve">, </w:t>
      </w:r>
      <w:r w:rsidRPr="002813C1">
        <w:t>de lui arracher la femme qu</w:t>
      </w:r>
      <w:r w:rsidR="00B77E03">
        <w:t>’</w:t>
      </w:r>
      <w:r w:rsidRPr="002813C1">
        <w:t>il aimait</w:t>
      </w:r>
      <w:r w:rsidR="00B77E03">
        <w:t>, M</w:t>
      </w:r>
      <w:r w:rsidR="00B77E03" w:rsidRPr="00B77E03">
        <w:rPr>
          <w:vertAlign w:val="superscript"/>
        </w:rPr>
        <w:t>lle</w:t>
      </w:r>
      <w:r w:rsidR="00B77E03">
        <w:t> </w:t>
      </w:r>
      <w:r w:rsidRPr="002813C1">
        <w:t>Marguerite</w:t>
      </w:r>
      <w:r w:rsidR="00B77E03">
        <w:t>…</w:t>
      </w:r>
    </w:p>
    <w:p w14:paraId="5BC8E4F9" w14:textId="77777777" w:rsidR="00B77E03" w:rsidRDefault="00B77E03" w:rsidP="00B77E03">
      <w:r>
        <w:t>— </w:t>
      </w:r>
      <w:r w:rsidR="0024252B" w:rsidRPr="002813C1">
        <w:t>Si le sang me monte à la tête</w:t>
      </w:r>
      <w:r>
        <w:t xml:space="preserve">, </w:t>
      </w:r>
      <w:r w:rsidR="0024252B" w:rsidRPr="002813C1">
        <w:t>pensait-il</w:t>
      </w:r>
      <w:r>
        <w:t xml:space="preserve">, </w:t>
      </w:r>
      <w:r w:rsidR="0024252B" w:rsidRPr="002813C1">
        <w:t>je suis capable de sauter sur lui et de l</w:t>
      </w:r>
      <w:r>
        <w:t>’</w:t>
      </w:r>
      <w:r w:rsidR="0024252B" w:rsidRPr="002813C1">
        <w:t>étrangler</w:t>
      </w:r>
      <w:r>
        <w:t>…</w:t>
      </w:r>
    </w:p>
    <w:p w14:paraId="6F8A8E04" w14:textId="77777777" w:rsidR="00B77E03" w:rsidRDefault="0024252B" w:rsidP="00B77E03">
      <w:r w:rsidRPr="002813C1">
        <w:t>Eh bien</w:t>
      </w:r>
      <w:r w:rsidR="00B77E03">
        <w:t xml:space="preserve"> !… </w:t>
      </w:r>
      <w:r w:rsidRPr="002813C1">
        <w:t>non</w:t>
      </w:r>
      <w:r w:rsidR="00B77E03">
        <w:t>.</w:t>
      </w:r>
    </w:p>
    <w:p w14:paraId="40EB3A21" w14:textId="5B50C3B7" w:rsidR="00B77E03" w:rsidRDefault="0024252B" w:rsidP="00B77E03">
      <w:r w:rsidRPr="002813C1">
        <w:t>Ses artères ne battirent pas plus vite</w:t>
      </w:r>
      <w:r w:rsidR="00B77E03">
        <w:t xml:space="preserve">, </w:t>
      </w:r>
      <w:r w:rsidRPr="002813C1">
        <w:t>et c</w:t>
      </w:r>
      <w:r w:rsidR="00B77E03">
        <w:t>’</w:t>
      </w:r>
      <w:r w:rsidRPr="002813C1">
        <w:t>est avec un calme parfait</w:t>
      </w:r>
      <w:r w:rsidR="00B77E03">
        <w:t xml:space="preserve">, – </w:t>
      </w:r>
      <w:r w:rsidRPr="002813C1">
        <w:t>le flegme des forts</w:t>
      </w:r>
      <w:r w:rsidR="00B77E03">
        <w:t xml:space="preserve">, – </w:t>
      </w:r>
      <w:r w:rsidRPr="002813C1">
        <w:t>qu</w:t>
      </w:r>
      <w:r w:rsidR="00B77E03">
        <w:t>’</w:t>
      </w:r>
      <w:r w:rsidRPr="002813C1">
        <w:t xml:space="preserve">il se mit à observer sournoisement </w:t>
      </w:r>
      <w:r w:rsidR="00B77E03">
        <w:t>M. de </w:t>
      </w:r>
      <w:proofErr w:type="spellStart"/>
      <w:r w:rsidRPr="002813C1">
        <w:t>Valorsay</w:t>
      </w:r>
      <w:proofErr w:type="spellEnd"/>
      <w:r w:rsidR="00B77E03">
        <w:t>…</w:t>
      </w:r>
    </w:p>
    <w:p w14:paraId="7B791481" w14:textId="77777777" w:rsidR="00B77E03" w:rsidRDefault="0024252B" w:rsidP="00B77E03">
      <w:r w:rsidRPr="002813C1">
        <w:t>S</w:t>
      </w:r>
      <w:r w:rsidR="00B77E03">
        <w:t>’</w:t>
      </w:r>
      <w:r w:rsidRPr="002813C1">
        <w:t>il l</w:t>
      </w:r>
      <w:r w:rsidR="00B77E03">
        <w:t>’</w:t>
      </w:r>
      <w:r w:rsidRPr="002813C1">
        <w:t>eût connu depuis seulement huit jours</w:t>
      </w:r>
      <w:r w:rsidR="00B77E03">
        <w:t xml:space="preserve">, </w:t>
      </w:r>
      <w:r w:rsidRPr="002813C1">
        <w:t>il eût été stupéfié du changement qui s</w:t>
      </w:r>
      <w:r w:rsidR="00B77E03">
        <w:t>’</w:t>
      </w:r>
      <w:r w:rsidRPr="002813C1">
        <w:t>était opéré en ce brillant gentilhomme</w:t>
      </w:r>
      <w:r w:rsidR="00B77E03">
        <w:t xml:space="preserve">, </w:t>
      </w:r>
      <w:r w:rsidRPr="002813C1">
        <w:t>le type achevé des viveurs de la haute vie</w:t>
      </w:r>
      <w:r w:rsidR="00B77E03">
        <w:t xml:space="preserve">… </w:t>
      </w:r>
      <w:r w:rsidRPr="002813C1">
        <w:t>Il n</w:t>
      </w:r>
      <w:r w:rsidR="00B77E03">
        <w:t>’</w:t>
      </w:r>
      <w:r w:rsidRPr="002813C1">
        <w:t>était plus que l</w:t>
      </w:r>
      <w:r w:rsidR="00B77E03">
        <w:t>’</w:t>
      </w:r>
      <w:r w:rsidRPr="002813C1">
        <w:t>ombre de lui-même</w:t>
      </w:r>
      <w:r w:rsidR="00B77E03">
        <w:t>.</w:t>
      </w:r>
    </w:p>
    <w:p w14:paraId="05E1C019" w14:textId="77777777" w:rsidR="00B77E03" w:rsidRDefault="0024252B" w:rsidP="00B77E03">
      <w:r w:rsidRPr="002813C1">
        <w:t>À cette heure</w:t>
      </w:r>
      <w:r w:rsidR="00B77E03">
        <w:t xml:space="preserve">, </w:t>
      </w:r>
      <w:r w:rsidRPr="002813C1">
        <w:t>surtout</w:t>
      </w:r>
      <w:r w:rsidR="00B77E03">
        <w:t xml:space="preserve">, </w:t>
      </w:r>
      <w:r w:rsidRPr="002813C1">
        <w:t>où il n</w:t>
      </w:r>
      <w:r w:rsidR="00B77E03">
        <w:t>’</w:t>
      </w:r>
      <w:r w:rsidRPr="002813C1">
        <w:t>avait pas reçu encore les soins intelligents et discrets de son valet de chambre</w:t>
      </w:r>
      <w:r w:rsidR="00B77E03">
        <w:t xml:space="preserve">, </w:t>
      </w:r>
      <w:r w:rsidRPr="002813C1">
        <w:t>où nulle supercherie de toilette ne masquait sa précoce décrépitude</w:t>
      </w:r>
      <w:r w:rsidR="00B77E03">
        <w:t xml:space="preserve">, </w:t>
      </w:r>
      <w:r w:rsidRPr="002813C1">
        <w:t>il était effrayant</w:t>
      </w:r>
      <w:r w:rsidR="00B77E03">
        <w:t>.</w:t>
      </w:r>
    </w:p>
    <w:p w14:paraId="6C68CE34" w14:textId="6A46323C" w:rsidR="00B77E03" w:rsidRDefault="0024252B" w:rsidP="00B77E03">
      <w:r w:rsidRPr="002813C1">
        <w:lastRenderedPageBreak/>
        <w:t>Son visage ravagé</w:t>
      </w:r>
      <w:r w:rsidR="00B77E03">
        <w:t xml:space="preserve">, </w:t>
      </w:r>
      <w:r w:rsidRPr="002813C1">
        <w:t>son teint terreux marbré de plaques livides</w:t>
      </w:r>
      <w:r w:rsidR="00B77E03">
        <w:t xml:space="preserve">, </w:t>
      </w:r>
      <w:r w:rsidRPr="002813C1">
        <w:t>ses paupières rougies et gonflées trahissaient de dures insomnies</w:t>
      </w:r>
      <w:r w:rsidR="00B77E03">
        <w:t xml:space="preserve">… </w:t>
      </w:r>
      <w:r w:rsidRPr="002813C1">
        <w:t>Sa lèvre</w:t>
      </w:r>
      <w:r w:rsidR="00B77E03">
        <w:t xml:space="preserve">, </w:t>
      </w:r>
      <w:r w:rsidRPr="002813C1">
        <w:t>d</w:t>
      </w:r>
      <w:r w:rsidR="00B77E03">
        <w:t>’</w:t>
      </w:r>
      <w:r w:rsidRPr="002813C1">
        <w:t>ordinaire sarcastique et fière</w:t>
      </w:r>
      <w:r w:rsidR="00B77E03">
        <w:t xml:space="preserve">, </w:t>
      </w:r>
      <w:r w:rsidRPr="002813C1">
        <w:t>pendait</w:t>
      </w:r>
      <w:r w:rsidR="00B77E03">
        <w:t xml:space="preserve"> ; </w:t>
      </w:r>
      <w:r w:rsidRPr="002813C1">
        <w:t>des rides profondes sillonnaient son front crispé</w:t>
      </w:r>
      <w:r w:rsidR="00B77E03">
        <w:t xml:space="preserve">, </w:t>
      </w:r>
      <w:r w:rsidRPr="002813C1">
        <w:t>et ses rares cheveux</w:t>
      </w:r>
      <w:r w:rsidR="00B77E03">
        <w:t xml:space="preserve">, </w:t>
      </w:r>
      <w:r w:rsidRPr="002813C1">
        <w:t>en désordre</w:t>
      </w:r>
      <w:r w:rsidR="00B77E03">
        <w:t xml:space="preserve">, </w:t>
      </w:r>
      <w:r w:rsidRPr="002813C1">
        <w:t>roides encore des cosmétiques de la veille</w:t>
      </w:r>
      <w:r w:rsidR="00B77E03">
        <w:t xml:space="preserve">, </w:t>
      </w:r>
      <w:r w:rsidRPr="002813C1">
        <w:t>ne suffisaient pas à dissimuler sa calvitie</w:t>
      </w:r>
      <w:r w:rsidR="00B77E03">
        <w:t>…</w:t>
      </w:r>
    </w:p>
    <w:p w14:paraId="339C5B75" w14:textId="77777777" w:rsidR="00B77E03" w:rsidRDefault="0024252B" w:rsidP="00B77E03">
      <w:r w:rsidRPr="002813C1">
        <w:t>Mais</w:t>
      </w:r>
      <w:r w:rsidR="00B77E03">
        <w:t xml:space="preserve">, </w:t>
      </w:r>
      <w:r w:rsidRPr="002813C1">
        <w:t>plus que tout le reste</w:t>
      </w:r>
      <w:r w:rsidR="00B77E03">
        <w:t xml:space="preserve">, </w:t>
      </w:r>
      <w:r w:rsidRPr="002813C1">
        <w:t>son œil morne et sans chaleur accusait une écrasante lassitude</w:t>
      </w:r>
      <w:r w:rsidR="00B77E03">
        <w:t xml:space="preserve">, </w:t>
      </w:r>
      <w:r w:rsidRPr="002813C1">
        <w:t>dont il essayait peut-être de triompher à grands coups de vin de Madère</w:t>
      </w:r>
      <w:r w:rsidR="00B77E03">
        <w:t>.</w:t>
      </w:r>
    </w:p>
    <w:p w14:paraId="4DEA9972" w14:textId="77777777" w:rsidR="00B77E03" w:rsidRDefault="0024252B" w:rsidP="00B77E03">
      <w:r w:rsidRPr="002813C1">
        <w:t>C</w:t>
      </w:r>
      <w:r w:rsidR="00B77E03">
        <w:t>’</w:t>
      </w:r>
      <w:r w:rsidRPr="002813C1">
        <w:t>est qu</w:t>
      </w:r>
      <w:r w:rsidR="00B77E03">
        <w:t>’</w:t>
      </w:r>
      <w:r w:rsidRPr="002813C1">
        <w:t>il avait eu d</w:t>
      </w:r>
      <w:r w:rsidR="00B77E03">
        <w:t>’</w:t>
      </w:r>
      <w:r w:rsidRPr="002813C1">
        <w:t>effrayantes réflexions depuis une semaine</w:t>
      </w:r>
      <w:r w:rsidR="00B77E03">
        <w:t>.</w:t>
      </w:r>
    </w:p>
    <w:p w14:paraId="70B97F33" w14:textId="77777777" w:rsidR="00B77E03" w:rsidRDefault="0024252B" w:rsidP="00B77E03">
      <w:r w:rsidRPr="002813C1">
        <w:t>On est viveur</w:t>
      </w:r>
      <w:r w:rsidR="00B77E03">
        <w:t>, « </w:t>
      </w:r>
      <w:r w:rsidRPr="002813C1">
        <w:t>noceur</w:t>
      </w:r>
      <w:r w:rsidR="00B77E03">
        <w:t>, »</w:t>
      </w:r>
      <w:r w:rsidRPr="002813C1">
        <w:t xml:space="preserve"> on n</w:t>
      </w:r>
      <w:r w:rsidR="00B77E03">
        <w:t>’</w:t>
      </w:r>
      <w:r w:rsidRPr="002813C1">
        <w:t>a</w:t>
      </w:r>
      <w:r w:rsidR="00B77E03">
        <w:t xml:space="preserve">, – </w:t>
      </w:r>
      <w:r w:rsidRPr="002813C1">
        <w:t>et on s</w:t>
      </w:r>
      <w:r w:rsidR="00B77E03">
        <w:t>’</w:t>
      </w:r>
      <w:r w:rsidRPr="002813C1">
        <w:t>en vante</w:t>
      </w:r>
      <w:r w:rsidR="00B77E03">
        <w:t xml:space="preserve">, – </w:t>
      </w:r>
      <w:r w:rsidRPr="002813C1">
        <w:t>ni foi</w:t>
      </w:r>
      <w:r w:rsidR="00B77E03">
        <w:t xml:space="preserve">, </w:t>
      </w:r>
      <w:r w:rsidRPr="002813C1">
        <w:t>ni loi</w:t>
      </w:r>
      <w:r w:rsidR="00B77E03">
        <w:t xml:space="preserve">, </w:t>
      </w:r>
      <w:r w:rsidRPr="002813C1">
        <w:t>ni conscience</w:t>
      </w:r>
      <w:r w:rsidR="00B77E03">
        <w:t xml:space="preserve">, </w:t>
      </w:r>
      <w:r w:rsidRPr="002813C1">
        <w:t>ni moralité</w:t>
      </w:r>
      <w:r w:rsidR="00B77E03">
        <w:t xml:space="preserve"> ; </w:t>
      </w:r>
      <w:r w:rsidRPr="002813C1">
        <w:t>on se moque de Dieu et du diable</w:t>
      </w:r>
      <w:r w:rsidR="00B77E03">
        <w:t xml:space="preserve">… </w:t>
      </w:r>
      <w:r w:rsidRPr="002813C1">
        <w:t>Il n</w:t>
      </w:r>
      <w:r w:rsidR="00B77E03">
        <w:t>’</w:t>
      </w:r>
      <w:r w:rsidRPr="002813C1">
        <w:t>en est pas moins vrai que ce n</w:t>
      </w:r>
      <w:r w:rsidR="00B77E03">
        <w:t>’</w:t>
      </w:r>
      <w:r w:rsidRPr="002813C1">
        <w:t>est pas sans d</w:t>
      </w:r>
      <w:r w:rsidR="00B77E03">
        <w:t>’</w:t>
      </w:r>
      <w:r w:rsidRPr="002813C1">
        <w:t>horribles déchirements que</w:t>
      </w:r>
      <w:r w:rsidR="00B77E03">
        <w:t xml:space="preserve">, </w:t>
      </w:r>
      <w:r w:rsidRPr="002813C1">
        <w:t>pour la première fois</w:t>
      </w:r>
      <w:r w:rsidR="00B77E03">
        <w:t xml:space="preserve">, </w:t>
      </w:r>
      <w:r w:rsidRPr="002813C1">
        <w:t>on va jusqu</w:t>
      </w:r>
      <w:r w:rsidR="00B77E03">
        <w:t>’</w:t>
      </w:r>
      <w:r w:rsidRPr="002813C1">
        <w:t>au crime positif</w:t>
      </w:r>
      <w:r w:rsidR="00B77E03">
        <w:t xml:space="preserve">, </w:t>
      </w:r>
      <w:r w:rsidRPr="002813C1">
        <w:t>prévu par le Code</w:t>
      </w:r>
      <w:r w:rsidR="00B77E03">
        <w:t xml:space="preserve">, </w:t>
      </w:r>
      <w:r w:rsidRPr="002813C1">
        <w:t>qualifié</w:t>
      </w:r>
      <w:r w:rsidR="00B77E03">
        <w:t xml:space="preserve">, </w:t>
      </w:r>
      <w:r w:rsidRPr="002813C1">
        <w:t>justiciable du jury et punissable des galères</w:t>
      </w:r>
      <w:r w:rsidR="00B77E03">
        <w:t>…</w:t>
      </w:r>
    </w:p>
    <w:p w14:paraId="37820171" w14:textId="42FEF67E" w:rsidR="00B77E03" w:rsidRDefault="0024252B" w:rsidP="00B77E03">
      <w:r w:rsidRPr="002813C1">
        <w:t xml:space="preserve">Et qui eût pu dire combien </w:t>
      </w:r>
      <w:r w:rsidR="00B77E03">
        <w:t>M. </w:t>
      </w:r>
      <w:r w:rsidRPr="002813C1">
        <w:t xml:space="preserve">le marquis de </w:t>
      </w:r>
      <w:proofErr w:type="spellStart"/>
      <w:r w:rsidRPr="002813C1">
        <w:t>Valorsay</w:t>
      </w:r>
      <w:proofErr w:type="spellEnd"/>
      <w:r w:rsidRPr="002813C1">
        <w:t xml:space="preserve"> avait commis de ces crimes</w:t>
      </w:r>
      <w:r w:rsidR="00B77E03">
        <w:t xml:space="preserve">, </w:t>
      </w:r>
      <w:r w:rsidRPr="002813C1">
        <w:t>depuis le jour où il avait armé de cartes biseautés son complice</w:t>
      </w:r>
      <w:r w:rsidR="00B77E03">
        <w:t xml:space="preserve">, </w:t>
      </w:r>
      <w:r w:rsidRPr="002813C1">
        <w:t xml:space="preserve">le vicomte de </w:t>
      </w:r>
      <w:proofErr w:type="spellStart"/>
      <w:r w:rsidRPr="002813C1">
        <w:t>Coralth</w:t>
      </w:r>
      <w:proofErr w:type="spellEnd"/>
      <w:r w:rsidR="00B77E03">
        <w:t> ?</w:t>
      </w:r>
    </w:p>
    <w:p w14:paraId="2FA00C14" w14:textId="0B122F85" w:rsidR="00B77E03" w:rsidRDefault="0024252B" w:rsidP="00B77E03">
      <w:r w:rsidRPr="002813C1">
        <w:t>Sans cela</w:t>
      </w:r>
      <w:r w:rsidR="00B77E03">
        <w:t xml:space="preserve">, </w:t>
      </w:r>
      <w:r w:rsidRPr="002813C1">
        <w:t>même</w:t>
      </w:r>
      <w:r w:rsidR="00B77E03">
        <w:t xml:space="preserve">, </w:t>
      </w:r>
      <w:r w:rsidRPr="002813C1">
        <w:t>n</w:t>
      </w:r>
      <w:r w:rsidR="00B77E03">
        <w:t>’</w:t>
      </w:r>
      <w:r w:rsidRPr="002813C1">
        <w:t>avait-elle pas quelque chose d</w:t>
      </w:r>
      <w:r w:rsidR="00B77E03">
        <w:t>’</w:t>
      </w:r>
      <w:r w:rsidRPr="002813C1">
        <w:t>atroce et de poignant</w:t>
      </w:r>
      <w:r w:rsidR="00B77E03">
        <w:t xml:space="preserve">, </w:t>
      </w:r>
      <w:r w:rsidRPr="002813C1">
        <w:t>la situation de ce millionnaire ruiné</w:t>
      </w:r>
      <w:r w:rsidR="00B77E03">
        <w:t xml:space="preserve">, </w:t>
      </w:r>
      <w:r w:rsidRPr="002813C1">
        <w:t>qui disputait à ses créanciers ses dernières apparences de splendeur avec l</w:t>
      </w:r>
      <w:r w:rsidR="00B77E03">
        <w:t>’</w:t>
      </w:r>
      <w:r w:rsidRPr="002813C1">
        <w:t>âpre énergie d</w:t>
      </w:r>
      <w:r w:rsidR="00B77E03">
        <w:t>’</w:t>
      </w:r>
      <w:r w:rsidRPr="002813C1">
        <w:t>un naufragé disputant une épave</w:t>
      </w:r>
      <w:r w:rsidR="00B77E03">
        <w:t xml:space="preserve">. </w:t>
      </w:r>
      <w:r w:rsidRPr="002813C1">
        <w:t>N</w:t>
      </w:r>
      <w:r w:rsidR="00B77E03">
        <w:t>’</w:t>
      </w:r>
      <w:r w:rsidRPr="002813C1">
        <w:t>endurait-il pas les tortures de l</w:t>
      </w:r>
      <w:r w:rsidR="00B77E03">
        <w:t>’</w:t>
      </w:r>
      <w:r w:rsidRPr="002813C1">
        <w:t>enfer</w:t>
      </w:r>
      <w:r w:rsidR="00B77E03">
        <w:t xml:space="preserve">, </w:t>
      </w:r>
      <w:r w:rsidRPr="002813C1">
        <w:t>ainsi qu</w:t>
      </w:r>
      <w:r w:rsidR="00B77E03">
        <w:t>’</w:t>
      </w:r>
      <w:r w:rsidRPr="002813C1">
        <w:t>il l</w:t>
      </w:r>
      <w:r w:rsidR="00B77E03">
        <w:t>’</w:t>
      </w:r>
      <w:r w:rsidRPr="002813C1">
        <w:t xml:space="preserve">avait avoué à </w:t>
      </w:r>
      <w:r w:rsidR="00B77E03">
        <w:t>M. </w:t>
      </w:r>
      <w:r w:rsidRPr="002813C1">
        <w:t>Fortunat</w:t>
      </w:r>
      <w:r w:rsidR="00B77E03">
        <w:t xml:space="preserve">, </w:t>
      </w:r>
      <w:r w:rsidRPr="002813C1">
        <w:t>à vivre</w:t>
      </w:r>
      <w:r w:rsidR="00B77E03">
        <w:t xml:space="preserve">, </w:t>
      </w:r>
      <w:r w:rsidRPr="002813C1">
        <w:t>sans un sou vaillant parfois</w:t>
      </w:r>
      <w:r w:rsidR="00B77E03">
        <w:t xml:space="preserve">, </w:t>
      </w:r>
      <w:r w:rsidRPr="002813C1">
        <w:t>au milieu de ce grand luxe</w:t>
      </w:r>
      <w:r w:rsidR="00B77E03">
        <w:t xml:space="preserve">, </w:t>
      </w:r>
      <w:r w:rsidRPr="002813C1">
        <w:t>et à soutenir cet étonnant mensonge sous l</w:t>
      </w:r>
      <w:r w:rsidR="00B77E03">
        <w:t>’</w:t>
      </w:r>
      <w:r w:rsidRPr="002813C1">
        <w:t>œil sans pitié de trente valets</w:t>
      </w:r>
      <w:r w:rsidR="00B77E03">
        <w:t> ?</w:t>
      </w:r>
    </w:p>
    <w:p w14:paraId="4A718B49" w14:textId="77777777" w:rsidR="00B77E03" w:rsidRDefault="0024252B" w:rsidP="00B77E03">
      <w:r w:rsidRPr="002813C1">
        <w:t>Ses angoisses</w:t>
      </w:r>
      <w:r w:rsidR="00B77E03">
        <w:t xml:space="preserve">, </w:t>
      </w:r>
      <w:r w:rsidRPr="002813C1">
        <w:t>enfin</w:t>
      </w:r>
      <w:r w:rsidR="00B77E03">
        <w:t xml:space="preserve">, </w:t>
      </w:r>
      <w:r w:rsidRPr="002813C1">
        <w:t>lorsqu</w:t>
      </w:r>
      <w:r w:rsidR="00B77E03">
        <w:t>’</w:t>
      </w:r>
      <w:r w:rsidRPr="002813C1">
        <w:t>il songeait à combien peu tenait sa position</w:t>
      </w:r>
      <w:r w:rsidR="00B77E03">
        <w:t xml:space="preserve">, </w:t>
      </w:r>
      <w:r w:rsidRPr="002813C1">
        <w:t xml:space="preserve">ne pouvaient-elles pas être comparées à </w:t>
      </w:r>
      <w:r w:rsidRPr="002813C1">
        <w:lastRenderedPageBreak/>
        <w:t>celles du mineur</w:t>
      </w:r>
      <w:r w:rsidR="00B77E03">
        <w:t xml:space="preserve">, </w:t>
      </w:r>
      <w:r w:rsidRPr="002813C1">
        <w:t>qui au moment où on le monte du fond de la mine</w:t>
      </w:r>
      <w:r w:rsidR="00B77E03">
        <w:t xml:space="preserve">, </w:t>
      </w:r>
      <w:r w:rsidRPr="002813C1">
        <w:t>voit se détendre</w:t>
      </w:r>
      <w:r w:rsidR="00B77E03">
        <w:t xml:space="preserve">, </w:t>
      </w:r>
      <w:r w:rsidRPr="002813C1">
        <w:t>éclater brin à brin</w:t>
      </w:r>
      <w:r w:rsidR="00B77E03">
        <w:t xml:space="preserve">, </w:t>
      </w:r>
      <w:r w:rsidRPr="002813C1">
        <w:t>le câble où est suspendue sa vie</w:t>
      </w:r>
      <w:r w:rsidR="00B77E03">
        <w:t xml:space="preserve">, </w:t>
      </w:r>
      <w:r w:rsidRPr="002813C1">
        <w:t>et qui se demande si les quelques fils qui le soutiennent seront assez forts pour le hisser jusqu</w:t>
      </w:r>
      <w:r w:rsidR="00B77E03">
        <w:t>’</w:t>
      </w:r>
      <w:r w:rsidRPr="002813C1">
        <w:t>à l</w:t>
      </w:r>
      <w:r w:rsidR="00B77E03">
        <w:t>’</w:t>
      </w:r>
      <w:r w:rsidRPr="002813C1">
        <w:t>orifice du puits</w:t>
      </w:r>
      <w:r w:rsidR="00B77E03">
        <w:t>…</w:t>
      </w:r>
    </w:p>
    <w:p w14:paraId="7455590D" w14:textId="77777777" w:rsidR="00B77E03" w:rsidRDefault="0024252B" w:rsidP="00B77E03">
      <w:r w:rsidRPr="002813C1">
        <w:t>Pascal eut la perception très-nette et très-distincte de cette effroyable agonie de son ennemi</w:t>
      </w:r>
      <w:r w:rsidR="00B77E03">
        <w:t xml:space="preserve">, </w:t>
      </w:r>
      <w:r w:rsidRPr="002813C1">
        <w:t>et il en éprouva un sentiment de bien-être</w:t>
      </w:r>
      <w:r w:rsidR="00B77E03">
        <w:t xml:space="preserve">, </w:t>
      </w:r>
      <w:r w:rsidRPr="002813C1">
        <w:t>comme si une rosée céleste fût descendue sur ses propres douleurs</w:t>
      </w:r>
      <w:r w:rsidR="00B77E03">
        <w:t xml:space="preserve">… </w:t>
      </w:r>
      <w:r w:rsidRPr="002813C1">
        <w:t>C</w:t>
      </w:r>
      <w:r w:rsidR="00B77E03">
        <w:t>’</w:t>
      </w:r>
      <w:r w:rsidRPr="002813C1">
        <w:t>était le commencement de sa vengeance</w:t>
      </w:r>
      <w:r w:rsidR="00B77E03">
        <w:t>…</w:t>
      </w:r>
    </w:p>
    <w:p w14:paraId="66A71ECD" w14:textId="45644318" w:rsidR="00B77E03" w:rsidRDefault="0024252B" w:rsidP="00B77E03">
      <w:r w:rsidRPr="002813C1">
        <w:t xml:space="preserve">Mais le </w:t>
      </w:r>
      <w:r w:rsidR="00B77E03">
        <w:t>« </w:t>
      </w:r>
      <w:r w:rsidRPr="002813C1">
        <w:t>petit moment</w:t>
      </w:r>
      <w:r w:rsidR="00B77E03">
        <w:t> »</w:t>
      </w:r>
      <w:r w:rsidRPr="002813C1">
        <w:t xml:space="preserve"> réclamé par </w:t>
      </w:r>
      <w:r w:rsidR="00B77E03">
        <w:t>M. de </w:t>
      </w:r>
      <w:proofErr w:type="spellStart"/>
      <w:r w:rsidRPr="002813C1">
        <w:t>Valorsay</w:t>
      </w:r>
      <w:proofErr w:type="spellEnd"/>
      <w:r w:rsidRPr="002813C1">
        <w:t xml:space="preserve"> durait depuis plus d</w:t>
      </w:r>
      <w:r w:rsidR="00B77E03">
        <w:t>’</w:t>
      </w:r>
      <w:r w:rsidRPr="002813C1">
        <w:t>un quart d</w:t>
      </w:r>
      <w:r w:rsidR="00B77E03">
        <w:t>’</w:t>
      </w:r>
      <w:r w:rsidRPr="002813C1">
        <w:t>heure</w:t>
      </w:r>
      <w:r w:rsidR="00B77E03">
        <w:t xml:space="preserve">, </w:t>
      </w:r>
      <w:r w:rsidRPr="002813C1">
        <w:t>et il n</w:t>
      </w:r>
      <w:r w:rsidR="00B77E03">
        <w:t>’</w:t>
      </w:r>
      <w:r w:rsidRPr="002813C1">
        <w:t>en finissait pas</w:t>
      </w:r>
      <w:r w:rsidR="00B77E03">
        <w:t>…</w:t>
      </w:r>
    </w:p>
    <w:p w14:paraId="4FCFB165" w14:textId="77777777" w:rsidR="00B77E03" w:rsidRDefault="00B77E03" w:rsidP="00B77E03">
      <w:r>
        <w:t>— </w:t>
      </w:r>
      <w:r w:rsidR="0024252B" w:rsidRPr="002813C1">
        <w:t>Que diable fait-il</w:t>
      </w:r>
      <w:r>
        <w:t xml:space="preserve"> ?… </w:t>
      </w:r>
      <w:r w:rsidR="0024252B" w:rsidRPr="002813C1">
        <w:t>se demandait Pascal</w:t>
      </w:r>
      <w:r>
        <w:t xml:space="preserve">, </w:t>
      </w:r>
      <w:r w:rsidR="0024252B" w:rsidRPr="002813C1">
        <w:t>qui suivait curieusement ses moindres mouvements</w:t>
      </w:r>
      <w:r>
        <w:t>…</w:t>
      </w:r>
    </w:p>
    <w:p w14:paraId="2BF6C69F" w14:textId="77777777" w:rsidR="00B77E03" w:rsidRDefault="0024252B" w:rsidP="00B77E03">
      <w:r w:rsidRPr="002813C1">
        <w:t>Le marquis avait tout autour de lui</w:t>
      </w:r>
      <w:r w:rsidR="00B77E03">
        <w:t xml:space="preserve">, </w:t>
      </w:r>
      <w:r w:rsidRPr="002813C1">
        <w:t>sur sa table</w:t>
      </w:r>
      <w:r w:rsidR="00B77E03">
        <w:t xml:space="preserve">, </w:t>
      </w:r>
      <w:r w:rsidRPr="002813C1">
        <w:t>sur des chaises</w:t>
      </w:r>
      <w:r w:rsidR="00B77E03">
        <w:t xml:space="preserve">, </w:t>
      </w:r>
      <w:r w:rsidRPr="002813C1">
        <w:t>et jusque par terre</w:t>
      </w:r>
      <w:r w:rsidR="00B77E03">
        <w:t xml:space="preserve">, </w:t>
      </w:r>
      <w:r w:rsidRPr="002813C1">
        <w:t>des collections de journaux de sport</w:t>
      </w:r>
      <w:r w:rsidR="00B77E03">
        <w:t xml:space="preserve">… </w:t>
      </w:r>
      <w:r w:rsidRPr="002813C1">
        <w:t>Il les prenait les uns après les autres</w:t>
      </w:r>
      <w:r w:rsidR="00B77E03">
        <w:t xml:space="preserve">, </w:t>
      </w:r>
      <w:r w:rsidRPr="002813C1">
        <w:t>les dépliait</w:t>
      </w:r>
      <w:r w:rsidR="00B77E03">
        <w:t xml:space="preserve">, </w:t>
      </w:r>
      <w:r w:rsidRPr="002813C1">
        <w:t>les parcourait d</w:t>
      </w:r>
      <w:r w:rsidR="00B77E03">
        <w:t>’</w:t>
      </w:r>
      <w:r w:rsidRPr="002813C1">
        <w:t>un regard rapide et exercé</w:t>
      </w:r>
      <w:r w:rsidR="00B77E03">
        <w:t xml:space="preserve">, </w:t>
      </w:r>
      <w:r w:rsidRPr="002813C1">
        <w:t>et selon qu</w:t>
      </w:r>
      <w:r w:rsidR="00B77E03">
        <w:t>’</w:t>
      </w:r>
      <w:r w:rsidRPr="002813C1">
        <w:t>ils contenaient ou non ce qu</w:t>
      </w:r>
      <w:r w:rsidR="00B77E03">
        <w:t>’</w:t>
      </w:r>
      <w:r w:rsidRPr="002813C1">
        <w:t>il souhaitait</w:t>
      </w:r>
      <w:r w:rsidR="00B77E03">
        <w:t xml:space="preserve">, </w:t>
      </w:r>
      <w:r w:rsidRPr="002813C1">
        <w:t>il les jetait ou les plaçait en tas</w:t>
      </w:r>
      <w:r w:rsidR="00B77E03">
        <w:t xml:space="preserve">, </w:t>
      </w:r>
      <w:r w:rsidRPr="002813C1">
        <w:t>devant lui</w:t>
      </w:r>
      <w:r w:rsidR="00B77E03">
        <w:t xml:space="preserve">, </w:t>
      </w:r>
      <w:r w:rsidRPr="002813C1">
        <w:t>après les avoir annotés au crayon rouge</w:t>
      </w:r>
      <w:r w:rsidR="00B77E03">
        <w:t>.</w:t>
      </w:r>
    </w:p>
    <w:p w14:paraId="55231680" w14:textId="77777777" w:rsidR="00B77E03" w:rsidRDefault="0024252B" w:rsidP="00B77E03">
      <w:r w:rsidRPr="002813C1">
        <w:t>Ce ne fut pourtant qu</w:t>
      </w:r>
      <w:r w:rsidR="00B77E03">
        <w:t>’</w:t>
      </w:r>
      <w:r w:rsidRPr="002813C1">
        <w:t>après plusieurs minutes encore qu</w:t>
      </w:r>
      <w:r w:rsidR="00B77E03">
        <w:t>’</w:t>
      </w:r>
      <w:r w:rsidRPr="002813C1">
        <w:t>il parut s</w:t>
      </w:r>
      <w:r w:rsidR="00B77E03">
        <w:t>’</w:t>
      </w:r>
      <w:r w:rsidRPr="002813C1">
        <w:t>apercevoir du temps écoulé</w:t>
      </w:r>
      <w:r w:rsidR="00B77E03">
        <w:t xml:space="preserve">, </w:t>
      </w:r>
      <w:r w:rsidRPr="002813C1">
        <w:t>et aussitôt</w:t>
      </w:r>
      <w:r w:rsidR="00B77E03">
        <w:t xml:space="preserve">, </w:t>
      </w:r>
      <w:r w:rsidRPr="002813C1">
        <w:t>craignant sans doute que Pascal ne s</w:t>
      </w:r>
      <w:r w:rsidR="00B77E03">
        <w:t>’</w:t>
      </w:r>
      <w:r w:rsidRPr="002813C1">
        <w:t>impatientât</w:t>
      </w:r>
      <w:r w:rsidR="00B77E03">
        <w:t> :</w:t>
      </w:r>
    </w:p>
    <w:p w14:paraId="617A807B" w14:textId="77777777" w:rsidR="00B77E03" w:rsidRDefault="00B77E03" w:rsidP="00B77E03">
      <w:r>
        <w:t>— </w:t>
      </w:r>
      <w:r w:rsidR="0024252B" w:rsidRPr="002813C1">
        <w:t>Je suis véritablement fâché</w:t>
      </w:r>
      <w:r>
        <w:t xml:space="preserve">, </w:t>
      </w:r>
      <w:r w:rsidR="0024252B" w:rsidRPr="002813C1">
        <w:t>monsieur</w:t>
      </w:r>
      <w:r>
        <w:t xml:space="preserve">, </w:t>
      </w:r>
      <w:r w:rsidR="0024252B" w:rsidRPr="002813C1">
        <w:t>prononça-t-il</w:t>
      </w:r>
      <w:r>
        <w:t xml:space="preserve">, </w:t>
      </w:r>
      <w:r w:rsidR="0024252B" w:rsidRPr="002813C1">
        <w:t>de vous faire droguer ainsi</w:t>
      </w:r>
      <w:r>
        <w:t xml:space="preserve">, </w:t>
      </w:r>
      <w:r w:rsidR="0024252B" w:rsidRPr="002813C1">
        <w:t>mais on attend le travail que j</w:t>
      </w:r>
      <w:r>
        <w:t>’</w:t>
      </w:r>
      <w:r w:rsidR="0024252B" w:rsidRPr="002813C1">
        <w:t>achève</w:t>
      </w:r>
      <w:r>
        <w:t>…</w:t>
      </w:r>
    </w:p>
    <w:p w14:paraId="17CAA117" w14:textId="77777777" w:rsidR="00B77E03" w:rsidRDefault="00B77E03" w:rsidP="00B77E03">
      <w:r>
        <w:t>— </w:t>
      </w:r>
      <w:r w:rsidR="0024252B" w:rsidRPr="002813C1">
        <w:t>Oh</w:t>
      </w:r>
      <w:r>
        <w:t xml:space="preserve"> !… </w:t>
      </w:r>
      <w:r w:rsidR="0024252B" w:rsidRPr="002813C1">
        <w:t>continuez</w:t>
      </w:r>
      <w:r>
        <w:t xml:space="preserve">, </w:t>
      </w:r>
      <w:r w:rsidR="0024252B" w:rsidRPr="002813C1">
        <w:t>monsieur le marquis</w:t>
      </w:r>
      <w:r>
        <w:t xml:space="preserve">, </w:t>
      </w:r>
      <w:r w:rsidR="0024252B" w:rsidRPr="002813C1">
        <w:t>répondit Pascal</w:t>
      </w:r>
      <w:r>
        <w:t xml:space="preserve">, </w:t>
      </w:r>
      <w:r w:rsidR="0024252B" w:rsidRPr="002813C1">
        <w:t>continuez</w:t>
      </w:r>
      <w:r>
        <w:t xml:space="preserve">… </w:t>
      </w:r>
      <w:r w:rsidR="0024252B" w:rsidRPr="002813C1">
        <w:t>Par extraordinaire j</w:t>
      </w:r>
      <w:r>
        <w:t>’</w:t>
      </w:r>
      <w:r w:rsidR="0024252B" w:rsidRPr="002813C1">
        <w:t>ai un peu de temps à moi</w:t>
      </w:r>
      <w:r>
        <w:t xml:space="preserve">… </w:t>
      </w:r>
      <w:r w:rsidR="0024252B" w:rsidRPr="002813C1">
        <w:t>J</w:t>
      </w:r>
      <w:r>
        <w:t>’</w:t>
      </w:r>
      <w:r w:rsidR="0024252B" w:rsidRPr="002813C1">
        <w:t>en serai quitte</w:t>
      </w:r>
      <w:r>
        <w:t xml:space="preserve">, </w:t>
      </w:r>
      <w:r w:rsidR="0024252B" w:rsidRPr="002813C1">
        <w:t>d</w:t>
      </w:r>
      <w:r>
        <w:t>’</w:t>
      </w:r>
      <w:r w:rsidR="0024252B" w:rsidRPr="002813C1">
        <w:t>ailleurs</w:t>
      </w:r>
      <w:r>
        <w:t xml:space="preserve">, </w:t>
      </w:r>
      <w:r w:rsidR="0024252B" w:rsidRPr="002813C1">
        <w:t>pour déjeuner plus vite</w:t>
      </w:r>
      <w:r>
        <w:t>.</w:t>
      </w:r>
    </w:p>
    <w:p w14:paraId="3DBC7D30" w14:textId="77777777" w:rsidR="00B77E03" w:rsidRDefault="0024252B" w:rsidP="00B77E03">
      <w:r w:rsidRPr="002813C1">
        <w:lastRenderedPageBreak/>
        <w:t>C</w:t>
      </w:r>
      <w:r w:rsidR="00B77E03">
        <w:t>’</w:t>
      </w:r>
      <w:r w:rsidRPr="002813C1">
        <w:t>était une politesse</w:t>
      </w:r>
      <w:r w:rsidR="00B77E03">
        <w:t xml:space="preserve">… </w:t>
      </w:r>
      <w:r w:rsidRPr="002813C1">
        <w:t>Le marquis crut devoir y répondre</w:t>
      </w:r>
      <w:r w:rsidR="00B77E03">
        <w:t xml:space="preserve">, </w:t>
      </w:r>
      <w:r w:rsidRPr="002813C1">
        <w:t>et tout en lisant et en annotant tour à tour</w:t>
      </w:r>
      <w:r w:rsidR="00B77E03">
        <w:t xml:space="preserve">, </w:t>
      </w:r>
      <w:r w:rsidRPr="002813C1">
        <w:t>il daigna expliquer sa besogne</w:t>
      </w:r>
      <w:r w:rsidR="00B77E03">
        <w:t>.</w:t>
      </w:r>
    </w:p>
    <w:p w14:paraId="4C6E7A50" w14:textId="77777777" w:rsidR="00B77E03" w:rsidRDefault="00B77E03" w:rsidP="00B77E03">
      <w:r>
        <w:t>— </w:t>
      </w:r>
      <w:r w:rsidR="0024252B" w:rsidRPr="002813C1">
        <w:t>C</w:t>
      </w:r>
      <w:r>
        <w:t>’</w:t>
      </w:r>
      <w:r w:rsidR="0024252B" w:rsidRPr="002813C1">
        <w:t>est un métier de rogne-papier que je fais là</w:t>
      </w:r>
      <w:r>
        <w:t xml:space="preserve">, </w:t>
      </w:r>
      <w:r w:rsidR="0024252B" w:rsidRPr="002813C1">
        <w:t>reprit-il</w:t>
      </w:r>
      <w:r>
        <w:t xml:space="preserve">… </w:t>
      </w:r>
      <w:r w:rsidR="0024252B" w:rsidRPr="002813C1">
        <w:t>J</w:t>
      </w:r>
      <w:r>
        <w:t>’</w:t>
      </w:r>
      <w:r w:rsidR="0024252B" w:rsidRPr="002813C1">
        <w:t>ai vendu</w:t>
      </w:r>
      <w:r>
        <w:t xml:space="preserve">, </w:t>
      </w:r>
      <w:r w:rsidR="0024252B" w:rsidRPr="002813C1">
        <w:t>il y a quelques jours</w:t>
      </w:r>
      <w:r>
        <w:t xml:space="preserve">, </w:t>
      </w:r>
      <w:r w:rsidR="0024252B" w:rsidRPr="002813C1">
        <w:t>sept de mes chevaux de courses</w:t>
      </w:r>
      <w:r>
        <w:t xml:space="preserve">, </w:t>
      </w:r>
      <w:r w:rsidR="0024252B" w:rsidRPr="002813C1">
        <w:t>dont deux hors ligne</w:t>
      </w:r>
      <w:r>
        <w:t xml:space="preserve">, </w:t>
      </w:r>
      <w:r w:rsidR="0024252B" w:rsidRPr="002813C1">
        <w:t>et l</w:t>
      </w:r>
      <w:r>
        <w:t>’</w:t>
      </w:r>
      <w:r w:rsidR="0024252B" w:rsidRPr="002813C1">
        <w:t>acquéreur</w:t>
      </w:r>
      <w:r>
        <w:t xml:space="preserve">, </w:t>
      </w:r>
      <w:r w:rsidR="0024252B" w:rsidRPr="002813C1">
        <w:t>comme de raison</w:t>
      </w:r>
      <w:r>
        <w:t xml:space="preserve">, </w:t>
      </w:r>
      <w:r w:rsidR="0024252B" w:rsidRPr="002813C1">
        <w:t>en me versant le prix convenu</w:t>
      </w:r>
      <w:r>
        <w:t xml:space="preserve">, </w:t>
      </w:r>
      <w:r w:rsidR="0024252B" w:rsidRPr="002813C1">
        <w:t>a reçu l</w:t>
      </w:r>
      <w:r>
        <w:t>’</w:t>
      </w:r>
      <w:r w:rsidR="0024252B" w:rsidRPr="002813C1">
        <w:t>état exact et légalisé des performances de chacun d</w:t>
      </w:r>
      <w:r>
        <w:t>’</w:t>
      </w:r>
      <w:r w:rsidR="0024252B" w:rsidRPr="002813C1">
        <w:t>eux</w:t>
      </w:r>
      <w:r>
        <w:t xml:space="preserve">… </w:t>
      </w:r>
      <w:r w:rsidR="0024252B" w:rsidRPr="002813C1">
        <w:t>leur biographie</w:t>
      </w:r>
      <w:r>
        <w:t xml:space="preserve">, </w:t>
      </w:r>
      <w:r w:rsidR="0024252B" w:rsidRPr="002813C1">
        <w:t>autrement dit</w:t>
      </w:r>
      <w:r>
        <w:t xml:space="preserve">… </w:t>
      </w:r>
      <w:r w:rsidR="0024252B" w:rsidRPr="002813C1">
        <w:t>Mais voici que ce monsieur n</w:t>
      </w:r>
      <w:r>
        <w:t>’</w:t>
      </w:r>
      <w:r w:rsidR="0024252B" w:rsidRPr="002813C1">
        <w:t>est pas satisfait</w:t>
      </w:r>
      <w:r>
        <w:t xml:space="preserve">, </w:t>
      </w:r>
      <w:r w:rsidR="0024252B" w:rsidRPr="002813C1">
        <w:t>et il s</w:t>
      </w:r>
      <w:r>
        <w:t>’</w:t>
      </w:r>
      <w:r w:rsidR="0024252B" w:rsidRPr="002813C1">
        <w:t>est mis en tête d</w:t>
      </w:r>
      <w:r>
        <w:t>’</w:t>
      </w:r>
      <w:r w:rsidR="0024252B" w:rsidRPr="002813C1">
        <w:t>exiger de moi la collection des journaux de sport qui relatent les engagements</w:t>
      </w:r>
      <w:r>
        <w:t xml:space="preserve">, </w:t>
      </w:r>
      <w:r w:rsidR="0024252B" w:rsidRPr="002813C1">
        <w:t>les victoires ou les défaites de ceux de mes chevaux qu</w:t>
      </w:r>
      <w:r>
        <w:t>’</w:t>
      </w:r>
      <w:r w:rsidR="0024252B" w:rsidRPr="002813C1">
        <w:t>il a achetés</w:t>
      </w:r>
      <w:r>
        <w:t xml:space="preserve">… </w:t>
      </w:r>
      <w:r w:rsidR="0024252B" w:rsidRPr="002813C1">
        <w:t>On n</w:t>
      </w:r>
      <w:r>
        <w:t>’</w:t>
      </w:r>
      <w:r w:rsidR="0024252B" w:rsidRPr="002813C1">
        <w:t>est pas stupide à ce point</w:t>
      </w:r>
      <w:r>
        <w:t xml:space="preserve">… </w:t>
      </w:r>
      <w:r w:rsidR="0024252B" w:rsidRPr="002813C1">
        <w:t>Il est vrai que j</w:t>
      </w:r>
      <w:r>
        <w:t>’</w:t>
      </w:r>
      <w:r w:rsidR="0024252B" w:rsidRPr="002813C1">
        <w:t>ai affaire à un étranger</w:t>
      </w:r>
      <w:r>
        <w:t xml:space="preserve">, </w:t>
      </w:r>
      <w:r w:rsidR="0024252B" w:rsidRPr="002813C1">
        <w:t>à un de ces nababs</w:t>
      </w:r>
      <w:r>
        <w:t xml:space="preserve">, </w:t>
      </w:r>
      <w:r w:rsidR="0024252B" w:rsidRPr="002813C1">
        <w:t>à peine barbouillés de civilisation</w:t>
      </w:r>
      <w:r>
        <w:t xml:space="preserve">, </w:t>
      </w:r>
      <w:r w:rsidR="0024252B" w:rsidRPr="002813C1">
        <w:t>qui tous les ans viennent à Paris fondre leurs lingots et qui</w:t>
      </w:r>
      <w:r>
        <w:t xml:space="preserve">, </w:t>
      </w:r>
      <w:r w:rsidR="0024252B" w:rsidRPr="002813C1">
        <w:t>par leurs prodigalités idiotes</w:t>
      </w:r>
      <w:r>
        <w:t xml:space="preserve">, </w:t>
      </w:r>
      <w:r w:rsidR="0024252B" w:rsidRPr="002813C1">
        <w:t>font hausser le prix de toutes choses jusqu</w:t>
      </w:r>
      <w:r>
        <w:t>’</w:t>
      </w:r>
      <w:r w:rsidR="0024252B" w:rsidRPr="002813C1">
        <w:t>à nous rendre la vie impossible</w:t>
      </w:r>
      <w:r>
        <w:t xml:space="preserve">, </w:t>
      </w:r>
      <w:r w:rsidR="0024252B" w:rsidRPr="002813C1">
        <w:t>à nous autres Parisiens</w:t>
      </w:r>
      <w:r>
        <w:t xml:space="preserve">, </w:t>
      </w:r>
      <w:r w:rsidR="0024252B" w:rsidRPr="002813C1">
        <w:t>qui ne voulons pas comme eux flamber notre fortune en deux ans</w:t>
      </w:r>
      <w:r>
        <w:t xml:space="preserve">… </w:t>
      </w:r>
      <w:r w:rsidR="0024252B" w:rsidRPr="002813C1">
        <w:t>C</w:t>
      </w:r>
      <w:r>
        <w:t>’</w:t>
      </w:r>
      <w:r w:rsidR="0024252B" w:rsidRPr="002813C1">
        <w:t>est la peste de notre ville et de notre temps</w:t>
      </w:r>
      <w:r>
        <w:t xml:space="preserve">, </w:t>
      </w:r>
      <w:r w:rsidR="0024252B" w:rsidRPr="002813C1">
        <w:t>ces gens-là qui</w:t>
      </w:r>
      <w:r>
        <w:t xml:space="preserve">, </w:t>
      </w:r>
      <w:r w:rsidR="0024252B" w:rsidRPr="002813C1">
        <w:t>à de rares exceptions près</w:t>
      </w:r>
      <w:r>
        <w:t xml:space="preserve">, </w:t>
      </w:r>
      <w:r w:rsidR="0024252B" w:rsidRPr="002813C1">
        <w:t>ne savent employer leurs millions qu</w:t>
      </w:r>
      <w:r>
        <w:t>’</w:t>
      </w:r>
      <w:r w:rsidR="0024252B" w:rsidRPr="002813C1">
        <w:t>à enrichir une douzaine de drôlesses cosmopolites</w:t>
      </w:r>
      <w:r>
        <w:t xml:space="preserve">, </w:t>
      </w:r>
      <w:r w:rsidR="0024252B" w:rsidRPr="002813C1">
        <w:t>des escrocs</w:t>
      </w:r>
      <w:r>
        <w:t xml:space="preserve">, </w:t>
      </w:r>
      <w:r w:rsidR="0024252B" w:rsidRPr="002813C1">
        <w:t>des restaurateurs et des maquignons</w:t>
      </w:r>
      <w:r>
        <w:t>.</w:t>
      </w:r>
    </w:p>
    <w:p w14:paraId="3D5B7C7D" w14:textId="77777777" w:rsidR="00B77E03" w:rsidRDefault="0024252B" w:rsidP="00B77E03">
      <w:r w:rsidRPr="002813C1">
        <w:t>C</w:t>
      </w:r>
      <w:r w:rsidR="00B77E03">
        <w:t>’</w:t>
      </w:r>
      <w:r w:rsidRPr="002813C1">
        <w:t>est d</w:t>
      </w:r>
      <w:r w:rsidR="00B77E03">
        <w:t>’</w:t>
      </w:r>
      <w:r w:rsidRPr="002813C1">
        <w:t>une mine approbative que Pascal écoutait cette sortie</w:t>
      </w:r>
      <w:r w:rsidR="00B77E03">
        <w:t xml:space="preserve"> ; </w:t>
      </w:r>
      <w:r w:rsidRPr="002813C1">
        <w:t>mais il ne songeait</w:t>
      </w:r>
      <w:r w:rsidR="00B77E03">
        <w:t xml:space="preserve">, </w:t>
      </w:r>
      <w:r w:rsidRPr="002813C1">
        <w:t>en vérité</w:t>
      </w:r>
      <w:r w:rsidR="00B77E03">
        <w:t xml:space="preserve">, </w:t>
      </w:r>
      <w:r w:rsidRPr="002813C1">
        <w:t>qu</w:t>
      </w:r>
      <w:r w:rsidR="00B77E03">
        <w:t>’</w:t>
      </w:r>
      <w:r w:rsidRPr="002813C1">
        <w:t>à cet étranger</w:t>
      </w:r>
      <w:r w:rsidR="00B77E03">
        <w:t xml:space="preserve">, </w:t>
      </w:r>
      <w:r w:rsidRPr="002813C1">
        <w:t>Kami-Bey</w:t>
      </w:r>
      <w:r w:rsidR="00B77E03">
        <w:t xml:space="preserve">, </w:t>
      </w:r>
      <w:r w:rsidRPr="002813C1">
        <w:t>qu</w:t>
      </w:r>
      <w:r w:rsidR="00B77E03">
        <w:t>’</w:t>
      </w:r>
      <w:r w:rsidRPr="002813C1">
        <w:t>il avait vu chez le baron</w:t>
      </w:r>
      <w:r w:rsidR="00B77E03">
        <w:t xml:space="preserve">, </w:t>
      </w:r>
      <w:r w:rsidRPr="002813C1">
        <w:t>il n</w:t>
      </w:r>
      <w:r w:rsidR="00B77E03">
        <w:t>’</w:t>
      </w:r>
      <w:r w:rsidRPr="002813C1">
        <w:t>y avait pas une demi-heure</w:t>
      </w:r>
      <w:r w:rsidR="00B77E03">
        <w:t xml:space="preserve">, </w:t>
      </w:r>
      <w:r w:rsidRPr="002813C1">
        <w:t>et qu</w:t>
      </w:r>
      <w:r w:rsidR="00B77E03">
        <w:t>’</w:t>
      </w:r>
      <w:r w:rsidRPr="002813C1">
        <w:t>il avait entendu se plaindre amèrement de n</w:t>
      </w:r>
      <w:r w:rsidR="00B77E03">
        <w:t>’</w:t>
      </w:r>
      <w:r w:rsidRPr="002813C1">
        <w:t>avoir que des rosses</w:t>
      </w:r>
      <w:r w:rsidR="00B77E03">
        <w:t xml:space="preserve">, </w:t>
      </w:r>
      <w:r w:rsidRPr="002813C1">
        <w:t>alors qu</w:t>
      </w:r>
      <w:r w:rsidR="00B77E03">
        <w:t>’</w:t>
      </w:r>
      <w:r w:rsidRPr="002813C1">
        <w:t>il pensait avoir acheté des chevaux de prix</w:t>
      </w:r>
      <w:r w:rsidR="00B77E03">
        <w:t xml:space="preserve">… </w:t>
      </w:r>
      <w:r w:rsidRPr="002813C1">
        <w:t>Et il se disait</w:t>
      </w:r>
      <w:r w:rsidR="00B77E03">
        <w:t> :</w:t>
      </w:r>
    </w:p>
    <w:p w14:paraId="5F6758EE" w14:textId="77777777" w:rsidR="00B77E03" w:rsidRDefault="00B77E03" w:rsidP="00B77E03">
      <w:r>
        <w:t>— </w:t>
      </w:r>
      <w:r w:rsidR="0024252B" w:rsidRPr="002813C1">
        <w:t>Kami-Bey serait-il cet acquéreur exigeant</w:t>
      </w:r>
      <w:r>
        <w:t xml:space="preserve"> ?… </w:t>
      </w:r>
      <w:r w:rsidR="0024252B" w:rsidRPr="002813C1">
        <w:t>Pourquoi le marquis</w:t>
      </w:r>
      <w:r>
        <w:t xml:space="preserve">, </w:t>
      </w:r>
      <w:r w:rsidR="0024252B" w:rsidRPr="002813C1">
        <w:t>acculé comme il l</w:t>
      </w:r>
      <w:r>
        <w:t>’</w:t>
      </w:r>
      <w:r w:rsidR="0024252B" w:rsidRPr="002813C1">
        <w:t>est</w:t>
      </w:r>
      <w:r>
        <w:t xml:space="preserve">, </w:t>
      </w:r>
      <w:r w:rsidR="0024252B" w:rsidRPr="002813C1">
        <w:t>n</w:t>
      </w:r>
      <w:r>
        <w:t>’</w:t>
      </w:r>
      <w:r w:rsidR="0024252B" w:rsidRPr="002813C1">
        <w:t xml:space="preserve">aurait-il pas hasardé </w:t>
      </w:r>
      <w:r w:rsidR="0024252B" w:rsidRPr="002813C1">
        <w:lastRenderedPageBreak/>
        <w:t>quelqu</w:t>
      </w:r>
      <w:r>
        <w:t>’</w:t>
      </w:r>
      <w:r w:rsidR="0024252B" w:rsidRPr="002813C1">
        <w:t>une de ces bonnes escroqueries qui conduisent leur homme droit en police correctionnelle</w:t>
      </w:r>
      <w:r>
        <w:t> ?…</w:t>
      </w:r>
    </w:p>
    <w:p w14:paraId="0FEA33EB" w14:textId="77777777" w:rsidR="00B77E03" w:rsidRDefault="0024252B" w:rsidP="00B77E03">
      <w:r w:rsidRPr="002813C1">
        <w:t>En matière de sport</w:t>
      </w:r>
      <w:r w:rsidR="00B77E03">
        <w:t xml:space="preserve">, </w:t>
      </w:r>
      <w:r w:rsidRPr="002813C1">
        <w:t xml:space="preserve">on pouvait soupçonner </w:t>
      </w:r>
      <w:proofErr w:type="spellStart"/>
      <w:r w:rsidRPr="002813C1">
        <w:t>Valorsay</w:t>
      </w:r>
      <w:proofErr w:type="spellEnd"/>
      <w:r w:rsidRPr="002813C1">
        <w:t xml:space="preserve"> d</w:t>
      </w:r>
      <w:r w:rsidR="00B77E03">
        <w:t>’</w:t>
      </w:r>
      <w:r w:rsidRPr="002813C1">
        <w:t>une grande indépendance de conscience</w:t>
      </w:r>
      <w:r w:rsidR="00B77E03">
        <w:t xml:space="preserve">… </w:t>
      </w:r>
      <w:r w:rsidRPr="002813C1">
        <w:t>N</w:t>
      </w:r>
      <w:r w:rsidR="00B77E03">
        <w:t>’</w:t>
      </w:r>
      <w:r w:rsidRPr="002813C1">
        <w:t>était-il pas accusé déjà d</w:t>
      </w:r>
      <w:r w:rsidR="00B77E03">
        <w:t>’</w:t>
      </w:r>
      <w:r w:rsidRPr="002813C1">
        <w:t>avoir</w:t>
      </w:r>
      <w:r w:rsidR="00B77E03">
        <w:t xml:space="preserve">, </w:t>
      </w:r>
      <w:r w:rsidRPr="002813C1">
        <w:t>par une fraude indigne</w:t>
      </w:r>
      <w:r w:rsidR="00B77E03">
        <w:t xml:space="preserve">, </w:t>
      </w:r>
      <w:r w:rsidRPr="002813C1">
        <w:t>fait perdre l</w:t>
      </w:r>
      <w:r w:rsidR="00B77E03">
        <w:t>’</w:t>
      </w:r>
      <w:r w:rsidRPr="002813C1">
        <w:t xml:space="preserve">argent de ceux qui pariaient pour son cheval </w:t>
      </w:r>
      <w:r w:rsidRPr="002813C1">
        <w:rPr>
          <w:i/>
          <w:szCs w:val="32"/>
        </w:rPr>
        <w:t>Domingo</w:t>
      </w:r>
      <w:r w:rsidR="00B77E03">
        <w:t> ?</w:t>
      </w:r>
    </w:p>
    <w:p w14:paraId="0BF72237" w14:textId="77777777" w:rsidR="00B77E03" w:rsidRDefault="0024252B" w:rsidP="00B77E03">
      <w:r w:rsidRPr="002813C1">
        <w:t>Enfin</w:t>
      </w:r>
      <w:r w:rsidR="00B77E03">
        <w:t xml:space="preserve">, </w:t>
      </w:r>
      <w:r w:rsidRPr="002813C1">
        <w:t>après un moment de silence</w:t>
      </w:r>
      <w:r w:rsidR="00B77E03">
        <w:t xml:space="preserve">, </w:t>
      </w:r>
      <w:r w:rsidRPr="002813C1">
        <w:t>le marquis poussa un grand soupir</w:t>
      </w:r>
      <w:r w:rsidR="00B77E03">
        <w:t>.</w:t>
      </w:r>
    </w:p>
    <w:p w14:paraId="44251EDE" w14:textId="77777777" w:rsidR="00B77E03" w:rsidRDefault="00B77E03" w:rsidP="00B77E03">
      <w:r>
        <w:t>— </w:t>
      </w:r>
      <w:r w:rsidR="0024252B" w:rsidRPr="002813C1">
        <w:t>C</w:t>
      </w:r>
      <w:r>
        <w:t>’</w:t>
      </w:r>
      <w:r w:rsidR="0024252B" w:rsidRPr="002813C1">
        <w:t>est fini</w:t>
      </w:r>
      <w:r>
        <w:t xml:space="preserve"> ! </w:t>
      </w:r>
      <w:r w:rsidR="0024252B" w:rsidRPr="002813C1">
        <w:t>murmura-t-il en liant avec une ficelle les journaux qu</w:t>
      </w:r>
      <w:r>
        <w:t>’</w:t>
      </w:r>
      <w:r w:rsidR="0024252B" w:rsidRPr="002813C1">
        <w:t>il avait mis de côté</w:t>
      </w:r>
      <w:r>
        <w:t>.</w:t>
      </w:r>
    </w:p>
    <w:p w14:paraId="1BFB53F7" w14:textId="77777777" w:rsidR="00B77E03" w:rsidRDefault="0024252B" w:rsidP="00B77E03">
      <w:r w:rsidRPr="002813C1">
        <w:t>Il sonna ensuite</w:t>
      </w:r>
      <w:r w:rsidR="00B77E03">
        <w:t xml:space="preserve">, </w:t>
      </w:r>
      <w:r w:rsidRPr="002813C1">
        <w:t>et un domestique étant accouru</w:t>
      </w:r>
      <w:r w:rsidR="00B77E03">
        <w:t> :</w:t>
      </w:r>
    </w:p>
    <w:p w14:paraId="52C63C70" w14:textId="77777777" w:rsidR="00B77E03" w:rsidRDefault="00B77E03" w:rsidP="00B77E03">
      <w:r>
        <w:t>— </w:t>
      </w:r>
      <w:r w:rsidR="0024252B" w:rsidRPr="002813C1">
        <w:t>Tenez</w:t>
      </w:r>
      <w:r>
        <w:t xml:space="preserve">, </w:t>
      </w:r>
      <w:r w:rsidR="0024252B" w:rsidRPr="002813C1">
        <w:t>lui dit-il</w:t>
      </w:r>
      <w:r>
        <w:t xml:space="preserve">, </w:t>
      </w:r>
      <w:r w:rsidR="0024252B" w:rsidRPr="002813C1">
        <w:t>portez ceci au prince Kami</w:t>
      </w:r>
      <w:r>
        <w:t xml:space="preserve">, </w:t>
      </w:r>
      <w:r w:rsidR="0024252B" w:rsidRPr="002813C1">
        <w:t>au Grand-Hôtel</w:t>
      </w:r>
      <w:r>
        <w:t xml:space="preserve">, </w:t>
      </w:r>
      <w:r w:rsidR="0024252B" w:rsidRPr="002813C1">
        <w:t>et hâtez-vous</w:t>
      </w:r>
      <w:r>
        <w:t>…</w:t>
      </w:r>
    </w:p>
    <w:p w14:paraId="7715C062" w14:textId="77777777" w:rsidR="00B77E03" w:rsidRDefault="0024252B" w:rsidP="00B77E03">
      <w:r w:rsidRPr="002813C1">
        <w:t>Les pressentiments de Pascal ne l</w:t>
      </w:r>
      <w:r w:rsidR="00B77E03">
        <w:t>’</w:t>
      </w:r>
      <w:r w:rsidRPr="002813C1">
        <w:t>avaient pas trompé</w:t>
      </w:r>
      <w:r w:rsidR="00B77E03">
        <w:t xml:space="preserve">. </w:t>
      </w:r>
      <w:r w:rsidRPr="002813C1">
        <w:t>Il ne sourcilla pas</w:t>
      </w:r>
      <w:r w:rsidR="00B77E03">
        <w:t xml:space="preserve">, </w:t>
      </w:r>
      <w:r w:rsidRPr="002813C1">
        <w:t>cependant</w:t>
      </w:r>
      <w:r w:rsidR="00B77E03">
        <w:t>…</w:t>
      </w:r>
    </w:p>
    <w:p w14:paraId="5F587FF6" w14:textId="77777777" w:rsidR="00B77E03" w:rsidRDefault="0024252B" w:rsidP="00B77E03">
      <w:r w:rsidRPr="002813C1">
        <w:t>Mais en lui-même</w:t>
      </w:r>
      <w:r w:rsidR="00B77E03">
        <w:t> :</w:t>
      </w:r>
    </w:p>
    <w:p w14:paraId="517B8A31" w14:textId="77777777" w:rsidR="00B77E03" w:rsidRDefault="00B77E03" w:rsidP="00B77E03">
      <w:r>
        <w:t>— </w:t>
      </w:r>
      <w:r w:rsidR="0024252B" w:rsidRPr="002813C1">
        <w:t>Voilà qui est bon à savoir</w:t>
      </w:r>
      <w:r>
        <w:t xml:space="preserve">, </w:t>
      </w:r>
      <w:r w:rsidR="0024252B" w:rsidRPr="002813C1">
        <w:t>pensa-t-il</w:t>
      </w:r>
      <w:r>
        <w:t xml:space="preserve">. </w:t>
      </w:r>
      <w:r w:rsidR="0024252B" w:rsidRPr="002813C1">
        <w:t>Avant ce soir j</w:t>
      </w:r>
      <w:r>
        <w:t>’</w:t>
      </w:r>
      <w:r w:rsidR="0024252B" w:rsidRPr="002813C1">
        <w:t>aurai ouvert une petite enquête de ce côté</w:t>
      </w:r>
      <w:r>
        <w:t>…</w:t>
      </w:r>
    </w:p>
    <w:p w14:paraId="160CE778" w14:textId="77777777" w:rsidR="00B77E03" w:rsidRDefault="0024252B" w:rsidP="00B77E03">
      <w:r w:rsidRPr="002813C1">
        <w:t>Décidément</w:t>
      </w:r>
      <w:r w:rsidR="00B77E03">
        <w:t xml:space="preserve">, </w:t>
      </w:r>
      <w:r w:rsidRPr="002813C1">
        <w:t>l</w:t>
      </w:r>
      <w:r w:rsidR="00B77E03">
        <w:t>’</w:t>
      </w:r>
      <w:r w:rsidRPr="002813C1">
        <w:t xml:space="preserve">orage se massait au-dessus de la tête du marquis de </w:t>
      </w:r>
      <w:proofErr w:type="spellStart"/>
      <w:r w:rsidRPr="002813C1">
        <w:t>Valorsay</w:t>
      </w:r>
      <w:proofErr w:type="spellEnd"/>
      <w:r w:rsidR="00B77E03">
        <w:t xml:space="preserve">… </w:t>
      </w:r>
      <w:r w:rsidRPr="002813C1">
        <w:t>Le savait-il</w:t>
      </w:r>
      <w:r w:rsidR="00B77E03">
        <w:t xml:space="preserve"> ? </w:t>
      </w:r>
      <w:r w:rsidRPr="002813C1">
        <w:t>Assurément il en avait le soupçon</w:t>
      </w:r>
      <w:r w:rsidR="00B77E03">
        <w:t xml:space="preserve">… </w:t>
      </w:r>
      <w:r w:rsidRPr="002813C1">
        <w:t>Mais il s</w:t>
      </w:r>
      <w:r w:rsidR="00B77E03">
        <w:t>’</w:t>
      </w:r>
      <w:r w:rsidRPr="002813C1">
        <w:t>était juré qu</w:t>
      </w:r>
      <w:r w:rsidR="00B77E03">
        <w:t>’</w:t>
      </w:r>
      <w:r w:rsidRPr="002813C1">
        <w:t>il tiendrait bon jusqu</w:t>
      </w:r>
      <w:r w:rsidR="00B77E03">
        <w:t>’</w:t>
      </w:r>
      <w:r w:rsidRPr="002813C1">
        <w:t>à la fin</w:t>
      </w:r>
      <w:r w:rsidR="00B77E03">
        <w:t xml:space="preserve">… </w:t>
      </w:r>
      <w:r w:rsidRPr="002813C1">
        <w:t>Il ne voyait pas</w:t>
      </w:r>
      <w:r w:rsidR="00B77E03">
        <w:t xml:space="preserve">, </w:t>
      </w:r>
      <w:r w:rsidRPr="002813C1">
        <w:t>du reste</w:t>
      </w:r>
      <w:r w:rsidR="00B77E03">
        <w:t xml:space="preserve">, </w:t>
      </w:r>
      <w:r w:rsidRPr="002813C1">
        <w:t>que tout fût perdu</w:t>
      </w:r>
      <w:r w:rsidR="00B77E03">
        <w:t xml:space="preserve">, </w:t>
      </w:r>
      <w:r w:rsidRPr="002813C1">
        <w:t>et</w:t>
      </w:r>
      <w:r w:rsidR="00B77E03">
        <w:t xml:space="preserve">, </w:t>
      </w:r>
      <w:r w:rsidRPr="002813C1">
        <w:t>comme tous les grands joueurs</w:t>
      </w:r>
      <w:r w:rsidR="00B77E03">
        <w:t xml:space="preserve">, </w:t>
      </w:r>
      <w:r w:rsidRPr="002813C1">
        <w:t>il se disait que</w:t>
      </w:r>
      <w:r w:rsidR="00B77E03">
        <w:t xml:space="preserve">, </w:t>
      </w:r>
      <w:r w:rsidRPr="002813C1">
        <w:t>tant qu</w:t>
      </w:r>
      <w:r w:rsidR="00B77E03">
        <w:t>’</w:t>
      </w:r>
      <w:r w:rsidRPr="002813C1">
        <w:t>il aurait un enjeu à exposer</w:t>
      </w:r>
      <w:r w:rsidR="00B77E03">
        <w:t xml:space="preserve">, </w:t>
      </w:r>
      <w:r w:rsidRPr="002813C1">
        <w:t>il pouvait espérer ramener la fortune</w:t>
      </w:r>
      <w:r w:rsidR="00B77E03">
        <w:t>…</w:t>
      </w:r>
    </w:p>
    <w:p w14:paraId="32EF954F" w14:textId="77777777" w:rsidR="00B77E03" w:rsidRDefault="0024252B" w:rsidP="00B77E03">
      <w:r w:rsidRPr="002813C1">
        <w:t>Il s</w:t>
      </w:r>
      <w:r w:rsidR="00B77E03">
        <w:t>’</w:t>
      </w:r>
      <w:r w:rsidRPr="002813C1">
        <w:t>était levé</w:t>
      </w:r>
      <w:r w:rsidR="00B77E03">
        <w:t xml:space="preserve">, </w:t>
      </w:r>
      <w:r w:rsidRPr="002813C1">
        <w:t>en s</w:t>
      </w:r>
      <w:r w:rsidR="00B77E03">
        <w:t>’</w:t>
      </w:r>
      <w:r w:rsidRPr="002813C1">
        <w:t>étirant</w:t>
      </w:r>
      <w:r w:rsidR="00B77E03">
        <w:t xml:space="preserve">, </w:t>
      </w:r>
      <w:r w:rsidRPr="002813C1">
        <w:t>comme après une tâche désagréable</w:t>
      </w:r>
      <w:r w:rsidR="00B77E03">
        <w:t xml:space="preserve">, </w:t>
      </w:r>
      <w:r w:rsidRPr="002813C1">
        <w:t>et s</w:t>
      </w:r>
      <w:r w:rsidR="00B77E03">
        <w:t>’</w:t>
      </w:r>
      <w:r w:rsidRPr="002813C1">
        <w:t>adossant à la cheminée</w:t>
      </w:r>
      <w:r w:rsidR="00B77E03">
        <w:t> :</w:t>
      </w:r>
    </w:p>
    <w:p w14:paraId="22F27F60" w14:textId="77777777" w:rsidR="00B77E03" w:rsidRDefault="00B77E03" w:rsidP="00B77E03">
      <w:r>
        <w:lastRenderedPageBreak/>
        <w:t>— </w:t>
      </w:r>
      <w:r w:rsidR="0024252B" w:rsidRPr="002813C1">
        <w:t>Maintenant</w:t>
      </w:r>
      <w:r>
        <w:t xml:space="preserve">, </w:t>
      </w:r>
      <w:r w:rsidR="0024252B" w:rsidRPr="002813C1">
        <w:t xml:space="preserve">monsieur </w:t>
      </w:r>
      <w:proofErr w:type="spellStart"/>
      <w:r w:rsidR="0024252B" w:rsidRPr="002813C1">
        <w:t>Mauméjan</w:t>
      </w:r>
      <w:proofErr w:type="spellEnd"/>
      <w:r>
        <w:t xml:space="preserve">, </w:t>
      </w:r>
      <w:r w:rsidR="0024252B" w:rsidRPr="002813C1">
        <w:t>commença-t-il</w:t>
      </w:r>
      <w:r>
        <w:t xml:space="preserve">, </w:t>
      </w:r>
      <w:r w:rsidR="0024252B" w:rsidRPr="002813C1">
        <w:t>abordons l</w:t>
      </w:r>
      <w:r>
        <w:t>’</w:t>
      </w:r>
      <w:r w:rsidR="0024252B" w:rsidRPr="002813C1">
        <w:t>affaire qui vous amène</w:t>
      </w:r>
      <w:r>
        <w:t>…</w:t>
      </w:r>
    </w:p>
    <w:p w14:paraId="324FA404" w14:textId="77777777" w:rsidR="00B77E03" w:rsidRDefault="0024252B" w:rsidP="00B77E03">
      <w:r w:rsidRPr="002813C1">
        <w:t>Son air dégagé</w:t>
      </w:r>
      <w:r w:rsidR="00B77E03">
        <w:t xml:space="preserve">, </w:t>
      </w:r>
      <w:r w:rsidRPr="002813C1">
        <w:t>son ton léger</w:t>
      </w:r>
      <w:r w:rsidR="00B77E03">
        <w:t xml:space="preserve">, </w:t>
      </w:r>
      <w:r w:rsidRPr="002813C1">
        <w:t>étaient admirablement joués</w:t>
      </w:r>
      <w:r w:rsidR="00B77E03">
        <w:t xml:space="preserve">… </w:t>
      </w:r>
      <w:r w:rsidRPr="002813C1">
        <w:t>mais un observateur ne s</w:t>
      </w:r>
      <w:r w:rsidR="00B77E03">
        <w:t>’</w:t>
      </w:r>
      <w:r w:rsidRPr="002813C1">
        <w:t>y fût pas trompé</w:t>
      </w:r>
      <w:r w:rsidR="00B77E03">
        <w:t xml:space="preserve">, </w:t>
      </w:r>
      <w:r w:rsidRPr="002813C1">
        <w:t>non plus qu</w:t>
      </w:r>
      <w:r w:rsidR="00B77E03">
        <w:t>’</w:t>
      </w:r>
      <w:r w:rsidRPr="002813C1">
        <w:t>à la façon dont il ajouta négligemment</w:t>
      </w:r>
      <w:r w:rsidR="00B77E03">
        <w:t> :</w:t>
      </w:r>
    </w:p>
    <w:p w14:paraId="13EE1959" w14:textId="34684EBD" w:rsidR="00B77E03" w:rsidRDefault="00B77E03" w:rsidP="00B77E03">
      <w:r>
        <w:t>— </w:t>
      </w:r>
      <w:r w:rsidR="0024252B" w:rsidRPr="002813C1">
        <w:t>Vous m</w:t>
      </w:r>
      <w:r>
        <w:t>’</w:t>
      </w:r>
      <w:r w:rsidR="0024252B" w:rsidRPr="002813C1">
        <w:t xml:space="preserve">apportez des fonds de la part de </w:t>
      </w:r>
      <w:r>
        <w:t>M. </w:t>
      </w:r>
      <w:r w:rsidR="0024252B" w:rsidRPr="002813C1">
        <w:t xml:space="preserve">le baron </w:t>
      </w:r>
      <w:proofErr w:type="spellStart"/>
      <w:r w:rsidR="0024252B" w:rsidRPr="002813C1">
        <w:t>Trigault</w:t>
      </w:r>
      <w:proofErr w:type="spellEnd"/>
      <w:r>
        <w:t> ?</w:t>
      </w:r>
    </w:p>
    <w:p w14:paraId="66E4D6CA" w14:textId="77777777" w:rsidR="00B77E03" w:rsidRDefault="0024252B" w:rsidP="00B77E03">
      <w:r w:rsidRPr="002813C1">
        <w:t>Pascal hocha la tête</w:t>
      </w:r>
      <w:r w:rsidR="00B77E03">
        <w:t xml:space="preserve">, </w:t>
      </w:r>
      <w:r w:rsidRPr="002813C1">
        <w:t>et d</w:t>
      </w:r>
      <w:r w:rsidR="00B77E03">
        <w:t>’</w:t>
      </w:r>
      <w:r w:rsidRPr="002813C1">
        <w:t>un accent contrarié</w:t>
      </w:r>
      <w:r w:rsidR="00B77E03">
        <w:t> :</w:t>
      </w:r>
    </w:p>
    <w:p w14:paraId="4B6A472C" w14:textId="77777777" w:rsidR="00B77E03" w:rsidRDefault="00B77E03" w:rsidP="00B77E03">
      <w:r>
        <w:t>— </w:t>
      </w:r>
      <w:r w:rsidR="0024252B" w:rsidRPr="002813C1">
        <w:t>J</w:t>
      </w:r>
      <w:r>
        <w:t>’</w:t>
      </w:r>
      <w:r w:rsidR="0024252B" w:rsidRPr="002813C1">
        <w:t>ai le regret de vous apprendre que non</w:t>
      </w:r>
      <w:r>
        <w:t xml:space="preserve">, </w:t>
      </w:r>
      <w:r w:rsidR="0024252B" w:rsidRPr="002813C1">
        <w:t>monsieur le marquis</w:t>
      </w:r>
      <w:r>
        <w:t xml:space="preserve">, </w:t>
      </w:r>
      <w:r w:rsidR="0024252B" w:rsidRPr="002813C1">
        <w:t>répondit-il</w:t>
      </w:r>
      <w:r>
        <w:t>.</w:t>
      </w:r>
    </w:p>
    <w:p w14:paraId="7BB6A71D" w14:textId="60C9B284" w:rsidR="00B77E03" w:rsidRDefault="0024252B" w:rsidP="00B77E03">
      <w:r w:rsidRPr="002813C1">
        <w:t>Ce fut comme une lourde pierre</w:t>
      </w:r>
      <w:r w:rsidR="00B77E03">
        <w:t xml:space="preserve">, </w:t>
      </w:r>
      <w:r w:rsidRPr="002813C1">
        <w:t xml:space="preserve">tombant sur le crâne dégarni de </w:t>
      </w:r>
      <w:r w:rsidR="00B77E03">
        <w:t>M. de </w:t>
      </w:r>
      <w:proofErr w:type="spellStart"/>
      <w:r w:rsidRPr="002813C1">
        <w:t>Valorsay</w:t>
      </w:r>
      <w:proofErr w:type="spellEnd"/>
      <w:r w:rsidR="00B77E03">
        <w:t xml:space="preserve">… </w:t>
      </w:r>
      <w:r w:rsidRPr="002813C1">
        <w:t>Il devint plus blanc que sa chemise</w:t>
      </w:r>
      <w:r w:rsidR="00B77E03">
        <w:t xml:space="preserve">, </w:t>
      </w:r>
      <w:r w:rsidRPr="002813C1">
        <w:t>et même chancela</w:t>
      </w:r>
      <w:r w:rsidR="00B77E03">
        <w:t xml:space="preserve">, </w:t>
      </w:r>
      <w:r w:rsidRPr="002813C1">
        <w:t>comme si sa mauvaise jambe</w:t>
      </w:r>
      <w:r w:rsidR="00B77E03">
        <w:t xml:space="preserve">, </w:t>
      </w:r>
      <w:r w:rsidRPr="002813C1">
        <w:t>celle dont il souffrait aux changements de temps</w:t>
      </w:r>
      <w:r w:rsidR="00B77E03">
        <w:t xml:space="preserve">, </w:t>
      </w:r>
      <w:r w:rsidRPr="002813C1">
        <w:t>eût refusé tout service</w:t>
      </w:r>
      <w:r w:rsidR="00B77E03">
        <w:t>.</w:t>
      </w:r>
    </w:p>
    <w:p w14:paraId="149CA50E" w14:textId="77777777" w:rsidR="00B77E03" w:rsidRDefault="00B77E03" w:rsidP="00B77E03">
      <w:r>
        <w:t>— </w:t>
      </w:r>
      <w:r w:rsidR="0024252B" w:rsidRPr="002813C1">
        <w:t>Comment</w:t>
      </w:r>
      <w:r>
        <w:t xml:space="preserve">, </w:t>
      </w:r>
      <w:r w:rsidR="0024252B" w:rsidRPr="002813C1">
        <w:t>non</w:t>
      </w:r>
      <w:r>
        <w:t xml:space="preserve"> ! </w:t>
      </w:r>
      <w:r w:rsidR="0024252B" w:rsidRPr="002813C1">
        <w:t>balbutia-t-il</w:t>
      </w:r>
      <w:r>
        <w:t xml:space="preserve">, </w:t>
      </w:r>
      <w:r w:rsidR="0024252B" w:rsidRPr="002813C1">
        <w:t>c</w:t>
      </w:r>
      <w:r>
        <w:t>’</w:t>
      </w:r>
      <w:r w:rsidR="0024252B" w:rsidRPr="002813C1">
        <w:t>est une plaisanterie</w:t>
      </w:r>
      <w:r>
        <w:t xml:space="preserve">, </w:t>
      </w:r>
      <w:r w:rsidR="0024252B" w:rsidRPr="002813C1">
        <w:t>sans doute</w:t>
      </w:r>
      <w:r>
        <w:t> !…</w:t>
      </w:r>
    </w:p>
    <w:p w14:paraId="10377EE5" w14:textId="77777777" w:rsidR="00B77E03" w:rsidRDefault="00B77E03" w:rsidP="00B77E03">
      <w:r>
        <w:t>— </w:t>
      </w:r>
      <w:r w:rsidR="0024252B" w:rsidRPr="002813C1">
        <w:t>Ce n</w:t>
      </w:r>
      <w:r>
        <w:t>’</w:t>
      </w:r>
      <w:r w:rsidR="0024252B" w:rsidRPr="002813C1">
        <w:t>est que trop sérieux</w:t>
      </w:r>
      <w:r>
        <w:t> !</w:t>
      </w:r>
    </w:p>
    <w:p w14:paraId="2C92E679" w14:textId="77777777" w:rsidR="00B77E03" w:rsidRDefault="00B77E03" w:rsidP="00B77E03">
      <w:r>
        <w:t>— </w:t>
      </w:r>
      <w:r w:rsidR="0024252B" w:rsidRPr="002813C1">
        <w:t>J</w:t>
      </w:r>
      <w:r>
        <w:t>’</w:t>
      </w:r>
      <w:r w:rsidR="0024252B" w:rsidRPr="002813C1">
        <w:t>avais la parole du baron</w:t>
      </w:r>
      <w:r>
        <w:t>…</w:t>
      </w:r>
    </w:p>
    <w:p w14:paraId="1B630DD4" w14:textId="77777777" w:rsidR="00B77E03" w:rsidRDefault="00B77E03" w:rsidP="00B77E03">
      <w:r>
        <w:t>— </w:t>
      </w:r>
      <w:r w:rsidR="0024252B" w:rsidRPr="002813C1">
        <w:t>Oh</w:t>
      </w:r>
      <w:r>
        <w:t xml:space="preserve"> !… </w:t>
      </w:r>
      <w:r w:rsidR="0024252B" w:rsidRPr="002813C1">
        <w:t>la parole</w:t>
      </w:r>
      <w:r>
        <w:t> !…</w:t>
      </w:r>
    </w:p>
    <w:p w14:paraId="697B14AD" w14:textId="77777777" w:rsidR="00B77E03" w:rsidRDefault="00B77E03" w:rsidP="00B77E03">
      <w:r>
        <w:t>— </w:t>
      </w:r>
      <w:r w:rsidR="0024252B" w:rsidRPr="002813C1">
        <w:t>Enfin</w:t>
      </w:r>
      <w:r>
        <w:t xml:space="preserve">, </w:t>
      </w:r>
      <w:r w:rsidR="0024252B" w:rsidRPr="002813C1">
        <w:t>j</w:t>
      </w:r>
      <w:r>
        <w:t>’</w:t>
      </w:r>
      <w:r w:rsidR="0024252B" w:rsidRPr="002813C1">
        <w:t>avais toujours une promesse formelle</w:t>
      </w:r>
      <w:r>
        <w:t> !…</w:t>
      </w:r>
    </w:p>
    <w:p w14:paraId="56412583" w14:textId="77777777" w:rsidR="00B77E03" w:rsidRDefault="00B77E03" w:rsidP="00B77E03">
      <w:r>
        <w:t>— </w:t>
      </w:r>
      <w:r w:rsidR="0024252B" w:rsidRPr="002813C1">
        <w:t>Il est quelquefois impossible de tenir ce que l</w:t>
      </w:r>
      <w:r>
        <w:t>’</w:t>
      </w:r>
      <w:r w:rsidR="0024252B" w:rsidRPr="002813C1">
        <w:t>on promet</w:t>
      </w:r>
      <w:r>
        <w:t xml:space="preserve">, </w:t>
      </w:r>
      <w:r w:rsidR="0024252B" w:rsidRPr="002813C1">
        <w:t>monsieur le marquis</w:t>
      </w:r>
      <w:r>
        <w:t>…</w:t>
      </w:r>
    </w:p>
    <w:p w14:paraId="363E1724" w14:textId="0267BFC9" w:rsidR="00B77E03" w:rsidRDefault="0024252B" w:rsidP="00B77E03">
      <w:r w:rsidRPr="002813C1">
        <w:t>Les conséquences de ce manque de parole devaient être terribles</w:t>
      </w:r>
      <w:r w:rsidR="00B77E03">
        <w:t xml:space="preserve"> ; </w:t>
      </w:r>
      <w:r w:rsidRPr="002813C1">
        <w:t xml:space="preserve">pour </w:t>
      </w:r>
      <w:r w:rsidR="00B77E03">
        <w:t>M. de </w:t>
      </w:r>
      <w:proofErr w:type="spellStart"/>
      <w:r w:rsidRPr="002813C1">
        <w:t>Valorsay</w:t>
      </w:r>
      <w:proofErr w:type="spellEnd"/>
      <w:r w:rsidR="00B77E03">
        <w:t xml:space="preserve">, </w:t>
      </w:r>
      <w:r w:rsidRPr="002813C1">
        <w:t>ce pouvait être la fin de tout</w:t>
      </w:r>
      <w:r w:rsidR="00B77E03">
        <w:t>.</w:t>
      </w:r>
    </w:p>
    <w:p w14:paraId="3A9A96BF" w14:textId="77777777" w:rsidR="00B77E03" w:rsidRDefault="0024252B" w:rsidP="00B77E03">
      <w:r w:rsidRPr="002813C1">
        <w:t>Il n</w:t>
      </w:r>
      <w:r w:rsidR="00B77E03">
        <w:t>’</w:t>
      </w:r>
      <w:r w:rsidRPr="002813C1">
        <w:t>en essaya pas moins de dissimuler</w:t>
      </w:r>
      <w:r w:rsidR="00B77E03">
        <w:t xml:space="preserve">… </w:t>
      </w:r>
      <w:r w:rsidRPr="002813C1">
        <w:t>Il se dit que laisser voir à cet homme d</w:t>
      </w:r>
      <w:r w:rsidR="00B77E03">
        <w:t>’</w:t>
      </w:r>
      <w:r w:rsidRPr="002813C1">
        <w:t xml:space="preserve">affaires combien le coup était </w:t>
      </w:r>
      <w:r w:rsidRPr="002813C1">
        <w:lastRenderedPageBreak/>
        <w:t>effroyable</w:t>
      </w:r>
      <w:r w:rsidR="00B77E03">
        <w:t xml:space="preserve">, </w:t>
      </w:r>
      <w:r w:rsidRPr="002813C1">
        <w:t>ce serait lui livrer le secret de sa profonde détresse</w:t>
      </w:r>
      <w:r w:rsidR="00B77E03">
        <w:t xml:space="preserve">, </w:t>
      </w:r>
      <w:r w:rsidRPr="002813C1">
        <w:t>confesser sa ruine absolue</w:t>
      </w:r>
      <w:r w:rsidR="00B77E03">
        <w:t xml:space="preserve">, </w:t>
      </w:r>
      <w:r w:rsidRPr="002813C1">
        <w:t>renoncer à la lutte</w:t>
      </w:r>
      <w:r w:rsidR="00B77E03">
        <w:t xml:space="preserve">, </w:t>
      </w:r>
      <w:r w:rsidRPr="002813C1">
        <w:t>désarmer</w:t>
      </w:r>
      <w:r w:rsidR="00B77E03">
        <w:t xml:space="preserve">, </w:t>
      </w:r>
      <w:r w:rsidRPr="002813C1">
        <w:t>s</w:t>
      </w:r>
      <w:r w:rsidR="00B77E03">
        <w:t>’</w:t>
      </w:r>
      <w:r w:rsidRPr="002813C1">
        <w:t>avouer vaincu</w:t>
      </w:r>
      <w:r w:rsidR="00B77E03">
        <w:t xml:space="preserve">, </w:t>
      </w:r>
      <w:r w:rsidRPr="002813C1">
        <w:t>terrassé</w:t>
      </w:r>
      <w:r w:rsidR="00B77E03">
        <w:t xml:space="preserve">, </w:t>
      </w:r>
      <w:r w:rsidRPr="002813C1">
        <w:t>perdu</w:t>
      </w:r>
      <w:r w:rsidR="00B77E03">
        <w:t>…</w:t>
      </w:r>
    </w:p>
    <w:p w14:paraId="2C62FE77" w14:textId="77777777" w:rsidR="00B77E03" w:rsidRDefault="0024252B" w:rsidP="00B77E03">
      <w:r w:rsidRPr="002813C1">
        <w:t>Rassemblant donc en un effort exorbitant toute son énergie</w:t>
      </w:r>
      <w:r w:rsidR="00B77E03">
        <w:t xml:space="preserve">, </w:t>
      </w:r>
      <w:r w:rsidRPr="002813C1">
        <w:t>il maîtrisa ses émotions</w:t>
      </w:r>
      <w:r w:rsidR="00B77E03">
        <w:t xml:space="preserve">, </w:t>
      </w:r>
      <w:r w:rsidRPr="002813C1">
        <w:t>et réussit à paraître</w:t>
      </w:r>
      <w:r w:rsidR="00B77E03">
        <w:t xml:space="preserve">, </w:t>
      </w:r>
      <w:r w:rsidRPr="002813C1">
        <w:t>non désespéré</w:t>
      </w:r>
      <w:r w:rsidR="00B77E03">
        <w:t xml:space="preserve">, </w:t>
      </w:r>
      <w:r w:rsidRPr="002813C1">
        <w:t>mais seulement irrité et très-contrarié</w:t>
      </w:r>
      <w:r w:rsidR="00B77E03">
        <w:t>…</w:t>
      </w:r>
    </w:p>
    <w:p w14:paraId="6FA31C6E" w14:textId="77777777" w:rsidR="00B77E03" w:rsidRDefault="00B77E03" w:rsidP="00B77E03">
      <w:r>
        <w:t>— </w:t>
      </w:r>
      <w:r w:rsidR="0024252B" w:rsidRPr="002813C1">
        <w:t>Bref</w:t>
      </w:r>
      <w:r>
        <w:t xml:space="preserve">, </w:t>
      </w:r>
      <w:r w:rsidR="0024252B" w:rsidRPr="002813C1">
        <w:t>reprit-il d</w:t>
      </w:r>
      <w:r>
        <w:t>’</w:t>
      </w:r>
      <w:r w:rsidR="0024252B" w:rsidRPr="002813C1">
        <w:t>une voix altérée</w:t>
      </w:r>
      <w:r>
        <w:t xml:space="preserve">, </w:t>
      </w:r>
      <w:r w:rsidR="0024252B" w:rsidRPr="002813C1">
        <w:t>pas de fonds</w:t>
      </w:r>
      <w:r>
        <w:t xml:space="preserve"> ! </w:t>
      </w:r>
      <w:r w:rsidR="0024252B" w:rsidRPr="002813C1">
        <w:t>Je comptais sur cent mille francs ce matin</w:t>
      </w:r>
      <w:r>
        <w:t xml:space="preserve">… </w:t>
      </w:r>
      <w:r w:rsidR="0024252B" w:rsidRPr="002813C1">
        <w:t>Rien</w:t>
      </w:r>
      <w:r>
        <w:t xml:space="preserve"> !… </w:t>
      </w:r>
      <w:r w:rsidR="0024252B" w:rsidRPr="002813C1">
        <w:t>Comme c</w:t>
      </w:r>
      <w:r>
        <w:t>’</w:t>
      </w:r>
      <w:r w:rsidR="0024252B" w:rsidRPr="002813C1">
        <w:t>est gracieux</w:t>
      </w:r>
      <w:r>
        <w:t xml:space="preserve">… </w:t>
      </w:r>
      <w:r w:rsidR="0024252B" w:rsidRPr="002813C1">
        <w:t>Ah</w:t>
      </w:r>
      <w:r>
        <w:t xml:space="preserve"> ! </w:t>
      </w:r>
      <w:r w:rsidR="0024252B" w:rsidRPr="002813C1">
        <w:t>le baron ne se doute guère de l</w:t>
      </w:r>
      <w:r>
        <w:t>’</w:t>
      </w:r>
      <w:r w:rsidR="0024252B" w:rsidRPr="002813C1">
        <w:t>embarras où il me met</w:t>
      </w:r>
      <w:r>
        <w:t>…</w:t>
      </w:r>
    </w:p>
    <w:p w14:paraId="4B1F2E51" w14:textId="77777777" w:rsidR="00B77E03" w:rsidRDefault="00B77E03" w:rsidP="00B77E03">
      <w:r>
        <w:t>— </w:t>
      </w:r>
      <w:r w:rsidR="0024252B" w:rsidRPr="002813C1">
        <w:t>Pardonnez-moi</w:t>
      </w:r>
      <w:r>
        <w:t xml:space="preserve">, </w:t>
      </w:r>
      <w:r w:rsidR="0024252B" w:rsidRPr="002813C1">
        <w:t>monsieur</w:t>
      </w:r>
      <w:r>
        <w:t xml:space="preserve">, </w:t>
      </w:r>
      <w:r w:rsidR="0024252B" w:rsidRPr="002813C1">
        <w:t>il s</w:t>
      </w:r>
      <w:r>
        <w:t>’</w:t>
      </w:r>
      <w:r w:rsidR="0024252B" w:rsidRPr="002813C1">
        <w:t>en doute si bien</w:t>
      </w:r>
      <w:r>
        <w:t xml:space="preserve">, </w:t>
      </w:r>
      <w:r w:rsidR="0024252B" w:rsidRPr="002813C1">
        <w:t>qu</w:t>
      </w:r>
      <w:r>
        <w:t>’</w:t>
      </w:r>
      <w:r w:rsidR="0024252B" w:rsidRPr="002813C1">
        <w:t>au lieu de vous prévenir par un simple billet</w:t>
      </w:r>
      <w:r>
        <w:t xml:space="preserve">, </w:t>
      </w:r>
      <w:r w:rsidR="0024252B" w:rsidRPr="002813C1">
        <w:t>il m</w:t>
      </w:r>
      <w:r>
        <w:t>’</w:t>
      </w:r>
      <w:r w:rsidR="0024252B" w:rsidRPr="002813C1">
        <w:t>envoie pour vous présenter ses sincères regrets</w:t>
      </w:r>
      <w:r>
        <w:t xml:space="preserve">… </w:t>
      </w:r>
      <w:r w:rsidR="0024252B" w:rsidRPr="002813C1">
        <w:t>Véritablement</w:t>
      </w:r>
      <w:r>
        <w:t xml:space="preserve">, </w:t>
      </w:r>
      <w:r w:rsidR="0024252B" w:rsidRPr="002813C1">
        <w:t>lorsque je l</w:t>
      </w:r>
      <w:r>
        <w:t>’</w:t>
      </w:r>
      <w:r w:rsidR="0024252B" w:rsidRPr="002813C1">
        <w:t>ai quitté</w:t>
      </w:r>
      <w:r>
        <w:t xml:space="preserve">, </w:t>
      </w:r>
      <w:r w:rsidR="0024252B" w:rsidRPr="002813C1">
        <w:t>il y a une heure</w:t>
      </w:r>
      <w:r>
        <w:t xml:space="preserve">, </w:t>
      </w:r>
      <w:r w:rsidR="0024252B" w:rsidRPr="002813C1">
        <w:t>il était désolé</w:t>
      </w:r>
      <w:r>
        <w:t xml:space="preserve">… </w:t>
      </w:r>
      <w:r w:rsidR="0024252B" w:rsidRPr="002813C1">
        <w:t>Il m</w:t>
      </w:r>
      <w:r>
        <w:t>’</w:t>
      </w:r>
      <w:r w:rsidR="0024252B" w:rsidRPr="002813C1">
        <w:t>a surtout recommandé de vous bien expliquer qu</w:t>
      </w:r>
      <w:r>
        <w:t>’</w:t>
      </w:r>
      <w:r w:rsidR="0024252B" w:rsidRPr="002813C1">
        <w:t>il n</w:t>
      </w:r>
      <w:r>
        <w:t>’</w:t>
      </w:r>
      <w:r w:rsidR="0024252B" w:rsidRPr="002813C1">
        <w:t>y a en rien de sa faute</w:t>
      </w:r>
      <w:r>
        <w:t xml:space="preserve">… </w:t>
      </w:r>
      <w:r w:rsidR="0024252B" w:rsidRPr="002813C1">
        <w:t>Il comptait sur deux rentrées très-importantes</w:t>
      </w:r>
      <w:r>
        <w:t xml:space="preserve">, </w:t>
      </w:r>
      <w:r w:rsidR="0024252B" w:rsidRPr="002813C1">
        <w:t>qui toutes deux</w:t>
      </w:r>
      <w:r>
        <w:t xml:space="preserve">, </w:t>
      </w:r>
      <w:r w:rsidR="0024252B" w:rsidRPr="002813C1">
        <w:t>comme par un fait exprès</w:t>
      </w:r>
      <w:r>
        <w:t xml:space="preserve">, </w:t>
      </w:r>
      <w:r w:rsidR="0024252B" w:rsidRPr="002813C1">
        <w:t>lui ont manqué</w:t>
      </w:r>
      <w:r>
        <w:t xml:space="preserve">… </w:t>
      </w:r>
      <w:r w:rsidR="0024252B" w:rsidRPr="002813C1">
        <w:t>Hier</w:t>
      </w:r>
      <w:r>
        <w:t xml:space="preserve">, </w:t>
      </w:r>
      <w:r w:rsidR="0024252B" w:rsidRPr="002813C1">
        <w:t>il a couru toute la soirée sans parvenir à rassembler les fonds</w:t>
      </w:r>
      <w:r>
        <w:t>.</w:t>
      </w:r>
    </w:p>
    <w:p w14:paraId="7A9D2FB5" w14:textId="77777777" w:rsidR="00B77E03" w:rsidRDefault="0024252B" w:rsidP="00B77E03">
      <w:r w:rsidRPr="002813C1">
        <w:t>Un peu remis du premier étourdissement</w:t>
      </w:r>
      <w:r w:rsidR="00B77E03">
        <w:t xml:space="preserve">, </w:t>
      </w:r>
      <w:r w:rsidRPr="002813C1">
        <w:t>bien que fort pâle encore</w:t>
      </w:r>
      <w:r w:rsidR="00B77E03">
        <w:t xml:space="preserve">, </w:t>
      </w:r>
      <w:r w:rsidRPr="002813C1">
        <w:t>le marquis dardait sur Pascal un regard soupçonneux</w:t>
      </w:r>
      <w:r w:rsidR="00B77E03">
        <w:t>.</w:t>
      </w:r>
    </w:p>
    <w:p w14:paraId="50EE81FE" w14:textId="77777777" w:rsidR="00B77E03" w:rsidRDefault="0024252B" w:rsidP="00B77E03">
      <w:r w:rsidRPr="002813C1">
        <w:t>Il n</w:t>
      </w:r>
      <w:r w:rsidR="00B77E03">
        <w:t>’</w:t>
      </w:r>
      <w:r w:rsidRPr="002813C1">
        <w:t>était pas sans savoir de quelles doucereuses excuses les gens bien élevés enveloppent leurs refus pour en masquer l</w:t>
      </w:r>
      <w:r w:rsidR="00B77E03">
        <w:t>’</w:t>
      </w:r>
      <w:r w:rsidRPr="002813C1">
        <w:t>amertume</w:t>
      </w:r>
      <w:r w:rsidR="00B77E03">
        <w:t>.</w:t>
      </w:r>
    </w:p>
    <w:p w14:paraId="6B8FEC69" w14:textId="77777777" w:rsidR="00B77E03" w:rsidRDefault="00B77E03" w:rsidP="00B77E03">
      <w:r>
        <w:t>— </w:t>
      </w:r>
      <w:r w:rsidR="0024252B" w:rsidRPr="002813C1">
        <w:t>Ainsi</w:t>
      </w:r>
      <w:r>
        <w:t xml:space="preserve">, </w:t>
      </w:r>
      <w:r w:rsidR="0024252B" w:rsidRPr="002813C1">
        <w:t>fit-il d</w:t>
      </w:r>
      <w:r>
        <w:t>’</w:t>
      </w:r>
      <w:r w:rsidR="0024252B" w:rsidRPr="002813C1">
        <w:t>un ton où perçait l</w:t>
      </w:r>
      <w:r>
        <w:t>’</w:t>
      </w:r>
      <w:r w:rsidR="0024252B" w:rsidRPr="002813C1">
        <w:t>ironie</w:t>
      </w:r>
      <w:r>
        <w:t xml:space="preserve">, </w:t>
      </w:r>
      <w:r w:rsidR="0024252B" w:rsidRPr="002813C1">
        <w:t>le baron est gêné</w:t>
      </w:r>
      <w:r>
        <w:t>.</w:t>
      </w:r>
    </w:p>
    <w:p w14:paraId="7FDD1507" w14:textId="77777777" w:rsidR="00B77E03" w:rsidRDefault="00B77E03" w:rsidP="00B77E03">
      <w:r>
        <w:t>— </w:t>
      </w:r>
      <w:r w:rsidR="0024252B" w:rsidRPr="002813C1">
        <w:t>Franchement</w:t>
      </w:r>
      <w:r>
        <w:t xml:space="preserve">, </w:t>
      </w:r>
      <w:r w:rsidR="0024252B" w:rsidRPr="002813C1">
        <w:t>je le crois</w:t>
      </w:r>
      <w:r>
        <w:t>.</w:t>
      </w:r>
    </w:p>
    <w:p w14:paraId="4AACC661" w14:textId="77777777" w:rsidR="00B77E03" w:rsidRDefault="00B77E03" w:rsidP="00B77E03">
      <w:r>
        <w:t>— </w:t>
      </w:r>
      <w:r w:rsidR="0024252B" w:rsidRPr="002813C1">
        <w:t>Pauvre baron</w:t>
      </w:r>
      <w:r>
        <w:t xml:space="preserve"> !… </w:t>
      </w:r>
      <w:r w:rsidR="0024252B" w:rsidRPr="002813C1">
        <w:t>Ah</w:t>
      </w:r>
      <w:r>
        <w:t xml:space="preserve"> !… </w:t>
      </w:r>
      <w:r w:rsidR="0024252B" w:rsidRPr="002813C1">
        <w:t>je le plains</w:t>
      </w:r>
      <w:r>
        <w:t xml:space="preserve">… </w:t>
      </w:r>
      <w:r w:rsidR="0024252B" w:rsidRPr="002813C1">
        <w:t>oui considérablement</w:t>
      </w:r>
      <w:r>
        <w:t>.</w:t>
      </w:r>
    </w:p>
    <w:p w14:paraId="717E3BEC" w14:textId="77777777" w:rsidR="00B77E03" w:rsidRDefault="0024252B" w:rsidP="00B77E03">
      <w:r w:rsidRPr="002813C1">
        <w:lastRenderedPageBreak/>
        <w:t>Grave et froid comme un article du Code</w:t>
      </w:r>
      <w:r w:rsidR="00B77E03">
        <w:t xml:space="preserve">, </w:t>
      </w:r>
      <w:r w:rsidRPr="002813C1">
        <w:t>Pascal semblait n</w:t>
      </w:r>
      <w:r w:rsidR="00B77E03">
        <w:t>’</w:t>
      </w:r>
      <w:r w:rsidRPr="002813C1">
        <w:t>avoir point vu l</w:t>
      </w:r>
      <w:r w:rsidR="00B77E03">
        <w:t>’</w:t>
      </w:r>
      <w:r w:rsidRPr="002813C1">
        <w:t>effet du message qu</w:t>
      </w:r>
      <w:r w:rsidR="00B77E03">
        <w:t>’</w:t>
      </w:r>
      <w:r w:rsidRPr="002813C1">
        <w:t>il apportait</w:t>
      </w:r>
      <w:r w:rsidR="00B77E03">
        <w:t xml:space="preserve">, </w:t>
      </w:r>
      <w:r w:rsidRPr="002813C1">
        <w:t>le trouble affreux du marquis et la contrainte qu</w:t>
      </w:r>
      <w:r w:rsidR="00B77E03">
        <w:t>’</w:t>
      </w:r>
      <w:r w:rsidRPr="002813C1">
        <w:t>il s</w:t>
      </w:r>
      <w:r w:rsidR="00B77E03">
        <w:t>’</w:t>
      </w:r>
      <w:r w:rsidRPr="002813C1">
        <w:t>était imposée</w:t>
      </w:r>
      <w:r w:rsidR="00B77E03">
        <w:t>.</w:t>
      </w:r>
    </w:p>
    <w:p w14:paraId="7AB7D651" w14:textId="77777777" w:rsidR="00B77E03" w:rsidRDefault="00B77E03" w:rsidP="00B77E03">
      <w:r>
        <w:t>— </w:t>
      </w:r>
      <w:r w:rsidR="0024252B" w:rsidRPr="002813C1">
        <w:t>Vous pensez railler</w:t>
      </w:r>
      <w:r>
        <w:t xml:space="preserve">, </w:t>
      </w:r>
      <w:r w:rsidR="0024252B" w:rsidRPr="002813C1">
        <w:t>monsieur</w:t>
      </w:r>
      <w:r>
        <w:t xml:space="preserve">, </w:t>
      </w:r>
      <w:r w:rsidR="0024252B" w:rsidRPr="002813C1">
        <w:t>prononça-t-il</w:t>
      </w:r>
      <w:r>
        <w:t xml:space="preserve">, </w:t>
      </w:r>
      <w:r w:rsidR="0024252B" w:rsidRPr="002813C1">
        <w:t>moi je jurerais que le baron est en ce moment très à court d</w:t>
      </w:r>
      <w:r>
        <w:t>’</w:t>
      </w:r>
      <w:r w:rsidR="0024252B" w:rsidRPr="002813C1">
        <w:t>argent</w:t>
      </w:r>
      <w:r>
        <w:t>…</w:t>
      </w:r>
    </w:p>
    <w:p w14:paraId="68DF7110" w14:textId="77777777" w:rsidR="00B77E03" w:rsidRDefault="00B77E03" w:rsidP="00B77E03">
      <w:r>
        <w:t>— </w:t>
      </w:r>
      <w:r w:rsidR="0024252B" w:rsidRPr="002813C1">
        <w:t>Allons donc</w:t>
      </w:r>
      <w:r>
        <w:t xml:space="preserve"> !… </w:t>
      </w:r>
      <w:r w:rsidR="0024252B" w:rsidRPr="002813C1">
        <w:t>Un homme qui a sept ou huit millions</w:t>
      </w:r>
      <w:r>
        <w:t>…</w:t>
      </w:r>
    </w:p>
    <w:p w14:paraId="52255A79" w14:textId="77777777" w:rsidR="00B77E03" w:rsidRDefault="00B77E03" w:rsidP="00B77E03">
      <w:r>
        <w:t>— </w:t>
      </w:r>
      <w:r w:rsidR="0024252B" w:rsidRPr="002813C1">
        <w:t>Je parierais pour dix</w:t>
      </w:r>
      <w:r>
        <w:t xml:space="preserve">, </w:t>
      </w:r>
      <w:r w:rsidR="0024252B" w:rsidRPr="002813C1">
        <w:t>au moins</w:t>
      </w:r>
      <w:r>
        <w:t>.</w:t>
      </w:r>
    </w:p>
    <w:p w14:paraId="4A59DB6A" w14:textId="77777777" w:rsidR="00B77E03" w:rsidRDefault="00B77E03" w:rsidP="00B77E03">
      <w:r>
        <w:t>— </w:t>
      </w:r>
      <w:r w:rsidR="0024252B" w:rsidRPr="002813C1">
        <w:t>Raison de plus</w:t>
      </w:r>
      <w:r>
        <w:t>.</w:t>
      </w:r>
    </w:p>
    <w:p w14:paraId="5640D4E6" w14:textId="77777777" w:rsidR="00B77E03" w:rsidRDefault="0024252B" w:rsidP="00B77E03">
      <w:r w:rsidRPr="002813C1">
        <w:t>Pascal haussa dédaigneusement les épaules</w:t>
      </w:r>
      <w:r w:rsidR="00B77E03">
        <w:t>.</w:t>
      </w:r>
    </w:p>
    <w:p w14:paraId="4277D878" w14:textId="1148DCDB" w:rsidR="00B77E03" w:rsidRDefault="00B77E03" w:rsidP="00B77E03">
      <w:r>
        <w:t>— </w:t>
      </w:r>
      <w:r w:rsidR="0024252B" w:rsidRPr="002813C1">
        <w:t>Il m</w:t>
      </w:r>
      <w:r>
        <w:t>’</w:t>
      </w:r>
      <w:r w:rsidR="0024252B" w:rsidRPr="002813C1">
        <w:t>étonne</w:t>
      </w:r>
      <w:r>
        <w:t xml:space="preserve">, </w:t>
      </w:r>
      <w:r w:rsidR="0024252B" w:rsidRPr="002813C1">
        <w:t>monsieur le marquis</w:t>
      </w:r>
      <w:r>
        <w:t xml:space="preserve">, </w:t>
      </w:r>
      <w:r w:rsidR="0024252B" w:rsidRPr="002813C1">
        <w:t>fit-il d</w:t>
      </w:r>
      <w:r>
        <w:t>’</w:t>
      </w:r>
      <w:r w:rsidR="0024252B" w:rsidRPr="002813C1">
        <w:t>un ton dogmatique</w:t>
      </w:r>
      <w:r>
        <w:t xml:space="preserve">, </w:t>
      </w:r>
      <w:r w:rsidR="0024252B" w:rsidRPr="002813C1">
        <w:t>de vous entendre parler ainsi</w:t>
      </w:r>
      <w:r>
        <w:t xml:space="preserve">… </w:t>
      </w:r>
      <w:r w:rsidR="0024252B" w:rsidRPr="002813C1">
        <w:t>L</w:t>
      </w:r>
      <w:r>
        <w:t>’</w:t>
      </w:r>
      <w:r w:rsidR="0024252B" w:rsidRPr="002813C1">
        <w:t>énormité du revenu ne constitue pas l</w:t>
      </w:r>
      <w:r>
        <w:t>’</w:t>
      </w:r>
      <w:r w:rsidR="0024252B" w:rsidRPr="002813C1">
        <w:t>aisance</w:t>
      </w:r>
      <w:r>
        <w:t xml:space="preserve">, </w:t>
      </w:r>
      <w:r w:rsidR="0024252B" w:rsidRPr="002813C1">
        <w:t>mais bien la façon dont on l</w:t>
      </w:r>
      <w:r>
        <w:t>’</w:t>
      </w:r>
      <w:r w:rsidR="0024252B" w:rsidRPr="002813C1">
        <w:t>emploie</w:t>
      </w:r>
      <w:r>
        <w:t xml:space="preserve">… </w:t>
      </w:r>
      <w:r w:rsidR="0024252B" w:rsidRPr="002813C1">
        <w:t>Par le temps de folies qui court</w:t>
      </w:r>
      <w:r>
        <w:t xml:space="preserve">, </w:t>
      </w:r>
      <w:r w:rsidR="0024252B" w:rsidRPr="002813C1">
        <w:t>tous les gens riches sont gênés</w:t>
      </w:r>
      <w:r>
        <w:t xml:space="preserve">… </w:t>
      </w:r>
      <w:r w:rsidR="0024252B" w:rsidRPr="002813C1">
        <w:t>Que donnent au baron ses dix millions</w:t>
      </w:r>
      <w:r>
        <w:t xml:space="preserve"> ? </w:t>
      </w:r>
      <w:r w:rsidR="0024252B" w:rsidRPr="002813C1">
        <w:t>Cinq cent mille livres de rentes au plus</w:t>
      </w:r>
      <w:r>
        <w:t xml:space="preserve"> ! </w:t>
      </w:r>
      <w:r w:rsidR="0024252B" w:rsidRPr="002813C1">
        <w:t>C</w:t>
      </w:r>
      <w:r>
        <w:t>’</w:t>
      </w:r>
      <w:r w:rsidR="0024252B" w:rsidRPr="002813C1">
        <w:t>est un joli denier et je m</w:t>
      </w:r>
      <w:r>
        <w:t>’</w:t>
      </w:r>
      <w:r w:rsidR="0024252B" w:rsidRPr="002813C1">
        <w:t>en contenterais</w:t>
      </w:r>
      <w:r>
        <w:t xml:space="preserve">… </w:t>
      </w:r>
      <w:r w:rsidR="0024252B" w:rsidRPr="002813C1">
        <w:t>Mais le baron joue</w:t>
      </w:r>
      <w:r>
        <w:t xml:space="preserve">, </w:t>
      </w:r>
      <w:r w:rsidR="0024252B" w:rsidRPr="002813C1">
        <w:t xml:space="preserve">et </w:t>
      </w:r>
      <w:r>
        <w:t>M</w:t>
      </w:r>
      <w:r w:rsidRPr="00B77E03">
        <w:rPr>
          <w:vertAlign w:val="superscript"/>
        </w:rPr>
        <w:t>me</w:t>
      </w:r>
      <w:r>
        <w:t> </w:t>
      </w:r>
      <w:r w:rsidR="0024252B" w:rsidRPr="002813C1">
        <w:t>la baronne est la femme la plus élégante de Paris</w:t>
      </w:r>
      <w:r>
        <w:t xml:space="preserve">… </w:t>
      </w:r>
      <w:r w:rsidR="0024252B" w:rsidRPr="002813C1">
        <w:t>Ils aiment la grande vie l</w:t>
      </w:r>
      <w:r>
        <w:t>’</w:t>
      </w:r>
      <w:r w:rsidR="0024252B" w:rsidRPr="002813C1">
        <w:t>un et l</w:t>
      </w:r>
      <w:r>
        <w:t>’</w:t>
      </w:r>
      <w:r w:rsidR="0024252B" w:rsidRPr="002813C1">
        <w:t>autre</w:t>
      </w:r>
      <w:r>
        <w:t xml:space="preserve">, </w:t>
      </w:r>
      <w:r w:rsidR="0024252B" w:rsidRPr="002813C1">
        <w:t>et leur maison est montée comme celle d</w:t>
      </w:r>
      <w:r>
        <w:t>’</w:t>
      </w:r>
      <w:r w:rsidR="0024252B" w:rsidRPr="002813C1">
        <w:t>un prince</w:t>
      </w:r>
      <w:r>
        <w:t xml:space="preserve">… </w:t>
      </w:r>
      <w:r w:rsidR="0024252B" w:rsidRPr="002813C1">
        <w:t>Chez eux</w:t>
      </w:r>
      <w:r>
        <w:t xml:space="preserve">, </w:t>
      </w:r>
      <w:r w:rsidR="0024252B" w:rsidRPr="002813C1">
        <w:t>du premier janvier à la saint Sylvestre la chandelle brûle par les deux bouts</w:t>
      </w:r>
      <w:r>
        <w:t xml:space="preserve">… </w:t>
      </w:r>
      <w:r w:rsidR="0024252B" w:rsidRPr="002813C1">
        <w:t>Que sont cinq cent mille francs avec un train pareil</w:t>
      </w:r>
      <w:r>
        <w:t xml:space="preserve"> !… </w:t>
      </w:r>
      <w:r w:rsidR="0024252B" w:rsidRPr="002813C1">
        <w:t>Leur situation doit être celle de plusieurs millionnaires de ma connaissance</w:t>
      </w:r>
      <w:r>
        <w:t xml:space="preserve">, </w:t>
      </w:r>
      <w:r w:rsidR="0024252B" w:rsidRPr="002813C1">
        <w:t>qui</w:t>
      </w:r>
      <w:r>
        <w:t xml:space="preserve">, </w:t>
      </w:r>
      <w:r w:rsidR="0024252B" w:rsidRPr="002813C1">
        <w:t>vers la fin du trimestre et en attendant l</w:t>
      </w:r>
      <w:r>
        <w:t>’</w:t>
      </w:r>
      <w:r w:rsidR="0024252B" w:rsidRPr="002813C1">
        <w:t>échéance de leurs rentes</w:t>
      </w:r>
      <w:r>
        <w:t xml:space="preserve">, </w:t>
      </w:r>
      <w:r w:rsidR="0024252B" w:rsidRPr="002813C1">
        <w:t>portent bravement leur argenterie au Mont-de-Piété</w:t>
      </w:r>
      <w:r>
        <w:t>…</w:t>
      </w:r>
    </w:p>
    <w:p w14:paraId="590149B5" w14:textId="77777777" w:rsidR="00B77E03" w:rsidRDefault="0024252B" w:rsidP="00B77E03">
      <w:r w:rsidRPr="002813C1">
        <w:t>L</w:t>
      </w:r>
      <w:r w:rsidR="00B77E03">
        <w:t>’</w:t>
      </w:r>
      <w:r w:rsidRPr="002813C1">
        <w:t>excuse pouvait n</w:t>
      </w:r>
      <w:r w:rsidR="00B77E03">
        <w:t>’</w:t>
      </w:r>
      <w:r w:rsidRPr="002813C1">
        <w:t>être pas vraie</w:t>
      </w:r>
      <w:r w:rsidR="00B77E03">
        <w:t xml:space="preserve"> ; </w:t>
      </w:r>
      <w:r w:rsidRPr="002813C1">
        <w:t>elle était vraisemblable</w:t>
      </w:r>
      <w:r w:rsidR="00B77E03">
        <w:t xml:space="preserve">. </w:t>
      </w:r>
      <w:r w:rsidRPr="002813C1">
        <w:t>N</w:t>
      </w:r>
      <w:r w:rsidR="00B77E03">
        <w:t>’</w:t>
      </w:r>
      <w:r w:rsidRPr="002813C1">
        <w:t>est-il pas prouvé qu</w:t>
      </w:r>
      <w:r w:rsidR="00B77E03">
        <w:t>’</w:t>
      </w:r>
      <w:r w:rsidRPr="002813C1">
        <w:t>à cette heure</w:t>
      </w:r>
      <w:r w:rsidR="00B77E03">
        <w:t xml:space="preserve">, </w:t>
      </w:r>
      <w:r w:rsidRPr="002813C1">
        <w:t>grâce à la rage de luxe</w:t>
      </w:r>
      <w:r w:rsidR="00B77E03">
        <w:t xml:space="preserve">, </w:t>
      </w:r>
      <w:r w:rsidRPr="002813C1">
        <w:t>de plaisirs et de toilettes qui brouille les cervelles</w:t>
      </w:r>
      <w:r w:rsidR="00B77E03">
        <w:t xml:space="preserve">, </w:t>
      </w:r>
      <w:r w:rsidRPr="002813C1">
        <w:t>presque tous les ménages de la haute vie parisienne sont au-</w:t>
      </w:r>
      <w:r w:rsidRPr="002813C1">
        <w:lastRenderedPageBreak/>
        <w:t>dessous de leurs affaires</w:t>
      </w:r>
      <w:r w:rsidR="00B77E03">
        <w:t xml:space="preserve">… </w:t>
      </w:r>
      <w:r w:rsidRPr="002813C1">
        <w:t>Un procès récent n</w:t>
      </w:r>
      <w:r w:rsidR="00B77E03">
        <w:t>’</w:t>
      </w:r>
      <w:r w:rsidRPr="002813C1">
        <w:t>a-t-il pas révélé ce fait étrange</w:t>
      </w:r>
      <w:r w:rsidR="00B77E03">
        <w:t xml:space="preserve">, </w:t>
      </w:r>
      <w:r w:rsidRPr="002813C1">
        <w:t>fantastique</w:t>
      </w:r>
      <w:r w:rsidR="00B77E03">
        <w:t xml:space="preserve">, </w:t>
      </w:r>
      <w:r w:rsidRPr="002813C1">
        <w:t>inouï</w:t>
      </w:r>
      <w:r w:rsidR="00B77E03">
        <w:t xml:space="preserve">, </w:t>
      </w:r>
      <w:r w:rsidRPr="002813C1">
        <w:t>que des gens notoirement riches de plus de cent mille livres de rentes avaient gardé six mois un cocher qui les volait effrontément</w:t>
      </w:r>
      <w:r w:rsidR="00B77E03">
        <w:t xml:space="preserve">, </w:t>
      </w:r>
      <w:r w:rsidRPr="002813C1">
        <w:t>parce qu</w:t>
      </w:r>
      <w:r w:rsidR="00B77E03">
        <w:t>’</w:t>
      </w:r>
      <w:r w:rsidRPr="002813C1">
        <w:t>en six mois ils n</w:t>
      </w:r>
      <w:r w:rsidR="00B77E03">
        <w:t>’</w:t>
      </w:r>
      <w:r w:rsidRPr="002813C1">
        <w:t>avaient pas trouvé le moyen de disposer de huit cents francs qu</w:t>
      </w:r>
      <w:r w:rsidR="00B77E03">
        <w:t>’</w:t>
      </w:r>
      <w:r w:rsidRPr="002813C1">
        <w:t>ils lui devaient et qu</w:t>
      </w:r>
      <w:r w:rsidR="00B77E03">
        <w:t>’</w:t>
      </w:r>
      <w:r w:rsidRPr="002813C1">
        <w:t>il fallait payer avant de le mettre à la porte</w:t>
      </w:r>
      <w:r w:rsidR="00B77E03">
        <w:t>…</w:t>
      </w:r>
    </w:p>
    <w:p w14:paraId="3294E9C1" w14:textId="5010294B" w:rsidR="00B77E03" w:rsidRDefault="00B77E03" w:rsidP="00B77E03">
      <w:r>
        <w:t>M. de </w:t>
      </w:r>
      <w:proofErr w:type="spellStart"/>
      <w:r w:rsidR="0024252B" w:rsidRPr="002813C1">
        <w:t>Valorsay</w:t>
      </w:r>
      <w:proofErr w:type="spellEnd"/>
      <w:r w:rsidR="0024252B" w:rsidRPr="002813C1">
        <w:t xml:space="preserve"> connaissait cela</w:t>
      </w:r>
      <w:r>
        <w:t xml:space="preserve">, </w:t>
      </w:r>
      <w:r w:rsidR="0024252B" w:rsidRPr="002813C1">
        <w:t>mais une inquiétude terrible le poignait</w:t>
      </w:r>
      <w:r>
        <w:t>.</w:t>
      </w:r>
    </w:p>
    <w:p w14:paraId="2A9D238A" w14:textId="77777777" w:rsidR="00B77E03" w:rsidRDefault="0024252B" w:rsidP="00B77E03">
      <w:r w:rsidRPr="002813C1">
        <w:t>Avait-on eu vent de sa déconfiture</w:t>
      </w:r>
      <w:r w:rsidR="00B77E03">
        <w:t xml:space="preserve">, </w:t>
      </w:r>
      <w:r w:rsidRPr="002813C1">
        <w:t>le bruit en courait-il</w:t>
      </w:r>
      <w:r w:rsidR="00B77E03">
        <w:t xml:space="preserve"> ? </w:t>
      </w:r>
      <w:r w:rsidRPr="002813C1">
        <w:t>Était-il arrivé jusqu</w:t>
      </w:r>
      <w:r w:rsidR="00B77E03">
        <w:t>’</w:t>
      </w:r>
      <w:r w:rsidRPr="002813C1">
        <w:t xml:space="preserve">aux oreilles du baron </w:t>
      </w:r>
      <w:proofErr w:type="spellStart"/>
      <w:r w:rsidRPr="002813C1">
        <w:t>Trigault</w:t>
      </w:r>
      <w:proofErr w:type="spellEnd"/>
      <w:r w:rsidR="00B77E03">
        <w:t> ?…</w:t>
      </w:r>
    </w:p>
    <w:p w14:paraId="01DBD396" w14:textId="77777777" w:rsidR="00B77E03" w:rsidRDefault="0024252B" w:rsidP="00B77E03">
      <w:r w:rsidRPr="002813C1">
        <w:t>Voilà ce qu</w:t>
      </w:r>
      <w:r w:rsidR="00B77E03">
        <w:t>’</w:t>
      </w:r>
      <w:r w:rsidRPr="002813C1">
        <w:t>il lui importait d</w:t>
      </w:r>
      <w:r w:rsidR="00B77E03">
        <w:t>’</w:t>
      </w:r>
      <w:r w:rsidRPr="002813C1">
        <w:t>éclaircir</w:t>
      </w:r>
      <w:r w:rsidR="00B77E03">
        <w:t>.</w:t>
      </w:r>
    </w:p>
    <w:p w14:paraId="5D7FBA56" w14:textId="77777777" w:rsidR="00B77E03" w:rsidRDefault="00B77E03" w:rsidP="00B77E03">
      <w:r>
        <w:t>— </w:t>
      </w:r>
      <w:r w:rsidR="0024252B" w:rsidRPr="002813C1">
        <w:t>Résumons-nous</w:t>
      </w:r>
      <w:r>
        <w:t xml:space="preserve">, </w:t>
      </w:r>
      <w:r w:rsidR="0024252B" w:rsidRPr="002813C1">
        <w:t xml:space="preserve">monsieur </w:t>
      </w:r>
      <w:proofErr w:type="spellStart"/>
      <w:r w:rsidR="0024252B" w:rsidRPr="002813C1">
        <w:t>Mauméjan</w:t>
      </w:r>
      <w:proofErr w:type="spellEnd"/>
      <w:r>
        <w:t xml:space="preserve">, </w:t>
      </w:r>
      <w:r w:rsidR="0024252B" w:rsidRPr="002813C1">
        <w:t>dit-il</w:t>
      </w:r>
      <w:r>
        <w:t xml:space="preserve">. </w:t>
      </w:r>
      <w:r w:rsidR="0024252B" w:rsidRPr="002813C1">
        <w:t>Le baron n</w:t>
      </w:r>
      <w:r>
        <w:t>’</w:t>
      </w:r>
      <w:r w:rsidR="0024252B" w:rsidRPr="002813C1">
        <w:t>a pu me procurer pour ce matin les fonds qu</w:t>
      </w:r>
      <w:r>
        <w:t>’</w:t>
      </w:r>
      <w:r w:rsidR="0024252B" w:rsidRPr="002813C1">
        <w:t>il m</w:t>
      </w:r>
      <w:r>
        <w:t>’</w:t>
      </w:r>
      <w:r w:rsidR="0024252B" w:rsidRPr="002813C1">
        <w:t>avait promis</w:t>
      </w:r>
      <w:r>
        <w:t xml:space="preserve">, </w:t>
      </w:r>
      <w:r w:rsidR="0024252B" w:rsidRPr="002813C1">
        <w:t>quand me les procurera-t-il</w:t>
      </w:r>
      <w:r>
        <w:t> ?</w:t>
      </w:r>
    </w:p>
    <w:p w14:paraId="4182C542" w14:textId="77777777" w:rsidR="00B77E03" w:rsidRDefault="0024252B" w:rsidP="00B77E03">
      <w:r w:rsidRPr="002813C1">
        <w:t>Pascal ouvrit des yeux démesurés</w:t>
      </w:r>
      <w:r w:rsidR="00B77E03">
        <w:t xml:space="preserve">, </w:t>
      </w:r>
      <w:r w:rsidRPr="002813C1">
        <w:t>comme s</w:t>
      </w:r>
      <w:r w:rsidR="00B77E03">
        <w:t>’</w:t>
      </w:r>
      <w:r w:rsidRPr="002813C1">
        <w:t>il eût entendu une question de l</w:t>
      </w:r>
      <w:r w:rsidR="00B77E03">
        <w:t>’</w:t>
      </w:r>
      <w:r w:rsidRPr="002813C1">
        <w:t>autre monde</w:t>
      </w:r>
      <w:r w:rsidR="00B77E03">
        <w:t xml:space="preserve">, </w:t>
      </w:r>
      <w:r w:rsidRPr="002813C1">
        <w:t>et de l</w:t>
      </w:r>
      <w:r w:rsidR="00B77E03">
        <w:t>’</w:t>
      </w:r>
      <w:r w:rsidRPr="002813C1">
        <w:t>air le plus innocent</w:t>
      </w:r>
      <w:r w:rsidR="00B77E03">
        <w:t> :</w:t>
      </w:r>
    </w:p>
    <w:p w14:paraId="586F51F1" w14:textId="60BBF62D" w:rsidR="00B77E03" w:rsidRDefault="00B77E03" w:rsidP="00B77E03">
      <w:r>
        <w:t>— </w:t>
      </w:r>
      <w:r w:rsidR="0024252B" w:rsidRPr="002813C1">
        <w:t>Mais je présume</w:t>
      </w:r>
      <w:r>
        <w:t xml:space="preserve">, </w:t>
      </w:r>
      <w:r w:rsidR="0024252B" w:rsidRPr="002813C1">
        <w:t>répondit-il</w:t>
      </w:r>
      <w:r>
        <w:t xml:space="preserve">, </w:t>
      </w:r>
      <w:r w:rsidR="0024252B" w:rsidRPr="002813C1">
        <w:t xml:space="preserve">que </w:t>
      </w:r>
      <w:r>
        <w:t>M. </w:t>
      </w:r>
      <w:r w:rsidR="0024252B" w:rsidRPr="002813C1">
        <w:t>le baron ne s</w:t>
      </w:r>
      <w:r>
        <w:t>’</w:t>
      </w:r>
      <w:r w:rsidR="0024252B" w:rsidRPr="002813C1">
        <w:t>occupe plus de ces cent mille francs</w:t>
      </w:r>
      <w:r>
        <w:t xml:space="preserve">… </w:t>
      </w:r>
      <w:r w:rsidR="0024252B" w:rsidRPr="002813C1">
        <w:t>Cette opinion résulte pour moi de ses dernières paroles</w:t>
      </w:r>
      <w:r>
        <w:t>… « </w:t>
      </w:r>
      <w:r w:rsidR="0024252B" w:rsidRPr="002813C1">
        <w:t>Ce qui me console un peu</w:t>
      </w:r>
      <w:r>
        <w:t xml:space="preserve">, </w:t>
      </w:r>
      <w:r w:rsidR="0024252B" w:rsidRPr="002813C1">
        <w:t>m</w:t>
      </w:r>
      <w:r>
        <w:t>’</w:t>
      </w:r>
      <w:r w:rsidR="0024252B" w:rsidRPr="002813C1">
        <w:t>a-t-il dit</w:t>
      </w:r>
      <w:r>
        <w:t xml:space="preserve">, </w:t>
      </w:r>
      <w:r w:rsidR="0024252B" w:rsidRPr="002813C1">
        <w:t>c</w:t>
      </w:r>
      <w:r>
        <w:t>’</w:t>
      </w:r>
      <w:r w:rsidR="0024252B" w:rsidRPr="002813C1">
        <w:t xml:space="preserve">est que le marquis de </w:t>
      </w:r>
      <w:proofErr w:type="spellStart"/>
      <w:r w:rsidR="0024252B" w:rsidRPr="002813C1">
        <w:t>Valorsay</w:t>
      </w:r>
      <w:proofErr w:type="spellEnd"/>
      <w:r w:rsidR="0024252B" w:rsidRPr="002813C1">
        <w:t xml:space="preserve"> est très-riche et très-répandu</w:t>
      </w:r>
      <w:r>
        <w:t xml:space="preserve">… </w:t>
      </w:r>
      <w:r w:rsidR="0024252B" w:rsidRPr="002813C1">
        <w:t>Je lui connais dix amis qui seront ravis de lui rendre ce petit service</w:t>
      </w:r>
      <w:r>
        <w:t>… »</w:t>
      </w:r>
    </w:p>
    <w:p w14:paraId="477266EB" w14:textId="6BBEE0AA" w:rsidR="00B77E03" w:rsidRDefault="0024252B" w:rsidP="00B77E03">
      <w:r w:rsidRPr="002813C1">
        <w:t>Jusqu</w:t>
      </w:r>
      <w:r w:rsidR="00B77E03">
        <w:t>’</w:t>
      </w:r>
      <w:r w:rsidRPr="002813C1">
        <w:t>à ce moment</w:t>
      </w:r>
      <w:r w:rsidR="00B77E03">
        <w:t xml:space="preserve">, </w:t>
      </w:r>
      <w:r w:rsidRPr="002813C1">
        <w:t>et c</w:t>
      </w:r>
      <w:r w:rsidR="00B77E03">
        <w:t>’</w:t>
      </w:r>
      <w:r w:rsidRPr="002813C1">
        <w:t>était là surtout ce qui l</w:t>
      </w:r>
      <w:r w:rsidR="00B77E03">
        <w:t>’</w:t>
      </w:r>
      <w:r w:rsidRPr="002813C1">
        <w:t>avait soutenu</w:t>
      </w:r>
      <w:r w:rsidR="00B77E03">
        <w:t>, M. de </w:t>
      </w:r>
      <w:proofErr w:type="spellStart"/>
      <w:r w:rsidRPr="002813C1">
        <w:t>Valorsay</w:t>
      </w:r>
      <w:proofErr w:type="spellEnd"/>
      <w:r w:rsidRPr="002813C1">
        <w:t xml:space="preserve"> s</w:t>
      </w:r>
      <w:r w:rsidR="00B77E03">
        <w:t>’</w:t>
      </w:r>
      <w:r w:rsidRPr="002813C1">
        <w:t>était bercé de cet espoir qu</w:t>
      </w:r>
      <w:r w:rsidR="00B77E03">
        <w:t>’</w:t>
      </w:r>
      <w:r w:rsidRPr="002813C1">
        <w:t>il ne s</w:t>
      </w:r>
      <w:r w:rsidR="00B77E03">
        <w:t>’</w:t>
      </w:r>
      <w:r w:rsidRPr="002813C1">
        <w:t>agissait que d</w:t>
      </w:r>
      <w:r w:rsidR="00B77E03">
        <w:t>’</w:t>
      </w:r>
      <w:r w:rsidRPr="002813C1">
        <w:t>un retard</w:t>
      </w:r>
      <w:r w:rsidR="00B77E03">
        <w:t>…</w:t>
      </w:r>
    </w:p>
    <w:p w14:paraId="467EC8CC" w14:textId="77777777" w:rsidR="00B77E03" w:rsidRDefault="0024252B" w:rsidP="00B77E03">
      <w:r w:rsidRPr="002813C1">
        <w:t>La certitude que le refus était bien définitif</w:t>
      </w:r>
      <w:r w:rsidR="00B77E03">
        <w:t xml:space="preserve">, </w:t>
      </w:r>
      <w:r w:rsidRPr="002813C1">
        <w:t>l</w:t>
      </w:r>
      <w:r w:rsidR="00B77E03">
        <w:t>’</w:t>
      </w:r>
      <w:r w:rsidRPr="002813C1">
        <w:t>accabla</w:t>
      </w:r>
      <w:r w:rsidR="00B77E03">
        <w:t>.</w:t>
      </w:r>
    </w:p>
    <w:p w14:paraId="178D7D22" w14:textId="77777777" w:rsidR="00B77E03" w:rsidRDefault="00B77E03" w:rsidP="00B77E03">
      <w:r>
        <w:lastRenderedPageBreak/>
        <w:t>— </w:t>
      </w:r>
      <w:r w:rsidR="0024252B" w:rsidRPr="002813C1">
        <w:t>On sait ma ruine</w:t>
      </w:r>
      <w:r>
        <w:t xml:space="preserve"> !… </w:t>
      </w:r>
      <w:r w:rsidR="0024252B" w:rsidRPr="002813C1">
        <w:t>pensa-t-il</w:t>
      </w:r>
      <w:r>
        <w:t>.</w:t>
      </w:r>
    </w:p>
    <w:p w14:paraId="4C089078" w14:textId="77777777" w:rsidR="00B77E03" w:rsidRDefault="0024252B" w:rsidP="00B77E03">
      <w:r w:rsidRPr="002813C1">
        <w:t>Et se sentant défaillir</w:t>
      </w:r>
      <w:r w:rsidR="00B77E03">
        <w:t xml:space="preserve">, </w:t>
      </w:r>
      <w:r w:rsidRPr="002813C1">
        <w:t>machinalement il se versa un grand verre de vin de Madère</w:t>
      </w:r>
      <w:r w:rsidR="00B77E03">
        <w:t xml:space="preserve">, </w:t>
      </w:r>
      <w:r w:rsidRPr="002813C1">
        <w:t>qu</w:t>
      </w:r>
      <w:r w:rsidR="00B77E03">
        <w:t>’</w:t>
      </w:r>
      <w:r w:rsidRPr="002813C1">
        <w:t>il avala d</w:t>
      </w:r>
      <w:r w:rsidR="00B77E03">
        <w:t>’</w:t>
      </w:r>
      <w:r w:rsidRPr="002813C1">
        <w:t>un trait</w:t>
      </w:r>
      <w:r w:rsidR="00B77E03">
        <w:t>…</w:t>
      </w:r>
    </w:p>
    <w:p w14:paraId="00DAA3C3" w14:textId="77777777" w:rsidR="00B77E03" w:rsidRDefault="0024252B" w:rsidP="00B77E03">
      <w:r w:rsidRPr="002813C1">
        <w:t>Le vin</w:t>
      </w:r>
      <w:r w:rsidR="00B77E03">
        <w:t xml:space="preserve">, </w:t>
      </w:r>
      <w:r w:rsidRPr="002813C1">
        <w:t>pour un moment</w:t>
      </w:r>
      <w:r w:rsidR="00B77E03">
        <w:t xml:space="preserve">, </w:t>
      </w:r>
      <w:r w:rsidRPr="002813C1">
        <w:t>lui prêta une énergie factice</w:t>
      </w:r>
      <w:r w:rsidR="00B77E03">
        <w:t xml:space="preserve">… </w:t>
      </w:r>
      <w:r w:rsidRPr="002813C1">
        <w:t>Mais avec le sang</w:t>
      </w:r>
      <w:r w:rsidR="00B77E03">
        <w:t xml:space="preserve">, </w:t>
      </w:r>
      <w:r w:rsidRPr="002813C1">
        <w:t>la colère folle</w:t>
      </w:r>
      <w:r w:rsidR="00B77E03">
        <w:t xml:space="preserve">, </w:t>
      </w:r>
      <w:r w:rsidRPr="002813C1">
        <w:t>furieuse</w:t>
      </w:r>
      <w:r w:rsidR="00B77E03">
        <w:t xml:space="preserve">, </w:t>
      </w:r>
      <w:r w:rsidRPr="002813C1">
        <w:t>envahit son cerveau</w:t>
      </w:r>
      <w:r w:rsidR="00B77E03">
        <w:t xml:space="preserve">, </w:t>
      </w:r>
      <w:r w:rsidRPr="002813C1">
        <w:t>il perdit toute mesure</w:t>
      </w:r>
      <w:r w:rsidR="00B77E03">
        <w:t xml:space="preserve">, </w:t>
      </w:r>
      <w:r w:rsidRPr="002813C1">
        <w:t>et se dressant la face empourprée</w:t>
      </w:r>
      <w:r w:rsidR="00B77E03">
        <w:t> :</w:t>
      </w:r>
    </w:p>
    <w:p w14:paraId="679012C0" w14:textId="77777777" w:rsidR="00B77E03" w:rsidRDefault="00B77E03" w:rsidP="00B77E03">
      <w:r>
        <w:t>— </w:t>
      </w:r>
      <w:r w:rsidR="0024252B" w:rsidRPr="002813C1">
        <w:t>C</w:t>
      </w:r>
      <w:r>
        <w:t>’</w:t>
      </w:r>
      <w:r w:rsidR="0024252B" w:rsidRPr="002813C1">
        <w:t>est une infamie</w:t>
      </w:r>
      <w:r>
        <w:t xml:space="preserve">, </w:t>
      </w:r>
      <w:r w:rsidR="0024252B" w:rsidRPr="002813C1">
        <w:t>s</w:t>
      </w:r>
      <w:r>
        <w:t>’</w:t>
      </w:r>
      <w:r w:rsidR="0024252B" w:rsidRPr="002813C1">
        <w:t>écria-t-il</w:t>
      </w:r>
      <w:r>
        <w:t xml:space="preserve">, </w:t>
      </w:r>
      <w:r w:rsidR="0024252B" w:rsidRPr="002813C1">
        <w:t>une ignoble lâcheté</w:t>
      </w:r>
      <w:r>
        <w:t xml:space="preserve">, </w:t>
      </w:r>
      <w:r w:rsidR="0024252B" w:rsidRPr="002813C1">
        <w:t xml:space="preserve">et le sieur </w:t>
      </w:r>
      <w:proofErr w:type="spellStart"/>
      <w:r w:rsidR="0024252B" w:rsidRPr="002813C1">
        <w:t>Trigault</w:t>
      </w:r>
      <w:proofErr w:type="spellEnd"/>
      <w:r w:rsidR="0024252B" w:rsidRPr="002813C1">
        <w:t xml:space="preserve"> mériterait une sévère correction</w:t>
      </w:r>
      <w:r>
        <w:t xml:space="preserve">… </w:t>
      </w:r>
      <w:r w:rsidR="0024252B" w:rsidRPr="002813C1">
        <w:t>On ne tient pas un galant homme trois jours dans l</w:t>
      </w:r>
      <w:r>
        <w:t>’</w:t>
      </w:r>
      <w:r w:rsidR="0024252B" w:rsidRPr="002813C1">
        <w:t>eau</w:t>
      </w:r>
      <w:r>
        <w:t xml:space="preserve">, </w:t>
      </w:r>
      <w:r w:rsidR="0024252B" w:rsidRPr="002813C1">
        <w:t>pour après le payer d</w:t>
      </w:r>
      <w:r>
        <w:t>’</w:t>
      </w:r>
      <w:r w:rsidR="0024252B" w:rsidRPr="002813C1">
        <w:t>une grimace de singe</w:t>
      </w:r>
      <w:r>
        <w:t xml:space="preserve">… </w:t>
      </w:r>
      <w:r w:rsidR="0024252B" w:rsidRPr="002813C1">
        <w:t>S</w:t>
      </w:r>
      <w:r>
        <w:t>’</w:t>
      </w:r>
      <w:r w:rsidR="0024252B" w:rsidRPr="002813C1">
        <w:t>il m</w:t>
      </w:r>
      <w:r>
        <w:t>’</w:t>
      </w:r>
      <w:r w:rsidR="0024252B" w:rsidRPr="002813C1">
        <w:t>eût répondu</w:t>
      </w:r>
      <w:r>
        <w:t xml:space="preserve"> : </w:t>
      </w:r>
      <w:r w:rsidR="0024252B" w:rsidRPr="002813C1">
        <w:t>non</w:t>
      </w:r>
      <w:r>
        <w:t xml:space="preserve">, </w:t>
      </w:r>
      <w:r w:rsidR="0024252B" w:rsidRPr="002813C1">
        <w:t>carrément</w:t>
      </w:r>
      <w:r>
        <w:t xml:space="preserve">, </w:t>
      </w:r>
      <w:r w:rsidR="0024252B" w:rsidRPr="002813C1">
        <w:t>je me serais mis en mesure</w:t>
      </w:r>
      <w:r>
        <w:t xml:space="preserve">, </w:t>
      </w:r>
      <w:r w:rsidR="0024252B" w:rsidRPr="002813C1">
        <w:t>et ne me trouverais pas dans un embarras d</w:t>
      </w:r>
      <w:r>
        <w:t>’</w:t>
      </w:r>
      <w:r w:rsidR="0024252B" w:rsidRPr="002813C1">
        <w:t>où je ne sais comment sortir</w:t>
      </w:r>
      <w:r>
        <w:t xml:space="preserve">… </w:t>
      </w:r>
      <w:r w:rsidR="0024252B" w:rsidRPr="002813C1">
        <w:t>Jamais un gentilhomme n</w:t>
      </w:r>
      <w:r>
        <w:t>’</w:t>
      </w:r>
      <w:r w:rsidR="0024252B" w:rsidRPr="002813C1">
        <w:t>eût osé cette vilenie</w:t>
      </w:r>
      <w:r>
        <w:t xml:space="preserve">, </w:t>
      </w:r>
      <w:r w:rsidR="0024252B" w:rsidRPr="002813C1">
        <w:t>qui pue le comptoir</w:t>
      </w:r>
      <w:r>
        <w:t xml:space="preserve">, </w:t>
      </w:r>
      <w:r w:rsidR="0024252B" w:rsidRPr="002813C1">
        <w:t>le boutiquier</w:t>
      </w:r>
      <w:r>
        <w:t xml:space="preserve">, </w:t>
      </w:r>
      <w:r w:rsidR="0024252B" w:rsidRPr="002813C1">
        <w:t>le rogneur de vieux sous</w:t>
      </w:r>
      <w:r>
        <w:t xml:space="preserve">… </w:t>
      </w:r>
      <w:r w:rsidR="0024252B" w:rsidRPr="002813C1">
        <w:t>Voilà ce qu</w:t>
      </w:r>
      <w:r>
        <w:t>’</w:t>
      </w:r>
      <w:r w:rsidR="0024252B" w:rsidRPr="002813C1">
        <w:t>il en coûte d</w:t>
      </w:r>
      <w:r>
        <w:t>’</w:t>
      </w:r>
      <w:r w:rsidR="0024252B" w:rsidRPr="002813C1">
        <w:t>admettre dans la société ces ridicules parvenus</w:t>
      </w:r>
      <w:r>
        <w:t xml:space="preserve">, </w:t>
      </w:r>
      <w:r w:rsidR="0024252B" w:rsidRPr="002813C1">
        <w:t>sous prétexte qu</w:t>
      </w:r>
      <w:r>
        <w:t>’</w:t>
      </w:r>
      <w:r w:rsidR="0024252B" w:rsidRPr="002813C1">
        <w:t>ils ont de l</w:t>
      </w:r>
      <w:r>
        <w:t>’</w:t>
      </w:r>
      <w:r w:rsidR="0024252B" w:rsidRPr="002813C1">
        <w:t>argent</w:t>
      </w:r>
      <w:r>
        <w:t xml:space="preserve">… </w:t>
      </w:r>
      <w:r w:rsidR="0024252B" w:rsidRPr="002813C1">
        <w:t>les marchands de cochons en ont eux aussi</w:t>
      </w:r>
      <w:r>
        <w:t xml:space="preserve"> !… </w:t>
      </w:r>
      <w:r w:rsidR="0024252B" w:rsidRPr="002813C1">
        <w:t>On les décrasse</w:t>
      </w:r>
      <w:r>
        <w:t xml:space="preserve">, </w:t>
      </w:r>
      <w:r w:rsidR="0024252B" w:rsidRPr="002813C1">
        <w:t>on leur apprend à se laver les mains</w:t>
      </w:r>
      <w:r>
        <w:t xml:space="preserve">, </w:t>
      </w:r>
      <w:r w:rsidR="0024252B" w:rsidRPr="002813C1">
        <w:t>à se moucher et à marcher sur un parquet</w:t>
      </w:r>
      <w:r>
        <w:t xml:space="preserve">, </w:t>
      </w:r>
      <w:r w:rsidR="0024252B" w:rsidRPr="002813C1">
        <w:t>on les croit éduqués à demi</w:t>
      </w:r>
      <w:r>
        <w:t xml:space="preserve">, </w:t>
      </w:r>
      <w:r w:rsidR="0024252B" w:rsidRPr="002813C1">
        <w:t>et pas du tout</w:t>
      </w:r>
      <w:r>
        <w:t xml:space="preserve"> !… </w:t>
      </w:r>
      <w:r w:rsidR="0024252B" w:rsidRPr="002813C1">
        <w:t>À la première occasion le fabricant de cirage reparaît</w:t>
      </w:r>
      <w:r>
        <w:t>…</w:t>
      </w:r>
    </w:p>
    <w:p w14:paraId="439A6823" w14:textId="77777777" w:rsidR="00B77E03" w:rsidRDefault="0024252B" w:rsidP="00B77E03">
      <w:r w:rsidRPr="002813C1">
        <w:t>Certes il en coûtait à Pascal d</w:t>
      </w:r>
      <w:r w:rsidR="00B77E03">
        <w:t>’</w:t>
      </w:r>
      <w:r w:rsidRPr="002813C1">
        <w:t>entendre toutes ces injures adressées au baron</w:t>
      </w:r>
      <w:r w:rsidR="00B77E03">
        <w:t xml:space="preserve">… </w:t>
      </w:r>
      <w:r w:rsidRPr="002813C1">
        <w:t>Elles l</w:t>
      </w:r>
      <w:r w:rsidR="00B77E03">
        <w:t>’</w:t>
      </w:r>
      <w:r w:rsidRPr="002813C1">
        <w:t>irritaient d</w:t>
      </w:r>
      <w:r w:rsidR="00B77E03">
        <w:t>’</w:t>
      </w:r>
      <w:r w:rsidRPr="002813C1">
        <w:t>autant plus que c</w:t>
      </w:r>
      <w:r w:rsidR="00B77E03">
        <w:t>’</w:t>
      </w:r>
      <w:r w:rsidRPr="002813C1">
        <w:t>était lui qui y avait exposé ce digne homme</w:t>
      </w:r>
      <w:r w:rsidR="00B77E03">
        <w:t>…</w:t>
      </w:r>
    </w:p>
    <w:p w14:paraId="4C764BAE" w14:textId="77777777" w:rsidR="00B77E03" w:rsidRDefault="0024252B" w:rsidP="00B77E03">
      <w:r w:rsidRPr="002813C1">
        <w:t>Mais un geste</w:t>
      </w:r>
      <w:r w:rsidR="00B77E03">
        <w:t xml:space="preserve">, </w:t>
      </w:r>
      <w:r w:rsidRPr="002813C1">
        <w:t>un froncement de sourcil pouvaient compromettre le succès de son entreprise</w:t>
      </w:r>
      <w:r w:rsidR="00B77E03">
        <w:t xml:space="preserve"> ; </w:t>
      </w:r>
      <w:r w:rsidRPr="002813C1">
        <w:t>il sut rester impassible</w:t>
      </w:r>
      <w:r w:rsidR="00B77E03">
        <w:t>.</w:t>
      </w:r>
    </w:p>
    <w:p w14:paraId="10F473AB" w14:textId="77777777" w:rsidR="00B77E03" w:rsidRDefault="00B77E03" w:rsidP="00B77E03">
      <w:r>
        <w:t>— </w:t>
      </w:r>
      <w:r w:rsidR="0024252B" w:rsidRPr="002813C1">
        <w:t>J</w:t>
      </w:r>
      <w:r>
        <w:t>’</w:t>
      </w:r>
      <w:r w:rsidR="0024252B" w:rsidRPr="002813C1">
        <w:t>avoue</w:t>
      </w:r>
      <w:r>
        <w:t xml:space="preserve">, </w:t>
      </w:r>
      <w:r w:rsidR="0024252B" w:rsidRPr="002813C1">
        <w:t>monsieur le marquis</w:t>
      </w:r>
      <w:r>
        <w:t xml:space="preserve">, </w:t>
      </w:r>
      <w:r w:rsidR="0024252B" w:rsidRPr="002813C1">
        <w:t>prononça-t-il froidement</w:t>
      </w:r>
      <w:r>
        <w:t xml:space="preserve">, </w:t>
      </w:r>
      <w:r w:rsidR="0024252B" w:rsidRPr="002813C1">
        <w:t>que je ne m</w:t>
      </w:r>
      <w:r>
        <w:t>’</w:t>
      </w:r>
      <w:r w:rsidR="0024252B" w:rsidRPr="002813C1">
        <w:t>explique pas votre emportement</w:t>
      </w:r>
      <w:r>
        <w:t xml:space="preserve">… </w:t>
      </w:r>
      <w:r w:rsidR="0024252B" w:rsidRPr="002813C1">
        <w:t>Que vous soyez mécontent</w:t>
      </w:r>
      <w:r>
        <w:t xml:space="preserve">, </w:t>
      </w:r>
      <w:r w:rsidR="0024252B" w:rsidRPr="002813C1">
        <w:t>je le conçois</w:t>
      </w:r>
      <w:r>
        <w:t xml:space="preserve">, </w:t>
      </w:r>
      <w:r w:rsidR="0024252B" w:rsidRPr="002813C1">
        <w:t>mais de là à vous mettre si fort en colère</w:t>
      </w:r>
      <w:r>
        <w:t>…</w:t>
      </w:r>
    </w:p>
    <w:p w14:paraId="3E317183" w14:textId="77777777" w:rsidR="00B77E03" w:rsidRDefault="00B77E03" w:rsidP="00B77E03">
      <w:r>
        <w:lastRenderedPageBreak/>
        <w:t>— </w:t>
      </w:r>
      <w:r w:rsidR="0024252B" w:rsidRPr="002813C1">
        <w:t>Ah</w:t>
      </w:r>
      <w:r>
        <w:t xml:space="preserve"> ! </w:t>
      </w:r>
      <w:r w:rsidR="0024252B" w:rsidRPr="002813C1">
        <w:t>c</w:t>
      </w:r>
      <w:r>
        <w:t>’</w:t>
      </w:r>
      <w:r w:rsidR="0024252B" w:rsidRPr="002813C1">
        <w:t>est que vous ne savez pas</w:t>
      </w:r>
      <w:r>
        <w:t>…</w:t>
      </w:r>
    </w:p>
    <w:p w14:paraId="6D95A82E" w14:textId="77777777" w:rsidR="00B77E03" w:rsidRDefault="0024252B" w:rsidP="00B77E03">
      <w:r w:rsidRPr="002813C1">
        <w:t>Il s</w:t>
      </w:r>
      <w:r w:rsidR="00B77E03">
        <w:t>’</w:t>
      </w:r>
      <w:r w:rsidRPr="002813C1">
        <w:t>arrêta court</w:t>
      </w:r>
      <w:r w:rsidR="00B77E03">
        <w:t xml:space="preserve">. </w:t>
      </w:r>
      <w:r w:rsidRPr="002813C1">
        <w:t>Il était temps</w:t>
      </w:r>
      <w:r w:rsidR="00B77E03">
        <w:t xml:space="preserve">. </w:t>
      </w:r>
      <w:r w:rsidRPr="002813C1">
        <w:t>La vérité lui montait aux lèvres</w:t>
      </w:r>
      <w:r w:rsidR="00B77E03">
        <w:t>.</w:t>
      </w:r>
    </w:p>
    <w:p w14:paraId="43BC6AE9" w14:textId="77777777" w:rsidR="00B77E03" w:rsidRDefault="00B77E03" w:rsidP="00B77E03">
      <w:r>
        <w:t>— </w:t>
      </w:r>
      <w:r w:rsidR="0024252B" w:rsidRPr="002813C1">
        <w:t>Quoi</w:t>
      </w:r>
      <w:r>
        <w:t xml:space="preserve"> ? </w:t>
      </w:r>
      <w:r w:rsidR="0024252B" w:rsidRPr="002813C1">
        <w:t>interrogea Pascal</w:t>
      </w:r>
      <w:r>
        <w:t>.</w:t>
      </w:r>
    </w:p>
    <w:p w14:paraId="734CA300" w14:textId="5200A875" w:rsidR="00B77E03" w:rsidRDefault="0024252B" w:rsidP="00B77E03">
      <w:r w:rsidRPr="002813C1">
        <w:t xml:space="preserve">Mais déjà </w:t>
      </w:r>
      <w:r w:rsidR="00B77E03">
        <w:t>M. de </w:t>
      </w:r>
      <w:proofErr w:type="spellStart"/>
      <w:r w:rsidRPr="002813C1">
        <w:t>Valorsay</w:t>
      </w:r>
      <w:proofErr w:type="spellEnd"/>
      <w:r w:rsidRPr="002813C1">
        <w:t xml:space="preserve"> était retombé en garde</w:t>
      </w:r>
      <w:r w:rsidR="00B77E03">
        <w:t>.</w:t>
      </w:r>
    </w:p>
    <w:p w14:paraId="112067F4" w14:textId="77777777" w:rsidR="00B77E03" w:rsidRDefault="00B77E03" w:rsidP="00B77E03">
      <w:r>
        <w:t>— </w:t>
      </w:r>
      <w:r w:rsidR="0024252B" w:rsidRPr="002813C1">
        <w:t>J</w:t>
      </w:r>
      <w:r>
        <w:t>’</w:t>
      </w:r>
      <w:r w:rsidR="0024252B" w:rsidRPr="002813C1">
        <w:t>ai</w:t>
      </w:r>
      <w:r>
        <w:t xml:space="preserve">, </w:t>
      </w:r>
      <w:r w:rsidR="0024252B" w:rsidRPr="002813C1">
        <w:t>ce soir</w:t>
      </w:r>
      <w:r>
        <w:t xml:space="preserve">, </w:t>
      </w:r>
      <w:r w:rsidR="0024252B" w:rsidRPr="002813C1">
        <w:t>une dette à payer</w:t>
      </w:r>
      <w:r>
        <w:t xml:space="preserve">, </w:t>
      </w:r>
      <w:r w:rsidR="0024252B" w:rsidRPr="002813C1">
        <w:t>répondit-il à tout hasard</w:t>
      </w:r>
      <w:r>
        <w:t xml:space="preserve">, </w:t>
      </w:r>
      <w:r w:rsidR="0024252B" w:rsidRPr="002813C1">
        <w:t>sacrée</w:t>
      </w:r>
      <w:r>
        <w:t xml:space="preserve">, </w:t>
      </w:r>
      <w:r w:rsidR="0024252B" w:rsidRPr="002813C1">
        <w:t>qui ne peut se remettre</w:t>
      </w:r>
      <w:r>
        <w:t xml:space="preserve">… </w:t>
      </w:r>
      <w:r w:rsidR="0024252B" w:rsidRPr="002813C1">
        <w:t>enfin</w:t>
      </w:r>
      <w:r>
        <w:t xml:space="preserve">, </w:t>
      </w:r>
      <w:r w:rsidR="0024252B" w:rsidRPr="002813C1">
        <w:t>une dette de jeu</w:t>
      </w:r>
      <w:r>
        <w:t>.</w:t>
      </w:r>
    </w:p>
    <w:p w14:paraId="05F4E7C5" w14:textId="77777777" w:rsidR="00B77E03" w:rsidRDefault="00B77E03" w:rsidP="00B77E03">
      <w:r>
        <w:t>— </w:t>
      </w:r>
      <w:r w:rsidR="0024252B" w:rsidRPr="002813C1">
        <w:t>De cent mille francs</w:t>
      </w:r>
      <w:r>
        <w:t> ?</w:t>
      </w:r>
    </w:p>
    <w:p w14:paraId="121172C9" w14:textId="77777777" w:rsidR="00B77E03" w:rsidRDefault="00B77E03" w:rsidP="00B77E03">
      <w:r>
        <w:t>— </w:t>
      </w:r>
      <w:r w:rsidR="0024252B" w:rsidRPr="002813C1">
        <w:t>Non</w:t>
      </w:r>
      <w:r>
        <w:t xml:space="preserve">, </w:t>
      </w:r>
      <w:r w:rsidR="0024252B" w:rsidRPr="002813C1">
        <w:t>elle n</w:t>
      </w:r>
      <w:r>
        <w:t>’</w:t>
      </w:r>
      <w:r w:rsidR="0024252B" w:rsidRPr="002813C1">
        <w:t>est que de vingt-cinq mille</w:t>
      </w:r>
      <w:r>
        <w:t>…</w:t>
      </w:r>
    </w:p>
    <w:p w14:paraId="731E4CA9" w14:textId="77777777" w:rsidR="00B77E03" w:rsidRDefault="00B77E03" w:rsidP="00B77E03">
      <w:r>
        <w:t>— </w:t>
      </w:r>
      <w:r w:rsidR="0024252B" w:rsidRPr="002813C1">
        <w:t>Et c</w:t>
      </w:r>
      <w:r>
        <w:t>’</w:t>
      </w:r>
      <w:r w:rsidR="0024252B" w:rsidRPr="002813C1">
        <w:t>est vous</w:t>
      </w:r>
      <w:r>
        <w:t xml:space="preserve">, </w:t>
      </w:r>
      <w:r w:rsidR="0024252B" w:rsidRPr="002813C1">
        <w:t>monsieur le marquis</w:t>
      </w:r>
      <w:r>
        <w:t xml:space="preserve">, </w:t>
      </w:r>
      <w:r w:rsidR="0024252B" w:rsidRPr="002813C1">
        <w:t>un homme riche</w:t>
      </w:r>
      <w:r>
        <w:t xml:space="preserve">, </w:t>
      </w:r>
      <w:r w:rsidR="0024252B" w:rsidRPr="002813C1">
        <w:t>qui vous inquiétez pour cette bagatelle que le premier venu vous prêtera</w:t>
      </w:r>
      <w:r>
        <w:t>…</w:t>
      </w:r>
    </w:p>
    <w:p w14:paraId="1B730756" w14:textId="2DA32A7F" w:rsidR="00B77E03" w:rsidRDefault="0024252B" w:rsidP="00B77E03">
      <w:r w:rsidRPr="002813C1">
        <w:t>D</w:t>
      </w:r>
      <w:r w:rsidR="00B77E03">
        <w:t>’</w:t>
      </w:r>
      <w:r w:rsidRPr="002813C1">
        <w:t>un sifflement ironique</w:t>
      </w:r>
      <w:r w:rsidR="00B77E03">
        <w:t>, M. de </w:t>
      </w:r>
      <w:proofErr w:type="spellStart"/>
      <w:r w:rsidRPr="002813C1">
        <w:t>Valorsay</w:t>
      </w:r>
      <w:proofErr w:type="spellEnd"/>
      <w:r w:rsidRPr="002813C1">
        <w:t xml:space="preserve"> l</w:t>
      </w:r>
      <w:r w:rsidR="00B77E03">
        <w:t>’</w:t>
      </w:r>
      <w:r w:rsidRPr="002813C1">
        <w:t>interrompit</w:t>
      </w:r>
      <w:r w:rsidR="00B77E03">
        <w:t>.</w:t>
      </w:r>
    </w:p>
    <w:p w14:paraId="75134068" w14:textId="77777777" w:rsidR="00B77E03" w:rsidRDefault="00B77E03" w:rsidP="00B77E03">
      <w:r>
        <w:t>— </w:t>
      </w:r>
      <w:r w:rsidR="0024252B" w:rsidRPr="002813C1">
        <w:t>Croyez cela et buvez de l</w:t>
      </w:r>
      <w:r>
        <w:t>’</w:t>
      </w:r>
      <w:r w:rsidR="0024252B" w:rsidRPr="002813C1">
        <w:t>eau</w:t>
      </w:r>
      <w:r>
        <w:t xml:space="preserve"> !… </w:t>
      </w:r>
      <w:r w:rsidR="0024252B" w:rsidRPr="002813C1">
        <w:t>ricana-t-il</w:t>
      </w:r>
      <w:r>
        <w:t xml:space="preserve">. </w:t>
      </w:r>
      <w:r w:rsidR="0024252B" w:rsidRPr="002813C1">
        <w:t>Vous-même venez de le dire</w:t>
      </w:r>
      <w:r>
        <w:t xml:space="preserve">, </w:t>
      </w:r>
      <w:r w:rsidR="0024252B" w:rsidRPr="002813C1">
        <w:t xml:space="preserve">monsieur </w:t>
      </w:r>
      <w:proofErr w:type="spellStart"/>
      <w:r w:rsidR="0024252B" w:rsidRPr="002813C1">
        <w:t>Mauméjan</w:t>
      </w:r>
      <w:proofErr w:type="spellEnd"/>
      <w:r>
        <w:t xml:space="preserve">, </w:t>
      </w:r>
      <w:r w:rsidR="0024252B" w:rsidRPr="002813C1">
        <w:t>nous vivons à une époque où personne n</w:t>
      </w:r>
      <w:r>
        <w:t>’</w:t>
      </w:r>
      <w:r w:rsidR="0024252B" w:rsidRPr="002813C1">
        <w:t>a d</w:t>
      </w:r>
      <w:r>
        <w:t>’</w:t>
      </w:r>
      <w:r w:rsidR="0024252B" w:rsidRPr="002813C1">
        <w:t>argent que ceux qui en font le commerce</w:t>
      </w:r>
      <w:r>
        <w:t xml:space="preserve">… </w:t>
      </w:r>
      <w:r w:rsidR="0024252B" w:rsidRPr="002813C1">
        <w:t>Les plus riches de mes amis n</w:t>
      </w:r>
      <w:r>
        <w:t>’</w:t>
      </w:r>
      <w:r w:rsidR="0024252B" w:rsidRPr="002813C1">
        <w:t>en ont pas de trop pour eux</w:t>
      </w:r>
      <w:r>
        <w:t xml:space="preserve">, </w:t>
      </w:r>
      <w:r w:rsidR="0024252B" w:rsidRPr="002813C1">
        <w:t>si même ils en ont assez</w:t>
      </w:r>
      <w:r>
        <w:t xml:space="preserve">… </w:t>
      </w:r>
      <w:r w:rsidR="0024252B" w:rsidRPr="002813C1">
        <w:t>Ah</w:t>
      </w:r>
      <w:r>
        <w:t xml:space="preserve"> ! </w:t>
      </w:r>
      <w:r w:rsidR="0024252B" w:rsidRPr="002813C1">
        <w:t>le temps est passé des bas de laine qu</w:t>
      </w:r>
      <w:r>
        <w:t>’</w:t>
      </w:r>
      <w:r w:rsidR="0024252B" w:rsidRPr="002813C1">
        <w:t>on gonflait sournoisement de ses économies</w:t>
      </w:r>
      <w:r>
        <w:t xml:space="preserve">… </w:t>
      </w:r>
      <w:r w:rsidR="0024252B" w:rsidRPr="002813C1">
        <w:t xml:space="preserve">Ils </w:t>
      </w:r>
      <w:proofErr w:type="gramStart"/>
      <w:r w:rsidR="0024252B" w:rsidRPr="002813C1">
        <w:t>sont</w:t>
      </w:r>
      <w:proofErr w:type="gramEnd"/>
      <w:r w:rsidR="0024252B" w:rsidRPr="002813C1">
        <w:t xml:space="preserve"> murés les vieux placards où on empilait des louis</w:t>
      </w:r>
      <w:r>
        <w:t xml:space="preserve">… </w:t>
      </w:r>
      <w:r w:rsidR="0024252B" w:rsidRPr="002813C1">
        <w:t>M</w:t>
      </w:r>
      <w:r>
        <w:t>’</w:t>
      </w:r>
      <w:r w:rsidR="0024252B" w:rsidRPr="002813C1">
        <w:t>adresserai-je à un banquier</w:t>
      </w:r>
      <w:r>
        <w:t xml:space="preserve"> ?… </w:t>
      </w:r>
      <w:r w:rsidR="0024252B" w:rsidRPr="002813C1">
        <w:t>Il me demandera deux jours pour réfléchir</w:t>
      </w:r>
      <w:r>
        <w:t xml:space="preserve">, </w:t>
      </w:r>
      <w:r w:rsidR="0024252B" w:rsidRPr="002813C1">
        <w:t>il exigera la signature de deux ou trois de mes amis</w:t>
      </w:r>
      <w:r>
        <w:t xml:space="preserve">… </w:t>
      </w:r>
      <w:r w:rsidR="0024252B" w:rsidRPr="002813C1">
        <w:t>Si je vais trouver mon notaire</w:t>
      </w:r>
      <w:r>
        <w:t xml:space="preserve">, </w:t>
      </w:r>
      <w:r w:rsidR="0024252B" w:rsidRPr="002813C1">
        <w:t>ce sera</w:t>
      </w:r>
      <w:r>
        <w:t xml:space="preserve">, </w:t>
      </w:r>
      <w:r w:rsidR="0024252B" w:rsidRPr="002813C1">
        <w:t>ma foi</w:t>
      </w:r>
      <w:r>
        <w:t xml:space="preserve">, </w:t>
      </w:r>
      <w:r w:rsidR="0024252B" w:rsidRPr="002813C1">
        <w:t>bien d</w:t>
      </w:r>
      <w:r>
        <w:t>’</w:t>
      </w:r>
      <w:r w:rsidR="0024252B" w:rsidRPr="002813C1">
        <w:t>autres cérémonies</w:t>
      </w:r>
      <w:r>
        <w:t xml:space="preserve">, </w:t>
      </w:r>
      <w:r w:rsidR="0024252B" w:rsidRPr="002813C1">
        <w:t>sans compter les remontrances</w:t>
      </w:r>
      <w:r>
        <w:t>.</w:t>
      </w:r>
    </w:p>
    <w:p w14:paraId="121ED82E" w14:textId="77777777" w:rsidR="00B77E03" w:rsidRDefault="0024252B" w:rsidP="00B77E03">
      <w:r w:rsidRPr="002813C1">
        <w:lastRenderedPageBreak/>
        <w:t>Depuis un moment</w:t>
      </w:r>
      <w:r w:rsidR="00B77E03">
        <w:t xml:space="preserve">, </w:t>
      </w:r>
      <w:r w:rsidRPr="002813C1">
        <w:t>Pascal s</w:t>
      </w:r>
      <w:r w:rsidR="00B77E03">
        <w:t>’</w:t>
      </w:r>
      <w:r w:rsidRPr="002813C1">
        <w:t>agitait sur sa chaise</w:t>
      </w:r>
      <w:r w:rsidR="00B77E03">
        <w:t xml:space="preserve">, </w:t>
      </w:r>
      <w:r w:rsidRPr="002813C1">
        <w:t>en homme qui a une proposition en poche</w:t>
      </w:r>
      <w:r w:rsidR="00B77E03">
        <w:t xml:space="preserve">, </w:t>
      </w:r>
      <w:r w:rsidRPr="002813C1">
        <w:t>et qui n</w:t>
      </w:r>
      <w:r w:rsidR="00B77E03">
        <w:t>’</w:t>
      </w:r>
      <w:r w:rsidRPr="002813C1">
        <w:t>attend qu</w:t>
      </w:r>
      <w:r w:rsidR="00B77E03">
        <w:t>’</w:t>
      </w:r>
      <w:r w:rsidRPr="002813C1">
        <w:t>un joint pour la glisser</w:t>
      </w:r>
      <w:r w:rsidR="00B77E03">
        <w:t>.</w:t>
      </w:r>
    </w:p>
    <w:p w14:paraId="03437E2A" w14:textId="50795471" w:rsidR="00B77E03" w:rsidRDefault="0024252B" w:rsidP="00B77E03">
      <w:r w:rsidRPr="002813C1">
        <w:t>Aussi</w:t>
      </w:r>
      <w:r w:rsidR="00B77E03">
        <w:t xml:space="preserve">, </w:t>
      </w:r>
      <w:r w:rsidRPr="002813C1">
        <w:t xml:space="preserve">dès que </w:t>
      </w:r>
      <w:r w:rsidR="00B77E03">
        <w:t>M. de </w:t>
      </w:r>
      <w:proofErr w:type="spellStart"/>
      <w:r w:rsidRPr="002813C1">
        <w:t>Valorsay</w:t>
      </w:r>
      <w:proofErr w:type="spellEnd"/>
      <w:r w:rsidRPr="002813C1">
        <w:t xml:space="preserve"> s</w:t>
      </w:r>
      <w:r w:rsidR="00B77E03">
        <w:t>’</w:t>
      </w:r>
      <w:r w:rsidRPr="002813C1">
        <w:t>arrêta pour reprendre haleine</w:t>
      </w:r>
      <w:r w:rsidR="00B77E03">
        <w:t> :</w:t>
      </w:r>
    </w:p>
    <w:p w14:paraId="2665CD64" w14:textId="77777777" w:rsidR="00B77E03" w:rsidRDefault="00B77E03" w:rsidP="00B77E03">
      <w:r>
        <w:t>— </w:t>
      </w:r>
      <w:r w:rsidR="0024252B" w:rsidRPr="002813C1">
        <w:t>Ma foi</w:t>
      </w:r>
      <w:r>
        <w:t xml:space="preserve"> ! </w:t>
      </w:r>
      <w:r w:rsidR="0024252B" w:rsidRPr="002813C1">
        <w:t>dit-il</w:t>
      </w:r>
      <w:r>
        <w:t xml:space="preserve">, </w:t>
      </w:r>
      <w:r w:rsidR="0024252B" w:rsidRPr="002813C1">
        <w:t>si j</w:t>
      </w:r>
      <w:r>
        <w:t>’</w:t>
      </w:r>
      <w:r w:rsidR="0024252B" w:rsidRPr="002813C1">
        <w:t>osais</w:t>
      </w:r>
      <w:r>
        <w:t>…</w:t>
      </w:r>
    </w:p>
    <w:p w14:paraId="538F0095" w14:textId="77777777" w:rsidR="00B77E03" w:rsidRDefault="00B77E03" w:rsidP="00B77E03">
      <w:r>
        <w:t>— </w:t>
      </w:r>
      <w:r w:rsidR="0024252B" w:rsidRPr="002813C1">
        <w:t>Eh bien</w:t>
      </w:r>
      <w:r>
        <w:t> !…</w:t>
      </w:r>
    </w:p>
    <w:p w14:paraId="5E97ED22" w14:textId="77777777" w:rsidR="00B77E03" w:rsidRDefault="00B77E03" w:rsidP="00B77E03">
      <w:r>
        <w:t>— </w:t>
      </w:r>
      <w:r w:rsidR="0024252B" w:rsidRPr="002813C1">
        <w:t>Je vous offrirais</w:t>
      </w:r>
      <w:r>
        <w:t xml:space="preserve">, </w:t>
      </w:r>
      <w:r w:rsidR="0024252B" w:rsidRPr="002813C1">
        <w:t>monsieur le marquis</w:t>
      </w:r>
      <w:r>
        <w:t xml:space="preserve">, </w:t>
      </w:r>
      <w:r w:rsidR="0024252B" w:rsidRPr="002813C1">
        <w:t>de vous trouver ces 2</w:t>
      </w:r>
      <w:r w:rsidRPr="002813C1">
        <w:t>5</w:t>
      </w:r>
      <w:r>
        <w:t>,</w:t>
      </w:r>
      <w:r w:rsidRPr="002813C1">
        <w:t>0</w:t>
      </w:r>
      <w:r w:rsidR="0024252B" w:rsidRPr="002813C1">
        <w:t>00 francs</w:t>
      </w:r>
      <w:r>
        <w:t>.</w:t>
      </w:r>
    </w:p>
    <w:p w14:paraId="60845D68" w14:textId="77777777" w:rsidR="00B77E03" w:rsidRDefault="00B77E03" w:rsidP="00B77E03">
      <w:r>
        <w:t>— </w:t>
      </w:r>
      <w:r w:rsidR="0024252B" w:rsidRPr="002813C1">
        <w:t>Vous</w:t>
      </w:r>
      <w:r>
        <w:t> ?…</w:t>
      </w:r>
    </w:p>
    <w:p w14:paraId="11C80F15" w14:textId="77777777" w:rsidR="00B77E03" w:rsidRDefault="00B77E03" w:rsidP="00B77E03">
      <w:r>
        <w:t>— </w:t>
      </w:r>
      <w:r w:rsidR="0024252B" w:rsidRPr="002813C1">
        <w:t>Moi-même</w:t>
      </w:r>
      <w:r>
        <w:t>.</w:t>
      </w:r>
    </w:p>
    <w:p w14:paraId="248E5537" w14:textId="77777777" w:rsidR="00B77E03" w:rsidRDefault="00B77E03" w:rsidP="00B77E03">
      <w:r>
        <w:t>— </w:t>
      </w:r>
      <w:r w:rsidR="0024252B" w:rsidRPr="002813C1">
        <w:t>Avant ce soir six heures</w:t>
      </w:r>
      <w:r>
        <w:t> ?</w:t>
      </w:r>
    </w:p>
    <w:p w14:paraId="438E26D2" w14:textId="77777777" w:rsidR="00B77E03" w:rsidRDefault="00B77E03" w:rsidP="00B77E03">
      <w:r>
        <w:t>— </w:t>
      </w:r>
      <w:r w:rsidR="0024252B" w:rsidRPr="002813C1">
        <w:t>Naturellement</w:t>
      </w:r>
      <w:r>
        <w:t>…</w:t>
      </w:r>
    </w:p>
    <w:p w14:paraId="62B9DDE9" w14:textId="77777777" w:rsidR="00B77E03" w:rsidRDefault="0024252B" w:rsidP="00B77E03">
      <w:r w:rsidRPr="002813C1">
        <w:t>Le verre d</w:t>
      </w:r>
      <w:r w:rsidR="00B77E03">
        <w:t>’</w:t>
      </w:r>
      <w:r w:rsidRPr="002813C1">
        <w:t>eau glacée offert au voyageur près d</w:t>
      </w:r>
      <w:r w:rsidR="00B77E03">
        <w:t>’</w:t>
      </w:r>
      <w:r w:rsidRPr="002813C1">
        <w:t>expirer de soif au milieu des sables du Sahara ne lui procure pas la délicieuse</w:t>
      </w:r>
      <w:r w:rsidR="00B77E03">
        <w:t xml:space="preserve">, </w:t>
      </w:r>
      <w:r w:rsidRPr="002813C1">
        <w:t>l</w:t>
      </w:r>
      <w:r w:rsidR="00B77E03">
        <w:t>’</w:t>
      </w:r>
      <w:r w:rsidRPr="002813C1">
        <w:t>enivrante sensation qu</w:t>
      </w:r>
      <w:r w:rsidR="00B77E03">
        <w:t>’</w:t>
      </w:r>
      <w:r w:rsidRPr="002813C1">
        <w:t>éprouva le marquis à la proposition de Pascal</w:t>
      </w:r>
      <w:r w:rsidR="00B77E03">
        <w:t>…</w:t>
      </w:r>
    </w:p>
    <w:p w14:paraId="363B0B16" w14:textId="77777777" w:rsidR="00B77E03" w:rsidRDefault="0024252B" w:rsidP="00B77E03">
      <w:r w:rsidRPr="002813C1">
        <w:t>Littéralement</w:t>
      </w:r>
      <w:r w:rsidR="00B77E03">
        <w:t xml:space="preserve">, </w:t>
      </w:r>
      <w:r w:rsidRPr="002813C1">
        <w:t>il se sentit revenir à la vie</w:t>
      </w:r>
      <w:r w:rsidR="00B77E03">
        <w:t xml:space="preserve">… </w:t>
      </w:r>
      <w:r w:rsidRPr="002813C1">
        <w:t>et de loin</w:t>
      </w:r>
      <w:r w:rsidR="00B77E03">
        <w:t>.</w:t>
      </w:r>
    </w:p>
    <w:p w14:paraId="31CCE18D" w14:textId="77777777" w:rsidR="00B77E03" w:rsidRDefault="0024252B" w:rsidP="00B77E03">
      <w:r w:rsidRPr="002813C1">
        <w:t>Faute de vingt-cinq mille francs</w:t>
      </w:r>
      <w:r w:rsidR="00B77E03">
        <w:t xml:space="preserve">, </w:t>
      </w:r>
      <w:r w:rsidRPr="002813C1">
        <w:t>ce jour-là même</w:t>
      </w:r>
      <w:r w:rsidR="00B77E03">
        <w:t xml:space="preserve">, </w:t>
      </w:r>
      <w:r w:rsidRPr="002813C1">
        <w:t>il sombrait</w:t>
      </w:r>
      <w:r w:rsidR="00B77E03">
        <w:t xml:space="preserve">… </w:t>
      </w:r>
      <w:r w:rsidRPr="002813C1">
        <w:t>Les lui trouver</w:t>
      </w:r>
      <w:r w:rsidR="00B77E03">
        <w:t xml:space="preserve">, </w:t>
      </w:r>
      <w:r w:rsidRPr="002813C1">
        <w:t>c</w:t>
      </w:r>
      <w:r w:rsidR="00B77E03">
        <w:t>’</w:t>
      </w:r>
      <w:r w:rsidRPr="002813C1">
        <w:t>était lui obtenir un sursis à un moment où gagner du temps était pour lui le point capital</w:t>
      </w:r>
      <w:r w:rsidR="00B77E03">
        <w:t>.</w:t>
      </w:r>
    </w:p>
    <w:p w14:paraId="3872DFB9" w14:textId="77777777" w:rsidR="00B77E03" w:rsidRDefault="0024252B" w:rsidP="00B77E03">
      <w:r w:rsidRPr="002813C1">
        <w:t>Cette offre était de plus une preuve évidente et indiscutable que rien encore n</w:t>
      </w:r>
      <w:r w:rsidR="00B77E03">
        <w:t>’</w:t>
      </w:r>
      <w:r w:rsidRPr="002813C1">
        <w:t>avait transpiré des inextricables difficultés de sa situation</w:t>
      </w:r>
      <w:r w:rsidR="00B77E03">
        <w:t>…</w:t>
      </w:r>
    </w:p>
    <w:p w14:paraId="00C57849" w14:textId="77777777" w:rsidR="00B77E03" w:rsidRDefault="00B77E03" w:rsidP="00B77E03">
      <w:r>
        <w:t>— </w:t>
      </w:r>
      <w:r w:rsidR="0024252B" w:rsidRPr="002813C1">
        <w:t>Ah</w:t>
      </w:r>
      <w:r>
        <w:t xml:space="preserve"> ! </w:t>
      </w:r>
      <w:r w:rsidR="0024252B" w:rsidRPr="002813C1">
        <w:t>je l</w:t>
      </w:r>
      <w:r>
        <w:t>’</w:t>
      </w:r>
      <w:r w:rsidR="0024252B" w:rsidRPr="002813C1">
        <w:t>aurai échappée belle</w:t>
      </w:r>
      <w:r>
        <w:t xml:space="preserve">, </w:t>
      </w:r>
      <w:r w:rsidR="0024252B" w:rsidRPr="002813C1">
        <w:t>pensa-t-il</w:t>
      </w:r>
      <w:r>
        <w:t xml:space="preserve">, </w:t>
      </w:r>
      <w:r w:rsidR="0024252B" w:rsidRPr="002813C1">
        <w:t>si je m</w:t>
      </w:r>
      <w:r>
        <w:t>’</w:t>
      </w:r>
      <w:r w:rsidR="0024252B" w:rsidRPr="002813C1">
        <w:t>en tire</w:t>
      </w:r>
      <w:r>
        <w:t>…</w:t>
      </w:r>
    </w:p>
    <w:p w14:paraId="60E39FB7" w14:textId="77777777" w:rsidR="00B77E03" w:rsidRDefault="0024252B" w:rsidP="00B77E03">
      <w:r w:rsidRPr="002813C1">
        <w:lastRenderedPageBreak/>
        <w:t>Et cependant son visage sut garder à demi le secret de la joie qui intérieurement l</w:t>
      </w:r>
      <w:r w:rsidR="00B77E03">
        <w:t>’</w:t>
      </w:r>
      <w:r w:rsidRPr="002813C1">
        <w:t>inondait</w:t>
      </w:r>
      <w:r w:rsidR="00B77E03">
        <w:t xml:space="preserve">… </w:t>
      </w:r>
      <w:r w:rsidRPr="002813C1">
        <w:t>Il resta maussade autant qu</w:t>
      </w:r>
      <w:r w:rsidR="00B77E03">
        <w:t>’</w:t>
      </w:r>
      <w:r w:rsidRPr="002813C1">
        <w:t>il le put</w:t>
      </w:r>
      <w:r w:rsidR="00B77E03">
        <w:t xml:space="preserve">, </w:t>
      </w:r>
      <w:r w:rsidRPr="002813C1">
        <w:t>il minauda</w:t>
      </w:r>
      <w:r w:rsidR="00B77E03">
        <w:t xml:space="preserve">, </w:t>
      </w:r>
      <w:r w:rsidRPr="002813C1">
        <w:t>il fit des façons</w:t>
      </w:r>
      <w:r w:rsidR="00B77E03">
        <w:t xml:space="preserve">… </w:t>
      </w:r>
      <w:r w:rsidRPr="002813C1">
        <w:t>Il tremblait</w:t>
      </w:r>
      <w:r w:rsidR="00B77E03">
        <w:t xml:space="preserve">, </w:t>
      </w:r>
      <w:r w:rsidRPr="002813C1">
        <w:t>s</w:t>
      </w:r>
      <w:r w:rsidR="00B77E03">
        <w:t>’</w:t>
      </w:r>
      <w:r w:rsidRPr="002813C1">
        <w:t>il répondait</w:t>
      </w:r>
      <w:r w:rsidR="00B77E03">
        <w:t> : « </w:t>
      </w:r>
      <w:r w:rsidRPr="002813C1">
        <w:t>oui</w:t>
      </w:r>
      <w:r w:rsidR="00B77E03">
        <w:t> »</w:t>
      </w:r>
      <w:r w:rsidRPr="002813C1">
        <w:t xml:space="preserve"> trop vite</w:t>
      </w:r>
      <w:r w:rsidR="00B77E03">
        <w:t xml:space="preserve">, </w:t>
      </w:r>
      <w:r w:rsidRPr="002813C1">
        <w:t>de se trahir et de se mettre ainsi complètement à la merci de l</w:t>
      </w:r>
      <w:r w:rsidR="00B77E03">
        <w:t>’</w:t>
      </w:r>
      <w:r w:rsidRPr="002813C1">
        <w:t>envoyé du baron</w:t>
      </w:r>
      <w:r w:rsidR="00B77E03">
        <w:t>.</w:t>
      </w:r>
    </w:p>
    <w:p w14:paraId="34C77E83" w14:textId="77777777" w:rsidR="00B77E03" w:rsidRDefault="00B77E03" w:rsidP="00B77E03">
      <w:r>
        <w:t>— </w:t>
      </w:r>
      <w:r w:rsidR="0024252B" w:rsidRPr="002813C1">
        <w:t>J</w:t>
      </w:r>
      <w:r>
        <w:t>’</w:t>
      </w:r>
      <w:r w:rsidR="0024252B" w:rsidRPr="002813C1">
        <w:t>accepterais volontiers vos services</w:t>
      </w:r>
      <w:r>
        <w:t xml:space="preserve">, </w:t>
      </w:r>
      <w:r w:rsidR="0024252B" w:rsidRPr="002813C1">
        <w:t xml:space="preserve">monsieur </w:t>
      </w:r>
      <w:proofErr w:type="spellStart"/>
      <w:r w:rsidR="0024252B" w:rsidRPr="002813C1">
        <w:t>Mauméjan</w:t>
      </w:r>
      <w:proofErr w:type="spellEnd"/>
      <w:r>
        <w:t xml:space="preserve">, </w:t>
      </w:r>
      <w:r w:rsidR="0024252B" w:rsidRPr="002813C1">
        <w:t>prononça-t-il</w:t>
      </w:r>
      <w:r>
        <w:t xml:space="preserve">, </w:t>
      </w:r>
      <w:r w:rsidR="0024252B" w:rsidRPr="002813C1">
        <w:t>si je n</w:t>
      </w:r>
      <w:r>
        <w:t>’</w:t>
      </w:r>
      <w:r w:rsidR="0024252B" w:rsidRPr="002813C1">
        <w:t>y découvrais un inconvénient</w:t>
      </w:r>
      <w:r>
        <w:t>…</w:t>
      </w:r>
    </w:p>
    <w:p w14:paraId="02F0A958" w14:textId="77777777" w:rsidR="00B77E03" w:rsidRDefault="00B77E03" w:rsidP="00B77E03">
      <w:r>
        <w:t>— </w:t>
      </w:r>
      <w:r w:rsidR="0024252B" w:rsidRPr="002813C1">
        <w:t>Et lequel</w:t>
      </w:r>
      <w:r>
        <w:t> ?</w:t>
      </w:r>
    </w:p>
    <w:p w14:paraId="5D7294C7" w14:textId="77777777" w:rsidR="00B77E03" w:rsidRDefault="00B77E03" w:rsidP="00B77E03">
      <w:r>
        <w:t>— </w:t>
      </w:r>
      <w:r w:rsidR="0024252B" w:rsidRPr="002813C1">
        <w:t>Est-il convenable</w:t>
      </w:r>
      <w:r>
        <w:t xml:space="preserve">, </w:t>
      </w:r>
      <w:r w:rsidR="0024252B" w:rsidRPr="002813C1">
        <w:t>quand le baron me joue un tour pendable</w:t>
      </w:r>
      <w:r>
        <w:t xml:space="preserve">, </w:t>
      </w:r>
      <w:r w:rsidR="0024252B" w:rsidRPr="002813C1">
        <w:t>que je me rabatte sur son homme de confiance</w:t>
      </w:r>
      <w:r>
        <w:t xml:space="preserve">, </w:t>
      </w:r>
      <w:r w:rsidR="0024252B" w:rsidRPr="002813C1">
        <w:t>sur un de ses employés</w:t>
      </w:r>
      <w:r>
        <w:t> ?…</w:t>
      </w:r>
    </w:p>
    <w:p w14:paraId="33236534" w14:textId="77777777" w:rsidR="00B77E03" w:rsidRDefault="0024252B" w:rsidP="00B77E03">
      <w:r w:rsidRPr="002813C1">
        <w:t>Mais Pascal vigoureusement regimba</w:t>
      </w:r>
      <w:r w:rsidR="00B77E03">
        <w:t>…</w:t>
      </w:r>
    </w:p>
    <w:p w14:paraId="23986CE9" w14:textId="456C96C3" w:rsidR="00B77E03" w:rsidRDefault="00B77E03" w:rsidP="00B77E03">
      <w:r>
        <w:t>— </w:t>
      </w:r>
      <w:r w:rsidR="0024252B" w:rsidRPr="002813C1">
        <w:t>Permettez</w:t>
      </w:r>
      <w:r>
        <w:t xml:space="preserve">, </w:t>
      </w:r>
      <w:r w:rsidR="0024252B" w:rsidRPr="002813C1">
        <w:t>interrompit-il vivement</w:t>
      </w:r>
      <w:r>
        <w:t xml:space="preserve">, </w:t>
      </w:r>
      <w:r w:rsidR="0024252B" w:rsidRPr="002813C1">
        <w:t>je ne suis l</w:t>
      </w:r>
      <w:r>
        <w:t>’</w:t>
      </w:r>
      <w:r w:rsidR="0024252B" w:rsidRPr="002813C1">
        <w:t>employé de personne</w:t>
      </w:r>
      <w:r>
        <w:t>… M. </w:t>
      </w:r>
      <w:proofErr w:type="spellStart"/>
      <w:r w:rsidR="0024252B" w:rsidRPr="002813C1">
        <w:t>Trigault</w:t>
      </w:r>
      <w:proofErr w:type="spellEnd"/>
      <w:r w:rsidR="0024252B" w:rsidRPr="002813C1">
        <w:t xml:space="preserve"> est mon client comme trente ou quarante autres</w:t>
      </w:r>
      <w:r>
        <w:t xml:space="preserve">, </w:t>
      </w:r>
      <w:r w:rsidR="0024252B" w:rsidRPr="002813C1">
        <w:t>rien de plus</w:t>
      </w:r>
      <w:r>
        <w:t xml:space="preserve">… </w:t>
      </w:r>
      <w:r w:rsidR="0024252B" w:rsidRPr="002813C1">
        <w:t>Il me charge de certaines négociations délicates et épineuses</w:t>
      </w:r>
      <w:r>
        <w:t xml:space="preserve">, </w:t>
      </w:r>
      <w:r w:rsidR="0024252B" w:rsidRPr="002813C1">
        <w:t>je les conduis de mon mieux</w:t>
      </w:r>
      <w:r>
        <w:t xml:space="preserve">, </w:t>
      </w:r>
      <w:r w:rsidR="0024252B" w:rsidRPr="002813C1">
        <w:t>il me paye</w:t>
      </w:r>
      <w:r>
        <w:t xml:space="preserve">, </w:t>
      </w:r>
      <w:r w:rsidR="0024252B" w:rsidRPr="002813C1">
        <w:t>et nous sommes quittes et libres chacun de notre côté</w:t>
      </w:r>
      <w:r>
        <w:t>…</w:t>
      </w:r>
    </w:p>
    <w:p w14:paraId="2025B04B" w14:textId="77777777" w:rsidR="00B77E03" w:rsidRDefault="00B77E03" w:rsidP="00B77E03">
      <w:r>
        <w:t>— </w:t>
      </w:r>
      <w:r w:rsidR="0024252B" w:rsidRPr="002813C1">
        <w:t>Ah</w:t>
      </w:r>
      <w:r>
        <w:t xml:space="preserve"> ! </w:t>
      </w:r>
      <w:r w:rsidR="0024252B" w:rsidRPr="002813C1">
        <w:t>comme cela</w:t>
      </w:r>
      <w:r>
        <w:t xml:space="preserve">, </w:t>
      </w:r>
      <w:r w:rsidR="0024252B" w:rsidRPr="002813C1">
        <w:t>vous m</w:t>
      </w:r>
      <w:r>
        <w:t>’</w:t>
      </w:r>
      <w:r w:rsidR="0024252B" w:rsidRPr="002813C1">
        <w:t>en direz tant</w:t>
      </w:r>
      <w:r>
        <w:t> !…</w:t>
      </w:r>
    </w:p>
    <w:p w14:paraId="60A5EF04" w14:textId="77777777" w:rsidR="00B77E03" w:rsidRDefault="0024252B" w:rsidP="00B77E03">
      <w:r w:rsidRPr="002813C1">
        <w:t>Au regard dont il enveloppait Pascal</w:t>
      </w:r>
      <w:r w:rsidR="00B77E03">
        <w:t xml:space="preserve">, </w:t>
      </w:r>
      <w:r w:rsidRPr="002813C1">
        <w:t>on eût juré qu</w:t>
      </w:r>
      <w:r w:rsidR="00B77E03">
        <w:t>’</w:t>
      </w:r>
      <w:r w:rsidRPr="002813C1">
        <w:t>un soupçon lui venait</w:t>
      </w:r>
      <w:r w:rsidR="00B77E03">
        <w:t xml:space="preserve">… </w:t>
      </w:r>
      <w:r w:rsidRPr="002813C1">
        <w:t>Point</w:t>
      </w:r>
      <w:r w:rsidR="00B77E03">
        <w:t>.</w:t>
      </w:r>
    </w:p>
    <w:p w14:paraId="253B20BA" w14:textId="77777777" w:rsidR="00B77E03" w:rsidRDefault="0024252B" w:rsidP="00B77E03">
      <w:r w:rsidRPr="002813C1">
        <w:t>C</w:t>
      </w:r>
      <w:r w:rsidR="00B77E03">
        <w:t>’</w:t>
      </w:r>
      <w:r w:rsidRPr="002813C1">
        <w:t>était simplement une idée bizarre</w:t>
      </w:r>
      <w:r w:rsidR="00B77E03">
        <w:t xml:space="preserve">, </w:t>
      </w:r>
      <w:r w:rsidRPr="002813C1">
        <w:t>biscornue</w:t>
      </w:r>
      <w:r w:rsidR="00B77E03">
        <w:t xml:space="preserve">, </w:t>
      </w:r>
      <w:r w:rsidRPr="002813C1">
        <w:t>et cependant non absolument invraisemblable en soi</w:t>
      </w:r>
      <w:r w:rsidR="00B77E03">
        <w:t xml:space="preserve">, </w:t>
      </w:r>
      <w:r w:rsidRPr="002813C1">
        <w:t>qui traversait son esprit</w:t>
      </w:r>
      <w:r w:rsidR="00B77E03">
        <w:t>.</w:t>
      </w:r>
    </w:p>
    <w:p w14:paraId="43F17F45" w14:textId="77777777" w:rsidR="00B77E03" w:rsidRDefault="00B77E03" w:rsidP="00B77E03">
      <w:r>
        <w:t>— </w:t>
      </w:r>
      <w:r w:rsidR="0024252B" w:rsidRPr="002813C1">
        <w:t>Oh</w:t>
      </w:r>
      <w:r>
        <w:t xml:space="preserve"> !… </w:t>
      </w:r>
      <w:r w:rsidR="0024252B" w:rsidRPr="002813C1">
        <w:t>pensait-il</w:t>
      </w:r>
      <w:r>
        <w:t xml:space="preserve">, </w:t>
      </w:r>
      <w:r w:rsidR="0024252B" w:rsidRPr="002813C1">
        <w:t xml:space="preserve">le prêteur inconnu dont ce </w:t>
      </w:r>
      <w:proofErr w:type="spellStart"/>
      <w:r w:rsidR="0024252B" w:rsidRPr="002813C1">
        <w:t>Mauméjan</w:t>
      </w:r>
      <w:proofErr w:type="spellEnd"/>
      <w:r w:rsidR="0024252B" w:rsidRPr="002813C1">
        <w:t xml:space="preserve"> s</w:t>
      </w:r>
      <w:r>
        <w:t>’</w:t>
      </w:r>
      <w:r w:rsidR="0024252B" w:rsidRPr="002813C1">
        <w:t>offre d</w:t>
      </w:r>
      <w:r>
        <w:t>’</w:t>
      </w:r>
      <w:r w:rsidR="0024252B" w:rsidRPr="002813C1">
        <w:t>être l</w:t>
      </w:r>
      <w:r>
        <w:t>’</w:t>
      </w:r>
      <w:r w:rsidR="0024252B" w:rsidRPr="002813C1">
        <w:t>intermédiaire</w:t>
      </w:r>
      <w:r>
        <w:t xml:space="preserve">, </w:t>
      </w:r>
      <w:r w:rsidR="0024252B" w:rsidRPr="002813C1">
        <w:t>ne serait-il pas</w:t>
      </w:r>
      <w:r>
        <w:t xml:space="preserve">, </w:t>
      </w:r>
      <w:r w:rsidR="0024252B" w:rsidRPr="002813C1">
        <w:t>par hasard</w:t>
      </w:r>
      <w:r>
        <w:t xml:space="preserve">, </w:t>
      </w:r>
      <w:r w:rsidR="0024252B" w:rsidRPr="002813C1">
        <w:t>le baron en personne</w:t>
      </w:r>
      <w:r>
        <w:t xml:space="preserve"> ?… </w:t>
      </w:r>
      <w:r w:rsidR="0024252B" w:rsidRPr="002813C1">
        <w:t>Le digne homme aurait-il imaginé cet ingénieux moyen de m</w:t>
      </w:r>
      <w:r>
        <w:t>’</w:t>
      </w:r>
      <w:r w:rsidR="0024252B" w:rsidRPr="002813C1">
        <w:t>obliger et de m</w:t>
      </w:r>
      <w:r>
        <w:t>’</w:t>
      </w:r>
      <w:r w:rsidR="0024252B" w:rsidRPr="002813C1">
        <w:t xml:space="preserve">extirper en même </w:t>
      </w:r>
      <w:r w:rsidR="0024252B" w:rsidRPr="002813C1">
        <w:lastRenderedPageBreak/>
        <w:t>temps un intérêt plus qu</w:t>
      </w:r>
      <w:r>
        <w:t>’</w:t>
      </w:r>
      <w:r w:rsidR="0024252B" w:rsidRPr="002813C1">
        <w:t>honnête</w:t>
      </w:r>
      <w:r>
        <w:t xml:space="preserve">, </w:t>
      </w:r>
      <w:r w:rsidR="0024252B" w:rsidRPr="002813C1">
        <w:t>qu</w:t>
      </w:r>
      <w:r>
        <w:t>’</w:t>
      </w:r>
      <w:r w:rsidR="0024252B" w:rsidRPr="002813C1">
        <w:t>il n</w:t>
      </w:r>
      <w:r>
        <w:t>’</w:t>
      </w:r>
      <w:r w:rsidR="0024252B" w:rsidRPr="002813C1">
        <w:t>eût jamais osé me réclamer en face</w:t>
      </w:r>
      <w:r>
        <w:t> ?</w:t>
      </w:r>
    </w:p>
    <w:p w14:paraId="45EE160B" w14:textId="77777777" w:rsidR="00B77E03" w:rsidRDefault="0024252B" w:rsidP="00B77E03">
      <w:r w:rsidRPr="002813C1">
        <w:t>Et pourquoi non</w:t>
      </w:r>
      <w:r w:rsidR="00B77E03">
        <w:t xml:space="preserve"> ! </w:t>
      </w:r>
      <w:r w:rsidRPr="002813C1">
        <w:t>Ne sait-on pas des exemples</w:t>
      </w:r>
      <w:r w:rsidR="00B77E03">
        <w:t> !</w:t>
      </w:r>
    </w:p>
    <w:p w14:paraId="7EDD044E" w14:textId="22AC455F" w:rsidR="00B77E03" w:rsidRDefault="0024252B" w:rsidP="00B77E03">
      <w:r w:rsidRPr="002813C1">
        <w:t>N</w:t>
      </w:r>
      <w:r w:rsidR="00B77E03">
        <w:t>’</w:t>
      </w:r>
      <w:r w:rsidRPr="002813C1">
        <w:t>est-il pas connu que jamais</w:t>
      </w:r>
      <w:r w:rsidR="00B77E03">
        <w:t xml:space="preserve">, </w:t>
      </w:r>
      <w:r w:rsidRPr="002813C1">
        <w:t>au grand jamais</w:t>
      </w:r>
      <w:r w:rsidR="00B77E03">
        <w:t xml:space="preserve">, </w:t>
      </w:r>
      <w:r w:rsidRPr="002813C1">
        <w:t>les frères N</w:t>
      </w:r>
      <w:r w:rsidR="00B77E03">
        <w:t xml:space="preserve">…, </w:t>
      </w:r>
      <w:r w:rsidRPr="002813C1">
        <w:t>les plus austères des financiers</w:t>
      </w:r>
      <w:r w:rsidR="00B77E03">
        <w:t xml:space="preserve">, </w:t>
      </w:r>
      <w:r w:rsidRPr="002813C1">
        <w:t>n</w:t>
      </w:r>
      <w:r w:rsidR="00B77E03">
        <w:t>’</w:t>
      </w:r>
      <w:r w:rsidRPr="002813C1">
        <w:t>ont obligé directement un de leurs amis</w:t>
      </w:r>
      <w:r w:rsidR="00B77E03">
        <w:t xml:space="preserve">… </w:t>
      </w:r>
      <w:r w:rsidRPr="002813C1">
        <w:t>Leur père</w:t>
      </w:r>
      <w:r w:rsidR="00B77E03">
        <w:t xml:space="preserve">, </w:t>
      </w:r>
      <w:r w:rsidRPr="002813C1">
        <w:t>dont ils ne parlent qu</w:t>
      </w:r>
      <w:r w:rsidR="00B77E03">
        <w:t>’</w:t>
      </w:r>
      <w:r w:rsidRPr="002813C1">
        <w:t>avec vénération</w:t>
      </w:r>
      <w:r w:rsidR="00B77E03">
        <w:t xml:space="preserve">, </w:t>
      </w:r>
      <w:r w:rsidRPr="002813C1">
        <w:t>leur demanderait cent écus pour un mois</w:t>
      </w:r>
      <w:r w:rsidR="00B77E03">
        <w:t xml:space="preserve">, </w:t>
      </w:r>
      <w:r w:rsidRPr="002813C1">
        <w:t>qu</w:t>
      </w:r>
      <w:r w:rsidR="00B77E03">
        <w:t>’</w:t>
      </w:r>
      <w:r w:rsidRPr="002813C1">
        <w:t>ils lui répondraient comme aux autres</w:t>
      </w:r>
      <w:r w:rsidR="00B77E03">
        <w:t> : « </w:t>
      </w:r>
      <w:r w:rsidRPr="002813C1">
        <w:t>Nous sommes gênés</w:t>
      </w:r>
      <w:r w:rsidR="00B77E03">
        <w:t xml:space="preserve">, </w:t>
      </w:r>
      <w:r w:rsidRPr="002813C1">
        <w:t>mais voyez de notre part ce coquin de B</w:t>
      </w:r>
      <w:r w:rsidR="00B77E03">
        <w:t>… »</w:t>
      </w:r>
      <w:r w:rsidRPr="002813C1">
        <w:t xml:space="preserve"> Et ce coquin de B</w:t>
      </w:r>
      <w:r w:rsidR="00B77E03">
        <w:t xml:space="preserve">…, </w:t>
      </w:r>
      <w:r w:rsidRPr="002813C1">
        <w:t>qui est le plus charmant des hommes de paille</w:t>
      </w:r>
      <w:r w:rsidR="00B77E03">
        <w:t xml:space="preserve">, </w:t>
      </w:r>
      <w:r w:rsidRPr="002813C1">
        <w:t>si le père N</w:t>
      </w:r>
      <w:r w:rsidR="00B77E03">
        <w:t xml:space="preserve">… </w:t>
      </w:r>
      <w:r w:rsidRPr="002813C1">
        <w:t>lui présentait de sérieuses garanties</w:t>
      </w:r>
      <w:r w:rsidR="00B77E03">
        <w:t xml:space="preserve">, </w:t>
      </w:r>
      <w:r w:rsidRPr="002813C1">
        <w:t>lui prêterait</w:t>
      </w:r>
      <w:r w:rsidR="00B77E03">
        <w:t xml:space="preserve">, </w:t>
      </w:r>
      <w:r w:rsidRPr="002813C1">
        <w:t>comme aux autres</w:t>
      </w:r>
      <w:r w:rsidR="00B77E03">
        <w:t xml:space="preserve">, </w:t>
      </w:r>
      <w:r w:rsidRPr="002813C1">
        <w:t>de l</w:t>
      </w:r>
      <w:r w:rsidR="00B77E03">
        <w:t>’</w:t>
      </w:r>
      <w:r w:rsidRPr="002813C1">
        <w:t xml:space="preserve">argent de ses fils moyennant douze ou quinze pour cent et </w:t>
      </w:r>
      <w:r w:rsidR="00B77E03">
        <w:t>« </w:t>
      </w:r>
      <w:proofErr w:type="spellStart"/>
      <w:r w:rsidRPr="002813C1">
        <w:rPr>
          <w:i/>
          <w:szCs w:val="32"/>
        </w:rPr>
        <w:t>oune</w:t>
      </w:r>
      <w:proofErr w:type="spellEnd"/>
      <w:r w:rsidRPr="002813C1">
        <w:rPr>
          <w:i/>
          <w:szCs w:val="32"/>
        </w:rPr>
        <w:t xml:space="preserve"> </w:t>
      </w:r>
      <w:proofErr w:type="spellStart"/>
      <w:r w:rsidRPr="002813C1">
        <w:rPr>
          <w:i/>
          <w:szCs w:val="32"/>
        </w:rPr>
        <w:t>minouscoule</w:t>
      </w:r>
      <w:proofErr w:type="spellEnd"/>
      <w:r w:rsidRPr="002813C1">
        <w:rPr>
          <w:i/>
          <w:szCs w:val="32"/>
        </w:rPr>
        <w:t xml:space="preserve"> </w:t>
      </w:r>
      <w:proofErr w:type="spellStart"/>
      <w:r w:rsidRPr="002813C1">
        <w:rPr>
          <w:i/>
          <w:szCs w:val="32"/>
        </w:rPr>
        <w:t>commissioun</w:t>
      </w:r>
      <w:proofErr w:type="spellEnd"/>
      <w:r w:rsidR="00B77E03">
        <w:t>. »</w:t>
      </w:r>
    </w:p>
    <w:p w14:paraId="2D7B57CC" w14:textId="4C9FF177" w:rsidR="00B77E03" w:rsidRDefault="0024252B" w:rsidP="00B77E03">
      <w:r w:rsidRPr="002813C1">
        <w:t xml:space="preserve">Ces idées et ces souvenirs ne contribuèrent pas peu à rendre à </w:t>
      </w:r>
      <w:r w:rsidR="00B77E03">
        <w:t>M. </w:t>
      </w:r>
      <w:r w:rsidRPr="002813C1">
        <w:t xml:space="preserve">le marquis de </w:t>
      </w:r>
      <w:proofErr w:type="spellStart"/>
      <w:r w:rsidRPr="002813C1">
        <w:t>Valorsay</w:t>
      </w:r>
      <w:proofErr w:type="spellEnd"/>
      <w:r w:rsidRPr="002813C1">
        <w:t xml:space="preserve"> son aisance accoutumée</w:t>
      </w:r>
      <w:r w:rsidR="00B77E03">
        <w:t>…</w:t>
      </w:r>
    </w:p>
    <w:p w14:paraId="16B54EF0" w14:textId="0F23A210" w:rsidR="00B77E03" w:rsidRDefault="00B77E03" w:rsidP="00B77E03">
      <w:r>
        <w:t>— </w:t>
      </w:r>
      <w:r w:rsidR="0024252B" w:rsidRPr="002813C1">
        <w:t>Voilà donc qui est dit</w:t>
      </w:r>
      <w:r>
        <w:t xml:space="preserve">, </w:t>
      </w:r>
      <w:r w:rsidR="0024252B" w:rsidRPr="002813C1">
        <w:t xml:space="preserve">fit-il du ton léger de don Juan bernant </w:t>
      </w:r>
      <w:r>
        <w:t>M. </w:t>
      </w:r>
      <w:r w:rsidR="0024252B" w:rsidRPr="002813C1">
        <w:t>Dimanche</w:t>
      </w:r>
      <w:r>
        <w:t xml:space="preserve">, </w:t>
      </w:r>
      <w:r w:rsidR="0024252B" w:rsidRPr="002813C1">
        <w:t>j</w:t>
      </w:r>
      <w:r>
        <w:t>’</w:t>
      </w:r>
      <w:r w:rsidR="0024252B" w:rsidRPr="002813C1">
        <w:t>accepte</w:t>
      </w:r>
      <w:r>
        <w:t xml:space="preserve">, </w:t>
      </w:r>
      <w:r w:rsidR="0024252B" w:rsidRPr="002813C1">
        <w:t>et très-volontiers</w:t>
      </w:r>
      <w:r>
        <w:t xml:space="preserve">… </w:t>
      </w:r>
      <w:r w:rsidR="0024252B" w:rsidRPr="002813C1">
        <w:t>Seulement</w:t>
      </w:r>
      <w:r>
        <w:t>…</w:t>
      </w:r>
    </w:p>
    <w:p w14:paraId="1A169C5C" w14:textId="77777777" w:rsidR="00B77E03" w:rsidRDefault="00B77E03" w:rsidP="00B77E03">
      <w:r>
        <w:t>— </w:t>
      </w:r>
      <w:r w:rsidR="0024252B" w:rsidRPr="002813C1">
        <w:t>Ah</w:t>
      </w:r>
      <w:r>
        <w:t xml:space="preserve"> ! </w:t>
      </w:r>
      <w:r w:rsidR="0024252B" w:rsidRPr="002813C1">
        <w:t>il y a un seulement</w:t>
      </w:r>
      <w:r>
        <w:t> !…</w:t>
      </w:r>
    </w:p>
    <w:p w14:paraId="727C18BA" w14:textId="77777777" w:rsidR="00B77E03" w:rsidRDefault="00B77E03" w:rsidP="00B77E03">
      <w:r>
        <w:t>— </w:t>
      </w:r>
      <w:r w:rsidR="0024252B" w:rsidRPr="002813C1">
        <w:t>Il y en a toujours un</w:t>
      </w:r>
      <w:r>
        <w:t xml:space="preserve">… </w:t>
      </w:r>
      <w:r w:rsidR="0024252B" w:rsidRPr="002813C1">
        <w:t>Je dois vous prévenir que rendre ces vingt-cinq mille francs avant deux mois me serait difficile</w:t>
      </w:r>
      <w:r>
        <w:t>…</w:t>
      </w:r>
    </w:p>
    <w:p w14:paraId="6EC68C67" w14:textId="77777777" w:rsidR="00B77E03" w:rsidRDefault="0024252B" w:rsidP="00B77E03">
      <w:r w:rsidRPr="002813C1">
        <w:t>C</w:t>
      </w:r>
      <w:r w:rsidR="00B77E03">
        <w:t>’</w:t>
      </w:r>
      <w:r w:rsidRPr="002813C1">
        <w:t>était le temps qu</w:t>
      </w:r>
      <w:r w:rsidR="00B77E03">
        <w:t>’</w:t>
      </w:r>
      <w:r w:rsidRPr="002813C1">
        <w:t>il jugeait nécessaire pour arriver à ses fins</w:t>
      </w:r>
      <w:r w:rsidR="00B77E03">
        <w:t>…</w:t>
      </w:r>
    </w:p>
    <w:p w14:paraId="30FEFB67" w14:textId="77777777" w:rsidR="00B77E03" w:rsidRDefault="00B77E03" w:rsidP="00B77E03">
      <w:r>
        <w:t>— </w:t>
      </w:r>
      <w:r w:rsidR="0024252B" w:rsidRPr="002813C1">
        <w:t>Qu</w:t>
      </w:r>
      <w:r>
        <w:t>’</w:t>
      </w:r>
      <w:r w:rsidR="0024252B" w:rsidRPr="002813C1">
        <w:t>importe</w:t>
      </w:r>
      <w:r>
        <w:t xml:space="preserve"> !… </w:t>
      </w:r>
      <w:r w:rsidR="0024252B" w:rsidRPr="002813C1">
        <w:t>répondit Pascal</w:t>
      </w:r>
      <w:r>
        <w:t xml:space="preserve">, </w:t>
      </w:r>
      <w:r w:rsidR="0024252B" w:rsidRPr="002813C1">
        <w:t>et même</w:t>
      </w:r>
      <w:r>
        <w:t xml:space="preserve">, </w:t>
      </w:r>
      <w:r w:rsidR="0024252B" w:rsidRPr="002813C1">
        <w:t>si vous souhaitez un délai plus long</w:t>
      </w:r>
      <w:r>
        <w:t>…</w:t>
      </w:r>
    </w:p>
    <w:p w14:paraId="221FFFE3" w14:textId="77777777" w:rsidR="00B77E03" w:rsidRDefault="00B77E03" w:rsidP="00B77E03">
      <w:r>
        <w:t>— </w:t>
      </w:r>
      <w:r w:rsidR="0024252B" w:rsidRPr="002813C1">
        <w:t>Inutile</w:t>
      </w:r>
      <w:r>
        <w:t xml:space="preserve">, </w:t>
      </w:r>
      <w:r w:rsidR="0024252B" w:rsidRPr="002813C1">
        <w:t>merci</w:t>
      </w:r>
      <w:r>
        <w:t xml:space="preserve"> !… </w:t>
      </w:r>
      <w:r w:rsidR="0024252B" w:rsidRPr="002813C1">
        <w:t>Mais il y a autre chose encore</w:t>
      </w:r>
      <w:r>
        <w:t>.</w:t>
      </w:r>
    </w:p>
    <w:p w14:paraId="167BF84D" w14:textId="77777777" w:rsidR="00B77E03" w:rsidRDefault="00B77E03" w:rsidP="00B77E03">
      <w:r>
        <w:lastRenderedPageBreak/>
        <w:t>— </w:t>
      </w:r>
      <w:r w:rsidR="0024252B" w:rsidRPr="002813C1">
        <w:t>Quoi donc</w:t>
      </w:r>
      <w:r>
        <w:t> ?…</w:t>
      </w:r>
    </w:p>
    <w:p w14:paraId="44B7E84C" w14:textId="77777777" w:rsidR="00B77E03" w:rsidRDefault="00B77E03" w:rsidP="00B77E03">
      <w:r>
        <w:t>— </w:t>
      </w:r>
      <w:r w:rsidR="0024252B" w:rsidRPr="002813C1">
        <w:t>Que me coûtera cette</w:t>
      </w:r>
      <w:r>
        <w:t xml:space="preserve">… </w:t>
      </w:r>
      <w:r w:rsidR="0024252B" w:rsidRPr="002813C1">
        <w:t>négociation</w:t>
      </w:r>
      <w:r>
        <w:t> ?</w:t>
      </w:r>
    </w:p>
    <w:p w14:paraId="605F2AA9" w14:textId="77777777" w:rsidR="00B77E03" w:rsidRDefault="0024252B" w:rsidP="00B77E03">
      <w:r w:rsidRPr="002813C1">
        <w:t>Cette question</w:t>
      </w:r>
      <w:r w:rsidR="00B77E03">
        <w:t xml:space="preserve">, </w:t>
      </w:r>
      <w:r w:rsidRPr="002813C1">
        <w:t>Pascal l</w:t>
      </w:r>
      <w:r w:rsidR="00B77E03">
        <w:t>’</w:t>
      </w:r>
      <w:r w:rsidRPr="002813C1">
        <w:t>avait prévue</w:t>
      </w:r>
      <w:r w:rsidR="00B77E03">
        <w:t xml:space="preserve">, </w:t>
      </w:r>
      <w:r w:rsidRPr="002813C1">
        <w:t>et il avait préparé une réponse dans l</w:t>
      </w:r>
      <w:r w:rsidR="00B77E03">
        <w:t>’</w:t>
      </w:r>
      <w:r w:rsidRPr="002813C1">
        <w:t>esprit du rôle qu</w:t>
      </w:r>
      <w:r w:rsidR="00B77E03">
        <w:t>’</w:t>
      </w:r>
      <w:r w:rsidRPr="002813C1">
        <w:t>il avait adopté</w:t>
      </w:r>
      <w:r w:rsidR="00B77E03">
        <w:t>.</w:t>
      </w:r>
    </w:p>
    <w:p w14:paraId="68899DDE" w14:textId="77777777" w:rsidR="00B77E03" w:rsidRDefault="00B77E03" w:rsidP="00B77E03">
      <w:r>
        <w:t>— </w:t>
      </w:r>
      <w:r w:rsidR="0024252B" w:rsidRPr="002813C1">
        <w:t>Cela vous coûtera le prix ordinaire</w:t>
      </w:r>
      <w:r>
        <w:t xml:space="preserve">, </w:t>
      </w:r>
      <w:r w:rsidR="0024252B" w:rsidRPr="002813C1">
        <w:t>répondit-il</w:t>
      </w:r>
      <w:r>
        <w:t xml:space="preserve">, </w:t>
      </w:r>
      <w:r w:rsidR="0024252B" w:rsidRPr="002813C1">
        <w:t>six pour cent</w:t>
      </w:r>
      <w:r>
        <w:t xml:space="preserve">, </w:t>
      </w:r>
      <w:r w:rsidR="0024252B" w:rsidRPr="002813C1">
        <w:t>plus un et demi pour cent de commission</w:t>
      </w:r>
      <w:r>
        <w:t>…</w:t>
      </w:r>
    </w:p>
    <w:p w14:paraId="26AAF128" w14:textId="77777777" w:rsidR="00B77E03" w:rsidRDefault="00B77E03" w:rsidP="00B77E03">
      <w:r>
        <w:t>— </w:t>
      </w:r>
      <w:r w:rsidR="0024252B" w:rsidRPr="002813C1">
        <w:t>Bah</w:t>
      </w:r>
      <w:r>
        <w:t> !…</w:t>
      </w:r>
    </w:p>
    <w:p w14:paraId="1A2B0D14" w14:textId="77777777" w:rsidR="00B77E03" w:rsidRDefault="00B77E03" w:rsidP="00B77E03">
      <w:r>
        <w:t>— </w:t>
      </w:r>
      <w:r w:rsidR="0024252B" w:rsidRPr="002813C1">
        <w:t>Plus la rémunération de mes peines et soins</w:t>
      </w:r>
      <w:r>
        <w:t>…</w:t>
      </w:r>
    </w:p>
    <w:p w14:paraId="5015F700" w14:textId="77777777" w:rsidR="00B77E03" w:rsidRDefault="00B77E03" w:rsidP="00B77E03">
      <w:r>
        <w:t>— </w:t>
      </w:r>
      <w:r w:rsidR="0024252B" w:rsidRPr="002813C1">
        <w:t>Allons donc</w:t>
      </w:r>
      <w:r>
        <w:t xml:space="preserve"> !… </w:t>
      </w:r>
      <w:r w:rsidR="0024252B" w:rsidRPr="002813C1">
        <w:t>Et à combien la fixez-vous</w:t>
      </w:r>
      <w:r>
        <w:t xml:space="preserve">, </w:t>
      </w:r>
      <w:r w:rsidR="0024252B" w:rsidRPr="002813C1">
        <w:t>cette rémunération</w:t>
      </w:r>
      <w:r>
        <w:t> ?…</w:t>
      </w:r>
    </w:p>
    <w:p w14:paraId="37F5A143" w14:textId="77777777" w:rsidR="00B77E03" w:rsidRDefault="00B77E03" w:rsidP="00B77E03">
      <w:r>
        <w:t>— </w:t>
      </w:r>
      <w:r w:rsidR="0024252B" w:rsidRPr="002813C1">
        <w:t>À mille francs</w:t>
      </w:r>
      <w:r>
        <w:t xml:space="preserve">… </w:t>
      </w:r>
      <w:r w:rsidR="0024252B" w:rsidRPr="002813C1">
        <w:t>Est-ce trop</w:t>
      </w:r>
      <w:r>
        <w:t> ?</w:t>
      </w:r>
    </w:p>
    <w:p w14:paraId="3BBED85F" w14:textId="77777777" w:rsidR="00B77E03" w:rsidRDefault="0024252B" w:rsidP="00B77E03">
      <w:r w:rsidRPr="002813C1">
        <w:t>Si le marquis eût conservé l</w:t>
      </w:r>
      <w:r w:rsidR="00B77E03">
        <w:t>’</w:t>
      </w:r>
      <w:r w:rsidRPr="002813C1">
        <w:t>ombre d</w:t>
      </w:r>
      <w:r w:rsidR="00B77E03">
        <w:t>’</w:t>
      </w:r>
      <w:r w:rsidRPr="002813C1">
        <w:t>un soupçon</w:t>
      </w:r>
      <w:r w:rsidR="00B77E03">
        <w:t xml:space="preserve">, </w:t>
      </w:r>
      <w:r w:rsidRPr="002813C1">
        <w:t>il se fût évanoui</w:t>
      </w:r>
      <w:r w:rsidR="00B77E03">
        <w:t>.</w:t>
      </w:r>
    </w:p>
    <w:p w14:paraId="6DDB7781" w14:textId="77777777" w:rsidR="00B77E03" w:rsidRDefault="00B77E03" w:rsidP="00B77E03">
      <w:r>
        <w:t>— </w:t>
      </w:r>
      <w:r w:rsidR="0024252B" w:rsidRPr="002813C1">
        <w:t>Eh</w:t>
      </w:r>
      <w:r>
        <w:t xml:space="preserve"> !… </w:t>
      </w:r>
      <w:r w:rsidR="0024252B" w:rsidRPr="002813C1">
        <w:t>ricana-t-il</w:t>
      </w:r>
      <w:r>
        <w:t xml:space="preserve">, </w:t>
      </w:r>
      <w:r w:rsidR="0024252B" w:rsidRPr="002813C1">
        <w:t>mille francs me semblent honnête</w:t>
      </w:r>
      <w:r>
        <w:t> !…</w:t>
      </w:r>
    </w:p>
    <w:p w14:paraId="52F0F56C" w14:textId="77777777" w:rsidR="00B77E03" w:rsidRDefault="0024252B" w:rsidP="00B77E03">
      <w:r w:rsidRPr="002813C1">
        <w:t>Mais il eût bien voulu retirer son rire narquois</w:t>
      </w:r>
      <w:r w:rsidR="00B77E03">
        <w:t xml:space="preserve">, </w:t>
      </w:r>
      <w:r w:rsidRPr="002813C1">
        <w:t>lorsqu</w:t>
      </w:r>
      <w:r w:rsidR="00B77E03">
        <w:t>’</w:t>
      </w:r>
      <w:r w:rsidRPr="002813C1">
        <w:t>il vit comment l</w:t>
      </w:r>
      <w:r w:rsidR="00B77E03">
        <w:t>’</w:t>
      </w:r>
      <w:r w:rsidRPr="002813C1">
        <w:t>accueillait celui qu</w:t>
      </w:r>
      <w:r w:rsidR="00B77E03">
        <w:t>’</w:t>
      </w:r>
      <w:r w:rsidRPr="002813C1">
        <w:t>il prenait pour un coureur d</w:t>
      </w:r>
      <w:r w:rsidR="00B77E03">
        <w:t>’</w:t>
      </w:r>
      <w:r w:rsidRPr="002813C1">
        <w:t>affaires</w:t>
      </w:r>
      <w:r w:rsidR="00B77E03">
        <w:t>.</w:t>
      </w:r>
    </w:p>
    <w:p w14:paraId="15509211" w14:textId="77777777" w:rsidR="00B77E03" w:rsidRDefault="0024252B" w:rsidP="00B77E03">
      <w:r w:rsidRPr="002813C1">
        <w:t>Pascal se redressa sur sa cravate blanche</w:t>
      </w:r>
      <w:r w:rsidR="00B77E03">
        <w:t xml:space="preserve">, </w:t>
      </w:r>
      <w:r w:rsidRPr="002813C1">
        <w:t>de l</w:t>
      </w:r>
      <w:r w:rsidR="00B77E03">
        <w:t>’</w:t>
      </w:r>
      <w:r w:rsidRPr="002813C1">
        <w:t>air le plus blessé</w:t>
      </w:r>
      <w:r w:rsidR="00B77E03">
        <w:t xml:space="preserve">, </w:t>
      </w:r>
      <w:r w:rsidRPr="002813C1">
        <w:t>et du ton froid d</w:t>
      </w:r>
      <w:r w:rsidR="00B77E03">
        <w:t>’</w:t>
      </w:r>
      <w:r w:rsidRPr="002813C1">
        <w:t>un homme bien près de reprendre sa parole</w:t>
      </w:r>
      <w:r w:rsidR="00B77E03">
        <w:t>.</w:t>
      </w:r>
    </w:p>
    <w:p w14:paraId="58E58B0A" w14:textId="77777777" w:rsidR="00B77E03" w:rsidRDefault="00B77E03" w:rsidP="00B77E03">
      <w:r>
        <w:t>— </w:t>
      </w:r>
      <w:r w:rsidR="0024252B" w:rsidRPr="002813C1">
        <w:t>Il n</w:t>
      </w:r>
      <w:r>
        <w:t>’</w:t>
      </w:r>
      <w:r w:rsidR="0024252B" w:rsidRPr="002813C1">
        <w:t>y a rien de fait</w:t>
      </w:r>
      <w:r>
        <w:t xml:space="preserve">, </w:t>
      </w:r>
      <w:r w:rsidR="0024252B" w:rsidRPr="002813C1">
        <w:t>monsieur le marquis</w:t>
      </w:r>
      <w:r>
        <w:t xml:space="preserve">, </w:t>
      </w:r>
      <w:r w:rsidR="0024252B" w:rsidRPr="002813C1">
        <w:t>prononça-t-il</w:t>
      </w:r>
      <w:r>
        <w:t xml:space="preserve">, </w:t>
      </w:r>
      <w:r w:rsidR="0024252B" w:rsidRPr="002813C1">
        <w:t>et puisque vous trouvez l</w:t>
      </w:r>
      <w:r>
        <w:t>’</w:t>
      </w:r>
      <w:r w:rsidR="0024252B" w:rsidRPr="002813C1">
        <w:t>opération onéreuse</w:t>
      </w:r>
      <w:r>
        <w:t xml:space="preserve">, </w:t>
      </w:r>
      <w:r w:rsidR="0024252B" w:rsidRPr="002813C1">
        <w:t>renoncez-y</w:t>
      </w:r>
      <w:r>
        <w:t>.</w:t>
      </w:r>
    </w:p>
    <w:p w14:paraId="0A86BE92" w14:textId="51367EA2" w:rsidR="00B77E03" w:rsidRDefault="00B77E03" w:rsidP="00B77E03">
      <w:r>
        <w:t>— </w:t>
      </w:r>
      <w:r w:rsidR="0024252B" w:rsidRPr="002813C1">
        <w:t>Je suis loin de dire cela</w:t>
      </w:r>
      <w:r>
        <w:t xml:space="preserve">, </w:t>
      </w:r>
      <w:r w:rsidR="0024252B" w:rsidRPr="002813C1">
        <w:t xml:space="preserve">interrompit vivement </w:t>
      </w:r>
      <w:r>
        <w:t>M. de </w:t>
      </w:r>
      <w:proofErr w:type="spellStart"/>
      <w:r w:rsidR="0024252B" w:rsidRPr="002813C1">
        <w:t>Valorsay</w:t>
      </w:r>
      <w:proofErr w:type="spellEnd"/>
      <w:r>
        <w:t xml:space="preserve">, </w:t>
      </w:r>
      <w:r w:rsidR="0024252B" w:rsidRPr="002813C1">
        <w:t>je n</w:t>
      </w:r>
      <w:r>
        <w:t>’</w:t>
      </w:r>
      <w:r w:rsidR="0024252B" w:rsidRPr="002813C1">
        <w:t>ai même rien pensé de pareil</w:t>
      </w:r>
      <w:r>
        <w:t>…</w:t>
      </w:r>
    </w:p>
    <w:p w14:paraId="19888251" w14:textId="77777777" w:rsidR="00B77E03" w:rsidRDefault="0024252B" w:rsidP="00B77E03">
      <w:r w:rsidRPr="002813C1">
        <w:lastRenderedPageBreak/>
        <w:t>L</w:t>
      </w:r>
      <w:r w:rsidR="00B77E03">
        <w:t>’</w:t>
      </w:r>
      <w:r w:rsidRPr="002813C1">
        <w:t>occasion qu</w:t>
      </w:r>
      <w:r w:rsidR="00B77E03">
        <w:t>’</w:t>
      </w:r>
      <w:r w:rsidRPr="002813C1">
        <w:t>attendait Pascal d</w:t>
      </w:r>
      <w:r w:rsidR="00B77E03">
        <w:t>’</w:t>
      </w:r>
      <w:r w:rsidRPr="002813C1">
        <w:t>exposer son programme se présentait enfin</w:t>
      </w:r>
      <w:r w:rsidR="00B77E03">
        <w:t xml:space="preserve">, </w:t>
      </w:r>
      <w:r w:rsidRPr="002813C1">
        <w:t>il la saisit</w:t>
      </w:r>
      <w:r w:rsidR="00B77E03">
        <w:t>…</w:t>
      </w:r>
    </w:p>
    <w:p w14:paraId="769CAE84" w14:textId="77777777" w:rsidR="00B77E03" w:rsidRDefault="00B77E03" w:rsidP="00B77E03">
      <w:r>
        <w:t>— </w:t>
      </w:r>
      <w:r w:rsidR="0024252B" w:rsidRPr="002813C1">
        <w:t>D</w:t>
      </w:r>
      <w:r>
        <w:t>’</w:t>
      </w:r>
      <w:r w:rsidR="0024252B" w:rsidRPr="002813C1">
        <w:t>aucuns prétendent obliger les gens pour leurs beaux yeux seuls</w:t>
      </w:r>
      <w:r>
        <w:t xml:space="preserve">, </w:t>
      </w:r>
      <w:r w:rsidR="0024252B" w:rsidRPr="002813C1">
        <w:t>poursuivit-il</w:t>
      </w:r>
      <w:r>
        <w:t xml:space="preserve">… </w:t>
      </w:r>
      <w:r w:rsidR="0024252B" w:rsidRPr="002813C1">
        <w:t>Moi</w:t>
      </w:r>
      <w:r>
        <w:t xml:space="preserve">, </w:t>
      </w:r>
      <w:r w:rsidR="0024252B" w:rsidRPr="002813C1">
        <w:t>je suis plus franc</w:t>
      </w:r>
      <w:r>
        <w:t xml:space="preserve">… </w:t>
      </w:r>
      <w:r w:rsidR="0024252B" w:rsidRPr="002813C1">
        <w:t>Pour que je m</w:t>
      </w:r>
      <w:r>
        <w:t>’</w:t>
      </w:r>
      <w:r w:rsidR="0024252B" w:rsidRPr="002813C1">
        <w:t>occupe d</w:t>
      </w:r>
      <w:r>
        <w:t>’</w:t>
      </w:r>
      <w:r w:rsidR="0024252B" w:rsidRPr="002813C1">
        <w:t>une affaire</w:t>
      </w:r>
      <w:r>
        <w:t xml:space="preserve">, </w:t>
      </w:r>
      <w:r w:rsidR="0024252B" w:rsidRPr="002813C1">
        <w:t>il faut que j</w:t>
      </w:r>
      <w:r>
        <w:t>’</w:t>
      </w:r>
      <w:r w:rsidR="0024252B" w:rsidRPr="002813C1">
        <w:t>y trouve mon bénéfice</w:t>
      </w:r>
      <w:r>
        <w:t xml:space="preserve">, </w:t>
      </w:r>
      <w:r w:rsidR="0024252B" w:rsidRPr="002813C1">
        <w:t>et selon que je suis plus ou moins indispensable</w:t>
      </w:r>
      <w:r>
        <w:t xml:space="preserve">, </w:t>
      </w:r>
      <w:r w:rsidR="0024252B" w:rsidRPr="002813C1">
        <w:t>j</w:t>
      </w:r>
      <w:r>
        <w:t>’</w:t>
      </w:r>
      <w:r w:rsidR="0024252B" w:rsidRPr="002813C1">
        <w:t>exige des honoraires</w:t>
      </w:r>
      <w:r>
        <w:t xml:space="preserve">… </w:t>
      </w:r>
      <w:r w:rsidR="0024252B" w:rsidRPr="002813C1">
        <w:t>Il ne saurait y avoir de tarif fixe pour des services comme les miens</w:t>
      </w:r>
      <w:r>
        <w:t xml:space="preserve">… </w:t>
      </w:r>
      <w:r w:rsidR="0024252B" w:rsidRPr="002813C1">
        <w:t>Quand</w:t>
      </w:r>
      <w:r>
        <w:t xml:space="preserve">, </w:t>
      </w:r>
      <w:r w:rsidR="0024252B" w:rsidRPr="002813C1">
        <w:t>à deux reprises</w:t>
      </w:r>
      <w:r>
        <w:t xml:space="preserve">, </w:t>
      </w:r>
      <w:r w:rsidR="0024252B" w:rsidRPr="002813C1">
        <w:t>j</w:t>
      </w:r>
      <w:r>
        <w:t>’</w:t>
      </w:r>
      <w:r w:rsidR="0024252B" w:rsidRPr="002813C1">
        <w:t>ai sauvé du plongeon final un gentilhomme que vous devez connaître</w:t>
      </w:r>
      <w:r>
        <w:t xml:space="preserve">, </w:t>
      </w:r>
      <w:r w:rsidR="0024252B" w:rsidRPr="002813C1">
        <w:t>je lui ai demandé dix mille francs la première fois</w:t>
      </w:r>
      <w:r>
        <w:t xml:space="preserve">, </w:t>
      </w:r>
      <w:r w:rsidR="0024252B" w:rsidRPr="002813C1">
        <w:t>et quinze mille la seconde</w:t>
      </w:r>
      <w:r>
        <w:t xml:space="preserve">… </w:t>
      </w:r>
      <w:r w:rsidR="0024252B" w:rsidRPr="002813C1">
        <w:t>Était-ce exagéré</w:t>
      </w:r>
      <w:r>
        <w:t xml:space="preserve"> ?… </w:t>
      </w:r>
      <w:r w:rsidR="0024252B" w:rsidRPr="002813C1">
        <w:t>J</w:t>
      </w:r>
      <w:r>
        <w:t>’</w:t>
      </w:r>
      <w:r w:rsidR="0024252B" w:rsidRPr="002813C1">
        <w:t>ai assuré</w:t>
      </w:r>
      <w:r>
        <w:t xml:space="preserve">, </w:t>
      </w:r>
      <w:r w:rsidR="0024252B" w:rsidRPr="002813C1">
        <w:t>je puis le dire</w:t>
      </w:r>
      <w:r>
        <w:t xml:space="preserve">, </w:t>
      </w:r>
      <w:r w:rsidR="0024252B" w:rsidRPr="002813C1">
        <w:t>le mariage d</w:t>
      </w:r>
      <w:r>
        <w:t>’</w:t>
      </w:r>
      <w:r w:rsidR="0024252B" w:rsidRPr="002813C1">
        <w:t>un brillant vicomte</w:t>
      </w:r>
      <w:r>
        <w:t xml:space="preserve">, </w:t>
      </w:r>
      <w:r w:rsidR="0024252B" w:rsidRPr="002813C1">
        <w:t>en maintenant ses créanciers pendant les trois mois qu</w:t>
      </w:r>
      <w:r>
        <w:t>’</w:t>
      </w:r>
      <w:r w:rsidR="0024252B" w:rsidRPr="002813C1">
        <w:t>il a fait sa cour</w:t>
      </w:r>
      <w:r>
        <w:t xml:space="preserve">… </w:t>
      </w:r>
      <w:r w:rsidR="0024252B" w:rsidRPr="002813C1">
        <w:t>Le lendemain de la noce</w:t>
      </w:r>
      <w:r>
        <w:t xml:space="preserve">, </w:t>
      </w:r>
      <w:r w:rsidR="0024252B" w:rsidRPr="002813C1">
        <w:t xml:space="preserve">il </w:t>
      </w:r>
      <w:proofErr w:type="spellStart"/>
      <w:r w:rsidR="0024252B" w:rsidRPr="002813C1">
        <w:t>ma</w:t>
      </w:r>
      <w:proofErr w:type="spellEnd"/>
      <w:r w:rsidR="0024252B" w:rsidRPr="002813C1">
        <w:t xml:space="preserve"> remis vingt mille francs</w:t>
      </w:r>
      <w:r>
        <w:t xml:space="preserve">… </w:t>
      </w:r>
      <w:r w:rsidR="0024252B" w:rsidRPr="002813C1">
        <w:t>Ne me les devait-il pas</w:t>
      </w:r>
      <w:r>
        <w:t xml:space="preserve"> ?… </w:t>
      </w:r>
      <w:r w:rsidR="0024252B" w:rsidRPr="002813C1">
        <w:t>Si au lieu d</w:t>
      </w:r>
      <w:r>
        <w:t>’</w:t>
      </w:r>
      <w:r w:rsidR="0024252B" w:rsidRPr="002813C1">
        <w:t>être simplement un peu à court</w:t>
      </w:r>
      <w:r>
        <w:t xml:space="preserve">, </w:t>
      </w:r>
      <w:r w:rsidR="0024252B" w:rsidRPr="002813C1">
        <w:t>vous étiez ruiné</w:t>
      </w:r>
      <w:r>
        <w:t xml:space="preserve">, </w:t>
      </w:r>
      <w:r w:rsidR="0024252B" w:rsidRPr="002813C1">
        <w:t>ce n</w:t>
      </w:r>
      <w:r>
        <w:t>’</w:t>
      </w:r>
      <w:r w:rsidR="0024252B" w:rsidRPr="002813C1">
        <w:t>est pas mille francs que je vous réclamerais</w:t>
      </w:r>
      <w:r>
        <w:t xml:space="preserve">… </w:t>
      </w:r>
      <w:r w:rsidR="0024252B" w:rsidRPr="002813C1">
        <w:t>J</w:t>
      </w:r>
      <w:r>
        <w:t>’</w:t>
      </w:r>
      <w:r w:rsidR="0024252B" w:rsidRPr="002813C1">
        <w:t>étudierais votre situation</w:t>
      </w:r>
      <w:r>
        <w:t xml:space="preserve">, </w:t>
      </w:r>
      <w:r w:rsidR="0024252B" w:rsidRPr="002813C1">
        <w:t>et quand j</w:t>
      </w:r>
      <w:r>
        <w:t>’</w:t>
      </w:r>
      <w:r w:rsidR="0024252B" w:rsidRPr="002813C1">
        <w:t>en aurais reconnu le fort et le faible</w:t>
      </w:r>
      <w:r>
        <w:t xml:space="preserve">, </w:t>
      </w:r>
      <w:r w:rsidR="0024252B" w:rsidRPr="002813C1">
        <w:t>selon le parti que je verrais à en tirer</w:t>
      </w:r>
      <w:r>
        <w:t xml:space="preserve">, </w:t>
      </w:r>
      <w:r w:rsidR="0024252B" w:rsidRPr="002813C1">
        <w:t>je traiterais avec vous à forfait</w:t>
      </w:r>
      <w:r>
        <w:t>…</w:t>
      </w:r>
    </w:p>
    <w:p w14:paraId="720C62F3" w14:textId="77777777" w:rsidR="00B77E03" w:rsidRDefault="0024252B" w:rsidP="00B77E03">
      <w:r w:rsidRPr="002813C1">
        <w:t>De cette déclaration cynique</w:t>
      </w:r>
      <w:r w:rsidR="00B77E03">
        <w:t xml:space="preserve">, </w:t>
      </w:r>
      <w:r w:rsidRPr="002813C1">
        <w:t>il n</w:t>
      </w:r>
      <w:r w:rsidR="00B77E03">
        <w:t>’</w:t>
      </w:r>
      <w:r w:rsidRPr="002813C1">
        <w:t>était pas une phrase qui ne fût calculée</w:t>
      </w:r>
      <w:r w:rsidR="00B77E03">
        <w:t xml:space="preserve">, </w:t>
      </w:r>
      <w:r w:rsidRPr="002813C1">
        <w:t xml:space="preserve">pas un mot qui ne fût comme un appât tendu aux instincts mauvais du marquis de </w:t>
      </w:r>
      <w:proofErr w:type="spellStart"/>
      <w:r w:rsidRPr="002813C1">
        <w:t>Valorsay</w:t>
      </w:r>
      <w:proofErr w:type="spellEnd"/>
      <w:r w:rsidR="00B77E03">
        <w:t xml:space="preserve">… </w:t>
      </w:r>
      <w:r w:rsidRPr="002813C1">
        <w:t>Et même</w:t>
      </w:r>
      <w:r w:rsidR="00B77E03">
        <w:t xml:space="preserve">, </w:t>
      </w:r>
      <w:r w:rsidRPr="002813C1">
        <w:t>Pascal pressé d</w:t>
      </w:r>
      <w:r w:rsidR="00B77E03">
        <w:t>’</w:t>
      </w:r>
      <w:r w:rsidRPr="002813C1">
        <w:t>arriver vite</w:t>
      </w:r>
      <w:r w:rsidR="00B77E03">
        <w:t xml:space="preserve">, </w:t>
      </w:r>
      <w:r w:rsidRPr="002813C1">
        <w:t>s</w:t>
      </w:r>
      <w:r w:rsidR="00B77E03">
        <w:t>’</w:t>
      </w:r>
      <w:r w:rsidRPr="002813C1">
        <w:t>était peut-être avancé plus que ne l</w:t>
      </w:r>
      <w:r w:rsidR="00B77E03">
        <w:t>’</w:t>
      </w:r>
      <w:r w:rsidRPr="002813C1">
        <w:t>eût voulu la prudence</w:t>
      </w:r>
      <w:r w:rsidR="00B77E03">
        <w:t>…</w:t>
      </w:r>
    </w:p>
    <w:p w14:paraId="1E270859" w14:textId="77777777" w:rsidR="00B77E03" w:rsidRDefault="0024252B" w:rsidP="00B77E03">
      <w:r w:rsidRPr="002813C1">
        <w:t>Cependant le marquis ne sourcilla pas</w:t>
      </w:r>
      <w:r w:rsidR="00B77E03">
        <w:t>.</w:t>
      </w:r>
    </w:p>
    <w:p w14:paraId="4A9D94AB" w14:textId="77777777" w:rsidR="00B77E03" w:rsidRDefault="00B77E03" w:rsidP="00B77E03">
      <w:r>
        <w:t>— </w:t>
      </w:r>
      <w:r w:rsidR="0024252B" w:rsidRPr="002813C1">
        <w:t>Je vois que vous êtes un homme précieux</w:t>
      </w:r>
      <w:r>
        <w:t xml:space="preserve">, </w:t>
      </w:r>
      <w:r w:rsidR="0024252B" w:rsidRPr="002813C1">
        <w:t xml:space="preserve">monsieur </w:t>
      </w:r>
      <w:proofErr w:type="spellStart"/>
      <w:r w:rsidR="0024252B" w:rsidRPr="002813C1">
        <w:t>Mauméjan</w:t>
      </w:r>
      <w:proofErr w:type="spellEnd"/>
      <w:r>
        <w:t xml:space="preserve">, </w:t>
      </w:r>
      <w:r w:rsidR="0024252B" w:rsidRPr="002813C1">
        <w:t>dit-il</w:t>
      </w:r>
      <w:r>
        <w:t xml:space="preserve">, </w:t>
      </w:r>
      <w:r w:rsidR="0024252B" w:rsidRPr="002813C1">
        <w:t>et si jamais j</w:t>
      </w:r>
      <w:r>
        <w:t>’</w:t>
      </w:r>
      <w:r w:rsidR="0024252B" w:rsidRPr="002813C1">
        <w:t>étais ruiné</w:t>
      </w:r>
      <w:r>
        <w:t xml:space="preserve">, </w:t>
      </w:r>
      <w:r w:rsidR="0024252B" w:rsidRPr="002813C1">
        <w:t>c</w:t>
      </w:r>
      <w:r>
        <w:t>’</w:t>
      </w:r>
      <w:r w:rsidR="0024252B" w:rsidRPr="002813C1">
        <w:t>est à vous que je m</w:t>
      </w:r>
      <w:r>
        <w:t>’</w:t>
      </w:r>
      <w:r w:rsidR="0024252B" w:rsidRPr="002813C1">
        <w:t>adresserais</w:t>
      </w:r>
      <w:r>
        <w:t>…</w:t>
      </w:r>
    </w:p>
    <w:p w14:paraId="04DA06A8" w14:textId="77777777" w:rsidR="00B77E03" w:rsidRDefault="0024252B" w:rsidP="00B77E03">
      <w:r w:rsidRPr="002813C1">
        <w:lastRenderedPageBreak/>
        <w:t>Pascal s</w:t>
      </w:r>
      <w:r w:rsidR="00B77E03">
        <w:t>’</w:t>
      </w:r>
      <w:r w:rsidRPr="002813C1">
        <w:t>inclina d</w:t>
      </w:r>
      <w:r w:rsidR="00B77E03">
        <w:t>’</w:t>
      </w:r>
      <w:r w:rsidRPr="002813C1">
        <w:t>un air de fausse modestie</w:t>
      </w:r>
      <w:r w:rsidR="00B77E03">
        <w:t xml:space="preserve">, </w:t>
      </w:r>
      <w:r w:rsidRPr="002813C1">
        <w:t>radieux au dedans de lui</w:t>
      </w:r>
      <w:r w:rsidR="00B77E03">
        <w:t xml:space="preserve">, </w:t>
      </w:r>
      <w:r w:rsidRPr="002813C1">
        <w:t>car il se disait</w:t>
      </w:r>
      <w:r w:rsidR="00B77E03">
        <w:t xml:space="preserve">, </w:t>
      </w:r>
      <w:r w:rsidRPr="002813C1">
        <w:t>que fatalement à cette heure son ennemi viendrait se prendre au piège</w:t>
      </w:r>
      <w:r w:rsidR="00B77E03">
        <w:t>…</w:t>
      </w:r>
    </w:p>
    <w:p w14:paraId="577A3A7E" w14:textId="77777777" w:rsidR="00B77E03" w:rsidRDefault="00B77E03" w:rsidP="00B77E03">
      <w:r>
        <w:t>— </w:t>
      </w:r>
      <w:r w:rsidR="0024252B" w:rsidRPr="002813C1">
        <w:t>Et pour en finir</w:t>
      </w:r>
      <w:r>
        <w:t xml:space="preserve">, </w:t>
      </w:r>
      <w:r w:rsidR="0024252B" w:rsidRPr="002813C1">
        <w:t>reprit le marquis</w:t>
      </w:r>
      <w:r>
        <w:t xml:space="preserve">, </w:t>
      </w:r>
      <w:r w:rsidR="0024252B" w:rsidRPr="002813C1">
        <w:t>quand aurai-je les fonds</w:t>
      </w:r>
      <w:r>
        <w:t> ?…</w:t>
      </w:r>
    </w:p>
    <w:p w14:paraId="5D3F7151" w14:textId="77777777" w:rsidR="00B77E03" w:rsidRDefault="00B77E03" w:rsidP="00B77E03">
      <w:r>
        <w:t>— </w:t>
      </w:r>
      <w:r w:rsidR="0024252B" w:rsidRPr="002813C1">
        <w:t>Avant quatre heures</w:t>
      </w:r>
      <w:r>
        <w:t>.</w:t>
      </w:r>
    </w:p>
    <w:p w14:paraId="08C9D847" w14:textId="77777777" w:rsidR="00B77E03" w:rsidRDefault="00B77E03" w:rsidP="00B77E03">
      <w:r>
        <w:t>— </w:t>
      </w:r>
      <w:r w:rsidR="0024252B" w:rsidRPr="002813C1">
        <w:t>Et je n</w:t>
      </w:r>
      <w:r>
        <w:t>’</w:t>
      </w:r>
      <w:r w:rsidR="0024252B" w:rsidRPr="002813C1">
        <w:t>ai pas à redouter une plaisanterie dans le goût de celle du baron</w:t>
      </w:r>
      <w:r>
        <w:t> ?</w:t>
      </w:r>
    </w:p>
    <w:p w14:paraId="43042E8D" w14:textId="2EDFB895" w:rsidR="00B77E03" w:rsidRDefault="00B77E03" w:rsidP="00B77E03">
      <w:r>
        <w:t>— </w:t>
      </w:r>
      <w:r w:rsidR="0024252B" w:rsidRPr="002813C1">
        <w:t>Évidemment non</w:t>
      </w:r>
      <w:r>
        <w:t xml:space="preserve">. </w:t>
      </w:r>
      <w:r w:rsidR="0024252B" w:rsidRPr="002813C1">
        <w:t xml:space="preserve">Quel intérêt avait </w:t>
      </w:r>
      <w:r>
        <w:t>M. </w:t>
      </w:r>
      <w:proofErr w:type="spellStart"/>
      <w:r w:rsidR="0024252B" w:rsidRPr="002813C1">
        <w:t>Trigault</w:t>
      </w:r>
      <w:proofErr w:type="spellEnd"/>
      <w:r w:rsidR="0024252B" w:rsidRPr="002813C1">
        <w:t xml:space="preserve"> à vous prêter cent mille francs</w:t>
      </w:r>
      <w:r>
        <w:t xml:space="preserve"> ? </w:t>
      </w:r>
      <w:r w:rsidR="0024252B" w:rsidRPr="002813C1">
        <w:t>Aucun</w:t>
      </w:r>
      <w:r>
        <w:t xml:space="preserve">. </w:t>
      </w:r>
      <w:r w:rsidR="0024252B" w:rsidRPr="002813C1">
        <w:t>Moi</w:t>
      </w:r>
      <w:r>
        <w:t xml:space="preserve">, </w:t>
      </w:r>
      <w:r w:rsidR="0024252B" w:rsidRPr="002813C1">
        <w:t>c</w:t>
      </w:r>
      <w:r>
        <w:t>’</w:t>
      </w:r>
      <w:r w:rsidR="0024252B" w:rsidRPr="002813C1">
        <w:t>est autre chose</w:t>
      </w:r>
      <w:r>
        <w:t xml:space="preserve">… </w:t>
      </w:r>
      <w:r w:rsidR="0024252B" w:rsidRPr="002813C1">
        <w:t>Le profit que je dois réaliser vous répond de moi</w:t>
      </w:r>
      <w:r>
        <w:t xml:space="preserve">… </w:t>
      </w:r>
      <w:r w:rsidR="0024252B" w:rsidRPr="002813C1">
        <w:t>En affaires</w:t>
      </w:r>
      <w:r>
        <w:t xml:space="preserve">, </w:t>
      </w:r>
      <w:r w:rsidR="0024252B" w:rsidRPr="002813C1">
        <w:t>monsieur le marquis</w:t>
      </w:r>
      <w:r>
        <w:t xml:space="preserve">, </w:t>
      </w:r>
      <w:r w:rsidR="0024252B" w:rsidRPr="002813C1">
        <w:t>défiez-vous des amis</w:t>
      </w:r>
      <w:r>
        <w:t xml:space="preserve">… </w:t>
      </w:r>
      <w:r w:rsidR="0024252B" w:rsidRPr="002813C1">
        <w:t>Ayez recours aux usuriers</w:t>
      </w:r>
      <w:r>
        <w:t xml:space="preserve">, </w:t>
      </w:r>
      <w:r w:rsidR="0024252B" w:rsidRPr="002813C1">
        <w:t>plutôt</w:t>
      </w:r>
      <w:r>
        <w:t xml:space="preserve">… </w:t>
      </w:r>
      <w:r w:rsidR="0024252B" w:rsidRPr="002813C1">
        <w:t>Interrogez tous les gens en déconfiture</w:t>
      </w:r>
      <w:r>
        <w:t xml:space="preserve">, </w:t>
      </w:r>
      <w:r w:rsidR="0024252B" w:rsidRPr="002813C1">
        <w:t>et sur cent</w:t>
      </w:r>
      <w:r>
        <w:t xml:space="preserve">, </w:t>
      </w:r>
      <w:r w:rsidR="0024252B" w:rsidRPr="002813C1">
        <w:t>quatre-vingt-quinze vous répondront</w:t>
      </w:r>
      <w:r>
        <w:t> : « </w:t>
      </w:r>
      <w:r w:rsidR="0024252B" w:rsidRPr="002813C1">
        <w:t>Ce qu</w:t>
      </w:r>
      <w:r>
        <w:t>’</w:t>
      </w:r>
      <w:r w:rsidR="0024252B" w:rsidRPr="002813C1">
        <w:t>il y a de pis</w:t>
      </w:r>
      <w:r>
        <w:t xml:space="preserve">, </w:t>
      </w:r>
      <w:r w:rsidR="0024252B" w:rsidRPr="002813C1">
        <w:t>c</w:t>
      </w:r>
      <w:r>
        <w:t>’</w:t>
      </w:r>
      <w:r w:rsidR="0024252B" w:rsidRPr="002813C1">
        <w:t>est que j</w:t>
      </w:r>
      <w:r>
        <w:t>’</w:t>
      </w:r>
      <w:r w:rsidR="0024252B" w:rsidRPr="002813C1">
        <w:t>ai été mis dedans par mon meilleur ami</w:t>
      </w:r>
      <w:r>
        <w:t>. »</w:t>
      </w:r>
    </w:p>
    <w:p w14:paraId="7E7C6411" w14:textId="77777777" w:rsidR="00B77E03" w:rsidRDefault="0024252B" w:rsidP="00B77E03">
      <w:r w:rsidRPr="002813C1">
        <w:t>Il se levait pour prendre congé quand la porte du fumoir s</w:t>
      </w:r>
      <w:r w:rsidR="00B77E03">
        <w:t>’</w:t>
      </w:r>
      <w:r w:rsidRPr="002813C1">
        <w:t>ouvrit</w:t>
      </w:r>
      <w:r w:rsidR="00B77E03">
        <w:t xml:space="preserve">, </w:t>
      </w:r>
      <w:r w:rsidRPr="002813C1">
        <w:t xml:space="preserve">et un domestique parut qui dit à </w:t>
      </w:r>
      <w:proofErr w:type="spellStart"/>
      <w:r w:rsidRPr="002813C1">
        <w:t>demi-voix</w:t>
      </w:r>
      <w:proofErr w:type="spellEnd"/>
      <w:r w:rsidR="00B77E03">
        <w:t> :</w:t>
      </w:r>
    </w:p>
    <w:p w14:paraId="01ED850F" w14:textId="79FB81AD" w:rsidR="00B77E03" w:rsidRDefault="00B77E03" w:rsidP="00B77E03">
      <w:r>
        <w:t>— M</w:t>
      </w:r>
      <w:r w:rsidRPr="00B77E03">
        <w:rPr>
          <w:vertAlign w:val="superscript"/>
        </w:rPr>
        <w:t>me</w:t>
      </w:r>
      <w:r>
        <w:t> </w:t>
      </w:r>
      <w:r w:rsidR="0024252B" w:rsidRPr="002813C1">
        <w:t>Léon est là</w:t>
      </w:r>
      <w:r>
        <w:t xml:space="preserve">, </w:t>
      </w:r>
      <w:r w:rsidR="0024252B" w:rsidRPr="002813C1">
        <w:t>dans le salon</w:t>
      </w:r>
      <w:r>
        <w:t xml:space="preserve">, </w:t>
      </w:r>
      <w:r w:rsidR="0024252B" w:rsidRPr="002813C1">
        <w:t xml:space="preserve">avec </w:t>
      </w:r>
      <w:r>
        <w:t>M. </w:t>
      </w:r>
      <w:r w:rsidR="0024252B" w:rsidRPr="002813C1">
        <w:t xml:space="preserve">le docteur </w:t>
      </w:r>
      <w:proofErr w:type="spellStart"/>
      <w:r w:rsidR="0024252B" w:rsidRPr="002813C1">
        <w:t>Jodon</w:t>
      </w:r>
      <w:proofErr w:type="spellEnd"/>
      <w:r>
        <w:t xml:space="preserve"> ; </w:t>
      </w:r>
      <w:r w:rsidR="0024252B" w:rsidRPr="002813C1">
        <w:t xml:space="preserve">ils désireraient parler à </w:t>
      </w:r>
      <w:r>
        <w:t>M. </w:t>
      </w:r>
      <w:r w:rsidR="0024252B" w:rsidRPr="002813C1">
        <w:t>le marquis</w:t>
      </w:r>
      <w:r>
        <w:t>…</w:t>
      </w:r>
    </w:p>
    <w:p w14:paraId="404457C4" w14:textId="77777777" w:rsidR="00B77E03" w:rsidRDefault="0024252B" w:rsidP="00B77E03">
      <w:r w:rsidRPr="002813C1">
        <w:t>Si bien armé que fût Pascal contre l</w:t>
      </w:r>
      <w:r w:rsidR="00B77E03">
        <w:t>’</w:t>
      </w:r>
      <w:r w:rsidRPr="002813C1">
        <w:t>imprévu</w:t>
      </w:r>
      <w:r w:rsidR="00B77E03">
        <w:t xml:space="preserve">, </w:t>
      </w:r>
      <w:r w:rsidRPr="002813C1">
        <w:t>il changea de couleur au nom de l</w:t>
      </w:r>
      <w:r w:rsidR="00B77E03">
        <w:t>’</w:t>
      </w:r>
      <w:r w:rsidRPr="002813C1">
        <w:t>estimable femme de charge</w:t>
      </w:r>
      <w:r w:rsidR="00B77E03">
        <w:t>…</w:t>
      </w:r>
    </w:p>
    <w:p w14:paraId="0F208E4B" w14:textId="77777777" w:rsidR="00B77E03" w:rsidRDefault="00B77E03" w:rsidP="00B77E03">
      <w:r>
        <w:t>— </w:t>
      </w:r>
      <w:r w:rsidR="0024252B" w:rsidRPr="002813C1">
        <w:t>Tout est perdu</w:t>
      </w:r>
      <w:r>
        <w:t xml:space="preserve">, </w:t>
      </w:r>
      <w:r w:rsidR="0024252B" w:rsidRPr="002813C1">
        <w:t>pensa-t-il</w:t>
      </w:r>
      <w:r>
        <w:t xml:space="preserve">, </w:t>
      </w:r>
      <w:r w:rsidR="0024252B" w:rsidRPr="002813C1">
        <w:t>si cette créature me voit et me reconnaît</w:t>
      </w:r>
      <w:r>
        <w:t>.</w:t>
      </w:r>
    </w:p>
    <w:p w14:paraId="5E80DA9D" w14:textId="77777777" w:rsidR="00B77E03" w:rsidRDefault="0024252B" w:rsidP="00B77E03">
      <w:r w:rsidRPr="002813C1">
        <w:t>Par bonheur</w:t>
      </w:r>
      <w:r w:rsidR="00B77E03">
        <w:t xml:space="preserve">, </w:t>
      </w:r>
      <w:r w:rsidRPr="002813C1">
        <w:t>le marquis fut trop bouleversé lui-même pour remarquer le trouble</w:t>
      </w:r>
      <w:r w:rsidR="00B77E03">
        <w:t xml:space="preserve">, </w:t>
      </w:r>
      <w:r w:rsidRPr="002813C1">
        <w:t>d</w:t>
      </w:r>
      <w:r w:rsidR="00B77E03">
        <w:t>’</w:t>
      </w:r>
      <w:r w:rsidRPr="002813C1">
        <w:t>ailleurs aussitôt maîtrisé</w:t>
      </w:r>
      <w:r w:rsidR="00B77E03">
        <w:t xml:space="preserve">, </w:t>
      </w:r>
      <w:r w:rsidRPr="002813C1">
        <w:t>de l</w:t>
      </w:r>
      <w:r w:rsidR="00B77E03">
        <w:t>’</w:t>
      </w:r>
      <w:r w:rsidRPr="002813C1">
        <w:t xml:space="preserve">envoyé du baron </w:t>
      </w:r>
      <w:proofErr w:type="spellStart"/>
      <w:r w:rsidRPr="002813C1">
        <w:t>Trigault</w:t>
      </w:r>
      <w:proofErr w:type="spellEnd"/>
      <w:r w:rsidR="00B77E03">
        <w:t>.</w:t>
      </w:r>
    </w:p>
    <w:p w14:paraId="5CA7B4A9" w14:textId="77777777" w:rsidR="00B77E03" w:rsidRDefault="00B77E03" w:rsidP="00B77E03">
      <w:r>
        <w:lastRenderedPageBreak/>
        <w:t>— </w:t>
      </w:r>
      <w:r w:rsidR="0024252B" w:rsidRPr="002813C1">
        <w:t>Il est prodigieux</w:t>
      </w:r>
      <w:r>
        <w:t xml:space="preserve">, </w:t>
      </w:r>
      <w:r w:rsidR="0024252B" w:rsidRPr="002813C1">
        <w:t>s</w:t>
      </w:r>
      <w:r>
        <w:t>’</w:t>
      </w:r>
      <w:r w:rsidR="0024252B" w:rsidRPr="002813C1">
        <w:t>écria-t-il</w:t>
      </w:r>
      <w:r>
        <w:t xml:space="preserve">, </w:t>
      </w:r>
      <w:r w:rsidR="0024252B" w:rsidRPr="002813C1">
        <w:t>qu</w:t>
      </w:r>
      <w:r>
        <w:t>’</w:t>
      </w:r>
      <w:r w:rsidR="0024252B" w:rsidRPr="002813C1">
        <w:t>on ne puisse me laisser en repos cinq minutes</w:t>
      </w:r>
      <w:r>
        <w:t xml:space="preserve">… </w:t>
      </w:r>
      <w:r w:rsidR="0024252B" w:rsidRPr="002813C1">
        <w:t>J</w:t>
      </w:r>
      <w:r>
        <w:t>’</w:t>
      </w:r>
      <w:r w:rsidR="0024252B" w:rsidRPr="002813C1">
        <w:t>avais dit que je n</w:t>
      </w:r>
      <w:r>
        <w:t>’</w:t>
      </w:r>
      <w:r w:rsidR="0024252B" w:rsidRPr="002813C1">
        <w:t>y étais pour personne</w:t>
      </w:r>
      <w:r>
        <w:t>.</w:t>
      </w:r>
    </w:p>
    <w:p w14:paraId="7F12B261" w14:textId="77777777" w:rsidR="00B77E03" w:rsidRDefault="00B77E03" w:rsidP="00B77E03">
      <w:r>
        <w:t>— </w:t>
      </w:r>
      <w:r w:rsidR="0024252B" w:rsidRPr="002813C1">
        <w:t>Cependant</w:t>
      </w:r>
      <w:r>
        <w:t xml:space="preserve">, </w:t>
      </w:r>
      <w:r w:rsidR="0024252B" w:rsidRPr="002813C1">
        <w:t>monsieur</w:t>
      </w:r>
      <w:r>
        <w:t>…</w:t>
      </w:r>
    </w:p>
    <w:p w14:paraId="694D61A9" w14:textId="77777777" w:rsidR="00B77E03" w:rsidRDefault="00B77E03" w:rsidP="00B77E03">
      <w:r>
        <w:t>— </w:t>
      </w:r>
      <w:r w:rsidR="0024252B" w:rsidRPr="002813C1">
        <w:t>C</w:t>
      </w:r>
      <w:r>
        <w:t>’</w:t>
      </w:r>
      <w:r w:rsidR="0024252B" w:rsidRPr="002813C1">
        <w:t>est bien</w:t>
      </w:r>
      <w:r>
        <w:t xml:space="preserve"> !… </w:t>
      </w:r>
      <w:r w:rsidR="0024252B" w:rsidRPr="002813C1">
        <w:t>Assez</w:t>
      </w:r>
      <w:r>
        <w:t xml:space="preserve"> !… </w:t>
      </w:r>
      <w:r w:rsidR="0024252B" w:rsidRPr="002813C1">
        <w:t>Que ce monsieur et cette dame attendent</w:t>
      </w:r>
      <w:r>
        <w:t>.</w:t>
      </w:r>
    </w:p>
    <w:p w14:paraId="53C34625" w14:textId="278795FD" w:rsidR="00B77E03" w:rsidRDefault="0024252B" w:rsidP="00B77E03">
      <w:r w:rsidRPr="002813C1">
        <w:t>Le domestique sortit</w:t>
      </w:r>
      <w:r w:rsidR="00B77E03">
        <w:t xml:space="preserve">, </w:t>
      </w:r>
      <w:r w:rsidRPr="002813C1">
        <w:t>et Pascal</w:t>
      </w:r>
      <w:r w:rsidR="00B77E03">
        <w:t xml:space="preserve">, </w:t>
      </w:r>
      <w:r w:rsidRPr="002813C1">
        <w:t>à l</w:t>
      </w:r>
      <w:r w:rsidR="00B77E03">
        <w:t>’</w:t>
      </w:r>
      <w:r w:rsidRPr="002813C1">
        <w:t>idée de traverser le salon</w:t>
      </w:r>
      <w:r w:rsidR="00B77E03">
        <w:t xml:space="preserve">, </w:t>
      </w:r>
      <w:r w:rsidRPr="002813C1">
        <w:t>se sentait défaillir</w:t>
      </w:r>
      <w:r w:rsidR="00B77E03">
        <w:t xml:space="preserve">… </w:t>
      </w:r>
      <w:r w:rsidRPr="002813C1">
        <w:t>Comment éviter l</w:t>
      </w:r>
      <w:r w:rsidR="00B77E03">
        <w:t>’</w:t>
      </w:r>
      <w:r w:rsidRPr="002813C1">
        <w:t xml:space="preserve">œil perspicace de </w:t>
      </w:r>
      <w:r w:rsidR="00B77E03">
        <w:t>M</w:t>
      </w:r>
      <w:r w:rsidR="00B77E03" w:rsidRPr="00B77E03">
        <w:rPr>
          <w:vertAlign w:val="superscript"/>
        </w:rPr>
        <w:t>me</w:t>
      </w:r>
      <w:r w:rsidR="00B77E03">
        <w:t> </w:t>
      </w:r>
      <w:r w:rsidRPr="002813C1">
        <w:t>Léon</w:t>
      </w:r>
      <w:r w:rsidR="00B77E03">
        <w:t> !</w:t>
      </w:r>
    </w:p>
    <w:p w14:paraId="54C722B3" w14:textId="6A6BD972" w:rsidR="00B77E03" w:rsidRDefault="0024252B" w:rsidP="00B77E03">
      <w:r w:rsidRPr="002813C1">
        <w:t xml:space="preserve">Ce fut </w:t>
      </w:r>
      <w:r w:rsidR="00B77E03">
        <w:t>M. de </w:t>
      </w:r>
      <w:proofErr w:type="spellStart"/>
      <w:r w:rsidRPr="002813C1">
        <w:t>Valorsay</w:t>
      </w:r>
      <w:proofErr w:type="spellEnd"/>
      <w:r w:rsidRPr="002813C1">
        <w:t xml:space="preserve"> qui vint à son secours</w:t>
      </w:r>
      <w:r w:rsidR="00B77E03">
        <w:t> ; M. de </w:t>
      </w:r>
      <w:proofErr w:type="spellStart"/>
      <w:r w:rsidRPr="002813C1">
        <w:t>Valorsay</w:t>
      </w:r>
      <w:proofErr w:type="spellEnd"/>
      <w:r w:rsidRPr="002813C1">
        <w:t xml:space="preserve"> qui se souciait peu des visiteurs qui lui arrivaient</w:t>
      </w:r>
      <w:r w:rsidR="00B77E03">
        <w:t>.</w:t>
      </w:r>
    </w:p>
    <w:p w14:paraId="4DE3EC35" w14:textId="77777777" w:rsidR="00B77E03" w:rsidRDefault="0024252B" w:rsidP="00B77E03">
      <w:r w:rsidRPr="002813C1">
        <w:t>Et au moment où Pascal s</w:t>
      </w:r>
      <w:r w:rsidR="00B77E03">
        <w:t>’</w:t>
      </w:r>
      <w:r w:rsidRPr="002813C1">
        <w:t>apprêtait à ouvrir la porte par où il était entré</w:t>
      </w:r>
      <w:r w:rsidR="00B77E03">
        <w:t> :</w:t>
      </w:r>
    </w:p>
    <w:p w14:paraId="0C0F9171" w14:textId="77777777" w:rsidR="00B77E03" w:rsidRDefault="00B77E03" w:rsidP="00B77E03">
      <w:r>
        <w:t>— </w:t>
      </w:r>
      <w:r w:rsidR="0024252B" w:rsidRPr="002813C1">
        <w:t xml:space="preserve">Pas </w:t>
      </w:r>
      <w:proofErr w:type="spellStart"/>
      <w:r w:rsidR="0024252B" w:rsidRPr="002813C1">
        <w:t>par là</w:t>
      </w:r>
      <w:proofErr w:type="spellEnd"/>
      <w:r>
        <w:t xml:space="preserve"> ! </w:t>
      </w:r>
      <w:r w:rsidR="0024252B" w:rsidRPr="002813C1">
        <w:t>lui dit le marquis</w:t>
      </w:r>
      <w:r>
        <w:t xml:space="preserve">. </w:t>
      </w:r>
      <w:r w:rsidR="0024252B" w:rsidRPr="002813C1">
        <w:t>Par ici</w:t>
      </w:r>
      <w:r>
        <w:t xml:space="preserve">, </w:t>
      </w:r>
      <w:r w:rsidR="0024252B" w:rsidRPr="002813C1">
        <w:t>venez</w:t>
      </w:r>
      <w:r>
        <w:t xml:space="preserve">, </w:t>
      </w:r>
      <w:r w:rsidR="0024252B" w:rsidRPr="002813C1">
        <w:t>ce sera plus court</w:t>
      </w:r>
      <w:r>
        <w:t>…</w:t>
      </w:r>
    </w:p>
    <w:p w14:paraId="00EEB771" w14:textId="77777777" w:rsidR="00B77E03" w:rsidRDefault="0024252B" w:rsidP="00B77E03">
      <w:r w:rsidRPr="002813C1">
        <w:t>Et lui ayant fait traverser sa chambre à coucher</w:t>
      </w:r>
      <w:r w:rsidR="00B77E03">
        <w:t xml:space="preserve">, </w:t>
      </w:r>
      <w:r w:rsidRPr="002813C1">
        <w:t>il le guida jusqu</w:t>
      </w:r>
      <w:r w:rsidR="00B77E03">
        <w:t>’</w:t>
      </w:r>
      <w:r w:rsidRPr="002813C1">
        <w:t>au palier</w:t>
      </w:r>
      <w:r w:rsidR="00B77E03">
        <w:t xml:space="preserve">, </w:t>
      </w:r>
      <w:r w:rsidRPr="002813C1">
        <w:t>où il daigna lui tendre la main en disant</w:t>
      </w:r>
      <w:r w:rsidR="00B77E03">
        <w:t> :</w:t>
      </w:r>
    </w:p>
    <w:p w14:paraId="5D204E37" w14:textId="77777777" w:rsidR="00B77E03" w:rsidRDefault="00B77E03" w:rsidP="00B77E03">
      <w:r>
        <w:t>— </w:t>
      </w:r>
      <w:r w:rsidR="0024252B" w:rsidRPr="002813C1">
        <w:t>À bientôt</w:t>
      </w:r>
      <w:r>
        <w:t xml:space="preserve">, </w:t>
      </w:r>
      <w:r w:rsidR="0024252B" w:rsidRPr="002813C1">
        <w:t xml:space="preserve">cher monsieur </w:t>
      </w:r>
      <w:proofErr w:type="spellStart"/>
      <w:r w:rsidR="0024252B" w:rsidRPr="002813C1">
        <w:t>Mauméjan</w:t>
      </w:r>
      <w:proofErr w:type="spellEnd"/>
      <w:r>
        <w:t> !</w:t>
      </w:r>
    </w:p>
    <w:p w14:paraId="3D863F36" w14:textId="77777777" w:rsidR="00B77E03" w:rsidRDefault="0024252B" w:rsidP="00B77E03">
      <w:r w:rsidRPr="002813C1">
        <w:t>Ce n</w:t>
      </w:r>
      <w:r w:rsidR="00B77E03">
        <w:t>’</w:t>
      </w:r>
      <w:r w:rsidRPr="002813C1">
        <w:t>est pas sur le moment du péril que les gens de cœur en subissent la pire angoisse</w:t>
      </w:r>
      <w:r w:rsidR="00B77E03">
        <w:t xml:space="preserve"> ; </w:t>
      </w:r>
      <w:r w:rsidRPr="002813C1">
        <w:t>c</w:t>
      </w:r>
      <w:r w:rsidR="00B77E03">
        <w:t>’</w:t>
      </w:r>
      <w:r w:rsidRPr="002813C1">
        <w:t>est après</w:t>
      </w:r>
      <w:r w:rsidR="00B77E03">
        <w:t xml:space="preserve">, </w:t>
      </w:r>
      <w:r w:rsidRPr="002813C1">
        <w:t>quand ils y ont échappé</w:t>
      </w:r>
      <w:r w:rsidR="00B77E03">
        <w:t>.</w:t>
      </w:r>
    </w:p>
    <w:p w14:paraId="78AF8694" w14:textId="77777777" w:rsidR="00B77E03" w:rsidRDefault="0024252B" w:rsidP="00B77E03">
      <w:r w:rsidRPr="002813C1">
        <w:t>Tout en descendant l</w:t>
      </w:r>
      <w:r w:rsidR="00B77E03">
        <w:t>’</w:t>
      </w:r>
      <w:r w:rsidRPr="002813C1">
        <w:t>escalier de l</w:t>
      </w:r>
      <w:r w:rsidR="00B77E03">
        <w:t>’</w:t>
      </w:r>
      <w:r w:rsidRPr="002813C1">
        <w:t xml:space="preserve">hôtel du marquis de </w:t>
      </w:r>
      <w:proofErr w:type="spellStart"/>
      <w:r w:rsidRPr="002813C1">
        <w:t>Valorsay</w:t>
      </w:r>
      <w:proofErr w:type="spellEnd"/>
      <w:r w:rsidR="00B77E03">
        <w:t xml:space="preserve">, </w:t>
      </w:r>
      <w:r w:rsidRPr="002813C1">
        <w:t>Pascal tamponnait de son mouchoir son front moite d</w:t>
      </w:r>
      <w:r w:rsidR="00B77E03">
        <w:t>’</w:t>
      </w:r>
      <w:r w:rsidRPr="002813C1">
        <w:t>une sueur froide</w:t>
      </w:r>
      <w:r w:rsidR="00B77E03">
        <w:t>…</w:t>
      </w:r>
    </w:p>
    <w:p w14:paraId="013A6CB6" w14:textId="77777777" w:rsidR="00B77E03" w:rsidRDefault="00B77E03" w:rsidP="00B77E03">
      <w:r>
        <w:t>— </w:t>
      </w:r>
      <w:r w:rsidR="0024252B" w:rsidRPr="002813C1">
        <w:t>Ah</w:t>
      </w:r>
      <w:r>
        <w:t xml:space="preserve"> !… </w:t>
      </w:r>
      <w:r w:rsidR="0024252B" w:rsidRPr="002813C1">
        <w:t>je reviens de loin</w:t>
      </w:r>
      <w:r>
        <w:t xml:space="preserve"> !… </w:t>
      </w:r>
      <w:r w:rsidR="0024252B" w:rsidRPr="002813C1">
        <w:t>pensait-il</w:t>
      </w:r>
      <w:r>
        <w:t>.</w:t>
      </w:r>
    </w:p>
    <w:p w14:paraId="11EC9FE8" w14:textId="77777777" w:rsidR="00B77E03" w:rsidRDefault="0024252B" w:rsidP="00B77E03">
      <w:r w:rsidRPr="002813C1">
        <w:lastRenderedPageBreak/>
        <w:t>Mais plus le danger avait été imminent</w:t>
      </w:r>
      <w:r w:rsidR="00B77E03">
        <w:t xml:space="preserve">, </w:t>
      </w:r>
      <w:r w:rsidRPr="002813C1">
        <w:t>plus sa confiance était grande</w:t>
      </w:r>
      <w:r w:rsidR="00B77E03">
        <w:t xml:space="preserve">… </w:t>
      </w:r>
      <w:r w:rsidRPr="002813C1">
        <w:t>N</w:t>
      </w:r>
      <w:r w:rsidR="00B77E03">
        <w:t>’</w:t>
      </w:r>
      <w:r w:rsidRPr="002813C1">
        <w:t>est-ce pas à ces futiles circonstances</w:t>
      </w:r>
      <w:r w:rsidR="00B77E03">
        <w:t xml:space="preserve">, </w:t>
      </w:r>
      <w:r w:rsidRPr="002813C1">
        <w:t>décisives dans la vie</w:t>
      </w:r>
      <w:r w:rsidR="00B77E03">
        <w:t xml:space="preserve">, </w:t>
      </w:r>
      <w:r w:rsidRPr="002813C1">
        <w:t>qu</w:t>
      </w:r>
      <w:r w:rsidR="00B77E03">
        <w:t>’</w:t>
      </w:r>
      <w:r w:rsidRPr="002813C1">
        <w:t>on reconnaît si on a ou non pour soi la destinée</w:t>
      </w:r>
      <w:r w:rsidR="00B77E03">
        <w:t> !…</w:t>
      </w:r>
    </w:p>
    <w:p w14:paraId="6B0D43DB" w14:textId="77777777" w:rsidR="00B77E03" w:rsidRDefault="0024252B" w:rsidP="00B77E03">
      <w:r w:rsidRPr="002813C1">
        <w:t>Il avait d</w:t>
      </w:r>
      <w:r w:rsidR="00B77E03">
        <w:t>’</w:t>
      </w:r>
      <w:r w:rsidRPr="002813C1">
        <w:t>ailleurs le droit d</w:t>
      </w:r>
      <w:r w:rsidR="00B77E03">
        <w:t>’</w:t>
      </w:r>
      <w:r w:rsidRPr="002813C1">
        <w:t>être fier de la façon dont il avait joué son personnage</w:t>
      </w:r>
      <w:r w:rsidR="00B77E03">
        <w:t xml:space="preserve">, </w:t>
      </w:r>
      <w:r w:rsidRPr="002813C1">
        <w:t>et soutenu un rôle qui répugnait si fort à sa droiture naturelle</w:t>
      </w:r>
      <w:r w:rsidR="00B77E03">
        <w:t xml:space="preserve">… </w:t>
      </w:r>
      <w:r w:rsidRPr="002813C1">
        <w:t>Il s</w:t>
      </w:r>
      <w:r w:rsidR="00B77E03">
        <w:t>’</w:t>
      </w:r>
      <w:r w:rsidRPr="002813C1">
        <w:t>étonnait un peu d</w:t>
      </w:r>
      <w:r w:rsidR="00B77E03">
        <w:t>’</w:t>
      </w:r>
      <w:r w:rsidRPr="002813C1">
        <w:t>avoir su mentir d</w:t>
      </w:r>
      <w:r w:rsidR="00B77E03">
        <w:t>’</w:t>
      </w:r>
      <w:r w:rsidRPr="002813C1">
        <w:t>un tel front</w:t>
      </w:r>
      <w:r w:rsidR="00B77E03">
        <w:t xml:space="preserve">, </w:t>
      </w:r>
      <w:r w:rsidRPr="002813C1">
        <w:t>et ne laissait pas que d</w:t>
      </w:r>
      <w:r w:rsidR="00B77E03">
        <w:t>’</w:t>
      </w:r>
      <w:r w:rsidRPr="002813C1">
        <w:t>être confondu de son audace</w:t>
      </w:r>
      <w:r w:rsidR="00B77E03">
        <w:t>.</w:t>
      </w:r>
    </w:p>
    <w:p w14:paraId="191DBBF9" w14:textId="7C135A9E" w:rsidR="00B77E03" w:rsidRDefault="0024252B" w:rsidP="00B77E03">
      <w:r w:rsidRPr="002813C1">
        <w:t>Aussi</w:t>
      </w:r>
      <w:r w:rsidR="00B77E03">
        <w:t xml:space="preserve">, </w:t>
      </w:r>
      <w:r w:rsidRPr="002813C1">
        <w:t>quelle récompense</w:t>
      </w:r>
      <w:r w:rsidR="00B77E03">
        <w:t xml:space="preserve"> !… </w:t>
      </w:r>
      <w:r w:rsidRPr="002813C1">
        <w:t>Il venait</w:t>
      </w:r>
      <w:r w:rsidR="00B77E03">
        <w:t xml:space="preserve">, </w:t>
      </w:r>
      <w:r w:rsidRPr="002813C1">
        <w:t>il n</w:t>
      </w:r>
      <w:r w:rsidR="00B77E03">
        <w:t>’</w:t>
      </w:r>
      <w:r w:rsidRPr="002813C1">
        <w:t>en doutait pas</w:t>
      </w:r>
      <w:r w:rsidR="00B77E03">
        <w:t xml:space="preserve">, </w:t>
      </w:r>
      <w:r w:rsidRPr="002813C1">
        <w:t xml:space="preserve">de passer autour du cou de </w:t>
      </w:r>
      <w:r w:rsidR="00B77E03">
        <w:t>M. de </w:t>
      </w:r>
      <w:proofErr w:type="spellStart"/>
      <w:r w:rsidRPr="002813C1">
        <w:t>Valorsay</w:t>
      </w:r>
      <w:proofErr w:type="spellEnd"/>
      <w:r w:rsidRPr="002813C1">
        <w:t xml:space="preserve"> le nœud coulant dont il l</w:t>
      </w:r>
      <w:r w:rsidR="00B77E03">
        <w:t>’</w:t>
      </w:r>
      <w:r w:rsidRPr="002813C1">
        <w:t>étranglerait plus tard</w:t>
      </w:r>
      <w:r w:rsidR="00B77E03">
        <w:t>…</w:t>
      </w:r>
    </w:p>
    <w:p w14:paraId="1C59684A" w14:textId="5B381549" w:rsidR="00B77E03" w:rsidRDefault="0024252B" w:rsidP="00B77E03">
      <w:r w:rsidRPr="002813C1">
        <w:t xml:space="preserve">Et cependant la visite de </w:t>
      </w:r>
      <w:r w:rsidR="00B77E03">
        <w:t>M</w:t>
      </w:r>
      <w:r w:rsidR="00B77E03" w:rsidRPr="00B77E03">
        <w:rPr>
          <w:vertAlign w:val="superscript"/>
        </w:rPr>
        <w:t>me</w:t>
      </w:r>
      <w:r w:rsidR="00B77E03">
        <w:t> </w:t>
      </w:r>
      <w:r w:rsidRPr="002813C1">
        <w:t>Léon l</w:t>
      </w:r>
      <w:r w:rsidR="00B77E03">
        <w:t>’</w:t>
      </w:r>
      <w:r w:rsidRPr="002813C1">
        <w:t>inquiétait</w:t>
      </w:r>
      <w:r w:rsidR="00B77E03">
        <w:t>.</w:t>
      </w:r>
    </w:p>
    <w:p w14:paraId="56316B0B" w14:textId="77777777" w:rsidR="00B77E03" w:rsidRDefault="00B77E03" w:rsidP="00B77E03">
      <w:r>
        <w:t>— </w:t>
      </w:r>
      <w:r w:rsidR="0024252B" w:rsidRPr="002813C1">
        <w:t>Que vient-elle faire avec un médecin chez le marquis</w:t>
      </w:r>
      <w:r>
        <w:t xml:space="preserve"> ? </w:t>
      </w:r>
      <w:r w:rsidR="0024252B" w:rsidRPr="002813C1">
        <w:t>se demandait-il</w:t>
      </w:r>
      <w:r>
        <w:t xml:space="preserve">… </w:t>
      </w:r>
      <w:r w:rsidR="0024252B" w:rsidRPr="002813C1">
        <w:t xml:space="preserve">Pourquoi ce docteur </w:t>
      </w:r>
      <w:proofErr w:type="spellStart"/>
      <w:r w:rsidR="0024252B" w:rsidRPr="002813C1">
        <w:t>Jodon</w:t>
      </w:r>
      <w:proofErr w:type="spellEnd"/>
      <w:r>
        <w:t xml:space="preserve"> ?… </w:t>
      </w:r>
      <w:r w:rsidR="0024252B" w:rsidRPr="002813C1">
        <w:t>Qui est-il</w:t>
      </w:r>
      <w:r>
        <w:t xml:space="preserve"> ?… </w:t>
      </w:r>
      <w:r w:rsidR="0024252B" w:rsidRPr="002813C1">
        <w:t>À quelle infamie le destine-t-on</w:t>
      </w:r>
      <w:r>
        <w:t> ?…</w:t>
      </w:r>
    </w:p>
    <w:p w14:paraId="13AF8E13" w14:textId="0BEC21C4" w:rsidR="00B77E03" w:rsidRDefault="0024252B" w:rsidP="00B77E03">
      <w:r w:rsidRPr="002813C1">
        <w:t>Un de ces pressentiments qui naissent de la logique même des événements</w:t>
      </w:r>
      <w:r w:rsidR="00B77E03">
        <w:t xml:space="preserve">, </w:t>
      </w:r>
      <w:r w:rsidRPr="002813C1">
        <w:t xml:space="preserve">lui affirmait que ce médecin avait été ou serait un des comparses de la monstrueuse intrigue nouée autour de </w:t>
      </w:r>
      <w:r w:rsidR="00B77E03">
        <w:t>M</w:t>
      </w:r>
      <w:r w:rsidR="00B77E03" w:rsidRPr="00B77E03">
        <w:rPr>
          <w:vertAlign w:val="superscript"/>
        </w:rPr>
        <w:t>lle</w:t>
      </w:r>
      <w:r w:rsidR="00B77E03">
        <w:t> </w:t>
      </w:r>
      <w:r w:rsidRPr="002813C1">
        <w:t>Marguerite et de lui</w:t>
      </w:r>
      <w:r w:rsidR="00B77E03">
        <w:t>.</w:t>
      </w:r>
    </w:p>
    <w:p w14:paraId="4060FE7B" w14:textId="77777777" w:rsidR="00B77E03" w:rsidRDefault="0024252B" w:rsidP="00B77E03">
      <w:r w:rsidRPr="002813C1">
        <w:t>Mais il n</w:t>
      </w:r>
      <w:r w:rsidR="00B77E03">
        <w:t>’</w:t>
      </w:r>
      <w:r w:rsidRPr="002813C1">
        <w:t>avait pas le loisir d</w:t>
      </w:r>
      <w:r w:rsidR="00B77E03">
        <w:t>’</w:t>
      </w:r>
      <w:r w:rsidRPr="002813C1">
        <w:t>appliquer son attention à cette énigme</w:t>
      </w:r>
      <w:r w:rsidR="00B77E03">
        <w:t xml:space="preserve">, </w:t>
      </w:r>
      <w:r w:rsidRPr="002813C1">
        <w:t>ni d</w:t>
      </w:r>
      <w:r w:rsidR="00B77E03">
        <w:t>’</w:t>
      </w:r>
      <w:r w:rsidRPr="002813C1">
        <w:t>en tirer les dernières conséquences probables</w:t>
      </w:r>
      <w:r w:rsidR="00B77E03">
        <w:t xml:space="preserve">… </w:t>
      </w:r>
      <w:r w:rsidRPr="002813C1">
        <w:t>L</w:t>
      </w:r>
      <w:r w:rsidR="00B77E03">
        <w:t>’</w:t>
      </w:r>
      <w:r w:rsidRPr="002813C1">
        <w:t>heure volait</w:t>
      </w:r>
      <w:r w:rsidR="00B77E03">
        <w:t xml:space="preserve">, </w:t>
      </w:r>
      <w:r w:rsidRPr="002813C1">
        <w:t>et avant de revenir chez le marquis</w:t>
      </w:r>
      <w:r w:rsidR="00B77E03">
        <w:t xml:space="preserve">, </w:t>
      </w:r>
      <w:r w:rsidRPr="002813C1">
        <w:t>il tenait à savoir au juste ce qu</w:t>
      </w:r>
      <w:r w:rsidR="00B77E03">
        <w:t>’</w:t>
      </w:r>
      <w:r w:rsidRPr="002813C1">
        <w:t>avaient de fondé les soupçons que lui imposait la vente de ces chevaux dont l</w:t>
      </w:r>
      <w:r w:rsidR="00B77E03">
        <w:t>’</w:t>
      </w:r>
      <w:r w:rsidRPr="002813C1">
        <w:t>acquéreur exigeait une si exacte biographie</w:t>
      </w:r>
      <w:r w:rsidR="00B77E03">
        <w:t>…</w:t>
      </w:r>
    </w:p>
    <w:p w14:paraId="437F807D" w14:textId="77777777" w:rsidR="00B77E03" w:rsidRDefault="0024252B" w:rsidP="00B77E03">
      <w:r w:rsidRPr="002813C1">
        <w:t>Par le baron</w:t>
      </w:r>
      <w:r w:rsidR="00B77E03">
        <w:t xml:space="preserve">, </w:t>
      </w:r>
      <w:r w:rsidRPr="002813C1">
        <w:t>il était certain d</w:t>
      </w:r>
      <w:r w:rsidR="00B77E03">
        <w:t>’</w:t>
      </w:r>
      <w:r w:rsidRPr="002813C1">
        <w:t>arriver immédiatement jusqu</w:t>
      </w:r>
      <w:r w:rsidR="00B77E03">
        <w:t>’</w:t>
      </w:r>
      <w:r w:rsidRPr="002813C1">
        <w:t>à Kami-Bey</w:t>
      </w:r>
      <w:r w:rsidR="00B77E03">
        <w:t xml:space="preserve">… </w:t>
      </w:r>
      <w:r w:rsidRPr="002813C1">
        <w:t>c</w:t>
      </w:r>
      <w:r w:rsidR="00B77E03">
        <w:t>’</w:t>
      </w:r>
      <w:r w:rsidRPr="002813C1">
        <w:t>est donc chez le baron qu</w:t>
      </w:r>
      <w:r w:rsidR="00B77E03">
        <w:t>’</w:t>
      </w:r>
      <w:r w:rsidRPr="002813C1">
        <w:t>il courut</w:t>
      </w:r>
      <w:r w:rsidR="00B77E03">
        <w:t>…</w:t>
      </w:r>
    </w:p>
    <w:p w14:paraId="48BBADBB" w14:textId="77777777" w:rsidR="00B77E03" w:rsidRDefault="0024252B" w:rsidP="00B77E03">
      <w:r w:rsidRPr="002813C1">
        <w:lastRenderedPageBreak/>
        <w:t>Après la réception plus que cordiale du maître</w:t>
      </w:r>
      <w:r w:rsidR="00B77E03">
        <w:t xml:space="preserve">, </w:t>
      </w:r>
      <w:r w:rsidRPr="002813C1">
        <w:t>le matin</w:t>
      </w:r>
      <w:r w:rsidR="00B77E03">
        <w:t xml:space="preserve">, </w:t>
      </w:r>
      <w:r w:rsidRPr="002813C1">
        <w:t>il était naturel que les domestiques le traitassent en intime de la maison</w:t>
      </w:r>
      <w:r w:rsidR="00B77E03">
        <w:t>…</w:t>
      </w:r>
    </w:p>
    <w:p w14:paraId="44B8F20E" w14:textId="77777777" w:rsidR="00B77E03" w:rsidRDefault="0024252B" w:rsidP="00B77E03">
      <w:r w:rsidRPr="002813C1">
        <w:t>C</w:t>
      </w:r>
      <w:r w:rsidR="00B77E03">
        <w:t>’</w:t>
      </w:r>
      <w:r w:rsidRPr="002813C1">
        <w:t>est à peine si on lui permit d</w:t>
      </w:r>
      <w:r w:rsidR="00B77E03">
        <w:t>’</w:t>
      </w:r>
      <w:r w:rsidRPr="002813C1">
        <w:t>expliquer ce qu</w:t>
      </w:r>
      <w:r w:rsidR="00B77E03">
        <w:t>’</w:t>
      </w:r>
      <w:r w:rsidRPr="002813C1">
        <w:t>il souhaitait</w:t>
      </w:r>
      <w:r w:rsidR="00B77E03">
        <w:t>…</w:t>
      </w:r>
    </w:p>
    <w:p w14:paraId="333C9ADC" w14:textId="614A47E3" w:rsidR="00B77E03" w:rsidRDefault="0024252B" w:rsidP="00B77E03">
      <w:r w:rsidRPr="002813C1">
        <w:t xml:space="preserve">Ce fut </w:t>
      </w:r>
      <w:r w:rsidR="00B77E03">
        <w:t>M. </w:t>
      </w:r>
      <w:r w:rsidRPr="002813C1">
        <w:t>le valet de chambre en personne qui se dérangea</w:t>
      </w:r>
      <w:r w:rsidR="00B77E03">
        <w:t xml:space="preserve">, </w:t>
      </w:r>
      <w:r w:rsidRPr="002813C1">
        <w:t>et qui le fit asseoir dans un des petits salons du rez-de-chaussée en lui disant</w:t>
      </w:r>
      <w:r w:rsidR="00B77E03">
        <w:t> :</w:t>
      </w:r>
    </w:p>
    <w:p w14:paraId="251EECE5" w14:textId="24C130A3" w:rsidR="00B77E03" w:rsidRDefault="00B77E03" w:rsidP="00B77E03">
      <w:r>
        <w:t>— M. </w:t>
      </w:r>
      <w:r w:rsidR="0024252B" w:rsidRPr="002813C1">
        <w:t>le baron est occupé</w:t>
      </w:r>
      <w:r>
        <w:t xml:space="preserve">, </w:t>
      </w:r>
      <w:r w:rsidR="0024252B" w:rsidRPr="002813C1">
        <w:t>mais il m</w:t>
      </w:r>
      <w:r>
        <w:t>’</w:t>
      </w:r>
      <w:r w:rsidR="0024252B" w:rsidRPr="002813C1">
        <w:t>en voudrait de ne l</w:t>
      </w:r>
      <w:r>
        <w:t>’</w:t>
      </w:r>
      <w:r w:rsidR="0024252B" w:rsidRPr="002813C1">
        <w:t>avoir pas dérangé pour monsieur</w:t>
      </w:r>
      <w:r>
        <w:t xml:space="preserve">, </w:t>
      </w:r>
      <w:r w:rsidR="0024252B" w:rsidRPr="002813C1">
        <w:t>et je cours le prévenir</w:t>
      </w:r>
      <w:r>
        <w:t>…</w:t>
      </w:r>
    </w:p>
    <w:p w14:paraId="05DFD492" w14:textId="77777777" w:rsidR="00B77E03" w:rsidRDefault="0024252B" w:rsidP="00B77E03">
      <w:r w:rsidRPr="002813C1">
        <w:t>L</w:t>
      </w:r>
      <w:r w:rsidR="00B77E03">
        <w:t>’</w:t>
      </w:r>
      <w:r w:rsidRPr="002813C1">
        <w:t>instant d</w:t>
      </w:r>
      <w:r w:rsidR="00B77E03">
        <w:t>’</w:t>
      </w:r>
      <w:r w:rsidRPr="002813C1">
        <w:t>après</w:t>
      </w:r>
      <w:r w:rsidR="00B77E03">
        <w:t xml:space="preserve">, </w:t>
      </w:r>
      <w:r w:rsidRPr="002813C1">
        <w:t>le baron arriva</w:t>
      </w:r>
      <w:r w:rsidR="00B77E03">
        <w:t xml:space="preserve">, </w:t>
      </w:r>
      <w:r w:rsidRPr="002813C1">
        <w:t>tout essoufflé d</w:t>
      </w:r>
      <w:r w:rsidR="00B77E03">
        <w:t>’</w:t>
      </w:r>
      <w:r w:rsidRPr="002813C1">
        <w:t>avoir descendu vingt marches</w:t>
      </w:r>
      <w:r w:rsidR="00B77E03">
        <w:t>.</w:t>
      </w:r>
    </w:p>
    <w:p w14:paraId="1F4064C4" w14:textId="77777777" w:rsidR="00B77E03" w:rsidRDefault="00B77E03" w:rsidP="00B77E03">
      <w:r>
        <w:t>— </w:t>
      </w:r>
      <w:r w:rsidR="0024252B" w:rsidRPr="002813C1">
        <w:t>Ah</w:t>
      </w:r>
      <w:r>
        <w:t xml:space="preserve"> ! </w:t>
      </w:r>
      <w:r w:rsidR="0024252B" w:rsidRPr="002813C1">
        <w:t>vous avez réussi</w:t>
      </w:r>
      <w:r>
        <w:t xml:space="preserve">… </w:t>
      </w:r>
      <w:r w:rsidR="0024252B" w:rsidRPr="002813C1">
        <w:t>s</w:t>
      </w:r>
      <w:r>
        <w:t>’</w:t>
      </w:r>
      <w:r w:rsidR="0024252B" w:rsidRPr="002813C1">
        <w:t>écria-t-il en voyant la physionomie de Pascal</w:t>
      </w:r>
      <w:r>
        <w:t>.</w:t>
      </w:r>
    </w:p>
    <w:p w14:paraId="6C9CB7E8" w14:textId="77777777" w:rsidR="00B77E03" w:rsidRDefault="00B77E03" w:rsidP="00B77E03">
      <w:r>
        <w:t>— </w:t>
      </w:r>
      <w:r w:rsidR="0024252B" w:rsidRPr="002813C1">
        <w:t>Tout marche à souhait</w:t>
      </w:r>
      <w:r>
        <w:t xml:space="preserve">, </w:t>
      </w:r>
      <w:r w:rsidR="0024252B" w:rsidRPr="002813C1">
        <w:t>en effet</w:t>
      </w:r>
      <w:r>
        <w:t xml:space="preserve">, </w:t>
      </w:r>
      <w:r w:rsidR="0024252B" w:rsidRPr="002813C1">
        <w:t>monsieur le baron</w:t>
      </w:r>
      <w:r>
        <w:t xml:space="preserve">, </w:t>
      </w:r>
      <w:r w:rsidR="0024252B" w:rsidRPr="002813C1">
        <w:t>seulement j</w:t>
      </w:r>
      <w:r>
        <w:t>’</w:t>
      </w:r>
      <w:r w:rsidR="0024252B" w:rsidRPr="002813C1">
        <w:t>aurais besoin de parler à cet étranger que j</w:t>
      </w:r>
      <w:r>
        <w:t>’</w:t>
      </w:r>
      <w:r w:rsidR="0024252B" w:rsidRPr="002813C1">
        <w:t>ai vu chez vous ce matin</w:t>
      </w:r>
      <w:r>
        <w:t>…</w:t>
      </w:r>
    </w:p>
    <w:p w14:paraId="15BE098A" w14:textId="77777777" w:rsidR="00B77E03" w:rsidRDefault="00B77E03" w:rsidP="00B77E03">
      <w:r>
        <w:t>— </w:t>
      </w:r>
      <w:r w:rsidR="0024252B" w:rsidRPr="002813C1">
        <w:t>À Kami-Bey</w:t>
      </w:r>
      <w:r>
        <w:t> ?…</w:t>
      </w:r>
    </w:p>
    <w:p w14:paraId="00426353" w14:textId="77777777" w:rsidR="00B77E03" w:rsidRDefault="00B77E03" w:rsidP="00B77E03">
      <w:r>
        <w:t>— </w:t>
      </w:r>
      <w:r w:rsidR="0024252B" w:rsidRPr="002813C1">
        <w:t>Oui</w:t>
      </w:r>
      <w:r>
        <w:t>.</w:t>
      </w:r>
    </w:p>
    <w:p w14:paraId="3F9327FC" w14:textId="77777777" w:rsidR="00B77E03" w:rsidRDefault="0024252B" w:rsidP="00B77E03">
      <w:r w:rsidRPr="002813C1">
        <w:t>Et en dix phrases</w:t>
      </w:r>
      <w:r w:rsidR="00B77E03">
        <w:t xml:space="preserve">, </w:t>
      </w:r>
      <w:r w:rsidRPr="002813C1">
        <w:t>il exposa très-nettement la position</w:t>
      </w:r>
      <w:r w:rsidR="00B77E03">
        <w:t>.</w:t>
      </w:r>
    </w:p>
    <w:p w14:paraId="27CFEFCD" w14:textId="77777777" w:rsidR="00B77E03" w:rsidRDefault="00B77E03" w:rsidP="00B77E03">
      <w:r>
        <w:t>— </w:t>
      </w:r>
      <w:r w:rsidR="0024252B" w:rsidRPr="002813C1">
        <w:t>Décidément</w:t>
      </w:r>
      <w:r>
        <w:t xml:space="preserve">, </w:t>
      </w:r>
      <w:r w:rsidR="0024252B" w:rsidRPr="002813C1">
        <w:t>la Providence est avec nous</w:t>
      </w:r>
      <w:r>
        <w:t xml:space="preserve">, </w:t>
      </w:r>
      <w:r w:rsidR="0024252B" w:rsidRPr="002813C1">
        <w:t>fit le baron devenu songeur</w:t>
      </w:r>
      <w:r>
        <w:t xml:space="preserve">, </w:t>
      </w:r>
      <w:r w:rsidR="0024252B" w:rsidRPr="002813C1">
        <w:t>Kami est encore ici</w:t>
      </w:r>
      <w:r>
        <w:t>…</w:t>
      </w:r>
    </w:p>
    <w:p w14:paraId="057A2054" w14:textId="77777777" w:rsidR="00B77E03" w:rsidRDefault="00B77E03" w:rsidP="00B77E03">
      <w:r>
        <w:t>— </w:t>
      </w:r>
      <w:r w:rsidR="0024252B" w:rsidRPr="002813C1">
        <w:t>Est-ce possible</w:t>
      </w:r>
      <w:r>
        <w:t> !…</w:t>
      </w:r>
    </w:p>
    <w:p w14:paraId="0B1782CF" w14:textId="77777777" w:rsidR="00B77E03" w:rsidRDefault="00B77E03" w:rsidP="00B77E03">
      <w:r>
        <w:t>— </w:t>
      </w:r>
      <w:r w:rsidR="0024252B" w:rsidRPr="002813C1">
        <w:t>C</w:t>
      </w:r>
      <w:r>
        <w:t>’</w:t>
      </w:r>
      <w:r w:rsidR="0024252B" w:rsidRPr="002813C1">
        <w:t>est réel</w:t>
      </w:r>
      <w:r>
        <w:t xml:space="preserve">… </w:t>
      </w:r>
      <w:r w:rsidR="0024252B" w:rsidRPr="002813C1">
        <w:t>Croyez-vous qu</w:t>
      </w:r>
      <w:r>
        <w:t>’</w:t>
      </w:r>
      <w:r w:rsidR="0024252B" w:rsidRPr="002813C1">
        <w:t>il soit aisé de se dépêtrer de ce diable de Turc</w:t>
      </w:r>
      <w:r>
        <w:t xml:space="preserve"> !… </w:t>
      </w:r>
      <w:r w:rsidR="0024252B" w:rsidRPr="002813C1">
        <w:t>Il s</w:t>
      </w:r>
      <w:r>
        <w:t>’</w:t>
      </w:r>
      <w:r w:rsidR="0024252B" w:rsidRPr="002813C1">
        <w:t>est sans façon invité à déjeuner</w:t>
      </w:r>
      <w:r>
        <w:t xml:space="preserve">, </w:t>
      </w:r>
      <w:r w:rsidR="0024252B" w:rsidRPr="002813C1">
        <w:t>et m</w:t>
      </w:r>
      <w:r>
        <w:t>’</w:t>
      </w:r>
      <w:r w:rsidR="0024252B" w:rsidRPr="002813C1">
        <w:t>a de plus arraché la promesse de jouer deux heures</w:t>
      </w:r>
      <w:r>
        <w:t xml:space="preserve">… </w:t>
      </w:r>
      <w:r w:rsidR="0024252B" w:rsidRPr="002813C1">
        <w:t xml:space="preserve">Si </w:t>
      </w:r>
      <w:r w:rsidR="0024252B" w:rsidRPr="002813C1">
        <w:lastRenderedPageBreak/>
        <w:t>bien que j</w:t>
      </w:r>
      <w:r>
        <w:t>’</w:t>
      </w:r>
      <w:r w:rsidR="0024252B" w:rsidRPr="002813C1">
        <w:t>étais enfermé avec lui</w:t>
      </w:r>
      <w:r>
        <w:t xml:space="preserve">, </w:t>
      </w:r>
      <w:r w:rsidR="0024252B" w:rsidRPr="002813C1">
        <w:t>les cartes à la main</w:t>
      </w:r>
      <w:r>
        <w:t xml:space="preserve">, </w:t>
      </w:r>
      <w:r w:rsidR="0024252B" w:rsidRPr="002813C1">
        <w:t>quand on m</w:t>
      </w:r>
      <w:r>
        <w:t>’</w:t>
      </w:r>
      <w:r w:rsidR="0024252B" w:rsidRPr="002813C1">
        <w:t>a dit que vous étiez là</w:t>
      </w:r>
      <w:r>
        <w:t xml:space="preserve">… </w:t>
      </w:r>
      <w:r w:rsidR="0024252B" w:rsidRPr="002813C1">
        <w:t>Venez</w:t>
      </w:r>
      <w:r>
        <w:t xml:space="preserve">, </w:t>
      </w:r>
      <w:r w:rsidR="0024252B" w:rsidRPr="002813C1">
        <w:t>nous allons l</w:t>
      </w:r>
      <w:r>
        <w:t>’</w:t>
      </w:r>
      <w:r w:rsidR="0024252B" w:rsidRPr="002813C1">
        <w:t>interroger</w:t>
      </w:r>
      <w:r>
        <w:t>.</w:t>
      </w:r>
    </w:p>
    <w:p w14:paraId="08F2440E" w14:textId="77777777" w:rsidR="00B77E03" w:rsidRDefault="0024252B" w:rsidP="00B77E03">
      <w:r w:rsidRPr="002813C1">
        <w:t>Ils trouvèrent l</w:t>
      </w:r>
      <w:r w:rsidR="00B77E03">
        <w:t>’</w:t>
      </w:r>
      <w:r w:rsidRPr="002813C1">
        <w:t>intéressant étranger d</w:t>
      </w:r>
      <w:r w:rsidR="00B77E03">
        <w:t>’</w:t>
      </w:r>
      <w:r w:rsidRPr="002813C1">
        <w:t>une humeur massacrante</w:t>
      </w:r>
      <w:r w:rsidR="00B77E03">
        <w:t>…</w:t>
      </w:r>
    </w:p>
    <w:p w14:paraId="3E757A29" w14:textId="77777777" w:rsidR="00B77E03" w:rsidRDefault="0024252B" w:rsidP="00B77E03">
      <w:r w:rsidRPr="002813C1">
        <w:t>Kami-Bey gagnait</w:t>
      </w:r>
      <w:r w:rsidR="00B77E03">
        <w:t xml:space="preserve">, </w:t>
      </w:r>
      <w:r w:rsidRPr="002813C1">
        <w:t>quand on était venu chercher le baron</w:t>
      </w:r>
      <w:r w:rsidR="00B77E03">
        <w:t xml:space="preserve">, </w:t>
      </w:r>
      <w:r w:rsidRPr="002813C1">
        <w:t>et il craignait qu</w:t>
      </w:r>
      <w:r w:rsidR="00B77E03">
        <w:t>’</w:t>
      </w:r>
      <w:r w:rsidRPr="002813C1">
        <w:t>une interruption ne déroutât la veine</w:t>
      </w:r>
      <w:r w:rsidR="00B77E03">
        <w:t>.</w:t>
      </w:r>
    </w:p>
    <w:p w14:paraId="0C9C5EC9" w14:textId="77777777" w:rsidR="00B77E03" w:rsidRDefault="00B77E03" w:rsidP="00B77E03">
      <w:r>
        <w:t>— </w:t>
      </w:r>
      <w:r w:rsidR="0024252B" w:rsidRPr="002813C1">
        <w:t>Que le diable vous emporte</w:t>
      </w:r>
      <w:r>
        <w:t xml:space="preserve"> !… </w:t>
      </w:r>
      <w:r w:rsidR="0024252B" w:rsidRPr="002813C1">
        <w:t>s</w:t>
      </w:r>
      <w:r>
        <w:t>’</w:t>
      </w:r>
      <w:r w:rsidR="0024252B" w:rsidRPr="002813C1">
        <w:t>écria-t-il de ce ton grossier qu</w:t>
      </w:r>
      <w:r>
        <w:t>’</w:t>
      </w:r>
      <w:r w:rsidR="0024252B" w:rsidRPr="002813C1">
        <w:t>il avait adopté</w:t>
      </w:r>
      <w:r>
        <w:t xml:space="preserve">, </w:t>
      </w:r>
      <w:r w:rsidR="0024252B" w:rsidRPr="002813C1">
        <w:t xml:space="preserve">et que les flatteurs de ses millions déclaraient le dernier mot du </w:t>
      </w:r>
      <w:r>
        <w:t>« </w:t>
      </w:r>
      <w:r w:rsidR="0024252B" w:rsidRPr="002813C1">
        <w:t>chic</w:t>
      </w:r>
      <w:r>
        <w:t>. »</w:t>
      </w:r>
      <w:r w:rsidR="0024252B" w:rsidRPr="002813C1">
        <w:t xml:space="preserve"> On ne devrait pas plus déranger un homme qui joue qu</w:t>
      </w:r>
      <w:r>
        <w:t>’</w:t>
      </w:r>
      <w:r w:rsidR="0024252B" w:rsidRPr="002813C1">
        <w:t>un homme qui mange</w:t>
      </w:r>
      <w:r>
        <w:t>…</w:t>
      </w:r>
    </w:p>
    <w:p w14:paraId="4EC0F4E9" w14:textId="77777777" w:rsidR="00B77E03" w:rsidRDefault="00B77E03" w:rsidP="00B77E03">
      <w:r>
        <w:t>— </w:t>
      </w:r>
      <w:r w:rsidR="0024252B" w:rsidRPr="002813C1">
        <w:t>Allons</w:t>
      </w:r>
      <w:r>
        <w:t xml:space="preserve">, </w:t>
      </w:r>
      <w:r w:rsidR="0024252B" w:rsidRPr="002813C1">
        <w:t>allons</w:t>
      </w:r>
      <w:r>
        <w:t xml:space="preserve">, </w:t>
      </w:r>
      <w:r w:rsidR="0024252B" w:rsidRPr="002813C1">
        <w:t>prince</w:t>
      </w:r>
      <w:r>
        <w:t xml:space="preserve">, </w:t>
      </w:r>
      <w:r w:rsidR="0024252B" w:rsidRPr="002813C1">
        <w:t>fit doucement le baron</w:t>
      </w:r>
      <w:r>
        <w:t xml:space="preserve">, </w:t>
      </w:r>
      <w:r w:rsidR="0024252B" w:rsidRPr="002813C1">
        <w:t>ne vous fâchez pas</w:t>
      </w:r>
      <w:r>
        <w:t xml:space="preserve">, </w:t>
      </w:r>
      <w:r w:rsidR="0024252B" w:rsidRPr="002813C1">
        <w:t>je vous donnerai trois heures au lieu de deux</w:t>
      </w:r>
      <w:r>
        <w:t xml:space="preserve">. </w:t>
      </w:r>
      <w:r w:rsidR="0024252B" w:rsidRPr="002813C1">
        <w:t>Seulement</w:t>
      </w:r>
      <w:r>
        <w:t xml:space="preserve">, </w:t>
      </w:r>
      <w:r w:rsidR="0024252B" w:rsidRPr="002813C1">
        <w:t>j</w:t>
      </w:r>
      <w:r>
        <w:t>’</w:t>
      </w:r>
      <w:r w:rsidR="0024252B" w:rsidRPr="002813C1">
        <w:t>ai un service à vous demander</w:t>
      </w:r>
      <w:r>
        <w:t>.</w:t>
      </w:r>
    </w:p>
    <w:p w14:paraId="6B76C936" w14:textId="77777777" w:rsidR="00B77E03" w:rsidRDefault="0024252B" w:rsidP="00B77E03">
      <w:r w:rsidRPr="002813C1">
        <w:t>L</w:t>
      </w:r>
      <w:r w:rsidR="00B77E03">
        <w:t>’</w:t>
      </w:r>
      <w:r w:rsidRPr="002813C1">
        <w:t>étranger</w:t>
      </w:r>
      <w:r w:rsidR="00B77E03">
        <w:t xml:space="preserve">, </w:t>
      </w:r>
      <w:r w:rsidRPr="002813C1">
        <w:t>vivement</w:t>
      </w:r>
      <w:r w:rsidR="00B77E03">
        <w:t xml:space="preserve">, </w:t>
      </w:r>
      <w:r w:rsidRPr="002813C1">
        <w:t>porta la main à sa poche</w:t>
      </w:r>
      <w:r w:rsidR="00B77E03">
        <w:t xml:space="preserve">, </w:t>
      </w:r>
      <w:r w:rsidRPr="002813C1">
        <w:t>d</w:t>
      </w:r>
      <w:r w:rsidR="00B77E03">
        <w:t>’</w:t>
      </w:r>
      <w:r w:rsidRPr="002813C1">
        <w:t>un mouvement si machinal et si naturel</w:t>
      </w:r>
      <w:r w:rsidR="00B77E03">
        <w:t xml:space="preserve">, </w:t>
      </w:r>
      <w:r w:rsidRPr="002813C1">
        <w:t>que ni le baron ni Pascal ne purent garder leur sérieux</w:t>
      </w:r>
      <w:r w:rsidR="00B77E03">
        <w:t xml:space="preserve"> ; </w:t>
      </w:r>
      <w:r w:rsidRPr="002813C1">
        <w:t>et lui-même</w:t>
      </w:r>
      <w:r w:rsidR="00B77E03">
        <w:t xml:space="preserve">, </w:t>
      </w:r>
      <w:r w:rsidRPr="002813C1">
        <w:t>comprenant la cause de leur hilarité</w:t>
      </w:r>
      <w:r w:rsidR="00B77E03">
        <w:t xml:space="preserve">, </w:t>
      </w:r>
      <w:r w:rsidRPr="002813C1">
        <w:t>éclata de rire</w:t>
      </w:r>
      <w:r w:rsidR="00B77E03">
        <w:t>.</w:t>
      </w:r>
    </w:p>
    <w:p w14:paraId="1BF700E7" w14:textId="77777777" w:rsidR="00B77E03" w:rsidRDefault="00B77E03" w:rsidP="00B77E03">
      <w:r>
        <w:t>— </w:t>
      </w:r>
      <w:r w:rsidR="0024252B" w:rsidRPr="002813C1">
        <w:t>Ce que c</w:t>
      </w:r>
      <w:r>
        <w:t>’</w:t>
      </w:r>
      <w:r w:rsidR="0024252B" w:rsidRPr="002813C1">
        <w:t>est que l</w:t>
      </w:r>
      <w:r>
        <w:t>’</w:t>
      </w:r>
      <w:r w:rsidR="0024252B" w:rsidRPr="002813C1">
        <w:t>habitude</w:t>
      </w:r>
      <w:r>
        <w:t xml:space="preserve"> ! </w:t>
      </w:r>
      <w:r w:rsidR="0024252B" w:rsidRPr="002813C1">
        <w:t>dit-il</w:t>
      </w:r>
      <w:r>
        <w:t xml:space="preserve">. </w:t>
      </w:r>
      <w:r w:rsidR="0024252B" w:rsidRPr="002813C1">
        <w:t>Ah</w:t>
      </w:r>
      <w:r>
        <w:t xml:space="preserve"> ! </w:t>
      </w:r>
      <w:r w:rsidR="0024252B" w:rsidRPr="002813C1">
        <w:t>depuis que je suis à Paris</w:t>
      </w:r>
      <w:r>
        <w:t xml:space="preserve"> !… </w:t>
      </w:r>
      <w:r w:rsidR="0024252B" w:rsidRPr="002813C1">
        <w:t>Mais voyons ce dont il s</w:t>
      </w:r>
      <w:r>
        <w:t>’</w:t>
      </w:r>
      <w:r w:rsidR="0024252B" w:rsidRPr="002813C1">
        <w:t>agit</w:t>
      </w:r>
      <w:r>
        <w:t>.</w:t>
      </w:r>
    </w:p>
    <w:p w14:paraId="525DF48F" w14:textId="77777777" w:rsidR="00B77E03" w:rsidRDefault="0024252B" w:rsidP="00B77E03">
      <w:r w:rsidRPr="002813C1">
        <w:t>Le baron s</w:t>
      </w:r>
      <w:r w:rsidR="00B77E03">
        <w:t>’</w:t>
      </w:r>
      <w:r w:rsidRPr="002813C1">
        <w:t>assit</w:t>
      </w:r>
      <w:r w:rsidR="00B77E03">
        <w:t xml:space="preserve">, </w:t>
      </w:r>
      <w:r w:rsidRPr="002813C1">
        <w:t>et d</w:t>
      </w:r>
      <w:r w:rsidR="00B77E03">
        <w:t>’</w:t>
      </w:r>
      <w:r w:rsidRPr="002813C1">
        <w:t>un air grave</w:t>
      </w:r>
      <w:r w:rsidR="00B77E03">
        <w:t> :</w:t>
      </w:r>
    </w:p>
    <w:p w14:paraId="241C9E85" w14:textId="77777777" w:rsidR="00B77E03" w:rsidRDefault="00B77E03" w:rsidP="00B77E03">
      <w:r>
        <w:t>— </w:t>
      </w:r>
      <w:r w:rsidR="0024252B" w:rsidRPr="002813C1">
        <w:t>Voilà</w:t>
      </w:r>
      <w:r>
        <w:t xml:space="preserve">… </w:t>
      </w:r>
      <w:r w:rsidR="0024252B" w:rsidRPr="002813C1">
        <w:t>répondit-il</w:t>
      </w:r>
      <w:r>
        <w:t xml:space="preserve">. </w:t>
      </w:r>
      <w:r w:rsidR="0024252B" w:rsidRPr="002813C1">
        <w:t>Vous nous avez dit</w:t>
      </w:r>
      <w:r>
        <w:t xml:space="preserve">, </w:t>
      </w:r>
      <w:r w:rsidR="0024252B" w:rsidRPr="002813C1">
        <w:t>il n</w:t>
      </w:r>
      <w:r>
        <w:t>’</w:t>
      </w:r>
      <w:r w:rsidR="0024252B" w:rsidRPr="002813C1">
        <w:t>y a pas une heure</w:t>
      </w:r>
      <w:r>
        <w:t xml:space="preserve">, </w:t>
      </w:r>
      <w:r w:rsidR="0024252B" w:rsidRPr="002813C1">
        <w:t>qu</w:t>
      </w:r>
      <w:r>
        <w:t>’</w:t>
      </w:r>
      <w:r w:rsidR="0024252B" w:rsidRPr="002813C1">
        <w:t>ayant acheté des chevaux</w:t>
      </w:r>
      <w:r>
        <w:t xml:space="preserve">, </w:t>
      </w:r>
      <w:r w:rsidR="0024252B" w:rsidRPr="002813C1">
        <w:t>vous avez été volé</w:t>
      </w:r>
      <w:r>
        <w:t>…</w:t>
      </w:r>
    </w:p>
    <w:p w14:paraId="2D8DAB73" w14:textId="77777777" w:rsidR="00B77E03" w:rsidRDefault="00B77E03" w:rsidP="00B77E03">
      <w:r>
        <w:t>— </w:t>
      </w:r>
      <w:r w:rsidR="0024252B" w:rsidRPr="002813C1">
        <w:t>Comme sur un grand chemin</w:t>
      </w:r>
      <w:r>
        <w:t>.</w:t>
      </w:r>
    </w:p>
    <w:p w14:paraId="5C42E7B9" w14:textId="77777777" w:rsidR="00B77E03" w:rsidRDefault="00B77E03" w:rsidP="00B77E03">
      <w:r>
        <w:t>— </w:t>
      </w:r>
      <w:r w:rsidR="0024252B" w:rsidRPr="002813C1">
        <w:t>Serait-il bien indiscret de vous demander par qui</w:t>
      </w:r>
      <w:r>
        <w:t> ?</w:t>
      </w:r>
    </w:p>
    <w:p w14:paraId="319B6B63" w14:textId="77777777" w:rsidR="00B77E03" w:rsidRDefault="0024252B" w:rsidP="00B77E03">
      <w:r w:rsidRPr="002813C1">
        <w:t>La pourpre des joues de Kami-Bey pâlit quelque peu</w:t>
      </w:r>
      <w:r w:rsidR="00B77E03">
        <w:t>.</w:t>
      </w:r>
    </w:p>
    <w:p w14:paraId="15DE4AA6" w14:textId="77777777" w:rsidR="00B77E03" w:rsidRDefault="00B77E03" w:rsidP="00B77E03">
      <w:r>
        <w:lastRenderedPageBreak/>
        <w:t>— </w:t>
      </w:r>
      <w:r w:rsidR="0024252B" w:rsidRPr="002813C1">
        <w:t>Hum</w:t>
      </w:r>
      <w:r>
        <w:t xml:space="preserve"> !… </w:t>
      </w:r>
      <w:r w:rsidR="0024252B" w:rsidRPr="002813C1">
        <w:t>fit-il d</w:t>
      </w:r>
      <w:r>
        <w:t>’</w:t>
      </w:r>
      <w:r w:rsidR="0024252B" w:rsidRPr="002813C1">
        <w:t>une voix altérée</w:t>
      </w:r>
      <w:r>
        <w:t xml:space="preserve">, </w:t>
      </w:r>
      <w:r w:rsidR="0024252B" w:rsidRPr="002813C1">
        <w:t>c</w:t>
      </w:r>
      <w:r>
        <w:t>’</w:t>
      </w:r>
      <w:r w:rsidR="0024252B" w:rsidRPr="002813C1">
        <w:t>est délicat ce que vous me demandez là</w:t>
      </w:r>
      <w:r>
        <w:t xml:space="preserve">… </w:t>
      </w:r>
      <w:r w:rsidR="0024252B" w:rsidRPr="002813C1">
        <w:t>Mon</w:t>
      </w:r>
      <w:r>
        <w:t xml:space="preserve">… </w:t>
      </w:r>
      <w:r w:rsidR="0024252B" w:rsidRPr="002813C1">
        <w:t>voleur est</w:t>
      </w:r>
      <w:r>
        <w:t xml:space="preserve">, </w:t>
      </w:r>
      <w:r w:rsidR="0024252B" w:rsidRPr="002813C1">
        <w:t>à ce qu</w:t>
      </w:r>
      <w:r>
        <w:t>’</w:t>
      </w:r>
      <w:r w:rsidR="0024252B" w:rsidRPr="002813C1">
        <w:t>il paraît</w:t>
      </w:r>
      <w:r>
        <w:t xml:space="preserve">, </w:t>
      </w:r>
      <w:r w:rsidR="0024252B" w:rsidRPr="002813C1">
        <w:t>un homme terrible</w:t>
      </w:r>
      <w:r>
        <w:t xml:space="preserve">, </w:t>
      </w:r>
      <w:r w:rsidR="0024252B" w:rsidRPr="002813C1">
        <w:t>un spadassin</w:t>
      </w:r>
      <w:r>
        <w:t xml:space="preserve">, </w:t>
      </w:r>
      <w:r w:rsidR="0024252B" w:rsidRPr="002813C1">
        <w:t>et si je dis quel tour il m</w:t>
      </w:r>
      <w:r>
        <w:t>’</w:t>
      </w:r>
      <w:r w:rsidR="0024252B" w:rsidRPr="002813C1">
        <w:t>a joué</w:t>
      </w:r>
      <w:r>
        <w:t xml:space="preserve">, </w:t>
      </w:r>
      <w:r w:rsidR="0024252B" w:rsidRPr="002813C1">
        <w:t>il est capable de me chercher querelle</w:t>
      </w:r>
      <w:r>
        <w:t xml:space="preserve">… </w:t>
      </w:r>
      <w:r w:rsidR="0024252B" w:rsidRPr="002813C1">
        <w:t>Je n</w:t>
      </w:r>
      <w:r>
        <w:t>’</w:t>
      </w:r>
      <w:r w:rsidR="0024252B" w:rsidRPr="002813C1">
        <w:t>ai pas peur de lui</w:t>
      </w:r>
      <w:r>
        <w:t xml:space="preserve">, </w:t>
      </w:r>
      <w:r w:rsidR="0024252B" w:rsidRPr="002813C1">
        <w:t>croyez-le bien</w:t>
      </w:r>
      <w:r>
        <w:t xml:space="preserve">, </w:t>
      </w:r>
      <w:r w:rsidR="0024252B" w:rsidRPr="002813C1">
        <w:t>seulement mes principes me défendent de me battre</w:t>
      </w:r>
      <w:r>
        <w:t xml:space="preserve">… </w:t>
      </w:r>
      <w:r w:rsidR="0024252B" w:rsidRPr="002813C1">
        <w:t>Quand on a comme moi un million de rentes</w:t>
      </w:r>
      <w:r>
        <w:t xml:space="preserve">, </w:t>
      </w:r>
      <w:r w:rsidR="0024252B" w:rsidRPr="002813C1">
        <w:t>on ne s</w:t>
      </w:r>
      <w:r>
        <w:t>’</w:t>
      </w:r>
      <w:r w:rsidR="0024252B" w:rsidRPr="002813C1">
        <w:t>expose pas aux hasards d</w:t>
      </w:r>
      <w:r>
        <w:t>’</w:t>
      </w:r>
      <w:r w:rsidR="0024252B" w:rsidRPr="002813C1">
        <w:t>un duel</w:t>
      </w:r>
      <w:r>
        <w:t>…</w:t>
      </w:r>
    </w:p>
    <w:p w14:paraId="0C3FEF23" w14:textId="77777777" w:rsidR="00B77E03" w:rsidRDefault="00B77E03" w:rsidP="00B77E03">
      <w:r>
        <w:t>— </w:t>
      </w:r>
      <w:r w:rsidR="0024252B" w:rsidRPr="002813C1">
        <w:t>Eh</w:t>
      </w:r>
      <w:r>
        <w:t xml:space="preserve"> ! </w:t>
      </w:r>
      <w:r w:rsidR="0024252B" w:rsidRPr="002813C1">
        <w:t>prince</w:t>
      </w:r>
      <w:r>
        <w:t xml:space="preserve">, </w:t>
      </w:r>
      <w:r w:rsidR="0024252B" w:rsidRPr="002813C1">
        <w:t>en France on ne fait pas à un escroc l</w:t>
      </w:r>
      <w:r>
        <w:t>’</w:t>
      </w:r>
      <w:r w:rsidR="0024252B" w:rsidRPr="002813C1">
        <w:t>honneur de croiser le fer avec lui</w:t>
      </w:r>
      <w:r>
        <w:t>…</w:t>
      </w:r>
    </w:p>
    <w:p w14:paraId="407214B6" w14:textId="77777777" w:rsidR="00B77E03" w:rsidRDefault="00B77E03" w:rsidP="00B77E03">
      <w:r>
        <w:t>— </w:t>
      </w:r>
      <w:r w:rsidR="0024252B" w:rsidRPr="002813C1">
        <w:t>C</w:t>
      </w:r>
      <w:r>
        <w:t>’</w:t>
      </w:r>
      <w:r w:rsidR="0024252B" w:rsidRPr="002813C1">
        <w:t>est bien ce que mon intendant</w:t>
      </w:r>
      <w:r>
        <w:t xml:space="preserve">, </w:t>
      </w:r>
      <w:r w:rsidR="0024252B" w:rsidRPr="002813C1">
        <w:t>qui est Français</w:t>
      </w:r>
      <w:r>
        <w:t xml:space="preserve">, </w:t>
      </w:r>
      <w:r w:rsidR="0024252B" w:rsidRPr="002813C1">
        <w:t>m</w:t>
      </w:r>
      <w:r>
        <w:t>’</w:t>
      </w:r>
      <w:r w:rsidR="0024252B" w:rsidRPr="002813C1">
        <w:t>a dit</w:t>
      </w:r>
      <w:r>
        <w:t xml:space="preserve">, </w:t>
      </w:r>
      <w:r w:rsidR="0024252B" w:rsidRPr="002813C1">
        <w:t>mais n</w:t>
      </w:r>
      <w:r>
        <w:t>’</w:t>
      </w:r>
      <w:r w:rsidR="0024252B" w:rsidRPr="002813C1">
        <w:t>importe</w:t>
      </w:r>
      <w:r>
        <w:t xml:space="preserve"> !… </w:t>
      </w:r>
      <w:r w:rsidR="0024252B" w:rsidRPr="002813C1">
        <w:t>D</w:t>
      </w:r>
      <w:r>
        <w:t>’</w:t>
      </w:r>
      <w:r w:rsidR="0024252B" w:rsidRPr="002813C1">
        <w:t>ailleurs</w:t>
      </w:r>
      <w:r>
        <w:t xml:space="preserve">, </w:t>
      </w:r>
      <w:r w:rsidR="0024252B" w:rsidRPr="002813C1">
        <w:t>je ne suis pas assez certain de la chose pour l</w:t>
      </w:r>
      <w:r>
        <w:t>’</w:t>
      </w:r>
      <w:r w:rsidR="0024252B" w:rsidRPr="002813C1">
        <w:t>ébruiter</w:t>
      </w:r>
      <w:r>
        <w:t xml:space="preserve">… </w:t>
      </w:r>
      <w:r w:rsidR="0024252B" w:rsidRPr="002813C1">
        <w:t>Je n</w:t>
      </w:r>
      <w:r>
        <w:t>’</w:t>
      </w:r>
      <w:r w:rsidR="0024252B" w:rsidRPr="002813C1">
        <w:t>ai pas encore de preuves positives</w:t>
      </w:r>
      <w:r>
        <w:t>…</w:t>
      </w:r>
    </w:p>
    <w:p w14:paraId="2986D8C4" w14:textId="77777777" w:rsidR="00B77E03" w:rsidRDefault="0024252B" w:rsidP="00B77E03">
      <w:r w:rsidRPr="002813C1">
        <w:t>Il était clair qu</w:t>
      </w:r>
      <w:r w:rsidR="00B77E03">
        <w:t>’</w:t>
      </w:r>
      <w:r w:rsidRPr="002813C1">
        <w:t>il avait une peur affreuse</w:t>
      </w:r>
      <w:r w:rsidR="00B77E03">
        <w:t xml:space="preserve">, </w:t>
      </w:r>
      <w:r w:rsidRPr="002813C1">
        <w:t>et qu</w:t>
      </w:r>
      <w:r w:rsidR="00B77E03">
        <w:t>’</w:t>
      </w:r>
      <w:r w:rsidRPr="002813C1">
        <w:t>il importait</w:t>
      </w:r>
      <w:r w:rsidR="00B77E03">
        <w:t xml:space="preserve">, </w:t>
      </w:r>
      <w:r w:rsidRPr="002813C1">
        <w:t>avant tout</w:t>
      </w:r>
      <w:r w:rsidR="00B77E03">
        <w:t xml:space="preserve">, </w:t>
      </w:r>
      <w:r w:rsidRPr="002813C1">
        <w:t>de le rassurer</w:t>
      </w:r>
      <w:r w:rsidR="00B77E03">
        <w:t>.</w:t>
      </w:r>
    </w:p>
    <w:p w14:paraId="0D35D00D" w14:textId="77777777" w:rsidR="00B77E03" w:rsidRDefault="00B77E03" w:rsidP="00B77E03">
      <w:r>
        <w:t>— </w:t>
      </w:r>
      <w:r w:rsidR="0024252B" w:rsidRPr="002813C1">
        <w:t>Voyons</w:t>
      </w:r>
      <w:r>
        <w:t xml:space="preserve">, </w:t>
      </w:r>
      <w:r w:rsidR="0024252B" w:rsidRPr="002813C1">
        <w:t>insista le baron</w:t>
      </w:r>
      <w:r>
        <w:t xml:space="preserve">, </w:t>
      </w:r>
      <w:r w:rsidR="0024252B" w:rsidRPr="002813C1">
        <w:t>nommez-nous toujours votre homme</w:t>
      </w:r>
      <w:r>
        <w:t xml:space="preserve">… </w:t>
      </w:r>
      <w:r w:rsidR="0024252B" w:rsidRPr="002813C1">
        <w:t>Monsieur que voici</w:t>
      </w:r>
      <w:r>
        <w:t xml:space="preserve"> – </w:t>
      </w:r>
      <w:r w:rsidR="0024252B" w:rsidRPr="002813C1">
        <w:t>et il montrait Pascal</w:t>
      </w:r>
      <w:r>
        <w:t xml:space="preserve"> – </w:t>
      </w:r>
      <w:r w:rsidR="0024252B" w:rsidRPr="002813C1">
        <w:t>est un de mes bons amis</w:t>
      </w:r>
      <w:r>
        <w:t xml:space="preserve"> ; </w:t>
      </w:r>
      <w:r w:rsidR="0024252B" w:rsidRPr="002813C1">
        <w:t>je vous réponds de lui comme de moi-même</w:t>
      </w:r>
      <w:r>
        <w:t xml:space="preserve"> ; </w:t>
      </w:r>
      <w:r w:rsidR="0024252B" w:rsidRPr="002813C1">
        <w:t>nous allons vous jurer sur l</w:t>
      </w:r>
      <w:r>
        <w:t>’</w:t>
      </w:r>
      <w:r w:rsidR="0024252B" w:rsidRPr="002813C1">
        <w:t>honneur de ne révéler à personne</w:t>
      </w:r>
      <w:r>
        <w:t xml:space="preserve">, </w:t>
      </w:r>
      <w:r w:rsidR="0024252B" w:rsidRPr="002813C1">
        <w:t>sans votre autorisation expresse</w:t>
      </w:r>
      <w:r>
        <w:t xml:space="preserve">, </w:t>
      </w:r>
      <w:r w:rsidR="0024252B" w:rsidRPr="002813C1">
        <w:t>le secret que nous vous demandons de nous confier</w:t>
      </w:r>
      <w:r>
        <w:t>…</w:t>
      </w:r>
    </w:p>
    <w:p w14:paraId="6864B6F8" w14:textId="77777777" w:rsidR="00B77E03" w:rsidRDefault="00B77E03" w:rsidP="00B77E03">
      <w:r>
        <w:t>— </w:t>
      </w:r>
      <w:r w:rsidR="0024252B" w:rsidRPr="002813C1">
        <w:t>Bien vrai</w:t>
      </w:r>
      <w:r>
        <w:t> ?</w:t>
      </w:r>
    </w:p>
    <w:p w14:paraId="0854F06D" w14:textId="77777777" w:rsidR="00B77E03" w:rsidRDefault="00B77E03" w:rsidP="00B77E03">
      <w:r>
        <w:t>— </w:t>
      </w:r>
      <w:r w:rsidR="0024252B" w:rsidRPr="002813C1">
        <w:t>Vous avez notre parole d</w:t>
      </w:r>
      <w:r>
        <w:t>’</w:t>
      </w:r>
      <w:r w:rsidR="0024252B" w:rsidRPr="002813C1">
        <w:t>honneur</w:t>
      </w:r>
      <w:r>
        <w:t xml:space="preserve">, </w:t>
      </w:r>
      <w:r w:rsidR="0024252B" w:rsidRPr="002813C1">
        <w:t>répondirent ensemble le baron et Pascal</w:t>
      </w:r>
      <w:r>
        <w:t>.</w:t>
      </w:r>
    </w:p>
    <w:p w14:paraId="133166D2" w14:textId="77777777" w:rsidR="00B77E03" w:rsidRDefault="0024252B" w:rsidP="00B77E03">
      <w:r w:rsidRPr="002813C1">
        <w:t>Après avoir</w:t>
      </w:r>
      <w:r w:rsidR="00B77E03">
        <w:t xml:space="preserve">, </w:t>
      </w:r>
      <w:r w:rsidRPr="002813C1">
        <w:t>à deux reprises</w:t>
      </w:r>
      <w:r w:rsidR="00B77E03">
        <w:t xml:space="preserve">, </w:t>
      </w:r>
      <w:r w:rsidRPr="002813C1">
        <w:t>promené autour de lui un regard inquiet</w:t>
      </w:r>
      <w:r w:rsidR="00B77E03">
        <w:t xml:space="preserve">, </w:t>
      </w:r>
      <w:r w:rsidRPr="002813C1">
        <w:t>le digne Turc parut prendre son courage à deux mains</w:t>
      </w:r>
      <w:r w:rsidR="00B77E03">
        <w:t> :</w:t>
      </w:r>
    </w:p>
    <w:p w14:paraId="2CB4A59E" w14:textId="77777777" w:rsidR="00B77E03" w:rsidRDefault="0024252B" w:rsidP="00B77E03">
      <w:r w:rsidRPr="002813C1">
        <w:t>Mais non</w:t>
      </w:r>
      <w:r w:rsidR="00B77E03">
        <w:t xml:space="preserve"> !… </w:t>
      </w:r>
      <w:r w:rsidRPr="002813C1">
        <w:t>il réfléchit</w:t>
      </w:r>
      <w:r w:rsidR="00B77E03">
        <w:t xml:space="preserve">, </w:t>
      </w:r>
      <w:r w:rsidRPr="002813C1">
        <w:t>et d</w:t>
      </w:r>
      <w:r w:rsidR="00B77E03">
        <w:t>’</w:t>
      </w:r>
      <w:r w:rsidRPr="002813C1">
        <w:t>un accent résolu</w:t>
      </w:r>
      <w:r w:rsidR="00B77E03">
        <w:t> :</w:t>
      </w:r>
    </w:p>
    <w:p w14:paraId="74BE1CD5" w14:textId="77777777" w:rsidR="00B77E03" w:rsidRDefault="00B77E03" w:rsidP="00B77E03">
      <w:r>
        <w:lastRenderedPageBreak/>
        <w:t>— </w:t>
      </w:r>
      <w:r w:rsidR="0024252B" w:rsidRPr="002813C1">
        <w:t>Définitivement</w:t>
      </w:r>
      <w:r>
        <w:t xml:space="preserve">, </w:t>
      </w:r>
      <w:r w:rsidR="0024252B" w:rsidRPr="002813C1">
        <w:t>déclara-t-il</w:t>
      </w:r>
      <w:r>
        <w:t xml:space="preserve">, </w:t>
      </w:r>
      <w:r w:rsidR="0024252B" w:rsidRPr="002813C1">
        <w:t>mes certitudes ne sont pas assez absolues pour que je risque de compromettre un homme qui appartient au meilleur monde</w:t>
      </w:r>
      <w:r>
        <w:t xml:space="preserve">, </w:t>
      </w:r>
      <w:r w:rsidR="0024252B" w:rsidRPr="002813C1">
        <w:t>bien posé</w:t>
      </w:r>
      <w:r>
        <w:t xml:space="preserve">, </w:t>
      </w:r>
      <w:r w:rsidR="0024252B" w:rsidRPr="002813C1">
        <w:t>très-considéré</w:t>
      </w:r>
      <w:r>
        <w:t xml:space="preserve">, </w:t>
      </w:r>
      <w:r w:rsidR="0024252B" w:rsidRPr="002813C1">
        <w:t>fort riche et qui n</w:t>
      </w:r>
      <w:r>
        <w:t>’</w:t>
      </w:r>
      <w:r w:rsidR="0024252B" w:rsidRPr="002813C1">
        <w:t>entendrait pas raillerie sur ce chapitre</w:t>
      </w:r>
      <w:r>
        <w:t>…</w:t>
      </w:r>
    </w:p>
    <w:p w14:paraId="0A1BE559" w14:textId="77777777" w:rsidR="00B77E03" w:rsidRDefault="0024252B" w:rsidP="00B77E03">
      <w:r w:rsidRPr="002813C1">
        <w:t>Il était clair qu</w:t>
      </w:r>
      <w:r w:rsidR="00B77E03">
        <w:t>’</w:t>
      </w:r>
      <w:r w:rsidRPr="002813C1">
        <w:t>il ne parlerait pas</w:t>
      </w:r>
      <w:r w:rsidR="00B77E03">
        <w:t xml:space="preserve">… </w:t>
      </w:r>
      <w:r w:rsidRPr="002813C1">
        <w:t>Le baron haussa les épaules</w:t>
      </w:r>
      <w:r w:rsidR="00B77E03">
        <w:t xml:space="preserve">, </w:t>
      </w:r>
      <w:r w:rsidRPr="002813C1">
        <w:t>mais Pascal bravement s</w:t>
      </w:r>
      <w:r w:rsidR="00B77E03">
        <w:t>’</w:t>
      </w:r>
      <w:r w:rsidRPr="002813C1">
        <w:t>avança</w:t>
      </w:r>
      <w:r w:rsidR="00B77E03">
        <w:t>…</w:t>
      </w:r>
    </w:p>
    <w:p w14:paraId="36982A39" w14:textId="77777777" w:rsidR="00B77E03" w:rsidRDefault="00B77E03" w:rsidP="00B77E03">
      <w:r>
        <w:t>— </w:t>
      </w:r>
      <w:r w:rsidR="0024252B" w:rsidRPr="002813C1">
        <w:t>Je vais donc vous dire</w:t>
      </w:r>
      <w:r>
        <w:t xml:space="preserve">, </w:t>
      </w:r>
      <w:r w:rsidR="0024252B" w:rsidRPr="002813C1">
        <w:t>prince</w:t>
      </w:r>
      <w:r>
        <w:t xml:space="preserve">, </w:t>
      </w:r>
      <w:r w:rsidR="0024252B" w:rsidRPr="002813C1">
        <w:t>prononça-t-il</w:t>
      </w:r>
      <w:r>
        <w:t xml:space="preserve">, </w:t>
      </w:r>
      <w:r w:rsidR="0024252B" w:rsidRPr="002813C1">
        <w:t>le nom que vous vous obstinez à nous cacher</w:t>
      </w:r>
      <w:r>
        <w:t>…</w:t>
      </w:r>
    </w:p>
    <w:p w14:paraId="26883992" w14:textId="77777777" w:rsidR="00B77E03" w:rsidRDefault="00B77E03" w:rsidP="00B77E03">
      <w:r>
        <w:t>— </w:t>
      </w:r>
      <w:r w:rsidR="0024252B" w:rsidRPr="002813C1">
        <w:t>Oh</w:t>
      </w:r>
      <w:r>
        <w:t> !</w:t>
      </w:r>
    </w:p>
    <w:p w14:paraId="771EABAB" w14:textId="48D88D13" w:rsidR="00B77E03" w:rsidRDefault="00B77E03" w:rsidP="00B77E03">
      <w:r>
        <w:t>— </w:t>
      </w:r>
      <w:r w:rsidR="0024252B" w:rsidRPr="002813C1">
        <w:t>Seulement je vous ferai remarquer que de ce moment</w:t>
      </w:r>
      <w:r>
        <w:t>, M. </w:t>
      </w:r>
      <w:r w:rsidR="0024252B" w:rsidRPr="002813C1">
        <w:t>le baron et moi sommes dégagés de notre parole</w:t>
      </w:r>
      <w:r>
        <w:t>…</w:t>
      </w:r>
    </w:p>
    <w:p w14:paraId="72463B24" w14:textId="77777777" w:rsidR="00B77E03" w:rsidRDefault="00B77E03" w:rsidP="00B77E03">
      <w:r>
        <w:t>— </w:t>
      </w:r>
      <w:r w:rsidR="0024252B" w:rsidRPr="002813C1">
        <w:t>Naturellement</w:t>
      </w:r>
      <w:r>
        <w:t>.</w:t>
      </w:r>
    </w:p>
    <w:p w14:paraId="4172372F" w14:textId="075D813D" w:rsidR="00B77E03" w:rsidRDefault="00B77E03" w:rsidP="00B77E03">
      <w:r>
        <w:t>— </w:t>
      </w:r>
      <w:r w:rsidR="0024252B" w:rsidRPr="002813C1">
        <w:t>Alors</w:t>
      </w:r>
      <w:r>
        <w:t xml:space="preserve">, </w:t>
      </w:r>
      <w:r w:rsidR="0024252B" w:rsidRPr="002813C1">
        <w:t xml:space="preserve">votre voleur est </w:t>
      </w:r>
      <w:r>
        <w:t>M. </w:t>
      </w:r>
      <w:r w:rsidR="0024252B" w:rsidRPr="002813C1">
        <w:t xml:space="preserve">le marquis de </w:t>
      </w:r>
      <w:proofErr w:type="spellStart"/>
      <w:r w:rsidR="0024252B" w:rsidRPr="002813C1">
        <w:t>Valorsay</w:t>
      </w:r>
      <w:proofErr w:type="spellEnd"/>
      <w:r>
        <w:t>.</w:t>
      </w:r>
    </w:p>
    <w:p w14:paraId="20B2A667" w14:textId="77777777" w:rsidR="00B77E03" w:rsidRDefault="0024252B" w:rsidP="00B77E03">
      <w:r w:rsidRPr="002813C1">
        <w:t>Kami-Bey eût vu entrer un émissaire de son maître</w:t>
      </w:r>
      <w:r w:rsidR="00B77E03">
        <w:t xml:space="preserve">, </w:t>
      </w:r>
      <w:r w:rsidRPr="002813C1">
        <w:t>armé du lacet fatal</w:t>
      </w:r>
      <w:r w:rsidR="00B77E03">
        <w:t xml:space="preserve">, </w:t>
      </w:r>
      <w:r w:rsidRPr="002813C1">
        <w:t>qu</w:t>
      </w:r>
      <w:r w:rsidR="00B77E03">
        <w:t>’</w:t>
      </w:r>
      <w:r w:rsidRPr="002813C1">
        <w:t>il n</w:t>
      </w:r>
      <w:r w:rsidR="00B77E03">
        <w:t>’</w:t>
      </w:r>
      <w:r w:rsidRPr="002813C1">
        <w:t>eût pas été beaucoup plus troublé</w:t>
      </w:r>
      <w:r w:rsidR="00B77E03">
        <w:t>.</w:t>
      </w:r>
    </w:p>
    <w:p w14:paraId="0D3A27E0" w14:textId="77777777" w:rsidR="00B77E03" w:rsidRDefault="0024252B" w:rsidP="00B77E03">
      <w:r w:rsidRPr="002813C1">
        <w:t>Il se dressa sur ses grosses petites jambes</w:t>
      </w:r>
      <w:r w:rsidR="00B77E03">
        <w:t xml:space="preserve">, </w:t>
      </w:r>
      <w:r w:rsidRPr="002813C1">
        <w:t>la pupille dilatée</w:t>
      </w:r>
      <w:r w:rsidR="00B77E03">
        <w:t xml:space="preserve">, </w:t>
      </w:r>
      <w:r w:rsidRPr="002813C1">
        <w:t>agitant les mains d</w:t>
      </w:r>
      <w:r w:rsidR="00B77E03">
        <w:t>’</w:t>
      </w:r>
      <w:r w:rsidRPr="002813C1">
        <w:t>un geste désespéré</w:t>
      </w:r>
      <w:r w:rsidR="00B77E03">
        <w:t>.</w:t>
      </w:r>
    </w:p>
    <w:p w14:paraId="42B604CF" w14:textId="77777777" w:rsidR="00B77E03" w:rsidRDefault="00B77E03" w:rsidP="00B77E03">
      <w:r>
        <w:t>— </w:t>
      </w:r>
      <w:r w:rsidR="0024252B" w:rsidRPr="002813C1">
        <w:t>Plus bas</w:t>
      </w:r>
      <w:r>
        <w:t xml:space="preserve">, </w:t>
      </w:r>
      <w:r w:rsidR="0024252B" w:rsidRPr="002813C1">
        <w:t>donc</w:t>
      </w:r>
      <w:r>
        <w:t xml:space="preserve">, </w:t>
      </w:r>
      <w:r w:rsidR="0024252B" w:rsidRPr="002813C1">
        <w:t>malheureux</w:t>
      </w:r>
      <w:r>
        <w:t xml:space="preserve"> ! </w:t>
      </w:r>
      <w:r w:rsidR="0024252B" w:rsidRPr="002813C1">
        <w:t>disait-il d</w:t>
      </w:r>
      <w:r>
        <w:t>’</w:t>
      </w:r>
      <w:r w:rsidR="0024252B" w:rsidRPr="002813C1">
        <w:t>une voix effrayée</w:t>
      </w:r>
      <w:r>
        <w:t xml:space="preserve">, </w:t>
      </w:r>
      <w:r w:rsidR="0024252B" w:rsidRPr="002813C1">
        <w:t>plus bas</w:t>
      </w:r>
      <w:r>
        <w:t> !</w:t>
      </w:r>
    </w:p>
    <w:p w14:paraId="3C2D5A3C" w14:textId="77777777" w:rsidR="00B77E03" w:rsidRDefault="0024252B" w:rsidP="00B77E03">
      <w:r w:rsidRPr="002813C1">
        <w:t>Ainsi</w:t>
      </w:r>
      <w:r w:rsidR="00B77E03">
        <w:t xml:space="preserve">, </w:t>
      </w:r>
      <w:r w:rsidRPr="002813C1">
        <w:t>il n</w:t>
      </w:r>
      <w:r w:rsidR="00B77E03">
        <w:t>’</w:t>
      </w:r>
      <w:r w:rsidRPr="002813C1">
        <w:t>essayait même pas de nier</w:t>
      </w:r>
      <w:r w:rsidR="00B77E03">
        <w:t xml:space="preserve">… </w:t>
      </w:r>
      <w:r w:rsidRPr="002813C1">
        <w:t>Le fait devait être considéré comme acquis</w:t>
      </w:r>
      <w:r w:rsidR="00B77E03">
        <w:t>…</w:t>
      </w:r>
    </w:p>
    <w:p w14:paraId="127073DA" w14:textId="77777777" w:rsidR="00B77E03" w:rsidRDefault="0024252B" w:rsidP="00B77E03">
      <w:r w:rsidRPr="002813C1">
        <w:t>Mais Pascal ne pouvait</w:t>
      </w:r>
      <w:r w:rsidR="00B77E03">
        <w:t xml:space="preserve">, </w:t>
      </w:r>
      <w:r w:rsidRPr="002813C1">
        <w:t>avec cela seulement</w:t>
      </w:r>
      <w:r w:rsidR="00B77E03">
        <w:t xml:space="preserve">, </w:t>
      </w:r>
      <w:r w:rsidRPr="002813C1">
        <w:t>se tenir pour content</w:t>
      </w:r>
      <w:r w:rsidR="00B77E03">
        <w:t>.</w:t>
      </w:r>
    </w:p>
    <w:p w14:paraId="069E1CEE" w14:textId="77777777" w:rsidR="00B77E03" w:rsidRDefault="00B77E03" w:rsidP="00B77E03">
      <w:r>
        <w:lastRenderedPageBreak/>
        <w:t>— </w:t>
      </w:r>
      <w:r w:rsidR="0024252B" w:rsidRPr="002813C1">
        <w:t>Maintenant que nous connaissons le principal</w:t>
      </w:r>
      <w:r>
        <w:t xml:space="preserve">, </w:t>
      </w:r>
      <w:r w:rsidR="0024252B" w:rsidRPr="002813C1">
        <w:t>reprit-il</w:t>
      </w:r>
      <w:r>
        <w:t xml:space="preserve">, </w:t>
      </w:r>
      <w:r w:rsidR="0024252B" w:rsidRPr="002813C1">
        <w:t>j</w:t>
      </w:r>
      <w:r>
        <w:t>’</w:t>
      </w:r>
      <w:r w:rsidR="0024252B" w:rsidRPr="002813C1">
        <w:t>espère</w:t>
      </w:r>
      <w:r>
        <w:t xml:space="preserve">, </w:t>
      </w:r>
      <w:r w:rsidR="0024252B" w:rsidRPr="002813C1">
        <w:t>prince</w:t>
      </w:r>
      <w:r>
        <w:t xml:space="preserve">, </w:t>
      </w:r>
      <w:r w:rsidR="0024252B" w:rsidRPr="002813C1">
        <w:t>que vous serez assez obligeant pour nous apprendre comment la chose est arrivée</w:t>
      </w:r>
      <w:r>
        <w:t>…</w:t>
      </w:r>
    </w:p>
    <w:p w14:paraId="7BD07D4D" w14:textId="77777777" w:rsidR="00B77E03" w:rsidRDefault="0024252B" w:rsidP="00B77E03">
      <w:r w:rsidRPr="002813C1">
        <w:t>Pauvre Kami</w:t>
      </w:r>
      <w:r w:rsidR="00B77E03">
        <w:t xml:space="preserve"> !… </w:t>
      </w:r>
      <w:r w:rsidRPr="002813C1">
        <w:t>Ah</w:t>
      </w:r>
      <w:r w:rsidR="00B77E03">
        <w:t xml:space="preserve"> ! </w:t>
      </w:r>
      <w:r w:rsidRPr="002813C1">
        <w:t>il payait cher sa partie</w:t>
      </w:r>
      <w:r w:rsidR="00B77E03">
        <w:t xml:space="preserve"> !… </w:t>
      </w:r>
      <w:r w:rsidRPr="002813C1">
        <w:t>Il suait sang et eau sous son sempiternel fez rouge</w:t>
      </w:r>
      <w:r w:rsidR="00B77E03">
        <w:t>.</w:t>
      </w:r>
    </w:p>
    <w:p w14:paraId="7ED9470E" w14:textId="4294D675" w:rsidR="00B77E03" w:rsidRDefault="00B77E03" w:rsidP="00B77E03">
      <w:r>
        <w:t>— </w:t>
      </w:r>
      <w:r w:rsidR="0024252B" w:rsidRPr="002813C1">
        <w:t>Hélas</w:t>
      </w:r>
      <w:r>
        <w:t xml:space="preserve"> !… </w:t>
      </w:r>
      <w:r w:rsidR="0024252B" w:rsidRPr="002813C1">
        <w:t>répondit-il tristement</w:t>
      </w:r>
      <w:r>
        <w:t xml:space="preserve">, </w:t>
      </w:r>
      <w:r w:rsidR="0024252B" w:rsidRPr="002813C1">
        <w:t>rien de si simple</w:t>
      </w:r>
      <w:r>
        <w:t xml:space="preserve">… </w:t>
      </w:r>
      <w:r w:rsidR="0024252B" w:rsidRPr="002813C1">
        <w:t>J</w:t>
      </w:r>
      <w:r>
        <w:t>’</w:t>
      </w:r>
      <w:r w:rsidR="0024252B" w:rsidRPr="002813C1">
        <w:t>avais envie d</w:t>
      </w:r>
      <w:r>
        <w:t>’</w:t>
      </w:r>
      <w:r w:rsidR="0024252B" w:rsidRPr="002813C1">
        <w:t>une écurie de courses</w:t>
      </w:r>
      <w:r>
        <w:t xml:space="preserve">… </w:t>
      </w:r>
      <w:r w:rsidR="0024252B" w:rsidRPr="002813C1">
        <w:t>Ah</w:t>
      </w:r>
      <w:r>
        <w:t xml:space="preserve"> ! </w:t>
      </w:r>
      <w:r w:rsidR="0024252B" w:rsidRPr="002813C1">
        <w:t>ce n</w:t>
      </w:r>
      <w:r>
        <w:t>’</w:t>
      </w:r>
      <w:r w:rsidR="0024252B" w:rsidRPr="002813C1">
        <w:t>est pas que je sois amateur de sport</w:t>
      </w:r>
      <w:r>
        <w:t xml:space="preserve">, </w:t>
      </w:r>
      <w:r w:rsidR="0024252B" w:rsidRPr="002813C1">
        <w:t>croyez-le bien</w:t>
      </w:r>
      <w:r>
        <w:t xml:space="preserve">, </w:t>
      </w:r>
      <w:r w:rsidR="0024252B" w:rsidRPr="002813C1">
        <w:t>c</w:t>
      </w:r>
      <w:r>
        <w:t>’</w:t>
      </w:r>
      <w:r w:rsidR="0024252B" w:rsidRPr="002813C1">
        <w:t>est à peine si je sais distinguer un cheval d</w:t>
      </w:r>
      <w:r>
        <w:t>’</w:t>
      </w:r>
      <w:r w:rsidR="0024252B" w:rsidRPr="002813C1">
        <w:t>un bourriquet</w:t>
      </w:r>
      <w:r>
        <w:t xml:space="preserve">… </w:t>
      </w:r>
      <w:r w:rsidR="0024252B" w:rsidRPr="002813C1">
        <w:t>Seulement</w:t>
      </w:r>
      <w:r>
        <w:t xml:space="preserve">, </w:t>
      </w:r>
      <w:r w:rsidR="0024252B" w:rsidRPr="002813C1">
        <w:t>du matin au soir tout le monde me répétait</w:t>
      </w:r>
      <w:r>
        <w:t> : « </w:t>
      </w:r>
      <w:r w:rsidR="0024252B" w:rsidRPr="002813C1">
        <w:t>Prince</w:t>
      </w:r>
      <w:r>
        <w:t xml:space="preserve">, </w:t>
      </w:r>
      <w:r w:rsidR="0024252B" w:rsidRPr="002813C1">
        <w:t>un homme comme vous devrait faire courir</w:t>
      </w:r>
      <w:r>
        <w:t>… »</w:t>
      </w:r>
      <w:r w:rsidR="0024252B" w:rsidRPr="002813C1">
        <w:t xml:space="preserve"> Je n</w:t>
      </w:r>
      <w:r>
        <w:t>’</w:t>
      </w:r>
      <w:r w:rsidR="0024252B" w:rsidRPr="002813C1">
        <w:t>ouvrais pas un journal sans y lire</w:t>
      </w:r>
      <w:r>
        <w:t> : « </w:t>
      </w:r>
      <w:r w:rsidR="0024252B" w:rsidRPr="002813C1">
        <w:t>Un homme comme lui devrait faire courir</w:t>
      </w:r>
      <w:r>
        <w:t>… »</w:t>
      </w:r>
      <w:r w:rsidR="0024252B" w:rsidRPr="002813C1">
        <w:t xml:space="preserve"> Si bien qu</w:t>
      </w:r>
      <w:r>
        <w:t>’</w:t>
      </w:r>
      <w:r w:rsidR="0024252B" w:rsidRPr="002813C1">
        <w:t>à la fin</w:t>
      </w:r>
      <w:r>
        <w:t xml:space="preserve">, </w:t>
      </w:r>
      <w:r w:rsidR="0024252B" w:rsidRPr="002813C1">
        <w:t>je me suis dit</w:t>
      </w:r>
      <w:r>
        <w:t> : « </w:t>
      </w:r>
      <w:r w:rsidR="0024252B" w:rsidRPr="002813C1">
        <w:t>C</w:t>
      </w:r>
      <w:r>
        <w:t>’</w:t>
      </w:r>
      <w:r w:rsidR="0024252B" w:rsidRPr="002813C1">
        <w:t>est vrai</w:t>
      </w:r>
      <w:r>
        <w:t xml:space="preserve">, </w:t>
      </w:r>
      <w:r w:rsidR="0024252B" w:rsidRPr="002813C1">
        <w:t>ils ont raison</w:t>
      </w:r>
      <w:r>
        <w:t xml:space="preserve">, </w:t>
      </w:r>
      <w:r w:rsidR="0024252B" w:rsidRPr="002813C1">
        <w:t>un homme comme moi doit faire courir</w:t>
      </w:r>
      <w:r>
        <w:t>… »</w:t>
      </w:r>
      <w:r w:rsidR="0024252B" w:rsidRPr="002813C1">
        <w:t xml:space="preserve"> Là-dessus</w:t>
      </w:r>
      <w:r>
        <w:t xml:space="preserve">, </w:t>
      </w:r>
      <w:r w:rsidR="0024252B" w:rsidRPr="002813C1">
        <w:t>me voilà en quête de chevaux</w:t>
      </w:r>
      <w:r>
        <w:t xml:space="preserve">… </w:t>
      </w:r>
      <w:r w:rsidR="0024252B" w:rsidRPr="002813C1">
        <w:t>J</w:t>
      </w:r>
      <w:r>
        <w:t>’</w:t>
      </w:r>
      <w:r w:rsidR="0024252B" w:rsidRPr="002813C1">
        <w:t>en achetais de tous côtés</w:t>
      </w:r>
      <w:r>
        <w:t xml:space="preserve">, </w:t>
      </w:r>
      <w:r w:rsidR="0024252B" w:rsidRPr="002813C1">
        <w:t xml:space="preserve">quand un soir </w:t>
      </w:r>
      <w:r>
        <w:t>M. de </w:t>
      </w:r>
      <w:proofErr w:type="spellStart"/>
      <w:r w:rsidR="0024252B" w:rsidRPr="002813C1">
        <w:t>Valorsay</w:t>
      </w:r>
      <w:proofErr w:type="spellEnd"/>
      <w:r w:rsidR="0024252B" w:rsidRPr="002813C1">
        <w:t xml:space="preserve"> me propose de me céder quelques-uns des siens</w:t>
      </w:r>
      <w:r>
        <w:t xml:space="preserve">, </w:t>
      </w:r>
      <w:r w:rsidR="0024252B" w:rsidRPr="002813C1">
        <w:t>qui sont connus et qui ont gagné</w:t>
      </w:r>
      <w:r>
        <w:t xml:space="preserve">, </w:t>
      </w:r>
      <w:r w:rsidR="0024252B" w:rsidRPr="002813C1">
        <w:t>m</w:t>
      </w:r>
      <w:r>
        <w:t>’</w:t>
      </w:r>
      <w:r w:rsidR="0024252B" w:rsidRPr="002813C1">
        <w:t>a-t-il dit</w:t>
      </w:r>
      <w:r>
        <w:t xml:space="preserve">, </w:t>
      </w:r>
      <w:r w:rsidR="0024252B" w:rsidRPr="002813C1">
        <w:t>dix fois leur valeur</w:t>
      </w:r>
      <w:r>
        <w:t xml:space="preserve">… </w:t>
      </w:r>
      <w:r w:rsidR="0024252B" w:rsidRPr="002813C1">
        <w:t>J</w:t>
      </w:r>
      <w:r>
        <w:t>’</w:t>
      </w:r>
      <w:r w:rsidR="0024252B" w:rsidRPr="002813C1">
        <w:t>accepte</w:t>
      </w:r>
      <w:r>
        <w:t xml:space="preserve">, </w:t>
      </w:r>
      <w:r w:rsidR="0024252B" w:rsidRPr="002813C1">
        <w:t>nous prenons rendez-vous pour visiter ses écuries</w:t>
      </w:r>
      <w:r>
        <w:t xml:space="preserve">, </w:t>
      </w:r>
      <w:r w:rsidR="0024252B" w:rsidRPr="002813C1">
        <w:t>je les visite</w:t>
      </w:r>
      <w:r>
        <w:t xml:space="preserve">, </w:t>
      </w:r>
      <w:r w:rsidR="0024252B" w:rsidRPr="002813C1">
        <w:t>et séance tenante</w:t>
      </w:r>
      <w:r>
        <w:t xml:space="preserve">, </w:t>
      </w:r>
      <w:r w:rsidR="0024252B" w:rsidRPr="002813C1">
        <w:t>je choisis et je paye sept chevaux</w:t>
      </w:r>
      <w:r>
        <w:t xml:space="preserve">, </w:t>
      </w:r>
      <w:r w:rsidR="0024252B" w:rsidRPr="002813C1">
        <w:t>de ses meilleurs</w:t>
      </w:r>
      <w:r>
        <w:t xml:space="preserve">, </w:t>
      </w:r>
      <w:r w:rsidR="0024252B" w:rsidRPr="002813C1">
        <w:t>à ce qu</w:t>
      </w:r>
      <w:r>
        <w:t>’</w:t>
      </w:r>
      <w:r w:rsidR="0024252B" w:rsidRPr="002813C1">
        <w:t>il me jurait</w:t>
      </w:r>
      <w:r>
        <w:t xml:space="preserve">, </w:t>
      </w:r>
      <w:r w:rsidR="0024252B" w:rsidRPr="002813C1">
        <w:t>et pleins d</w:t>
      </w:r>
      <w:r>
        <w:t>’</w:t>
      </w:r>
      <w:r w:rsidR="0024252B" w:rsidRPr="002813C1">
        <w:t>avenir</w:t>
      </w:r>
      <w:r>
        <w:t xml:space="preserve">… </w:t>
      </w:r>
      <w:r w:rsidR="0024252B" w:rsidRPr="002813C1">
        <w:t>Et je les ai payés leur prix</w:t>
      </w:r>
      <w:r>
        <w:t xml:space="preserve">, </w:t>
      </w:r>
      <w:r w:rsidR="0024252B" w:rsidRPr="002813C1">
        <w:t>je vous le garantis</w:t>
      </w:r>
      <w:r>
        <w:t xml:space="preserve">… </w:t>
      </w:r>
      <w:r w:rsidR="0024252B" w:rsidRPr="002813C1">
        <w:t>Maintenant voilà le tour</w:t>
      </w:r>
      <w:r>
        <w:t xml:space="preserve">… </w:t>
      </w:r>
      <w:r w:rsidR="0024252B" w:rsidRPr="002813C1">
        <w:t>Il ne m</w:t>
      </w:r>
      <w:r>
        <w:t>’</w:t>
      </w:r>
      <w:r w:rsidR="0024252B" w:rsidRPr="002813C1">
        <w:t>a pas livré les chevaux que j</w:t>
      </w:r>
      <w:r>
        <w:t>’</w:t>
      </w:r>
      <w:r w:rsidR="0024252B" w:rsidRPr="002813C1">
        <w:t>avais achetés</w:t>
      </w:r>
      <w:r>
        <w:t xml:space="preserve">… </w:t>
      </w:r>
      <w:r w:rsidR="0024252B" w:rsidRPr="002813C1">
        <w:t>Ceux-là</w:t>
      </w:r>
      <w:r>
        <w:t xml:space="preserve">, </w:t>
      </w:r>
      <w:r w:rsidR="0024252B" w:rsidRPr="002813C1">
        <w:t>les vrais</w:t>
      </w:r>
      <w:r>
        <w:t xml:space="preserve">, </w:t>
      </w:r>
      <w:r w:rsidR="0024252B" w:rsidRPr="002813C1">
        <w:t>les bons</w:t>
      </w:r>
      <w:r>
        <w:t xml:space="preserve">, </w:t>
      </w:r>
      <w:r w:rsidR="0024252B" w:rsidRPr="002813C1">
        <w:t>ont été vendus</w:t>
      </w:r>
      <w:r>
        <w:t xml:space="preserve">, </w:t>
      </w:r>
      <w:r w:rsidR="0024252B" w:rsidRPr="002813C1">
        <w:t>à ce qu</w:t>
      </w:r>
      <w:r>
        <w:t>’</w:t>
      </w:r>
      <w:r w:rsidR="0024252B" w:rsidRPr="002813C1">
        <w:t>il paraît</w:t>
      </w:r>
      <w:r>
        <w:t xml:space="preserve">, </w:t>
      </w:r>
      <w:r w:rsidR="0024252B" w:rsidRPr="002813C1">
        <w:t>en Angleterre</w:t>
      </w:r>
      <w:r>
        <w:t xml:space="preserve">, </w:t>
      </w:r>
      <w:r w:rsidR="0024252B" w:rsidRPr="002813C1">
        <w:t>sous de faux noms</w:t>
      </w:r>
      <w:r>
        <w:t xml:space="preserve">, </w:t>
      </w:r>
      <w:r w:rsidR="0024252B" w:rsidRPr="002813C1">
        <w:t>et moi</w:t>
      </w:r>
      <w:r>
        <w:t xml:space="preserve">, </w:t>
      </w:r>
      <w:r w:rsidR="0024252B" w:rsidRPr="002813C1">
        <w:t>je me trouve avoir pour mon argent</w:t>
      </w:r>
      <w:r>
        <w:t xml:space="preserve">, </w:t>
      </w:r>
      <w:r w:rsidR="0024252B" w:rsidRPr="002813C1">
        <w:t>des bêtes toutes pareilles aux autres comme taille et comme robe</w:t>
      </w:r>
      <w:r>
        <w:t xml:space="preserve">, </w:t>
      </w:r>
      <w:r w:rsidR="0024252B" w:rsidRPr="002813C1">
        <w:t>mais des rosses indignes</w:t>
      </w:r>
      <w:r>
        <w:t>…</w:t>
      </w:r>
    </w:p>
    <w:p w14:paraId="277066AA" w14:textId="77777777" w:rsidR="00B77E03" w:rsidRDefault="0024252B" w:rsidP="00B77E03">
      <w:r w:rsidRPr="002813C1">
        <w:t xml:space="preserve">Pascal et le baron </w:t>
      </w:r>
      <w:proofErr w:type="spellStart"/>
      <w:r w:rsidRPr="002813C1">
        <w:t>Trigault</w:t>
      </w:r>
      <w:proofErr w:type="spellEnd"/>
      <w:r w:rsidRPr="002813C1">
        <w:t xml:space="preserve"> échangeaient des regards stupéfaits</w:t>
      </w:r>
      <w:r w:rsidR="00B77E03">
        <w:t>…</w:t>
      </w:r>
    </w:p>
    <w:p w14:paraId="32C81516" w14:textId="77777777" w:rsidR="00B77E03" w:rsidRDefault="0024252B" w:rsidP="00B77E03">
      <w:r w:rsidRPr="002813C1">
        <w:t xml:space="preserve">Le </w:t>
      </w:r>
      <w:r w:rsidR="00B77E03">
        <w:t>« </w:t>
      </w:r>
      <w:r w:rsidRPr="002813C1">
        <w:t>turf</w:t>
      </w:r>
      <w:r w:rsidR="00B77E03">
        <w:t>, »</w:t>
      </w:r>
      <w:r w:rsidRPr="002813C1">
        <w:t xml:space="preserve"> il faut bien en convenir</w:t>
      </w:r>
      <w:r w:rsidR="00B77E03">
        <w:t xml:space="preserve">, </w:t>
      </w:r>
      <w:r w:rsidRPr="002813C1">
        <w:t>est un admirable champ ouvert à toutes les fraudes</w:t>
      </w:r>
      <w:r w:rsidR="00B77E03">
        <w:t xml:space="preserve">. </w:t>
      </w:r>
      <w:r w:rsidRPr="002813C1">
        <w:t xml:space="preserve">Les âpres convoitises de </w:t>
      </w:r>
      <w:r w:rsidRPr="002813C1">
        <w:lastRenderedPageBreak/>
        <w:t>l</w:t>
      </w:r>
      <w:r w:rsidR="00B77E03">
        <w:t>’</w:t>
      </w:r>
      <w:r w:rsidRPr="002813C1">
        <w:t>argent s</w:t>
      </w:r>
      <w:r w:rsidR="00B77E03">
        <w:t>’</w:t>
      </w:r>
      <w:r w:rsidRPr="002813C1">
        <w:t>y mêlant à la fièvre du jeu et aux ardeurs des vanités rivales</w:t>
      </w:r>
      <w:r w:rsidR="00B77E03">
        <w:t xml:space="preserve">, </w:t>
      </w:r>
      <w:r w:rsidRPr="002813C1">
        <w:t>y donnent naissance à de prodigieuses manœuvres</w:t>
      </w:r>
      <w:r w:rsidR="00B77E03">
        <w:t>.</w:t>
      </w:r>
    </w:p>
    <w:p w14:paraId="14E884A9" w14:textId="77777777" w:rsidR="00B77E03" w:rsidRDefault="0024252B" w:rsidP="00B77E03">
      <w:r w:rsidRPr="002813C1">
        <w:t>Mais jamais on n</w:t>
      </w:r>
      <w:r w:rsidR="00B77E03">
        <w:t>’</w:t>
      </w:r>
      <w:r w:rsidRPr="002813C1">
        <w:t>avait ouï parler d</w:t>
      </w:r>
      <w:r w:rsidR="00B77E03">
        <w:t>’</w:t>
      </w:r>
      <w:r w:rsidRPr="002813C1">
        <w:t xml:space="preserve">une supercherie aussi audacieuse que celle de </w:t>
      </w:r>
      <w:proofErr w:type="spellStart"/>
      <w:r w:rsidRPr="002813C1">
        <w:t>Valorsay</w:t>
      </w:r>
      <w:proofErr w:type="spellEnd"/>
      <w:r w:rsidR="00B77E03">
        <w:t xml:space="preserve">, </w:t>
      </w:r>
      <w:r w:rsidRPr="002813C1">
        <w:t>ni si impudente</w:t>
      </w:r>
      <w:r w:rsidR="00B77E03">
        <w:t>…</w:t>
      </w:r>
    </w:p>
    <w:p w14:paraId="2E617D9D" w14:textId="77777777" w:rsidR="00B77E03" w:rsidRDefault="00B77E03" w:rsidP="00B77E03">
      <w:r>
        <w:t>— </w:t>
      </w:r>
      <w:r w:rsidR="0024252B" w:rsidRPr="002813C1">
        <w:t>Et vous ne vous êtes aperçu de rien</w:t>
      </w:r>
      <w:r>
        <w:t xml:space="preserve">, </w:t>
      </w:r>
      <w:r w:rsidR="0024252B" w:rsidRPr="002813C1">
        <w:t>prince</w:t>
      </w:r>
      <w:r>
        <w:t xml:space="preserve"> ?… </w:t>
      </w:r>
      <w:r w:rsidR="0024252B" w:rsidRPr="002813C1">
        <w:t>interrogea Pascal</w:t>
      </w:r>
      <w:r>
        <w:t xml:space="preserve">, </w:t>
      </w:r>
      <w:r w:rsidR="0024252B" w:rsidRPr="002813C1">
        <w:t>d</w:t>
      </w:r>
      <w:r>
        <w:t>’</w:t>
      </w:r>
      <w:r w:rsidR="0024252B" w:rsidRPr="002813C1">
        <w:t>un ton où certainement il y avait du doute</w:t>
      </w:r>
      <w:r>
        <w:t>.</w:t>
      </w:r>
    </w:p>
    <w:p w14:paraId="035FB4BA" w14:textId="77777777" w:rsidR="00B77E03" w:rsidRDefault="00B77E03" w:rsidP="00B77E03">
      <w:r>
        <w:t>— </w:t>
      </w:r>
      <w:r w:rsidR="0024252B" w:rsidRPr="002813C1">
        <w:t>Est-ce que je m</w:t>
      </w:r>
      <w:r>
        <w:t>’</w:t>
      </w:r>
      <w:r w:rsidR="0024252B" w:rsidRPr="002813C1">
        <w:t>occupe de ces choses-là</w:t>
      </w:r>
      <w:r>
        <w:t> !…</w:t>
      </w:r>
    </w:p>
    <w:p w14:paraId="15DD791B" w14:textId="77777777" w:rsidR="00B77E03" w:rsidRDefault="00B77E03" w:rsidP="00B77E03">
      <w:r>
        <w:t>— </w:t>
      </w:r>
      <w:r w:rsidR="0024252B" w:rsidRPr="002813C1">
        <w:t>Et vos gens</w:t>
      </w:r>
      <w:r>
        <w:t> ?…</w:t>
      </w:r>
    </w:p>
    <w:p w14:paraId="645DBC8C" w14:textId="77777777" w:rsidR="00B77E03" w:rsidRDefault="00B77E03" w:rsidP="00B77E03">
      <w:r>
        <w:t>— </w:t>
      </w:r>
      <w:r w:rsidR="0024252B" w:rsidRPr="002813C1">
        <w:t>Ah</w:t>
      </w:r>
      <w:r>
        <w:t xml:space="preserve"> !… </w:t>
      </w:r>
      <w:r w:rsidR="0024252B" w:rsidRPr="002813C1">
        <w:t>c</w:t>
      </w:r>
      <w:r>
        <w:t>’</w:t>
      </w:r>
      <w:r w:rsidR="0024252B" w:rsidRPr="002813C1">
        <w:t>est une autre affaire</w:t>
      </w:r>
      <w:r>
        <w:t xml:space="preserve"> !… </w:t>
      </w:r>
      <w:r w:rsidR="0024252B" w:rsidRPr="002813C1">
        <w:t>On me dirait que le chef de mes écuries s</w:t>
      </w:r>
      <w:r>
        <w:t>’</w:t>
      </w:r>
      <w:r w:rsidR="0024252B" w:rsidRPr="002813C1">
        <w:t>est laissé graisser la patte par le marquis</w:t>
      </w:r>
      <w:r>
        <w:t xml:space="preserve">, </w:t>
      </w:r>
      <w:r w:rsidR="0024252B" w:rsidRPr="002813C1">
        <w:t>que je n</w:t>
      </w:r>
      <w:r>
        <w:t>’</w:t>
      </w:r>
      <w:r w:rsidR="0024252B" w:rsidRPr="002813C1">
        <w:t>en serais pas étonné</w:t>
      </w:r>
      <w:r>
        <w:t>.</w:t>
      </w:r>
    </w:p>
    <w:p w14:paraId="4398AA51" w14:textId="77777777" w:rsidR="00B77E03" w:rsidRDefault="00B77E03" w:rsidP="00B77E03">
      <w:r>
        <w:t>— </w:t>
      </w:r>
      <w:r w:rsidR="0024252B" w:rsidRPr="002813C1">
        <w:t>Alors</w:t>
      </w:r>
      <w:r>
        <w:t xml:space="preserve">, </w:t>
      </w:r>
      <w:r w:rsidR="0024252B" w:rsidRPr="002813C1">
        <w:t>comment avez-vous découvert la tromperie</w:t>
      </w:r>
      <w:r>
        <w:t> ?…</w:t>
      </w:r>
    </w:p>
    <w:p w14:paraId="478B6034" w14:textId="77777777" w:rsidR="00B77E03" w:rsidRDefault="00B77E03" w:rsidP="00B77E03">
      <w:r>
        <w:t>— </w:t>
      </w:r>
      <w:r w:rsidR="0024252B" w:rsidRPr="002813C1">
        <w:t>Par le plus grand des hasards</w:t>
      </w:r>
      <w:r>
        <w:t xml:space="preserve">… </w:t>
      </w:r>
      <w:r w:rsidR="0024252B" w:rsidRPr="002813C1">
        <w:t>Un jockey que je compte m</w:t>
      </w:r>
      <w:r>
        <w:t>’</w:t>
      </w:r>
      <w:r w:rsidR="0024252B" w:rsidRPr="002813C1">
        <w:t>attacher</w:t>
      </w:r>
      <w:r>
        <w:t xml:space="preserve">, </w:t>
      </w:r>
      <w:r w:rsidR="0024252B" w:rsidRPr="002813C1">
        <w:t>a monté autrefois</w:t>
      </w:r>
      <w:r>
        <w:t xml:space="preserve">, </w:t>
      </w:r>
      <w:r w:rsidR="0024252B" w:rsidRPr="002813C1">
        <w:t>assez souvent</w:t>
      </w:r>
      <w:r>
        <w:t xml:space="preserve">, </w:t>
      </w:r>
      <w:r w:rsidR="0024252B" w:rsidRPr="002813C1">
        <w:t>un des chevaux que je croyais posséder</w:t>
      </w:r>
      <w:r>
        <w:t xml:space="preserve">… </w:t>
      </w:r>
      <w:r w:rsidR="0024252B" w:rsidRPr="002813C1">
        <w:t>Naturellement</w:t>
      </w:r>
      <w:r>
        <w:t xml:space="preserve">, </w:t>
      </w:r>
      <w:r w:rsidR="0024252B" w:rsidRPr="002813C1">
        <w:t>j</w:t>
      </w:r>
      <w:r>
        <w:t>’</w:t>
      </w:r>
      <w:r w:rsidR="0024252B" w:rsidRPr="002813C1">
        <w:t>ai voulu lui montrer cette bête</w:t>
      </w:r>
      <w:r>
        <w:t xml:space="preserve">… </w:t>
      </w:r>
      <w:r w:rsidR="0024252B" w:rsidRPr="002813C1">
        <w:t>Mais mon homme n</w:t>
      </w:r>
      <w:r>
        <w:t>’</w:t>
      </w:r>
      <w:r w:rsidR="0024252B" w:rsidRPr="002813C1">
        <w:t>a pas été plus tôt devant la stalle</w:t>
      </w:r>
      <w:r>
        <w:t xml:space="preserve">, </w:t>
      </w:r>
      <w:r w:rsidR="0024252B" w:rsidRPr="002813C1">
        <w:t>qu</w:t>
      </w:r>
      <w:r>
        <w:t>’</w:t>
      </w:r>
      <w:r w:rsidR="0024252B" w:rsidRPr="002813C1">
        <w:t>il s</w:t>
      </w:r>
      <w:r>
        <w:t>’</w:t>
      </w:r>
      <w:r w:rsidR="0024252B" w:rsidRPr="002813C1">
        <w:t>est écrié</w:t>
      </w:r>
      <w:r>
        <w:t> : « </w:t>
      </w:r>
      <w:r w:rsidR="0024252B" w:rsidRPr="002813C1">
        <w:t>Ça</w:t>
      </w:r>
      <w:r>
        <w:t xml:space="preserve">, </w:t>
      </w:r>
      <w:r w:rsidR="0024252B" w:rsidRPr="002813C1">
        <w:t>tel cheval</w:t>
      </w:r>
      <w:r>
        <w:t xml:space="preserve">… </w:t>
      </w:r>
      <w:r w:rsidR="0024252B" w:rsidRPr="002813C1">
        <w:t>jamais de la vie</w:t>
      </w:r>
      <w:r>
        <w:t xml:space="preserve">… </w:t>
      </w:r>
      <w:r w:rsidR="0024252B" w:rsidRPr="002813C1">
        <w:t>vous êtes refait</w:t>
      </w:r>
      <w:r>
        <w:t xml:space="preserve">, </w:t>
      </w:r>
      <w:r w:rsidR="0024252B" w:rsidRPr="002813C1">
        <w:t>mon prince</w:t>
      </w:r>
      <w:r>
        <w:t> ! »</w:t>
      </w:r>
      <w:r w:rsidR="0024252B" w:rsidRPr="002813C1">
        <w:t xml:space="preserve"> Là-dessus</w:t>
      </w:r>
      <w:r>
        <w:t xml:space="preserve">, </w:t>
      </w:r>
      <w:r w:rsidR="0024252B" w:rsidRPr="002813C1">
        <w:t>on a examiné les autres</w:t>
      </w:r>
      <w:r>
        <w:t xml:space="preserve">, </w:t>
      </w:r>
      <w:r w:rsidR="0024252B" w:rsidRPr="002813C1">
        <w:t>et la mèche s</w:t>
      </w:r>
      <w:r>
        <w:t>’</w:t>
      </w:r>
      <w:r w:rsidR="0024252B" w:rsidRPr="002813C1">
        <w:t>est trouvée éventée</w:t>
      </w:r>
      <w:r>
        <w:t>…</w:t>
      </w:r>
    </w:p>
    <w:p w14:paraId="3288A00A" w14:textId="77777777" w:rsidR="00B77E03" w:rsidRDefault="0024252B" w:rsidP="00B77E03">
      <w:r w:rsidRPr="002813C1">
        <w:t>Connaissant mieux que Pascal le caractère de Kami</w:t>
      </w:r>
      <w:r w:rsidR="00B77E03">
        <w:t xml:space="preserve">, </w:t>
      </w:r>
      <w:r w:rsidRPr="002813C1">
        <w:t>le baron avait pour suspecter l</w:t>
      </w:r>
      <w:r w:rsidR="00B77E03">
        <w:t>’</w:t>
      </w:r>
      <w:r w:rsidRPr="002813C1">
        <w:t>exactitude de ses dires des raisons plus fortes</w:t>
      </w:r>
      <w:r w:rsidR="00B77E03">
        <w:t>.</w:t>
      </w:r>
    </w:p>
    <w:p w14:paraId="7BB76B36" w14:textId="77777777" w:rsidR="00B77E03" w:rsidRDefault="0024252B" w:rsidP="00B77E03">
      <w:r w:rsidRPr="002813C1">
        <w:t>C</w:t>
      </w:r>
      <w:r w:rsidR="00B77E03">
        <w:t>’</w:t>
      </w:r>
      <w:r w:rsidRPr="002813C1">
        <w:t>est qu</w:t>
      </w:r>
      <w:r w:rsidR="00B77E03">
        <w:t>’</w:t>
      </w:r>
      <w:r w:rsidRPr="002813C1">
        <w:t>il n</w:t>
      </w:r>
      <w:r w:rsidR="00B77E03">
        <w:t>’</w:t>
      </w:r>
      <w:r w:rsidRPr="002813C1">
        <w:t>avait pas pour l</w:t>
      </w:r>
      <w:r w:rsidR="00B77E03">
        <w:t>’</w:t>
      </w:r>
      <w:r w:rsidRPr="002813C1">
        <w:t>argent le mépris superbe qu</w:t>
      </w:r>
      <w:r w:rsidR="00B77E03">
        <w:t>’</w:t>
      </w:r>
      <w:r w:rsidRPr="002813C1">
        <w:t>il affectait</w:t>
      </w:r>
      <w:r w:rsidR="00B77E03">
        <w:t xml:space="preserve">, </w:t>
      </w:r>
      <w:r w:rsidRPr="002813C1">
        <w:t>ce Turc cousu de millions</w:t>
      </w:r>
      <w:r w:rsidR="00B77E03">
        <w:t xml:space="preserve">… </w:t>
      </w:r>
      <w:r w:rsidRPr="002813C1">
        <w:t>La vanité seule déliait les cordons de sa bourse</w:t>
      </w:r>
      <w:r w:rsidR="00B77E03">
        <w:t xml:space="preserve">… </w:t>
      </w:r>
      <w:r w:rsidRPr="002813C1">
        <w:t>Il était fort capable d</w:t>
      </w:r>
      <w:r w:rsidR="00B77E03">
        <w:t>’</w:t>
      </w:r>
      <w:r w:rsidRPr="002813C1">
        <w:t>envoyer à la Fancy un collier de mille louis</w:t>
      </w:r>
      <w:r w:rsidR="00B77E03">
        <w:t xml:space="preserve">, </w:t>
      </w:r>
      <w:r w:rsidRPr="002813C1">
        <w:t xml:space="preserve">sûr que le lendemain le </w:t>
      </w:r>
      <w:r w:rsidRPr="002813C1">
        <w:rPr>
          <w:i/>
          <w:szCs w:val="32"/>
        </w:rPr>
        <w:t>Figaro</w:t>
      </w:r>
      <w:r w:rsidRPr="002813C1">
        <w:t xml:space="preserve"> et le </w:t>
      </w:r>
      <w:r w:rsidRPr="002813C1">
        <w:rPr>
          <w:i/>
          <w:szCs w:val="32"/>
        </w:rPr>
        <w:t>Gaulois</w:t>
      </w:r>
      <w:r w:rsidRPr="002813C1">
        <w:t xml:space="preserve"> enregistreraient sa munificence</w:t>
      </w:r>
      <w:r w:rsidR="00B77E03">
        <w:t xml:space="preserve"> ; </w:t>
      </w:r>
      <w:r w:rsidRPr="002813C1">
        <w:t>il n</w:t>
      </w:r>
      <w:r w:rsidR="00B77E03">
        <w:t>’</w:t>
      </w:r>
      <w:r w:rsidRPr="002813C1">
        <w:t xml:space="preserve">eût </w:t>
      </w:r>
      <w:r w:rsidRPr="002813C1">
        <w:lastRenderedPageBreak/>
        <w:t>pas donné secrètement cent sous à une mère de famille mourant de faim</w:t>
      </w:r>
      <w:r w:rsidR="00B77E03">
        <w:t>…</w:t>
      </w:r>
    </w:p>
    <w:p w14:paraId="760ADEFB" w14:textId="77777777" w:rsidR="00B77E03" w:rsidRDefault="0024252B" w:rsidP="00B77E03">
      <w:r w:rsidRPr="002813C1">
        <w:t>Sa plus grande prétention</w:t>
      </w:r>
      <w:r w:rsidR="00B77E03">
        <w:t xml:space="preserve">, </w:t>
      </w:r>
      <w:r w:rsidRPr="002813C1">
        <w:t>d</w:t>
      </w:r>
      <w:r w:rsidR="00B77E03">
        <w:t>’</w:t>
      </w:r>
      <w:r w:rsidRPr="002813C1">
        <w:t>ailleurs</w:t>
      </w:r>
      <w:r w:rsidR="00B77E03">
        <w:t xml:space="preserve">, </w:t>
      </w:r>
      <w:r w:rsidRPr="002813C1">
        <w:t>était d</w:t>
      </w:r>
      <w:r w:rsidR="00B77E03">
        <w:t>’</w:t>
      </w:r>
      <w:r w:rsidRPr="002813C1">
        <w:t>être l</w:t>
      </w:r>
      <w:r w:rsidR="00B77E03">
        <w:t>’</w:t>
      </w:r>
      <w:r w:rsidRPr="002813C1">
        <w:t>homme le plus volé de l</w:t>
      </w:r>
      <w:r w:rsidR="00B77E03">
        <w:t>’</w:t>
      </w:r>
      <w:r w:rsidRPr="002813C1">
        <w:t>Europe</w:t>
      </w:r>
      <w:r w:rsidR="00B77E03">
        <w:t xml:space="preserve">… </w:t>
      </w:r>
      <w:r w:rsidRPr="002813C1">
        <w:t>Mais s</w:t>
      </w:r>
      <w:r w:rsidR="00B77E03">
        <w:t>’</w:t>
      </w:r>
      <w:r w:rsidRPr="002813C1">
        <w:t>il était</w:t>
      </w:r>
      <w:r w:rsidR="00B77E03">
        <w:t xml:space="preserve">, </w:t>
      </w:r>
      <w:r w:rsidRPr="002813C1">
        <w:t>en effet</w:t>
      </w:r>
      <w:r w:rsidR="00B77E03">
        <w:t xml:space="preserve">, </w:t>
      </w:r>
      <w:r w:rsidRPr="002813C1">
        <w:t>exploité indignement</w:t>
      </w:r>
      <w:r w:rsidR="00B77E03">
        <w:t xml:space="preserve">, </w:t>
      </w:r>
      <w:r w:rsidRPr="002813C1">
        <w:t>scandaleusement</w:t>
      </w:r>
      <w:r w:rsidR="00B77E03">
        <w:t xml:space="preserve">, </w:t>
      </w:r>
      <w:r w:rsidRPr="002813C1">
        <w:t>ce n</w:t>
      </w:r>
      <w:r w:rsidR="00B77E03">
        <w:t>’</w:t>
      </w:r>
      <w:r w:rsidRPr="002813C1">
        <w:t>était pas volontairement</w:t>
      </w:r>
      <w:r w:rsidR="00B77E03">
        <w:t xml:space="preserve">… </w:t>
      </w:r>
      <w:r w:rsidRPr="002813C1">
        <w:t>Il n</w:t>
      </w:r>
      <w:r w:rsidR="00B77E03">
        <w:t>’</w:t>
      </w:r>
      <w:r w:rsidRPr="002813C1">
        <w:t>en avait pas moins le fonds d</w:t>
      </w:r>
      <w:r w:rsidR="00B77E03">
        <w:t>’</w:t>
      </w:r>
      <w:r w:rsidRPr="002813C1">
        <w:t>avarice et de défiance de l</w:t>
      </w:r>
      <w:r w:rsidR="00B77E03">
        <w:t>’</w:t>
      </w:r>
      <w:r w:rsidRPr="002813C1">
        <w:t>Arabe</w:t>
      </w:r>
      <w:r w:rsidR="00B77E03">
        <w:t xml:space="preserve">. </w:t>
      </w:r>
      <w:r w:rsidRPr="002813C1">
        <w:t>On lui eût vendu deux sous des pièces de vingt francs qu</w:t>
      </w:r>
      <w:r w:rsidR="00B77E03">
        <w:t>’</w:t>
      </w:r>
      <w:r w:rsidRPr="002813C1">
        <w:t>il eût encore crié au voleur</w:t>
      </w:r>
      <w:r w:rsidR="00B77E03">
        <w:t>…</w:t>
      </w:r>
    </w:p>
    <w:p w14:paraId="543875C9" w14:textId="77777777" w:rsidR="00B77E03" w:rsidRDefault="00B77E03" w:rsidP="00B77E03">
      <w:r>
        <w:t>— </w:t>
      </w:r>
      <w:r w:rsidR="0024252B" w:rsidRPr="002813C1">
        <w:t>Franchement</w:t>
      </w:r>
      <w:r>
        <w:t xml:space="preserve">, </w:t>
      </w:r>
      <w:r w:rsidR="0024252B" w:rsidRPr="002813C1">
        <w:t>prince</w:t>
      </w:r>
      <w:r>
        <w:t xml:space="preserve">, </w:t>
      </w:r>
      <w:r w:rsidR="0024252B" w:rsidRPr="002813C1">
        <w:t>déclara le baron</w:t>
      </w:r>
      <w:r>
        <w:t xml:space="preserve">, </w:t>
      </w:r>
      <w:r w:rsidR="0024252B" w:rsidRPr="002813C1">
        <w:t>votre récit me fait tout l</w:t>
      </w:r>
      <w:r>
        <w:t>’</w:t>
      </w:r>
      <w:r w:rsidR="0024252B" w:rsidRPr="002813C1">
        <w:t>effet d</w:t>
      </w:r>
      <w:r>
        <w:t>’</w:t>
      </w:r>
      <w:r w:rsidR="0024252B" w:rsidRPr="002813C1">
        <w:t>un conte de votre pays</w:t>
      </w:r>
      <w:r>
        <w:t xml:space="preserve">… </w:t>
      </w:r>
      <w:proofErr w:type="spellStart"/>
      <w:r w:rsidR="0024252B" w:rsidRPr="002813C1">
        <w:t>Valorsay</w:t>
      </w:r>
      <w:proofErr w:type="spellEnd"/>
      <w:r w:rsidR="0024252B" w:rsidRPr="002813C1">
        <w:t xml:space="preserve"> n</w:t>
      </w:r>
      <w:r>
        <w:t>’</w:t>
      </w:r>
      <w:r w:rsidR="0024252B" w:rsidRPr="002813C1">
        <w:t>est pas fou</w:t>
      </w:r>
      <w:r>
        <w:t xml:space="preserve">, </w:t>
      </w:r>
      <w:r w:rsidR="0024252B" w:rsidRPr="002813C1">
        <w:t>que je sache</w:t>
      </w:r>
      <w:r>
        <w:t xml:space="preserve">… </w:t>
      </w:r>
      <w:r w:rsidR="0024252B" w:rsidRPr="002813C1">
        <w:t>Comment admettre qu</w:t>
      </w:r>
      <w:r>
        <w:t>’</w:t>
      </w:r>
      <w:r w:rsidR="0024252B" w:rsidRPr="002813C1">
        <w:t>il ait osé hasarder cette fraude si grossière</w:t>
      </w:r>
      <w:r>
        <w:t xml:space="preserve">, </w:t>
      </w:r>
      <w:r w:rsidR="0024252B" w:rsidRPr="002813C1">
        <w:t>qui pouvait</w:t>
      </w:r>
      <w:r>
        <w:t xml:space="preserve">, </w:t>
      </w:r>
      <w:r w:rsidR="0024252B" w:rsidRPr="002813C1">
        <w:t>qui devait être reconnue dans les vingt-quatre heures</w:t>
      </w:r>
      <w:r>
        <w:t xml:space="preserve">, </w:t>
      </w:r>
      <w:r w:rsidR="0024252B" w:rsidRPr="002813C1">
        <w:t>et qui</w:t>
      </w:r>
      <w:r>
        <w:t xml:space="preserve">, </w:t>
      </w:r>
      <w:r w:rsidR="0024252B" w:rsidRPr="002813C1">
        <w:t>prouvée</w:t>
      </w:r>
      <w:r>
        <w:t xml:space="preserve">, </w:t>
      </w:r>
      <w:r w:rsidR="0024252B" w:rsidRPr="002813C1">
        <w:t>le déshonore</w:t>
      </w:r>
      <w:r>
        <w:t> ?</w:t>
      </w:r>
    </w:p>
    <w:p w14:paraId="758DD03C" w14:textId="77777777" w:rsidR="00B77E03" w:rsidRDefault="00B77E03" w:rsidP="00B77E03">
      <w:r>
        <w:t>— </w:t>
      </w:r>
      <w:r w:rsidR="0024252B" w:rsidRPr="002813C1">
        <w:t>Avec un autre</w:t>
      </w:r>
      <w:r>
        <w:t xml:space="preserve">, </w:t>
      </w:r>
      <w:r w:rsidR="0024252B" w:rsidRPr="002813C1">
        <w:t>il y eût peut-être regardé à deux fois</w:t>
      </w:r>
      <w:r>
        <w:t xml:space="preserve">, </w:t>
      </w:r>
      <w:r w:rsidR="0024252B" w:rsidRPr="002813C1">
        <w:t>mais avec moi</w:t>
      </w:r>
      <w:r>
        <w:t xml:space="preserve"> !… </w:t>
      </w:r>
      <w:r w:rsidR="0024252B" w:rsidRPr="002813C1">
        <w:t>N</w:t>
      </w:r>
      <w:r>
        <w:t>’</w:t>
      </w:r>
      <w:r w:rsidR="0024252B" w:rsidRPr="002813C1">
        <w:t>est-il pas connu qu</w:t>
      </w:r>
      <w:r>
        <w:t>’</w:t>
      </w:r>
      <w:r w:rsidR="0024252B" w:rsidRPr="002813C1">
        <w:t>on ne court point de risques à voler Kami-Bey</w:t>
      </w:r>
      <w:r>
        <w:t> !…</w:t>
      </w:r>
    </w:p>
    <w:p w14:paraId="65054367" w14:textId="77777777" w:rsidR="00B77E03" w:rsidRDefault="00B77E03" w:rsidP="00B77E03">
      <w:r>
        <w:t>— </w:t>
      </w:r>
      <w:r w:rsidR="0024252B" w:rsidRPr="002813C1">
        <w:t>N</w:t>
      </w:r>
      <w:r>
        <w:t>’</w:t>
      </w:r>
      <w:r w:rsidR="0024252B" w:rsidRPr="002813C1">
        <w:t>importe</w:t>
      </w:r>
      <w:r>
        <w:t xml:space="preserve"> ! </w:t>
      </w:r>
      <w:r w:rsidR="0024252B" w:rsidRPr="002813C1">
        <w:t>à votre place je me livrerais sans bruit à une petite enquête</w:t>
      </w:r>
      <w:r>
        <w:t>.</w:t>
      </w:r>
    </w:p>
    <w:p w14:paraId="5A58584A" w14:textId="77777777" w:rsidR="00B77E03" w:rsidRDefault="00B77E03" w:rsidP="00B77E03">
      <w:r>
        <w:t>— </w:t>
      </w:r>
      <w:r w:rsidR="0024252B" w:rsidRPr="002813C1">
        <w:t>À quoi bon</w:t>
      </w:r>
      <w:r>
        <w:t xml:space="preserve"> ?… </w:t>
      </w:r>
      <w:r w:rsidR="0024252B" w:rsidRPr="002813C1">
        <w:t>Allez</w:t>
      </w:r>
      <w:r>
        <w:t xml:space="preserve">, </w:t>
      </w:r>
      <w:r w:rsidR="0024252B" w:rsidRPr="002813C1">
        <w:t>je suis fixé et bien plus positivement que je ne vous l</w:t>
      </w:r>
      <w:r>
        <w:t>’</w:t>
      </w:r>
      <w:r w:rsidR="0024252B" w:rsidRPr="002813C1">
        <w:t>avouais tout à l</w:t>
      </w:r>
      <w:r>
        <w:t>’</w:t>
      </w:r>
      <w:r w:rsidR="0024252B" w:rsidRPr="002813C1">
        <w:t>heure</w:t>
      </w:r>
      <w:r>
        <w:t xml:space="preserve">… </w:t>
      </w:r>
      <w:r w:rsidR="0024252B" w:rsidRPr="002813C1">
        <w:t>Il est vrai que j</w:t>
      </w:r>
      <w:r>
        <w:t>’</w:t>
      </w:r>
      <w:r w:rsidR="0024252B" w:rsidRPr="002813C1">
        <w:t>oubliais une circonstance importante</w:t>
      </w:r>
      <w:r>
        <w:t xml:space="preserve">… </w:t>
      </w:r>
      <w:r w:rsidR="0024252B" w:rsidRPr="002813C1">
        <w:t>la vente n</w:t>
      </w:r>
      <w:r>
        <w:t>’</w:t>
      </w:r>
      <w:r w:rsidR="0024252B" w:rsidRPr="002813C1">
        <w:t>a d</w:t>
      </w:r>
      <w:r>
        <w:t>’</w:t>
      </w:r>
      <w:r w:rsidR="0024252B" w:rsidRPr="002813C1">
        <w:t>abord été faite que conditionnellement</w:t>
      </w:r>
      <w:r>
        <w:t xml:space="preserve">, </w:t>
      </w:r>
      <w:r w:rsidR="0024252B" w:rsidRPr="002813C1">
        <w:t>et sous le sceau du secret</w:t>
      </w:r>
      <w:r>
        <w:t xml:space="preserve">… </w:t>
      </w:r>
      <w:r w:rsidR="0024252B" w:rsidRPr="002813C1">
        <w:t>Le marquis se réservait le droit de reprendre ses chevaux en me remboursant dans un délai de</w:t>
      </w:r>
      <w:r>
        <w:t xml:space="preserve">… </w:t>
      </w:r>
      <w:r w:rsidR="0024252B" w:rsidRPr="002813C1">
        <w:t>Ce n</w:t>
      </w:r>
      <w:r>
        <w:t>’</w:t>
      </w:r>
      <w:r w:rsidR="0024252B" w:rsidRPr="002813C1">
        <w:t>est que depuis avant-hier que mon acquisition est définitive</w:t>
      </w:r>
      <w:r>
        <w:t>.</w:t>
      </w:r>
    </w:p>
    <w:p w14:paraId="54480AEB" w14:textId="77777777" w:rsidR="00B77E03" w:rsidRDefault="00B77E03" w:rsidP="00B77E03">
      <w:r>
        <w:t>— </w:t>
      </w:r>
      <w:r w:rsidR="0024252B" w:rsidRPr="002813C1">
        <w:t>Eh</w:t>
      </w:r>
      <w:r>
        <w:t xml:space="preserve"> ! </w:t>
      </w:r>
      <w:r w:rsidR="0024252B" w:rsidRPr="002813C1">
        <w:t>que ne disiez-vous cela tout d</w:t>
      </w:r>
      <w:r>
        <w:t>’</w:t>
      </w:r>
      <w:r w:rsidR="0024252B" w:rsidRPr="002813C1">
        <w:t>abord</w:t>
      </w:r>
      <w:r>
        <w:t xml:space="preserve"> ! </w:t>
      </w:r>
      <w:r w:rsidR="0024252B" w:rsidRPr="002813C1">
        <w:t>s</w:t>
      </w:r>
      <w:r>
        <w:t>’</w:t>
      </w:r>
      <w:r w:rsidR="0024252B" w:rsidRPr="002813C1">
        <w:t>écria le baron</w:t>
      </w:r>
      <w:r>
        <w:t>.</w:t>
      </w:r>
    </w:p>
    <w:p w14:paraId="6ED51DDE" w14:textId="478FE3E9" w:rsidR="00B77E03" w:rsidRDefault="0024252B" w:rsidP="00B77E03">
      <w:r w:rsidRPr="002813C1">
        <w:t>De cette façon</w:t>
      </w:r>
      <w:r w:rsidR="00B77E03">
        <w:t xml:space="preserve">, </w:t>
      </w:r>
      <w:r w:rsidRPr="002813C1">
        <w:t>en effet</w:t>
      </w:r>
      <w:r w:rsidR="00B77E03">
        <w:t xml:space="preserve">, </w:t>
      </w:r>
      <w:r w:rsidRPr="002813C1">
        <w:t>l</w:t>
      </w:r>
      <w:r w:rsidR="00B77E03">
        <w:t>’</w:t>
      </w:r>
      <w:r w:rsidRPr="002813C1">
        <w:t xml:space="preserve">inexplicable escroquerie de </w:t>
      </w:r>
      <w:r w:rsidR="00B77E03">
        <w:t>M. de </w:t>
      </w:r>
      <w:proofErr w:type="spellStart"/>
      <w:r w:rsidRPr="002813C1">
        <w:t>Valorsay</w:t>
      </w:r>
      <w:proofErr w:type="spellEnd"/>
      <w:r w:rsidRPr="002813C1">
        <w:t xml:space="preserve"> s</w:t>
      </w:r>
      <w:r w:rsidR="00B77E03">
        <w:t>’</w:t>
      </w:r>
      <w:r w:rsidRPr="002813C1">
        <w:t>expliquait</w:t>
      </w:r>
      <w:r w:rsidR="00B77E03">
        <w:t>…</w:t>
      </w:r>
    </w:p>
    <w:p w14:paraId="500FD365" w14:textId="6AD7AB57" w:rsidR="00B77E03" w:rsidRDefault="0024252B" w:rsidP="00B77E03">
      <w:r w:rsidRPr="002813C1">
        <w:lastRenderedPageBreak/>
        <w:t>Se voyant perdu</w:t>
      </w:r>
      <w:r w:rsidR="00B77E03">
        <w:t xml:space="preserve">, </w:t>
      </w:r>
      <w:r w:rsidRPr="002813C1">
        <w:t>croyant à son salut s</w:t>
      </w:r>
      <w:r w:rsidR="00B77E03">
        <w:t>’</w:t>
      </w:r>
      <w:r w:rsidRPr="002813C1">
        <w:t>il gagnait du temps</w:t>
      </w:r>
      <w:r w:rsidR="00B77E03">
        <w:t xml:space="preserve">, </w:t>
      </w:r>
      <w:r w:rsidRPr="002813C1">
        <w:t>il avait agi comme tous les caissiers infidèles</w:t>
      </w:r>
      <w:r w:rsidR="00B77E03">
        <w:t xml:space="preserve">, </w:t>
      </w:r>
      <w:r w:rsidRPr="002813C1">
        <w:t>la première fois qu</w:t>
      </w:r>
      <w:r w:rsidR="00B77E03">
        <w:t>’</w:t>
      </w:r>
      <w:r w:rsidRPr="002813C1">
        <w:t>ils empruntent à leur caisse</w:t>
      </w:r>
      <w:r w:rsidR="00B77E03">
        <w:t xml:space="preserve">… </w:t>
      </w:r>
      <w:r w:rsidRPr="002813C1">
        <w:t>Il s</w:t>
      </w:r>
      <w:r w:rsidR="00B77E03">
        <w:t>’</w:t>
      </w:r>
      <w:r w:rsidRPr="002813C1">
        <w:t>était dit</w:t>
      </w:r>
      <w:r w:rsidR="00B77E03">
        <w:t> : « </w:t>
      </w:r>
      <w:r w:rsidRPr="002813C1">
        <w:t>Je rembourserai</w:t>
      </w:r>
      <w:r w:rsidR="00B77E03">
        <w:t xml:space="preserve">, </w:t>
      </w:r>
      <w:r w:rsidRPr="002813C1">
        <w:t>et personne ne saura rien</w:t>
      </w:r>
      <w:r w:rsidR="00B77E03">
        <w:t> !… »</w:t>
      </w:r>
    </w:p>
    <w:p w14:paraId="539DE64F" w14:textId="77777777" w:rsidR="00B77E03" w:rsidRDefault="0024252B" w:rsidP="00B77E03">
      <w:r w:rsidRPr="002813C1">
        <w:t>Puis</w:t>
      </w:r>
      <w:r w:rsidR="00B77E03">
        <w:t xml:space="preserve">, </w:t>
      </w:r>
      <w:r w:rsidRPr="002813C1">
        <w:t>l</w:t>
      </w:r>
      <w:r w:rsidR="00B77E03">
        <w:t>’</w:t>
      </w:r>
      <w:r w:rsidRPr="002813C1">
        <w:t>échéance arrivée</w:t>
      </w:r>
      <w:r w:rsidR="00B77E03">
        <w:t xml:space="preserve">, </w:t>
      </w:r>
      <w:r w:rsidRPr="002813C1">
        <w:t>il s</w:t>
      </w:r>
      <w:r w:rsidR="00B77E03">
        <w:t>’</w:t>
      </w:r>
      <w:r w:rsidRPr="002813C1">
        <w:t>était trouvé n</w:t>
      </w:r>
      <w:r w:rsidR="00B77E03">
        <w:t>’</w:t>
      </w:r>
      <w:r w:rsidRPr="002813C1">
        <w:t>avoir pas plus de ressources que le jour du vol</w:t>
      </w:r>
      <w:r w:rsidR="00B77E03">
        <w:t xml:space="preserve">, </w:t>
      </w:r>
      <w:r w:rsidRPr="002813C1">
        <w:t>et force lui avait bien été de s</w:t>
      </w:r>
      <w:r w:rsidR="00B77E03">
        <w:t>’</w:t>
      </w:r>
      <w:r w:rsidRPr="002813C1">
        <w:t>abandonner aux événements</w:t>
      </w:r>
      <w:r w:rsidR="00B77E03">
        <w:t>.</w:t>
      </w:r>
    </w:p>
    <w:p w14:paraId="72FDDA60" w14:textId="77777777" w:rsidR="00B77E03" w:rsidRDefault="00B77E03" w:rsidP="00B77E03">
      <w:r>
        <w:t>— </w:t>
      </w:r>
      <w:r w:rsidR="0024252B" w:rsidRPr="002813C1">
        <w:t>Et que comptez-vous faire</w:t>
      </w:r>
      <w:r>
        <w:t xml:space="preserve">, </w:t>
      </w:r>
      <w:r w:rsidR="0024252B" w:rsidRPr="002813C1">
        <w:t>prince</w:t>
      </w:r>
      <w:r>
        <w:t xml:space="preserve"> ?… </w:t>
      </w:r>
      <w:r w:rsidR="0024252B" w:rsidRPr="002813C1">
        <w:t>reprit Pascal</w:t>
      </w:r>
      <w:r>
        <w:t>.</w:t>
      </w:r>
    </w:p>
    <w:p w14:paraId="5C9E0188" w14:textId="77777777" w:rsidR="00B77E03" w:rsidRDefault="00B77E03" w:rsidP="00B77E03">
      <w:r>
        <w:t>— </w:t>
      </w:r>
      <w:r w:rsidR="0024252B" w:rsidRPr="002813C1">
        <w:t>Ah</w:t>
      </w:r>
      <w:r>
        <w:t xml:space="preserve"> ! </w:t>
      </w:r>
      <w:r w:rsidR="0024252B" w:rsidRPr="002813C1">
        <w:t>je me le demande</w:t>
      </w:r>
      <w:r>
        <w:t xml:space="preserve">… </w:t>
      </w:r>
      <w:r w:rsidR="0024252B" w:rsidRPr="002813C1">
        <w:t>J</w:t>
      </w:r>
      <w:r>
        <w:t>’</w:t>
      </w:r>
      <w:r w:rsidR="0024252B" w:rsidRPr="002813C1">
        <w:t>ai exigé du marquis la collection de tous les journaux où ses chevaux sont désignés</w:t>
      </w:r>
      <w:r>
        <w:t xml:space="preserve">… </w:t>
      </w:r>
      <w:r w:rsidR="0024252B" w:rsidRPr="002813C1">
        <w:t>Cela servirait en cas de procès</w:t>
      </w:r>
      <w:r>
        <w:t xml:space="preserve">… </w:t>
      </w:r>
      <w:r w:rsidR="0024252B" w:rsidRPr="002813C1">
        <w:t>Seulement</w:t>
      </w:r>
      <w:r>
        <w:t xml:space="preserve">, </w:t>
      </w:r>
      <w:r w:rsidR="0024252B" w:rsidRPr="002813C1">
        <w:t>dois-je déposer une plainte</w:t>
      </w:r>
      <w:r>
        <w:t xml:space="preserve"> ? </w:t>
      </w:r>
      <w:r w:rsidR="0024252B" w:rsidRPr="002813C1">
        <w:t>S</w:t>
      </w:r>
      <w:r>
        <w:t>’</w:t>
      </w:r>
      <w:r w:rsidR="0024252B" w:rsidRPr="002813C1">
        <w:t>il ne s</w:t>
      </w:r>
      <w:r>
        <w:t>’</w:t>
      </w:r>
      <w:r w:rsidR="0024252B" w:rsidRPr="002813C1">
        <w:t>agissait que d</w:t>
      </w:r>
      <w:r>
        <w:t>’</w:t>
      </w:r>
      <w:r w:rsidR="0024252B" w:rsidRPr="002813C1">
        <w:t>argent</w:t>
      </w:r>
      <w:r>
        <w:t xml:space="preserve">, </w:t>
      </w:r>
      <w:r w:rsidR="0024252B" w:rsidRPr="002813C1">
        <w:t>je rirais</w:t>
      </w:r>
      <w:r>
        <w:t xml:space="preserve">, </w:t>
      </w:r>
      <w:r w:rsidR="0024252B" w:rsidRPr="002813C1">
        <w:t>je suis au-dessus de cette misère</w:t>
      </w:r>
      <w:r>
        <w:t xml:space="preserve">… </w:t>
      </w:r>
      <w:r w:rsidR="0024252B" w:rsidRPr="002813C1">
        <w:t>Mais il s</w:t>
      </w:r>
      <w:r>
        <w:t>’</w:t>
      </w:r>
      <w:r w:rsidR="0024252B" w:rsidRPr="002813C1">
        <w:t>est moqué de moi outrageusement</w:t>
      </w:r>
      <w:r>
        <w:t xml:space="preserve">, </w:t>
      </w:r>
      <w:r w:rsidR="0024252B" w:rsidRPr="002813C1">
        <w:t>et cela me vexe</w:t>
      </w:r>
      <w:r>
        <w:t xml:space="preserve">. </w:t>
      </w:r>
      <w:r w:rsidR="0024252B" w:rsidRPr="002813C1">
        <w:t>D</w:t>
      </w:r>
      <w:r>
        <w:t>’</w:t>
      </w:r>
      <w:r w:rsidR="0024252B" w:rsidRPr="002813C1">
        <w:t>un autre côté</w:t>
      </w:r>
      <w:r>
        <w:t xml:space="preserve">, </w:t>
      </w:r>
      <w:r w:rsidR="0024252B" w:rsidRPr="002813C1">
        <w:t>avouer qu</w:t>
      </w:r>
      <w:r>
        <w:t>’</w:t>
      </w:r>
      <w:r w:rsidR="0024252B" w:rsidRPr="002813C1">
        <w:t>on peut me duper ainsi</w:t>
      </w:r>
      <w:r>
        <w:t xml:space="preserve">, </w:t>
      </w:r>
      <w:r w:rsidR="0024252B" w:rsidRPr="002813C1">
        <w:t>c</w:t>
      </w:r>
      <w:r>
        <w:t>’</w:t>
      </w:r>
      <w:r w:rsidR="0024252B" w:rsidRPr="002813C1">
        <w:t>est me couvrir de ridicule</w:t>
      </w:r>
      <w:r>
        <w:t xml:space="preserve">… </w:t>
      </w:r>
      <w:r w:rsidR="0024252B" w:rsidRPr="002813C1">
        <w:t>Puis</w:t>
      </w:r>
      <w:r>
        <w:t xml:space="preserve">, </w:t>
      </w:r>
      <w:r w:rsidR="0024252B" w:rsidRPr="002813C1">
        <w:t>ce diable d</w:t>
      </w:r>
      <w:r>
        <w:t>’</w:t>
      </w:r>
      <w:r w:rsidR="0024252B" w:rsidRPr="002813C1">
        <w:t>homme est dangereux</w:t>
      </w:r>
      <w:r>
        <w:t xml:space="preserve">. </w:t>
      </w:r>
      <w:r w:rsidR="0024252B" w:rsidRPr="002813C1">
        <w:t>Si son cercle allait prendre parti pour lui</w:t>
      </w:r>
      <w:r>
        <w:t xml:space="preserve">, </w:t>
      </w:r>
      <w:r w:rsidR="0024252B" w:rsidRPr="002813C1">
        <w:t>que deviendrais-je</w:t>
      </w:r>
      <w:r>
        <w:t xml:space="preserve">, </w:t>
      </w:r>
      <w:r w:rsidR="0024252B" w:rsidRPr="002813C1">
        <w:t>moi</w:t>
      </w:r>
      <w:r>
        <w:t xml:space="preserve">, </w:t>
      </w:r>
      <w:r w:rsidR="0024252B" w:rsidRPr="002813C1">
        <w:t>étranger</w:t>
      </w:r>
      <w:r>
        <w:t xml:space="preserve"> ?… </w:t>
      </w:r>
      <w:r w:rsidR="0024252B" w:rsidRPr="002813C1">
        <w:t>Je serais forcé de quitter Paris</w:t>
      </w:r>
      <w:r>
        <w:t xml:space="preserve">. </w:t>
      </w:r>
      <w:r w:rsidR="0024252B" w:rsidRPr="002813C1">
        <w:t>Ah</w:t>
      </w:r>
      <w:r>
        <w:t xml:space="preserve"> ! </w:t>
      </w:r>
      <w:r w:rsidR="0024252B" w:rsidRPr="002813C1">
        <w:t>je donnerais bien dix mille francs à qui m</w:t>
      </w:r>
      <w:r>
        <w:t>’</w:t>
      </w:r>
      <w:r w:rsidR="0024252B" w:rsidRPr="002813C1">
        <w:t>arrangerait cette affaire maudite</w:t>
      </w:r>
      <w:r>
        <w:t> !…</w:t>
      </w:r>
    </w:p>
    <w:p w14:paraId="030F968E" w14:textId="77777777" w:rsidR="00B77E03" w:rsidRDefault="0024252B" w:rsidP="00B77E03">
      <w:r w:rsidRPr="002813C1">
        <w:t>Ses perplexités étaient si affreuses</w:t>
      </w:r>
      <w:r w:rsidR="00B77E03">
        <w:t xml:space="preserve">, </w:t>
      </w:r>
      <w:r w:rsidRPr="002813C1">
        <w:t>et si terrible son dépit</w:t>
      </w:r>
      <w:r w:rsidR="00B77E03">
        <w:t xml:space="preserve">, </w:t>
      </w:r>
      <w:r w:rsidRPr="002813C1">
        <w:t>que pour cette fois seulement il arracha son éternel fez et le lança violemment sur la table</w:t>
      </w:r>
      <w:r w:rsidR="00B77E03">
        <w:t xml:space="preserve">, </w:t>
      </w:r>
      <w:r w:rsidRPr="002813C1">
        <w:t>en jurant comme un charretier</w:t>
      </w:r>
      <w:r w:rsidR="00B77E03">
        <w:t>…</w:t>
      </w:r>
    </w:p>
    <w:p w14:paraId="52AD231E" w14:textId="77777777" w:rsidR="00B77E03" w:rsidRDefault="0024252B" w:rsidP="00B77E03">
      <w:r w:rsidRPr="002813C1">
        <w:t>Mais il ne tarda pas à se remettre</w:t>
      </w:r>
      <w:r w:rsidR="00B77E03">
        <w:t xml:space="preserve">, </w:t>
      </w:r>
      <w:r w:rsidRPr="002813C1">
        <w:t>et d</w:t>
      </w:r>
      <w:r w:rsidR="00B77E03">
        <w:t>’</w:t>
      </w:r>
      <w:r w:rsidRPr="002813C1">
        <w:t>un ton qui jouait assez mal l</w:t>
      </w:r>
      <w:r w:rsidR="00B77E03">
        <w:t>’</w:t>
      </w:r>
      <w:r w:rsidRPr="002813C1">
        <w:t>insouciance</w:t>
      </w:r>
      <w:r w:rsidR="00B77E03">
        <w:t> :</w:t>
      </w:r>
    </w:p>
    <w:p w14:paraId="5F8661B6" w14:textId="77777777" w:rsidR="00B77E03" w:rsidRDefault="00B77E03" w:rsidP="00B77E03">
      <w:r>
        <w:t>— </w:t>
      </w:r>
      <w:proofErr w:type="spellStart"/>
      <w:r w:rsidR="0024252B" w:rsidRPr="002813C1">
        <w:t>Bast</w:t>
      </w:r>
      <w:proofErr w:type="spellEnd"/>
      <w:r>
        <w:t xml:space="preserve"> ! </w:t>
      </w:r>
      <w:r w:rsidR="0024252B" w:rsidRPr="002813C1">
        <w:t>fit-il</w:t>
      </w:r>
      <w:r>
        <w:t xml:space="preserve">, </w:t>
      </w:r>
      <w:r w:rsidR="0024252B" w:rsidRPr="002813C1">
        <w:t>en voici assez là-dessus pour aujourd</w:t>
      </w:r>
      <w:r>
        <w:t>’</w:t>
      </w:r>
      <w:r w:rsidR="0024252B" w:rsidRPr="002813C1">
        <w:t>hui</w:t>
      </w:r>
      <w:r>
        <w:t xml:space="preserve">… </w:t>
      </w:r>
      <w:r w:rsidR="0024252B" w:rsidRPr="002813C1">
        <w:t>Je suis ici pour jouer</w:t>
      </w:r>
      <w:r>
        <w:t xml:space="preserve">, </w:t>
      </w:r>
      <w:r w:rsidR="0024252B" w:rsidRPr="002813C1">
        <w:t>jouons</w:t>
      </w:r>
      <w:r>
        <w:t xml:space="preserve">, </w:t>
      </w:r>
      <w:r w:rsidR="0024252B" w:rsidRPr="002813C1">
        <w:t>baron</w:t>
      </w:r>
      <w:r>
        <w:t xml:space="preserve">… </w:t>
      </w:r>
      <w:r w:rsidR="0024252B" w:rsidRPr="002813C1">
        <w:t>Car nous gaspillons un temps précieux</w:t>
      </w:r>
      <w:r>
        <w:t xml:space="preserve">, </w:t>
      </w:r>
      <w:r w:rsidR="0024252B" w:rsidRPr="002813C1">
        <w:t>comme vous disiez autrefois</w:t>
      </w:r>
      <w:r>
        <w:t>.</w:t>
      </w:r>
    </w:p>
    <w:p w14:paraId="064F48B5" w14:textId="77777777" w:rsidR="00B77E03" w:rsidRDefault="0024252B" w:rsidP="00B77E03">
      <w:r w:rsidRPr="002813C1">
        <w:lastRenderedPageBreak/>
        <w:t>Pascal n</w:t>
      </w:r>
      <w:r w:rsidR="00B77E03">
        <w:t>’</w:t>
      </w:r>
      <w:r w:rsidRPr="002813C1">
        <w:t>avait plus rien à apprendre</w:t>
      </w:r>
      <w:r w:rsidR="00B77E03">
        <w:t xml:space="preserve">, </w:t>
      </w:r>
      <w:r w:rsidRPr="002813C1">
        <w:t>il serra la main du baron</w:t>
      </w:r>
      <w:r w:rsidR="00B77E03">
        <w:t xml:space="preserve">, </w:t>
      </w:r>
      <w:r w:rsidRPr="002813C1">
        <w:t>prit avec lui rendez-vous pour le soir même et sortit</w:t>
      </w:r>
      <w:r w:rsidR="00B77E03">
        <w:t>.</w:t>
      </w:r>
    </w:p>
    <w:p w14:paraId="18F2F954" w14:textId="77777777" w:rsidR="00B77E03" w:rsidRDefault="0024252B" w:rsidP="00B77E03">
      <w:r w:rsidRPr="002813C1">
        <w:t>La demie de deux heures sonnait</w:t>
      </w:r>
      <w:r w:rsidR="00B77E03">
        <w:t xml:space="preserve">, </w:t>
      </w:r>
      <w:r w:rsidRPr="002813C1">
        <w:t>il avait encore devant lui une grande heure et demie</w:t>
      </w:r>
      <w:r w:rsidR="00B77E03">
        <w:t>.</w:t>
      </w:r>
    </w:p>
    <w:p w14:paraId="763FCC02" w14:textId="77777777" w:rsidR="00B77E03" w:rsidRDefault="00B77E03" w:rsidP="00B77E03">
      <w:r>
        <w:t>— </w:t>
      </w:r>
      <w:r w:rsidR="0024252B" w:rsidRPr="002813C1">
        <w:t>Si j</w:t>
      </w:r>
      <w:r>
        <w:t>’</w:t>
      </w:r>
      <w:r w:rsidR="0024252B" w:rsidRPr="002813C1">
        <w:t>en profitais pour manger quelque chose</w:t>
      </w:r>
      <w:r>
        <w:t xml:space="preserve"> ! </w:t>
      </w:r>
      <w:r w:rsidR="0024252B" w:rsidRPr="002813C1">
        <w:t>se dit-il</w:t>
      </w:r>
      <w:r>
        <w:t xml:space="preserve">, </w:t>
      </w:r>
      <w:r w:rsidR="0024252B" w:rsidRPr="002813C1">
        <w:t>forcé par les tiraillements de son estomac de se rappeler qu</w:t>
      </w:r>
      <w:r>
        <w:t>’</w:t>
      </w:r>
      <w:r w:rsidR="0024252B" w:rsidRPr="002813C1">
        <w:t>il n</w:t>
      </w:r>
      <w:r>
        <w:t>’</w:t>
      </w:r>
      <w:r w:rsidR="0024252B" w:rsidRPr="002813C1">
        <w:t>avait rien pris de la journée qu</w:t>
      </w:r>
      <w:r>
        <w:t>’</w:t>
      </w:r>
      <w:r w:rsidR="0024252B" w:rsidRPr="002813C1">
        <w:t>une tasse de chocolat</w:t>
      </w:r>
      <w:r>
        <w:t>.</w:t>
      </w:r>
    </w:p>
    <w:p w14:paraId="0CC41270" w14:textId="5CBF9796" w:rsidR="00B77E03" w:rsidRDefault="0024252B" w:rsidP="00B77E03">
      <w:r w:rsidRPr="002813C1">
        <w:t>Précisément il passait devant un café</w:t>
      </w:r>
      <w:r w:rsidR="00B77E03">
        <w:t xml:space="preserve">, </w:t>
      </w:r>
      <w:r w:rsidRPr="002813C1">
        <w:t>il y entra</w:t>
      </w:r>
      <w:r w:rsidR="00B77E03">
        <w:t xml:space="preserve">, </w:t>
      </w:r>
      <w:r w:rsidRPr="002813C1">
        <w:t>se fit servir à déjeuner</w:t>
      </w:r>
      <w:r w:rsidR="00B77E03">
        <w:t xml:space="preserve">, </w:t>
      </w:r>
      <w:r w:rsidRPr="002813C1">
        <w:t xml:space="preserve">et se remit en route de façon à arriver chez </w:t>
      </w:r>
      <w:r w:rsidR="00B77E03">
        <w:t>M. de </w:t>
      </w:r>
      <w:proofErr w:type="spellStart"/>
      <w:r w:rsidRPr="002813C1">
        <w:t>Valorsay</w:t>
      </w:r>
      <w:proofErr w:type="spellEnd"/>
      <w:r w:rsidRPr="002813C1">
        <w:t xml:space="preserve"> juste à l</w:t>
      </w:r>
      <w:r w:rsidR="00B77E03">
        <w:t>’</w:t>
      </w:r>
      <w:r w:rsidRPr="002813C1">
        <w:t>heure qu</w:t>
      </w:r>
      <w:r w:rsidR="00B77E03">
        <w:t>’</w:t>
      </w:r>
      <w:r w:rsidRPr="002813C1">
        <w:t>il lui avait fixée</w:t>
      </w:r>
      <w:r w:rsidR="00B77E03">
        <w:t>…</w:t>
      </w:r>
    </w:p>
    <w:p w14:paraId="0A592BD7" w14:textId="018A77D4" w:rsidR="00B77E03" w:rsidRDefault="0024252B" w:rsidP="00B77E03">
      <w:r w:rsidRPr="002813C1">
        <w:t>Il s</w:t>
      </w:r>
      <w:r w:rsidR="00B77E03">
        <w:t>’</w:t>
      </w:r>
      <w:r w:rsidRPr="002813C1">
        <w:t>y fût présenté bien plus tôt</w:t>
      </w:r>
      <w:r w:rsidR="00B77E03">
        <w:t xml:space="preserve">, </w:t>
      </w:r>
      <w:r w:rsidRPr="002813C1">
        <w:t>s</w:t>
      </w:r>
      <w:r w:rsidR="00B77E03">
        <w:t>’</w:t>
      </w:r>
      <w:r w:rsidRPr="002813C1">
        <w:t>il n</w:t>
      </w:r>
      <w:r w:rsidR="00B77E03">
        <w:t>’</w:t>
      </w:r>
      <w:r w:rsidRPr="002813C1">
        <w:t>eût écouté que son impatience</w:t>
      </w:r>
      <w:r w:rsidR="00B77E03">
        <w:t xml:space="preserve">, </w:t>
      </w:r>
      <w:r w:rsidRPr="002813C1">
        <w:t>persuadé que cette seconde entrevue serait décisive</w:t>
      </w:r>
      <w:r w:rsidR="00B77E03">
        <w:t xml:space="preserve">… </w:t>
      </w:r>
      <w:r w:rsidRPr="002813C1">
        <w:t xml:space="preserve">Mais la prudence lui commandait de ne se point exposer à rencontrer </w:t>
      </w:r>
      <w:r w:rsidR="00B77E03">
        <w:t>M</w:t>
      </w:r>
      <w:r w:rsidR="00B77E03" w:rsidRPr="00B77E03">
        <w:rPr>
          <w:vertAlign w:val="superscript"/>
        </w:rPr>
        <w:t>me</w:t>
      </w:r>
      <w:r w:rsidR="00B77E03">
        <w:t> </w:t>
      </w:r>
      <w:r w:rsidRPr="002813C1">
        <w:t xml:space="preserve">Léon et ce docteur </w:t>
      </w:r>
      <w:proofErr w:type="spellStart"/>
      <w:r w:rsidRPr="002813C1">
        <w:t>Jodon</w:t>
      </w:r>
      <w:proofErr w:type="spellEnd"/>
      <w:r w:rsidRPr="002813C1">
        <w:t xml:space="preserve"> qui l</w:t>
      </w:r>
      <w:r w:rsidR="00B77E03">
        <w:t>’</w:t>
      </w:r>
      <w:r w:rsidRPr="002813C1">
        <w:t>intriguait tant</w:t>
      </w:r>
      <w:r w:rsidR="00B77E03">
        <w:t>.</w:t>
      </w:r>
    </w:p>
    <w:p w14:paraId="2D99F901" w14:textId="77777777" w:rsidR="00B77E03" w:rsidRDefault="00B77E03" w:rsidP="00B77E03">
      <w:r>
        <w:t>— </w:t>
      </w:r>
      <w:r w:rsidR="0024252B" w:rsidRPr="002813C1">
        <w:t>Eh bien</w:t>
      </w:r>
      <w:r>
        <w:t xml:space="preserve"> !… </w:t>
      </w:r>
      <w:r w:rsidR="0024252B" w:rsidRPr="002813C1">
        <w:t xml:space="preserve">Monsieur </w:t>
      </w:r>
      <w:proofErr w:type="spellStart"/>
      <w:r w:rsidR="0024252B" w:rsidRPr="002813C1">
        <w:t>Mauméjan</w:t>
      </w:r>
      <w:proofErr w:type="spellEnd"/>
      <w:r>
        <w:t xml:space="preserve">… </w:t>
      </w:r>
      <w:r w:rsidR="0024252B" w:rsidRPr="002813C1">
        <w:t>lui cria le marquis dès qu</w:t>
      </w:r>
      <w:r>
        <w:t>’</w:t>
      </w:r>
      <w:r w:rsidR="0024252B" w:rsidRPr="002813C1">
        <w:t>il parut</w:t>
      </w:r>
      <w:r>
        <w:t>.</w:t>
      </w:r>
    </w:p>
    <w:p w14:paraId="1A5CAD8C" w14:textId="77777777" w:rsidR="00B77E03" w:rsidRDefault="0024252B" w:rsidP="00B77E03">
      <w:r w:rsidRPr="002813C1">
        <w:t>Il y avait peut-être une heure déjà qu</w:t>
      </w:r>
      <w:r w:rsidR="00B77E03">
        <w:t>’</w:t>
      </w:r>
      <w:r w:rsidRPr="002813C1">
        <w:t>il comptait les secondes</w:t>
      </w:r>
      <w:r w:rsidR="00B77E03">
        <w:t xml:space="preserve">, </w:t>
      </w:r>
      <w:r w:rsidRPr="002813C1">
        <w:t>agité d</w:t>
      </w:r>
      <w:r w:rsidR="00B77E03">
        <w:t>’</w:t>
      </w:r>
      <w:r w:rsidRPr="002813C1">
        <w:t>une indicible angoisse</w:t>
      </w:r>
      <w:r w:rsidR="00B77E03">
        <w:t xml:space="preserve">, </w:t>
      </w:r>
      <w:r w:rsidRPr="002813C1">
        <w:t>son accent le disait</w:t>
      </w:r>
      <w:r w:rsidR="00B77E03">
        <w:t>.</w:t>
      </w:r>
    </w:p>
    <w:p w14:paraId="26BDEA64" w14:textId="77777777" w:rsidR="00B77E03" w:rsidRDefault="0024252B" w:rsidP="00B77E03">
      <w:r w:rsidRPr="002813C1">
        <w:t>Gravement Pascal tira de sa poche vingt-quatre billets de mille francs et un effet de commerce</w:t>
      </w:r>
      <w:r w:rsidR="00B77E03">
        <w:t xml:space="preserve">, </w:t>
      </w:r>
      <w:r w:rsidRPr="002813C1">
        <w:t>qu</w:t>
      </w:r>
      <w:r w:rsidR="00B77E03">
        <w:t>’</w:t>
      </w:r>
      <w:r w:rsidRPr="002813C1">
        <w:t>il posa sur la table</w:t>
      </w:r>
      <w:r w:rsidR="00B77E03">
        <w:t xml:space="preserve">, </w:t>
      </w:r>
      <w:r w:rsidRPr="002813C1">
        <w:t>en disant</w:t>
      </w:r>
      <w:r w:rsidR="00B77E03">
        <w:t> :</w:t>
      </w:r>
    </w:p>
    <w:p w14:paraId="4B0C8FBA" w14:textId="77777777" w:rsidR="00B77E03" w:rsidRDefault="00B77E03" w:rsidP="00B77E03">
      <w:r>
        <w:t>— </w:t>
      </w:r>
      <w:r w:rsidR="0024252B" w:rsidRPr="002813C1">
        <w:t>Voilà</w:t>
      </w:r>
      <w:r>
        <w:t xml:space="preserve">, </w:t>
      </w:r>
      <w:r w:rsidR="0024252B" w:rsidRPr="002813C1">
        <w:t>monsieur le marquis</w:t>
      </w:r>
      <w:r>
        <w:t xml:space="preserve">. </w:t>
      </w:r>
      <w:r w:rsidR="0024252B" w:rsidRPr="002813C1">
        <w:t>Comme de raison</w:t>
      </w:r>
      <w:r>
        <w:t xml:space="preserve">, </w:t>
      </w:r>
      <w:r w:rsidR="0024252B" w:rsidRPr="002813C1">
        <w:t>je me suis appliqué tout d</w:t>
      </w:r>
      <w:r>
        <w:t>’</w:t>
      </w:r>
      <w:r w:rsidR="0024252B" w:rsidRPr="002813C1">
        <w:t>abord mes cinquante louis de commission</w:t>
      </w:r>
      <w:r>
        <w:t xml:space="preserve">… </w:t>
      </w:r>
      <w:r w:rsidR="0024252B" w:rsidRPr="002813C1">
        <w:t>Souscrivez maintenant</w:t>
      </w:r>
      <w:r>
        <w:t xml:space="preserve">, </w:t>
      </w:r>
      <w:r w:rsidR="0024252B" w:rsidRPr="002813C1">
        <w:t>à mon ordre un billet de vingt-cinq mille francs</w:t>
      </w:r>
      <w:r>
        <w:t xml:space="preserve">, </w:t>
      </w:r>
      <w:r w:rsidR="0024252B" w:rsidRPr="002813C1">
        <w:t>à deux mois</w:t>
      </w:r>
      <w:r>
        <w:t xml:space="preserve">, </w:t>
      </w:r>
      <w:r w:rsidR="0024252B" w:rsidRPr="002813C1">
        <w:t>et pour aujourd</w:t>
      </w:r>
      <w:r>
        <w:t>’</w:t>
      </w:r>
      <w:r w:rsidR="0024252B" w:rsidRPr="002813C1">
        <w:t>hui nous serons quittes</w:t>
      </w:r>
      <w:r>
        <w:t>…</w:t>
      </w:r>
    </w:p>
    <w:p w14:paraId="67938C67" w14:textId="23162424" w:rsidR="00B77E03" w:rsidRDefault="0024252B" w:rsidP="00B77E03">
      <w:r w:rsidRPr="002813C1">
        <w:lastRenderedPageBreak/>
        <w:t>C</w:t>
      </w:r>
      <w:r w:rsidR="00B77E03">
        <w:t>’</w:t>
      </w:r>
      <w:r w:rsidRPr="002813C1">
        <w:t>est d</w:t>
      </w:r>
      <w:r w:rsidR="00B77E03">
        <w:t>’</w:t>
      </w:r>
      <w:r w:rsidRPr="002813C1">
        <w:t>une main tremblante d</w:t>
      </w:r>
      <w:r w:rsidR="00B77E03">
        <w:t>’</w:t>
      </w:r>
      <w:r w:rsidRPr="002813C1">
        <w:t>émotion</w:t>
      </w:r>
      <w:r w:rsidR="00B77E03">
        <w:t xml:space="preserve">, </w:t>
      </w:r>
      <w:r w:rsidRPr="002813C1">
        <w:t xml:space="preserve">que </w:t>
      </w:r>
      <w:r w:rsidR="00B77E03">
        <w:t>M. de </w:t>
      </w:r>
      <w:proofErr w:type="spellStart"/>
      <w:r w:rsidRPr="002813C1">
        <w:t>Valorsay</w:t>
      </w:r>
      <w:proofErr w:type="spellEnd"/>
      <w:r w:rsidRPr="002813C1">
        <w:t xml:space="preserve"> libella ce billet</w:t>
      </w:r>
      <w:r w:rsidR="00B77E03">
        <w:t xml:space="preserve">… </w:t>
      </w:r>
      <w:r w:rsidRPr="002813C1">
        <w:t>L</w:t>
      </w:r>
      <w:r w:rsidR="00B77E03">
        <w:t>’</w:t>
      </w:r>
      <w:r w:rsidRPr="002813C1">
        <w:t>instant d</w:t>
      </w:r>
      <w:r w:rsidR="00B77E03">
        <w:t>’</w:t>
      </w:r>
      <w:r w:rsidRPr="002813C1">
        <w:t>avant</w:t>
      </w:r>
      <w:r w:rsidR="00B77E03">
        <w:t xml:space="preserve">, </w:t>
      </w:r>
      <w:r w:rsidRPr="002813C1">
        <w:t>il doutait encore de la promesse de cet homme d</w:t>
      </w:r>
      <w:r w:rsidR="00B77E03">
        <w:t>’</w:t>
      </w:r>
      <w:r w:rsidRPr="002813C1">
        <w:t>affaires inconnu</w:t>
      </w:r>
      <w:r w:rsidR="00B77E03">
        <w:t xml:space="preserve">, </w:t>
      </w:r>
      <w:r w:rsidRPr="002813C1">
        <w:t>survenu si fort à propos</w:t>
      </w:r>
      <w:r w:rsidR="00B77E03">
        <w:t xml:space="preserve">… </w:t>
      </w:r>
      <w:r w:rsidRPr="002813C1">
        <w:t>Et lorsqu</w:t>
      </w:r>
      <w:r w:rsidR="00B77E03">
        <w:t>’</w:t>
      </w:r>
      <w:r w:rsidRPr="002813C1">
        <w:t>il eut signé</w:t>
      </w:r>
      <w:r w:rsidR="00B77E03">
        <w:t>…</w:t>
      </w:r>
    </w:p>
    <w:p w14:paraId="5D315D98" w14:textId="77777777" w:rsidR="00B77E03" w:rsidRDefault="00B77E03" w:rsidP="00B77E03">
      <w:r>
        <w:t>— </w:t>
      </w:r>
      <w:r w:rsidR="0024252B" w:rsidRPr="002813C1">
        <w:t>Voilà toujours de quoi payer ma dette de jeu</w:t>
      </w:r>
      <w:r>
        <w:t xml:space="preserve">, </w:t>
      </w:r>
      <w:r w:rsidR="0024252B" w:rsidRPr="002813C1">
        <w:t>fit-il</w:t>
      </w:r>
      <w:r>
        <w:t xml:space="preserve">, </w:t>
      </w:r>
      <w:r w:rsidR="0024252B" w:rsidRPr="002813C1">
        <w:t>en jetant négligemment les billets de banque dans son tiroir</w:t>
      </w:r>
      <w:r>
        <w:t xml:space="preserve">… </w:t>
      </w:r>
      <w:r w:rsidR="0024252B" w:rsidRPr="002813C1">
        <w:t>Mon embarras n</w:t>
      </w:r>
      <w:r>
        <w:t>’</w:t>
      </w:r>
      <w:r w:rsidR="0024252B" w:rsidRPr="002813C1">
        <w:t>en est pas moins grand</w:t>
      </w:r>
      <w:r>
        <w:t xml:space="preserve">… </w:t>
      </w:r>
      <w:r w:rsidR="0024252B" w:rsidRPr="002813C1">
        <w:t>Ces vingt-quatre mille francs ne remplacent pas les cent mille que m</w:t>
      </w:r>
      <w:r>
        <w:t>’</w:t>
      </w:r>
      <w:r w:rsidR="0024252B" w:rsidRPr="002813C1">
        <w:t xml:space="preserve">avait promis le baron </w:t>
      </w:r>
      <w:proofErr w:type="spellStart"/>
      <w:r w:rsidR="0024252B" w:rsidRPr="002813C1">
        <w:t>Trigault</w:t>
      </w:r>
      <w:proofErr w:type="spellEnd"/>
      <w:r>
        <w:t>…</w:t>
      </w:r>
    </w:p>
    <w:p w14:paraId="44037415" w14:textId="77777777" w:rsidR="00B77E03" w:rsidRDefault="0024252B" w:rsidP="00B77E03">
      <w:r w:rsidRPr="002813C1">
        <w:t>Et comme Pascal ne répondait pas</w:t>
      </w:r>
      <w:r w:rsidR="00B77E03">
        <w:t xml:space="preserve">, </w:t>
      </w:r>
      <w:r w:rsidRPr="002813C1">
        <w:t>il se mit à arpenter le fumoir</w:t>
      </w:r>
      <w:r w:rsidR="00B77E03">
        <w:t xml:space="preserve">, </w:t>
      </w:r>
      <w:r w:rsidRPr="002813C1">
        <w:t>pâle</w:t>
      </w:r>
      <w:r w:rsidR="00B77E03">
        <w:t xml:space="preserve">, </w:t>
      </w:r>
      <w:r w:rsidRPr="002813C1">
        <w:t>les sourcils froncés</w:t>
      </w:r>
      <w:r w:rsidR="00B77E03">
        <w:t xml:space="preserve">, </w:t>
      </w:r>
      <w:r w:rsidRPr="002813C1">
        <w:t>en homme qui avant de prendre un grand parti</w:t>
      </w:r>
      <w:r w:rsidR="00B77E03">
        <w:t xml:space="preserve">, </w:t>
      </w:r>
      <w:r w:rsidRPr="002813C1">
        <w:t>en calcule les conséquences</w:t>
      </w:r>
      <w:r w:rsidR="00B77E03">
        <w:t>…</w:t>
      </w:r>
    </w:p>
    <w:p w14:paraId="74A0469C" w14:textId="62044C34" w:rsidR="00B77E03" w:rsidRDefault="0024252B" w:rsidP="00B77E03">
      <w:r w:rsidRPr="002813C1">
        <w:t>C</w:t>
      </w:r>
      <w:r w:rsidR="00B77E03">
        <w:t>’</w:t>
      </w:r>
      <w:r w:rsidRPr="002813C1">
        <w:t xml:space="preserve">est que depuis sa rupture avec </w:t>
      </w:r>
      <w:r w:rsidR="00B77E03">
        <w:t>M. </w:t>
      </w:r>
      <w:r w:rsidRPr="002813C1">
        <w:t>Fortunat</w:t>
      </w:r>
      <w:r w:rsidR="00B77E03">
        <w:t>, M. de </w:t>
      </w:r>
      <w:proofErr w:type="spellStart"/>
      <w:r w:rsidRPr="002813C1">
        <w:t>Valorsay</w:t>
      </w:r>
      <w:proofErr w:type="spellEnd"/>
      <w:r w:rsidRPr="002813C1">
        <w:t xml:space="preserve"> se heurtait à chaque moment à des difficultés insurmontables</w:t>
      </w:r>
      <w:r w:rsidR="00B77E03">
        <w:t xml:space="preserve">… </w:t>
      </w:r>
      <w:r w:rsidRPr="002813C1">
        <w:t>Il se trouvait embarqué dans une affaire où les conseils d</w:t>
      </w:r>
      <w:r w:rsidR="00B77E03">
        <w:t>’</w:t>
      </w:r>
      <w:r w:rsidRPr="002813C1">
        <w:t>un jurisconsulte habile étaient indispensables</w:t>
      </w:r>
      <w:r w:rsidR="00B77E03">
        <w:t xml:space="preserve">, </w:t>
      </w:r>
      <w:r w:rsidRPr="002813C1">
        <w:t>et il ne savait à qui s</w:t>
      </w:r>
      <w:r w:rsidR="00B77E03">
        <w:t>’</w:t>
      </w:r>
      <w:r w:rsidRPr="002813C1">
        <w:t>adresser</w:t>
      </w:r>
      <w:r w:rsidR="00B77E03">
        <w:t xml:space="preserve">… </w:t>
      </w:r>
      <w:r w:rsidRPr="002813C1">
        <w:t>Ce n</w:t>
      </w:r>
      <w:r w:rsidR="00B77E03">
        <w:t>’</w:t>
      </w:r>
      <w:r w:rsidRPr="002813C1">
        <w:t>était pas à un notaire</w:t>
      </w:r>
      <w:r w:rsidR="00B77E03">
        <w:t xml:space="preserve">, </w:t>
      </w:r>
      <w:r w:rsidRPr="002813C1">
        <w:t>à un avoué</w:t>
      </w:r>
      <w:r w:rsidR="00B77E03">
        <w:t xml:space="preserve">, </w:t>
      </w:r>
      <w:r w:rsidRPr="002813C1">
        <w:t>à un avocat</w:t>
      </w:r>
      <w:r w:rsidR="00B77E03">
        <w:t xml:space="preserve">, </w:t>
      </w:r>
      <w:r w:rsidRPr="002813C1">
        <w:t>honorables et connus</w:t>
      </w:r>
      <w:r w:rsidR="00B77E03">
        <w:t xml:space="preserve">, </w:t>
      </w:r>
      <w:r w:rsidRPr="002813C1">
        <w:t>qu</w:t>
      </w:r>
      <w:r w:rsidR="00B77E03">
        <w:t>’</w:t>
      </w:r>
      <w:r w:rsidRPr="002813C1">
        <w:t>il pouvait confier des desseins tels que les siens</w:t>
      </w:r>
      <w:r w:rsidR="00B77E03">
        <w:t xml:space="preserve">… </w:t>
      </w:r>
      <w:r w:rsidRPr="002813C1">
        <w:t>Et</w:t>
      </w:r>
      <w:r w:rsidR="00B77E03">
        <w:t xml:space="preserve">, </w:t>
      </w:r>
      <w:r w:rsidRPr="002813C1">
        <w:t>d</w:t>
      </w:r>
      <w:r w:rsidR="00B77E03">
        <w:t>’</w:t>
      </w:r>
      <w:r w:rsidRPr="002813C1">
        <w:t>un autre côté</w:t>
      </w:r>
      <w:r w:rsidR="00B77E03">
        <w:t xml:space="preserve">, </w:t>
      </w:r>
      <w:r w:rsidRPr="002813C1">
        <w:t>s</w:t>
      </w:r>
      <w:r w:rsidR="00B77E03">
        <w:t>’</w:t>
      </w:r>
      <w:r w:rsidRPr="002813C1">
        <w:t>il consultait le premier venu</w:t>
      </w:r>
      <w:r w:rsidR="00B77E03">
        <w:t xml:space="preserve">, </w:t>
      </w:r>
      <w:r w:rsidRPr="002813C1">
        <w:t>n</w:t>
      </w:r>
      <w:r w:rsidR="00B77E03">
        <w:t>’</w:t>
      </w:r>
      <w:r w:rsidRPr="002813C1">
        <w:t xml:space="preserve">abuserait-on pas de ses confidences pour le faire </w:t>
      </w:r>
      <w:r w:rsidR="00B77E03">
        <w:t>« </w:t>
      </w:r>
      <w:r w:rsidRPr="002813C1">
        <w:t>chanter</w:t>
      </w:r>
      <w:r w:rsidR="00B77E03">
        <w:t> ? »</w:t>
      </w:r>
    </w:p>
    <w:p w14:paraId="5053368E" w14:textId="77777777" w:rsidR="00B77E03" w:rsidRDefault="0024252B" w:rsidP="00B77E03">
      <w:r w:rsidRPr="002813C1">
        <w:t>Or</w:t>
      </w:r>
      <w:r w:rsidR="00B77E03">
        <w:t xml:space="preserve">, </w:t>
      </w:r>
      <w:r w:rsidRPr="002813C1">
        <w:t>il se demandait pourquoi il n</w:t>
      </w:r>
      <w:r w:rsidR="00B77E03">
        <w:t>’</w:t>
      </w:r>
      <w:r w:rsidRPr="002813C1">
        <w:t>emploierait pas cet homme d</w:t>
      </w:r>
      <w:r w:rsidR="00B77E03">
        <w:t>’</w:t>
      </w:r>
      <w:r w:rsidRPr="002813C1">
        <w:t>affaires qui venait de le servir si efficacement</w:t>
      </w:r>
      <w:r w:rsidR="00B77E03">
        <w:t xml:space="preserve">… </w:t>
      </w:r>
      <w:r w:rsidRPr="002813C1">
        <w:t>Il lui avait paru le conseiller qu</w:t>
      </w:r>
      <w:r w:rsidR="00B77E03">
        <w:t>’</w:t>
      </w:r>
      <w:r w:rsidRPr="002813C1">
        <w:t>il souhaitait</w:t>
      </w:r>
      <w:r w:rsidR="00B77E03">
        <w:t xml:space="preserve">, </w:t>
      </w:r>
      <w:r w:rsidRPr="002813C1">
        <w:t>délié</w:t>
      </w:r>
      <w:r w:rsidR="00B77E03">
        <w:t xml:space="preserve">, </w:t>
      </w:r>
      <w:r w:rsidRPr="002813C1">
        <w:t>avide et léger de scrupules</w:t>
      </w:r>
      <w:r w:rsidR="00B77E03">
        <w:t>…</w:t>
      </w:r>
    </w:p>
    <w:p w14:paraId="5511E270" w14:textId="77777777" w:rsidR="00B77E03" w:rsidRDefault="0024252B" w:rsidP="00B77E03">
      <w:r w:rsidRPr="002813C1">
        <w:t>N</w:t>
      </w:r>
      <w:r w:rsidR="00B77E03">
        <w:t>’</w:t>
      </w:r>
      <w:r w:rsidRPr="002813C1">
        <w:t>ayant pas de temps à perdre en hésitations</w:t>
      </w:r>
      <w:r w:rsidR="00B77E03">
        <w:t xml:space="preserve">, </w:t>
      </w:r>
      <w:r w:rsidRPr="002813C1">
        <w:t>il se décida</w:t>
      </w:r>
      <w:r w:rsidR="00B77E03">
        <w:t xml:space="preserve">, </w:t>
      </w:r>
      <w:r w:rsidRPr="002813C1">
        <w:t>à tous risques</w:t>
      </w:r>
      <w:r w:rsidR="00B77E03">
        <w:t xml:space="preserve">, </w:t>
      </w:r>
      <w:r w:rsidRPr="002813C1">
        <w:t>et s</w:t>
      </w:r>
      <w:r w:rsidR="00B77E03">
        <w:t>’</w:t>
      </w:r>
      <w:r w:rsidRPr="002813C1">
        <w:t>arrêtant devant Pascal</w:t>
      </w:r>
      <w:r w:rsidR="00B77E03">
        <w:t> :</w:t>
      </w:r>
    </w:p>
    <w:p w14:paraId="77459F2E" w14:textId="77777777" w:rsidR="00B77E03" w:rsidRDefault="00B77E03" w:rsidP="00B77E03">
      <w:r>
        <w:t>— </w:t>
      </w:r>
      <w:r w:rsidR="0024252B" w:rsidRPr="002813C1">
        <w:t>Puisque vous venez de me prêter 2</w:t>
      </w:r>
      <w:r w:rsidRPr="002813C1">
        <w:t>4</w:t>
      </w:r>
      <w:r>
        <w:t>,</w:t>
      </w:r>
      <w:r w:rsidRPr="002813C1">
        <w:t>0</w:t>
      </w:r>
      <w:r w:rsidR="0024252B" w:rsidRPr="002813C1">
        <w:t>00 francs</w:t>
      </w:r>
      <w:r>
        <w:t xml:space="preserve">, </w:t>
      </w:r>
      <w:r w:rsidR="0024252B" w:rsidRPr="002813C1">
        <w:t>dit-il</w:t>
      </w:r>
      <w:r>
        <w:t xml:space="preserve">, </w:t>
      </w:r>
      <w:r w:rsidR="0024252B" w:rsidRPr="002813C1">
        <w:t>pourquoi ne me prêteriez-vous pas le reste</w:t>
      </w:r>
      <w:r>
        <w:t> ?…</w:t>
      </w:r>
    </w:p>
    <w:p w14:paraId="0E9FB82D" w14:textId="77777777" w:rsidR="00B77E03" w:rsidRDefault="0024252B" w:rsidP="00B77E03">
      <w:r w:rsidRPr="002813C1">
        <w:lastRenderedPageBreak/>
        <w:t>Mais Pascal hocha la tête</w:t>
      </w:r>
      <w:r w:rsidR="00B77E03">
        <w:t>.</w:t>
      </w:r>
    </w:p>
    <w:p w14:paraId="0494FA8F" w14:textId="77777777" w:rsidR="00B77E03" w:rsidRDefault="00B77E03" w:rsidP="00B77E03">
      <w:r>
        <w:t>— </w:t>
      </w:r>
      <w:r w:rsidR="0024252B" w:rsidRPr="002813C1">
        <w:t>On ne court jamais de risques</w:t>
      </w:r>
      <w:r>
        <w:t xml:space="preserve">, </w:t>
      </w:r>
      <w:r w:rsidR="0024252B" w:rsidRPr="002813C1">
        <w:t>répondit-il</w:t>
      </w:r>
      <w:r>
        <w:t xml:space="preserve">, </w:t>
      </w:r>
      <w:r w:rsidR="0024252B" w:rsidRPr="002813C1">
        <w:t>à avancer à un homme dans votre position vingt-cinq mille francs</w:t>
      </w:r>
      <w:r>
        <w:t xml:space="preserve">… </w:t>
      </w:r>
      <w:r w:rsidR="0024252B" w:rsidRPr="002813C1">
        <w:t>Sombrât-il</w:t>
      </w:r>
      <w:r>
        <w:t xml:space="preserve">, </w:t>
      </w:r>
      <w:r w:rsidR="0024252B" w:rsidRPr="002813C1">
        <w:t>on retrouverait toujours cela dans les épaves</w:t>
      </w:r>
      <w:r>
        <w:t xml:space="preserve">… </w:t>
      </w:r>
      <w:r w:rsidR="0024252B" w:rsidRPr="002813C1">
        <w:t>Mais le double</w:t>
      </w:r>
      <w:r>
        <w:t xml:space="preserve">, </w:t>
      </w:r>
      <w:r w:rsidR="0024252B" w:rsidRPr="002813C1">
        <w:t>le triple</w:t>
      </w:r>
      <w:r>
        <w:t xml:space="preserve">… </w:t>
      </w:r>
      <w:r w:rsidR="0024252B" w:rsidRPr="002813C1">
        <w:t>diable</w:t>
      </w:r>
      <w:r>
        <w:t xml:space="preserve"> !… </w:t>
      </w:r>
      <w:r w:rsidR="0024252B" w:rsidRPr="002813C1">
        <w:t>cela demande réflexion</w:t>
      </w:r>
      <w:r>
        <w:t xml:space="preserve">, </w:t>
      </w:r>
      <w:r w:rsidR="0024252B" w:rsidRPr="002813C1">
        <w:t>et j</w:t>
      </w:r>
      <w:r>
        <w:t>’</w:t>
      </w:r>
      <w:r w:rsidR="0024252B" w:rsidRPr="002813C1">
        <w:t>aurais besoin de connaître la situation</w:t>
      </w:r>
      <w:r>
        <w:t>…</w:t>
      </w:r>
    </w:p>
    <w:p w14:paraId="21865EB2" w14:textId="77777777" w:rsidR="00B77E03" w:rsidRDefault="00B77E03" w:rsidP="00B77E03">
      <w:r>
        <w:t>— </w:t>
      </w:r>
      <w:r w:rsidR="0024252B" w:rsidRPr="002813C1">
        <w:t>Et si je vous disais que je suis</w:t>
      </w:r>
      <w:r>
        <w:t xml:space="preserve">… </w:t>
      </w:r>
      <w:r w:rsidR="0024252B" w:rsidRPr="002813C1">
        <w:t>presque ruiné</w:t>
      </w:r>
      <w:r>
        <w:t xml:space="preserve">, </w:t>
      </w:r>
      <w:r w:rsidR="0024252B" w:rsidRPr="002813C1">
        <w:t>que répondriez-vous</w:t>
      </w:r>
      <w:r>
        <w:t> ?…</w:t>
      </w:r>
    </w:p>
    <w:p w14:paraId="7C265AF9" w14:textId="77777777" w:rsidR="00B77E03" w:rsidRDefault="00B77E03" w:rsidP="00B77E03">
      <w:r>
        <w:t>— </w:t>
      </w:r>
      <w:r w:rsidR="0024252B" w:rsidRPr="002813C1">
        <w:t>Je ne serais pas surpris outre mesure</w:t>
      </w:r>
      <w:r>
        <w:t>…</w:t>
      </w:r>
    </w:p>
    <w:p w14:paraId="66882BCB" w14:textId="5A2DF891" w:rsidR="00B77E03" w:rsidRDefault="0024252B" w:rsidP="00B77E03">
      <w:r w:rsidRPr="002813C1">
        <w:t xml:space="preserve">Désormais </w:t>
      </w:r>
      <w:r w:rsidR="00B77E03">
        <w:t>M. de </w:t>
      </w:r>
      <w:proofErr w:type="spellStart"/>
      <w:r w:rsidRPr="002813C1">
        <w:t>Valorsay</w:t>
      </w:r>
      <w:proofErr w:type="spellEnd"/>
      <w:r w:rsidRPr="002813C1">
        <w:t xml:space="preserve"> était trop avancé pour reculer</w:t>
      </w:r>
      <w:r w:rsidR="00B77E03">
        <w:t>.</w:t>
      </w:r>
    </w:p>
    <w:p w14:paraId="0967FF1E" w14:textId="77777777" w:rsidR="00B77E03" w:rsidRDefault="00B77E03" w:rsidP="00B77E03">
      <w:r>
        <w:t>— </w:t>
      </w:r>
      <w:r w:rsidR="0024252B" w:rsidRPr="002813C1">
        <w:t>Eh bien</w:t>
      </w:r>
      <w:r>
        <w:t xml:space="preserve">, </w:t>
      </w:r>
      <w:r w:rsidR="0024252B" w:rsidRPr="002813C1">
        <w:t>reprit-il</w:t>
      </w:r>
      <w:r>
        <w:t xml:space="preserve">, </w:t>
      </w:r>
      <w:r w:rsidR="0024252B" w:rsidRPr="002813C1">
        <w:t>la vérité est que ma fortune est terriblement compromise</w:t>
      </w:r>
      <w:r>
        <w:t>…</w:t>
      </w:r>
    </w:p>
    <w:p w14:paraId="686E7885" w14:textId="77777777" w:rsidR="00B77E03" w:rsidRDefault="00B77E03" w:rsidP="00B77E03">
      <w:r>
        <w:t>— </w:t>
      </w:r>
      <w:r w:rsidR="0024252B" w:rsidRPr="002813C1">
        <w:t>Diable</w:t>
      </w:r>
      <w:r>
        <w:t xml:space="preserve"> ! </w:t>
      </w:r>
      <w:r w:rsidR="0024252B" w:rsidRPr="002813C1">
        <w:t>vous eussiez dû me dire cela plus tôt</w:t>
      </w:r>
      <w:r>
        <w:t>…</w:t>
      </w:r>
    </w:p>
    <w:p w14:paraId="6BA611AE" w14:textId="77777777" w:rsidR="00B77E03" w:rsidRDefault="00B77E03" w:rsidP="00B77E03">
      <w:r>
        <w:t>— </w:t>
      </w:r>
      <w:r w:rsidR="0024252B" w:rsidRPr="002813C1">
        <w:t>Oh</w:t>
      </w:r>
      <w:r>
        <w:t xml:space="preserve"> ! </w:t>
      </w:r>
      <w:r w:rsidR="0024252B" w:rsidRPr="002813C1">
        <w:t>attendez</w:t>
      </w:r>
      <w:r>
        <w:t xml:space="preserve">… </w:t>
      </w:r>
      <w:r w:rsidR="0024252B" w:rsidRPr="002813C1">
        <w:t>Cette fortune</w:t>
      </w:r>
      <w:r>
        <w:t xml:space="preserve">, </w:t>
      </w:r>
      <w:r w:rsidR="0024252B" w:rsidRPr="002813C1">
        <w:t>je puis la rétablir</w:t>
      </w:r>
      <w:r>
        <w:t xml:space="preserve">, </w:t>
      </w:r>
      <w:r w:rsidR="0024252B" w:rsidRPr="002813C1">
        <w:t>et même la faire plus considérable qu</w:t>
      </w:r>
      <w:r>
        <w:t>’</w:t>
      </w:r>
      <w:r w:rsidR="0024252B" w:rsidRPr="002813C1">
        <w:t>elle n</w:t>
      </w:r>
      <w:r>
        <w:t>’</w:t>
      </w:r>
      <w:r w:rsidR="0024252B" w:rsidRPr="002813C1">
        <w:t>a jamais été</w:t>
      </w:r>
      <w:r>
        <w:t xml:space="preserve">… </w:t>
      </w:r>
      <w:r w:rsidR="0024252B" w:rsidRPr="002813C1">
        <w:t>J</w:t>
      </w:r>
      <w:r>
        <w:t>’</w:t>
      </w:r>
      <w:r w:rsidR="0024252B" w:rsidRPr="002813C1">
        <w:t>ai en vue un mariage qui me rendrait un des hommes les plus riches de Paris</w:t>
      </w:r>
      <w:r>
        <w:t xml:space="preserve">… </w:t>
      </w:r>
      <w:r w:rsidR="0024252B" w:rsidRPr="002813C1">
        <w:t>Mais il me faut du temps pour réussir</w:t>
      </w:r>
      <w:r>
        <w:t xml:space="preserve">, </w:t>
      </w:r>
      <w:r w:rsidR="0024252B" w:rsidRPr="002813C1">
        <w:t>et l</w:t>
      </w:r>
      <w:r>
        <w:t>’</w:t>
      </w:r>
      <w:r w:rsidR="0024252B" w:rsidRPr="002813C1">
        <w:t>argent me manque</w:t>
      </w:r>
      <w:r>
        <w:t xml:space="preserve">, </w:t>
      </w:r>
      <w:r w:rsidR="0024252B" w:rsidRPr="002813C1">
        <w:t>et mes créanciers me pressent</w:t>
      </w:r>
      <w:r>
        <w:t xml:space="preserve">… </w:t>
      </w:r>
      <w:r w:rsidR="0024252B" w:rsidRPr="002813C1">
        <w:t>Une fois déjà</w:t>
      </w:r>
      <w:r>
        <w:t xml:space="preserve">, </w:t>
      </w:r>
      <w:r w:rsidR="0024252B" w:rsidRPr="002813C1">
        <w:t>m</w:t>
      </w:r>
      <w:r>
        <w:t>’</w:t>
      </w:r>
      <w:r w:rsidR="0024252B" w:rsidRPr="002813C1">
        <w:t>avez-vous dit</w:t>
      </w:r>
      <w:r>
        <w:t xml:space="preserve">, </w:t>
      </w:r>
      <w:r w:rsidR="0024252B" w:rsidRPr="002813C1">
        <w:t>vous avez tiré d</w:t>
      </w:r>
      <w:r>
        <w:t>’</w:t>
      </w:r>
      <w:r w:rsidR="0024252B" w:rsidRPr="002813C1">
        <w:t>affaire un homme dans ma situation</w:t>
      </w:r>
      <w:r>
        <w:t xml:space="preserve">. </w:t>
      </w:r>
      <w:r w:rsidR="0024252B" w:rsidRPr="002813C1">
        <w:t>Voulez-vous m</w:t>
      </w:r>
      <w:r>
        <w:t>’</w:t>
      </w:r>
      <w:r w:rsidR="0024252B" w:rsidRPr="002813C1">
        <w:t>aider</w:t>
      </w:r>
      <w:r>
        <w:t xml:space="preserve"> ? </w:t>
      </w:r>
      <w:r w:rsidR="0024252B" w:rsidRPr="002813C1">
        <w:t>Vous fixerez vous-même le prix de vos services</w:t>
      </w:r>
      <w:r>
        <w:t>…</w:t>
      </w:r>
    </w:p>
    <w:p w14:paraId="12000C0E" w14:textId="77777777" w:rsidR="00B77E03" w:rsidRDefault="0024252B" w:rsidP="00B77E03">
      <w:r w:rsidRPr="002813C1">
        <w:t>Moins fort contre la joie qu</w:t>
      </w:r>
      <w:r w:rsidR="00B77E03">
        <w:t>’</w:t>
      </w:r>
      <w:r w:rsidRPr="002813C1">
        <w:t>il ne l</w:t>
      </w:r>
      <w:r w:rsidR="00B77E03">
        <w:t>’</w:t>
      </w:r>
      <w:r w:rsidRPr="002813C1">
        <w:t>était contre la douleur</w:t>
      </w:r>
      <w:r w:rsidR="00B77E03">
        <w:t xml:space="preserve">, </w:t>
      </w:r>
      <w:r w:rsidRPr="002813C1">
        <w:t>Pascal faillit se trahir</w:t>
      </w:r>
      <w:r w:rsidR="00B77E03">
        <w:t xml:space="preserve">… </w:t>
      </w:r>
      <w:r w:rsidRPr="002813C1">
        <w:t>Il touchait le but</w:t>
      </w:r>
      <w:r w:rsidR="00B77E03">
        <w:t xml:space="preserve">, </w:t>
      </w:r>
      <w:r w:rsidRPr="002813C1">
        <w:t>croyait-il</w:t>
      </w:r>
      <w:r w:rsidR="00B77E03">
        <w:t>…</w:t>
      </w:r>
    </w:p>
    <w:p w14:paraId="40511241" w14:textId="77777777" w:rsidR="00B77E03" w:rsidRDefault="0024252B" w:rsidP="00B77E03">
      <w:r w:rsidRPr="002813C1">
        <w:t>Cependant</w:t>
      </w:r>
      <w:r w:rsidR="00B77E03">
        <w:t xml:space="preserve">, </w:t>
      </w:r>
      <w:r w:rsidRPr="002813C1">
        <w:t>il se maîtrisa</w:t>
      </w:r>
      <w:r w:rsidR="00B77E03">
        <w:t xml:space="preserve">, </w:t>
      </w:r>
      <w:r w:rsidRPr="002813C1">
        <w:t>et c</w:t>
      </w:r>
      <w:r w:rsidR="00B77E03">
        <w:t>’</w:t>
      </w:r>
      <w:r w:rsidRPr="002813C1">
        <w:t>est d</w:t>
      </w:r>
      <w:r w:rsidR="00B77E03">
        <w:t>’</w:t>
      </w:r>
      <w:r w:rsidRPr="002813C1">
        <w:t>une voix pleine et calme qu</w:t>
      </w:r>
      <w:r w:rsidR="00B77E03">
        <w:t>’</w:t>
      </w:r>
      <w:r w:rsidRPr="002813C1">
        <w:t>il répondit</w:t>
      </w:r>
      <w:r w:rsidR="00B77E03">
        <w:t> :</w:t>
      </w:r>
    </w:p>
    <w:p w14:paraId="11FF2FB9" w14:textId="77777777" w:rsidR="00B77E03" w:rsidRDefault="00B77E03" w:rsidP="00B77E03">
      <w:r>
        <w:t>— </w:t>
      </w:r>
      <w:r w:rsidR="0024252B" w:rsidRPr="002813C1">
        <w:t>Je ne puis rien dire sans connaître l</w:t>
      </w:r>
      <w:r>
        <w:t>’</w:t>
      </w:r>
      <w:r w:rsidR="0024252B" w:rsidRPr="002813C1">
        <w:t>opération</w:t>
      </w:r>
      <w:r>
        <w:t xml:space="preserve">, </w:t>
      </w:r>
      <w:r w:rsidR="0024252B" w:rsidRPr="002813C1">
        <w:t>monsieur le marquis</w:t>
      </w:r>
      <w:r>
        <w:t xml:space="preserve">… </w:t>
      </w:r>
      <w:r w:rsidR="0024252B" w:rsidRPr="002813C1">
        <w:t>Veuillez me l</w:t>
      </w:r>
      <w:r>
        <w:t>’</w:t>
      </w:r>
      <w:r w:rsidR="0024252B" w:rsidRPr="002813C1">
        <w:t>exposer</w:t>
      </w:r>
      <w:r>
        <w:t xml:space="preserve">, </w:t>
      </w:r>
      <w:r w:rsidR="0024252B" w:rsidRPr="002813C1">
        <w:t>je vous écoute</w:t>
      </w:r>
      <w:r>
        <w:t>…</w:t>
      </w:r>
    </w:p>
    <w:p w14:paraId="3AEDAFC3" w14:textId="01360F8C" w:rsidR="0024252B" w:rsidRPr="002813C1" w:rsidRDefault="0024252B" w:rsidP="00B77E03">
      <w:pPr>
        <w:pStyle w:val="Titre1"/>
      </w:pPr>
      <w:bookmarkStart w:id="12" w:name="_Toc202022837"/>
      <w:r w:rsidRPr="002813C1">
        <w:lastRenderedPageBreak/>
        <w:t>XIII</w:t>
      </w:r>
      <w:bookmarkEnd w:id="12"/>
      <w:r w:rsidRPr="002813C1">
        <w:br/>
      </w:r>
    </w:p>
    <w:p w14:paraId="0BDA3AB6" w14:textId="286B3D2B" w:rsidR="00B77E03" w:rsidRDefault="00B77E03" w:rsidP="00B77E03">
      <w:r>
        <w:t xml:space="preserve">… </w:t>
      </w:r>
      <w:r w:rsidR="0024252B" w:rsidRPr="002813C1">
        <w:t>Il n</w:t>
      </w:r>
      <w:r>
        <w:t>’</w:t>
      </w:r>
      <w:r w:rsidR="0024252B" w:rsidRPr="002813C1">
        <w:t xml:space="preserve">était guère plus de minuit lorsque </w:t>
      </w:r>
      <w:r>
        <w:t>M. </w:t>
      </w:r>
      <w:proofErr w:type="spellStart"/>
      <w:r w:rsidR="0024252B" w:rsidRPr="002813C1">
        <w:t>Wilkie</w:t>
      </w:r>
      <w:proofErr w:type="spellEnd"/>
      <w:r w:rsidR="0024252B" w:rsidRPr="002813C1">
        <w:t xml:space="preserve"> sortit de l</w:t>
      </w:r>
      <w:r>
        <w:t>’</w:t>
      </w:r>
      <w:r w:rsidR="0024252B" w:rsidRPr="002813C1">
        <w:t>hôtel d</w:t>
      </w:r>
      <w:r>
        <w:t>’</w:t>
      </w:r>
      <w:r w:rsidR="0024252B" w:rsidRPr="002813C1">
        <w:t>Argelès</w:t>
      </w:r>
      <w:r>
        <w:t xml:space="preserve">, </w:t>
      </w:r>
      <w:r w:rsidR="0024252B" w:rsidRPr="002813C1">
        <w:t>après la scène lamentable où il s</w:t>
      </w:r>
      <w:r>
        <w:t>’</w:t>
      </w:r>
      <w:r w:rsidR="0024252B" w:rsidRPr="002813C1">
        <w:t>était révélé tout entier</w:t>
      </w:r>
      <w:r>
        <w:t>.</w:t>
      </w:r>
    </w:p>
    <w:p w14:paraId="19A8CDCE" w14:textId="77777777" w:rsidR="00B77E03" w:rsidRDefault="0024252B" w:rsidP="00B77E03">
      <w:r w:rsidRPr="002813C1">
        <w:t>À le voir passer</w:t>
      </w:r>
      <w:r w:rsidR="00B77E03">
        <w:t xml:space="preserve">, </w:t>
      </w:r>
      <w:r w:rsidRPr="002813C1">
        <w:t>les yeux hagards</w:t>
      </w:r>
      <w:r w:rsidR="00B77E03">
        <w:t xml:space="preserve">, </w:t>
      </w:r>
      <w:r w:rsidRPr="002813C1">
        <w:t>la lèvre blanche</w:t>
      </w:r>
      <w:r w:rsidR="00B77E03">
        <w:t xml:space="preserve">, </w:t>
      </w:r>
      <w:r w:rsidRPr="002813C1">
        <w:t>les vêtements en désordre</w:t>
      </w:r>
      <w:r w:rsidR="00B77E03">
        <w:t xml:space="preserve">, </w:t>
      </w:r>
      <w:r w:rsidRPr="002813C1">
        <w:t>les domestiques groupés dans le vestibule le prirent tout d</w:t>
      </w:r>
      <w:r w:rsidR="00B77E03">
        <w:t>’</w:t>
      </w:r>
      <w:r w:rsidRPr="002813C1">
        <w:t>abord pour un joueur ruiné et désespéré</w:t>
      </w:r>
      <w:r w:rsidR="00B77E03">
        <w:t xml:space="preserve">, </w:t>
      </w:r>
      <w:r w:rsidRPr="002813C1">
        <w:t>comme il en sortait parfois de cette maison</w:t>
      </w:r>
      <w:r w:rsidR="00B77E03">
        <w:t>…</w:t>
      </w:r>
    </w:p>
    <w:p w14:paraId="2CFBA563" w14:textId="77777777" w:rsidR="00B77E03" w:rsidRDefault="00B77E03" w:rsidP="00B77E03">
      <w:r>
        <w:t>— </w:t>
      </w:r>
      <w:r w:rsidR="0024252B" w:rsidRPr="002813C1">
        <w:t>Encore un qui n</w:t>
      </w:r>
      <w:r>
        <w:t>’</w:t>
      </w:r>
      <w:r w:rsidR="0024252B" w:rsidRPr="002813C1">
        <w:t>a pas eu de chance</w:t>
      </w:r>
      <w:r>
        <w:t xml:space="preserve"> !… </w:t>
      </w:r>
      <w:r w:rsidR="0024252B" w:rsidRPr="002813C1">
        <w:t>ricanèrent-ils entre eux</w:t>
      </w:r>
      <w:r>
        <w:t>.</w:t>
      </w:r>
    </w:p>
    <w:p w14:paraId="4DB4B409" w14:textId="7BEC22B0" w:rsidR="00B77E03" w:rsidRDefault="00B77E03" w:rsidP="00B77E03">
      <w:r>
        <w:t>— </w:t>
      </w:r>
      <w:r w:rsidR="0024252B" w:rsidRPr="002813C1">
        <w:t>Ah</w:t>
      </w:r>
      <w:r>
        <w:t xml:space="preserve"> !… </w:t>
      </w:r>
      <w:r w:rsidR="0024252B" w:rsidRPr="002813C1">
        <w:t>c</w:t>
      </w:r>
      <w:r>
        <w:t>’</w:t>
      </w:r>
      <w:r w:rsidR="0024252B" w:rsidRPr="002813C1">
        <w:t>est bien fait</w:t>
      </w:r>
      <w:r>
        <w:t>… « </w:t>
      </w:r>
      <w:r w:rsidR="0024252B" w:rsidRPr="002813C1">
        <w:t>fallait pas qu</w:t>
      </w:r>
      <w:r>
        <w:t>’</w:t>
      </w:r>
      <w:r w:rsidR="0024252B" w:rsidRPr="002813C1">
        <w:t>il y aille</w:t>
      </w:r>
      <w:r>
        <w:t> !… »</w:t>
      </w:r>
    </w:p>
    <w:p w14:paraId="4297732B" w14:textId="2B2B19A5" w:rsidR="00B77E03" w:rsidRDefault="0024252B" w:rsidP="00B77E03">
      <w:r w:rsidRPr="002813C1">
        <w:t>Quelques minutes plus tard</w:t>
      </w:r>
      <w:r w:rsidR="00B77E03">
        <w:t xml:space="preserve">, </w:t>
      </w:r>
      <w:r w:rsidRPr="002813C1">
        <w:t>seulement</w:t>
      </w:r>
      <w:r w:rsidR="00B77E03">
        <w:t xml:space="preserve">, </w:t>
      </w:r>
      <w:r w:rsidRPr="002813C1">
        <w:t>ils apprirent une partie de la vérité par les domestiques chargés du service des salons</w:t>
      </w:r>
      <w:r w:rsidR="00B77E03">
        <w:t xml:space="preserve">, </w:t>
      </w:r>
      <w:r w:rsidRPr="002813C1">
        <w:t>qui descendirent tout effarés</w:t>
      </w:r>
      <w:r w:rsidR="00B77E03">
        <w:t xml:space="preserve">, </w:t>
      </w:r>
      <w:r w:rsidRPr="002813C1">
        <w:t xml:space="preserve">criant que </w:t>
      </w:r>
      <w:r w:rsidR="00B77E03">
        <w:t>M</w:t>
      </w:r>
      <w:r w:rsidR="00B77E03" w:rsidRPr="00B77E03">
        <w:rPr>
          <w:vertAlign w:val="superscript"/>
        </w:rPr>
        <w:t>me</w:t>
      </w:r>
      <w:r w:rsidR="00B77E03">
        <w:t> </w:t>
      </w:r>
      <w:r w:rsidRPr="002813C1">
        <w:t>d</w:t>
      </w:r>
      <w:r w:rsidR="00B77E03">
        <w:t>’</w:t>
      </w:r>
      <w:r w:rsidRPr="002813C1">
        <w:t>Argelès se mourait et qu</w:t>
      </w:r>
      <w:r w:rsidR="00B77E03">
        <w:t>’</w:t>
      </w:r>
      <w:r w:rsidRPr="002813C1">
        <w:t>il fallait courir chercher un médecin</w:t>
      </w:r>
      <w:r w:rsidR="00B77E03">
        <w:t>.</w:t>
      </w:r>
    </w:p>
    <w:p w14:paraId="32CB5949" w14:textId="37C6D854" w:rsidR="00B77E03" w:rsidRDefault="0024252B" w:rsidP="00B77E03">
      <w:r w:rsidRPr="002813C1">
        <w:t xml:space="preserve">Mais déjà </w:t>
      </w:r>
      <w:r w:rsidR="00B77E03">
        <w:t>M. </w:t>
      </w:r>
      <w:proofErr w:type="spellStart"/>
      <w:r w:rsidRPr="002813C1">
        <w:t>Wilkie</w:t>
      </w:r>
      <w:proofErr w:type="spellEnd"/>
      <w:r w:rsidRPr="002813C1">
        <w:t xml:space="preserve"> était loin</w:t>
      </w:r>
      <w:r w:rsidR="00B77E03">
        <w:t xml:space="preserve">, </w:t>
      </w:r>
      <w:r w:rsidRPr="002813C1">
        <w:t>et d</w:t>
      </w:r>
      <w:r w:rsidR="00B77E03">
        <w:t>’</w:t>
      </w:r>
      <w:r w:rsidRPr="002813C1">
        <w:t>un pied agile gagnait le boulevard</w:t>
      </w:r>
      <w:r w:rsidR="00B77E03">
        <w:t>.</w:t>
      </w:r>
    </w:p>
    <w:p w14:paraId="5FB210CA" w14:textId="77777777" w:rsidR="00B77E03" w:rsidRDefault="0024252B" w:rsidP="00B77E03">
      <w:r w:rsidRPr="002813C1">
        <w:t>Tout autre eût été accablé de douleur et de honte</w:t>
      </w:r>
      <w:r w:rsidR="00B77E03">
        <w:t xml:space="preserve">, </w:t>
      </w:r>
      <w:r w:rsidRPr="002813C1">
        <w:t>épouvanté de ce qu</w:t>
      </w:r>
      <w:r w:rsidR="00B77E03">
        <w:t>’</w:t>
      </w:r>
      <w:r w:rsidRPr="002813C1">
        <w:t>il avait fait</w:t>
      </w:r>
      <w:r w:rsidR="00B77E03">
        <w:t xml:space="preserve">, </w:t>
      </w:r>
      <w:r w:rsidRPr="002813C1">
        <w:t>et n</w:t>
      </w:r>
      <w:r w:rsidR="00B77E03">
        <w:t>’</w:t>
      </w:r>
      <w:r w:rsidRPr="002813C1">
        <w:t>eût su où ni comment cacher son ignominie</w:t>
      </w:r>
      <w:r w:rsidR="00B77E03">
        <w:t xml:space="preserve">… </w:t>
      </w:r>
      <w:r w:rsidRPr="002813C1">
        <w:t>Lui</w:t>
      </w:r>
      <w:r w:rsidR="00B77E03">
        <w:t xml:space="preserve">, </w:t>
      </w:r>
      <w:r w:rsidRPr="002813C1">
        <w:t>point</w:t>
      </w:r>
      <w:r w:rsidR="00B77E03">
        <w:t>.</w:t>
      </w:r>
    </w:p>
    <w:p w14:paraId="6987E8E9" w14:textId="711EB5A0" w:rsidR="00B77E03" w:rsidRDefault="0024252B" w:rsidP="00B77E03">
      <w:r w:rsidRPr="002813C1">
        <w:t>De cette épouvantable crise</w:t>
      </w:r>
      <w:r w:rsidR="00B77E03">
        <w:t xml:space="preserve">, </w:t>
      </w:r>
      <w:r w:rsidRPr="002813C1">
        <w:t>une seule circonstance l</w:t>
      </w:r>
      <w:r w:rsidR="00B77E03">
        <w:t>’</w:t>
      </w:r>
      <w:r w:rsidRPr="002813C1">
        <w:t>occupait</w:t>
      </w:r>
      <w:r w:rsidR="00B77E03">
        <w:t xml:space="preserve">, </w:t>
      </w:r>
      <w:r w:rsidRPr="002813C1">
        <w:t>c</w:t>
      </w:r>
      <w:r w:rsidR="00B77E03">
        <w:t>’</w:t>
      </w:r>
      <w:r w:rsidRPr="002813C1">
        <w:t>est qu</w:t>
      </w:r>
      <w:r w:rsidR="00B77E03">
        <w:t>’</w:t>
      </w:r>
      <w:r w:rsidRPr="002813C1">
        <w:t xml:space="preserve">au moment où il levait la main sur </w:t>
      </w:r>
      <w:r w:rsidR="00B77E03">
        <w:t>M</w:t>
      </w:r>
      <w:r w:rsidR="00B77E03" w:rsidRPr="00B77E03">
        <w:rPr>
          <w:vertAlign w:val="superscript"/>
        </w:rPr>
        <w:t>me</w:t>
      </w:r>
      <w:r w:rsidR="00B77E03">
        <w:t> </w:t>
      </w:r>
      <w:r w:rsidRPr="002813C1">
        <w:t>Lia d</w:t>
      </w:r>
      <w:r w:rsidR="00B77E03">
        <w:t>’</w:t>
      </w:r>
      <w:r w:rsidRPr="002813C1">
        <w:t>Argelès</w:t>
      </w:r>
      <w:r w:rsidR="00B77E03">
        <w:t xml:space="preserve">, </w:t>
      </w:r>
      <w:r w:rsidRPr="002813C1">
        <w:t>sur sa mère</w:t>
      </w:r>
      <w:r w:rsidR="00B77E03">
        <w:t xml:space="preserve">, </w:t>
      </w:r>
      <w:r w:rsidRPr="002813C1">
        <w:t>un gros homme était entré comme une trombe</w:t>
      </w:r>
      <w:r w:rsidR="00B77E03">
        <w:t xml:space="preserve">, </w:t>
      </w:r>
      <w:r w:rsidRPr="002813C1">
        <w:t>qui l</w:t>
      </w:r>
      <w:r w:rsidR="00B77E03">
        <w:t>’</w:t>
      </w:r>
      <w:r w:rsidRPr="002813C1">
        <w:t>avait saisi à la gorge</w:t>
      </w:r>
      <w:r w:rsidR="00B77E03">
        <w:t xml:space="preserve">, </w:t>
      </w:r>
      <w:r w:rsidRPr="002813C1">
        <w:t>l</w:t>
      </w:r>
      <w:r w:rsidR="00B77E03">
        <w:t>’</w:t>
      </w:r>
      <w:r w:rsidRPr="002813C1">
        <w:t>avait de force mis à genoux et l</w:t>
      </w:r>
      <w:r w:rsidR="00B77E03">
        <w:t>’</w:t>
      </w:r>
      <w:r w:rsidRPr="002813C1">
        <w:t>avait obligé à demander pardon</w:t>
      </w:r>
      <w:r w:rsidR="00B77E03">
        <w:t>…</w:t>
      </w:r>
    </w:p>
    <w:p w14:paraId="601B19DA" w14:textId="77777777" w:rsidR="00B77E03" w:rsidRDefault="0024252B" w:rsidP="00B77E03">
      <w:r w:rsidRPr="002813C1">
        <w:lastRenderedPageBreak/>
        <w:t>Lui</w:t>
      </w:r>
      <w:r w:rsidR="00B77E03">
        <w:t xml:space="preserve">, </w:t>
      </w:r>
      <w:proofErr w:type="spellStart"/>
      <w:r w:rsidRPr="002813C1">
        <w:t>Wilkie</w:t>
      </w:r>
      <w:proofErr w:type="spellEnd"/>
      <w:r w:rsidR="00B77E03">
        <w:t xml:space="preserve">, </w:t>
      </w:r>
      <w:r w:rsidRPr="002813C1">
        <w:t>réduit à s</w:t>
      </w:r>
      <w:r w:rsidR="00B77E03">
        <w:t>’</w:t>
      </w:r>
      <w:r w:rsidRPr="002813C1">
        <w:t>humilier</w:t>
      </w:r>
      <w:r w:rsidR="00B77E03">
        <w:t xml:space="preserve"> !… </w:t>
      </w:r>
      <w:r w:rsidRPr="002813C1">
        <w:t>Voilà ce qu</w:t>
      </w:r>
      <w:r w:rsidR="00B77E03">
        <w:t>’</w:t>
      </w:r>
      <w:r w:rsidRPr="002813C1">
        <w:t>il ne pouvait digérer</w:t>
      </w:r>
      <w:r w:rsidR="00B77E03">
        <w:t xml:space="preserve">… </w:t>
      </w:r>
      <w:r w:rsidRPr="002813C1">
        <w:t>Il s</w:t>
      </w:r>
      <w:r w:rsidR="00B77E03">
        <w:t>’</w:t>
      </w:r>
      <w:r w:rsidRPr="002813C1">
        <w:t>en estimait amoindri</w:t>
      </w:r>
      <w:r w:rsidR="00B77E03">
        <w:t xml:space="preserve">… </w:t>
      </w:r>
      <w:r w:rsidRPr="002813C1">
        <w:t>C</w:t>
      </w:r>
      <w:r w:rsidR="00B77E03">
        <w:t>’</w:t>
      </w:r>
      <w:r w:rsidRPr="002813C1">
        <w:t>était</w:t>
      </w:r>
      <w:r w:rsidR="00B77E03">
        <w:t xml:space="preserve">, </w:t>
      </w:r>
      <w:r w:rsidRPr="002813C1">
        <w:t>dans son jugement</w:t>
      </w:r>
      <w:r w:rsidR="00B77E03">
        <w:t xml:space="preserve">, </w:t>
      </w:r>
      <w:r w:rsidRPr="002813C1">
        <w:t>une de ces insultes qui crient vengeance et demandent du sang</w:t>
      </w:r>
      <w:r w:rsidR="00B77E03">
        <w:t>.</w:t>
      </w:r>
    </w:p>
    <w:p w14:paraId="5A505A18" w14:textId="77777777" w:rsidR="00B77E03" w:rsidRDefault="00B77E03" w:rsidP="00B77E03">
      <w:r>
        <w:t>— </w:t>
      </w:r>
      <w:r w:rsidR="0024252B" w:rsidRPr="002813C1">
        <w:t>Ah</w:t>
      </w:r>
      <w:r>
        <w:t xml:space="preserve"> ! </w:t>
      </w:r>
      <w:r w:rsidR="0024252B" w:rsidRPr="002813C1">
        <w:t>il me la payera</w:t>
      </w:r>
      <w:r>
        <w:t xml:space="preserve">, </w:t>
      </w:r>
      <w:r w:rsidR="0024252B" w:rsidRPr="002813C1">
        <w:t>ce gros brutal</w:t>
      </w:r>
      <w:r>
        <w:t xml:space="preserve">, </w:t>
      </w:r>
      <w:r w:rsidR="0024252B" w:rsidRPr="002813C1">
        <w:t>répétait-il en grinçant des dents</w:t>
      </w:r>
      <w:r>
        <w:t xml:space="preserve">. </w:t>
      </w:r>
      <w:r w:rsidR="0024252B" w:rsidRPr="002813C1">
        <w:t>Ce n</w:t>
      </w:r>
      <w:r>
        <w:t>’</w:t>
      </w:r>
      <w:r w:rsidR="0024252B" w:rsidRPr="002813C1">
        <w:t>est pas à moi qu</w:t>
      </w:r>
      <w:r>
        <w:t>’</w:t>
      </w:r>
      <w:r w:rsidR="0024252B" w:rsidRPr="002813C1">
        <w:t>on la fait</w:t>
      </w:r>
      <w:r>
        <w:t xml:space="preserve">, </w:t>
      </w:r>
      <w:r w:rsidR="0024252B" w:rsidRPr="002813C1">
        <w:t>celle-là</w:t>
      </w:r>
      <w:r>
        <w:t> !…</w:t>
      </w:r>
    </w:p>
    <w:p w14:paraId="46282A3D" w14:textId="59C271B6" w:rsidR="00B77E03" w:rsidRDefault="0024252B" w:rsidP="00B77E03">
      <w:r w:rsidRPr="002813C1">
        <w:t>Et s</w:t>
      </w:r>
      <w:r w:rsidR="00B77E03">
        <w:t>’</w:t>
      </w:r>
      <w:r w:rsidRPr="002813C1">
        <w:t>il courait si vite vers le boulevard</w:t>
      </w:r>
      <w:r w:rsidR="00B77E03">
        <w:t xml:space="preserve">, </w:t>
      </w:r>
      <w:r w:rsidRPr="002813C1">
        <w:t>c</w:t>
      </w:r>
      <w:r w:rsidR="00B77E03">
        <w:t>’</w:t>
      </w:r>
      <w:r w:rsidRPr="002813C1">
        <w:t>est qu</w:t>
      </w:r>
      <w:r w:rsidR="00B77E03">
        <w:t>’</w:t>
      </w:r>
      <w:r w:rsidRPr="002813C1">
        <w:t>il espérait y rencontrer ses deux intimes</w:t>
      </w:r>
      <w:r w:rsidR="00B77E03">
        <w:t>, M. </w:t>
      </w:r>
      <w:r w:rsidRPr="002813C1">
        <w:t xml:space="preserve">Costard et </w:t>
      </w:r>
      <w:r w:rsidR="00B77E03">
        <w:t>M. </w:t>
      </w:r>
      <w:r w:rsidRPr="002813C1">
        <w:t>le vicomte de Serpillon</w:t>
      </w:r>
      <w:r w:rsidR="00B77E03">
        <w:t xml:space="preserve">, </w:t>
      </w:r>
      <w:r w:rsidRPr="002813C1">
        <w:t xml:space="preserve">les co-propriétaires de </w:t>
      </w:r>
      <w:r w:rsidRPr="002813C1">
        <w:rPr>
          <w:i/>
          <w:szCs w:val="32"/>
        </w:rPr>
        <w:t>Pompier de Nanterre</w:t>
      </w:r>
      <w:r w:rsidR="00B77E03">
        <w:t>.</w:t>
      </w:r>
    </w:p>
    <w:p w14:paraId="460FEB47" w14:textId="77777777" w:rsidR="00B77E03" w:rsidRDefault="0024252B" w:rsidP="00B77E03">
      <w:r w:rsidRPr="002813C1">
        <w:t>C</w:t>
      </w:r>
      <w:r w:rsidR="00B77E03">
        <w:t>’</w:t>
      </w:r>
      <w:r w:rsidRPr="002813C1">
        <w:t>est qu</w:t>
      </w:r>
      <w:r w:rsidR="00B77E03">
        <w:t>’</w:t>
      </w:r>
      <w:r w:rsidRPr="002813C1">
        <w:t xml:space="preserve">il se proposait de remettre à ses </w:t>
      </w:r>
      <w:r w:rsidR="00B77E03">
        <w:t>« </w:t>
      </w:r>
      <w:r w:rsidRPr="002813C1">
        <w:t>chers bons</w:t>
      </w:r>
      <w:r w:rsidR="00B77E03">
        <w:t> »</w:t>
      </w:r>
      <w:r w:rsidRPr="002813C1">
        <w:t xml:space="preserve"> le soin de son honneur outragé</w:t>
      </w:r>
      <w:r w:rsidR="00B77E03">
        <w:t xml:space="preserve">… </w:t>
      </w:r>
      <w:r w:rsidRPr="002813C1">
        <w:t>Ils seraient ses témoins</w:t>
      </w:r>
      <w:r w:rsidR="00B77E03">
        <w:t xml:space="preserve">, </w:t>
      </w:r>
      <w:r w:rsidRPr="002813C1">
        <w:t>et ils iraient de sa part demander une réparation par les armes au manant qui l</w:t>
      </w:r>
      <w:r w:rsidR="00B77E03">
        <w:t>’</w:t>
      </w:r>
      <w:r w:rsidRPr="002813C1">
        <w:t>avait insulté</w:t>
      </w:r>
      <w:r w:rsidR="00B77E03">
        <w:t xml:space="preserve">, </w:t>
      </w:r>
      <w:r w:rsidRPr="002813C1">
        <w:t>après qu</w:t>
      </w:r>
      <w:r w:rsidR="00B77E03">
        <w:t>’</w:t>
      </w:r>
      <w:r w:rsidRPr="002813C1">
        <w:t>on se serait procuré son adresse</w:t>
      </w:r>
      <w:r w:rsidR="00B77E03">
        <w:t xml:space="preserve">, </w:t>
      </w:r>
      <w:r w:rsidRPr="002813C1">
        <w:t>toutefois</w:t>
      </w:r>
      <w:r w:rsidR="00B77E03">
        <w:t>.</w:t>
      </w:r>
    </w:p>
    <w:p w14:paraId="08B57375" w14:textId="77777777" w:rsidR="00B77E03" w:rsidRDefault="0024252B" w:rsidP="00B77E03">
      <w:r w:rsidRPr="002813C1">
        <w:t>Seule</w:t>
      </w:r>
      <w:r w:rsidR="00B77E03">
        <w:t xml:space="preserve">, </w:t>
      </w:r>
      <w:r w:rsidRPr="002813C1">
        <w:t>l</w:t>
      </w:r>
      <w:r w:rsidR="00B77E03">
        <w:t>’</w:t>
      </w:r>
      <w:r w:rsidRPr="002813C1">
        <w:t>idée d</w:t>
      </w:r>
      <w:r w:rsidR="00B77E03">
        <w:t>’</w:t>
      </w:r>
      <w:r w:rsidRPr="002813C1">
        <w:t>un bon duel était capable de calmer un peu sa furieuse colère et versait du baume sur les plaies de son noble et intelligent orgueil</w:t>
      </w:r>
      <w:r w:rsidR="00B77E03">
        <w:t>…</w:t>
      </w:r>
    </w:p>
    <w:p w14:paraId="0A3A3546" w14:textId="77777777" w:rsidR="00B77E03" w:rsidRDefault="0024252B" w:rsidP="00B77E03">
      <w:r w:rsidRPr="002813C1">
        <w:t>Même</w:t>
      </w:r>
      <w:r w:rsidR="00B77E03">
        <w:t xml:space="preserve">, </w:t>
      </w:r>
      <w:r w:rsidRPr="002813C1">
        <w:t>il découvrait là l</w:t>
      </w:r>
      <w:r w:rsidR="00B77E03">
        <w:t>’</w:t>
      </w:r>
      <w:r w:rsidRPr="002813C1">
        <w:t>occasion d</w:t>
      </w:r>
      <w:r w:rsidR="00B77E03">
        <w:t>’</w:t>
      </w:r>
      <w:r w:rsidRPr="002813C1">
        <w:t>un gros scandale dont il serait le héros</w:t>
      </w:r>
      <w:r w:rsidR="00B77E03">
        <w:t xml:space="preserve">, </w:t>
      </w:r>
      <w:r w:rsidRPr="002813C1">
        <w:t>et dont la chronique s</w:t>
      </w:r>
      <w:r w:rsidR="00B77E03">
        <w:t>’</w:t>
      </w:r>
      <w:r w:rsidRPr="002813C1">
        <w:t>occuperait deux jours</w:t>
      </w:r>
      <w:r w:rsidR="00B77E03">
        <w:t xml:space="preserve">… </w:t>
      </w:r>
      <w:r w:rsidRPr="002813C1">
        <w:t>Quelle source glorieuse de notoriété</w:t>
      </w:r>
      <w:r w:rsidR="00B77E03">
        <w:t xml:space="preserve">, </w:t>
      </w:r>
      <w:r w:rsidRPr="002813C1">
        <w:t>a une époque où les journaux deviennent comme des lavoirs publics</w:t>
      </w:r>
      <w:r w:rsidR="00B77E03">
        <w:t xml:space="preserve">, </w:t>
      </w:r>
      <w:r w:rsidRPr="002813C1">
        <w:t>où chacun aspire à laver son linge sale au grand soleil de la réclame</w:t>
      </w:r>
      <w:r w:rsidR="00B77E03">
        <w:t xml:space="preserve">, </w:t>
      </w:r>
      <w:r w:rsidRPr="002813C1">
        <w:t>sous l</w:t>
      </w:r>
      <w:r w:rsidR="00B77E03">
        <w:t>’</w:t>
      </w:r>
      <w:r w:rsidRPr="002813C1">
        <w:t>œil de milliers de lecteurs</w:t>
      </w:r>
      <w:r w:rsidR="00B77E03">
        <w:t>…</w:t>
      </w:r>
    </w:p>
    <w:p w14:paraId="542E78D4" w14:textId="341AFBCA" w:rsidR="00B77E03" w:rsidRDefault="0024252B" w:rsidP="00B77E03">
      <w:r w:rsidRPr="002813C1">
        <w:t>Il en voyait sa personnalité déjà remarquable</w:t>
      </w:r>
      <w:r w:rsidR="00B77E03">
        <w:t xml:space="preserve">, </w:t>
      </w:r>
      <w:r w:rsidRPr="002813C1">
        <w:t>grandie de tout l</w:t>
      </w:r>
      <w:r w:rsidR="00B77E03">
        <w:t>’</w:t>
      </w:r>
      <w:r w:rsidRPr="002813C1">
        <w:t>intérêt qui s</w:t>
      </w:r>
      <w:r w:rsidR="00B77E03">
        <w:t>’</w:t>
      </w:r>
      <w:r w:rsidRPr="002813C1">
        <w:t>attache aux gens dont on parle</w:t>
      </w:r>
      <w:r w:rsidR="00B77E03">
        <w:t xml:space="preserve">, </w:t>
      </w:r>
      <w:r w:rsidRPr="002813C1">
        <w:t>et il se délectait par avance à entendre</w:t>
      </w:r>
      <w:r w:rsidR="00B77E03">
        <w:t xml:space="preserve">, </w:t>
      </w:r>
      <w:r w:rsidRPr="002813C1">
        <w:t>sur son passage</w:t>
      </w:r>
      <w:r w:rsidR="00B77E03">
        <w:t xml:space="preserve">, </w:t>
      </w:r>
      <w:r w:rsidRPr="002813C1">
        <w:t>murmurer cette phrase flatteuse</w:t>
      </w:r>
      <w:r w:rsidR="00B77E03">
        <w:t> : « </w:t>
      </w:r>
      <w:r w:rsidRPr="002813C1">
        <w:t>Vous voyez bien ce jeune homme</w:t>
      </w:r>
      <w:r w:rsidR="00B77E03">
        <w:t xml:space="preserve">… </w:t>
      </w:r>
      <w:r w:rsidRPr="002813C1">
        <w:t>c</w:t>
      </w:r>
      <w:r w:rsidR="00B77E03">
        <w:t>’</w:t>
      </w:r>
      <w:r w:rsidRPr="002813C1">
        <w:t>est à lui qu</w:t>
      </w:r>
      <w:r w:rsidR="00B77E03">
        <w:t>’</w:t>
      </w:r>
      <w:r w:rsidRPr="002813C1">
        <w:t>est arrivée cette fameuse aventure</w:t>
      </w:r>
      <w:r w:rsidR="00B77E03">
        <w:t>… »</w:t>
      </w:r>
    </w:p>
    <w:p w14:paraId="0A7ACF42" w14:textId="77326029" w:rsidR="00B77E03" w:rsidRDefault="0024252B" w:rsidP="00B77E03">
      <w:r w:rsidRPr="002813C1">
        <w:lastRenderedPageBreak/>
        <w:t>Et déjà</w:t>
      </w:r>
      <w:r w:rsidR="00B77E03">
        <w:t xml:space="preserve">, </w:t>
      </w:r>
      <w:r w:rsidRPr="002813C1">
        <w:t>dans sa tête</w:t>
      </w:r>
      <w:r w:rsidR="00B77E03">
        <w:t xml:space="preserve">, </w:t>
      </w:r>
      <w:r w:rsidRPr="002813C1">
        <w:t>il tournait et retournait les termes de la note que ses témoins ne manqueraient pas d</w:t>
      </w:r>
      <w:r w:rsidR="00B77E03">
        <w:t>’</w:t>
      </w:r>
      <w:r w:rsidRPr="002813C1">
        <w:t xml:space="preserve">envoyer au </w:t>
      </w:r>
      <w:r w:rsidRPr="002813C1">
        <w:rPr>
          <w:i/>
          <w:szCs w:val="32"/>
        </w:rPr>
        <w:t>Figaro</w:t>
      </w:r>
      <w:r w:rsidRPr="002813C1">
        <w:t xml:space="preserve"> avec prière de l</w:t>
      </w:r>
      <w:r w:rsidR="00B77E03">
        <w:t>’</w:t>
      </w:r>
      <w:r w:rsidRPr="002813C1">
        <w:t>insérer</w:t>
      </w:r>
      <w:r w:rsidR="00B77E03">
        <w:t xml:space="preserve">, </w:t>
      </w:r>
      <w:r w:rsidRPr="002813C1">
        <w:t>hésitant entre ces deux commencements également saisissants</w:t>
      </w:r>
      <w:r w:rsidR="00B77E03">
        <w:t> : « </w:t>
      </w:r>
      <w:r w:rsidRPr="002813C1">
        <w:t>Encore un duel</w:t>
      </w:r>
      <w:r w:rsidR="00B77E03">
        <w:t xml:space="preserve">, </w:t>
      </w:r>
      <w:r w:rsidRPr="002813C1">
        <w:t>à cent nous ferons une croix</w:t>
      </w:r>
      <w:r w:rsidR="00B77E03">
        <w:t>… »</w:t>
      </w:r>
      <w:r w:rsidRPr="002813C1">
        <w:t xml:space="preserve"> Ou</w:t>
      </w:r>
      <w:r w:rsidR="00B77E03">
        <w:t> : « </w:t>
      </w:r>
      <w:r w:rsidRPr="002813C1">
        <w:t>Hier</w:t>
      </w:r>
      <w:r w:rsidR="00B77E03">
        <w:t xml:space="preserve">, </w:t>
      </w:r>
      <w:r w:rsidRPr="002813C1">
        <w:t>à la suite d</w:t>
      </w:r>
      <w:r w:rsidR="00B77E03">
        <w:t>’</w:t>
      </w:r>
      <w:r w:rsidRPr="002813C1">
        <w:t>une scène scandaleuse</w:t>
      </w:r>
      <w:r w:rsidR="00B77E03">
        <w:t xml:space="preserve">, </w:t>
      </w:r>
      <w:r w:rsidRPr="002813C1">
        <w:t>a eu lieu une inévitable rencontre</w:t>
      </w:r>
      <w:r w:rsidR="00B77E03">
        <w:t xml:space="preserve">, </w:t>
      </w:r>
      <w:r w:rsidRPr="002813C1">
        <w:t>etc</w:t>
      </w:r>
      <w:r w:rsidR="00B77E03">
        <w:t xml:space="preserve">., </w:t>
      </w:r>
      <w:r w:rsidRPr="002813C1">
        <w:t>etc</w:t>
      </w:r>
      <w:r w:rsidR="00B77E03">
        <w:t>. »</w:t>
      </w:r>
    </w:p>
    <w:p w14:paraId="714B4F09" w14:textId="2DB1BC4B" w:rsidR="00B77E03" w:rsidRDefault="0024252B" w:rsidP="00B77E03">
      <w:r w:rsidRPr="002813C1">
        <w:t xml:space="preserve">Malheureusement il ne put rencontrer ni </w:t>
      </w:r>
      <w:r w:rsidR="00B77E03">
        <w:t>M. </w:t>
      </w:r>
      <w:r w:rsidRPr="002813C1">
        <w:t>Costard</w:t>
      </w:r>
      <w:r w:rsidR="00B77E03">
        <w:t xml:space="preserve">, </w:t>
      </w:r>
      <w:r w:rsidRPr="002813C1">
        <w:t xml:space="preserve">ni </w:t>
      </w:r>
      <w:r w:rsidR="00B77E03">
        <w:t>M. </w:t>
      </w:r>
      <w:r w:rsidRPr="002813C1">
        <w:t>le vicomte de Serpillon</w:t>
      </w:r>
      <w:r w:rsidR="00B77E03">
        <w:t>.</w:t>
      </w:r>
    </w:p>
    <w:p w14:paraId="0BCEF470" w14:textId="77777777" w:rsidR="00B77E03" w:rsidRDefault="0024252B" w:rsidP="00B77E03">
      <w:r w:rsidRPr="002813C1">
        <w:t>Fait bizarre</w:t>
      </w:r>
      <w:r w:rsidR="00B77E03">
        <w:t xml:space="preserve"> ! </w:t>
      </w:r>
      <w:r w:rsidRPr="002813C1">
        <w:t>Ils ne s</w:t>
      </w:r>
      <w:r w:rsidR="00B77E03">
        <w:t>’</w:t>
      </w:r>
      <w:r w:rsidRPr="002813C1">
        <w:t>étaient montrés</w:t>
      </w:r>
      <w:r w:rsidR="00B77E03">
        <w:t xml:space="preserve">, </w:t>
      </w:r>
      <w:r w:rsidRPr="002813C1">
        <w:t>de la soirée</w:t>
      </w:r>
      <w:r w:rsidR="00B77E03">
        <w:t xml:space="preserve">, </w:t>
      </w:r>
      <w:r w:rsidRPr="002813C1">
        <w:t>dans aucun de ces cafés du boulevard</w:t>
      </w:r>
      <w:r w:rsidR="00B77E03">
        <w:t xml:space="preserve">, </w:t>
      </w:r>
      <w:r w:rsidRPr="002813C1">
        <w:t>où de neuf heures du soir à une heure du matin</w:t>
      </w:r>
      <w:r w:rsidR="00B77E03">
        <w:t xml:space="preserve">, </w:t>
      </w:r>
      <w:r w:rsidRPr="002813C1">
        <w:t>s</w:t>
      </w:r>
      <w:r w:rsidR="00B77E03">
        <w:t>’</w:t>
      </w:r>
      <w:r w:rsidRPr="002813C1">
        <w:t>étale la fine fleur de la jeunesse française</w:t>
      </w:r>
      <w:r w:rsidR="00B77E03">
        <w:t xml:space="preserve">, </w:t>
      </w:r>
      <w:r w:rsidRPr="002813C1">
        <w:t>en compagnie de spirituelles demoiselles à chignon beurre frais</w:t>
      </w:r>
      <w:r w:rsidR="00B77E03">
        <w:t>.</w:t>
      </w:r>
    </w:p>
    <w:p w14:paraId="6EFB5223" w14:textId="62E0BCAC" w:rsidR="00B77E03" w:rsidRDefault="0024252B" w:rsidP="00B77E03">
      <w:r w:rsidRPr="002813C1">
        <w:t xml:space="preserve">Ce contre-temps était de nature à désoler </w:t>
      </w:r>
      <w:r w:rsidR="00B77E03">
        <w:t>M. </w:t>
      </w:r>
      <w:proofErr w:type="spellStart"/>
      <w:r w:rsidRPr="002813C1">
        <w:t>Wilkie</w:t>
      </w:r>
      <w:proofErr w:type="spellEnd"/>
      <w:r w:rsidR="00B77E03">
        <w:t xml:space="preserve">, </w:t>
      </w:r>
      <w:r w:rsidRPr="002813C1">
        <w:t>encore qu</w:t>
      </w:r>
      <w:r w:rsidR="00B77E03">
        <w:t>’</w:t>
      </w:r>
      <w:r w:rsidRPr="002813C1">
        <w:t>il lui procurât l</w:t>
      </w:r>
      <w:r w:rsidR="00B77E03">
        <w:t>’</w:t>
      </w:r>
      <w:r w:rsidRPr="002813C1">
        <w:t xml:space="preserve">occasion de recueillir quelques bénéfices de son </w:t>
      </w:r>
      <w:r w:rsidR="00B77E03">
        <w:t>« </w:t>
      </w:r>
      <w:r w:rsidRPr="002813C1">
        <w:t>aventure</w:t>
      </w:r>
      <w:r w:rsidR="00B77E03">
        <w:t>. »</w:t>
      </w:r>
      <w:r w:rsidRPr="002813C1">
        <w:t xml:space="preserve"> Partout où il entrait</w:t>
      </w:r>
      <w:r w:rsidR="00B77E03">
        <w:t xml:space="preserve">, </w:t>
      </w:r>
      <w:r w:rsidRPr="002813C1">
        <w:t>avec ses habits en désordre</w:t>
      </w:r>
      <w:r w:rsidR="00B77E03">
        <w:t xml:space="preserve">, </w:t>
      </w:r>
      <w:r w:rsidRPr="002813C1">
        <w:t>lui toujours si correct en sa mise</w:t>
      </w:r>
      <w:r w:rsidR="00B77E03">
        <w:t xml:space="preserve">, </w:t>
      </w:r>
      <w:r w:rsidRPr="002813C1">
        <w:t>les gens qui le connaissaient s</w:t>
      </w:r>
      <w:r w:rsidR="00B77E03">
        <w:t>’</w:t>
      </w:r>
      <w:r w:rsidRPr="002813C1">
        <w:t>étonnaient</w:t>
      </w:r>
      <w:r w:rsidR="00B77E03">
        <w:t>…</w:t>
      </w:r>
    </w:p>
    <w:p w14:paraId="009D4B3F" w14:textId="77777777" w:rsidR="00B77E03" w:rsidRDefault="00B77E03" w:rsidP="00B77E03">
      <w:r>
        <w:t>— </w:t>
      </w:r>
      <w:r w:rsidR="0024252B" w:rsidRPr="002813C1">
        <w:t>D</w:t>
      </w:r>
      <w:r>
        <w:t>’</w:t>
      </w:r>
      <w:r w:rsidR="0024252B" w:rsidRPr="002813C1">
        <w:t>où sortez-vous</w:t>
      </w:r>
      <w:r>
        <w:t xml:space="preserve">, </w:t>
      </w:r>
      <w:r w:rsidR="0024252B" w:rsidRPr="002813C1">
        <w:t>lui demandaient-ils</w:t>
      </w:r>
      <w:r>
        <w:t xml:space="preserve">, </w:t>
      </w:r>
      <w:r w:rsidR="0024252B" w:rsidRPr="002813C1">
        <w:t>et que vous est-il arrivé</w:t>
      </w:r>
      <w:r>
        <w:t> ?</w:t>
      </w:r>
    </w:p>
    <w:p w14:paraId="4B9C211F" w14:textId="77777777" w:rsidR="00B77E03" w:rsidRDefault="0024252B" w:rsidP="00B77E03">
      <w:r w:rsidRPr="002813C1">
        <w:t>À quoi</w:t>
      </w:r>
      <w:r w:rsidR="00B77E03">
        <w:t xml:space="preserve">, </w:t>
      </w:r>
      <w:r w:rsidRPr="002813C1">
        <w:t>mystérieusement</w:t>
      </w:r>
      <w:r w:rsidR="00B77E03">
        <w:t xml:space="preserve">, </w:t>
      </w:r>
      <w:r w:rsidRPr="002813C1">
        <w:t>il répondait</w:t>
      </w:r>
      <w:r w:rsidR="00B77E03">
        <w:t> :</w:t>
      </w:r>
    </w:p>
    <w:p w14:paraId="4D0312F1" w14:textId="77777777" w:rsidR="00B77E03" w:rsidRDefault="00B77E03" w:rsidP="00B77E03">
      <w:r>
        <w:t>— </w:t>
      </w:r>
      <w:r w:rsidR="0024252B" w:rsidRPr="002813C1">
        <w:t>Ne m</w:t>
      </w:r>
      <w:r>
        <w:t>’</w:t>
      </w:r>
      <w:r w:rsidR="0024252B" w:rsidRPr="002813C1">
        <w:t>en parlez pas</w:t>
      </w:r>
      <w:r>
        <w:t xml:space="preserve"> !… </w:t>
      </w:r>
      <w:r w:rsidR="0024252B" w:rsidRPr="002813C1">
        <w:t>une affaire épouvantable</w:t>
      </w:r>
      <w:r>
        <w:t xml:space="preserve"> !… </w:t>
      </w:r>
      <w:r w:rsidR="0024252B" w:rsidRPr="002813C1">
        <w:t>Pourvu qu</w:t>
      </w:r>
      <w:r>
        <w:t>’</w:t>
      </w:r>
      <w:r w:rsidR="0024252B" w:rsidRPr="002813C1">
        <w:t>elle ne s</w:t>
      </w:r>
      <w:r>
        <w:t>’</w:t>
      </w:r>
      <w:r w:rsidR="0024252B" w:rsidRPr="002813C1">
        <w:t>ébruite pas</w:t>
      </w:r>
      <w:r>
        <w:t xml:space="preserve">… </w:t>
      </w:r>
      <w:r w:rsidR="0024252B" w:rsidRPr="002813C1">
        <w:t>j</w:t>
      </w:r>
      <w:r>
        <w:t>’</w:t>
      </w:r>
      <w:r w:rsidR="0024252B" w:rsidRPr="002813C1">
        <w:t>en serais au désespoir</w:t>
      </w:r>
      <w:r>
        <w:t>…</w:t>
      </w:r>
    </w:p>
    <w:p w14:paraId="6B6D9D8C" w14:textId="07D44EB0" w:rsidR="00B77E03" w:rsidRDefault="0024252B" w:rsidP="00B77E03">
      <w:r w:rsidRPr="002813C1">
        <w:t>Cependant</w:t>
      </w:r>
      <w:r w:rsidR="00B77E03">
        <w:t xml:space="preserve">, </w:t>
      </w:r>
      <w:r w:rsidRPr="002813C1">
        <w:t>les cafés se fermaient un à un</w:t>
      </w:r>
      <w:r w:rsidR="00B77E03">
        <w:t xml:space="preserve"> ; </w:t>
      </w:r>
      <w:r w:rsidRPr="002813C1">
        <w:t>le bruit s</w:t>
      </w:r>
      <w:r w:rsidR="00B77E03">
        <w:t>’</w:t>
      </w:r>
      <w:r w:rsidRPr="002813C1">
        <w:t>éteignait</w:t>
      </w:r>
      <w:r w:rsidR="00B77E03">
        <w:t xml:space="preserve">, </w:t>
      </w:r>
      <w:r w:rsidRPr="002813C1">
        <w:t>les promeneurs devenaient rares</w:t>
      </w:r>
      <w:r w:rsidR="00B77E03">
        <w:t>… M. </w:t>
      </w:r>
      <w:proofErr w:type="spellStart"/>
      <w:r w:rsidRPr="002813C1">
        <w:t>Wilkie</w:t>
      </w:r>
      <w:proofErr w:type="spellEnd"/>
      <w:r w:rsidRPr="002813C1">
        <w:t xml:space="preserve"> se décida</w:t>
      </w:r>
      <w:r w:rsidR="00B77E03">
        <w:t xml:space="preserve">, </w:t>
      </w:r>
      <w:r w:rsidRPr="002813C1">
        <w:t>bien à regret</w:t>
      </w:r>
      <w:r w:rsidR="00B77E03">
        <w:t xml:space="preserve">, </w:t>
      </w:r>
      <w:r w:rsidRPr="002813C1">
        <w:t>à rentrer</w:t>
      </w:r>
      <w:r w:rsidR="00B77E03">
        <w:t>…</w:t>
      </w:r>
    </w:p>
    <w:p w14:paraId="699477B7" w14:textId="77777777" w:rsidR="00B77E03" w:rsidRDefault="0024252B" w:rsidP="00B77E03">
      <w:r w:rsidRPr="002813C1">
        <w:t>Chez lui</w:t>
      </w:r>
      <w:r w:rsidR="00B77E03">
        <w:t xml:space="preserve">, </w:t>
      </w:r>
      <w:r w:rsidRPr="002813C1">
        <w:t>seulement</w:t>
      </w:r>
      <w:r w:rsidR="00B77E03">
        <w:t xml:space="preserve">, </w:t>
      </w:r>
      <w:r w:rsidRPr="002813C1">
        <w:t>quand il eut fermé sa porte et passé sa robe de chambre</w:t>
      </w:r>
      <w:r w:rsidR="00B77E03">
        <w:t xml:space="preserve">, </w:t>
      </w:r>
      <w:r w:rsidRPr="002813C1">
        <w:t xml:space="preserve">il essaya de récapituler les événements </w:t>
      </w:r>
      <w:r w:rsidRPr="002813C1">
        <w:lastRenderedPageBreak/>
        <w:t>et de mettre de l</w:t>
      </w:r>
      <w:r w:rsidR="00B77E03">
        <w:t>’</w:t>
      </w:r>
      <w:r w:rsidRPr="002813C1">
        <w:t>ordre dans ce qu</w:t>
      </w:r>
      <w:r w:rsidR="00B77E03">
        <w:t>’</w:t>
      </w:r>
      <w:r w:rsidRPr="002813C1">
        <w:t>il appelait un peu fastueusement ses idées</w:t>
      </w:r>
      <w:r w:rsidR="00B77E03">
        <w:t>…</w:t>
      </w:r>
    </w:p>
    <w:p w14:paraId="3F14C6BE" w14:textId="1A08FC9F" w:rsidR="00B77E03" w:rsidRDefault="0024252B" w:rsidP="00B77E03">
      <w:r w:rsidRPr="002813C1">
        <w:t>Ce qui l</w:t>
      </w:r>
      <w:r w:rsidR="00B77E03">
        <w:t>’</w:t>
      </w:r>
      <w:r w:rsidRPr="002813C1">
        <w:t>inquiétait et le troublait</w:t>
      </w:r>
      <w:r w:rsidR="00B77E03">
        <w:t xml:space="preserve">, </w:t>
      </w:r>
      <w:r w:rsidRPr="002813C1">
        <w:t>ce n</w:t>
      </w:r>
      <w:r w:rsidR="00B77E03">
        <w:t>’</w:t>
      </w:r>
      <w:r w:rsidRPr="002813C1">
        <w:t>était pas l</w:t>
      </w:r>
      <w:r w:rsidR="00B77E03">
        <w:t>’</w:t>
      </w:r>
      <w:r w:rsidRPr="002813C1">
        <w:t xml:space="preserve">état où il avait laissé </w:t>
      </w:r>
      <w:r w:rsidR="00B77E03">
        <w:t>M</w:t>
      </w:r>
      <w:r w:rsidR="00B77E03" w:rsidRPr="00B77E03">
        <w:rPr>
          <w:vertAlign w:val="superscript"/>
        </w:rPr>
        <w:t>me</w:t>
      </w:r>
      <w:r w:rsidR="00B77E03">
        <w:t> </w:t>
      </w:r>
      <w:r w:rsidRPr="002813C1">
        <w:t>Lia d</w:t>
      </w:r>
      <w:r w:rsidR="00B77E03">
        <w:t>’</w:t>
      </w:r>
      <w:r w:rsidRPr="002813C1">
        <w:t>Argelès</w:t>
      </w:r>
      <w:r w:rsidR="00B77E03">
        <w:t xml:space="preserve">, </w:t>
      </w:r>
      <w:r w:rsidRPr="002813C1">
        <w:t>sa mère</w:t>
      </w:r>
      <w:r w:rsidR="00B77E03">
        <w:t xml:space="preserve">, </w:t>
      </w:r>
      <w:r w:rsidRPr="002813C1">
        <w:t>qui peut-être en ce moment même agonisait</w:t>
      </w:r>
      <w:r w:rsidR="00B77E03">
        <w:t xml:space="preserve">, </w:t>
      </w:r>
      <w:r w:rsidRPr="002813C1">
        <w:t>frappée aux sources de la vie</w:t>
      </w:r>
      <w:r w:rsidR="00B77E03">
        <w:t xml:space="preserve">, </w:t>
      </w:r>
      <w:r w:rsidRPr="002813C1">
        <w:t>et par lui</w:t>
      </w:r>
      <w:r w:rsidR="00B77E03">
        <w:t xml:space="preserve"> !… </w:t>
      </w:r>
      <w:r w:rsidRPr="002813C1">
        <w:t>Ce n</w:t>
      </w:r>
      <w:r w:rsidR="00B77E03">
        <w:t>’</w:t>
      </w:r>
      <w:r w:rsidRPr="002813C1">
        <w:t>était pas l</w:t>
      </w:r>
      <w:r w:rsidR="00B77E03">
        <w:t>’</w:t>
      </w:r>
      <w:r w:rsidRPr="002813C1">
        <w:t>épouvantable sacrifice que</w:t>
      </w:r>
      <w:r w:rsidR="00B77E03">
        <w:t xml:space="preserve">, </w:t>
      </w:r>
      <w:r w:rsidRPr="002813C1">
        <w:t>dans l</w:t>
      </w:r>
      <w:r w:rsidR="00B77E03">
        <w:t>’</w:t>
      </w:r>
      <w:r w:rsidRPr="002813C1">
        <w:t>égarement de son amour maternel</w:t>
      </w:r>
      <w:r w:rsidR="00B77E03">
        <w:t xml:space="preserve">, </w:t>
      </w:r>
      <w:r w:rsidRPr="002813C1">
        <w:t>avait fait pour lui cette malheureuse femme</w:t>
      </w:r>
      <w:r w:rsidR="00B77E03">
        <w:t xml:space="preserve"> !… </w:t>
      </w:r>
      <w:r w:rsidRPr="002813C1">
        <w:t>Ce n</w:t>
      </w:r>
      <w:r w:rsidR="00B77E03">
        <w:t>’</w:t>
      </w:r>
      <w:r w:rsidRPr="002813C1">
        <w:t>était pas davantage l</w:t>
      </w:r>
      <w:r w:rsidR="00B77E03">
        <w:t>’</w:t>
      </w:r>
      <w:r w:rsidRPr="002813C1">
        <w:t>origine de l</w:t>
      </w:r>
      <w:r w:rsidR="00B77E03">
        <w:t>’</w:t>
      </w:r>
      <w:r w:rsidRPr="002813C1">
        <w:t>argent qu</w:t>
      </w:r>
      <w:r w:rsidR="00B77E03">
        <w:t>’</w:t>
      </w:r>
      <w:r w:rsidRPr="002813C1">
        <w:t>il gaspillait depuis tant d</w:t>
      </w:r>
      <w:r w:rsidR="00B77E03">
        <w:t>’</w:t>
      </w:r>
      <w:r w:rsidRPr="002813C1">
        <w:t>années</w:t>
      </w:r>
      <w:r w:rsidR="00B77E03">
        <w:t> !…</w:t>
      </w:r>
    </w:p>
    <w:p w14:paraId="346C9DDA" w14:textId="5AC3D50A" w:rsidR="00B77E03" w:rsidRDefault="0024252B" w:rsidP="00B77E03">
      <w:r w:rsidRPr="002813C1">
        <w:t>Non</w:t>
      </w:r>
      <w:r w:rsidR="00B77E03">
        <w:t>, M. </w:t>
      </w:r>
      <w:proofErr w:type="spellStart"/>
      <w:r w:rsidRPr="002813C1">
        <w:t>Wilkie</w:t>
      </w:r>
      <w:proofErr w:type="spellEnd"/>
      <w:r w:rsidRPr="002813C1">
        <w:t xml:space="preserve"> était au-dessus de ces mesquines considérations</w:t>
      </w:r>
      <w:r w:rsidR="00B77E03">
        <w:t xml:space="preserve">, </w:t>
      </w:r>
      <w:r w:rsidRPr="002813C1">
        <w:t>bonnes pour des gens vulgaires et arriérés</w:t>
      </w:r>
      <w:r w:rsidR="00B77E03">
        <w:t xml:space="preserve">… </w:t>
      </w:r>
      <w:r w:rsidRPr="002813C1">
        <w:t>Il était plus fort que cela</w:t>
      </w:r>
      <w:r w:rsidR="00B77E03">
        <w:t xml:space="preserve">, </w:t>
      </w:r>
      <w:r w:rsidRPr="002813C1">
        <w:t>lui</w:t>
      </w:r>
      <w:r w:rsidR="00B77E03">
        <w:t>, « </w:t>
      </w:r>
      <w:r w:rsidRPr="002813C1">
        <w:t>ah</w:t>
      </w:r>
      <w:r w:rsidR="00B77E03">
        <w:t xml:space="preserve"> ! </w:t>
      </w:r>
      <w:r w:rsidRPr="002813C1">
        <w:t>mais oui</w:t>
      </w:r>
      <w:r w:rsidR="00B77E03">
        <w:t> ! »</w:t>
      </w:r>
      <w:r w:rsidRPr="002813C1">
        <w:t xml:space="preserve"> Il avait plus d</w:t>
      </w:r>
      <w:r w:rsidR="00B77E03">
        <w:t>’</w:t>
      </w:r>
      <w:r w:rsidRPr="002813C1">
        <w:t xml:space="preserve">estomac et était </w:t>
      </w:r>
      <w:r w:rsidR="00B77E03">
        <w:t>« </w:t>
      </w:r>
      <w:r w:rsidRPr="002813C1">
        <w:t>en plein dans le mouvement</w:t>
      </w:r>
      <w:r w:rsidR="00B77E03">
        <w:t>. »</w:t>
      </w:r>
      <w:r w:rsidRPr="002813C1">
        <w:t xml:space="preserve"> Si donc il suait à grosses gouttes tout en dressant son bilan</w:t>
      </w:r>
      <w:r w:rsidR="00B77E03">
        <w:t xml:space="preserve">, </w:t>
      </w:r>
      <w:r w:rsidRPr="002813C1">
        <w:t>c</w:t>
      </w:r>
      <w:r w:rsidR="00B77E03">
        <w:t>’</w:t>
      </w:r>
      <w:r w:rsidRPr="002813C1">
        <w:t>est qu</w:t>
      </w:r>
      <w:r w:rsidR="00B77E03">
        <w:t>’</w:t>
      </w:r>
      <w:r w:rsidRPr="002813C1">
        <w:t>il songeait à cette succession immense qu</w:t>
      </w:r>
      <w:r w:rsidR="00B77E03">
        <w:t>’</w:t>
      </w:r>
      <w:r w:rsidRPr="002813C1">
        <w:t>il avait cru tenir et qui lui échappait</w:t>
      </w:r>
      <w:r w:rsidR="00B77E03">
        <w:t>…</w:t>
      </w:r>
    </w:p>
    <w:p w14:paraId="383B044E" w14:textId="31B7AC5D" w:rsidR="00B77E03" w:rsidRDefault="0024252B" w:rsidP="00B77E03">
      <w:r w:rsidRPr="002813C1">
        <w:t>C</w:t>
      </w:r>
      <w:r w:rsidR="00B77E03">
        <w:t>’</w:t>
      </w:r>
      <w:r w:rsidRPr="002813C1">
        <w:t>est qu</w:t>
      </w:r>
      <w:r w:rsidR="00B77E03">
        <w:t>’</w:t>
      </w:r>
      <w:r w:rsidRPr="002813C1">
        <w:t>il voyait</w:t>
      </w:r>
      <w:r w:rsidR="00B77E03">
        <w:t xml:space="preserve">, </w:t>
      </w:r>
      <w:r w:rsidRPr="002813C1">
        <w:t xml:space="preserve">entre les millions de </w:t>
      </w:r>
      <w:proofErr w:type="spellStart"/>
      <w:r w:rsidRPr="002813C1">
        <w:t>Chalusse</w:t>
      </w:r>
      <w:proofErr w:type="spellEnd"/>
      <w:r w:rsidRPr="002813C1">
        <w:t xml:space="preserve"> et ses dévorantes convoitises</w:t>
      </w:r>
      <w:r w:rsidR="00B77E03">
        <w:t xml:space="preserve">, </w:t>
      </w:r>
      <w:r w:rsidRPr="002813C1">
        <w:t>se dresser</w:t>
      </w:r>
      <w:r w:rsidR="00B77E03">
        <w:t xml:space="preserve">, </w:t>
      </w:r>
      <w:r w:rsidRPr="002813C1">
        <w:t>menaçant et cynique</w:t>
      </w:r>
      <w:r w:rsidR="00B77E03">
        <w:t xml:space="preserve">, </w:t>
      </w:r>
      <w:r w:rsidRPr="002813C1">
        <w:t>son père</w:t>
      </w:r>
      <w:r w:rsidR="00B77E03">
        <w:t xml:space="preserve">, </w:t>
      </w:r>
      <w:r w:rsidRPr="002813C1">
        <w:t>cet homme qu</w:t>
      </w:r>
      <w:r w:rsidR="00B77E03">
        <w:t>’</w:t>
      </w:r>
      <w:r w:rsidRPr="002813C1">
        <w:t>il ne connaissait pas</w:t>
      </w:r>
      <w:r w:rsidR="00B77E03">
        <w:t xml:space="preserve">, </w:t>
      </w:r>
      <w:r w:rsidRPr="002813C1">
        <w:t xml:space="preserve">et dont </w:t>
      </w:r>
      <w:r w:rsidR="00B77E03">
        <w:t>M</w:t>
      </w:r>
      <w:r w:rsidR="00B77E03" w:rsidRPr="00B77E03">
        <w:rPr>
          <w:vertAlign w:val="superscript"/>
        </w:rPr>
        <w:t>me</w:t>
      </w:r>
      <w:r w:rsidR="00B77E03">
        <w:t> </w:t>
      </w:r>
      <w:r w:rsidRPr="002813C1">
        <w:t>d</w:t>
      </w:r>
      <w:r w:rsidR="00B77E03">
        <w:t>’</w:t>
      </w:r>
      <w:r w:rsidRPr="002813C1">
        <w:t>Argelès ne prononçait le nom qu</w:t>
      </w:r>
      <w:r w:rsidR="00B77E03">
        <w:t>’</w:t>
      </w:r>
      <w:r w:rsidRPr="002813C1">
        <w:t>en frémissant</w:t>
      </w:r>
      <w:r w:rsidR="00B77E03">
        <w:t>…</w:t>
      </w:r>
    </w:p>
    <w:p w14:paraId="4A81E481" w14:textId="03DBF9C0" w:rsidR="00B77E03" w:rsidRDefault="0024252B" w:rsidP="00B77E03">
      <w:r w:rsidRPr="002813C1">
        <w:t>Et ce devait être un redoutable adversaire que cet Américain</w:t>
      </w:r>
      <w:r w:rsidR="00B77E03">
        <w:t xml:space="preserve">, </w:t>
      </w:r>
      <w:r w:rsidRPr="002813C1">
        <w:t>cet ancien marin</w:t>
      </w:r>
      <w:r w:rsidR="00B77E03">
        <w:t xml:space="preserve">, </w:t>
      </w:r>
      <w:r w:rsidRPr="002813C1">
        <w:t>cet aventurier coureur de tripots</w:t>
      </w:r>
      <w:r w:rsidR="00B77E03">
        <w:t xml:space="preserve">, </w:t>
      </w:r>
      <w:r w:rsidRPr="002813C1">
        <w:t xml:space="preserve">qui depuis plus de vingt ans attendait le </w:t>
      </w:r>
      <w:r w:rsidR="001C27E7">
        <w:t>prix</w:t>
      </w:r>
      <w:r w:rsidR="001C27E7" w:rsidRPr="002813C1">
        <w:t xml:space="preserve"> </w:t>
      </w:r>
      <w:r w:rsidRPr="002813C1">
        <w:t>d</w:t>
      </w:r>
      <w:r w:rsidR="00B77E03">
        <w:t>’</w:t>
      </w:r>
      <w:r w:rsidRPr="002813C1">
        <w:t>une infâme séduction</w:t>
      </w:r>
      <w:r w:rsidR="00B77E03">
        <w:t>…</w:t>
      </w:r>
    </w:p>
    <w:p w14:paraId="3E1943C5" w14:textId="56BEE0E6" w:rsidR="00B77E03" w:rsidRDefault="0024252B" w:rsidP="00B77E03">
      <w:r w:rsidRPr="002813C1">
        <w:t>Examinant sa situation actuelle</w:t>
      </w:r>
      <w:r w:rsidR="00B77E03">
        <w:t>, M. </w:t>
      </w:r>
      <w:proofErr w:type="spellStart"/>
      <w:r w:rsidRPr="002813C1">
        <w:t>Wilkie</w:t>
      </w:r>
      <w:proofErr w:type="spellEnd"/>
      <w:r w:rsidRPr="002813C1">
        <w:t xml:space="preserve"> était saisi d</w:t>
      </w:r>
      <w:r w:rsidR="00B77E03">
        <w:t>’</w:t>
      </w:r>
      <w:r w:rsidRPr="002813C1">
        <w:t>épouvante</w:t>
      </w:r>
      <w:r w:rsidR="00B77E03">
        <w:t xml:space="preserve">… </w:t>
      </w:r>
      <w:r w:rsidRPr="002813C1">
        <w:t>Qu</w:t>
      </w:r>
      <w:r w:rsidR="00B77E03">
        <w:t>’</w:t>
      </w:r>
      <w:r w:rsidRPr="002813C1">
        <w:t>allait-il devenir</w:t>
      </w:r>
      <w:r w:rsidR="00B77E03">
        <w:t> !…</w:t>
      </w:r>
    </w:p>
    <w:p w14:paraId="28690B25" w14:textId="1B89E9D4" w:rsidR="00B77E03" w:rsidRDefault="0024252B" w:rsidP="00B77E03">
      <w:r w:rsidRPr="002813C1">
        <w:t xml:space="preserve">Il était bien certain que </w:t>
      </w:r>
      <w:r w:rsidR="00B77E03">
        <w:t>M</w:t>
      </w:r>
      <w:r w:rsidR="00B77E03" w:rsidRPr="00B77E03">
        <w:rPr>
          <w:vertAlign w:val="superscript"/>
        </w:rPr>
        <w:t>me</w:t>
      </w:r>
      <w:r w:rsidR="00B77E03">
        <w:t> </w:t>
      </w:r>
      <w:r w:rsidRPr="002813C1">
        <w:t>d</w:t>
      </w:r>
      <w:r w:rsidR="00B77E03">
        <w:t>’</w:t>
      </w:r>
      <w:r w:rsidRPr="002813C1">
        <w:t>Argelès</w:t>
      </w:r>
      <w:r w:rsidR="00B77E03">
        <w:t xml:space="preserve">, </w:t>
      </w:r>
      <w:r w:rsidRPr="002813C1">
        <w:t>désormais ne lui donnerait plus un centime</w:t>
      </w:r>
      <w:r w:rsidR="00B77E03">
        <w:t xml:space="preserve">… </w:t>
      </w:r>
      <w:r w:rsidRPr="002813C1">
        <w:t>Elle ne le pouvait plus</w:t>
      </w:r>
      <w:r w:rsidR="00B77E03">
        <w:t xml:space="preserve">, </w:t>
      </w:r>
      <w:r w:rsidRPr="002813C1">
        <w:t>il le reconnaissait</w:t>
      </w:r>
      <w:r w:rsidR="00B77E03">
        <w:t xml:space="preserve">, </w:t>
      </w:r>
      <w:r w:rsidRPr="002813C1">
        <w:t>son intelligence allait jusque-là</w:t>
      </w:r>
      <w:r w:rsidR="00B77E03">
        <w:t> !…</w:t>
      </w:r>
    </w:p>
    <w:p w14:paraId="26B942B6" w14:textId="77777777" w:rsidR="00B77E03" w:rsidRDefault="0024252B" w:rsidP="00B77E03">
      <w:r w:rsidRPr="002813C1">
        <w:lastRenderedPageBreak/>
        <w:t>S</w:t>
      </w:r>
      <w:r w:rsidR="00B77E03">
        <w:t>’</w:t>
      </w:r>
      <w:r w:rsidRPr="002813C1">
        <w:t>il recueillait jamais quelques bribes de l</w:t>
      </w:r>
      <w:r w:rsidR="00B77E03">
        <w:t>’</w:t>
      </w:r>
      <w:r w:rsidRPr="002813C1">
        <w:t>héritage du comte</w:t>
      </w:r>
      <w:r w:rsidR="00B77E03">
        <w:t xml:space="preserve">, </w:t>
      </w:r>
      <w:r w:rsidRPr="002813C1">
        <w:t>ce qui était douteux</w:t>
      </w:r>
      <w:r w:rsidR="00B77E03">
        <w:t xml:space="preserve">, </w:t>
      </w:r>
      <w:r w:rsidRPr="002813C1">
        <w:t>ne les lui ferait-on pas attendre longtemps</w:t>
      </w:r>
      <w:r w:rsidR="00B77E03">
        <w:t xml:space="preserve"> ?… </w:t>
      </w:r>
      <w:r w:rsidRPr="002813C1">
        <w:t>C</w:t>
      </w:r>
      <w:r w:rsidR="00B77E03">
        <w:t>’</w:t>
      </w:r>
      <w:r w:rsidRPr="002813C1">
        <w:t>était probable</w:t>
      </w:r>
      <w:r w:rsidR="00B77E03">
        <w:t>.</w:t>
      </w:r>
    </w:p>
    <w:p w14:paraId="56AAB367" w14:textId="77777777" w:rsidR="00B77E03" w:rsidRDefault="0024252B" w:rsidP="00B77E03">
      <w:r w:rsidRPr="002813C1">
        <w:t>Comment vivrait-il</w:t>
      </w:r>
      <w:r w:rsidR="00B77E03">
        <w:t xml:space="preserve">, </w:t>
      </w:r>
      <w:r w:rsidRPr="002813C1">
        <w:t>comment mangerait-il</w:t>
      </w:r>
      <w:r w:rsidR="00B77E03">
        <w:t xml:space="preserve">, </w:t>
      </w:r>
      <w:r w:rsidRPr="002813C1">
        <w:t>en attendant</w:t>
      </w:r>
      <w:r w:rsidR="00B77E03">
        <w:t> ?…</w:t>
      </w:r>
    </w:p>
    <w:p w14:paraId="46948352" w14:textId="77777777" w:rsidR="00B77E03" w:rsidRDefault="0024252B" w:rsidP="00B77E03">
      <w:r w:rsidRPr="002813C1">
        <w:t>Son angoisse était si poignante que les larmes lui en venaient aux yeux</w:t>
      </w:r>
      <w:r w:rsidR="00B77E03">
        <w:t xml:space="preserve">, </w:t>
      </w:r>
      <w:r w:rsidRPr="002813C1">
        <w:t>et qu</w:t>
      </w:r>
      <w:r w:rsidR="00B77E03">
        <w:t>’</w:t>
      </w:r>
      <w:r w:rsidRPr="002813C1">
        <w:t>il déplorait presque sa démarche</w:t>
      </w:r>
      <w:r w:rsidR="00B77E03">
        <w:t>…</w:t>
      </w:r>
    </w:p>
    <w:p w14:paraId="7B1B0089" w14:textId="77777777" w:rsidR="00B77E03" w:rsidRDefault="0024252B" w:rsidP="00B77E03">
      <w:r w:rsidRPr="002813C1">
        <w:t>Oui</w:t>
      </w:r>
      <w:r w:rsidR="00B77E03">
        <w:t xml:space="preserve">, </w:t>
      </w:r>
      <w:r w:rsidRPr="002813C1">
        <w:t>il en arrivait à regretter le passé</w:t>
      </w:r>
      <w:r w:rsidR="00B77E03">
        <w:t xml:space="preserve">, </w:t>
      </w:r>
      <w:r w:rsidRPr="002813C1">
        <w:t>les années où il se plaignait si amèrement de sa destinée</w:t>
      </w:r>
      <w:r w:rsidR="00B77E03">
        <w:t>…</w:t>
      </w:r>
    </w:p>
    <w:p w14:paraId="55ECF322" w14:textId="2B53618D" w:rsidR="00B77E03" w:rsidRDefault="0024252B" w:rsidP="00B77E03">
      <w:r w:rsidRPr="002813C1">
        <w:t>Alors</w:t>
      </w:r>
      <w:r w:rsidR="00B77E03">
        <w:t xml:space="preserve">, </w:t>
      </w:r>
      <w:r w:rsidRPr="002813C1">
        <w:t>assurément</w:t>
      </w:r>
      <w:r w:rsidR="00B77E03">
        <w:t xml:space="preserve">, </w:t>
      </w:r>
      <w:r w:rsidRPr="002813C1">
        <w:t>il n</w:t>
      </w:r>
      <w:r w:rsidR="00B77E03">
        <w:t>’</w:t>
      </w:r>
      <w:r w:rsidRPr="002813C1">
        <w:t>était pas millionnaire</w:t>
      </w:r>
      <w:r w:rsidR="00B77E03">
        <w:t xml:space="preserve">, </w:t>
      </w:r>
      <w:r w:rsidRPr="002813C1">
        <w:t>mais du moins rien ne lui manquait</w:t>
      </w:r>
      <w:r w:rsidR="00B77E03">
        <w:t xml:space="preserve">. </w:t>
      </w:r>
      <w:r w:rsidRPr="002813C1">
        <w:t>Chaque trimestre</w:t>
      </w:r>
      <w:r w:rsidR="00B77E03">
        <w:t xml:space="preserve">, </w:t>
      </w:r>
      <w:r w:rsidRPr="002813C1">
        <w:t>une pension assez considérable lui était exactement servie</w:t>
      </w:r>
      <w:r w:rsidR="00B77E03">
        <w:t xml:space="preserve">, </w:t>
      </w:r>
      <w:r w:rsidRPr="002813C1">
        <w:t>et pour les grandes circonstances</w:t>
      </w:r>
      <w:r w:rsidR="00B77E03">
        <w:t xml:space="preserve">, </w:t>
      </w:r>
      <w:r w:rsidRPr="002813C1">
        <w:t xml:space="preserve">il avait le digne </w:t>
      </w:r>
      <w:r w:rsidR="00B77E03">
        <w:t>M. </w:t>
      </w:r>
      <w:r w:rsidRPr="002813C1">
        <w:t>Patterson</w:t>
      </w:r>
      <w:r w:rsidR="00B77E03">
        <w:t xml:space="preserve">, </w:t>
      </w:r>
      <w:r w:rsidRPr="002813C1">
        <w:t xml:space="preserve">qui ne fût point devenu si rebelle </w:t>
      </w:r>
      <w:r w:rsidR="00B77E03">
        <w:t>« </w:t>
      </w:r>
      <w:r w:rsidRPr="002813C1">
        <w:t>aux carottes</w:t>
      </w:r>
      <w:r w:rsidR="00B77E03">
        <w:t> »</w:t>
      </w:r>
      <w:r w:rsidRPr="002813C1">
        <w:t xml:space="preserve"> si on ne lui en eût pas tant </w:t>
      </w:r>
      <w:r w:rsidR="00B77E03">
        <w:t>« </w:t>
      </w:r>
      <w:r w:rsidRPr="002813C1">
        <w:t>tiré</w:t>
      </w:r>
      <w:r w:rsidR="00B77E03">
        <w:t>. »</w:t>
      </w:r>
    </w:p>
    <w:p w14:paraId="07806E80" w14:textId="2908E3D0" w:rsidR="00B77E03" w:rsidRDefault="0024252B" w:rsidP="00B77E03">
      <w:r w:rsidRPr="002813C1">
        <w:t>Il se lamentait en ce temps</w:t>
      </w:r>
      <w:r w:rsidR="00B77E03">
        <w:t xml:space="preserve"> !… </w:t>
      </w:r>
      <w:r w:rsidRPr="002813C1">
        <w:t>Ah</w:t>
      </w:r>
      <w:r w:rsidR="00B77E03">
        <w:t xml:space="preserve"> ! </w:t>
      </w:r>
      <w:r w:rsidRPr="002813C1">
        <w:t>que n</w:t>
      </w:r>
      <w:r w:rsidR="00B77E03">
        <w:t>’</w:t>
      </w:r>
      <w:r w:rsidRPr="002813C1">
        <w:t>avait-il mieux connu son bonheur</w:t>
      </w:r>
      <w:r w:rsidR="00B77E03">
        <w:t xml:space="preserve"> !… </w:t>
      </w:r>
      <w:r w:rsidRPr="002813C1">
        <w:t>N</w:t>
      </w:r>
      <w:r w:rsidR="00B77E03">
        <w:t>’</w:t>
      </w:r>
      <w:r w:rsidRPr="002813C1">
        <w:t>était-il pas encore un des plus opulents de son monde</w:t>
      </w:r>
      <w:r w:rsidR="00B77E03">
        <w:t xml:space="preserve">, </w:t>
      </w:r>
      <w:r w:rsidRPr="002813C1">
        <w:t>et n</w:t>
      </w:r>
      <w:r w:rsidR="00B77E03">
        <w:t>’</w:t>
      </w:r>
      <w:r w:rsidRPr="002813C1">
        <w:t>y brillait-il pas d</w:t>
      </w:r>
      <w:r w:rsidR="00B77E03">
        <w:t>’</w:t>
      </w:r>
      <w:r w:rsidRPr="002813C1">
        <w:t>un éclat flatteur</w:t>
      </w:r>
      <w:r w:rsidR="00B77E03">
        <w:t xml:space="preserve"> ?… </w:t>
      </w:r>
      <w:r w:rsidRPr="002813C1">
        <w:t>N</w:t>
      </w:r>
      <w:r w:rsidR="00B77E03">
        <w:t>’</w:t>
      </w:r>
      <w:r w:rsidRPr="002813C1">
        <w:t>avait-il pas été aimé</w:t>
      </w:r>
      <w:r w:rsidR="00B77E03">
        <w:t xml:space="preserve">, </w:t>
      </w:r>
      <w:r w:rsidRPr="002813C1">
        <w:t>mieux encore</w:t>
      </w:r>
      <w:r w:rsidR="00B77E03">
        <w:t xml:space="preserve">, </w:t>
      </w:r>
      <w:r w:rsidRPr="002813C1">
        <w:t>adoré et flatté</w:t>
      </w:r>
      <w:r w:rsidR="00B77E03">
        <w:t xml:space="preserve"> !… </w:t>
      </w:r>
      <w:r w:rsidRPr="002813C1">
        <w:t>Enfin n</w:t>
      </w:r>
      <w:r w:rsidR="00B77E03">
        <w:t>’</w:t>
      </w:r>
      <w:r w:rsidRPr="002813C1">
        <w:t xml:space="preserve">avait-il pas dû à </w:t>
      </w:r>
      <w:r w:rsidRPr="002813C1">
        <w:rPr>
          <w:i/>
          <w:szCs w:val="32"/>
        </w:rPr>
        <w:t>Pompier de Nanterre</w:t>
      </w:r>
      <w:r w:rsidRPr="002813C1">
        <w:t xml:space="preserve"> les plus fortes et les plus </w:t>
      </w:r>
      <w:r w:rsidR="001C27E7">
        <w:t>délicates</w:t>
      </w:r>
      <w:r w:rsidR="001C27E7" w:rsidRPr="002813C1">
        <w:t xml:space="preserve"> </w:t>
      </w:r>
      <w:r w:rsidRPr="002813C1">
        <w:t>émotions</w:t>
      </w:r>
      <w:r w:rsidR="00B77E03">
        <w:t> !…</w:t>
      </w:r>
    </w:p>
    <w:p w14:paraId="79A0B353" w14:textId="77777777" w:rsidR="00B77E03" w:rsidRDefault="0024252B" w:rsidP="00B77E03">
      <w:r w:rsidRPr="002813C1">
        <w:t>Tandis que maintenant</w:t>
      </w:r>
      <w:r w:rsidR="00B77E03">
        <w:t xml:space="preserve">, </w:t>
      </w:r>
      <w:r w:rsidRPr="002813C1">
        <w:t>que lui restait-il</w:t>
      </w:r>
      <w:r w:rsidR="00B77E03">
        <w:t xml:space="preserve"> ?… </w:t>
      </w:r>
      <w:r w:rsidRPr="002813C1">
        <w:t>Rien</w:t>
      </w:r>
      <w:r w:rsidR="00B77E03">
        <w:t xml:space="preserve">… </w:t>
      </w:r>
      <w:r w:rsidRPr="002813C1">
        <w:t>le doute</w:t>
      </w:r>
      <w:r w:rsidR="00B77E03">
        <w:t xml:space="preserve">, </w:t>
      </w:r>
      <w:r w:rsidRPr="002813C1">
        <w:t>l</w:t>
      </w:r>
      <w:r w:rsidR="00B77E03">
        <w:t>’</w:t>
      </w:r>
      <w:r w:rsidRPr="002813C1">
        <w:t>anxiété de l</w:t>
      </w:r>
      <w:r w:rsidR="00B77E03">
        <w:t>’</w:t>
      </w:r>
      <w:r w:rsidRPr="002813C1">
        <w:t>avenir</w:t>
      </w:r>
      <w:r w:rsidR="00B77E03">
        <w:t xml:space="preserve">, </w:t>
      </w:r>
      <w:r w:rsidRPr="002813C1">
        <w:t>toutes sortes d</w:t>
      </w:r>
      <w:r w:rsidR="00B77E03">
        <w:t>’</w:t>
      </w:r>
      <w:r w:rsidRPr="002813C1">
        <w:t>incertitudes et de terreurs</w:t>
      </w:r>
      <w:r w:rsidR="00B77E03">
        <w:t> !…</w:t>
      </w:r>
    </w:p>
    <w:p w14:paraId="67C4ECFA" w14:textId="77777777" w:rsidR="00B77E03" w:rsidRDefault="00B77E03" w:rsidP="00B77E03">
      <w:r>
        <w:t>— « </w:t>
      </w:r>
      <w:r w:rsidR="0024252B" w:rsidRPr="002813C1">
        <w:t>Quel impair</w:t>
      </w:r>
      <w:r>
        <w:t>… »</w:t>
      </w:r>
      <w:r w:rsidR="0024252B" w:rsidRPr="002813C1">
        <w:t xml:space="preserve"> répétait-il</w:t>
      </w:r>
      <w:r>
        <w:t>, « </w:t>
      </w:r>
      <w:r w:rsidR="0024252B" w:rsidRPr="002813C1">
        <w:t>quelle veste</w:t>
      </w:r>
      <w:r>
        <w:t> !… »</w:t>
      </w:r>
      <w:r w:rsidR="0024252B" w:rsidRPr="002813C1">
        <w:t xml:space="preserve"> Ah</w:t>
      </w:r>
      <w:r>
        <w:t xml:space="preserve"> !… </w:t>
      </w:r>
      <w:r w:rsidR="0024252B" w:rsidRPr="002813C1">
        <w:t>si c</w:t>
      </w:r>
      <w:r>
        <w:t>’</w:t>
      </w:r>
      <w:r w:rsidR="0024252B" w:rsidRPr="002813C1">
        <w:t>était à recommencer</w:t>
      </w:r>
      <w:r>
        <w:t xml:space="preserve"> !… </w:t>
      </w:r>
      <w:r w:rsidR="0024252B" w:rsidRPr="002813C1">
        <w:t xml:space="preserve">Que le diable emporte le vicomte de </w:t>
      </w:r>
      <w:proofErr w:type="spellStart"/>
      <w:r w:rsidR="0024252B" w:rsidRPr="002813C1">
        <w:t>Coralth</w:t>
      </w:r>
      <w:proofErr w:type="spellEnd"/>
      <w:r>
        <w:t>…</w:t>
      </w:r>
    </w:p>
    <w:p w14:paraId="6725FE89" w14:textId="77777777" w:rsidR="00B77E03" w:rsidRDefault="0024252B" w:rsidP="00B77E03">
      <w:r w:rsidRPr="002813C1">
        <w:t>Car</w:t>
      </w:r>
      <w:r w:rsidR="00B77E03">
        <w:t xml:space="preserve">, </w:t>
      </w:r>
      <w:r w:rsidRPr="002813C1">
        <w:t>dans son désespoir</w:t>
      </w:r>
      <w:r w:rsidR="00B77E03">
        <w:t xml:space="preserve">, </w:t>
      </w:r>
      <w:r w:rsidRPr="002813C1">
        <w:t>c</w:t>
      </w:r>
      <w:r w:rsidR="00B77E03">
        <w:t>’</w:t>
      </w:r>
      <w:r w:rsidRPr="002813C1">
        <w:t>est à son cher vicomte qu</w:t>
      </w:r>
      <w:r w:rsidR="00B77E03">
        <w:t>’</w:t>
      </w:r>
      <w:r w:rsidRPr="002813C1">
        <w:t>il s</w:t>
      </w:r>
      <w:r w:rsidR="00B77E03">
        <w:t>’</w:t>
      </w:r>
      <w:r w:rsidRPr="002813C1">
        <w:t>en prenait</w:t>
      </w:r>
      <w:r w:rsidR="00B77E03">
        <w:t xml:space="preserve">, </w:t>
      </w:r>
      <w:r w:rsidRPr="002813C1">
        <w:t>il l</w:t>
      </w:r>
      <w:r w:rsidR="00B77E03">
        <w:t>’</w:t>
      </w:r>
      <w:r w:rsidRPr="002813C1">
        <w:t>accusait</w:t>
      </w:r>
      <w:r w:rsidR="00B77E03">
        <w:t xml:space="preserve">, </w:t>
      </w:r>
      <w:r w:rsidRPr="002813C1">
        <w:t>il le maudissait</w:t>
      </w:r>
      <w:r w:rsidR="00B77E03">
        <w:t> !</w:t>
      </w:r>
    </w:p>
    <w:p w14:paraId="77C82909" w14:textId="77777777" w:rsidR="00B77E03" w:rsidRDefault="0024252B" w:rsidP="00B77E03">
      <w:r w:rsidRPr="002813C1">
        <w:lastRenderedPageBreak/>
        <w:t>Il était au plus fort de cet accès d</w:t>
      </w:r>
      <w:r w:rsidR="00B77E03">
        <w:t>’</w:t>
      </w:r>
      <w:r w:rsidRPr="002813C1">
        <w:t>ingratitude</w:t>
      </w:r>
      <w:r w:rsidR="00B77E03">
        <w:t xml:space="preserve">, </w:t>
      </w:r>
      <w:r w:rsidRPr="002813C1">
        <w:t>quand on sonna à sa porte</w:t>
      </w:r>
      <w:r w:rsidR="00B77E03">
        <w:t xml:space="preserve">, </w:t>
      </w:r>
      <w:r w:rsidRPr="002813C1">
        <w:t>rudement</w:t>
      </w:r>
      <w:r w:rsidR="00B77E03">
        <w:t xml:space="preserve">, </w:t>
      </w:r>
      <w:r w:rsidRPr="002813C1">
        <w:t>brutalement</w:t>
      </w:r>
      <w:r w:rsidR="00B77E03">
        <w:t>…</w:t>
      </w:r>
    </w:p>
    <w:p w14:paraId="7AAD91A1" w14:textId="77777777" w:rsidR="00B77E03" w:rsidRDefault="0024252B" w:rsidP="00B77E03">
      <w:r w:rsidRPr="002813C1">
        <w:t>Son domestique ayant sa chambre dans les combles</w:t>
      </w:r>
      <w:r w:rsidR="00B77E03">
        <w:t xml:space="preserve">, </w:t>
      </w:r>
      <w:r w:rsidRPr="002813C1">
        <w:t>il se trouvait seul dans son appartement</w:t>
      </w:r>
      <w:r w:rsidR="00B77E03">
        <w:t xml:space="preserve">. </w:t>
      </w:r>
      <w:r w:rsidRPr="002813C1">
        <w:t>Il se leva donc</w:t>
      </w:r>
      <w:r w:rsidR="00B77E03">
        <w:t xml:space="preserve">, </w:t>
      </w:r>
      <w:r w:rsidRPr="002813C1">
        <w:t>armé de sa lampe</w:t>
      </w:r>
      <w:r w:rsidR="00B77E03">
        <w:t xml:space="preserve">, </w:t>
      </w:r>
      <w:r w:rsidRPr="002813C1">
        <w:t>pour aller ouvrir</w:t>
      </w:r>
      <w:r w:rsidR="00B77E03">
        <w:t>.</w:t>
      </w:r>
    </w:p>
    <w:p w14:paraId="1D538CAC" w14:textId="407EA691" w:rsidR="00B77E03" w:rsidRDefault="0024252B" w:rsidP="00B77E03">
      <w:r w:rsidRPr="002813C1">
        <w:t>À cette heure</w:t>
      </w:r>
      <w:r w:rsidR="00B77E03">
        <w:t xml:space="preserve">, </w:t>
      </w:r>
      <w:r w:rsidRPr="002813C1">
        <w:t>au milieu de la nuit</w:t>
      </w:r>
      <w:r w:rsidR="00B77E03">
        <w:t xml:space="preserve">, </w:t>
      </w:r>
      <w:r w:rsidRPr="002813C1">
        <w:t>qui pouvait lui venir</w:t>
      </w:r>
      <w:r w:rsidR="00B77E03">
        <w:t xml:space="preserve">, </w:t>
      </w:r>
      <w:r w:rsidRPr="002813C1">
        <w:t xml:space="preserve">sinon </w:t>
      </w:r>
      <w:r w:rsidR="00B77E03">
        <w:t>M. </w:t>
      </w:r>
      <w:r w:rsidRPr="002813C1">
        <w:t xml:space="preserve">Costard ou </w:t>
      </w:r>
      <w:r w:rsidR="00B77E03">
        <w:t>M. </w:t>
      </w:r>
      <w:r w:rsidRPr="002813C1">
        <w:t>le vicomte de Serpillon</w:t>
      </w:r>
      <w:r w:rsidR="00B77E03">
        <w:t xml:space="preserve">, </w:t>
      </w:r>
      <w:r w:rsidRPr="002813C1">
        <w:t>ou peut-être tous les deux</w:t>
      </w:r>
      <w:r w:rsidR="00B77E03">
        <w:t> ?…</w:t>
      </w:r>
    </w:p>
    <w:p w14:paraId="586F8085" w14:textId="77777777" w:rsidR="00B77E03" w:rsidRDefault="00B77E03" w:rsidP="00B77E03">
      <w:r>
        <w:t>— </w:t>
      </w:r>
      <w:r w:rsidR="0024252B" w:rsidRPr="002813C1">
        <w:t>Ils auront appris que je les cherchais</w:t>
      </w:r>
      <w:r>
        <w:t xml:space="preserve">, </w:t>
      </w:r>
      <w:r w:rsidR="0024252B" w:rsidRPr="002813C1">
        <w:t>ces excellents bons</w:t>
      </w:r>
      <w:r>
        <w:t xml:space="preserve">, </w:t>
      </w:r>
      <w:r w:rsidR="0024252B" w:rsidRPr="002813C1">
        <w:t>pensa-t-il</w:t>
      </w:r>
      <w:r>
        <w:t xml:space="preserve">, </w:t>
      </w:r>
      <w:r w:rsidR="0024252B" w:rsidRPr="002813C1">
        <w:t>et ils accourent</w:t>
      </w:r>
      <w:r>
        <w:t>…</w:t>
      </w:r>
    </w:p>
    <w:p w14:paraId="1546B1BD" w14:textId="18D17AAB" w:rsidR="00B77E03" w:rsidRDefault="0024252B" w:rsidP="00B77E03">
      <w:r w:rsidRPr="002813C1">
        <w:t>Il se trompait</w:t>
      </w:r>
      <w:r w:rsidR="00B77E03">
        <w:t xml:space="preserve">… </w:t>
      </w:r>
      <w:r w:rsidRPr="002813C1">
        <w:t>Ce n</w:t>
      </w:r>
      <w:r w:rsidR="00B77E03">
        <w:t>’</w:t>
      </w:r>
      <w:r w:rsidRPr="002813C1">
        <w:t>était ni l</w:t>
      </w:r>
      <w:r w:rsidR="00B77E03">
        <w:t>’</w:t>
      </w:r>
      <w:r w:rsidRPr="002813C1">
        <w:t>un ni l</w:t>
      </w:r>
      <w:r w:rsidR="00B77E03">
        <w:t>’</w:t>
      </w:r>
      <w:r w:rsidRPr="002813C1">
        <w:t>autre de ce gentlemen</w:t>
      </w:r>
      <w:r w:rsidR="00B77E03">
        <w:t xml:space="preserve">. </w:t>
      </w:r>
      <w:r w:rsidRPr="002813C1">
        <w:t xml:space="preserve">Le visiteur était </w:t>
      </w:r>
      <w:r w:rsidR="00B77E03">
        <w:t>M. </w:t>
      </w:r>
      <w:r w:rsidRPr="002813C1">
        <w:t xml:space="preserve">Fernand de </w:t>
      </w:r>
      <w:proofErr w:type="spellStart"/>
      <w:r w:rsidRPr="002813C1">
        <w:t>Coralth</w:t>
      </w:r>
      <w:proofErr w:type="spellEnd"/>
      <w:r w:rsidRPr="002813C1">
        <w:t xml:space="preserve"> en personne</w:t>
      </w:r>
      <w:r w:rsidR="00B77E03">
        <w:t>.</w:t>
      </w:r>
    </w:p>
    <w:p w14:paraId="07978E86" w14:textId="5242CE71" w:rsidR="00B77E03" w:rsidRDefault="0024252B" w:rsidP="00B77E03">
      <w:r w:rsidRPr="002813C1">
        <w:t>Retenu des derniers</w:t>
      </w:r>
      <w:r w:rsidR="00B77E03">
        <w:t xml:space="preserve">, </w:t>
      </w:r>
      <w:r w:rsidRPr="002813C1">
        <w:t>par la prudence</w:t>
      </w:r>
      <w:r w:rsidR="00B77E03">
        <w:t xml:space="preserve">, </w:t>
      </w:r>
      <w:r w:rsidRPr="002813C1">
        <w:t xml:space="preserve">dans le salon de </w:t>
      </w:r>
      <w:r w:rsidR="00B77E03">
        <w:t>M</w:t>
      </w:r>
      <w:r w:rsidR="00B77E03" w:rsidRPr="00B77E03">
        <w:rPr>
          <w:vertAlign w:val="superscript"/>
        </w:rPr>
        <w:t>me</w:t>
      </w:r>
      <w:r w:rsidR="00B77E03">
        <w:t> </w:t>
      </w:r>
      <w:r w:rsidRPr="002813C1">
        <w:t>d</w:t>
      </w:r>
      <w:r w:rsidR="00B77E03">
        <w:t>’</w:t>
      </w:r>
      <w:r w:rsidRPr="002813C1">
        <w:t>Argelès</w:t>
      </w:r>
      <w:r w:rsidR="00B77E03">
        <w:t xml:space="preserve">, </w:t>
      </w:r>
      <w:r w:rsidRPr="002813C1">
        <w:t xml:space="preserve">il avait couru en sortant chez le marquis de </w:t>
      </w:r>
      <w:proofErr w:type="spellStart"/>
      <w:r w:rsidRPr="002813C1">
        <w:t>Valorsay</w:t>
      </w:r>
      <w:proofErr w:type="spellEnd"/>
      <w:r w:rsidRPr="002813C1">
        <w:t xml:space="preserve"> pour se concerter avec lui</w:t>
      </w:r>
      <w:r w:rsidR="00B77E03">
        <w:t xml:space="preserve">, </w:t>
      </w:r>
      <w:r w:rsidRPr="002813C1">
        <w:t>et</w:t>
      </w:r>
      <w:r w:rsidR="00B77E03">
        <w:t xml:space="preserve">, </w:t>
      </w:r>
      <w:r w:rsidRPr="002813C1">
        <w:t>libre enfin</w:t>
      </w:r>
      <w:r w:rsidR="00B77E03">
        <w:t xml:space="preserve">, </w:t>
      </w:r>
      <w:r w:rsidRPr="002813C1">
        <w:t>il arrivait</w:t>
      </w:r>
      <w:r w:rsidR="00B77E03">
        <w:t xml:space="preserve">, </w:t>
      </w:r>
      <w:r w:rsidRPr="002813C1">
        <w:t>sans se douter</w:t>
      </w:r>
      <w:r w:rsidR="00B77E03">
        <w:t xml:space="preserve">, </w:t>
      </w:r>
      <w:r w:rsidRPr="002813C1">
        <w:t>certes</w:t>
      </w:r>
      <w:r w:rsidR="00B77E03">
        <w:t xml:space="preserve">, </w:t>
      </w:r>
      <w:r w:rsidRPr="002813C1">
        <w:t>qu</w:t>
      </w:r>
      <w:r w:rsidR="00B77E03">
        <w:t>’</w:t>
      </w:r>
      <w:r w:rsidRPr="002813C1">
        <w:t>il avait été suivi</w:t>
      </w:r>
      <w:r w:rsidR="00B77E03">
        <w:t xml:space="preserve">, </w:t>
      </w:r>
      <w:r w:rsidRPr="002813C1">
        <w:t>et que même</w:t>
      </w:r>
      <w:r w:rsidR="00B77E03">
        <w:t xml:space="preserve">, </w:t>
      </w:r>
      <w:r w:rsidRPr="002813C1">
        <w:t>en ce moment</w:t>
      </w:r>
      <w:r w:rsidR="00B77E03">
        <w:t xml:space="preserve">, </w:t>
      </w:r>
      <w:r w:rsidRPr="002813C1">
        <w:t>il était attendu en bas</w:t>
      </w:r>
      <w:r w:rsidR="00B77E03">
        <w:t xml:space="preserve">, </w:t>
      </w:r>
      <w:r w:rsidRPr="002813C1">
        <w:t>dans la rue</w:t>
      </w:r>
      <w:r w:rsidR="00B77E03">
        <w:t xml:space="preserve">, </w:t>
      </w:r>
      <w:r w:rsidRPr="002813C1">
        <w:t xml:space="preserve">par un auxiliaire de Pascal </w:t>
      </w:r>
      <w:proofErr w:type="spellStart"/>
      <w:r w:rsidRPr="002813C1">
        <w:t>Férailleur</w:t>
      </w:r>
      <w:proofErr w:type="spellEnd"/>
      <w:r w:rsidRPr="002813C1">
        <w:t xml:space="preserve"> et de </w:t>
      </w:r>
      <w:r w:rsidR="00B77E03">
        <w:t>M</w:t>
      </w:r>
      <w:r w:rsidR="00B77E03" w:rsidRPr="00B77E03">
        <w:rPr>
          <w:vertAlign w:val="superscript"/>
        </w:rPr>
        <w:t>lle</w:t>
      </w:r>
      <w:r w:rsidR="00B77E03">
        <w:t> </w:t>
      </w:r>
      <w:r w:rsidRPr="002813C1">
        <w:t>Marguerite</w:t>
      </w:r>
      <w:r w:rsidR="00B77E03">
        <w:t xml:space="preserve">, </w:t>
      </w:r>
      <w:r w:rsidRPr="002813C1">
        <w:t>par un ennemi d</w:t>
      </w:r>
      <w:r w:rsidR="00B77E03">
        <w:t>’</w:t>
      </w:r>
      <w:r w:rsidRPr="002813C1">
        <w:t>autant plus redoutable qu</w:t>
      </w:r>
      <w:r w:rsidR="00B77E03">
        <w:t>’</w:t>
      </w:r>
      <w:r w:rsidRPr="002813C1">
        <w:t>il était plus humble</w:t>
      </w:r>
      <w:r w:rsidR="00B77E03">
        <w:t xml:space="preserve"> : </w:t>
      </w:r>
      <w:r w:rsidRPr="002813C1">
        <w:t>Victor Chupin</w:t>
      </w:r>
      <w:r w:rsidR="00B77E03">
        <w:t>.</w:t>
      </w:r>
    </w:p>
    <w:p w14:paraId="1FBF335C" w14:textId="53653F50" w:rsidR="00B77E03" w:rsidRDefault="0024252B" w:rsidP="00B77E03">
      <w:r w:rsidRPr="002813C1">
        <w:t>À la vue de celui qui si longtemps avait été son modèle</w:t>
      </w:r>
      <w:r w:rsidR="00B77E03">
        <w:t xml:space="preserve">, </w:t>
      </w:r>
      <w:r w:rsidRPr="002813C1">
        <w:t>de l</w:t>
      </w:r>
      <w:r w:rsidR="00B77E03">
        <w:t>’</w:t>
      </w:r>
      <w:r w:rsidRPr="002813C1">
        <w:t>ami qui lui avait conseillé ce qu</w:t>
      </w:r>
      <w:r w:rsidR="00B77E03">
        <w:t>’</w:t>
      </w:r>
      <w:r w:rsidRPr="002813C1">
        <w:t xml:space="preserve">il appelait son </w:t>
      </w:r>
      <w:r w:rsidR="00B77E03">
        <w:t>« </w:t>
      </w:r>
      <w:r w:rsidRPr="002813C1">
        <w:t>impair</w:t>
      </w:r>
      <w:r w:rsidR="00B77E03">
        <w:t>, »</w:t>
      </w:r>
      <w:r w:rsidRPr="002813C1">
        <w:t xml:space="preserve"> </w:t>
      </w:r>
      <w:r w:rsidR="00B77E03">
        <w:t>M. </w:t>
      </w:r>
      <w:proofErr w:type="spellStart"/>
      <w:r w:rsidRPr="002813C1">
        <w:t>Wilkie</w:t>
      </w:r>
      <w:proofErr w:type="spellEnd"/>
      <w:r w:rsidRPr="002813C1">
        <w:t xml:space="preserve"> fut si surpris</w:t>
      </w:r>
      <w:r w:rsidR="00B77E03">
        <w:t xml:space="preserve">, </w:t>
      </w:r>
      <w:r w:rsidRPr="002813C1">
        <w:t>qu</w:t>
      </w:r>
      <w:r w:rsidR="00B77E03">
        <w:t>’</w:t>
      </w:r>
      <w:r w:rsidRPr="002813C1">
        <w:t>il faillit lâcher sa lampe</w:t>
      </w:r>
      <w:r w:rsidR="00B77E03">
        <w:t>…</w:t>
      </w:r>
    </w:p>
    <w:p w14:paraId="089436D9" w14:textId="77777777" w:rsidR="00B77E03" w:rsidRDefault="0024252B" w:rsidP="00B77E03">
      <w:r w:rsidRPr="002813C1">
        <w:t>Puis toutes ses colères se réveillant</w:t>
      </w:r>
      <w:r w:rsidR="00B77E03">
        <w:t> :</w:t>
      </w:r>
    </w:p>
    <w:p w14:paraId="20D93FFB" w14:textId="77777777" w:rsidR="00B77E03" w:rsidRDefault="00B77E03" w:rsidP="00B77E03">
      <w:r>
        <w:t>— </w:t>
      </w:r>
      <w:r w:rsidR="0024252B" w:rsidRPr="002813C1">
        <w:t>Ah</w:t>
      </w:r>
      <w:r>
        <w:t xml:space="preserve"> !… </w:t>
      </w:r>
      <w:r w:rsidR="0024252B" w:rsidRPr="002813C1">
        <w:t>c</w:t>
      </w:r>
      <w:r>
        <w:t>’</w:t>
      </w:r>
      <w:r w:rsidR="0024252B" w:rsidRPr="002813C1">
        <w:t>est vous</w:t>
      </w:r>
      <w:r>
        <w:t xml:space="preserve"> !… </w:t>
      </w:r>
      <w:r w:rsidR="0024252B" w:rsidRPr="002813C1">
        <w:t>s</w:t>
      </w:r>
      <w:r>
        <w:t>’</w:t>
      </w:r>
      <w:r w:rsidR="0024252B" w:rsidRPr="002813C1">
        <w:t>écria-t-il d</w:t>
      </w:r>
      <w:r>
        <w:t>’</w:t>
      </w:r>
      <w:r w:rsidR="0024252B" w:rsidRPr="002813C1">
        <w:t>un ton brutal</w:t>
      </w:r>
      <w:r>
        <w:t xml:space="preserve"> ; </w:t>
      </w:r>
      <w:r w:rsidR="0024252B" w:rsidRPr="002813C1">
        <w:t>vous tombez bien</w:t>
      </w:r>
      <w:r>
        <w:t> !…</w:t>
      </w:r>
    </w:p>
    <w:p w14:paraId="24DE1AFF" w14:textId="24C2EB9D" w:rsidR="00B77E03" w:rsidRDefault="0024252B" w:rsidP="00B77E03">
      <w:r w:rsidRPr="002813C1">
        <w:t xml:space="preserve">Mais </w:t>
      </w:r>
      <w:r w:rsidR="00B77E03">
        <w:t>M. de </w:t>
      </w:r>
      <w:proofErr w:type="spellStart"/>
      <w:r w:rsidRPr="002813C1">
        <w:t>Coralth</w:t>
      </w:r>
      <w:proofErr w:type="spellEnd"/>
      <w:r w:rsidRPr="002813C1">
        <w:t xml:space="preserve"> était bien trop exaspéré pour </w:t>
      </w:r>
      <w:r w:rsidR="001C27E7">
        <w:t>prendre</w:t>
      </w:r>
      <w:r w:rsidR="001C27E7" w:rsidRPr="002813C1">
        <w:t xml:space="preserve"> </w:t>
      </w:r>
      <w:r w:rsidR="001C27E7">
        <w:t>garde</w:t>
      </w:r>
      <w:r w:rsidR="001C27E7" w:rsidRPr="002813C1">
        <w:t xml:space="preserve"> </w:t>
      </w:r>
      <w:r w:rsidRPr="002813C1">
        <w:t>à l</w:t>
      </w:r>
      <w:r w:rsidR="00B77E03">
        <w:t>’</w:t>
      </w:r>
      <w:r w:rsidRPr="002813C1">
        <w:t xml:space="preserve">étrange accueil de </w:t>
      </w:r>
      <w:r w:rsidR="00B77E03">
        <w:t>M. </w:t>
      </w:r>
      <w:proofErr w:type="spellStart"/>
      <w:r w:rsidRPr="002813C1">
        <w:t>Wilkie</w:t>
      </w:r>
      <w:proofErr w:type="spellEnd"/>
      <w:r w:rsidR="00B77E03">
        <w:t> !…</w:t>
      </w:r>
    </w:p>
    <w:p w14:paraId="6186A0AA" w14:textId="77777777" w:rsidR="00B77E03" w:rsidRDefault="0024252B" w:rsidP="00B77E03">
      <w:r w:rsidRPr="002813C1">
        <w:lastRenderedPageBreak/>
        <w:t>Il le saisit par le bras</w:t>
      </w:r>
      <w:r w:rsidR="00B77E03">
        <w:t xml:space="preserve">, </w:t>
      </w:r>
      <w:r w:rsidRPr="002813C1">
        <w:t>rudement</w:t>
      </w:r>
      <w:r w:rsidR="00B77E03">
        <w:t xml:space="preserve">, </w:t>
      </w:r>
      <w:r w:rsidRPr="002813C1">
        <w:t>et refermant la forte d</w:t>
      </w:r>
      <w:r w:rsidR="00B77E03">
        <w:t>’</w:t>
      </w:r>
      <w:r w:rsidRPr="002813C1">
        <w:t>un coup de pied</w:t>
      </w:r>
      <w:r w:rsidR="00B77E03">
        <w:t xml:space="preserve">, </w:t>
      </w:r>
      <w:r w:rsidRPr="002813C1">
        <w:t>le fit reculer jusque dans son salon</w:t>
      </w:r>
      <w:r w:rsidR="00B77E03">
        <w:t>.</w:t>
      </w:r>
    </w:p>
    <w:p w14:paraId="022C641E" w14:textId="77777777" w:rsidR="00B77E03" w:rsidRDefault="0024252B" w:rsidP="00B77E03">
      <w:r w:rsidRPr="002813C1">
        <w:t xml:space="preserve">Une </w:t>
      </w:r>
      <w:proofErr w:type="spellStart"/>
      <w:r w:rsidRPr="002813C1">
        <w:t>fois là</w:t>
      </w:r>
      <w:proofErr w:type="spellEnd"/>
      <w:r w:rsidR="00B77E03">
        <w:t> :</w:t>
      </w:r>
    </w:p>
    <w:p w14:paraId="1252BB20" w14:textId="77777777" w:rsidR="00B77E03" w:rsidRDefault="00B77E03" w:rsidP="00B77E03">
      <w:r>
        <w:t>— </w:t>
      </w:r>
      <w:r w:rsidR="0024252B" w:rsidRPr="002813C1">
        <w:t>Oui</w:t>
      </w:r>
      <w:r>
        <w:t xml:space="preserve">, </w:t>
      </w:r>
      <w:r w:rsidR="0024252B" w:rsidRPr="002813C1">
        <w:t>c</w:t>
      </w:r>
      <w:r>
        <w:t>’</w:t>
      </w:r>
      <w:r w:rsidR="0024252B" w:rsidRPr="002813C1">
        <w:t>est moi</w:t>
      </w:r>
      <w:r>
        <w:t xml:space="preserve"> !… </w:t>
      </w:r>
      <w:r w:rsidR="0024252B" w:rsidRPr="002813C1">
        <w:t>fit-il d</w:t>
      </w:r>
      <w:r>
        <w:t>’</w:t>
      </w:r>
      <w:r w:rsidR="0024252B" w:rsidRPr="002813C1">
        <w:t>un accent bref et impérieux</w:t>
      </w:r>
      <w:r>
        <w:t xml:space="preserve">. </w:t>
      </w:r>
      <w:r w:rsidR="0024252B" w:rsidRPr="002813C1">
        <w:t>C</w:t>
      </w:r>
      <w:r>
        <w:t>’</w:t>
      </w:r>
      <w:r w:rsidR="0024252B" w:rsidRPr="002813C1">
        <w:t>est moi qui viens vous demander si vous êtes devenu stupide ou fou</w:t>
      </w:r>
      <w:r>
        <w:t xml:space="preserve">, </w:t>
      </w:r>
      <w:r w:rsidR="0024252B" w:rsidRPr="002813C1">
        <w:t>depuis hier</w:t>
      </w:r>
      <w:r>
        <w:t>.</w:t>
      </w:r>
    </w:p>
    <w:p w14:paraId="0549AD1F" w14:textId="77777777" w:rsidR="00B77E03" w:rsidRDefault="00B77E03" w:rsidP="00B77E03">
      <w:r>
        <w:t>— </w:t>
      </w:r>
      <w:r w:rsidR="0024252B" w:rsidRPr="002813C1">
        <w:t>Vicomte</w:t>
      </w:r>
      <w:r>
        <w:t> !</w:t>
      </w:r>
    </w:p>
    <w:p w14:paraId="2206B21C" w14:textId="11BD6C66" w:rsidR="00B77E03" w:rsidRDefault="00B77E03" w:rsidP="00B77E03">
      <w:r>
        <w:t>— </w:t>
      </w:r>
      <w:r w:rsidR="0024252B" w:rsidRPr="002813C1">
        <w:t>C</w:t>
      </w:r>
      <w:r>
        <w:t>’</w:t>
      </w:r>
      <w:r w:rsidR="0024252B" w:rsidRPr="002813C1">
        <w:t>est que je ne sais pas une troisième expression pour qualifier votre conduite</w:t>
      </w:r>
      <w:r>
        <w:t xml:space="preserve"> !… </w:t>
      </w:r>
      <w:r w:rsidR="0024252B" w:rsidRPr="002813C1">
        <w:t>Quoi</w:t>
      </w:r>
      <w:r>
        <w:t xml:space="preserve"> ! </w:t>
      </w:r>
      <w:r w:rsidR="0024252B" w:rsidRPr="002813C1">
        <w:t>c</w:t>
      </w:r>
      <w:r>
        <w:t>’</w:t>
      </w:r>
      <w:r w:rsidR="0024252B" w:rsidRPr="002813C1">
        <w:t xml:space="preserve">est le jour où </w:t>
      </w:r>
      <w:r>
        <w:t>M</w:t>
      </w:r>
      <w:r w:rsidRPr="00B77E03">
        <w:rPr>
          <w:vertAlign w:val="superscript"/>
        </w:rPr>
        <w:t>me</w:t>
      </w:r>
      <w:r>
        <w:t> </w:t>
      </w:r>
      <w:r w:rsidR="0024252B" w:rsidRPr="002813C1">
        <w:t>d</w:t>
      </w:r>
      <w:r>
        <w:t>’</w:t>
      </w:r>
      <w:r w:rsidR="0024252B" w:rsidRPr="002813C1">
        <w:t>Argelès reçoit</w:t>
      </w:r>
      <w:r>
        <w:t xml:space="preserve">, </w:t>
      </w:r>
      <w:r w:rsidR="0024252B" w:rsidRPr="002813C1">
        <w:t>c</w:t>
      </w:r>
      <w:r>
        <w:t>’</w:t>
      </w:r>
      <w:r w:rsidR="0024252B" w:rsidRPr="002813C1">
        <w:t>est l</w:t>
      </w:r>
      <w:r>
        <w:t>’</w:t>
      </w:r>
      <w:r w:rsidR="0024252B" w:rsidRPr="002813C1">
        <w:t>heure où elle a cent cinquante personnes dans son salon</w:t>
      </w:r>
      <w:r>
        <w:t xml:space="preserve">, </w:t>
      </w:r>
      <w:r w:rsidR="0024252B" w:rsidRPr="002813C1">
        <w:t>que vous choisissez pour vous présenter</w:t>
      </w:r>
      <w:r>
        <w:t> !…</w:t>
      </w:r>
    </w:p>
    <w:p w14:paraId="6C95FB13" w14:textId="77777777" w:rsidR="00B77E03" w:rsidRDefault="00B77E03" w:rsidP="00B77E03">
      <w:r>
        <w:t>— </w:t>
      </w:r>
      <w:r w:rsidR="0024252B" w:rsidRPr="002813C1">
        <w:t>Ah</w:t>
      </w:r>
      <w:r>
        <w:t xml:space="preserve"> !… </w:t>
      </w:r>
      <w:r w:rsidR="0024252B" w:rsidRPr="002813C1">
        <w:t>voilà</w:t>
      </w:r>
      <w:r>
        <w:t xml:space="preserve"> !… </w:t>
      </w:r>
      <w:r w:rsidR="0024252B" w:rsidRPr="002813C1">
        <w:t>je n</w:t>
      </w:r>
      <w:r>
        <w:t>’</w:t>
      </w:r>
      <w:r w:rsidR="0024252B" w:rsidRPr="002813C1">
        <w:t>aime pas qu</w:t>
      </w:r>
      <w:r>
        <w:t>’</w:t>
      </w:r>
      <w:r w:rsidR="0024252B" w:rsidRPr="002813C1">
        <w:t>on me fasse poser</w:t>
      </w:r>
      <w:r>
        <w:t xml:space="preserve">. </w:t>
      </w:r>
      <w:r w:rsidR="0024252B" w:rsidRPr="002813C1">
        <w:t>Deux fois déjà j</w:t>
      </w:r>
      <w:r>
        <w:t>’</w:t>
      </w:r>
      <w:r w:rsidR="0024252B" w:rsidRPr="002813C1">
        <w:t>étais allé chez elle</w:t>
      </w:r>
      <w:r>
        <w:t xml:space="preserve">, </w:t>
      </w:r>
      <w:r w:rsidR="0024252B" w:rsidRPr="002813C1">
        <w:t>et j</w:t>
      </w:r>
      <w:r>
        <w:t>’</w:t>
      </w:r>
      <w:r w:rsidR="0024252B" w:rsidRPr="002813C1">
        <w:t>avais trouvé visage de bois</w:t>
      </w:r>
      <w:r>
        <w:t>…</w:t>
      </w:r>
    </w:p>
    <w:p w14:paraId="066DFB5C" w14:textId="77777777" w:rsidR="00B77E03" w:rsidRDefault="00B77E03" w:rsidP="00B77E03">
      <w:r>
        <w:t>— </w:t>
      </w:r>
      <w:r w:rsidR="0024252B" w:rsidRPr="002813C1">
        <w:t>Il fallait y retourner</w:t>
      </w:r>
      <w:r>
        <w:t xml:space="preserve">, </w:t>
      </w:r>
      <w:r w:rsidR="0024252B" w:rsidRPr="002813C1">
        <w:t>monsieur</w:t>
      </w:r>
      <w:r>
        <w:t xml:space="preserve">, </w:t>
      </w:r>
      <w:r w:rsidR="0024252B" w:rsidRPr="002813C1">
        <w:t>dix fois</w:t>
      </w:r>
      <w:r>
        <w:t xml:space="preserve">, </w:t>
      </w:r>
      <w:r w:rsidR="0024252B" w:rsidRPr="002813C1">
        <w:t>cent fois</w:t>
      </w:r>
      <w:r>
        <w:t xml:space="preserve">, </w:t>
      </w:r>
      <w:r w:rsidR="0024252B" w:rsidRPr="002813C1">
        <w:t>mille fois</w:t>
      </w:r>
      <w:r>
        <w:t xml:space="preserve">, </w:t>
      </w:r>
      <w:r w:rsidR="0024252B" w:rsidRPr="002813C1">
        <w:t>plutôt que de risquer votre équipée idiote</w:t>
      </w:r>
      <w:r>
        <w:t>…</w:t>
      </w:r>
    </w:p>
    <w:p w14:paraId="650D91AA" w14:textId="77777777" w:rsidR="00B77E03" w:rsidRDefault="00B77E03" w:rsidP="00B77E03">
      <w:r>
        <w:t>— </w:t>
      </w:r>
      <w:r w:rsidR="0024252B" w:rsidRPr="002813C1">
        <w:t>Pardon</w:t>
      </w:r>
      <w:r>
        <w:t xml:space="preserve"> !… </w:t>
      </w:r>
      <w:r w:rsidR="0024252B" w:rsidRPr="002813C1">
        <w:t>pardon</w:t>
      </w:r>
      <w:r>
        <w:t> !…</w:t>
      </w:r>
    </w:p>
    <w:p w14:paraId="37DB684B" w14:textId="77777777" w:rsidR="00B77E03" w:rsidRDefault="00B77E03" w:rsidP="00B77E03">
      <w:r>
        <w:t>— </w:t>
      </w:r>
      <w:r w:rsidR="0024252B" w:rsidRPr="002813C1">
        <w:t>Que vous avais-je recommandé</w:t>
      </w:r>
      <w:r>
        <w:t xml:space="preserve"> ?… </w:t>
      </w:r>
      <w:r w:rsidR="0024252B" w:rsidRPr="002813C1">
        <w:t>une prudence excessive</w:t>
      </w:r>
      <w:r>
        <w:t xml:space="preserve">, </w:t>
      </w:r>
      <w:r w:rsidR="0024252B" w:rsidRPr="002813C1">
        <w:t>beaucoup de calme et de modération</w:t>
      </w:r>
      <w:r>
        <w:t xml:space="preserve">, </w:t>
      </w:r>
      <w:r w:rsidR="0024252B" w:rsidRPr="002813C1">
        <w:t>une douceur infinie</w:t>
      </w:r>
      <w:r>
        <w:t xml:space="preserve">, </w:t>
      </w:r>
      <w:r w:rsidR="0024252B" w:rsidRPr="002813C1">
        <w:t>du sentiment à haute dose</w:t>
      </w:r>
      <w:r>
        <w:t xml:space="preserve">, </w:t>
      </w:r>
      <w:r w:rsidR="0024252B" w:rsidRPr="002813C1">
        <w:t>de l</w:t>
      </w:r>
      <w:r>
        <w:t>’</w:t>
      </w:r>
      <w:r w:rsidR="0024252B" w:rsidRPr="002813C1">
        <w:t>attendrissement</w:t>
      </w:r>
      <w:r>
        <w:t xml:space="preserve">, </w:t>
      </w:r>
      <w:r w:rsidR="0024252B" w:rsidRPr="002813C1">
        <w:t>des larmes</w:t>
      </w:r>
      <w:r>
        <w:t xml:space="preserve">, </w:t>
      </w:r>
      <w:r w:rsidR="0024252B" w:rsidRPr="002813C1">
        <w:t>une averse de larmes</w:t>
      </w:r>
      <w:r>
        <w:t>…</w:t>
      </w:r>
    </w:p>
    <w:p w14:paraId="7172ECC3" w14:textId="77777777" w:rsidR="00B77E03" w:rsidRDefault="00B77E03" w:rsidP="00B77E03">
      <w:r>
        <w:t>— </w:t>
      </w:r>
      <w:r w:rsidR="0024252B" w:rsidRPr="002813C1">
        <w:t>Possible</w:t>
      </w:r>
      <w:r>
        <w:t xml:space="preserve">, </w:t>
      </w:r>
      <w:r w:rsidR="0024252B" w:rsidRPr="002813C1">
        <w:t>mais</w:t>
      </w:r>
      <w:r>
        <w:t>…</w:t>
      </w:r>
    </w:p>
    <w:p w14:paraId="3B24D1D5" w14:textId="77777777" w:rsidR="00B77E03" w:rsidRDefault="00B77E03" w:rsidP="00B77E03">
      <w:r>
        <w:t>— </w:t>
      </w:r>
      <w:r w:rsidR="0024252B" w:rsidRPr="002813C1">
        <w:t>Mais</w:t>
      </w:r>
      <w:r>
        <w:t xml:space="preserve">, </w:t>
      </w:r>
      <w:r w:rsidR="0024252B" w:rsidRPr="002813C1">
        <w:t>au lieu de cela</w:t>
      </w:r>
      <w:r>
        <w:t xml:space="preserve">, </w:t>
      </w:r>
      <w:r w:rsidR="0024252B" w:rsidRPr="002813C1">
        <w:t>vous tombez comme une tuile sur la tête de cette femme</w:t>
      </w:r>
      <w:r>
        <w:t xml:space="preserve">, </w:t>
      </w:r>
      <w:r w:rsidR="0024252B" w:rsidRPr="002813C1">
        <w:t>et pour débuter</w:t>
      </w:r>
      <w:r>
        <w:t xml:space="preserve">, </w:t>
      </w:r>
      <w:r w:rsidR="0024252B" w:rsidRPr="002813C1">
        <w:t>vous mettez l</w:t>
      </w:r>
      <w:r>
        <w:t>’</w:t>
      </w:r>
      <w:r w:rsidR="0024252B" w:rsidRPr="002813C1">
        <w:t>hôtel sens dessus dessous</w:t>
      </w:r>
      <w:r>
        <w:t xml:space="preserve">… </w:t>
      </w:r>
      <w:r w:rsidR="0024252B" w:rsidRPr="002813C1">
        <w:t>Qu</w:t>
      </w:r>
      <w:r>
        <w:t>’</w:t>
      </w:r>
      <w:r w:rsidR="0024252B" w:rsidRPr="002813C1">
        <w:t>espériez-vous</w:t>
      </w:r>
      <w:r>
        <w:t xml:space="preserve">, </w:t>
      </w:r>
      <w:r w:rsidR="0024252B" w:rsidRPr="002813C1">
        <w:t>en faisant une scène absurde</w:t>
      </w:r>
      <w:r>
        <w:t xml:space="preserve">, </w:t>
      </w:r>
      <w:r w:rsidR="0024252B" w:rsidRPr="002813C1">
        <w:t>pitoyable</w:t>
      </w:r>
      <w:r>
        <w:t xml:space="preserve">, </w:t>
      </w:r>
      <w:r w:rsidR="0024252B" w:rsidRPr="002813C1">
        <w:t>ignoble</w:t>
      </w:r>
      <w:r>
        <w:t xml:space="preserve"> !… </w:t>
      </w:r>
      <w:r w:rsidR="0024252B" w:rsidRPr="002813C1">
        <w:t>car vous vocifériez comme un portefaix</w:t>
      </w:r>
      <w:r>
        <w:t xml:space="preserve">, </w:t>
      </w:r>
      <w:r w:rsidR="0024252B" w:rsidRPr="002813C1">
        <w:t>à ce point</w:t>
      </w:r>
      <w:r>
        <w:t xml:space="preserve">, </w:t>
      </w:r>
      <w:r w:rsidR="0024252B" w:rsidRPr="002813C1">
        <w:t>qu</w:t>
      </w:r>
      <w:r>
        <w:t>’</w:t>
      </w:r>
      <w:r w:rsidR="0024252B" w:rsidRPr="002813C1">
        <w:t xml:space="preserve">on vous entendait du </w:t>
      </w:r>
      <w:r w:rsidR="0024252B" w:rsidRPr="002813C1">
        <w:lastRenderedPageBreak/>
        <w:t>salon</w:t>
      </w:r>
      <w:r>
        <w:t xml:space="preserve">… </w:t>
      </w:r>
      <w:r w:rsidR="0024252B" w:rsidRPr="002813C1">
        <w:t>Si tout n</w:t>
      </w:r>
      <w:r>
        <w:t>’</w:t>
      </w:r>
      <w:r w:rsidR="0024252B" w:rsidRPr="002813C1">
        <w:t>est pas complètement perdu</w:t>
      </w:r>
      <w:r>
        <w:t xml:space="preserve">, </w:t>
      </w:r>
      <w:r w:rsidR="0024252B" w:rsidRPr="002813C1">
        <w:t>c</w:t>
      </w:r>
      <w:r>
        <w:t>’</w:t>
      </w:r>
      <w:r w:rsidR="0024252B" w:rsidRPr="002813C1">
        <w:t>est qu</w:t>
      </w:r>
      <w:r>
        <w:t>’</w:t>
      </w:r>
      <w:r w:rsidR="0024252B" w:rsidRPr="002813C1">
        <w:t>il y a un Dieu pour les imbéciles</w:t>
      </w:r>
      <w:r>
        <w:t>…</w:t>
      </w:r>
    </w:p>
    <w:p w14:paraId="2CDA3F5F" w14:textId="77777777" w:rsidR="00B77E03" w:rsidRDefault="0024252B" w:rsidP="00B77E03">
      <w:r w:rsidRPr="002813C1">
        <w:t>Tout étourdi d</w:t>
      </w:r>
      <w:r w:rsidR="00B77E03">
        <w:t>’</w:t>
      </w:r>
      <w:r w:rsidRPr="002813C1">
        <w:t>abord</w:t>
      </w:r>
      <w:r w:rsidR="00B77E03">
        <w:t xml:space="preserve">, </w:t>
      </w:r>
      <w:r w:rsidRPr="002813C1">
        <w:t xml:space="preserve">le spirituel </w:t>
      </w:r>
      <w:proofErr w:type="spellStart"/>
      <w:r w:rsidRPr="002813C1">
        <w:t>Wilkie</w:t>
      </w:r>
      <w:proofErr w:type="spellEnd"/>
      <w:r w:rsidRPr="002813C1">
        <w:t xml:space="preserve"> n</w:t>
      </w:r>
      <w:r w:rsidR="00B77E03">
        <w:t>’</w:t>
      </w:r>
      <w:r w:rsidRPr="002813C1">
        <w:t>avait su que bégayer des excuses incohérentes</w:t>
      </w:r>
      <w:r w:rsidR="00B77E03">
        <w:t xml:space="preserve">, </w:t>
      </w:r>
      <w:r w:rsidRPr="002813C1">
        <w:t>des commencements de phrases</w:t>
      </w:r>
      <w:r w:rsidR="00B77E03">
        <w:t xml:space="preserve">, </w:t>
      </w:r>
      <w:r w:rsidRPr="002813C1">
        <w:t>dont la fin lui restait dans le gosier</w:t>
      </w:r>
      <w:r w:rsidR="00B77E03">
        <w:t>…</w:t>
      </w:r>
    </w:p>
    <w:p w14:paraId="4EEC07B5" w14:textId="7695EFAB" w:rsidR="00B77E03" w:rsidRDefault="0024252B" w:rsidP="00B77E03">
      <w:r w:rsidRPr="002813C1">
        <w:t xml:space="preserve">Cette violence de </w:t>
      </w:r>
      <w:r w:rsidR="00B77E03">
        <w:t>M. de </w:t>
      </w:r>
      <w:proofErr w:type="spellStart"/>
      <w:r w:rsidRPr="002813C1">
        <w:t>Coralth</w:t>
      </w:r>
      <w:proofErr w:type="spellEnd"/>
      <w:r w:rsidR="00B77E03">
        <w:t xml:space="preserve">, </w:t>
      </w:r>
      <w:r w:rsidRPr="002813C1">
        <w:t>qu</w:t>
      </w:r>
      <w:r w:rsidR="00B77E03">
        <w:t>’</w:t>
      </w:r>
      <w:r w:rsidRPr="002813C1">
        <w:t>il avait toujours vu froid et poli comme le marbre</w:t>
      </w:r>
      <w:r w:rsidR="00B77E03">
        <w:t xml:space="preserve">, </w:t>
      </w:r>
      <w:r w:rsidRPr="002813C1">
        <w:t>faisait taire sa propre violence</w:t>
      </w:r>
      <w:r w:rsidR="00B77E03">
        <w:t>.</w:t>
      </w:r>
    </w:p>
    <w:p w14:paraId="5A1B6161" w14:textId="77777777" w:rsidR="00B77E03" w:rsidRDefault="0024252B" w:rsidP="00B77E03">
      <w:r w:rsidRPr="002813C1">
        <w:t>Pourtant</w:t>
      </w:r>
      <w:r w:rsidR="00B77E03">
        <w:t xml:space="preserve">, </w:t>
      </w:r>
      <w:r w:rsidRPr="002813C1">
        <w:t>à la fin</w:t>
      </w:r>
      <w:r w:rsidR="00B77E03">
        <w:t xml:space="preserve">, </w:t>
      </w:r>
      <w:r w:rsidRPr="002813C1">
        <w:t>il se cabra sous les injures dont on le cinglait</w:t>
      </w:r>
      <w:r w:rsidR="00B77E03">
        <w:t>.</w:t>
      </w:r>
    </w:p>
    <w:p w14:paraId="5C46749D" w14:textId="77777777" w:rsidR="00B77E03" w:rsidRDefault="00B77E03" w:rsidP="00B77E03">
      <w:r>
        <w:t>— </w:t>
      </w:r>
      <w:r w:rsidR="0024252B" w:rsidRPr="002813C1">
        <w:t>Savez-vous</w:t>
      </w:r>
      <w:r>
        <w:t xml:space="preserve">, </w:t>
      </w:r>
      <w:r w:rsidR="0024252B" w:rsidRPr="002813C1">
        <w:t>vicomte</w:t>
      </w:r>
      <w:r>
        <w:t xml:space="preserve">, </w:t>
      </w:r>
      <w:r w:rsidR="0024252B" w:rsidRPr="002813C1">
        <w:t>que je commence à ne pas la trouver drôle</w:t>
      </w:r>
      <w:r>
        <w:t xml:space="preserve"> !… </w:t>
      </w:r>
      <w:r w:rsidR="0024252B" w:rsidRPr="002813C1">
        <w:t>s</w:t>
      </w:r>
      <w:r>
        <w:t>’</w:t>
      </w:r>
      <w:r w:rsidR="0024252B" w:rsidRPr="002813C1">
        <w:t>écria-t-il</w:t>
      </w:r>
      <w:r>
        <w:t xml:space="preserve">. </w:t>
      </w:r>
      <w:r w:rsidR="0024252B" w:rsidRPr="002813C1">
        <w:t>Si tout autre que vous mettait les pieds dans le plat tant que cela</w:t>
      </w:r>
      <w:r>
        <w:t xml:space="preserve">, </w:t>
      </w:r>
      <w:r w:rsidR="0024252B" w:rsidRPr="002813C1">
        <w:t>je lui aurais réglé son compte en deux temps</w:t>
      </w:r>
      <w:r>
        <w:t>.</w:t>
      </w:r>
    </w:p>
    <w:p w14:paraId="63439865" w14:textId="517D4F5D" w:rsidR="00B77E03" w:rsidRDefault="0024252B" w:rsidP="00B77E03">
      <w:r w:rsidRPr="002813C1">
        <w:t>À demi étendu sur le canapé</w:t>
      </w:r>
      <w:r w:rsidR="00B77E03">
        <w:t>, M. de </w:t>
      </w:r>
      <w:proofErr w:type="spellStart"/>
      <w:r w:rsidRPr="002813C1">
        <w:t>Coralth</w:t>
      </w:r>
      <w:proofErr w:type="spellEnd"/>
      <w:r w:rsidR="00B77E03">
        <w:t xml:space="preserve">, </w:t>
      </w:r>
      <w:r w:rsidRPr="002813C1">
        <w:t>du bout de sa badine</w:t>
      </w:r>
      <w:r w:rsidR="00B77E03">
        <w:t xml:space="preserve">, </w:t>
      </w:r>
      <w:r w:rsidRPr="002813C1">
        <w:t>tapait impatiemment les coussins</w:t>
      </w:r>
      <w:r w:rsidR="00B77E03">
        <w:t xml:space="preserve">, </w:t>
      </w:r>
      <w:r w:rsidRPr="002813C1">
        <w:t>lesquels ne s</w:t>
      </w:r>
      <w:r w:rsidR="00B77E03">
        <w:t>’</w:t>
      </w:r>
      <w:r w:rsidRPr="002813C1">
        <w:t>étant jamais trouvés à pareille fête</w:t>
      </w:r>
      <w:r w:rsidR="00B77E03">
        <w:t xml:space="preserve">, </w:t>
      </w:r>
      <w:r w:rsidRPr="002813C1">
        <w:t>laissaient échapper de leurs flancs un nuage de poussière</w:t>
      </w:r>
      <w:r w:rsidR="00B77E03">
        <w:t>.</w:t>
      </w:r>
    </w:p>
    <w:p w14:paraId="5E091407" w14:textId="64D5A68C" w:rsidR="00B77E03" w:rsidRDefault="0024252B" w:rsidP="00B77E03">
      <w:r w:rsidRPr="002813C1">
        <w:t>Il haussa les épaules</w:t>
      </w:r>
      <w:r w:rsidR="00B77E03">
        <w:t xml:space="preserve">, </w:t>
      </w:r>
      <w:r w:rsidRPr="002813C1">
        <w:t>d</w:t>
      </w:r>
      <w:r w:rsidR="00B77E03">
        <w:t>’</w:t>
      </w:r>
      <w:r w:rsidRPr="002813C1">
        <w:t>un air de pitié</w:t>
      </w:r>
      <w:r w:rsidR="00B77E03">
        <w:t xml:space="preserve">, </w:t>
      </w:r>
      <w:r w:rsidRPr="002813C1">
        <w:t xml:space="preserve">à la </w:t>
      </w:r>
      <w:r w:rsidR="001C27E7">
        <w:t>menace</w:t>
      </w:r>
      <w:r w:rsidR="001C27E7" w:rsidRPr="002813C1">
        <w:t xml:space="preserve"> </w:t>
      </w:r>
      <w:r w:rsidRPr="002813C1">
        <w:t xml:space="preserve">de </w:t>
      </w:r>
      <w:r w:rsidR="00B77E03">
        <w:t>M. </w:t>
      </w:r>
      <w:proofErr w:type="spellStart"/>
      <w:r w:rsidRPr="002813C1">
        <w:t>Wilkie</w:t>
      </w:r>
      <w:proofErr w:type="spellEnd"/>
      <w:r w:rsidR="00B77E03">
        <w:t xml:space="preserve">, </w:t>
      </w:r>
      <w:r w:rsidRPr="002813C1">
        <w:t>et durement</w:t>
      </w:r>
      <w:r w:rsidR="00B77E03">
        <w:t> :</w:t>
      </w:r>
    </w:p>
    <w:p w14:paraId="793B6934" w14:textId="77777777" w:rsidR="00B77E03" w:rsidRDefault="00B77E03" w:rsidP="00B77E03">
      <w:r>
        <w:t>— </w:t>
      </w:r>
      <w:r w:rsidR="0024252B" w:rsidRPr="002813C1">
        <w:t>C</w:t>
      </w:r>
      <w:r>
        <w:t>’</w:t>
      </w:r>
      <w:r w:rsidR="0024252B" w:rsidRPr="002813C1">
        <w:t>est bon</w:t>
      </w:r>
      <w:r>
        <w:t xml:space="preserve"> ! </w:t>
      </w:r>
      <w:r w:rsidR="0024252B" w:rsidRPr="002813C1">
        <w:t>interrompit-il</w:t>
      </w:r>
      <w:r>
        <w:t xml:space="preserve">, </w:t>
      </w:r>
      <w:r w:rsidR="0024252B" w:rsidRPr="002813C1">
        <w:t>vous pourfendriez tout autre que moi</w:t>
      </w:r>
      <w:r>
        <w:t xml:space="preserve">, </w:t>
      </w:r>
      <w:r w:rsidR="0024252B" w:rsidRPr="002813C1">
        <w:t>c</w:t>
      </w:r>
      <w:r>
        <w:t>’</w:t>
      </w:r>
      <w:r w:rsidR="0024252B" w:rsidRPr="002813C1">
        <w:t>est entendu</w:t>
      </w:r>
      <w:r>
        <w:t xml:space="preserve"> ! </w:t>
      </w:r>
      <w:r w:rsidR="0024252B" w:rsidRPr="002813C1">
        <w:t>Arrivons au fait</w:t>
      </w:r>
      <w:r>
        <w:t xml:space="preserve">… </w:t>
      </w:r>
      <w:r w:rsidR="0024252B" w:rsidRPr="002813C1">
        <w:t>Que s</w:t>
      </w:r>
      <w:r>
        <w:t>’</w:t>
      </w:r>
      <w:r w:rsidR="0024252B" w:rsidRPr="002813C1">
        <w:t>est-il passé entre votre mère et vous</w:t>
      </w:r>
      <w:r>
        <w:t> ?</w:t>
      </w:r>
    </w:p>
    <w:p w14:paraId="69834AB4" w14:textId="77777777" w:rsidR="00B77E03" w:rsidRDefault="00B77E03" w:rsidP="00B77E03">
      <w:r>
        <w:t>— </w:t>
      </w:r>
      <w:r w:rsidR="0024252B" w:rsidRPr="002813C1">
        <w:t>Permettez</w:t>
      </w:r>
      <w:r>
        <w:t xml:space="preserve">, </w:t>
      </w:r>
      <w:r w:rsidR="0024252B" w:rsidRPr="002813C1">
        <w:t>je voudrais avant</w:t>
      </w:r>
      <w:r>
        <w:t>…</w:t>
      </w:r>
    </w:p>
    <w:p w14:paraId="62143660" w14:textId="77777777" w:rsidR="00B77E03" w:rsidRDefault="00B77E03" w:rsidP="00B77E03">
      <w:r>
        <w:t>— </w:t>
      </w:r>
      <w:r w:rsidR="0024252B" w:rsidRPr="002813C1">
        <w:t>Sacrebleu</w:t>
      </w:r>
      <w:r>
        <w:t xml:space="preserve"> !… </w:t>
      </w:r>
      <w:r w:rsidR="0024252B" w:rsidRPr="002813C1">
        <w:t>Me croyez-vous donc l</w:t>
      </w:r>
      <w:r>
        <w:t>’</w:t>
      </w:r>
      <w:r w:rsidR="0024252B" w:rsidRPr="002813C1">
        <w:t>intention de coucher ici</w:t>
      </w:r>
      <w:r>
        <w:t xml:space="preserve"> ?… </w:t>
      </w:r>
      <w:r w:rsidR="0024252B" w:rsidRPr="002813C1">
        <w:t>Racontez-moi la scène</w:t>
      </w:r>
      <w:r>
        <w:t xml:space="preserve">, </w:t>
      </w:r>
      <w:r w:rsidR="0024252B" w:rsidRPr="002813C1">
        <w:t>et soyez bref</w:t>
      </w:r>
      <w:r>
        <w:t xml:space="preserve">, </w:t>
      </w:r>
      <w:r w:rsidR="0024252B" w:rsidRPr="002813C1">
        <w:t>et tâchez d</w:t>
      </w:r>
      <w:r>
        <w:t>’</w:t>
      </w:r>
      <w:r w:rsidR="0024252B" w:rsidRPr="002813C1">
        <w:t>être exact</w:t>
      </w:r>
      <w:r>
        <w:t>.</w:t>
      </w:r>
    </w:p>
    <w:p w14:paraId="36D3EE9A" w14:textId="0B87246C" w:rsidR="00B77E03" w:rsidRDefault="0024252B" w:rsidP="00B77E03">
      <w:r w:rsidRPr="002813C1">
        <w:lastRenderedPageBreak/>
        <w:t xml:space="preserve">Une des prétentions de </w:t>
      </w:r>
      <w:r w:rsidR="00B77E03">
        <w:t>M. </w:t>
      </w:r>
      <w:proofErr w:type="spellStart"/>
      <w:r w:rsidRPr="002813C1">
        <w:t>Wilkie</w:t>
      </w:r>
      <w:proofErr w:type="spellEnd"/>
      <w:r w:rsidRPr="002813C1">
        <w:t xml:space="preserve"> était d</w:t>
      </w:r>
      <w:r w:rsidR="00B77E03">
        <w:t>’</w:t>
      </w:r>
      <w:r w:rsidRPr="002813C1">
        <w:t>être</w:t>
      </w:r>
      <w:r w:rsidR="00B77E03">
        <w:t xml:space="preserve">, </w:t>
      </w:r>
      <w:r w:rsidRPr="002813C1">
        <w:t xml:space="preserve">selon son expression </w:t>
      </w:r>
      <w:r w:rsidR="00B77E03">
        <w:t>« </w:t>
      </w:r>
      <w:r w:rsidRPr="002813C1">
        <w:t>carré comme un dé</w:t>
      </w:r>
      <w:r w:rsidR="00B77E03">
        <w:t>, »</w:t>
      </w:r>
      <w:r w:rsidRPr="002813C1">
        <w:t xml:space="preserve"> c</w:t>
      </w:r>
      <w:r w:rsidR="00B77E03">
        <w:t>’</w:t>
      </w:r>
      <w:r w:rsidRPr="002813C1">
        <w:t>est-à-dire d</w:t>
      </w:r>
      <w:r w:rsidR="00B77E03">
        <w:t>’</w:t>
      </w:r>
      <w:r w:rsidRPr="002813C1">
        <w:t>avoir un caractère de fer</w:t>
      </w:r>
      <w:r w:rsidR="00B77E03">
        <w:t xml:space="preserve">, </w:t>
      </w:r>
      <w:r w:rsidRPr="002813C1">
        <w:t>une nature indomptable</w:t>
      </w:r>
      <w:r w:rsidR="00B77E03">
        <w:t>…</w:t>
      </w:r>
    </w:p>
    <w:p w14:paraId="5FC73B9B" w14:textId="77777777" w:rsidR="00B77E03" w:rsidRDefault="0024252B" w:rsidP="00B77E03">
      <w:r w:rsidRPr="002813C1">
        <w:t>Mais le vicomte avait sur lui l</w:t>
      </w:r>
      <w:r w:rsidR="00B77E03">
        <w:t>’</w:t>
      </w:r>
      <w:r w:rsidRPr="002813C1">
        <w:t>irrésistible ascendant du maître sur l</w:t>
      </w:r>
      <w:r w:rsidR="00B77E03">
        <w:t>’</w:t>
      </w:r>
      <w:r w:rsidRPr="002813C1">
        <w:t>élève</w:t>
      </w:r>
      <w:r w:rsidR="00B77E03">
        <w:t xml:space="preserve"> ; </w:t>
      </w:r>
      <w:r w:rsidRPr="002813C1">
        <w:t>et</w:t>
      </w:r>
      <w:r w:rsidR="00B77E03">
        <w:t xml:space="preserve">, </w:t>
      </w:r>
      <w:r w:rsidRPr="002813C1">
        <w:t>pour tout dire</w:t>
      </w:r>
      <w:r w:rsidR="00B77E03">
        <w:t xml:space="preserve">, </w:t>
      </w:r>
      <w:r w:rsidRPr="002813C1">
        <w:t>il lui inspirait un certain</w:t>
      </w:r>
      <w:r w:rsidR="00B77E03">
        <w:t xml:space="preserve">… </w:t>
      </w:r>
      <w:r w:rsidRPr="002813C1">
        <w:t>émoi</w:t>
      </w:r>
      <w:r w:rsidR="00B77E03">
        <w:t xml:space="preserve">, </w:t>
      </w:r>
      <w:r w:rsidRPr="002813C1">
        <w:t>proche parent de la peur</w:t>
      </w:r>
      <w:r w:rsidR="00B77E03">
        <w:t>…</w:t>
      </w:r>
    </w:p>
    <w:p w14:paraId="242FF74D" w14:textId="77777777" w:rsidR="00B77E03" w:rsidRDefault="0024252B" w:rsidP="00B77E03">
      <w:r w:rsidRPr="002813C1">
        <w:t>Puis</w:t>
      </w:r>
      <w:r w:rsidR="00B77E03">
        <w:t xml:space="preserve">, </w:t>
      </w:r>
      <w:r w:rsidRPr="002813C1">
        <w:t>une dernière lueur de raison</w:t>
      </w:r>
      <w:r w:rsidR="00B77E03">
        <w:t xml:space="preserve">, </w:t>
      </w:r>
      <w:r w:rsidRPr="002813C1">
        <w:t>éclairant sa cervelle brouillée</w:t>
      </w:r>
      <w:r w:rsidR="00B77E03">
        <w:t xml:space="preserve">, </w:t>
      </w:r>
      <w:r w:rsidRPr="002813C1">
        <w:t>il comprenait qu</w:t>
      </w:r>
      <w:r w:rsidR="00B77E03">
        <w:t>’</w:t>
      </w:r>
      <w:r w:rsidRPr="002813C1">
        <w:t>en somme le vicomte avait raison</w:t>
      </w:r>
      <w:r w:rsidR="00B77E03">
        <w:t xml:space="preserve">, </w:t>
      </w:r>
      <w:r w:rsidRPr="002813C1">
        <w:t>qu</w:t>
      </w:r>
      <w:r w:rsidR="00B77E03">
        <w:t>’</w:t>
      </w:r>
      <w:r w:rsidRPr="002813C1">
        <w:t>il avait agi comme un sot</w:t>
      </w:r>
      <w:r w:rsidR="00B77E03">
        <w:t xml:space="preserve">, </w:t>
      </w:r>
      <w:r w:rsidRPr="002813C1">
        <w:t>et que maintenant qu</w:t>
      </w:r>
      <w:r w:rsidR="00B77E03">
        <w:t>’</w:t>
      </w:r>
      <w:r w:rsidRPr="002813C1">
        <w:t>il était dans le pétrin</w:t>
      </w:r>
      <w:r w:rsidR="00B77E03">
        <w:t xml:space="preserve">, </w:t>
      </w:r>
      <w:r w:rsidRPr="002813C1">
        <w:t>le plus sage serait encore d</w:t>
      </w:r>
      <w:r w:rsidR="00B77E03">
        <w:t>’</w:t>
      </w:r>
      <w:r w:rsidRPr="002813C1">
        <w:t>écouter</w:t>
      </w:r>
      <w:r w:rsidR="00B77E03">
        <w:t xml:space="preserve">, </w:t>
      </w:r>
      <w:r w:rsidRPr="002813C1">
        <w:t>pour tâcher d</w:t>
      </w:r>
      <w:r w:rsidR="00B77E03">
        <w:t>’</w:t>
      </w:r>
      <w:r w:rsidRPr="002813C1">
        <w:t>en sortir</w:t>
      </w:r>
      <w:r w:rsidR="00B77E03">
        <w:t xml:space="preserve">, </w:t>
      </w:r>
      <w:r w:rsidRPr="002813C1">
        <w:t>les conseils de plus expérimenté que lui</w:t>
      </w:r>
      <w:r w:rsidR="00B77E03">
        <w:t>.</w:t>
      </w:r>
    </w:p>
    <w:p w14:paraId="2C70723D" w14:textId="65E3FD51" w:rsidR="00B77E03" w:rsidRDefault="0024252B" w:rsidP="00B77E03">
      <w:r w:rsidRPr="002813C1">
        <w:t>Cessant donc de récriminer</w:t>
      </w:r>
      <w:r w:rsidR="00B77E03">
        <w:t xml:space="preserve">, </w:t>
      </w:r>
      <w:r w:rsidRPr="002813C1">
        <w:t>il entreprit d</w:t>
      </w:r>
      <w:r w:rsidR="00B77E03">
        <w:t>’</w:t>
      </w:r>
      <w:r w:rsidRPr="002813C1">
        <w:t>exposer ce qu</w:t>
      </w:r>
      <w:r w:rsidR="00B77E03">
        <w:t>’</w:t>
      </w:r>
      <w:r w:rsidRPr="002813C1">
        <w:t xml:space="preserve">il appelait son </w:t>
      </w:r>
      <w:r w:rsidR="00B77E03">
        <w:t>« </w:t>
      </w:r>
      <w:r w:rsidRPr="002813C1">
        <w:t>explication</w:t>
      </w:r>
      <w:r w:rsidR="00B77E03">
        <w:t> »</w:t>
      </w:r>
      <w:r w:rsidRPr="002813C1">
        <w:t xml:space="preserve"> avec </w:t>
      </w:r>
      <w:r w:rsidR="00B77E03">
        <w:t>M</w:t>
      </w:r>
      <w:r w:rsidR="00B77E03" w:rsidRPr="00B77E03">
        <w:rPr>
          <w:vertAlign w:val="superscript"/>
        </w:rPr>
        <w:t>me</w:t>
      </w:r>
      <w:r w:rsidR="00B77E03">
        <w:t> </w:t>
      </w:r>
      <w:r w:rsidRPr="002813C1">
        <w:t>d</w:t>
      </w:r>
      <w:r w:rsidR="00B77E03">
        <w:t>’</w:t>
      </w:r>
      <w:r w:rsidRPr="002813C1">
        <w:t>Argelès</w:t>
      </w:r>
      <w:r w:rsidR="00B77E03">
        <w:t>…</w:t>
      </w:r>
    </w:p>
    <w:p w14:paraId="2906FE25" w14:textId="77777777" w:rsidR="00B77E03" w:rsidRDefault="0024252B" w:rsidP="00B77E03">
      <w:r w:rsidRPr="002813C1">
        <w:t>Tout alla bien</w:t>
      </w:r>
      <w:r w:rsidR="00B77E03">
        <w:t xml:space="preserve">, </w:t>
      </w:r>
      <w:r w:rsidRPr="002813C1">
        <w:t>d</w:t>
      </w:r>
      <w:r w:rsidR="00B77E03">
        <w:t>’</w:t>
      </w:r>
      <w:r w:rsidRPr="002813C1">
        <w:t>abord</w:t>
      </w:r>
      <w:r w:rsidR="00B77E03">
        <w:t xml:space="preserve">, </w:t>
      </w:r>
      <w:r w:rsidRPr="002813C1">
        <w:t>et même il n</w:t>
      </w:r>
      <w:r w:rsidR="00B77E03">
        <w:t>’</w:t>
      </w:r>
      <w:r w:rsidRPr="002813C1">
        <w:t>osa pas altérer trop la vérité</w:t>
      </w:r>
      <w:r w:rsidR="00B77E03">
        <w:t>.</w:t>
      </w:r>
    </w:p>
    <w:p w14:paraId="09A5EA6C" w14:textId="77777777" w:rsidR="00B77E03" w:rsidRDefault="0024252B" w:rsidP="00B77E03">
      <w:r w:rsidRPr="002813C1">
        <w:t>Mais quand il en arriva à l</w:t>
      </w:r>
      <w:r w:rsidR="00B77E03">
        <w:t>’</w:t>
      </w:r>
      <w:r w:rsidRPr="002813C1">
        <w:t>intervention de l</w:t>
      </w:r>
      <w:r w:rsidR="00B77E03">
        <w:t>’</w:t>
      </w:r>
      <w:r w:rsidRPr="002813C1">
        <w:t>homme qui avait arrêté son bras</w:t>
      </w:r>
      <w:r w:rsidR="00B77E03">
        <w:t xml:space="preserve">, </w:t>
      </w:r>
      <w:r w:rsidRPr="002813C1">
        <w:t>il devint tout rouge</w:t>
      </w:r>
      <w:r w:rsidR="00B77E03">
        <w:t xml:space="preserve">, </w:t>
      </w:r>
      <w:r w:rsidRPr="002813C1">
        <w:t>et sa fureur le reprit</w:t>
      </w:r>
      <w:r w:rsidR="00B77E03">
        <w:t>.</w:t>
      </w:r>
    </w:p>
    <w:p w14:paraId="68358963" w14:textId="77777777" w:rsidR="00B77E03" w:rsidRDefault="00B77E03" w:rsidP="00B77E03">
      <w:r>
        <w:t>— </w:t>
      </w:r>
      <w:r w:rsidR="0024252B" w:rsidRPr="002813C1">
        <w:t>Je regrette</w:t>
      </w:r>
      <w:r>
        <w:t xml:space="preserve">, </w:t>
      </w:r>
      <w:r w:rsidR="0024252B" w:rsidRPr="002813C1">
        <w:t>s</w:t>
      </w:r>
      <w:r>
        <w:t>’</w:t>
      </w:r>
      <w:r w:rsidR="0024252B" w:rsidRPr="002813C1">
        <w:t>écria-t-il</w:t>
      </w:r>
      <w:r>
        <w:t xml:space="preserve">, </w:t>
      </w:r>
      <w:r w:rsidR="0024252B" w:rsidRPr="002813C1">
        <w:t>de m</w:t>
      </w:r>
      <w:r>
        <w:t>’</w:t>
      </w:r>
      <w:r w:rsidR="0024252B" w:rsidRPr="002813C1">
        <w:t>être déshabillé</w:t>
      </w:r>
      <w:r>
        <w:t xml:space="preserve"> !… </w:t>
      </w:r>
      <w:r w:rsidR="0024252B" w:rsidRPr="002813C1">
        <w:t>Vous auriez vu</w:t>
      </w:r>
      <w:r>
        <w:t xml:space="preserve">, </w:t>
      </w:r>
      <w:r w:rsidR="0024252B" w:rsidRPr="002813C1">
        <w:t>vicomte</w:t>
      </w:r>
      <w:r>
        <w:t xml:space="preserve">, </w:t>
      </w:r>
      <w:r w:rsidR="0024252B" w:rsidRPr="002813C1">
        <w:t>en quel état il m</w:t>
      </w:r>
      <w:r>
        <w:t>’</w:t>
      </w:r>
      <w:r w:rsidR="0024252B" w:rsidRPr="002813C1">
        <w:t>avait mis</w:t>
      </w:r>
      <w:r>
        <w:t xml:space="preserve"> !… </w:t>
      </w:r>
      <w:r w:rsidR="0024252B" w:rsidRPr="002813C1">
        <w:t>Le col de ma chemise était arraché</w:t>
      </w:r>
      <w:r>
        <w:t xml:space="preserve">, </w:t>
      </w:r>
      <w:r w:rsidR="0024252B" w:rsidRPr="002813C1">
        <w:t>ma cravate pendait en lambeaux</w:t>
      </w:r>
      <w:r>
        <w:t xml:space="preserve">… </w:t>
      </w:r>
      <w:r w:rsidR="0024252B" w:rsidRPr="002813C1">
        <w:t>C</w:t>
      </w:r>
      <w:r>
        <w:t>’</w:t>
      </w:r>
      <w:r w:rsidR="0024252B" w:rsidRPr="002813C1">
        <w:t>est qu</w:t>
      </w:r>
      <w:r>
        <w:t>’</w:t>
      </w:r>
      <w:r w:rsidR="0024252B" w:rsidRPr="002813C1">
        <w:t>il était plus fort que moi</w:t>
      </w:r>
      <w:r>
        <w:t xml:space="preserve">, </w:t>
      </w:r>
      <w:r w:rsidR="0024252B" w:rsidRPr="002813C1">
        <w:t>le gros lâche</w:t>
      </w:r>
      <w:r>
        <w:t xml:space="preserve">, </w:t>
      </w:r>
      <w:r w:rsidR="0024252B" w:rsidRPr="002813C1">
        <w:t>sans cela</w:t>
      </w:r>
      <w:r>
        <w:t xml:space="preserve"> !… </w:t>
      </w:r>
      <w:r w:rsidR="0024252B" w:rsidRPr="002813C1">
        <w:t>Mais j</w:t>
      </w:r>
      <w:r>
        <w:t>’</w:t>
      </w:r>
      <w:r w:rsidR="0024252B" w:rsidRPr="002813C1">
        <w:t>aurai me revanche</w:t>
      </w:r>
      <w:r>
        <w:t xml:space="preserve">… </w:t>
      </w:r>
      <w:r w:rsidR="0024252B" w:rsidRPr="002813C1">
        <w:t>Oui</w:t>
      </w:r>
      <w:r>
        <w:t xml:space="preserve">, </w:t>
      </w:r>
      <w:r w:rsidR="0024252B" w:rsidRPr="002813C1">
        <w:t>il apprendra ce qu</w:t>
      </w:r>
      <w:r>
        <w:t>’</w:t>
      </w:r>
      <w:r w:rsidR="0024252B" w:rsidRPr="002813C1">
        <w:t>il en coûte de marcher sur le pied du petit que voilà</w:t>
      </w:r>
      <w:r>
        <w:t xml:space="preserve"> !… </w:t>
      </w:r>
      <w:r w:rsidR="0024252B" w:rsidRPr="002813C1">
        <w:t>Demain</w:t>
      </w:r>
      <w:r>
        <w:t xml:space="preserve">, </w:t>
      </w:r>
      <w:r w:rsidR="0024252B" w:rsidRPr="002813C1">
        <w:t>deux témoins</w:t>
      </w:r>
      <w:r>
        <w:t xml:space="preserve">, </w:t>
      </w:r>
      <w:r w:rsidR="0024252B" w:rsidRPr="002813C1">
        <w:t>vlan</w:t>
      </w:r>
      <w:r>
        <w:t xml:space="preserve"> !… </w:t>
      </w:r>
      <w:r w:rsidR="0024252B" w:rsidRPr="002813C1">
        <w:t>Et s</w:t>
      </w:r>
      <w:r>
        <w:t>’</w:t>
      </w:r>
      <w:r w:rsidR="0024252B" w:rsidRPr="002813C1">
        <w:t>il refuse de me rendre raison ou de faire des excuses</w:t>
      </w:r>
      <w:r>
        <w:t xml:space="preserve">… </w:t>
      </w:r>
      <w:r w:rsidR="0024252B" w:rsidRPr="002813C1">
        <w:t>des claques</w:t>
      </w:r>
      <w:r>
        <w:t xml:space="preserve">, </w:t>
      </w:r>
      <w:r w:rsidR="0024252B" w:rsidRPr="002813C1">
        <w:t>comme s</w:t>
      </w:r>
      <w:r>
        <w:t>’</w:t>
      </w:r>
      <w:r w:rsidR="0024252B" w:rsidRPr="002813C1">
        <w:t>il en pleuvait</w:t>
      </w:r>
      <w:r>
        <w:t xml:space="preserve">, </w:t>
      </w:r>
      <w:r w:rsidR="0024252B" w:rsidRPr="002813C1">
        <w:t>et des coups de canne</w:t>
      </w:r>
      <w:r>
        <w:t xml:space="preserve">… </w:t>
      </w:r>
      <w:r w:rsidR="0024252B" w:rsidRPr="002813C1">
        <w:t>Je suis comme cela</w:t>
      </w:r>
      <w:r>
        <w:t xml:space="preserve">, </w:t>
      </w:r>
      <w:r w:rsidR="0024252B" w:rsidRPr="002813C1">
        <w:t>moi</w:t>
      </w:r>
      <w:r>
        <w:t>…</w:t>
      </w:r>
    </w:p>
    <w:p w14:paraId="21C33918" w14:textId="608AF3D8" w:rsidR="00B77E03" w:rsidRDefault="0024252B" w:rsidP="00B77E03">
      <w:r w:rsidRPr="002813C1">
        <w:t>Il était visible que pour entendre ces beaux projets sans mot dire</w:t>
      </w:r>
      <w:r w:rsidR="00B77E03">
        <w:t>, M. de </w:t>
      </w:r>
      <w:proofErr w:type="spellStart"/>
      <w:r w:rsidRPr="002813C1">
        <w:t>Coralth</w:t>
      </w:r>
      <w:proofErr w:type="spellEnd"/>
      <w:r w:rsidRPr="002813C1">
        <w:t xml:space="preserve"> s</w:t>
      </w:r>
      <w:r w:rsidR="00B77E03">
        <w:t>’</w:t>
      </w:r>
      <w:r w:rsidRPr="002813C1">
        <w:t>imposait une pénible contrainte</w:t>
      </w:r>
      <w:r w:rsidR="00B77E03">
        <w:t>…</w:t>
      </w:r>
    </w:p>
    <w:p w14:paraId="06E0DE9D" w14:textId="77777777" w:rsidR="00B77E03" w:rsidRDefault="00B77E03" w:rsidP="00B77E03">
      <w:r>
        <w:lastRenderedPageBreak/>
        <w:t>— </w:t>
      </w:r>
      <w:r w:rsidR="0024252B" w:rsidRPr="002813C1">
        <w:t>Je ne saurais trop vous engager</w:t>
      </w:r>
      <w:r>
        <w:t xml:space="preserve">, </w:t>
      </w:r>
      <w:r w:rsidR="0024252B" w:rsidRPr="002813C1">
        <w:t>interrompit-il enfin</w:t>
      </w:r>
      <w:r>
        <w:t xml:space="preserve">, </w:t>
      </w:r>
      <w:r w:rsidR="0024252B" w:rsidRPr="002813C1">
        <w:t>à parler en d</w:t>
      </w:r>
      <w:r>
        <w:t>’</w:t>
      </w:r>
      <w:r w:rsidR="0024252B" w:rsidRPr="002813C1">
        <w:t>autres termes d</w:t>
      </w:r>
      <w:r>
        <w:t>’</w:t>
      </w:r>
      <w:r w:rsidR="0024252B" w:rsidRPr="002813C1">
        <w:t>un homme honorable et honoré</w:t>
      </w:r>
      <w:r>
        <w:t>.</w:t>
      </w:r>
    </w:p>
    <w:p w14:paraId="6556C7E1" w14:textId="77777777" w:rsidR="00B77E03" w:rsidRDefault="00B77E03" w:rsidP="00B77E03">
      <w:r>
        <w:t>— </w:t>
      </w:r>
      <w:r w:rsidR="0024252B" w:rsidRPr="002813C1">
        <w:t>Hein</w:t>
      </w:r>
      <w:r>
        <w:t xml:space="preserve"> !… </w:t>
      </w:r>
      <w:r w:rsidR="0024252B" w:rsidRPr="002813C1">
        <w:t>de quoi</w:t>
      </w:r>
      <w:r>
        <w:t xml:space="preserve"> !… </w:t>
      </w:r>
      <w:r w:rsidR="0024252B" w:rsidRPr="002813C1">
        <w:t>Vous le connaissez donc</w:t>
      </w:r>
      <w:r>
        <w:t> ?…</w:t>
      </w:r>
    </w:p>
    <w:p w14:paraId="02BA47BF" w14:textId="789AAB7A" w:rsidR="00B77E03" w:rsidRDefault="00B77E03" w:rsidP="00B77E03">
      <w:r>
        <w:t>— </w:t>
      </w:r>
      <w:r w:rsidR="0024252B" w:rsidRPr="002813C1">
        <w:t>Oui</w:t>
      </w:r>
      <w:r>
        <w:t xml:space="preserve">… </w:t>
      </w:r>
      <w:r w:rsidR="0024252B" w:rsidRPr="002813C1">
        <w:t xml:space="preserve">le défenseur de </w:t>
      </w:r>
      <w:r>
        <w:t>M</w:t>
      </w:r>
      <w:r w:rsidRPr="00B77E03">
        <w:rPr>
          <w:vertAlign w:val="superscript"/>
        </w:rPr>
        <w:t>me</w:t>
      </w:r>
      <w:r>
        <w:t> </w:t>
      </w:r>
      <w:r w:rsidR="0024252B" w:rsidRPr="002813C1">
        <w:t>d</w:t>
      </w:r>
      <w:r>
        <w:t>’</w:t>
      </w:r>
      <w:r w:rsidR="0024252B" w:rsidRPr="002813C1">
        <w:t xml:space="preserve">Argelès est le baron </w:t>
      </w:r>
      <w:proofErr w:type="spellStart"/>
      <w:r w:rsidR="0024252B" w:rsidRPr="002813C1">
        <w:t>Trigault</w:t>
      </w:r>
      <w:proofErr w:type="spellEnd"/>
      <w:r>
        <w:t>…</w:t>
      </w:r>
    </w:p>
    <w:p w14:paraId="40FDA275" w14:textId="1540D56A" w:rsidR="00B77E03" w:rsidRDefault="0024252B" w:rsidP="00B77E03">
      <w:r w:rsidRPr="002813C1">
        <w:t>L</w:t>
      </w:r>
      <w:r w:rsidR="00B77E03">
        <w:t>’</w:t>
      </w:r>
      <w:r w:rsidRPr="002813C1">
        <w:t xml:space="preserve">intelligent </w:t>
      </w:r>
      <w:r w:rsidR="00B77E03">
        <w:t>M. </w:t>
      </w:r>
      <w:proofErr w:type="spellStart"/>
      <w:r w:rsidRPr="002813C1">
        <w:t>Wilkie</w:t>
      </w:r>
      <w:proofErr w:type="spellEnd"/>
      <w:r w:rsidRPr="002813C1">
        <w:t xml:space="preserve"> bondit</w:t>
      </w:r>
      <w:r w:rsidR="00B77E03">
        <w:t xml:space="preserve">, </w:t>
      </w:r>
      <w:r w:rsidRPr="002813C1">
        <w:t>à ce nom</w:t>
      </w:r>
      <w:r w:rsidR="00B77E03">
        <w:t xml:space="preserve">, </w:t>
      </w:r>
      <w:r w:rsidRPr="002813C1">
        <w:t>mais de joie</w:t>
      </w:r>
      <w:r w:rsidR="00B77E03">
        <w:t>.</w:t>
      </w:r>
    </w:p>
    <w:p w14:paraId="1CD5747F" w14:textId="77777777" w:rsidR="00B77E03" w:rsidRDefault="00B77E03" w:rsidP="00B77E03">
      <w:r>
        <w:t>— </w:t>
      </w:r>
      <w:r w:rsidR="0024252B" w:rsidRPr="002813C1">
        <w:t>Ah</w:t>
      </w:r>
      <w:r>
        <w:t xml:space="preserve"> !… </w:t>
      </w:r>
      <w:r w:rsidR="0024252B" w:rsidRPr="002813C1">
        <w:t>elle est bien bonne</w:t>
      </w:r>
      <w:r>
        <w:t xml:space="preserve">, </w:t>
      </w:r>
      <w:r w:rsidR="0024252B" w:rsidRPr="002813C1">
        <w:t>s</w:t>
      </w:r>
      <w:r>
        <w:t>’</w:t>
      </w:r>
      <w:r w:rsidR="0024252B" w:rsidRPr="002813C1">
        <w:t>écria-t-il</w:t>
      </w:r>
      <w:r>
        <w:t xml:space="preserve">, </w:t>
      </w:r>
      <w:r w:rsidR="0024252B" w:rsidRPr="002813C1">
        <w:t>et j</w:t>
      </w:r>
      <w:r>
        <w:t>’</w:t>
      </w:r>
      <w:r w:rsidR="0024252B" w:rsidRPr="002813C1">
        <w:t>en suis comme une petite folle</w:t>
      </w:r>
      <w:r>
        <w:t xml:space="preserve"> !… </w:t>
      </w:r>
      <w:r w:rsidR="0024252B" w:rsidRPr="002813C1">
        <w:t>Comment</w:t>
      </w:r>
      <w:r>
        <w:t xml:space="preserve">, </w:t>
      </w:r>
      <w:r w:rsidR="0024252B" w:rsidRPr="002813C1">
        <w:t>c</w:t>
      </w:r>
      <w:r>
        <w:t>’</w:t>
      </w:r>
      <w:r w:rsidR="0024252B" w:rsidRPr="002813C1">
        <w:t xml:space="preserve">est là le baron </w:t>
      </w:r>
      <w:proofErr w:type="spellStart"/>
      <w:r w:rsidR="0024252B" w:rsidRPr="002813C1">
        <w:t>Trigault</w:t>
      </w:r>
      <w:proofErr w:type="spellEnd"/>
      <w:r>
        <w:t xml:space="preserve">, </w:t>
      </w:r>
      <w:r w:rsidR="0024252B" w:rsidRPr="002813C1">
        <w:t>ce joueur si riche</w:t>
      </w:r>
      <w:r>
        <w:t xml:space="preserve">, </w:t>
      </w:r>
      <w:r w:rsidR="0024252B" w:rsidRPr="002813C1">
        <w:t xml:space="preserve">qui a un si bel hôtel rue de la </w:t>
      </w:r>
      <w:proofErr w:type="spellStart"/>
      <w:r w:rsidR="0024252B" w:rsidRPr="002813C1">
        <w:t>Ville-l</w:t>
      </w:r>
      <w:r>
        <w:t>’</w:t>
      </w:r>
      <w:r w:rsidR="0024252B" w:rsidRPr="002813C1">
        <w:t>Évêque</w:t>
      </w:r>
      <w:proofErr w:type="spellEnd"/>
      <w:r>
        <w:t xml:space="preserve">, </w:t>
      </w:r>
      <w:r w:rsidR="0024252B" w:rsidRPr="002813C1">
        <w:t>le mari de cette toquée qui a tant de chic</w:t>
      </w:r>
      <w:r>
        <w:t xml:space="preserve">, </w:t>
      </w:r>
      <w:r w:rsidR="0024252B" w:rsidRPr="002813C1">
        <w:t>vous savez bien</w:t>
      </w:r>
      <w:r>
        <w:t xml:space="preserve">, </w:t>
      </w:r>
      <w:r w:rsidR="0024252B" w:rsidRPr="002813C1">
        <w:t>cette cocotte de la haute</w:t>
      </w:r>
      <w:r>
        <w:t>…</w:t>
      </w:r>
    </w:p>
    <w:p w14:paraId="75948E92" w14:textId="2E72C9D6" w:rsidR="00B77E03" w:rsidRDefault="0024252B" w:rsidP="00B77E03">
      <w:r w:rsidRPr="002813C1">
        <w:t>Brusquement le vicomte se dressa</w:t>
      </w:r>
      <w:r w:rsidR="00B77E03">
        <w:t xml:space="preserve">, </w:t>
      </w:r>
      <w:r w:rsidRPr="002813C1">
        <w:t>fort pâle</w:t>
      </w:r>
      <w:r w:rsidR="00B77E03">
        <w:t xml:space="preserve">, </w:t>
      </w:r>
      <w:r w:rsidRPr="002813C1">
        <w:t xml:space="preserve">et interrompant </w:t>
      </w:r>
      <w:r w:rsidR="00B77E03">
        <w:t>M. </w:t>
      </w:r>
      <w:proofErr w:type="spellStart"/>
      <w:r w:rsidRPr="002813C1">
        <w:t>Wilkie</w:t>
      </w:r>
      <w:proofErr w:type="spellEnd"/>
      <w:r w:rsidR="00B77E03">
        <w:t> :</w:t>
      </w:r>
    </w:p>
    <w:p w14:paraId="11BE9896" w14:textId="75343440" w:rsidR="00B77E03" w:rsidRDefault="00B77E03" w:rsidP="00B77E03">
      <w:r>
        <w:t>— </w:t>
      </w:r>
      <w:r w:rsidR="0024252B" w:rsidRPr="002813C1">
        <w:t>Je vous conseille</w:t>
      </w:r>
      <w:r>
        <w:t xml:space="preserve">, </w:t>
      </w:r>
      <w:r w:rsidR="0024252B" w:rsidRPr="002813C1">
        <w:t>prononça-t-il</w:t>
      </w:r>
      <w:r>
        <w:t xml:space="preserve">, </w:t>
      </w:r>
      <w:r w:rsidR="0024252B" w:rsidRPr="002813C1">
        <w:t>en scandant ses mots pour leur donner plus de valeur</w:t>
      </w:r>
      <w:r>
        <w:t xml:space="preserve">, – </w:t>
      </w:r>
      <w:r w:rsidR="0024252B" w:rsidRPr="002813C1">
        <w:t>dans l</w:t>
      </w:r>
      <w:r>
        <w:t>’</w:t>
      </w:r>
      <w:r w:rsidR="0024252B" w:rsidRPr="002813C1">
        <w:t>intérêt de votre propre sûreté</w:t>
      </w:r>
      <w:r>
        <w:t xml:space="preserve">, </w:t>
      </w:r>
      <w:r w:rsidR="0024252B" w:rsidRPr="002813C1">
        <w:t xml:space="preserve">de ne jamais prononcer le nom de </w:t>
      </w:r>
      <w:r>
        <w:t>M</w:t>
      </w:r>
      <w:r w:rsidRPr="00B77E03">
        <w:rPr>
          <w:vertAlign w:val="superscript"/>
        </w:rPr>
        <w:t>me</w:t>
      </w:r>
      <w:r>
        <w:t> </w:t>
      </w:r>
      <w:r w:rsidR="0024252B" w:rsidRPr="002813C1">
        <w:t xml:space="preserve">la baronne </w:t>
      </w:r>
      <w:proofErr w:type="spellStart"/>
      <w:r w:rsidR="0024252B" w:rsidRPr="002813C1">
        <w:t>Trigault</w:t>
      </w:r>
      <w:proofErr w:type="spellEnd"/>
      <w:r w:rsidR="0024252B" w:rsidRPr="002813C1">
        <w:t xml:space="preserve"> autrement qu</w:t>
      </w:r>
      <w:r>
        <w:t>’</w:t>
      </w:r>
      <w:r w:rsidR="0024252B" w:rsidRPr="002813C1">
        <w:t>avec le plus profond respect</w:t>
      </w:r>
      <w:r>
        <w:t>…</w:t>
      </w:r>
    </w:p>
    <w:p w14:paraId="3C484F7B" w14:textId="610DC318" w:rsidR="00B77E03" w:rsidRDefault="0024252B" w:rsidP="00B77E03">
      <w:r w:rsidRPr="002813C1">
        <w:t>Il n</w:t>
      </w:r>
      <w:r w:rsidR="00B77E03">
        <w:t>’</w:t>
      </w:r>
      <w:r w:rsidRPr="002813C1">
        <w:t>y avait pas à se méprendre à l</w:t>
      </w:r>
      <w:r w:rsidR="00B77E03">
        <w:t>’</w:t>
      </w:r>
      <w:r w:rsidRPr="002813C1">
        <w:t xml:space="preserve">accent de </w:t>
      </w:r>
      <w:r w:rsidR="00B77E03">
        <w:t>M. de </w:t>
      </w:r>
      <w:proofErr w:type="spellStart"/>
      <w:r w:rsidRPr="002813C1">
        <w:t>Coralth</w:t>
      </w:r>
      <w:proofErr w:type="spellEnd"/>
      <w:r w:rsidRPr="002813C1">
        <w:t xml:space="preserve"> et ses regards disaient clairement qu</w:t>
      </w:r>
      <w:r w:rsidR="00B77E03">
        <w:t>’</w:t>
      </w:r>
      <w:r w:rsidRPr="002813C1">
        <w:t>il ne laisserait pas s</w:t>
      </w:r>
      <w:r w:rsidR="00B77E03">
        <w:t>’</w:t>
      </w:r>
      <w:r w:rsidRPr="002813C1">
        <w:t>écouler beaucoup de temps entre une menace et l</w:t>
      </w:r>
      <w:r w:rsidR="00B77E03">
        <w:t>’</w:t>
      </w:r>
      <w:r w:rsidRPr="002813C1">
        <w:t>exécution</w:t>
      </w:r>
      <w:r w:rsidR="00B77E03">
        <w:t>…</w:t>
      </w:r>
    </w:p>
    <w:p w14:paraId="43AE6530" w14:textId="5210EEC4" w:rsidR="00B77E03" w:rsidRDefault="0024252B" w:rsidP="00B77E03">
      <w:r w:rsidRPr="002813C1">
        <w:t>Ayant toujours vécu dans un monde bien inférieur à celui où la baronne brillait d</w:t>
      </w:r>
      <w:r w:rsidR="00B77E03">
        <w:t>’</w:t>
      </w:r>
      <w:r w:rsidRPr="002813C1">
        <w:t>un éclat si vif</w:t>
      </w:r>
      <w:r w:rsidR="00B77E03">
        <w:t xml:space="preserve">, – </w:t>
      </w:r>
      <w:r w:rsidRPr="002813C1">
        <w:t>inférieur par la fortune</w:t>
      </w:r>
      <w:r w:rsidR="00B77E03">
        <w:t xml:space="preserve">, </w:t>
      </w:r>
      <w:r w:rsidRPr="002813C1">
        <w:t>sinon par les mœurs</w:t>
      </w:r>
      <w:r w:rsidR="00B77E03">
        <w:t>, M. </w:t>
      </w:r>
      <w:proofErr w:type="spellStart"/>
      <w:r w:rsidRPr="002813C1">
        <w:t>Wilkie</w:t>
      </w:r>
      <w:proofErr w:type="spellEnd"/>
      <w:r w:rsidRPr="002813C1">
        <w:t xml:space="preserve"> ignorait quelles raisons avait son </w:t>
      </w:r>
      <w:r w:rsidR="00B77E03">
        <w:t>« </w:t>
      </w:r>
      <w:r w:rsidRPr="002813C1">
        <w:t>grand ami</w:t>
      </w:r>
      <w:r w:rsidR="00B77E03">
        <w:t> »</w:t>
      </w:r>
      <w:r w:rsidRPr="002813C1">
        <w:t xml:space="preserve"> de la défendre si vivement</w:t>
      </w:r>
      <w:r w:rsidR="00B77E03">
        <w:t xml:space="preserve">. </w:t>
      </w:r>
      <w:r w:rsidRPr="002813C1">
        <w:t>Ce qu</w:t>
      </w:r>
      <w:r w:rsidR="00B77E03">
        <w:t>’</w:t>
      </w:r>
      <w:r w:rsidRPr="002813C1">
        <w:t>il comprit</w:t>
      </w:r>
      <w:r w:rsidR="00B77E03">
        <w:t xml:space="preserve">, </w:t>
      </w:r>
      <w:r w:rsidRPr="002813C1">
        <w:t>c</w:t>
      </w:r>
      <w:r w:rsidR="00B77E03">
        <w:t>’</w:t>
      </w:r>
      <w:r w:rsidRPr="002813C1">
        <w:t>est qu</w:t>
      </w:r>
      <w:r w:rsidR="00B77E03">
        <w:t>’</w:t>
      </w:r>
      <w:r w:rsidRPr="002813C1">
        <w:t>insister ou seulement discuter serait une imprudence insigne</w:t>
      </w:r>
      <w:r w:rsidR="00B77E03">
        <w:t>.</w:t>
      </w:r>
    </w:p>
    <w:p w14:paraId="27F8FE91" w14:textId="77777777" w:rsidR="00B77E03" w:rsidRDefault="0024252B" w:rsidP="00B77E03">
      <w:r w:rsidRPr="002813C1">
        <w:t>Aussi</w:t>
      </w:r>
      <w:r w:rsidR="00B77E03">
        <w:t xml:space="preserve">, </w:t>
      </w:r>
      <w:r w:rsidRPr="002813C1">
        <w:t>essayant de prendre son air le plus dégagé</w:t>
      </w:r>
      <w:r w:rsidR="00B77E03">
        <w:t> :</w:t>
      </w:r>
    </w:p>
    <w:p w14:paraId="4BD6E35D" w14:textId="77777777" w:rsidR="00B77E03" w:rsidRDefault="00B77E03" w:rsidP="00B77E03">
      <w:r>
        <w:lastRenderedPageBreak/>
        <w:t>— </w:t>
      </w:r>
      <w:r w:rsidR="0024252B" w:rsidRPr="002813C1">
        <w:t>Laissons donc la femme</w:t>
      </w:r>
      <w:r>
        <w:t xml:space="preserve">, </w:t>
      </w:r>
      <w:r w:rsidR="0024252B" w:rsidRPr="002813C1">
        <w:t>dit-il</w:t>
      </w:r>
      <w:r>
        <w:t xml:space="preserve">, </w:t>
      </w:r>
      <w:r w:rsidR="0024252B" w:rsidRPr="002813C1">
        <w:t>et parlons du mari</w:t>
      </w:r>
      <w:r>
        <w:t xml:space="preserve">… </w:t>
      </w:r>
      <w:r w:rsidR="0024252B" w:rsidRPr="002813C1">
        <w:t>Ah</w:t>
      </w:r>
      <w:r>
        <w:t xml:space="preserve"> ! </w:t>
      </w:r>
      <w:r w:rsidR="0024252B" w:rsidRPr="002813C1">
        <w:t>c</w:t>
      </w:r>
      <w:r>
        <w:t>’</w:t>
      </w:r>
      <w:r w:rsidR="0024252B" w:rsidRPr="002813C1">
        <w:t>est le baron qui m</w:t>
      </w:r>
      <w:r>
        <w:t>’</w:t>
      </w:r>
      <w:r w:rsidR="0024252B" w:rsidRPr="002813C1">
        <w:t>a frappé</w:t>
      </w:r>
      <w:r>
        <w:t xml:space="preserve"> !… </w:t>
      </w:r>
      <w:r w:rsidR="0024252B" w:rsidRPr="002813C1">
        <w:t>Cela me va</w:t>
      </w:r>
      <w:r>
        <w:t xml:space="preserve"> !… </w:t>
      </w:r>
      <w:r w:rsidR="0024252B" w:rsidRPr="002813C1">
        <w:t>Hein</w:t>
      </w:r>
      <w:r>
        <w:t xml:space="preserve"> ! </w:t>
      </w:r>
      <w:r w:rsidR="0024252B" w:rsidRPr="002813C1">
        <w:t>une rencontre avec lui</w:t>
      </w:r>
      <w:r>
        <w:t xml:space="preserve">, </w:t>
      </w:r>
      <w:r w:rsidR="0024252B" w:rsidRPr="002813C1">
        <w:t>quelle veine</w:t>
      </w:r>
      <w:r>
        <w:t xml:space="preserve"> !… </w:t>
      </w:r>
      <w:r w:rsidR="0024252B" w:rsidRPr="002813C1">
        <w:t>Du coup</w:t>
      </w:r>
      <w:r>
        <w:t xml:space="preserve">, </w:t>
      </w:r>
      <w:r w:rsidR="0024252B" w:rsidRPr="002813C1">
        <w:t>je suis posé</w:t>
      </w:r>
      <w:r>
        <w:t xml:space="preserve">, </w:t>
      </w:r>
      <w:r w:rsidR="0024252B" w:rsidRPr="002813C1">
        <w:t>et crânement</w:t>
      </w:r>
      <w:r>
        <w:t xml:space="preserve">… </w:t>
      </w:r>
      <w:r w:rsidR="0024252B" w:rsidRPr="002813C1">
        <w:t>Il peut dormir</w:t>
      </w:r>
      <w:r>
        <w:t xml:space="preserve"> ; </w:t>
      </w:r>
      <w:r w:rsidR="0024252B" w:rsidRPr="002813C1">
        <w:t>au saut du lit il verra arriver Costard et Serpillon</w:t>
      </w:r>
      <w:r>
        <w:t xml:space="preserve">… </w:t>
      </w:r>
      <w:r w:rsidR="0024252B" w:rsidRPr="002813C1">
        <w:t>Je leur recommanderai d</w:t>
      </w:r>
      <w:r>
        <w:t>’</w:t>
      </w:r>
      <w:r w:rsidR="0024252B" w:rsidRPr="002813C1">
        <w:t>être épatants de chic</w:t>
      </w:r>
      <w:r>
        <w:t xml:space="preserve">… </w:t>
      </w:r>
      <w:r w:rsidR="0024252B" w:rsidRPr="002813C1">
        <w:t>D</w:t>
      </w:r>
      <w:r>
        <w:t>’</w:t>
      </w:r>
      <w:r w:rsidR="0024252B" w:rsidRPr="002813C1">
        <w:t>abord</w:t>
      </w:r>
      <w:r>
        <w:t xml:space="preserve">, </w:t>
      </w:r>
      <w:r w:rsidR="0024252B" w:rsidRPr="002813C1">
        <w:t>comme témoin</w:t>
      </w:r>
      <w:r>
        <w:t xml:space="preserve">, </w:t>
      </w:r>
      <w:r w:rsidR="0024252B" w:rsidRPr="002813C1">
        <w:t>Serpillon n</w:t>
      </w:r>
      <w:r>
        <w:t>’</w:t>
      </w:r>
      <w:r w:rsidR="0024252B" w:rsidRPr="002813C1">
        <w:t>a pas son pareil</w:t>
      </w:r>
      <w:r>
        <w:t xml:space="preserve">… </w:t>
      </w:r>
      <w:r w:rsidR="0024252B" w:rsidRPr="002813C1">
        <w:t>Il ne se donne pas une gifle à Paris sans qu</w:t>
      </w:r>
      <w:r>
        <w:t>’</w:t>
      </w:r>
      <w:r w:rsidR="0024252B" w:rsidRPr="002813C1">
        <w:t>il en soit</w:t>
      </w:r>
      <w:r>
        <w:t xml:space="preserve">… </w:t>
      </w:r>
      <w:r w:rsidR="0024252B" w:rsidRPr="002813C1">
        <w:t>À lui le plumet pour arranger une affaire aux petits oignons</w:t>
      </w:r>
      <w:r>
        <w:t xml:space="preserve"> !… </w:t>
      </w:r>
      <w:r w:rsidR="0024252B" w:rsidRPr="002813C1">
        <w:t>D</w:t>
      </w:r>
      <w:r>
        <w:t>’</w:t>
      </w:r>
      <w:r w:rsidR="0024252B" w:rsidRPr="002813C1">
        <w:t>abord</w:t>
      </w:r>
      <w:r>
        <w:t xml:space="preserve">, </w:t>
      </w:r>
      <w:r w:rsidR="0024252B" w:rsidRPr="002813C1">
        <w:t>il connaît les bons endroits comme personne</w:t>
      </w:r>
      <w:r>
        <w:t xml:space="preserve">, </w:t>
      </w:r>
      <w:r w:rsidR="0024252B" w:rsidRPr="002813C1">
        <w:t>il prête des armes quand on n</w:t>
      </w:r>
      <w:r>
        <w:t>’</w:t>
      </w:r>
      <w:r w:rsidR="0024252B" w:rsidRPr="002813C1">
        <w:t>en a pas</w:t>
      </w:r>
      <w:r>
        <w:t xml:space="preserve">, </w:t>
      </w:r>
      <w:r w:rsidR="0024252B" w:rsidRPr="002813C1">
        <w:t>il se charge de procurer un médecin</w:t>
      </w:r>
      <w:r>
        <w:t xml:space="preserve">, </w:t>
      </w:r>
      <w:r w:rsidR="0024252B" w:rsidRPr="002813C1">
        <w:t>il est bien avec des journalistes qui publient ses procès-verbaux</w:t>
      </w:r>
      <w:r>
        <w:t>.</w:t>
      </w:r>
    </w:p>
    <w:p w14:paraId="7DAB98C8" w14:textId="4273E149" w:rsidR="00B77E03" w:rsidRDefault="0024252B" w:rsidP="00B77E03">
      <w:r w:rsidRPr="002813C1">
        <w:t xml:space="preserve">Jadis le vicomte pensait avoir estimé </w:t>
      </w:r>
      <w:r w:rsidR="00B77E03">
        <w:t>M. </w:t>
      </w:r>
      <w:proofErr w:type="spellStart"/>
      <w:r w:rsidRPr="002813C1">
        <w:t>Wilkie</w:t>
      </w:r>
      <w:proofErr w:type="spellEnd"/>
      <w:r w:rsidRPr="002813C1">
        <w:t xml:space="preserve"> à sa juste valeur</w:t>
      </w:r>
      <w:r w:rsidR="00B77E03">
        <w:t xml:space="preserve">… </w:t>
      </w:r>
      <w:r w:rsidRPr="002813C1">
        <w:t>Ce n</w:t>
      </w:r>
      <w:r w:rsidR="00B77E03">
        <w:t>’</w:t>
      </w:r>
      <w:r w:rsidRPr="002813C1">
        <w:t>est pas sans stupeur qu</w:t>
      </w:r>
      <w:r w:rsidR="00B77E03">
        <w:t>’</w:t>
      </w:r>
      <w:r w:rsidRPr="002813C1">
        <w:t>il découvrait de combien il était resté au-dessous de la vérité</w:t>
      </w:r>
      <w:r w:rsidR="00B77E03">
        <w:t>.</w:t>
      </w:r>
    </w:p>
    <w:p w14:paraId="1EAE8C89" w14:textId="77777777" w:rsidR="00B77E03" w:rsidRDefault="00B77E03" w:rsidP="00B77E03">
      <w:r>
        <w:t>— </w:t>
      </w:r>
      <w:r w:rsidR="0024252B" w:rsidRPr="002813C1">
        <w:t>Assez de niaiseries</w:t>
      </w:r>
      <w:r>
        <w:t xml:space="preserve">, </w:t>
      </w:r>
      <w:r w:rsidR="0024252B" w:rsidRPr="002813C1">
        <w:t>interrompit-il</w:t>
      </w:r>
      <w:r>
        <w:t xml:space="preserve">… </w:t>
      </w:r>
      <w:r w:rsidR="0024252B" w:rsidRPr="002813C1">
        <w:t>Ce duel ne saurait avoir lieu</w:t>
      </w:r>
      <w:r>
        <w:t>…</w:t>
      </w:r>
    </w:p>
    <w:p w14:paraId="4E1EB460" w14:textId="77777777" w:rsidR="00B77E03" w:rsidRDefault="00B77E03" w:rsidP="00B77E03">
      <w:r>
        <w:t>— </w:t>
      </w:r>
      <w:r w:rsidR="0024252B" w:rsidRPr="002813C1">
        <w:t>Je voudrais bien savoir qui m</w:t>
      </w:r>
      <w:r>
        <w:t>’</w:t>
      </w:r>
      <w:r w:rsidR="0024252B" w:rsidRPr="002813C1">
        <w:t>en empêcherait</w:t>
      </w:r>
      <w:r>
        <w:t>…</w:t>
      </w:r>
    </w:p>
    <w:p w14:paraId="4E08263A" w14:textId="77777777" w:rsidR="00B77E03" w:rsidRDefault="00B77E03" w:rsidP="00B77E03">
      <w:r>
        <w:t>— </w:t>
      </w:r>
      <w:r w:rsidR="0024252B" w:rsidRPr="002813C1">
        <w:t>Moi</w:t>
      </w:r>
      <w:r>
        <w:t xml:space="preserve"> !… </w:t>
      </w:r>
      <w:r w:rsidR="0024252B" w:rsidRPr="002813C1">
        <w:t>qui</w:t>
      </w:r>
      <w:r>
        <w:t xml:space="preserve">, </w:t>
      </w:r>
      <w:r w:rsidR="0024252B" w:rsidRPr="002813C1">
        <w:t>si vous persistez dans cette idée absurde</w:t>
      </w:r>
      <w:r>
        <w:t xml:space="preserve">, </w:t>
      </w:r>
      <w:r w:rsidR="0024252B" w:rsidRPr="002813C1">
        <w:t>vous campe là</w:t>
      </w:r>
      <w:r>
        <w:t xml:space="preserve">… </w:t>
      </w:r>
      <w:r w:rsidR="0024252B" w:rsidRPr="002813C1">
        <w:t>Vous pensez bien que le baron enverrait promener fort loin m</w:t>
      </w:r>
      <w:r>
        <w:t>’</w:t>
      </w:r>
      <w:proofErr w:type="spellStart"/>
      <w:r w:rsidR="0024252B" w:rsidRPr="002813C1">
        <w:t>sieu</w:t>
      </w:r>
      <w:proofErr w:type="spellEnd"/>
      <w:r w:rsidR="0024252B" w:rsidRPr="002813C1">
        <w:t xml:space="preserve"> Serpillon</w:t>
      </w:r>
      <w:r>
        <w:t xml:space="preserve">, </w:t>
      </w:r>
      <w:r w:rsidR="0024252B" w:rsidRPr="002813C1">
        <w:t>et que vous seriez simplement couvert de ridicule</w:t>
      </w:r>
      <w:r>
        <w:t xml:space="preserve">… </w:t>
      </w:r>
      <w:r w:rsidR="0024252B" w:rsidRPr="002813C1">
        <w:t>Ainsi entre votre duel et mon aide</w:t>
      </w:r>
      <w:r>
        <w:t xml:space="preserve">, </w:t>
      </w:r>
      <w:r w:rsidR="0024252B" w:rsidRPr="002813C1">
        <w:t>décidez-vous</w:t>
      </w:r>
      <w:r>
        <w:t xml:space="preserve">, </w:t>
      </w:r>
      <w:r w:rsidR="0024252B" w:rsidRPr="002813C1">
        <w:t>et vite</w:t>
      </w:r>
      <w:r>
        <w:t>…</w:t>
      </w:r>
    </w:p>
    <w:p w14:paraId="479C4CB0" w14:textId="3B737D1F" w:rsidR="00B77E03" w:rsidRDefault="0024252B" w:rsidP="00B77E03">
      <w:r w:rsidRPr="002813C1">
        <w:t>Certes</w:t>
      </w:r>
      <w:r w:rsidR="00B77E03">
        <w:t xml:space="preserve">, </w:t>
      </w:r>
      <w:r w:rsidRPr="002813C1">
        <w:t>la perspective d</w:t>
      </w:r>
      <w:r w:rsidR="00B77E03">
        <w:t>’</w:t>
      </w:r>
      <w:r w:rsidRPr="002813C1">
        <w:t xml:space="preserve">envoyer des témoins au baron </w:t>
      </w:r>
      <w:proofErr w:type="spellStart"/>
      <w:r w:rsidRPr="002813C1">
        <w:t>Trigault</w:t>
      </w:r>
      <w:proofErr w:type="spellEnd"/>
      <w:r w:rsidRPr="002813C1">
        <w:t xml:space="preserve"> souriait bien à </w:t>
      </w:r>
      <w:r w:rsidR="00B77E03">
        <w:t>M. </w:t>
      </w:r>
      <w:proofErr w:type="spellStart"/>
      <w:r w:rsidRPr="002813C1">
        <w:t>Wilkie</w:t>
      </w:r>
      <w:proofErr w:type="spellEnd"/>
      <w:r w:rsidR="00B77E03">
        <w:t xml:space="preserve">… </w:t>
      </w:r>
      <w:r w:rsidRPr="002813C1">
        <w:t>Mais d</w:t>
      </w:r>
      <w:r w:rsidR="00B77E03">
        <w:t>’</w:t>
      </w:r>
      <w:r w:rsidRPr="002813C1">
        <w:t>un autre côté</w:t>
      </w:r>
      <w:r w:rsidR="00B77E03">
        <w:t xml:space="preserve">, </w:t>
      </w:r>
      <w:r w:rsidRPr="002813C1">
        <w:t>comment se passer de l</w:t>
      </w:r>
      <w:r w:rsidR="00B77E03">
        <w:t>’</w:t>
      </w:r>
      <w:r w:rsidRPr="002813C1">
        <w:t xml:space="preserve">aide de </w:t>
      </w:r>
      <w:r w:rsidR="00B77E03">
        <w:t>M. de </w:t>
      </w:r>
      <w:proofErr w:type="spellStart"/>
      <w:r w:rsidRPr="002813C1">
        <w:t>Coralth</w:t>
      </w:r>
      <w:proofErr w:type="spellEnd"/>
      <w:r w:rsidR="00B77E03">
        <w:t> !…</w:t>
      </w:r>
    </w:p>
    <w:p w14:paraId="1AB17C1E" w14:textId="77777777" w:rsidR="00B77E03" w:rsidRDefault="00B77E03" w:rsidP="00B77E03">
      <w:r>
        <w:t>— </w:t>
      </w:r>
      <w:r w:rsidR="0024252B" w:rsidRPr="002813C1">
        <w:t>C</w:t>
      </w:r>
      <w:r>
        <w:t>’</w:t>
      </w:r>
      <w:r w:rsidR="0024252B" w:rsidRPr="002813C1">
        <w:t>est que le baron m</w:t>
      </w:r>
      <w:r>
        <w:t>’</w:t>
      </w:r>
      <w:r w:rsidR="0024252B" w:rsidRPr="002813C1">
        <w:t>a insulté</w:t>
      </w:r>
      <w:r>
        <w:t xml:space="preserve">, </w:t>
      </w:r>
      <w:r w:rsidR="0024252B" w:rsidRPr="002813C1">
        <w:t>objecta-t-il</w:t>
      </w:r>
      <w:r>
        <w:t>.</w:t>
      </w:r>
    </w:p>
    <w:p w14:paraId="00EBCC32" w14:textId="77777777" w:rsidR="00B77E03" w:rsidRDefault="00B77E03" w:rsidP="00B77E03">
      <w:r>
        <w:lastRenderedPageBreak/>
        <w:t>— </w:t>
      </w:r>
      <w:r w:rsidR="0024252B" w:rsidRPr="002813C1">
        <w:t>Eh bien</w:t>
      </w:r>
      <w:r>
        <w:t xml:space="preserve"> !… </w:t>
      </w:r>
      <w:r w:rsidR="0024252B" w:rsidRPr="002813C1">
        <w:t>vous lui demanderez raison quand vous tiendrez votre succession</w:t>
      </w:r>
      <w:r>
        <w:t xml:space="preserve"> ; </w:t>
      </w:r>
      <w:r w:rsidR="0024252B" w:rsidRPr="002813C1">
        <w:t>le moindre scandale en ce moment la compromettrait encore plus</w:t>
      </w:r>
      <w:r>
        <w:t>…</w:t>
      </w:r>
    </w:p>
    <w:p w14:paraId="73DF39FB" w14:textId="77777777" w:rsidR="00B77E03" w:rsidRDefault="00B77E03" w:rsidP="00B77E03">
      <w:r>
        <w:t>— </w:t>
      </w:r>
      <w:r w:rsidR="0024252B" w:rsidRPr="002813C1">
        <w:t>Je remettrai donc la partie</w:t>
      </w:r>
      <w:r>
        <w:t xml:space="preserve">, </w:t>
      </w:r>
      <w:r w:rsidR="0024252B" w:rsidRPr="002813C1">
        <w:t>soupira l</w:t>
      </w:r>
      <w:r>
        <w:t>’</w:t>
      </w:r>
      <w:r w:rsidR="0024252B" w:rsidRPr="002813C1">
        <w:t>intelligent jeune homme</w:t>
      </w:r>
      <w:r>
        <w:t xml:space="preserve"> ; </w:t>
      </w:r>
      <w:r w:rsidR="0024252B" w:rsidRPr="002813C1">
        <w:t>mais au moins conseillez-moi</w:t>
      </w:r>
      <w:r>
        <w:t xml:space="preserve">… </w:t>
      </w:r>
      <w:r w:rsidR="0024252B" w:rsidRPr="002813C1">
        <w:t>Que pensez-vous de ma situation</w:t>
      </w:r>
      <w:r>
        <w:t> ?</w:t>
      </w:r>
    </w:p>
    <w:p w14:paraId="4CAFC286" w14:textId="3BD78F27" w:rsidR="00B77E03" w:rsidRDefault="0024252B" w:rsidP="00B77E03">
      <w:r w:rsidRPr="002813C1">
        <w:t>Durant une minute</w:t>
      </w:r>
      <w:r w:rsidR="00B77E03">
        <w:t>, M. de </w:t>
      </w:r>
      <w:proofErr w:type="spellStart"/>
      <w:r w:rsidRPr="002813C1">
        <w:t>Coralth</w:t>
      </w:r>
      <w:proofErr w:type="spellEnd"/>
      <w:r w:rsidRPr="002813C1">
        <w:t xml:space="preserve"> parut se recueillir</w:t>
      </w:r>
      <w:r w:rsidR="00B77E03">
        <w:t xml:space="preserve">, </w:t>
      </w:r>
      <w:r w:rsidRPr="002813C1">
        <w:t>puis gravement</w:t>
      </w:r>
      <w:r w:rsidR="00B77E03">
        <w:t> :</w:t>
      </w:r>
    </w:p>
    <w:p w14:paraId="106ADF11" w14:textId="77777777" w:rsidR="00B77E03" w:rsidRDefault="00B77E03" w:rsidP="00B77E03">
      <w:r>
        <w:t>— </w:t>
      </w:r>
      <w:r w:rsidR="0024252B" w:rsidRPr="002813C1">
        <w:t>Je pense</w:t>
      </w:r>
      <w:r>
        <w:t xml:space="preserve">, </w:t>
      </w:r>
      <w:r w:rsidR="0024252B" w:rsidRPr="002813C1">
        <w:t>répondit-il</w:t>
      </w:r>
      <w:r>
        <w:t xml:space="preserve">, </w:t>
      </w:r>
      <w:r w:rsidR="0024252B" w:rsidRPr="002813C1">
        <w:t>que</w:t>
      </w:r>
      <w:r>
        <w:t xml:space="preserve">, </w:t>
      </w:r>
      <w:r w:rsidR="0024252B" w:rsidRPr="002813C1">
        <w:t>seul</w:t>
      </w:r>
      <w:r>
        <w:t xml:space="preserve">, </w:t>
      </w:r>
      <w:r w:rsidR="0024252B" w:rsidRPr="002813C1">
        <w:t>vous n</w:t>
      </w:r>
      <w:r>
        <w:t>’</w:t>
      </w:r>
      <w:r w:rsidR="0024252B" w:rsidRPr="002813C1">
        <w:t>auriez rien</w:t>
      </w:r>
      <w:r>
        <w:t xml:space="preserve">… </w:t>
      </w:r>
      <w:r w:rsidR="0024252B" w:rsidRPr="002813C1">
        <w:t>Vous n</w:t>
      </w:r>
      <w:r>
        <w:t>’</w:t>
      </w:r>
      <w:r w:rsidR="0024252B" w:rsidRPr="002813C1">
        <w:t>avez ni tenants</w:t>
      </w:r>
      <w:r>
        <w:t xml:space="preserve">, </w:t>
      </w:r>
      <w:r w:rsidR="0024252B" w:rsidRPr="002813C1">
        <w:t>ni aboutissants</w:t>
      </w:r>
      <w:r>
        <w:t xml:space="preserve">, </w:t>
      </w:r>
      <w:r w:rsidR="0024252B" w:rsidRPr="002813C1">
        <w:t>ni état civil</w:t>
      </w:r>
      <w:r>
        <w:t xml:space="preserve">, </w:t>
      </w:r>
      <w:r w:rsidR="0024252B" w:rsidRPr="002813C1">
        <w:t>vous n</w:t>
      </w:r>
      <w:r>
        <w:t>’</w:t>
      </w:r>
      <w:r w:rsidR="0024252B" w:rsidRPr="002813C1">
        <w:t>êtes même pas Français</w:t>
      </w:r>
      <w:r>
        <w:t>…</w:t>
      </w:r>
    </w:p>
    <w:p w14:paraId="61E5CC30" w14:textId="77777777" w:rsidR="00B77E03" w:rsidRDefault="00B77E03" w:rsidP="00B77E03">
      <w:r>
        <w:t>— </w:t>
      </w:r>
      <w:r w:rsidR="0024252B" w:rsidRPr="002813C1">
        <w:t>Hélas</w:t>
      </w:r>
      <w:r>
        <w:t xml:space="preserve"> !… </w:t>
      </w:r>
      <w:r w:rsidR="0024252B" w:rsidRPr="002813C1">
        <w:t>voilà ce que je me suis dit</w:t>
      </w:r>
      <w:r>
        <w:t>.</w:t>
      </w:r>
    </w:p>
    <w:p w14:paraId="25C54C8D" w14:textId="77777777" w:rsidR="00B77E03" w:rsidRDefault="00B77E03" w:rsidP="00B77E03">
      <w:r>
        <w:t>— </w:t>
      </w:r>
      <w:r w:rsidR="0024252B" w:rsidRPr="002813C1">
        <w:t>Je suis persuadé</w:t>
      </w:r>
      <w:r>
        <w:t xml:space="preserve">, </w:t>
      </w:r>
      <w:r w:rsidR="0024252B" w:rsidRPr="002813C1">
        <w:t>au contraire</w:t>
      </w:r>
      <w:r>
        <w:t xml:space="preserve">, </w:t>
      </w:r>
      <w:r w:rsidR="0024252B" w:rsidRPr="002813C1">
        <w:t>qu</w:t>
      </w:r>
      <w:r>
        <w:t>’</w:t>
      </w:r>
      <w:r w:rsidR="0024252B" w:rsidRPr="002813C1">
        <w:t>avec quelques protections</w:t>
      </w:r>
      <w:r>
        <w:t xml:space="preserve">, </w:t>
      </w:r>
      <w:r w:rsidR="0024252B" w:rsidRPr="002813C1">
        <w:t>vous auriez vite raison des résistances de votre mère</w:t>
      </w:r>
      <w:r>
        <w:t xml:space="preserve">, </w:t>
      </w:r>
      <w:r w:rsidR="0024252B" w:rsidRPr="002813C1">
        <w:t>et même des prétentions de votre père</w:t>
      </w:r>
      <w:r>
        <w:t>…</w:t>
      </w:r>
    </w:p>
    <w:p w14:paraId="037DB738" w14:textId="77777777" w:rsidR="00B77E03" w:rsidRDefault="00B77E03" w:rsidP="00B77E03">
      <w:r>
        <w:t>— </w:t>
      </w:r>
      <w:r w:rsidR="0024252B" w:rsidRPr="002813C1">
        <w:t>Oui</w:t>
      </w:r>
      <w:r>
        <w:t xml:space="preserve">, </w:t>
      </w:r>
      <w:r w:rsidR="0024252B" w:rsidRPr="002813C1">
        <w:t>mais où trouver des protecteurs</w:t>
      </w:r>
      <w:r>
        <w:t> ?…</w:t>
      </w:r>
    </w:p>
    <w:p w14:paraId="2729B554" w14:textId="77777777" w:rsidR="00B77E03" w:rsidRDefault="0024252B" w:rsidP="00B77E03">
      <w:r w:rsidRPr="002813C1">
        <w:t>La gravité du vicomte redoublait</w:t>
      </w:r>
      <w:r w:rsidR="00B77E03">
        <w:t>.</w:t>
      </w:r>
    </w:p>
    <w:p w14:paraId="4DA35563" w14:textId="77777777" w:rsidR="00B77E03" w:rsidRDefault="00B77E03" w:rsidP="00B77E03">
      <w:r>
        <w:t>— </w:t>
      </w:r>
      <w:r w:rsidR="0024252B" w:rsidRPr="002813C1">
        <w:t>Écoutez</w:t>
      </w:r>
      <w:r>
        <w:t xml:space="preserve">, </w:t>
      </w:r>
      <w:r w:rsidR="0024252B" w:rsidRPr="002813C1">
        <w:t>reprit-il</w:t>
      </w:r>
      <w:r>
        <w:t xml:space="preserve">, </w:t>
      </w:r>
      <w:r w:rsidR="0024252B" w:rsidRPr="002813C1">
        <w:t>je ferai pour vous ce que je ne ferais pour aucun autre</w:t>
      </w:r>
      <w:r>
        <w:t xml:space="preserve">… </w:t>
      </w:r>
      <w:r w:rsidR="0024252B" w:rsidRPr="002813C1">
        <w:t>J</w:t>
      </w:r>
      <w:r>
        <w:t>’</w:t>
      </w:r>
      <w:r w:rsidR="0024252B" w:rsidRPr="002813C1">
        <w:t>essaierai d</w:t>
      </w:r>
      <w:r>
        <w:t>’</w:t>
      </w:r>
      <w:r w:rsidR="0024252B" w:rsidRPr="002813C1">
        <w:t>intéresser à votre position un de mes amis</w:t>
      </w:r>
      <w:r>
        <w:t xml:space="preserve">, </w:t>
      </w:r>
      <w:r w:rsidR="0024252B" w:rsidRPr="002813C1">
        <w:t>tout-puissant par son nom</w:t>
      </w:r>
      <w:r>
        <w:t xml:space="preserve">, </w:t>
      </w:r>
      <w:r w:rsidR="0024252B" w:rsidRPr="002813C1">
        <w:t>par sa fortune et par ses relations</w:t>
      </w:r>
      <w:r>
        <w:t xml:space="preserve">… </w:t>
      </w:r>
      <w:r w:rsidR="0024252B" w:rsidRPr="002813C1">
        <w:t xml:space="preserve">le marquis de </w:t>
      </w:r>
      <w:proofErr w:type="spellStart"/>
      <w:r w:rsidR="0024252B" w:rsidRPr="002813C1">
        <w:t>Valorsay</w:t>
      </w:r>
      <w:proofErr w:type="spellEnd"/>
      <w:r>
        <w:t xml:space="preserve">, </w:t>
      </w:r>
      <w:r w:rsidR="0024252B" w:rsidRPr="002813C1">
        <w:t>enfin</w:t>
      </w:r>
      <w:r>
        <w:t>…</w:t>
      </w:r>
    </w:p>
    <w:p w14:paraId="0804AB90" w14:textId="77777777" w:rsidR="00B77E03" w:rsidRDefault="00B77E03" w:rsidP="00B77E03">
      <w:r>
        <w:t>— </w:t>
      </w:r>
      <w:r w:rsidR="0024252B" w:rsidRPr="002813C1">
        <w:t>Celui qui fait courir</w:t>
      </w:r>
      <w:r>
        <w:t> ?…</w:t>
      </w:r>
    </w:p>
    <w:p w14:paraId="5DB0C078" w14:textId="77777777" w:rsidR="00B77E03" w:rsidRDefault="00B77E03" w:rsidP="00B77E03">
      <w:r>
        <w:t>— </w:t>
      </w:r>
      <w:r w:rsidR="0024252B" w:rsidRPr="002813C1">
        <w:t>Précisément</w:t>
      </w:r>
      <w:r>
        <w:t>.</w:t>
      </w:r>
    </w:p>
    <w:p w14:paraId="5AD6A28F" w14:textId="77777777" w:rsidR="00B77E03" w:rsidRDefault="00B77E03" w:rsidP="00B77E03">
      <w:r>
        <w:t>— </w:t>
      </w:r>
      <w:r w:rsidR="0024252B" w:rsidRPr="002813C1">
        <w:t>Et vous me présenterez à lui</w:t>
      </w:r>
      <w:r>
        <w:t> ?</w:t>
      </w:r>
    </w:p>
    <w:p w14:paraId="33D20DD9" w14:textId="77777777" w:rsidR="00B77E03" w:rsidRDefault="00B77E03" w:rsidP="00B77E03">
      <w:r>
        <w:lastRenderedPageBreak/>
        <w:t>— </w:t>
      </w:r>
      <w:r w:rsidR="0024252B" w:rsidRPr="002813C1">
        <w:t>Oui</w:t>
      </w:r>
      <w:r>
        <w:t xml:space="preserve"> !… </w:t>
      </w:r>
      <w:r w:rsidR="0024252B" w:rsidRPr="002813C1">
        <w:t>Demain à onze heures</w:t>
      </w:r>
      <w:r>
        <w:t xml:space="preserve">, </w:t>
      </w:r>
      <w:r w:rsidR="0024252B" w:rsidRPr="002813C1">
        <w:t>soyez prêt</w:t>
      </w:r>
      <w:r>
        <w:t xml:space="preserve">, </w:t>
      </w:r>
      <w:r w:rsidR="0024252B" w:rsidRPr="002813C1">
        <w:t>je viendrai vous prendre et je vous conduirai chez le marquis</w:t>
      </w:r>
      <w:r>
        <w:t xml:space="preserve">… </w:t>
      </w:r>
      <w:r w:rsidR="0024252B" w:rsidRPr="002813C1">
        <w:t>S</w:t>
      </w:r>
      <w:r>
        <w:t>’</w:t>
      </w:r>
      <w:r w:rsidR="0024252B" w:rsidRPr="002813C1">
        <w:t>il s</w:t>
      </w:r>
      <w:r>
        <w:t>’</w:t>
      </w:r>
      <w:r w:rsidR="0024252B" w:rsidRPr="002813C1">
        <w:t>intéresse à votre partie</w:t>
      </w:r>
      <w:r>
        <w:t xml:space="preserve">, </w:t>
      </w:r>
      <w:r w:rsidR="0024252B" w:rsidRPr="002813C1">
        <w:t>elle est gagnée</w:t>
      </w:r>
      <w:r>
        <w:t>…</w:t>
      </w:r>
    </w:p>
    <w:p w14:paraId="2C297E05" w14:textId="77777777" w:rsidR="00B77E03" w:rsidRDefault="0024252B" w:rsidP="00B77E03">
      <w:r w:rsidRPr="002813C1">
        <w:t>Et comme l</w:t>
      </w:r>
      <w:r w:rsidR="00B77E03">
        <w:t>’</w:t>
      </w:r>
      <w:r w:rsidRPr="002813C1">
        <w:t>autre se confondait en remercîments</w:t>
      </w:r>
      <w:r w:rsidR="00B77E03">
        <w:t> :</w:t>
      </w:r>
    </w:p>
    <w:p w14:paraId="4477C0ED" w14:textId="77777777" w:rsidR="00B77E03" w:rsidRDefault="00B77E03" w:rsidP="00B77E03">
      <w:r>
        <w:t>— </w:t>
      </w:r>
      <w:r w:rsidR="0024252B" w:rsidRPr="002813C1">
        <w:t>Mais il faut que je rentre</w:t>
      </w:r>
      <w:r>
        <w:t xml:space="preserve">, </w:t>
      </w:r>
      <w:r w:rsidR="0024252B" w:rsidRPr="002813C1">
        <w:t>reprit-il</w:t>
      </w:r>
      <w:r>
        <w:t xml:space="preserve"> ; </w:t>
      </w:r>
      <w:r w:rsidR="0024252B" w:rsidRPr="002813C1">
        <w:t>allons</w:t>
      </w:r>
      <w:r>
        <w:t xml:space="preserve">, </w:t>
      </w:r>
      <w:r w:rsidR="0024252B" w:rsidRPr="002813C1">
        <w:t>pas de sottises nouvelles</w:t>
      </w:r>
      <w:r>
        <w:t xml:space="preserve">… </w:t>
      </w:r>
      <w:r w:rsidR="0024252B" w:rsidRPr="002813C1">
        <w:t>et à demain</w:t>
      </w:r>
      <w:r>
        <w:t> !…</w:t>
      </w:r>
    </w:p>
    <w:p w14:paraId="05F718EE" w14:textId="36DACCEA" w:rsidR="00B77E03" w:rsidRDefault="0024252B" w:rsidP="00B77E03">
      <w:r w:rsidRPr="002813C1">
        <w:t>Déjà</w:t>
      </w:r>
      <w:r w:rsidR="00B77E03">
        <w:t xml:space="preserve">, </w:t>
      </w:r>
      <w:r w:rsidRPr="002813C1">
        <w:t>grâce à cette surprenante mobilité qui était le trait le plus frappant de son aimable caractère</w:t>
      </w:r>
      <w:r w:rsidR="00B77E03">
        <w:t>, M. </w:t>
      </w:r>
      <w:proofErr w:type="spellStart"/>
      <w:r w:rsidRPr="002813C1">
        <w:t>Wilkie</w:t>
      </w:r>
      <w:proofErr w:type="spellEnd"/>
      <w:r w:rsidRPr="002813C1">
        <w:t xml:space="preserve"> était presque consolé de son </w:t>
      </w:r>
      <w:r w:rsidR="00B77E03">
        <w:t>« </w:t>
      </w:r>
      <w:r w:rsidRPr="002813C1">
        <w:t>impair</w:t>
      </w:r>
      <w:r w:rsidR="00B77E03">
        <w:t>. »</w:t>
      </w:r>
    </w:p>
    <w:p w14:paraId="16503B1A" w14:textId="0ADC3AF8" w:rsidR="00B77E03" w:rsidRDefault="0024252B" w:rsidP="00B77E03">
      <w:r w:rsidRPr="002813C1">
        <w:t xml:space="preserve">Il avait reçu </w:t>
      </w:r>
      <w:r w:rsidR="00B77E03">
        <w:t>M. de </w:t>
      </w:r>
      <w:proofErr w:type="spellStart"/>
      <w:r w:rsidRPr="002813C1">
        <w:t>Coralth</w:t>
      </w:r>
      <w:proofErr w:type="spellEnd"/>
      <w:r w:rsidRPr="002813C1">
        <w:t xml:space="preserve"> en ennemi</w:t>
      </w:r>
      <w:r w:rsidR="00B77E03">
        <w:t xml:space="preserve">, </w:t>
      </w:r>
      <w:r w:rsidRPr="002813C1">
        <w:t>le poing sur la hanche</w:t>
      </w:r>
      <w:r w:rsidR="00B77E03">
        <w:t xml:space="preserve"> ; </w:t>
      </w:r>
      <w:r w:rsidRPr="002813C1">
        <w:t>il le reconduisit avec toutes sortes d</w:t>
      </w:r>
      <w:r w:rsidR="00B77E03">
        <w:t>’</w:t>
      </w:r>
      <w:r w:rsidRPr="002813C1">
        <w:t>attentions obséquieuses</w:t>
      </w:r>
      <w:r w:rsidR="00B77E03">
        <w:t xml:space="preserve">, </w:t>
      </w:r>
      <w:r w:rsidRPr="002813C1">
        <w:t>comme un sauveur</w:t>
      </w:r>
      <w:r w:rsidR="00B77E03">
        <w:t>…</w:t>
      </w:r>
    </w:p>
    <w:p w14:paraId="2CCD74FA" w14:textId="77777777" w:rsidR="00B77E03" w:rsidRDefault="0024252B" w:rsidP="00B77E03">
      <w:r w:rsidRPr="002813C1">
        <w:t>Un mot que le vicomte avait laissé tomber négligemment dans la conversation</w:t>
      </w:r>
      <w:r w:rsidR="00B77E03">
        <w:t xml:space="preserve">, </w:t>
      </w:r>
      <w:r w:rsidRPr="002813C1">
        <w:t>n</w:t>
      </w:r>
      <w:r w:rsidR="00B77E03">
        <w:t>’</w:t>
      </w:r>
      <w:r w:rsidRPr="002813C1">
        <w:t>avait pas peu contribué à ce brusque revirement</w:t>
      </w:r>
      <w:r w:rsidR="00B77E03">
        <w:t>.</w:t>
      </w:r>
    </w:p>
    <w:p w14:paraId="593EEBB9" w14:textId="77777777" w:rsidR="00B77E03" w:rsidRDefault="00B77E03" w:rsidP="00B77E03">
      <w:r>
        <w:t>— </w:t>
      </w:r>
      <w:r w:rsidR="0024252B" w:rsidRPr="002813C1">
        <w:t>Vous devez comprendre</w:t>
      </w:r>
      <w:r>
        <w:t xml:space="preserve">, </w:t>
      </w:r>
      <w:r w:rsidR="0024252B" w:rsidRPr="002813C1">
        <w:t>avait-il dit</w:t>
      </w:r>
      <w:r>
        <w:t xml:space="preserve">, </w:t>
      </w:r>
      <w:r w:rsidR="0024252B" w:rsidRPr="002813C1">
        <w:t xml:space="preserve">que si le marquis de </w:t>
      </w:r>
      <w:proofErr w:type="spellStart"/>
      <w:r w:rsidR="0024252B" w:rsidRPr="002813C1">
        <w:t>Valorsay</w:t>
      </w:r>
      <w:proofErr w:type="spellEnd"/>
      <w:r w:rsidR="0024252B" w:rsidRPr="002813C1">
        <w:t xml:space="preserve"> prend votre cause en main</w:t>
      </w:r>
      <w:r>
        <w:t xml:space="preserve">, </w:t>
      </w:r>
      <w:r w:rsidR="0024252B" w:rsidRPr="002813C1">
        <w:t>vous ne manquerez de rien</w:t>
      </w:r>
      <w:r>
        <w:t xml:space="preserve">. </w:t>
      </w:r>
      <w:r w:rsidR="0024252B" w:rsidRPr="002813C1">
        <w:t>Même</w:t>
      </w:r>
      <w:r>
        <w:t xml:space="preserve">, </w:t>
      </w:r>
      <w:r w:rsidR="0024252B" w:rsidRPr="002813C1">
        <w:t>s</w:t>
      </w:r>
      <w:r>
        <w:t>’</w:t>
      </w:r>
      <w:r w:rsidR="0024252B" w:rsidRPr="002813C1">
        <w:t>il faut soutenir un procès</w:t>
      </w:r>
      <w:r>
        <w:t xml:space="preserve">, </w:t>
      </w:r>
      <w:r w:rsidR="0024252B" w:rsidRPr="002813C1">
        <w:t>il vous avancera volontiers les fonds nécessaires</w:t>
      </w:r>
      <w:r>
        <w:t>…</w:t>
      </w:r>
    </w:p>
    <w:p w14:paraId="5DFB948F" w14:textId="4D7FBCC9" w:rsidR="00B77E03" w:rsidRDefault="0024252B" w:rsidP="00B77E03">
      <w:r w:rsidRPr="002813C1">
        <w:t>Comment</w:t>
      </w:r>
      <w:r w:rsidR="00B77E03">
        <w:t xml:space="preserve">, </w:t>
      </w:r>
      <w:r w:rsidRPr="002813C1">
        <w:t>après cela</w:t>
      </w:r>
      <w:r w:rsidR="00B77E03">
        <w:t>, M. </w:t>
      </w:r>
      <w:proofErr w:type="spellStart"/>
      <w:r w:rsidRPr="002813C1">
        <w:t>Wilkie</w:t>
      </w:r>
      <w:proofErr w:type="spellEnd"/>
      <w:r w:rsidRPr="002813C1">
        <w:t xml:space="preserve"> eût-il pu n</w:t>
      </w:r>
      <w:r w:rsidR="00B77E03">
        <w:t>’</w:t>
      </w:r>
      <w:r w:rsidRPr="002813C1">
        <w:t>avoir pas confiance</w:t>
      </w:r>
      <w:r w:rsidR="00B77E03">
        <w:t> !…</w:t>
      </w:r>
    </w:p>
    <w:p w14:paraId="014D068A" w14:textId="77777777" w:rsidR="00B77E03" w:rsidRDefault="0024252B" w:rsidP="00B77E03">
      <w:r w:rsidRPr="002813C1">
        <w:t>Aux sombres pressentiments qui avaient troublé le commencement de sa nuit</w:t>
      </w:r>
      <w:r w:rsidR="00B77E03">
        <w:t xml:space="preserve">, </w:t>
      </w:r>
      <w:r w:rsidRPr="002813C1">
        <w:t>succédaient de nouveau des espérances délirantes</w:t>
      </w:r>
      <w:r w:rsidR="00B77E03">
        <w:t>…</w:t>
      </w:r>
    </w:p>
    <w:p w14:paraId="4821DEE1" w14:textId="46E084AD" w:rsidR="00B77E03" w:rsidRDefault="0024252B" w:rsidP="00B77E03">
      <w:r w:rsidRPr="002813C1">
        <w:t>La seule idée</w:t>
      </w:r>
      <w:r w:rsidR="00B77E03">
        <w:t xml:space="preserve">, </w:t>
      </w:r>
      <w:r w:rsidRPr="002813C1">
        <w:t>qu</w:t>
      </w:r>
      <w:r w:rsidR="00B77E03">
        <w:t>’</w:t>
      </w:r>
      <w:r w:rsidRPr="002813C1">
        <w:t xml:space="preserve">il serait présenté à </w:t>
      </w:r>
      <w:r w:rsidR="00B77E03">
        <w:t>M. de </w:t>
      </w:r>
      <w:proofErr w:type="spellStart"/>
      <w:r w:rsidRPr="002813C1">
        <w:t>Valorsay</w:t>
      </w:r>
      <w:proofErr w:type="spellEnd"/>
      <w:r w:rsidR="00B77E03">
        <w:t xml:space="preserve">, </w:t>
      </w:r>
      <w:r w:rsidRPr="002813C1">
        <w:t>ce gentleman si célèbre par ses aventures</w:t>
      </w:r>
      <w:r w:rsidR="00B77E03">
        <w:t xml:space="preserve">, </w:t>
      </w:r>
      <w:r w:rsidRPr="002813C1">
        <w:t>ses chevaux et sa fortune</w:t>
      </w:r>
      <w:r w:rsidR="00B77E03">
        <w:t xml:space="preserve">… </w:t>
      </w:r>
      <w:r w:rsidRPr="002813C1">
        <w:t>eût suffi à lui faire oublier tous ses déboires</w:t>
      </w:r>
      <w:r w:rsidR="00B77E03">
        <w:t>…</w:t>
      </w:r>
    </w:p>
    <w:p w14:paraId="2996B8F8" w14:textId="77777777" w:rsidR="00B77E03" w:rsidRDefault="0024252B" w:rsidP="00B77E03">
      <w:r w:rsidRPr="002813C1">
        <w:lastRenderedPageBreak/>
        <w:t>Devenir l</w:t>
      </w:r>
      <w:r w:rsidR="00B77E03">
        <w:t>’</w:t>
      </w:r>
      <w:r w:rsidRPr="002813C1">
        <w:t>ami de cet homme illustre</w:t>
      </w:r>
      <w:r w:rsidR="00B77E03">
        <w:t xml:space="preserve">, </w:t>
      </w:r>
      <w:r w:rsidRPr="002813C1">
        <w:t>quel rêve</w:t>
      </w:r>
      <w:r w:rsidR="00B77E03">
        <w:t xml:space="preserve"> !… </w:t>
      </w:r>
      <w:r w:rsidRPr="002813C1">
        <w:t>À graviter dans l</w:t>
      </w:r>
      <w:r w:rsidR="00B77E03">
        <w:t>’</w:t>
      </w:r>
      <w:r w:rsidRPr="002813C1">
        <w:t>orbe d</w:t>
      </w:r>
      <w:r w:rsidR="00B77E03">
        <w:t>’</w:t>
      </w:r>
      <w:r w:rsidRPr="002813C1">
        <w:t>un tel astre</w:t>
      </w:r>
      <w:r w:rsidR="00B77E03">
        <w:t xml:space="preserve">, </w:t>
      </w:r>
      <w:r w:rsidRPr="002813C1">
        <w:t>que de rayons ne lui emprunterait-il pas</w:t>
      </w:r>
      <w:r w:rsidR="00B77E03">
        <w:t xml:space="preserve"> ?… </w:t>
      </w:r>
      <w:r w:rsidRPr="002813C1">
        <w:t>Alors</w:t>
      </w:r>
      <w:r w:rsidR="00B77E03">
        <w:t xml:space="preserve">, </w:t>
      </w:r>
      <w:r w:rsidRPr="002813C1">
        <w:t>pour tout de bon</w:t>
      </w:r>
      <w:r w:rsidR="00B77E03">
        <w:t xml:space="preserve">, </w:t>
      </w:r>
      <w:r w:rsidRPr="002813C1">
        <w:t>il compterait dans le monde</w:t>
      </w:r>
      <w:r w:rsidR="00B77E03">
        <w:t xml:space="preserve">. </w:t>
      </w:r>
      <w:r w:rsidRPr="002813C1">
        <w:t>Il se sentait grandi d</w:t>
      </w:r>
      <w:r w:rsidR="00B77E03">
        <w:t>’</w:t>
      </w:r>
      <w:r w:rsidRPr="002813C1">
        <w:t>une coudée</w:t>
      </w:r>
      <w:r w:rsidR="00B77E03">
        <w:t xml:space="preserve">, </w:t>
      </w:r>
      <w:r w:rsidRPr="002813C1">
        <w:t>et Dieu sait avec quelle hauteur il eût accueilli Costard et Serpillon s</w:t>
      </w:r>
      <w:r w:rsidR="00B77E03">
        <w:t>’</w:t>
      </w:r>
      <w:r w:rsidRPr="002813C1">
        <w:t>ils se fussent présentés en ce moment</w:t>
      </w:r>
      <w:r w:rsidR="00B77E03">
        <w:t>.</w:t>
      </w:r>
    </w:p>
    <w:p w14:paraId="1D4CD963" w14:textId="77777777" w:rsidR="00B77E03" w:rsidRDefault="0024252B" w:rsidP="00B77E03">
      <w:r w:rsidRPr="002813C1">
        <w:t>Inutile</w:t>
      </w:r>
      <w:r w:rsidR="00B77E03">
        <w:t xml:space="preserve">, </w:t>
      </w:r>
      <w:r w:rsidRPr="002813C1">
        <w:t>après cela</w:t>
      </w:r>
      <w:r w:rsidR="00B77E03">
        <w:t xml:space="preserve">, </w:t>
      </w:r>
      <w:r w:rsidRPr="002813C1">
        <w:t>d</w:t>
      </w:r>
      <w:r w:rsidR="00B77E03">
        <w:t>’</w:t>
      </w:r>
      <w:r w:rsidRPr="002813C1">
        <w:t>insister sur le soin qu</w:t>
      </w:r>
      <w:r w:rsidR="00B77E03">
        <w:t>’</w:t>
      </w:r>
      <w:r w:rsidRPr="002813C1">
        <w:t>il mit au matin à composer sa toilette</w:t>
      </w:r>
      <w:r w:rsidR="00B77E03">
        <w:t xml:space="preserve">… </w:t>
      </w:r>
      <w:r w:rsidRPr="002813C1">
        <w:t>C</w:t>
      </w:r>
      <w:r w:rsidR="00B77E03">
        <w:t>’</w:t>
      </w:r>
      <w:r w:rsidRPr="002813C1">
        <w:t>est que ce n</w:t>
      </w:r>
      <w:r w:rsidR="00B77E03">
        <w:t>’</w:t>
      </w:r>
      <w:r w:rsidRPr="002813C1">
        <w:t>était pas d</w:t>
      </w:r>
      <w:r w:rsidR="00B77E03">
        <w:t>’</w:t>
      </w:r>
      <w:r w:rsidRPr="002813C1">
        <w:t>une médiocre importance</w:t>
      </w:r>
      <w:r w:rsidR="00B77E03">
        <w:t xml:space="preserve">, </w:t>
      </w:r>
      <w:r w:rsidRPr="002813C1">
        <w:t>avec l</w:t>
      </w:r>
      <w:r w:rsidR="00B77E03">
        <w:t>’</w:t>
      </w:r>
      <w:r w:rsidRPr="002813C1">
        <w:t>intention qu</w:t>
      </w:r>
      <w:r w:rsidR="00B77E03">
        <w:t>’</w:t>
      </w:r>
      <w:r w:rsidRPr="002813C1">
        <w:t>il avait de se révéler tout entier par son seul extérieur</w:t>
      </w:r>
      <w:r w:rsidR="00B77E03">
        <w:t xml:space="preserve">, </w:t>
      </w:r>
      <w:r w:rsidRPr="002813C1">
        <w:t>et de frapper et de séduire le marquis du premier coup</w:t>
      </w:r>
      <w:r w:rsidR="00B77E03">
        <w:t>.</w:t>
      </w:r>
    </w:p>
    <w:p w14:paraId="321C22E7" w14:textId="77777777" w:rsidR="00B77E03" w:rsidRDefault="0024252B" w:rsidP="00B77E03">
      <w:r w:rsidRPr="002813C1">
        <w:t>Comment paraître à la fois très-recherché et un peu négligé en sa mise</w:t>
      </w:r>
      <w:r w:rsidR="00B77E03">
        <w:t xml:space="preserve">, </w:t>
      </w:r>
      <w:r w:rsidRPr="002813C1">
        <w:t>excessivement élégant et cependant fort simple</w:t>
      </w:r>
      <w:r w:rsidR="00B77E03">
        <w:t>, « </w:t>
      </w:r>
      <w:r w:rsidRPr="002813C1">
        <w:t>épatant de chic et de distinction</w:t>
      </w:r>
      <w:r w:rsidR="00B77E03">
        <w:t> »</w:t>
      </w:r>
      <w:r w:rsidRPr="002813C1">
        <w:t xml:space="preserve"> en un mot</w:t>
      </w:r>
      <w:r w:rsidR="00B77E03">
        <w:t> ?…</w:t>
      </w:r>
    </w:p>
    <w:p w14:paraId="7DD923F8" w14:textId="1E1A7B14" w:rsidR="00B77E03" w:rsidRDefault="0024252B" w:rsidP="00B77E03">
      <w:r w:rsidRPr="002813C1">
        <w:t>Il ne fallait rien moins que ce problème à résoudre pour lui alléger le vol des heures</w:t>
      </w:r>
      <w:r w:rsidR="00B77E03">
        <w:t xml:space="preserve">… </w:t>
      </w:r>
      <w:r w:rsidRPr="002813C1">
        <w:t>Mais telle était sa préoccupation qu</w:t>
      </w:r>
      <w:r w:rsidR="00B77E03">
        <w:t>’</w:t>
      </w:r>
      <w:r w:rsidRPr="002813C1">
        <w:t xml:space="preserve">en voyant entrer </w:t>
      </w:r>
      <w:r w:rsidR="00B77E03">
        <w:t>M. de </w:t>
      </w:r>
      <w:proofErr w:type="spellStart"/>
      <w:r w:rsidRPr="002813C1">
        <w:t>Coralth</w:t>
      </w:r>
      <w:proofErr w:type="spellEnd"/>
      <w:r w:rsidRPr="002813C1">
        <w:t xml:space="preserve"> qui venait le prendre</w:t>
      </w:r>
      <w:r w:rsidR="00B77E03">
        <w:t xml:space="preserve">, </w:t>
      </w:r>
      <w:r w:rsidRPr="002813C1">
        <w:t>il s</w:t>
      </w:r>
      <w:r w:rsidR="00B77E03">
        <w:t>’</w:t>
      </w:r>
      <w:r w:rsidRPr="002813C1">
        <w:t>écria</w:t>
      </w:r>
      <w:r w:rsidR="00B77E03">
        <w:t> :</w:t>
      </w:r>
    </w:p>
    <w:p w14:paraId="2B11A4A6" w14:textId="77777777" w:rsidR="00B77E03" w:rsidRDefault="00B77E03" w:rsidP="00B77E03">
      <w:r>
        <w:t>— </w:t>
      </w:r>
      <w:r w:rsidR="0024252B" w:rsidRPr="002813C1">
        <w:t>Déjà</w:t>
      </w:r>
      <w:r>
        <w:t> !…</w:t>
      </w:r>
    </w:p>
    <w:p w14:paraId="4311A178" w14:textId="77777777" w:rsidR="00B77E03" w:rsidRDefault="0024252B" w:rsidP="00B77E03">
      <w:r w:rsidRPr="002813C1">
        <w:t>C</w:t>
      </w:r>
      <w:r w:rsidR="00B77E03">
        <w:t>’</w:t>
      </w:r>
      <w:r w:rsidRPr="002813C1">
        <w:t>est qu</w:t>
      </w:r>
      <w:r w:rsidR="00B77E03">
        <w:t>’</w:t>
      </w:r>
      <w:r w:rsidRPr="002813C1">
        <w:t>il lui semblait en vérité qu</w:t>
      </w:r>
      <w:r w:rsidR="00B77E03">
        <w:t>’</w:t>
      </w:r>
      <w:r w:rsidRPr="002813C1">
        <w:t>il n</w:t>
      </w:r>
      <w:r w:rsidR="00B77E03">
        <w:t>’</w:t>
      </w:r>
      <w:r w:rsidRPr="002813C1">
        <w:t>y avait pas cinq minutes qu</w:t>
      </w:r>
      <w:r w:rsidR="00B77E03">
        <w:t>’</w:t>
      </w:r>
      <w:r w:rsidRPr="002813C1">
        <w:t>il étudiait</w:t>
      </w:r>
      <w:r w:rsidR="00B77E03">
        <w:t xml:space="preserve">, </w:t>
      </w:r>
      <w:r w:rsidRPr="002813C1">
        <w:t>devant sa glace</w:t>
      </w:r>
      <w:r w:rsidR="00B77E03">
        <w:t xml:space="preserve">, </w:t>
      </w:r>
      <w:r w:rsidRPr="002813C1">
        <w:t>son attitude et ses gestes</w:t>
      </w:r>
      <w:r w:rsidR="00B77E03">
        <w:t xml:space="preserve">, </w:t>
      </w:r>
      <w:r w:rsidRPr="002813C1">
        <w:t>une façon neuve et élégante de saluer et de s</w:t>
      </w:r>
      <w:r w:rsidR="00B77E03">
        <w:t>’</w:t>
      </w:r>
      <w:r w:rsidRPr="002813C1">
        <w:t>asseoir</w:t>
      </w:r>
      <w:r w:rsidR="00B77E03">
        <w:t xml:space="preserve">, </w:t>
      </w:r>
      <w:r w:rsidRPr="002813C1">
        <w:t xml:space="preserve">pareil au comédien qui </w:t>
      </w:r>
      <w:r w:rsidR="00B77E03">
        <w:t>« </w:t>
      </w:r>
      <w:r w:rsidRPr="002813C1">
        <w:t>répète les effets</w:t>
      </w:r>
      <w:r w:rsidR="00B77E03">
        <w:t> »</w:t>
      </w:r>
      <w:r w:rsidRPr="002813C1">
        <w:t xml:space="preserve"> qui le feront applaudir</w:t>
      </w:r>
      <w:r w:rsidR="00B77E03">
        <w:t>…</w:t>
      </w:r>
    </w:p>
    <w:p w14:paraId="5421E3D1" w14:textId="77777777" w:rsidR="00B77E03" w:rsidRDefault="00B77E03" w:rsidP="00B77E03">
      <w:r>
        <w:t>— </w:t>
      </w:r>
      <w:r w:rsidR="0024252B" w:rsidRPr="002813C1">
        <w:t>Comment</w:t>
      </w:r>
      <w:r>
        <w:t xml:space="preserve">, </w:t>
      </w:r>
      <w:r w:rsidR="0024252B" w:rsidRPr="002813C1">
        <w:t>déjà</w:t>
      </w:r>
      <w:r>
        <w:t xml:space="preserve"> !… </w:t>
      </w:r>
      <w:r w:rsidR="0024252B" w:rsidRPr="002813C1">
        <w:t>répondit le vicomte</w:t>
      </w:r>
      <w:r>
        <w:t xml:space="preserve">, </w:t>
      </w:r>
      <w:r w:rsidR="0024252B" w:rsidRPr="002813C1">
        <w:t>je suis en retard d</w:t>
      </w:r>
      <w:r>
        <w:t>’</w:t>
      </w:r>
      <w:r w:rsidR="0024252B" w:rsidRPr="002813C1">
        <w:t>un quart d</w:t>
      </w:r>
      <w:r>
        <w:t>’</w:t>
      </w:r>
      <w:r w:rsidR="0024252B" w:rsidRPr="002813C1">
        <w:t>heure</w:t>
      </w:r>
      <w:r>
        <w:t xml:space="preserve">… </w:t>
      </w:r>
      <w:r w:rsidR="0024252B" w:rsidRPr="002813C1">
        <w:t>Ne seriez-vous pas prêt</w:t>
      </w:r>
      <w:r>
        <w:t> ?…</w:t>
      </w:r>
    </w:p>
    <w:p w14:paraId="77C476A4" w14:textId="77777777" w:rsidR="00B77E03" w:rsidRDefault="00B77E03" w:rsidP="00B77E03">
      <w:r>
        <w:t>— </w:t>
      </w:r>
      <w:r w:rsidR="0024252B" w:rsidRPr="002813C1">
        <w:t>Si</w:t>
      </w:r>
      <w:r>
        <w:t xml:space="preserve">, </w:t>
      </w:r>
      <w:r w:rsidR="0024252B" w:rsidRPr="002813C1">
        <w:t>certainement</w:t>
      </w:r>
      <w:r>
        <w:t>.</w:t>
      </w:r>
    </w:p>
    <w:p w14:paraId="28A60721" w14:textId="77777777" w:rsidR="00B77E03" w:rsidRDefault="00B77E03" w:rsidP="00B77E03">
      <w:r>
        <w:t>— </w:t>
      </w:r>
      <w:r w:rsidR="0024252B" w:rsidRPr="002813C1">
        <w:t>En route</w:t>
      </w:r>
      <w:r>
        <w:t xml:space="preserve">, </w:t>
      </w:r>
      <w:r w:rsidR="0024252B" w:rsidRPr="002813C1">
        <w:t>alors</w:t>
      </w:r>
      <w:r>
        <w:t xml:space="preserve">, </w:t>
      </w:r>
      <w:r w:rsidR="0024252B" w:rsidRPr="002813C1">
        <w:t>et vivement</w:t>
      </w:r>
      <w:r>
        <w:t xml:space="preserve">, </w:t>
      </w:r>
      <w:r w:rsidR="0024252B" w:rsidRPr="002813C1">
        <w:t>mon coupé est en bas</w:t>
      </w:r>
      <w:r>
        <w:t>.</w:t>
      </w:r>
    </w:p>
    <w:p w14:paraId="478E9FC1" w14:textId="77777777" w:rsidR="00B77E03" w:rsidRDefault="0024252B" w:rsidP="00B77E03">
      <w:r w:rsidRPr="002813C1">
        <w:lastRenderedPageBreak/>
        <w:t>Le trajet fut silencieux</w:t>
      </w:r>
      <w:r w:rsidR="00B77E03">
        <w:t>.</w:t>
      </w:r>
    </w:p>
    <w:p w14:paraId="46983A38" w14:textId="29CFA761" w:rsidR="00B77E03" w:rsidRDefault="00B77E03" w:rsidP="00B77E03">
      <w:r>
        <w:t>M. </w:t>
      </w:r>
      <w:r w:rsidR="0024252B" w:rsidRPr="002813C1">
        <w:t xml:space="preserve">Fernand de </w:t>
      </w:r>
      <w:proofErr w:type="spellStart"/>
      <w:r w:rsidR="0024252B" w:rsidRPr="002813C1">
        <w:t>Coralth</w:t>
      </w:r>
      <w:proofErr w:type="spellEnd"/>
      <w:r>
        <w:t xml:space="preserve">, </w:t>
      </w:r>
      <w:r w:rsidR="0024252B" w:rsidRPr="002813C1">
        <w:t>dont le teint blanc et reposé eût d</w:t>
      </w:r>
      <w:r>
        <w:t>’</w:t>
      </w:r>
      <w:r w:rsidR="0024252B" w:rsidRPr="002813C1">
        <w:t>ordinaire fait envie à une jeune fille</w:t>
      </w:r>
      <w:r>
        <w:t xml:space="preserve">, </w:t>
      </w:r>
      <w:r w:rsidR="0024252B" w:rsidRPr="002813C1">
        <w:t>avait le visage tout couperosé et comme bouffi</w:t>
      </w:r>
      <w:r>
        <w:t xml:space="preserve">, </w:t>
      </w:r>
      <w:r w:rsidR="0024252B" w:rsidRPr="002813C1">
        <w:t>et un grand cercle bleuâtre s</w:t>
      </w:r>
      <w:r>
        <w:t>’</w:t>
      </w:r>
      <w:r w:rsidR="0024252B" w:rsidRPr="002813C1">
        <w:t>élargissait autour de ses yeux</w:t>
      </w:r>
      <w:r>
        <w:t xml:space="preserve">… </w:t>
      </w:r>
      <w:r w:rsidR="0024252B" w:rsidRPr="002813C1">
        <w:t>Il paraissait d</w:t>
      </w:r>
      <w:r>
        <w:t>’</w:t>
      </w:r>
      <w:r w:rsidR="0024252B" w:rsidRPr="002813C1">
        <w:t>ailleurs d</w:t>
      </w:r>
      <w:r>
        <w:t>’</w:t>
      </w:r>
      <w:r w:rsidR="0024252B" w:rsidRPr="002813C1">
        <w:t>une humeur de dogue</w:t>
      </w:r>
      <w:r>
        <w:t>…</w:t>
      </w:r>
    </w:p>
    <w:p w14:paraId="307EFF6D" w14:textId="3FFE6775" w:rsidR="00B77E03" w:rsidRDefault="00B77E03" w:rsidP="00B77E03">
      <w:r>
        <w:t>— </w:t>
      </w:r>
      <w:r w:rsidR="0024252B" w:rsidRPr="002813C1">
        <w:t>C</w:t>
      </w:r>
      <w:r>
        <w:t>’</w:t>
      </w:r>
      <w:r w:rsidR="0024252B" w:rsidRPr="002813C1">
        <w:t>est qu</w:t>
      </w:r>
      <w:r>
        <w:t>’</w:t>
      </w:r>
      <w:r w:rsidR="0024252B" w:rsidRPr="002813C1">
        <w:t>il n</w:t>
      </w:r>
      <w:r>
        <w:t>’</w:t>
      </w:r>
      <w:r w:rsidR="0024252B" w:rsidRPr="002813C1">
        <w:t>a pas assez dormi</w:t>
      </w:r>
      <w:r>
        <w:t xml:space="preserve">, </w:t>
      </w:r>
      <w:r w:rsidR="0024252B" w:rsidRPr="002813C1">
        <w:t xml:space="preserve">pensa </w:t>
      </w:r>
      <w:r>
        <w:t>M. </w:t>
      </w:r>
      <w:proofErr w:type="spellStart"/>
      <w:r w:rsidR="0024252B" w:rsidRPr="002813C1">
        <w:t>Wilkie</w:t>
      </w:r>
      <w:proofErr w:type="spellEnd"/>
      <w:r>
        <w:t xml:space="preserve">, </w:t>
      </w:r>
      <w:r w:rsidR="0024252B" w:rsidRPr="002813C1">
        <w:t>dont la perspicacité jamais n</w:t>
      </w:r>
      <w:r>
        <w:t>’</w:t>
      </w:r>
      <w:r w:rsidR="0024252B" w:rsidRPr="002813C1">
        <w:t>était en défaut</w:t>
      </w:r>
      <w:r>
        <w:t xml:space="preserve">… </w:t>
      </w:r>
      <w:r w:rsidR="0024252B" w:rsidRPr="002813C1">
        <w:t>Il n</w:t>
      </w:r>
      <w:r>
        <w:t>’</w:t>
      </w:r>
      <w:r w:rsidR="0024252B" w:rsidRPr="002813C1">
        <w:t>a pas comme moi un tempérament de bronze</w:t>
      </w:r>
      <w:r>
        <w:t>.</w:t>
      </w:r>
    </w:p>
    <w:p w14:paraId="603AC967" w14:textId="77777777" w:rsidR="00B77E03" w:rsidRDefault="0024252B" w:rsidP="00B77E03">
      <w:r w:rsidRPr="002813C1">
        <w:t>Le fait est qu</w:t>
      </w:r>
      <w:r w:rsidR="00B77E03">
        <w:t>’</w:t>
      </w:r>
      <w:r w:rsidRPr="002813C1">
        <w:t>il ne sentait aucune fatigue</w:t>
      </w:r>
      <w:r w:rsidR="00B77E03">
        <w:t xml:space="preserve">, </w:t>
      </w:r>
      <w:r w:rsidRPr="002813C1">
        <w:t>bien que n</w:t>
      </w:r>
      <w:r w:rsidR="00B77E03">
        <w:t>’</w:t>
      </w:r>
      <w:r w:rsidRPr="002813C1">
        <w:t>ayant pas fermé l</w:t>
      </w:r>
      <w:r w:rsidR="00B77E03">
        <w:t>’</w:t>
      </w:r>
      <w:r w:rsidRPr="002813C1">
        <w:t>œil de la nuit</w:t>
      </w:r>
      <w:r w:rsidR="00B77E03">
        <w:t xml:space="preserve">, </w:t>
      </w:r>
      <w:r w:rsidRPr="002813C1">
        <w:t>mais seulement cette trépidation intérieure qui précède les débuts et qui sèche si merveilleusement la gorge</w:t>
      </w:r>
      <w:r w:rsidR="00B77E03">
        <w:t>.</w:t>
      </w:r>
    </w:p>
    <w:p w14:paraId="558325C4" w14:textId="5E20E12E" w:rsidR="00B77E03" w:rsidRDefault="0024252B" w:rsidP="00B77E03">
      <w:r w:rsidRPr="002813C1">
        <w:t>Pour la première fois de sa vie</w:t>
      </w:r>
      <w:r w:rsidR="00B77E03">
        <w:t xml:space="preserve">, – </w:t>
      </w:r>
      <w:r w:rsidRPr="002813C1">
        <w:t>et la dernière</w:t>
      </w:r>
      <w:r w:rsidR="00B77E03">
        <w:t xml:space="preserve">, </w:t>
      </w:r>
      <w:r w:rsidRPr="002813C1">
        <w:t>sans doute</w:t>
      </w:r>
      <w:r w:rsidR="00B77E03">
        <w:t>, – M. </w:t>
      </w:r>
      <w:proofErr w:type="spellStart"/>
      <w:r w:rsidRPr="002813C1">
        <w:t>Wilkie</w:t>
      </w:r>
      <w:proofErr w:type="spellEnd"/>
      <w:r w:rsidRPr="002813C1">
        <w:t xml:space="preserve"> se défia de lui et craignit de n</w:t>
      </w:r>
      <w:r w:rsidR="00B77E03">
        <w:t>’</w:t>
      </w:r>
      <w:r w:rsidRPr="002813C1">
        <w:t xml:space="preserve">être pas </w:t>
      </w:r>
      <w:r w:rsidR="00B77E03">
        <w:t>« </w:t>
      </w:r>
      <w:r w:rsidRPr="002813C1">
        <w:t>à la hauteur</w:t>
      </w:r>
      <w:r w:rsidR="00B77E03">
        <w:t>. »</w:t>
      </w:r>
    </w:p>
    <w:p w14:paraId="13C59FE2" w14:textId="77777777" w:rsidR="00B77E03" w:rsidRDefault="0024252B" w:rsidP="00B77E03">
      <w:r w:rsidRPr="002813C1">
        <w:t>Or</w:t>
      </w:r>
      <w:r w:rsidR="00B77E03">
        <w:t xml:space="preserve">, </w:t>
      </w:r>
      <w:r w:rsidRPr="002813C1">
        <w:t>l</w:t>
      </w:r>
      <w:r w:rsidR="00B77E03">
        <w:t>’</w:t>
      </w:r>
      <w:r w:rsidRPr="002813C1">
        <w:t>aspect de l</w:t>
      </w:r>
      <w:r w:rsidR="00B77E03">
        <w:t>’</w:t>
      </w:r>
      <w:r w:rsidRPr="002813C1">
        <w:t xml:space="preserve">hôtel du marquis de </w:t>
      </w:r>
      <w:proofErr w:type="spellStart"/>
      <w:r w:rsidRPr="002813C1">
        <w:t>Valorsay</w:t>
      </w:r>
      <w:proofErr w:type="spellEnd"/>
      <w:r w:rsidRPr="002813C1">
        <w:t xml:space="preserve"> n</w:t>
      </w:r>
      <w:r w:rsidR="00B77E03">
        <w:t>’</w:t>
      </w:r>
      <w:r w:rsidRPr="002813C1">
        <w:t>était pas de nature à lui rendre son assurance</w:t>
      </w:r>
      <w:r w:rsidR="00B77E03">
        <w:t>…</w:t>
      </w:r>
    </w:p>
    <w:p w14:paraId="7359D557" w14:textId="6C6FA1E4" w:rsidR="00B77E03" w:rsidRDefault="0024252B" w:rsidP="00B77E03">
      <w:r w:rsidRPr="002813C1">
        <w:t>Quand il pénétra dans la cour</w:t>
      </w:r>
      <w:r w:rsidR="00B77E03">
        <w:t xml:space="preserve">, </w:t>
      </w:r>
      <w:r w:rsidRPr="002813C1">
        <w:t>où attendait tout attelé le phaéton du maître</w:t>
      </w:r>
      <w:r w:rsidR="00B77E03">
        <w:t xml:space="preserve">, </w:t>
      </w:r>
      <w:r w:rsidRPr="002813C1">
        <w:t>quand il vit par les portes ouvertes des écuries et des remises les chevaux de prix piaffant dans leurs stalles et les voitures sous leurs grandes housses de toile</w:t>
      </w:r>
      <w:r w:rsidR="00B77E03">
        <w:t xml:space="preserve">… </w:t>
      </w:r>
      <w:r w:rsidRPr="002813C1">
        <w:t>lorsqu</w:t>
      </w:r>
      <w:r w:rsidR="00B77E03">
        <w:t>’</w:t>
      </w:r>
      <w:r w:rsidRPr="002813C1">
        <w:t>il compta les valets rangés dans le vestibule</w:t>
      </w:r>
      <w:r w:rsidR="00B77E03">
        <w:t xml:space="preserve">, </w:t>
      </w:r>
      <w:r w:rsidRPr="002813C1">
        <w:t>et qu</w:t>
      </w:r>
      <w:r w:rsidR="00B77E03">
        <w:t>’</w:t>
      </w:r>
      <w:r w:rsidRPr="002813C1">
        <w:t>il gravit l</w:t>
      </w:r>
      <w:r w:rsidR="00B77E03">
        <w:t>’</w:t>
      </w:r>
      <w:r w:rsidRPr="002813C1">
        <w:t>escalier à la suite d</w:t>
      </w:r>
      <w:r w:rsidR="00B77E03">
        <w:t>’</w:t>
      </w:r>
      <w:r w:rsidRPr="002813C1">
        <w:t>une manière d</w:t>
      </w:r>
      <w:r w:rsidR="00B77E03">
        <w:t>’</w:t>
      </w:r>
      <w:r w:rsidRPr="002813C1">
        <w:t>huissier en habit noir</w:t>
      </w:r>
      <w:r w:rsidR="00B77E03">
        <w:t xml:space="preserve">, </w:t>
      </w:r>
      <w:r w:rsidRPr="002813C1">
        <w:t>sérieux comme un notaire</w:t>
      </w:r>
      <w:r w:rsidR="00B77E03">
        <w:t xml:space="preserve">… </w:t>
      </w:r>
      <w:r w:rsidRPr="002813C1">
        <w:t>pendant qu</w:t>
      </w:r>
      <w:r w:rsidR="00B77E03">
        <w:t>’</w:t>
      </w:r>
      <w:r w:rsidRPr="002813C1">
        <w:t>il traversait les salons encombrés de tableaux</w:t>
      </w:r>
      <w:r w:rsidR="00B77E03">
        <w:t xml:space="preserve">, </w:t>
      </w:r>
      <w:r w:rsidRPr="002813C1">
        <w:t>d</w:t>
      </w:r>
      <w:r w:rsidR="00B77E03">
        <w:t>’</w:t>
      </w:r>
      <w:r w:rsidRPr="002813C1">
        <w:t>armes</w:t>
      </w:r>
      <w:r w:rsidR="00B77E03">
        <w:t xml:space="preserve">, </w:t>
      </w:r>
      <w:r w:rsidRPr="002813C1">
        <w:t>de statues</w:t>
      </w:r>
      <w:r w:rsidR="00B77E03">
        <w:t xml:space="preserve">, </w:t>
      </w:r>
      <w:r w:rsidRPr="002813C1">
        <w:t>de tous les objets d</w:t>
      </w:r>
      <w:r w:rsidR="00B77E03">
        <w:t>’</w:t>
      </w:r>
      <w:r w:rsidRPr="002813C1">
        <w:t>art gagnés par les chevaux du marquis</w:t>
      </w:r>
      <w:r w:rsidR="00B77E03">
        <w:t>, M. </w:t>
      </w:r>
      <w:proofErr w:type="spellStart"/>
      <w:r w:rsidRPr="002813C1">
        <w:t>Wilkie</w:t>
      </w:r>
      <w:proofErr w:type="spellEnd"/>
      <w:r w:rsidRPr="002813C1">
        <w:t xml:space="preserve"> s</w:t>
      </w:r>
      <w:r w:rsidR="00B77E03">
        <w:t>’</w:t>
      </w:r>
      <w:r w:rsidRPr="002813C1">
        <w:t>avoua qu</w:t>
      </w:r>
      <w:r w:rsidR="00B77E03">
        <w:t>’</w:t>
      </w:r>
      <w:r w:rsidRPr="002813C1">
        <w:t xml:space="preserve">il ne savait rien de la </w:t>
      </w:r>
      <w:r w:rsidR="00B77E03">
        <w:t>« </w:t>
      </w:r>
      <w:r w:rsidRPr="002813C1">
        <w:t>grande vie</w:t>
      </w:r>
      <w:r w:rsidR="00B77E03">
        <w:t>, »</w:t>
      </w:r>
      <w:r w:rsidRPr="002813C1">
        <w:t xml:space="preserve"> que ce qui lui avait semblé être le luxe n</w:t>
      </w:r>
      <w:r w:rsidR="00B77E03">
        <w:t>’</w:t>
      </w:r>
      <w:r w:rsidRPr="002813C1">
        <w:t>en était même pas l</w:t>
      </w:r>
      <w:r w:rsidR="00B77E03">
        <w:t>’</w:t>
      </w:r>
      <w:r w:rsidRPr="002813C1">
        <w:t>ombre</w:t>
      </w:r>
      <w:r w:rsidR="00B77E03">
        <w:t xml:space="preserve">, </w:t>
      </w:r>
      <w:r w:rsidRPr="002813C1">
        <w:t>et il se sentait rapetissé jusqu</w:t>
      </w:r>
      <w:r w:rsidR="00B77E03">
        <w:t>’</w:t>
      </w:r>
      <w:r w:rsidRPr="002813C1">
        <w:t>à avoir honte de lui</w:t>
      </w:r>
      <w:r w:rsidR="00B77E03">
        <w:t>…</w:t>
      </w:r>
    </w:p>
    <w:p w14:paraId="1B9BA8BF" w14:textId="77777777" w:rsidR="00B77E03" w:rsidRDefault="0024252B" w:rsidP="00B77E03">
      <w:r w:rsidRPr="002813C1">
        <w:lastRenderedPageBreak/>
        <w:t>Même</w:t>
      </w:r>
      <w:r w:rsidR="00B77E03">
        <w:t xml:space="preserve">, </w:t>
      </w:r>
      <w:r w:rsidRPr="002813C1">
        <w:t>ce sentiment d</w:t>
      </w:r>
      <w:r w:rsidR="00B77E03">
        <w:t>’</w:t>
      </w:r>
      <w:r w:rsidRPr="002813C1">
        <w:t>infériorité fut si puissant</w:t>
      </w:r>
      <w:r w:rsidR="00B77E03">
        <w:t xml:space="preserve">, </w:t>
      </w:r>
      <w:r w:rsidRPr="002813C1">
        <w:t>que la tentation de fuir lui vint au moment où l</w:t>
      </w:r>
      <w:r w:rsidR="00B77E03">
        <w:t>’</w:t>
      </w:r>
      <w:r w:rsidRPr="002813C1">
        <w:t>homme</w:t>
      </w:r>
      <w:r w:rsidR="00B77E03">
        <w:t xml:space="preserve">, </w:t>
      </w:r>
      <w:r w:rsidRPr="002813C1">
        <w:t>à l</w:t>
      </w:r>
      <w:r w:rsidR="00B77E03">
        <w:t>’</w:t>
      </w:r>
      <w:r w:rsidRPr="002813C1">
        <w:t>habit noir</w:t>
      </w:r>
      <w:r w:rsidR="00B77E03">
        <w:t xml:space="preserve">, </w:t>
      </w:r>
      <w:r w:rsidRPr="002813C1">
        <w:t>ouvrant une porte</w:t>
      </w:r>
      <w:r w:rsidR="00B77E03">
        <w:t xml:space="preserve">, </w:t>
      </w:r>
      <w:r w:rsidRPr="002813C1">
        <w:t>annonça d</w:t>
      </w:r>
      <w:r w:rsidR="00B77E03">
        <w:t>’</w:t>
      </w:r>
      <w:r w:rsidRPr="002813C1">
        <w:t>une belle voix bien timbrée</w:t>
      </w:r>
      <w:r w:rsidR="00B77E03">
        <w:t> :</w:t>
      </w:r>
    </w:p>
    <w:p w14:paraId="0B8D429B" w14:textId="7AB54C6D" w:rsidR="00B77E03" w:rsidRDefault="00B77E03" w:rsidP="00B77E03">
      <w:r>
        <w:t>— M. </w:t>
      </w:r>
      <w:r w:rsidR="0024252B" w:rsidRPr="002813C1">
        <w:t xml:space="preserve">le vicomte de </w:t>
      </w:r>
      <w:proofErr w:type="spellStart"/>
      <w:r w:rsidR="0024252B" w:rsidRPr="002813C1">
        <w:t>Coralth</w:t>
      </w:r>
      <w:proofErr w:type="spellEnd"/>
      <w:r>
        <w:t> !… M. </w:t>
      </w:r>
      <w:proofErr w:type="spellStart"/>
      <w:r w:rsidR="0024252B" w:rsidRPr="002813C1">
        <w:t>Wilkie</w:t>
      </w:r>
      <w:proofErr w:type="spellEnd"/>
      <w:r>
        <w:t> !…</w:t>
      </w:r>
    </w:p>
    <w:p w14:paraId="690E18E7" w14:textId="384D0E6C" w:rsidR="00B77E03" w:rsidRDefault="0024252B" w:rsidP="00B77E03">
      <w:r w:rsidRPr="002813C1">
        <w:t>De l</w:t>
      </w:r>
      <w:r w:rsidR="00B77E03">
        <w:t>’</w:t>
      </w:r>
      <w:r w:rsidRPr="002813C1">
        <w:t>air le plus aisé et le plus noble</w:t>
      </w:r>
      <w:r w:rsidR="00B77E03">
        <w:t xml:space="preserve">, – </w:t>
      </w:r>
      <w:r w:rsidRPr="002813C1">
        <w:t>c</w:t>
      </w:r>
      <w:r w:rsidR="00B77E03">
        <w:t>’</w:t>
      </w:r>
      <w:r w:rsidRPr="002813C1">
        <w:t>était</w:t>
      </w:r>
      <w:r w:rsidR="00B77E03">
        <w:t xml:space="preserve"> ; </w:t>
      </w:r>
      <w:r w:rsidRPr="002813C1">
        <w:t>en vérité</w:t>
      </w:r>
      <w:r w:rsidR="00B77E03">
        <w:t xml:space="preserve"> ; </w:t>
      </w:r>
      <w:r w:rsidRPr="002813C1">
        <w:t>tout ce qu</w:t>
      </w:r>
      <w:r w:rsidR="00B77E03">
        <w:t>’</w:t>
      </w:r>
      <w:r w:rsidRPr="002813C1">
        <w:t>il avait gardé de ses aïeux</w:t>
      </w:r>
      <w:r w:rsidR="00B77E03">
        <w:t xml:space="preserve">, </w:t>
      </w:r>
      <w:r w:rsidRPr="002813C1">
        <w:t xml:space="preserve">le marquis de </w:t>
      </w:r>
      <w:proofErr w:type="spellStart"/>
      <w:r w:rsidRPr="002813C1">
        <w:t>Valorsay</w:t>
      </w:r>
      <w:proofErr w:type="spellEnd"/>
      <w:r w:rsidRPr="002813C1">
        <w:t xml:space="preserve"> se leva</w:t>
      </w:r>
      <w:r w:rsidR="00B77E03">
        <w:t xml:space="preserve">, </w:t>
      </w:r>
      <w:r w:rsidRPr="002813C1">
        <w:t xml:space="preserve">et tendant la main à </w:t>
      </w:r>
      <w:r w:rsidR="00B77E03">
        <w:t>M. de </w:t>
      </w:r>
      <w:proofErr w:type="spellStart"/>
      <w:r w:rsidRPr="002813C1">
        <w:t>Coralth</w:t>
      </w:r>
      <w:proofErr w:type="spellEnd"/>
      <w:r w:rsidR="00B77E03">
        <w:t> :</w:t>
      </w:r>
    </w:p>
    <w:p w14:paraId="53621112" w14:textId="77777777" w:rsidR="00B77E03" w:rsidRDefault="00B77E03" w:rsidP="00B77E03">
      <w:r>
        <w:t>— </w:t>
      </w:r>
      <w:r w:rsidR="0024252B" w:rsidRPr="002813C1">
        <w:t>Soyez le bienvenu</w:t>
      </w:r>
      <w:r>
        <w:t xml:space="preserve">, </w:t>
      </w:r>
      <w:r w:rsidR="0024252B" w:rsidRPr="002813C1">
        <w:t>vicomte</w:t>
      </w:r>
      <w:r>
        <w:t xml:space="preserve">, </w:t>
      </w:r>
      <w:r w:rsidR="0024252B" w:rsidRPr="002813C1">
        <w:t>prononça-t-il</w:t>
      </w:r>
      <w:r>
        <w:t xml:space="preserve">… </w:t>
      </w:r>
      <w:r w:rsidR="0024252B" w:rsidRPr="002813C1">
        <w:t>Monsieur que voici est sans doute le jeune ami dont me parlait le billet que vous m</w:t>
      </w:r>
      <w:r>
        <w:t>’</w:t>
      </w:r>
      <w:r w:rsidR="0024252B" w:rsidRPr="002813C1">
        <w:t>avez écrit ce matin</w:t>
      </w:r>
      <w:r>
        <w:t> ?…</w:t>
      </w:r>
    </w:p>
    <w:p w14:paraId="4BBC73EB" w14:textId="77777777" w:rsidR="00B77E03" w:rsidRDefault="00B77E03" w:rsidP="00B77E03">
      <w:r>
        <w:t>— </w:t>
      </w:r>
      <w:r w:rsidR="0024252B" w:rsidRPr="002813C1">
        <w:t>Lui-même</w:t>
      </w:r>
      <w:r>
        <w:t xml:space="preserve">… </w:t>
      </w:r>
      <w:r w:rsidR="0024252B" w:rsidRPr="002813C1">
        <w:t>et en vérité</w:t>
      </w:r>
      <w:r>
        <w:t xml:space="preserve">, </w:t>
      </w:r>
      <w:r w:rsidR="0024252B" w:rsidRPr="002813C1">
        <w:t>le brave garçon a bien besoin de votre obligeance</w:t>
      </w:r>
      <w:r>
        <w:t xml:space="preserve">… </w:t>
      </w:r>
      <w:r w:rsidR="0024252B" w:rsidRPr="002813C1">
        <w:t>Il se trouve dans une situation très-délicate et ne connaît personne qui puisse lui donner un coup d</w:t>
      </w:r>
      <w:r>
        <w:t>’</w:t>
      </w:r>
      <w:r w:rsidR="0024252B" w:rsidRPr="002813C1">
        <w:t>épaule</w:t>
      </w:r>
      <w:r>
        <w:t>…</w:t>
      </w:r>
    </w:p>
    <w:p w14:paraId="04C5CC15" w14:textId="77777777" w:rsidR="00B77E03" w:rsidRDefault="00B77E03" w:rsidP="00B77E03">
      <w:r>
        <w:t>— </w:t>
      </w:r>
      <w:r w:rsidR="0024252B" w:rsidRPr="002813C1">
        <w:t>Eh bien</w:t>
      </w:r>
      <w:r>
        <w:t xml:space="preserve"> !… </w:t>
      </w:r>
      <w:r w:rsidR="0024252B" w:rsidRPr="002813C1">
        <w:t>je le lui donnerai</w:t>
      </w:r>
      <w:r>
        <w:t xml:space="preserve">, </w:t>
      </w:r>
      <w:r w:rsidR="0024252B" w:rsidRPr="002813C1">
        <w:t>moi</w:t>
      </w:r>
      <w:r>
        <w:t xml:space="preserve"> ; </w:t>
      </w:r>
      <w:r w:rsidR="0024252B" w:rsidRPr="002813C1">
        <w:t>et avec plaisir</w:t>
      </w:r>
      <w:r>
        <w:t xml:space="preserve">, </w:t>
      </w:r>
      <w:r w:rsidR="0024252B" w:rsidRPr="002813C1">
        <w:t>puisqu</w:t>
      </w:r>
      <w:r>
        <w:t>’</w:t>
      </w:r>
      <w:r w:rsidR="0024252B" w:rsidRPr="002813C1">
        <w:t>il est votre ami</w:t>
      </w:r>
      <w:r>
        <w:t xml:space="preserve">… </w:t>
      </w:r>
      <w:r w:rsidR="0024252B" w:rsidRPr="002813C1">
        <w:t>Mais encore faut-il que je sache ce dont il s</w:t>
      </w:r>
      <w:r>
        <w:t>’</w:t>
      </w:r>
      <w:r w:rsidR="0024252B" w:rsidRPr="002813C1">
        <w:t>agit</w:t>
      </w:r>
      <w:r>
        <w:t xml:space="preserve">… </w:t>
      </w:r>
      <w:r w:rsidR="0024252B" w:rsidRPr="002813C1">
        <w:t>Asseyez-vous</w:t>
      </w:r>
      <w:r>
        <w:t xml:space="preserve">, </w:t>
      </w:r>
      <w:r w:rsidR="0024252B" w:rsidRPr="002813C1">
        <w:t>messieurs</w:t>
      </w:r>
      <w:r>
        <w:t xml:space="preserve">, </w:t>
      </w:r>
      <w:r w:rsidR="0024252B" w:rsidRPr="002813C1">
        <w:t>et veuillez me mettre au courant</w:t>
      </w:r>
      <w:r>
        <w:t>…</w:t>
      </w:r>
    </w:p>
    <w:p w14:paraId="471405E9" w14:textId="5F65F475" w:rsidR="00B77E03" w:rsidRDefault="0024252B" w:rsidP="00B77E03">
      <w:r w:rsidRPr="002813C1">
        <w:t>D</w:t>
      </w:r>
      <w:r w:rsidR="00B77E03">
        <w:t>’</w:t>
      </w:r>
      <w:r w:rsidRPr="002813C1">
        <w:t>avance</w:t>
      </w:r>
      <w:r w:rsidR="00B77E03">
        <w:t>, M. </w:t>
      </w:r>
      <w:proofErr w:type="spellStart"/>
      <w:r w:rsidRPr="002813C1">
        <w:t>Wilkie</w:t>
      </w:r>
      <w:proofErr w:type="spellEnd"/>
      <w:r w:rsidRPr="002813C1">
        <w:t xml:space="preserve"> avait préparé son thème</w:t>
      </w:r>
      <w:r w:rsidR="00B77E03">
        <w:t xml:space="preserve">, </w:t>
      </w:r>
      <w:r w:rsidRPr="002813C1">
        <w:t>un récit émouvant et spirituel</w:t>
      </w:r>
      <w:r w:rsidR="00B77E03">
        <w:t xml:space="preserve">, </w:t>
      </w:r>
      <w:r w:rsidRPr="002813C1">
        <w:t>tel qu</w:t>
      </w:r>
      <w:r w:rsidR="00B77E03">
        <w:t>’</w:t>
      </w:r>
      <w:r w:rsidRPr="002813C1">
        <w:t>il était capable de le composer</w:t>
      </w:r>
      <w:r w:rsidR="00B77E03">
        <w:t xml:space="preserve">, </w:t>
      </w:r>
      <w:r w:rsidRPr="002813C1">
        <w:t>mais voilà qu</w:t>
      </w:r>
      <w:r w:rsidR="00B77E03">
        <w:t>’</w:t>
      </w:r>
      <w:r w:rsidRPr="002813C1">
        <w:t>au moment de commencer il ne put</w:t>
      </w:r>
      <w:r w:rsidR="00B77E03">
        <w:t xml:space="preserve">… </w:t>
      </w:r>
      <w:r w:rsidRPr="002813C1">
        <w:t>Il ouvrit bien la bouche</w:t>
      </w:r>
      <w:r w:rsidR="00B77E03">
        <w:t xml:space="preserve">, </w:t>
      </w:r>
      <w:r w:rsidRPr="002813C1">
        <w:t>mais il n</w:t>
      </w:r>
      <w:r w:rsidR="00B77E03">
        <w:t>’</w:t>
      </w:r>
      <w:r w:rsidRPr="002813C1">
        <w:t>en sortit aucun son</w:t>
      </w:r>
      <w:r w:rsidR="00B77E03">
        <w:t xml:space="preserve">, </w:t>
      </w:r>
      <w:r w:rsidRPr="002813C1">
        <w:t>et il demeura béant</w:t>
      </w:r>
      <w:r w:rsidR="00B77E03">
        <w:t xml:space="preserve">, </w:t>
      </w:r>
      <w:r w:rsidRPr="002813C1">
        <w:t>interloqué</w:t>
      </w:r>
      <w:r w:rsidR="00B77E03">
        <w:t xml:space="preserve">, </w:t>
      </w:r>
      <w:r w:rsidRPr="002813C1">
        <w:t>stupide</w:t>
      </w:r>
      <w:r w:rsidR="00B77E03">
        <w:t>…</w:t>
      </w:r>
    </w:p>
    <w:p w14:paraId="618DA3A7" w14:textId="4B5B0982" w:rsidR="00B77E03" w:rsidRDefault="0024252B" w:rsidP="00B77E03">
      <w:r w:rsidRPr="002813C1">
        <w:t xml:space="preserve">Ce fut </w:t>
      </w:r>
      <w:r w:rsidR="00B77E03">
        <w:t>M. de </w:t>
      </w:r>
      <w:proofErr w:type="spellStart"/>
      <w:r w:rsidRPr="002813C1">
        <w:t>Coralth</w:t>
      </w:r>
      <w:proofErr w:type="spellEnd"/>
      <w:r w:rsidRPr="002813C1">
        <w:t xml:space="preserve"> qui exposa les faits</w:t>
      </w:r>
      <w:r w:rsidR="00B77E03">
        <w:t xml:space="preserve">, </w:t>
      </w:r>
      <w:r w:rsidRPr="002813C1">
        <w:t>et cela valut autant</w:t>
      </w:r>
      <w:r w:rsidR="00B77E03">
        <w:t xml:space="preserve"> ; </w:t>
      </w:r>
      <w:r w:rsidRPr="002813C1">
        <w:t>l</w:t>
      </w:r>
      <w:r w:rsidR="00B77E03">
        <w:t>’</w:t>
      </w:r>
      <w:r w:rsidRPr="002813C1">
        <w:t>histoire y gagna en netteté et en exactitude</w:t>
      </w:r>
      <w:r w:rsidR="00B77E03">
        <w:t xml:space="preserve">, </w:t>
      </w:r>
      <w:r w:rsidRPr="002813C1">
        <w:t xml:space="preserve">et même </w:t>
      </w:r>
      <w:r w:rsidR="00B77E03">
        <w:t>M. </w:t>
      </w:r>
      <w:proofErr w:type="spellStart"/>
      <w:r w:rsidRPr="002813C1">
        <w:t>Wilkie</w:t>
      </w:r>
      <w:proofErr w:type="spellEnd"/>
      <w:r w:rsidRPr="002813C1">
        <w:t xml:space="preserve"> remarqua que son </w:t>
      </w:r>
      <w:r w:rsidR="00B77E03">
        <w:t>« </w:t>
      </w:r>
      <w:r w:rsidRPr="002813C1">
        <w:t>grand ami</w:t>
      </w:r>
      <w:r w:rsidR="00B77E03">
        <w:t> »</w:t>
      </w:r>
      <w:r w:rsidRPr="002813C1">
        <w:t xml:space="preserve"> savait donner aux événements une meilleure couleur et esquiver ce que sa conduite avait eu de trop odieux</w:t>
      </w:r>
      <w:r w:rsidR="00B77E03">
        <w:t>.</w:t>
      </w:r>
    </w:p>
    <w:p w14:paraId="5EC85B39" w14:textId="5AAAC2EA" w:rsidR="00B77E03" w:rsidRDefault="0024252B" w:rsidP="00B77E03">
      <w:r w:rsidRPr="002813C1">
        <w:lastRenderedPageBreak/>
        <w:t>Il remarqua aussi</w:t>
      </w:r>
      <w:r w:rsidR="00B77E03">
        <w:t xml:space="preserve">, </w:t>
      </w:r>
      <w:r w:rsidRPr="002813C1">
        <w:t>et cela lui parut du meilleur augure</w:t>
      </w:r>
      <w:r w:rsidR="00B77E03">
        <w:t xml:space="preserve">, </w:t>
      </w:r>
      <w:r w:rsidRPr="002813C1">
        <w:t xml:space="preserve">que </w:t>
      </w:r>
      <w:r w:rsidR="00B77E03">
        <w:t>M. de </w:t>
      </w:r>
      <w:proofErr w:type="spellStart"/>
      <w:r w:rsidRPr="002813C1">
        <w:t>Valorsay</w:t>
      </w:r>
      <w:proofErr w:type="spellEnd"/>
      <w:r w:rsidRPr="002813C1">
        <w:t xml:space="preserve"> écoutait de toute son attention</w:t>
      </w:r>
      <w:r w:rsidR="00B77E03">
        <w:t>.</w:t>
      </w:r>
    </w:p>
    <w:p w14:paraId="5CE3F502" w14:textId="77777777" w:rsidR="00B77E03" w:rsidRDefault="0024252B" w:rsidP="00B77E03">
      <w:r w:rsidRPr="002813C1">
        <w:t>Digne marquis</w:t>
      </w:r>
      <w:r w:rsidR="00B77E03">
        <w:t xml:space="preserve"> ! </w:t>
      </w:r>
      <w:r w:rsidRPr="002813C1">
        <w:t>ses intérêts propres eussent été en jeu qu</w:t>
      </w:r>
      <w:r w:rsidR="00B77E03">
        <w:t>’</w:t>
      </w:r>
      <w:r w:rsidRPr="002813C1">
        <w:t>il n</w:t>
      </w:r>
      <w:r w:rsidR="00B77E03">
        <w:t>’</w:t>
      </w:r>
      <w:r w:rsidRPr="002813C1">
        <w:t>eût point paru plus intéressé</w:t>
      </w:r>
      <w:r w:rsidR="00B77E03">
        <w:t xml:space="preserve">… </w:t>
      </w:r>
      <w:r w:rsidRPr="002813C1">
        <w:t>Et dès que le vicomte eut terminé</w:t>
      </w:r>
      <w:r w:rsidR="00B77E03">
        <w:t> :</w:t>
      </w:r>
    </w:p>
    <w:p w14:paraId="6C12CD2F" w14:textId="77777777" w:rsidR="00B77E03" w:rsidRDefault="00B77E03" w:rsidP="00B77E03">
      <w:r>
        <w:t>— </w:t>
      </w:r>
      <w:r w:rsidR="0024252B" w:rsidRPr="002813C1">
        <w:t>Voilà</w:t>
      </w:r>
      <w:r>
        <w:t xml:space="preserve">, </w:t>
      </w:r>
      <w:r w:rsidR="0024252B" w:rsidRPr="002813C1">
        <w:t>en effet</w:t>
      </w:r>
      <w:r>
        <w:t xml:space="preserve">, </w:t>
      </w:r>
      <w:r w:rsidR="0024252B" w:rsidRPr="002813C1">
        <w:t>une situation embrouillée</w:t>
      </w:r>
      <w:r>
        <w:t xml:space="preserve">, </w:t>
      </w:r>
      <w:r w:rsidR="0024252B" w:rsidRPr="002813C1">
        <w:t>prononça-t-il</w:t>
      </w:r>
      <w:r>
        <w:t xml:space="preserve">, </w:t>
      </w:r>
      <w:r w:rsidR="0024252B" w:rsidRPr="002813C1">
        <w:t>et je crois que</w:t>
      </w:r>
      <w:r>
        <w:t xml:space="preserve">, </w:t>
      </w:r>
      <w:r w:rsidR="0024252B" w:rsidRPr="002813C1">
        <w:t>livré à ses seules ressources</w:t>
      </w:r>
      <w:r>
        <w:t xml:space="preserve">, </w:t>
      </w:r>
      <w:r w:rsidR="0024252B" w:rsidRPr="002813C1">
        <w:t>votre jeune ami</w:t>
      </w:r>
      <w:r>
        <w:t xml:space="preserve">, </w:t>
      </w:r>
      <w:r w:rsidR="0024252B" w:rsidRPr="002813C1">
        <w:t>cher vicomte</w:t>
      </w:r>
      <w:r>
        <w:t xml:space="preserve">, </w:t>
      </w:r>
      <w:r w:rsidR="0024252B" w:rsidRPr="002813C1">
        <w:t>y laisserait toute sa laine</w:t>
      </w:r>
      <w:r>
        <w:t>…</w:t>
      </w:r>
    </w:p>
    <w:p w14:paraId="19EF6B9D" w14:textId="77777777" w:rsidR="00B77E03" w:rsidRDefault="00B77E03" w:rsidP="00B77E03">
      <w:r>
        <w:t>— </w:t>
      </w:r>
      <w:r w:rsidR="0024252B" w:rsidRPr="002813C1">
        <w:t>Mais</w:t>
      </w:r>
      <w:r>
        <w:t xml:space="preserve">, </w:t>
      </w:r>
      <w:r w:rsidR="0024252B" w:rsidRPr="002813C1">
        <w:t>c</w:t>
      </w:r>
      <w:r>
        <w:t>’</w:t>
      </w:r>
      <w:r w:rsidR="0024252B" w:rsidRPr="002813C1">
        <w:t>est entendu</w:t>
      </w:r>
      <w:r>
        <w:t xml:space="preserve">, </w:t>
      </w:r>
      <w:r w:rsidR="0024252B" w:rsidRPr="002813C1">
        <w:t>vous l</w:t>
      </w:r>
      <w:r>
        <w:t>’</w:t>
      </w:r>
      <w:r w:rsidR="0024252B" w:rsidRPr="002813C1">
        <w:t>aiderez</w:t>
      </w:r>
      <w:r>
        <w:t xml:space="preserve">, </w:t>
      </w:r>
      <w:r w:rsidR="0024252B" w:rsidRPr="002813C1">
        <w:t>n</w:t>
      </w:r>
      <w:r>
        <w:t>’</w:t>
      </w:r>
      <w:r w:rsidR="0024252B" w:rsidRPr="002813C1">
        <w:t>est-ce pas</w:t>
      </w:r>
      <w:r>
        <w:t> ?</w:t>
      </w:r>
    </w:p>
    <w:p w14:paraId="4B3BAFA2" w14:textId="190D99F4" w:rsidR="00B77E03" w:rsidRDefault="00B77E03" w:rsidP="00B77E03">
      <w:r>
        <w:t>M. de </w:t>
      </w:r>
      <w:proofErr w:type="spellStart"/>
      <w:r w:rsidR="0024252B" w:rsidRPr="002813C1">
        <w:t>Valorsay</w:t>
      </w:r>
      <w:proofErr w:type="spellEnd"/>
      <w:r w:rsidR="0024252B" w:rsidRPr="002813C1">
        <w:t xml:space="preserve"> se recueillit quelques secondes</w:t>
      </w:r>
      <w:r>
        <w:t xml:space="preserve">, </w:t>
      </w:r>
      <w:r w:rsidR="0024252B" w:rsidRPr="002813C1">
        <w:t>puis s</w:t>
      </w:r>
      <w:r>
        <w:t>’</w:t>
      </w:r>
      <w:r w:rsidR="0024252B" w:rsidRPr="002813C1">
        <w:t xml:space="preserve">adressant à </w:t>
      </w:r>
      <w:r>
        <w:t>M. </w:t>
      </w:r>
      <w:proofErr w:type="spellStart"/>
      <w:r w:rsidR="0024252B" w:rsidRPr="002813C1">
        <w:t>Wilkie</w:t>
      </w:r>
      <w:proofErr w:type="spellEnd"/>
      <w:r>
        <w:t> :</w:t>
      </w:r>
    </w:p>
    <w:p w14:paraId="2E17379A" w14:textId="2A0FD5CB" w:rsidR="00B77E03" w:rsidRDefault="00B77E03" w:rsidP="00B77E03">
      <w:r>
        <w:t>— </w:t>
      </w:r>
      <w:r w:rsidR="0024252B" w:rsidRPr="002813C1">
        <w:t>Oui</w:t>
      </w:r>
      <w:r>
        <w:t xml:space="preserve">, </w:t>
      </w:r>
      <w:r w:rsidR="0024252B" w:rsidRPr="002813C1">
        <w:t>je consens à vous assister</w:t>
      </w:r>
      <w:r>
        <w:t xml:space="preserve">, </w:t>
      </w:r>
      <w:r w:rsidR="0024252B" w:rsidRPr="002813C1">
        <w:t>monsieur</w:t>
      </w:r>
      <w:r>
        <w:t xml:space="preserve">, </w:t>
      </w:r>
      <w:r w:rsidR="0024252B" w:rsidRPr="002813C1">
        <w:t>reprit-il</w:t>
      </w:r>
      <w:r>
        <w:t xml:space="preserve">… </w:t>
      </w:r>
      <w:r w:rsidR="0024252B" w:rsidRPr="002813C1">
        <w:t>D</w:t>
      </w:r>
      <w:r>
        <w:t>’</w:t>
      </w:r>
      <w:r w:rsidR="0024252B" w:rsidRPr="002813C1">
        <w:t>abord</w:t>
      </w:r>
      <w:r>
        <w:t xml:space="preserve">, </w:t>
      </w:r>
      <w:r w:rsidR="0024252B" w:rsidRPr="002813C1">
        <w:t>parce que votre cause me paraît juste</w:t>
      </w:r>
      <w:r>
        <w:t xml:space="preserve">, </w:t>
      </w:r>
      <w:r w:rsidR="0024252B" w:rsidRPr="002813C1">
        <w:t>ensuite parce que vous êtes l</w:t>
      </w:r>
      <w:r>
        <w:t>’</w:t>
      </w:r>
      <w:r w:rsidR="0024252B" w:rsidRPr="002813C1">
        <w:t xml:space="preserve">ami de </w:t>
      </w:r>
      <w:r>
        <w:t>M. de </w:t>
      </w:r>
      <w:proofErr w:type="spellStart"/>
      <w:r w:rsidR="0024252B" w:rsidRPr="002813C1">
        <w:t>Coralth</w:t>
      </w:r>
      <w:proofErr w:type="spellEnd"/>
      <w:r>
        <w:t xml:space="preserve">… </w:t>
      </w:r>
      <w:r w:rsidR="0024252B" w:rsidRPr="002813C1">
        <w:t>Toutefois</w:t>
      </w:r>
      <w:r>
        <w:t xml:space="preserve">, </w:t>
      </w:r>
      <w:r w:rsidR="0024252B" w:rsidRPr="002813C1">
        <w:t>je mets à mon assistance une condition</w:t>
      </w:r>
      <w:r>
        <w:t xml:space="preserve"> : </w:t>
      </w:r>
      <w:r w:rsidR="0024252B" w:rsidRPr="002813C1">
        <w:t>c</w:t>
      </w:r>
      <w:r>
        <w:t>’</w:t>
      </w:r>
      <w:r w:rsidR="0024252B" w:rsidRPr="002813C1">
        <w:t>est que vous suivrez aveuglément mes avis</w:t>
      </w:r>
      <w:r>
        <w:t>…</w:t>
      </w:r>
    </w:p>
    <w:p w14:paraId="2874E19E" w14:textId="77777777" w:rsidR="00B77E03" w:rsidRDefault="0024252B" w:rsidP="00B77E03">
      <w:r w:rsidRPr="002813C1">
        <w:t>L</w:t>
      </w:r>
      <w:r w:rsidR="00B77E03">
        <w:t>’</w:t>
      </w:r>
      <w:r w:rsidRPr="002813C1">
        <w:t>intéressant jeune homme étendit la main</w:t>
      </w:r>
      <w:r w:rsidR="00B77E03">
        <w:t xml:space="preserve">, </w:t>
      </w:r>
      <w:r w:rsidRPr="002813C1">
        <w:t>et</w:t>
      </w:r>
      <w:r w:rsidR="00B77E03">
        <w:t xml:space="preserve">, </w:t>
      </w:r>
      <w:proofErr w:type="gramStart"/>
      <w:r w:rsidRPr="002813C1">
        <w:t>faisant</w:t>
      </w:r>
      <w:proofErr w:type="gramEnd"/>
      <w:r w:rsidRPr="002813C1">
        <w:t xml:space="preserve"> un effort</w:t>
      </w:r>
      <w:r w:rsidR="00B77E03">
        <w:t xml:space="preserve">, </w:t>
      </w:r>
      <w:r w:rsidRPr="002813C1">
        <w:t>réussit à répondre</w:t>
      </w:r>
      <w:r w:rsidR="00B77E03">
        <w:t> :</w:t>
      </w:r>
    </w:p>
    <w:p w14:paraId="4CD43189" w14:textId="77777777" w:rsidR="00B77E03" w:rsidRDefault="00B77E03" w:rsidP="00B77E03">
      <w:r>
        <w:t>— </w:t>
      </w:r>
      <w:r w:rsidR="0024252B" w:rsidRPr="002813C1">
        <w:t>Tout ce que vous voudrez</w:t>
      </w:r>
      <w:r>
        <w:t xml:space="preserve"> !… </w:t>
      </w:r>
      <w:r w:rsidR="0024252B" w:rsidRPr="002813C1">
        <w:t>parole sacrée</w:t>
      </w:r>
      <w:r>
        <w:t xml:space="preserve"> !… </w:t>
      </w:r>
      <w:r w:rsidR="0024252B" w:rsidRPr="002813C1">
        <w:t>Voilà comme je suis</w:t>
      </w:r>
      <w:r>
        <w:t>…</w:t>
      </w:r>
    </w:p>
    <w:p w14:paraId="74410A8A" w14:textId="77777777" w:rsidR="00B77E03" w:rsidRDefault="00B77E03" w:rsidP="00B77E03">
      <w:r>
        <w:t>— </w:t>
      </w:r>
      <w:r w:rsidR="0024252B" w:rsidRPr="002813C1">
        <w:t>Vous devez comprendre</w:t>
      </w:r>
      <w:r>
        <w:t xml:space="preserve">, </w:t>
      </w:r>
      <w:r w:rsidR="0024252B" w:rsidRPr="002813C1">
        <w:t>poursuivit le marquis</w:t>
      </w:r>
      <w:r>
        <w:t xml:space="preserve">, </w:t>
      </w:r>
      <w:r w:rsidR="0024252B" w:rsidRPr="002813C1">
        <w:t>que du moment où je me mêle d</w:t>
      </w:r>
      <w:r>
        <w:t>’</w:t>
      </w:r>
      <w:r w:rsidR="0024252B" w:rsidRPr="002813C1">
        <w:t>une affaire</w:t>
      </w:r>
      <w:r>
        <w:t xml:space="preserve">, </w:t>
      </w:r>
      <w:r w:rsidR="0024252B" w:rsidRPr="002813C1">
        <w:t>il faut qu</w:t>
      </w:r>
      <w:r>
        <w:t>’</w:t>
      </w:r>
      <w:r w:rsidR="0024252B" w:rsidRPr="002813C1">
        <w:t>elle réussisse</w:t>
      </w:r>
      <w:r>
        <w:t xml:space="preserve">… </w:t>
      </w:r>
      <w:r w:rsidR="0024252B" w:rsidRPr="002813C1">
        <w:t>L</w:t>
      </w:r>
      <w:r>
        <w:t>’</w:t>
      </w:r>
      <w:r w:rsidR="0024252B" w:rsidRPr="002813C1">
        <w:t>opinion a l</w:t>
      </w:r>
      <w:r>
        <w:t>’</w:t>
      </w:r>
      <w:r w:rsidR="0024252B" w:rsidRPr="002813C1">
        <w:t>œil sur moi et j</w:t>
      </w:r>
      <w:r>
        <w:t>’</w:t>
      </w:r>
      <w:r w:rsidR="0024252B" w:rsidRPr="002813C1">
        <w:t>ai mon prestige à garder</w:t>
      </w:r>
      <w:r>
        <w:t xml:space="preserve">. </w:t>
      </w:r>
      <w:r w:rsidR="0024252B" w:rsidRPr="002813C1">
        <w:t>C</w:t>
      </w:r>
      <w:r>
        <w:t>’</w:t>
      </w:r>
      <w:r w:rsidR="0024252B" w:rsidRPr="002813C1">
        <w:t>est une grande marque de confiance que je vous donne</w:t>
      </w:r>
      <w:r>
        <w:t xml:space="preserve">, </w:t>
      </w:r>
      <w:r w:rsidR="0024252B" w:rsidRPr="002813C1">
        <w:t>monsieur</w:t>
      </w:r>
      <w:r>
        <w:t xml:space="preserve">, </w:t>
      </w:r>
      <w:r w:rsidR="0024252B" w:rsidRPr="002813C1">
        <w:t>car</w:t>
      </w:r>
      <w:r>
        <w:t xml:space="preserve">, </w:t>
      </w:r>
      <w:r w:rsidR="0024252B" w:rsidRPr="002813C1">
        <w:t>en vous appuyant de mon influence</w:t>
      </w:r>
      <w:r>
        <w:t xml:space="preserve">, </w:t>
      </w:r>
      <w:r w:rsidR="0024252B" w:rsidRPr="002813C1">
        <w:t>je deviens en quelque sorte votre parrain</w:t>
      </w:r>
      <w:r>
        <w:t xml:space="preserve">… </w:t>
      </w:r>
      <w:r w:rsidR="0024252B" w:rsidRPr="002813C1">
        <w:t>Or</w:t>
      </w:r>
      <w:r>
        <w:t xml:space="preserve">, </w:t>
      </w:r>
      <w:r w:rsidR="0024252B" w:rsidRPr="002813C1">
        <w:t>je ne puis accepter la plus grosse part de responsabilité que si j</w:t>
      </w:r>
      <w:r>
        <w:t>’</w:t>
      </w:r>
      <w:r w:rsidR="0024252B" w:rsidRPr="002813C1">
        <w:t>ai la direction absolue de l</w:t>
      </w:r>
      <w:r>
        <w:t>’</w:t>
      </w:r>
      <w:r w:rsidR="0024252B" w:rsidRPr="002813C1">
        <w:t>affaire</w:t>
      </w:r>
      <w:r>
        <w:t>…</w:t>
      </w:r>
    </w:p>
    <w:p w14:paraId="368BB133" w14:textId="77777777" w:rsidR="00B77E03" w:rsidRDefault="00B77E03" w:rsidP="00B77E03">
      <w:r>
        <w:lastRenderedPageBreak/>
        <w:t>— </w:t>
      </w:r>
      <w:r w:rsidR="0024252B" w:rsidRPr="002813C1">
        <w:t>Naturellement</w:t>
      </w:r>
      <w:r>
        <w:t>…</w:t>
      </w:r>
    </w:p>
    <w:p w14:paraId="01BB19E4" w14:textId="77777777" w:rsidR="00B77E03" w:rsidRDefault="00B77E03" w:rsidP="00B77E03">
      <w:r>
        <w:t>— </w:t>
      </w:r>
      <w:r w:rsidR="0024252B" w:rsidRPr="002813C1">
        <w:t>Ainsi</w:t>
      </w:r>
      <w:r>
        <w:t xml:space="preserve">, </w:t>
      </w:r>
      <w:r w:rsidR="0024252B" w:rsidRPr="002813C1">
        <w:t>j</w:t>
      </w:r>
      <w:r>
        <w:t>’</w:t>
      </w:r>
      <w:r w:rsidR="0024252B" w:rsidRPr="002813C1">
        <w:t>estime que nous devons ouvrir le feu aujourd</w:t>
      </w:r>
      <w:r>
        <w:t>’</w:t>
      </w:r>
      <w:r w:rsidR="0024252B" w:rsidRPr="002813C1">
        <w:t>hui même</w:t>
      </w:r>
      <w:r>
        <w:t xml:space="preserve">… </w:t>
      </w:r>
      <w:r w:rsidR="0024252B" w:rsidRPr="002813C1">
        <w:t>L</w:t>
      </w:r>
      <w:r>
        <w:t>’</w:t>
      </w:r>
      <w:r w:rsidR="0024252B" w:rsidRPr="002813C1">
        <w:t>important est de gagner de vitesse votre père</w:t>
      </w:r>
      <w:r>
        <w:t xml:space="preserve">, </w:t>
      </w:r>
      <w:r w:rsidR="0024252B" w:rsidRPr="002813C1">
        <w:t>cet homme terrible dont votre mère vous a menacé</w:t>
      </w:r>
      <w:r>
        <w:t>.</w:t>
      </w:r>
    </w:p>
    <w:p w14:paraId="15D8F8B8" w14:textId="77777777" w:rsidR="00B77E03" w:rsidRDefault="00B77E03" w:rsidP="00B77E03">
      <w:r>
        <w:t>— </w:t>
      </w:r>
      <w:r w:rsidR="0024252B" w:rsidRPr="002813C1">
        <w:t>Ah</w:t>
      </w:r>
      <w:r>
        <w:t xml:space="preserve"> !… </w:t>
      </w:r>
      <w:r w:rsidR="0024252B" w:rsidRPr="002813C1">
        <w:t>mais oui</w:t>
      </w:r>
      <w:r>
        <w:t> !…</w:t>
      </w:r>
    </w:p>
    <w:p w14:paraId="51DEAFFB" w14:textId="08B221FC" w:rsidR="00B77E03" w:rsidRDefault="00B77E03" w:rsidP="00B77E03">
      <w:r>
        <w:t>— </w:t>
      </w:r>
      <w:r w:rsidR="0024252B" w:rsidRPr="002813C1">
        <w:t>Je vais donc m</w:t>
      </w:r>
      <w:r>
        <w:t>’</w:t>
      </w:r>
      <w:r w:rsidR="0024252B" w:rsidRPr="002813C1">
        <w:t>habiller et me rendre à l</w:t>
      </w:r>
      <w:r>
        <w:t>’</w:t>
      </w:r>
      <w:r w:rsidR="0024252B" w:rsidRPr="002813C1">
        <w:t xml:space="preserve">hôtel de </w:t>
      </w:r>
      <w:proofErr w:type="spellStart"/>
      <w:r w:rsidR="0024252B" w:rsidRPr="002813C1">
        <w:t>Chalusse</w:t>
      </w:r>
      <w:proofErr w:type="spellEnd"/>
      <w:r w:rsidR="0024252B" w:rsidRPr="002813C1">
        <w:t xml:space="preserve"> savoir ce qui s</w:t>
      </w:r>
      <w:r>
        <w:t>’</w:t>
      </w:r>
      <w:r w:rsidR="0024252B" w:rsidRPr="002813C1">
        <w:t>y est passé</w:t>
      </w:r>
      <w:r>
        <w:t xml:space="preserve">… </w:t>
      </w:r>
      <w:r w:rsidR="0024252B" w:rsidRPr="002813C1">
        <w:t>Vous</w:t>
      </w:r>
      <w:r>
        <w:t xml:space="preserve">, </w:t>
      </w:r>
      <w:r w:rsidR="0024252B" w:rsidRPr="002813C1">
        <w:t>monsieur</w:t>
      </w:r>
      <w:r>
        <w:t xml:space="preserve">, </w:t>
      </w:r>
      <w:r w:rsidR="0024252B" w:rsidRPr="002813C1">
        <w:t xml:space="preserve">vous allez courir chez </w:t>
      </w:r>
      <w:r>
        <w:t>M</w:t>
      </w:r>
      <w:r w:rsidRPr="00B77E03">
        <w:rPr>
          <w:vertAlign w:val="superscript"/>
        </w:rPr>
        <w:t>me</w:t>
      </w:r>
      <w:r>
        <w:t> </w:t>
      </w:r>
      <w:r w:rsidR="0024252B" w:rsidRPr="002813C1">
        <w:t>d</w:t>
      </w:r>
      <w:r>
        <w:t>’</w:t>
      </w:r>
      <w:r w:rsidR="0024252B" w:rsidRPr="002813C1">
        <w:t>Argelès</w:t>
      </w:r>
      <w:r>
        <w:t xml:space="preserve">, </w:t>
      </w:r>
      <w:r w:rsidR="0024252B" w:rsidRPr="002813C1">
        <w:t>et vous la prierez poliment</w:t>
      </w:r>
      <w:r>
        <w:t xml:space="preserve">, </w:t>
      </w:r>
      <w:r w:rsidR="0024252B" w:rsidRPr="002813C1">
        <w:t>mais fermement</w:t>
      </w:r>
      <w:r>
        <w:t xml:space="preserve">, </w:t>
      </w:r>
      <w:r w:rsidR="0024252B" w:rsidRPr="002813C1">
        <w:t>de vous fournir les moyens de faire valoir vos droits</w:t>
      </w:r>
      <w:r>
        <w:t xml:space="preserve">… </w:t>
      </w:r>
      <w:r w:rsidR="0024252B" w:rsidRPr="002813C1">
        <w:t>Si elle consent</w:t>
      </w:r>
      <w:r>
        <w:t xml:space="preserve">, </w:t>
      </w:r>
      <w:r w:rsidR="0024252B" w:rsidRPr="002813C1">
        <w:t>très-bien</w:t>
      </w:r>
      <w:r>
        <w:t xml:space="preserve"> ! </w:t>
      </w:r>
      <w:r w:rsidR="0024252B" w:rsidRPr="002813C1">
        <w:t>Si elle refuse</w:t>
      </w:r>
      <w:r>
        <w:t xml:space="preserve">, </w:t>
      </w:r>
      <w:r w:rsidR="0024252B" w:rsidRPr="002813C1">
        <w:t>nous irons demander à un homme de loi la marche à suivre</w:t>
      </w:r>
      <w:r>
        <w:t xml:space="preserve">… </w:t>
      </w:r>
      <w:r w:rsidR="0024252B" w:rsidRPr="002813C1">
        <w:t>En tout cas</w:t>
      </w:r>
      <w:r>
        <w:t xml:space="preserve">, </w:t>
      </w:r>
      <w:r w:rsidR="0024252B" w:rsidRPr="002813C1">
        <w:t>rendez-vous ici à quatre heures</w:t>
      </w:r>
      <w:r>
        <w:t>…</w:t>
      </w:r>
    </w:p>
    <w:p w14:paraId="3C228251" w14:textId="1D91C820" w:rsidR="00B77E03" w:rsidRDefault="0024252B" w:rsidP="00B77E03">
      <w:r w:rsidRPr="002813C1">
        <w:t xml:space="preserve">Mais cette perspective de revoir </w:t>
      </w:r>
      <w:r w:rsidR="00B77E03">
        <w:t>M</w:t>
      </w:r>
      <w:r w:rsidR="00B77E03" w:rsidRPr="00B77E03">
        <w:rPr>
          <w:vertAlign w:val="superscript"/>
        </w:rPr>
        <w:t>me</w:t>
      </w:r>
      <w:r w:rsidR="00B77E03">
        <w:t> </w:t>
      </w:r>
      <w:r w:rsidRPr="002813C1">
        <w:t>d</w:t>
      </w:r>
      <w:r w:rsidR="00B77E03">
        <w:t>’</w:t>
      </w:r>
      <w:r w:rsidRPr="002813C1">
        <w:t xml:space="preserve">Argelès ne souriait guère à </w:t>
      </w:r>
      <w:r w:rsidR="00B77E03">
        <w:t>M. </w:t>
      </w:r>
      <w:proofErr w:type="spellStart"/>
      <w:r w:rsidRPr="002813C1">
        <w:t>Wilkie</w:t>
      </w:r>
      <w:proofErr w:type="spellEnd"/>
      <w:r w:rsidR="00B77E03">
        <w:t>…</w:t>
      </w:r>
    </w:p>
    <w:p w14:paraId="548F229F" w14:textId="77777777" w:rsidR="00B77E03" w:rsidRDefault="00B77E03" w:rsidP="00B77E03">
      <w:r>
        <w:t>— </w:t>
      </w:r>
      <w:r w:rsidR="0024252B" w:rsidRPr="002813C1">
        <w:t>C</w:t>
      </w:r>
      <w:r>
        <w:t>’</w:t>
      </w:r>
      <w:r w:rsidR="0024252B" w:rsidRPr="002813C1">
        <w:t>est que</w:t>
      </w:r>
      <w:r>
        <w:t xml:space="preserve">… </w:t>
      </w:r>
      <w:r w:rsidR="0024252B" w:rsidRPr="002813C1">
        <w:t>je passerais volontiers la main</w:t>
      </w:r>
      <w:r>
        <w:t xml:space="preserve">, </w:t>
      </w:r>
      <w:r w:rsidR="0024252B" w:rsidRPr="002813C1">
        <w:t>fit-il</w:t>
      </w:r>
      <w:r>
        <w:t xml:space="preserve">… </w:t>
      </w:r>
      <w:r w:rsidR="0024252B" w:rsidRPr="002813C1">
        <w:t>N</w:t>
      </w:r>
      <w:r>
        <w:t>’</w:t>
      </w:r>
      <w:r w:rsidR="0024252B" w:rsidRPr="002813C1">
        <w:t>y aurait-il pas moyen d</w:t>
      </w:r>
      <w:r>
        <w:t>’</w:t>
      </w:r>
      <w:r w:rsidR="0024252B" w:rsidRPr="002813C1">
        <w:t>envoyer quelqu</w:t>
      </w:r>
      <w:r>
        <w:t>’</w:t>
      </w:r>
      <w:r w:rsidR="0024252B" w:rsidRPr="002813C1">
        <w:t>un à ma place</w:t>
      </w:r>
      <w:r>
        <w:t> ?…</w:t>
      </w:r>
    </w:p>
    <w:p w14:paraId="57333588" w14:textId="071C21ED" w:rsidR="00B77E03" w:rsidRDefault="0024252B" w:rsidP="00B77E03">
      <w:r w:rsidRPr="002813C1">
        <w:t xml:space="preserve">Heureusement </w:t>
      </w:r>
      <w:r w:rsidR="00B77E03">
        <w:t>M. de </w:t>
      </w:r>
      <w:proofErr w:type="spellStart"/>
      <w:r w:rsidRPr="002813C1">
        <w:t>Coralth</w:t>
      </w:r>
      <w:proofErr w:type="spellEnd"/>
      <w:r w:rsidRPr="002813C1">
        <w:t xml:space="preserve"> savait comment le remonter</w:t>
      </w:r>
      <w:r w:rsidR="00B77E03">
        <w:t>.</w:t>
      </w:r>
    </w:p>
    <w:p w14:paraId="35A7C9E7" w14:textId="77777777" w:rsidR="00B77E03" w:rsidRDefault="00B77E03" w:rsidP="00B77E03">
      <w:r>
        <w:t>— </w:t>
      </w:r>
      <w:r w:rsidR="0024252B" w:rsidRPr="002813C1">
        <w:t>Auriez-vous donc peur</w:t>
      </w:r>
      <w:r>
        <w:t xml:space="preserve"> ?… </w:t>
      </w:r>
      <w:r w:rsidR="0024252B" w:rsidRPr="002813C1">
        <w:t>fit-il</w:t>
      </w:r>
      <w:r>
        <w:t>.</w:t>
      </w:r>
    </w:p>
    <w:p w14:paraId="7EE62820" w14:textId="77777777" w:rsidR="00B77E03" w:rsidRDefault="0024252B" w:rsidP="00B77E03">
      <w:r w:rsidRPr="002813C1">
        <w:t>Peur</w:t>
      </w:r>
      <w:r w:rsidR="00B77E03">
        <w:t xml:space="preserve">, </w:t>
      </w:r>
      <w:r w:rsidRPr="002813C1">
        <w:t>lui</w:t>
      </w:r>
      <w:r w:rsidR="00B77E03">
        <w:t xml:space="preserve"> !… </w:t>
      </w:r>
      <w:r w:rsidRPr="002813C1">
        <w:t>un homme carré comme un dé</w:t>
      </w:r>
      <w:r w:rsidR="00B77E03">
        <w:t> !… « </w:t>
      </w:r>
      <w:r w:rsidRPr="002813C1">
        <w:t>Jamais de la vie</w:t>
      </w:r>
      <w:r w:rsidR="00B77E03">
        <w:t> !… »</w:t>
      </w:r>
      <w:r w:rsidRPr="002813C1">
        <w:t xml:space="preserve"> On le vit bien à la façon dont il enfonça résolument son chapeau sur sa tête et dont il sortit en tirant la porte très-fort</w:t>
      </w:r>
      <w:r w:rsidR="00B77E03">
        <w:t>.</w:t>
      </w:r>
    </w:p>
    <w:p w14:paraId="7CE5B392" w14:textId="1EC1E05E" w:rsidR="00B77E03" w:rsidRDefault="00B77E03" w:rsidP="00B77E03">
      <w:r>
        <w:t>— </w:t>
      </w:r>
      <w:r w:rsidR="0024252B" w:rsidRPr="002813C1">
        <w:t>Quel idiot</w:t>
      </w:r>
      <w:r>
        <w:t xml:space="preserve"> !… </w:t>
      </w:r>
      <w:r w:rsidR="0024252B" w:rsidRPr="002813C1">
        <w:t xml:space="preserve">murmura </w:t>
      </w:r>
      <w:r>
        <w:t>M. de </w:t>
      </w:r>
      <w:proofErr w:type="spellStart"/>
      <w:r w:rsidR="0024252B" w:rsidRPr="002813C1">
        <w:t>Coralth</w:t>
      </w:r>
      <w:proofErr w:type="spellEnd"/>
      <w:r>
        <w:t xml:space="preserve">. </w:t>
      </w:r>
      <w:r w:rsidR="0024252B" w:rsidRPr="002813C1">
        <w:t>Et dire qu</w:t>
      </w:r>
      <w:r>
        <w:t>’</w:t>
      </w:r>
      <w:r w:rsidR="0024252B" w:rsidRPr="002813C1">
        <w:t>il y en a dix mille à Paris</w:t>
      </w:r>
      <w:r>
        <w:t xml:space="preserve">, </w:t>
      </w:r>
      <w:r w:rsidR="0024252B" w:rsidRPr="002813C1">
        <w:t>taillés exactement sur ce joli patron</w:t>
      </w:r>
      <w:r>
        <w:t> !…</w:t>
      </w:r>
    </w:p>
    <w:p w14:paraId="57353DDB" w14:textId="571DA77C" w:rsidR="00B77E03" w:rsidRDefault="00B77E03" w:rsidP="00B77E03">
      <w:r>
        <w:t>M. de </w:t>
      </w:r>
      <w:proofErr w:type="spellStart"/>
      <w:r w:rsidR="0024252B" w:rsidRPr="002813C1">
        <w:t>Valorsay</w:t>
      </w:r>
      <w:proofErr w:type="spellEnd"/>
      <w:r w:rsidR="0024252B" w:rsidRPr="002813C1">
        <w:t xml:space="preserve"> hocha gravement la tête</w:t>
      </w:r>
      <w:r>
        <w:t> :</w:t>
      </w:r>
    </w:p>
    <w:p w14:paraId="10158EC0" w14:textId="77777777" w:rsidR="00B77E03" w:rsidRDefault="00B77E03" w:rsidP="00B77E03">
      <w:r>
        <w:lastRenderedPageBreak/>
        <w:t>— </w:t>
      </w:r>
      <w:r w:rsidR="0024252B" w:rsidRPr="002813C1">
        <w:t>Remercions le hasard qu</w:t>
      </w:r>
      <w:r>
        <w:t>’</w:t>
      </w:r>
      <w:r w:rsidR="0024252B" w:rsidRPr="002813C1">
        <w:t>il soit tel</w:t>
      </w:r>
      <w:r>
        <w:t xml:space="preserve">, </w:t>
      </w:r>
      <w:r w:rsidR="0024252B" w:rsidRPr="002813C1">
        <w:t>prononça-t-il</w:t>
      </w:r>
      <w:r>
        <w:t xml:space="preserve">… </w:t>
      </w:r>
      <w:r w:rsidR="0024252B" w:rsidRPr="002813C1">
        <w:t>Ce n</w:t>
      </w:r>
      <w:r>
        <w:t>’</w:t>
      </w:r>
      <w:r w:rsidR="0024252B" w:rsidRPr="002813C1">
        <w:t>est pas un garçon d</w:t>
      </w:r>
      <w:r>
        <w:t>’</w:t>
      </w:r>
      <w:r w:rsidR="0024252B" w:rsidRPr="002813C1">
        <w:t>esprit et de cœur qui consentirait à jouer le rôle que je lui destine</w:t>
      </w:r>
      <w:r>
        <w:t xml:space="preserve">, </w:t>
      </w:r>
      <w:r w:rsidR="0024252B" w:rsidRPr="002813C1">
        <w:t>et qui me livrera la fière Marguerite et ses millions</w:t>
      </w:r>
      <w:r>
        <w:t xml:space="preserve">… </w:t>
      </w:r>
      <w:r w:rsidR="0024252B" w:rsidRPr="002813C1">
        <w:t>Ce que je crains</w:t>
      </w:r>
      <w:r>
        <w:t xml:space="preserve">, </w:t>
      </w:r>
      <w:r w:rsidR="0024252B" w:rsidRPr="002813C1">
        <w:t>c</w:t>
      </w:r>
      <w:r>
        <w:t>’</w:t>
      </w:r>
      <w:r w:rsidR="0024252B" w:rsidRPr="002813C1">
        <w:t>est qu</w:t>
      </w:r>
      <w:r>
        <w:t>’</w:t>
      </w:r>
      <w:r w:rsidR="0024252B" w:rsidRPr="002813C1">
        <w:t>il n</w:t>
      </w:r>
      <w:r>
        <w:t>’</w:t>
      </w:r>
      <w:r w:rsidR="0024252B" w:rsidRPr="002813C1">
        <w:t>aille pas chez la d</w:t>
      </w:r>
      <w:r>
        <w:t>’</w:t>
      </w:r>
      <w:r w:rsidR="0024252B" w:rsidRPr="002813C1">
        <w:t>Argelès</w:t>
      </w:r>
      <w:r>
        <w:t xml:space="preserve">… </w:t>
      </w:r>
      <w:r w:rsidR="0024252B" w:rsidRPr="002813C1">
        <w:t>Vous avez vu sa répugnance</w:t>
      </w:r>
      <w:r>
        <w:t> !…</w:t>
      </w:r>
    </w:p>
    <w:p w14:paraId="1EA54CD2" w14:textId="77777777" w:rsidR="00B77E03" w:rsidRDefault="00B77E03" w:rsidP="00B77E03">
      <w:r>
        <w:t>— </w:t>
      </w:r>
      <w:r w:rsidR="0024252B" w:rsidRPr="002813C1">
        <w:t>Oh</w:t>
      </w:r>
      <w:r>
        <w:t xml:space="preserve"> !… </w:t>
      </w:r>
      <w:r w:rsidR="0024252B" w:rsidRPr="002813C1">
        <w:t>s</w:t>
      </w:r>
      <w:r>
        <w:t>’</w:t>
      </w:r>
      <w:r w:rsidR="0024252B" w:rsidRPr="002813C1">
        <w:t>il n</w:t>
      </w:r>
      <w:r>
        <w:t>’</w:t>
      </w:r>
      <w:r w:rsidR="0024252B" w:rsidRPr="002813C1">
        <w:t>y a que cela à vous inquiéter</w:t>
      </w:r>
      <w:r>
        <w:t xml:space="preserve">, </w:t>
      </w:r>
      <w:r w:rsidR="0024252B" w:rsidRPr="002813C1">
        <w:t>tenez-vous en repos</w:t>
      </w:r>
      <w:r>
        <w:t xml:space="preserve">… </w:t>
      </w:r>
      <w:r w:rsidR="0024252B" w:rsidRPr="002813C1">
        <w:t>il ira</w:t>
      </w:r>
      <w:r>
        <w:t xml:space="preserve">… </w:t>
      </w:r>
      <w:r w:rsidR="0024252B" w:rsidRPr="002813C1">
        <w:t xml:space="preserve">Il irait au diable si le noble marquis de </w:t>
      </w:r>
      <w:proofErr w:type="spellStart"/>
      <w:r w:rsidR="0024252B" w:rsidRPr="002813C1">
        <w:t>Valorsay</w:t>
      </w:r>
      <w:proofErr w:type="spellEnd"/>
      <w:r w:rsidR="0024252B" w:rsidRPr="002813C1">
        <w:t xml:space="preserve"> le lui commandait</w:t>
      </w:r>
      <w:r>
        <w:t>…</w:t>
      </w:r>
    </w:p>
    <w:p w14:paraId="58CC75B9" w14:textId="7E500030" w:rsidR="00B77E03" w:rsidRDefault="00B77E03" w:rsidP="00B77E03">
      <w:r>
        <w:t>M. </w:t>
      </w:r>
      <w:r w:rsidR="0024252B" w:rsidRPr="002813C1">
        <w:t xml:space="preserve">Fernand de </w:t>
      </w:r>
      <w:proofErr w:type="spellStart"/>
      <w:r w:rsidR="0024252B" w:rsidRPr="002813C1">
        <w:t>Coralth</w:t>
      </w:r>
      <w:proofErr w:type="spellEnd"/>
      <w:r w:rsidR="0024252B" w:rsidRPr="002813C1">
        <w:t xml:space="preserve"> connaissait son </w:t>
      </w:r>
      <w:proofErr w:type="spellStart"/>
      <w:r w:rsidR="0024252B" w:rsidRPr="002813C1">
        <w:t>Wilkie</w:t>
      </w:r>
      <w:proofErr w:type="spellEnd"/>
      <w:r>
        <w:t>…</w:t>
      </w:r>
    </w:p>
    <w:p w14:paraId="763EAE3E" w14:textId="04F69A54" w:rsidR="00B77E03" w:rsidRDefault="0024252B" w:rsidP="00B77E03">
      <w:r w:rsidRPr="002813C1">
        <w:t>La crainte d</w:t>
      </w:r>
      <w:r w:rsidR="00B77E03">
        <w:t>’</w:t>
      </w:r>
      <w:r w:rsidRPr="002813C1">
        <w:t xml:space="preserve">être soupçonné de </w:t>
      </w:r>
      <w:r w:rsidR="00B77E03">
        <w:t>« </w:t>
      </w:r>
      <w:r w:rsidRPr="002813C1">
        <w:t>manquer d</w:t>
      </w:r>
      <w:r w:rsidR="00B77E03">
        <w:t>’</w:t>
      </w:r>
      <w:r w:rsidRPr="002813C1">
        <w:t>estomac</w:t>
      </w:r>
      <w:r w:rsidR="00B77E03">
        <w:t> »</w:t>
      </w:r>
      <w:r w:rsidRPr="002813C1">
        <w:t xml:space="preserve"> par un gentilhomme tel que </w:t>
      </w:r>
      <w:r w:rsidR="00B77E03">
        <w:t>M. de </w:t>
      </w:r>
      <w:proofErr w:type="spellStart"/>
      <w:r w:rsidRPr="002813C1">
        <w:t>Valorsay</w:t>
      </w:r>
      <w:proofErr w:type="spellEnd"/>
      <w:r w:rsidR="00B77E03">
        <w:t xml:space="preserve">, </w:t>
      </w:r>
      <w:r w:rsidRPr="002813C1">
        <w:t>eût suffi</w:t>
      </w:r>
      <w:r w:rsidR="00B77E03">
        <w:t xml:space="preserve">, </w:t>
      </w:r>
      <w:r w:rsidRPr="002813C1">
        <w:t>non-seulement à lever tous les scrupules</w:t>
      </w:r>
      <w:r w:rsidR="00B77E03">
        <w:t xml:space="preserve">, </w:t>
      </w:r>
      <w:r w:rsidRPr="002813C1">
        <w:t>mais encore à le pousser aux dernières extravagances</w:t>
      </w:r>
      <w:r w:rsidR="00B77E03">
        <w:t xml:space="preserve">, </w:t>
      </w:r>
      <w:r w:rsidRPr="002813C1">
        <w:t>et à pis que cela</w:t>
      </w:r>
      <w:r w:rsidR="00B77E03">
        <w:t xml:space="preserve">, </w:t>
      </w:r>
      <w:r w:rsidRPr="002813C1">
        <w:t>au besoin</w:t>
      </w:r>
      <w:r w:rsidR="00B77E03">
        <w:t>…</w:t>
      </w:r>
    </w:p>
    <w:p w14:paraId="2E57EF02" w14:textId="0FABCF66" w:rsidR="00B77E03" w:rsidRDefault="0024252B" w:rsidP="00B77E03">
      <w:r w:rsidRPr="002813C1">
        <w:t>Pour lui</w:t>
      </w:r>
      <w:r w:rsidR="00B77E03">
        <w:t xml:space="preserve">, </w:t>
      </w:r>
      <w:r w:rsidRPr="002813C1">
        <w:t xml:space="preserve">dont </w:t>
      </w:r>
      <w:r w:rsidR="00B77E03">
        <w:t>M. de </w:t>
      </w:r>
      <w:proofErr w:type="spellStart"/>
      <w:r w:rsidRPr="002813C1">
        <w:t>Coralth</w:t>
      </w:r>
      <w:proofErr w:type="spellEnd"/>
      <w:r w:rsidRPr="002813C1">
        <w:t xml:space="preserve"> avait été l</w:t>
      </w:r>
      <w:r w:rsidR="00B77E03">
        <w:t>’</w:t>
      </w:r>
      <w:r w:rsidRPr="002813C1">
        <w:t>oracle</w:t>
      </w:r>
      <w:r w:rsidR="00B77E03">
        <w:t xml:space="preserve">, </w:t>
      </w:r>
      <w:r w:rsidRPr="002813C1">
        <w:t xml:space="preserve">le marquis planant dans les sphères les plus hautes de la </w:t>
      </w:r>
      <w:r w:rsidR="00B77E03">
        <w:t>« </w:t>
      </w:r>
      <w:r w:rsidRPr="002813C1">
        <w:t>grande vie</w:t>
      </w:r>
      <w:r w:rsidR="00B77E03">
        <w:t> »</w:t>
      </w:r>
      <w:r w:rsidRPr="002813C1">
        <w:t xml:space="preserve"> devait être un dieu</w:t>
      </w:r>
      <w:r w:rsidR="00B77E03">
        <w:t>.</w:t>
      </w:r>
    </w:p>
    <w:p w14:paraId="01C32496" w14:textId="13AA51EA" w:rsidR="00B77E03" w:rsidRDefault="0024252B" w:rsidP="00B77E03">
      <w:r w:rsidRPr="002813C1">
        <w:t>Aussi</w:t>
      </w:r>
      <w:r w:rsidR="00B77E03">
        <w:t xml:space="preserve">, </w:t>
      </w:r>
      <w:r w:rsidRPr="002813C1">
        <w:t>tout en gagnant d</w:t>
      </w:r>
      <w:r w:rsidR="00B77E03">
        <w:t>’</w:t>
      </w:r>
      <w:r w:rsidRPr="002813C1">
        <w:t>un bon pas l</w:t>
      </w:r>
      <w:r w:rsidR="00B77E03">
        <w:t>’</w:t>
      </w:r>
      <w:r w:rsidRPr="002813C1">
        <w:t xml:space="preserve">hôtel de </w:t>
      </w:r>
      <w:r w:rsidR="00B77E03">
        <w:t>M</w:t>
      </w:r>
      <w:r w:rsidR="00B77E03" w:rsidRPr="00B77E03">
        <w:rPr>
          <w:vertAlign w:val="superscript"/>
        </w:rPr>
        <w:t>me</w:t>
      </w:r>
      <w:r w:rsidR="00B77E03">
        <w:t> </w:t>
      </w:r>
      <w:r w:rsidRPr="002813C1">
        <w:t>d</w:t>
      </w:r>
      <w:r w:rsidR="00B77E03">
        <w:t>’</w:t>
      </w:r>
      <w:r w:rsidRPr="002813C1">
        <w:t>Argelès</w:t>
      </w:r>
      <w:r w:rsidR="00B77E03">
        <w:t> :</w:t>
      </w:r>
    </w:p>
    <w:p w14:paraId="7D956E3C" w14:textId="77777777" w:rsidR="00B77E03" w:rsidRDefault="00B77E03" w:rsidP="00B77E03">
      <w:r>
        <w:t>— </w:t>
      </w:r>
      <w:r w:rsidR="0024252B" w:rsidRPr="002813C1">
        <w:t>Tiens</w:t>
      </w:r>
      <w:r>
        <w:t xml:space="preserve"> !… </w:t>
      </w:r>
      <w:r w:rsidR="0024252B" w:rsidRPr="002813C1">
        <w:t>pourquoi donc n</w:t>
      </w:r>
      <w:r>
        <w:t>’</w:t>
      </w:r>
      <w:r w:rsidR="0024252B" w:rsidRPr="002813C1">
        <w:t>irai-je pas chez elle</w:t>
      </w:r>
      <w:r>
        <w:t xml:space="preserve">, </w:t>
      </w:r>
      <w:r w:rsidR="0024252B" w:rsidRPr="002813C1">
        <w:t>se disait-il</w:t>
      </w:r>
      <w:r>
        <w:t xml:space="preserve">… </w:t>
      </w:r>
      <w:r w:rsidR="0024252B" w:rsidRPr="002813C1">
        <w:t>Je ne lui ai rien fait</w:t>
      </w:r>
      <w:r>
        <w:t xml:space="preserve">, </w:t>
      </w:r>
      <w:r w:rsidR="0024252B" w:rsidRPr="002813C1">
        <w:t>moi</w:t>
      </w:r>
      <w:r>
        <w:t xml:space="preserve"> ! </w:t>
      </w:r>
      <w:r w:rsidR="0024252B" w:rsidRPr="002813C1">
        <w:t>Et d</w:t>
      </w:r>
      <w:r>
        <w:t>’</w:t>
      </w:r>
      <w:r w:rsidR="0024252B" w:rsidRPr="002813C1">
        <w:t>ailleurs elle ne me mangera pas</w:t>
      </w:r>
      <w:r>
        <w:t>…</w:t>
      </w:r>
    </w:p>
    <w:p w14:paraId="30F1BC3C" w14:textId="30B199FF" w:rsidR="00B77E03" w:rsidRDefault="0024252B" w:rsidP="00B77E03">
      <w:r w:rsidRPr="002813C1">
        <w:t>Et songeant qu</w:t>
      </w:r>
      <w:r w:rsidR="00B77E03">
        <w:t>’</w:t>
      </w:r>
      <w:r w:rsidRPr="002813C1">
        <w:t>il aurait à raconter son entrevue</w:t>
      </w:r>
      <w:r w:rsidR="00B77E03">
        <w:t xml:space="preserve">, </w:t>
      </w:r>
      <w:r w:rsidRPr="002813C1">
        <w:t>il s</w:t>
      </w:r>
      <w:r w:rsidR="00B77E03">
        <w:t>’</w:t>
      </w:r>
      <w:r w:rsidRPr="002813C1">
        <w:t>apprêtait à s</w:t>
      </w:r>
      <w:r w:rsidR="00B77E03">
        <w:t>’</w:t>
      </w:r>
      <w:r w:rsidRPr="002813C1">
        <w:t>y montrer excessivement supérieur et à rester quand même froid et goguenard</w:t>
      </w:r>
      <w:r w:rsidR="00B77E03">
        <w:t xml:space="preserve">, </w:t>
      </w:r>
      <w:r w:rsidRPr="002813C1">
        <w:t>tel qu</w:t>
      </w:r>
      <w:r w:rsidR="00B77E03">
        <w:t>’</w:t>
      </w:r>
      <w:r w:rsidRPr="002813C1">
        <w:t xml:space="preserve">il avait vu si souvent </w:t>
      </w:r>
      <w:r w:rsidR="00B77E03">
        <w:t>M. de </w:t>
      </w:r>
      <w:proofErr w:type="spellStart"/>
      <w:r w:rsidRPr="002813C1">
        <w:t>Coralth</w:t>
      </w:r>
      <w:proofErr w:type="spellEnd"/>
      <w:r w:rsidR="00B77E03">
        <w:t>.</w:t>
      </w:r>
    </w:p>
    <w:p w14:paraId="554FC729" w14:textId="77777777" w:rsidR="00B77E03" w:rsidRDefault="00B77E03" w:rsidP="00B77E03">
      <w:r>
        <w:t>— </w:t>
      </w:r>
      <w:r w:rsidR="0024252B" w:rsidRPr="002813C1">
        <w:t>Car il vous a un chic</w:t>
      </w:r>
      <w:r>
        <w:t xml:space="preserve">, </w:t>
      </w:r>
      <w:r w:rsidR="0024252B" w:rsidRPr="002813C1">
        <w:t>cet excellent bon</w:t>
      </w:r>
      <w:r>
        <w:t xml:space="preserve">, </w:t>
      </w:r>
      <w:r w:rsidR="0024252B" w:rsidRPr="002813C1">
        <w:t>pensait-il</w:t>
      </w:r>
      <w:r>
        <w:t xml:space="preserve">, </w:t>
      </w:r>
      <w:r w:rsidR="0024252B" w:rsidRPr="002813C1">
        <w:t>non sans une secrète jalousie</w:t>
      </w:r>
      <w:r>
        <w:t xml:space="preserve">. </w:t>
      </w:r>
      <w:r w:rsidR="0024252B" w:rsidRPr="002813C1">
        <w:t>Oh</w:t>
      </w:r>
      <w:r>
        <w:t xml:space="preserve"> !… </w:t>
      </w:r>
      <w:r w:rsidR="0024252B" w:rsidRPr="002813C1">
        <w:t>mais un chic</w:t>
      </w:r>
      <w:r>
        <w:t xml:space="preserve">… </w:t>
      </w:r>
      <w:r w:rsidR="0024252B" w:rsidRPr="002813C1">
        <w:t>et quelle distinction</w:t>
      </w:r>
      <w:r>
        <w:t> !</w:t>
      </w:r>
    </w:p>
    <w:p w14:paraId="1CD5E888" w14:textId="77777777" w:rsidR="00B77E03" w:rsidRDefault="0024252B" w:rsidP="00B77E03">
      <w:r w:rsidRPr="002813C1">
        <w:lastRenderedPageBreak/>
        <w:t>Cependant</w:t>
      </w:r>
      <w:r w:rsidR="00B77E03">
        <w:t xml:space="preserve">, </w:t>
      </w:r>
      <w:r w:rsidRPr="002813C1">
        <w:t>l</w:t>
      </w:r>
      <w:r w:rsidR="00B77E03">
        <w:t>’</w:t>
      </w:r>
      <w:r w:rsidRPr="002813C1">
        <w:t>aspect inaccoutumé de la maison ne laissa pas que de le surprendre et de l</w:t>
      </w:r>
      <w:r w:rsidR="00B77E03">
        <w:t>’</w:t>
      </w:r>
      <w:r w:rsidRPr="002813C1">
        <w:t>intriguer considérablement</w:t>
      </w:r>
      <w:r w:rsidR="00B77E03">
        <w:t>.</w:t>
      </w:r>
    </w:p>
    <w:p w14:paraId="0AE6F36D" w14:textId="77777777" w:rsidR="00B77E03" w:rsidRDefault="0024252B" w:rsidP="00B77E03">
      <w:r w:rsidRPr="002813C1">
        <w:t>Devant la porte</w:t>
      </w:r>
      <w:r w:rsidR="00B77E03">
        <w:t xml:space="preserve">, </w:t>
      </w:r>
      <w:r w:rsidRPr="002813C1">
        <w:t>trois immenses voitures de déménagement</w:t>
      </w:r>
      <w:r w:rsidR="00B77E03">
        <w:t xml:space="preserve">, </w:t>
      </w:r>
      <w:r w:rsidRPr="002813C1">
        <w:t>remplies à rompre</w:t>
      </w:r>
      <w:r w:rsidR="00B77E03">
        <w:t xml:space="preserve">, </w:t>
      </w:r>
      <w:r w:rsidRPr="002813C1">
        <w:t>stationnaient</w:t>
      </w:r>
      <w:r w:rsidR="00B77E03">
        <w:t>…</w:t>
      </w:r>
    </w:p>
    <w:p w14:paraId="24655B48" w14:textId="77777777" w:rsidR="00B77E03" w:rsidRDefault="0024252B" w:rsidP="00B77E03">
      <w:r w:rsidRPr="002813C1">
        <w:t>Dans la cour de l</w:t>
      </w:r>
      <w:r w:rsidR="00B77E03">
        <w:t>’</w:t>
      </w:r>
      <w:r w:rsidRPr="002813C1">
        <w:t>hôtel</w:t>
      </w:r>
      <w:r w:rsidR="00B77E03">
        <w:t xml:space="preserve">, </w:t>
      </w:r>
      <w:r w:rsidRPr="002813C1">
        <w:t>on apercevait deux voitures pareilles qu</w:t>
      </w:r>
      <w:r w:rsidR="00B77E03">
        <w:t>’</w:t>
      </w:r>
      <w:r w:rsidRPr="002813C1">
        <w:t>une douzaine de déménageurs en bras de chemise étaient en train de charger</w:t>
      </w:r>
      <w:r w:rsidR="00B77E03">
        <w:t>.</w:t>
      </w:r>
    </w:p>
    <w:p w14:paraId="3BF3750B" w14:textId="58C6D22B" w:rsidR="00B77E03" w:rsidRDefault="00B77E03" w:rsidP="00B77E03">
      <w:r>
        <w:t>— </w:t>
      </w:r>
      <w:r w:rsidR="0024252B" w:rsidRPr="002813C1">
        <w:t>Eh</w:t>
      </w:r>
      <w:r>
        <w:t xml:space="preserve"> !… </w:t>
      </w:r>
      <w:r w:rsidR="0024252B" w:rsidRPr="002813C1">
        <w:t>eh</w:t>
      </w:r>
      <w:r>
        <w:t xml:space="preserve"> !… </w:t>
      </w:r>
      <w:r w:rsidR="0024252B" w:rsidRPr="002813C1">
        <w:t xml:space="preserve">murmura </w:t>
      </w:r>
      <w:r>
        <w:t>M. </w:t>
      </w:r>
      <w:proofErr w:type="spellStart"/>
      <w:r w:rsidR="0024252B" w:rsidRPr="002813C1">
        <w:t>Wilkie</w:t>
      </w:r>
      <w:proofErr w:type="spellEnd"/>
      <w:r>
        <w:t xml:space="preserve">, </w:t>
      </w:r>
      <w:r w:rsidR="0024252B" w:rsidRPr="002813C1">
        <w:t>j</w:t>
      </w:r>
      <w:r>
        <w:t>’</w:t>
      </w:r>
      <w:r w:rsidR="0024252B" w:rsidRPr="002813C1">
        <w:t>ai joliment bienfait de venir</w:t>
      </w:r>
      <w:r>
        <w:t xml:space="preserve"> !… </w:t>
      </w:r>
      <w:r w:rsidR="0024252B" w:rsidRPr="002813C1">
        <w:t>Ça</w:t>
      </w:r>
      <w:r>
        <w:t xml:space="preserve">, </w:t>
      </w:r>
      <w:r w:rsidR="0024252B" w:rsidRPr="002813C1">
        <w:t>c</w:t>
      </w:r>
      <w:r>
        <w:t>’</w:t>
      </w:r>
      <w:r w:rsidR="0024252B" w:rsidRPr="002813C1">
        <w:t>est une vraie veine</w:t>
      </w:r>
      <w:r>
        <w:t xml:space="preserve"> !… </w:t>
      </w:r>
      <w:r w:rsidR="0024252B" w:rsidRPr="002813C1">
        <w:t>Elle allait filer comme un caissier</w:t>
      </w:r>
      <w:r>
        <w:t>.</w:t>
      </w:r>
    </w:p>
    <w:p w14:paraId="2D7A49F4" w14:textId="77777777" w:rsidR="00B77E03" w:rsidRDefault="0024252B" w:rsidP="00B77E03">
      <w:r w:rsidRPr="002813C1">
        <w:t>Aussitôt</w:t>
      </w:r>
      <w:r w:rsidR="00B77E03">
        <w:t xml:space="preserve">, </w:t>
      </w:r>
      <w:r w:rsidRPr="002813C1">
        <w:t>s</w:t>
      </w:r>
      <w:r w:rsidR="00B77E03">
        <w:t>’</w:t>
      </w:r>
      <w:r w:rsidRPr="002813C1">
        <w:t>avançant vers un groupe de domestiques</w:t>
      </w:r>
      <w:r w:rsidR="00B77E03">
        <w:t xml:space="preserve">, </w:t>
      </w:r>
      <w:r w:rsidRPr="002813C1">
        <w:t>en grande conférence sur le perron</w:t>
      </w:r>
      <w:r w:rsidR="00B77E03">
        <w:t xml:space="preserve">, </w:t>
      </w:r>
      <w:r w:rsidRPr="002813C1">
        <w:t>de son accent le plus impérieux</w:t>
      </w:r>
      <w:r w:rsidR="00B77E03">
        <w:t xml:space="preserve">, </w:t>
      </w:r>
      <w:r w:rsidRPr="002813C1">
        <w:t>il demanda</w:t>
      </w:r>
      <w:r w:rsidR="00B77E03">
        <w:t> :</w:t>
      </w:r>
    </w:p>
    <w:p w14:paraId="45B7135B" w14:textId="0578F100" w:rsidR="00B77E03" w:rsidRDefault="00B77E03" w:rsidP="00B77E03">
      <w:r>
        <w:t>— M</w:t>
      </w:r>
      <w:r w:rsidRPr="00B77E03">
        <w:rPr>
          <w:vertAlign w:val="superscript"/>
        </w:rPr>
        <w:t>me</w:t>
      </w:r>
      <w:r>
        <w:t> </w:t>
      </w:r>
      <w:r w:rsidR="0024252B" w:rsidRPr="002813C1">
        <w:t>d</w:t>
      </w:r>
      <w:r>
        <w:t>’</w:t>
      </w:r>
      <w:r w:rsidR="0024252B" w:rsidRPr="002813C1">
        <w:t>Argelès</w:t>
      </w:r>
      <w:r>
        <w:t> !…</w:t>
      </w:r>
    </w:p>
    <w:p w14:paraId="74EA0100" w14:textId="77777777" w:rsidR="00B77E03" w:rsidRDefault="0024252B" w:rsidP="00B77E03">
      <w:r w:rsidRPr="002813C1">
        <w:t>Les gens tout d</w:t>
      </w:r>
      <w:r w:rsidR="00B77E03">
        <w:t>’</w:t>
      </w:r>
      <w:r w:rsidRPr="002813C1">
        <w:t>abord échangèrent des regards stupéfaits</w:t>
      </w:r>
      <w:r w:rsidR="00B77E03">
        <w:t>.</w:t>
      </w:r>
    </w:p>
    <w:p w14:paraId="2828FDF4" w14:textId="77777777" w:rsidR="00B77E03" w:rsidRDefault="0024252B" w:rsidP="00B77E03">
      <w:r w:rsidRPr="002813C1">
        <w:t>Ce visiteur</w:t>
      </w:r>
      <w:r w:rsidR="00B77E03">
        <w:t xml:space="preserve">, </w:t>
      </w:r>
      <w:r w:rsidRPr="002813C1">
        <w:t>ils le remettaient parfaitement</w:t>
      </w:r>
      <w:r w:rsidR="00B77E03">
        <w:t xml:space="preserve">, </w:t>
      </w:r>
      <w:r w:rsidRPr="002813C1">
        <w:t>ils savaient à cette heure qui il était</w:t>
      </w:r>
      <w:r w:rsidR="00B77E03">
        <w:t xml:space="preserve">, </w:t>
      </w:r>
      <w:r w:rsidRPr="002813C1">
        <w:t>et ils ne comprenaient pas qu</w:t>
      </w:r>
      <w:r w:rsidR="00B77E03">
        <w:t>’</w:t>
      </w:r>
      <w:r w:rsidRPr="002813C1">
        <w:t>après l</w:t>
      </w:r>
      <w:r w:rsidR="00B77E03">
        <w:t>’</w:t>
      </w:r>
      <w:r w:rsidRPr="002813C1">
        <w:t>odieuse scène de la nuit il eût l</w:t>
      </w:r>
      <w:r w:rsidR="00B77E03">
        <w:t>’</w:t>
      </w:r>
      <w:r w:rsidRPr="002813C1">
        <w:t>audace</w:t>
      </w:r>
      <w:r w:rsidR="00B77E03">
        <w:t xml:space="preserve">, </w:t>
      </w:r>
      <w:r w:rsidRPr="002813C1">
        <w:t>l</w:t>
      </w:r>
      <w:r w:rsidR="00B77E03">
        <w:t>’</w:t>
      </w:r>
      <w:r w:rsidRPr="002813C1">
        <w:t>impudeur de se présenter</w:t>
      </w:r>
      <w:r w:rsidR="00B77E03">
        <w:t>…</w:t>
      </w:r>
    </w:p>
    <w:p w14:paraId="5C203163" w14:textId="77777777" w:rsidR="00B77E03" w:rsidRDefault="00B77E03" w:rsidP="00B77E03">
      <w:r>
        <w:t>— </w:t>
      </w:r>
      <w:r w:rsidR="0024252B" w:rsidRPr="002813C1">
        <w:t>Madame est là</w:t>
      </w:r>
      <w:r>
        <w:t xml:space="preserve">, </w:t>
      </w:r>
      <w:r w:rsidR="0024252B" w:rsidRPr="002813C1">
        <w:t>lui répondit enfin l</w:t>
      </w:r>
      <w:r>
        <w:t>’</w:t>
      </w:r>
      <w:r w:rsidR="0024252B" w:rsidRPr="002813C1">
        <w:t>un d</w:t>
      </w:r>
      <w:r>
        <w:t>’</w:t>
      </w:r>
      <w:r w:rsidR="0024252B" w:rsidRPr="002813C1">
        <w:t>eux</w:t>
      </w:r>
      <w:r>
        <w:t xml:space="preserve">, </w:t>
      </w:r>
      <w:r w:rsidR="0024252B" w:rsidRPr="002813C1">
        <w:t>d</w:t>
      </w:r>
      <w:r>
        <w:t>’</w:t>
      </w:r>
      <w:r w:rsidR="0024252B" w:rsidRPr="002813C1">
        <w:t>un ton moins que poli</w:t>
      </w:r>
      <w:r>
        <w:t xml:space="preserve">, </w:t>
      </w:r>
      <w:r w:rsidR="0024252B" w:rsidRPr="002813C1">
        <w:t>et je vais lui demander si elle consent à vous recevoir</w:t>
      </w:r>
      <w:r>
        <w:t xml:space="preserve">… </w:t>
      </w:r>
      <w:r w:rsidR="0024252B" w:rsidRPr="002813C1">
        <w:t>Attendez-moi là</w:t>
      </w:r>
      <w:r>
        <w:t>…</w:t>
      </w:r>
    </w:p>
    <w:p w14:paraId="3815231B" w14:textId="794802F5" w:rsidR="00B77E03" w:rsidRDefault="0024252B" w:rsidP="00B77E03">
      <w:r w:rsidRPr="002813C1">
        <w:t>Il s</w:t>
      </w:r>
      <w:r w:rsidR="00B77E03">
        <w:t>’</w:t>
      </w:r>
      <w:r w:rsidRPr="002813C1">
        <w:t>éloigna</w:t>
      </w:r>
      <w:r w:rsidR="00B77E03">
        <w:t xml:space="preserve">, </w:t>
      </w:r>
      <w:r w:rsidRPr="002813C1">
        <w:t xml:space="preserve">et </w:t>
      </w:r>
      <w:r w:rsidR="00B77E03">
        <w:t>M. </w:t>
      </w:r>
      <w:proofErr w:type="spellStart"/>
      <w:r w:rsidRPr="002813C1">
        <w:t>Wilkie</w:t>
      </w:r>
      <w:proofErr w:type="spellEnd"/>
      <w:r w:rsidRPr="002813C1">
        <w:t xml:space="preserve"> demeura au bas du perron</w:t>
      </w:r>
      <w:r w:rsidR="00B77E03">
        <w:t xml:space="preserve">, </w:t>
      </w:r>
      <w:r w:rsidRPr="002813C1">
        <w:t>se redressant dans son faux-col</w:t>
      </w:r>
      <w:r w:rsidR="00B77E03">
        <w:t xml:space="preserve">, </w:t>
      </w:r>
      <w:r w:rsidRPr="002813C1">
        <w:t>effilant fièrement sa mince moustache</w:t>
      </w:r>
      <w:r w:rsidR="00B77E03">
        <w:t xml:space="preserve">… </w:t>
      </w:r>
      <w:r w:rsidRPr="002813C1">
        <w:t>en réalité très-embarrassé de son personnage</w:t>
      </w:r>
      <w:r w:rsidR="00B77E03">
        <w:t>…</w:t>
      </w:r>
    </w:p>
    <w:p w14:paraId="2FA5A149" w14:textId="77777777" w:rsidR="00B77E03" w:rsidRDefault="0024252B" w:rsidP="00B77E03">
      <w:r w:rsidRPr="002813C1">
        <w:t>C</w:t>
      </w:r>
      <w:r w:rsidR="00B77E03">
        <w:t>’</w:t>
      </w:r>
      <w:r w:rsidRPr="002813C1">
        <w:t>est que les domestiques ne se gênaient aucunement pour le toiser</w:t>
      </w:r>
      <w:r w:rsidR="00B77E03">
        <w:t xml:space="preserve">, </w:t>
      </w:r>
      <w:r w:rsidRPr="002813C1">
        <w:t xml:space="preserve">et il lui était impossible de ne pas lire dans leurs </w:t>
      </w:r>
      <w:r w:rsidRPr="002813C1">
        <w:lastRenderedPageBreak/>
        <w:t>yeux toutes sortes de menaces</w:t>
      </w:r>
      <w:r w:rsidR="00B77E03">
        <w:t xml:space="preserve">, </w:t>
      </w:r>
      <w:r w:rsidRPr="002813C1">
        <w:t>et le plus parfait mépris</w:t>
      </w:r>
      <w:r w:rsidR="00B77E03">
        <w:t xml:space="preserve">… </w:t>
      </w:r>
      <w:r w:rsidRPr="002813C1">
        <w:t>Ils ricanaient très-haut</w:t>
      </w:r>
      <w:r w:rsidR="00B77E03">
        <w:t xml:space="preserve">, </w:t>
      </w:r>
      <w:r w:rsidRPr="002813C1">
        <w:t>se le montraient du doigt</w:t>
      </w:r>
      <w:r w:rsidR="00B77E03">
        <w:t xml:space="preserve">, </w:t>
      </w:r>
      <w:r w:rsidRPr="002813C1">
        <w:t>et il put recueillir cinq ou six épithètes d</w:t>
      </w:r>
      <w:r w:rsidR="00B77E03">
        <w:t>’</w:t>
      </w:r>
      <w:r w:rsidRPr="002813C1">
        <w:t>une énergie toute biblique</w:t>
      </w:r>
      <w:r w:rsidR="00B77E03">
        <w:t xml:space="preserve">, </w:t>
      </w:r>
      <w:r w:rsidRPr="002813C1">
        <w:t>lesquelles ne pouvaient s</w:t>
      </w:r>
      <w:r w:rsidR="00B77E03">
        <w:t>’</w:t>
      </w:r>
      <w:r w:rsidRPr="002813C1">
        <w:t>adresser à d</w:t>
      </w:r>
      <w:r w:rsidR="00B77E03">
        <w:t>’</w:t>
      </w:r>
      <w:r w:rsidRPr="002813C1">
        <w:t>autres qu</w:t>
      </w:r>
      <w:r w:rsidR="00B77E03">
        <w:t>’</w:t>
      </w:r>
      <w:r w:rsidRPr="002813C1">
        <w:t>à lui</w:t>
      </w:r>
      <w:r w:rsidR="00B77E03">
        <w:t>…</w:t>
      </w:r>
    </w:p>
    <w:p w14:paraId="46B2737D" w14:textId="77777777" w:rsidR="00B77E03" w:rsidRDefault="00B77E03" w:rsidP="00B77E03">
      <w:r>
        <w:t>— </w:t>
      </w:r>
      <w:r w:rsidR="0024252B" w:rsidRPr="002813C1">
        <w:t>Drôles</w:t>
      </w:r>
      <w:r>
        <w:t xml:space="preserve">, </w:t>
      </w:r>
      <w:r w:rsidR="0024252B" w:rsidRPr="002813C1">
        <w:t>pensait-il</w:t>
      </w:r>
      <w:r>
        <w:t xml:space="preserve">, </w:t>
      </w:r>
      <w:r w:rsidR="0024252B" w:rsidRPr="002813C1">
        <w:t>bouillant de colère</w:t>
      </w:r>
      <w:r>
        <w:t xml:space="preserve">, </w:t>
      </w:r>
      <w:r w:rsidR="0024252B" w:rsidRPr="002813C1">
        <w:t>coquins</w:t>
      </w:r>
      <w:r>
        <w:t xml:space="preserve"> !… </w:t>
      </w:r>
      <w:r w:rsidR="0024252B" w:rsidRPr="002813C1">
        <w:t>Ah</w:t>
      </w:r>
      <w:r>
        <w:t xml:space="preserve"> ! </w:t>
      </w:r>
      <w:r w:rsidR="0024252B" w:rsidRPr="002813C1">
        <w:t>si j</w:t>
      </w:r>
      <w:r>
        <w:t>’</w:t>
      </w:r>
      <w:r w:rsidR="0024252B" w:rsidRPr="002813C1">
        <w:t>osais</w:t>
      </w:r>
      <w:r>
        <w:t xml:space="preserve"> !… </w:t>
      </w:r>
      <w:r w:rsidR="0024252B" w:rsidRPr="002813C1">
        <w:t>Ah</w:t>
      </w:r>
      <w:r>
        <w:t xml:space="preserve"> ! </w:t>
      </w:r>
      <w:r w:rsidR="0024252B" w:rsidRPr="002813C1">
        <w:t>s</w:t>
      </w:r>
      <w:r>
        <w:t>’</w:t>
      </w:r>
      <w:r w:rsidR="0024252B" w:rsidRPr="002813C1">
        <w:t>il n</w:t>
      </w:r>
      <w:r>
        <w:t>’</w:t>
      </w:r>
      <w:r w:rsidR="0024252B" w:rsidRPr="002813C1">
        <w:t>était pas défendu à un gentleman tel que moi de se commettre avec cette vile canaille quels coups de canne</w:t>
      </w:r>
      <w:r>
        <w:t> !…</w:t>
      </w:r>
    </w:p>
    <w:p w14:paraId="31ED979D" w14:textId="3955BF59" w:rsidR="00B77E03" w:rsidRDefault="0024252B" w:rsidP="00B77E03">
      <w:r w:rsidRPr="002813C1">
        <w:t xml:space="preserve">Le valet qui était allé prévenir </w:t>
      </w:r>
      <w:r w:rsidR="00B77E03">
        <w:t>M</w:t>
      </w:r>
      <w:r w:rsidR="00B77E03" w:rsidRPr="00B77E03">
        <w:rPr>
          <w:vertAlign w:val="superscript"/>
        </w:rPr>
        <w:t>me</w:t>
      </w:r>
      <w:r w:rsidR="00B77E03">
        <w:t> </w:t>
      </w:r>
      <w:r w:rsidRPr="002813C1">
        <w:t>d</w:t>
      </w:r>
      <w:r w:rsidR="00B77E03">
        <w:t>’</w:t>
      </w:r>
      <w:r w:rsidRPr="002813C1">
        <w:t>Argelès reparaissant</w:t>
      </w:r>
      <w:r w:rsidR="00B77E03">
        <w:t xml:space="preserve">, </w:t>
      </w:r>
      <w:r w:rsidRPr="002813C1">
        <w:t>mit fin à son supplice</w:t>
      </w:r>
      <w:r w:rsidR="00B77E03">
        <w:t>…</w:t>
      </w:r>
    </w:p>
    <w:p w14:paraId="211C4406" w14:textId="77777777" w:rsidR="00B77E03" w:rsidRDefault="00B77E03" w:rsidP="00B77E03">
      <w:r>
        <w:t>— </w:t>
      </w:r>
      <w:r w:rsidR="0024252B" w:rsidRPr="002813C1">
        <w:t>Madame veut bien vous recevoir</w:t>
      </w:r>
      <w:r>
        <w:t xml:space="preserve">, </w:t>
      </w:r>
      <w:r w:rsidR="0024252B" w:rsidRPr="002813C1">
        <w:t>lui dit grossièrement cet homme</w:t>
      </w:r>
      <w:r>
        <w:t xml:space="preserve">… </w:t>
      </w:r>
      <w:r w:rsidR="0024252B" w:rsidRPr="002813C1">
        <w:t>Ah</w:t>
      </w:r>
      <w:r>
        <w:t xml:space="preserve"> ! </w:t>
      </w:r>
      <w:r w:rsidR="0024252B" w:rsidRPr="002813C1">
        <w:t>si j</w:t>
      </w:r>
      <w:r>
        <w:t>’</w:t>
      </w:r>
      <w:r w:rsidR="0024252B" w:rsidRPr="002813C1">
        <w:t>étais à sa place</w:t>
      </w:r>
      <w:r>
        <w:t xml:space="preserve"> !… </w:t>
      </w:r>
      <w:r w:rsidR="0024252B" w:rsidRPr="002813C1">
        <w:t>Enfin</w:t>
      </w:r>
      <w:r>
        <w:t xml:space="preserve">, </w:t>
      </w:r>
      <w:r w:rsidR="0024252B" w:rsidRPr="002813C1">
        <w:t>arrivez</w:t>
      </w:r>
      <w:r>
        <w:t>…</w:t>
      </w:r>
    </w:p>
    <w:p w14:paraId="127BF1CC" w14:textId="77777777" w:rsidR="00B77E03" w:rsidRDefault="0024252B" w:rsidP="00B77E03">
      <w:r w:rsidRPr="002813C1">
        <w:t>Il s</w:t>
      </w:r>
      <w:r w:rsidR="00B77E03">
        <w:t>’</w:t>
      </w:r>
      <w:r w:rsidRPr="002813C1">
        <w:t>élança sur les talons du valet</w:t>
      </w:r>
      <w:r w:rsidR="00B77E03">
        <w:t xml:space="preserve">, </w:t>
      </w:r>
      <w:r w:rsidRPr="002813C1">
        <w:t>et fut conduit à une pièce dont les tentures</w:t>
      </w:r>
      <w:r w:rsidR="00B77E03">
        <w:t xml:space="preserve">, </w:t>
      </w:r>
      <w:r w:rsidRPr="002813C1">
        <w:t>les rideaux et les meubles avaient déjà été enlevés</w:t>
      </w:r>
      <w:r w:rsidR="00B77E03">
        <w:t>…</w:t>
      </w:r>
    </w:p>
    <w:p w14:paraId="3A3C8BD2" w14:textId="19AFC11A" w:rsidR="00B77E03" w:rsidRDefault="0024252B" w:rsidP="00B77E03">
      <w:r w:rsidRPr="002813C1">
        <w:t xml:space="preserve">Là était </w:t>
      </w:r>
      <w:r w:rsidR="00B77E03">
        <w:t>M</w:t>
      </w:r>
      <w:r w:rsidR="00B77E03" w:rsidRPr="00B77E03">
        <w:rPr>
          <w:vertAlign w:val="superscript"/>
        </w:rPr>
        <w:t>me</w:t>
      </w:r>
      <w:r w:rsidR="00B77E03">
        <w:t> </w:t>
      </w:r>
      <w:r w:rsidRPr="002813C1">
        <w:t>d</w:t>
      </w:r>
      <w:r w:rsidR="00B77E03">
        <w:t>’</w:t>
      </w:r>
      <w:r w:rsidRPr="002813C1">
        <w:t>Argelès</w:t>
      </w:r>
      <w:r w:rsidR="00B77E03">
        <w:t xml:space="preserve">, </w:t>
      </w:r>
      <w:r w:rsidRPr="002813C1">
        <w:t>occupée à entasser dans une grande malle du linge et divers effets d</w:t>
      </w:r>
      <w:r w:rsidR="00B77E03">
        <w:t>’</w:t>
      </w:r>
      <w:r w:rsidRPr="002813C1">
        <w:t>habillement</w:t>
      </w:r>
      <w:r w:rsidR="00B77E03">
        <w:t>…</w:t>
      </w:r>
    </w:p>
    <w:p w14:paraId="2C0498C1" w14:textId="77777777" w:rsidR="00B77E03" w:rsidRDefault="0024252B" w:rsidP="00B77E03">
      <w:r w:rsidRPr="002813C1">
        <w:t>Par une sorte de prodige</w:t>
      </w:r>
      <w:r w:rsidR="00B77E03">
        <w:t xml:space="preserve">, </w:t>
      </w:r>
      <w:r w:rsidRPr="002813C1">
        <w:t>elle avait survécu</w:t>
      </w:r>
      <w:r w:rsidR="00B77E03">
        <w:t xml:space="preserve">, </w:t>
      </w:r>
      <w:r w:rsidRPr="002813C1">
        <w:t>l</w:t>
      </w:r>
      <w:r w:rsidR="00B77E03">
        <w:t>’</w:t>
      </w:r>
      <w:r w:rsidRPr="002813C1">
        <w:t>infortunée</w:t>
      </w:r>
      <w:r w:rsidR="00B77E03">
        <w:t xml:space="preserve">, </w:t>
      </w:r>
      <w:r w:rsidRPr="002813C1">
        <w:t>à l</w:t>
      </w:r>
      <w:r w:rsidR="00B77E03">
        <w:t>’</w:t>
      </w:r>
      <w:r w:rsidRPr="002813C1">
        <w:t>épouvantable crise qui eût dû la tuer</w:t>
      </w:r>
      <w:r w:rsidR="00B77E03">
        <w:t xml:space="preserve">… </w:t>
      </w:r>
      <w:r w:rsidRPr="002813C1">
        <w:t>Mais elle n</w:t>
      </w:r>
      <w:r w:rsidR="00B77E03">
        <w:t>’</w:t>
      </w:r>
      <w:r w:rsidRPr="002813C1">
        <w:t>en avait pas moins reçu le coup de la mort</w:t>
      </w:r>
      <w:r w:rsidR="00B77E03">
        <w:t xml:space="preserve">, </w:t>
      </w:r>
      <w:r w:rsidRPr="002813C1">
        <w:t>il ne fallait que la regarder pour en être sûr</w:t>
      </w:r>
      <w:r w:rsidR="00B77E03">
        <w:t>…</w:t>
      </w:r>
    </w:p>
    <w:p w14:paraId="0458FA64" w14:textId="3F4BE4D3" w:rsidR="00B77E03" w:rsidRDefault="0024252B" w:rsidP="00B77E03">
      <w:r w:rsidRPr="002813C1">
        <w:t>Elle était si extraordinairement changée</w:t>
      </w:r>
      <w:r w:rsidR="00B77E03">
        <w:t xml:space="preserve">, </w:t>
      </w:r>
      <w:r w:rsidRPr="002813C1">
        <w:t xml:space="preserve">que sur le premier moment </w:t>
      </w:r>
      <w:r w:rsidR="00B77E03">
        <w:t>M. </w:t>
      </w:r>
      <w:proofErr w:type="spellStart"/>
      <w:r w:rsidRPr="002813C1">
        <w:t>Wilkie</w:t>
      </w:r>
      <w:proofErr w:type="spellEnd"/>
      <w:r w:rsidRPr="002813C1">
        <w:t xml:space="preserve"> se demanda si c</w:t>
      </w:r>
      <w:r w:rsidR="00B77E03">
        <w:t>’</w:t>
      </w:r>
      <w:r w:rsidRPr="002813C1">
        <w:t>était bien elle qu</w:t>
      </w:r>
      <w:r w:rsidR="00B77E03">
        <w:t>’</w:t>
      </w:r>
      <w:r w:rsidRPr="002813C1">
        <w:t>il avait devant les yeux</w:t>
      </w:r>
      <w:r w:rsidR="00B77E03">
        <w:t>…</w:t>
      </w:r>
    </w:p>
    <w:p w14:paraId="3126C78F" w14:textId="77777777" w:rsidR="00B77E03" w:rsidRDefault="0024252B" w:rsidP="00B77E03">
      <w:r w:rsidRPr="002813C1">
        <w:t>C</w:t>
      </w:r>
      <w:r w:rsidR="00B77E03">
        <w:t>’</w:t>
      </w:r>
      <w:r w:rsidRPr="002813C1">
        <w:t>était une vieille femme</w:t>
      </w:r>
      <w:r w:rsidR="00B77E03">
        <w:t xml:space="preserve">, </w:t>
      </w:r>
      <w:r w:rsidRPr="002813C1">
        <w:t>désormais</w:t>
      </w:r>
      <w:r w:rsidR="00B77E03">
        <w:t xml:space="preserve">… </w:t>
      </w:r>
      <w:r w:rsidRPr="002813C1">
        <w:t>On lui-eût donné plus de cinquante ans</w:t>
      </w:r>
      <w:r w:rsidR="00B77E03">
        <w:t xml:space="preserve">, </w:t>
      </w:r>
      <w:r w:rsidRPr="002813C1">
        <w:t>maintenant qu</w:t>
      </w:r>
      <w:r w:rsidR="00B77E03">
        <w:t>’</w:t>
      </w:r>
      <w:r w:rsidRPr="002813C1">
        <w:t>elle apparaissait telle que l</w:t>
      </w:r>
      <w:r w:rsidR="00B77E03">
        <w:t>’</w:t>
      </w:r>
      <w:r w:rsidRPr="002813C1">
        <w:t>avaient faite vingt années de tortures</w:t>
      </w:r>
      <w:r w:rsidR="00B77E03">
        <w:t xml:space="preserve">, </w:t>
      </w:r>
      <w:r w:rsidRPr="002813C1">
        <w:t>de désillusions et de regrets</w:t>
      </w:r>
      <w:r w:rsidR="00B77E03">
        <w:t xml:space="preserve">, </w:t>
      </w:r>
      <w:r w:rsidRPr="002813C1">
        <w:t>les larmes</w:t>
      </w:r>
      <w:r w:rsidR="00B77E03">
        <w:t xml:space="preserve">, </w:t>
      </w:r>
      <w:r w:rsidRPr="002813C1">
        <w:t>les nuits sans sommeil</w:t>
      </w:r>
      <w:r w:rsidR="00B77E03">
        <w:t xml:space="preserve">, </w:t>
      </w:r>
      <w:r w:rsidRPr="002813C1">
        <w:t>d</w:t>
      </w:r>
      <w:r w:rsidR="00B77E03">
        <w:t>’</w:t>
      </w:r>
      <w:r w:rsidRPr="002813C1">
        <w:t>incessantes angoisses</w:t>
      </w:r>
      <w:r w:rsidR="00B77E03">
        <w:t xml:space="preserve">, </w:t>
      </w:r>
      <w:r w:rsidRPr="002813C1">
        <w:t>et à la fin l</w:t>
      </w:r>
      <w:r w:rsidR="00B77E03">
        <w:t>’</w:t>
      </w:r>
      <w:r w:rsidRPr="002813C1">
        <w:t>indigne conduite de son fils</w:t>
      </w:r>
      <w:r w:rsidR="00B77E03">
        <w:t>…</w:t>
      </w:r>
    </w:p>
    <w:p w14:paraId="3ECB1DF4" w14:textId="77777777" w:rsidR="00B77E03" w:rsidRDefault="0024252B" w:rsidP="00B77E03">
      <w:r w:rsidRPr="002813C1">
        <w:lastRenderedPageBreak/>
        <w:t>Jamais</w:t>
      </w:r>
      <w:r w:rsidR="00B77E03">
        <w:t xml:space="preserve">, </w:t>
      </w:r>
      <w:r w:rsidRPr="002813C1">
        <w:t>sous ses vêtements noirs</w:t>
      </w:r>
      <w:r w:rsidR="00B77E03">
        <w:t xml:space="preserve">, </w:t>
      </w:r>
      <w:r w:rsidRPr="002813C1">
        <w:t>on n</w:t>
      </w:r>
      <w:r w:rsidR="00B77E03">
        <w:t>’</w:t>
      </w:r>
      <w:r w:rsidRPr="002813C1">
        <w:t>eût reconnu cette Lia d</w:t>
      </w:r>
      <w:r w:rsidR="00B77E03">
        <w:t>’</w:t>
      </w:r>
      <w:r w:rsidRPr="002813C1">
        <w:t>Argelès</w:t>
      </w:r>
      <w:r w:rsidR="00B77E03">
        <w:t xml:space="preserve">, </w:t>
      </w:r>
      <w:r w:rsidRPr="002813C1">
        <w:t>qui</w:t>
      </w:r>
      <w:r w:rsidR="00B77E03">
        <w:t xml:space="preserve">, </w:t>
      </w:r>
      <w:r w:rsidRPr="002813C1">
        <w:t>la veille encore</w:t>
      </w:r>
      <w:r w:rsidR="00B77E03">
        <w:t xml:space="preserve">, </w:t>
      </w:r>
      <w:r w:rsidRPr="002813C1">
        <w:t>mollement étendue sur les coussins de sa Victoria</w:t>
      </w:r>
      <w:r w:rsidR="00B77E03">
        <w:t xml:space="preserve">, </w:t>
      </w:r>
      <w:r w:rsidRPr="002813C1">
        <w:t>étalait autour du lac l</w:t>
      </w:r>
      <w:r w:rsidR="00B77E03">
        <w:t>’</w:t>
      </w:r>
      <w:r w:rsidRPr="002813C1">
        <w:t>insolence de ses toilettes</w:t>
      </w:r>
      <w:r w:rsidR="00B77E03">
        <w:t>.</w:t>
      </w:r>
    </w:p>
    <w:p w14:paraId="334D6E6A" w14:textId="77777777" w:rsidR="00B77E03" w:rsidRDefault="0024252B" w:rsidP="00B77E03">
      <w:r w:rsidRPr="002813C1">
        <w:t>Rien ne restait de la mondaine fringante</w:t>
      </w:r>
      <w:r w:rsidR="00B77E03">
        <w:t xml:space="preserve">, </w:t>
      </w:r>
      <w:r w:rsidRPr="002813C1">
        <w:t>que ses cheveux d</w:t>
      </w:r>
      <w:r w:rsidR="00B77E03">
        <w:t>’</w:t>
      </w:r>
      <w:r w:rsidRPr="002813C1">
        <w:t>un blond ardent</w:t>
      </w:r>
      <w:r w:rsidR="00B77E03">
        <w:t xml:space="preserve">, </w:t>
      </w:r>
      <w:r w:rsidRPr="002813C1">
        <w:t>qu</w:t>
      </w:r>
      <w:r w:rsidR="00B77E03">
        <w:t>’</w:t>
      </w:r>
      <w:r w:rsidRPr="002813C1">
        <w:t>elle était condamnée à garder tels qu</w:t>
      </w:r>
      <w:r w:rsidR="00B77E03">
        <w:t>’</w:t>
      </w:r>
      <w:r w:rsidRPr="002813C1">
        <w:t>elle les avait obtenus à force de teintures</w:t>
      </w:r>
      <w:r w:rsidR="00B77E03">
        <w:t xml:space="preserve">, </w:t>
      </w:r>
      <w:r w:rsidRPr="002813C1">
        <w:t>comme des stigmates flétrissants de son passé</w:t>
      </w:r>
      <w:r w:rsidR="00B77E03">
        <w:t>…</w:t>
      </w:r>
    </w:p>
    <w:p w14:paraId="392C77C5" w14:textId="6A09EF0E" w:rsidR="00B77E03" w:rsidRDefault="0024252B" w:rsidP="00B77E03">
      <w:r w:rsidRPr="002813C1">
        <w:t xml:space="preserve">Elle se redressa péniblement lorsque entra </w:t>
      </w:r>
      <w:r w:rsidR="00B77E03">
        <w:t>M. </w:t>
      </w:r>
      <w:proofErr w:type="spellStart"/>
      <w:r w:rsidRPr="002813C1">
        <w:t>Wilkie</w:t>
      </w:r>
      <w:proofErr w:type="spellEnd"/>
      <w:r w:rsidR="00B77E03">
        <w:t xml:space="preserve">, </w:t>
      </w:r>
      <w:r w:rsidRPr="002813C1">
        <w:t>et de cette voix sans expression qui est celle des désespérés</w:t>
      </w:r>
      <w:r w:rsidR="00B77E03">
        <w:t> :</w:t>
      </w:r>
    </w:p>
    <w:p w14:paraId="40AAC422" w14:textId="77777777" w:rsidR="00B77E03" w:rsidRDefault="00B77E03" w:rsidP="00B77E03">
      <w:r>
        <w:t>— </w:t>
      </w:r>
      <w:r w:rsidR="0024252B" w:rsidRPr="002813C1">
        <w:t>Que voulez-vous de moi</w:t>
      </w:r>
      <w:r>
        <w:t xml:space="preserve"> ?… </w:t>
      </w:r>
      <w:r w:rsidR="0024252B" w:rsidRPr="002813C1">
        <w:t>interrogea-t-elle</w:t>
      </w:r>
      <w:r>
        <w:t>.</w:t>
      </w:r>
    </w:p>
    <w:p w14:paraId="2C111CB8" w14:textId="77777777" w:rsidR="00B77E03" w:rsidRDefault="0024252B" w:rsidP="00B77E03">
      <w:r w:rsidRPr="002813C1">
        <w:t>Lui</w:t>
      </w:r>
      <w:r w:rsidR="00B77E03">
        <w:t xml:space="preserve">, </w:t>
      </w:r>
      <w:r w:rsidRPr="002813C1">
        <w:t>comme toujours</w:t>
      </w:r>
      <w:r w:rsidR="00B77E03">
        <w:t xml:space="preserve">, </w:t>
      </w:r>
      <w:r w:rsidRPr="002813C1">
        <w:t>au moment de réaliser ses plus heureuses conceptions</w:t>
      </w:r>
      <w:r w:rsidR="00B77E03">
        <w:t xml:space="preserve">, </w:t>
      </w:r>
      <w:r w:rsidRPr="002813C1">
        <w:t>se sentit quelque peu suffoqué</w:t>
      </w:r>
      <w:r w:rsidR="00B77E03">
        <w:t>.</w:t>
      </w:r>
    </w:p>
    <w:p w14:paraId="1791C7E8" w14:textId="77777777" w:rsidR="00B77E03" w:rsidRDefault="00B77E03" w:rsidP="00B77E03">
      <w:r>
        <w:t>— </w:t>
      </w:r>
      <w:r w:rsidR="0024252B" w:rsidRPr="002813C1">
        <w:t>Je venais</w:t>
      </w:r>
      <w:r>
        <w:t xml:space="preserve">, </w:t>
      </w:r>
      <w:r w:rsidR="0024252B" w:rsidRPr="002813C1">
        <w:t>répondit-il</w:t>
      </w:r>
      <w:r>
        <w:t xml:space="preserve">, </w:t>
      </w:r>
      <w:r w:rsidR="0024252B" w:rsidRPr="002813C1">
        <w:t>pour causer de notre affaire</w:t>
      </w:r>
      <w:r>
        <w:t xml:space="preserve">, </w:t>
      </w:r>
      <w:r w:rsidR="0024252B" w:rsidRPr="002813C1">
        <w:t>vous savez</w:t>
      </w:r>
      <w:r>
        <w:t xml:space="preserve"> !… </w:t>
      </w:r>
      <w:r w:rsidR="0024252B" w:rsidRPr="002813C1">
        <w:t>Et puis</w:t>
      </w:r>
      <w:r>
        <w:t xml:space="preserve">, </w:t>
      </w:r>
      <w:proofErr w:type="spellStart"/>
      <w:r w:rsidR="0024252B" w:rsidRPr="002813C1">
        <w:t>v</w:t>
      </w:r>
      <w:r>
        <w:t>’</w:t>
      </w:r>
      <w:r w:rsidR="0024252B" w:rsidRPr="002813C1">
        <w:t>lan</w:t>
      </w:r>
      <w:proofErr w:type="spellEnd"/>
      <w:r>
        <w:t xml:space="preserve"> !… </w:t>
      </w:r>
      <w:r w:rsidR="0024252B" w:rsidRPr="002813C1">
        <w:t>voilà que vous déménagez</w:t>
      </w:r>
      <w:r>
        <w:t>.</w:t>
      </w:r>
    </w:p>
    <w:p w14:paraId="209DA7B9" w14:textId="77777777" w:rsidR="00B77E03" w:rsidRDefault="00B77E03" w:rsidP="00B77E03">
      <w:r>
        <w:t>— </w:t>
      </w:r>
      <w:r w:rsidR="0024252B" w:rsidRPr="002813C1">
        <w:t>Je ne déménage pas</w:t>
      </w:r>
      <w:r>
        <w:t>.</w:t>
      </w:r>
    </w:p>
    <w:p w14:paraId="11956A63" w14:textId="77777777" w:rsidR="00B77E03" w:rsidRDefault="00B77E03" w:rsidP="00B77E03">
      <w:r>
        <w:t>— </w:t>
      </w:r>
      <w:r w:rsidR="0024252B" w:rsidRPr="002813C1">
        <w:t>Allons donc</w:t>
      </w:r>
      <w:r>
        <w:t xml:space="preserve"> ! </w:t>
      </w:r>
      <w:r w:rsidR="0024252B" w:rsidRPr="002813C1">
        <w:t>ce n</w:t>
      </w:r>
      <w:r>
        <w:t>’</w:t>
      </w:r>
      <w:r w:rsidR="0024252B" w:rsidRPr="002813C1">
        <w:t>est pas à moi qu</w:t>
      </w:r>
      <w:r>
        <w:t>’</w:t>
      </w:r>
      <w:r w:rsidR="0024252B" w:rsidRPr="002813C1">
        <w:t>on la fait</w:t>
      </w:r>
      <w:r>
        <w:t xml:space="preserve">, </w:t>
      </w:r>
      <w:r w:rsidR="0024252B" w:rsidRPr="002813C1">
        <w:t>celle-là</w:t>
      </w:r>
      <w:r>
        <w:t xml:space="preserve">… </w:t>
      </w:r>
      <w:r w:rsidR="0024252B" w:rsidRPr="002813C1">
        <w:t>Et ces voitures qui sont dans la cour</w:t>
      </w:r>
      <w:r>
        <w:t> ?</w:t>
      </w:r>
    </w:p>
    <w:p w14:paraId="40796388" w14:textId="77777777" w:rsidR="00B77E03" w:rsidRDefault="00B77E03" w:rsidP="00B77E03">
      <w:r>
        <w:t>— </w:t>
      </w:r>
      <w:r w:rsidR="0024252B" w:rsidRPr="002813C1">
        <w:t>Elles vont porter tous les meubles qui garnissaient cet hôtel rue Drouot</w:t>
      </w:r>
      <w:r>
        <w:t xml:space="preserve">, </w:t>
      </w:r>
      <w:r w:rsidR="0024252B" w:rsidRPr="002813C1">
        <w:t>à la salle des ventes</w:t>
      </w:r>
      <w:r>
        <w:t>…</w:t>
      </w:r>
    </w:p>
    <w:p w14:paraId="7CD80902" w14:textId="77777777" w:rsidR="00B77E03" w:rsidRDefault="0024252B" w:rsidP="00B77E03">
      <w:r w:rsidRPr="002813C1">
        <w:t>L</w:t>
      </w:r>
      <w:r w:rsidR="00B77E03">
        <w:t>’</w:t>
      </w:r>
      <w:r w:rsidRPr="002813C1">
        <w:t>intelligent jeune homme eut un moment de stupeur</w:t>
      </w:r>
      <w:r w:rsidR="00B77E03">
        <w:t>.</w:t>
      </w:r>
    </w:p>
    <w:p w14:paraId="2163824D" w14:textId="77777777" w:rsidR="00B77E03" w:rsidRDefault="00B77E03" w:rsidP="00B77E03">
      <w:r>
        <w:t>— </w:t>
      </w:r>
      <w:r w:rsidR="0024252B" w:rsidRPr="002813C1">
        <w:t>Quoi</w:t>
      </w:r>
      <w:r>
        <w:t xml:space="preserve"> ! </w:t>
      </w:r>
      <w:r w:rsidR="0024252B" w:rsidRPr="002813C1">
        <w:t>s</w:t>
      </w:r>
      <w:r>
        <w:t>’</w:t>
      </w:r>
      <w:r w:rsidR="0024252B" w:rsidRPr="002813C1">
        <w:t>écria-t-il</w:t>
      </w:r>
      <w:r>
        <w:t xml:space="preserve">, </w:t>
      </w:r>
      <w:r w:rsidR="0024252B" w:rsidRPr="002813C1">
        <w:t>lessive générale</w:t>
      </w:r>
      <w:r>
        <w:t xml:space="preserve">, </w:t>
      </w:r>
      <w:r w:rsidR="0024252B" w:rsidRPr="002813C1">
        <w:t>vous vendez tout</w:t>
      </w:r>
      <w:r>
        <w:t> ?…</w:t>
      </w:r>
    </w:p>
    <w:p w14:paraId="3823A7CE" w14:textId="77777777" w:rsidR="00B77E03" w:rsidRDefault="00B77E03" w:rsidP="00B77E03">
      <w:r>
        <w:t>— </w:t>
      </w:r>
      <w:r w:rsidR="0024252B" w:rsidRPr="002813C1">
        <w:t>Oui</w:t>
      </w:r>
      <w:r>
        <w:t>.</w:t>
      </w:r>
    </w:p>
    <w:p w14:paraId="737A0552" w14:textId="77777777" w:rsidR="00B77E03" w:rsidRDefault="00B77E03" w:rsidP="00B77E03">
      <w:r>
        <w:t>— </w:t>
      </w:r>
      <w:r w:rsidR="0024252B" w:rsidRPr="002813C1">
        <w:t>Épatant</w:t>
      </w:r>
      <w:r>
        <w:t xml:space="preserve">, </w:t>
      </w:r>
      <w:r w:rsidR="0024252B" w:rsidRPr="002813C1">
        <w:t>parole d</w:t>
      </w:r>
      <w:r>
        <w:t>’</w:t>
      </w:r>
      <w:r w:rsidR="0024252B" w:rsidRPr="002813C1">
        <w:t>honneur</w:t>
      </w:r>
      <w:r>
        <w:t xml:space="preserve"> !… </w:t>
      </w:r>
      <w:r w:rsidR="0024252B" w:rsidRPr="002813C1">
        <w:t>Mais après</w:t>
      </w:r>
      <w:r>
        <w:t> ?</w:t>
      </w:r>
    </w:p>
    <w:p w14:paraId="2F839659" w14:textId="77777777" w:rsidR="00B77E03" w:rsidRDefault="00B77E03" w:rsidP="00B77E03">
      <w:r>
        <w:t>— </w:t>
      </w:r>
      <w:r w:rsidR="0024252B" w:rsidRPr="002813C1">
        <w:t>Je quitterai Paris</w:t>
      </w:r>
      <w:r>
        <w:t>…</w:t>
      </w:r>
    </w:p>
    <w:p w14:paraId="355DF8CE" w14:textId="77777777" w:rsidR="00B77E03" w:rsidRDefault="00B77E03" w:rsidP="00B77E03">
      <w:r>
        <w:lastRenderedPageBreak/>
        <w:t>— </w:t>
      </w:r>
      <w:r w:rsidR="0024252B" w:rsidRPr="002813C1">
        <w:t>Bah</w:t>
      </w:r>
      <w:r>
        <w:t xml:space="preserve"> !… </w:t>
      </w:r>
      <w:r w:rsidR="0024252B" w:rsidRPr="002813C1">
        <w:t>Et où irez-vous</w:t>
      </w:r>
      <w:r>
        <w:t> ?…</w:t>
      </w:r>
    </w:p>
    <w:p w14:paraId="422A9D35" w14:textId="77777777" w:rsidR="00B77E03" w:rsidRDefault="0024252B" w:rsidP="00B77E03">
      <w:r w:rsidRPr="002813C1">
        <w:t>Elle eut un geste d</w:t>
      </w:r>
      <w:r w:rsidR="00B77E03">
        <w:t>’</w:t>
      </w:r>
      <w:r w:rsidRPr="002813C1">
        <w:t>insouciance navrante</w:t>
      </w:r>
      <w:r w:rsidR="00B77E03">
        <w:t xml:space="preserve">, </w:t>
      </w:r>
      <w:r w:rsidRPr="002813C1">
        <w:t>et doucement</w:t>
      </w:r>
      <w:r w:rsidR="00B77E03">
        <w:t> :</w:t>
      </w:r>
    </w:p>
    <w:p w14:paraId="12CB3DA7" w14:textId="736331C2" w:rsidR="00B77E03" w:rsidRDefault="00B77E03" w:rsidP="00B77E03">
      <w:r>
        <w:t>— </w:t>
      </w:r>
      <w:r w:rsidR="0024252B" w:rsidRPr="002813C1">
        <w:t>Je ne sais</w:t>
      </w:r>
      <w:r>
        <w:t xml:space="preserve">, </w:t>
      </w:r>
      <w:r w:rsidR="0024252B" w:rsidRPr="002813C1">
        <w:t>répondit-elle</w:t>
      </w:r>
      <w:r>
        <w:t xml:space="preserve">… </w:t>
      </w:r>
      <w:r w:rsidR="0024252B" w:rsidRPr="002813C1">
        <w:t>J</w:t>
      </w:r>
      <w:r>
        <w:t>’</w:t>
      </w:r>
      <w:r w:rsidR="0024252B" w:rsidRPr="002813C1">
        <w:t xml:space="preserve">irai là où </w:t>
      </w:r>
      <w:r w:rsidR="00A85A91">
        <w:t>personne ne</w:t>
      </w:r>
      <w:r w:rsidR="00A85A91" w:rsidRPr="002813C1">
        <w:t xml:space="preserve"> </w:t>
      </w:r>
      <w:r w:rsidR="0024252B" w:rsidRPr="002813C1">
        <w:t>me connaîtra</w:t>
      </w:r>
      <w:r>
        <w:t xml:space="preserve">, </w:t>
      </w:r>
      <w:r w:rsidR="0024252B" w:rsidRPr="002813C1">
        <w:t>là où il me sera possible de cacher ma honte</w:t>
      </w:r>
      <w:r>
        <w:t>.</w:t>
      </w:r>
    </w:p>
    <w:p w14:paraId="65D02824" w14:textId="139E1AAC" w:rsidR="00B77E03" w:rsidRDefault="0024252B" w:rsidP="00B77E03">
      <w:r w:rsidRPr="002813C1">
        <w:t>Jugeant l</w:t>
      </w:r>
      <w:r w:rsidR="00B77E03">
        <w:t>’</w:t>
      </w:r>
      <w:r w:rsidRPr="002813C1">
        <w:t>entretien mal engagé</w:t>
      </w:r>
      <w:r w:rsidR="00B77E03">
        <w:t>, M. </w:t>
      </w:r>
      <w:proofErr w:type="spellStart"/>
      <w:r w:rsidRPr="002813C1">
        <w:t>Wilkie</w:t>
      </w:r>
      <w:proofErr w:type="spellEnd"/>
      <w:r w:rsidRPr="002813C1">
        <w:t xml:space="preserve"> n</w:t>
      </w:r>
      <w:r w:rsidR="00B77E03">
        <w:t>’</w:t>
      </w:r>
      <w:r w:rsidRPr="002813C1">
        <w:t>insista pas</w:t>
      </w:r>
      <w:r w:rsidR="00B77E03">
        <w:t>.</w:t>
      </w:r>
    </w:p>
    <w:p w14:paraId="1EA81844" w14:textId="77777777" w:rsidR="00B77E03" w:rsidRDefault="00B77E03" w:rsidP="00B77E03">
      <w:r>
        <w:t>— </w:t>
      </w:r>
      <w:r w:rsidR="0024252B" w:rsidRPr="002813C1">
        <w:t>Halte-là</w:t>
      </w:r>
      <w:r>
        <w:t xml:space="preserve"> !… </w:t>
      </w:r>
      <w:r w:rsidR="0024252B" w:rsidRPr="002813C1">
        <w:t>pensa-t-il</w:t>
      </w:r>
      <w:r>
        <w:t xml:space="preserve">, </w:t>
      </w:r>
      <w:r w:rsidR="0024252B" w:rsidRPr="002813C1">
        <w:t>si je continue elle va me faire encore la morale</w:t>
      </w:r>
      <w:r>
        <w:t xml:space="preserve">, </w:t>
      </w:r>
      <w:r w:rsidR="0024252B" w:rsidRPr="002813C1">
        <w:t>et il n</w:t>
      </w:r>
      <w:r>
        <w:t>’</w:t>
      </w:r>
      <w:r w:rsidR="0024252B" w:rsidRPr="002813C1">
        <w:t>en faut pas</w:t>
      </w:r>
      <w:r>
        <w:t> !…</w:t>
      </w:r>
    </w:p>
    <w:p w14:paraId="6E5C4672" w14:textId="77777777" w:rsidR="00B77E03" w:rsidRDefault="0024252B" w:rsidP="00B77E03">
      <w:r w:rsidRPr="002813C1">
        <w:t>Mais</w:t>
      </w:r>
      <w:r w:rsidR="00B77E03">
        <w:t xml:space="preserve">, </w:t>
      </w:r>
      <w:r w:rsidRPr="002813C1">
        <w:t>d</w:t>
      </w:r>
      <w:r w:rsidR="00B77E03">
        <w:t>’</w:t>
      </w:r>
      <w:r w:rsidRPr="002813C1">
        <w:t>un autre côté</w:t>
      </w:r>
      <w:r w:rsidR="00B77E03">
        <w:t xml:space="preserve">, </w:t>
      </w:r>
      <w:r w:rsidRPr="002813C1">
        <w:t>une terrible inquiétude l</w:t>
      </w:r>
      <w:r w:rsidR="00B77E03">
        <w:t>’</w:t>
      </w:r>
      <w:r w:rsidRPr="002813C1">
        <w:t>agitait</w:t>
      </w:r>
      <w:r w:rsidR="00B77E03">
        <w:t> :</w:t>
      </w:r>
    </w:p>
    <w:p w14:paraId="6B14E45E" w14:textId="7B130402" w:rsidR="00B77E03" w:rsidRDefault="0024252B" w:rsidP="00B77E03">
      <w:r w:rsidRPr="002813C1">
        <w:t>Cette vente soudaine</w:t>
      </w:r>
      <w:r w:rsidR="00B77E03">
        <w:t xml:space="preserve">, </w:t>
      </w:r>
      <w:r w:rsidRPr="002813C1">
        <w:t>ce départ</w:t>
      </w:r>
      <w:r w:rsidR="00B77E03">
        <w:t xml:space="preserve">, </w:t>
      </w:r>
      <w:r w:rsidRPr="002813C1">
        <w:t>qui ressemblait à une fuite</w:t>
      </w:r>
      <w:r w:rsidR="00B77E03">
        <w:t xml:space="preserve">, </w:t>
      </w:r>
      <w:r w:rsidRPr="002813C1">
        <w:t>cet accueil glacé</w:t>
      </w:r>
      <w:r w:rsidR="00B77E03">
        <w:t xml:space="preserve">, </w:t>
      </w:r>
      <w:r w:rsidRPr="002813C1">
        <w:t>quand il s</w:t>
      </w:r>
      <w:r w:rsidR="00B77E03">
        <w:t>’</w:t>
      </w:r>
      <w:r w:rsidRPr="002813C1">
        <w:t>attendait aux plus violents reproches</w:t>
      </w:r>
      <w:r w:rsidR="00B77E03">
        <w:t xml:space="preserve"> ; </w:t>
      </w:r>
      <w:r w:rsidRPr="002813C1">
        <w:t xml:space="preserve">tout cela ne trahissait-il pas de la part de </w:t>
      </w:r>
      <w:r w:rsidR="00B77E03">
        <w:t>M</w:t>
      </w:r>
      <w:r w:rsidR="00B77E03" w:rsidRPr="00B77E03">
        <w:rPr>
          <w:vertAlign w:val="superscript"/>
        </w:rPr>
        <w:t>me</w:t>
      </w:r>
      <w:r w:rsidR="00B77E03">
        <w:t> </w:t>
      </w:r>
      <w:r w:rsidRPr="002813C1">
        <w:t>d</w:t>
      </w:r>
      <w:r w:rsidR="00B77E03">
        <w:t>’</w:t>
      </w:r>
      <w:r w:rsidRPr="002813C1">
        <w:t>Argelès l</w:t>
      </w:r>
      <w:r w:rsidR="00B77E03">
        <w:t>’</w:t>
      </w:r>
      <w:r w:rsidRPr="002813C1">
        <w:t>inébranlable résolution de s</w:t>
      </w:r>
      <w:r w:rsidR="00B77E03">
        <w:t>’</w:t>
      </w:r>
      <w:r w:rsidRPr="002813C1">
        <w:t>obstiner dans sa résistance</w:t>
      </w:r>
      <w:r w:rsidR="00B77E03">
        <w:t>.</w:t>
      </w:r>
    </w:p>
    <w:p w14:paraId="14DC3147" w14:textId="77777777" w:rsidR="00B77E03" w:rsidRDefault="00B77E03" w:rsidP="00B77E03">
      <w:r>
        <w:t>— </w:t>
      </w:r>
      <w:r w:rsidR="0024252B" w:rsidRPr="002813C1">
        <w:t>Diable</w:t>
      </w:r>
      <w:r>
        <w:t xml:space="preserve"> ! </w:t>
      </w:r>
      <w:r w:rsidR="0024252B" w:rsidRPr="002813C1">
        <w:t>reprit-il</w:t>
      </w:r>
      <w:r>
        <w:t xml:space="preserve">, </w:t>
      </w:r>
      <w:r w:rsidR="0024252B" w:rsidRPr="002813C1">
        <w:t>je ne la trouve pas drôle</w:t>
      </w:r>
      <w:r>
        <w:t xml:space="preserve">… </w:t>
      </w:r>
      <w:r w:rsidR="0024252B" w:rsidRPr="002813C1">
        <w:t>Qu</w:t>
      </w:r>
      <w:r>
        <w:t>’</w:t>
      </w:r>
      <w:r w:rsidR="0024252B" w:rsidRPr="002813C1">
        <w:t>est-ce que je vais devenir quand vous ne serez plus là</w:t>
      </w:r>
      <w:r>
        <w:t xml:space="preserve"> ?… </w:t>
      </w:r>
      <w:r w:rsidR="0024252B" w:rsidRPr="002813C1">
        <w:t>Comment réclamerai-je l</w:t>
      </w:r>
      <w:r>
        <w:t>’</w:t>
      </w:r>
      <w:r w:rsidR="0024252B" w:rsidRPr="002813C1">
        <w:t xml:space="preserve">héritage du comte de </w:t>
      </w:r>
      <w:proofErr w:type="spellStart"/>
      <w:r w:rsidR="0024252B" w:rsidRPr="002813C1">
        <w:t>Chalusse</w:t>
      </w:r>
      <w:proofErr w:type="spellEnd"/>
      <w:r>
        <w:t xml:space="preserve"> ?… </w:t>
      </w:r>
      <w:r w:rsidR="0024252B" w:rsidRPr="002813C1">
        <w:t>C</w:t>
      </w:r>
      <w:r>
        <w:t>’</w:t>
      </w:r>
      <w:r w:rsidR="0024252B" w:rsidRPr="002813C1">
        <w:t>est que je le veux</w:t>
      </w:r>
      <w:r>
        <w:t xml:space="preserve">, </w:t>
      </w:r>
      <w:r w:rsidR="0024252B" w:rsidRPr="002813C1">
        <w:t>cet héritage</w:t>
      </w:r>
      <w:r>
        <w:t xml:space="preserve">, </w:t>
      </w:r>
      <w:r w:rsidR="0024252B" w:rsidRPr="002813C1">
        <w:t>il m</w:t>
      </w:r>
      <w:r>
        <w:t>’</w:t>
      </w:r>
      <w:r w:rsidR="0024252B" w:rsidRPr="002813C1">
        <w:t>est dû</w:t>
      </w:r>
      <w:r>
        <w:t xml:space="preserve">, </w:t>
      </w:r>
      <w:r w:rsidR="0024252B" w:rsidRPr="002813C1">
        <w:t>j</w:t>
      </w:r>
      <w:r>
        <w:t>’</w:t>
      </w:r>
      <w:r w:rsidR="0024252B" w:rsidRPr="002813C1">
        <w:t>y tiens</w:t>
      </w:r>
      <w:r>
        <w:t xml:space="preserve">, </w:t>
      </w:r>
      <w:r w:rsidR="0024252B" w:rsidRPr="002813C1">
        <w:t>je vous l</w:t>
      </w:r>
      <w:r>
        <w:t>’</w:t>
      </w:r>
      <w:r w:rsidR="0024252B" w:rsidRPr="002813C1">
        <w:t>ai dit</w:t>
      </w:r>
      <w:r>
        <w:t xml:space="preserve">. </w:t>
      </w:r>
      <w:r w:rsidR="0024252B" w:rsidRPr="002813C1">
        <w:t>Et quand il y a quelque chose sous ce front-là</w:t>
      </w:r>
      <w:r>
        <w:t>…</w:t>
      </w:r>
    </w:p>
    <w:p w14:paraId="680CEDF0" w14:textId="74E63B5A" w:rsidR="00B77E03" w:rsidRDefault="0024252B" w:rsidP="00B77E03">
      <w:r w:rsidRPr="002813C1">
        <w:t>Il s</w:t>
      </w:r>
      <w:r w:rsidR="00B77E03">
        <w:t>’</w:t>
      </w:r>
      <w:r w:rsidRPr="002813C1">
        <w:t>interrompit</w:t>
      </w:r>
      <w:r w:rsidR="00B77E03">
        <w:t xml:space="preserve">, </w:t>
      </w:r>
      <w:r w:rsidRPr="002813C1">
        <w:t>incapable de supporter plus longtemps les regards dont l</w:t>
      </w:r>
      <w:r w:rsidR="00B77E03">
        <w:t>’</w:t>
      </w:r>
      <w:r w:rsidRPr="002813C1">
        <w:t xml:space="preserve">écrasait </w:t>
      </w:r>
      <w:r w:rsidR="00B77E03">
        <w:t>M</w:t>
      </w:r>
      <w:r w:rsidR="00B77E03" w:rsidRPr="00B77E03">
        <w:rPr>
          <w:vertAlign w:val="superscript"/>
        </w:rPr>
        <w:t>me</w:t>
      </w:r>
      <w:r w:rsidR="00B77E03">
        <w:t> </w:t>
      </w:r>
      <w:r w:rsidRPr="002813C1">
        <w:t>d</w:t>
      </w:r>
      <w:r w:rsidR="00B77E03">
        <w:t>’</w:t>
      </w:r>
      <w:r w:rsidRPr="002813C1">
        <w:t>Argelès</w:t>
      </w:r>
      <w:r w:rsidR="00B77E03">
        <w:t>.</w:t>
      </w:r>
    </w:p>
    <w:p w14:paraId="4C842DFB" w14:textId="77777777" w:rsidR="00B77E03" w:rsidRDefault="00B77E03" w:rsidP="00B77E03">
      <w:r>
        <w:t>— </w:t>
      </w:r>
      <w:r w:rsidR="0024252B" w:rsidRPr="002813C1">
        <w:t>Rassurez-vous</w:t>
      </w:r>
      <w:r>
        <w:t xml:space="preserve">, </w:t>
      </w:r>
      <w:r w:rsidR="0024252B" w:rsidRPr="002813C1">
        <w:t>prononça-t-elle d</w:t>
      </w:r>
      <w:r>
        <w:t>’</w:t>
      </w:r>
      <w:r w:rsidR="0024252B" w:rsidRPr="002813C1">
        <w:t>un ton amer</w:t>
      </w:r>
      <w:r>
        <w:t xml:space="preserve">, </w:t>
      </w:r>
      <w:r w:rsidR="0024252B" w:rsidRPr="002813C1">
        <w:t>je vous laisserai les moyens de faire valoir vos droits à la succession de mes parents</w:t>
      </w:r>
      <w:r>
        <w:t>…</w:t>
      </w:r>
    </w:p>
    <w:p w14:paraId="35247254" w14:textId="77777777" w:rsidR="00B77E03" w:rsidRDefault="00B77E03" w:rsidP="00B77E03">
      <w:r>
        <w:t>— </w:t>
      </w:r>
      <w:r w:rsidR="0024252B" w:rsidRPr="002813C1">
        <w:t>Ah</w:t>
      </w:r>
      <w:r>
        <w:t xml:space="preserve"> !… </w:t>
      </w:r>
      <w:r w:rsidR="0024252B" w:rsidRPr="002813C1">
        <w:t>comme cela</w:t>
      </w:r>
      <w:r>
        <w:t>…</w:t>
      </w:r>
    </w:p>
    <w:p w14:paraId="67F69B4B" w14:textId="77777777" w:rsidR="00B77E03" w:rsidRDefault="00B77E03" w:rsidP="00B77E03">
      <w:r>
        <w:t>— </w:t>
      </w:r>
      <w:r w:rsidR="0024252B" w:rsidRPr="002813C1">
        <w:t>Vos menaces m</w:t>
      </w:r>
      <w:r>
        <w:t>’</w:t>
      </w:r>
      <w:r w:rsidR="0024252B" w:rsidRPr="002813C1">
        <w:t>obligent à prendre ce parti si contraire à mes intentions</w:t>
      </w:r>
      <w:r>
        <w:t xml:space="preserve">… </w:t>
      </w:r>
      <w:r w:rsidR="0024252B" w:rsidRPr="002813C1">
        <w:t>J</w:t>
      </w:r>
      <w:r>
        <w:t>’</w:t>
      </w:r>
      <w:r w:rsidR="0024252B" w:rsidRPr="002813C1">
        <w:t>ai compris que vous ne reculeriez devant aucun scandale</w:t>
      </w:r>
      <w:r>
        <w:t>…</w:t>
      </w:r>
    </w:p>
    <w:p w14:paraId="5CADC723" w14:textId="77777777" w:rsidR="00B77E03" w:rsidRDefault="00B77E03" w:rsidP="00B77E03">
      <w:r>
        <w:lastRenderedPageBreak/>
        <w:t>— </w:t>
      </w:r>
      <w:r w:rsidR="0024252B" w:rsidRPr="002813C1">
        <w:t>Dame</w:t>
      </w:r>
      <w:r>
        <w:t xml:space="preserve"> !… </w:t>
      </w:r>
      <w:r w:rsidR="0024252B" w:rsidRPr="002813C1">
        <w:t>quand il s</w:t>
      </w:r>
      <w:r>
        <w:t>’</w:t>
      </w:r>
      <w:r w:rsidR="0024252B" w:rsidRPr="002813C1">
        <w:t>agit de je ne sais combien de millions</w:t>
      </w:r>
      <w:r>
        <w:t> !…</w:t>
      </w:r>
    </w:p>
    <w:p w14:paraId="2AF44100" w14:textId="77777777" w:rsidR="00B77E03" w:rsidRDefault="00B77E03" w:rsidP="00B77E03">
      <w:r>
        <w:t>— </w:t>
      </w:r>
      <w:r w:rsidR="0024252B" w:rsidRPr="002813C1">
        <w:t>J</w:t>
      </w:r>
      <w:r>
        <w:t>’</w:t>
      </w:r>
      <w:r w:rsidR="0024252B" w:rsidRPr="002813C1">
        <w:t>ai réfléchi ensuite que</w:t>
      </w:r>
      <w:r>
        <w:t xml:space="preserve">, </w:t>
      </w:r>
      <w:r w:rsidR="0024252B" w:rsidRPr="002813C1">
        <w:t>sur la pente dangereuse où je vous vois lancé</w:t>
      </w:r>
      <w:r>
        <w:t xml:space="preserve">, </w:t>
      </w:r>
      <w:r w:rsidR="0024252B" w:rsidRPr="002813C1">
        <w:t>rien ne peut plus vous arrêter qu</w:t>
      </w:r>
      <w:r>
        <w:t>’</w:t>
      </w:r>
      <w:r w:rsidR="0024252B" w:rsidRPr="002813C1">
        <w:t>une grande fortune</w:t>
      </w:r>
      <w:r>
        <w:t xml:space="preserve">… </w:t>
      </w:r>
      <w:r w:rsidR="0024252B" w:rsidRPr="002813C1">
        <w:t>Pauvre</w:t>
      </w:r>
      <w:r>
        <w:t xml:space="preserve">, </w:t>
      </w:r>
      <w:r w:rsidR="0024252B" w:rsidRPr="002813C1">
        <w:t>réduit à gagner votre pain chaque jour</w:t>
      </w:r>
      <w:r>
        <w:t xml:space="preserve">, </w:t>
      </w:r>
      <w:r w:rsidR="0024252B" w:rsidRPr="002813C1">
        <w:t>rebelle au travail et peut-être incapable</w:t>
      </w:r>
      <w:r>
        <w:t xml:space="preserve">, </w:t>
      </w:r>
      <w:r w:rsidR="0024252B" w:rsidRPr="002813C1">
        <w:t>qui sait en quels bourbiers vous rouleriez</w:t>
      </w:r>
      <w:r>
        <w:t xml:space="preserve"> ?… </w:t>
      </w:r>
      <w:r w:rsidR="0024252B" w:rsidRPr="002813C1">
        <w:t>Avec vos goûts</w:t>
      </w:r>
      <w:r>
        <w:t xml:space="preserve">, </w:t>
      </w:r>
      <w:r w:rsidR="0024252B" w:rsidRPr="002813C1">
        <w:t>vos ridicules et vos vices</w:t>
      </w:r>
      <w:r>
        <w:t xml:space="preserve">, </w:t>
      </w:r>
      <w:r w:rsidR="0024252B" w:rsidRPr="002813C1">
        <w:t>qui peut dire à quelles infamies vous demanderiez de l</w:t>
      </w:r>
      <w:r>
        <w:t>’</w:t>
      </w:r>
      <w:r w:rsidR="0024252B" w:rsidRPr="002813C1">
        <w:t>argent</w:t>
      </w:r>
      <w:r>
        <w:t xml:space="preserve"> !… </w:t>
      </w:r>
      <w:r w:rsidR="0024252B" w:rsidRPr="002813C1">
        <w:t>Avant longtemps</w:t>
      </w:r>
      <w:r>
        <w:t xml:space="preserve">, </w:t>
      </w:r>
      <w:r w:rsidR="0024252B" w:rsidRPr="002813C1">
        <w:t>on vous verrait sur ces bancs de la police correctionnelle où sont allés s</w:t>
      </w:r>
      <w:r>
        <w:t>’</w:t>
      </w:r>
      <w:r w:rsidR="0024252B" w:rsidRPr="002813C1">
        <w:t>échouer tant de vos pareils</w:t>
      </w:r>
      <w:r>
        <w:t xml:space="preserve">, </w:t>
      </w:r>
      <w:r w:rsidR="0024252B" w:rsidRPr="002813C1">
        <w:t>et c</w:t>
      </w:r>
      <w:r>
        <w:t>’</w:t>
      </w:r>
      <w:r w:rsidR="0024252B" w:rsidRPr="002813C1">
        <w:t>est par votre flétrissure que j</w:t>
      </w:r>
      <w:r>
        <w:t>’</w:t>
      </w:r>
      <w:r w:rsidR="0024252B" w:rsidRPr="002813C1">
        <w:t>aurais de vos nouvelles</w:t>
      </w:r>
      <w:r>
        <w:t xml:space="preserve">… </w:t>
      </w:r>
      <w:r w:rsidR="0024252B" w:rsidRPr="002813C1">
        <w:t>Riche</w:t>
      </w:r>
      <w:r>
        <w:t xml:space="preserve">, </w:t>
      </w:r>
      <w:r w:rsidR="0024252B" w:rsidRPr="002813C1">
        <w:t>au contraire</w:t>
      </w:r>
      <w:r>
        <w:t xml:space="preserve">, </w:t>
      </w:r>
      <w:r w:rsidR="0024252B" w:rsidRPr="002813C1">
        <w:t>vous aurez sans doute l</w:t>
      </w:r>
      <w:r>
        <w:t>’</w:t>
      </w:r>
      <w:r w:rsidR="0024252B" w:rsidRPr="002813C1">
        <w:t>honnêteté des gens qui</w:t>
      </w:r>
      <w:r>
        <w:t xml:space="preserve">, </w:t>
      </w:r>
      <w:r w:rsidR="0024252B" w:rsidRPr="002813C1">
        <w:t>ne manquant de rien</w:t>
      </w:r>
      <w:r>
        <w:t xml:space="preserve">, </w:t>
      </w:r>
      <w:r w:rsidR="0024252B" w:rsidRPr="002813C1">
        <w:t>ne sont pas exposés aux terribles suggestions du besoin</w:t>
      </w:r>
      <w:r>
        <w:t xml:space="preserve">… </w:t>
      </w:r>
      <w:r w:rsidR="0024252B" w:rsidRPr="002813C1">
        <w:t>honnêteté facile</w:t>
      </w:r>
      <w:r>
        <w:t xml:space="preserve">, </w:t>
      </w:r>
      <w:r w:rsidR="0024252B" w:rsidRPr="002813C1">
        <w:t>dont il n</w:t>
      </w:r>
      <w:r>
        <w:t>’</w:t>
      </w:r>
      <w:r w:rsidR="0024252B" w:rsidRPr="002813C1">
        <w:t>y a pas à se glorifier</w:t>
      </w:r>
      <w:r>
        <w:t xml:space="preserve">… </w:t>
      </w:r>
      <w:r w:rsidR="0024252B" w:rsidRPr="002813C1">
        <w:t>Qui dit vertu</w:t>
      </w:r>
      <w:r>
        <w:t xml:space="preserve">, </w:t>
      </w:r>
      <w:r w:rsidR="0024252B" w:rsidRPr="002813C1">
        <w:t>en effet</w:t>
      </w:r>
      <w:r>
        <w:t xml:space="preserve">, </w:t>
      </w:r>
      <w:r w:rsidR="0024252B" w:rsidRPr="002813C1">
        <w:t>suppose la tentation</w:t>
      </w:r>
      <w:r>
        <w:t xml:space="preserve">, </w:t>
      </w:r>
      <w:r w:rsidR="0024252B" w:rsidRPr="002813C1">
        <w:t>une lutte et la victoire</w:t>
      </w:r>
      <w:r>
        <w:t>…</w:t>
      </w:r>
    </w:p>
    <w:p w14:paraId="5FDE154C" w14:textId="321A1468" w:rsidR="00B77E03" w:rsidRDefault="0024252B" w:rsidP="00B77E03">
      <w:r w:rsidRPr="002813C1">
        <w:t>Quoique ne comprenant pas très-bien</w:t>
      </w:r>
      <w:r w:rsidR="00B77E03">
        <w:t>, M. </w:t>
      </w:r>
      <w:proofErr w:type="spellStart"/>
      <w:r w:rsidRPr="002813C1">
        <w:t>Wilkie</w:t>
      </w:r>
      <w:proofErr w:type="spellEnd"/>
      <w:r w:rsidRPr="002813C1">
        <w:t xml:space="preserve"> voulait présenter une objection</w:t>
      </w:r>
      <w:r w:rsidR="00B77E03">
        <w:t xml:space="preserve">, </w:t>
      </w:r>
      <w:r w:rsidRPr="002813C1">
        <w:t xml:space="preserve">mais déjà </w:t>
      </w:r>
      <w:r w:rsidR="00B77E03">
        <w:t>M</w:t>
      </w:r>
      <w:r w:rsidR="00B77E03" w:rsidRPr="00B77E03">
        <w:rPr>
          <w:vertAlign w:val="superscript"/>
        </w:rPr>
        <w:t>me</w:t>
      </w:r>
      <w:r w:rsidR="00B77E03">
        <w:t> </w:t>
      </w:r>
      <w:r w:rsidRPr="002813C1">
        <w:t>d</w:t>
      </w:r>
      <w:r w:rsidR="00B77E03">
        <w:t>’</w:t>
      </w:r>
      <w:r w:rsidRPr="002813C1">
        <w:t>Argelès poursuivait</w:t>
      </w:r>
      <w:r w:rsidR="00B77E03">
        <w:t> :</w:t>
      </w:r>
    </w:p>
    <w:p w14:paraId="7679FE2A" w14:textId="77777777" w:rsidR="00B77E03" w:rsidRDefault="00B77E03" w:rsidP="00B77E03">
      <w:r>
        <w:t>— </w:t>
      </w:r>
      <w:r w:rsidR="0024252B" w:rsidRPr="002813C1">
        <w:t>Je suis donc allée ce matin même chez mon notaire</w:t>
      </w:r>
      <w:r>
        <w:t xml:space="preserve">, </w:t>
      </w:r>
      <w:r w:rsidR="0024252B" w:rsidRPr="002813C1">
        <w:t>je lui ai tout dit</w:t>
      </w:r>
      <w:r>
        <w:t xml:space="preserve">, </w:t>
      </w:r>
      <w:r w:rsidR="0024252B" w:rsidRPr="002813C1">
        <w:t>et à cette heure</w:t>
      </w:r>
      <w:r>
        <w:t xml:space="preserve">, </w:t>
      </w:r>
      <w:r w:rsidR="0024252B" w:rsidRPr="002813C1">
        <w:t xml:space="preserve">ma renonciation à la succession du comte de </w:t>
      </w:r>
      <w:proofErr w:type="spellStart"/>
      <w:r w:rsidR="0024252B" w:rsidRPr="002813C1">
        <w:t>Chalusse</w:t>
      </w:r>
      <w:proofErr w:type="spellEnd"/>
      <w:r w:rsidR="0024252B" w:rsidRPr="002813C1">
        <w:t xml:space="preserve"> doit être enregistrée au greffe du tribunal</w:t>
      </w:r>
      <w:r>
        <w:t>…</w:t>
      </w:r>
    </w:p>
    <w:p w14:paraId="65047F76" w14:textId="77777777" w:rsidR="00B77E03" w:rsidRDefault="00B77E03" w:rsidP="00B77E03">
      <w:r>
        <w:t>— </w:t>
      </w:r>
      <w:r w:rsidR="0024252B" w:rsidRPr="002813C1">
        <w:t>Comment</w:t>
      </w:r>
      <w:r>
        <w:t xml:space="preserve">, </w:t>
      </w:r>
      <w:r w:rsidR="0024252B" w:rsidRPr="002813C1">
        <w:t>votre renonciation</w:t>
      </w:r>
      <w:r>
        <w:t xml:space="preserve"> !… </w:t>
      </w:r>
      <w:r w:rsidR="0024252B" w:rsidRPr="002813C1">
        <w:t>Ah</w:t>
      </w:r>
      <w:r>
        <w:t xml:space="preserve"> ! </w:t>
      </w:r>
      <w:r w:rsidR="0024252B" w:rsidRPr="002813C1">
        <w:t>mais non</w:t>
      </w:r>
      <w:r>
        <w:t xml:space="preserve">… </w:t>
      </w:r>
      <w:r w:rsidR="0024252B" w:rsidRPr="002813C1">
        <w:t>Ah</w:t>
      </w:r>
      <w:r>
        <w:t xml:space="preserve"> ! </w:t>
      </w:r>
      <w:r w:rsidR="0024252B" w:rsidRPr="002813C1">
        <w:t>mais</w:t>
      </w:r>
      <w:r>
        <w:t>…</w:t>
      </w:r>
    </w:p>
    <w:p w14:paraId="60B170D0" w14:textId="77777777" w:rsidR="00B77E03" w:rsidRDefault="00B77E03" w:rsidP="00B77E03">
      <w:r>
        <w:t>— </w:t>
      </w:r>
      <w:r w:rsidR="0024252B" w:rsidRPr="002813C1">
        <w:t>Laissez-moi achever</w:t>
      </w:r>
      <w:r>
        <w:t xml:space="preserve">, </w:t>
      </w:r>
      <w:r w:rsidR="0024252B" w:rsidRPr="002813C1">
        <w:t>si vous ne comprenez pas</w:t>
      </w:r>
      <w:r>
        <w:t xml:space="preserve">… </w:t>
      </w:r>
      <w:r w:rsidR="0024252B" w:rsidRPr="002813C1">
        <w:t>Du moment où je renonce à cette succession</w:t>
      </w:r>
      <w:r>
        <w:t xml:space="preserve">, </w:t>
      </w:r>
      <w:r w:rsidR="0024252B" w:rsidRPr="002813C1">
        <w:t>c</w:t>
      </w:r>
      <w:r>
        <w:t>’</w:t>
      </w:r>
      <w:r w:rsidR="0024252B" w:rsidRPr="002813C1">
        <w:t>est à vous</w:t>
      </w:r>
      <w:r>
        <w:t xml:space="preserve">, </w:t>
      </w:r>
      <w:r w:rsidR="0024252B" w:rsidRPr="002813C1">
        <w:t>mon fils</w:t>
      </w:r>
      <w:r>
        <w:t xml:space="preserve">, </w:t>
      </w:r>
      <w:r w:rsidR="0024252B" w:rsidRPr="002813C1">
        <w:t>qu</w:t>
      </w:r>
      <w:r>
        <w:t>’</w:t>
      </w:r>
      <w:r w:rsidR="0024252B" w:rsidRPr="002813C1">
        <w:t>elle revient</w:t>
      </w:r>
      <w:r>
        <w:t>…</w:t>
      </w:r>
    </w:p>
    <w:p w14:paraId="7FA4ED65" w14:textId="77777777" w:rsidR="00B77E03" w:rsidRDefault="00B77E03" w:rsidP="00B77E03">
      <w:r>
        <w:t>— </w:t>
      </w:r>
      <w:r w:rsidR="0024252B" w:rsidRPr="002813C1">
        <w:t>Vrai</w:t>
      </w:r>
      <w:r>
        <w:t> !…</w:t>
      </w:r>
    </w:p>
    <w:p w14:paraId="6EC55F20" w14:textId="77777777" w:rsidR="00B77E03" w:rsidRDefault="00B77E03" w:rsidP="00B77E03">
      <w:r>
        <w:lastRenderedPageBreak/>
        <w:t>— </w:t>
      </w:r>
      <w:r w:rsidR="0024252B" w:rsidRPr="002813C1">
        <w:t>Oh</w:t>
      </w:r>
      <w:r>
        <w:t xml:space="preserve"> !… </w:t>
      </w:r>
      <w:r w:rsidR="0024252B" w:rsidRPr="002813C1">
        <w:t>soyez tranquille</w:t>
      </w:r>
      <w:r>
        <w:t xml:space="preserve">, </w:t>
      </w:r>
      <w:r w:rsidR="0024252B" w:rsidRPr="002813C1">
        <w:t>je ne veux pas vous tromper</w:t>
      </w:r>
      <w:r>
        <w:t xml:space="preserve">… </w:t>
      </w:r>
      <w:r w:rsidR="0024252B" w:rsidRPr="002813C1">
        <w:t>Ce que je voudrais</w:t>
      </w:r>
      <w:r>
        <w:t xml:space="preserve">, </w:t>
      </w:r>
      <w:r w:rsidR="0024252B" w:rsidRPr="002813C1">
        <w:t>c</w:t>
      </w:r>
      <w:r>
        <w:t>’</w:t>
      </w:r>
      <w:r w:rsidR="0024252B" w:rsidRPr="002813C1">
        <w:t>est que le nom de Lia d</w:t>
      </w:r>
      <w:r>
        <w:t>’</w:t>
      </w:r>
      <w:r w:rsidR="0024252B" w:rsidRPr="002813C1">
        <w:t>Argelès ne fût pas prononcé</w:t>
      </w:r>
      <w:r>
        <w:t xml:space="preserve">… </w:t>
      </w:r>
      <w:r w:rsidR="0024252B" w:rsidRPr="002813C1">
        <w:t>Je vous remettrai les pièces qui vous sont nécessaires</w:t>
      </w:r>
      <w:r>
        <w:t xml:space="preserve">, </w:t>
      </w:r>
      <w:r w:rsidR="0024252B" w:rsidRPr="002813C1">
        <w:t>mon contrat de mariage et votre extrait de naissance</w:t>
      </w:r>
      <w:r>
        <w:t>.</w:t>
      </w:r>
    </w:p>
    <w:p w14:paraId="269DA43B" w14:textId="370E5C83" w:rsidR="00B77E03" w:rsidRDefault="0024252B" w:rsidP="00B77E03">
      <w:r w:rsidRPr="002813C1">
        <w:t>C</w:t>
      </w:r>
      <w:r w:rsidR="00B77E03">
        <w:t>’</w:t>
      </w:r>
      <w:r w:rsidRPr="002813C1">
        <w:t>était la joie</w:t>
      </w:r>
      <w:r w:rsidR="00B77E03">
        <w:t xml:space="preserve">, </w:t>
      </w:r>
      <w:r w:rsidRPr="002813C1">
        <w:t>maintenant</w:t>
      </w:r>
      <w:r w:rsidR="00B77E03">
        <w:t xml:space="preserve">, </w:t>
      </w:r>
      <w:r w:rsidRPr="002813C1">
        <w:t xml:space="preserve">qui suffoquait </w:t>
      </w:r>
      <w:r w:rsidR="00B77E03">
        <w:t>M. </w:t>
      </w:r>
      <w:proofErr w:type="spellStart"/>
      <w:r w:rsidRPr="002813C1">
        <w:t>Wilkie</w:t>
      </w:r>
      <w:proofErr w:type="spellEnd"/>
      <w:r w:rsidR="00B77E03">
        <w:t>.</w:t>
      </w:r>
    </w:p>
    <w:p w14:paraId="34CE7D04" w14:textId="77777777" w:rsidR="00B77E03" w:rsidRDefault="00B77E03" w:rsidP="00B77E03">
      <w:r>
        <w:t>— </w:t>
      </w:r>
      <w:r w:rsidR="0024252B" w:rsidRPr="002813C1">
        <w:t>Et quand me donnerez-vous ces titres</w:t>
      </w:r>
      <w:r>
        <w:t xml:space="preserve"> ? </w:t>
      </w:r>
      <w:r w:rsidR="0024252B" w:rsidRPr="002813C1">
        <w:t>bégaya-t-il</w:t>
      </w:r>
      <w:r>
        <w:t>.</w:t>
      </w:r>
    </w:p>
    <w:p w14:paraId="1711B678" w14:textId="77777777" w:rsidR="00B77E03" w:rsidRDefault="00B77E03" w:rsidP="00B77E03">
      <w:r>
        <w:t>— </w:t>
      </w:r>
      <w:r w:rsidR="0024252B" w:rsidRPr="002813C1">
        <w:t>Vous les aurez avant de sortir d</w:t>
      </w:r>
      <w:r>
        <w:t>’</w:t>
      </w:r>
      <w:r w:rsidR="0024252B" w:rsidRPr="002813C1">
        <w:t>ici</w:t>
      </w:r>
      <w:r>
        <w:t xml:space="preserve">… </w:t>
      </w:r>
      <w:r w:rsidR="0024252B" w:rsidRPr="002813C1">
        <w:t>Mais il faut que je vous parle</w:t>
      </w:r>
      <w:r>
        <w:t>…</w:t>
      </w:r>
    </w:p>
    <w:p w14:paraId="1424A113" w14:textId="709ECC54" w:rsidR="0024252B" w:rsidRPr="002813C1" w:rsidRDefault="0024252B" w:rsidP="00B77E03">
      <w:pPr>
        <w:pStyle w:val="Titre1"/>
      </w:pPr>
      <w:bookmarkStart w:id="13" w:name="_Toc202022838"/>
      <w:r w:rsidRPr="002813C1">
        <w:lastRenderedPageBreak/>
        <w:t>XIV</w:t>
      </w:r>
      <w:bookmarkEnd w:id="13"/>
      <w:r w:rsidRPr="002813C1">
        <w:br/>
      </w:r>
    </w:p>
    <w:p w14:paraId="74E63B5A" w14:textId="0EC02A09" w:rsidR="00B77E03" w:rsidRDefault="0024252B" w:rsidP="00B77E03">
      <w:r w:rsidRPr="002813C1">
        <w:t>Si bouleversé qu</w:t>
      </w:r>
      <w:r w:rsidR="00B77E03">
        <w:t>’</w:t>
      </w:r>
      <w:r w:rsidRPr="002813C1">
        <w:t>il fût et tout en désordre</w:t>
      </w:r>
      <w:r w:rsidR="00B77E03">
        <w:t>, M. </w:t>
      </w:r>
      <w:proofErr w:type="spellStart"/>
      <w:r w:rsidRPr="002813C1">
        <w:t>Wilkie</w:t>
      </w:r>
      <w:proofErr w:type="spellEnd"/>
      <w:r w:rsidRPr="002813C1">
        <w:t xml:space="preserve"> ne cessait de penser à </w:t>
      </w:r>
      <w:r w:rsidR="00B77E03">
        <w:t>M. de </w:t>
      </w:r>
      <w:proofErr w:type="spellStart"/>
      <w:r w:rsidRPr="002813C1">
        <w:t>Coralth</w:t>
      </w:r>
      <w:proofErr w:type="spellEnd"/>
      <w:r w:rsidRPr="002813C1">
        <w:t xml:space="preserve"> et au marquis de </w:t>
      </w:r>
      <w:proofErr w:type="spellStart"/>
      <w:r w:rsidRPr="002813C1">
        <w:t>Valorsay</w:t>
      </w:r>
      <w:proofErr w:type="spellEnd"/>
      <w:r w:rsidR="00B77E03">
        <w:t>.</w:t>
      </w:r>
    </w:p>
    <w:p w14:paraId="2A10C24D" w14:textId="77777777" w:rsidR="00B77E03" w:rsidRDefault="0024252B" w:rsidP="00B77E03">
      <w:r w:rsidRPr="002813C1">
        <w:t>Qu</w:t>
      </w:r>
      <w:r w:rsidR="00B77E03">
        <w:t>’</w:t>
      </w:r>
      <w:r w:rsidRPr="002813C1">
        <w:t>eussent-ils fait</w:t>
      </w:r>
      <w:r w:rsidR="00B77E03">
        <w:t xml:space="preserve">, </w:t>
      </w:r>
      <w:r w:rsidRPr="002813C1">
        <w:t>à sa place</w:t>
      </w:r>
      <w:r w:rsidR="00B77E03">
        <w:t xml:space="preserve">, </w:t>
      </w:r>
      <w:r w:rsidRPr="002813C1">
        <w:t>et comment modeler son maintien sur l</w:t>
      </w:r>
      <w:r w:rsidR="00B77E03">
        <w:t>’</w:t>
      </w:r>
      <w:r w:rsidRPr="002813C1">
        <w:t xml:space="preserve">attitude probable de ces deux parfaits miroirs de la </w:t>
      </w:r>
      <w:r w:rsidR="00B77E03">
        <w:t>« </w:t>
      </w:r>
      <w:r w:rsidRPr="002813C1">
        <w:t>haute vie</w:t>
      </w:r>
      <w:r w:rsidR="00B77E03">
        <w:t> ? »</w:t>
      </w:r>
      <w:r w:rsidRPr="002813C1">
        <w:t xml:space="preserve"> Évidemment ils eussent affiché cet air impassible et insolemment ennuyé qui est l</w:t>
      </w:r>
      <w:r w:rsidR="00B77E03">
        <w:t>’</w:t>
      </w:r>
      <w:r w:rsidRPr="002813C1">
        <w:t>expression la plus sublime et le dernier mot de la distinction</w:t>
      </w:r>
      <w:r w:rsidR="00B77E03">
        <w:t>.</w:t>
      </w:r>
    </w:p>
    <w:p w14:paraId="321A1468" w14:textId="77777777" w:rsidR="00B77E03" w:rsidRDefault="0024252B" w:rsidP="00B77E03">
      <w:r w:rsidRPr="002813C1">
        <w:t>Tout plein de cette idée</w:t>
      </w:r>
      <w:r w:rsidR="00B77E03">
        <w:t xml:space="preserve">, </w:t>
      </w:r>
      <w:r w:rsidRPr="002813C1">
        <w:t>et enflammé de la plus louable émulation</w:t>
      </w:r>
      <w:r w:rsidR="00B77E03">
        <w:t xml:space="preserve">, </w:t>
      </w:r>
      <w:r w:rsidRPr="002813C1">
        <w:t>il se campa sur une des malles</w:t>
      </w:r>
      <w:r w:rsidR="00B77E03">
        <w:t xml:space="preserve">, </w:t>
      </w:r>
      <w:r w:rsidRPr="002813C1">
        <w:t>les jambes croisées</w:t>
      </w:r>
      <w:r w:rsidR="00B77E03">
        <w:t xml:space="preserve">, </w:t>
      </w:r>
      <w:r w:rsidRPr="002813C1">
        <w:t>affectant de comprimer un bâillement et grommelant entre ses dents</w:t>
      </w:r>
      <w:r w:rsidR="00B77E03">
        <w:t> :</w:t>
      </w:r>
    </w:p>
    <w:p w14:paraId="2C623847" w14:textId="77777777" w:rsidR="00B77E03" w:rsidRDefault="00B77E03" w:rsidP="00B77E03">
      <w:r>
        <w:t>— </w:t>
      </w:r>
      <w:r w:rsidR="0024252B" w:rsidRPr="002813C1">
        <w:t>Bon</w:t>
      </w:r>
      <w:r>
        <w:t xml:space="preserve"> !… </w:t>
      </w:r>
      <w:r w:rsidR="0024252B" w:rsidRPr="002813C1">
        <w:t>encore des phrases et du mélodrame</w:t>
      </w:r>
      <w:r>
        <w:t xml:space="preserve">. </w:t>
      </w:r>
      <w:r w:rsidR="0024252B" w:rsidRPr="002813C1">
        <w:t>C</w:t>
      </w:r>
      <w:r>
        <w:t>’</w:t>
      </w:r>
      <w:r w:rsidR="0024252B" w:rsidRPr="002813C1">
        <w:t>est ça qui ne va pas être drôle</w:t>
      </w:r>
      <w:r>
        <w:t> !</w:t>
      </w:r>
    </w:p>
    <w:p w14:paraId="1044C0F9" w14:textId="1044C0F9" w:rsidR="00B77E03" w:rsidRDefault="0024252B" w:rsidP="00B77E03">
      <w:r w:rsidRPr="002813C1">
        <w:t>Tout entière aux souvenirs qu</w:t>
      </w:r>
      <w:r w:rsidR="00B77E03">
        <w:t>’</w:t>
      </w:r>
      <w:r w:rsidRPr="002813C1">
        <w:t>elle allait évoquer</w:t>
      </w:r>
      <w:r w:rsidR="00B77E03">
        <w:t>, M</w:t>
      </w:r>
      <w:r w:rsidR="00B77E03" w:rsidRPr="00B77E03">
        <w:rPr>
          <w:vertAlign w:val="superscript"/>
        </w:rPr>
        <w:t>me</w:t>
      </w:r>
      <w:r w:rsidR="00B77E03">
        <w:t> </w:t>
      </w:r>
      <w:r w:rsidRPr="002813C1">
        <w:t>d</w:t>
      </w:r>
      <w:r w:rsidR="00B77E03">
        <w:t>’</w:t>
      </w:r>
      <w:r w:rsidRPr="002813C1">
        <w:t>Argelès ne remarqua pas l</w:t>
      </w:r>
      <w:r w:rsidR="00B77E03">
        <w:t>’</w:t>
      </w:r>
      <w:r w:rsidRPr="002813C1">
        <w:t xml:space="preserve">impertinence de </w:t>
      </w:r>
      <w:r w:rsidR="00B77E03">
        <w:t>M. </w:t>
      </w:r>
      <w:proofErr w:type="spellStart"/>
      <w:r w:rsidRPr="002813C1">
        <w:t>Wilkie</w:t>
      </w:r>
      <w:proofErr w:type="spellEnd"/>
      <w:r w:rsidR="00B77E03">
        <w:t>…</w:t>
      </w:r>
    </w:p>
    <w:p w14:paraId="2F1B69EC" w14:textId="77777777" w:rsidR="00B77E03" w:rsidRDefault="00B77E03" w:rsidP="00B77E03">
      <w:r>
        <w:t>— « </w:t>
      </w:r>
      <w:r w:rsidR="0024252B" w:rsidRPr="002813C1">
        <w:t>Oui</w:t>
      </w:r>
      <w:r>
        <w:t xml:space="preserve">, </w:t>
      </w:r>
      <w:r w:rsidR="0024252B" w:rsidRPr="002813C1">
        <w:t>il faut que je vous parle</w:t>
      </w:r>
      <w:r>
        <w:t xml:space="preserve">, </w:t>
      </w:r>
      <w:r w:rsidR="0024252B" w:rsidRPr="002813C1">
        <w:t>reprit-elle enfin d</w:t>
      </w:r>
      <w:r>
        <w:t>’</w:t>
      </w:r>
      <w:r w:rsidR="0024252B" w:rsidRPr="002813C1">
        <w:t>une voix haletante</w:t>
      </w:r>
      <w:r>
        <w:t xml:space="preserve">, </w:t>
      </w:r>
      <w:r w:rsidR="0024252B" w:rsidRPr="002813C1">
        <w:t>et que pour vous plus que pour moi</w:t>
      </w:r>
      <w:r>
        <w:t xml:space="preserve">, </w:t>
      </w:r>
      <w:r w:rsidR="0024252B" w:rsidRPr="002813C1">
        <w:t>je vous dise qui je suis et à travers quelles circonstances douloureuses je suis arrivée jusqu</w:t>
      </w:r>
      <w:r>
        <w:t>’</w:t>
      </w:r>
      <w:r w:rsidR="0024252B" w:rsidRPr="002813C1">
        <w:t>à ce jour</w:t>
      </w:r>
      <w:r>
        <w:t xml:space="preserve">, </w:t>
      </w:r>
      <w:r w:rsidR="0024252B" w:rsidRPr="002813C1">
        <w:t>qui pour moi est la fin de tout</w:t>
      </w:r>
      <w:r>
        <w:t>…</w:t>
      </w:r>
    </w:p>
    <w:p w14:paraId="31BBFD85" w14:textId="77777777" w:rsidR="00B77E03" w:rsidRDefault="00B77E03" w:rsidP="00B77E03">
      <w:r>
        <w:t>« </w:t>
      </w:r>
      <w:r w:rsidR="0024252B" w:rsidRPr="002813C1">
        <w:t>Vous connaissez ma famille</w:t>
      </w:r>
      <w:r>
        <w:t xml:space="preserve">… </w:t>
      </w:r>
      <w:r w:rsidR="0024252B" w:rsidRPr="002813C1">
        <w:t>Je vous apprendrai</w:t>
      </w:r>
      <w:r>
        <w:t xml:space="preserve">, </w:t>
      </w:r>
      <w:r w:rsidR="0024252B" w:rsidRPr="002813C1">
        <w:t>car vous devez l</w:t>
      </w:r>
      <w:r>
        <w:t>’</w:t>
      </w:r>
      <w:r w:rsidR="0024252B" w:rsidRPr="002813C1">
        <w:t>ignorer</w:t>
      </w:r>
      <w:r>
        <w:t xml:space="preserve">, </w:t>
      </w:r>
      <w:r w:rsidR="0024252B" w:rsidRPr="002813C1">
        <w:t>que notre maison allait de pair avec les plus illustres de France</w:t>
      </w:r>
      <w:r>
        <w:t xml:space="preserve">, </w:t>
      </w:r>
      <w:r w:rsidR="0024252B" w:rsidRPr="002813C1">
        <w:t>par son ancienneté</w:t>
      </w:r>
      <w:r>
        <w:t xml:space="preserve">, </w:t>
      </w:r>
      <w:r w:rsidR="0024252B" w:rsidRPr="002813C1">
        <w:t>par l</w:t>
      </w:r>
      <w:r>
        <w:t>’</w:t>
      </w:r>
      <w:r w:rsidR="0024252B" w:rsidRPr="002813C1">
        <w:t>éclat de ses alliances et aussi par sa fortune</w:t>
      </w:r>
      <w:r>
        <w:t>…</w:t>
      </w:r>
    </w:p>
    <w:p w14:paraId="68FAAC25" w14:textId="77777777" w:rsidR="00B77E03" w:rsidRDefault="00B77E03" w:rsidP="00B77E03">
      <w:r>
        <w:t>« </w:t>
      </w:r>
      <w:r w:rsidR="0024252B" w:rsidRPr="002813C1">
        <w:t>Lorsque j</w:t>
      </w:r>
      <w:r>
        <w:t>’</w:t>
      </w:r>
      <w:r w:rsidR="0024252B" w:rsidRPr="002813C1">
        <w:t>étais jeune fille</w:t>
      </w:r>
      <w:r>
        <w:t xml:space="preserve">, </w:t>
      </w:r>
      <w:r w:rsidR="0024252B" w:rsidRPr="002813C1">
        <w:t>mes parents habitaient le faubourg Saint-Germain</w:t>
      </w:r>
      <w:r>
        <w:t xml:space="preserve">, </w:t>
      </w:r>
      <w:r w:rsidR="0024252B" w:rsidRPr="002813C1">
        <w:t xml:space="preserve">le vieil hôtel de </w:t>
      </w:r>
      <w:proofErr w:type="spellStart"/>
      <w:r w:rsidR="0024252B" w:rsidRPr="002813C1">
        <w:t>Chalusse</w:t>
      </w:r>
      <w:proofErr w:type="spellEnd"/>
      <w:r>
        <w:t xml:space="preserve">, </w:t>
      </w:r>
      <w:r w:rsidR="0024252B" w:rsidRPr="002813C1">
        <w:t xml:space="preserve">véritable </w:t>
      </w:r>
      <w:r w:rsidR="0024252B" w:rsidRPr="002813C1">
        <w:lastRenderedPageBreak/>
        <w:t>palais</w:t>
      </w:r>
      <w:r>
        <w:t xml:space="preserve">, </w:t>
      </w:r>
      <w:r w:rsidR="0024252B" w:rsidRPr="002813C1">
        <w:t>entouré d</w:t>
      </w:r>
      <w:r>
        <w:t>’</w:t>
      </w:r>
      <w:r w:rsidR="0024252B" w:rsidRPr="002813C1">
        <w:t>un de ces jardins immenses comme il n</w:t>
      </w:r>
      <w:r>
        <w:t>’</w:t>
      </w:r>
      <w:r w:rsidR="0024252B" w:rsidRPr="002813C1">
        <w:t>y en a plus à Paris</w:t>
      </w:r>
      <w:r>
        <w:t xml:space="preserve">, </w:t>
      </w:r>
      <w:r w:rsidR="0024252B" w:rsidRPr="002813C1">
        <w:t>un véritable parc</w:t>
      </w:r>
      <w:r>
        <w:t xml:space="preserve">, </w:t>
      </w:r>
      <w:r w:rsidR="0024252B" w:rsidRPr="002813C1">
        <w:t>ombragé d</w:t>
      </w:r>
      <w:r>
        <w:t>’</w:t>
      </w:r>
      <w:r w:rsidR="0024252B" w:rsidRPr="002813C1">
        <w:t>arbres séculaires</w:t>
      </w:r>
      <w:r>
        <w:t>…</w:t>
      </w:r>
    </w:p>
    <w:p w14:paraId="033737C8" w14:textId="77777777" w:rsidR="00B77E03" w:rsidRDefault="00B77E03" w:rsidP="00B77E03">
      <w:r>
        <w:t>« </w:t>
      </w:r>
      <w:r w:rsidR="0024252B" w:rsidRPr="002813C1">
        <w:t>Certes</w:t>
      </w:r>
      <w:r>
        <w:t xml:space="preserve">, </w:t>
      </w:r>
      <w:r w:rsidR="0024252B" w:rsidRPr="002813C1">
        <w:t>toutes les satisfactions de l</w:t>
      </w:r>
      <w:r>
        <w:t>’</w:t>
      </w:r>
      <w:r w:rsidR="0024252B" w:rsidRPr="002813C1">
        <w:t>argent et de l</w:t>
      </w:r>
      <w:r>
        <w:t>’</w:t>
      </w:r>
      <w:r w:rsidR="0024252B" w:rsidRPr="002813C1">
        <w:t>orgueil étaient à ma portée</w:t>
      </w:r>
      <w:r>
        <w:t xml:space="preserve">… </w:t>
      </w:r>
      <w:r w:rsidR="0024252B" w:rsidRPr="002813C1">
        <w:t>et cependant</w:t>
      </w:r>
      <w:r>
        <w:t xml:space="preserve">, </w:t>
      </w:r>
      <w:r w:rsidR="0024252B" w:rsidRPr="002813C1">
        <w:t>ma jeunesse fut misérable</w:t>
      </w:r>
      <w:r>
        <w:t>…</w:t>
      </w:r>
    </w:p>
    <w:p w14:paraId="21D057E0" w14:textId="77777777" w:rsidR="00B77E03" w:rsidRDefault="00B77E03" w:rsidP="00B77E03">
      <w:r>
        <w:t>« </w:t>
      </w:r>
      <w:r w:rsidR="0024252B" w:rsidRPr="002813C1">
        <w:t>C</w:t>
      </w:r>
      <w:r>
        <w:t>’</w:t>
      </w:r>
      <w:r w:rsidR="0024252B" w:rsidRPr="002813C1">
        <w:t>est à peine si j</w:t>
      </w:r>
      <w:r>
        <w:t>’</w:t>
      </w:r>
      <w:r w:rsidR="0024252B" w:rsidRPr="002813C1">
        <w:t>ai connu mon père</w:t>
      </w:r>
      <w:r>
        <w:t xml:space="preserve">, </w:t>
      </w:r>
      <w:r w:rsidR="0024252B" w:rsidRPr="002813C1">
        <w:t>que l</w:t>
      </w:r>
      <w:r>
        <w:t>’</w:t>
      </w:r>
      <w:r w:rsidR="0024252B" w:rsidRPr="002813C1">
        <w:t>ambition dévorait</w:t>
      </w:r>
      <w:r>
        <w:t xml:space="preserve">, </w:t>
      </w:r>
      <w:r w:rsidR="0024252B" w:rsidRPr="002813C1">
        <w:t>et qui s</w:t>
      </w:r>
      <w:r>
        <w:t>’</w:t>
      </w:r>
      <w:r w:rsidR="0024252B" w:rsidRPr="002813C1">
        <w:t>était jeté corps et âme dans le tourbillon de la politique</w:t>
      </w:r>
      <w:r>
        <w:t xml:space="preserve">… </w:t>
      </w:r>
      <w:r w:rsidR="0024252B" w:rsidRPr="002813C1">
        <w:t>Ma mère</w:t>
      </w:r>
      <w:r>
        <w:t xml:space="preserve">, </w:t>
      </w:r>
      <w:r w:rsidR="0024252B" w:rsidRPr="002813C1">
        <w:t>soit qu</w:t>
      </w:r>
      <w:r>
        <w:t>’</w:t>
      </w:r>
      <w:r w:rsidR="0024252B" w:rsidRPr="002813C1">
        <w:t>elle ne m</w:t>
      </w:r>
      <w:r>
        <w:t>’</w:t>
      </w:r>
      <w:r w:rsidR="0024252B" w:rsidRPr="002813C1">
        <w:t>aimât pas</w:t>
      </w:r>
      <w:r>
        <w:t xml:space="preserve">, </w:t>
      </w:r>
      <w:r w:rsidR="0024252B" w:rsidRPr="002813C1">
        <w:t>soit qu</w:t>
      </w:r>
      <w:r>
        <w:t>’</w:t>
      </w:r>
      <w:r w:rsidR="0024252B" w:rsidRPr="002813C1">
        <w:t>elle crut déroger en montrant quelque sensibilité</w:t>
      </w:r>
      <w:r>
        <w:t xml:space="preserve">, </w:t>
      </w:r>
      <w:r w:rsidR="0024252B" w:rsidRPr="002813C1">
        <w:t>avait élevé entre elle et moi comme un mur de glace</w:t>
      </w:r>
      <w:r>
        <w:t xml:space="preserve">… </w:t>
      </w:r>
      <w:r w:rsidR="0024252B" w:rsidRPr="002813C1">
        <w:t>Mon frère était trop occupé de ses plaisirs pour songer à une fillette sans conséquence</w:t>
      </w:r>
      <w:r>
        <w:t>…</w:t>
      </w:r>
    </w:p>
    <w:p w14:paraId="1E9E82F9" w14:textId="77777777" w:rsidR="00B77E03" w:rsidRDefault="00B77E03" w:rsidP="00B77E03">
      <w:r>
        <w:t>« </w:t>
      </w:r>
      <w:r w:rsidR="0024252B" w:rsidRPr="002813C1">
        <w:t>Je vivais donc seule</w:t>
      </w:r>
      <w:r>
        <w:t xml:space="preserve">, </w:t>
      </w:r>
      <w:r w:rsidR="0024252B" w:rsidRPr="002813C1">
        <w:t>entièrement livrée à moi-même</w:t>
      </w:r>
      <w:r>
        <w:t xml:space="preserve">, </w:t>
      </w:r>
      <w:r w:rsidR="0024252B" w:rsidRPr="002813C1">
        <w:t>abandonnée aux dangereuses inspirations de l</w:t>
      </w:r>
      <w:r>
        <w:t>’</w:t>
      </w:r>
      <w:r w:rsidR="0024252B" w:rsidRPr="002813C1">
        <w:t>isolement</w:t>
      </w:r>
      <w:r>
        <w:t xml:space="preserve">, </w:t>
      </w:r>
      <w:r w:rsidR="0024252B" w:rsidRPr="002813C1">
        <w:t>trop fière pour accepter l</w:t>
      </w:r>
      <w:r>
        <w:t>’</w:t>
      </w:r>
      <w:r w:rsidR="0024252B" w:rsidRPr="002813C1">
        <w:t>intimité des subalternes</w:t>
      </w:r>
      <w:r>
        <w:t xml:space="preserve">, </w:t>
      </w:r>
      <w:r w:rsidR="0024252B" w:rsidRPr="002813C1">
        <w:t>sans autres consolations que mes livres</w:t>
      </w:r>
      <w:r>
        <w:t xml:space="preserve">, </w:t>
      </w:r>
      <w:r w:rsidR="0024252B" w:rsidRPr="002813C1">
        <w:t>livres sévèrement triés par le directeur de ma mère</w:t>
      </w:r>
      <w:r>
        <w:t xml:space="preserve">, </w:t>
      </w:r>
      <w:r w:rsidR="0024252B" w:rsidRPr="002813C1">
        <w:t>et que cependant on eût dit choisis pour exalter mon esprit jusqu</w:t>
      </w:r>
      <w:r>
        <w:t>’</w:t>
      </w:r>
      <w:r w:rsidR="0024252B" w:rsidRPr="002813C1">
        <w:t>au délire et peupler mon imagination de chimères</w:t>
      </w:r>
      <w:r>
        <w:t>…</w:t>
      </w:r>
    </w:p>
    <w:p w14:paraId="7A7D65FD" w14:textId="77777777" w:rsidR="00B77E03" w:rsidRDefault="00B77E03" w:rsidP="00B77E03">
      <w:r>
        <w:t>« </w:t>
      </w:r>
      <w:r w:rsidR="0024252B" w:rsidRPr="002813C1">
        <w:t>Et avec cela</w:t>
      </w:r>
      <w:r>
        <w:t xml:space="preserve">, </w:t>
      </w:r>
      <w:r w:rsidR="0024252B" w:rsidRPr="002813C1">
        <w:t>je n</w:t>
      </w:r>
      <w:r>
        <w:t>’</w:t>
      </w:r>
      <w:r w:rsidR="0024252B" w:rsidRPr="002813C1">
        <w:t>entendais parler que des moyens de laisser toute la fortune à mon frère</w:t>
      </w:r>
      <w:r>
        <w:t xml:space="preserve">, </w:t>
      </w:r>
      <w:r w:rsidR="0024252B" w:rsidRPr="002813C1">
        <w:t>pour qu</w:t>
      </w:r>
      <w:r>
        <w:t>’</w:t>
      </w:r>
      <w:r w:rsidR="0024252B" w:rsidRPr="002813C1">
        <w:t>il pût soutenir l</w:t>
      </w:r>
      <w:r>
        <w:t>’</w:t>
      </w:r>
      <w:r w:rsidR="0024252B" w:rsidRPr="002813C1">
        <w:t>éclat du nom</w:t>
      </w:r>
      <w:r>
        <w:t xml:space="preserve">, </w:t>
      </w:r>
      <w:r w:rsidR="0024252B" w:rsidRPr="002813C1">
        <w:t>et de la nécessité de me marier à quelque vieux gentilhomme qui me prendrait sans dot ou de me faire prononcer mes vœux dans un de ces couvents aristocratiques</w:t>
      </w:r>
      <w:r>
        <w:t xml:space="preserve">, </w:t>
      </w:r>
      <w:r w:rsidR="0024252B" w:rsidRPr="002813C1">
        <w:t>qui sont le refuge et la prison des filles nobles pauvres ou sacrifiées</w:t>
      </w:r>
      <w:r>
        <w:t>…</w:t>
      </w:r>
    </w:p>
    <w:p w14:paraId="25600426" w14:textId="77777777" w:rsidR="00B77E03" w:rsidRDefault="00B77E03" w:rsidP="00B77E03">
      <w:r>
        <w:t>« </w:t>
      </w:r>
      <w:r w:rsidR="0024252B" w:rsidRPr="002813C1">
        <w:t>Je ne prétends pas excuser mon inexcusable faute</w:t>
      </w:r>
      <w:r>
        <w:t xml:space="preserve">, </w:t>
      </w:r>
      <w:r w:rsidR="0024252B" w:rsidRPr="002813C1">
        <w:t>je l</w:t>
      </w:r>
      <w:r>
        <w:t>’</w:t>
      </w:r>
      <w:r w:rsidR="0024252B" w:rsidRPr="002813C1">
        <w:t>explique</w:t>
      </w:r>
      <w:r>
        <w:t>…</w:t>
      </w:r>
    </w:p>
    <w:p w14:paraId="64380406" w14:textId="77777777" w:rsidR="00B77E03" w:rsidRDefault="00B77E03" w:rsidP="00B77E03">
      <w:r>
        <w:lastRenderedPageBreak/>
        <w:t>« </w:t>
      </w:r>
      <w:r w:rsidR="0024252B" w:rsidRPr="002813C1">
        <w:t>Je me jugeais la plus à plaindre des créatures</w:t>
      </w:r>
      <w:r>
        <w:t xml:space="preserve">, </w:t>
      </w:r>
      <w:r w:rsidR="0024252B" w:rsidRPr="002813C1">
        <w:t>et je l</w:t>
      </w:r>
      <w:r>
        <w:t>’</w:t>
      </w:r>
      <w:r w:rsidR="0024252B" w:rsidRPr="002813C1">
        <w:t>étais puisque je le croyais</w:t>
      </w:r>
      <w:r>
        <w:t xml:space="preserve">, </w:t>
      </w:r>
      <w:r w:rsidR="0024252B" w:rsidRPr="002813C1">
        <w:t>lorsque je rencontrai Arthur Gordon</w:t>
      </w:r>
      <w:r>
        <w:t xml:space="preserve">, </w:t>
      </w:r>
      <w:r w:rsidR="0024252B" w:rsidRPr="002813C1">
        <w:t>votre père</w:t>
      </w:r>
      <w:r>
        <w:t>…</w:t>
      </w:r>
    </w:p>
    <w:p w14:paraId="02869DF4" w14:textId="77777777" w:rsidR="00B77E03" w:rsidRDefault="00B77E03" w:rsidP="00B77E03">
      <w:r>
        <w:t>« </w:t>
      </w:r>
      <w:r w:rsidR="0024252B" w:rsidRPr="002813C1">
        <w:t>C</w:t>
      </w:r>
      <w:r>
        <w:t>’</w:t>
      </w:r>
      <w:r w:rsidR="0024252B" w:rsidRPr="002813C1">
        <w:t>est à une fête chez le comte de Commarin que je l</w:t>
      </w:r>
      <w:r>
        <w:t>’</w:t>
      </w:r>
      <w:r w:rsidR="0024252B" w:rsidRPr="002813C1">
        <w:t>aperçus pour la première fois</w:t>
      </w:r>
      <w:r>
        <w:t>.</w:t>
      </w:r>
    </w:p>
    <w:p w14:paraId="4F2D2C9A" w14:textId="77777777" w:rsidR="00B77E03" w:rsidRDefault="00B77E03" w:rsidP="00B77E03">
      <w:r>
        <w:t>« </w:t>
      </w:r>
      <w:r w:rsidR="0024252B" w:rsidRPr="002813C1">
        <w:t>Comment lui</w:t>
      </w:r>
      <w:r>
        <w:t xml:space="preserve">, </w:t>
      </w:r>
      <w:r w:rsidR="0024252B" w:rsidRPr="002813C1">
        <w:t>qui était un aventurier</w:t>
      </w:r>
      <w:r>
        <w:t xml:space="preserve">, </w:t>
      </w:r>
      <w:r w:rsidR="0024252B" w:rsidRPr="002813C1">
        <w:t>avait-il réussi à forcer les barrières dont s</w:t>
      </w:r>
      <w:r>
        <w:t>’</w:t>
      </w:r>
      <w:r w:rsidR="0024252B" w:rsidRPr="002813C1">
        <w:t>entoure la société la plus exclusive et la plus jalouse de ses relations qui soit au monde</w:t>
      </w:r>
      <w:r>
        <w:t xml:space="preserve">, </w:t>
      </w:r>
      <w:r w:rsidR="0024252B" w:rsidRPr="002813C1">
        <w:t>c</w:t>
      </w:r>
      <w:r>
        <w:t>’</w:t>
      </w:r>
      <w:r w:rsidR="0024252B" w:rsidRPr="002813C1">
        <w:t>est ce que je ne me suis jamais expliqué</w:t>
      </w:r>
      <w:r>
        <w:t>…</w:t>
      </w:r>
    </w:p>
    <w:p w14:paraId="275E996F" w14:textId="77777777" w:rsidR="00B77E03" w:rsidRDefault="00B77E03" w:rsidP="00B77E03">
      <w:r>
        <w:t>« </w:t>
      </w:r>
      <w:r w:rsidR="0024252B" w:rsidRPr="002813C1">
        <w:t>Ce qui n</w:t>
      </w:r>
      <w:r>
        <w:t>’</w:t>
      </w:r>
      <w:r w:rsidR="0024252B" w:rsidRPr="002813C1">
        <w:t>est que trop certain malheureusement</w:t>
      </w:r>
      <w:r>
        <w:t xml:space="preserve">, </w:t>
      </w:r>
      <w:r w:rsidR="0024252B" w:rsidRPr="002813C1">
        <w:t>c</w:t>
      </w:r>
      <w:r>
        <w:t>’</w:t>
      </w:r>
      <w:r w:rsidR="0024252B" w:rsidRPr="002813C1">
        <w:t>est qu</w:t>
      </w:r>
      <w:r>
        <w:t>’</w:t>
      </w:r>
      <w:r w:rsidR="0024252B" w:rsidRPr="002813C1">
        <w:t>au moment où nos regards se rencontrèrent</w:t>
      </w:r>
      <w:r>
        <w:t xml:space="preserve">, </w:t>
      </w:r>
      <w:r w:rsidR="0024252B" w:rsidRPr="002813C1">
        <w:t>je fus bouleversée jusqu</w:t>
      </w:r>
      <w:r>
        <w:t>’</w:t>
      </w:r>
      <w:r w:rsidR="0024252B" w:rsidRPr="002813C1">
        <w:t>au plus profond de moi-même</w:t>
      </w:r>
      <w:r>
        <w:t xml:space="preserve">… </w:t>
      </w:r>
      <w:r w:rsidR="0024252B" w:rsidRPr="002813C1">
        <w:t>Je sentis que je ne m</w:t>
      </w:r>
      <w:r>
        <w:t>’</w:t>
      </w:r>
      <w:r w:rsidR="0024252B" w:rsidRPr="002813C1">
        <w:t>appartenais plus</w:t>
      </w:r>
      <w:r>
        <w:t>.</w:t>
      </w:r>
    </w:p>
    <w:p w14:paraId="3B1ED8EF" w14:textId="77777777" w:rsidR="00B77E03" w:rsidRDefault="00B77E03" w:rsidP="00B77E03">
      <w:r>
        <w:t>« </w:t>
      </w:r>
      <w:r w:rsidR="0024252B" w:rsidRPr="002813C1">
        <w:t>Ah</w:t>
      </w:r>
      <w:r>
        <w:t xml:space="preserve"> ! </w:t>
      </w:r>
      <w:r w:rsidR="0024252B" w:rsidRPr="002813C1">
        <w:t>pourquoi Dieu ne permet-il pas que le visage des hommes reflète quelque chose de leur âme</w:t>
      </w:r>
      <w:r>
        <w:t> !…</w:t>
      </w:r>
    </w:p>
    <w:p w14:paraId="0A9AC9A5" w14:textId="77777777" w:rsidR="00B77E03" w:rsidRDefault="00B77E03" w:rsidP="00B77E03">
      <w:r>
        <w:t>« </w:t>
      </w:r>
      <w:r w:rsidR="0024252B" w:rsidRPr="002813C1">
        <w:t>Lui</w:t>
      </w:r>
      <w:r>
        <w:t xml:space="preserve">, </w:t>
      </w:r>
      <w:r w:rsidR="0024252B" w:rsidRPr="002813C1">
        <w:t>si corrompu et si misérablement hypocrite</w:t>
      </w:r>
      <w:r>
        <w:t xml:space="preserve">, </w:t>
      </w:r>
      <w:r w:rsidR="0024252B" w:rsidRPr="002813C1">
        <w:t>il avait une de ces physionomies qui respirent la noblesse et la franchise</w:t>
      </w:r>
      <w:r>
        <w:t xml:space="preserve">, </w:t>
      </w:r>
      <w:r w:rsidR="0024252B" w:rsidRPr="002813C1">
        <w:t>cette gravité triste et attirante des hommes qui n</w:t>
      </w:r>
      <w:r>
        <w:t>’</w:t>
      </w:r>
      <w:r w:rsidR="0024252B" w:rsidRPr="002813C1">
        <w:t>ont pas eu à se louer de la destinée</w:t>
      </w:r>
      <w:r>
        <w:t xml:space="preserve">, </w:t>
      </w:r>
      <w:r w:rsidR="0024252B" w:rsidRPr="002813C1">
        <w:t>et dans toute sa personne quelque chose de mystérieux et de fatal</w:t>
      </w:r>
      <w:r>
        <w:t>.</w:t>
      </w:r>
    </w:p>
    <w:p w14:paraId="17320026" w14:textId="77777777" w:rsidR="00B77E03" w:rsidRDefault="00B77E03" w:rsidP="00B77E03">
      <w:r>
        <w:t>« </w:t>
      </w:r>
      <w:r w:rsidR="0024252B" w:rsidRPr="002813C1">
        <w:t>C</w:t>
      </w:r>
      <w:r>
        <w:t>’</w:t>
      </w:r>
      <w:r w:rsidR="0024252B" w:rsidRPr="002813C1">
        <w:t>est que déjà les tempêtes furieuses de toutes les passions avaient bouleversé son existence</w:t>
      </w:r>
      <w:r>
        <w:t xml:space="preserve">… </w:t>
      </w:r>
      <w:r w:rsidR="0024252B" w:rsidRPr="002813C1">
        <w:t>Il n</w:t>
      </w:r>
      <w:r>
        <w:t>’</w:t>
      </w:r>
      <w:r w:rsidR="0024252B" w:rsidRPr="002813C1">
        <w:t>avait pas vingt-six ans</w:t>
      </w:r>
      <w:r>
        <w:t xml:space="preserve">, </w:t>
      </w:r>
      <w:r w:rsidR="0024252B" w:rsidRPr="002813C1">
        <w:t>et déjà il avait commandé un bâtiment négrier et s</w:t>
      </w:r>
      <w:r>
        <w:t>’</w:t>
      </w:r>
      <w:r w:rsidR="0024252B" w:rsidRPr="002813C1">
        <w:t>était battu</w:t>
      </w:r>
      <w:r>
        <w:t xml:space="preserve">, </w:t>
      </w:r>
      <w:r w:rsidR="0024252B" w:rsidRPr="002813C1">
        <w:t>au Mexique</w:t>
      </w:r>
      <w:r>
        <w:t xml:space="preserve">, </w:t>
      </w:r>
      <w:r w:rsidR="0024252B" w:rsidRPr="002813C1">
        <w:t>à la tête d</w:t>
      </w:r>
      <w:r>
        <w:t>’</w:t>
      </w:r>
      <w:r w:rsidR="0024252B" w:rsidRPr="002813C1">
        <w:t>une de ces bandes qui font de la politique un prétexte de meurtre et de pillage</w:t>
      </w:r>
      <w:r>
        <w:t>.</w:t>
      </w:r>
    </w:p>
    <w:p w14:paraId="4DF4B695" w14:textId="77777777" w:rsidR="00B77E03" w:rsidRDefault="00B77E03" w:rsidP="00B77E03">
      <w:r>
        <w:t>« </w:t>
      </w:r>
      <w:r w:rsidR="0024252B" w:rsidRPr="002813C1">
        <w:t>Quelles impressions je ressentis à sa vue</w:t>
      </w:r>
      <w:r>
        <w:t xml:space="preserve">, </w:t>
      </w:r>
      <w:r w:rsidR="0024252B" w:rsidRPr="002813C1">
        <w:t>il ne le devina que trop</w:t>
      </w:r>
      <w:r>
        <w:t>.</w:t>
      </w:r>
    </w:p>
    <w:p w14:paraId="5C1F189F" w14:textId="77777777" w:rsidR="00B77E03" w:rsidRDefault="00B77E03" w:rsidP="00B77E03">
      <w:r>
        <w:t>« </w:t>
      </w:r>
      <w:r w:rsidR="0024252B" w:rsidRPr="002813C1">
        <w:t>Deux fois encore je le rencontrai dans le monde</w:t>
      </w:r>
      <w:r>
        <w:t xml:space="preserve">… </w:t>
      </w:r>
      <w:r w:rsidR="0024252B" w:rsidRPr="002813C1">
        <w:t>Il ne me parla pas</w:t>
      </w:r>
      <w:r>
        <w:t xml:space="preserve">, </w:t>
      </w:r>
      <w:r w:rsidR="0024252B" w:rsidRPr="002813C1">
        <w:t>il affecta de me fuir</w:t>
      </w:r>
      <w:r>
        <w:t xml:space="preserve">, </w:t>
      </w:r>
      <w:r w:rsidR="0024252B" w:rsidRPr="002813C1">
        <w:t>mais debout à l</w:t>
      </w:r>
      <w:r>
        <w:t>’</w:t>
      </w:r>
      <w:r w:rsidR="0024252B" w:rsidRPr="002813C1">
        <w:t>écart</w:t>
      </w:r>
      <w:r>
        <w:t xml:space="preserve">, </w:t>
      </w:r>
      <w:r w:rsidR="0024252B" w:rsidRPr="002813C1">
        <w:t xml:space="preserve">il ne </w:t>
      </w:r>
      <w:r w:rsidR="0024252B" w:rsidRPr="002813C1">
        <w:lastRenderedPageBreak/>
        <w:t>cessa de m</w:t>
      </w:r>
      <w:r>
        <w:t>’</w:t>
      </w:r>
      <w:r w:rsidR="0024252B" w:rsidRPr="002813C1">
        <w:t>obséder de ses regards enflammés</w:t>
      </w:r>
      <w:r>
        <w:t xml:space="preserve">, </w:t>
      </w:r>
      <w:r w:rsidR="0024252B" w:rsidRPr="002813C1">
        <w:t>comme s</w:t>
      </w:r>
      <w:r>
        <w:t>’</w:t>
      </w:r>
      <w:r w:rsidR="0024252B" w:rsidRPr="002813C1">
        <w:t>il eût espéré ainsi me pénétrer de sa volonté et de ses désirs</w:t>
      </w:r>
      <w:r>
        <w:t xml:space="preserve">… </w:t>
      </w:r>
      <w:r w:rsidR="0024252B" w:rsidRPr="002813C1">
        <w:t>Enfin</w:t>
      </w:r>
      <w:r>
        <w:t xml:space="preserve">, </w:t>
      </w:r>
      <w:r w:rsidR="0024252B" w:rsidRPr="002813C1">
        <w:t>il osa m</w:t>
      </w:r>
      <w:r>
        <w:t>’</w:t>
      </w:r>
      <w:r w:rsidR="0024252B" w:rsidRPr="002813C1">
        <w:t>écrire</w:t>
      </w:r>
      <w:r>
        <w:t>…</w:t>
      </w:r>
    </w:p>
    <w:p w14:paraId="1DE42CFA" w14:textId="77777777" w:rsidR="00B77E03" w:rsidRDefault="00B77E03" w:rsidP="00B77E03">
      <w:r>
        <w:t>« </w:t>
      </w:r>
      <w:r w:rsidR="0024252B" w:rsidRPr="002813C1">
        <w:t>Le jour où je reçus furtivement des mains d</w:t>
      </w:r>
      <w:r>
        <w:t>’</w:t>
      </w:r>
      <w:r w:rsidR="0024252B" w:rsidRPr="002813C1">
        <w:t>une femme de notre service une lettre dont l</w:t>
      </w:r>
      <w:r>
        <w:t>’</w:t>
      </w:r>
      <w:r w:rsidR="0024252B" w:rsidRPr="002813C1">
        <w:t>écriture m</w:t>
      </w:r>
      <w:r>
        <w:t>’</w:t>
      </w:r>
      <w:r w:rsidR="0024252B" w:rsidRPr="002813C1">
        <w:t>était inconnue</w:t>
      </w:r>
      <w:r>
        <w:t xml:space="preserve">, </w:t>
      </w:r>
      <w:r w:rsidR="0024252B" w:rsidRPr="002813C1">
        <w:t>je compris que cette lettre était de lui</w:t>
      </w:r>
      <w:r>
        <w:t xml:space="preserve">… </w:t>
      </w:r>
      <w:r w:rsidR="0024252B" w:rsidRPr="002813C1">
        <w:t>J</w:t>
      </w:r>
      <w:r>
        <w:t>’</w:t>
      </w:r>
      <w:r w:rsidR="0024252B" w:rsidRPr="002813C1">
        <w:t>eus peur</w:t>
      </w:r>
      <w:r>
        <w:t xml:space="preserve">, </w:t>
      </w:r>
      <w:r w:rsidR="0024252B" w:rsidRPr="002813C1">
        <w:t>et ma première pensée fut de la porter</w:t>
      </w:r>
      <w:r>
        <w:t xml:space="preserve">, </w:t>
      </w:r>
      <w:r w:rsidR="0024252B" w:rsidRPr="002813C1">
        <w:t>non à ma mère</w:t>
      </w:r>
      <w:r>
        <w:t xml:space="preserve">, </w:t>
      </w:r>
      <w:r w:rsidR="0024252B" w:rsidRPr="002813C1">
        <w:t>en qui je voyais une ennemie</w:t>
      </w:r>
      <w:r>
        <w:t xml:space="preserve">, </w:t>
      </w:r>
      <w:r w:rsidR="0024252B" w:rsidRPr="002813C1">
        <w:t>mais à mon père</w:t>
      </w:r>
      <w:r>
        <w:t>…</w:t>
      </w:r>
    </w:p>
    <w:p w14:paraId="317A68E6" w14:textId="77777777" w:rsidR="00B77E03" w:rsidRDefault="00B77E03" w:rsidP="00B77E03">
      <w:r>
        <w:t>« </w:t>
      </w:r>
      <w:r w:rsidR="0024252B" w:rsidRPr="002813C1">
        <w:t>Mon père était absent</w:t>
      </w:r>
      <w:r>
        <w:t xml:space="preserve">, </w:t>
      </w:r>
      <w:r w:rsidR="0024252B" w:rsidRPr="002813C1">
        <w:t>je gardai la lettre</w:t>
      </w:r>
      <w:r>
        <w:t xml:space="preserve">, </w:t>
      </w:r>
      <w:r w:rsidR="0024252B" w:rsidRPr="002813C1">
        <w:t>je la lus</w:t>
      </w:r>
      <w:r>
        <w:t xml:space="preserve">, </w:t>
      </w:r>
      <w:r w:rsidR="0024252B" w:rsidRPr="002813C1">
        <w:t>j</w:t>
      </w:r>
      <w:r>
        <w:t>’</w:t>
      </w:r>
      <w:r w:rsidR="0024252B" w:rsidRPr="002813C1">
        <w:t>y répondis</w:t>
      </w:r>
      <w:r>
        <w:t xml:space="preserve">… </w:t>
      </w:r>
      <w:r w:rsidR="0024252B" w:rsidRPr="002813C1">
        <w:t>et il m</w:t>
      </w:r>
      <w:r>
        <w:t>’</w:t>
      </w:r>
      <w:r w:rsidR="0024252B" w:rsidRPr="002813C1">
        <w:t>écrivit encore</w:t>
      </w:r>
      <w:r>
        <w:t>…</w:t>
      </w:r>
    </w:p>
    <w:p w14:paraId="51A34473" w14:textId="77777777" w:rsidR="00B77E03" w:rsidRDefault="00B77E03" w:rsidP="00B77E03">
      <w:r>
        <w:t>« </w:t>
      </w:r>
      <w:r w:rsidR="0024252B" w:rsidRPr="002813C1">
        <w:t>Hélas</w:t>
      </w:r>
      <w:r>
        <w:t xml:space="preserve"> !… </w:t>
      </w:r>
      <w:r w:rsidR="0024252B" w:rsidRPr="002813C1">
        <w:t>c</w:t>
      </w:r>
      <w:r>
        <w:t>’</w:t>
      </w:r>
      <w:r w:rsidR="0024252B" w:rsidRPr="002813C1">
        <w:t>est à ce moment que je fus inexcusable</w:t>
      </w:r>
      <w:r>
        <w:t>…</w:t>
      </w:r>
    </w:p>
    <w:p w14:paraId="4A0A8A47" w14:textId="77777777" w:rsidR="00B77E03" w:rsidRDefault="00B77E03" w:rsidP="00B77E03">
      <w:r>
        <w:t>« </w:t>
      </w:r>
      <w:r w:rsidR="0024252B" w:rsidRPr="002813C1">
        <w:t>Je savais bien que continuer cette correspondance clandestine était plus qu</w:t>
      </w:r>
      <w:r>
        <w:t>’</w:t>
      </w:r>
      <w:r w:rsidR="0024252B" w:rsidRPr="002813C1">
        <w:t>une faute</w:t>
      </w:r>
      <w:r>
        <w:t xml:space="preserve">… </w:t>
      </w:r>
      <w:r w:rsidR="0024252B" w:rsidRPr="002813C1">
        <w:t>J</w:t>
      </w:r>
      <w:r>
        <w:t>’</w:t>
      </w:r>
      <w:r w:rsidR="0024252B" w:rsidRPr="002813C1">
        <w:t>étais sûre que jamais ma famille n</w:t>
      </w:r>
      <w:r>
        <w:t>’</w:t>
      </w:r>
      <w:r w:rsidR="0024252B" w:rsidRPr="002813C1">
        <w:t>accorderait ma main à un homme qui n</w:t>
      </w:r>
      <w:r>
        <w:t>’</w:t>
      </w:r>
      <w:r w:rsidR="0024252B" w:rsidRPr="002813C1">
        <w:t>était pas noble</w:t>
      </w:r>
      <w:r>
        <w:t xml:space="preserve">, </w:t>
      </w:r>
      <w:r w:rsidR="0024252B" w:rsidRPr="002813C1">
        <w:t>et que ces relations ne pouvaient aboutir qu</w:t>
      </w:r>
      <w:r>
        <w:t>’</w:t>
      </w:r>
      <w:r w:rsidR="0024252B" w:rsidRPr="002813C1">
        <w:t>à l</w:t>
      </w:r>
      <w:r>
        <w:t>’</w:t>
      </w:r>
      <w:r w:rsidR="0024252B" w:rsidRPr="002813C1">
        <w:t>abîme</w:t>
      </w:r>
      <w:r>
        <w:t xml:space="preserve">… </w:t>
      </w:r>
      <w:r w:rsidR="0024252B" w:rsidRPr="002813C1">
        <w:t>Je sentais que je jouais ma réputation</w:t>
      </w:r>
      <w:r>
        <w:t xml:space="preserve">, </w:t>
      </w:r>
      <w:r w:rsidR="0024252B" w:rsidRPr="002813C1">
        <w:t>l</w:t>
      </w:r>
      <w:r>
        <w:t>’</w:t>
      </w:r>
      <w:r w:rsidR="0024252B" w:rsidRPr="002813C1">
        <w:t>honneur intact de notre maison</w:t>
      </w:r>
      <w:r>
        <w:t xml:space="preserve">, </w:t>
      </w:r>
      <w:r w:rsidR="0024252B" w:rsidRPr="002813C1">
        <w:t>mon bonheur et ma vie</w:t>
      </w:r>
      <w:r>
        <w:t xml:space="preserve">, </w:t>
      </w:r>
      <w:r w:rsidR="0024252B" w:rsidRPr="002813C1">
        <w:t>que je me perdais</w:t>
      </w:r>
      <w:r>
        <w:t xml:space="preserve">, </w:t>
      </w:r>
      <w:r w:rsidR="0024252B" w:rsidRPr="002813C1">
        <w:t>en un mot</w:t>
      </w:r>
      <w:r>
        <w:t> !…</w:t>
      </w:r>
    </w:p>
    <w:p w14:paraId="503E51B2" w14:textId="77777777" w:rsidR="00B77E03" w:rsidRDefault="00B77E03" w:rsidP="00B77E03">
      <w:r>
        <w:t>« </w:t>
      </w:r>
      <w:r w:rsidR="0024252B" w:rsidRPr="002813C1">
        <w:t>N</w:t>
      </w:r>
      <w:r>
        <w:t>’</w:t>
      </w:r>
      <w:r w:rsidR="0024252B" w:rsidRPr="002813C1">
        <w:t>importe je persistai</w:t>
      </w:r>
      <w:r>
        <w:t xml:space="preserve">, </w:t>
      </w:r>
      <w:r w:rsidR="0024252B" w:rsidRPr="002813C1">
        <w:t>en proie à une sorte d</w:t>
      </w:r>
      <w:r>
        <w:t>’</w:t>
      </w:r>
      <w:r w:rsidR="0024252B" w:rsidRPr="002813C1">
        <w:t>ivresse inconcevable</w:t>
      </w:r>
      <w:r>
        <w:t xml:space="preserve">, </w:t>
      </w:r>
      <w:r w:rsidR="0024252B" w:rsidRPr="002813C1">
        <w:t>goûtant à tout braver d</w:t>
      </w:r>
      <w:r>
        <w:t>’</w:t>
      </w:r>
      <w:r w:rsidR="0024252B" w:rsidRPr="002813C1">
        <w:t>âpres et terribles félicités</w:t>
      </w:r>
      <w:r>
        <w:t>…</w:t>
      </w:r>
    </w:p>
    <w:p w14:paraId="4717B92D" w14:textId="77777777" w:rsidR="00B77E03" w:rsidRDefault="00B77E03" w:rsidP="00B77E03">
      <w:r>
        <w:t>« </w:t>
      </w:r>
      <w:r w:rsidR="0024252B" w:rsidRPr="002813C1">
        <w:t>Il ne me laissait d</w:t>
      </w:r>
      <w:r>
        <w:t>’</w:t>
      </w:r>
      <w:r w:rsidR="0024252B" w:rsidRPr="002813C1">
        <w:t>ailleurs pas le temps de respirer</w:t>
      </w:r>
      <w:r>
        <w:t xml:space="preserve">, </w:t>
      </w:r>
      <w:r w:rsidR="0024252B" w:rsidRPr="002813C1">
        <w:t>ni de me reconnaître</w:t>
      </w:r>
      <w:r>
        <w:t xml:space="preserve">… </w:t>
      </w:r>
      <w:r w:rsidR="0024252B" w:rsidRPr="002813C1">
        <w:t>Partout</w:t>
      </w:r>
      <w:r>
        <w:t xml:space="preserve">, </w:t>
      </w:r>
      <w:r w:rsidR="0024252B" w:rsidRPr="002813C1">
        <w:t>sans cesse</w:t>
      </w:r>
      <w:r>
        <w:t xml:space="preserve">, </w:t>
      </w:r>
      <w:r w:rsidR="0024252B" w:rsidRPr="002813C1">
        <w:t>à tous les instants</w:t>
      </w:r>
      <w:r>
        <w:t xml:space="preserve">, </w:t>
      </w:r>
      <w:r w:rsidR="0024252B" w:rsidRPr="002813C1">
        <w:t>il se rappelait à moi</w:t>
      </w:r>
      <w:r>
        <w:t xml:space="preserve">… </w:t>
      </w:r>
      <w:r w:rsidR="0024252B" w:rsidRPr="002813C1">
        <w:t>Grâce à des miracles d</w:t>
      </w:r>
      <w:r>
        <w:t>’</w:t>
      </w:r>
      <w:r w:rsidR="0024252B" w:rsidRPr="002813C1">
        <w:t>adresse</w:t>
      </w:r>
      <w:r>
        <w:t xml:space="preserve">, </w:t>
      </w:r>
      <w:r w:rsidR="0024252B" w:rsidRPr="002813C1">
        <w:t>d</w:t>
      </w:r>
      <w:r>
        <w:t>’</w:t>
      </w:r>
      <w:r w:rsidR="0024252B" w:rsidRPr="002813C1">
        <w:t>audace et de séduction</w:t>
      </w:r>
      <w:r>
        <w:t xml:space="preserve">, </w:t>
      </w:r>
      <w:r w:rsidR="0024252B" w:rsidRPr="002813C1">
        <w:t>il avait trouvé le secret de vivre en quelque sorte de ma vie</w:t>
      </w:r>
      <w:r>
        <w:t xml:space="preserve">, </w:t>
      </w:r>
      <w:r w:rsidR="0024252B" w:rsidRPr="002813C1">
        <w:t>à mes côtés</w:t>
      </w:r>
      <w:r>
        <w:t xml:space="preserve">, </w:t>
      </w:r>
      <w:r w:rsidR="0024252B" w:rsidRPr="002813C1">
        <w:t>dans l</w:t>
      </w:r>
      <w:r>
        <w:t>’</w:t>
      </w:r>
      <w:r w:rsidR="0024252B" w:rsidRPr="002813C1">
        <w:t>hôtel de mon père</w:t>
      </w:r>
      <w:r>
        <w:t xml:space="preserve">… </w:t>
      </w:r>
      <w:r w:rsidR="0024252B" w:rsidRPr="002813C1">
        <w:t>Que de fois</w:t>
      </w:r>
      <w:r>
        <w:t xml:space="preserve">, </w:t>
      </w:r>
      <w:r w:rsidR="0024252B" w:rsidRPr="002813C1">
        <w:t>au matin</w:t>
      </w:r>
      <w:r>
        <w:t xml:space="preserve">, </w:t>
      </w:r>
      <w:r w:rsidR="0024252B" w:rsidRPr="002813C1">
        <w:t>j</w:t>
      </w:r>
      <w:r>
        <w:t>’</w:t>
      </w:r>
      <w:r w:rsidR="0024252B" w:rsidRPr="002813C1">
        <w:t>ai trouvé pleins de fleurs rares les vases de ma cheminée</w:t>
      </w:r>
      <w:r>
        <w:t xml:space="preserve">, </w:t>
      </w:r>
      <w:r w:rsidR="0024252B" w:rsidRPr="002813C1">
        <w:t>sans pouvoir m</w:t>
      </w:r>
      <w:r>
        <w:t>’</w:t>
      </w:r>
      <w:r w:rsidR="0024252B" w:rsidRPr="002813C1">
        <w:t>expliquer quelles mains les y avaient placées</w:t>
      </w:r>
      <w:r>
        <w:t xml:space="preserve">, </w:t>
      </w:r>
      <w:r w:rsidR="0024252B" w:rsidRPr="002813C1">
        <w:t>à quelle heure ni comment</w:t>
      </w:r>
      <w:r>
        <w:t xml:space="preserve">, </w:t>
      </w:r>
      <w:r w:rsidR="0024252B" w:rsidRPr="002813C1">
        <w:t>puisque la veille au soir j</w:t>
      </w:r>
      <w:r>
        <w:t>’</w:t>
      </w:r>
      <w:r w:rsidR="0024252B" w:rsidRPr="002813C1">
        <w:t>avais fermé à double tour la porte de ma chambre</w:t>
      </w:r>
      <w:r>
        <w:t>.</w:t>
      </w:r>
    </w:p>
    <w:p w14:paraId="33FDA9E0" w14:textId="77777777" w:rsidR="00B77E03" w:rsidRDefault="00B77E03" w:rsidP="00B77E03">
      <w:r>
        <w:lastRenderedPageBreak/>
        <w:t>« </w:t>
      </w:r>
      <w:r w:rsidR="0024252B" w:rsidRPr="002813C1">
        <w:t>Ah</w:t>
      </w:r>
      <w:r>
        <w:t xml:space="preserve"> !… </w:t>
      </w:r>
      <w:r w:rsidR="0024252B" w:rsidRPr="002813C1">
        <w:t>le moyen de ne pas croire à une passion qu</w:t>
      </w:r>
      <w:r>
        <w:t>’</w:t>
      </w:r>
      <w:r w:rsidR="0024252B" w:rsidRPr="002813C1">
        <w:t>on sent incessamment palpiter autour de soi</w:t>
      </w:r>
      <w:r>
        <w:t xml:space="preserve">, </w:t>
      </w:r>
      <w:r w:rsidR="0024252B" w:rsidRPr="002813C1">
        <w:t>et dont on se pénètre avec l</w:t>
      </w:r>
      <w:r>
        <w:t>’</w:t>
      </w:r>
      <w:r w:rsidR="0024252B" w:rsidRPr="002813C1">
        <w:t>air qu</w:t>
      </w:r>
      <w:r>
        <w:t>’</w:t>
      </w:r>
      <w:r w:rsidR="0024252B" w:rsidRPr="002813C1">
        <w:t>on respire</w:t>
      </w:r>
      <w:r>
        <w:t xml:space="preserve"> !… </w:t>
      </w:r>
      <w:r w:rsidR="0024252B" w:rsidRPr="002813C1">
        <w:t>Et comment ne pas s</w:t>
      </w:r>
      <w:r>
        <w:t>’</w:t>
      </w:r>
      <w:r w:rsidR="0024252B" w:rsidRPr="002813C1">
        <w:t>y abandonner</w:t>
      </w:r>
      <w:r>
        <w:t>…</w:t>
      </w:r>
    </w:p>
    <w:p w14:paraId="0BCE7629" w14:textId="77777777" w:rsidR="00B77E03" w:rsidRDefault="00B77E03" w:rsidP="00B77E03">
      <w:r>
        <w:t>« </w:t>
      </w:r>
      <w:r w:rsidR="0024252B" w:rsidRPr="002813C1">
        <w:t>Le but d</w:t>
      </w:r>
      <w:r>
        <w:t>’</w:t>
      </w:r>
      <w:r w:rsidR="0024252B" w:rsidRPr="002813C1">
        <w:t>Arthur Gordon</w:t>
      </w:r>
      <w:r>
        <w:t xml:space="preserve">, </w:t>
      </w:r>
      <w:r w:rsidR="0024252B" w:rsidRPr="002813C1">
        <w:t>je ne l</w:t>
      </w:r>
      <w:r>
        <w:t>’</w:t>
      </w:r>
      <w:r w:rsidR="0024252B" w:rsidRPr="002813C1">
        <w:t>ai su que plus tard</w:t>
      </w:r>
      <w:r>
        <w:t>…</w:t>
      </w:r>
    </w:p>
    <w:p w14:paraId="7764C164" w14:textId="77777777" w:rsidR="00B77E03" w:rsidRDefault="00B77E03" w:rsidP="00B77E03">
      <w:r>
        <w:t>« </w:t>
      </w:r>
      <w:r w:rsidR="0024252B" w:rsidRPr="002813C1">
        <w:t>Il était venu à Paris avec l</w:t>
      </w:r>
      <w:r>
        <w:t>’</w:t>
      </w:r>
      <w:r w:rsidR="0024252B" w:rsidRPr="002813C1">
        <w:t>intention irrévocablement arrêtée de séduire quelque riche héritière</w:t>
      </w:r>
      <w:r>
        <w:t xml:space="preserve">, </w:t>
      </w:r>
      <w:r w:rsidR="0024252B" w:rsidRPr="002813C1">
        <w:t>et de forcer la famille à la lui donner avec une grosse dot</w:t>
      </w:r>
      <w:r>
        <w:t xml:space="preserve">, </w:t>
      </w:r>
      <w:r w:rsidR="0024252B" w:rsidRPr="002813C1">
        <w:t>en provoquant un de ces scandales déshonorants qui rendent un mariage inévitable</w:t>
      </w:r>
      <w:r>
        <w:t>…</w:t>
      </w:r>
    </w:p>
    <w:p w14:paraId="3907A247" w14:textId="77777777" w:rsidR="00B77E03" w:rsidRDefault="00B77E03" w:rsidP="00B77E03">
      <w:r>
        <w:t>« </w:t>
      </w:r>
      <w:r w:rsidR="0024252B" w:rsidRPr="002813C1">
        <w:t>Il est des hommes dont c</w:t>
      </w:r>
      <w:r>
        <w:t>’</w:t>
      </w:r>
      <w:r w:rsidR="0024252B" w:rsidRPr="002813C1">
        <w:t>est l</w:t>
      </w:r>
      <w:r>
        <w:t>’</w:t>
      </w:r>
      <w:r w:rsidR="0024252B" w:rsidRPr="002813C1">
        <w:t>unique spéculation</w:t>
      </w:r>
      <w:r>
        <w:t>…</w:t>
      </w:r>
    </w:p>
    <w:p w14:paraId="3615FC0F" w14:textId="77777777" w:rsidR="00B77E03" w:rsidRDefault="00B77E03" w:rsidP="00B77E03">
      <w:r>
        <w:t>« </w:t>
      </w:r>
      <w:r w:rsidR="0024252B" w:rsidRPr="002813C1">
        <w:t>Lui</w:t>
      </w:r>
      <w:r>
        <w:t xml:space="preserve">, </w:t>
      </w:r>
      <w:r w:rsidR="0024252B" w:rsidRPr="002813C1">
        <w:t>en même temps que moi</w:t>
      </w:r>
      <w:r>
        <w:t xml:space="preserve">, </w:t>
      </w:r>
      <w:r w:rsidR="0024252B" w:rsidRPr="002813C1">
        <w:t>poursuivait deux autres jeunes filles très-riches</w:t>
      </w:r>
      <w:r>
        <w:t xml:space="preserve">, </w:t>
      </w:r>
      <w:r w:rsidR="0024252B" w:rsidRPr="002813C1">
        <w:t>persuadé que sur les trois il y en aurait bien une qui succomberait</w:t>
      </w:r>
      <w:r>
        <w:t>…</w:t>
      </w:r>
    </w:p>
    <w:p w14:paraId="640BD461" w14:textId="77777777" w:rsidR="00B77E03" w:rsidRDefault="00B77E03" w:rsidP="00B77E03">
      <w:r>
        <w:t>« </w:t>
      </w:r>
      <w:r w:rsidR="0024252B" w:rsidRPr="002813C1">
        <w:t>C</w:t>
      </w:r>
      <w:r>
        <w:t>’</w:t>
      </w:r>
      <w:r w:rsidR="0024252B" w:rsidRPr="002813C1">
        <w:t>est moi qui la première succombai</w:t>
      </w:r>
      <w:r>
        <w:t>.</w:t>
      </w:r>
    </w:p>
    <w:p w14:paraId="7D7BCE27" w14:textId="77777777" w:rsidR="00B77E03" w:rsidRDefault="00B77E03" w:rsidP="00B77E03">
      <w:r>
        <w:t>« </w:t>
      </w:r>
      <w:r w:rsidR="0024252B" w:rsidRPr="002813C1">
        <w:t>Une de ces circonstances imprévues qui sont les arrêts de la Providence</w:t>
      </w:r>
      <w:r>
        <w:t xml:space="preserve">, </w:t>
      </w:r>
      <w:r w:rsidR="0024252B" w:rsidRPr="002813C1">
        <w:t>devait décider de mon sort</w:t>
      </w:r>
      <w:r>
        <w:t>…</w:t>
      </w:r>
    </w:p>
    <w:p w14:paraId="5C14C6D8" w14:textId="77777777" w:rsidR="00B77E03" w:rsidRDefault="00B77E03" w:rsidP="00B77E03">
      <w:r>
        <w:t>« </w:t>
      </w:r>
      <w:r w:rsidR="0024252B" w:rsidRPr="002813C1">
        <w:t>Plusieurs fois déjà</w:t>
      </w:r>
      <w:r>
        <w:t xml:space="preserve">, </w:t>
      </w:r>
      <w:r w:rsidR="0024252B" w:rsidRPr="002813C1">
        <w:t>sur les instantes prières d</w:t>
      </w:r>
      <w:r>
        <w:t>’</w:t>
      </w:r>
      <w:r w:rsidR="0024252B" w:rsidRPr="002813C1">
        <w:t>Arthur</w:t>
      </w:r>
      <w:r>
        <w:t xml:space="preserve">, </w:t>
      </w:r>
      <w:r w:rsidR="0024252B" w:rsidRPr="002813C1">
        <w:t>je l</w:t>
      </w:r>
      <w:r>
        <w:t>’</w:t>
      </w:r>
      <w:r w:rsidR="0024252B" w:rsidRPr="002813C1">
        <w:t>avais reçu</w:t>
      </w:r>
      <w:r>
        <w:t xml:space="preserve">, </w:t>
      </w:r>
      <w:r w:rsidR="0024252B" w:rsidRPr="002813C1">
        <w:t>de nuit</w:t>
      </w:r>
      <w:r>
        <w:t xml:space="preserve">, </w:t>
      </w:r>
      <w:r w:rsidR="0024252B" w:rsidRPr="002813C1">
        <w:t>dans un pavillon situé au milieu du jardin</w:t>
      </w:r>
      <w:r>
        <w:t xml:space="preserve">, </w:t>
      </w:r>
      <w:r w:rsidR="0024252B" w:rsidRPr="002813C1">
        <w:t>où se trouvaient une salle de billard et une grande pièce où mon frère s</w:t>
      </w:r>
      <w:r>
        <w:t>’</w:t>
      </w:r>
      <w:r w:rsidR="0024252B" w:rsidRPr="002813C1">
        <w:t>exerçait aux armes avec ses professeurs ou avec ses amis</w:t>
      </w:r>
      <w:r>
        <w:t>.</w:t>
      </w:r>
    </w:p>
    <w:p w14:paraId="0F28014B" w14:textId="77777777" w:rsidR="00B77E03" w:rsidRDefault="00B77E03" w:rsidP="00B77E03">
      <w:r>
        <w:t>« </w:t>
      </w:r>
      <w:r w:rsidR="0024252B" w:rsidRPr="002813C1">
        <w:t>Là</w:t>
      </w:r>
      <w:r>
        <w:t xml:space="preserve">, </w:t>
      </w:r>
      <w:r w:rsidR="0024252B" w:rsidRPr="002813C1">
        <w:t>grâce à la liberté dont je jouissais</w:t>
      </w:r>
      <w:r>
        <w:t xml:space="preserve">, </w:t>
      </w:r>
      <w:r w:rsidR="0024252B" w:rsidRPr="002813C1">
        <w:t>nous avions tout lieu de nous croire en parfaite sûreté</w:t>
      </w:r>
      <w:r>
        <w:t xml:space="preserve">, </w:t>
      </w:r>
      <w:r w:rsidR="0024252B" w:rsidRPr="002813C1">
        <w:t>et notre imprudence allait jusqu</w:t>
      </w:r>
      <w:r>
        <w:t>’</w:t>
      </w:r>
      <w:r w:rsidR="0024252B" w:rsidRPr="002813C1">
        <w:t>à allumer des bougies</w:t>
      </w:r>
      <w:r>
        <w:t>…</w:t>
      </w:r>
    </w:p>
    <w:p w14:paraId="3160C432" w14:textId="77777777" w:rsidR="00B77E03" w:rsidRDefault="00B77E03" w:rsidP="00B77E03">
      <w:r>
        <w:t>« </w:t>
      </w:r>
      <w:r w:rsidR="0024252B" w:rsidRPr="002813C1">
        <w:t>Une nuit cependant</w:t>
      </w:r>
      <w:r>
        <w:t xml:space="preserve">, </w:t>
      </w:r>
      <w:r w:rsidR="0024252B" w:rsidRPr="002813C1">
        <w:t>je venais de rejoindre Arthur au pavillon</w:t>
      </w:r>
      <w:r>
        <w:t xml:space="preserve">, </w:t>
      </w:r>
      <w:r w:rsidR="0024252B" w:rsidRPr="002813C1">
        <w:t>lorsqu</w:t>
      </w:r>
      <w:r>
        <w:t>’</w:t>
      </w:r>
      <w:r w:rsidR="0024252B" w:rsidRPr="002813C1">
        <w:t>il me sembla entendre derrière moi comme le bruit d</w:t>
      </w:r>
      <w:r>
        <w:t>’</w:t>
      </w:r>
      <w:r w:rsidR="0024252B" w:rsidRPr="002813C1">
        <w:t>une respiration rauque</w:t>
      </w:r>
      <w:r>
        <w:t>…</w:t>
      </w:r>
    </w:p>
    <w:p w14:paraId="664909E4" w14:textId="77777777" w:rsidR="00B77E03" w:rsidRDefault="00B77E03" w:rsidP="00B77E03">
      <w:r>
        <w:lastRenderedPageBreak/>
        <w:t>« </w:t>
      </w:r>
      <w:r w:rsidR="0024252B" w:rsidRPr="002813C1">
        <w:t>Je me retournai effrayée</w:t>
      </w:r>
      <w:r>
        <w:t xml:space="preserve">… </w:t>
      </w:r>
      <w:r w:rsidR="0024252B" w:rsidRPr="002813C1">
        <w:t>Mon frère était debout sur le seuil</w:t>
      </w:r>
      <w:r>
        <w:t>…</w:t>
      </w:r>
    </w:p>
    <w:p w14:paraId="68A1CD5A" w14:textId="77777777" w:rsidR="00B77E03" w:rsidRDefault="00B77E03" w:rsidP="00B77E03">
      <w:r>
        <w:t>« </w:t>
      </w:r>
      <w:r w:rsidR="0024252B" w:rsidRPr="002813C1">
        <w:t>Oh</w:t>
      </w:r>
      <w:r>
        <w:t xml:space="preserve"> !… </w:t>
      </w:r>
      <w:r w:rsidR="0024252B" w:rsidRPr="002813C1">
        <w:t>alors je compris combien j</w:t>
      </w:r>
      <w:r>
        <w:t>’</w:t>
      </w:r>
      <w:r w:rsidR="0024252B" w:rsidRPr="002813C1">
        <w:t>étais coupable</w:t>
      </w:r>
      <w:r>
        <w:t xml:space="preserve"> !… </w:t>
      </w:r>
      <w:r w:rsidR="0024252B" w:rsidRPr="002813C1">
        <w:t>Je sentis que de ces deux hommes</w:t>
      </w:r>
      <w:r>
        <w:t xml:space="preserve">, </w:t>
      </w:r>
      <w:r w:rsidR="0024252B" w:rsidRPr="002813C1">
        <w:t>dont l</w:t>
      </w:r>
      <w:r>
        <w:t>’</w:t>
      </w:r>
      <w:r w:rsidR="0024252B" w:rsidRPr="002813C1">
        <w:t>un était mon frère et l</w:t>
      </w:r>
      <w:r>
        <w:t>’</w:t>
      </w:r>
      <w:r w:rsidR="0024252B" w:rsidRPr="002813C1">
        <w:t>autre mon amant</w:t>
      </w:r>
      <w:r>
        <w:t xml:space="preserve">, </w:t>
      </w:r>
      <w:r w:rsidR="0024252B" w:rsidRPr="002813C1">
        <w:t>il y en avait un qui ne sortirait pas vivant du pavillon</w:t>
      </w:r>
      <w:r>
        <w:t>…</w:t>
      </w:r>
    </w:p>
    <w:p w14:paraId="6BB122BD" w14:textId="77777777" w:rsidR="00B77E03" w:rsidRDefault="00B77E03" w:rsidP="00B77E03">
      <w:r>
        <w:t>« </w:t>
      </w:r>
      <w:r w:rsidR="0024252B" w:rsidRPr="002813C1">
        <w:t>Je voulais parler</w:t>
      </w:r>
      <w:r>
        <w:t xml:space="preserve">, </w:t>
      </w:r>
      <w:r w:rsidR="0024252B" w:rsidRPr="002813C1">
        <w:t>dire quelque chose</w:t>
      </w:r>
      <w:r>
        <w:t xml:space="preserve">, </w:t>
      </w:r>
      <w:r w:rsidR="0024252B" w:rsidRPr="002813C1">
        <w:t>me jeter entre eux</w:t>
      </w:r>
      <w:r>
        <w:t xml:space="preserve">… </w:t>
      </w:r>
      <w:r w:rsidR="0024252B" w:rsidRPr="002813C1">
        <w:t>mais il me fut impossible de faire un mouvement</w:t>
      </w:r>
      <w:r>
        <w:t xml:space="preserve">, </w:t>
      </w:r>
      <w:r w:rsidR="0024252B" w:rsidRPr="002813C1">
        <w:t>impossible de prononcer une parole</w:t>
      </w:r>
      <w:r>
        <w:t xml:space="preserve">… </w:t>
      </w:r>
      <w:r w:rsidR="0024252B" w:rsidRPr="002813C1">
        <w:t>J</w:t>
      </w:r>
      <w:r>
        <w:t>’</w:t>
      </w:r>
      <w:r w:rsidR="0024252B" w:rsidRPr="002813C1">
        <w:t>étais comme pétrifiée</w:t>
      </w:r>
      <w:r>
        <w:t>…</w:t>
      </w:r>
    </w:p>
    <w:p w14:paraId="4D25D07C" w14:textId="77777777" w:rsidR="00B77E03" w:rsidRDefault="00B77E03" w:rsidP="00B77E03">
      <w:r>
        <w:t>« </w:t>
      </w:r>
      <w:r w:rsidR="0024252B" w:rsidRPr="002813C1">
        <w:t>Ils n</w:t>
      </w:r>
      <w:r>
        <w:t>’</w:t>
      </w:r>
      <w:r w:rsidR="0024252B" w:rsidRPr="002813C1">
        <w:t>échangèrent d</w:t>
      </w:r>
      <w:r>
        <w:t>’</w:t>
      </w:r>
      <w:r w:rsidR="0024252B" w:rsidRPr="002813C1">
        <w:t>ailleurs pas un mot</w:t>
      </w:r>
      <w:r>
        <w:t>.</w:t>
      </w:r>
    </w:p>
    <w:p w14:paraId="4BBB4CD2" w14:textId="77777777" w:rsidR="00B77E03" w:rsidRDefault="00B77E03" w:rsidP="00B77E03">
      <w:r>
        <w:t>« </w:t>
      </w:r>
      <w:r w:rsidR="0024252B" w:rsidRPr="002813C1">
        <w:t>Mon frère décrocha deux épées à une panoplie</w:t>
      </w:r>
      <w:r>
        <w:t xml:space="preserve">, </w:t>
      </w:r>
      <w:r w:rsidR="0024252B" w:rsidRPr="002813C1">
        <w:t>et il en jeta une aux pieds d</w:t>
      </w:r>
      <w:r>
        <w:t>’</w:t>
      </w:r>
      <w:r w:rsidR="0024252B" w:rsidRPr="002813C1">
        <w:t>Arthur</w:t>
      </w:r>
      <w:r>
        <w:t xml:space="preserve">, </w:t>
      </w:r>
      <w:r w:rsidR="0024252B" w:rsidRPr="002813C1">
        <w:t>en lui disant</w:t>
      </w:r>
      <w:r>
        <w:t> :</w:t>
      </w:r>
    </w:p>
    <w:p w14:paraId="7E9F23E0" w14:textId="77777777" w:rsidR="00B77E03" w:rsidRDefault="00B77E03" w:rsidP="00B77E03">
      <w:r>
        <w:t>« — </w:t>
      </w:r>
      <w:r w:rsidR="0024252B" w:rsidRPr="002813C1">
        <w:t>Je ne veux pas vous assassiner</w:t>
      </w:r>
      <w:r>
        <w:t xml:space="preserve">… </w:t>
      </w:r>
      <w:r w:rsidR="0024252B" w:rsidRPr="002813C1">
        <w:t>défendez votre vie et sauvez-la si vous pouvez</w:t>
      </w:r>
      <w:r>
        <w:t> !…</w:t>
      </w:r>
    </w:p>
    <w:p w14:paraId="665ACA2B" w14:textId="77777777" w:rsidR="00B77E03" w:rsidRDefault="00B77E03" w:rsidP="00B77E03">
      <w:r>
        <w:t>« </w:t>
      </w:r>
      <w:r w:rsidR="0024252B" w:rsidRPr="002813C1">
        <w:t>Et comme Arthur Gordon parlementait</w:t>
      </w:r>
      <w:r>
        <w:t xml:space="preserve">, </w:t>
      </w:r>
      <w:r w:rsidR="0024252B" w:rsidRPr="002813C1">
        <w:t>et semblait chercher à gagner du temps au lieu de ramasser l</w:t>
      </w:r>
      <w:r>
        <w:t>’</w:t>
      </w:r>
      <w:r w:rsidR="0024252B" w:rsidRPr="002813C1">
        <w:t>arme qui était à terre devant lui</w:t>
      </w:r>
      <w:r>
        <w:t xml:space="preserve">, </w:t>
      </w:r>
      <w:r w:rsidR="0024252B" w:rsidRPr="002813C1">
        <w:t>mon frère le frappa de la sienne au visage</w:t>
      </w:r>
      <w:r>
        <w:t xml:space="preserve">, </w:t>
      </w:r>
      <w:r w:rsidR="0024252B" w:rsidRPr="002813C1">
        <w:t>en criant</w:t>
      </w:r>
      <w:r>
        <w:t> :</w:t>
      </w:r>
    </w:p>
    <w:p w14:paraId="6E30BA0A" w14:textId="77777777" w:rsidR="00B77E03" w:rsidRDefault="00B77E03" w:rsidP="00B77E03">
      <w:r>
        <w:t>« — </w:t>
      </w:r>
      <w:r w:rsidR="0024252B" w:rsidRPr="002813C1">
        <w:t>Maintenant</w:t>
      </w:r>
      <w:r>
        <w:t xml:space="preserve">, </w:t>
      </w:r>
      <w:r w:rsidR="0024252B" w:rsidRPr="002813C1">
        <w:t>te battras-tu</w:t>
      </w:r>
      <w:r>
        <w:t xml:space="preserve">, </w:t>
      </w:r>
      <w:r w:rsidR="0024252B" w:rsidRPr="002813C1">
        <w:t>lâche</w:t>
      </w:r>
      <w:r>
        <w:t> !…</w:t>
      </w:r>
    </w:p>
    <w:p w14:paraId="5586A276" w14:textId="77777777" w:rsidR="00B77E03" w:rsidRDefault="00B77E03" w:rsidP="00B77E03">
      <w:r>
        <w:t>« </w:t>
      </w:r>
      <w:r w:rsidR="0024252B" w:rsidRPr="002813C1">
        <w:t>Le reste dura moins qu</w:t>
      </w:r>
      <w:r>
        <w:t>’</w:t>
      </w:r>
      <w:r w:rsidR="0024252B" w:rsidRPr="002813C1">
        <w:t>un éclair</w:t>
      </w:r>
      <w:r>
        <w:t xml:space="preserve">… </w:t>
      </w:r>
      <w:r w:rsidR="0024252B" w:rsidRPr="002813C1">
        <w:t>Arthur se saisit de son épée</w:t>
      </w:r>
      <w:r>
        <w:t xml:space="preserve">, </w:t>
      </w:r>
      <w:r w:rsidR="0024252B" w:rsidRPr="002813C1">
        <w:t>et se précipitant sur mon frère la lui enfonça jusqu</w:t>
      </w:r>
      <w:r>
        <w:t>’</w:t>
      </w:r>
      <w:r w:rsidR="0024252B" w:rsidRPr="002813C1">
        <w:t>à la garde dans la poitrine</w:t>
      </w:r>
      <w:r>
        <w:t>.</w:t>
      </w:r>
    </w:p>
    <w:p w14:paraId="6AF7864F" w14:textId="77777777" w:rsidR="00B77E03" w:rsidRDefault="00B77E03" w:rsidP="00B77E03">
      <w:r>
        <w:t>« </w:t>
      </w:r>
      <w:r w:rsidR="0024252B" w:rsidRPr="002813C1">
        <w:t>Je vis cela</w:t>
      </w:r>
      <w:r>
        <w:t xml:space="preserve">… </w:t>
      </w:r>
      <w:r w:rsidR="0024252B" w:rsidRPr="002813C1">
        <w:t>Je vis le sang jaillir sur les mains de mon amant</w:t>
      </w:r>
      <w:r>
        <w:t xml:space="preserve">. </w:t>
      </w:r>
      <w:r w:rsidR="0024252B" w:rsidRPr="002813C1">
        <w:t>Je vis mon frère chanceler</w:t>
      </w:r>
      <w:r>
        <w:t xml:space="preserve">, </w:t>
      </w:r>
      <w:r w:rsidR="0024252B" w:rsidRPr="002813C1">
        <w:t>battre l</w:t>
      </w:r>
      <w:r>
        <w:t>’</w:t>
      </w:r>
      <w:r w:rsidR="0024252B" w:rsidRPr="002813C1">
        <w:t>air de ses bras et s</w:t>
      </w:r>
      <w:r>
        <w:t>’</w:t>
      </w:r>
      <w:r w:rsidR="0024252B" w:rsidRPr="002813C1">
        <w:t>affaisser</w:t>
      </w:r>
      <w:r>
        <w:t>…</w:t>
      </w:r>
    </w:p>
    <w:p w14:paraId="52687B54" w14:textId="77777777" w:rsidR="00B77E03" w:rsidRDefault="00B77E03" w:rsidP="00B77E03">
      <w:r>
        <w:t>« </w:t>
      </w:r>
      <w:r w:rsidR="0024252B" w:rsidRPr="002813C1">
        <w:t>Et moi-même</w:t>
      </w:r>
      <w:r>
        <w:t xml:space="preserve">, </w:t>
      </w:r>
      <w:r w:rsidR="0024252B" w:rsidRPr="002813C1">
        <w:t>perdant connaissance</w:t>
      </w:r>
      <w:r>
        <w:t xml:space="preserve">, </w:t>
      </w:r>
      <w:r w:rsidR="0024252B" w:rsidRPr="002813C1">
        <w:t>je tombai</w:t>
      </w:r>
      <w:r>
        <w:t> !…</w:t>
      </w:r>
    </w:p>
    <w:p w14:paraId="577644B8" w14:textId="31BBFD85" w:rsidR="00B77E03" w:rsidRDefault="0024252B" w:rsidP="00B77E03">
      <w:r w:rsidRPr="002813C1">
        <w:lastRenderedPageBreak/>
        <w:t xml:space="preserve">À voir </w:t>
      </w:r>
      <w:r w:rsidR="00B77E03">
        <w:t>M</w:t>
      </w:r>
      <w:r w:rsidR="00B77E03" w:rsidRPr="00B77E03">
        <w:rPr>
          <w:vertAlign w:val="superscript"/>
        </w:rPr>
        <w:t>me</w:t>
      </w:r>
      <w:r w:rsidR="00B77E03">
        <w:t> </w:t>
      </w:r>
      <w:r w:rsidRPr="002813C1">
        <w:t>d</w:t>
      </w:r>
      <w:r w:rsidR="00B77E03">
        <w:t>’</w:t>
      </w:r>
      <w:r w:rsidRPr="002813C1">
        <w:t>Argelès debout</w:t>
      </w:r>
      <w:r w:rsidR="00B77E03">
        <w:t xml:space="preserve">, </w:t>
      </w:r>
      <w:r w:rsidRPr="002813C1">
        <w:t>le buste penché en avant</w:t>
      </w:r>
      <w:r w:rsidR="00B77E03">
        <w:t xml:space="preserve">, </w:t>
      </w:r>
      <w:r w:rsidRPr="002813C1">
        <w:t>les traits contractés</w:t>
      </w:r>
      <w:r w:rsidR="00B77E03">
        <w:t xml:space="preserve">, </w:t>
      </w:r>
      <w:r w:rsidRPr="002813C1">
        <w:t>la pupille démesurément agrandie</w:t>
      </w:r>
      <w:r w:rsidR="00B77E03">
        <w:t xml:space="preserve">, </w:t>
      </w:r>
      <w:r w:rsidRPr="002813C1">
        <w:t>on eût dit que</w:t>
      </w:r>
      <w:r w:rsidR="00B77E03">
        <w:t xml:space="preserve">, </w:t>
      </w:r>
      <w:r w:rsidRPr="002813C1">
        <w:t>sa volonté déchirant les brumes du passé</w:t>
      </w:r>
      <w:r w:rsidR="00B77E03">
        <w:t xml:space="preserve">, </w:t>
      </w:r>
      <w:r w:rsidRPr="002813C1">
        <w:t>elle percevait distinctement les scènes qu</w:t>
      </w:r>
      <w:r w:rsidR="00B77E03">
        <w:t>’</w:t>
      </w:r>
      <w:r w:rsidRPr="002813C1">
        <w:t>elle retraçait</w:t>
      </w:r>
      <w:r w:rsidR="00B77E03">
        <w:t>…</w:t>
      </w:r>
    </w:p>
    <w:p w14:paraId="320FFE2F" w14:textId="3C24B0F7" w:rsidR="00B77E03" w:rsidRDefault="0024252B" w:rsidP="00B77E03">
      <w:r w:rsidRPr="002813C1">
        <w:t>Elle semblait</w:t>
      </w:r>
      <w:r w:rsidR="00B77E03">
        <w:t xml:space="preserve">, </w:t>
      </w:r>
      <w:r w:rsidRPr="002813C1">
        <w:t>à vingt ans de distance</w:t>
      </w:r>
      <w:r w:rsidR="00B77E03">
        <w:t xml:space="preserve">, </w:t>
      </w:r>
      <w:r w:rsidRPr="002813C1">
        <w:t>en endurer la souffrance et en épuiser l</w:t>
      </w:r>
      <w:r w:rsidR="00B77E03">
        <w:t>’</w:t>
      </w:r>
      <w:r w:rsidRPr="002813C1">
        <w:t>horreur</w:t>
      </w:r>
      <w:r w:rsidR="00B77E03">
        <w:t xml:space="preserve">, </w:t>
      </w:r>
      <w:r w:rsidRPr="002813C1">
        <w:t>et cela donnait à l</w:t>
      </w:r>
      <w:r w:rsidR="00B77E03">
        <w:t>’</w:t>
      </w:r>
      <w:r w:rsidRPr="002813C1">
        <w:t>émotion de son récit une si poignante intensité</w:t>
      </w:r>
      <w:r w:rsidR="00B77E03">
        <w:t xml:space="preserve">, </w:t>
      </w:r>
      <w:r w:rsidRPr="002813C1">
        <w:t xml:space="preserve">que </w:t>
      </w:r>
      <w:r w:rsidR="00B77E03">
        <w:t>M. </w:t>
      </w:r>
      <w:proofErr w:type="spellStart"/>
      <w:r w:rsidRPr="002813C1">
        <w:t>Wilkie</w:t>
      </w:r>
      <w:proofErr w:type="spellEnd"/>
      <w:r w:rsidRPr="002813C1">
        <w:t xml:space="preserve"> se sentait</w:t>
      </w:r>
      <w:r w:rsidR="00B77E03">
        <w:t xml:space="preserve">, </w:t>
      </w:r>
      <w:r w:rsidRPr="002813C1">
        <w:t>non précisément touché</w:t>
      </w:r>
      <w:r w:rsidR="00B77E03">
        <w:t xml:space="preserve">, </w:t>
      </w:r>
      <w:r w:rsidRPr="002813C1">
        <w:t>mais</w:t>
      </w:r>
      <w:r w:rsidR="00B77E03">
        <w:t xml:space="preserve">, </w:t>
      </w:r>
      <w:r w:rsidRPr="002813C1">
        <w:t>ainsi qu</w:t>
      </w:r>
      <w:r w:rsidR="00B77E03">
        <w:t>’</w:t>
      </w:r>
      <w:r w:rsidRPr="002813C1">
        <w:t>il l</w:t>
      </w:r>
      <w:r w:rsidR="00B77E03">
        <w:t>’</w:t>
      </w:r>
      <w:r w:rsidRPr="002813C1">
        <w:t>avoua plus tard</w:t>
      </w:r>
      <w:r w:rsidR="00B77E03">
        <w:t>, « </w:t>
      </w:r>
      <w:r w:rsidRPr="002813C1">
        <w:t>crânement empoigné</w:t>
      </w:r>
      <w:r w:rsidR="00B77E03">
        <w:t>. »</w:t>
      </w:r>
      <w:r w:rsidRPr="002813C1">
        <w:t xml:space="preserve"> Même il avait cessé de se dandiner gracieusement sur la malle où il s</w:t>
      </w:r>
      <w:r w:rsidR="00B77E03">
        <w:t>’</w:t>
      </w:r>
      <w:r w:rsidRPr="002813C1">
        <w:t>était assis</w:t>
      </w:r>
      <w:r w:rsidR="00B77E03">
        <w:t xml:space="preserve">, </w:t>
      </w:r>
      <w:r w:rsidRPr="002813C1">
        <w:t>et de battre avec ses jambes pendantes une sorte de cadence</w:t>
      </w:r>
      <w:r w:rsidR="00B77E03">
        <w:t>.</w:t>
      </w:r>
    </w:p>
    <w:p w14:paraId="05251B5F" w14:textId="033737C8" w:rsidR="00B77E03" w:rsidRDefault="0024252B" w:rsidP="00B77E03">
      <w:r w:rsidRPr="002813C1">
        <w:t xml:space="preserve">Mais </w:t>
      </w:r>
      <w:r w:rsidR="00B77E03">
        <w:t>M</w:t>
      </w:r>
      <w:r w:rsidR="00B77E03" w:rsidRPr="00B77E03">
        <w:rPr>
          <w:vertAlign w:val="superscript"/>
        </w:rPr>
        <w:t>me</w:t>
      </w:r>
      <w:r w:rsidR="00B77E03">
        <w:t> </w:t>
      </w:r>
      <w:r w:rsidRPr="002813C1">
        <w:t>d</w:t>
      </w:r>
      <w:r w:rsidR="00B77E03">
        <w:t>’</w:t>
      </w:r>
      <w:r w:rsidRPr="002813C1">
        <w:t>Argelès paraissait avoir oublié sa présence</w:t>
      </w:r>
      <w:r w:rsidR="00B77E03">
        <w:t>.</w:t>
      </w:r>
    </w:p>
    <w:p w14:paraId="08FC70C6" w14:textId="77777777" w:rsidR="00B77E03" w:rsidRDefault="0024252B" w:rsidP="00B77E03">
      <w:r w:rsidRPr="002813C1">
        <w:t>Elle essuya l</w:t>
      </w:r>
      <w:r w:rsidR="00B77E03">
        <w:t>’</w:t>
      </w:r>
      <w:r w:rsidRPr="002813C1">
        <w:t>écume rougie de filets de sang qui montait à ses lèvres</w:t>
      </w:r>
      <w:r w:rsidR="00B77E03">
        <w:t xml:space="preserve">, </w:t>
      </w:r>
      <w:r w:rsidRPr="002813C1">
        <w:t>et</w:t>
      </w:r>
      <w:r w:rsidR="00B77E03">
        <w:t xml:space="preserve">, </w:t>
      </w:r>
      <w:r w:rsidRPr="002813C1">
        <w:t>de la même voix morne</w:t>
      </w:r>
      <w:r w:rsidR="00B77E03">
        <w:t xml:space="preserve">, </w:t>
      </w:r>
      <w:r w:rsidRPr="002813C1">
        <w:t>elle reprit</w:t>
      </w:r>
      <w:r w:rsidR="00B77E03">
        <w:t> :</w:t>
      </w:r>
    </w:p>
    <w:p w14:paraId="40A158E7" w14:textId="77777777" w:rsidR="00B77E03" w:rsidRDefault="00B77E03" w:rsidP="00B77E03">
      <w:r>
        <w:t>« — </w:t>
      </w:r>
      <w:r w:rsidR="0024252B" w:rsidRPr="002813C1">
        <w:t>Quand je revins à moi</w:t>
      </w:r>
      <w:r>
        <w:t xml:space="preserve">, </w:t>
      </w:r>
      <w:r w:rsidR="0024252B" w:rsidRPr="002813C1">
        <w:t>il faisait jour</w:t>
      </w:r>
      <w:r>
        <w:t xml:space="preserve">. </w:t>
      </w:r>
      <w:r w:rsidR="0024252B" w:rsidRPr="002813C1">
        <w:t>J</w:t>
      </w:r>
      <w:r>
        <w:t>’</w:t>
      </w:r>
      <w:r w:rsidR="0024252B" w:rsidRPr="002813C1">
        <w:t xml:space="preserve">étais étendue </w:t>
      </w:r>
      <w:proofErr w:type="gramStart"/>
      <w:r w:rsidR="0024252B" w:rsidRPr="002813C1">
        <w:t>toute</w:t>
      </w:r>
      <w:proofErr w:type="gramEnd"/>
      <w:r w:rsidR="0024252B" w:rsidRPr="002813C1">
        <w:t xml:space="preserve"> habillée sur un lit</w:t>
      </w:r>
      <w:r>
        <w:t xml:space="preserve">, </w:t>
      </w:r>
      <w:r w:rsidR="0024252B" w:rsidRPr="002813C1">
        <w:t>dans une chambre qui m</w:t>
      </w:r>
      <w:r>
        <w:t>’</w:t>
      </w:r>
      <w:r w:rsidR="0024252B" w:rsidRPr="002813C1">
        <w:t>était inconnue</w:t>
      </w:r>
      <w:r>
        <w:t>.</w:t>
      </w:r>
    </w:p>
    <w:p w14:paraId="09FD8B11" w14:textId="77777777" w:rsidR="00B77E03" w:rsidRDefault="00B77E03" w:rsidP="00B77E03">
      <w:r>
        <w:t>« </w:t>
      </w:r>
      <w:r w:rsidR="0024252B" w:rsidRPr="002813C1">
        <w:t>Arthur Gordon se tenait debout au chevet</w:t>
      </w:r>
      <w:r>
        <w:t xml:space="preserve">, </w:t>
      </w:r>
      <w:r w:rsidR="0024252B" w:rsidRPr="002813C1">
        <w:t>épiant d</w:t>
      </w:r>
      <w:r>
        <w:t>’</w:t>
      </w:r>
      <w:r w:rsidR="0024252B" w:rsidRPr="002813C1">
        <w:t>un œil inquiet tous mes mouvements</w:t>
      </w:r>
      <w:r>
        <w:t>…</w:t>
      </w:r>
    </w:p>
    <w:p w14:paraId="72C8BB29" w14:textId="77777777" w:rsidR="00B77E03" w:rsidRDefault="00B77E03" w:rsidP="00B77E03">
      <w:r>
        <w:t>« </w:t>
      </w:r>
      <w:r w:rsidR="0024252B" w:rsidRPr="002813C1">
        <w:t>Il ne me laissa pas le temps de l</w:t>
      </w:r>
      <w:r>
        <w:t>’</w:t>
      </w:r>
      <w:r w:rsidR="0024252B" w:rsidRPr="002813C1">
        <w:t>interroger</w:t>
      </w:r>
      <w:r>
        <w:t>…</w:t>
      </w:r>
    </w:p>
    <w:p w14:paraId="1DD9A417" w14:textId="77777777" w:rsidR="00B77E03" w:rsidRDefault="00B77E03" w:rsidP="00B77E03">
      <w:r>
        <w:t>« — </w:t>
      </w:r>
      <w:r w:rsidR="0024252B" w:rsidRPr="002813C1">
        <w:t>Vous êtes ici chez moi</w:t>
      </w:r>
      <w:r>
        <w:t xml:space="preserve">, </w:t>
      </w:r>
      <w:r w:rsidR="0024252B" w:rsidRPr="002813C1">
        <w:t>prononça-t-il</w:t>
      </w:r>
      <w:r>
        <w:t xml:space="preserve">… </w:t>
      </w:r>
      <w:r w:rsidR="0024252B" w:rsidRPr="002813C1">
        <w:t>Votre frère est mort</w:t>
      </w:r>
      <w:r>
        <w:t> !…</w:t>
      </w:r>
    </w:p>
    <w:p w14:paraId="545A9A0D" w14:textId="77777777" w:rsidR="00B77E03" w:rsidRDefault="00B77E03" w:rsidP="00B77E03">
      <w:r>
        <w:t>« </w:t>
      </w:r>
      <w:r w:rsidR="0024252B" w:rsidRPr="002813C1">
        <w:t>Dieu puissant</w:t>
      </w:r>
      <w:r>
        <w:t xml:space="preserve"> !… </w:t>
      </w:r>
      <w:r w:rsidR="0024252B" w:rsidRPr="002813C1">
        <w:t>je crus que j</w:t>
      </w:r>
      <w:r>
        <w:t>’</w:t>
      </w:r>
      <w:r w:rsidR="0024252B" w:rsidRPr="002813C1">
        <w:t>allais mourir</w:t>
      </w:r>
      <w:r>
        <w:t xml:space="preserve">, </w:t>
      </w:r>
      <w:r w:rsidR="0024252B" w:rsidRPr="002813C1">
        <w:t>moi-même</w:t>
      </w:r>
      <w:r>
        <w:t xml:space="preserve">, </w:t>
      </w:r>
      <w:r w:rsidR="0024252B" w:rsidRPr="002813C1">
        <w:t>je l</w:t>
      </w:r>
      <w:r>
        <w:t>’</w:t>
      </w:r>
      <w:r w:rsidR="0024252B" w:rsidRPr="002813C1">
        <w:t>espérai</w:t>
      </w:r>
      <w:r>
        <w:t xml:space="preserve">, </w:t>
      </w:r>
      <w:r w:rsidR="0024252B" w:rsidRPr="002813C1">
        <w:t>je le souhaitai</w:t>
      </w:r>
      <w:r>
        <w:t>.</w:t>
      </w:r>
    </w:p>
    <w:p w14:paraId="2959EC8F" w14:textId="77777777" w:rsidR="00B77E03" w:rsidRDefault="00B77E03" w:rsidP="00B77E03">
      <w:r>
        <w:t>« </w:t>
      </w:r>
      <w:r w:rsidR="0024252B" w:rsidRPr="002813C1">
        <w:t>Lui cependant</w:t>
      </w:r>
      <w:r>
        <w:t xml:space="preserve">, </w:t>
      </w:r>
      <w:r w:rsidR="0024252B" w:rsidRPr="002813C1">
        <w:t>malgré mes sanglots</w:t>
      </w:r>
      <w:r>
        <w:t xml:space="preserve">, </w:t>
      </w:r>
      <w:r w:rsidR="0024252B" w:rsidRPr="002813C1">
        <w:t>impitoyable</w:t>
      </w:r>
      <w:r>
        <w:t xml:space="preserve">, </w:t>
      </w:r>
      <w:r w:rsidR="0024252B" w:rsidRPr="002813C1">
        <w:t>poursuivit</w:t>
      </w:r>
      <w:r>
        <w:t> :</w:t>
      </w:r>
    </w:p>
    <w:p w14:paraId="7B5595AE" w14:textId="77777777" w:rsidR="00B77E03" w:rsidRDefault="00B77E03" w:rsidP="00B77E03">
      <w:r>
        <w:lastRenderedPageBreak/>
        <w:t>« — </w:t>
      </w:r>
      <w:r w:rsidR="0024252B" w:rsidRPr="002813C1">
        <w:t>C</w:t>
      </w:r>
      <w:r>
        <w:t>’</w:t>
      </w:r>
      <w:r w:rsidR="0024252B" w:rsidRPr="002813C1">
        <w:t>est un horrible malheur dont je ne me consolerai de ma vie</w:t>
      </w:r>
      <w:r>
        <w:t xml:space="preserve">… </w:t>
      </w:r>
      <w:r w:rsidR="0024252B" w:rsidRPr="002813C1">
        <w:t>Et pourtant</w:t>
      </w:r>
      <w:r>
        <w:t xml:space="preserve">, </w:t>
      </w:r>
      <w:r w:rsidR="0024252B" w:rsidRPr="002813C1">
        <w:t>il l</w:t>
      </w:r>
      <w:r>
        <w:t>’</w:t>
      </w:r>
      <w:r w:rsidR="0024252B" w:rsidRPr="002813C1">
        <w:t>a voulu</w:t>
      </w:r>
      <w:r>
        <w:t xml:space="preserve">, </w:t>
      </w:r>
      <w:r w:rsidR="0024252B" w:rsidRPr="002813C1">
        <w:t>vous étiez témoin</w:t>
      </w:r>
      <w:r>
        <w:t xml:space="preserve">… </w:t>
      </w:r>
      <w:r w:rsidR="0024252B" w:rsidRPr="002813C1">
        <w:t>Vous pouvez voir encore sur ma joue la balafre sanglante du coup de plat d</w:t>
      </w:r>
      <w:r>
        <w:t>’</w:t>
      </w:r>
      <w:r w:rsidR="0024252B" w:rsidRPr="002813C1">
        <w:t>épée dont il m</w:t>
      </w:r>
      <w:r>
        <w:t>’</w:t>
      </w:r>
      <w:r w:rsidR="0024252B" w:rsidRPr="002813C1">
        <w:t>a frappé</w:t>
      </w:r>
      <w:r>
        <w:t xml:space="preserve">… </w:t>
      </w:r>
      <w:r w:rsidR="0024252B" w:rsidRPr="002813C1">
        <w:t>Je n</w:t>
      </w:r>
      <w:r>
        <w:t>’</w:t>
      </w:r>
      <w:r w:rsidR="0024252B" w:rsidRPr="002813C1">
        <w:t>ai fait que me défendre</w:t>
      </w:r>
      <w:r>
        <w:t xml:space="preserve">… </w:t>
      </w:r>
      <w:r w:rsidR="0024252B" w:rsidRPr="002813C1">
        <w:t>que nous défendre</w:t>
      </w:r>
      <w:r>
        <w:t>…</w:t>
      </w:r>
    </w:p>
    <w:p w14:paraId="77368286" w14:textId="77777777" w:rsidR="00B77E03" w:rsidRDefault="00B77E03" w:rsidP="00B77E03">
      <w:r>
        <w:t>« </w:t>
      </w:r>
      <w:r w:rsidR="0024252B" w:rsidRPr="002813C1">
        <w:t>J</w:t>
      </w:r>
      <w:r>
        <w:t>’</w:t>
      </w:r>
      <w:r w:rsidR="0024252B" w:rsidRPr="002813C1">
        <w:t>ignorais</w:t>
      </w:r>
      <w:r>
        <w:t xml:space="preserve">, </w:t>
      </w:r>
      <w:r w:rsidR="0024252B" w:rsidRPr="002813C1">
        <w:t>à cette époque</w:t>
      </w:r>
      <w:r>
        <w:t xml:space="preserve">, </w:t>
      </w:r>
      <w:r w:rsidR="0024252B" w:rsidRPr="002813C1">
        <w:t>ce que sont les règles d</w:t>
      </w:r>
      <w:r>
        <w:t>’</w:t>
      </w:r>
      <w:r w:rsidR="0024252B" w:rsidRPr="002813C1">
        <w:t>un duel loyal</w:t>
      </w:r>
      <w:r>
        <w:t xml:space="preserve">… </w:t>
      </w:r>
      <w:r w:rsidR="0024252B" w:rsidRPr="002813C1">
        <w:t>J</w:t>
      </w:r>
      <w:r>
        <w:t>’</w:t>
      </w:r>
      <w:r w:rsidR="0024252B" w:rsidRPr="002813C1">
        <w:t>ignorais que Arthur Gordon se jetant sur mon frère à l</w:t>
      </w:r>
      <w:r>
        <w:t>’</w:t>
      </w:r>
      <w:r w:rsidR="0024252B" w:rsidRPr="002813C1">
        <w:t>improviste</w:t>
      </w:r>
      <w:r>
        <w:t xml:space="preserve">, </w:t>
      </w:r>
      <w:r w:rsidR="0024252B" w:rsidRPr="002813C1">
        <w:t>avant qu</w:t>
      </w:r>
      <w:r>
        <w:t>’</w:t>
      </w:r>
      <w:r w:rsidR="0024252B" w:rsidRPr="002813C1">
        <w:t>il ne fût en garde</w:t>
      </w:r>
      <w:r>
        <w:t xml:space="preserve">, </w:t>
      </w:r>
      <w:r w:rsidR="0024252B" w:rsidRPr="002813C1">
        <w:t>l</w:t>
      </w:r>
      <w:r>
        <w:t>’</w:t>
      </w:r>
      <w:r w:rsidR="0024252B" w:rsidRPr="002813C1">
        <w:t>avait véritablement assassiné</w:t>
      </w:r>
      <w:r>
        <w:t>…</w:t>
      </w:r>
    </w:p>
    <w:p w14:paraId="35A61DC7" w14:textId="77777777" w:rsidR="00B77E03" w:rsidRDefault="00B77E03" w:rsidP="00B77E03">
      <w:r>
        <w:t>« </w:t>
      </w:r>
      <w:r w:rsidR="0024252B" w:rsidRPr="002813C1">
        <w:t>Lui comptait sur mon ignorance</w:t>
      </w:r>
      <w:r>
        <w:t xml:space="preserve">, </w:t>
      </w:r>
      <w:r w:rsidR="0024252B" w:rsidRPr="002813C1">
        <w:t>pour le succès de la comédie sinistre qu</w:t>
      </w:r>
      <w:r>
        <w:t>’</w:t>
      </w:r>
      <w:r w:rsidR="0024252B" w:rsidRPr="002813C1">
        <w:t>il jouait</w:t>
      </w:r>
      <w:r>
        <w:t xml:space="preserve">, </w:t>
      </w:r>
      <w:r w:rsidR="0024252B" w:rsidRPr="002813C1">
        <w:t>car c</w:t>
      </w:r>
      <w:r>
        <w:t>’</w:t>
      </w:r>
      <w:r w:rsidR="0024252B" w:rsidRPr="002813C1">
        <w:t>était une comédie</w:t>
      </w:r>
      <w:r>
        <w:t>…</w:t>
      </w:r>
    </w:p>
    <w:p w14:paraId="328BF209" w14:textId="77777777" w:rsidR="00B77E03" w:rsidRDefault="00B77E03" w:rsidP="00B77E03">
      <w:r>
        <w:t>« — </w:t>
      </w:r>
      <w:r w:rsidR="0024252B" w:rsidRPr="002813C1">
        <w:t>Lorsque j</w:t>
      </w:r>
      <w:r>
        <w:t>’</w:t>
      </w:r>
      <w:r w:rsidR="0024252B" w:rsidRPr="002813C1">
        <w:t>ai vu votre frère à terre</w:t>
      </w:r>
      <w:r>
        <w:t xml:space="preserve">, </w:t>
      </w:r>
      <w:r w:rsidR="0024252B" w:rsidRPr="002813C1">
        <w:t>continua-t-il</w:t>
      </w:r>
      <w:r>
        <w:t xml:space="preserve">, </w:t>
      </w:r>
      <w:r w:rsidR="0024252B" w:rsidRPr="002813C1">
        <w:t>éperdu de terreur</w:t>
      </w:r>
      <w:r>
        <w:t xml:space="preserve">, </w:t>
      </w:r>
      <w:r w:rsidR="0024252B" w:rsidRPr="002813C1">
        <w:t>ne sachant ce que je faisais</w:t>
      </w:r>
      <w:r>
        <w:t xml:space="preserve">, </w:t>
      </w:r>
      <w:r w:rsidR="0024252B" w:rsidRPr="002813C1">
        <w:t>je vous ai soulevée entre mes bras et apportée ici</w:t>
      </w:r>
      <w:r>
        <w:t xml:space="preserve">… </w:t>
      </w:r>
      <w:r w:rsidR="0024252B" w:rsidRPr="002813C1">
        <w:t>Mais ne tremblez pas</w:t>
      </w:r>
      <w:r>
        <w:t xml:space="preserve">… </w:t>
      </w:r>
      <w:r w:rsidR="0024252B" w:rsidRPr="002813C1">
        <w:t>Je ne saurais oublier que ce n</w:t>
      </w:r>
      <w:r>
        <w:t>’</w:t>
      </w:r>
      <w:r w:rsidR="0024252B" w:rsidRPr="002813C1">
        <w:t>est pas de votre libre volonté que vous êtes chez moi</w:t>
      </w:r>
      <w:r>
        <w:t xml:space="preserve">… </w:t>
      </w:r>
      <w:r w:rsidR="0024252B" w:rsidRPr="002813C1">
        <w:t>Une voiture est en bas</w:t>
      </w:r>
      <w:r>
        <w:t xml:space="preserve">, </w:t>
      </w:r>
      <w:r w:rsidR="0024252B" w:rsidRPr="002813C1">
        <w:t>à vos ordres</w:t>
      </w:r>
      <w:r>
        <w:t xml:space="preserve">, </w:t>
      </w:r>
      <w:r w:rsidR="0024252B" w:rsidRPr="002813C1">
        <w:t>qui va vous reconduire à l</w:t>
      </w:r>
      <w:r>
        <w:t>’</w:t>
      </w:r>
      <w:r w:rsidR="0024252B" w:rsidRPr="002813C1">
        <w:t xml:space="preserve">hôtel de </w:t>
      </w:r>
      <w:proofErr w:type="spellStart"/>
      <w:r w:rsidR="0024252B" w:rsidRPr="002813C1">
        <w:t>Chalusse</w:t>
      </w:r>
      <w:proofErr w:type="spellEnd"/>
      <w:r w:rsidR="0024252B" w:rsidRPr="002813C1">
        <w:t xml:space="preserve"> chez vos parents</w:t>
      </w:r>
      <w:r>
        <w:t xml:space="preserve">… </w:t>
      </w:r>
      <w:r w:rsidR="0024252B" w:rsidRPr="002813C1">
        <w:t>On trouvera une explication pour la catastrophe de cette nuit</w:t>
      </w:r>
      <w:r>
        <w:t xml:space="preserve">… </w:t>
      </w:r>
      <w:r w:rsidR="0024252B" w:rsidRPr="002813C1">
        <w:t>La médisance ne peut pas mordre sur la réputation d</w:t>
      </w:r>
      <w:r>
        <w:t>’</w:t>
      </w:r>
      <w:r w:rsidR="0024252B" w:rsidRPr="002813C1">
        <w:t>une fille de votre nom</w:t>
      </w:r>
      <w:r>
        <w:t>…</w:t>
      </w:r>
    </w:p>
    <w:p w14:paraId="18626359" w14:textId="77777777" w:rsidR="00B77E03" w:rsidRDefault="0024252B" w:rsidP="00B77E03">
      <w:r w:rsidRPr="002813C1">
        <w:t>Il s</w:t>
      </w:r>
      <w:r w:rsidR="00B77E03">
        <w:t>’</w:t>
      </w:r>
      <w:r w:rsidRPr="002813C1">
        <w:t>exprimait d</w:t>
      </w:r>
      <w:r w:rsidR="00B77E03">
        <w:t>’</w:t>
      </w:r>
      <w:r w:rsidRPr="002813C1">
        <w:t>un ton glacé</w:t>
      </w:r>
      <w:r w:rsidR="00B77E03">
        <w:t xml:space="preserve">, </w:t>
      </w:r>
      <w:r w:rsidRPr="002813C1">
        <w:t>de cet accent que doit avoir le condamné</w:t>
      </w:r>
      <w:r w:rsidR="00B77E03">
        <w:t xml:space="preserve">, </w:t>
      </w:r>
      <w:r w:rsidRPr="002813C1">
        <w:t>dont le bourreau a pris possession et qui dicte ses volontés dernières</w:t>
      </w:r>
      <w:r w:rsidR="00B77E03">
        <w:t>…</w:t>
      </w:r>
    </w:p>
    <w:p w14:paraId="7A3629DD" w14:textId="77777777" w:rsidR="00B77E03" w:rsidRDefault="00B77E03" w:rsidP="00B77E03">
      <w:r>
        <w:t>« </w:t>
      </w:r>
      <w:r w:rsidR="0024252B" w:rsidRPr="002813C1">
        <w:t>Je me sentais devenir folle</w:t>
      </w:r>
      <w:r>
        <w:t>…</w:t>
      </w:r>
    </w:p>
    <w:p w14:paraId="58DAFE48" w14:textId="77777777" w:rsidR="00B77E03" w:rsidRDefault="00B77E03" w:rsidP="00B77E03">
      <w:r>
        <w:t>« — </w:t>
      </w:r>
      <w:r w:rsidR="0024252B" w:rsidRPr="002813C1">
        <w:t>Et vous</w:t>
      </w:r>
      <w:r>
        <w:t xml:space="preserve">, </w:t>
      </w:r>
      <w:r w:rsidR="0024252B" w:rsidRPr="002813C1">
        <w:t>m</w:t>
      </w:r>
      <w:r>
        <w:t>’</w:t>
      </w:r>
      <w:r w:rsidR="0024252B" w:rsidRPr="002813C1">
        <w:t>écriai-je</w:t>
      </w:r>
      <w:r>
        <w:t xml:space="preserve">, </w:t>
      </w:r>
      <w:r w:rsidR="0024252B" w:rsidRPr="002813C1">
        <w:t>vous</w:t>
      </w:r>
      <w:r>
        <w:t xml:space="preserve"> !… </w:t>
      </w:r>
      <w:r w:rsidR="0024252B" w:rsidRPr="002813C1">
        <w:t>que deviendrez-vous</w:t>
      </w:r>
      <w:r>
        <w:t> !…</w:t>
      </w:r>
    </w:p>
    <w:p w14:paraId="67B215F9" w14:textId="77777777" w:rsidR="00B77E03" w:rsidRDefault="00B77E03" w:rsidP="00B77E03">
      <w:r>
        <w:t>« </w:t>
      </w:r>
      <w:r w:rsidR="0024252B" w:rsidRPr="002813C1">
        <w:t>Il hocha la tête</w:t>
      </w:r>
      <w:r>
        <w:t xml:space="preserve">, </w:t>
      </w:r>
      <w:r w:rsidR="0024252B" w:rsidRPr="002813C1">
        <w:t>et avec une expression de tristesse farouche</w:t>
      </w:r>
      <w:r>
        <w:t> :</w:t>
      </w:r>
    </w:p>
    <w:p w14:paraId="7EF207FE" w14:textId="77777777" w:rsidR="00B77E03" w:rsidRDefault="00B77E03" w:rsidP="00B77E03">
      <w:r>
        <w:lastRenderedPageBreak/>
        <w:t>« — </w:t>
      </w:r>
      <w:r w:rsidR="0024252B" w:rsidRPr="002813C1">
        <w:t>Moi</w:t>
      </w:r>
      <w:r>
        <w:t xml:space="preserve"> !… </w:t>
      </w:r>
      <w:r w:rsidR="0024252B" w:rsidRPr="002813C1">
        <w:t>répondit-il</w:t>
      </w:r>
      <w:r>
        <w:t xml:space="preserve">, </w:t>
      </w:r>
      <w:r w:rsidR="0024252B" w:rsidRPr="002813C1">
        <w:t>qu</w:t>
      </w:r>
      <w:r>
        <w:t>’</w:t>
      </w:r>
      <w:r w:rsidR="0024252B" w:rsidRPr="002813C1">
        <w:t>importe</w:t>
      </w:r>
      <w:r>
        <w:t xml:space="preserve"> !… </w:t>
      </w:r>
      <w:r w:rsidR="0024252B" w:rsidRPr="002813C1">
        <w:t>Je suis sans doute perdu</w:t>
      </w:r>
      <w:r>
        <w:t xml:space="preserve">… </w:t>
      </w:r>
      <w:r w:rsidR="0024252B" w:rsidRPr="002813C1">
        <w:t>Tant mieux</w:t>
      </w:r>
      <w:r>
        <w:t xml:space="preserve">. </w:t>
      </w:r>
      <w:r w:rsidR="0024252B" w:rsidRPr="002813C1">
        <w:t>Rien ne m</w:t>
      </w:r>
      <w:r>
        <w:t>’</w:t>
      </w:r>
      <w:r w:rsidR="0024252B" w:rsidRPr="002813C1">
        <w:t>est plus</w:t>
      </w:r>
      <w:r>
        <w:t xml:space="preserve">, </w:t>
      </w:r>
      <w:r w:rsidR="0024252B" w:rsidRPr="002813C1">
        <w:t>du moment où je dois vivre sans vous</w:t>
      </w:r>
      <w:r>
        <w:t> !…</w:t>
      </w:r>
    </w:p>
    <w:p w14:paraId="23FF5759" w14:textId="77777777" w:rsidR="00B77E03" w:rsidRDefault="00B77E03" w:rsidP="00B77E03">
      <w:r>
        <w:t>« </w:t>
      </w:r>
      <w:r w:rsidR="0024252B" w:rsidRPr="002813C1">
        <w:t>Ah</w:t>
      </w:r>
      <w:r>
        <w:t xml:space="preserve"> !… </w:t>
      </w:r>
      <w:r w:rsidR="0024252B" w:rsidRPr="002813C1">
        <w:t>il connaissait bien mon cœur</w:t>
      </w:r>
      <w:r>
        <w:t xml:space="preserve">, </w:t>
      </w:r>
      <w:r w:rsidR="0024252B" w:rsidRPr="002813C1">
        <w:t>cet homme pour qui la séduction n</w:t>
      </w:r>
      <w:r>
        <w:t>’</w:t>
      </w:r>
      <w:r w:rsidR="0024252B" w:rsidRPr="002813C1">
        <w:t>était qu</w:t>
      </w:r>
      <w:r>
        <w:t>’</w:t>
      </w:r>
      <w:r w:rsidR="0024252B" w:rsidRPr="002813C1">
        <w:t>un moyen de fortune</w:t>
      </w:r>
      <w:r>
        <w:t xml:space="preserve"> !… </w:t>
      </w:r>
      <w:r w:rsidR="0024252B" w:rsidRPr="002813C1">
        <w:t>Il savait bien quelles cordes sa voix puissante faisait vibrer en moi</w:t>
      </w:r>
      <w:r>
        <w:t> !…</w:t>
      </w:r>
    </w:p>
    <w:p w14:paraId="05EBCE7B" w14:textId="77777777" w:rsidR="00B77E03" w:rsidRDefault="00B77E03" w:rsidP="00B77E03">
      <w:r>
        <w:t>« </w:t>
      </w:r>
      <w:r w:rsidR="0024252B" w:rsidRPr="002813C1">
        <w:t>Saisie de ce vertige qui est celui de la démence</w:t>
      </w:r>
      <w:r>
        <w:t xml:space="preserve">, </w:t>
      </w:r>
      <w:r w:rsidR="0024252B" w:rsidRPr="002813C1">
        <w:t>aussi bien que de l</w:t>
      </w:r>
      <w:r>
        <w:t>’</w:t>
      </w:r>
      <w:r w:rsidR="0024252B" w:rsidRPr="002813C1">
        <w:t>héroïsme</w:t>
      </w:r>
      <w:r>
        <w:t xml:space="preserve">, </w:t>
      </w:r>
      <w:r w:rsidR="0024252B" w:rsidRPr="002813C1">
        <w:t>je me jetai sur lui</w:t>
      </w:r>
      <w:r>
        <w:t xml:space="preserve">, </w:t>
      </w:r>
      <w:r w:rsidR="0024252B" w:rsidRPr="002813C1">
        <w:t>et l</w:t>
      </w:r>
      <w:r>
        <w:t>’</w:t>
      </w:r>
      <w:r w:rsidR="0024252B" w:rsidRPr="002813C1">
        <w:t>étreignant entre mes bras</w:t>
      </w:r>
      <w:r>
        <w:t> :</w:t>
      </w:r>
    </w:p>
    <w:p w14:paraId="02A37A57" w14:textId="77777777" w:rsidR="00B77E03" w:rsidRDefault="00B77E03" w:rsidP="00B77E03">
      <w:r>
        <w:t>« — </w:t>
      </w:r>
      <w:r w:rsidR="0024252B" w:rsidRPr="002813C1">
        <w:t>Je serai donc perdue aussi</w:t>
      </w:r>
      <w:r>
        <w:t xml:space="preserve"> !… </w:t>
      </w:r>
      <w:r w:rsidR="0024252B" w:rsidRPr="002813C1">
        <w:t>m</w:t>
      </w:r>
      <w:r>
        <w:t>’</w:t>
      </w:r>
      <w:r w:rsidR="0024252B" w:rsidRPr="002813C1">
        <w:t>écriai-je</w:t>
      </w:r>
      <w:r>
        <w:t xml:space="preserve">. </w:t>
      </w:r>
      <w:r w:rsidR="0024252B" w:rsidRPr="002813C1">
        <w:t>Puisque la fatalité nous unit</w:t>
      </w:r>
      <w:r>
        <w:t xml:space="preserve">, </w:t>
      </w:r>
      <w:r w:rsidR="0024252B" w:rsidRPr="002813C1">
        <w:t>rien ne nous séparera plus ici-bas que la mort</w:t>
      </w:r>
      <w:r>
        <w:t xml:space="preserve">… </w:t>
      </w:r>
      <w:r w:rsidR="0024252B" w:rsidRPr="002813C1">
        <w:t>Je t</w:t>
      </w:r>
      <w:r>
        <w:t>’</w:t>
      </w:r>
      <w:r w:rsidR="0024252B" w:rsidRPr="002813C1">
        <w:t>aime</w:t>
      </w:r>
      <w:r>
        <w:t xml:space="preserve"> !… </w:t>
      </w:r>
      <w:r w:rsidR="0024252B" w:rsidRPr="002813C1">
        <w:t>je suis complice du crime</w:t>
      </w:r>
      <w:r>
        <w:t xml:space="preserve"> !… </w:t>
      </w:r>
      <w:r w:rsidR="0024252B" w:rsidRPr="002813C1">
        <w:t>Que le sang de mon frère retombe sur nous deux</w:t>
      </w:r>
      <w:r>
        <w:t> !…</w:t>
      </w:r>
    </w:p>
    <w:p w14:paraId="0D8899F4" w14:textId="77777777" w:rsidR="00B77E03" w:rsidRDefault="00B77E03" w:rsidP="00B77E03">
      <w:r>
        <w:t>« </w:t>
      </w:r>
      <w:r w:rsidR="0024252B" w:rsidRPr="002813C1">
        <w:t>Qui l</w:t>
      </w:r>
      <w:r>
        <w:t>’</w:t>
      </w:r>
      <w:r w:rsidR="0024252B" w:rsidRPr="002813C1">
        <w:t>eût observé à ce moment eût assurément vu passer sur son visage le sourire d</w:t>
      </w:r>
      <w:r>
        <w:t>’</w:t>
      </w:r>
      <w:r w:rsidR="0024252B" w:rsidRPr="002813C1">
        <w:t>une joie infernale</w:t>
      </w:r>
      <w:r>
        <w:t>…</w:t>
      </w:r>
    </w:p>
    <w:p w14:paraId="6FA27EC5" w14:textId="77777777" w:rsidR="00B77E03" w:rsidRDefault="00B77E03" w:rsidP="00B77E03">
      <w:r>
        <w:t>« </w:t>
      </w:r>
      <w:r w:rsidR="0024252B" w:rsidRPr="002813C1">
        <w:t>Cependant il se défendit</w:t>
      </w:r>
      <w:r>
        <w:t>…</w:t>
      </w:r>
    </w:p>
    <w:p w14:paraId="6796E617" w14:textId="77777777" w:rsidR="00B77E03" w:rsidRDefault="00B77E03" w:rsidP="00B77E03">
      <w:r>
        <w:t>« </w:t>
      </w:r>
      <w:r w:rsidR="0024252B" w:rsidRPr="002813C1">
        <w:t>Il refusait avec une feinte énergie mon sacrifice</w:t>
      </w:r>
      <w:r>
        <w:t xml:space="preserve">… </w:t>
      </w:r>
      <w:r w:rsidR="0024252B" w:rsidRPr="002813C1">
        <w:t>Il ne pouvait</w:t>
      </w:r>
      <w:r>
        <w:t xml:space="preserve">, </w:t>
      </w:r>
      <w:r w:rsidR="0024252B" w:rsidRPr="002813C1">
        <w:t>jurait-il</w:t>
      </w:r>
      <w:r>
        <w:t xml:space="preserve">, </w:t>
      </w:r>
      <w:r w:rsidR="0024252B" w:rsidRPr="002813C1">
        <w:t>enchaîner ma destinée à la sienne</w:t>
      </w:r>
      <w:r>
        <w:t xml:space="preserve">, </w:t>
      </w:r>
      <w:r w:rsidR="0024252B" w:rsidRPr="002813C1">
        <w:t>hasardeuse et fatale</w:t>
      </w:r>
      <w:r>
        <w:t xml:space="preserve">, </w:t>
      </w:r>
      <w:r w:rsidR="0024252B" w:rsidRPr="002813C1">
        <w:t>car il était maudit</w:t>
      </w:r>
      <w:r>
        <w:t xml:space="preserve">, </w:t>
      </w:r>
      <w:r w:rsidR="0024252B" w:rsidRPr="002813C1">
        <w:t>il le savait bien</w:t>
      </w:r>
      <w:r>
        <w:t xml:space="preserve">, </w:t>
      </w:r>
      <w:r w:rsidR="0024252B" w:rsidRPr="002813C1">
        <w:t>et ce dernier malheur</w:t>
      </w:r>
      <w:r>
        <w:t xml:space="preserve">, </w:t>
      </w:r>
      <w:r w:rsidR="0024252B" w:rsidRPr="002813C1">
        <w:t>plus horrible que tous les autres</w:t>
      </w:r>
      <w:r>
        <w:t xml:space="preserve">, </w:t>
      </w:r>
      <w:r w:rsidR="0024252B" w:rsidRPr="002813C1">
        <w:t>ne le prouvait que trop</w:t>
      </w:r>
      <w:r>
        <w:t xml:space="preserve"> ! </w:t>
      </w:r>
      <w:r w:rsidR="0024252B" w:rsidRPr="002813C1">
        <w:t>Ne serait-ce pas nous préparer à moi de mortels regrets et à lui des remords éternels</w:t>
      </w:r>
      <w:r>
        <w:t>…</w:t>
      </w:r>
    </w:p>
    <w:p w14:paraId="3425CF9A" w14:textId="77777777" w:rsidR="00B77E03" w:rsidRDefault="00B77E03" w:rsidP="00B77E03">
      <w:r>
        <w:t>« </w:t>
      </w:r>
      <w:r w:rsidR="0024252B" w:rsidRPr="002813C1">
        <w:t>Mais plus il me repoussait</w:t>
      </w:r>
      <w:r>
        <w:t xml:space="preserve">, </w:t>
      </w:r>
      <w:r w:rsidR="0024252B" w:rsidRPr="002813C1">
        <w:t>plus je m</w:t>
      </w:r>
      <w:r>
        <w:t>’</w:t>
      </w:r>
      <w:r w:rsidR="0024252B" w:rsidRPr="002813C1">
        <w:t>attachais à lui résolument</w:t>
      </w:r>
      <w:r>
        <w:t xml:space="preserve">, </w:t>
      </w:r>
      <w:r w:rsidR="0024252B" w:rsidRPr="002813C1">
        <w:t>obstinément</w:t>
      </w:r>
      <w:r>
        <w:t xml:space="preserve">. </w:t>
      </w:r>
      <w:r w:rsidR="0024252B" w:rsidRPr="002813C1">
        <w:t>Plus il me démontrait l</w:t>
      </w:r>
      <w:r>
        <w:t>’</w:t>
      </w:r>
      <w:r w:rsidR="0024252B" w:rsidRPr="002813C1">
        <w:t>horreur du sacrifice</w:t>
      </w:r>
      <w:r>
        <w:t xml:space="preserve">, </w:t>
      </w:r>
      <w:r w:rsidR="0024252B" w:rsidRPr="002813C1">
        <w:t>plus je croyais qu</w:t>
      </w:r>
      <w:r>
        <w:t>’</w:t>
      </w:r>
      <w:r w:rsidR="0024252B" w:rsidRPr="002813C1">
        <w:t>il était de mon honneur de le consommer</w:t>
      </w:r>
      <w:r>
        <w:t>…</w:t>
      </w:r>
    </w:p>
    <w:p w14:paraId="17FFBB2B" w14:textId="77777777" w:rsidR="00B77E03" w:rsidRDefault="00B77E03" w:rsidP="00B77E03">
      <w:r>
        <w:t>« </w:t>
      </w:r>
      <w:r w:rsidR="0024252B" w:rsidRPr="002813C1">
        <w:t>Si bien qu</w:t>
      </w:r>
      <w:r>
        <w:t>’</w:t>
      </w:r>
      <w:r w:rsidR="0024252B" w:rsidRPr="002813C1">
        <w:t>à la fin il se rendit</w:t>
      </w:r>
      <w:r>
        <w:t xml:space="preserve">, </w:t>
      </w:r>
      <w:r w:rsidR="0024252B" w:rsidRPr="002813C1">
        <w:t>c</w:t>
      </w:r>
      <w:r>
        <w:t>’</w:t>
      </w:r>
      <w:r w:rsidR="0024252B" w:rsidRPr="002813C1">
        <w:t>est-à-dire qu</w:t>
      </w:r>
      <w:r>
        <w:t>’</w:t>
      </w:r>
      <w:r w:rsidR="0024252B" w:rsidRPr="002813C1">
        <w:t>il parut se rendre</w:t>
      </w:r>
      <w:r>
        <w:t xml:space="preserve">, </w:t>
      </w:r>
      <w:r w:rsidR="0024252B" w:rsidRPr="002813C1">
        <w:t>avec des transports de reconnaissance et d</w:t>
      </w:r>
      <w:r>
        <w:t>’</w:t>
      </w:r>
      <w:r w:rsidR="0024252B" w:rsidRPr="002813C1">
        <w:t>amour qui devaient achever d</w:t>
      </w:r>
      <w:r>
        <w:t>’</w:t>
      </w:r>
      <w:r w:rsidR="0024252B" w:rsidRPr="002813C1">
        <w:t>égarer ma raison</w:t>
      </w:r>
      <w:r>
        <w:t>.</w:t>
      </w:r>
    </w:p>
    <w:p w14:paraId="76528719" w14:textId="77777777" w:rsidR="00B77E03" w:rsidRDefault="00B77E03" w:rsidP="00B77E03">
      <w:r>
        <w:lastRenderedPageBreak/>
        <w:t>— </w:t>
      </w:r>
      <w:r w:rsidR="0024252B" w:rsidRPr="002813C1">
        <w:t>Eh bien</w:t>
      </w:r>
      <w:r>
        <w:t xml:space="preserve"> ! </w:t>
      </w:r>
      <w:r w:rsidR="0024252B" w:rsidRPr="002813C1">
        <w:t>oui</w:t>
      </w:r>
      <w:r>
        <w:t xml:space="preserve">, </w:t>
      </w:r>
      <w:r w:rsidR="0024252B" w:rsidRPr="002813C1">
        <w:t>j</w:t>
      </w:r>
      <w:r>
        <w:t>’</w:t>
      </w:r>
      <w:r w:rsidR="0024252B" w:rsidRPr="002813C1">
        <w:t>accepte</w:t>
      </w:r>
      <w:r>
        <w:t xml:space="preserve"> ! </w:t>
      </w:r>
      <w:r w:rsidR="0024252B" w:rsidRPr="002813C1">
        <w:t>s</w:t>
      </w:r>
      <w:r>
        <w:t>’</w:t>
      </w:r>
      <w:r w:rsidR="0024252B" w:rsidRPr="002813C1">
        <w:t>écria-t-il</w:t>
      </w:r>
      <w:r>
        <w:t xml:space="preserve">. </w:t>
      </w:r>
      <w:r w:rsidR="0024252B" w:rsidRPr="002813C1">
        <w:t>J</w:t>
      </w:r>
      <w:r>
        <w:t>’</w:t>
      </w:r>
      <w:r w:rsidR="0024252B" w:rsidRPr="002813C1">
        <w:t>accepte</w:t>
      </w:r>
      <w:r>
        <w:t xml:space="preserve">, </w:t>
      </w:r>
      <w:r w:rsidR="0024252B" w:rsidRPr="002813C1">
        <w:t>et devant Dieu qui nous voit</w:t>
      </w:r>
      <w:r>
        <w:t xml:space="preserve">, </w:t>
      </w:r>
      <w:r w:rsidR="0024252B" w:rsidRPr="002813C1">
        <w:t>nous entend et nous juge</w:t>
      </w:r>
      <w:r>
        <w:t xml:space="preserve">, </w:t>
      </w:r>
      <w:r w:rsidR="0024252B" w:rsidRPr="002813C1">
        <w:t>je jure que tout ce qu</w:t>
      </w:r>
      <w:r>
        <w:t>’</w:t>
      </w:r>
      <w:r w:rsidR="0024252B" w:rsidRPr="002813C1">
        <w:t>un homme peut faire pour reconnaître le plus étonnant et le plus sublime dévouement</w:t>
      </w:r>
      <w:r>
        <w:t xml:space="preserve">, </w:t>
      </w:r>
      <w:r w:rsidR="0024252B" w:rsidRPr="002813C1">
        <w:t>je le ferai</w:t>
      </w:r>
      <w:r>
        <w:t>.</w:t>
      </w:r>
    </w:p>
    <w:p w14:paraId="7A62BFD0" w14:textId="77777777" w:rsidR="00B77E03" w:rsidRDefault="00B77E03" w:rsidP="00B77E03">
      <w:r>
        <w:t>« </w:t>
      </w:r>
      <w:r w:rsidR="0024252B" w:rsidRPr="002813C1">
        <w:t>Et</w:t>
      </w:r>
      <w:r>
        <w:t xml:space="preserve">, </w:t>
      </w:r>
      <w:r w:rsidR="0024252B" w:rsidRPr="002813C1">
        <w:t>se penchant vers moi</w:t>
      </w:r>
      <w:r>
        <w:t xml:space="preserve">, </w:t>
      </w:r>
      <w:r w:rsidR="0024252B" w:rsidRPr="002813C1">
        <w:t>il me mit au front un baiser</w:t>
      </w:r>
      <w:r>
        <w:t xml:space="preserve">, </w:t>
      </w:r>
      <w:r w:rsidR="0024252B" w:rsidRPr="002813C1">
        <w:t>le premier que j</w:t>
      </w:r>
      <w:r>
        <w:t>’</w:t>
      </w:r>
      <w:r w:rsidR="0024252B" w:rsidRPr="002813C1">
        <w:t>aie reçu de lui</w:t>
      </w:r>
      <w:r>
        <w:t>…</w:t>
      </w:r>
    </w:p>
    <w:p w14:paraId="05CA020F" w14:textId="77777777" w:rsidR="00B77E03" w:rsidRDefault="00B77E03" w:rsidP="00B77E03">
      <w:r>
        <w:t>« — </w:t>
      </w:r>
      <w:r w:rsidR="0024252B" w:rsidRPr="002813C1">
        <w:t>Mais il faut fuir</w:t>
      </w:r>
      <w:r>
        <w:t xml:space="preserve"> !… </w:t>
      </w:r>
      <w:r w:rsidR="0024252B" w:rsidRPr="002813C1">
        <w:t>reprit-il vivement</w:t>
      </w:r>
      <w:r>
        <w:t xml:space="preserve">… </w:t>
      </w:r>
      <w:r w:rsidR="0024252B" w:rsidRPr="002813C1">
        <w:t>j</w:t>
      </w:r>
      <w:r>
        <w:t>’</w:t>
      </w:r>
      <w:r w:rsidR="0024252B" w:rsidRPr="002813C1">
        <w:t>ai mon bonheur à défendre</w:t>
      </w:r>
      <w:r>
        <w:t xml:space="preserve">, </w:t>
      </w:r>
      <w:r w:rsidR="0024252B" w:rsidRPr="002813C1">
        <w:t>désormais</w:t>
      </w:r>
      <w:r>
        <w:t xml:space="preserve">, </w:t>
      </w:r>
      <w:r w:rsidR="0024252B" w:rsidRPr="002813C1">
        <w:t>je ne veux pas qu</w:t>
      </w:r>
      <w:r>
        <w:t>’</w:t>
      </w:r>
      <w:r w:rsidR="0024252B" w:rsidRPr="002813C1">
        <w:t>on nous atteigne et qu</w:t>
      </w:r>
      <w:r>
        <w:t>’</w:t>
      </w:r>
      <w:r w:rsidR="0024252B" w:rsidRPr="002813C1">
        <w:t>on nous sépare</w:t>
      </w:r>
      <w:r>
        <w:t xml:space="preserve">… </w:t>
      </w:r>
      <w:r w:rsidR="0024252B" w:rsidRPr="002813C1">
        <w:t>Il faut fuir</w:t>
      </w:r>
      <w:r>
        <w:t xml:space="preserve">, </w:t>
      </w:r>
      <w:r w:rsidR="0024252B" w:rsidRPr="002813C1">
        <w:t>sans perdre une seconde</w:t>
      </w:r>
      <w:r>
        <w:t xml:space="preserve">, </w:t>
      </w:r>
      <w:r w:rsidR="0024252B" w:rsidRPr="002813C1">
        <w:t>à l</w:t>
      </w:r>
      <w:r>
        <w:t>’</w:t>
      </w:r>
      <w:r w:rsidR="0024252B" w:rsidRPr="002813C1">
        <w:t>instant même gagner mon pays</w:t>
      </w:r>
      <w:r>
        <w:t xml:space="preserve">, </w:t>
      </w:r>
      <w:r w:rsidR="0024252B" w:rsidRPr="002813C1">
        <w:t>l</w:t>
      </w:r>
      <w:r>
        <w:t>’</w:t>
      </w:r>
      <w:r w:rsidR="0024252B" w:rsidRPr="002813C1">
        <w:t>Amérique</w:t>
      </w:r>
      <w:r>
        <w:t xml:space="preserve">… </w:t>
      </w:r>
      <w:r w:rsidR="0024252B" w:rsidRPr="002813C1">
        <w:t>Là nous serons libres</w:t>
      </w:r>
      <w:r>
        <w:t xml:space="preserve">… </w:t>
      </w:r>
      <w:r w:rsidR="0024252B" w:rsidRPr="002813C1">
        <w:t>Soyez sûre qu</w:t>
      </w:r>
      <w:r>
        <w:t>’</w:t>
      </w:r>
      <w:r w:rsidR="0024252B" w:rsidRPr="002813C1">
        <w:t>on nous cherche</w:t>
      </w:r>
      <w:r>
        <w:t xml:space="preserve">… </w:t>
      </w:r>
      <w:r w:rsidR="0024252B" w:rsidRPr="002813C1">
        <w:t>Qui nous dit que déjà on n</w:t>
      </w:r>
      <w:r>
        <w:t>’</w:t>
      </w:r>
      <w:r w:rsidR="0024252B" w:rsidRPr="002813C1">
        <w:t>est pas sur nos traces</w:t>
      </w:r>
      <w:r>
        <w:t xml:space="preserve">… </w:t>
      </w:r>
      <w:r w:rsidR="0024252B" w:rsidRPr="002813C1">
        <w:t>Votre famille est toute-puissante</w:t>
      </w:r>
      <w:r>
        <w:t xml:space="preserve">, </w:t>
      </w:r>
      <w:r w:rsidR="0024252B" w:rsidRPr="002813C1">
        <w:t>je ne suis rien</w:t>
      </w:r>
      <w:r>
        <w:t xml:space="preserve">, </w:t>
      </w:r>
      <w:r w:rsidR="0024252B" w:rsidRPr="002813C1">
        <w:t>nous serions écrasés</w:t>
      </w:r>
      <w:r>
        <w:t xml:space="preserve">… </w:t>
      </w:r>
      <w:r w:rsidR="0024252B" w:rsidRPr="002813C1">
        <w:t>On vous cacherait au fond de quelque couvent</w:t>
      </w:r>
      <w:r>
        <w:t xml:space="preserve">, </w:t>
      </w:r>
      <w:r w:rsidR="0024252B" w:rsidRPr="002813C1">
        <w:t>et moi</w:t>
      </w:r>
      <w:r>
        <w:t xml:space="preserve">, </w:t>
      </w:r>
      <w:r w:rsidR="0024252B" w:rsidRPr="002813C1">
        <w:t>on essaierait peut-être de me faire passer pour un voleur</w:t>
      </w:r>
      <w:r>
        <w:t xml:space="preserve">, </w:t>
      </w:r>
      <w:r w:rsidR="0024252B" w:rsidRPr="002813C1">
        <w:t>pour un vil assassin</w:t>
      </w:r>
      <w:r>
        <w:t>.</w:t>
      </w:r>
    </w:p>
    <w:p w14:paraId="537D7ED5" w14:textId="77777777" w:rsidR="00B77E03" w:rsidRDefault="00B77E03" w:rsidP="00B77E03">
      <w:r>
        <w:t>« </w:t>
      </w:r>
      <w:r w:rsidR="0024252B" w:rsidRPr="002813C1">
        <w:t>Je ne répondis qu</w:t>
      </w:r>
      <w:r>
        <w:t>’</w:t>
      </w:r>
      <w:r w:rsidR="0024252B" w:rsidRPr="002813C1">
        <w:t>un mot</w:t>
      </w:r>
      <w:r>
        <w:t> :</w:t>
      </w:r>
    </w:p>
    <w:p w14:paraId="54361FC0" w14:textId="77777777" w:rsidR="00B77E03" w:rsidRDefault="00B77E03" w:rsidP="00B77E03">
      <w:r>
        <w:t>« — </w:t>
      </w:r>
      <w:r w:rsidR="0024252B" w:rsidRPr="002813C1">
        <w:t>Partons</w:t>
      </w:r>
      <w:r>
        <w:t> !…</w:t>
      </w:r>
    </w:p>
    <w:p w14:paraId="5AB0B2DD" w14:textId="77777777" w:rsidR="00B77E03" w:rsidRDefault="00B77E03" w:rsidP="00B77E03">
      <w:r>
        <w:t>« </w:t>
      </w:r>
      <w:r w:rsidR="0024252B" w:rsidRPr="002813C1">
        <w:t>Ce qui arriverait</w:t>
      </w:r>
      <w:r>
        <w:t xml:space="preserve">, </w:t>
      </w:r>
      <w:r w:rsidR="0024252B" w:rsidRPr="002813C1">
        <w:t>il ne l</w:t>
      </w:r>
      <w:r>
        <w:t>’</w:t>
      </w:r>
      <w:r w:rsidR="0024252B" w:rsidRPr="002813C1">
        <w:t>avait que trop prévu</w:t>
      </w:r>
      <w:r>
        <w:t>.</w:t>
      </w:r>
    </w:p>
    <w:p w14:paraId="452D469D" w14:textId="77777777" w:rsidR="00B77E03" w:rsidRDefault="00B77E03" w:rsidP="00B77E03">
      <w:r>
        <w:t>« </w:t>
      </w:r>
      <w:r w:rsidR="0024252B" w:rsidRPr="002813C1">
        <w:t>Une voiture</w:t>
      </w:r>
      <w:r>
        <w:t xml:space="preserve">, </w:t>
      </w:r>
      <w:r w:rsidR="0024252B" w:rsidRPr="002813C1">
        <w:t>en effet</w:t>
      </w:r>
      <w:r>
        <w:t xml:space="preserve">, </w:t>
      </w:r>
      <w:r w:rsidR="0024252B" w:rsidRPr="002813C1">
        <w:t>attendait à la porte</w:t>
      </w:r>
      <w:r>
        <w:t xml:space="preserve">, </w:t>
      </w:r>
      <w:r w:rsidR="0024252B" w:rsidRPr="002813C1">
        <w:t>mais elle ne devait pas me conduire à l</w:t>
      </w:r>
      <w:r>
        <w:t>’</w:t>
      </w:r>
      <w:r w:rsidR="0024252B" w:rsidRPr="002813C1">
        <w:t xml:space="preserve">hôtel de </w:t>
      </w:r>
      <w:proofErr w:type="spellStart"/>
      <w:r w:rsidR="0024252B" w:rsidRPr="002813C1">
        <w:t>Chalusse</w:t>
      </w:r>
      <w:proofErr w:type="spellEnd"/>
      <w:r>
        <w:t xml:space="preserve">…, </w:t>
      </w:r>
      <w:r w:rsidR="0024252B" w:rsidRPr="002813C1">
        <w:t>et la preuve</w:t>
      </w:r>
      <w:r>
        <w:t xml:space="preserve">, </w:t>
      </w:r>
      <w:r w:rsidR="0024252B" w:rsidRPr="002813C1">
        <w:t>c</w:t>
      </w:r>
      <w:r>
        <w:t>’</w:t>
      </w:r>
      <w:r w:rsidR="0024252B" w:rsidRPr="002813C1">
        <w:t>est que ses malles et ses bagages y étaient chargés</w:t>
      </w:r>
      <w:r>
        <w:t xml:space="preserve">, </w:t>
      </w:r>
      <w:r w:rsidR="0024252B" w:rsidRPr="002813C1">
        <w:t>et que le cocher ayant reçu d</w:t>
      </w:r>
      <w:r>
        <w:t>’</w:t>
      </w:r>
      <w:r w:rsidR="0024252B" w:rsidRPr="002813C1">
        <w:t>avance ses instructions</w:t>
      </w:r>
      <w:r>
        <w:t xml:space="preserve">, </w:t>
      </w:r>
      <w:r w:rsidR="0024252B" w:rsidRPr="002813C1">
        <w:t>nous conduisit tout droit</w:t>
      </w:r>
      <w:r>
        <w:t xml:space="preserve">, </w:t>
      </w:r>
      <w:r w:rsidR="0024252B" w:rsidRPr="002813C1">
        <w:t>et sans qu</w:t>
      </w:r>
      <w:r>
        <w:t>’</w:t>
      </w:r>
      <w:r w:rsidR="0024252B" w:rsidRPr="002813C1">
        <w:t>on lui dit un mot</w:t>
      </w:r>
      <w:r>
        <w:t xml:space="preserve">, </w:t>
      </w:r>
      <w:r w:rsidR="0024252B" w:rsidRPr="002813C1">
        <w:t>à la gare du chemin de fer du Havre</w:t>
      </w:r>
      <w:r>
        <w:t>.</w:t>
      </w:r>
    </w:p>
    <w:p w14:paraId="559FD062" w14:textId="77777777" w:rsidR="00B77E03" w:rsidRDefault="00B77E03" w:rsidP="00B77E03">
      <w:r>
        <w:t>« </w:t>
      </w:r>
      <w:r w:rsidR="0024252B" w:rsidRPr="002813C1">
        <w:t>Ce n</w:t>
      </w:r>
      <w:r>
        <w:t>’</w:t>
      </w:r>
      <w:r w:rsidR="0024252B" w:rsidRPr="002813C1">
        <w:t>est que bien des mois après que ces détails</w:t>
      </w:r>
      <w:r>
        <w:t xml:space="preserve">, </w:t>
      </w:r>
      <w:r w:rsidR="0024252B" w:rsidRPr="002813C1">
        <w:t>se représentant nettement à mon esprit</w:t>
      </w:r>
      <w:r>
        <w:t xml:space="preserve">, </w:t>
      </w:r>
      <w:r w:rsidR="0024252B" w:rsidRPr="002813C1">
        <w:t>m</w:t>
      </w:r>
      <w:r>
        <w:t>’</w:t>
      </w:r>
      <w:r w:rsidR="0024252B" w:rsidRPr="002813C1">
        <w:t>éclairèrent</w:t>
      </w:r>
      <w:r>
        <w:t xml:space="preserve">… </w:t>
      </w:r>
      <w:r w:rsidR="0024252B" w:rsidRPr="002813C1">
        <w:t>Je ne les remarquai pas sur le moment</w:t>
      </w:r>
      <w:r>
        <w:t xml:space="preserve">… </w:t>
      </w:r>
      <w:r w:rsidR="0024252B" w:rsidRPr="002813C1">
        <w:t xml:space="preserve">Étais-je en état de les </w:t>
      </w:r>
      <w:r w:rsidR="0024252B" w:rsidRPr="002813C1">
        <w:lastRenderedPageBreak/>
        <w:t>remarquer</w:t>
      </w:r>
      <w:r>
        <w:t xml:space="preserve"> ? </w:t>
      </w:r>
      <w:r w:rsidR="0024252B" w:rsidRPr="002813C1">
        <w:t>J</w:t>
      </w:r>
      <w:r>
        <w:t>’</w:t>
      </w:r>
      <w:r w:rsidR="0024252B" w:rsidRPr="002813C1">
        <w:t>étais frappée d</w:t>
      </w:r>
      <w:r>
        <w:t>’</w:t>
      </w:r>
      <w:r w:rsidR="0024252B" w:rsidRPr="002813C1">
        <w:t>aveuglement</w:t>
      </w:r>
      <w:r>
        <w:t xml:space="preserve">… </w:t>
      </w:r>
      <w:r w:rsidR="0024252B" w:rsidRPr="002813C1">
        <w:t>Avec la disposition de moi-même</w:t>
      </w:r>
      <w:r>
        <w:t xml:space="preserve">, </w:t>
      </w:r>
      <w:r w:rsidR="0024252B" w:rsidRPr="002813C1">
        <w:t>mon libre arbitre m</w:t>
      </w:r>
      <w:r>
        <w:t>’</w:t>
      </w:r>
      <w:r w:rsidR="0024252B" w:rsidRPr="002813C1">
        <w:t>échappait</w:t>
      </w:r>
      <w:r>
        <w:t>.</w:t>
      </w:r>
    </w:p>
    <w:p w14:paraId="704E236E" w14:textId="77777777" w:rsidR="00B77E03" w:rsidRDefault="00B77E03" w:rsidP="00B77E03">
      <w:r>
        <w:t>« </w:t>
      </w:r>
      <w:r w:rsidR="0024252B" w:rsidRPr="002813C1">
        <w:t>Lorsque nous arrivâmes au chemin de fer</w:t>
      </w:r>
      <w:r>
        <w:t xml:space="preserve">, </w:t>
      </w:r>
      <w:r w:rsidR="0024252B" w:rsidRPr="002813C1">
        <w:t>un train allait partir</w:t>
      </w:r>
      <w:r>
        <w:t xml:space="preserve">… </w:t>
      </w:r>
      <w:r w:rsidR="0024252B" w:rsidRPr="002813C1">
        <w:t>Nous y prîmes place</w:t>
      </w:r>
      <w:r>
        <w:t>.</w:t>
      </w:r>
    </w:p>
    <w:p w14:paraId="607FA130" w14:textId="6F0A117F" w:rsidR="00B77E03" w:rsidRDefault="00B77E03" w:rsidP="00B77E03">
      <w:r>
        <w:t>« </w:t>
      </w:r>
      <w:r w:rsidR="0024252B" w:rsidRPr="002813C1">
        <w:t>Dieu a dit à la femme</w:t>
      </w:r>
      <w:r>
        <w:t> : « </w:t>
      </w:r>
      <w:r w:rsidR="0024252B" w:rsidRPr="002813C1">
        <w:t>Pour suivre ton mari</w:t>
      </w:r>
      <w:r>
        <w:t xml:space="preserve">, </w:t>
      </w:r>
      <w:r w:rsidR="0024252B" w:rsidRPr="002813C1">
        <w:t>tu abandonneras tout</w:t>
      </w:r>
      <w:r>
        <w:t xml:space="preserve">, </w:t>
      </w:r>
      <w:r w:rsidR="0024252B" w:rsidRPr="002813C1">
        <w:t>patrie</w:t>
      </w:r>
      <w:r>
        <w:t xml:space="preserve">, </w:t>
      </w:r>
      <w:r w:rsidR="0024252B" w:rsidRPr="002813C1">
        <w:t>maison paternelle</w:t>
      </w:r>
      <w:r>
        <w:t xml:space="preserve">, </w:t>
      </w:r>
      <w:r w:rsidR="0024252B" w:rsidRPr="002813C1">
        <w:t>famille</w:t>
      </w:r>
      <w:r>
        <w:t xml:space="preserve">, </w:t>
      </w:r>
      <w:r w:rsidR="0024252B" w:rsidRPr="002813C1">
        <w:t>amis</w:t>
      </w:r>
      <w:r>
        <w:t>… »</w:t>
      </w:r>
      <w:r w:rsidR="0024252B" w:rsidRPr="002813C1">
        <w:t xml:space="preserve"> Je m</w:t>
      </w:r>
      <w:r>
        <w:t>’</w:t>
      </w:r>
      <w:r w:rsidR="0024252B" w:rsidRPr="002813C1">
        <w:t>efforçais de m</w:t>
      </w:r>
      <w:r>
        <w:t>’</w:t>
      </w:r>
      <w:r w:rsidR="0024252B" w:rsidRPr="002813C1">
        <w:t>étourdir par de misérables sophismes</w:t>
      </w:r>
      <w:r>
        <w:t xml:space="preserve">, </w:t>
      </w:r>
      <w:r w:rsidR="0024252B" w:rsidRPr="002813C1">
        <w:t>je me disais qu</w:t>
      </w:r>
      <w:r>
        <w:t>’</w:t>
      </w:r>
      <w:r w:rsidR="0024252B" w:rsidRPr="002813C1">
        <w:t>il était mon mari celui que mon cœur</w:t>
      </w:r>
      <w:r>
        <w:t xml:space="preserve">, </w:t>
      </w:r>
      <w:r w:rsidR="0024252B" w:rsidRPr="002813C1">
        <w:t>instinctivement</w:t>
      </w:r>
      <w:r>
        <w:t xml:space="preserve">, </w:t>
      </w:r>
      <w:r w:rsidR="0024252B" w:rsidRPr="002813C1">
        <w:t>avait choisi entre tous</w:t>
      </w:r>
      <w:r>
        <w:t xml:space="preserve">, </w:t>
      </w:r>
      <w:r w:rsidR="0024252B" w:rsidRPr="002813C1">
        <w:t>et qu</w:t>
      </w:r>
      <w:r>
        <w:t>’</w:t>
      </w:r>
      <w:r w:rsidR="0024252B" w:rsidRPr="002813C1">
        <w:t>il était de mon devoir de le suivre et de partager sa destinée</w:t>
      </w:r>
      <w:r>
        <w:t xml:space="preserve">… </w:t>
      </w:r>
      <w:r w:rsidR="0024252B" w:rsidRPr="002813C1">
        <w:t>Et je fuyais</w:t>
      </w:r>
      <w:r>
        <w:t xml:space="preserve">, </w:t>
      </w:r>
      <w:r w:rsidR="0024252B" w:rsidRPr="002813C1">
        <w:t>alors que cependant je croyais laisser un cadavre derrière moi</w:t>
      </w:r>
      <w:r>
        <w:t xml:space="preserve">, </w:t>
      </w:r>
      <w:r w:rsidR="0024252B" w:rsidRPr="002813C1">
        <w:t>le cadavre de mon frère</w:t>
      </w:r>
      <w:r>
        <w:t>. »</w:t>
      </w:r>
    </w:p>
    <w:p w14:paraId="4BC9CD63" w14:textId="4D9B9652" w:rsidR="00B77E03" w:rsidRDefault="0024252B" w:rsidP="00B77E03">
      <w:r w:rsidRPr="002813C1">
        <w:t xml:space="preserve">Très-positivement </w:t>
      </w:r>
      <w:r w:rsidR="00B77E03">
        <w:t>M. </w:t>
      </w:r>
      <w:proofErr w:type="spellStart"/>
      <w:r w:rsidRPr="002813C1">
        <w:t>Wilkie</w:t>
      </w:r>
      <w:proofErr w:type="spellEnd"/>
      <w:r w:rsidRPr="002813C1">
        <w:t xml:space="preserve"> éprouvait une sorte de malaise indéfinissable</w:t>
      </w:r>
      <w:r w:rsidR="00B77E03">
        <w:t xml:space="preserve">, </w:t>
      </w:r>
      <w:r w:rsidRPr="002813C1">
        <w:t>si extraordinaire qu</w:t>
      </w:r>
      <w:r w:rsidR="00B77E03">
        <w:t>’</w:t>
      </w:r>
      <w:r w:rsidRPr="002813C1">
        <w:t>il en oubliait de soigner son attitude et qu</w:t>
      </w:r>
      <w:r w:rsidR="00B77E03">
        <w:t>’</w:t>
      </w:r>
      <w:r w:rsidRPr="002813C1">
        <w:t xml:space="preserve">il ne pensait plus à </w:t>
      </w:r>
      <w:r w:rsidR="00B77E03">
        <w:t>M. de </w:t>
      </w:r>
      <w:proofErr w:type="spellStart"/>
      <w:r w:rsidRPr="002813C1">
        <w:t>Coralth</w:t>
      </w:r>
      <w:proofErr w:type="spellEnd"/>
      <w:r w:rsidRPr="002813C1">
        <w:t xml:space="preserve"> ni au marquis de </w:t>
      </w:r>
      <w:proofErr w:type="spellStart"/>
      <w:r w:rsidRPr="002813C1">
        <w:t>Valorsay</w:t>
      </w:r>
      <w:proofErr w:type="spellEnd"/>
      <w:r w:rsidR="00B77E03">
        <w:t>.</w:t>
      </w:r>
    </w:p>
    <w:p w14:paraId="04213FE5" w14:textId="77777777" w:rsidR="00B77E03" w:rsidRDefault="0024252B" w:rsidP="00B77E03">
      <w:r w:rsidRPr="002813C1">
        <w:t>Même sur les derniers mots</w:t>
      </w:r>
      <w:r w:rsidR="00B77E03">
        <w:t xml:space="preserve">, </w:t>
      </w:r>
      <w:r w:rsidRPr="002813C1">
        <w:t>il se dressa sur ses jambes</w:t>
      </w:r>
      <w:r w:rsidR="00B77E03">
        <w:t xml:space="preserve">, </w:t>
      </w:r>
      <w:r w:rsidRPr="002813C1">
        <w:t>un peu étourdi</w:t>
      </w:r>
      <w:r w:rsidR="00B77E03">
        <w:t xml:space="preserve">, </w:t>
      </w:r>
      <w:r w:rsidRPr="002813C1">
        <w:t>et dit</w:t>
      </w:r>
      <w:r w:rsidR="00B77E03">
        <w:t> :</w:t>
      </w:r>
    </w:p>
    <w:p w14:paraId="3F56A978" w14:textId="77777777" w:rsidR="00B77E03" w:rsidRDefault="00B77E03" w:rsidP="00B77E03">
      <w:r>
        <w:t>— </w:t>
      </w:r>
      <w:r w:rsidR="0024252B" w:rsidRPr="002813C1">
        <w:t>Cristi</w:t>
      </w:r>
      <w:r>
        <w:t xml:space="preserve"> !… </w:t>
      </w:r>
      <w:r w:rsidR="0024252B" w:rsidRPr="002813C1">
        <w:t>Épatant</w:t>
      </w:r>
      <w:r>
        <w:t> !…</w:t>
      </w:r>
    </w:p>
    <w:p w14:paraId="52F5A611" w14:textId="1E9E82F9" w:rsidR="00B77E03" w:rsidRDefault="0024252B" w:rsidP="00B77E03">
      <w:r w:rsidRPr="002813C1">
        <w:t xml:space="preserve">Mais déjà </w:t>
      </w:r>
      <w:r w:rsidR="00B77E03">
        <w:t>M</w:t>
      </w:r>
      <w:r w:rsidR="00B77E03" w:rsidRPr="00B77E03">
        <w:rPr>
          <w:vertAlign w:val="superscript"/>
        </w:rPr>
        <w:t>me</w:t>
      </w:r>
      <w:r w:rsidR="00B77E03">
        <w:t> </w:t>
      </w:r>
      <w:r w:rsidRPr="002813C1">
        <w:t>d</w:t>
      </w:r>
      <w:r w:rsidR="00B77E03">
        <w:t>’</w:t>
      </w:r>
      <w:r w:rsidRPr="002813C1">
        <w:t>Argelès continuait</w:t>
      </w:r>
      <w:r w:rsidR="00B77E03">
        <w:t> :</w:t>
      </w:r>
    </w:p>
    <w:p w14:paraId="14DA253A" w14:textId="77777777" w:rsidR="00B77E03" w:rsidRDefault="00B77E03" w:rsidP="00B77E03">
      <w:r>
        <w:t>« — </w:t>
      </w:r>
      <w:r w:rsidR="0024252B" w:rsidRPr="002813C1">
        <w:t>Telle fut la faute</w:t>
      </w:r>
      <w:r>
        <w:t xml:space="preserve">, </w:t>
      </w:r>
      <w:r w:rsidR="0024252B" w:rsidRPr="002813C1">
        <w:t>immense</w:t>
      </w:r>
      <w:r>
        <w:t xml:space="preserve">, </w:t>
      </w:r>
      <w:r w:rsidR="0024252B" w:rsidRPr="002813C1">
        <w:t>sans excuse</w:t>
      </w:r>
      <w:r>
        <w:t xml:space="preserve">, </w:t>
      </w:r>
      <w:r w:rsidR="0024252B" w:rsidRPr="002813C1">
        <w:t>irréparable</w:t>
      </w:r>
      <w:r>
        <w:t xml:space="preserve">… </w:t>
      </w:r>
      <w:r w:rsidR="0024252B" w:rsidRPr="002813C1">
        <w:t>Je vous ai tout dit</w:t>
      </w:r>
      <w:r>
        <w:t xml:space="preserve">, </w:t>
      </w:r>
      <w:r w:rsidR="0024252B" w:rsidRPr="002813C1">
        <w:t>sincèrement</w:t>
      </w:r>
      <w:r>
        <w:t xml:space="preserve">, </w:t>
      </w:r>
      <w:r w:rsidR="0024252B" w:rsidRPr="002813C1">
        <w:t>sans restrictions</w:t>
      </w:r>
      <w:r>
        <w:t xml:space="preserve">, </w:t>
      </w:r>
      <w:r w:rsidR="0024252B" w:rsidRPr="002813C1">
        <w:t>sans allégations vaines</w:t>
      </w:r>
      <w:r>
        <w:t xml:space="preserve">… </w:t>
      </w:r>
      <w:r w:rsidR="0024252B" w:rsidRPr="002813C1">
        <w:t>Écoutez ce que fut le châtiment</w:t>
      </w:r>
      <w:r>
        <w:t>…</w:t>
      </w:r>
    </w:p>
    <w:p w14:paraId="27656160" w14:textId="77777777" w:rsidR="00B77E03" w:rsidRDefault="00B77E03" w:rsidP="00B77E03">
      <w:r>
        <w:t>« </w:t>
      </w:r>
      <w:r w:rsidR="0024252B" w:rsidRPr="002813C1">
        <w:t>Dès le lendemain de notre arrivée au Havre</w:t>
      </w:r>
      <w:r>
        <w:t xml:space="preserve">, </w:t>
      </w:r>
      <w:r w:rsidR="0024252B" w:rsidRPr="002813C1">
        <w:t>Arthur Gordon m</w:t>
      </w:r>
      <w:r>
        <w:t>’</w:t>
      </w:r>
      <w:r w:rsidR="0024252B" w:rsidRPr="002813C1">
        <w:t>avoua que son embarras était extrême</w:t>
      </w:r>
      <w:r>
        <w:t xml:space="preserve">… </w:t>
      </w:r>
      <w:r w:rsidR="0024252B" w:rsidRPr="002813C1">
        <w:t>Dans la précipitation de notre fuite</w:t>
      </w:r>
      <w:r>
        <w:t xml:space="preserve">, </w:t>
      </w:r>
      <w:r w:rsidR="0024252B" w:rsidRPr="002813C1">
        <w:t>il n</w:t>
      </w:r>
      <w:r>
        <w:t>’</w:t>
      </w:r>
      <w:r w:rsidR="0024252B" w:rsidRPr="002813C1">
        <w:t>avait pas eu le temps de rassembler les ressources qu</w:t>
      </w:r>
      <w:r>
        <w:t>’</w:t>
      </w:r>
      <w:r w:rsidR="0024252B" w:rsidRPr="002813C1">
        <w:t>il possédait</w:t>
      </w:r>
      <w:r>
        <w:t xml:space="preserve">, </w:t>
      </w:r>
      <w:r w:rsidR="0024252B" w:rsidRPr="002813C1">
        <w:t>me dit-il</w:t>
      </w:r>
      <w:r>
        <w:t xml:space="preserve">, </w:t>
      </w:r>
      <w:r w:rsidR="0024252B" w:rsidRPr="002813C1">
        <w:t>à Paris</w:t>
      </w:r>
      <w:r>
        <w:t xml:space="preserve"> ; </w:t>
      </w:r>
      <w:r w:rsidR="0024252B" w:rsidRPr="002813C1">
        <w:t xml:space="preserve">un banquier de la ville sur lequel il avait compté venait de lui </w:t>
      </w:r>
      <w:r w:rsidR="0024252B" w:rsidRPr="002813C1">
        <w:lastRenderedPageBreak/>
        <w:t>faire défaut</w:t>
      </w:r>
      <w:r>
        <w:t xml:space="preserve">, </w:t>
      </w:r>
      <w:r w:rsidR="0024252B" w:rsidRPr="002813C1">
        <w:t>et il n</w:t>
      </w:r>
      <w:r>
        <w:t>’</w:t>
      </w:r>
      <w:r w:rsidR="0024252B" w:rsidRPr="002813C1">
        <w:t>avait pas assez d</w:t>
      </w:r>
      <w:r>
        <w:t>’</w:t>
      </w:r>
      <w:r w:rsidR="0024252B" w:rsidRPr="002813C1">
        <w:t>argent pour payer notre traversée jusqu</w:t>
      </w:r>
      <w:r>
        <w:t>’</w:t>
      </w:r>
      <w:r w:rsidR="0024252B" w:rsidRPr="002813C1">
        <w:t>à New-York</w:t>
      </w:r>
      <w:r>
        <w:t>.</w:t>
      </w:r>
    </w:p>
    <w:p w14:paraId="248A3A66" w14:textId="77777777" w:rsidR="00B77E03" w:rsidRDefault="00B77E03" w:rsidP="00B77E03">
      <w:r>
        <w:t>« </w:t>
      </w:r>
      <w:r w:rsidR="0024252B" w:rsidRPr="002813C1">
        <w:t>Cette détresse me confondit</w:t>
      </w:r>
      <w:r>
        <w:t xml:space="preserve">… </w:t>
      </w:r>
      <w:r w:rsidR="0024252B" w:rsidRPr="002813C1">
        <w:t>Mon éducation</w:t>
      </w:r>
      <w:r>
        <w:t xml:space="preserve">, </w:t>
      </w:r>
      <w:r w:rsidR="0024252B" w:rsidRPr="002813C1">
        <w:t>comme celle de toutes les jeunes filles de ma condition</w:t>
      </w:r>
      <w:r>
        <w:t xml:space="preserve">, </w:t>
      </w:r>
      <w:r w:rsidR="0024252B" w:rsidRPr="002813C1">
        <w:t>avait été absurde</w:t>
      </w:r>
      <w:r>
        <w:t xml:space="preserve">… </w:t>
      </w:r>
      <w:r w:rsidR="0024252B" w:rsidRPr="002813C1">
        <w:t>Je ne savais rien de la vie</w:t>
      </w:r>
      <w:r>
        <w:t xml:space="preserve">, </w:t>
      </w:r>
      <w:r w:rsidR="0024252B" w:rsidRPr="002813C1">
        <w:t>de ses exigences</w:t>
      </w:r>
      <w:r>
        <w:t xml:space="preserve">, </w:t>
      </w:r>
      <w:r w:rsidR="0024252B" w:rsidRPr="002813C1">
        <w:t>de ses misères</w:t>
      </w:r>
      <w:r>
        <w:t xml:space="preserve">, </w:t>
      </w:r>
      <w:r w:rsidR="0024252B" w:rsidRPr="002813C1">
        <w:t>de ses difficultés étroites et implacables</w:t>
      </w:r>
      <w:r>
        <w:t xml:space="preserve">… </w:t>
      </w:r>
      <w:r w:rsidR="0024252B" w:rsidRPr="002813C1">
        <w:t>Je n</w:t>
      </w:r>
      <w:r>
        <w:t>’</w:t>
      </w:r>
      <w:r w:rsidR="0024252B" w:rsidRPr="002813C1">
        <w:t>ignorais pas qu</w:t>
      </w:r>
      <w:r>
        <w:t>’</w:t>
      </w:r>
      <w:r w:rsidR="0024252B" w:rsidRPr="002813C1">
        <w:t>il y a des riches et des pauvres</w:t>
      </w:r>
      <w:r>
        <w:t xml:space="preserve">, </w:t>
      </w:r>
      <w:r w:rsidR="0024252B" w:rsidRPr="002813C1">
        <w:t>qu</w:t>
      </w:r>
      <w:r>
        <w:t>’</w:t>
      </w:r>
      <w:r w:rsidR="0024252B" w:rsidRPr="002813C1">
        <w:t>il faut de l</w:t>
      </w:r>
      <w:r>
        <w:t>’</w:t>
      </w:r>
      <w:r w:rsidR="0024252B" w:rsidRPr="002813C1">
        <w:t>argent</w:t>
      </w:r>
      <w:r>
        <w:t xml:space="preserve">, </w:t>
      </w:r>
      <w:r w:rsidR="0024252B" w:rsidRPr="002813C1">
        <w:t>et que ceux qui n</w:t>
      </w:r>
      <w:r>
        <w:t>’</w:t>
      </w:r>
      <w:r w:rsidR="0024252B" w:rsidRPr="002813C1">
        <w:t>en ont pas ne reculent devant aucune bassesse pour s</w:t>
      </w:r>
      <w:r>
        <w:t>’</w:t>
      </w:r>
      <w:r w:rsidR="0024252B" w:rsidRPr="002813C1">
        <w:t>en procurer</w:t>
      </w:r>
      <w:r>
        <w:t xml:space="preserve">… </w:t>
      </w:r>
      <w:r w:rsidR="0024252B" w:rsidRPr="002813C1">
        <w:t>Mais tout cela était très-vague dans mon esprit</w:t>
      </w:r>
      <w:r>
        <w:t xml:space="preserve">, </w:t>
      </w:r>
      <w:r w:rsidR="0024252B" w:rsidRPr="002813C1">
        <w:t>et je ne soupçonnais pas qu</w:t>
      </w:r>
      <w:r>
        <w:t>’</w:t>
      </w:r>
      <w:r w:rsidR="0024252B" w:rsidRPr="002813C1">
        <w:t>une question de plus ou moins d</w:t>
      </w:r>
      <w:r>
        <w:t>’</w:t>
      </w:r>
      <w:r w:rsidR="0024252B" w:rsidRPr="002813C1">
        <w:t>argent pût avoir une importance capitale</w:t>
      </w:r>
      <w:r>
        <w:t>.</w:t>
      </w:r>
    </w:p>
    <w:p w14:paraId="1F18C890" w14:textId="77777777" w:rsidR="00B77E03" w:rsidRDefault="00B77E03" w:rsidP="00B77E03">
      <w:r>
        <w:t>« </w:t>
      </w:r>
      <w:r w:rsidR="0024252B" w:rsidRPr="002813C1">
        <w:t>Aussi</w:t>
      </w:r>
      <w:r>
        <w:t xml:space="preserve">, </w:t>
      </w:r>
      <w:r w:rsidR="0024252B" w:rsidRPr="002813C1">
        <w:t>n</w:t>
      </w:r>
      <w:r>
        <w:t>’</w:t>
      </w:r>
      <w:r w:rsidR="0024252B" w:rsidRPr="002813C1">
        <w:t>allai-je pas au-devant de la requête dont cet aveu était la préface</w:t>
      </w:r>
      <w:r>
        <w:t xml:space="preserve">, </w:t>
      </w:r>
      <w:r w:rsidR="0024252B" w:rsidRPr="002813C1">
        <w:t>et Arthur Gordon fut obligé de me demander</w:t>
      </w:r>
      <w:r>
        <w:t xml:space="preserve">, </w:t>
      </w:r>
      <w:r w:rsidR="0024252B" w:rsidRPr="002813C1">
        <w:t>en termes brutalement positifs</w:t>
      </w:r>
      <w:r>
        <w:t xml:space="preserve">, </w:t>
      </w:r>
      <w:r w:rsidR="0024252B" w:rsidRPr="002813C1">
        <w:t>si par hasard je n</w:t>
      </w:r>
      <w:r>
        <w:t>’</w:t>
      </w:r>
      <w:r w:rsidR="0024252B" w:rsidRPr="002813C1">
        <w:t>aurais pas emporté quelques valeurs ou tout au moins des bijoux qu</w:t>
      </w:r>
      <w:r>
        <w:t>’</w:t>
      </w:r>
      <w:r w:rsidR="0024252B" w:rsidRPr="002813C1">
        <w:t>on pourrait vendre</w:t>
      </w:r>
      <w:r>
        <w:t>…</w:t>
      </w:r>
    </w:p>
    <w:p w14:paraId="7E7C0510" w14:textId="77777777" w:rsidR="00B77E03" w:rsidRDefault="00B77E03" w:rsidP="00B77E03">
      <w:r>
        <w:t>« </w:t>
      </w:r>
      <w:r w:rsidR="0024252B" w:rsidRPr="002813C1">
        <w:t>Je lui remis tout ce que j</w:t>
      </w:r>
      <w:r>
        <w:t>’</w:t>
      </w:r>
      <w:r w:rsidR="0024252B" w:rsidRPr="002813C1">
        <w:t>avais sur moi</w:t>
      </w:r>
      <w:r>
        <w:t xml:space="preserve">, </w:t>
      </w:r>
      <w:r w:rsidR="0024252B" w:rsidRPr="002813C1">
        <w:t>ma bourse</w:t>
      </w:r>
      <w:r>
        <w:t xml:space="preserve">, </w:t>
      </w:r>
      <w:r w:rsidR="0024252B" w:rsidRPr="002813C1">
        <w:t>qui renfermait quelques louis</w:t>
      </w:r>
      <w:r>
        <w:t xml:space="preserve">, </w:t>
      </w:r>
      <w:r w:rsidR="0024252B" w:rsidRPr="002813C1">
        <w:t>une bague et mon collier</w:t>
      </w:r>
      <w:r>
        <w:t xml:space="preserve">, </w:t>
      </w:r>
      <w:r w:rsidR="0024252B" w:rsidRPr="002813C1">
        <w:t>où pendait une assez belle croix de brillants</w:t>
      </w:r>
      <w:r>
        <w:t>…</w:t>
      </w:r>
    </w:p>
    <w:p w14:paraId="5461549C" w14:textId="77777777" w:rsidR="00B77E03" w:rsidRDefault="00B77E03" w:rsidP="00B77E03">
      <w:r>
        <w:t>« </w:t>
      </w:r>
      <w:r w:rsidR="0024252B" w:rsidRPr="002813C1">
        <w:t>C</w:t>
      </w:r>
      <w:r>
        <w:t>’</w:t>
      </w:r>
      <w:r w:rsidR="0024252B" w:rsidRPr="002813C1">
        <w:t>était peu</w:t>
      </w:r>
      <w:r>
        <w:t xml:space="preserve">, </w:t>
      </w:r>
      <w:r w:rsidR="0024252B" w:rsidRPr="002813C1">
        <w:t>et le dépit lui arracha une phrase atroce</w:t>
      </w:r>
      <w:r>
        <w:t xml:space="preserve">, </w:t>
      </w:r>
      <w:r w:rsidR="0024252B" w:rsidRPr="002813C1">
        <w:t>qui m</w:t>
      </w:r>
      <w:r>
        <w:t>’</w:t>
      </w:r>
      <w:r w:rsidR="0024252B" w:rsidRPr="002813C1">
        <w:t>effraya</w:t>
      </w:r>
      <w:r>
        <w:t xml:space="preserve">, </w:t>
      </w:r>
      <w:r w:rsidR="0024252B" w:rsidRPr="002813C1">
        <w:t>mais dont je ne pénétrai que plus tard toute l</w:t>
      </w:r>
      <w:r>
        <w:t>’</w:t>
      </w:r>
      <w:r w:rsidR="0024252B" w:rsidRPr="002813C1">
        <w:t>ignominie</w:t>
      </w:r>
      <w:r>
        <w:t> :</w:t>
      </w:r>
    </w:p>
    <w:p w14:paraId="22905405" w14:textId="77777777" w:rsidR="00B77E03" w:rsidRDefault="00B77E03" w:rsidP="00B77E03">
      <w:r>
        <w:t>« — </w:t>
      </w:r>
      <w:r w:rsidR="0024252B" w:rsidRPr="002813C1">
        <w:t>Une femme qui court à un rendez-vous d</w:t>
      </w:r>
      <w:r>
        <w:t>’</w:t>
      </w:r>
      <w:r w:rsidR="0024252B" w:rsidRPr="002813C1">
        <w:t>amour</w:t>
      </w:r>
      <w:r>
        <w:t xml:space="preserve">, </w:t>
      </w:r>
      <w:r w:rsidR="0024252B" w:rsidRPr="002813C1">
        <w:t>s</w:t>
      </w:r>
      <w:r>
        <w:t>’</w:t>
      </w:r>
      <w:r w:rsidR="0024252B" w:rsidRPr="002813C1">
        <w:t>écria-t-il</w:t>
      </w:r>
      <w:r>
        <w:t xml:space="preserve">, </w:t>
      </w:r>
      <w:r w:rsidR="0024252B" w:rsidRPr="002813C1">
        <w:t>devrait toujours se munir de tout ce qu</w:t>
      </w:r>
      <w:r>
        <w:t>’</w:t>
      </w:r>
      <w:r w:rsidR="0024252B" w:rsidRPr="002813C1">
        <w:t>elle possède</w:t>
      </w:r>
      <w:r>
        <w:t xml:space="preserve">… </w:t>
      </w:r>
      <w:r w:rsidR="0024252B" w:rsidRPr="002813C1">
        <w:t>On ne sait jamais ce qui peut arriver</w:t>
      </w:r>
      <w:r>
        <w:t> !…</w:t>
      </w:r>
    </w:p>
    <w:p w14:paraId="4BAD868E" w14:textId="77777777" w:rsidR="00B77E03" w:rsidRDefault="00B77E03" w:rsidP="00B77E03">
      <w:r>
        <w:t xml:space="preserve">« … </w:t>
      </w:r>
      <w:r w:rsidR="0024252B" w:rsidRPr="002813C1">
        <w:t>Le manque d</w:t>
      </w:r>
      <w:r>
        <w:t>’</w:t>
      </w:r>
      <w:r w:rsidR="0024252B" w:rsidRPr="002813C1">
        <w:t>argent nous clouait au Havre</w:t>
      </w:r>
      <w:r>
        <w:t xml:space="preserve">, </w:t>
      </w:r>
      <w:r w:rsidR="0024252B" w:rsidRPr="002813C1">
        <w:t>quand Arthur Gordon s</w:t>
      </w:r>
      <w:r>
        <w:t>’</w:t>
      </w:r>
      <w:r w:rsidR="0024252B" w:rsidRPr="002813C1">
        <w:t>étant mis à battre la ville</w:t>
      </w:r>
      <w:r>
        <w:t xml:space="preserve">, </w:t>
      </w:r>
      <w:r w:rsidR="0024252B" w:rsidRPr="002813C1">
        <w:t>rencontra sur le port un de ses anciens camarades</w:t>
      </w:r>
      <w:r>
        <w:t xml:space="preserve">, </w:t>
      </w:r>
      <w:r w:rsidR="0024252B" w:rsidRPr="002813C1">
        <w:t>qui commandait un trois-mâts américain</w:t>
      </w:r>
      <w:r>
        <w:t>.</w:t>
      </w:r>
    </w:p>
    <w:p w14:paraId="09B4CD57" w14:textId="77777777" w:rsidR="00B77E03" w:rsidRDefault="00B77E03" w:rsidP="00B77E03">
      <w:r>
        <w:lastRenderedPageBreak/>
        <w:t>« </w:t>
      </w:r>
      <w:r w:rsidR="0024252B" w:rsidRPr="002813C1">
        <w:t>Il lui exposa son embarras</w:t>
      </w:r>
      <w:r>
        <w:t xml:space="preserve">, </w:t>
      </w:r>
      <w:r w:rsidR="0024252B" w:rsidRPr="002813C1">
        <w:t>et l</w:t>
      </w:r>
      <w:r>
        <w:t>’</w:t>
      </w:r>
      <w:r w:rsidR="0024252B" w:rsidRPr="002813C1">
        <w:t>autre</w:t>
      </w:r>
      <w:r>
        <w:t xml:space="preserve">, </w:t>
      </w:r>
      <w:r w:rsidR="0024252B" w:rsidRPr="002813C1">
        <w:t>qui devait mettre à la voile à la fin de la semaine</w:t>
      </w:r>
      <w:r>
        <w:t xml:space="preserve">, </w:t>
      </w:r>
      <w:r w:rsidR="0024252B" w:rsidRPr="002813C1">
        <w:t>lui offrit charitablement notre passage gratuit</w:t>
      </w:r>
      <w:r>
        <w:t>.</w:t>
      </w:r>
    </w:p>
    <w:p w14:paraId="542FC501" w14:textId="77777777" w:rsidR="00B77E03" w:rsidRDefault="00B77E03" w:rsidP="00B77E03">
      <w:r>
        <w:t>« </w:t>
      </w:r>
      <w:r w:rsidR="0024252B" w:rsidRPr="002813C1">
        <w:t>C</w:t>
      </w:r>
      <w:r>
        <w:t>’</w:t>
      </w:r>
      <w:r w:rsidR="0024252B" w:rsidRPr="002813C1">
        <w:t>est ainsi que nous quittâmes la France</w:t>
      </w:r>
      <w:r>
        <w:t>.</w:t>
      </w:r>
    </w:p>
    <w:p w14:paraId="385B2B8F" w14:textId="77777777" w:rsidR="00B77E03" w:rsidRDefault="00B77E03" w:rsidP="00B77E03">
      <w:r>
        <w:t>« </w:t>
      </w:r>
      <w:r w:rsidR="0024252B" w:rsidRPr="002813C1">
        <w:t>La traversée fut pour moi un long supplice</w:t>
      </w:r>
      <w:r>
        <w:t xml:space="preserve">… </w:t>
      </w:r>
      <w:r w:rsidR="0024252B" w:rsidRPr="002813C1">
        <w:t>J</w:t>
      </w:r>
      <w:r>
        <w:t>’</w:t>
      </w:r>
      <w:r w:rsidR="0024252B" w:rsidRPr="002813C1">
        <w:t>y fis mon premier apprentissage de la honte et du mépris</w:t>
      </w:r>
      <w:r>
        <w:t>.</w:t>
      </w:r>
    </w:p>
    <w:p w14:paraId="30DE60A9" w14:textId="77777777" w:rsidR="00B77E03" w:rsidRDefault="00B77E03" w:rsidP="00B77E03">
      <w:r>
        <w:t>« </w:t>
      </w:r>
      <w:r w:rsidR="0024252B" w:rsidRPr="002813C1">
        <w:t>À l</w:t>
      </w:r>
      <w:r>
        <w:t>’</w:t>
      </w:r>
      <w:r w:rsidR="0024252B" w:rsidRPr="002813C1">
        <w:t>offensante galanterie du capitaine</w:t>
      </w:r>
      <w:r>
        <w:t xml:space="preserve">, </w:t>
      </w:r>
      <w:r w:rsidR="0024252B" w:rsidRPr="002813C1">
        <w:t>à la familiarité des seconds</w:t>
      </w:r>
      <w:r>
        <w:t xml:space="preserve">, </w:t>
      </w:r>
      <w:r w:rsidR="0024252B" w:rsidRPr="002813C1">
        <w:t>aux regards ironiques des hommes de l</w:t>
      </w:r>
      <w:r>
        <w:t>’</w:t>
      </w:r>
      <w:r w:rsidR="0024252B" w:rsidRPr="002813C1">
        <w:t>équipage dès que je paraissais sur le pont</w:t>
      </w:r>
      <w:r>
        <w:t xml:space="preserve">, </w:t>
      </w:r>
      <w:r w:rsidR="0024252B" w:rsidRPr="002813C1">
        <w:t>je compris que ma position n</w:t>
      </w:r>
      <w:r>
        <w:t>’</w:t>
      </w:r>
      <w:r w:rsidR="0024252B" w:rsidRPr="002813C1">
        <w:t>était un secret pour personne</w:t>
      </w:r>
      <w:r>
        <w:t xml:space="preserve">. </w:t>
      </w:r>
      <w:r w:rsidR="0024252B" w:rsidRPr="002813C1">
        <w:t>Tous ces gens grossiers savaient que j</w:t>
      </w:r>
      <w:r>
        <w:t>’</w:t>
      </w:r>
      <w:r w:rsidR="0024252B" w:rsidRPr="002813C1">
        <w:t>étais la maîtresse et non la femme de l</w:t>
      </w:r>
      <w:r>
        <w:t>’</w:t>
      </w:r>
      <w:r w:rsidR="0024252B" w:rsidRPr="002813C1">
        <w:t>homme que j</w:t>
      </w:r>
      <w:r>
        <w:t>’</w:t>
      </w:r>
      <w:r w:rsidR="0024252B" w:rsidRPr="002813C1">
        <w:t>appelais mon mari</w:t>
      </w:r>
      <w:r>
        <w:t xml:space="preserve">, </w:t>
      </w:r>
      <w:r w:rsidR="0024252B" w:rsidRPr="002813C1">
        <w:t>et sans en avoir conscience peut-être</w:t>
      </w:r>
      <w:r>
        <w:t xml:space="preserve">, </w:t>
      </w:r>
      <w:r w:rsidR="0024252B" w:rsidRPr="002813C1">
        <w:t>ils me le faisaient cruellement expier</w:t>
      </w:r>
      <w:r>
        <w:t>…</w:t>
      </w:r>
    </w:p>
    <w:p w14:paraId="4A4A3470" w14:textId="77777777" w:rsidR="00B77E03" w:rsidRDefault="00B77E03" w:rsidP="00B77E03">
      <w:r>
        <w:t>« </w:t>
      </w:r>
      <w:r w:rsidR="0024252B" w:rsidRPr="002813C1">
        <w:t>Pour comble</w:t>
      </w:r>
      <w:r>
        <w:t xml:space="preserve">, </w:t>
      </w:r>
      <w:r w:rsidR="0024252B" w:rsidRPr="002813C1">
        <w:t>la raison reprenait son empire</w:t>
      </w:r>
      <w:r>
        <w:t xml:space="preserve">, </w:t>
      </w:r>
      <w:r w:rsidR="0024252B" w:rsidRPr="002813C1">
        <w:t>mes yeux peu à peu s</w:t>
      </w:r>
      <w:r>
        <w:t>’</w:t>
      </w:r>
      <w:r w:rsidR="0024252B" w:rsidRPr="002813C1">
        <w:t>ouvraient à la lumière</w:t>
      </w:r>
      <w:r>
        <w:t xml:space="preserve">, </w:t>
      </w:r>
      <w:r w:rsidR="0024252B" w:rsidRPr="002813C1">
        <w:t>et je commençais à pénétrer le caractère véritable du misérable à qui j</w:t>
      </w:r>
      <w:r>
        <w:t>’</w:t>
      </w:r>
      <w:r w:rsidR="0024252B" w:rsidRPr="002813C1">
        <w:t>avais abandonné ma vie</w:t>
      </w:r>
      <w:r>
        <w:t>.</w:t>
      </w:r>
    </w:p>
    <w:p w14:paraId="4688D8D5" w14:textId="77777777" w:rsidR="00B77E03" w:rsidRDefault="00B77E03" w:rsidP="00B77E03">
      <w:r>
        <w:t>« </w:t>
      </w:r>
      <w:r w:rsidR="0024252B" w:rsidRPr="002813C1">
        <w:t>Cependant il n</w:t>
      </w:r>
      <w:r>
        <w:t>’</w:t>
      </w:r>
      <w:r w:rsidR="0024252B" w:rsidRPr="002813C1">
        <w:t>avait pas encore cessé complètement de se contraindre</w:t>
      </w:r>
      <w:r>
        <w:t>.</w:t>
      </w:r>
    </w:p>
    <w:p w14:paraId="2F9A695D" w14:textId="77777777" w:rsidR="00B77E03" w:rsidRDefault="00B77E03" w:rsidP="00B77E03">
      <w:r>
        <w:t>« </w:t>
      </w:r>
      <w:r w:rsidR="0024252B" w:rsidRPr="002813C1">
        <w:t>Mais souvent</w:t>
      </w:r>
      <w:r>
        <w:t xml:space="preserve">, </w:t>
      </w:r>
      <w:r w:rsidR="0024252B" w:rsidRPr="002813C1">
        <w:t>après le repas du soir</w:t>
      </w:r>
      <w:r>
        <w:t xml:space="preserve">, </w:t>
      </w:r>
      <w:r w:rsidR="0024252B" w:rsidRPr="002813C1">
        <w:t>il restait à fumer et à boire avec son ami le capitaine</w:t>
      </w:r>
      <w:r>
        <w:t xml:space="preserve">, </w:t>
      </w:r>
      <w:r w:rsidR="0024252B" w:rsidRPr="002813C1">
        <w:t>et lorsqu</w:t>
      </w:r>
      <w:r>
        <w:t>’</w:t>
      </w:r>
      <w:r w:rsidR="0024252B" w:rsidRPr="002813C1">
        <w:t>il me rejoignait</w:t>
      </w:r>
      <w:r>
        <w:t xml:space="preserve">, </w:t>
      </w:r>
      <w:r w:rsidR="0024252B" w:rsidRPr="002813C1">
        <w:t>échauffé par l</w:t>
      </w:r>
      <w:r>
        <w:t>’</w:t>
      </w:r>
      <w:r w:rsidR="0024252B" w:rsidRPr="002813C1">
        <w:t>alcool</w:t>
      </w:r>
      <w:r>
        <w:t xml:space="preserve">, </w:t>
      </w:r>
      <w:r w:rsidR="0024252B" w:rsidRPr="002813C1">
        <w:t>il se répandait en théories étranges et effrayantes qui me confondaient</w:t>
      </w:r>
      <w:r>
        <w:t>…</w:t>
      </w:r>
    </w:p>
    <w:p w14:paraId="22101D7A" w14:textId="77777777" w:rsidR="00B77E03" w:rsidRDefault="00B77E03" w:rsidP="00B77E03">
      <w:r>
        <w:t>« </w:t>
      </w:r>
      <w:r w:rsidR="0024252B" w:rsidRPr="002813C1">
        <w:t>Jusqu</w:t>
      </w:r>
      <w:r>
        <w:t>’</w:t>
      </w:r>
      <w:r w:rsidR="0024252B" w:rsidRPr="002813C1">
        <w:t>à ce qu</w:t>
      </w:r>
      <w:r>
        <w:t>’</w:t>
      </w:r>
      <w:r w:rsidR="0024252B" w:rsidRPr="002813C1">
        <w:t>une fois</w:t>
      </w:r>
      <w:r>
        <w:t xml:space="preserve">, </w:t>
      </w:r>
      <w:r w:rsidR="0024252B" w:rsidRPr="002813C1">
        <w:t>ayant bu plus que de coutume</w:t>
      </w:r>
      <w:r>
        <w:t xml:space="preserve">, </w:t>
      </w:r>
      <w:r w:rsidR="0024252B" w:rsidRPr="002813C1">
        <w:t>il oublia entièrement son rôle et se révéla</w:t>
      </w:r>
      <w:r>
        <w:t>…</w:t>
      </w:r>
    </w:p>
    <w:p w14:paraId="559BD955" w14:textId="77777777" w:rsidR="00B77E03" w:rsidRDefault="00B77E03" w:rsidP="00B77E03">
      <w:r>
        <w:t>« </w:t>
      </w:r>
      <w:r w:rsidR="0024252B" w:rsidRPr="002813C1">
        <w:t xml:space="preserve">Il déplorait amèrement que notre </w:t>
      </w:r>
      <w:r>
        <w:t>« </w:t>
      </w:r>
      <w:r w:rsidR="0024252B" w:rsidRPr="002813C1">
        <w:t>aventure</w:t>
      </w:r>
      <w:r>
        <w:t> »</w:t>
      </w:r>
      <w:r w:rsidR="0024252B" w:rsidRPr="002813C1">
        <w:t xml:space="preserve"> eût fini comme un mauvais mélodrame</w:t>
      </w:r>
      <w:r>
        <w:t xml:space="preserve">… </w:t>
      </w:r>
      <w:r w:rsidR="0024252B" w:rsidRPr="002813C1">
        <w:t>Un roman d</w:t>
      </w:r>
      <w:r>
        <w:t>’</w:t>
      </w:r>
      <w:r w:rsidR="0024252B" w:rsidRPr="002813C1">
        <w:t>amour si bien entamé</w:t>
      </w:r>
      <w:r>
        <w:t xml:space="preserve">, </w:t>
      </w:r>
      <w:r w:rsidR="0024252B" w:rsidRPr="002813C1">
        <w:t>disait-il</w:t>
      </w:r>
      <w:r>
        <w:t xml:space="preserve">, </w:t>
      </w:r>
      <w:r w:rsidR="0024252B" w:rsidRPr="002813C1">
        <w:t xml:space="preserve">si habilement </w:t>
      </w:r>
      <w:r>
        <w:t>« </w:t>
      </w:r>
      <w:r w:rsidR="0024252B" w:rsidRPr="002813C1">
        <w:t>filé</w:t>
      </w:r>
      <w:r>
        <w:t>, »</w:t>
      </w:r>
      <w:r w:rsidR="0024252B" w:rsidRPr="002813C1">
        <w:t xml:space="preserve"> se dénouer dans le sang</w:t>
      </w:r>
      <w:r>
        <w:t xml:space="preserve"> !… </w:t>
      </w:r>
      <w:r w:rsidR="0024252B" w:rsidRPr="002813C1">
        <w:t>Quelle fatalité</w:t>
      </w:r>
      <w:r>
        <w:t xml:space="preserve"> ! </w:t>
      </w:r>
      <w:r w:rsidR="0024252B" w:rsidRPr="002813C1">
        <w:t>Et quand ce malheur était-il arrivé</w:t>
      </w:r>
      <w:r>
        <w:t xml:space="preserve"> ? </w:t>
      </w:r>
      <w:r w:rsidR="0024252B" w:rsidRPr="002813C1">
        <w:lastRenderedPageBreak/>
        <w:t>Juste au moment où il croyait toucher le but</w:t>
      </w:r>
      <w:r>
        <w:t xml:space="preserve">, </w:t>
      </w:r>
      <w:r w:rsidR="0024252B" w:rsidRPr="002813C1">
        <w:t>tenir le succès et la récompense de ses peines</w:t>
      </w:r>
      <w:r>
        <w:t>…</w:t>
      </w:r>
    </w:p>
    <w:p w14:paraId="6EE27126" w14:textId="77777777" w:rsidR="00B77E03" w:rsidRDefault="00B77E03" w:rsidP="00B77E03">
      <w:r>
        <w:t>« </w:t>
      </w:r>
      <w:r w:rsidR="0024252B" w:rsidRPr="002813C1">
        <w:t>Quelques semaines encore</w:t>
      </w:r>
      <w:r>
        <w:t xml:space="preserve">, </w:t>
      </w:r>
      <w:r w:rsidR="0024252B" w:rsidRPr="002813C1">
        <w:t>et évidemment il eût pris sur moi assez d</w:t>
      </w:r>
      <w:r>
        <w:t>’</w:t>
      </w:r>
      <w:r w:rsidR="0024252B" w:rsidRPr="002813C1">
        <w:t>empire pour me décider à quitter furtivement la maison paternelle</w:t>
      </w:r>
      <w:r>
        <w:t xml:space="preserve">… </w:t>
      </w:r>
      <w:r w:rsidR="0024252B" w:rsidRPr="002813C1">
        <w:t>Le lendemain</w:t>
      </w:r>
      <w:r>
        <w:t xml:space="preserve">, </w:t>
      </w:r>
      <w:r w:rsidR="0024252B" w:rsidRPr="002813C1">
        <w:t>scandale énorme</w:t>
      </w:r>
      <w:r>
        <w:t xml:space="preserve">, </w:t>
      </w:r>
      <w:r w:rsidR="0024252B" w:rsidRPr="002813C1">
        <w:t>pourparlers avec ma famille</w:t>
      </w:r>
      <w:r>
        <w:t xml:space="preserve">, </w:t>
      </w:r>
      <w:r w:rsidR="0024252B" w:rsidRPr="002813C1">
        <w:t>transaction inévitable</w:t>
      </w:r>
      <w:r>
        <w:t xml:space="preserve">, </w:t>
      </w:r>
      <w:r w:rsidR="0024252B" w:rsidRPr="002813C1">
        <w:t>et finalement mariage avec une très-grosse dot pour assoupir l</w:t>
      </w:r>
      <w:r>
        <w:t>’</w:t>
      </w:r>
      <w:r w:rsidR="0024252B" w:rsidRPr="002813C1">
        <w:t>affaire</w:t>
      </w:r>
      <w:r>
        <w:t>…</w:t>
      </w:r>
    </w:p>
    <w:p w14:paraId="41F49310" w14:textId="77777777" w:rsidR="00B77E03" w:rsidRDefault="00B77E03" w:rsidP="00B77E03">
      <w:r>
        <w:t>« — </w:t>
      </w:r>
      <w:r w:rsidR="0024252B" w:rsidRPr="002813C1">
        <w:t>Et je serais riche</w:t>
      </w:r>
      <w:r>
        <w:t xml:space="preserve">, </w:t>
      </w:r>
      <w:r w:rsidR="0024252B" w:rsidRPr="002813C1">
        <w:t>répétait-il</w:t>
      </w:r>
      <w:r>
        <w:t xml:space="preserve">, </w:t>
      </w:r>
      <w:r w:rsidR="0024252B" w:rsidRPr="002813C1">
        <w:t>très-riche</w:t>
      </w:r>
      <w:r>
        <w:t xml:space="preserve">, </w:t>
      </w:r>
      <w:r w:rsidR="0024252B" w:rsidRPr="002813C1">
        <w:t>je roulerais carrosse sur le pavé de Paris</w:t>
      </w:r>
      <w:r>
        <w:t xml:space="preserve">, </w:t>
      </w:r>
      <w:r w:rsidR="0024252B" w:rsidRPr="002813C1">
        <w:t>au lieu d</w:t>
      </w:r>
      <w:r>
        <w:t>’</w:t>
      </w:r>
      <w:r w:rsidR="0024252B" w:rsidRPr="002813C1">
        <w:t>être ici</w:t>
      </w:r>
      <w:r>
        <w:t xml:space="preserve">, </w:t>
      </w:r>
      <w:r w:rsidR="0024252B" w:rsidRPr="002813C1">
        <w:t>sur ce bateau maudit</w:t>
      </w:r>
      <w:r>
        <w:t xml:space="preserve">, </w:t>
      </w:r>
      <w:r w:rsidR="0024252B" w:rsidRPr="002813C1">
        <w:t>à manger deux fois par jour de la morue salée</w:t>
      </w:r>
      <w:r>
        <w:t xml:space="preserve">… </w:t>
      </w:r>
      <w:r w:rsidR="0024252B" w:rsidRPr="002813C1">
        <w:t>et par charité</w:t>
      </w:r>
      <w:r>
        <w:t xml:space="preserve">, </w:t>
      </w:r>
      <w:r w:rsidR="0024252B" w:rsidRPr="002813C1">
        <w:t>encore</w:t>
      </w:r>
      <w:r>
        <w:t> !…</w:t>
      </w:r>
    </w:p>
    <w:p w14:paraId="38536357" w14:textId="77777777" w:rsidR="00B77E03" w:rsidRDefault="00B77E03" w:rsidP="00B77E03">
      <w:r>
        <w:t>« </w:t>
      </w:r>
      <w:r w:rsidR="0024252B" w:rsidRPr="002813C1">
        <w:t>Puis</w:t>
      </w:r>
      <w:r>
        <w:t xml:space="preserve">, </w:t>
      </w:r>
      <w:r w:rsidR="0024252B" w:rsidRPr="002813C1">
        <w:t>la colère</w:t>
      </w:r>
      <w:r>
        <w:t xml:space="preserve">, </w:t>
      </w:r>
      <w:r w:rsidR="0024252B" w:rsidRPr="002813C1">
        <w:t>dans son cerveau</w:t>
      </w:r>
      <w:r>
        <w:t xml:space="preserve">, </w:t>
      </w:r>
      <w:r w:rsidR="0024252B" w:rsidRPr="002813C1">
        <w:t>se mêlant aux fumées de l</w:t>
      </w:r>
      <w:r>
        <w:t>’</w:t>
      </w:r>
      <w:r w:rsidR="0024252B" w:rsidRPr="002813C1">
        <w:t>ivresse</w:t>
      </w:r>
      <w:r>
        <w:t xml:space="preserve">, </w:t>
      </w:r>
      <w:r w:rsidR="0024252B" w:rsidRPr="002813C1">
        <w:t>il criait en blasphémant que j</w:t>
      </w:r>
      <w:r>
        <w:t>’</w:t>
      </w:r>
      <w:r w:rsidR="0024252B" w:rsidRPr="002813C1">
        <w:t>avais cassé le cou à sa fortune</w:t>
      </w:r>
      <w:r>
        <w:t xml:space="preserve">, </w:t>
      </w:r>
      <w:r w:rsidR="0024252B" w:rsidRPr="002813C1">
        <w:t>que je n</w:t>
      </w:r>
      <w:r>
        <w:t>’</w:t>
      </w:r>
      <w:r w:rsidR="0024252B" w:rsidRPr="002813C1">
        <w:t>étais qu</w:t>
      </w:r>
      <w:r>
        <w:t>’</w:t>
      </w:r>
      <w:r w:rsidR="0024252B" w:rsidRPr="002813C1">
        <w:t>une bête</w:t>
      </w:r>
      <w:r>
        <w:t xml:space="preserve">, </w:t>
      </w:r>
      <w:r w:rsidR="0024252B" w:rsidRPr="002813C1">
        <w:t>ayant pris un amant</w:t>
      </w:r>
      <w:r>
        <w:t xml:space="preserve">, </w:t>
      </w:r>
      <w:r w:rsidR="0024252B" w:rsidRPr="002813C1">
        <w:t>de n</w:t>
      </w:r>
      <w:r>
        <w:t>’</w:t>
      </w:r>
      <w:r w:rsidR="0024252B" w:rsidRPr="002813C1">
        <w:t>avoir pas su le cacher</w:t>
      </w:r>
      <w:r>
        <w:t xml:space="preserve">… </w:t>
      </w:r>
      <w:r w:rsidR="0024252B" w:rsidRPr="002813C1">
        <w:t>Il avait tout prévu excepté cela</w:t>
      </w:r>
      <w:r>
        <w:t xml:space="preserve">… </w:t>
      </w:r>
      <w:r w:rsidR="0024252B" w:rsidRPr="002813C1">
        <w:t>Entre toutes les femmes</w:t>
      </w:r>
      <w:r>
        <w:t xml:space="preserve">, </w:t>
      </w:r>
      <w:r w:rsidR="0024252B" w:rsidRPr="002813C1">
        <w:t>il en était une</w:t>
      </w:r>
      <w:r>
        <w:t xml:space="preserve">, </w:t>
      </w:r>
      <w:r w:rsidR="0024252B" w:rsidRPr="002813C1">
        <w:t>la seule probablement</w:t>
      </w:r>
      <w:r>
        <w:t xml:space="preserve">, </w:t>
      </w:r>
      <w:r w:rsidR="0024252B" w:rsidRPr="002813C1">
        <w:t>dénuée d</w:t>
      </w:r>
      <w:r>
        <w:t>’</w:t>
      </w:r>
      <w:r w:rsidR="0024252B" w:rsidRPr="002813C1">
        <w:t>intelligence et de rouerie</w:t>
      </w:r>
      <w:r>
        <w:t xml:space="preserve">, </w:t>
      </w:r>
      <w:r w:rsidR="0024252B" w:rsidRPr="002813C1">
        <w:t>et c</w:t>
      </w:r>
      <w:r>
        <w:t>’</w:t>
      </w:r>
      <w:r w:rsidR="0024252B" w:rsidRPr="002813C1">
        <w:t>était à lui précisément qu</w:t>
      </w:r>
      <w:r>
        <w:t>’</w:t>
      </w:r>
      <w:r w:rsidR="0024252B" w:rsidRPr="002813C1">
        <w:t>elle était échue</w:t>
      </w:r>
      <w:r>
        <w:t xml:space="preserve">… </w:t>
      </w:r>
      <w:r w:rsidR="0024252B" w:rsidRPr="002813C1">
        <w:t>Il reconnaissait bien là sa déveine habituelle</w:t>
      </w:r>
      <w:r>
        <w:t>…</w:t>
      </w:r>
    </w:p>
    <w:p w14:paraId="71C9F8F4" w14:textId="77777777" w:rsidR="00B77E03" w:rsidRDefault="00B77E03" w:rsidP="00B77E03">
      <w:r>
        <w:t>« </w:t>
      </w:r>
      <w:r w:rsidR="0024252B" w:rsidRPr="002813C1">
        <w:t>Ah</w:t>
      </w:r>
      <w:r>
        <w:t xml:space="preserve"> ! </w:t>
      </w:r>
      <w:r w:rsidR="0024252B" w:rsidRPr="002813C1">
        <w:t>il n</w:t>
      </w:r>
      <w:r>
        <w:t>’</w:t>
      </w:r>
      <w:r w:rsidR="0024252B" w:rsidRPr="002813C1">
        <w:t>y avait plus à en douter</w:t>
      </w:r>
      <w:r>
        <w:t xml:space="preserve">, </w:t>
      </w:r>
      <w:r w:rsidR="0024252B" w:rsidRPr="002813C1">
        <w:t>plus à s</w:t>
      </w:r>
      <w:r>
        <w:t>’</w:t>
      </w:r>
      <w:r w:rsidR="0024252B" w:rsidRPr="002813C1">
        <w:t>abuser d</w:t>
      </w:r>
      <w:r>
        <w:t>’</w:t>
      </w:r>
      <w:r w:rsidR="0024252B" w:rsidRPr="002813C1">
        <w:t>illusions vaines</w:t>
      </w:r>
      <w:r>
        <w:t xml:space="preserve"> : </w:t>
      </w:r>
      <w:r w:rsidR="0024252B" w:rsidRPr="002813C1">
        <w:t>la vérité éclatait</w:t>
      </w:r>
      <w:r>
        <w:t xml:space="preserve">, </w:t>
      </w:r>
      <w:r w:rsidR="0024252B" w:rsidRPr="002813C1">
        <w:t>évidente comme le jour</w:t>
      </w:r>
      <w:r>
        <w:t xml:space="preserve">… </w:t>
      </w:r>
      <w:r w:rsidR="0024252B" w:rsidRPr="002813C1">
        <w:t>Je n</w:t>
      </w:r>
      <w:r>
        <w:t>’</w:t>
      </w:r>
      <w:r w:rsidR="0024252B" w:rsidRPr="002813C1">
        <w:t>avais jamais été aimée</w:t>
      </w:r>
      <w:r>
        <w:t xml:space="preserve">, </w:t>
      </w:r>
      <w:r w:rsidR="0024252B" w:rsidRPr="002813C1">
        <w:t>pas une heure</w:t>
      </w:r>
      <w:r>
        <w:t xml:space="preserve">, </w:t>
      </w:r>
      <w:r w:rsidR="0024252B" w:rsidRPr="002813C1">
        <w:t>pas une minute</w:t>
      </w:r>
      <w:r>
        <w:t xml:space="preserve"> ! </w:t>
      </w:r>
      <w:r w:rsidR="0024252B" w:rsidRPr="002813C1">
        <w:t>Ces lettres qui m</w:t>
      </w:r>
      <w:r>
        <w:t>’</w:t>
      </w:r>
      <w:r w:rsidR="0024252B" w:rsidRPr="002813C1">
        <w:t>enivraient</w:t>
      </w:r>
      <w:r>
        <w:t xml:space="preserve">, </w:t>
      </w:r>
      <w:r w:rsidR="0024252B" w:rsidRPr="002813C1">
        <w:t>ces transports de passion qui m</w:t>
      </w:r>
      <w:r>
        <w:t>’</w:t>
      </w:r>
      <w:r w:rsidR="0024252B" w:rsidRPr="002813C1">
        <w:t>avaient affolée s</w:t>
      </w:r>
      <w:r>
        <w:t>’</w:t>
      </w:r>
      <w:r w:rsidR="0024252B" w:rsidRPr="002813C1">
        <w:t>adressaient aux millions de mon père</w:t>
      </w:r>
      <w:r>
        <w:t>…</w:t>
      </w:r>
    </w:p>
    <w:p w14:paraId="528DBFF9" w14:textId="77777777" w:rsidR="00B77E03" w:rsidRDefault="00B77E03" w:rsidP="00B77E03">
      <w:r>
        <w:t>« </w:t>
      </w:r>
      <w:r w:rsidR="0024252B" w:rsidRPr="002813C1">
        <w:t>À d</w:t>
      </w:r>
      <w:r>
        <w:t>’</w:t>
      </w:r>
      <w:r w:rsidR="0024252B" w:rsidRPr="002813C1">
        <w:t>autres jours</w:t>
      </w:r>
      <w:r>
        <w:t xml:space="preserve">, </w:t>
      </w:r>
      <w:r w:rsidR="0024252B" w:rsidRPr="002813C1">
        <w:t>je voyais le front d</w:t>
      </w:r>
      <w:r>
        <w:t>’</w:t>
      </w:r>
      <w:r w:rsidR="0024252B" w:rsidRPr="002813C1">
        <w:t>Arthur Gordon se rembrunir</w:t>
      </w:r>
      <w:r>
        <w:t xml:space="preserve">, </w:t>
      </w:r>
      <w:r w:rsidR="0024252B" w:rsidRPr="002813C1">
        <w:t>et il me parlait avec une visible inquiétude de ce qu</w:t>
      </w:r>
      <w:r>
        <w:t>’</w:t>
      </w:r>
      <w:r w:rsidR="0024252B" w:rsidRPr="002813C1">
        <w:t>il ferait en Amérique pour gagner sa vie et la mienne</w:t>
      </w:r>
      <w:r>
        <w:t>.</w:t>
      </w:r>
    </w:p>
    <w:p w14:paraId="6A67C569" w14:textId="77777777" w:rsidR="00B77E03" w:rsidRDefault="00B77E03" w:rsidP="00B77E03">
      <w:r>
        <w:t>« — </w:t>
      </w:r>
      <w:r w:rsidR="0024252B" w:rsidRPr="002813C1">
        <w:t>Seul</w:t>
      </w:r>
      <w:r>
        <w:t xml:space="preserve">, </w:t>
      </w:r>
      <w:r w:rsidR="0024252B" w:rsidRPr="002813C1">
        <w:t>j</w:t>
      </w:r>
      <w:r>
        <w:t>’</w:t>
      </w:r>
      <w:r w:rsidR="0024252B" w:rsidRPr="002813C1">
        <w:t>avais déjà bien de la peine à me tirer d</w:t>
      </w:r>
      <w:r>
        <w:t>’</w:t>
      </w:r>
      <w:r w:rsidR="0024252B" w:rsidRPr="002813C1">
        <w:t>affaire</w:t>
      </w:r>
      <w:r>
        <w:t xml:space="preserve">, </w:t>
      </w:r>
      <w:r w:rsidR="0024252B" w:rsidRPr="002813C1">
        <w:t>grondait-il</w:t>
      </w:r>
      <w:r>
        <w:t xml:space="preserve">. </w:t>
      </w:r>
      <w:r w:rsidR="0024252B" w:rsidRPr="002813C1">
        <w:t>Que sera-ce</w:t>
      </w:r>
      <w:r>
        <w:t xml:space="preserve">, </w:t>
      </w:r>
      <w:r w:rsidR="0024252B" w:rsidRPr="002813C1">
        <w:t>maintenant</w:t>
      </w:r>
      <w:r>
        <w:t xml:space="preserve"> !… </w:t>
      </w:r>
      <w:r w:rsidR="0024252B" w:rsidRPr="002813C1">
        <w:t>M</w:t>
      </w:r>
      <w:r>
        <w:t>’</w:t>
      </w:r>
      <w:r w:rsidR="0024252B" w:rsidRPr="002813C1">
        <w:t xml:space="preserve">être embarrassé </w:t>
      </w:r>
      <w:r w:rsidR="0024252B" w:rsidRPr="002813C1">
        <w:lastRenderedPageBreak/>
        <w:t>d</w:t>
      </w:r>
      <w:r>
        <w:t>’</w:t>
      </w:r>
      <w:r w:rsidR="0024252B" w:rsidRPr="002813C1">
        <w:t>une femme sans le sou</w:t>
      </w:r>
      <w:r>
        <w:t xml:space="preserve"> !… </w:t>
      </w:r>
      <w:r w:rsidR="0024252B" w:rsidRPr="002813C1">
        <w:t>Quelle stupide folie</w:t>
      </w:r>
      <w:r>
        <w:t xml:space="preserve"> !… </w:t>
      </w:r>
      <w:r w:rsidR="0024252B" w:rsidRPr="002813C1">
        <w:t>Mais je ne pouvais agir autrement</w:t>
      </w:r>
      <w:r>
        <w:t xml:space="preserve"> !… </w:t>
      </w:r>
      <w:r w:rsidR="0024252B" w:rsidRPr="002813C1">
        <w:t>Il le fallait</w:t>
      </w:r>
      <w:r>
        <w:t> !…</w:t>
      </w:r>
    </w:p>
    <w:p w14:paraId="5B9C5E28" w14:textId="77777777" w:rsidR="00B77E03" w:rsidRDefault="00B77E03" w:rsidP="00B77E03">
      <w:r>
        <w:t>« </w:t>
      </w:r>
      <w:r w:rsidR="0024252B" w:rsidRPr="002813C1">
        <w:t>Pourquoi n</w:t>
      </w:r>
      <w:r>
        <w:t>’</w:t>
      </w:r>
      <w:r w:rsidR="0024252B" w:rsidRPr="002813C1">
        <w:t>avait-il pas pu faire autrement</w:t>
      </w:r>
      <w:r>
        <w:t xml:space="preserve"> ? </w:t>
      </w:r>
      <w:r w:rsidR="0024252B" w:rsidRPr="002813C1">
        <w:t>Voilà ce que je me fatiguais inutilement l</w:t>
      </w:r>
      <w:r>
        <w:t>’</w:t>
      </w:r>
      <w:r w:rsidR="0024252B" w:rsidRPr="002813C1">
        <w:t>esprit à chercher</w:t>
      </w:r>
      <w:r>
        <w:t xml:space="preserve">… </w:t>
      </w:r>
      <w:r w:rsidR="0024252B" w:rsidRPr="002813C1">
        <w:t>Lui-même ne devait pas tarder à me l</w:t>
      </w:r>
      <w:r>
        <w:t>’</w:t>
      </w:r>
      <w:r w:rsidR="0024252B" w:rsidRPr="002813C1">
        <w:t>expliquer</w:t>
      </w:r>
      <w:r>
        <w:t>.</w:t>
      </w:r>
    </w:p>
    <w:p w14:paraId="41C72ACD" w14:textId="77777777" w:rsidR="00B77E03" w:rsidRDefault="00B77E03" w:rsidP="00B77E03">
      <w:r>
        <w:t>« </w:t>
      </w:r>
      <w:r w:rsidR="0024252B" w:rsidRPr="002813C1">
        <w:t>En attendant</w:t>
      </w:r>
      <w:r>
        <w:t xml:space="preserve">, </w:t>
      </w:r>
      <w:r w:rsidR="0024252B" w:rsidRPr="002813C1">
        <w:t>ses lugubres prévisions de misère ne se réalisèrent pas</w:t>
      </w:r>
      <w:r>
        <w:t xml:space="preserve">… </w:t>
      </w:r>
      <w:r w:rsidR="0024252B" w:rsidRPr="002813C1">
        <w:t>Une surprise délicieuse l</w:t>
      </w:r>
      <w:r>
        <w:t>’</w:t>
      </w:r>
      <w:r w:rsidR="0024252B" w:rsidRPr="002813C1">
        <w:t>attendait à New-York</w:t>
      </w:r>
      <w:r>
        <w:t>.</w:t>
      </w:r>
    </w:p>
    <w:p w14:paraId="74C1AC57" w14:textId="77777777" w:rsidR="00B77E03" w:rsidRDefault="00B77E03" w:rsidP="00B77E03">
      <w:r>
        <w:t>« </w:t>
      </w:r>
      <w:r w:rsidR="0024252B" w:rsidRPr="002813C1">
        <w:t>Un de ses parents était mort</w:t>
      </w:r>
      <w:r>
        <w:t xml:space="preserve">, </w:t>
      </w:r>
      <w:r w:rsidR="0024252B" w:rsidRPr="002813C1">
        <w:t>lui léguant cinquante mille dollars</w:t>
      </w:r>
      <w:r>
        <w:t xml:space="preserve"> – </w:t>
      </w:r>
      <w:r w:rsidR="0024252B" w:rsidRPr="002813C1">
        <w:t>deux cent cinquante mille francs</w:t>
      </w:r>
      <w:r>
        <w:t xml:space="preserve"> – </w:t>
      </w:r>
      <w:r w:rsidR="0024252B" w:rsidRPr="002813C1">
        <w:t>une fortune</w:t>
      </w:r>
      <w:r>
        <w:t>.</w:t>
      </w:r>
    </w:p>
    <w:p w14:paraId="48BED917" w14:textId="77777777" w:rsidR="00B77E03" w:rsidRDefault="00B77E03" w:rsidP="00B77E03">
      <w:r>
        <w:t>« </w:t>
      </w:r>
      <w:r w:rsidR="0024252B" w:rsidRPr="002813C1">
        <w:t>J</w:t>
      </w:r>
      <w:r>
        <w:t>’</w:t>
      </w:r>
      <w:r w:rsidR="0024252B" w:rsidRPr="002813C1">
        <w:t>espérais que ses honteuses doléances cesseraient</w:t>
      </w:r>
      <w:r>
        <w:t xml:space="preserve">… </w:t>
      </w:r>
      <w:r w:rsidR="0024252B" w:rsidRPr="002813C1">
        <w:t>elles cessèrent</w:t>
      </w:r>
      <w:r>
        <w:t xml:space="preserve">, </w:t>
      </w:r>
      <w:r w:rsidR="0024252B" w:rsidRPr="002813C1">
        <w:t>en effet</w:t>
      </w:r>
      <w:r>
        <w:t xml:space="preserve">, </w:t>
      </w:r>
      <w:r w:rsidR="0024252B" w:rsidRPr="002813C1">
        <w:t>mais cet héritage devint le prétexte des récriminations les plus impérieuses</w:t>
      </w:r>
      <w:r>
        <w:t>.</w:t>
      </w:r>
    </w:p>
    <w:p w14:paraId="4646ED7C" w14:textId="77777777" w:rsidR="00B77E03" w:rsidRDefault="00B77E03" w:rsidP="00B77E03">
      <w:r>
        <w:t>« — </w:t>
      </w:r>
      <w:r w:rsidR="0024252B" w:rsidRPr="002813C1">
        <w:t>Quelle ironie du sort</w:t>
      </w:r>
      <w:r>
        <w:t xml:space="preserve"> !… </w:t>
      </w:r>
      <w:r w:rsidR="0024252B" w:rsidRPr="002813C1">
        <w:t>répétait-il</w:t>
      </w:r>
      <w:r>
        <w:t xml:space="preserve">. </w:t>
      </w:r>
      <w:r w:rsidR="0024252B" w:rsidRPr="002813C1">
        <w:t>Avec cela je trouverais facilement une fille de cent mille dollars</w:t>
      </w:r>
      <w:r>
        <w:t xml:space="preserve">, </w:t>
      </w:r>
      <w:r w:rsidR="0024252B" w:rsidRPr="002813C1">
        <w:t>et je serais enfin riche</w:t>
      </w:r>
      <w:r>
        <w:t> !</w:t>
      </w:r>
    </w:p>
    <w:p w14:paraId="7ADC608F" w14:textId="77777777" w:rsidR="00B77E03" w:rsidRDefault="00B77E03" w:rsidP="00B77E03">
      <w:r>
        <w:t>« </w:t>
      </w:r>
      <w:r w:rsidR="0024252B" w:rsidRPr="002813C1">
        <w:t>Après cela</w:t>
      </w:r>
      <w:r>
        <w:t xml:space="preserve">, </w:t>
      </w:r>
      <w:r w:rsidR="0024252B" w:rsidRPr="002813C1">
        <w:t>je devais</w:t>
      </w:r>
      <w:r>
        <w:t xml:space="preserve">, </w:t>
      </w:r>
      <w:r w:rsidR="0024252B" w:rsidRPr="002813C1">
        <w:t>certes</w:t>
      </w:r>
      <w:r>
        <w:t xml:space="preserve">, </w:t>
      </w:r>
      <w:r w:rsidR="0024252B" w:rsidRPr="002813C1">
        <w:t>m</w:t>
      </w:r>
      <w:r>
        <w:t>’</w:t>
      </w:r>
      <w:r w:rsidR="0024252B" w:rsidRPr="002813C1">
        <w:t>attendre à être abandonnée</w:t>
      </w:r>
      <w:r>
        <w:t xml:space="preserve">… </w:t>
      </w:r>
      <w:r w:rsidR="0024252B" w:rsidRPr="002813C1">
        <w:t>Non</w:t>
      </w:r>
      <w:r>
        <w:t xml:space="preserve">. </w:t>
      </w:r>
      <w:r w:rsidR="0024252B" w:rsidRPr="002813C1">
        <w:t>Dans le premier mois de notre arrivée</w:t>
      </w:r>
      <w:r>
        <w:t xml:space="preserve">, </w:t>
      </w:r>
      <w:r w:rsidR="0024252B" w:rsidRPr="002813C1">
        <w:t>grâce aux facilités du pays</w:t>
      </w:r>
      <w:r>
        <w:t xml:space="preserve">, </w:t>
      </w:r>
      <w:r w:rsidR="0024252B" w:rsidRPr="002813C1">
        <w:t>il m</w:t>
      </w:r>
      <w:r>
        <w:t>’</w:t>
      </w:r>
      <w:r w:rsidR="0024252B" w:rsidRPr="002813C1">
        <w:t>épousa</w:t>
      </w:r>
      <w:r>
        <w:t xml:space="preserve">… </w:t>
      </w:r>
      <w:r w:rsidR="0024252B" w:rsidRPr="002813C1">
        <w:t>Avait-il donc du moins le respect de sa parole</w:t>
      </w:r>
      <w:r>
        <w:t xml:space="preserve"> ? </w:t>
      </w:r>
      <w:r w:rsidR="0024252B" w:rsidRPr="002813C1">
        <w:t>Je le crus</w:t>
      </w:r>
      <w:r>
        <w:t xml:space="preserve">. </w:t>
      </w:r>
      <w:r w:rsidR="0024252B" w:rsidRPr="002813C1">
        <w:t>Hélas</w:t>
      </w:r>
      <w:r>
        <w:t xml:space="preserve"> ! </w:t>
      </w:r>
      <w:r w:rsidR="0024252B" w:rsidRPr="002813C1">
        <w:t>ce mariage n</w:t>
      </w:r>
      <w:r>
        <w:t>’</w:t>
      </w:r>
      <w:r w:rsidR="0024252B" w:rsidRPr="002813C1">
        <w:t>était qu</w:t>
      </w:r>
      <w:r>
        <w:t>’</w:t>
      </w:r>
      <w:r w:rsidR="0024252B" w:rsidRPr="002813C1">
        <w:t>un calcul</w:t>
      </w:r>
      <w:r>
        <w:t xml:space="preserve">, </w:t>
      </w:r>
      <w:r w:rsidR="0024252B" w:rsidRPr="002813C1">
        <w:t>comme tout le reste</w:t>
      </w:r>
      <w:r>
        <w:t>.</w:t>
      </w:r>
    </w:p>
    <w:p w14:paraId="5D5719E9" w14:textId="77777777" w:rsidR="00B77E03" w:rsidRDefault="00B77E03" w:rsidP="00B77E03">
      <w:r>
        <w:t>« </w:t>
      </w:r>
      <w:r w:rsidR="0024252B" w:rsidRPr="002813C1">
        <w:t>Nous nous étions fixés à New-York</w:t>
      </w:r>
      <w:r>
        <w:t xml:space="preserve">, </w:t>
      </w:r>
      <w:r w:rsidR="0024252B" w:rsidRPr="002813C1">
        <w:t>quand</w:t>
      </w:r>
      <w:r>
        <w:t xml:space="preserve">, </w:t>
      </w:r>
      <w:r w:rsidR="0024252B" w:rsidRPr="002813C1">
        <w:t>un soir</w:t>
      </w:r>
      <w:r>
        <w:t xml:space="preserve">, </w:t>
      </w:r>
      <w:r w:rsidR="0024252B" w:rsidRPr="002813C1">
        <w:t>je le vis rentrer très-pâle et tout effaré</w:t>
      </w:r>
      <w:r>
        <w:t xml:space="preserve">. </w:t>
      </w:r>
      <w:r w:rsidR="0024252B" w:rsidRPr="002813C1">
        <w:t>Il tenait à la main un journal français</w:t>
      </w:r>
      <w:r>
        <w:t>.</w:t>
      </w:r>
    </w:p>
    <w:p w14:paraId="5229A78B" w14:textId="77777777" w:rsidR="00B77E03" w:rsidRDefault="00B77E03" w:rsidP="00B77E03">
      <w:r>
        <w:t>« — </w:t>
      </w:r>
      <w:r w:rsidR="0024252B" w:rsidRPr="002813C1">
        <w:t>Tenez</w:t>
      </w:r>
      <w:r>
        <w:t xml:space="preserve">, </w:t>
      </w:r>
      <w:r w:rsidR="0024252B" w:rsidRPr="002813C1">
        <w:t>lisez</w:t>
      </w:r>
      <w:r>
        <w:t xml:space="preserve">… </w:t>
      </w:r>
      <w:r w:rsidR="0024252B" w:rsidRPr="002813C1">
        <w:t>me dit-il en me le jetant</w:t>
      </w:r>
      <w:r>
        <w:t>.</w:t>
      </w:r>
    </w:p>
    <w:p w14:paraId="5381FA65" w14:textId="77777777" w:rsidR="00B77E03" w:rsidRDefault="00B77E03" w:rsidP="00B77E03">
      <w:r>
        <w:t>« </w:t>
      </w:r>
      <w:r w:rsidR="0024252B" w:rsidRPr="002813C1">
        <w:t>Je lus que mon frère n</w:t>
      </w:r>
      <w:r>
        <w:t>’</w:t>
      </w:r>
      <w:r w:rsidR="0024252B" w:rsidRPr="002813C1">
        <w:t>avait pas été tué</w:t>
      </w:r>
      <w:r>
        <w:t xml:space="preserve">, </w:t>
      </w:r>
      <w:r w:rsidR="0024252B" w:rsidRPr="002813C1">
        <w:t>qu</w:t>
      </w:r>
      <w:r>
        <w:t>’</w:t>
      </w:r>
      <w:r w:rsidR="0024252B" w:rsidRPr="002813C1">
        <w:t>il se rétablissait et que son entière guérison était sûre</w:t>
      </w:r>
      <w:r>
        <w:t>…</w:t>
      </w:r>
    </w:p>
    <w:p w14:paraId="28E2C29D" w14:textId="77777777" w:rsidR="00B77E03" w:rsidRDefault="00B77E03" w:rsidP="00B77E03">
      <w:r>
        <w:lastRenderedPageBreak/>
        <w:t>« </w:t>
      </w:r>
      <w:r w:rsidR="0024252B" w:rsidRPr="002813C1">
        <w:t>Et comme j</w:t>
      </w:r>
      <w:r>
        <w:t>’</w:t>
      </w:r>
      <w:r w:rsidR="0024252B" w:rsidRPr="002813C1">
        <w:t>étais tombée à genoux</w:t>
      </w:r>
      <w:r>
        <w:t xml:space="preserve">, </w:t>
      </w:r>
      <w:r w:rsidR="0024252B" w:rsidRPr="002813C1">
        <w:t>fondant en larmes</w:t>
      </w:r>
      <w:r>
        <w:t xml:space="preserve">, </w:t>
      </w:r>
      <w:r w:rsidR="0024252B" w:rsidRPr="002813C1">
        <w:t>et remerciant Dieu qui me délivrait d</w:t>
      </w:r>
      <w:r>
        <w:t>’</w:t>
      </w:r>
      <w:r w:rsidR="0024252B" w:rsidRPr="002813C1">
        <w:t>un horrible remords</w:t>
      </w:r>
      <w:r>
        <w:t>…</w:t>
      </w:r>
    </w:p>
    <w:p w14:paraId="1CB62E66" w14:textId="77777777" w:rsidR="00B77E03" w:rsidRDefault="00B77E03" w:rsidP="00B77E03">
      <w:r>
        <w:t>« — </w:t>
      </w:r>
      <w:r w:rsidR="0024252B" w:rsidRPr="002813C1">
        <w:t>Ah oui</w:t>
      </w:r>
      <w:r>
        <w:t xml:space="preserve"> ! </w:t>
      </w:r>
      <w:r w:rsidR="0024252B" w:rsidRPr="002813C1">
        <w:t>s</w:t>
      </w:r>
      <w:r>
        <w:t>’</w:t>
      </w:r>
      <w:r w:rsidR="0024252B" w:rsidRPr="002813C1">
        <w:t>écria-t-il</w:t>
      </w:r>
      <w:r>
        <w:t xml:space="preserve">, </w:t>
      </w:r>
      <w:r w:rsidR="0024252B" w:rsidRPr="002813C1">
        <w:t>je vous conseille de vous féliciter</w:t>
      </w:r>
      <w:r>
        <w:t xml:space="preserve">… </w:t>
      </w:r>
      <w:r w:rsidR="0024252B" w:rsidRPr="002813C1">
        <w:t>Nous voici dans de beaux draps</w:t>
      </w:r>
      <w:r>
        <w:t> !…</w:t>
      </w:r>
    </w:p>
    <w:p w14:paraId="78F31A3B" w14:textId="77777777" w:rsidR="00B77E03" w:rsidRDefault="00B77E03" w:rsidP="00B77E03">
      <w:r>
        <w:t>« </w:t>
      </w:r>
      <w:r w:rsidR="0024252B" w:rsidRPr="002813C1">
        <w:t>Très-positivement depuis ce moment je remarquai en lui une singulière agitation</w:t>
      </w:r>
      <w:r>
        <w:t xml:space="preserve">, </w:t>
      </w:r>
      <w:r w:rsidR="0024252B" w:rsidRPr="002813C1">
        <w:t>et cette angoisse perpétuelle de l</w:t>
      </w:r>
      <w:r>
        <w:t>’</w:t>
      </w:r>
      <w:r w:rsidR="0024252B" w:rsidRPr="002813C1">
        <w:t>homme qui se sent menacé d</w:t>
      </w:r>
      <w:r>
        <w:t>’</w:t>
      </w:r>
      <w:r w:rsidR="0024252B" w:rsidRPr="002813C1">
        <w:t>un grand danger</w:t>
      </w:r>
      <w:r>
        <w:t>…</w:t>
      </w:r>
    </w:p>
    <w:p w14:paraId="04E7DCCC" w14:textId="77777777" w:rsidR="00B77E03" w:rsidRDefault="00B77E03" w:rsidP="00B77E03">
      <w:r>
        <w:t>« </w:t>
      </w:r>
      <w:r w:rsidR="0024252B" w:rsidRPr="002813C1">
        <w:t>Peu de jours après il me dit</w:t>
      </w:r>
      <w:r>
        <w:t> :</w:t>
      </w:r>
    </w:p>
    <w:p w14:paraId="106346BF" w14:textId="77777777" w:rsidR="00B77E03" w:rsidRDefault="00B77E03" w:rsidP="00B77E03">
      <w:r>
        <w:t>« — </w:t>
      </w:r>
      <w:r w:rsidR="0024252B" w:rsidRPr="002813C1">
        <w:t>Cela ne peut durer</w:t>
      </w:r>
      <w:r>
        <w:t xml:space="preserve"> !… </w:t>
      </w:r>
      <w:r w:rsidR="0024252B" w:rsidRPr="002813C1">
        <w:t>Que nos malles soient prêtes demain</w:t>
      </w:r>
      <w:r>
        <w:t xml:space="preserve">… </w:t>
      </w:r>
      <w:r w:rsidR="0024252B" w:rsidRPr="002813C1">
        <w:t>nous partons pour le Sud</w:t>
      </w:r>
      <w:r>
        <w:t xml:space="preserve">… </w:t>
      </w:r>
      <w:r w:rsidR="0024252B" w:rsidRPr="002813C1">
        <w:t>Nous ne nous appelons plus Gordon</w:t>
      </w:r>
      <w:r>
        <w:t xml:space="preserve">… </w:t>
      </w:r>
      <w:r w:rsidR="0024252B" w:rsidRPr="002813C1">
        <w:t>nous voyagerons sous le nom de Grant</w:t>
      </w:r>
      <w:r>
        <w:t>.</w:t>
      </w:r>
    </w:p>
    <w:p w14:paraId="7F867E3C" w14:textId="77777777" w:rsidR="00B77E03" w:rsidRDefault="00B77E03" w:rsidP="00B77E03">
      <w:r>
        <w:t>« </w:t>
      </w:r>
      <w:r w:rsidR="0024252B" w:rsidRPr="002813C1">
        <w:t>Je ne l</w:t>
      </w:r>
      <w:r>
        <w:t>’</w:t>
      </w:r>
      <w:r w:rsidR="0024252B" w:rsidRPr="002813C1">
        <w:t>interrogeai pas</w:t>
      </w:r>
      <w:r>
        <w:t xml:space="preserve">… </w:t>
      </w:r>
      <w:r w:rsidR="0024252B" w:rsidRPr="002813C1">
        <w:t>Déjà il m</w:t>
      </w:r>
      <w:r>
        <w:t>’</w:t>
      </w:r>
      <w:r w:rsidR="0024252B" w:rsidRPr="002813C1">
        <w:t>avait façonnée son despotisme brutal</w:t>
      </w:r>
      <w:r>
        <w:t xml:space="preserve">, </w:t>
      </w:r>
      <w:r w:rsidR="0024252B" w:rsidRPr="002813C1">
        <w:t>et j</w:t>
      </w:r>
      <w:r>
        <w:t>’</w:t>
      </w:r>
      <w:r w:rsidR="0024252B" w:rsidRPr="002813C1">
        <w:t>étais habituée à obéir</w:t>
      </w:r>
      <w:r>
        <w:t xml:space="preserve">, </w:t>
      </w:r>
      <w:r w:rsidR="0024252B" w:rsidRPr="002813C1">
        <w:t>sans une question</w:t>
      </w:r>
      <w:r>
        <w:t xml:space="preserve">, </w:t>
      </w:r>
      <w:r w:rsidR="0024252B" w:rsidRPr="002813C1">
        <w:t>en tremblant</w:t>
      </w:r>
      <w:r>
        <w:t xml:space="preserve">, </w:t>
      </w:r>
      <w:r w:rsidR="0024252B" w:rsidRPr="002813C1">
        <w:t>comme l</w:t>
      </w:r>
      <w:r>
        <w:t>’</w:t>
      </w:r>
      <w:r w:rsidR="0024252B" w:rsidRPr="002813C1">
        <w:t>esclave sous le fouet</w:t>
      </w:r>
      <w:r>
        <w:t>…</w:t>
      </w:r>
    </w:p>
    <w:p w14:paraId="24EC93D9" w14:textId="77777777" w:rsidR="00B77E03" w:rsidRDefault="00B77E03" w:rsidP="00B77E03">
      <w:r>
        <w:t>« </w:t>
      </w:r>
      <w:r w:rsidR="0024252B" w:rsidRPr="002813C1">
        <w:t>Mais durant les longues journées de notre voyage</w:t>
      </w:r>
      <w:r>
        <w:t xml:space="preserve">, </w:t>
      </w:r>
      <w:r w:rsidR="0024252B" w:rsidRPr="002813C1">
        <w:t>le secret de cette fuite et de notre changement de nom lui échappa</w:t>
      </w:r>
      <w:r>
        <w:t>.</w:t>
      </w:r>
    </w:p>
    <w:p w14:paraId="06866F92" w14:textId="77777777" w:rsidR="00B77E03" w:rsidRDefault="00B77E03" w:rsidP="00B77E03">
      <w:r>
        <w:t>« — </w:t>
      </w:r>
      <w:r w:rsidR="0024252B" w:rsidRPr="002813C1">
        <w:t>C</w:t>
      </w:r>
      <w:r>
        <w:t>’</w:t>
      </w:r>
      <w:r w:rsidR="0024252B" w:rsidRPr="002813C1">
        <w:t>est une malédiction</w:t>
      </w:r>
      <w:r>
        <w:t xml:space="preserve">, </w:t>
      </w:r>
      <w:r w:rsidR="0024252B" w:rsidRPr="002813C1">
        <w:t>me dit-il</w:t>
      </w:r>
      <w:r>
        <w:t xml:space="preserve">, </w:t>
      </w:r>
      <w:r w:rsidR="0024252B" w:rsidRPr="002813C1">
        <w:t>votre frère</w:t>
      </w:r>
      <w:r>
        <w:t xml:space="preserve">, </w:t>
      </w:r>
      <w:r w:rsidR="0024252B" w:rsidRPr="002813C1">
        <w:t>qui Dieu le damne</w:t>
      </w:r>
      <w:r>
        <w:t xml:space="preserve"> !… </w:t>
      </w:r>
      <w:r w:rsidR="0024252B" w:rsidRPr="002813C1">
        <w:t>me fait chercher partout</w:t>
      </w:r>
      <w:r>
        <w:t xml:space="preserve">, </w:t>
      </w:r>
      <w:r w:rsidR="0024252B" w:rsidRPr="002813C1">
        <w:t>il veut me tuer ou me livrer à la justice</w:t>
      </w:r>
      <w:r>
        <w:t xml:space="preserve">, </w:t>
      </w:r>
      <w:r w:rsidR="0024252B" w:rsidRPr="002813C1">
        <w:t>je ne sais lequel</w:t>
      </w:r>
      <w:r>
        <w:t xml:space="preserve">, </w:t>
      </w:r>
      <w:r w:rsidR="0024252B" w:rsidRPr="002813C1">
        <w:t>il prétend que je l</w:t>
      </w:r>
      <w:r>
        <w:t>’</w:t>
      </w:r>
      <w:r w:rsidR="0024252B" w:rsidRPr="002813C1">
        <w:t>ai assassiné</w:t>
      </w:r>
      <w:r>
        <w:t>.</w:t>
      </w:r>
    </w:p>
    <w:p w14:paraId="488A6BBD" w14:textId="77777777" w:rsidR="00B77E03" w:rsidRDefault="00B77E03" w:rsidP="00B77E03">
      <w:r>
        <w:t>« </w:t>
      </w:r>
      <w:r w:rsidR="0024252B" w:rsidRPr="002813C1">
        <w:t>Chose étrange</w:t>
      </w:r>
      <w:r>
        <w:t xml:space="preserve"> !… </w:t>
      </w:r>
      <w:r w:rsidR="0024252B" w:rsidRPr="002813C1">
        <w:t>Arthur Gordon</w:t>
      </w:r>
      <w:r>
        <w:t xml:space="preserve">, </w:t>
      </w:r>
      <w:r w:rsidR="0024252B" w:rsidRPr="002813C1">
        <w:t>que je croyais la bravoure même</w:t>
      </w:r>
      <w:r>
        <w:t xml:space="preserve">, </w:t>
      </w:r>
      <w:r w:rsidR="0024252B" w:rsidRPr="002813C1">
        <w:t>et que j</w:t>
      </w:r>
      <w:r>
        <w:t>’</w:t>
      </w:r>
      <w:r w:rsidR="0024252B" w:rsidRPr="002813C1">
        <w:t>ai vu se jeter tête baissée dans les plus terribles périls</w:t>
      </w:r>
      <w:r>
        <w:t xml:space="preserve">, </w:t>
      </w:r>
      <w:r w:rsidR="0024252B" w:rsidRPr="002813C1">
        <w:t>Arthur Gordon avait de mon frère une peur folle</w:t>
      </w:r>
      <w:r>
        <w:t xml:space="preserve">, </w:t>
      </w:r>
      <w:r w:rsidR="0024252B" w:rsidRPr="002813C1">
        <w:t>inconcevable</w:t>
      </w:r>
      <w:r>
        <w:t>…</w:t>
      </w:r>
    </w:p>
    <w:p w14:paraId="0FB485E6" w14:textId="77777777" w:rsidR="00B77E03" w:rsidRDefault="00B77E03" w:rsidP="00B77E03">
      <w:r>
        <w:t>« </w:t>
      </w:r>
      <w:r w:rsidR="0024252B" w:rsidRPr="002813C1">
        <w:t>Peut-être aussi redoutait-il la justice</w:t>
      </w:r>
      <w:r>
        <w:t xml:space="preserve">, </w:t>
      </w:r>
      <w:r w:rsidR="0024252B" w:rsidRPr="002813C1">
        <w:t>sachant bien ce qu</w:t>
      </w:r>
      <w:r>
        <w:t>’</w:t>
      </w:r>
      <w:r w:rsidR="0024252B" w:rsidRPr="002813C1">
        <w:t>était en réalité ce qu</w:t>
      </w:r>
      <w:r>
        <w:t>’</w:t>
      </w:r>
      <w:r w:rsidR="0024252B" w:rsidRPr="002813C1">
        <w:t>il appelait un duel</w:t>
      </w:r>
      <w:r>
        <w:t xml:space="preserve">… </w:t>
      </w:r>
      <w:r w:rsidR="0024252B" w:rsidRPr="002813C1">
        <w:t>Et même</w:t>
      </w:r>
      <w:r>
        <w:t xml:space="preserve">, </w:t>
      </w:r>
      <w:r w:rsidR="0024252B" w:rsidRPr="002813C1">
        <w:t>c</w:t>
      </w:r>
      <w:r>
        <w:t>’</w:t>
      </w:r>
      <w:r w:rsidR="0024252B" w:rsidRPr="002813C1">
        <w:t>était cette crainte qui l</w:t>
      </w:r>
      <w:r>
        <w:t>’</w:t>
      </w:r>
      <w:r w:rsidR="0024252B" w:rsidRPr="002813C1">
        <w:t>avait</w:t>
      </w:r>
      <w:r>
        <w:t xml:space="preserve">, </w:t>
      </w:r>
      <w:r w:rsidR="0024252B" w:rsidRPr="002813C1">
        <w:t>déterminé à s</w:t>
      </w:r>
      <w:r>
        <w:t>’</w:t>
      </w:r>
      <w:r w:rsidR="0024252B" w:rsidRPr="002813C1">
        <w:t>embarrasser de moi</w:t>
      </w:r>
      <w:r>
        <w:t xml:space="preserve">. </w:t>
      </w:r>
      <w:r w:rsidR="0024252B" w:rsidRPr="002813C1">
        <w:t xml:space="preserve">Il </w:t>
      </w:r>
      <w:r w:rsidR="0024252B" w:rsidRPr="002813C1">
        <w:lastRenderedPageBreak/>
        <w:t>s</w:t>
      </w:r>
      <w:r>
        <w:t>’</w:t>
      </w:r>
      <w:r w:rsidR="0024252B" w:rsidRPr="002813C1">
        <w:t>était dit que s</w:t>
      </w:r>
      <w:r>
        <w:t>’</w:t>
      </w:r>
      <w:r w:rsidR="0024252B" w:rsidRPr="002813C1">
        <w:t>il me laissait-près du cadavre</w:t>
      </w:r>
      <w:r>
        <w:t xml:space="preserve">, </w:t>
      </w:r>
      <w:r w:rsidR="0024252B" w:rsidRPr="002813C1">
        <w:t>je parlerais</w:t>
      </w:r>
      <w:r>
        <w:t xml:space="preserve">, </w:t>
      </w:r>
      <w:r w:rsidR="0024252B" w:rsidRPr="002813C1">
        <w:t>et que sans le savoir je l</w:t>
      </w:r>
      <w:r>
        <w:t>’</w:t>
      </w:r>
      <w:r w:rsidR="0024252B" w:rsidRPr="002813C1">
        <w:t>accuserais</w:t>
      </w:r>
      <w:r>
        <w:t>.</w:t>
      </w:r>
    </w:p>
    <w:p w14:paraId="54CD360F" w14:textId="77777777" w:rsidR="00B77E03" w:rsidRDefault="00B77E03" w:rsidP="00B77E03">
      <w:r>
        <w:t>« </w:t>
      </w:r>
      <w:r w:rsidR="0024252B" w:rsidRPr="002813C1">
        <w:t>C</w:t>
      </w:r>
      <w:r>
        <w:t>’</w:t>
      </w:r>
      <w:r w:rsidR="0024252B" w:rsidRPr="002813C1">
        <w:t>est à Richmond que vous êtes né</w:t>
      </w:r>
      <w:r>
        <w:t xml:space="preserve">, </w:t>
      </w:r>
      <w:proofErr w:type="spellStart"/>
      <w:r w:rsidR="0024252B" w:rsidRPr="002813C1">
        <w:t>Wilkie</w:t>
      </w:r>
      <w:proofErr w:type="spellEnd"/>
      <w:r>
        <w:t xml:space="preserve">… </w:t>
      </w:r>
      <w:r w:rsidR="0024252B" w:rsidRPr="002813C1">
        <w:t>Il y avait alors près d</w:t>
      </w:r>
      <w:r>
        <w:t>’</w:t>
      </w:r>
      <w:r w:rsidR="0024252B" w:rsidRPr="002813C1">
        <w:t>un mois que je n</w:t>
      </w:r>
      <w:r>
        <w:t>’</w:t>
      </w:r>
      <w:r w:rsidR="0024252B" w:rsidRPr="002813C1">
        <w:t>avais vu votre père</w:t>
      </w:r>
      <w:r>
        <w:t xml:space="preserve">… </w:t>
      </w:r>
      <w:r w:rsidR="0024252B" w:rsidRPr="002813C1">
        <w:t>Il s</w:t>
      </w:r>
      <w:r>
        <w:t>’</w:t>
      </w:r>
      <w:r w:rsidR="0024252B" w:rsidRPr="002813C1">
        <w:t>était lié avec plusieurs riches planteurs et passait ses nuits au jeu ou en orgies et ses journées à la chasse</w:t>
      </w:r>
      <w:r>
        <w:t>…</w:t>
      </w:r>
    </w:p>
    <w:p w14:paraId="0C0F81A1" w14:textId="77777777" w:rsidR="00B77E03" w:rsidRDefault="00B77E03" w:rsidP="00B77E03">
      <w:r>
        <w:t>« </w:t>
      </w:r>
      <w:r w:rsidR="0024252B" w:rsidRPr="002813C1">
        <w:t>Le malheur est qu</w:t>
      </w:r>
      <w:r>
        <w:t>’</w:t>
      </w:r>
      <w:r w:rsidR="0024252B" w:rsidRPr="002813C1">
        <w:t>à ce train ses cinquante mille dollars ne pouvaient durer longtemps</w:t>
      </w:r>
      <w:r>
        <w:t xml:space="preserve">, </w:t>
      </w:r>
      <w:r w:rsidR="0024252B" w:rsidRPr="002813C1">
        <w:t>et si grande que fût son habileté à corriger le hasard des cartes</w:t>
      </w:r>
      <w:r>
        <w:t xml:space="preserve">, </w:t>
      </w:r>
      <w:r w:rsidR="0024252B" w:rsidRPr="002813C1">
        <w:t>un matin il me revint ruiné</w:t>
      </w:r>
      <w:r>
        <w:t>…</w:t>
      </w:r>
    </w:p>
    <w:p w14:paraId="16C6D6FE" w14:textId="77777777" w:rsidR="00B77E03" w:rsidRDefault="00B77E03" w:rsidP="00B77E03">
      <w:r>
        <w:t>« </w:t>
      </w:r>
      <w:r w:rsidR="0024252B" w:rsidRPr="002813C1">
        <w:t>Quinze jours après</w:t>
      </w:r>
      <w:r>
        <w:t xml:space="preserve">, </w:t>
      </w:r>
      <w:r w:rsidR="0024252B" w:rsidRPr="002813C1">
        <w:t>il avait vendu notre mobilier</w:t>
      </w:r>
      <w:r>
        <w:t xml:space="preserve">, </w:t>
      </w:r>
      <w:r w:rsidR="0024252B" w:rsidRPr="002813C1">
        <w:t>emprunté tout ce qu</w:t>
      </w:r>
      <w:r>
        <w:t>’</w:t>
      </w:r>
      <w:r w:rsidR="0024252B" w:rsidRPr="002813C1">
        <w:t>il avait pu</w:t>
      </w:r>
      <w:r>
        <w:t xml:space="preserve">, </w:t>
      </w:r>
      <w:r w:rsidR="0024252B" w:rsidRPr="002813C1">
        <w:t>et nous nous embarquâmes pour la France</w:t>
      </w:r>
      <w:r>
        <w:t>.</w:t>
      </w:r>
    </w:p>
    <w:p w14:paraId="61180CD9" w14:textId="77777777" w:rsidR="00B77E03" w:rsidRDefault="00B77E03" w:rsidP="00B77E03">
      <w:r>
        <w:t>« </w:t>
      </w:r>
      <w:r w:rsidR="0024252B" w:rsidRPr="002813C1">
        <w:t>À Paris seulement</w:t>
      </w:r>
      <w:r>
        <w:t xml:space="preserve">, </w:t>
      </w:r>
      <w:r w:rsidR="0024252B" w:rsidRPr="002813C1">
        <w:t>il me fit connaître les raisons de cette détermination</w:t>
      </w:r>
      <w:r>
        <w:t>.</w:t>
      </w:r>
    </w:p>
    <w:p w14:paraId="27FFA266" w14:textId="77777777" w:rsidR="00B77E03" w:rsidRDefault="00B77E03" w:rsidP="00B77E03">
      <w:r>
        <w:t>« </w:t>
      </w:r>
      <w:r w:rsidR="0024252B" w:rsidRPr="002813C1">
        <w:t>Il avait appris la mort de mon père et de ma mère</w:t>
      </w:r>
      <w:r>
        <w:t xml:space="preserve">, </w:t>
      </w:r>
      <w:r w:rsidR="0024252B" w:rsidRPr="002813C1">
        <w:t>et prétendait me contraindre à réclamer leur succession</w:t>
      </w:r>
      <w:r>
        <w:t>.</w:t>
      </w:r>
    </w:p>
    <w:p w14:paraId="1F28CCDF" w14:textId="77777777" w:rsidR="00B77E03" w:rsidRDefault="00B77E03" w:rsidP="00B77E03">
      <w:r>
        <w:t>« </w:t>
      </w:r>
      <w:r w:rsidR="0024252B" w:rsidRPr="002813C1">
        <w:t>Lui</w:t>
      </w:r>
      <w:r>
        <w:t xml:space="preserve">, </w:t>
      </w:r>
      <w:r w:rsidR="0024252B" w:rsidRPr="002813C1">
        <w:t>à cause de mon frère</w:t>
      </w:r>
      <w:r>
        <w:t xml:space="preserve">, </w:t>
      </w:r>
      <w:r w:rsidR="0024252B" w:rsidRPr="002813C1">
        <w:t>n</w:t>
      </w:r>
      <w:r>
        <w:t>’</w:t>
      </w:r>
      <w:r w:rsidR="0024252B" w:rsidRPr="002813C1">
        <w:t>osait paraître</w:t>
      </w:r>
      <w:r>
        <w:t>…</w:t>
      </w:r>
    </w:p>
    <w:p w14:paraId="1C746509" w14:textId="77777777" w:rsidR="00B77E03" w:rsidRDefault="00B77E03" w:rsidP="00B77E03">
      <w:r>
        <w:t>« </w:t>
      </w:r>
      <w:r w:rsidR="0024252B" w:rsidRPr="002813C1">
        <w:t>L</w:t>
      </w:r>
      <w:r>
        <w:t>’</w:t>
      </w:r>
      <w:r w:rsidR="0024252B" w:rsidRPr="002813C1">
        <w:t>heure de ma vengeance sonnait enfin</w:t>
      </w:r>
      <w:r>
        <w:t>.</w:t>
      </w:r>
    </w:p>
    <w:p w14:paraId="25989EB7" w14:textId="77777777" w:rsidR="00B77E03" w:rsidRDefault="00B77E03" w:rsidP="00B77E03">
      <w:r>
        <w:t>« </w:t>
      </w:r>
      <w:r w:rsidR="0024252B" w:rsidRPr="002813C1">
        <w:t>Je m</w:t>
      </w:r>
      <w:r>
        <w:t>’</w:t>
      </w:r>
      <w:r w:rsidR="0024252B" w:rsidRPr="002813C1">
        <w:t>étais fait ce serment</w:t>
      </w:r>
      <w:r>
        <w:t xml:space="preserve">, </w:t>
      </w:r>
      <w:r w:rsidR="0024252B" w:rsidRPr="002813C1">
        <w:t>que jamais le misérable qui m</w:t>
      </w:r>
      <w:r>
        <w:t>’</w:t>
      </w:r>
      <w:r w:rsidR="0024252B" w:rsidRPr="002813C1">
        <w:t>avait perdue ne jouirait de cette fortune</w:t>
      </w:r>
      <w:r>
        <w:t xml:space="preserve">, </w:t>
      </w:r>
      <w:r w:rsidR="0024252B" w:rsidRPr="002813C1">
        <w:t>qui avait été le mobile de sa séduction infâme</w:t>
      </w:r>
      <w:r>
        <w:t>…</w:t>
      </w:r>
    </w:p>
    <w:p w14:paraId="05C3E109" w14:textId="77777777" w:rsidR="00B77E03" w:rsidRDefault="00B77E03" w:rsidP="00B77E03">
      <w:r>
        <w:t>« </w:t>
      </w:r>
      <w:r w:rsidR="0024252B" w:rsidRPr="002813C1">
        <w:t>Je m</w:t>
      </w:r>
      <w:r>
        <w:t>’</w:t>
      </w:r>
      <w:r w:rsidR="0024252B" w:rsidRPr="002813C1">
        <w:t>étais juré que j</w:t>
      </w:r>
      <w:r>
        <w:t>’</w:t>
      </w:r>
      <w:r w:rsidR="0024252B" w:rsidRPr="002813C1">
        <w:t>épuiserais l</w:t>
      </w:r>
      <w:r>
        <w:t>’</w:t>
      </w:r>
      <w:r w:rsidR="0024252B" w:rsidRPr="002813C1">
        <w:t>agonie des plus épouvantables tortures</w:t>
      </w:r>
      <w:r>
        <w:t xml:space="preserve">, </w:t>
      </w:r>
      <w:r w:rsidR="0024252B" w:rsidRPr="002813C1">
        <w:t xml:space="preserve">plutôt que de lui livrer un centime des millions de la maison de </w:t>
      </w:r>
      <w:proofErr w:type="spellStart"/>
      <w:r w:rsidR="0024252B" w:rsidRPr="002813C1">
        <w:t>Chalusse</w:t>
      </w:r>
      <w:proofErr w:type="spellEnd"/>
      <w:r>
        <w:t>.</w:t>
      </w:r>
    </w:p>
    <w:p w14:paraId="07987A33" w14:textId="77777777" w:rsidR="00B77E03" w:rsidRDefault="00B77E03" w:rsidP="00B77E03">
      <w:r>
        <w:t>« </w:t>
      </w:r>
      <w:r w:rsidR="0024252B" w:rsidRPr="002813C1">
        <w:t>Et je me suis tenu parole</w:t>
      </w:r>
      <w:r>
        <w:t>.</w:t>
      </w:r>
    </w:p>
    <w:p w14:paraId="07BD5DD9" w14:textId="77777777" w:rsidR="00B77E03" w:rsidRDefault="00B77E03" w:rsidP="00B77E03">
      <w:r>
        <w:lastRenderedPageBreak/>
        <w:t>« </w:t>
      </w:r>
      <w:r w:rsidR="0024252B" w:rsidRPr="002813C1">
        <w:t>Lorsque je lui déclarai que j</w:t>
      </w:r>
      <w:r>
        <w:t>’</w:t>
      </w:r>
      <w:r w:rsidR="0024252B" w:rsidRPr="002813C1">
        <w:t>étais décidée à ne pas faire valoir mes droits</w:t>
      </w:r>
      <w:r>
        <w:t xml:space="preserve">, </w:t>
      </w:r>
      <w:r w:rsidR="0024252B" w:rsidRPr="002813C1">
        <w:t>il parut confondu</w:t>
      </w:r>
      <w:r>
        <w:t xml:space="preserve">. </w:t>
      </w:r>
      <w:r w:rsidR="0024252B" w:rsidRPr="002813C1">
        <w:t>Que l</w:t>
      </w:r>
      <w:r>
        <w:t>’</w:t>
      </w:r>
      <w:r w:rsidR="0024252B" w:rsidRPr="002813C1">
        <w:t>esclave tant humiliée</w:t>
      </w:r>
      <w:r>
        <w:t xml:space="preserve">, </w:t>
      </w:r>
      <w:r w:rsidR="0024252B" w:rsidRPr="002813C1">
        <w:t>osât se révolter</w:t>
      </w:r>
      <w:r>
        <w:t xml:space="preserve">, </w:t>
      </w:r>
      <w:r w:rsidR="0024252B" w:rsidRPr="002813C1">
        <w:t>cela passait son entendement</w:t>
      </w:r>
      <w:r>
        <w:t xml:space="preserve">… </w:t>
      </w:r>
      <w:r w:rsidR="0024252B" w:rsidRPr="002813C1">
        <w:t>Mais quand il comprit que ma résolution était irrévocable</w:t>
      </w:r>
      <w:r>
        <w:t xml:space="preserve">, </w:t>
      </w:r>
      <w:r w:rsidR="0024252B" w:rsidRPr="002813C1">
        <w:t>je crus que la colère l</w:t>
      </w:r>
      <w:r>
        <w:t>’</w:t>
      </w:r>
      <w:r w:rsidR="0024252B" w:rsidRPr="002813C1">
        <w:t>étoufferait</w:t>
      </w:r>
      <w:r>
        <w:t>…</w:t>
      </w:r>
    </w:p>
    <w:p w14:paraId="72B4A1D2" w14:textId="77777777" w:rsidR="00B77E03" w:rsidRDefault="00B77E03" w:rsidP="00B77E03">
      <w:r>
        <w:t>« </w:t>
      </w:r>
      <w:r w:rsidR="0024252B" w:rsidRPr="002813C1">
        <w:t>N</w:t>
      </w:r>
      <w:r>
        <w:t>’</w:t>
      </w:r>
      <w:r w:rsidR="0024252B" w:rsidRPr="002813C1">
        <w:t>être séparé de cette fortune immense</w:t>
      </w:r>
      <w:r>
        <w:t xml:space="preserve">, </w:t>
      </w:r>
      <w:r w:rsidR="0024252B" w:rsidRPr="002813C1">
        <w:t>le rêve de sa vie</w:t>
      </w:r>
      <w:r>
        <w:t xml:space="preserve">, </w:t>
      </w:r>
      <w:r w:rsidR="0024252B" w:rsidRPr="002813C1">
        <w:t>que par un mot de moi et ne pouvoir m</w:t>
      </w:r>
      <w:r>
        <w:t>’</w:t>
      </w:r>
      <w:r w:rsidR="0024252B" w:rsidRPr="002813C1">
        <w:t>arracher ce mot</w:t>
      </w:r>
      <w:r>
        <w:t xml:space="preserve">, </w:t>
      </w:r>
      <w:r w:rsidR="0024252B" w:rsidRPr="002813C1">
        <w:t>il y avait là</w:t>
      </w:r>
      <w:r>
        <w:t xml:space="preserve">, </w:t>
      </w:r>
      <w:r w:rsidR="0024252B" w:rsidRPr="002813C1">
        <w:t>pour lui</w:t>
      </w:r>
      <w:r>
        <w:t xml:space="preserve">, </w:t>
      </w:r>
      <w:r w:rsidR="0024252B" w:rsidRPr="002813C1">
        <w:t>de quoi devenir fou de rage</w:t>
      </w:r>
      <w:r>
        <w:t>.</w:t>
      </w:r>
    </w:p>
    <w:p w14:paraId="1B990D9D" w14:textId="77777777" w:rsidR="00B77E03" w:rsidRDefault="00B77E03" w:rsidP="00B77E03">
      <w:r>
        <w:t>« </w:t>
      </w:r>
      <w:r w:rsidR="0024252B" w:rsidRPr="002813C1">
        <w:t>Alors commença entre nous une lutte qui devenait plus affreuse à mesure que les ressources qu</w:t>
      </w:r>
      <w:r>
        <w:t>’</w:t>
      </w:r>
      <w:r w:rsidR="0024252B" w:rsidRPr="002813C1">
        <w:t>il avait apportées diminuaient</w:t>
      </w:r>
      <w:r>
        <w:t xml:space="preserve">. </w:t>
      </w:r>
      <w:r w:rsidR="0024252B" w:rsidRPr="002813C1">
        <w:t>Mais c</w:t>
      </w:r>
      <w:r>
        <w:t>’</w:t>
      </w:r>
      <w:r w:rsidR="0024252B" w:rsidRPr="002813C1">
        <w:t>est en vain qu</w:t>
      </w:r>
      <w:r>
        <w:t>’</w:t>
      </w:r>
      <w:r w:rsidR="0024252B" w:rsidRPr="002813C1">
        <w:t>il eut recours aux plus mauvais traitements</w:t>
      </w:r>
      <w:r>
        <w:t xml:space="preserve">, </w:t>
      </w:r>
      <w:r w:rsidR="0024252B" w:rsidRPr="002813C1">
        <w:t>en vain qu</w:t>
      </w:r>
      <w:r>
        <w:t>’</w:t>
      </w:r>
      <w:r w:rsidR="0024252B" w:rsidRPr="002813C1">
        <w:t>il me frappa</w:t>
      </w:r>
      <w:r>
        <w:t xml:space="preserve">, </w:t>
      </w:r>
      <w:r w:rsidR="0024252B" w:rsidRPr="002813C1">
        <w:t>qu</w:t>
      </w:r>
      <w:r>
        <w:t>’</w:t>
      </w:r>
      <w:r w:rsidR="0024252B" w:rsidRPr="002813C1">
        <w:t>il me meurtrit</w:t>
      </w:r>
      <w:r>
        <w:t xml:space="preserve">, </w:t>
      </w:r>
      <w:r w:rsidR="0024252B" w:rsidRPr="002813C1">
        <w:t>qu</w:t>
      </w:r>
      <w:r>
        <w:t>’</w:t>
      </w:r>
      <w:r w:rsidR="0024252B" w:rsidRPr="002813C1">
        <w:t>il me traîna par les cheveux sanglante et inanimée</w:t>
      </w:r>
      <w:r>
        <w:t xml:space="preserve">… </w:t>
      </w:r>
      <w:r w:rsidR="0024252B" w:rsidRPr="002813C1">
        <w:t>L</w:t>
      </w:r>
      <w:r>
        <w:t>’</w:t>
      </w:r>
      <w:r w:rsidR="0024252B" w:rsidRPr="002813C1">
        <w:t>idée que j</w:t>
      </w:r>
      <w:r>
        <w:t>’</w:t>
      </w:r>
      <w:r w:rsidR="0024252B" w:rsidRPr="002813C1">
        <w:t>étais vengée</w:t>
      </w:r>
      <w:r>
        <w:t xml:space="preserve">, </w:t>
      </w:r>
      <w:r w:rsidR="0024252B" w:rsidRPr="002813C1">
        <w:t>que son supplice égalait le mien</w:t>
      </w:r>
      <w:r>
        <w:t xml:space="preserve">, </w:t>
      </w:r>
      <w:r w:rsidR="0024252B" w:rsidRPr="002813C1">
        <w:t>centuplait mon courage et me rendait comme insensible à la douleur physique</w:t>
      </w:r>
      <w:r>
        <w:t>.</w:t>
      </w:r>
    </w:p>
    <w:p w14:paraId="34B8199E" w14:textId="77777777" w:rsidR="00B77E03" w:rsidRDefault="00B77E03" w:rsidP="00B77E03">
      <w:r>
        <w:t>« </w:t>
      </w:r>
      <w:r w:rsidR="0024252B" w:rsidRPr="002813C1">
        <w:t>Il se serait certainement lassé avant moi</w:t>
      </w:r>
      <w:r>
        <w:t xml:space="preserve">, </w:t>
      </w:r>
      <w:r w:rsidR="0024252B" w:rsidRPr="002813C1">
        <w:t>quand une idée infernale lui vint</w:t>
      </w:r>
      <w:r>
        <w:t>.</w:t>
      </w:r>
    </w:p>
    <w:p w14:paraId="563DE62C" w14:textId="77777777" w:rsidR="00B77E03" w:rsidRDefault="00B77E03" w:rsidP="00B77E03">
      <w:r>
        <w:t>« </w:t>
      </w:r>
      <w:r w:rsidR="0024252B" w:rsidRPr="002813C1">
        <w:t>Il se dit que s</w:t>
      </w:r>
      <w:r>
        <w:t>’</w:t>
      </w:r>
      <w:r w:rsidR="0024252B" w:rsidRPr="002813C1">
        <w:t>il n</w:t>
      </w:r>
      <w:r>
        <w:t>’</w:t>
      </w:r>
      <w:r w:rsidR="0024252B" w:rsidRPr="002813C1">
        <w:t>avait pas eu raison de la femme</w:t>
      </w:r>
      <w:r>
        <w:t xml:space="preserve">, </w:t>
      </w:r>
      <w:r w:rsidR="0024252B" w:rsidRPr="002813C1">
        <w:t>il aurait raison de la mère</w:t>
      </w:r>
      <w:r>
        <w:t xml:space="preserve">, </w:t>
      </w:r>
      <w:r w:rsidR="0024252B" w:rsidRPr="002813C1">
        <w:t>et il me menaça de tourner ses fureurs contre vous</w:t>
      </w:r>
      <w:r>
        <w:t xml:space="preserve">, </w:t>
      </w:r>
      <w:proofErr w:type="spellStart"/>
      <w:r w:rsidR="0024252B" w:rsidRPr="002813C1">
        <w:t>Wilkie</w:t>
      </w:r>
      <w:proofErr w:type="spellEnd"/>
      <w:r>
        <w:t>.</w:t>
      </w:r>
    </w:p>
    <w:p w14:paraId="5869E7D0" w14:textId="77777777" w:rsidR="00B77E03" w:rsidRDefault="00B77E03" w:rsidP="00B77E03">
      <w:r>
        <w:t>« </w:t>
      </w:r>
      <w:r w:rsidR="0024252B" w:rsidRPr="002813C1">
        <w:t>Pour vous sauver</w:t>
      </w:r>
      <w:r>
        <w:t xml:space="preserve">, </w:t>
      </w:r>
      <w:r w:rsidR="0024252B" w:rsidRPr="002813C1">
        <w:t>car je le connaissais et je savais ce dont il était capable</w:t>
      </w:r>
      <w:r>
        <w:t xml:space="preserve">, </w:t>
      </w:r>
      <w:r w:rsidR="0024252B" w:rsidRPr="002813C1">
        <w:t>je feignis de faiblir</w:t>
      </w:r>
      <w:r>
        <w:t xml:space="preserve">, </w:t>
      </w:r>
      <w:r w:rsidR="0024252B" w:rsidRPr="002813C1">
        <w:t>et je lui demandai vingt-quatre heures de réflexion</w:t>
      </w:r>
      <w:r>
        <w:t xml:space="preserve">… </w:t>
      </w:r>
      <w:r w:rsidR="0024252B" w:rsidRPr="002813C1">
        <w:t>Il me les accorda</w:t>
      </w:r>
      <w:r>
        <w:t>.</w:t>
      </w:r>
    </w:p>
    <w:p w14:paraId="13D245D2" w14:textId="1FB4067F" w:rsidR="00B77E03" w:rsidRDefault="00B77E03" w:rsidP="00B77E03">
      <w:r>
        <w:t>« </w:t>
      </w:r>
      <w:r w:rsidR="0024252B" w:rsidRPr="002813C1">
        <w:t>Mais le lendemain</w:t>
      </w:r>
      <w:r>
        <w:t xml:space="preserve">, </w:t>
      </w:r>
      <w:r w:rsidR="0024252B" w:rsidRPr="002813C1">
        <w:t>je le quittais pour toujours</w:t>
      </w:r>
      <w:r>
        <w:t xml:space="preserve">, </w:t>
      </w:r>
      <w:r w:rsidR="0024252B" w:rsidRPr="002813C1">
        <w:t>et je m</w:t>
      </w:r>
      <w:r>
        <w:t>’</w:t>
      </w:r>
      <w:r w:rsidR="0024252B" w:rsidRPr="002813C1">
        <w:t>enfuyais</w:t>
      </w:r>
      <w:r>
        <w:t xml:space="preserve">, </w:t>
      </w:r>
      <w:r w:rsidR="0024252B" w:rsidRPr="002813C1">
        <w:t>vous emportant entre mes bras</w:t>
      </w:r>
      <w:r>
        <w:t>… »</w:t>
      </w:r>
    </w:p>
    <w:p w14:paraId="78FEF4C4" w14:textId="6FA8A6B3" w:rsidR="00B77E03" w:rsidRDefault="0024252B" w:rsidP="00B77E03">
      <w:r w:rsidRPr="002813C1">
        <w:t>De blême qu</w:t>
      </w:r>
      <w:r w:rsidR="00B77E03">
        <w:t>’</w:t>
      </w:r>
      <w:r w:rsidRPr="002813C1">
        <w:t>il était d</w:t>
      </w:r>
      <w:r w:rsidR="00B77E03">
        <w:t>’</w:t>
      </w:r>
      <w:r w:rsidRPr="002813C1">
        <w:t>abord</w:t>
      </w:r>
      <w:r w:rsidR="00B77E03">
        <w:t>, M. </w:t>
      </w:r>
      <w:proofErr w:type="spellStart"/>
      <w:r w:rsidRPr="002813C1">
        <w:t>Wilkie</w:t>
      </w:r>
      <w:proofErr w:type="spellEnd"/>
      <w:r w:rsidR="00B77E03">
        <w:t xml:space="preserve">, </w:t>
      </w:r>
      <w:r w:rsidRPr="002813C1">
        <w:t>peu à peu devenait vert</w:t>
      </w:r>
      <w:r w:rsidR="00B77E03">
        <w:t>…</w:t>
      </w:r>
    </w:p>
    <w:p w14:paraId="06D8E1F8" w14:textId="77777777" w:rsidR="00B77E03" w:rsidRDefault="0024252B" w:rsidP="00B77E03">
      <w:r w:rsidRPr="002813C1">
        <w:t>Un frisson taquin courait le long de sa maigre échine</w:t>
      </w:r>
      <w:r w:rsidR="00B77E03">
        <w:t>.</w:t>
      </w:r>
    </w:p>
    <w:p w14:paraId="3E2C1EF7" w14:textId="63710567" w:rsidR="00B77E03" w:rsidRDefault="0024252B" w:rsidP="00B77E03">
      <w:r w:rsidRPr="002813C1">
        <w:lastRenderedPageBreak/>
        <w:t>Et ce n</w:t>
      </w:r>
      <w:r w:rsidR="00B77E03">
        <w:t>’</w:t>
      </w:r>
      <w:r w:rsidRPr="002813C1">
        <w:t>était ni pitié pour les souffrances de sa mère</w:t>
      </w:r>
      <w:r w:rsidR="00B77E03">
        <w:t xml:space="preserve">, </w:t>
      </w:r>
      <w:r w:rsidRPr="002813C1">
        <w:t>ni honte de l</w:t>
      </w:r>
      <w:r w:rsidR="00B77E03">
        <w:t>’</w:t>
      </w:r>
      <w:r w:rsidRPr="002813C1">
        <w:t>infamie de son père</w:t>
      </w:r>
      <w:r w:rsidR="00B77E03">
        <w:t xml:space="preserve">… </w:t>
      </w:r>
      <w:r w:rsidRPr="002813C1">
        <w:t>Ce qui l</w:t>
      </w:r>
      <w:r w:rsidR="00B77E03">
        <w:t>’</w:t>
      </w:r>
      <w:r w:rsidRPr="002813C1">
        <w:t>épouvantait</w:t>
      </w:r>
      <w:r w:rsidR="00B77E03">
        <w:t xml:space="preserve">, </w:t>
      </w:r>
      <w:r w:rsidRPr="002813C1">
        <w:t>c</w:t>
      </w:r>
      <w:r w:rsidR="00B77E03">
        <w:t>’</w:t>
      </w:r>
      <w:r w:rsidRPr="002813C1">
        <w:t>était encore et plus que jamais l</w:t>
      </w:r>
      <w:r w:rsidR="00B77E03">
        <w:t>’</w:t>
      </w:r>
      <w:r w:rsidRPr="002813C1">
        <w:t xml:space="preserve">idée de voir accourir cet homme terrible à la curée des millions de </w:t>
      </w:r>
      <w:proofErr w:type="spellStart"/>
      <w:r w:rsidRPr="002813C1">
        <w:t>Chalusse</w:t>
      </w:r>
      <w:proofErr w:type="spellEnd"/>
      <w:r w:rsidR="00B77E03">
        <w:t xml:space="preserve">… </w:t>
      </w:r>
      <w:r w:rsidRPr="002813C1">
        <w:t>Parviendrait-il à l</w:t>
      </w:r>
      <w:r w:rsidR="00B77E03">
        <w:t>’</w:t>
      </w:r>
      <w:r w:rsidRPr="002813C1">
        <w:t>évincer</w:t>
      </w:r>
      <w:r w:rsidR="00B77E03">
        <w:t xml:space="preserve">, </w:t>
      </w:r>
      <w:r w:rsidRPr="002813C1">
        <w:t xml:space="preserve">même avec le concours de </w:t>
      </w:r>
      <w:r w:rsidR="00B77E03">
        <w:t>M. de </w:t>
      </w:r>
      <w:proofErr w:type="spellStart"/>
      <w:r w:rsidRPr="002813C1">
        <w:t>Coralth</w:t>
      </w:r>
      <w:proofErr w:type="spellEnd"/>
      <w:r w:rsidRPr="002813C1">
        <w:t xml:space="preserve"> et du marquis de </w:t>
      </w:r>
      <w:proofErr w:type="spellStart"/>
      <w:r w:rsidRPr="002813C1">
        <w:t>Valorsay</w:t>
      </w:r>
      <w:proofErr w:type="spellEnd"/>
      <w:r w:rsidR="00B77E03">
        <w:t> ?…</w:t>
      </w:r>
    </w:p>
    <w:p w14:paraId="26A9B74B" w14:textId="77777777" w:rsidR="00B77E03" w:rsidRDefault="0024252B" w:rsidP="00B77E03">
      <w:r w:rsidRPr="002813C1">
        <w:t>Mille questions se pressaient sur ses lèvres</w:t>
      </w:r>
      <w:r w:rsidR="00B77E03">
        <w:t xml:space="preserve">, </w:t>
      </w:r>
      <w:r w:rsidRPr="002813C1">
        <w:t>car il eût été avide de détails</w:t>
      </w:r>
      <w:r w:rsidR="00B77E03">
        <w:t>.</w:t>
      </w:r>
    </w:p>
    <w:p w14:paraId="3260382A" w14:textId="25600426" w:rsidR="00B77E03" w:rsidRDefault="0024252B" w:rsidP="00B77E03">
      <w:r w:rsidRPr="002813C1">
        <w:t xml:space="preserve">Mais </w:t>
      </w:r>
      <w:r w:rsidR="00B77E03">
        <w:t>M</w:t>
      </w:r>
      <w:r w:rsidR="00B77E03" w:rsidRPr="00B77E03">
        <w:rPr>
          <w:vertAlign w:val="superscript"/>
        </w:rPr>
        <w:t>me</w:t>
      </w:r>
      <w:r w:rsidR="00B77E03">
        <w:t> </w:t>
      </w:r>
      <w:r w:rsidRPr="002813C1">
        <w:t>d</w:t>
      </w:r>
      <w:r w:rsidR="00B77E03">
        <w:t>’</w:t>
      </w:r>
      <w:r w:rsidRPr="002813C1">
        <w:t>Argelès précipitait son débit</w:t>
      </w:r>
      <w:r w:rsidR="00B77E03">
        <w:t xml:space="preserve">, </w:t>
      </w:r>
      <w:r w:rsidRPr="002813C1">
        <w:t>comme si elle eût craint d</w:t>
      </w:r>
      <w:r w:rsidR="00B77E03">
        <w:t>’</w:t>
      </w:r>
      <w:r w:rsidRPr="002813C1">
        <w:t>être trahie par ses forces avant la fin</w:t>
      </w:r>
      <w:r w:rsidR="00B77E03">
        <w:t>.</w:t>
      </w:r>
    </w:p>
    <w:p w14:paraId="2336C9FF" w14:textId="77777777" w:rsidR="00B77E03" w:rsidRDefault="00B77E03" w:rsidP="00B77E03">
      <w:r>
        <w:t>« — </w:t>
      </w:r>
      <w:r w:rsidR="0024252B" w:rsidRPr="002813C1">
        <w:t>Me voici donc seule avec vous</w:t>
      </w:r>
      <w:r>
        <w:t xml:space="preserve">, </w:t>
      </w:r>
      <w:proofErr w:type="spellStart"/>
      <w:r w:rsidR="0024252B" w:rsidRPr="002813C1">
        <w:t>Wilkie</w:t>
      </w:r>
      <w:proofErr w:type="spellEnd"/>
      <w:r>
        <w:t xml:space="preserve">, </w:t>
      </w:r>
      <w:r w:rsidR="0024252B" w:rsidRPr="002813C1">
        <w:t>reprit-elle</w:t>
      </w:r>
      <w:r>
        <w:t xml:space="preserve">, </w:t>
      </w:r>
      <w:r w:rsidR="0024252B" w:rsidRPr="002813C1">
        <w:t>avec une centaine de francs pour toute ressource</w:t>
      </w:r>
      <w:r>
        <w:t xml:space="preserve">, </w:t>
      </w:r>
      <w:r w:rsidR="0024252B" w:rsidRPr="002813C1">
        <w:t>au milieu de cet immense Paris</w:t>
      </w:r>
      <w:r>
        <w:t>…</w:t>
      </w:r>
    </w:p>
    <w:p w14:paraId="1B085976" w14:textId="77777777" w:rsidR="00B77E03" w:rsidRDefault="00B77E03" w:rsidP="00B77E03">
      <w:r>
        <w:t>« </w:t>
      </w:r>
      <w:r w:rsidR="0024252B" w:rsidRPr="002813C1">
        <w:t>Mon premier soin fut de nous chercher un asile</w:t>
      </w:r>
      <w:r>
        <w:t xml:space="preserve">… </w:t>
      </w:r>
      <w:r w:rsidR="0024252B" w:rsidRPr="002813C1">
        <w:t>Moyennant seize francs par mois</w:t>
      </w:r>
      <w:r>
        <w:t xml:space="preserve">, </w:t>
      </w:r>
      <w:r w:rsidR="0024252B" w:rsidRPr="002813C1">
        <w:t>qu</w:t>
      </w:r>
      <w:r>
        <w:t>’</w:t>
      </w:r>
      <w:r w:rsidR="0024252B" w:rsidRPr="002813C1">
        <w:t>on me fit payer d</w:t>
      </w:r>
      <w:r>
        <w:t>’</w:t>
      </w:r>
      <w:r w:rsidR="0024252B" w:rsidRPr="002813C1">
        <w:t>avance</w:t>
      </w:r>
      <w:r>
        <w:t xml:space="preserve">, </w:t>
      </w:r>
      <w:r w:rsidR="0024252B" w:rsidRPr="002813C1">
        <w:t>je trouvai rue du Faubourg-Saint-Martin</w:t>
      </w:r>
      <w:r>
        <w:t xml:space="preserve">, </w:t>
      </w:r>
      <w:r w:rsidR="0024252B" w:rsidRPr="002813C1">
        <w:t>une chambre petite et misérable</w:t>
      </w:r>
      <w:r>
        <w:t xml:space="preserve">, </w:t>
      </w:r>
      <w:r w:rsidR="0024252B" w:rsidRPr="002813C1">
        <w:t>sans air</w:t>
      </w:r>
      <w:r>
        <w:t xml:space="preserve">, </w:t>
      </w:r>
      <w:r w:rsidR="0024252B" w:rsidRPr="002813C1">
        <w:t>presque sans jour</w:t>
      </w:r>
      <w:r>
        <w:t xml:space="preserve">, </w:t>
      </w:r>
      <w:r w:rsidR="0024252B" w:rsidRPr="002813C1">
        <w:t>mais enfin un abri</w:t>
      </w:r>
      <w:r>
        <w:t> !…</w:t>
      </w:r>
    </w:p>
    <w:p w14:paraId="4137A50C" w14:textId="77777777" w:rsidR="00B77E03" w:rsidRDefault="00B77E03" w:rsidP="00B77E03">
      <w:r>
        <w:t>« </w:t>
      </w:r>
      <w:r w:rsidR="0024252B" w:rsidRPr="002813C1">
        <w:t>Je m</w:t>
      </w:r>
      <w:r>
        <w:t>’</w:t>
      </w:r>
      <w:r w:rsidR="0024252B" w:rsidRPr="002813C1">
        <w:t>étais dit que je vivrais et que je vous ferais vivre de mon travail</w:t>
      </w:r>
      <w:r>
        <w:t xml:space="preserve">, </w:t>
      </w:r>
      <w:proofErr w:type="spellStart"/>
      <w:r w:rsidR="0024252B" w:rsidRPr="002813C1">
        <w:t>Wilkie</w:t>
      </w:r>
      <w:proofErr w:type="spellEnd"/>
      <w:r>
        <w:t xml:space="preserve">… </w:t>
      </w:r>
      <w:r w:rsidR="0024252B" w:rsidRPr="002813C1">
        <w:t>J</w:t>
      </w:r>
      <w:r>
        <w:t>’</w:t>
      </w:r>
      <w:r w:rsidR="0024252B" w:rsidRPr="002813C1">
        <w:t>étais très-adroite pour tous les ouvrages de femme</w:t>
      </w:r>
      <w:r>
        <w:t xml:space="preserve">, </w:t>
      </w:r>
      <w:r w:rsidR="0024252B" w:rsidRPr="002813C1">
        <w:t>j</w:t>
      </w:r>
      <w:r>
        <w:t>’</w:t>
      </w:r>
      <w:r w:rsidR="0024252B" w:rsidRPr="002813C1">
        <w:t>étais bonne musicienne</w:t>
      </w:r>
      <w:r>
        <w:t xml:space="preserve">, </w:t>
      </w:r>
      <w:r w:rsidR="0024252B" w:rsidRPr="002813C1">
        <w:t>je pensais que je gagnerais facilement les quatre ou cinq francs par jour que je jugeais strictement nécessaires à notre existence</w:t>
      </w:r>
      <w:r>
        <w:t>…</w:t>
      </w:r>
    </w:p>
    <w:p w14:paraId="00613325" w14:textId="77777777" w:rsidR="00B77E03" w:rsidRDefault="00B77E03" w:rsidP="00B77E03">
      <w:r>
        <w:t>« </w:t>
      </w:r>
      <w:r w:rsidR="0024252B" w:rsidRPr="002813C1">
        <w:t>Je ne reconnus que trop tôt de quelles chimères je m</w:t>
      </w:r>
      <w:r>
        <w:t>’</w:t>
      </w:r>
      <w:r w:rsidR="0024252B" w:rsidRPr="002813C1">
        <w:t>étais bercée</w:t>
      </w:r>
      <w:r>
        <w:t>.</w:t>
      </w:r>
    </w:p>
    <w:p w14:paraId="3FAF548E" w14:textId="77777777" w:rsidR="00B77E03" w:rsidRDefault="00B77E03" w:rsidP="00B77E03">
      <w:r>
        <w:t>« </w:t>
      </w:r>
      <w:r w:rsidR="0024252B" w:rsidRPr="002813C1">
        <w:t>Avant de donner des leçons de musique</w:t>
      </w:r>
      <w:r>
        <w:t xml:space="preserve">, </w:t>
      </w:r>
      <w:r w:rsidR="0024252B" w:rsidRPr="002813C1">
        <w:t>il faut des élèves</w:t>
      </w:r>
      <w:r>
        <w:t xml:space="preserve">… </w:t>
      </w:r>
      <w:r w:rsidR="0024252B" w:rsidRPr="002813C1">
        <w:t>Où en découvrir</w:t>
      </w:r>
      <w:r>
        <w:t xml:space="preserve"> ? </w:t>
      </w:r>
      <w:r w:rsidR="0024252B" w:rsidRPr="002813C1">
        <w:t>Je n</w:t>
      </w:r>
      <w:r>
        <w:t>’</w:t>
      </w:r>
      <w:r w:rsidR="0024252B" w:rsidRPr="002813C1">
        <w:t>avais pas de relations</w:t>
      </w:r>
      <w:r>
        <w:t xml:space="preserve">, </w:t>
      </w:r>
      <w:r w:rsidR="0024252B" w:rsidRPr="002813C1">
        <w:t>et même je tremblais de me montrer dans les rues</w:t>
      </w:r>
      <w:r>
        <w:t xml:space="preserve">, </w:t>
      </w:r>
      <w:r w:rsidR="0024252B" w:rsidRPr="002813C1">
        <w:t>persuadée que votre père nous cherchait avec une dévorante activité</w:t>
      </w:r>
      <w:r>
        <w:t>.</w:t>
      </w:r>
    </w:p>
    <w:p w14:paraId="274C5ECB" w14:textId="77777777" w:rsidR="00B77E03" w:rsidRDefault="00B77E03" w:rsidP="00B77E03">
      <w:r>
        <w:lastRenderedPageBreak/>
        <w:t>« </w:t>
      </w:r>
      <w:r w:rsidR="0024252B" w:rsidRPr="002813C1">
        <w:t>Je me rabattis donc sur les travaux d</w:t>
      </w:r>
      <w:r>
        <w:t>’</w:t>
      </w:r>
      <w:r w:rsidR="0024252B" w:rsidRPr="002813C1">
        <w:t>aiguille</w:t>
      </w:r>
      <w:r>
        <w:t xml:space="preserve">, </w:t>
      </w:r>
      <w:r w:rsidR="0024252B" w:rsidRPr="002813C1">
        <w:t>et timidement je me présentai dans plusieurs magasins</w:t>
      </w:r>
      <w:r>
        <w:t>…</w:t>
      </w:r>
    </w:p>
    <w:p w14:paraId="7AC5D9B7" w14:textId="444BB430" w:rsidR="00B77E03" w:rsidRDefault="00B77E03" w:rsidP="00B77E03">
      <w:r>
        <w:t>« </w:t>
      </w:r>
      <w:r w:rsidR="0024252B" w:rsidRPr="002813C1">
        <w:t>Hélas</w:t>
      </w:r>
      <w:r>
        <w:t xml:space="preserve"> ! </w:t>
      </w:r>
      <w:r w:rsidR="0024252B" w:rsidRPr="002813C1">
        <w:t>ils ne peuvent savoir ce que c</w:t>
      </w:r>
      <w:r>
        <w:t>’</w:t>
      </w:r>
      <w:r w:rsidR="0024252B" w:rsidRPr="002813C1">
        <w:t>est que d</w:t>
      </w:r>
      <w:r>
        <w:t>’</w:t>
      </w:r>
      <w:r w:rsidR="0024252B" w:rsidRPr="002813C1">
        <w:t>aller de porte en porte solliciter de l</w:t>
      </w:r>
      <w:r>
        <w:t>’</w:t>
      </w:r>
      <w:r w:rsidR="0024252B" w:rsidRPr="002813C1">
        <w:t>ouvrage</w:t>
      </w:r>
      <w:r>
        <w:t xml:space="preserve">, </w:t>
      </w:r>
      <w:r w:rsidR="0024252B" w:rsidRPr="002813C1">
        <w:t>ceux qui n</w:t>
      </w:r>
      <w:r>
        <w:t>’</w:t>
      </w:r>
      <w:r w:rsidR="0024252B" w:rsidRPr="002813C1">
        <w:t>ont pas subi cette douloureuse épreuve</w:t>
      </w:r>
      <w:r>
        <w:t xml:space="preserve">… </w:t>
      </w:r>
      <w:r w:rsidR="0024252B" w:rsidRPr="002813C1">
        <w:t>Demander l</w:t>
      </w:r>
      <w:r>
        <w:t>’</w:t>
      </w:r>
      <w:r w:rsidR="0024252B" w:rsidRPr="002813C1">
        <w:t>aumône ne serait guère plus humiliant</w:t>
      </w:r>
      <w:r>
        <w:t xml:space="preserve">… </w:t>
      </w:r>
      <w:r w:rsidR="0024252B" w:rsidRPr="002813C1">
        <w:t>On me riait au nez et on me répondait</w:t>
      </w:r>
      <w:r>
        <w:t xml:space="preserve">, </w:t>
      </w:r>
      <w:r w:rsidR="0024252B" w:rsidRPr="002813C1">
        <w:t>quand on daignait me répondre</w:t>
      </w:r>
      <w:r>
        <w:t xml:space="preserve">, </w:t>
      </w:r>
      <w:r w:rsidR="0024252B" w:rsidRPr="002813C1">
        <w:t xml:space="preserve">que </w:t>
      </w:r>
      <w:r>
        <w:t>« </w:t>
      </w:r>
      <w:r w:rsidR="0024252B" w:rsidRPr="002813C1">
        <w:t>les affaires n</w:t>
      </w:r>
      <w:r>
        <w:t>’</w:t>
      </w:r>
      <w:r w:rsidR="0024252B" w:rsidRPr="002813C1">
        <w:t>allaient pas</w:t>
      </w:r>
      <w:r>
        <w:t xml:space="preserve">, </w:t>
      </w:r>
      <w:r w:rsidR="0024252B" w:rsidRPr="002813C1">
        <w:t>et qu</w:t>
      </w:r>
      <w:r>
        <w:t>’</w:t>
      </w:r>
      <w:r w:rsidR="0024252B" w:rsidRPr="002813C1">
        <w:t>il n</w:t>
      </w:r>
      <w:r>
        <w:t>’</w:t>
      </w:r>
      <w:r w:rsidR="0024252B" w:rsidRPr="002813C1">
        <w:t>y avait rien pour le moment</w:t>
      </w:r>
      <w:r>
        <w:t>… »</w:t>
      </w:r>
    </w:p>
    <w:p w14:paraId="437556AD" w14:textId="77777777" w:rsidR="00B77E03" w:rsidRDefault="00B77E03" w:rsidP="00B77E03">
      <w:r>
        <w:t>« </w:t>
      </w:r>
      <w:r w:rsidR="0024252B" w:rsidRPr="002813C1">
        <w:t>Mon inexpérience évidente et ma gaucherie me valaient ces refus</w:t>
      </w:r>
      <w:r>
        <w:t xml:space="preserve">, </w:t>
      </w:r>
      <w:r w:rsidR="0024252B" w:rsidRPr="002813C1">
        <w:t>et plus encore ma toilette</w:t>
      </w:r>
      <w:r>
        <w:t xml:space="preserve">, </w:t>
      </w:r>
      <w:r w:rsidR="0024252B" w:rsidRPr="002813C1">
        <w:t>car j</w:t>
      </w:r>
      <w:r>
        <w:t>’</w:t>
      </w:r>
      <w:r w:rsidR="0024252B" w:rsidRPr="002813C1">
        <w:t>avais encore l</w:t>
      </w:r>
      <w:r>
        <w:t>’</w:t>
      </w:r>
      <w:r w:rsidR="0024252B" w:rsidRPr="002813C1">
        <w:t>extérieur d</w:t>
      </w:r>
      <w:r>
        <w:t>’</w:t>
      </w:r>
      <w:r w:rsidR="0024252B" w:rsidRPr="002813C1">
        <w:t>une femme riche</w:t>
      </w:r>
      <w:r>
        <w:t xml:space="preserve">… </w:t>
      </w:r>
      <w:r w:rsidR="0024252B" w:rsidRPr="002813C1">
        <w:t>Qui sait pour qui on me prenait</w:t>
      </w:r>
      <w:r>
        <w:t>…</w:t>
      </w:r>
    </w:p>
    <w:p w14:paraId="78A7A37B" w14:textId="77777777" w:rsidR="00B77E03" w:rsidRDefault="00B77E03" w:rsidP="00B77E03">
      <w:r>
        <w:t>« </w:t>
      </w:r>
      <w:r w:rsidR="0024252B" w:rsidRPr="002813C1">
        <w:t>Mais votre pensée me soutenait</w:t>
      </w:r>
      <w:r>
        <w:t xml:space="preserve">, </w:t>
      </w:r>
      <w:proofErr w:type="spellStart"/>
      <w:r w:rsidR="0024252B" w:rsidRPr="002813C1">
        <w:t>Wilkie</w:t>
      </w:r>
      <w:proofErr w:type="spellEnd"/>
      <w:r>
        <w:t xml:space="preserve">, </w:t>
      </w:r>
      <w:r w:rsidR="0024252B" w:rsidRPr="002813C1">
        <w:t>et rien ne me rebutait</w:t>
      </w:r>
      <w:r>
        <w:t>…</w:t>
      </w:r>
    </w:p>
    <w:p w14:paraId="3AC17459" w14:textId="77777777" w:rsidR="00B77E03" w:rsidRDefault="00B77E03" w:rsidP="00B77E03">
      <w:r>
        <w:t>« </w:t>
      </w:r>
      <w:r w:rsidR="0024252B" w:rsidRPr="002813C1">
        <w:t>C</w:t>
      </w:r>
      <w:r>
        <w:t>’</w:t>
      </w:r>
      <w:r w:rsidR="0024252B" w:rsidRPr="002813C1">
        <w:t>est ainsi que j</w:t>
      </w:r>
      <w:r>
        <w:t>’</w:t>
      </w:r>
      <w:r w:rsidR="0024252B" w:rsidRPr="002813C1">
        <w:t>obtins quelques bandes de mousseline à broder et des fonds de tapisserie à remplir</w:t>
      </w:r>
      <w:r>
        <w:t xml:space="preserve">… </w:t>
      </w:r>
      <w:r w:rsidR="0024252B" w:rsidRPr="002813C1">
        <w:t>Tâche ingrate</w:t>
      </w:r>
      <w:r>
        <w:t xml:space="preserve">, </w:t>
      </w:r>
      <w:r w:rsidR="0024252B" w:rsidRPr="002813C1">
        <w:t>surtout pour moi qui n</w:t>
      </w:r>
      <w:r>
        <w:t>’</w:t>
      </w:r>
      <w:r w:rsidR="0024252B" w:rsidRPr="002813C1">
        <w:t>avais pas cette habileté de main des ouvrières exercées à faire vite plutôt que bien</w:t>
      </w:r>
      <w:r>
        <w:t>…</w:t>
      </w:r>
    </w:p>
    <w:p w14:paraId="58670056" w14:textId="77777777" w:rsidR="00B77E03" w:rsidRDefault="00B77E03" w:rsidP="00B77E03">
      <w:r>
        <w:t>« </w:t>
      </w:r>
      <w:r w:rsidR="0024252B" w:rsidRPr="002813C1">
        <w:t>En me levant avec le jour et en veillant bien tard</w:t>
      </w:r>
      <w:r>
        <w:t xml:space="preserve">, </w:t>
      </w:r>
      <w:r w:rsidR="0024252B" w:rsidRPr="002813C1">
        <w:t>c</w:t>
      </w:r>
      <w:r>
        <w:t>’</w:t>
      </w:r>
      <w:r w:rsidR="0024252B" w:rsidRPr="002813C1">
        <w:t>est à peine si je réussissais à gagner une vingtaine de sous</w:t>
      </w:r>
      <w:r>
        <w:t>…</w:t>
      </w:r>
    </w:p>
    <w:p w14:paraId="38E68558" w14:textId="77777777" w:rsidR="00B77E03" w:rsidRDefault="00B77E03" w:rsidP="00B77E03">
      <w:r>
        <w:t>« </w:t>
      </w:r>
      <w:r w:rsidR="0024252B" w:rsidRPr="002813C1">
        <w:t>Et encore</w:t>
      </w:r>
      <w:r>
        <w:t xml:space="preserve">, </w:t>
      </w:r>
      <w:r w:rsidR="0024252B" w:rsidRPr="002813C1">
        <w:t>ce chétif et insuffisant salaire ne tarda pas à me manquer</w:t>
      </w:r>
      <w:r>
        <w:t>…</w:t>
      </w:r>
    </w:p>
    <w:p w14:paraId="6A2C341A" w14:textId="77777777" w:rsidR="00B77E03" w:rsidRDefault="00B77E03" w:rsidP="00B77E03">
      <w:r>
        <w:t>« </w:t>
      </w:r>
      <w:r w:rsidR="0024252B" w:rsidRPr="002813C1">
        <w:t>L</w:t>
      </w:r>
      <w:r>
        <w:t>’</w:t>
      </w:r>
      <w:r w:rsidR="0024252B" w:rsidRPr="002813C1">
        <w:t>hiver était venu</w:t>
      </w:r>
      <w:r>
        <w:t xml:space="preserve">, </w:t>
      </w:r>
      <w:r w:rsidR="0024252B" w:rsidRPr="002813C1">
        <w:t>et le froid</w:t>
      </w:r>
      <w:r>
        <w:t xml:space="preserve">… </w:t>
      </w:r>
      <w:r w:rsidR="0024252B" w:rsidRPr="002813C1">
        <w:t>Un matin</w:t>
      </w:r>
      <w:r>
        <w:t xml:space="preserve">, </w:t>
      </w:r>
      <w:r w:rsidR="0024252B" w:rsidRPr="002813C1">
        <w:t>je changeai ma dernière pièce de cinq francs</w:t>
      </w:r>
      <w:r>
        <w:t xml:space="preserve">… </w:t>
      </w:r>
      <w:r w:rsidR="0024252B" w:rsidRPr="002813C1">
        <w:t>elle nous dura une semaine</w:t>
      </w:r>
      <w:r>
        <w:t xml:space="preserve">. </w:t>
      </w:r>
      <w:r w:rsidR="0024252B" w:rsidRPr="002813C1">
        <w:t>Puis</w:t>
      </w:r>
      <w:r>
        <w:t xml:space="preserve">, </w:t>
      </w:r>
      <w:r w:rsidR="0024252B" w:rsidRPr="002813C1">
        <w:t>je me défis successivement de tout ce qui ne m</w:t>
      </w:r>
      <w:r>
        <w:t>’</w:t>
      </w:r>
      <w:r w:rsidR="0024252B" w:rsidRPr="002813C1">
        <w:t>était pas strictement indispensable</w:t>
      </w:r>
      <w:r>
        <w:t xml:space="preserve">, </w:t>
      </w:r>
      <w:r w:rsidR="0024252B" w:rsidRPr="002813C1">
        <w:t>jusqu</w:t>
      </w:r>
      <w:r>
        <w:t>’</w:t>
      </w:r>
      <w:r w:rsidR="0024252B" w:rsidRPr="002813C1">
        <w:t>à rester avec ma misérable robe toute reprisée et un seul jupon</w:t>
      </w:r>
      <w:r>
        <w:t>…</w:t>
      </w:r>
    </w:p>
    <w:p w14:paraId="3D3D3887" w14:textId="77777777" w:rsidR="00B77E03" w:rsidRDefault="00B77E03" w:rsidP="00B77E03">
      <w:r>
        <w:lastRenderedPageBreak/>
        <w:t>« </w:t>
      </w:r>
      <w:r w:rsidR="0024252B" w:rsidRPr="002813C1">
        <w:t>Puis il n</w:t>
      </w:r>
      <w:r>
        <w:t>’</w:t>
      </w:r>
      <w:r w:rsidR="0024252B" w:rsidRPr="002813C1">
        <w:t>y eut plus rien</w:t>
      </w:r>
      <w:r>
        <w:t xml:space="preserve">, </w:t>
      </w:r>
      <w:r w:rsidR="0024252B" w:rsidRPr="002813C1">
        <w:t>rien</w:t>
      </w:r>
      <w:r>
        <w:t xml:space="preserve">… </w:t>
      </w:r>
      <w:r w:rsidR="0024252B" w:rsidRPr="002813C1">
        <w:t>Et enfin</w:t>
      </w:r>
      <w:r>
        <w:t xml:space="preserve">, </w:t>
      </w:r>
      <w:r w:rsidR="0024252B" w:rsidRPr="002813C1">
        <w:t>un soir vint</w:t>
      </w:r>
      <w:r>
        <w:t xml:space="preserve">, </w:t>
      </w:r>
      <w:r w:rsidR="0024252B" w:rsidRPr="002813C1">
        <w:t>où la propriétaire de notre misérable taudis</w:t>
      </w:r>
      <w:r>
        <w:t xml:space="preserve">, </w:t>
      </w:r>
      <w:r w:rsidR="0024252B" w:rsidRPr="002813C1">
        <w:t>que je ne pouvais plus payer</w:t>
      </w:r>
      <w:r>
        <w:t xml:space="preserve">, </w:t>
      </w:r>
      <w:r w:rsidR="0024252B" w:rsidRPr="002813C1">
        <w:t>nous mit dehors</w:t>
      </w:r>
      <w:r>
        <w:t>…</w:t>
      </w:r>
    </w:p>
    <w:p w14:paraId="702C1968" w14:textId="77777777" w:rsidR="00B77E03" w:rsidRDefault="00B77E03" w:rsidP="00B77E03">
      <w:r>
        <w:t>« </w:t>
      </w:r>
      <w:r w:rsidR="0024252B" w:rsidRPr="002813C1">
        <w:t>C</w:t>
      </w:r>
      <w:r>
        <w:t>’</w:t>
      </w:r>
      <w:r w:rsidR="0024252B" w:rsidRPr="002813C1">
        <w:t>était le dernier coup</w:t>
      </w:r>
      <w:r>
        <w:t xml:space="preserve">… </w:t>
      </w:r>
      <w:r w:rsidR="0024252B" w:rsidRPr="002813C1">
        <w:t>Je m</w:t>
      </w:r>
      <w:r>
        <w:t>’</w:t>
      </w:r>
      <w:r w:rsidR="0024252B" w:rsidRPr="002813C1">
        <w:t>éloignai chancelante</w:t>
      </w:r>
      <w:r>
        <w:t xml:space="preserve">, </w:t>
      </w:r>
      <w:r w:rsidR="0024252B" w:rsidRPr="002813C1">
        <w:t>me tenant aux murs</w:t>
      </w:r>
      <w:r>
        <w:t xml:space="preserve">, </w:t>
      </w:r>
      <w:r w:rsidR="0024252B" w:rsidRPr="002813C1">
        <w:t>n</w:t>
      </w:r>
      <w:r>
        <w:t>’</w:t>
      </w:r>
      <w:r w:rsidR="0024252B" w:rsidRPr="002813C1">
        <w:t>ayant pas la force de vous porter</w:t>
      </w:r>
      <w:r>
        <w:t xml:space="preserve">… </w:t>
      </w:r>
      <w:r w:rsidR="0024252B" w:rsidRPr="002813C1">
        <w:t>Une pluie fine tombait</w:t>
      </w:r>
      <w:r>
        <w:t xml:space="preserve">, </w:t>
      </w:r>
      <w:r w:rsidR="0024252B" w:rsidRPr="002813C1">
        <w:t>qui nous glaçait jusqu</w:t>
      </w:r>
      <w:r>
        <w:t>’</w:t>
      </w:r>
      <w:r w:rsidR="0024252B" w:rsidRPr="002813C1">
        <w:t>aux os</w:t>
      </w:r>
      <w:r>
        <w:t xml:space="preserve">… </w:t>
      </w:r>
      <w:r w:rsidR="0024252B" w:rsidRPr="002813C1">
        <w:t>Vous pleuriez</w:t>
      </w:r>
      <w:r>
        <w:t>…</w:t>
      </w:r>
    </w:p>
    <w:p w14:paraId="794068E1" w14:textId="77777777" w:rsidR="00B77E03" w:rsidRDefault="00B77E03" w:rsidP="00B77E03">
      <w:r>
        <w:t>« </w:t>
      </w:r>
      <w:r w:rsidR="0024252B" w:rsidRPr="002813C1">
        <w:t>Et toute la nuit</w:t>
      </w:r>
      <w:r>
        <w:t xml:space="preserve">, </w:t>
      </w:r>
      <w:r w:rsidR="0024252B" w:rsidRPr="002813C1">
        <w:t>et toute la journée du lendemain</w:t>
      </w:r>
      <w:r>
        <w:t xml:space="preserve">, </w:t>
      </w:r>
      <w:r w:rsidR="0024252B" w:rsidRPr="002813C1">
        <w:t>sans but</w:t>
      </w:r>
      <w:r>
        <w:t xml:space="preserve">, </w:t>
      </w:r>
      <w:r w:rsidR="0024252B" w:rsidRPr="002813C1">
        <w:t>sans espoir</w:t>
      </w:r>
      <w:r>
        <w:t xml:space="preserve">, </w:t>
      </w:r>
      <w:r w:rsidR="0024252B" w:rsidRPr="002813C1">
        <w:t>nous errâmes</w:t>
      </w:r>
      <w:r>
        <w:t xml:space="preserve">… </w:t>
      </w:r>
      <w:r w:rsidR="0024252B" w:rsidRPr="002813C1">
        <w:t>Il n</w:t>
      </w:r>
      <w:r>
        <w:t>’</w:t>
      </w:r>
      <w:r w:rsidR="0024252B" w:rsidRPr="002813C1">
        <w:t>y avait plus qu</w:t>
      </w:r>
      <w:r>
        <w:t>’</w:t>
      </w:r>
      <w:r w:rsidR="0024252B" w:rsidRPr="002813C1">
        <w:t>à mourir ou à retourner près de votre père</w:t>
      </w:r>
      <w:r>
        <w:t xml:space="preserve">… </w:t>
      </w:r>
      <w:r w:rsidR="0024252B" w:rsidRPr="002813C1">
        <w:t>J</w:t>
      </w:r>
      <w:r>
        <w:t>’</w:t>
      </w:r>
      <w:r w:rsidR="0024252B" w:rsidRPr="002813C1">
        <w:t>aimais mieux mourir</w:t>
      </w:r>
      <w:r>
        <w:t>…</w:t>
      </w:r>
    </w:p>
    <w:p w14:paraId="416840FD" w14:textId="77777777" w:rsidR="00B77E03" w:rsidRDefault="00B77E03" w:rsidP="00B77E03">
      <w:r>
        <w:t>« </w:t>
      </w:r>
      <w:r w:rsidR="0024252B" w:rsidRPr="002813C1">
        <w:t>Vers le soir</w:t>
      </w:r>
      <w:r>
        <w:t xml:space="preserve">, </w:t>
      </w:r>
      <w:r w:rsidR="0024252B" w:rsidRPr="002813C1">
        <w:t>l</w:t>
      </w:r>
      <w:r>
        <w:t>’</w:t>
      </w:r>
      <w:r w:rsidR="0024252B" w:rsidRPr="002813C1">
        <w:t>instinct m</w:t>
      </w:r>
      <w:r>
        <w:t>’</w:t>
      </w:r>
      <w:r w:rsidR="0024252B" w:rsidRPr="002813C1">
        <w:t>avait ramenée près de la Seine</w:t>
      </w:r>
      <w:r>
        <w:t xml:space="preserve">, </w:t>
      </w:r>
      <w:r w:rsidR="0024252B" w:rsidRPr="002813C1">
        <w:t>et épuisée de lassitude et de besoin</w:t>
      </w:r>
      <w:r>
        <w:t xml:space="preserve">, </w:t>
      </w:r>
      <w:r w:rsidR="0024252B" w:rsidRPr="002813C1">
        <w:t>je m</w:t>
      </w:r>
      <w:r>
        <w:t>’</w:t>
      </w:r>
      <w:r w:rsidR="0024252B" w:rsidRPr="002813C1">
        <w:t>étais assise sur un des bancs du Pont-Neuf</w:t>
      </w:r>
      <w:r>
        <w:t xml:space="preserve">, </w:t>
      </w:r>
      <w:r w:rsidR="0024252B" w:rsidRPr="002813C1">
        <w:t>vous tenant sur mes genoux</w:t>
      </w:r>
      <w:r>
        <w:t>.</w:t>
      </w:r>
    </w:p>
    <w:p w14:paraId="14B8702E" w14:textId="77777777" w:rsidR="00B77E03" w:rsidRDefault="00B77E03" w:rsidP="00B77E03">
      <w:r>
        <w:t>« </w:t>
      </w:r>
      <w:r w:rsidR="0024252B" w:rsidRPr="002813C1">
        <w:t>Je regardais tourbillonner la rivière</w:t>
      </w:r>
      <w:r>
        <w:t xml:space="preserve">, </w:t>
      </w:r>
      <w:r w:rsidR="0024252B" w:rsidRPr="002813C1">
        <w:t>et irrésistiblement l</w:t>
      </w:r>
      <w:r>
        <w:t>’</w:t>
      </w:r>
      <w:r w:rsidR="0024252B" w:rsidRPr="002813C1">
        <w:t>eau noire m</w:t>
      </w:r>
      <w:r>
        <w:t>’</w:t>
      </w:r>
      <w:r w:rsidR="0024252B" w:rsidRPr="002813C1">
        <w:t>attirait</w:t>
      </w:r>
      <w:r>
        <w:t>…</w:t>
      </w:r>
    </w:p>
    <w:p w14:paraId="0D8B7037" w14:textId="5791F031" w:rsidR="00B77E03" w:rsidRDefault="00B77E03" w:rsidP="00B77E03">
      <w:r>
        <w:t>« </w:t>
      </w:r>
      <w:r w:rsidR="0024252B" w:rsidRPr="002813C1">
        <w:t>Seule</w:t>
      </w:r>
      <w:r>
        <w:t xml:space="preserve">, </w:t>
      </w:r>
      <w:r w:rsidR="0024252B" w:rsidRPr="002813C1">
        <w:t>je n</w:t>
      </w:r>
      <w:r>
        <w:t>’</w:t>
      </w:r>
      <w:r w:rsidR="0024252B" w:rsidRPr="002813C1">
        <w:t>eusse pas délibéré une seconde</w:t>
      </w:r>
      <w:r>
        <w:t xml:space="preserve">, </w:t>
      </w:r>
      <w:r w:rsidR="0024252B" w:rsidRPr="002813C1">
        <w:t>mais à cause de vous</w:t>
      </w:r>
      <w:r>
        <w:t xml:space="preserve">, </w:t>
      </w:r>
      <w:proofErr w:type="spellStart"/>
      <w:r w:rsidR="0024252B" w:rsidRPr="002813C1">
        <w:t>Wilkie</w:t>
      </w:r>
      <w:proofErr w:type="spellEnd"/>
      <w:r>
        <w:t xml:space="preserve">, </w:t>
      </w:r>
      <w:r w:rsidR="0024252B" w:rsidRPr="002813C1">
        <w:t>j</w:t>
      </w:r>
      <w:r>
        <w:t>’</w:t>
      </w:r>
      <w:r w:rsidR="0024252B" w:rsidRPr="002813C1">
        <w:t>hésitais</w:t>
      </w:r>
      <w:r>
        <w:t>… »</w:t>
      </w:r>
    </w:p>
    <w:p w14:paraId="5967896D" w14:textId="25145698" w:rsidR="00B77E03" w:rsidRDefault="0024252B" w:rsidP="00B77E03">
      <w:r w:rsidRPr="002813C1">
        <w:t>Ému à la seule pensée du danger qu</w:t>
      </w:r>
      <w:r w:rsidR="00B77E03">
        <w:t>’</w:t>
      </w:r>
      <w:r w:rsidRPr="002813C1">
        <w:t>il avait couru</w:t>
      </w:r>
      <w:r w:rsidR="00B77E03">
        <w:t>, M. </w:t>
      </w:r>
      <w:proofErr w:type="spellStart"/>
      <w:r w:rsidRPr="002813C1">
        <w:t>Wilkie</w:t>
      </w:r>
      <w:proofErr w:type="spellEnd"/>
      <w:r w:rsidRPr="002813C1">
        <w:t xml:space="preserve"> frissonna</w:t>
      </w:r>
      <w:r w:rsidR="00B77E03">
        <w:t>.</w:t>
      </w:r>
    </w:p>
    <w:p w14:paraId="26884E2E" w14:textId="77777777" w:rsidR="00B77E03" w:rsidRDefault="00B77E03" w:rsidP="00B77E03">
      <w:r>
        <w:t>— </w:t>
      </w:r>
      <w:r w:rsidR="0024252B" w:rsidRPr="002813C1">
        <w:t>Brrr</w:t>
      </w:r>
      <w:r>
        <w:t xml:space="preserve"> ! </w:t>
      </w:r>
      <w:r w:rsidR="0024252B" w:rsidRPr="002813C1">
        <w:t>grommela-t-il</w:t>
      </w:r>
      <w:r>
        <w:t xml:space="preserve">, </w:t>
      </w:r>
      <w:r w:rsidR="0024252B" w:rsidRPr="002813C1">
        <w:t>vous avez diablement bien fait d</w:t>
      </w:r>
      <w:r>
        <w:t>’</w:t>
      </w:r>
      <w:r w:rsidR="0024252B" w:rsidRPr="002813C1">
        <w:t>hésiter</w:t>
      </w:r>
      <w:r>
        <w:t>.</w:t>
      </w:r>
    </w:p>
    <w:p w14:paraId="6F886BA8" w14:textId="77777777" w:rsidR="00B77E03" w:rsidRDefault="0024252B" w:rsidP="00B77E03">
      <w:r w:rsidRPr="002813C1">
        <w:t>Elle ne l</w:t>
      </w:r>
      <w:r w:rsidR="00B77E03">
        <w:t>’</w:t>
      </w:r>
      <w:r w:rsidRPr="002813C1">
        <w:t>entendit pas</w:t>
      </w:r>
      <w:r w:rsidR="00B77E03">
        <w:t>.</w:t>
      </w:r>
    </w:p>
    <w:p w14:paraId="3FAEF7B3" w14:textId="77777777" w:rsidR="00B77E03" w:rsidRDefault="00B77E03" w:rsidP="00B77E03">
      <w:r>
        <w:t>« — </w:t>
      </w:r>
      <w:r w:rsidR="0024252B" w:rsidRPr="002813C1">
        <w:t>Il fallait pourtant en finir</w:t>
      </w:r>
      <w:r>
        <w:t xml:space="preserve">, </w:t>
      </w:r>
      <w:r w:rsidR="0024252B" w:rsidRPr="002813C1">
        <w:t>continua-t-elle</w:t>
      </w:r>
      <w:r>
        <w:t xml:space="preserve">, </w:t>
      </w:r>
      <w:r w:rsidR="0024252B" w:rsidRPr="002813C1">
        <w:t>et je me dressais péniblement contre le parapet</w:t>
      </w:r>
      <w:r>
        <w:t xml:space="preserve">, </w:t>
      </w:r>
      <w:r w:rsidR="0024252B" w:rsidRPr="002813C1">
        <w:t>quand une grosse voix près de nous dit</w:t>
      </w:r>
      <w:r>
        <w:t> :</w:t>
      </w:r>
    </w:p>
    <w:p w14:paraId="53644F9A" w14:textId="77777777" w:rsidR="00B77E03" w:rsidRDefault="00B77E03" w:rsidP="00B77E03">
      <w:r>
        <w:t>« — </w:t>
      </w:r>
      <w:r w:rsidR="0024252B" w:rsidRPr="002813C1">
        <w:t>Que faites-vous là</w:t>
      </w:r>
      <w:r>
        <w:t> ?…</w:t>
      </w:r>
    </w:p>
    <w:p w14:paraId="470A9EB7" w14:textId="77777777" w:rsidR="00B77E03" w:rsidRDefault="00B77E03" w:rsidP="00B77E03">
      <w:r>
        <w:lastRenderedPageBreak/>
        <w:t>« </w:t>
      </w:r>
      <w:r w:rsidR="0024252B" w:rsidRPr="002813C1">
        <w:t>Je me retournai</w:t>
      </w:r>
      <w:r>
        <w:t xml:space="preserve">, </w:t>
      </w:r>
      <w:r w:rsidR="0024252B" w:rsidRPr="002813C1">
        <w:t>croyant que c</w:t>
      </w:r>
      <w:r>
        <w:t>’</w:t>
      </w:r>
      <w:r w:rsidR="0024252B" w:rsidRPr="002813C1">
        <w:t>était un sergent de ville qui me parlait</w:t>
      </w:r>
      <w:r>
        <w:t xml:space="preserve">… </w:t>
      </w:r>
      <w:r w:rsidR="0024252B" w:rsidRPr="002813C1">
        <w:t>Je me trompais</w:t>
      </w:r>
      <w:r>
        <w:t xml:space="preserve">… </w:t>
      </w:r>
      <w:r w:rsidR="0024252B" w:rsidRPr="002813C1">
        <w:t>À la lueur du gaz</w:t>
      </w:r>
      <w:r>
        <w:t xml:space="preserve">, </w:t>
      </w:r>
      <w:r w:rsidR="0024252B" w:rsidRPr="002813C1">
        <w:t>j</w:t>
      </w:r>
      <w:r>
        <w:t>’</w:t>
      </w:r>
      <w:r w:rsidR="0024252B" w:rsidRPr="002813C1">
        <w:t>aperçus un homme d</w:t>
      </w:r>
      <w:r>
        <w:t>’</w:t>
      </w:r>
      <w:r w:rsidR="0024252B" w:rsidRPr="002813C1">
        <w:t>une trentaine d</w:t>
      </w:r>
      <w:r>
        <w:t>’</w:t>
      </w:r>
      <w:r w:rsidR="0024252B" w:rsidRPr="002813C1">
        <w:t>années</w:t>
      </w:r>
      <w:r>
        <w:t xml:space="preserve">, </w:t>
      </w:r>
      <w:r w:rsidR="0024252B" w:rsidRPr="002813C1">
        <w:t>à la physionomie rude et franche</w:t>
      </w:r>
      <w:r>
        <w:t>.</w:t>
      </w:r>
    </w:p>
    <w:p w14:paraId="736DF3B5" w14:textId="77777777" w:rsidR="00B77E03" w:rsidRDefault="00B77E03" w:rsidP="00B77E03">
      <w:r>
        <w:t>« </w:t>
      </w:r>
      <w:r w:rsidR="0024252B" w:rsidRPr="002813C1">
        <w:t>Pourquoi cet inconnu m</w:t>
      </w:r>
      <w:r>
        <w:t>’</w:t>
      </w:r>
      <w:r w:rsidR="0024252B" w:rsidRPr="002813C1">
        <w:t>inspira-t-il soudain une confiance illimitée</w:t>
      </w:r>
      <w:r>
        <w:t xml:space="preserve"> ?… </w:t>
      </w:r>
      <w:r w:rsidR="0024252B" w:rsidRPr="002813C1">
        <w:t>je ne sais</w:t>
      </w:r>
      <w:r>
        <w:t xml:space="preserve">. </w:t>
      </w:r>
      <w:r w:rsidR="0024252B" w:rsidRPr="002813C1">
        <w:t>Peut-être était-ce l</w:t>
      </w:r>
      <w:r>
        <w:t>’</w:t>
      </w:r>
      <w:r w:rsidR="0024252B" w:rsidRPr="002813C1">
        <w:t>horreur de la mort</w:t>
      </w:r>
      <w:r>
        <w:t xml:space="preserve">, </w:t>
      </w:r>
      <w:r w:rsidR="0024252B" w:rsidRPr="002813C1">
        <w:t>qui sans que j</w:t>
      </w:r>
      <w:r>
        <w:t>’</w:t>
      </w:r>
      <w:r w:rsidR="0024252B" w:rsidRPr="002813C1">
        <w:t>en eusse conscience</w:t>
      </w:r>
      <w:r>
        <w:t xml:space="preserve">, </w:t>
      </w:r>
      <w:r w:rsidR="0024252B" w:rsidRPr="002813C1">
        <w:t>me poussait à me raccrocher en quelque sorte à sa pitié</w:t>
      </w:r>
      <w:r>
        <w:t>…</w:t>
      </w:r>
    </w:p>
    <w:p w14:paraId="07619F08" w14:textId="77777777" w:rsidR="00B77E03" w:rsidRDefault="00B77E03" w:rsidP="00B77E03">
      <w:r>
        <w:t>« </w:t>
      </w:r>
      <w:r w:rsidR="0024252B" w:rsidRPr="002813C1">
        <w:t>Quoi qu</w:t>
      </w:r>
      <w:r>
        <w:t>’</w:t>
      </w:r>
      <w:r w:rsidR="0024252B" w:rsidRPr="002813C1">
        <w:t>il en soit</w:t>
      </w:r>
      <w:r>
        <w:t xml:space="preserve">, </w:t>
      </w:r>
      <w:r w:rsidR="0024252B" w:rsidRPr="002813C1">
        <w:t>je lui racontai tout</w:t>
      </w:r>
      <w:r>
        <w:t xml:space="preserve">… </w:t>
      </w:r>
      <w:r w:rsidR="0024252B" w:rsidRPr="002813C1">
        <w:t>En changeant les noms toutefois</w:t>
      </w:r>
      <w:r>
        <w:t xml:space="preserve">, </w:t>
      </w:r>
      <w:r w:rsidR="0024252B" w:rsidRPr="002813C1">
        <w:t>et en dénaturant les détails</w:t>
      </w:r>
      <w:r>
        <w:t>.</w:t>
      </w:r>
    </w:p>
    <w:p w14:paraId="7E97034C" w14:textId="77777777" w:rsidR="00B77E03" w:rsidRDefault="00B77E03" w:rsidP="00B77E03">
      <w:r>
        <w:t>« </w:t>
      </w:r>
      <w:r w:rsidR="0024252B" w:rsidRPr="002813C1">
        <w:t>Il était assis près de moi</w:t>
      </w:r>
      <w:r>
        <w:t xml:space="preserve">, </w:t>
      </w:r>
      <w:r w:rsidR="0024252B" w:rsidRPr="002813C1">
        <w:t>sur le banc</w:t>
      </w:r>
      <w:r>
        <w:t xml:space="preserve">, </w:t>
      </w:r>
      <w:r w:rsidR="0024252B" w:rsidRPr="002813C1">
        <w:t>et je pus voir</w:t>
      </w:r>
      <w:r>
        <w:t xml:space="preserve">, </w:t>
      </w:r>
      <w:r w:rsidR="0024252B" w:rsidRPr="002813C1">
        <w:t>tandis que je parlais d</w:t>
      </w:r>
      <w:r>
        <w:t>’</w:t>
      </w:r>
      <w:r w:rsidR="0024252B" w:rsidRPr="002813C1">
        <w:t>une voix expirante</w:t>
      </w:r>
      <w:r>
        <w:t xml:space="preserve">, </w:t>
      </w:r>
      <w:r w:rsidR="0024252B" w:rsidRPr="002813C1">
        <w:t>de grosses larmes rouler le long de ses joues</w:t>
      </w:r>
      <w:r>
        <w:t>…</w:t>
      </w:r>
    </w:p>
    <w:p w14:paraId="2DBC4F2E" w14:textId="77777777" w:rsidR="00B77E03" w:rsidRDefault="00B77E03" w:rsidP="00B77E03">
      <w:r>
        <w:t>« — </w:t>
      </w:r>
      <w:r w:rsidR="0024252B" w:rsidRPr="002813C1">
        <w:t>Oui</w:t>
      </w:r>
      <w:r>
        <w:t xml:space="preserve">, </w:t>
      </w:r>
      <w:r w:rsidR="0024252B" w:rsidRPr="002813C1">
        <w:t>c</w:t>
      </w:r>
      <w:r>
        <w:t>’</w:t>
      </w:r>
      <w:r w:rsidR="0024252B" w:rsidRPr="002813C1">
        <w:t>est ainsi</w:t>
      </w:r>
      <w:r>
        <w:t xml:space="preserve">, </w:t>
      </w:r>
      <w:r w:rsidR="0024252B" w:rsidRPr="002813C1">
        <w:t>murmura-t-il</w:t>
      </w:r>
      <w:r>
        <w:t xml:space="preserve">, </w:t>
      </w:r>
      <w:r w:rsidR="0024252B" w:rsidRPr="002813C1">
        <w:t>c</w:t>
      </w:r>
      <w:r>
        <w:t>’</w:t>
      </w:r>
      <w:r w:rsidR="0024252B" w:rsidRPr="002813C1">
        <w:t>est bien ainsi</w:t>
      </w:r>
      <w:r>
        <w:t xml:space="preserve">… </w:t>
      </w:r>
      <w:r w:rsidR="0024252B" w:rsidRPr="002813C1">
        <w:t>Aimer</w:t>
      </w:r>
      <w:r>
        <w:t xml:space="preserve">, </w:t>
      </w:r>
      <w:r w:rsidR="0024252B" w:rsidRPr="002813C1">
        <w:t>c</w:t>
      </w:r>
      <w:r>
        <w:t>’</w:t>
      </w:r>
      <w:r w:rsidR="0024252B" w:rsidRPr="002813C1">
        <w:t>est courir au-devant du martyre</w:t>
      </w:r>
      <w:r>
        <w:t xml:space="preserve">… </w:t>
      </w:r>
      <w:r w:rsidR="0024252B" w:rsidRPr="002813C1">
        <w:t>C</w:t>
      </w:r>
      <w:r>
        <w:t>’</w:t>
      </w:r>
      <w:r w:rsidR="0024252B" w:rsidRPr="002813C1">
        <w:t>est se livrer désarmé à toutes les perfidies et à toutes les trahisons</w:t>
      </w:r>
      <w:r>
        <w:t xml:space="preserve">… </w:t>
      </w:r>
      <w:r w:rsidR="0024252B" w:rsidRPr="002813C1">
        <w:t>C</w:t>
      </w:r>
      <w:r>
        <w:t>’</w:t>
      </w:r>
      <w:r w:rsidR="0024252B" w:rsidRPr="002813C1">
        <w:t>est tendre son cœur aux poignards</w:t>
      </w:r>
      <w:r>
        <w:t>…</w:t>
      </w:r>
    </w:p>
    <w:p w14:paraId="3CEED695" w14:textId="77777777" w:rsidR="00B77E03" w:rsidRDefault="00B77E03" w:rsidP="00B77E03">
      <w:r>
        <w:t>« </w:t>
      </w:r>
      <w:r w:rsidR="0024252B" w:rsidRPr="002813C1">
        <w:t>L</w:t>
      </w:r>
      <w:r>
        <w:t>’</w:t>
      </w:r>
      <w:r w:rsidR="0024252B" w:rsidRPr="002813C1">
        <w:t>homme qui s</w:t>
      </w:r>
      <w:r>
        <w:t>’</w:t>
      </w:r>
      <w:r w:rsidR="0024252B" w:rsidRPr="002813C1">
        <w:t xml:space="preserve">exprimait ainsi était le baron </w:t>
      </w:r>
      <w:proofErr w:type="spellStart"/>
      <w:r w:rsidR="0024252B" w:rsidRPr="002813C1">
        <w:t>Trigault</w:t>
      </w:r>
      <w:proofErr w:type="spellEnd"/>
      <w:r>
        <w:t>…</w:t>
      </w:r>
    </w:p>
    <w:p w14:paraId="0592D61D" w14:textId="77777777" w:rsidR="00B77E03" w:rsidRDefault="00B77E03" w:rsidP="00B77E03">
      <w:r>
        <w:t>« </w:t>
      </w:r>
      <w:r w:rsidR="0024252B" w:rsidRPr="002813C1">
        <w:t>Il ne me laissa pas terminer</w:t>
      </w:r>
      <w:r>
        <w:t>.</w:t>
      </w:r>
    </w:p>
    <w:p w14:paraId="6B00DEBE" w14:textId="77777777" w:rsidR="00B77E03" w:rsidRDefault="00B77E03" w:rsidP="00B77E03">
      <w:r>
        <w:t>« — </w:t>
      </w:r>
      <w:r w:rsidR="0024252B" w:rsidRPr="002813C1">
        <w:t>Assez</w:t>
      </w:r>
      <w:r>
        <w:t xml:space="preserve"> !… </w:t>
      </w:r>
      <w:r w:rsidR="0024252B" w:rsidRPr="002813C1">
        <w:t>s</w:t>
      </w:r>
      <w:r>
        <w:t>’</w:t>
      </w:r>
      <w:r w:rsidR="0024252B" w:rsidRPr="002813C1">
        <w:t>écria-t-il tout à coup</w:t>
      </w:r>
      <w:r>
        <w:t xml:space="preserve">, </w:t>
      </w:r>
      <w:r w:rsidR="0024252B" w:rsidRPr="002813C1">
        <w:t>suivez-moi</w:t>
      </w:r>
      <w:r>
        <w:t> !…</w:t>
      </w:r>
    </w:p>
    <w:p w14:paraId="66D3F24E" w14:textId="77777777" w:rsidR="00B77E03" w:rsidRDefault="00B77E03" w:rsidP="00B77E03">
      <w:r>
        <w:t>« </w:t>
      </w:r>
      <w:r w:rsidR="0024252B" w:rsidRPr="002813C1">
        <w:t>Un fiacre passait</w:t>
      </w:r>
      <w:r>
        <w:t xml:space="preserve">, </w:t>
      </w:r>
      <w:r w:rsidR="0024252B" w:rsidRPr="002813C1">
        <w:t>il nous y fit monter</w:t>
      </w:r>
      <w:r>
        <w:t xml:space="preserve">, </w:t>
      </w:r>
      <w:r w:rsidR="0024252B" w:rsidRPr="002813C1">
        <w:t>et une heure après</w:t>
      </w:r>
      <w:r>
        <w:t xml:space="preserve">, </w:t>
      </w:r>
      <w:r w:rsidR="0024252B" w:rsidRPr="002813C1">
        <w:t>nous étions dans une chambre bien chaude</w:t>
      </w:r>
      <w:r>
        <w:t xml:space="preserve">, </w:t>
      </w:r>
      <w:r w:rsidR="0024252B" w:rsidRPr="002813C1">
        <w:t>près d</w:t>
      </w:r>
      <w:r>
        <w:t>’</w:t>
      </w:r>
      <w:r w:rsidR="0024252B" w:rsidRPr="002813C1">
        <w:t>un bon feu</w:t>
      </w:r>
      <w:r>
        <w:t xml:space="preserve">, </w:t>
      </w:r>
      <w:r w:rsidR="0024252B" w:rsidRPr="002813C1">
        <w:t>devant une table abondamment servie</w:t>
      </w:r>
      <w:r>
        <w:t xml:space="preserve">. </w:t>
      </w:r>
      <w:r w:rsidR="0024252B" w:rsidRPr="002813C1">
        <w:t>Et le lendemain</w:t>
      </w:r>
      <w:r>
        <w:t xml:space="preserve">, </w:t>
      </w:r>
      <w:r w:rsidR="0024252B" w:rsidRPr="002813C1">
        <w:t>nous nous installions dans un confortable appartement</w:t>
      </w:r>
      <w:r>
        <w:t>…</w:t>
      </w:r>
    </w:p>
    <w:p w14:paraId="5C41CBDF" w14:textId="77777777" w:rsidR="00B77E03" w:rsidRDefault="00B77E03" w:rsidP="00B77E03">
      <w:r>
        <w:t>« </w:t>
      </w:r>
      <w:r w:rsidR="0024252B" w:rsidRPr="002813C1">
        <w:t>Hélas</w:t>
      </w:r>
      <w:r>
        <w:t xml:space="preserve"> !… </w:t>
      </w:r>
      <w:r w:rsidR="0024252B" w:rsidRPr="002813C1">
        <w:t xml:space="preserve">pourquoi le baron ne </w:t>
      </w:r>
      <w:proofErr w:type="spellStart"/>
      <w:r w:rsidR="0024252B" w:rsidRPr="002813C1">
        <w:t>sut-il</w:t>
      </w:r>
      <w:proofErr w:type="spellEnd"/>
      <w:r w:rsidR="0024252B" w:rsidRPr="002813C1">
        <w:t xml:space="preserve"> pas être généreux jusqu</w:t>
      </w:r>
      <w:r>
        <w:t>’</w:t>
      </w:r>
      <w:r w:rsidR="0024252B" w:rsidRPr="002813C1">
        <w:t>au bout</w:t>
      </w:r>
      <w:r>
        <w:t> !…</w:t>
      </w:r>
    </w:p>
    <w:p w14:paraId="53D60669" w14:textId="6C0378E5" w:rsidR="00B77E03" w:rsidRDefault="00B77E03" w:rsidP="00B77E03">
      <w:r>
        <w:lastRenderedPageBreak/>
        <w:t>« </w:t>
      </w:r>
      <w:r w:rsidR="0024252B" w:rsidRPr="002813C1">
        <w:t>Vous étiez sauvé</w:t>
      </w:r>
      <w:r>
        <w:t xml:space="preserve">, </w:t>
      </w:r>
      <w:proofErr w:type="spellStart"/>
      <w:r w:rsidR="0024252B" w:rsidRPr="002813C1">
        <w:t>Wilkie</w:t>
      </w:r>
      <w:proofErr w:type="spellEnd"/>
      <w:r>
        <w:t xml:space="preserve">… </w:t>
      </w:r>
      <w:r w:rsidR="0024252B" w:rsidRPr="002813C1">
        <w:t>Mais à quel prix</w:t>
      </w:r>
      <w:r>
        <w:t> !… »</w:t>
      </w:r>
    </w:p>
    <w:p w14:paraId="51E34520" w14:textId="77777777" w:rsidR="00B77E03" w:rsidRDefault="0024252B" w:rsidP="00B77E03">
      <w:r w:rsidRPr="002813C1">
        <w:t>Elle s</w:t>
      </w:r>
      <w:r w:rsidR="00B77E03">
        <w:t>’</w:t>
      </w:r>
      <w:r w:rsidRPr="002813C1">
        <w:t>interrompit</w:t>
      </w:r>
      <w:r w:rsidR="00B77E03">
        <w:t xml:space="preserve">, </w:t>
      </w:r>
      <w:r w:rsidRPr="002813C1">
        <w:t>un moment</w:t>
      </w:r>
      <w:r w:rsidR="00B77E03">
        <w:t xml:space="preserve">, </w:t>
      </w:r>
      <w:r w:rsidRPr="002813C1">
        <w:t>plus rouge que le feu</w:t>
      </w:r>
      <w:r w:rsidR="00B77E03">
        <w:t xml:space="preserve"> ; </w:t>
      </w:r>
      <w:r w:rsidRPr="002813C1">
        <w:t>puis bientôt</w:t>
      </w:r>
      <w:r w:rsidR="00B77E03">
        <w:t xml:space="preserve">, </w:t>
      </w:r>
      <w:r w:rsidRPr="002813C1">
        <w:t>maîtrisant son trouble</w:t>
      </w:r>
      <w:r w:rsidR="00B77E03">
        <w:t xml:space="preserve">, </w:t>
      </w:r>
      <w:r w:rsidRPr="002813C1">
        <w:t>d</w:t>
      </w:r>
      <w:r w:rsidR="00B77E03">
        <w:t>’</w:t>
      </w:r>
      <w:r w:rsidRPr="002813C1">
        <w:t>un accent bref</w:t>
      </w:r>
      <w:r w:rsidR="00B77E03">
        <w:t xml:space="preserve">, </w:t>
      </w:r>
      <w:r w:rsidRPr="002813C1">
        <w:t>elle reprit</w:t>
      </w:r>
      <w:r w:rsidR="00B77E03">
        <w:t> :</w:t>
      </w:r>
    </w:p>
    <w:p w14:paraId="1DEC55FA" w14:textId="77777777" w:rsidR="00B77E03" w:rsidRDefault="00B77E03" w:rsidP="00B77E03">
      <w:r>
        <w:t>« — </w:t>
      </w:r>
      <w:r w:rsidR="0024252B" w:rsidRPr="002813C1">
        <w:t>Mais entre le baron et moi</w:t>
      </w:r>
      <w:r>
        <w:t xml:space="preserve">, </w:t>
      </w:r>
      <w:r w:rsidR="0024252B" w:rsidRPr="002813C1">
        <w:t>une cause de dissentiment existait</w:t>
      </w:r>
      <w:r>
        <w:t xml:space="preserve"> : </w:t>
      </w:r>
      <w:r w:rsidR="0024252B" w:rsidRPr="002813C1">
        <w:t>vous</w:t>
      </w:r>
      <w:r>
        <w:t xml:space="preserve">, </w:t>
      </w:r>
      <w:proofErr w:type="spellStart"/>
      <w:r w:rsidR="0024252B" w:rsidRPr="002813C1">
        <w:t>Wilkie</w:t>
      </w:r>
      <w:proofErr w:type="spellEnd"/>
      <w:r>
        <w:t xml:space="preserve">… </w:t>
      </w:r>
      <w:r w:rsidR="0024252B" w:rsidRPr="002813C1">
        <w:t>Je prétendais vous élever comme un fils de famille</w:t>
      </w:r>
      <w:r>
        <w:t xml:space="preserve">, </w:t>
      </w:r>
      <w:r w:rsidR="0024252B" w:rsidRPr="002813C1">
        <w:t>lui voulait pour vous l</w:t>
      </w:r>
      <w:r>
        <w:t>’</w:t>
      </w:r>
      <w:r w:rsidR="0024252B" w:rsidRPr="002813C1">
        <w:t>éducation forte et rude de l</w:t>
      </w:r>
      <w:r>
        <w:t>’</w:t>
      </w:r>
      <w:r w:rsidR="0024252B" w:rsidRPr="002813C1">
        <w:t>homme qui a tout à conquérir</w:t>
      </w:r>
      <w:r>
        <w:t xml:space="preserve">, </w:t>
      </w:r>
      <w:r w:rsidR="0024252B" w:rsidRPr="002813C1">
        <w:t>sa position</w:t>
      </w:r>
      <w:r>
        <w:t xml:space="preserve">, </w:t>
      </w:r>
      <w:r w:rsidR="0024252B" w:rsidRPr="002813C1">
        <w:t>sa fortune et jusqu</w:t>
      </w:r>
      <w:r>
        <w:t>’</w:t>
      </w:r>
      <w:r w:rsidR="0024252B" w:rsidRPr="002813C1">
        <w:t>à son nom</w:t>
      </w:r>
      <w:r>
        <w:t xml:space="preserve">… </w:t>
      </w:r>
      <w:r w:rsidR="0024252B" w:rsidRPr="002813C1">
        <w:t>Ah</w:t>
      </w:r>
      <w:r>
        <w:t xml:space="preserve"> ! </w:t>
      </w:r>
      <w:r w:rsidR="0024252B" w:rsidRPr="002813C1">
        <w:t>il avait raison mille fois</w:t>
      </w:r>
      <w:r>
        <w:t xml:space="preserve">, </w:t>
      </w:r>
      <w:r w:rsidR="0024252B" w:rsidRPr="002813C1">
        <w:t>l</w:t>
      </w:r>
      <w:r>
        <w:t>’</w:t>
      </w:r>
      <w:r w:rsidR="0024252B" w:rsidRPr="002813C1">
        <w:t>événement ne l</w:t>
      </w:r>
      <w:r>
        <w:t>’</w:t>
      </w:r>
      <w:r w:rsidR="0024252B" w:rsidRPr="002813C1">
        <w:t>a que trop prouvé</w:t>
      </w:r>
      <w:r>
        <w:t xml:space="preserve">, </w:t>
      </w:r>
      <w:r w:rsidR="0024252B" w:rsidRPr="002813C1">
        <w:t>mais l</w:t>
      </w:r>
      <w:r>
        <w:t>’</w:t>
      </w:r>
      <w:r w:rsidR="0024252B" w:rsidRPr="002813C1">
        <w:t>amour maternel m</w:t>
      </w:r>
      <w:r>
        <w:t>’</w:t>
      </w:r>
      <w:r w:rsidR="0024252B" w:rsidRPr="002813C1">
        <w:t>aveuglait</w:t>
      </w:r>
      <w:r>
        <w:t xml:space="preserve">, </w:t>
      </w:r>
      <w:r w:rsidR="0024252B" w:rsidRPr="002813C1">
        <w:t>et à la suite d</w:t>
      </w:r>
      <w:r>
        <w:t>’</w:t>
      </w:r>
      <w:r w:rsidR="0024252B" w:rsidRPr="002813C1">
        <w:t>une discussion amère</w:t>
      </w:r>
      <w:r>
        <w:t xml:space="preserve">, </w:t>
      </w:r>
      <w:r w:rsidR="0024252B" w:rsidRPr="002813C1">
        <w:t>il s</w:t>
      </w:r>
      <w:r>
        <w:t>’</w:t>
      </w:r>
      <w:r w:rsidR="0024252B" w:rsidRPr="002813C1">
        <w:t>éloigna en déclarant que je ne le reverrais pas tant que je ne serais pas plus raisonnable</w:t>
      </w:r>
      <w:r>
        <w:t>…</w:t>
      </w:r>
    </w:p>
    <w:p w14:paraId="53D46929" w14:textId="77777777" w:rsidR="00B77E03" w:rsidRDefault="00B77E03" w:rsidP="00B77E03">
      <w:r>
        <w:t>« </w:t>
      </w:r>
      <w:r w:rsidR="0024252B" w:rsidRPr="002813C1">
        <w:t>Il espérait ainsi faire fléchir ma volonté</w:t>
      </w:r>
      <w:r>
        <w:t xml:space="preserve">. </w:t>
      </w:r>
      <w:r w:rsidR="0024252B" w:rsidRPr="002813C1">
        <w:t>C</w:t>
      </w:r>
      <w:r>
        <w:t>’</w:t>
      </w:r>
      <w:r w:rsidR="0024252B" w:rsidRPr="002813C1">
        <w:t>était mal connaître l</w:t>
      </w:r>
      <w:r>
        <w:t>’</w:t>
      </w:r>
      <w:r w:rsidR="0024252B" w:rsidRPr="002813C1">
        <w:t xml:space="preserve">obstination fatale des </w:t>
      </w:r>
      <w:proofErr w:type="spellStart"/>
      <w:r w:rsidR="0024252B" w:rsidRPr="002813C1">
        <w:t>Chalusse</w:t>
      </w:r>
      <w:proofErr w:type="spellEnd"/>
      <w:r>
        <w:t>…</w:t>
      </w:r>
    </w:p>
    <w:p w14:paraId="3B9EC586" w14:textId="77777777" w:rsidR="00B77E03" w:rsidRDefault="00B77E03" w:rsidP="00B77E03">
      <w:r>
        <w:t>« </w:t>
      </w:r>
      <w:r w:rsidR="0024252B" w:rsidRPr="002813C1">
        <w:t>Je me demandais comment vous créer l</w:t>
      </w:r>
      <w:r>
        <w:t>’</w:t>
      </w:r>
      <w:r w:rsidR="0024252B" w:rsidRPr="002813C1">
        <w:t>existence que je rêvais</w:t>
      </w:r>
      <w:r>
        <w:t xml:space="preserve">, </w:t>
      </w:r>
      <w:r w:rsidR="0024252B" w:rsidRPr="002813C1">
        <w:t>quand deux des amis du baron se présentèrent chez moi avec les propositions que voici</w:t>
      </w:r>
      <w:r>
        <w:t> :</w:t>
      </w:r>
    </w:p>
    <w:p w14:paraId="5A03B451" w14:textId="77777777" w:rsidR="00B77E03" w:rsidRDefault="00B77E03" w:rsidP="00B77E03">
      <w:r>
        <w:t>« </w:t>
      </w:r>
      <w:r w:rsidR="0024252B" w:rsidRPr="002813C1">
        <w:t>Frappés des énormes bénéfices que réalisent les tripots clandestins</w:t>
      </w:r>
      <w:r>
        <w:t xml:space="preserve">, </w:t>
      </w:r>
      <w:r w:rsidR="0024252B" w:rsidRPr="002813C1">
        <w:t>ils avaient conçu l</w:t>
      </w:r>
      <w:r>
        <w:t>’</w:t>
      </w:r>
      <w:r w:rsidR="0024252B" w:rsidRPr="002813C1">
        <w:t>idée d</w:t>
      </w:r>
      <w:r>
        <w:t>’</w:t>
      </w:r>
      <w:r w:rsidR="0024252B" w:rsidRPr="002813C1">
        <w:t>ouvrir au grand jour une véritable maison de jeu</w:t>
      </w:r>
      <w:r>
        <w:t xml:space="preserve">, </w:t>
      </w:r>
      <w:r w:rsidR="0024252B" w:rsidRPr="002813C1">
        <w:t>où seraient admis tous les joueurs de Paris et de l</w:t>
      </w:r>
      <w:r>
        <w:t>’</w:t>
      </w:r>
      <w:r w:rsidR="0024252B" w:rsidRPr="002813C1">
        <w:t>étranger</w:t>
      </w:r>
      <w:r>
        <w:t xml:space="preserve">, </w:t>
      </w:r>
      <w:r w:rsidR="0024252B" w:rsidRPr="002813C1">
        <w:t>à la seule condition d</w:t>
      </w:r>
      <w:r>
        <w:t>’</w:t>
      </w:r>
      <w:r w:rsidR="0024252B" w:rsidRPr="002813C1">
        <w:t>avoir les apparences d</w:t>
      </w:r>
      <w:r>
        <w:t>’</w:t>
      </w:r>
      <w:r w:rsidR="0024252B" w:rsidRPr="002813C1">
        <w:t>une éducation libérale et beaucoup d</w:t>
      </w:r>
      <w:r>
        <w:t>’</w:t>
      </w:r>
      <w:r w:rsidR="0024252B" w:rsidRPr="002813C1">
        <w:t>argent</w:t>
      </w:r>
      <w:r>
        <w:t>.</w:t>
      </w:r>
    </w:p>
    <w:p w14:paraId="5FB8A607" w14:textId="77777777" w:rsidR="00B77E03" w:rsidRDefault="00B77E03" w:rsidP="00B77E03">
      <w:r>
        <w:t>« </w:t>
      </w:r>
      <w:r w:rsidR="0024252B" w:rsidRPr="002813C1">
        <w:t>Moyennant certaines précautions</w:t>
      </w:r>
      <w:r>
        <w:t xml:space="preserve">, </w:t>
      </w:r>
      <w:r w:rsidR="0024252B" w:rsidRPr="002813C1">
        <w:t>et en établissant ce tripot dans le salon d</w:t>
      </w:r>
      <w:r>
        <w:t>’</w:t>
      </w:r>
      <w:r w:rsidR="0024252B" w:rsidRPr="002813C1">
        <w:t>une femme à la mode</w:t>
      </w:r>
      <w:r>
        <w:t xml:space="preserve">, </w:t>
      </w:r>
      <w:r w:rsidR="0024252B" w:rsidRPr="002813C1">
        <w:t>ils jugeaient l</w:t>
      </w:r>
      <w:r>
        <w:t>’</w:t>
      </w:r>
      <w:r w:rsidR="0024252B" w:rsidRPr="002813C1">
        <w:t>idée pratique</w:t>
      </w:r>
      <w:r>
        <w:t xml:space="preserve">, </w:t>
      </w:r>
      <w:r w:rsidR="0024252B" w:rsidRPr="002813C1">
        <w:t>et venaient me proposer d</w:t>
      </w:r>
      <w:r>
        <w:t>’</w:t>
      </w:r>
      <w:r w:rsidR="0024252B" w:rsidRPr="002813C1">
        <w:t>être la femme dont ils avaient besoin</w:t>
      </w:r>
      <w:r>
        <w:t xml:space="preserve">, </w:t>
      </w:r>
      <w:r w:rsidR="0024252B" w:rsidRPr="002813C1">
        <w:t>leur associée</w:t>
      </w:r>
      <w:r>
        <w:t xml:space="preserve">, </w:t>
      </w:r>
      <w:r w:rsidR="0024252B" w:rsidRPr="002813C1">
        <w:t>leur gérante</w:t>
      </w:r>
      <w:r>
        <w:t>…</w:t>
      </w:r>
    </w:p>
    <w:p w14:paraId="5372A9AB" w14:textId="77777777" w:rsidR="00B77E03" w:rsidRDefault="00B77E03" w:rsidP="00B77E03">
      <w:r>
        <w:t>« </w:t>
      </w:r>
      <w:r w:rsidR="0024252B" w:rsidRPr="002813C1">
        <w:t>Sans trop savoir à quoi je m</w:t>
      </w:r>
      <w:r>
        <w:t>’</w:t>
      </w:r>
      <w:r w:rsidR="0024252B" w:rsidRPr="002813C1">
        <w:t>engageais</w:t>
      </w:r>
      <w:r>
        <w:t xml:space="preserve">, </w:t>
      </w:r>
      <w:r w:rsidR="0024252B" w:rsidRPr="002813C1">
        <w:t>j</w:t>
      </w:r>
      <w:r>
        <w:t>’</w:t>
      </w:r>
      <w:r w:rsidR="0024252B" w:rsidRPr="002813C1">
        <w:t>acceptai</w:t>
      </w:r>
      <w:r>
        <w:t xml:space="preserve">, </w:t>
      </w:r>
      <w:r w:rsidR="0024252B" w:rsidRPr="002813C1">
        <w:t>décidée surtout par la situation de ces deux hommes</w:t>
      </w:r>
      <w:r>
        <w:t xml:space="preserve">, </w:t>
      </w:r>
      <w:r w:rsidR="0024252B" w:rsidRPr="002813C1">
        <w:t xml:space="preserve">par la </w:t>
      </w:r>
      <w:r w:rsidR="0024252B" w:rsidRPr="002813C1">
        <w:lastRenderedPageBreak/>
        <w:t>considération dont ils jouissaient</w:t>
      </w:r>
      <w:r>
        <w:t xml:space="preserve">, </w:t>
      </w:r>
      <w:r w:rsidR="0024252B" w:rsidRPr="002813C1">
        <w:t>par le grand nom qu</w:t>
      </w:r>
      <w:r>
        <w:t>’</w:t>
      </w:r>
      <w:r w:rsidR="0024252B" w:rsidRPr="002813C1">
        <w:t>ils portaient</w:t>
      </w:r>
      <w:r>
        <w:t>…</w:t>
      </w:r>
    </w:p>
    <w:p w14:paraId="749C2A9E" w14:textId="77777777" w:rsidR="00B77E03" w:rsidRDefault="00B77E03" w:rsidP="00B77E03">
      <w:r>
        <w:t>« </w:t>
      </w:r>
      <w:r w:rsidR="0024252B" w:rsidRPr="002813C1">
        <w:t>Et la même semaine</w:t>
      </w:r>
      <w:r>
        <w:t xml:space="preserve">, </w:t>
      </w:r>
      <w:r w:rsidR="0024252B" w:rsidRPr="002813C1">
        <w:t>cet hôtel fut loué</w:t>
      </w:r>
      <w:r>
        <w:t xml:space="preserve"> ; </w:t>
      </w:r>
      <w:r w:rsidR="0024252B" w:rsidRPr="002813C1">
        <w:t>agencé</w:t>
      </w:r>
      <w:r>
        <w:t xml:space="preserve">, </w:t>
      </w:r>
      <w:r w:rsidR="0024252B" w:rsidRPr="002813C1">
        <w:t>meublé</w:t>
      </w:r>
      <w:r>
        <w:t xml:space="preserve">, </w:t>
      </w:r>
      <w:r w:rsidR="0024252B" w:rsidRPr="002813C1">
        <w:t>et j</w:t>
      </w:r>
      <w:r>
        <w:t>’</w:t>
      </w:r>
      <w:r w:rsidR="0024252B" w:rsidRPr="002813C1">
        <w:t>y fus installée sous le nom de Lia d</w:t>
      </w:r>
      <w:r>
        <w:t>’</w:t>
      </w:r>
      <w:r w:rsidR="0024252B" w:rsidRPr="002813C1">
        <w:t>Argelès</w:t>
      </w:r>
      <w:r>
        <w:t>.</w:t>
      </w:r>
    </w:p>
    <w:p w14:paraId="175F48BB" w14:textId="77777777" w:rsidR="00B77E03" w:rsidRDefault="00B77E03" w:rsidP="00B77E03">
      <w:r>
        <w:t>« </w:t>
      </w:r>
      <w:r w:rsidR="0024252B" w:rsidRPr="002813C1">
        <w:t>Mais ce n</w:t>
      </w:r>
      <w:r>
        <w:t>’</w:t>
      </w:r>
      <w:r w:rsidR="0024252B" w:rsidRPr="002813C1">
        <w:t>était pas tout</w:t>
      </w:r>
      <w:r>
        <w:t xml:space="preserve">… </w:t>
      </w:r>
      <w:r w:rsidR="0024252B" w:rsidRPr="002813C1">
        <w:t>Restait à me créer une de ces réputations scandaleuses qui fixent l</w:t>
      </w:r>
      <w:r>
        <w:t>’</w:t>
      </w:r>
      <w:r w:rsidR="0024252B" w:rsidRPr="002813C1">
        <w:t>attention</w:t>
      </w:r>
      <w:r>
        <w:t xml:space="preserve">… </w:t>
      </w:r>
      <w:r w:rsidR="0024252B" w:rsidRPr="002813C1">
        <w:t>Cela fut fait</w:t>
      </w:r>
      <w:r>
        <w:t xml:space="preserve">, </w:t>
      </w:r>
      <w:r w:rsidR="0024252B" w:rsidRPr="002813C1">
        <w:t>grâce à mes commanditaires</w:t>
      </w:r>
      <w:r>
        <w:t xml:space="preserve">, </w:t>
      </w:r>
      <w:r w:rsidR="0024252B" w:rsidRPr="002813C1">
        <w:t>grâce à la complicité innocente de leurs amis et de quelques journalistes</w:t>
      </w:r>
      <w:r>
        <w:t>…</w:t>
      </w:r>
    </w:p>
    <w:p w14:paraId="7126CA5A" w14:textId="77777777" w:rsidR="00B77E03" w:rsidRDefault="00B77E03" w:rsidP="00B77E03">
      <w:r>
        <w:t>« </w:t>
      </w:r>
      <w:r w:rsidR="0024252B" w:rsidRPr="002813C1">
        <w:t>Pour moi</w:t>
      </w:r>
      <w:r>
        <w:t xml:space="preserve">, </w:t>
      </w:r>
      <w:r w:rsidR="0024252B" w:rsidRPr="002813C1">
        <w:t>je me prêtai de mon mieux à l</w:t>
      </w:r>
      <w:r>
        <w:t>’</w:t>
      </w:r>
      <w:r w:rsidR="0024252B" w:rsidRPr="002813C1">
        <w:t>horrible comédie qui devait attacher à ce nom de Lia d</w:t>
      </w:r>
      <w:r>
        <w:t>’</w:t>
      </w:r>
      <w:r w:rsidR="0024252B" w:rsidRPr="002813C1">
        <w:t>Argelès un éclat infamant</w:t>
      </w:r>
      <w:r>
        <w:t xml:space="preserve">… </w:t>
      </w:r>
      <w:r w:rsidR="0024252B" w:rsidRPr="002813C1">
        <w:t>J</w:t>
      </w:r>
      <w:r>
        <w:t>’</w:t>
      </w:r>
      <w:r w:rsidR="0024252B" w:rsidRPr="002813C1">
        <w:t>eus des équipages</w:t>
      </w:r>
      <w:r>
        <w:t xml:space="preserve">, </w:t>
      </w:r>
      <w:r w:rsidR="0024252B" w:rsidRPr="002813C1">
        <w:t>des toilettes extravagantes</w:t>
      </w:r>
      <w:r>
        <w:t xml:space="preserve">, </w:t>
      </w:r>
      <w:r w:rsidR="0024252B" w:rsidRPr="002813C1">
        <w:t>je m</w:t>
      </w:r>
      <w:r>
        <w:t>’</w:t>
      </w:r>
      <w:r w:rsidR="0024252B" w:rsidRPr="002813C1">
        <w:t>affichai dans les théâtres</w:t>
      </w:r>
      <w:r>
        <w:t xml:space="preserve">… </w:t>
      </w:r>
      <w:r w:rsidR="0024252B" w:rsidRPr="002813C1">
        <w:t>que sais-je</w:t>
      </w:r>
      <w:r>
        <w:t> ?</w:t>
      </w:r>
    </w:p>
    <w:p w14:paraId="12F24D8C" w14:textId="77777777" w:rsidR="00B77E03" w:rsidRDefault="00B77E03" w:rsidP="00B77E03">
      <w:r>
        <w:t>« </w:t>
      </w:r>
      <w:r w:rsidR="0024252B" w:rsidRPr="002813C1">
        <w:t>Comme toujours quand on violente sa conscience</w:t>
      </w:r>
      <w:r>
        <w:t xml:space="preserve">, </w:t>
      </w:r>
      <w:r w:rsidR="0024252B" w:rsidRPr="002813C1">
        <w:t>j</w:t>
      </w:r>
      <w:r>
        <w:t>’</w:t>
      </w:r>
      <w:r w:rsidR="0024252B" w:rsidRPr="002813C1">
        <w:t>appelais à mon aide les plus absurdes sophismes</w:t>
      </w:r>
      <w:r>
        <w:t xml:space="preserve">… </w:t>
      </w:r>
      <w:r w:rsidR="0024252B" w:rsidRPr="002813C1">
        <w:t>J</w:t>
      </w:r>
      <w:r>
        <w:t>’</w:t>
      </w:r>
      <w:r w:rsidR="0024252B" w:rsidRPr="002813C1">
        <w:t>essayais de me prouver que l</w:t>
      </w:r>
      <w:r>
        <w:t>’</w:t>
      </w:r>
      <w:r w:rsidR="0024252B" w:rsidRPr="002813C1">
        <w:t>apparence n</w:t>
      </w:r>
      <w:r>
        <w:t>’</w:t>
      </w:r>
      <w:r w:rsidR="0024252B" w:rsidRPr="002813C1">
        <w:t>est rien</w:t>
      </w:r>
      <w:r>
        <w:t xml:space="preserve">, </w:t>
      </w:r>
      <w:r w:rsidR="0024252B" w:rsidRPr="002813C1">
        <w:t>que la réalité est tout</w:t>
      </w:r>
      <w:r>
        <w:t xml:space="preserve">, </w:t>
      </w:r>
      <w:r w:rsidR="0024252B" w:rsidRPr="002813C1">
        <w:t>et que peu importait que mon renom fût celui d</w:t>
      </w:r>
      <w:r>
        <w:t>’</w:t>
      </w:r>
      <w:r w:rsidR="0024252B" w:rsidRPr="002813C1">
        <w:t>une courtisane</w:t>
      </w:r>
      <w:r>
        <w:t xml:space="preserve">, </w:t>
      </w:r>
      <w:r w:rsidR="0024252B" w:rsidRPr="002813C1">
        <w:t>puisque la renommée mentait et que ma vie était chaste</w:t>
      </w:r>
      <w:r>
        <w:t>…</w:t>
      </w:r>
    </w:p>
    <w:p w14:paraId="2FAB389A" w14:textId="77777777" w:rsidR="00B77E03" w:rsidRDefault="00B77E03" w:rsidP="00B77E03">
      <w:r>
        <w:t>« </w:t>
      </w:r>
      <w:r w:rsidR="0024252B" w:rsidRPr="002813C1">
        <w:t>Quand le baron accourut et essaya de m</w:t>
      </w:r>
      <w:r>
        <w:t>’</w:t>
      </w:r>
      <w:r w:rsidR="0024252B" w:rsidRPr="002813C1">
        <w:t>arracher à l</w:t>
      </w:r>
      <w:r>
        <w:t>’</w:t>
      </w:r>
      <w:r w:rsidR="0024252B" w:rsidRPr="002813C1">
        <w:t>abîme où je me précipitais</w:t>
      </w:r>
      <w:r>
        <w:t xml:space="preserve">, </w:t>
      </w:r>
      <w:r w:rsidR="0024252B" w:rsidRPr="002813C1">
        <w:t>il était trop tard</w:t>
      </w:r>
      <w:r>
        <w:t xml:space="preserve">… </w:t>
      </w:r>
      <w:r w:rsidR="0024252B" w:rsidRPr="002813C1">
        <w:t>J</w:t>
      </w:r>
      <w:r>
        <w:t>’</w:t>
      </w:r>
      <w:r w:rsidR="0024252B" w:rsidRPr="002813C1">
        <w:t xml:space="preserve">avais compris les avantages de </w:t>
      </w:r>
      <w:r>
        <w:t>« </w:t>
      </w:r>
      <w:r w:rsidR="0024252B" w:rsidRPr="002813C1">
        <w:t>l</w:t>
      </w:r>
      <w:r>
        <w:t>’</w:t>
      </w:r>
      <w:r w:rsidR="0024252B" w:rsidRPr="002813C1">
        <w:t>idée</w:t>
      </w:r>
      <w:r>
        <w:t xml:space="preserve"> », </w:t>
      </w:r>
      <w:r w:rsidR="0024252B" w:rsidRPr="002813C1">
        <w:t>et pour vous je devenais avide d</w:t>
      </w:r>
      <w:r>
        <w:t>’</w:t>
      </w:r>
      <w:r w:rsidR="0024252B" w:rsidRPr="002813C1">
        <w:t>argent jusqu</w:t>
      </w:r>
      <w:r>
        <w:t>’</w:t>
      </w:r>
      <w:r w:rsidR="0024252B" w:rsidRPr="002813C1">
        <w:t>à la folie</w:t>
      </w:r>
      <w:r>
        <w:t>…</w:t>
      </w:r>
    </w:p>
    <w:p w14:paraId="665BADA9" w14:textId="77777777" w:rsidR="00B77E03" w:rsidRDefault="00B77E03" w:rsidP="00B77E03">
      <w:r>
        <w:t>« </w:t>
      </w:r>
      <w:r w:rsidR="0024252B" w:rsidRPr="002813C1">
        <w:t>L</w:t>
      </w:r>
      <w:r>
        <w:t>’</w:t>
      </w:r>
      <w:r w:rsidR="0024252B" w:rsidRPr="002813C1">
        <w:t>an dernier</w:t>
      </w:r>
      <w:r>
        <w:t xml:space="preserve">, </w:t>
      </w:r>
      <w:r w:rsidR="0024252B" w:rsidRPr="002813C1">
        <w:t>mon salon de jeu a rapporté plus de cent cinquante mille francs</w:t>
      </w:r>
      <w:r>
        <w:t xml:space="preserve">, </w:t>
      </w:r>
      <w:r w:rsidR="0024252B" w:rsidRPr="002813C1">
        <w:t>et j</w:t>
      </w:r>
      <w:r>
        <w:t>’</w:t>
      </w:r>
      <w:r w:rsidR="0024252B" w:rsidRPr="002813C1">
        <w:t>en ai eu pour ma part</w:t>
      </w:r>
      <w:r>
        <w:t xml:space="preserve">, </w:t>
      </w:r>
      <w:r w:rsidR="0024252B" w:rsidRPr="002813C1">
        <w:t>trente-cinq que vous avez dissipés</w:t>
      </w:r>
      <w:r>
        <w:t>.</w:t>
      </w:r>
    </w:p>
    <w:p w14:paraId="45471B96" w14:textId="77777777" w:rsidR="00B77E03" w:rsidRDefault="00B77E03" w:rsidP="00B77E03">
      <w:r>
        <w:t>« </w:t>
      </w:r>
      <w:r w:rsidR="0024252B" w:rsidRPr="002813C1">
        <w:t>Maintenant</w:t>
      </w:r>
      <w:r>
        <w:t xml:space="preserve">, </w:t>
      </w:r>
      <w:r w:rsidR="0024252B" w:rsidRPr="002813C1">
        <w:t>vous voyez ce que je suis</w:t>
      </w:r>
      <w:r>
        <w:t xml:space="preserve">… </w:t>
      </w:r>
      <w:r w:rsidR="0024252B" w:rsidRPr="002813C1">
        <w:t>Mes associés</w:t>
      </w:r>
      <w:r>
        <w:t xml:space="preserve">, </w:t>
      </w:r>
      <w:r w:rsidR="0024252B" w:rsidRPr="002813C1">
        <w:t>eux</w:t>
      </w:r>
      <w:r>
        <w:t xml:space="preserve">, </w:t>
      </w:r>
      <w:r w:rsidR="0024252B" w:rsidRPr="002813C1">
        <w:t>à qui j</w:t>
      </w:r>
      <w:r>
        <w:t>’</w:t>
      </w:r>
      <w:r w:rsidR="0024252B" w:rsidRPr="002813C1">
        <w:t>ai gardé fidèlement le secret que je leur avais juré</w:t>
      </w:r>
      <w:r>
        <w:t xml:space="preserve">, </w:t>
      </w:r>
      <w:r w:rsidR="0024252B" w:rsidRPr="002813C1">
        <w:t>se promènent le front haut</w:t>
      </w:r>
      <w:r>
        <w:t xml:space="preserve">, </w:t>
      </w:r>
      <w:r w:rsidR="0024252B" w:rsidRPr="002813C1">
        <w:t>parlent fièrement de leur honneur</w:t>
      </w:r>
      <w:r>
        <w:t xml:space="preserve">, </w:t>
      </w:r>
      <w:r w:rsidR="0024252B" w:rsidRPr="002813C1">
        <w:t>et en effet</w:t>
      </w:r>
      <w:r>
        <w:t xml:space="preserve">, </w:t>
      </w:r>
      <w:r w:rsidR="0024252B" w:rsidRPr="002813C1">
        <w:t>sont honorés de tous</w:t>
      </w:r>
      <w:r>
        <w:t>.</w:t>
      </w:r>
    </w:p>
    <w:p w14:paraId="59B6D5C7" w14:textId="662219DD" w:rsidR="00B77E03" w:rsidRDefault="00B77E03" w:rsidP="00B77E03">
      <w:r>
        <w:lastRenderedPageBreak/>
        <w:t>« </w:t>
      </w:r>
      <w:r w:rsidR="0024252B" w:rsidRPr="002813C1">
        <w:t>Telle est la vérité</w:t>
      </w:r>
      <w:r>
        <w:t xml:space="preserve">… </w:t>
      </w:r>
      <w:r w:rsidR="0024252B" w:rsidRPr="002813C1">
        <w:t>Je ne désire point qu</w:t>
      </w:r>
      <w:r>
        <w:t>’</w:t>
      </w:r>
      <w:r w:rsidR="0024252B" w:rsidRPr="002813C1">
        <w:t>elle soit connue</w:t>
      </w:r>
      <w:r>
        <w:t xml:space="preserve">… </w:t>
      </w:r>
      <w:r w:rsidR="0024252B" w:rsidRPr="002813C1">
        <w:t>Je la dirais</w:t>
      </w:r>
      <w:r>
        <w:t xml:space="preserve">, </w:t>
      </w:r>
      <w:r w:rsidR="0024252B" w:rsidRPr="002813C1">
        <w:t>d</w:t>
      </w:r>
      <w:r>
        <w:t>’</w:t>
      </w:r>
      <w:r w:rsidR="0024252B" w:rsidRPr="002813C1">
        <w:t>ailleurs</w:t>
      </w:r>
      <w:r>
        <w:t xml:space="preserve">, </w:t>
      </w:r>
      <w:r w:rsidR="0024252B" w:rsidRPr="002813C1">
        <w:t>qu</w:t>
      </w:r>
      <w:r>
        <w:t>’</w:t>
      </w:r>
      <w:r w:rsidR="0024252B" w:rsidRPr="002813C1">
        <w:t>on ne me croirait pas</w:t>
      </w:r>
      <w:r>
        <w:t xml:space="preserve">, </w:t>
      </w:r>
      <w:r w:rsidR="0024252B" w:rsidRPr="002813C1">
        <w:t>sans doute</w:t>
      </w:r>
      <w:r>
        <w:t xml:space="preserve">… </w:t>
      </w:r>
      <w:r w:rsidR="0024252B" w:rsidRPr="002813C1">
        <w:t>Mais vous êtes mon fils</w:t>
      </w:r>
      <w:r>
        <w:t xml:space="preserve">, </w:t>
      </w:r>
      <w:r w:rsidR="0024252B" w:rsidRPr="002813C1">
        <w:t>je vous la devais</w:t>
      </w:r>
      <w:r>
        <w:t> !… »</w:t>
      </w:r>
    </w:p>
    <w:p w14:paraId="3D444FE6" w14:textId="02869DF4" w:rsidR="00B77E03" w:rsidRDefault="0024252B" w:rsidP="00B77E03">
      <w:r w:rsidRPr="002813C1">
        <w:t>En tout autre temps</w:t>
      </w:r>
      <w:r w:rsidR="00B77E03">
        <w:t xml:space="preserve">, </w:t>
      </w:r>
      <w:r w:rsidRPr="002813C1">
        <w:t>en effet</w:t>
      </w:r>
      <w:r w:rsidR="00B77E03">
        <w:t xml:space="preserve">, </w:t>
      </w:r>
      <w:r w:rsidRPr="002813C1">
        <w:t>l</w:t>
      </w:r>
      <w:r w:rsidR="00B77E03">
        <w:t>’</w:t>
      </w:r>
      <w:r w:rsidRPr="002813C1">
        <w:t xml:space="preserve">histoire de </w:t>
      </w:r>
      <w:r w:rsidR="00B77E03">
        <w:t>M</w:t>
      </w:r>
      <w:r w:rsidR="00B77E03" w:rsidRPr="00B77E03">
        <w:rPr>
          <w:vertAlign w:val="superscript"/>
        </w:rPr>
        <w:t>me</w:t>
      </w:r>
      <w:r w:rsidR="00B77E03">
        <w:t> </w:t>
      </w:r>
      <w:r w:rsidRPr="002813C1">
        <w:t>d</w:t>
      </w:r>
      <w:r w:rsidR="00B77E03">
        <w:t>’</w:t>
      </w:r>
      <w:r w:rsidRPr="002813C1">
        <w:t>Argelès eût pu paraître absolument invraisemblable</w:t>
      </w:r>
      <w:r w:rsidR="00B77E03">
        <w:t>…</w:t>
      </w:r>
    </w:p>
    <w:p w14:paraId="78E04409" w14:textId="77777777" w:rsidR="00B77E03" w:rsidRDefault="0024252B" w:rsidP="00B77E03">
      <w:r w:rsidRPr="002813C1">
        <w:t>Mais notre époque en a vu bien d</w:t>
      </w:r>
      <w:r w:rsidR="00B77E03">
        <w:t>’</w:t>
      </w:r>
      <w:r w:rsidRPr="002813C1">
        <w:t>autres</w:t>
      </w:r>
      <w:r w:rsidR="00B77E03">
        <w:t> !…</w:t>
      </w:r>
    </w:p>
    <w:p w14:paraId="46B239CB" w14:textId="77777777" w:rsidR="00B77E03" w:rsidRDefault="0024252B" w:rsidP="00B77E03">
      <w:r w:rsidRPr="002813C1">
        <w:t>Deux hommes</w:t>
      </w:r>
      <w:r w:rsidR="00B77E03">
        <w:t xml:space="preserve">, </w:t>
      </w:r>
      <w:r w:rsidRPr="002813C1">
        <w:t xml:space="preserve">deux privilégiés de la </w:t>
      </w:r>
      <w:r w:rsidR="00B77E03">
        <w:t>« </w:t>
      </w:r>
      <w:r w:rsidRPr="002813C1">
        <w:t>haute vie</w:t>
      </w:r>
      <w:r w:rsidR="00B77E03">
        <w:t>, »</w:t>
      </w:r>
      <w:r w:rsidRPr="002813C1">
        <w:t xml:space="preserve"> entourés</w:t>
      </w:r>
      <w:r w:rsidR="00B77E03">
        <w:t xml:space="preserve">, </w:t>
      </w:r>
      <w:r w:rsidRPr="002813C1">
        <w:t>selon la formule banale</w:t>
      </w:r>
      <w:r w:rsidR="00B77E03">
        <w:t xml:space="preserve">, </w:t>
      </w:r>
      <w:r w:rsidRPr="002813C1">
        <w:t>de la considération publique</w:t>
      </w:r>
      <w:r w:rsidR="00B77E03">
        <w:t xml:space="preserve">, </w:t>
      </w:r>
      <w:r w:rsidRPr="002813C1">
        <w:t>s</w:t>
      </w:r>
      <w:r w:rsidR="00B77E03">
        <w:t>’</w:t>
      </w:r>
      <w:r w:rsidRPr="002813C1">
        <w:t>associant pour ouvrir un tripot à la barbe de la police</w:t>
      </w:r>
      <w:r w:rsidR="00B77E03">
        <w:t xml:space="preserve">, </w:t>
      </w:r>
      <w:r w:rsidRPr="002813C1">
        <w:t>et battant monnaie de l</w:t>
      </w:r>
      <w:r w:rsidR="00B77E03">
        <w:t>’</w:t>
      </w:r>
      <w:r w:rsidRPr="002813C1">
        <w:t>ignominie mensongère d</w:t>
      </w:r>
      <w:r w:rsidR="00B77E03">
        <w:t>’</w:t>
      </w:r>
      <w:r w:rsidRPr="002813C1">
        <w:t>une pauvre femme</w:t>
      </w:r>
      <w:r w:rsidR="00B77E03">
        <w:t xml:space="preserve">… </w:t>
      </w:r>
      <w:r w:rsidRPr="002813C1">
        <w:t>Bagatelle</w:t>
      </w:r>
      <w:r w:rsidR="00B77E03">
        <w:t> !…</w:t>
      </w:r>
    </w:p>
    <w:p w14:paraId="05986196" w14:textId="275E996F" w:rsidR="00B77E03" w:rsidRDefault="0024252B" w:rsidP="00B77E03">
      <w:r w:rsidRPr="002813C1">
        <w:t xml:space="preserve">Il est juste de dire que </w:t>
      </w:r>
      <w:r w:rsidR="00B77E03">
        <w:t>M</w:t>
      </w:r>
      <w:r w:rsidR="00B77E03" w:rsidRPr="00B77E03">
        <w:rPr>
          <w:vertAlign w:val="superscript"/>
        </w:rPr>
        <w:t>me</w:t>
      </w:r>
      <w:r w:rsidR="00B77E03">
        <w:t> </w:t>
      </w:r>
      <w:r w:rsidRPr="002813C1">
        <w:t>d</w:t>
      </w:r>
      <w:r w:rsidR="00B77E03">
        <w:t>’</w:t>
      </w:r>
      <w:r w:rsidRPr="002813C1">
        <w:t>Argelès</w:t>
      </w:r>
      <w:r w:rsidR="00B77E03">
        <w:t xml:space="preserve">, </w:t>
      </w:r>
      <w:r w:rsidRPr="002813C1">
        <w:t>laissant enfin éclater l</w:t>
      </w:r>
      <w:r w:rsidR="00B77E03">
        <w:t>’</w:t>
      </w:r>
      <w:r w:rsidRPr="002813C1">
        <w:t>étonnante vérité</w:t>
      </w:r>
      <w:r w:rsidR="00B77E03">
        <w:t xml:space="preserve">, </w:t>
      </w:r>
      <w:r w:rsidRPr="002813C1">
        <w:t>avait trouvé de ces accents que le mensonge ne saurait feindre</w:t>
      </w:r>
      <w:r w:rsidR="00B77E03">
        <w:t>.</w:t>
      </w:r>
    </w:p>
    <w:p w14:paraId="74558D57" w14:textId="77777777" w:rsidR="00B77E03" w:rsidRDefault="0024252B" w:rsidP="00B77E03">
      <w:r w:rsidRPr="002813C1">
        <w:t>Malheureuse</w:t>
      </w:r>
      <w:r w:rsidR="00B77E03">
        <w:t xml:space="preserve"> !… </w:t>
      </w:r>
      <w:r w:rsidRPr="002813C1">
        <w:t>Elle affectait une froideur glaciale</w:t>
      </w:r>
      <w:r w:rsidR="00B77E03">
        <w:t xml:space="preserve">, </w:t>
      </w:r>
      <w:r w:rsidRPr="002813C1">
        <w:t>et cependant</w:t>
      </w:r>
      <w:r w:rsidR="00B77E03">
        <w:t xml:space="preserve">, </w:t>
      </w:r>
      <w:r w:rsidRPr="002813C1">
        <w:t>tout au fond d</w:t>
      </w:r>
      <w:r w:rsidR="00B77E03">
        <w:t>’</w:t>
      </w:r>
      <w:r w:rsidRPr="002813C1">
        <w:t>elle-même</w:t>
      </w:r>
      <w:r w:rsidR="00B77E03">
        <w:t xml:space="preserve">, </w:t>
      </w:r>
      <w:r w:rsidRPr="002813C1">
        <w:t>peut-être espérait-elle</w:t>
      </w:r>
      <w:r w:rsidR="00B77E03">
        <w:t xml:space="preserve">, </w:t>
      </w:r>
      <w:r w:rsidRPr="002813C1">
        <w:t>en révélant son sacrifice et son long martyre</w:t>
      </w:r>
      <w:r w:rsidR="00B77E03">
        <w:t xml:space="preserve">, </w:t>
      </w:r>
      <w:r w:rsidRPr="002813C1">
        <w:t>arracher à son fils une explosion de reconnaissance et de tendresse qui eût payé bien des tortures</w:t>
      </w:r>
      <w:r w:rsidR="00B77E03">
        <w:t>.</w:t>
      </w:r>
    </w:p>
    <w:p w14:paraId="0078DC33" w14:textId="08A1938D" w:rsidR="00B77E03" w:rsidRDefault="0024252B" w:rsidP="00B77E03">
      <w:r w:rsidRPr="002813C1">
        <w:t>Illusions stériles</w:t>
      </w:r>
      <w:r w:rsidR="00B77E03">
        <w:t xml:space="preserve"> ! </w:t>
      </w:r>
      <w:r w:rsidRPr="002813C1">
        <w:t>On eût plus aisément fait jaillir une source d</w:t>
      </w:r>
      <w:r w:rsidR="00B77E03">
        <w:t>’</w:t>
      </w:r>
      <w:r w:rsidRPr="002813C1">
        <w:t>un rocher qu</w:t>
      </w:r>
      <w:r w:rsidR="00B77E03">
        <w:t>’</w:t>
      </w:r>
      <w:r w:rsidRPr="002813C1">
        <w:t xml:space="preserve">une larme émue des yeux de </w:t>
      </w:r>
      <w:r w:rsidR="00B77E03">
        <w:t>M. </w:t>
      </w:r>
      <w:proofErr w:type="spellStart"/>
      <w:r w:rsidRPr="002813C1">
        <w:t>Wilkie</w:t>
      </w:r>
      <w:proofErr w:type="spellEnd"/>
      <w:r w:rsidR="00B77E03">
        <w:t>.</w:t>
      </w:r>
    </w:p>
    <w:p w14:paraId="33AC4DB8" w14:textId="0A9AC9A5" w:rsidR="00B77E03" w:rsidRDefault="0024252B" w:rsidP="00B77E03">
      <w:r w:rsidRPr="002813C1">
        <w:t>De ce récit</w:t>
      </w:r>
      <w:r w:rsidR="00B77E03">
        <w:t xml:space="preserve">, </w:t>
      </w:r>
      <w:r w:rsidRPr="002813C1">
        <w:t>il ne vit que la bizarrerie</w:t>
      </w:r>
      <w:r w:rsidR="00B77E03">
        <w:t xml:space="preserve">, </w:t>
      </w:r>
      <w:r w:rsidRPr="002813C1">
        <w:t>et ce qui le frappa surtout</w:t>
      </w:r>
      <w:r w:rsidR="00B77E03">
        <w:t xml:space="preserve">, </w:t>
      </w:r>
      <w:r w:rsidRPr="002813C1">
        <w:t>ce fut l</w:t>
      </w:r>
      <w:r w:rsidR="00B77E03">
        <w:t>’</w:t>
      </w:r>
      <w:r w:rsidRPr="002813C1">
        <w:t xml:space="preserve">impudente conception des commanditaires de </w:t>
      </w:r>
      <w:r w:rsidR="00B77E03">
        <w:t>M</w:t>
      </w:r>
      <w:r w:rsidR="00B77E03" w:rsidRPr="00B77E03">
        <w:rPr>
          <w:vertAlign w:val="superscript"/>
        </w:rPr>
        <w:t>me</w:t>
      </w:r>
      <w:r w:rsidR="00B77E03">
        <w:t> </w:t>
      </w:r>
      <w:r w:rsidRPr="002813C1">
        <w:t>d</w:t>
      </w:r>
      <w:r w:rsidR="00B77E03">
        <w:t>’</w:t>
      </w:r>
      <w:r w:rsidRPr="002813C1">
        <w:t>Argelès</w:t>
      </w:r>
      <w:r w:rsidR="00B77E03">
        <w:t>…</w:t>
      </w:r>
    </w:p>
    <w:p w14:paraId="312E1133" w14:textId="77777777" w:rsidR="00B77E03" w:rsidRDefault="00B77E03" w:rsidP="00B77E03">
      <w:r>
        <w:t>— </w:t>
      </w:r>
      <w:r w:rsidR="0024252B" w:rsidRPr="002813C1">
        <w:t>Pas bête</w:t>
      </w:r>
      <w:r>
        <w:t xml:space="preserve">, </w:t>
      </w:r>
      <w:r w:rsidR="0024252B" w:rsidRPr="002813C1">
        <w:t>l</w:t>
      </w:r>
      <w:r>
        <w:t>’</w:t>
      </w:r>
      <w:r w:rsidR="0024252B" w:rsidRPr="002813C1">
        <w:t>idée</w:t>
      </w:r>
      <w:r>
        <w:t xml:space="preserve"> !… </w:t>
      </w:r>
      <w:r w:rsidR="0024252B" w:rsidRPr="002813C1">
        <w:t>ricana-t-il</w:t>
      </w:r>
      <w:r>
        <w:t xml:space="preserve">, </w:t>
      </w:r>
      <w:r w:rsidR="0024252B" w:rsidRPr="002813C1">
        <w:t>pas bête du tout</w:t>
      </w:r>
      <w:r>
        <w:t> !</w:t>
      </w:r>
    </w:p>
    <w:p w14:paraId="47782F2B" w14:textId="77777777" w:rsidR="00B77E03" w:rsidRDefault="0024252B" w:rsidP="00B77E03">
      <w:r w:rsidRPr="002813C1">
        <w:t>Et tout brûlant d</w:t>
      </w:r>
      <w:r w:rsidR="00B77E03">
        <w:t>’</w:t>
      </w:r>
      <w:r w:rsidRPr="002813C1">
        <w:t>une intelligente curiosité</w:t>
      </w:r>
      <w:r w:rsidR="00B77E03">
        <w:t> :</w:t>
      </w:r>
    </w:p>
    <w:p w14:paraId="3A38452C" w14:textId="77777777" w:rsidR="00B77E03" w:rsidRDefault="00B77E03" w:rsidP="00B77E03">
      <w:r>
        <w:lastRenderedPageBreak/>
        <w:t>— </w:t>
      </w:r>
      <w:r w:rsidR="0024252B" w:rsidRPr="002813C1">
        <w:t>Je donnerais bien un louis du nom de ces deux messieurs</w:t>
      </w:r>
      <w:r>
        <w:t xml:space="preserve">… </w:t>
      </w:r>
      <w:r w:rsidR="0024252B" w:rsidRPr="002813C1">
        <w:t>Vrai</w:t>
      </w:r>
      <w:r>
        <w:t xml:space="preserve">, </w:t>
      </w:r>
      <w:r w:rsidR="0024252B" w:rsidRPr="002813C1">
        <w:t>vous devriez me le dire</w:t>
      </w:r>
      <w:r>
        <w:t xml:space="preserve"> !… </w:t>
      </w:r>
      <w:r w:rsidR="0024252B" w:rsidRPr="002813C1">
        <w:t>Voilà une nouvelle à la main qui aurait du succès</w:t>
      </w:r>
      <w:r>
        <w:t> !…</w:t>
      </w:r>
    </w:p>
    <w:p w14:paraId="11B41839" w14:textId="77777777" w:rsidR="00B77E03" w:rsidRDefault="0024252B" w:rsidP="00B77E03">
      <w:r w:rsidRPr="002813C1">
        <w:t>Tout autre que l</w:t>
      </w:r>
      <w:r w:rsidR="00B77E03">
        <w:t>’</w:t>
      </w:r>
      <w:r w:rsidRPr="002813C1">
        <w:t>intéressant jeune homme eût été écrasé du regard que lui jeta sa mère</w:t>
      </w:r>
      <w:r w:rsidR="00B77E03">
        <w:t xml:space="preserve">, </w:t>
      </w:r>
      <w:r w:rsidRPr="002813C1">
        <w:t>regard où la plus affreuse souffrance le disputait au plus profond mépris</w:t>
      </w:r>
      <w:r w:rsidR="00B77E03">
        <w:t>…</w:t>
      </w:r>
    </w:p>
    <w:p w14:paraId="5CD37E1B" w14:textId="77777777" w:rsidR="00B77E03" w:rsidRDefault="00B77E03" w:rsidP="00B77E03">
      <w:r>
        <w:t>— </w:t>
      </w:r>
      <w:r w:rsidR="0024252B" w:rsidRPr="002813C1">
        <w:t>Je pense que vous devenez fou</w:t>
      </w:r>
      <w:r>
        <w:t xml:space="preserve"> !… </w:t>
      </w:r>
      <w:r w:rsidR="0024252B" w:rsidRPr="002813C1">
        <w:t>prononça-t-elle</w:t>
      </w:r>
      <w:r>
        <w:t>.</w:t>
      </w:r>
    </w:p>
    <w:p w14:paraId="7ED89D3E" w14:textId="77777777" w:rsidR="00B77E03" w:rsidRDefault="0024252B" w:rsidP="00B77E03">
      <w:r w:rsidRPr="002813C1">
        <w:t>Et comme il se redressait</w:t>
      </w:r>
      <w:r w:rsidR="00B77E03">
        <w:t xml:space="preserve">, </w:t>
      </w:r>
      <w:r w:rsidRPr="002813C1">
        <w:t>stupéfait et mécontent qu</w:t>
      </w:r>
      <w:r w:rsidR="00B77E03">
        <w:t>’</w:t>
      </w:r>
      <w:r w:rsidRPr="002813C1">
        <w:t>on osât douter de la plénitude de son bon sens</w:t>
      </w:r>
      <w:r w:rsidR="00B77E03">
        <w:t> :</w:t>
      </w:r>
    </w:p>
    <w:p w14:paraId="68569706" w14:textId="77777777" w:rsidR="00B77E03" w:rsidRDefault="00B77E03" w:rsidP="00B77E03">
      <w:r>
        <w:t>— </w:t>
      </w:r>
      <w:r w:rsidR="0024252B" w:rsidRPr="002813C1">
        <w:t>Terminons</w:t>
      </w:r>
      <w:r>
        <w:t xml:space="preserve"> !… </w:t>
      </w:r>
      <w:r w:rsidR="0024252B" w:rsidRPr="002813C1">
        <w:t>ajouta-t-elle d</w:t>
      </w:r>
      <w:r>
        <w:t>’</w:t>
      </w:r>
      <w:r w:rsidR="0024252B" w:rsidRPr="002813C1">
        <w:t>un ton brusque</w:t>
      </w:r>
      <w:r>
        <w:t>.</w:t>
      </w:r>
    </w:p>
    <w:p w14:paraId="7C90BA26" w14:textId="77777777" w:rsidR="00B77E03" w:rsidRDefault="0024252B" w:rsidP="00B77E03">
      <w:r w:rsidRPr="002813C1">
        <w:t>Elle passa vivement dans la chambre voisine</w:t>
      </w:r>
      <w:r w:rsidR="00B77E03">
        <w:t xml:space="preserve">, </w:t>
      </w:r>
      <w:r w:rsidRPr="002813C1">
        <w:t>et</w:t>
      </w:r>
      <w:r w:rsidR="00B77E03">
        <w:t xml:space="preserve">, </w:t>
      </w:r>
      <w:r w:rsidRPr="002813C1">
        <w:t>quand elle reparut l</w:t>
      </w:r>
      <w:r w:rsidR="00B77E03">
        <w:t>’</w:t>
      </w:r>
      <w:r w:rsidRPr="002813C1">
        <w:t>instant d</w:t>
      </w:r>
      <w:r w:rsidR="00B77E03">
        <w:t>’</w:t>
      </w:r>
      <w:r w:rsidRPr="002813C1">
        <w:t>après</w:t>
      </w:r>
      <w:r w:rsidR="00B77E03">
        <w:t xml:space="preserve">, </w:t>
      </w:r>
      <w:r w:rsidRPr="002813C1">
        <w:t>elle tenait à la main un rouleau de papiers</w:t>
      </w:r>
      <w:r w:rsidR="00B77E03">
        <w:t>.</w:t>
      </w:r>
    </w:p>
    <w:p w14:paraId="22A284C9" w14:textId="77777777" w:rsidR="00B77E03" w:rsidRDefault="00B77E03" w:rsidP="00B77E03">
      <w:r>
        <w:t>— </w:t>
      </w:r>
      <w:r w:rsidR="0024252B" w:rsidRPr="002813C1">
        <w:t>Voici</w:t>
      </w:r>
      <w:r>
        <w:t xml:space="preserve">, </w:t>
      </w:r>
      <w:r w:rsidR="0024252B" w:rsidRPr="002813C1">
        <w:t>reprit-elle</w:t>
      </w:r>
      <w:r>
        <w:t xml:space="preserve">, </w:t>
      </w:r>
      <w:r w:rsidR="0024252B" w:rsidRPr="002813C1">
        <w:t>mon contrat de mariage</w:t>
      </w:r>
      <w:r>
        <w:t xml:space="preserve">, </w:t>
      </w:r>
      <w:r w:rsidR="0024252B" w:rsidRPr="002813C1">
        <w:t>votre extrait de naissance et la copie de ma renonciation</w:t>
      </w:r>
      <w:r>
        <w:t xml:space="preserve">, – </w:t>
      </w:r>
      <w:r w:rsidR="0024252B" w:rsidRPr="002813C1">
        <w:t>renonciation parfaitement valable</w:t>
      </w:r>
      <w:r>
        <w:t xml:space="preserve">, </w:t>
      </w:r>
      <w:r w:rsidR="0024252B" w:rsidRPr="002813C1">
        <w:t>puisque le tribunal</w:t>
      </w:r>
      <w:r>
        <w:t xml:space="preserve">, </w:t>
      </w:r>
      <w:r w:rsidR="0024252B" w:rsidRPr="002813C1">
        <w:t>à défaut de mon mari absent</w:t>
      </w:r>
      <w:r>
        <w:t xml:space="preserve">, </w:t>
      </w:r>
      <w:r w:rsidR="0024252B" w:rsidRPr="002813C1">
        <w:t>l</w:t>
      </w:r>
      <w:r>
        <w:t>’</w:t>
      </w:r>
      <w:r w:rsidR="0024252B" w:rsidRPr="002813C1">
        <w:t>a autorisée</w:t>
      </w:r>
      <w:r>
        <w:t xml:space="preserve">… – </w:t>
      </w:r>
      <w:r w:rsidR="0024252B" w:rsidRPr="002813C1">
        <w:t>Toutes ces pièces</w:t>
      </w:r>
      <w:r>
        <w:t xml:space="preserve">, </w:t>
      </w:r>
      <w:r w:rsidR="0024252B" w:rsidRPr="002813C1">
        <w:t>je suis prête à vous les remettre</w:t>
      </w:r>
      <w:r>
        <w:t xml:space="preserve">, </w:t>
      </w:r>
      <w:r w:rsidR="0024252B" w:rsidRPr="002813C1">
        <w:t>mais à une condition</w:t>
      </w:r>
      <w:r>
        <w:t>…</w:t>
      </w:r>
    </w:p>
    <w:p w14:paraId="00C4C6D6" w14:textId="39D42D9F" w:rsidR="00B77E03" w:rsidRDefault="0024252B" w:rsidP="00B77E03">
      <w:r w:rsidRPr="002813C1">
        <w:t>Ce seul mot tomba comme une douche d</w:t>
      </w:r>
      <w:r w:rsidR="00B77E03">
        <w:t>’</w:t>
      </w:r>
      <w:r w:rsidRPr="002813C1">
        <w:t xml:space="preserve">eau froide sur la joie de </w:t>
      </w:r>
      <w:r w:rsidR="00B77E03">
        <w:t>M. </w:t>
      </w:r>
      <w:proofErr w:type="spellStart"/>
      <w:r w:rsidRPr="002813C1">
        <w:t>Wilkie</w:t>
      </w:r>
      <w:proofErr w:type="spellEnd"/>
      <w:r w:rsidR="00B77E03">
        <w:t>.</w:t>
      </w:r>
    </w:p>
    <w:p w14:paraId="37F137CA" w14:textId="77777777" w:rsidR="00B77E03" w:rsidRDefault="00B77E03" w:rsidP="00B77E03">
      <w:r>
        <w:t>— </w:t>
      </w:r>
      <w:r w:rsidR="0024252B" w:rsidRPr="002813C1">
        <w:t>Voyons la condition</w:t>
      </w:r>
      <w:r>
        <w:t xml:space="preserve">, </w:t>
      </w:r>
      <w:r w:rsidR="0024252B" w:rsidRPr="002813C1">
        <w:t>demanda-t-il d</w:t>
      </w:r>
      <w:r>
        <w:t>’</w:t>
      </w:r>
      <w:r w:rsidR="0024252B" w:rsidRPr="002813C1">
        <w:t>un air inquiet</w:t>
      </w:r>
      <w:r>
        <w:t>.</w:t>
      </w:r>
    </w:p>
    <w:p w14:paraId="689CDDD5" w14:textId="77777777" w:rsidR="00B77E03" w:rsidRDefault="00B77E03" w:rsidP="00B77E03">
      <w:r>
        <w:t>— </w:t>
      </w:r>
      <w:r w:rsidR="0024252B" w:rsidRPr="002813C1">
        <w:t>C</w:t>
      </w:r>
      <w:r>
        <w:t>’</w:t>
      </w:r>
      <w:r w:rsidR="0024252B" w:rsidRPr="002813C1">
        <w:t>est que vous me signerez l</w:t>
      </w:r>
      <w:r>
        <w:t>’</w:t>
      </w:r>
      <w:r w:rsidR="0024252B" w:rsidRPr="002813C1">
        <w:t>acte que voici</w:t>
      </w:r>
      <w:r>
        <w:t xml:space="preserve">, </w:t>
      </w:r>
      <w:r w:rsidR="0024252B" w:rsidRPr="002813C1">
        <w:t>préparé par mon notaire</w:t>
      </w:r>
      <w:r>
        <w:t xml:space="preserve">, </w:t>
      </w:r>
      <w:r w:rsidR="0024252B" w:rsidRPr="002813C1">
        <w:t xml:space="preserve">acte par lequel vous vous engagez à me donner deux millions à prendre sur la succession du comte de </w:t>
      </w:r>
      <w:proofErr w:type="spellStart"/>
      <w:r w:rsidR="0024252B" w:rsidRPr="002813C1">
        <w:t>Chalusse</w:t>
      </w:r>
      <w:proofErr w:type="spellEnd"/>
      <w:r>
        <w:t>.</w:t>
      </w:r>
    </w:p>
    <w:p w14:paraId="7539C864" w14:textId="089BF7A1" w:rsidR="00B77E03" w:rsidRDefault="0024252B" w:rsidP="00B77E03">
      <w:r w:rsidRPr="002813C1">
        <w:t>Deux millions</w:t>
      </w:r>
      <w:r w:rsidR="00B77E03">
        <w:t xml:space="preserve"> ! </w:t>
      </w:r>
      <w:r w:rsidRPr="002813C1">
        <w:t>L</w:t>
      </w:r>
      <w:r w:rsidR="00B77E03">
        <w:t>’</w:t>
      </w:r>
      <w:r w:rsidRPr="002813C1">
        <w:t xml:space="preserve">énormité de la somme consterna </w:t>
      </w:r>
      <w:r w:rsidR="00B77E03">
        <w:t>M. </w:t>
      </w:r>
      <w:proofErr w:type="spellStart"/>
      <w:r w:rsidRPr="002813C1">
        <w:t>Wilkie</w:t>
      </w:r>
      <w:proofErr w:type="spellEnd"/>
      <w:r w:rsidR="00B77E03">
        <w:t>.</w:t>
      </w:r>
    </w:p>
    <w:p w14:paraId="069D0873" w14:textId="2188F653" w:rsidR="00B77E03" w:rsidRDefault="0024252B" w:rsidP="00B77E03">
      <w:r w:rsidRPr="002813C1">
        <w:lastRenderedPageBreak/>
        <w:t>C</w:t>
      </w:r>
      <w:r w:rsidR="00B77E03">
        <w:t>’</w:t>
      </w:r>
      <w:r w:rsidRPr="002813C1">
        <w:t>est qu</w:t>
      </w:r>
      <w:r w:rsidR="00B77E03">
        <w:t>’</w:t>
      </w:r>
      <w:r w:rsidRPr="002813C1">
        <w:t>il n</w:t>
      </w:r>
      <w:r w:rsidR="00B77E03">
        <w:t>’</w:t>
      </w:r>
      <w:r w:rsidRPr="002813C1">
        <w:t>oubliait pas qu</w:t>
      </w:r>
      <w:r w:rsidR="00B77E03">
        <w:t>’</w:t>
      </w:r>
      <w:r w:rsidRPr="002813C1">
        <w:t>il aurait</w:t>
      </w:r>
      <w:r w:rsidR="00B77E03">
        <w:t xml:space="preserve">, </w:t>
      </w:r>
      <w:r w:rsidRPr="002813C1">
        <w:t>en outre</w:t>
      </w:r>
      <w:r w:rsidR="00B77E03">
        <w:t xml:space="preserve">, </w:t>
      </w:r>
      <w:r w:rsidRPr="002813C1">
        <w:t xml:space="preserve">à compter à </w:t>
      </w:r>
      <w:r w:rsidR="00B77E03">
        <w:t>M. </w:t>
      </w:r>
      <w:r w:rsidRPr="002813C1">
        <w:t xml:space="preserve">le vicomte de </w:t>
      </w:r>
      <w:proofErr w:type="spellStart"/>
      <w:r w:rsidRPr="002813C1">
        <w:t>Coralth</w:t>
      </w:r>
      <w:proofErr w:type="spellEnd"/>
      <w:r w:rsidRPr="002813C1">
        <w:t xml:space="preserve"> la prime considérable qu</w:t>
      </w:r>
      <w:r w:rsidR="00B77E03">
        <w:t>’</w:t>
      </w:r>
      <w:r w:rsidRPr="002813C1">
        <w:t>il lui avait promise</w:t>
      </w:r>
      <w:r w:rsidR="00B77E03">
        <w:t xml:space="preserve">… </w:t>
      </w:r>
      <w:r w:rsidRPr="002813C1">
        <w:t>par écrit</w:t>
      </w:r>
      <w:r w:rsidR="00B77E03">
        <w:t>.</w:t>
      </w:r>
    </w:p>
    <w:p w14:paraId="000AFA20" w14:textId="77777777" w:rsidR="00B77E03" w:rsidRDefault="00B77E03" w:rsidP="00B77E03">
      <w:r>
        <w:t>— </w:t>
      </w:r>
      <w:r w:rsidR="0024252B" w:rsidRPr="002813C1">
        <w:t>Il ne me restera plus rien</w:t>
      </w:r>
      <w:r>
        <w:t xml:space="preserve">, </w:t>
      </w:r>
      <w:r w:rsidR="0024252B" w:rsidRPr="002813C1">
        <w:t>fit-il piteusement</w:t>
      </w:r>
      <w:r>
        <w:t xml:space="preserve">, </w:t>
      </w:r>
      <w:r w:rsidR="0024252B" w:rsidRPr="002813C1">
        <w:t>ce n</w:t>
      </w:r>
      <w:r>
        <w:t>’</w:t>
      </w:r>
      <w:r w:rsidR="0024252B" w:rsidRPr="002813C1">
        <w:t>était pas la peine</w:t>
      </w:r>
      <w:r>
        <w:t>…</w:t>
      </w:r>
    </w:p>
    <w:p w14:paraId="2FEF6138" w14:textId="4DF4B695" w:rsidR="00B77E03" w:rsidRDefault="0024252B" w:rsidP="00B77E03">
      <w:r w:rsidRPr="002813C1">
        <w:t>D</w:t>
      </w:r>
      <w:r w:rsidR="00B77E03">
        <w:t>’</w:t>
      </w:r>
      <w:r w:rsidRPr="002813C1">
        <w:t>un geste dédaigneux</w:t>
      </w:r>
      <w:r w:rsidR="00B77E03">
        <w:t>, M</w:t>
      </w:r>
      <w:r w:rsidR="00B77E03" w:rsidRPr="00B77E03">
        <w:rPr>
          <w:vertAlign w:val="superscript"/>
        </w:rPr>
        <w:t>me</w:t>
      </w:r>
      <w:r w:rsidR="00B77E03">
        <w:t> </w:t>
      </w:r>
      <w:r w:rsidRPr="002813C1">
        <w:t>d</w:t>
      </w:r>
      <w:r w:rsidR="00B77E03">
        <w:t>’</w:t>
      </w:r>
      <w:r w:rsidRPr="002813C1">
        <w:t>Argelès l</w:t>
      </w:r>
      <w:r w:rsidR="00B77E03">
        <w:t>’</w:t>
      </w:r>
      <w:r w:rsidRPr="002813C1">
        <w:t>interrompit</w:t>
      </w:r>
      <w:r w:rsidR="00B77E03">
        <w:t>.</w:t>
      </w:r>
    </w:p>
    <w:p w14:paraId="52C3CBF3" w14:textId="77777777" w:rsidR="00B77E03" w:rsidRDefault="00B77E03" w:rsidP="00B77E03">
      <w:r>
        <w:t>— </w:t>
      </w:r>
      <w:r w:rsidR="0024252B" w:rsidRPr="002813C1">
        <w:t>Remettez-vous</w:t>
      </w:r>
      <w:r>
        <w:t xml:space="preserve">, </w:t>
      </w:r>
      <w:r w:rsidR="0024252B" w:rsidRPr="002813C1">
        <w:t>dit-elle</w:t>
      </w:r>
      <w:r>
        <w:t xml:space="preserve">, </w:t>
      </w:r>
      <w:r w:rsidR="0024252B" w:rsidRPr="002813C1">
        <w:t>vous serez effroyablement riche</w:t>
      </w:r>
      <w:r>
        <w:t xml:space="preserve">… </w:t>
      </w:r>
      <w:r w:rsidR="0024252B" w:rsidRPr="002813C1">
        <w:t xml:space="preserve">Tous ceux qui ont évalué les biens de la maison de </w:t>
      </w:r>
      <w:proofErr w:type="spellStart"/>
      <w:r w:rsidR="0024252B" w:rsidRPr="002813C1">
        <w:t>Chalusse</w:t>
      </w:r>
      <w:proofErr w:type="spellEnd"/>
      <w:r>
        <w:t xml:space="preserve">, </w:t>
      </w:r>
      <w:r w:rsidR="0024252B" w:rsidRPr="002813C1">
        <w:t>sont restés fort au-dessous de la vérité</w:t>
      </w:r>
      <w:r>
        <w:t xml:space="preserve">… </w:t>
      </w:r>
      <w:r w:rsidR="0024252B" w:rsidRPr="002813C1">
        <w:t>Lorsque j</w:t>
      </w:r>
      <w:r>
        <w:t>’</w:t>
      </w:r>
      <w:r w:rsidR="0024252B" w:rsidRPr="002813C1">
        <w:t>étais jeune fille</w:t>
      </w:r>
      <w:r>
        <w:t xml:space="preserve">, </w:t>
      </w:r>
      <w:r w:rsidR="0024252B" w:rsidRPr="002813C1">
        <w:t>j</w:t>
      </w:r>
      <w:r>
        <w:t>’</w:t>
      </w:r>
      <w:r w:rsidR="0024252B" w:rsidRPr="002813C1">
        <w:t>ai souvent entendu mon père dire qu</w:t>
      </w:r>
      <w:r>
        <w:t>’</w:t>
      </w:r>
      <w:r w:rsidR="0024252B" w:rsidRPr="002813C1">
        <w:t>il possédait plus de huit cent mille livres de rentes</w:t>
      </w:r>
      <w:r>
        <w:t xml:space="preserve">… </w:t>
      </w:r>
      <w:r w:rsidR="0024252B" w:rsidRPr="002813C1">
        <w:t>Mon frère a hérité de tout</w:t>
      </w:r>
      <w:r>
        <w:t xml:space="preserve">, </w:t>
      </w:r>
      <w:r w:rsidR="0024252B" w:rsidRPr="002813C1">
        <w:t>et je jurerais qu</w:t>
      </w:r>
      <w:r>
        <w:t>’</w:t>
      </w:r>
      <w:r w:rsidR="0024252B" w:rsidRPr="002813C1">
        <w:t>il n</w:t>
      </w:r>
      <w:r>
        <w:t>’</w:t>
      </w:r>
      <w:r w:rsidR="0024252B" w:rsidRPr="002813C1">
        <w:t>a jamais dépensé seulement la moitié de son revenu</w:t>
      </w:r>
      <w:r>
        <w:t>…</w:t>
      </w:r>
    </w:p>
    <w:p w14:paraId="48245907" w14:textId="2D600F7A" w:rsidR="00B77E03" w:rsidRDefault="0024252B" w:rsidP="00B77E03">
      <w:r w:rsidRPr="002813C1">
        <w:t>Non</w:t>
      </w:r>
      <w:r w:rsidR="00B77E03">
        <w:t xml:space="preserve">, </w:t>
      </w:r>
      <w:r w:rsidRPr="002813C1">
        <w:t xml:space="preserve">jamais les nerfs de </w:t>
      </w:r>
      <w:r w:rsidR="00B77E03">
        <w:t>M. </w:t>
      </w:r>
      <w:proofErr w:type="spellStart"/>
      <w:r w:rsidRPr="002813C1">
        <w:t>Wilkie</w:t>
      </w:r>
      <w:proofErr w:type="spellEnd"/>
      <w:r w:rsidRPr="002813C1">
        <w:t xml:space="preserve"> n</w:t>
      </w:r>
      <w:r w:rsidR="00B77E03">
        <w:t>’</w:t>
      </w:r>
      <w:r w:rsidRPr="002813C1">
        <w:t>avaient été soumis à une épreuve si rude</w:t>
      </w:r>
      <w:r w:rsidR="00B77E03">
        <w:t>…</w:t>
      </w:r>
    </w:p>
    <w:p w14:paraId="635C6FD0" w14:textId="77777777" w:rsidR="00B77E03" w:rsidRDefault="0024252B" w:rsidP="00B77E03">
      <w:r w:rsidRPr="002813C1">
        <w:t>Il chancela</w:t>
      </w:r>
      <w:r w:rsidR="00B77E03">
        <w:t xml:space="preserve">, </w:t>
      </w:r>
      <w:r w:rsidRPr="002813C1">
        <w:t>ébloui</w:t>
      </w:r>
      <w:r w:rsidR="00B77E03">
        <w:t xml:space="preserve">… </w:t>
      </w:r>
      <w:r w:rsidRPr="002813C1">
        <w:t>Il crut voir</w:t>
      </w:r>
      <w:r w:rsidR="00B77E03">
        <w:t xml:space="preserve">, </w:t>
      </w:r>
      <w:r w:rsidRPr="002813C1">
        <w:t>en un seul monceau et en pièces d</w:t>
      </w:r>
      <w:r w:rsidR="00B77E03">
        <w:t>’</w:t>
      </w:r>
      <w:r w:rsidRPr="002813C1">
        <w:t>or</w:t>
      </w:r>
      <w:r w:rsidR="00B77E03">
        <w:t xml:space="preserve">, </w:t>
      </w:r>
      <w:r w:rsidRPr="002813C1">
        <w:t>le capital de cette fortune colossale</w:t>
      </w:r>
      <w:r w:rsidR="00B77E03">
        <w:t xml:space="preserve">, </w:t>
      </w:r>
      <w:r w:rsidRPr="002813C1">
        <w:t>plus de seize millions et il puisait à même</w:t>
      </w:r>
      <w:r w:rsidR="00B77E03">
        <w:t>…</w:t>
      </w:r>
    </w:p>
    <w:p w14:paraId="15839769" w14:textId="77777777" w:rsidR="00B77E03" w:rsidRDefault="00B77E03" w:rsidP="00B77E03">
      <w:r>
        <w:t>— </w:t>
      </w:r>
      <w:r w:rsidR="0024252B" w:rsidRPr="002813C1">
        <w:t>Oh</w:t>
      </w:r>
      <w:r>
        <w:t xml:space="preserve"> !… </w:t>
      </w:r>
      <w:r w:rsidR="0024252B" w:rsidRPr="002813C1">
        <w:t>bégaya-t-il</w:t>
      </w:r>
      <w:r>
        <w:t xml:space="preserve">, </w:t>
      </w:r>
      <w:r w:rsidR="0024252B" w:rsidRPr="002813C1">
        <w:t>oh</w:t>
      </w:r>
      <w:r>
        <w:t> !…</w:t>
      </w:r>
    </w:p>
    <w:p w14:paraId="6429601E" w14:textId="77777777" w:rsidR="00B77E03" w:rsidRDefault="0024252B" w:rsidP="00B77E03">
      <w:r w:rsidRPr="002813C1">
        <w:t>C</w:t>
      </w:r>
      <w:r w:rsidR="00B77E03">
        <w:t>’</w:t>
      </w:r>
      <w:r w:rsidRPr="002813C1">
        <w:t>est tout ce qu</w:t>
      </w:r>
      <w:r w:rsidR="00B77E03">
        <w:t>’</w:t>
      </w:r>
      <w:r w:rsidRPr="002813C1">
        <w:t>il put prononcer</w:t>
      </w:r>
      <w:r w:rsidR="00B77E03">
        <w:t>.</w:t>
      </w:r>
    </w:p>
    <w:p w14:paraId="55D0E616" w14:textId="1DE42CFA" w:rsidR="00B77E03" w:rsidRDefault="00B77E03" w:rsidP="00B77E03">
      <w:r>
        <w:t>— </w:t>
      </w:r>
      <w:r w:rsidR="0024252B" w:rsidRPr="002813C1">
        <w:t>Seulement</w:t>
      </w:r>
      <w:r>
        <w:t xml:space="preserve">, </w:t>
      </w:r>
      <w:r w:rsidR="0024252B" w:rsidRPr="002813C1">
        <w:t xml:space="preserve">poursuivit </w:t>
      </w:r>
      <w:r>
        <w:t>M</w:t>
      </w:r>
      <w:r w:rsidRPr="00B77E03">
        <w:rPr>
          <w:vertAlign w:val="superscript"/>
        </w:rPr>
        <w:t>me</w:t>
      </w:r>
      <w:r>
        <w:t> </w:t>
      </w:r>
      <w:r w:rsidR="0024252B" w:rsidRPr="002813C1">
        <w:t>d</w:t>
      </w:r>
      <w:r>
        <w:t>’</w:t>
      </w:r>
      <w:r w:rsidR="0024252B" w:rsidRPr="002813C1">
        <w:t>Argelès</w:t>
      </w:r>
      <w:r>
        <w:t xml:space="preserve">, </w:t>
      </w:r>
      <w:r w:rsidR="0024252B" w:rsidRPr="002813C1">
        <w:t>je dois vous prévenir contre une déception plus que probable</w:t>
      </w:r>
      <w:r>
        <w:t xml:space="preserve">… </w:t>
      </w:r>
      <w:r w:rsidR="0024252B" w:rsidRPr="002813C1">
        <w:t>Mon frère</w:t>
      </w:r>
      <w:r>
        <w:t xml:space="preserve">, </w:t>
      </w:r>
      <w:r w:rsidR="0024252B" w:rsidRPr="002813C1">
        <w:t>résolu obstinément à me priver même de ma part légitime</w:t>
      </w:r>
      <w:r>
        <w:t xml:space="preserve">, </w:t>
      </w:r>
      <w:r w:rsidR="0024252B" w:rsidRPr="002813C1">
        <w:t>a dû</w:t>
      </w:r>
      <w:r>
        <w:t xml:space="preserve">, </w:t>
      </w:r>
      <w:r w:rsidR="0024252B" w:rsidRPr="002813C1">
        <w:t>par tous les moyens imaginables</w:t>
      </w:r>
      <w:r>
        <w:t xml:space="preserve">, </w:t>
      </w:r>
      <w:r w:rsidR="0024252B" w:rsidRPr="002813C1">
        <w:t>dénaturer sa fortune</w:t>
      </w:r>
      <w:r>
        <w:t xml:space="preserve">… </w:t>
      </w:r>
      <w:r w:rsidR="0024252B" w:rsidRPr="002813C1">
        <w:t>Peut-être vous faudra-t-il beaucoup de temps et de peines pour la ressaisir</w:t>
      </w:r>
      <w:r>
        <w:t xml:space="preserve">… </w:t>
      </w:r>
      <w:r w:rsidR="0024252B" w:rsidRPr="002813C1">
        <w:t>Je connais</w:t>
      </w:r>
      <w:r>
        <w:t xml:space="preserve">, </w:t>
      </w:r>
      <w:r w:rsidR="0024252B" w:rsidRPr="002813C1">
        <w:t>il est vrai</w:t>
      </w:r>
      <w:r>
        <w:t xml:space="preserve">, </w:t>
      </w:r>
      <w:r w:rsidR="0024252B" w:rsidRPr="002813C1">
        <w:t>un homme qui ayant eu</w:t>
      </w:r>
      <w:r>
        <w:t xml:space="preserve">, </w:t>
      </w:r>
      <w:r w:rsidR="0024252B" w:rsidRPr="002813C1">
        <w:t>paraît-il</w:t>
      </w:r>
      <w:r>
        <w:t xml:space="preserve">, </w:t>
      </w:r>
      <w:r w:rsidR="0024252B" w:rsidRPr="002813C1">
        <w:t xml:space="preserve">la confiance du comte de </w:t>
      </w:r>
      <w:proofErr w:type="spellStart"/>
      <w:r w:rsidR="0024252B" w:rsidRPr="002813C1">
        <w:t>Chalusse</w:t>
      </w:r>
      <w:proofErr w:type="spellEnd"/>
      <w:r>
        <w:t xml:space="preserve">, </w:t>
      </w:r>
      <w:r w:rsidR="0024252B" w:rsidRPr="002813C1">
        <w:t>pourrait vous aider dans cette tâche</w:t>
      </w:r>
      <w:r>
        <w:t>…</w:t>
      </w:r>
    </w:p>
    <w:p w14:paraId="0D4BE22C" w14:textId="77777777" w:rsidR="00B77E03" w:rsidRDefault="00B77E03" w:rsidP="00B77E03">
      <w:r>
        <w:lastRenderedPageBreak/>
        <w:t>— </w:t>
      </w:r>
      <w:r w:rsidR="0024252B" w:rsidRPr="002813C1">
        <w:t>Et cet homme s</w:t>
      </w:r>
      <w:r>
        <w:t>’</w:t>
      </w:r>
      <w:r w:rsidR="0024252B" w:rsidRPr="002813C1">
        <w:t>appelle</w:t>
      </w:r>
      <w:r>
        <w:t> ?</w:t>
      </w:r>
    </w:p>
    <w:p w14:paraId="61CB3BE2" w14:textId="77777777" w:rsidR="00B77E03" w:rsidRDefault="00B77E03" w:rsidP="00B77E03">
      <w:r>
        <w:t>— </w:t>
      </w:r>
      <w:r w:rsidR="0024252B" w:rsidRPr="002813C1">
        <w:t>Isidore Fortunat</w:t>
      </w:r>
      <w:r>
        <w:t xml:space="preserve">… </w:t>
      </w:r>
      <w:r w:rsidR="0024252B" w:rsidRPr="002813C1">
        <w:t>J</w:t>
      </w:r>
      <w:r>
        <w:t>’</w:t>
      </w:r>
      <w:r w:rsidR="0024252B" w:rsidRPr="002813C1">
        <w:t>ai mis sa carte de côté à votre intention</w:t>
      </w:r>
      <w:r>
        <w:t xml:space="preserve">. </w:t>
      </w:r>
      <w:r w:rsidR="0024252B" w:rsidRPr="002813C1">
        <w:t>La voici</w:t>
      </w:r>
      <w:r>
        <w:t>.</w:t>
      </w:r>
    </w:p>
    <w:p w14:paraId="45CC56AF" w14:textId="4F074D6C" w:rsidR="00B77E03" w:rsidRDefault="0024252B" w:rsidP="00B77E03">
      <w:r w:rsidRPr="002813C1">
        <w:t>Fort soigneusement</w:t>
      </w:r>
      <w:r w:rsidR="00B77E03">
        <w:t>, M. </w:t>
      </w:r>
      <w:proofErr w:type="spellStart"/>
      <w:r w:rsidRPr="002813C1">
        <w:t>Wilkie</w:t>
      </w:r>
      <w:proofErr w:type="spellEnd"/>
      <w:r w:rsidRPr="002813C1">
        <w:t xml:space="preserve"> serra la carte que sa mère lui tendait</w:t>
      </w:r>
      <w:r w:rsidR="00B77E03">
        <w:t xml:space="preserve">, </w:t>
      </w:r>
      <w:r w:rsidRPr="002813C1">
        <w:t>puis d</w:t>
      </w:r>
      <w:r w:rsidR="00B77E03">
        <w:t>’</w:t>
      </w:r>
      <w:r w:rsidRPr="002813C1">
        <w:t>un ton dégagé</w:t>
      </w:r>
      <w:r w:rsidR="00B77E03">
        <w:t> :</w:t>
      </w:r>
    </w:p>
    <w:p w14:paraId="17EBA2BC" w14:textId="77777777" w:rsidR="00B77E03" w:rsidRDefault="00B77E03" w:rsidP="00B77E03">
      <w:r>
        <w:t>— </w:t>
      </w:r>
      <w:r w:rsidR="0024252B" w:rsidRPr="002813C1">
        <w:t>Cela</w:t>
      </w:r>
      <w:r>
        <w:t xml:space="preserve">, </w:t>
      </w:r>
      <w:r w:rsidR="0024252B" w:rsidRPr="002813C1">
        <w:t>étant</w:t>
      </w:r>
      <w:r>
        <w:t xml:space="preserve">, </w:t>
      </w:r>
      <w:r w:rsidR="0024252B" w:rsidRPr="002813C1">
        <w:t>déclara-t-il</w:t>
      </w:r>
      <w:r>
        <w:t xml:space="preserve">, </w:t>
      </w:r>
      <w:r w:rsidR="0024252B" w:rsidRPr="002813C1">
        <w:t>je consens à signer</w:t>
      </w:r>
      <w:r>
        <w:t xml:space="preserve">… </w:t>
      </w:r>
      <w:r w:rsidR="0024252B" w:rsidRPr="002813C1">
        <w:t>Mais il ne faudra plus me la faire à l</w:t>
      </w:r>
      <w:r>
        <w:t>’</w:t>
      </w:r>
      <w:r w:rsidR="0024252B" w:rsidRPr="002813C1">
        <w:t>austérité</w:t>
      </w:r>
      <w:r>
        <w:t xml:space="preserve">… </w:t>
      </w:r>
      <w:r w:rsidR="0024252B" w:rsidRPr="002813C1">
        <w:t>Deux millions à cinq donnent de quoi se procurer des douceurs</w:t>
      </w:r>
      <w:r>
        <w:t>.</w:t>
      </w:r>
    </w:p>
    <w:p w14:paraId="2851E03D" w14:textId="51A34473" w:rsidR="00B77E03" w:rsidRDefault="00B77E03" w:rsidP="00B77E03">
      <w:r>
        <w:t>M</w:t>
      </w:r>
      <w:r w:rsidRPr="00B77E03">
        <w:rPr>
          <w:vertAlign w:val="superscript"/>
        </w:rPr>
        <w:t>me</w:t>
      </w:r>
      <w:r>
        <w:t> </w:t>
      </w:r>
      <w:r w:rsidR="0024252B" w:rsidRPr="002813C1">
        <w:t>d</w:t>
      </w:r>
      <w:r>
        <w:t>’</w:t>
      </w:r>
      <w:r w:rsidR="0024252B" w:rsidRPr="002813C1">
        <w:t>Argelès ne daigna pas relever cette délicate ironie</w:t>
      </w:r>
      <w:r>
        <w:t>.</w:t>
      </w:r>
    </w:p>
    <w:p w14:paraId="6EE00942" w14:textId="77777777" w:rsidR="00B77E03" w:rsidRDefault="00B77E03" w:rsidP="00B77E03">
      <w:r>
        <w:t>— </w:t>
      </w:r>
      <w:r w:rsidR="0024252B" w:rsidRPr="002813C1">
        <w:t>Je puis vous dire d</w:t>
      </w:r>
      <w:r>
        <w:t>’</w:t>
      </w:r>
      <w:r w:rsidR="0024252B" w:rsidRPr="002813C1">
        <w:t>avance l</w:t>
      </w:r>
      <w:r>
        <w:t>’</w:t>
      </w:r>
      <w:r w:rsidR="0024252B" w:rsidRPr="002813C1">
        <w:t>emploi de cette somme</w:t>
      </w:r>
      <w:r>
        <w:t xml:space="preserve">, </w:t>
      </w:r>
      <w:r w:rsidR="0024252B" w:rsidRPr="002813C1">
        <w:t>dit-elle</w:t>
      </w:r>
      <w:r>
        <w:t>.</w:t>
      </w:r>
    </w:p>
    <w:p w14:paraId="0178761A" w14:textId="77777777" w:rsidR="00B77E03" w:rsidRDefault="00B77E03" w:rsidP="00B77E03">
      <w:r>
        <w:t>— </w:t>
      </w:r>
      <w:r w:rsidR="0024252B" w:rsidRPr="002813C1">
        <w:t>Ah</w:t>
      </w:r>
      <w:r>
        <w:t> !…</w:t>
      </w:r>
    </w:p>
    <w:p w14:paraId="0931D9A0" w14:textId="77777777" w:rsidR="00B77E03" w:rsidRDefault="00B77E03" w:rsidP="00B77E03">
      <w:r>
        <w:t>— </w:t>
      </w:r>
      <w:r w:rsidR="0024252B" w:rsidRPr="002813C1">
        <w:t>Je destine l</w:t>
      </w:r>
      <w:r>
        <w:t>’</w:t>
      </w:r>
      <w:r w:rsidR="0024252B" w:rsidRPr="002813C1">
        <w:t>un de ces millions à doter une jeune fille qui eût été l</w:t>
      </w:r>
      <w:r>
        <w:t>’</w:t>
      </w:r>
      <w:r w:rsidR="0024252B" w:rsidRPr="002813C1">
        <w:t xml:space="preserve">unique héritière du comte de </w:t>
      </w:r>
      <w:proofErr w:type="spellStart"/>
      <w:r w:rsidR="0024252B" w:rsidRPr="002813C1">
        <w:t>Chalusse</w:t>
      </w:r>
      <w:proofErr w:type="spellEnd"/>
      <w:r w:rsidR="0024252B" w:rsidRPr="002813C1">
        <w:t xml:space="preserve"> s</w:t>
      </w:r>
      <w:r>
        <w:t>’</w:t>
      </w:r>
      <w:r w:rsidR="0024252B" w:rsidRPr="002813C1">
        <w:t>il n</w:t>
      </w:r>
      <w:r>
        <w:t>’</w:t>
      </w:r>
      <w:r w:rsidR="0024252B" w:rsidRPr="002813C1">
        <w:t>eût été enlevé par une mort aussi imprévue et si soudaine</w:t>
      </w:r>
      <w:r>
        <w:t>…</w:t>
      </w:r>
    </w:p>
    <w:p w14:paraId="54A3EB65" w14:textId="77777777" w:rsidR="00B77E03" w:rsidRDefault="00B77E03" w:rsidP="00B77E03">
      <w:r>
        <w:t>— </w:t>
      </w:r>
      <w:r w:rsidR="0024252B" w:rsidRPr="002813C1">
        <w:t>Et l</w:t>
      </w:r>
      <w:r>
        <w:t>’</w:t>
      </w:r>
      <w:r w:rsidR="0024252B" w:rsidRPr="002813C1">
        <w:t>autre</w:t>
      </w:r>
      <w:r>
        <w:t> ?…</w:t>
      </w:r>
    </w:p>
    <w:p w14:paraId="6922CADF" w14:textId="77777777" w:rsidR="00B77E03" w:rsidRDefault="00B77E03" w:rsidP="00B77E03">
      <w:r>
        <w:t>— </w:t>
      </w:r>
      <w:r w:rsidR="0024252B" w:rsidRPr="002813C1">
        <w:t>L</w:t>
      </w:r>
      <w:r>
        <w:t>’</w:t>
      </w:r>
      <w:r w:rsidR="0024252B" w:rsidRPr="002813C1">
        <w:t>autre</w:t>
      </w:r>
      <w:r>
        <w:t xml:space="preserve">… </w:t>
      </w:r>
      <w:r w:rsidR="0024252B" w:rsidRPr="002813C1">
        <w:t>je me propose de le placer de façon à vous constituer une rente inaliénable</w:t>
      </w:r>
      <w:r>
        <w:t xml:space="preserve">, </w:t>
      </w:r>
      <w:r w:rsidR="0024252B" w:rsidRPr="002813C1">
        <w:t>pour que vous ayez du pain</w:t>
      </w:r>
      <w:r>
        <w:t xml:space="preserve">, </w:t>
      </w:r>
      <w:r w:rsidR="0024252B" w:rsidRPr="002813C1">
        <w:t>quand vous aurez mangé et fait manger à tous ceux qui encenseront votre vanité</w:t>
      </w:r>
      <w:r>
        <w:t xml:space="preserve">, </w:t>
      </w:r>
      <w:r w:rsidR="0024252B" w:rsidRPr="002813C1">
        <w:t>jusqu</w:t>
      </w:r>
      <w:r>
        <w:t>’</w:t>
      </w:r>
      <w:r w:rsidR="0024252B" w:rsidRPr="002813C1">
        <w:t>au dernier sou de l</w:t>
      </w:r>
      <w:r>
        <w:t>’</w:t>
      </w:r>
      <w:r w:rsidR="0024252B" w:rsidRPr="002813C1">
        <w:t xml:space="preserve">héritage des </w:t>
      </w:r>
      <w:proofErr w:type="spellStart"/>
      <w:r w:rsidR="0024252B" w:rsidRPr="002813C1">
        <w:t>Chalusse</w:t>
      </w:r>
      <w:proofErr w:type="spellEnd"/>
      <w:r>
        <w:t>…</w:t>
      </w:r>
    </w:p>
    <w:p w14:paraId="4C35F778" w14:textId="77777777" w:rsidR="00B77E03" w:rsidRDefault="0024252B" w:rsidP="00B77E03">
      <w:r w:rsidRPr="002813C1">
        <w:t>Cette prophétique précaution ne pouvait manquer de choquer vivement l</w:t>
      </w:r>
      <w:r w:rsidR="00B77E03">
        <w:t>’</w:t>
      </w:r>
      <w:r w:rsidRPr="002813C1">
        <w:t>intelligent jeune homme</w:t>
      </w:r>
      <w:r w:rsidR="00B77E03">
        <w:t>.</w:t>
      </w:r>
    </w:p>
    <w:p w14:paraId="7EF0CC45" w14:textId="77777777" w:rsidR="00B77E03" w:rsidRDefault="00B77E03" w:rsidP="00B77E03">
      <w:r>
        <w:t>— </w:t>
      </w:r>
      <w:r w:rsidR="0024252B" w:rsidRPr="002813C1">
        <w:t>Me prenez-vous donc pour un sot</w:t>
      </w:r>
      <w:r>
        <w:t xml:space="preserve"> !… </w:t>
      </w:r>
      <w:r w:rsidR="0024252B" w:rsidRPr="002813C1">
        <w:t>s</w:t>
      </w:r>
      <w:r>
        <w:t>’</w:t>
      </w:r>
      <w:r w:rsidR="0024252B" w:rsidRPr="002813C1">
        <w:t>écria-t-il</w:t>
      </w:r>
      <w:r>
        <w:t xml:space="preserve">. </w:t>
      </w:r>
      <w:r w:rsidR="0024252B" w:rsidRPr="002813C1">
        <w:t>Ah</w:t>
      </w:r>
      <w:r>
        <w:t xml:space="preserve"> ! </w:t>
      </w:r>
      <w:r w:rsidR="0024252B" w:rsidRPr="002813C1">
        <w:t>mais non</w:t>
      </w:r>
      <w:r>
        <w:t xml:space="preserve"> !… </w:t>
      </w:r>
      <w:r w:rsidR="0024252B" w:rsidRPr="002813C1">
        <w:t>J</w:t>
      </w:r>
      <w:r>
        <w:t>’</w:t>
      </w:r>
      <w:r w:rsidR="0024252B" w:rsidRPr="002813C1">
        <w:t>ai l</w:t>
      </w:r>
      <w:r>
        <w:t>’</w:t>
      </w:r>
      <w:r w:rsidR="0024252B" w:rsidRPr="002813C1">
        <w:t>air bon garçon</w:t>
      </w:r>
      <w:r>
        <w:t xml:space="preserve">, </w:t>
      </w:r>
      <w:r w:rsidR="0024252B" w:rsidRPr="002813C1">
        <w:t>comme cela</w:t>
      </w:r>
      <w:r>
        <w:t xml:space="preserve">, </w:t>
      </w:r>
      <w:r w:rsidR="0024252B" w:rsidRPr="002813C1">
        <w:t>mais je suis très roué</w:t>
      </w:r>
      <w:r>
        <w:t xml:space="preserve">, </w:t>
      </w:r>
      <w:r w:rsidR="0024252B" w:rsidRPr="002813C1">
        <w:t>au fond</w:t>
      </w:r>
      <w:r>
        <w:t xml:space="preserve">… </w:t>
      </w:r>
      <w:r w:rsidR="0024252B" w:rsidRPr="002813C1">
        <w:t>Je cache mon jeu</w:t>
      </w:r>
      <w:r>
        <w:t>.</w:t>
      </w:r>
    </w:p>
    <w:p w14:paraId="0E5EB8DF" w14:textId="503E51B2" w:rsidR="00B77E03" w:rsidRDefault="00B77E03" w:rsidP="00B77E03">
      <w:r>
        <w:lastRenderedPageBreak/>
        <w:t>— </w:t>
      </w:r>
      <w:r w:rsidR="0024252B" w:rsidRPr="002813C1">
        <w:t>Signez</w:t>
      </w:r>
      <w:r>
        <w:t xml:space="preserve"> !… </w:t>
      </w:r>
      <w:r w:rsidR="0024252B" w:rsidRPr="002813C1">
        <w:t xml:space="preserve">interrompit froidement </w:t>
      </w:r>
      <w:r>
        <w:t>M</w:t>
      </w:r>
      <w:r w:rsidRPr="00B77E03">
        <w:rPr>
          <w:vertAlign w:val="superscript"/>
        </w:rPr>
        <w:t>me</w:t>
      </w:r>
      <w:r>
        <w:t> </w:t>
      </w:r>
      <w:r w:rsidR="0024252B" w:rsidRPr="002813C1">
        <w:t>d</w:t>
      </w:r>
      <w:r>
        <w:t>’</w:t>
      </w:r>
      <w:r w:rsidR="0024252B" w:rsidRPr="002813C1">
        <w:t>Argelès</w:t>
      </w:r>
      <w:r>
        <w:t>.</w:t>
      </w:r>
    </w:p>
    <w:p w14:paraId="4FC4BF84" w14:textId="77777777" w:rsidR="00B77E03" w:rsidRDefault="0024252B" w:rsidP="00B77E03">
      <w:r w:rsidRPr="002813C1">
        <w:t>Mais il tenait à prouver qu</w:t>
      </w:r>
      <w:r w:rsidR="00B77E03">
        <w:t>’</w:t>
      </w:r>
      <w:r w:rsidRPr="002813C1">
        <w:t>il n</w:t>
      </w:r>
      <w:r w:rsidR="00B77E03">
        <w:t>’</w:t>
      </w:r>
      <w:r w:rsidRPr="002813C1">
        <w:t>était pas un étourdi facile à tromper</w:t>
      </w:r>
      <w:r w:rsidR="00B77E03">
        <w:t xml:space="preserve">, </w:t>
      </w:r>
      <w:r w:rsidRPr="002813C1">
        <w:t>et ce n</w:t>
      </w:r>
      <w:r w:rsidR="00B77E03">
        <w:t>’</w:t>
      </w:r>
      <w:r w:rsidRPr="002813C1">
        <w:t>est qu</w:t>
      </w:r>
      <w:r w:rsidR="00B77E03">
        <w:t>’</w:t>
      </w:r>
      <w:r w:rsidRPr="002813C1">
        <w:t>après avoir lu et relu l</w:t>
      </w:r>
      <w:r w:rsidR="00B77E03">
        <w:t>’</w:t>
      </w:r>
      <w:r w:rsidRPr="002813C1">
        <w:t>engagement rédigé par le notaire</w:t>
      </w:r>
      <w:r w:rsidR="00B77E03">
        <w:t xml:space="preserve">, </w:t>
      </w:r>
      <w:r w:rsidRPr="002813C1">
        <w:t>qu</w:t>
      </w:r>
      <w:r w:rsidR="00B77E03">
        <w:t>’</w:t>
      </w:r>
      <w:r w:rsidRPr="002813C1">
        <w:t>il consentit à mettre son nom au bas</w:t>
      </w:r>
      <w:r w:rsidR="00B77E03">
        <w:t>.</w:t>
      </w:r>
    </w:p>
    <w:p w14:paraId="312F3401" w14:textId="77777777" w:rsidR="00B77E03" w:rsidRDefault="0024252B" w:rsidP="00B77E03">
      <w:r w:rsidRPr="002813C1">
        <w:t>Quand cela fut fait</w:t>
      </w:r>
      <w:r w:rsidR="00B77E03">
        <w:t xml:space="preserve">, </w:t>
      </w:r>
      <w:r w:rsidRPr="002813C1">
        <w:t>quand il eut enfin dans sa poche les pièces qui lui assuraient la succession tant convoitée</w:t>
      </w:r>
      <w:r w:rsidR="00B77E03">
        <w:t> :</w:t>
      </w:r>
    </w:p>
    <w:p w14:paraId="210AA783" w14:textId="33FDA9E0" w:rsidR="00B77E03" w:rsidRDefault="00B77E03" w:rsidP="00B77E03">
      <w:r>
        <w:t>— </w:t>
      </w:r>
      <w:r w:rsidR="0024252B" w:rsidRPr="002813C1">
        <w:t>Maintenant</w:t>
      </w:r>
      <w:r>
        <w:t xml:space="preserve">, </w:t>
      </w:r>
      <w:r w:rsidR="0024252B" w:rsidRPr="002813C1">
        <w:t xml:space="preserve">reprit </w:t>
      </w:r>
      <w:r>
        <w:t>M</w:t>
      </w:r>
      <w:r w:rsidRPr="00B77E03">
        <w:rPr>
          <w:vertAlign w:val="superscript"/>
        </w:rPr>
        <w:t>me</w:t>
      </w:r>
      <w:r>
        <w:t> </w:t>
      </w:r>
      <w:r w:rsidR="0024252B" w:rsidRPr="002813C1">
        <w:t>d</w:t>
      </w:r>
      <w:r>
        <w:t>’</w:t>
      </w:r>
      <w:r w:rsidR="0024252B" w:rsidRPr="002813C1">
        <w:t>Argelès</w:t>
      </w:r>
      <w:r>
        <w:t xml:space="preserve">, </w:t>
      </w:r>
      <w:r w:rsidR="0024252B" w:rsidRPr="002813C1">
        <w:t>j</w:t>
      </w:r>
      <w:r>
        <w:t>’</w:t>
      </w:r>
      <w:r w:rsidR="0024252B" w:rsidRPr="002813C1">
        <w:t>ai une prière à vous adresser</w:t>
      </w:r>
      <w:r>
        <w:t xml:space="preserve">… </w:t>
      </w:r>
      <w:r w:rsidR="0024252B" w:rsidRPr="002813C1">
        <w:t>Il se peut que votre père se présente pour vous disputer cette fortune</w:t>
      </w:r>
      <w:r>
        <w:t xml:space="preserve">, </w:t>
      </w:r>
      <w:r w:rsidR="0024252B" w:rsidRPr="002813C1">
        <w:t>ou plutôt</w:t>
      </w:r>
      <w:r>
        <w:t xml:space="preserve">, </w:t>
      </w:r>
      <w:r w:rsidR="0024252B" w:rsidRPr="002813C1">
        <w:t>il se présentera</w:t>
      </w:r>
      <w:r>
        <w:t xml:space="preserve">… </w:t>
      </w:r>
      <w:r w:rsidR="0024252B" w:rsidRPr="002813C1">
        <w:t>Évitez</w:t>
      </w:r>
      <w:r>
        <w:t xml:space="preserve">, </w:t>
      </w:r>
      <w:r w:rsidR="0024252B" w:rsidRPr="002813C1">
        <w:t>je vous en conjure</w:t>
      </w:r>
      <w:r>
        <w:t xml:space="preserve">, </w:t>
      </w:r>
      <w:r w:rsidR="0024252B" w:rsidRPr="002813C1">
        <w:t>l</w:t>
      </w:r>
      <w:r>
        <w:t>’</w:t>
      </w:r>
      <w:r w:rsidR="0024252B" w:rsidRPr="002813C1">
        <w:t>éclat d</w:t>
      </w:r>
      <w:r>
        <w:t>’</w:t>
      </w:r>
      <w:r w:rsidR="0024252B" w:rsidRPr="002813C1">
        <w:t>un procès qui ébruiterait encore la honte déjà trop divulguée de votre mère</w:t>
      </w:r>
      <w:r>
        <w:t xml:space="preserve">, </w:t>
      </w:r>
      <w:r w:rsidR="0024252B" w:rsidRPr="002813C1">
        <w:t>et du nom</w:t>
      </w:r>
      <w:r>
        <w:t xml:space="preserve">, </w:t>
      </w:r>
      <w:r w:rsidR="0024252B" w:rsidRPr="002813C1">
        <w:t>jusqu</w:t>
      </w:r>
      <w:r>
        <w:t>’</w:t>
      </w:r>
      <w:r w:rsidR="0024252B" w:rsidRPr="002813C1">
        <w:t xml:space="preserve">ici sans tache des </w:t>
      </w:r>
      <w:proofErr w:type="spellStart"/>
      <w:r w:rsidR="0024252B" w:rsidRPr="002813C1">
        <w:t>Chalusse</w:t>
      </w:r>
      <w:proofErr w:type="spellEnd"/>
      <w:r>
        <w:t xml:space="preserve">… </w:t>
      </w:r>
      <w:r w:rsidR="0024252B" w:rsidRPr="002813C1">
        <w:t>Transigez</w:t>
      </w:r>
      <w:r>
        <w:t xml:space="preserve">. </w:t>
      </w:r>
      <w:r w:rsidR="0024252B" w:rsidRPr="002813C1">
        <w:t>Vous allez être assez riche pour qu</w:t>
      </w:r>
      <w:r>
        <w:t>’</w:t>
      </w:r>
      <w:r w:rsidR="0024252B" w:rsidRPr="002813C1">
        <w:t>il vous soit facile d</w:t>
      </w:r>
      <w:r>
        <w:t>’</w:t>
      </w:r>
      <w:r w:rsidR="0024252B" w:rsidRPr="002813C1">
        <w:t>étancher les plus dévorantes convoitises sans vous appauvrir</w:t>
      </w:r>
      <w:r>
        <w:t>.</w:t>
      </w:r>
    </w:p>
    <w:p w14:paraId="2CC63ED0" w14:textId="28583B23" w:rsidR="00B77E03" w:rsidRDefault="00B77E03" w:rsidP="00B77E03">
      <w:r>
        <w:t>M. </w:t>
      </w:r>
      <w:proofErr w:type="spellStart"/>
      <w:r w:rsidR="0024252B" w:rsidRPr="002813C1">
        <w:t>Wilkie</w:t>
      </w:r>
      <w:proofErr w:type="spellEnd"/>
      <w:r w:rsidR="0024252B" w:rsidRPr="002813C1">
        <w:t xml:space="preserve"> se taisait</w:t>
      </w:r>
      <w:r>
        <w:t xml:space="preserve">, </w:t>
      </w:r>
      <w:r w:rsidR="0024252B" w:rsidRPr="002813C1">
        <w:t>comme s</w:t>
      </w:r>
      <w:r>
        <w:t>’</w:t>
      </w:r>
      <w:r w:rsidR="0024252B" w:rsidRPr="002813C1">
        <w:t>il eût délibéré sur la conduite à tenir</w:t>
      </w:r>
      <w:r>
        <w:t>.</w:t>
      </w:r>
    </w:p>
    <w:p w14:paraId="43B5B499" w14:textId="77777777" w:rsidR="00B77E03" w:rsidRDefault="00B77E03" w:rsidP="00B77E03">
      <w:r>
        <w:t>— </w:t>
      </w:r>
      <w:r w:rsidR="0024252B" w:rsidRPr="002813C1">
        <w:t>Si mon père est raisonnable</w:t>
      </w:r>
      <w:r>
        <w:t xml:space="preserve">, </w:t>
      </w:r>
      <w:r w:rsidR="0024252B" w:rsidRPr="002813C1">
        <w:t>décida-t-il enfin</w:t>
      </w:r>
      <w:r>
        <w:t xml:space="preserve">, </w:t>
      </w:r>
      <w:r w:rsidR="0024252B" w:rsidRPr="002813C1">
        <w:t>je le serai</w:t>
      </w:r>
      <w:r>
        <w:t xml:space="preserve">… </w:t>
      </w:r>
      <w:r w:rsidR="0024252B" w:rsidRPr="002813C1">
        <w:t>Je choisirai pour arbitre entre nous deux</w:t>
      </w:r>
      <w:r>
        <w:t xml:space="preserve">, </w:t>
      </w:r>
      <w:r w:rsidR="0024252B" w:rsidRPr="002813C1">
        <w:t>un de mes amis</w:t>
      </w:r>
      <w:r>
        <w:t xml:space="preserve">, </w:t>
      </w:r>
      <w:r w:rsidR="0024252B" w:rsidRPr="002813C1">
        <w:t>un homme carré</w:t>
      </w:r>
      <w:r>
        <w:t xml:space="preserve">, </w:t>
      </w:r>
      <w:r w:rsidR="0024252B" w:rsidRPr="002813C1">
        <w:t>comme moi</w:t>
      </w:r>
      <w:r>
        <w:t xml:space="preserve">, </w:t>
      </w:r>
      <w:r w:rsidR="0024252B" w:rsidRPr="002813C1">
        <w:t xml:space="preserve">le marquis de </w:t>
      </w:r>
      <w:proofErr w:type="spellStart"/>
      <w:r w:rsidR="0024252B" w:rsidRPr="002813C1">
        <w:t>Valorsay</w:t>
      </w:r>
      <w:proofErr w:type="spellEnd"/>
      <w:r>
        <w:t>.</w:t>
      </w:r>
    </w:p>
    <w:p w14:paraId="5FEA3A49" w14:textId="77777777" w:rsidR="00B77E03" w:rsidRDefault="00B77E03" w:rsidP="00B77E03">
      <w:r>
        <w:t>— </w:t>
      </w:r>
      <w:r w:rsidR="0024252B" w:rsidRPr="002813C1">
        <w:t>Mon Dieu</w:t>
      </w:r>
      <w:r>
        <w:t xml:space="preserve"> !… </w:t>
      </w:r>
      <w:r w:rsidR="0024252B" w:rsidRPr="002813C1">
        <w:t>vous le connaissez</w:t>
      </w:r>
      <w:r>
        <w:t> !…</w:t>
      </w:r>
    </w:p>
    <w:p w14:paraId="01A48B59" w14:textId="77777777" w:rsidR="00B77E03" w:rsidRDefault="00B77E03" w:rsidP="00B77E03">
      <w:r>
        <w:t>— </w:t>
      </w:r>
      <w:r w:rsidR="0024252B" w:rsidRPr="002813C1">
        <w:t>C</w:t>
      </w:r>
      <w:r>
        <w:t>’</w:t>
      </w:r>
      <w:r w:rsidR="0024252B" w:rsidRPr="002813C1">
        <w:t>est-à-dire</w:t>
      </w:r>
      <w:r>
        <w:t xml:space="preserve">, </w:t>
      </w:r>
      <w:r w:rsidR="0024252B" w:rsidRPr="002813C1">
        <w:t>qu</w:t>
      </w:r>
      <w:r>
        <w:t>’</w:t>
      </w:r>
      <w:r w:rsidR="0024252B" w:rsidRPr="002813C1">
        <w:t>il est un de mes intimes</w:t>
      </w:r>
      <w:r>
        <w:t xml:space="preserve">, </w:t>
      </w:r>
      <w:r w:rsidR="0024252B" w:rsidRPr="002813C1">
        <w:t>cet excellent bon</w:t>
      </w:r>
      <w:r>
        <w:t> !…</w:t>
      </w:r>
    </w:p>
    <w:p w14:paraId="4CD82713" w14:textId="7764C164" w:rsidR="00B77E03" w:rsidRDefault="00B77E03" w:rsidP="00B77E03">
      <w:r>
        <w:t>M</w:t>
      </w:r>
      <w:r w:rsidRPr="00B77E03">
        <w:rPr>
          <w:vertAlign w:val="superscript"/>
        </w:rPr>
        <w:t>me</w:t>
      </w:r>
      <w:r>
        <w:t> </w:t>
      </w:r>
      <w:r w:rsidR="0024252B" w:rsidRPr="002813C1">
        <w:t>d</w:t>
      </w:r>
      <w:r>
        <w:t>’</w:t>
      </w:r>
      <w:r w:rsidR="0024252B" w:rsidRPr="002813C1">
        <w:t>Argelès était devenue très-pâle</w:t>
      </w:r>
      <w:r>
        <w:t>.</w:t>
      </w:r>
    </w:p>
    <w:p w14:paraId="4ACB8123" w14:textId="77777777" w:rsidR="00B77E03" w:rsidRDefault="00B77E03" w:rsidP="00B77E03">
      <w:r>
        <w:t>— </w:t>
      </w:r>
      <w:r w:rsidR="0024252B" w:rsidRPr="002813C1">
        <w:t>Malheureux</w:t>
      </w:r>
      <w:r>
        <w:t xml:space="preserve"> !… </w:t>
      </w:r>
      <w:r w:rsidR="0024252B" w:rsidRPr="002813C1">
        <w:t>s</w:t>
      </w:r>
      <w:r>
        <w:t>’</w:t>
      </w:r>
      <w:r w:rsidR="0024252B" w:rsidRPr="002813C1">
        <w:t>écria-t-elle</w:t>
      </w:r>
      <w:r>
        <w:t xml:space="preserve">, </w:t>
      </w:r>
      <w:r w:rsidR="0024252B" w:rsidRPr="002813C1">
        <w:t>vous ne savez donc pas ce que c</w:t>
      </w:r>
      <w:r>
        <w:t>’</w:t>
      </w:r>
      <w:r w:rsidR="0024252B" w:rsidRPr="002813C1">
        <w:t>est que le marquis</w:t>
      </w:r>
      <w:r>
        <w:t xml:space="preserve">, </w:t>
      </w:r>
      <w:r w:rsidR="0024252B" w:rsidRPr="002813C1">
        <w:t>vous ne savez donc pas</w:t>
      </w:r>
      <w:r>
        <w:t>…</w:t>
      </w:r>
    </w:p>
    <w:p w14:paraId="5944037F" w14:textId="77777777" w:rsidR="00B77E03" w:rsidRDefault="0024252B" w:rsidP="00B77E03">
      <w:r w:rsidRPr="002813C1">
        <w:t>Elle s</w:t>
      </w:r>
      <w:r w:rsidR="00B77E03">
        <w:t>’</w:t>
      </w:r>
      <w:r w:rsidRPr="002813C1">
        <w:t>arrêta court</w:t>
      </w:r>
      <w:r w:rsidR="00B77E03">
        <w:t xml:space="preserve">… </w:t>
      </w:r>
      <w:r w:rsidRPr="002813C1">
        <w:t>Encore un mot</w:t>
      </w:r>
      <w:r w:rsidR="00B77E03">
        <w:t xml:space="preserve">, </w:t>
      </w:r>
      <w:r w:rsidRPr="002813C1">
        <w:t xml:space="preserve">et elle livrait le secret des projets de Pascal </w:t>
      </w:r>
      <w:proofErr w:type="spellStart"/>
      <w:r w:rsidRPr="002813C1">
        <w:t>Férailleur</w:t>
      </w:r>
      <w:proofErr w:type="spellEnd"/>
      <w:r w:rsidR="00B77E03">
        <w:t xml:space="preserve">, </w:t>
      </w:r>
      <w:r w:rsidRPr="002813C1">
        <w:t xml:space="preserve">dont elle avait été informée </w:t>
      </w:r>
      <w:r w:rsidRPr="002813C1">
        <w:lastRenderedPageBreak/>
        <w:t xml:space="preserve">par le baron </w:t>
      </w:r>
      <w:proofErr w:type="spellStart"/>
      <w:r w:rsidRPr="002813C1">
        <w:t>Trigault</w:t>
      </w:r>
      <w:proofErr w:type="spellEnd"/>
      <w:r w:rsidR="00B77E03">
        <w:t xml:space="preserve">… </w:t>
      </w:r>
      <w:r w:rsidRPr="002813C1">
        <w:t>Avait-elle ce droit</w:t>
      </w:r>
      <w:r w:rsidR="00B77E03">
        <w:t xml:space="preserve">, </w:t>
      </w:r>
      <w:r w:rsidRPr="002813C1">
        <w:t>même pour mettre son fils en garde contre un homme qu</w:t>
      </w:r>
      <w:r w:rsidR="00B77E03">
        <w:t>’</w:t>
      </w:r>
      <w:r w:rsidRPr="002813C1">
        <w:t>elle jugeait le plus dangereux des scélérats</w:t>
      </w:r>
      <w:r w:rsidR="00B77E03">
        <w:t xml:space="preserve"> ?… </w:t>
      </w:r>
      <w:r w:rsidRPr="002813C1">
        <w:t>Assurément non</w:t>
      </w:r>
      <w:r w:rsidR="00B77E03">
        <w:t>.</w:t>
      </w:r>
    </w:p>
    <w:p w14:paraId="3B48DACD" w14:textId="7131FCC5" w:rsidR="00B77E03" w:rsidRDefault="00B77E03" w:rsidP="00B77E03">
      <w:r>
        <w:t>— </w:t>
      </w:r>
      <w:r w:rsidR="0024252B" w:rsidRPr="002813C1">
        <w:t>Eh bien</w:t>
      </w:r>
      <w:r>
        <w:t xml:space="preserve"> ?… </w:t>
      </w:r>
      <w:r w:rsidR="0024252B" w:rsidRPr="002813C1">
        <w:t xml:space="preserve">insista </w:t>
      </w:r>
      <w:r>
        <w:t>M. </w:t>
      </w:r>
      <w:proofErr w:type="spellStart"/>
      <w:r w:rsidR="0024252B" w:rsidRPr="002813C1">
        <w:t>Wilkie</w:t>
      </w:r>
      <w:proofErr w:type="spellEnd"/>
      <w:r w:rsidR="0024252B" w:rsidRPr="002813C1">
        <w:t xml:space="preserve"> surpris</w:t>
      </w:r>
      <w:r>
        <w:t>.</w:t>
      </w:r>
    </w:p>
    <w:p w14:paraId="6E3F3167" w14:textId="3615FC0F" w:rsidR="00B77E03" w:rsidRDefault="0024252B" w:rsidP="00B77E03">
      <w:r w:rsidRPr="002813C1">
        <w:t xml:space="preserve">Déjà </w:t>
      </w:r>
      <w:r w:rsidR="00B77E03">
        <w:t>M</w:t>
      </w:r>
      <w:r w:rsidR="00B77E03" w:rsidRPr="00B77E03">
        <w:rPr>
          <w:vertAlign w:val="superscript"/>
        </w:rPr>
        <w:t>me</w:t>
      </w:r>
      <w:r w:rsidR="00B77E03">
        <w:t> </w:t>
      </w:r>
      <w:r w:rsidRPr="002813C1">
        <w:t>d</w:t>
      </w:r>
      <w:r w:rsidR="00B77E03">
        <w:t>’</w:t>
      </w:r>
      <w:r w:rsidRPr="002813C1">
        <w:t>Argelès avait repris son sang-froid</w:t>
      </w:r>
      <w:r w:rsidR="00B77E03">
        <w:t>.</w:t>
      </w:r>
    </w:p>
    <w:p w14:paraId="70678C68" w14:textId="77777777" w:rsidR="00B77E03" w:rsidRDefault="00B77E03" w:rsidP="00B77E03">
      <w:r>
        <w:t>— </w:t>
      </w:r>
      <w:r w:rsidR="0024252B" w:rsidRPr="002813C1">
        <w:t>Je voulais simplement</w:t>
      </w:r>
      <w:r>
        <w:t xml:space="preserve">, </w:t>
      </w:r>
      <w:r w:rsidR="0024252B" w:rsidRPr="002813C1">
        <w:t>répondit-elle</w:t>
      </w:r>
      <w:r>
        <w:t xml:space="preserve">, </w:t>
      </w:r>
      <w:r w:rsidR="0024252B" w:rsidRPr="002813C1">
        <w:t xml:space="preserve">vous engager à vous défier un peu du marquis de </w:t>
      </w:r>
      <w:proofErr w:type="spellStart"/>
      <w:r w:rsidR="0024252B" w:rsidRPr="002813C1">
        <w:t>Valorsay</w:t>
      </w:r>
      <w:proofErr w:type="spellEnd"/>
      <w:r>
        <w:t xml:space="preserve">… </w:t>
      </w:r>
      <w:r w:rsidR="0024252B" w:rsidRPr="002813C1">
        <w:t>Sa position est admirable</w:t>
      </w:r>
      <w:r>
        <w:t xml:space="preserve">, </w:t>
      </w:r>
      <w:r w:rsidR="0024252B" w:rsidRPr="002813C1">
        <w:t>mais la vôtre va être plus brillante encore</w:t>
      </w:r>
      <w:r>
        <w:t xml:space="preserve">… </w:t>
      </w:r>
      <w:r w:rsidR="0024252B" w:rsidRPr="002813C1">
        <w:t>Il est sur son déclin et vous débutez</w:t>
      </w:r>
      <w:r>
        <w:t xml:space="preserve">… </w:t>
      </w:r>
      <w:r w:rsidR="0024252B" w:rsidRPr="002813C1">
        <w:t>Tout ce qu</w:t>
      </w:r>
      <w:r>
        <w:t>’</w:t>
      </w:r>
      <w:r w:rsidR="0024252B" w:rsidRPr="002813C1">
        <w:t>il regrette</w:t>
      </w:r>
      <w:r>
        <w:t xml:space="preserve">, </w:t>
      </w:r>
      <w:r w:rsidR="0024252B" w:rsidRPr="002813C1">
        <w:t>vous l</w:t>
      </w:r>
      <w:r>
        <w:t>’</w:t>
      </w:r>
      <w:r w:rsidR="0024252B" w:rsidRPr="002813C1">
        <w:t>espérez</w:t>
      </w:r>
      <w:r>
        <w:t xml:space="preserve">… </w:t>
      </w:r>
      <w:r w:rsidR="0024252B" w:rsidRPr="002813C1">
        <w:t>Peut-être va-t-il vous jalouser secrètement et essayer de vous pousser à quelque fausse démarche</w:t>
      </w:r>
      <w:r>
        <w:t>…</w:t>
      </w:r>
    </w:p>
    <w:p w14:paraId="578FE292" w14:textId="77777777" w:rsidR="00B77E03" w:rsidRDefault="00B77E03" w:rsidP="00B77E03">
      <w:r>
        <w:t>— </w:t>
      </w:r>
      <w:r w:rsidR="0024252B" w:rsidRPr="002813C1">
        <w:t>Lui</w:t>
      </w:r>
      <w:r>
        <w:t xml:space="preserve"> !… </w:t>
      </w:r>
      <w:r w:rsidR="0024252B" w:rsidRPr="002813C1">
        <w:t>Ah</w:t>
      </w:r>
      <w:r>
        <w:t xml:space="preserve"> ! </w:t>
      </w:r>
      <w:r w:rsidR="0024252B" w:rsidRPr="002813C1">
        <w:t>vous ne le connaissez guère</w:t>
      </w:r>
      <w:r>
        <w:t xml:space="preserve">, </w:t>
      </w:r>
      <w:r w:rsidR="0024252B" w:rsidRPr="002813C1">
        <w:t>ce cher ami</w:t>
      </w:r>
      <w:r>
        <w:t>…</w:t>
      </w:r>
    </w:p>
    <w:p w14:paraId="36CD26D1" w14:textId="77777777" w:rsidR="00B77E03" w:rsidRDefault="00B77E03" w:rsidP="00B77E03">
      <w:r>
        <w:t>— </w:t>
      </w:r>
      <w:r w:rsidR="0024252B" w:rsidRPr="002813C1">
        <w:t>Enfin</w:t>
      </w:r>
      <w:r>
        <w:t xml:space="preserve">, </w:t>
      </w:r>
      <w:r w:rsidR="0024252B" w:rsidRPr="002813C1">
        <w:t>vous voilà prévenu</w:t>
      </w:r>
      <w:r>
        <w:t>…</w:t>
      </w:r>
    </w:p>
    <w:p w14:paraId="5BE72656" w14:textId="1440E8C5" w:rsidR="00B77E03" w:rsidRDefault="00B77E03" w:rsidP="00B77E03">
      <w:r>
        <w:t>M. </w:t>
      </w:r>
      <w:proofErr w:type="spellStart"/>
      <w:r w:rsidR="0024252B" w:rsidRPr="002813C1">
        <w:t>Wilkie</w:t>
      </w:r>
      <w:proofErr w:type="spellEnd"/>
      <w:r w:rsidR="0024252B" w:rsidRPr="002813C1">
        <w:t xml:space="preserve"> avait pris son chapeau</w:t>
      </w:r>
      <w:r>
        <w:t xml:space="preserve">, </w:t>
      </w:r>
      <w:r w:rsidR="0024252B" w:rsidRPr="002813C1">
        <w:t>mais au moment de sortir l</w:t>
      </w:r>
      <w:r>
        <w:t>’</w:t>
      </w:r>
      <w:r w:rsidR="0024252B" w:rsidRPr="002813C1">
        <w:t>embarras le clouait sur place</w:t>
      </w:r>
      <w:r>
        <w:t xml:space="preserve"> ; </w:t>
      </w:r>
      <w:r w:rsidR="0024252B" w:rsidRPr="002813C1">
        <w:t>il comprenait confusément qu</w:t>
      </w:r>
      <w:r>
        <w:t>’</w:t>
      </w:r>
      <w:r w:rsidR="0024252B" w:rsidRPr="002813C1">
        <w:t>il ne pouvait quitter sa mère ainsi</w:t>
      </w:r>
      <w:r>
        <w:t>.</w:t>
      </w:r>
    </w:p>
    <w:p w14:paraId="6EBD7967" w14:textId="77777777" w:rsidR="00B77E03" w:rsidRDefault="00B77E03" w:rsidP="00B77E03">
      <w:r>
        <w:t>— </w:t>
      </w:r>
      <w:r w:rsidR="0024252B" w:rsidRPr="002813C1">
        <w:t>J</w:t>
      </w:r>
      <w:r>
        <w:t>’</w:t>
      </w:r>
      <w:r w:rsidR="0024252B" w:rsidRPr="002813C1">
        <w:t>espère</w:t>
      </w:r>
      <w:r>
        <w:t xml:space="preserve">, </w:t>
      </w:r>
      <w:r w:rsidR="0024252B" w:rsidRPr="002813C1">
        <w:t>commença-t-il</w:t>
      </w:r>
      <w:r>
        <w:t xml:space="preserve">, </w:t>
      </w:r>
      <w:r w:rsidR="0024252B" w:rsidRPr="002813C1">
        <w:t>que j</w:t>
      </w:r>
      <w:r>
        <w:t>’</w:t>
      </w:r>
      <w:r w:rsidR="0024252B" w:rsidRPr="002813C1">
        <w:t>aurai bientôt de bonnes nouvelles à vous apporter</w:t>
      </w:r>
      <w:r>
        <w:t>…</w:t>
      </w:r>
    </w:p>
    <w:p w14:paraId="468DD638" w14:textId="77777777" w:rsidR="00B77E03" w:rsidRDefault="00B77E03" w:rsidP="00B77E03">
      <w:r>
        <w:t>— </w:t>
      </w:r>
      <w:r w:rsidR="0024252B" w:rsidRPr="002813C1">
        <w:t>Avant ce soir j</w:t>
      </w:r>
      <w:r>
        <w:t>’</w:t>
      </w:r>
      <w:r w:rsidR="0024252B" w:rsidRPr="002813C1">
        <w:t>aurai quitté cet hôtel</w:t>
      </w:r>
      <w:r>
        <w:t>.</w:t>
      </w:r>
    </w:p>
    <w:p w14:paraId="5F772774" w14:textId="77777777" w:rsidR="00B77E03" w:rsidRDefault="00B77E03" w:rsidP="00B77E03">
      <w:r>
        <w:t>— </w:t>
      </w:r>
      <w:r w:rsidR="0024252B" w:rsidRPr="002813C1">
        <w:t>Naturellement</w:t>
      </w:r>
      <w:r>
        <w:t xml:space="preserve">… </w:t>
      </w:r>
      <w:r w:rsidR="0024252B" w:rsidRPr="002813C1">
        <w:t>mais vous allez me donner votre nouvelle adresse</w:t>
      </w:r>
      <w:r>
        <w:t>…</w:t>
      </w:r>
    </w:p>
    <w:p w14:paraId="76CA028B" w14:textId="77777777" w:rsidR="00B77E03" w:rsidRDefault="00B77E03" w:rsidP="00B77E03">
      <w:r>
        <w:t>— </w:t>
      </w:r>
      <w:r w:rsidR="0024252B" w:rsidRPr="002813C1">
        <w:t>Non</w:t>
      </w:r>
      <w:r>
        <w:t>…</w:t>
      </w:r>
    </w:p>
    <w:p w14:paraId="60614D65" w14:textId="77777777" w:rsidR="00B77E03" w:rsidRDefault="00B77E03" w:rsidP="00B77E03">
      <w:r>
        <w:t>— </w:t>
      </w:r>
      <w:r w:rsidR="0024252B" w:rsidRPr="002813C1">
        <w:t>Comment</w:t>
      </w:r>
      <w:r>
        <w:t xml:space="preserve">, </w:t>
      </w:r>
      <w:r w:rsidR="0024252B" w:rsidRPr="002813C1">
        <w:t>non</w:t>
      </w:r>
      <w:r>
        <w:t> !…</w:t>
      </w:r>
    </w:p>
    <w:p w14:paraId="149E29CB" w14:textId="77777777" w:rsidR="00B77E03" w:rsidRDefault="0024252B" w:rsidP="00B77E03">
      <w:r w:rsidRPr="002813C1">
        <w:t>Elle hocha tristement la tête</w:t>
      </w:r>
      <w:r w:rsidR="00B77E03">
        <w:t xml:space="preserve">, </w:t>
      </w:r>
      <w:r w:rsidRPr="002813C1">
        <w:t>et d</w:t>
      </w:r>
      <w:r w:rsidR="00B77E03">
        <w:t>’</w:t>
      </w:r>
      <w:r w:rsidRPr="002813C1">
        <w:t>une voix à peine distincte</w:t>
      </w:r>
      <w:r w:rsidR="00B77E03">
        <w:t> :</w:t>
      </w:r>
    </w:p>
    <w:p w14:paraId="6B00B98F" w14:textId="77777777" w:rsidR="00B77E03" w:rsidRDefault="00B77E03" w:rsidP="00B77E03">
      <w:r>
        <w:t>— </w:t>
      </w:r>
      <w:r w:rsidR="0024252B" w:rsidRPr="002813C1">
        <w:t>Nous ne nous reverrons plus</w:t>
      </w:r>
      <w:r>
        <w:t xml:space="preserve">, </w:t>
      </w:r>
      <w:r w:rsidR="0024252B" w:rsidRPr="002813C1">
        <w:t>prononça-t-elle</w:t>
      </w:r>
      <w:r>
        <w:t>.</w:t>
      </w:r>
    </w:p>
    <w:p w14:paraId="23D89A78" w14:textId="77777777" w:rsidR="00B77E03" w:rsidRDefault="00B77E03" w:rsidP="00B77E03">
      <w:r>
        <w:lastRenderedPageBreak/>
        <w:t>— </w:t>
      </w:r>
      <w:r w:rsidR="0024252B" w:rsidRPr="002813C1">
        <w:t>Allons donc</w:t>
      </w:r>
      <w:r>
        <w:t xml:space="preserve"> !… </w:t>
      </w:r>
      <w:r w:rsidR="0024252B" w:rsidRPr="002813C1">
        <w:t>Et les deux millions que j</w:t>
      </w:r>
      <w:r>
        <w:t>’</w:t>
      </w:r>
      <w:r w:rsidR="0024252B" w:rsidRPr="002813C1">
        <w:t>ai à vous verser</w:t>
      </w:r>
      <w:r>
        <w:t> !</w:t>
      </w:r>
    </w:p>
    <w:p w14:paraId="7AE5FF32" w14:textId="26A6855A" w:rsidR="00B77E03" w:rsidRDefault="00B77E03" w:rsidP="00B77E03">
      <w:r>
        <w:t>— M. </w:t>
      </w:r>
      <w:r w:rsidR="0024252B" w:rsidRPr="002813C1">
        <w:t>Patterson vous les réclamera</w:t>
      </w:r>
      <w:r>
        <w:t xml:space="preserve">… </w:t>
      </w:r>
      <w:r w:rsidR="0024252B" w:rsidRPr="002813C1">
        <w:t>Quant à moi</w:t>
      </w:r>
      <w:r>
        <w:t xml:space="preserve">, </w:t>
      </w:r>
      <w:r w:rsidR="0024252B" w:rsidRPr="002813C1">
        <w:t>dites-vous que je suis morte</w:t>
      </w:r>
      <w:r>
        <w:t xml:space="preserve">… </w:t>
      </w:r>
      <w:r w:rsidR="0024252B" w:rsidRPr="002813C1">
        <w:t>Vous avez brisé le seul lien qui m</w:t>
      </w:r>
      <w:r>
        <w:t>’</w:t>
      </w:r>
      <w:r w:rsidR="0024252B" w:rsidRPr="002813C1">
        <w:t>attachait à la vie</w:t>
      </w:r>
      <w:r>
        <w:t xml:space="preserve">, </w:t>
      </w:r>
      <w:r w:rsidR="0024252B" w:rsidRPr="002813C1">
        <w:t>en me prouvant l</w:t>
      </w:r>
      <w:r>
        <w:t>’</w:t>
      </w:r>
      <w:r w:rsidR="0024252B" w:rsidRPr="002813C1">
        <w:t>inutilité du plus horrible des sacrifices</w:t>
      </w:r>
      <w:r>
        <w:t xml:space="preserve">… </w:t>
      </w:r>
      <w:r w:rsidR="0024252B" w:rsidRPr="002813C1">
        <w:t>Mais je suis mère</w:t>
      </w:r>
      <w:r>
        <w:t xml:space="preserve">, </w:t>
      </w:r>
      <w:r w:rsidR="0024252B" w:rsidRPr="002813C1">
        <w:t>je vous pardonne</w:t>
      </w:r>
      <w:r>
        <w:t>…</w:t>
      </w:r>
    </w:p>
    <w:p w14:paraId="0794D648" w14:textId="77777777" w:rsidR="00B77E03" w:rsidRDefault="0024252B" w:rsidP="00B77E03">
      <w:r w:rsidRPr="002813C1">
        <w:t>Et comme il ne bougeait toujours pas</w:t>
      </w:r>
      <w:r w:rsidR="00B77E03">
        <w:t xml:space="preserve">, </w:t>
      </w:r>
      <w:r w:rsidRPr="002813C1">
        <w:t>comme elle sentait que ses forces allaient la trahir</w:t>
      </w:r>
      <w:r w:rsidR="00B77E03">
        <w:t xml:space="preserve">, </w:t>
      </w:r>
      <w:r w:rsidRPr="002813C1">
        <w:t>elle sortit ou plutôt se traîna dehors</w:t>
      </w:r>
      <w:r w:rsidR="00B77E03">
        <w:t xml:space="preserve">, </w:t>
      </w:r>
      <w:r w:rsidRPr="002813C1">
        <w:t>en murmurant</w:t>
      </w:r>
      <w:r w:rsidR="00B77E03">
        <w:t> :</w:t>
      </w:r>
    </w:p>
    <w:p w14:paraId="71E7070F" w14:textId="77777777" w:rsidR="00B77E03" w:rsidRDefault="00B77E03" w:rsidP="00B77E03">
      <w:r>
        <w:t>— </w:t>
      </w:r>
      <w:r w:rsidR="0024252B" w:rsidRPr="002813C1">
        <w:t>Adieu</w:t>
      </w:r>
      <w:r>
        <w:t> !…</w:t>
      </w:r>
    </w:p>
    <w:p w14:paraId="40AD7D97" w14:textId="73ED4E70" w:rsidR="0024252B" w:rsidRPr="002813C1" w:rsidRDefault="0024252B" w:rsidP="00B77E03">
      <w:pPr>
        <w:pStyle w:val="Titre1"/>
      </w:pPr>
      <w:bookmarkStart w:id="14" w:name="_Toc202022839"/>
      <w:r w:rsidRPr="002813C1">
        <w:lastRenderedPageBreak/>
        <w:t>XV</w:t>
      </w:r>
      <w:bookmarkEnd w:id="14"/>
      <w:r w:rsidRPr="002813C1">
        <w:br/>
      </w:r>
    </w:p>
    <w:p w14:paraId="021225A1" w14:textId="5F82EEA8" w:rsidR="00B77E03" w:rsidRDefault="0024252B" w:rsidP="00B77E03">
      <w:r w:rsidRPr="002813C1">
        <w:t>Stupide d</w:t>
      </w:r>
      <w:r w:rsidR="00B77E03">
        <w:t>’</w:t>
      </w:r>
      <w:r w:rsidRPr="002813C1">
        <w:t>étonnement</w:t>
      </w:r>
      <w:r w:rsidR="00B77E03">
        <w:t>, M. </w:t>
      </w:r>
      <w:proofErr w:type="spellStart"/>
      <w:r w:rsidRPr="002813C1">
        <w:t>Wilkie</w:t>
      </w:r>
      <w:proofErr w:type="spellEnd"/>
      <w:r w:rsidRPr="002813C1">
        <w:t xml:space="preserve"> restait debout</w:t>
      </w:r>
      <w:r w:rsidR="00B77E03">
        <w:t xml:space="preserve">, </w:t>
      </w:r>
      <w:r w:rsidRPr="002813C1">
        <w:t>les bras pendants</w:t>
      </w:r>
      <w:r w:rsidR="00B77E03">
        <w:t xml:space="preserve">, </w:t>
      </w:r>
      <w:r w:rsidRPr="002813C1">
        <w:t>au milieu du salon</w:t>
      </w:r>
      <w:r w:rsidR="00B77E03">
        <w:t>…</w:t>
      </w:r>
    </w:p>
    <w:p w14:paraId="1123B602" w14:textId="77777777" w:rsidR="00B77E03" w:rsidRDefault="00B77E03" w:rsidP="00B77E03">
      <w:r>
        <w:t>— </w:t>
      </w:r>
      <w:r w:rsidR="0024252B" w:rsidRPr="002813C1">
        <w:t>Permettez</w:t>
      </w:r>
      <w:r>
        <w:t xml:space="preserve"> !… </w:t>
      </w:r>
      <w:r w:rsidR="0024252B" w:rsidRPr="002813C1">
        <w:t>balbutiait-il</w:t>
      </w:r>
      <w:r>
        <w:t xml:space="preserve">, </w:t>
      </w:r>
      <w:r w:rsidR="0024252B" w:rsidRPr="002813C1">
        <w:t>permettez</w:t>
      </w:r>
      <w:r>
        <w:t xml:space="preserve">. </w:t>
      </w:r>
      <w:r w:rsidR="0024252B" w:rsidRPr="002813C1">
        <w:t>Je demande à m</w:t>
      </w:r>
      <w:r>
        <w:t>’</w:t>
      </w:r>
      <w:r w:rsidR="0024252B" w:rsidRPr="002813C1">
        <w:t>expliquer</w:t>
      </w:r>
      <w:r>
        <w:t>…</w:t>
      </w:r>
    </w:p>
    <w:p w14:paraId="7BEFA729" w14:textId="7D7BCE27" w:rsidR="00B77E03" w:rsidRDefault="0024252B" w:rsidP="00B77E03">
      <w:r w:rsidRPr="002813C1">
        <w:t>Rien</w:t>
      </w:r>
      <w:r w:rsidR="00B77E03">
        <w:t> ! M</w:t>
      </w:r>
      <w:r w:rsidR="00B77E03" w:rsidRPr="00B77E03">
        <w:rPr>
          <w:vertAlign w:val="superscript"/>
        </w:rPr>
        <w:t>me</w:t>
      </w:r>
      <w:r w:rsidR="00B77E03">
        <w:t> </w:t>
      </w:r>
      <w:r w:rsidRPr="002813C1">
        <w:t>d</w:t>
      </w:r>
      <w:r w:rsidR="00B77E03">
        <w:t>’</w:t>
      </w:r>
      <w:r w:rsidRPr="002813C1">
        <w:t>Argelès ne détourna point la tête</w:t>
      </w:r>
      <w:r w:rsidR="00B77E03">
        <w:t xml:space="preserve">, </w:t>
      </w:r>
      <w:r w:rsidRPr="002813C1">
        <w:t>la porte se referma et il demeura seul</w:t>
      </w:r>
      <w:r w:rsidR="00B77E03">
        <w:t>.</w:t>
      </w:r>
    </w:p>
    <w:p w14:paraId="1BA3D737" w14:textId="77777777" w:rsidR="00B77E03" w:rsidRDefault="0024252B" w:rsidP="00B77E03">
      <w:r w:rsidRPr="002813C1">
        <w:t xml:space="preserve">Si </w:t>
      </w:r>
      <w:r w:rsidR="00B77E03">
        <w:t>« </w:t>
      </w:r>
      <w:r w:rsidRPr="002813C1">
        <w:t>fort</w:t>
      </w:r>
      <w:r w:rsidR="00B77E03">
        <w:t> »</w:t>
      </w:r>
      <w:r w:rsidRPr="002813C1">
        <w:t xml:space="preserve"> qu</w:t>
      </w:r>
      <w:r w:rsidR="00B77E03">
        <w:t>’</w:t>
      </w:r>
      <w:r w:rsidRPr="002813C1">
        <w:t>on soit</w:t>
      </w:r>
      <w:r w:rsidR="00B77E03">
        <w:t xml:space="preserve">, </w:t>
      </w:r>
      <w:r w:rsidRPr="002813C1">
        <w:t>on n</w:t>
      </w:r>
      <w:r w:rsidR="00B77E03">
        <w:t>’</w:t>
      </w:r>
      <w:r w:rsidRPr="002813C1">
        <w:t>est jamais complet</w:t>
      </w:r>
      <w:r w:rsidR="00B77E03">
        <w:t xml:space="preserve"> : </w:t>
      </w:r>
      <w:r w:rsidRPr="002813C1">
        <w:t>il se sentait bouleversé intérieurement</w:t>
      </w:r>
      <w:r w:rsidR="00B77E03">
        <w:t xml:space="preserve">, </w:t>
      </w:r>
      <w:r w:rsidRPr="002813C1">
        <w:t xml:space="preserve">et </w:t>
      </w:r>
      <w:r w:rsidR="00B77E03">
        <w:t>« </w:t>
      </w:r>
      <w:r w:rsidRPr="002813C1">
        <w:t>tout chose</w:t>
      </w:r>
      <w:r w:rsidR="00B77E03">
        <w:t> »</w:t>
      </w:r>
      <w:r w:rsidRPr="002813C1">
        <w:t xml:space="preserve"> comme jamais auparavant</w:t>
      </w:r>
      <w:r w:rsidR="00B77E03">
        <w:t>…</w:t>
      </w:r>
    </w:p>
    <w:p w14:paraId="20828ECE" w14:textId="77777777" w:rsidR="00B77E03" w:rsidRDefault="0024252B" w:rsidP="00B77E03">
      <w:r w:rsidRPr="002813C1">
        <w:t>Non que</w:t>
      </w:r>
      <w:r w:rsidR="00B77E03">
        <w:t xml:space="preserve">, </w:t>
      </w:r>
      <w:r w:rsidRPr="002813C1">
        <w:t>se jugeant tout à coup</w:t>
      </w:r>
      <w:r w:rsidR="00B77E03">
        <w:t xml:space="preserve">, </w:t>
      </w:r>
      <w:r w:rsidRPr="002813C1">
        <w:t>il se repentît</w:t>
      </w:r>
      <w:r w:rsidR="00B77E03">
        <w:t xml:space="preserve">, </w:t>
      </w:r>
      <w:r w:rsidRPr="002813C1">
        <w:t>il en était incapable</w:t>
      </w:r>
      <w:r w:rsidR="00B77E03">
        <w:t xml:space="preserve">, </w:t>
      </w:r>
      <w:r w:rsidRPr="002813C1">
        <w:t>mais parce qu</w:t>
      </w:r>
      <w:r w:rsidR="00B77E03">
        <w:t>’</w:t>
      </w:r>
      <w:r w:rsidRPr="002813C1">
        <w:t>il est des heures où la conscience engourdie s</w:t>
      </w:r>
      <w:r w:rsidR="00B77E03">
        <w:t>’</w:t>
      </w:r>
      <w:r w:rsidRPr="002813C1">
        <w:t>agite</w:t>
      </w:r>
      <w:r w:rsidR="00B77E03">
        <w:t xml:space="preserve">, </w:t>
      </w:r>
      <w:r w:rsidRPr="002813C1">
        <w:t>où les instincts dévoyés reprennent leurs droits</w:t>
      </w:r>
      <w:r w:rsidR="00B77E03">
        <w:t>…</w:t>
      </w:r>
    </w:p>
    <w:p w14:paraId="51EC9D50" w14:textId="77777777" w:rsidR="00B77E03" w:rsidRDefault="0024252B" w:rsidP="00B77E03">
      <w:r w:rsidRPr="002813C1">
        <w:t>Même</w:t>
      </w:r>
      <w:r w:rsidR="00B77E03">
        <w:t xml:space="preserve">, </w:t>
      </w:r>
      <w:r w:rsidRPr="002813C1">
        <w:t>s</w:t>
      </w:r>
      <w:r w:rsidR="00B77E03">
        <w:t>’</w:t>
      </w:r>
      <w:r w:rsidRPr="002813C1">
        <w:t>il eût suivi son inspiration</w:t>
      </w:r>
      <w:r w:rsidR="00B77E03">
        <w:t xml:space="preserve">, </w:t>
      </w:r>
      <w:r w:rsidRPr="002813C1">
        <w:t>il se fût précipité après sa mère</w:t>
      </w:r>
      <w:r w:rsidR="00B77E03">
        <w:t xml:space="preserve">, </w:t>
      </w:r>
      <w:r w:rsidRPr="002813C1">
        <w:t>prêt à tomber à ses genoux</w:t>
      </w:r>
      <w:r w:rsidR="00B77E03">
        <w:t>.</w:t>
      </w:r>
    </w:p>
    <w:p w14:paraId="4A589F31" w14:textId="77777777" w:rsidR="00B77E03" w:rsidRDefault="0024252B" w:rsidP="00B77E03">
      <w:r w:rsidRPr="002813C1">
        <w:t>La réflexion</w:t>
      </w:r>
      <w:r w:rsidR="00B77E03">
        <w:t xml:space="preserve">, </w:t>
      </w:r>
      <w:r w:rsidRPr="002813C1">
        <w:t>l</w:t>
      </w:r>
      <w:r w:rsidR="00B77E03">
        <w:t>’</w:t>
      </w:r>
      <w:r w:rsidRPr="002813C1">
        <w:t xml:space="preserve">idée du vicomte de </w:t>
      </w:r>
      <w:proofErr w:type="spellStart"/>
      <w:r w:rsidRPr="002813C1">
        <w:t>Coralth</w:t>
      </w:r>
      <w:proofErr w:type="spellEnd"/>
      <w:r w:rsidRPr="002813C1">
        <w:t xml:space="preserve"> et du marquis de </w:t>
      </w:r>
      <w:proofErr w:type="spellStart"/>
      <w:r w:rsidRPr="002813C1">
        <w:t>Valorsay</w:t>
      </w:r>
      <w:proofErr w:type="spellEnd"/>
      <w:r w:rsidRPr="002813C1">
        <w:t xml:space="preserve"> arrêtèrent ce premier mouvement</w:t>
      </w:r>
      <w:r w:rsidR="00B77E03">
        <w:t xml:space="preserve">, </w:t>
      </w:r>
      <w:r w:rsidRPr="002813C1">
        <w:t>le bon</w:t>
      </w:r>
      <w:r w:rsidR="00B77E03">
        <w:t>.</w:t>
      </w:r>
    </w:p>
    <w:p w14:paraId="5E011186" w14:textId="77777777" w:rsidR="00B77E03" w:rsidRDefault="00B77E03" w:rsidP="00B77E03">
      <w:r>
        <w:t>— </w:t>
      </w:r>
      <w:r w:rsidR="0024252B" w:rsidRPr="002813C1">
        <w:t xml:space="preserve">Ils me </w:t>
      </w:r>
      <w:r>
        <w:t>« </w:t>
      </w:r>
      <w:r w:rsidR="0024252B" w:rsidRPr="002813C1">
        <w:t>blagueraient</w:t>
      </w:r>
      <w:r>
        <w:t>, »</w:t>
      </w:r>
      <w:r w:rsidR="0024252B" w:rsidRPr="002813C1">
        <w:t xml:space="preserve"> pensa-t-il</w:t>
      </w:r>
      <w:r>
        <w:t xml:space="preserve">… </w:t>
      </w:r>
      <w:r w:rsidR="0024252B" w:rsidRPr="002813C1">
        <w:t>Tant pis</w:t>
      </w:r>
      <w:r>
        <w:t xml:space="preserve"> !… </w:t>
      </w:r>
      <w:r w:rsidR="0024252B" w:rsidRPr="002813C1">
        <w:t>C</w:t>
      </w:r>
      <w:r>
        <w:t>’</w:t>
      </w:r>
      <w:r w:rsidR="0024252B" w:rsidRPr="002813C1">
        <w:t>est elle qui le veut</w:t>
      </w:r>
      <w:r>
        <w:t> !…</w:t>
      </w:r>
    </w:p>
    <w:p w14:paraId="25C515D4" w14:textId="77777777" w:rsidR="00B77E03" w:rsidRDefault="0024252B" w:rsidP="00B77E03">
      <w:r w:rsidRPr="002813C1">
        <w:t>Et retroussant fièrement sa moustache</w:t>
      </w:r>
      <w:r w:rsidR="00B77E03">
        <w:t xml:space="preserve">, </w:t>
      </w:r>
      <w:r w:rsidRPr="002813C1">
        <w:t>il sortit la tête haute</w:t>
      </w:r>
      <w:r w:rsidR="00B77E03">
        <w:t xml:space="preserve">, </w:t>
      </w:r>
      <w:r w:rsidRPr="002813C1">
        <w:t>poursuivi jusqu</w:t>
      </w:r>
      <w:r w:rsidR="00B77E03">
        <w:t>’</w:t>
      </w:r>
      <w:r w:rsidRPr="002813C1">
        <w:t>au seuil de l</w:t>
      </w:r>
      <w:r w:rsidR="00B77E03">
        <w:t>’</w:t>
      </w:r>
      <w:r w:rsidRPr="002813C1">
        <w:t>hôtel d</w:t>
      </w:r>
      <w:r w:rsidR="00B77E03">
        <w:t>’</w:t>
      </w:r>
      <w:r w:rsidRPr="002813C1">
        <w:t>Argelès par les murmures des domestiques</w:t>
      </w:r>
      <w:r w:rsidR="00B77E03">
        <w:t xml:space="preserve">, </w:t>
      </w:r>
      <w:r w:rsidRPr="002813C1">
        <w:t>bien près de se changer en huées</w:t>
      </w:r>
      <w:r w:rsidR="00B77E03">
        <w:t>.</w:t>
      </w:r>
    </w:p>
    <w:p w14:paraId="6A4126D1" w14:textId="694D48DE" w:rsidR="00B77E03" w:rsidRDefault="0024252B" w:rsidP="00B77E03">
      <w:r w:rsidRPr="002813C1">
        <w:t>Mais que lui importait</w:t>
      </w:r>
      <w:r w:rsidR="00B77E03">
        <w:t xml:space="preserve"> ! </w:t>
      </w:r>
      <w:r w:rsidRPr="002813C1">
        <w:t>l</w:t>
      </w:r>
      <w:r w:rsidR="00B77E03">
        <w:t>’</w:t>
      </w:r>
      <w:r w:rsidRPr="002813C1">
        <w:t>opinion des subalternes ne montait pas jusqu</w:t>
      </w:r>
      <w:r w:rsidR="00B77E03">
        <w:t>’</w:t>
      </w:r>
      <w:r w:rsidRPr="002813C1">
        <w:t>à lui</w:t>
      </w:r>
      <w:r w:rsidR="00B77E03">
        <w:t xml:space="preserve">… </w:t>
      </w:r>
      <w:r w:rsidRPr="002813C1">
        <w:t>Il n</w:t>
      </w:r>
      <w:r w:rsidR="00B77E03">
        <w:t>’</w:t>
      </w:r>
      <w:r w:rsidRPr="002813C1">
        <w:t xml:space="preserve">avait pas fait cent pas dans la rue </w:t>
      </w:r>
      <w:r w:rsidRPr="002813C1">
        <w:lastRenderedPageBreak/>
        <w:t>que son émotion s</w:t>
      </w:r>
      <w:r w:rsidR="00B77E03">
        <w:t>’</w:t>
      </w:r>
      <w:r w:rsidRPr="002813C1">
        <w:t>était dissipée</w:t>
      </w:r>
      <w:r w:rsidR="00B77E03">
        <w:t xml:space="preserve">, </w:t>
      </w:r>
      <w:r w:rsidRPr="002813C1">
        <w:t>et qu</w:t>
      </w:r>
      <w:r w:rsidR="00B77E03">
        <w:t>’</w:t>
      </w:r>
      <w:r w:rsidRPr="002813C1">
        <w:t>il ne songeait plus qu</w:t>
      </w:r>
      <w:r w:rsidR="00B77E03">
        <w:t>’</w:t>
      </w:r>
      <w:r w:rsidRPr="002813C1">
        <w:t>aux moyens de distraire son impatience jusqu</w:t>
      </w:r>
      <w:r w:rsidR="00B77E03">
        <w:t>’</w:t>
      </w:r>
      <w:r w:rsidRPr="002813C1">
        <w:t>à l</w:t>
      </w:r>
      <w:r w:rsidR="00B77E03">
        <w:t>’</w:t>
      </w:r>
      <w:r w:rsidRPr="002813C1">
        <w:t xml:space="preserve">heure qui lui avait été fixée par </w:t>
      </w:r>
      <w:r w:rsidR="00B77E03">
        <w:t>M. de </w:t>
      </w:r>
      <w:proofErr w:type="spellStart"/>
      <w:r w:rsidRPr="002813C1">
        <w:t>Valorsay</w:t>
      </w:r>
      <w:proofErr w:type="spellEnd"/>
      <w:r w:rsidR="00B77E03">
        <w:t>.</w:t>
      </w:r>
    </w:p>
    <w:p w14:paraId="6EE29FC7" w14:textId="77777777" w:rsidR="00B77E03" w:rsidRDefault="0024252B" w:rsidP="00B77E03">
      <w:r w:rsidRPr="002813C1">
        <w:t>Il n</w:t>
      </w:r>
      <w:r w:rsidR="00B77E03">
        <w:t>’</w:t>
      </w:r>
      <w:r w:rsidRPr="002813C1">
        <w:t>avait pas déjeuné</w:t>
      </w:r>
      <w:r w:rsidR="00B77E03">
        <w:t xml:space="preserve">, </w:t>
      </w:r>
      <w:r w:rsidRPr="002813C1">
        <w:t>mais son estomac</w:t>
      </w:r>
      <w:r w:rsidR="00B77E03">
        <w:t xml:space="preserve">, </w:t>
      </w:r>
      <w:r w:rsidRPr="002813C1">
        <w:t>ainsi qu</w:t>
      </w:r>
      <w:r w:rsidR="00B77E03">
        <w:t>’</w:t>
      </w:r>
      <w:r w:rsidRPr="002813C1">
        <w:t>il se l</w:t>
      </w:r>
      <w:r w:rsidR="00B77E03">
        <w:t>’</w:t>
      </w:r>
      <w:r w:rsidRPr="002813C1">
        <w:t>avouait</w:t>
      </w:r>
      <w:r w:rsidR="00B77E03">
        <w:t xml:space="preserve">, </w:t>
      </w:r>
      <w:r w:rsidRPr="002813C1">
        <w:t>n</w:t>
      </w:r>
      <w:r w:rsidR="00B77E03">
        <w:t>’</w:t>
      </w:r>
      <w:r w:rsidRPr="002813C1">
        <w:t>était pas à la hauteur</w:t>
      </w:r>
      <w:r w:rsidR="00B77E03">
        <w:t xml:space="preserve">, </w:t>
      </w:r>
      <w:r w:rsidRPr="002813C1">
        <w:t>et il lui eût été impossible d</w:t>
      </w:r>
      <w:r w:rsidR="00B77E03">
        <w:t>’</w:t>
      </w:r>
      <w:r w:rsidRPr="002813C1">
        <w:t>avaler une bouchée</w:t>
      </w:r>
      <w:r w:rsidR="00B77E03">
        <w:t xml:space="preserve">… </w:t>
      </w:r>
      <w:r w:rsidRPr="002813C1">
        <w:t>Ne voulant pas rentrer chez lui</w:t>
      </w:r>
      <w:r w:rsidR="00B77E03">
        <w:t xml:space="preserve">, </w:t>
      </w:r>
      <w:r w:rsidRPr="002813C1">
        <w:t>il se mit en quête d</w:t>
      </w:r>
      <w:r w:rsidR="00B77E03">
        <w:t>’</w:t>
      </w:r>
      <w:r w:rsidRPr="002813C1">
        <w:t>un de ses anciens amis</w:t>
      </w:r>
      <w:r w:rsidR="00B77E03">
        <w:t xml:space="preserve">, </w:t>
      </w:r>
      <w:r w:rsidRPr="002813C1">
        <w:t>avec l</w:t>
      </w:r>
      <w:r w:rsidR="00B77E03">
        <w:t>’</w:t>
      </w:r>
      <w:r w:rsidRPr="002813C1">
        <w:t>intention généreuse de les écraser de ses grandeurs nouvelles</w:t>
      </w:r>
      <w:r w:rsidR="00B77E03">
        <w:t xml:space="preserve">. </w:t>
      </w:r>
      <w:r w:rsidRPr="002813C1">
        <w:t>N</w:t>
      </w:r>
      <w:r w:rsidR="00B77E03">
        <w:t>’</w:t>
      </w:r>
      <w:r w:rsidRPr="002813C1">
        <w:t>en trouvant pas</w:t>
      </w:r>
      <w:r w:rsidR="00B77E03">
        <w:t xml:space="preserve">, </w:t>
      </w:r>
      <w:r w:rsidRPr="002813C1">
        <w:t>et comme il fallait à toute force une issue à la vanité qui l</w:t>
      </w:r>
      <w:r w:rsidR="00B77E03">
        <w:t>’</w:t>
      </w:r>
      <w:r w:rsidRPr="002813C1">
        <w:t>étouffait</w:t>
      </w:r>
      <w:r w:rsidR="00B77E03">
        <w:t xml:space="preserve">, </w:t>
      </w:r>
      <w:r w:rsidRPr="002813C1">
        <w:t>il entra chez un graveur</w:t>
      </w:r>
      <w:r w:rsidR="00B77E03">
        <w:t xml:space="preserve">, </w:t>
      </w:r>
      <w:r w:rsidRPr="002813C1">
        <w:t>qu</w:t>
      </w:r>
      <w:r w:rsidR="00B77E03">
        <w:t>’</w:t>
      </w:r>
      <w:r w:rsidRPr="002813C1">
        <w:t>il étourdit de son importance</w:t>
      </w:r>
      <w:r w:rsidR="00B77E03">
        <w:t xml:space="preserve">, </w:t>
      </w:r>
      <w:r w:rsidRPr="002813C1">
        <w:t>et se commanda des cartes de visite</w:t>
      </w:r>
      <w:r w:rsidR="00B77E03">
        <w:t xml:space="preserve"> : </w:t>
      </w:r>
      <w:r w:rsidRPr="002813C1">
        <w:t>W</w:t>
      </w:r>
      <w:r w:rsidR="00B77E03">
        <w:t xml:space="preserve">. </w:t>
      </w:r>
      <w:r w:rsidRPr="002813C1">
        <w:t>de Gordon-</w:t>
      </w:r>
      <w:proofErr w:type="spellStart"/>
      <w:r w:rsidRPr="002813C1">
        <w:t>Chalusse</w:t>
      </w:r>
      <w:proofErr w:type="spellEnd"/>
      <w:r w:rsidR="00B77E03">
        <w:t xml:space="preserve">, </w:t>
      </w:r>
      <w:r w:rsidRPr="002813C1">
        <w:t>avec une couronne de comte dans un des angles</w:t>
      </w:r>
      <w:r w:rsidR="00B77E03">
        <w:t>…</w:t>
      </w:r>
    </w:p>
    <w:p w14:paraId="28BB21F6" w14:textId="607B2260" w:rsidR="00B77E03" w:rsidRDefault="0024252B" w:rsidP="00B77E03">
      <w:r w:rsidRPr="002813C1">
        <w:t>Avec tout cela</w:t>
      </w:r>
      <w:r w:rsidR="00B77E03">
        <w:t xml:space="preserve">, </w:t>
      </w:r>
      <w:r w:rsidRPr="002813C1">
        <w:t>le temps passait si bien qu</w:t>
      </w:r>
      <w:r w:rsidR="00B77E03">
        <w:t>’</w:t>
      </w:r>
      <w:r w:rsidRPr="002813C1">
        <w:t xml:space="preserve">il arriva un peu en retard au rendez-vous de ce </w:t>
      </w:r>
      <w:r w:rsidR="00B77E03">
        <w:t>« </w:t>
      </w:r>
      <w:r w:rsidRPr="002813C1">
        <w:t>cher marquis</w:t>
      </w:r>
      <w:r w:rsidR="00B77E03">
        <w:t>. »</w:t>
      </w:r>
    </w:p>
    <w:p w14:paraId="53D30A67" w14:textId="77777777" w:rsidR="00B77E03" w:rsidRDefault="0024252B" w:rsidP="00B77E03">
      <w:r w:rsidRPr="002813C1">
        <w:t>Il le retrouva comme il l</w:t>
      </w:r>
      <w:r w:rsidR="00B77E03">
        <w:t>’</w:t>
      </w:r>
      <w:r w:rsidRPr="002813C1">
        <w:t>avait quitté</w:t>
      </w:r>
      <w:r w:rsidR="00B77E03">
        <w:t xml:space="preserve">, </w:t>
      </w:r>
      <w:r w:rsidRPr="002813C1">
        <w:t>dans son fumoir</w:t>
      </w:r>
      <w:r w:rsidR="00B77E03">
        <w:t xml:space="preserve">, </w:t>
      </w:r>
      <w:r w:rsidRPr="002813C1">
        <w:t xml:space="preserve">causant avec le vicomte de </w:t>
      </w:r>
      <w:proofErr w:type="spellStart"/>
      <w:r w:rsidRPr="002813C1">
        <w:t>Coralth</w:t>
      </w:r>
      <w:proofErr w:type="spellEnd"/>
      <w:r w:rsidR="00B77E03">
        <w:t>…</w:t>
      </w:r>
    </w:p>
    <w:p w14:paraId="3CA130A4" w14:textId="4996F626" w:rsidR="00B77E03" w:rsidRDefault="00B77E03" w:rsidP="00B77E03">
      <w:r>
        <w:t>M. de </w:t>
      </w:r>
      <w:proofErr w:type="spellStart"/>
      <w:r w:rsidR="0024252B" w:rsidRPr="002813C1">
        <w:t>Valorsay</w:t>
      </w:r>
      <w:proofErr w:type="spellEnd"/>
      <w:r w:rsidR="0024252B" w:rsidRPr="002813C1">
        <w:t xml:space="preserve"> était sorti</w:t>
      </w:r>
      <w:r>
        <w:t xml:space="preserve">, </w:t>
      </w:r>
      <w:r w:rsidR="0024252B" w:rsidRPr="002813C1">
        <w:t>cependant</w:t>
      </w:r>
      <w:r>
        <w:t xml:space="preserve">… </w:t>
      </w:r>
      <w:r w:rsidR="0024252B" w:rsidRPr="002813C1">
        <w:t>Mais il ne lui avait pas fallu plus d</w:t>
      </w:r>
      <w:r>
        <w:t>’</w:t>
      </w:r>
      <w:r w:rsidR="0024252B" w:rsidRPr="002813C1">
        <w:t>une heure pour mettre en mouvement toutes ses batteries</w:t>
      </w:r>
      <w:r>
        <w:t xml:space="preserve">, </w:t>
      </w:r>
      <w:r w:rsidR="0024252B" w:rsidRPr="002813C1">
        <w:t>dressées et prêtes à jouer depuis la veille</w:t>
      </w:r>
      <w:r>
        <w:t>…</w:t>
      </w:r>
    </w:p>
    <w:p w14:paraId="6EEB1A2C" w14:textId="4B68D5B8" w:rsidR="00B77E03" w:rsidRDefault="00B77E03" w:rsidP="00B77E03">
      <w:r>
        <w:t>— </w:t>
      </w:r>
      <w:r w:rsidR="0024252B" w:rsidRPr="002813C1">
        <w:t>Victoire</w:t>
      </w:r>
      <w:r>
        <w:t xml:space="preserve"> !… </w:t>
      </w:r>
      <w:r w:rsidR="0024252B" w:rsidRPr="002813C1">
        <w:t>s</w:t>
      </w:r>
      <w:r>
        <w:t>’</w:t>
      </w:r>
      <w:r w:rsidR="0024252B" w:rsidRPr="002813C1">
        <w:t xml:space="preserve">écria dès le seuil </w:t>
      </w:r>
      <w:r>
        <w:t>M. </w:t>
      </w:r>
      <w:proofErr w:type="spellStart"/>
      <w:r w:rsidR="0024252B" w:rsidRPr="002813C1">
        <w:t>Wilkie</w:t>
      </w:r>
      <w:proofErr w:type="spellEnd"/>
      <w:r>
        <w:t xml:space="preserve">. </w:t>
      </w:r>
      <w:r w:rsidR="0024252B" w:rsidRPr="002813C1">
        <w:t>Ça été dur</w:t>
      </w:r>
      <w:r>
        <w:t xml:space="preserve">, </w:t>
      </w:r>
      <w:r w:rsidR="0024252B" w:rsidRPr="002813C1">
        <w:t>mais je me suis montré</w:t>
      </w:r>
      <w:r>
        <w:t xml:space="preserve">… </w:t>
      </w:r>
      <w:r w:rsidR="0024252B" w:rsidRPr="002813C1">
        <w:t>J</w:t>
      </w:r>
      <w:r>
        <w:t>’</w:t>
      </w:r>
      <w:r w:rsidR="0024252B" w:rsidRPr="002813C1">
        <w:t>hérite</w:t>
      </w:r>
      <w:r>
        <w:t xml:space="preserve">, </w:t>
      </w:r>
      <w:r w:rsidR="0024252B" w:rsidRPr="002813C1">
        <w:t>je tiens les millions</w:t>
      </w:r>
      <w:r>
        <w:t> !…</w:t>
      </w:r>
    </w:p>
    <w:p w14:paraId="6752535B" w14:textId="0F28014B" w:rsidR="00B77E03" w:rsidRDefault="0024252B" w:rsidP="00B77E03">
      <w:r w:rsidRPr="002813C1">
        <w:t xml:space="preserve">Et sans laisser à ses </w:t>
      </w:r>
      <w:r w:rsidR="00B77E03">
        <w:t>« </w:t>
      </w:r>
      <w:r w:rsidRPr="002813C1">
        <w:t>excellents bons</w:t>
      </w:r>
      <w:r w:rsidR="00B77E03">
        <w:t> »</w:t>
      </w:r>
      <w:r w:rsidRPr="002813C1">
        <w:t xml:space="preserve"> le temps de le féliciter</w:t>
      </w:r>
      <w:r w:rsidR="00B77E03">
        <w:t xml:space="preserve">, </w:t>
      </w:r>
      <w:r w:rsidRPr="002813C1">
        <w:t xml:space="preserve">il se mit à raconter son entrevue avec </w:t>
      </w:r>
      <w:r w:rsidR="00B77E03">
        <w:t>M</w:t>
      </w:r>
      <w:r w:rsidR="00B77E03" w:rsidRPr="00B77E03">
        <w:rPr>
          <w:vertAlign w:val="superscript"/>
        </w:rPr>
        <w:t>me</w:t>
      </w:r>
      <w:r w:rsidR="00B77E03">
        <w:t> </w:t>
      </w:r>
      <w:r w:rsidRPr="002813C1">
        <w:t>d</w:t>
      </w:r>
      <w:r w:rsidR="00B77E03">
        <w:t>’</w:t>
      </w:r>
      <w:r w:rsidRPr="002813C1">
        <w:t>Argelès</w:t>
      </w:r>
      <w:r w:rsidR="00B77E03">
        <w:t xml:space="preserve">, </w:t>
      </w:r>
      <w:r w:rsidRPr="002813C1">
        <w:t>outrant l</w:t>
      </w:r>
      <w:r w:rsidR="00B77E03">
        <w:t>’</w:t>
      </w:r>
      <w:r w:rsidRPr="002813C1">
        <w:t>odieux de sa conduite</w:t>
      </w:r>
      <w:r w:rsidR="00B77E03">
        <w:t xml:space="preserve">, </w:t>
      </w:r>
      <w:r w:rsidRPr="002813C1">
        <w:t>s</w:t>
      </w:r>
      <w:r w:rsidR="00B77E03">
        <w:t>’</w:t>
      </w:r>
      <w:r w:rsidRPr="002813C1">
        <w:t xml:space="preserve">attribuant toutes sortes de propos </w:t>
      </w:r>
      <w:r w:rsidR="00B77E03">
        <w:t>« </w:t>
      </w:r>
      <w:r w:rsidRPr="002813C1">
        <w:t>très-raides</w:t>
      </w:r>
      <w:r w:rsidR="00B77E03">
        <w:t> »</w:t>
      </w:r>
      <w:r w:rsidRPr="002813C1">
        <w:t xml:space="preserve"> qu</w:t>
      </w:r>
      <w:r w:rsidR="00B77E03">
        <w:t>’</w:t>
      </w:r>
      <w:r w:rsidRPr="002813C1">
        <w:t>il n</w:t>
      </w:r>
      <w:r w:rsidR="00B77E03">
        <w:t>’</w:t>
      </w:r>
      <w:r w:rsidRPr="002813C1">
        <w:t>avait point tenus</w:t>
      </w:r>
      <w:r w:rsidR="00B77E03">
        <w:t xml:space="preserve">, </w:t>
      </w:r>
      <w:r w:rsidRPr="002813C1">
        <w:t>posant de son mieux enfin pour l</w:t>
      </w:r>
      <w:r w:rsidR="00B77E03">
        <w:t>’</w:t>
      </w:r>
      <w:r w:rsidRPr="002813C1">
        <w:t>homme de bronze</w:t>
      </w:r>
      <w:r w:rsidR="00B77E03">
        <w:t xml:space="preserve">, </w:t>
      </w:r>
      <w:r w:rsidRPr="002813C1">
        <w:t>et tout d</w:t>
      </w:r>
      <w:r w:rsidR="00B77E03">
        <w:t>’</w:t>
      </w:r>
      <w:r w:rsidRPr="002813C1">
        <w:t>un bloc</w:t>
      </w:r>
      <w:r w:rsidR="00B77E03">
        <w:t xml:space="preserve">, </w:t>
      </w:r>
      <w:r w:rsidRPr="002813C1">
        <w:t>ainsi qu</w:t>
      </w:r>
      <w:r w:rsidR="00B77E03">
        <w:t>’</w:t>
      </w:r>
      <w:r w:rsidRPr="002813C1">
        <w:t>il disait</w:t>
      </w:r>
      <w:r w:rsidR="00B77E03">
        <w:t>.</w:t>
      </w:r>
    </w:p>
    <w:p w14:paraId="36799C38" w14:textId="79D0EC45" w:rsidR="00B77E03" w:rsidRDefault="00B77E03" w:rsidP="00B77E03">
      <w:r>
        <w:lastRenderedPageBreak/>
        <w:t>— </w:t>
      </w:r>
      <w:r w:rsidR="0024252B" w:rsidRPr="002813C1">
        <w:t>Décidément vous êtes plus fort que je ne croyais</w:t>
      </w:r>
      <w:r>
        <w:t xml:space="preserve">, </w:t>
      </w:r>
      <w:r w:rsidR="0024252B" w:rsidRPr="002813C1">
        <w:t xml:space="preserve">opina gravement </w:t>
      </w:r>
      <w:r>
        <w:t>M. de </w:t>
      </w:r>
      <w:proofErr w:type="spellStart"/>
      <w:r w:rsidR="0024252B" w:rsidRPr="002813C1">
        <w:t>Valorsay</w:t>
      </w:r>
      <w:proofErr w:type="spellEnd"/>
      <w:r w:rsidR="0024252B" w:rsidRPr="002813C1">
        <w:t xml:space="preserve"> quand il eut terminé</w:t>
      </w:r>
      <w:r>
        <w:t>.</w:t>
      </w:r>
    </w:p>
    <w:p w14:paraId="08AFD562" w14:textId="77777777" w:rsidR="00B77E03" w:rsidRDefault="00B77E03" w:rsidP="00B77E03">
      <w:r>
        <w:t>— </w:t>
      </w:r>
      <w:r w:rsidR="0024252B" w:rsidRPr="002813C1">
        <w:t>Hein</w:t>
      </w:r>
      <w:r>
        <w:t xml:space="preserve">… </w:t>
      </w:r>
      <w:r w:rsidR="0024252B" w:rsidRPr="002813C1">
        <w:t>n</w:t>
      </w:r>
      <w:r>
        <w:t>’</w:t>
      </w:r>
      <w:r w:rsidR="0024252B" w:rsidRPr="002813C1">
        <w:t>est-ce pas</w:t>
      </w:r>
      <w:r>
        <w:t> ?…</w:t>
      </w:r>
    </w:p>
    <w:p w14:paraId="10CD92E8" w14:textId="77777777" w:rsidR="00B77E03" w:rsidRDefault="00B77E03" w:rsidP="00B77E03">
      <w:r>
        <w:t>— </w:t>
      </w:r>
      <w:r w:rsidR="0024252B" w:rsidRPr="002813C1">
        <w:t>Positivement</w:t>
      </w:r>
      <w:r>
        <w:t xml:space="preserve">… </w:t>
      </w:r>
      <w:r w:rsidR="0024252B" w:rsidRPr="002813C1">
        <w:t>Et de plus</w:t>
      </w:r>
      <w:r>
        <w:t xml:space="preserve">, </w:t>
      </w:r>
      <w:r w:rsidR="0024252B" w:rsidRPr="002813C1">
        <w:t>vous avez toutes les chances</w:t>
      </w:r>
      <w:r>
        <w:t xml:space="preserve">. </w:t>
      </w:r>
      <w:r w:rsidR="0024252B" w:rsidRPr="002813C1">
        <w:t>Que votre histoire s</w:t>
      </w:r>
      <w:r>
        <w:t>’</w:t>
      </w:r>
      <w:r w:rsidR="0024252B" w:rsidRPr="002813C1">
        <w:t>ébruite</w:t>
      </w:r>
      <w:r>
        <w:t xml:space="preserve">, </w:t>
      </w:r>
      <w:r w:rsidR="0024252B" w:rsidRPr="002813C1">
        <w:t>et elle s</w:t>
      </w:r>
      <w:r>
        <w:t>’</w:t>
      </w:r>
      <w:r w:rsidR="0024252B" w:rsidRPr="002813C1">
        <w:t>ébruitera</w:t>
      </w:r>
      <w:r>
        <w:t xml:space="preserve">, </w:t>
      </w:r>
      <w:r w:rsidR="0024252B" w:rsidRPr="002813C1">
        <w:t>et vous voilà lancé</w:t>
      </w:r>
      <w:r>
        <w:t xml:space="preserve">… </w:t>
      </w:r>
      <w:r w:rsidR="0024252B" w:rsidRPr="002813C1">
        <w:t>Voyez-vous la stupeur de Paris</w:t>
      </w:r>
      <w:r>
        <w:t xml:space="preserve">, </w:t>
      </w:r>
      <w:r w:rsidR="0024252B" w:rsidRPr="002813C1">
        <w:t>apprenant que Lia d</w:t>
      </w:r>
      <w:r>
        <w:t>’</w:t>
      </w:r>
      <w:r w:rsidR="0024252B" w:rsidRPr="002813C1">
        <w:t>Argelès était une honnête femme se dévouant pour son fils</w:t>
      </w:r>
      <w:r>
        <w:t xml:space="preserve">, </w:t>
      </w:r>
      <w:r w:rsidR="0024252B" w:rsidRPr="002813C1">
        <w:t>une martyre dont la réputation scandaleuse n</w:t>
      </w:r>
      <w:r>
        <w:t>’</w:t>
      </w:r>
      <w:r w:rsidR="0024252B" w:rsidRPr="002813C1">
        <w:t>était que l</w:t>
      </w:r>
      <w:r>
        <w:t>’</w:t>
      </w:r>
      <w:r w:rsidR="0024252B" w:rsidRPr="002813C1">
        <w:t>enseigne mensongère d</w:t>
      </w:r>
      <w:r>
        <w:t>’</w:t>
      </w:r>
      <w:r w:rsidR="0024252B" w:rsidRPr="002813C1">
        <w:t>un tripot commandité par des hommes du monde</w:t>
      </w:r>
      <w:r>
        <w:t xml:space="preserve">… </w:t>
      </w:r>
      <w:r w:rsidR="0024252B" w:rsidRPr="002813C1">
        <w:t>Les journaux en ont pour un mois à s</w:t>
      </w:r>
      <w:r>
        <w:t>’</w:t>
      </w:r>
      <w:r w:rsidR="0024252B" w:rsidRPr="002813C1">
        <w:t>ébahir de cette aventure étrange</w:t>
      </w:r>
      <w:r>
        <w:t xml:space="preserve">… </w:t>
      </w:r>
      <w:r w:rsidR="0024252B" w:rsidRPr="002813C1">
        <w:t>Sur qui rejaillira tout ce bruit</w:t>
      </w:r>
      <w:r>
        <w:t xml:space="preserve"> ? </w:t>
      </w:r>
      <w:r w:rsidR="0024252B" w:rsidRPr="002813C1">
        <w:t>Sur vous</w:t>
      </w:r>
      <w:r>
        <w:t xml:space="preserve">, </w:t>
      </w:r>
      <w:r w:rsidR="0024252B" w:rsidRPr="002813C1">
        <w:t>cher monsieur</w:t>
      </w:r>
      <w:r>
        <w:t xml:space="preserve">, </w:t>
      </w:r>
      <w:r w:rsidR="0024252B" w:rsidRPr="002813C1">
        <w:t>et vos millions brochant sur le tout</w:t>
      </w:r>
      <w:r>
        <w:t xml:space="preserve">, </w:t>
      </w:r>
      <w:r w:rsidR="0024252B" w:rsidRPr="002813C1">
        <w:t>vous voilà le lion de l</w:t>
      </w:r>
      <w:r>
        <w:t>’</w:t>
      </w:r>
      <w:r w:rsidR="0024252B" w:rsidRPr="002813C1">
        <w:t>hiver</w:t>
      </w:r>
      <w:r>
        <w:t>…</w:t>
      </w:r>
    </w:p>
    <w:p w14:paraId="6EA7DA17" w14:textId="6F261D5D" w:rsidR="00B77E03" w:rsidRDefault="00B77E03" w:rsidP="00B77E03">
      <w:r>
        <w:t>M. </w:t>
      </w:r>
      <w:proofErr w:type="spellStart"/>
      <w:r w:rsidR="0024252B" w:rsidRPr="002813C1">
        <w:t>Wilkie</w:t>
      </w:r>
      <w:proofErr w:type="spellEnd"/>
      <w:r w:rsidR="0024252B" w:rsidRPr="002813C1">
        <w:t xml:space="preserve"> ne se sentait pas de joie</w:t>
      </w:r>
      <w:r>
        <w:t xml:space="preserve">, </w:t>
      </w:r>
      <w:r w:rsidR="0024252B" w:rsidRPr="002813C1">
        <w:t>et d</w:t>
      </w:r>
      <w:r>
        <w:t>’</w:t>
      </w:r>
      <w:r w:rsidR="0024252B" w:rsidRPr="002813C1">
        <w:t>un ton de fausse modestie</w:t>
      </w:r>
      <w:r>
        <w:t> :</w:t>
      </w:r>
    </w:p>
    <w:p w14:paraId="5228F1B3" w14:textId="77777777" w:rsidR="00B77E03" w:rsidRDefault="00B77E03" w:rsidP="00B77E03">
      <w:r>
        <w:t>— </w:t>
      </w:r>
      <w:r w:rsidR="0024252B" w:rsidRPr="002813C1">
        <w:t>De grâce</w:t>
      </w:r>
      <w:r>
        <w:t xml:space="preserve">, </w:t>
      </w:r>
      <w:r w:rsidR="0024252B" w:rsidRPr="002813C1">
        <w:t>cher marquis</w:t>
      </w:r>
      <w:r>
        <w:t xml:space="preserve">, </w:t>
      </w:r>
      <w:r w:rsidR="0024252B" w:rsidRPr="002813C1">
        <w:t>bégayait-il</w:t>
      </w:r>
      <w:r>
        <w:t xml:space="preserve">, </w:t>
      </w:r>
      <w:r w:rsidR="0024252B" w:rsidRPr="002813C1">
        <w:t>ménagez-moi</w:t>
      </w:r>
      <w:r>
        <w:t xml:space="preserve"> !… </w:t>
      </w:r>
      <w:r w:rsidR="0024252B" w:rsidRPr="002813C1">
        <w:t>vous me comblez</w:t>
      </w:r>
      <w:r>
        <w:t xml:space="preserve">… </w:t>
      </w:r>
      <w:r w:rsidR="0024252B" w:rsidRPr="002813C1">
        <w:t>parole d</w:t>
      </w:r>
      <w:r>
        <w:t>’</w:t>
      </w:r>
      <w:r w:rsidR="0024252B" w:rsidRPr="002813C1">
        <w:t>honneur</w:t>
      </w:r>
      <w:r>
        <w:t xml:space="preserve"> !… </w:t>
      </w:r>
      <w:r w:rsidR="0024252B" w:rsidRPr="002813C1">
        <w:t>vous me comblez</w:t>
      </w:r>
      <w:r>
        <w:t>…</w:t>
      </w:r>
    </w:p>
    <w:p w14:paraId="67B8E53D" w14:textId="5F9EBCF3" w:rsidR="00B77E03" w:rsidRDefault="0024252B" w:rsidP="00B77E03">
      <w:r w:rsidRPr="002813C1">
        <w:t xml:space="preserve">Mais </w:t>
      </w:r>
      <w:r w:rsidR="00B77E03">
        <w:t>M. de </w:t>
      </w:r>
      <w:proofErr w:type="spellStart"/>
      <w:r w:rsidRPr="002813C1">
        <w:t>Valorsay</w:t>
      </w:r>
      <w:proofErr w:type="spellEnd"/>
      <w:r w:rsidRPr="002813C1">
        <w:t xml:space="preserve"> ne se déridait point</w:t>
      </w:r>
      <w:r w:rsidR="00B77E03">
        <w:t>.</w:t>
      </w:r>
    </w:p>
    <w:p w14:paraId="07618678" w14:textId="77777777" w:rsidR="00B77E03" w:rsidRDefault="00B77E03" w:rsidP="00B77E03">
      <w:r>
        <w:t>— </w:t>
      </w:r>
      <w:r w:rsidR="0024252B" w:rsidRPr="002813C1">
        <w:t>De mon côté</w:t>
      </w:r>
      <w:r>
        <w:t xml:space="preserve">, </w:t>
      </w:r>
      <w:r w:rsidR="0024252B" w:rsidRPr="002813C1">
        <w:t>reprit-il</w:t>
      </w:r>
      <w:r>
        <w:t xml:space="preserve">, </w:t>
      </w:r>
      <w:r w:rsidR="0024252B" w:rsidRPr="002813C1">
        <w:t>je suis allé</w:t>
      </w:r>
      <w:r>
        <w:t xml:space="preserve">, </w:t>
      </w:r>
      <w:r w:rsidR="0024252B" w:rsidRPr="002813C1">
        <w:t>ainsi que je vous l</w:t>
      </w:r>
      <w:r>
        <w:t>’</w:t>
      </w:r>
      <w:r w:rsidR="0024252B" w:rsidRPr="002813C1">
        <w:t>avais promis</w:t>
      </w:r>
      <w:r>
        <w:t xml:space="preserve">, </w:t>
      </w:r>
      <w:r w:rsidR="0024252B" w:rsidRPr="002813C1">
        <w:t>aux informations</w:t>
      </w:r>
      <w:r>
        <w:t xml:space="preserve">. </w:t>
      </w:r>
      <w:r w:rsidR="0024252B" w:rsidRPr="002813C1">
        <w:t>Je le regrette presque</w:t>
      </w:r>
      <w:r>
        <w:t xml:space="preserve"> ; </w:t>
      </w:r>
      <w:r w:rsidR="0024252B" w:rsidRPr="002813C1">
        <w:t>tout ce que j</w:t>
      </w:r>
      <w:r>
        <w:t>’</w:t>
      </w:r>
      <w:r w:rsidR="0024252B" w:rsidRPr="002813C1">
        <w:t>ai découvert est</w:t>
      </w:r>
      <w:r>
        <w:t xml:space="preserve">… </w:t>
      </w:r>
      <w:r w:rsidR="0024252B" w:rsidRPr="002813C1">
        <w:t>singulier</w:t>
      </w:r>
      <w:r>
        <w:t>.</w:t>
      </w:r>
    </w:p>
    <w:p w14:paraId="4A83D821" w14:textId="77777777" w:rsidR="00B77E03" w:rsidRDefault="00B77E03" w:rsidP="00B77E03">
      <w:r>
        <w:t>— </w:t>
      </w:r>
      <w:r w:rsidR="0024252B" w:rsidRPr="002813C1">
        <w:t>Bah</w:t>
      </w:r>
      <w:r>
        <w:t> !…</w:t>
      </w:r>
    </w:p>
    <w:p w14:paraId="17822E01" w14:textId="77777777" w:rsidR="00B77E03" w:rsidRDefault="00B77E03" w:rsidP="00B77E03">
      <w:r>
        <w:t>— </w:t>
      </w:r>
      <w:r w:rsidR="0024252B" w:rsidRPr="002813C1">
        <w:t xml:space="preserve">Je le disais encore à </w:t>
      </w:r>
      <w:proofErr w:type="spellStart"/>
      <w:r w:rsidR="0024252B" w:rsidRPr="002813C1">
        <w:t>Coralth</w:t>
      </w:r>
      <w:proofErr w:type="spellEnd"/>
      <w:r>
        <w:t xml:space="preserve">, </w:t>
      </w:r>
      <w:r w:rsidR="0024252B" w:rsidRPr="002813C1">
        <w:t>quand vous êtes entré</w:t>
      </w:r>
      <w:r>
        <w:t xml:space="preserve">… </w:t>
      </w:r>
      <w:r w:rsidR="0024252B" w:rsidRPr="002813C1">
        <w:t>C</w:t>
      </w:r>
      <w:r>
        <w:t>’</w:t>
      </w:r>
      <w:r w:rsidR="0024252B" w:rsidRPr="002813C1">
        <w:t>est à ce point qu</w:t>
      </w:r>
      <w:r>
        <w:t>’</w:t>
      </w:r>
      <w:r w:rsidR="0024252B" w:rsidRPr="002813C1">
        <w:t>il me serait pénible de me trouver mêlé à cette affaire</w:t>
      </w:r>
      <w:r>
        <w:t xml:space="preserve">… </w:t>
      </w:r>
      <w:r w:rsidR="0024252B" w:rsidRPr="002813C1">
        <w:t>Aussi</w:t>
      </w:r>
      <w:r>
        <w:t xml:space="preserve">, </w:t>
      </w:r>
      <w:r w:rsidR="0024252B" w:rsidRPr="002813C1">
        <w:t>ai-je donné rendez-vous ici aux gens de qui je tiens mes renseignements</w:t>
      </w:r>
      <w:r>
        <w:t xml:space="preserve">… </w:t>
      </w:r>
      <w:r w:rsidR="0024252B" w:rsidRPr="002813C1">
        <w:t>Vous allez les entendre et ensuite vous déciderez</w:t>
      </w:r>
      <w:r>
        <w:t>…</w:t>
      </w:r>
    </w:p>
    <w:p w14:paraId="3E13F06B" w14:textId="77777777" w:rsidR="00B77E03" w:rsidRDefault="0024252B" w:rsidP="00B77E03">
      <w:r w:rsidRPr="002813C1">
        <w:t>Il sonna sur ces mots</w:t>
      </w:r>
      <w:r w:rsidR="00B77E03">
        <w:t xml:space="preserve">, </w:t>
      </w:r>
      <w:r w:rsidRPr="002813C1">
        <w:t>et un domestique étant accouru</w:t>
      </w:r>
      <w:r w:rsidR="00B77E03">
        <w:t> :</w:t>
      </w:r>
    </w:p>
    <w:p w14:paraId="44DE5838" w14:textId="5CB64910" w:rsidR="00B77E03" w:rsidRDefault="00B77E03" w:rsidP="00B77E03">
      <w:r>
        <w:lastRenderedPageBreak/>
        <w:t>— </w:t>
      </w:r>
      <w:r w:rsidR="0024252B" w:rsidRPr="002813C1">
        <w:t xml:space="preserve">Faites entrer </w:t>
      </w:r>
      <w:r>
        <w:t>M. </w:t>
      </w:r>
      <w:r w:rsidR="0024252B" w:rsidRPr="002813C1">
        <w:t>Casimir</w:t>
      </w:r>
      <w:r>
        <w:t xml:space="preserve">, </w:t>
      </w:r>
      <w:r w:rsidR="0024252B" w:rsidRPr="002813C1">
        <w:t>commanda-t-il</w:t>
      </w:r>
      <w:r>
        <w:t>.</w:t>
      </w:r>
    </w:p>
    <w:p w14:paraId="7AC3F828" w14:textId="77777777" w:rsidR="00B77E03" w:rsidRDefault="0024252B" w:rsidP="00B77E03">
      <w:r w:rsidRPr="002813C1">
        <w:t>Le domestique se retira pour exécuter l</w:t>
      </w:r>
      <w:r w:rsidR="00B77E03">
        <w:t>’</w:t>
      </w:r>
      <w:r w:rsidRPr="002813C1">
        <w:t>ordre</w:t>
      </w:r>
      <w:r w:rsidR="00B77E03">
        <w:t xml:space="preserve">, </w:t>
      </w:r>
      <w:r w:rsidRPr="002813C1">
        <w:t>et le marquis poursuivit</w:t>
      </w:r>
      <w:r w:rsidR="00B77E03">
        <w:t> :</w:t>
      </w:r>
    </w:p>
    <w:p w14:paraId="5BCD46A6" w14:textId="77777777" w:rsidR="00B77E03" w:rsidRDefault="00B77E03" w:rsidP="00B77E03">
      <w:r>
        <w:t>— </w:t>
      </w:r>
      <w:r w:rsidR="0024252B" w:rsidRPr="002813C1">
        <w:t xml:space="preserve">Casimir était le valet de chambre du comte de </w:t>
      </w:r>
      <w:proofErr w:type="spellStart"/>
      <w:r w:rsidR="0024252B" w:rsidRPr="002813C1">
        <w:t>Chalusse</w:t>
      </w:r>
      <w:proofErr w:type="spellEnd"/>
      <w:r>
        <w:t xml:space="preserve">… </w:t>
      </w:r>
      <w:r w:rsidR="0024252B" w:rsidRPr="002813C1">
        <w:t>C</w:t>
      </w:r>
      <w:r>
        <w:t>’</w:t>
      </w:r>
      <w:r w:rsidR="0024252B" w:rsidRPr="002813C1">
        <w:t>est un brave garçon</w:t>
      </w:r>
      <w:r>
        <w:t xml:space="preserve">, </w:t>
      </w:r>
      <w:r w:rsidR="0024252B" w:rsidRPr="002813C1">
        <w:t>probe</w:t>
      </w:r>
      <w:r>
        <w:t xml:space="preserve">, </w:t>
      </w:r>
      <w:r w:rsidR="0024252B" w:rsidRPr="002813C1">
        <w:t>intelligent</w:t>
      </w:r>
      <w:r>
        <w:t xml:space="preserve">, </w:t>
      </w:r>
      <w:r w:rsidR="0024252B" w:rsidRPr="002813C1">
        <w:t>très-entendu</w:t>
      </w:r>
      <w:r>
        <w:t xml:space="preserve">, </w:t>
      </w:r>
      <w:r w:rsidR="0024252B" w:rsidRPr="002813C1">
        <w:t>tel qu</w:t>
      </w:r>
      <w:r>
        <w:t>’</w:t>
      </w:r>
      <w:r w:rsidR="0024252B" w:rsidRPr="002813C1">
        <w:t>il vous en faut un</w:t>
      </w:r>
      <w:r>
        <w:t xml:space="preserve">. </w:t>
      </w:r>
      <w:r w:rsidR="0024252B" w:rsidRPr="002813C1">
        <w:t>Je ne vous cacherai pas que l</w:t>
      </w:r>
      <w:r>
        <w:t>’</w:t>
      </w:r>
      <w:r w:rsidR="0024252B" w:rsidRPr="002813C1">
        <w:t>espoir d</w:t>
      </w:r>
      <w:r>
        <w:t>’</w:t>
      </w:r>
      <w:r w:rsidR="0024252B" w:rsidRPr="002813C1">
        <w:t>entrer à votre service a beaucoup contribué à lui délier la langue</w:t>
      </w:r>
      <w:r>
        <w:t>.</w:t>
      </w:r>
    </w:p>
    <w:p w14:paraId="6C1D4689" w14:textId="77777777" w:rsidR="00B77E03" w:rsidRDefault="0024252B" w:rsidP="00B77E03">
      <w:r w:rsidRPr="002813C1">
        <w:t>Il s</w:t>
      </w:r>
      <w:r w:rsidR="00B77E03">
        <w:t>’</w:t>
      </w:r>
      <w:r w:rsidRPr="002813C1">
        <w:t>arrêta</w:t>
      </w:r>
      <w:r w:rsidR="00B77E03">
        <w:t>.</w:t>
      </w:r>
    </w:p>
    <w:p w14:paraId="25515A0A" w14:textId="088CB22A" w:rsidR="00B77E03" w:rsidRDefault="00B77E03" w:rsidP="00B77E03">
      <w:r>
        <w:t>M. </w:t>
      </w:r>
      <w:r w:rsidR="0024252B" w:rsidRPr="002813C1">
        <w:t>Casimir entrait la bouche en cœur</w:t>
      </w:r>
      <w:r>
        <w:t xml:space="preserve">, </w:t>
      </w:r>
      <w:r w:rsidR="0024252B" w:rsidRPr="002813C1">
        <w:t>l</w:t>
      </w:r>
      <w:r>
        <w:t>’</w:t>
      </w:r>
      <w:r w:rsidR="0024252B" w:rsidRPr="002813C1">
        <w:t>échine en cerceau</w:t>
      </w:r>
      <w:r>
        <w:t xml:space="preserve">, </w:t>
      </w:r>
      <w:r w:rsidR="0024252B" w:rsidRPr="002813C1">
        <w:t>ministériellement vêtu de noir</w:t>
      </w:r>
      <w:r>
        <w:t xml:space="preserve">, </w:t>
      </w:r>
      <w:r w:rsidR="0024252B" w:rsidRPr="002813C1">
        <w:t>le cou serré dans un carcan de mousseline blanche</w:t>
      </w:r>
      <w:r>
        <w:t>.</w:t>
      </w:r>
    </w:p>
    <w:p w14:paraId="113C2562" w14:textId="55A4B340" w:rsidR="00B77E03" w:rsidRDefault="00B77E03" w:rsidP="00B77E03">
      <w:r>
        <w:t>— </w:t>
      </w:r>
      <w:r w:rsidR="0024252B" w:rsidRPr="002813C1">
        <w:t>Mon brave</w:t>
      </w:r>
      <w:r>
        <w:t xml:space="preserve">, </w:t>
      </w:r>
      <w:r w:rsidR="0024252B" w:rsidRPr="002813C1">
        <w:t xml:space="preserve">lui dit </w:t>
      </w:r>
      <w:r>
        <w:t>M. de </w:t>
      </w:r>
      <w:proofErr w:type="spellStart"/>
      <w:r w:rsidR="0024252B" w:rsidRPr="002813C1">
        <w:t>Valorsay</w:t>
      </w:r>
      <w:proofErr w:type="spellEnd"/>
      <w:r w:rsidR="0024252B" w:rsidRPr="002813C1">
        <w:t xml:space="preserve"> en lui montrant </w:t>
      </w:r>
      <w:r>
        <w:t>M. </w:t>
      </w:r>
      <w:proofErr w:type="spellStart"/>
      <w:r w:rsidR="0024252B" w:rsidRPr="002813C1">
        <w:t>Wilkie</w:t>
      </w:r>
      <w:proofErr w:type="spellEnd"/>
      <w:r>
        <w:t xml:space="preserve">, </w:t>
      </w:r>
      <w:r w:rsidR="0024252B" w:rsidRPr="002813C1">
        <w:t>monsieur est l</w:t>
      </w:r>
      <w:r>
        <w:t>’</w:t>
      </w:r>
      <w:r w:rsidR="0024252B" w:rsidRPr="002813C1">
        <w:t>unique héritier de votre ancien maître</w:t>
      </w:r>
      <w:r>
        <w:t xml:space="preserve">… </w:t>
      </w:r>
      <w:r w:rsidR="0024252B" w:rsidRPr="002813C1">
        <w:t>Une preuve de dévouement peut le déterminer à vous garder près de lui</w:t>
      </w:r>
      <w:r>
        <w:t xml:space="preserve">… </w:t>
      </w:r>
      <w:r w:rsidR="0024252B" w:rsidRPr="002813C1">
        <w:t>C</w:t>
      </w:r>
      <w:r>
        <w:t>’</w:t>
      </w:r>
      <w:r w:rsidR="0024252B" w:rsidRPr="002813C1">
        <w:t>est lui qu</w:t>
      </w:r>
      <w:r>
        <w:t>’</w:t>
      </w:r>
      <w:r w:rsidR="0024252B" w:rsidRPr="002813C1">
        <w:t>intéresse ce que vous m</w:t>
      </w:r>
      <w:r>
        <w:t>’</w:t>
      </w:r>
      <w:r w:rsidR="0024252B" w:rsidRPr="002813C1">
        <w:t>avez dit</w:t>
      </w:r>
      <w:r>
        <w:t xml:space="preserve"> ; </w:t>
      </w:r>
      <w:r w:rsidR="0024252B" w:rsidRPr="002813C1">
        <w:t>voyez s</w:t>
      </w:r>
      <w:r>
        <w:t>’</w:t>
      </w:r>
      <w:r w:rsidR="0024252B" w:rsidRPr="002813C1">
        <w:t>il vous convient de le lui répéter</w:t>
      </w:r>
      <w:r>
        <w:t>…</w:t>
      </w:r>
    </w:p>
    <w:p w14:paraId="127D8F91" w14:textId="2A04C113" w:rsidR="00B77E03" w:rsidRDefault="0024252B" w:rsidP="00B77E03">
      <w:r w:rsidRPr="002813C1">
        <w:t>Très-préoccupé de trouver une bonne place</w:t>
      </w:r>
      <w:r w:rsidR="00B77E03">
        <w:t>, M. </w:t>
      </w:r>
      <w:r w:rsidRPr="002813C1">
        <w:t>Casimir s</w:t>
      </w:r>
      <w:r w:rsidR="00B77E03">
        <w:t>’</w:t>
      </w:r>
      <w:r w:rsidRPr="002813C1">
        <w:t xml:space="preserve">était adressé à </w:t>
      </w:r>
      <w:r w:rsidR="00B77E03">
        <w:t>M. de </w:t>
      </w:r>
      <w:proofErr w:type="spellStart"/>
      <w:r w:rsidRPr="002813C1">
        <w:t>Valorsay</w:t>
      </w:r>
      <w:proofErr w:type="spellEnd"/>
      <w:r w:rsidR="00B77E03">
        <w:t xml:space="preserve">, </w:t>
      </w:r>
      <w:r w:rsidRPr="002813C1">
        <w:t>il avait beaucoup causé</w:t>
      </w:r>
      <w:r w:rsidR="00B77E03">
        <w:t xml:space="preserve">, </w:t>
      </w:r>
      <w:r w:rsidRPr="002813C1">
        <w:t>et le marquis avait eu l</w:t>
      </w:r>
      <w:r w:rsidR="00B77E03">
        <w:t>’</w:t>
      </w:r>
      <w:r w:rsidRPr="002813C1">
        <w:t>idée d</w:t>
      </w:r>
      <w:r w:rsidR="00B77E03">
        <w:t>’</w:t>
      </w:r>
      <w:r w:rsidRPr="002813C1">
        <w:t>en faire</w:t>
      </w:r>
      <w:r w:rsidR="00B77E03">
        <w:t xml:space="preserve">, </w:t>
      </w:r>
      <w:r w:rsidRPr="002813C1">
        <w:t>sans qu</w:t>
      </w:r>
      <w:r w:rsidR="00B77E03">
        <w:t>’</w:t>
      </w:r>
      <w:r w:rsidRPr="002813C1">
        <w:t>il s</w:t>
      </w:r>
      <w:r w:rsidR="00B77E03">
        <w:t>’</w:t>
      </w:r>
      <w:r w:rsidRPr="002813C1">
        <w:t>en doutât</w:t>
      </w:r>
      <w:r w:rsidR="00B77E03">
        <w:t xml:space="preserve">, </w:t>
      </w:r>
      <w:r w:rsidRPr="002813C1">
        <w:t>le complice de ses desseins</w:t>
      </w:r>
      <w:r w:rsidR="00B77E03">
        <w:t>…</w:t>
      </w:r>
    </w:p>
    <w:p w14:paraId="7ABD8A96" w14:textId="50A7EC1E" w:rsidR="00B77E03" w:rsidRDefault="00B77E03" w:rsidP="00B77E03">
      <w:r>
        <w:t>— </w:t>
      </w:r>
      <w:r w:rsidR="0024252B" w:rsidRPr="002813C1">
        <w:t>Je ne renie jamais mes paroles</w:t>
      </w:r>
      <w:r>
        <w:t xml:space="preserve">, </w:t>
      </w:r>
      <w:r w:rsidR="0024252B" w:rsidRPr="002813C1">
        <w:t>prononça-t-il</w:t>
      </w:r>
      <w:r>
        <w:t xml:space="preserve">, </w:t>
      </w:r>
      <w:r w:rsidR="0024252B" w:rsidRPr="002813C1">
        <w:t>et puisque Monsieur est l</w:t>
      </w:r>
      <w:r>
        <w:t>’</w:t>
      </w:r>
      <w:r w:rsidR="0024252B" w:rsidRPr="002813C1">
        <w:t>héritier</w:t>
      </w:r>
      <w:r>
        <w:t xml:space="preserve">, </w:t>
      </w:r>
      <w:r w:rsidR="0024252B" w:rsidRPr="002813C1">
        <w:t>je lui dirai qu</w:t>
      </w:r>
      <w:r>
        <w:t>’</w:t>
      </w:r>
      <w:r w:rsidR="0024252B" w:rsidRPr="002813C1">
        <w:t xml:space="preserve">on a détourné des sommes immenses de la succession de défunt </w:t>
      </w:r>
      <w:r>
        <w:t>M. </w:t>
      </w:r>
      <w:r w:rsidR="0024252B" w:rsidRPr="002813C1">
        <w:t xml:space="preserve">le comte de </w:t>
      </w:r>
      <w:proofErr w:type="spellStart"/>
      <w:r w:rsidR="0024252B" w:rsidRPr="002813C1">
        <w:t>Chalusse</w:t>
      </w:r>
      <w:proofErr w:type="spellEnd"/>
      <w:r>
        <w:t>…</w:t>
      </w:r>
    </w:p>
    <w:p w14:paraId="7F75636C" w14:textId="63F96F93" w:rsidR="00B77E03" w:rsidRDefault="00B77E03" w:rsidP="00B77E03">
      <w:r>
        <w:t>M. </w:t>
      </w:r>
      <w:proofErr w:type="spellStart"/>
      <w:r w:rsidR="0024252B" w:rsidRPr="002813C1">
        <w:t>Wilkie</w:t>
      </w:r>
      <w:proofErr w:type="spellEnd"/>
      <w:r w:rsidR="0024252B" w:rsidRPr="002813C1">
        <w:t xml:space="preserve"> bondit sur sa chaise</w:t>
      </w:r>
      <w:r>
        <w:t>.</w:t>
      </w:r>
    </w:p>
    <w:p w14:paraId="6612AFEA" w14:textId="77777777" w:rsidR="00B77E03" w:rsidRDefault="00B77E03" w:rsidP="00B77E03">
      <w:r>
        <w:t>— </w:t>
      </w:r>
      <w:r w:rsidR="0024252B" w:rsidRPr="002813C1">
        <w:t>Des sommes immenses</w:t>
      </w:r>
      <w:r>
        <w:t xml:space="preserve"> !… </w:t>
      </w:r>
      <w:r w:rsidR="0024252B" w:rsidRPr="002813C1">
        <w:t>fit-il</w:t>
      </w:r>
      <w:r>
        <w:t xml:space="preserve">. </w:t>
      </w:r>
      <w:r w:rsidR="0024252B" w:rsidRPr="002813C1">
        <w:t>Est-ce possible</w:t>
      </w:r>
      <w:r>
        <w:t> !…</w:t>
      </w:r>
    </w:p>
    <w:p w14:paraId="1D20B21D" w14:textId="1AF8BFF0" w:rsidR="00B77E03" w:rsidRDefault="00B77E03" w:rsidP="00B77E03">
      <w:r>
        <w:lastRenderedPageBreak/>
        <w:t>— </w:t>
      </w:r>
      <w:r w:rsidR="0024252B" w:rsidRPr="002813C1">
        <w:t>Dame</w:t>
      </w:r>
      <w:r>
        <w:t xml:space="preserve"> !… </w:t>
      </w:r>
      <w:r w:rsidR="0024252B" w:rsidRPr="002813C1">
        <w:t>que monsieur soit juge</w:t>
      </w:r>
      <w:r>
        <w:t xml:space="preserve">… </w:t>
      </w:r>
      <w:r w:rsidR="0024252B" w:rsidRPr="002813C1">
        <w:t>Le matin de sa mort</w:t>
      </w:r>
      <w:r>
        <w:t>, M. </w:t>
      </w:r>
      <w:r w:rsidR="0024252B" w:rsidRPr="002813C1">
        <w:t>le comte avait dans son secrétaire plus de deux millions en billets de banque et en valeurs au porteur</w:t>
      </w:r>
      <w:r>
        <w:t xml:space="preserve">… </w:t>
      </w:r>
      <w:r w:rsidR="0024252B" w:rsidRPr="002813C1">
        <w:t>Et</w:t>
      </w:r>
      <w:r>
        <w:t xml:space="preserve">, </w:t>
      </w:r>
      <w:r w:rsidR="0024252B" w:rsidRPr="002813C1">
        <w:t>quand la justice est venue pour l</w:t>
      </w:r>
      <w:r>
        <w:t>’</w:t>
      </w:r>
      <w:r w:rsidR="0024252B" w:rsidRPr="002813C1">
        <w:t>inventaire</w:t>
      </w:r>
      <w:r>
        <w:t xml:space="preserve">, </w:t>
      </w:r>
      <w:r w:rsidR="0024252B" w:rsidRPr="002813C1">
        <w:t>on n</w:t>
      </w:r>
      <w:r>
        <w:t>’</w:t>
      </w:r>
      <w:r w:rsidR="0024252B" w:rsidRPr="002813C1">
        <w:t>a plus rien retrouvé</w:t>
      </w:r>
      <w:r>
        <w:t xml:space="preserve">… </w:t>
      </w:r>
      <w:r w:rsidR="0024252B" w:rsidRPr="002813C1">
        <w:t>Même</w:t>
      </w:r>
      <w:r>
        <w:t xml:space="preserve">, </w:t>
      </w:r>
      <w:r w:rsidR="0024252B" w:rsidRPr="002813C1">
        <w:t>nous autres</w:t>
      </w:r>
      <w:r>
        <w:t xml:space="preserve">, </w:t>
      </w:r>
      <w:r w:rsidR="0024252B" w:rsidRPr="002813C1">
        <w:t>les gens de la maison</w:t>
      </w:r>
      <w:r>
        <w:t xml:space="preserve">, </w:t>
      </w:r>
      <w:r w:rsidR="0024252B" w:rsidRPr="002813C1">
        <w:t>nous étions dans une colère terrible</w:t>
      </w:r>
      <w:r>
        <w:t xml:space="preserve">, </w:t>
      </w:r>
      <w:r w:rsidR="0024252B" w:rsidRPr="002813C1">
        <w:t>craignant d</w:t>
      </w:r>
      <w:r>
        <w:t>’</w:t>
      </w:r>
      <w:r w:rsidR="0024252B" w:rsidRPr="002813C1">
        <w:t>être inquiétés</w:t>
      </w:r>
      <w:r>
        <w:t>…</w:t>
      </w:r>
    </w:p>
    <w:p w14:paraId="49C00FE1" w14:textId="3EC75424" w:rsidR="00B77E03" w:rsidRDefault="0024252B" w:rsidP="00B77E03">
      <w:r w:rsidRPr="002813C1">
        <w:t>Ah</w:t>
      </w:r>
      <w:r w:rsidR="00B77E03">
        <w:t xml:space="preserve"> !… </w:t>
      </w:r>
      <w:r w:rsidRPr="002813C1">
        <w:t xml:space="preserve">si </w:t>
      </w:r>
      <w:r w:rsidR="00B77E03">
        <w:t>M. </w:t>
      </w:r>
      <w:proofErr w:type="spellStart"/>
      <w:r w:rsidRPr="002813C1">
        <w:t>Wilkie</w:t>
      </w:r>
      <w:proofErr w:type="spellEnd"/>
      <w:r w:rsidRPr="002813C1">
        <w:t xml:space="preserve"> eût été seul</w:t>
      </w:r>
      <w:r w:rsidR="00B77E03">
        <w:t xml:space="preserve">… </w:t>
      </w:r>
      <w:r w:rsidRPr="002813C1">
        <w:t>Mais là</w:t>
      </w:r>
      <w:r w:rsidR="00B77E03">
        <w:t xml:space="preserve">, </w:t>
      </w:r>
      <w:r w:rsidRPr="002813C1">
        <w:t>sous l</w:t>
      </w:r>
      <w:r w:rsidR="00B77E03">
        <w:t>’</w:t>
      </w:r>
      <w:r w:rsidRPr="002813C1">
        <w:t xml:space="preserve">œil du marquis et de </w:t>
      </w:r>
      <w:r w:rsidR="00B77E03">
        <w:t>M. de </w:t>
      </w:r>
      <w:proofErr w:type="spellStart"/>
      <w:r w:rsidRPr="002813C1">
        <w:t>Coralth</w:t>
      </w:r>
      <w:proofErr w:type="spellEnd"/>
      <w:r w:rsidR="00B77E03">
        <w:t xml:space="preserve">, </w:t>
      </w:r>
      <w:r w:rsidRPr="002813C1">
        <w:t>pouvait-il ne pas garder un maintien stoïque</w:t>
      </w:r>
      <w:r w:rsidR="00B77E03">
        <w:t xml:space="preserve">… </w:t>
      </w:r>
      <w:r w:rsidRPr="002813C1">
        <w:t>Il y réussit presque</w:t>
      </w:r>
      <w:r w:rsidR="00B77E03">
        <w:t xml:space="preserve">, </w:t>
      </w:r>
      <w:r w:rsidRPr="002813C1">
        <w:t>et d</w:t>
      </w:r>
      <w:r w:rsidR="00B77E03">
        <w:t>’</w:t>
      </w:r>
      <w:r w:rsidRPr="002813C1">
        <w:t>une voix qui n</w:t>
      </w:r>
      <w:r w:rsidR="00B77E03">
        <w:t>’</w:t>
      </w:r>
      <w:r w:rsidRPr="002813C1">
        <w:t>était pas trop altérée</w:t>
      </w:r>
      <w:r w:rsidR="00B77E03">
        <w:t> :</w:t>
      </w:r>
    </w:p>
    <w:p w14:paraId="4A32DF43" w14:textId="77777777" w:rsidR="00B77E03" w:rsidRDefault="00B77E03" w:rsidP="00B77E03">
      <w:r>
        <w:t>— </w:t>
      </w:r>
      <w:r w:rsidR="0024252B" w:rsidRPr="002813C1">
        <w:t>Je la trouve mauvaise</w:t>
      </w:r>
      <w:r>
        <w:t xml:space="preserve">… </w:t>
      </w:r>
      <w:r w:rsidR="0024252B" w:rsidRPr="002813C1">
        <w:t>fit-il</w:t>
      </w:r>
      <w:r>
        <w:t xml:space="preserve">. </w:t>
      </w:r>
      <w:r w:rsidR="0024252B" w:rsidRPr="002813C1">
        <w:t>Deux millions</w:t>
      </w:r>
      <w:r>
        <w:t xml:space="preserve">, </w:t>
      </w:r>
      <w:r w:rsidR="0024252B" w:rsidRPr="002813C1">
        <w:t>c</w:t>
      </w:r>
      <w:r>
        <w:t>’</w:t>
      </w:r>
      <w:r w:rsidR="0024252B" w:rsidRPr="002813C1">
        <w:t>est un joli banco</w:t>
      </w:r>
      <w:r>
        <w:t xml:space="preserve"> !… </w:t>
      </w:r>
      <w:r w:rsidR="0024252B" w:rsidRPr="002813C1">
        <w:t>Et dites-moi</w:t>
      </w:r>
      <w:r>
        <w:t xml:space="preserve">, </w:t>
      </w:r>
      <w:r w:rsidR="0024252B" w:rsidRPr="002813C1">
        <w:t>mon ami</w:t>
      </w:r>
      <w:r>
        <w:t xml:space="preserve">, </w:t>
      </w:r>
      <w:r w:rsidR="0024252B" w:rsidRPr="002813C1">
        <w:t>connaît-on le voleur</w:t>
      </w:r>
      <w:r>
        <w:t> ?…</w:t>
      </w:r>
    </w:p>
    <w:p w14:paraId="0B23D220" w14:textId="77777777" w:rsidR="00B77E03" w:rsidRDefault="0024252B" w:rsidP="00B77E03">
      <w:r w:rsidRPr="002813C1">
        <w:t>Le regard trouble du valet de chambre trahit l</w:t>
      </w:r>
      <w:r w:rsidR="00B77E03">
        <w:t>’</w:t>
      </w:r>
      <w:r w:rsidRPr="002813C1">
        <w:t>inquiétude de sa conscience</w:t>
      </w:r>
      <w:r w:rsidR="00B77E03">
        <w:t xml:space="preserve">… </w:t>
      </w:r>
      <w:r w:rsidRPr="002813C1">
        <w:t>Mais il s</w:t>
      </w:r>
      <w:r w:rsidR="00B77E03">
        <w:t>’</w:t>
      </w:r>
      <w:r w:rsidRPr="002813C1">
        <w:t>était trop avancé pour reculer</w:t>
      </w:r>
      <w:r w:rsidR="00B77E03">
        <w:t>.</w:t>
      </w:r>
    </w:p>
    <w:p w14:paraId="6A3BA76C" w14:textId="77777777" w:rsidR="00B77E03" w:rsidRDefault="00B77E03" w:rsidP="00B77E03">
      <w:r>
        <w:t>— </w:t>
      </w:r>
      <w:r w:rsidR="0024252B" w:rsidRPr="002813C1">
        <w:t>Je ne voudrais pas accuser un innocent</w:t>
      </w:r>
      <w:r>
        <w:t xml:space="preserve">, </w:t>
      </w:r>
      <w:r w:rsidR="0024252B" w:rsidRPr="002813C1">
        <w:t>répondit-il</w:t>
      </w:r>
      <w:r>
        <w:t xml:space="preserve">, </w:t>
      </w:r>
      <w:r w:rsidR="0024252B" w:rsidRPr="002813C1">
        <w:t>cependant il y a une personne qui a eu toute la journée entre les mains la clef du secrétaire</w:t>
      </w:r>
      <w:r>
        <w:t xml:space="preserve">… </w:t>
      </w:r>
      <w:r w:rsidR="0024252B" w:rsidRPr="002813C1">
        <w:t>Même sans moi les gens de l</w:t>
      </w:r>
      <w:r>
        <w:t>’</w:t>
      </w:r>
      <w:r w:rsidR="0024252B" w:rsidRPr="002813C1">
        <w:t>hôtel lui auraient fait un mauvais parti</w:t>
      </w:r>
      <w:r>
        <w:t>…</w:t>
      </w:r>
    </w:p>
    <w:p w14:paraId="54B3594A" w14:textId="77777777" w:rsidR="00B77E03" w:rsidRDefault="00B77E03" w:rsidP="00B77E03">
      <w:r>
        <w:t>— </w:t>
      </w:r>
      <w:r w:rsidR="0024252B" w:rsidRPr="002813C1">
        <w:t>Et qui est cette personne</w:t>
      </w:r>
      <w:r>
        <w:t> ?…</w:t>
      </w:r>
    </w:p>
    <w:p w14:paraId="5533AB83" w14:textId="664909E4" w:rsidR="00B77E03" w:rsidRDefault="00B77E03" w:rsidP="00B77E03">
      <w:r>
        <w:t>— M</w:t>
      </w:r>
      <w:r w:rsidRPr="00B77E03">
        <w:rPr>
          <w:vertAlign w:val="superscript"/>
        </w:rPr>
        <w:t>lle</w:t>
      </w:r>
      <w:r>
        <w:t> </w:t>
      </w:r>
      <w:r w:rsidR="0024252B" w:rsidRPr="002813C1">
        <w:t>Marguerite</w:t>
      </w:r>
      <w:r>
        <w:t>…</w:t>
      </w:r>
    </w:p>
    <w:p w14:paraId="66E84C0C" w14:textId="77777777" w:rsidR="00B77E03" w:rsidRDefault="00B77E03" w:rsidP="00B77E03">
      <w:r>
        <w:t>— </w:t>
      </w:r>
      <w:r w:rsidR="0024252B" w:rsidRPr="002813C1">
        <w:t>Connais pas</w:t>
      </w:r>
      <w:r>
        <w:t> !…</w:t>
      </w:r>
    </w:p>
    <w:p w14:paraId="1E451C49" w14:textId="66F4F256" w:rsidR="00B77E03" w:rsidRDefault="00B77E03" w:rsidP="00B77E03">
      <w:r>
        <w:t>— </w:t>
      </w:r>
      <w:r w:rsidR="0024252B" w:rsidRPr="002813C1">
        <w:t>C</w:t>
      </w:r>
      <w:r>
        <w:t>’</w:t>
      </w:r>
      <w:r w:rsidR="0024252B" w:rsidRPr="002813C1">
        <w:t>est une jeune demoiselle qui est</w:t>
      </w:r>
      <w:r>
        <w:t xml:space="preserve">, </w:t>
      </w:r>
      <w:r w:rsidR="0024252B" w:rsidRPr="002813C1">
        <w:t>à ce que disent d</w:t>
      </w:r>
      <w:r>
        <w:t>’</w:t>
      </w:r>
      <w:r w:rsidR="0024252B" w:rsidRPr="002813C1">
        <w:t>aucuns</w:t>
      </w:r>
      <w:r>
        <w:t xml:space="preserve">, </w:t>
      </w:r>
      <w:r w:rsidR="0024252B" w:rsidRPr="002813C1">
        <w:t xml:space="preserve">la fille naturelle de </w:t>
      </w:r>
      <w:r>
        <w:t>M. </w:t>
      </w:r>
      <w:r w:rsidR="0024252B" w:rsidRPr="002813C1">
        <w:t>le comte</w:t>
      </w:r>
      <w:r>
        <w:t xml:space="preserve">… </w:t>
      </w:r>
      <w:r w:rsidR="0024252B" w:rsidRPr="002813C1">
        <w:t>Elle faisait la pluie et le beau temps à l</w:t>
      </w:r>
      <w:r>
        <w:t>’</w:t>
      </w:r>
      <w:r w:rsidR="0024252B" w:rsidRPr="002813C1">
        <w:t>hôtel</w:t>
      </w:r>
      <w:r>
        <w:t>…</w:t>
      </w:r>
    </w:p>
    <w:p w14:paraId="25799DD3" w14:textId="77777777" w:rsidR="00B77E03" w:rsidRDefault="00B77E03" w:rsidP="00B77E03">
      <w:r>
        <w:t>— </w:t>
      </w:r>
      <w:r w:rsidR="0024252B" w:rsidRPr="002813C1">
        <w:t>Qu</w:t>
      </w:r>
      <w:r>
        <w:t>’</w:t>
      </w:r>
      <w:r w:rsidR="0024252B" w:rsidRPr="002813C1">
        <w:t>est-elle devenue</w:t>
      </w:r>
      <w:r>
        <w:t> ?…</w:t>
      </w:r>
    </w:p>
    <w:p w14:paraId="6996F1CF" w14:textId="03703FE7" w:rsidR="00B77E03" w:rsidRDefault="00B77E03" w:rsidP="00B77E03">
      <w:r>
        <w:t>— </w:t>
      </w:r>
      <w:r w:rsidR="0024252B" w:rsidRPr="002813C1">
        <w:t>Elle s</w:t>
      </w:r>
      <w:r>
        <w:t>’</w:t>
      </w:r>
      <w:r w:rsidR="0024252B" w:rsidRPr="002813C1">
        <w:t>est retirée chez un ami du défunt</w:t>
      </w:r>
      <w:r>
        <w:t xml:space="preserve">, </w:t>
      </w:r>
      <w:r w:rsidR="0024252B" w:rsidRPr="002813C1">
        <w:t xml:space="preserve">monsieur le </w:t>
      </w:r>
      <w:r>
        <w:t>« </w:t>
      </w:r>
      <w:r w:rsidR="0024252B" w:rsidRPr="002813C1">
        <w:t>général</w:t>
      </w:r>
      <w:r>
        <w:t> »</w:t>
      </w:r>
      <w:r w:rsidR="0024252B" w:rsidRPr="002813C1">
        <w:t xml:space="preserve"> de </w:t>
      </w:r>
      <w:proofErr w:type="spellStart"/>
      <w:r w:rsidR="0024252B" w:rsidRPr="002813C1">
        <w:t>Fondège</w:t>
      </w:r>
      <w:proofErr w:type="spellEnd"/>
      <w:r>
        <w:t xml:space="preserve">… </w:t>
      </w:r>
      <w:r w:rsidR="0024252B" w:rsidRPr="002813C1">
        <w:t>Même</w:t>
      </w:r>
      <w:r>
        <w:t xml:space="preserve">, </w:t>
      </w:r>
      <w:r w:rsidR="0024252B" w:rsidRPr="002813C1">
        <w:t>elle n</w:t>
      </w:r>
      <w:r>
        <w:t>’</w:t>
      </w:r>
      <w:r w:rsidR="0024252B" w:rsidRPr="002813C1">
        <w:t xml:space="preserve">a jamais voulu </w:t>
      </w:r>
      <w:r w:rsidR="0024252B" w:rsidRPr="002813C1">
        <w:lastRenderedPageBreak/>
        <w:t>emporter ses bijoux et ses diamants</w:t>
      </w:r>
      <w:r>
        <w:t xml:space="preserve">, </w:t>
      </w:r>
      <w:r w:rsidR="0024252B" w:rsidRPr="002813C1">
        <w:t>ce qui a paru louche</w:t>
      </w:r>
      <w:r>
        <w:t xml:space="preserve">, </w:t>
      </w:r>
      <w:r w:rsidR="0024252B" w:rsidRPr="002813C1">
        <w:t>car il y en avait pour plus de cent mille écus</w:t>
      </w:r>
      <w:r>
        <w:t xml:space="preserve">. </w:t>
      </w:r>
      <w:r w:rsidR="0024252B" w:rsidRPr="002813C1">
        <w:t>Et même</w:t>
      </w:r>
      <w:r>
        <w:t xml:space="preserve">, </w:t>
      </w:r>
      <w:r w:rsidR="0024252B" w:rsidRPr="002813C1">
        <w:t xml:space="preserve">les </w:t>
      </w:r>
      <w:proofErr w:type="spellStart"/>
      <w:r w:rsidR="0024252B" w:rsidRPr="002813C1">
        <w:t>Bourigeau</w:t>
      </w:r>
      <w:proofErr w:type="spellEnd"/>
      <w:r w:rsidR="0024252B" w:rsidRPr="002813C1">
        <w:t xml:space="preserve"> me disaient</w:t>
      </w:r>
      <w:r>
        <w:t> : « </w:t>
      </w:r>
      <w:r w:rsidR="0024252B" w:rsidRPr="002813C1">
        <w:t>Ça</w:t>
      </w:r>
      <w:r>
        <w:t>, M. </w:t>
      </w:r>
      <w:r w:rsidR="0024252B" w:rsidRPr="002813C1">
        <w:t>Casimir</w:t>
      </w:r>
      <w:r>
        <w:t xml:space="preserve">, </w:t>
      </w:r>
      <w:r w:rsidR="0024252B" w:rsidRPr="002813C1">
        <w:t>ce n</w:t>
      </w:r>
      <w:r>
        <w:t>’</w:t>
      </w:r>
      <w:r w:rsidR="0024252B" w:rsidRPr="002813C1">
        <w:t>est pas naturel</w:t>
      </w:r>
      <w:r>
        <w:t>… »</w:t>
      </w:r>
      <w:r w:rsidR="0024252B" w:rsidRPr="002813C1">
        <w:t xml:space="preserve"> Les </w:t>
      </w:r>
      <w:proofErr w:type="spellStart"/>
      <w:r w:rsidR="0024252B" w:rsidRPr="002813C1">
        <w:t>Bourigeau</w:t>
      </w:r>
      <w:proofErr w:type="spellEnd"/>
      <w:r>
        <w:t xml:space="preserve">, </w:t>
      </w:r>
      <w:proofErr w:type="gramStart"/>
      <w:r w:rsidR="0024252B" w:rsidRPr="002813C1">
        <w:t>c</w:t>
      </w:r>
      <w:r>
        <w:t>’</w:t>
      </w:r>
      <w:r w:rsidR="0024252B" w:rsidRPr="002813C1">
        <w:t>est</w:t>
      </w:r>
      <w:proofErr w:type="gramEnd"/>
      <w:r w:rsidR="0024252B" w:rsidRPr="002813C1">
        <w:t xml:space="preserve"> les concierges de l</w:t>
      </w:r>
      <w:r>
        <w:t>’</w:t>
      </w:r>
      <w:r w:rsidR="0024252B" w:rsidRPr="002813C1">
        <w:t>hôtel</w:t>
      </w:r>
      <w:r>
        <w:t xml:space="preserve">, </w:t>
      </w:r>
      <w:r w:rsidR="0024252B" w:rsidRPr="002813C1">
        <w:t>de braves gens</w:t>
      </w:r>
      <w:r>
        <w:t xml:space="preserve">. </w:t>
      </w:r>
      <w:r w:rsidR="0024252B" w:rsidRPr="002813C1">
        <w:t>Monsieur n</w:t>
      </w:r>
      <w:r>
        <w:t>’</w:t>
      </w:r>
      <w:r w:rsidR="0024252B" w:rsidRPr="002813C1">
        <w:t>en trouverait pas de pareils</w:t>
      </w:r>
      <w:r>
        <w:t>.</w:t>
      </w:r>
    </w:p>
    <w:p w14:paraId="27935EC0" w14:textId="77777777" w:rsidR="00B77E03" w:rsidRDefault="0024252B" w:rsidP="00B77E03">
      <w:r w:rsidRPr="002813C1">
        <w:t>Malheureusement</w:t>
      </w:r>
      <w:r w:rsidR="00B77E03">
        <w:t xml:space="preserve">, </w:t>
      </w:r>
      <w:r w:rsidRPr="002813C1">
        <w:t>la réclame qu</w:t>
      </w:r>
      <w:r w:rsidR="00B77E03">
        <w:t>’</w:t>
      </w:r>
      <w:r w:rsidRPr="002813C1">
        <w:t>en bon camarade il allait faire à ses amis les portiers fut interrompue par un valet de pied</w:t>
      </w:r>
      <w:r w:rsidR="00B77E03">
        <w:t xml:space="preserve">, </w:t>
      </w:r>
      <w:r w:rsidRPr="002813C1">
        <w:t>qui</w:t>
      </w:r>
      <w:r w:rsidR="00B77E03">
        <w:t xml:space="preserve">, </w:t>
      </w:r>
      <w:r w:rsidRPr="002813C1">
        <w:t>après avoir respectueusement gratté à la porte</w:t>
      </w:r>
      <w:r w:rsidR="00B77E03">
        <w:t xml:space="preserve">, </w:t>
      </w:r>
      <w:r w:rsidRPr="002813C1">
        <w:t>entra et dit</w:t>
      </w:r>
      <w:r w:rsidR="00B77E03">
        <w:t> :</w:t>
      </w:r>
    </w:p>
    <w:p w14:paraId="2408F0CB" w14:textId="3B1E948F" w:rsidR="00B77E03" w:rsidRDefault="00B77E03" w:rsidP="00B77E03">
      <w:r>
        <w:t>— M. </w:t>
      </w:r>
      <w:r w:rsidR="0024252B" w:rsidRPr="002813C1">
        <w:t xml:space="preserve">le docteur est là qui désirerait parler à </w:t>
      </w:r>
      <w:r>
        <w:t>M. </w:t>
      </w:r>
      <w:r w:rsidR="0024252B" w:rsidRPr="002813C1">
        <w:t>le marquis</w:t>
      </w:r>
      <w:r>
        <w:t>.</w:t>
      </w:r>
    </w:p>
    <w:p w14:paraId="57EC6894" w14:textId="46C2D4F2" w:rsidR="00B77E03" w:rsidRDefault="00B77E03" w:rsidP="00B77E03">
      <w:r>
        <w:t>— </w:t>
      </w:r>
      <w:r w:rsidR="0024252B" w:rsidRPr="002813C1">
        <w:t>Bien</w:t>
      </w:r>
      <w:r>
        <w:t xml:space="preserve">, </w:t>
      </w:r>
      <w:r w:rsidR="0024252B" w:rsidRPr="002813C1">
        <w:t xml:space="preserve">fit </w:t>
      </w:r>
      <w:r>
        <w:t>M. de </w:t>
      </w:r>
      <w:proofErr w:type="spellStart"/>
      <w:r w:rsidR="0024252B" w:rsidRPr="002813C1">
        <w:t>Valorsay</w:t>
      </w:r>
      <w:proofErr w:type="spellEnd"/>
      <w:r>
        <w:t xml:space="preserve"> ; </w:t>
      </w:r>
      <w:r w:rsidR="0024252B" w:rsidRPr="002813C1">
        <w:t>priez-le d</w:t>
      </w:r>
      <w:r>
        <w:t>’</w:t>
      </w:r>
      <w:r w:rsidR="0024252B" w:rsidRPr="002813C1">
        <w:t>attendre</w:t>
      </w:r>
      <w:r>
        <w:t xml:space="preserve">. </w:t>
      </w:r>
      <w:r w:rsidR="0024252B" w:rsidRPr="002813C1">
        <w:t>Quand je sonnerai</w:t>
      </w:r>
      <w:r>
        <w:t xml:space="preserve">, </w:t>
      </w:r>
      <w:r w:rsidR="0024252B" w:rsidRPr="002813C1">
        <w:t>vous l</w:t>
      </w:r>
      <w:r>
        <w:t>’</w:t>
      </w:r>
      <w:r w:rsidR="0024252B" w:rsidRPr="002813C1">
        <w:t>introduirez</w:t>
      </w:r>
      <w:r>
        <w:t>…</w:t>
      </w:r>
    </w:p>
    <w:p w14:paraId="57AE4C8B" w14:textId="7D2AD876" w:rsidR="00B77E03" w:rsidRDefault="0024252B" w:rsidP="00B77E03">
      <w:r w:rsidRPr="002813C1">
        <w:t>Et s</w:t>
      </w:r>
      <w:r w:rsidR="00B77E03">
        <w:t>’</w:t>
      </w:r>
      <w:r w:rsidRPr="002813C1">
        <w:t xml:space="preserve">adressant à </w:t>
      </w:r>
      <w:r w:rsidR="00B77E03">
        <w:t>M. </w:t>
      </w:r>
      <w:r w:rsidRPr="002813C1">
        <w:t>Casimir</w:t>
      </w:r>
      <w:r w:rsidR="00B77E03">
        <w:t> :</w:t>
      </w:r>
    </w:p>
    <w:p w14:paraId="30A990B5" w14:textId="77777777" w:rsidR="00B77E03" w:rsidRDefault="00B77E03" w:rsidP="00B77E03">
      <w:r>
        <w:t>— </w:t>
      </w:r>
      <w:r w:rsidR="0024252B" w:rsidRPr="002813C1">
        <w:t>Vous pouvez vous retirer</w:t>
      </w:r>
      <w:r>
        <w:t xml:space="preserve">, </w:t>
      </w:r>
      <w:r w:rsidR="0024252B" w:rsidRPr="002813C1">
        <w:t>ajouta-t-il</w:t>
      </w:r>
      <w:r>
        <w:t xml:space="preserve">, </w:t>
      </w:r>
      <w:r w:rsidR="0024252B" w:rsidRPr="002813C1">
        <w:t>mais ne quittez pas l</w:t>
      </w:r>
      <w:r>
        <w:t>’</w:t>
      </w:r>
      <w:r w:rsidR="0024252B" w:rsidRPr="002813C1">
        <w:t>hôtel</w:t>
      </w:r>
      <w:r>
        <w:t xml:space="preserve">. </w:t>
      </w:r>
      <w:r w:rsidR="0024252B" w:rsidRPr="002813C1">
        <w:t>Monsieur vous fera connaître ses intentions</w:t>
      </w:r>
      <w:r>
        <w:t>…</w:t>
      </w:r>
    </w:p>
    <w:p w14:paraId="3B19E903" w14:textId="77777777" w:rsidR="00B77E03" w:rsidRDefault="0024252B" w:rsidP="00B77E03">
      <w:r w:rsidRPr="002813C1">
        <w:t>Le digne valet de chambre sortit à reculons</w:t>
      </w:r>
      <w:r w:rsidR="00B77E03">
        <w:t xml:space="preserve">, </w:t>
      </w:r>
      <w:r w:rsidRPr="002813C1">
        <w:t>et dès qu</w:t>
      </w:r>
      <w:r w:rsidR="00B77E03">
        <w:t>’</w:t>
      </w:r>
      <w:r w:rsidRPr="002813C1">
        <w:t>il fut dehors</w:t>
      </w:r>
      <w:r w:rsidR="00B77E03">
        <w:t> :</w:t>
      </w:r>
    </w:p>
    <w:p w14:paraId="48F77A21" w14:textId="11C6A0AC" w:rsidR="00B77E03" w:rsidRDefault="00B77E03" w:rsidP="00B77E03">
      <w:r>
        <w:t>— </w:t>
      </w:r>
      <w:r w:rsidR="0024252B" w:rsidRPr="002813C1">
        <w:t>Voilà une histoire</w:t>
      </w:r>
      <w:r>
        <w:t xml:space="preserve"> !… </w:t>
      </w:r>
      <w:r w:rsidR="0024252B" w:rsidRPr="002813C1">
        <w:t>s</w:t>
      </w:r>
      <w:r>
        <w:t>’</w:t>
      </w:r>
      <w:r w:rsidR="0024252B" w:rsidRPr="002813C1">
        <w:t xml:space="preserve">écria </w:t>
      </w:r>
      <w:r>
        <w:t>M. </w:t>
      </w:r>
      <w:proofErr w:type="spellStart"/>
      <w:r w:rsidR="0024252B" w:rsidRPr="002813C1">
        <w:t>Wilkie</w:t>
      </w:r>
      <w:proofErr w:type="spellEnd"/>
      <w:r>
        <w:t xml:space="preserve">… </w:t>
      </w:r>
      <w:r w:rsidR="0024252B" w:rsidRPr="002813C1">
        <w:t>Un vol de deux millions</w:t>
      </w:r>
      <w:r>
        <w:t> !…</w:t>
      </w:r>
    </w:p>
    <w:p w14:paraId="1D33FC83" w14:textId="77777777" w:rsidR="00B77E03" w:rsidRDefault="0024252B" w:rsidP="00B77E03">
      <w:r w:rsidRPr="002813C1">
        <w:t>Le marquis branla tristement la tête</w:t>
      </w:r>
      <w:r w:rsidR="00B77E03">
        <w:t xml:space="preserve">, </w:t>
      </w:r>
      <w:r w:rsidRPr="002813C1">
        <w:t>et d</w:t>
      </w:r>
      <w:r w:rsidR="00B77E03">
        <w:t>’</w:t>
      </w:r>
      <w:r w:rsidRPr="002813C1">
        <w:t>un ton grave</w:t>
      </w:r>
      <w:r w:rsidR="00B77E03">
        <w:t> :</w:t>
      </w:r>
    </w:p>
    <w:p w14:paraId="19B5A7E5" w14:textId="77777777" w:rsidR="00B77E03" w:rsidRDefault="00B77E03" w:rsidP="00B77E03">
      <w:r>
        <w:t>— </w:t>
      </w:r>
      <w:r w:rsidR="0024252B" w:rsidRPr="002813C1">
        <w:t>Ce n</w:t>
      </w:r>
      <w:r>
        <w:t>’</w:t>
      </w:r>
      <w:r w:rsidR="0024252B" w:rsidRPr="002813C1">
        <w:t>est rien</w:t>
      </w:r>
      <w:r>
        <w:t xml:space="preserve">, </w:t>
      </w:r>
      <w:r w:rsidR="0024252B" w:rsidRPr="002813C1">
        <w:t>cela</w:t>
      </w:r>
      <w:r>
        <w:t xml:space="preserve">, </w:t>
      </w:r>
      <w:r w:rsidR="0024252B" w:rsidRPr="002813C1">
        <w:t>prononça-t-il</w:t>
      </w:r>
      <w:r>
        <w:t xml:space="preserve">. </w:t>
      </w:r>
      <w:r w:rsidR="0024252B" w:rsidRPr="002813C1">
        <w:t>Je soupçonne quelque chose de bien autrement terrible</w:t>
      </w:r>
      <w:r>
        <w:t>…</w:t>
      </w:r>
    </w:p>
    <w:p w14:paraId="5E8F58D2" w14:textId="77777777" w:rsidR="00B77E03" w:rsidRDefault="00B77E03" w:rsidP="00B77E03">
      <w:r>
        <w:t>— </w:t>
      </w:r>
      <w:r w:rsidR="0024252B" w:rsidRPr="002813C1">
        <w:t>Quoi donc</w:t>
      </w:r>
      <w:r>
        <w:t xml:space="preserve"> !… </w:t>
      </w:r>
      <w:r w:rsidR="0024252B" w:rsidRPr="002813C1">
        <w:t>Parole sacrée vous m</w:t>
      </w:r>
      <w:r>
        <w:t>’</w:t>
      </w:r>
      <w:r w:rsidR="0024252B" w:rsidRPr="002813C1">
        <w:t>effrayez</w:t>
      </w:r>
      <w:r>
        <w:t>…</w:t>
      </w:r>
    </w:p>
    <w:p w14:paraId="4B87C6E1" w14:textId="77777777" w:rsidR="00B77E03" w:rsidRDefault="00B77E03" w:rsidP="00B77E03">
      <w:r>
        <w:t>— </w:t>
      </w:r>
      <w:r w:rsidR="0024252B" w:rsidRPr="002813C1">
        <w:t>Attendez</w:t>
      </w:r>
      <w:r>
        <w:t xml:space="preserve"> !… </w:t>
      </w:r>
      <w:r w:rsidR="0024252B" w:rsidRPr="002813C1">
        <w:t>Je me trompe peut-être</w:t>
      </w:r>
      <w:r>
        <w:t xml:space="preserve">, </w:t>
      </w:r>
      <w:r w:rsidR="0024252B" w:rsidRPr="002813C1">
        <w:t>il se peut que le docteur se soit trompé</w:t>
      </w:r>
      <w:r>
        <w:t xml:space="preserve">… </w:t>
      </w:r>
      <w:r w:rsidR="0024252B" w:rsidRPr="002813C1">
        <w:t>Enfin vous allez l</w:t>
      </w:r>
      <w:r>
        <w:t>’</w:t>
      </w:r>
      <w:r w:rsidR="0024252B" w:rsidRPr="002813C1">
        <w:t>entendre</w:t>
      </w:r>
      <w:r>
        <w:t>…</w:t>
      </w:r>
    </w:p>
    <w:p w14:paraId="2BC90681" w14:textId="2A09A373" w:rsidR="00B77E03" w:rsidRDefault="0024252B" w:rsidP="00B77E03">
      <w:r w:rsidRPr="002813C1">
        <w:lastRenderedPageBreak/>
        <w:t xml:space="preserve">Et sans plus écouter </w:t>
      </w:r>
      <w:r w:rsidR="00B77E03">
        <w:t>M. </w:t>
      </w:r>
      <w:proofErr w:type="spellStart"/>
      <w:r w:rsidRPr="002813C1">
        <w:t>Wilkie</w:t>
      </w:r>
      <w:proofErr w:type="spellEnd"/>
      <w:r w:rsidR="00B77E03">
        <w:t xml:space="preserve">, </w:t>
      </w:r>
      <w:r w:rsidRPr="002813C1">
        <w:t>il tira le cordon de la sonnette</w:t>
      </w:r>
      <w:r w:rsidR="00B77E03">
        <w:t xml:space="preserve">, </w:t>
      </w:r>
      <w:r w:rsidRPr="002813C1">
        <w:t>et l</w:t>
      </w:r>
      <w:r w:rsidR="00B77E03">
        <w:t>’</w:t>
      </w:r>
      <w:r w:rsidRPr="002813C1">
        <w:t>instant d</w:t>
      </w:r>
      <w:r w:rsidR="00B77E03">
        <w:t>’</w:t>
      </w:r>
      <w:r w:rsidRPr="002813C1">
        <w:t>après le domestique annonça</w:t>
      </w:r>
      <w:r w:rsidR="00B77E03">
        <w:t> :</w:t>
      </w:r>
    </w:p>
    <w:p w14:paraId="7FB40549" w14:textId="279F6081" w:rsidR="00B77E03" w:rsidRDefault="00B77E03" w:rsidP="00B77E03">
      <w:r>
        <w:t>— M. </w:t>
      </w:r>
      <w:r w:rsidR="0024252B" w:rsidRPr="002813C1">
        <w:t xml:space="preserve">le docteur </w:t>
      </w:r>
      <w:proofErr w:type="spellStart"/>
      <w:r w:rsidR="0024252B" w:rsidRPr="002813C1">
        <w:t>Jodon</w:t>
      </w:r>
      <w:proofErr w:type="spellEnd"/>
      <w:r>
        <w:t> !…</w:t>
      </w:r>
    </w:p>
    <w:p w14:paraId="666434E2" w14:textId="6BB122BD" w:rsidR="00B77E03" w:rsidRDefault="0024252B" w:rsidP="00B77E03">
      <w:r w:rsidRPr="002813C1">
        <w:t>C</w:t>
      </w:r>
      <w:r w:rsidR="00B77E03">
        <w:t>’</w:t>
      </w:r>
      <w:r w:rsidRPr="002813C1">
        <w:t>était bien ce même médecin qui</w:t>
      </w:r>
      <w:r w:rsidR="00B77E03">
        <w:t xml:space="preserve">, </w:t>
      </w:r>
      <w:r w:rsidRPr="002813C1">
        <w:t xml:space="preserve">devant le lit de mort du comte de </w:t>
      </w:r>
      <w:proofErr w:type="spellStart"/>
      <w:r w:rsidRPr="002813C1">
        <w:t>Chalusse</w:t>
      </w:r>
      <w:proofErr w:type="spellEnd"/>
      <w:r w:rsidR="00B77E03">
        <w:t xml:space="preserve">, </w:t>
      </w:r>
      <w:r w:rsidRPr="002813C1">
        <w:t xml:space="preserve">avait obsédé </w:t>
      </w:r>
      <w:r w:rsidR="00B77E03">
        <w:t>M</w:t>
      </w:r>
      <w:r w:rsidR="00B77E03" w:rsidRPr="00B77E03">
        <w:rPr>
          <w:vertAlign w:val="superscript"/>
        </w:rPr>
        <w:t>lle</w:t>
      </w:r>
      <w:r w:rsidR="00B77E03">
        <w:t> </w:t>
      </w:r>
      <w:r w:rsidRPr="002813C1">
        <w:t>Marguerite de ses empressements intéressés et de l</w:t>
      </w:r>
      <w:r w:rsidR="00B77E03">
        <w:t>’</w:t>
      </w:r>
      <w:r w:rsidRPr="002813C1">
        <w:t>impudence de ses questions</w:t>
      </w:r>
      <w:r w:rsidR="00B77E03">
        <w:t>…</w:t>
      </w:r>
    </w:p>
    <w:p w14:paraId="1AA2A1D4" w14:textId="77777777" w:rsidR="00B77E03" w:rsidRDefault="0024252B" w:rsidP="00B77E03">
      <w:r w:rsidRPr="002813C1">
        <w:t>C</w:t>
      </w:r>
      <w:r w:rsidR="00B77E03">
        <w:t>’</w:t>
      </w:r>
      <w:r w:rsidRPr="002813C1">
        <w:t>était toujours l</w:t>
      </w:r>
      <w:r w:rsidR="00B77E03">
        <w:t>’</w:t>
      </w:r>
      <w:r w:rsidRPr="002813C1">
        <w:t>ambitieux déçu</w:t>
      </w:r>
      <w:r w:rsidR="00B77E03">
        <w:t xml:space="preserve">, </w:t>
      </w:r>
      <w:r w:rsidRPr="002813C1">
        <w:t>au sourire pâle errant sur ses lèvres plates</w:t>
      </w:r>
      <w:r w:rsidR="00B77E03">
        <w:t xml:space="preserve">, </w:t>
      </w:r>
      <w:r w:rsidRPr="002813C1">
        <w:t>dévoré de convoitises et prêt à tout pour les assouvir</w:t>
      </w:r>
      <w:r w:rsidR="00B77E03">
        <w:t xml:space="preserve">, </w:t>
      </w:r>
      <w:r w:rsidRPr="002813C1">
        <w:t>l</w:t>
      </w:r>
      <w:r w:rsidR="00B77E03">
        <w:t>’</w:t>
      </w:r>
      <w:r w:rsidRPr="002813C1">
        <w:t>homme selon son siècle</w:t>
      </w:r>
      <w:r w:rsidR="00B77E03">
        <w:t xml:space="preserve">, </w:t>
      </w:r>
      <w:r w:rsidRPr="002813C1">
        <w:t>enfin</w:t>
      </w:r>
      <w:r w:rsidR="00B77E03">
        <w:t xml:space="preserve">, </w:t>
      </w:r>
      <w:r w:rsidRPr="002813C1">
        <w:t>ayant tout sacrifié aux apparences où il espérait prendre les autres</w:t>
      </w:r>
      <w:r w:rsidR="00B77E03">
        <w:t xml:space="preserve">, </w:t>
      </w:r>
      <w:r w:rsidRPr="002813C1">
        <w:t>et crevant de faim et de rage au milieu du clinquant de son faux luxe</w:t>
      </w:r>
      <w:r w:rsidR="00B77E03">
        <w:t>.</w:t>
      </w:r>
    </w:p>
    <w:p w14:paraId="325EDE00" w14:textId="1FCF022C" w:rsidR="00B77E03" w:rsidRDefault="00B77E03" w:rsidP="00B77E03">
      <w:r>
        <w:t>M. </w:t>
      </w:r>
      <w:r w:rsidR="0024252B" w:rsidRPr="002813C1">
        <w:t>Casimir n</w:t>
      </w:r>
      <w:r>
        <w:t>’</w:t>
      </w:r>
      <w:r w:rsidR="0024252B" w:rsidRPr="002813C1">
        <w:t>était qu</w:t>
      </w:r>
      <w:r>
        <w:t>’</w:t>
      </w:r>
      <w:r w:rsidR="0024252B" w:rsidRPr="002813C1">
        <w:t>un complice inconscient</w:t>
      </w:r>
      <w:r>
        <w:t xml:space="preserve">… </w:t>
      </w:r>
      <w:r w:rsidR="0024252B" w:rsidRPr="002813C1">
        <w:t>Lui</w:t>
      </w:r>
      <w:r>
        <w:t xml:space="preserve">, </w:t>
      </w:r>
      <w:r w:rsidR="0024252B" w:rsidRPr="002813C1">
        <w:t>savait ce qu</w:t>
      </w:r>
      <w:r>
        <w:t>’</w:t>
      </w:r>
      <w:r w:rsidR="0024252B" w:rsidRPr="002813C1">
        <w:t>il faisait</w:t>
      </w:r>
      <w:r>
        <w:t>.</w:t>
      </w:r>
    </w:p>
    <w:p w14:paraId="0E173C4D" w14:textId="4BBB4CD2" w:rsidR="00B77E03" w:rsidRDefault="0024252B" w:rsidP="00B77E03">
      <w:r w:rsidRPr="002813C1">
        <w:t xml:space="preserve">Mis en rapport par </w:t>
      </w:r>
      <w:r w:rsidR="00B77E03">
        <w:t>M</w:t>
      </w:r>
      <w:r w:rsidR="00B77E03" w:rsidRPr="00B77E03">
        <w:rPr>
          <w:vertAlign w:val="superscript"/>
        </w:rPr>
        <w:t>me</w:t>
      </w:r>
      <w:r w:rsidR="00B77E03">
        <w:t> </w:t>
      </w:r>
      <w:r w:rsidRPr="002813C1">
        <w:t xml:space="preserve">Léon avec le marquis de </w:t>
      </w:r>
      <w:proofErr w:type="spellStart"/>
      <w:r w:rsidRPr="002813C1">
        <w:t>Valorsay</w:t>
      </w:r>
      <w:proofErr w:type="spellEnd"/>
      <w:r w:rsidR="00B77E03">
        <w:t xml:space="preserve">, </w:t>
      </w:r>
      <w:r w:rsidRPr="002813C1">
        <w:t>il l</w:t>
      </w:r>
      <w:r w:rsidR="00B77E03">
        <w:t>’</w:t>
      </w:r>
      <w:r w:rsidRPr="002813C1">
        <w:t>avait tout d</w:t>
      </w:r>
      <w:r w:rsidR="00B77E03">
        <w:t>’</w:t>
      </w:r>
      <w:r w:rsidRPr="002813C1">
        <w:t>abord pénétré</w:t>
      </w:r>
      <w:r w:rsidR="00B77E03">
        <w:t xml:space="preserve">… </w:t>
      </w:r>
      <w:r w:rsidRPr="002813C1">
        <w:t>Dignes de s</w:t>
      </w:r>
      <w:r w:rsidR="00B77E03">
        <w:t>’</w:t>
      </w:r>
      <w:r w:rsidRPr="002813C1">
        <w:t>entendre</w:t>
      </w:r>
      <w:r w:rsidR="00B77E03">
        <w:t xml:space="preserve">, </w:t>
      </w:r>
      <w:r w:rsidRPr="002813C1">
        <w:t>ils s</w:t>
      </w:r>
      <w:r w:rsidR="00B77E03">
        <w:t>’</w:t>
      </w:r>
      <w:r w:rsidRPr="002813C1">
        <w:t>étaient entendus</w:t>
      </w:r>
      <w:r w:rsidR="00B77E03">
        <w:t xml:space="preserve">… </w:t>
      </w:r>
      <w:r w:rsidRPr="002813C1">
        <w:t>Pas un mot précis n</w:t>
      </w:r>
      <w:r w:rsidR="00B77E03">
        <w:t>’</w:t>
      </w:r>
      <w:r w:rsidRPr="002813C1">
        <w:t>avait été prononcé entre eux</w:t>
      </w:r>
      <w:r w:rsidR="00B77E03">
        <w:t xml:space="preserve">, </w:t>
      </w:r>
      <w:r w:rsidRPr="002813C1">
        <w:t>ils étaient trop forts l</w:t>
      </w:r>
      <w:r w:rsidR="00B77E03">
        <w:t>’</w:t>
      </w:r>
      <w:r w:rsidRPr="002813C1">
        <w:t>un et l</w:t>
      </w:r>
      <w:r w:rsidR="00B77E03">
        <w:t>’</w:t>
      </w:r>
      <w:r w:rsidRPr="002813C1">
        <w:t>autre pour qu</w:t>
      </w:r>
      <w:r w:rsidR="00B77E03">
        <w:t>’</w:t>
      </w:r>
      <w:r w:rsidRPr="002813C1">
        <w:t>il en fût besoin</w:t>
      </w:r>
      <w:r w:rsidR="00B77E03">
        <w:t xml:space="preserve">, </w:t>
      </w:r>
      <w:r w:rsidRPr="002813C1">
        <w:t>et cependant un pacte avait été conclu</w:t>
      </w:r>
      <w:r w:rsidR="00B77E03">
        <w:t xml:space="preserve">, </w:t>
      </w:r>
      <w:r w:rsidRPr="002813C1">
        <w:t>chacun s</w:t>
      </w:r>
      <w:r w:rsidR="00B77E03">
        <w:t>’</w:t>
      </w:r>
      <w:r w:rsidRPr="002813C1">
        <w:t>engageant tacitement à servir l</w:t>
      </w:r>
      <w:r w:rsidR="00B77E03">
        <w:t>’</w:t>
      </w:r>
      <w:r w:rsidRPr="002813C1">
        <w:t>autre selon ses moyens</w:t>
      </w:r>
      <w:r w:rsidR="00B77E03">
        <w:t>…</w:t>
      </w:r>
    </w:p>
    <w:p w14:paraId="06D7DA36" w14:textId="5969A829" w:rsidR="00B77E03" w:rsidRDefault="0024252B" w:rsidP="00B77E03">
      <w:r w:rsidRPr="002813C1">
        <w:t>Dès que parut le médecin</w:t>
      </w:r>
      <w:r w:rsidR="00B77E03">
        <w:t>, M. de </w:t>
      </w:r>
      <w:proofErr w:type="spellStart"/>
      <w:r w:rsidRPr="002813C1">
        <w:t>Valorsay</w:t>
      </w:r>
      <w:proofErr w:type="spellEnd"/>
      <w:r w:rsidRPr="002813C1">
        <w:t xml:space="preserve"> se leva pour lui serrer la main</w:t>
      </w:r>
      <w:r w:rsidR="00B77E03">
        <w:t xml:space="preserve">, </w:t>
      </w:r>
      <w:r w:rsidRPr="002813C1">
        <w:t>et après lui avoir avancé un fauteuil</w:t>
      </w:r>
      <w:r w:rsidR="00B77E03">
        <w:t> :</w:t>
      </w:r>
    </w:p>
    <w:p w14:paraId="6BAA76AE" w14:textId="6518D998" w:rsidR="00B77E03" w:rsidRDefault="00B77E03" w:rsidP="00B77E03">
      <w:r>
        <w:t>— </w:t>
      </w:r>
      <w:r w:rsidR="0024252B" w:rsidRPr="002813C1">
        <w:t>Je ne vous cacherai pas</w:t>
      </w:r>
      <w:r>
        <w:t xml:space="preserve">, </w:t>
      </w:r>
      <w:r w:rsidR="0024252B" w:rsidRPr="002813C1">
        <w:t>docteur</w:t>
      </w:r>
      <w:r>
        <w:t xml:space="preserve">, </w:t>
      </w:r>
      <w:r w:rsidR="0024252B" w:rsidRPr="002813C1">
        <w:t>dit-il</w:t>
      </w:r>
      <w:r>
        <w:t xml:space="preserve">, </w:t>
      </w:r>
      <w:r w:rsidR="0024252B" w:rsidRPr="002813C1">
        <w:t>que j</w:t>
      </w:r>
      <w:r>
        <w:t>’</w:t>
      </w:r>
      <w:r w:rsidR="0024252B" w:rsidRPr="002813C1">
        <w:t>ai préparé monsieur</w:t>
      </w:r>
      <w:r>
        <w:t xml:space="preserve"> – </w:t>
      </w:r>
      <w:r w:rsidR="0024252B" w:rsidRPr="002813C1">
        <w:t xml:space="preserve">il désignait </w:t>
      </w:r>
      <w:r>
        <w:t>M. </w:t>
      </w:r>
      <w:proofErr w:type="spellStart"/>
      <w:r w:rsidR="0024252B" w:rsidRPr="002813C1">
        <w:t>Wilkie</w:t>
      </w:r>
      <w:proofErr w:type="spellEnd"/>
      <w:r>
        <w:t xml:space="preserve"> – </w:t>
      </w:r>
      <w:r w:rsidR="0024252B" w:rsidRPr="002813C1">
        <w:t>à vos terribles confidences</w:t>
      </w:r>
      <w:r>
        <w:t>…</w:t>
      </w:r>
    </w:p>
    <w:p w14:paraId="2C247A29" w14:textId="77777777" w:rsidR="00B77E03" w:rsidRDefault="0024252B" w:rsidP="00B77E03">
      <w:r w:rsidRPr="002813C1">
        <w:t>Sous l</w:t>
      </w:r>
      <w:r w:rsidR="00B77E03">
        <w:t>’</w:t>
      </w:r>
      <w:r w:rsidRPr="002813C1">
        <w:t>attitude roide du docteur</w:t>
      </w:r>
      <w:r w:rsidR="00B77E03">
        <w:t xml:space="preserve">, </w:t>
      </w:r>
      <w:r w:rsidRPr="002813C1">
        <w:t>un observateur eût constaté cette trépidation intérieure qui précède une mauvaise action froidement conçue et résolue</w:t>
      </w:r>
      <w:r w:rsidR="00B77E03">
        <w:t>.</w:t>
      </w:r>
    </w:p>
    <w:p w14:paraId="5C3A5358" w14:textId="77777777" w:rsidR="00B77E03" w:rsidRDefault="00B77E03" w:rsidP="00B77E03">
      <w:r>
        <w:lastRenderedPageBreak/>
        <w:t>— </w:t>
      </w:r>
      <w:r w:rsidR="0024252B" w:rsidRPr="002813C1">
        <w:t>En vérité</w:t>
      </w:r>
      <w:r>
        <w:t xml:space="preserve">, </w:t>
      </w:r>
      <w:r w:rsidR="0024252B" w:rsidRPr="002813C1">
        <w:t>commença-t-il</w:t>
      </w:r>
      <w:r>
        <w:t xml:space="preserve">, – </w:t>
      </w:r>
      <w:r w:rsidR="0024252B" w:rsidRPr="002813C1">
        <w:t>cherchant péniblement ses phrases</w:t>
      </w:r>
      <w:r>
        <w:t xml:space="preserve">, – </w:t>
      </w:r>
      <w:r w:rsidR="0024252B" w:rsidRPr="002813C1">
        <w:t>au moment de parler</w:t>
      </w:r>
      <w:r>
        <w:t xml:space="preserve">, </w:t>
      </w:r>
      <w:r w:rsidR="0024252B" w:rsidRPr="002813C1">
        <w:t>j</w:t>
      </w:r>
      <w:r>
        <w:t>’</w:t>
      </w:r>
      <w:r w:rsidR="0024252B" w:rsidRPr="002813C1">
        <w:t>hésite presque</w:t>
      </w:r>
      <w:r>
        <w:t xml:space="preserve">… </w:t>
      </w:r>
      <w:r w:rsidR="0024252B" w:rsidRPr="002813C1">
        <w:t>Notre profession a des exigences pénibles</w:t>
      </w:r>
      <w:r>
        <w:t xml:space="preserve">… </w:t>
      </w:r>
      <w:r w:rsidR="0024252B" w:rsidRPr="002813C1">
        <w:t>Peut-être est-il bien tard</w:t>
      </w:r>
      <w:r>
        <w:t xml:space="preserve">… </w:t>
      </w:r>
      <w:r w:rsidR="0024252B" w:rsidRPr="002813C1">
        <w:t>S</w:t>
      </w:r>
      <w:r>
        <w:t>’</w:t>
      </w:r>
      <w:r w:rsidR="0024252B" w:rsidRPr="002813C1">
        <w:t>il s</w:t>
      </w:r>
      <w:r>
        <w:t>’</w:t>
      </w:r>
      <w:r w:rsidR="0024252B" w:rsidRPr="002813C1">
        <w:t>était trouvé à l</w:t>
      </w:r>
      <w:r>
        <w:t>’</w:t>
      </w:r>
      <w:r w:rsidR="0024252B" w:rsidRPr="002813C1">
        <w:t xml:space="preserve">hôtel de </w:t>
      </w:r>
      <w:proofErr w:type="spellStart"/>
      <w:r w:rsidR="0024252B" w:rsidRPr="002813C1">
        <w:t>Chalusse</w:t>
      </w:r>
      <w:proofErr w:type="spellEnd"/>
      <w:r w:rsidR="0024252B" w:rsidRPr="002813C1">
        <w:t xml:space="preserve"> un parent du comte</w:t>
      </w:r>
      <w:r>
        <w:t xml:space="preserve">, </w:t>
      </w:r>
      <w:r w:rsidR="0024252B" w:rsidRPr="002813C1">
        <w:t>ou seulement un héritier</w:t>
      </w:r>
      <w:r>
        <w:t xml:space="preserve">, </w:t>
      </w:r>
      <w:r w:rsidR="0024252B" w:rsidRPr="002813C1">
        <w:t>j</w:t>
      </w:r>
      <w:r>
        <w:t>’</w:t>
      </w:r>
      <w:r w:rsidR="0024252B" w:rsidRPr="002813C1">
        <w:t>aurais certainement provoqué une autopsie</w:t>
      </w:r>
      <w:r>
        <w:t xml:space="preserve">… </w:t>
      </w:r>
      <w:r w:rsidR="0024252B" w:rsidRPr="002813C1">
        <w:t>Tandis que maintenant</w:t>
      </w:r>
      <w:r>
        <w:t>…</w:t>
      </w:r>
    </w:p>
    <w:p w14:paraId="373A24AC" w14:textId="648C01DB" w:rsidR="00B77E03" w:rsidRDefault="0024252B" w:rsidP="00B77E03">
      <w:r w:rsidRPr="002813C1">
        <w:t>À ce mot d</w:t>
      </w:r>
      <w:r w:rsidR="00B77E03">
        <w:t>’</w:t>
      </w:r>
      <w:r w:rsidRPr="002813C1">
        <w:t>autopsie</w:t>
      </w:r>
      <w:r w:rsidR="00B77E03">
        <w:t>, M. </w:t>
      </w:r>
      <w:proofErr w:type="spellStart"/>
      <w:r w:rsidRPr="002813C1">
        <w:t>Wilkie</w:t>
      </w:r>
      <w:proofErr w:type="spellEnd"/>
      <w:r w:rsidRPr="002813C1">
        <w:t xml:space="preserve"> s</w:t>
      </w:r>
      <w:r w:rsidR="00B77E03">
        <w:t>’</w:t>
      </w:r>
      <w:r w:rsidRPr="002813C1">
        <w:t>était mis à rouler des yeux effarés</w:t>
      </w:r>
      <w:r w:rsidR="00B77E03">
        <w:t>…</w:t>
      </w:r>
    </w:p>
    <w:p w14:paraId="5A0A3B17" w14:textId="77777777" w:rsidR="00B77E03" w:rsidRDefault="0024252B" w:rsidP="00B77E03">
      <w:r w:rsidRPr="002813C1">
        <w:t>Il ouvrit la bouche pour interrompre</w:t>
      </w:r>
      <w:r w:rsidR="00B77E03">
        <w:t xml:space="preserve">, </w:t>
      </w:r>
      <w:r w:rsidRPr="002813C1">
        <w:t>mais déjà le médecin poursuivait</w:t>
      </w:r>
      <w:r w:rsidR="00B77E03">
        <w:t> :</w:t>
      </w:r>
    </w:p>
    <w:p w14:paraId="20499A0E" w14:textId="77777777" w:rsidR="00B77E03" w:rsidRDefault="00B77E03" w:rsidP="00B77E03">
      <w:r>
        <w:t>— </w:t>
      </w:r>
      <w:r w:rsidR="0024252B" w:rsidRPr="002813C1">
        <w:t>Je n</w:t>
      </w:r>
      <w:r>
        <w:t>’</w:t>
      </w:r>
      <w:r w:rsidR="0024252B" w:rsidRPr="002813C1">
        <w:t>ai d</w:t>
      </w:r>
      <w:r>
        <w:t>’</w:t>
      </w:r>
      <w:r w:rsidR="0024252B" w:rsidRPr="002813C1">
        <w:t>ailleurs que des soupçons</w:t>
      </w:r>
      <w:r>
        <w:t xml:space="preserve">… </w:t>
      </w:r>
      <w:r w:rsidR="0024252B" w:rsidRPr="002813C1">
        <w:t>basés</w:t>
      </w:r>
      <w:r>
        <w:t xml:space="preserve">, </w:t>
      </w:r>
      <w:r w:rsidR="0024252B" w:rsidRPr="002813C1">
        <w:t>il est vrai</w:t>
      </w:r>
      <w:r>
        <w:t xml:space="preserve">, </w:t>
      </w:r>
      <w:r w:rsidR="0024252B" w:rsidRPr="002813C1">
        <w:t>sur des circonstances inquiétantes et anormales</w:t>
      </w:r>
      <w:r>
        <w:t xml:space="preserve">… </w:t>
      </w:r>
      <w:r w:rsidR="0024252B" w:rsidRPr="002813C1">
        <w:t>Je suis homme</w:t>
      </w:r>
      <w:r>
        <w:t xml:space="preserve">, </w:t>
      </w:r>
      <w:r w:rsidR="0024252B" w:rsidRPr="002813C1">
        <w:t>c</w:t>
      </w:r>
      <w:r>
        <w:t>’</w:t>
      </w:r>
      <w:r w:rsidR="0024252B" w:rsidRPr="002813C1">
        <w:t>est-à-dire sujet à l</w:t>
      </w:r>
      <w:r>
        <w:t>’</w:t>
      </w:r>
      <w:r w:rsidR="0024252B" w:rsidRPr="002813C1">
        <w:t>erreur</w:t>
      </w:r>
      <w:r>
        <w:t xml:space="preserve">… </w:t>
      </w:r>
      <w:r w:rsidR="0024252B" w:rsidRPr="002813C1">
        <w:t>En l</w:t>
      </w:r>
      <w:r>
        <w:t>’</w:t>
      </w:r>
      <w:r w:rsidR="0024252B" w:rsidRPr="002813C1">
        <w:t>état actuel de la science</w:t>
      </w:r>
      <w:r>
        <w:t xml:space="preserve">, </w:t>
      </w:r>
      <w:r w:rsidR="0024252B" w:rsidRPr="002813C1">
        <w:t>affirmer serait une impardonnable témérité</w:t>
      </w:r>
      <w:r>
        <w:t>…</w:t>
      </w:r>
    </w:p>
    <w:p w14:paraId="385A8B14" w14:textId="51FDE8DC" w:rsidR="00B77E03" w:rsidRDefault="00B77E03" w:rsidP="00B77E03">
      <w:r>
        <w:t>— </w:t>
      </w:r>
      <w:r w:rsidR="0024252B" w:rsidRPr="002813C1">
        <w:t>Affirmer quoi</w:t>
      </w:r>
      <w:r>
        <w:t xml:space="preserve"> ? </w:t>
      </w:r>
      <w:r w:rsidR="0024252B" w:rsidRPr="002813C1">
        <w:t xml:space="preserve">interrompit </w:t>
      </w:r>
      <w:r>
        <w:t>M. </w:t>
      </w:r>
      <w:proofErr w:type="spellStart"/>
      <w:r w:rsidR="0024252B" w:rsidRPr="002813C1">
        <w:t>Wilkie</w:t>
      </w:r>
      <w:proofErr w:type="spellEnd"/>
      <w:r>
        <w:t>.</w:t>
      </w:r>
    </w:p>
    <w:p w14:paraId="181AA5D6" w14:textId="77777777" w:rsidR="00B77E03" w:rsidRDefault="0024252B" w:rsidP="00B77E03">
      <w:r w:rsidRPr="002813C1">
        <w:t>Le docteur ne parut pas l</w:t>
      </w:r>
      <w:r w:rsidR="00B77E03">
        <w:t>’</w:t>
      </w:r>
      <w:r w:rsidRPr="002813C1">
        <w:t>entendre</w:t>
      </w:r>
      <w:r w:rsidR="00B77E03">
        <w:t xml:space="preserve">, </w:t>
      </w:r>
      <w:r w:rsidRPr="002813C1">
        <w:t>et toujours du même ton dogmatique</w:t>
      </w:r>
      <w:r w:rsidR="00B77E03">
        <w:t> :</w:t>
      </w:r>
    </w:p>
    <w:p w14:paraId="5344F4A9" w14:textId="52BCC991" w:rsidR="00B77E03" w:rsidRDefault="00B77E03" w:rsidP="00B77E03">
      <w:r>
        <w:t>— </w:t>
      </w:r>
      <w:r w:rsidR="0024252B" w:rsidRPr="002813C1">
        <w:t>En apparence</w:t>
      </w:r>
      <w:r>
        <w:t xml:space="preserve"> ; </w:t>
      </w:r>
      <w:r w:rsidR="0024252B" w:rsidRPr="002813C1">
        <w:t>continua-t-il</w:t>
      </w:r>
      <w:r>
        <w:t xml:space="preserve">, </w:t>
      </w:r>
      <w:r w:rsidR="0024252B" w:rsidRPr="002813C1">
        <w:t>le comte est mort d</w:t>
      </w:r>
      <w:r>
        <w:t>’</w:t>
      </w:r>
      <w:r w:rsidR="0024252B" w:rsidRPr="002813C1">
        <w:t>une attaque d</w:t>
      </w:r>
      <w:r>
        <w:t>’</w:t>
      </w:r>
      <w:r w:rsidR="0024252B" w:rsidRPr="002813C1">
        <w:t>apoplexie</w:t>
      </w:r>
      <w:r>
        <w:t xml:space="preserve">… </w:t>
      </w:r>
      <w:r w:rsidR="0024252B" w:rsidRPr="002813C1">
        <w:t>Mais certaines substances toxiques produisent des symptômes analogues et même identiques</w:t>
      </w:r>
      <w:r>
        <w:t xml:space="preserve">, </w:t>
      </w:r>
      <w:r w:rsidR="0024252B" w:rsidRPr="002813C1">
        <w:t>très-capables d</w:t>
      </w:r>
      <w:r>
        <w:t>’</w:t>
      </w:r>
      <w:r w:rsidR="0024252B" w:rsidRPr="002813C1">
        <w:t>abuser l</w:t>
      </w:r>
      <w:r>
        <w:t>’</w:t>
      </w:r>
      <w:r w:rsidR="0024252B" w:rsidRPr="002813C1">
        <w:t>expérience la plus éclairée</w:t>
      </w:r>
      <w:r>
        <w:t xml:space="preserve">… </w:t>
      </w:r>
      <w:r w:rsidR="0024252B" w:rsidRPr="002813C1">
        <w:t>La persistance de l</w:t>
      </w:r>
      <w:r>
        <w:t>’</w:t>
      </w:r>
      <w:r w:rsidR="0024252B" w:rsidRPr="002813C1">
        <w:t xml:space="preserve">intelligence de </w:t>
      </w:r>
      <w:r>
        <w:t>M. de </w:t>
      </w:r>
      <w:proofErr w:type="spellStart"/>
      <w:r w:rsidR="0024252B" w:rsidRPr="002813C1">
        <w:t>Chalusse</w:t>
      </w:r>
      <w:proofErr w:type="spellEnd"/>
      <w:r>
        <w:t xml:space="preserve">, </w:t>
      </w:r>
      <w:r w:rsidR="0024252B" w:rsidRPr="002813C1">
        <w:t>la rigidité musculaire alternant avec un relâchement complet</w:t>
      </w:r>
      <w:r>
        <w:t xml:space="preserve">, </w:t>
      </w:r>
      <w:r w:rsidR="0024252B" w:rsidRPr="002813C1">
        <w:t>la dilatation des pupilles et plus que tout l</w:t>
      </w:r>
      <w:r>
        <w:t>’</w:t>
      </w:r>
      <w:r w:rsidR="0024252B" w:rsidRPr="002813C1">
        <w:t>intensité de ses dernières convulsions m</w:t>
      </w:r>
      <w:r>
        <w:t>’</w:t>
      </w:r>
      <w:r w:rsidR="0024252B" w:rsidRPr="002813C1">
        <w:t>ont amené à me demander si une main criminelle n</w:t>
      </w:r>
      <w:r>
        <w:t>’</w:t>
      </w:r>
      <w:r w:rsidR="0024252B" w:rsidRPr="002813C1">
        <w:t>avait pas hâté sa fin</w:t>
      </w:r>
      <w:r>
        <w:t>…</w:t>
      </w:r>
    </w:p>
    <w:p w14:paraId="7AEEF9AD" w14:textId="1D36E8BA" w:rsidR="00B77E03" w:rsidRDefault="0024252B" w:rsidP="00B77E03">
      <w:r w:rsidRPr="002813C1">
        <w:t>Plus blanc que sa chemise</w:t>
      </w:r>
      <w:r w:rsidR="00B77E03">
        <w:t xml:space="preserve">, </w:t>
      </w:r>
      <w:r w:rsidRPr="002813C1">
        <w:t>et tremblant comme la feuille</w:t>
      </w:r>
      <w:r w:rsidR="00B77E03">
        <w:t>, M. </w:t>
      </w:r>
      <w:proofErr w:type="spellStart"/>
      <w:r w:rsidRPr="002813C1">
        <w:t>Wilkie</w:t>
      </w:r>
      <w:proofErr w:type="spellEnd"/>
      <w:r w:rsidRPr="002813C1">
        <w:t xml:space="preserve"> se dressa</w:t>
      </w:r>
      <w:r w:rsidR="00B77E03">
        <w:t>.</w:t>
      </w:r>
    </w:p>
    <w:p w14:paraId="7A5E7876" w14:textId="77777777" w:rsidR="00B77E03" w:rsidRDefault="00B77E03" w:rsidP="00B77E03">
      <w:r>
        <w:lastRenderedPageBreak/>
        <w:t>— </w:t>
      </w:r>
      <w:r w:rsidR="0024252B" w:rsidRPr="002813C1">
        <w:t>J</w:t>
      </w:r>
      <w:r>
        <w:t>’</w:t>
      </w:r>
      <w:r w:rsidR="0024252B" w:rsidRPr="002813C1">
        <w:t>avais donc bien compris</w:t>
      </w:r>
      <w:r>
        <w:t xml:space="preserve"> !… </w:t>
      </w:r>
      <w:r w:rsidR="0024252B" w:rsidRPr="002813C1">
        <w:t>s</w:t>
      </w:r>
      <w:r>
        <w:t>’</w:t>
      </w:r>
      <w:r w:rsidR="0024252B" w:rsidRPr="002813C1">
        <w:t>écria-t-il</w:t>
      </w:r>
      <w:r>
        <w:t xml:space="preserve">. </w:t>
      </w:r>
      <w:r w:rsidR="0024252B" w:rsidRPr="002813C1">
        <w:t>Le comte est mort assassiné</w:t>
      </w:r>
      <w:r>
        <w:t xml:space="preserve">, </w:t>
      </w:r>
      <w:r w:rsidR="0024252B" w:rsidRPr="002813C1">
        <w:t>empoisonné</w:t>
      </w:r>
      <w:r>
        <w:t> !…</w:t>
      </w:r>
    </w:p>
    <w:p w14:paraId="5FB0DB50" w14:textId="77777777" w:rsidR="00B77E03" w:rsidRDefault="0024252B" w:rsidP="00B77E03">
      <w:r w:rsidRPr="002813C1">
        <w:t>Mais le médecin aussitôt protesta</w:t>
      </w:r>
      <w:r w:rsidR="00B77E03">
        <w:t>.</w:t>
      </w:r>
    </w:p>
    <w:p w14:paraId="3F8C122A" w14:textId="68A89335" w:rsidR="00B77E03" w:rsidRDefault="00B77E03" w:rsidP="00B77E03">
      <w:r>
        <w:t>— </w:t>
      </w:r>
      <w:r w:rsidR="0024252B" w:rsidRPr="002813C1">
        <w:t>Oh</w:t>
      </w:r>
      <w:r>
        <w:t xml:space="preserve"> !… </w:t>
      </w:r>
      <w:r w:rsidR="0024252B" w:rsidRPr="002813C1">
        <w:t>pas si vite</w:t>
      </w:r>
      <w:r>
        <w:t xml:space="preserve"> !… </w:t>
      </w:r>
      <w:r w:rsidR="0024252B" w:rsidRPr="002813C1">
        <w:t>fit-il</w:t>
      </w:r>
      <w:r>
        <w:t xml:space="preserve">. </w:t>
      </w:r>
      <w:r w:rsidR="0024252B" w:rsidRPr="002813C1">
        <w:t>Ne changez pas mes conjectures en affirmation</w:t>
      </w:r>
      <w:r>
        <w:t xml:space="preserve">… </w:t>
      </w:r>
      <w:r w:rsidR="0024252B" w:rsidRPr="002813C1">
        <w:t>Pourtant</w:t>
      </w:r>
      <w:r>
        <w:t xml:space="preserve">, </w:t>
      </w:r>
      <w:r w:rsidR="0024252B" w:rsidRPr="002813C1">
        <w:t>je ne dois pas vous taire les circonstances qui ont éveillé mes soupçons</w:t>
      </w:r>
      <w:r>
        <w:t xml:space="preserve">… </w:t>
      </w:r>
      <w:r w:rsidR="0024252B" w:rsidRPr="002813C1">
        <w:t>Dans la matinée du jour où il a été frappé</w:t>
      </w:r>
      <w:r>
        <w:t>, M. de </w:t>
      </w:r>
      <w:proofErr w:type="spellStart"/>
      <w:r w:rsidR="0024252B" w:rsidRPr="002813C1">
        <w:t>Chalusse</w:t>
      </w:r>
      <w:proofErr w:type="spellEnd"/>
      <w:r w:rsidR="0024252B" w:rsidRPr="002813C1">
        <w:t xml:space="preserve"> a bu environ deux cuillerées du contenu d</w:t>
      </w:r>
      <w:r>
        <w:t>’</w:t>
      </w:r>
      <w:r w:rsidR="0024252B" w:rsidRPr="002813C1">
        <w:t>une fiole qu</w:t>
      </w:r>
      <w:r>
        <w:t>’</w:t>
      </w:r>
      <w:r w:rsidR="0024252B" w:rsidRPr="002813C1">
        <w:t>on n</w:t>
      </w:r>
      <w:r>
        <w:t>’</w:t>
      </w:r>
      <w:r w:rsidR="0024252B" w:rsidRPr="002813C1">
        <w:t>a pu ou qu</w:t>
      </w:r>
      <w:r>
        <w:t>’</w:t>
      </w:r>
      <w:r w:rsidR="0024252B" w:rsidRPr="002813C1">
        <w:t>on n</w:t>
      </w:r>
      <w:r>
        <w:t>’</w:t>
      </w:r>
      <w:r w:rsidR="0024252B" w:rsidRPr="002813C1">
        <w:t>a pas voulu me représenter</w:t>
      </w:r>
      <w:r>
        <w:t xml:space="preserve">. </w:t>
      </w:r>
      <w:r w:rsidR="0024252B" w:rsidRPr="002813C1">
        <w:t>Que contenait cette fiole</w:t>
      </w:r>
      <w:r>
        <w:t xml:space="preserve"> ?… </w:t>
      </w:r>
      <w:r w:rsidR="0024252B" w:rsidRPr="002813C1">
        <w:t>On me répond</w:t>
      </w:r>
      <w:r>
        <w:t> : « </w:t>
      </w:r>
      <w:r w:rsidR="0024252B" w:rsidRPr="002813C1">
        <w:t>Un remède contre l</w:t>
      </w:r>
      <w:r>
        <w:t>’</w:t>
      </w:r>
      <w:r w:rsidR="0024252B" w:rsidRPr="002813C1">
        <w:t>apoplexie</w:t>
      </w:r>
      <w:r>
        <w:t>. »</w:t>
      </w:r>
      <w:r w:rsidR="0024252B" w:rsidRPr="002813C1">
        <w:t xml:space="preserve"> Je ne dis pas absolument non</w:t>
      </w:r>
      <w:r>
        <w:t xml:space="preserve">, </w:t>
      </w:r>
      <w:r w:rsidR="0024252B" w:rsidRPr="002813C1">
        <w:t>mais prouvez</w:t>
      </w:r>
      <w:r>
        <w:t xml:space="preserve">… </w:t>
      </w:r>
      <w:r w:rsidR="0024252B" w:rsidRPr="002813C1">
        <w:t>Quant au mobile qui aurait déterminé le crime</w:t>
      </w:r>
      <w:r>
        <w:t xml:space="preserve">, </w:t>
      </w:r>
      <w:r w:rsidR="0024252B" w:rsidRPr="002813C1">
        <w:t>il saute aux yeux</w:t>
      </w:r>
      <w:r>
        <w:t xml:space="preserve">… </w:t>
      </w:r>
      <w:r w:rsidR="0024252B" w:rsidRPr="002813C1">
        <w:t>Le secrétaire renfermait deux millions</w:t>
      </w:r>
      <w:r>
        <w:t xml:space="preserve">, </w:t>
      </w:r>
      <w:r w:rsidR="0024252B" w:rsidRPr="002813C1">
        <w:t>et ils ont disparu</w:t>
      </w:r>
      <w:r>
        <w:t xml:space="preserve">… </w:t>
      </w:r>
      <w:r w:rsidR="0024252B" w:rsidRPr="002813C1">
        <w:t>Montrez-moi la fiole</w:t>
      </w:r>
      <w:r>
        <w:t xml:space="preserve">, </w:t>
      </w:r>
      <w:r w:rsidR="0024252B" w:rsidRPr="002813C1">
        <w:t>retrouvez l</w:t>
      </w:r>
      <w:r>
        <w:t>’</w:t>
      </w:r>
      <w:r w:rsidR="0024252B" w:rsidRPr="002813C1">
        <w:t>argent</w:t>
      </w:r>
      <w:r>
        <w:t xml:space="preserve">, </w:t>
      </w:r>
      <w:r w:rsidR="0024252B" w:rsidRPr="002813C1">
        <w:t>et j</w:t>
      </w:r>
      <w:r>
        <w:t>’</w:t>
      </w:r>
      <w:r w:rsidR="0024252B" w:rsidRPr="002813C1">
        <w:t>avouerai que j</w:t>
      </w:r>
      <w:r>
        <w:t>’</w:t>
      </w:r>
      <w:r w:rsidR="0024252B" w:rsidRPr="002813C1">
        <w:t>ai tort</w:t>
      </w:r>
      <w:r>
        <w:t xml:space="preserve">… </w:t>
      </w:r>
      <w:r w:rsidR="0024252B" w:rsidRPr="002813C1">
        <w:t>Jusque-là je douterai</w:t>
      </w:r>
      <w:r>
        <w:t>…</w:t>
      </w:r>
    </w:p>
    <w:p w14:paraId="017729E9" w14:textId="6F28BD8F" w:rsidR="00B77E03" w:rsidRDefault="0024252B" w:rsidP="00B77E03">
      <w:r w:rsidRPr="002813C1">
        <w:t>Ce n</w:t>
      </w:r>
      <w:r w:rsidR="00B77E03">
        <w:t>’</w:t>
      </w:r>
      <w:r w:rsidRPr="002813C1">
        <w:t>était pas un médecin qui parlait</w:t>
      </w:r>
      <w:r w:rsidR="00B77E03">
        <w:t xml:space="preserve">, </w:t>
      </w:r>
      <w:r w:rsidRPr="002813C1">
        <w:t>c</w:t>
      </w:r>
      <w:r w:rsidR="00B77E03">
        <w:t>’</w:t>
      </w:r>
      <w:r w:rsidRPr="002813C1">
        <w:t>était un juge d</w:t>
      </w:r>
      <w:r w:rsidR="00B77E03">
        <w:t>’</w:t>
      </w:r>
      <w:r w:rsidRPr="002813C1">
        <w:t>instruction</w:t>
      </w:r>
      <w:r w:rsidR="00B77E03">
        <w:t xml:space="preserve">, </w:t>
      </w:r>
      <w:r w:rsidRPr="002813C1">
        <w:t>et sa menaçante déduction s</w:t>
      </w:r>
      <w:r w:rsidR="00B77E03">
        <w:t>’</w:t>
      </w:r>
      <w:r w:rsidRPr="002813C1">
        <w:t xml:space="preserve">enfonçait comme un coin dans la cervelle de </w:t>
      </w:r>
      <w:r w:rsidR="00B77E03">
        <w:t>M. </w:t>
      </w:r>
      <w:proofErr w:type="spellStart"/>
      <w:r w:rsidRPr="002813C1">
        <w:t>Wilkie</w:t>
      </w:r>
      <w:proofErr w:type="spellEnd"/>
      <w:r w:rsidR="00B77E03">
        <w:t>.</w:t>
      </w:r>
    </w:p>
    <w:p w14:paraId="41CEA325" w14:textId="77777777" w:rsidR="00B77E03" w:rsidRDefault="00B77E03" w:rsidP="00B77E03">
      <w:r>
        <w:t>— </w:t>
      </w:r>
      <w:r w:rsidR="0024252B" w:rsidRPr="002813C1">
        <w:t>Qui donc</w:t>
      </w:r>
      <w:r>
        <w:t xml:space="preserve">, </w:t>
      </w:r>
      <w:r w:rsidR="0024252B" w:rsidRPr="002813C1">
        <w:t>demanda-t-il</w:t>
      </w:r>
      <w:r>
        <w:t xml:space="preserve">, </w:t>
      </w:r>
      <w:r w:rsidR="0024252B" w:rsidRPr="002813C1">
        <w:t>aurait commis le crime</w:t>
      </w:r>
      <w:r>
        <w:t> ?</w:t>
      </w:r>
    </w:p>
    <w:p w14:paraId="01CC6E2B" w14:textId="77777777" w:rsidR="00B77E03" w:rsidRDefault="00B77E03" w:rsidP="00B77E03">
      <w:r>
        <w:t>— </w:t>
      </w:r>
      <w:r w:rsidR="0024252B" w:rsidRPr="002813C1">
        <w:t>La personne qui seule pouvait en profiter</w:t>
      </w:r>
      <w:r>
        <w:t xml:space="preserve">, </w:t>
      </w:r>
      <w:r w:rsidR="0024252B" w:rsidRPr="002813C1">
        <w:t>puisque seule elle connaissait l</w:t>
      </w:r>
      <w:r>
        <w:t>’</w:t>
      </w:r>
      <w:r w:rsidR="0024252B" w:rsidRPr="002813C1">
        <w:t>existence des valeurs et que seule elle avait à sa disposition la clef du meuble où elles étaient enfermées</w:t>
      </w:r>
      <w:r>
        <w:t>…</w:t>
      </w:r>
    </w:p>
    <w:p w14:paraId="32AE2F13" w14:textId="77777777" w:rsidR="00B77E03" w:rsidRDefault="00B77E03" w:rsidP="00B77E03">
      <w:r>
        <w:t>— </w:t>
      </w:r>
      <w:r w:rsidR="0024252B" w:rsidRPr="002813C1">
        <w:t>Et</w:t>
      </w:r>
      <w:r>
        <w:t xml:space="preserve">… </w:t>
      </w:r>
      <w:r w:rsidR="0024252B" w:rsidRPr="002813C1">
        <w:t>cette personne</w:t>
      </w:r>
      <w:r>
        <w:t> ?…</w:t>
      </w:r>
    </w:p>
    <w:p w14:paraId="37322D8B" w14:textId="665ACA2B" w:rsidR="00B77E03" w:rsidRDefault="00B77E03" w:rsidP="00B77E03">
      <w:r>
        <w:t>— </w:t>
      </w:r>
      <w:r w:rsidR="0024252B" w:rsidRPr="002813C1">
        <w:t>Est une fille naturelle du comte</w:t>
      </w:r>
      <w:r>
        <w:t xml:space="preserve">, </w:t>
      </w:r>
      <w:r w:rsidR="0024252B" w:rsidRPr="002813C1">
        <w:t>qui vivait chez lui</w:t>
      </w:r>
      <w:r>
        <w:t>, M</w:t>
      </w:r>
      <w:r w:rsidRPr="00B77E03">
        <w:rPr>
          <w:vertAlign w:val="superscript"/>
        </w:rPr>
        <w:t>lle</w:t>
      </w:r>
      <w:r>
        <w:t> </w:t>
      </w:r>
      <w:r w:rsidR="0024252B" w:rsidRPr="002813C1">
        <w:t>Marguerite</w:t>
      </w:r>
      <w:r>
        <w:t>.</w:t>
      </w:r>
    </w:p>
    <w:p w14:paraId="69B44C54" w14:textId="708AC39E" w:rsidR="00B77E03" w:rsidRDefault="00B77E03" w:rsidP="00B77E03">
      <w:r>
        <w:t>M. </w:t>
      </w:r>
      <w:proofErr w:type="spellStart"/>
      <w:r w:rsidR="0024252B" w:rsidRPr="002813C1">
        <w:t>Wilkie</w:t>
      </w:r>
      <w:proofErr w:type="spellEnd"/>
      <w:r w:rsidR="0024252B" w:rsidRPr="002813C1">
        <w:t xml:space="preserve"> retomba sur sa chaise</w:t>
      </w:r>
      <w:r>
        <w:t xml:space="preserve">, </w:t>
      </w:r>
      <w:r w:rsidR="0024252B" w:rsidRPr="002813C1">
        <w:t>écrasé</w:t>
      </w:r>
      <w:r>
        <w:t>.</w:t>
      </w:r>
    </w:p>
    <w:p w14:paraId="0A5E7CD1" w14:textId="359BB348" w:rsidR="00B77E03" w:rsidRDefault="0024252B" w:rsidP="00B77E03">
      <w:r w:rsidRPr="002813C1">
        <w:lastRenderedPageBreak/>
        <w:t xml:space="preserve">Entre la </w:t>
      </w:r>
      <w:r w:rsidR="00B77E03">
        <w:t>« </w:t>
      </w:r>
      <w:r w:rsidRPr="002813C1">
        <w:t>déposition</w:t>
      </w:r>
      <w:r w:rsidR="00B77E03">
        <w:t> »</w:t>
      </w:r>
      <w:r w:rsidRPr="002813C1">
        <w:t xml:space="preserve"> du docteur et le témoignage de </w:t>
      </w:r>
      <w:r w:rsidR="00B77E03">
        <w:t>M. </w:t>
      </w:r>
      <w:r w:rsidRPr="002813C1">
        <w:t>Casimir</w:t>
      </w:r>
      <w:r w:rsidR="00B77E03">
        <w:t xml:space="preserve">, </w:t>
      </w:r>
      <w:r w:rsidRPr="002813C1">
        <w:t>les coïncidences étaient trop grossières pour lui échapper</w:t>
      </w:r>
      <w:r w:rsidR="00B77E03">
        <w:t xml:space="preserve">. </w:t>
      </w:r>
      <w:r w:rsidRPr="002813C1">
        <w:t>Le doute ne lui semblait pas possible</w:t>
      </w:r>
      <w:r w:rsidR="00B77E03">
        <w:t>.</w:t>
      </w:r>
    </w:p>
    <w:p w14:paraId="6F22D09A" w14:textId="77777777" w:rsidR="00B77E03" w:rsidRDefault="00B77E03" w:rsidP="00B77E03">
      <w:r>
        <w:t>— </w:t>
      </w:r>
      <w:r w:rsidR="0024252B" w:rsidRPr="002813C1">
        <w:t>Ah</w:t>
      </w:r>
      <w:r>
        <w:t xml:space="preserve"> ! </w:t>
      </w:r>
      <w:r w:rsidR="0024252B" w:rsidRPr="002813C1">
        <w:t>je passerais bien la main</w:t>
      </w:r>
      <w:r>
        <w:t xml:space="preserve">… </w:t>
      </w:r>
      <w:r w:rsidR="0024252B" w:rsidRPr="002813C1">
        <w:t>balbutia-t-il</w:t>
      </w:r>
      <w:r>
        <w:t xml:space="preserve">. </w:t>
      </w:r>
      <w:r w:rsidR="0024252B" w:rsidRPr="002813C1">
        <w:t>Quelle déveine</w:t>
      </w:r>
      <w:r>
        <w:t xml:space="preserve"> !… </w:t>
      </w:r>
      <w:r w:rsidR="0024252B" w:rsidRPr="002813C1">
        <w:t>Ces choses-là n</w:t>
      </w:r>
      <w:r>
        <w:t>’</w:t>
      </w:r>
      <w:r w:rsidR="0024252B" w:rsidRPr="002813C1">
        <w:t>arrivent qu</w:t>
      </w:r>
      <w:r>
        <w:t>’</w:t>
      </w:r>
      <w:r w:rsidR="0024252B" w:rsidRPr="002813C1">
        <w:t>à moi</w:t>
      </w:r>
      <w:r>
        <w:t xml:space="preserve"> ! </w:t>
      </w:r>
      <w:r w:rsidR="0024252B" w:rsidRPr="002813C1">
        <w:t>Que faire</w:t>
      </w:r>
      <w:r>
        <w:t> ?…</w:t>
      </w:r>
    </w:p>
    <w:p w14:paraId="752578EA" w14:textId="56DEC62A" w:rsidR="00B77E03" w:rsidRDefault="0024252B" w:rsidP="00B77E03">
      <w:r w:rsidRPr="002813C1">
        <w:t>Et</w:t>
      </w:r>
      <w:r w:rsidR="00B77E03">
        <w:t xml:space="preserve">, </w:t>
      </w:r>
      <w:r w:rsidRPr="002813C1">
        <w:t>dans sa détresse</w:t>
      </w:r>
      <w:r w:rsidR="00B77E03">
        <w:t xml:space="preserve">, </w:t>
      </w:r>
      <w:r w:rsidRPr="002813C1">
        <w:t xml:space="preserve">ses regards erraient du docteur au marquis de </w:t>
      </w:r>
      <w:proofErr w:type="spellStart"/>
      <w:r w:rsidRPr="002813C1">
        <w:t>Valorsay</w:t>
      </w:r>
      <w:proofErr w:type="spellEnd"/>
      <w:r w:rsidRPr="002813C1">
        <w:t xml:space="preserve"> et à </w:t>
      </w:r>
      <w:r w:rsidR="00B77E03">
        <w:t>M. de </w:t>
      </w:r>
      <w:proofErr w:type="spellStart"/>
      <w:r w:rsidRPr="002813C1">
        <w:t>Coralth</w:t>
      </w:r>
      <w:proofErr w:type="spellEnd"/>
      <w:r w:rsidR="00B77E03">
        <w:t xml:space="preserve">, </w:t>
      </w:r>
      <w:r w:rsidRPr="002813C1">
        <w:t>mendiant une idée</w:t>
      </w:r>
      <w:r w:rsidR="00B77E03">
        <w:t>…</w:t>
      </w:r>
    </w:p>
    <w:p w14:paraId="496AB5EB" w14:textId="77777777" w:rsidR="00B77E03" w:rsidRDefault="00B77E03" w:rsidP="00B77E03">
      <w:r>
        <w:t>— </w:t>
      </w:r>
      <w:r w:rsidR="0024252B" w:rsidRPr="002813C1">
        <w:t>Ma profession m</w:t>
      </w:r>
      <w:r>
        <w:t>’</w:t>
      </w:r>
      <w:r w:rsidR="0024252B" w:rsidRPr="002813C1">
        <w:t>interdit toute espèce de conseil</w:t>
      </w:r>
      <w:r>
        <w:t xml:space="preserve">, </w:t>
      </w:r>
      <w:r w:rsidR="0024252B" w:rsidRPr="002813C1">
        <w:t>prononça le médecin</w:t>
      </w:r>
      <w:r>
        <w:t xml:space="preserve">… </w:t>
      </w:r>
      <w:r w:rsidR="0024252B" w:rsidRPr="002813C1">
        <w:t>Mais ces messieurs n</w:t>
      </w:r>
      <w:r>
        <w:t>’</w:t>
      </w:r>
      <w:r w:rsidR="0024252B" w:rsidRPr="002813C1">
        <w:t>ont pas pour se taire les mêmes raisons que moi</w:t>
      </w:r>
      <w:r>
        <w:t>…</w:t>
      </w:r>
    </w:p>
    <w:p w14:paraId="175A3DB2" w14:textId="77777777" w:rsidR="00B77E03" w:rsidRDefault="00B77E03" w:rsidP="00B77E03">
      <w:r>
        <w:t>— </w:t>
      </w:r>
      <w:r w:rsidR="0024252B" w:rsidRPr="002813C1">
        <w:t>Pardon</w:t>
      </w:r>
      <w:r>
        <w:t xml:space="preserve"> !… </w:t>
      </w:r>
      <w:r w:rsidR="0024252B" w:rsidRPr="002813C1">
        <w:t>interrompit vivement le marquis</w:t>
      </w:r>
      <w:r>
        <w:t xml:space="preserve">, </w:t>
      </w:r>
      <w:r w:rsidR="0024252B" w:rsidRPr="002813C1">
        <w:t>il est de ces circonstances terribles où un homme doit être abandonné à ses inspirations</w:t>
      </w:r>
      <w:r>
        <w:t xml:space="preserve">… </w:t>
      </w:r>
      <w:r w:rsidR="0024252B" w:rsidRPr="002813C1">
        <w:t>Tout au plus puis-je dire ce que je ferais si j</w:t>
      </w:r>
      <w:r>
        <w:t>’</w:t>
      </w:r>
      <w:r w:rsidR="0024252B" w:rsidRPr="002813C1">
        <w:t>étais le parent et l</w:t>
      </w:r>
      <w:r>
        <w:t>’</w:t>
      </w:r>
      <w:r w:rsidR="0024252B" w:rsidRPr="002813C1">
        <w:t xml:space="preserve">héritier du comte de </w:t>
      </w:r>
      <w:proofErr w:type="spellStart"/>
      <w:r w:rsidR="0024252B" w:rsidRPr="002813C1">
        <w:t>Chalusse</w:t>
      </w:r>
      <w:proofErr w:type="spellEnd"/>
      <w:r>
        <w:t>.</w:t>
      </w:r>
    </w:p>
    <w:p w14:paraId="48CAD884" w14:textId="6D099DFD" w:rsidR="00B77E03" w:rsidRDefault="00B77E03" w:rsidP="00B77E03">
      <w:r>
        <w:t>— </w:t>
      </w:r>
      <w:r w:rsidR="0024252B" w:rsidRPr="002813C1">
        <w:t>Oh</w:t>
      </w:r>
      <w:r>
        <w:t xml:space="preserve"> !… </w:t>
      </w:r>
      <w:r w:rsidR="0024252B" w:rsidRPr="002813C1">
        <w:t>dites</w:t>
      </w:r>
      <w:r>
        <w:t xml:space="preserve">, </w:t>
      </w:r>
      <w:r w:rsidR="0024252B" w:rsidRPr="002813C1">
        <w:t>cher marquis</w:t>
      </w:r>
      <w:r>
        <w:t xml:space="preserve">, </w:t>
      </w:r>
      <w:r w:rsidR="0024252B" w:rsidRPr="002813C1">
        <w:t xml:space="preserve">soupira </w:t>
      </w:r>
      <w:r>
        <w:t>M. </w:t>
      </w:r>
      <w:proofErr w:type="spellStart"/>
      <w:r w:rsidR="0024252B" w:rsidRPr="002813C1">
        <w:t>Wilkie</w:t>
      </w:r>
      <w:proofErr w:type="spellEnd"/>
      <w:r>
        <w:t xml:space="preserve">, </w:t>
      </w:r>
      <w:r w:rsidR="0024252B" w:rsidRPr="002813C1">
        <w:t>dites</w:t>
      </w:r>
      <w:r>
        <w:t xml:space="preserve">… </w:t>
      </w:r>
      <w:r w:rsidR="0024252B" w:rsidRPr="002813C1">
        <w:t>C</w:t>
      </w:r>
      <w:r>
        <w:t>’</w:t>
      </w:r>
      <w:r w:rsidR="0024252B" w:rsidRPr="002813C1">
        <w:t>est un service immense que vous me rendrez</w:t>
      </w:r>
      <w:r>
        <w:t>…</w:t>
      </w:r>
    </w:p>
    <w:p w14:paraId="6067BE3E" w14:textId="30976C60" w:rsidR="00B77E03" w:rsidRDefault="00B77E03" w:rsidP="00B77E03">
      <w:r>
        <w:t>M. de </w:t>
      </w:r>
      <w:proofErr w:type="spellStart"/>
      <w:r w:rsidR="0024252B" w:rsidRPr="002813C1">
        <w:t>Valorsay</w:t>
      </w:r>
      <w:proofErr w:type="spellEnd"/>
      <w:r w:rsidR="0024252B" w:rsidRPr="002813C1">
        <w:t xml:space="preserve"> réfléchit une minute</w:t>
      </w:r>
      <w:r>
        <w:t xml:space="preserve"> ; </w:t>
      </w:r>
      <w:r w:rsidR="0024252B" w:rsidRPr="002813C1">
        <w:t>puis d</w:t>
      </w:r>
      <w:r>
        <w:t>’</w:t>
      </w:r>
      <w:r w:rsidR="0024252B" w:rsidRPr="002813C1">
        <w:t>un air solennel</w:t>
      </w:r>
      <w:r>
        <w:t> :</w:t>
      </w:r>
    </w:p>
    <w:p w14:paraId="478B3432" w14:textId="77777777" w:rsidR="00B77E03" w:rsidRDefault="00B77E03" w:rsidP="00B77E03">
      <w:r>
        <w:t>— </w:t>
      </w:r>
      <w:r w:rsidR="0024252B" w:rsidRPr="002813C1">
        <w:t>Je croirais</w:t>
      </w:r>
      <w:r>
        <w:t xml:space="preserve">, </w:t>
      </w:r>
      <w:r w:rsidR="0024252B" w:rsidRPr="002813C1">
        <w:t>dit-il</w:t>
      </w:r>
      <w:r>
        <w:t xml:space="preserve">, </w:t>
      </w:r>
      <w:r w:rsidR="0024252B" w:rsidRPr="002813C1">
        <w:t>mon honneur intéressé à éclaircir jusqu</w:t>
      </w:r>
      <w:r>
        <w:t>’</w:t>
      </w:r>
      <w:r w:rsidR="0024252B" w:rsidRPr="002813C1">
        <w:t>en ses moindres détails cette ténébreuse affaire</w:t>
      </w:r>
      <w:r>
        <w:t xml:space="preserve">… </w:t>
      </w:r>
      <w:r w:rsidR="0024252B" w:rsidRPr="002813C1">
        <w:t>Avant de recueillir la succession d</w:t>
      </w:r>
      <w:r>
        <w:t>’</w:t>
      </w:r>
      <w:r w:rsidR="0024252B" w:rsidRPr="002813C1">
        <w:t>un homme</w:t>
      </w:r>
      <w:r>
        <w:t xml:space="preserve">, </w:t>
      </w:r>
      <w:r w:rsidR="0024252B" w:rsidRPr="002813C1">
        <w:t>c</w:t>
      </w:r>
      <w:r>
        <w:t>’</w:t>
      </w:r>
      <w:r w:rsidR="0024252B" w:rsidRPr="002813C1">
        <w:t>est bien le moins qu</w:t>
      </w:r>
      <w:r>
        <w:t>’</w:t>
      </w:r>
      <w:r w:rsidR="0024252B" w:rsidRPr="002813C1">
        <w:t>on sache de quoi il est mort</w:t>
      </w:r>
      <w:r>
        <w:t xml:space="preserve">, </w:t>
      </w:r>
      <w:r w:rsidR="0024252B" w:rsidRPr="002813C1">
        <w:t>et qu</w:t>
      </w:r>
      <w:r>
        <w:t>’</w:t>
      </w:r>
      <w:r w:rsidR="0024252B" w:rsidRPr="002813C1">
        <w:t>on le venge s</w:t>
      </w:r>
      <w:r>
        <w:t>’</w:t>
      </w:r>
      <w:r w:rsidR="0024252B" w:rsidRPr="002813C1">
        <w:t>il a été lâchement assassiné</w:t>
      </w:r>
      <w:r>
        <w:t>…</w:t>
      </w:r>
    </w:p>
    <w:p w14:paraId="35FCAF58" w14:textId="0ADA7AF3" w:rsidR="00B77E03" w:rsidRDefault="0024252B" w:rsidP="00B77E03">
      <w:r w:rsidRPr="002813C1">
        <w:t xml:space="preserve">Pour </w:t>
      </w:r>
      <w:r w:rsidR="00B77E03">
        <w:t>M. </w:t>
      </w:r>
      <w:proofErr w:type="spellStart"/>
      <w:r w:rsidRPr="002813C1">
        <w:t>Wilkie</w:t>
      </w:r>
      <w:proofErr w:type="spellEnd"/>
      <w:r w:rsidR="00B77E03">
        <w:t xml:space="preserve">, </w:t>
      </w:r>
      <w:r w:rsidRPr="002813C1">
        <w:t>l</w:t>
      </w:r>
      <w:r w:rsidR="00B77E03">
        <w:t>’</w:t>
      </w:r>
      <w:r w:rsidRPr="002813C1">
        <w:t>oracle avait parlé</w:t>
      </w:r>
      <w:r w:rsidR="00B77E03">
        <w:t> :</w:t>
      </w:r>
    </w:p>
    <w:p w14:paraId="516A5010" w14:textId="77777777" w:rsidR="00B77E03" w:rsidRDefault="00B77E03" w:rsidP="00B77E03">
      <w:r>
        <w:t>— </w:t>
      </w:r>
      <w:r w:rsidR="0024252B" w:rsidRPr="002813C1">
        <w:t>Tel est exactement mon avis</w:t>
      </w:r>
      <w:r>
        <w:t xml:space="preserve">, </w:t>
      </w:r>
      <w:r w:rsidR="0024252B" w:rsidRPr="002813C1">
        <w:t>déclara-t-il</w:t>
      </w:r>
      <w:r>
        <w:t xml:space="preserve">… </w:t>
      </w:r>
      <w:r w:rsidR="0024252B" w:rsidRPr="002813C1">
        <w:t>Mais pour éclaircir le mystère</w:t>
      </w:r>
      <w:r>
        <w:t xml:space="preserve">, </w:t>
      </w:r>
      <w:r w:rsidR="0024252B" w:rsidRPr="002813C1">
        <w:t>cher marquis</w:t>
      </w:r>
      <w:r>
        <w:t xml:space="preserve">, </w:t>
      </w:r>
      <w:r w:rsidR="0024252B" w:rsidRPr="002813C1">
        <w:t>comment vous y prendriez-vous</w:t>
      </w:r>
      <w:r>
        <w:t> ?…</w:t>
      </w:r>
    </w:p>
    <w:p w14:paraId="4C420EF6" w14:textId="77777777" w:rsidR="00B77E03" w:rsidRDefault="00B77E03" w:rsidP="00B77E03">
      <w:r>
        <w:lastRenderedPageBreak/>
        <w:t>— </w:t>
      </w:r>
      <w:r w:rsidR="0024252B" w:rsidRPr="002813C1">
        <w:t>Je m</w:t>
      </w:r>
      <w:r>
        <w:t>’</w:t>
      </w:r>
      <w:r w:rsidR="0024252B" w:rsidRPr="002813C1">
        <w:t>adresserais à la justice</w:t>
      </w:r>
      <w:r>
        <w:t>.</w:t>
      </w:r>
    </w:p>
    <w:p w14:paraId="73813BEC" w14:textId="77777777" w:rsidR="00B77E03" w:rsidRDefault="00B77E03" w:rsidP="00B77E03">
      <w:r>
        <w:t>— </w:t>
      </w:r>
      <w:r w:rsidR="0024252B" w:rsidRPr="002813C1">
        <w:t>Ah</w:t>
      </w:r>
      <w:r>
        <w:t> !…</w:t>
      </w:r>
    </w:p>
    <w:p w14:paraId="4785A5B6" w14:textId="77777777" w:rsidR="00B77E03" w:rsidRDefault="00B77E03" w:rsidP="00B77E03">
      <w:r>
        <w:t>— </w:t>
      </w:r>
      <w:r w:rsidR="0024252B" w:rsidRPr="002813C1">
        <w:t>Et dès aujourd</w:t>
      </w:r>
      <w:r>
        <w:t>’</w:t>
      </w:r>
      <w:r w:rsidR="0024252B" w:rsidRPr="002813C1">
        <w:t>hui</w:t>
      </w:r>
      <w:r>
        <w:t xml:space="preserve">, </w:t>
      </w:r>
      <w:r w:rsidR="0024252B" w:rsidRPr="002813C1">
        <w:t>sur l</w:t>
      </w:r>
      <w:r>
        <w:t>’</w:t>
      </w:r>
      <w:r w:rsidR="0024252B" w:rsidRPr="002813C1">
        <w:t>heure</w:t>
      </w:r>
      <w:r>
        <w:t xml:space="preserve">, </w:t>
      </w:r>
      <w:r w:rsidR="0024252B" w:rsidRPr="002813C1">
        <w:t>sans perdre une seconde</w:t>
      </w:r>
      <w:r>
        <w:t xml:space="preserve">, </w:t>
      </w:r>
      <w:r w:rsidR="0024252B" w:rsidRPr="002813C1">
        <w:t>j</w:t>
      </w:r>
      <w:r>
        <w:t>’</w:t>
      </w:r>
      <w:r w:rsidR="0024252B" w:rsidRPr="002813C1">
        <w:t>adresserais une plainte au procureur impérial</w:t>
      </w:r>
      <w:r>
        <w:t xml:space="preserve">… </w:t>
      </w:r>
      <w:r w:rsidR="0024252B" w:rsidRPr="002813C1">
        <w:t>affirmative quant au vol qui est patent</w:t>
      </w:r>
      <w:r>
        <w:t xml:space="preserve">, </w:t>
      </w:r>
      <w:r w:rsidR="0024252B" w:rsidRPr="002813C1">
        <w:t>dubitative pour ce qui est de l</w:t>
      </w:r>
      <w:r>
        <w:t>’</w:t>
      </w:r>
      <w:r w:rsidR="0024252B" w:rsidRPr="002813C1">
        <w:t>empoisonnement</w:t>
      </w:r>
      <w:r>
        <w:t>…</w:t>
      </w:r>
    </w:p>
    <w:p w14:paraId="5A0D44F6" w14:textId="77777777" w:rsidR="00B77E03" w:rsidRDefault="00B77E03" w:rsidP="00B77E03">
      <w:r>
        <w:t>— </w:t>
      </w:r>
      <w:r w:rsidR="0024252B" w:rsidRPr="002813C1">
        <w:t>En effet</w:t>
      </w:r>
      <w:r>
        <w:t xml:space="preserve">, </w:t>
      </w:r>
      <w:r w:rsidR="0024252B" w:rsidRPr="002813C1">
        <w:t>oui</w:t>
      </w:r>
      <w:r>
        <w:t xml:space="preserve">, </w:t>
      </w:r>
      <w:r w:rsidR="0024252B" w:rsidRPr="002813C1">
        <w:t>c</w:t>
      </w:r>
      <w:r>
        <w:t>’</w:t>
      </w:r>
      <w:r w:rsidR="0024252B" w:rsidRPr="002813C1">
        <w:t>est une idée</w:t>
      </w:r>
      <w:r>
        <w:t xml:space="preserve">, </w:t>
      </w:r>
      <w:r w:rsidR="0024252B" w:rsidRPr="002813C1">
        <w:t>cela</w:t>
      </w:r>
      <w:r>
        <w:t xml:space="preserve">… </w:t>
      </w:r>
      <w:r w:rsidR="0024252B" w:rsidRPr="002813C1">
        <w:t>Mais il y a un petit inconvénient</w:t>
      </w:r>
      <w:r>
        <w:t xml:space="preserve">… </w:t>
      </w:r>
      <w:r w:rsidR="0024252B" w:rsidRPr="002813C1">
        <w:t>Je ne saurais jamais formuler une plainte</w:t>
      </w:r>
      <w:r>
        <w:t>…</w:t>
      </w:r>
    </w:p>
    <w:p w14:paraId="1A0C14FF" w14:textId="77777777" w:rsidR="00B77E03" w:rsidRDefault="00B77E03" w:rsidP="00B77E03">
      <w:r>
        <w:t>— </w:t>
      </w:r>
      <w:r w:rsidR="0024252B" w:rsidRPr="002813C1">
        <w:t>Je ne le saurais pas plus que vous</w:t>
      </w:r>
      <w:r>
        <w:t xml:space="preserve">, </w:t>
      </w:r>
      <w:r w:rsidR="0024252B" w:rsidRPr="002813C1">
        <w:t>mais le premier homme d</w:t>
      </w:r>
      <w:r>
        <w:t>’</w:t>
      </w:r>
      <w:r w:rsidR="0024252B" w:rsidRPr="002813C1">
        <w:t>affaires venu vous rédigera cela</w:t>
      </w:r>
      <w:r>
        <w:t xml:space="preserve">… </w:t>
      </w:r>
      <w:r w:rsidR="0024252B" w:rsidRPr="002813C1">
        <w:t>En avez-vous un</w:t>
      </w:r>
      <w:r>
        <w:t xml:space="preserve"> ?… </w:t>
      </w:r>
      <w:r w:rsidR="0024252B" w:rsidRPr="002813C1">
        <w:t>Voulez-vous que je vous donne l</w:t>
      </w:r>
      <w:r>
        <w:t>’</w:t>
      </w:r>
      <w:r w:rsidR="0024252B" w:rsidRPr="002813C1">
        <w:t>adresse du mien</w:t>
      </w:r>
      <w:r>
        <w:t xml:space="preserve"> ?… </w:t>
      </w:r>
      <w:r w:rsidR="0024252B" w:rsidRPr="002813C1">
        <w:t>C</w:t>
      </w:r>
      <w:r>
        <w:t>’</w:t>
      </w:r>
      <w:r w:rsidR="0024252B" w:rsidRPr="002813C1">
        <w:t>est un avocat très-habile et très-entendu</w:t>
      </w:r>
      <w:r>
        <w:t xml:space="preserve">, </w:t>
      </w:r>
      <w:r w:rsidR="0024252B" w:rsidRPr="002813C1">
        <w:t>qui a pour clients presque tous les membres de mon cercle</w:t>
      </w:r>
      <w:r>
        <w:t>…</w:t>
      </w:r>
    </w:p>
    <w:p w14:paraId="56F60FE9" w14:textId="21354AE5" w:rsidR="00B77E03" w:rsidRDefault="0024252B" w:rsidP="00B77E03">
      <w:r w:rsidRPr="002813C1">
        <w:t>Cette dernière raison</w:t>
      </w:r>
      <w:r w:rsidR="00B77E03">
        <w:t xml:space="preserve">, </w:t>
      </w:r>
      <w:r w:rsidRPr="002813C1">
        <w:t>à elle seule</w:t>
      </w:r>
      <w:r w:rsidR="00B77E03">
        <w:t xml:space="preserve">, </w:t>
      </w:r>
      <w:r w:rsidRPr="002813C1">
        <w:t xml:space="preserve">eût suffi pour fixer le choix de </w:t>
      </w:r>
      <w:r w:rsidR="00B77E03">
        <w:t>M. </w:t>
      </w:r>
      <w:proofErr w:type="spellStart"/>
      <w:r w:rsidRPr="002813C1">
        <w:t>Wilkie</w:t>
      </w:r>
      <w:proofErr w:type="spellEnd"/>
      <w:r w:rsidR="00B77E03">
        <w:t>.</w:t>
      </w:r>
    </w:p>
    <w:p w14:paraId="367143B7" w14:textId="77777777" w:rsidR="00B77E03" w:rsidRDefault="00B77E03" w:rsidP="00B77E03">
      <w:r>
        <w:t>— </w:t>
      </w:r>
      <w:r w:rsidR="0024252B" w:rsidRPr="002813C1">
        <w:t>Où trouver cet homme de bon conseil</w:t>
      </w:r>
      <w:r>
        <w:t xml:space="preserve"> ? </w:t>
      </w:r>
      <w:r w:rsidR="0024252B" w:rsidRPr="002813C1">
        <w:t>interrogea-t-il</w:t>
      </w:r>
      <w:r>
        <w:t>.</w:t>
      </w:r>
    </w:p>
    <w:p w14:paraId="4DE4E010" w14:textId="77777777" w:rsidR="00B77E03" w:rsidRDefault="00B77E03" w:rsidP="00B77E03">
      <w:r>
        <w:t>— </w:t>
      </w:r>
      <w:r w:rsidR="0024252B" w:rsidRPr="002813C1">
        <w:t>Chez lui</w:t>
      </w:r>
      <w:r>
        <w:t xml:space="preserve">… </w:t>
      </w:r>
      <w:r w:rsidR="0024252B" w:rsidRPr="002813C1">
        <w:t>il y est toujours à cette heure</w:t>
      </w:r>
      <w:r>
        <w:t xml:space="preserve">… </w:t>
      </w:r>
      <w:r w:rsidR="0024252B" w:rsidRPr="002813C1">
        <w:t>Tenez</w:t>
      </w:r>
      <w:r>
        <w:t xml:space="preserve">, </w:t>
      </w:r>
      <w:r w:rsidR="0024252B" w:rsidRPr="002813C1">
        <w:t>voici un morceau de papier et un crayon</w:t>
      </w:r>
      <w:r>
        <w:t xml:space="preserve">, </w:t>
      </w:r>
      <w:r w:rsidR="0024252B" w:rsidRPr="002813C1">
        <w:t>pour prendre son adresse</w:t>
      </w:r>
      <w:r>
        <w:t xml:space="preserve"> ; </w:t>
      </w:r>
      <w:r w:rsidR="0024252B" w:rsidRPr="002813C1">
        <w:t>écrivez</w:t>
      </w:r>
      <w:r>
        <w:t xml:space="preserve"> : </w:t>
      </w:r>
      <w:proofErr w:type="spellStart"/>
      <w:r w:rsidR="0024252B" w:rsidRPr="002813C1">
        <w:t>Mauméjan</w:t>
      </w:r>
      <w:proofErr w:type="spellEnd"/>
      <w:r>
        <w:t xml:space="preserve">, </w:t>
      </w:r>
      <w:r w:rsidR="0024252B" w:rsidRPr="002813C1">
        <w:t>route de la Révolte</w:t>
      </w:r>
      <w:r>
        <w:t xml:space="preserve">… </w:t>
      </w:r>
      <w:r w:rsidR="0024252B" w:rsidRPr="002813C1">
        <w:t>En lui disant que vous venez de ma part</w:t>
      </w:r>
      <w:r>
        <w:t xml:space="preserve">, </w:t>
      </w:r>
      <w:r w:rsidR="0024252B" w:rsidRPr="002813C1">
        <w:t>il vous traitera comme moi-même</w:t>
      </w:r>
      <w:r>
        <w:t xml:space="preserve">… </w:t>
      </w:r>
      <w:r w:rsidR="0024252B" w:rsidRPr="002813C1">
        <w:t>La course est longue</w:t>
      </w:r>
      <w:r>
        <w:t xml:space="preserve">, </w:t>
      </w:r>
      <w:r w:rsidR="0024252B" w:rsidRPr="002813C1">
        <w:t>mais mon coupé est dans la cour</w:t>
      </w:r>
      <w:r>
        <w:t xml:space="preserve">, </w:t>
      </w:r>
      <w:r w:rsidR="0024252B" w:rsidRPr="002813C1">
        <w:t>tout attelé</w:t>
      </w:r>
      <w:r>
        <w:t xml:space="preserve">, </w:t>
      </w:r>
      <w:r w:rsidR="0024252B" w:rsidRPr="002813C1">
        <w:t>prenez-le</w:t>
      </w:r>
      <w:r>
        <w:t xml:space="preserve">, </w:t>
      </w:r>
      <w:r w:rsidR="0024252B" w:rsidRPr="002813C1">
        <w:t>et la consultation terminée</w:t>
      </w:r>
      <w:r>
        <w:t xml:space="preserve">, </w:t>
      </w:r>
      <w:r w:rsidR="0024252B" w:rsidRPr="002813C1">
        <w:t>revenez ici me demander à dîner</w:t>
      </w:r>
      <w:r>
        <w:t>…</w:t>
      </w:r>
    </w:p>
    <w:p w14:paraId="770C0518" w14:textId="1942DDA7" w:rsidR="00B77E03" w:rsidRDefault="00B77E03" w:rsidP="00B77E03">
      <w:r>
        <w:t>— </w:t>
      </w:r>
      <w:r w:rsidR="0024252B" w:rsidRPr="002813C1">
        <w:t>Ah</w:t>
      </w:r>
      <w:r>
        <w:t xml:space="preserve"> !… </w:t>
      </w:r>
      <w:r w:rsidR="0024252B" w:rsidRPr="002813C1">
        <w:t>c</w:t>
      </w:r>
      <w:r>
        <w:t>’</w:t>
      </w:r>
      <w:r w:rsidR="0024252B" w:rsidRPr="002813C1">
        <w:t>est trop de bonté</w:t>
      </w:r>
      <w:r>
        <w:t xml:space="preserve">, </w:t>
      </w:r>
      <w:r w:rsidR="0024252B" w:rsidRPr="002813C1">
        <w:t>s</w:t>
      </w:r>
      <w:r>
        <w:t>’</w:t>
      </w:r>
      <w:r w:rsidR="0024252B" w:rsidRPr="002813C1">
        <w:t xml:space="preserve">écria </w:t>
      </w:r>
      <w:r>
        <w:t>M. </w:t>
      </w:r>
      <w:proofErr w:type="spellStart"/>
      <w:r w:rsidR="0024252B" w:rsidRPr="002813C1">
        <w:t>Wilkie</w:t>
      </w:r>
      <w:proofErr w:type="spellEnd"/>
      <w:r>
        <w:t xml:space="preserve">… </w:t>
      </w:r>
      <w:r w:rsidR="0024252B" w:rsidRPr="002813C1">
        <w:t>Vous me comblez</w:t>
      </w:r>
      <w:r>
        <w:t xml:space="preserve">, </w:t>
      </w:r>
      <w:r w:rsidR="0024252B" w:rsidRPr="002813C1">
        <w:t>cher marquis</w:t>
      </w:r>
      <w:r>
        <w:t xml:space="preserve">, </w:t>
      </w:r>
      <w:r w:rsidR="0024252B" w:rsidRPr="002813C1">
        <w:t>parole sacrée</w:t>
      </w:r>
      <w:r>
        <w:t xml:space="preserve">… </w:t>
      </w:r>
      <w:r w:rsidR="0024252B" w:rsidRPr="002813C1">
        <w:t>Je vole et je reviens</w:t>
      </w:r>
      <w:r>
        <w:t> !…</w:t>
      </w:r>
    </w:p>
    <w:p w14:paraId="7719B4CF" w14:textId="2AA90A79" w:rsidR="00B77E03" w:rsidRDefault="0024252B" w:rsidP="00B77E03">
      <w:r w:rsidRPr="002813C1">
        <w:t>Et il s</w:t>
      </w:r>
      <w:r w:rsidR="00B77E03">
        <w:t>’</w:t>
      </w:r>
      <w:r w:rsidRPr="002813C1">
        <w:t>éloigna radieux</w:t>
      </w:r>
      <w:r w:rsidR="00B77E03">
        <w:t xml:space="preserve">, </w:t>
      </w:r>
      <w:r w:rsidRPr="002813C1">
        <w:t>et presque aussitôt on entendit le roulement de la voiture qui l</w:t>
      </w:r>
      <w:r w:rsidR="00B77E03">
        <w:t>’</w:t>
      </w:r>
      <w:r w:rsidRPr="002813C1">
        <w:t xml:space="preserve">emportait chez </w:t>
      </w:r>
      <w:r w:rsidR="00B77E03">
        <w:t>M. </w:t>
      </w:r>
      <w:proofErr w:type="spellStart"/>
      <w:r w:rsidRPr="002813C1">
        <w:t>Mauméjan</w:t>
      </w:r>
      <w:proofErr w:type="spellEnd"/>
      <w:r w:rsidR="00B77E03">
        <w:t>.</w:t>
      </w:r>
    </w:p>
    <w:p w14:paraId="4C0FC468" w14:textId="77777777" w:rsidR="00B77E03" w:rsidRDefault="0024252B" w:rsidP="00B77E03">
      <w:r w:rsidRPr="002813C1">
        <w:lastRenderedPageBreak/>
        <w:t>Le docteur</w:t>
      </w:r>
      <w:r w:rsidR="00B77E03">
        <w:t xml:space="preserve">, </w:t>
      </w:r>
      <w:r w:rsidRPr="002813C1">
        <w:t>lui</w:t>
      </w:r>
      <w:r w:rsidR="00B77E03">
        <w:t xml:space="preserve">, </w:t>
      </w:r>
      <w:r w:rsidRPr="002813C1">
        <w:t>avait déjà pris sa canne et son chapeau</w:t>
      </w:r>
      <w:r w:rsidR="00B77E03">
        <w:t>.</w:t>
      </w:r>
    </w:p>
    <w:p w14:paraId="486ED53F" w14:textId="4C54149D" w:rsidR="00B77E03" w:rsidRDefault="00B77E03" w:rsidP="00B77E03">
      <w:r>
        <w:t>— </w:t>
      </w:r>
      <w:r w:rsidR="0024252B" w:rsidRPr="002813C1">
        <w:t>Vous m</w:t>
      </w:r>
      <w:r>
        <w:t>’</w:t>
      </w:r>
      <w:r w:rsidR="0024252B" w:rsidRPr="002813C1">
        <w:t>excuserez</w:t>
      </w:r>
      <w:r>
        <w:t>, M. </w:t>
      </w:r>
      <w:r w:rsidR="0024252B" w:rsidRPr="002813C1">
        <w:t>le marquis</w:t>
      </w:r>
      <w:r>
        <w:t xml:space="preserve">, </w:t>
      </w:r>
      <w:r w:rsidR="0024252B" w:rsidRPr="002813C1">
        <w:t>dit-il</w:t>
      </w:r>
      <w:r>
        <w:t xml:space="preserve">, </w:t>
      </w:r>
      <w:r w:rsidR="0024252B" w:rsidRPr="002813C1">
        <w:t>de vous quitter si brusquement</w:t>
      </w:r>
      <w:r>
        <w:t xml:space="preserve">, </w:t>
      </w:r>
      <w:r w:rsidR="0024252B" w:rsidRPr="002813C1">
        <w:t>mais on m</w:t>
      </w:r>
      <w:r>
        <w:t>’</w:t>
      </w:r>
      <w:r w:rsidR="0024252B" w:rsidRPr="002813C1">
        <w:t>attend</w:t>
      </w:r>
      <w:r>
        <w:t xml:space="preserve">, </w:t>
      </w:r>
      <w:r w:rsidR="0024252B" w:rsidRPr="002813C1">
        <w:t>pour discuter un marché</w:t>
      </w:r>
      <w:r>
        <w:t>…</w:t>
      </w:r>
    </w:p>
    <w:p w14:paraId="610A9324" w14:textId="77777777" w:rsidR="00B77E03" w:rsidRDefault="00B77E03" w:rsidP="00B77E03">
      <w:r>
        <w:t>— </w:t>
      </w:r>
      <w:r w:rsidR="0024252B" w:rsidRPr="002813C1">
        <w:t>Diable</w:t>
      </w:r>
      <w:r>
        <w:t> !…</w:t>
      </w:r>
    </w:p>
    <w:p w14:paraId="578D63DB" w14:textId="77777777" w:rsidR="00B77E03" w:rsidRDefault="00B77E03" w:rsidP="00B77E03">
      <w:r>
        <w:t>— </w:t>
      </w:r>
      <w:r w:rsidR="0024252B" w:rsidRPr="002813C1">
        <w:t>Tel que vous me voyez</w:t>
      </w:r>
      <w:r>
        <w:t xml:space="preserve">, </w:t>
      </w:r>
      <w:r w:rsidR="0024252B" w:rsidRPr="002813C1">
        <w:t>je suis en pourparlers pour acheter un cabinet de dentiste</w:t>
      </w:r>
      <w:r>
        <w:t>.</w:t>
      </w:r>
    </w:p>
    <w:p w14:paraId="3F123605" w14:textId="77777777" w:rsidR="00B77E03" w:rsidRDefault="00B77E03" w:rsidP="00B77E03">
      <w:r>
        <w:t>— </w:t>
      </w:r>
      <w:r w:rsidR="0024252B" w:rsidRPr="002813C1">
        <w:t>Comment</w:t>
      </w:r>
      <w:r>
        <w:t xml:space="preserve">, </w:t>
      </w:r>
      <w:r w:rsidR="0024252B" w:rsidRPr="002813C1">
        <w:t>vous</w:t>
      </w:r>
      <w:r>
        <w:t> !…</w:t>
      </w:r>
    </w:p>
    <w:p w14:paraId="3552F591" w14:textId="77777777" w:rsidR="00B77E03" w:rsidRDefault="00B77E03" w:rsidP="00B77E03">
      <w:r>
        <w:t>— </w:t>
      </w:r>
      <w:r w:rsidR="0024252B" w:rsidRPr="002813C1">
        <w:t>Moi-même</w:t>
      </w:r>
      <w:r>
        <w:t xml:space="preserve"> !… </w:t>
      </w:r>
      <w:r w:rsidR="0024252B" w:rsidRPr="002813C1">
        <w:t>Vous me direz</w:t>
      </w:r>
      <w:r>
        <w:t> : « </w:t>
      </w:r>
      <w:r w:rsidR="0024252B" w:rsidRPr="002813C1">
        <w:t>C</w:t>
      </w:r>
      <w:r>
        <w:t>’</w:t>
      </w:r>
      <w:r w:rsidR="0024252B" w:rsidRPr="002813C1">
        <w:t>est déchoir</w:t>
      </w:r>
      <w:r>
        <w:t>… »</w:t>
      </w:r>
      <w:r w:rsidR="0024252B" w:rsidRPr="002813C1">
        <w:t xml:space="preserve"> Je vous répondrai</w:t>
      </w:r>
      <w:r>
        <w:t> : « </w:t>
      </w:r>
      <w:r w:rsidR="0024252B" w:rsidRPr="002813C1">
        <w:t>Ce sera vivre</w:t>
      </w:r>
      <w:r>
        <w:t>. »</w:t>
      </w:r>
      <w:r w:rsidR="0024252B" w:rsidRPr="002813C1">
        <w:t xml:space="preserve"> La médecine</w:t>
      </w:r>
      <w:r>
        <w:t xml:space="preserve">, </w:t>
      </w:r>
      <w:r w:rsidR="0024252B" w:rsidRPr="002813C1">
        <w:t>de plus en plus</w:t>
      </w:r>
      <w:r>
        <w:t xml:space="preserve">, </w:t>
      </w:r>
      <w:r w:rsidR="0024252B" w:rsidRPr="002813C1">
        <w:t>devient un métier maudit</w:t>
      </w:r>
      <w:r>
        <w:t xml:space="preserve">… </w:t>
      </w:r>
      <w:r w:rsidR="0024252B" w:rsidRPr="002813C1">
        <w:t>À courir la visite</w:t>
      </w:r>
      <w:r>
        <w:t xml:space="preserve">, </w:t>
      </w:r>
      <w:r w:rsidR="0024252B" w:rsidRPr="002813C1">
        <w:t>on ne gagne pas l</w:t>
      </w:r>
      <w:r>
        <w:t>’</w:t>
      </w:r>
      <w:r w:rsidR="0024252B" w:rsidRPr="002813C1">
        <w:t>eau qu</w:t>
      </w:r>
      <w:r>
        <w:t>’</w:t>
      </w:r>
      <w:r w:rsidR="0024252B" w:rsidRPr="002813C1">
        <w:t>on dépense à se laver les mains</w:t>
      </w:r>
      <w:r>
        <w:t xml:space="preserve">… </w:t>
      </w:r>
      <w:r w:rsidR="0024252B" w:rsidRPr="002813C1">
        <w:t>Je trouve à acheter dans des conditions exceptionnelles un cabinet tout agencé</w:t>
      </w:r>
      <w:r>
        <w:t xml:space="preserve">, </w:t>
      </w:r>
      <w:r w:rsidR="0024252B" w:rsidRPr="002813C1">
        <w:t>bien achalandé</w:t>
      </w:r>
      <w:r>
        <w:t xml:space="preserve">, </w:t>
      </w:r>
      <w:r w:rsidR="0024252B" w:rsidRPr="002813C1">
        <w:t>dans un bon quartier</w:t>
      </w:r>
      <w:r>
        <w:t xml:space="preserve">, </w:t>
      </w:r>
      <w:r w:rsidR="0024252B" w:rsidRPr="002813C1">
        <w:t>pourquoi ne le prendrais-je pas</w:t>
      </w:r>
      <w:r>
        <w:t xml:space="preserve"> ?… </w:t>
      </w:r>
      <w:r w:rsidR="0024252B" w:rsidRPr="002813C1">
        <w:t>Une seule chose peut m</w:t>
      </w:r>
      <w:r>
        <w:t>’</w:t>
      </w:r>
      <w:r w:rsidR="0024252B" w:rsidRPr="002813C1">
        <w:t>arrêter</w:t>
      </w:r>
      <w:r>
        <w:t xml:space="preserve">… </w:t>
      </w:r>
      <w:r w:rsidR="0024252B" w:rsidRPr="002813C1">
        <w:t>le manque de fonds</w:t>
      </w:r>
      <w:r>
        <w:t>…</w:t>
      </w:r>
    </w:p>
    <w:p w14:paraId="7E16985E" w14:textId="77777777" w:rsidR="00B77E03" w:rsidRDefault="0024252B" w:rsidP="00B77E03">
      <w:r w:rsidRPr="002813C1">
        <w:t>Il n</w:t>
      </w:r>
      <w:r w:rsidR="00B77E03">
        <w:t>’</w:t>
      </w:r>
      <w:r w:rsidRPr="002813C1">
        <w:t>y avait pas à en douter</w:t>
      </w:r>
      <w:r w:rsidR="00B77E03">
        <w:t xml:space="preserve">, </w:t>
      </w:r>
      <w:r w:rsidRPr="002813C1">
        <w:t>ayant rendu le service qu</w:t>
      </w:r>
      <w:r w:rsidR="00B77E03">
        <w:t>’</w:t>
      </w:r>
      <w:r w:rsidRPr="002813C1">
        <w:t>on attendait de lui</w:t>
      </w:r>
      <w:r w:rsidR="00B77E03">
        <w:t xml:space="preserve">, </w:t>
      </w:r>
      <w:r w:rsidRPr="002813C1">
        <w:t>le docteur en réclamait le prix</w:t>
      </w:r>
      <w:r w:rsidR="00B77E03">
        <w:t xml:space="preserve">… </w:t>
      </w:r>
      <w:r w:rsidRPr="002813C1">
        <w:t>Avant de s</w:t>
      </w:r>
      <w:r w:rsidR="00B77E03">
        <w:t>’</w:t>
      </w:r>
      <w:r w:rsidRPr="002813C1">
        <w:t>engager davantage</w:t>
      </w:r>
      <w:r w:rsidR="00B77E03">
        <w:t xml:space="preserve">, </w:t>
      </w:r>
      <w:r w:rsidRPr="002813C1">
        <w:t>il voulait savoir à quoi s</w:t>
      </w:r>
      <w:r w:rsidR="00B77E03">
        <w:t>’</w:t>
      </w:r>
      <w:r w:rsidRPr="002813C1">
        <w:t>en tenir</w:t>
      </w:r>
      <w:r w:rsidR="00B77E03">
        <w:t>.</w:t>
      </w:r>
    </w:p>
    <w:p w14:paraId="0D6A389F" w14:textId="01E8B4F0" w:rsidR="00B77E03" w:rsidRDefault="00B77E03" w:rsidP="00B77E03">
      <w:r>
        <w:t>M. de </w:t>
      </w:r>
      <w:proofErr w:type="spellStart"/>
      <w:r w:rsidR="0024252B" w:rsidRPr="002813C1">
        <w:t>Valorsay</w:t>
      </w:r>
      <w:proofErr w:type="spellEnd"/>
      <w:r w:rsidR="0024252B" w:rsidRPr="002813C1">
        <w:t xml:space="preserve"> le sentit si bien</w:t>
      </w:r>
      <w:r>
        <w:t xml:space="preserve">, </w:t>
      </w:r>
      <w:r w:rsidR="0024252B" w:rsidRPr="002813C1">
        <w:t>que vivement il s</w:t>
      </w:r>
      <w:r>
        <w:t>’</w:t>
      </w:r>
      <w:r w:rsidR="0024252B" w:rsidRPr="002813C1">
        <w:t>écria</w:t>
      </w:r>
      <w:r>
        <w:t> :</w:t>
      </w:r>
    </w:p>
    <w:p w14:paraId="1EB89D9F" w14:textId="77777777" w:rsidR="00B77E03" w:rsidRDefault="00B77E03" w:rsidP="00B77E03">
      <w:r>
        <w:t>— </w:t>
      </w:r>
      <w:r w:rsidR="0024252B" w:rsidRPr="002813C1">
        <w:t>Eh</w:t>
      </w:r>
      <w:r>
        <w:t xml:space="preserve"> !… </w:t>
      </w:r>
      <w:r w:rsidR="0024252B" w:rsidRPr="002813C1">
        <w:t>cher docteur</w:t>
      </w:r>
      <w:r>
        <w:t xml:space="preserve">, </w:t>
      </w:r>
      <w:r w:rsidR="0024252B" w:rsidRPr="002813C1">
        <w:t>s</w:t>
      </w:r>
      <w:r>
        <w:t>’</w:t>
      </w:r>
      <w:r w:rsidR="0024252B" w:rsidRPr="002813C1">
        <w:t>il ne vous fallait qu</w:t>
      </w:r>
      <w:r>
        <w:t>’</w:t>
      </w:r>
      <w:r w:rsidR="0024252B" w:rsidRPr="002813C1">
        <w:t>une vingtaine de mille francs</w:t>
      </w:r>
      <w:r>
        <w:t xml:space="preserve">, </w:t>
      </w:r>
      <w:r w:rsidR="0024252B" w:rsidRPr="002813C1">
        <w:t>je serais trop heureux de vous les offrir</w:t>
      </w:r>
      <w:r>
        <w:t>…</w:t>
      </w:r>
    </w:p>
    <w:p w14:paraId="710AA849" w14:textId="77777777" w:rsidR="00B77E03" w:rsidRDefault="00B77E03" w:rsidP="00B77E03">
      <w:r>
        <w:t>— </w:t>
      </w:r>
      <w:r w:rsidR="0024252B" w:rsidRPr="002813C1">
        <w:t>Bien vrai</w:t>
      </w:r>
      <w:r>
        <w:t> ?</w:t>
      </w:r>
    </w:p>
    <w:p w14:paraId="780BC116" w14:textId="77777777" w:rsidR="00B77E03" w:rsidRDefault="00B77E03" w:rsidP="00B77E03">
      <w:r>
        <w:t>— </w:t>
      </w:r>
      <w:r w:rsidR="0024252B" w:rsidRPr="002813C1">
        <w:t>Parole d</w:t>
      </w:r>
      <w:r>
        <w:t>’</w:t>
      </w:r>
      <w:r w:rsidR="0024252B" w:rsidRPr="002813C1">
        <w:t>honneur</w:t>
      </w:r>
      <w:r>
        <w:t> !</w:t>
      </w:r>
    </w:p>
    <w:p w14:paraId="47812630" w14:textId="77777777" w:rsidR="00B77E03" w:rsidRDefault="00B77E03" w:rsidP="00B77E03">
      <w:r>
        <w:t>— </w:t>
      </w:r>
      <w:r w:rsidR="0024252B" w:rsidRPr="002813C1">
        <w:t>Et vous me les offririez quand</w:t>
      </w:r>
      <w:r>
        <w:t> ?</w:t>
      </w:r>
    </w:p>
    <w:p w14:paraId="40656243" w14:textId="77777777" w:rsidR="00B77E03" w:rsidRDefault="00B77E03" w:rsidP="00B77E03">
      <w:r>
        <w:t>— </w:t>
      </w:r>
      <w:r w:rsidR="0024252B" w:rsidRPr="002813C1">
        <w:t>D</w:t>
      </w:r>
      <w:r>
        <w:t>’</w:t>
      </w:r>
      <w:r w:rsidR="0024252B" w:rsidRPr="002813C1">
        <w:t>ici trois ou quatre jours</w:t>
      </w:r>
      <w:r>
        <w:t>.</w:t>
      </w:r>
    </w:p>
    <w:p w14:paraId="5DC64CAD" w14:textId="77777777" w:rsidR="00B77E03" w:rsidRDefault="0024252B" w:rsidP="00B77E03">
      <w:r w:rsidRPr="002813C1">
        <w:lastRenderedPageBreak/>
        <w:t>Le marché était conclu</w:t>
      </w:r>
      <w:r w:rsidR="00B77E03">
        <w:t xml:space="preserve">. </w:t>
      </w:r>
      <w:r w:rsidRPr="002813C1">
        <w:t>Le médecin était prêt</w:t>
      </w:r>
      <w:r w:rsidR="00B77E03">
        <w:t xml:space="preserve">, </w:t>
      </w:r>
      <w:r w:rsidRPr="002813C1">
        <w:t>désormais</w:t>
      </w:r>
      <w:r w:rsidR="00B77E03">
        <w:t xml:space="preserve">, </w:t>
      </w:r>
      <w:r w:rsidRPr="002813C1">
        <w:t>à essayer d</w:t>
      </w:r>
      <w:r w:rsidR="00B77E03">
        <w:t>’</w:t>
      </w:r>
      <w:r w:rsidRPr="002813C1">
        <w:t xml:space="preserve">extraire un poison quelconque du cadavre exhumé du comte de </w:t>
      </w:r>
      <w:proofErr w:type="spellStart"/>
      <w:r w:rsidRPr="002813C1">
        <w:t>Chalusse</w:t>
      </w:r>
      <w:proofErr w:type="spellEnd"/>
      <w:r w:rsidR="00B77E03">
        <w:t xml:space="preserve">. </w:t>
      </w:r>
      <w:r w:rsidRPr="002813C1">
        <w:t>Il serra la main du marquis en disant</w:t>
      </w:r>
      <w:r w:rsidR="00B77E03">
        <w:t> :</w:t>
      </w:r>
    </w:p>
    <w:p w14:paraId="777128F2" w14:textId="77777777" w:rsidR="00B77E03" w:rsidRDefault="00B77E03" w:rsidP="00B77E03">
      <w:r>
        <w:t>— </w:t>
      </w:r>
      <w:r w:rsidR="0024252B" w:rsidRPr="002813C1">
        <w:t>Quoi qu</w:t>
      </w:r>
      <w:r>
        <w:t>’</w:t>
      </w:r>
      <w:r w:rsidR="0024252B" w:rsidRPr="002813C1">
        <w:t>il advienne</w:t>
      </w:r>
      <w:r>
        <w:t xml:space="preserve">, </w:t>
      </w:r>
      <w:r w:rsidR="0024252B" w:rsidRPr="002813C1">
        <w:t>comptez sur moi</w:t>
      </w:r>
      <w:r>
        <w:t>.</w:t>
      </w:r>
    </w:p>
    <w:p w14:paraId="77949F73" w14:textId="4B19FEEB" w:rsidR="00B77E03" w:rsidRDefault="0024252B" w:rsidP="00B77E03">
      <w:r w:rsidRPr="002813C1">
        <w:t xml:space="preserve">Seul enfin avec le vicomte de </w:t>
      </w:r>
      <w:proofErr w:type="spellStart"/>
      <w:r w:rsidRPr="002813C1">
        <w:t>Coralth</w:t>
      </w:r>
      <w:proofErr w:type="spellEnd"/>
      <w:r w:rsidR="00B77E03">
        <w:t xml:space="preserve">, </w:t>
      </w:r>
      <w:r w:rsidRPr="002813C1">
        <w:t>et libre de toute contrainte</w:t>
      </w:r>
      <w:r w:rsidR="00B77E03">
        <w:t>, M. de </w:t>
      </w:r>
      <w:proofErr w:type="spellStart"/>
      <w:r w:rsidRPr="002813C1">
        <w:t>Valorsay</w:t>
      </w:r>
      <w:proofErr w:type="spellEnd"/>
      <w:r w:rsidRPr="002813C1">
        <w:t xml:space="preserve"> se leva en respirant bruyamment</w:t>
      </w:r>
      <w:r w:rsidR="00B77E03">
        <w:t>.</w:t>
      </w:r>
    </w:p>
    <w:p w14:paraId="313D06C3" w14:textId="77777777" w:rsidR="00B77E03" w:rsidRDefault="00B77E03" w:rsidP="00B77E03">
      <w:r>
        <w:t>— </w:t>
      </w:r>
      <w:r w:rsidR="0024252B" w:rsidRPr="002813C1">
        <w:t>Quelle séance</w:t>
      </w:r>
      <w:r>
        <w:t xml:space="preserve"> !… </w:t>
      </w:r>
      <w:r w:rsidR="0024252B" w:rsidRPr="002813C1">
        <w:t>grommela-t-il</w:t>
      </w:r>
      <w:r>
        <w:t>.</w:t>
      </w:r>
    </w:p>
    <w:p w14:paraId="644E749A" w14:textId="48755EFD" w:rsidR="00B77E03" w:rsidRDefault="0024252B" w:rsidP="00B77E03">
      <w:r w:rsidRPr="002813C1">
        <w:t xml:space="preserve">Et comme </w:t>
      </w:r>
      <w:r w:rsidR="00B77E03">
        <w:t>M. de </w:t>
      </w:r>
      <w:proofErr w:type="spellStart"/>
      <w:r w:rsidRPr="002813C1">
        <w:t>Coralth</w:t>
      </w:r>
      <w:proofErr w:type="spellEnd"/>
      <w:r w:rsidR="00B77E03">
        <w:t xml:space="preserve">, </w:t>
      </w:r>
      <w:r w:rsidRPr="002813C1">
        <w:t>affaissé sur sa chaise</w:t>
      </w:r>
      <w:r w:rsidR="00B77E03">
        <w:t xml:space="preserve">, </w:t>
      </w:r>
      <w:r w:rsidRPr="002813C1">
        <w:t>se taisait</w:t>
      </w:r>
      <w:r w:rsidR="00B77E03">
        <w:t xml:space="preserve">, </w:t>
      </w:r>
      <w:r w:rsidRPr="002813C1">
        <w:t>il s</w:t>
      </w:r>
      <w:r w:rsidR="00B77E03">
        <w:t>’</w:t>
      </w:r>
      <w:r w:rsidRPr="002813C1">
        <w:t>approcha</w:t>
      </w:r>
      <w:r w:rsidR="00B77E03">
        <w:t xml:space="preserve">, </w:t>
      </w:r>
      <w:r w:rsidRPr="002813C1">
        <w:t>et lui frappant sur l</w:t>
      </w:r>
      <w:r w:rsidR="00B77E03">
        <w:t>’</w:t>
      </w:r>
      <w:r w:rsidRPr="002813C1">
        <w:t>épaule</w:t>
      </w:r>
      <w:r w:rsidR="00B77E03">
        <w:t> :</w:t>
      </w:r>
    </w:p>
    <w:p w14:paraId="093DD42E" w14:textId="77777777" w:rsidR="00B77E03" w:rsidRDefault="00B77E03" w:rsidP="00B77E03">
      <w:r>
        <w:t>— </w:t>
      </w:r>
      <w:r w:rsidR="0024252B" w:rsidRPr="002813C1">
        <w:t>Êtes-vous malade</w:t>
      </w:r>
      <w:r>
        <w:t xml:space="preserve">, </w:t>
      </w:r>
      <w:r w:rsidR="0024252B" w:rsidRPr="002813C1">
        <w:t>fit-il</w:t>
      </w:r>
      <w:r>
        <w:t xml:space="preserve">, </w:t>
      </w:r>
      <w:r w:rsidR="0024252B" w:rsidRPr="002813C1">
        <w:t>que vous restez-là comme un terme</w:t>
      </w:r>
      <w:r>
        <w:t> !…</w:t>
      </w:r>
    </w:p>
    <w:p w14:paraId="6FBA2D9D" w14:textId="77777777" w:rsidR="00B77E03" w:rsidRDefault="0024252B" w:rsidP="00B77E03">
      <w:r w:rsidRPr="002813C1">
        <w:t>Le vicomte sursauta comme un dormeur brusquement éveillé</w:t>
      </w:r>
      <w:r w:rsidR="00B77E03">
        <w:t>.</w:t>
      </w:r>
    </w:p>
    <w:p w14:paraId="1DFFED0E" w14:textId="77777777" w:rsidR="00B77E03" w:rsidRDefault="00B77E03" w:rsidP="00B77E03">
      <w:r>
        <w:t>— </w:t>
      </w:r>
      <w:r w:rsidR="0024252B" w:rsidRPr="002813C1">
        <w:t>Je me porte fort bien</w:t>
      </w:r>
      <w:r>
        <w:t xml:space="preserve">, </w:t>
      </w:r>
      <w:r w:rsidR="0024252B" w:rsidRPr="002813C1">
        <w:t>répondit-il d</w:t>
      </w:r>
      <w:r>
        <w:t>’</w:t>
      </w:r>
      <w:r w:rsidR="0024252B" w:rsidRPr="002813C1">
        <w:t>un ton rude</w:t>
      </w:r>
      <w:r>
        <w:t xml:space="preserve">, </w:t>
      </w:r>
      <w:r w:rsidR="0024252B" w:rsidRPr="002813C1">
        <w:t>seulement je réfléchis</w:t>
      </w:r>
      <w:r>
        <w:t>…</w:t>
      </w:r>
    </w:p>
    <w:p w14:paraId="79A27E35" w14:textId="77777777" w:rsidR="00B77E03" w:rsidRDefault="00B77E03" w:rsidP="00B77E03">
      <w:r>
        <w:t>— </w:t>
      </w:r>
      <w:r w:rsidR="0024252B" w:rsidRPr="002813C1">
        <w:t>Point à des choses gaies</w:t>
      </w:r>
      <w:r>
        <w:t xml:space="preserve">, </w:t>
      </w:r>
      <w:r w:rsidR="0024252B" w:rsidRPr="002813C1">
        <w:t>à en juger par votre mine</w:t>
      </w:r>
      <w:r>
        <w:t>.</w:t>
      </w:r>
    </w:p>
    <w:p w14:paraId="0623A060" w14:textId="77777777" w:rsidR="00B77E03" w:rsidRDefault="00B77E03" w:rsidP="00B77E03">
      <w:r>
        <w:t>— </w:t>
      </w:r>
      <w:r w:rsidR="0024252B" w:rsidRPr="002813C1">
        <w:t>En effet</w:t>
      </w:r>
      <w:r>
        <w:t xml:space="preserve">… </w:t>
      </w:r>
      <w:r w:rsidR="0024252B" w:rsidRPr="002813C1">
        <w:t>Je pense à la destinée que vous nous préparez et que je prévois</w:t>
      </w:r>
      <w:r>
        <w:t>…</w:t>
      </w:r>
    </w:p>
    <w:p w14:paraId="7AA6B156" w14:textId="77777777" w:rsidR="00B77E03" w:rsidRDefault="00B77E03" w:rsidP="00B77E03">
      <w:r>
        <w:t>— </w:t>
      </w:r>
      <w:r w:rsidR="0024252B" w:rsidRPr="002813C1">
        <w:t>Oh</w:t>
      </w:r>
      <w:r>
        <w:t xml:space="preserve"> !… </w:t>
      </w:r>
      <w:r w:rsidR="0024252B" w:rsidRPr="002813C1">
        <w:t>trêve de prophéties désagréables</w:t>
      </w:r>
      <w:r>
        <w:t xml:space="preserve">… </w:t>
      </w:r>
      <w:r w:rsidR="0024252B" w:rsidRPr="002813C1">
        <w:t>Il n</w:t>
      </w:r>
      <w:r>
        <w:t>’</w:t>
      </w:r>
      <w:r w:rsidR="0024252B" w:rsidRPr="002813C1">
        <w:t>y a plus d</w:t>
      </w:r>
      <w:r>
        <w:t>’</w:t>
      </w:r>
      <w:r w:rsidR="0024252B" w:rsidRPr="002813C1">
        <w:t>ailleurs à délibérer ni à songer à une reculade</w:t>
      </w:r>
      <w:r>
        <w:t xml:space="preserve">, </w:t>
      </w:r>
      <w:r w:rsidR="0024252B" w:rsidRPr="002813C1">
        <w:t>le Rubicon est franchi</w:t>
      </w:r>
      <w:r>
        <w:t>…</w:t>
      </w:r>
    </w:p>
    <w:p w14:paraId="351C15E3" w14:textId="77777777" w:rsidR="00B77E03" w:rsidRDefault="00B77E03" w:rsidP="00B77E03">
      <w:r>
        <w:t>— </w:t>
      </w:r>
      <w:r w:rsidR="0024252B" w:rsidRPr="002813C1">
        <w:t>Hélas</w:t>
      </w:r>
      <w:r>
        <w:t xml:space="preserve"> !… </w:t>
      </w:r>
      <w:r w:rsidR="0024252B" w:rsidRPr="002813C1">
        <w:t>c</w:t>
      </w:r>
      <w:r>
        <w:t>’</w:t>
      </w:r>
      <w:r w:rsidR="0024252B" w:rsidRPr="002813C1">
        <w:t>est bien là ce qui me désole</w:t>
      </w:r>
      <w:r>
        <w:t xml:space="preserve"> !… </w:t>
      </w:r>
      <w:r w:rsidR="0024252B" w:rsidRPr="002813C1">
        <w:t>Si ce n</w:t>
      </w:r>
      <w:r>
        <w:t>’</w:t>
      </w:r>
      <w:r w:rsidR="0024252B" w:rsidRPr="002813C1">
        <w:t>était mon passé maudit</w:t>
      </w:r>
      <w:r>
        <w:t xml:space="preserve">, </w:t>
      </w:r>
      <w:r w:rsidR="0024252B" w:rsidRPr="002813C1">
        <w:t>dont vous me menacez comme d</w:t>
      </w:r>
      <w:r>
        <w:t>’</w:t>
      </w:r>
      <w:r w:rsidR="0024252B" w:rsidRPr="002813C1">
        <w:t>un poignard</w:t>
      </w:r>
      <w:r>
        <w:t xml:space="preserve">, </w:t>
      </w:r>
      <w:r w:rsidR="0024252B" w:rsidRPr="002813C1">
        <w:t>il y a longtemps que je vous aurais laissé courir seul à l</w:t>
      </w:r>
      <w:r>
        <w:t>’</w:t>
      </w:r>
      <w:r w:rsidR="0024252B" w:rsidRPr="002813C1">
        <w:t>abîme</w:t>
      </w:r>
      <w:r>
        <w:t xml:space="preserve">… </w:t>
      </w:r>
      <w:r w:rsidR="0024252B" w:rsidRPr="002813C1">
        <w:t>Vous m</w:t>
      </w:r>
      <w:r>
        <w:t>’</w:t>
      </w:r>
      <w:r w:rsidR="0024252B" w:rsidRPr="002813C1">
        <w:t>avez été utile autrefois</w:t>
      </w:r>
      <w:r>
        <w:t xml:space="preserve">, </w:t>
      </w:r>
      <w:r w:rsidR="0024252B" w:rsidRPr="002813C1">
        <w:t>c</w:t>
      </w:r>
      <w:r>
        <w:t>’</w:t>
      </w:r>
      <w:r w:rsidR="0024252B" w:rsidRPr="002813C1">
        <w:t>est vrai</w:t>
      </w:r>
      <w:r>
        <w:t xml:space="preserve">… </w:t>
      </w:r>
      <w:r w:rsidR="0024252B" w:rsidRPr="002813C1">
        <w:t>C</w:t>
      </w:r>
      <w:r>
        <w:t>’</w:t>
      </w:r>
      <w:r w:rsidR="0024252B" w:rsidRPr="002813C1">
        <w:t>est vous qui m</w:t>
      </w:r>
      <w:r>
        <w:t>’</w:t>
      </w:r>
      <w:r w:rsidR="0024252B" w:rsidRPr="002813C1">
        <w:t xml:space="preserve">avez présenté à la baronne </w:t>
      </w:r>
      <w:proofErr w:type="spellStart"/>
      <w:r w:rsidR="0024252B" w:rsidRPr="002813C1">
        <w:t>Trigault</w:t>
      </w:r>
      <w:proofErr w:type="spellEnd"/>
      <w:r>
        <w:t xml:space="preserve">, </w:t>
      </w:r>
      <w:r w:rsidR="0024252B" w:rsidRPr="002813C1">
        <w:t xml:space="preserve">et je dois à </w:t>
      </w:r>
      <w:r w:rsidR="0024252B" w:rsidRPr="002813C1">
        <w:lastRenderedPageBreak/>
        <w:t>votre patronage les brillantes apparences dont je vis</w:t>
      </w:r>
      <w:r>
        <w:t xml:space="preserve">… </w:t>
      </w:r>
      <w:r w:rsidR="0024252B" w:rsidRPr="002813C1">
        <w:t>Mais c</w:t>
      </w:r>
      <w:r>
        <w:t>’</w:t>
      </w:r>
      <w:r w:rsidR="0024252B" w:rsidRPr="002813C1">
        <w:t>est payer trop cher vos services que d</w:t>
      </w:r>
      <w:r>
        <w:t>’</w:t>
      </w:r>
      <w:r w:rsidR="0024252B" w:rsidRPr="002813C1">
        <w:t>être l</w:t>
      </w:r>
      <w:r>
        <w:t>’</w:t>
      </w:r>
      <w:r w:rsidR="0024252B" w:rsidRPr="002813C1">
        <w:t>instrument de vos expédients les plus dangereux</w:t>
      </w:r>
      <w:r>
        <w:t xml:space="preserve"> !… </w:t>
      </w:r>
      <w:r w:rsidR="0024252B" w:rsidRPr="002813C1">
        <w:t>Qui a aidé à flouer Kami-Bey</w:t>
      </w:r>
      <w:r>
        <w:t xml:space="preserve"> !… </w:t>
      </w:r>
      <w:r w:rsidR="0024252B" w:rsidRPr="002813C1">
        <w:t xml:space="preserve">Qui pariait sous-main contre votre cheval </w:t>
      </w:r>
      <w:r w:rsidR="0024252B" w:rsidRPr="002813C1">
        <w:rPr>
          <w:i/>
          <w:szCs w:val="32"/>
        </w:rPr>
        <w:t>Domingo</w:t>
      </w:r>
      <w:r>
        <w:t xml:space="preserve"> ?… </w:t>
      </w:r>
      <w:r w:rsidR="0024252B" w:rsidRPr="002813C1">
        <w:t xml:space="preserve">Qui a risqué sa peau pour glisser des paquets de cartes préparées entre les mains de Pascal </w:t>
      </w:r>
      <w:proofErr w:type="spellStart"/>
      <w:r w:rsidR="0024252B" w:rsidRPr="002813C1">
        <w:t>Férailleur</w:t>
      </w:r>
      <w:proofErr w:type="spellEnd"/>
      <w:r>
        <w:t xml:space="preserve"> ?… </w:t>
      </w:r>
      <w:proofErr w:type="spellStart"/>
      <w:r w:rsidR="0024252B" w:rsidRPr="002813C1">
        <w:t>Coralth</w:t>
      </w:r>
      <w:proofErr w:type="spellEnd"/>
      <w:r>
        <w:t xml:space="preserve">, </w:t>
      </w:r>
      <w:r w:rsidR="0024252B" w:rsidRPr="002813C1">
        <w:t xml:space="preserve">toujours </w:t>
      </w:r>
      <w:proofErr w:type="spellStart"/>
      <w:r w:rsidR="0024252B" w:rsidRPr="002813C1">
        <w:t>Coralth</w:t>
      </w:r>
      <w:proofErr w:type="spellEnd"/>
      <w:r>
        <w:t>…</w:t>
      </w:r>
    </w:p>
    <w:p w14:paraId="0889D18E" w14:textId="77777777" w:rsidR="00B77E03" w:rsidRDefault="0024252B" w:rsidP="00B77E03">
      <w:r w:rsidRPr="002813C1">
        <w:t>Un geste de colère échappa au marquis</w:t>
      </w:r>
      <w:r w:rsidR="00B77E03">
        <w:t xml:space="preserve">, </w:t>
      </w:r>
      <w:r w:rsidRPr="002813C1">
        <w:t>mais résolu à se contenir</w:t>
      </w:r>
      <w:r w:rsidR="00B77E03">
        <w:t xml:space="preserve">, </w:t>
      </w:r>
      <w:r w:rsidRPr="002813C1">
        <w:t>il ne répliqua pas et c</w:t>
      </w:r>
      <w:r w:rsidR="00B77E03">
        <w:t>’</w:t>
      </w:r>
      <w:r w:rsidRPr="002813C1">
        <w:t>est seulement après avoir arpenté cinq ou six fois le fumoir que</w:t>
      </w:r>
      <w:r w:rsidR="00B77E03">
        <w:t xml:space="preserve">, </w:t>
      </w:r>
      <w:r w:rsidRPr="002813C1">
        <w:t>se sentant plus calme</w:t>
      </w:r>
      <w:r w:rsidR="00B77E03">
        <w:t xml:space="preserve">, </w:t>
      </w:r>
      <w:r w:rsidRPr="002813C1">
        <w:t>il revint au vicomte</w:t>
      </w:r>
      <w:r w:rsidR="00B77E03">
        <w:t>.</w:t>
      </w:r>
    </w:p>
    <w:p w14:paraId="66844474" w14:textId="77777777" w:rsidR="00B77E03" w:rsidRDefault="00B77E03" w:rsidP="00B77E03">
      <w:r>
        <w:t>— </w:t>
      </w:r>
      <w:r w:rsidR="0024252B" w:rsidRPr="002813C1">
        <w:t>En vérité</w:t>
      </w:r>
      <w:r>
        <w:t xml:space="preserve">, </w:t>
      </w:r>
      <w:r w:rsidR="0024252B" w:rsidRPr="002813C1">
        <w:t>reprit-il</w:t>
      </w:r>
      <w:r>
        <w:t xml:space="preserve">, </w:t>
      </w:r>
      <w:r w:rsidR="0024252B" w:rsidRPr="002813C1">
        <w:t>je ne vous reconnais plus</w:t>
      </w:r>
      <w:r>
        <w:t xml:space="preserve">. </w:t>
      </w:r>
      <w:r w:rsidR="0024252B" w:rsidRPr="002813C1">
        <w:t>Est-ce bien vous que la frayeur égare à ce point</w:t>
      </w:r>
      <w:r>
        <w:t xml:space="preserve"> ? </w:t>
      </w:r>
      <w:r w:rsidR="0024252B" w:rsidRPr="002813C1">
        <w:t>Et quand cela</w:t>
      </w:r>
      <w:r>
        <w:t xml:space="preserve">, </w:t>
      </w:r>
      <w:r w:rsidR="0024252B" w:rsidRPr="002813C1">
        <w:t>s</w:t>
      </w:r>
      <w:r>
        <w:t>’</w:t>
      </w:r>
      <w:r w:rsidR="0024252B" w:rsidRPr="002813C1">
        <w:t>il vous plaît</w:t>
      </w:r>
      <w:r>
        <w:t xml:space="preserve"> ? </w:t>
      </w:r>
      <w:r w:rsidR="0024252B" w:rsidRPr="002813C1">
        <w:t>La veille du succès</w:t>
      </w:r>
      <w:r>
        <w:t>.</w:t>
      </w:r>
    </w:p>
    <w:p w14:paraId="5513BE4A" w14:textId="77777777" w:rsidR="00B77E03" w:rsidRDefault="00B77E03" w:rsidP="00B77E03">
      <w:r>
        <w:t>— </w:t>
      </w:r>
      <w:r w:rsidR="0024252B" w:rsidRPr="002813C1">
        <w:t>Je voudrais vous croire</w:t>
      </w:r>
      <w:r>
        <w:t>…</w:t>
      </w:r>
    </w:p>
    <w:p w14:paraId="24D60B23" w14:textId="77777777" w:rsidR="00B77E03" w:rsidRDefault="00B77E03" w:rsidP="00B77E03">
      <w:r>
        <w:t>— </w:t>
      </w:r>
      <w:r w:rsidR="0024252B" w:rsidRPr="002813C1">
        <w:t>Les faits sont là</w:t>
      </w:r>
      <w:r>
        <w:t xml:space="preserve"> !… </w:t>
      </w:r>
      <w:r w:rsidR="0024252B" w:rsidRPr="002813C1">
        <w:t>Ce matin je pouvais douter encore</w:t>
      </w:r>
      <w:r>
        <w:t xml:space="preserve">, </w:t>
      </w:r>
      <w:r w:rsidR="0024252B" w:rsidRPr="002813C1">
        <w:t>mais à cette heure</w:t>
      </w:r>
      <w:r>
        <w:t xml:space="preserve">, </w:t>
      </w:r>
      <w:r w:rsidR="0024252B" w:rsidRPr="002813C1">
        <w:t xml:space="preserve">et grâce à ce vaniteux idiot qui a nom </w:t>
      </w:r>
      <w:proofErr w:type="spellStart"/>
      <w:r w:rsidR="0024252B" w:rsidRPr="002813C1">
        <w:t>Wilkie</w:t>
      </w:r>
      <w:proofErr w:type="spellEnd"/>
      <w:r>
        <w:t xml:space="preserve">, </w:t>
      </w:r>
      <w:r w:rsidR="0024252B" w:rsidRPr="002813C1">
        <w:t>je suis sûr</w:t>
      </w:r>
      <w:r>
        <w:t xml:space="preserve">, </w:t>
      </w:r>
      <w:r w:rsidR="0024252B" w:rsidRPr="002813C1">
        <w:t>entendez-vous</w:t>
      </w:r>
      <w:r>
        <w:t xml:space="preserve">, </w:t>
      </w:r>
      <w:r w:rsidR="0024252B" w:rsidRPr="002813C1">
        <w:t>rigoureusement</w:t>
      </w:r>
      <w:r>
        <w:t xml:space="preserve">, </w:t>
      </w:r>
      <w:r w:rsidR="0024252B" w:rsidRPr="002813C1">
        <w:t>mathématiquement sûr du succès</w:t>
      </w:r>
      <w:r>
        <w:t xml:space="preserve">… </w:t>
      </w:r>
      <w:r w:rsidR="0024252B" w:rsidRPr="002813C1">
        <w:t>Que va-t-il arriver</w:t>
      </w:r>
      <w:r>
        <w:t xml:space="preserve"> ?… </w:t>
      </w:r>
      <w:proofErr w:type="spellStart"/>
      <w:r w:rsidR="0024252B" w:rsidRPr="002813C1">
        <w:t>Mauméjan</w:t>
      </w:r>
      <w:proofErr w:type="spellEnd"/>
      <w:r>
        <w:t xml:space="preserve">, </w:t>
      </w:r>
      <w:r w:rsidR="0024252B" w:rsidRPr="002813C1">
        <w:t>qui m</w:t>
      </w:r>
      <w:r>
        <w:t>’</w:t>
      </w:r>
      <w:r w:rsidR="0024252B" w:rsidRPr="002813C1">
        <w:t>est tout dévoué et qui est bien le gredin le plus avide et le plus roué que je sache</w:t>
      </w:r>
      <w:r>
        <w:t xml:space="preserve">, </w:t>
      </w:r>
      <w:r w:rsidR="0024252B" w:rsidRPr="002813C1">
        <w:t>va rédiger une telle plainte que demain soir Marguerite couchera en prison</w:t>
      </w:r>
      <w:r>
        <w:t xml:space="preserve">. </w:t>
      </w:r>
      <w:r w:rsidR="0024252B" w:rsidRPr="002813C1">
        <w:t>On citera des témoins</w:t>
      </w:r>
      <w:r>
        <w:t xml:space="preserve">. </w:t>
      </w:r>
      <w:r w:rsidR="0024252B" w:rsidRPr="002813C1">
        <w:t>Par ce qu</w:t>
      </w:r>
      <w:r>
        <w:t>’</w:t>
      </w:r>
      <w:r w:rsidR="0024252B" w:rsidRPr="002813C1">
        <w:t>a dit Casimir</w:t>
      </w:r>
      <w:r>
        <w:t xml:space="preserve">, </w:t>
      </w:r>
      <w:r w:rsidR="0024252B" w:rsidRPr="002813C1">
        <w:t>vous savez ce que diront les autres domestiques</w:t>
      </w:r>
      <w:r>
        <w:t xml:space="preserve">… </w:t>
      </w:r>
      <w:r w:rsidR="0024252B" w:rsidRPr="002813C1">
        <w:t>La voilà donc presque convaincue de vol</w:t>
      </w:r>
      <w:r>
        <w:t xml:space="preserve">. </w:t>
      </w:r>
      <w:r w:rsidR="0024252B" w:rsidRPr="002813C1">
        <w:t>Pour ce qui est de l</w:t>
      </w:r>
      <w:r>
        <w:t>’</w:t>
      </w:r>
      <w:r w:rsidR="0024252B" w:rsidRPr="002813C1">
        <w:t>empoisonnement</w:t>
      </w:r>
      <w:r>
        <w:t xml:space="preserve">, </w:t>
      </w:r>
      <w:r w:rsidR="0024252B" w:rsidRPr="002813C1">
        <w:t xml:space="preserve">vous avez entendu le docteur </w:t>
      </w:r>
      <w:proofErr w:type="spellStart"/>
      <w:r w:rsidR="0024252B" w:rsidRPr="002813C1">
        <w:t>Jodon</w:t>
      </w:r>
      <w:proofErr w:type="spellEnd"/>
      <w:r>
        <w:t xml:space="preserve">… </w:t>
      </w:r>
      <w:r w:rsidR="0024252B" w:rsidRPr="002813C1">
        <w:t>Puis-je compter sur lui</w:t>
      </w:r>
      <w:r>
        <w:t xml:space="preserve"> ? </w:t>
      </w:r>
      <w:r w:rsidR="0024252B" w:rsidRPr="002813C1">
        <w:t>Évidemment</w:t>
      </w:r>
      <w:r>
        <w:t xml:space="preserve">, </w:t>
      </w:r>
      <w:r w:rsidR="0024252B" w:rsidRPr="002813C1">
        <w:t>oui</w:t>
      </w:r>
      <w:r>
        <w:t xml:space="preserve">, </w:t>
      </w:r>
      <w:r w:rsidR="0024252B" w:rsidRPr="002813C1">
        <w:t>si je paye sans marchander</w:t>
      </w:r>
      <w:r>
        <w:t xml:space="preserve">… </w:t>
      </w:r>
      <w:r w:rsidR="0024252B" w:rsidRPr="002813C1">
        <w:t>Eh bien</w:t>
      </w:r>
      <w:r>
        <w:t xml:space="preserve"> ! </w:t>
      </w:r>
      <w:r w:rsidR="0024252B" w:rsidRPr="002813C1">
        <w:t>je payerai</w:t>
      </w:r>
      <w:r>
        <w:t>…</w:t>
      </w:r>
    </w:p>
    <w:p w14:paraId="4350A3DA" w14:textId="2FB4F7F8" w:rsidR="00B77E03" w:rsidRDefault="0024252B" w:rsidP="00B77E03">
      <w:r w:rsidRPr="002813C1">
        <w:t xml:space="preserve">Tout cela ne rassurait pas </w:t>
      </w:r>
      <w:r w:rsidR="00B77E03">
        <w:t>M. de </w:t>
      </w:r>
      <w:proofErr w:type="spellStart"/>
      <w:r w:rsidRPr="002813C1">
        <w:t>Coralth</w:t>
      </w:r>
      <w:proofErr w:type="spellEnd"/>
      <w:r w:rsidR="00B77E03">
        <w:t>.</w:t>
      </w:r>
    </w:p>
    <w:p w14:paraId="393956C2" w14:textId="407E1129" w:rsidR="00B77E03" w:rsidRDefault="00B77E03" w:rsidP="00B77E03">
      <w:r>
        <w:lastRenderedPageBreak/>
        <w:t>— </w:t>
      </w:r>
      <w:r w:rsidR="0024252B" w:rsidRPr="002813C1">
        <w:t>L</w:t>
      </w:r>
      <w:r>
        <w:t>’</w:t>
      </w:r>
      <w:r w:rsidR="0024252B" w:rsidRPr="002813C1">
        <w:t>accusation d</w:t>
      </w:r>
      <w:r>
        <w:t>’</w:t>
      </w:r>
      <w:r w:rsidR="0024252B" w:rsidRPr="002813C1">
        <w:t>empoisonnement tombera</w:t>
      </w:r>
      <w:r>
        <w:t xml:space="preserve">, </w:t>
      </w:r>
      <w:r w:rsidR="0024252B" w:rsidRPr="002813C1">
        <w:t>dit-il</w:t>
      </w:r>
      <w:r>
        <w:t xml:space="preserve">, </w:t>
      </w:r>
      <w:r w:rsidR="0024252B" w:rsidRPr="002813C1">
        <w:t>dès qu</w:t>
      </w:r>
      <w:r>
        <w:t>’</w:t>
      </w:r>
      <w:r w:rsidR="0024252B" w:rsidRPr="002813C1">
        <w:t xml:space="preserve">on retrouvera cette fameuse fiole dont </w:t>
      </w:r>
      <w:r>
        <w:t>M. de </w:t>
      </w:r>
      <w:proofErr w:type="spellStart"/>
      <w:r w:rsidR="0024252B" w:rsidRPr="002813C1">
        <w:t>Chalusse</w:t>
      </w:r>
      <w:proofErr w:type="spellEnd"/>
      <w:r w:rsidR="0024252B" w:rsidRPr="002813C1">
        <w:t xml:space="preserve"> a bu deux cuillerées</w:t>
      </w:r>
      <w:r>
        <w:t>…</w:t>
      </w:r>
    </w:p>
    <w:p w14:paraId="1B7FDDE6" w14:textId="77777777" w:rsidR="00B77E03" w:rsidRDefault="00B77E03" w:rsidP="00B77E03">
      <w:r>
        <w:t>— </w:t>
      </w:r>
      <w:r w:rsidR="0024252B" w:rsidRPr="002813C1">
        <w:t>Pardon</w:t>
      </w:r>
      <w:r>
        <w:t xml:space="preserve"> !… </w:t>
      </w:r>
      <w:r w:rsidR="0024252B" w:rsidRPr="002813C1">
        <w:t>on ne la retrouvera pas</w:t>
      </w:r>
      <w:r>
        <w:t>.</w:t>
      </w:r>
    </w:p>
    <w:p w14:paraId="5D5C5A5A" w14:textId="77777777" w:rsidR="00B77E03" w:rsidRDefault="00B77E03" w:rsidP="00B77E03">
      <w:r>
        <w:t>— </w:t>
      </w:r>
      <w:r w:rsidR="0024252B" w:rsidRPr="002813C1">
        <w:t>Parce que</w:t>
      </w:r>
      <w:r>
        <w:t>…</w:t>
      </w:r>
    </w:p>
    <w:p w14:paraId="7F68360F" w14:textId="77777777" w:rsidR="00B77E03" w:rsidRDefault="00B77E03" w:rsidP="00B77E03">
      <w:r>
        <w:t>— </w:t>
      </w:r>
      <w:r w:rsidR="0024252B" w:rsidRPr="002813C1">
        <w:t>Parce que</w:t>
      </w:r>
      <w:r>
        <w:t xml:space="preserve">, </w:t>
      </w:r>
      <w:r w:rsidR="0024252B" w:rsidRPr="002813C1">
        <w:t>cher ami</w:t>
      </w:r>
      <w:r>
        <w:t xml:space="preserve">, </w:t>
      </w:r>
      <w:r w:rsidR="0024252B" w:rsidRPr="002813C1">
        <w:t>je sais où elle est</w:t>
      </w:r>
      <w:r>
        <w:t xml:space="preserve">, </w:t>
      </w:r>
      <w:r w:rsidR="0024252B" w:rsidRPr="002813C1">
        <w:t>cette fiole</w:t>
      </w:r>
      <w:r>
        <w:t xml:space="preserve">… </w:t>
      </w:r>
      <w:r w:rsidR="0024252B" w:rsidRPr="002813C1">
        <w:t>Elle est dans le secrétaire du comte</w:t>
      </w:r>
      <w:r>
        <w:t xml:space="preserve">. </w:t>
      </w:r>
      <w:r w:rsidR="0024252B" w:rsidRPr="002813C1">
        <w:t>Après-demain</w:t>
      </w:r>
      <w:r>
        <w:t xml:space="preserve">, </w:t>
      </w:r>
      <w:r w:rsidR="0024252B" w:rsidRPr="002813C1">
        <w:t>elle n</w:t>
      </w:r>
      <w:r>
        <w:t>’</w:t>
      </w:r>
      <w:r w:rsidR="0024252B" w:rsidRPr="002813C1">
        <w:t>y sera plus</w:t>
      </w:r>
      <w:r>
        <w:t>.</w:t>
      </w:r>
    </w:p>
    <w:p w14:paraId="730E0031" w14:textId="77777777" w:rsidR="00B77E03" w:rsidRDefault="00B77E03" w:rsidP="00B77E03">
      <w:r>
        <w:t>— </w:t>
      </w:r>
      <w:r w:rsidR="0024252B" w:rsidRPr="002813C1">
        <w:t>Et qui l</w:t>
      </w:r>
      <w:r>
        <w:t>’</w:t>
      </w:r>
      <w:r w:rsidR="0024252B" w:rsidRPr="002813C1">
        <w:t>en retirera</w:t>
      </w:r>
      <w:r>
        <w:t> ?</w:t>
      </w:r>
    </w:p>
    <w:p w14:paraId="20FAE17F" w14:textId="52687B54" w:rsidR="00B77E03" w:rsidRDefault="00B77E03" w:rsidP="00B77E03">
      <w:r>
        <w:t>— </w:t>
      </w:r>
      <w:r w:rsidR="0024252B" w:rsidRPr="002813C1">
        <w:t>Un homme adroit qui m</w:t>
      </w:r>
      <w:r>
        <w:t>’</w:t>
      </w:r>
      <w:r w:rsidR="0024252B" w:rsidRPr="002813C1">
        <w:t xml:space="preserve">a déniché </w:t>
      </w:r>
      <w:r>
        <w:t>M</w:t>
      </w:r>
      <w:r w:rsidRPr="00B77E03">
        <w:rPr>
          <w:vertAlign w:val="superscript"/>
        </w:rPr>
        <w:t>me</w:t>
      </w:r>
      <w:r>
        <w:t> </w:t>
      </w:r>
      <w:r w:rsidR="0024252B" w:rsidRPr="002813C1">
        <w:t>Léon</w:t>
      </w:r>
      <w:r>
        <w:t xml:space="preserve">, </w:t>
      </w:r>
      <w:r w:rsidR="0024252B" w:rsidRPr="002813C1">
        <w:t xml:space="preserve">un certain </w:t>
      </w:r>
      <w:proofErr w:type="spellStart"/>
      <w:r w:rsidR="0024252B" w:rsidRPr="002813C1">
        <w:t>Vantrasson</w:t>
      </w:r>
      <w:proofErr w:type="spellEnd"/>
      <w:r>
        <w:t xml:space="preserve">… </w:t>
      </w:r>
      <w:r w:rsidR="0024252B" w:rsidRPr="002813C1">
        <w:t>Tout a été parfaitement combiné et prévu</w:t>
      </w:r>
      <w:r>
        <w:t xml:space="preserve">… </w:t>
      </w:r>
      <w:r w:rsidR="0024252B" w:rsidRPr="002813C1">
        <w:t>La nuit prochaine ou la suivante</w:t>
      </w:r>
      <w:r>
        <w:t xml:space="preserve">, </w:t>
      </w:r>
      <w:r w:rsidR="0024252B" w:rsidRPr="002813C1">
        <w:t>au plus tard</w:t>
      </w:r>
      <w:r>
        <w:t>, M</w:t>
      </w:r>
      <w:r w:rsidRPr="00B77E03">
        <w:rPr>
          <w:vertAlign w:val="superscript"/>
        </w:rPr>
        <w:t>me</w:t>
      </w:r>
      <w:r>
        <w:t> </w:t>
      </w:r>
      <w:r w:rsidR="0024252B" w:rsidRPr="002813C1">
        <w:t>Léon introduira son protégé à l</w:t>
      </w:r>
      <w:r>
        <w:t>’</w:t>
      </w:r>
      <w:r w:rsidR="0024252B" w:rsidRPr="002813C1">
        <w:t xml:space="preserve">hôtel de </w:t>
      </w:r>
      <w:proofErr w:type="spellStart"/>
      <w:r w:rsidR="0024252B" w:rsidRPr="002813C1">
        <w:t>Chalusse</w:t>
      </w:r>
      <w:proofErr w:type="spellEnd"/>
      <w:r w:rsidR="0024252B" w:rsidRPr="002813C1">
        <w:t xml:space="preserve"> par la porte du jardin</w:t>
      </w:r>
      <w:r>
        <w:t xml:space="preserve">, </w:t>
      </w:r>
      <w:r w:rsidR="0024252B" w:rsidRPr="002813C1">
        <w:t>dont elle a gardé la clef</w:t>
      </w:r>
      <w:r>
        <w:t xml:space="preserve">. </w:t>
      </w:r>
      <w:r w:rsidR="0024252B" w:rsidRPr="002813C1">
        <w:t xml:space="preserve">Le </w:t>
      </w:r>
      <w:proofErr w:type="spellStart"/>
      <w:r w:rsidR="0024252B" w:rsidRPr="002813C1">
        <w:t>Vantrasson</w:t>
      </w:r>
      <w:proofErr w:type="spellEnd"/>
      <w:r>
        <w:t xml:space="preserve">, </w:t>
      </w:r>
      <w:r w:rsidR="0024252B" w:rsidRPr="002813C1">
        <w:t>qui connaît la distribution de l</w:t>
      </w:r>
      <w:r>
        <w:t>’</w:t>
      </w:r>
      <w:r w:rsidR="0024252B" w:rsidRPr="002813C1">
        <w:t>hôtel</w:t>
      </w:r>
      <w:r>
        <w:t xml:space="preserve">, </w:t>
      </w:r>
      <w:r w:rsidR="0024252B" w:rsidRPr="002813C1">
        <w:t>crochètera le secrétaire et s</w:t>
      </w:r>
      <w:r>
        <w:t>’</w:t>
      </w:r>
      <w:r w:rsidR="0024252B" w:rsidRPr="002813C1">
        <w:t>emparera de la fiole</w:t>
      </w:r>
      <w:r>
        <w:t xml:space="preserve">. </w:t>
      </w:r>
      <w:r w:rsidR="0024252B" w:rsidRPr="002813C1">
        <w:t>Il y a les scellés</w:t>
      </w:r>
      <w:r>
        <w:t xml:space="preserve">, </w:t>
      </w:r>
      <w:r w:rsidR="0024252B" w:rsidRPr="002813C1">
        <w:t>me direz-vous</w:t>
      </w:r>
      <w:r>
        <w:t xml:space="preserve">. </w:t>
      </w:r>
      <w:r w:rsidR="0024252B" w:rsidRPr="002813C1">
        <w:t>C</w:t>
      </w:r>
      <w:r>
        <w:t>’</w:t>
      </w:r>
      <w:r w:rsidR="0024252B" w:rsidRPr="002813C1">
        <w:t>est juste</w:t>
      </w:r>
      <w:r>
        <w:t xml:space="preserve">… </w:t>
      </w:r>
      <w:r w:rsidR="0024252B" w:rsidRPr="002813C1">
        <w:t>Mais l</w:t>
      </w:r>
      <w:r>
        <w:t>’</w:t>
      </w:r>
      <w:r w:rsidR="0024252B" w:rsidRPr="002813C1">
        <w:t>homme affirme que les enlever et les replacer sans laisser de traces ne sera qu</w:t>
      </w:r>
      <w:r>
        <w:t>’</w:t>
      </w:r>
      <w:r w:rsidR="0024252B" w:rsidRPr="002813C1">
        <w:t>un jeu pour lui</w:t>
      </w:r>
      <w:r>
        <w:t xml:space="preserve">… </w:t>
      </w:r>
      <w:r w:rsidR="0024252B" w:rsidRPr="002813C1">
        <w:t>Pour ce qui est de la serrure</w:t>
      </w:r>
      <w:r>
        <w:t xml:space="preserve">, </w:t>
      </w:r>
      <w:r w:rsidR="0024252B" w:rsidRPr="002813C1">
        <w:t xml:space="preserve">comme elle a déjà été forcée le jour de la mort de </w:t>
      </w:r>
      <w:r>
        <w:t>M. de </w:t>
      </w:r>
      <w:proofErr w:type="spellStart"/>
      <w:r w:rsidR="0024252B" w:rsidRPr="002813C1">
        <w:t>Chalusse</w:t>
      </w:r>
      <w:proofErr w:type="spellEnd"/>
      <w:r>
        <w:t xml:space="preserve">, </w:t>
      </w:r>
      <w:r w:rsidR="0024252B" w:rsidRPr="002813C1">
        <w:t>un second crochetage ne s</w:t>
      </w:r>
      <w:r>
        <w:t>’</w:t>
      </w:r>
      <w:r w:rsidR="0024252B" w:rsidRPr="002813C1">
        <w:t>apercevra pas</w:t>
      </w:r>
      <w:r>
        <w:t>…</w:t>
      </w:r>
    </w:p>
    <w:p w14:paraId="2A59501E" w14:textId="77777777" w:rsidR="00B77E03" w:rsidRDefault="0024252B" w:rsidP="00B77E03">
      <w:r w:rsidRPr="002813C1">
        <w:t>Le vicomte</w:t>
      </w:r>
      <w:r w:rsidR="00B77E03">
        <w:t xml:space="preserve">, </w:t>
      </w:r>
      <w:r w:rsidRPr="002813C1">
        <w:t>d</w:t>
      </w:r>
      <w:r w:rsidR="00B77E03">
        <w:t>’</w:t>
      </w:r>
      <w:r w:rsidRPr="002813C1">
        <w:t>un air ironique</w:t>
      </w:r>
      <w:r w:rsidR="00B77E03">
        <w:t xml:space="preserve">, </w:t>
      </w:r>
      <w:r w:rsidRPr="002813C1">
        <w:t>approuvait</w:t>
      </w:r>
      <w:r w:rsidR="00B77E03">
        <w:t>.</w:t>
      </w:r>
    </w:p>
    <w:p w14:paraId="633D31C3" w14:textId="77777777" w:rsidR="00B77E03" w:rsidRDefault="00B77E03" w:rsidP="00B77E03">
      <w:r>
        <w:t>— </w:t>
      </w:r>
      <w:r w:rsidR="0024252B" w:rsidRPr="002813C1">
        <w:t>Parfait</w:t>
      </w:r>
      <w:r>
        <w:t xml:space="preserve">, </w:t>
      </w:r>
      <w:r w:rsidR="0024252B" w:rsidRPr="002813C1">
        <w:t>dit-il</w:t>
      </w:r>
      <w:r>
        <w:t xml:space="preserve">. </w:t>
      </w:r>
      <w:r w:rsidR="0024252B" w:rsidRPr="002813C1">
        <w:t>Seulement l</w:t>
      </w:r>
      <w:r>
        <w:t>’</w:t>
      </w:r>
      <w:r w:rsidR="0024252B" w:rsidRPr="002813C1">
        <w:t>autopsie révèlera l</w:t>
      </w:r>
      <w:r>
        <w:t>’</w:t>
      </w:r>
      <w:r w:rsidR="0024252B" w:rsidRPr="002813C1">
        <w:t>inanité de l</w:t>
      </w:r>
      <w:r>
        <w:t>’</w:t>
      </w:r>
      <w:r w:rsidR="0024252B" w:rsidRPr="002813C1">
        <w:t>accusation</w:t>
      </w:r>
      <w:r>
        <w:t>.</w:t>
      </w:r>
    </w:p>
    <w:p w14:paraId="5137D624" w14:textId="320FFE2F" w:rsidR="00B77E03" w:rsidRDefault="00B77E03" w:rsidP="00B77E03">
      <w:r>
        <w:t>— </w:t>
      </w:r>
      <w:r w:rsidR="0024252B" w:rsidRPr="002813C1">
        <w:t>Naturellement</w:t>
      </w:r>
      <w:r>
        <w:t xml:space="preserve">. </w:t>
      </w:r>
      <w:r w:rsidR="0024252B" w:rsidRPr="002813C1">
        <w:t>Mais l</w:t>
      </w:r>
      <w:r>
        <w:t>’</w:t>
      </w:r>
      <w:r w:rsidR="0024252B" w:rsidRPr="002813C1">
        <w:t>autopsie demande du temps</w:t>
      </w:r>
      <w:r>
        <w:t xml:space="preserve">. </w:t>
      </w:r>
      <w:r w:rsidR="0024252B" w:rsidRPr="002813C1">
        <w:t>Or</w:t>
      </w:r>
      <w:r>
        <w:t xml:space="preserve">, </w:t>
      </w:r>
      <w:r w:rsidR="0024252B" w:rsidRPr="002813C1">
        <w:t>qu</w:t>
      </w:r>
      <w:r>
        <w:t>’</w:t>
      </w:r>
      <w:r w:rsidR="0024252B" w:rsidRPr="002813C1">
        <w:t>est-ce que je veux</w:t>
      </w:r>
      <w:r>
        <w:t xml:space="preserve"> ? </w:t>
      </w:r>
      <w:r w:rsidR="0024252B" w:rsidRPr="002813C1">
        <w:t xml:space="preserve">Que </w:t>
      </w:r>
      <w:r>
        <w:t>M</w:t>
      </w:r>
      <w:r w:rsidRPr="00B77E03">
        <w:rPr>
          <w:vertAlign w:val="superscript"/>
        </w:rPr>
        <w:t>lle</w:t>
      </w:r>
      <w:r>
        <w:t> </w:t>
      </w:r>
      <w:r w:rsidR="0024252B" w:rsidRPr="002813C1">
        <w:t>Marguerite se voie compromise au point de se croire perdue</w:t>
      </w:r>
      <w:r>
        <w:t xml:space="preserve">. </w:t>
      </w:r>
      <w:r w:rsidR="0024252B" w:rsidRPr="002813C1">
        <w:t>Après huit ou dix jours de secret et les tortures de l</w:t>
      </w:r>
      <w:r>
        <w:t>’</w:t>
      </w:r>
      <w:r w:rsidR="0024252B" w:rsidRPr="002813C1">
        <w:t>instruction</w:t>
      </w:r>
      <w:r>
        <w:t xml:space="preserve">, </w:t>
      </w:r>
      <w:r w:rsidR="0024252B" w:rsidRPr="002813C1">
        <w:t>son énergie sera brisée</w:t>
      </w:r>
      <w:r>
        <w:t xml:space="preserve">. </w:t>
      </w:r>
      <w:r w:rsidR="0024252B" w:rsidRPr="002813C1">
        <w:t>Que pensez-vous qu</w:t>
      </w:r>
      <w:r>
        <w:t>’</w:t>
      </w:r>
      <w:r w:rsidR="0024252B" w:rsidRPr="002813C1">
        <w:t xml:space="preserve">elle réponde alors à un homme qui </w:t>
      </w:r>
      <w:r w:rsidR="0024252B" w:rsidRPr="002813C1">
        <w:lastRenderedPageBreak/>
        <w:t>lui dira</w:t>
      </w:r>
      <w:r>
        <w:t> : « </w:t>
      </w:r>
      <w:r w:rsidR="0024252B" w:rsidRPr="002813C1">
        <w:t>Je vous aime</w:t>
      </w:r>
      <w:r>
        <w:t xml:space="preserve">. </w:t>
      </w:r>
      <w:r w:rsidR="0024252B" w:rsidRPr="002813C1">
        <w:t>Pour vous</w:t>
      </w:r>
      <w:r>
        <w:t xml:space="preserve">, </w:t>
      </w:r>
      <w:r w:rsidR="0024252B" w:rsidRPr="002813C1">
        <w:t>je tenterai l</w:t>
      </w:r>
      <w:r>
        <w:t>’</w:t>
      </w:r>
      <w:r w:rsidR="0024252B" w:rsidRPr="002813C1">
        <w:t>impossible</w:t>
      </w:r>
      <w:r>
        <w:t xml:space="preserve">. </w:t>
      </w:r>
      <w:r w:rsidR="0024252B" w:rsidRPr="002813C1">
        <w:t>Jurez-moi de devenir ma femme si je parviens à faire éclater votre innocence</w:t>
      </w:r>
      <w:r>
        <w:t> ?… »</w:t>
      </w:r>
    </w:p>
    <w:p w14:paraId="72777001" w14:textId="52E50A1B" w:rsidR="00B77E03" w:rsidRDefault="00B77E03" w:rsidP="00B77E03">
      <w:r>
        <w:t>— </w:t>
      </w:r>
      <w:r w:rsidR="0024252B" w:rsidRPr="002813C1">
        <w:t>Je pense qu</w:t>
      </w:r>
      <w:r>
        <w:t>’</w:t>
      </w:r>
      <w:r w:rsidR="0024252B" w:rsidRPr="002813C1">
        <w:t>elle répondra</w:t>
      </w:r>
      <w:r>
        <w:t> : « </w:t>
      </w:r>
      <w:r w:rsidR="0024252B" w:rsidRPr="002813C1">
        <w:t>Sauvez-moi</w:t>
      </w:r>
      <w:r>
        <w:t xml:space="preserve">, </w:t>
      </w:r>
      <w:r w:rsidR="0024252B" w:rsidRPr="002813C1">
        <w:t>et je vous épouse</w:t>
      </w:r>
      <w:r>
        <w:t> !… »</w:t>
      </w:r>
    </w:p>
    <w:p w14:paraId="6233C6C6" w14:textId="3297B989" w:rsidR="00B77E03" w:rsidRDefault="00B77E03" w:rsidP="00B77E03">
      <w:r>
        <w:t>M. de </w:t>
      </w:r>
      <w:proofErr w:type="spellStart"/>
      <w:r w:rsidR="0024252B" w:rsidRPr="002813C1">
        <w:t>Valorsay</w:t>
      </w:r>
      <w:proofErr w:type="spellEnd"/>
      <w:r w:rsidR="0024252B" w:rsidRPr="002813C1">
        <w:t xml:space="preserve"> battit des mains</w:t>
      </w:r>
      <w:r>
        <w:t>.</w:t>
      </w:r>
    </w:p>
    <w:p w14:paraId="59FDBDE8" w14:textId="77777777" w:rsidR="00B77E03" w:rsidRDefault="00B77E03" w:rsidP="00B77E03">
      <w:r>
        <w:t>— </w:t>
      </w:r>
      <w:r w:rsidR="0024252B" w:rsidRPr="002813C1">
        <w:t>Bravo</w:t>
      </w:r>
      <w:r>
        <w:t xml:space="preserve"> !… </w:t>
      </w:r>
      <w:r w:rsidR="0024252B" w:rsidRPr="002813C1">
        <w:t>s</w:t>
      </w:r>
      <w:r>
        <w:t>’</w:t>
      </w:r>
      <w:r w:rsidR="0024252B" w:rsidRPr="002813C1">
        <w:t>écria-t-il</w:t>
      </w:r>
      <w:r>
        <w:t xml:space="preserve">, </w:t>
      </w:r>
      <w:r w:rsidR="0024252B" w:rsidRPr="002813C1">
        <w:t>c</w:t>
      </w:r>
      <w:r>
        <w:t>’</w:t>
      </w:r>
      <w:r w:rsidR="0024252B" w:rsidRPr="002813C1">
        <w:t>est vous qui l</w:t>
      </w:r>
      <w:r>
        <w:t>’</w:t>
      </w:r>
      <w:r w:rsidR="0024252B" w:rsidRPr="002813C1">
        <w:t>avez dit</w:t>
      </w:r>
      <w:r>
        <w:t xml:space="preserve">. </w:t>
      </w:r>
      <w:r w:rsidR="0024252B" w:rsidRPr="002813C1">
        <w:t>Reconnaissez-vous</w:t>
      </w:r>
      <w:r>
        <w:t xml:space="preserve">, </w:t>
      </w:r>
      <w:r w:rsidR="0024252B" w:rsidRPr="002813C1">
        <w:t>maintenant</w:t>
      </w:r>
      <w:r>
        <w:t xml:space="preserve">, </w:t>
      </w:r>
      <w:r w:rsidR="0024252B" w:rsidRPr="002813C1">
        <w:t>que vos noirs pressentiments sont autant de chimères</w:t>
      </w:r>
      <w:r>
        <w:t xml:space="preserve"> !… </w:t>
      </w:r>
      <w:r w:rsidR="0024252B" w:rsidRPr="002813C1">
        <w:t>Oui</w:t>
      </w:r>
      <w:r>
        <w:t xml:space="preserve">, </w:t>
      </w:r>
      <w:r w:rsidR="0024252B" w:rsidRPr="002813C1">
        <w:t>elle jurera</w:t>
      </w:r>
      <w:r>
        <w:t xml:space="preserve">, </w:t>
      </w:r>
      <w:r w:rsidR="0024252B" w:rsidRPr="002813C1">
        <w:t>et je la sais femme à tenir son serment quand elle devrait en mourir de douleur</w:t>
      </w:r>
      <w:r>
        <w:t xml:space="preserve">. </w:t>
      </w:r>
      <w:r w:rsidR="0024252B" w:rsidRPr="002813C1">
        <w:t>Et moi</w:t>
      </w:r>
      <w:r>
        <w:t xml:space="preserve">, </w:t>
      </w:r>
      <w:r w:rsidR="0024252B" w:rsidRPr="002813C1">
        <w:t>le lendemain</w:t>
      </w:r>
      <w:r>
        <w:t xml:space="preserve">, </w:t>
      </w:r>
      <w:r w:rsidR="0024252B" w:rsidRPr="002813C1">
        <w:t>j</w:t>
      </w:r>
      <w:r>
        <w:t>’</w:t>
      </w:r>
      <w:r w:rsidR="0024252B" w:rsidRPr="002813C1">
        <w:t>irai trouver le juge d</w:t>
      </w:r>
      <w:r>
        <w:t>’</w:t>
      </w:r>
      <w:r w:rsidR="0024252B" w:rsidRPr="002813C1">
        <w:t>instruction</w:t>
      </w:r>
      <w:r>
        <w:t xml:space="preserve">, </w:t>
      </w:r>
      <w:r w:rsidR="0024252B" w:rsidRPr="002813C1">
        <w:t>et je lui dirai</w:t>
      </w:r>
      <w:r>
        <w:t> : « </w:t>
      </w:r>
      <w:r w:rsidR="0024252B" w:rsidRPr="002813C1">
        <w:t>Marguerite une voleuse</w:t>
      </w:r>
      <w:r>
        <w:t xml:space="preserve"> !… </w:t>
      </w:r>
      <w:r w:rsidR="0024252B" w:rsidRPr="002813C1">
        <w:t>Ah</w:t>
      </w:r>
      <w:r>
        <w:t xml:space="preserve"> ! </w:t>
      </w:r>
      <w:r w:rsidR="0024252B" w:rsidRPr="002813C1">
        <w:t>monsieur</w:t>
      </w:r>
      <w:r>
        <w:t xml:space="preserve">, </w:t>
      </w:r>
      <w:r w:rsidR="0024252B" w:rsidRPr="002813C1">
        <w:t>quelle épouvantable erreur</w:t>
      </w:r>
      <w:r>
        <w:t xml:space="preserve"> ! </w:t>
      </w:r>
      <w:r w:rsidR="0024252B" w:rsidRPr="002813C1">
        <w:t>Un vol a été commis</w:t>
      </w:r>
      <w:r>
        <w:t xml:space="preserve">, </w:t>
      </w:r>
      <w:r w:rsidR="0024252B" w:rsidRPr="002813C1">
        <w:t>c</w:t>
      </w:r>
      <w:r>
        <w:t>’</w:t>
      </w:r>
      <w:r w:rsidR="0024252B" w:rsidRPr="002813C1">
        <w:t>est vrai</w:t>
      </w:r>
      <w:r>
        <w:t xml:space="preserve">, </w:t>
      </w:r>
      <w:r w:rsidR="0024252B" w:rsidRPr="002813C1">
        <w:t>mais je connais le coupable</w:t>
      </w:r>
      <w:r>
        <w:t xml:space="preserve">, </w:t>
      </w:r>
      <w:r w:rsidR="0024252B" w:rsidRPr="002813C1">
        <w:t>un misérable qui a cru</w:t>
      </w:r>
      <w:r>
        <w:t xml:space="preserve">, </w:t>
      </w:r>
      <w:r w:rsidR="0024252B" w:rsidRPr="002813C1">
        <w:t>en anéantissant une lettre</w:t>
      </w:r>
      <w:r>
        <w:t xml:space="preserve">, </w:t>
      </w:r>
      <w:r w:rsidR="0024252B" w:rsidRPr="002813C1">
        <w:t xml:space="preserve">anéantir toute trace du </w:t>
      </w:r>
      <w:proofErr w:type="spellStart"/>
      <w:r w:rsidR="0024252B" w:rsidRPr="002813C1">
        <w:t>fidéi</w:t>
      </w:r>
      <w:r w:rsidR="003B629B">
        <w:t>-</w:t>
      </w:r>
      <w:r w:rsidR="0024252B" w:rsidRPr="002813C1">
        <w:t>commis</w:t>
      </w:r>
      <w:proofErr w:type="spellEnd"/>
      <w:r w:rsidR="0024252B" w:rsidRPr="002813C1">
        <w:t xml:space="preserve"> qu</w:t>
      </w:r>
      <w:r>
        <w:t>’</w:t>
      </w:r>
      <w:r w:rsidR="0024252B" w:rsidRPr="002813C1">
        <w:t>il avait reçu</w:t>
      </w:r>
      <w:r>
        <w:t xml:space="preserve">… </w:t>
      </w:r>
      <w:r w:rsidR="0024252B" w:rsidRPr="002813C1">
        <w:t xml:space="preserve">Heureusement le comte de </w:t>
      </w:r>
      <w:proofErr w:type="spellStart"/>
      <w:r w:rsidR="0024252B" w:rsidRPr="002813C1">
        <w:t>Chalusse</w:t>
      </w:r>
      <w:proofErr w:type="spellEnd"/>
      <w:r w:rsidR="0024252B" w:rsidRPr="002813C1">
        <w:t xml:space="preserve"> était défiant</w:t>
      </w:r>
      <w:r>
        <w:t xml:space="preserve">, </w:t>
      </w:r>
      <w:r w:rsidR="0024252B" w:rsidRPr="002813C1">
        <w:t>une seconde preuve du dépôt existe</w:t>
      </w:r>
      <w:r>
        <w:t xml:space="preserve">, </w:t>
      </w:r>
      <w:r w:rsidR="0024252B" w:rsidRPr="002813C1">
        <w:t>elle est entre mes mains</w:t>
      </w:r>
      <w:r>
        <w:t>. »</w:t>
      </w:r>
      <w:r w:rsidR="0024252B" w:rsidRPr="002813C1">
        <w:t xml:space="preserve"> Et en effet je montrerai une seconde lettre qui prouve le </w:t>
      </w:r>
      <w:proofErr w:type="spellStart"/>
      <w:r w:rsidR="0024252B" w:rsidRPr="002813C1">
        <w:t>fidéi</w:t>
      </w:r>
      <w:r w:rsidR="003B629B">
        <w:t>-</w:t>
      </w:r>
      <w:r w:rsidR="0024252B" w:rsidRPr="002813C1">
        <w:t>commis</w:t>
      </w:r>
      <w:proofErr w:type="spellEnd"/>
      <w:r>
        <w:t>…</w:t>
      </w:r>
    </w:p>
    <w:p w14:paraId="0D57B925" w14:textId="77777777" w:rsidR="00B77E03" w:rsidRDefault="0024252B" w:rsidP="00B77E03">
      <w:r w:rsidRPr="002813C1">
        <w:t>Nul doute n</w:t>
      </w:r>
      <w:r w:rsidR="00B77E03">
        <w:t>’</w:t>
      </w:r>
      <w:r w:rsidRPr="002813C1">
        <w:t>assombrissait sa joie</w:t>
      </w:r>
      <w:r w:rsidR="00B77E03">
        <w:t xml:space="preserve">, </w:t>
      </w:r>
      <w:r w:rsidRPr="002813C1">
        <w:t>il n</w:t>
      </w:r>
      <w:r w:rsidR="00B77E03">
        <w:t>’</w:t>
      </w:r>
      <w:r w:rsidRPr="002813C1">
        <w:t>apercevait plus d</w:t>
      </w:r>
      <w:r w:rsidR="00B77E03">
        <w:t>’</w:t>
      </w:r>
      <w:r w:rsidRPr="002813C1">
        <w:t>obstacles</w:t>
      </w:r>
      <w:r w:rsidR="00B77E03">
        <w:t xml:space="preserve">, </w:t>
      </w:r>
      <w:r w:rsidRPr="002813C1">
        <w:t>il triomphait</w:t>
      </w:r>
      <w:r w:rsidR="00B77E03">
        <w:t>.</w:t>
      </w:r>
    </w:p>
    <w:p w14:paraId="68ADE4BC" w14:textId="2DDE562A" w:rsidR="00B77E03" w:rsidRDefault="00B77E03" w:rsidP="00B77E03">
      <w:r>
        <w:t>— </w:t>
      </w:r>
      <w:r w:rsidR="0024252B" w:rsidRPr="002813C1">
        <w:t>Et le lendemain du jour où Marguerite sera ma femme</w:t>
      </w:r>
      <w:r>
        <w:t xml:space="preserve">, </w:t>
      </w:r>
      <w:r w:rsidR="0024252B" w:rsidRPr="002813C1">
        <w:t>poursuivit-il</w:t>
      </w:r>
      <w:r>
        <w:t xml:space="preserve">, </w:t>
      </w:r>
      <w:r w:rsidR="0024252B" w:rsidRPr="002813C1">
        <w:t>je retrouverai au fond d</w:t>
      </w:r>
      <w:r>
        <w:t>’</w:t>
      </w:r>
      <w:r w:rsidR="0024252B" w:rsidRPr="002813C1">
        <w:t xml:space="preserve">un tiroir certain acte que </w:t>
      </w:r>
      <w:r>
        <w:t>M. de </w:t>
      </w:r>
      <w:proofErr w:type="spellStart"/>
      <w:r w:rsidR="0024252B" w:rsidRPr="002813C1">
        <w:t>Chalusse</w:t>
      </w:r>
      <w:proofErr w:type="spellEnd"/>
      <w:r w:rsidR="0024252B" w:rsidRPr="002813C1">
        <w:t xml:space="preserve"> m</w:t>
      </w:r>
      <w:r>
        <w:t>’</w:t>
      </w:r>
      <w:r w:rsidR="0024252B" w:rsidRPr="002813C1">
        <w:t>avait remis lorsque j</w:t>
      </w:r>
      <w:r>
        <w:t>’</w:t>
      </w:r>
      <w:r w:rsidR="0024252B" w:rsidRPr="002813C1">
        <w:t>étais sur le point de devenir son gendre</w:t>
      </w:r>
      <w:r>
        <w:t xml:space="preserve">, </w:t>
      </w:r>
      <w:r w:rsidR="0024252B" w:rsidRPr="002813C1">
        <w:t>et par lequel il reconnaît sa fille Marguerite</w:t>
      </w:r>
      <w:r>
        <w:t xml:space="preserve">, </w:t>
      </w:r>
      <w:r w:rsidR="0024252B" w:rsidRPr="002813C1">
        <w:t>et l</w:t>
      </w:r>
      <w:r>
        <w:t>’</w:t>
      </w:r>
      <w:proofErr w:type="spellStart"/>
      <w:r w:rsidR="0024252B" w:rsidRPr="002813C1">
        <w:t>institue</w:t>
      </w:r>
      <w:proofErr w:type="spellEnd"/>
      <w:r w:rsidR="0024252B" w:rsidRPr="002813C1">
        <w:t xml:space="preserve"> sa seule et unique héritière</w:t>
      </w:r>
      <w:r>
        <w:t xml:space="preserve">… </w:t>
      </w:r>
      <w:r w:rsidR="0024252B" w:rsidRPr="002813C1">
        <w:t>Et cet acte est parfaitement en règle et inattaquable</w:t>
      </w:r>
      <w:r>
        <w:t xml:space="preserve">, </w:t>
      </w:r>
      <w:proofErr w:type="spellStart"/>
      <w:r w:rsidR="0024252B" w:rsidRPr="002813C1">
        <w:t>Mauméjan</w:t>
      </w:r>
      <w:proofErr w:type="spellEnd"/>
      <w:r>
        <w:t xml:space="preserve">, </w:t>
      </w:r>
      <w:r w:rsidR="0024252B" w:rsidRPr="002813C1">
        <w:t>qui l</w:t>
      </w:r>
      <w:r>
        <w:t>’</w:t>
      </w:r>
      <w:r w:rsidR="0024252B" w:rsidRPr="002813C1">
        <w:t>a examiné</w:t>
      </w:r>
      <w:r>
        <w:t xml:space="preserve">, </w:t>
      </w:r>
      <w:r w:rsidR="0024252B" w:rsidRPr="002813C1">
        <w:t>me le garantit</w:t>
      </w:r>
      <w:r>
        <w:t xml:space="preserve">. </w:t>
      </w:r>
      <w:r w:rsidR="0024252B" w:rsidRPr="002813C1">
        <w:t>On ne peut pas évaluer à moins de dix millions ce que laisse le comte</w:t>
      </w:r>
      <w:r>
        <w:t xml:space="preserve">… </w:t>
      </w:r>
      <w:r w:rsidR="0024252B" w:rsidRPr="002813C1">
        <w:t>Cinq reviennent à la d</w:t>
      </w:r>
      <w:r>
        <w:t>’</w:t>
      </w:r>
      <w:r w:rsidR="0024252B" w:rsidRPr="002813C1">
        <w:t>Argelès du chef de ses parents dont elle n</w:t>
      </w:r>
      <w:r>
        <w:t>’</w:t>
      </w:r>
      <w:r w:rsidR="0024252B" w:rsidRPr="002813C1">
        <w:t xml:space="preserve">a pas recueilli la </w:t>
      </w:r>
      <w:r w:rsidR="0024252B" w:rsidRPr="002813C1">
        <w:lastRenderedPageBreak/>
        <w:t>succession</w:t>
      </w:r>
      <w:r>
        <w:t xml:space="preserve">, </w:t>
      </w:r>
      <w:r w:rsidR="0024252B" w:rsidRPr="002813C1">
        <w:t>les cinq autres sont à moi</w:t>
      </w:r>
      <w:r>
        <w:t xml:space="preserve"> !… </w:t>
      </w:r>
      <w:r w:rsidR="0024252B" w:rsidRPr="002813C1">
        <w:t>Allons</w:t>
      </w:r>
      <w:r>
        <w:t xml:space="preserve">, </w:t>
      </w:r>
      <w:r w:rsidR="0024252B" w:rsidRPr="002813C1">
        <w:t>avouez que le plan est admirable</w:t>
      </w:r>
      <w:r>
        <w:t> !…</w:t>
      </w:r>
    </w:p>
    <w:p w14:paraId="3EC1B67D" w14:textId="77777777" w:rsidR="00B77E03" w:rsidRDefault="00B77E03" w:rsidP="00B77E03">
      <w:r>
        <w:t>— </w:t>
      </w:r>
      <w:r w:rsidR="0024252B" w:rsidRPr="002813C1">
        <w:t>Admirable</w:t>
      </w:r>
      <w:r>
        <w:t xml:space="preserve">, </w:t>
      </w:r>
      <w:r w:rsidR="0024252B" w:rsidRPr="002813C1">
        <w:t>soit</w:t>
      </w:r>
      <w:r>
        <w:t xml:space="preserve">, </w:t>
      </w:r>
      <w:r w:rsidR="0024252B" w:rsidRPr="002813C1">
        <w:t>mais terriblement compliqué</w:t>
      </w:r>
      <w:r>
        <w:t xml:space="preserve">… </w:t>
      </w:r>
      <w:r w:rsidR="0024252B" w:rsidRPr="002813C1">
        <w:t>Quand il y a tant de rouages à une machine</w:t>
      </w:r>
      <w:r>
        <w:t xml:space="preserve">, </w:t>
      </w:r>
      <w:r w:rsidR="0024252B" w:rsidRPr="002813C1">
        <w:t>toujours il s</w:t>
      </w:r>
      <w:r>
        <w:t>’</w:t>
      </w:r>
      <w:r w:rsidR="0024252B" w:rsidRPr="002813C1">
        <w:t>en trouve un qui se détraque</w:t>
      </w:r>
      <w:r>
        <w:t>…</w:t>
      </w:r>
    </w:p>
    <w:p w14:paraId="39C468AE" w14:textId="77777777" w:rsidR="00B77E03" w:rsidRDefault="00B77E03" w:rsidP="00B77E03">
      <w:r>
        <w:t>— </w:t>
      </w:r>
      <w:proofErr w:type="spellStart"/>
      <w:r w:rsidR="0024252B" w:rsidRPr="002813C1">
        <w:t>Bast</w:t>
      </w:r>
      <w:proofErr w:type="spellEnd"/>
      <w:r>
        <w:t> !…</w:t>
      </w:r>
    </w:p>
    <w:p w14:paraId="33364735" w14:textId="08FC70C6" w:rsidR="00B77E03" w:rsidRDefault="00B77E03" w:rsidP="00B77E03">
      <w:r>
        <w:t>— </w:t>
      </w:r>
      <w:r w:rsidR="0024252B" w:rsidRPr="002813C1">
        <w:t>D</w:t>
      </w:r>
      <w:r>
        <w:t>’</w:t>
      </w:r>
      <w:r w:rsidR="0024252B" w:rsidRPr="002813C1">
        <w:t>autre part</w:t>
      </w:r>
      <w:r>
        <w:t xml:space="preserve">, </w:t>
      </w:r>
      <w:r w:rsidR="0024252B" w:rsidRPr="002813C1">
        <w:t>il vous faut je ne sais combien de complices</w:t>
      </w:r>
      <w:r>
        <w:t xml:space="preserve">… </w:t>
      </w:r>
      <w:proofErr w:type="spellStart"/>
      <w:r w:rsidR="0024252B" w:rsidRPr="002813C1">
        <w:t>Mauméjan</w:t>
      </w:r>
      <w:proofErr w:type="spellEnd"/>
      <w:r>
        <w:t xml:space="preserve">, </w:t>
      </w:r>
      <w:r w:rsidR="0024252B" w:rsidRPr="002813C1">
        <w:t>le docteur</w:t>
      </w:r>
      <w:r>
        <w:t>, M</w:t>
      </w:r>
      <w:r w:rsidRPr="00B77E03">
        <w:rPr>
          <w:vertAlign w:val="superscript"/>
        </w:rPr>
        <w:t>me</w:t>
      </w:r>
      <w:r>
        <w:t> </w:t>
      </w:r>
      <w:r w:rsidR="0024252B" w:rsidRPr="002813C1">
        <w:t>Léon</w:t>
      </w:r>
      <w:r>
        <w:t xml:space="preserve">, </w:t>
      </w:r>
      <w:proofErr w:type="spellStart"/>
      <w:r w:rsidR="0024252B" w:rsidRPr="002813C1">
        <w:t>Vantrasson</w:t>
      </w:r>
      <w:proofErr w:type="spellEnd"/>
      <w:r>
        <w:t xml:space="preserve">… </w:t>
      </w:r>
      <w:r w:rsidR="0024252B" w:rsidRPr="002813C1">
        <w:t>je ne parle pas de moi</w:t>
      </w:r>
      <w:r>
        <w:t xml:space="preserve">. </w:t>
      </w:r>
      <w:r w:rsidR="0024252B" w:rsidRPr="002813C1">
        <w:t>Tous ces gens-là manœuvreront-ils avec la précision voulue</w:t>
      </w:r>
      <w:r>
        <w:t> ?…</w:t>
      </w:r>
    </w:p>
    <w:p w14:paraId="45DD8A04" w14:textId="77777777" w:rsidR="00B77E03" w:rsidRDefault="00B77E03" w:rsidP="00B77E03">
      <w:r>
        <w:t>— </w:t>
      </w:r>
      <w:r w:rsidR="0024252B" w:rsidRPr="002813C1">
        <w:t>Tous sont aussi intéressés que moi au succès</w:t>
      </w:r>
      <w:r>
        <w:t>…</w:t>
      </w:r>
    </w:p>
    <w:p w14:paraId="4D677559" w14:textId="77777777" w:rsidR="00B77E03" w:rsidRDefault="00B77E03" w:rsidP="00B77E03">
      <w:r>
        <w:t>— </w:t>
      </w:r>
      <w:r w:rsidR="0024252B" w:rsidRPr="002813C1">
        <w:t>Puis</w:t>
      </w:r>
      <w:r>
        <w:t xml:space="preserve">, </w:t>
      </w:r>
      <w:r w:rsidR="0024252B" w:rsidRPr="002813C1">
        <w:t>nous avons des ennemis</w:t>
      </w:r>
      <w:r>
        <w:t xml:space="preserve">… </w:t>
      </w:r>
      <w:r w:rsidR="0024252B" w:rsidRPr="002813C1">
        <w:t>La d</w:t>
      </w:r>
      <w:r>
        <w:t>’</w:t>
      </w:r>
      <w:r w:rsidR="0024252B" w:rsidRPr="002813C1">
        <w:t>Argelès</w:t>
      </w:r>
      <w:r>
        <w:t xml:space="preserve">, </w:t>
      </w:r>
      <w:r w:rsidR="0024252B" w:rsidRPr="002813C1">
        <w:t>Fortunat</w:t>
      </w:r>
      <w:r>
        <w:t>…</w:t>
      </w:r>
    </w:p>
    <w:p w14:paraId="4C32958C" w14:textId="77777777" w:rsidR="00B77E03" w:rsidRDefault="00B77E03" w:rsidP="00B77E03">
      <w:r>
        <w:t>— </w:t>
      </w:r>
      <w:r w:rsidR="0024252B" w:rsidRPr="002813C1">
        <w:t>La d</w:t>
      </w:r>
      <w:r>
        <w:t>’</w:t>
      </w:r>
      <w:r w:rsidR="0024252B" w:rsidRPr="002813C1">
        <w:t>Argelès va disparaître</w:t>
      </w:r>
      <w:r>
        <w:t xml:space="preserve">. </w:t>
      </w:r>
      <w:r w:rsidR="0024252B" w:rsidRPr="002813C1">
        <w:t>Si Fortunat bouge</w:t>
      </w:r>
      <w:r>
        <w:t xml:space="preserve">, </w:t>
      </w:r>
      <w:r w:rsidR="0024252B" w:rsidRPr="002813C1">
        <w:t>je le paye</w:t>
      </w:r>
      <w:r>
        <w:t xml:space="preserve">, </w:t>
      </w:r>
      <w:proofErr w:type="spellStart"/>
      <w:r w:rsidR="0024252B" w:rsidRPr="002813C1">
        <w:t>Mauméjan</w:t>
      </w:r>
      <w:proofErr w:type="spellEnd"/>
      <w:r w:rsidR="0024252B" w:rsidRPr="002813C1">
        <w:t xml:space="preserve"> m</w:t>
      </w:r>
      <w:r>
        <w:t>’</w:t>
      </w:r>
      <w:r w:rsidR="0024252B" w:rsidRPr="002813C1">
        <w:t>a promis de l</w:t>
      </w:r>
      <w:r>
        <w:t>’</w:t>
      </w:r>
      <w:r w:rsidR="0024252B" w:rsidRPr="002813C1">
        <w:t>argent</w:t>
      </w:r>
      <w:r>
        <w:t>.</w:t>
      </w:r>
    </w:p>
    <w:p w14:paraId="5570455E" w14:textId="1A8D0A87" w:rsidR="00B77E03" w:rsidRDefault="0024252B" w:rsidP="00B77E03">
      <w:r w:rsidRPr="002813C1">
        <w:t xml:space="preserve">Mais </w:t>
      </w:r>
      <w:r w:rsidR="00B77E03">
        <w:t>M. de </w:t>
      </w:r>
      <w:proofErr w:type="spellStart"/>
      <w:r w:rsidRPr="002813C1">
        <w:t>Coralth</w:t>
      </w:r>
      <w:proofErr w:type="spellEnd"/>
      <w:r w:rsidRPr="002813C1">
        <w:t xml:space="preserve"> avait gardé pour la fin son argument le plus fort</w:t>
      </w:r>
      <w:r w:rsidR="00B77E03">
        <w:t>.</w:t>
      </w:r>
    </w:p>
    <w:p w14:paraId="675032C9" w14:textId="77777777" w:rsidR="00B77E03" w:rsidRDefault="00B77E03" w:rsidP="00B77E03">
      <w:r>
        <w:t>— </w:t>
      </w:r>
      <w:r w:rsidR="0024252B" w:rsidRPr="002813C1">
        <w:t xml:space="preserve">Et Pascal </w:t>
      </w:r>
      <w:proofErr w:type="spellStart"/>
      <w:r w:rsidR="0024252B" w:rsidRPr="002813C1">
        <w:t>Férailleur</w:t>
      </w:r>
      <w:proofErr w:type="spellEnd"/>
      <w:r>
        <w:t xml:space="preserve"> ?… </w:t>
      </w:r>
      <w:r w:rsidR="0024252B" w:rsidRPr="002813C1">
        <w:t>fit-il</w:t>
      </w:r>
      <w:r>
        <w:t xml:space="preserve">. </w:t>
      </w:r>
      <w:r w:rsidR="0024252B" w:rsidRPr="002813C1">
        <w:t>Vous l</w:t>
      </w:r>
      <w:r>
        <w:t>’</w:t>
      </w:r>
      <w:r w:rsidR="0024252B" w:rsidRPr="002813C1">
        <w:t>oubliez</w:t>
      </w:r>
      <w:r>
        <w:t>…</w:t>
      </w:r>
    </w:p>
    <w:p w14:paraId="7F693653" w14:textId="77777777" w:rsidR="00B77E03" w:rsidRDefault="0024252B" w:rsidP="00B77E03">
      <w:r w:rsidRPr="002813C1">
        <w:t>Non</w:t>
      </w:r>
      <w:r w:rsidR="00B77E03">
        <w:t xml:space="preserve">, </w:t>
      </w:r>
      <w:r w:rsidRPr="002813C1">
        <w:t xml:space="preserve">le marquis de </w:t>
      </w:r>
      <w:proofErr w:type="spellStart"/>
      <w:r w:rsidRPr="002813C1">
        <w:t>Valorsay</w:t>
      </w:r>
      <w:proofErr w:type="spellEnd"/>
      <w:r w:rsidRPr="002813C1">
        <w:t xml:space="preserve"> ne l</w:t>
      </w:r>
      <w:r w:rsidR="00B77E03">
        <w:t>’</w:t>
      </w:r>
      <w:r w:rsidRPr="002813C1">
        <w:t>oubliait pas</w:t>
      </w:r>
      <w:r w:rsidR="00B77E03">
        <w:t xml:space="preserve">… </w:t>
      </w:r>
      <w:r w:rsidRPr="002813C1">
        <w:t>On n</w:t>
      </w:r>
      <w:r w:rsidR="00B77E03">
        <w:t>’</w:t>
      </w:r>
      <w:r w:rsidRPr="002813C1">
        <w:t>oublie pas l</w:t>
      </w:r>
      <w:r w:rsidR="00B77E03">
        <w:t>’</w:t>
      </w:r>
      <w:r w:rsidRPr="002813C1">
        <w:t>homme dont on a brisé la vie en le déshonorant lâchement</w:t>
      </w:r>
      <w:r w:rsidR="00B77E03">
        <w:t xml:space="preserve">… </w:t>
      </w:r>
      <w:r w:rsidRPr="002813C1">
        <w:t>Mais c</w:t>
      </w:r>
      <w:r w:rsidR="00B77E03">
        <w:t>’</w:t>
      </w:r>
      <w:r w:rsidRPr="002813C1">
        <w:t>est d</w:t>
      </w:r>
      <w:r w:rsidR="00B77E03">
        <w:t>’</w:t>
      </w:r>
      <w:r w:rsidRPr="002813C1">
        <w:t>un ton d</w:t>
      </w:r>
      <w:r w:rsidR="00B77E03">
        <w:t>’</w:t>
      </w:r>
      <w:r w:rsidRPr="002813C1">
        <w:t>insouciance bien éloignée de son esprit qu</w:t>
      </w:r>
      <w:r w:rsidR="00B77E03">
        <w:t>’</w:t>
      </w:r>
      <w:r w:rsidRPr="002813C1">
        <w:t>il répondit</w:t>
      </w:r>
      <w:r w:rsidR="00B77E03">
        <w:t> :</w:t>
      </w:r>
    </w:p>
    <w:p w14:paraId="3CB070F1" w14:textId="77777777" w:rsidR="00B77E03" w:rsidRDefault="00B77E03" w:rsidP="00B77E03">
      <w:r>
        <w:t>— </w:t>
      </w:r>
      <w:r w:rsidR="0024252B" w:rsidRPr="002813C1">
        <w:t>Le pauvre diable</w:t>
      </w:r>
      <w:r>
        <w:t xml:space="preserve">, </w:t>
      </w:r>
      <w:r w:rsidR="0024252B" w:rsidRPr="002813C1">
        <w:t>à cette heure</w:t>
      </w:r>
      <w:r>
        <w:t xml:space="preserve">, </w:t>
      </w:r>
      <w:r w:rsidR="0024252B" w:rsidRPr="002813C1">
        <w:t>doit être en route pour l</w:t>
      </w:r>
      <w:r>
        <w:t>’</w:t>
      </w:r>
      <w:r w:rsidR="0024252B" w:rsidRPr="002813C1">
        <w:t>Amérique</w:t>
      </w:r>
      <w:r>
        <w:t>.</w:t>
      </w:r>
    </w:p>
    <w:p w14:paraId="37F8C4D3" w14:textId="77777777" w:rsidR="00B77E03" w:rsidRDefault="0024252B" w:rsidP="00B77E03">
      <w:r w:rsidRPr="002813C1">
        <w:t>Le vicomte tristement hocha la tête</w:t>
      </w:r>
      <w:r w:rsidR="00B77E03">
        <w:t>.</w:t>
      </w:r>
    </w:p>
    <w:p w14:paraId="6B622C57" w14:textId="77777777" w:rsidR="00B77E03" w:rsidRDefault="00B77E03" w:rsidP="00B77E03">
      <w:r>
        <w:lastRenderedPageBreak/>
        <w:t>— </w:t>
      </w:r>
      <w:r w:rsidR="0024252B" w:rsidRPr="002813C1">
        <w:t>Voilà ce que je cherche en vain à me persuader</w:t>
      </w:r>
      <w:r>
        <w:t xml:space="preserve">, </w:t>
      </w:r>
      <w:r w:rsidR="0024252B" w:rsidRPr="002813C1">
        <w:t>fit-il</w:t>
      </w:r>
      <w:r>
        <w:t xml:space="preserve">. </w:t>
      </w:r>
      <w:r w:rsidR="0024252B" w:rsidRPr="002813C1">
        <w:t>Savez-vous que Pascal a été chassé du Palais et rayé du tableau des avocats</w:t>
      </w:r>
      <w:r>
        <w:t xml:space="preserve"> ?… </w:t>
      </w:r>
      <w:r w:rsidR="0024252B" w:rsidRPr="002813C1">
        <w:t>S</w:t>
      </w:r>
      <w:r>
        <w:t>’</w:t>
      </w:r>
      <w:r w:rsidR="0024252B" w:rsidRPr="002813C1">
        <w:t>il ne s</w:t>
      </w:r>
      <w:r>
        <w:t>’</w:t>
      </w:r>
      <w:r w:rsidR="0024252B" w:rsidRPr="002813C1">
        <w:t>est pas brûlé la cervelle ce jour-là</w:t>
      </w:r>
      <w:r>
        <w:t xml:space="preserve">, </w:t>
      </w:r>
      <w:r w:rsidR="0024252B" w:rsidRPr="002813C1">
        <w:t>marquis</w:t>
      </w:r>
      <w:r>
        <w:t xml:space="preserve">, </w:t>
      </w:r>
      <w:r w:rsidR="0024252B" w:rsidRPr="002813C1">
        <w:t>c</w:t>
      </w:r>
      <w:r>
        <w:t>’</w:t>
      </w:r>
      <w:r w:rsidR="0024252B" w:rsidRPr="002813C1">
        <w:t>est qu</w:t>
      </w:r>
      <w:r>
        <w:t>’</w:t>
      </w:r>
      <w:r w:rsidR="0024252B" w:rsidRPr="002813C1">
        <w:t>il lui restait un espoir de réhabilitation</w:t>
      </w:r>
      <w:r>
        <w:t xml:space="preserve">… </w:t>
      </w:r>
      <w:r w:rsidR="0024252B" w:rsidRPr="002813C1">
        <w:t>Ah</w:t>
      </w:r>
      <w:r>
        <w:t xml:space="preserve"> ! </w:t>
      </w:r>
      <w:r w:rsidR="0024252B" w:rsidRPr="002813C1">
        <w:t>si vous le connaissiez comme moi</w:t>
      </w:r>
      <w:r>
        <w:t xml:space="preserve">, </w:t>
      </w:r>
      <w:r w:rsidR="0024252B" w:rsidRPr="002813C1">
        <w:t>vous ne seriez pas si tranquille</w:t>
      </w:r>
      <w:r>
        <w:t> !…</w:t>
      </w:r>
    </w:p>
    <w:p w14:paraId="6C238F00" w14:textId="77777777" w:rsidR="00B77E03" w:rsidRDefault="0024252B" w:rsidP="00B77E03">
      <w:r w:rsidRPr="002813C1">
        <w:t>Le bruit de la porte</w:t>
      </w:r>
      <w:r w:rsidR="00B77E03">
        <w:t xml:space="preserve">, </w:t>
      </w:r>
      <w:r w:rsidRPr="002813C1">
        <w:t>s</w:t>
      </w:r>
      <w:r w:rsidR="00B77E03">
        <w:t>’</w:t>
      </w:r>
      <w:r w:rsidRPr="002813C1">
        <w:t>ouvrant brusquement</w:t>
      </w:r>
      <w:r w:rsidR="00B77E03">
        <w:t xml:space="preserve">, </w:t>
      </w:r>
      <w:r w:rsidRPr="002813C1">
        <w:t>lui coupa la parole</w:t>
      </w:r>
      <w:r w:rsidR="00B77E03">
        <w:t>.</w:t>
      </w:r>
    </w:p>
    <w:p w14:paraId="340FDD4D" w14:textId="09FD8B11" w:rsidR="00B77E03" w:rsidRDefault="0024252B" w:rsidP="00B77E03">
      <w:r w:rsidRPr="002813C1">
        <w:t>Déjà le marquis fronçait le sourcil</w:t>
      </w:r>
      <w:r w:rsidR="00B77E03">
        <w:t xml:space="preserve"> ; </w:t>
      </w:r>
      <w:r w:rsidRPr="002813C1">
        <w:t>l</w:t>
      </w:r>
      <w:r w:rsidR="00B77E03">
        <w:t>’</w:t>
      </w:r>
      <w:r w:rsidRPr="002813C1">
        <w:t>inquiétude remplaça la colère</w:t>
      </w:r>
      <w:r w:rsidR="00B77E03">
        <w:t xml:space="preserve">, </w:t>
      </w:r>
      <w:r w:rsidRPr="002813C1">
        <w:t xml:space="preserve">quand il vit apparaître </w:t>
      </w:r>
      <w:r w:rsidR="00B77E03">
        <w:t>M</w:t>
      </w:r>
      <w:r w:rsidR="00B77E03" w:rsidRPr="00B77E03">
        <w:rPr>
          <w:vertAlign w:val="superscript"/>
        </w:rPr>
        <w:t>me</w:t>
      </w:r>
      <w:r w:rsidR="00B77E03">
        <w:t> </w:t>
      </w:r>
      <w:r w:rsidRPr="002813C1">
        <w:t>Léon</w:t>
      </w:r>
      <w:r w:rsidR="00B77E03">
        <w:t xml:space="preserve">, </w:t>
      </w:r>
      <w:r w:rsidRPr="002813C1">
        <w:t>rouge et tout essoufflée</w:t>
      </w:r>
      <w:r w:rsidR="00B77E03">
        <w:t>.</w:t>
      </w:r>
    </w:p>
    <w:p w14:paraId="07B14345" w14:textId="77777777" w:rsidR="00B77E03" w:rsidRDefault="00B77E03" w:rsidP="00B77E03">
      <w:r>
        <w:t>— </w:t>
      </w:r>
      <w:r w:rsidR="0024252B" w:rsidRPr="002813C1">
        <w:t>Et pas un fiacre</w:t>
      </w:r>
      <w:r>
        <w:t xml:space="preserve"> !… </w:t>
      </w:r>
      <w:r w:rsidR="0024252B" w:rsidRPr="002813C1">
        <w:t>gémissait-elle</w:t>
      </w:r>
      <w:r>
        <w:t xml:space="preserve">. </w:t>
      </w:r>
      <w:r w:rsidR="0024252B" w:rsidRPr="002813C1">
        <w:t>C</w:t>
      </w:r>
      <w:r>
        <w:t>’</w:t>
      </w:r>
      <w:r w:rsidR="0024252B" w:rsidRPr="002813C1">
        <w:t>est comme un sort</w:t>
      </w:r>
      <w:r>
        <w:t xml:space="preserve"> !… </w:t>
      </w:r>
      <w:r w:rsidR="0024252B" w:rsidRPr="002813C1">
        <w:t>Je suis venue à pied</w:t>
      </w:r>
      <w:r>
        <w:t xml:space="preserve">, </w:t>
      </w:r>
      <w:r w:rsidR="0024252B" w:rsidRPr="002813C1">
        <w:t>et j</w:t>
      </w:r>
      <w:r>
        <w:t>’</w:t>
      </w:r>
      <w:r w:rsidR="0024252B" w:rsidRPr="002813C1">
        <w:t>ai couru tout le long de la route</w:t>
      </w:r>
      <w:r>
        <w:t xml:space="preserve">… </w:t>
      </w:r>
      <w:r w:rsidR="0024252B" w:rsidRPr="002813C1">
        <w:t>Aussi</w:t>
      </w:r>
      <w:r>
        <w:t xml:space="preserve">, </w:t>
      </w:r>
      <w:r w:rsidR="0024252B" w:rsidRPr="002813C1">
        <w:t>je suis crevée</w:t>
      </w:r>
      <w:r>
        <w:t>…</w:t>
      </w:r>
    </w:p>
    <w:p w14:paraId="430E49C4" w14:textId="77777777" w:rsidR="00B77E03" w:rsidRDefault="0024252B" w:rsidP="00B77E03">
      <w:r w:rsidRPr="002813C1">
        <w:t>Sur quoi</w:t>
      </w:r>
      <w:r w:rsidR="00B77E03">
        <w:t xml:space="preserve">, </w:t>
      </w:r>
      <w:r w:rsidRPr="002813C1">
        <w:t>elle se laissa tomber sur un fauteuil</w:t>
      </w:r>
      <w:r w:rsidR="00B77E03">
        <w:t>.</w:t>
      </w:r>
    </w:p>
    <w:p w14:paraId="63E6C0F9" w14:textId="4B922D12" w:rsidR="00B77E03" w:rsidRDefault="00B77E03" w:rsidP="00B77E03">
      <w:r>
        <w:t>M. de </w:t>
      </w:r>
      <w:proofErr w:type="spellStart"/>
      <w:r w:rsidR="0024252B" w:rsidRPr="002813C1">
        <w:t>Valorsay</w:t>
      </w:r>
      <w:proofErr w:type="spellEnd"/>
      <w:r w:rsidR="0024252B" w:rsidRPr="002813C1">
        <w:t xml:space="preserve"> était devenu fort pâle</w:t>
      </w:r>
      <w:r>
        <w:t>.</w:t>
      </w:r>
    </w:p>
    <w:p w14:paraId="7C490275" w14:textId="77777777" w:rsidR="00B77E03" w:rsidRDefault="00B77E03" w:rsidP="00B77E03">
      <w:r>
        <w:t>— </w:t>
      </w:r>
      <w:r w:rsidR="0024252B" w:rsidRPr="002813C1">
        <w:t>Ah</w:t>
      </w:r>
      <w:r>
        <w:t xml:space="preserve"> ! </w:t>
      </w:r>
      <w:r w:rsidR="0024252B" w:rsidRPr="002813C1">
        <w:t>remettez vos simagrées à un autre jour</w:t>
      </w:r>
      <w:r>
        <w:t xml:space="preserve">, </w:t>
      </w:r>
      <w:r w:rsidR="0024252B" w:rsidRPr="002813C1">
        <w:t>dit-il brutalement</w:t>
      </w:r>
      <w:r>
        <w:t xml:space="preserve">. </w:t>
      </w:r>
      <w:r w:rsidR="0024252B" w:rsidRPr="002813C1">
        <w:t>Qu</w:t>
      </w:r>
      <w:r>
        <w:t>’</w:t>
      </w:r>
      <w:r w:rsidR="0024252B" w:rsidRPr="002813C1">
        <w:t>y a-t-il</w:t>
      </w:r>
      <w:r>
        <w:t xml:space="preserve"> ? </w:t>
      </w:r>
      <w:r w:rsidR="0024252B" w:rsidRPr="002813C1">
        <w:t>Parlez</w:t>
      </w:r>
      <w:r>
        <w:t>.</w:t>
      </w:r>
    </w:p>
    <w:p w14:paraId="75789FE0" w14:textId="77777777" w:rsidR="00B77E03" w:rsidRDefault="0024252B" w:rsidP="00B77E03">
      <w:r w:rsidRPr="002813C1">
        <w:t>La digne femme de charge leva les bras au ciel</w:t>
      </w:r>
      <w:r w:rsidR="00B77E03">
        <w:t xml:space="preserve">, </w:t>
      </w:r>
      <w:r w:rsidRPr="002813C1">
        <w:t>et d</w:t>
      </w:r>
      <w:r w:rsidR="00B77E03">
        <w:t>’</w:t>
      </w:r>
      <w:r w:rsidRPr="002813C1">
        <w:t>un accent plaintif</w:t>
      </w:r>
      <w:r w:rsidR="00B77E03">
        <w:t> :</w:t>
      </w:r>
    </w:p>
    <w:p w14:paraId="02062EA5" w14:textId="1DD9A417" w:rsidR="00B77E03" w:rsidRDefault="00B77E03" w:rsidP="00B77E03">
      <w:r>
        <w:t>— </w:t>
      </w:r>
      <w:r w:rsidR="0024252B" w:rsidRPr="002813C1">
        <w:t>Des tas d</w:t>
      </w:r>
      <w:r>
        <w:t>’</w:t>
      </w:r>
      <w:r w:rsidR="0024252B" w:rsidRPr="002813C1">
        <w:t>histoires</w:t>
      </w:r>
      <w:r>
        <w:t xml:space="preserve"> !… </w:t>
      </w:r>
      <w:r w:rsidR="0024252B" w:rsidRPr="002813C1">
        <w:t>gémit-elle</w:t>
      </w:r>
      <w:r>
        <w:t xml:space="preserve">. </w:t>
      </w:r>
      <w:r w:rsidR="0024252B" w:rsidRPr="002813C1">
        <w:t>D</w:t>
      </w:r>
      <w:r>
        <w:t>’</w:t>
      </w:r>
      <w:r w:rsidR="0024252B" w:rsidRPr="002813C1">
        <w:t>abord</w:t>
      </w:r>
      <w:r>
        <w:t>, M</w:t>
      </w:r>
      <w:r w:rsidRPr="00B77E03">
        <w:rPr>
          <w:vertAlign w:val="superscript"/>
        </w:rPr>
        <w:t>lle</w:t>
      </w:r>
      <w:r>
        <w:t> </w:t>
      </w:r>
      <w:r w:rsidR="0024252B" w:rsidRPr="002813C1">
        <w:t>Marguerite a écrit deux lettres</w:t>
      </w:r>
      <w:r>
        <w:t xml:space="preserve">… </w:t>
      </w:r>
      <w:r w:rsidR="0024252B" w:rsidRPr="002813C1">
        <w:t>À qui</w:t>
      </w:r>
      <w:r>
        <w:t xml:space="preserve"> ? </w:t>
      </w:r>
      <w:r w:rsidR="0024252B" w:rsidRPr="002813C1">
        <w:t>impossible de le savoir</w:t>
      </w:r>
      <w:r>
        <w:t xml:space="preserve">. </w:t>
      </w:r>
      <w:r w:rsidR="0024252B" w:rsidRPr="002813C1">
        <w:t>Secondement</w:t>
      </w:r>
      <w:r>
        <w:t xml:space="preserve">, </w:t>
      </w:r>
      <w:r w:rsidR="0024252B" w:rsidRPr="002813C1">
        <w:t>elle est restée hier plus d</w:t>
      </w:r>
      <w:r>
        <w:t>’</w:t>
      </w:r>
      <w:r w:rsidR="0024252B" w:rsidRPr="002813C1">
        <w:t>une heure dans le salon</w:t>
      </w:r>
      <w:r>
        <w:t xml:space="preserve">, </w:t>
      </w:r>
      <w:r w:rsidR="0024252B" w:rsidRPr="002813C1">
        <w:t xml:space="preserve">avec le fils du </w:t>
      </w:r>
      <w:r>
        <w:t>« </w:t>
      </w:r>
      <w:r w:rsidR="0024252B" w:rsidRPr="002813C1">
        <w:t>général</w:t>
      </w:r>
      <w:r>
        <w:t>, »</w:t>
      </w:r>
      <w:r w:rsidR="0024252B" w:rsidRPr="002813C1">
        <w:t xml:space="preserve"> le lieutenant Gustave</w:t>
      </w:r>
      <w:r>
        <w:t xml:space="preserve">, </w:t>
      </w:r>
      <w:r w:rsidR="0024252B" w:rsidRPr="002813C1">
        <w:t>et en se quittant</w:t>
      </w:r>
      <w:r>
        <w:t xml:space="preserve">, </w:t>
      </w:r>
      <w:r w:rsidR="0024252B" w:rsidRPr="002813C1">
        <w:t>ils se sont donné une poignée de main</w:t>
      </w:r>
      <w:r>
        <w:t xml:space="preserve">, </w:t>
      </w:r>
      <w:r w:rsidR="0024252B" w:rsidRPr="002813C1">
        <w:t>comme une paire d</w:t>
      </w:r>
      <w:r>
        <w:t>’</w:t>
      </w:r>
      <w:r w:rsidR="0024252B" w:rsidRPr="002813C1">
        <w:t>amis</w:t>
      </w:r>
      <w:r>
        <w:t xml:space="preserve">, </w:t>
      </w:r>
      <w:r w:rsidR="0024252B" w:rsidRPr="002813C1">
        <w:t>en disant</w:t>
      </w:r>
      <w:r>
        <w:t> : « </w:t>
      </w:r>
      <w:r w:rsidR="0024252B" w:rsidRPr="002813C1">
        <w:t>C</w:t>
      </w:r>
      <w:r>
        <w:t>’</w:t>
      </w:r>
      <w:r w:rsidR="0024252B" w:rsidRPr="002813C1">
        <w:t>est convenu</w:t>
      </w:r>
      <w:r>
        <w:t>. »</w:t>
      </w:r>
    </w:p>
    <w:p w14:paraId="4FEA953B" w14:textId="77777777" w:rsidR="00B77E03" w:rsidRDefault="00B77E03" w:rsidP="00B77E03">
      <w:r>
        <w:t>— </w:t>
      </w:r>
      <w:r w:rsidR="0024252B" w:rsidRPr="002813C1">
        <w:t>Si ce n</w:t>
      </w:r>
      <w:r>
        <w:t>’</w:t>
      </w:r>
      <w:r w:rsidR="0024252B" w:rsidRPr="002813C1">
        <w:t>est que cela</w:t>
      </w:r>
      <w:r>
        <w:t> !</w:t>
      </w:r>
    </w:p>
    <w:p w14:paraId="46E41CC7" w14:textId="2959EC8F" w:rsidR="00B77E03" w:rsidRDefault="00B77E03" w:rsidP="00B77E03">
      <w:r>
        <w:lastRenderedPageBreak/>
        <w:t>— </w:t>
      </w:r>
      <w:r w:rsidR="0024252B" w:rsidRPr="002813C1">
        <w:t>Minute</w:t>
      </w:r>
      <w:r>
        <w:t xml:space="preserve">, </w:t>
      </w:r>
      <w:r w:rsidR="0024252B" w:rsidRPr="002813C1">
        <w:t>vous allez voir</w:t>
      </w:r>
      <w:r>
        <w:t xml:space="preserve">… </w:t>
      </w:r>
      <w:r w:rsidR="0024252B" w:rsidRPr="002813C1">
        <w:t>Ce matin</w:t>
      </w:r>
      <w:r>
        <w:t xml:space="preserve">, </w:t>
      </w:r>
      <w:r w:rsidR="0024252B" w:rsidRPr="002813C1">
        <w:t xml:space="preserve">Mademoiselle est allée avec </w:t>
      </w:r>
      <w:r>
        <w:t>M</w:t>
      </w:r>
      <w:r w:rsidRPr="00B77E03">
        <w:rPr>
          <w:vertAlign w:val="superscript"/>
        </w:rPr>
        <w:t>me</w:t>
      </w:r>
      <w:r>
        <w:t> de </w:t>
      </w:r>
      <w:proofErr w:type="spellStart"/>
      <w:r w:rsidR="0024252B" w:rsidRPr="002813C1">
        <w:t>Fondège</w:t>
      </w:r>
      <w:proofErr w:type="spellEnd"/>
      <w:r w:rsidR="0024252B" w:rsidRPr="002813C1">
        <w:t xml:space="preserve"> chez la baronne </w:t>
      </w:r>
      <w:proofErr w:type="spellStart"/>
      <w:r w:rsidR="0024252B" w:rsidRPr="002813C1">
        <w:t>Trigault</w:t>
      </w:r>
      <w:proofErr w:type="spellEnd"/>
      <w:r>
        <w:t xml:space="preserve">. </w:t>
      </w:r>
      <w:r w:rsidR="0024252B" w:rsidRPr="002813C1">
        <w:t>Que s</w:t>
      </w:r>
      <w:r>
        <w:t>’</w:t>
      </w:r>
      <w:r w:rsidR="0024252B" w:rsidRPr="002813C1">
        <w:t>est-il passé</w:t>
      </w:r>
      <w:r>
        <w:t xml:space="preserve"> ? </w:t>
      </w:r>
      <w:r w:rsidR="0024252B" w:rsidRPr="002813C1">
        <w:t>Il faut que ce soit terrible</w:t>
      </w:r>
      <w:r>
        <w:t xml:space="preserve">, </w:t>
      </w:r>
      <w:r w:rsidR="0024252B" w:rsidRPr="002813C1">
        <w:t>car on a ramené Mademoiselle comme morte</w:t>
      </w:r>
      <w:r>
        <w:t xml:space="preserve">, </w:t>
      </w:r>
      <w:r w:rsidR="0024252B" w:rsidRPr="002813C1">
        <w:t>dans une voiture du baron</w:t>
      </w:r>
      <w:r>
        <w:t>…</w:t>
      </w:r>
    </w:p>
    <w:p w14:paraId="478C833E" w14:textId="12708CF3" w:rsidR="00B77E03" w:rsidRDefault="00B77E03" w:rsidP="00B77E03">
      <w:r>
        <w:t>— </w:t>
      </w:r>
      <w:r w:rsidR="0024252B" w:rsidRPr="002813C1">
        <w:t>Vous entendez</w:t>
      </w:r>
      <w:r>
        <w:t xml:space="preserve">, </w:t>
      </w:r>
      <w:r w:rsidR="0024252B" w:rsidRPr="002813C1">
        <w:t>vicomte</w:t>
      </w:r>
      <w:r>
        <w:t xml:space="preserve">, </w:t>
      </w:r>
      <w:r w:rsidR="0024252B" w:rsidRPr="002813C1">
        <w:t xml:space="preserve">fit </w:t>
      </w:r>
      <w:r>
        <w:t>M. de </w:t>
      </w:r>
      <w:proofErr w:type="spellStart"/>
      <w:r w:rsidR="0024252B" w:rsidRPr="002813C1">
        <w:t>Valorsay</w:t>
      </w:r>
      <w:proofErr w:type="spellEnd"/>
      <w:r>
        <w:t>.</w:t>
      </w:r>
    </w:p>
    <w:p w14:paraId="64F49485" w14:textId="77777777" w:rsidR="00B77E03" w:rsidRDefault="00B77E03" w:rsidP="00B77E03">
      <w:r>
        <w:t>— </w:t>
      </w:r>
      <w:r w:rsidR="0024252B" w:rsidRPr="002813C1">
        <w:t>Très-bien</w:t>
      </w:r>
      <w:r>
        <w:t xml:space="preserve"> ! </w:t>
      </w:r>
      <w:r w:rsidR="0024252B" w:rsidRPr="002813C1">
        <w:t>j</w:t>
      </w:r>
      <w:r>
        <w:t>’</w:t>
      </w:r>
      <w:r w:rsidR="0024252B" w:rsidRPr="002813C1">
        <w:t>aurai l</w:t>
      </w:r>
      <w:r>
        <w:t>’</w:t>
      </w:r>
      <w:r w:rsidR="0024252B" w:rsidRPr="002813C1">
        <w:t>explication demain</w:t>
      </w:r>
      <w:r>
        <w:t>.</w:t>
      </w:r>
    </w:p>
    <w:p w14:paraId="1980F7F5" w14:textId="77368286" w:rsidR="00B77E03" w:rsidRDefault="00B77E03" w:rsidP="00B77E03">
      <w:r>
        <w:t>— </w:t>
      </w:r>
      <w:r w:rsidR="0024252B" w:rsidRPr="002813C1">
        <w:t>Enfin</w:t>
      </w:r>
      <w:r>
        <w:t xml:space="preserve">, </w:t>
      </w:r>
      <w:r w:rsidR="0024252B" w:rsidRPr="002813C1">
        <w:t xml:space="preserve">reprit </w:t>
      </w:r>
      <w:r>
        <w:t>M</w:t>
      </w:r>
      <w:r w:rsidRPr="00B77E03">
        <w:rPr>
          <w:vertAlign w:val="superscript"/>
        </w:rPr>
        <w:t>me</w:t>
      </w:r>
      <w:r>
        <w:t> </w:t>
      </w:r>
      <w:r w:rsidR="0024252B" w:rsidRPr="002813C1">
        <w:t>Léon</w:t>
      </w:r>
      <w:r>
        <w:t xml:space="preserve">, </w:t>
      </w:r>
      <w:r w:rsidR="0024252B" w:rsidRPr="002813C1">
        <w:t>voilà le bouquet</w:t>
      </w:r>
      <w:r>
        <w:t xml:space="preserve"> : </w:t>
      </w:r>
      <w:r w:rsidR="0024252B" w:rsidRPr="002813C1">
        <w:t>Ce soir</w:t>
      </w:r>
      <w:r>
        <w:t xml:space="preserve">, </w:t>
      </w:r>
      <w:r w:rsidR="0024252B" w:rsidRPr="002813C1">
        <w:t>sur les cinq heures</w:t>
      </w:r>
      <w:r>
        <w:t xml:space="preserve">, </w:t>
      </w:r>
      <w:r w:rsidR="0024252B" w:rsidRPr="002813C1">
        <w:t>je revenais de faire une commission</w:t>
      </w:r>
      <w:r>
        <w:t xml:space="preserve">, </w:t>
      </w:r>
      <w:r w:rsidR="0024252B" w:rsidRPr="002813C1">
        <w:t>quand il me semble voir mademoiselle sortir et remonter la rue Pigalle</w:t>
      </w:r>
      <w:r>
        <w:t xml:space="preserve">… </w:t>
      </w:r>
      <w:r w:rsidR="0024252B" w:rsidRPr="002813C1">
        <w:t>Moi qui la croyais couchée</w:t>
      </w:r>
      <w:r>
        <w:t xml:space="preserve">, </w:t>
      </w:r>
      <w:r w:rsidR="0024252B" w:rsidRPr="002813C1">
        <w:t>je me dis</w:t>
      </w:r>
      <w:r>
        <w:t> : « </w:t>
      </w:r>
      <w:r w:rsidR="0024252B" w:rsidRPr="002813C1">
        <w:t>C</w:t>
      </w:r>
      <w:r>
        <w:t>’</w:t>
      </w:r>
      <w:r w:rsidR="0024252B" w:rsidRPr="002813C1">
        <w:t>est drôle</w:t>
      </w:r>
      <w:r>
        <w:t>. »</w:t>
      </w:r>
      <w:r w:rsidR="0024252B" w:rsidRPr="002813C1">
        <w:t xml:space="preserve"> Je hâte le pas</w:t>
      </w:r>
      <w:r>
        <w:t xml:space="preserve">… </w:t>
      </w:r>
      <w:r w:rsidR="0024252B" w:rsidRPr="002813C1">
        <w:t>C</w:t>
      </w:r>
      <w:r>
        <w:t>’</w:t>
      </w:r>
      <w:r w:rsidR="0024252B" w:rsidRPr="002813C1">
        <w:t>était bien elle</w:t>
      </w:r>
      <w:r>
        <w:t xml:space="preserve">. </w:t>
      </w:r>
      <w:r w:rsidR="0024252B" w:rsidRPr="002813C1">
        <w:t>Naturellement je la suis</w:t>
      </w:r>
      <w:r>
        <w:t xml:space="preserve">… </w:t>
      </w:r>
      <w:r w:rsidR="0024252B" w:rsidRPr="002813C1">
        <w:t>Et qu</w:t>
      </w:r>
      <w:r>
        <w:t>’</w:t>
      </w:r>
      <w:r w:rsidR="0024252B" w:rsidRPr="002813C1">
        <w:t>est-ce que je vois</w:t>
      </w:r>
      <w:r>
        <w:t xml:space="preserve"> ? </w:t>
      </w:r>
      <w:r w:rsidR="0024252B" w:rsidRPr="002813C1">
        <w:t>Mademoiselle qui s</w:t>
      </w:r>
      <w:r>
        <w:t>’</w:t>
      </w:r>
      <w:r w:rsidR="0024252B" w:rsidRPr="002813C1">
        <w:t>arrête à causer avec une espèce de vaurien en blouse</w:t>
      </w:r>
      <w:r>
        <w:t xml:space="preserve">. </w:t>
      </w:r>
      <w:r w:rsidR="0024252B" w:rsidRPr="002813C1">
        <w:t>Ils ont échangé un billet</w:t>
      </w:r>
      <w:r>
        <w:t xml:space="preserve">, </w:t>
      </w:r>
      <w:r w:rsidR="0024252B" w:rsidRPr="002813C1">
        <w:t xml:space="preserve">et </w:t>
      </w:r>
      <w:proofErr w:type="spellStart"/>
      <w:r w:rsidR="0024252B" w:rsidRPr="002813C1">
        <w:t>dare</w:t>
      </w:r>
      <w:proofErr w:type="spellEnd"/>
      <w:r w:rsidR="0024252B" w:rsidRPr="002813C1">
        <w:t xml:space="preserve"> </w:t>
      </w:r>
      <w:proofErr w:type="spellStart"/>
      <w:r w:rsidR="0024252B" w:rsidRPr="002813C1">
        <w:t>dare</w:t>
      </w:r>
      <w:proofErr w:type="spellEnd"/>
      <w:r w:rsidR="0024252B" w:rsidRPr="002813C1">
        <w:t xml:space="preserve"> Mademoiselle est rentrée</w:t>
      </w:r>
      <w:r>
        <w:t xml:space="preserve">. </w:t>
      </w:r>
      <w:r w:rsidR="0024252B" w:rsidRPr="002813C1">
        <w:t>Et me voilà</w:t>
      </w:r>
      <w:r>
        <w:t xml:space="preserve">… </w:t>
      </w:r>
      <w:r w:rsidR="0024252B" w:rsidRPr="002813C1">
        <w:t>Sûr</w:t>
      </w:r>
      <w:r>
        <w:t xml:space="preserve">, </w:t>
      </w:r>
      <w:r w:rsidR="0024252B" w:rsidRPr="002813C1">
        <w:t>elle trame quelque chose</w:t>
      </w:r>
      <w:r>
        <w:t xml:space="preserve">… </w:t>
      </w:r>
      <w:r w:rsidR="0024252B" w:rsidRPr="002813C1">
        <w:t>Que faire</w:t>
      </w:r>
      <w:r>
        <w:t> ?…</w:t>
      </w:r>
    </w:p>
    <w:p w14:paraId="5ACFCA4C" w14:textId="4B28FCDF" w:rsidR="00B77E03" w:rsidRDefault="0024252B" w:rsidP="00B77E03">
      <w:r w:rsidRPr="002813C1">
        <w:t xml:space="preserve">Si </w:t>
      </w:r>
      <w:r w:rsidR="00B77E03">
        <w:t>M. de </w:t>
      </w:r>
      <w:proofErr w:type="spellStart"/>
      <w:r w:rsidRPr="002813C1">
        <w:t>Valorsay</w:t>
      </w:r>
      <w:proofErr w:type="spellEnd"/>
      <w:r w:rsidRPr="002813C1">
        <w:t xml:space="preserve"> fut effrayé</w:t>
      </w:r>
      <w:r w:rsidR="00B77E03">
        <w:t xml:space="preserve">, </w:t>
      </w:r>
      <w:r w:rsidRPr="002813C1">
        <w:t>il n</w:t>
      </w:r>
      <w:r w:rsidR="00B77E03">
        <w:t>’</w:t>
      </w:r>
      <w:r w:rsidRPr="002813C1">
        <w:t>en parut rien sur son visage</w:t>
      </w:r>
      <w:r w:rsidR="00B77E03">
        <w:t>.</w:t>
      </w:r>
    </w:p>
    <w:p w14:paraId="7A66AC3C" w14:textId="77777777" w:rsidR="00B77E03" w:rsidRDefault="00B77E03" w:rsidP="00B77E03">
      <w:r>
        <w:t>— </w:t>
      </w:r>
      <w:r w:rsidR="0024252B" w:rsidRPr="002813C1">
        <w:t>Merci de votre empressement</w:t>
      </w:r>
      <w:r>
        <w:t xml:space="preserve">, </w:t>
      </w:r>
      <w:r w:rsidR="0024252B" w:rsidRPr="002813C1">
        <w:t>chère dame</w:t>
      </w:r>
      <w:r>
        <w:t xml:space="preserve">, </w:t>
      </w:r>
      <w:r w:rsidR="0024252B" w:rsidRPr="002813C1">
        <w:t>prononça-t-il</w:t>
      </w:r>
      <w:r>
        <w:t xml:space="preserve"> ; </w:t>
      </w:r>
      <w:r w:rsidR="0024252B" w:rsidRPr="002813C1">
        <w:t>mais tout cela n</w:t>
      </w:r>
      <w:r>
        <w:t>’</w:t>
      </w:r>
      <w:r w:rsidR="0024252B" w:rsidRPr="002813C1">
        <w:t>est rien</w:t>
      </w:r>
      <w:r>
        <w:t xml:space="preserve">… </w:t>
      </w:r>
      <w:r w:rsidR="0024252B" w:rsidRPr="002813C1">
        <w:t>Rentrez bien vite</w:t>
      </w:r>
      <w:r>
        <w:t xml:space="preserve">, </w:t>
      </w:r>
      <w:r w:rsidR="0024252B" w:rsidRPr="002813C1">
        <w:t>vous recevrez demain mes instructions</w:t>
      </w:r>
      <w:r>
        <w:t>…</w:t>
      </w:r>
    </w:p>
    <w:p w14:paraId="34C5F67C" w14:textId="7090B46D" w:rsidR="0024252B" w:rsidRPr="002813C1" w:rsidRDefault="0024252B" w:rsidP="00B77E03">
      <w:pPr>
        <w:pStyle w:val="Titre1"/>
      </w:pPr>
      <w:bookmarkStart w:id="15" w:name="_Toc202022840"/>
      <w:r w:rsidRPr="002813C1">
        <w:lastRenderedPageBreak/>
        <w:t>XVI</w:t>
      </w:r>
      <w:bookmarkEnd w:id="15"/>
      <w:r w:rsidRPr="002813C1">
        <w:br/>
      </w:r>
    </w:p>
    <w:p w14:paraId="018A8764" w14:textId="328BF209" w:rsidR="00B77E03" w:rsidRDefault="0024252B" w:rsidP="00B77E03">
      <w:r w:rsidRPr="002813C1">
        <w:t xml:space="preserve">Grande avait été la surprise de </w:t>
      </w:r>
      <w:r w:rsidR="00B77E03">
        <w:t>M</w:t>
      </w:r>
      <w:r w:rsidR="00B77E03" w:rsidRPr="00B77E03">
        <w:rPr>
          <w:vertAlign w:val="superscript"/>
        </w:rPr>
        <w:t>lle</w:t>
      </w:r>
      <w:r w:rsidR="00B77E03">
        <w:t> </w:t>
      </w:r>
      <w:r w:rsidRPr="002813C1">
        <w:t>Marguerite le jour où</w:t>
      </w:r>
      <w:r w:rsidR="00B77E03">
        <w:t xml:space="preserve">, </w:t>
      </w:r>
      <w:r w:rsidRPr="002813C1">
        <w:t xml:space="preserve">chez </w:t>
      </w:r>
      <w:r w:rsidR="00B77E03">
        <w:t>M. </w:t>
      </w:r>
      <w:r w:rsidRPr="002813C1">
        <w:t>Isidore Fortunat</w:t>
      </w:r>
      <w:r w:rsidR="00B77E03">
        <w:t xml:space="preserve">, </w:t>
      </w:r>
      <w:r w:rsidRPr="002813C1">
        <w:t>elle avait vu tout à coup Victor Chupin s</w:t>
      </w:r>
      <w:r w:rsidR="00B77E03">
        <w:t>’</w:t>
      </w:r>
      <w:r w:rsidRPr="002813C1">
        <w:t>avancer vers elle</w:t>
      </w:r>
      <w:r w:rsidR="00B77E03">
        <w:t xml:space="preserve">, </w:t>
      </w:r>
      <w:r w:rsidRPr="002813C1">
        <w:t>et d</w:t>
      </w:r>
      <w:r w:rsidR="00B77E03">
        <w:t>’</w:t>
      </w:r>
      <w:r w:rsidRPr="002813C1">
        <w:t>une voix émue s</w:t>
      </w:r>
      <w:r w:rsidR="00B77E03">
        <w:t>’</w:t>
      </w:r>
      <w:r w:rsidRPr="002813C1">
        <w:t>écrier</w:t>
      </w:r>
      <w:r w:rsidR="00B77E03">
        <w:t> :</w:t>
      </w:r>
    </w:p>
    <w:p w14:paraId="4532FC0B" w14:textId="3B94F8A1" w:rsidR="00B77E03" w:rsidRDefault="00B77E03" w:rsidP="00B77E03">
      <w:r>
        <w:t>— </w:t>
      </w:r>
      <w:r w:rsidR="0024252B" w:rsidRPr="002813C1">
        <w:t>Que je perde mon nom</w:t>
      </w:r>
      <w:r>
        <w:t xml:space="preserve">, </w:t>
      </w:r>
      <w:r w:rsidR="0024252B" w:rsidRPr="002813C1">
        <w:t>mademoiselle</w:t>
      </w:r>
      <w:r>
        <w:t xml:space="preserve">, </w:t>
      </w:r>
      <w:r w:rsidR="0024252B" w:rsidRPr="002813C1">
        <w:t xml:space="preserve">si avant quinze jours je ne vous ai pas retrouvé </w:t>
      </w:r>
      <w:r>
        <w:t>M. </w:t>
      </w:r>
      <w:proofErr w:type="spellStart"/>
      <w:r w:rsidR="0024252B" w:rsidRPr="002813C1">
        <w:t>Férailleur</w:t>
      </w:r>
      <w:proofErr w:type="spellEnd"/>
      <w:r>
        <w:t>.</w:t>
      </w:r>
    </w:p>
    <w:p w14:paraId="12E347FA" w14:textId="401D4D67" w:rsidR="00B77E03" w:rsidRDefault="0024252B" w:rsidP="00B77E03">
      <w:r w:rsidRPr="002813C1">
        <w:t>Il est vrai que</w:t>
      </w:r>
      <w:r w:rsidR="00B77E03">
        <w:t xml:space="preserve">, </w:t>
      </w:r>
      <w:r w:rsidRPr="002813C1">
        <w:t>ce jour-là</w:t>
      </w:r>
      <w:r w:rsidR="00B77E03">
        <w:t xml:space="preserve">, </w:t>
      </w:r>
      <w:r w:rsidRPr="002813C1">
        <w:t>l</w:t>
      </w:r>
      <w:r w:rsidR="00B77E03">
        <w:t>’</w:t>
      </w:r>
      <w:r w:rsidRPr="002813C1">
        <w:t xml:space="preserve">employé de </w:t>
      </w:r>
      <w:r w:rsidR="00B77E03">
        <w:t>M. </w:t>
      </w:r>
      <w:r w:rsidRPr="002813C1">
        <w:t>Fortunat n</w:t>
      </w:r>
      <w:r w:rsidR="00B77E03">
        <w:t>’</w:t>
      </w:r>
      <w:r w:rsidRPr="002813C1">
        <w:t>était pas mis à son avantage</w:t>
      </w:r>
      <w:r w:rsidR="00B77E03">
        <w:t>.</w:t>
      </w:r>
    </w:p>
    <w:p w14:paraId="0AE92E10" w14:textId="246A8B8F" w:rsidR="00B77E03" w:rsidRDefault="0024252B" w:rsidP="00B77E03">
      <w:r w:rsidRPr="002813C1">
        <w:t xml:space="preserve">Pour épier plus commodément </w:t>
      </w:r>
      <w:r w:rsidR="00B77E03">
        <w:t>M. de </w:t>
      </w:r>
      <w:proofErr w:type="spellStart"/>
      <w:r w:rsidRPr="002813C1">
        <w:t>Coralth</w:t>
      </w:r>
      <w:proofErr w:type="spellEnd"/>
      <w:r w:rsidR="00B77E03">
        <w:t xml:space="preserve">, </w:t>
      </w:r>
      <w:r w:rsidRPr="002813C1">
        <w:t>il avait revêtu sa vieille défroque</w:t>
      </w:r>
      <w:r w:rsidR="00B77E03">
        <w:t xml:space="preserve"> ; </w:t>
      </w:r>
      <w:r w:rsidRPr="002813C1">
        <w:t>et</w:t>
      </w:r>
      <w:r w:rsidR="00B77E03">
        <w:t xml:space="preserve">, </w:t>
      </w:r>
      <w:r w:rsidRPr="002813C1">
        <w:t>dame</w:t>
      </w:r>
      <w:r w:rsidR="00B77E03">
        <w:t xml:space="preserve"> !… </w:t>
      </w:r>
      <w:r w:rsidRPr="002813C1">
        <w:t>avec sa blouse et ses chaussures fatiguées</w:t>
      </w:r>
      <w:r w:rsidR="00B77E03">
        <w:t xml:space="preserve">, </w:t>
      </w:r>
      <w:r w:rsidRPr="002813C1">
        <w:t>avec ses cheveux ramenés sur les tempes et sa casquette de toile cirée</w:t>
      </w:r>
      <w:r w:rsidR="00B77E03">
        <w:t xml:space="preserve">, </w:t>
      </w:r>
      <w:r w:rsidRPr="002813C1">
        <w:t>il avait tout l</w:t>
      </w:r>
      <w:r w:rsidR="00B77E03">
        <w:t>’</w:t>
      </w:r>
      <w:r w:rsidRPr="002813C1">
        <w:t>air d</w:t>
      </w:r>
      <w:r w:rsidR="00B77E03">
        <w:t>’</w:t>
      </w:r>
      <w:r w:rsidRPr="002813C1">
        <w:t>un parfait garnement</w:t>
      </w:r>
      <w:r w:rsidR="00B77E03">
        <w:t>…</w:t>
      </w:r>
    </w:p>
    <w:p w14:paraId="3AAAD525" w14:textId="7A3629DD" w:rsidR="00B77E03" w:rsidRDefault="0024252B" w:rsidP="00B77E03">
      <w:r w:rsidRPr="002813C1">
        <w:t>Cependant</w:t>
      </w:r>
      <w:r w:rsidR="00B77E03">
        <w:t xml:space="preserve">, </w:t>
      </w:r>
      <w:r w:rsidRPr="002813C1">
        <w:t>tel est l</w:t>
      </w:r>
      <w:r w:rsidR="00B77E03">
        <w:t>’</w:t>
      </w:r>
      <w:r w:rsidRPr="002813C1">
        <w:t>empire de la passion vraie</w:t>
      </w:r>
      <w:r w:rsidR="00B77E03">
        <w:t xml:space="preserve">, </w:t>
      </w:r>
      <w:r w:rsidRPr="002813C1">
        <w:t xml:space="preserve">que </w:t>
      </w:r>
      <w:r w:rsidR="00B77E03">
        <w:t>M</w:t>
      </w:r>
      <w:r w:rsidR="00B77E03" w:rsidRPr="00B77E03">
        <w:rPr>
          <w:vertAlign w:val="superscript"/>
        </w:rPr>
        <w:t>lle</w:t>
      </w:r>
      <w:r w:rsidR="00B77E03">
        <w:t> </w:t>
      </w:r>
      <w:r w:rsidRPr="002813C1">
        <w:t>Marguerite ne douta pas une seconde du dévouement de cet étrange auxiliaire</w:t>
      </w:r>
      <w:r w:rsidR="00B77E03">
        <w:t xml:space="preserve">. </w:t>
      </w:r>
      <w:r w:rsidRPr="002813C1">
        <w:t>Faut-il le dire</w:t>
      </w:r>
      <w:r w:rsidR="00B77E03">
        <w:t xml:space="preserve"> ? </w:t>
      </w:r>
      <w:r w:rsidRPr="002813C1">
        <w:t>Il lui inspira plus de confiance que n</w:t>
      </w:r>
      <w:r w:rsidR="00B77E03">
        <w:t>’</w:t>
      </w:r>
      <w:r w:rsidRPr="002813C1">
        <w:t xml:space="preserve">en avait obtenu </w:t>
      </w:r>
      <w:r w:rsidR="00B77E03">
        <w:t>M. </w:t>
      </w:r>
      <w:r w:rsidRPr="002813C1">
        <w:t>Fortunat avec ses façons obséquieuses et sa voix plus douce que miel</w:t>
      </w:r>
      <w:r w:rsidR="00B77E03">
        <w:t>.</w:t>
      </w:r>
    </w:p>
    <w:p w14:paraId="46A22444" w14:textId="77777777" w:rsidR="00B77E03" w:rsidRDefault="0024252B" w:rsidP="00B77E03">
      <w:r w:rsidRPr="002813C1">
        <w:t>Le regard de l</w:t>
      </w:r>
      <w:r w:rsidR="00B77E03">
        <w:t>’</w:t>
      </w:r>
      <w:r w:rsidRPr="002813C1">
        <w:t>employé du moins était franc et direct</w:t>
      </w:r>
      <w:r w:rsidR="00B77E03">
        <w:t>…</w:t>
      </w:r>
    </w:p>
    <w:p w14:paraId="65FDD3B9" w14:textId="77777777" w:rsidR="00B77E03" w:rsidRDefault="0024252B" w:rsidP="00B77E03">
      <w:r w:rsidRPr="002813C1">
        <w:t>Aussi presque sans hésitation</w:t>
      </w:r>
      <w:r w:rsidR="00B77E03">
        <w:t> :</w:t>
      </w:r>
    </w:p>
    <w:p w14:paraId="68A0A2A3" w14:textId="77777777" w:rsidR="00B77E03" w:rsidRDefault="00B77E03" w:rsidP="00B77E03">
      <w:r>
        <w:t>— </w:t>
      </w:r>
      <w:r w:rsidR="0024252B" w:rsidRPr="002813C1">
        <w:t>J</w:t>
      </w:r>
      <w:r>
        <w:t>’</w:t>
      </w:r>
      <w:r w:rsidR="0024252B" w:rsidRPr="002813C1">
        <w:t>accepte vos services</w:t>
      </w:r>
      <w:r>
        <w:t xml:space="preserve">, </w:t>
      </w:r>
      <w:r w:rsidR="0024252B" w:rsidRPr="002813C1">
        <w:t>monsieur</w:t>
      </w:r>
      <w:r>
        <w:t xml:space="preserve">, </w:t>
      </w:r>
      <w:r w:rsidR="0024252B" w:rsidRPr="002813C1">
        <w:t>répondit-elle</w:t>
      </w:r>
      <w:r>
        <w:t>.</w:t>
      </w:r>
    </w:p>
    <w:p w14:paraId="1D7DB502" w14:textId="77777777" w:rsidR="00B77E03" w:rsidRDefault="0024252B" w:rsidP="00B77E03">
      <w:r w:rsidRPr="002813C1">
        <w:t>C</w:t>
      </w:r>
      <w:r w:rsidR="00B77E03">
        <w:t>’</w:t>
      </w:r>
      <w:r w:rsidRPr="002813C1">
        <w:t>était bien à lui que cette belle jeune fille parlait de sa voix pure et sonore comme le cristal</w:t>
      </w:r>
      <w:r w:rsidR="00B77E03">
        <w:t xml:space="preserve">, </w:t>
      </w:r>
      <w:r w:rsidRPr="002813C1">
        <w:t>c</w:t>
      </w:r>
      <w:r w:rsidR="00B77E03">
        <w:t>’</w:t>
      </w:r>
      <w:r w:rsidRPr="002813C1">
        <w:t>était bien à lui</w:t>
      </w:r>
      <w:r w:rsidR="00B77E03">
        <w:t xml:space="preserve"> !… </w:t>
      </w:r>
      <w:r w:rsidRPr="002813C1">
        <w:t>Victor Chupin se sentit grandi d</w:t>
      </w:r>
      <w:r w:rsidR="00B77E03">
        <w:t>’</w:t>
      </w:r>
      <w:r w:rsidRPr="002813C1">
        <w:t>une coudée</w:t>
      </w:r>
      <w:r w:rsidR="00B77E03">
        <w:t>.</w:t>
      </w:r>
    </w:p>
    <w:p w14:paraId="60831E25" w14:textId="77777777" w:rsidR="00B77E03" w:rsidRDefault="00B77E03" w:rsidP="00B77E03">
      <w:r>
        <w:lastRenderedPageBreak/>
        <w:t>— </w:t>
      </w:r>
      <w:r w:rsidR="0024252B" w:rsidRPr="002813C1">
        <w:t>Ah</w:t>
      </w:r>
      <w:r>
        <w:t xml:space="preserve"> !… </w:t>
      </w:r>
      <w:r w:rsidR="0024252B" w:rsidRPr="002813C1">
        <w:t>vous avez raison de compter sur moi</w:t>
      </w:r>
      <w:r>
        <w:t xml:space="preserve">, </w:t>
      </w:r>
      <w:r w:rsidR="0024252B" w:rsidRPr="002813C1">
        <w:t>reprit-il</w:t>
      </w:r>
      <w:r>
        <w:t xml:space="preserve">, </w:t>
      </w:r>
      <w:r w:rsidR="0024252B" w:rsidRPr="002813C1">
        <w:t>en se frappant du poing sur la poitrine à la défoncer</w:t>
      </w:r>
      <w:r>
        <w:t xml:space="preserve">, </w:t>
      </w:r>
      <w:r w:rsidR="0024252B" w:rsidRPr="002813C1">
        <w:t>car il y a quelque chose qui bat là-dedans</w:t>
      </w:r>
      <w:r>
        <w:t xml:space="preserve">… </w:t>
      </w:r>
      <w:r w:rsidR="0024252B" w:rsidRPr="002813C1">
        <w:t>seulement</w:t>
      </w:r>
      <w:r>
        <w:t>…</w:t>
      </w:r>
    </w:p>
    <w:p w14:paraId="231ECC58" w14:textId="77777777" w:rsidR="00B77E03" w:rsidRDefault="00B77E03" w:rsidP="00B77E03">
      <w:r>
        <w:t>— </w:t>
      </w:r>
      <w:r w:rsidR="0024252B" w:rsidRPr="002813C1">
        <w:t>Quoi</w:t>
      </w:r>
      <w:r>
        <w:t xml:space="preserve">, </w:t>
      </w:r>
      <w:r w:rsidR="0024252B" w:rsidRPr="002813C1">
        <w:t>monsieur</w:t>
      </w:r>
      <w:r>
        <w:t> ?…</w:t>
      </w:r>
    </w:p>
    <w:p w14:paraId="54820AB7" w14:textId="77777777" w:rsidR="00B77E03" w:rsidRDefault="00B77E03" w:rsidP="00B77E03">
      <w:r>
        <w:t>— </w:t>
      </w:r>
      <w:r w:rsidR="0024252B" w:rsidRPr="002813C1">
        <w:t>Je me demande si vous consentiriez à faire ce que je désirerais</w:t>
      </w:r>
      <w:r>
        <w:t xml:space="preserve">… </w:t>
      </w:r>
      <w:r w:rsidR="0024252B" w:rsidRPr="002813C1">
        <w:t>Ce serait bien utile</w:t>
      </w:r>
      <w:r>
        <w:t xml:space="preserve">, </w:t>
      </w:r>
      <w:r w:rsidR="0024252B" w:rsidRPr="002813C1">
        <w:t>mais si ça doit vous gêner</w:t>
      </w:r>
      <w:r>
        <w:t xml:space="preserve">, </w:t>
      </w:r>
      <w:r w:rsidR="0024252B" w:rsidRPr="002813C1">
        <w:t>n</w:t>
      </w:r>
      <w:r>
        <w:t>’</w:t>
      </w:r>
      <w:r w:rsidR="0024252B" w:rsidRPr="002813C1">
        <w:t>en parlons plus</w:t>
      </w:r>
      <w:r>
        <w:t>…</w:t>
      </w:r>
    </w:p>
    <w:p w14:paraId="469FCC2F" w14:textId="77777777" w:rsidR="00B77E03" w:rsidRDefault="00B77E03" w:rsidP="00B77E03">
      <w:r>
        <w:t>— </w:t>
      </w:r>
      <w:r w:rsidR="0024252B" w:rsidRPr="002813C1">
        <w:t>Et que désireriez-vous</w:t>
      </w:r>
      <w:r>
        <w:t> ?…</w:t>
      </w:r>
    </w:p>
    <w:p w14:paraId="045539B4" w14:textId="7FE56247" w:rsidR="00B77E03" w:rsidRDefault="00B77E03" w:rsidP="00B77E03">
      <w:r>
        <w:t>— </w:t>
      </w:r>
      <w:r w:rsidR="0024252B" w:rsidRPr="002813C1">
        <w:t>Vous parler tous les jours</w:t>
      </w:r>
      <w:r>
        <w:t xml:space="preserve">… </w:t>
      </w:r>
      <w:r w:rsidR="0024252B" w:rsidRPr="002813C1">
        <w:t>Comme cela</w:t>
      </w:r>
      <w:r>
        <w:t xml:space="preserve">, </w:t>
      </w:r>
      <w:r w:rsidR="0024252B" w:rsidRPr="002813C1">
        <w:t>je vous dirais mes démarches</w:t>
      </w:r>
      <w:r>
        <w:t xml:space="preserve">, </w:t>
      </w:r>
      <w:r w:rsidR="0024252B" w:rsidRPr="002813C1">
        <w:t>et vous me donneriez les renseignements dont j</w:t>
      </w:r>
      <w:r>
        <w:t>’</w:t>
      </w:r>
      <w:r w:rsidR="0024252B" w:rsidRPr="002813C1">
        <w:t>aurais besoin</w:t>
      </w:r>
      <w:r>
        <w:t xml:space="preserve">… </w:t>
      </w:r>
      <w:r w:rsidR="0024252B" w:rsidRPr="002813C1">
        <w:t xml:space="preserve">Je sais bien que je ne peux pas aller sonner chez </w:t>
      </w:r>
      <w:r>
        <w:t>M. de </w:t>
      </w:r>
      <w:proofErr w:type="spellStart"/>
      <w:r w:rsidR="0024252B" w:rsidRPr="002813C1">
        <w:t>Fondège</w:t>
      </w:r>
      <w:proofErr w:type="spellEnd"/>
      <w:r w:rsidR="0024252B" w:rsidRPr="002813C1">
        <w:t xml:space="preserve"> et demander à vous dire deux mots</w:t>
      </w:r>
      <w:r>
        <w:t xml:space="preserve">… </w:t>
      </w:r>
      <w:r w:rsidR="0024252B" w:rsidRPr="002813C1">
        <w:t>Mais il y a d</w:t>
      </w:r>
      <w:r>
        <w:t>’</w:t>
      </w:r>
      <w:r w:rsidR="0024252B" w:rsidRPr="002813C1">
        <w:t>autres moyens</w:t>
      </w:r>
      <w:r>
        <w:t xml:space="preserve">… </w:t>
      </w:r>
      <w:r w:rsidR="0024252B" w:rsidRPr="002813C1">
        <w:t>Par exemple</w:t>
      </w:r>
      <w:r>
        <w:t xml:space="preserve">, </w:t>
      </w:r>
      <w:r w:rsidR="0024252B" w:rsidRPr="002813C1">
        <w:t>tous les soirs</w:t>
      </w:r>
      <w:r>
        <w:t xml:space="preserve">, </w:t>
      </w:r>
      <w:r w:rsidR="0024252B" w:rsidRPr="002813C1">
        <w:t>à cinq heures précises</w:t>
      </w:r>
      <w:r>
        <w:t xml:space="preserve">, </w:t>
      </w:r>
      <w:r w:rsidR="0024252B" w:rsidRPr="002813C1">
        <w:t>je passerais rue Pigalle</w:t>
      </w:r>
      <w:r>
        <w:t xml:space="preserve">, </w:t>
      </w:r>
      <w:r w:rsidR="0024252B" w:rsidRPr="002813C1">
        <w:t>et</w:t>
      </w:r>
      <w:r>
        <w:t xml:space="preserve">, </w:t>
      </w:r>
      <w:r w:rsidR="0024252B" w:rsidRPr="002813C1">
        <w:t>pour vous avertir que je suis là</w:t>
      </w:r>
      <w:r>
        <w:t xml:space="preserve">, </w:t>
      </w:r>
      <w:r w:rsidR="0024252B" w:rsidRPr="002813C1">
        <w:t>je donnerais un signal</w:t>
      </w:r>
      <w:r>
        <w:t xml:space="preserve">, </w:t>
      </w:r>
      <w:r w:rsidR="0024252B" w:rsidRPr="002813C1">
        <w:t>tenez</w:t>
      </w:r>
      <w:r>
        <w:t xml:space="preserve">, </w:t>
      </w:r>
      <w:r w:rsidR="0024252B" w:rsidRPr="002813C1">
        <w:t>comme cela</w:t>
      </w:r>
      <w:r>
        <w:t> : « </w:t>
      </w:r>
      <w:r w:rsidR="0024252B" w:rsidRPr="002813C1">
        <w:t>pi</w:t>
      </w:r>
      <w:r>
        <w:t xml:space="preserve">… </w:t>
      </w:r>
      <w:proofErr w:type="spellStart"/>
      <w:r w:rsidR="0024252B" w:rsidRPr="002813C1">
        <w:t>ouit</w:t>
      </w:r>
      <w:proofErr w:type="spellEnd"/>
      <w:r>
        <w:t> !… »</w:t>
      </w:r>
      <w:r w:rsidR="0024252B" w:rsidRPr="002813C1">
        <w:t xml:space="preserve"> Alors</w:t>
      </w:r>
      <w:r>
        <w:t xml:space="preserve">, </w:t>
      </w:r>
      <w:r w:rsidR="0024252B" w:rsidRPr="002813C1">
        <w:t>sans faire semblant de rien</w:t>
      </w:r>
      <w:r>
        <w:t xml:space="preserve">, </w:t>
      </w:r>
      <w:r w:rsidR="0024252B" w:rsidRPr="002813C1">
        <w:t>vous descendriez dès que vous le pourriez</w:t>
      </w:r>
      <w:r>
        <w:t xml:space="preserve">, </w:t>
      </w:r>
      <w:r w:rsidR="0024252B" w:rsidRPr="002813C1">
        <w:t>et je vous débiterais mon petit boniment</w:t>
      </w:r>
      <w:r>
        <w:t xml:space="preserve">… </w:t>
      </w:r>
      <w:r w:rsidR="0024252B" w:rsidRPr="002813C1">
        <w:t>sans compter que je vous serais crânement utile pour vos commissions</w:t>
      </w:r>
      <w:r>
        <w:t>…</w:t>
      </w:r>
    </w:p>
    <w:p w14:paraId="35BF4C14" w14:textId="67B215F9" w:rsidR="00B77E03" w:rsidRDefault="00B77E03" w:rsidP="00B77E03">
      <w:r>
        <w:t>M</w:t>
      </w:r>
      <w:r w:rsidRPr="00B77E03">
        <w:rPr>
          <w:vertAlign w:val="superscript"/>
        </w:rPr>
        <w:t>lle</w:t>
      </w:r>
      <w:r>
        <w:t> </w:t>
      </w:r>
      <w:r w:rsidR="0024252B" w:rsidRPr="002813C1">
        <w:t>Marguerite réfléchit un moment</w:t>
      </w:r>
      <w:r>
        <w:t xml:space="preserve">, </w:t>
      </w:r>
      <w:r w:rsidR="0024252B" w:rsidRPr="002813C1">
        <w:t>puis inclinant la tête</w:t>
      </w:r>
      <w:r>
        <w:t> :</w:t>
      </w:r>
    </w:p>
    <w:p w14:paraId="6C2F204A" w14:textId="77777777" w:rsidR="00B77E03" w:rsidRDefault="00B77E03" w:rsidP="00B77E03">
      <w:r>
        <w:t>— </w:t>
      </w:r>
      <w:r w:rsidR="0024252B" w:rsidRPr="002813C1">
        <w:t>Ce que vous me demandez est praticable</w:t>
      </w:r>
      <w:r>
        <w:t xml:space="preserve">, </w:t>
      </w:r>
      <w:r w:rsidR="0024252B" w:rsidRPr="002813C1">
        <w:t>prononça-t-elle</w:t>
      </w:r>
      <w:r>
        <w:t xml:space="preserve">… </w:t>
      </w:r>
      <w:r w:rsidR="0024252B" w:rsidRPr="002813C1">
        <w:t>À partir de demain</w:t>
      </w:r>
      <w:r>
        <w:t xml:space="preserve">, </w:t>
      </w:r>
      <w:r w:rsidR="0024252B" w:rsidRPr="002813C1">
        <w:t>tous les soirs vers cinq heures je serai aux aguets</w:t>
      </w:r>
      <w:r>
        <w:t xml:space="preserve">… </w:t>
      </w:r>
      <w:r w:rsidR="0024252B" w:rsidRPr="002813C1">
        <w:t>Si une demi-heure après le signal je n</w:t>
      </w:r>
      <w:r>
        <w:t>’</w:t>
      </w:r>
      <w:r w:rsidR="0024252B" w:rsidRPr="002813C1">
        <w:t>étais pas descendue</w:t>
      </w:r>
      <w:r>
        <w:t xml:space="preserve">, </w:t>
      </w:r>
      <w:r w:rsidR="0024252B" w:rsidRPr="002813C1">
        <w:t>c</w:t>
      </w:r>
      <w:r>
        <w:t>’</w:t>
      </w:r>
      <w:r w:rsidR="0024252B" w:rsidRPr="002813C1">
        <w:t>est que je serais retenue</w:t>
      </w:r>
      <w:r>
        <w:t>…</w:t>
      </w:r>
    </w:p>
    <w:p w14:paraId="1EEF3A5E" w14:textId="77777777" w:rsidR="00B77E03" w:rsidRDefault="0024252B" w:rsidP="00B77E03">
      <w:r w:rsidRPr="002813C1">
        <w:t>Chupin eût dû être satisfait</w:t>
      </w:r>
      <w:r w:rsidR="00B77E03">
        <w:t xml:space="preserve">… </w:t>
      </w:r>
      <w:r w:rsidRPr="002813C1">
        <w:t>Eh bien</w:t>
      </w:r>
      <w:r w:rsidR="00B77E03">
        <w:t xml:space="preserve">, </w:t>
      </w:r>
      <w:r w:rsidRPr="002813C1">
        <w:t>non</w:t>
      </w:r>
      <w:r w:rsidR="00B77E03">
        <w:t xml:space="preserve"> ! </w:t>
      </w:r>
      <w:r w:rsidRPr="002813C1">
        <w:t>Il avait une autre requête encore à présenter</w:t>
      </w:r>
      <w:r w:rsidR="00B77E03">
        <w:t xml:space="preserve">, </w:t>
      </w:r>
      <w:r w:rsidRPr="002813C1">
        <w:t>et l</w:t>
      </w:r>
      <w:r w:rsidR="00B77E03">
        <w:t>’</w:t>
      </w:r>
      <w:r w:rsidRPr="002813C1">
        <w:t>instinct</w:t>
      </w:r>
      <w:r w:rsidR="00B77E03">
        <w:t xml:space="preserve">, </w:t>
      </w:r>
      <w:r w:rsidRPr="002813C1">
        <w:t>à défaut de l</w:t>
      </w:r>
      <w:r w:rsidR="00B77E03">
        <w:t>’</w:t>
      </w:r>
      <w:r w:rsidRPr="002813C1">
        <w:t>éducation</w:t>
      </w:r>
      <w:r w:rsidR="00B77E03">
        <w:t xml:space="preserve">, </w:t>
      </w:r>
      <w:r w:rsidRPr="002813C1">
        <w:t>lui en disant l</w:t>
      </w:r>
      <w:r w:rsidR="00B77E03">
        <w:t>’</w:t>
      </w:r>
      <w:r w:rsidRPr="002813C1">
        <w:t>inconvenance</w:t>
      </w:r>
      <w:r w:rsidR="00B77E03">
        <w:t xml:space="preserve">, </w:t>
      </w:r>
      <w:r w:rsidRPr="002813C1">
        <w:t>il n</w:t>
      </w:r>
      <w:r w:rsidR="00B77E03">
        <w:t>’</w:t>
      </w:r>
      <w:r w:rsidRPr="002813C1">
        <w:t>osait</w:t>
      </w:r>
      <w:r w:rsidR="00B77E03">
        <w:t>…</w:t>
      </w:r>
    </w:p>
    <w:p w14:paraId="1BEEF434" w14:textId="77777777" w:rsidR="00B77E03" w:rsidRDefault="0024252B" w:rsidP="00B77E03">
      <w:r w:rsidRPr="002813C1">
        <w:lastRenderedPageBreak/>
        <w:t>Même son embarras était si visible</w:t>
      </w:r>
      <w:r w:rsidR="00B77E03">
        <w:t xml:space="preserve">, </w:t>
      </w:r>
      <w:r w:rsidRPr="002813C1">
        <w:t>et il tortillait sa casquette si désespérément que la jeune fille</w:t>
      </w:r>
      <w:r w:rsidR="00B77E03">
        <w:t xml:space="preserve">, </w:t>
      </w:r>
      <w:r w:rsidRPr="002813C1">
        <w:t>doucement</w:t>
      </w:r>
      <w:r w:rsidR="00B77E03">
        <w:t xml:space="preserve">, </w:t>
      </w:r>
      <w:r w:rsidRPr="002813C1">
        <w:t>lui demanda</w:t>
      </w:r>
      <w:r w:rsidR="00B77E03">
        <w:t> :</w:t>
      </w:r>
    </w:p>
    <w:p w14:paraId="63F08010" w14:textId="77777777" w:rsidR="00B77E03" w:rsidRDefault="00B77E03" w:rsidP="00B77E03">
      <w:r>
        <w:t>— </w:t>
      </w:r>
      <w:r w:rsidR="0024252B" w:rsidRPr="002813C1">
        <w:t>Qu</w:t>
      </w:r>
      <w:r>
        <w:t>’</w:t>
      </w:r>
      <w:r w:rsidR="0024252B" w:rsidRPr="002813C1">
        <w:t>y a-t-il encore</w:t>
      </w:r>
      <w:r>
        <w:t xml:space="preserve">, </w:t>
      </w:r>
      <w:r w:rsidR="0024252B" w:rsidRPr="002813C1">
        <w:t>monsieur</w:t>
      </w:r>
      <w:r>
        <w:t> ?…</w:t>
      </w:r>
    </w:p>
    <w:p w14:paraId="3ED61C5C" w14:textId="77777777" w:rsidR="00B77E03" w:rsidRDefault="0024252B" w:rsidP="00B77E03">
      <w:r w:rsidRPr="002813C1">
        <w:t>Il hésita</w:t>
      </w:r>
      <w:r w:rsidR="00B77E03">
        <w:t xml:space="preserve">… </w:t>
      </w:r>
      <w:r w:rsidRPr="002813C1">
        <w:t>puis</w:t>
      </w:r>
      <w:r w:rsidR="00B77E03">
        <w:t xml:space="preserve">, </w:t>
      </w:r>
      <w:r w:rsidRPr="002813C1">
        <w:t>prenant son courage à deux mains</w:t>
      </w:r>
      <w:r w:rsidR="00B77E03">
        <w:t> :</w:t>
      </w:r>
    </w:p>
    <w:p w14:paraId="32DE049C" w14:textId="5EB0C0BE" w:rsidR="00B77E03" w:rsidRDefault="00B77E03" w:rsidP="00B77E03">
      <w:r>
        <w:t>— </w:t>
      </w:r>
      <w:r w:rsidR="0024252B" w:rsidRPr="002813C1">
        <w:t>Voilà</w:t>
      </w:r>
      <w:r>
        <w:t xml:space="preserve"> !… </w:t>
      </w:r>
      <w:r w:rsidR="0024252B" w:rsidRPr="002813C1">
        <w:t>fit-il</w:t>
      </w:r>
      <w:r>
        <w:t xml:space="preserve">. </w:t>
      </w:r>
      <w:r w:rsidR="0024252B" w:rsidRPr="002813C1">
        <w:t xml:space="preserve">Je ne connais pas </w:t>
      </w:r>
      <w:r>
        <w:t>M. </w:t>
      </w:r>
      <w:proofErr w:type="spellStart"/>
      <w:r w:rsidR="0024252B" w:rsidRPr="002813C1">
        <w:t>Férailleur</w:t>
      </w:r>
      <w:proofErr w:type="spellEnd"/>
      <w:r>
        <w:t xml:space="preserve">… </w:t>
      </w:r>
      <w:r w:rsidR="0024252B" w:rsidRPr="002813C1">
        <w:t>Est-il grand ou petit</w:t>
      </w:r>
      <w:r>
        <w:t xml:space="preserve">, </w:t>
      </w:r>
      <w:r w:rsidR="0024252B" w:rsidRPr="002813C1">
        <w:t>blond</w:t>
      </w:r>
      <w:r>
        <w:t xml:space="preserve">, </w:t>
      </w:r>
      <w:r w:rsidR="0024252B" w:rsidRPr="002813C1">
        <w:t>brun</w:t>
      </w:r>
      <w:r>
        <w:t xml:space="preserve">, </w:t>
      </w:r>
      <w:r w:rsidR="0024252B" w:rsidRPr="002813C1">
        <w:t>gras</w:t>
      </w:r>
      <w:r>
        <w:t xml:space="preserve">, </w:t>
      </w:r>
      <w:r w:rsidR="0024252B" w:rsidRPr="002813C1">
        <w:t>maigre</w:t>
      </w:r>
      <w:r>
        <w:t xml:space="preserve"> ?… </w:t>
      </w:r>
      <w:r w:rsidR="0024252B" w:rsidRPr="002813C1">
        <w:t>Je n</w:t>
      </w:r>
      <w:r>
        <w:t>’</w:t>
      </w:r>
      <w:r w:rsidR="0024252B" w:rsidRPr="002813C1">
        <w:t>en sais rien</w:t>
      </w:r>
      <w:r>
        <w:t xml:space="preserve">. </w:t>
      </w:r>
      <w:r w:rsidR="0024252B" w:rsidRPr="002813C1">
        <w:t>Je me trouverais nez à nez avec lui que je ne pourrais pas dire</w:t>
      </w:r>
      <w:r>
        <w:t> : « </w:t>
      </w:r>
      <w:r w:rsidR="0024252B" w:rsidRPr="002813C1">
        <w:t>C</w:t>
      </w:r>
      <w:r>
        <w:t>’</w:t>
      </w:r>
      <w:r w:rsidR="0024252B" w:rsidRPr="002813C1">
        <w:t>est lui</w:t>
      </w:r>
      <w:r>
        <w:t> ! »</w:t>
      </w:r>
      <w:r w:rsidR="0024252B" w:rsidRPr="002813C1">
        <w:t xml:space="preserve"> Ce serait une autre paire de manches si je voyais seulement une photographie de lui</w:t>
      </w:r>
      <w:r>
        <w:t>…</w:t>
      </w:r>
    </w:p>
    <w:p w14:paraId="2CC04E0C" w14:textId="23FF5759" w:rsidR="00B77E03" w:rsidRDefault="00B77E03" w:rsidP="00B77E03">
      <w:r>
        <w:t>M</w:t>
      </w:r>
      <w:r w:rsidRPr="00B77E03">
        <w:rPr>
          <w:vertAlign w:val="superscript"/>
        </w:rPr>
        <w:t>lle</w:t>
      </w:r>
      <w:r>
        <w:t> </w:t>
      </w:r>
      <w:r w:rsidR="0024252B" w:rsidRPr="002813C1">
        <w:t>Marguerite rougit extrêmement</w:t>
      </w:r>
      <w:r>
        <w:t xml:space="preserve"> ; </w:t>
      </w:r>
      <w:r w:rsidR="0024252B" w:rsidRPr="002813C1">
        <w:t>mais c</w:t>
      </w:r>
      <w:r>
        <w:t>’</w:t>
      </w:r>
      <w:r w:rsidR="0024252B" w:rsidRPr="002813C1">
        <w:t>est de l</w:t>
      </w:r>
      <w:r>
        <w:t>’</w:t>
      </w:r>
      <w:r w:rsidR="0024252B" w:rsidRPr="002813C1">
        <w:t>accent le plus simple qu</w:t>
      </w:r>
      <w:r>
        <w:t>’</w:t>
      </w:r>
      <w:r w:rsidR="0024252B" w:rsidRPr="002813C1">
        <w:t>elle dit</w:t>
      </w:r>
      <w:r>
        <w:t> :</w:t>
      </w:r>
    </w:p>
    <w:p w14:paraId="6A6764A7" w14:textId="36F6BF81" w:rsidR="00B77E03" w:rsidRDefault="00B77E03" w:rsidP="00B77E03">
      <w:r>
        <w:t>— </w:t>
      </w:r>
      <w:r w:rsidR="0024252B" w:rsidRPr="002813C1">
        <w:t>Demain</w:t>
      </w:r>
      <w:r>
        <w:t xml:space="preserve">, </w:t>
      </w:r>
      <w:r w:rsidR="0024252B" w:rsidRPr="002813C1">
        <w:t>monsieur</w:t>
      </w:r>
      <w:r>
        <w:t xml:space="preserve">, </w:t>
      </w:r>
      <w:r w:rsidR="0024252B" w:rsidRPr="002813C1">
        <w:t xml:space="preserve">je vous remettrai la photographie de </w:t>
      </w:r>
      <w:r>
        <w:t>M. </w:t>
      </w:r>
      <w:proofErr w:type="spellStart"/>
      <w:r w:rsidR="0024252B" w:rsidRPr="002813C1">
        <w:t>Férailleur</w:t>
      </w:r>
      <w:proofErr w:type="spellEnd"/>
      <w:r>
        <w:t>…</w:t>
      </w:r>
    </w:p>
    <w:p w14:paraId="190F0CBF" w14:textId="77777777" w:rsidR="00B77E03" w:rsidRDefault="00B77E03" w:rsidP="00B77E03">
      <w:r>
        <w:t>— </w:t>
      </w:r>
      <w:r w:rsidR="0024252B" w:rsidRPr="002813C1">
        <w:t>Alors</w:t>
      </w:r>
      <w:r>
        <w:t xml:space="preserve">, </w:t>
      </w:r>
      <w:r w:rsidR="0024252B" w:rsidRPr="002813C1">
        <w:t>s</w:t>
      </w:r>
      <w:r>
        <w:t>’</w:t>
      </w:r>
      <w:r w:rsidR="0024252B" w:rsidRPr="002813C1">
        <w:t>écria Victor Chupin</w:t>
      </w:r>
      <w:r>
        <w:t xml:space="preserve">, </w:t>
      </w:r>
      <w:r w:rsidR="0024252B" w:rsidRPr="002813C1">
        <w:t>nous sommes des bons</w:t>
      </w:r>
      <w:r>
        <w:t xml:space="preserve"> !… </w:t>
      </w:r>
      <w:r w:rsidR="0024252B" w:rsidRPr="002813C1">
        <w:t>N</w:t>
      </w:r>
      <w:r>
        <w:t>’</w:t>
      </w:r>
      <w:r w:rsidR="0024252B" w:rsidRPr="002813C1">
        <w:t>ayez pas peur</w:t>
      </w:r>
      <w:r>
        <w:t xml:space="preserve">, </w:t>
      </w:r>
      <w:r w:rsidR="0024252B" w:rsidRPr="002813C1">
        <w:t>Mademoiselle</w:t>
      </w:r>
      <w:r>
        <w:t xml:space="preserve">, </w:t>
      </w:r>
      <w:r w:rsidR="0024252B" w:rsidRPr="002813C1">
        <w:t>à nous deux nous ferons voir le tour aux malins</w:t>
      </w:r>
      <w:r>
        <w:t xml:space="preserve">… </w:t>
      </w:r>
      <w:r w:rsidR="0024252B" w:rsidRPr="002813C1">
        <w:t>Je suis là</w:t>
      </w:r>
      <w:r>
        <w:t xml:space="preserve">, </w:t>
      </w:r>
      <w:r w:rsidR="0024252B" w:rsidRPr="002813C1">
        <w:t>pour un coup</w:t>
      </w:r>
      <w:r>
        <w:t xml:space="preserve">, </w:t>
      </w:r>
      <w:r w:rsidR="0024252B" w:rsidRPr="002813C1">
        <w:t>et je réponds de la casse</w:t>
      </w:r>
      <w:r>
        <w:t>…</w:t>
      </w:r>
    </w:p>
    <w:p w14:paraId="5A33ECFF" w14:textId="0D29DD92" w:rsidR="00B77E03" w:rsidRDefault="0024252B" w:rsidP="00B77E03">
      <w:r w:rsidRPr="002813C1">
        <w:t>Témoin muet de cette scène</w:t>
      </w:r>
      <w:r w:rsidR="00B77E03">
        <w:t>, M. </w:t>
      </w:r>
      <w:r w:rsidRPr="002813C1">
        <w:t>Fortunat crut devoir intervenir</w:t>
      </w:r>
      <w:r w:rsidR="00B77E03">
        <w:t xml:space="preserve">. </w:t>
      </w:r>
      <w:r w:rsidRPr="002813C1">
        <w:t>Il n</w:t>
      </w:r>
      <w:r w:rsidR="00B77E03">
        <w:t>’</w:t>
      </w:r>
      <w:r w:rsidRPr="002813C1">
        <w:t>était que médiocrement satisfait de l</w:t>
      </w:r>
      <w:r w:rsidR="00B77E03">
        <w:t>’</w:t>
      </w:r>
      <w:r w:rsidRPr="002813C1">
        <w:t>importance soudaine dont se grandissait son employé</w:t>
      </w:r>
      <w:r w:rsidR="00B77E03">
        <w:t xml:space="preserve"> ; </w:t>
      </w:r>
      <w:r w:rsidRPr="002813C1">
        <w:t>mais que lui importait</w:t>
      </w:r>
      <w:r w:rsidR="00B77E03">
        <w:t xml:space="preserve">, </w:t>
      </w:r>
      <w:r w:rsidRPr="002813C1">
        <w:t>après tout</w:t>
      </w:r>
      <w:r w:rsidR="00B77E03">
        <w:t xml:space="preserve">, </w:t>
      </w:r>
      <w:r w:rsidRPr="002813C1">
        <w:t>pourvu qu</w:t>
      </w:r>
      <w:r w:rsidR="00B77E03">
        <w:t>’</w:t>
      </w:r>
      <w:r w:rsidRPr="002813C1">
        <w:t xml:space="preserve">il fût vengé de </w:t>
      </w:r>
      <w:proofErr w:type="spellStart"/>
      <w:r w:rsidRPr="002813C1">
        <w:t>Valorsay</w:t>
      </w:r>
      <w:proofErr w:type="spellEnd"/>
      <w:r w:rsidR="00B77E03">
        <w:t>.</w:t>
      </w:r>
    </w:p>
    <w:p w14:paraId="4E87A4EC" w14:textId="77777777" w:rsidR="00B77E03" w:rsidRDefault="00B77E03" w:rsidP="00B77E03">
      <w:r>
        <w:t>— </w:t>
      </w:r>
      <w:r w:rsidR="0024252B" w:rsidRPr="002813C1">
        <w:t>Victor est un garçon capable et sûr</w:t>
      </w:r>
      <w:r>
        <w:t xml:space="preserve">, </w:t>
      </w:r>
      <w:r w:rsidR="0024252B" w:rsidRPr="002813C1">
        <w:t>mademoiselle</w:t>
      </w:r>
      <w:r>
        <w:t xml:space="preserve">, </w:t>
      </w:r>
      <w:r w:rsidR="0024252B" w:rsidRPr="002813C1">
        <w:t>déclara-t-il</w:t>
      </w:r>
      <w:r>
        <w:t xml:space="preserve">, </w:t>
      </w:r>
      <w:r w:rsidR="0024252B" w:rsidRPr="002813C1">
        <w:t>c</w:t>
      </w:r>
      <w:r>
        <w:t>’</w:t>
      </w:r>
      <w:r w:rsidR="0024252B" w:rsidRPr="002813C1">
        <w:t>est moi qui l</w:t>
      </w:r>
      <w:r>
        <w:t>’</w:t>
      </w:r>
      <w:r w:rsidR="0024252B" w:rsidRPr="002813C1">
        <w:t>ai dressé</w:t>
      </w:r>
      <w:r>
        <w:t xml:space="preserve">. </w:t>
      </w:r>
      <w:r w:rsidR="0024252B" w:rsidRPr="002813C1">
        <w:t>Vous vous trouverez bien</w:t>
      </w:r>
      <w:r>
        <w:t xml:space="preserve">, </w:t>
      </w:r>
      <w:r w:rsidR="0024252B" w:rsidRPr="002813C1">
        <w:t>je crois</w:t>
      </w:r>
      <w:r>
        <w:t xml:space="preserve">, </w:t>
      </w:r>
      <w:r w:rsidR="0024252B" w:rsidRPr="002813C1">
        <w:t>de ses services</w:t>
      </w:r>
      <w:r>
        <w:t>…</w:t>
      </w:r>
    </w:p>
    <w:p w14:paraId="4B4AE4BF" w14:textId="02A37A57" w:rsidR="00B77E03" w:rsidRDefault="0024252B" w:rsidP="00B77E03">
      <w:r w:rsidRPr="002813C1">
        <w:t xml:space="preserve">Un </w:t>
      </w:r>
      <w:r w:rsidR="00B77E03">
        <w:t>« </w:t>
      </w:r>
      <w:r w:rsidRPr="002813C1">
        <w:t>as-tu fini</w:t>
      </w:r>
      <w:r w:rsidR="00B77E03">
        <w:t xml:space="preserve">, </w:t>
      </w:r>
      <w:r w:rsidRPr="002813C1">
        <w:t>vieux poseur</w:t>
      </w:r>
      <w:r w:rsidR="00B77E03">
        <w:t> !… »</w:t>
      </w:r>
      <w:r w:rsidRPr="002813C1">
        <w:t xml:space="preserve"> monta aux lèvres de Chupin</w:t>
      </w:r>
      <w:r w:rsidR="00B77E03">
        <w:t xml:space="preserve">… </w:t>
      </w:r>
      <w:r w:rsidRPr="002813C1">
        <w:t xml:space="preserve">Il le retint par respect pour </w:t>
      </w:r>
      <w:r w:rsidR="00B77E03">
        <w:t>M</w:t>
      </w:r>
      <w:r w:rsidR="00B77E03" w:rsidRPr="00B77E03">
        <w:rPr>
          <w:vertAlign w:val="superscript"/>
        </w:rPr>
        <w:t>lle</w:t>
      </w:r>
      <w:r w:rsidR="00B77E03">
        <w:t> </w:t>
      </w:r>
      <w:r w:rsidRPr="002813C1">
        <w:t>Marguerite</w:t>
      </w:r>
      <w:r w:rsidR="00B77E03">
        <w:t>.</w:t>
      </w:r>
    </w:p>
    <w:p w14:paraId="2834599A" w14:textId="77777777" w:rsidR="00B77E03" w:rsidRDefault="00B77E03" w:rsidP="00B77E03">
      <w:r>
        <w:lastRenderedPageBreak/>
        <w:t>— </w:t>
      </w:r>
      <w:r w:rsidR="0024252B" w:rsidRPr="002813C1">
        <w:t>Voilà donc qui est dit</w:t>
      </w:r>
      <w:r>
        <w:t xml:space="preserve">, </w:t>
      </w:r>
      <w:r w:rsidR="0024252B" w:rsidRPr="002813C1">
        <w:t>prononça-t-elle</w:t>
      </w:r>
      <w:r>
        <w:t xml:space="preserve">, </w:t>
      </w:r>
      <w:r w:rsidR="0024252B" w:rsidRPr="002813C1">
        <w:t>à demain</w:t>
      </w:r>
      <w:r>
        <w:t>…</w:t>
      </w:r>
    </w:p>
    <w:p w14:paraId="6812C343" w14:textId="77777777" w:rsidR="00B77E03" w:rsidRDefault="0024252B" w:rsidP="00B77E03">
      <w:r w:rsidRPr="002813C1">
        <w:t>Et</w:t>
      </w:r>
      <w:r w:rsidR="00B77E03">
        <w:t xml:space="preserve">, </w:t>
      </w:r>
      <w:r w:rsidRPr="002813C1">
        <w:t>souriante</w:t>
      </w:r>
      <w:r w:rsidR="00B77E03">
        <w:t xml:space="preserve">, </w:t>
      </w:r>
      <w:r w:rsidRPr="002813C1">
        <w:t>comme on fait quand on conclut un marché</w:t>
      </w:r>
      <w:r w:rsidR="00B77E03">
        <w:t xml:space="preserve">, </w:t>
      </w:r>
      <w:r w:rsidRPr="002813C1">
        <w:t>elle tendit la main à Chupin</w:t>
      </w:r>
      <w:r w:rsidR="00B77E03">
        <w:t>.</w:t>
      </w:r>
    </w:p>
    <w:p w14:paraId="68390B00" w14:textId="77777777" w:rsidR="00B77E03" w:rsidRDefault="0024252B" w:rsidP="00B77E03">
      <w:r w:rsidRPr="002813C1">
        <w:t>Ah</w:t>
      </w:r>
      <w:r w:rsidR="00B77E03">
        <w:t xml:space="preserve"> ! </w:t>
      </w:r>
      <w:r w:rsidRPr="002813C1">
        <w:t>s</w:t>
      </w:r>
      <w:r w:rsidR="00B77E03">
        <w:t>’</w:t>
      </w:r>
      <w:r w:rsidRPr="002813C1">
        <w:t>il n</w:t>
      </w:r>
      <w:r w:rsidR="00B77E03">
        <w:t>’</w:t>
      </w:r>
      <w:r w:rsidRPr="002813C1">
        <w:t>eût écouté que son inspiration</w:t>
      </w:r>
      <w:r w:rsidR="00B77E03">
        <w:t xml:space="preserve">, </w:t>
      </w:r>
      <w:r w:rsidRPr="002813C1">
        <w:t>il se fût jeté à genoux pour la baiser</w:t>
      </w:r>
      <w:r w:rsidR="00B77E03">
        <w:t xml:space="preserve">, </w:t>
      </w:r>
      <w:r w:rsidRPr="002813C1">
        <w:t>cette main blanche et exquise comme jamais il n</w:t>
      </w:r>
      <w:r w:rsidR="00B77E03">
        <w:t>’</w:t>
      </w:r>
      <w:r w:rsidRPr="002813C1">
        <w:t>en avait vu</w:t>
      </w:r>
      <w:r w:rsidR="00B77E03">
        <w:t xml:space="preserve">… </w:t>
      </w:r>
      <w:r w:rsidRPr="002813C1">
        <w:t>À peine osa-t-il l</w:t>
      </w:r>
      <w:r w:rsidR="00B77E03">
        <w:t>’</w:t>
      </w:r>
      <w:r w:rsidRPr="002813C1">
        <w:t>effleurer du bout des doigts</w:t>
      </w:r>
      <w:r w:rsidR="00B77E03">
        <w:t xml:space="preserve">, </w:t>
      </w:r>
      <w:r w:rsidRPr="002813C1">
        <w:t>et encore il changea deux ou trois fois de couleur</w:t>
      </w:r>
      <w:r w:rsidR="00B77E03">
        <w:t>…</w:t>
      </w:r>
    </w:p>
    <w:p w14:paraId="7E63BCDC" w14:textId="77777777" w:rsidR="00B77E03" w:rsidRDefault="00B77E03" w:rsidP="00B77E03">
      <w:r>
        <w:t>— </w:t>
      </w:r>
      <w:r w:rsidR="0024252B" w:rsidRPr="002813C1">
        <w:t>Quelle femme</w:t>
      </w:r>
      <w:r>
        <w:t xml:space="preserve"> ! </w:t>
      </w:r>
      <w:r w:rsidR="0024252B" w:rsidRPr="002813C1">
        <w:t>m</w:t>
      </w:r>
      <w:r>
        <w:t>’</w:t>
      </w:r>
      <w:proofErr w:type="spellStart"/>
      <w:r w:rsidR="0024252B" w:rsidRPr="002813C1">
        <w:t>sieu</w:t>
      </w:r>
      <w:proofErr w:type="spellEnd"/>
      <w:r>
        <w:t xml:space="preserve">, </w:t>
      </w:r>
      <w:r w:rsidR="0024252B" w:rsidRPr="002813C1">
        <w:t>s</w:t>
      </w:r>
      <w:r>
        <w:t>’</w:t>
      </w:r>
      <w:r w:rsidR="0024252B" w:rsidRPr="002813C1">
        <w:t>écria-t-il dès qu</w:t>
      </w:r>
      <w:r>
        <w:t>’</w:t>
      </w:r>
      <w:r w:rsidR="0024252B" w:rsidRPr="002813C1">
        <w:t>elle fut sortie</w:t>
      </w:r>
      <w:r>
        <w:t xml:space="preserve">. </w:t>
      </w:r>
      <w:r w:rsidR="0024252B" w:rsidRPr="002813C1">
        <w:t>Une reine</w:t>
      </w:r>
      <w:r>
        <w:t xml:space="preserve"> !… </w:t>
      </w:r>
      <w:r w:rsidR="0024252B" w:rsidRPr="002813C1">
        <w:t>On se ferait hacher pour elle</w:t>
      </w:r>
      <w:r>
        <w:t xml:space="preserve">… </w:t>
      </w:r>
      <w:r w:rsidR="0024252B" w:rsidRPr="002813C1">
        <w:t>Et bonne et futée</w:t>
      </w:r>
      <w:r>
        <w:t xml:space="preserve">… </w:t>
      </w:r>
      <w:r w:rsidR="0024252B" w:rsidRPr="002813C1">
        <w:t>Vous avez vu</w:t>
      </w:r>
      <w:r>
        <w:t xml:space="preserve">, </w:t>
      </w:r>
      <w:r w:rsidR="0024252B" w:rsidRPr="002813C1">
        <w:t>m</w:t>
      </w:r>
      <w:r>
        <w:t>’</w:t>
      </w:r>
      <w:proofErr w:type="spellStart"/>
      <w:r w:rsidR="0024252B" w:rsidRPr="002813C1">
        <w:t>sieu</w:t>
      </w:r>
      <w:proofErr w:type="spellEnd"/>
      <w:r>
        <w:t xml:space="preserve">, </w:t>
      </w:r>
      <w:r w:rsidR="0024252B" w:rsidRPr="002813C1">
        <w:t>elle ne m</w:t>
      </w:r>
      <w:r>
        <w:t>’</w:t>
      </w:r>
      <w:r w:rsidR="0024252B" w:rsidRPr="002813C1">
        <w:t>a rien offert</w:t>
      </w:r>
      <w:r>
        <w:t xml:space="preserve">… </w:t>
      </w:r>
      <w:r w:rsidR="0024252B" w:rsidRPr="002813C1">
        <w:t>Elle a compris que si je travaille pour elle</w:t>
      </w:r>
      <w:r>
        <w:t xml:space="preserve">, </w:t>
      </w:r>
      <w:r w:rsidR="0024252B" w:rsidRPr="002813C1">
        <w:t>c</w:t>
      </w:r>
      <w:r>
        <w:t>’</w:t>
      </w:r>
      <w:r w:rsidR="0024252B" w:rsidRPr="002813C1">
        <w:t>est pour moi</w:t>
      </w:r>
      <w:r>
        <w:t xml:space="preserve">, </w:t>
      </w:r>
      <w:r w:rsidR="0024252B" w:rsidRPr="002813C1">
        <w:t>pour mon contentement</w:t>
      </w:r>
      <w:r>
        <w:t xml:space="preserve">, </w:t>
      </w:r>
      <w:r w:rsidR="0024252B" w:rsidRPr="002813C1">
        <w:t>de tout cœur et pour l</w:t>
      </w:r>
      <w:r>
        <w:t>’</w:t>
      </w:r>
      <w:r w:rsidR="0024252B" w:rsidRPr="002813C1">
        <w:t>honneur</w:t>
      </w:r>
      <w:r>
        <w:t xml:space="preserve">… </w:t>
      </w:r>
      <w:r w:rsidR="0024252B" w:rsidRPr="002813C1">
        <w:t>Cristi</w:t>
      </w:r>
      <w:r>
        <w:t xml:space="preserve"> ! </w:t>
      </w:r>
      <w:r w:rsidR="0024252B" w:rsidRPr="002813C1">
        <w:t>aurais-je bisqué si elle m</w:t>
      </w:r>
      <w:r>
        <w:t>’</w:t>
      </w:r>
      <w:r w:rsidR="0024252B" w:rsidRPr="002813C1">
        <w:t>avait offert de l</w:t>
      </w:r>
      <w:r>
        <w:t>’</w:t>
      </w:r>
      <w:r w:rsidR="0024252B" w:rsidRPr="002813C1">
        <w:t>argent</w:t>
      </w:r>
      <w:r>
        <w:t xml:space="preserve"> ?… </w:t>
      </w:r>
      <w:r w:rsidR="0024252B" w:rsidRPr="002813C1">
        <w:t>Aurais-je été assez vexé</w:t>
      </w:r>
      <w:r>
        <w:t xml:space="preserve">, </w:t>
      </w:r>
      <w:r w:rsidR="0024252B" w:rsidRPr="002813C1">
        <w:t>assez aplati</w:t>
      </w:r>
      <w:r>
        <w:t>.</w:t>
      </w:r>
    </w:p>
    <w:p w14:paraId="6F255794" w14:textId="3A7ED950" w:rsidR="00B77E03" w:rsidRDefault="0024252B" w:rsidP="00B77E03">
      <w:r w:rsidRPr="002813C1">
        <w:t>Chupin ravi qu</w:t>
      </w:r>
      <w:r w:rsidR="00B77E03">
        <w:t>’</w:t>
      </w:r>
      <w:r w:rsidRPr="002813C1">
        <w:t>on ne rétribuât pas ses peines</w:t>
      </w:r>
      <w:r w:rsidR="00B77E03">
        <w:t xml:space="preserve"> !… </w:t>
      </w:r>
      <w:r w:rsidRPr="002813C1">
        <w:t>C</w:t>
      </w:r>
      <w:r w:rsidR="00B77E03">
        <w:t>’</w:t>
      </w:r>
      <w:r w:rsidRPr="002813C1">
        <w:t>était si bien le monde renversé</w:t>
      </w:r>
      <w:r w:rsidR="00B77E03">
        <w:t xml:space="preserve">, </w:t>
      </w:r>
      <w:r w:rsidRPr="002813C1">
        <w:t xml:space="preserve">que </w:t>
      </w:r>
      <w:r w:rsidR="00B77E03">
        <w:t>M. </w:t>
      </w:r>
      <w:r w:rsidRPr="002813C1">
        <w:t>Fortunat en demeura abasourdi</w:t>
      </w:r>
      <w:r w:rsidR="00B77E03">
        <w:t>.</w:t>
      </w:r>
    </w:p>
    <w:p w14:paraId="6A53F088" w14:textId="77777777" w:rsidR="00B77E03" w:rsidRDefault="00B77E03" w:rsidP="00B77E03">
      <w:r>
        <w:t>— </w:t>
      </w:r>
      <w:r w:rsidR="0024252B" w:rsidRPr="002813C1">
        <w:t>Deviendriez-vous fou</w:t>
      </w:r>
      <w:r>
        <w:t xml:space="preserve">, </w:t>
      </w:r>
      <w:r w:rsidR="0024252B" w:rsidRPr="002813C1">
        <w:t>Victor</w:t>
      </w:r>
      <w:r>
        <w:t xml:space="preserve"> ?… </w:t>
      </w:r>
      <w:r w:rsidR="0024252B" w:rsidRPr="002813C1">
        <w:t>fit-il</w:t>
      </w:r>
      <w:r>
        <w:t>.</w:t>
      </w:r>
    </w:p>
    <w:p w14:paraId="6B60A645" w14:textId="77777777" w:rsidR="00B77E03" w:rsidRDefault="00B77E03" w:rsidP="00B77E03">
      <w:r>
        <w:t>— </w:t>
      </w:r>
      <w:r w:rsidR="0024252B" w:rsidRPr="002813C1">
        <w:t>Fou</w:t>
      </w:r>
      <w:r>
        <w:t xml:space="preserve"> ? </w:t>
      </w:r>
      <w:r w:rsidR="0024252B" w:rsidRPr="002813C1">
        <w:t>moi</w:t>
      </w:r>
      <w:r>
        <w:t xml:space="preserve"> !… </w:t>
      </w:r>
      <w:r w:rsidR="0024252B" w:rsidRPr="002813C1">
        <w:t>jamais de la vie</w:t>
      </w:r>
      <w:r>
        <w:t xml:space="preserve">… </w:t>
      </w:r>
      <w:r w:rsidR="0024252B" w:rsidRPr="002813C1">
        <w:t>Je deviens</w:t>
      </w:r>
      <w:r>
        <w:t>…</w:t>
      </w:r>
    </w:p>
    <w:p w14:paraId="6906A69D" w14:textId="77777777" w:rsidR="00B77E03" w:rsidRDefault="0024252B" w:rsidP="00B77E03">
      <w:r w:rsidRPr="002813C1">
        <w:t>Il s</w:t>
      </w:r>
      <w:r w:rsidR="00B77E03">
        <w:t>’</w:t>
      </w:r>
      <w:r w:rsidRPr="002813C1">
        <w:t>arrêta court</w:t>
      </w:r>
      <w:r w:rsidR="00B77E03">
        <w:t xml:space="preserve">. </w:t>
      </w:r>
      <w:r w:rsidRPr="002813C1">
        <w:t>Il allait dire</w:t>
      </w:r>
      <w:r w:rsidR="00B77E03">
        <w:t> : « </w:t>
      </w:r>
      <w:r w:rsidRPr="002813C1">
        <w:t>honnête homme</w:t>
      </w:r>
      <w:r w:rsidR="00B77E03">
        <w:t>. »</w:t>
      </w:r>
      <w:r w:rsidRPr="002813C1">
        <w:t xml:space="preserve"> Mais de même qu</w:t>
      </w:r>
      <w:r w:rsidR="00B77E03">
        <w:t>’</w:t>
      </w:r>
      <w:r w:rsidRPr="002813C1">
        <w:t>il ne faut point parler de corde dans la maison d</w:t>
      </w:r>
      <w:r w:rsidR="00B77E03">
        <w:t>’</w:t>
      </w:r>
      <w:r w:rsidRPr="002813C1">
        <w:t>un pendu</w:t>
      </w:r>
      <w:r w:rsidR="00B77E03">
        <w:t xml:space="preserve">, </w:t>
      </w:r>
      <w:r w:rsidRPr="002813C1">
        <w:t>il est certains mots qu</w:t>
      </w:r>
      <w:r w:rsidR="00B77E03">
        <w:t>’</w:t>
      </w:r>
      <w:r w:rsidRPr="002813C1">
        <w:t>on ne doit jamais prononcer devant certaines gens</w:t>
      </w:r>
      <w:r w:rsidR="00B77E03">
        <w:t xml:space="preserve">… </w:t>
      </w:r>
      <w:r w:rsidRPr="002813C1">
        <w:t>Chupin savait cela</w:t>
      </w:r>
      <w:r w:rsidR="00B77E03">
        <w:t xml:space="preserve">, </w:t>
      </w:r>
      <w:r w:rsidRPr="002813C1">
        <w:t>aussi se reprenant vivement</w:t>
      </w:r>
      <w:r w:rsidR="00B77E03">
        <w:t> :</w:t>
      </w:r>
    </w:p>
    <w:p w14:paraId="17F28776" w14:textId="77777777" w:rsidR="00B77E03" w:rsidRDefault="00B77E03" w:rsidP="00B77E03">
      <w:r>
        <w:t>— </w:t>
      </w:r>
      <w:r w:rsidR="0024252B" w:rsidRPr="002813C1">
        <w:t>Quand je serai très-riche</w:t>
      </w:r>
      <w:r>
        <w:t xml:space="preserve">, </w:t>
      </w:r>
      <w:r w:rsidR="0024252B" w:rsidRPr="002813C1">
        <w:t>m</w:t>
      </w:r>
      <w:r>
        <w:t>’</w:t>
      </w:r>
      <w:proofErr w:type="spellStart"/>
      <w:r w:rsidR="0024252B" w:rsidRPr="002813C1">
        <w:t>sieu</w:t>
      </w:r>
      <w:proofErr w:type="spellEnd"/>
      <w:r>
        <w:t xml:space="preserve">, </w:t>
      </w:r>
      <w:r w:rsidR="0024252B" w:rsidRPr="002813C1">
        <w:t>ajouta-t-il</w:t>
      </w:r>
      <w:r>
        <w:t xml:space="preserve">, </w:t>
      </w:r>
      <w:r w:rsidR="0024252B" w:rsidRPr="002813C1">
        <w:t>quand je serai banquier et que j</w:t>
      </w:r>
      <w:r>
        <w:t>’</w:t>
      </w:r>
      <w:r w:rsidR="0024252B" w:rsidRPr="002813C1">
        <w:t>aurai des tas d</w:t>
      </w:r>
      <w:r>
        <w:t>’</w:t>
      </w:r>
      <w:r w:rsidR="0024252B" w:rsidRPr="002813C1">
        <w:t>employés</w:t>
      </w:r>
      <w:r>
        <w:t xml:space="preserve">, </w:t>
      </w:r>
      <w:r w:rsidR="0024252B" w:rsidRPr="002813C1">
        <w:t>qui passeront leurs journées à compter mes pièces de cent sous derrière des grillages</w:t>
      </w:r>
      <w:r>
        <w:t xml:space="preserve">, </w:t>
      </w:r>
      <w:r w:rsidR="0024252B" w:rsidRPr="002813C1">
        <w:t>je veux une femme comme celle-là</w:t>
      </w:r>
      <w:r>
        <w:t xml:space="preserve">… </w:t>
      </w:r>
      <w:r w:rsidR="0024252B" w:rsidRPr="002813C1">
        <w:t>Mais je file</w:t>
      </w:r>
      <w:r>
        <w:t xml:space="preserve">, </w:t>
      </w:r>
      <w:r w:rsidR="0024252B" w:rsidRPr="002813C1">
        <w:t>bien au revoir</w:t>
      </w:r>
      <w:r>
        <w:t xml:space="preserve">, </w:t>
      </w:r>
      <w:r w:rsidR="0024252B" w:rsidRPr="002813C1">
        <w:t>m</w:t>
      </w:r>
      <w:r>
        <w:t>’</w:t>
      </w:r>
      <w:proofErr w:type="spellStart"/>
      <w:r w:rsidR="0024252B" w:rsidRPr="002813C1">
        <w:t>sieu</w:t>
      </w:r>
      <w:proofErr w:type="spellEnd"/>
      <w:r>
        <w:t>…</w:t>
      </w:r>
    </w:p>
    <w:p w14:paraId="0DF4418E" w14:textId="6FA27EC5" w:rsidR="00B77E03" w:rsidRDefault="0024252B" w:rsidP="00B77E03">
      <w:r w:rsidRPr="002813C1">
        <w:lastRenderedPageBreak/>
        <w:t>Et voici comment et pourquoi l</w:t>
      </w:r>
      <w:r w:rsidR="00B77E03">
        <w:t>’</w:t>
      </w:r>
      <w:r w:rsidRPr="002813C1">
        <w:t xml:space="preserve">honnête </w:t>
      </w:r>
      <w:r w:rsidR="00B77E03">
        <w:t>M</w:t>
      </w:r>
      <w:r w:rsidR="00B77E03" w:rsidRPr="00B77E03">
        <w:rPr>
          <w:vertAlign w:val="superscript"/>
        </w:rPr>
        <w:t>me</w:t>
      </w:r>
      <w:r w:rsidR="00B77E03">
        <w:t> </w:t>
      </w:r>
      <w:r w:rsidRPr="002813C1">
        <w:t xml:space="preserve">Léon avait surpris sa </w:t>
      </w:r>
      <w:r w:rsidR="00B77E03">
        <w:t>« </w:t>
      </w:r>
      <w:r w:rsidRPr="002813C1">
        <w:t>chère demoiselle</w:t>
      </w:r>
      <w:r w:rsidR="00B77E03">
        <w:t> »</w:t>
      </w:r>
      <w:r w:rsidRPr="002813C1">
        <w:t xml:space="preserve"> en grande conversation avec </w:t>
      </w:r>
      <w:r w:rsidR="00B77E03">
        <w:t>« </w:t>
      </w:r>
      <w:r w:rsidRPr="002813C1">
        <w:t>un vaurien en blouse</w:t>
      </w:r>
      <w:r w:rsidR="00B77E03">
        <w:t>. »</w:t>
      </w:r>
      <w:r w:rsidRPr="002813C1">
        <w:t xml:space="preserve"> C</w:t>
      </w:r>
      <w:r w:rsidR="00B77E03">
        <w:t>’</w:t>
      </w:r>
      <w:r w:rsidRPr="002813C1">
        <w:t>est que Victor Chupin n</w:t>
      </w:r>
      <w:r w:rsidR="00B77E03">
        <w:t>’</w:t>
      </w:r>
      <w:r w:rsidRPr="002813C1">
        <w:t>était pas un garçon à promettre et à ne point tenir</w:t>
      </w:r>
      <w:r w:rsidR="00B77E03">
        <w:t>.</w:t>
      </w:r>
    </w:p>
    <w:p w14:paraId="4A47E5A8" w14:textId="77777777" w:rsidR="00B77E03" w:rsidRDefault="0024252B" w:rsidP="00B77E03">
      <w:r w:rsidRPr="002813C1">
        <w:t>S</w:t>
      </w:r>
      <w:r w:rsidR="00B77E03">
        <w:t>’</w:t>
      </w:r>
      <w:r w:rsidRPr="002813C1">
        <w:t>il était difficile à émouvoir</w:t>
      </w:r>
      <w:r w:rsidR="00B77E03">
        <w:t xml:space="preserve">, </w:t>
      </w:r>
      <w:r w:rsidRPr="002813C1">
        <w:t>comme tous ceux dont l</w:t>
      </w:r>
      <w:r w:rsidR="00B77E03">
        <w:t>’</w:t>
      </w:r>
      <w:r w:rsidRPr="002813C1">
        <w:t>existence a été pénible</w:t>
      </w:r>
      <w:r w:rsidR="00B77E03">
        <w:t xml:space="preserve">, </w:t>
      </w:r>
      <w:r w:rsidRPr="002813C1">
        <w:t>ses émotions durables ne s</w:t>
      </w:r>
      <w:r w:rsidR="00B77E03">
        <w:t>’</w:t>
      </w:r>
      <w:r w:rsidRPr="002813C1">
        <w:t>évaporaient pas en vaines protestations</w:t>
      </w:r>
      <w:r w:rsidR="00B77E03">
        <w:t xml:space="preserve">… </w:t>
      </w:r>
      <w:r w:rsidRPr="002813C1">
        <w:t>Quand l</w:t>
      </w:r>
      <w:r w:rsidR="00B77E03">
        <w:t>’</w:t>
      </w:r>
      <w:r w:rsidRPr="002813C1">
        <w:t>enthousiasme vibrait en lui</w:t>
      </w:r>
      <w:r w:rsidR="00B77E03">
        <w:t xml:space="preserve">, </w:t>
      </w:r>
      <w:r w:rsidRPr="002813C1">
        <w:t>ce n</w:t>
      </w:r>
      <w:r w:rsidR="00B77E03">
        <w:t>’</w:t>
      </w:r>
      <w:r w:rsidRPr="002813C1">
        <w:t>était pas pour un jour</w:t>
      </w:r>
      <w:r w:rsidR="00B77E03">
        <w:t>…</w:t>
      </w:r>
    </w:p>
    <w:p w14:paraId="5D694310" w14:textId="77777777" w:rsidR="00B77E03" w:rsidRDefault="0024252B" w:rsidP="00B77E03">
      <w:r w:rsidRPr="002813C1">
        <w:t xml:space="preserve">Retrouver Pascal </w:t>
      </w:r>
      <w:proofErr w:type="spellStart"/>
      <w:r w:rsidRPr="002813C1">
        <w:t>Férailleur</w:t>
      </w:r>
      <w:proofErr w:type="spellEnd"/>
      <w:r w:rsidRPr="002813C1">
        <w:t xml:space="preserve"> devint son idée fixe</w:t>
      </w:r>
      <w:r w:rsidR="00B77E03">
        <w:t xml:space="preserve">. </w:t>
      </w:r>
      <w:r w:rsidRPr="002813C1">
        <w:t>Tâche difficile</w:t>
      </w:r>
      <w:r w:rsidR="00B77E03">
        <w:t xml:space="preserve">, </w:t>
      </w:r>
      <w:r w:rsidRPr="002813C1">
        <w:t>dans les conditions où il l</w:t>
      </w:r>
      <w:r w:rsidR="00B77E03">
        <w:t>’</w:t>
      </w:r>
      <w:r w:rsidRPr="002813C1">
        <w:t>entreprenait</w:t>
      </w:r>
      <w:r w:rsidR="00B77E03">
        <w:t>.</w:t>
      </w:r>
    </w:p>
    <w:p w14:paraId="40AFF91D" w14:textId="3425CF9A" w:rsidR="00B77E03" w:rsidRDefault="0024252B" w:rsidP="00B77E03">
      <w:r w:rsidRPr="002813C1">
        <w:t>Quel était en effet le point de départ de ses investigations</w:t>
      </w:r>
      <w:r w:rsidR="00B77E03">
        <w:t xml:space="preserve"> ?… </w:t>
      </w:r>
      <w:r w:rsidRPr="002813C1">
        <w:t>Il savait que Pascal habitait rue d</w:t>
      </w:r>
      <w:r w:rsidR="00B77E03">
        <w:t>’</w:t>
      </w:r>
      <w:r w:rsidRPr="002813C1">
        <w:t>Ulm</w:t>
      </w:r>
      <w:r w:rsidR="00B77E03">
        <w:t xml:space="preserve">, </w:t>
      </w:r>
      <w:r w:rsidRPr="002813C1">
        <w:t>et qu</w:t>
      </w:r>
      <w:r w:rsidR="00B77E03">
        <w:t>’</w:t>
      </w:r>
      <w:r w:rsidRPr="002813C1">
        <w:t>il en était parti soudainement avec sa mère</w:t>
      </w:r>
      <w:r w:rsidR="00B77E03">
        <w:t xml:space="preserve">, </w:t>
      </w:r>
      <w:r w:rsidRPr="002813C1">
        <w:t>en annonçant qu</w:t>
      </w:r>
      <w:r w:rsidR="00B77E03">
        <w:t>’</w:t>
      </w:r>
      <w:r w:rsidRPr="002813C1">
        <w:t>il se rendait en Amérique</w:t>
      </w:r>
      <w:r w:rsidR="00B77E03">
        <w:t xml:space="preserve">. </w:t>
      </w:r>
      <w:r w:rsidRPr="002813C1">
        <w:t>À cela se bornait le positif</w:t>
      </w:r>
      <w:r w:rsidR="00B77E03">
        <w:t xml:space="preserve">. </w:t>
      </w:r>
      <w:r w:rsidRPr="002813C1">
        <w:t>Pour ce qui est des conjectures</w:t>
      </w:r>
      <w:r w:rsidR="00B77E03">
        <w:t xml:space="preserve">, </w:t>
      </w:r>
      <w:r w:rsidRPr="002813C1">
        <w:t>Chupin était persuadé</w:t>
      </w:r>
      <w:r w:rsidR="00B77E03">
        <w:t xml:space="preserve">, </w:t>
      </w:r>
      <w:r w:rsidRPr="002813C1">
        <w:t xml:space="preserve">sur la foi de </w:t>
      </w:r>
      <w:r w:rsidR="00B77E03">
        <w:t>M</w:t>
      </w:r>
      <w:r w:rsidR="00B77E03" w:rsidRPr="00B77E03">
        <w:rPr>
          <w:vertAlign w:val="superscript"/>
        </w:rPr>
        <w:t>lle</w:t>
      </w:r>
      <w:r w:rsidR="00B77E03">
        <w:t> </w:t>
      </w:r>
      <w:r w:rsidRPr="002813C1">
        <w:t>Marguerite</w:t>
      </w:r>
      <w:r w:rsidR="00B77E03">
        <w:t xml:space="preserve">, </w:t>
      </w:r>
      <w:r w:rsidRPr="002813C1">
        <w:t>que Pascal n</w:t>
      </w:r>
      <w:r w:rsidR="00B77E03">
        <w:t>’</w:t>
      </w:r>
      <w:r w:rsidRPr="002813C1">
        <w:t>avait pas quitté Paris et y attendait l</w:t>
      </w:r>
      <w:r w:rsidR="00B77E03">
        <w:t>’</w:t>
      </w:r>
      <w:r w:rsidRPr="002813C1">
        <w:t>occasion de se réhabiliter</w:t>
      </w:r>
      <w:r w:rsidR="00B77E03">
        <w:t xml:space="preserve">, </w:t>
      </w:r>
      <w:r w:rsidRPr="002813C1">
        <w:t xml:space="preserve">en se vengeant de </w:t>
      </w:r>
      <w:r w:rsidR="00B77E03">
        <w:t>M. de </w:t>
      </w:r>
      <w:proofErr w:type="spellStart"/>
      <w:r w:rsidRPr="002813C1">
        <w:t>Coralth</w:t>
      </w:r>
      <w:proofErr w:type="spellEnd"/>
      <w:r w:rsidRPr="002813C1">
        <w:t xml:space="preserve"> et du marquis de </w:t>
      </w:r>
      <w:proofErr w:type="spellStart"/>
      <w:r w:rsidRPr="002813C1">
        <w:t>Valorsay</w:t>
      </w:r>
      <w:proofErr w:type="spellEnd"/>
      <w:r w:rsidR="00B77E03">
        <w:t>…</w:t>
      </w:r>
    </w:p>
    <w:p w14:paraId="781C72AF" w14:textId="77777777" w:rsidR="00B77E03" w:rsidRDefault="0024252B" w:rsidP="00B77E03">
      <w:r w:rsidRPr="002813C1">
        <w:t>Avec ces seuls indices</w:t>
      </w:r>
      <w:r w:rsidR="00B77E03">
        <w:t xml:space="preserve">, </w:t>
      </w:r>
      <w:r w:rsidRPr="002813C1">
        <w:t>espérer découvrir un homme ayant intérêt à se cacher</w:t>
      </w:r>
      <w:r w:rsidR="00B77E03">
        <w:t xml:space="preserve">, </w:t>
      </w:r>
      <w:r w:rsidRPr="002813C1">
        <w:t>dans une ville comme Paris n</w:t>
      </w:r>
      <w:r w:rsidR="00B77E03">
        <w:t>’</w:t>
      </w:r>
      <w:r w:rsidRPr="002813C1">
        <w:t>est-ce pas folie</w:t>
      </w:r>
      <w:r w:rsidR="00B77E03">
        <w:t> ?…</w:t>
      </w:r>
    </w:p>
    <w:p w14:paraId="26B9228B" w14:textId="77777777" w:rsidR="00B77E03" w:rsidRDefault="0024252B" w:rsidP="00B77E03">
      <w:r w:rsidRPr="002813C1">
        <w:t>Ainsi ne pensait pas Chupin</w:t>
      </w:r>
      <w:r w:rsidR="00B77E03">
        <w:t xml:space="preserve">. </w:t>
      </w:r>
      <w:r w:rsidRPr="002813C1">
        <w:t>Lorsqu</w:t>
      </w:r>
      <w:r w:rsidR="00B77E03">
        <w:t>’</w:t>
      </w:r>
      <w:r w:rsidRPr="002813C1">
        <w:t>il avait déclaré qu</w:t>
      </w:r>
      <w:r w:rsidR="00B77E03">
        <w:t>’</w:t>
      </w:r>
      <w:r w:rsidRPr="002813C1">
        <w:t>il répondait de tout</w:t>
      </w:r>
      <w:r w:rsidR="00B77E03">
        <w:t xml:space="preserve">, </w:t>
      </w:r>
      <w:r w:rsidRPr="002813C1">
        <w:t>c</w:t>
      </w:r>
      <w:r w:rsidR="00B77E03">
        <w:t>’</w:t>
      </w:r>
      <w:r w:rsidRPr="002813C1">
        <w:t>est qu</w:t>
      </w:r>
      <w:r w:rsidR="00B77E03">
        <w:t>’</w:t>
      </w:r>
      <w:r w:rsidRPr="002813C1">
        <w:t>il avait</w:t>
      </w:r>
      <w:r w:rsidR="00B77E03">
        <w:t xml:space="preserve">, </w:t>
      </w:r>
      <w:r w:rsidRPr="002813C1">
        <w:t>ainsi qu</w:t>
      </w:r>
      <w:r w:rsidR="00B77E03">
        <w:t>’</w:t>
      </w:r>
      <w:r w:rsidRPr="002813C1">
        <w:t>il le disait</w:t>
      </w:r>
      <w:r w:rsidR="00B77E03">
        <w:t xml:space="preserve">, </w:t>
      </w:r>
      <w:r w:rsidRPr="002813C1">
        <w:t>son idée</w:t>
      </w:r>
      <w:r w:rsidR="00B77E03">
        <w:t>.</w:t>
      </w:r>
    </w:p>
    <w:p w14:paraId="6630047C" w14:textId="5191C979" w:rsidR="00B77E03" w:rsidRDefault="0024252B" w:rsidP="00B77E03">
      <w:r w:rsidRPr="002813C1">
        <w:t>C</w:t>
      </w:r>
      <w:r w:rsidR="00B77E03">
        <w:t>’</w:t>
      </w:r>
      <w:r w:rsidRPr="002813C1">
        <w:t>est pourquoi</w:t>
      </w:r>
      <w:r w:rsidR="00B77E03">
        <w:t xml:space="preserve">, </w:t>
      </w:r>
      <w:r w:rsidRPr="002813C1">
        <w:t xml:space="preserve">en sortant de chez </w:t>
      </w:r>
      <w:r w:rsidR="00B77E03">
        <w:t>M. </w:t>
      </w:r>
      <w:r w:rsidRPr="002813C1">
        <w:t>Fortunat</w:t>
      </w:r>
      <w:r w:rsidR="00B77E03">
        <w:t xml:space="preserve">, </w:t>
      </w:r>
      <w:r w:rsidRPr="002813C1">
        <w:t>il courut tout d</w:t>
      </w:r>
      <w:r w:rsidR="00B77E03">
        <w:t>’</w:t>
      </w:r>
      <w:r w:rsidRPr="002813C1">
        <w:t>une haleine rue d</w:t>
      </w:r>
      <w:r w:rsidR="00B77E03">
        <w:t>’</w:t>
      </w:r>
      <w:r w:rsidRPr="002813C1">
        <w:t>Ulm</w:t>
      </w:r>
      <w:r w:rsidR="00B77E03">
        <w:t>.</w:t>
      </w:r>
    </w:p>
    <w:p w14:paraId="4F85B73C" w14:textId="76528719" w:rsidR="00B77E03" w:rsidRDefault="0024252B" w:rsidP="00B77E03">
      <w:r w:rsidRPr="002813C1">
        <w:t>Le concierge de l</w:t>
      </w:r>
      <w:r w:rsidR="00B77E03">
        <w:t>’</w:t>
      </w:r>
      <w:r w:rsidRPr="002813C1">
        <w:t>ancienne maison de Pascal n</w:t>
      </w:r>
      <w:r w:rsidR="00B77E03">
        <w:t>’</w:t>
      </w:r>
      <w:r w:rsidRPr="002813C1">
        <w:t>était pas poli</w:t>
      </w:r>
      <w:r w:rsidR="00B77E03">
        <w:t xml:space="preserve">. </w:t>
      </w:r>
      <w:r w:rsidRPr="002813C1">
        <w:t>C</w:t>
      </w:r>
      <w:r w:rsidR="00B77E03">
        <w:t>’</w:t>
      </w:r>
      <w:r w:rsidRPr="002813C1">
        <w:t xml:space="preserve">était ce même homme qui avait répondu si brutalement à </w:t>
      </w:r>
      <w:r w:rsidR="00B77E03">
        <w:t>M</w:t>
      </w:r>
      <w:r w:rsidR="00B77E03" w:rsidRPr="00B77E03">
        <w:rPr>
          <w:vertAlign w:val="superscript"/>
        </w:rPr>
        <w:t>lle</w:t>
      </w:r>
      <w:r w:rsidR="00B77E03">
        <w:t> </w:t>
      </w:r>
      <w:r w:rsidRPr="002813C1">
        <w:t>Marguerite</w:t>
      </w:r>
      <w:r w:rsidR="00B77E03">
        <w:t xml:space="preserve">. </w:t>
      </w:r>
      <w:r w:rsidRPr="002813C1">
        <w:t>Mais Chupin possédait l</w:t>
      </w:r>
      <w:r w:rsidR="00B77E03">
        <w:t>’</w:t>
      </w:r>
      <w:r w:rsidRPr="002813C1">
        <w:t xml:space="preserve">art de dérider </w:t>
      </w:r>
      <w:r w:rsidRPr="002813C1">
        <w:lastRenderedPageBreak/>
        <w:t>les portiers les plus rébarbatifs et de leur arracher les renseignements dont il avait besoin</w:t>
      </w:r>
      <w:r w:rsidR="00B77E03">
        <w:t>.</w:t>
      </w:r>
    </w:p>
    <w:p w14:paraId="21058789" w14:textId="05CA020F" w:rsidR="00B77E03" w:rsidRDefault="0024252B" w:rsidP="00B77E03">
      <w:r w:rsidRPr="002813C1">
        <w:t>Il apprit de celui-ci que c</w:t>
      </w:r>
      <w:r w:rsidR="00B77E03">
        <w:t>’</w:t>
      </w:r>
      <w:r w:rsidRPr="002813C1">
        <w:t>était le 1</w:t>
      </w:r>
      <w:r w:rsidR="00B77E03" w:rsidRPr="002813C1">
        <w:t>6</w:t>
      </w:r>
      <w:r w:rsidR="00B77E03">
        <w:t> </w:t>
      </w:r>
      <w:r w:rsidR="00B77E03" w:rsidRPr="002813C1">
        <w:t>octobre</w:t>
      </w:r>
      <w:r w:rsidR="00B77E03">
        <w:t xml:space="preserve">, </w:t>
      </w:r>
      <w:r w:rsidRPr="002813C1">
        <w:t>à neuf heures du soir</w:t>
      </w:r>
      <w:r w:rsidR="00B77E03">
        <w:t xml:space="preserve">, </w:t>
      </w:r>
      <w:r w:rsidRPr="002813C1">
        <w:t xml:space="preserve">que </w:t>
      </w:r>
      <w:r w:rsidR="00B77E03">
        <w:t>M</w:t>
      </w:r>
      <w:r w:rsidR="00B77E03" w:rsidRPr="00B77E03">
        <w:rPr>
          <w:vertAlign w:val="superscript"/>
        </w:rPr>
        <w:t>me</w:t>
      </w:r>
      <w:r w:rsidR="00B77E03">
        <w:t> </w:t>
      </w:r>
      <w:proofErr w:type="spellStart"/>
      <w:r w:rsidRPr="002813C1">
        <w:t>Férailleur</w:t>
      </w:r>
      <w:proofErr w:type="spellEnd"/>
      <w:r w:rsidR="00B77E03">
        <w:t xml:space="preserve">, </w:t>
      </w:r>
      <w:r w:rsidRPr="002813C1">
        <w:t>après avoir fait charger ses bagages sur un fiacre</w:t>
      </w:r>
      <w:r w:rsidR="00B77E03">
        <w:t xml:space="preserve">, </w:t>
      </w:r>
      <w:r w:rsidRPr="002813C1">
        <w:t>y était montée en disant au cocher</w:t>
      </w:r>
      <w:r w:rsidR="00B77E03">
        <w:t> : « </w:t>
      </w:r>
      <w:r w:rsidRPr="002813C1">
        <w:t>Place du Havre</w:t>
      </w:r>
      <w:r w:rsidR="00B77E03">
        <w:t xml:space="preserve">, </w:t>
      </w:r>
      <w:r w:rsidRPr="002813C1">
        <w:t>au chemin de fer</w:t>
      </w:r>
      <w:r w:rsidR="00B77E03">
        <w:t> !… »</w:t>
      </w:r>
    </w:p>
    <w:p w14:paraId="5F7DDB40" w14:textId="54361FC0" w:rsidR="00B77E03" w:rsidRDefault="0024252B" w:rsidP="00B77E03">
      <w:r w:rsidRPr="002813C1">
        <w:t>Chupin eût bien voulu savoir le numéro du fiacre</w:t>
      </w:r>
      <w:r w:rsidR="00B77E03">
        <w:t xml:space="preserve">, </w:t>
      </w:r>
      <w:r w:rsidRPr="002813C1">
        <w:t>il ne voulait même que cela</w:t>
      </w:r>
      <w:r w:rsidR="00B77E03">
        <w:t xml:space="preserve">… </w:t>
      </w:r>
      <w:r w:rsidRPr="002813C1">
        <w:t>Le concierge l</w:t>
      </w:r>
      <w:r w:rsidR="00B77E03">
        <w:t>’</w:t>
      </w:r>
      <w:r w:rsidRPr="002813C1">
        <w:t>ignorait</w:t>
      </w:r>
      <w:r w:rsidR="00B77E03">
        <w:t xml:space="preserve">, </w:t>
      </w:r>
      <w:r w:rsidRPr="002813C1">
        <w:t xml:space="preserve">mais il déclara que </w:t>
      </w:r>
      <w:r w:rsidR="00B77E03">
        <w:t>M</w:t>
      </w:r>
      <w:r w:rsidR="00B77E03" w:rsidRPr="00B77E03">
        <w:rPr>
          <w:vertAlign w:val="superscript"/>
        </w:rPr>
        <w:t>me</w:t>
      </w:r>
      <w:r w:rsidR="00B77E03">
        <w:t> </w:t>
      </w:r>
      <w:proofErr w:type="spellStart"/>
      <w:r w:rsidRPr="002813C1">
        <w:t>Férailleur</w:t>
      </w:r>
      <w:proofErr w:type="spellEnd"/>
      <w:r w:rsidRPr="002813C1">
        <w:t xml:space="preserve"> avait envoyé chercher cette voiture par sa femme de ménage</w:t>
      </w:r>
      <w:r w:rsidR="00B77E03">
        <w:t xml:space="preserve">, </w:t>
      </w:r>
      <w:r w:rsidRPr="002813C1">
        <w:t>laquelle demeurait à deux pas</w:t>
      </w:r>
      <w:r w:rsidR="00B77E03">
        <w:t xml:space="preserve">, </w:t>
      </w:r>
      <w:r w:rsidRPr="002813C1">
        <w:t>rue Mouffetard</w:t>
      </w:r>
      <w:r w:rsidR="00B77E03">
        <w:t>…</w:t>
      </w:r>
    </w:p>
    <w:p w14:paraId="11E1B3FE" w14:textId="77777777" w:rsidR="00B77E03" w:rsidRDefault="0024252B" w:rsidP="00B77E03">
      <w:r w:rsidRPr="002813C1">
        <w:t>L</w:t>
      </w:r>
      <w:r w:rsidR="00B77E03">
        <w:t>’</w:t>
      </w:r>
      <w:r w:rsidRPr="002813C1">
        <w:t>instant d</w:t>
      </w:r>
      <w:r w:rsidR="00B77E03">
        <w:t>’</w:t>
      </w:r>
      <w:r w:rsidRPr="002813C1">
        <w:t>après</w:t>
      </w:r>
      <w:r w:rsidR="00B77E03">
        <w:t xml:space="preserve">, </w:t>
      </w:r>
      <w:r w:rsidRPr="002813C1">
        <w:t>Chupin frappait à la porte de cette femme de ménage</w:t>
      </w:r>
      <w:r w:rsidR="00B77E03">
        <w:t>.</w:t>
      </w:r>
    </w:p>
    <w:p w14:paraId="41C5CCEF" w14:textId="77777777" w:rsidR="00B77E03" w:rsidRDefault="0024252B" w:rsidP="00B77E03">
      <w:r w:rsidRPr="002813C1">
        <w:t>C</w:t>
      </w:r>
      <w:r w:rsidR="00B77E03">
        <w:t>’</w:t>
      </w:r>
      <w:r w:rsidRPr="002813C1">
        <w:t>était une digne personne</w:t>
      </w:r>
      <w:r w:rsidR="00B77E03">
        <w:t xml:space="preserve">, </w:t>
      </w:r>
      <w:r w:rsidRPr="002813C1">
        <w:t>qui regrettait amèrement ses maîtres</w:t>
      </w:r>
      <w:r w:rsidR="00B77E03">
        <w:t xml:space="preserve">. </w:t>
      </w:r>
      <w:r w:rsidRPr="002813C1">
        <w:t>Elle confirma les dires du portier</w:t>
      </w:r>
      <w:r w:rsidR="00B77E03">
        <w:t xml:space="preserve">, </w:t>
      </w:r>
      <w:r w:rsidRPr="002813C1">
        <w:t>mais elle avait oublié le numéro du fiacre</w:t>
      </w:r>
      <w:r w:rsidR="00B77E03">
        <w:t xml:space="preserve">. </w:t>
      </w:r>
      <w:r w:rsidRPr="002813C1">
        <w:t>Tout ce qu</w:t>
      </w:r>
      <w:r w:rsidR="00B77E03">
        <w:t>’</w:t>
      </w:r>
      <w:r w:rsidRPr="002813C1">
        <w:t>elle put dire</w:t>
      </w:r>
      <w:r w:rsidR="00B77E03">
        <w:t xml:space="preserve">, </w:t>
      </w:r>
      <w:r w:rsidRPr="002813C1">
        <w:t>c</w:t>
      </w:r>
      <w:r w:rsidR="00B77E03">
        <w:t>’</w:t>
      </w:r>
      <w:r w:rsidRPr="002813C1">
        <w:t>est qu</w:t>
      </w:r>
      <w:r w:rsidR="00B77E03">
        <w:t>’</w:t>
      </w:r>
      <w:r w:rsidRPr="002813C1">
        <w:t>elle l</w:t>
      </w:r>
      <w:r w:rsidR="00B77E03">
        <w:t>’</w:t>
      </w:r>
      <w:r w:rsidRPr="002813C1">
        <w:t>avait pris à la station de la rue Soufflot et que le cocher était un gros réjoui</w:t>
      </w:r>
      <w:r w:rsidR="00B77E03">
        <w:t>.</w:t>
      </w:r>
    </w:p>
    <w:p w14:paraId="152CF71B" w14:textId="77777777" w:rsidR="00B77E03" w:rsidRDefault="0024252B" w:rsidP="00B77E03">
      <w:r w:rsidRPr="002813C1">
        <w:t>Chupin se rendit rue Soufflot</w:t>
      </w:r>
      <w:r w:rsidR="00B77E03">
        <w:t>.</w:t>
      </w:r>
    </w:p>
    <w:p w14:paraId="08809093" w14:textId="77777777" w:rsidR="00B77E03" w:rsidRDefault="0024252B" w:rsidP="00B77E03">
      <w:r w:rsidRPr="002813C1">
        <w:t>Malheureusement le surveillant de la station était d</w:t>
      </w:r>
      <w:r w:rsidR="00B77E03">
        <w:t>’</w:t>
      </w:r>
      <w:r w:rsidRPr="002813C1">
        <w:t>une humeur massacrante</w:t>
      </w:r>
      <w:r w:rsidR="00B77E03">
        <w:t xml:space="preserve">. </w:t>
      </w:r>
      <w:r w:rsidRPr="002813C1">
        <w:t>Il commença par demander de quel droit on le questionnait</w:t>
      </w:r>
      <w:r w:rsidR="00B77E03">
        <w:t xml:space="preserve">, </w:t>
      </w:r>
      <w:r w:rsidRPr="002813C1">
        <w:t>pourquoi et si on le prenait pour un mouchard</w:t>
      </w:r>
      <w:r w:rsidR="00B77E03">
        <w:t xml:space="preserve"> ?… </w:t>
      </w:r>
      <w:r w:rsidRPr="002813C1">
        <w:t>Il ajouta que son métier consistait à écrire sur un carnet le numéro de tous les fiacres de la station</w:t>
      </w:r>
      <w:r w:rsidR="00B77E03">
        <w:t xml:space="preserve">, </w:t>
      </w:r>
      <w:r w:rsidRPr="002813C1">
        <w:t>à viser à l</w:t>
      </w:r>
      <w:r w:rsidR="00B77E03">
        <w:t>’</w:t>
      </w:r>
      <w:r w:rsidRPr="002813C1">
        <w:t>arrivée et au départ la feuille des cochers</w:t>
      </w:r>
      <w:r w:rsidR="00B77E03">
        <w:t xml:space="preserve">, </w:t>
      </w:r>
      <w:r w:rsidRPr="002813C1">
        <w:t>et qu</w:t>
      </w:r>
      <w:r w:rsidR="00B77E03">
        <w:t>’</w:t>
      </w:r>
      <w:r w:rsidRPr="002813C1">
        <w:t>il ne pouvait fournir aucune indication</w:t>
      </w:r>
      <w:r w:rsidR="00B77E03">
        <w:t>…</w:t>
      </w:r>
    </w:p>
    <w:p w14:paraId="25922C72" w14:textId="77777777" w:rsidR="00B77E03" w:rsidRDefault="0024252B" w:rsidP="00B77E03">
      <w:r w:rsidRPr="002813C1">
        <w:t>Évidemment</w:t>
      </w:r>
      <w:r w:rsidR="00B77E03">
        <w:t xml:space="preserve">, </w:t>
      </w:r>
      <w:r w:rsidRPr="002813C1">
        <w:t>il n</w:t>
      </w:r>
      <w:r w:rsidR="00B77E03">
        <w:t>’</w:t>
      </w:r>
      <w:r w:rsidRPr="002813C1">
        <w:t>y avait rien à attendre de ce surveillant farouche</w:t>
      </w:r>
      <w:r w:rsidR="00B77E03">
        <w:t xml:space="preserve">… </w:t>
      </w:r>
      <w:r w:rsidRPr="002813C1">
        <w:t>Chupin ne l</w:t>
      </w:r>
      <w:r w:rsidR="00B77E03">
        <w:t>’</w:t>
      </w:r>
      <w:r w:rsidRPr="002813C1">
        <w:t>en salua pas moins civilement</w:t>
      </w:r>
      <w:r w:rsidR="00B77E03">
        <w:t xml:space="preserve">, </w:t>
      </w:r>
      <w:r w:rsidRPr="002813C1">
        <w:t>et une fois hors de sa petite cabine</w:t>
      </w:r>
      <w:r w:rsidR="00B77E03">
        <w:t> :</w:t>
      </w:r>
    </w:p>
    <w:p w14:paraId="23D0B860" w14:textId="77777777" w:rsidR="00B77E03" w:rsidRDefault="00B77E03" w:rsidP="00B77E03">
      <w:r>
        <w:lastRenderedPageBreak/>
        <w:t>— </w:t>
      </w:r>
      <w:r w:rsidR="0024252B" w:rsidRPr="002813C1">
        <w:t>Mauvaise affaire</w:t>
      </w:r>
      <w:r>
        <w:t xml:space="preserve"> !… </w:t>
      </w:r>
      <w:r w:rsidR="0024252B" w:rsidRPr="002813C1">
        <w:t>grommela-t-il piteusement</w:t>
      </w:r>
      <w:r>
        <w:t xml:space="preserve">. </w:t>
      </w:r>
      <w:r w:rsidR="0024252B" w:rsidRPr="002813C1">
        <w:t>Il faudrait voir maintenant à trouver autre chose</w:t>
      </w:r>
      <w:r>
        <w:t>.</w:t>
      </w:r>
    </w:p>
    <w:p w14:paraId="7A0A2C0D" w14:textId="77777777" w:rsidR="00B77E03" w:rsidRDefault="0024252B" w:rsidP="00B77E03">
      <w:r w:rsidRPr="002813C1">
        <w:t>Découragé</w:t>
      </w:r>
      <w:r w:rsidR="00B77E03">
        <w:t xml:space="preserve">, </w:t>
      </w:r>
      <w:r w:rsidRPr="002813C1">
        <w:t>il ne l</w:t>
      </w:r>
      <w:r w:rsidR="00B77E03">
        <w:t>’</w:t>
      </w:r>
      <w:r w:rsidRPr="002813C1">
        <w:t>était aucunement</w:t>
      </w:r>
      <w:r w:rsidR="00B77E03">
        <w:t xml:space="preserve">, </w:t>
      </w:r>
      <w:r w:rsidRPr="002813C1">
        <w:t>mais seulement déconcerté et fort perplexe</w:t>
      </w:r>
      <w:r w:rsidR="00B77E03">
        <w:t>.</w:t>
      </w:r>
    </w:p>
    <w:p w14:paraId="4ED2198D" w14:textId="77777777" w:rsidR="00B77E03" w:rsidRDefault="0024252B" w:rsidP="00B77E03">
      <w:r w:rsidRPr="002813C1">
        <w:t>Ah</w:t>
      </w:r>
      <w:r w:rsidR="00B77E03">
        <w:t xml:space="preserve"> !… </w:t>
      </w:r>
      <w:r w:rsidRPr="002813C1">
        <w:t>s</w:t>
      </w:r>
      <w:r w:rsidR="00B77E03">
        <w:t>’</w:t>
      </w:r>
      <w:r w:rsidRPr="002813C1">
        <w:t>il eût eu en poche une carte de la préfecture de police</w:t>
      </w:r>
      <w:r w:rsidR="00B77E03">
        <w:t xml:space="preserve">, </w:t>
      </w:r>
      <w:r w:rsidRPr="002813C1">
        <w:t>si seulement son extérieur eût été de ceux qui imposent</w:t>
      </w:r>
      <w:r w:rsidR="00B77E03">
        <w:t xml:space="preserve">, </w:t>
      </w:r>
      <w:r w:rsidRPr="002813C1">
        <w:t>il ne se fût point senti embarrassé</w:t>
      </w:r>
      <w:r w:rsidR="00B77E03">
        <w:t xml:space="preserve">… </w:t>
      </w:r>
      <w:r w:rsidRPr="002813C1">
        <w:t>Suivre à la piste</w:t>
      </w:r>
      <w:r w:rsidR="00B77E03">
        <w:t xml:space="preserve">, </w:t>
      </w:r>
      <w:r w:rsidRPr="002813C1">
        <w:t>à travers Paris un fiacre chargé de bagages</w:t>
      </w:r>
      <w:r w:rsidR="00B77E03">
        <w:t xml:space="preserve">, </w:t>
      </w:r>
      <w:r w:rsidRPr="002813C1">
        <w:t>eût été pour lui aussi facile que de suivre dans la nuit un homme portant un fanal</w:t>
      </w:r>
      <w:r w:rsidR="00B77E03">
        <w:t>.</w:t>
      </w:r>
    </w:p>
    <w:p w14:paraId="2B4A2280" w14:textId="77777777" w:rsidR="00B77E03" w:rsidRDefault="0024252B" w:rsidP="00B77E03">
      <w:r w:rsidRPr="002813C1">
        <w:t>Mais</w:t>
      </w:r>
      <w:r w:rsidR="00B77E03">
        <w:t xml:space="preserve">, </w:t>
      </w:r>
      <w:r w:rsidRPr="002813C1">
        <w:t>infime</w:t>
      </w:r>
      <w:r w:rsidR="00B77E03">
        <w:t xml:space="preserve">, </w:t>
      </w:r>
      <w:r w:rsidRPr="002813C1">
        <w:t>chétif</w:t>
      </w:r>
      <w:r w:rsidR="00B77E03">
        <w:t xml:space="preserve">, </w:t>
      </w:r>
      <w:r w:rsidRPr="002813C1">
        <w:t>sans appui ni recommandations</w:t>
      </w:r>
      <w:r w:rsidR="00B77E03">
        <w:t xml:space="preserve">, </w:t>
      </w:r>
      <w:r w:rsidRPr="002813C1">
        <w:t xml:space="preserve">sans autres moyens que son aplomb et son expérience du pavé de </w:t>
      </w:r>
      <w:r w:rsidR="00B77E03">
        <w:t>« </w:t>
      </w:r>
      <w:r w:rsidRPr="002813C1">
        <w:t>sa</w:t>
      </w:r>
      <w:r w:rsidR="00B77E03">
        <w:t> »</w:t>
      </w:r>
      <w:r w:rsidRPr="002813C1">
        <w:t xml:space="preserve"> ville</w:t>
      </w:r>
      <w:r w:rsidR="00B77E03">
        <w:t xml:space="preserve">, </w:t>
      </w:r>
      <w:r w:rsidRPr="002813C1">
        <w:t>tout pour lui devenait obstacle</w:t>
      </w:r>
      <w:r w:rsidR="00B77E03">
        <w:t>.</w:t>
      </w:r>
    </w:p>
    <w:p w14:paraId="4902A5E7" w14:textId="77777777" w:rsidR="00B77E03" w:rsidRDefault="0024252B" w:rsidP="00B77E03">
      <w:r w:rsidRPr="002813C1">
        <w:t>Debout sur le trottoir</w:t>
      </w:r>
      <w:r w:rsidR="00B77E03">
        <w:t xml:space="preserve">, </w:t>
      </w:r>
      <w:r w:rsidRPr="002813C1">
        <w:t>devant l</w:t>
      </w:r>
      <w:r w:rsidR="00B77E03">
        <w:t>’</w:t>
      </w:r>
      <w:r w:rsidRPr="002813C1">
        <w:t>école de droit</w:t>
      </w:r>
      <w:r w:rsidR="00B77E03">
        <w:t xml:space="preserve">, </w:t>
      </w:r>
      <w:r w:rsidRPr="002813C1">
        <w:t>il avait retiré sa casquette</w:t>
      </w:r>
      <w:r w:rsidR="00B77E03">
        <w:t xml:space="preserve">, </w:t>
      </w:r>
      <w:r w:rsidRPr="002813C1">
        <w:t>et furieusement se grattait la tête</w:t>
      </w:r>
      <w:r w:rsidR="00B77E03">
        <w:t xml:space="preserve">, </w:t>
      </w:r>
      <w:r w:rsidRPr="002813C1">
        <w:t>quand tout à coup</w:t>
      </w:r>
      <w:r w:rsidR="00B77E03">
        <w:t> :</w:t>
      </w:r>
    </w:p>
    <w:p w14:paraId="6B24530F" w14:textId="77777777" w:rsidR="00B77E03" w:rsidRDefault="00B77E03" w:rsidP="00B77E03">
      <w:r>
        <w:t>— </w:t>
      </w:r>
      <w:r w:rsidR="0024252B" w:rsidRPr="002813C1">
        <w:t>Suis-je assez bête</w:t>
      </w:r>
      <w:r>
        <w:t xml:space="preserve"> ! </w:t>
      </w:r>
      <w:r w:rsidR="0024252B" w:rsidRPr="002813C1">
        <w:t>s</w:t>
      </w:r>
      <w:r>
        <w:t>’</w:t>
      </w:r>
      <w:r w:rsidR="0024252B" w:rsidRPr="002813C1">
        <w:t>écria-t-il si haut que plusieurs passants se détournèrent pour voir qui s</w:t>
      </w:r>
      <w:r>
        <w:t>’</w:t>
      </w:r>
      <w:r w:rsidR="0024252B" w:rsidRPr="002813C1">
        <w:t>adressait cette épithète peu flatteuse</w:t>
      </w:r>
      <w:r>
        <w:t>.</w:t>
      </w:r>
    </w:p>
    <w:p w14:paraId="0BF09ECE" w14:textId="30CFB7B3" w:rsidR="00B77E03" w:rsidRDefault="0024252B" w:rsidP="00B77E03">
      <w:r w:rsidRPr="002813C1">
        <w:t>C</w:t>
      </w:r>
      <w:r w:rsidR="00B77E03">
        <w:t>’</w:t>
      </w:r>
      <w:r w:rsidRPr="002813C1">
        <w:t>est qu</w:t>
      </w:r>
      <w:r w:rsidR="00B77E03">
        <w:t>’</w:t>
      </w:r>
      <w:r w:rsidRPr="002813C1">
        <w:t xml:space="preserve">il venait de se rappeler un des débiteurs de </w:t>
      </w:r>
      <w:r w:rsidR="00B77E03">
        <w:t>M. </w:t>
      </w:r>
      <w:r w:rsidRPr="002813C1">
        <w:t>Isidore Fortunat</w:t>
      </w:r>
      <w:r w:rsidR="00B77E03">
        <w:t xml:space="preserve">, </w:t>
      </w:r>
      <w:r w:rsidRPr="002813C1">
        <w:t>qu</w:t>
      </w:r>
      <w:r w:rsidR="00B77E03">
        <w:t>’</w:t>
      </w:r>
      <w:r w:rsidRPr="002813C1">
        <w:t>il était allé tourmenter bien souvent pour lui arracher quelques malheureuses pièces de cent sous et qui était employé à l</w:t>
      </w:r>
      <w:r w:rsidR="00B77E03">
        <w:t>’</w:t>
      </w:r>
      <w:r w:rsidRPr="002813C1">
        <w:t>administration centrale de la Compagnie des Petites-Voitures</w:t>
      </w:r>
      <w:r w:rsidR="00B77E03">
        <w:t>.</w:t>
      </w:r>
    </w:p>
    <w:p w14:paraId="58366637" w14:textId="77777777" w:rsidR="00B77E03" w:rsidRDefault="00B77E03" w:rsidP="00B77E03">
      <w:r>
        <w:t>— </w:t>
      </w:r>
      <w:r w:rsidR="0024252B" w:rsidRPr="002813C1">
        <w:t>Si quelqu</w:t>
      </w:r>
      <w:r>
        <w:t>’</w:t>
      </w:r>
      <w:r w:rsidR="0024252B" w:rsidRPr="002813C1">
        <w:t>un peut me tirer de peine</w:t>
      </w:r>
      <w:r>
        <w:t xml:space="preserve">, </w:t>
      </w:r>
      <w:r w:rsidR="0024252B" w:rsidRPr="002813C1">
        <w:t>pensa-t-il</w:t>
      </w:r>
      <w:r>
        <w:t xml:space="preserve">, </w:t>
      </w:r>
      <w:r w:rsidR="0024252B" w:rsidRPr="002813C1">
        <w:t>c</w:t>
      </w:r>
      <w:r>
        <w:t>’</w:t>
      </w:r>
      <w:r w:rsidR="0024252B" w:rsidRPr="002813C1">
        <w:t>est ce gars-là</w:t>
      </w:r>
      <w:r>
        <w:t xml:space="preserve">… </w:t>
      </w:r>
      <w:r w:rsidR="0024252B" w:rsidRPr="002813C1">
        <w:t>Pourvu qu</w:t>
      </w:r>
      <w:r>
        <w:t>’</w:t>
      </w:r>
      <w:r w:rsidR="0024252B" w:rsidRPr="002813C1">
        <w:t>il soit encore à son bureau</w:t>
      </w:r>
      <w:r>
        <w:t xml:space="preserve"> !… </w:t>
      </w:r>
      <w:r w:rsidR="0024252B" w:rsidRPr="002813C1">
        <w:t>Allons</w:t>
      </w:r>
      <w:r>
        <w:t xml:space="preserve">, </w:t>
      </w:r>
      <w:r w:rsidR="0024252B" w:rsidRPr="002813C1">
        <w:t>Victor</w:t>
      </w:r>
      <w:r>
        <w:t xml:space="preserve">, </w:t>
      </w:r>
      <w:r w:rsidR="0024252B" w:rsidRPr="002813C1">
        <w:t>mon fils</w:t>
      </w:r>
      <w:r>
        <w:t xml:space="preserve">, </w:t>
      </w:r>
      <w:r w:rsidR="0024252B" w:rsidRPr="002813C1">
        <w:t>haut le pied</w:t>
      </w:r>
      <w:r>
        <w:t> !…</w:t>
      </w:r>
    </w:p>
    <w:p w14:paraId="1C79D5FA" w14:textId="0F9F605D" w:rsidR="00B77E03" w:rsidRDefault="0024252B" w:rsidP="00B77E03">
      <w:r w:rsidRPr="002813C1">
        <w:t>Ce qu</w:t>
      </w:r>
      <w:r w:rsidR="00B77E03">
        <w:t>’</w:t>
      </w:r>
      <w:r w:rsidRPr="002813C1">
        <w:t>il y avait de pis</w:t>
      </w:r>
      <w:r w:rsidR="00B77E03">
        <w:t xml:space="preserve">, </w:t>
      </w:r>
      <w:r w:rsidRPr="002813C1">
        <w:t>c</w:t>
      </w:r>
      <w:r w:rsidR="00B77E03">
        <w:t>’</w:t>
      </w:r>
      <w:r w:rsidRPr="002813C1">
        <w:t>est qu</w:t>
      </w:r>
      <w:r w:rsidR="00B77E03">
        <w:t>’</w:t>
      </w:r>
      <w:r w:rsidRPr="002813C1">
        <w:t>il ne pouvait se présenter à ce bureau vêtu comme il l</w:t>
      </w:r>
      <w:r w:rsidR="00B77E03">
        <w:t>’</w:t>
      </w:r>
      <w:r w:rsidRPr="002813C1">
        <w:t>était</w:t>
      </w:r>
      <w:r w:rsidR="00B77E03">
        <w:t xml:space="preserve">… </w:t>
      </w:r>
      <w:r w:rsidRPr="002813C1">
        <w:t>Bon gré malgré</w:t>
      </w:r>
      <w:r w:rsidR="00B77E03">
        <w:t xml:space="preserve">, </w:t>
      </w:r>
      <w:r w:rsidRPr="002813C1">
        <w:t xml:space="preserve">il lui fallait </w:t>
      </w:r>
      <w:r w:rsidRPr="002813C1">
        <w:lastRenderedPageBreak/>
        <w:t>passer chez lui</w:t>
      </w:r>
      <w:r w:rsidR="00B77E03">
        <w:t xml:space="preserve">, </w:t>
      </w:r>
      <w:r w:rsidRPr="002813C1">
        <w:t>rue du Faubourg-Saint-Denis</w:t>
      </w:r>
      <w:r w:rsidR="00B77E03">
        <w:t xml:space="preserve">, </w:t>
      </w:r>
      <w:r w:rsidRPr="002813C1">
        <w:t>pour y endosser sa redingote d</w:t>
      </w:r>
      <w:r w:rsidR="00B77E03">
        <w:t>’</w:t>
      </w:r>
      <w:r w:rsidRPr="002813C1">
        <w:t xml:space="preserve">employé aux recouvrements de </w:t>
      </w:r>
      <w:r w:rsidR="00B77E03">
        <w:t>M. </w:t>
      </w:r>
      <w:r w:rsidRPr="002813C1">
        <w:t>Fortunat</w:t>
      </w:r>
      <w:r w:rsidR="00B77E03">
        <w:t>…</w:t>
      </w:r>
    </w:p>
    <w:p w14:paraId="28FDA2B2" w14:textId="77777777" w:rsidR="00B77E03" w:rsidRDefault="0024252B" w:rsidP="00B77E03">
      <w:r w:rsidRPr="002813C1">
        <w:t xml:space="preserve">Il prit une voiture </w:t>
      </w:r>
      <w:r w:rsidR="00B77E03">
        <w:t>« </w:t>
      </w:r>
      <w:r w:rsidRPr="002813C1">
        <w:t>à ses frais</w:t>
      </w:r>
      <w:r w:rsidR="00B77E03">
        <w:t>, »</w:t>
      </w:r>
      <w:r w:rsidRPr="002813C1">
        <w:t xml:space="preserve"> il se hâta tant qu</w:t>
      </w:r>
      <w:r w:rsidR="00B77E03">
        <w:t>’</w:t>
      </w:r>
      <w:r w:rsidRPr="002813C1">
        <w:t>il put</w:t>
      </w:r>
      <w:r w:rsidR="00B77E03">
        <w:t xml:space="preserve">, </w:t>
      </w:r>
      <w:r w:rsidRPr="002813C1">
        <w:t>mais les courses étaient longues</w:t>
      </w:r>
      <w:r w:rsidR="00B77E03">
        <w:t xml:space="preserve">, </w:t>
      </w:r>
      <w:r w:rsidRPr="002813C1">
        <w:t>et dix heures sonnaient lorsqu</w:t>
      </w:r>
      <w:r w:rsidR="00B77E03">
        <w:t>’</w:t>
      </w:r>
      <w:r w:rsidRPr="002813C1">
        <w:t>il arriva à l</w:t>
      </w:r>
      <w:r w:rsidR="00B77E03">
        <w:t>’</w:t>
      </w:r>
      <w:r w:rsidRPr="002813C1">
        <w:t>administration centrale</w:t>
      </w:r>
      <w:r w:rsidR="00B77E03">
        <w:t xml:space="preserve">, </w:t>
      </w:r>
      <w:r w:rsidRPr="002813C1">
        <w:t>avenue de Ségur</w:t>
      </w:r>
      <w:r w:rsidR="00B77E03">
        <w:t>.</w:t>
      </w:r>
    </w:p>
    <w:p w14:paraId="208BEFAA" w14:textId="77777777" w:rsidR="00B77E03" w:rsidRDefault="0024252B" w:rsidP="00B77E03">
      <w:r w:rsidRPr="002813C1">
        <w:t>Bonheur inespéré</w:t>
      </w:r>
      <w:r w:rsidR="00B77E03">
        <w:t xml:space="preserve"> !… </w:t>
      </w:r>
      <w:r w:rsidRPr="002813C1">
        <w:t>Son homme</w:t>
      </w:r>
      <w:r w:rsidR="00B77E03">
        <w:t xml:space="preserve">, </w:t>
      </w:r>
      <w:r w:rsidRPr="002813C1">
        <w:t>chargé d</w:t>
      </w:r>
      <w:r w:rsidR="00B77E03">
        <w:t>’</w:t>
      </w:r>
      <w:r w:rsidRPr="002813C1">
        <w:t>un travail particulier de pointage</w:t>
      </w:r>
      <w:r w:rsidR="00B77E03">
        <w:t xml:space="preserve">, </w:t>
      </w:r>
      <w:r w:rsidRPr="002813C1">
        <w:t>revenait chaque soir après son dîner</w:t>
      </w:r>
      <w:r w:rsidR="00B77E03">
        <w:t xml:space="preserve">, </w:t>
      </w:r>
      <w:r w:rsidRPr="002813C1">
        <w:t>et il était là</w:t>
      </w:r>
      <w:r w:rsidR="00B77E03">
        <w:t> !…</w:t>
      </w:r>
    </w:p>
    <w:p w14:paraId="51CE45A4" w14:textId="77777777" w:rsidR="00B77E03" w:rsidRDefault="0024252B" w:rsidP="00B77E03">
      <w:r w:rsidRPr="002813C1">
        <w:t>C</w:t>
      </w:r>
      <w:r w:rsidR="00B77E03">
        <w:t>’</w:t>
      </w:r>
      <w:r w:rsidRPr="002813C1">
        <w:t>était un brave garçon</w:t>
      </w:r>
      <w:r w:rsidR="00B77E03">
        <w:t xml:space="preserve">, </w:t>
      </w:r>
      <w:r w:rsidRPr="002813C1">
        <w:t>un pauvre diable qui gagnait quinze cents francs par an</w:t>
      </w:r>
      <w:r w:rsidR="00B77E03">
        <w:t xml:space="preserve">, </w:t>
      </w:r>
      <w:r w:rsidRPr="002813C1">
        <w:t>qui en dépensait deux mille et</w:t>
      </w:r>
      <w:r w:rsidR="00B77E03">
        <w:t xml:space="preserve">, </w:t>
      </w:r>
      <w:r w:rsidRPr="002813C1">
        <w:t>comme de juste</w:t>
      </w:r>
      <w:r w:rsidR="00B77E03">
        <w:t xml:space="preserve">, </w:t>
      </w:r>
      <w:r w:rsidRPr="002813C1">
        <w:t>qui employait le plus clair de son intelligence à défendre contre ses créanciers ses maigres appointements</w:t>
      </w:r>
      <w:r w:rsidR="00B77E03">
        <w:t>.</w:t>
      </w:r>
    </w:p>
    <w:p w14:paraId="03C5EC30" w14:textId="77777777" w:rsidR="00B77E03" w:rsidRDefault="0024252B" w:rsidP="00B77E03">
      <w:r w:rsidRPr="002813C1">
        <w:t>Il eut un geste furibond en reconnaissant Chupin</w:t>
      </w:r>
      <w:r w:rsidR="00B77E03">
        <w:t xml:space="preserve">, </w:t>
      </w:r>
      <w:r w:rsidRPr="002813C1">
        <w:t>et son premier mot fut</w:t>
      </w:r>
      <w:r w:rsidR="00B77E03">
        <w:t> :</w:t>
      </w:r>
    </w:p>
    <w:p w14:paraId="0CEA1972" w14:textId="77777777" w:rsidR="00B77E03" w:rsidRDefault="00B77E03" w:rsidP="00B77E03">
      <w:r>
        <w:t>— </w:t>
      </w:r>
      <w:r w:rsidR="0024252B" w:rsidRPr="002813C1">
        <w:t>Je n</w:t>
      </w:r>
      <w:r>
        <w:t>’</w:t>
      </w:r>
      <w:r w:rsidR="0024252B" w:rsidRPr="002813C1">
        <w:t>ai pas le sou</w:t>
      </w:r>
      <w:r>
        <w:t> !</w:t>
      </w:r>
    </w:p>
    <w:p w14:paraId="7F580C7B" w14:textId="77777777" w:rsidR="00B77E03" w:rsidRDefault="0024252B" w:rsidP="00B77E03">
      <w:r w:rsidRPr="002813C1">
        <w:t>Chupin</w:t>
      </w:r>
      <w:r w:rsidR="00B77E03">
        <w:t xml:space="preserve">, </w:t>
      </w:r>
      <w:r w:rsidRPr="002813C1">
        <w:t>lui</w:t>
      </w:r>
      <w:r w:rsidR="00B77E03">
        <w:t xml:space="preserve">, </w:t>
      </w:r>
      <w:r w:rsidRPr="002813C1">
        <w:t>avait aux lèvres son meilleur sourire</w:t>
      </w:r>
      <w:r w:rsidR="00B77E03">
        <w:t>.</w:t>
      </w:r>
    </w:p>
    <w:p w14:paraId="0FB4C62F" w14:textId="77777777" w:rsidR="00B77E03" w:rsidRDefault="00B77E03" w:rsidP="00B77E03">
      <w:r>
        <w:t>— </w:t>
      </w:r>
      <w:r w:rsidR="0024252B" w:rsidRPr="002813C1">
        <w:t>Quoi</w:t>
      </w:r>
      <w:r>
        <w:t xml:space="preserve"> !… </w:t>
      </w:r>
      <w:r w:rsidR="0024252B" w:rsidRPr="002813C1">
        <w:t>fit-il</w:t>
      </w:r>
      <w:r>
        <w:t xml:space="preserve">, </w:t>
      </w:r>
      <w:r w:rsidR="0024252B" w:rsidRPr="002813C1">
        <w:t>vous pensez que je viens vous réclamer de l</w:t>
      </w:r>
      <w:r>
        <w:t>’</w:t>
      </w:r>
      <w:r w:rsidR="0024252B" w:rsidRPr="002813C1">
        <w:t>argent</w:t>
      </w:r>
      <w:r>
        <w:t xml:space="preserve">, </w:t>
      </w:r>
      <w:r w:rsidR="0024252B" w:rsidRPr="002813C1">
        <w:t>ici</w:t>
      </w:r>
      <w:r>
        <w:t xml:space="preserve">, </w:t>
      </w:r>
      <w:r w:rsidR="0024252B" w:rsidRPr="002813C1">
        <w:t>à cette heure</w:t>
      </w:r>
      <w:r>
        <w:t xml:space="preserve"> ! </w:t>
      </w:r>
      <w:r w:rsidR="0024252B" w:rsidRPr="002813C1">
        <w:t>Vous me prenez pour un autre</w:t>
      </w:r>
      <w:r>
        <w:t xml:space="preserve"> !… </w:t>
      </w:r>
      <w:r w:rsidR="0024252B" w:rsidRPr="002813C1">
        <w:t>Je viens simplement vous demander un service</w:t>
      </w:r>
      <w:r>
        <w:t>…</w:t>
      </w:r>
    </w:p>
    <w:p w14:paraId="6351FDE5" w14:textId="77777777" w:rsidR="00B77E03" w:rsidRDefault="0024252B" w:rsidP="00B77E03">
      <w:r w:rsidRPr="002813C1">
        <w:t>Le front assombri de l</w:t>
      </w:r>
      <w:r w:rsidR="00B77E03">
        <w:t>’</w:t>
      </w:r>
      <w:r w:rsidRPr="002813C1">
        <w:t>employé s</w:t>
      </w:r>
      <w:r w:rsidR="00B77E03">
        <w:t>’</w:t>
      </w:r>
      <w:r w:rsidRPr="002813C1">
        <w:t>éclaira</w:t>
      </w:r>
      <w:r w:rsidR="00B77E03">
        <w:t>.</w:t>
      </w:r>
    </w:p>
    <w:p w14:paraId="44506AD5" w14:textId="77777777" w:rsidR="00B77E03" w:rsidRDefault="00B77E03" w:rsidP="00B77E03">
      <w:r>
        <w:t>— </w:t>
      </w:r>
      <w:r w:rsidR="0024252B" w:rsidRPr="002813C1">
        <w:t>Puisque c</w:t>
      </w:r>
      <w:r>
        <w:t>’</w:t>
      </w:r>
      <w:r w:rsidR="0024252B" w:rsidRPr="002813C1">
        <w:t>est ainsi</w:t>
      </w:r>
      <w:r>
        <w:t xml:space="preserve">, </w:t>
      </w:r>
      <w:r w:rsidR="0024252B" w:rsidRPr="002813C1">
        <w:t>asseyez-vous donc</w:t>
      </w:r>
      <w:r>
        <w:t xml:space="preserve">, </w:t>
      </w:r>
      <w:r w:rsidR="0024252B" w:rsidRPr="002813C1">
        <w:t>dit-il</w:t>
      </w:r>
      <w:r>
        <w:t xml:space="preserve">, </w:t>
      </w:r>
      <w:r w:rsidR="0024252B" w:rsidRPr="002813C1">
        <w:t>et voyons ce dont il s</w:t>
      </w:r>
      <w:r>
        <w:t>’</w:t>
      </w:r>
      <w:r w:rsidR="0024252B" w:rsidRPr="002813C1">
        <w:t>agit</w:t>
      </w:r>
      <w:r>
        <w:t>…</w:t>
      </w:r>
    </w:p>
    <w:p w14:paraId="3899EE65" w14:textId="7F59EB03" w:rsidR="00B77E03" w:rsidRDefault="00B77E03" w:rsidP="00B77E03">
      <w:r>
        <w:t>— </w:t>
      </w:r>
      <w:r w:rsidR="0024252B" w:rsidRPr="002813C1">
        <w:t>Voilà</w:t>
      </w:r>
      <w:r>
        <w:t xml:space="preserve"> : </w:t>
      </w:r>
      <w:r w:rsidR="0024252B" w:rsidRPr="002813C1">
        <w:t>le 1</w:t>
      </w:r>
      <w:r w:rsidRPr="002813C1">
        <w:t>6</w:t>
      </w:r>
      <w:r>
        <w:t> </w:t>
      </w:r>
      <w:r w:rsidRPr="002813C1">
        <w:t>octobre</w:t>
      </w:r>
      <w:r>
        <w:t xml:space="preserve">, </w:t>
      </w:r>
      <w:r w:rsidR="0024252B" w:rsidRPr="002813C1">
        <w:t>à neuf heures du soir</w:t>
      </w:r>
      <w:r>
        <w:t xml:space="preserve">, </w:t>
      </w:r>
      <w:r w:rsidR="0024252B" w:rsidRPr="002813C1">
        <w:t>une dame</w:t>
      </w:r>
      <w:r>
        <w:t xml:space="preserve">, </w:t>
      </w:r>
      <w:r w:rsidR="0024252B" w:rsidRPr="002813C1">
        <w:t>demeurant rue d</w:t>
      </w:r>
      <w:r>
        <w:t>’</w:t>
      </w:r>
      <w:r w:rsidR="0024252B" w:rsidRPr="002813C1">
        <w:t>Ulm</w:t>
      </w:r>
      <w:r>
        <w:t xml:space="preserve">, </w:t>
      </w:r>
      <w:r w:rsidR="0024252B" w:rsidRPr="002813C1">
        <w:t>a envoyé chercher un fiacre à la station de la rue Soufflot</w:t>
      </w:r>
      <w:r>
        <w:t xml:space="preserve">, </w:t>
      </w:r>
      <w:r w:rsidR="0024252B" w:rsidRPr="002813C1">
        <w:t>y a fait charger ses bagages</w:t>
      </w:r>
      <w:r>
        <w:t xml:space="preserve">, </w:t>
      </w:r>
      <w:r w:rsidR="0024252B" w:rsidRPr="002813C1">
        <w:t>et s</w:t>
      </w:r>
      <w:r>
        <w:t>’</w:t>
      </w:r>
      <w:r w:rsidR="0024252B" w:rsidRPr="002813C1">
        <w:t>est fait conduire</w:t>
      </w:r>
      <w:r>
        <w:t xml:space="preserve">, </w:t>
      </w:r>
      <w:r w:rsidR="0024252B" w:rsidRPr="002813C1">
        <w:t>on ne sait où</w:t>
      </w:r>
      <w:r>
        <w:t xml:space="preserve">… </w:t>
      </w:r>
      <w:r w:rsidR="0024252B" w:rsidRPr="002813C1">
        <w:t>Comme cette dame est parente du patron</w:t>
      </w:r>
      <w:r>
        <w:t xml:space="preserve">, </w:t>
      </w:r>
      <w:r w:rsidR="0024252B" w:rsidRPr="002813C1">
        <w:t>il voudrait la rejoindre</w:t>
      </w:r>
      <w:r>
        <w:t xml:space="preserve">, </w:t>
      </w:r>
      <w:r w:rsidR="0024252B" w:rsidRPr="002813C1">
        <w:t>et donnerait bien cent francs</w:t>
      </w:r>
      <w:r>
        <w:t xml:space="preserve">, </w:t>
      </w:r>
      <w:r w:rsidR="0024252B" w:rsidRPr="002813C1">
        <w:lastRenderedPageBreak/>
        <w:t>plus que vous ne lui devez</w:t>
      </w:r>
      <w:r>
        <w:t xml:space="preserve">, </w:t>
      </w:r>
      <w:r w:rsidR="0024252B" w:rsidRPr="002813C1">
        <w:t>pour savoir le numéro du fiacre</w:t>
      </w:r>
      <w:r>
        <w:t xml:space="preserve">… </w:t>
      </w:r>
      <w:r w:rsidR="0024252B" w:rsidRPr="002813C1">
        <w:t>Il prétend que ce numéro</w:t>
      </w:r>
      <w:r>
        <w:t xml:space="preserve">, </w:t>
      </w:r>
      <w:r w:rsidR="0024252B" w:rsidRPr="002813C1">
        <w:t>vous le lui diriez</w:t>
      </w:r>
      <w:r>
        <w:t xml:space="preserve">, </w:t>
      </w:r>
      <w:r w:rsidR="0024252B" w:rsidRPr="002813C1">
        <w:t>si vous le vouliez</w:t>
      </w:r>
      <w:r>
        <w:t xml:space="preserve">… </w:t>
      </w:r>
      <w:r w:rsidR="0024252B" w:rsidRPr="002813C1">
        <w:t>C</w:t>
      </w:r>
      <w:r>
        <w:t>’</w:t>
      </w:r>
      <w:r w:rsidR="0024252B" w:rsidRPr="002813C1">
        <w:t>est impossible</w:t>
      </w:r>
      <w:r>
        <w:t xml:space="preserve">, </w:t>
      </w:r>
      <w:r w:rsidR="0024252B" w:rsidRPr="002813C1">
        <w:t>n</w:t>
      </w:r>
      <w:r>
        <w:t>’</w:t>
      </w:r>
      <w:r w:rsidR="0024252B" w:rsidRPr="002813C1">
        <w:t>est-ce pas</w:t>
      </w:r>
      <w:r>
        <w:t> ?…</w:t>
      </w:r>
    </w:p>
    <w:p w14:paraId="40827CE4" w14:textId="77777777" w:rsidR="00B77E03" w:rsidRDefault="0024252B" w:rsidP="00B77E03">
      <w:r w:rsidRPr="002813C1">
        <w:t>Plus encore que la remise de la dette</w:t>
      </w:r>
      <w:r w:rsidR="00B77E03">
        <w:t xml:space="preserve">, </w:t>
      </w:r>
      <w:r w:rsidRPr="002813C1">
        <w:t>le doute de Chupin émoustilla l</w:t>
      </w:r>
      <w:r w:rsidR="00B77E03">
        <w:t>’</w:t>
      </w:r>
      <w:r w:rsidRPr="002813C1">
        <w:t>employé</w:t>
      </w:r>
      <w:r w:rsidR="00B77E03">
        <w:t>.</w:t>
      </w:r>
    </w:p>
    <w:p w14:paraId="7833A65F" w14:textId="77777777" w:rsidR="00B77E03" w:rsidRDefault="00B77E03" w:rsidP="00B77E03">
      <w:r>
        <w:t>— </w:t>
      </w:r>
      <w:r w:rsidR="0024252B" w:rsidRPr="002813C1">
        <w:t>Rien n</w:t>
      </w:r>
      <w:r>
        <w:t>’</w:t>
      </w:r>
      <w:r w:rsidR="0024252B" w:rsidRPr="002813C1">
        <w:t>est plus simple</w:t>
      </w:r>
      <w:r>
        <w:t xml:space="preserve">, </w:t>
      </w:r>
      <w:r w:rsidR="0024252B" w:rsidRPr="002813C1">
        <w:t>au contraire</w:t>
      </w:r>
      <w:r>
        <w:t xml:space="preserve">, </w:t>
      </w:r>
      <w:r w:rsidR="0024252B" w:rsidRPr="002813C1">
        <w:t>déclara-t-il</w:t>
      </w:r>
      <w:r>
        <w:t xml:space="preserve">, </w:t>
      </w:r>
      <w:r w:rsidR="0024252B" w:rsidRPr="002813C1">
        <w:t>fier d</w:t>
      </w:r>
      <w:r>
        <w:t>’</w:t>
      </w:r>
      <w:r w:rsidR="0024252B" w:rsidRPr="002813C1">
        <w:t>expliquer à un profane l</w:t>
      </w:r>
      <w:r>
        <w:t>’</w:t>
      </w:r>
      <w:r w:rsidR="0024252B" w:rsidRPr="002813C1">
        <w:t>ingénieux mécanisme de son administration</w:t>
      </w:r>
      <w:r>
        <w:t xml:space="preserve">… </w:t>
      </w:r>
      <w:r w:rsidR="0024252B" w:rsidRPr="002813C1">
        <w:t>Vous avez bien dix minutes</w:t>
      </w:r>
      <w:r>
        <w:t>…</w:t>
      </w:r>
    </w:p>
    <w:p w14:paraId="5C4C9200" w14:textId="77777777" w:rsidR="00B77E03" w:rsidRDefault="00B77E03" w:rsidP="00B77E03">
      <w:r>
        <w:t>— </w:t>
      </w:r>
      <w:r w:rsidR="0024252B" w:rsidRPr="002813C1">
        <w:t>J</w:t>
      </w:r>
      <w:r>
        <w:t>’</w:t>
      </w:r>
      <w:r w:rsidR="0024252B" w:rsidRPr="002813C1">
        <w:t>aurai dix jours</w:t>
      </w:r>
      <w:r>
        <w:t xml:space="preserve">, </w:t>
      </w:r>
      <w:r w:rsidR="0024252B" w:rsidRPr="002813C1">
        <w:t>s</w:t>
      </w:r>
      <w:r>
        <w:t>’</w:t>
      </w:r>
      <w:r w:rsidR="0024252B" w:rsidRPr="002813C1">
        <w:t>il faut</w:t>
      </w:r>
      <w:r>
        <w:t>.</w:t>
      </w:r>
    </w:p>
    <w:p w14:paraId="4701A93D" w14:textId="77777777" w:rsidR="00B77E03" w:rsidRDefault="00B77E03" w:rsidP="00B77E03">
      <w:r>
        <w:t>— </w:t>
      </w:r>
      <w:r w:rsidR="0024252B" w:rsidRPr="002813C1">
        <w:t>Alors</w:t>
      </w:r>
      <w:r>
        <w:t xml:space="preserve">, </w:t>
      </w:r>
      <w:r w:rsidR="0024252B" w:rsidRPr="002813C1">
        <w:t>vous allez voir</w:t>
      </w:r>
      <w:r>
        <w:t>.</w:t>
      </w:r>
    </w:p>
    <w:p w14:paraId="4954B72B" w14:textId="77777777" w:rsidR="00B77E03" w:rsidRDefault="0024252B" w:rsidP="00B77E03">
      <w:r w:rsidRPr="002813C1">
        <w:t>Il se leva</w:t>
      </w:r>
      <w:r w:rsidR="00B77E03">
        <w:t xml:space="preserve">, </w:t>
      </w:r>
      <w:r w:rsidRPr="002813C1">
        <w:t>passa dans le bureau voisin</w:t>
      </w:r>
      <w:r w:rsidR="00B77E03">
        <w:t xml:space="preserve">, </w:t>
      </w:r>
      <w:r w:rsidRPr="002813C1">
        <w:t>et l</w:t>
      </w:r>
      <w:r w:rsidR="00B77E03">
        <w:t>’</w:t>
      </w:r>
      <w:r w:rsidRPr="002813C1">
        <w:t>instant d</w:t>
      </w:r>
      <w:r w:rsidR="00B77E03">
        <w:t>’</w:t>
      </w:r>
      <w:r w:rsidRPr="002813C1">
        <w:t>après reparut portant un énorme carton vert</w:t>
      </w:r>
      <w:r w:rsidR="00B77E03">
        <w:t>.</w:t>
      </w:r>
    </w:p>
    <w:p w14:paraId="7440A14A" w14:textId="77777777" w:rsidR="00B77E03" w:rsidRDefault="00B77E03" w:rsidP="00B77E03">
      <w:r>
        <w:t>— </w:t>
      </w:r>
      <w:proofErr w:type="spellStart"/>
      <w:r w:rsidR="0024252B" w:rsidRPr="002813C1">
        <w:t>Là dedans</w:t>
      </w:r>
      <w:proofErr w:type="spellEnd"/>
      <w:r>
        <w:t xml:space="preserve">, </w:t>
      </w:r>
      <w:r w:rsidR="0024252B" w:rsidRPr="002813C1">
        <w:t>fit-il</w:t>
      </w:r>
      <w:r>
        <w:t xml:space="preserve">, </w:t>
      </w:r>
      <w:r w:rsidR="0024252B" w:rsidRPr="002813C1">
        <w:t>sont les feuilles de contrôle que chaque station envoie tous les soirs au bureau central</w:t>
      </w:r>
      <w:r>
        <w:t>…</w:t>
      </w:r>
    </w:p>
    <w:p w14:paraId="2054DE82" w14:textId="77777777" w:rsidR="00B77E03" w:rsidRDefault="0024252B" w:rsidP="00B77E03">
      <w:r w:rsidRPr="002813C1">
        <w:t>Il ouvrit le carton</w:t>
      </w:r>
      <w:r w:rsidR="00B77E03">
        <w:t xml:space="preserve">, </w:t>
      </w:r>
      <w:r w:rsidRPr="002813C1">
        <w:t>en examina rapidement le contenu</w:t>
      </w:r>
      <w:r w:rsidR="00B77E03">
        <w:t xml:space="preserve">, </w:t>
      </w:r>
      <w:r w:rsidRPr="002813C1">
        <w:t>et d</w:t>
      </w:r>
      <w:r w:rsidR="00B77E03">
        <w:t>’</w:t>
      </w:r>
      <w:r w:rsidRPr="002813C1">
        <w:t>un ton joyeux</w:t>
      </w:r>
      <w:r w:rsidR="00B77E03">
        <w:t> :</w:t>
      </w:r>
    </w:p>
    <w:p w14:paraId="68E452AE" w14:textId="2598DE49" w:rsidR="00B77E03" w:rsidRDefault="00B77E03" w:rsidP="00B77E03">
      <w:r>
        <w:t>— </w:t>
      </w:r>
      <w:r w:rsidR="0024252B" w:rsidRPr="002813C1">
        <w:t>Nous y sommes</w:t>
      </w:r>
      <w:r>
        <w:t xml:space="preserve"> !… </w:t>
      </w:r>
      <w:r w:rsidR="0024252B" w:rsidRPr="002813C1">
        <w:t>dit-il</w:t>
      </w:r>
      <w:r>
        <w:t xml:space="preserve">. </w:t>
      </w:r>
      <w:r w:rsidR="0024252B" w:rsidRPr="002813C1">
        <w:t>Voici la feuille du surveillant de la rue Soufflot pour le jour indiqué</w:t>
      </w:r>
      <w:r>
        <w:t xml:space="preserve">, </w:t>
      </w:r>
      <w:r w:rsidR="0024252B" w:rsidRPr="002813C1">
        <w:t>1</w:t>
      </w:r>
      <w:r w:rsidRPr="002813C1">
        <w:t>6</w:t>
      </w:r>
      <w:r>
        <w:t> </w:t>
      </w:r>
      <w:r w:rsidRPr="002813C1">
        <w:t>octobre</w:t>
      </w:r>
      <w:r>
        <w:t xml:space="preserve">… </w:t>
      </w:r>
      <w:r w:rsidR="0024252B" w:rsidRPr="002813C1">
        <w:t>Voyons le mouvement des voitures entre neuf heures moins un quart et neuf heures un quart</w:t>
      </w:r>
      <w:r>
        <w:t xml:space="preserve">… </w:t>
      </w:r>
      <w:r w:rsidR="0024252B" w:rsidRPr="002813C1">
        <w:t>Cinq fiacres sont arrivés à la station</w:t>
      </w:r>
      <w:r>
        <w:t xml:space="preserve">… </w:t>
      </w:r>
      <w:r w:rsidR="0024252B" w:rsidRPr="002813C1">
        <w:t>Inutile de nous occuper de ceux-là</w:t>
      </w:r>
      <w:r>
        <w:t xml:space="preserve">… </w:t>
      </w:r>
      <w:r w:rsidR="0024252B" w:rsidRPr="002813C1">
        <w:t>Trois l</w:t>
      </w:r>
      <w:r>
        <w:t>’</w:t>
      </w:r>
      <w:r w:rsidR="0024252B" w:rsidRPr="002813C1">
        <w:t>ont quittée</w:t>
      </w:r>
      <w:r>
        <w:t xml:space="preserve">, </w:t>
      </w:r>
      <w:r w:rsidR="0024252B" w:rsidRPr="002813C1">
        <w:t>portant les numéros 178</w:t>
      </w:r>
      <w:r w:rsidRPr="002813C1">
        <w:t>1</w:t>
      </w:r>
      <w:r>
        <w:t>,</w:t>
      </w:r>
      <w:r w:rsidRPr="002813C1">
        <w:t>3</w:t>
      </w:r>
      <w:r w:rsidR="0024252B" w:rsidRPr="002813C1">
        <w:t>025 et 2140</w:t>
      </w:r>
      <w:r>
        <w:t xml:space="preserve">… </w:t>
      </w:r>
      <w:r w:rsidR="0024252B" w:rsidRPr="002813C1">
        <w:t>c</w:t>
      </w:r>
      <w:r>
        <w:t>’</w:t>
      </w:r>
      <w:r w:rsidR="0024252B" w:rsidRPr="002813C1">
        <w:t>est un de ces trois-là qu</w:t>
      </w:r>
      <w:r>
        <w:t>’</w:t>
      </w:r>
      <w:r w:rsidR="0024252B" w:rsidRPr="002813C1">
        <w:t>a pris la parente de votre patron</w:t>
      </w:r>
      <w:r>
        <w:t>…</w:t>
      </w:r>
    </w:p>
    <w:p w14:paraId="5EEEFD2E" w14:textId="77777777" w:rsidR="00B77E03" w:rsidRDefault="00B77E03" w:rsidP="00B77E03">
      <w:r>
        <w:t>— </w:t>
      </w:r>
      <w:r w:rsidR="0024252B" w:rsidRPr="002813C1">
        <w:t>C</w:t>
      </w:r>
      <w:r>
        <w:t>’</w:t>
      </w:r>
      <w:r w:rsidR="0024252B" w:rsidRPr="002813C1">
        <w:t>est trois cochers à interroger</w:t>
      </w:r>
      <w:r>
        <w:t>…</w:t>
      </w:r>
    </w:p>
    <w:p w14:paraId="1CDE5EAC" w14:textId="77777777" w:rsidR="00B77E03" w:rsidRDefault="0024252B" w:rsidP="00B77E03">
      <w:r w:rsidRPr="002813C1">
        <w:t>L</w:t>
      </w:r>
      <w:r w:rsidR="00B77E03">
        <w:t>’</w:t>
      </w:r>
      <w:r w:rsidRPr="002813C1">
        <w:t>employé haussa les épaules</w:t>
      </w:r>
      <w:r w:rsidR="00B77E03">
        <w:t>.</w:t>
      </w:r>
    </w:p>
    <w:p w14:paraId="29C2C824" w14:textId="77777777" w:rsidR="00B77E03" w:rsidRDefault="00B77E03" w:rsidP="00B77E03">
      <w:r>
        <w:t>— </w:t>
      </w:r>
      <w:r w:rsidR="0024252B" w:rsidRPr="002813C1">
        <w:t>À quoi bon</w:t>
      </w:r>
      <w:r>
        <w:t xml:space="preserve"> ? </w:t>
      </w:r>
      <w:r w:rsidR="0024252B" w:rsidRPr="002813C1">
        <w:t>prononça-t-il</w:t>
      </w:r>
      <w:r>
        <w:t xml:space="preserve">. </w:t>
      </w:r>
      <w:r w:rsidR="0024252B" w:rsidRPr="002813C1">
        <w:t>Ah</w:t>
      </w:r>
      <w:r>
        <w:t xml:space="preserve"> ! </w:t>
      </w:r>
      <w:r w:rsidR="0024252B" w:rsidRPr="002813C1">
        <w:t>vous ne connaissez pas tous nos moyens de contrôle</w:t>
      </w:r>
      <w:r>
        <w:t xml:space="preserve"> ! </w:t>
      </w:r>
      <w:r w:rsidR="0024252B" w:rsidRPr="002813C1">
        <w:t>Les cochers sont fins</w:t>
      </w:r>
      <w:r>
        <w:t xml:space="preserve">, </w:t>
      </w:r>
      <w:r w:rsidR="0024252B" w:rsidRPr="002813C1">
        <w:t xml:space="preserve">mais </w:t>
      </w:r>
      <w:r w:rsidR="0024252B" w:rsidRPr="002813C1">
        <w:lastRenderedPageBreak/>
        <w:t>la Compagnie n</w:t>
      </w:r>
      <w:r>
        <w:t>’</w:t>
      </w:r>
      <w:r w:rsidR="0024252B" w:rsidRPr="002813C1">
        <w:t>est pas bête</w:t>
      </w:r>
      <w:r>
        <w:t xml:space="preserve">… </w:t>
      </w:r>
      <w:r w:rsidR="0024252B" w:rsidRPr="002813C1">
        <w:t>Moyennant cent cinquante mille francs que lui coûte annuellement sa police</w:t>
      </w:r>
      <w:r>
        <w:t xml:space="preserve">, </w:t>
      </w:r>
      <w:r w:rsidR="0024252B" w:rsidRPr="002813C1">
        <w:t>elle sait heure par heure ce que font ses voitures</w:t>
      </w:r>
      <w:r>
        <w:t xml:space="preserve">… </w:t>
      </w:r>
      <w:r w:rsidR="0024252B" w:rsidRPr="002813C1">
        <w:t>Je vais chercher la feuille des cochers des trois numéros</w:t>
      </w:r>
      <w:r>
        <w:t xml:space="preserve">, </w:t>
      </w:r>
      <w:r w:rsidR="0024252B" w:rsidRPr="002813C1">
        <w:t>et l</w:t>
      </w:r>
      <w:r>
        <w:t>’</w:t>
      </w:r>
      <w:r w:rsidR="0024252B" w:rsidRPr="002813C1">
        <w:t>une d</w:t>
      </w:r>
      <w:r>
        <w:t>’</w:t>
      </w:r>
      <w:r w:rsidR="0024252B" w:rsidRPr="002813C1">
        <w:t>elles</w:t>
      </w:r>
      <w:r>
        <w:t xml:space="preserve">, </w:t>
      </w:r>
      <w:r w:rsidR="0024252B" w:rsidRPr="002813C1">
        <w:t>certainement</w:t>
      </w:r>
      <w:r>
        <w:t xml:space="preserve">, </w:t>
      </w:r>
      <w:r w:rsidR="0024252B" w:rsidRPr="002813C1">
        <w:t>nous renseignera</w:t>
      </w:r>
      <w:r>
        <w:t>.</w:t>
      </w:r>
    </w:p>
    <w:p w14:paraId="70EA0D19" w14:textId="77777777" w:rsidR="00B77E03" w:rsidRDefault="0024252B" w:rsidP="00B77E03">
      <w:r w:rsidRPr="002813C1">
        <w:t>Cette fois</w:t>
      </w:r>
      <w:r w:rsidR="00B77E03">
        <w:t xml:space="preserve">, </w:t>
      </w:r>
      <w:r w:rsidRPr="002813C1">
        <w:t>les investigations furent assez longues</w:t>
      </w:r>
      <w:r w:rsidR="00B77E03">
        <w:t xml:space="preserve">, </w:t>
      </w:r>
      <w:r w:rsidRPr="002813C1">
        <w:t>et Chupin commençait à s</w:t>
      </w:r>
      <w:r w:rsidR="00B77E03">
        <w:t>’</w:t>
      </w:r>
      <w:r w:rsidRPr="002813C1">
        <w:t>impatienter</w:t>
      </w:r>
      <w:r w:rsidR="00B77E03">
        <w:t xml:space="preserve">, </w:t>
      </w:r>
      <w:r w:rsidRPr="002813C1">
        <w:t>quand l</w:t>
      </w:r>
      <w:r w:rsidR="00B77E03">
        <w:t>’</w:t>
      </w:r>
      <w:r w:rsidRPr="002813C1">
        <w:t>employé agita triomphalement une feuille de papier sale et toute fripée</w:t>
      </w:r>
      <w:r w:rsidR="00B77E03">
        <w:t xml:space="preserve">, </w:t>
      </w:r>
      <w:r w:rsidRPr="002813C1">
        <w:t>en s</w:t>
      </w:r>
      <w:r w:rsidR="00B77E03">
        <w:t>’</w:t>
      </w:r>
      <w:r w:rsidRPr="002813C1">
        <w:t>écriant</w:t>
      </w:r>
      <w:r w:rsidR="00B77E03">
        <w:t> :</w:t>
      </w:r>
    </w:p>
    <w:p w14:paraId="12436183" w14:textId="77777777" w:rsidR="00B77E03" w:rsidRDefault="00B77E03" w:rsidP="00B77E03">
      <w:r>
        <w:t>— </w:t>
      </w:r>
      <w:r w:rsidR="0024252B" w:rsidRPr="002813C1">
        <w:t>Quand je vous disais</w:t>
      </w:r>
      <w:r>
        <w:t xml:space="preserve"> !… </w:t>
      </w:r>
      <w:r w:rsidR="0024252B" w:rsidRPr="002813C1">
        <w:t>Voici la feuille du fiacre 2140</w:t>
      </w:r>
      <w:r>
        <w:t xml:space="preserve">… </w:t>
      </w:r>
      <w:r w:rsidR="0024252B" w:rsidRPr="002813C1">
        <w:t>lisez</w:t>
      </w:r>
      <w:r>
        <w:t xml:space="preserve">, </w:t>
      </w:r>
      <w:r w:rsidR="0024252B" w:rsidRPr="002813C1">
        <w:t>tenez</w:t>
      </w:r>
      <w:r>
        <w:t xml:space="preserve">, </w:t>
      </w:r>
      <w:r w:rsidR="0024252B" w:rsidRPr="002813C1">
        <w:t>là</w:t>
      </w:r>
      <w:r>
        <w:t> : « </w:t>
      </w:r>
      <w:r w:rsidR="0024252B" w:rsidRPr="002813C1">
        <w:t>Vendredi</w:t>
      </w:r>
      <w:r>
        <w:t xml:space="preserve">, </w:t>
      </w:r>
      <w:r w:rsidR="0024252B" w:rsidRPr="002813C1">
        <w:t>neuf heures dix minutes du soir</w:t>
      </w:r>
      <w:r>
        <w:t xml:space="preserve">, </w:t>
      </w:r>
      <w:r w:rsidR="0024252B" w:rsidRPr="002813C1">
        <w:t>chargé rue d</w:t>
      </w:r>
      <w:r>
        <w:t>’</w:t>
      </w:r>
      <w:r w:rsidR="0024252B" w:rsidRPr="002813C1">
        <w:t>Ulm</w:t>
      </w:r>
      <w:r>
        <w:t> !… »</w:t>
      </w:r>
      <w:r w:rsidR="0024252B" w:rsidRPr="002813C1">
        <w:t xml:space="preserve"> Que pensez-vous de ça</w:t>
      </w:r>
      <w:r>
        <w:t> ?…</w:t>
      </w:r>
    </w:p>
    <w:p w14:paraId="38017B90" w14:textId="77777777" w:rsidR="00B77E03" w:rsidRDefault="00B77E03" w:rsidP="00B77E03">
      <w:r>
        <w:t>— </w:t>
      </w:r>
      <w:r w:rsidR="0024252B" w:rsidRPr="002813C1">
        <w:t>C</w:t>
      </w:r>
      <w:r>
        <w:t>’</w:t>
      </w:r>
      <w:r w:rsidR="0024252B" w:rsidRPr="002813C1">
        <w:t>est épatant</w:t>
      </w:r>
      <w:r>
        <w:t xml:space="preserve"> !… </w:t>
      </w:r>
      <w:r w:rsidR="0024252B" w:rsidRPr="002813C1">
        <w:t>Mais où prendre le cocher</w:t>
      </w:r>
      <w:r>
        <w:t> ?…</w:t>
      </w:r>
    </w:p>
    <w:p w14:paraId="67A22131" w14:textId="77777777" w:rsidR="00B77E03" w:rsidRDefault="00B77E03" w:rsidP="00B77E03">
      <w:r>
        <w:t>— </w:t>
      </w:r>
      <w:r w:rsidR="0024252B" w:rsidRPr="002813C1">
        <w:t>En ce moment</w:t>
      </w:r>
      <w:r>
        <w:t xml:space="preserve">, </w:t>
      </w:r>
      <w:r w:rsidR="0024252B" w:rsidRPr="002813C1">
        <w:t>je ne sais</w:t>
      </w:r>
      <w:r>
        <w:t xml:space="preserve">, </w:t>
      </w:r>
      <w:r w:rsidR="0024252B" w:rsidRPr="002813C1">
        <w:t>il est dehors</w:t>
      </w:r>
      <w:r>
        <w:t xml:space="preserve">. </w:t>
      </w:r>
      <w:r w:rsidR="0024252B" w:rsidRPr="002813C1">
        <w:t>Mais comme il est de ce dépôt</w:t>
      </w:r>
      <w:r>
        <w:t xml:space="preserve">, </w:t>
      </w:r>
      <w:r w:rsidR="0024252B" w:rsidRPr="002813C1">
        <w:t>si vous voulez l</w:t>
      </w:r>
      <w:r>
        <w:t>’</w:t>
      </w:r>
      <w:r w:rsidR="0024252B" w:rsidRPr="002813C1">
        <w:t>attendre</w:t>
      </w:r>
      <w:r>
        <w:t xml:space="preserve">, </w:t>
      </w:r>
      <w:r w:rsidR="0024252B" w:rsidRPr="002813C1">
        <w:t>il finira toujours par rentrer</w:t>
      </w:r>
      <w:r>
        <w:t>…</w:t>
      </w:r>
    </w:p>
    <w:p w14:paraId="25A87EDB" w14:textId="74A54245" w:rsidR="00B77E03" w:rsidRDefault="00B77E03" w:rsidP="00B77E03">
      <w:r>
        <w:t>— </w:t>
      </w:r>
      <w:r w:rsidR="0024252B" w:rsidRPr="002813C1">
        <w:t>Je l</w:t>
      </w:r>
      <w:r>
        <w:t>’</w:t>
      </w:r>
      <w:r w:rsidR="0024252B" w:rsidRPr="002813C1">
        <w:t>attendrai</w:t>
      </w:r>
      <w:r>
        <w:t xml:space="preserve">… </w:t>
      </w:r>
      <w:r w:rsidR="0024252B" w:rsidRPr="002813C1">
        <w:t>Seulement</w:t>
      </w:r>
      <w:r>
        <w:t xml:space="preserve">, </w:t>
      </w:r>
      <w:r w:rsidR="0024252B" w:rsidRPr="002813C1">
        <w:t>comme je n</w:t>
      </w:r>
      <w:r>
        <w:t>’</w:t>
      </w:r>
      <w:r w:rsidR="0024252B" w:rsidRPr="002813C1">
        <w:t>ai pas dîné</w:t>
      </w:r>
      <w:r>
        <w:t xml:space="preserve">, </w:t>
      </w:r>
      <w:r w:rsidR="0024252B" w:rsidRPr="002813C1">
        <w:t>il faut que j</w:t>
      </w:r>
      <w:r>
        <w:t>’</w:t>
      </w:r>
      <w:r w:rsidR="0024252B" w:rsidRPr="002813C1">
        <w:t>aille manger un morceau</w:t>
      </w:r>
      <w:r>
        <w:t xml:space="preserve">… </w:t>
      </w:r>
      <w:r w:rsidR="0024252B" w:rsidRPr="002813C1">
        <w:t>À une autre fois</w:t>
      </w:r>
      <w:r>
        <w:t xml:space="preserve"> !… </w:t>
      </w:r>
      <w:r w:rsidR="0024252B" w:rsidRPr="002813C1">
        <w:t xml:space="preserve">Je vous promets que </w:t>
      </w:r>
      <w:r>
        <w:t>M. </w:t>
      </w:r>
      <w:r w:rsidR="0024252B" w:rsidRPr="002813C1">
        <w:t>Fortunat vous renverra votre billet</w:t>
      </w:r>
      <w:r>
        <w:t>…</w:t>
      </w:r>
    </w:p>
    <w:p w14:paraId="3960937F" w14:textId="77777777" w:rsidR="00B77E03" w:rsidRDefault="0024252B" w:rsidP="00B77E03">
      <w:r w:rsidRPr="002813C1">
        <w:t>Chupin</w:t>
      </w:r>
      <w:r w:rsidR="00B77E03">
        <w:t xml:space="preserve">, </w:t>
      </w:r>
      <w:r w:rsidRPr="002813C1">
        <w:t>en effet</w:t>
      </w:r>
      <w:r w:rsidR="00B77E03">
        <w:t xml:space="preserve">, </w:t>
      </w:r>
      <w:r w:rsidRPr="002813C1">
        <w:t>avait grand faim</w:t>
      </w:r>
      <w:r w:rsidR="00B77E03">
        <w:t xml:space="preserve">, </w:t>
      </w:r>
      <w:r w:rsidRPr="002813C1">
        <w:t>et c</w:t>
      </w:r>
      <w:r w:rsidR="00B77E03">
        <w:t>’</w:t>
      </w:r>
      <w:r w:rsidRPr="002813C1">
        <w:t>est au pas de course qu</w:t>
      </w:r>
      <w:r w:rsidR="00B77E03">
        <w:t>’</w:t>
      </w:r>
      <w:r w:rsidRPr="002813C1">
        <w:t>il gagna un petit restaurant qu</w:t>
      </w:r>
      <w:r w:rsidR="00B77E03">
        <w:t>’</w:t>
      </w:r>
      <w:r w:rsidRPr="002813C1">
        <w:t>il avait remarqué en venant</w:t>
      </w:r>
      <w:r w:rsidR="00B77E03">
        <w:t xml:space="preserve">. </w:t>
      </w:r>
      <w:r w:rsidRPr="002813C1">
        <w:t>Là</w:t>
      </w:r>
      <w:r w:rsidR="00B77E03">
        <w:t xml:space="preserve">, </w:t>
      </w:r>
      <w:r w:rsidRPr="002813C1">
        <w:t>pour dix-huit sous</w:t>
      </w:r>
      <w:r w:rsidR="00B77E03">
        <w:t xml:space="preserve">, </w:t>
      </w:r>
      <w:r w:rsidRPr="002813C1">
        <w:t>il dîna comme un prince</w:t>
      </w:r>
      <w:r w:rsidR="00B77E03">
        <w:t xml:space="preserve"> ; </w:t>
      </w:r>
      <w:r w:rsidRPr="002813C1">
        <w:t>il s</w:t>
      </w:r>
      <w:r w:rsidR="00B77E03">
        <w:t>’</w:t>
      </w:r>
      <w:r w:rsidRPr="002813C1">
        <w:t>offrit en manière de récompense une tasse de café et un petit verre</w:t>
      </w:r>
      <w:r w:rsidR="00B77E03">
        <w:t xml:space="preserve">, </w:t>
      </w:r>
      <w:r w:rsidRPr="002813C1">
        <w:t>et c</w:t>
      </w:r>
      <w:r w:rsidR="00B77E03">
        <w:t>’</w:t>
      </w:r>
      <w:r w:rsidRPr="002813C1">
        <w:t>est ainsi lesté qu</w:t>
      </w:r>
      <w:r w:rsidR="00B77E03">
        <w:t>’</w:t>
      </w:r>
      <w:r w:rsidRPr="002813C1">
        <w:t>il retourna au dépôt</w:t>
      </w:r>
      <w:r w:rsidR="00B77E03">
        <w:t>.</w:t>
      </w:r>
    </w:p>
    <w:p w14:paraId="362BA024" w14:textId="77777777" w:rsidR="00B77E03" w:rsidRDefault="0024252B" w:rsidP="00B77E03">
      <w:r w:rsidRPr="002813C1">
        <w:t>Le fiacre 2140 n</w:t>
      </w:r>
      <w:r w:rsidR="00B77E03">
        <w:t>’</w:t>
      </w:r>
      <w:r w:rsidRPr="002813C1">
        <w:t>étant pas rentré en son absence</w:t>
      </w:r>
      <w:r w:rsidR="00B77E03">
        <w:t xml:space="preserve">, </w:t>
      </w:r>
      <w:r w:rsidRPr="002813C1">
        <w:t>il se mit en faction à la porte</w:t>
      </w:r>
      <w:r w:rsidR="00B77E03">
        <w:t>.</w:t>
      </w:r>
    </w:p>
    <w:p w14:paraId="43510FF3" w14:textId="77777777" w:rsidR="00B77E03" w:rsidRDefault="0024252B" w:rsidP="00B77E03">
      <w:r w:rsidRPr="002813C1">
        <w:t>Ah</w:t>
      </w:r>
      <w:r w:rsidR="00B77E03">
        <w:t xml:space="preserve"> !… </w:t>
      </w:r>
      <w:r w:rsidRPr="002813C1">
        <w:t>sa patience eût été mise à une rude épreuve</w:t>
      </w:r>
      <w:r w:rsidR="00B77E03">
        <w:t xml:space="preserve">, </w:t>
      </w:r>
      <w:r w:rsidRPr="002813C1">
        <w:t>s</w:t>
      </w:r>
      <w:r w:rsidR="00B77E03">
        <w:t>’</w:t>
      </w:r>
      <w:r w:rsidRPr="002813C1">
        <w:t>il n</w:t>
      </w:r>
      <w:r w:rsidR="00B77E03">
        <w:t>’</w:t>
      </w:r>
      <w:r w:rsidRPr="002813C1">
        <w:t>eût possédé à fond l</w:t>
      </w:r>
      <w:r w:rsidR="00B77E03">
        <w:t>’</w:t>
      </w:r>
      <w:r w:rsidRPr="002813C1">
        <w:t>art d</w:t>
      </w:r>
      <w:r w:rsidR="00B77E03">
        <w:t>’</w:t>
      </w:r>
      <w:r w:rsidRPr="002813C1">
        <w:t>attendre</w:t>
      </w:r>
      <w:r w:rsidR="00B77E03">
        <w:t xml:space="preserve">, </w:t>
      </w:r>
      <w:r w:rsidRPr="002813C1">
        <w:t>car c</w:t>
      </w:r>
      <w:r w:rsidR="00B77E03">
        <w:t>’</w:t>
      </w:r>
      <w:r w:rsidRPr="002813C1">
        <w:t xml:space="preserve">est un art difficile </w:t>
      </w:r>
      <w:r w:rsidRPr="002813C1">
        <w:lastRenderedPageBreak/>
        <w:t>que de savoir rester en observation sans trop s</w:t>
      </w:r>
      <w:r w:rsidR="00B77E03">
        <w:t>’</w:t>
      </w:r>
      <w:r w:rsidRPr="002813C1">
        <w:t>ennuyer</w:t>
      </w:r>
      <w:r w:rsidR="00B77E03">
        <w:t xml:space="preserve">, </w:t>
      </w:r>
      <w:r w:rsidRPr="002813C1">
        <w:t>sans attirer surtout l</w:t>
      </w:r>
      <w:r w:rsidR="00B77E03">
        <w:t>’</w:t>
      </w:r>
      <w:r w:rsidRPr="002813C1">
        <w:t>attention</w:t>
      </w:r>
      <w:r w:rsidR="00B77E03">
        <w:t>…</w:t>
      </w:r>
    </w:p>
    <w:p w14:paraId="2E487CC6" w14:textId="77777777" w:rsidR="00B77E03" w:rsidRDefault="0024252B" w:rsidP="00B77E03">
      <w:r w:rsidRPr="002813C1">
        <w:t>Il était un peu plus de minuit</w:t>
      </w:r>
      <w:r w:rsidR="00B77E03">
        <w:t xml:space="preserve">, </w:t>
      </w:r>
      <w:r w:rsidRPr="002813C1">
        <w:t>lorsque Chupin</w:t>
      </w:r>
      <w:r w:rsidR="00B77E03">
        <w:t xml:space="preserve">, </w:t>
      </w:r>
      <w:r w:rsidRPr="002813C1">
        <w:t>non sans un battement de cœur</w:t>
      </w:r>
      <w:r w:rsidR="00B77E03">
        <w:t xml:space="preserve">, </w:t>
      </w:r>
      <w:r w:rsidRPr="002813C1">
        <w:t>vit entrer dans la cour la voiture tant désirée</w:t>
      </w:r>
      <w:r w:rsidR="00B77E03">
        <w:t>…</w:t>
      </w:r>
    </w:p>
    <w:p w14:paraId="23A59438" w14:textId="77777777" w:rsidR="00B77E03" w:rsidRDefault="0024252B" w:rsidP="00B77E03">
      <w:r w:rsidRPr="002813C1">
        <w:t>Lentement le cocher descendit de son siège</w:t>
      </w:r>
      <w:r w:rsidR="00B77E03">
        <w:t xml:space="preserve">, </w:t>
      </w:r>
      <w:r w:rsidRPr="002813C1">
        <w:t xml:space="preserve">passa au bureau du contrôleur verser son gain de la journée et rendre sa </w:t>
      </w:r>
      <w:r w:rsidR="00B77E03">
        <w:t>« </w:t>
      </w:r>
      <w:r w:rsidRPr="002813C1">
        <w:t>feuille de retour</w:t>
      </w:r>
      <w:r w:rsidR="00B77E03">
        <w:t> »</w:t>
      </w:r>
      <w:r w:rsidRPr="002813C1">
        <w:t xml:space="preserve"> et sortit</w:t>
      </w:r>
      <w:r w:rsidR="00B77E03">
        <w:t>…</w:t>
      </w:r>
    </w:p>
    <w:p w14:paraId="3F5BC139" w14:textId="77777777" w:rsidR="00B77E03" w:rsidRDefault="0024252B" w:rsidP="00B77E03">
      <w:r w:rsidRPr="002813C1">
        <w:t>C</w:t>
      </w:r>
      <w:r w:rsidR="00B77E03">
        <w:t>’</w:t>
      </w:r>
      <w:r w:rsidRPr="002813C1">
        <w:t>était bien un gros réjoui</w:t>
      </w:r>
      <w:r w:rsidR="00B77E03">
        <w:t xml:space="preserve">, </w:t>
      </w:r>
      <w:r w:rsidRPr="002813C1">
        <w:t>ainsi que l</w:t>
      </w:r>
      <w:r w:rsidR="00B77E03">
        <w:t>’</w:t>
      </w:r>
      <w:r w:rsidRPr="002813C1">
        <w:t>avait annoncé la femme de ménage</w:t>
      </w:r>
      <w:r w:rsidR="00B77E03">
        <w:t xml:space="preserve">, </w:t>
      </w:r>
      <w:r w:rsidRPr="002813C1">
        <w:t>et qui ne fit point de façons pour accepter un verre de n</w:t>
      </w:r>
      <w:r w:rsidR="00B77E03">
        <w:t>’</w:t>
      </w:r>
      <w:r w:rsidRPr="002813C1">
        <w:t>importe quoi chez un marchand de vin resté ouvert</w:t>
      </w:r>
      <w:r w:rsidR="00B77E03">
        <w:t>…</w:t>
      </w:r>
    </w:p>
    <w:p w14:paraId="187D9E19" w14:textId="77777777" w:rsidR="00B77E03" w:rsidRDefault="0024252B" w:rsidP="00B77E03">
      <w:r w:rsidRPr="002813C1">
        <w:t>Il crut ou ne crut pas l</w:t>
      </w:r>
      <w:r w:rsidR="00B77E03">
        <w:t>’</w:t>
      </w:r>
      <w:r w:rsidRPr="002813C1">
        <w:t>histoire que lui conta Chupin</w:t>
      </w:r>
      <w:r w:rsidR="00B77E03">
        <w:t xml:space="preserve">, </w:t>
      </w:r>
      <w:r w:rsidRPr="002813C1">
        <w:t>pour justifier ses questions</w:t>
      </w:r>
      <w:r w:rsidR="00B77E03">
        <w:t xml:space="preserve">, </w:t>
      </w:r>
      <w:r w:rsidRPr="002813C1">
        <w:t>le fait est qu</w:t>
      </w:r>
      <w:r w:rsidR="00B77E03">
        <w:t>’</w:t>
      </w:r>
      <w:r w:rsidRPr="002813C1">
        <w:t>il y répondit sans difficultés</w:t>
      </w:r>
      <w:r w:rsidR="00B77E03">
        <w:t>.</w:t>
      </w:r>
    </w:p>
    <w:p w14:paraId="3BB35318" w14:textId="77777777" w:rsidR="00B77E03" w:rsidRDefault="0024252B" w:rsidP="00B77E03">
      <w:r w:rsidRPr="002813C1">
        <w:t>Il se souvenait si bien d</w:t>
      </w:r>
      <w:r w:rsidR="00B77E03">
        <w:t>’</w:t>
      </w:r>
      <w:r w:rsidRPr="002813C1">
        <w:t xml:space="preserve">avoir </w:t>
      </w:r>
      <w:r w:rsidR="00B77E03">
        <w:t>« </w:t>
      </w:r>
      <w:r w:rsidRPr="002813C1">
        <w:t>chargé</w:t>
      </w:r>
      <w:r w:rsidR="00B77E03">
        <w:t> »</w:t>
      </w:r>
      <w:r w:rsidRPr="002813C1">
        <w:t xml:space="preserve"> rue d</w:t>
      </w:r>
      <w:r w:rsidR="00B77E03">
        <w:t>’</w:t>
      </w:r>
      <w:r w:rsidRPr="002813C1">
        <w:t>Ulm</w:t>
      </w:r>
      <w:r w:rsidR="00B77E03">
        <w:t xml:space="preserve">, </w:t>
      </w:r>
      <w:r w:rsidRPr="002813C1">
        <w:t>qu</w:t>
      </w:r>
      <w:r w:rsidR="00B77E03">
        <w:t>’</w:t>
      </w:r>
      <w:r w:rsidRPr="002813C1">
        <w:t xml:space="preserve">il put donner le signalement de </w:t>
      </w:r>
      <w:r w:rsidR="00B77E03">
        <w:t>« </w:t>
      </w:r>
      <w:r w:rsidRPr="002813C1">
        <w:t>la bourgeoise</w:t>
      </w:r>
      <w:r w:rsidR="00B77E03">
        <w:t>, »</w:t>
      </w:r>
      <w:r w:rsidRPr="002813C1">
        <w:t xml:space="preserve"> une vieille dame respectable</w:t>
      </w:r>
      <w:r w:rsidR="00B77E03">
        <w:t xml:space="preserve">, </w:t>
      </w:r>
      <w:r w:rsidRPr="002813C1">
        <w:t>dire le nombre des colis</w:t>
      </w:r>
      <w:r w:rsidR="00B77E03">
        <w:t xml:space="preserve">, </w:t>
      </w:r>
      <w:r w:rsidRPr="002813C1">
        <w:t>malles ou chapelières</w:t>
      </w:r>
      <w:r w:rsidR="00B77E03">
        <w:t xml:space="preserve">, </w:t>
      </w:r>
      <w:r w:rsidRPr="002813C1">
        <w:t>et en décrire la forme</w:t>
      </w:r>
      <w:r w:rsidR="00B77E03">
        <w:t>.</w:t>
      </w:r>
    </w:p>
    <w:p w14:paraId="35BE6801" w14:textId="2626DB2F" w:rsidR="00B77E03" w:rsidRDefault="0024252B" w:rsidP="00B77E03">
      <w:r w:rsidRPr="002813C1">
        <w:t xml:space="preserve">Il avait conduit </w:t>
      </w:r>
      <w:r w:rsidR="00B77E03">
        <w:t>« </w:t>
      </w:r>
      <w:r w:rsidRPr="002813C1">
        <w:t>sa pratique</w:t>
      </w:r>
      <w:r w:rsidR="00B77E03">
        <w:t> »</w:t>
      </w:r>
      <w:r w:rsidRPr="002813C1">
        <w:t xml:space="preserve"> à la gare de l</w:t>
      </w:r>
      <w:r w:rsidR="00B77E03">
        <w:t>’</w:t>
      </w:r>
      <w:r w:rsidRPr="002813C1">
        <w:t>Ouest</w:t>
      </w:r>
      <w:r w:rsidR="00B77E03">
        <w:t xml:space="preserve">, </w:t>
      </w:r>
      <w:r w:rsidRPr="002813C1">
        <w:t>rive droite</w:t>
      </w:r>
      <w:r w:rsidR="00B77E03">
        <w:t xml:space="preserve">, </w:t>
      </w:r>
      <w:r w:rsidRPr="002813C1">
        <w:t>et s</w:t>
      </w:r>
      <w:r w:rsidR="00B77E03">
        <w:t>’</w:t>
      </w:r>
      <w:r w:rsidRPr="002813C1">
        <w:t>était arrêté devant l</w:t>
      </w:r>
      <w:r w:rsidR="00B77E03">
        <w:t>’</w:t>
      </w:r>
      <w:r w:rsidRPr="002813C1">
        <w:t>entrée de la rue d</w:t>
      </w:r>
      <w:r w:rsidR="00B77E03">
        <w:t>’</w:t>
      </w:r>
      <w:r w:rsidRPr="002813C1">
        <w:t>Amsterdam</w:t>
      </w:r>
      <w:r w:rsidR="00B77E03">
        <w:t xml:space="preserve">. </w:t>
      </w:r>
      <w:r w:rsidRPr="002813C1">
        <w:t>Et quand les facteurs du chemin de fer s</w:t>
      </w:r>
      <w:r w:rsidR="00B77E03">
        <w:t>’</w:t>
      </w:r>
      <w:r w:rsidRPr="002813C1">
        <w:t>étaient approchés</w:t>
      </w:r>
      <w:r w:rsidR="00B77E03">
        <w:t xml:space="preserve">, </w:t>
      </w:r>
      <w:r w:rsidRPr="002813C1">
        <w:t>en demandant</w:t>
      </w:r>
      <w:r w:rsidR="00B77E03">
        <w:t xml:space="preserve">, </w:t>
      </w:r>
      <w:r w:rsidRPr="002813C1">
        <w:t>selon l</w:t>
      </w:r>
      <w:r w:rsidR="00B77E03">
        <w:t>’</w:t>
      </w:r>
      <w:r w:rsidRPr="002813C1">
        <w:t>usage</w:t>
      </w:r>
      <w:r w:rsidR="00B77E03">
        <w:t> : « </w:t>
      </w:r>
      <w:r w:rsidRPr="002813C1">
        <w:t>Pour où les bagages</w:t>
      </w:r>
      <w:r w:rsidR="00B77E03">
        <w:t> ? »</w:t>
      </w:r>
      <w:r w:rsidRPr="002813C1">
        <w:t xml:space="preserve"> la vieille dame avait répondu</w:t>
      </w:r>
      <w:r w:rsidR="00B77E03">
        <w:t> : « </w:t>
      </w:r>
      <w:r w:rsidRPr="002813C1">
        <w:t>Pour Londres</w:t>
      </w:r>
      <w:r w:rsidR="00B77E03">
        <w:t>. »</w:t>
      </w:r>
    </w:p>
    <w:p w14:paraId="136B257E" w14:textId="77777777" w:rsidR="00B77E03" w:rsidRDefault="0024252B" w:rsidP="00B77E03">
      <w:r w:rsidRPr="002813C1">
        <w:t>Chupin</w:t>
      </w:r>
      <w:r w:rsidR="00B77E03">
        <w:t xml:space="preserve">, </w:t>
      </w:r>
      <w:r w:rsidRPr="002813C1">
        <w:t>à cette déclaration</w:t>
      </w:r>
      <w:r w:rsidR="00B77E03">
        <w:t xml:space="preserve">, </w:t>
      </w:r>
      <w:r w:rsidRPr="002813C1">
        <w:t>faillit tomber de son haut</w:t>
      </w:r>
      <w:r w:rsidR="00B77E03">
        <w:t>.</w:t>
      </w:r>
    </w:p>
    <w:p w14:paraId="1C889B1F" w14:textId="452D469D" w:rsidR="00B77E03" w:rsidRDefault="0024252B" w:rsidP="00B77E03">
      <w:r w:rsidRPr="002813C1">
        <w:t>Dans son opinion</w:t>
      </w:r>
      <w:r w:rsidR="00B77E03">
        <w:t>, M</w:t>
      </w:r>
      <w:r w:rsidR="00B77E03" w:rsidRPr="00B77E03">
        <w:rPr>
          <w:vertAlign w:val="superscript"/>
        </w:rPr>
        <w:t>me</w:t>
      </w:r>
      <w:r w:rsidR="00B77E03">
        <w:t> </w:t>
      </w:r>
      <w:proofErr w:type="spellStart"/>
      <w:r w:rsidRPr="002813C1">
        <w:t>Férailleur</w:t>
      </w:r>
      <w:proofErr w:type="spellEnd"/>
      <w:r w:rsidRPr="002813C1">
        <w:t xml:space="preserve"> n</w:t>
      </w:r>
      <w:r w:rsidR="00B77E03">
        <w:t>’</w:t>
      </w:r>
      <w:r w:rsidRPr="002813C1">
        <w:t>avait commandé de la conduire au chemin de fer du Havre que pour dérouter les poursuites</w:t>
      </w:r>
      <w:r w:rsidR="00B77E03">
        <w:t xml:space="preserve">. </w:t>
      </w:r>
      <w:r w:rsidRPr="002813C1">
        <w:t>Il eût parié qu</w:t>
      </w:r>
      <w:r w:rsidR="00B77E03">
        <w:t>’</w:t>
      </w:r>
      <w:r w:rsidRPr="002813C1">
        <w:t>après vingt tours de roue elle avait donné à voix basse au cocher sa véritable adresse</w:t>
      </w:r>
      <w:r w:rsidR="00B77E03">
        <w:t>…</w:t>
      </w:r>
    </w:p>
    <w:p w14:paraId="6998B671" w14:textId="77777777" w:rsidR="00B77E03" w:rsidRDefault="0024252B" w:rsidP="00B77E03">
      <w:r w:rsidRPr="002813C1">
        <w:lastRenderedPageBreak/>
        <w:t>Et pas du tout</w:t>
      </w:r>
      <w:r w:rsidR="00B77E03">
        <w:t>…</w:t>
      </w:r>
    </w:p>
    <w:p w14:paraId="571CEF23" w14:textId="704E236E" w:rsidR="00B77E03" w:rsidRDefault="00B77E03" w:rsidP="00B77E03">
      <w:r>
        <w:t>M</w:t>
      </w:r>
      <w:r w:rsidRPr="00B77E03">
        <w:rPr>
          <w:vertAlign w:val="superscript"/>
        </w:rPr>
        <w:t>lle</w:t>
      </w:r>
      <w:r>
        <w:t> </w:t>
      </w:r>
      <w:r w:rsidR="0024252B" w:rsidRPr="002813C1">
        <w:t>Marguerite s</w:t>
      </w:r>
      <w:r>
        <w:t>’</w:t>
      </w:r>
      <w:r w:rsidR="0024252B" w:rsidRPr="002813C1">
        <w:t>était-elle donc trompée</w:t>
      </w:r>
      <w:r>
        <w:t xml:space="preserve"> ?… </w:t>
      </w:r>
      <w:r w:rsidR="0024252B" w:rsidRPr="002813C1">
        <w:t>Pascal avait-il réellement fui devant ses ennemis</w:t>
      </w:r>
      <w:r>
        <w:t xml:space="preserve">, </w:t>
      </w:r>
      <w:r w:rsidR="0024252B" w:rsidRPr="002813C1">
        <w:t>sans même essayer de lutter</w:t>
      </w:r>
      <w:r>
        <w:t xml:space="preserve"> ?… </w:t>
      </w:r>
      <w:r w:rsidR="0024252B" w:rsidRPr="002813C1">
        <w:t>D</w:t>
      </w:r>
      <w:r>
        <w:t>’</w:t>
      </w:r>
      <w:r w:rsidR="0024252B" w:rsidRPr="002813C1">
        <w:t>un tel homme</w:t>
      </w:r>
      <w:r>
        <w:t xml:space="preserve">, </w:t>
      </w:r>
      <w:r w:rsidR="0024252B" w:rsidRPr="002813C1">
        <w:t>cela n</w:t>
      </w:r>
      <w:r>
        <w:t>’</w:t>
      </w:r>
      <w:r w:rsidR="0024252B" w:rsidRPr="002813C1">
        <w:t>était pas admissible</w:t>
      </w:r>
      <w:r>
        <w:t>.</w:t>
      </w:r>
    </w:p>
    <w:p w14:paraId="375AAB20" w14:textId="77777777" w:rsidR="00B77E03" w:rsidRDefault="0024252B" w:rsidP="00B77E03">
      <w:r w:rsidRPr="002813C1">
        <w:t>Cette nuit-là</w:t>
      </w:r>
      <w:r w:rsidR="00B77E03">
        <w:t xml:space="preserve">, </w:t>
      </w:r>
      <w:r w:rsidRPr="002813C1">
        <w:t>Chupin dormit mal</w:t>
      </w:r>
      <w:r w:rsidR="00B77E03">
        <w:t xml:space="preserve">, </w:t>
      </w:r>
      <w:r w:rsidRPr="002813C1">
        <w:t>et le lendemain</w:t>
      </w:r>
      <w:r w:rsidR="00B77E03">
        <w:t xml:space="preserve">, </w:t>
      </w:r>
      <w:r w:rsidRPr="002813C1">
        <w:t>dès cinq heures du matin</w:t>
      </w:r>
      <w:r w:rsidR="00B77E03">
        <w:t xml:space="preserve">, </w:t>
      </w:r>
      <w:r w:rsidRPr="002813C1">
        <w:t>il rôdait rue d</w:t>
      </w:r>
      <w:r w:rsidR="00B77E03">
        <w:t>’</w:t>
      </w:r>
      <w:r w:rsidRPr="002813C1">
        <w:t>Amsterdam</w:t>
      </w:r>
      <w:r w:rsidR="00B77E03">
        <w:t xml:space="preserve">, </w:t>
      </w:r>
      <w:r w:rsidRPr="002813C1">
        <w:t>collant l</w:t>
      </w:r>
      <w:r w:rsidR="00B77E03">
        <w:t>’</w:t>
      </w:r>
      <w:r w:rsidRPr="002813C1">
        <w:t>œil aux devantures des marchands de vin</w:t>
      </w:r>
      <w:r w:rsidR="00B77E03">
        <w:t xml:space="preserve">, </w:t>
      </w:r>
      <w:r w:rsidRPr="002813C1">
        <w:t>cherchant quelque facteur du chemin de fer</w:t>
      </w:r>
      <w:r w:rsidR="00B77E03">
        <w:t>…</w:t>
      </w:r>
    </w:p>
    <w:p w14:paraId="07921C25" w14:textId="77777777" w:rsidR="00B77E03" w:rsidRDefault="0024252B" w:rsidP="00B77E03">
      <w:r w:rsidRPr="002813C1">
        <w:t>Il ne tarda pas à en découvrir un</w:t>
      </w:r>
      <w:r w:rsidR="00B77E03">
        <w:t xml:space="preserve">, </w:t>
      </w:r>
      <w:r w:rsidRPr="002813C1">
        <w:t xml:space="preserve">en train </w:t>
      </w:r>
      <w:r w:rsidR="00B77E03">
        <w:t>« </w:t>
      </w:r>
      <w:r w:rsidRPr="002813C1">
        <w:t>de tuer le ver</w:t>
      </w:r>
      <w:r w:rsidR="00B77E03">
        <w:t>, »</w:t>
      </w:r>
      <w:r w:rsidRPr="002813C1">
        <w:t xml:space="preserve"> dont il se fit un camarade en moins de rien</w:t>
      </w:r>
      <w:r w:rsidR="00B77E03">
        <w:t xml:space="preserve">, </w:t>
      </w:r>
      <w:r w:rsidRPr="002813C1">
        <w:t>grâce à certains procédés qu</w:t>
      </w:r>
      <w:r w:rsidR="00B77E03">
        <w:t>’</w:t>
      </w:r>
      <w:r w:rsidRPr="002813C1">
        <w:t>il avait pour lier promptement connaissance</w:t>
      </w:r>
      <w:r w:rsidR="00B77E03">
        <w:t>.</w:t>
      </w:r>
    </w:p>
    <w:p w14:paraId="581585D0" w14:textId="77777777" w:rsidR="00B77E03" w:rsidRDefault="0024252B" w:rsidP="00B77E03">
      <w:r w:rsidRPr="002813C1">
        <w:t>Ce facteur</w:t>
      </w:r>
      <w:r w:rsidR="00B77E03">
        <w:t xml:space="preserve">, </w:t>
      </w:r>
      <w:r w:rsidRPr="002813C1">
        <w:t>malheureusement</w:t>
      </w:r>
      <w:r w:rsidR="00B77E03">
        <w:t xml:space="preserve">, </w:t>
      </w:r>
      <w:r w:rsidRPr="002813C1">
        <w:t>ne savait rien</w:t>
      </w:r>
      <w:r w:rsidR="00B77E03">
        <w:t xml:space="preserve">, </w:t>
      </w:r>
      <w:r w:rsidRPr="002813C1">
        <w:t>mais il conduisit Chupin à un de ses collègues</w:t>
      </w:r>
      <w:r w:rsidR="00B77E03">
        <w:t xml:space="preserve">, </w:t>
      </w:r>
      <w:r w:rsidRPr="002813C1">
        <w:t>lequel se souvint parfaitement d</w:t>
      </w:r>
      <w:r w:rsidR="00B77E03">
        <w:t>’</w:t>
      </w:r>
      <w:r w:rsidRPr="002813C1">
        <w:t>avoir</w:t>
      </w:r>
      <w:r w:rsidR="00B77E03">
        <w:t xml:space="preserve">, </w:t>
      </w:r>
      <w:r w:rsidRPr="002813C1">
        <w:t>dans la soirée du 16</w:t>
      </w:r>
      <w:r w:rsidR="00B77E03">
        <w:t xml:space="preserve">, </w:t>
      </w:r>
      <w:r w:rsidRPr="002813C1">
        <w:t>aidé à décharger les bagages d</w:t>
      </w:r>
      <w:r w:rsidR="00B77E03">
        <w:t>’</w:t>
      </w:r>
      <w:r w:rsidRPr="002813C1">
        <w:t>une vieille dame qui se rendait à Londres</w:t>
      </w:r>
      <w:r w:rsidR="00B77E03">
        <w:t>.</w:t>
      </w:r>
    </w:p>
    <w:p w14:paraId="4B391038" w14:textId="77777777" w:rsidR="00B77E03" w:rsidRDefault="0024252B" w:rsidP="00B77E03">
      <w:r w:rsidRPr="002813C1">
        <w:t>Cependant</w:t>
      </w:r>
      <w:r w:rsidR="00B77E03">
        <w:t xml:space="preserve">, </w:t>
      </w:r>
      <w:r w:rsidRPr="002813C1">
        <w:t>ces colis n</w:t>
      </w:r>
      <w:r w:rsidR="00B77E03">
        <w:t>’</w:t>
      </w:r>
      <w:r w:rsidRPr="002813C1">
        <w:t>étaient pas partis</w:t>
      </w:r>
      <w:r w:rsidR="00B77E03">
        <w:t xml:space="preserve">. </w:t>
      </w:r>
      <w:r w:rsidRPr="002813C1">
        <w:t>La vieille dame les avait laissés en consignation</w:t>
      </w:r>
      <w:r w:rsidR="00B77E03">
        <w:t xml:space="preserve">, </w:t>
      </w:r>
      <w:r w:rsidRPr="002813C1">
        <w:t>et le surlendemain</w:t>
      </w:r>
      <w:r w:rsidR="00B77E03">
        <w:t xml:space="preserve">, </w:t>
      </w:r>
      <w:r w:rsidRPr="002813C1">
        <w:t>une grosse femme aux allures suspectes était venue les réclamer</w:t>
      </w:r>
      <w:r w:rsidR="00B77E03">
        <w:t xml:space="preserve">, </w:t>
      </w:r>
      <w:r w:rsidRPr="002813C1">
        <w:t>le bulletin de dépôt à la main</w:t>
      </w:r>
      <w:r w:rsidR="00B77E03">
        <w:t xml:space="preserve">, </w:t>
      </w:r>
      <w:r w:rsidRPr="002813C1">
        <w:t>et les avait fait enlever après avoir acquitté les droits de magasinage</w:t>
      </w:r>
      <w:r w:rsidR="00B77E03">
        <w:t>.</w:t>
      </w:r>
    </w:p>
    <w:p w14:paraId="37836AEE" w14:textId="77777777" w:rsidR="00B77E03" w:rsidRDefault="0024252B" w:rsidP="00B77E03">
      <w:r w:rsidRPr="002813C1">
        <w:t>Ce qui fixait les souvenirs de ce digne facteur</w:t>
      </w:r>
      <w:r w:rsidR="00B77E03">
        <w:t xml:space="preserve">, </w:t>
      </w:r>
      <w:r w:rsidRPr="002813C1">
        <w:t>c</w:t>
      </w:r>
      <w:r w:rsidR="00B77E03">
        <w:t>’</w:t>
      </w:r>
      <w:r w:rsidRPr="002813C1">
        <w:t>était que cette grosse femme ne lui avait pas donné un liard de pourboire</w:t>
      </w:r>
      <w:r w:rsidR="00B77E03">
        <w:t xml:space="preserve">, </w:t>
      </w:r>
      <w:r w:rsidRPr="002813C1">
        <w:t>quoiqu</w:t>
      </w:r>
      <w:r w:rsidR="00B77E03">
        <w:t>’</w:t>
      </w:r>
      <w:r w:rsidRPr="002813C1">
        <w:t>il se fût montré plus complaisant que le règlement ne l</w:t>
      </w:r>
      <w:r w:rsidR="00B77E03">
        <w:t>’</w:t>
      </w:r>
      <w:r w:rsidRPr="002813C1">
        <w:t>ordonne</w:t>
      </w:r>
      <w:r w:rsidR="00B77E03">
        <w:t>.</w:t>
      </w:r>
    </w:p>
    <w:p w14:paraId="6130A499" w14:textId="77777777" w:rsidR="00B77E03" w:rsidRDefault="0024252B" w:rsidP="00B77E03">
      <w:r w:rsidRPr="002813C1">
        <w:t>Et au moment de s</w:t>
      </w:r>
      <w:r w:rsidR="00B77E03">
        <w:t>’</w:t>
      </w:r>
      <w:r w:rsidRPr="002813C1">
        <w:t>éloigner</w:t>
      </w:r>
      <w:r w:rsidR="00B77E03">
        <w:t xml:space="preserve">, </w:t>
      </w:r>
      <w:r w:rsidRPr="002813C1">
        <w:t>elle lui avait dit de sa voix douceâtre et d</w:t>
      </w:r>
      <w:r w:rsidR="00B77E03">
        <w:t>’</w:t>
      </w:r>
      <w:r w:rsidRPr="002813C1">
        <w:t>un air impudent</w:t>
      </w:r>
      <w:r w:rsidR="00B77E03">
        <w:t> :</w:t>
      </w:r>
    </w:p>
    <w:p w14:paraId="3B33ED45" w14:textId="47AA0939" w:rsidR="00B77E03" w:rsidRDefault="00B77E03" w:rsidP="00B77E03">
      <w:r>
        <w:t>— « </w:t>
      </w:r>
      <w:r w:rsidR="0024252B" w:rsidRPr="002813C1">
        <w:t>Je vous revaudrai cela</w:t>
      </w:r>
      <w:r>
        <w:t xml:space="preserve">, </w:t>
      </w:r>
      <w:r w:rsidR="0024252B" w:rsidRPr="002813C1">
        <w:t>mon garçon</w:t>
      </w:r>
      <w:r>
        <w:t xml:space="preserve">… </w:t>
      </w:r>
      <w:r w:rsidR="0024252B" w:rsidRPr="002813C1">
        <w:t>Je tiens un débit de vins route d</w:t>
      </w:r>
      <w:r>
        <w:t>’</w:t>
      </w:r>
      <w:r w:rsidR="0024252B" w:rsidRPr="002813C1">
        <w:t>Asnières</w:t>
      </w:r>
      <w:r>
        <w:t xml:space="preserve">… </w:t>
      </w:r>
      <w:r w:rsidR="0024252B" w:rsidRPr="002813C1">
        <w:t xml:space="preserve">Si jamais vous passez </w:t>
      </w:r>
      <w:proofErr w:type="spellStart"/>
      <w:r w:rsidR="0024252B" w:rsidRPr="002813C1">
        <w:t>par là</w:t>
      </w:r>
      <w:proofErr w:type="spellEnd"/>
      <w:r>
        <w:t xml:space="preserve">, </w:t>
      </w:r>
      <w:r w:rsidR="0024252B" w:rsidRPr="002813C1">
        <w:lastRenderedPageBreak/>
        <w:t>avec un de vos camarades</w:t>
      </w:r>
      <w:r>
        <w:t xml:space="preserve">, </w:t>
      </w:r>
      <w:r w:rsidR="0024252B" w:rsidRPr="002813C1">
        <w:t>entrez chez moi</w:t>
      </w:r>
      <w:r>
        <w:t xml:space="preserve">, </w:t>
      </w:r>
      <w:r w:rsidR="0024252B" w:rsidRPr="002813C1">
        <w:t>je vous en paierai une de fameux</w:t>
      </w:r>
      <w:r>
        <w:t> !… »</w:t>
      </w:r>
    </w:p>
    <w:p w14:paraId="5F82BB03" w14:textId="77777777" w:rsidR="00B77E03" w:rsidRDefault="0024252B" w:rsidP="00B77E03">
      <w:r w:rsidRPr="002813C1">
        <w:t>Ce qui exaspérait surtout le digne facteur</w:t>
      </w:r>
      <w:r w:rsidR="00B77E03">
        <w:t xml:space="preserve">, </w:t>
      </w:r>
      <w:r w:rsidRPr="002813C1">
        <w:t>c</w:t>
      </w:r>
      <w:r w:rsidR="00B77E03">
        <w:t>’</w:t>
      </w:r>
      <w:r w:rsidRPr="002813C1">
        <w:t>était cette conviction que la grosse femme s</w:t>
      </w:r>
      <w:r w:rsidR="00B77E03">
        <w:t>’</w:t>
      </w:r>
      <w:r w:rsidRPr="002813C1">
        <w:t>était moquée de lui</w:t>
      </w:r>
      <w:r w:rsidR="00B77E03">
        <w:t>.</w:t>
      </w:r>
    </w:p>
    <w:p w14:paraId="6F4E87A3" w14:textId="77777777" w:rsidR="00B77E03" w:rsidRDefault="00B77E03" w:rsidP="00B77E03">
      <w:r>
        <w:t>— </w:t>
      </w:r>
      <w:r w:rsidR="0024252B" w:rsidRPr="002813C1">
        <w:t>Car elle ne m</w:t>
      </w:r>
      <w:r>
        <w:t>’</w:t>
      </w:r>
      <w:r w:rsidR="0024252B" w:rsidRPr="002813C1">
        <w:t>a pas dit son nom</w:t>
      </w:r>
      <w:r>
        <w:t xml:space="preserve">, </w:t>
      </w:r>
      <w:r w:rsidR="0024252B" w:rsidRPr="002813C1">
        <w:t>ni son adresse</w:t>
      </w:r>
      <w:r>
        <w:t xml:space="preserve">, </w:t>
      </w:r>
      <w:r w:rsidR="0024252B" w:rsidRPr="002813C1">
        <w:t>la vieille scélérate</w:t>
      </w:r>
      <w:r>
        <w:t xml:space="preserve"> !… </w:t>
      </w:r>
      <w:r w:rsidR="0024252B" w:rsidRPr="002813C1">
        <w:t>grondait-il</w:t>
      </w:r>
      <w:r>
        <w:t xml:space="preserve">. </w:t>
      </w:r>
      <w:r w:rsidR="0024252B" w:rsidRPr="002813C1">
        <w:t>Aussi</w:t>
      </w:r>
      <w:r>
        <w:t xml:space="preserve">, </w:t>
      </w:r>
      <w:r w:rsidR="0024252B" w:rsidRPr="002813C1">
        <w:t>gare dessous</w:t>
      </w:r>
      <w:r>
        <w:t xml:space="preserve">, </w:t>
      </w:r>
      <w:r w:rsidR="0024252B" w:rsidRPr="002813C1">
        <w:t>si je la repince jamais</w:t>
      </w:r>
      <w:r>
        <w:t> !</w:t>
      </w:r>
    </w:p>
    <w:p w14:paraId="1DB7CCBA" w14:textId="77777777" w:rsidR="00B77E03" w:rsidRDefault="0024252B" w:rsidP="00B77E03">
      <w:r w:rsidRPr="002813C1">
        <w:t>Déjà Chupin s</w:t>
      </w:r>
      <w:r w:rsidR="00B77E03">
        <w:t>’</w:t>
      </w:r>
      <w:r w:rsidRPr="002813C1">
        <w:t>éloignait</w:t>
      </w:r>
      <w:r w:rsidR="00B77E03">
        <w:t xml:space="preserve">, </w:t>
      </w:r>
      <w:r w:rsidRPr="002813C1">
        <w:t>peu sensible aux doléances de son donneur de renseignements</w:t>
      </w:r>
      <w:r w:rsidR="00B77E03">
        <w:t>.</w:t>
      </w:r>
    </w:p>
    <w:p w14:paraId="3A6C46D1" w14:textId="04213FE5" w:rsidR="00B77E03" w:rsidRDefault="0024252B" w:rsidP="00B77E03">
      <w:r w:rsidRPr="002813C1">
        <w:t>À cette heure</w:t>
      </w:r>
      <w:r w:rsidR="00B77E03">
        <w:t xml:space="preserve">, </w:t>
      </w:r>
      <w:r w:rsidRPr="002813C1">
        <w:t>qu</w:t>
      </w:r>
      <w:r w:rsidR="00B77E03">
        <w:t>’</w:t>
      </w:r>
      <w:r w:rsidRPr="002813C1">
        <w:t>il s</w:t>
      </w:r>
      <w:r w:rsidR="00B77E03">
        <w:t>’</w:t>
      </w:r>
      <w:r w:rsidRPr="002813C1">
        <w:t xml:space="preserve">expliquait le stratagème employé par </w:t>
      </w:r>
      <w:r w:rsidR="00B77E03">
        <w:t>M</w:t>
      </w:r>
      <w:r w:rsidR="00B77E03" w:rsidRPr="00B77E03">
        <w:rPr>
          <w:vertAlign w:val="superscript"/>
        </w:rPr>
        <w:t>me</w:t>
      </w:r>
      <w:r w:rsidR="00B77E03">
        <w:t> </w:t>
      </w:r>
      <w:proofErr w:type="spellStart"/>
      <w:r w:rsidRPr="002813C1">
        <w:t>Férailleur</w:t>
      </w:r>
      <w:proofErr w:type="spellEnd"/>
      <w:r w:rsidRPr="002813C1">
        <w:t xml:space="preserve"> pour égarer les recherches</w:t>
      </w:r>
      <w:r w:rsidR="00B77E03">
        <w:t xml:space="preserve">, </w:t>
      </w:r>
      <w:r w:rsidRPr="002813C1">
        <w:t>ses conjectures se changeaient en certitude</w:t>
      </w:r>
      <w:r w:rsidR="00B77E03">
        <w:t>.</w:t>
      </w:r>
    </w:p>
    <w:p w14:paraId="0E6BC6DB" w14:textId="52F5A611" w:rsidR="00B77E03" w:rsidRDefault="0024252B" w:rsidP="00B77E03">
      <w:r w:rsidRPr="002813C1">
        <w:t>Il lui était prouvé que Pascal se cachait quelque part à Paris</w:t>
      </w:r>
      <w:r w:rsidR="00B77E03">
        <w:t xml:space="preserve">. </w:t>
      </w:r>
      <w:r w:rsidRPr="002813C1">
        <w:t>Mais où</w:t>
      </w:r>
      <w:r w:rsidR="00B77E03">
        <w:t xml:space="preserve"> ? </w:t>
      </w:r>
      <w:r w:rsidRPr="002813C1">
        <w:t xml:space="preserve">Il lui était démontré que rejoindre la grosse femme serait retrouver </w:t>
      </w:r>
      <w:r w:rsidR="00B77E03">
        <w:t>M</w:t>
      </w:r>
      <w:r w:rsidR="00B77E03" w:rsidRPr="00B77E03">
        <w:rPr>
          <w:vertAlign w:val="superscript"/>
        </w:rPr>
        <w:t>me</w:t>
      </w:r>
      <w:r w:rsidR="00B77E03">
        <w:t> </w:t>
      </w:r>
      <w:proofErr w:type="spellStart"/>
      <w:r w:rsidRPr="002813C1">
        <w:t>Férailleur</w:t>
      </w:r>
      <w:proofErr w:type="spellEnd"/>
      <w:r w:rsidRPr="002813C1">
        <w:t xml:space="preserve"> et son fils</w:t>
      </w:r>
      <w:r w:rsidR="00B77E03">
        <w:t xml:space="preserve">. </w:t>
      </w:r>
      <w:r w:rsidRPr="002813C1">
        <w:t>Comment y arriver</w:t>
      </w:r>
      <w:r w:rsidR="00B77E03">
        <w:t> ?</w:t>
      </w:r>
    </w:p>
    <w:p w14:paraId="5C5278B9" w14:textId="77777777" w:rsidR="00B77E03" w:rsidRDefault="0024252B" w:rsidP="00B77E03">
      <w:r w:rsidRPr="002813C1">
        <w:t>Cette femme avait dit qu</w:t>
      </w:r>
      <w:r w:rsidR="00B77E03">
        <w:t>’</w:t>
      </w:r>
      <w:r w:rsidRPr="002813C1">
        <w:t>elle tenait un débit de boissons route d</w:t>
      </w:r>
      <w:r w:rsidR="00B77E03">
        <w:t>’</w:t>
      </w:r>
      <w:r w:rsidRPr="002813C1">
        <w:t>Asnières</w:t>
      </w:r>
      <w:r w:rsidR="00B77E03">
        <w:t xml:space="preserve"> ; </w:t>
      </w:r>
      <w:r w:rsidRPr="002813C1">
        <w:t>était-ce vrai</w:t>
      </w:r>
      <w:r w:rsidR="00B77E03">
        <w:t xml:space="preserve"> ?… </w:t>
      </w:r>
      <w:r w:rsidRPr="002813C1">
        <w:t>N</w:t>
      </w:r>
      <w:r w:rsidR="00B77E03">
        <w:t>’</w:t>
      </w:r>
      <w:r w:rsidRPr="002813C1">
        <w:t>était-ce pas probable</w:t>
      </w:r>
      <w:r w:rsidR="00B77E03">
        <w:t xml:space="preserve">, </w:t>
      </w:r>
      <w:r w:rsidRPr="002813C1">
        <w:t>plutôt</w:t>
      </w:r>
      <w:r w:rsidR="00B77E03">
        <w:t xml:space="preserve">, </w:t>
      </w:r>
      <w:r w:rsidRPr="002813C1">
        <w:t>que cette indication vague n</w:t>
      </w:r>
      <w:r w:rsidR="00B77E03">
        <w:t>’</w:t>
      </w:r>
      <w:r w:rsidRPr="002813C1">
        <w:t>était qu</w:t>
      </w:r>
      <w:r w:rsidR="00B77E03">
        <w:t>’</w:t>
      </w:r>
      <w:r w:rsidRPr="002813C1">
        <w:t>une précaution nouvelle</w:t>
      </w:r>
      <w:r w:rsidR="00B77E03">
        <w:t> ?</w:t>
      </w:r>
    </w:p>
    <w:p w14:paraId="66329A50" w14:textId="77777777" w:rsidR="00B77E03" w:rsidRDefault="0024252B" w:rsidP="00B77E03">
      <w:r w:rsidRPr="002813C1">
        <w:t>Ce qu</w:t>
      </w:r>
      <w:r w:rsidR="00B77E03">
        <w:t>’</w:t>
      </w:r>
      <w:r w:rsidRPr="002813C1">
        <w:t>il y a de sûr</w:t>
      </w:r>
      <w:r w:rsidR="00B77E03">
        <w:t xml:space="preserve">, </w:t>
      </w:r>
      <w:r w:rsidRPr="002813C1">
        <w:t>c</w:t>
      </w:r>
      <w:r w:rsidR="00B77E03">
        <w:t>’</w:t>
      </w:r>
      <w:r w:rsidRPr="002813C1">
        <w:t>est que Chupin</w:t>
      </w:r>
      <w:r w:rsidR="00B77E03">
        <w:t xml:space="preserve">, </w:t>
      </w:r>
      <w:r w:rsidRPr="002813C1">
        <w:t>qui connaissait tous les cabarets de la route d</w:t>
      </w:r>
      <w:r w:rsidR="00B77E03">
        <w:t>’</w:t>
      </w:r>
      <w:r w:rsidRPr="002813C1">
        <w:t>Asnières</w:t>
      </w:r>
      <w:r w:rsidR="00B77E03">
        <w:t xml:space="preserve">, </w:t>
      </w:r>
      <w:r w:rsidRPr="002813C1">
        <w:t>ne se rappelait pas avoir jamais vu trôner derrière un comptoir une puissante matrone telle que l</w:t>
      </w:r>
      <w:r w:rsidR="00B77E03">
        <w:t>’</w:t>
      </w:r>
      <w:r w:rsidRPr="002813C1">
        <w:t>avait décrite le facteur</w:t>
      </w:r>
      <w:r w:rsidR="00B77E03">
        <w:t>.</w:t>
      </w:r>
    </w:p>
    <w:p w14:paraId="269C0718" w14:textId="77777777" w:rsidR="00B77E03" w:rsidRDefault="0024252B" w:rsidP="00B77E03">
      <w:r w:rsidRPr="002813C1">
        <w:t>Si</w:t>
      </w:r>
      <w:r w:rsidR="00B77E03">
        <w:t xml:space="preserve">, </w:t>
      </w:r>
      <w:r w:rsidRPr="002813C1">
        <w:t>cependant</w:t>
      </w:r>
      <w:r w:rsidR="00B77E03">
        <w:t xml:space="preserve">, </w:t>
      </w:r>
      <w:r w:rsidRPr="002813C1">
        <w:t xml:space="preserve">il se souvenait de la </w:t>
      </w:r>
      <w:proofErr w:type="spellStart"/>
      <w:r w:rsidRPr="002813C1">
        <w:t>Vantrasson</w:t>
      </w:r>
      <w:proofErr w:type="spellEnd"/>
      <w:r w:rsidR="00B77E03">
        <w:t>.</w:t>
      </w:r>
    </w:p>
    <w:p w14:paraId="1A021C27" w14:textId="77777777" w:rsidR="00B77E03" w:rsidRDefault="0024252B" w:rsidP="00B77E03">
      <w:r w:rsidRPr="002813C1">
        <w:t>Mais imaginer une communauté d</w:t>
      </w:r>
      <w:r w:rsidR="00B77E03">
        <w:t>’</w:t>
      </w:r>
      <w:r w:rsidRPr="002813C1">
        <w:t xml:space="preserve">intérêts quelconque entre Pascal et la mégère du </w:t>
      </w:r>
      <w:r w:rsidRPr="002813C1">
        <w:rPr>
          <w:i/>
          <w:szCs w:val="32"/>
        </w:rPr>
        <w:t>Garni Modèle</w:t>
      </w:r>
      <w:r w:rsidR="00B77E03">
        <w:t xml:space="preserve">, </w:t>
      </w:r>
      <w:r w:rsidRPr="002813C1">
        <w:t>n</w:t>
      </w:r>
      <w:r w:rsidR="00B77E03">
        <w:t>’</w:t>
      </w:r>
      <w:r w:rsidRPr="002813C1">
        <w:t>était-ce pas folie</w:t>
      </w:r>
      <w:r w:rsidR="00B77E03">
        <w:t xml:space="preserve"> ! </w:t>
      </w:r>
      <w:r w:rsidRPr="002813C1">
        <w:t>Cependant</w:t>
      </w:r>
      <w:r w:rsidR="00B77E03">
        <w:t xml:space="preserve">, </w:t>
      </w:r>
      <w:r w:rsidRPr="002813C1">
        <w:t xml:space="preserve">comme il se trouvait dans une de ces </w:t>
      </w:r>
      <w:r w:rsidRPr="002813C1">
        <w:lastRenderedPageBreak/>
        <w:t>situations où on doit tâter toutes les chances</w:t>
      </w:r>
      <w:r w:rsidR="00B77E03">
        <w:t xml:space="preserve">, </w:t>
      </w:r>
      <w:r w:rsidRPr="002813C1">
        <w:t>c</w:t>
      </w:r>
      <w:r w:rsidR="00B77E03">
        <w:t>’</w:t>
      </w:r>
      <w:r w:rsidRPr="002813C1">
        <w:t xml:space="preserve">est au </w:t>
      </w:r>
      <w:r w:rsidRPr="002813C1">
        <w:rPr>
          <w:i/>
          <w:szCs w:val="32"/>
        </w:rPr>
        <w:t>Garni Modèle</w:t>
      </w:r>
      <w:r w:rsidRPr="002813C1">
        <w:t xml:space="preserve"> qu</w:t>
      </w:r>
      <w:r w:rsidR="00B77E03">
        <w:t>’</w:t>
      </w:r>
      <w:r w:rsidRPr="002813C1">
        <w:t>il se rendit</w:t>
      </w:r>
      <w:r w:rsidR="00B77E03">
        <w:t>.</w:t>
      </w:r>
    </w:p>
    <w:p w14:paraId="110B98C7" w14:textId="3D082C0F" w:rsidR="00B77E03" w:rsidRDefault="0024252B" w:rsidP="00B77E03">
      <w:r w:rsidRPr="002813C1">
        <w:t>L</w:t>
      </w:r>
      <w:r w:rsidR="00B77E03">
        <w:t>’</w:t>
      </w:r>
      <w:r w:rsidRPr="002813C1">
        <w:t>établissement</w:t>
      </w:r>
      <w:r w:rsidR="00B77E03">
        <w:t xml:space="preserve">, </w:t>
      </w:r>
      <w:r w:rsidRPr="002813C1">
        <w:t xml:space="preserve">depuis le soir où il y était venu avec </w:t>
      </w:r>
      <w:r w:rsidR="00B77E03">
        <w:t>M. </w:t>
      </w:r>
      <w:r w:rsidRPr="002813C1">
        <w:t>Isidore Fortunat</w:t>
      </w:r>
      <w:r w:rsidR="00B77E03">
        <w:t xml:space="preserve">, </w:t>
      </w:r>
      <w:r w:rsidRPr="002813C1">
        <w:t>n</w:t>
      </w:r>
      <w:r w:rsidR="00B77E03">
        <w:t>’</w:t>
      </w:r>
      <w:r w:rsidRPr="002813C1">
        <w:t>avait pas changé</w:t>
      </w:r>
      <w:r w:rsidR="00B77E03">
        <w:t xml:space="preserve">… </w:t>
      </w:r>
      <w:r w:rsidRPr="002813C1">
        <w:t>Seulement au plein jour il paraissait plus sordide et plus sinistre</w:t>
      </w:r>
      <w:r w:rsidR="00B77E03">
        <w:t xml:space="preserve">… </w:t>
      </w:r>
      <w:r w:rsidRPr="002813C1">
        <w:t>On voyait combien menaçait ruine cette grande maison restée inachevée faute d</w:t>
      </w:r>
      <w:r w:rsidR="00B77E03">
        <w:t>’</w:t>
      </w:r>
      <w:r w:rsidRPr="002813C1">
        <w:t>argent</w:t>
      </w:r>
      <w:r w:rsidR="00B77E03">
        <w:t xml:space="preserve">, </w:t>
      </w:r>
      <w:r w:rsidRPr="002813C1">
        <w:t>et les denrées amoncelées dans la boutique faisaient décidément horreur</w:t>
      </w:r>
      <w:r w:rsidR="00B77E03">
        <w:t>.</w:t>
      </w:r>
    </w:p>
    <w:p w14:paraId="25843F85" w14:textId="77777777" w:rsidR="00B77E03" w:rsidRDefault="0024252B" w:rsidP="00B77E03">
      <w:r w:rsidRPr="002813C1">
        <w:t xml:space="preserve">La </w:t>
      </w:r>
      <w:proofErr w:type="spellStart"/>
      <w:r w:rsidRPr="002813C1">
        <w:t>Vantrasson</w:t>
      </w:r>
      <w:proofErr w:type="spellEnd"/>
      <w:r w:rsidRPr="002813C1">
        <w:t xml:space="preserve"> n</w:t>
      </w:r>
      <w:r w:rsidR="00B77E03">
        <w:t>’</w:t>
      </w:r>
      <w:r w:rsidRPr="002813C1">
        <w:t>était pas à son poste habituel</w:t>
      </w:r>
      <w:r w:rsidR="00B77E03">
        <w:t xml:space="preserve">, </w:t>
      </w:r>
      <w:r w:rsidRPr="002813C1">
        <w:t>c</w:t>
      </w:r>
      <w:r w:rsidR="00B77E03">
        <w:t>’</w:t>
      </w:r>
      <w:r w:rsidRPr="002813C1">
        <w:t>est-à-dire à son comptoir entre son chat noir</w:t>
      </w:r>
      <w:r w:rsidR="00B77E03">
        <w:t xml:space="preserve">, </w:t>
      </w:r>
      <w:r w:rsidRPr="002813C1">
        <w:t>sa dernière affection</w:t>
      </w:r>
      <w:r w:rsidR="00B77E03">
        <w:t xml:space="preserve">, </w:t>
      </w:r>
      <w:r w:rsidRPr="002813C1">
        <w:t xml:space="preserve">et les bouteilles où elle puisait son </w:t>
      </w:r>
      <w:r w:rsidR="00B77E03">
        <w:t>« </w:t>
      </w:r>
      <w:r w:rsidRPr="002813C1">
        <w:t>mêlé cassis</w:t>
      </w:r>
      <w:r w:rsidR="00B77E03">
        <w:t>, »</w:t>
      </w:r>
      <w:r w:rsidRPr="002813C1">
        <w:t xml:space="preserve"> sa consolation suprême ici-bas</w:t>
      </w:r>
      <w:r w:rsidR="00B77E03">
        <w:t>.</w:t>
      </w:r>
    </w:p>
    <w:p w14:paraId="6AED1BBF" w14:textId="77777777" w:rsidR="00B77E03" w:rsidRDefault="0024252B" w:rsidP="00B77E03">
      <w:r w:rsidRPr="002813C1">
        <w:t>Il n</w:t>
      </w:r>
      <w:r w:rsidR="00B77E03">
        <w:t>’</w:t>
      </w:r>
      <w:r w:rsidRPr="002813C1">
        <w:t xml:space="preserve">y avait dans le </w:t>
      </w:r>
      <w:r w:rsidR="00B77E03">
        <w:t>« </w:t>
      </w:r>
      <w:r w:rsidRPr="002813C1">
        <w:t>débit</w:t>
      </w:r>
      <w:r w:rsidR="00B77E03">
        <w:t> »</w:t>
      </w:r>
      <w:r w:rsidRPr="002813C1">
        <w:t xml:space="preserve"> que le patron</w:t>
      </w:r>
      <w:r w:rsidR="00B77E03">
        <w:t>.</w:t>
      </w:r>
    </w:p>
    <w:p w14:paraId="498E6FB6" w14:textId="77777777" w:rsidR="00B77E03" w:rsidRDefault="0024252B" w:rsidP="00B77E03">
      <w:r w:rsidRPr="002813C1">
        <w:t>Assis tout au fond</w:t>
      </w:r>
      <w:r w:rsidR="00B77E03">
        <w:t xml:space="preserve">, </w:t>
      </w:r>
      <w:r w:rsidRPr="002813C1">
        <w:t>devant une table</w:t>
      </w:r>
      <w:r w:rsidR="00B77E03">
        <w:t xml:space="preserve">, </w:t>
      </w:r>
      <w:r w:rsidRPr="002813C1">
        <w:t>avec une chandelle allumée près de lui</w:t>
      </w:r>
      <w:r w:rsidR="00B77E03">
        <w:t xml:space="preserve">, </w:t>
      </w:r>
      <w:r w:rsidRPr="002813C1">
        <w:t>il se livrait à une occupation bizarre et qui eût étrangement intrigué Chupin s</w:t>
      </w:r>
      <w:r w:rsidR="00B77E03">
        <w:t>’</w:t>
      </w:r>
      <w:r w:rsidRPr="002813C1">
        <w:t>il l</w:t>
      </w:r>
      <w:r w:rsidR="00B77E03">
        <w:t>’</w:t>
      </w:r>
      <w:r w:rsidRPr="002813C1">
        <w:t>eût remarquée</w:t>
      </w:r>
      <w:r w:rsidR="00B77E03">
        <w:t>.</w:t>
      </w:r>
    </w:p>
    <w:p w14:paraId="2A3D6F1D" w14:textId="77777777" w:rsidR="00B77E03" w:rsidRDefault="0024252B" w:rsidP="00B77E03">
      <w:proofErr w:type="spellStart"/>
      <w:r w:rsidRPr="002813C1">
        <w:t>Vantrasson</w:t>
      </w:r>
      <w:proofErr w:type="spellEnd"/>
      <w:r w:rsidRPr="002813C1">
        <w:t xml:space="preserve"> faisait fondre à sa chandelle de la cire à bouteille</w:t>
      </w:r>
      <w:r w:rsidR="00B77E03">
        <w:t xml:space="preserve">, </w:t>
      </w:r>
      <w:r w:rsidRPr="002813C1">
        <w:t>la laissait tomber sur la table</w:t>
      </w:r>
      <w:r w:rsidR="00B77E03">
        <w:t xml:space="preserve">, </w:t>
      </w:r>
      <w:r w:rsidRPr="002813C1">
        <w:t>y apposait un sou</w:t>
      </w:r>
      <w:r w:rsidR="00B77E03">
        <w:t xml:space="preserve">, </w:t>
      </w:r>
      <w:r w:rsidRPr="002813C1">
        <w:t>en manière de cachet</w:t>
      </w:r>
      <w:r w:rsidR="00B77E03">
        <w:t xml:space="preserve">, </w:t>
      </w:r>
      <w:r w:rsidRPr="002813C1">
        <w:t>et ensuite</w:t>
      </w:r>
      <w:r w:rsidR="00B77E03">
        <w:t xml:space="preserve">, </w:t>
      </w:r>
      <w:r w:rsidRPr="002813C1">
        <w:t>quand elle était refroidie</w:t>
      </w:r>
      <w:r w:rsidR="00B77E03">
        <w:t xml:space="preserve">, </w:t>
      </w:r>
      <w:r w:rsidRPr="002813C1">
        <w:t>armé d</w:t>
      </w:r>
      <w:r w:rsidR="00B77E03">
        <w:t>’</w:t>
      </w:r>
      <w:r w:rsidRPr="002813C1">
        <w:t>un mince couteau de vitrier</w:t>
      </w:r>
      <w:r w:rsidR="00B77E03">
        <w:t xml:space="preserve">, </w:t>
      </w:r>
      <w:r w:rsidRPr="002813C1">
        <w:t>il s</w:t>
      </w:r>
      <w:r w:rsidR="00B77E03">
        <w:t>’</w:t>
      </w:r>
      <w:r w:rsidRPr="002813C1">
        <w:t>évertuait à la détacher du bois sans abîmer l</w:t>
      </w:r>
      <w:r w:rsidR="00B77E03">
        <w:t>’</w:t>
      </w:r>
      <w:r w:rsidRPr="002813C1">
        <w:t>empreinte</w:t>
      </w:r>
      <w:r w:rsidR="00B77E03">
        <w:t>…</w:t>
      </w:r>
    </w:p>
    <w:p w14:paraId="50CAEA04" w14:textId="77777777" w:rsidR="00B77E03" w:rsidRDefault="0024252B" w:rsidP="00B77E03">
      <w:r w:rsidRPr="002813C1">
        <w:t>Chupin ne prit pas garde à cela</w:t>
      </w:r>
      <w:r w:rsidR="00B77E03">
        <w:t>.</w:t>
      </w:r>
    </w:p>
    <w:p w14:paraId="43BE7D4C" w14:textId="77777777" w:rsidR="00B77E03" w:rsidRDefault="00B77E03" w:rsidP="00B77E03">
      <w:r>
        <w:t>— </w:t>
      </w:r>
      <w:r w:rsidR="0024252B" w:rsidRPr="002813C1">
        <w:t>La bourgeoise est absente</w:t>
      </w:r>
      <w:r>
        <w:t xml:space="preserve">, </w:t>
      </w:r>
      <w:r w:rsidR="0024252B" w:rsidRPr="002813C1">
        <w:t>grommela-t-il</w:t>
      </w:r>
      <w:r>
        <w:t xml:space="preserve">, </w:t>
      </w:r>
      <w:r w:rsidR="0024252B" w:rsidRPr="002813C1">
        <w:t>fameuse affaire</w:t>
      </w:r>
      <w:r>
        <w:t> !…</w:t>
      </w:r>
    </w:p>
    <w:p w14:paraId="1F103B44" w14:textId="77777777" w:rsidR="00B77E03" w:rsidRDefault="0024252B" w:rsidP="00B77E03">
      <w:r w:rsidRPr="002813C1">
        <w:t xml:space="preserve">Et comme il avait </w:t>
      </w:r>
      <w:r w:rsidR="00B77E03">
        <w:t>« </w:t>
      </w:r>
      <w:r w:rsidRPr="002813C1">
        <w:t>son idée</w:t>
      </w:r>
      <w:r w:rsidR="00B77E03">
        <w:t>, »</w:t>
      </w:r>
      <w:r w:rsidRPr="002813C1">
        <w:t xml:space="preserve"> c</w:t>
      </w:r>
      <w:r w:rsidR="00B77E03">
        <w:t>’</w:t>
      </w:r>
      <w:r w:rsidRPr="002813C1">
        <w:t>est-à-dire un moyen de s</w:t>
      </w:r>
      <w:r w:rsidR="00B77E03">
        <w:t>’</w:t>
      </w:r>
      <w:r w:rsidRPr="002813C1">
        <w:t>assurer de la réalité ou de l</w:t>
      </w:r>
      <w:r w:rsidR="00B77E03">
        <w:t>’</w:t>
      </w:r>
      <w:r w:rsidRPr="002813C1">
        <w:t>inanité de ses suppositions</w:t>
      </w:r>
      <w:r w:rsidR="00B77E03">
        <w:t xml:space="preserve">, </w:t>
      </w:r>
      <w:r w:rsidRPr="002813C1">
        <w:t>il entra bravement</w:t>
      </w:r>
      <w:r w:rsidR="00B77E03">
        <w:t>.</w:t>
      </w:r>
    </w:p>
    <w:p w14:paraId="3EEB41F7" w14:textId="77777777" w:rsidR="00B77E03" w:rsidRDefault="0024252B" w:rsidP="00B77E03">
      <w:r w:rsidRPr="002813C1">
        <w:lastRenderedPageBreak/>
        <w:t>Au grincement de sa porte</w:t>
      </w:r>
      <w:r w:rsidR="00B77E03">
        <w:t xml:space="preserve">, </w:t>
      </w:r>
      <w:proofErr w:type="spellStart"/>
      <w:r w:rsidRPr="002813C1">
        <w:t>Vantrasson</w:t>
      </w:r>
      <w:proofErr w:type="spellEnd"/>
      <w:r w:rsidRPr="002813C1">
        <w:t xml:space="preserve"> se leva si maladroitement</w:t>
      </w:r>
      <w:r w:rsidR="00B77E03">
        <w:t xml:space="preserve">, </w:t>
      </w:r>
      <w:r w:rsidRPr="002813C1">
        <w:t>si adroitement</w:t>
      </w:r>
      <w:r w:rsidR="00B77E03">
        <w:t xml:space="preserve">, </w:t>
      </w:r>
      <w:r w:rsidRPr="002813C1">
        <w:t>plutôt</w:t>
      </w:r>
      <w:r w:rsidR="00B77E03">
        <w:t xml:space="preserve">, </w:t>
      </w:r>
      <w:r w:rsidRPr="002813C1">
        <w:t>que tous ses outils</w:t>
      </w:r>
      <w:r w:rsidR="00B77E03">
        <w:t xml:space="preserve">, </w:t>
      </w:r>
      <w:r w:rsidRPr="002813C1">
        <w:t>cire</w:t>
      </w:r>
      <w:r w:rsidR="00B77E03">
        <w:t xml:space="preserve">, </w:t>
      </w:r>
      <w:r w:rsidRPr="002813C1">
        <w:t>empreintes et couteau roulèrent à terre</w:t>
      </w:r>
      <w:r w:rsidR="00B77E03">
        <w:t>.</w:t>
      </w:r>
    </w:p>
    <w:p w14:paraId="78FD367B" w14:textId="77777777" w:rsidR="00B77E03" w:rsidRDefault="00B77E03" w:rsidP="00B77E03">
      <w:r>
        <w:t>— </w:t>
      </w:r>
      <w:r w:rsidR="0024252B" w:rsidRPr="002813C1">
        <w:t>Qu</w:t>
      </w:r>
      <w:r>
        <w:t>’</w:t>
      </w:r>
      <w:r w:rsidR="0024252B" w:rsidRPr="002813C1">
        <w:t>est-ce qu</w:t>
      </w:r>
      <w:r>
        <w:t>’</w:t>
      </w:r>
      <w:r w:rsidR="0024252B" w:rsidRPr="002813C1">
        <w:t>il faut vous servir</w:t>
      </w:r>
      <w:r>
        <w:t xml:space="preserve"> ? </w:t>
      </w:r>
      <w:r w:rsidR="0024252B" w:rsidRPr="002813C1">
        <w:t>demanda-t-il de sa voix éraillée</w:t>
      </w:r>
      <w:r>
        <w:t>.</w:t>
      </w:r>
    </w:p>
    <w:p w14:paraId="5A9826D4" w14:textId="77777777" w:rsidR="00B77E03" w:rsidRDefault="00B77E03" w:rsidP="00B77E03">
      <w:r>
        <w:t>— </w:t>
      </w:r>
      <w:r w:rsidR="0024252B" w:rsidRPr="002813C1">
        <w:t>Rien</w:t>
      </w:r>
      <w:r>
        <w:t xml:space="preserve"> !… </w:t>
      </w:r>
      <w:r w:rsidR="0024252B" w:rsidRPr="002813C1">
        <w:t>Je voudrais parler à la bourgeoise</w:t>
      </w:r>
      <w:r>
        <w:t>.</w:t>
      </w:r>
    </w:p>
    <w:p w14:paraId="6D79CFC4" w14:textId="77777777" w:rsidR="00B77E03" w:rsidRDefault="00B77E03" w:rsidP="00B77E03">
      <w:r>
        <w:t>— </w:t>
      </w:r>
      <w:r w:rsidR="0024252B" w:rsidRPr="002813C1">
        <w:t>Sortie</w:t>
      </w:r>
      <w:r>
        <w:t xml:space="preserve"> !… </w:t>
      </w:r>
      <w:r w:rsidR="0024252B" w:rsidRPr="002813C1">
        <w:t>Elle fait un ménage en ville</w:t>
      </w:r>
      <w:r>
        <w:t xml:space="preserve">, </w:t>
      </w:r>
      <w:r w:rsidR="0024252B" w:rsidRPr="002813C1">
        <w:t>le matin</w:t>
      </w:r>
      <w:r>
        <w:t>.</w:t>
      </w:r>
    </w:p>
    <w:p w14:paraId="14906E4C" w14:textId="77777777" w:rsidR="00B77E03" w:rsidRDefault="0024252B" w:rsidP="00B77E03">
      <w:r w:rsidRPr="002813C1">
        <w:t>C</w:t>
      </w:r>
      <w:r w:rsidR="00B77E03">
        <w:t>’</w:t>
      </w:r>
      <w:r w:rsidRPr="002813C1">
        <w:t>était un trait de lumière</w:t>
      </w:r>
      <w:r w:rsidR="00B77E03">
        <w:t xml:space="preserve">… </w:t>
      </w:r>
      <w:r w:rsidRPr="002813C1">
        <w:t>Entre toutes les hypothèses admissibles</w:t>
      </w:r>
      <w:r w:rsidR="00B77E03">
        <w:t xml:space="preserve">, </w:t>
      </w:r>
      <w:r w:rsidRPr="002813C1">
        <w:t>Chupin n</w:t>
      </w:r>
      <w:r w:rsidR="00B77E03">
        <w:t>’</w:t>
      </w:r>
      <w:r w:rsidRPr="002813C1">
        <w:t>avait point songé à celle-là qui expliquait ce qui lui avait paru inexplicable</w:t>
      </w:r>
      <w:r w:rsidR="00B77E03">
        <w:t xml:space="preserve">. </w:t>
      </w:r>
      <w:r w:rsidRPr="002813C1">
        <w:t>Mais il sut dissimuler ses tressaillements d</w:t>
      </w:r>
      <w:r w:rsidR="00B77E03">
        <w:t>’</w:t>
      </w:r>
      <w:r w:rsidRPr="002813C1">
        <w:t>espoir</w:t>
      </w:r>
      <w:r w:rsidR="00B77E03">
        <w:t xml:space="preserve">, </w:t>
      </w:r>
      <w:r w:rsidRPr="002813C1">
        <w:t>et d</w:t>
      </w:r>
      <w:r w:rsidR="00B77E03">
        <w:t>’</w:t>
      </w:r>
      <w:r w:rsidRPr="002813C1">
        <w:t>un air dépité</w:t>
      </w:r>
      <w:r w:rsidR="00B77E03">
        <w:t> :</w:t>
      </w:r>
    </w:p>
    <w:p w14:paraId="5E865A49" w14:textId="77777777" w:rsidR="00B77E03" w:rsidRDefault="00B77E03" w:rsidP="00B77E03">
      <w:r>
        <w:t>— </w:t>
      </w:r>
      <w:r w:rsidR="0024252B" w:rsidRPr="002813C1">
        <w:t>Comme c</w:t>
      </w:r>
      <w:r>
        <w:t>’</w:t>
      </w:r>
      <w:r w:rsidR="0024252B" w:rsidRPr="002813C1">
        <w:t>est amusant</w:t>
      </w:r>
      <w:r>
        <w:t xml:space="preserve">… </w:t>
      </w:r>
      <w:r w:rsidR="0024252B" w:rsidRPr="002813C1">
        <w:t>fit-il</w:t>
      </w:r>
      <w:r>
        <w:t xml:space="preserve">. </w:t>
      </w:r>
      <w:r w:rsidR="0024252B" w:rsidRPr="002813C1">
        <w:t>Va falloir que je revienne</w:t>
      </w:r>
      <w:r>
        <w:t>…</w:t>
      </w:r>
    </w:p>
    <w:p w14:paraId="08A3E75B" w14:textId="77777777" w:rsidR="00B77E03" w:rsidRDefault="00B77E03" w:rsidP="00B77E03">
      <w:r>
        <w:t>— </w:t>
      </w:r>
      <w:r w:rsidR="0024252B" w:rsidRPr="002813C1">
        <w:t>C</w:t>
      </w:r>
      <w:r>
        <w:t>’</w:t>
      </w:r>
      <w:r w:rsidR="0024252B" w:rsidRPr="002813C1">
        <w:t>est donc un secret que vous avez à dire à ma femme</w:t>
      </w:r>
      <w:r>
        <w:t> ?</w:t>
      </w:r>
    </w:p>
    <w:p w14:paraId="00DCE8FF" w14:textId="77777777" w:rsidR="00B77E03" w:rsidRDefault="00B77E03" w:rsidP="00B77E03">
      <w:r>
        <w:t>— </w:t>
      </w:r>
      <w:r w:rsidR="0024252B" w:rsidRPr="002813C1">
        <w:t>Jamais de la vie</w:t>
      </w:r>
      <w:r>
        <w:t> !</w:t>
      </w:r>
    </w:p>
    <w:p w14:paraId="66F8205D" w14:textId="77777777" w:rsidR="00B77E03" w:rsidRDefault="00B77E03" w:rsidP="00B77E03">
      <w:r>
        <w:t>— </w:t>
      </w:r>
      <w:r w:rsidR="0024252B" w:rsidRPr="002813C1">
        <w:t>Je suis bon pour vous répondre</w:t>
      </w:r>
      <w:r>
        <w:t xml:space="preserve">, </w:t>
      </w:r>
      <w:r w:rsidR="0024252B" w:rsidRPr="002813C1">
        <w:t>alors</w:t>
      </w:r>
      <w:r>
        <w:t>.</w:t>
      </w:r>
    </w:p>
    <w:p w14:paraId="585D3752" w14:textId="77777777" w:rsidR="00B77E03" w:rsidRDefault="00B77E03" w:rsidP="00B77E03">
      <w:r>
        <w:t>— </w:t>
      </w:r>
      <w:r w:rsidR="0024252B" w:rsidRPr="002813C1">
        <w:t>Je ne vous cache pas que ça m</w:t>
      </w:r>
      <w:r>
        <w:t>’</w:t>
      </w:r>
      <w:r w:rsidR="0024252B" w:rsidRPr="002813C1">
        <w:t>irait</w:t>
      </w:r>
      <w:r>
        <w:t xml:space="preserve">. </w:t>
      </w:r>
      <w:r w:rsidR="0024252B" w:rsidRPr="002813C1">
        <w:t>Je suis employé au chemin de fer de l</w:t>
      </w:r>
      <w:r>
        <w:t>’</w:t>
      </w:r>
      <w:r w:rsidR="0024252B" w:rsidRPr="002813C1">
        <w:t>Ouest</w:t>
      </w:r>
      <w:r>
        <w:t xml:space="preserve">, </w:t>
      </w:r>
      <w:r w:rsidR="0024252B" w:rsidRPr="002813C1">
        <w:t>bureau des consignations</w:t>
      </w:r>
      <w:r>
        <w:t xml:space="preserve">, </w:t>
      </w:r>
      <w:r w:rsidR="0024252B" w:rsidRPr="002813C1">
        <w:t>et je voudrais savoir si votre épouse n</w:t>
      </w:r>
      <w:r>
        <w:t>’</w:t>
      </w:r>
      <w:r w:rsidR="0024252B" w:rsidRPr="002813C1">
        <w:t>est pas venue ces jours passés retirer des colis</w:t>
      </w:r>
      <w:r>
        <w:t>.</w:t>
      </w:r>
    </w:p>
    <w:p w14:paraId="694403AB" w14:textId="77777777" w:rsidR="00B77E03" w:rsidRDefault="0024252B" w:rsidP="00B77E03">
      <w:r w:rsidRPr="002813C1">
        <w:t>La physionomie du marchand de vin-épicier-logeur trahit cette vague et incessante inquiétude des gens qui comptent les jours par leurs méfaits</w:t>
      </w:r>
      <w:r w:rsidR="00B77E03">
        <w:t xml:space="preserve">. </w:t>
      </w:r>
      <w:r w:rsidRPr="002813C1">
        <w:t>Ce n</w:t>
      </w:r>
      <w:r w:rsidR="00B77E03">
        <w:t>’</w:t>
      </w:r>
      <w:r w:rsidRPr="002813C1">
        <w:t>est qu</w:t>
      </w:r>
      <w:r w:rsidR="00B77E03">
        <w:t>’</w:t>
      </w:r>
      <w:r w:rsidRPr="002813C1">
        <w:t>après une visible indécision qu</w:t>
      </w:r>
      <w:r w:rsidR="00B77E03">
        <w:t>’</w:t>
      </w:r>
      <w:r w:rsidRPr="002813C1">
        <w:t>il répondit</w:t>
      </w:r>
      <w:r w:rsidR="00B77E03">
        <w:t> :</w:t>
      </w:r>
    </w:p>
    <w:p w14:paraId="4AE6BAB3" w14:textId="77777777" w:rsidR="00B77E03" w:rsidRDefault="00B77E03" w:rsidP="00B77E03">
      <w:r>
        <w:t>— </w:t>
      </w:r>
      <w:r w:rsidR="0024252B" w:rsidRPr="002813C1">
        <w:t>Oui</w:t>
      </w:r>
      <w:r>
        <w:t xml:space="preserve">, </w:t>
      </w:r>
      <w:r w:rsidR="0024252B" w:rsidRPr="002813C1">
        <w:t>ma femme est allée à la gare du Havre</w:t>
      </w:r>
      <w:r>
        <w:t xml:space="preserve">, </w:t>
      </w:r>
      <w:r w:rsidR="0024252B" w:rsidRPr="002813C1">
        <w:t>chercher des bagages</w:t>
      </w:r>
      <w:r>
        <w:t xml:space="preserve">, </w:t>
      </w:r>
      <w:r w:rsidR="0024252B" w:rsidRPr="002813C1">
        <w:t>l</w:t>
      </w:r>
      <w:r>
        <w:t>’</w:t>
      </w:r>
      <w:r w:rsidR="0024252B" w:rsidRPr="002813C1">
        <w:t>autre dimanche</w:t>
      </w:r>
      <w:r>
        <w:t>…</w:t>
      </w:r>
    </w:p>
    <w:p w14:paraId="477A2941" w14:textId="77777777" w:rsidR="00B77E03" w:rsidRDefault="00B77E03" w:rsidP="00B77E03">
      <w:r>
        <w:lastRenderedPageBreak/>
        <w:t>— </w:t>
      </w:r>
      <w:r w:rsidR="0024252B" w:rsidRPr="002813C1">
        <w:t>Parfait</w:t>
      </w:r>
      <w:r>
        <w:t xml:space="preserve">… </w:t>
      </w:r>
      <w:r w:rsidR="0024252B" w:rsidRPr="002813C1">
        <w:t>Alors voilà la chose</w:t>
      </w:r>
      <w:r>
        <w:t xml:space="preserve"> : </w:t>
      </w:r>
      <w:r w:rsidR="0024252B" w:rsidRPr="002813C1">
        <w:t>l</w:t>
      </w:r>
      <w:r>
        <w:t>’</w:t>
      </w:r>
      <w:r w:rsidR="0024252B" w:rsidRPr="002813C1">
        <w:t>employé du magasin a oublié de lui faire rendre le bulletin de dépôt</w:t>
      </w:r>
      <w:r>
        <w:t xml:space="preserve">, </w:t>
      </w:r>
      <w:r w:rsidR="0024252B" w:rsidRPr="002813C1">
        <w:t>ou il l</w:t>
      </w:r>
      <w:r>
        <w:t>’</w:t>
      </w:r>
      <w:r w:rsidR="0024252B" w:rsidRPr="002813C1">
        <w:t>a perdu</w:t>
      </w:r>
      <w:r>
        <w:t xml:space="preserve">, </w:t>
      </w:r>
      <w:r w:rsidR="0024252B" w:rsidRPr="002813C1">
        <w:t>de sorte qu</w:t>
      </w:r>
      <w:r>
        <w:t>’</w:t>
      </w:r>
      <w:r w:rsidR="0024252B" w:rsidRPr="002813C1">
        <w:t>il ne le retrouve pas</w:t>
      </w:r>
      <w:r>
        <w:t xml:space="preserve">… </w:t>
      </w:r>
      <w:r w:rsidR="0024252B" w:rsidRPr="002813C1">
        <w:t>Je venais prier votre femme de voir si elle ne l</w:t>
      </w:r>
      <w:r>
        <w:t>’</w:t>
      </w:r>
      <w:r w:rsidR="0024252B" w:rsidRPr="002813C1">
        <w:t>aurait pas gardé</w:t>
      </w:r>
      <w:r>
        <w:t xml:space="preserve">, </w:t>
      </w:r>
      <w:r w:rsidR="0024252B" w:rsidRPr="002813C1">
        <w:t>par hasard</w:t>
      </w:r>
      <w:r>
        <w:t xml:space="preserve">… </w:t>
      </w:r>
      <w:r w:rsidR="0024252B" w:rsidRPr="002813C1">
        <w:t>Quand elle rentrera</w:t>
      </w:r>
      <w:r>
        <w:t xml:space="preserve">, </w:t>
      </w:r>
      <w:r w:rsidR="0024252B" w:rsidRPr="002813C1">
        <w:t>faites-lui ma commission</w:t>
      </w:r>
      <w:r>
        <w:t xml:space="preserve">, </w:t>
      </w:r>
      <w:r w:rsidR="0024252B" w:rsidRPr="002813C1">
        <w:t>et si elle le retrouvait</w:t>
      </w:r>
      <w:r>
        <w:t xml:space="preserve">, </w:t>
      </w:r>
      <w:r w:rsidR="0024252B" w:rsidRPr="002813C1">
        <w:t>renvoyez-le moi par la poste</w:t>
      </w:r>
      <w:r>
        <w:t>…</w:t>
      </w:r>
    </w:p>
    <w:p w14:paraId="315F91A9" w14:textId="77777777" w:rsidR="00B77E03" w:rsidRDefault="0024252B" w:rsidP="00B77E03">
      <w:r w:rsidRPr="002813C1">
        <w:t>La ruse était grossière</w:t>
      </w:r>
      <w:r w:rsidR="00B77E03">
        <w:t xml:space="preserve">, </w:t>
      </w:r>
      <w:r w:rsidRPr="002813C1">
        <w:t xml:space="preserve">mais suffisante pour tromper </w:t>
      </w:r>
      <w:proofErr w:type="spellStart"/>
      <w:r w:rsidRPr="002813C1">
        <w:t>Vantrasson</w:t>
      </w:r>
      <w:proofErr w:type="spellEnd"/>
      <w:r w:rsidR="00B77E03">
        <w:t>.</w:t>
      </w:r>
    </w:p>
    <w:p w14:paraId="22A40DE3" w14:textId="77777777" w:rsidR="00B77E03" w:rsidRDefault="00B77E03" w:rsidP="00B77E03">
      <w:r>
        <w:t>— </w:t>
      </w:r>
      <w:r w:rsidR="0024252B" w:rsidRPr="002813C1">
        <w:t>À quel nom l</w:t>
      </w:r>
      <w:r>
        <w:t>’</w:t>
      </w:r>
      <w:r w:rsidR="0024252B" w:rsidRPr="002813C1">
        <w:t>adresser</w:t>
      </w:r>
      <w:r>
        <w:t xml:space="preserve">, </w:t>
      </w:r>
      <w:r w:rsidR="0024252B" w:rsidRPr="002813C1">
        <w:t>ce bulletin</w:t>
      </w:r>
      <w:r>
        <w:t xml:space="preserve"> ? </w:t>
      </w:r>
      <w:r w:rsidR="0024252B" w:rsidRPr="002813C1">
        <w:t>demanda-t-il</w:t>
      </w:r>
      <w:r>
        <w:t>.</w:t>
      </w:r>
    </w:p>
    <w:p w14:paraId="6F754B4E" w14:textId="77777777" w:rsidR="00B77E03" w:rsidRDefault="00B77E03" w:rsidP="00B77E03">
      <w:r>
        <w:t>— </w:t>
      </w:r>
      <w:r w:rsidR="0024252B" w:rsidRPr="002813C1">
        <w:t>Au mien</w:t>
      </w:r>
      <w:r>
        <w:t xml:space="preserve">, </w:t>
      </w:r>
      <w:r w:rsidR="0024252B" w:rsidRPr="002813C1">
        <w:t>Victor Chupin</w:t>
      </w:r>
      <w:r>
        <w:t>…</w:t>
      </w:r>
    </w:p>
    <w:p w14:paraId="2A7FF79C" w14:textId="732857F6" w:rsidR="00B77E03" w:rsidRDefault="0024252B" w:rsidP="00B77E03">
      <w:r w:rsidRPr="002813C1">
        <w:t>Imprudent</w:t>
      </w:r>
      <w:r w:rsidR="00B77E03">
        <w:t xml:space="preserve"> !… </w:t>
      </w:r>
      <w:r w:rsidRPr="002813C1">
        <w:t>Il ne pouvait</w:t>
      </w:r>
      <w:r w:rsidR="00B77E03">
        <w:t xml:space="preserve">, </w:t>
      </w:r>
      <w:r w:rsidRPr="002813C1">
        <w:t>il est vrai</w:t>
      </w:r>
      <w:r w:rsidR="00B77E03">
        <w:t xml:space="preserve">, </w:t>
      </w:r>
      <w:r w:rsidRPr="002813C1">
        <w:t>soupçonner l</w:t>
      </w:r>
      <w:r w:rsidR="00B77E03">
        <w:t>’</w:t>
      </w:r>
      <w:r w:rsidRPr="002813C1">
        <w:t>abus qu</w:t>
      </w:r>
      <w:r w:rsidR="00B77E03">
        <w:t>’</w:t>
      </w:r>
      <w:r w:rsidRPr="002813C1">
        <w:t xml:space="preserve">avait fait de son nom </w:t>
      </w:r>
      <w:r w:rsidR="00B77E03">
        <w:t>M. </w:t>
      </w:r>
      <w:r w:rsidRPr="002813C1">
        <w:t xml:space="preserve">Isidore Fortunat le soir où il avait remis aux époux </w:t>
      </w:r>
      <w:proofErr w:type="spellStart"/>
      <w:r w:rsidRPr="002813C1">
        <w:t>Vantrasson</w:t>
      </w:r>
      <w:proofErr w:type="spellEnd"/>
      <w:r w:rsidRPr="002813C1">
        <w:t xml:space="preserve"> un billet à ordre signé d</w:t>
      </w:r>
      <w:r w:rsidR="00B77E03">
        <w:t>’</w:t>
      </w:r>
      <w:r w:rsidRPr="002813C1">
        <w:t>eux en échange d</w:t>
      </w:r>
      <w:r w:rsidR="00B77E03">
        <w:t>’</w:t>
      </w:r>
      <w:r w:rsidRPr="002813C1">
        <w:t>une reconnaissance</w:t>
      </w:r>
      <w:r w:rsidR="00B77E03">
        <w:t>.</w:t>
      </w:r>
    </w:p>
    <w:p w14:paraId="76DF409A" w14:textId="0014BDDC" w:rsidR="00B77E03" w:rsidRDefault="0024252B" w:rsidP="00B77E03">
      <w:r w:rsidRPr="002813C1">
        <w:t>Mais le patron du Garni Modèle n</w:t>
      </w:r>
      <w:r w:rsidR="00B77E03">
        <w:t>’</w:t>
      </w:r>
      <w:r w:rsidRPr="002813C1">
        <w:t xml:space="preserve">avait pas oublié le nom prononcé par </w:t>
      </w:r>
      <w:r w:rsidR="00B77E03">
        <w:t>M. </w:t>
      </w:r>
      <w:r w:rsidRPr="002813C1">
        <w:t>Fortunat</w:t>
      </w:r>
      <w:r w:rsidR="00B77E03">
        <w:t xml:space="preserve">. </w:t>
      </w:r>
      <w:r w:rsidRPr="002813C1">
        <w:t>Il blêmit de colère</w:t>
      </w:r>
      <w:r w:rsidR="00B77E03">
        <w:t xml:space="preserve">, </w:t>
      </w:r>
      <w:r w:rsidRPr="002813C1">
        <w:t>croyant voir son prétendu créancier</w:t>
      </w:r>
      <w:r w:rsidR="00B77E03">
        <w:t xml:space="preserve">, </w:t>
      </w:r>
      <w:r w:rsidRPr="002813C1">
        <w:t>et passant brusquement entre la porte et lui</w:t>
      </w:r>
      <w:r w:rsidR="00B77E03">
        <w:t> :</w:t>
      </w:r>
    </w:p>
    <w:p w14:paraId="36ACAA36" w14:textId="77777777" w:rsidR="00B77E03" w:rsidRDefault="00B77E03" w:rsidP="00B77E03">
      <w:r>
        <w:t>— </w:t>
      </w:r>
      <w:r w:rsidR="0024252B" w:rsidRPr="002813C1">
        <w:t>Ainsi</w:t>
      </w:r>
      <w:r>
        <w:t xml:space="preserve">, </w:t>
      </w:r>
      <w:r w:rsidR="0024252B" w:rsidRPr="002813C1">
        <w:t>fit-il</w:t>
      </w:r>
      <w:r>
        <w:t xml:space="preserve">, </w:t>
      </w:r>
      <w:r w:rsidR="0024252B" w:rsidRPr="002813C1">
        <w:t>votre nom est bien Chupin</w:t>
      </w:r>
      <w:r>
        <w:t xml:space="preserve">, </w:t>
      </w:r>
      <w:r w:rsidR="0024252B" w:rsidRPr="002813C1">
        <w:t>Victor</w:t>
      </w:r>
      <w:r>
        <w:t>…</w:t>
      </w:r>
    </w:p>
    <w:p w14:paraId="4A59E3C3" w14:textId="77777777" w:rsidR="00B77E03" w:rsidRDefault="00B77E03" w:rsidP="00B77E03">
      <w:r>
        <w:t>— </w:t>
      </w:r>
      <w:r w:rsidR="0024252B" w:rsidRPr="002813C1">
        <w:t>Mais</w:t>
      </w:r>
      <w:r>
        <w:t xml:space="preserve">… </w:t>
      </w:r>
      <w:r w:rsidR="0024252B" w:rsidRPr="002813C1">
        <w:t>oui</w:t>
      </w:r>
      <w:r>
        <w:t>.</w:t>
      </w:r>
    </w:p>
    <w:p w14:paraId="530EE0D4" w14:textId="77777777" w:rsidR="00B77E03" w:rsidRDefault="00B77E03" w:rsidP="00B77E03">
      <w:r>
        <w:t>— </w:t>
      </w:r>
      <w:r w:rsidR="0024252B" w:rsidRPr="002813C1">
        <w:t>Et vous êtes employé au chemin de fer</w:t>
      </w:r>
      <w:r>
        <w:t> ?</w:t>
      </w:r>
    </w:p>
    <w:p w14:paraId="6E96CA31" w14:textId="77777777" w:rsidR="00B77E03" w:rsidRDefault="00B77E03" w:rsidP="00B77E03">
      <w:r>
        <w:t>— </w:t>
      </w:r>
      <w:r w:rsidR="0024252B" w:rsidRPr="002813C1">
        <w:t>Je viens de vous le dire</w:t>
      </w:r>
      <w:r>
        <w:t>.</w:t>
      </w:r>
    </w:p>
    <w:p w14:paraId="4F7E3E5B" w14:textId="77777777" w:rsidR="00B77E03" w:rsidRDefault="00B77E03" w:rsidP="00B77E03">
      <w:r>
        <w:t>— </w:t>
      </w:r>
      <w:r w:rsidR="0024252B" w:rsidRPr="002813C1">
        <w:t>Ce qui ne vous empêche pas de vous occuper de recouvrements</w:t>
      </w:r>
      <w:r>
        <w:t xml:space="preserve">, </w:t>
      </w:r>
      <w:r w:rsidR="0024252B" w:rsidRPr="002813C1">
        <w:t>n</w:t>
      </w:r>
      <w:r>
        <w:t>’</w:t>
      </w:r>
      <w:r w:rsidR="0024252B" w:rsidRPr="002813C1">
        <w:t>est-ce pas</w:t>
      </w:r>
      <w:r>
        <w:t> ?</w:t>
      </w:r>
    </w:p>
    <w:p w14:paraId="455F7D98" w14:textId="77777777" w:rsidR="00B77E03" w:rsidRDefault="0024252B" w:rsidP="00B77E03">
      <w:r w:rsidRPr="002813C1">
        <w:t>Instinctivement Chupin recula</w:t>
      </w:r>
      <w:r w:rsidR="00B77E03">
        <w:t xml:space="preserve">, </w:t>
      </w:r>
      <w:r w:rsidRPr="002813C1">
        <w:t>comprenant qu</w:t>
      </w:r>
      <w:r w:rsidR="00B77E03">
        <w:t>’</w:t>
      </w:r>
      <w:r w:rsidRPr="002813C1">
        <w:t>il venait de faire une sottise et ne concevant pas laquelle</w:t>
      </w:r>
      <w:r w:rsidR="00B77E03">
        <w:t>.</w:t>
      </w:r>
    </w:p>
    <w:p w14:paraId="79992518" w14:textId="77777777" w:rsidR="00B77E03" w:rsidRDefault="00B77E03" w:rsidP="00B77E03">
      <w:r>
        <w:lastRenderedPageBreak/>
        <w:t>— </w:t>
      </w:r>
      <w:r w:rsidR="0024252B" w:rsidRPr="002813C1">
        <w:t>Je m</w:t>
      </w:r>
      <w:r>
        <w:t>’</w:t>
      </w:r>
      <w:r w:rsidR="0024252B" w:rsidRPr="002813C1">
        <w:t>en occupais autrefois</w:t>
      </w:r>
      <w:r>
        <w:t xml:space="preserve"> ! </w:t>
      </w:r>
      <w:r w:rsidR="0024252B" w:rsidRPr="002813C1">
        <w:t>balbutia-t-il</w:t>
      </w:r>
      <w:r>
        <w:t>.</w:t>
      </w:r>
    </w:p>
    <w:p w14:paraId="0AE379A8" w14:textId="77777777" w:rsidR="00B77E03" w:rsidRDefault="0024252B" w:rsidP="00B77E03">
      <w:proofErr w:type="spellStart"/>
      <w:r w:rsidRPr="002813C1">
        <w:t>Vantrasson</w:t>
      </w:r>
      <w:proofErr w:type="spellEnd"/>
      <w:r w:rsidRPr="002813C1">
        <w:t xml:space="preserve"> ne douta plus</w:t>
      </w:r>
      <w:r w:rsidR="00B77E03">
        <w:t>.</w:t>
      </w:r>
    </w:p>
    <w:p w14:paraId="5DC0C5FB" w14:textId="77777777" w:rsidR="00B77E03" w:rsidRDefault="00B77E03" w:rsidP="00B77E03">
      <w:r>
        <w:t>— </w:t>
      </w:r>
      <w:r w:rsidR="0024252B" w:rsidRPr="002813C1">
        <w:t>Ah</w:t>
      </w:r>
      <w:r>
        <w:t xml:space="preserve"> ! </w:t>
      </w:r>
      <w:r w:rsidR="0024252B" w:rsidRPr="002813C1">
        <w:t>tu avoues donc que tu n</w:t>
      </w:r>
      <w:r>
        <w:t>’</w:t>
      </w:r>
      <w:r w:rsidR="0024252B" w:rsidRPr="002813C1">
        <w:t>es qu</w:t>
      </w:r>
      <w:r>
        <w:t>’</w:t>
      </w:r>
      <w:r w:rsidR="0024252B" w:rsidRPr="002813C1">
        <w:t>une canaille</w:t>
      </w:r>
      <w:r>
        <w:t xml:space="preserve"> !… </w:t>
      </w:r>
      <w:r w:rsidR="0024252B" w:rsidRPr="002813C1">
        <w:t>s</w:t>
      </w:r>
      <w:r>
        <w:t>’</w:t>
      </w:r>
      <w:r w:rsidR="0024252B" w:rsidRPr="002813C1">
        <w:t>écria-t-il</w:t>
      </w:r>
      <w:r>
        <w:t xml:space="preserve">. </w:t>
      </w:r>
      <w:r w:rsidR="0024252B" w:rsidRPr="002813C1">
        <w:t>Tu avoues donc que c</w:t>
      </w:r>
      <w:r>
        <w:t>’</w:t>
      </w:r>
      <w:r w:rsidR="0024252B" w:rsidRPr="002813C1">
        <w:t>est toi qui as racheté pour quatre sous un vieux billet de moi</w:t>
      </w:r>
      <w:r>
        <w:t xml:space="preserve">, </w:t>
      </w:r>
      <w:r w:rsidR="0024252B" w:rsidRPr="002813C1">
        <w:t>et qui m</w:t>
      </w:r>
      <w:r>
        <w:t>’</w:t>
      </w:r>
      <w:r w:rsidR="0024252B" w:rsidRPr="002813C1">
        <w:t>as envoyé ici un huissier pour me saisir</w:t>
      </w:r>
      <w:r>
        <w:t xml:space="preserve">. </w:t>
      </w:r>
      <w:r w:rsidR="0024252B" w:rsidRPr="002813C1">
        <w:t>Ah</w:t>
      </w:r>
      <w:r>
        <w:t xml:space="preserve"> ! </w:t>
      </w:r>
      <w:r w:rsidR="0024252B" w:rsidRPr="002813C1">
        <w:t>tu achètes des créances dans les faillites</w:t>
      </w:r>
      <w:r>
        <w:t xml:space="preserve"> ! </w:t>
      </w:r>
      <w:r w:rsidR="0024252B" w:rsidRPr="002813C1">
        <w:t>Ah</w:t>
      </w:r>
      <w:r>
        <w:t xml:space="preserve"> ! </w:t>
      </w:r>
      <w:r w:rsidR="0024252B" w:rsidRPr="002813C1">
        <w:t>tu veux faire arriver de la peine au pauvre monde</w:t>
      </w:r>
      <w:r>
        <w:t xml:space="preserve">… </w:t>
      </w:r>
      <w:r w:rsidR="0024252B" w:rsidRPr="002813C1">
        <w:t>Eh bien</w:t>
      </w:r>
      <w:r>
        <w:t xml:space="preserve"> ! </w:t>
      </w:r>
      <w:r w:rsidR="0024252B" w:rsidRPr="002813C1">
        <w:t>puisque je te tiens</w:t>
      </w:r>
      <w:r>
        <w:t xml:space="preserve">, </w:t>
      </w:r>
      <w:r w:rsidR="0024252B" w:rsidRPr="002813C1">
        <w:t>brigand</w:t>
      </w:r>
      <w:r>
        <w:t xml:space="preserve">, </w:t>
      </w:r>
      <w:r w:rsidR="0024252B" w:rsidRPr="002813C1">
        <w:t>je vais te régler ton compte</w:t>
      </w:r>
      <w:r>
        <w:t xml:space="preserve">… </w:t>
      </w:r>
      <w:r w:rsidR="0024252B" w:rsidRPr="002813C1">
        <w:t>À toi celui-là</w:t>
      </w:r>
      <w:r>
        <w:t> !</w:t>
      </w:r>
    </w:p>
    <w:p w14:paraId="66C0F2D8" w14:textId="77777777" w:rsidR="00B77E03" w:rsidRDefault="0024252B" w:rsidP="00B77E03">
      <w:r w:rsidRPr="002813C1">
        <w:t>Et d</w:t>
      </w:r>
      <w:r w:rsidR="00B77E03">
        <w:t>’</w:t>
      </w:r>
      <w:r w:rsidRPr="002813C1">
        <w:t>un terrible coup de poing il envoya rouler à l</w:t>
      </w:r>
      <w:r w:rsidR="00B77E03">
        <w:t>’</w:t>
      </w:r>
      <w:r w:rsidRPr="002813C1">
        <w:t>autre bout de la boutique son prétendu créancier</w:t>
      </w:r>
      <w:r w:rsidR="00B77E03">
        <w:t>…</w:t>
      </w:r>
    </w:p>
    <w:p w14:paraId="62791A47" w14:textId="77777777" w:rsidR="00B77E03" w:rsidRDefault="0024252B" w:rsidP="00B77E03">
      <w:r w:rsidRPr="002813C1">
        <w:t>Chupin</w:t>
      </w:r>
      <w:r w:rsidR="00B77E03">
        <w:t xml:space="preserve">, </w:t>
      </w:r>
      <w:r w:rsidRPr="002813C1">
        <w:t>par bonheur était leste</w:t>
      </w:r>
      <w:r w:rsidR="00B77E03">
        <w:t xml:space="preserve">… </w:t>
      </w:r>
      <w:r w:rsidRPr="002813C1">
        <w:t>D</w:t>
      </w:r>
      <w:r w:rsidR="00B77E03">
        <w:t>’</w:t>
      </w:r>
      <w:r w:rsidRPr="002813C1">
        <w:t>un bond il fut debout</w:t>
      </w:r>
      <w:r w:rsidR="00B77E03">
        <w:t xml:space="preserve">, </w:t>
      </w:r>
      <w:r w:rsidRPr="002813C1">
        <w:t>et franchissant une table la mit entre lui et son dangereux adversaire</w:t>
      </w:r>
      <w:r w:rsidR="00B77E03">
        <w:t>.</w:t>
      </w:r>
    </w:p>
    <w:p w14:paraId="1276BE01" w14:textId="77777777" w:rsidR="00B77E03" w:rsidRDefault="0024252B" w:rsidP="00B77E03">
      <w:r w:rsidRPr="002813C1">
        <w:t>Rompu à ce terrible jeu qu</w:t>
      </w:r>
      <w:r w:rsidR="00B77E03">
        <w:t>’</w:t>
      </w:r>
      <w:r w:rsidRPr="002813C1">
        <w:t xml:space="preserve">on appelle </w:t>
      </w:r>
      <w:r w:rsidR="00B77E03">
        <w:t>« </w:t>
      </w:r>
      <w:r w:rsidRPr="002813C1">
        <w:t>la savate</w:t>
      </w:r>
      <w:r w:rsidR="00B77E03">
        <w:t>, »</w:t>
      </w:r>
      <w:r w:rsidRPr="002813C1">
        <w:t xml:space="preserve"> Chupin</w:t>
      </w:r>
      <w:r w:rsidR="00B77E03">
        <w:t xml:space="preserve">, </w:t>
      </w:r>
      <w:r w:rsidRPr="002813C1">
        <w:t>le vieux gamin de Paris se fût défendu avec avantage s</w:t>
      </w:r>
      <w:r w:rsidR="00B77E03">
        <w:t>’</w:t>
      </w:r>
      <w:r w:rsidRPr="002813C1">
        <w:t>il eut eu du champ</w:t>
      </w:r>
      <w:r w:rsidR="00B77E03">
        <w:t>.</w:t>
      </w:r>
    </w:p>
    <w:p w14:paraId="4391C123" w14:textId="77777777" w:rsidR="00B77E03" w:rsidRDefault="0024252B" w:rsidP="00B77E03">
      <w:r w:rsidRPr="002813C1">
        <w:t>Mais là</w:t>
      </w:r>
      <w:r w:rsidR="00B77E03">
        <w:t xml:space="preserve">, </w:t>
      </w:r>
      <w:r w:rsidRPr="002813C1">
        <w:t>dans cet étroit espace</w:t>
      </w:r>
      <w:r w:rsidR="00B77E03">
        <w:t xml:space="preserve">, </w:t>
      </w:r>
      <w:r w:rsidRPr="002813C1">
        <w:t>acculé dans un angle</w:t>
      </w:r>
      <w:r w:rsidR="00B77E03">
        <w:t xml:space="preserve">, </w:t>
      </w:r>
      <w:r w:rsidRPr="002813C1">
        <w:t>il se vit perdu</w:t>
      </w:r>
      <w:r w:rsidR="00B77E03">
        <w:t>.</w:t>
      </w:r>
    </w:p>
    <w:p w14:paraId="4A09C50C" w14:textId="77777777" w:rsidR="00B77E03" w:rsidRDefault="00B77E03" w:rsidP="00B77E03">
      <w:r>
        <w:t>— </w:t>
      </w:r>
      <w:r w:rsidR="0024252B" w:rsidRPr="002813C1">
        <w:t xml:space="preserve">Quelle </w:t>
      </w:r>
      <w:r>
        <w:t>« </w:t>
      </w:r>
      <w:r w:rsidR="0024252B" w:rsidRPr="002813C1">
        <w:t>tripotée</w:t>
      </w:r>
      <w:r>
        <w:t> ! »</w:t>
      </w:r>
      <w:r w:rsidR="0024252B" w:rsidRPr="002813C1">
        <w:t xml:space="preserve"> pensa-t-il tout en évitant avec une prestigieuse agilité le poing de </w:t>
      </w:r>
      <w:proofErr w:type="spellStart"/>
      <w:r w:rsidR="0024252B" w:rsidRPr="002813C1">
        <w:t>Vantrasson</w:t>
      </w:r>
      <w:proofErr w:type="spellEnd"/>
      <w:r>
        <w:t xml:space="preserve">, </w:t>
      </w:r>
      <w:r w:rsidR="0024252B" w:rsidRPr="002813C1">
        <w:t>un poing à assommer un bœuf</w:t>
      </w:r>
      <w:r>
        <w:t>.</w:t>
      </w:r>
    </w:p>
    <w:p w14:paraId="714998A0" w14:textId="77777777" w:rsidR="00B77E03" w:rsidRDefault="0024252B" w:rsidP="00B77E03">
      <w:r w:rsidRPr="002813C1">
        <w:t>Il eut bien l</w:t>
      </w:r>
      <w:r w:rsidR="00B77E03">
        <w:t>’</w:t>
      </w:r>
      <w:r w:rsidRPr="002813C1">
        <w:t>idée de crier à l</w:t>
      </w:r>
      <w:r w:rsidR="00B77E03">
        <w:t>’</w:t>
      </w:r>
      <w:r w:rsidRPr="002813C1">
        <w:t>aide</w:t>
      </w:r>
      <w:r w:rsidR="00B77E03">
        <w:t xml:space="preserve"> !… </w:t>
      </w:r>
      <w:r w:rsidRPr="002813C1">
        <w:t>Mais l</w:t>
      </w:r>
      <w:r w:rsidR="00B77E03">
        <w:t>’</w:t>
      </w:r>
      <w:r w:rsidRPr="002813C1">
        <w:t>entendrait-on</w:t>
      </w:r>
      <w:r w:rsidR="00B77E03">
        <w:t xml:space="preserve">, </w:t>
      </w:r>
      <w:r w:rsidRPr="002813C1">
        <w:t>viendrait-on</w:t>
      </w:r>
      <w:r w:rsidR="00B77E03">
        <w:t xml:space="preserve"> ? </w:t>
      </w:r>
      <w:r w:rsidRPr="002813C1">
        <w:t>Et si l</w:t>
      </w:r>
      <w:r w:rsidR="00B77E03">
        <w:t>’</w:t>
      </w:r>
      <w:r w:rsidRPr="002813C1">
        <w:t>on venait</w:t>
      </w:r>
      <w:r w:rsidR="00B77E03">
        <w:t xml:space="preserve">, </w:t>
      </w:r>
      <w:r w:rsidRPr="002813C1">
        <w:t>la police</w:t>
      </w:r>
      <w:r w:rsidR="00B77E03">
        <w:t xml:space="preserve">, </w:t>
      </w:r>
      <w:r w:rsidRPr="002813C1">
        <w:t>curieuse</w:t>
      </w:r>
      <w:r w:rsidR="00B77E03">
        <w:t xml:space="preserve">, </w:t>
      </w:r>
      <w:r w:rsidRPr="002813C1">
        <w:t>ne s</w:t>
      </w:r>
      <w:r w:rsidR="00B77E03">
        <w:t>’</w:t>
      </w:r>
      <w:r w:rsidRPr="002813C1">
        <w:t>en mêlerait-elle pas</w:t>
      </w:r>
      <w:r w:rsidR="00B77E03">
        <w:t xml:space="preserve"> ? </w:t>
      </w:r>
      <w:r w:rsidRPr="002813C1">
        <w:t>Or</w:t>
      </w:r>
      <w:r w:rsidR="00B77E03">
        <w:t xml:space="preserve">, </w:t>
      </w:r>
      <w:r w:rsidRPr="002813C1">
        <w:t>la police s</w:t>
      </w:r>
      <w:r w:rsidR="00B77E03">
        <w:t>’</w:t>
      </w:r>
      <w:r w:rsidRPr="002813C1">
        <w:t>en mêlant</w:t>
      </w:r>
      <w:r w:rsidR="00B77E03">
        <w:t xml:space="preserve">, </w:t>
      </w:r>
      <w:r w:rsidRPr="002813C1">
        <w:t>il y aurait un commencement d</w:t>
      </w:r>
      <w:r w:rsidR="00B77E03">
        <w:t>’</w:t>
      </w:r>
      <w:r w:rsidRPr="002813C1">
        <w:t>enquête qui dérangerait peut-être les projets de Pascal</w:t>
      </w:r>
      <w:r w:rsidR="00B77E03">
        <w:t>.</w:t>
      </w:r>
    </w:p>
    <w:p w14:paraId="2237AE33" w14:textId="77777777" w:rsidR="00B77E03" w:rsidRDefault="0024252B" w:rsidP="00B77E03">
      <w:r w:rsidRPr="002813C1">
        <w:lastRenderedPageBreak/>
        <w:t>Avec cette appréhension de nuire à ceux qu</w:t>
      </w:r>
      <w:r w:rsidR="00B77E03">
        <w:t>’</w:t>
      </w:r>
      <w:r w:rsidRPr="002813C1">
        <w:t>il voulait servir</w:t>
      </w:r>
      <w:r w:rsidR="00B77E03">
        <w:t xml:space="preserve">, </w:t>
      </w:r>
      <w:r w:rsidRPr="002813C1">
        <w:t>il se fût fait hacher sur place plutôt que de laisser échapper un cri</w:t>
      </w:r>
      <w:r w:rsidR="00B77E03">
        <w:t xml:space="preserve">. </w:t>
      </w:r>
      <w:r w:rsidRPr="002813C1">
        <w:t>Résolu à se tirer seul du guêpier</w:t>
      </w:r>
      <w:r w:rsidR="00B77E03">
        <w:t xml:space="preserve">, </w:t>
      </w:r>
      <w:r w:rsidRPr="002813C1">
        <w:t>il changea de tactique et</w:t>
      </w:r>
      <w:r w:rsidR="00B77E03">
        <w:t xml:space="preserve">, </w:t>
      </w:r>
      <w:r w:rsidRPr="002813C1">
        <w:t>au lieu de parer comme il avait fait jusqu</w:t>
      </w:r>
      <w:r w:rsidR="00B77E03">
        <w:t>’</w:t>
      </w:r>
      <w:r w:rsidRPr="002813C1">
        <w:t>alors</w:t>
      </w:r>
      <w:r w:rsidR="00B77E03">
        <w:t xml:space="preserve">, </w:t>
      </w:r>
      <w:r w:rsidRPr="002813C1">
        <w:t>il ne songea plus qu</w:t>
      </w:r>
      <w:r w:rsidR="00B77E03">
        <w:t>’</w:t>
      </w:r>
      <w:r w:rsidRPr="002813C1">
        <w:t>à gagner</w:t>
      </w:r>
      <w:r w:rsidR="00B77E03">
        <w:t xml:space="preserve">, </w:t>
      </w:r>
      <w:r w:rsidRPr="002813C1">
        <w:t>coûte que coûte</w:t>
      </w:r>
      <w:r w:rsidR="00B77E03">
        <w:t xml:space="preserve">, </w:t>
      </w:r>
      <w:r w:rsidRPr="002813C1">
        <w:t>la porte</w:t>
      </w:r>
      <w:r w:rsidR="00B77E03">
        <w:t>…</w:t>
      </w:r>
    </w:p>
    <w:p w14:paraId="43D39555" w14:textId="77777777" w:rsidR="00B77E03" w:rsidRDefault="0024252B" w:rsidP="00B77E03">
      <w:r w:rsidRPr="002813C1">
        <w:t>Il y arrivait</w:t>
      </w:r>
      <w:r w:rsidR="00B77E03">
        <w:t xml:space="preserve">, </w:t>
      </w:r>
      <w:r w:rsidRPr="002813C1">
        <w:t>non sans dommage</w:t>
      </w:r>
      <w:r w:rsidR="00B77E03">
        <w:t xml:space="preserve">, </w:t>
      </w:r>
      <w:r w:rsidRPr="002813C1">
        <w:t>lorsqu</w:t>
      </w:r>
      <w:r w:rsidR="00B77E03">
        <w:t>’</w:t>
      </w:r>
      <w:r w:rsidRPr="002813C1">
        <w:t>elle s</w:t>
      </w:r>
      <w:r w:rsidR="00B77E03">
        <w:t>’</w:t>
      </w:r>
      <w:r w:rsidRPr="002813C1">
        <w:t>ouvrit</w:t>
      </w:r>
      <w:r w:rsidR="00B77E03">
        <w:t xml:space="preserve">, </w:t>
      </w:r>
      <w:r w:rsidRPr="002813C1">
        <w:t>et un jeune homme vêtu de noir et scrupuleusement rasé entra</w:t>
      </w:r>
      <w:r w:rsidR="00B77E03">
        <w:t xml:space="preserve">, </w:t>
      </w:r>
      <w:r w:rsidRPr="002813C1">
        <w:t>qui d</w:t>
      </w:r>
      <w:r w:rsidR="00B77E03">
        <w:t>’</w:t>
      </w:r>
      <w:r w:rsidRPr="002813C1">
        <w:t>une voix bien timbrée dit</w:t>
      </w:r>
      <w:r w:rsidR="00B77E03">
        <w:t> :</w:t>
      </w:r>
    </w:p>
    <w:p w14:paraId="638DA059" w14:textId="77777777" w:rsidR="00B77E03" w:rsidRDefault="00B77E03" w:rsidP="00B77E03">
      <w:r>
        <w:t>— </w:t>
      </w:r>
      <w:r w:rsidR="0024252B" w:rsidRPr="002813C1">
        <w:t>Eh bien</w:t>
      </w:r>
      <w:r>
        <w:t xml:space="preserve"> ! </w:t>
      </w:r>
      <w:r w:rsidR="0024252B" w:rsidRPr="002813C1">
        <w:t>qu</w:t>
      </w:r>
      <w:r>
        <w:t>’</w:t>
      </w:r>
      <w:r w:rsidR="0024252B" w:rsidRPr="002813C1">
        <w:t>est-ce que cela</w:t>
      </w:r>
      <w:r>
        <w:t> ?</w:t>
      </w:r>
    </w:p>
    <w:p w14:paraId="709C130F" w14:textId="77777777" w:rsidR="00B77E03" w:rsidRDefault="0024252B" w:rsidP="00B77E03">
      <w:r w:rsidRPr="002813C1">
        <w:t xml:space="preserve">La vue de ce nouvel arrivant parut stupéfier </w:t>
      </w:r>
      <w:proofErr w:type="spellStart"/>
      <w:r w:rsidRPr="002813C1">
        <w:t>Vantrasson</w:t>
      </w:r>
      <w:proofErr w:type="spellEnd"/>
      <w:r w:rsidR="00B77E03">
        <w:t>.</w:t>
      </w:r>
    </w:p>
    <w:p w14:paraId="01CA26CE" w14:textId="219F447E" w:rsidR="00B77E03" w:rsidRDefault="00B77E03" w:rsidP="00B77E03">
      <w:r>
        <w:t>— </w:t>
      </w:r>
      <w:r w:rsidR="0024252B" w:rsidRPr="002813C1">
        <w:t>Ah</w:t>
      </w:r>
      <w:r>
        <w:t xml:space="preserve"> !… </w:t>
      </w:r>
      <w:r w:rsidR="0024252B" w:rsidRPr="002813C1">
        <w:t>c</w:t>
      </w:r>
      <w:r>
        <w:t>’</w:t>
      </w:r>
      <w:r w:rsidR="0024252B" w:rsidRPr="002813C1">
        <w:t>est vous</w:t>
      </w:r>
      <w:r>
        <w:t>, M. </w:t>
      </w:r>
      <w:proofErr w:type="spellStart"/>
      <w:r w:rsidR="0024252B" w:rsidRPr="002813C1">
        <w:t>Mauméjan</w:t>
      </w:r>
      <w:proofErr w:type="spellEnd"/>
      <w:r>
        <w:t xml:space="preserve">, </w:t>
      </w:r>
      <w:r w:rsidR="0024252B" w:rsidRPr="002813C1">
        <w:t>balbutia-t-il d</w:t>
      </w:r>
      <w:r>
        <w:t>’</w:t>
      </w:r>
      <w:r w:rsidR="0024252B" w:rsidRPr="002813C1">
        <w:t>un air penaud</w:t>
      </w:r>
      <w:r>
        <w:t xml:space="preserve">… </w:t>
      </w:r>
      <w:r w:rsidR="0024252B" w:rsidRPr="002813C1">
        <w:t>Ce n</w:t>
      </w:r>
      <w:r>
        <w:t>’</w:t>
      </w:r>
      <w:r w:rsidR="0024252B" w:rsidRPr="002813C1">
        <w:t>est rien</w:t>
      </w:r>
      <w:r>
        <w:t xml:space="preserve">, </w:t>
      </w:r>
      <w:r w:rsidR="0024252B" w:rsidRPr="002813C1">
        <w:t>nous plaisantions</w:t>
      </w:r>
      <w:r>
        <w:t>…</w:t>
      </w:r>
    </w:p>
    <w:p w14:paraId="7116D1F8" w14:textId="61043ED8" w:rsidR="00B77E03" w:rsidRDefault="00B77E03" w:rsidP="00B77E03">
      <w:r>
        <w:t>M. </w:t>
      </w:r>
      <w:proofErr w:type="spellStart"/>
      <w:r w:rsidR="0024252B" w:rsidRPr="002813C1">
        <w:t>Mauméjan</w:t>
      </w:r>
      <w:proofErr w:type="spellEnd"/>
      <w:r w:rsidR="0024252B" w:rsidRPr="002813C1">
        <w:t xml:space="preserve"> sembla se contenter de l</w:t>
      </w:r>
      <w:r>
        <w:t>’</w:t>
      </w:r>
      <w:r w:rsidR="0024252B" w:rsidRPr="002813C1">
        <w:t>explication</w:t>
      </w:r>
      <w:r>
        <w:t xml:space="preserve">, </w:t>
      </w:r>
      <w:r w:rsidR="0024252B" w:rsidRPr="002813C1">
        <w:t>et du ton indifférent d</w:t>
      </w:r>
      <w:r>
        <w:t>’</w:t>
      </w:r>
      <w:r w:rsidR="0024252B" w:rsidRPr="002813C1">
        <w:t>un homme qui exécute une commission sans savoir ce dont il s</w:t>
      </w:r>
      <w:r>
        <w:t>’</w:t>
      </w:r>
      <w:r w:rsidR="0024252B" w:rsidRPr="002813C1">
        <w:t>agit</w:t>
      </w:r>
      <w:r>
        <w:t> :</w:t>
      </w:r>
    </w:p>
    <w:p w14:paraId="7C974076" w14:textId="77777777" w:rsidR="00B77E03" w:rsidRDefault="00B77E03" w:rsidP="00B77E03">
      <w:r>
        <w:t>— </w:t>
      </w:r>
      <w:r w:rsidR="0024252B" w:rsidRPr="002813C1">
        <w:t>Comme on sait que votre femme fait mon ménage</w:t>
      </w:r>
      <w:r>
        <w:t xml:space="preserve">, </w:t>
      </w:r>
      <w:r w:rsidR="0024252B" w:rsidRPr="002813C1">
        <w:t>reprit-il</w:t>
      </w:r>
      <w:r>
        <w:t xml:space="preserve">, </w:t>
      </w:r>
      <w:r w:rsidR="0024252B" w:rsidRPr="002813C1">
        <w:t>on m</w:t>
      </w:r>
      <w:r>
        <w:t>’</w:t>
      </w:r>
      <w:r w:rsidR="0024252B" w:rsidRPr="002813C1">
        <w:t>a chargé de vous demander si vous seriez prêt pour l</w:t>
      </w:r>
      <w:r>
        <w:t>’</w:t>
      </w:r>
      <w:r w:rsidR="0024252B" w:rsidRPr="002813C1">
        <w:t>affaire convenue</w:t>
      </w:r>
      <w:r>
        <w:t>.</w:t>
      </w:r>
    </w:p>
    <w:p w14:paraId="40F0EEB2" w14:textId="77777777" w:rsidR="00B77E03" w:rsidRDefault="00B77E03" w:rsidP="00B77E03">
      <w:r>
        <w:t>— </w:t>
      </w:r>
      <w:r w:rsidR="0024252B" w:rsidRPr="002813C1">
        <w:t>Certainement</w:t>
      </w:r>
      <w:r>
        <w:t xml:space="preserve">, </w:t>
      </w:r>
      <w:r w:rsidR="0024252B" w:rsidRPr="002813C1">
        <w:t>et même je m</w:t>
      </w:r>
      <w:r>
        <w:t>’</w:t>
      </w:r>
      <w:r w:rsidR="0024252B" w:rsidRPr="002813C1">
        <w:t>en occupais encore il n</w:t>
      </w:r>
      <w:r>
        <w:t>’</w:t>
      </w:r>
      <w:r w:rsidR="0024252B" w:rsidRPr="002813C1">
        <w:t>y a qu</w:t>
      </w:r>
      <w:r>
        <w:t>’</w:t>
      </w:r>
      <w:r w:rsidR="0024252B" w:rsidRPr="002813C1">
        <w:t>un instant</w:t>
      </w:r>
      <w:r>
        <w:t>…</w:t>
      </w:r>
    </w:p>
    <w:p w14:paraId="4623C851" w14:textId="77777777" w:rsidR="00B77E03" w:rsidRDefault="0024252B" w:rsidP="00B77E03">
      <w:r w:rsidRPr="002813C1">
        <w:t>Chupin n</w:t>
      </w:r>
      <w:r w:rsidR="00B77E03">
        <w:t>’</w:t>
      </w:r>
      <w:r w:rsidRPr="002813C1">
        <w:t>en entendit pas davantage</w:t>
      </w:r>
      <w:r w:rsidR="00B77E03">
        <w:t>…</w:t>
      </w:r>
    </w:p>
    <w:p w14:paraId="605E9202" w14:textId="77777777" w:rsidR="00B77E03" w:rsidRDefault="0024252B" w:rsidP="00B77E03">
      <w:r w:rsidRPr="002813C1">
        <w:t>Il s</w:t>
      </w:r>
      <w:r w:rsidR="00B77E03">
        <w:t>’</w:t>
      </w:r>
      <w:r w:rsidRPr="002813C1">
        <w:t>était précipité dehors</w:t>
      </w:r>
      <w:r w:rsidR="00B77E03">
        <w:t xml:space="preserve">, </w:t>
      </w:r>
      <w:r w:rsidRPr="002813C1">
        <w:t>les vêtements en désordre et fort meurtri</w:t>
      </w:r>
      <w:r w:rsidR="00B77E03">
        <w:t xml:space="preserve">, </w:t>
      </w:r>
      <w:r w:rsidRPr="002813C1">
        <w:t>mais ne sentant pas son mal tant sa joie était grande</w:t>
      </w:r>
      <w:r w:rsidR="00B77E03">
        <w:t>.</w:t>
      </w:r>
    </w:p>
    <w:p w14:paraId="4E2A6A3E" w14:textId="460F7366" w:rsidR="00B77E03" w:rsidRDefault="00B77E03" w:rsidP="00B77E03">
      <w:r>
        <w:t>— </w:t>
      </w:r>
      <w:r w:rsidR="0024252B" w:rsidRPr="002813C1">
        <w:t xml:space="preserve">Celui-là est </w:t>
      </w:r>
      <w:r>
        <w:t>M. </w:t>
      </w:r>
      <w:proofErr w:type="spellStart"/>
      <w:r w:rsidR="0024252B" w:rsidRPr="002813C1">
        <w:t>Férailleur</w:t>
      </w:r>
      <w:proofErr w:type="spellEnd"/>
      <w:r>
        <w:t xml:space="preserve">, </w:t>
      </w:r>
      <w:r w:rsidR="0024252B" w:rsidRPr="002813C1">
        <w:t>pensait-il</w:t>
      </w:r>
      <w:r>
        <w:t xml:space="preserve">. </w:t>
      </w:r>
      <w:r w:rsidR="0024252B" w:rsidRPr="002813C1">
        <w:t>J</w:t>
      </w:r>
      <w:r>
        <w:t>’</w:t>
      </w:r>
      <w:r w:rsidR="0024252B" w:rsidRPr="002813C1">
        <w:t>en suis sûr et je vais en avoir la preuve</w:t>
      </w:r>
      <w:r>
        <w:t>…</w:t>
      </w:r>
    </w:p>
    <w:p w14:paraId="00C252D3" w14:textId="77777777" w:rsidR="00B77E03" w:rsidRDefault="0024252B" w:rsidP="00B77E03">
      <w:r w:rsidRPr="002813C1">
        <w:lastRenderedPageBreak/>
        <w:t>À vingt pas de là était une bâtisse abandonnée</w:t>
      </w:r>
      <w:r w:rsidR="00B77E03">
        <w:t xml:space="preserve">, </w:t>
      </w:r>
      <w:r w:rsidRPr="002813C1">
        <w:t>Chupin s</w:t>
      </w:r>
      <w:r w:rsidR="00B77E03">
        <w:t>’</w:t>
      </w:r>
      <w:r w:rsidRPr="002813C1">
        <w:t>y blottit et attendit</w:t>
      </w:r>
      <w:r w:rsidR="00B77E03">
        <w:t>…</w:t>
      </w:r>
    </w:p>
    <w:p w14:paraId="4A31FE25" w14:textId="58874758" w:rsidR="00B77E03" w:rsidRDefault="0024252B" w:rsidP="00B77E03">
      <w:r w:rsidRPr="002813C1">
        <w:t xml:space="preserve">Et lorsque </w:t>
      </w:r>
      <w:r w:rsidR="00B77E03">
        <w:t>M. </w:t>
      </w:r>
      <w:proofErr w:type="spellStart"/>
      <w:r w:rsidRPr="002813C1">
        <w:t>Mauméjan</w:t>
      </w:r>
      <w:proofErr w:type="spellEnd"/>
      <w:r w:rsidRPr="002813C1">
        <w:t xml:space="preserve"> sortit du </w:t>
      </w:r>
      <w:r w:rsidRPr="002813C1">
        <w:rPr>
          <w:i/>
          <w:szCs w:val="32"/>
        </w:rPr>
        <w:t>Garni Modèle</w:t>
      </w:r>
      <w:r w:rsidR="00B77E03">
        <w:t xml:space="preserve">, </w:t>
      </w:r>
      <w:r w:rsidRPr="002813C1">
        <w:t>il le suivit</w:t>
      </w:r>
      <w:r w:rsidR="00B77E03">
        <w:t>…</w:t>
      </w:r>
    </w:p>
    <w:p w14:paraId="595F45BF" w14:textId="77777777" w:rsidR="00B77E03" w:rsidRDefault="0024252B" w:rsidP="00B77E03">
      <w:r w:rsidRPr="002813C1">
        <w:t>Il le vit remonter la route d</w:t>
      </w:r>
      <w:r w:rsidR="00B77E03">
        <w:t>’</w:t>
      </w:r>
      <w:r w:rsidRPr="002813C1">
        <w:t>Asnières</w:t>
      </w:r>
      <w:r w:rsidR="00B77E03">
        <w:t xml:space="preserve">, </w:t>
      </w:r>
      <w:r w:rsidRPr="002813C1">
        <w:t>prendre à droite la route de la Révolte et finalement s</w:t>
      </w:r>
      <w:r w:rsidR="00B77E03">
        <w:t>’</w:t>
      </w:r>
      <w:r w:rsidRPr="002813C1">
        <w:t>arrêter devant une maison de chétive apparence</w:t>
      </w:r>
      <w:r w:rsidR="00B77E03">
        <w:t>.</w:t>
      </w:r>
    </w:p>
    <w:p w14:paraId="209DC4EE" w14:textId="77777777" w:rsidR="00B77E03" w:rsidRDefault="0024252B" w:rsidP="00B77E03">
      <w:r w:rsidRPr="002813C1">
        <w:t>Alors il se rapprocha bien vite</w:t>
      </w:r>
      <w:r w:rsidR="00B77E03">
        <w:t xml:space="preserve">, </w:t>
      </w:r>
      <w:r w:rsidRPr="002813C1">
        <w:t>et doucement</w:t>
      </w:r>
      <w:r w:rsidR="00B77E03">
        <w:t> :</w:t>
      </w:r>
    </w:p>
    <w:p w14:paraId="7E5F509C" w14:textId="77777777" w:rsidR="00B77E03" w:rsidRDefault="00B77E03" w:rsidP="00B77E03">
      <w:r>
        <w:t>— </w:t>
      </w:r>
      <w:r w:rsidR="0024252B" w:rsidRPr="002813C1">
        <w:t>M</w:t>
      </w:r>
      <w:r>
        <w:t>’</w:t>
      </w:r>
      <w:proofErr w:type="spellStart"/>
      <w:r w:rsidR="0024252B" w:rsidRPr="002813C1">
        <w:t>sieu</w:t>
      </w:r>
      <w:proofErr w:type="spellEnd"/>
      <w:r w:rsidR="0024252B" w:rsidRPr="002813C1">
        <w:t xml:space="preserve"> </w:t>
      </w:r>
      <w:proofErr w:type="spellStart"/>
      <w:r w:rsidR="0024252B" w:rsidRPr="002813C1">
        <w:t>Férailleur</w:t>
      </w:r>
      <w:proofErr w:type="spellEnd"/>
      <w:r>
        <w:t xml:space="preserve"> ?… </w:t>
      </w:r>
      <w:r w:rsidR="0024252B" w:rsidRPr="002813C1">
        <w:t>appela-t-il</w:t>
      </w:r>
      <w:r>
        <w:t>.</w:t>
      </w:r>
    </w:p>
    <w:p w14:paraId="24D5CFC3" w14:textId="77777777" w:rsidR="00B77E03" w:rsidRDefault="0024252B" w:rsidP="00B77E03">
      <w:r w:rsidRPr="002813C1">
        <w:t>Instinctivement le jeune homme se détourna</w:t>
      </w:r>
      <w:r w:rsidR="00B77E03">
        <w:t xml:space="preserve">… </w:t>
      </w:r>
      <w:r w:rsidRPr="002813C1">
        <w:t>Puis</w:t>
      </w:r>
      <w:r w:rsidR="00B77E03">
        <w:t xml:space="preserve">, </w:t>
      </w:r>
      <w:r w:rsidRPr="002813C1">
        <w:t>reconnaissant sa faute</w:t>
      </w:r>
      <w:r w:rsidR="00B77E03">
        <w:t xml:space="preserve">, </w:t>
      </w:r>
      <w:r w:rsidRPr="002813C1">
        <w:t>et qu</w:t>
      </w:r>
      <w:r w:rsidR="00B77E03">
        <w:t>’</w:t>
      </w:r>
      <w:r w:rsidRPr="002813C1">
        <w:t>il s</w:t>
      </w:r>
      <w:r w:rsidR="00B77E03">
        <w:t>’</w:t>
      </w:r>
      <w:r w:rsidRPr="002813C1">
        <w:t>était trahi</w:t>
      </w:r>
      <w:r w:rsidR="00B77E03">
        <w:t xml:space="preserve">, </w:t>
      </w:r>
      <w:r w:rsidRPr="002813C1">
        <w:t>il bondit jusqu</w:t>
      </w:r>
      <w:r w:rsidR="00B77E03">
        <w:t>’</w:t>
      </w:r>
      <w:r w:rsidRPr="002813C1">
        <w:t>à Chupin</w:t>
      </w:r>
      <w:r w:rsidR="00B77E03">
        <w:t xml:space="preserve">, </w:t>
      </w:r>
      <w:r w:rsidRPr="002813C1">
        <w:t>et lui saisissant les poignets</w:t>
      </w:r>
      <w:r w:rsidR="00B77E03">
        <w:t xml:space="preserve">, </w:t>
      </w:r>
      <w:r w:rsidRPr="002813C1">
        <w:t>qu</w:t>
      </w:r>
      <w:r w:rsidR="00B77E03">
        <w:t>’</w:t>
      </w:r>
      <w:r w:rsidRPr="002813C1">
        <w:t>il serra à les briser</w:t>
      </w:r>
      <w:r w:rsidR="00B77E03">
        <w:t>…</w:t>
      </w:r>
    </w:p>
    <w:p w14:paraId="6B38FF23" w14:textId="77777777" w:rsidR="00B77E03" w:rsidRDefault="00B77E03" w:rsidP="00B77E03">
      <w:r>
        <w:t>— </w:t>
      </w:r>
      <w:r w:rsidR="0024252B" w:rsidRPr="002813C1">
        <w:t>Malheureux</w:t>
      </w:r>
      <w:r>
        <w:t xml:space="preserve"> !… </w:t>
      </w:r>
      <w:r w:rsidR="0024252B" w:rsidRPr="002813C1">
        <w:t>fit-il</w:t>
      </w:r>
      <w:r>
        <w:t xml:space="preserve"> ; </w:t>
      </w:r>
      <w:r w:rsidR="0024252B" w:rsidRPr="002813C1">
        <w:t>qui es-tu</w:t>
      </w:r>
      <w:r>
        <w:t xml:space="preserve">, </w:t>
      </w:r>
      <w:r w:rsidR="0024252B" w:rsidRPr="002813C1">
        <w:t>qui t</w:t>
      </w:r>
      <w:r>
        <w:t>’</w:t>
      </w:r>
      <w:r w:rsidR="0024252B" w:rsidRPr="002813C1">
        <w:t>a chargé de me suivre</w:t>
      </w:r>
      <w:r>
        <w:t xml:space="preserve">, </w:t>
      </w:r>
      <w:r w:rsidR="0024252B" w:rsidRPr="002813C1">
        <w:t xml:space="preserve">que </w:t>
      </w:r>
      <w:proofErr w:type="spellStart"/>
      <w:r w:rsidR="0024252B" w:rsidRPr="002813C1">
        <w:t>me</w:t>
      </w:r>
      <w:proofErr w:type="spellEnd"/>
      <w:r w:rsidR="0024252B" w:rsidRPr="002813C1">
        <w:t xml:space="preserve"> veux-tu</w:t>
      </w:r>
      <w:r>
        <w:t> ?…</w:t>
      </w:r>
    </w:p>
    <w:p w14:paraId="26C09778" w14:textId="27656160" w:rsidR="00B77E03" w:rsidRDefault="00B77E03" w:rsidP="00B77E03">
      <w:r>
        <w:t>— </w:t>
      </w:r>
      <w:r w:rsidR="0024252B" w:rsidRPr="002813C1">
        <w:t>Pas si fort</w:t>
      </w:r>
      <w:r>
        <w:t xml:space="preserve">, </w:t>
      </w:r>
      <w:r w:rsidR="0024252B" w:rsidRPr="002813C1">
        <w:t>m</w:t>
      </w:r>
      <w:r>
        <w:t>’</w:t>
      </w:r>
      <w:proofErr w:type="spellStart"/>
      <w:r w:rsidR="0024252B" w:rsidRPr="002813C1">
        <w:t>sieu</w:t>
      </w:r>
      <w:proofErr w:type="spellEnd"/>
      <w:r>
        <w:t xml:space="preserve">, </w:t>
      </w:r>
      <w:r w:rsidR="0024252B" w:rsidRPr="002813C1">
        <w:t xml:space="preserve">ne </w:t>
      </w:r>
      <w:proofErr w:type="spellStart"/>
      <w:r w:rsidR="0024252B" w:rsidRPr="002813C1">
        <w:t>serrez</w:t>
      </w:r>
      <w:proofErr w:type="spellEnd"/>
      <w:r w:rsidR="0024252B" w:rsidRPr="002813C1">
        <w:t xml:space="preserve"> pas si fort</w:t>
      </w:r>
      <w:r>
        <w:t xml:space="preserve"> ! </w:t>
      </w:r>
      <w:r w:rsidR="0024252B" w:rsidRPr="002813C1">
        <w:t>Vous me faites mal</w:t>
      </w:r>
      <w:r>
        <w:t xml:space="preserve"> !… </w:t>
      </w:r>
      <w:r w:rsidR="0024252B" w:rsidRPr="002813C1">
        <w:t xml:space="preserve">Je vous suis envoyé par </w:t>
      </w:r>
      <w:r>
        <w:t>M</w:t>
      </w:r>
      <w:r w:rsidRPr="00B77E03">
        <w:rPr>
          <w:vertAlign w:val="superscript"/>
        </w:rPr>
        <w:t>lle</w:t>
      </w:r>
      <w:r>
        <w:t> </w:t>
      </w:r>
      <w:r w:rsidR="0024252B" w:rsidRPr="002813C1">
        <w:t>Marguerite</w:t>
      </w:r>
      <w:r>
        <w:t>…</w:t>
      </w:r>
    </w:p>
    <w:p w14:paraId="1063AB03" w14:textId="04A0C560" w:rsidR="00B77E03" w:rsidRDefault="0024252B" w:rsidP="00B77E03">
      <w:pPr>
        <w:pStyle w:val="Titre1"/>
      </w:pPr>
      <w:bookmarkStart w:id="16" w:name="_Toc202022841"/>
      <w:r w:rsidRPr="002813C1">
        <w:lastRenderedPageBreak/>
        <w:t>XVII</w:t>
      </w:r>
      <w:bookmarkEnd w:id="16"/>
      <w:r w:rsidRPr="002813C1">
        <w:br/>
      </w:r>
    </w:p>
    <w:p w14:paraId="5F431F5F" w14:textId="77777777" w:rsidR="00B77E03" w:rsidRDefault="00B77E03" w:rsidP="00B77E03">
      <w:r>
        <w:t>— </w:t>
      </w:r>
      <w:r w:rsidR="0024252B" w:rsidRPr="002813C1">
        <w:t>Faites</w:t>
      </w:r>
      <w:r>
        <w:t xml:space="preserve">, </w:t>
      </w:r>
      <w:r w:rsidR="0024252B" w:rsidRPr="002813C1">
        <w:t>mon Dieu</w:t>
      </w:r>
      <w:r>
        <w:t xml:space="preserve"> !… </w:t>
      </w:r>
      <w:r w:rsidR="0024252B" w:rsidRPr="002813C1">
        <w:t>faites que Pascal vienne bientôt à mon aide</w:t>
      </w:r>
      <w:r>
        <w:t> !</w:t>
      </w:r>
    </w:p>
    <w:p w14:paraId="77F61362" w14:textId="1F18C890" w:rsidR="00B77E03" w:rsidRDefault="0024252B" w:rsidP="00B77E03">
      <w:r w:rsidRPr="002813C1">
        <w:t>Ainsi</w:t>
      </w:r>
      <w:r w:rsidR="00B77E03">
        <w:t xml:space="preserve">, </w:t>
      </w:r>
      <w:r w:rsidRPr="002813C1">
        <w:t>du plus profond de son âme</w:t>
      </w:r>
      <w:r w:rsidR="00B77E03">
        <w:t xml:space="preserve">, </w:t>
      </w:r>
      <w:r w:rsidRPr="002813C1">
        <w:t xml:space="preserve">priait </w:t>
      </w:r>
      <w:r w:rsidR="00B77E03">
        <w:t>M</w:t>
      </w:r>
      <w:r w:rsidR="00B77E03" w:rsidRPr="00B77E03">
        <w:rPr>
          <w:vertAlign w:val="superscript"/>
        </w:rPr>
        <w:t>lle</w:t>
      </w:r>
      <w:r w:rsidR="00B77E03">
        <w:t> </w:t>
      </w:r>
      <w:r w:rsidRPr="002813C1">
        <w:t xml:space="preserve">Marguerite en quittant </w:t>
      </w:r>
      <w:r w:rsidR="00B77E03">
        <w:t>M. </w:t>
      </w:r>
      <w:r w:rsidRPr="002813C1">
        <w:t>Isidore Fortunat</w:t>
      </w:r>
      <w:r w:rsidR="00B77E03">
        <w:t>.</w:t>
      </w:r>
    </w:p>
    <w:p w14:paraId="1A368596" w14:textId="77777777" w:rsidR="00B77E03" w:rsidRDefault="0024252B" w:rsidP="00B77E03">
      <w:r w:rsidRPr="002813C1">
        <w:t>C</w:t>
      </w:r>
      <w:r w:rsidR="00B77E03">
        <w:t>’</w:t>
      </w:r>
      <w:r w:rsidRPr="002813C1">
        <w:t>est que désormais la ténébreuse intrigue dont elle était victime n</w:t>
      </w:r>
      <w:r w:rsidR="00B77E03">
        <w:t>’</w:t>
      </w:r>
      <w:r w:rsidRPr="002813C1">
        <w:t>avait plus de secrets pour elle</w:t>
      </w:r>
      <w:r w:rsidR="00B77E03">
        <w:t xml:space="preserve">. </w:t>
      </w:r>
      <w:r w:rsidRPr="002813C1">
        <w:t>Complétant par les renseignements qu</w:t>
      </w:r>
      <w:r w:rsidR="00B77E03">
        <w:t>’</w:t>
      </w:r>
      <w:r w:rsidRPr="002813C1">
        <w:t>on venait de lui donner ses informations personnelles et ses conjectures</w:t>
      </w:r>
      <w:r w:rsidR="00B77E03">
        <w:t xml:space="preserve">, </w:t>
      </w:r>
      <w:r w:rsidRPr="002813C1">
        <w:t>elle touchait en quelque sorte du doigt la vérité</w:t>
      </w:r>
      <w:r w:rsidR="00B77E03">
        <w:t>.</w:t>
      </w:r>
    </w:p>
    <w:p w14:paraId="42F6BB9D" w14:textId="77777777" w:rsidR="00B77E03" w:rsidRDefault="0024252B" w:rsidP="00B77E03">
      <w:r w:rsidRPr="002813C1">
        <w:t>Mais loin de la rassurer</w:t>
      </w:r>
      <w:r w:rsidR="00B77E03">
        <w:t xml:space="preserve">, </w:t>
      </w:r>
      <w:r w:rsidRPr="002813C1">
        <w:t xml:space="preserve">le </w:t>
      </w:r>
      <w:r w:rsidR="00B77E03">
        <w:t>« </w:t>
      </w:r>
      <w:r w:rsidRPr="002813C1">
        <w:t>traqueur d</w:t>
      </w:r>
      <w:r w:rsidR="00B77E03">
        <w:t>’</w:t>
      </w:r>
      <w:r w:rsidRPr="002813C1">
        <w:t>héritages</w:t>
      </w:r>
      <w:r w:rsidR="00B77E03">
        <w:t> »</w:t>
      </w:r>
      <w:r w:rsidRPr="002813C1">
        <w:t xml:space="preserve"> l</w:t>
      </w:r>
      <w:r w:rsidR="00B77E03">
        <w:t>’</w:t>
      </w:r>
      <w:r w:rsidRPr="002813C1">
        <w:t>avait épouvantée en lui dévoilant l</w:t>
      </w:r>
      <w:r w:rsidR="00B77E03">
        <w:t>’</w:t>
      </w:r>
      <w:r w:rsidRPr="002813C1">
        <w:t xml:space="preserve">exacte situation du marquis de </w:t>
      </w:r>
      <w:proofErr w:type="spellStart"/>
      <w:r w:rsidRPr="002813C1">
        <w:t>Valorsay</w:t>
      </w:r>
      <w:proofErr w:type="spellEnd"/>
      <w:r w:rsidR="00B77E03">
        <w:t>.</w:t>
      </w:r>
    </w:p>
    <w:p w14:paraId="2024E243" w14:textId="77777777" w:rsidR="00B77E03" w:rsidRDefault="0024252B" w:rsidP="00B77E03">
      <w:r w:rsidRPr="002813C1">
        <w:t>Quels ne devaient pas être les transports de rage de ce viveur ruiné</w:t>
      </w:r>
      <w:r w:rsidR="00B77E03">
        <w:t xml:space="preserve">, </w:t>
      </w:r>
      <w:r w:rsidRPr="002813C1">
        <w:t>réduit aux derniers expédients</w:t>
      </w:r>
      <w:r w:rsidR="00B77E03">
        <w:t xml:space="preserve">, </w:t>
      </w:r>
      <w:r w:rsidRPr="002813C1">
        <w:t>à qui tout manquait</w:t>
      </w:r>
      <w:r w:rsidR="00B77E03">
        <w:t xml:space="preserve">, </w:t>
      </w:r>
      <w:r w:rsidRPr="002813C1">
        <w:t>et qui se sentait glisser des sommets de son opulence dans les cloaques de la misère honteuse et méritée</w:t>
      </w:r>
      <w:r w:rsidR="00B77E03">
        <w:t xml:space="preserve">… </w:t>
      </w:r>
      <w:r w:rsidRPr="002813C1">
        <w:t>De quoi ne serait-il pas capable</w:t>
      </w:r>
      <w:r w:rsidR="00B77E03">
        <w:t xml:space="preserve">, </w:t>
      </w:r>
      <w:r w:rsidRPr="002813C1">
        <w:t>pour conserver un an</w:t>
      </w:r>
      <w:r w:rsidR="00B77E03">
        <w:t xml:space="preserve">, </w:t>
      </w:r>
      <w:r w:rsidRPr="002813C1">
        <w:t>un mois</w:t>
      </w:r>
      <w:r w:rsidR="00B77E03">
        <w:t xml:space="preserve">, </w:t>
      </w:r>
      <w:r w:rsidRPr="002813C1">
        <w:t>un jour de plus les apparences de sa grande vie</w:t>
      </w:r>
      <w:r w:rsidR="00B77E03">
        <w:t xml:space="preserve"> !… </w:t>
      </w:r>
      <w:r w:rsidRPr="002813C1">
        <w:t>N</w:t>
      </w:r>
      <w:r w:rsidR="00B77E03">
        <w:t>’</w:t>
      </w:r>
      <w:r w:rsidRPr="002813C1">
        <w:t>avait-on pas pu déjà mesurer les profondeurs de sa scélératesse</w:t>
      </w:r>
      <w:r w:rsidR="00B77E03">
        <w:t xml:space="preserve"> ?… </w:t>
      </w:r>
      <w:r w:rsidRPr="002813C1">
        <w:t>Reculerait-il devant un meurtre</w:t>
      </w:r>
      <w:r w:rsidR="00B77E03">
        <w:t> !…</w:t>
      </w:r>
    </w:p>
    <w:p w14:paraId="6B79B9FF" w14:textId="77777777" w:rsidR="00B77E03" w:rsidRDefault="0024252B" w:rsidP="00B77E03">
      <w:r w:rsidRPr="002813C1">
        <w:t>Et la pauvre jeune fille se demandait</w:t>
      </w:r>
      <w:r w:rsidR="00B77E03">
        <w:t xml:space="preserve">, </w:t>
      </w:r>
      <w:r w:rsidRPr="002813C1">
        <w:t>toute frissonnante</w:t>
      </w:r>
      <w:r w:rsidR="00B77E03">
        <w:t xml:space="preserve">, </w:t>
      </w:r>
      <w:r w:rsidRPr="002813C1">
        <w:t>si Pascal était vivant encore</w:t>
      </w:r>
      <w:r w:rsidR="00B77E03">
        <w:t xml:space="preserve">, </w:t>
      </w:r>
      <w:r w:rsidRPr="002813C1">
        <w:t>et comme en une vision funèbre</w:t>
      </w:r>
      <w:r w:rsidR="00B77E03">
        <w:t xml:space="preserve">, </w:t>
      </w:r>
      <w:r w:rsidRPr="002813C1">
        <w:t>il lui semblait apercevoir son cadavre étendu sanglant au détour de quelque rue écartée</w:t>
      </w:r>
      <w:r w:rsidR="00B77E03">
        <w:t>…</w:t>
      </w:r>
    </w:p>
    <w:p w14:paraId="5B946410" w14:textId="4239B5A2" w:rsidR="00B77E03" w:rsidRDefault="0024252B" w:rsidP="00B77E03">
      <w:r w:rsidRPr="002813C1">
        <w:lastRenderedPageBreak/>
        <w:t>Quels dangers ne la menaçaient pas elle-même</w:t>
      </w:r>
      <w:r w:rsidR="00B77E03">
        <w:t xml:space="preserve"> !… </w:t>
      </w:r>
      <w:r w:rsidRPr="002813C1">
        <w:t>Car si elle connaissait le passé</w:t>
      </w:r>
      <w:r w:rsidR="00B77E03">
        <w:t xml:space="preserve">, </w:t>
      </w:r>
      <w:r w:rsidRPr="002813C1">
        <w:t>elle ne pouvait prévoir l</w:t>
      </w:r>
      <w:r w:rsidR="00B77E03">
        <w:t>’</w:t>
      </w:r>
      <w:r w:rsidRPr="002813C1">
        <w:t>avenir</w:t>
      </w:r>
      <w:r w:rsidR="00B77E03">
        <w:t xml:space="preserve">… </w:t>
      </w:r>
      <w:r w:rsidRPr="002813C1">
        <w:t xml:space="preserve">Que signifiait la lettre de </w:t>
      </w:r>
      <w:r w:rsidR="00B77E03">
        <w:t>M. </w:t>
      </w:r>
      <w:proofErr w:type="spellStart"/>
      <w:r w:rsidRPr="002813C1">
        <w:t>Valorsay</w:t>
      </w:r>
      <w:proofErr w:type="spellEnd"/>
      <w:r w:rsidR="00B77E03">
        <w:t xml:space="preserve">, </w:t>
      </w:r>
      <w:r w:rsidRPr="002813C1">
        <w:t>et quel sort lui réservait-il</w:t>
      </w:r>
      <w:r w:rsidR="00B77E03">
        <w:t xml:space="preserve">, </w:t>
      </w:r>
      <w:r w:rsidRPr="002813C1">
        <w:t>pour chanter ainsi victoire d</w:t>
      </w:r>
      <w:r w:rsidR="00B77E03">
        <w:t>’</w:t>
      </w:r>
      <w:r w:rsidRPr="002813C1">
        <w:t>avance</w:t>
      </w:r>
      <w:r w:rsidR="00B77E03">
        <w:t> ?…</w:t>
      </w:r>
    </w:p>
    <w:p w14:paraId="48233404" w14:textId="77777777" w:rsidR="00B77E03" w:rsidRDefault="0024252B" w:rsidP="00B77E03">
      <w:r w:rsidRPr="002813C1">
        <w:t>L</w:t>
      </w:r>
      <w:r w:rsidR="00B77E03">
        <w:t>’</w:t>
      </w:r>
      <w:r w:rsidRPr="002813C1">
        <w:t>impression fut si terrible</w:t>
      </w:r>
      <w:r w:rsidR="00B77E03">
        <w:t xml:space="preserve">, </w:t>
      </w:r>
      <w:r w:rsidRPr="002813C1">
        <w:t>qu</w:t>
      </w:r>
      <w:r w:rsidR="00B77E03">
        <w:t>’</w:t>
      </w:r>
      <w:r w:rsidRPr="002813C1">
        <w:t>elle hésita un moment à courir chez le vieux juge de paix réclamer sa protection et lui demander un asile</w:t>
      </w:r>
      <w:r w:rsidR="00B77E03">
        <w:t>…</w:t>
      </w:r>
    </w:p>
    <w:p w14:paraId="5B1789CA" w14:textId="77777777" w:rsidR="00B77E03" w:rsidRDefault="0024252B" w:rsidP="00B77E03">
      <w:r w:rsidRPr="002813C1">
        <w:t>Mais cet accès d</w:t>
      </w:r>
      <w:r w:rsidR="00B77E03">
        <w:t>’</w:t>
      </w:r>
      <w:r w:rsidRPr="002813C1">
        <w:t>épouvante dura peu</w:t>
      </w:r>
      <w:r w:rsidR="00B77E03">
        <w:t xml:space="preserve">. </w:t>
      </w:r>
      <w:r w:rsidRPr="002813C1">
        <w:t>Perdrait-elle donc son énergie</w:t>
      </w:r>
      <w:r w:rsidR="00B77E03">
        <w:t xml:space="preserve">, </w:t>
      </w:r>
      <w:r w:rsidRPr="002813C1">
        <w:t>sa volonté faiblirait-elle au moment décisif</w:t>
      </w:r>
      <w:r w:rsidR="00B77E03">
        <w:t> ?…</w:t>
      </w:r>
    </w:p>
    <w:p w14:paraId="7C49D844" w14:textId="77777777" w:rsidR="00B77E03" w:rsidRDefault="00B77E03" w:rsidP="00B77E03">
      <w:r>
        <w:t>— </w:t>
      </w:r>
      <w:r w:rsidR="0024252B" w:rsidRPr="002813C1">
        <w:t>Non</w:t>
      </w:r>
      <w:r>
        <w:t xml:space="preserve">, </w:t>
      </w:r>
      <w:r w:rsidR="0024252B" w:rsidRPr="002813C1">
        <w:t>mille fois non</w:t>
      </w:r>
      <w:r>
        <w:t xml:space="preserve"> ! </w:t>
      </w:r>
      <w:r w:rsidR="0024252B" w:rsidRPr="002813C1">
        <w:t>répéta-t-elle</w:t>
      </w:r>
      <w:r>
        <w:t xml:space="preserve">. </w:t>
      </w:r>
      <w:r w:rsidR="0024252B" w:rsidRPr="002813C1">
        <w:t>Périr</w:t>
      </w:r>
      <w:r>
        <w:t xml:space="preserve">, </w:t>
      </w:r>
      <w:r w:rsidR="0024252B" w:rsidRPr="002813C1">
        <w:t>soit</w:t>
      </w:r>
      <w:r>
        <w:t xml:space="preserve"> ; </w:t>
      </w:r>
      <w:r w:rsidR="0024252B" w:rsidRPr="002813C1">
        <w:t>mais périr en luttant</w:t>
      </w:r>
      <w:r>
        <w:t>.</w:t>
      </w:r>
    </w:p>
    <w:p w14:paraId="238B1C59" w14:textId="77777777" w:rsidR="00B77E03" w:rsidRDefault="0024252B" w:rsidP="00B77E03">
      <w:r w:rsidRPr="002813C1">
        <w:t>Et</w:t>
      </w:r>
      <w:r w:rsidR="00B77E03">
        <w:t xml:space="preserve">, </w:t>
      </w:r>
      <w:r w:rsidRPr="002813C1">
        <w:t>en effet</w:t>
      </w:r>
      <w:r w:rsidR="00B77E03">
        <w:t xml:space="preserve">, </w:t>
      </w:r>
      <w:r w:rsidRPr="002813C1">
        <w:t>à mesure qu</w:t>
      </w:r>
      <w:r w:rsidR="00B77E03">
        <w:t>’</w:t>
      </w:r>
      <w:r w:rsidRPr="002813C1">
        <w:t>elle approchait de la rue Pigalle</w:t>
      </w:r>
      <w:r w:rsidR="00B77E03">
        <w:t xml:space="preserve">, </w:t>
      </w:r>
      <w:r w:rsidRPr="002813C1">
        <w:t>elle s</w:t>
      </w:r>
      <w:r w:rsidR="00B77E03">
        <w:t>’</w:t>
      </w:r>
      <w:r w:rsidRPr="002813C1">
        <w:t>efforçait de chasser ses appréhensions sinistres pour ne s</w:t>
      </w:r>
      <w:r w:rsidR="00B77E03">
        <w:t>’</w:t>
      </w:r>
      <w:r w:rsidRPr="002813C1">
        <w:t>inquiéter plus que du prétexte qu</w:t>
      </w:r>
      <w:r w:rsidR="00B77E03">
        <w:t>’</w:t>
      </w:r>
      <w:r w:rsidRPr="002813C1">
        <w:t>elle donnerait si on s</w:t>
      </w:r>
      <w:r w:rsidR="00B77E03">
        <w:t>’</w:t>
      </w:r>
      <w:r w:rsidRPr="002813C1">
        <w:t>était aperçu de sa longue absence</w:t>
      </w:r>
      <w:r w:rsidR="00B77E03">
        <w:t>.</w:t>
      </w:r>
    </w:p>
    <w:p w14:paraId="5232287B" w14:textId="77777777" w:rsidR="00B77E03" w:rsidRDefault="0024252B" w:rsidP="00B77E03">
      <w:r w:rsidRPr="002813C1">
        <w:t>Préoccupation superflue</w:t>
      </w:r>
      <w:r w:rsidR="00B77E03">
        <w:t xml:space="preserve"> ! </w:t>
      </w:r>
      <w:r w:rsidRPr="002813C1">
        <w:t>De même qu</w:t>
      </w:r>
      <w:r w:rsidR="00B77E03">
        <w:t>’</w:t>
      </w:r>
      <w:r w:rsidRPr="002813C1">
        <w:t>à son départ</w:t>
      </w:r>
      <w:r w:rsidR="00B77E03">
        <w:t xml:space="preserve">, </w:t>
      </w:r>
      <w:r w:rsidRPr="002813C1">
        <w:t>elle trouva la maison livrée aux seuls domestiques</w:t>
      </w:r>
      <w:r w:rsidR="00B77E03">
        <w:t xml:space="preserve">, </w:t>
      </w:r>
      <w:r w:rsidRPr="002813C1">
        <w:t>à ces étrangers fournis la veille</w:t>
      </w:r>
      <w:r w:rsidR="00B77E03">
        <w:t xml:space="preserve">, </w:t>
      </w:r>
      <w:r w:rsidRPr="002813C1">
        <w:t>au hasard</w:t>
      </w:r>
      <w:r w:rsidR="00B77E03">
        <w:t xml:space="preserve">, </w:t>
      </w:r>
      <w:r w:rsidRPr="002813C1">
        <w:t>par le bureau de placement</w:t>
      </w:r>
      <w:r w:rsidR="00B77E03">
        <w:t>.</w:t>
      </w:r>
    </w:p>
    <w:p w14:paraId="044548C7" w14:textId="4BAD868E" w:rsidR="00B77E03" w:rsidRDefault="0024252B" w:rsidP="00B77E03">
      <w:r w:rsidRPr="002813C1">
        <w:t>C</w:t>
      </w:r>
      <w:r w:rsidR="00B77E03">
        <w:t>’</w:t>
      </w:r>
      <w:r w:rsidRPr="002813C1">
        <w:t xml:space="preserve">est que de graves intérêts retenaient dehors le </w:t>
      </w:r>
      <w:r w:rsidR="00B77E03">
        <w:t>« </w:t>
      </w:r>
      <w:r w:rsidRPr="002813C1">
        <w:t>général</w:t>
      </w:r>
      <w:r w:rsidR="00B77E03">
        <w:t> »</w:t>
      </w:r>
      <w:r w:rsidRPr="002813C1">
        <w:t xml:space="preserve"> et </w:t>
      </w:r>
      <w:r w:rsidR="00B77E03">
        <w:t>M</w:t>
      </w:r>
      <w:r w:rsidR="00B77E03" w:rsidRPr="00B77E03">
        <w:rPr>
          <w:vertAlign w:val="superscript"/>
        </w:rPr>
        <w:t>me</w:t>
      </w:r>
      <w:r w:rsidR="00B77E03">
        <w:t> de </w:t>
      </w:r>
      <w:proofErr w:type="spellStart"/>
      <w:r w:rsidRPr="002813C1">
        <w:t>Fondège</w:t>
      </w:r>
      <w:proofErr w:type="spellEnd"/>
      <w:r w:rsidR="00B77E03">
        <w:t xml:space="preserve">. </w:t>
      </w:r>
      <w:r w:rsidRPr="002813C1">
        <w:t>Le mari avait ses chevaux à montrer</w:t>
      </w:r>
      <w:r w:rsidR="00B77E03">
        <w:t xml:space="preserve">, </w:t>
      </w:r>
      <w:r w:rsidRPr="002813C1">
        <w:t>la femme à courir les magasins</w:t>
      </w:r>
      <w:r w:rsidR="00B77E03">
        <w:t xml:space="preserve">. </w:t>
      </w:r>
      <w:r w:rsidRPr="002813C1">
        <w:t xml:space="preserve">Quant à </w:t>
      </w:r>
      <w:r w:rsidR="00B77E03">
        <w:t>M</w:t>
      </w:r>
      <w:r w:rsidR="00B77E03" w:rsidRPr="00B77E03">
        <w:rPr>
          <w:vertAlign w:val="superscript"/>
        </w:rPr>
        <w:t>me</w:t>
      </w:r>
      <w:r w:rsidR="00B77E03">
        <w:t> </w:t>
      </w:r>
      <w:r w:rsidRPr="002813C1">
        <w:t>Léon</w:t>
      </w:r>
      <w:r w:rsidR="00B77E03">
        <w:t xml:space="preserve">, </w:t>
      </w:r>
      <w:r w:rsidRPr="002813C1">
        <w:t>elle devait être retenue dehors par cette fameuse famille qu</w:t>
      </w:r>
      <w:r w:rsidR="00B77E03">
        <w:t>’</w:t>
      </w:r>
      <w:r w:rsidRPr="002813C1">
        <w:t>elle s</w:t>
      </w:r>
      <w:r w:rsidR="00B77E03">
        <w:t>’</w:t>
      </w:r>
      <w:r w:rsidRPr="002813C1">
        <w:t>était si soudainement improvisée</w:t>
      </w:r>
      <w:r w:rsidR="00B77E03">
        <w:t>…</w:t>
      </w:r>
    </w:p>
    <w:p w14:paraId="003BE383" w14:textId="542FC501" w:rsidR="00B77E03" w:rsidRDefault="0024252B" w:rsidP="00B77E03">
      <w:r w:rsidRPr="002813C1">
        <w:t>Seule</w:t>
      </w:r>
      <w:r w:rsidR="00B77E03">
        <w:t xml:space="preserve">, </w:t>
      </w:r>
      <w:r w:rsidRPr="002813C1">
        <w:t>libre de tout espionnage</w:t>
      </w:r>
      <w:r w:rsidR="00B77E03">
        <w:t xml:space="preserve">, </w:t>
      </w:r>
      <w:r w:rsidRPr="002813C1">
        <w:t>ayant à se défendre du découragement</w:t>
      </w:r>
      <w:r w:rsidR="00B77E03">
        <w:t>, M</w:t>
      </w:r>
      <w:r w:rsidR="00B77E03" w:rsidRPr="00B77E03">
        <w:rPr>
          <w:vertAlign w:val="superscript"/>
        </w:rPr>
        <w:t>lle</w:t>
      </w:r>
      <w:r w:rsidR="00B77E03">
        <w:t> </w:t>
      </w:r>
      <w:r w:rsidRPr="002813C1">
        <w:t>Marguerite s</w:t>
      </w:r>
      <w:r w:rsidR="00B77E03">
        <w:t>’</w:t>
      </w:r>
      <w:r w:rsidRPr="002813C1">
        <w:t>était mise à écrire</w:t>
      </w:r>
      <w:r w:rsidR="00B77E03">
        <w:t xml:space="preserve">, </w:t>
      </w:r>
      <w:r w:rsidRPr="002813C1">
        <w:t>quand un valet vint lui annoncer que sa couturière était là</w:t>
      </w:r>
      <w:r w:rsidR="00B77E03">
        <w:t xml:space="preserve">, </w:t>
      </w:r>
      <w:r w:rsidRPr="002813C1">
        <w:t>demandant à lui parler</w:t>
      </w:r>
      <w:r w:rsidR="00B77E03">
        <w:t>…</w:t>
      </w:r>
    </w:p>
    <w:p w14:paraId="0502BA1D" w14:textId="77777777" w:rsidR="00B77E03" w:rsidRDefault="00B77E03" w:rsidP="00B77E03">
      <w:r>
        <w:t>— </w:t>
      </w:r>
      <w:r w:rsidR="0024252B" w:rsidRPr="002813C1">
        <w:t>Qu</w:t>
      </w:r>
      <w:r>
        <w:t>’</w:t>
      </w:r>
      <w:r w:rsidR="0024252B" w:rsidRPr="002813C1">
        <w:t>elle entre</w:t>
      </w:r>
      <w:r>
        <w:t xml:space="preserve"> !… </w:t>
      </w:r>
      <w:r w:rsidR="0024252B" w:rsidRPr="002813C1">
        <w:t>répondit-elle avec une vivacité singulière</w:t>
      </w:r>
      <w:r>
        <w:t xml:space="preserve">, </w:t>
      </w:r>
      <w:r w:rsidR="0024252B" w:rsidRPr="002813C1">
        <w:t>faites-la bien vite entrer</w:t>
      </w:r>
      <w:r>
        <w:t>.</w:t>
      </w:r>
    </w:p>
    <w:p w14:paraId="2E0F0EBB" w14:textId="77777777" w:rsidR="00B77E03" w:rsidRDefault="0024252B" w:rsidP="00B77E03">
      <w:r w:rsidRPr="002813C1">
        <w:lastRenderedPageBreak/>
        <w:t>Une femme d</w:t>
      </w:r>
      <w:r w:rsidR="00B77E03">
        <w:t>’</w:t>
      </w:r>
      <w:r w:rsidRPr="002813C1">
        <w:t>une quarantaine d</w:t>
      </w:r>
      <w:r w:rsidR="00B77E03">
        <w:t>’</w:t>
      </w:r>
      <w:r w:rsidRPr="002813C1">
        <w:t>années</w:t>
      </w:r>
      <w:r w:rsidR="00B77E03">
        <w:t xml:space="preserve">, </w:t>
      </w:r>
      <w:r w:rsidRPr="002813C1">
        <w:t>de l</w:t>
      </w:r>
      <w:r w:rsidR="00B77E03">
        <w:t>’</w:t>
      </w:r>
      <w:r w:rsidRPr="002813C1">
        <w:t>extérieur le plus simple et le plus distingué</w:t>
      </w:r>
      <w:r w:rsidR="00B77E03">
        <w:t xml:space="preserve">, </w:t>
      </w:r>
      <w:r w:rsidRPr="002813C1">
        <w:t>parut</w:t>
      </w:r>
      <w:r w:rsidR="00B77E03">
        <w:t>.</w:t>
      </w:r>
    </w:p>
    <w:p w14:paraId="4037A1C7" w14:textId="30DE60A9" w:rsidR="00B77E03" w:rsidRDefault="0024252B" w:rsidP="00B77E03">
      <w:r w:rsidRPr="002813C1">
        <w:t>En fournisseuse bien stylée</w:t>
      </w:r>
      <w:r w:rsidR="00B77E03">
        <w:t xml:space="preserve">, </w:t>
      </w:r>
      <w:r w:rsidRPr="002813C1">
        <w:t>elle s</w:t>
      </w:r>
      <w:r w:rsidR="00B77E03">
        <w:t>’</w:t>
      </w:r>
      <w:r w:rsidRPr="002813C1">
        <w:t>inclina respectueusement tant que le domestique fut là</w:t>
      </w:r>
      <w:r w:rsidR="00B77E03">
        <w:t xml:space="preserve"> ; </w:t>
      </w:r>
      <w:r w:rsidRPr="002813C1">
        <w:t>mais</w:t>
      </w:r>
      <w:r w:rsidR="00B77E03">
        <w:t xml:space="preserve">, </w:t>
      </w:r>
      <w:r w:rsidRPr="002813C1">
        <w:t>dès qu</w:t>
      </w:r>
      <w:r w:rsidR="00B77E03">
        <w:t>’</w:t>
      </w:r>
      <w:r w:rsidRPr="002813C1">
        <w:t>il sortit</w:t>
      </w:r>
      <w:r w:rsidR="00B77E03">
        <w:t xml:space="preserve">, </w:t>
      </w:r>
      <w:r w:rsidRPr="002813C1">
        <w:t>elle s</w:t>
      </w:r>
      <w:r w:rsidR="00B77E03">
        <w:t>’</w:t>
      </w:r>
      <w:r w:rsidRPr="002813C1">
        <w:t xml:space="preserve">avança vers </w:t>
      </w:r>
      <w:r w:rsidR="00B77E03">
        <w:t>M</w:t>
      </w:r>
      <w:r w:rsidR="00B77E03" w:rsidRPr="00B77E03">
        <w:rPr>
          <w:vertAlign w:val="superscript"/>
        </w:rPr>
        <w:t>lle</w:t>
      </w:r>
      <w:r w:rsidR="00B77E03">
        <w:t> </w:t>
      </w:r>
      <w:r w:rsidRPr="002813C1">
        <w:t>Marguerite</w:t>
      </w:r>
      <w:r w:rsidR="00B77E03">
        <w:t xml:space="preserve">, </w:t>
      </w:r>
      <w:r w:rsidRPr="002813C1">
        <w:t>et lui prenant les mains</w:t>
      </w:r>
      <w:r w:rsidR="00B77E03">
        <w:t> :</w:t>
      </w:r>
    </w:p>
    <w:p w14:paraId="6CD58150" w14:textId="77777777" w:rsidR="00B77E03" w:rsidRDefault="00B77E03" w:rsidP="00B77E03">
      <w:r>
        <w:t>— </w:t>
      </w:r>
      <w:r w:rsidR="0024252B" w:rsidRPr="002813C1">
        <w:t>Chère demoiselle</w:t>
      </w:r>
      <w:r>
        <w:t xml:space="preserve">, </w:t>
      </w:r>
      <w:r w:rsidR="0024252B" w:rsidRPr="002813C1">
        <w:t>dit-elle</w:t>
      </w:r>
      <w:r>
        <w:t xml:space="preserve">, </w:t>
      </w:r>
      <w:r w:rsidR="0024252B" w:rsidRPr="002813C1">
        <w:t>je suis la belle-sœur de votre vieil ami le juge de paix</w:t>
      </w:r>
      <w:r>
        <w:t xml:space="preserve">. </w:t>
      </w:r>
      <w:r w:rsidR="0024252B" w:rsidRPr="002813C1">
        <w:t>Ayant un avis pressant à vous faire parvenir</w:t>
      </w:r>
      <w:r>
        <w:t xml:space="preserve">, </w:t>
      </w:r>
      <w:r w:rsidR="0024252B" w:rsidRPr="002813C1">
        <w:t>il cherchait</w:t>
      </w:r>
      <w:r>
        <w:t xml:space="preserve">, </w:t>
      </w:r>
      <w:r w:rsidR="0024252B" w:rsidRPr="002813C1">
        <w:t>selon vos conventions</w:t>
      </w:r>
      <w:r>
        <w:t xml:space="preserve">, </w:t>
      </w:r>
      <w:r w:rsidR="0024252B" w:rsidRPr="002813C1">
        <w:t>une personne de confiance pour ce rôle de couturière</w:t>
      </w:r>
      <w:r>
        <w:t xml:space="preserve">, </w:t>
      </w:r>
      <w:r w:rsidR="0024252B" w:rsidRPr="002813C1">
        <w:t>quand je me suis offerte</w:t>
      </w:r>
      <w:r>
        <w:t xml:space="preserve">, </w:t>
      </w:r>
      <w:r w:rsidR="0024252B" w:rsidRPr="002813C1">
        <w:t>pensant qu</w:t>
      </w:r>
      <w:r>
        <w:t>’</w:t>
      </w:r>
      <w:r w:rsidR="0024252B" w:rsidRPr="002813C1">
        <w:t>il n</w:t>
      </w:r>
      <w:r>
        <w:t>’</w:t>
      </w:r>
      <w:r w:rsidR="0024252B" w:rsidRPr="002813C1">
        <w:t>en trouverait pas de plus sûre que moi</w:t>
      </w:r>
      <w:r>
        <w:t>…</w:t>
      </w:r>
    </w:p>
    <w:p w14:paraId="794DCED4" w14:textId="4688D8D5" w:rsidR="00B77E03" w:rsidRDefault="0024252B" w:rsidP="00B77E03">
      <w:r w:rsidRPr="002813C1">
        <w:t xml:space="preserve">Une larme brilla dans les yeux de </w:t>
      </w:r>
      <w:r w:rsidR="00B77E03">
        <w:t>M</w:t>
      </w:r>
      <w:r w:rsidR="00B77E03" w:rsidRPr="00B77E03">
        <w:rPr>
          <w:vertAlign w:val="superscript"/>
        </w:rPr>
        <w:t>lle</w:t>
      </w:r>
      <w:r w:rsidR="00B77E03">
        <w:t> </w:t>
      </w:r>
      <w:r w:rsidRPr="002813C1">
        <w:t>Marguerite</w:t>
      </w:r>
      <w:r w:rsidR="00B77E03">
        <w:t xml:space="preserve">… </w:t>
      </w:r>
      <w:r w:rsidRPr="002813C1">
        <w:t>La moindre preuve d</w:t>
      </w:r>
      <w:r w:rsidR="00B77E03">
        <w:t>’</w:t>
      </w:r>
      <w:r w:rsidRPr="002813C1">
        <w:t>intérêt est si douce au cœur des malheureux abandonnés</w:t>
      </w:r>
      <w:r w:rsidR="00B77E03">
        <w:t> !…</w:t>
      </w:r>
    </w:p>
    <w:p w14:paraId="013F1F9C" w14:textId="77777777" w:rsidR="00B77E03" w:rsidRDefault="00B77E03" w:rsidP="00B77E03">
      <w:r>
        <w:t>— </w:t>
      </w:r>
      <w:r w:rsidR="0024252B" w:rsidRPr="002813C1">
        <w:t>Comment vous remercier jamais</w:t>
      </w:r>
      <w:r>
        <w:t xml:space="preserve">, </w:t>
      </w:r>
      <w:r w:rsidR="0024252B" w:rsidRPr="002813C1">
        <w:t>Madame</w:t>
      </w:r>
      <w:r>
        <w:t xml:space="preserve"> ! </w:t>
      </w:r>
      <w:r w:rsidR="0024252B" w:rsidRPr="002813C1">
        <w:t>balbutia-t-elle d</w:t>
      </w:r>
      <w:r>
        <w:t>’</w:t>
      </w:r>
      <w:r w:rsidR="0024252B" w:rsidRPr="002813C1">
        <w:t>une voix émue</w:t>
      </w:r>
      <w:r>
        <w:t> !…</w:t>
      </w:r>
    </w:p>
    <w:p w14:paraId="060E5033" w14:textId="77777777" w:rsidR="00B77E03" w:rsidRDefault="00B77E03" w:rsidP="00B77E03">
      <w:r>
        <w:t>— </w:t>
      </w:r>
      <w:r w:rsidR="0024252B" w:rsidRPr="002813C1">
        <w:t>En ne me remerciant pas</w:t>
      </w:r>
      <w:r>
        <w:t xml:space="preserve">… </w:t>
      </w:r>
      <w:r w:rsidR="0024252B" w:rsidRPr="002813C1">
        <w:t>et en lisant bien vite la lettre que voici</w:t>
      </w:r>
      <w:r>
        <w:t>.</w:t>
      </w:r>
    </w:p>
    <w:p w14:paraId="78D93F84" w14:textId="77777777" w:rsidR="00B77E03" w:rsidRDefault="0024252B" w:rsidP="00B77E03">
      <w:r w:rsidRPr="002813C1">
        <w:t>Cette lettre était ainsi conçue</w:t>
      </w:r>
      <w:r w:rsidR="00B77E03">
        <w:t> :</w:t>
      </w:r>
    </w:p>
    <w:p w14:paraId="31EF40FA" w14:textId="1873AF0D" w:rsidR="00B77E03" w:rsidRDefault="00B77E03" w:rsidP="00B77E03">
      <w:r>
        <w:t>« </w:t>
      </w:r>
      <w:r w:rsidR="0024252B" w:rsidRPr="002813C1">
        <w:t>Chère enfant</w:t>
      </w:r>
      <w:r>
        <w:t xml:space="preserve">, </w:t>
      </w:r>
      <w:r w:rsidR="0024252B" w:rsidRPr="002813C1">
        <w:t>disait le vieux juge de paix</w:t>
      </w:r>
      <w:r>
        <w:t xml:space="preserve">, </w:t>
      </w:r>
      <w:r w:rsidR="0024252B" w:rsidRPr="002813C1">
        <w:t>je suis enfin sur la piste des voleurs</w:t>
      </w:r>
      <w:r>
        <w:t xml:space="preserve">. </w:t>
      </w:r>
      <w:r w:rsidR="0024252B" w:rsidRPr="002813C1">
        <w:t xml:space="preserve">Mis en rapport avec les gens dont </w:t>
      </w:r>
      <w:r>
        <w:t>M. de </w:t>
      </w:r>
      <w:proofErr w:type="spellStart"/>
      <w:r w:rsidR="0024252B" w:rsidRPr="002813C1">
        <w:t>Chalusse</w:t>
      </w:r>
      <w:proofErr w:type="spellEnd"/>
      <w:r w:rsidR="0024252B" w:rsidRPr="002813C1">
        <w:t xml:space="preserve"> avait reçu des fonds la surveille de sa mort</w:t>
      </w:r>
      <w:r>
        <w:t xml:space="preserve">, </w:t>
      </w:r>
      <w:r w:rsidR="0024252B" w:rsidRPr="002813C1">
        <w:t>j</w:t>
      </w:r>
      <w:r>
        <w:t>’</w:t>
      </w:r>
      <w:r w:rsidR="0024252B" w:rsidRPr="002813C1">
        <w:t>ai eu l</w:t>
      </w:r>
      <w:r>
        <w:t>’</w:t>
      </w:r>
      <w:r w:rsidR="0024252B" w:rsidRPr="002813C1">
        <w:t>insigne et l</w:t>
      </w:r>
      <w:r>
        <w:t>’</w:t>
      </w:r>
      <w:r w:rsidR="0024252B" w:rsidRPr="002813C1">
        <w:t>inespéré bonheur d</w:t>
      </w:r>
      <w:r>
        <w:t>’</w:t>
      </w:r>
      <w:r w:rsidR="0024252B" w:rsidRPr="002813C1">
        <w:t>obtenir d</w:t>
      </w:r>
      <w:r>
        <w:t>’</w:t>
      </w:r>
      <w:r w:rsidR="0024252B" w:rsidRPr="002813C1">
        <w:t>eux le détail minutieux des valeurs au porteur et le numéro des billets de banque qui se trouvaient dans le secrétaire</w:t>
      </w:r>
      <w:r>
        <w:t xml:space="preserve">… </w:t>
      </w:r>
      <w:r w:rsidR="0024252B" w:rsidRPr="002813C1">
        <w:t>Avec cela</w:t>
      </w:r>
      <w:r>
        <w:t xml:space="preserve">, </w:t>
      </w:r>
      <w:r w:rsidR="0024252B" w:rsidRPr="002813C1">
        <w:t>infailliblement</w:t>
      </w:r>
      <w:r>
        <w:t xml:space="preserve">, </w:t>
      </w:r>
      <w:r w:rsidR="0024252B" w:rsidRPr="002813C1">
        <w:t>nous atteindrons le ou les coupables et nous les confondrons</w:t>
      </w:r>
      <w:r>
        <w:t xml:space="preserve">… </w:t>
      </w:r>
      <w:r w:rsidR="0024252B" w:rsidRPr="002813C1">
        <w:t>Les F</w:t>
      </w:r>
      <w:r>
        <w:t xml:space="preserve">… </w:t>
      </w:r>
      <w:r w:rsidR="0024252B" w:rsidRPr="002813C1">
        <w:t>se livrent à de folles dépenses</w:t>
      </w:r>
      <w:r>
        <w:t xml:space="preserve">, </w:t>
      </w:r>
      <w:r w:rsidR="0024252B" w:rsidRPr="002813C1">
        <w:t>à ce que vous m</w:t>
      </w:r>
      <w:r>
        <w:t>’</w:t>
      </w:r>
      <w:r w:rsidR="0024252B" w:rsidRPr="002813C1">
        <w:t>écrivez</w:t>
      </w:r>
      <w:r>
        <w:t xml:space="preserve"> ; </w:t>
      </w:r>
      <w:r w:rsidR="0024252B" w:rsidRPr="002813C1">
        <w:t>tâchez de savoir et de me dire le plus tôt possible où et chez quels fournisseurs</w:t>
      </w:r>
      <w:r>
        <w:t xml:space="preserve">. </w:t>
      </w:r>
      <w:r w:rsidR="0024252B" w:rsidRPr="002813C1">
        <w:t>Encore une fois</w:t>
      </w:r>
      <w:r>
        <w:t xml:space="preserve">, </w:t>
      </w:r>
      <w:r w:rsidR="0024252B" w:rsidRPr="002813C1">
        <w:t xml:space="preserve">je </w:t>
      </w:r>
      <w:r w:rsidR="0024252B" w:rsidRPr="002813C1">
        <w:lastRenderedPageBreak/>
        <w:t>réponds du succès</w:t>
      </w:r>
      <w:r>
        <w:t xml:space="preserve"> ; </w:t>
      </w:r>
      <w:r w:rsidR="0024252B" w:rsidRPr="002813C1">
        <w:t>nous les prendrons la main dans le sac</w:t>
      </w:r>
      <w:r>
        <w:t xml:space="preserve">… </w:t>
      </w:r>
      <w:r w:rsidR="0024252B" w:rsidRPr="002813C1">
        <w:t>Courage</w:t>
      </w:r>
      <w:r>
        <w:t> ! »</w:t>
      </w:r>
    </w:p>
    <w:p w14:paraId="183D0C40" w14:textId="22101D7A" w:rsidR="00B77E03" w:rsidRDefault="00B77E03" w:rsidP="00B77E03">
      <w:r>
        <w:t>— </w:t>
      </w:r>
      <w:r w:rsidR="0024252B" w:rsidRPr="002813C1">
        <w:t>Eh bien</w:t>
      </w:r>
      <w:r>
        <w:t xml:space="preserve"> !… </w:t>
      </w:r>
      <w:r w:rsidR="0024252B" w:rsidRPr="002813C1">
        <w:t>demanda la fausse couturière</w:t>
      </w:r>
      <w:r>
        <w:t xml:space="preserve">, </w:t>
      </w:r>
      <w:r w:rsidR="0024252B" w:rsidRPr="002813C1">
        <w:t xml:space="preserve">quand elle vit que </w:t>
      </w:r>
      <w:r>
        <w:t>M</w:t>
      </w:r>
      <w:r w:rsidRPr="00B77E03">
        <w:rPr>
          <w:vertAlign w:val="superscript"/>
        </w:rPr>
        <w:t>lle</w:t>
      </w:r>
      <w:r>
        <w:t> </w:t>
      </w:r>
      <w:r w:rsidR="0024252B" w:rsidRPr="002813C1">
        <w:t>Marguerite avait terminé</w:t>
      </w:r>
      <w:r>
        <w:t xml:space="preserve">, </w:t>
      </w:r>
      <w:r w:rsidR="0024252B" w:rsidRPr="002813C1">
        <w:t>que dois-je dire à mon beau-frère</w:t>
      </w:r>
      <w:r>
        <w:t> ?</w:t>
      </w:r>
    </w:p>
    <w:p w14:paraId="505E0FDA" w14:textId="48FDE098" w:rsidR="00B77E03" w:rsidRDefault="00B77E03" w:rsidP="00B77E03">
      <w:r>
        <w:t>— </w:t>
      </w:r>
      <w:r w:rsidR="0024252B" w:rsidRPr="002813C1">
        <w:t>Que demain</w:t>
      </w:r>
      <w:r>
        <w:t xml:space="preserve">, </w:t>
      </w:r>
      <w:r w:rsidR="0024252B" w:rsidRPr="002813C1">
        <w:t>très-certainement</w:t>
      </w:r>
      <w:r>
        <w:t xml:space="preserve">, </w:t>
      </w:r>
      <w:r w:rsidR="0024252B" w:rsidRPr="002813C1">
        <w:t>il aura les renseignements qu</w:t>
      </w:r>
      <w:r>
        <w:t>’</w:t>
      </w:r>
      <w:r w:rsidR="0024252B" w:rsidRPr="002813C1">
        <w:t>il me demande</w:t>
      </w:r>
      <w:r>
        <w:t xml:space="preserve">. </w:t>
      </w:r>
      <w:r w:rsidR="0024252B" w:rsidRPr="002813C1">
        <w:t>Je ne sais aujourd</w:t>
      </w:r>
      <w:r>
        <w:t>’</w:t>
      </w:r>
      <w:r w:rsidR="0024252B" w:rsidRPr="002813C1">
        <w:t xml:space="preserve">hui que le nom du carrossier chez qui </w:t>
      </w:r>
      <w:r>
        <w:t>M. de </w:t>
      </w:r>
      <w:proofErr w:type="spellStart"/>
      <w:r w:rsidR="0024252B" w:rsidRPr="002813C1">
        <w:t>Fondège</w:t>
      </w:r>
      <w:proofErr w:type="spellEnd"/>
      <w:r w:rsidR="0024252B" w:rsidRPr="002813C1">
        <w:t xml:space="preserve"> a acheté ses voitures</w:t>
      </w:r>
      <w:r>
        <w:t>.</w:t>
      </w:r>
    </w:p>
    <w:p w14:paraId="7972F53B" w14:textId="77777777" w:rsidR="00B77E03" w:rsidRDefault="00B77E03" w:rsidP="00B77E03">
      <w:r>
        <w:t>— </w:t>
      </w:r>
      <w:r w:rsidR="0024252B" w:rsidRPr="002813C1">
        <w:t>Donnez</w:t>
      </w:r>
      <w:proofErr w:type="spellStart"/>
      <w:r w:rsidR="0024252B" w:rsidRPr="002813C1">
        <w:t>-le moi</w:t>
      </w:r>
      <w:proofErr w:type="spellEnd"/>
      <w:r w:rsidR="0024252B" w:rsidRPr="002813C1">
        <w:t xml:space="preserve"> par écrit</w:t>
      </w:r>
      <w:r>
        <w:t xml:space="preserve">, </w:t>
      </w:r>
      <w:r w:rsidR="0024252B" w:rsidRPr="002813C1">
        <w:t>ce sera toujours cela</w:t>
      </w:r>
      <w:r>
        <w:t>.</w:t>
      </w:r>
    </w:p>
    <w:p w14:paraId="32D75158" w14:textId="6EE27126" w:rsidR="00B77E03" w:rsidRDefault="00B77E03" w:rsidP="00B77E03">
      <w:r>
        <w:t>M</w:t>
      </w:r>
      <w:r w:rsidRPr="00B77E03">
        <w:rPr>
          <w:vertAlign w:val="superscript"/>
        </w:rPr>
        <w:t>lle</w:t>
      </w:r>
      <w:r>
        <w:t> </w:t>
      </w:r>
      <w:r w:rsidR="0024252B" w:rsidRPr="002813C1">
        <w:t>Marguerite le lui remit</w:t>
      </w:r>
      <w:r>
        <w:t xml:space="preserve">, </w:t>
      </w:r>
      <w:r w:rsidR="0024252B" w:rsidRPr="002813C1">
        <w:t>et heureuse très-certainement</w:t>
      </w:r>
      <w:r>
        <w:t xml:space="preserve">, </w:t>
      </w:r>
      <w:r w:rsidR="0024252B" w:rsidRPr="002813C1">
        <w:t>car elle était femme</w:t>
      </w:r>
      <w:r>
        <w:t xml:space="preserve">, </w:t>
      </w:r>
      <w:r w:rsidR="0024252B" w:rsidRPr="002813C1">
        <w:t>de se trouver mêlée honnêtement à une intrigue</w:t>
      </w:r>
      <w:r>
        <w:t xml:space="preserve">, </w:t>
      </w:r>
      <w:r w:rsidR="0024252B" w:rsidRPr="002813C1">
        <w:t>elle sortit en répétant le mot du vieux juge</w:t>
      </w:r>
      <w:r>
        <w:t> :</w:t>
      </w:r>
    </w:p>
    <w:p w14:paraId="224E4F50" w14:textId="77777777" w:rsidR="00B77E03" w:rsidRDefault="00B77E03" w:rsidP="00B77E03">
      <w:r>
        <w:t>— </w:t>
      </w:r>
      <w:r w:rsidR="0024252B" w:rsidRPr="002813C1">
        <w:t>Courage</w:t>
      </w:r>
      <w:r>
        <w:t> !…</w:t>
      </w:r>
    </w:p>
    <w:p w14:paraId="5027BE5D" w14:textId="38536357" w:rsidR="00B77E03" w:rsidRDefault="0024252B" w:rsidP="00B77E03">
      <w:r w:rsidRPr="002813C1">
        <w:t>Il n</w:t>
      </w:r>
      <w:r w:rsidR="00B77E03">
        <w:t>’</w:t>
      </w:r>
      <w:r w:rsidRPr="002813C1">
        <w:t>était plus besoin d</w:t>
      </w:r>
      <w:r w:rsidR="00B77E03">
        <w:t>’</w:t>
      </w:r>
      <w:r w:rsidRPr="002813C1">
        <w:t xml:space="preserve">en souhaiter à </w:t>
      </w:r>
      <w:r w:rsidR="00B77E03">
        <w:t>M</w:t>
      </w:r>
      <w:r w:rsidR="00B77E03" w:rsidRPr="00B77E03">
        <w:rPr>
          <w:vertAlign w:val="superscript"/>
        </w:rPr>
        <w:t>lle</w:t>
      </w:r>
      <w:r w:rsidR="00B77E03">
        <w:t> </w:t>
      </w:r>
      <w:r w:rsidRPr="002813C1">
        <w:t>Marguerite</w:t>
      </w:r>
      <w:r w:rsidR="00B77E03">
        <w:t xml:space="preserve">. </w:t>
      </w:r>
      <w:r w:rsidRPr="002813C1">
        <w:t>L</w:t>
      </w:r>
      <w:r w:rsidR="00B77E03">
        <w:t>’</w:t>
      </w:r>
      <w:r w:rsidRPr="002813C1">
        <w:t>assurance d</w:t>
      </w:r>
      <w:r w:rsidR="00B77E03">
        <w:t>’</w:t>
      </w:r>
      <w:r w:rsidRPr="002813C1">
        <w:t>être si puissamment secondée centuplait sa vaillance</w:t>
      </w:r>
      <w:r w:rsidR="00B77E03">
        <w:t xml:space="preserve">. </w:t>
      </w:r>
      <w:r w:rsidRPr="002813C1">
        <w:t>L</w:t>
      </w:r>
      <w:r w:rsidR="00B77E03">
        <w:t>’</w:t>
      </w:r>
      <w:r w:rsidRPr="002813C1">
        <w:t>avenir qu</w:t>
      </w:r>
      <w:r w:rsidR="00B77E03">
        <w:t>’</w:t>
      </w:r>
      <w:r w:rsidRPr="002813C1">
        <w:t>elle voyait si sombre l</w:t>
      </w:r>
      <w:r w:rsidR="00B77E03">
        <w:t>’</w:t>
      </w:r>
      <w:r w:rsidRPr="002813C1">
        <w:t>instant d</w:t>
      </w:r>
      <w:r w:rsidR="00B77E03">
        <w:t>’</w:t>
      </w:r>
      <w:r w:rsidRPr="002813C1">
        <w:t>avant s</w:t>
      </w:r>
      <w:r w:rsidR="00B77E03">
        <w:t>’</w:t>
      </w:r>
      <w:r w:rsidRPr="002813C1">
        <w:t>éclairait</w:t>
      </w:r>
      <w:r w:rsidR="00B77E03">
        <w:t xml:space="preserve">. </w:t>
      </w:r>
      <w:r w:rsidRPr="002813C1">
        <w:t xml:space="preserve">Par la lettre confiée à la photographie </w:t>
      </w:r>
      <w:proofErr w:type="spellStart"/>
      <w:r w:rsidRPr="002813C1">
        <w:t>Carjat</w:t>
      </w:r>
      <w:proofErr w:type="spellEnd"/>
      <w:r w:rsidR="00B77E03">
        <w:t xml:space="preserve">, </w:t>
      </w:r>
      <w:r w:rsidRPr="002813C1">
        <w:t xml:space="preserve">elle tenait peut-être le marquis de </w:t>
      </w:r>
      <w:proofErr w:type="spellStart"/>
      <w:r w:rsidRPr="002813C1">
        <w:t>Valorsay</w:t>
      </w:r>
      <w:proofErr w:type="spellEnd"/>
      <w:r w:rsidR="00B77E03">
        <w:t xml:space="preserve"> ; </w:t>
      </w:r>
      <w:r w:rsidRPr="002813C1">
        <w:t>le juge de paix</w:t>
      </w:r>
      <w:r w:rsidR="00B77E03">
        <w:t xml:space="preserve">, </w:t>
      </w:r>
      <w:r w:rsidRPr="002813C1">
        <w:t>grâce aux numéros des billets de banque</w:t>
      </w:r>
      <w:r w:rsidR="00B77E03">
        <w:t xml:space="preserve">, </w:t>
      </w:r>
      <w:r w:rsidRPr="002813C1">
        <w:t xml:space="preserve">devait fatalement prendre les </w:t>
      </w:r>
      <w:proofErr w:type="spellStart"/>
      <w:r w:rsidRPr="002813C1">
        <w:t>Fondège</w:t>
      </w:r>
      <w:proofErr w:type="spellEnd"/>
      <w:r w:rsidR="00B77E03">
        <w:t xml:space="preserve">. </w:t>
      </w:r>
      <w:r w:rsidRPr="002813C1">
        <w:t>La protection de la Providence lui parut manifeste</w:t>
      </w:r>
      <w:r w:rsidR="00B77E03">
        <w:t>.</w:t>
      </w:r>
    </w:p>
    <w:p w14:paraId="7461339E" w14:textId="5B9C5E28" w:rsidR="00B77E03" w:rsidRDefault="0024252B" w:rsidP="00B77E03">
      <w:r w:rsidRPr="002813C1">
        <w:t>Aussi</w:t>
      </w:r>
      <w:r w:rsidR="00B77E03">
        <w:t xml:space="preserve">, </w:t>
      </w:r>
      <w:r w:rsidRPr="002813C1">
        <w:t>est-ce d</w:t>
      </w:r>
      <w:r w:rsidR="00B77E03">
        <w:t>’</w:t>
      </w:r>
      <w:r w:rsidRPr="002813C1">
        <w:t>une physionomie placide et presque souriante qu</w:t>
      </w:r>
      <w:r w:rsidR="00B77E03">
        <w:t>’</w:t>
      </w:r>
      <w:r w:rsidRPr="002813C1">
        <w:t xml:space="preserve">elle accueillit successivement </w:t>
      </w:r>
      <w:r w:rsidR="00B77E03">
        <w:t>M</w:t>
      </w:r>
      <w:r w:rsidR="00B77E03" w:rsidRPr="00B77E03">
        <w:rPr>
          <w:vertAlign w:val="superscript"/>
        </w:rPr>
        <w:t>me</w:t>
      </w:r>
      <w:r w:rsidR="00B77E03">
        <w:t> </w:t>
      </w:r>
      <w:r w:rsidRPr="002813C1">
        <w:t>Léon</w:t>
      </w:r>
      <w:r w:rsidR="00B77E03">
        <w:t xml:space="preserve">, </w:t>
      </w:r>
      <w:r w:rsidRPr="002813C1">
        <w:t>qui rentrait exténuée</w:t>
      </w:r>
      <w:r w:rsidR="00B77E03">
        <w:t xml:space="preserve">, </w:t>
      </w:r>
      <w:r w:rsidRPr="002813C1">
        <w:t xml:space="preserve">puis </w:t>
      </w:r>
      <w:r w:rsidR="00B77E03">
        <w:t>M</w:t>
      </w:r>
      <w:r w:rsidR="00B77E03" w:rsidRPr="00B77E03">
        <w:rPr>
          <w:vertAlign w:val="superscript"/>
        </w:rPr>
        <w:t>me</w:t>
      </w:r>
      <w:r w:rsidR="00B77E03">
        <w:t> de </w:t>
      </w:r>
      <w:proofErr w:type="spellStart"/>
      <w:r w:rsidRPr="002813C1">
        <w:t>Fondège</w:t>
      </w:r>
      <w:proofErr w:type="spellEnd"/>
      <w:r w:rsidR="00B77E03">
        <w:t xml:space="preserve">, </w:t>
      </w:r>
      <w:r w:rsidRPr="002813C1">
        <w:t>qui revenait suivie de deux garçons de magasin chargés de paquets</w:t>
      </w:r>
      <w:r w:rsidR="00B77E03">
        <w:t xml:space="preserve">, </w:t>
      </w:r>
      <w:r w:rsidRPr="002813C1">
        <w:t xml:space="preserve">et enfin le </w:t>
      </w:r>
      <w:r w:rsidR="00B77E03">
        <w:t>« </w:t>
      </w:r>
      <w:r w:rsidRPr="002813C1">
        <w:t>général</w:t>
      </w:r>
      <w:r w:rsidR="00B77E03">
        <w:t>, »</w:t>
      </w:r>
      <w:r w:rsidRPr="002813C1">
        <w:t xml:space="preserve"> qui amenait son fils</w:t>
      </w:r>
      <w:r w:rsidR="00B77E03">
        <w:t xml:space="preserve">, </w:t>
      </w:r>
      <w:r w:rsidRPr="002813C1">
        <w:t>le lieutenant Gustave</w:t>
      </w:r>
      <w:r w:rsidR="00B77E03">
        <w:t>.</w:t>
      </w:r>
    </w:p>
    <w:p w14:paraId="14FDD915" w14:textId="74C1AC57" w:rsidR="00B77E03" w:rsidRDefault="0024252B" w:rsidP="00B77E03">
      <w:r w:rsidRPr="002813C1">
        <w:t>C</w:t>
      </w:r>
      <w:r w:rsidR="00B77E03">
        <w:t>’</w:t>
      </w:r>
      <w:r w:rsidRPr="002813C1">
        <w:t>était</w:t>
      </w:r>
      <w:r w:rsidR="00B77E03">
        <w:t xml:space="preserve">, </w:t>
      </w:r>
      <w:r w:rsidRPr="002813C1">
        <w:t>ce lieutenant</w:t>
      </w:r>
      <w:r w:rsidR="00B77E03">
        <w:t xml:space="preserve">, </w:t>
      </w:r>
      <w:r w:rsidRPr="002813C1">
        <w:t xml:space="preserve">un assez beau garçon de </w:t>
      </w:r>
      <w:proofErr w:type="spellStart"/>
      <w:r w:rsidRPr="002813C1">
        <w:t>vingt sept</w:t>
      </w:r>
      <w:proofErr w:type="spellEnd"/>
      <w:r w:rsidRPr="002813C1">
        <w:t xml:space="preserve"> ans</w:t>
      </w:r>
      <w:r w:rsidR="00B77E03">
        <w:t xml:space="preserve">, </w:t>
      </w:r>
      <w:r w:rsidRPr="002813C1">
        <w:t>à l</w:t>
      </w:r>
      <w:r w:rsidR="00B77E03">
        <w:t>’</w:t>
      </w:r>
      <w:r w:rsidRPr="002813C1">
        <w:t>air insignifiant et bon enfant</w:t>
      </w:r>
      <w:r w:rsidR="00B77E03">
        <w:t xml:space="preserve">, </w:t>
      </w:r>
      <w:r w:rsidRPr="002813C1">
        <w:t>à l</w:t>
      </w:r>
      <w:r w:rsidR="00B77E03">
        <w:t>’</w:t>
      </w:r>
      <w:r w:rsidRPr="002813C1">
        <w:t>œil riant</w:t>
      </w:r>
      <w:r w:rsidR="00B77E03">
        <w:t xml:space="preserve">, </w:t>
      </w:r>
      <w:r w:rsidRPr="002813C1">
        <w:t xml:space="preserve">fort </w:t>
      </w:r>
      <w:r w:rsidRPr="002813C1">
        <w:lastRenderedPageBreak/>
        <w:t>moustachu</w:t>
      </w:r>
      <w:r w:rsidR="00B77E03">
        <w:t xml:space="preserve">, </w:t>
      </w:r>
      <w:r w:rsidRPr="002813C1">
        <w:t>faisant sonner haut ses éperons</w:t>
      </w:r>
      <w:r w:rsidR="00B77E03">
        <w:t xml:space="preserve">, </w:t>
      </w:r>
      <w:r w:rsidRPr="002813C1">
        <w:t>et portant crânement l</w:t>
      </w:r>
      <w:r w:rsidR="00B77E03">
        <w:t>’</w:t>
      </w:r>
      <w:r w:rsidRPr="002813C1">
        <w:t>uniforme un peu théâtral du 1</w:t>
      </w:r>
      <w:r w:rsidR="00B77E03" w:rsidRPr="002813C1">
        <w:t>3</w:t>
      </w:r>
      <w:r w:rsidR="00B77E03" w:rsidRPr="00B77E03">
        <w:rPr>
          <w:vertAlign w:val="superscript"/>
        </w:rPr>
        <w:t>e</w:t>
      </w:r>
      <w:r w:rsidRPr="002813C1">
        <w:t xml:space="preserve"> régiment de hussards</w:t>
      </w:r>
      <w:r w:rsidR="00B77E03">
        <w:t>.</w:t>
      </w:r>
    </w:p>
    <w:p w14:paraId="17EB9832" w14:textId="4646ED7C" w:rsidR="00B77E03" w:rsidRDefault="0024252B" w:rsidP="00B77E03">
      <w:r w:rsidRPr="002813C1">
        <w:t>Il s</w:t>
      </w:r>
      <w:r w:rsidR="00B77E03">
        <w:t>’</w:t>
      </w:r>
      <w:r w:rsidRPr="002813C1">
        <w:t xml:space="preserve">inclina devant </w:t>
      </w:r>
      <w:r w:rsidR="00B77E03">
        <w:t>M</w:t>
      </w:r>
      <w:r w:rsidR="00B77E03" w:rsidRPr="00B77E03">
        <w:rPr>
          <w:vertAlign w:val="superscript"/>
        </w:rPr>
        <w:t>lle</w:t>
      </w:r>
      <w:r w:rsidR="00B77E03">
        <w:t> </w:t>
      </w:r>
      <w:r w:rsidRPr="002813C1">
        <w:t>Marguerite avec un sourire trop avantageux pour n</w:t>
      </w:r>
      <w:r w:rsidR="00B77E03">
        <w:t>’</w:t>
      </w:r>
      <w:r w:rsidRPr="002813C1">
        <w:t>être pas déplaisant</w:t>
      </w:r>
      <w:r w:rsidR="00B77E03">
        <w:t xml:space="preserve">, </w:t>
      </w:r>
      <w:r w:rsidRPr="002813C1">
        <w:t>et d</w:t>
      </w:r>
      <w:r w:rsidR="00B77E03">
        <w:t>’</w:t>
      </w:r>
      <w:r w:rsidRPr="002813C1">
        <w:t>un geste non moins triomphant</w:t>
      </w:r>
      <w:r w:rsidR="00B77E03">
        <w:t xml:space="preserve">, </w:t>
      </w:r>
      <w:r w:rsidRPr="002813C1">
        <w:t>il lui offrit son bras pour passer dans la salle à manger</w:t>
      </w:r>
      <w:r w:rsidR="00B77E03">
        <w:t xml:space="preserve">, </w:t>
      </w:r>
      <w:r w:rsidRPr="002813C1">
        <w:t xml:space="preserve">quand un domestique vint annoncer que </w:t>
      </w:r>
      <w:r w:rsidR="00B77E03">
        <w:t>« </w:t>
      </w:r>
      <w:r w:rsidRPr="002813C1">
        <w:t>Madame la comtesse</w:t>
      </w:r>
      <w:r w:rsidR="00B77E03">
        <w:t> »</w:t>
      </w:r>
      <w:r w:rsidRPr="002813C1">
        <w:t xml:space="preserve"> était servie</w:t>
      </w:r>
      <w:r w:rsidR="00B77E03">
        <w:t>.</w:t>
      </w:r>
    </w:p>
    <w:p w14:paraId="11CDD4EA" w14:textId="77777777" w:rsidR="00B77E03" w:rsidRDefault="0024252B" w:rsidP="00B77E03">
      <w:r w:rsidRPr="002813C1">
        <w:t>Placée en face de lui</w:t>
      </w:r>
      <w:r w:rsidR="00B77E03">
        <w:t xml:space="preserve">, </w:t>
      </w:r>
      <w:r w:rsidRPr="002813C1">
        <w:t>à table</w:t>
      </w:r>
      <w:r w:rsidR="00B77E03">
        <w:t xml:space="preserve">, </w:t>
      </w:r>
      <w:r w:rsidRPr="002813C1">
        <w:t>la jeune fille ne pouvait s</w:t>
      </w:r>
      <w:r w:rsidR="00B77E03">
        <w:t>’</w:t>
      </w:r>
      <w:r w:rsidRPr="002813C1">
        <w:t>empêcher d</w:t>
      </w:r>
      <w:r w:rsidR="00B77E03">
        <w:t>’</w:t>
      </w:r>
      <w:r w:rsidRPr="002813C1">
        <w:t>observer curieusement</w:t>
      </w:r>
      <w:r w:rsidR="00B77E03">
        <w:t xml:space="preserve">, </w:t>
      </w:r>
      <w:r w:rsidRPr="002813C1">
        <w:t>à la dérobée</w:t>
      </w:r>
      <w:r w:rsidR="00B77E03">
        <w:t xml:space="preserve">, </w:t>
      </w:r>
      <w:r w:rsidRPr="002813C1">
        <w:t>l</w:t>
      </w:r>
      <w:r w:rsidR="00B77E03">
        <w:t>’</w:t>
      </w:r>
      <w:r w:rsidRPr="002813C1">
        <w:t>homme qu</w:t>
      </w:r>
      <w:r w:rsidR="00B77E03">
        <w:t>’</w:t>
      </w:r>
      <w:r w:rsidRPr="002813C1">
        <w:t>on eût voulu lui donner pour mari</w:t>
      </w:r>
      <w:r w:rsidR="00B77E03">
        <w:t>.</w:t>
      </w:r>
    </w:p>
    <w:p w14:paraId="30351D43" w14:textId="77777777" w:rsidR="00B77E03" w:rsidRDefault="0024252B" w:rsidP="00B77E03">
      <w:r w:rsidRPr="002813C1">
        <w:t>Jamais elle n</w:t>
      </w:r>
      <w:r w:rsidR="00B77E03">
        <w:t>’</w:t>
      </w:r>
      <w:r w:rsidRPr="002813C1">
        <w:t>avait rencontré un plus parfait contentement de soi uni à une si complète banalité</w:t>
      </w:r>
      <w:r w:rsidR="00B77E03">
        <w:t>.</w:t>
      </w:r>
    </w:p>
    <w:p w14:paraId="08655166" w14:textId="77777777" w:rsidR="00B77E03" w:rsidRDefault="0024252B" w:rsidP="00B77E03">
      <w:r w:rsidRPr="002813C1">
        <w:t>Et cependant il était clair qu</w:t>
      </w:r>
      <w:r w:rsidR="00B77E03">
        <w:t>’</w:t>
      </w:r>
      <w:r w:rsidRPr="002813C1">
        <w:t>il se mettait en frais pour elle</w:t>
      </w:r>
      <w:r w:rsidR="00B77E03">
        <w:t xml:space="preserve">, </w:t>
      </w:r>
      <w:r w:rsidRPr="002813C1">
        <w:t>et qu</w:t>
      </w:r>
      <w:r w:rsidR="00B77E03">
        <w:t>’</w:t>
      </w:r>
      <w:r w:rsidRPr="002813C1">
        <w:t>à l</w:t>
      </w:r>
      <w:r w:rsidR="00B77E03">
        <w:t>’</w:t>
      </w:r>
      <w:r w:rsidRPr="002813C1">
        <w:t>instigation de ses parents</w:t>
      </w:r>
      <w:r w:rsidR="00B77E03">
        <w:t xml:space="preserve">, </w:t>
      </w:r>
      <w:r w:rsidRPr="002813C1">
        <w:t>sans doute</w:t>
      </w:r>
      <w:r w:rsidR="00B77E03">
        <w:t xml:space="preserve">, </w:t>
      </w:r>
      <w:r w:rsidRPr="002813C1">
        <w:t>il se posait en prétendant</w:t>
      </w:r>
      <w:r w:rsidR="00B77E03">
        <w:t xml:space="preserve">, </w:t>
      </w:r>
      <w:r w:rsidRPr="002813C1">
        <w:t>et en prétendant sûr d</w:t>
      </w:r>
      <w:r w:rsidR="00B77E03">
        <w:t>’</w:t>
      </w:r>
      <w:r w:rsidRPr="002813C1">
        <w:t>être agréé</w:t>
      </w:r>
      <w:r w:rsidR="00B77E03">
        <w:t xml:space="preserve">, </w:t>
      </w:r>
      <w:r w:rsidRPr="002813C1">
        <w:t>qui plus est</w:t>
      </w:r>
      <w:r w:rsidR="00B77E03">
        <w:t xml:space="preserve">. </w:t>
      </w:r>
      <w:r w:rsidRPr="002813C1">
        <w:t>Il cherchait à briller</w:t>
      </w:r>
      <w:r w:rsidR="00B77E03">
        <w:t xml:space="preserve">, </w:t>
      </w:r>
      <w:r w:rsidRPr="002813C1">
        <w:t>il s</w:t>
      </w:r>
      <w:r w:rsidR="00B77E03">
        <w:t>’</w:t>
      </w:r>
      <w:r w:rsidRPr="002813C1">
        <w:t>étalait</w:t>
      </w:r>
      <w:r w:rsidR="00B77E03">
        <w:t xml:space="preserve">, </w:t>
      </w:r>
      <w:r w:rsidRPr="002813C1">
        <w:t xml:space="preserve">il se </w:t>
      </w:r>
      <w:r w:rsidR="00B77E03">
        <w:t>« </w:t>
      </w:r>
      <w:r w:rsidRPr="002813C1">
        <w:t>développait</w:t>
      </w:r>
      <w:r w:rsidR="00B77E03">
        <w:t>, »</w:t>
      </w:r>
      <w:r w:rsidRPr="002813C1">
        <w:t xml:space="preserve"> pour employer une de ses expressions</w:t>
      </w:r>
      <w:r w:rsidR="00B77E03">
        <w:t>.</w:t>
      </w:r>
    </w:p>
    <w:p w14:paraId="706EF3AB" w14:textId="77777777" w:rsidR="00B77E03" w:rsidRDefault="0024252B" w:rsidP="00B77E03">
      <w:r w:rsidRPr="002813C1">
        <w:t>Il est vrai qu</w:t>
      </w:r>
      <w:r w:rsidR="00B77E03">
        <w:t>’</w:t>
      </w:r>
      <w:r w:rsidRPr="002813C1">
        <w:t>à mesure que s</w:t>
      </w:r>
      <w:r w:rsidR="00B77E03">
        <w:t>’</w:t>
      </w:r>
      <w:r w:rsidRPr="002813C1">
        <w:t>avançait le dîner</w:t>
      </w:r>
      <w:r w:rsidR="00B77E03">
        <w:t xml:space="preserve">, </w:t>
      </w:r>
      <w:r w:rsidRPr="002813C1">
        <w:t>sa conversation peu à peu haussait le ton</w:t>
      </w:r>
      <w:r w:rsidR="00B77E03">
        <w:t xml:space="preserve">. </w:t>
      </w:r>
      <w:r w:rsidRPr="002813C1">
        <w:t>De gourmé qu</w:t>
      </w:r>
      <w:r w:rsidR="00B77E03">
        <w:t>’</w:t>
      </w:r>
      <w:r w:rsidRPr="002813C1">
        <w:t>il semblait au potage</w:t>
      </w:r>
      <w:r w:rsidR="00B77E03">
        <w:t xml:space="preserve">, </w:t>
      </w:r>
      <w:r w:rsidRPr="002813C1">
        <w:t>il s</w:t>
      </w:r>
      <w:r w:rsidR="00B77E03">
        <w:t>’</w:t>
      </w:r>
      <w:r w:rsidRPr="002813C1">
        <w:t>était animé insensiblement</w:t>
      </w:r>
      <w:r w:rsidR="00B77E03">
        <w:t xml:space="preserve">, </w:t>
      </w:r>
      <w:r w:rsidRPr="002813C1">
        <w:t>et trois ou quatre aventures de garnison</w:t>
      </w:r>
      <w:r w:rsidR="00B77E03">
        <w:t xml:space="preserve">, </w:t>
      </w:r>
      <w:r w:rsidRPr="002813C1">
        <w:t>qu</w:t>
      </w:r>
      <w:r w:rsidR="00B77E03">
        <w:t>’</w:t>
      </w:r>
      <w:r w:rsidRPr="002813C1">
        <w:t>il conta vers le dessert</w:t>
      </w:r>
      <w:r w:rsidR="00B77E03">
        <w:t xml:space="preserve">, </w:t>
      </w:r>
      <w:r w:rsidRPr="002813C1">
        <w:t>malgré les coups d</w:t>
      </w:r>
      <w:r w:rsidR="00B77E03">
        <w:t>’</w:t>
      </w:r>
      <w:r w:rsidRPr="002813C1">
        <w:t>œil furibonds de sa mère</w:t>
      </w:r>
      <w:r w:rsidR="00B77E03">
        <w:t xml:space="preserve">, </w:t>
      </w:r>
      <w:r w:rsidRPr="002813C1">
        <w:t>ne devaient laisser ignorer à personne qu</w:t>
      </w:r>
      <w:r w:rsidR="00B77E03">
        <w:t>’</w:t>
      </w:r>
      <w:r w:rsidRPr="002813C1">
        <w:t>il avait eu près des femmes les plus grands succès</w:t>
      </w:r>
      <w:r w:rsidR="00B77E03">
        <w:t>.</w:t>
      </w:r>
    </w:p>
    <w:p w14:paraId="324C9274" w14:textId="5D5719E9" w:rsidR="00B77E03" w:rsidRDefault="0024252B" w:rsidP="00B77E03">
      <w:r w:rsidRPr="002813C1">
        <w:t>C</w:t>
      </w:r>
      <w:r w:rsidR="00B77E03">
        <w:t>’</w:t>
      </w:r>
      <w:r w:rsidRPr="002813C1">
        <w:t>était la bonne chère qui lui déliait ainsi la langue</w:t>
      </w:r>
      <w:r w:rsidR="00B77E03">
        <w:t xml:space="preserve">, </w:t>
      </w:r>
      <w:r w:rsidRPr="002813C1">
        <w:t>il n</w:t>
      </w:r>
      <w:r w:rsidR="00B77E03">
        <w:t>’</w:t>
      </w:r>
      <w:r w:rsidRPr="002813C1">
        <w:t>y avait pas à en douter</w:t>
      </w:r>
      <w:r w:rsidR="00B77E03">
        <w:t xml:space="preserve">, </w:t>
      </w:r>
      <w:r w:rsidRPr="002813C1">
        <w:t>et même</w:t>
      </w:r>
      <w:r w:rsidR="00B77E03">
        <w:t xml:space="preserve">, </w:t>
      </w:r>
      <w:r w:rsidRPr="002813C1">
        <w:t>en dégustant un verre de ce Château-</w:t>
      </w:r>
      <w:proofErr w:type="spellStart"/>
      <w:r w:rsidRPr="002813C1">
        <w:t>Laroze</w:t>
      </w:r>
      <w:proofErr w:type="spellEnd"/>
      <w:r w:rsidRPr="002813C1">
        <w:t xml:space="preserve"> que </w:t>
      </w:r>
      <w:r w:rsidR="00B77E03">
        <w:t>M</w:t>
      </w:r>
      <w:r w:rsidR="00B77E03" w:rsidRPr="00B77E03">
        <w:rPr>
          <w:vertAlign w:val="superscript"/>
        </w:rPr>
        <w:t>me</w:t>
      </w:r>
      <w:r w:rsidR="00B77E03">
        <w:t> </w:t>
      </w:r>
      <w:r w:rsidRPr="002813C1">
        <w:t>Léon prisait si fort</w:t>
      </w:r>
      <w:r w:rsidR="00B77E03">
        <w:t xml:space="preserve">, </w:t>
      </w:r>
      <w:r w:rsidRPr="002813C1">
        <w:t>il lui échappa d</w:t>
      </w:r>
      <w:r w:rsidR="00B77E03">
        <w:t>’</w:t>
      </w:r>
      <w:r w:rsidRPr="002813C1">
        <w:t xml:space="preserve">avouer à sa mère que si elle lui eût donné une </w:t>
      </w:r>
      <w:r w:rsidR="00B77E03">
        <w:t>« </w:t>
      </w:r>
      <w:r w:rsidRPr="002813C1">
        <w:t>pension</w:t>
      </w:r>
      <w:r w:rsidR="00B77E03">
        <w:t> »</w:t>
      </w:r>
      <w:r w:rsidRPr="002813C1">
        <w:t xml:space="preserve"> pareille</w:t>
      </w:r>
      <w:r w:rsidR="00B77E03">
        <w:t xml:space="preserve">, </w:t>
      </w:r>
      <w:r w:rsidRPr="002813C1">
        <w:t>lors de son dernier congé</w:t>
      </w:r>
      <w:r w:rsidR="00B77E03">
        <w:t xml:space="preserve">, </w:t>
      </w:r>
      <w:r w:rsidRPr="002813C1">
        <w:t>eh bien</w:t>
      </w:r>
      <w:r w:rsidR="00B77E03">
        <w:t xml:space="preserve">, </w:t>
      </w:r>
      <w:r w:rsidRPr="002813C1">
        <w:t>sacré tonnerre</w:t>
      </w:r>
      <w:r w:rsidR="00B77E03">
        <w:t xml:space="preserve"> ! </w:t>
      </w:r>
      <w:r w:rsidRPr="002813C1">
        <w:t>il eût demandé une prolongation</w:t>
      </w:r>
      <w:r w:rsidR="00B77E03">
        <w:t>…</w:t>
      </w:r>
    </w:p>
    <w:p w14:paraId="6296E55C" w14:textId="77777777" w:rsidR="00B77E03" w:rsidRDefault="0024252B" w:rsidP="00B77E03">
      <w:r w:rsidRPr="002813C1">
        <w:lastRenderedPageBreak/>
        <w:t>Le café une fois servi cependant</w:t>
      </w:r>
      <w:r w:rsidR="00B77E03">
        <w:t xml:space="preserve">, </w:t>
      </w:r>
      <w:r w:rsidRPr="002813C1">
        <w:t>la causerie</w:t>
      </w:r>
      <w:r w:rsidR="00B77E03">
        <w:t xml:space="preserve">, </w:t>
      </w:r>
      <w:r w:rsidRPr="002813C1">
        <w:t>contre l</w:t>
      </w:r>
      <w:r w:rsidR="00B77E03">
        <w:t>’</w:t>
      </w:r>
      <w:r w:rsidRPr="002813C1">
        <w:t>ordinaire</w:t>
      </w:r>
      <w:r w:rsidR="00B77E03">
        <w:t xml:space="preserve">, </w:t>
      </w:r>
      <w:r w:rsidRPr="002813C1">
        <w:t>se refroidit</w:t>
      </w:r>
      <w:r w:rsidR="00B77E03">
        <w:t xml:space="preserve">, </w:t>
      </w:r>
      <w:r w:rsidRPr="002813C1">
        <w:t>languit et tomba presque</w:t>
      </w:r>
      <w:r w:rsidR="00B77E03">
        <w:t>.</w:t>
      </w:r>
    </w:p>
    <w:p w14:paraId="134FD6B4" w14:textId="1CB62E66" w:rsidR="00B77E03" w:rsidRDefault="00B77E03" w:rsidP="00B77E03">
      <w:r>
        <w:t>M</w:t>
      </w:r>
      <w:r w:rsidRPr="00B77E03">
        <w:rPr>
          <w:vertAlign w:val="superscript"/>
        </w:rPr>
        <w:t>me</w:t>
      </w:r>
      <w:r>
        <w:t> de </w:t>
      </w:r>
      <w:proofErr w:type="spellStart"/>
      <w:r w:rsidR="0024252B" w:rsidRPr="002813C1">
        <w:t>Fondège</w:t>
      </w:r>
      <w:proofErr w:type="spellEnd"/>
      <w:r>
        <w:t xml:space="preserve">, </w:t>
      </w:r>
      <w:r w:rsidR="0024252B" w:rsidRPr="002813C1">
        <w:t>la première</w:t>
      </w:r>
      <w:r>
        <w:t xml:space="preserve">, </w:t>
      </w:r>
      <w:r w:rsidR="0024252B" w:rsidRPr="002813C1">
        <w:t>sous prétexte de donner quelques ordres</w:t>
      </w:r>
      <w:r>
        <w:t xml:space="preserve">, </w:t>
      </w:r>
      <w:r w:rsidR="0024252B" w:rsidRPr="002813C1">
        <w:t>disparut</w:t>
      </w:r>
      <w:r>
        <w:t xml:space="preserve">. </w:t>
      </w:r>
      <w:r w:rsidR="0024252B" w:rsidRPr="002813C1">
        <w:t xml:space="preserve">Le </w:t>
      </w:r>
      <w:r>
        <w:t>« </w:t>
      </w:r>
      <w:r w:rsidR="0024252B" w:rsidRPr="002813C1">
        <w:t>général</w:t>
      </w:r>
      <w:r>
        <w:t> »</w:t>
      </w:r>
      <w:r w:rsidR="0024252B" w:rsidRPr="002813C1">
        <w:t xml:space="preserve"> se leva ensuite et sortit</w:t>
      </w:r>
      <w:r>
        <w:t xml:space="preserve">, </w:t>
      </w:r>
      <w:r w:rsidR="0024252B" w:rsidRPr="002813C1">
        <w:t>pour aller fumer</w:t>
      </w:r>
      <w:r>
        <w:t xml:space="preserve">, </w:t>
      </w:r>
      <w:r w:rsidR="0024252B" w:rsidRPr="002813C1">
        <w:t>déclara-t-il</w:t>
      </w:r>
      <w:r>
        <w:t xml:space="preserve">, </w:t>
      </w:r>
      <w:r w:rsidR="0024252B" w:rsidRPr="002813C1">
        <w:t>un cigare</w:t>
      </w:r>
      <w:r>
        <w:t xml:space="preserve">. </w:t>
      </w:r>
      <w:r w:rsidR="0024252B" w:rsidRPr="002813C1">
        <w:t>Finalement</w:t>
      </w:r>
      <w:r>
        <w:t>, M</w:t>
      </w:r>
      <w:r w:rsidRPr="00B77E03">
        <w:rPr>
          <w:vertAlign w:val="superscript"/>
        </w:rPr>
        <w:t>me</w:t>
      </w:r>
      <w:r>
        <w:t> </w:t>
      </w:r>
      <w:r w:rsidR="0024252B" w:rsidRPr="002813C1">
        <w:t>Léon à son tour s</w:t>
      </w:r>
      <w:r>
        <w:t>’</w:t>
      </w:r>
      <w:r w:rsidR="0024252B" w:rsidRPr="002813C1">
        <w:t>esquiva sans rien dire</w:t>
      </w:r>
      <w:r>
        <w:t>.</w:t>
      </w:r>
    </w:p>
    <w:p w14:paraId="22424783" w14:textId="04E7DCCC" w:rsidR="00B77E03" w:rsidRDefault="0024252B" w:rsidP="00B77E03">
      <w:r w:rsidRPr="002813C1">
        <w:t>Ainsi</w:t>
      </w:r>
      <w:r w:rsidR="00B77E03">
        <w:t>, M</w:t>
      </w:r>
      <w:r w:rsidR="00B77E03" w:rsidRPr="00B77E03">
        <w:rPr>
          <w:vertAlign w:val="superscript"/>
        </w:rPr>
        <w:t>lle</w:t>
      </w:r>
      <w:r w:rsidR="00B77E03">
        <w:t> </w:t>
      </w:r>
      <w:r w:rsidRPr="002813C1">
        <w:t>Marguerite restait seule avec le lieutenant Gustave</w:t>
      </w:r>
      <w:r w:rsidR="00B77E03">
        <w:t>.</w:t>
      </w:r>
    </w:p>
    <w:p w14:paraId="10037C4D" w14:textId="7F867E3C" w:rsidR="00B77E03" w:rsidRDefault="0024252B" w:rsidP="00B77E03">
      <w:r w:rsidRPr="002813C1">
        <w:t>Que cette désertion eût été concertée</w:t>
      </w:r>
      <w:r w:rsidR="00B77E03">
        <w:t xml:space="preserve">, </w:t>
      </w:r>
      <w:r w:rsidRPr="002813C1">
        <w:t>elle ne pouvait conserver la moindre incertitude à cet égard</w:t>
      </w:r>
      <w:r w:rsidR="00B77E03">
        <w:t xml:space="preserve">… </w:t>
      </w:r>
      <w:r w:rsidRPr="002813C1">
        <w:t xml:space="preserve">Mais quelle idée </w:t>
      </w:r>
      <w:r w:rsidR="00B77E03">
        <w:t>M. </w:t>
      </w:r>
      <w:r w:rsidRPr="002813C1">
        <w:t xml:space="preserve">et </w:t>
      </w:r>
      <w:r w:rsidR="00B77E03">
        <w:t>M</w:t>
      </w:r>
      <w:r w:rsidR="00B77E03" w:rsidRPr="00B77E03">
        <w:rPr>
          <w:vertAlign w:val="superscript"/>
        </w:rPr>
        <w:t>me</w:t>
      </w:r>
      <w:r w:rsidR="00B77E03">
        <w:t> de </w:t>
      </w:r>
      <w:proofErr w:type="spellStart"/>
      <w:r w:rsidRPr="002813C1">
        <w:t>Fondège</w:t>
      </w:r>
      <w:proofErr w:type="spellEnd"/>
      <w:r w:rsidRPr="002813C1">
        <w:t xml:space="preserve"> avaient-ils donc de son esprit</w:t>
      </w:r>
      <w:r w:rsidR="00B77E03">
        <w:t xml:space="preserve"> !… </w:t>
      </w:r>
      <w:r w:rsidRPr="002813C1">
        <w:t>Le procédé la révolta si fort qu</w:t>
      </w:r>
      <w:r w:rsidR="00B77E03">
        <w:t>’</w:t>
      </w:r>
      <w:r w:rsidRPr="002813C1">
        <w:t>elle fut sur le point de se lever et de se retirer comme les autres</w:t>
      </w:r>
      <w:r w:rsidR="00B77E03">
        <w:t xml:space="preserve">… </w:t>
      </w:r>
      <w:r w:rsidRPr="002813C1">
        <w:t>La raison la retint</w:t>
      </w:r>
      <w:r w:rsidR="00B77E03">
        <w:t xml:space="preserve"> ; </w:t>
      </w:r>
      <w:r w:rsidRPr="002813C1">
        <w:t>elle se dit que peut-être ce jeune homme lui fournirait quelques indications précises</w:t>
      </w:r>
      <w:r w:rsidR="00B77E03">
        <w:t xml:space="preserve">, </w:t>
      </w:r>
      <w:r w:rsidRPr="002813C1">
        <w:t>et elle resta</w:t>
      </w:r>
      <w:r w:rsidR="00B77E03">
        <w:t>…</w:t>
      </w:r>
    </w:p>
    <w:p w14:paraId="3387E65E" w14:textId="77777777" w:rsidR="00B77E03" w:rsidRDefault="0024252B" w:rsidP="00B77E03">
      <w:r w:rsidRPr="002813C1">
        <w:t>Lui</w:t>
      </w:r>
      <w:r w:rsidR="00B77E03">
        <w:t xml:space="preserve">, </w:t>
      </w:r>
      <w:r w:rsidRPr="002813C1">
        <w:t>fort rouge</w:t>
      </w:r>
      <w:r w:rsidR="00B77E03">
        <w:t xml:space="preserve">, </w:t>
      </w:r>
      <w:r w:rsidRPr="002813C1">
        <w:t>semblait plus embarrassé qu</w:t>
      </w:r>
      <w:r w:rsidR="00B77E03">
        <w:t>’</w:t>
      </w:r>
      <w:r w:rsidRPr="002813C1">
        <w:t>elle</w:t>
      </w:r>
      <w:r w:rsidR="00B77E03">
        <w:t xml:space="preserve"> ; </w:t>
      </w:r>
      <w:r w:rsidRPr="002813C1">
        <w:t>toute sa verve était tombée</w:t>
      </w:r>
      <w:r w:rsidR="00B77E03">
        <w:t>…</w:t>
      </w:r>
    </w:p>
    <w:p w14:paraId="5545439F" w14:textId="77777777" w:rsidR="00B77E03" w:rsidRDefault="0024252B" w:rsidP="00B77E03">
      <w:r w:rsidRPr="002813C1">
        <w:t>Accoudé sur la table</w:t>
      </w:r>
      <w:r w:rsidR="00B77E03">
        <w:t xml:space="preserve">, </w:t>
      </w:r>
      <w:r w:rsidRPr="002813C1">
        <w:t>il tenait de la main droite un petit verre à demi-plein d</w:t>
      </w:r>
      <w:r w:rsidR="00B77E03">
        <w:t>’</w:t>
      </w:r>
      <w:r w:rsidRPr="002813C1">
        <w:t>eau-de-vie</w:t>
      </w:r>
      <w:r w:rsidR="00B77E03">
        <w:t xml:space="preserve">, </w:t>
      </w:r>
      <w:r w:rsidRPr="002813C1">
        <w:t>qu</w:t>
      </w:r>
      <w:r w:rsidR="00B77E03">
        <w:t>’</w:t>
      </w:r>
      <w:r w:rsidRPr="002813C1">
        <w:t>il fixait avec une obstination singulière</w:t>
      </w:r>
      <w:r w:rsidR="00B77E03">
        <w:t xml:space="preserve">, </w:t>
      </w:r>
      <w:r w:rsidRPr="002813C1">
        <w:t>comme s</w:t>
      </w:r>
      <w:r w:rsidR="00B77E03">
        <w:t>’</w:t>
      </w:r>
      <w:r w:rsidRPr="002813C1">
        <w:t>il eût espéré y trouver quelque sublime inspiration</w:t>
      </w:r>
      <w:r w:rsidR="00B77E03">
        <w:t>.</w:t>
      </w:r>
    </w:p>
    <w:p w14:paraId="7AAFE89E" w14:textId="77777777" w:rsidR="00B77E03" w:rsidRDefault="0024252B" w:rsidP="00B77E03">
      <w:r w:rsidRPr="002813C1">
        <w:t>Enfin</w:t>
      </w:r>
      <w:r w:rsidR="00B77E03">
        <w:t xml:space="preserve">, </w:t>
      </w:r>
      <w:r w:rsidRPr="002813C1">
        <w:t>après un gros moment du plus gênant silence</w:t>
      </w:r>
      <w:r w:rsidR="00B77E03">
        <w:t> :</w:t>
      </w:r>
    </w:p>
    <w:p w14:paraId="05960916" w14:textId="5D3FFBE8" w:rsidR="00B77E03" w:rsidRDefault="00B77E03" w:rsidP="00B77E03">
      <w:r>
        <w:t>— </w:t>
      </w:r>
      <w:r w:rsidR="0024252B" w:rsidRPr="002813C1">
        <w:t>Mademoiselle</w:t>
      </w:r>
      <w:r>
        <w:t xml:space="preserve">, </w:t>
      </w:r>
      <w:r w:rsidR="0024252B" w:rsidRPr="002813C1">
        <w:t>commença-t-il</w:t>
      </w:r>
      <w:r>
        <w:t xml:space="preserve">, </w:t>
      </w:r>
      <w:r w:rsidR="0024252B" w:rsidRPr="002813C1">
        <w:t>aimeriez-vous à être la femme d</w:t>
      </w:r>
      <w:r>
        <w:t>’</w:t>
      </w:r>
      <w:r w:rsidR="0024252B" w:rsidRPr="002813C1">
        <w:t>un officier</w:t>
      </w:r>
      <w:r>
        <w:t xml:space="preserve"> ? – </w:t>
      </w:r>
      <w:r w:rsidR="0024252B" w:rsidRPr="002813C1">
        <w:t xml:space="preserve">Il prononçait </w:t>
      </w:r>
      <w:r>
        <w:t>« </w:t>
      </w:r>
      <w:proofErr w:type="spellStart"/>
      <w:r w:rsidR="0024252B" w:rsidRPr="002813C1">
        <w:t>off</w:t>
      </w:r>
      <w:r>
        <w:t>’</w:t>
      </w:r>
      <w:r w:rsidR="0024252B" w:rsidRPr="002813C1">
        <w:t>cier</w:t>
      </w:r>
      <w:proofErr w:type="spellEnd"/>
      <w:r>
        <w:t>. »</w:t>
      </w:r>
    </w:p>
    <w:p w14:paraId="305F4B2A" w14:textId="77777777" w:rsidR="00B77E03" w:rsidRDefault="00B77E03" w:rsidP="00B77E03">
      <w:r>
        <w:t>— </w:t>
      </w:r>
      <w:r w:rsidR="0024252B" w:rsidRPr="002813C1">
        <w:t>Je ne sais</w:t>
      </w:r>
      <w:r>
        <w:t>…</w:t>
      </w:r>
    </w:p>
    <w:p w14:paraId="0F9D6852" w14:textId="77777777" w:rsidR="00B77E03" w:rsidRDefault="00B77E03" w:rsidP="00B77E03">
      <w:r>
        <w:t>— </w:t>
      </w:r>
      <w:r w:rsidR="0024252B" w:rsidRPr="002813C1">
        <w:t>Bah</w:t>
      </w:r>
      <w:r>
        <w:t xml:space="preserve"> !… </w:t>
      </w:r>
      <w:r w:rsidR="0024252B" w:rsidRPr="002813C1">
        <w:t>vraiment</w:t>
      </w:r>
      <w:r>
        <w:t xml:space="preserve"> !… </w:t>
      </w:r>
      <w:r w:rsidR="0024252B" w:rsidRPr="002813C1">
        <w:t>Mais au moins</w:t>
      </w:r>
      <w:r>
        <w:t xml:space="preserve">, </w:t>
      </w:r>
      <w:r w:rsidR="0024252B" w:rsidRPr="002813C1">
        <w:t>j</w:t>
      </w:r>
      <w:r>
        <w:t>’</w:t>
      </w:r>
      <w:r w:rsidR="0024252B" w:rsidRPr="002813C1">
        <w:t>espère</w:t>
      </w:r>
      <w:r>
        <w:t xml:space="preserve">, </w:t>
      </w:r>
      <w:r w:rsidR="0024252B" w:rsidRPr="002813C1">
        <w:t>vous devinez pourquoi je vous fais cette question</w:t>
      </w:r>
      <w:r>
        <w:t> ?</w:t>
      </w:r>
    </w:p>
    <w:p w14:paraId="3C229054" w14:textId="77777777" w:rsidR="00B77E03" w:rsidRDefault="00B77E03" w:rsidP="00B77E03">
      <w:r>
        <w:lastRenderedPageBreak/>
        <w:t>— </w:t>
      </w:r>
      <w:r w:rsidR="0024252B" w:rsidRPr="002813C1">
        <w:t>Non</w:t>
      </w:r>
      <w:r>
        <w:t> !…</w:t>
      </w:r>
    </w:p>
    <w:p w14:paraId="64B61CE0" w14:textId="06866F92" w:rsidR="00B77E03" w:rsidRDefault="0024252B" w:rsidP="00B77E03">
      <w:r w:rsidRPr="002813C1">
        <w:t>Tout autre que l</w:t>
      </w:r>
      <w:r w:rsidR="00B77E03">
        <w:t>’</w:t>
      </w:r>
      <w:r w:rsidRPr="002813C1">
        <w:t>agréable lieutenant</w:t>
      </w:r>
      <w:r w:rsidR="00B77E03">
        <w:t xml:space="preserve">, </w:t>
      </w:r>
      <w:r w:rsidRPr="002813C1">
        <w:t xml:space="preserve">décontenancé par le ton sec de </w:t>
      </w:r>
      <w:r w:rsidR="00B77E03">
        <w:t>M</w:t>
      </w:r>
      <w:r w:rsidR="00B77E03" w:rsidRPr="00B77E03">
        <w:rPr>
          <w:vertAlign w:val="superscript"/>
        </w:rPr>
        <w:t>lle</w:t>
      </w:r>
      <w:r w:rsidR="00B77E03">
        <w:t> </w:t>
      </w:r>
      <w:r w:rsidRPr="002813C1">
        <w:t>Marguerite</w:t>
      </w:r>
      <w:r w:rsidR="00B77E03">
        <w:t xml:space="preserve">, </w:t>
      </w:r>
      <w:r w:rsidRPr="002813C1">
        <w:t>se fût arrêté court</w:t>
      </w:r>
      <w:r w:rsidR="00B77E03">
        <w:t>.</w:t>
      </w:r>
    </w:p>
    <w:p w14:paraId="4CD4589A" w14:textId="77777777" w:rsidR="00B77E03" w:rsidRDefault="0024252B" w:rsidP="00B77E03">
      <w:r w:rsidRPr="002813C1">
        <w:t>Lui ne le remarqua pas</w:t>
      </w:r>
      <w:r w:rsidR="00B77E03">
        <w:t xml:space="preserve">. </w:t>
      </w:r>
      <w:r w:rsidRPr="002813C1">
        <w:t>L</w:t>
      </w:r>
      <w:r w:rsidR="00B77E03">
        <w:t>’</w:t>
      </w:r>
      <w:r w:rsidRPr="002813C1">
        <w:t>effort qu</w:t>
      </w:r>
      <w:r w:rsidR="00B77E03">
        <w:t>’</w:t>
      </w:r>
      <w:r w:rsidRPr="002813C1">
        <w:t>il faisait pour se déclarer et la volonté d</w:t>
      </w:r>
      <w:r w:rsidR="00B77E03">
        <w:t>’</w:t>
      </w:r>
      <w:r w:rsidRPr="002813C1">
        <w:t>être éloquent et persuasif absorbaient toutes ses facultés</w:t>
      </w:r>
      <w:r w:rsidR="00B77E03">
        <w:t>.</w:t>
      </w:r>
    </w:p>
    <w:p w14:paraId="212922BC" w14:textId="0C0F81A1" w:rsidR="00B77E03" w:rsidRDefault="00B77E03" w:rsidP="00B77E03">
      <w:r>
        <w:t>— </w:t>
      </w:r>
      <w:r w:rsidR="0024252B" w:rsidRPr="002813C1">
        <w:t>Alors</w:t>
      </w:r>
      <w:r>
        <w:t xml:space="preserve">, </w:t>
      </w:r>
      <w:r w:rsidR="0024252B" w:rsidRPr="002813C1">
        <w:t>mademoiselle</w:t>
      </w:r>
      <w:r>
        <w:t xml:space="preserve">, </w:t>
      </w:r>
      <w:r w:rsidR="0024252B" w:rsidRPr="002813C1">
        <w:t>reprit-il</w:t>
      </w:r>
      <w:r>
        <w:t xml:space="preserve">, </w:t>
      </w:r>
      <w:r w:rsidR="0024252B" w:rsidRPr="002813C1">
        <w:t>permettez que je m</w:t>
      </w:r>
      <w:r>
        <w:t>’</w:t>
      </w:r>
      <w:r w:rsidR="0024252B" w:rsidRPr="002813C1">
        <w:t>explique</w:t>
      </w:r>
      <w:r>
        <w:t xml:space="preserve">… </w:t>
      </w:r>
      <w:r w:rsidR="0024252B" w:rsidRPr="002813C1">
        <w:t>Nous nous voyons ce soir pour la première fois</w:t>
      </w:r>
      <w:r>
        <w:t xml:space="preserve">, </w:t>
      </w:r>
      <w:r w:rsidR="0024252B" w:rsidRPr="002813C1">
        <w:t>mais sans qu</w:t>
      </w:r>
      <w:r>
        <w:t>’</w:t>
      </w:r>
      <w:r w:rsidR="0024252B" w:rsidRPr="002813C1">
        <w:t>il y paraisse</w:t>
      </w:r>
      <w:r>
        <w:t xml:space="preserve">, </w:t>
      </w:r>
      <w:r w:rsidR="0024252B" w:rsidRPr="002813C1">
        <w:t>ce n</w:t>
      </w:r>
      <w:r>
        <w:t>’</w:t>
      </w:r>
      <w:r w:rsidR="0024252B" w:rsidRPr="002813C1">
        <w:t>est pas d</w:t>
      </w:r>
      <w:r>
        <w:t>’</w:t>
      </w:r>
      <w:r w:rsidR="0024252B" w:rsidRPr="002813C1">
        <w:t>aujourd</w:t>
      </w:r>
      <w:r>
        <w:t>’</w:t>
      </w:r>
      <w:r w:rsidR="0024252B" w:rsidRPr="002813C1">
        <w:t>hui que je vous connais</w:t>
      </w:r>
      <w:r>
        <w:t xml:space="preserve">… </w:t>
      </w:r>
      <w:r w:rsidR="0024252B" w:rsidRPr="002813C1">
        <w:t>Voici je ne sais combien de temps que mon père</w:t>
      </w:r>
      <w:r>
        <w:t xml:space="preserve">, </w:t>
      </w:r>
      <w:r w:rsidR="0024252B" w:rsidRPr="002813C1">
        <w:t>que ma mère surtout</w:t>
      </w:r>
      <w:r>
        <w:t xml:space="preserve">, </w:t>
      </w:r>
      <w:r w:rsidR="0024252B" w:rsidRPr="002813C1">
        <w:t>me chantaient vos louanges</w:t>
      </w:r>
      <w:r>
        <w:t>… M</w:t>
      </w:r>
      <w:r w:rsidRPr="00B77E03">
        <w:rPr>
          <w:vertAlign w:val="superscript"/>
        </w:rPr>
        <w:t>lle</w:t>
      </w:r>
      <w:r>
        <w:t> </w:t>
      </w:r>
      <w:r w:rsidR="0024252B" w:rsidRPr="002813C1">
        <w:t>Marguerite par-ci</w:t>
      </w:r>
      <w:r>
        <w:t>, M</w:t>
      </w:r>
      <w:r w:rsidRPr="00B77E03">
        <w:rPr>
          <w:vertAlign w:val="superscript"/>
        </w:rPr>
        <w:t>lle</w:t>
      </w:r>
      <w:r>
        <w:t> </w:t>
      </w:r>
      <w:r w:rsidR="0024252B" w:rsidRPr="002813C1">
        <w:t>Marguerite par-là</w:t>
      </w:r>
      <w:r>
        <w:t xml:space="preserve">… </w:t>
      </w:r>
      <w:r w:rsidR="0024252B" w:rsidRPr="002813C1">
        <w:t>Ils ne tarissaient pas</w:t>
      </w:r>
      <w:r>
        <w:t xml:space="preserve">. </w:t>
      </w:r>
      <w:r w:rsidR="0024252B" w:rsidRPr="002813C1">
        <w:t>Cœur</w:t>
      </w:r>
      <w:r>
        <w:t xml:space="preserve">, </w:t>
      </w:r>
      <w:r w:rsidR="0024252B" w:rsidRPr="002813C1">
        <w:t>esprit</w:t>
      </w:r>
      <w:r>
        <w:t xml:space="preserve">, </w:t>
      </w:r>
      <w:r w:rsidR="0024252B" w:rsidRPr="002813C1">
        <w:t>talent</w:t>
      </w:r>
      <w:r>
        <w:t xml:space="preserve">, </w:t>
      </w:r>
      <w:r w:rsidR="0024252B" w:rsidRPr="002813C1">
        <w:t>beauté</w:t>
      </w:r>
      <w:r>
        <w:t xml:space="preserve">, </w:t>
      </w:r>
      <w:r w:rsidR="0024252B" w:rsidRPr="002813C1">
        <w:t>vous réunissiez à les entendre tous les dons de la femme</w:t>
      </w:r>
      <w:r>
        <w:t xml:space="preserve">… </w:t>
      </w:r>
      <w:r w:rsidR="0024252B" w:rsidRPr="002813C1">
        <w:t>Et ils s</w:t>
      </w:r>
      <w:r>
        <w:t>’</w:t>
      </w:r>
      <w:r w:rsidR="0024252B" w:rsidRPr="002813C1">
        <w:t>épuisaient à me répéter</w:t>
      </w:r>
      <w:r>
        <w:t> : « </w:t>
      </w:r>
      <w:r w:rsidR="0024252B" w:rsidRPr="002813C1">
        <w:t>Ah</w:t>
      </w:r>
      <w:r>
        <w:t xml:space="preserve"> ! </w:t>
      </w:r>
      <w:r w:rsidR="0024252B" w:rsidRPr="002813C1">
        <w:t>il ne sera pas à plaindre</w:t>
      </w:r>
      <w:r>
        <w:t xml:space="preserve">, </w:t>
      </w:r>
      <w:r w:rsidR="0024252B" w:rsidRPr="002813C1">
        <w:t>celui qu</w:t>
      </w:r>
      <w:r>
        <w:t>’</w:t>
      </w:r>
      <w:r w:rsidR="0024252B" w:rsidRPr="002813C1">
        <w:t>elle choisira</w:t>
      </w:r>
      <w:r>
        <w:t>. »</w:t>
      </w:r>
      <w:r w:rsidR="0024252B" w:rsidRPr="002813C1">
        <w:t xml:space="preserve"> Si bien que moi</w:t>
      </w:r>
      <w:r>
        <w:t xml:space="preserve">, </w:t>
      </w:r>
      <w:r w:rsidR="0024252B" w:rsidRPr="002813C1">
        <w:t>flairant un mariage</w:t>
      </w:r>
      <w:r>
        <w:t xml:space="preserve">, </w:t>
      </w:r>
      <w:r w:rsidR="0024252B" w:rsidRPr="002813C1">
        <w:t>je me défiais et je vous avais quasi prise en grippe</w:t>
      </w:r>
      <w:r>
        <w:t xml:space="preserve">. </w:t>
      </w:r>
      <w:r w:rsidR="0024252B" w:rsidRPr="002813C1">
        <w:t>Oui</w:t>
      </w:r>
      <w:r>
        <w:t xml:space="preserve">, </w:t>
      </w:r>
      <w:r w:rsidR="0024252B" w:rsidRPr="002813C1">
        <w:t>d</w:t>
      </w:r>
      <w:r>
        <w:t>’</w:t>
      </w:r>
      <w:r w:rsidR="0024252B" w:rsidRPr="002813C1">
        <w:t>honneur</w:t>
      </w:r>
      <w:r>
        <w:t xml:space="preserve"> ! </w:t>
      </w:r>
      <w:r w:rsidR="0024252B" w:rsidRPr="002813C1">
        <w:t>j</w:t>
      </w:r>
      <w:r>
        <w:t>’</w:t>
      </w:r>
      <w:r w:rsidR="0024252B" w:rsidRPr="002813C1">
        <w:t>arrivais avec les plus détestables préventions</w:t>
      </w:r>
      <w:r>
        <w:t xml:space="preserve">. </w:t>
      </w:r>
      <w:r w:rsidR="0024252B" w:rsidRPr="002813C1">
        <w:t>Je vous ai vue</w:t>
      </w:r>
      <w:r>
        <w:t xml:space="preserve">, </w:t>
      </w:r>
      <w:r w:rsidR="0024252B" w:rsidRPr="002813C1">
        <w:t>tout a été changé</w:t>
      </w:r>
      <w:r>
        <w:t xml:space="preserve">. </w:t>
      </w:r>
      <w:r w:rsidR="0024252B" w:rsidRPr="002813C1">
        <w:t>Dès en entrant</w:t>
      </w:r>
      <w:r>
        <w:t xml:space="preserve">, </w:t>
      </w:r>
      <w:r w:rsidR="0024252B" w:rsidRPr="002813C1">
        <w:t>j</w:t>
      </w:r>
      <w:r>
        <w:t>’</w:t>
      </w:r>
      <w:r w:rsidR="0024252B" w:rsidRPr="002813C1">
        <w:t>ai senti au cœur un coup comme jamais de ma vie</w:t>
      </w:r>
      <w:r>
        <w:t xml:space="preserve">… </w:t>
      </w:r>
      <w:r w:rsidR="0024252B" w:rsidRPr="002813C1">
        <w:t>et je me suis dit</w:t>
      </w:r>
      <w:r>
        <w:t> : « </w:t>
      </w:r>
      <w:r w:rsidR="0024252B" w:rsidRPr="002813C1">
        <w:t>Lieutenant</w:t>
      </w:r>
      <w:r>
        <w:t xml:space="preserve">, </w:t>
      </w:r>
      <w:r w:rsidR="0024252B" w:rsidRPr="002813C1">
        <w:t>mon ami</w:t>
      </w:r>
      <w:r>
        <w:t xml:space="preserve">, </w:t>
      </w:r>
      <w:r w:rsidR="0024252B" w:rsidRPr="002813C1">
        <w:t>c</w:t>
      </w:r>
      <w:r>
        <w:t>’</w:t>
      </w:r>
      <w:r w:rsidR="0024252B" w:rsidRPr="002813C1">
        <w:t>est fini</w:t>
      </w:r>
      <w:r>
        <w:t xml:space="preserve">, </w:t>
      </w:r>
      <w:r w:rsidR="0024252B" w:rsidRPr="002813C1">
        <w:t>vous êtes pincé</w:t>
      </w:r>
      <w:r>
        <w:t> ! »</w:t>
      </w:r>
    </w:p>
    <w:p w14:paraId="0E7B6626" w14:textId="77777777" w:rsidR="00B77E03" w:rsidRDefault="0024252B" w:rsidP="00B77E03">
      <w:r w:rsidRPr="002813C1">
        <w:t>Pâle de colère</w:t>
      </w:r>
      <w:r w:rsidR="00B77E03">
        <w:t xml:space="preserve">, </w:t>
      </w:r>
      <w:r w:rsidRPr="002813C1">
        <w:t>étonnée et humiliée</w:t>
      </w:r>
      <w:r w:rsidR="00B77E03">
        <w:t xml:space="preserve">, </w:t>
      </w:r>
      <w:r w:rsidRPr="002813C1">
        <w:t>la jeune fille écoutait</w:t>
      </w:r>
      <w:r w:rsidR="00B77E03">
        <w:t xml:space="preserve">, </w:t>
      </w:r>
      <w:r w:rsidRPr="002813C1">
        <w:t>la tête basse</w:t>
      </w:r>
      <w:r w:rsidR="00B77E03">
        <w:t xml:space="preserve">, </w:t>
      </w:r>
      <w:r w:rsidRPr="002813C1">
        <w:t>cherchant</w:t>
      </w:r>
      <w:r w:rsidR="00B77E03">
        <w:t xml:space="preserve">, </w:t>
      </w:r>
      <w:r w:rsidRPr="002813C1">
        <w:t>sans les trouver</w:t>
      </w:r>
      <w:r w:rsidR="00B77E03">
        <w:t xml:space="preserve">, </w:t>
      </w:r>
      <w:r w:rsidRPr="002813C1">
        <w:t>des termes pour traduire les sensations qui l</w:t>
      </w:r>
      <w:r w:rsidR="00B77E03">
        <w:t>’</w:t>
      </w:r>
      <w:r w:rsidRPr="002813C1">
        <w:t>agitaient</w:t>
      </w:r>
      <w:r w:rsidR="00B77E03">
        <w:t>.</w:t>
      </w:r>
    </w:p>
    <w:p w14:paraId="3F937BB7" w14:textId="77777777" w:rsidR="00B77E03" w:rsidRDefault="0024252B" w:rsidP="00B77E03">
      <w:r w:rsidRPr="002813C1">
        <w:t>Lui</w:t>
      </w:r>
      <w:r w:rsidR="00B77E03">
        <w:t xml:space="preserve">, </w:t>
      </w:r>
      <w:r w:rsidRPr="002813C1">
        <w:t>au contraire</w:t>
      </w:r>
      <w:r w:rsidR="00B77E03">
        <w:t xml:space="preserve">, </w:t>
      </w:r>
      <w:r w:rsidRPr="002813C1">
        <w:t>comprenant bien qu</w:t>
      </w:r>
      <w:r w:rsidR="00B77E03">
        <w:t>’</w:t>
      </w:r>
      <w:r w:rsidRPr="002813C1">
        <w:t>il produisait un effet</w:t>
      </w:r>
      <w:r w:rsidR="00B77E03">
        <w:t xml:space="preserve">, </w:t>
      </w:r>
      <w:r w:rsidRPr="002813C1">
        <w:t>et ne discernant pas lequel</w:t>
      </w:r>
      <w:r w:rsidR="00B77E03">
        <w:t xml:space="preserve">, </w:t>
      </w:r>
      <w:r w:rsidRPr="002813C1">
        <w:t>s</w:t>
      </w:r>
      <w:r w:rsidR="00B77E03">
        <w:t>’</w:t>
      </w:r>
      <w:r w:rsidRPr="002813C1">
        <w:t>enhardissait</w:t>
      </w:r>
      <w:r w:rsidR="00B77E03">
        <w:t xml:space="preserve">, </w:t>
      </w:r>
      <w:r w:rsidRPr="002813C1">
        <w:t>et donnant à sa voix les inflexions qu</w:t>
      </w:r>
      <w:r w:rsidR="00B77E03">
        <w:t>’</w:t>
      </w:r>
      <w:r w:rsidRPr="002813C1">
        <w:t>il jugeait les plus tendres et les plus passionnées</w:t>
      </w:r>
      <w:r w:rsidR="00B77E03">
        <w:t xml:space="preserve">, </w:t>
      </w:r>
      <w:r w:rsidRPr="002813C1">
        <w:t>il poursuivait</w:t>
      </w:r>
      <w:r w:rsidR="00B77E03">
        <w:t> :</w:t>
      </w:r>
    </w:p>
    <w:p w14:paraId="052EF72A" w14:textId="77777777" w:rsidR="00B77E03" w:rsidRDefault="00B77E03" w:rsidP="00B77E03">
      <w:r>
        <w:t>— </w:t>
      </w:r>
      <w:r w:rsidR="0024252B" w:rsidRPr="002813C1">
        <w:t>Qui donc</w:t>
      </w:r>
      <w:r>
        <w:t xml:space="preserve">, </w:t>
      </w:r>
      <w:r w:rsidR="0024252B" w:rsidRPr="002813C1">
        <w:t>à ma place</w:t>
      </w:r>
      <w:r>
        <w:t xml:space="preserve">, </w:t>
      </w:r>
      <w:r w:rsidR="0024252B" w:rsidRPr="002813C1">
        <w:t>n</w:t>
      </w:r>
      <w:r>
        <w:t>’</w:t>
      </w:r>
      <w:r w:rsidR="0024252B" w:rsidRPr="002813C1">
        <w:t>eût de même subi le charme</w:t>
      </w:r>
      <w:r>
        <w:t xml:space="preserve"> !… </w:t>
      </w:r>
      <w:r w:rsidR="0024252B" w:rsidRPr="002813C1">
        <w:t>Comment voir</w:t>
      </w:r>
      <w:r>
        <w:t xml:space="preserve">, </w:t>
      </w:r>
      <w:r w:rsidR="0024252B" w:rsidRPr="002813C1">
        <w:t>sans être troublé jusqu</w:t>
      </w:r>
      <w:r>
        <w:t>’</w:t>
      </w:r>
      <w:r w:rsidR="0024252B" w:rsidRPr="002813C1">
        <w:t xml:space="preserve">au fond de </w:t>
      </w:r>
      <w:r w:rsidR="0024252B" w:rsidRPr="002813C1">
        <w:lastRenderedPageBreak/>
        <w:t>l</w:t>
      </w:r>
      <w:r>
        <w:t>’</w:t>
      </w:r>
      <w:r w:rsidR="0024252B" w:rsidRPr="002813C1">
        <w:t>âme</w:t>
      </w:r>
      <w:r>
        <w:t xml:space="preserve">, </w:t>
      </w:r>
      <w:r w:rsidR="0024252B" w:rsidRPr="002813C1">
        <w:t>ces yeux si beaux</w:t>
      </w:r>
      <w:r>
        <w:t xml:space="preserve">, </w:t>
      </w:r>
      <w:r w:rsidR="0024252B" w:rsidRPr="002813C1">
        <w:t>ces merveilleux cheveux noirs</w:t>
      </w:r>
      <w:r>
        <w:t xml:space="preserve">, </w:t>
      </w:r>
      <w:r w:rsidR="0024252B" w:rsidRPr="002813C1">
        <w:t>ces lèvres au sourire si doux</w:t>
      </w:r>
      <w:r>
        <w:t xml:space="preserve">, </w:t>
      </w:r>
      <w:r w:rsidR="0024252B" w:rsidRPr="002813C1">
        <w:t>cette démarche enchanteresse</w:t>
      </w:r>
      <w:r>
        <w:t xml:space="preserve">, </w:t>
      </w:r>
      <w:r w:rsidR="0024252B" w:rsidRPr="002813C1">
        <w:t>toutes ces grâces</w:t>
      </w:r>
      <w:r>
        <w:t xml:space="preserve">, </w:t>
      </w:r>
      <w:r w:rsidR="0024252B" w:rsidRPr="002813C1">
        <w:t>toutes ces séductions</w:t>
      </w:r>
      <w:r>
        <w:t xml:space="preserve"> !… </w:t>
      </w:r>
      <w:r w:rsidR="0024252B" w:rsidRPr="002813C1">
        <w:t>Comment entendre sans une enivrante émotion</w:t>
      </w:r>
      <w:r>
        <w:t xml:space="preserve">, </w:t>
      </w:r>
      <w:r w:rsidR="0024252B" w:rsidRPr="002813C1">
        <w:t>cette voix au timbre plus pur que le cristal</w:t>
      </w:r>
      <w:r>
        <w:t xml:space="preserve">… </w:t>
      </w:r>
      <w:r w:rsidR="0024252B" w:rsidRPr="002813C1">
        <w:t>Ah</w:t>
      </w:r>
      <w:r>
        <w:t xml:space="preserve"> ! </w:t>
      </w:r>
      <w:r w:rsidR="0024252B" w:rsidRPr="002813C1">
        <w:t>que ma mère était loin de la vérité</w:t>
      </w:r>
      <w:r>
        <w:t xml:space="preserve"> !… </w:t>
      </w:r>
      <w:r w:rsidR="0024252B" w:rsidRPr="002813C1">
        <w:t>Mais on ne dépeint pas les perfections d</w:t>
      </w:r>
      <w:r>
        <w:t>’</w:t>
      </w:r>
      <w:r w:rsidR="0024252B" w:rsidRPr="002813C1">
        <w:t>un ange</w:t>
      </w:r>
      <w:r>
        <w:t xml:space="preserve"> !… </w:t>
      </w:r>
      <w:r w:rsidR="0024252B" w:rsidRPr="002813C1">
        <w:t>Pour qui a le bonheur</w:t>
      </w:r>
      <w:r>
        <w:t xml:space="preserve">… </w:t>
      </w:r>
      <w:r w:rsidR="0024252B" w:rsidRPr="002813C1">
        <w:t>ou le malheur de vous connaître</w:t>
      </w:r>
      <w:r>
        <w:t xml:space="preserve">, </w:t>
      </w:r>
      <w:r w:rsidR="0024252B" w:rsidRPr="002813C1">
        <w:t>il ne saurait y avoir ici-bas d</w:t>
      </w:r>
      <w:r>
        <w:t>’</w:t>
      </w:r>
      <w:r w:rsidR="0024252B" w:rsidRPr="002813C1">
        <w:t>autre femme que vous</w:t>
      </w:r>
      <w:r>
        <w:t> !…</w:t>
      </w:r>
    </w:p>
    <w:p w14:paraId="4799EE84" w14:textId="61180CD9" w:rsidR="00B77E03" w:rsidRDefault="0024252B" w:rsidP="00B77E03">
      <w:r w:rsidRPr="002813C1">
        <w:t>Insensiblement il avait rapproché sa chaise</w:t>
      </w:r>
      <w:r w:rsidR="00B77E03">
        <w:t xml:space="preserve">, </w:t>
      </w:r>
      <w:r w:rsidRPr="002813C1">
        <w:t xml:space="preserve">il avança la main pour prendre celle de </w:t>
      </w:r>
      <w:r w:rsidR="00B77E03">
        <w:t>M</w:t>
      </w:r>
      <w:r w:rsidR="00B77E03" w:rsidRPr="00B77E03">
        <w:rPr>
          <w:vertAlign w:val="superscript"/>
        </w:rPr>
        <w:t>lle</w:t>
      </w:r>
      <w:r w:rsidR="00B77E03">
        <w:t> </w:t>
      </w:r>
      <w:r w:rsidRPr="002813C1">
        <w:t>Marguerite</w:t>
      </w:r>
      <w:r w:rsidR="00B77E03">
        <w:t xml:space="preserve">, </w:t>
      </w:r>
      <w:r w:rsidRPr="002813C1">
        <w:t>et sans doute la porter à ses lèvres</w:t>
      </w:r>
      <w:r w:rsidR="00B77E03">
        <w:t>…</w:t>
      </w:r>
    </w:p>
    <w:p w14:paraId="3BBFE0F4" w14:textId="77777777" w:rsidR="00B77E03" w:rsidRDefault="0024252B" w:rsidP="00B77E03">
      <w:r w:rsidRPr="002813C1">
        <w:t>Mais elle</w:t>
      </w:r>
      <w:r w:rsidR="00B77E03">
        <w:t xml:space="preserve">, </w:t>
      </w:r>
      <w:r w:rsidRPr="002813C1">
        <w:t>au contact de cette main</w:t>
      </w:r>
      <w:r w:rsidR="00B77E03">
        <w:t xml:space="preserve">, </w:t>
      </w:r>
      <w:r w:rsidRPr="002813C1">
        <w:t>comme à celui d</w:t>
      </w:r>
      <w:r w:rsidR="00B77E03">
        <w:t>’</w:t>
      </w:r>
      <w:r w:rsidRPr="002813C1">
        <w:t>un fer rouge</w:t>
      </w:r>
      <w:r w:rsidR="00B77E03">
        <w:t xml:space="preserve">, </w:t>
      </w:r>
      <w:r w:rsidRPr="002813C1">
        <w:t>se dressa brusquement</w:t>
      </w:r>
      <w:r w:rsidR="00B77E03">
        <w:t xml:space="preserve">, </w:t>
      </w:r>
      <w:r w:rsidRPr="002813C1">
        <w:t>l</w:t>
      </w:r>
      <w:r w:rsidR="00B77E03">
        <w:t>’</w:t>
      </w:r>
      <w:r w:rsidRPr="002813C1">
        <w:t>œil étincelant</w:t>
      </w:r>
      <w:r w:rsidR="00B77E03">
        <w:t xml:space="preserve">, </w:t>
      </w:r>
      <w:r w:rsidRPr="002813C1">
        <w:t>et d</w:t>
      </w:r>
      <w:r w:rsidR="00B77E03">
        <w:t>’</w:t>
      </w:r>
      <w:r w:rsidRPr="002813C1">
        <w:t>une voix frémissant d</w:t>
      </w:r>
      <w:r w:rsidR="00B77E03">
        <w:t>’</w:t>
      </w:r>
      <w:r w:rsidRPr="002813C1">
        <w:t>indignation</w:t>
      </w:r>
      <w:r w:rsidR="00B77E03">
        <w:t> :</w:t>
      </w:r>
    </w:p>
    <w:p w14:paraId="04489D30" w14:textId="77777777" w:rsidR="00B77E03" w:rsidRDefault="00B77E03" w:rsidP="00B77E03">
      <w:r>
        <w:t>— </w:t>
      </w:r>
      <w:r w:rsidR="0024252B" w:rsidRPr="002813C1">
        <w:t>Monsieur</w:t>
      </w:r>
      <w:r>
        <w:t xml:space="preserve"> !… </w:t>
      </w:r>
      <w:r w:rsidR="0024252B" w:rsidRPr="002813C1">
        <w:t>s</w:t>
      </w:r>
      <w:r>
        <w:t>’</w:t>
      </w:r>
      <w:r w:rsidR="0024252B" w:rsidRPr="002813C1">
        <w:t>écria-t-elle</w:t>
      </w:r>
      <w:r>
        <w:t xml:space="preserve">, </w:t>
      </w:r>
      <w:r w:rsidR="0024252B" w:rsidRPr="002813C1">
        <w:t>monsieur</w:t>
      </w:r>
      <w:r>
        <w:t> !…</w:t>
      </w:r>
    </w:p>
    <w:p w14:paraId="7F67D01C" w14:textId="77777777" w:rsidR="00B77E03" w:rsidRDefault="0024252B" w:rsidP="00B77E03">
      <w:r w:rsidRPr="002813C1">
        <w:t>Il en fut si interdit</w:t>
      </w:r>
      <w:r w:rsidR="00B77E03">
        <w:t xml:space="preserve">, </w:t>
      </w:r>
      <w:r w:rsidRPr="002813C1">
        <w:t>qu</w:t>
      </w:r>
      <w:r w:rsidR="00B77E03">
        <w:t>’</w:t>
      </w:r>
      <w:r w:rsidRPr="002813C1">
        <w:t>il demeura immobile et comme pétrifié</w:t>
      </w:r>
      <w:r w:rsidR="00B77E03">
        <w:t xml:space="preserve">, </w:t>
      </w:r>
      <w:r w:rsidRPr="002813C1">
        <w:t>la pupille dilatée</w:t>
      </w:r>
      <w:r w:rsidR="00B77E03">
        <w:t xml:space="preserve">, </w:t>
      </w:r>
      <w:r w:rsidRPr="002813C1">
        <w:t>le bras en l</w:t>
      </w:r>
      <w:r w:rsidR="00B77E03">
        <w:t>’</w:t>
      </w:r>
      <w:r w:rsidRPr="002813C1">
        <w:t>air</w:t>
      </w:r>
      <w:r w:rsidR="00B77E03">
        <w:t xml:space="preserve">, </w:t>
      </w:r>
      <w:r w:rsidRPr="002813C1">
        <w:t>balbutiant</w:t>
      </w:r>
      <w:r w:rsidR="00B77E03">
        <w:t> :</w:t>
      </w:r>
    </w:p>
    <w:p w14:paraId="5A9F3135" w14:textId="77777777" w:rsidR="00B77E03" w:rsidRDefault="00B77E03" w:rsidP="00B77E03">
      <w:r>
        <w:t>— </w:t>
      </w:r>
      <w:r w:rsidR="0024252B" w:rsidRPr="002813C1">
        <w:t>Permettez</w:t>
      </w:r>
      <w:r>
        <w:t xml:space="preserve">, </w:t>
      </w:r>
      <w:r w:rsidR="0024252B" w:rsidRPr="002813C1">
        <w:t>laissez-moi vous expliquer</w:t>
      </w:r>
      <w:r>
        <w:t>…</w:t>
      </w:r>
    </w:p>
    <w:p w14:paraId="46BF2D4F" w14:textId="77777777" w:rsidR="00B77E03" w:rsidRDefault="0024252B" w:rsidP="00B77E03">
      <w:r w:rsidRPr="002813C1">
        <w:t>Elle ne l</w:t>
      </w:r>
      <w:r w:rsidR="00B77E03">
        <w:t>’</w:t>
      </w:r>
      <w:r w:rsidRPr="002813C1">
        <w:t>entendit pas</w:t>
      </w:r>
      <w:r w:rsidR="00B77E03">
        <w:t>.</w:t>
      </w:r>
    </w:p>
    <w:p w14:paraId="634D051E" w14:textId="77777777" w:rsidR="00B77E03" w:rsidRDefault="00B77E03" w:rsidP="00B77E03">
      <w:r>
        <w:t>— </w:t>
      </w:r>
      <w:r w:rsidR="0024252B" w:rsidRPr="002813C1">
        <w:t>Qui donc vous a dit que l</w:t>
      </w:r>
      <w:r>
        <w:t>’</w:t>
      </w:r>
      <w:r w:rsidR="0024252B" w:rsidRPr="002813C1">
        <w:t>on pouvait impunément m</w:t>
      </w:r>
      <w:r>
        <w:t>’</w:t>
      </w:r>
      <w:r w:rsidR="0024252B" w:rsidRPr="002813C1">
        <w:t>adresser de telles paroles</w:t>
      </w:r>
      <w:r>
        <w:t xml:space="preserve"> ? </w:t>
      </w:r>
      <w:r w:rsidR="0024252B" w:rsidRPr="002813C1">
        <w:t>poursuivait-elle</w:t>
      </w:r>
      <w:r>
        <w:t xml:space="preserve">. </w:t>
      </w:r>
      <w:r w:rsidR="0024252B" w:rsidRPr="002813C1">
        <w:t>Vos parents</w:t>
      </w:r>
      <w:r>
        <w:t xml:space="preserve">, </w:t>
      </w:r>
      <w:r w:rsidR="0024252B" w:rsidRPr="002813C1">
        <w:t>n</w:t>
      </w:r>
      <w:r>
        <w:t>’</w:t>
      </w:r>
      <w:r w:rsidR="0024252B" w:rsidRPr="002813C1">
        <w:t>est-ce pas</w:t>
      </w:r>
      <w:r>
        <w:t> ? « </w:t>
      </w:r>
      <w:r w:rsidR="0024252B" w:rsidRPr="002813C1">
        <w:t>Ose</w:t>
      </w:r>
      <w:r>
        <w:t>, »</w:t>
      </w:r>
      <w:r w:rsidR="0024252B" w:rsidRPr="002813C1">
        <w:t xml:space="preserve"> vous ont-ils dit</w:t>
      </w:r>
      <w:r>
        <w:t xml:space="preserve">… </w:t>
      </w:r>
      <w:r w:rsidR="0024252B" w:rsidRPr="002813C1">
        <w:t>Et voilà pourquoi ils se sont retirés</w:t>
      </w:r>
      <w:r>
        <w:t xml:space="preserve">, </w:t>
      </w:r>
      <w:r w:rsidR="0024252B" w:rsidRPr="002813C1">
        <w:t>et pourquoi pas un domestique ne paraît</w:t>
      </w:r>
      <w:r>
        <w:t xml:space="preserve">… </w:t>
      </w:r>
      <w:r w:rsidR="0024252B" w:rsidRPr="002813C1">
        <w:t>Ah</w:t>
      </w:r>
      <w:r>
        <w:t xml:space="preserve"> !… </w:t>
      </w:r>
      <w:r w:rsidR="0024252B" w:rsidRPr="002813C1">
        <w:t>c</w:t>
      </w:r>
      <w:r>
        <w:t>’</w:t>
      </w:r>
      <w:r w:rsidR="0024252B" w:rsidRPr="002813C1">
        <w:t>est faire payer cher à une pauvre fille l</w:t>
      </w:r>
      <w:r>
        <w:t>’</w:t>
      </w:r>
      <w:r w:rsidR="0024252B" w:rsidRPr="002813C1">
        <w:t>hospitalité qu</w:t>
      </w:r>
      <w:r>
        <w:t>’</w:t>
      </w:r>
      <w:r w:rsidR="0024252B" w:rsidRPr="002813C1">
        <w:t>on lui accorde</w:t>
      </w:r>
      <w:r>
        <w:t>.</w:t>
      </w:r>
    </w:p>
    <w:p w14:paraId="1689FCFA" w14:textId="77777777" w:rsidR="00B77E03" w:rsidRDefault="0024252B" w:rsidP="00B77E03">
      <w:r w:rsidRPr="002813C1">
        <w:t>Des larmes près de jaillir tremblaient entre ses longs cils</w:t>
      </w:r>
      <w:r w:rsidR="00B77E03">
        <w:t>…</w:t>
      </w:r>
    </w:p>
    <w:p w14:paraId="04C229D8" w14:textId="77777777" w:rsidR="00B77E03" w:rsidRDefault="00B77E03" w:rsidP="00B77E03">
      <w:r>
        <w:lastRenderedPageBreak/>
        <w:t>— </w:t>
      </w:r>
      <w:r w:rsidR="0024252B" w:rsidRPr="002813C1">
        <w:t>À qui donc avez-vous cru parler</w:t>
      </w:r>
      <w:r>
        <w:t xml:space="preserve"> ? </w:t>
      </w:r>
      <w:proofErr w:type="spellStart"/>
      <w:r w:rsidR="0024252B" w:rsidRPr="002813C1">
        <w:t>ajoutait-elle</w:t>
      </w:r>
      <w:proofErr w:type="spellEnd"/>
      <w:r w:rsidR="0024252B" w:rsidRPr="002813C1">
        <w:t xml:space="preserve"> encore</w:t>
      </w:r>
      <w:r>
        <w:t xml:space="preserve">. </w:t>
      </w:r>
      <w:r w:rsidR="0024252B" w:rsidRPr="002813C1">
        <w:t>Auriez-vous eu cette audace</w:t>
      </w:r>
      <w:r>
        <w:t xml:space="preserve">, </w:t>
      </w:r>
      <w:r w:rsidR="0024252B" w:rsidRPr="002813C1">
        <w:t>si j</w:t>
      </w:r>
      <w:r>
        <w:t>’</w:t>
      </w:r>
      <w:r w:rsidR="0024252B" w:rsidRPr="002813C1">
        <w:t>avais un père ou un frère pour vous demander raison de vos outrages</w:t>
      </w:r>
      <w:r>
        <w:t> !…</w:t>
      </w:r>
    </w:p>
    <w:p w14:paraId="57A509E3" w14:textId="77777777" w:rsidR="00B77E03" w:rsidRDefault="0024252B" w:rsidP="00B77E03">
      <w:r w:rsidRPr="002813C1">
        <w:t>Le lieutenant bondit comme sous un coup de cravache</w:t>
      </w:r>
      <w:r w:rsidR="00B77E03">
        <w:t>.</w:t>
      </w:r>
    </w:p>
    <w:p w14:paraId="4EE79D89" w14:textId="77777777" w:rsidR="00B77E03" w:rsidRDefault="00B77E03" w:rsidP="00B77E03">
      <w:r>
        <w:t>— </w:t>
      </w:r>
      <w:r w:rsidR="0024252B" w:rsidRPr="002813C1">
        <w:t>Ah</w:t>
      </w:r>
      <w:r>
        <w:t xml:space="preserve"> ! </w:t>
      </w:r>
      <w:r w:rsidR="0024252B" w:rsidRPr="002813C1">
        <w:t>vous êtes dure</w:t>
      </w:r>
      <w:r>
        <w:t xml:space="preserve"> !… </w:t>
      </w:r>
      <w:r w:rsidR="0024252B" w:rsidRPr="002813C1">
        <w:t>fit-il</w:t>
      </w:r>
      <w:r>
        <w:t>…</w:t>
      </w:r>
    </w:p>
    <w:p w14:paraId="7EFDC4E5" w14:textId="77777777" w:rsidR="00B77E03" w:rsidRDefault="0024252B" w:rsidP="00B77E03">
      <w:r w:rsidRPr="002813C1">
        <w:t>Et une inspiration heureuse traversant son esprit</w:t>
      </w:r>
      <w:r w:rsidR="00B77E03">
        <w:t> :</w:t>
      </w:r>
    </w:p>
    <w:p w14:paraId="4AC416C4" w14:textId="77777777" w:rsidR="00B77E03" w:rsidRDefault="00B77E03" w:rsidP="00B77E03">
      <w:r>
        <w:t>— </w:t>
      </w:r>
      <w:r w:rsidR="0024252B" w:rsidRPr="002813C1">
        <w:t>On n</w:t>
      </w:r>
      <w:r>
        <w:t>’</w:t>
      </w:r>
      <w:r w:rsidR="0024252B" w:rsidRPr="002813C1">
        <w:t>insulte pas une femme</w:t>
      </w:r>
      <w:r>
        <w:t xml:space="preserve">, </w:t>
      </w:r>
      <w:r w:rsidR="0024252B" w:rsidRPr="002813C1">
        <w:t>mademoiselle</w:t>
      </w:r>
      <w:r>
        <w:t xml:space="preserve">, </w:t>
      </w:r>
      <w:r w:rsidR="0024252B" w:rsidRPr="002813C1">
        <w:t>prononça-t-il</w:t>
      </w:r>
      <w:r>
        <w:t xml:space="preserve">, </w:t>
      </w:r>
      <w:r w:rsidR="0024252B" w:rsidRPr="002813C1">
        <w:t>quand</w:t>
      </w:r>
      <w:r>
        <w:t xml:space="preserve">, </w:t>
      </w:r>
      <w:r w:rsidR="0024252B" w:rsidRPr="002813C1">
        <w:t>en lui disant qu</w:t>
      </w:r>
      <w:r>
        <w:t>’</w:t>
      </w:r>
      <w:r w:rsidR="0024252B" w:rsidRPr="002813C1">
        <w:t>on la trouve belle et qu</w:t>
      </w:r>
      <w:r>
        <w:t>’</w:t>
      </w:r>
      <w:r w:rsidR="0024252B" w:rsidRPr="002813C1">
        <w:t>on l</w:t>
      </w:r>
      <w:r>
        <w:t>’</w:t>
      </w:r>
      <w:r w:rsidR="0024252B" w:rsidRPr="002813C1">
        <w:t>aime</w:t>
      </w:r>
      <w:r>
        <w:t xml:space="preserve">, </w:t>
      </w:r>
      <w:r w:rsidR="0024252B" w:rsidRPr="002813C1">
        <w:t>on lui offre son nom et sa vie</w:t>
      </w:r>
      <w:r>
        <w:t>.</w:t>
      </w:r>
    </w:p>
    <w:p w14:paraId="234D2D4B" w14:textId="1F28CCDF" w:rsidR="00B77E03" w:rsidRDefault="00B77E03" w:rsidP="00B77E03">
      <w:r>
        <w:t>M</w:t>
      </w:r>
      <w:r w:rsidRPr="00B77E03">
        <w:rPr>
          <w:vertAlign w:val="superscript"/>
        </w:rPr>
        <w:t>lle</w:t>
      </w:r>
      <w:r>
        <w:t> </w:t>
      </w:r>
      <w:r w:rsidR="0024252B" w:rsidRPr="002813C1">
        <w:t>Marguerite haussa les épaules d</w:t>
      </w:r>
      <w:r>
        <w:t>’</w:t>
      </w:r>
      <w:r w:rsidR="0024252B" w:rsidRPr="002813C1">
        <w:t>un mouvement ironique</w:t>
      </w:r>
      <w:r>
        <w:t xml:space="preserve">, </w:t>
      </w:r>
      <w:r w:rsidR="0024252B" w:rsidRPr="002813C1">
        <w:t>et demeura un moment silencieuse</w:t>
      </w:r>
      <w:r>
        <w:t>.</w:t>
      </w:r>
    </w:p>
    <w:p w14:paraId="4AB8716A" w14:textId="77777777" w:rsidR="00B77E03" w:rsidRDefault="0024252B" w:rsidP="00B77E03">
      <w:r w:rsidRPr="002813C1">
        <w:t>Elle</w:t>
      </w:r>
      <w:r w:rsidR="00B77E03">
        <w:t xml:space="preserve">, </w:t>
      </w:r>
      <w:r w:rsidRPr="002813C1">
        <w:t>si fière</w:t>
      </w:r>
      <w:r w:rsidR="00B77E03">
        <w:t xml:space="preserve">, </w:t>
      </w:r>
      <w:r w:rsidRPr="002813C1">
        <w:t>elle était cruellement blessée</w:t>
      </w:r>
      <w:r w:rsidR="00B77E03">
        <w:t xml:space="preserve">, </w:t>
      </w:r>
      <w:r w:rsidRPr="002813C1">
        <w:t>mais la raison lui disait que poursuivre cette scène</w:t>
      </w:r>
      <w:r w:rsidR="00B77E03">
        <w:t xml:space="preserve">, </w:t>
      </w:r>
      <w:r w:rsidRPr="002813C1">
        <w:t>c</w:t>
      </w:r>
      <w:r w:rsidR="00B77E03">
        <w:t>’</w:t>
      </w:r>
      <w:r w:rsidRPr="002813C1">
        <w:t xml:space="preserve">était se rendre impossible une minute de plus le séjour de la maison du </w:t>
      </w:r>
      <w:r w:rsidR="00B77E03">
        <w:t>« </w:t>
      </w:r>
      <w:r w:rsidRPr="002813C1">
        <w:t>général</w:t>
      </w:r>
      <w:r w:rsidR="00B77E03">
        <w:t>. »</w:t>
      </w:r>
      <w:r w:rsidRPr="002813C1">
        <w:t xml:space="preserve"> Alors où aller</w:t>
      </w:r>
      <w:r w:rsidR="00B77E03">
        <w:t xml:space="preserve">, </w:t>
      </w:r>
      <w:r w:rsidRPr="002813C1">
        <w:t>sans s</w:t>
      </w:r>
      <w:r w:rsidR="00B77E03">
        <w:t>’</w:t>
      </w:r>
      <w:r w:rsidRPr="002813C1">
        <w:t>exposer aux plus malveillants commentaires</w:t>
      </w:r>
      <w:r w:rsidR="00B77E03">
        <w:t xml:space="preserve">, </w:t>
      </w:r>
      <w:r w:rsidRPr="002813C1">
        <w:t>et à qui demander asile</w:t>
      </w:r>
      <w:r w:rsidR="00B77E03">
        <w:t> ?</w:t>
      </w:r>
    </w:p>
    <w:p w14:paraId="5E488626" w14:textId="77777777" w:rsidR="00B77E03" w:rsidRDefault="0024252B" w:rsidP="00B77E03">
      <w:r w:rsidRPr="002813C1">
        <w:t>Cependant</w:t>
      </w:r>
      <w:r w:rsidR="00B77E03">
        <w:t xml:space="preserve">, </w:t>
      </w:r>
      <w:r w:rsidRPr="002813C1">
        <w:t>ces considérations seules ne l</w:t>
      </w:r>
      <w:r w:rsidR="00B77E03">
        <w:t>’</w:t>
      </w:r>
      <w:r w:rsidRPr="002813C1">
        <w:t>eussent pas retenue</w:t>
      </w:r>
      <w:r w:rsidR="00B77E03">
        <w:t>.</w:t>
      </w:r>
    </w:p>
    <w:p w14:paraId="3F154D16" w14:textId="77777777" w:rsidR="00B77E03" w:rsidRDefault="0024252B" w:rsidP="00B77E03">
      <w:r w:rsidRPr="002813C1">
        <w:t xml:space="preserve">Elle songea que se brouiller avec les </w:t>
      </w:r>
      <w:proofErr w:type="spellStart"/>
      <w:r w:rsidRPr="002813C1">
        <w:t>Fondège</w:t>
      </w:r>
      <w:proofErr w:type="spellEnd"/>
      <w:r w:rsidRPr="002813C1">
        <w:t xml:space="preserve"> et les quitter</w:t>
      </w:r>
      <w:r w:rsidR="00B77E03">
        <w:t xml:space="preserve">, </w:t>
      </w:r>
      <w:r w:rsidRPr="002813C1">
        <w:t>c</w:t>
      </w:r>
      <w:r w:rsidR="00B77E03">
        <w:t>’</w:t>
      </w:r>
      <w:r w:rsidRPr="002813C1">
        <w:t>était peut-être risquer la partie où elle jouait son avenir et celui de Pascal</w:t>
      </w:r>
      <w:r w:rsidR="00B77E03">
        <w:t>.</w:t>
      </w:r>
    </w:p>
    <w:p w14:paraId="08C49272" w14:textId="77777777" w:rsidR="00B77E03" w:rsidRDefault="00B77E03" w:rsidP="00B77E03">
      <w:r>
        <w:t>— </w:t>
      </w:r>
      <w:r w:rsidR="0024252B" w:rsidRPr="002813C1">
        <w:t>Je dévorerai donc encore cette humiliation</w:t>
      </w:r>
      <w:r>
        <w:t xml:space="preserve"> !… </w:t>
      </w:r>
      <w:r w:rsidR="0024252B" w:rsidRPr="002813C1">
        <w:t>se dit-elle</w:t>
      </w:r>
      <w:r>
        <w:t>.</w:t>
      </w:r>
    </w:p>
    <w:p w14:paraId="4F80F5A1" w14:textId="77777777" w:rsidR="00B77E03" w:rsidRDefault="0024252B" w:rsidP="00B77E03">
      <w:r w:rsidRPr="002813C1">
        <w:t>Puis</w:t>
      </w:r>
      <w:r w:rsidR="00B77E03">
        <w:t xml:space="preserve">, </w:t>
      </w:r>
      <w:r w:rsidRPr="002813C1">
        <w:t>tout haut</w:t>
      </w:r>
      <w:r w:rsidR="00B77E03">
        <w:t xml:space="preserve">, </w:t>
      </w:r>
      <w:r w:rsidRPr="002813C1">
        <w:t>et d</w:t>
      </w:r>
      <w:r w:rsidR="00B77E03">
        <w:t>’</w:t>
      </w:r>
      <w:r w:rsidRPr="002813C1">
        <w:t>un accent d</w:t>
      </w:r>
      <w:r w:rsidR="00B77E03">
        <w:t>’</w:t>
      </w:r>
      <w:r w:rsidRPr="002813C1">
        <w:t>amère tristesse</w:t>
      </w:r>
      <w:r w:rsidR="00B77E03">
        <w:t> :</w:t>
      </w:r>
    </w:p>
    <w:p w14:paraId="63FBB233" w14:textId="77777777" w:rsidR="00B77E03" w:rsidRDefault="00B77E03" w:rsidP="00B77E03">
      <w:r>
        <w:t>— </w:t>
      </w:r>
      <w:r w:rsidR="0024252B" w:rsidRPr="002813C1">
        <w:t>C</w:t>
      </w:r>
      <w:r>
        <w:t>’</w:t>
      </w:r>
      <w:r w:rsidR="0024252B" w:rsidRPr="002813C1">
        <w:t>est être peu soucieux de son nom</w:t>
      </w:r>
      <w:r>
        <w:t xml:space="preserve">, </w:t>
      </w:r>
      <w:r w:rsidR="0024252B" w:rsidRPr="002813C1">
        <w:t>reprit-elle</w:t>
      </w:r>
      <w:r>
        <w:t xml:space="preserve">, </w:t>
      </w:r>
      <w:r w:rsidR="0024252B" w:rsidRPr="002813C1">
        <w:t>que de l</w:t>
      </w:r>
      <w:r>
        <w:t>’</w:t>
      </w:r>
      <w:r w:rsidR="0024252B" w:rsidRPr="002813C1">
        <w:t>offrir ainsi à une femme dont on ignore tout</w:t>
      </w:r>
      <w:r>
        <w:t>…</w:t>
      </w:r>
    </w:p>
    <w:p w14:paraId="1ED05E3C" w14:textId="77777777" w:rsidR="00B77E03" w:rsidRDefault="00B77E03" w:rsidP="00B77E03">
      <w:r>
        <w:lastRenderedPageBreak/>
        <w:t>— </w:t>
      </w:r>
      <w:r w:rsidR="0024252B" w:rsidRPr="002813C1">
        <w:t>Pardon</w:t>
      </w:r>
      <w:r>
        <w:t xml:space="preserve"> ! </w:t>
      </w:r>
      <w:r w:rsidR="0024252B" w:rsidRPr="002813C1">
        <w:t>vous oubliez que ma mère</w:t>
      </w:r>
      <w:r>
        <w:t>…</w:t>
      </w:r>
    </w:p>
    <w:p w14:paraId="556C1103" w14:textId="77777777" w:rsidR="00B77E03" w:rsidRDefault="00B77E03" w:rsidP="00B77E03">
      <w:r>
        <w:t>— </w:t>
      </w:r>
      <w:r w:rsidR="0024252B" w:rsidRPr="002813C1">
        <w:t>Il n</w:t>
      </w:r>
      <w:r>
        <w:t>’</w:t>
      </w:r>
      <w:r w:rsidR="0024252B" w:rsidRPr="002813C1">
        <w:t>y a pas huit jours que votre mère me connaît</w:t>
      </w:r>
      <w:r>
        <w:t xml:space="preserve">, </w:t>
      </w:r>
      <w:r w:rsidR="0024252B" w:rsidRPr="002813C1">
        <w:t>monsieur</w:t>
      </w:r>
      <w:r>
        <w:t>.</w:t>
      </w:r>
    </w:p>
    <w:p w14:paraId="728DE74D" w14:textId="77777777" w:rsidR="00B77E03" w:rsidRDefault="0024252B" w:rsidP="00B77E03">
      <w:r w:rsidRPr="002813C1">
        <w:t>La plus vive surprise se peignit sur le visage du lieutenant</w:t>
      </w:r>
      <w:r w:rsidR="00B77E03">
        <w:t>.</w:t>
      </w:r>
    </w:p>
    <w:p w14:paraId="246C5CBC" w14:textId="77777777" w:rsidR="00B77E03" w:rsidRDefault="00B77E03" w:rsidP="00B77E03">
      <w:r>
        <w:t>— </w:t>
      </w:r>
      <w:r w:rsidR="0024252B" w:rsidRPr="002813C1">
        <w:t>Est-ce possible</w:t>
      </w:r>
      <w:r>
        <w:t xml:space="preserve"> !… </w:t>
      </w:r>
      <w:r w:rsidR="0024252B" w:rsidRPr="002813C1">
        <w:t>murmura-t-il</w:t>
      </w:r>
      <w:r>
        <w:t>.</w:t>
      </w:r>
    </w:p>
    <w:p w14:paraId="4BEEE51F" w14:textId="1FA3E23A" w:rsidR="00B77E03" w:rsidRDefault="00B77E03" w:rsidP="00B77E03">
      <w:r>
        <w:t>— </w:t>
      </w:r>
      <w:r w:rsidR="0024252B" w:rsidRPr="002813C1">
        <w:t>Votre père</w:t>
      </w:r>
      <w:r>
        <w:t xml:space="preserve">, </w:t>
      </w:r>
      <w:r w:rsidR="0024252B" w:rsidRPr="002813C1">
        <w:t>lui</w:t>
      </w:r>
      <w:r>
        <w:t xml:space="preserve">, </w:t>
      </w:r>
      <w:r w:rsidR="0024252B" w:rsidRPr="002813C1">
        <w:t>continua la jeune fille</w:t>
      </w:r>
      <w:r>
        <w:t xml:space="preserve">, </w:t>
      </w:r>
      <w:r w:rsidR="0024252B" w:rsidRPr="002813C1">
        <w:t>s</w:t>
      </w:r>
      <w:r>
        <w:t>’</w:t>
      </w:r>
      <w:r w:rsidR="0024252B" w:rsidRPr="002813C1">
        <w:t xml:space="preserve">est trouvé cinq ou six fois à table avec moi chez </w:t>
      </w:r>
      <w:r>
        <w:t>M. </w:t>
      </w:r>
      <w:r w:rsidR="0024252B" w:rsidRPr="002813C1">
        <w:t xml:space="preserve">le comte de </w:t>
      </w:r>
      <w:proofErr w:type="spellStart"/>
      <w:r w:rsidR="0024252B" w:rsidRPr="002813C1">
        <w:t>Chalusse</w:t>
      </w:r>
      <w:proofErr w:type="spellEnd"/>
      <w:r>
        <w:t xml:space="preserve">, </w:t>
      </w:r>
      <w:r w:rsidR="0024252B" w:rsidRPr="002813C1">
        <w:t>qui était son ami</w:t>
      </w:r>
      <w:r>
        <w:t xml:space="preserve">… </w:t>
      </w:r>
      <w:r w:rsidR="0024252B" w:rsidRPr="002813C1">
        <w:t xml:space="preserve">Mais que </w:t>
      </w:r>
      <w:proofErr w:type="spellStart"/>
      <w:r w:rsidR="0024252B" w:rsidRPr="002813C1">
        <w:t>sait-il</w:t>
      </w:r>
      <w:proofErr w:type="spellEnd"/>
      <w:r w:rsidR="0024252B" w:rsidRPr="002813C1">
        <w:t xml:space="preserve"> de moi</w:t>
      </w:r>
      <w:r>
        <w:t xml:space="preserve"> ? </w:t>
      </w:r>
      <w:r w:rsidR="0024252B" w:rsidRPr="002813C1">
        <w:t>Que tout à coup</w:t>
      </w:r>
      <w:r>
        <w:t xml:space="preserve">, </w:t>
      </w:r>
      <w:r w:rsidR="0024252B" w:rsidRPr="002813C1">
        <w:t>il n</w:t>
      </w:r>
      <w:r>
        <w:t>’</w:t>
      </w:r>
      <w:r w:rsidR="0024252B" w:rsidRPr="002813C1">
        <w:t>y a pas un an</w:t>
      </w:r>
      <w:r>
        <w:t xml:space="preserve">, </w:t>
      </w:r>
      <w:r w:rsidR="0024252B" w:rsidRPr="002813C1">
        <w:t>je suis arrivée à l</w:t>
      </w:r>
      <w:r>
        <w:t>’</w:t>
      </w:r>
      <w:r w:rsidR="0024252B" w:rsidRPr="002813C1">
        <w:t xml:space="preserve">hôtel de </w:t>
      </w:r>
      <w:proofErr w:type="spellStart"/>
      <w:r w:rsidR="0024252B" w:rsidRPr="002813C1">
        <w:t>Chalusse</w:t>
      </w:r>
      <w:proofErr w:type="spellEnd"/>
      <w:r w:rsidR="0024252B" w:rsidRPr="002813C1">
        <w:t xml:space="preserve"> et que </w:t>
      </w:r>
      <w:r>
        <w:t>M. </w:t>
      </w:r>
      <w:r w:rsidR="0024252B" w:rsidRPr="002813C1">
        <w:t>le comte me traitait comme sa fille</w:t>
      </w:r>
      <w:r>
        <w:t xml:space="preserve">… </w:t>
      </w:r>
      <w:r w:rsidR="0024252B" w:rsidRPr="002813C1">
        <w:t>et voilà tout</w:t>
      </w:r>
      <w:r>
        <w:t xml:space="preserve">. </w:t>
      </w:r>
      <w:r w:rsidR="0024252B" w:rsidRPr="002813C1">
        <w:t>Qui je suis</w:t>
      </w:r>
      <w:r>
        <w:t xml:space="preserve">, </w:t>
      </w:r>
      <w:r w:rsidR="0024252B" w:rsidRPr="002813C1">
        <w:t>où j</w:t>
      </w:r>
      <w:r>
        <w:t>’</w:t>
      </w:r>
      <w:r w:rsidR="0024252B" w:rsidRPr="002813C1">
        <w:t>ai été élevée et comment</w:t>
      </w:r>
      <w:r>
        <w:t xml:space="preserve">, </w:t>
      </w:r>
      <w:r w:rsidR="0024252B" w:rsidRPr="002813C1">
        <w:t>quel est mon passé</w:t>
      </w:r>
      <w:r>
        <w:t>, M. de </w:t>
      </w:r>
      <w:proofErr w:type="spellStart"/>
      <w:r w:rsidR="0024252B" w:rsidRPr="002813C1">
        <w:t>Fondège</w:t>
      </w:r>
      <w:proofErr w:type="spellEnd"/>
      <w:r w:rsidR="0024252B" w:rsidRPr="002813C1">
        <w:t xml:space="preserve"> l</w:t>
      </w:r>
      <w:r>
        <w:t>’</w:t>
      </w:r>
      <w:r w:rsidR="0024252B" w:rsidRPr="002813C1">
        <w:t>ignore autant que vous</w:t>
      </w:r>
      <w:r>
        <w:t>…</w:t>
      </w:r>
    </w:p>
    <w:p w14:paraId="615EAD53" w14:textId="77777777" w:rsidR="00B77E03" w:rsidRDefault="00B77E03" w:rsidP="00B77E03">
      <w:r>
        <w:t>— </w:t>
      </w:r>
      <w:r w:rsidR="0024252B" w:rsidRPr="002813C1">
        <w:t>Mes parents m</w:t>
      </w:r>
      <w:r>
        <w:t>’</w:t>
      </w:r>
      <w:r w:rsidR="0024252B" w:rsidRPr="002813C1">
        <w:t xml:space="preserve">ont dit que vous étiez la fille du comte de </w:t>
      </w:r>
      <w:proofErr w:type="spellStart"/>
      <w:r w:rsidR="0024252B" w:rsidRPr="002813C1">
        <w:t>Chalusse</w:t>
      </w:r>
      <w:proofErr w:type="spellEnd"/>
      <w:r>
        <w:t xml:space="preserve">, </w:t>
      </w:r>
      <w:r w:rsidR="0024252B" w:rsidRPr="002813C1">
        <w:t>mademoiselle</w:t>
      </w:r>
      <w:r>
        <w:t>…</w:t>
      </w:r>
    </w:p>
    <w:p w14:paraId="211BF261" w14:textId="77777777" w:rsidR="00B77E03" w:rsidRDefault="00B77E03" w:rsidP="00B77E03">
      <w:r>
        <w:t>— </w:t>
      </w:r>
      <w:r w:rsidR="0024252B" w:rsidRPr="002813C1">
        <w:t>Et la preuve</w:t>
      </w:r>
      <w:r>
        <w:t xml:space="preserve"> ?… </w:t>
      </w:r>
      <w:r w:rsidR="0024252B" w:rsidRPr="002813C1">
        <w:t>Ils auraient dû vous dire plutôt</w:t>
      </w:r>
      <w:r>
        <w:t xml:space="preserve"> ; </w:t>
      </w:r>
      <w:r w:rsidR="0024252B" w:rsidRPr="002813C1">
        <w:t>que je suis une malheureuse enfant trouvée</w:t>
      </w:r>
      <w:r>
        <w:t xml:space="preserve">, </w:t>
      </w:r>
      <w:r w:rsidR="0024252B" w:rsidRPr="002813C1">
        <w:t>sans autre nom que mon nom de Marguerite</w:t>
      </w:r>
      <w:r>
        <w:t>…</w:t>
      </w:r>
    </w:p>
    <w:p w14:paraId="2DC98991" w14:textId="77777777" w:rsidR="00B77E03" w:rsidRDefault="00B77E03" w:rsidP="00B77E03">
      <w:r>
        <w:t>— </w:t>
      </w:r>
      <w:r w:rsidR="0024252B" w:rsidRPr="002813C1">
        <w:t>Oh</w:t>
      </w:r>
      <w:r>
        <w:t> !…</w:t>
      </w:r>
    </w:p>
    <w:p w14:paraId="0C1E393C" w14:textId="77777777" w:rsidR="00B77E03" w:rsidRDefault="00B77E03" w:rsidP="00B77E03">
      <w:r>
        <w:t>— </w:t>
      </w:r>
      <w:r w:rsidR="0024252B" w:rsidRPr="002813C1">
        <w:t>Ils auraient dû vous dire aussi que je suis pauvre</w:t>
      </w:r>
      <w:r>
        <w:t xml:space="preserve">, </w:t>
      </w:r>
      <w:r w:rsidR="0024252B" w:rsidRPr="002813C1">
        <w:t>très-pauvre</w:t>
      </w:r>
      <w:r>
        <w:t xml:space="preserve">, </w:t>
      </w:r>
      <w:r w:rsidR="0024252B" w:rsidRPr="002813C1">
        <w:t>que sans eux j</w:t>
      </w:r>
      <w:r>
        <w:t>’</w:t>
      </w:r>
      <w:r w:rsidR="0024252B" w:rsidRPr="002813C1">
        <w:t>en serais peut-être réduite à travailler pour gagner mon pain</w:t>
      </w:r>
      <w:r>
        <w:t>…</w:t>
      </w:r>
    </w:p>
    <w:p w14:paraId="03E36A8E" w14:textId="77777777" w:rsidR="00B77E03" w:rsidRDefault="0024252B" w:rsidP="00B77E03">
      <w:r w:rsidRPr="002813C1">
        <w:t>Un sourire incrédule glissa sur les lèvres du lieutenant</w:t>
      </w:r>
      <w:r w:rsidR="00B77E03">
        <w:t>…</w:t>
      </w:r>
    </w:p>
    <w:p w14:paraId="0B6B15A0" w14:textId="25989EB7" w:rsidR="00B77E03" w:rsidRDefault="0024252B" w:rsidP="00B77E03">
      <w:r w:rsidRPr="002813C1">
        <w:t>L</w:t>
      </w:r>
      <w:r w:rsidR="00B77E03">
        <w:t>’</w:t>
      </w:r>
      <w:r w:rsidRPr="002813C1">
        <w:t xml:space="preserve">idée lui vint que peut-être </w:t>
      </w:r>
      <w:r w:rsidR="00B77E03">
        <w:t>M</w:t>
      </w:r>
      <w:r w:rsidR="00B77E03" w:rsidRPr="00B77E03">
        <w:rPr>
          <w:vertAlign w:val="superscript"/>
        </w:rPr>
        <w:t>lle</w:t>
      </w:r>
      <w:r w:rsidR="00B77E03">
        <w:t> </w:t>
      </w:r>
      <w:r w:rsidRPr="002813C1">
        <w:t>Marguerite voulait l</w:t>
      </w:r>
      <w:r w:rsidR="00B77E03">
        <w:t>’</w:t>
      </w:r>
      <w:r w:rsidRPr="002813C1">
        <w:t>éprouver</w:t>
      </w:r>
      <w:r w:rsidR="00B77E03">
        <w:t xml:space="preserve">, </w:t>
      </w:r>
      <w:r w:rsidRPr="002813C1">
        <w:t>et cela lui rendit quelque aplomb</w:t>
      </w:r>
      <w:r w:rsidR="00B77E03">
        <w:t>.</w:t>
      </w:r>
    </w:p>
    <w:p w14:paraId="19857DF3" w14:textId="77777777" w:rsidR="00B77E03" w:rsidRDefault="00B77E03" w:rsidP="00B77E03">
      <w:r>
        <w:t>— </w:t>
      </w:r>
      <w:r w:rsidR="0024252B" w:rsidRPr="002813C1">
        <w:t>Peut-être exagérez-vous un peu</w:t>
      </w:r>
      <w:r>
        <w:t xml:space="preserve">, </w:t>
      </w:r>
      <w:r w:rsidR="0024252B" w:rsidRPr="002813C1">
        <w:t>mademoiselle</w:t>
      </w:r>
      <w:r>
        <w:t xml:space="preserve">, </w:t>
      </w:r>
      <w:r w:rsidR="0024252B" w:rsidRPr="002813C1">
        <w:t>fit-il</w:t>
      </w:r>
      <w:r>
        <w:t>.</w:t>
      </w:r>
    </w:p>
    <w:p w14:paraId="1FF470F6" w14:textId="77777777" w:rsidR="00B77E03" w:rsidRDefault="00B77E03" w:rsidP="00B77E03">
      <w:r>
        <w:lastRenderedPageBreak/>
        <w:t>— </w:t>
      </w:r>
      <w:r w:rsidR="0024252B" w:rsidRPr="002813C1">
        <w:t>Je n</w:t>
      </w:r>
      <w:r>
        <w:t>’</w:t>
      </w:r>
      <w:r w:rsidR="0024252B" w:rsidRPr="002813C1">
        <w:t>exagère rien</w:t>
      </w:r>
      <w:r>
        <w:t xml:space="preserve">… </w:t>
      </w:r>
      <w:r w:rsidR="0024252B" w:rsidRPr="002813C1">
        <w:t>Je ne possède au monde qu</w:t>
      </w:r>
      <w:r>
        <w:t>’</w:t>
      </w:r>
      <w:r w:rsidR="0024252B" w:rsidRPr="002813C1">
        <w:t>une dizaine de mille francs</w:t>
      </w:r>
      <w:r>
        <w:t xml:space="preserve">, </w:t>
      </w:r>
      <w:r w:rsidR="0024252B" w:rsidRPr="002813C1">
        <w:t>je vous le jure par tout ce que j</w:t>
      </w:r>
      <w:r>
        <w:t>’</w:t>
      </w:r>
      <w:r w:rsidR="0024252B" w:rsidRPr="002813C1">
        <w:t>ai de plus sacré</w:t>
      </w:r>
      <w:r>
        <w:t>.</w:t>
      </w:r>
    </w:p>
    <w:p w14:paraId="76CE1D42" w14:textId="77777777" w:rsidR="00B77E03" w:rsidRDefault="00B77E03" w:rsidP="00B77E03">
      <w:r>
        <w:t>— </w:t>
      </w:r>
      <w:r w:rsidR="0024252B" w:rsidRPr="002813C1">
        <w:t>Ce ne serait pas même la dot réglementaire</w:t>
      </w:r>
      <w:r>
        <w:t xml:space="preserve">, </w:t>
      </w:r>
      <w:r w:rsidR="0024252B" w:rsidRPr="002813C1">
        <w:t>murmura le lieutenant</w:t>
      </w:r>
      <w:r>
        <w:t>.</w:t>
      </w:r>
    </w:p>
    <w:p w14:paraId="6A7AFD7F" w14:textId="07987A33" w:rsidR="00B77E03" w:rsidRDefault="0024252B" w:rsidP="00B77E03">
      <w:r w:rsidRPr="002813C1">
        <w:t>Raillait-il</w:t>
      </w:r>
      <w:r w:rsidR="00B77E03">
        <w:t xml:space="preserve">, </w:t>
      </w:r>
      <w:r w:rsidRPr="002813C1">
        <w:t>son évidente incrédulité était-elle sincère ou jouée</w:t>
      </w:r>
      <w:r w:rsidR="00B77E03">
        <w:t xml:space="preserve"> ?… </w:t>
      </w:r>
      <w:r w:rsidRPr="002813C1">
        <w:t xml:space="preserve">Que lui avaient dit en réalité </w:t>
      </w:r>
      <w:r w:rsidR="00B77E03">
        <w:t>M. </w:t>
      </w:r>
      <w:r w:rsidRPr="002813C1">
        <w:t xml:space="preserve">et </w:t>
      </w:r>
      <w:r w:rsidR="00B77E03">
        <w:t>M</w:t>
      </w:r>
      <w:r w:rsidR="00B77E03" w:rsidRPr="00B77E03">
        <w:rPr>
          <w:vertAlign w:val="superscript"/>
        </w:rPr>
        <w:t>me</w:t>
      </w:r>
      <w:r w:rsidR="00B77E03">
        <w:t> de </w:t>
      </w:r>
      <w:proofErr w:type="spellStart"/>
      <w:r w:rsidRPr="002813C1">
        <w:t>Fondège</w:t>
      </w:r>
      <w:proofErr w:type="spellEnd"/>
      <w:r w:rsidR="00B77E03">
        <w:t xml:space="preserve"> ?… </w:t>
      </w:r>
      <w:r w:rsidRPr="002813C1">
        <w:t>Lui avaient-ils tout avoué et était-il leur complice</w:t>
      </w:r>
      <w:r w:rsidR="00B77E03">
        <w:t xml:space="preserve">, </w:t>
      </w:r>
      <w:r w:rsidRPr="002813C1">
        <w:t>ou bien ne l</w:t>
      </w:r>
      <w:r w:rsidR="00B77E03">
        <w:t>’</w:t>
      </w:r>
      <w:r w:rsidRPr="002813C1">
        <w:t>avaient-ils prévenu de rien</w:t>
      </w:r>
      <w:r w:rsidR="00B77E03">
        <w:t xml:space="preserve">, </w:t>
      </w:r>
      <w:r w:rsidRPr="002813C1">
        <w:t>ne pouvant prévoir comment tournerait cette entrevue étrange</w:t>
      </w:r>
      <w:r w:rsidR="00B77E03">
        <w:t> ?</w:t>
      </w:r>
    </w:p>
    <w:p w14:paraId="5DE52F34" w14:textId="72B4A1D2" w:rsidR="00B77E03" w:rsidRDefault="0024252B" w:rsidP="00B77E03">
      <w:r w:rsidRPr="002813C1">
        <w:t xml:space="preserve">Voilà ce dont </w:t>
      </w:r>
      <w:r w:rsidR="00B77E03">
        <w:t>M</w:t>
      </w:r>
      <w:r w:rsidR="00B77E03" w:rsidRPr="00B77E03">
        <w:rPr>
          <w:vertAlign w:val="superscript"/>
        </w:rPr>
        <w:t>lle</w:t>
      </w:r>
      <w:r w:rsidR="00B77E03">
        <w:t> </w:t>
      </w:r>
      <w:r w:rsidRPr="002813C1">
        <w:t>Marguerite crut qu</w:t>
      </w:r>
      <w:r w:rsidR="00B77E03">
        <w:t>’</w:t>
      </w:r>
      <w:r w:rsidRPr="002813C1">
        <w:t>il lui importait d</w:t>
      </w:r>
      <w:r w:rsidR="00B77E03">
        <w:t>’</w:t>
      </w:r>
      <w:r w:rsidRPr="002813C1">
        <w:t>avoir le cœur net</w:t>
      </w:r>
      <w:r w:rsidR="00B77E03">
        <w:t xml:space="preserve">, </w:t>
      </w:r>
      <w:r w:rsidRPr="002813C1">
        <w:t>et troublée qu</w:t>
      </w:r>
      <w:r w:rsidR="00B77E03">
        <w:t>’</w:t>
      </w:r>
      <w:r w:rsidRPr="002813C1">
        <w:t>elle était</w:t>
      </w:r>
      <w:r w:rsidR="00B77E03">
        <w:t xml:space="preserve">, </w:t>
      </w:r>
      <w:r w:rsidRPr="002813C1">
        <w:t>ne réfléchissant pas à l</w:t>
      </w:r>
      <w:r w:rsidR="00B77E03">
        <w:t>’</w:t>
      </w:r>
      <w:r w:rsidRPr="002813C1">
        <w:t>incalculable portée de quelques paroles</w:t>
      </w:r>
      <w:r w:rsidR="00B77E03">
        <w:t> :</w:t>
      </w:r>
    </w:p>
    <w:p w14:paraId="017F9D45" w14:textId="77777777" w:rsidR="00B77E03" w:rsidRDefault="00B77E03" w:rsidP="00B77E03">
      <w:r>
        <w:t>— </w:t>
      </w:r>
      <w:r w:rsidR="0024252B" w:rsidRPr="002813C1">
        <w:t>Vous êtes persuadé que je suis riche</w:t>
      </w:r>
      <w:r>
        <w:t xml:space="preserve">, </w:t>
      </w:r>
      <w:r w:rsidR="0024252B" w:rsidRPr="002813C1">
        <w:t>monsieur</w:t>
      </w:r>
      <w:r>
        <w:t xml:space="preserve">, </w:t>
      </w:r>
      <w:r w:rsidR="0024252B" w:rsidRPr="002813C1">
        <w:t>reprit-elle</w:t>
      </w:r>
      <w:r>
        <w:t xml:space="preserve"> ; </w:t>
      </w:r>
      <w:r w:rsidR="0024252B" w:rsidRPr="002813C1">
        <w:t>je ne le comprends que trop</w:t>
      </w:r>
      <w:r>
        <w:t xml:space="preserve">… </w:t>
      </w:r>
      <w:r w:rsidR="0024252B" w:rsidRPr="002813C1">
        <w:t>Si je l</w:t>
      </w:r>
      <w:r>
        <w:t>’</w:t>
      </w:r>
      <w:r w:rsidR="0024252B" w:rsidRPr="002813C1">
        <w:t>étais</w:t>
      </w:r>
      <w:r>
        <w:t xml:space="preserve">, </w:t>
      </w:r>
      <w:r w:rsidR="0024252B" w:rsidRPr="002813C1">
        <w:t>vous devriez vous éloigner de moi comme d</w:t>
      </w:r>
      <w:r>
        <w:t>’</w:t>
      </w:r>
      <w:r w:rsidR="0024252B" w:rsidRPr="002813C1">
        <w:t>une misérable</w:t>
      </w:r>
      <w:r>
        <w:t xml:space="preserve">, </w:t>
      </w:r>
      <w:r w:rsidR="0024252B" w:rsidRPr="002813C1">
        <w:t>car je le serais par un crime</w:t>
      </w:r>
      <w:r>
        <w:t>…</w:t>
      </w:r>
    </w:p>
    <w:p w14:paraId="669B9BB5" w14:textId="77777777" w:rsidR="00B77E03" w:rsidRDefault="00B77E03" w:rsidP="00B77E03">
      <w:r>
        <w:t>— </w:t>
      </w:r>
      <w:r w:rsidR="0024252B" w:rsidRPr="002813C1">
        <w:t>Mademoiselle</w:t>
      </w:r>
      <w:r>
        <w:t> !…</w:t>
      </w:r>
    </w:p>
    <w:p w14:paraId="02BFBCCE" w14:textId="12E0CB8D" w:rsidR="00B77E03" w:rsidRDefault="00B77E03" w:rsidP="00B77E03">
      <w:r>
        <w:t>— </w:t>
      </w:r>
      <w:r w:rsidR="0024252B" w:rsidRPr="002813C1">
        <w:t>Oui</w:t>
      </w:r>
      <w:r>
        <w:t xml:space="preserve">, </w:t>
      </w:r>
      <w:r w:rsidR="0024252B" w:rsidRPr="002813C1">
        <w:t>par un crime</w:t>
      </w:r>
      <w:r>
        <w:t xml:space="preserve">… </w:t>
      </w:r>
      <w:r w:rsidR="0024252B" w:rsidRPr="002813C1">
        <w:t xml:space="preserve">À la mort de </w:t>
      </w:r>
      <w:r>
        <w:t>M. de </w:t>
      </w:r>
      <w:proofErr w:type="spellStart"/>
      <w:r w:rsidR="0024252B" w:rsidRPr="002813C1">
        <w:t>Chalusse</w:t>
      </w:r>
      <w:proofErr w:type="spellEnd"/>
      <w:r>
        <w:t xml:space="preserve">, </w:t>
      </w:r>
      <w:r w:rsidR="0024252B" w:rsidRPr="002813C1">
        <w:t>deux millions qui se trouvaient dans son secrétaire ont disparu</w:t>
      </w:r>
      <w:r>
        <w:t xml:space="preserve">… </w:t>
      </w:r>
      <w:r w:rsidR="0024252B" w:rsidRPr="002813C1">
        <w:t>Qui les a volés</w:t>
      </w:r>
      <w:r>
        <w:t xml:space="preserve"> ?… </w:t>
      </w:r>
      <w:r w:rsidR="0024252B" w:rsidRPr="002813C1">
        <w:t>On a osé m</w:t>
      </w:r>
      <w:r>
        <w:t>’</w:t>
      </w:r>
      <w:r w:rsidR="0024252B" w:rsidRPr="002813C1">
        <w:t>accuser</w:t>
      </w:r>
      <w:r>
        <w:t xml:space="preserve">… </w:t>
      </w:r>
      <w:r w:rsidR="0024252B" w:rsidRPr="002813C1">
        <w:t>Votre père eût dû vous apprendre cela</w:t>
      </w:r>
      <w:r>
        <w:t xml:space="preserve">, </w:t>
      </w:r>
      <w:r w:rsidR="0024252B" w:rsidRPr="002813C1">
        <w:t>monsieur</w:t>
      </w:r>
      <w:r>
        <w:t xml:space="preserve">, </w:t>
      </w:r>
      <w:r w:rsidR="0024252B" w:rsidRPr="002813C1">
        <w:t>et aussi quels flétrissants soupçons pèsent encore sur moi</w:t>
      </w:r>
      <w:r>
        <w:t>…</w:t>
      </w:r>
    </w:p>
    <w:p w14:paraId="6A010AFA" w14:textId="77777777" w:rsidR="00B77E03" w:rsidRDefault="0024252B" w:rsidP="00B77E03">
      <w:r w:rsidRPr="002813C1">
        <w:t>Elle s</w:t>
      </w:r>
      <w:r w:rsidR="00B77E03">
        <w:t>’</w:t>
      </w:r>
      <w:r w:rsidRPr="002813C1">
        <w:t>arrêta</w:t>
      </w:r>
      <w:r w:rsidR="00B77E03">
        <w:t xml:space="preserve">… </w:t>
      </w:r>
      <w:r w:rsidRPr="002813C1">
        <w:t>Le lieutenant était devenu plus blanc qu</w:t>
      </w:r>
      <w:r w:rsidR="00B77E03">
        <w:t>’</w:t>
      </w:r>
      <w:r w:rsidRPr="002813C1">
        <w:t>un linge</w:t>
      </w:r>
      <w:r w:rsidR="00B77E03">
        <w:t>…</w:t>
      </w:r>
    </w:p>
    <w:p w14:paraId="6F9EA895" w14:textId="77777777" w:rsidR="00B77E03" w:rsidRDefault="00B77E03" w:rsidP="00B77E03">
      <w:r>
        <w:t>— </w:t>
      </w:r>
      <w:r w:rsidR="0024252B" w:rsidRPr="002813C1">
        <w:t>Grand Dieu</w:t>
      </w:r>
      <w:r>
        <w:t xml:space="preserve"> !… </w:t>
      </w:r>
      <w:r w:rsidR="0024252B" w:rsidRPr="002813C1">
        <w:t>s</w:t>
      </w:r>
      <w:r>
        <w:t>’</w:t>
      </w:r>
      <w:r w:rsidR="0024252B" w:rsidRPr="002813C1">
        <w:t>écria-t-il</w:t>
      </w:r>
      <w:r>
        <w:t xml:space="preserve">, </w:t>
      </w:r>
      <w:r w:rsidR="0024252B" w:rsidRPr="002813C1">
        <w:t>avec un accent d</w:t>
      </w:r>
      <w:r>
        <w:t>’</w:t>
      </w:r>
      <w:r w:rsidR="0024252B" w:rsidRPr="002813C1">
        <w:t>horreur</w:t>
      </w:r>
      <w:r>
        <w:t xml:space="preserve">, </w:t>
      </w:r>
      <w:r w:rsidR="0024252B" w:rsidRPr="002813C1">
        <w:t>et comme si tout à coup une épouvantable lumière se fût faite dans son esprit</w:t>
      </w:r>
      <w:r>
        <w:t>…</w:t>
      </w:r>
    </w:p>
    <w:p w14:paraId="4FCDBF8F" w14:textId="34B8199E" w:rsidR="00B77E03" w:rsidRDefault="0024252B" w:rsidP="00B77E03">
      <w:r w:rsidRPr="002813C1">
        <w:lastRenderedPageBreak/>
        <w:t>Il eut un mouvement comme pour s</w:t>
      </w:r>
      <w:r w:rsidR="00B77E03">
        <w:t>’</w:t>
      </w:r>
      <w:r w:rsidRPr="002813C1">
        <w:t>élancer dehors</w:t>
      </w:r>
      <w:r w:rsidR="00B77E03">
        <w:t xml:space="preserve">, </w:t>
      </w:r>
      <w:r w:rsidRPr="002813C1">
        <w:t>mais se ravisant</w:t>
      </w:r>
      <w:r w:rsidR="00B77E03">
        <w:t xml:space="preserve">, </w:t>
      </w:r>
      <w:r w:rsidRPr="002813C1">
        <w:t>il s</w:t>
      </w:r>
      <w:r w:rsidR="00B77E03">
        <w:t>’</w:t>
      </w:r>
      <w:r w:rsidRPr="002813C1">
        <w:t>inclina</w:t>
      </w:r>
      <w:r w:rsidR="00B77E03">
        <w:t xml:space="preserve">, </w:t>
      </w:r>
      <w:r w:rsidRPr="002813C1">
        <w:t xml:space="preserve">devant </w:t>
      </w:r>
      <w:r w:rsidR="00B77E03">
        <w:t>M</w:t>
      </w:r>
      <w:r w:rsidR="00B77E03" w:rsidRPr="00B77E03">
        <w:rPr>
          <w:vertAlign w:val="superscript"/>
        </w:rPr>
        <w:t>lle</w:t>
      </w:r>
      <w:r w:rsidR="00B77E03">
        <w:t> </w:t>
      </w:r>
      <w:r w:rsidRPr="002813C1">
        <w:t>Marguerite</w:t>
      </w:r>
      <w:r w:rsidR="00B77E03">
        <w:t xml:space="preserve">, </w:t>
      </w:r>
      <w:r w:rsidRPr="002813C1">
        <w:t>et humblement</w:t>
      </w:r>
      <w:r w:rsidR="00B77E03">
        <w:t xml:space="preserve">, </w:t>
      </w:r>
      <w:r w:rsidRPr="002813C1">
        <w:t>d</w:t>
      </w:r>
      <w:r w:rsidR="00B77E03">
        <w:t>’</w:t>
      </w:r>
      <w:r w:rsidRPr="002813C1">
        <w:t>une voix étranglée</w:t>
      </w:r>
      <w:r w:rsidR="00B77E03">
        <w:t> :</w:t>
      </w:r>
    </w:p>
    <w:p w14:paraId="1C85FB41" w14:textId="77777777" w:rsidR="00B77E03" w:rsidRDefault="00B77E03" w:rsidP="00B77E03">
      <w:r>
        <w:t>— </w:t>
      </w:r>
      <w:r w:rsidR="0024252B" w:rsidRPr="002813C1">
        <w:t>Me pardonnez-vous</w:t>
      </w:r>
      <w:r>
        <w:t xml:space="preserve">, </w:t>
      </w:r>
      <w:r w:rsidR="0024252B" w:rsidRPr="002813C1">
        <w:t>Mademoiselle</w:t>
      </w:r>
      <w:r>
        <w:t xml:space="preserve">… </w:t>
      </w:r>
      <w:r w:rsidR="0024252B" w:rsidRPr="002813C1">
        <w:t>balbutia-t-il</w:t>
      </w:r>
      <w:r>
        <w:t xml:space="preserve">. </w:t>
      </w:r>
      <w:r w:rsidR="0024252B" w:rsidRPr="002813C1">
        <w:t>Je ne savais ce que je faisais</w:t>
      </w:r>
      <w:r>
        <w:t xml:space="preserve">… </w:t>
      </w:r>
      <w:r w:rsidR="0024252B" w:rsidRPr="002813C1">
        <w:t>On m</w:t>
      </w:r>
      <w:r>
        <w:t>’</w:t>
      </w:r>
      <w:r w:rsidR="0024252B" w:rsidRPr="002813C1">
        <w:t>avait égaré</w:t>
      </w:r>
      <w:r>
        <w:t xml:space="preserve">, </w:t>
      </w:r>
      <w:r w:rsidR="0024252B" w:rsidRPr="002813C1">
        <w:t>en me flattant d</w:t>
      </w:r>
      <w:r>
        <w:t>’</w:t>
      </w:r>
      <w:r w:rsidR="0024252B" w:rsidRPr="002813C1">
        <w:t>espérances insensées</w:t>
      </w:r>
      <w:r>
        <w:t xml:space="preserve">… </w:t>
      </w:r>
      <w:r w:rsidR="0024252B" w:rsidRPr="002813C1">
        <w:t>Je vous en conjure</w:t>
      </w:r>
      <w:r>
        <w:t xml:space="preserve">, </w:t>
      </w:r>
      <w:r w:rsidR="0024252B" w:rsidRPr="002813C1">
        <w:t>dites-moi que vous me pardonnez</w:t>
      </w:r>
      <w:r>
        <w:t>…</w:t>
      </w:r>
    </w:p>
    <w:p w14:paraId="602D0E19" w14:textId="77777777" w:rsidR="00B77E03" w:rsidRDefault="00B77E03" w:rsidP="00B77E03">
      <w:r>
        <w:t>— </w:t>
      </w:r>
      <w:r w:rsidR="0024252B" w:rsidRPr="002813C1">
        <w:t>Je vous pardonne</w:t>
      </w:r>
      <w:r>
        <w:t xml:space="preserve">, </w:t>
      </w:r>
      <w:r w:rsidR="0024252B" w:rsidRPr="002813C1">
        <w:t>monsieur</w:t>
      </w:r>
      <w:r>
        <w:t>…</w:t>
      </w:r>
    </w:p>
    <w:p w14:paraId="2099F89B" w14:textId="77777777" w:rsidR="00B77E03" w:rsidRDefault="0024252B" w:rsidP="00B77E03">
      <w:r w:rsidRPr="002813C1">
        <w:t>Cependant il ne s</w:t>
      </w:r>
      <w:r w:rsidR="00B77E03">
        <w:t>’</w:t>
      </w:r>
      <w:r w:rsidRPr="002813C1">
        <w:t>éloigna pas encore</w:t>
      </w:r>
      <w:r w:rsidR="00B77E03">
        <w:t> :</w:t>
      </w:r>
    </w:p>
    <w:p w14:paraId="1B6A0A49" w14:textId="77777777" w:rsidR="00B77E03" w:rsidRDefault="00B77E03" w:rsidP="00B77E03">
      <w:r>
        <w:t>— </w:t>
      </w:r>
      <w:r w:rsidR="0024252B" w:rsidRPr="002813C1">
        <w:t>Je ne suis qu</w:t>
      </w:r>
      <w:r>
        <w:t>’</w:t>
      </w:r>
      <w:r w:rsidR="0024252B" w:rsidRPr="002813C1">
        <w:t>un pauvre diable de lieutenant</w:t>
      </w:r>
      <w:r>
        <w:t xml:space="preserve">, </w:t>
      </w:r>
      <w:r w:rsidR="0024252B" w:rsidRPr="002813C1">
        <w:t>poursuivit-il</w:t>
      </w:r>
      <w:r>
        <w:t xml:space="preserve">, </w:t>
      </w:r>
      <w:r w:rsidR="0024252B" w:rsidRPr="002813C1">
        <w:t>sans autre fortune que mes épaulettes</w:t>
      </w:r>
      <w:r>
        <w:t xml:space="preserve">, </w:t>
      </w:r>
      <w:r w:rsidR="0024252B" w:rsidRPr="002813C1">
        <w:t>sans autre avenir qu</w:t>
      </w:r>
      <w:r>
        <w:t>’</w:t>
      </w:r>
      <w:r w:rsidR="0024252B" w:rsidRPr="002813C1">
        <w:t>un avancement incertain</w:t>
      </w:r>
      <w:r>
        <w:t xml:space="preserve">… </w:t>
      </w:r>
      <w:r w:rsidR="0024252B" w:rsidRPr="002813C1">
        <w:t>J</w:t>
      </w:r>
      <w:r>
        <w:t>’</w:t>
      </w:r>
      <w:r w:rsidR="0024252B" w:rsidRPr="002813C1">
        <w:t>ai été fou et insouciant</w:t>
      </w:r>
      <w:r>
        <w:t xml:space="preserve">, </w:t>
      </w:r>
      <w:r w:rsidR="0024252B" w:rsidRPr="002813C1">
        <w:t>j</w:t>
      </w:r>
      <w:r>
        <w:t>’</w:t>
      </w:r>
      <w:r w:rsidR="0024252B" w:rsidRPr="002813C1">
        <w:t>ai fait bien des sottises</w:t>
      </w:r>
      <w:r>
        <w:t xml:space="preserve">, </w:t>
      </w:r>
      <w:r w:rsidR="0024252B" w:rsidRPr="002813C1">
        <w:t>mais il n</w:t>
      </w:r>
      <w:r>
        <w:t>’</w:t>
      </w:r>
      <w:r w:rsidR="0024252B" w:rsidRPr="002813C1">
        <w:t>est rien dans mon passé que je ne puisse avouer sans rougir</w:t>
      </w:r>
      <w:r>
        <w:t>…</w:t>
      </w:r>
    </w:p>
    <w:p w14:paraId="3DC1153A" w14:textId="5869E7D0" w:rsidR="00B77E03" w:rsidRDefault="0024252B" w:rsidP="00B77E03">
      <w:r w:rsidRPr="002813C1">
        <w:t xml:space="preserve">Il fixait </w:t>
      </w:r>
      <w:r w:rsidR="00B77E03">
        <w:t>M</w:t>
      </w:r>
      <w:r w:rsidR="00B77E03" w:rsidRPr="00B77E03">
        <w:rPr>
          <w:vertAlign w:val="superscript"/>
        </w:rPr>
        <w:t>lle</w:t>
      </w:r>
      <w:r w:rsidR="00B77E03">
        <w:t> </w:t>
      </w:r>
      <w:r w:rsidRPr="002813C1">
        <w:t>Marguerite</w:t>
      </w:r>
      <w:r w:rsidR="00B77E03">
        <w:t xml:space="preserve">, </w:t>
      </w:r>
      <w:r w:rsidRPr="002813C1">
        <w:t>comme s</w:t>
      </w:r>
      <w:r w:rsidR="00B77E03">
        <w:t>’</w:t>
      </w:r>
      <w:r w:rsidRPr="002813C1">
        <w:t>il eût essayé de lire au plus profond de sa pensée</w:t>
      </w:r>
      <w:r w:rsidR="00B77E03">
        <w:t xml:space="preserve">, </w:t>
      </w:r>
      <w:r w:rsidRPr="002813C1">
        <w:t>et c</w:t>
      </w:r>
      <w:r w:rsidR="00B77E03">
        <w:t>’</w:t>
      </w:r>
      <w:r w:rsidRPr="002813C1">
        <w:t>est d</w:t>
      </w:r>
      <w:r w:rsidR="00B77E03">
        <w:t>’</w:t>
      </w:r>
      <w:r w:rsidRPr="002813C1">
        <w:t>un ton solennel</w:t>
      </w:r>
      <w:r w:rsidR="00B77E03">
        <w:t xml:space="preserve">, </w:t>
      </w:r>
      <w:r w:rsidRPr="002813C1">
        <w:t>contrastant avec sa légèreté habituelle</w:t>
      </w:r>
      <w:r w:rsidR="00B77E03">
        <w:t xml:space="preserve">, </w:t>
      </w:r>
      <w:r w:rsidRPr="002813C1">
        <w:t>qu</w:t>
      </w:r>
      <w:r w:rsidR="00B77E03">
        <w:t>’</w:t>
      </w:r>
      <w:r w:rsidRPr="002813C1">
        <w:t>il ajouta</w:t>
      </w:r>
      <w:r w:rsidR="00B77E03">
        <w:t> :</w:t>
      </w:r>
    </w:p>
    <w:p w14:paraId="58B33A27" w14:textId="77777777" w:rsidR="00B77E03" w:rsidRDefault="00B77E03" w:rsidP="00B77E03">
      <w:r>
        <w:t>— </w:t>
      </w:r>
      <w:r w:rsidR="0024252B" w:rsidRPr="002813C1">
        <w:t>Si le nom que je porte venait à être</w:t>
      </w:r>
      <w:r>
        <w:t xml:space="preserve">… </w:t>
      </w:r>
      <w:r w:rsidR="0024252B" w:rsidRPr="002813C1">
        <w:t>compromis</w:t>
      </w:r>
      <w:r>
        <w:t xml:space="preserve">, </w:t>
      </w:r>
      <w:r w:rsidR="0024252B" w:rsidRPr="002813C1">
        <w:t>ma carrière serait brisée</w:t>
      </w:r>
      <w:r>
        <w:t xml:space="preserve">, </w:t>
      </w:r>
      <w:r w:rsidR="0024252B" w:rsidRPr="002813C1">
        <w:t>et je n</w:t>
      </w:r>
      <w:r>
        <w:t>’</w:t>
      </w:r>
      <w:r w:rsidR="0024252B" w:rsidRPr="002813C1">
        <w:t>aurais plus qu</w:t>
      </w:r>
      <w:r>
        <w:t>’</w:t>
      </w:r>
      <w:r w:rsidR="0024252B" w:rsidRPr="002813C1">
        <w:t>à donner ma démission</w:t>
      </w:r>
      <w:r>
        <w:t xml:space="preserve">… </w:t>
      </w:r>
      <w:r w:rsidR="0024252B" w:rsidRPr="002813C1">
        <w:t>Je tenterai tout pour que l</w:t>
      </w:r>
      <w:r>
        <w:t>’</w:t>
      </w:r>
      <w:r w:rsidR="0024252B" w:rsidRPr="002813C1">
        <w:t>honneur demeure intact aux yeux du monde</w:t>
      </w:r>
      <w:r>
        <w:t xml:space="preserve">, </w:t>
      </w:r>
      <w:r w:rsidR="0024252B" w:rsidRPr="002813C1">
        <w:t>et que cependant justice soit rendue à qui on la doit</w:t>
      </w:r>
      <w:r>
        <w:t xml:space="preserve">… </w:t>
      </w:r>
      <w:r w:rsidR="0024252B" w:rsidRPr="002813C1">
        <w:t>Promettez-moi de ne pas entraver mes desseins</w:t>
      </w:r>
      <w:r>
        <w:t>.</w:t>
      </w:r>
    </w:p>
    <w:p w14:paraId="73EDF0F9" w14:textId="06D8E1F8" w:rsidR="00B77E03" w:rsidRDefault="00B77E03" w:rsidP="00B77E03">
      <w:r>
        <w:t>M</w:t>
      </w:r>
      <w:r w:rsidRPr="00B77E03">
        <w:rPr>
          <w:vertAlign w:val="superscript"/>
        </w:rPr>
        <w:t>lle</w:t>
      </w:r>
      <w:r>
        <w:t> </w:t>
      </w:r>
      <w:r w:rsidR="0024252B" w:rsidRPr="002813C1">
        <w:t>Marguerite tremblait comme la feuille</w:t>
      </w:r>
      <w:r>
        <w:t xml:space="preserve">… </w:t>
      </w:r>
      <w:r w:rsidR="0024252B" w:rsidRPr="002813C1">
        <w:t>Maintenant elle comprenait son imprudence énorme</w:t>
      </w:r>
      <w:r>
        <w:t xml:space="preserve">… </w:t>
      </w:r>
      <w:r w:rsidR="0024252B" w:rsidRPr="002813C1">
        <w:t>Ce malheureux avait tout deviné</w:t>
      </w:r>
      <w:r>
        <w:t xml:space="preserve">… </w:t>
      </w:r>
      <w:r w:rsidR="0024252B" w:rsidRPr="002813C1">
        <w:t>Cependant elle se taisait</w:t>
      </w:r>
      <w:r>
        <w:t xml:space="preserve"> ; </w:t>
      </w:r>
      <w:r w:rsidR="0024252B" w:rsidRPr="002813C1">
        <w:t>alors lui</w:t>
      </w:r>
      <w:r>
        <w:t xml:space="preserve">, </w:t>
      </w:r>
      <w:r w:rsidR="0024252B" w:rsidRPr="002813C1">
        <w:t>d</w:t>
      </w:r>
      <w:r>
        <w:t>’</w:t>
      </w:r>
      <w:r w:rsidR="0024252B" w:rsidRPr="002813C1">
        <w:t>un air égaré</w:t>
      </w:r>
      <w:r>
        <w:t> :</w:t>
      </w:r>
    </w:p>
    <w:p w14:paraId="3334F1D1" w14:textId="77777777" w:rsidR="00B77E03" w:rsidRDefault="00B77E03" w:rsidP="00B77E03">
      <w:r>
        <w:t>— </w:t>
      </w:r>
      <w:r w:rsidR="0024252B" w:rsidRPr="002813C1">
        <w:t>Je vous en conjure</w:t>
      </w:r>
      <w:r>
        <w:t xml:space="preserve">, </w:t>
      </w:r>
      <w:r w:rsidR="0024252B" w:rsidRPr="002813C1">
        <w:t>insista-t-il</w:t>
      </w:r>
      <w:r>
        <w:t xml:space="preserve">, </w:t>
      </w:r>
      <w:r w:rsidR="0024252B" w:rsidRPr="002813C1">
        <w:t>voulez-vous que je me jette à vos genoux</w:t>
      </w:r>
      <w:r>
        <w:t>…</w:t>
      </w:r>
    </w:p>
    <w:p w14:paraId="20587CEC" w14:textId="77777777" w:rsidR="00B77E03" w:rsidRDefault="0024252B" w:rsidP="00B77E03">
      <w:r w:rsidRPr="002813C1">
        <w:lastRenderedPageBreak/>
        <w:t>Ah</w:t>
      </w:r>
      <w:r w:rsidR="00B77E03">
        <w:t xml:space="preserve"> !… </w:t>
      </w:r>
      <w:r w:rsidRPr="002813C1">
        <w:t>c</w:t>
      </w:r>
      <w:r w:rsidR="00B77E03">
        <w:t>’</w:t>
      </w:r>
      <w:r w:rsidRPr="002813C1">
        <w:t>était un terrible sacrifice</w:t>
      </w:r>
      <w:r w:rsidR="00B77E03">
        <w:t xml:space="preserve">, </w:t>
      </w:r>
      <w:r w:rsidRPr="002813C1">
        <w:t>qu</w:t>
      </w:r>
      <w:r w:rsidR="00B77E03">
        <w:t>’</w:t>
      </w:r>
      <w:r w:rsidRPr="002813C1">
        <w:t>il lui demandait là</w:t>
      </w:r>
      <w:r w:rsidR="00B77E03">
        <w:t xml:space="preserve">… </w:t>
      </w:r>
      <w:r w:rsidRPr="002813C1">
        <w:t>Mais pouvait-elle demeurer insensible devant cette douleur si poignante</w:t>
      </w:r>
      <w:r w:rsidR="00B77E03">
        <w:t>…</w:t>
      </w:r>
    </w:p>
    <w:p w14:paraId="5EC267FF" w14:textId="77777777" w:rsidR="00B77E03" w:rsidRDefault="00B77E03" w:rsidP="00B77E03">
      <w:r>
        <w:t>— </w:t>
      </w:r>
      <w:r w:rsidR="0024252B" w:rsidRPr="002813C1">
        <w:t>Je resterai neutre désormais</w:t>
      </w:r>
      <w:r>
        <w:t xml:space="preserve">, </w:t>
      </w:r>
      <w:r w:rsidR="0024252B" w:rsidRPr="002813C1">
        <w:t>murmura-t-elle</w:t>
      </w:r>
      <w:r>
        <w:t xml:space="preserve">, </w:t>
      </w:r>
      <w:r w:rsidR="0024252B" w:rsidRPr="002813C1">
        <w:t>c</w:t>
      </w:r>
      <w:r>
        <w:t>’</w:t>
      </w:r>
      <w:r w:rsidR="0024252B" w:rsidRPr="002813C1">
        <w:t>est tout ce que je puis vous promettre</w:t>
      </w:r>
      <w:r>
        <w:t xml:space="preserve">… </w:t>
      </w:r>
      <w:r w:rsidR="0024252B" w:rsidRPr="002813C1">
        <w:t>La Providence décidera</w:t>
      </w:r>
      <w:r>
        <w:t>…</w:t>
      </w:r>
    </w:p>
    <w:p w14:paraId="5BB04FD4" w14:textId="77777777" w:rsidR="00B77E03" w:rsidRDefault="00B77E03" w:rsidP="00B77E03">
      <w:r>
        <w:t>— </w:t>
      </w:r>
      <w:r w:rsidR="0024252B" w:rsidRPr="002813C1">
        <w:t>Merci</w:t>
      </w:r>
      <w:r>
        <w:t xml:space="preserve"> !… </w:t>
      </w:r>
      <w:r w:rsidR="0024252B" w:rsidRPr="002813C1">
        <w:t>fit-il tristement</w:t>
      </w:r>
      <w:r>
        <w:t xml:space="preserve">, </w:t>
      </w:r>
      <w:r w:rsidR="0024252B" w:rsidRPr="002813C1">
        <w:t>soupçonnant peut-être qu</w:t>
      </w:r>
      <w:r>
        <w:t>’</w:t>
      </w:r>
      <w:r w:rsidR="0024252B" w:rsidRPr="002813C1">
        <w:t>il était trop tard</w:t>
      </w:r>
      <w:r>
        <w:t xml:space="preserve">, </w:t>
      </w:r>
      <w:r w:rsidR="0024252B" w:rsidRPr="002813C1">
        <w:t>merci</w:t>
      </w:r>
      <w:r>
        <w:t> !…</w:t>
      </w:r>
    </w:p>
    <w:p w14:paraId="35836E9B" w14:textId="26A9B74B" w:rsidR="00B77E03" w:rsidRDefault="0024252B" w:rsidP="00B77E03">
      <w:r w:rsidRPr="002813C1">
        <w:t>Il sortait</w:t>
      </w:r>
      <w:r w:rsidR="00B77E03">
        <w:t xml:space="preserve">, </w:t>
      </w:r>
      <w:r w:rsidRPr="002813C1">
        <w:t>il avait déjà ouvert la porte</w:t>
      </w:r>
      <w:r w:rsidR="00B77E03">
        <w:t xml:space="preserve">, </w:t>
      </w:r>
      <w:r w:rsidRPr="002813C1">
        <w:t xml:space="preserve">un dernier espoir le ramena près de </w:t>
      </w:r>
      <w:r w:rsidR="00B77E03">
        <w:t>M</w:t>
      </w:r>
      <w:r w:rsidR="00B77E03" w:rsidRPr="00B77E03">
        <w:rPr>
          <w:vertAlign w:val="superscript"/>
        </w:rPr>
        <w:t>lle</w:t>
      </w:r>
      <w:r w:rsidR="00B77E03">
        <w:t> </w:t>
      </w:r>
      <w:r w:rsidRPr="002813C1">
        <w:t>Marguerite</w:t>
      </w:r>
      <w:r w:rsidR="00B77E03">
        <w:t xml:space="preserve">, </w:t>
      </w:r>
      <w:r w:rsidRPr="002813C1">
        <w:t>et lui prenant la main</w:t>
      </w:r>
      <w:r w:rsidR="00B77E03">
        <w:t> :</w:t>
      </w:r>
    </w:p>
    <w:p w14:paraId="70E36198" w14:textId="77777777" w:rsidR="00B77E03" w:rsidRDefault="00B77E03" w:rsidP="00B77E03">
      <w:r>
        <w:t>— </w:t>
      </w:r>
      <w:r w:rsidR="0024252B" w:rsidRPr="002813C1">
        <w:t>Nous sommes amis</w:t>
      </w:r>
      <w:r>
        <w:t xml:space="preserve">, </w:t>
      </w:r>
      <w:r w:rsidR="0024252B" w:rsidRPr="002813C1">
        <w:t>n</w:t>
      </w:r>
      <w:r>
        <w:t>’</w:t>
      </w:r>
      <w:r w:rsidR="0024252B" w:rsidRPr="002813C1">
        <w:t>est-ce pas</w:t>
      </w:r>
      <w:r>
        <w:t xml:space="preserve"> ?… </w:t>
      </w:r>
      <w:r w:rsidR="0024252B" w:rsidRPr="002813C1">
        <w:t>demanda-t-il</w:t>
      </w:r>
      <w:r>
        <w:t>.</w:t>
      </w:r>
    </w:p>
    <w:p w14:paraId="25718481" w14:textId="77777777" w:rsidR="00B77E03" w:rsidRDefault="0024252B" w:rsidP="00B77E03">
      <w:r w:rsidRPr="002813C1">
        <w:t>Elle ne retira pas sa main inerte et glacée</w:t>
      </w:r>
      <w:r w:rsidR="00B77E03">
        <w:t xml:space="preserve">, </w:t>
      </w:r>
      <w:r w:rsidRPr="002813C1">
        <w:t>et d</w:t>
      </w:r>
      <w:r w:rsidR="00B77E03">
        <w:t>’</w:t>
      </w:r>
      <w:r w:rsidRPr="002813C1">
        <w:t>une voix à peine intelligible elle répéta</w:t>
      </w:r>
      <w:r w:rsidR="00B77E03">
        <w:t> :</w:t>
      </w:r>
    </w:p>
    <w:p w14:paraId="67DA8344" w14:textId="77777777" w:rsidR="00B77E03" w:rsidRDefault="00B77E03" w:rsidP="00B77E03">
      <w:r>
        <w:t>— </w:t>
      </w:r>
      <w:r w:rsidR="0024252B" w:rsidRPr="002813C1">
        <w:t>Nous sommes amis</w:t>
      </w:r>
      <w:r>
        <w:t> !…</w:t>
      </w:r>
    </w:p>
    <w:p w14:paraId="7C0CD795" w14:textId="2336C9FF" w:rsidR="00B77E03" w:rsidRDefault="0024252B" w:rsidP="00B77E03">
      <w:r w:rsidRPr="002813C1">
        <w:t>Sentant bien qu</w:t>
      </w:r>
      <w:r w:rsidR="00B77E03">
        <w:t>’</w:t>
      </w:r>
      <w:r w:rsidRPr="002813C1">
        <w:t>il n</w:t>
      </w:r>
      <w:r w:rsidR="00B77E03">
        <w:t>’</w:t>
      </w:r>
      <w:r w:rsidRPr="002813C1">
        <w:t xml:space="preserve">obtiendrait de </w:t>
      </w:r>
      <w:r w:rsidR="00B77E03">
        <w:t>M</w:t>
      </w:r>
      <w:r w:rsidR="00B77E03" w:rsidRPr="00B77E03">
        <w:rPr>
          <w:vertAlign w:val="superscript"/>
        </w:rPr>
        <w:t>lle</w:t>
      </w:r>
      <w:r w:rsidR="00B77E03">
        <w:t> </w:t>
      </w:r>
      <w:r w:rsidRPr="002813C1">
        <w:t>Marguerite rien de plus que sa neutralité</w:t>
      </w:r>
      <w:r w:rsidR="00B77E03">
        <w:t xml:space="preserve">, </w:t>
      </w:r>
      <w:r w:rsidRPr="002813C1">
        <w:t>le lieutenant se précipita dehors</w:t>
      </w:r>
      <w:r w:rsidR="00B77E03">
        <w:t xml:space="preserve">, </w:t>
      </w:r>
      <w:r w:rsidRPr="002813C1">
        <w:t>et elle retomba sur sa chaise plus morte que vive</w:t>
      </w:r>
      <w:r w:rsidR="00B77E03">
        <w:t>.</w:t>
      </w:r>
    </w:p>
    <w:p w14:paraId="7DFD8FCB" w14:textId="77777777" w:rsidR="00B77E03" w:rsidRDefault="00B77E03" w:rsidP="00B77E03">
      <w:r>
        <w:t>— </w:t>
      </w:r>
      <w:r w:rsidR="0024252B" w:rsidRPr="002813C1">
        <w:t>Que va-t-il arriver</w:t>
      </w:r>
      <w:r>
        <w:t xml:space="preserve">, </w:t>
      </w:r>
      <w:r w:rsidR="0024252B" w:rsidRPr="002813C1">
        <w:t>grand Dieu</w:t>
      </w:r>
      <w:r>
        <w:t xml:space="preserve"> ! </w:t>
      </w:r>
      <w:r w:rsidR="0024252B" w:rsidRPr="002813C1">
        <w:t>murmurait-elle</w:t>
      </w:r>
      <w:r>
        <w:t>.</w:t>
      </w:r>
    </w:p>
    <w:p w14:paraId="3BDA7E17" w14:textId="77777777" w:rsidR="00B77E03" w:rsidRDefault="0024252B" w:rsidP="00B77E03">
      <w:r w:rsidRPr="002813C1">
        <w:t>Les intentions de ce malheureux jeune homme</w:t>
      </w:r>
      <w:r w:rsidR="00B77E03">
        <w:t xml:space="preserve">, </w:t>
      </w:r>
      <w:r w:rsidRPr="002813C1">
        <w:t>elle pensait les avoir pénétrées</w:t>
      </w:r>
      <w:r w:rsidR="00B77E03">
        <w:t xml:space="preserve">, </w:t>
      </w:r>
      <w:r w:rsidRPr="002813C1">
        <w:t>et palpitante</w:t>
      </w:r>
      <w:r w:rsidR="00B77E03">
        <w:t xml:space="preserve">, </w:t>
      </w:r>
      <w:r w:rsidRPr="002813C1">
        <w:t>elle prêtait l</w:t>
      </w:r>
      <w:r w:rsidR="00B77E03">
        <w:t>’</w:t>
      </w:r>
      <w:r w:rsidRPr="002813C1">
        <w:t>oreille</w:t>
      </w:r>
      <w:r w:rsidR="00B77E03">
        <w:t xml:space="preserve">, </w:t>
      </w:r>
      <w:r w:rsidRPr="002813C1">
        <w:t>s</w:t>
      </w:r>
      <w:r w:rsidR="00B77E03">
        <w:t>’</w:t>
      </w:r>
      <w:r w:rsidRPr="002813C1">
        <w:t xml:space="preserve">attendant entre le </w:t>
      </w:r>
      <w:r w:rsidR="00B77E03">
        <w:t>« </w:t>
      </w:r>
      <w:r w:rsidRPr="002813C1">
        <w:t>général</w:t>
      </w:r>
      <w:r w:rsidR="00B77E03">
        <w:t> »</w:t>
      </w:r>
      <w:r w:rsidRPr="002813C1">
        <w:t xml:space="preserve"> et lui</w:t>
      </w:r>
      <w:r w:rsidR="00B77E03">
        <w:t xml:space="preserve">, </w:t>
      </w:r>
      <w:r w:rsidRPr="002813C1">
        <w:t>à quelque terrible explication</w:t>
      </w:r>
      <w:r w:rsidR="00B77E03">
        <w:t xml:space="preserve">, </w:t>
      </w:r>
      <w:r w:rsidRPr="002813C1">
        <w:t>dont les éclats arriveraient jusqu</w:t>
      </w:r>
      <w:r w:rsidR="00B77E03">
        <w:t>’</w:t>
      </w:r>
      <w:r w:rsidRPr="002813C1">
        <w:t>à elle</w:t>
      </w:r>
      <w:r w:rsidR="00B77E03">
        <w:t>.</w:t>
      </w:r>
    </w:p>
    <w:p w14:paraId="2AFA786A" w14:textId="77777777" w:rsidR="00B77E03" w:rsidRDefault="0024252B" w:rsidP="00B77E03">
      <w:r w:rsidRPr="002813C1">
        <w:t>Presque aussitôt</w:t>
      </w:r>
      <w:r w:rsidR="00B77E03">
        <w:t xml:space="preserve">, </w:t>
      </w:r>
      <w:r w:rsidRPr="002813C1">
        <w:t>en effet</w:t>
      </w:r>
      <w:r w:rsidR="00B77E03">
        <w:t xml:space="preserve">, </w:t>
      </w:r>
      <w:r w:rsidRPr="002813C1">
        <w:t>sa voix retentit</w:t>
      </w:r>
      <w:r w:rsidR="00B77E03">
        <w:t xml:space="preserve">, </w:t>
      </w:r>
      <w:r w:rsidRPr="002813C1">
        <w:t>brève et convulsive</w:t>
      </w:r>
      <w:r w:rsidR="00B77E03">
        <w:t> :</w:t>
      </w:r>
    </w:p>
    <w:p w14:paraId="689618CE" w14:textId="77777777" w:rsidR="00B77E03" w:rsidRDefault="00B77E03" w:rsidP="00B77E03">
      <w:r>
        <w:t>— </w:t>
      </w:r>
      <w:r w:rsidR="0024252B" w:rsidRPr="002813C1">
        <w:t>Où est mon père</w:t>
      </w:r>
      <w:r>
        <w:t> ?…</w:t>
      </w:r>
    </w:p>
    <w:p w14:paraId="507E6544" w14:textId="77777777" w:rsidR="00B77E03" w:rsidRDefault="00B77E03" w:rsidP="00B77E03">
      <w:r>
        <w:t>— </w:t>
      </w:r>
      <w:r w:rsidR="0024252B" w:rsidRPr="002813C1">
        <w:t xml:space="preserve">Le </w:t>
      </w:r>
      <w:r>
        <w:t>« </w:t>
      </w:r>
      <w:r w:rsidR="0024252B" w:rsidRPr="002813C1">
        <w:t>général</w:t>
      </w:r>
      <w:r>
        <w:t> »</w:t>
      </w:r>
      <w:r w:rsidR="0024252B" w:rsidRPr="002813C1">
        <w:t xml:space="preserve"> vient de partir pour son cercle</w:t>
      </w:r>
      <w:r>
        <w:t>.</w:t>
      </w:r>
    </w:p>
    <w:p w14:paraId="3B2F87AA" w14:textId="77777777" w:rsidR="00B77E03" w:rsidRDefault="00B77E03" w:rsidP="00B77E03">
      <w:r>
        <w:lastRenderedPageBreak/>
        <w:t>— </w:t>
      </w:r>
      <w:r w:rsidR="0024252B" w:rsidRPr="002813C1">
        <w:t>Et ma mère</w:t>
      </w:r>
      <w:r>
        <w:t> ?…</w:t>
      </w:r>
    </w:p>
    <w:p w14:paraId="6CA0B051" w14:textId="4137A50C" w:rsidR="00B77E03" w:rsidRDefault="00B77E03" w:rsidP="00B77E03">
      <w:r>
        <w:t>— </w:t>
      </w:r>
      <w:r w:rsidR="0024252B" w:rsidRPr="002813C1">
        <w:t xml:space="preserve">Une amie de </w:t>
      </w:r>
      <w:r>
        <w:t>M</w:t>
      </w:r>
      <w:r w:rsidRPr="00B77E03">
        <w:rPr>
          <w:vertAlign w:val="superscript"/>
        </w:rPr>
        <w:t>me</w:t>
      </w:r>
      <w:r>
        <w:t> </w:t>
      </w:r>
      <w:r w:rsidR="0024252B" w:rsidRPr="002813C1">
        <w:t>la comtesse est venue la prier de l</w:t>
      </w:r>
      <w:r>
        <w:t>’</w:t>
      </w:r>
      <w:r w:rsidR="0024252B" w:rsidRPr="002813C1">
        <w:t>accompagner à l</w:t>
      </w:r>
      <w:r>
        <w:t>’</w:t>
      </w:r>
      <w:r w:rsidR="0024252B" w:rsidRPr="002813C1">
        <w:t>Opéra</w:t>
      </w:r>
      <w:r>
        <w:t>.</w:t>
      </w:r>
    </w:p>
    <w:p w14:paraId="69314911" w14:textId="77777777" w:rsidR="00B77E03" w:rsidRDefault="00B77E03" w:rsidP="00B77E03">
      <w:r>
        <w:t>— </w:t>
      </w:r>
      <w:r w:rsidR="0024252B" w:rsidRPr="002813C1">
        <w:t>Ah</w:t>
      </w:r>
      <w:r>
        <w:t xml:space="preserve"> !… </w:t>
      </w:r>
      <w:r w:rsidR="0024252B" w:rsidRPr="002813C1">
        <w:t>C</w:t>
      </w:r>
      <w:r>
        <w:t>’</w:t>
      </w:r>
      <w:r w:rsidR="0024252B" w:rsidRPr="002813C1">
        <w:t>est de la démence</w:t>
      </w:r>
      <w:r>
        <w:t> !…</w:t>
      </w:r>
    </w:p>
    <w:p w14:paraId="2B8BBCAD" w14:textId="77777777" w:rsidR="00B77E03" w:rsidRDefault="0024252B" w:rsidP="00B77E03">
      <w:r w:rsidRPr="002813C1">
        <w:t>Et ce fut tout</w:t>
      </w:r>
      <w:r w:rsidR="00B77E03">
        <w:t xml:space="preserve">. </w:t>
      </w:r>
      <w:r w:rsidRPr="002813C1">
        <w:t>La porte d</w:t>
      </w:r>
      <w:r w:rsidR="00B77E03">
        <w:t>’</w:t>
      </w:r>
      <w:r w:rsidRPr="002813C1">
        <w:t>entrée s</w:t>
      </w:r>
      <w:r w:rsidR="00B77E03">
        <w:t>’</w:t>
      </w:r>
      <w:r w:rsidRPr="002813C1">
        <w:t>ouvrit et se referma avec une violence inouïe</w:t>
      </w:r>
      <w:r w:rsidR="00B77E03">
        <w:t xml:space="preserve">, </w:t>
      </w:r>
      <w:r w:rsidRPr="002813C1">
        <w:t>et on n</w:t>
      </w:r>
      <w:r w:rsidR="00B77E03">
        <w:t>’</w:t>
      </w:r>
      <w:r w:rsidRPr="002813C1">
        <w:t>entendit plus rien que les ricanements des valets</w:t>
      </w:r>
      <w:r w:rsidR="00B77E03">
        <w:t>.</w:t>
      </w:r>
    </w:p>
    <w:p w14:paraId="571587C4" w14:textId="3FAF548E" w:rsidR="00B77E03" w:rsidRDefault="0024252B" w:rsidP="00B77E03">
      <w:r w:rsidRPr="002813C1">
        <w:t>N</w:t>
      </w:r>
      <w:r w:rsidR="00B77E03">
        <w:t>’</w:t>
      </w:r>
      <w:r w:rsidRPr="002813C1">
        <w:t>était-ce pas folie</w:t>
      </w:r>
      <w:r w:rsidR="00B77E03">
        <w:t xml:space="preserve">, </w:t>
      </w:r>
      <w:r w:rsidRPr="002813C1">
        <w:t>en effet</w:t>
      </w:r>
      <w:r w:rsidR="00B77E03">
        <w:t xml:space="preserve">, </w:t>
      </w:r>
      <w:r w:rsidRPr="002813C1">
        <w:t xml:space="preserve">de la part de </w:t>
      </w:r>
      <w:r w:rsidR="00B77E03">
        <w:t>M. </w:t>
      </w:r>
      <w:r w:rsidRPr="002813C1">
        <w:t xml:space="preserve">et de </w:t>
      </w:r>
      <w:r w:rsidR="00B77E03">
        <w:t>M</w:t>
      </w:r>
      <w:r w:rsidR="00B77E03" w:rsidRPr="00B77E03">
        <w:rPr>
          <w:vertAlign w:val="superscript"/>
        </w:rPr>
        <w:t>me</w:t>
      </w:r>
      <w:r w:rsidR="00B77E03">
        <w:t> de </w:t>
      </w:r>
      <w:proofErr w:type="spellStart"/>
      <w:r w:rsidRPr="002813C1">
        <w:t>Fondège</w:t>
      </w:r>
      <w:proofErr w:type="spellEnd"/>
      <w:r w:rsidRPr="002813C1">
        <w:t xml:space="preserve"> de n</w:t>
      </w:r>
      <w:r w:rsidR="00B77E03">
        <w:t>’</w:t>
      </w:r>
      <w:r w:rsidRPr="002813C1">
        <w:t>avoir pas attendu pour sortir l</w:t>
      </w:r>
      <w:r w:rsidR="00B77E03">
        <w:t>’</w:t>
      </w:r>
      <w:r w:rsidRPr="002813C1">
        <w:t>issue de cette entrevue</w:t>
      </w:r>
      <w:r w:rsidR="00B77E03">
        <w:t xml:space="preserve">, </w:t>
      </w:r>
      <w:r w:rsidRPr="002813C1">
        <w:t>ménagée par eux</w:t>
      </w:r>
      <w:r w:rsidR="00B77E03">
        <w:t xml:space="preserve">, </w:t>
      </w:r>
      <w:r w:rsidRPr="002813C1">
        <w:t>et d</w:t>
      </w:r>
      <w:r w:rsidR="00B77E03">
        <w:t>’</w:t>
      </w:r>
      <w:r w:rsidRPr="002813C1">
        <w:t>où leur vie dépendait</w:t>
      </w:r>
      <w:r w:rsidR="00B77E03">
        <w:t> !</w:t>
      </w:r>
    </w:p>
    <w:p w14:paraId="3BEBA5FA" w14:textId="77777777" w:rsidR="00B77E03" w:rsidRDefault="0024252B" w:rsidP="00B77E03">
      <w:r w:rsidRPr="002813C1">
        <w:t>Mais le délire s</w:t>
      </w:r>
      <w:r w:rsidR="00B77E03">
        <w:t>’</w:t>
      </w:r>
      <w:r w:rsidRPr="002813C1">
        <w:t>était emparé d</w:t>
      </w:r>
      <w:r w:rsidR="00B77E03">
        <w:t>’</w:t>
      </w:r>
      <w:r w:rsidRPr="002813C1">
        <w:t>eux depuis que tout à coup</w:t>
      </w:r>
      <w:r w:rsidR="00B77E03">
        <w:t xml:space="preserve">, </w:t>
      </w:r>
      <w:r w:rsidRPr="002813C1">
        <w:t>grâce à un crime encore inexplicable</w:t>
      </w:r>
      <w:r w:rsidR="00B77E03">
        <w:t xml:space="preserve">, </w:t>
      </w:r>
      <w:r w:rsidRPr="002813C1">
        <w:t>ils se trouvaient possesseurs d</w:t>
      </w:r>
      <w:r w:rsidR="00B77E03">
        <w:t>’</w:t>
      </w:r>
      <w:r w:rsidRPr="002813C1">
        <w:t>une fortune immense</w:t>
      </w:r>
      <w:r w:rsidR="00B77E03">
        <w:t xml:space="preserve">, </w:t>
      </w:r>
      <w:r w:rsidRPr="002813C1">
        <w:t>où sans compter ni réfléchir ils puisaient à pleines mains</w:t>
      </w:r>
      <w:r w:rsidR="00B77E03">
        <w:t xml:space="preserve">… </w:t>
      </w:r>
      <w:r w:rsidRPr="002813C1">
        <w:t>Peut-être en se ruant furieusement au plaisir</w:t>
      </w:r>
      <w:r w:rsidR="00B77E03">
        <w:t xml:space="preserve">, </w:t>
      </w:r>
      <w:r w:rsidRPr="002813C1">
        <w:t>en se hâtant d</w:t>
      </w:r>
      <w:r w:rsidR="00B77E03">
        <w:t>’</w:t>
      </w:r>
      <w:r w:rsidRPr="002813C1">
        <w:t>assouvir toutes leurs convoitises</w:t>
      </w:r>
      <w:r w:rsidR="00B77E03">
        <w:t xml:space="preserve">, </w:t>
      </w:r>
      <w:r w:rsidRPr="002813C1">
        <w:t>cherchaient-ils aussi à s</w:t>
      </w:r>
      <w:r w:rsidR="00B77E03">
        <w:t>’</w:t>
      </w:r>
      <w:r w:rsidRPr="002813C1">
        <w:t>étourdir</w:t>
      </w:r>
      <w:r w:rsidR="00B77E03">
        <w:t xml:space="preserve">, </w:t>
      </w:r>
      <w:r w:rsidRPr="002813C1">
        <w:t>à oublier</w:t>
      </w:r>
      <w:r w:rsidR="00B77E03">
        <w:t xml:space="preserve">, </w:t>
      </w:r>
      <w:r w:rsidRPr="002813C1">
        <w:t>à étouffer l</w:t>
      </w:r>
      <w:r w:rsidR="00B77E03">
        <w:t>’</w:t>
      </w:r>
      <w:r w:rsidRPr="002813C1">
        <w:t>implacable voix de la conscience</w:t>
      </w:r>
      <w:r w:rsidR="00B77E03">
        <w:t>…</w:t>
      </w:r>
    </w:p>
    <w:p w14:paraId="15A9B07B" w14:textId="437556AD" w:rsidR="00B77E03" w:rsidRDefault="0024252B" w:rsidP="00B77E03">
      <w:r w:rsidRPr="002813C1">
        <w:t xml:space="preserve">Ainsi songeait </w:t>
      </w:r>
      <w:r w:rsidR="00B77E03">
        <w:t>M</w:t>
      </w:r>
      <w:r w:rsidR="00B77E03" w:rsidRPr="00B77E03">
        <w:rPr>
          <w:vertAlign w:val="superscript"/>
        </w:rPr>
        <w:t>lle</w:t>
      </w:r>
      <w:r w:rsidR="00B77E03">
        <w:t> </w:t>
      </w:r>
      <w:r w:rsidRPr="002813C1">
        <w:t>Marguerite</w:t>
      </w:r>
      <w:r w:rsidR="00B77E03">
        <w:t xml:space="preserve">, </w:t>
      </w:r>
      <w:r w:rsidRPr="002813C1">
        <w:t>mais on ne la laissa pas longtemps seule à ses méditations</w:t>
      </w:r>
      <w:r w:rsidR="00B77E03">
        <w:t>.</w:t>
      </w:r>
    </w:p>
    <w:p w14:paraId="2FC7277A" w14:textId="77777777" w:rsidR="00B77E03" w:rsidRDefault="0024252B" w:rsidP="00B77E03">
      <w:r w:rsidRPr="002813C1">
        <w:t>Par le départ du lieutenant</w:t>
      </w:r>
      <w:r w:rsidR="00B77E03">
        <w:t xml:space="preserve">, </w:t>
      </w:r>
      <w:r w:rsidRPr="002813C1">
        <w:t>la consigne évidemment imposée aux domestiques se trouvait levée</w:t>
      </w:r>
      <w:r w:rsidR="00B77E03">
        <w:t xml:space="preserve">, </w:t>
      </w:r>
      <w:r w:rsidRPr="002813C1">
        <w:t>et ils avaient hâte de relever le couvert</w:t>
      </w:r>
      <w:r w:rsidR="00B77E03">
        <w:t>…</w:t>
      </w:r>
    </w:p>
    <w:p w14:paraId="397165BD" w14:textId="3AC17459" w:rsidR="00B77E03" w:rsidRDefault="0024252B" w:rsidP="00B77E03">
      <w:r w:rsidRPr="002813C1">
        <w:t>Ayant obtenu</w:t>
      </w:r>
      <w:r w:rsidR="00B77E03">
        <w:t xml:space="preserve">, </w:t>
      </w:r>
      <w:r w:rsidRPr="002813C1">
        <w:t>non sans peine</w:t>
      </w:r>
      <w:r w:rsidR="00B77E03">
        <w:t xml:space="preserve">, </w:t>
      </w:r>
      <w:r w:rsidRPr="002813C1">
        <w:t>une bougie de ces serviteurs modèles</w:t>
      </w:r>
      <w:r w:rsidR="00B77E03">
        <w:t>, M</w:t>
      </w:r>
      <w:r w:rsidR="00B77E03" w:rsidRPr="00B77E03">
        <w:rPr>
          <w:vertAlign w:val="superscript"/>
        </w:rPr>
        <w:t>lle</w:t>
      </w:r>
      <w:r w:rsidR="00B77E03">
        <w:t> </w:t>
      </w:r>
      <w:r w:rsidRPr="002813C1">
        <w:t>Marguerite gagna sa chambre</w:t>
      </w:r>
      <w:r w:rsidR="00B77E03">
        <w:t>.</w:t>
      </w:r>
    </w:p>
    <w:p w14:paraId="413394D0" w14:textId="38E68558" w:rsidR="00B77E03" w:rsidRDefault="0024252B" w:rsidP="00B77E03">
      <w:r w:rsidRPr="002813C1">
        <w:t>Dans son trouble</w:t>
      </w:r>
      <w:r w:rsidR="00B77E03">
        <w:t xml:space="preserve">, </w:t>
      </w:r>
      <w:r w:rsidRPr="002813C1">
        <w:t xml:space="preserve">elle oubliait </w:t>
      </w:r>
      <w:r w:rsidR="00B77E03">
        <w:t>M</w:t>
      </w:r>
      <w:r w:rsidR="00B77E03" w:rsidRPr="00B77E03">
        <w:rPr>
          <w:vertAlign w:val="superscript"/>
        </w:rPr>
        <w:t>me</w:t>
      </w:r>
      <w:r w:rsidR="00B77E03">
        <w:t> </w:t>
      </w:r>
      <w:r w:rsidRPr="002813C1">
        <w:t>Léon</w:t>
      </w:r>
      <w:r w:rsidR="00B77E03">
        <w:t xml:space="preserve">, </w:t>
      </w:r>
      <w:r w:rsidRPr="002813C1">
        <w:t>qui ne l</w:t>
      </w:r>
      <w:r w:rsidR="00B77E03">
        <w:t>’</w:t>
      </w:r>
      <w:r w:rsidRPr="002813C1">
        <w:t>oubliait pas</w:t>
      </w:r>
      <w:r w:rsidR="00B77E03">
        <w:t xml:space="preserve">, </w:t>
      </w:r>
      <w:r w:rsidRPr="002813C1">
        <w:t>elle</w:t>
      </w:r>
      <w:r w:rsidR="00B77E03">
        <w:t xml:space="preserve">, </w:t>
      </w:r>
      <w:r w:rsidRPr="002813C1">
        <w:t>et qui</w:t>
      </w:r>
      <w:r w:rsidR="00B77E03">
        <w:t xml:space="preserve">, </w:t>
      </w:r>
      <w:r w:rsidRPr="002813C1">
        <w:t>en ce moment</w:t>
      </w:r>
      <w:r w:rsidR="00B77E03">
        <w:t xml:space="preserve">, </w:t>
      </w:r>
      <w:r w:rsidRPr="002813C1">
        <w:t>blottie contre la porte du salon</w:t>
      </w:r>
      <w:r w:rsidR="00B77E03">
        <w:t xml:space="preserve">, </w:t>
      </w:r>
      <w:r w:rsidRPr="002813C1">
        <w:t>se désolait de n</w:t>
      </w:r>
      <w:r w:rsidR="00B77E03">
        <w:t>’</w:t>
      </w:r>
      <w:r w:rsidRPr="002813C1">
        <w:t>avoir pu</w:t>
      </w:r>
      <w:r w:rsidR="00B77E03">
        <w:t xml:space="preserve">, </w:t>
      </w:r>
      <w:r w:rsidRPr="002813C1">
        <w:t>autant dire</w:t>
      </w:r>
      <w:r w:rsidR="00B77E03">
        <w:t xml:space="preserve">, </w:t>
      </w:r>
      <w:r w:rsidRPr="002813C1">
        <w:t>rien saisir de l</w:t>
      </w:r>
      <w:r w:rsidR="00B77E03">
        <w:t>’</w:t>
      </w:r>
      <w:r w:rsidRPr="002813C1">
        <w:t>entretien du lieutenant et de sa chère demoiselle</w:t>
      </w:r>
      <w:r w:rsidR="00B77E03">
        <w:t>.</w:t>
      </w:r>
    </w:p>
    <w:p w14:paraId="32A15CDA" w14:textId="77777777" w:rsidR="00B77E03" w:rsidRDefault="0024252B" w:rsidP="00B77E03">
      <w:r w:rsidRPr="002813C1">
        <w:lastRenderedPageBreak/>
        <w:t>Réfléchir</w:t>
      </w:r>
      <w:r w:rsidR="00B77E03">
        <w:t xml:space="preserve">… </w:t>
      </w:r>
      <w:r w:rsidRPr="002813C1">
        <w:t>la jeune fille ne le voulait pas</w:t>
      </w:r>
      <w:r w:rsidR="00B77E03">
        <w:t xml:space="preserve">. </w:t>
      </w:r>
      <w:r w:rsidRPr="002813C1">
        <w:t>Qu</w:t>
      </w:r>
      <w:r w:rsidR="00B77E03">
        <w:t>’</w:t>
      </w:r>
      <w:r w:rsidRPr="002813C1">
        <w:t>elle eut ou non commis une grande faute en se laissant deviner</w:t>
      </w:r>
      <w:r w:rsidR="00B77E03">
        <w:t xml:space="preserve">, </w:t>
      </w:r>
      <w:r w:rsidRPr="002813C1">
        <w:t>et en ne sachant pas ensuite rester impitoyable</w:t>
      </w:r>
      <w:r w:rsidR="00B77E03">
        <w:t xml:space="preserve">, </w:t>
      </w:r>
      <w:r w:rsidRPr="002813C1">
        <w:t>peu importait</w:t>
      </w:r>
      <w:r w:rsidR="00B77E03">
        <w:t xml:space="preserve">, </w:t>
      </w:r>
      <w:r w:rsidRPr="002813C1">
        <w:t>puisqu</w:t>
      </w:r>
      <w:r w:rsidR="00B77E03">
        <w:t>’</w:t>
      </w:r>
      <w:r w:rsidRPr="002813C1">
        <w:t>elle était résolue à tenir la promesse qui lui avait été arrachée</w:t>
      </w:r>
      <w:r w:rsidR="00B77E03">
        <w:t xml:space="preserve">… </w:t>
      </w:r>
      <w:r w:rsidRPr="002813C1">
        <w:t>Et cependant</w:t>
      </w:r>
      <w:r w:rsidR="00B77E03">
        <w:t xml:space="preserve">, </w:t>
      </w:r>
      <w:r w:rsidRPr="002813C1">
        <w:t>au dedans d</w:t>
      </w:r>
      <w:r w:rsidR="00B77E03">
        <w:t>’</w:t>
      </w:r>
      <w:r w:rsidRPr="002813C1">
        <w:t xml:space="preserve">elle-même un pressentiment mystérieux lui affirmait que le châtiment du </w:t>
      </w:r>
      <w:r w:rsidR="00B77E03">
        <w:t>« </w:t>
      </w:r>
      <w:r w:rsidRPr="002813C1">
        <w:t>général</w:t>
      </w:r>
      <w:r w:rsidR="00B77E03">
        <w:t> »</w:t>
      </w:r>
      <w:r w:rsidRPr="002813C1">
        <w:t xml:space="preserve"> et de sa femme n</w:t>
      </w:r>
      <w:r w:rsidR="00B77E03">
        <w:t>’</w:t>
      </w:r>
      <w:r w:rsidRPr="002813C1">
        <w:t>en serait pas moins terrible</w:t>
      </w:r>
      <w:r w:rsidR="00B77E03">
        <w:t xml:space="preserve">, </w:t>
      </w:r>
      <w:r w:rsidRPr="002813C1">
        <w:t>et qu</w:t>
      </w:r>
      <w:r w:rsidR="00B77E03">
        <w:t>’</w:t>
      </w:r>
      <w:r w:rsidRPr="002813C1">
        <w:t>ils trouveraient leur fils plus inexorable que le plus sévère tribunal</w:t>
      </w:r>
      <w:r w:rsidR="00B77E03">
        <w:t>.</w:t>
      </w:r>
    </w:p>
    <w:p w14:paraId="415D3EAB" w14:textId="77777777" w:rsidR="00B77E03" w:rsidRDefault="0024252B" w:rsidP="00B77E03">
      <w:r w:rsidRPr="002813C1">
        <w:t>L</w:t>
      </w:r>
      <w:r w:rsidR="00B77E03">
        <w:t>’</w:t>
      </w:r>
      <w:r w:rsidRPr="002813C1">
        <w:t>essentiel était de prévenir le vieux juge de paix</w:t>
      </w:r>
      <w:r w:rsidR="00B77E03">
        <w:t xml:space="preserve">… </w:t>
      </w:r>
      <w:r w:rsidRPr="002813C1">
        <w:t>Rapidement elle résuma en deux pages la scène de la soirée</w:t>
      </w:r>
      <w:r w:rsidR="00B77E03">
        <w:t xml:space="preserve">, </w:t>
      </w:r>
      <w:r w:rsidRPr="002813C1">
        <w:t>sûre de trouver le lendemain une occasion de jeter sa lettre à la poste</w:t>
      </w:r>
      <w:r w:rsidR="00B77E03">
        <w:t>.</w:t>
      </w:r>
    </w:p>
    <w:p w14:paraId="16B06DFA" w14:textId="3D3D3887" w:rsidR="00B77E03" w:rsidRDefault="0024252B" w:rsidP="00B77E03">
      <w:r w:rsidRPr="002813C1">
        <w:t>Ce devoir accompli</w:t>
      </w:r>
      <w:r w:rsidR="00B77E03">
        <w:t xml:space="preserve">, </w:t>
      </w:r>
      <w:r w:rsidRPr="002813C1">
        <w:t>et bien qu</w:t>
      </w:r>
      <w:r w:rsidR="00B77E03">
        <w:t>’</w:t>
      </w:r>
      <w:r w:rsidRPr="002813C1">
        <w:t>il fût de bonne heure encore</w:t>
      </w:r>
      <w:r w:rsidR="00B77E03">
        <w:t>, M</w:t>
      </w:r>
      <w:r w:rsidR="00B77E03" w:rsidRPr="00B77E03">
        <w:rPr>
          <w:vertAlign w:val="superscript"/>
        </w:rPr>
        <w:t>lle</w:t>
      </w:r>
      <w:r w:rsidR="00B77E03">
        <w:t> </w:t>
      </w:r>
      <w:r w:rsidRPr="002813C1">
        <w:t>Marguerite se coucha et prit un livre</w:t>
      </w:r>
      <w:r w:rsidR="00B77E03">
        <w:t xml:space="preserve">, </w:t>
      </w:r>
      <w:r w:rsidRPr="002813C1">
        <w:t>espérant ainsi échapper à la douloureuse obsession de ses pensées</w:t>
      </w:r>
      <w:r w:rsidR="00B77E03">
        <w:t xml:space="preserve">. </w:t>
      </w:r>
      <w:r w:rsidRPr="002813C1">
        <w:t>Espérance vaine</w:t>
      </w:r>
      <w:r w:rsidR="00B77E03">
        <w:t xml:space="preserve"> !… </w:t>
      </w:r>
      <w:r w:rsidRPr="002813C1">
        <w:t>Ses yeux lisaient les mots</w:t>
      </w:r>
      <w:r w:rsidR="00B77E03">
        <w:t xml:space="preserve">, </w:t>
      </w:r>
      <w:r w:rsidRPr="002813C1">
        <w:t>suivaient les lignes</w:t>
      </w:r>
      <w:r w:rsidR="00B77E03">
        <w:t xml:space="preserve">, </w:t>
      </w:r>
      <w:r w:rsidRPr="002813C1">
        <w:t>parcouraient les pages</w:t>
      </w:r>
      <w:r w:rsidR="00B77E03">
        <w:t xml:space="preserve">, </w:t>
      </w:r>
      <w:r w:rsidRPr="002813C1">
        <w:t>mais son esprit échappant à sa volonté s</w:t>
      </w:r>
      <w:r w:rsidR="00B77E03">
        <w:t>’</w:t>
      </w:r>
      <w:r w:rsidRPr="002813C1">
        <w:t>élançait à la suite de ce jeune garçon à physionomie si rusée qui lui avait juré qu</w:t>
      </w:r>
      <w:r w:rsidR="00B77E03">
        <w:t>’</w:t>
      </w:r>
      <w:r w:rsidRPr="002813C1">
        <w:t>il retrouverait Pascal</w:t>
      </w:r>
      <w:r w:rsidR="00B77E03">
        <w:t>.</w:t>
      </w:r>
    </w:p>
    <w:p w14:paraId="53A5BF9B" w14:textId="794068E1" w:rsidR="00B77E03" w:rsidRDefault="0024252B" w:rsidP="00B77E03">
      <w:r w:rsidRPr="002813C1">
        <w:t>Un peu après minuit seulement</w:t>
      </w:r>
      <w:r w:rsidR="00B77E03">
        <w:t>, M</w:t>
      </w:r>
      <w:r w:rsidR="00B77E03" w:rsidRPr="00B77E03">
        <w:rPr>
          <w:vertAlign w:val="superscript"/>
        </w:rPr>
        <w:t>me</w:t>
      </w:r>
      <w:r w:rsidR="00B77E03">
        <w:t> de </w:t>
      </w:r>
      <w:proofErr w:type="spellStart"/>
      <w:r w:rsidRPr="002813C1">
        <w:t>Fondège</w:t>
      </w:r>
      <w:proofErr w:type="spellEnd"/>
      <w:r w:rsidRPr="002813C1">
        <w:t xml:space="preserve"> rentra du théâtre</w:t>
      </w:r>
      <w:r w:rsidR="00B77E03">
        <w:t xml:space="preserve">, </w:t>
      </w:r>
      <w:r w:rsidRPr="002813C1">
        <w:t>et immédiatement se mit à réprimander aigrement sa femme de chambre</w:t>
      </w:r>
      <w:r w:rsidR="00B77E03">
        <w:t xml:space="preserve">, </w:t>
      </w:r>
      <w:r w:rsidRPr="002813C1">
        <w:t>qui n</w:t>
      </w:r>
      <w:r w:rsidR="00B77E03">
        <w:t>’</w:t>
      </w:r>
      <w:r w:rsidRPr="002813C1">
        <w:t>avait pas eu la précaution de lui allumer du feu</w:t>
      </w:r>
      <w:r w:rsidR="00B77E03">
        <w:t>…</w:t>
      </w:r>
    </w:p>
    <w:p w14:paraId="60F21FF4" w14:textId="77777777" w:rsidR="00B77E03" w:rsidRDefault="0024252B" w:rsidP="00B77E03">
      <w:r w:rsidRPr="002813C1">
        <w:t xml:space="preserve">Le </w:t>
      </w:r>
      <w:r w:rsidR="00B77E03">
        <w:t>« </w:t>
      </w:r>
      <w:r w:rsidRPr="002813C1">
        <w:t>général</w:t>
      </w:r>
      <w:r w:rsidR="00B77E03">
        <w:t> »</w:t>
      </w:r>
      <w:r w:rsidRPr="002813C1">
        <w:t xml:space="preserve"> ne rentra que bien plus tard</w:t>
      </w:r>
      <w:r w:rsidR="00B77E03">
        <w:t xml:space="preserve">, </w:t>
      </w:r>
      <w:r w:rsidRPr="002813C1">
        <w:t>en fredonnant gaiement</w:t>
      </w:r>
      <w:r w:rsidR="00B77E03">
        <w:t>.</w:t>
      </w:r>
    </w:p>
    <w:p w14:paraId="55752F32" w14:textId="14B8702E" w:rsidR="00B77E03" w:rsidRDefault="00B77E03" w:rsidP="00B77E03">
      <w:r>
        <w:t>— </w:t>
      </w:r>
      <w:r w:rsidR="0024252B" w:rsidRPr="002813C1">
        <w:t>Ils n</w:t>
      </w:r>
      <w:r>
        <w:t>’</w:t>
      </w:r>
      <w:r w:rsidR="0024252B" w:rsidRPr="002813C1">
        <w:t>ont pas vu leur fils</w:t>
      </w:r>
      <w:r>
        <w:t xml:space="preserve">… </w:t>
      </w:r>
      <w:r w:rsidR="0024252B" w:rsidRPr="002813C1">
        <w:t xml:space="preserve">se dit </w:t>
      </w:r>
      <w:r>
        <w:t>M</w:t>
      </w:r>
      <w:r w:rsidRPr="00B77E03">
        <w:rPr>
          <w:vertAlign w:val="superscript"/>
        </w:rPr>
        <w:t>lle</w:t>
      </w:r>
      <w:r>
        <w:t> </w:t>
      </w:r>
      <w:r w:rsidR="0024252B" w:rsidRPr="002813C1">
        <w:t>Marguerite</w:t>
      </w:r>
      <w:r>
        <w:t>.</w:t>
      </w:r>
    </w:p>
    <w:p w14:paraId="2407D91B" w14:textId="77777777" w:rsidR="00B77E03" w:rsidRDefault="0024252B" w:rsidP="00B77E03">
      <w:r w:rsidRPr="002813C1">
        <w:t>Cette préoccupation</w:t>
      </w:r>
      <w:r w:rsidR="00B77E03">
        <w:t xml:space="preserve">, </w:t>
      </w:r>
      <w:r w:rsidRPr="002813C1">
        <w:t>jointe à toutes les autres</w:t>
      </w:r>
      <w:r w:rsidR="00B77E03">
        <w:t xml:space="preserve">, </w:t>
      </w:r>
      <w:r w:rsidRPr="002813C1">
        <w:t>la tourmentait si cruellement</w:t>
      </w:r>
      <w:r w:rsidR="00B77E03">
        <w:t xml:space="preserve">, </w:t>
      </w:r>
      <w:r w:rsidRPr="002813C1">
        <w:t>qu</w:t>
      </w:r>
      <w:r w:rsidR="00B77E03">
        <w:t>’</w:t>
      </w:r>
      <w:r w:rsidRPr="002813C1">
        <w:t>elle ne s</w:t>
      </w:r>
      <w:r w:rsidR="00B77E03">
        <w:t>’</w:t>
      </w:r>
      <w:r w:rsidRPr="002813C1">
        <w:t>endormit qu</w:t>
      </w:r>
      <w:r w:rsidR="00B77E03">
        <w:t>’</w:t>
      </w:r>
      <w:r w:rsidRPr="002813C1">
        <w:t>au jour</w:t>
      </w:r>
      <w:r w:rsidR="00B77E03">
        <w:t xml:space="preserve"> ; </w:t>
      </w:r>
      <w:r w:rsidRPr="002813C1">
        <w:t>ce ne fut pas pour longtemps</w:t>
      </w:r>
      <w:r w:rsidR="00B77E03">
        <w:t>.</w:t>
      </w:r>
    </w:p>
    <w:p w14:paraId="6CF6175F" w14:textId="77777777" w:rsidR="00B77E03" w:rsidRDefault="0024252B" w:rsidP="00B77E03">
      <w:r w:rsidRPr="002813C1">
        <w:lastRenderedPageBreak/>
        <w:t>Il n</w:t>
      </w:r>
      <w:r w:rsidR="00B77E03">
        <w:t>’</w:t>
      </w:r>
      <w:r w:rsidRPr="002813C1">
        <w:t>était guère que sept heures et demie</w:t>
      </w:r>
      <w:r w:rsidR="00B77E03">
        <w:t xml:space="preserve">, </w:t>
      </w:r>
      <w:r w:rsidRPr="002813C1">
        <w:t>lorsqu</w:t>
      </w:r>
      <w:r w:rsidR="00B77E03">
        <w:t>’</w:t>
      </w:r>
      <w:r w:rsidRPr="002813C1">
        <w:t>elle fut éveillée par un remue-ménage incompréhensible et par un grand bruit de marteaux</w:t>
      </w:r>
      <w:r w:rsidR="00B77E03">
        <w:t>…</w:t>
      </w:r>
    </w:p>
    <w:p w14:paraId="64BD9280" w14:textId="26884E2E" w:rsidR="00B77E03" w:rsidRDefault="0024252B" w:rsidP="00B77E03">
      <w:r w:rsidRPr="002813C1">
        <w:t>Elle se demandait la raison de tout ce tapage</w:t>
      </w:r>
      <w:r w:rsidR="00B77E03">
        <w:t xml:space="preserve">, </w:t>
      </w:r>
      <w:r w:rsidRPr="002813C1">
        <w:t xml:space="preserve">quand </w:t>
      </w:r>
      <w:r w:rsidR="00B77E03">
        <w:t>M</w:t>
      </w:r>
      <w:r w:rsidR="00B77E03" w:rsidRPr="00B77E03">
        <w:rPr>
          <w:vertAlign w:val="superscript"/>
        </w:rPr>
        <w:t>me</w:t>
      </w:r>
      <w:r w:rsidR="00B77E03">
        <w:t> de </w:t>
      </w:r>
      <w:proofErr w:type="spellStart"/>
      <w:r w:rsidRPr="002813C1">
        <w:t>Fondège</w:t>
      </w:r>
      <w:proofErr w:type="spellEnd"/>
      <w:r w:rsidR="00B77E03">
        <w:t xml:space="preserve">, </w:t>
      </w:r>
      <w:r w:rsidRPr="002813C1">
        <w:t>déjà parée d</w:t>
      </w:r>
      <w:r w:rsidR="00B77E03">
        <w:t>’</w:t>
      </w:r>
      <w:r w:rsidRPr="002813C1">
        <w:t>une robe mirifique à trois étages et à pouf énorme</w:t>
      </w:r>
      <w:r w:rsidR="00B77E03">
        <w:t xml:space="preserve">, </w:t>
      </w:r>
      <w:r w:rsidRPr="002813C1">
        <w:t>entra dans sa chambre</w:t>
      </w:r>
      <w:r w:rsidR="00B77E03">
        <w:t>.</w:t>
      </w:r>
    </w:p>
    <w:p w14:paraId="35E9DE9C" w14:textId="77777777" w:rsidR="00B77E03" w:rsidRDefault="00B77E03" w:rsidP="00B77E03">
      <w:r>
        <w:t>— </w:t>
      </w:r>
      <w:r w:rsidR="0024252B" w:rsidRPr="002813C1">
        <w:t>Je viens vous enlever</w:t>
      </w:r>
      <w:r>
        <w:t xml:space="preserve">, </w:t>
      </w:r>
      <w:r w:rsidR="0024252B" w:rsidRPr="002813C1">
        <w:t>chère fille</w:t>
      </w:r>
      <w:r>
        <w:t xml:space="preserve">, </w:t>
      </w:r>
      <w:r w:rsidR="0024252B" w:rsidRPr="002813C1">
        <w:t>déclara-t-elle</w:t>
      </w:r>
      <w:r>
        <w:t xml:space="preserve">… </w:t>
      </w:r>
      <w:r w:rsidR="0024252B" w:rsidRPr="002813C1">
        <w:t>Le propriétaire se décide enfin à nous accorder des réparations et ses ouvriers viennent d</w:t>
      </w:r>
      <w:r>
        <w:t>’</w:t>
      </w:r>
      <w:r w:rsidR="0024252B" w:rsidRPr="002813C1">
        <w:t>envahir notre appartement</w:t>
      </w:r>
      <w:r>
        <w:t xml:space="preserve">. </w:t>
      </w:r>
      <w:r w:rsidR="0024252B" w:rsidRPr="002813C1">
        <w:t xml:space="preserve">Le </w:t>
      </w:r>
      <w:r>
        <w:t>« </w:t>
      </w:r>
      <w:r w:rsidR="0024252B" w:rsidRPr="002813C1">
        <w:t>général</w:t>
      </w:r>
      <w:r>
        <w:t> »</w:t>
      </w:r>
      <w:r w:rsidR="0024252B" w:rsidRPr="002813C1">
        <w:t xml:space="preserve"> a déjà décampé</w:t>
      </w:r>
      <w:r>
        <w:t xml:space="preserve">, </w:t>
      </w:r>
      <w:r w:rsidR="0024252B" w:rsidRPr="002813C1">
        <w:t>imitons-le</w:t>
      </w:r>
      <w:r>
        <w:t xml:space="preserve">… </w:t>
      </w:r>
      <w:r w:rsidR="0024252B" w:rsidRPr="002813C1">
        <w:t>Faites-vous bien belle et sauvons-nous</w:t>
      </w:r>
      <w:r>
        <w:t>.</w:t>
      </w:r>
    </w:p>
    <w:p w14:paraId="37570706" w14:textId="3FAEF7B3" w:rsidR="00B77E03" w:rsidRDefault="0024252B" w:rsidP="00B77E03">
      <w:r w:rsidRPr="002813C1">
        <w:t>Sans mot dire</w:t>
      </w:r>
      <w:r w:rsidR="00B77E03">
        <w:t xml:space="preserve">, </w:t>
      </w:r>
      <w:r w:rsidRPr="002813C1">
        <w:t>la jeune fille se hâta d</w:t>
      </w:r>
      <w:r w:rsidR="00B77E03">
        <w:t>’</w:t>
      </w:r>
      <w:r w:rsidRPr="002813C1">
        <w:t>obéir</w:t>
      </w:r>
      <w:r w:rsidR="00B77E03">
        <w:t xml:space="preserve">, </w:t>
      </w:r>
      <w:r w:rsidRPr="002813C1">
        <w:t xml:space="preserve">pendant que </w:t>
      </w:r>
      <w:r w:rsidR="00B77E03">
        <w:t>M</w:t>
      </w:r>
      <w:r w:rsidR="00B77E03" w:rsidRPr="00B77E03">
        <w:rPr>
          <w:vertAlign w:val="superscript"/>
        </w:rPr>
        <w:t>me</w:t>
      </w:r>
      <w:r w:rsidR="00B77E03">
        <w:t> de </w:t>
      </w:r>
      <w:proofErr w:type="spellStart"/>
      <w:r w:rsidRPr="002813C1">
        <w:t>Fondège</w:t>
      </w:r>
      <w:proofErr w:type="spellEnd"/>
      <w:r w:rsidRPr="002813C1">
        <w:t xml:space="preserve"> lui détaillait toutes les courses qu</w:t>
      </w:r>
      <w:r w:rsidR="00B77E03">
        <w:t>’</w:t>
      </w:r>
      <w:r w:rsidRPr="002813C1">
        <w:t>elles feraient et aussi le plaisir qu</w:t>
      </w:r>
      <w:r w:rsidR="00B77E03">
        <w:t>’</w:t>
      </w:r>
      <w:r w:rsidRPr="002813C1">
        <w:t>elles prendraient à essayer le merveilleux coupé acheté l</w:t>
      </w:r>
      <w:r w:rsidR="00B77E03">
        <w:t>’</w:t>
      </w:r>
      <w:r w:rsidRPr="002813C1">
        <w:t xml:space="preserve">avant-veille par le </w:t>
      </w:r>
      <w:r w:rsidR="00B77E03">
        <w:t>« </w:t>
      </w:r>
      <w:r w:rsidRPr="002813C1">
        <w:t>général</w:t>
      </w:r>
      <w:r w:rsidR="00B77E03">
        <w:t>. »</w:t>
      </w:r>
    </w:p>
    <w:p w14:paraId="76AA3BEC" w14:textId="77777777" w:rsidR="00B77E03" w:rsidRDefault="0024252B" w:rsidP="00B77E03">
      <w:r w:rsidRPr="002813C1">
        <w:t>Du lieutenant Gustave</w:t>
      </w:r>
      <w:r w:rsidR="00B77E03">
        <w:t xml:space="preserve">, </w:t>
      </w:r>
      <w:r w:rsidRPr="002813C1">
        <w:t>pas un mot</w:t>
      </w:r>
      <w:r w:rsidR="00B77E03">
        <w:t> !…</w:t>
      </w:r>
    </w:p>
    <w:p w14:paraId="08D8F8BA" w14:textId="470A9EB7" w:rsidR="00B77E03" w:rsidRDefault="0024252B" w:rsidP="00B77E03">
      <w:r w:rsidRPr="002813C1">
        <w:t>Habituée aux somptueux équipages de l</w:t>
      </w:r>
      <w:r w:rsidR="00B77E03">
        <w:t>’</w:t>
      </w:r>
      <w:r w:rsidRPr="002813C1">
        <w:t xml:space="preserve">hôtel de </w:t>
      </w:r>
      <w:proofErr w:type="spellStart"/>
      <w:r w:rsidRPr="002813C1">
        <w:t>Chalusse</w:t>
      </w:r>
      <w:proofErr w:type="spellEnd"/>
      <w:r w:rsidR="00B77E03">
        <w:t>, M</w:t>
      </w:r>
      <w:r w:rsidR="00B77E03" w:rsidRPr="00B77E03">
        <w:rPr>
          <w:vertAlign w:val="superscript"/>
        </w:rPr>
        <w:t>lle</w:t>
      </w:r>
      <w:r w:rsidR="00B77E03">
        <w:t> </w:t>
      </w:r>
      <w:r w:rsidRPr="002813C1">
        <w:t>Marguerite trouva le coupé médiocre</w:t>
      </w:r>
      <w:r w:rsidR="00B77E03">
        <w:t xml:space="preserve">… </w:t>
      </w:r>
      <w:r w:rsidRPr="002813C1">
        <w:t>Il était surtout très-voyant et choisi exprès</w:t>
      </w:r>
      <w:r w:rsidR="00B77E03">
        <w:t xml:space="preserve">, </w:t>
      </w:r>
      <w:proofErr w:type="spellStart"/>
      <w:r w:rsidRPr="002813C1">
        <w:t>eût-on</w:t>
      </w:r>
      <w:proofErr w:type="spellEnd"/>
      <w:r w:rsidRPr="002813C1">
        <w:t xml:space="preserve"> dit</w:t>
      </w:r>
      <w:r w:rsidR="00B77E03">
        <w:t xml:space="preserve">, </w:t>
      </w:r>
      <w:r w:rsidRPr="002813C1">
        <w:t>pour attirer les regards</w:t>
      </w:r>
      <w:r w:rsidR="00B77E03">
        <w:t>.</w:t>
      </w:r>
    </w:p>
    <w:p w14:paraId="28EB3334" w14:textId="07619F08" w:rsidR="00B77E03" w:rsidRDefault="00B77E03" w:rsidP="00B77E03">
      <w:r>
        <w:t>M</w:t>
      </w:r>
      <w:r w:rsidRPr="00B77E03">
        <w:rPr>
          <w:vertAlign w:val="superscript"/>
        </w:rPr>
        <w:t>me</w:t>
      </w:r>
      <w:r>
        <w:t> de </w:t>
      </w:r>
      <w:proofErr w:type="spellStart"/>
      <w:r w:rsidR="0024252B" w:rsidRPr="002813C1">
        <w:t>Fondège</w:t>
      </w:r>
      <w:proofErr w:type="spellEnd"/>
      <w:r w:rsidR="0024252B" w:rsidRPr="002813C1">
        <w:t xml:space="preserve"> ne se fit pas faute de le montrer</w:t>
      </w:r>
      <w:r>
        <w:t xml:space="preserve">, </w:t>
      </w:r>
      <w:r w:rsidR="0024252B" w:rsidRPr="002813C1">
        <w:t>ce matin-là</w:t>
      </w:r>
      <w:r>
        <w:t>…</w:t>
      </w:r>
    </w:p>
    <w:p w14:paraId="534FC23E" w14:textId="77777777" w:rsidR="00B77E03" w:rsidRDefault="0024252B" w:rsidP="00B77E03">
      <w:r w:rsidRPr="002813C1">
        <w:t>Visiblement elle était en proie à une exaltation nerveuse qui devait lui enlever le libre exercice de ses facultés</w:t>
      </w:r>
      <w:r w:rsidR="00B77E03">
        <w:t>…</w:t>
      </w:r>
    </w:p>
    <w:p w14:paraId="491CFC01" w14:textId="77777777" w:rsidR="00B77E03" w:rsidRDefault="0024252B" w:rsidP="00B77E03">
      <w:r w:rsidRPr="002813C1">
        <w:t>Elle s</w:t>
      </w:r>
      <w:r w:rsidR="00B77E03">
        <w:t>’</w:t>
      </w:r>
      <w:r w:rsidRPr="002813C1">
        <w:t>agitait</w:t>
      </w:r>
      <w:r w:rsidR="00B77E03">
        <w:t xml:space="preserve">, </w:t>
      </w:r>
      <w:r w:rsidRPr="002813C1">
        <w:t>se remuait</w:t>
      </w:r>
      <w:r w:rsidR="00B77E03">
        <w:t xml:space="preserve">, </w:t>
      </w:r>
      <w:r w:rsidRPr="002813C1">
        <w:t>elle semblait ne pouvoir tenir en place</w:t>
      </w:r>
      <w:r w:rsidR="00B77E03">
        <w:t xml:space="preserve">… </w:t>
      </w:r>
      <w:r w:rsidRPr="002813C1">
        <w:t>En moins de rien</w:t>
      </w:r>
      <w:r w:rsidR="00B77E03">
        <w:t xml:space="preserve">, </w:t>
      </w:r>
      <w:r w:rsidRPr="002813C1">
        <w:t>elle visita dix magasins</w:t>
      </w:r>
      <w:r w:rsidR="00B77E03">
        <w:t xml:space="preserve">, </w:t>
      </w:r>
      <w:r w:rsidRPr="002813C1">
        <w:t>demandant à tout voir</w:t>
      </w:r>
      <w:r w:rsidR="00B77E03">
        <w:t xml:space="preserve">, </w:t>
      </w:r>
      <w:r w:rsidRPr="002813C1">
        <w:t>trouvant tout affreux</w:t>
      </w:r>
      <w:r w:rsidR="00B77E03">
        <w:t xml:space="preserve">, </w:t>
      </w:r>
      <w:r w:rsidRPr="002813C1">
        <w:t>payant sans compter</w:t>
      </w:r>
      <w:r w:rsidR="00B77E03">
        <w:t xml:space="preserve">… </w:t>
      </w:r>
      <w:r w:rsidRPr="002813C1">
        <w:t>On eût dit qu</w:t>
      </w:r>
      <w:r w:rsidR="00B77E03">
        <w:t>’</w:t>
      </w:r>
      <w:r w:rsidRPr="002813C1">
        <w:t>elle voulait acheter Paris entier</w:t>
      </w:r>
      <w:r w:rsidR="00B77E03">
        <w:t>…</w:t>
      </w:r>
    </w:p>
    <w:p w14:paraId="2E003F8C" w14:textId="2DBC4F2E" w:rsidR="00B77E03" w:rsidRDefault="0024252B" w:rsidP="00B77E03">
      <w:r w:rsidRPr="002813C1">
        <w:lastRenderedPageBreak/>
        <w:t>Vers dix heures</w:t>
      </w:r>
      <w:r w:rsidR="00B77E03">
        <w:t xml:space="preserve">, </w:t>
      </w:r>
      <w:r w:rsidRPr="002813C1">
        <w:t xml:space="preserve">elle traîna </w:t>
      </w:r>
      <w:r w:rsidR="00B77E03">
        <w:t>M</w:t>
      </w:r>
      <w:r w:rsidR="00B77E03" w:rsidRPr="00B77E03">
        <w:rPr>
          <w:vertAlign w:val="superscript"/>
        </w:rPr>
        <w:t>lle</w:t>
      </w:r>
      <w:r w:rsidR="00B77E03">
        <w:t> </w:t>
      </w:r>
      <w:r w:rsidRPr="002813C1">
        <w:t xml:space="preserve">Marguerite chez Van </w:t>
      </w:r>
      <w:proofErr w:type="spellStart"/>
      <w:r w:rsidRPr="002813C1">
        <w:t>Klopen</w:t>
      </w:r>
      <w:proofErr w:type="spellEnd"/>
      <w:r w:rsidR="00B77E03">
        <w:t xml:space="preserve">… </w:t>
      </w:r>
      <w:r w:rsidRPr="002813C1">
        <w:t>Reçue en habituée</w:t>
      </w:r>
      <w:r w:rsidR="00B77E03">
        <w:t xml:space="preserve">, </w:t>
      </w:r>
      <w:r w:rsidRPr="002813C1">
        <w:t>grâce à ses commandes importantes depuis deux jours</w:t>
      </w:r>
      <w:r w:rsidR="00B77E03">
        <w:t xml:space="preserve">, </w:t>
      </w:r>
      <w:r w:rsidRPr="002813C1">
        <w:t>elle put enfin pénétrer dans le salon mystérieux où l</w:t>
      </w:r>
      <w:r w:rsidR="00B77E03">
        <w:t>’</w:t>
      </w:r>
      <w:r w:rsidRPr="002813C1">
        <w:t>illustre couturier sert à ses clientes de prédilection l</w:t>
      </w:r>
      <w:r w:rsidR="00B77E03">
        <w:t>’</w:t>
      </w:r>
      <w:r w:rsidRPr="002813C1">
        <w:t>absinthe ou le madère</w:t>
      </w:r>
      <w:r w:rsidR="00B77E03">
        <w:t>…</w:t>
      </w:r>
    </w:p>
    <w:p w14:paraId="4867ADAB" w14:textId="77777777" w:rsidR="00B77E03" w:rsidRDefault="0024252B" w:rsidP="00B77E03">
      <w:r w:rsidRPr="002813C1">
        <w:t>En sortant de cette respectable maison</w:t>
      </w:r>
      <w:r w:rsidR="00B77E03">
        <w:t xml:space="preserve">, </w:t>
      </w:r>
      <w:r w:rsidRPr="002813C1">
        <w:t>et avant de remonter en voiture</w:t>
      </w:r>
      <w:r w:rsidR="00B77E03">
        <w:t> :</w:t>
      </w:r>
    </w:p>
    <w:p w14:paraId="22E5D433" w14:textId="66D3F24E" w:rsidR="00B77E03" w:rsidRDefault="00B77E03" w:rsidP="00B77E03">
      <w:r>
        <w:t>— </w:t>
      </w:r>
      <w:r w:rsidR="0024252B" w:rsidRPr="002813C1">
        <w:t>Où aller maintenant</w:t>
      </w:r>
      <w:r>
        <w:t xml:space="preserve"> ?… </w:t>
      </w:r>
      <w:r w:rsidR="0024252B" w:rsidRPr="002813C1">
        <w:t xml:space="preserve">demanda </w:t>
      </w:r>
      <w:r>
        <w:t>M</w:t>
      </w:r>
      <w:r w:rsidRPr="00B77E03">
        <w:rPr>
          <w:vertAlign w:val="superscript"/>
        </w:rPr>
        <w:t>me</w:t>
      </w:r>
      <w:r>
        <w:t> de </w:t>
      </w:r>
      <w:proofErr w:type="spellStart"/>
      <w:r w:rsidR="0024252B" w:rsidRPr="002813C1">
        <w:t>Fondège</w:t>
      </w:r>
      <w:proofErr w:type="spellEnd"/>
      <w:r w:rsidR="0024252B" w:rsidRPr="002813C1">
        <w:t xml:space="preserve"> à </w:t>
      </w:r>
      <w:r>
        <w:t>M</w:t>
      </w:r>
      <w:r w:rsidRPr="00B77E03">
        <w:rPr>
          <w:vertAlign w:val="superscript"/>
        </w:rPr>
        <w:t>lle</w:t>
      </w:r>
      <w:r>
        <w:t> </w:t>
      </w:r>
      <w:r w:rsidR="0024252B" w:rsidRPr="002813C1">
        <w:t>Marguerite</w:t>
      </w:r>
      <w:r>
        <w:t xml:space="preserve">. </w:t>
      </w:r>
      <w:r w:rsidR="0024252B" w:rsidRPr="002813C1">
        <w:t>J</w:t>
      </w:r>
      <w:r>
        <w:t>’</w:t>
      </w:r>
      <w:r w:rsidR="0024252B" w:rsidRPr="002813C1">
        <w:t>ai donné la volée à mes gens</w:t>
      </w:r>
      <w:r>
        <w:t xml:space="preserve">, </w:t>
      </w:r>
      <w:r w:rsidR="0024252B" w:rsidRPr="002813C1">
        <w:t>à cause des ouvriers</w:t>
      </w:r>
      <w:r>
        <w:t xml:space="preserve">, </w:t>
      </w:r>
      <w:r w:rsidR="0024252B" w:rsidRPr="002813C1">
        <w:t>il n</w:t>
      </w:r>
      <w:r>
        <w:t>’</w:t>
      </w:r>
      <w:r w:rsidR="0024252B" w:rsidRPr="002813C1">
        <w:t>y a donc pas de déjeuner à la maison</w:t>
      </w:r>
      <w:r>
        <w:t xml:space="preserve">… </w:t>
      </w:r>
      <w:r w:rsidR="0024252B" w:rsidRPr="002813C1">
        <w:t>Pourquoi n</w:t>
      </w:r>
      <w:r>
        <w:t>’</w:t>
      </w:r>
      <w:r w:rsidR="0024252B" w:rsidRPr="002813C1">
        <w:t>irions-nous pas toutes deux seules au restaurant</w:t>
      </w:r>
      <w:r>
        <w:t xml:space="preserve"> !… </w:t>
      </w:r>
      <w:r w:rsidR="0024252B" w:rsidRPr="002813C1">
        <w:t>Les femmes du plus grand monde le font</w:t>
      </w:r>
      <w:r>
        <w:t xml:space="preserve">… </w:t>
      </w:r>
      <w:r w:rsidR="0024252B" w:rsidRPr="002813C1">
        <w:t>Vous verrez comme on nous regardera</w:t>
      </w:r>
      <w:r>
        <w:t xml:space="preserve">… </w:t>
      </w:r>
      <w:r w:rsidR="0024252B" w:rsidRPr="002813C1">
        <w:t>Je suis sûre que nous nous amuserons énormément</w:t>
      </w:r>
      <w:r>
        <w:t>…</w:t>
      </w:r>
    </w:p>
    <w:p w14:paraId="399D3FD3" w14:textId="77777777" w:rsidR="00B77E03" w:rsidRDefault="00B77E03" w:rsidP="00B77E03">
      <w:r>
        <w:t>— </w:t>
      </w:r>
      <w:r w:rsidR="0024252B" w:rsidRPr="002813C1">
        <w:t>Ah</w:t>
      </w:r>
      <w:r>
        <w:t xml:space="preserve"> ! </w:t>
      </w:r>
      <w:r w:rsidR="0024252B" w:rsidRPr="002813C1">
        <w:t>madame</w:t>
      </w:r>
      <w:r>
        <w:t xml:space="preserve">, </w:t>
      </w:r>
      <w:r w:rsidR="0024252B" w:rsidRPr="002813C1">
        <w:t>vous oubliez qu</w:t>
      </w:r>
      <w:r>
        <w:t>’</w:t>
      </w:r>
      <w:r w:rsidR="0024252B" w:rsidRPr="002813C1">
        <w:t>il n</w:t>
      </w:r>
      <w:r>
        <w:t>’</w:t>
      </w:r>
      <w:r w:rsidR="0024252B" w:rsidRPr="002813C1">
        <w:t xml:space="preserve">y a pas quinze jours que le comte de </w:t>
      </w:r>
      <w:proofErr w:type="spellStart"/>
      <w:r w:rsidR="0024252B" w:rsidRPr="002813C1">
        <w:t>Chalusse</w:t>
      </w:r>
      <w:proofErr w:type="spellEnd"/>
      <w:r w:rsidR="0024252B" w:rsidRPr="002813C1">
        <w:t xml:space="preserve"> est mort</w:t>
      </w:r>
      <w:r>
        <w:t> !…</w:t>
      </w:r>
    </w:p>
    <w:p w14:paraId="688C8864" w14:textId="51E34520" w:rsidR="00B77E03" w:rsidRDefault="00B77E03" w:rsidP="00B77E03">
      <w:r>
        <w:t>M</w:t>
      </w:r>
      <w:r w:rsidRPr="00B77E03">
        <w:rPr>
          <w:vertAlign w:val="superscript"/>
        </w:rPr>
        <w:t>me</w:t>
      </w:r>
      <w:r>
        <w:t> de </w:t>
      </w:r>
      <w:proofErr w:type="spellStart"/>
      <w:r w:rsidR="0024252B" w:rsidRPr="002813C1">
        <w:t>Fondège</w:t>
      </w:r>
      <w:proofErr w:type="spellEnd"/>
      <w:r w:rsidR="0024252B" w:rsidRPr="002813C1">
        <w:t xml:space="preserve"> eut un mouvement de dépit</w:t>
      </w:r>
      <w:r>
        <w:t xml:space="preserve">, </w:t>
      </w:r>
      <w:r w:rsidR="0024252B" w:rsidRPr="002813C1">
        <w:t>mais elle se maîtrisa</w:t>
      </w:r>
      <w:r>
        <w:t xml:space="preserve">, </w:t>
      </w:r>
      <w:r w:rsidR="0024252B" w:rsidRPr="002813C1">
        <w:t>et d</w:t>
      </w:r>
      <w:r>
        <w:t>’</w:t>
      </w:r>
      <w:r w:rsidR="0024252B" w:rsidRPr="002813C1">
        <w:t>un ton d</w:t>
      </w:r>
      <w:r>
        <w:t>’</w:t>
      </w:r>
      <w:r w:rsidR="0024252B" w:rsidRPr="002813C1">
        <w:t>hypocrite compassion</w:t>
      </w:r>
      <w:r>
        <w:t> :</w:t>
      </w:r>
    </w:p>
    <w:p w14:paraId="6A0B0BBB" w14:textId="77777777" w:rsidR="00B77E03" w:rsidRDefault="00B77E03" w:rsidP="00B77E03">
      <w:r>
        <w:t>— </w:t>
      </w:r>
      <w:r w:rsidR="0024252B" w:rsidRPr="002813C1">
        <w:t>Pauvre enfant</w:t>
      </w:r>
      <w:r>
        <w:t xml:space="preserve"> ! </w:t>
      </w:r>
      <w:r w:rsidR="0024252B" w:rsidRPr="002813C1">
        <w:t>fit-elle</w:t>
      </w:r>
      <w:r>
        <w:t xml:space="preserve">, </w:t>
      </w:r>
      <w:r w:rsidR="0024252B" w:rsidRPr="002813C1">
        <w:t>pauvre chatte chérie</w:t>
      </w:r>
      <w:r>
        <w:t xml:space="preserve">, </w:t>
      </w:r>
      <w:r w:rsidR="0024252B" w:rsidRPr="002813C1">
        <w:t>c</w:t>
      </w:r>
      <w:r>
        <w:t>’</w:t>
      </w:r>
      <w:r w:rsidR="0024252B" w:rsidRPr="002813C1">
        <w:t>est vrai</w:t>
      </w:r>
      <w:r>
        <w:t xml:space="preserve">, </w:t>
      </w:r>
      <w:r w:rsidR="0024252B" w:rsidRPr="002813C1">
        <w:t>j</w:t>
      </w:r>
      <w:r>
        <w:t>’</w:t>
      </w:r>
      <w:r w:rsidR="0024252B" w:rsidRPr="002813C1">
        <w:t>oubliais</w:t>
      </w:r>
      <w:r>
        <w:t xml:space="preserve">… </w:t>
      </w:r>
      <w:r w:rsidR="0024252B" w:rsidRPr="002813C1">
        <w:t>Cela étant</w:t>
      </w:r>
      <w:r>
        <w:t xml:space="preserve">, </w:t>
      </w:r>
      <w:r w:rsidR="0024252B" w:rsidRPr="002813C1">
        <w:t xml:space="preserve">il nous faut aller demander à déjeuner à la baronne </w:t>
      </w:r>
      <w:proofErr w:type="spellStart"/>
      <w:r w:rsidR="0024252B" w:rsidRPr="002813C1">
        <w:t>Trigault</w:t>
      </w:r>
      <w:proofErr w:type="spellEnd"/>
      <w:r>
        <w:t xml:space="preserve">… </w:t>
      </w:r>
      <w:r w:rsidR="0024252B" w:rsidRPr="002813C1">
        <w:t>Vous verrez quelle femme délicieuse</w:t>
      </w:r>
      <w:r>
        <w:t>.</w:t>
      </w:r>
    </w:p>
    <w:p w14:paraId="2DD8EAB3" w14:textId="77777777" w:rsidR="00B77E03" w:rsidRDefault="0024252B" w:rsidP="00B77E03">
      <w:r w:rsidRPr="002813C1">
        <w:t>Et s</w:t>
      </w:r>
      <w:r w:rsidR="00B77E03">
        <w:t>’</w:t>
      </w:r>
      <w:r w:rsidRPr="002813C1">
        <w:t>adressant à son cocher</w:t>
      </w:r>
      <w:r w:rsidR="00B77E03">
        <w:t> :</w:t>
      </w:r>
    </w:p>
    <w:p w14:paraId="14991EB0" w14:textId="77777777" w:rsidR="00B77E03" w:rsidRDefault="00B77E03" w:rsidP="00B77E03">
      <w:r>
        <w:t>— </w:t>
      </w:r>
      <w:r w:rsidR="0024252B" w:rsidRPr="002813C1">
        <w:t xml:space="preserve">Rue de la </w:t>
      </w:r>
      <w:proofErr w:type="spellStart"/>
      <w:r w:rsidR="0024252B" w:rsidRPr="002813C1">
        <w:t>Ville-l</w:t>
      </w:r>
      <w:r>
        <w:t>’</w:t>
      </w:r>
      <w:r w:rsidR="0024252B" w:rsidRPr="002813C1">
        <w:t>Évêque</w:t>
      </w:r>
      <w:proofErr w:type="spellEnd"/>
      <w:r>
        <w:t xml:space="preserve">, </w:t>
      </w:r>
      <w:r w:rsidR="0024252B" w:rsidRPr="002813C1">
        <w:t xml:space="preserve">hôtel </w:t>
      </w:r>
      <w:proofErr w:type="spellStart"/>
      <w:r w:rsidR="0024252B" w:rsidRPr="002813C1">
        <w:t>Trigault</w:t>
      </w:r>
      <w:proofErr w:type="spellEnd"/>
      <w:r>
        <w:t xml:space="preserve">, </w:t>
      </w:r>
      <w:r w:rsidR="0024252B" w:rsidRPr="002813C1">
        <w:t>commanda-t-elle</w:t>
      </w:r>
      <w:r>
        <w:t>…</w:t>
      </w:r>
    </w:p>
    <w:p w14:paraId="5FE39924" w14:textId="53D46929" w:rsidR="00B77E03" w:rsidRDefault="0024252B" w:rsidP="00B77E03">
      <w:r w:rsidRPr="002813C1">
        <w:t>Debout</w:t>
      </w:r>
      <w:r w:rsidR="00B77E03">
        <w:t xml:space="preserve">, </w:t>
      </w:r>
      <w:r w:rsidRPr="002813C1">
        <w:t>au milieu de sa cour</w:t>
      </w:r>
      <w:r w:rsidR="00B77E03">
        <w:t xml:space="preserve">, </w:t>
      </w:r>
      <w:r w:rsidRPr="002813C1">
        <w:t>le cigare aux dents</w:t>
      </w:r>
      <w:r w:rsidR="00B77E03">
        <w:t xml:space="preserve">, </w:t>
      </w:r>
      <w:r w:rsidRPr="002813C1">
        <w:t>le baron examinait une paire de chevaux qu</w:t>
      </w:r>
      <w:r w:rsidR="00B77E03">
        <w:t>’</w:t>
      </w:r>
      <w:r w:rsidRPr="002813C1">
        <w:t>on lui proposait</w:t>
      </w:r>
      <w:r w:rsidR="00B77E03">
        <w:t xml:space="preserve">, </w:t>
      </w:r>
      <w:r w:rsidRPr="002813C1">
        <w:t xml:space="preserve">quand le coupé de </w:t>
      </w:r>
      <w:r w:rsidR="00B77E03">
        <w:t>M</w:t>
      </w:r>
      <w:r w:rsidR="00B77E03" w:rsidRPr="00B77E03">
        <w:rPr>
          <w:vertAlign w:val="superscript"/>
        </w:rPr>
        <w:t>me</w:t>
      </w:r>
      <w:r w:rsidR="00B77E03">
        <w:t> de </w:t>
      </w:r>
      <w:proofErr w:type="spellStart"/>
      <w:r w:rsidRPr="002813C1">
        <w:t>Fondège</w:t>
      </w:r>
      <w:proofErr w:type="spellEnd"/>
      <w:r w:rsidRPr="002813C1">
        <w:t xml:space="preserve"> s</w:t>
      </w:r>
      <w:r w:rsidR="00B77E03">
        <w:t>’</w:t>
      </w:r>
      <w:r w:rsidRPr="002813C1">
        <w:t>arrêta devant le perron</w:t>
      </w:r>
      <w:r w:rsidR="00B77E03">
        <w:t>…</w:t>
      </w:r>
    </w:p>
    <w:p w14:paraId="2283C3D1" w14:textId="77777777" w:rsidR="00B77E03" w:rsidRDefault="0024252B" w:rsidP="00B77E03">
      <w:r w:rsidRPr="002813C1">
        <w:t>Il ne l</w:t>
      </w:r>
      <w:r w:rsidR="00B77E03">
        <w:t>’</w:t>
      </w:r>
      <w:r w:rsidRPr="002813C1">
        <w:t>aimait pas</w:t>
      </w:r>
      <w:r w:rsidR="00B77E03">
        <w:t xml:space="preserve">, </w:t>
      </w:r>
      <w:r w:rsidRPr="002813C1">
        <w:t>et d</w:t>
      </w:r>
      <w:r w:rsidR="00B77E03">
        <w:t>’</w:t>
      </w:r>
      <w:r w:rsidRPr="002813C1">
        <w:t>ordinaire la fuyait</w:t>
      </w:r>
      <w:r w:rsidR="00B77E03">
        <w:t>.</w:t>
      </w:r>
    </w:p>
    <w:p w14:paraId="61B31C89" w14:textId="77777777" w:rsidR="00B77E03" w:rsidRDefault="0024252B" w:rsidP="00B77E03">
      <w:r w:rsidRPr="002813C1">
        <w:lastRenderedPageBreak/>
        <w:t>Mais précisément parce qu</w:t>
      </w:r>
      <w:r w:rsidR="00B77E03">
        <w:t>’</w:t>
      </w:r>
      <w:r w:rsidRPr="002813C1">
        <w:t xml:space="preserve">il savait le crime du </w:t>
      </w:r>
      <w:r w:rsidR="00B77E03">
        <w:t>« </w:t>
      </w:r>
      <w:r w:rsidRPr="002813C1">
        <w:t>général</w:t>
      </w:r>
      <w:r w:rsidR="00B77E03">
        <w:t> »</w:t>
      </w:r>
      <w:r w:rsidRPr="002813C1">
        <w:t xml:space="preserve"> et les projets de Pascal</w:t>
      </w:r>
      <w:r w:rsidR="00B77E03">
        <w:t xml:space="preserve">, </w:t>
      </w:r>
      <w:r w:rsidRPr="002813C1">
        <w:t>il crut politique de se montrer aimable</w:t>
      </w:r>
      <w:r w:rsidR="00B77E03">
        <w:t>…</w:t>
      </w:r>
    </w:p>
    <w:p w14:paraId="41561B91" w14:textId="5A03B451" w:rsidR="00B77E03" w:rsidRDefault="0024252B" w:rsidP="00B77E03">
      <w:r w:rsidRPr="002813C1">
        <w:t xml:space="preserve">Ayant donc reconnu </w:t>
      </w:r>
      <w:r w:rsidR="00B77E03">
        <w:t>M</w:t>
      </w:r>
      <w:r w:rsidR="00B77E03" w:rsidRPr="00B77E03">
        <w:rPr>
          <w:vertAlign w:val="superscript"/>
        </w:rPr>
        <w:t>me</w:t>
      </w:r>
      <w:r w:rsidR="00B77E03">
        <w:t> de </w:t>
      </w:r>
      <w:proofErr w:type="spellStart"/>
      <w:r w:rsidRPr="002813C1">
        <w:t>Fondège</w:t>
      </w:r>
      <w:proofErr w:type="spellEnd"/>
      <w:r w:rsidRPr="002813C1">
        <w:t xml:space="preserve"> à travers les glaces</w:t>
      </w:r>
      <w:r w:rsidR="00B77E03">
        <w:t xml:space="preserve">, </w:t>
      </w:r>
      <w:r w:rsidRPr="002813C1">
        <w:t>il s</w:t>
      </w:r>
      <w:r w:rsidR="00B77E03">
        <w:t>’</w:t>
      </w:r>
      <w:r w:rsidRPr="002813C1">
        <w:t>avança vivement</w:t>
      </w:r>
      <w:r w:rsidR="00B77E03">
        <w:t xml:space="preserve">, </w:t>
      </w:r>
      <w:r w:rsidRPr="002813C1">
        <w:t>lui tendant la main pour l</w:t>
      </w:r>
      <w:r w:rsidR="00B77E03">
        <w:t>’</w:t>
      </w:r>
      <w:r w:rsidRPr="002813C1">
        <w:t>aider à descendre</w:t>
      </w:r>
      <w:r w:rsidR="00B77E03">
        <w:t>.</w:t>
      </w:r>
    </w:p>
    <w:p w14:paraId="1B861863" w14:textId="77777777" w:rsidR="00B77E03" w:rsidRDefault="00B77E03" w:rsidP="00B77E03">
      <w:r>
        <w:t>— </w:t>
      </w:r>
      <w:r w:rsidR="0024252B" w:rsidRPr="002813C1">
        <w:t>Viendriez-vous me demander à déjeuner</w:t>
      </w:r>
      <w:r>
        <w:t xml:space="preserve">, </w:t>
      </w:r>
      <w:r w:rsidR="0024252B" w:rsidRPr="002813C1">
        <w:t>disait-il</w:t>
      </w:r>
      <w:r>
        <w:t xml:space="preserve">, </w:t>
      </w:r>
      <w:r w:rsidR="0024252B" w:rsidRPr="002813C1">
        <w:t>ce serait une agréable</w:t>
      </w:r>
      <w:r>
        <w:t>…</w:t>
      </w:r>
    </w:p>
    <w:p w14:paraId="10F38104" w14:textId="77777777" w:rsidR="00B77E03" w:rsidRDefault="0024252B" w:rsidP="00B77E03">
      <w:r w:rsidRPr="002813C1">
        <w:t>Le reste expira dans sa gorge</w:t>
      </w:r>
      <w:r w:rsidR="00B77E03">
        <w:t xml:space="preserve">… </w:t>
      </w:r>
      <w:r w:rsidRPr="002813C1">
        <w:t>Il devint cramoisi</w:t>
      </w:r>
      <w:r w:rsidR="00B77E03">
        <w:t xml:space="preserve">, </w:t>
      </w:r>
      <w:r w:rsidRPr="002813C1">
        <w:t>et le cigare qu</w:t>
      </w:r>
      <w:r w:rsidR="00B77E03">
        <w:t>’</w:t>
      </w:r>
      <w:r w:rsidRPr="002813C1">
        <w:t>il tenait lui échappa des mains</w:t>
      </w:r>
      <w:r w:rsidR="00B77E03">
        <w:t>.</w:t>
      </w:r>
    </w:p>
    <w:p w14:paraId="3D896ED3" w14:textId="5372A9AB" w:rsidR="00B77E03" w:rsidRDefault="0024252B" w:rsidP="00B77E03">
      <w:r w:rsidRPr="002813C1">
        <w:t>Il venait d</w:t>
      </w:r>
      <w:r w:rsidR="00B77E03">
        <w:t>’</w:t>
      </w:r>
      <w:r w:rsidRPr="002813C1">
        <w:t xml:space="preserve">apercevoir </w:t>
      </w:r>
      <w:r w:rsidR="00B77E03">
        <w:t>M</w:t>
      </w:r>
      <w:r w:rsidR="00B77E03" w:rsidRPr="00B77E03">
        <w:rPr>
          <w:vertAlign w:val="superscript"/>
        </w:rPr>
        <w:t>lle</w:t>
      </w:r>
      <w:r w:rsidR="00B77E03">
        <w:t> </w:t>
      </w:r>
      <w:r w:rsidRPr="002813C1">
        <w:t>Marguerite</w:t>
      </w:r>
      <w:r w:rsidR="00B77E03">
        <w:t>…</w:t>
      </w:r>
    </w:p>
    <w:p w14:paraId="6D4E8847" w14:textId="175F48BB" w:rsidR="00B77E03" w:rsidRDefault="0024252B" w:rsidP="00B77E03">
      <w:r w:rsidRPr="002813C1">
        <w:t xml:space="preserve">Son saisissement était trop manifeste pour que </w:t>
      </w:r>
      <w:r w:rsidR="00B77E03">
        <w:t>M</w:t>
      </w:r>
      <w:r w:rsidR="00B77E03" w:rsidRPr="00B77E03">
        <w:rPr>
          <w:vertAlign w:val="superscript"/>
        </w:rPr>
        <w:t>me</w:t>
      </w:r>
      <w:r w:rsidR="00B77E03">
        <w:t> de </w:t>
      </w:r>
      <w:proofErr w:type="spellStart"/>
      <w:r w:rsidRPr="002813C1">
        <w:t>Fondège</w:t>
      </w:r>
      <w:proofErr w:type="spellEnd"/>
      <w:r w:rsidRPr="002813C1">
        <w:t xml:space="preserve"> ne le remarquât pas</w:t>
      </w:r>
      <w:r w:rsidR="00B77E03">
        <w:t xml:space="preserve">, </w:t>
      </w:r>
      <w:r w:rsidRPr="002813C1">
        <w:t>mais elle l</w:t>
      </w:r>
      <w:r w:rsidR="00B77E03">
        <w:t>’</w:t>
      </w:r>
      <w:r w:rsidRPr="002813C1">
        <w:t>attribua à la surprenante beauté de la jeune fille</w:t>
      </w:r>
      <w:r w:rsidR="00B77E03">
        <w:t>…</w:t>
      </w:r>
    </w:p>
    <w:p w14:paraId="3A2BA609" w14:textId="12F24D8C" w:rsidR="00B77E03" w:rsidRDefault="00B77E03" w:rsidP="00B77E03">
      <w:r>
        <w:t>— </w:t>
      </w:r>
      <w:r w:rsidR="0024252B" w:rsidRPr="002813C1">
        <w:t>Mademoiselle</w:t>
      </w:r>
      <w:r>
        <w:t xml:space="preserve">, </w:t>
      </w:r>
      <w:r w:rsidR="0024252B" w:rsidRPr="002813C1">
        <w:t>fit-elle</w:t>
      </w:r>
      <w:r>
        <w:t xml:space="preserve">, </w:t>
      </w:r>
      <w:r w:rsidR="0024252B" w:rsidRPr="002813C1">
        <w:t xml:space="preserve">est </w:t>
      </w:r>
      <w:r>
        <w:t>M</w:t>
      </w:r>
      <w:r w:rsidRPr="00B77E03">
        <w:rPr>
          <w:vertAlign w:val="superscript"/>
        </w:rPr>
        <w:t>lle</w:t>
      </w:r>
      <w:r>
        <w:t> de </w:t>
      </w:r>
      <w:proofErr w:type="spellStart"/>
      <w:r w:rsidR="0024252B" w:rsidRPr="002813C1">
        <w:t>Chalusse</w:t>
      </w:r>
      <w:proofErr w:type="spellEnd"/>
      <w:r>
        <w:t xml:space="preserve">, </w:t>
      </w:r>
      <w:r w:rsidR="0024252B" w:rsidRPr="002813C1">
        <w:t>mon cher baron</w:t>
      </w:r>
      <w:r>
        <w:t xml:space="preserve">, </w:t>
      </w:r>
      <w:r w:rsidR="0024252B" w:rsidRPr="002813C1">
        <w:t>la fille du noble et respectable ami que nous pleurons</w:t>
      </w:r>
      <w:r>
        <w:t>.</w:t>
      </w:r>
    </w:p>
    <w:p w14:paraId="4B9BD576" w14:textId="77777777" w:rsidR="00B77E03" w:rsidRDefault="0024252B" w:rsidP="00B77E03">
      <w:r w:rsidRPr="002813C1">
        <w:t>Ah</w:t>
      </w:r>
      <w:r w:rsidR="00B77E03">
        <w:t xml:space="preserve"> !… </w:t>
      </w:r>
      <w:r w:rsidRPr="002813C1">
        <w:t>il n</w:t>
      </w:r>
      <w:r w:rsidR="00B77E03">
        <w:t>’</w:t>
      </w:r>
      <w:r w:rsidRPr="002813C1">
        <w:t>était pas besoin qu</w:t>
      </w:r>
      <w:r w:rsidR="00B77E03">
        <w:t>’</w:t>
      </w:r>
      <w:r w:rsidRPr="002813C1">
        <w:t>on dît au baron qui était cette jeune fille</w:t>
      </w:r>
      <w:r w:rsidR="00B77E03">
        <w:t xml:space="preserve">, </w:t>
      </w:r>
      <w:r w:rsidRPr="002813C1">
        <w:t>il ne l</w:t>
      </w:r>
      <w:r w:rsidR="00B77E03">
        <w:t>’</w:t>
      </w:r>
      <w:r w:rsidRPr="002813C1">
        <w:t>avait que trop compris</w:t>
      </w:r>
      <w:r w:rsidR="00B77E03">
        <w:t>.</w:t>
      </w:r>
    </w:p>
    <w:p w14:paraId="551E32FD" w14:textId="77777777" w:rsidR="00B77E03" w:rsidRDefault="0024252B" w:rsidP="00B77E03">
      <w:r w:rsidRPr="002813C1">
        <w:t>Foudroyé d</w:t>
      </w:r>
      <w:r w:rsidR="00B77E03">
        <w:t>’</w:t>
      </w:r>
      <w:r w:rsidRPr="002813C1">
        <w:t>abord</w:t>
      </w:r>
      <w:r w:rsidR="00B77E03">
        <w:t xml:space="preserve">, </w:t>
      </w:r>
      <w:r w:rsidRPr="002813C1">
        <w:t>une pensée de vengeance terrible traversa son esprit comme un éclair</w:t>
      </w:r>
      <w:r w:rsidR="00B77E03">
        <w:t xml:space="preserve">… </w:t>
      </w:r>
      <w:r w:rsidRPr="002813C1">
        <w:t>Il pensa que c</w:t>
      </w:r>
      <w:r w:rsidR="00B77E03">
        <w:t>’</w:t>
      </w:r>
      <w:r w:rsidRPr="002813C1">
        <w:t>était la Providence même qui lui offrait le moyen d</w:t>
      </w:r>
      <w:r w:rsidR="00B77E03">
        <w:t>’</w:t>
      </w:r>
      <w:r w:rsidRPr="002813C1">
        <w:t>en finir avec une situation intolérable qu</w:t>
      </w:r>
      <w:r w:rsidR="00B77E03">
        <w:t>’</w:t>
      </w:r>
      <w:r w:rsidRPr="002813C1">
        <w:t>il n</w:t>
      </w:r>
      <w:r w:rsidR="00B77E03">
        <w:t>’</w:t>
      </w:r>
      <w:r w:rsidRPr="002813C1">
        <w:t>avait pas le courage de dénouer</w:t>
      </w:r>
      <w:r w:rsidR="00B77E03">
        <w:t>…</w:t>
      </w:r>
    </w:p>
    <w:p w14:paraId="765C0BB1" w14:textId="665BADA9" w:rsidR="00B77E03" w:rsidRDefault="0024252B" w:rsidP="00B77E03">
      <w:r w:rsidRPr="002813C1">
        <w:t>Reprenant donc son sang-froid</w:t>
      </w:r>
      <w:r w:rsidR="00B77E03">
        <w:t xml:space="preserve">, </w:t>
      </w:r>
      <w:r w:rsidRPr="002813C1">
        <w:t>grâce à un puissant effort</w:t>
      </w:r>
      <w:r w:rsidR="00B77E03">
        <w:t xml:space="preserve">, </w:t>
      </w:r>
      <w:r w:rsidRPr="002813C1">
        <w:t xml:space="preserve">il précéda </w:t>
      </w:r>
      <w:r w:rsidR="00B77E03">
        <w:t>M</w:t>
      </w:r>
      <w:r w:rsidR="00B77E03" w:rsidRPr="00B77E03">
        <w:rPr>
          <w:vertAlign w:val="superscript"/>
        </w:rPr>
        <w:t>me</w:t>
      </w:r>
      <w:r w:rsidR="00B77E03">
        <w:t> de </w:t>
      </w:r>
      <w:proofErr w:type="spellStart"/>
      <w:r w:rsidRPr="002813C1">
        <w:t>Fondège</w:t>
      </w:r>
      <w:proofErr w:type="spellEnd"/>
      <w:r w:rsidRPr="002813C1">
        <w:t xml:space="preserve"> à travers les magnifiques appartements de son hôtel</w:t>
      </w:r>
      <w:r w:rsidR="00B77E03">
        <w:t xml:space="preserve">, </w:t>
      </w:r>
      <w:r w:rsidRPr="002813C1">
        <w:t>et d</w:t>
      </w:r>
      <w:r w:rsidR="00B77E03">
        <w:t>’</w:t>
      </w:r>
      <w:r w:rsidRPr="002813C1">
        <w:t>un ton léger</w:t>
      </w:r>
      <w:r w:rsidR="00B77E03">
        <w:t> :</w:t>
      </w:r>
    </w:p>
    <w:p w14:paraId="6AC6F0F0" w14:textId="77777777" w:rsidR="00B77E03" w:rsidRDefault="00B77E03" w:rsidP="00B77E03">
      <w:r>
        <w:t>— </w:t>
      </w:r>
      <w:r w:rsidR="0024252B" w:rsidRPr="002813C1">
        <w:t>Ma femme est dans son petit salon</w:t>
      </w:r>
      <w:r>
        <w:t xml:space="preserve">, </w:t>
      </w:r>
      <w:r w:rsidR="0024252B" w:rsidRPr="002813C1">
        <w:t>au bout de la galerie</w:t>
      </w:r>
      <w:r>
        <w:t xml:space="preserve">, </w:t>
      </w:r>
      <w:r w:rsidR="0024252B" w:rsidRPr="002813C1">
        <w:t>dit-il</w:t>
      </w:r>
      <w:r>
        <w:t xml:space="preserve">… </w:t>
      </w:r>
      <w:r w:rsidR="0024252B" w:rsidRPr="002813C1">
        <w:t>Elle va être ravie</w:t>
      </w:r>
      <w:r>
        <w:t xml:space="preserve">… </w:t>
      </w:r>
      <w:r w:rsidR="0024252B" w:rsidRPr="002813C1">
        <w:t>Mais moi</w:t>
      </w:r>
      <w:r>
        <w:t xml:space="preserve">, </w:t>
      </w:r>
      <w:r w:rsidR="0024252B" w:rsidRPr="002813C1">
        <w:t>j</w:t>
      </w:r>
      <w:r>
        <w:t>’</w:t>
      </w:r>
      <w:r w:rsidR="0024252B" w:rsidRPr="002813C1">
        <w:t xml:space="preserve">aurais un gros </w:t>
      </w:r>
      <w:r w:rsidR="0024252B" w:rsidRPr="002813C1">
        <w:lastRenderedPageBreak/>
        <w:t>secret à vous confier</w:t>
      </w:r>
      <w:r>
        <w:t xml:space="preserve">… </w:t>
      </w:r>
      <w:r w:rsidR="0024252B" w:rsidRPr="002813C1">
        <w:t>Permettez que je conduise mademoiselle à la baronne</w:t>
      </w:r>
      <w:r>
        <w:t xml:space="preserve">, </w:t>
      </w:r>
      <w:r w:rsidR="0024252B" w:rsidRPr="002813C1">
        <w:t>nous les rejoindrons dans un moment</w:t>
      </w:r>
      <w:r>
        <w:t>.</w:t>
      </w:r>
    </w:p>
    <w:p w14:paraId="021245C5" w14:textId="3D444FE6" w:rsidR="00B77E03" w:rsidRDefault="0024252B" w:rsidP="00B77E03">
      <w:r w:rsidRPr="002813C1">
        <w:t>Aussitôt</w:t>
      </w:r>
      <w:r w:rsidR="00B77E03">
        <w:t xml:space="preserve">, </w:t>
      </w:r>
      <w:r w:rsidRPr="002813C1">
        <w:t>sans attendre une réponse</w:t>
      </w:r>
      <w:r w:rsidR="00B77E03">
        <w:t xml:space="preserve">, </w:t>
      </w:r>
      <w:r w:rsidRPr="002813C1">
        <w:t>il s</w:t>
      </w:r>
      <w:r w:rsidR="00B77E03">
        <w:t>’</w:t>
      </w:r>
      <w:r w:rsidRPr="002813C1">
        <w:t xml:space="preserve">empara du bras de </w:t>
      </w:r>
      <w:r w:rsidR="00B77E03">
        <w:t>M</w:t>
      </w:r>
      <w:r w:rsidR="00B77E03" w:rsidRPr="00B77E03">
        <w:rPr>
          <w:vertAlign w:val="superscript"/>
        </w:rPr>
        <w:t>lle</w:t>
      </w:r>
      <w:r w:rsidR="00B77E03">
        <w:t> </w:t>
      </w:r>
      <w:r w:rsidRPr="002813C1">
        <w:t>Marguerite qu</w:t>
      </w:r>
      <w:r w:rsidR="00B77E03">
        <w:t>’</w:t>
      </w:r>
      <w:r w:rsidRPr="002813C1">
        <w:t>il entraîna jusqu</w:t>
      </w:r>
      <w:r w:rsidR="00B77E03">
        <w:t>’</w:t>
      </w:r>
      <w:r w:rsidRPr="002813C1">
        <w:t>à l</w:t>
      </w:r>
      <w:r w:rsidR="00B77E03">
        <w:t>’</w:t>
      </w:r>
      <w:r w:rsidRPr="002813C1">
        <w:t>extrémité de la galerie</w:t>
      </w:r>
      <w:r w:rsidR="00B77E03">
        <w:t>…</w:t>
      </w:r>
    </w:p>
    <w:p w14:paraId="5885BE41" w14:textId="77777777" w:rsidR="00B77E03" w:rsidRDefault="0024252B" w:rsidP="00B77E03">
      <w:r w:rsidRPr="002813C1">
        <w:t>Là il ouvrit une porte</w:t>
      </w:r>
      <w:r w:rsidR="00B77E03">
        <w:t xml:space="preserve">, </w:t>
      </w:r>
      <w:r w:rsidRPr="002813C1">
        <w:t>et d</w:t>
      </w:r>
      <w:r w:rsidR="00B77E03">
        <w:t>’</w:t>
      </w:r>
      <w:r w:rsidRPr="002813C1">
        <w:t>une voix railleuse</w:t>
      </w:r>
      <w:r w:rsidR="00B77E03">
        <w:t> :</w:t>
      </w:r>
    </w:p>
    <w:p w14:paraId="4BF42919" w14:textId="77777777" w:rsidR="00B77E03" w:rsidRDefault="00B77E03" w:rsidP="00B77E03">
      <w:r>
        <w:t>— </w:t>
      </w:r>
      <w:r w:rsidR="0024252B" w:rsidRPr="002813C1">
        <w:t xml:space="preserve">Madame </w:t>
      </w:r>
      <w:proofErr w:type="spellStart"/>
      <w:r w:rsidR="0024252B" w:rsidRPr="002813C1">
        <w:t>Trigault</w:t>
      </w:r>
      <w:proofErr w:type="spellEnd"/>
      <w:r>
        <w:t xml:space="preserve">, </w:t>
      </w:r>
      <w:r w:rsidR="0024252B" w:rsidRPr="002813C1">
        <w:t>cria-t-il</w:t>
      </w:r>
      <w:r>
        <w:t xml:space="preserve">, </w:t>
      </w:r>
      <w:r w:rsidR="0024252B" w:rsidRPr="002813C1">
        <w:t xml:space="preserve">je vous présente la fille du comte de </w:t>
      </w:r>
      <w:proofErr w:type="spellStart"/>
      <w:r w:rsidR="0024252B" w:rsidRPr="002813C1">
        <w:t>Chalusse</w:t>
      </w:r>
      <w:proofErr w:type="spellEnd"/>
      <w:r>
        <w:t>…</w:t>
      </w:r>
    </w:p>
    <w:p w14:paraId="63DD2B9A" w14:textId="46B239CB" w:rsidR="00B77E03" w:rsidRDefault="0024252B" w:rsidP="00B77E03">
      <w:r w:rsidRPr="002813C1">
        <w:t>Puis</w:t>
      </w:r>
      <w:r w:rsidR="00B77E03">
        <w:t xml:space="preserve">, </w:t>
      </w:r>
      <w:r w:rsidRPr="002813C1">
        <w:t xml:space="preserve">poussant </w:t>
      </w:r>
      <w:r w:rsidR="00B77E03">
        <w:t>M</w:t>
      </w:r>
      <w:r w:rsidR="00B77E03" w:rsidRPr="00B77E03">
        <w:rPr>
          <w:vertAlign w:val="superscript"/>
        </w:rPr>
        <w:t>lle</w:t>
      </w:r>
      <w:r w:rsidR="00B77E03">
        <w:t> </w:t>
      </w:r>
      <w:r w:rsidRPr="002813C1">
        <w:t>Marguerite stupéfaite</w:t>
      </w:r>
      <w:r w:rsidR="00B77E03">
        <w:t xml:space="preserve">, </w:t>
      </w:r>
      <w:r w:rsidRPr="002813C1">
        <w:t>et se penchant à son oreille</w:t>
      </w:r>
      <w:r w:rsidR="00B77E03">
        <w:t> :</w:t>
      </w:r>
    </w:p>
    <w:p w14:paraId="14D6F528" w14:textId="77777777" w:rsidR="00B77E03" w:rsidRDefault="00B77E03" w:rsidP="00B77E03">
      <w:r>
        <w:t>— </w:t>
      </w:r>
      <w:r w:rsidR="0024252B" w:rsidRPr="002813C1">
        <w:t>Voilà votre mère</w:t>
      </w:r>
      <w:r>
        <w:t xml:space="preserve">, </w:t>
      </w:r>
      <w:r w:rsidR="0024252B" w:rsidRPr="002813C1">
        <w:t>jeune fille</w:t>
      </w:r>
      <w:r>
        <w:t xml:space="preserve">, </w:t>
      </w:r>
      <w:r w:rsidR="0024252B" w:rsidRPr="002813C1">
        <w:t>ajouta-t-il tout bas</w:t>
      </w:r>
      <w:r>
        <w:t>.</w:t>
      </w:r>
    </w:p>
    <w:p w14:paraId="146F086F" w14:textId="74558D57" w:rsidR="00B77E03" w:rsidRDefault="0024252B" w:rsidP="00B77E03">
      <w:r w:rsidRPr="002813C1">
        <w:t>Et</w:t>
      </w:r>
      <w:r w:rsidR="00B77E03">
        <w:t xml:space="preserve">, </w:t>
      </w:r>
      <w:r w:rsidRPr="002813C1">
        <w:t>refermant la porte</w:t>
      </w:r>
      <w:r w:rsidR="00B77E03">
        <w:t xml:space="preserve">, </w:t>
      </w:r>
      <w:r w:rsidRPr="002813C1">
        <w:t xml:space="preserve">il revint à </w:t>
      </w:r>
      <w:r w:rsidR="00B77E03">
        <w:t>M</w:t>
      </w:r>
      <w:r w:rsidR="00B77E03" w:rsidRPr="00B77E03">
        <w:rPr>
          <w:vertAlign w:val="superscript"/>
        </w:rPr>
        <w:t>me</w:t>
      </w:r>
      <w:r w:rsidR="00B77E03">
        <w:t> de </w:t>
      </w:r>
      <w:proofErr w:type="spellStart"/>
      <w:r w:rsidRPr="002813C1">
        <w:t>Fondège</w:t>
      </w:r>
      <w:proofErr w:type="spellEnd"/>
      <w:r w:rsidR="00B77E03">
        <w:t>.</w:t>
      </w:r>
    </w:p>
    <w:p w14:paraId="4B19780F" w14:textId="77777777" w:rsidR="00B77E03" w:rsidRDefault="0024252B" w:rsidP="00B77E03">
      <w:r w:rsidRPr="002813C1">
        <w:t>Plus blanche que son peignoir de mousseline</w:t>
      </w:r>
      <w:r w:rsidR="00B77E03">
        <w:t xml:space="preserve">, </w:t>
      </w:r>
      <w:r w:rsidRPr="002813C1">
        <w:t xml:space="preserve">la baronne </w:t>
      </w:r>
      <w:proofErr w:type="spellStart"/>
      <w:r w:rsidRPr="002813C1">
        <w:t>Trigault</w:t>
      </w:r>
      <w:proofErr w:type="spellEnd"/>
      <w:r w:rsidRPr="002813C1">
        <w:t xml:space="preserve"> s</w:t>
      </w:r>
      <w:r w:rsidR="00B77E03">
        <w:t>’</w:t>
      </w:r>
      <w:r w:rsidRPr="002813C1">
        <w:t>était dressée tout d</w:t>
      </w:r>
      <w:r w:rsidR="00B77E03">
        <w:t>’</w:t>
      </w:r>
      <w:r w:rsidRPr="002813C1">
        <w:t>une pièce</w:t>
      </w:r>
      <w:r w:rsidR="00B77E03">
        <w:t>…</w:t>
      </w:r>
    </w:p>
    <w:p w14:paraId="7A48C7E6" w14:textId="77777777" w:rsidR="00B77E03" w:rsidRDefault="0024252B" w:rsidP="00B77E03">
      <w:r w:rsidRPr="002813C1">
        <w:t>C</w:t>
      </w:r>
      <w:r w:rsidR="00B77E03">
        <w:t>’</w:t>
      </w:r>
      <w:r w:rsidRPr="002813C1">
        <w:t>était bien toujours la même femme qui</w:t>
      </w:r>
      <w:r w:rsidR="00B77E03">
        <w:t xml:space="preserve">, </w:t>
      </w:r>
      <w:r w:rsidRPr="002813C1">
        <w:t>pauvre</w:t>
      </w:r>
      <w:r w:rsidR="00B77E03">
        <w:t xml:space="preserve">, </w:t>
      </w:r>
      <w:r w:rsidRPr="002813C1">
        <w:t>et pendant que son mari bravait la mort pour lui conquérir une fortune</w:t>
      </w:r>
      <w:r w:rsidR="00B77E03">
        <w:t xml:space="preserve">, </w:t>
      </w:r>
      <w:r w:rsidRPr="002813C1">
        <w:t xml:space="preserve">avait été éblouie par le luxe du comte de </w:t>
      </w:r>
      <w:proofErr w:type="spellStart"/>
      <w:r w:rsidRPr="002813C1">
        <w:t>Chalusse</w:t>
      </w:r>
      <w:proofErr w:type="spellEnd"/>
      <w:r w:rsidR="00B77E03">
        <w:t xml:space="preserve">, </w:t>
      </w:r>
      <w:r w:rsidRPr="002813C1">
        <w:t>et qui</w:t>
      </w:r>
      <w:r w:rsidR="00B77E03">
        <w:t xml:space="preserve">, </w:t>
      </w:r>
      <w:r w:rsidRPr="002813C1">
        <w:t>plus tard</w:t>
      </w:r>
      <w:r w:rsidR="00B77E03">
        <w:t xml:space="preserve">, </w:t>
      </w:r>
      <w:r w:rsidRPr="002813C1">
        <w:t>riche à faire envie aux plus riches</w:t>
      </w:r>
      <w:r w:rsidR="00B77E03">
        <w:t xml:space="preserve">, </w:t>
      </w:r>
      <w:r w:rsidRPr="002813C1">
        <w:t>était descendue</w:t>
      </w:r>
      <w:r w:rsidR="00B77E03">
        <w:t xml:space="preserve">, </w:t>
      </w:r>
      <w:r w:rsidRPr="002813C1">
        <w:t>les mains pleines d</w:t>
      </w:r>
      <w:r w:rsidR="00B77E03">
        <w:t>’</w:t>
      </w:r>
      <w:r w:rsidRPr="002813C1">
        <w:t>or</w:t>
      </w:r>
      <w:r w:rsidR="00B77E03">
        <w:t xml:space="preserve">, </w:t>
      </w:r>
      <w:r w:rsidRPr="002813C1">
        <w:t>jusqu</w:t>
      </w:r>
      <w:r w:rsidR="00B77E03">
        <w:t>’</w:t>
      </w:r>
      <w:r w:rsidRPr="002813C1">
        <w:t>à la boue</w:t>
      </w:r>
      <w:r w:rsidR="00B77E03">
        <w:t xml:space="preserve">, </w:t>
      </w:r>
      <w:r w:rsidRPr="002813C1">
        <w:t>jusqu</w:t>
      </w:r>
      <w:r w:rsidR="00B77E03">
        <w:t>’</w:t>
      </w:r>
      <w:r w:rsidRPr="002813C1">
        <w:t xml:space="preserve">à un </w:t>
      </w:r>
      <w:proofErr w:type="spellStart"/>
      <w:r w:rsidRPr="002813C1">
        <w:t>Coralth</w:t>
      </w:r>
      <w:proofErr w:type="spellEnd"/>
      <w:r w:rsidR="00B77E03">
        <w:t>.</w:t>
      </w:r>
    </w:p>
    <w:p w14:paraId="3D77C5C7" w14:textId="77777777" w:rsidR="00B77E03" w:rsidRDefault="0024252B" w:rsidP="00B77E03">
      <w:r w:rsidRPr="002813C1">
        <w:t>Belle</w:t>
      </w:r>
      <w:r w:rsidR="00B77E03">
        <w:t xml:space="preserve">, </w:t>
      </w:r>
      <w:r w:rsidRPr="002813C1">
        <w:t>la baronne l</w:t>
      </w:r>
      <w:r w:rsidR="00B77E03">
        <w:t>’</w:t>
      </w:r>
      <w:r w:rsidRPr="002813C1">
        <w:t>avait été à miracle</w:t>
      </w:r>
      <w:r w:rsidR="00B77E03">
        <w:t xml:space="preserve">, </w:t>
      </w:r>
      <w:r w:rsidRPr="002813C1">
        <w:t>et maintenant encore</w:t>
      </w:r>
      <w:r w:rsidR="00B77E03">
        <w:t xml:space="preserve">, </w:t>
      </w:r>
      <w:r w:rsidRPr="002813C1">
        <w:t>quand elle traversait les Champs-Élysées au grand trot de ses chevaux</w:t>
      </w:r>
      <w:r w:rsidR="00B77E03">
        <w:t xml:space="preserve">, </w:t>
      </w:r>
      <w:r w:rsidRPr="002813C1">
        <w:t>vêtue d</w:t>
      </w:r>
      <w:r w:rsidR="00B77E03">
        <w:t>’</w:t>
      </w:r>
      <w:r w:rsidRPr="002813C1">
        <w:t>un de ces costumes excentriques qu</w:t>
      </w:r>
      <w:r w:rsidR="00B77E03">
        <w:t>’</w:t>
      </w:r>
      <w:r w:rsidRPr="002813C1">
        <w:t>elle seule osait porter</w:t>
      </w:r>
      <w:r w:rsidR="00B77E03">
        <w:t xml:space="preserve">, </w:t>
      </w:r>
      <w:r w:rsidRPr="002813C1">
        <w:t>bien des murmures d</w:t>
      </w:r>
      <w:r w:rsidR="00B77E03">
        <w:t>’</w:t>
      </w:r>
      <w:r w:rsidRPr="002813C1">
        <w:t>admiration montaient jusqu</w:t>
      </w:r>
      <w:r w:rsidR="00B77E03">
        <w:t>’</w:t>
      </w:r>
      <w:r w:rsidRPr="002813C1">
        <w:t>à elle</w:t>
      </w:r>
      <w:r w:rsidR="00B77E03">
        <w:t>.</w:t>
      </w:r>
    </w:p>
    <w:p w14:paraId="7B751D6C" w14:textId="77777777" w:rsidR="00B77E03" w:rsidRDefault="0024252B" w:rsidP="00B77E03">
      <w:r w:rsidRPr="002813C1">
        <w:t>Celle-là était bien l</w:t>
      </w:r>
      <w:r w:rsidR="00B77E03">
        <w:t>’</w:t>
      </w:r>
      <w:r w:rsidRPr="002813C1">
        <w:t xml:space="preserve">épouse telle que la font les mœurs de la </w:t>
      </w:r>
      <w:r w:rsidR="00B77E03">
        <w:t>« </w:t>
      </w:r>
      <w:r w:rsidRPr="002813C1">
        <w:t>haute vie</w:t>
      </w:r>
      <w:r w:rsidR="00B77E03">
        <w:t>, »</w:t>
      </w:r>
      <w:r w:rsidRPr="002813C1">
        <w:t xml:space="preserve"> la femme qui croit s</w:t>
      </w:r>
      <w:r w:rsidR="00B77E03">
        <w:t>’</w:t>
      </w:r>
      <w:r w:rsidRPr="002813C1">
        <w:t xml:space="preserve">élever quand elle tombe </w:t>
      </w:r>
      <w:r w:rsidRPr="002813C1">
        <w:lastRenderedPageBreak/>
        <w:t>dans le domaine des journaux et des chroniques</w:t>
      </w:r>
      <w:r w:rsidR="00B77E03">
        <w:t xml:space="preserve">, </w:t>
      </w:r>
      <w:r w:rsidRPr="002813C1">
        <w:t>sans souci de son foyer désert</w:t>
      </w:r>
      <w:r w:rsidR="00B77E03">
        <w:t xml:space="preserve">, </w:t>
      </w:r>
      <w:r w:rsidRPr="002813C1">
        <w:t>tourmentée d</w:t>
      </w:r>
      <w:r w:rsidR="00B77E03">
        <w:t>’</w:t>
      </w:r>
      <w:r w:rsidRPr="002813C1">
        <w:t>un incessant besoin de mouvement et de bruit</w:t>
      </w:r>
      <w:r w:rsidR="00B77E03">
        <w:t xml:space="preserve">, </w:t>
      </w:r>
      <w:r w:rsidRPr="002813C1">
        <w:t>la tête vide</w:t>
      </w:r>
      <w:r w:rsidR="00B77E03">
        <w:t xml:space="preserve">, </w:t>
      </w:r>
      <w:r w:rsidRPr="002813C1">
        <w:t>le cœur sec</w:t>
      </w:r>
      <w:r w:rsidR="00B77E03">
        <w:t xml:space="preserve">, </w:t>
      </w:r>
      <w:r w:rsidRPr="002813C1">
        <w:t>n</w:t>
      </w:r>
      <w:r w:rsidR="00B77E03">
        <w:t>’</w:t>
      </w:r>
      <w:r w:rsidRPr="002813C1">
        <w:t>existant que pour et par le monde</w:t>
      </w:r>
      <w:r w:rsidR="00B77E03">
        <w:t xml:space="preserve">, </w:t>
      </w:r>
      <w:r w:rsidRPr="002813C1">
        <w:t>dévorée par d</w:t>
      </w:r>
      <w:r w:rsidR="00B77E03">
        <w:t>’</w:t>
      </w:r>
      <w:r w:rsidRPr="002813C1">
        <w:t>inassouvissables convoitises</w:t>
      </w:r>
      <w:r w:rsidR="00B77E03">
        <w:t xml:space="preserve">, </w:t>
      </w:r>
      <w:r w:rsidRPr="002813C1">
        <w:t>trempant ses lèvres flétries à toutes les coupes</w:t>
      </w:r>
      <w:r w:rsidR="00B77E03">
        <w:t xml:space="preserve">, </w:t>
      </w:r>
      <w:r w:rsidRPr="002813C1">
        <w:t>malheureuse par l</w:t>
      </w:r>
      <w:r w:rsidR="00B77E03">
        <w:t>’</w:t>
      </w:r>
      <w:r w:rsidRPr="002813C1">
        <w:t>impossibilité d</w:t>
      </w:r>
      <w:r w:rsidR="00B77E03">
        <w:t>’</w:t>
      </w:r>
      <w:r w:rsidRPr="002813C1">
        <w:t>étreindre les fantômes de son imagination déréglée</w:t>
      </w:r>
      <w:r w:rsidR="00B77E03">
        <w:t xml:space="preserve">, </w:t>
      </w:r>
      <w:r w:rsidRPr="002813C1">
        <w:t>enviant tour à tour l</w:t>
      </w:r>
      <w:r w:rsidR="00B77E03">
        <w:t>’</w:t>
      </w:r>
      <w:r w:rsidRPr="002813C1">
        <w:t>impudente liberté des femmes de théâtre ou l</w:t>
      </w:r>
      <w:r w:rsidR="00B77E03">
        <w:t>’</w:t>
      </w:r>
      <w:r w:rsidRPr="002813C1">
        <w:t>avilissement de la fille des rues</w:t>
      </w:r>
      <w:r w:rsidR="00B77E03">
        <w:t xml:space="preserve">, </w:t>
      </w:r>
      <w:r w:rsidRPr="002813C1">
        <w:t>toujours en quête de sensations nouvelles et n</w:t>
      </w:r>
      <w:r w:rsidR="00B77E03">
        <w:t>’</w:t>
      </w:r>
      <w:r w:rsidRPr="002813C1">
        <w:t>en trouvant plus</w:t>
      </w:r>
      <w:r w:rsidR="00B77E03">
        <w:t xml:space="preserve">, </w:t>
      </w:r>
      <w:r w:rsidRPr="002813C1">
        <w:t>épuisée</w:t>
      </w:r>
      <w:r w:rsidR="00B77E03">
        <w:t xml:space="preserve">, </w:t>
      </w:r>
      <w:r w:rsidRPr="002813C1">
        <w:t>lassée</w:t>
      </w:r>
      <w:r w:rsidR="00B77E03">
        <w:t xml:space="preserve">, </w:t>
      </w:r>
      <w:r w:rsidRPr="002813C1">
        <w:t>et se raccrochant désespérément à la jeunesse qui fuit</w:t>
      </w:r>
      <w:r w:rsidR="00B77E03">
        <w:t>…</w:t>
      </w:r>
    </w:p>
    <w:p w14:paraId="52564F20" w14:textId="77777777" w:rsidR="00B77E03" w:rsidRDefault="0024252B" w:rsidP="00B77E03">
      <w:r w:rsidRPr="002813C1">
        <w:t>Inaccessible à toute émotion qui n</w:t>
      </w:r>
      <w:r w:rsidR="00B77E03">
        <w:t>’</w:t>
      </w:r>
      <w:r w:rsidRPr="002813C1">
        <w:t>était pas vanité</w:t>
      </w:r>
      <w:r w:rsidR="00B77E03">
        <w:t xml:space="preserve">, </w:t>
      </w:r>
      <w:r w:rsidRPr="002813C1">
        <w:t>la baronne n</w:t>
      </w:r>
      <w:r w:rsidR="00B77E03">
        <w:t>’</w:t>
      </w:r>
      <w:r w:rsidRPr="002813C1">
        <w:t>avait jamais eu une larme pour les atroces souffrances de son mari</w:t>
      </w:r>
      <w:r w:rsidR="00B77E03">
        <w:t xml:space="preserve">… </w:t>
      </w:r>
      <w:r w:rsidRPr="002813C1">
        <w:t>Elle était sûre de son empire absolu sur lui</w:t>
      </w:r>
      <w:r w:rsidR="00B77E03">
        <w:t xml:space="preserve"> ; </w:t>
      </w:r>
      <w:r w:rsidRPr="002813C1">
        <w:t>qu</w:t>
      </w:r>
      <w:r w:rsidR="00B77E03">
        <w:t>’</w:t>
      </w:r>
      <w:r w:rsidRPr="002813C1">
        <w:t>importait le reste</w:t>
      </w:r>
      <w:r w:rsidR="00B77E03">
        <w:t xml:space="preserve"> ! </w:t>
      </w:r>
      <w:r w:rsidRPr="002813C1">
        <w:t>Même son orgueil se délectait de cette certitude</w:t>
      </w:r>
      <w:r w:rsidR="00B77E03">
        <w:t xml:space="preserve">, </w:t>
      </w:r>
      <w:r w:rsidRPr="002813C1">
        <w:t>qu</w:t>
      </w:r>
      <w:r w:rsidR="00B77E03">
        <w:t>’</w:t>
      </w:r>
      <w:r w:rsidRPr="002813C1">
        <w:t>elle pouvait</w:t>
      </w:r>
      <w:r w:rsidR="00B77E03">
        <w:t xml:space="preserve">, </w:t>
      </w:r>
      <w:r w:rsidRPr="002813C1">
        <w:t>au gré de son caprice</w:t>
      </w:r>
      <w:r w:rsidR="00B77E03">
        <w:t xml:space="preserve">, </w:t>
      </w:r>
      <w:r w:rsidRPr="002813C1">
        <w:t>bouleverser ce malheureux fou</w:t>
      </w:r>
      <w:r w:rsidR="00B77E03">
        <w:t xml:space="preserve">, </w:t>
      </w:r>
      <w:r w:rsidRPr="002813C1">
        <w:t>qui l</w:t>
      </w:r>
      <w:r w:rsidR="00B77E03">
        <w:t>’</w:t>
      </w:r>
      <w:r w:rsidRPr="002813C1">
        <w:t>aimait en dépit de tout</w:t>
      </w:r>
      <w:r w:rsidR="00B77E03">
        <w:t xml:space="preserve">, </w:t>
      </w:r>
      <w:r w:rsidRPr="002813C1">
        <w:t>lui arracher des rugissements de douleur et de rage</w:t>
      </w:r>
      <w:r w:rsidR="00B77E03">
        <w:t xml:space="preserve">, </w:t>
      </w:r>
      <w:r w:rsidRPr="002813C1">
        <w:t>et l</w:t>
      </w:r>
      <w:r w:rsidR="00B77E03">
        <w:t>’</w:t>
      </w:r>
      <w:r w:rsidRPr="002813C1">
        <w:t>instant d</w:t>
      </w:r>
      <w:r w:rsidR="00B77E03">
        <w:t>’</w:t>
      </w:r>
      <w:r w:rsidRPr="002813C1">
        <w:t>après</w:t>
      </w:r>
      <w:r w:rsidR="00B77E03">
        <w:t xml:space="preserve">, </w:t>
      </w:r>
      <w:r w:rsidRPr="002813C1">
        <w:t>d</w:t>
      </w:r>
      <w:r w:rsidR="00B77E03">
        <w:t>’</w:t>
      </w:r>
      <w:r w:rsidRPr="002813C1">
        <w:t>un mot</w:t>
      </w:r>
      <w:r w:rsidR="00B77E03">
        <w:t xml:space="preserve">, </w:t>
      </w:r>
      <w:r w:rsidRPr="002813C1">
        <w:t>d</w:t>
      </w:r>
      <w:r w:rsidR="00B77E03">
        <w:t>’</w:t>
      </w:r>
      <w:r w:rsidRPr="002813C1">
        <w:t>un sourire</w:t>
      </w:r>
      <w:r w:rsidR="00B77E03">
        <w:t xml:space="preserve">, </w:t>
      </w:r>
      <w:r w:rsidRPr="002813C1">
        <w:t>d</w:t>
      </w:r>
      <w:r w:rsidR="00B77E03">
        <w:t>’</w:t>
      </w:r>
      <w:r w:rsidRPr="002813C1">
        <w:t>une caresse</w:t>
      </w:r>
      <w:r w:rsidR="00B77E03">
        <w:t xml:space="preserve">, </w:t>
      </w:r>
      <w:r w:rsidRPr="002813C1">
        <w:t>le plonger dans le ravissement d</w:t>
      </w:r>
      <w:r w:rsidR="00B77E03">
        <w:t>’</w:t>
      </w:r>
      <w:r w:rsidRPr="002813C1">
        <w:t>une extase idiote</w:t>
      </w:r>
      <w:r w:rsidR="00B77E03">
        <w:t>.</w:t>
      </w:r>
    </w:p>
    <w:p w14:paraId="5FDA2ADB" w14:textId="77777777" w:rsidR="00B77E03" w:rsidRDefault="0024252B" w:rsidP="00B77E03">
      <w:r w:rsidRPr="002813C1">
        <w:t>Car c</w:t>
      </w:r>
      <w:r w:rsidR="00B77E03">
        <w:t>’</w:t>
      </w:r>
      <w:r w:rsidRPr="002813C1">
        <w:t>était ainsi</w:t>
      </w:r>
      <w:r w:rsidR="00B77E03">
        <w:t xml:space="preserve">, </w:t>
      </w:r>
      <w:r w:rsidRPr="002813C1">
        <w:t>et bien souvent elle s</w:t>
      </w:r>
      <w:r w:rsidR="00B77E03">
        <w:t>’</w:t>
      </w:r>
      <w:r w:rsidRPr="002813C1">
        <w:t>était fait un jeu cruel de l</w:t>
      </w:r>
      <w:r w:rsidR="00B77E03">
        <w:t>’</w:t>
      </w:r>
      <w:r w:rsidRPr="002813C1">
        <w:t>exercice de son pouvoir</w:t>
      </w:r>
      <w:r w:rsidR="00B77E03">
        <w:t>.</w:t>
      </w:r>
    </w:p>
    <w:p w14:paraId="6D537D5A" w14:textId="3A5BFF49" w:rsidR="00B77E03" w:rsidRDefault="0024252B" w:rsidP="00B77E03">
      <w:r w:rsidRPr="002813C1">
        <w:t>Les jours passés</w:t>
      </w:r>
      <w:r w:rsidR="00B77E03">
        <w:t xml:space="preserve">, </w:t>
      </w:r>
      <w:r w:rsidRPr="002813C1">
        <w:t>encore</w:t>
      </w:r>
      <w:r w:rsidR="00B77E03">
        <w:t xml:space="preserve">, </w:t>
      </w:r>
      <w:r w:rsidRPr="002813C1">
        <w:t>après la scène affreuse surprise par Pascal</w:t>
      </w:r>
      <w:r w:rsidR="00B77E03">
        <w:t xml:space="preserve">, </w:t>
      </w:r>
      <w:r w:rsidRPr="002813C1">
        <w:t>elle était revenue au baron</w:t>
      </w:r>
      <w:r w:rsidR="00B77E03">
        <w:t xml:space="preserve">, </w:t>
      </w:r>
      <w:r w:rsidRPr="002813C1">
        <w:t xml:space="preserve">et elle avait obtenu de la lâcheté de sa passion les trente mille francs dont </w:t>
      </w:r>
      <w:r w:rsidR="00B77E03">
        <w:t>M. de </w:t>
      </w:r>
      <w:proofErr w:type="spellStart"/>
      <w:r w:rsidRPr="002813C1">
        <w:t>Coralth</w:t>
      </w:r>
      <w:proofErr w:type="spellEnd"/>
      <w:r w:rsidRPr="002813C1">
        <w:t xml:space="preserve"> avait besoin pour imposer silence à sa femme</w:t>
      </w:r>
      <w:r w:rsidR="00B77E03">
        <w:t>.</w:t>
      </w:r>
    </w:p>
    <w:p w14:paraId="1B9FC1D3" w14:textId="77777777" w:rsidR="00B77E03" w:rsidRDefault="0024252B" w:rsidP="00B77E03">
      <w:r w:rsidRPr="002813C1">
        <w:t>Et cependant</w:t>
      </w:r>
      <w:r w:rsidR="00B77E03">
        <w:t xml:space="preserve">, </w:t>
      </w:r>
      <w:r w:rsidRPr="002813C1">
        <w:t>à cette heure</w:t>
      </w:r>
      <w:r w:rsidR="00B77E03">
        <w:t xml:space="preserve">, </w:t>
      </w:r>
      <w:r w:rsidRPr="002813C1">
        <w:t>la baronne tremblait</w:t>
      </w:r>
      <w:r w:rsidR="00B77E03">
        <w:t>.</w:t>
      </w:r>
    </w:p>
    <w:p w14:paraId="2FECAF08" w14:textId="33AC4DB8" w:rsidR="00B77E03" w:rsidRDefault="0024252B" w:rsidP="00B77E03">
      <w:r w:rsidRPr="002813C1">
        <w:t>C</w:t>
      </w:r>
      <w:r w:rsidR="00B77E03">
        <w:t>’</w:t>
      </w:r>
      <w:r w:rsidRPr="002813C1">
        <w:t>est que la pénétration ne lui manquait pas</w:t>
      </w:r>
      <w:r w:rsidR="00B77E03">
        <w:t xml:space="preserve">… </w:t>
      </w:r>
      <w:r w:rsidRPr="002813C1">
        <w:t>Elle comprenait bien tout ce qu</w:t>
      </w:r>
      <w:r w:rsidR="00B77E03">
        <w:t>’</w:t>
      </w:r>
      <w:r w:rsidRPr="002813C1">
        <w:t>avait d</w:t>
      </w:r>
      <w:r w:rsidR="00B77E03">
        <w:t>’</w:t>
      </w:r>
      <w:r w:rsidRPr="002813C1">
        <w:t xml:space="preserve">alarmant la présence de </w:t>
      </w:r>
      <w:r w:rsidR="00B77E03">
        <w:t>M</w:t>
      </w:r>
      <w:r w:rsidR="00B77E03" w:rsidRPr="00B77E03">
        <w:rPr>
          <w:vertAlign w:val="superscript"/>
        </w:rPr>
        <w:t>lle</w:t>
      </w:r>
      <w:r w:rsidR="00B77E03">
        <w:t> </w:t>
      </w:r>
      <w:r w:rsidRPr="002813C1">
        <w:t>Marguerite</w:t>
      </w:r>
      <w:r w:rsidR="00B77E03">
        <w:t>.</w:t>
      </w:r>
    </w:p>
    <w:p w14:paraId="7211AB35" w14:textId="77777777" w:rsidR="00B77E03" w:rsidRDefault="0024252B" w:rsidP="00B77E03">
      <w:r w:rsidRPr="002813C1">
        <w:lastRenderedPageBreak/>
        <w:t>Pour que son mari lui amenât cette jeune fille</w:t>
      </w:r>
      <w:r w:rsidR="00B77E03">
        <w:t xml:space="preserve"> – </w:t>
      </w:r>
      <w:r w:rsidRPr="002813C1">
        <w:t>sa fille</w:t>
      </w:r>
      <w:r w:rsidR="00B77E03">
        <w:t xml:space="preserve"> – </w:t>
      </w:r>
      <w:r w:rsidRPr="002813C1">
        <w:t>il fallait qu</w:t>
      </w:r>
      <w:r w:rsidR="00B77E03">
        <w:t>’</w:t>
      </w:r>
      <w:r w:rsidRPr="002813C1">
        <w:t>il sût tout et qu</w:t>
      </w:r>
      <w:r w:rsidR="00B77E03">
        <w:t>’</w:t>
      </w:r>
      <w:r w:rsidRPr="002813C1">
        <w:t>il eût pris quelque résolution terrible</w:t>
      </w:r>
      <w:r w:rsidR="00B77E03">
        <w:t>.</w:t>
      </w:r>
    </w:p>
    <w:p w14:paraId="391D7E30" w14:textId="77777777" w:rsidR="00B77E03" w:rsidRDefault="0024252B" w:rsidP="00B77E03">
      <w:r w:rsidRPr="002813C1">
        <w:t>Avait-elle donc épuisé une patience qu</w:t>
      </w:r>
      <w:r w:rsidR="00B77E03">
        <w:t>’</w:t>
      </w:r>
      <w:r w:rsidRPr="002813C1">
        <w:t>elle croyait inépuisable</w:t>
      </w:r>
      <w:r w:rsidR="00B77E03">
        <w:t> ?…</w:t>
      </w:r>
    </w:p>
    <w:p w14:paraId="07E5285C" w14:textId="77777777" w:rsidR="00B77E03" w:rsidRDefault="0024252B" w:rsidP="00B77E03">
      <w:r w:rsidRPr="002813C1">
        <w:t>Elle n</w:t>
      </w:r>
      <w:r w:rsidR="00B77E03">
        <w:t>’</w:t>
      </w:r>
      <w:r w:rsidRPr="002813C1">
        <w:t>ignorait pas que le baron avait placé son immense fortune de façon à pouvoir se dire et paraître ruiné</w:t>
      </w:r>
      <w:r w:rsidR="00B77E03">
        <w:t xml:space="preserve">. </w:t>
      </w:r>
      <w:r w:rsidRPr="002813C1">
        <w:t>Si le courage lui était venu de rompre et de demander une séparation</w:t>
      </w:r>
      <w:r w:rsidR="00B77E03">
        <w:t xml:space="preserve">, </w:t>
      </w:r>
      <w:r w:rsidRPr="002813C1">
        <w:t>qu</w:t>
      </w:r>
      <w:r w:rsidR="00B77E03">
        <w:t>’</w:t>
      </w:r>
      <w:r w:rsidRPr="002813C1">
        <w:t>obtiendrait-elle des tribunaux</w:t>
      </w:r>
      <w:r w:rsidR="00B77E03">
        <w:t xml:space="preserve"> ?… </w:t>
      </w:r>
      <w:r w:rsidRPr="002813C1">
        <w:t>Une misérable pension alimentaire</w:t>
      </w:r>
      <w:r w:rsidR="00B77E03">
        <w:t xml:space="preserve">, </w:t>
      </w:r>
      <w:r w:rsidRPr="002813C1">
        <w:t>presque rien</w:t>
      </w:r>
      <w:r w:rsidR="00B77E03">
        <w:t>…</w:t>
      </w:r>
    </w:p>
    <w:p w14:paraId="1E53FE94" w14:textId="77777777" w:rsidR="00B77E03" w:rsidRDefault="0024252B" w:rsidP="00B77E03">
      <w:r w:rsidRPr="002813C1">
        <w:t>Et alors</w:t>
      </w:r>
      <w:r w:rsidR="00B77E03">
        <w:t xml:space="preserve">, </w:t>
      </w:r>
      <w:r w:rsidRPr="002813C1">
        <w:t>comment vivre et de quoi</w:t>
      </w:r>
      <w:r w:rsidR="00B77E03">
        <w:t xml:space="preserve"> ?… </w:t>
      </w:r>
      <w:r w:rsidRPr="002813C1">
        <w:t>Elle entrevoyait pour ses dernières années l</w:t>
      </w:r>
      <w:r w:rsidR="00B77E03">
        <w:t>’</w:t>
      </w:r>
      <w:r w:rsidRPr="002813C1">
        <w:t>indigence qui avait désolé sa jeunesse</w:t>
      </w:r>
      <w:r w:rsidR="00B77E03">
        <w:t xml:space="preserve"> : </w:t>
      </w:r>
      <w:r w:rsidRPr="002813C1">
        <w:t>la gêne</w:t>
      </w:r>
      <w:r w:rsidR="00B77E03">
        <w:t xml:space="preserve">, </w:t>
      </w:r>
      <w:r w:rsidRPr="002813C1">
        <w:t>la misère hideuse et honteuse</w:t>
      </w:r>
      <w:r w:rsidR="00B77E03">
        <w:t xml:space="preserve">… </w:t>
      </w:r>
      <w:r w:rsidRPr="002813C1">
        <w:t>Elle se voyait</w:t>
      </w:r>
      <w:r w:rsidR="00B77E03">
        <w:t xml:space="preserve">, </w:t>
      </w:r>
      <w:r w:rsidRPr="002813C1">
        <w:t>chute effroyable</w:t>
      </w:r>
      <w:r w:rsidR="00B77E03">
        <w:t xml:space="preserve">, </w:t>
      </w:r>
      <w:r w:rsidRPr="002813C1">
        <w:t>tomber de son hôtel princier à un logement de quatre cents francs par an</w:t>
      </w:r>
      <w:r w:rsidR="00B77E03">
        <w:t> !</w:t>
      </w:r>
    </w:p>
    <w:p w14:paraId="7BAE2404" w14:textId="11B41839" w:rsidR="00B77E03" w:rsidRDefault="0024252B" w:rsidP="00B77E03">
      <w:r w:rsidRPr="002813C1">
        <w:t xml:space="preserve">Non moins que </w:t>
      </w:r>
      <w:r w:rsidR="00B77E03">
        <w:t>M</w:t>
      </w:r>
      <w:r w:rsidR="00B77E03" w:rsidRPr="00B77E03">
        <w:rPr>
          <w:vertAlign w:val="superscript"/>
        </w:rPr>
        <w:t>me</w:t>
      </w:r>
      <w:r w:rsidR="00B77E03">
        <w:t> </w:t>
      </w:r>
      <w:proofErr w:type="spellStart"/>
      <w:r w:rsidRPr="002813C1">
        <w:t>Trigault</w:t>
      </w:r>
      <w:proofErr w:type="spellEnd"/>
      <w:r w:rsidR="00B77E03">
        <w:t>, M</w:t>
      </w:r>
      <w:r w:rsidR="00B77E03" w:rsidRPr="00B77E03">
        <w:rPr>
          <w:vertAlign w:val="superscript"/>
        </w:rPr>
        <w:t>lle</w:t>
      </w:r>
      <w:r w:rsidR="00B77E03">
        <w:t> </w:t>
      </w:r>
      <w:r w:rsidRPr="002813C1">
        <w:t>Marguerite était atterrée</w:t>
      </w:r>
      <w:r w:rsidR="00B77E03">
        <w:t xml:space="preserve">, </w:t>
      </w:r>
      <w:r w:rsidRPr="002813C1">
        <w:t>et elle restait comme clouée au sol</w:t>
      </w:r>
      <w:r w:rsidR="00B77E03">
        <w:t xml:space="preserve">, </w:t>
      </w:r>
      <w:r w:rsidRPr="002813C1">
        <w:t>à la place même où le baron l</w:t>
      </w:r>
      <w:r w:rsidR="00B77E03">
        <w:t>’</w:t>
      </w:r>
      <w:r w:rsidRPr="002813C1">
        <w:t>avait poussée</w:t>
      </w:r>
      <w:r w:rsidR="00B77E03">
        <w:t>…</w:t>
      </w:r>
    </w:p>
    <w:p w14:paraId="7AC7A709" w14:textId="77777777" w:rsidR="00B77E03" w:rsidRDefault="0024252B" w:rsidP="00B77E03">
      <w:r w:rsidRPr="002813C1">
        <w:t>Immobiles et muettes</w:t>
      </w:r>
      <w:r w:rsidR="00B77E03">
        <w:t xml:space="preserve">, </w:t>
      </w:r>
      <w:r w:rsidRPr="002813C1">
        <w:t>elles demeurèrent ainsi en présence pendant un moment</w:t>
      </w:r>
      <w:r w:rsidR="00B77E03">
        <w:t xml:space="preserve">, </w:t>
      </w:r>
      <w:r w:rsidRPr="002813C1">
        <w:t>qui leur parut un siècle</w:t>
      </w:r>
      <w:r w:rsidR="00B77E03">
        <w:t>…</w:t>
      </w:r>
    </w:p>
    <w:p w14:paraId="75B551D8" w14:textId="77777777" w:rsidR="00B77E03" w:rsidRDefault="0024252B" w:rsidP="00B77E03">
      <w:r w:rsidRPr="002813C1">
        <w:t>Leur ressemblance</w:t>
      </w:r>
      <w:r w:rsidR="00B77E03">
        <w:t xml:space="preserve">, </w:t>
      </w:r>
      <w:r w:rsidRPr="002813C1">
        <w:t>qui avait surpris Pascal</w:t>
      </w:r>
      <w:r w:rsidR="00B77E03">
        <w:t xml:space="preserve">, </w:t>
      </w:r>
      <w:r w:rsidRPr="002813C1">
        <w:t>ne pouvait pas ne les point frapper</w:t>
      </w:r>
      <w:r w:rsidR="00B77E03">
        <w:t xml:space="preserve">, </w:t>
      </w:r>
      <w:r w:rsidRPr="002813C1">
        <w:t>plus sensible maintenant qu</w:t>
      </w:r>
      <w:r w:rsidR="00B77E03">
        <w:t>’</w:t>
      </w:r>
      <w:r w:rsidRPr="002813C1">
        <w:t>elles étaient là</w:t>
      </w:r>
      <w:r w:rsidR="00B77E03">
        <w:t xml:space="preserve">, </w:t>
      </w:r>
      <w:r w:rsidRPr="002813C1">
        <w:t>face à face</w:t>
      </w:r>
      <w:r w:rsidR="00B77E03">
        <w:t>…</w:t>
      </w:r>
    </w:p>
    <w:p w14:paraId="6ABA1A18" w14:textId="77777777" w:rsidR="00B77E03" w:rsidRDefault="0024252B" w:rsidP="00B77E03">
      <w:r w:rsidRPr="002813C1">
        <w:t>Mais tout était préférable au supplice de ce silence</w:t>
      </w:r>
      <w:r w:rsidR="00B77E03">
        <w:t xml:space="preserve">, </w:t>
      </w:r>
      <w:r w:rsidRPr="002813C1">
        <w:t>et la baronne</w:t>
      </w:r>
      <w:r w:rsidR="00B77E03">
        <w:t xml:space="preserve">, </w:t>
      </w:r>
      <w:r w:rsidRPr="002813C1">
        <w:t>rassemblant ses forces en un suprême effort</w:t>
      </w:r>
      <w:r w:rsidR="00B77E03">
        <w:t xml:space="preserve">, </w:t>
      </w:r>
      <w:r w:rsidRPr="002813C1">
        <w:t>le rompit</w:t>
      </w:r>
      <w:r w:rsidR="00B77E03">
        <w:t>.</w:t>
      </w:r>
    </w:p>
    <w:p w14:paraId="79C52332" w14:textId="77777777" w:rsidR="00B77E03" w:rsidRDefault="00B77E03" w:rsidP="00B77E03">
      <w:r>
        <w:t>— </w:t>
      </w:r>
      <w:r w:rsidR="0024252B" w:rsidRPr="002813C1">
        <w:t xml:space="preserve">Vous êtes la fille du comte de </w:t>
      </w:r>
      <w:proofErr w:type="spellStart"/>
      <w:r w:rsidR="0024252B" w:rsidRPr="002813C1">
        <w:t>Chalusse</w:t>
      </w:r>
      <w:proofErr w:type="spellEnd"/>
      <w:r>
        <w:t xml:space="preserve">, </w:t>
      </w:r>
      <w:r w:rsidR="0024252B" w:rsidRPr="002813C1">
        <w:t>mademoiselle</w:t>
      </w:r>
      <w:r>
        <w:t xml:space="preserve">, </w:t>
      </w:r>
      <w:r w:rsidR="0024252B" w:rsidRPr="002813C1">
        <w:t>commença-t-elle</w:t>
      </w:r>
      <w:r>
        <w:t>.</w:t>
      </w:r>
    </w:p>
    <w:p w14:paraId="3C1D3FAF" w14:textId="77777777" w:rsidR="00B77E03" w:rsidRDefault="00B77E03" w:rsidP="00B77E03">
      <w:r>
        <w:lastRenderedPageBreak/>
        <w:t>— </w:t>
      </w:r>
      <w:r w:rsidR="0024252B" w:rsidRPr="002813C1">
        <w:t>Je le crois</w:t>
      </w:r>
      <w:r>
        <w:t xml:space="preserve">, </w:t>
      </w:r>
      <w:r w:rsidR="0024252B" w:rsidRPr="002813C1">
        <w:t>mais je n</w:t>
      </w:r>
      <w:r>
        <w:t>’</w:t>
      </w:r>
      <w:r w:rsidR="0024252B" w:rsidRPr="002813C1">
        <w:t>en ai pas la preuve</w:t>
      </w:r>
      <w:r>
        <w:t>.</w:t>
      </w:r>
    </w:p>
    <w:p w14:paraId="104C75AD" w14:textId="77777777" w:rsidR="00B77E03" w:rsidRDefault="00B77E03" w:rsidP="00B77E03">
      <w:r>
        <w:t>— </w:t>
      </w:r>
      <w:r w:rsidR="0024252B" w:rsidRPr="002813C1">
        <w:t>Et</w:t>
      </w:r>
      <w:r>
        <w:t xml:space="preserve">… </w:t>
      </w:r>
      <w:r w:rsidR="0024252B" w:rsidRPr="002813C1">
        <w:t>votre mère</w:t>
      </w:r>
      <w:r>
        <w:t> ?</w:t>
      </w:r>
    </w:p>
    <w:p w14:paraId="3CA66632" w14:textId="77777777" w:rsidR="00B77E03" w:rsidRDefault="00B77E03" w:rsidP="00B77E03">
      <w:r>
        <w:t>— </w:t>
      </w:r>
      <w:r w:rsidR="0024252B" w:rsidRPr="002813C1">
        <w:t>Je ne la connais pas</w:t>
      </w:r>
      <w:r>
        <w:t xml:space="preserve">, </w:t>
      </w:r>
      <w:r w:rsidR="0024252B" w:rsidRPr="002813C1">
        <w:t>madame</w:t>
      </w:r>
      <w:r>
        <w:t xml:space="preserve">, </w:t>
      </w:r>
      <w:r w:rsidR="0024252B" w:rsidRPr="002813C1">
        <w:t>et j</w:t>
      </w:r>
      <w:r>
        <w:t>’</w:t>
      </w:r>
      <w:r w:rsidR="0024252B" w:rsidRPr="002813C1">
        <w:t>espère ne la connaître jamais</w:t>
      </w:r>
      <w:r>
        <w:t>.</w:t>
      </w:r>
    </w:p>
    <w:p w14:paraId="0918DEAB" w14:textId="7ED89D3E" w:rsidR="00B77E03" w:rsidRDefault="0024252B" w:rsidP="00B77E03">
      <w:r w:rsidRPr="002813C1">
        <w:t>Écrasée par cette phrase brève et dure</w:t>
      </w:r>
      <w:r w:rsidR="00B77E03">
        <w:t xml:space="preserve">, </w:t>
      </w:r>
      <w:r w:rsidRPr="002813C1">
        <w:t>qui remuait en elle ses plus mauvais souvenirs</w:t>
      </w:r>
      <w:r w:rsidR="00B77E03">
        <w:t>, M</w:t>
      </w:r>
      <w:r w:rsidR="00B77E03" w:rsidRPr="00B77E03">
        <w:rPr>
          <w:vertAlign w:val="superscript"/>
        </w:rPr>
        <w:t>me</w:t>
      </w:r>
      <w:r w:rsidR="00B77E03">
        <w:t> </w:t>
      </w:r>
      <w:proofErr w:type="spellStart"/>
      <w:r w:rsidRPr="002813C1">
        <w:t>Trigault</w:t>
      </w:r>
      <w:proofErr w:type="spellEnd"/>
      <w:r w:rsidRPr="002813C1">
        <w:t xml:space="preserve"> baissait la tête</w:t>
      </w:r>
      <w:r w:rsidR="00B77E03">
        <w:t>…</w:t>
      </w:r>
    </w:p>
    <w:p w14:paraId="4A07DD2D" w14:textId="77777777" w:rsidR="00B77E03" w:rsidRDefault="00B77E03" w:rsidP="00B77E03">
      <w:r>
        <w:t>— </w:t>
      </w:r>
      <w:r w:rsidR="0024252B" w:rsidRPr="002813C1">
        <w:t>Qu</w:t>
      </w:r>
      <w:r>
        <w:t>’</w:t>
      </w:r>
      <w:r w:rsidR="0024252B" w:rsidRPr="002813C1">
        <w:t>aurais-je à dire à ma mère</w:t>
      </w:r>
      <w:r>
        <w:t xml:space="preserve"> ? </w:t>
      </w:r>
      <w:r w:rsidR="0024252B" w:rsidRPr="002813C1">
        <w:t>poursuivit la jeune fille</w:t>
      </w:r>
      <w:r>
        <w:t xml:space="preserve">. </w:t>
      </w:r>
      <w:r w:rsidR="0024252B" w:rsidRPr="002813C1">
        <w:t>Que je la hais</w:t>
      </w:r>
      <w:r>
        <w:t xml:space="preserve"> ?… </w:t>
      </w:r>
      <w:r w:rsidR="0024252B" w:rsidRPr="002813C1">
        <w:t>Le courage me manquerait</w:t>
      </w:r>
      <w:r>
        <w:t xml:space="preserve">. </w:t>
      </w:r>
      <w:r w:rsidR="0024252B" w:rsidRPr="002813C1">
        <w:t>Et cependant puis-je songer sans amertume à la femme qui</w:t>
      </w:r>
      <w:r>
        <w:t xml:space="preserve">, </w:t>
      </w:r>
      <w:r w:rsidR="0024252B" w:rsidRPr="002813C1">
        <w:t>après m</w:t>
      </w:r>
      <w:r>
        <w:t>’</w:t>
      </w:r>
      <w:r w:rsidR="0024252B" w:rsidRPr="002813C1">
        <w:t>avoir misérablement abandonnée</w:t>
      </w:r>
      <w:r>
        <w:t xml:space="preserve">, </w:t>
      </w:r>
      <w:r w:rsidR="0024252B" w:rsidRPr="002813C1">
        <w:t>voulait encore me dérober à la tendresse de mon père</w:t>
      </w:r>
      <w:r>
        <w:t xml:space="preserve"> ! </w:t>
      </w:r>
      <w:r w:rsidR="0024252B" w:rsidRPr="002813C1">
        <w:t>Ah</w:t>
      </w:r>
      <w:r>
        <w:t xml:space="preserve"> ! </w:t>
      </w:r>
      <w:r w:rsidR="0024252B" w:rsidRPr="002813C1">
        <w:t>j</w:t>
      </w:r>
      <w:r>
        <w:t>’</w:t>
      </w:r>
      <w:r w:rsidR="0024252B" w:rsidRPr="002813C1">
        <w:t>ai été moins résignée que cela autrefois</w:t>
      </w:r>
      <w:r>
        <w:t xml:space="preserve">… </w:t>
      </w:r>
      <w:r w:rsidR="0024252B" w:rsidRPr="002813C1">
        <w:t>La loi ne défend pas de rechercher sa mère</w:t>
      </w:r>
      <w:r>
        <w:t xml:space="preserve"> ; </w:t>
      </w:r>
      <w:r w:rsidR="0024252B" w:rsidRPr="002813C1">
        <w:t>je m</w:t>
      </w:r>
      <w:r>
        <w:t>’</w:t>
      </w:r>
      <w:r w:rsidR="0024252B" w:rsidRPr="002813C1">
        <w:t>étais dit que je découvrirais la mienne et que je me vengerais</w:t>
      </w:r>
      <w:r>
        <w:t>.</w:t>
      </w:r>
    </w:p>
    <w:p w14:paraId="2D650599" w14:textId="77777777" w:rsidR="00B77E03" w:rsidRDefault="00B77E03" w:rsidP="00B77E03">
      <w:r>
        <w:t>— </w:t>
      </w:r>
      <w:r w:rsidR="0024252B" w:rsidRPr="002813C1">
        <w:t>Les moyens vous ont manqué</w:t>
      </w:r>
      <w:r>
        <w:t> ?</w:t>
      </w:r>
    </w:p>
    <w:p w14:paraId="3A775B1B" w14:textId="77777777" w:rsidR="00B77E03" w:rsidRDefault="00B77E03" w:rsidP="00B77E03">
      <w:r>
        <w:t>— </w:t>
      </w:r>
      <w:r w:rsidR="0024252B" w:rsidRPr="002813C1">
        <w:t>Non</w:t>
      </w:r>
      <w:r>
        <w:t xml:space="preserve">, </w:t>
      </w:r>
      <w:r w:rsidR="0024252B" w:rsidRPr="002813C1">
        <w:t>madame</w:t>
      </w:r>
      <w:r>
        <w:t xml:space="preserve">… </w:t>
      </w:r>
      <w:r w:rsidR="0024252B" w:rsidRPr="002813C1">
        <w:t xml:space="preserve">À la mort du comte de </w:t>
      </w:r>
      <w:proofErr w:type="spellStart"/>
      <w:r w:rsidR="0024252B" w:rsidRPr="002813C1">
        <w:t>Chalusse</w:t>
      </w:r>
      <w:proofErr w:type="spellEnd"/>
      <w:r>
        <w:t xml:space="preserve">, </w:t>
      </w:r>
      <w:r w:rsidR="0024252B" w:rsidRPr="002813C1">
        <w:t>on a trouvé dans un des tiroirs du secrétaire des fleurs desséchées</w:t>
      </w:r>
      <w:r>
        <w:t xml:space="preserve">, </w:t>
      </w:r>
      <w:r w:rsidR="0024252B" w:rsidRPr="002813C1">
        <w:t>un gant</w:t>
      </w:r>
      <w:r>
        <w:t xml:space="preserve">, </w:t>
      </w:r>
      <w:r w:rsidR="0024252B" w:rsidRPr="002813C1">
        <w:t>un paquet de lettres</w:t>
      </w:r>
      <w:r>
        <w:t>…</w:t>
      </w:r>
    </w:p>
    <w:p w14:paraId="5C1B4243" w14:textId="77777777" w:rsidR="00B77E03" w:rsidRDefault="0024252B" w:rsidP="00B77E03">
      <w:r w:rsidRPr="002813C1">
        <w:t>Violemment la baronne se rejeta en arrière</w:t>
      </w:r>
      <w:r w:rsidR="00B77E03">
        <w:t xml:space="preserve">, </w:t>
      </w:r>
      <w:r w:rsidRPr="002813C1">
        <w:t>comme si elle eût vu un abîme s</w:t>
      </w:r>
      <w:r w:rsidR="00B77E03">
        <w:t>’</w:t>
      </w:r>
      <w:r w:rsidRPr="002813C1">
        <w:t>ouvrir sous ses pieds</w:t>
      </w:r>
      <w:r w:rsidR="00B77E03">
        <w:t>.</w:t>
      </w:r>
    </w:p>
    <w:p w14:paraId="0879EF95" w14:textId="77777777" w:rsidR="00B77E03" w:rsidRDefault="00B77E03" w:rsidP="00B77E03">
      <w:r>
        <w:t>— </w:t>
      </w:r>
      <w:r w:rsidR="0024252B" w:rsidRPr="002813C1">
        <w:t>Mes lettres</w:t>
      </w:r>
      <w:r>
        <w:t xml:space="preserve"> !… </w:t>
      </w:r>
      <w:r w:rsidR="0024252B" w:rsidRPr="002813C1">
        <w:t>s</w:t>
      </w:r>
      <w:r>
        <w:t>’</w:t>
      </w:r>
      <w:r w:rsidR="0024252B" w:rsidRPr="002813C1">
        <w:t>écria-t-elle</w:t>
      </w:r>
      <w:r>
        <w:t xml:space="preserve">. </w:t>
      </w:r>
      <w:r w:rsidR="0024252B" w:rsidRPr="002813C1">
        <w:t>Ah</w:t>
      </w:r>
      <w:r>
        <w:t xml:space="preserve"> ! </w:t>
      </w:r>
      <w:r w:rsidR="0024252B" w:rsidRPr="002813C1">
        <w:t>misérable que je suis</w:t>
      </w:r>
      <w:r>
        <w:t xml:space="preserve">, </w:t>
      </w:r>
      <w:r w:rsidR="0024252B" w:rsidRPr="002813C1">
        <w:t>il les avait gardées</w:t>
      </w:r>
      <w:r>
        <w:t xml:space="preserve"> !… </w:t>
      </w:r>
      <w:r w:rsidR="0024252B" w:rsidRPr="002813C1">
        <w:t>C</w:t>
      </w:r>
      <w:r>
        <w:t>’</w:t>
      </w:r>
      <w:r w:rsidR="0024252B" w:rsidRPr="002813C1">
        <w:t>est fini</w:t>
      </w:r>
      <w:r>
        <w:t xml:space="preserve">, </w:t>
      </w:r>
      <w:r w:rsidR="0024252B" w:rsidRPr="002813C1">
        <w:t>je suis perdue</w:t>
      </w:r>
      <w:r>
        <w:t xml:space="preserve">, </w:t>
      </w:r>
      <w:r w:rsidR="0024252B" w:rsidRPr="002813C1">
        <w:t>car on les a lues</w:t>
      </w:r>
      <w:r>
        <w:t xml:space="preserve">, </w:t>
      </w:r>
      <w:r w:rsidR="0024252B" w:rsidRPr="002813C1">
        <w:t>n</w:t>
      </w:r>
      <w:r>
        <w:t>’</w:t>
      </w:r>
      <w:r w:rsidR="0024252B" w:rsidRPr="002813C1">
        <w:t>est-ce pas</w:t>
      </w:r>
      <w:r>
        <w:t> ?…</w:t>
      </w:r>
    </w:p>
    <w:p w14:paraId="2A1F8693" w14:textId="77777777" w:rsidR="00B77E03" w:rsidRDefault="00B77E03" w:rsidP="00B77E03">
      <w:r>
        <w:t>— </w:t>
      </w:r>
      <w:r w:rsidR="0024252B" w:rsidRPr="002813C1">
        <w:t>On n</w:t>
      </w:r>
      <w:r>
        <w:t>’</w:t>
      </w:r>
      <w:r w:rsidR="0024252B" w:rsidRPr="002813C1">
        <w:t>a même pas dénoué le ruban qui les attachait</w:t>
      </w:r>
      <w:r>
        <w:t>.</w:t>
      </w:r>
    </w:p>
    <w:p w14:paraId="74384D53" w14:textId="77777777" w:rsidR="00B77E03" w:rsidRDefault="00B77E03" w:rsidP="00B77E03">
      <w:r>
        <w:t>— </w:t>
      </w:r>
      <w:r w:rsidR="0024252B" w:rsidRPr="002813C1">
        <w:t>Est-ce possible</w:t>
      </w:r>
      <w:r>
        <w:t xml:space="preserve"> !… </w:t>
      </w:r>
      <w:r w:rsidR="0024252B" w:rsidRPr="002813C1">
        <w:t>Ne me trompez-vous pas</w:t>
      </w:r>
      <w:r>
        <w:t xml:space="preserve"> ? </w:t>
      </w:r>
      <w:r w:rsidR="0024252B" w:rsidRPr="002813C1">
        <w:t>Où sont-elles alors</w:t>
      </w:r>
      <w:r>
        <w:t xml:space="preserve">, </w:t>
      </w:r>
      <w:r w:rsidR="0024252B" w:rsidRPr="002813C1">
        <w:t>où sont-elles</w:t>
      </w:r>
      <w:r>
        <w:t> ?</w:t>
      </w:r>
    </w:p>
    <w:p w14:paraId="7E1F7890" w14:textId="77777777" w:rsidR="00B77E03" w:rsidRDefault="00B77E03" w:rsidP="00B77E03">
      <w:r>
        <w:lastRenderedPageBreak/>
        <w:t>— </w:t>
      </w:r>
      <w:r w:rsidR="0024252B" w:rsidRPr="002813C1">
        <w:t>Sous les scellés</w:t>
      </w:r>
      <w:r>
        <w:t>.</w:t>
      </w:r>
    </w:p>
    <w:p w14:paraId="6315345A" w14:textId="7C90BA26" w:rsidR="00B77E03" w:rsidRDefault="00B77E03" w:rsidP="00B77E03">
      <w:r>
        <w:t>M</w:t>
      </w:r>
      <w:r w:rsidRPr="00B77E03">
        <w:rPr>
          <w:vertAlign w:val="superscript"/>
        </w:rPr>
        <w:t>me</w:t>
      </w:r>
      <w:r>
        <w:t> </w:t>
      </w:r>
      <w:proofErr w:type="spellStart"/>
      <w:r w:rsidR="0024252B" w:rsidRPr="002813C1">
        <w:t>Trigault</w:t>
      </w:r>
      <w:proofErr w:type="spellEnd"/>
      <w:r w:rsidR="0024252B" w:rsidRPr="002813C1">
        <w:t xml:space="preserve"> chancela</w:t>
      </w:r>
      <w:r>
        <w:t>.</w:t>
      </w:r>
    </w:p>
    <w:p w14:paraId="1C7A8031" w14:textId="77777777" w:rsidR="00B77E03" w:rsidRDefault="00B77E03" w:rsidP="00B77E03">
      <w:r>
        <w:t>— </w:t>
      </w:r>
      <w:r w:rsidR="0024252B" w:rsidRPr="002813C1">
        <w:t>Alors</w:t>
      </w:r>
      <w:r>
        <w:t xml:space="preserve">, </w:t>
      </w:r>
      <w:r w:rsidR="0024252B" w:rsidRPr="002813C1">
        <w:t>ce n</w:t>
      </w:r>
      <w:r>
        <w:t>’</w:t>
      </w:r>
      <w:r w:rsidR="0024252B" w:rsidRPr="002813C1">
        <w:t>est qu</w:t>
      </w:r>
      <w:r>
        <w:t>’</w:t>
      </w:r>
      <w:r w:rsidR="0024252B" w:rsidRPr="002813C1">
        <w:t>un sursis</w:t>
      </w:r>
      <w:r>
        <w:t xml:space="preserve">, </w:t>
      </w:r>
      <w:r w:rsidR="0024252B" w:rsidRPr="002813C1">
        <w:t>balbutia-t-elle</w:t>
      </w:r>
      <w:r>
        <w:t xml:space="preserve">, </w:t>
      </w:r>
      <w:r w:rsidR="0024252B" w:rsidRPr="002813C1">
        <w:t>et je n</w:t>
      </w:r>
      <w:r>
        <w:t>’</w:t>
      </w:r>
      <w:r w:rsidR="0024252B" w:rsidRPr="002813C1">
        <w:t>en suis pas moins condamnée</w:t>
      </w:r>
      <w:r>
        <w:t xml:space="preserve">. </w:t>
      </w:r>
      <w:r w:rsidR="0024252B" w:rsidRPr="002813C1">
        <w:t>On les lira</w:t>
      </w:r>
      <w:r>
        <w:t xml:space="preserve">, </w:t>
      </w:r>
      <w:r w:rsidR="0024252B" w:rsidRPr="002813C1">
        <w:t>ces lettres maudites</w:t>
      </w:r>
      <w:r>
        <w:t xml:space="preserve">, </w:t>
      </w:r>
      <w:r w:rsidR="0024252B" w:rsidRPr="002813C1">
        <w:t>lors de l</w:t>
      </w:r>
      <w:r>
        <w:t>’</w:t>
      </w:r>
      <w:r w:rsidR="0024252B" w:rsidRPr="002813C1">
        <w:t>inventaire</w:t>
      </w:r>
      <w:r>
        <w:t xml:space="preserve">, </w:t>
      </w:r>
      <w:r w:rsidR="0024252B" w:rsidRPr="002813C1">
        <w:t>nécessairement</w:t>
      </w:r>
      <w:r>
        <w:t xml:space="preserve">, </w:t>
      </w:r>
      <w:r w:rsidR="0024252B" w:rsidRPr="002813C1">
        <w:t>fatalement</w:t>
      </w:r>
      <w:r>
        <w:t xml:space="preserve"> ; </w:t>
      </w:r>
      <w:r w:rsidR="0024252B" w:rsidRPr="002813C1">
        <w:t>et on verra</w:t>
      </w:r>
      <w:r>
        <w:t>…</w:t>
      </w:r>
    </w:p>
    <w:p w14:paraId="3B61A9EB" w14:textId="00C4C6D6" w:rsidR="00B77E03" w:rsidRDefault="0024252B" w:rsidP="00B77E03">
      <w:r w:rsidRPr="002813C1">
        <w:t>L</w:t>
      </w:r>
      <w:r w:rsidR="00B77E03">
        <w:t>’</w:t>
      </w:r>
      <w:r w:rsidRPr="002813C1">
        <w:t>idée de ce qu</w:t>
      </w:r>
      <w:r w:rsidR="00B77E03">
        <w:t>’</w:t>
      </w:r>
      <w:r w:rsidRPr="002813C1">
        <w:t>on verrait lui rendit l</w:t>
      </w:r>
      <w:r w:rsidR="00B77E03">
        <w:t>’</w:t>
      </w:r>
      <w:r w:rsidRPr="002813C1">
        <w:t>énergie du désespoir</w:t>
      </w:r>
      <w:r w:rsidR="00B77E03">
        <w:t xml:space="preserve">, </w:t>
      </w:r>
      <w:r w:rsidRPr="002813C1">
        <w:t xml:space="preserve">et saisissant les poignets de </w:t>
      </w:r>
      <w:r w:rsidR="00B77E03">
        <w:t>M</w:t>
      </w:r>
      <w:r w:rsidR="00B77E03" w:rsidRPr="00B77E03">
        <w:rPr>
          <w:vertAlign w:val="superscript"/>
        </w:rPr>
        <w:t>lle</w:t>
      </w:r>
      <w:r w:rsidR="00B77E03">
        <w:t> </w:t>
      </w:r>
      <w:r w:rsidRPr="002813C1">
        <w:t>Marguerite</w:t>
      </w:r>
      <w:r w:rsidR="00B77E03">
        <w:t> :</w:t>
      </w:r>
    </w:p>
    <w:p w14:paraId="6C7B7EB2" w14:textId="77777777" w:rsidR="00B77E03" w:rsidRDefault="00B77E03" w:rsidP="00B77E03">
      <w:r>
        <w:t>— </w:t>
      </w:r>
      <w:r w:rsidR="0024252B" w:rsidRPr="002813C1">
        <w:t>Écoute</w:t>
      </w:r>
      <w:r>
        <w:t xml:space="preserve">, </w:t>
      </w:r>
      <w:r w:rsidR="0024252B" w:rsidRPr="002813C1">
        <w:t>lui dit-elle</w:t>
      </w:r>
      <w:r>
        <w:t xml:space="preserve">, </w:t>
      </w:r>
      <w:r w:rsidR="0024252B" w:rsidRPr="002813C1">
        <w:t>en s</w:t>
      </w:r>
      <w:r>
        <w:t>’</w:t>
      </w:r>
      <w:r w:rsidR="0024252B" w:rsidRPr="002813C1">
        <w:t>approchant si près que son souffle</w:t>
      </w:r>
      <w:r>
        <w:t xml:space="preserve">, </w:t>
      </w:r>
      <w:r w:rsidR="0024252B" w:rsidRPr="002813C1">
        <w:t>comme une flamme</w:t>
      </w:r>
      <w:r>
        <w:t xml:space="preserve">, </w:t>
      </w:r>
      <w:r w:rsidR="0024252B" w:rsidRPr="002813C1">
        <w:t>brûlait le visage de la jeune fille</w:t>
      </w:r>
      <w:r>
        <w:t xml:space="preserve">, </w:t>
      </w:r>
      <w:r w:rsidR="0024252B" w:rsidRPr="002813C1">
        <w:t>il ne faut pas que personne voie ces lettres</w:t>
      </w:r>
      <w:r>
        <w:t xml:space="preserve">, </w:t>
      </w:r>
      <w:r w:rsidR="0024252B" w:rsidRPr="002813C1">
        <w:t>c</w:t>
      </w:r>
      <w:r>
        <w:t>’</w:t>
      </w:r>
      <w:r w:rsidR="0024252B" w:rsidRPr="002813C1">
        <w:t>est impossible</w:t>
      </w:r>
      <w:r>
        <w:t xml:space="preserve">, </w:t>
      </w:r>
      <w:r w:rsidR="0024252B" w:rsidRPr="002813C1">
        <w:t>je ne le veux pas</w:t>
      </w:r>
      <w:r>
        <w:t xml:space="preserve">… </w:t>
      </w:r>
      <w:r w:rsidR="0024252B" w:rsidRPr="002813C1">
        <w:t>Ce qu</w:t>
      </w:r>
      <w:r>
        <w:t>’</w:t>
      </w:r>
      <w:r w:rsidR="0024252B" w:rsidRPr="002813C1">
        <w:t>elles contiennent</w:t>
      </w:r>
      <w:r>
        <w:t xml:space="preserve">, </w:t>
      </w:r>
      <w:r w:rsidR="0024252B" w:rsidRPr="002813C1">
        <w:t>je vais te le dire</w:t>
      </w:r>
      <w:r>
        <w:t xml:space="preserve">… </w:t>
      </w:r>
      <w:r w:rsidR="0024252B" w:rsidRPr="002813C1">
        <w:t>J</w:t>
      </w:r>
      <w:r>
        <w:t>’</w:t>
      </w:r>
      <w:r w:rsidR="0024252B" w:rsidRPr="002813C1">
        <w:t>exécrais mon mari</w:t>
      </w:r>
      <w:r>
        <w:t xml:space="preserve">, </w:t>
      </w:r>
      <w:r w:rsidR="0024252B" w:rsidRPr="002813C1">
        <w:t>j</w:t>
      </w:r>
      <w:r>
        <w:t>’</w:t>
      </w:r>
      <w:r w:rsidR="0024252B" w:rsidRPr="002813C1">
        <w:t xml:space="preserve">aimais le comte de </w:t>
      </w:r>
      <w:proofErr w:type="spellStart"/>
      <w:r w:rsidR="0024252B" w:rsidRPr="002813C1">
        <w:t>Chalusse</w:t>
      </w:r>
      <w:proofErr w:type="spellEnd"/>
      <w:r w:rsidR="0024252B" w:rsidRPr="002813C1">
        <w:t xml:space="preserve"> d</w:t>
      </w:r>
      <w:r>
        <w:t>’</w:t>
      </w:r>
      <w:r w:rsidR="0024252B" w:rsidRPr="002813C1">
        <w:t>une passion folle</w:t>
      </w:r>
      <w:r>
        <w:t xml:space="preserve">, </w:t>
      </w:r>
      <w:r w:rsidR="0024252B" w:rsidRPr="002813C1">
        <w:t>et il m</w:t>
      </w:r>
      <w:r>
        <w:t>’</w:t>
      </w:r>
      <w:r w:rsidR="0024252B" w:rsidRPr="002813C1">
        <w:t>avait juré qu</w:t>
      </w:r>
      <w:r>
        <w:t>’</w:t>
      </w:r>
      <w:r w:rsidR="0024252B" w:rsidRPr="002813C1">
        <w:t>il m</w:t>
      </w:r>
      <w:r>
        <w:t>’</w:t>
      </w:r>
      <w:r w:rsidR="0024252B" w:rsidRPr="002813C1">
        <w:t>épouserait si je devenais veuve</w:t>
      </w:r>
      <w:r>
        <w:t xml:space="preserve">… </w:t>
      </w:r>
      <w:r w:rsidR="0024252B" w:rsidRPr="002813C1">
        <w:t>Comprends-tu</w:t>
      </w:r>
      <w:r>
        <w:t xml:space="preserve">, </w:t>
      </w:r>
      <w:r w:rsidR="0024252B" w:rsidRPr="002813C1">
        <w:t>maintenant</w:t>
      </w:r>
      <w:r>
        <w:t xml:space="preserve"> ?… </w:t>
      </w:r>
      <w:r w:rsidR="0024252B" w:rsidRPr="002813C1">
        <w:t>Le nom du poison</w:t>
      </w:r>
      <w:r>
        <w:t xml:space="preserve">, </w:t>
      </w:r>
      <w:r w:rsidR="0024252B" w:rsidRPr="002813C1">
        <w:t>qui me l</w:t>
      </w:r>
      <w:r>
        <w:t>’</w:t>
      </w:r>
      <w:r w:rsidR="0024252B" w:rsidRPr="002813C1">
        <w:t>avait fourni</w:t>
      </w:r>
      <w:r>
        <w:t xml:space="preserve"> ? </w:t>
      </w:r>
      <w:r w:rsidR="0024252B" w:rsidRPr="002813C1">
        <w:t>Comment je me proposais de l</w:t>
      </w:r>
      <w:r>
        <w:t>’</w:t>
      </w:r>
      <w:r w:rsidR="0024252B" w:rsidRPr="002813C1">
        <w:t>administrer et quels seraient ses effets</w:t>
      </w:r>
      <w:r>
        <w:t xml:space="preserve"> ? </w:t>
      </w:r>
      <w:r w:rsidR="0024252B" w:rsidRPr="002813C1">
        <w:t>Tout cela est écrit en toutes lettres de mon écriture</w:t>
      </w:r>
      <w:r>
        <w:t xml:space="preserve">, </w:t>
      </w:r>
      <w:r w:rsidR="0024252B" w:rsidRPr="002813C1">
        <w:t>et signé</w:t>
      </w:r>
      <w:r>
        <w:t xml:space="preserve">, </w:t>
      </w:r>
      <w:r w:rsidR="0024252B" w:rsidRPr="002813C1">
        <w:t>oui signé de mon nom</w:t>
      </w:r>
      <w:r>
        <w:t> : « </w:t>
      </w:r>
      <w:r w:rsidR="0024252B" w:rsidRPr="002813C1">
        <w:t xml:space="preserve">femme </w:t>
      </w:r>
      <w:proofErr w:type="spellStart"/>
      <w:r w:rsidR="0024252B" w:rsidRPr="002813C1">
        <w:t>Trigault</w:t>
      </w:r>
      <w:proofErr w:type="spellEnd"/>
      <w:r>
        <w:t>… »</w:t>
      </w:r>
      <w:r w:rsidR="0024252B" w:rsidRPr="002813C1">
        <w:t xml:space="preserve"> Le crime a échoué</w:t>
      </w:r>
      <w:r>
        <w:t xml:space="preserve">, </w:t>
      </w:r>
      <w:r w:rsidR="0024252B" w:rsidRPr="002813C1">
        <w:t>mais il n</w:t>
      </w:r>
      <w:r>
        <w:t>’</w:t>
      </w:r>
      <w:r w:rsidR="0024252B" w:rsidRPr="002813C1">
        <w:t>en est pas moins réel</w:t>
      </w:r>
      <w:r>
        <w:t xml:space="preserve">, </w:t>
      </w:r>
      <w:r w:rsidR="0024252B" w:rsidRPr="002813C1">
        <w:t>positif</w:t>
      </w:r>
      <w:r>
        <w:t xml:space="preserve">, </w:t>
      </w:r>
      <w:r w:rsidR="0024252B" w:rsidRPr="002813C1">
        <w:t>patent</w:t>
      </w:r>
      <w:r>
        <w:t xml:space="preserve">, </w:t>
      </w:r>
      <w:r w:rsidR="0024252B" w:rsidRPr="002813C1">
        <w:t>et ces lettres sont une preuve</w:t>
      </w:r>
      <w:r>
        <w:t xml:space="preserve">… </w:t>
      </w:r>
      <w:r w:rsidR="0024252B" w:rsidRPr="002813C1">
        <w:t>Mais on ne les lira pas</w:t>
      </w:r>
      <w:r>
        <w:t xml:space="preserve">, </w:t>
      </w:r>
      <w:r w:rsidR="0024252B" w:rsidRPr="002813C1">
        <w:t>non</w:t>
      </w:r>
      <w:r>
        <w:t xml:space="preserve">, </w:t>
      </w:r>
      <w:r w:rsidR="0024252B" w:rsidRPr="002813C1">
        <w:t>quand il me faudrait pour les anéantir</w:t>
      </w:r>
      <w:r>
        <w:t xml:space="preserve">, </w:t>
      </w:r>
      <w:r w:rsidR="0024252B" w:rsidRPr="002813C1">
        <w:t>mettre le feu</w:t>
      </w:r>
      <w:r>
        <w:t xml:space="preserve">, </w:t>
      </w:r>
      <w:r w:rsidR="0024252B" w:rsidRPr="002813C1">
        <w:t>de ma main</w:t>
      </w:r>
      <w:r>
        <w:t xml:space="preserve">, </w:t>
      </w:r>
      <w:r w:rsidR="0024252B" w:rsidRPr="002813C1">
        <w:t>à l</w:t>
      </w:r>
      <w:r>
        <w:t>’</w:t>
      </w:r>
      <w:r w:rsidR="0024252B" w:rsidRPr="002813C1">
        <w:t xml:space="preserve">hôtel de </w:t>
      </w:r>
      <w:proofErr w:type="spellStart"/>
      <w:r w:rsidR="0024252B" w:rsidRPr="002813C1">
        <w:t>Chalusse</w:t>
      </w:r>
      <w:proofErr w:type="spellEnd"/>
      <w:r>
        <w:t>…</w:t>
      </w:r>
    </w:p>
    <w:p w14:paraId="33D705F5" w14:textId="77777777" w:rsidR="00B77E03" w:rsidRDefault="0024252B" w:rsidP="00B77E03">
      <w:r w:rsidRPr="002813C1">
        <w:t>Désormais s</w:t>
      </w:r>
      <w:r w:rsidR="00B77E03">
        <w:t>’</w:t>
      </w:r>
      <w:r w:rsidRPr="002813C1">
        <w:t>expliquaient les terreurs du comte</w:t>
      </w:r>
      <w:r w:rsidR="00B77E03">
        <w:t xml:space="preserve">, </w:t>
      </w:r>
      <w:r w:rsidRPr="002813C1">
        <w:t>et l</w:t>
      </w:r>
      <w:r w:rsidR="00B77E03">
        <w:t>’</w:t>
      </w:r>
      <w:r w:rsidRPr="002813C1">
        <w:t>effroi que lui inspirait cette femme</w:t>
      </w:r>
      <w:r w:rsidR="00B77E03">
        <w:t>…</w:t>
      </w:r>
    </w:p>
    <w:p w14:paraId="00BFBEEF" w14:textId="77777777" w:rsidR="00B77E03" w:rsidRDefault="0024252B" w:rsidP="00B77E03">
      <w:r w:rsidRPr="002813C1">
        <w:t>Complice</w:t>
      </w:r>
      <w:r w:rsidR="00B77E03">
        <w:t xml:space="preserve">, </w:t>
      </w:r>
      <w:r w:rsidRPr="002813C1">
        <w:t>il avait sans doute écrit</w:t>
      </w:r>
      <w:r w:rsidR="00B77E03">
        <w:t xml:space="preserve">, </w:t>
      </w:r>
      <w:r w:rsidRPr="002813C1">
        <w:t>lui aussi</w:t>
      </w:r>
      <w:r w:rsidR="00B77E03">
        <w:t xml:space="preserve">, </w:t>
      </w:r>
      <w:r w:rsidRPr="002813C1">
        <w:t>et de même qu</w:t>
      </w:r>
      <w:r w:rsidR="00B77E03">
        <w:t>’</w:t>
      </w:r>
      <w:r w:rsidRPr="002813C1">
        <w:t>il avait gardé les lettres de la baronne</w:t>
      </w:r>
      <w:r w:rsidR="00B77E03">
        <w:t xml:space="preserve">, </w:t>
      </w:r>
      <w:r w:rsidRPr="002813C1">
        <w:t>elle devait avoir conservé les siennes</w:t>
      </w:r>
      <w:r w:rsidR="00B77E03">
        <w:t>…</w:t>
      </w:r>
    </w:p>
    <w:p w14:paraId="191F46C2" w14:textId="77777777" w:rsidR="00B77E03" w:rsidRDefault="0024252B" w:rsidP="00B77E03">
      <w:r w:rsidRPr="002813C1">
        <w:lastRenderedPageBreak/>
        <w:t>Ils se tenaient</w:t>
      </w:r>
      <w:r w:rsidR="00B77E03">
        <w:t xml:space="preserve"> ; </w:t>
      </w:r>
      <w:r w:rsidRPr="002813C1">
        <w:t>le crime indissolublement les enchaînait l</w:t>
      </w:r>
      <w:r w:rsidR="00B77E03">
        <w:t>’</w:t>
      </w:r>
      <w:r w:rsidRPr="002813C1">
        <w:t>un à l</w:t>
      </w:r>
      <w:r w:rsidR="00B77E03">
        <w:t>’</w:t>
      </w:r>
      <w:r w:rsidRPr="002813C1">
        <w:t>autre</w:t>
      </w:r>
      <w:r w:rsidR="00B77E03">
        <w:t>…</w:t>
      </w:r>
    </w:p>
    <w:p w14:paraId="386A5735" w14:textId="069D0873" w:rsidR="00B77E03" w:rsidRDefault="0024252B" w:rsidP="00B77E03">
      <w:r w:rsidRPr="002813C1">
        <w:t>Glacée d</w:t>
      </w:r>
      <w:r w:rsidR="00B77E03">
        <w:t>’</w:t>
      </w:r>
      <w:r w:rsidRPr="002813C1">
        <w:t>horreur</w:t>
      </w:r>
      <w:r w:rsidR="00B77E03">
        <w:t>, M</w:t>
      </w:r>
      <w:r w:rsidR="00B77E03" w:rsidRPr="00B77E03">
        <w:rPr>
          <w:vertAlign w:val="superscript"/>
        </w:rPr>
        <w:t>lle</w:t>
      </w:r>
      <w:r w:rsidR="00B77E03">
        <w:t> </w:t>
      </w:r>
      <w:r w:rsidRPr="002813C1">
        <w:t>Marguerite s</w:t>
      </w:r>
      <w:r w:rsidR="00B77E03">
        <w:t>’</w:t>
      </w:r>
      <w:r w:rsidRPr="002813C1">
        <w:t>était dégagée de l</w:t>
      </w:r>
      <w:r w:rsidR="00B77E03">
        <w:t>’</w:t>
      </w:r>
      <w:r w:rsidRPr="002813C1">
        <w:t xml:space="preserve">étreinte de </w:t>
      </w:r>
      <w:r w:rsidR="00B77E03">
        <w:t>M</w:t>
      </w:r>
      <w:r w:rsidR="00B77E03" w:rsidRPr="00B77E03">
        <w:rPr>
          <w:vertAlign w:val="superscript"/>
        </w:rPr>
        <w:t>me</w:t>
      </w:r>
      <w:r w:rsidR="00B77E03">
        <w:t> </w:t>
      </w:r>
      <w:proofErr w:type="spellStart"/>
      <w:r w:rsidRPr="002813C1">
        <w:t>Trigault</w:t>
      </w:r>
      <w:proofErr w:type="spellEnd"/>
      <w:r w:rsidR="00B77E03">
        <w:t>.</w:t>
      </w:r>
    </w:p>
    <w:p w14:paraId="3E2EBBC1" w14:textId="77777777" w:rsidR="00B77E03" w:rsidRDefault="00B77E03" w:rsidP="00B77E03">
      <w:r>
        <w:t>— </w:t>
      </w:r>
      <w:r w:rsidR="0024252B" w:rsidRPr="002813C1">
        <w:t>Je vous jure</w:t>
      </w:r>
      <w:r>
        <w:t xml:space="preserve">, </w:t>
      </w:r>
      <w:r w:rsidR="0024252B" w:rsidRPr="002813C1">
        <w:t>madame</w:t>
      </w:r>
      <w:r>
        <w:t xml:space="preserve">, </w:t>
      </w:r>
      <w:r w:rsidR="0024252B" w:rsidRPr="002813C1">
        <w:t>fit-elle</w:t>
      </w:r>
      <w:r>
        <w:t xml:space="preserve">, </w:t>
      </w:r>
      <w:r w:rsidR="0024252B" w:rsidRPr="002813C1">
        <w:t>que tout ce qui est humainement possible je le tenterai pour sauver votre correspondance</w:t>
      </w:r>
      <w:r>
        <w:t>.</w:t>
      </w:r>
    </w:p>
    <w:p w14:paraId="0319D4CD" w14:textId="77777777" w:rsidR="00B77E03" w:rsidRDefault="00B77E03" w:rsidP="00B77E03">
      <w:r>
        <w:t>— </w:t>
      </w:r>
      <w:r w:rsidR="0024252B" w:rsidRPr="002813C1">
        <w:t>Et avez-vous quelque espoir d</w:t>
      </w:r>
      <w:r>
        <w:t>’</w:t>
      </w:r>
      <w:r w:rsidR="0024252B" w:rsidRPr="002813C1">
        <w:t>y parvenir</w:t>
      </w:r>
      <w:r>
        <w:t> ?</w:t>
      </w:r>
    </w:p>
    <w:p w14:paraId="18C14DA9" w14:textId="77777777" w:rsidR="00B77E03" w:rsidRDefault="00B77E03" w:rsidP="00B77E03">
      <w:r>
        <w:t>— </w:t>
      </w:r>
      <w:r w:rsidR="0024252B" w:rsidRPr="002813C1">
        <w:t>Oui</w:t>
      </w:r>
      <w:r>
        <w:t xml:space="preserve">… </w:t>
      </w:r>
      <w:r w:rsidR="0024252B" w:rsidRPr="002813C1">
        <w:t>répondit la jeune fille</w:t>
      </w:r>
      <w:r>
        <w:t xml:space="preserve">, </w:t>
      </w:r>
      <w:r w:rsidR="0024252B" w:rsidRPr="002813C1">
        <w:t>qui pensait à son vieil ami le juge de paix</w:t>
      </w:r>
      <w:r>
        <w:t>.</w:t>
      </w:r>
    </w:p>
    <w:p w14:paraId="3874DDAC" w14:textId="77777777" w:rsidR="00B77E03" w:rsidRDefault="0024252B" w:rsidP="00B77E03">
      <w:r w:rsidRPr="002813C1">
        <w:t>Émue d</w:t>
      </w:r>
      <w:r w:rsidR="00B77E03">
        <w:t>’</w:t>
      </w:r>
      <w:r w:rsidRPr="002813C1">
        <w:t>une émotion qu</w:t>
      </w:r>
      <w:r w:rsidR="00B77E03">
        <w:t>’</w:t>
      </w:r>
      <w:r w:rsidRPr="002813C1">
        <w:t>elle ne connaissait pas</w:t>
      </w:r>
      <w:r w:rsidR="00B77E03">
        <w:t xml:space="preserve">, </w:t>
      </w:r>
      <w:r w:rsidRPr="002813C1">
        <w:t>bouleversée</w:t>
      </w:r>
      <w:r w:rsidR="00B77E03">
        <w:t xml:space="preserve">, </w:t>
      </w:r>
      <w:r w:rsidRPr="002813C1">
        <w:t>hors d</w:t>
      </w:r>
      <w:r w:rsidR="00B77E03">
        <w:t>’</w:t>
      </w:r>
      <w:r w:rsidRPr="002813C1">
        <w:t>elle-même</w:t>
      </w:r>
      <w:r w:rsidR="00B77E03">
        <w:t xml:space="preserve">, </w:t>
      </w:r>
      <w:r w:rsidRPr="002813C1">
        <w:t>la baronne eut une exclamation de joie</w:t>
      </w:r>
      <w:r w:rsidR="00B77E03">
        <w:t>.</w:t>
      </w:r>
    </w:p>
    <w:p w14:paraId="3047D849" w14:textId="77777777" w:rsidR="00B77E03" w:rsidRDefault="00B77E03" w:rsidP="00B77E03">
      <w:r>
        <w:t>— </w:t>
      </w:r>
      <w:r w:rsidR="0024252B" w:rsidRPr="002813C1">
        <w:t>Ah</w:t>
      </w:r>
      <w:r>
        <w:t xml:space="preserve"> !… </w:t>
      </w:r>
      <w:r w:rsidR="0024252B" w:rsidRPr="002813C1">
        <w:t>tu es bonne</w:t>
      </w:r>
      <w:r>
        <w:t xml:space="preserve">, </w:t>
      </w:r>
      <w:r w:rsidR="0024252B" w:rsidRPr="002813C1">
        <w:t>toi</w:t>
      </w:r>
      <w:r>
        <w:t xml:space="preserve"> !… </w:t>
      </w:r>
      <w:r w:rsidR="0024252B" w:rsidRPr="002813C1">
        <w:t>s</w:t>
      </w:r>
      <w:r>
        <w:t>’</w:t>
      </w:r>
      <w:r w:rsidR="0024252B" w:rsidRPr="002813C1">
        <w:t>écria-t-elle</w:t>
      </w:r>
      <w:r>
        <w:t xml:space="preserve">. </w:t>
      </w:r>
      <w:r w:rsidR="0024252B" w:rsidRPr="002813C1">
        <w:t>Tu es généreuse et noble</w:t>
      </w:r>
      <w:r>
        <w:t xml:space="preserve">, </w:t>
      </w:r>
      <w:r w:rsidR="0024252B" w:rsidRPr="002813C1">
        <w:t>toi qui te venges en me rendant la vie</w:t>
      </w:r>
      <w:r>
        <w:t xml:space="preserve">, </w:t>
      </w:r>
      <w:r w:rsidR="0024252B" w:rsidRPr="002813C1">
        <w:t>l</w:t>
      </w:r>
      <w:r>
        <w:t>’</w:t>
      </w:r>
      <w:r w:rsidR="0024252B" w:rsidRPr="002813C1">
        <w:t>honneur</w:t>
      </w:r>
      <w:r>
        <w:t xml:space="preserve">, </w:t>
      </w:r>
      <w:r w:rsidR="0024252B" w:rsidRPr="002813C1">
        <w:t>tout</w:t>
      </w:r>
      <w:r>
        <w:t xml:space="preserve">… </w:t>
      </w:r>
      <w:r w:rsidR="0024252B" w:rsidRPr="002813C1">
        <w:t>car tu es ma fille</w:t>
      </w:r>
      <w:r>
        <w:t xml:space="preserve">, </w:t>
      </w:r>
      <w:r w:rsidR="0024252B" w:rsidRPr="002813C1">
        <w:t>n</w:t>
      </w:r>
      <w:r>
        <w:t>’</w:t>
      </w:r>
      <w:r w:rsidR="0024252B" w:rsidRPr="002813C1">
        <w:t>est-ce pas</w:t>
      </w:r>
      <w:r>
        <w:t xml:space="preserve">, </w:t>
      </w:r>
      <w:r w:rsidR="0024252B" w:rsidRPr="002813C1">
        <w:t>tu le savais</w:t>
      </w:r>
      <w:r>
        <w:t xml:space="preserve">… </w:t>
      </w:r>
      <w:r w:rsidR="0024252B" w:rsidRPr="002813C1">
        <w:t>On t</w:t>
      </w:r>
      <w:r>
        <w:t>’</w:t>
      </w:r>
      <w:r w:rsidR="0024252B" w:rsidRPr="002813C1">
        <w:t>avait dit</w:t>
      </w:r>
      <w:r>
        <w:t xml:space="preserve">, </w:t>
      </w:r>
      <w:r w:rsidR="0024252B" w:rsidRPr="002813C1">
        <w:t>en t</w:t>
      </w:r>
      <w:r>
        <w:t>’</w:t>
      </w:r>
      <w:r w:rsidR="0024252B" w:rsidRPr="002813C1">
        <w:t>amenant ici</w:t>
      </w:r>
      <w:r>
        <w:t xml:space="preserve">, </w:t>
      </w:r>
      <w:r w:rsidR="0024252B" w:rsidRPr="002813C1">
        <w:t>que c</w:t>
      </w:r>
      <w:r>
        <w:t>’</w:t>
      </w:r>
      <w:r w:rsidR="0024252B" w:rsidRPr="002813C1">
        <w:t>est moi qui</w:t>
      </w:r>
      <w:r>
        <w:t xml:space="preserve">, </w:t>
      </w:r>
      <w:r w:rsidR="0024252B" w:rsidRPr="002813C1">
        <w:t>exécrable et dénaturée</w:t>
      </w:r>
      <w:r>
        <w:t xml:space="preserve">, </w:t>
      </w:r>
      <w:r w:rsidR="0024252B" w:rsidRPr="002813C1">
        <w:t>t</w:t>
      </w:r>
      <w:r>
        <w:t>’</w:t>
      </w:r>
      <w:r w:rsidR="0024252B" w:rsidRPr="002813C1">
        <w:t>ai lâchement abandonnée</w:t>
      </w:r>
      <w:r>
        <w:t>…</w:t>
      </w:r>
    </w:p>
    <w:p w14:paraId="12B036B9" w14:textId="2FEF6138" w:rsidR="00B77E03" w:rsidRDefault="0024252B" w:rsidP="00B77E03">
      <w:r w:rsidRPr="002813C1">
        <w:t>Elle s</w:t>
      </w:r>
      <w:r w:rsidR="00B77E03">
        <w:t>’</w:t>
      </w:r>
      <w:r w:rsidRPr="002813C1">
        <w:t>avançait</w:t>
      </w:r>
      <w:r w:rsidR="00B77E03">
        <w:t xml:space="preserve">, </w:t>
      </w:r>
      <w:r w:rsidRPr="002813C1">
        <w:t>les yeux pleins de larmes</w:t>
      </w:r>
      <w:r w:rsidR="00B77E03">
        <w:t xml:space="preserve">, </w:t>
      </w:r>
      <w:r w:rsidRPr="002813C1">
        <w:t>les bras ouverts</w:t>
      </w:r>
      <w:r w:rsidR="00B77E03">
        <w:t xml:space="preserve">, </w:t>
      </w:r>
      <w:r w:rsidRPr="002813C1">
        <w:t xml:space="preserve">mais </w:t>
      </w:r>
      <w:r w:rsidR="00B77E03">
        <w:t>M</w:t>
      </w:r>
      <w:r w:rsidR="00B77E03" w:rsidRPr="00B77E03">
        <w:rPr>
          <w:vertAlign w:val="superscript"/>
        </w:rPr>
        <w:t>lle</w:t>
      </w:r>
      <w:r w:rsidR="00B77E03">
        <w:t> </w:t>
      </w:r>
      <w:r w:rsidRPr="002813C1">
        <w:t>Marguerite la repoussa froidement</w:t>
      </w:r>
      <w:r w:rsidR="00B77E03">
        <w:t> :</w:t>
      </w:r>
    </w:p>
    <w:p w14:paraId="069DF2AE" w14:textId="77777777" w:rsidR="00B77E03" w:rsidRDefault="00B77E03" w:rsidP="00B77E03">
      <w:r>
        <w:t>— </w:t>
      </w:r>
      <w:r w:rsidR="0024252B" w:rsidRPr="002813C1">
        <w:t>Épargnez-vous</w:t>
      </w:r>
      <w:r>
        <w:t xml:space="preserve">, </w:t>
      </w:r>
      <w:r w:rsidR="0024252B" w:rsidRPr="002813C1">
        <w:t>madame</w:t>
      </w:r>
      <w:r>
        <w:t xml:space="preserve">, </w:t>
      </w:r>
      <w:r w:rsidR="0024252B" w:rsidRPr="002813C1">
        <w:t>épargnez-moi les souffrances d</w:t>
      </w:r>
      <w:r>
        <w:t>’</w:t>
      </w:r>
      <w:r w:rsidR="0024252B" w:rsidRPr="002813C1">
        <w:t>une inutile explication</w:t>
      </w:r>
      <w:r>
        <w:t>.</w:t>
      </w:r>
    </w:p>
    <w:p w14:paraId="182E0081" w14:textId="77777777" w:rsidR="00B77E03" w:rsidRDefault="00B77E03" w:rsidP="00B77E03">
      <w:r>
        <w:t>— </w:t>
      </w:r>
      <w:r w:rsidR="0024252B" w:rsidRPr="002813C1">
        <w:t>Marguerite</w:t>
      </w:r>
      <w:r>
        <w:t xml:space="preserve"> !… </w:t>
      </w:r>
      <w:r w:rsidR="0024252B" w:rsidRPr="002813C1">
        <w:t>Seigneur Dieu</w:t>
      </w:r>
      <w:r>
        <w:t xml:space="preserve"> !… </w:t>
      </w:r>
      <w:r w:rsidR="0024252B" w:rsidRPr="002813C1">
        <w:t>Tu me repousses</w:t>
      </w:r>
      <w:r>
        <w:t xml:space="preserve"> !… </w:t>
      </w:r>
      <w:r w:rsidR="0024252B" w:rsidRPr="002813C1">
        <w:t>Après ce que tu me promets de faire pour moi</w:t>
      </w:r>
      <w:r>
        <w:t xml:space="preserve">, </w:t>
      </w:r>
      <w:r w:rsidR="0024252B" w:rsidRPr="002813C1">
        <w:t>tu ne me pardonnerais pas</w:t>
      </w:r>
      <w:r>
        <w:t> !…</w:t>
      </w:r>
    </w:p>
    <w:p w14:paraId="2BDF22B0" w14:textId="77777777" w:rsidR="00B77E03" w:rsidRDefault="00B77E03" w:rsidP="00B77E03">
      <w:r>
        <w:t>— </w:t>
      </w:r>
      <w:r w:rsidR="0024252B" w:rsidRPr="002813C1">
        <w:t>Je tâcherai d</w:t>
      </w:r>
      <w:r>
        <w:t>’</w:t>
      </w:r>
      <w:r w:rsidR="0024252B" w:rsidRPr="002813C1">
        <w:t>oublier</w:t>
      </w:r>
      <w:r>
        <w:t xml:space="preserve">, </w:t>
      </w:r>
      <w:r w:rsidR="0024252B" w:rsidRPr="002813C1">
        <w:t>madame</w:t>
      </w:r>
      <w:r>
        <w:t>.</w:t>
      </w:r>
    </w:p>
    <w:p w14:paraId="56B35065" w14:textId="77777777" w:rsidR="00B77E03" w:rsidRDefault="0024252B" w:rsidP="00B77E03">
      <w:r w:rsidRPr="002813C1">
        <w:lastRenderedPageBreak/>
        <w:t>Elle fit un pas vers la porte</w:t>
      </w:r>
      <w:r w:rsidR="00B77E03">
        <w:t xml:space="preserve">, </w:t>
      </w:r>
      <w:r w:rsidRPr="002813C1">
        <w:t>mais la baronne se jeta à ses genoux</w:t>
      </w:r>
      <w:r w:rsidR="00B77E03">
        <w:t xml:space="preserve">, </w:t>
      </w:r>
      <w:r w:rsidRPr="002813C1">
        <w:t>et d</w:t>
      </w:r>
      <w:r w:rsidR="00B77E03">
        <w:t>’</w:t>
      </w:r>
      <w:r w:rsidRPr="002813C1">
        <w:t>une voix déchirante</w:t>
      </w:r>
      <w:r w:rsidR="00B77E03">
        <w:t> :</w:t>
      </w:r>
    </w:p>
    <w:p w14:paraId="436D6DF9" w14:textId="77777777" w:rsidR="00B77E03" w:rsidRDefault="00B77E03" w:rsidP="00B77E03">
      <w:r>
        <w:t>— </w:t>
      </w:r>
      <w:r w:rsidR="0024252B" w:rsidRPr="002813C1">
        <w:t>Grâce</w:t>
      </w:r>
      <w:r>
        <w:t xml:space="preserve"> ! </w:t>
      </w:r>
      <w:r w:rsidR="0024252B" w:rsidRPr="002813C1">
        <w:t>s</w:t>
      </w:r>
      <w:r>
        <w:t>’</w:t>
      </w:r>
      <w:r w:rsidR="0024252B" w:rsidRPr="002813C1">
        <w:t>écria-t-elle</w:t>
      </w:r>
      <w:r>
        <w:t xml:space="preserve"> ; </w:t>
      </w:r>
      <w:r w:rsidR="0024252B" w:rsidRPr="002813C1">
        <w:t>Marguerite</w:t>
      </w:r>
      <w:r>
        <w:t xml:space="preserve">, </w:t>
      </w:r>
      <w:r w:rsidR="0024252B" w:rsidRPr="002813C1">
        <w:t>je suis ta mère</w:t>
      </w:r>
      <w:r>
        <w:t xml:space="preserve">… </w:t>
      </w:r>
      <w:r w:rsidR="0024252B" w:rsidRPr="002813C1">
        <w:t>on n</w:t>
      </w:r>
      <w:r>
        <w:t>’</w:t>
      </w:r>
      <w:r w:rsidR="0024252B" w:rsidRPr="002813C1">
        <w:t>a pas le droit de repousser sa mère</w:t>
      </w:r>
      <w:r>
        <w:t>…</w:t>
      </w:r>
    </w:p>
    <w:p w14:paraId="78FFEE29" w14:textId="77777777" w:rsidR="00B77E03" w:rsidRDefault="0024252B" w:rsidP="00B77E03">
      <w:r w:rsidRPr="002813C1">
        <w:t>Mais la jeune fille l</w:t>
      </w:r>
      <w:r w:rsidR="00B77E03">
        <w:t>’</w:t>
      </w:r>
      <w:r w:rsidRPr="002813C1">
        <w:t>écarta</w:t>
      </w:r>
      <w:r w:rsidR="00B77E03">
        <w:t> :</w:t>
      </w:r>
    </w:p>
    <w:p w14:paraId="4EEE5709" w14:textId="77777777" w:rsidR="00B77E03" w:rsidRDefault="00B77E03" w:rsidP="00B77E03">
      <w:r>
        <w:t>— </w:t>
      </w:r>
      <w:r w:rsidR="0024252B" w:rsidRPr="002813C1">
        <w:t>Ma mère est morte</w:t>
      </w:r>
      <w:r>
        <w:t xml:space="preserve">, </w:t>
      </w:r>
      <w:r w:rsidR="0024252B" w:rsidRPr="002813C1">
        <w:t>madame</w:t>
      </w:r>
      <w:r>
        <w:t xml:space="preserve"> ; </w:t>
      </w:r>
      <w:r w:rsidR="0024252B" w:rsidRPr="002813C1">
        <w:t>je ne vous connais pas</w:t>
      </w:r>
      <w:r>
        <w:t> !</w:t>
      </w:r>
    </w:p>
    <w:p w14:paraId="626282C4" w14:textId="77777777" w:rsidR="00B77E03" w:rsidRDefault="0024252B" w:rsidP="00B77E03">
      <w:r w:rsidRPr="002813C1">
        <w:t>Et elle sortit sans détourner la tête</w:t>
      </w:r>
      <w:r w:rsidR="00B77E03">
        <w:t xml:space="preserve">, </w:t>
      </w:r>
      <w:r w:rsidRPr="002813C1">
        <w:t>sans voir la baronne s</w:t>
      </w:r>
      <w:r w:rsidR="00B77E03">
        <w:t>’</w:t>
      </w:r>
      <w:r w:rsidRPr="002813C1">
        <w:t>affaisser évanouie sur le parquet</w:t>
      </w:r>
      <w:r w:rsidR="00B77E03">
        <w:t>…</w:t>
      </w:r>
    </w:p>
    <w:p w14:paraId="2312BC6E" w14:textId="288DC8F1" w:rsidR="0024252B" w:rsidRPr="002813C1" w:rsidRDefault="0024252B" w:rsidP="00B77E03">
      <w:pPr>
        <w:pStyle w:val="Titre1"/>
      </w:pPr>
      <w:bookmarkStart w:id="17" w:name="_Toc202022842"/>
      <w:r w:rsidRPr="002813C1">
        <w:lastRenderedPageBreak/>
        <w:t>XVIII</w:t>
      </w:r>
      <w:bookmarkEnd w:id="17"/>
      <w:r w:rsidRPr="002813C1">
        <w:br/>
      </w:r>
    </w:p>
    <w:p w14:paraId="4F0331C2" w14:textId="48245907" w:rsidR="00B77E03" w:rsidRDefault="0024252B" w:rsidP="00B77E03">
      <w:r w:rsidRPr="002813C1">
        <w:t>Dans la galerie</w:t>
      </w:r>
      <w:r w:rsidR="00B77E03">
        <w:t xml:space="preserve">, </w:t>
      </w:r>
      <w:r w:rsidRPr="002813C1">
        <w:t xml:space="preserve">le baron </w:t>
      </w:r>
      <w:proofErr w:type="spellStart"/>
      <w:r w:rsidRPr="002813C1">
        <w:t>Trigault</w:t>
      </w:r>
      <w:proofErr w:type="spellEnd"/>
      <w:r w:rsidRPr="002813C1">
        <w:t xml:space="preserve"> retenait toujours </w:t>
      </w:r>
      <w:r w:rsidR="00B77E03">
        <w:t>M</w:t>
      </w:r>
      <w:r w:rsidR="00B77E03" w:rsidRPr="00B77E03">
        <w:rPr>
          <w:vertAlign w:val="superscript"/>
        </w:rPr>
        <w:t>me</w:t>
      </w:r>
      <w:r w:rsidR="00B77E03">
        <w:t> de </w:t>
      </w:r>
      <w:proofErr w:type="spellStart"/>
      <w:r w:rsidRPr="002813C1">
        <w:t>Fondège</w:t>
      </w:r>
      <w:proofErr w:type="spellEnd"/>
      <w:r w:rsidR="00B77E03">
        <w:t>…</w:t>
      </w:r>
    </w:p>
    <w:p w14:paraId="29B33FF0" w14:textId="77777777" w:rsidR="00B77E03" w:rsidRDefault="0024252B" w:rsidP="00B77E03">
      <w:r w:rsidRPr="002813C1">
        <w:t>Que lui disait-il</w:t>
      </w:r>
      <w:r w:rsidR="00B77E03">
        <w:t xml:space="preserve">, </w:t>
      </w:r>
      <w:r w:rsidRPr="002813C1">
        <w:t>pour justifier l</w:t>
      </w:r>
      <w:r w:rsidR="00B77E03">
        <w:t>’</w:t>
      </w:r>
      <w:r w:rsidRPr="002813C1">
        <w:t>expédient grossier qu</w:t>
      </w:r>
      <w:r w:rsidR="00B77E03">
        <w:t>’</w:t>
      </w:r>
      <w:r w:rsidRPr="002813C1">
        <w:t>il avait improvisé</w:t>
      </w:r>
      <w:r w:rsidR="00B77E03">
        <w:t xml:space="preserve"> ?… </w:t>
      </w:r>
      <w:r w:rsidRPr="002813C1">
        <w:t>Si grand était son trouble qu</w:t>
      </w:r>
      <w:r w:rsidR="00B77E03">
        <w:t>’</w:t>
      </w:r>
      <w:r w:rsidRPr="002813C1">
        <w:t>il ne le savait guère</w:t>
      </w:r>
      <w:r w:rsidR="00B77E03">
        <w:t xml:space="preserve">, </w:t>
      </w:r>
      <w:r w:rsidRPr="002813C1">
        <w:t>et peu importait</w:t>
      </w:r>
      <w:r w:rsidR="00B77E03">
        <w:t xml:space="preserve">, </w:t>
      </w:r>
      <w:r w:rsidRPr="002813C1">
        <w:t>car elle ne l</w:t>
      </w:r>
      <w:r w:rsidR="00B77E03">
        <w:t>’</w:t>
      </w:r>
      <w:r w:rsidRPr="002813C1">
        <w:t>écoutait pas</w:t>
      </w:r>
      <w:r w:rsidR="00B77E03">
        <w:t>…</w:t>
      </w:r>
    </w:p>
    <w:p w14:paraId="4EE14449" w14:textId="77777777" w:rsidR="00B77E03" w:rsidRDefault="0024252B" w:rsidP="00B77E03">
      <w:r w:rsidRPr="002813C1">
        <w:t>Sans être précisément fine</w:t>
      </w:r>
      <w:r w:rsidR="00B77E03">
        <w:t xml:space="preserve">, </w:t>
      </w:r>
      <w:r w:rsidRPr="002813C1">
        <w:t>la bonne dame flairait quelque gros mystère</w:t>
      </w:r>
      <w:r w:rsidR="00B77E03">
        <w:t xml:space="preserve">, </w:t>
      </w:r>
      <w:r w:rsidRPr="002813C1">
        <w:t>un bon scandale peut-être</w:t>
      </w:r>
      <w:r w:rsidR="00B77E03">
        <w:t xml:space="preserve">, </w:t>
      </w:r>
      <w:r w:rsidRPr="002813C1">
        <w:t>et ses yeux ne quittaient pas la porte du petit salon</w:t>
      </w:r>
      <w:r w:rsidR="00B77E03">
        <w:t>…</w:t>
      </w:r>
    </w:p>
    <w:p w14:paraId="731E347D" w14:textId="15839769" w:rsidR="00B77E03" w:rsidRDefault="0024252B" w:rsidP="00B77E03">
      <w:r w:rsidRPr="002813C1">
        <w:t>Dès qu</w:t>
      </w:r>
      <w:r w:rsidR="00B77E03">
        <w:t>’</w:t>
      </w:r>
      <w:r w:rsidRPr="002813C1">
        <w:t>elle s</w:t>
      </w:r>
      <w:r w:rsidR="00B77E03">
        <w:t>’</w:t>
      </w:r>
      <w:r w:rsidRPr="002813C1">
        <w:t>ouvrit</w:t>
      </w:r>
      <w:r w:rsidR="00B77E03">
        <w:t xml:space="preserve">, </w:t>
      </w:r>
      <w:r w:rsidRPr="002813C1">
        <w:t>cette porte</w:t>
      </w:r>
      <w:r w:rsidR="00B77E03">
        <w:t xml:space="preserve">, </w:t>
      </w:r>
      <w:r w:rsidRPr="002813C1">
        <w:t xml:space="preserve">et que </w:t>
      </w:r>
      <w:r w:rsidR="00B77E03">
        <w:t>M</w:t>
      </w:r>
      <w:r w:rsidR="00B77E03" w:rsidRPr="00B77E03">
        <w:rPr>
          <w:vertAlign w:val="superscript"/>
        </w:rPr>
        <w:t>lle</w:t>
      </w:r>
      <w:r w:rsidR="00B77E03">
        <w:t> </w:t>
      </w:r>
      <w:r w:rsidRPr="002813C1">
        <w:t>Marguerite parut</w:t>
      </w:r>
      <w:r w:rsidR="00B77E03">
        <w:t> :</w:t>
      </w:r>
    </w:p>
    <w:p w14:paraId="271D950F" w14:textId="77777777" w:rsidR="00B77E03" w:rsidRDefault="00B77E03" w:rsidP="00B77E03">
      <w:r>
        <w:t>— </w:t>
      </w:r>
      <w:r w:rsidR="0024252B" w:rsidRPr="002813C1">
        <w:t>Ciel</w:t>
      </w:r>
      <w:r>
        <w:t xml:space="preserve">, </w:t>
      </w:r>
      <w:r w:rsidR="0024252B" w:rsidRPr="002813C1">
        <w:t>s</w:t>
      </w:r>
      <w:r>
        <w:t>’</w:t>
      </w:r>
      <w:r w:rsidR="0024252B" w:rsidRPr="002813C1">
        <w:t>écria-t-elle</w:t>
      </w:r>
      <w:r>
        <w:t xml:space="preserve">, </w:t>
      </w:r>
      <w:r w:rsidR="0024252B" w:rsidRPr="002813C1">
        <w:t>qu</w:t>
      </w:r>
      <w:r>
        <w:t>’</w:t>
      </w:r>
      <w:r w:rsidR="0024252B" w:rsidRPr="002813C1">
        <w:t>arrive-t-il à ma pauvre enfant</w:t>
      </w:r>
      <w:r>
        <w:t> !</w:t>
      </w:r>
    </w:p>
    <w:p w14:paraId="6320B619" w14:textId="77777777" w:rsidR="00B77E03" w:rsidRDefault="0024252B" w:rsidP="00B77E03">
      <w:r w:rsidRPr="002813C1">
        <w:t>C</w:t>
      </w:r>
      <w:r w:rsidR="00B77E03">
        <w:t>’</w:t>
      </w:r>
      <w:r w:rsidRPr="002813C1">
        <w:t>est qu</w:t>
      </w:r>
      <w:r w:rsidR="00B77E03">
        <w:t>’</w:t>
      </w:r>
      <w:r w:rsidRPr="002813C1">
        <w:t>elle s</w:t>
      </w:r>
      <w:r w:rsidR="00B77E03">
        <w:t>’</w:t>
      </w:r>
      <w:r w:rsidRPr="002813C1">
        <w:t>avançait</w:t>
      </w:r>
      <w:r w:rsidR="00B77E03">
        <w:t xml:space="preserve">, </w:t>
      </w:r>
      <w:r w:rsidRPr="002813C1">
        <w:t>la malheureuse</w:t>
      </w:r>
      <w:r w:rsidR="00B77E03">
        <w:t xml:space="preserve">, </w:t>
      </w:r>
      <w:r w:rsidRPr="002813C1">
        <w:t>d</w:t>
      </w:r>
      <w:r w:rsidR="00B77E03">
        <w:t>’</w:t>
      </w:r>
      <w:r w:rsidRPr="002813C1">
        <w:t>un pas raide</w:t>
      </w:r>
      <w:r w:rsidR="00B77E03">
        <w:t xml:space="preserve">, </w:t>
      </w:r>
      <w:r w:rsidRPr="002813C1">
        <w:t>l</w:t>
      </w:r>
      <w:r w:rsidR="00B77E03">
        <w:t>’</w:t>
      </w:r>
      <w:r w:rsidRPr="002813C1">
        <w:t>œil fixe</w:t>
      </w:r>
      <w:r w:rsidR="00B77E03">
        <w:t xml:space="preserve">, </w:t>
      </w:r>
      <w:r w:rsidRPr="002813C1">
        <w:t>les bras étendus en avant</w:t>
      </w:r>
      <w:r w:rsidR="00B77E03">
        <w:t xml:space="preserve">… </w:t>
      </w:r>
      <w:r w:rsidRPr="002813C1">
        <w:t>Il lui semblait que le parquet oscillait sous ses pieds</w:t>
      </w:r>
      <w:r w:rsidR="00B77E03">
        <w:t xml:space="preserve">, </w:t>
      </w:r>
      <w:r w:rsidRPr="002813C1">
        <w:t>que les murs tremblaient</w:t>
      </w:r>
      <w:r w:rsidR="00B77E03">
        <w:t xml:space="preserve">, </w:t>
      </w:r>
      <w:r w:rsidRPr="002813C1">
        <w:t>que les plafonds allaient s</w:t>
      </w:r>
      <w:r w:rsidR="00B77E03">
        <w:t>’</w:t>
      </w:r>
      <w:r w:rsidRPr="002813C1">
        <w:t>effondrer</w:t>
      </w:r>
      <w:r w:rsidR="00B77E03">
        <w:t>.</w:t>
      </w:r>
    </w:p>
    <w:p w14:paraId="30D373DC" w14:textId="55D0E616" w:rsidR="00B77E03" w:rsidRDefault="00B77E03" w:rsidP="00B77E03">
      <w:r>
        <w:t>M</w:t>
      </w:r>
      <w:r w:rsidRPr="00B77E03">
        <w:rPr>
          <w:vertAlign w:val="superscript"/>
        </w:rPr>
        <w:t>me</w:t>
      </w:r>
      <w:r>
        <w:t> de </w:t>
      </w:r>
      <w:proofErr w:type="spellStart"/>
      <w:r w:rsidR="0024252B" w:rsidRPr="002813C1">
        <w:t>Fondège</w:t>
      </w:r>
      <w:proofErr w:type="spellEnd"/>
      <w:r w:rsidR="0024252B" w:rsidRPr="002813C1">
        <w:t xml:space="preserve"> se jeta sur elle</w:t>
      </w:r>
      <w:r>
        <w:t>.</w:t>
      </w:r>
    </w:p>
    <w:p w14:paraId="02157851" w14:textId="77777777" w:rsidR="00B77E03" w:rsidRDefault="00B77E03" w:rsidP="00B77E03">
      <w:r>
        <w:t>— </w:t>
      </w:r>
      <w:r w:rsidR="0024252B" w:rsidRPr="002813C1">
        <w:t>Qu</w:t>
      </w:r>
      <w:r>
        <w:t>’</w:t>
      </w:r>
      <w:r w:rsidR="0024252B" w:rsidRPr="002813C1">
        <w:t>avez-vous</w:t>
      </w:r>
      <w:r>
        <w:t xml:space="preserve">, </w:t>
      </w:r>
      <w:r w:rsidR="0024252B" w:rsidRPr="002813C1">
        <w:t>ma chérie</w:t>
      </w:r>
      <w:r>
        <w:t> ?</w:t>
      </w:r>
    </w:p>
    <w:p w14:paraId="258F3B10" w14:textId="77777777" w:rsidR="00B77E03" w:rsidRDefault="0024252B" w:rsidP="00B77E03">
      <w:r w:rsidRPr="002813C1">
        <w:t>Hélas</w:t>
      </w:r>
      <w:r w:rsidR="00B77E03">
        <w:t xml:space="preserve"> ! </w:t>
      </w:r>
      <w:r w:rsidRPr="002813C1">
        <w:t>la pauvre fille était anéantie</w:t>
      </w:r>
      <w:r w:rsidR="00B77E03">
        <w:t xml:space="preserve">, </w:t>
      </w:r>
      <w:r w:rsidRPr="002813C1">
        <w:t>brisée</w:t>
      </w:r>
      <w:r w:rsidR="00B77E03">
        <w:t>…</w:t>
      </w:r>
    </w:p>
    <w:p w14:paraId="70B7F8C6" w14:textId="77777777" w:rsidR="00B77E03" w:rsidRDefault="00B77E03" w:rsidP="00B77E03">
      <w:r>
        <w:t>— </w:t>
      </w:r>
      <w:r w:rsidR="0024252B" w:rsidRPr="002813C1">
        <w:t>Ce ne sera rien</w:t>
      </w:r>
      <w:r>
        <w:t xml:space="preserve">… </w:t>
      </w:r>
      <w:r w:rsidR="0024252B" w:rsidRPr="002813C1">
        <w:t>balbutia-t-elle</w:t>
      </w:r>
      <w:r>
        <w:t>.</w:t>
      </w:r>
    </w:p>
    <w:p w14:paraId="265B6AE5" w14:textId="77777777" w:rsidR="00B77E03" w:rsidRDefault="0024252B" w:rsidP="00B77E03">
      <w:r w:rsidRPr="002813C1">
        <w:t>Et ses yeux se fermèrent</w:t>
      </w:r>
      <w:r w:rsidR="00B77E03">
        <w:t xml:space="preserve">, </w:t>
      </w:r>
      <w:r w:rsidRPr="002813C1">
        <w:t>ses mains cherchant un point d</w:t>
      </w:r>
      <w:r w:rsidR="00B77E03">
        <w:t>’</w:t>
      </w:r>
      <w:r w:rsidRPr="002813C1">
        <w:t>appui se crispèrent dans le vide</w:t>
      </w:r>
      <w:r w:rsidR="00B77E03">
        <w:t xml:space="preserve">, </w:t>
      </w:r>
      <w:r w:rsidRPr="002813C1">
        <w:t>et elle fût tombée</w:t>
      </w:r>
      <w:r w:rsidR="00B77E03">
        <w:t xml:space="preserve">, </w:t>
      </w:r>
      <w:r w:rsidRPr="002813C1">
        <w:t>sans le baron qui la retint et la porta sur un canapé</w:t>
      </w:r>
      <w:r w:rsidR="00B77E03">
        <w:t>.</w:t>
      </w:r>
    </w:p>
    <w:p w14:paraId="285F2E56" w14:textId="61CB3BE2" w:rsidR="00B77E03" w:rsidRDefault="00B77E03" w:rsidP="00B77E03">
      <w:r>
        <w:lastRenderedPageBreak/>
        <w:t>— </w:t>
      </w:r>
      <w:r w:rsidR="0024252B" w:rsidRPr="002813C1">
        <w:t>Au secours</w:t>
      </w:r>
      <w:r>
        <w:t xml:space="preserve"> ! </w:t>
      </w:r>
      <w:r w:rsidR="0024252B" w:rsidRPr="002813C1">
        <w:t xml:space="preserve">criait </w:t>
      </w:r>
      <w:r>
        <w:t>M</w:t>
      </w:r>
      <w:r w:rsidRPr="00B77E03">
        <w:rPr>
          <w:vertAlign w:val="superscript"/>
        </w:rPr>
        <w:t>me</w:t>
      </w:r>
      <w:r>
        <w:t> de </w:t>
      </w:r>
      <w:proofErr w:type="spellStart"/>
      <w:r w:rsidR="0024252B" w:rsidRPr="002813C1">
        <w:t>Fondège</w:t>
      </w:r>
      <w:proofErr w:type="spellEnd"/>
      <w:r>
        <w:t xml:space="preserve">, </w:t>
      </w:r>
      <w:r w:rsidR="0024252B" w:rsidRPr="002813C1">
        <w:t>à l</w:t>
      </w:r>
      <w:r>
        <w:t>’</w:t>
      </w:r>
      <w:r w:rsidR="0024252B" w:rsidRPr="002813C1">
        <w:t>aide</w:t>
      </w:r>
      <w:r>
        <w:t xml:space="preserve">, </w:t>
      </w:r>
      <w:r w:rsidR="0024252B" w:rsidRPr="002813C1">
        <w:t>elle se meurt</w:t>
      </w:r>
      <w:r>
        <w:t xml:space="preserve">, </w:t>
      </w:r>
      <w:r w:rsidR="0024252B" w:rsidRPr="002813C1">
        <w:t>un médecin</w:t>
      </w:r>
      <w:r>
        <w:t> !…</w:t>
      </w:r>
    </w:p>
    <w:p w14:paraId="0C34C051" w14:textId="17EBA2BC" w:rsidR="00B77E03" w:rsidRDefault="0024252B" w:rsidP="00B77E03">
      <w:r w:rsidRPr="002813C1">
        <w:t>Il n</w:t>
      </w:r>
      <w:r w:rsidR="00B77E03">
        <w:t>’</w:t>
      </w:r>
      <w:r w:rsidRPr="002813C1">
        <w:t>était pas besoin de médecin</w:t>
      </w:r>
      <w:r w:rsidR="00B77E03">
        <w:t xml:space="preserve">… </w:t>
      </w:r>
      <w:r w:rsidRPr="002813C1">
        <w:t>Une des femmes de chambre de la baronne arriva avec de l</w:t>
      </w:r>
      <w:r w:rsidR="00B77E03">
        <w:t>’</w:t>
      </w:r>
      <w:r w:rsidRPr="002813C1">
        <w:t>eau fraîche et des sels</w:t>
      </w:r>
      <w:r w:rsidR="00B77E03">
        <w:t xml:space="preserve">, </w:t>
      </w:r>
      <w:r w:rsidRPr="002813C1">
        <w:t xml:space="preserve">et </w:t>
      </w:r>
      <w:r w:rsidR="00B77E03">
        <w:t>M</w:t>
      </w:r>
      <w:r w:rsidR="00B77E03" w:rsidRPr="00B77E03">
        <w:rPr>
          <w:vertAlign w:val="superscript"/>
        </w:rPr>
        <w:t>lle</w:t>
      </w:r>
      <w:r w:rsidR="00B77E03">
        <w:t> </w:t>
      </w:r>
      <w:r w:rsidRPr="002813C1">
        <w:t>Marguerite se redressa</w:t>
      </w:r>
      <w:r w:rsidR="00B77E03">
        <w:t xml:space="preserve">, </w:t>
      </w:r>
      <w:r w:rsidRPr="002813C1">
        <w:t>promenant autour d</w:t>
      </w:r>
      <w:r w:rsidR="00B77E03">
        <w:t>’</w:t>
      </w:r>
      <w:r w:rsidRPr="002813C1">
        <w:t>elle un regard égaré</w:t>
      </w:r>
      <w:r w:rsidR="00B77E03">
        <w:t xml:space="preserve">, </w:t>
      </w:r>
      <w:r w:rsidRPr="002813C1">
        <w:t>passant et repassant</w:t>
      </w:r>
      <w:r w:rsidR="00B77E03">
        <w:t xml:space="preserve">, </w:t>
      </w:r>
      <w:r w:rsidRPr="002813C1">
        <w:t>d</w:t>
      </w:r>
      <w:r w:rsidR="00B77E03">
        <w:t>’</w:t>
      </w:r>
      <w:r w:rsidRPr="002813C1">
        <w:t>un mouvement machinal</w:t>
      </w:r>
      <w:r w:rsidR="00B77E03">
        <w:t xml:space="preserve">, </w:t>
      </w:r>
      <w:r w:rsidRPr="002813C1">
        <w:t>sa main sur son front moite</w:t>
      </w:r>
      <w:r w:rsidR="00B77E03">
        <w:t>…</w:t>
      </w:r>
    </w:p>
    <w:p w14:paraId="6B857DAE" w14:textId="6EE00942" w:rsidR="00B77E03" w:rsidRDefault="00B77E03" w:rsidP="00B77E03">
      <w:r>
        <w:t>— </w:t>
      </w:r>
      <w:r w:rsidR="0024252B" w:rsidRPr="002813C1">
        <w:t>Vous sentez-vous mieux</w:t>
      </w:r>
      <w:r>
        <w:t xml:space="preserve">, </w:t>
      </w:r>
      <w:r w:rsidR="0024252B" w:rsidRPr="002813C1">
        <w:t>chère mignonne</w:t>
      </w:r>
      <w:r>
        <w:t xml:space="preserve"> ? </w:t>
      </w:r>
      <w:r w:rsidR="0024252B" w:rsidRPr="002813C1">
        <w:t xml:space="preserve">interrogea </w:t>
      </w:r>
      <w:r>
        <w:t>M</w:t>
      </w:r>
      <w:r w:rsidRPr="00B77E03">
        <w:rPr>
          <w:vertAlign w:val="superscript"/>
        </w:rPr>
        <w:t>me</w:t>
      </w:r>
      <w:r>
        <w:t> de </w:t>
      </w:r>
      <w:proofErr w:type="spellStart"/>
      <w:r w:rsidR="0024252B" w:rsidRPr="002813C1">
        <w:t>Fondège</w:t>
      </w:r>
      <w:proofErr w:type="spellEnd"/>
      <w:r>
        <w:t>.</w:t>
      </w:r>
    </w:p>
    <w:p w14:paraId="7FEE2F0C" w14:textId="77777777" w:rsidR="00B77E03" w:rsidRDefault="00B77E03" w:rsidP="00B77E03">
      <w:r>
        <w:t>— </w:t>
      </w:r>
      <w:r w:rsidR="0024252B" w:rsidRPr="002813C1">
        <w:t>Oui</w:t>
      </w:r>
      <w:r>
        <w:t>.</w:t>
      </w:r>
    </w:p>
    <w:p w14:paraId="7F7A524B" w14:textId="77777777" w:rsidR="00B77E03" w:rsidRDefault="00B77E03" w:rsidP="00B77E03">
      <w:r>
        <w:t>— </w:t>
      </w:r>
      <w:r w:rsidR="0024252B" w:rsidRPr="002813C1">
        <w:t>Ah</w:t>
      </w:r>
      <w:r>
        <w:t xml:space="preserve"> ?… </w:t>
      </w:r>
      <w:r w:rsidR="0024252B" w:rsidRPr="002813C1">
        <w:t>vous m</w:t>
      </w:r>
      <w:r>
        <w:t>’</w:t>
      </w:r>
      <w:r w:rsidR="0024252B" w:rsidRPr="002813C1">
        <w:t>avez fait une belle peur</w:t>
      </w:r>
      <w:r>
        <w:t xml:space="preserve"> ! </w:t>
      </w:r>
      <w:r w:rsidR="0024252B" w:rsidRPr="002813C1">
        <w:t>Voyez</w:t>
      </w:r>
      <w:r>
        <w:t xml:space="preserve">, </w:t>
      </w:r>
      <w:r w:rsidR="0024252B" w:rsidRPr="002813C1">
        <w:t>comme je tremble</w:t>
      </w:r>
      <w:r>
        <w:t>.</w:t>
      </w:r>
    </w:p>
    <w:p w14:paraId="211586F0" w14:textId="77777777" w:rsidR="00B77E03" w:rsidRDefault="0024252B" w:rsidP="00B77E03">
      <w:r w:rsidRPr="002813C1">
        <w:t xml:space="preserve">Mais la frayeur de la digne </w:t>
      </w:r>
      <w:r w:rsidR="00B77E03">
        <w:t>« </w:t>
      </w:r>
      <w:r w:rsidRPr="002813C1">
        <w:t>générale</w:t>
      </w:r>
      <w:r w:rsidR="00B77E03">
        <w:t> »</w:t>
      </w:r>
      <w:r w:rsidRPr="002813C1">
        <w:t xml:space="preserve"> n</w:t>
      </w:r>
      <w:r w:rsidR="00B77E03">
        <w:t>’</w:t>
      </w:r>
      <w:r w:rsidRPr="002813C1">
        <w:t>était rien comparée à la curiosité qui la poignait</w:t>
      </w:r>
      <w:r w:rsidR="00B77E03">
        <w:t xml:space="preserve">… </w:t>
      </w:r>
      <w:r w:rsidRPr="002813C1">
        <w:t>Même ce sentiment fut si fort que n</w:t>
      </w:r>
      <w:r w:rsidR="00B77E03">
        <w:t>’</w:t>
      </w:r>
      <w:r w:rsidRPr="002813C1">
        <w:t>y tenant plus</w:t>
      </w:r>
      <w:r w:rsidR="00B77E03">
        <w:t> :</w:t>
      </w:r>
    </w:p>
    <w:p w14:paraId="101D3E51" w14:textId="77777777" w:rsidR="00B77E03" w:rsidRDefault="00B77E03" w:rsidP="00B77E03">
      <w:r>
        <w:t>— </w:t>
      </w:r>
      <w:r w:rsidR="0024252B" w:rsidRPr="002813C1">
        <w:t>Enfin</w:t>
      </w:r>
      <w:r>
        <w:t xml:space="preserve">, </w:t>
      </w:r>
      <w:r w:rsidR="0024252B" w:rsidRPr="002813C1">
        <w:t>que s</w:t>
      </w:r>
      <w:r>
        <w:t>’</w:t>
      </w:r>
      <w:r w:rsidR="0024252B" w:rsidRPr="002813C1">
        <w:t>est-il passé</w:t>
      </w:r>
      <w:r>
        <w:t xml:space="preserve"> ? </w:t>
      </w:r>
      <w:r w:rsidR="0024252B" w:rsidRPr="002813C1">
        <w:t>demanda-t-elle</w:t>
      </w:r>
      <w:r>
        <w:t>.</w:t>
      </w:r>
    </w:p>
    <w:p w14:paraId="239DB11E" w14:textId="77777777" w:rsidR="00B77E03" w:rsidRDefault="00B77E03" w:rsidP="00B77E03">
      <w:r>
        <w:t>— </w:t>
      </w:r>
      <w:r w:rsidR="0024252B" w:rsidRPr="002813C1">
        <w:t>Rien</w:t>
      </w:r>
      <w:r>
        <w:t xml:space="preserve">, </w:t>
      </w:r>
      <w:r w:rsidR="0024252B" w:rsidRPr="002813C1">
        <w:t>madame</w:t>
      </w:r>
      <w:r>
        <w:t xml:space="preserve">, </w:t>
      </w:r>
      <w:r w:rsidR="0024252B" w:rsidRPr="002813C1">
        <w:t>rien</w:t>
      </w:r>
      <w:r>
        <w:t>…</w:t>
      </w:r>
    </w:p>
    <w:p w14:paraId="70E9E489" w14:textId="77777777" w:rsidR="00B77E03" w:rsidRDefault="00B77E03" w:rsidP="00B77E03">
      <w:r>
        <w:t>— </w:t>
      </w:r>
      <w:r w:rsidR="0024252B" w:rsidRPr="002813C1">
        <w:t>Cependant</w:t>
      </w:r>
      <w:r>
        <w:t>…</w:t>
      </w:r>
    </w:p>
    <w:p w14:paraId="5CC7A63A" w14:textId="77777777" w:rsidR="00B77E03" w:rsidRDefault="00B77E03" w:rsidP="00B77E03">
      <w:r>
        <w:t>— </w:t>
      </w:r>
      <w:r w:rsidR="0024252B" w:rsidRPr="002813C1">
        <w:t>Je suis sujette à ces indispositions</w:t>
      </w:r>
      <w:r>
        <w:t xml:space="preserve">… </w:t>
      </w:r>
      <w:r w:rsidR="0024252B" w:rsidRPr="002813C1">
        <w:t>J</w:t>
      </w:r>
      <w:r>
        <w:t>’</w:t>
      </w:r>
      <w:r w:rsidR="0024252B" w:rsidRPr="002813C1">
        <w:t>avais eu froid</w:t>
      </w:r>
      <w:r>
        <w:t xml:space="preserve">, </w:t>
      </w:r>
      <w:r w:rsidR="0024252B" w:rsidRPr="002813C1">
        <w:t>la chaleur du salon m</w:t>
      </w:r>
      <w:r>
        <w:t>’</w:t>
      </w:r>
      <w:r w:rsidR="0024252B" w:rsidRPr="002813C1">
        <w:t>a saisie</w:t>
      </w:r>
      <w:r>
        <w:t>…</w:t>
      </w:r>
    </w:p>
    <w:p w14:paraId="3E078638" w14:textId="77777777" w:rsidR="00B77E03" w:rsidRDefault="0024252B" w:rsidP="00B77E03">
      <w:r w:rsidRPr="002813C1">
        <w:t>À l</w:t>
      </w:r>
      <w:r w:rsidR="00B77E03">
        <w:t>’</w:t>
      </w:r>
      <w:r w:rsidRPr="002813C1">
        <w:t>accent de la jeune fille</w:t>
      </w:r>
      <w:r w:rsidR="00B77E03">
        <w:t xml:space="preserve">, </w:t>
      </w:r>
      <w:r w:rsidRPr="002813C1">
        <w:t>encore qu</w:t>
      </w:r>
      <w:r w:rsidR="00B77E03">
        <w:t>’</w:t>
      </w:r>
      <w:r w:rsidRPr="002813C1">
        <w:t>elle s</w:t>
      </w:r>
      <w:r w:rsidR="00B77E03">
        <w:t>’</w:t>
      </w:r>
      <w:r w:rsidRPr="002813C1">
        <w:t>exprimât péniblement</w:t>
      </w:r>
      <w:r w:rsidR="00B77E03">
        <w:t xml:space="preserve">, </w:t>
      </w:r>
      <w:r w:rsidRPr="002813C1">
        <w:t>le baron comprit qu</w:t>
      </w:r>
      <w:r w:rsidR="00B77E03">
        <w:t>’</w:t>
      </w:r>
      <w:r w:rsidRPr="002813C1">
        <w:t>elle ne parlerait pas</w:t>
      </w:r>
      <w:r w:rsidR="00B77E03">
        <w:t xml:space="preserve">, </w:t>
      </w:r>
      <w:r w:rsidRPr="002813C1">
        <w:t>et sa reconnaissance fut grande</w:t>
      </w:r>
      <w:r w:rsidR="00B77E03">
        <w:t>.</w:t>
      </w:r>
    </w:p>
    <w:p w14:paraId="5673861F" w14:textId="0931D9A0" w:rsidR="00B77E03" w:rsidRDefault="00B77E03" w:rsidP="00B77E03">
      <w:r>
        <w:t>— </w:t>
      </w:r>
      <w:r w:rsidR="0024252B" w:rsidRPr="002813C1">
        <w:t>Ne fatiguez donc pas cette pauvre enfant</w:t>
      </w:r>
      <w:r>
        <w:t xml:space="preserve">, </w:t>
      </w:r>
      <w:r w:rsidR="0024252B" w:rsidRPr="002813C1">
        <w:t xml:space="preserve">dit-il à </w:t>
      </w:r>
      <w:r>
        <w:t>M</w:t>
      </w:r>
      <w:r w:rsidRPr="00B77E03">
        <w:rPr>
          <w:vertAlign w:val="superscript"/>
        </w:rPr>
        <w:t>me</w:t>
      </w:r>
      <w:r>
        <w:t> de </w:t>
      </w:r>
      <w:proofErr w:type="spellStart"/>
      <w:r w:rsidR="0024252B" w:rsidRPr="002813C1">
        <w:t>Fondège</w:t>
      </w:r>
      <w:proofErr w:type="spellEnd"/>
      <w:r>
        <w:t xml:space="preserve">… </w:t>
      </w:r>
      <w:r w:rsidR="0024252B" w:rsidRPr="002813C1">
        <w:t>Vous feriez mieux de la reconduire chez vous et de la coucher</w:t>
      </w:r>
      <w:r>
        <w:t>…</w:t>
      </w:r>
    </w:p>
    <w:p w14:paraId="30E4ADB8" w14:textId="77777777" w:rsidR="00B77E03" w:rsidRDefault="00B77E03" w:rsidP="00B77E03">
      <w:r>
        <w:lastRenderedPageBreak/>
        <w:t>— </w:t>
      </w:r>
      <w:r w:rsidR="0024252B" w:rsidRPr="002813C1">
        <w:t>J</w:t>
      </w:r>
      <w:r>
        <w:t>’</w:t>
      </w:r>
      <w:r w:rsidR="0024252B" w:rsidRPr="002813C1">
        <w:t>y pensais</w:t>
      </w:r>
      <w:r>
        <w:t xml:space="preserve">, </w:t>
      </w:r>
      <w:r w:rsidR="0024252B" w:rsidRPr="002813C1">
        <w:t>mais j</w:t>
      </w:r>
      <w:r>
        <w:t>’</w:t>
      </w:r>
      <w:r w:rsidR="0024252B" w:rsidRPr="002813C1">
        <w:t>ai renvoyé mon coupé</w:t>
      </w:r>
      <w:r>
        <w:t xml:space="preserve">, </w:t>
      </w:r>
      <w:r w:rsidR="0024252B" w:rsidRPr="002813C1">
        <w:t xml:space="preserve">en disant à mon cocher de venir me prendre à une heure chez Van </w:t>
      </w:r>
      <w:proofErr w:type="spellStart"/>
      <w:r w:rsidR="0024252B" w:rsidRPr="002813C1">
        <w:t>Klopen</w:t>
      </w:r>
      <w:proofErr w:type="spellEnd"/>
      <w:r>
        <w:t>…</w:t>
      </w:r>
    </w:p>
    <w:p w14:paraId="3FC4C30B" w14:textId="77777777" w:rsidR="00B77E03" w:rsidRDefault="00B77E03" w:rsidP="00B77E03">
      <w:r>
        <w:t>— </w:t>
      </w:r>
      <w:r w:rsidR="0024252B" w:rsidRPr="002813C1">
        <w:t>N</w:t>
      </w:r>
      <w:r>
        <w:t>’</w:t>
      </w:r>
      <w:r w:rsidR="0024252B" w:rsidRPr="002813C1">
        <w:t>est-ce que cela</w:t>
      </w:r>
      <w:r>
        <w:t xml:space="preserve"> ? </w:t>
      </w:r>
      <w:r w:rsidR="0024252B" w:rsidRPr="002813C1">
        <w:t>On va vous atteler une voiture</w:t>
      </w:r>
      <w:r>
        <w:t xml:space="preserve">, </w:t>
      </w:r>
      <w:r w:rsidR="0024252B" w:rsidRPr="002813C1">
        <w:t>chère madame</w:t>
      </w:r>
      <w:r>
        <w:t>.</w:t>
      </w:r>
    </w:p>
    <w:p w14:paraId="69FB5330" w14:textId="77777777" w:rsidR="00B77E03" w:rsidRDefault="0024252B" w:rsidP="00B77E03">
      <w:r w:rsidRPr="002813C1">
        <w:t>Il fit un signe</w:t>
      </w:r>
      <w:r w:rsidR="00B77E03">
        <w:t xml:space="preserve">, </w:t>
      </w:r>
      <w:r w:rsidRPr="002813C1">
        <w:t>un domestique s</w:t>
      </w:r>
      <w:r w:rsidR="00B77E03">
        <w:t>’</w:t>
      </w:r>
      <w:r w:rsidRPr="002813C1">
        <w:t>élança dehors</w:t>
      </w:r>
      <w:r w:rsidR="00B77E03">
        <w:t>.</w:t>
      </w:r>
    </w:p>
    <w:p w14:paraId="1B999416" w14:textId="6922CADF" w:rsidR="00B77E03" w:rsidRDefault="0024252B" w:rsidP="00B77E03">
      <w:r w:rsidRPr="002813C1">
        <w:t>Furieuse</w:t>
      </w:r>
      <w:r w:rsidR="00B77E03">
        <w:t>, M</w:t>
      </w:r>
      <w:r w:rsidR="00B77E03" w:rsidRPr="00B77E03">
        <w:rPr>
          <w:vertAlign w:val="superscript"/>
        </w:rPr>
        <w:t>me</w:t>
      </w:r>
      <w:r w:rsidR="00B77E03">
        <w:t> de </w:t>
      </w:r>
      <w:proofErr w:type="spellStart"/>
      <w:r w:rsidRPr="002813C1">
        <w:t>Fondège</w:t>
      </w:r>
      <w:proofErr w:type="spellEnd"/>
      <w:r w:rsidRPr="002813C1">
        <w:t xml:space="preserve"> se tut</w:t>
      </w:r>
      <w:r w:rsidR="00B77E03">
        <w:t>.</w:t>
      </w:r>
    </w:p>
    <w:p w14:paraId="4CB540D4" w14:textId="77777777" w:rsidR="00B77E03" w:rsidRDefault="00B77E03" w:rsidP="00B77E03">
      <w:r>
        <w:t>— </w:t>
      </w:r>
      <w:r w:rsidR="0024252B" w:rsidRPr="002813C1">
        <w:t>Le voici qu</w:t>
      </w:r>
      <w:r>
        <w:t>’</w:t>
      </w:r>
      <w:r w:rsidR="0024252B" w:rsidRPr="002813C1">
        <w:t>il me met à la porte</w:t>
      </w:r>
      <w:r>
        <w:t xml:space="preserve">, </w:t>
      </w:r>
      <w:r w:rsidR="0024252B" w:rsidRPr="002813C1">
        <w:t>maintenant</w:t>
      </w:r>
      <w:r>
        <w:t xml:space="preserve">, </w:t>
      </w:r>
      <w:r w:rsidR="0024252B" w:rsidRPr="002813C1">
        <w:t>pensait-elle</w:t>
      </w:r>
      <w:r>
        <w:t xml:space="preserve">, </w:t>
      </w:r>
      <w:r w:rsidR="0024252B" w:rsidRPr="002813C1">
        <w:t>c</w:t>
      </w:r>
      <w:r>
        <w:t>’</w:t>
      </w:r>
      <w:r w:rsidR="0024252B" w:rsidRPr="002813C1">
        <w:t>est un peu fort</w:t>
      </w:r>
      <w:r>
        <w:t xml:space="preserve"> !… </w:t>
      </w:r>
      <w:r w:rsidR="0024252B" w:rsidRPr="002813C1">
        <w:t>Et la baronne qui ne paraît pas</w:t>
      </w:r>
      <w:r>
        <w:t xml:space="preserve"> !… </w:t>
      </w:r>
      <w:r w:rsidR="0024252B" w:rsidRPr="002813C1">
        <w:t>Elle a dû m</w:t>
      </w:r>
      <w:r>
        <w:t>’</w:t>
      </w:r>
      <w:r w:rsidR="0024252B" w:rsidRPr="002813C1">
        <w:t>entendre crier</w:t>
      </w:r>
      <w:r>
        <w:t xml:space="preserve">, </w:t>
      </w:r>
      <w:r w:rsidR="0024252B" w:rsidRPr="002813C1">
        <w:t>cependant</w:t>
      </w:r>
      <w:r>
        <w:t xml:space="preserve"> !… </w:t>
      </w:r>
      <w:r w:rsidR="0024252B" w:rsidRPr="002813C1">
        <w:t>Qu</w:t>
      </w:r>
      <w:r>
        <w:t>’</w:t>
      </w:r>
      <w:r w:rsidR="0024252B" w:rsidRPr="002813C1">
        <w:t>est-ce que cela signifie</w:t>
      </w:r>
      <w:r>
        <w:t xml:space="preserve"> ?… </w:t>
      </w:r>
      <w:proofErr w:type="spellStart"/>
      <w:r w:rsidR="0024252B" w:rsidRPr="002813C1">
        <w:t>Bast</w:t>
      </w:r>
      <w:proofErr w:type="spellEnd"/>
      <w:r>
        <w:t xml:space="preserve"> ! </w:t>
      </w:r>
      <w:r w:rsidR="0024252B" w:rsidRPr="002813C1">
        <w:t>il faudra bien que Marguerite me l</w:t>
      </w:r>
      <w:r>
        <w:t>’</w:t>
      </w:r>
      <w:r w:rsidR="0024252B" w:rsidRPr="002813C1">
        <w:t>apprenne</w:t>
      </w:r>
      <w:r>
        <w:t xml:space="preserve">, </w:t>
      </w:r>
      <w:r w:rsidR="0024252B" w:rsidRPr="002813C1">
        <w:t>quand nous serons seules</w:t>
      </w:r>
      <w:r>
        <w:t>.</w:t>
      </w:r>
    </w:p>
    <w:p w14:paraId="6796A480" w14:textId="77777777" w:rsidR="00B77E03" w:rsidRDefault="0024252B" w:rsidP="00B77E03">
      <w:r w:rsidRPr="002813C1">
        <w:t>Erreur</w:t>
      </w:r>
      <w:r w:rsidR="00B77E03">
        <w:t xml:space="preserve"> ! </w:t>
      </w:r>
      <w:r w:rsidRPr="002813C1">
        <w:t>c</w:t>
      </w:r>
      <w:r w:rsidR="00B77E03">
        <w:t>’</w:t>
      </w:r>
      <w:r w:rsidRPr="002813C1">
        <w:t xml:space="preserve">est en vain que durant le trajet de la rue de la </w:t>
      </w:r>
      <w:proofErr w:type="spellStart"/>
      <w:r w:rsidRPr="002813C1">
        <w:t>Ville-l</w:t>
      </w:r>
      <w:r w:rsidR="00B77E03">
        <w:t>’</w:t>
      </w:r>
      <w:r w:rsidRPr="002813C1">
        <w:t>Évêque</w:t>
      </w:r>
      <w:proofErr w:type="spellEnd"/>
      <w:r w:rsidRPr="002813C1">
        <w:t xml:space="preserve"> à la rue Pigalle</w:t>
      </w:r>
      <w:r w:rsidR="00B77E03">
        <w:t xml:space="preserve">, </w:t>
      </w:r>
      <w:r w:rsidRPr="002813C1">
        <w:t>elle martyrisa la jeune fille de ses questions</w:t>
      </w:r>
      <w:r w:rsidR="00B77E03">
        <w:t xml:space="preserve">, </w:t>
      </w:r>
      <w:r w:rsidRPr="002813C1">
        <w:t>elle n</w:t>
      </w:r>
      <w:r w:rsidR="00B77E03">
        <w:t>’</w:t>
      </w:r>
      <w:r w:rsidRPr="002813C1">
        <w:t>en obtint que cette réponse invariable et obstinée</w:t>
      </w:r>
      <w:r w:rsidR="00B77E03">
        <w:t> :</w:t>
      </w:r>
    </w:p>
    <w:p w14:paraId="220AA777" w14:textId="77777777" w:rsidR="00B77E03" w:rsidRDefault="00B77E03" w:rsidP="00B77E03">
      <w:r>
        <w:t>— </w:t>
      </w:r>
      <w:r w:rsidR="0024252B" w:rsidRPr="002813C1">
        <w:t>Il n</w:t>
      </w:r>
      <w:r>
        <w:t>’</w:t>
      </w:r>
      <w:r w:rsidR="0024252B" w:rsidRPr="002813C1">
        <w:t>y a rien eu</w:t>
      </w:r>
      <w:r>
        <w:t xml:space="preserve">… </w:t>
      </w:r>
      <w:r w:rsidR="0024252B" w:rsidRPr="002813C1">
        <w:t>Que voulez-vous qu</w:t>
      </w:r>
      <w:r>
        <w:t>’</w:t>
      </w:r>
      <w:r w:rsidR="0024252B" w:rsidRPr="002813C1">
        <w:t>il y ait eu</w:t>
      </w:r>
      <w:r>
        <w:t> ?</w:t>
      </w:r>
    </w:p>
    <w:p w14:paraId="3153532E" w14:textId="77777777" w:rsidR="00B77E03" w:rsidRDefault="0024252B" w:rsidP="00B77E03">
      <w:r w:rsidRPr="002813C1">
        <w:t xml:space="preserve">De sa vie la </w:t>
      </w:r>
      <w:r w:rsidR="00B77E03">
        <w:t>« </w:t>
      </w:r>
      <w:r w:rsidRPr="002813C1">
        <w:t>générale</w:t>
      </w:r>
      <w:r w:rsidR="00B77E03">
        <w:t> »</w:t>
      </w:r>
      <w:r w:rsidRPr="002813C1">
        <w:t xml:space="preserve"> n</w:t>
      </w:r>
      <w:r w:rsidR="00B77E03">
        <w:t>’</w:t>
      </w:r>
      <w:r w:rsidRPr="002813C1">
        <w:t>avait été plus irritée</w:t>
      </w:r>
      <w:r w:rsidR="00B77E03">
        <w:t>.</w:t>
      </w:r>
    </w:p>
    <w:p w14:paraId="0B7FE089" w14:textId="77777777" w:rsidR="00B77E03" w:rsidRDefault="00B77E03" w:rsidP="00B77E03">
      <w:r>
        <w:t>— </w:t>
      </w:r>
      <w:r w:rsidR="0024252B" w:rsidRPr="002813C1">
        <w:t>Pécore</w:t>
      </w:r>
      <w:r>
        <w:t xml:space="preserve"> !… </w:t>
      </w:r>
      <w:r w:rsidR="0024252B" w:rsidRPr="002813C1">
        <w:t>pensait-elle</w:t>
      </w:r>
      <w:r>
        <w:t xml:space="preserve">. </w:t>
      </w:r>
      <w:r w:rsidR="0024252B" w:rsidRPr="002813C1">
        <w:t>Qui a jamais vu un entêtement pareil</w:t>
      </w:r>
      <w:r>
        <w:t xml:space="preserve"> !… </w:t>
      </w:r>
      <w:r w:rsidR="0024252B" w:rsidRPr="002813C1">
        <w:t>Mademoiselle pose pour la discrétion</w:t>
      </w:r>
      <w:r>
        <w:t xml:space="preserve"> ! </w:t>
      </w:r>
      <w:r w:rsidR="0024252B" w:rsidRPr="002813C1">
        <w:t>Une fille de rien</w:t>
      </w:r>
      <w:r>
        <w:t xml:space="preserve">… </w:t>
      </w:r>
      <w:r w:rsidR="0024252B" w:rsidRPr="002813C1">
        <w:t>Je la battrais</w:t>
      </w:r>
      <w:r>
        <w:t> !</w:t>
      </w:r>
    </w:p>
    <w:p w14:paraId="75D1049F" w14:textId="77777777" w:rsidR="00B77E03" w:rsidRDefault="0024252B" w:rsidP="00B77E03">
      <w:r w:rsidRPr="002813C1">
        <w:t>Elle ne la battit pas</w:t>
      </w:r>
      <w:r w:rsidR="00B77E03">
        <w:t xml:space="preserve">, </w:t>
      </w:r>
      <w:r w:rsidRPr="002813C1">
        <w:t>mais lorsqu</w:t>
      </w:r>
      <w:r w:rsidR="00B77E03">
        <w:t>’</w:t>
      </w:r>
      <w:r w:rsidRPr="002813C1">
        <w:t>elles arrivèrent</w:t>
      </w:r>
      <w:r w:rsidR="00B77E03">
        <w:t> :</w:t>
      </w:r>
    </w:p>
    <w:p w14:paraId="3D5ED02F" w14:textId="77777777" w:rsidR="00B77E03" w:rsidRDefault="00B77E03" w:rsidP="00B77E03">
      <w:r>
        <w:t>— </w:t>
      </w:r>
      <w:r w:rsidR="0024252B" w:rsidRPr="002813C1">
        <w:t>Vous sentez-vous la force de remonter l</w:t>
      </w:r>
      <w:r>
        <w:t>’</w:t>
      </w:r>
      <w:r w:rsidR="0024252B" w:rsidRPr="002813C1">
        <w:t>escalier seule</w:t>
      </w:r>
      <w:r>
        <w:t xml:space="preserve"> ? </w:t>
      </w:r>
      <w:r w:rsidR="0024252B" w:rsidRPr="002813C1">
        <w:t>demanda-t-elle</w:t>
      </w:r>
      <w:r>
        <w:t>.</w:t>
      </w:r>
    </w:p>
    <w:p w14:paraId="422C5EBC" w14:textId="77777777" w:rsidR="00B77E03" w:rsidRDefault="00B77E03" w:rsidP="00B77E03">
      <w:r>
        <w:t>— </w:t>
      </w:r>
      <w:r w:rsidR="0024252B" w:rsidRPr="002813C1">
        <w:t>Oui</w:t>
      </w:r>
      <w:r>
        <w:t xml:space="preserve">, </w:t>
      </w:r>
      <w:r w:rsidR="0024252B" w:rsidRPr="002813C1">
        <w:t>madame</w:t>
      </w:r>
      <w:r>
        <w:t>.</w:t>
      </w:r>
    </w:p>
    <w:p w14:paraId="67EB0E74" w14:textId="77777777" w:rsidR="00B77E03" w:rsidRDefault="00B77E03" w:rsidP="00B77E03">
      <w:r>
        <w:lastRenderedPageBreak/>
        <w:t>— </w:t>
      </w:r>
      <w:r w:rsidR="0024252B" w:rsidRPr="002813C1">
        <w:t>Alors</w:t>
      </w:r>
      <w:r>
        <w:t xml:space="preserve">, </w:t>
      </w:r>
      <w:r w:rsidR="0024252B" w:rsidRPr="002813C1">
        <w:t>je vous quitte</w:t>
      </w:r>
      <w:r>
        <w:t xml:space="preserve">… </w:t>
      </w:r>
      <w:r w:rsidR="0024252B" w:rsidRPr="002813C1">
        <w:t xml:space="preserve">Vous savez que </w:t>
      </w:r>
      <w:proofErr w:type="spellStart"/>
      <w:r w:rsidR="0024252B" w:rsidRPr="002813C1">
        <w:t>Klopen</w:t>
      </w:r>
      <w:proofErr w:type="spellEnd"/>
      <w:r w:rsidR="0024252B" w:rsidRPr="002813C1">
        <w:t xml:space="preserve"> m</w:t>
      </w:r>
      <w:r>
        <w:t>’</w:t>
      </w:r>
      <w:r w:rsidR="0024252B" w:rsidRPr="002813C1">
        <w:t>attend à une heure précise</w:t>
      </w:r>
      <w:r>
        <w:t xml:space="preserve">, </w:t>
      </w:r>
      <w:r w:rsidR="0024252B" w:rsidRPr="002813C1">
        <w:t>et je n</w:t>
      </w:r>
      <w:r>
        <w:t>’</w:t>
      </w:r>
      <w:r w:rsidR="0024252B" w:rsidRPr="002813C1">
        <w:t>ai pas déjeuné</w:t>
      </w:r>
      <w:r>
        <w:t xml:space="preserve">… </w:t>
      </w:r>
      <w:r w:rsidR="0024252B" w:rsidRPr="002813C1">
        <w:t>Et surtout rappelez-vous que mes gens sont à vos ordres</w:t>
      </w:r>
      <w:r>
        <w:t xml:space="preserve"> ; </w:t>
      </w:r>
      <w:r w:rsidR="0024252B" w:rsidRPr="002813C1">
        <w:t>commandez</w:t>
      </w:r>
      <w:r>
        <w:t xml:space="preserve">, </w:t>
      </w:r>
      <w:r w:rsidR="0024252B" w:rsidRPr="002813C1">
        <w:t>vous êtes chez vous</w:t>
      </w:r>
      <w:r>
        <w:t>…</w:t>
      </w:r>
    </w:p>
    <w:p w14:paraId="401EBB2C" w14:textId="7EF0CC45" w:rsidR="00B77E03" w:rsidRDefault="0024252B" w:rsidP="00B77E03">
      <w:r w:rsidRPr="002813C1">
        <w:t>Non sans peine</w:t>
      </w:r>
      <w:r w:rsidR="00B77E03">
        <w:t xml:space="preserve">, </w:t>
      </w:r>
      <w:r w:rsidRPr="002813C1">
        <w:t>non sans être contrainte de s</w:t>
      </w:r>
      <w:r w:rsidR="00B77E03">
        <w:t>’</w:t>
      </w:r>
      <w:r w:rsidRPr="002813C1">
        <w:t>arrêter plusieurs fois</w:t>
      </w:r>
      <w:r w:rsidR="00B77E03">
        <w:t>, M</w:t>
      </w:r>
      <w:r w:rsidR="00B77E03" w:rsidRPr="00B77E03">
        <w:rPr>
          <w:vertAlign w:val="superscript"/>
        </w:rPr>
        <w:t>lle</w:t>
      </w:r>
      <w:r w:rsidR="00B77E03">
        <w:t> </w:t>
      </w:r>
      <w:r w:rsidRPr="002813C1">
        <w:t>Marguerite parvint à l</w:t>
      </w:r>
      <w:r w:rsidR="00B77E03">
        <w:t>’</w:t>
      </w:r>
      <w:r w:rsidRPr="002813C1">
        <w:t xml:space="preserve">appartement de la </w:t>
      </w:r>
      <w:r w:rsidR="00B77E03">
        <w:t>« </w:t>
      </w:r>
      <w:r w:rsidRPr="002813C1">
        <w:t>générale</w:t>
      </w:r>
      <w:r w:rsidR="00B77E03">
        <w:t>. »</w:t>
      </w:r>
    </w:p>
    <w:p w14:paraId="08E46D0B" w14:textId="77777777" w:rsidR="00B77E03" w:rsidRDefault="00B77E03" w:rsidP="00B77E03">
      <w:r>
        <w:t>— </w:t>
      </w:r>
      <w:r w:rsidR="0024252B" w:rsidRPr="002813C1">
        <w:t>Où est madame</w:t>
      </w:r>
      <w:r>
        <w:t xml:space="preserve"> ? </w:t>
      </w:r>
      <w:r w:rsidR="0024252B" w:rsidRPr="002813C1">
        <w:t>lui demanda la femme de chambre qui lui ouvrit</w:t>
      </w:r>
      <w:r>
        <w:t>.</w:t>
      </w:r>
    </w:p>
    <w:p w14:paraId="03F356E8" w14:textId="77777777" w:rsidR="00B77E03" w:rsidRDefault="00B77E03" w:rsidP="00B77E03">
      <w:r>
        <w:t>— </w:t>
      </w:r>
      <w:r w:rsidR="0024252B" w:rsidRPr="002813C1">
        <w:t>Elle fait des courses</w:t>
      </w:r>
      <w:r>
        <w:t>…</w:t>
      </w:r>
    </w:p>
    <w:p w14:paraId="73EECA81" w14:textId="77777777" w:rsidR="00B77E03" w:rsidRDefault="00B77E03" w:rsidP="00B77E03">
      <w:r>
        <w:t>— </w:t>
      </w:r>
      <w:r w:rsidR="0024252B" w:rsidRPr="002813C1">
        <w:t>Rentrera-t-elle dîner</w:t>
      </w:r>
      <w:r>
        <w:t> ?</w:t>
      </w:r>
    </w:p>
    <w:p w14:paraId="493BE23C" w14:textId="77777777" w:rsidR="00B77E03" w:rsidRDefault="00B77E03" w:rsidP="00B77E03">
      <w:r>
        <w:t>— </w:t>
      </w:r>
      <w:r w:rsidR="0024252B" w:rsidRPr="002813C1">
        <w:t>Je ne sais pas</w:t>
      </w:r>
      <w:r>
        <w:t>.</w:t>
      </w:r>
    </w:p>
    <w:p w14:paraId="034FF23A" w14:textId="7797027F" w:rsidR="00B77E03" w:rsidRDefault="00B77E03" w:rsidP="00B77E03">
      <w:r>
        <w:t>— </w:t>
      </w:r>
      <w:r w:rsidR="0024252B" w:rsidRPr="002813C1">
        <w:t>C</w:t>
      </w:r>
      <w:r>
        <w:t>’</w:t>
      </w:r>
      <w:r w:rsidR="0024252B" w:rsidRPr="002813C1">
        <w:t xml:space="preserve">est que voilà trois fois que </w:t>
      </w:r>
      <w:r>
        <w:t>M. </w:t>
      </w:r>
      <w:r w:rsidR="0024252B" w:rsidRPr="002813C1">
        <w:t>Gustave vient</w:t>
      </w:r>
      <w:r>
        <w:t xml:space="preserve">, </w:t>
      </w:r>
      <w:r w:rsidR="0024252B" w:rsidRPr="002813C1">
        <w:t>il dit que c</w:t>
      </w:r>
      <w:r>
        <w:t>’</w:t>
      </w:r>
      <w:r w:rsidR="0024252B" w:rsidRPr="002813C1">
        <w:t>est dégoûtant de ne jamais trouver personne</w:t>
      </w:r>
      <w:r>
        <w:t xml:space="preserve">, </w:t>
      </w:r>
      <w:r w:rsidR="0024252B" w:rsidRPr="002813C1">
        <w:t>et il fait une vie</w:t>
      </w:r>
      <w:r>
        <w:t xml:space="preserve">, </w:t>
      </w:r>
      <w:r w:rsidR="0024252B" w:rsidRPr="002813C1">
        <w:t>une vie</w:t>
      </w:r>
      <w:r>
        <w:t xml:space="preserve"> !… </w:t>
      </w:r>
      <w:r w:rsidR="0024252B" w:rsidRPr="002813C1">
        <w:t>Et avec cela</w:t>
      </w:r>
      <w:r>
        <w:t xml:space="preserve">, </w:t>
      </w:r>
      <w:r w:rsidR="0024252B" w:rsidRPr="002813C1">
        <w:t>les ouvriers nous mettent dans le gâchis jusqu</w:t>
      </w:r>
      <w:r>
        <w:t>’</w:t>
      </w:r>
      <w:r w:rsidR="0024252B" w:rsidRPr="002813C1">
        <w:t>au cou</w:t>
      </w:r>
      <w:r>
        <w:t xml:space="preserve"> !… </w:t>
      </w:r>
      <w:r w:rsidR="0024252B" w:rsidRPr="002813C1">
        <w:t>Baraque</w:t>
      </w:r>
      <w:r>
        <w:t xml:space="preserve">, </w:t>
      </w:r>
      <w:r w:rsidR="0024252B" w:rsidRPr="002813C1">
        <w:t>va</w:t>
      </w:r>
      <w:r>
        <w:t> !…</w:t>
      </w:r>
    </w:p>
    <w:p w14:paraId="4DA0F1DA" w14:textId="4FC4BF84" w:rsidR="00B77E03" w:rsidRDefault="0024252B" w:rsidP="00B77E03">
      <w:r w:rsidRPr="002813C1">
        <w:t xml:space="preserve">Déjà </w:t>
      </w:r>
      <w:r w:rsidR="00B77E03">
        <w:t>M</w:t>
      </w:r>
      <w:r w:rsidR="00B77E03" w:rsidRPr="00B77E03">
        <w:rPr>
          <w:vertAlign w:val="superscript"/>
        </w:rPr>
        <w:t>lle</w:t>
      </w:r>
      <w:r w:rsidR="00B77E03">
        <w:t> </w:t>
      </w:r>
      <w:r w:rsidRPr="002813C1">
        <w:t>Marguerite avait gagné sa chambre et s</w:t>
      </w:r>
      <w:r w:rsidR="00B77E03">
        <w:t>’</w:t>
      </w:r>
      <w:r w:rsidRPr="002813C1">
        <w:t>était jetée sur son lit</w:t>
      </w:r>
      <w:r w:rsidR="00B77E03">
        <w:t>…</w:t>
      </w:r>
    </w:p>
    <w:p w14:paraId="4F1306CA" w14:textId="77777777" w:rsidR="00B77E03" w:rsidRDefault="0024252B" w:rsidP="00B77E03">
      <w:r w:rsidRPr="002813C1">
        <w:t>Elle souffrait horriblement</w:t>
      </w:r>
      <w:r w:rsidR="00B77E03">
        <w:t xml:space="preserve">… </w:t>
      </w:r>
      <w:r w:rsidRPr="002813C1">
        <w:t>L</w:t>
      </w:r>
      <w:r w:rsidR="00B77E03">
        <w:t>’</w:t>
      </w:r>
      <w:r w:rsidRPr="002813C1">
        <w:t>âme vaillante tenait bon</w:t>
      </w:r>
      <w:r w:rsidR="00B77E03">
        <w:t xml:space="preserve">, </w:t>
      </w:r>
      <w:r w:rsidRPr="002813C1">
        <w:t>mais le corps succombait</w:t>
      </w:r>
      <w:r w:rsidR="00B77E03">
        <w:t xml:space="preserve">… </w:t>
      </w:r>
      <w:r w:rsidRPr="002813C1">
        <w:t>Ses artères battaient avec une violence inouïe</w:t>
      </w:r>
      <w:r w:rsidR="00B77E03">
        <w:t xml:space="preserve">, </w:t>
      </w:r>
      <w:r w:rsidRPr="002813C1">
        <w:t>elle sentait un froid glacial lui monter des pieds jusqu</w:t>
      </w:r>
      <w:r w:rsidR="00B77E03">
        <w:t>’</w:t>
      </w:r>
      <w:r w:rsidRPr="002813C1">
        <w:t>au cœur</w:t>
      </w:r>
      <w:r w:rsidR="00B77E03">
        <w:t xml:space="preserve">, </w:t>
      </w:r>
      <w:r w:rsidRPr="002813C1">
        <w:t>sa tête brûlait comme si elle y eût eu un brasier</w:t>
      </w:r>
      <w:r w:rsidR="00B77E03">
        <w:t>…</w:t>
      </w:r>
    </w:p>
    <w:p w14:paraId="7AA361CA" w14:textId="77777777" w:rsidR="00B77E03" w:rsidRDefault="00B77E03" w:rsidP="00B77E03">
      <w:r>
        <w:t>— </w:t>
      </w:r>
      <w:r w:rsidR="0024252B" w:rsidRPr="002813C1">
        <w:t>Mon Dieu</w:t>
      </w:r>
      <w:r>
        <w:t xml:space="preserve"> !… </w:t>
      </w:r>
      <w:r w:rsidR="0024252B" w:rsidRPr="002813C1">
        <w:t>pensait-elle</w:t>
      </w:r>
      <w:r>
        <w:t xml:space="preserve">, </w:t>
      </w:r>
      <w:r w:rsidR="0024252B" w:rsidRPr="002813C1">
        <w:t>est-ce que je vais tomber malade au dernier moment</w:t>
      </w:r>
      <w:r>
        <w:t xml:space="preserve">, </w:t>
      </w:r>
      <w:r w:rsidR="0024252B" w:rsidRPr="002813C1">
        <w:t>et quand j</w:t>
      </w:r>
      <w:r>
        <w:t>’</w:t>
      </w:r>
      <w:r w:rsidR="0024252B" w:rsidRPr="002813C1">
        <w:t>ai le plus besoin de toutes mes forces</w:t>
      </w:r>
      <w:r>
        <w:t>…</w:t>
      </w:r>
    </w:p>
    <w:p w14:paraId="2FB83253" w14:textId="77777777" w:rsidR="00B77E03" w:rsidRDefault="0024252B" w:rsidP="00B77E03">
      <w:r w:rsidRPr="002813C1">
        <w:lastRenderedPageBreak/>
        <w:t>Elle essaya de dormir</w:t>
      </w:r>
      <w:r w:rsidR="00B77E03">
        <w:t xml:space="preserve">… </w:t>
      </w:r>
      <w:r w:rsidRPr="002813C1">
        <w:t>mais le pouvait-elle</w:t>
      </w:r>
      <w:r w:rsidR="00B77E03">
        <w:t xml:space="preserve"> ? </w:t>
      </w:r>
      <w:r w:rsidRPr="002813C1">
        <w:t>Comment se délivrer de l</w:t>
      </w:r>
      <w:r w:rsidR="00B77E03">
        <w:t>’</w:t>
      </w:r>
      <w:r w:rsidRPr="002813C1">
        <w:t>odieuse obsession</w:t>
      </w:r>
      <w:r w:rsidR="00B77E03">
        <w:t xml:space="preserve"> !… </w:t>
      </w:r>
      <w:r w:rsidRPr="002813C1">
        <w:t>Sa mère</w:t>
      </w:r>
      <w:r w:rsidR="00B77E03">
        <w:t xml:space="preserve"> !… </w:t>
      </w:r>
      <w:r w:rsidRPr="002813C1">
        <w:t>Penser qu</w:t>
      </w:r>
      <w:r w:rsidR="00B77E03">
        <w:t>’</w:t>
      </w:r>
      <w:r w:rsidRPr="002813C1">
        <w:t>une telle femme était sa mère</w:t>
      </w:r>
      <w:r w:rsidR="00B77E03">
        <w:t xml:space="preserve"> !… </w:t>
      </w:r>
      <w:r w:rsidRPr="002813C1">
        <w:t>N</w:t>
      </w:r>
      <w:r w:rsidR="00B77E03">
        <w:t>’</w:t>
      </w:r>
      <w:r w:rsidRPr="002813C1">
        <w:t>était-ce pas à mourir de douleur et de honte</w:t>
      </w:r>
      <w:r w:rsidR="00B77E03">
        <w:t xml:space="preserve"> ! </w:t>
      </w:r>
      <w:r w:rsidRPr="002813C1">
        <w:t>et il fallait la sauver</w:t>
      </w:r>
      <w:r w:rsidR="00B77E03">
        <w:t xml:space="preserve">, </w:t>
      </w:r>
      <w:r w:rsidRPr="002813C1">
        <w:t>anéantir avec ses lettres la preuve de son crime</w:t>
      </w:r>
      <w:r w:rsidR="00B77E03">
        <w:t xml:space="preserve">… </w:t>
      </w:r>
      <w:r w:rsidRPr="002813C1">
        <w:t>Le pouvoir du vieux juge de paix irait-il jusque-là</w:t>
      </w:r>
      <w:r w:rsidR="00B77E03">
        <w:t> ?…</w:t>
      </w:r>
    </w:p>
    <w:p w14:paraId="749CA1A5" w14:textId="77777777" w:rsidR="00B77E03" w:rsidRDefault="0024252B" w:rsidP="00B77E03">
      <w:r w:rsidRPr="002813C1">
        <w:t>Et cependant elle se demandait si elle n</w:t>
      </w:r>
      <w:r w:rsidR="00B77E03">
        <w:t>’</w:t>
      </w:r>
      <w:r w:rsidRPr="002813C1">
        <w:t>avait pas été trop cruelle</w:t>
      </w:r>
      <w:r w:rsidR="00B77E03">
        <w:t xml:space="preserve">, </w:t>
      </w:r>
      <w:r w:rsidRPr="002813C1">
        <w:t>trop dure</w:t>
      </w:r>
      <w:r w:rsidR="00B77E03">
        <w:t xml:space="preserve">… </w:t>
      </w:r>
      <w:r w:rsidRPr="002813C1">
        <w:t>Criminelle ou non</w:t>
      </w:r>
      <w:r w:rsidR="00B77E03">
        <w:t xml:space="preserve">, </w:t>
      </w:r>
      <w:r w:rsidRPr="002813C1">
        <w:t>la baronne était sa mère</w:t>
      </w:r>
      <w:r w:rsidR="00B77E03">
        <w:t xml:space="preserve">… </w:t>
      </w:r>
      <w:r w:rsidRPr="002813C1">
        <w:t>De quel droit s</w:t>
      </w:r>
      <w:r w:rsidR="00B77E03">
        <w:t>’</w:t>
      </w:r>
      <w:r w:rsidRPr="002813C1">
        <w:t>était-elle montrée impitoyable</w:t>
      </w:r>
      <w:r w:rsidR="00B77E03">
        <w:t xml:space="preserve">, </w:t>
      </w:r>
      <w:r w:rsidRPr="002813C1">
        <w:t>quand tendre la main à cette misérable femme</w:t>
      </w:r>
      <w:r w:rsidR="00B77E03">
        <w:t xml:space="preserve">, </w:t>
      </w:r>
      <w:r w:rsidRPr="002813C1">
        <w:t>c</w:t>
      </w:r>
      <w:r w:rsidR="00B77E03">
        <w:t>’</w:t>
      </w:r>
      <w:r w:rsidRPr="002813C1">
        <w:t>eût été peut-être l</w:t>
      </w:r>
      <w:r w:rsidR="00B77E03">
        <w:t>’</w:t>
      </w:r>
      <w:r w:rsidRPr="002813C1">
        <w:t>arracher à son affreuse existence</w:t>
      </w:r>
      <w:r w:rsidR="00B77E03">
        <w:t>.</w:t>
      </w:r>
    </w:p>
    <w:p w14:paraId="5F6318FB" w14:textId="77777777" w:rsidR="00B77E03" w:rsidRDefault="0024252B" w:rsidP="00B77E03">
      <w:r w:rsidRPr="002813C1">
        <w:t>Ainsi elle songeait</w:t>
      </w:r>
      <w:r w:rsidR="00B77E03">
        <w:t xml:space="preserve">, </w:t>
      </w:r>
      <w:r w:rsidRPr="002813C1">
        <w:t>oubliée dans sa petite chambre</w:t>
      </w:r>
      <w:r w:rsidR="00B77E03">
        <w:t xml:space="preserve">… </w:t>
      </w:r>
      <w:r w:rsidRPr="002813C1">
        <w:t>Les heures passaient</w:t>
      </w:r>
      <w:r w:rsidR="00B77E03">
        <w:t xml:space="preserve"> ; </w:t>
      </w:r>
      <w:r w:rsidRPr="002813C1">
        <w:t>et le jour commençait à baisser quand</w:t>
      </w:r>
      <w:r w:rsidR="00B77E03">
        <w:t xml:space="preserve">, </w:t>
      </w:r>
      <w:r w:rsidRPr="002813C1">
        <w:t>dans la rue</w:t>
      </w:r>
      <w:r w:rsidR="00B77E03">
        <w:t xml:space="preserve">, </w:t>
      </w:r>
      <w:r w:rsidRPr="002813C1">
        <w:t>sous ses fenêtres</w:t>
      </w:r>
      <w:r w:rsidR="00B77E03">
        <w:t xml:space="preserve">, </w:t>
      </w:r>
      <w:r w:rsidRPr="002813C1">
        <w:t>un cri strident retentit</w:t>
      </w:r>
      <w:r w:rsidR="00B77E03">
        <w:t> :</w:t>
      </w:r>
    </w:p>
    <w:p w14:paraId="729DC7CD" w14:textId="77777777" w:rsidR="00B77E03" w:rsidRDefault="00B77E03" w:rsidP="00B77E03">
      <w:r>
        <w:t>— </w:t>
      </w:r>
      <w:r w:rsidR="0024252B" w:rsidRPr="002813C1">
        <w:t>Pi</w:t>
      </w:r>
      <w:r>
        <w:t xml:space="preserve">… </w:t>
      </w:r>
      <w:proofErr w:type="spellStart"/>
      <w:r w:rsidR="0024252B" w:rsidRPr="002813C1">
        <w:t>ouit</w:t>
      </w:r>
      <w:proofErr w:type="spellEnd"/>
      <w:r>
        <w:t> !…</w:t>
      </w:r>
    </w:p>
    <w:p w14:paraId="69729D9C" w14:textId="77777777" w:rsidR="00B77E03" w:rsidRDefault="0024252B" w:rsidP="00B77E03">
      <w:r w:rsidRPr="002813C1">
        <w:t>Ce fut comme une commotion électrique</w:t>
      </w:r>
      <w:r w:rsidR="00B77E03">
        <w:t xml:space="preserve">. </w:t>
      </w:r>
      <w:r w:rsidRPr="002813C1">
        <w:t>D</w:t>
      </w:r>
      <w:r w:rsidR="00B77E03">
        <w:t>’</w:t>
      </w:r>
      <w:r w:rsidRPr="002813C1">
        <w:t>un bond elle fut sur pied</w:t>
      </w:r>
      <w:r w:rsidR="00B77E03">
        <w:t>.</w:t>
      </w:r>
    </w:p>
    <w:p w14:paraId="6891734C" w14:textId="157906A1" w:rsidR="00B77E03" w:rsidRDefault="0024252B" w:rsidP="00B77E03">
      <w:r w:rsidRPr="002813C1">
        <w:t>Ce cri</w:t>
      </w:r>
      <w:r w:rsidR="00B77E03">
        <w:t xml:space="preserve">, </w:t>
      </w:r>
      <w:r w:rsidRPr="002813C1">
        <w:t>c</w:t>
      </w:r>
      <w:r w:rsidR="00B77E03">
        <w:t>’</w:t>
      </w:r>
      <w:r w:rsidRPr="002813C1">
        <w:t xml:space="preserve">était le signal dont elle était convenue avec ce jeune garçon qui chez </w:t>
      </w:r>
      <w:r w:rsidR="00B77E03">
        <w:t>M. </w:t>
      </w:r>
      <w:r w:rsidRPr="002813C1">
        <w:t>Fortunat s</w:t>
      </w:r>
      <w:r w:rsidR="00B77E03">
        <w:t>’</w:t>
      </w:r>
      <w:r w:rsidRPr="002813C1">
        <w:t>était si soudainement déclaré son auxiliaire</w:t>
      </w:r>
      <w:r w:rsidR="00B77E03">
        <w:t>.</w:t>
      </w:r>
    </w:p>
    <w:p w14:paraId="5702EB34" w14:textId="77777777" w:rsidR="00B77E03" w:rsidRDefault="0024252B" w:rsidP="00B77E03">
      <w:r w:rsidRPr="002813C1">
        <w:t>Pourtant</w:t>
      </w:r>
      <w:r w:rsidR="00B77E03">
        <w:t xml:space="preserve">, </w:t>
      </w:r>
      <w:r w:rsidRPr="002813C1">
        <w:t>ne s</w:t>
      </w:r>
      <w:r w:rsidR="00B77E03">
        <w:t>’</w:t>
      </w:r>
      <w:r w:rsidRPr="002813C1">
        <w:t>abusait-elle pas</w:t>
      </w:r>
      <w:r w:rsidR="00B77E03">
        <w:t xml:space="preserve"> ?… </w:t>
      </w:r>
      <w:r w:rsidRPr="002813C1">
        <w:t>Non</w:t>
      </w:r>
      <w:r w:rsidR="00B77E03">
        <w:t xml:space="preserve">… </w:t>
      </w:r>
      <w:r w:rsidRPr="002813C1">
        <w:t>Elle écouta</w:t>
      </w:r>
      <w:r w:rsidR="00B77E03">
        <w:t xml:space="preserve"> : </w:t>
      </w:r>
      <w:r w:rsidRPr="002813C1">
        <w:t>le cri se fit entendre une seconde fois</w:t>
      </w:r>
      <w:r w:rsidR="00B77E03">
        <w:t xml:space="preserve">, </w:t>
      </w:r>
      <w:r w:rsidRPr="002813C1">
        <w:t>plus aigu et plus prolongé</w:t>
      </w:r>
      <w:r w:rsidR="00B77E03">
        <w:t>.</w:t>
      </w:r>
    </w:p>
    <w:p w14:paraId="52BB0CB9" w14:textId="77777777" w:rsidR="00B77E03" w:rsidRDefault="0024252B" w:rsidP="00B77E03">
      <w:r w:rsidRPr="002813C1">
        <w:t>Il n</w:t>
      </w:r>
      <w:r w:rsidR="00B77E03">
        <w:t>’</w:t>
      </w:r>
      <w:r w:rsidRPr="002813C1">
        <w:t>y avait pas à hésiter</w:t>
      </w:r>
      <w:r w:rsidR="00B77E03">
        <w:t xml:space="preserve">, </w:t>
      </w:r>
      <w:r w:rsidRPr="002813C1">
        <w:t>elle descendit</w:t>
      </w:r>
      <w:r w:rsidR="00B77E03">
        <w:t xml:space="preserve">… </w:t>
      </w:r>
      <w:r w:rsidRPr="002813C1">
        <w:t>L</w:t>
      </w:r>
      <w:r w:rsidR="00B77E03">
        <w:t>’</w:t>
      </w:r>
      <w:r w:rsidRPr="002813C1">
        <w:t>espoir versait comme un sang nouveau dans ses veines et réveillait en elle une toute-puissante énergie</w:t>
      </w:r>
      <w:r w:rsidR="00B77E03">
        <w:t>…</w:t>
      </w:r>
    </w:p>
    <w:p w14:paraId="7E707B60" w14:textId="77777777" w:rsidR="00B77E03" w:rsidRDefault="0024252B" w:rsidP="00B77E03">
      <w:r w:rsidRPr="002813C1">
        <w:t>Arrivée au seuil de la porte de la rue</w:t>
      </w:r>
      <w:r w:rsidR="00B77E03">
        <w:t xml:space="preserve">, </w:t>
      </w:r>
      <w:r w:rsidRPr="002813C1">
        <w:t>elle s</w:t>
      </w:r>
      <w:r w:rsidR="00B77E03">
        <w:t>’</w:t>
      </w:r>
      <w:r w:rsidRPr="002813C1">
        <w:t>arrêta</w:t>
      </w:r>
      <w:r w:rsidR="00B77E03">
        <w:t xml:space="preserve">, </w:t>
      </w:r>
      <w:r w:rsidRPr="002813C1">
        <w:t>regardant</w:t>
      </w:r>
      <w:r w:rsidR="00B77E03">
        <w:t>…</w:t>
      </w:r>
    </w:p>
    <w:p w14:paraId="1872F66F" w14:textId="77777777" w:rsidR="00B77E03" w:rsidRDefault="0024252B" w:rsidP="00B77E03">
      <w:r w:rsidRPr="002813C1">
        <w:lastRenderedPageBreak/>
        <w:t>Tout près</w:t>
      </w:r>
      <w:r w:rsidR="00B77E03">
        <w:t xml:space="preserve">, </w:t>
      </w:r>
      <w:r w:rsidRPr="002813C1">
        <w:t>à droite</w:t>
      </w:r>
      <w:r w:rsidR="00B77E03">
        <w:t xml:space="preserve">, </w:t>
      </w:r>
      <w:r w:rsidRPr="002813C1">
        <w:t>un jeune garçon en blouse semblait examiner attentivement un magasin</w:t>
      </w:r>
      <w:r w:rsidR="00B77E03">
        <w:t xml:space="preserve">… </w:t>
      </w:r>
      <w:r w:rsidRPr="002813C1">
        <w:t>Il se rapprocha encore</w:t>
      </w:r>
      <w:r w:rsidR="00B77E03">
        <w:t xml:space="preserve">, </w:t>
      </w:r>
      <w:r w:rsidRPr="002813C1">
        <w:t>et vivement</w:t>
      </w:r>
      <w:r w:rsidR="00B77E03">
        <w:t> :</w:t>
      </w:r>
    </w:p>
    <w:p w14:paraId="6AFF34E5" w14:textId="77777777" w:rsidR="00B77E03" w:rsidRDefault="00B77E03" w:rsidP="00B77E03">
      <w:r>
        <w:t>— </w:t>
      </w:r>
      <w:r w:rsidR="0024252B" w:rsidRPr="002813C1">
        <w:t>Suivez-moi à dix pas</w:t>
      </w:r>
      <w:r>
        <w:t xml:space="preserve">, </w:t>
      </w:r>
      <w:r w:rsidR="0024252B" w:rsidRPr="002813C1">
        <w:t>dit-il</w:t>
      </w:r>
      <w:r>
        <w:t xml:space="preserve">, </w:t>
      </w:r>
      <w:r w:rsidR="0024252B" w:rsidRPr="002813C1">
        <w:t>jusqu</w:t>
      </w:r>
      <w:r>
        <w:t>’</w:t>
      </w:r>
      <w:r w:rsidR="0024252B" w:rsidRPr="002813C1">
        <w:t>à ce que je m</w:t>
      </w:r>
      <w:r>
        <w:t>’</w:t>
      </w:r>
      <w:r w:rsidR="0024252B" w:rsidRPr="002813C1">
        <w:t>arrête</w:t>
      </w:r>
      <w:r>
        <w:t>.</w:t>
      </w:r>
    </w:p>
    <w:p w14:paraId="33EED0BA" w14:textId="210AA783" w:rsidR="00B77E03" w:rsidRDefault="00B77E03" w:rsidP="00B77E03">
      <w:r>
        <w:t>— </w:t>
      </w:r>
      <w:r w:rsidR="0024252B" w:rsidRPr="002813C1">
        <w:t>C</w:t>
      </w:r>
      <w:r>
        <w:t>’</w:t>
      </w:r>
      <w:r w:rsidR="0024252B" w:rsidRPr="002813C1">
        <w:t>est bien lui</w:t>
      </w:r>
      <w:r>
        <w:t xml:space="preserve"> !… </w:t>
      </w:r>
      <w:r w:rsidR="0024252B" w:rsidRPr="002813C1">
        <w:t xml:space="preserve">pensa </w:t>
      </w:r>
      <w:r>
        <w:t>M</w:t>
      </w:r>
      <w:r w:rsidRPr="00B77E03">
        <w:rPr>
          <w:vertAlign w:val="superscript"/>
        </w:rPr>
        <w:t>lle</w:t>
      </w:r>
      <w:r>
        <w:t> </w:t>
      </w:r>
      <w:r w:rsidR="0024252B" w:rsidRPr="002813C1">
        <w:t>Marguerite</w:t>
      </w:r>
      <w:r>
        <w:t>.</w:t>
      </w:r>
    </w:p>
    <w:p w14:paraId="46616181" w14:textId="77777777" w:rsidR="00B77E03" w:rsidRDefault="0024252B" w:rsidP="00B77E03">
      <w:r w:rsidRPr="002813C1">
        <w:t>Et palpitante</w:t>
      </w:r>
      <w:r w:rsidR="00B77E03">
        <w:t xml:space="preserve">, </w:t>
      </w:r>
      <w:r w:rsidRPr="002813C1">
        <w:t>elle le suivit</w:t>
      </w:r>
      <w:r w:rsidR="00B77E03">
        <w:t>…</w:t>
      </w:r>
    </w:p>
    <w:p w14:paraId="416B7953" w14:textId="77777777" w:rsidR="00B77E03" w:rsidRDefault="0024252B" w:rsidP="00B77E03">
      <w:r w:rsidRPr="002813C1">
        <w:t>C</w:t>
      </w:r>
      <w:r w:rsidR="00B77E03">
        <w:t>’</w:t>
      </w:r>
      <w:r w:rsidRPr="002813C1">
        <w:t>était Victor Chupin</w:t>
      </w:r>
      <w:r w:rsidR="00B77E03">
        <w:t xml:space="preserve">, </w:t>
      </w:r>
      <w:r w:rsidRPr="002813C1">
        <w:t>en effet</w:t>
      </w:r>
      <w:r w:rsidR="00B77E03">
        <w:t xml:space="preserve">, </w:t>
      </w:r>
      <w:r w:rsidRPr="002813C1">
        <w:t>passablement meurtri de sa lutte du matin</w:t>
      </w:r>
      <w:r w:rsidR="00B77E03">
        <w:t xml:space="preserve">, </w:t>
      </w:r>
      <w:r w:rsidRPr="002813C1">
        <w:t>un œil quelque peu poché</w:t>
      </w:r>
      <w:r w:rsidR="00B77E03">
        <w:t xml:space="preserve">, </w:t>
      </w:r>
      <w:r w:rsidRPr="002813C1">
        <w:t>mais heureux jusqu</w:t>
      </w:r>
      <w:r w:rsidR="00B77E03">
        <w:t>’</w:t>
      </w:r>
      <w:r w:rsidRPr="002813C1">
        <w:t>au délire</w:t>
      </w:r>
      <w:r w:rsidR="00B77E03">
        <w:t>.</w:t>
      </w:r>
    </w:p>
    <w:p w14:paraId="2F00FE31" w14:textId="77777777" w:rsidR="00B77E03" w:rsidRDefault="0024252B" w:rsidP="00B77E03">
      <w:r w:rsidRPr="002813C1">
        <w:t>Heureux</w:t>
      </w:r>
      <w:r w:rsidR="00B77E03">
        <w:t xml:space="preserve">, </w:t>
      </w:r>
      <w:r w:rsidRPr="002813C1">
        <w:t>et cependant inquiet</w:t>
      </w:r>
      <w:r w:rsidR="00B77E03">
        <w:t xml:space="preserve">. </w:t>
      </w:r>
      <w:r w:rsidRPr="002813C1">
        <w:t>Et tout en précédant la jeune fille</w:t>
      </w:r>
      <w:r w:rsidR="00B77E03">
        <w:t xml:space="preserve">, </w:t>
      </w:r>
      <w:r w:rsidRPr="002813C1">
        <w:t>il murmurait</w:t>
      </w:r>
      <w:r w:rsidR="00B77E03">
        <w:t> :</w:t>
      </w:r>
    </w:p>
    <w:p w14:paraId="12FB03B0" w14:textId="77777777" w:rsidR="00B77E03" w:rsidRDefault="00B77E03" w:rsidP="00B77E03">
      <w:r>
        <w:t>— </w:t>
      </w:r>
      <w:r w:rsidR="0024252B" w:rsidRPr="002813C1">
        <w:t>Comment lui annoncer que j</w:t>
      </w:r>
      <w:r>
        <w:t>’</w:t>
      </w:r>
      <w:r w:rsidR="0024252B" w:rsidRPr="002813C1">
        <w:t>ai réussi</w:t>
      </w:r>
      <w:r>
        <w:t xml:space="preserve"> ? </w:t>
      </w:r>
      <w:r w:rsidR="0024252B" w:rsidRPr="002813C1">
        <w:t>Pas de bêtises</w:t>
      </w:r>
      <w:r>
        <w:t xml:space="preserve"> ?… </w:t>
      </w:r>
      <w:r w:rsidR="0024252B" w:rsidRPr="002813C1">
        <w:t>Si je lui dis la chose tout d</w:t>
      </w:r>
      <w:r>
        <w:t>’</w:t>
      </w:r>
      <w:r w:rsidR="0024252B" w:rsidRPr="002813C1">
        <w:t>un coup</w:t>
      </w:r>
      <w:r>
        <w:t xml:space="preserve">, </w:t>
      </w:r>
      <w:r w:rsidR="0024252B" w:rsidRPr="002813C1">
        <w:t>elle est capable de s</w:t>
      </w:r>
      <w:r>
        <w:t>’</w:t>
      </w:r>
      <w:r w:rsidR="0024252B" w:rsidRPr="002813C1">
        <w:t>en faire une émotion à en être malade</w:t>
      </w:r>
      <w:r>
        <w:t xml:space="preserve">… </w:t>
      </w:r>
      <w:r w:rsidR="0024252B" w:rsidRPr="002813C1">
        <w:t>Il faudrait amener ça insensiblement</w:t>
      </w:r>
      <w:r>
        <w:t xml:space="preserve">, </w:t>
      </w:r>
      <w:r w:rsidR="0024252B" w:rsidRPr="002813C1">
        <w:t>en douceur</w:t>
      </w:r>
      <w:r>
        <w:t>.</w:t>
      </w:r>
    </w:p>
    <w:p w14:paraId="3CD9DA3F" w14:textId="43B5B499" w:rsidR="00B77E03" w:rsidRDefault="0024252B" w:rsidP="00B77E03">
      <w:r w:rsidRPr="002813C1">
        <w:t>Arrivé à la rue Boursault</w:t>
      </w:r>
      <w:r w:rsidR="00B77E03">
        <w:t xml:space="preserve">, </w:t>
      </w:r>
      <w:r w:rsidRPr="002813C1">
        <w:t>ayant tourné le coin</w:t>
      </w:r>
      <w:r w:rsidR="00B77E03">
        <w:t xml:space="preserve">, </w:t>
      </w:r>
      <w:r w:rsidRPr="002813C1">
        <w:t>il s</w:t>
      </w:r>
      <w:r w:rsidR="00B77E03">
        <w:t>’</w:t>
      </w:r>
      <w:r w:rsidRPr="002813C1">
        <w:t>arrêta</w:t>
      </w:r>
      <w:r w:rsidR="00B77E03">
        <w:t xml:space="preserve">, </w:t>
      </w:r>
      <w:r w:rsidRPr="002813C1">
        <w:t xml:space="preserve">et </w:t>
      </w:r>
      <w:r w:rsidR="00B77E03">
        <w:t>M</w:t>
      </w:r>
      <w:r w:rsidR="00B77E03" w:rsidRPr="00B77E03">
        <w:rPr>
          <w:vertAlign w:val="superscript"/>
        </w:rPr>
        <w:t>lle</w:t>
      </w:r>
      <w:r w:rsidR="00B77E03">
        <w:t> </w:t>
      </w:r>
      <w:r w:rsidRPr="002813C1">
        <w:t>Marguerite le rejoignit</w:t>
      </w:r>
      <w:r w:rsidR="00B77E03">
        <w:t xml:space="preserve">, </w:t>
      </w:r>
      <w:r w:rsidRPr="002813C1">
        <w:t>demandant d</w:t>
      </w:r>
      <w:r w:rsidR="00B77E03">
        <w:t>’</w:t>
      </w:r>
      <w:r w:rsidRPr="002813C1">
        <w:t>une voix troublée</w:t>
      </w:r>
      <w:r w:rsidR="00B77E03">
        <w:t> :</w:t>
      </w:r>
    </w:p>
    <w:p w14:paraId="02FF8B79" w14:textId="77777777" w:rsidR="00B77E03" w:rsidRDefault="00B77E03" w:rsidP="00B77E03">
      <w:r>
        <w:t>— </w:t>
      </w:r>
      <w:r w:rsidR="0024252B" w:rsidRPr="002813C1">
        <w:t>Eh bien</w:t>
      </w:r>
      <w:r>
        <w:t> ?…</w:t>
      </w:r>
    </w:p>
    <w:p w14:paraId="411284EE" w14:textId="77777777" w:rsidR="00B77E03" w:rsidRDefault="00B77E03" w:rsidP="00B77E03">
      <w:r>
        <w:t>— </w:t>
      </w:r>
      <w:r w:rsidR="0024252B" w:rsidRPr="002813C1">
        <w:t>Ça marche</w:t>
      </w:r>
      <w:r>
        <w:t xml:space="preserve">, </w:t>
      </w:r>
      <w:r w:rsidR="0024252B" w:rsidRPr="002813C1">
        <w:t>répondit-il</w:t>
      </w:r>
      <w:r>
        <w:t xml:space="preserve">, </w:t>
      </w:r>
      <w:r w:rsidR="0024252B" w:rsidRPr="002813C1">
        <w:t>petitement</w:t>
      </w:r>
      <w:r>
        <w:t xml:space="preserve">, </w:t>
      </w:r>
      <w:r w:rsidR="0024252B" w:rsidRPr="002813C1">
        <w:t>mais néanmoins assez bien</w:t>
      </w:r>
      <w:r>
        <w:t>…</w:t>
      </w:r>
    </w:p>
    <w:p w14:paraId="7033BDC9" w14:textId="77777777" w:rsidR="00B77E03" w:rsidRDefault="00B77E03" w:rsidP="00B77E03">
      <w:r>
        <w:t>— </w:t>
      </w:r>
      <w:r w:rsidR="0024252B" w:rsidRPr="002813C1">
        <w:t>Vous savez quelque chose</w:t>
      </w:r>
      <w:r>
        <w:t xml:space="preserve">, </w:t>
      </w:r>
      <w:r w:rsidR="0024252B" w:rsidRPr="002813C1">
        <w:t>monsieur</w:t>
      </w:r>
      <w:r>
        <w:t xml:space="preserve"> !… </w:t>
      </w:r>
      <w:r w:rsidR="0024252B" w:rsidRPr="002813C1">
        <w:t>Parlez</w:t>
      </w:r>
      <w:r>
        <w:t xml:space="preserve"> !… </w:t>
      </w:r>
      <w:r w:rsidR="0024252B" w:rsidRPr="002813C1">
        <w:t>Ne voyez-vous pas mon angoisse</w:t>
      </w:r>
      <w:r>
        <w:t> !…</w:t>
      </w:r>
    </w:p>
    <w:p w14:paraId="2D908F52" w14:textId="77777777" w:rsidR="00B77E03" w:rsidRDefault="0024252B" w:rsidP="00B77E03">
      <w:r w:rsidRPr="002813C1">
        <w:t>Il ne la voyait que trop</w:t>
      </w:r>
      <w:r w:rsidR="00B77E03">
        <w:t xml:space="preserve">, </w:t>
      </w:r>
      <w:r w:rsidRPr="002813C1">
        <w:t>au contraire</w:t>
      </w:r>
      <w:r w:rsidR="00B77E03">
        <w:t xml:space="preserve">, </w:t>
      </w:r>
      <w:r w:rsidRPr="002813C1">
        <w:t>son hésitation en redoublait</w:t>
      </w:r>
      <w:r w:rsidR="00B77E03">
        <w:t xml:space="preserve">, </w:t>
      </w:r>
      <w:r w:rsidRPr="002813C1">
        <w:t>et furieusement il se grattait la tête</w:t>
      </w:r>
      <w:r w:rsidR="00B77E03">
        <w:t>…</w:t>
      </w:r>
    </w:p>
    <w:p w14:paraId="5AE8C592" w14:textId="77777777" w:rsidR="00B77E03" w:rsidRDefault="0024252B" w:rsidP="00B77E03">
      <w:r w:rsidRPr="002813C1">
        <w:t>Enfin prenant son parti</w:t>
      </w:r>
      <w:r w:rsidR="00B77E03">
        <w:t> :</w:t>
      </w:r>
    </w:p>
    <w:p w14:paraId="55A41100" w14:textId="220707FC" w:rsidR="00B77E03" w:rsidRDefault="00B77E03" w:rsidP="00B77E03">
      <w:r>
        <w:lastRenderedPageBreak/>
        <w:t>— </w:t>
      </w:r>
      <w:r w:rsidR="0024252B" w:rsidRPr="002813C1">
        <w:t>Pour lors</w:t>
      </w:r>
      <w:r>
        <w:t xml:space="preserve">, </w:t>
      </w:r>
      <w:r w:rsidR="0024252B" w:rsidRPr="002813C1">
        <w:t>mademoiselle</w:t>
      </w:r>
      <w:r>
        <w:t xml:space="preserve">, </w:t>
      </w:r>
      <w:r w:rsidR="0024252B" w:rsidRPr="002813C1">
        <w:t>reprit-il</w:t>
      </w:r>
      <w:r>
        <w:t xml:space="preserve">, </w:t>
      </w:r>
      <w:r w:rsidR="0024252B" w:rsidRPr="002813C1">
        <w:t>appuyez-vous contre le mur</w:t>
      </w:r>
      <w:r>
        <w:t xml:space="preserve">, </w:t>
      </w:r>
      <w:r w:rsidR="0024252B" w:rsidRPr="002813C1">
        <w:t>là</w:t>
      </w:r>
      <w:r>
        <w:t xml:space="preserve">, </w:t>
      </w:r>
      <w:r w:rsidR="0024252B" w:rsidRPr="002813C1">
        <w:t>encore un peu</w:t>
      </w:r>
      <w:r>
        <w:t xml:space="preserve">… </w:t>
      </w:r>
      <w:r w:rsidR="0024252B" w:rsidRPr="002813C1">
        <w:t>Et maintenant</w:t>
      </w:r>
      <w:r>
        <w:t xml:space="preserve">, </w:t>
      </w:r>
      <w:proofErr w:type="spellStart"/>
      <w:r w:rsidR="0024252B" w:rsidRPr="002813C1">
        <w:t>tenez vous</w:t>
      </w:r>
      <w:proofErr w:type="spellEnd"/>
      <w:r w:rsidR="0024252B" w:rsidRPr="002813C1">
        <w:t xml:space="preserve"> bien</w:t>
      </w:r>
      <w:r>
        <w:t xml:space="preserve">… </w:t>
      </w:r>
      <w:r w:rsidR="0024252B" w:rsidRPr="002813C1">
        <w:t>oui</w:t>
      </w:r>
      <w:r>
        <w:t xml:space="preserve">, </w:t>
      </w:r>
      <w:r w:rsidR="0024252B" w:rsidRPr="002813C1">
        <w:t>comme ça</w:t>
      </w:r>
      <w:r>
        <w:t xml:space="preserve">… </w:t>
      </w:r>
      <w:r w:rsidR="0024252B" w:rsidRPr="002813C1">
        <w:t>Y êtes-vous</w:t>
      </w:r>
      <w:r>
        <w:t xml:space="preserve"> ?… </w:t>
      </w:r>
      <w:r w:rsidR="0024252B" w:rsidRPr="002813C1">
        <w:t>Eh bien</w:t>
      </w:r>
      <w:r>
        <w:t xml:space="preserve"> !… </w:t>
      </w:r>
      <w:r w:rsidR="0024252B" w:rsidRPr="002813C1">
        <w:t>j</w:t>
      </w:r>
      <w:r>
        <w:t>’</w:t>
      </w:r>
      <w:r w:rsidR="0024252B" w:rsidRPr="002813C1">
        <w:t xml:space="preserve">ai retrouvé </w:t>
      </w:r>
      <w:r>
        <w:t>M. </w:t>
      </w:r>
      <w:proofErr w:type="spellStart"/>
      <w:r w:rsidR="0024252B" w:rsidRPr="002813C1">
        <w:t>Férailleur</w:t>
      </w:r>
      <w:proofErr w:type="spellEnd"/>
      <w:r>
        <w:t>…</w:t>
      </w:r>
    </w:p>
    <w:p w14:paraId="678E33B1" w14:textId="01A48B59" w:rsidR="00B77E03" w:rsidRDefault="0024252B" w:rsidP="00B77E03">
      <w:r w:rsidRPr="002813C1">
        <w:t>Sage avait été la précaution de Chupin</w:t>
      </w:r>
      <w:r w:rsidR="00B77E03">
        <w:t xml:space="preserve">, </w:t>
      </w:r>
      <w:r w:rsidRPr="002813C1">
        <w:t xml:space="preserve">car </w:t>
      </w:r>
      <w:r w:rsidR="00B77E03">
        <w:t>M</w:t>
      </w:r>
      <w:r w:rsidR="00B77E03" w:rsidRPr="00B77E03">
        <w:rPr>
          <w:vertAlign w:val="superscript"/>
        </w:rPr>
        <w:t>lle</w:t>
      </w:r>
      <w:r w:rsidR="00B77E03">
        <w:t> </w:t>
      </w:r>
      <w:r w:rsidRPr="002813C1">
        <w:t>Marguerite chancela</w:t>
      </w:r>
      <w:r w:rsidR="00B77E03">
        <w:t xml:space="preserve">… </w:t>
      </w:r>
      <w:r w:rsidRPr="002813C1">
        <w:t>Un tel succès</w:t>
      </w:r>
      <w:r w:rsidR="00B77E03">
        <w:t xml:space="preserve">, </w:t>
      </w:r>
      <w:r w:rsidRPr="002813C1">
        <w:t>si prompt</w:t>
      </w:r>
      <w:r w:rsidR="00B77E03">
        <w:t xml:space="preserve">, </w:t>
      </w:r>
      <w:r w:rsidRPr="002813C1">
        <w:t>c</w:t>
      </w:r>
      <w:r w:rsidR="00B77E03">
        <w:t>’</w:t>
      </w:r>
      <w:r w:rsidRPr="002813C1">
        <w:t>était inouï</w:t>
      </w:r>
      <w:r w:rsidR="00B77E03">
        <w:t> !…</w:t>
      </w:r>
    </w:p>
    <w:p w14:paraId="2DC6BE5F" w14:textId="77777777" w:rsidR="00B77E03" w:rsidRDefault="00B77E03" w:rsidP="00B77E03">
      <w:r>
        <w:t>— </w:t>
      </w:r>
      <w:r w:rsidR="0024252B" w:rsidRPr="002813C1">
        <w:t>Est-ce bien possible</w:t>
      </w:r>
      <w:r>
        <w:t xml:space="preserve">, </w:t>
      </w:r>
      <w:r w:rsidR="0024252B" w:rsidRPr="002813C1">
        <w:t>mon Dieu</w:t>
      </w:r>
      <w:r>
        <w:t xml:space="preserve"> !… </w:t>
      </w:r>
      <w:r w:rsidR="0024252B" w:rsidRPr="002813C1">
        <w:t>murmura-t-elle</w:t>
      </w:r>
      <w:r>
        <w:t>…</w:t>
      </w:r>
    </w:p>
    <w:p w14:paraId="66A618F1" w14:textId="1F11FFEF" w:rsidR="00B77E03" w:rsidRDefault="00B77E03" w:rsidP="00B77E03">
      <w:r>
        <w:t>— </w:t>
      </w:r>
      <w:r w:rsidR="0024252B" w:rsidRPr="002813C1">
        <w:t>Tellement possible</w:t>
      </w:r>
      <w:r>
        <w:t xml:space="preserve">, </w:t>
      </w:r>
      <w:r w:rsidR="0024252B" w:rsidRPr="002813C1">
        <w:t>que j</w:t>
      </w:r>
      <w:r>
        <w:t>’</w:t>
      </w:r>
      <w:r w:rsidR="0024252B" w:rsidRPr="002813C1">
        <w:t xml:space="preserve">ai là dans ma poche une lettre de </w:t>
      </w:r>
      <w:r>
        <w:t>M. </w:t>
      </w:r>
      <w:proofErr w:type="spellStart"/>
      <w:r w:rsidR="0024252B" w:rsidRPr="002813C1">
        <w:t>Férailleur</w:t>
      </w:r>
      <w:proofErr w:type="spellEnd"/>
      <w:r w:rsidR="0024252B" w:rsidRPr="002813C1">
        <w:t xml:space="preserve"> pour vous</w:t>
      </w:r>
      <w:r>
        <w:t xml:space="preserve">, </w:t>
      </w:r>
      <w:r w:rsidR="0024252B" w:rsidRPr="002813C1">
        <w:t>mademoiselle</w:t>
      </w:r>
      <w:r>
        <w:t xml:space="preserve">… </w:t>
      </w:r>
      <w:r w:rsidR="0024252B" w:rsidRPr="002813C1">
        <w:t>La voici</w:t>
      </w:r>
      <w:r>
        <w:t xml:space="preserve">, </w:t>
      </w:r>
      <w:r w:rsidR="0024252B" w:rsidRPr="002813C1">
        <w:t>et il y a une réponse</w:t>
      </w:r>
      <w:r>
        <w:t>.</w:t>
      </w:r>
    </w:p>
    <w:p w14:paraId="65538B96" w14:textId="77777777" w:rsidR="00B77E03" w:rsidRDefault="0024252B" w:rsidP="00B77E03">
      <w:r w:rsidRPr="002813C1">
        <w:t>Elle la prit</w:t>
      </w:r>
      <w:r w:rsidR="00B77E03">
        <w:t xml:space="preserve">, </w:t>
      </w:r>
      <w:r w:rsidRPr="002813C1">
        <w:t>cette lettre</w:t>
      </w:r>
      <w:r w:rsidR="00B77E03">
        <w:t xml:space="preserve">, </w:t>
      </w:r>
      <w:r w:rsidRPr="002813C1">
        <w:t>elle brisa le cachet d</w:t>
      </w:r>
      <w:r w:rsidR="00B77E03">
        <w:t>’</w:t>
      </w:r>
      <w:r w:rsidRPr="002813C1">
        <w:t>une main tremblante et lut</w:t>
      </w:r>
      <w:r w:rsidR="00B77E03">
        <w:t> :</w:t>
      </w:r>
    </w:p>
    <w:p w14:paraId="2A332C4C" w14:textId="77777777" w:rsidR="00B77E03" w:rsidRDefault="00B77E03" w:rsidP="00B77E03">
      <w:r>
        <w:t>« </w:t>
      </w:r>
      <w:r w:rsidR="0024252B" w:rsidRPr="002813C1">
        <w:t>Je touche au but</w:t>
      </w:r>
      <w:r>
        <w:t xml:space="preserve">, </w:t>
      </w:r>
      <w:r w:rsidR="0024252B" w:rsidRPr="002813C1">
        <w:t>mon amie</w:t>
      </w:r>
      <w:r>
        <w:t xml:space="preserve">. </w:t>
      </w:r>
      <w:r w:rsidR="0024252B" w:rsidRPr="002813C1">
        <w:t>Un pas encore</w:t>
      </w:r>
      <w:r>
        <w:t xml:space="preserve">, </w:t>
      </w:r>
      <w:r w:rsidR="0024252B" w:rsidRPr="002813C1">
        <w:t>et nous triomphons</w:t>
      </w:r>
      <w:r>
        <w:t xml:space="preserve">… </w:t>
      </w:r>
      <w:r w:rsidR="0024252B" w:rsidRPr="002813C1">
        <w:t>Mais il faut que je vous parle aujourd</w:t>
      </w:r>
      <w:r>
        <w:t>’</w:t>
      </w:r>
      <w:r w:rsidR="0024252B" w:rsidRPr="002813C1">
        <w:t>hui même</w:t>
      </w:r>
      <w:r>
        <w:t xml:space="preserve">, </w:t>
      </w:r>
      <w:r w:rsidR="0024252B" w:rsidRPr="002813C1">
        <w:t>à tout prix</w:t>
      </w:r>
      <w:r>
        <w:t>…</w:t>
      </w:r>
    </w:p>
    <w:p w14:paraId="4808B4F1" w14:textId="77777777" w:rsidR="00B77E03" w:rsidRDefault="00B77E03" w:rsidP="00B77E03">
      <w:r>
        <w:t>» </w:t>
      </w:r>
      <w:r w:rsidR="0024252B" w:rsidRPr="002813C1">
        <w:t>Ce soir</w:t>
      </w:r>
      <w:r>
        <w:t xml:space="preserve">, </w:t>
      </w:r>
      <w:r w:rsidR="0024252B" w:rsidRPr="002813C1">
        <w:t>donc</w:t>
      </w:r>
      <w:r>
        <w:t xml:space="preserve">, </w:t>
      </w:r>
      <w:r w:rsidR="0024252B" w:rsidRPr="002813C1">
        <w:t>à partir de huit heures</w:t>
      </w:r>
      <w:r>
        <w:t xml:space="preserve">, </w:t>
      </w:r>
      <w:r w:rsidR="0024252B" w:rsidRPr="002813C1">
        <w:t>ma mère vous attendra dans un fiacre rue Boursault</w:t>
      </w:r>
      <w:r>
        <w:t xml:space="preserve">, </w:t>
      </w:r>
      <w:r w:rsidR="0024252B" w:rsidRPr="002813C1">
        <w:t>au coin de la rue Pigalle</w:t>
      </w:r>
      <w:r>
        <w:t>.</w:t>
      </w:r>
    </w:p>
    <w:p w14:paraId="0A4B65DB" w14:textId="77777777" w:rsidR="00B77E03" w:rsidRDefault="00B77E03" w:rsidP="00B77E03">
      <w:r>
        <w:t>» </w:t>
      </w:r>
      <w:r w:rsidR="0024252B" w:rsidRPr="002813C1">
        <w:t>Venez</w:t>
      </w:r>
      <w:r>
        <w:t xml:space="preserve">, </w:t>
      </w:r>
      <w:r w:rsidR="0024252B" w:rsidRPr="002813C1">
        <w:t xml:space="preserve">et que la crainte des soupçons des </w:t>
      </w:r>
      <w:proofErr w:type="spellStart"/>
      <w:r w:rsidR="0024252B" w:rsidRPr="002813C1">
        <w:t>Fondège</w:t>
      </w:r>
      <w:proofErr w:type="spellEnd"/>
      <w:r w:rsidR="0024252B" w:rsidRPr="002813C1">
        <w:t xml:space="preserve"> ne vous arrête pas</w:t>
      </w:r>
      <w:r>
        <w:t xml:space="preserve">… </w:t>
      </w:r>
      <w:r w:rsidR="0024252B" w:rsidRPr="002813C1">
        <w:t>Ils sont désormais hors d</w:t>
      </w:r>
      <w:r>
        <w:t>’</w:t>
      </w:r>
      <w:r w:rsidR="0024252B" w:rsidRPr="002813C1">
        <w:t>état de vous nuire</w:t>
      </w:r>
      <w:r>
        <w:t>…</w:t>
      </w:r>
    </w:p>
    <w:p w14:paraId="389E797E" w14:textId="111268CE" w:rsidR="00B77E03" w:rsidRDefault="00B77E03" w:rsidP="00B77E03">
      <w:pPr>
        <w:jc w:val="right"/>
      </w:pPr>
      <w:r>
        <w:t>» </w:t>
      </w:r>
      <w:r w:rsidR="0024252B" w:rsidRPr="00B77E03">
        <w:rPr>
          <w:i/>
          <w:iCs/>
          <w:szCs w:val="32"/>
        </w:rPr>
        <w:t>PASCAL</w:t>
      </w:r>
      <w:r>
        <w:rPr>
          <w:i/>
          <w:iCs/>
          <w:szCs w:val="32"/>
        </w:rPr>
        <w:t>. »</w:t>
      </w:r>
    </w:p>
    <w:p w14:paraId="54B738D9" w14:textId="77777777" w:rsidR="00B77E03" w:rsidRDefault="00B77E03" w:rsidP="00B77E03">
      <w:r>
        <w:t>— </w:t>
      </w:r>
      <w:r w:rsidR="0024252B" w:rsidRPr="002813C1">
        <w:t>J</w:t>
      </w:r>
      <w:r>
        <w:t>’</w:t>
      </w:r>
      <w:r w:rsidR="0024252B" w:rsidRPr="002813C1">
        <w:t>irai</w:t>
      </w:r>
      <w:r>
        <w:t xml:space="preserve"> ! </w:t>
      </w:r>
      <w:r w:rsidR="0024252B" w:rsidRPr="002813C1">
        <w:t>répondit Marguerite</w:t>
      </w:r>
      <w:r>
        <w:t>.</w:t>
      </w:r>
    </w:p>
    <w:p w14:paraId="47F0C8D6" w14:textId="3B48DACD" w:rsidR="00B77E03" w:rsidRDefault="0024252B" w:rsidP="00B77E03">
      <w:r w:rsidRPr="002813C1">
        <w:t xml:space="preserve">Mille obstacles pouvaient entraver le dessein de </w:t>
      </w:r>
      <w:r w:rsidR="00B77E03">
        <w:t>M</w:t>
      </w:r>
      <w:r w:rsidR="00B77E03" w:rsidRPr="00B77E03">
        <w:rPr>
          <w:vertAlign w:val="superscript"/>
        </w:rPr>
        <w:t>lle</w:t>
      </w:r>
      <w:r w:rsidR="00B77E03">
        <w:t> </w:t>
      </w:r>
      <w:r w:rsidRPr="002813C1">
        <w:t>Marguerite</w:t>
      </w:r>
      <w:r w:rsidR="00B77E03">
        <w:t xml:space="preserve">… </w:t>
      </w:r>
      <w:r w:rsidRPr="002813C1">
        <w:t xml:space="preserve">Il était à craindre que </w:t>
      </w:r>
      <w:r w:rsidR="00B77E03">
        <w:t>M</w:t>
      </w:r>
      <w:r w:rsidR="00B77E03" w:rsidRPr="00B77E03">
        <w:rPr>
          <w:vertAlign w:val="superscript"/>
        </w:rPr>
        <w:t>me</w:t>
      </w:r>
      <w:r w:rsidR="00B77E03">
        <w:t> </w:t>
      </w:r>
      <w:r w:rsidRPr="002813C1">
        <w:t>Léon</w:t>
      </w:r>
      <w:r w:rsidR="00B77E03">
        <w:t xml:space="preserve">, </w:t>
      </w:r>
      <w:r w:rsidRPr="002813C1">
        <w:t>invisible depuis le matin</w:t>
      </w:r>
      <w:r w:rsidR="00B77E03">
        <w:t xml:space="preserve">, </w:t>
      </w:r>
      <w:r w:rsidRPr="002813C1">
        <w:t>ne reparût tout à coup</w:t>
      </w:r>
      <w:r w:rsidR="00B77E03">
        <w:t xml:space="preserve">, </w:t>
      </w:r>
      <w:r w:rsidRPr="002813C1">
        <w:t xml:space="preserve">ou que le </w:t>
      </w:r>
      <w:r w:rsidR="00B77E03">
        <w:t>« </w:t>
      </w:r>
      <w:r w:rsidRPr="002813C1">
        <w:t>général</w:t>
      </w:r>
      <w:r w:rsidR="00B77E03">
        <w:t> »</w:t>
      </w:r>
      <w:r w:rsidRPr="002813C1">
        <w:t xml:space="preserve"> et sa femme ne rentrassent dîner</w:t>
      </w:r>
      <w:r w:rsidR="00B77E03">
        <w:t>.</w:t>
      </w:r>
    </w:p>
    <w:p w14:paraId="1C9B71D9" w14:textId="77777777" w:rsidR="00B77E03" w:rsidRDefault="0024252B" w:rsidP="00B77E03">
      <w:r w:rsidRPr="002813C1">
        <w:lastRenderedPageBreak/>
        <w:t>Que répondrait-elle si on lui demandait où elle voulait aller</w:t>
      </w:r>
      <w:r w:rsidR="00B77E03">
        <w:t xml:space="preserve">, </w:t>
      </w:r>
      <w:r w:rsidRPr="002813C1">
        <w:t>seule</w:t>
      </w:r>
      <w:r w:rsidR="00B77E03">
        <w:t xml:space="preserve">, </w:t>
      </w:r>
      <w:r w:rsidRPr="002813C1">
        <w:t>à pareille heure</w:t>
      </w:r>
      <w:r w:rsidR="00B77E03">
        <w:t> ?…</w:t>
      </w:r>
    </w:p>
    <w:p w14:paraId="39572D79" w14:textId="77777777" w:rsidR="00B77E03" w:rsidRDefault="0024252B" w:rsidP="00B77E03">
      <w:r w:rsidRPr="002813C1">
        <w:t>Et si on s</w:t>
      </w:r>
      <w:r w:rsidR="00B77E03">
        <w:t>’</w:t>
      </w:r>
      <w:r w:rsidRPr="002813C1">
        <w:t>avisait de s</w:t>
      </w:r>
      <w:r w:rsidR="00B77E03">
        <w:t>’</w:t>
      </w:r>
      <w:r w:rsidRPr="002813C1">
        <w:t>opposer à ce qu</w:t>
      </w:r>
      <w:r w:rsidR="00B77E03">
        <w:t>’</w:t>
      </w:r>
      <w:r w:rsidRPr="002813C1">
        <w:t>elle sortît</w:t>
      </w:r>
      <w:r w:rsidR="00B77E03">
        <w:t xml:space="preserve">, </w:t>
      </w:r>
      <w:r w:rsidRPr="002813C1">
        <w:t>quel parti prendre</w:t>
      </w:r>
      <w:r w:rsidR="00B77E03">
        <w:t> ?</w:t>
      </w:r>
    </w:p>
    <w:p w14:paraId="03F520CD" w14:textId="77777777" w:rsidR="00B77E03" w:rsidRDefault="0024252B" w:rsidP="00B77E03">
      <w:r w:rsidRPr="002813C1">
        <w:t>N</w:t>
      </w:r>
      <w:r w:rsidR="00B77E03">
        <w:t>’</w:t>
      </w:r>
      <w:r w:rsidRPr="002813C1">
        <w:t>importe</w:t>
      </w:r>
      <w:r w:rsidR="00B77E03">
        <w:t xml:space="preserve">, </w:t>
      </w:r>
      <w:r w:rsidRPr="002813C1">
        <w:t>elle ne délibéra ni ne disputa</w:t>
      </w:r>
      <w:r w:rsidR="00B77E03">
        <w:t xml:space="preserve">… </w:t>
      </w:r>
      <w:r w:rsidRPr="002813C1">
        <w:t>Pascal avait parlé</w:t>
      </w:r>
      <w:r w:rsidR="00B77E03">
        <w:t xml:space="preserve">, </w:t>
      </w:r>
      <w:r w:rsidRPr="002813C1">
        <w:t>cela suffisait pour qu</w:t>
      </w:r>
      <w:r w:rsidR="00B77E03">
        <w:t>’</w:t>
      </w:r>
      <w:r w:rsidRPr="002813C1">
        <w:t>elle fût déterminée à obéir aveuglément</w:t>
      </w:r>
      <w:r w:rsidR="00B77E03">
        <w:t xml:space="preserve">, </w:t>
      </w:r>
      <w:r w:rsidRPr="002813C1">
        <w:t>coûte que coûte</w:t>
      </w:r>
      <w:r w:rsidR="00B77E03">
        <w:t xml:space="preserve">… </w:t>
      </w:r>
      <w:r w:rsidRPr="002813C1">
        <w:t>S</w:t>
      </w:r>
      <w:r w:rsidR="00B77E03">
        <w:t>’</w:t>
      </w:r>
      <w:r w:rsidRPr="002813C1">
        <w:t>il lui conseillait une démarche</w:t>
      </w:r>
      <w:r w:rsidR="00B77E03">
        <w:t xml:space="preserve">, </w:t>
      </w:r>
      <w:r w:rsidRPr="002813C1">
        <w:t>c</w:t>
      </w:r>
      <w:r w:rsidR="00B77E03">
        <w:t>’</w:t>
      </w:r>
      <w:r w:rsidRPr="002813C1">
        <w:t>est qu</w:t>
      </w:r>
      <w:r w:rsidR="00B77E03">
        <w:t>’</w:t>
      </w:r>
      <w:r w:rsidRPr="002813C1">
        <w:t>il la jugeait bonne et utile</w:t>
      </w:r>
      <w:r w:rsidR="00B77E03">
        <w:t xml:space="preserve">, </w:t>
      </w:r>
      <w:r w:rsidRPr="002813C1">
        <w:t>et elle s</w:t>
      </w:r>
      <w:r w:rsidR="00B77E03">
        <w:t>’</w:t>
      </w:r>
      <w:r w:rsidRPr="002813C1">
        <w:t>estimait heureuse de s</w:t>
      </w:r>
      <w:r w:rsidR="00B77E03">
        <w:t>’</w:t>
      </w:r>
      <w:r w:rsidRPr="002813C1">
        <w:t>abandonner à la volonté de celui en qui elle avait une confiance sans bornes</w:t>
      </w:r>
      <w:r w:rsidR="00B77E03">
        <w:t>.</w:t>
      </w:r>
    </w:p>
    <w:p w14:paraId="61032E88" w14:textId="77777777" w:rsidR="00B77E03" w:rsidRDefault="0024252B" w:rsidP="00B77E03">
      <w:r w:rsidRPr="002813C1">
        <w:t>Mais aucune de ses appréhensions fâcheuses ne devait se réaliser</w:t>
      </w:r>
      <w:r w:rsidR="00B77E03">
        <w:t xml:space="preserve">. </w:t>
      </w:r>
      <w:r w:rsidRPr="002813C1">
        <w:t>L</w:t>
      </w:r>
      <w:r w:rsidR="00B77E03">
        <w:t>’</w:t>
      </w:r>
      <w:r w:rsidRPr="002813C1">
        <w:t>heure du dîner vint</w:t>
      </w:r>
      <w:r w:rsidR="00B77E03">
        <w:t xml:space="preserve">, </w:t>
      </w:r>
      <w:r w:rsidRPr="002813C1">
        <w:t>passa</w:t>
      </w:r>
      <w:r w:rsidR="00B77E03">
        <w:t xml:space="preserve">, </w:t>
      </w:r>
      <w:r w:rsidRPr="002813C1">
        <w:t>et la maison resta déserte</w:t>
      </w:r>
      <w:r w:rsidR="00B77E03">
        <w:t xml:space="preserve">… </w:t>
      </w:r>
      <w:r w:rsidRPr="002813C1">
        <w:t>Les ouvriers s</w:t>
      </w:r>
      <w:r w:rsidR="00B77E03">
        <w:t>’</w:t>
      </w:r>
      <w:r w:rsidRPr="002813C1">
        <w:t>étaient retirés et on n</w:t>
      </w:r>
      <w:r w:rsidR="00B77E03">
        <w:t>’</w:t>
      </w:r>
      <w:r w:rsidRPr="002813C1">
        <w:t>entendait plus rien qu</w:t>
      </w:r>
      <w:r w:rsidR="00B77E03">
        <w:t>’</w:t>
      </w:r>
      <w:r w:rsidRPr="002813C1">
        <w:t>un grand bruit de ripaille à l</w:t>
      </w:r>
      <w:r w:rsidR="00B77E03">
        <w:t>’</w:t>
      </w:r>
      <w:r w:rsidRPr="002813C1">
        <w:t>office</w:t>
      </w:r>
      <w:r w:rsidR="00B77E03">
        <w:t>.</w:t>
      </w:r>
    </w:p>
    <w:p w14:paraId="3F48228E" w14:textId="77777777" w:rsidR="00B77E03" w:rsidRDefault="0024252B" w:rsidP="00B77E03">
      <w:r w:rsidRPr="002813C1">
        <w:t>Même</w:t>
      </w:r>
      <w:r w:rsidR="00B77E03">
        <w:t xml:space="preserve">, </w:t>
      </w:r>
      <w:r w:rsidRPr="002813C1">
        <w:t>se sentant faible</w:t>
      </w:r>
      <w:r w:rsidR="00B77E03">
        <w:t xml:space="preserve">, </w:t>
      </w:r>
      <w:r w:rsidRPr="002813C1">
        <w:t>car elle n</w:t>
      </w:r>
      <w:r w:rsidR="00B77E03">
        <w:t>’</w:t>
      </w:r>
      <w:r w:rsidRPr="002813C1">
        <w:t>avait rien pris de la journée</w:t>
      </w:r>
      <w:r w:rsidR="00B77E03">
        <w:t xml:space="preserve">, </w:t>
      </w:r>
      <w:r w:rsidRPr="002813C1">
        <w:t>elle eut de la peine à obtenir des domestiques quelque chose à manger</w:t>
      </w:r>
      <w:r w:rsidR="00B77E03">
        <w:t xml:space="preserve">, </w:t>
      </w:r>
      <w:r w:rsidRPr="002813C1">
        <w:t>un potage et une tranche de viande froide</w:t>
      </w:r>
      <w:r w:rsidR="00B77E03">
        <w:t xml:space="preserve">, </w:t>
      </w:r>
      <w:r w:rsidRPr="002813C1">
        <w:t>qu</w:t>
      </w:r>
      <w:r w:rsidR="00B77E03">
        <w:t>’</w:t>
      </w:r>
      <w:r w:rsidRPr="002813C1">
        <w:t>on lui servit en rechignant</w:t>
      </w:r>
      <w:r w:rsidR="00B77E03">
        <w:t xml:space="preserve">, </w:t>
      </w:r>
      <w:r w:rsidRPr="002813C1">
        <w:t>sur un coin de table</w:t>
      </w:r>
      <w:r w:rsidR="00B77E03">
        <w:t xml:space="preserve">, </w:t>
      </w:r>
      <w:r w:rsidRPr="002813C1">
        <w:t>sans nappe</w:t>
      </w:r>
      <w:r w:rsidR="00B77E03">
        <w:t>.</w:t>
      </w:r>
    </w:p>
    <w:p w14:paraId="53E13064" w14:textId="70678C68" w:rsidR="00B77E03" w:rsidRDefault="0024252B" w:rsidP="00B77E03">
      <w:r w:rsidRPr="002813C1">
        <w:t>La demie de sept heures sonnait</w:t>
      </w:r>
      <w:r w:rsidR="00B77E03">
        <w:t xml:space="preserve">, </w:t>
      </w:r>
      <w:r w:rsidRPr="002813C1">
        <w:t>comme elle finissait ce dîner sommaire</w:t>
      </w:r>
      <w:r w:rsidR="00B77E03">
        <w:t xml:space="preserve">… </w:t>
      </w:r>
      <w:r w:rsidRPr="002813C1">
        <w:t>Elle laissa s</w:t>
      </w:r>
      <w:r w:rsidR="00B77E03">
        <w:t>’</w:t>
      </w:r>
      <w:r w:rsidRPr="002813C1">
        <w:t>écouler un moment encore</w:t>
      </w:r>
      <w:r w:rsidR="00B77E03">
        <w:t xml:space="preserve">, </w:t>
      </w:r>
      <w:r w:rsidRPr="002813C1">
        <w:t>puis</w:t>
      </w:r>
      <w:r w:rsidR="00B77E03">
        <w:t xml:space="preserve">, </w:t>
      </w:r>
      <w:r w:rsidRPr="002813C1">
        <w:t xml:space="preserve">craignant de faire attendre </w:t>
      </w:r>
      <w:r w:rsidR="00B77E03">
        <w:t>M</w:t>
      </w:r>
      <w:r w:rsidR="00B77E03" w:rsidRPr="00B77E03">
        <w:rPr>
          <w:vertAlign w:val="superscript"/>
        </w:rPr>
        <w:t>me</w:t>
      </w:r>
      <w:r w:rsidR="00B77E03">
        <w:t> </w:t>
      </w:r>
      <w:proofErr w:type="spellStart"/>
      <w:r w:rsidRPr="002813C1">
        <w:t>Férailleur</w:t>
      </w:r>
      <w:proofErr w:type="spellEnd"/>
      <w:r w:rsidR="00B77E03">
        <w:t xml:space="preserve">, </w:t>
      </w:r>
      <w:r w:rsidRPr="002813C1">
        <w:t>elle descendit</w:t>
      </w:r>
      <w:r w:rsidR="00B77E03">
        <w:t>.</w:t>
      </w:r>
    </w:p>
    <w:p w14:paraId="062683C6" w14:textId="77777777" w:rsidR="00B77E03" w:rsidRDefault="0024252B" w:rsidP="00B77E03">
      <w:r w:rsidRPr="002813C1">
        <w:t>Rue Boursault</w:t>
      </w:r>
      <w:r w:rsidR="00B77E03">
        <w:t xml:space="preserve">, </w:t>
      </w:r>
      <w:r w:rsidRPr="002813C1">
        <w:t>à la place indiquée</w:t>
      </w:r>
      <w:r w:rsidR="00B77E03">
        <w:t xml:space="preserve">, </w:t>
      </w:r>
      <w:r w:rsidRPr="002813C1">
        <w:t>un fiacre stationnait</w:t>
      </w:r>
      <w:r w:rsidR="00B77E03">
        <w:t xml:space="preserve">. </w:t>
      </w:r>
      <w:r w:rsidRPr="002813C1">
        <w:t>Les glaces en étaient baissées</w:t>
      </w:r>
      <w:r w:rsidR="00B77E03">
        <w:t xml:space="preserve">, </w:t>
      </w:r>
      <w:r w:rsidRPr="002813C1">
        <w:t>et</w:t>
      </w:r>
      <w:r w:rsidR="00B77E03">
        <w:t xml:space="preserve">, </w:t>
      </w:r>
      <w:r w:rsidRPr="002813C1">
        <w:t>dans l</w:t>
      </w:r>
      <w:r w:rsidR="00B77E03">
        <w:t>’</w:t>
      </w:r>
      <w:r w:rsidRPr="002813C1">
        <w:t>ombre</w:t>
      </w:r>
      <w:r w:rsidR="00B77E03">
        <w:t xml:space="preserve">, </w:t>
      </w:r>
      <w:r w:rsidRPr="002813C1">
        <w:t>vaguement</w:t>
      </w:r>
      <w:r w:rsidR="00B77E03">
        <w:t xml:space="preserve">, </w:t>
      </w:r>
      <w:r w:rsidRPr="002813C1">
        <w:t>on distinguait le visage et les cheveux blancs d</w:t>
      </w:r>
      <w:r w:rsidR="00B77E03">
        <w:t>’</w:t>
      </w:r>
      <w:r w:rsidRPr="002813C1">
        <w:t>une femme âgée</w:t>
      </w:r>
      <w:r w:rsidR="00B77E03">
        <w:t>.</w:t>
      </w:r>
    </w:p>
    <w:p w14:paraId="44918550" w14:textId="36CD26D1" w:rsidR="00B77E03" w:rsidRDefault="0024252B" w:rsidP="00B77E03">
      <w:r w:rsidRPr="002813C1">
        <w:t>Rapidement</w:t>
      </w:r>
      <w:r w:rsidR="00B77E03">
        <w:t xml:space="preserve">, </w:t>
      </w:r>
      <w:r w:rsidRPr="002813C1">
        <w:t>après un regard autour d</w:t>
      </w:r>
      <w:r w:rsidR="00B77E03">
        <w:t>’</w:t>
      </w:r>
      <w:r w:rsidRPr="002813C1">
        <w:t>elle</w:t>
      </w:r>
      <w:r w:rsidR="00B77E03">
        <w:t xml:space="preserve">, </w:t>
      </w:r>
      <w:r w:rsidRPr="002813C1">
        <w:t>pour s</w:t>
      </w:r>
      <w:r w:rsidR="00B77E03">
        <w:t>’</w:t>
      </w:r>
      <w:r w:rsidRPr="002813C1">
        <w:t>assurer qu</w:t>
      </w:r>
      <w:r w:rsidR="00B77E03">
        <w:t>’</w:t>
      </w:r>
      <w:r w:rsidRPr="002813C1">
        <w:t>on ne l</w:t>
      </w:r>
      <w:r w:rsidR="00B77E03">
        <w:t>’</w:t>
      </w:r>
      <w:r w:rsidRPr="002813C1">
        <w:t>avait pas suivie</w:t>
      </w:r>
      <w:r w:rsidR="00B77E03">
        <w:t>, M</w:t>
      </w:r>
      <w:r w:rsidR="00B77E03" w:rsidRPr="00B77E03">
        <w:rPr>
          <w:vertAlign w:val="superscript"/>
        </w:rPr>
        <w:t>lle</w:t>
      </w:r>
      <w:r w:rsidR="00B77E03">
        <w:t> </w:t>
      </w:r>
      <w:r w:rsidRPr="002813C1">
        <w:t>Marguerite s</w:t>
      </w:r>
      <w:r w:rsidR="00B77E03">
        <w:t>’</w:t>
      </w:r>
      <w:r w:rsidRPr="002813C1">
        <w:t>approcha</w:t>
      </w:r>
      <w:r w:rsidR="00B77E03">
        <w:t>.</w:t>
      </w:r>
    </w:p>
    <w:p w14:paraId="2090C37E" w14:textId="77777777" w:rsidR="00B77E03" w:rsidRDefault="00B77E03" w:rsidP="00B77E03">
      <w:r>
        <w:lastRenderedPageBreak/>
        <w:t>— </w:t>
      </w:r>
      <w:r w:rsidR="0024252B" w:rsidRPr="002813C1">
        <w:t>Montez vite</w:t>
      </w:r>
      <w:r>
        <w:t xml:space="preserve">, </w:t>
      </w:r>
      <w:r w:rsidR="0024252B" w:rsidRPr="002813C1">
        <w:t>mademoiselle</w:t>
      </w:r>
      <w:r>
        <w:t xml:space="preserve">, </w:t>
      </w:r>
      <w:r w:rsidR="0024252B" w:rsidRPr="002813C1">
        <w:t>lui dit une voix bienveillante</w:t>
      </w:r>
      <w:r>
        <w:t>.</w:t>
      </w:r>
    </w:p>
    <w:p w14:paraId="164A6E09" w14:textId="77777777" w:rsidR="00B77E03" w:rsidRDefault="0024252B" w:rsidP="00B77E03">
      <w:r w:rsidRPr="002813C1">
        <w:t>Elle monta</w:t>
      </w:r>
      <w:r w:rsidR="00B77E03">
        <w:t xml:space="preserve">, </w:t>
      </w:r>
      <w:r w:rsidRPr="002813C1">
        <w:t>et la portière n</w:t>
      </w:r>
      <w:r w:rsidR="00B77E03">
        <w:t>’</w:t>
      </w:r>
      <w:r w:rsidRPr="002813C1">
        <w:t>était pas refermée</w:t>
      </w:r>
      <w:r w:rsidR="00B77E03">
        <w:t xml:space="preserve">, </w:t>
      </w:r>
      <w:r w:rsidRPr="002813C1">
        <w:t>que le cocher</w:t>
      </w:r>
      <w:r w:rsidR="00B77E03">
        <w:t xml:space="preserve">, </w:t>
      </w:r>
      <w:r w:rsidRPr="002813C1">
        <w:t>enveloppant ses chevaux d</w:t>
      </w:r>
      <w:r w:rsidR="00B77E03">
        <w:t>’</w:t>
      </w:r>
      <w:r w:rsidRPr="002813C1">
        <w:t>un vigoureux coup de fouet</w:t>
      </w:r>
      <w:r w:rsidR="00B77E03">
        <w:t xml:space="preserve">, </w:t>
      </w:r>
      <w:r w:rsidRPr="002813C1">
        <w:t>les lança au galop</w:t>
      </w:r>
      <w:r w:rsidR="00B77E03">
        <w:t>.</w:t>
      </w:r>
    </w:p>
    <w:p w14:paraId="0A8FAC9D" w14:textId="77777777" w:rsidR="00B77E03" w:rsidRDefault="0024252B" w:rsidP="00B77E03">
      <w:r w:rsidRPr="002813C1">
        <w:t>Évidemment</w:t>
      </w:r>
      <w:r w:rsidR="00B77E03">
        <w:t xml:space="preserve">, </w:t>
      </w:r>
      <w:r w:rsidRPr="002813C1">
        <w:t>avec ses instructions</w:t>
      </w:r>
      <w:r w:rsidR="00B77E03">
        <w:t xml:space="preserve">, </w:t>
      </w:r>
      <w:r w:rsidRPr="002813C1">
        <w:t>il avait reçu d</w:t>
      </w:r>
      <w:r w:rsidR="00B77E03">
        <w:t>’</w:t>
      </w:r>
      <w:r w:rsidRPr="002813C1">
        <w:t>avance les arrhes d</w:t>
      </w:r>
      <w:r w:rsidR="00B77E03">
        <w:t>’</w:t>
      </w:r>
      <w:r w:rsidRPr="002813C1">
        <w:t>un magnifique pourboire</w:t>
      </w:r>
      <w:r w:rsidR="00B77E03">
        <w:t>.</w:t>
      </w:r>
    </w:p>
    <w:p w14:paraId="0A47BEE7" w14:textId="77777777" w:rsidR="00B77E03" w:rsidRDefault="0024252B" w:rsidP="00B77E03">
      <w:r w:rsidRPr="002813C1">
        <w:t>Assises l</w:t>
      </w:r>
      <w:r w:rsidR="00B77E03">
        <w:t>’</w:t>
      </w:r>
      <w:r w:rsidRPr="002813C1">
        <w:t>une près de l</w:t>
      </w:r>
      <w:r w:rsidR="00B77E03">
        <w:t>’</w:t>
      </w:r>
      <w:r w:rsidRPr="002813C1">
        <w:t>autre sur la banquette du fond</w:t>
      </w:r>
      <w:r w:rsidR="00B77E03">
        <w:t xml:space="preserve">, </w:t>
      </w:r>
      <w:r w:rsidRPr="002813C1">
        <w:t>la vieille femme et la jeune fille gardaient le silence</w:t>
      </w:r>
      <w:r w:rsidR="00B77E03">
        <w:t xml:space="preserve">, </w:t>
      </w:r>
      <w:r w:rsidRPr="002813C1">
        <w:t>s</w:t>
      </w:r>
      <w:r w:rsidR="00B77E03">
        <w:t>’</w:t>
      </w:r>
      <w:r w:rsidRPr="002813C1">
        <w:t>observant à la dérobée</w:t>
      </w:r>
      <w:r w:rsidR="00B77E03">
        <w:t xml:space="preserve">, </w:t>
      </w:r>
      <w:r w:rsidRPr="002813C1">
        <w:t>cherchant à se dévisager toutes les fois que la voiture passait devant quelque magasin fortement éclairé</w:t>
      </w:r>
      <w:r w:rsidR="00B77E03">
        <w:t>.</w:t>
      </w:r>
    </w:p>
    <w:p w14:paraId="4B65A0F4" w14:textId="77777777" w:rsidR="00B77E03" w:rsidRDefault="0024252B" w:rsidP="00B77E03">
      <w:r w:rsidRPr="002813C1">
        <w:t>Elles ne s</w:t>
      </w:r>
      <w:r w:rsidR="00B77E03">
        <w:t>’</w:t>
      </w:r>
      <w:r w:rsidRPr="002813C1">
        <w:t>étaient jamais vues</w:t>
      </w:r>
      <w:r w:rsidR="00B77E03">
        <w:t xml:space="preserve">, </w:t>
      </w:r>
      <w:r w:rsidRPr="002813C1">
        <w:t>et leur anxiété de se connaître était immense</w:t>
      </w:r>
      <w:r w:rsidR="00B77E03">
        <w:t xml:space="preserve">, </w:t>
      </w:r>
      <w:r w:rsidRPr="002813C1">
        <w:t>chacune sentant bien que l</w:t>
      </w:r>
      <w:r w:rsidR="00B77E03">
        <w:t>’</w:t>
      </w:r>
      <w:r w:rsidRPr="002813C1">
        <w:t>autre aurait sur sa vie une influence décisive</w:t>
      </w:r>
      <w:r w:rsidR="00B77E03">
        <w:t>…</w:t>
      </w:r>
    </w:p>
    <w:p w14:paraId="696EFCBC" w14:textId="6EBD7967" w:rsidR="00B77E03" w:rsidRDefault="0024252B" w:rsidP="00B77E03">
      <w:r w:rsidRPr="002813C1">
        <w:t>Qui eût été admis à l</w:t>
      </w:r>
      <w:r w:rsidR="00B77E03">
        <w:t>’</w:t>
      </w:r>
      <w:r w:rsidRPr="002813C1">
        <w:t xml:space="preserve">intimité de </w:t>
      </w:r>
      <w:r w:rsidR="00B77E03">
        <w:t>M</w:t>
      </w:r>
      <w:r w:rsidR="00B77E03" w:rsidRPr="00B77E03">
        <w:rPr>
          <w:vertAlign w:val="superscript"/>
        </w:rPr>
        <w:t>me</w:t>
      </w:r>
      <w:r w:rsidR="00B77E03">
        <w:t> </w:t>
      </w:r>
      <w:proofErr w:type="spellStart"/>
      <w:r w:rsidRPr="002813C1">
        <w:t>Férailleur</w:t>
      </w:r>
      <w:proofErr w:type="spellEnd"/>
      <w:r w:rsidRPr="002813C1">
        <w:t xml:space="preserve"> eût sans doute trouvé bien surprenante</w:t>
      </w:r>
      <w:r w:rsidR="00B77E03">
        <w:t xml:space="preserve">, </w:t>
      </w:r>
      <w:r w:rsidRPr="002813C1">
        <w:t>bien extraordinaire</w:t>
      </w:r>
      <w:r w:rsidR="00B77E03">
        <w:t xml:space="preserve">, </w:t>
      </w:r>
      <w:r w:rsidRPr="002813C1">
        <w:t>inouïe</w:t>
      </w:r>
      <w:r w:rsidR="00B77E03">
        <w:t xml:space="preserve">, </w:t>
      </w:r>
      <w:r w:rsidRPr="002813C1">
        <w:t>la démarche qu</w:t>
      </w:r>
      <w:r w:rsidR="00B77E03">
        <w:t>’</w:t>
      </w:r>
      <w:r w:rsidRPr="002813C1">
        <w:t>elle hasardait en ce moment</w:t>
      </w:r>
      <w:r w:rsidR="00B77E03">
        <w:t xml:space="preserve">… </w:t>
      </w:r>
      <w:r w:rsidRPr="002813C1">
        <w:t>Elle était cependant tout à fait dans la logique de son caractère</w:t>
      </w:r>
      <w:r w:rsidR="00B77E03">
        <w:t>.</w:t>
      </w:r>
    </w:p>
    <w:p w14:paraId="513D1EA3" w14:textId="5F772774" w:rsidR="00B77E03" w:rsidRDefault="0024252B" w:rsidP="00B77E03">
      <w:r w:rsidRPr="002813C1">
        <w:t>Tant qu</w:t>
      </w:r>
      <w:r w:rsidR="00B77E03">
        <w:t>’</w:t>
      </w:r>
      <w:r w:rsidRPr="002813C1">
        <w:t>elle avait espéré détourner Pascal d</w:t>
      </w:r>
      <w:r w:rsidR="00B77E03">
        <w:t>’</w:t>
      </w:r>
      <w:r w:rsidRPr="002813C1">
        <w:t xml:space="preserve">épouser </w:t>
      </w:r>
      <w:r w:rsidR="00B77E03">
        <w:t>M</w:t>
      </w:r>
      <w:r w:rsidR="00B77E03" w:rsidRPr="00B77E03">
        <w:rPr>
          <w:vertAlign w:val="superscript"/>
        </w:rPr>
        <w:t>lle</w:t>
      </w:r>
      <w:r w:rsidR="00B77E03">
        <w:t> </w:t>
      </w:r>
      <w:r w:rsidRPr="002813C1">
        <w:t>Marguerite</w:t>
      </w:r>
      <w:r w:rsidR="00B77E03">
        <w:t xml:space="preserve">, </w:t>
      </w:r>
      <w:r w:rsidRPr="002813C1">
        <w:t>elle avait témoigné hautement et même exagéré ses préventions et ses répugnances</w:t>
      </w:r>
      <w:r w:rsidR="00B77E03">
        <w:t xml:space="preserve">… </w:t>
      </w:r>
      <w:r w:rsidRPr="002813C1">
        <w:t>Mais du moment où</w:t>
      </w:r>
      <w:r w:rsidR="00B77E03">
        <w:t xml:space="preserve">, </w:t>
      </w:r>
      <w:r w:rsidRPr="002813C1">
        <w:t>vaincue par la passion de son fils</w:t>
      </w:r>
      <w:r w:rsidR="00B77E03">
        <w:t xml:space="preserve">, </w:t>
      </w:r>
      <w:r w:rsidRPr="002813C1">
        <w:t>elle se laissa arracher son consentement</w:t>
      </w:r>
      <w:r w:rsidR="00B77E03">
        <w:t xml:space="preserve">, </w:t>
      </w:r>
      <w:r w:rsidRPr="002813C1">
        <w:t>le point de vue changea</w:t>
      </w:r>
      <w:r w:rsidR="00B77E03">
        <w:t xml:space="preserve">. </w:t>
      </w:r>
      <w:r w:rsidRPr="002813C1">
        <w:t>La jeune fille qui allait être sa bru lui devint sacrée</w:t>
      </w:r>
      <w:r w:rsidR="00B77E03">
        <w:t xml:space="preserve">, </w:t>
      </w:r>
      <w:r w:rsidRPr="002813C1">
        <w:t>et veiller sur elle</w:t>
      </w:r>
      <w:r w:rsidR="00B77E03">
        <w:t xml:space="preserve">, </w:t>
      </w:r>
      <w:r w:rsidRPr="002813C1">
        <w:t>sur sa conduite</w:t>
      </w:r>
      <w:r w:rsidR="00B77E03">
        <w:t xml:space="preserve">, </w:t>
      </w:r>
      <w:r w:rsidRPr="002813C1">
        <w:t>sur sa réputation lui parut le plus strict devoir</w:t>
      </w:r>
      <w:r w:rsidR="00B77E03">
        <w:t>.</w:t>
      </w:r>
    </w:p>
    <w:p w14:paraId="4C572BF6" w14:textId="60614D65" w:rsidR="00B77E03" w:rsidRDefault="0024252B" w:rsidP="00B77E03">
      <w:r w:rsidRPr="002813C1">
        <w:t>Or</w:t>
      </w:r>
      <w:r w:rsidR="00B77E03">
        <w:t xml:space="preserve">, </w:t>
      </w:r>
      <w:r w:rsidRPr="002813C1">
        <w:t>elle avait jugé et décidé qu</w:t>
      </w:r>
      <w:r w:rsidR="00B77E03">
        <w:t>’</w:t>
      </w:r>
      <w:r w:rsidRPr="002813C1">
        <w:t>il n</w:t>
      </w:r>
      <w:r w:rsidR="00B77E03">
        <w:t>’</w:t>
      </w:r>
      <w:r w:rsidRPr="002813C1">
        <w:t>était pas convenable que la fiancée de son fils courût seule les rues</w:t>
      </w:r>
      <w:r w:rsidR="00B77E03">
        <w:t xml:space="preserve">, </w:t>
      </w:r>
      <w:r w:rsidRPr="002813C1">
        <w:t>le soir</w:t>
      </w:r>
      <w:r w:rsidR="00B77E03">
        <w:t xml:space="preserve">. </w:t>
      </w:r>
      <w:r w:rsidRPr="002813C1">
        <w:t>Ne serait-ce pas compromettre son honneur</w:t>
      </w:r>
      <w:r w:rsidR="00B77E03">
        <w:t xml:space="preserve">, </w:t>
      </w:r>
      <w:r w:rsidRPr="002813C1">
        <w:t>et plus tard</w:t>
      </w:r>
      <w:r w:rsidR="00B77E03">
        <w:t xml:space="preserve">, </w:t>
      </w:r>
      <w:r w:rsidRPr="002813C1">
        <w:t xml:space="preserve">la venimeuse </w:t>
      </w:r>
      <w:r w:rsidR="00B77E03">
        <w:t>M</w:t>
      </w:r>
      <w:r w:rsidR="00B77E03" w:rsidRPr="00B77E03">
        <w:rPr>
          <w:vertAlign w:val="superscript"/>
        </w:rPr>
        <w:t>me</w:t>
      </w:r>
      <w:r w:rsidR="00B77E03">
        <w:t> de </w:t>
      </w:r>
      <w:proofErr w:type="spellStart"/>
      <w:r w:rsidRPr="002813C1">
        <w:t>Fondège</w:t>
      </w:r>
      <w:proofErr w:type="spellEnd"/>
      <w:r w:rsidRPr="002813C1">
        <w:t xml:space="preserve"> ne calomnierait-elle pas cette sortie</w:t>
      </w:r>
      <w:r w:rsidR="00B77E03">
        <w:t xml:space="preserve"> ? </w:t>
      </w:r>
      <w:r w:rsidRPr="002813C1">
        <w:lastRenderedPageBreak/>
        <w:t>Et elle était venue</w:t>
      </w:r>
      <w:r w:rsidR="00B77E03">
        <w:t xml:space="preserve">, </w:t>
      </w:r>
      <w:r w:rsidRPr="002813C1">
        <w:t>la rigide bourgeoise</w:t>
      </w:r>
      <w:r w:rsidR="00B77E03">
        <w:t xml:space="preserve">, </w:t>
      </w:r>
      <w:r w:rsidRPr="002813C1">
        <w:t>afin de pouvoir répondre</w:t>
      </w:r>
      <w:r w:rsidR="00B77E03">
        <w:t> :</w:t>
      </w:r>
    </w:p>
    <w:p w14:paraId="3EC5B22F" w14:textId="77777777" w:rsidR="00B77E03" w:rsidRDefault="00B77E03" w:rsidP="00B77E03">
      <w:r>
        <w:t>— </w:t>
      </w:r>
      <w:r w:rsidR="0024252B" w:rsidRPr="002813C1">
        <w:t>J</w:t>
      </w:r>
      <w:r>
        <w:t>’</w:t>
      </w:r>
      <w:r w:rsidR="0024252B" w:rsidRPr="002813C1">
        <w:t>étais là</w:t>
      </w:r>
      <w:r>
        <w:t> !…</w:t>
      </w:r>
    </w:p>
    <w:p w14:paraId="6F6909C0" w14:textId="6B00B98F" w:rsidR="00B77E03" w:rsidRDefault="0024252B" w:rsidP="00B77E03">
      <w:r w:rsidRPr="002813C1">
        <w:t xml:space="preserve">Quant à </w:t>
      </w:r>
      <w:r w:rsidR="00B77E03">
        <w:t>M</w:t>
      </w:r>
      <w:r w:rsidR="00B77E03" w:rsidRPr="00B77E03">
        <w:rPr>
          <w:vertAlign w:val="superscript"/>
        </w:rPr>
        <w:t>lle</w:t>
      </w:r>
      <w:r w:rsidR="00B77E03">
        <w:t> </w:t>
      </w:r>
      <w:r w:rsidRPr="002813C1">
        <w:t>Marguerite</w:t>
      </w:r>
      <w:r w:rsidR="00B77E03">
        <w:t xml:space="preserve">, </w:t>
      </w:r>
      <w:r w:rsidRPr="002813C1">
        <w:t>après les horribles agitations de la journée</w:t>
      </w:r>
      <w:r w:rsidR="00B77E03">
        <w:t xml:space="preserve">, </w:t>
      </w:r>
      <w:r w:rsidRPr="002813C1">
        <w:t>elle s</w:t>
      </w:r>
      <w:r w:rsidR="00B77E03">
        <w:t>’</w:t>
      </w:r>
      <w:r w:rsidRPr="002813C1">
        <w:t>abandonnait sans réserve à la douceur des émotions qui la pénétraient</w:t>
      </w:r>
      <w:r w:rsidR="00B77E03">
        <w:t>…</w:t>
      </w:r>
    </w:p>
    <w:p w14:paraId="63F07B7A" w14:textId="7AE5FF32" w:rsidR="00B77E03" w:rsidRDefault="0024252B" w:rsidP="00B77E03">
      <w:r w:rsidRPr="002813C1">
        <w:t xml:space="preserve">Bien </w:t>
      </w:r>
      <w:proofErr w:type="gramStart"/>
      <w:r w:rsidRPr="002813C1">
        <w:t>des fois</w:t>
      </w:r>
      <w:proofErr w:type="gramEnd"/>
      <w:r w:rsidRPr="002813C1">
        <w:t xml:space="preserve"> Pascal lui avait dit les préjugés de </w:t>
      </w:r>
      <w:r w:rsidR="00B77E03">
        <w:t>M</w:t>
      </w:r>
      <w:r w:rsidR="00B77E03" w:rsidRPr="00B77E03">
        <w:rPr>
          <w:vertAlign w:val="superscript"/>
        </w:rPr>
        <w:t>me</w:t>
      </w:r>
      <w:r w:rsidR="00B77E03">
        <w:t> </w:t>
      </w:r>
      <w:proofErr w:type="spellStart"/>
      <w:r w:rsidRPr="002813C1">
        <w:t>Férailleur</w:t>
      </w:r>
      <w:proofErr w:type="spellEnd"/>
      <w:r w:rsidR="00B77E03">
        <w:t xml:space="preserve">, </w:t>
      </w:r>
      <w:r w:rsidRPr="002813C1">
        <w:t>et l</w:t>
      </w:r>
      <w:r w:rsidR="00B77E03">
        <w:t>’</w:t>
      </w:r>
      <w:r w:rsidRPr="002813C1">
        <w:t>inflexibilité de ses principes</w:t>
      </w:r>
      <w:r w:rsidR="00B77E03">
        <w:t xml:space="preserve">… </w:t>
      </w:r>
      <w:r w:rsidRPr="002813C1">
        <w:t>Mais il lui avait dit aussi son énergie</w:t>
      </w:r>
      <w:r w:rsidR="00B77E03">
        <w:t xml:space="preserve">, </w:t>
      </w:r>
      <w:r w:rsidRPr="002813C1">
        <w:t>l</w:t>
      </w:r>
      <w:r w:rsidR="00B77E03">
        <w:t>’</w:t>
      </w:r>
      <w:r w:rsidRPr="002813C1">
        <w:t>élévation de son esprit et de son cœur</w:t>
      </w:r>
      <w:r w:rsidR="00B77E03">
        <w:t xml:space="preserve">, </w:t>
      </w:r>
      <w:r w:rsidRPr="002813C1">
        <w:t>et qu</w:t>
      </w:r>
      <w:r w:rsidR="00B77E03">
        <w:t>’</w:t>
      </w:r>
      <w:r w:rsidRPr="002813C1">
        <w:t>elle était bonne entre les meilleurs et les plus dévouées</w:t>
      </w:r>
      <w:r w:rsidR="00B77E03">
        <w:t>…</w:t>
      </w:r>
    </w:p>
    <w:p w14:paraId="616905E0" w14:textId="71E7070F" w:rsidR="00B77E03" w:rsidRDefault="0024252B" w:rsidP="00B77E03">
      <w:r w:rsidRPr="002813C1">
        <w:t>Mais pour la jeune fille</w:t>
      </w:r>
      <w:r w:rsidR="00B77E03">
        <w:t xml:space="preserve">, </w:t>
      </w:r>
      <w:r w:rsidRPr="002813C1">
        <w:t>une considération qu</w:t>
      </w:r>
      <w:r w:rsidR="00B77E03">
        <w:t>’</w:t>
      </w:r>
      <w:r w:rsidRPr="002813C1">
        <w:t>elle ne s</w:t>
      </w:r>
      <w:r w:rsidR="00B77E03">
        <w:t>’</w:t>
      </w:r>
      <w:r w:rsidRPr="002813C1">
        <w:t>avouait peut-être pas</w:t>
      </w:r>
      <w:r w:rsidR="00B77E03">
        <w:t xml:space="preserve">, </w:t>
      </w:r>
      <w:r w:rsidRPr="002813C1">
        <w:t>effaçait toutes les autres</w:t>
      </w:r>
      <w:r w:rsidR="00B77E03">
        <w:t>… M</w:t>
      </w:r>
      <w:r w:rsidR="00B77E03" w:rsidRPr="00B77E03">
        <w:rPr>
          <w:vertAlign w:val="superscript"/>
        </w:rPr>
        <w:t>me</w:t>
      </w:r>
      <w:r w:rsidR="00B77E03">
        <w:t> </w:t>
      </w:r>
      <w:proofErr w:type="spellStart"/>
      <w:r w:rsidRPr="002813C1">
        <w:t>Férailleur</w:t>
      </w:r>
      <w:proofErr w:type="spellEnd"/>
      <w:r w:rsidRPr="002813C1">
        <w:t xml:space="preserve"> était la mère de Pascal</w:t>
      </w:r>
      <w:r w:rsidR="00B77E03">
        <w:t xml:space="preserve">… </w:t>
      </w:r>
      <w:r w:rsidRPr="002813C1">
        <w:t>Pour cela seul</w:t>
      </w:r>
      <w:r w:rsidR="00B77E03">
        <w:t xml:space="preserve">, </w:t>
      </w:r>
      <w:r w:rsidRPr="002813C1">
        <w:t>elle l</w:t>
      </w:r>
      <w:r w:rsidR="00B77E03">
        <w:t>’</w:t>
      </w:r>
      <w:r w:rsidRPr="002813C1">
        <w:t>eût adorée</w:t>
      </w:r>
      <w:r w:rsidR="00B77E03">
        <w:t>…</w:t>
      </w:r>
    </w:p>
    <w:p w14:paraId="2246CA1F" w14:textId="7FB97596" w:rsidR="00B77E03" w:rsidRDefault="0024252B" w:rsidP="00B77E03">
      <w:r w:rsidRPr="002813C1">
        <w:t>Comment n</w:t>
      </w:r>
      <w:r w:rsidR="00B77E03">
        <w:t>’</w:t>
      </w:r>
      <w:r w:rsidRPr="002813C1">
        <w:t>eût-elle pas béni cette femme qui</w:t>
      </w:r>
      <w:r w:rsidR="00B77E03">
        <w:t xml:space="preserve">, </w:t>
      </w:r>
      <w:r w:rsidRPr="002813C1">
        <w:t>veuve</w:t>
      </w:r>
      <w:r w:rsidR="00B77E03">
        <w:t xml:space="preserve">, </w:t>
      </w:r>
      <w:r w:rsidRPr="002813C1">
        <w:t>ruinée par un misérable</w:t>
      </w:r>
      <w:r w:rsidR="00B77E03">
        <w:t xml:space="preserve">, </w:t>
      </w:r>
      <w:r w:rsidRPr="002813C1">
        <w:t>s</w:t>
      </w:r>
      <w:r w:rsidR="00B77E03">
        <w:t>’</w:t>
      </w:r>
      <w:r w:rsidRPr="002813C1">
        <w:t>était vaillamment remise au travail pour élever son fils</w:t>
      </w:r>
      <w:r w:rsidR="00B77E03">
        <w:t xml:space="preserve">, </w:t>
      </w:r>
      <w:r w:rsidRPr="002813C1">
        <w:t>et en avait fait un homme</w:t>
      </w:r>
      <w:r w:rsidR="00B77E03">
        <w:t xml:space="preserve">… </w:t>
      </w:r>
      <w:r w:rsidRPr="002813C1">
        <w:t>l</w:t>
      </w:r>
      <w:r w:rsidR="00B77E03">
        <w:t>’</w:t>
      </w:r>
      <w:r w:rsidRPr="002813C1">
        <w:t>homme que</w:t>
      </w:r>
      <w:r w:rsidR="00B77E03">
        <w:t xml:space="preserve">, </w:t>
      </w:r>
      <w:r w:rsidRPr="002813C1">
        <w:t>librement</w:t>
      </w:r>
      <w:r w:rsidR="00B77E03">
        <w:t>, M</w:t>
      </w:r>
      <w:r w:rsidR="00B77E03" w:rsidRPr="00B77E03">
        <w:rPr>
          <w:vertAlign w:val="superscript"/>
        </w:rPr>
        <w:t>lle</w:t>
      </w:r>
      <w:r w:rsidR="00B77E03">
        <w:t> </w:t>
      </w:r>
      <w:r w:rsidRPr="002813C1">
        <w:t>Marguerite avait choisi entre tous</w:t>
      </w:r>
      <w:r w:rsidR="00B77E03">
        <w:t>…</w:t>
      </w:r>
    </w:p>
    <w:p w14:paraId="6B195E55" w14:textId="77777777" w:rsidR="00B77E03" w:rsidRDefault="0024252B" w:rsidP="00B77E03">
      <w:r w:rsidRPr="002813C1">
        <w:t>Elle se fût agenouillée devant cette bourgeoise si simple et si grande</w:t>
      </w:r>
      <w:r w:rsidR="00B77E03">
        <w:t xml:space="preserve">, </w:t>
      </w:r>
      <w:r w:rsidRPr="002813C1">
        <w:t>si elle l</w:t>
      </w:r>
      <w:r w:rsidR="00B77E03">
        <w:t>’</w:t>
      </w:r>
      <w:r w:rsidRPr="002813C1">
        <w:t>eût osé</w:t>
      </w:r>
      <w:r w:rsidR="00B77E03">
        <w:t xml:space="preserve">… </w:t>
      </w:r>
      <w:r w:rsidRPr="002813C1">
        <w:t>elle lui eût baisé les mains</w:t>
      </w:r>
      <w:r w:rsidR="00B77E03">
        <w:t> !…</w:t>
      </w:r>
    </w:p>
    <w:p w14:paraId="35C3313D" w14:textId="77777777" w:rsidR="00B77E03" w:rsidRDefault="0024252B" w:rsidP="00B77E03">
      <w:r w:rsidRPr="002813C1">
        <w:t>Et si son cœur se serra</w:t>
      </w:r>
      <w:r w:rsidR="00B77E03">
        <w:t xml:space="preserve">, </w:t>
      </w:r>
      <w:r w:rsidRPr="002813C1">
        <w:t>pendant qu</w:t>
      </w:r>
      <w:r w:rsidR="00B77E03">
        <w:t>’</w:t>
      </w:r>
      <w:r w:rsidRPr="002813C1">
        <w:t>elle franchissait la distance qui séparait ses espérances de la réalité</w:t>
      </w:r>
      <w:r w:rsidR="00B77E03">
        <w:t xml:space="preserve">, </w:t>
      </w:r>
      <w:r w:rsidRPr="002813C1">
        <w:t>c</w:t>
      </w:r>
      <w:r w:rsidR="00B77E03">
        <w:t>’</w:t>
      </w:r>
      <w:r w:rsidRPr="002813C1">
        <w:t>est que pendant qu</w:t>
      </w:r>
      <w:r w:rsidR="00B77E03">
        <w:t>’</w:t>
      </w:r>
      <w:r w:rsidRPr="002813C1">
        <w:t>elle admirait cette mère incomparable</w:t>
      </w:r>
      <w:r w:rsidR="00B77E03">
        <w:t xml:space="preserve">, </w:t>
      </w:r>
      <w:r w:rsidRPr="002813C1">
        <w:t>le souvenir de sa mère</w:t>
      </w:r>
      <w:r w:rsidR="00B77E03">
        <w:t xml:space="preserve">, </w:t>
      </w:r>
      <w:r w:rsidRPr="002813C1">
        <w:t>à elle</w:t>
      </w:r>
      <w:r w:rsidR="00B77E03">
        <w:t xml:space="preserve">, </w:t>
      </w:r>
      <w:r w:rsidRPr="002813C1">
        <w:t xml:space="preserve">de la baronne </w:t>
      </w:r>
      <w:proofErr w:type="spellStart"/>
      <w:r w:rsidRPr="002813C1">
        <w:t>Trigault</w:t>
      </w:r>
      <w:proofErr w:type="spellEnd"/>
      <w:r w:rsidR="00B77E03">
        <w:t xml:space="preserve">, </w:t>
      </w:r>
      <w:r w:rsidRPr="002813C1">
        <w:t>lui revint</w:t>
      </w:r>
      <w:r w:rsidR="00B77E03">
        <w:t>…</w:t>
      </w:r>
    </w:p>
    <w:p w14:paraId="1799A040" w14:textId="77777777" w:rsidR="00B77E03" w:rsidRDefault="0024252B" w:rsidP="00B77E03">
      <w:r w:rsidRPr="002813C1">
        <w:t>Le fiacre</w:t>
      </w:r>
      <w:r w:rsidR="00B77E03">
        <w:t xml:space="preserve">, </w:t>
      </w:r>
      <w:r w:rsidRPr="002813C1">
        <w:t>cependant</w:t>
      </w:r>
      <w:r w:rsidR="00B77E03">
        <w:t xml:space="preserve">, </w:t>
      </w:r>
      <w:r w:rsidRPr="002813C1">
        <w:t>avait dépassé les boulevards extérieurs</w:t>
      </w:r>
      <w:r w:rsidR="00B77E03">
        <w:t xml:space="preserve">, </w:t>
      </w:r>
      <w:r w:rsidRPr="002813C1">
        <w:t>et il cahotait sur la route d</w:t>
      </w:r>
      <w:r w:rsidR="00B77E03">
        <w:t>’</w:t>
      </w:r>
      <w:r w:rsidRPr="002813C1">
        <w:t>Asnières</w:t>
      </w:r>
      <w:r w:rsidR="00B77E03">
        <w:t xml:space="preserve">, </w:t>
      </w:r>
      <w:r w:rsidRPr="002813C1">
        <w:t>au grand galop des chevaux incessamment fouaillés</w:t>
      </w:r>
      <w:r w:rsidR="00B77E03">
        <w:t>.</w:t>
      </w:r>
    </w:p>
    <w:p w14:paraId="15F8FC5B" w14:textId="4B055EF7" w:rsidR="00B77E03" w:rsidRDefault="00B77E03" w:rsidP="00B77E03">
      <w:r>
        <w:t>— </w:t>
      </w:r>
      <w:r w:rsidR="0024252B" w:rsidRPr="002813C1">
        <w:t>Nous approchons</w:t>
      </w:r>
      <w:r>
        <w:t xml:space="preserve">, </w:t>
      </w:r>
      <w:r w:rsidR="0024252B" w:rsidRPr="002813C1">
        <w:t xml:space="preserve">dit </w:t>
      </w:r>
      <w:r>
        <w:t>M</w:t>
      </w:r>
      <w:r w:rsidRPr="00B77E03">
        <w:rPr>
          <w:vertAlign w:val="superscript"/>
        </w:rPr>
        <w:t>me</w:t>
      </w:r>
      <w:r>
        <w:t> </w:t>
      </w:r>
      <w:proofErr w:type="spellStart"/>
      <w:r w:rsidR="0024252B" w:rsidRPr="002813C1">
        <w:t>Férailleur</w:t>
      </w:r>
      <w:proofErr w:type="spellEnd"/>
      <w:r>
        <w:t>.</w:t>
      </w:r>
    </w:p>
    <w:p w14:paraId="72DDF4FE" w14:textId="63842784" w:rsidR="00B77E03" w:rsidRDefault="0024252B" w:rsidP="00B77E03">
      <w:r w:rsidRPr="002813C1">
        <w:lastRenderedPageBreak/>
        <w:t xml:space="preserve">Ce que répondit </w:t>
      </w:r>
      <w:r w:rsidR="00B77E03">
        <w:t>M</w:t>
      </w:r>
      <w:r w:rsidR="00B77E03" w:rsidRPr="00B77E03">
        <w:rPr>
          <w:vertAlign w:val="superscript"/>
        </w:rPr>
        <w:t>lle</w:t>
      </w:r>
      <w:r w:rsidR="00B77E03">
        <w:t> </w:t>
      </w:r>
      <w:r w:rsidRPr="002813C1">
        <w:t>Marguerite</w:t>
      </w:r>
      <w:r w:rsidR="00B77E03">
        <w:t xml:space="preserve">, </w:t>
      </w:r>
      <w:r w:rsidRPr="002813C1">
        <w:t>on ne l</w:t>
      </w:r>
      <w:r w:rsidR="00B77E03">
        <w:t>’</w:t>
      </w:r>
      <w:r w:rsidRPr="002813C1">
        <w:t>entendit pas</w:t>
      </w:r>
      <w:r w:rsidR="00B77E03">
        <w:t xml:space="preserve"> ; </w:t>
      </w:r>
      <w:r w:rsidRPr="002813C1">
        <w:t>elle étouffait</w:t>
      </w:r>
      <w:r w:rsidR="00B77E03">
        <w:t>.</w:t>
      </w:r>
    </w:p>
    <w:p w14:paraId="264CEDEB" w14:textId="77777777" w:rsidR="00B77E03" w:rsidRDefault="0024252B" w:rsidP="00B77E03">
      <w:r w:rsidRPr="002813C1">
        <w:t>Le cocher venait de tourner court la route de la Révolte</w:t>
      </w:r>
      <w:r w:rsidR="00B77E03">
        <w:t xml:space="preserve"> ; </w:t>
      </w:r>
      <w:r w:rsidRPr="002813C1">
        <w:t>il ne tarda pas à ralentir l</w:t>
      </w:r>
      <w:r w:rsidR="00B77E03">
        <w:t>’</w:t>
      </w:r>
      <w:r w:rsidRPr="002813C1">
        <w:t>allure de ses bêtes</w:t>
      </w:r>
      <w:r w:rsidR="00B77E03">
        <w:t>.</w:t>
      </w:r>
    </w:p>
    <w:p w14:paraId="4DF490D9" w14:textId="4DB61FCA" w:rsidR="00B77E03" w:rsidRDefault="00B77E03" w:rsidP="00B77E03">
      <w:r>
        <w:t>— </w:t>
      </w:r>
      <w:r w:rsidR="0024252B" w:rsidRPr="002813C1">
        <w:t>Regardez</w:t>
      </w:r>
      <w:r>
        <w:t xml:space="preserve">, </w:t>
      </w:r>
      <w:r w:rsidR="0024252B" w:rsidRPr="002813C1">
        <w:t>mademoiselle</w:t>
      </w:r>
      <w:r>
        <w:t xml:space="preserve">, </w:t>
      </w:r>
      <w:r w:rsidR="0024252B" w:rsidRPr="002813C1">
        <w:t xml:space="preserve">dit encore </w:t>
      </w:r>
      <w:r>
        <w:t>M</w:t>
      </w:r>
      <w:r w:rsidRPr="00B77E03">
        <w:rPr>
          <w:vertAlign w:val="superscript"/>
        </w:rPr>
        <w:t>me</w:t>
      </w:r>
      <w:r>
        <w:t> </w:t>
      </w:r>
      <w:proofErr w:type="spellStart"/>
      <w:r w:rsidR="0024252B" w:rsidRPr="002813C1">
        <w:t>Férailleur</w:t>
      </w:r>
      <w:proofErr w:type="spellEnd"/>
      <w:r>
        <w:t xml:space="preserve">, </w:t>
      </w:r>
      <w:r w:rsidR="0024252B" w:rsidRPr="002813C1">
        <w:t>voici notre maison là-bas</w:t>
      </w:r>
      <w:r>
        <w:t>.</w:t>
      </w:r>
    </w:p>
    <w:p w14:paraId="6D6BA5CE" w14:textId="77777777" w:rsidR="00B77E03" w:rsidRDefault="0024252B" w:rsidP="00B77E03">
      <w:r w:rsidRPr="002813C1">
        <w:t>Sur le seuil</w:t>
      </w:r>
      <w:r w:rsidR="00B77E03">
        <w:t xml:space="preserve">, </w:t>
      </w:r>
      <w:r w:rsidRPr="002813C1">
        <w:t>la tête nue</w:t>
      </w:r>
      <w:r w:rsidR="00B77E03">
        <w:t xml:space="preserve"> ; </w:t>
      </w:r>
      <w:r w:rsidRPr="002813C1">
        <w:t>les cheveux au vent</w:t>
      </w:r>
      <w:r w:rsidR="00B77E03">
        <w:t xml:space="preserve">, </w:t>
      </w:r>
      <w:r w:rsidRPr="002813C1">
        <w:t>haletant d</w:t>
      </w:r>
      <w:r w:rsidR="00B77E03">
        <w:t>’</w:t>
      </w:r>
      <w:r w:rsidRPr="002813C1">
        <w:t>impatience et d</w:t>
      </w:r>
      <w:r w:rsidR="00B77E03">
        <w:t>’</w:t>
      </w:r>
      <w:r w:rsidRPr="002813C1">
        <w:t>espoir</w:t>
      </w:r>
      <w:r w:rsidR="00B77E03">
        <w:t xml:space="preserve">, </w:t>
      </w:r>
      <w:r w:rsidRPr="002813C1">
        <w:t>un homme était debout</w:t>
      </w:r>
      <w:r w:rsidR="00B77E03">
        <w:t xml:space="preserve">, </w:t>
      </w:r>
      <w:r w:rsidRPr="002813C1">
        <w:t>qui comptait les secondes aux battements furieux de ses tempes</w:t>
      </w:r>
      <w:r w:rsidR="00B77E03">
        <w:t xml:space="preserve">… </w:t>
      </w:r>
      <w:r w:rsidRPr="002813C1">
        <w:t>Pascal</w:t>
      </w:r>
      <w:r w:rsidR="00B77E03">
        <w:t>.</w:t>
      </w:r>
    </w:p>
    <w:p w14:paraId="7765C44B" w14:textId="77777777" w:rsidR="00B77E03" w:rsidRDefault="0024252B" w:rsidP="00B77E03">
      <w:r w:rsidRPr="002813C1">
        <w:t>Il n</w:t>
      </w:r>
      <w:r w:rsidR="00B77E03">
        <w:t>’</w:t>
      </w:r>
      <w:r w:rsidRPr="002813C1">
        <w:t>attendit pas que la voiture s</w:t>
      </w:r>
      <w:r w:rsidR="00B77E03">
        <w:t>’</w:t>
      </w:r>
      <w:r w:rsidRPr="002813C1">
        <w:t>arrêtât</w:t>
      </w:r>
      <w:r w:rsidR="00B77E03">
        <w:t>…</w:t>
      </w:r>
    </w:p>
    <w:p w14:paraId="2994EEF1" w14:textId="45FDCA54" w:rsidR="00B77E03" w:rsidRDefault="0024252B" w:rsidP="00B77E03">
      <w:r w:rsidRPr="002813C1">
        <w:t>Bondissant jusqu</w:t>
      </w:r>
      <w:r w:rsidR="00B77E03">
        <w:t>’</w:t>
      </w:r>
      <w:r w:rsidRPr="002813C1">
        <w:t>à la portière</w:t>
      </w:r>
      <w:r w:rsidR="00B77E03">
        <w:t xml:space="preserve">, </w:t>
      </w:r>
      <w:r w:rsidRPr="002813C1">
        <w:t>il l</w:t>
      </w:r>
      <w:r w:rsidR="00B77E03">
        <w:t>’</w:t>
      </w:r>
      <w:r w:rsidRPr="002813C1">
        <w:t>ouvrit</w:t>
      </w:r>
      <w:r w:rsidR="00B77E03">
        <w:t xml:space="preserve">, </w:t>
      </w:r>
      <w:r w:rsidRPr="002813C1">
        <w:t xml:space="preserve">et </w:t>
      </w:r>
      <w:r w:rsidR="00B77E03">
        <w:t>M</w:t>
      </w:r>
      <w:r w:rsidR="00B77E03" w:rsidRPr="00B77E03">
        <w:rPr>
          <w:vertAlign w:val="superscript"/>
        </w:rPr>
        <w:t>lle</w:t>
      </w:r>
      <w:r w:rsidR="00B77E03">
        <w:t> </w:t>
      </w:r>
      <w:r w:rsidRPr="002813C1">
        <w:t>Marguerite se trouvant de son côté</w:t>
      </w:r>
      <w:r w:rsidR="00B77E03">
        <w:t xml:space="preserve">, </w:t>
      </w:r>
      <w:r w:rsidRPr="002813C1">
        <w:t>il l</w:t>
      </w:r>
      <w:r w:rsidR="00B77E03">
        <w:t>’</w:t>
      </w:r>
      <w:r w:rsidRPr="002813C1">
        <w:t>attira à lui</w:t>
      </w:r>
      <w:r w:rsidR="00B77E03">
        <w:t xml:space="preserve">, </w:t>
      </w:r>
      <w:r w:rsidRPr="002813C1">
        <w:t>l</w:t>
      </w:r>
      <w:r w:rsidR="00B77E03">
        <w:t>’</w:t>
      </w:r>
      <w:r w:rsidRPr="002813C1">
        <w:t>enleva entre ses bras</w:t>
      </w:r>
      <w:r w:rsidR="00B77E03">
        <w:t xml:space="preserve">, </w:t>
      </w:r>
      <w:r w:rsidRPr="002813C1">
        <w:t>et l</w:t>
      </w:r>
      <w:r w:rsidR="00B77E03">
        <w:t>’</w:t>
      </w:r>
      <w:r w:rsidRPr="002813C1">
        <w:t>emporta dans la maison en poussant un grand cri de joie</w:t>
      </w:r>
      <w:r w:rsidR="00B77E03">
        <w:t>…</w:t>
      </w:r>
    </w:p>
    <w:p w14:paraId="68EA2CE4" w14:textId="77777777" w:rsidR="00B77E03" w:rsidRDefault="0024252B" w:rsidP="00B77E03">
      <w:r w:rsidRPr="002813C1">
        <w:t>Elle n</w:t>
      </w:r>
      <w:r w:rsidR="00B77E03">
        <w:t>’</w:t>
      </w:r>
      <w:r w:rsidRPr="002813C1">
        <w:t>eut pas le temps de se reconnaître</w:t>
      </w:r>
      <w:r w:rsidR="00B77E03">
        <w:t xml:space="preserve">. </w:t>
      </w:r>
      <w:r w:rsidRPr="002813C1">
        <w:t>Il la déposa sur un méchant fauteuil</w:t>
      </w:r>
      <w:r w:rsidR="00B77E03">
        <w:t xml:space="preserve">, </w:t>
      </w:r>
      <w:r w:rsidRPr="002813C1">
        <w:t>et se laissant tomber à genoux devant elle</w:t>
      </w:r>
      <w:r w:rsidR="00B77E03">
        <w:t> :</w:t>
      </w:r>
    </w:p>
    <w:p w14:paraId="0ED4B325" w14:textId="77777777" w:rsidR="00B77E03" w:rsidRDefault="00B77E03" w:rsidP="00B77E03">
      <w:r>
        <w:t>— </w:t>
      </w:r>
      <w:r w:rsidR="0024252B" w:rsidRPr="002813C1">
        <w:t>Enfin je vous revois</w:t>
      </w:r>
      <w:r>
        <w:t xml:space="preserve">, </w:t>
      </w:r>
      <w:r w:rsidR="0024252B" w:rsidRPr="002813C1">
        <w:t>ô ma Marguerite bien-aimée</w:t>
      </w:r>
      <w:r>
        <w:t xml:space="preserve"> !… </w:t>
      </w:r>
      <w:r w:rsidR="0024252B" w:rsidRPr="002813C1">
        <w:t>s</w:t>
      </w:r>
      <w:r>
        <w:t>’</w:t>
      </w:r>
      <w:r w:rsidR="0024252B" w:rsidRPr="002813C1">
        <w:t>écria-t-il</w:t>
      </w:r>
      <w:r>
        <w:t xml:space="preserve">… </w:t>
      </w:r>
      <w:r w:rsidR="0024252B" w:rsidRPr="002813C1">
        <w:t>Vous êtes à moi</w:t>
      </w:r>
      <w:r>
        <w:t xml:space="preserve">, </w:t>
      </w:r>
      <w:r w:rsidR="0024252B" w:rsidRPr="002813C1">
        <w:t>rien ne nous séparera plus</w:t>
      </w:r>
      <w:r>
        <w:t> !…</w:t>
      </w:r>
    </w:p>
    <w:p w14:paraId="6339F6DD" w14:textId="0495CE25" w:rsidR="00B77E03" w:rsidRDefault="0024252B" w:rsidP="00B77E03">
      <w:r w:rsidRPr="002813C1">
        <w:t>Ils sanglotaient</w:t>
      </w:r>
      <w:r w:rsidR="00B77E03">
        <w:t xml:space="preserve">… </w:t>
      </w:r>
      <w:r w:rsidRPr="002813C1">
        <w:t>Forts contre l</w:t>
      </w:r>
      <w:r w:rsidR="00B77E03">
        <w:t>’</w:t>
      </w:r>
      <w:r w:rsidRPr="002813C1">
        <w:t>adversité</w:t>
      </w:r>
      <w:r w:rsidR="00B77E03">
        <w:t xml:space="preserve">, </w:t>
      </w:r>
      <w:r w:rsidRPr="002813C1">
        <w:t>ils succombaient sous l</w:t>
      </w:r>
      <w:r w:rsidR="00B77E03">
        <w:t>’</w:t>
      </w:r>
      <w:r w:rsidRPr="002813C1">
        <w:t>excès de leur bonheur</w:t>
      </w:r>
      <w:r w:rsidR="00B77E03">
        <w:t xml:space="preserve">… </w:t>
      </w:r>
      <w:r w:rsidRPr="002813C1">
        <w:t>Et ils demeuraient là</w:t>
      </w:r>
      <w:r w:rsidR="00B77E03">
        <w:t xml:space="preserve">, </w:t>
      </w:r>
      <w:r w:rsidRPr="002813C1">
        <w:t>penchés l</w:t>
      </w:r>
      <w:r w:rsidR="00B77E03">
        <w:t>’</w:t>
      </w:r>
      <w:r w:rsidRPr="002813C1">
        <w:t>un vers l</w:t>
      </w:r>
      <w:r w:rsidR="00B77E03">
        <w:t>’</w:t>
      </w:r>
      <w:r w:rsidRPr="002813C1">
        <w:t>autre</w:t>
      </w:r>
      <w:r w:rsidR="00B77E03">
        <w:t xml:space="preserve">, </w:t>
      </w:r>
      <w:r w:rsidRPr="002813C1">
        <w:t>si près que leur souffle se mêlait</w:t>
      </w:r>
      <w:r w:rsidR="00B77E03">
        <w:t xml:space="preserve">, </w:t>
      </w:r>
      <w:r w:rsidRPr="002813C1">
        <w:t>les mains enlacées</w:t>
      </w:r>
      <w:r w:rsidR="00B77E03">
        <w:t xml:space="preserve">, </w:t>
      </w:r>
      <w:r w:rsidRPr="002813C1">
        <w:t>les yeux dans leurs yeux</w:t>
      </w:r>
      <w:r w:rsidR="00B77E03">
        <w:t xml:space="preserve">, </w:t>
      </w:r>
      <w:r w:rsidRPr="002813C1">
        <w:t>troublés jusqu</w:t>
      </w:r>
      <w:r w:rsidR="00B77E03">
        <w:t>’</w:t>
      </w:r>
      <w:r w:rsidRPr="002813C1">
        <w:t>au plus profond d</w:t>
      </w:r>
      <w:r w:rsidR="00B77E03">
        <w:t>’</w:t>
      </w:r>
      <w:r w:rsidRPr="002813C1">
        <w:t>eux-mêmes</w:t>
      </w:r>
      <w:r w:rsidR="00B77E03">
        <w:t xml:space="preserve">, </w:t>
      </w:r>
      <w:r w:rsidRPr="002813C1">
        <w:t>le visage inondé de larmes</w:t>
      </w:r>
      <w:r w:rsidR="00B77E03">
        <w:t xml:space="preserve">, </w:t>
      </w:r>
      <w:r w:rsidRPr="002813C1">
        <w:t>palpitants à croire que leur cœur se brisait</w:t>
      </w:r>
      <w:r w:rsidR="00B77E03">
        <w:t xml:space="preserve">… </w:t>
      </w:r>
      <w:r w:rsidRPr="002813C1">
        <w:t>Debout</w:t>
      </w:r>
      <w:r w:rsidR="00B77E03">
        <w:t xml:space="preserve">, </w:t>
      </w:r>
      <w:r w:rsidRPr="002813C1">
        <w:t>appuyée à l</w:t>
      </w:r>
      <w:r w:rsidR="00B77E03">
        <w:t>’</w:t>
      </w:r>
      <w:r w:rsidRPr="002813C1">
        <w:t>huisserie de la porte</w:t>
      </w:r>
      <w:r w:rsidR="00B77E03">
        <w:t>, M</w:t>
      </w:r>
      <w:r w:rsidR="00B77E03" w:rsidRPr="00B77E03">
        <w:rPr>
          <w:vertAlign w:val="superscript"/>
        </w:rPr>
        <w:t>me</w:t>
      </w:r>
      <w:r w:rsidR="00B77E03">
        <w:t> </w:t>
      </w:r>
      <w:proofErr w:type="spellStart"/>
      <w:r w:rsidRPr="002813C1">
        <w:t>Férailleur</w:t>
      </w:r>
      <w:proofErr w:type="spellEnd"/>
      <w:r w:rsidRPr="002813C1">
        <w:t xml:space="preserve"> pleurait</w:t>
      </w:r>
      <w:r w:rsidR="00B77E03">
        <w:t>.</w:t>
      </w:r>
    </w:p>
    <w:p w14:paraId="0F216859" w14:textId="77777777" w:rsidR="00B77E03" w:rsidRDefault="00B77E03" w:rsidP="00B77E03">
      <w:r>
        <w:lastRenderedPageBreak/>
        <w:t>— </w:t>
      </w:r>
      <w:r w:rsidR="0024252B" w:rsidRPr="002813C1">
        <w:t>Comment vous dire tout ce que j</w:t>
      </w:r>
      <w:r>
        <w:t>’</w:t>
      </w:r>
      <w:r w:rsidR="0024252B" w:rsidRPr="002813C1">
        <w:t>ai souffert</w:t>
      </w:r>
      <w:r>
        <w:t xml:space="preserve">… </w:t>
      </w:r>
      <w:r w:rsidR="0024252B" w:rsidRPr="002813C1">
        <w:t>poursuivait Pascal d</w:t>
      </w:r>
      <w:r>
        <w:t>’</w:t>
      </w:r>
      <w:r w:rsidR="0024252B" w:rsidRPr="002813C1">
        <w:t>une voix saccadée</w:t>
      </w:r>
      <w:r>
        <w:t xml:space="preserve">. </w:t>
      </w:r>
      <w:r w:rsidR="0024252B" w:rsidRPr="002813C1">
        <w:t>Les journaux vous ont tout appris</w:t>
      </w:r>
      <w:r>
        <w:t xml:space="preserve">, </w:t>
      </w:r>
      <w:r w:rsidR="0024252B" w:rsidRPr="002813C1">
        <w:t>n</w:t>
      </w:r>
      <w:r>
        <w:t>’</w:t>
      </w:r>
      <w:r w:rsidR="0024252B" w:rsidRPr="002813C1">
        <w:t>est-ce pas</w:t>
      </w:r>
      <w:r>
        <w:t xml:space="preserve"> ?… </w:t>
      </w:r>
      <w:r w:rsidR="0024252B" w:rsidRPr="002813C1">
        <w:t>qu</w:t>
      </w:r>
      <w:r>
        <w:t>’</w:t>
      </w:r>
      <w:r w:rsidR="0024252B" w:rsidRPr="002813C1">
        <w:t>on m</w:t>
      </w:r>
      <w:r>
        <w:t>’</w:t>
      </w:r>
      <w:r w:rsidR="0024252B" w:rsidRPr="002813C1">
        <w:t>a accusé de tricher au jeu</w:t>
      </w:r>
      <w:r>
        <w:t xml:space="preserve"> ; </w:t>
      </w:r>
      <w:r w:rsidR="0024252B" w:rsidRPr="002813C1">
        <w:t>qu</w:t>
      </w:r>
      <w:r>
        <w:t>’</w:t>
      </w:r>
      <w:r w:rsidR="0024252B" w:rsidRPr="002813C1">
        <w:t>on m</w:t>
      </w:r>
      <w:r>
        <w:t>’</w:t>
      </w:r>
      <w:r w:rsidR="0024252B" w:rsidRPr="002813C1">
        <w:t>a appelé voleur en face</w:t>
      </w:r>
      <w:r>
        <w:t xml:space="preserve"> ; </w:t>
      </w:r>
      <w:r w:rsidR="0024252B" w:rsidRPr="002813C1">
        <w:t>qu</w:t>
      </w:r>
      <w:r>
        <w:t>’</w:t>
      </w:r>
      <w:r w:rsidR="0024252B" w:rsidRPr="002813C1">
        <w:t>on a levé la main sur moi pour me fouiller</w:t>
      </w:r>
      <w:r>
        <w:t xml:space="preserve"> ; </w:t>
      </w:r>
      <w:r w:rsidR="0024252B" w:rsidRPr="002813C1">
        <w:t>que mes amis les plus intimes m</w:t>
      </w:r>
      <w:r>
        <w:t>’</w:t>
      </w:r>
      <w:r w:rsidR="0024252B" w:rsidRPr="002813C1">
        <w:t>ont renié</w:t>
      </w:r>
      <w:r>
        <w:t xml:space="preserve"> ; </w:t>
      </w:r>
      <w:r w:rsidR="0024252B" w:rsidRPr="002813C1">
        <w:t>que j</w:t>
      </w:r>
      <w:r>
        <w:t>’</w:t>
      </w:r>
      <w:r w:rsidR="0024252B" w:rsidRPr="002813C1">
        <w:t>ai été chassé du Palais</w:t>
      </w:r>
      <w:r>
        <w:t xml:space="preserve">… </w:t>
      </w:r>
      <w:r w:rsidR="0024252B" w:rsidRPr="002813C1">
        <w:t>Tout cela est horrible</w:t>
      </w:r>
      <w:r>
        <w:t xml:space="preserve">, </w:t>
      </w:r>
      <w:r w:rsidR="0024252B" w:rsidRPr="002813C1">
        <w:t>n</w:t>
      </w:r>
      <w:r>
        <w:t>’</w:t>
      </w:r>
      <w:r w:rsidR="0024252B" w:rsidRPr="002813C1">
        <w:t>est-ce pas</w:t>
      </w:r>
      <w:r>
        <w:t xml:space="preserve"> ?… </w:t>
      </w:r>
      <w:r w:rsidR="0024252B" w:rsidRPr="002813C1">
        <w:t>Eh bien</w:t>
      </w:r>
      <w:r>
        <w:t xml:space="preserve"> ! </w:t>
      </w:r>
      <w:r w:rsidR="0024252B" w:rsidRPr="002813C1">
        <w:t>non</w:t>
      </w:r>
      <w:r>
        <w:t xml:space="preserve">, </w:t>
      </w:r>
      <w:r w:rsidR="0024252B" w:rsidRPr="002813C1">
        <w:t>ce n</w:t>
      </w:r>
      <w:r>
        <w:t>’</w:t>
      </w:r>
      <w:r w:rsidR="0024252B" w:rsidRPr="002813C1">
        <w:t>est rien</w:t>
      </w:r>
      <w:r>
        <w:t xml:space="preserve">, </w:t>
      </w:r>
      <w:r w:rsidR="0024252B" w:rsidRPr="002813C1">
        <w:t>comparé à la douleur atroce</w:t>
      </w:r>
      <w:r>
        <w:t xml:space="preserve">, </w:t>
      </w:r>
      <w:r w:rsidR="0024252B" w:rsidRPr="002813C1">
        <w:t>insoutenable que j</w:t>
      </w:r>
      <w:r>
        <w:t>’</w:t>
      </w:r>
      <w:r w:rsidR="0024252B" w:rsidRPr="002813C1">
        <w:t>ai ressentie en pensant que vous ajoutiez foi à l</w:t>
      </w:r>
      <w:r>
        <w:t>’</w:t>
      </w:r>
      <w:r w:rsidR="0024252B" w:rsidRPr="002813C1">
        <w:t>abominable calomnie qui me déshonorait</w:t>
      </w:r>
      <w:r>
        <w:t>.</w:t>
      </w:r>
    </w:p>
    <w:p w14:paraId="720B5A1D" w14:textId="220A3067" w:rsidR="00B77E03" w:rsidRDefault="00B77E03" w:rsidP="00B77E03">
      <w:r>
        <w:t>M</w:t>
      </w:r>
      <w:r w:rsidRPr="00B77E03">
        <w:rPr>
          <w:vertAlign w:val="superscript"/>
        </w:rPr>
        <w:t>lle</w:t>
      </w:r>
      <w:r>
        <w:t> </w:t>
      </w:r>
      <w:r w:rsidR="0024252B" w:rsidRPr="002813C1">
        <w:t>Marguerite se dressa</w:t>
      </w:r>
      <w:r>
        <w:t>.</w:t>
      </w:r>
    </w:p>
    <w:p w14:paraId="12CE29D8" w14:textId="77777777" w:rsidR="00B77E03" w:rsidRDefault="00B77E03" w:rsidP="00B77E03">
      <w:r>
        <w:t>— </w:t>
      </w:r>
      <w:r w:rsidR="0024252B" w:rsidRPr="002813C1">
        <w:t>Vous avez pensé cela</w:t>
      </w:r>
      <w:r>
        <w:t xml:space="preserve">, </w:t>
      </w:r>
      <w:r w:rsidR="0024252B" w:rsidRPr="002813C1">
        <w:t>s</w:t>
      </w:r>
      <w:r>
        <w:t>’</w:t>
      </w:r>
      <w:r w:rsidR="0024252B" w:rsidRPr="002813C1">
        <w:t>écria-t-elle</w:t>
      </w:r>
      <w:r>
        <w:t xml:space="preserve">, </w:t>
      </w:r>
      <w:r w:rsidR="0024252B" w:rsidRPr="002813C1">
        <w:t>vous avez cru que je doutais de vous</w:t>
      </w:r>
      <w:r>
        <w:t xml:space="preserve">, </w:t>
      </w:r>
      <w:r w:rsidR="0024252B" w:rsidRPr="002813C1">
        <w:t>moi</w:t>
      </w:r>
      <w:r>
        <w:t xml:space="preserve"> !… </w:t>
      </w:r>
      <w:r w:rsidR="0024252B" w:rsidRPr="002813C1">
        <w:t>Comme vous</w:t>
      </w:r>
      <w:r>
        <w:t xml:space="preserve">, </w:t>
      </w:r>
      <w:r w:rsidR="0024252B" w:rsidRPr="002813C1">
        <w:t>je suis accusée d</w:t>
      </w:r>
      <w:r>
        <w:t>’</w:t>
      </w:r>
      <w:r w:rsidR="0024252B" w:rsidRPr="002813C1">
        <w:t>un vol ignoble</w:t>
      </w:r>
      <w:r>
        <w:t xml:space="preserve">… </w:t>
      </w:r>
      <w:r w:rsidR="0024252B" w:rsidRPr="002813C1">
        <w:t>Me soupçonnez-vous donc</w:t>
      </w:r>
      <w:r>
        <w:t> ?…</w:t>
      </w:r>
    </w:p>
    <w:p w14:paraId="3DB1ABA0" w14:textId="77777777" w:rsidR="00B77E03" w:rsidRDefault="00B77E03" w:rsidP="00B77E03">
      <w:r>
        <w:t>— </w:t>
      </w:r>
      <w:r w:rsidR="0024252B" w:rsidRPr="002813C1">
        <w:t>Dieu puissant</w:t>
      </w:r>
      <w:r>
        <w:t xml:space="preserve"> ! </w:t>
      </w:r>
      <w:r w:rsidR="0024252B" w:rsidRPr="002813C1">
        <w:t>moi</w:t>
      </w:r>
      <w:r>
        <w:t xml:space="preserve">, </w:t>
      </w:r>
      <w:r w:rsidR="0024252B" w:rsidRPr="002813C1">
        <w:t>vous soupçonner</w:t>
      </w:r>
      <w:r>
        <w:t> !…</w:t>
      </w:r>
    </w:p>
    <w:p w14:paraId="1E74ECFC" w14:textId="77777777" w:rsidR="00B77E03" w:rsidRDefault="00B77E03" w:rsidP="00B77E03">
      <w:r>
        <w:t>— </w:t>
      </w:r>
      <w:r w:rsidR="0024252B" w:rsidRPr="002813C1">
        <w:t>Alors pourquoi</w:t>
      </w:r>
      <w:r>
        <w:t>…</w:t>
      </w:r>
    </w:p>
    <w:p w14:paraId="4BA00D22" w14:textId="778410B9" w:rsidR="00B77E03" w:rsidRDefault="00B77E03" w:rsidP="00B77E03">
      <w:r>
        <w:t>— </w:t>
      </w:r>
      <w:r w:rsidR="0024252B" w:rsidRPr="002813C1">
        <w:t>Je n</w:t>
      </w:r>
      <w:r>
        <w:t>’</w:t>
      </w:r>
      <w:r w:rsidR="0024252B" w:rsidRPr="002813C1">
        <w:t>avais plus ma raison</w:t>
      </w:r>
      <w:r>
        <w:t xml:space="preserve">, </w:t>
      </w:r>
      <w:r w:rsidR="0024252B" w:rsidRPr="002813C1">
        <w:t>Marguerite</w:t>
      </w:r>
      <w:r>
        <w:t xml:space="preserve">, </w:t>
      </w:r>
      <w:r w:rsidR="0024252B" w:rsidRPr="002813C1">
        <w:t>mon unique amie</w:t>
      </w:r>
      <w:r>
        <w:t xml:space="preserve">, </w:t>
      </w:r>
      <w:r w:rsidR="0024252B" w:rsidRPr="002813C1">
        <w:t>j</w:t>
      </w:r>
      <w:r>
        <w:t>’</w:t>
      </w:r>
      <w:r w:rsidR="0024252B" w:rsidRPr="002813C1">
        <w:t>étais fou</w:t>
      </w:r>
      <w:r>
        <w:t xml:space="preserve"> !… </w:t>
      </w:r>
      <w:r w:rsidR="0024252B" w:rsidRPr="002813C1">
        <w:t>Qui ne l</w:t>
      </w:r>
      <w:r>
        <w:t>’</w:t>
      </w:r>
      <w:r w:rsidR="0024252B" w:rsidRPr="002813C1">
        <w:t>eût été à ma place</w:t>
      </w:r>
      <w:r>
        <w:t xml:space="preserve"> !… </w:t>
      </w:r>
      <w:r w:rsidR="0024252B" w:rsidRPr="002813C1">
        <w:t>C</w:t>
      </w:r>
      <w:r>
        <w:t>’</w:t>
      </w:r>
      <w:r w:rsidR="0024252B" w:rsidRPr="002813C1">
        <w:t>était le lendemain du guet-apens infâme</w:t>
      </w:r>
      <w:r>
        <w:t xml:space="preserve">… </w:t>
      </w:r>
      <w:r w:rsidR="0024252B" w:rsidRPr="002813C1">
        <w:t>J</w:t>
      </w:r>
      <w:r>
        <w:t>’</w:t>
      </w:r>
      <w:r w:rsidR="0024252B" w:rsidRPr="002813C1">
        <w:t xml:space="preserve">avais fait demander </w:t>
      </w:r>
      <w:r>
        <w:t>M</w:t>
      </w:r>
      <w:r w:rsidRPr="00B77E03">
        <w:rPr>
          <w:vertAlign w:val="superscript"/>
        </w:rPr>
        <w:t>me</w:t>
      </w:r>
      <w:r>
        <w:t> </w:t>
      </w:r>
      <w:r w:rsidR="0024252B" w:rsidRPr="002813C1">
        <w:t>Léon</w:t>
      </w:r>
      <w:r>
        <w:t xml:space="preserve">, </w:t>
      </w:r>
      <w:r w:rsidR="0024252B" w:rsidRPr="002813C1">
        <w:t>et je l</w:t>
      </w:r>
      <w:r>
        <w:t>’</w:t>
      </w:r>
      <w:r w:rsidR="0024252B" w:rsidRPr="002813C1">
        <w:t>avais chargée pour vous d</w:t>
      </w:r>
      <w:r>
        <w:t>’</w:t>
      </w:r>
      <w:r w:rsidR="0024252B" w:rsidRPr="002813C1">
        <w:t>une lettre où je vous conjurais de m</w:t>
      </w:r>
      <w:r>
        <w:t>’</w:t>
      </w:r>
      <w:r w:rsidR="0024252B" w:rsidRPr="002813C1">
        <w:t>accorder cinq minutes</w:t>
      </w:r>
      <w:r>
        <w:t>…</w:t>
      </w:r>
    </w:p>
    <w:p w14:paraId="5957D67F" w14:textId="77777777" w:rsidR="00B77E03" w:rsidRDefault="00B77E03" w:rsidP="00B77E03">
      <w:r>
        <w:t>— </w:t>
      </w:r>
      <w:r w:rsidR="0024252B" w:rsidRPr="002813C1">
        <w:t>Hélas</w:t>
      </w:r>
      <w:r>
        <w:t xml:space="preserve"> ! </w:t>
      </w:r>
      <w:r w:rsidR="0024252B" w:rsidRPr="002813C1">
        <w:t>je ne l</w:t>
      </w:r>
      <w:r>
        <w:t>’</w:t>
      </w:r>
      <w:r w:rsidR="0024252B" w:rsidRPr="002813C1">
        <w:t>ai pas reçue</w:t>
      </w:r>
      <w:r>
        <w:t xml:space="preserve">, </w:t>
      </w:r>
      <w:r w:rsidR="0024252B" w:rsidRPr="002813C1">
        <w:t>cette lettre</w:t>
      </w:r>
      <w:r>
        <w:t>.</w:t>
      </w:r>
    </w:p>
    <w:p w14:paraId="5A7567BE" w14:textId="7D5BEB23" w:rsidR="00B77E03" w:rsidRDefault="00B77E03" w:rsidP="00B77E03">
      <w:r>
        <w:t>— </w:t>
      </w:r>
      <w:r w:rsidR="0024252B" w:rsidRPr="002813C1">
        <w:t>Je le sais maintenant</w:t>
      </w:r>
      <w:r>
        <w:t xml:space="preserve">, </w:t>
      </w:r>
      <w:r w:rsidR="0024252B" w:rsidRPr="002813C1">
        <w:t>mais alors</w:t>
      </w:r>
      <w:r>
        <w:t xml:space="preserve"> !… </w:t>
      </w:r>
      <w:r w:rsidR="0024252B" w:rsidRPr="002813C1">
        <w:t>Alors</w:t>
      </w:r>
      <w:r>
        <w:t xml:space="preserve">, </w:t>
      </w:r>
      <w:r w:rsidR="0024252B" w:rsidRPr="002813C1">
        <w:t>je suis allé vous attendre à la petite porte du jardin</w:t>
      </w:r>
      <w:r>
        <w:t xml:space="preserve">… </w:t>
      </w:r>
      <w:r w:rsidR="0024252B" w:rsidRPr="002813C1">
        <w:t>mais c</w:t>
      </w:r>
      <w:r>
        <w:t>’</w:t>
      </w:r>
      <w:r w:rsidR="0024252B" w:rsidRPr="002813C1">
        <w:t xml:space="preserve">est </w:t>
      </w:r>
      <w:r>
        <w:t>M</w:t>
      </w:r>
      <w:r w:rsidRPr="00B77E03">
        <w:rPr>
          <w:vertAlign w:val="superscript"/>
        </w:rPr>
        <w:t>me</w:t>
      </w:r>
      <w:r>
        <w:t> </w:t>
      </w:r>
      <w:r w:rsidR="0024252B" w:rsidRPr="002813C1">
        <w:t>Léon qui est venue</w:t>
      </w:r>
      <w:r>
        <w:t xml:space="preserve">… </w:t>
      </w:r>
      <w:r w:rsidR="0024252B" w:rsidRPr="002813C1">
        <w:t>Elle m</w:t>
      </w:r>
      <w:r>
        <w:t>’</w:t>
      </w:r>
      <w:r w:rsidR="0024252B" w:rsidRPr="002813C1">
        <w:t>apportait un billet au crayon</w:t>
      </w:r>
      <w:r>
        <w:t xml:space="preserve">, </w:t>
      </w:r>
      <w:r w:rsidR="0024252B" w:rsidRPr="002813C1">
        <w:t>signé de votre nom</w:t>
      </w:r>
      <w:r>
        <w:t xml:space="preserve">, </w:t>
      </w:r>
      <w:r w:rsidR="0024252B" w:rsidRPr="002813C1">
        <w:t>et qui était un éternel adieu</w:t>
      </w:r>
      <w:r>
        <w:t xml:space="preserve">… </w:t>
      </w:r>
      <w:r w:rsidR="0024252B" w:rsidRPr="002813C1">
        <w:t>Et moi</w:t>
      </w:r>
      <w:r>
        <w:t xml:space="preserve">, </w:t>
      </w:r>
      <w:r w:rsidR="0024252B" w:rsidRPr="002813C1">
        <w:t>insensé</w:t>
      </w:r>
      <w:r>
        <w:t xml:space="preserve">, </w:t>
      </w:r>
      <w:r w:rsidR="0024252B" w:rsidRPr="002813C1">
        <w:t>je n</w:t>
      </w:r>
      <w:r>
        <w:t>’</w:t>
      </w:r>
      <w:r w:rsidR="0024252B" w:rsidRPr="002813C1">
        <w:t>ai pas reconnu que ce billet était un faux</w:t>
      </w:r>
      <w:r>
        <w:t>…</w:t>
      </w:r>
    </w:p>
    <w:p w14:paraId="26DAC15D" w14:textId="6A0A3CA3" w:rsidR="00B77E03" w:rsidRDefault="00B77E03" w:rsidP="00B77E03">
      <w:r>
        <w:t>M</w:t>
      </w:r>
      <w:r w:rsidRPr="00B77E03">
        <w:rPr>
          <w:vertAlign w:val="superscript"/>
        </w:rPr>
        <w:t>lle</w:t>
      </w:r>
      <w:r>
        <w:t> </w:t>
      </w:r>
      <w:r w:rsidR="0024252B" w:rsidRPr="002813C1">
        <w:t>Marguerite était confondue</w:t>
      </w:r>
      <w:r>
        <w:t xml:space="preserve">. </w:t>
      </w:r>
      <w:r w:rsidR="0024252B" w:rsidRPr="002813C1">
        <w:t>Le voile se déchirait</w:t>
      </w:r>
      <w:r>
        <w:t xml:space="preserve">, </w:t>
      </w:r>
      <w:r w:rsidR="0024252B" w:rsidRPr="002813C1">
        <w:t>la vérité lui apparaissait plus claire que le jour</w:t>
      </w:r>
      <w:r>
        <w:t>…</w:t>
      </w:r>
    </w:p>
    <w:p w14:paraId="6EC93BBC" w14:textId="77777777" w:rsidR="00B77E03" w:rsidRDefault="0024252B" w:rsidP="00B77E03">
      <w:r w:rsidRPr="002813C1">
        <w:lastRenderedPageBreak/>
        <w:t>Elle se rappelait la confusion de l</w:t>
      </w:r>
      <w:r w:rsidR="00B77E03">
        <w:t>’</w:t>
      </w:r>
      <w:r w:rsidRPr="002813C1">
        <w:t>indigne femme de charge</w:t>
      </w:r>
      <w:r w:rsidR="00B77E03">
        <w:t xml:space="preserve">, </w:t>
      </w:r>
      <w:r w:rsidRPr="002813C1">
        <w:t xml:space="preserve">quand le lendemain de la mort du comte de </w:t>
      </w:r>
      <w:proofErr w:type="spellStart"/>
      <w:r w:rsidRPr="002813C1">
        <w:t>Chalusse</w:t>
      </w:r>
      <w:proofErr w:type="spellEnd"/>
      <w:r w:rsidR="00B77E03">
        <w:t xml:space="preserve">, </w:t>
      </w:r>
      <w:r w:rsidRPr="002813C1">
        <w:t>elle l</w:t>
      </w:r>
      <w:r w:rsidR="00B77E03">
        <w:t>’</w:t>
      </w:r>
      <w:r w:rsidRPr="002813C1">
        <w:t>avait surprise rentrant du jardin tout en désordre</w:t>
      </w:r>
      <w:r w:rsidR="00B77E03">
        <w:t>…</w:t>
      </w:r>
    </w:p>
    <w:p w14:paraId="24DE09D6" w14:textId="77777777" w:rsidR="00B77E03" w:rsidRDefault="00B77E03" w:rsidP="00B77E03">
      <w:r>
        <w:t>— </w:t>
      </w:r>
      <w:r w:rsidR="0024252B" w:rsidRPr="002813C1">
        <w:t>Eh bien</w:t>
      </w:r>
      <w:r>
        <w:t xml:space="preserve"> ! </w:t>
      </w:r>
      <w:r w:rsidR="0024252B" w:rsidRPr="002813C1">
        <w:t>reprit-elle</w:t>
      </w:r>
      <w:r>
        <w:t xml:space="preserve">, </w:t>
      </w:r>
      <w:r w:rsidR="0024252B" w:rsidRPr="002813C1">
        <w:t>savez-vous ce que je faisais</w:t>
      </w:r>
      <w:r>
        <w:t xml:space="preserve">, </w:t>
      </w:r>
      <w:r w:rsidR="0024252B" w:rsidRPr="002813C1">
        <w:t>moi</w:t>
      </w:r>
      <w:r>
        <w:t xml:space="preserve">, </w:t>
      </w:r>
      <w:r w:rsidR="0024252B" w:rsidRPr="002813C1">
        <w:t>Pascal</w:t>
      </w:r>
      <w:r>
        <w:t xml:space="preserve">, </w:t>
      </w:r>
      <w:r w:rsidR="0024252B" w:rsidRPr="002813C1">
        <w:t>presque au même moment</w:t>
      </w:r>
      <w:r>
        <w:t xml:space="preserve"> ?… </w:t>
      </w:r>
      <w:r w:rsidR="0024252B" w:rsidRPr="002813C1">
        <w:t>Épouvantée de ne pas recevoir de vos nouvelles</w:t>
      </w:r>
      <w:r>
        <w:t xml:space="preserve">, </w:t>
      </w:r>
      <w:r w:rsidR="0024252B" w:rsidRPr="002813C1">
        <w:t>je courais rue d</w:t>
      </w:r>
      <w:r>
        <w:t>’</w:t>
      </w:r>
      <w:r w:rsidR="0024252B" w:rsidRPr="002813C1">
        <w:t>Ulm</w:t>
      </w:r>
      <w:r>
        <w:t xml:space="preserve">, </w:t>
      </w:r>
      <w:r w:rsidR="0024252B" w:rsidRPr="002813C1">
        <w:t>et là j</w:t>
      </w:r>
      <w:r>
        <w:t>’</w:t>
      </w:r>
      <w:r w:rsidR="0024252B" w:rsidRPr="002813C1">
        <w:t>apprenais que vous veniez de vendre votre mobilier et de partir pour l</w:t>
      </w:r>
      <w:r>
        <w:t>’</w:t>
      </w:r>
      <w:r w:rsidR="0024252B" w:rsidRPr="002813C1">
        <w:t>Amérique</w:t>
      </w:r>
      <w:r>
        <w:t xml:space="preserve">… </w:t>
      </w:r>
      <w:r w:rsidR="0024252B" w:rsidRPr="002813C1">
        <w:t>Une autre femme peut-être se serait crue abandonnée</w:t>
      </w:r>
      <w:r>
        <w:t xml:space="preserve">… </w:t>
      </w:r>
      <w:r w:rsidR="0024252B" w:rsidRPr="002813C1">
        <w:t>moi</w:t>
      </w:r>
      <w:r>
        <w:t xml:space="preserve">, </w:t>
      </w:r>
      <w:r w:rsidR="0024252B" w:rsidRPr="002813C1">
        <w:t>non</w:t>
      </w:r>
      <w:r>
        <w:t xml:space="preserve">… </w:t>
      </w:r>
      <w:r w:rsidR="0024252B" w:rsidRPr="002813C1">
        <w:t>J</w:t>
      </w:r>
      <w:r>
        <w:t>’</w:t>
      </w:r>
      <w:r w:rsidR="0024252B" w:rsidRPr="002813C1">
        <w:t>étais sûre que vous n</w:t>
      </w:r>
      <w:r>
        <w:t>’</w:t>
      </w:r>
      <w:r w:rsidR="0024252B" w:rsidRPr="002813C1">
        <w:t>aviez pas fui lâchement</w:t>
      </w:r>
      <w:r>
        <w:t xml:space="preserve">, </w:t>
      </w:r>
      <w:r w:rsidR="0024252B" w:rsidRPr="002813C1">
        <w:t>et que si vous vous cachiez</w:t>
      </w:r>
      <w:r>
        <w:t xml:space="preserve">, </w:t>
      </w:r>
      <w:r w:rsidR="0024252B" w:rsidRPr="002813C1">
        <w:t>c</w:t>
      </w:r>
      <w:r>
        <w:t>’</w:t>
      </w:r>
      <w:r w:rsidR="0024252B" w:rsidRPr="002813C1">
        <w:t>était pour frapper plus sûrement vos ennemis</w:t>
      </w:r>
      <w:r>
        <w:t>.</w:t>
      </w:r>
    </w:p>
    <w:p w14:paraId="37B5DF51" w14:textId="77777777" w:rsidR="00B77E03" w:rsidRDefault="00B77E03" w:rsidP="00B77E03">
      <w:r>
        <w:t>— </w:t>
      </w:r>
      <w:r w:rsidR="0024252B" w:rsidRPr="002813C1">
        <w:t>Ne m</w:t>
      </w:r>
      <w:r>
        <w:t>’</w:t>
      </w:r>
      <w:r w:rsidR="0024252B" w:rsidRPr="002813C1">
        <w:t>accablez pas</w:t>
      </w:r>
      <w:r>
        <w:t xml:space="preserve">, </w:t>
      </w:r>
      <w:r w:rsidR="0024252B" w:rsidRPr="002813C1">
        <w:t>Marguerite</w:t>
      </w:r>
      <w:r>
        <w:t xml:space="preserve">… </w:t>
      </w:r>
      <w:r w:rsidR="0024252B" w:rsidRPr="002813C1">
        <w:t>C</w:t>
      </w:r>
      <w:r>
        <w:t>’</w:t>
      </w:r>
      <w:r w:rsidR="0024252B" w:rsidRPr="002813C1">
        <w:t>est vrai</w:t>
      </w:r>
      <w:r>
        <w:t xml:space="preserve">, </w:t>
      </w:r>
      <w:r w:rsidR="0024252B" w:rsidRPr="002813C1">
        <w:t>de nous deux j</w:t>
      </w:r>
      <w:r>
        <w:t>’</w:t>
      </w:r>
      <w:r w:rsidR="0024252B" w:rsidRPr="002813C1">
        <w:t>ai été le plus faible</w:t>
      </w:r>
      <w:r>
        <w:t>…</w:t>
      </w:r>
    </w:p>
    <w:p w14:paraId="0A1FE54C" w14:textId="77777777" w:rsidR="00B77E03" w:rsidRDefault="0024252B" w:rsidP="00B77E03">
      <w:r w:rsidRPr="002813C1">
        <w:t>Ils déliraient</w:t>
      </w:r>
      <w:r w:rsidR="00B77E03">
        <w:t xml:space="preserve">, </w:t>
      </w:r>
      <w:r w:rsidRPr="002813C1">
        <w:t>ils divaguaient</w:t>
      </w:r>
      <w:r w:rsidR="00B77E03">
        <w:t xml:space="preserve">… </w:t>
      </w:r>
      <w:r w:rsidRPr="002813C1">
        <w:t>Perdus dans le ravissement de l</w:t>
      </w:r>
      <w:r w:rsidR="00B77E03">
        <w:t>’</w:t>
      </w:r>
      <w:r w:rsidRPr="002813C1">
        <w:t>heure présente</w:t>
      </w:r>
      <w:r w:rsidR="00B77E03">
        <w:t xml:space="preserve">, </w:t>
      </w:r>
      <w:r w:rsidRPr="002813C1">
        <w:t>ils oubliaient le passé et l</w:t>
      </w:r>
      <w:r w:rsidR="00B77E03">
        <w:t>’</w:t>
      </w:r>
      <w:r w:rsidRPr="002813C1">
        <w:t>avenir</w:t>
      </w:r>
      <w:r w:rsidR="00B77E03">
        <w:t xml:space="preserve">, </w:t>
      </w:r>
      <w:r w:rsidRPr="002813C1">
        <w:t>les angoisses de la veille et les menaces du lendemain</w:t>
      </w:r>
      <w:r w:rsidR="00B77E03">
        <w:t xml:space="preserve"> ; </w:t>
      </w:r>
      <w:r w:rsidRPr="002813C1">
        <w:t>tout</w:t>
      </w:r>
      <w:r w:rsidR="00B77E03">
        <w:t xml:space="preserve">, </w:t>
      </w:r>
      <w:r w:rsidRPr="002813C1">
        <w:t>jusqu</w:t>
      </w:r>
      <w:r w:rsidR="00B77E03">
        <w:t>’</w:t>
      </w:r>
      <w:r w:rsidRPr="002813C1">
        <w:t>à leurs ennemis encore debout</w:t>
      </w:r>
      <w:r w:rsidR="00B77E03">
        <w:t>.</w:t>
      </w:r>
    </w:p>
    <w:p w14:paraId="604AC62E" w14:textId="607B2260" w:rsidR="00B77E03" w:rsidRDefault="0024252B" w:rsidP="00B77E03">
      <w:r w:rsidRPr="002813C1">
        <w:t xml:space="preserve">Mais </w:t>
      </w:r>
      <w:r w:rsidR="00B77E03">
        <w:t>M</w:t>
      </w:r>
      <w:r w:rsidR="00B77E03" w:rsidRPr="00B77E03">
        <w:rPr>
          <w:vertAlign w:val="superscript"/>
        </w:rPr>
        <w:t>me</w:t>
      </w:r>
      <w:r w:rsidR="00B77E03">
        <w:t> </w:t>
      </w:r>
      <w:proofErr w:type="spellStart"/>
      <w:r w:rsidRPr="002813C1">
        <w:t>Férailleur</w:t>
      </w:r>
      <w:proofErr w:type="spellEnd"/>
      <w:r w:rsidRPr="002813C1">
        <w:t xml:space="preserve"> veillait</w:t>
      </w:r>
      <w:r w:rsidR="00B77E03">
        <w:t xml:space="preserve">… </w:t>
      </w:r>
      <w:r w:rsidRPr="002813C1">
        <w:t>Elle étendit les bras vers la pendule</w:t>
      </w:r>
      <w:r w:rsidR="00B77E03">
        <w:t xml:space="preserve">, </w:t>
      </w:r>
      <w:r w:rsidRPr="002813C1">
        <w:t>et d</w:t>
      </w:r>
      <w:r w:rsidR="00B77E03">
        <w:t>’</w:t>
      </w:r>
      <w:r w:rsidRPr="002813C1">
        <w:t>une voix vibrante</w:t>
      </w:r>
      <w:r w:rsidR="00B77E03">
        <w:t> :</w:t>
      </w:r>
    </w:p>
    <w:p w14:paraId="6ACC9337" w14:textId="77777777" w:rsidR="00B77E03" w:rsidRDefault="00B77E03" w:rsidP="00B77E03">
      <w:r>
        <w:t>— </w:t>
      </w:r>
      <w:r w:rsidR="0024252B" w:rsidRPr="002813C1">
        <w:t>Le temps marche</w:t>
      </w:r>
      <w:r>
        <w:t xml:space="preserve">, </w:t>
      </w:r>
      <w:r w:rsidR="0024252B" w:rsidRPr="002813C1">
        <w:t>mon fils</w:t>
      </w:r>
      <w:r>
        <w:t xml:space="preserve">, </w:t>
      </w:r>
      <w:r w:rsidR="0024252B" w:rsidRPr="002813C1">
        <w:t>prononça-t-elle</w:t>
      </w:r>
      <w:r>
        <w:t xml:space="preserve">, </w:t>
      </w:r>
      <w:r w:rsidR="0024252B" w:rsidRPr="002813C1">
        <w:t>regarde</w:t>
      </w:r>
      <w:r>
        <w:t xml:space="preserve">… </w:t>
      </w:r>
      <w:r w:rsidR="0024252B" w:rsidRPr="002813C1">
        <w:t>Chaque minute qui s</w:t>
      </w:r>
      <w:r>
        <w:t>’</w:t>
      </w:r>
      <w:r w:rsidR="0024252B" w:rsidRPr="002813C1">
        <w:t>écoule</w:t>
      </w:r>
      <w:r>
        <w:t xml:space="preserve">, </w:t>
      </w:r>
      <w:r w:rsidR="0024252B" w:rsidRPr="002813C1">
        <w:t>compromet le succès</w:t>
      </w:r>
      <w:r>
        <w:t xml:space="preserve">… </w:t>
      </w:r>
      <w:r w:rsidR="0024252B" w:rsidRPr="002813C1">
        <w:t>Qu</w:t>
      </w:r>
      <w:r>
        <w:t>’</w:t>
      </w:r>
      <w:r w:rsidR="0024252B" w:rsidRPr="002813C1">
        <w:t xml:space="preserve">un soupçon amène ici la </w:t>
      </w:r>
      <w:proofErr w:type="spellStart"/>
      <w:r w:rsidR="0024252B" w:rsidRPr="002813C1">
        <w:t>Vantrasson</w:t>
      </w:r>
      <w:proofErr w:type="spellEnd"/>
      <w:r>
        <w:t xml:space="preserve">, </w:t>
      </w:r>
      <w:r w:rsidR="0024252B" w:rsidRPr="002813C1">
        <w:t>tout peut être perdu</w:t>
      </w:r>
      <w:r>
        <w:t>…</w:t>
      </w:r>
    </w:p>
    <w:p w14:paraId="2925CDD3" w14:textId="77777777" w:rsidR="00B77E03" w:rsidRDefault="00B77E03" w:rsidP="00B77E03">
      <w:r>
        <w:t>— </w:t>
      </w:r>
      <w:r w:rsidR="0024252B" w:rsidRPr="002813C1">
        <w:t>Elle ne nous surprendrait pas</w:t>
      </w:r>
      <w:r>
        <w:t xml:space="preserve">, </w:t>
      </w:r>
      <w:r w:rsidR="0024252B" w:rsidRPr="002813C1">
        <w:t>chère mère</w:t>
      </w:r>
      <w:r>
        <w:t xml:space="preserve">… </w:t>
      </w:r>
      <w:r w:rsidR="0024252B" w:rsidRPr="002813C1">
        <w:t>Chupin m</w:t>
      </w:r>
      <w:r>
        <w:t>’</w:t>
      </w:r>
      <w:r w:rsidR="0024252B" w:rsidRPr="002813C1">
        <w:t>a promis de ne pas la perdre de vue</w:t>
      </w:r>
      <w:r>
        <w:t xml:space="preserve">… </w:t>
      </w:r>
      <w:r w:rsidR="0024252B" w:rsidRPr="002813C1">
        <w:t>Si elle bougeait de sa boutique</w:t>
      </w:r>
      <w:r>
        <w:t xml:space="preserve">, </w:t>
      </w:r>
      <w:r w:rsidR="0024252B" w:rsidRPr="002813C1">
        <w:t>il arriverait vite ici</w:t>
      </w:r>
      <w:r>
        <w:t xml:space="preserve">, </w:t>
      </w:r>
      <w:r w:rsidR="0024252B" w:rsidRPr="002813C1">
        <w:t>et en lançant une pierre contre les volets nous préviendrait</w:t>
      </w:r>
      <w:r>
        <w:t>.</w:t>
      </w:r>
    </w:p>
    <w:p w14:paraId="39589769" w14:textId="6242ED94" w:rsidR="00B77E03" w:rsidRDefault="0024252B" w:rsidP="00B77E03">
      <w:r w:rsidRPr="002813C1">
        <w:t>Ce n</w:t>
      </w:r>
      <w:r w:rsidR="00B77E03">
        <w:t>’</w:t>
      </w:r>
      <w:r w:rsidRPr="002813C1">
        <w:t xml:space="preserve">était pas assez pour satisfaire </w:t>
      </w:r>
      <w:r w:rsidR="00B77E03">
        <w:t>M</w:t>
      </w:r>
      <w:r w:rsidR="00B77E03" w:rsidRPr="00B77E03">
        <w:rPr>
          <w:vertAlign w:val="superscript"/>
        </w:rPr>
        <w:t>me</w:t>
      </w:r>
      <w:r w:rsidR="00B77E03">
        <w:t> </w:t>
      </w:r>
      <w:proofErr w:type="spellStart"/>
      <w:r w:rsidRPr="002813C1">
        <w:t>Férailleur</w:t>
      </w:r>
      <w:proofErr w:type="spellEnd"/>
      <w:r w:rsidR="00B77E03">
        <w:t>.</w:t>
      </w:r>
    </w:p>
    <w:p w14:paraId="47AE3CE3" w14:textId="4C580205" w:rsidR="00B77E03" w:rsidRDefault="00B77E03" w:rsidP="00B77E03">
      <w:r>
        <w:lastRenderedPageBreak/>
        <w:t>— </w:t>
      </w:r>
      <w:r w:rsidR="0024252B" w:rsidRPr="002813C1">
        <w:t>Tu oublies</w:t>
      </w:r>
      <w:r>
        <w:t xml:space="preserve">, </w:t>
      </w:r>
      <w:r w:rsidR="0024252B" w:rsidRPr="002813C1">
        <w:t>Pascal</w:t>
      </w:r>
      <w:r>
        <w:t xml:space="preserve">, </w:t>
      </w:r>
      <w:r w:rsidR="0024252B" w:rsidRPr="002813C1">
        <w:t>insista-t-elle</w:t>
      </w:r>
      <w:r>
        <w:t xml:space="preserve">, </w:t>
      </w:r>
      <w:r w:rsidR="0024252B" w:rsidRPr="002813C1">
        <w:t xml:space="preserve">que </w:t>
      </w:r>
      <w:r>
        <w:t>M</w:t>
      </w:r>
      <w:r w:rsidRPr="00B77E03">
        <w:rPr>
          <w:vertAlign w:val="superscript"/>
        </w:rPr>
        <w:t>lle</w:t>
      </w:r>
      <w:r>
        <w:t> </w:t>
      </w:r>
      <w:r w:rsidR="0024252B" w:rsidRPr="002813C1">
        <w:t>Marguerite doit être rentrée à dix heures si elle se résigne au sacrifice que tu attends de son courage</w:t>
      </w:r>
      <w:r>
        <w:t>…</w:t>
      </w:r>
    </w:p>
    <w:p w14:paraId="1C23FB6B" w14:textId="77777777" w:rsidR="00B77E03" w:rsidRDefault="0024252B" w:rsidP="00B77E03">
      <w:r w:rsidRPr="002813C1">
        <w:t>C</w:t>
      </w:r>
      <w:r w:rsidR="00B77E03">
        <w:t>’</w:t>
      </w:r>
      <w:r w:rsidRPr="002813C1">
        <w:t>était la voix même du devoir</w:t>
      </w:r>
      <w:r w:rsidR="00B77E03">
        <w:t xml:space="preserve">, </w:t>
      </w:r>
      <w:r w:rsidRPr="002813C1">
        <w:t>qui rappelait Pascal au sentiment amer de la réalité</w:t>
      </w:r>
      <w:r w:rsidR="00B77E03">
        <w:t xml:space="preserve">. </w:t>
      </w:r>
      <w:r w:rsidRPr="002813C1">
        <w:t>Il se releva lentement</w:t>
      </w:r>
      <w:r w:rsidR="00B77E03">
        <w:t xml:space="preserve">, </w:t>
      </w:r>
      <w:r w:rsidRPr="002813C1">
        <w:t>et après s</w:t>
      </w:r>
      <w:r w:rsidR="00B77E03">
        <w:t>’</w:t>
      </w:r>
      <w:r w:rsidRPr="002813C1">
        <w:t>être recueilli une minute</w:t>
      </w:r>
      <w:r w:rsidR="00B77E03">
        <w:t xml:space="preserve">, </w:t>
      </w:r>
      <w:r w:rsidRPr="002813C1">
        <w:t>maîtrisant son émotion</w:t>
      </w:r>
      <w:r w:rsidR="00B77E03">
        <w:t> :</w:t>
      </w:r>
    </w:p>
    <w:p w14:paraId="287CE16D" w14:textId="77777777" w:rsidR="00B77E03" w:rsidRDefault="00B77E03" w:rsidP="00B77E03">
      <w:r>
        <w:t>— </w:t>
      </w:r>
      <w:r w:rsidR="0024252B" w:rsidRPr="002813C1">
        <w:t>Avant tout</w:t>
      </w:r>
      <w:r>
        <w:t xml:space="preserve">, </w:t>
      </w:r>
      <w:r w:rsidR="0024252B" w:rsidRPr="002813C1">
        <w:t>Marguerite</w:t>
      </w:r>
      <w:r>
        <w:t xml:space="preserve">, </w:t>
      </w:r>
      <w:r w:rsidR="0024252B" w:rsidRPr="002813C1">
        <w:t>ma bien-aimée</w:t>
      </w:r>
      <w:r>
        <w:t xml:space="preserve">, </w:t>
      </w:r>
      <w:r w:rsidR="0024252B" w:rsidRPr="002813C1">
        <w:t>commença-t-il</w:t>
      </w:r>
      <w:r>
        <w:t xml:space="preserve">, </w:t>
      </w:r>
      <w:r w:rsidR="0024252B" w:rsidRPr="002813C1">
        <w:t>je vous dois la vérité et l</w:t>
      </w:r>
      <w:r>
        <w:t>’</w:t>
      </w:r>
      <w:r w:rsidR="0024252B" w:rsidRPr="002813C1">
        <w:t>exposé exact de notre situation</w:t>
      </w:r>
      <w:r>
        <w:t xml:space="preserve">… </w:t>
      </w:r>
      <w:r w:rsidR="0024252B" w:rsidRPr="002813C1">
        <w:t>Pressé par les événements</w:t>
      </w:r>
      <w:r>
        <w:t xml:space="preserve">, </w:t>
      </w:r>
      <w:r w:rsidR="0024252B" w:rsidRPr="002813C1">
        <w:t>j</w:t>
      </w:r>
      <w:r>
        <w:t>’</w:t>
      </w:r>
      <w:r w:rsidR="0024252B" w:rsidRPr="002813C1">
        <w:t>ai dû agir sans vous consulter et disposer en quelque sorte de votre personne</w:t>
      </w:r>
      <w:r>
        <w:t xml:space="preserve">… </w:t>
      </w:r>
      <w:r w:rsidR="0024252B" w:rsidRPr="002813C1">
        <w:t>Ai-je eu tort ou raison</w:t>
      </w:r>
      <w:r>
        <w:t xml:space="preserve"> ?… </w:t>
      </w:r>
      <w:r w:rsidR="0024252B" w:rsidRPr="002813C1">
        <w:t>Soyez juge</w:t>
      </w:r>
      <w:r>
        <w:t>…</w:t>
      </w:r>
    </w:p>
    <w:p w14:paraId="24EC9596" w14:textId="775C098F" w:rsidR="00B77E03" w:rsidRDefault="0024252B" w:rsidP="00B77E03">
      <w:r w:rsidRPr="002813C1">
        <w:t>Et</w:t>
      </w:r>
      <w:r w:rsidR="00B77E03">
        <w:t xml:space="preserve">, </w:t>
      </w:r>
      <w:r w:rsidRPr="002813C1">
        <w:t>sans s</w:t>
      </w:r>
      <w:r w:rsidR="00B77E03">
        <w:t>’</w:t>
      </w:r>
      <w:r w:rsidRPr="002813C1">
        <w:t>arrêter aux protestations de la jeune fille</w:t>
      </w:r>
      <w:r w:rsidR="00B77E03">
        <w:t xml:space="preserve">, </w:t>
      </w:r>
      <w:r w:rsidRPr="002813C1">
        <w:t>rapidement il lui expliqua comment et par quel concours de circonstances favorables il avait réussi à se glisser dans l</w:t>
      </w:r>
      <w:r w:rsidR="00B77E03">
        <w:t>’</w:t>
      </w:r>
      <w:r w:rsidRPr="002813C1">
        <w:t xml:space="preserve">intimité de </w:t>
      </w:r>
      <w:r w:rsidR="00B77E03">
        <w:t>M. de </w:t>
      </w:r>
      <w:proofErr w:type="spellStart"/>
      <w:r w:rsidRPr="002813C1">
        <w:t>Valorsay</w:t>
      </w:r>
      <w:proofErr w:type="spellEnd"/>
      <w:r w:rsidR="00B77E03">
        <w:t xml:space="preserve">, </w:t>
      </w:r>
      <w:r w:rsidRPr="002813C1">
        <w:t>à pénétrer ses desseins les plus secrets et à devenir en apparence son complice</w:t>
      </w:r>
      <w:r w:rsidR="00B77E03">
        <w:t>.</w:t>
      </w:r>
    </w:p>
    <w:p w14:paraId="04633B02" w14:textId="77777777" w:rsidR="00B77E03" w:rsidRDefault="00B77E03" w:rsidP="00B77E03">
      <w:r>
        <w:t>— </w:t>
      </w:r>
      <w:r w:rsidR="0024252B" w:rsidRPr="002813C1">
        <w:t>Le but de ce misérable</w:t>
      </w:r>
      <w:r>
        <w:t xml:space="preserve">, </w:t>
      </w:r>
      <w:r w:rsidR="0024252B" w:rsidRPr="002813C1">
        <w:t>poursuivait-il</w:t>
      </w:r>
      <w:r>
        <w:t xml:space="preserve">, </w:t>
      </w:r>
      <w:r w:rsidR="0024252B" w:rsidRPr="002813C1">
        <w:t>est bien simple</w:t>
      </w:r>
      <w:r>
        <w:t xml:space="preserve">… </w:t>
      </w:r>
      <w:r w:rsidR="0024252B" w:rsidRPr="002813C1">
        <w:t>Il prétend vous épouser</w:t>
      </w:r>
      <w:r>
        <w:t xml:space="preserve">. </w:t>
      </w:r>
      <w:r w:rsidR="0024252B" w:rsidRPr="002813C1">
        <w:t>Pourquoi</w:t>
      </w:r>
      <w:r>
        <w:t xml:space="preserve"> ?… </w:t>
      </w:r>
      <w:r w:rsidR="0024252B" w:rsidRPr="002813C1">
        <w:t>Parce que</w:t>
      </w:r>
      <w:r>
        <w:t xml:space="preserve">, </w:t>
      </w:r>
      <w:r w:rsidR="0024252B" w:rsidRPr="002813C1">
        <w:t>sans vous en douter</w:t>
      </w:r>
      <w:r>
        <w:t xml:space="preserve">, </w:t>
      </w:r>
      <w:r w:rsidR="0024252B" w:rsidRPr="002813C1">
        <w:t>vous êtes riche</w:t>
      </w:r>
      <w:r>
        <w:t xml:space="preserve">, </w:t>
      </w:r>
      <w:r w:rsidR="0024252B" w:rsidRPr="002813C1">
        <w:t>mon amie</w:t>
      </w:r>
      <w:r>
        <w:t xml:space="preserve">, </w:t>
      </w:r>
      <w:r w:rsidR="0024252B" w:rsidRPr="002813C1">
        <w:t xml:space="preserve">riche de toute la fortune du comte de </w:t>
      </w:r>
      <w:proofErr w:type="spellStart"/>
      <w:r w:rsidR="0024252B" w:rsidRPr="002813C1">
        <w:t>Chalusse</w:t>
      </w:r>
      <w:proofErr w:type="spellEnd"/>
      <w:r>
        <w:t xml:space="preserve">, </w:t>
      </w:r>
      <w:r w:rsidR="0024252B" w:rsidRPr="002813C1">
        <w:t>votre père</w:t>
      </w:r>
      <w:r>
        <w:t>…</w:t>
      </w:r>
    </w:p>
    <w:p w14:paraId="16BEAA22" w14:textId="77777777" w:rsidR="00B77E03" w:rsidRDefault="0024252B" w:rsidP="00B77E03">
      <w:r w:rsidRPr="002813C1">
        <w:t>Cela vous surprend</w:t>
      </w:r>
      <w:r w:rsidR="00B77E03">
        <w:t xml:space="preserve">, </w:t>
      </w:r>
      <w:r w:rsidRPr="002813C1">
        <w:t>n</w:t>
      </w:r>
      <w:r w:rsidR="00B77E03">
        <w:t>’</w:t>
      </w:r>
      <w:r w:rsidRPr="002813C1">
        <w:t>est-ce pas</w:t>
      </w:r>
      <w:r w:rsidR="00B77E03">
        <w:t xml:space="preserve"> ? </w:t>
      </w:r>
      <w:r w:rsidRPr="002813C1">
        <w:t>Eh bien</w:t>
      </w:r>
      <w:r w:rsidR="00B77E03">
        <w:t xml:space="preserve"> ! </w:t>
      </w:r>
      <w:r w:rsidRPr="002813C1">
        <w:t>écoutez-moi</w:t>
      </w:r>
      <w:r w:rsidR="00B77E03">
        <w:t>.</w:t>
      </w:r>
    </w:p>
    <w:p w14:paraId="0CB83023" w14:textId="77777777" w:rsidR="00B77E03" w:rsidRDefault="0024252B" w:rsidP="00B77E03">
      <w:r w:rsidRPr="002813C1">
        <w:t xml:space="preserve">Trompé par le marquis de </w:t>
      </w:r>
      <w:proofErr w:type="spellStart"/>
      <w:r w:rsidRPr="002813C1">
        <w:t>Valorsay</w:t>
      </w:r>
      <w:proofErr w:type="spellEnd"/>
      <w:r w:rsidR="00B77E03">
        <w:t xml:space="preserve">, </w:t>
      </w:r>
      <w:r w:rsidRPr="002813C1">
        <w:t xml:space="preserve">le comte de </w:t>
      </w:r>
      <w:proofErr w:type="spellStart"/>
      <w:r w:rsidRPr="002813C1">
        <w:t>Chalusse</w:t>
      </w:r>
      <w:proofErr w:type="spellEnd"/>
      <w:r w:rsidRPr="002813C1">
        <w:t xml:space="preserve"> lui avait promis votre main</w:t>
      </w:r>
      <w:r w:rsidR="00B77E03">
        <w:t xml:space="preserve">… </w:t>
      </w:r>
      <w:r w:rsidRPr="002813C1">
        <w:t>Ah</w:t>
      </w:r>
      <w:r w:rsidR="00B77E03">
        <w:t xml:space="preserve"> ! </w:t>
      </w:r>
      <w:r w:rsidRPr="002813C1">
        <w:t>les choses étaient terriblement avancées sans qu</w:t>
      </w:r>
      <w:r w:rsidR="00B77E03">
        <w:t>’</w:t>
      </w:r>
      <w:r w:rsidRPr="002813C1">
        <w:t>on vous eût prévenue</w:t>
      </w:r>
      <w:r w:rsidR="00B77E03">
        <w:t xml:space="preserve">, </w:t>
      </w:r>
      <w:r w:rsidRPr="002813C1">
        <w:t>et tout était réglé et convenu</w:t>
      </w:r>
      <w:r w:rsidR="00B77E03">
        <w:t>…</w:t>
      </w:r>
    </w:p>
    <w:p w14:paraId="605A0238" w14:textId="2B91A01D" w:rsidR="00B77E03" w:rsidRDefault="0024252B" w:rsidP="00B77E03">
      <w:r w:rsidRPr="002813C1">
        <w:t>Dès le principe</w:t>
      </w:r>
      <w:r w:rsidR="00B77E03">
        <w:t xml:space="preserve">, </w:t>
      </w:r>
      <w:r w:rsidRPr="002813C1">
        <w:t>cependant</w:t>
      </w:r>
      <w:r w:rsidR="00B77E03">
        <w:t xml:space="preserve">, </w:t>
      </w:r>
      <w:r w:rsidRPr="002813C1">
        <w:t>une grave difficulté s</w:t>
      </w:r>
      <w:r w:rsidR="00B77E03">
        <w:t>’</w:t>
      </w:r>
      <w:r w:rsidRPr="002813C1">
        <w:t>était présentée</w:t>
      </w:r>
      <w:r w:rsidR="00B77E03">
        <w:t xml:space="preserve">. </w:t>
      </w:r>
      <w:r w:rsidRPr="002813C1">
        <w:t>Le marquis voulait que votre père vous reconnût avant le mariage</w:t>
      </w:r>
      <w:r w:rsidR="00B77E03">
        <w:t xml:space="preserve">, </w:t>
      </w:r>
      <w:r w:rsidRPr="002813C1">
        <w:t>et lui</w:t>
      </w:r>
      <w:r w:rsidR="00B77E03">
        <w:t xml:space="preserve">, </w:t>
      </w:r>
      <w:r w:rsidRPr="002813C1">
        <w:t>résistait</w:t>
      </w:r>
      <w:r w:rsidR="00B77E03">
        <w:t>. « </w:t>
      </w:r>
      <w:r w:rsidRPr="002813C1">
        <w:t>Cela m</w:t>
      </w:r>
      <w:r w:rsidR="00B77E03">
        <w:t>’</w:t>
      </w:r>
      <w:r w:rsidRPr="002813C1">
        <w:t>exposerait aux plus sérieux dangers</w:t>
      </w:r>
      <w:r w:rsidR="00B77E03">
        <w:t xml:space="preserve">, </w:t>
      </w:r>
      <w:r w:rsidRPr="002813C1">
        <w:t>disait-il</w:t>
      </w:r>
      <w:r w:rsidR="00B77E03">
        <w:t xml:space="preserve">… </w:t>
      </w:r>
      <w:r w:rsidRPr="002813C1">
        <w:t xml:space="preserve">Je reconnaîtrai Marguerite par </w:t>
      </w:r>
      <w:r w:rsidRPr="002813C1">
        <w:lastRenderedPageBreak/>
        <w:t>mon testament</w:t>
      </w:r>
      <w:r w:rsidR="00B77E03">
        <w:t xml:space="preserve">, </w:t>
      </w:r>
      <w:r w:rsidRPr="002813C1">
        <w:t>en même temps que je l</w:t>
      </w:r>
      <w:r w:rsidR="00B77E03">
        <w:t>’</w:t>
      </w:r>
      <w:r w:rsidRPr="002813C1">
        <w:t>instituerai ma seule héritière</w:t>
      </w:r>
      <w:r w:rsidR="00B77E03">
        <w:t>… »</w:t>
      </w:r>
      <w:r w:rsidRPr="002813C1">
        <w:t xml:space="preserve"> Mais le marquis n</w:t>
      </w:r>
      <w:r w:rsidR="00B77E03">
        <w:t>’</w:t>
      </w:r>
      <w:r w:rsidRPr="002813C1">
        <w:t>entendait pas de cette oreille</w:t>
      </w:r>
      <w:r w:rsidR="00B77E03">
        <w:t> : « </w:t>
      </w:r>
      <w:r w:rsidRPr="002813C1">
        <w:t>Je ne doute pas de vos dispositions actuelles</w:t>
      </w:r>
      <w:r w:rsidR="00B77E03">
        <w:t xml:space="preserve">, </w:t>
      </w:r>
      <w:r w:rsidRPr="002813C1">
        <w:t>mon cher comte</w:t>
      </w:r>
      <w:r w:rsidR="00B77E03">
        <w:t xml:space="preserve">, </w:t>
      </w:r>
      <w:r w:rsidRPr="002813C1">
        <w:t>objectait-il</w:t>
      </w:r>
      <w:r w:rsidR="00B77E03">
        <w:t xml:space="preserve">, </w:t>
      </w:r>
      <w:r w:rsidRPr="002813C1">
        <w:t>seulement rien ne m</w:t>
      </w:r>
      <w:r w:rsidR="00B77E03">
        <w:t>’</w:t>
      </w:r>
      <w:r w:rsidRPr="002813C1">
        <w:t>assure et vous n</w:t>
      </w:r>
      <w:r w:rsidR="00B77E03">
        <w:t>’</w:t>
      </w:r>
      <w:r w:rsidRPr="002813C1">
        <w:t>êtes pas certain vous-même qu</w:t>
      </w:r>
      <w:r w:rsidR="00B77E03">
        <w:t>’</w:t>
      </w:r>
      <w:r w:rsidRPr="002813C1">
        <w:t>elles ne changeront pas</w:t>
      </w:r>
      <w:r w:rsidR="00B77E03">
        <w:t xml:space="preserve">… </w:t>
      </w:r>
      <w:r w:rsidRPr="002813C1">
        <w:t>Supposez une brouille</w:t>
      </w:r>
      <w:r w:rsidR="00B77E03">
        <w:t xml:space="preserve">, </w:t>
      </w:r>
      <w:r w:rsidRPr="002813C1">
        <w:t>votre héritage nous échappe</w:t>
      </w:r>
      <w:r w:rsidR="00B77E03">
        <w:t>… »</w:t>
      </w:r>
    </w:p>
    <w:p w14:paraId="614B1237" w14:textId="72C83CCF" w:rsidR="00B77E03" w:rsidRDefault="0024252B" w:rsidP="00B77E03">
      <w:r w:rsidRPr="002813C1">
        <w:t>Cette difficulté les arrêtait depuis longtemps</w:t>
      </w:r>
      <w:r w:rsidR="00B77E03">
        <w:t xml:space="preserve">, </w:t>
      </w:r>
      <w:r w:rsidRPr="002813C1">
        <w:t>l</w:t>
      </w:r>
      <w:r w:rsidR="00B77E03">
        <w:t>’</w:t>
      </w:r>
      <w:r w:rsidRPr="002813C1">
        <w:t>un exigeant des garanties</w:t>
      </w:r>
      <w:r w:rsidR="00B77E03">
        <w:t xml:space="preserve">, </w:t>
      </w:r>
      <w:r w:rsidRPr="002813C1">
        <w:t>l</w:t>
      </w:r>
      <w:r w:rsidR="00B77E03">
        <w:t>’</w:t>
      </w:r>
      <w:r w:rsidRPr="002813C1">
        <w:t>autre s</w:t>
      </w:r>
      <w:r w:rsidR="00B77E03">
        <w:t>’</w:t>
      </w:r>
      <w:r w:rsidRPr="002813C1">
        <w:t>obstinant à n</w:t>
      </w:r>
      <w:r w:rsidR="00B77E03">
        <w:t>’</w:t>
      </w:r>
      <w:r w:rsidRPr="002813C1">
        <w:t>en point donner</w:t>
      </w:r>
      <w:r w:rsidR="00B77E03">
        <w:t xml:space="preserve">, </w:t>
      </w:r>
      <w:r w:rsidRPr="002813C1">
        <w:t xml:space="preserve">quand enfin </w:t>
      </w:r>
      <w:r w:rsidR="00B77E03">
        <w:t>M. de </w:t>
      </w:r>
      <w:proofErr w:type="spellStart"/>
      <w:r w:rsidRPr="002813C1">
        <w:t>Chalusse</w:t>
      </w:r>
      <w:proofErr w:type="spellEnd"/>
      <w:r w:rsidRPr="002813C1">
        <w:t xml:space="preserve"> s</w:t>
      </w:r>
      <w:r w:rsidR="00B77E03">
        <w:t>’</w:t>
      </w:r>
      <w:r w:rsidRPr="002813C1">
        <w:t>avisa d</w:t>
      </w:r>
      <w:r w:rsidR="00B77E03">
        <w:t>’</w:t>
      </w:r>
      <w:r w:rsidRPr="002813C1">
        <w:t>un expédient qui conciliait tout</w:t>
      </w:r>
      <w:r w:rsidR="00B77E03">
        <w:t>.</w:t>
      </w:r>
    </w:p>
    <w:p w14:paraId="52D3B771" w14:textId="3AA8CAC0" w:rsidR="00B77E03" w:rsidRDefault="0024252B" w:rsidP="00B77E03">
      <w:r w:rsidRPr="002813C1">
        <w:t xml:space="preserve">Il remit à </w:t>
      </w:r>
      <w:r w:rsidR="00B77E03">
        <w:t>M. de </w:t>
      </w:r>
      <w:proofErr w:type="spellStart"/>
      <w:r w:rsidRPr="002813C1">
        <w:t>Valorsay</w:t>
      </w:r>
      <w:proofErr w:type="spellEnd"/>
      <w:r w:rsidRPr="002813C1">
        <w:t xml:space="preserve"> un testament par lequel il vous reconnaissait et vous léguait toute sa fortune</w:t>
      </w:r>
      <w:r w:rsidR="00B77E03">
        <w:t>…</w:t>
      </w:r>
    </w:p>
    <w:p w14:paraId="40960D09" w14:textId="77777777" w:rsidR="00B77E03" w:rsidRDefault="0024252B" w:rsidP="00B77E03">
      <w:r w:rsidRPr="002813C1">
        <w:t>Cet acte inattaquable</w:t>
      </w:r>
      <w:r w:rsidR="00B77E03">
        <w:t xml:space="preserve">, </w:t>
      </w:r>
      <w:r w:rsidRPr="002813C1">
        <w:t>le marquis l</w:t>
      </w:r>
      <w:r w:rsidR="00B77E03">
        <w:t>’</w:t>
      </w:r>
      <w:r w:rsidRPr="002813C1">
        <w:t>a conservé précieusement</w:t>
      </w:r>
      <w:r w:rsidR="00B77E03">
        <w:t xml:space="preserve">. </w:t>
      </w:r>
      <w:r w:rsidRPr="002813C1">
        <w:t>Il s</w:t>
      </w:r>
      <w:r w:rsidR="00B77E03">
        <w:t>’</w:t>
      </w:r>
      <w:r w:rsidRPr="002813C1">
        <w:t>est bien gardé d</w:t>
      </w:r>
      <w:r w:rsidR="00B77E03">
        <w:t>’</w:t>
      </w:r>
      <w:r w:rsidRPr="002813C1">
        <w:t>en parler et le brûlerait plutôt que de vous le rendre</w:t>
      </w:r>
      <w:r w:rsidR="00B77E03">
        <w:t xml:space="preserve">. </w:t>
      </w:r>
      <w:r w:rsidRPr="002813C1">
        <w:t>Mais du jour où vous seriez sa femme</w:t>
      </w:r>
      <w:r w:rsidR="00B77E03">
        <w:t xml:space="preserve">, </w:t>
      </w:r>
      <w:r w:rsidRPr="002813C1">
        <w:t xml:space="preserve">il le produirait et recueillerait ainsi les millions du comte de </w:t>
      </w:r>
      <w:proofErr w:type="spellStart"/>
      <w:r w:rsidRPr="002813C1">
        <w:t>Chalusse</w:t>
      </w:r>
      <w:proofErr w:type="spellEnd"/>
      <w:r w:rsidR="00B77E03">
        <w:t>…</w:t>
      </w:r>
    </w:p>
    <w:p w14:paraId="39015931" w14:textId="726ADD11" w:rsidR="00B77E03" w:rsidRDefault="00B77E03" w:rsidP="00B77E03">
      <w:r>
        <w:t>— </w:t>
      </w:r>
      <w:r w:rsidR="0024252B" w:rsidRPr="002813C1">
        <w:t>Ah</w:t>
      </w:r>
      <w:r>
        <w:t xml:space="preserve"> ! </w:t>
      </w:r>
      <w:r w:rsidR="0024252B" w:rsidRPr="002813C1">
        <w:t>le vieux juge de paix avait deviné juste</w:t>
      </w:r>
      <w:r>
        <w:t xml:space="preserve">… </w:t>
      </w:r>
      <w:r w:rsidR="0024252B" w:rsidRPr="002813C1">
        <w:t xml:space="preserve">murmura </w:t>
      </w:r>
      <w:r>
        <w:t>M</w:t>
      </w:r>
      <w:r w:rsidRPr="00B77E03">
        <w:rPr>
          <w:vertAlign w:val="superscript"/>
        </w:rPr>
        <w:t>lle</w:t>
      </w:r>
      <w:r>
        <w:t> </w:t>
      </w:r>
      <w:r w:rsidR="0024252B" w:rsidRPr="002813C1">
        <w:t>Marguerite</w:t>
      </w:r>
      <w:r>
        <w:t>.</w:t>
      </w:r>
    </w:p>
    <w:p w14:paraId="18C45068" w14:textId="77777777" w:rsidR="00B77E03" w:rsidRDefault="0024252B" w:rsidP="00B77E03">
      <w:r w:rsidRPr="002813C1">
        <w:t>Pascal ne l</w:t>
      </w:r>
      <w:r w:rsidR="00B77E03">
        <w:t>’</w:t>
      </w:r>
      <w:r w:rsidRPr="002813C1">
        <w:t>entendit pas</w:t>
      </w:r>
      <w:r w:rsidR="00B77E03">
        <w:t>.</w:t>
      </w:r>
    </w:p>
    <w:p w14:paraId="3BFDE144" w14:textId="77777777" w:rsidR="00B77E03" w:rsidRDefault="0024252B" w:rsidP="00B77E03">
      <w:r w:rsidRPr="002813C1">
        <w:t>Toutes ses facultés étaient absorbées par la nécessité d</w:t>
      </w:r>
      <w:r w:rsidR="00B77E03">
        <w:t>’</w:t>
      </w:r>
      <w:r w:rsidRPr="002813C1">
        <w:t>être clair</w:t>
      </w:r>
      <w:r w:rsidR="00B77E03">
        <w:t xml:space="preserve">, </w:t>
      </w:r>
      <w:r w:rsidRPr="002813C1">
        <w:t>d</w:t>
      </w:r>
      <w:r w:rsidR="00B77E03">
        <w:t>’</w:t>
      </w:r>
      <w:r w:rsidRPr="002813C1">
        <w:t>être bref surtout</w:t>
      </w:r>
      <w:r w:rsidR="00B77E03">
        <w:t xml:space="preserve">, </w:t>
      </w:r>
      <w:r w:rsidRPr="002813C1">
        <w:t>car il avait bien des choses à dire encore et l</w:t>
      </w:r>
      <w:r w:rsidR="00B77E03">
        <w:t>’</w:t>
      </w:r>
      <w:r w:rsidRPr="002813C1">
        <w:t>heure avançait</w:t>
      </w:r>
      <w:r w:rsidR="00B77E03">
        <w:t>…</w:t>
      </w:r>
    </w:p>
    <w:p w14:paraId="4435CAC6" w14:textId="055D13DF" w:rsidR="00B77E03" w:rsidRDefault="00B77E03" w:rsidP="00B77E03">
      <w:r>
        <w:t>— </w:t>
      </w:r>
      <w:r w:rsidR="0024252B" w:rsidRPr="002813C1">
        <w:t>Pour ce qui est de la somme énorme qu</w:t>
      </w:r>
      <w:r>
        <w:t>’</w:t>
      </w:r>
      <w:r w:rsidR="0024252B" w:rsidRPr="002813C1">
        <w:t>on vous accuse d</w:t>
      </w:r>
      <w:r>
        <w:t>’</w:t>
      </w:r>
      <w:r w:rsidR="0024252B" w:rsidRPr="002813C1">
        <w:t>avoir détournée</w:t>
      </w:r>
      <w:r>
        <w:t xml:space="preserve">, </w:t>
      </w:r>
      <w:r w:rsidR="0024252B" w:rsidRPr="002813C1">
        <w:t>continuait-il</w:t>
      </w:r>
      <w:r>
        <w:t xml:space="preserve">, </w:t>
      </w:r>
      <w:r w:rsidR="0024252B" w:rsidRPr="002813C1">
        <w:t>je sais ce qu</w:t>
      </w:r>
      <w:r>
        <w:t>’</w:t>
      </w:r>
      <w:r w:rsidR="0024252B" w:rsidRPr="002813C1">
        <w:t>elle est devenue</w:t>
      </w:r>
      <w:r>
        <w:t xml:space="preserve">… </w:t>
      </w:r>
      <w:r w:rsidR="0024252B" w:rsidRPr="002813C1">
        <w:t xml:space="preserve">Elle est entre les mains de </w:t>
      </w:r>
      <w:r>
        <w:t>M. de </w:t>
      </w:r>
      <w:proofErr w:type="spellStart"/>
      <w:r w:rsidR="0024252B" w:rsidRPr="002813C1">
        <w:t>Fondège</w:t>
      </w:r>
      <w:proofErr w:type="spellEnd"/>
      <w:r>
        <w:t>…</w:t>
      </w:r>
    </w:p>
    <w:p w14:paraId="4533B12B" w14:textId="77777777" w:rsidR="00B77E03" w:rsidRDefault="00B77E03" w:rsidP="00B77E03">
      <w:r>
        <w:t>— </w:t>
      </w:r>
      <w:r w:rsidR="0024252B" w:rsidRPr="002813C1">
        <w:t>Je le sais</w:t>
      </w:r>
      <w:r>
        <w:t xml:space="preserve">, </w:t>
      </w:r>
      <w:r w:rsidR="0024252B" w:rsidRPr="002813C1">
        <w:t>Pascal</w:t>
      </w:r>
      <w:r>
        <w:t xml:space="preserve">, </w:t>
      </w:r>
      <w:r w:rsidR="0024252B" w:rsidRPr="002813C1">
        <w:t>j</w:t>
      </w:r>
      <w:r>
        <w:t>’</w:t>
      </w:r>
      <w:r w:rsidR="0024252B" w:rsidRPr="002813C1">
        <w:t>en suis sûre</w:t>
      </w:r>
      <w:r>
        <w:t xml:space="preserve">, </w:t>
      </w:r>
      <w:r w:rsidR="0024252B" w:rsidRPr="002813C1">
        <w:t>mais la preuve</w:t>
      </w:r>
      <w:r>
        <w:t xml:space="preserve">, </w:t>
      </w:r>
      <w:r w:rsidR="0024252B" w:rsidRPr="002813C1">
        <w:t>la preuve</w:t>
      </w:r>
      <w:r>
        <w:t> !</w:t>
      </w:r>
    </w:p>
    <w:p w14:paraId="5B6C0536" w14:textId="77777777" w:rsidR="00B77E03" w:rsidRDefault="00B77E03" w:rsidP="00B77E03">
      <w:r>
        <w:lastRenderedPageBreak/>
        <w:t>— </w:t>
      </w:r>
      <w:r w:rsidR="0024252B" w:rsidRPr="002813C1">
        <w:t>Elle existe</w:t>
      </w:r>
      <w:r>
        <w:t xml:space="preserve">, </w:t>
      </w:r>
      <w:r w:rsidR="0024252B" w:rsidRPr="002813C1">
        <w:t>et c</w:t>
      </w:r>
      <w:r>
        <w:t>’</w:t>
      </w:r>
      <w:r w:rsidR="0024252B" w:rsidRPr="002813C1">
        <w:t xml:space="preserve">est le marquis de </w:t>
      </w:r>
      <w:proofErr w:type="spellStart"/>
      <w:r w:rsidR="0024252B" w:rsidRPr="002813C1">
        <w:t>Valorsay</w:t>
      </w:r>
      <w:proofErr w:type="spellEnd"/>
      <w:r w:rsidR="0024252B" w:rsidRPr="002813C1">
        <w:t xml:space="preserve"> qui l</w:t>
      </w:r>
      <w:r>
        <w:t>’</w:t>
      </w:r>
      <w:r w:rsidR="0024252B" w:rsidRPr="002813C1">
        <w:t>a</w:t>
      </w:r>
      <w:r>
        <w:t>.</w:t>
      </w:r>
    </w:p>
    <w:p w14:paraId="52F7B208" w14:textId="77777777" w:rsidR="00B77E03" w:rsidRDefault="00B77E03" w:rsidP="00B77E03">
      <w:r>
        <w:t>— </w:t>
      </w:r>
      <w:r w:rsidR="0024252B" w:rsidRPr="002813C1">
        <w:t>Est-ce possible</w:t>
      </w:r>
      <w:r>
        <w:t xml:space="preserve">, </w:t>
      </w:r>
      <w:r w:rsidR="0024252B" w:rsidRPr="002813C1">
        <w:t>grand Dieu</w:t>
      </w:r>
      <w:r>
        <w:t xml:space="preserve"> !… </w:t>
      </w:r>
      <w:r w:rsidR="0024252B" w:rsidRPr="002813C1">
        <w:t>Ne vous abusez-vous pas</w:t>
      </w:r>
      <w:r>
        <w:t> ?</w:t>
      </w:r>
    </w:p>
    <w:p w14:paraId="598E256A" w14:textId="77777777" w:rsidR="00B77E03" w:rsidRDefault="00B77E03" w:rsidP="00B77E03">
      <w:r>
        <w:t>— </w:t>
      </w:r>
      <w:r w:rsidR="0024252B" w:rsidRPr="002813C1">
        <w:t>Je l</w:t>
      </w:r>
      <w:r>
        <w:t>’</w:t>
      </w:r>
      <w:r w:rsidR="0024252B" w:rsidRPr="002813C1">
        <w:t>ai vue</w:t>
      </w:r>
      <w:r>
        <w:t xml:space="preserve">, </w:t>
      </w:r>
      <w:r w:rsidR="0024252B" w:rsidRPr="002813C1">
        <w:t>mon amie</w:t>
      </w:r>
      <w:r>
        <w:t xml:space="preserve">, </w:t>
      </w:r>
      <w:r w:rsidR="0024252B" w:rsidRPr="002813C1">
        <w:t>cette preuve accablante</w:t>
      </w:r>
      <w:r>
        <w:t xml:space="preserve">, </w:t>
      </w:r>
      <w:r w:rsidR="0024252B" w:rsidRPr="002813C1">
        <w:t>irrécusable</w:t>
      </w:r>
      <w:r>
        <w:t xml:space="preserve">, </w:t>
      </w:r>
      <w:r w:rsidR="0024252B" w:rsidRPr="002813C1">
        <w:t>je l</w:t>
      </w:r>
      <w:r>
        <w:t>’</w:t>
      </w:r>
      <w:r w:rsidR="0024252B" w:rsidRPr="002813C1">
        <w:t>ai touchée</w:t>
      </w:r>
      <w:r>
        <w:t xml:space="preserve">, </w:t>
      </w:r>
      <w:r w:rsidR="0024252B" w:rsidRPr="002813C1">
        <w:t>je l</w:t>
      </w:r>
      <w:r>
        <w:t>’</w:t>
      </w:r>
      <w:r w:rsidR="0024252B" w:rsidRPr="002813C1">
        <w:t>ai tenue</w:t>
      </w:r>
      <w:r>
        <w:t xml:space="preserve">… </w:t>
      </w:r>
      <w:r w:rsidR="0024252B" w:rsidRPr="002813C1">
        <w:t>Et elle explique tout ce qui nous avait paru inexplicable</w:t>
      </w:r>
      <w:r>
        <w:t xml:space="preserve">, </w:t>
      </w:r>
      <w:r w:rsidR="0024252B" w:rsidRPr="002813C1">
        <w:t>incompréhensible</w:t>
      </w:r>
      <w:r>
        <w:t xml:space="preserve">, </w:t>
      </w:r>
      <w:r w:rsidR="0024252B" w:rsidRPr="002813C1">
        <w:t>inouï</w:t>
      </w:r>
      <w:r>
        <w:t>…</w:t>
      </w:r>
    </w:p>
    <w:p w14:paraId="17A8E6A0" w14:textId="6E721271" w:rsidR="00B77E03" w:rsidRDefault="0024252B" w:rsidP="00B77E03">
      <w:r w:rsidRPr="002813C1">
        <w:t xml:space="preserve">La lettre reçue par </w:t>
      </w:r>
      <w:r w:rsidR="00B77E03">
        <w:t>M. de </w:t>
      </w:r>
      <w:proofErr w:type="spellStart"/>
      <w:r w:rsidRPr="002813C1">
        <w:t>Chalusse</w:t>
      </w:r>
      <w:proofErr w:type="spellEnd"/>
      <w:r w:rsidRPr="002813C1">
        <w:t xml:space="preserve"> le jour de sa mort lui était adressée par sa sœur</w:t>
      </w:r>
      <w:r w:rsidR="00B77E03">
        <w:t xml:space="preserve">… </w:t>
      </w:r>
      <w:r w:rsidRPr="002813C1">
        <w:t>Elle lui demandait sa part de la succession paternelle</w:t>
      </w:r>
      <w:r w:rsidR="00B77E03">
        <w:t xml:space="preserve">, </w:t>
      </w:r>
      <w:r w:rsidRPr="002813C1">
        <w:t>le menaçant d</w:t>
      </w:r>
      <w:r w:rsidR="00B77E03">
        <w:t>’</w:t>
      </w:r>
      <w:r w:rsidRPr="002813C1">
        <w:t>un scandale terrible</w:t>
      </w:r>
      <w:r w:rsidR="00B77E03">
        <w:t xml:space="preserve">, </w:t>
      </w:r>
      <w:r w:rsidRPr="002813C1">
        <w:t>s</w:t>
      </w:r>
      <w:r w:rsidR="00B77E03">
        <w:t>’</w:t>
      </w:r>
      <w:r w:rsidRPr="002813C1">
        <w:t>il refusait de faire droit à sa juste réclamation</w:t>
      </w:r>
      <w:r w:rsidR="00B77E03">
        <w:t>…</w:t>
      </w:r>
    </w:p>
    <w:p w14:paraId="48FC8FB4" w14:textId="77777777" w:rsidR="00B77E03" w:rsidRDefault="0024252B" w:rsidP="00B77E03">
      <w:r w:rsidRPr="002813C1">
        <w:t>Le comte était-il décidé à tout braver plutôt que de s</w:t>
      </w:r>
      <w:r w:rsidR="00B77E03">
        <w:t>’</w:t>
      </w:r>
      <w:r w:rsidRPr="002813C1">
        <w:t>exécuter</w:t>
      </w:r>
      <w:r w:rsidR="00B77E03">
        <w:t xml:space="preserve"> ? </w:t>
      </w:r>
      <w:r w:rsidRPr="002813C1">
        <w:t>Il y a lieu de le croire</w:t>
      </w:r>
      <w:r w:rsidR="00B77E03">
        <w:t>.</w:t>
      </w:r>
    </w:p>
    <w:p w14:paraId="56349D50" w14:textId="77777777" w:rsidR="00B77E03" w:rsidRDefault="0024252B" w:rsidP="00B77E03">
      <w:r w:rsidRPr="002813C1">
        <w:t>Ce qui est sûr</w:t>
      </w:r>
      <w:r w:rsidR="00B77E03">
        <w:t xml:space="preserve">, </w:t>
      </w:r>
      <w:r w:rsidRPr="002813C1">
        <w:t>c</w:t>
      </w:r>
      <w:r w:rsidR="00B77E03">
        <w:t>’</w:t>
      </w:r>
      <w:r w:rsidRPr="002813C1">
        <w:t>est qu</w:t>
      </w:r>
      <w:r w:rsidR="00B77E03">
        <w:t>’</w:t>
      </w:r>
      <w:r w:rsidRPr="002813C1">
        <w:t>il haïssait d</w:t>
      </w:r>
      <w:r w:rsidR="00B77E03">
        <w:t>’</w:t>
      </w:r>
      <w:r w:rsidRPr="002813C1">
        <w:t>une implacable haine non sa sœur</w:t>
      </w:r>
      <w:r w:rsidR="00B77E03">
        <w:t xml:space="preserve">, </w:t>
      </w:r>
      <w:r w:rsidRPr="002813C1">
        <w:t>peut-être</w:t>
      </w:r>
      <w:r w:rsidR="00B77E03">
        <w:t xml:space="preserve">, </w:t>
      </w:r>
      <w:r w:rsidRPr="002813C1">
        <w:t>mais l</w:t>
      </w:r>
      <w:r w:rsidR="00B77E03">
        <w:t>’</w:t>
      </w:r>
      <w:r w:rsidRPr="002813C1">
        <w:t>homme qui l</w:t>
      </w:r>
      <w:r w:rsidR="00B77E03">
        <w:t>’</w:t>
      </w:r>
      <w:r w:rsidRPr="002813C1">
        <w:t>avait séduite et qui</w:t>
      </w:r>
      <w:r w:rsidR="00B77E03">
        <w:t xml:space="preserve">, </w:t>
      </w:r>
      <w:r w:rsidRPr="002813C1">
        <w:t>plus tard</w:t>
      </w:r>
      <w:r w:rsidR="00B77E03">
        <w:t xml:space="preserve">, </w:t>
      </w:r>
      <w:r w:rsidRPr="002813C1">
        <w:t>inspiré par la cupidité</w:t>
      </w:r>
      <w:r w:rsidR="00B77E03">
        <w:t xml:space="preserve">, </w:t>
      </w:r>
      <w:r w:rsidRPr="002813C1">
        <w:t>l</w:t>
      </w:r>
      <w:r w:rsidR="00B77E03">
        <w:t>’</w:t>
      </w:r>
      <w:r w:rsidRPr="002813C1">
        <w:t>avait épousée</w:t>
      </w:r>
      <w:r w:rsidR="00B77E03">
        <w:t xml:space="preserve">. </w:t>
      </w:r>
      <w:r w:rsidRPr="002813C1">
        <w:t>Mille et mille fois il avait juré que jamais le mari ni la femme n</w:t>
      </w:r>
      <w:r w:rsidR="00B77E03">
        <w:t>’</w:t>
      </w:r>
      <w:r w:rsidRPr="002813C1">
        <w:t>auraient un centime des sommes immenses qu</w:t>
      </w:r>
      <w:r w:rsidR="00B77E03">
        <w:t>’</w:t>
      </w:r>
      <w:r w:rsidRPr="002813C1">
        <w:t>il leur devait véritablement</w:t>
      </w:r>
      <w:r w:rsidR="00B77E03">
        <w:t>.</w:t>
      </w:r>
    </w:p>
    <w:p w14:paraId="4E062905" w14:textId="77777777" w:rsidR="00B77E03" w:rsidRDefault="0024252B" w:rsidP="00B77E03">
      <w:r w:rsidRPr="002813C1">
        <w:t>Dans de telles conditions</w:t>
      </w:r>
      <w:r w:rsidR="00B77E03">
        <w:t xml:space="preserve">, </w:t>
      </w:r>
      <w:r w:rsidRPr="002813C1">
        <w:t>se croyant à la veille d</w:t>
      </w:r>
      <w:r w:rsidR="00B77E03">
        <w:t>’</w:t>
      </w:r>
      <w:r w:rsidRPr="002813C1">
        <w:t>un procès</w:t>
      </w:r>
      <w:r w:rsidR="00B77E03">
        <w:t xml:space="preserve">, </w:t>
      </w:r>
      <w:r w:rsidRPr="002813C1">
        <w:t>décidé à dissimuler sa fortune</w:t>
      </w:r>
      <w:r w:rsidR="00B77E03">
        <w:t xml:space="preserve">, </w:t>
      </w:r>
      <w:r w:rsidRPr="002813C1">
        <w:t>les fonds qu</w:t>
      </w:r>
      <w:r w:rsidR="00B77E03">
        <w:t>’</w:t>
      </w:r>
      <w:r w:rsidRPr="002813C1">
        <w:t>il venait de réaliser l</w:t>
      </w:r>
      <w:r w:rsidR="00B77E03">
        <w:t>’</w:t>
      </w:r>
      <w:r w:rsidRPr="002813C1">
        <w:t>embarrassaient</w:t>
      </w:r>
      <w:r w:rsidR="00B77E03">
        <w:t xml:space="preserve">… </w:t>
      </w:r>
      <w:r w:rsidRPr="002813C1">
        <w:t>Qu</w:t>
      </w:r>
      <w:r w:rsidR="00B77E03">
        <w:t>’</w:t>
      </w:r>
      <w:r w:rsidRPr="002813C1">
        <w:t>en faire</w:t>
      </w:r>
      <w:r w:rsidR="00B77E03">
        <w:t> ?</w:t>
      </w:r>
    </w:p>
    <w:p w14:paraId="5A21421E" w14:textId="3F62315E" w:rsidR="00B77E03" w:rsidRDefault="0024252B" w:rsidP="00B77E03">
      <w:r w:rsidRPr="002813C1">
        <w:t xml:space="preserve">Il résolut de les confier à </w:t>
      </w:r>
      <w:r w:rsidR="00B77E03">
        <w:t>M. de </w:t>
      </w:r>
      <w:proofErr w:type="spellStart"/>
      <w:r w:rsidRPr="002813C1">
        <w:t>Fondège</w:t>
      </w:r>
      <w:proofErr w:type="spellEnd"/>
      <w:r w:rsidR="00B77E03">
        <w:t xml:space="preserve">, </w:t>
      </w:r>
      <w:r w:rsidRPr="002813C1">
        <w:t>qui passait pour un excentrique</w:t>
      </w:r>
      <w:r w:rsidR="00B77E03">
        <w:t xml:space="preserve">, </w:t>
      </w:r>
      <w:r w:rsidRPr="002813C1">
        <w:t>mais dont la probité semblait au-dessus du soupçon</w:t>
      </w:r>
      <w:r w:rsidR="00B77E03">
        <w:t>…</w:t>
      </w:r>
    </w:p>
    <w:p w14:paraId="127138F1" w14:textId="77777777" w:rsidR="00B77E03" w:rsidRDefault="0024252B" w:rsidP="00B77E03">
      <w:r w:rsidRPr="002813C1">
        <w:t>Lors donc qu</w:t>
      </w:r>
      <w:r w:rsidR="00B77E03">
        <w:t>’</w:t>
      </w:r>
      <w:r w:rsidRPr="002813C1">
        <w:t>il sortit</w:t>
      </w:r>
      <w:r w:rsidR="00B77E03">
        <w:t xml:space="preserve">, </w:t>
      </w:r>
      <w:r w:rsidRPr="002813C1">
        <w:t>le soir vers six heures</w:t>
      </w:r>
      <w:r w:rsidR="00B77E03">
        <w:t xml:space="preserve">, </w:t>
      </w:r>
      <w:r w:rsidRPr="002813C1">
        <w:t>il emportait les titres au porteur et les paquets de billets de banque que vous aviez vus le matin dans son secrétaire</w:t>
      </w:r>
      <w:r w:rsidR="00B77E03">
        <w:t>…</w:t>
      </w:r>
    </w:p>
    <w:p w14:paraId="12E1D0AB" w14:textId="77777777" w:rsidR="00B77E03" w:rsidRDefault="0024252B" w:rsidP="00B77E03">
      <w:r w:rsidRPr="002813C1">
        <w:lastRenderedPageBreak/>
        <w:t>Que se passa-t-il entre votre père et le dépositaire choisi par lui</w:t>
      </w:r>
      <w:r w:rsidR="00B77E03">
        <w:t xml:space="preserve"> ?… </w:t>
      </w:r>
      <w:r w:rsidRPr="002813C1">
        <w:t>On ne peut que le soupçonner</w:t>
      </w:r>
      <w:r w:rsidR="00B77E03">
        <w:t>…</w:t>
      </w:r>
    </w:p>
    <w:p w14:paraId="6329EBA6" w14:textId="4228C533" w:rsidR="00B77E03" w:rsidRDefault="0024252B" w:rsidP="00B77E03">
      <w:r w:rsidRPr="002813C1">
        <w:t>Ce qui est prouvé pour moi et que je prouverai</w:t>
      </w:r>
      <w:r w:rsidR="00B77E03">
        <w:t xml:space="preserve">, </w:t>
      </w:r>
      <w:r w:rsidRPr="002813C1">
        <w:t>c</w:t>
      </w:r>
      <w:r w:rsidR="00B77E03">
        <w:t>’</w:t>
      </w:r>
      <w:r w:rsidRPr="002813C1">
        <w:t xml:space="preserve">est que </w:t>
      </w:r>
      <w:r w:rsidR="00B77E03">
        <w:t>M. de </w:t>
      </w:r>
      <w:proofErr w:type="spellStart"/>
      <w:r w:rsidRPr="002813C1">
        <w:t>Fondège</w:t>
      </w:r>
      <w:proofErr w:type="spellEnd"/>
      <w:r w:rsidRPr="002813C1">
        <w:t xml:space="preserve"> accepta le fidéicommis et qu</w:t>
      </w:r>
      <w:r w:rsidR="00B77E03">
        <w:t>’</w:t>
      </w:r>
      <w:r w:rsidRPr="002813C1">
        <w:t>il en donna un reçu en forme de lettre</w:t>
      </w:r>
      <w:r w:rsidR="00B77E03">
        <w:t>.</w:t>
      </w:r>
    </w:p>
    <w:p w14:paraId="35D3E637" w14:textId="77777777" w:rsidR="00B77E03" w:rsidRDefault="0024252B" w:rsidP="00B77E03">
      <w:r w:rsidRPr="002813C1">
        <w:t>Il était ainsi conçu</w:t>
      </w:r>
      <w:r w:rsidR="00B77E03">
        <w:t> :</w:t>
      </w:r>
    </w:p>
    <w:p w14:paraId="620873FA" w14:textId="39899863" w:rsidR="00B77E03" w:rsidRDefault="00B77E03" w:rsidP="00B77E03">
      <w:r>
        <w:t>« </w:t>
      </w:r>
      <w:r w:rsidR="0024252B" w:rsidRPr="002813C1">
        <w:rPr>
          <w:i/>
          <w:szCs w:val="32"/>
        </w:rPr>
        <w:t>Je reconnais</w:t>
      </w:r>
      <w:r>
        <w:rPr>
          <w:i/>
          <w:szCs w:val="32"/>
        </w:rPr>
        <w:t xml:space="preserve">, </w:t>
      </w:r>
      <w:r w:rsidR="0024252B" w:rsidRPr="002813C1">
        <w:rPr>
          <w:i/>
          <w:szCs w:val="32"/>
        </w:rPr>
        <w:t xml:space="preserve">mon cher comte de </w:t>
      </w:r>
      <w:proofErr w:type="spellStart"/>
      <w:r w:rsidR="0024252B" w:rsidRPr="002813C1">
        <w:rPr>
          <w:i/>
          <w:szCs w:val="32"/>
        </w:rPr>
        <w:t>Chalusse</w:t>
      </w:r>
      <w:proofErr w:type="spellEnd"/>
      <w:r>
        <w:rPr>
          <w:i/>
          <w:szCs w:val="32"/>
        </w:rPr>
        <w:t xml:space="preserve">, </w:t>
      </w:r>
      <w:r w:rsidR="0024252B" w:rsidRPr="002813C1">
        <w:rPr>
          <w:i/>
          <w:szCs w:val="32"/>
        </w:rPr>
        <w:t>avoir reçu de vous</w:t>
      </w:r>
      <w:r>
        <w:rPr>
          <w:i/>
          <w:szCs w:val="32"/>
        </w:rPr>
        <w:t xml:space="preserve">, </w:t>
      </w:r>
      <w:r w:rsidR="0024252B" w:rsidRPr="002813C1">
        <w:rPr>
          <w:i/>
          <w:szCs w:val="32"/>
        </w:rPr>
        <w:t>aujourd</w:t>
      </w:r>
      <w:r>
        <w:rPr>
          <w:i/>
          <w:szCs w:val="32"/>
        </w:rPr>
        <w:t>’</w:t>
      </w:r>
      <w:r w:rsidR="0024252B" w:rsidRPr="002813C1">
        <w:rPr>
          <w:i/>
          <w:szCs w:val="32"/>
        </w:rPr>
        <w:t>hui jeudi</w:t>
      </w:r>
      <w:r>
        <w:rPr>
          <w:i/>
          <w:szCs w:val="32"/>
        </w:rPr>
        <w:t xml:space="preserve">, </w:t>
      </w:r>
      <w:r w:rsidR="0024252B" w:rsidRPr="002813C1">
        <w:rPr>
          <w:i/>
          <w:szCs w:val="32"/>
        </w:rPr>
        <w:t>1</w:t>
      </w:r>
      <w:r w:rsidRPr="002813C1">
        <w:rPr>
          <w:i/>
          <w:szCs w:val="32"/>
        </w:rPr>
        <w:t>5</w:t>
      </w:r>
      <w:r>
        <w:rPr>
          <w:i/>
          <w:szCs w:val="32"/>
        </w:rPr>
        <w:t> </w:t>
      </w:r>
      <w:r w:rsidRPr="002813C1">
        <w:rPr>
          <w:i/>
          <w:szCs w:val="32"/>
        </w:rPr>
        <w:t>octobre</w:t>
      </w:r>
      <w:r w:rsidR="0024252B" w:rsidRPr="002813C1">
        <w:rPr>
          <w:i/>
          <w:szCs w:val="32"/>
        </w:rPr>
        <w:t xml:space="preserve"> 186</w:t>
      </w:r>
      <w:r>
        <w:rPr>
          <w:i/>
          <w:szCs w:val="32"/>
        </w:rPr>
        <w:t xml:space="preserve">…, </w:t>
      </w:r>
      <w:r w:rsidR="0024252B" w:rsidRPr="002813C1">
        <w:rPr>
          <w:i/>
          <w:szCs w:val="32"/>
        </w:rPr>
        <w:t>la somme de DEUX MILLIONS DEUX CENT CINQUANTE MILLE FRANCS</w:t>
      </w:r>
      <w:r>
        <w:rPr>
          <w:i/>
          <w:szCs w:val="32"/>
        </w:rPr>
        <w:t xml:space="preserve">, </w:t>
      </w:r>
      <w:r w:rsidR="0024252B" w:rsidRPr="002813C1">
        <w:rPr>
          <w:i/>
          <w:szCs w:val="32"/>
        </w:rPr>
        <w:t>que je déposerai en mon nom à la Banque de France</w:t>
      </w:r>
      <w:r>
        <w:rPr>
          <w:i/>
          <w:szCs w:val="32"/>
        </w:rPr>
        <w:t xml:space="preserve">, </w:t>
      </w:r>
      <w:r w:rsidR="0024252B" w:rsidRPr="002813C1">
        <w:rPr>
          <w:i/>
          <w:szCs w:val="32"/>
        </w:rPr>
        <w:t xml:space="preserve">pour les remettre à </w:t>
      </w:r>
      <w:r>
        <w:rPr>
          <w:i/>
          <w:szCs w:val="32"/>
        </w:rPr>
        <w:t>M</w:t>
      </w:r>
      <w:r w:rsidRPr="00B77E03">
        <w:rPr>
          <w:i/>
          <w:szCs w:val="32"/>
          <w:vertAlign w:val="superscript"/>
        </w:rPr>
        <w:t>lle</w:t>
      </w:r>
      <w:r>
        <w:rPr>
          <w:i/>
          <w:szCs w:val="32"/>
        </w:rPr>
        <w:t> </w:t>
      </w:r>
      <w:r w:rsidR="0024252B" w:rsidRPr="002813C1">
        <w:rPr>
          <w:i/>
          <w:szCs w:val="32"/>
        </w:rPr>
        <w:t>Marguerite</w:t>
      </w:r>
      <w:r>
        <w:rPr>
          <w:i/>
          <w:szCs w:val="32"/>
        </w:rPr>
        <w:t xml:space="preserve">, </w:t>
      </w:r>
      <w:r w:rsidR="0024252B" w:rsidRPr="002813C1">
        <w:rPr>
          <w:i/>
          <w:szCs w:val="32"/>
        </w:rPr>
        <w:t>votre fille</w:t>
      </w:r>
      <w:r>
        <w:rPr>
          <w:i/>
          <w:szCs w:val="32"/>
        </w:rPr>
        <w:t xml:space="preserve">, </w:t>
      </w:r>
      <w:r w:rsidR="0024252B" w:rsidRPr="002813C1">
        <w:rPr>
          <w:i/>
          <w:szCs w:val="32"/>
        </w:rPr>
        <w:t>le jour où elle me représentera cette lettre</w:t>
      </w:r>
      <w:r>
        <w:t>.</w:t>
      </w:r>
    </w:p>
    <w:p w14:paraId="77EA73A6" w14:textId="77777777" w:rsidR="00B77E03" w:rsidRDefault="00B77E03" w:rsidP="00B77E03">
      <w:r>
        <w:t>« </w:t>
      </w:r>
      <w:r w:rsidR="0024252B" w:rsidRPr="002813C1">
        <w:rPr>
          <w:i/>
          <w:szCs w:val="32"/>
        </w:rPr>
        <w:t>Et croyez</w:t>
      </w:r>
      <w:r>
        <w:rPr>
          <w:i/>
          <w:szCs w:val="32"/>
        </w:rPr>
        <w:t xml:space="preserve">, </w:t>
      </w:r>
      <w:r w:rsidR="0024252B" w:rsidRPr="002813C1">
        <w:rPr>
          <w:i/>
          <w:szCs w:val="32"/>
        </w:rPr>
        <w:t>mon cher comte</w:t>
      </w:r>
      <w:r>
        <w:rPr>
          <w:i/>
          <w:szCs w:val="32"/>
        </w:rPr>
        <w:t xml:space="preserve">, </w:t>
      </w:r>
      <w:r w:rsidR="0024252B" w:rsidRPr="002813C1">
        <w:rPr>
          <w:i/>
          <w:szCs w:val="32"/>
        </w:rPr>
        <w:t>à l</w:t>
      </w:r>
      <w:r>
        <w:rPr>
          <w:i/>
          <w:szCs w:val="32"/>
        </w:rPr>
        <w:t>’</w:t>
      </w:r>
      <w:r w:rsidR="0024252B" w:rsidRPr="002813C1">
        <w:rPr>
          <w:i/>
          <w:szCs w:val="32"/>
        </w:rPr>
        <w:t>absolu dévouement de votre vieux camarade</w:t>
      </w:r>
      <w:r>
        <w:t>.</w:t>
      </w:r>
    </w:p>
    <w:p w14:paraId="6917E26B" w14:textId="79561ED9" w:rsidR="00B77E03" w:rsidRDefault="00B77E03" w:rsidP="00B77E03">
      <w:pPr>
        <w:jc w:val="right"/>
      </w:pPr>
      <w:r>
        <w:rPr>
          <w:i/>
          <w:szCs w:val="32"/>
        </w:rPr>
        <w:t>« </w:t>
      </w:r>
      <w:r w:rsidR="0024252B" w:rsidRPr="00B77E03">
        <w:rPr>
          <w:i/>
          <w:szCs w:val="32"/>
        </w:rPr>
        <w:t>G</w:t>
      </w:r>
      <w:r w:rsidR="0024252B" w:rsidRPr="00B77E03">
        <w:rPr>
          <w:i/>
          <w:szCs w:val="32"/>
          <w:vertAlign w:val="superscript"/>
        </w:rPr>
        <w:t>AL</w:t>
      </w:r>
      <w:r w:rsidR="0024252B" w:rsidRPr="00B77E03">
        <w:rPr>
          <w:i/>
          <w:szCs w:val="32"/>
        </w:rPr>
        <w:t xml:space="preserve"> DE </w:t>
      </w:r>
      <w:proofErr w:type="spellStart"/>
      <w:r w:rsidR="0024252B" w:rsidRPr="00B77E03">
        <w:rPr>
          <w:i/>
          <w:szCs w:val="32"/>
        </w:rPr>
        <w:t>FONDÈGE</w:t>
      </w:r>
      <w:proofErr w:type="spellEnd"/>
      <w:r>
        <w:rPr>
          <w:i/>
          <w:szCs w:val="32"/>
        </w:rPr>
        <w:t>. »</w:t>
      </w:r>
    </w:p>
    <w:p w14:paraId="20468D2F" w14:textId="07CD3D64" w:rsidR="00B77E03" w:rsidRDefault="00B77E03" w:rsidP="00B77E03">
      <w:r>
        <w:t>M</w:t>
      </w:r>
      <w:r w:rsidRPr="00B77E03">
        <w:rPr>
          <w:vertAlign w:val="superscript"/>
        </w:rPr>
        <w:t>lle</w:t>
      </w:r>
      <w:r>
        <w:t> </w:t>
      </w:r>
      <w:r w:rsidR="0024252B" w:rsidRPr="002813C1">
        <w:t>Marguerite était confondue</w:t>
      </w:r>
      <w:r>
        <w:t>.</w:t>
      </w:r>
    </w:p>
    <w:p w14:paraId="0488F9A7" w14:textId="77777777" w:rsidR="00B77E03" w:rsidRDefault="00B77E03" w:rsidP="00B77E03">
      <w:r>
        <w:t>— </w:t>
      </w:r>
      <w:r w:rsidR="0024252B" w:rsidRPr="002813C1">
        <w:t>Qui donc a pu vous révéler ces détails si précis</w:t>
      </w:r>
      <w:r>
        <w:t xml:space="preserve"> ?… </w:t>
      </w:r>
      <w:r w:rsidR="0024252B" w:rsidRPr="002813C1">
        <w:t>interrogea-t-elle</w:t>
      </w:r>
      <w:r>
        <w:t>.</w:t>
      </w:r>
    </w:p>
    <w:p w14:paraId="0567CB47" w14:textId="77777777" w:rsidR="00B77E03" w:rsidRDefault="00B77E03" w:rsidP="00B77E03">
      <w:r>
        <w:t>— </w:t>
      </w:r>
      <w:r w:rsidR="0024252B" w:rsidRPr="002813C1">
        <w:t xml:space="preserve">Le marquis de </w:t>
      </w:r>
      <w:proofErr w:type="spellStart"/>
      <w:r w:rsidR="0024252B" w:rsidRPr="002813C1">
        <w:t>Valorsay</w:t>
      </w:r>
      <w:proofErr w:type="spellEnd"/>
      <w:r>
        <w:t xml:space="preserve">, </w:t>
      </w:r>
      <w:r w:rsidR="0024252B" w:rsidRPr="002813C1">
        <w:t>mon amie</w:t>
      </w:r>
      <w:r>
        <w:t xml:space="preserve">, </w:t>
      </w:r>
      <w:r w:rsidR="0024252B" w:rsidRPr="002813C1">
        <w:t>et vous allez comprendre comment</w:t>
      </w:r>
      <w:r>
        <w:t>.</w:t>
      </w:r>
    </w:p>
    <w:p w14:paraId="3B3E44BE" w14:textId="426CDDA7" w:rsidR="00B77E03" w:rsidRDefault="0024252B" w:rsidP="00B77E03">
      <w:r w:rsidRPr="002813C1">
        <w:t>Cette lettre pliée</w:t>
      </w:r>
      <w:r w:rsidR="00B77E03">
        <w:t xml:space="preserve"> – </w:t>
      </w:r>
      <w:r w:rsidRPr="002813C1">
        <w:t>sans enveloppe</w:t>
      </w:r>
      <w:r w:rsidR="00B77E03">
        <w:t xml:space="preserve"> – M. de </w:t>
      </w:r>
      <w:proofErr w:type="spellStart"/>
      <w:r w:rsidRPr="002813C1">
        <w:t>Fondège</w:t>
      </w:r>
      <w:proofErr w:type="spellEnd"/>
      <w:r w:rsidRPr="002813C1">
        <w:t xml:space="preserve"> y écrivit l</w:t>
      </w:r>
      <w:r w:rsidR="00B77E03">
        <w:t>’</w:t>
      </w:r>
      <w:r w:rsidRPr="002813C1">
        <w:t xml:space="preserve">adresse de son </w:t>
      </w:r>
      <w:r w:rsidR="00B77E03">
        <w:t>« </w:t>
      </w:r>
      <w:r w:rsidRPr="002813C1">
        <w:t>vieux camarade</w:t>
      </w:r>
      <w:r w:rsidR="00B77E03">
        <w:t>. »</w:t>
      </w:r>
      <w:r w:rsidRPr="002813C1">
        <w:t xml:space="preserve"> </w:t>
      </w:r>
      <w:r w:rsidR="00B77E03">
        <w:t>M. de </w:t>
      </w:r>
      <w:proofErr w:type="spellStart"/>
      <w:r w:rsidRPr="002813C1">
        <w:t>Chalusse</w:t>
      </w:r>
      <w:proofErr w:type="spellEnd"/>
      <w:r w:rsidRPr="002813C1">
        <w:t xml:space="preserve"> se proposait de la mettre à la poste</w:t>
      </w:r>
      <w:r w:rsidR="00B77E03">
        <w:t xml:space="preserve">, </w:t>
      </w:r>
      <w:r w:rsidRPr="002813C1">
        <w:t>afin que le timbre lui donnât une date certaine</w:t>
      </w:r>
      <w:r w:rsidR="00B77E03">
        <w:t>.</w:t>
      </w:r>
    </w:p>
    <w:p w14:paraId="52F5A3A6" w14:textId="02F2D8D0" w:rsidR="00B77E03" w:rsidRDefault="0024252B" w:rsidP="00B77E03">
      <w:r w:rsidRPr="002813C1">
        <w:t>Mais une fois dehors</w:t>
      </w:r>
      <w:r w:rsidR="00B77E03">
        <w:t xml:space="preserve">, </w:t>
      </w:r>
      <w:r w:rsidRPr="002813C1">
        <w:t>réfléchissant</w:t>
      </w:r>
      <w:r w:rsidR="00B77E03">
        <w:t xml:space="preserve">, </w:t>
      </w:r>
      <w:r w:rsidRPr="002813C1">
        <w:t>il eut peur</w:t>
      </w:r>
      <w:r w:rsidR="00B77E03">
        <w:t xml:space="preserve">. </w:t>
      </w:r>
      <w:r w:rsidRPr="002813C1">
        <w:t>Il se dit que c</w:t>
      </w:r>
      <w:r w:rsidR="00B77E03">
        <w:t>’</w:t>
      </w:r>
      <w:r w:rsidRPr="002813C1">
        <w:t>était chose bien fragile que cette feuille de papier</w:t>
      </w:r>
      <w:r w:rsidR="00B77E03">
        <w:t xml:space="preserve">, </w:t>
      </w:r>
      <w:r w:rsidRPr="002813C1">
        <w:t>seule preuve qui existât du dépôt qu</w:t>
      </w:r>
      <w:r w:rsidR="00B77E03">
        <w:t>’</w:t>
      </w:r>
      <w:r w:rsidRPr="002813C1">
        <w:t xml:space="preserve">il venait de remettre à </w:t>
      </w:r>
      <w:r w:rsidRPr="002813C1">
        <w:lastRenderedPageBreak/>
        <w:t>l</w:t>
      </w:r>
      <w:r w:rsidR="00B77E03">
        <w:t>’</w:t>
      </w:r>
      <w:r w:rsidRPr="002813C1">
        <w:t xml:space="preserve">honneur de </w:t>
      </w:r>
      <w:r w:rsidR="00B77E03">
        <w:t>M. de </w:t>
      </w:r>
      <w:proofErr w:type="spellStart"/>
      <w:r w:rsidRPr="002813C1">
        <w:t>Fondège</w:t>
      </w:r>
      <w:proofErr w:type="spellEnd"/>
      <w:r w:rsidR="00B77E03">
        <w:t xml:space="preserve">. </w:t>
      </w:r>
      <w:r w:rsidRPr="002813C1">
        <w:t>Elle pouvait s</w:t>
      </w:r>
      <w:r w:rsidR="00B77E03">
        <w:t>’</w:t>
      </w:r>
      <w:r w:rsidRPr="002813C1">
        <w:t>égarer</w:t>
      </w:r>
      <w:r w:rsidR="00B77E03">
        <w:t xml:space="preserve">, </w:t>
      </w:r>
      <w:r w:rsidRPr="002813C1">
        <w:t>cette feuille</w:t>
      </w:r>
      <w:r w:rsidR="00B77E03">
        <w:t xml:space="preserve">, </w:t>
      </w:r>
      <w:r w:rsidRPr="002813C1">
        <w:t>se perdre</w:t>
      </w:r>
      <w:r w:rsidR="00B77E03">
        <w:t xml:space="preserve">, </w:t>
      </w:r>
      <w:r w:rsidRPr="002813C1">
        <w:t>être brûlée ou volée</w:t>
      </w:r>
      <w:r w:rsidR="00B77E03">
        <w:t xml:space="preserve">, </w:t>
      </w:r>
      <w:r w:rsidRPr="002813C1">
        <w:t>que sait-on</w:t>
      </w:r>
      <w:r w:rsidR="00B77E03">
        <w:t xml:space="preserve"> ?… </w:t>
      </w:r>
      <w:r w:rsidRPr="002813C1">
        <w:t>Alors qu</w:t>
      </w:r>
      <w:r w:rsidR="00B77E03">
        <w:t>’</w:t>
      </w:r>
      <w:r w:rsidRPr="002813C1">
        <w:t>adviendrait-il</w:t>
      </w:r>
      <w:r w:rsidR="00B77E03">
        <w:t xml:space="preserve"> ? </w:t>
      </w:r>
      <w:r w:rsidRPr="002813C1">
        <w:t>Combien de fois n</w:t>
      </w:r>
      <w:r w:rsidR="00B77E03">
        <w:t>’</w:t>
      </w:r>
      <w:r w:rsidRPr="002813C1">
        <w:t>a-t-on pas vu des fidéicommissaires trahir la confiance dont ils avaient paru dignes</w:t>
      </w:r>
      <w:r w:rsidR="00B77E03">
        <w:t> !…</w:t>
      </w:r>
    </w:p>
    <w:p w14:paraId="28F33CFF" w14:textId="4016627B" w:rsidR="00B77E03" w:rsidRDefault="0024252B" w:rsidP="00B77E03">
      <w:r w:rsidRPr="002813C1">
        <w:t>Avec de telles idées</w:t>
      </w:r>
      <w:r w:rsidR="00B77E03">
        <w:t>, M. de </w:t>
      </w:r>
      <w:proofErr w:type="spellStart"/>
      <w:r w:rsidRPr="002813C1">
        <w:t>Chalusse</w:t>
      </w:r>
      <w:proofErr w:type="spellEnd"/>
      <w:r w:rsidRPr="002813C1">
        <w:t xml:space="preserve"> devait s</w:t>
      </w:r>
      <w:r w:rsidR="00B77E03">
        <w:t>’</w:t>
      </w:r>
      <w:r w:rsidRPr="002813C1">
        <w:t>inquiéter d</w:t>
      </w:r>
      <w:r w:rsidR="00B77E03">
        <w:t>’</w:t>
      </w:r>
      <w:r w:rsidRPr="002813C1">
        <w:t>un moyen de se garantir d</w:t>
      </w:r>
      <w:r w:rsidR="00B77E03">
        <w:t>’</w:t>
      </w:r>
      <w:r w:rsidRPr="002813C1">
        <w:t>un malheur non probable</w:t>
      </w:r>
      <w:r w:rsidR="00B77E03">
        <w:t xml:space="preserve">, </w:t>
      </w:r>
      <w:r w:rsidRPr="002813C1">
        <w:t>mais possible</w:t>
      </w:r>
      <w:r w:rsidR="00B77E03">
        <w:t xml:space="preserve">. </w:t>
      </w:r>
      <w:r w:rsidRPr="002813C1">
        <w:t>Il le chercha et le trouva</w:t>
      </w:r>
      <w:r w:rsidR="00B77E03">
        <w:t>.</w:t>
      </w:r>
    </w:p>
    <w:p w14:paraId="0D6F1BB9" w14:textId="0CCB0682" w:rsidR="00B77E03" w:rsidRDefault="0024252B" w:rsidP="00B77E03">
      <w:r w:rsidRPr="002813C1">
        <w:t>Passant devant le magasin d</w:t>
      </w:r>
      <w:r w:rsidR="00B77E03">
        <w:t>’</w:t>
      </w:r>
      <w:r w:rsidRPr="002813C1">
        <w:t>un papetier</w:t>
      </w:r>
      <w:r w:rsidR="00B77E03">
        <w:t xml:space="preserve">, </w:t>
      </w:r>
      <w:r w:rsidRPr="002813C1">
        <w:t>il y entra</w:t>
      </w:r>
      <w:r w:rsidR="00B77E03">
        <w:t xml:space="preserve">, </w:t>
      </w:r>
      <w:r w:rsidRPr="002813C1">
        <w:t>acheta une de ces presses dont les négociants se servent pour leur correspondance</w:t>
      </w:r>
      <w:r w:rsidR="00B77E03">
        <w:t xml:space="preserve">, </w:t>
      </w:r>
      <w:r w:rsidRPr="002813C1">
        <w:t>et</w:t>
      </w:r>
      <w:r w:rsidR="00B77E03">
        <w:t xml:space="preserve">, </w:t>
      </w:r>
      <w:r w:rsidRPr="002813C1">
        <w:t>sous prétexte de l</w:t>
      </w:r>
      <w:r w:rsidR="00B77E03">
        <w:t>’</w:t>
      </w:r>
      <w:r w:rsidRPr="002813C1">
        <w:t>essayer</w:t>
      </w:r>
      <w:r w:rsidR="00B77E03">
        <w:t xml:space="preserve">, </w:t>
      </w:r>
      <w:r w:rsidRPr="002813C1">
        <w:t xml:space="preserve">donna à copier la lettre de </w:t>
      </w:r>
      <w:r w:rsidR="00B77E03">
        <w:t>M. de </w:t>
      </w:r>
      <w:proofErr w:type="spellStart"/>
      <w:r w:rsidRPr="002813C1">
        <w:t>Fondège</w:t>
      </w:r>
      <w:proofErr w:type="spellEnd"/>
      <w:r w:rsidR="00B77E03">
        <w:t>.</w:t>
      </w:r>
    </w:p>
    <w:p w14:paraId="313D37EB" w14:textId="77777777" w:rsidR="00B77E03" w:rsidRDefault="0024252B" w:rsidP="00B77E03">
      <w:r w:rsidRPr="002813C1">
        <w:t>L</w:t>
      </w:r>
      <w:r w:rsidR="00B77E03">
        <w:t>’</w:t>
      </w:r>
      <w:r w:rsidRPr="002813C1">
        <w:t>opération terminée</w:t>
      </w:r>
      <w:r w:rsidR="00B77E03">
        <w:t xml:space="preserve">, </w:t>
      </w:r>
      <w:r w:rsidRPr="002813C1">
        <w:t>il prit la feuille où se trouvait reproduit le reçu et la mit sous une enveloppe à l</w:t>
      </w:r>
      <w:r w:rsidR="00B77E03">
        <w:t>’</w:t>
      </w:r>
      <w:r w:rsidRPr="002813C1">
        <w:t xml:space="preserve">adresse du marquis de </w:t>
      </w:r>
      <w:proofErr w:type="spellStart"/>
      <w:r w:rsidRPr="002813C1">
        <w:t>Valorsay</w:t>
      </w:r>
      <w:proofErr w:type="spellEnd"/>
      <w:r w:rsidR="00B77E03">
        <w:t>.</w:t>
      </w:r>
    </w:p>
    <w:p w14:paraId="020CC1AC" w14:textId="77777777" w:rsidR="00B77E03" w:rsidRDefault="0024252B" w:rsidP="00B77E03">
      <w:r w:rsidRPr="002813C1">
        <w:t>Et</w:t>
      </w:r>
      <w:r w:rsidR="00B77E03">
        <w:t xml:space="preserve">, </w:t>
      </w:r>
      <w:r w:rsidRPr="002813C1">
        <w:t>tranquille désormais</w:t>
      </w:r>
      <w:r w:rsidR="00B77E03">
        <w:t xml:space="preserve">, </w:t>
      </w:r>
      <w:r w:rsidRPr="002813C1">
        <w:t>il jeta à la poste et la lettre et la reproduction</w:t>
      </w:r>
      <w:r w:rsidR="00B77E03">
        <w:t>.</w:t>
      </w:r>
    </w:p>
    <w:p w14:paraId="33856E56" w14:textId="77777777" w:rsidR="00B77E03" w:rsidRDefault="0024252B" w:rsidP="00B77E03">
      <w:r w:rsidRPr="002813C1">
        <w:t>Quelques instants plus tard</w:t>
      </w:r>
      <w:r w:rsidR="00B77E03">
        <w:t xml:space="preserve">, </w:t>
      </w:r>
      <w:r w:rsidRPr="002813C1">
        <w:t>il montait en voiture et était frappé d</w:t>
      </w:r>
      <w:r w:rsidR="00B77E03">
        <w:t>’</w:t>
      </w:r>
      <w:r w:rsidRPr="002813C1">
        <w:t>une attaque d</w:t>
      </w:r>
      <w:r w:rsidR="00B77E03">
        <w:t>’</w:t>
      </w:r>
      <w:r w:rsidRPr="002813C1">
        <w:t>apoplexie</w:t>
      </w:r>
      <w:r w:rsidR="00B77E03">
        <w:t>…</w:t>
      </w:r>
    </w:p>
    <w:p w14:paraId="4B7FB4AC" w14:textId="43706948" w:rsidR="00B77E03" w:rsidRDefault="0024252B" w:rsidP="00B77E03">
      <w:r w:rsidRPr="002813C1">
        <w:t>Si extraordinaires que dussent paraître les explications de Pascal</w:t>
      </w:r>
      <w:r w:rsidR="00B77E03">
        <w:t>, M</w:t>
      </w:r>
      <w:r w:rsidR="00B77E03" w:rsidRPr="00B77E03">
        <w:rPr>
          <w:vertAlign w:val="superscript"/>
        </w:rPr>
        <w:t>lle</w:t>
      </w:r>
      <w:r w:rsidR="00B77E03">
        <w:t> </w:t>
      </w:r>
      <w:r w:rsidRPr="002813C1">
        <w:t>Marguerite ne doutait certes pas de leur exactitude</w:t>
      </w:r>
      <w:r w:rsidR="00B77E03">
        <w:t>.</w:t>
      </w:r>
    </w:p>
    <w:p w14:paraId="1253EFEF" w14:textId="77777777" w:rsidR="00B77E03" w:rsidRDefault="00B77E03" w:rsidP="00B77E03">
      <w:r>
        <w:t>— </w:t>
      </w:r>
      <w:r w:rsidR="0024252B" w:rsidRPr="002813C1">
        <w:t>Alors</w:t>
      </w:r>
      <w:r>
        <w:t xml:space="preserve">, </w:t>
      </w:r>
      <w:r w:rsidR="0024252B" w:rsidRPr="002813C1">
        <w:t>demanda-t-elle</w:t>
      </w:r>
      <w:r>
        <w:t xml:space="preserve">, </w:t>
      </w:r>
      <w:r w:rsidR="0024252B" w:rsidRPr="002813C1">
        <w:t>c</w:t>
      </w:r>
      <w:r>
        <w:t>’</w:t>
      </w:r>
      <w:r w:rsidR="0024252B" w:rsidRPr="002813C1">
        <w:t>est la reproduction</w:t>
      </w:r>
      <w:r>
        <w:t xml:space="preserve">, </w:t>
      </w:r>
      <w:r w:rsidR="0024252B" w:rsidRPr="002813C1">
        <w:t xml:space="preserve">que vous avez vue entre les mains du marquis de </w:t>
      </w:r>
      <w:proofErr w:type="spellStart"/>
      <w:r w:rsidR="0024252B" w:rsidRPr="002813C1">
        <w:t>Valorsay</w:t>
      </w:r>
      <w:proofErr w:type="spellEnd"/>
      <w:r>
        <w:t> ?</w:t>
      </w:r>
    </w:p>
    <w:p w14:paraId="5EA0D480" w14:textId="77777777" w:rsidR="00B77E03" w:rsidRDefault="00B77E03" w:rsidP="00B77E03">
      <w:r>
        <w:t>— </w:t>
      </w:r>
      <w:r w:rsidR="0024252B" w:rsidRPr="002813C1">
        <w:t>Oui</w:t>
      </w:r>
      <w:r>
        <w:t>.</w:t>
      </w:r>
    </w:p>
    <w:p w14:paraId="6F54CDA2" w14:textId="77777777" w:rsidR="00B77E03" w:rsidRDefault="00B77E03" w:rsidP="00B77E03">
      <w:r>
        <w:t>— </w:t>
      </w:r>
      <w:r w:rsidR="0024252B" w:rsidRPr="002813C1">
        <w:t>Et l</w:t>
      </w:r>
      <w:r>
        <w:t>’</w:t>
      </w:r>
      <w:r w:rsidR="0024252B" w:rsidRPr="002813C1">
        <w:t>original</w:t>
      </w:r>
      <w:r>
        <w:t> ?</w:t>
      </w:r>
    </w:p>
    <w:p w14:paraId="749C52AA" w14:textId="31A0F9A9" w:rsidR="00B77E03" w:rsidRDefault="00B77E03" w:rsidP="00B77E03">
      <w:r>
        <w:lastRenderedPageBreak/>
        <w:t>— M. de </w:t>
      </w:r>
      <w:proofErr w:type="spellStart"/>
      <w:r w:rsidR="0024252B" w:rsidRPr="002813C1">
        <w:t>Fondège</w:t>
      </w:r>
      <w:proofErr w:type="spellEnd"/>
      <w:r w:rsidR="0024252B" w:rsidRPr="002813C1">
        <w:t xml:space="preserve"> seul pourrait dire ce qu</w:t>
      </w:r>
      <w:r>
        <w:t>’</w:t>
      </w:r>
      <w:r w:rsidR="0024252B" w:rsidRPr="002813C1">
        <w:t>il est devenu</w:t>
      </w:r>
      <w:r>
        <w:t xml:space="preserve">. </w:t>
      </w:r>
      <w:r w:rsidR="0024252B" w:rsidRPr="002813C1">
        <w:t>Ce qui est évident</w:t>
      </w:r>
      <w:r>
        <w:t xml:space="preserve">, </w:t>
      </w:r>
      <w:r w:rsidR="0024252B" w:rsidRPr="002813C1">
        <w:t>c</w:t>
      </w:r>
      <w:r>
        <w:t>’</w:t>
      </w:r>
      <w:r w:rsidR="0024252B" w:rsidRPr="002813C1">
        <w:t>est qu</w:t>
      </w:r>
      <w:r>
        <w:t>’</w:t>
      </w:r>
      <w:r w:rsidR="0024252B" w:rsidRPr="002813C1">
        <w:t>il a réussi à s</w:t>
      </w:r>
      <w:r>
        <w:t>’</w:t>
      </w:r>
      <w:r w:rsidR="0024252B" w:rsidRPr="002813C1">
        <w:t>en emparer</w:t>
      </w:r>
      <w:r>
        <w:t xml:space="preserve">. </w:t>
      </w:r>
      <w:r w:rsidR="0024252B" w:rsidRPr="002813C1">
        <w:t>Se livrerait-il à des dépenses insensées</w:t>
      </w:r>
      <w:r>
        <w:t xml:space="preserve">, </w:t>
      </w:r>
      <w:r w:rsidR="0024252B" w:rsidRPr="002813C1">
        <w:t>s</w:t>
      </w:r>
      <w:r>
        <w:t>’</w:t>
      </w:r>
      <w:r w:rsidR="0024252B" w:rsidRPr="002813C1">
        <w:t>il n</w:t>
      </w:r>
      <w:r>
        <w:t>’</w:t>
      </w:r>
      <w:r w:rsidR="0024252B" w:rsidRPr="002813C1">
        <w:t>était pas persuadé que toute preuve du fidéicommis est anéantie</w:t>
      </w:r>
      <w:r>
        <w:t xml:space="preserve"> !… </w:t>
      </w:r>
      <w:r w:rsidR="0024252B" w:rsidRPr="002813C1">
        <w:t>Peut-être</w:t>
      </w:r>
      <w:r>
        <w:t xml:space="preserve">, </w:t>
      </w:r>
      <w:r w:rsidR="0024252B" w:rsidRPr="002813C1">
        <w:t xml:space="preserve">en apprenant la mort si soudaine de </w:t>
      </w:r>
      <w:r>
        <w:t>M. de </w:t>
      </w:r>
      <w:proofErr w:type="spellStart"/>
      <w:r w:rsidR="0024252B" w:rsidRPr="002813C1">
        <w:t>Chalusse</w:t>
      </w:r>
      <w:proofErr w:type="spellEnd"/>
      <w:r>
        <w:t xml:space="preserve">, </w:t>
      </w:r>
      <w:r w:rsidR="0024252B" w:rsidRPr="002813C1">
        <w:t>a-t-il séduit le concierge</w:t>
      </w:r>
      <w:r>
        <w:t xml:space="preserve">, </w:t>
      </w:r>
      <w:r w:rsidR="0024252B" w:rsidRPr="002813C1">
        <w:t>qui a guetté sa lettre et la lui a rendue</w:t>
      </w:r>
      <w:r>
        <w:t xml:space="preserve"> ?… </w:t>
      </w:r>
      <w:r w:rsidR="0024252B" w:rsidRPr="002813C1">
        <w:t>À ce sujet</w:t>
      </w:r>
      <w:r>
        <w:t xml:space="preserve">, </w:t>
      </w:r>
      <w:r w:rsidR="0024252B" w:rsidRPr="002813C1">
        <w:t>j</w:t>
      </w:r>
      <w:r>
        <w:t>’</w:t>
      </w:r>
      <w:r w:rsidR="0024252B" w:rsidRPr="002813C1">
        <w:t>en suis réduit aux conjectures</w:t>
      </w:r>
      <w:r>
        <w:t xml:space="preserve">. </w:t>
      </w:r>
      <w:r w:rsidR="0024252B" w:rsidRPr="002813C1">
        <w:t>S</w:t>
      </w:r>
      <w:r>
        <w:t>’</w:t>
      </w:r>
      <w:r w:rsidR="0024252B" w:rsidRPr="002813C1">
        <w:t>il désire que vous épousiez son fils</w:t>
      </w:r>
      <w:r>
        <w:t xml:space="preserve">, </w:t>
      </w:r>
      <w:r w:rsidR="0024252B" w:rsidRPr="002813C1">
        <w:t>c</w:t>
      </w:r>
      <w:r>
        <w:t>’</w:t>
      </w:r>
      <w:r w:rsidR="0024252B" w:rsidRPr="002813C1">
        <w:t>est que probablement il lui paraît trop affreux de vous laisser dans la misère pendant qu</w:t>
      </w:r>
      <w:r>
        <w:t>’</w:t>
      </w:r>
      <w:r w:rsidR="0024252B" w:rsidRPr="002813C1">
        <w:t>il jouit de la fortune qu</w:t>
      </w:r>
      <w:r>
        <w:t>’</w:t>
      </w:r>
      <w:r w:rsidR="0024252B" w:rsidRPr="002813C1">
        <w:t>il vous a volée</w:t>
      </w:r>
      <w:r>
        <w:t xml:space="preserve">. </w:t>
      </w:r>
      <w:r w:rsidR="0024252B" w:rsidRPr="002813C1">
        <w:t>Les pires coquins ont de ces scrupules</w:t>
      </w:r>
      <w:r>
        <w:t xml:space="preserve">. </w:t>
      </w:r>
      <w:r w:rsidR="0024252B" w:rsidRPr="002813C1">
        <w:t>D</w:t>
      </w:r>
      <w:r>
        <w:t>’</w:t>
      </w:r>
      <w:r w:rsidR="0024252B" w:rsidRPr="002813C1">
        <w:t>un autre côté</w:t>
      </w:r>
      <w:r>
        <w:t xml:space="preserve">, </w:t>
      </w:r>
      <w:r w:rsidR="0024252B" w:rsidRPr="002813C1">
        <w:t>vous marier à son fils serait s</w:t>
      </w:r>
      <w:r>
        <w:t>’</w:t>
      </w:r>
      <w:r w:rsidR="0024252B" w:rsidRPr="002813C1">
        <w:t>assurer contre toutes les chances de l</w:t>
      </w:r>
      <w:r>
        <w:t>’</w:t>
      </w:r>
      <w:r w:rsidR="0024252B" w:rsidRPr="002813C1">
        <w:t>avenir</w:t>
      </w:r>
      <w:r>
        <w:t>…</w:t>
      </w:r>
    </w:p>
    <w:p w14:paraId="4F20D776" w14:textId="77777777" w:rsidR="00B77E03" w:rsidRDefault="0024252B" w:rsidP="00B77E03">
      <w:r w:rsidRPr="002813C1">
        <w:t>Il se tut un moment</w:t>
      </w:r>
      <w:r w:rsidR="00B77E03">
        <w:t xml:space="preserve">, </w:t>
      </w:r>
      <w:r w:rsidRPr="002813C1">
        <w:t>cherchant s</w:t>
      </w:r>
      <w:r w:rsidR="00B77E03">
        <w:t>’</w:t>
      </w:r>
      <w:r w:rsidRPr="002813C1">
        <w:t>il n</w:t>
      </w:r>
      <w:r w:rsidR="00B77E03">
        <w:t>’</w:t>
      </w:r>
      <w:r w:rsidRPr="002813C1">
        <w:t>oubliait rien</w:t>
      </w:r>
      <w:r w:rsidR="00B77E03">
        <w:t xml:space="preserve">, </w:t>
      </w:r>
      <w:r w:rsidRPr="002813C1">
        <w:t>et plus lentement</w:t>
      </w:r>
      <w:r w:rsidR="00B77E03">
        <w:t> :</w:t>
      </w:r>
    </w:p>
    <w:p w14:paraId="478E35EF" w14:textId="77777777" w:rsidR="00B77E03" w:rsidRDefault="00B77E03" w:rsidP="00B77E03">
      <w:r>
        <w:t>— </w:t>
      </w:r>
      <w:r w:rsidR="0024252B" w:rsidRPr="002813C1">
        <w:t>Vous le voyez</w:t>
      </w:r>
      <w:r>
        <w:t xml:space="preserve">, </w:t>
      </w:r>
      <w:r w:rsidR="0024252B" w:rsidRPr="002813C1">
        <w:t>Marguerite</w:t>
      </w:r>
      <w:r>
        <w:t xml:space="preserve">, </w:t>
      </w:r>
      <w:r w:rsidR="0024252B" w:rsidRPr="002813C1">
        <w:t>les preuves de votre innocence existent</w:t>
      </w:r>
      <w:r>
        <w:t xml:space="preserve">, </w:t>
      </w:r>
      <w:r w:rsidR="0024252B" w:rsidRPr="002813C1">
        <w:t>palpables</w:t>
      </w:r>
      <w:r>
        <w:t xml:space="preserve">, </w:t>
      </w:r>
      <w:r w:rsidR="0024252B" w:rsidRPr="002813C1">
        <w:t>plus claires que le jour</w:t>
      </w:r>
      <w:r>
        <w:t xml:space="preserve">, </w:t>
      </w:r>
      <w:r w:rsidR="0024252B" w:rsidRPr="002813C1">
        <w:t>indiscutables</w:t>
      </w:r>
      <w:r>
        <w:t xml:space="preserve">… </w:t>
      </w:r>
      <w:r w:rsidR="0024252B" w:rsidRPr="002813C1">
        <w:t>Malheureusement</w:t>
      </w:r>
      <w:r>
        <w:t xml:space="preserve">, </w:t>
      </w:r>
      <w:r w:rsidR="0024252B" w:rsidRPr="002813C1">
        <w:t>j</w:t>
      </w:r>
      <w:r>
        <w:t>’</w:t>
      </w:r>
      <w:r w:rsidR="0024252B" w:rsidRPr="002813C1">
        <w:t>ai été pour moi moins heureux que pour vous</w:t>
      </w:r>
      <w:r>
        <w:t xml:space="preserve">… </w:t>
      </w:r>
      <w:r w:rsidR="0024252B" w:rsidRPr="002813C1">
        <w:t>Vainement j</w:t>
      </w:r>
      <w:r>
        <w:t>’</w:t>
      </w:r>
      <w:r w:rsidR="0024252B" w:rsidRPr="002813C1">
        <w:t>ai essayé de rassembler des preuves matérielles du guet-apens dont j</w:t>
      </w:r>
      <w:r>
        <w:t>’</w:t>
      </w:r>
      <w:r w:rsidR="0024252B" w:rsidRPr="002813C1">
        <w:t>ai été victime</w:t>
      </w:r>
      <w:r>
        <w:t xml:space="preserve">… </w:t>
      </w:r>
      <w:r w:rsidR="0024252B" w:rsidRPr="002813C1">
        <w:t>Je n</w:t>
      </w:r>
      <w:r>
        <w:t>’</w:t>
      </w:r>
      <w:r w:rsidR="0024252B" w:rsidRPr="002813C1">
        <w:t>ai à fournir que des témoignages</w:t>
      </w:r>
      <w:r>
        <w:t xml:space="preserve">, </w:t>
      </w:r>
      <w:r w:rsidR="0024252B" w:rsidRPr="002813C1">
        <w:t>toujours discutables</w:t>
      </w:r>
      <w:r>
        <w:t xml:space="preserve">, </w:t>
      </w:r>
      <w:r w:rsidR="0024252B" w:rsidRPr="002813C1">
        <w:t>et c</w:t>
      </w:r>
      <w:r>
        <w:t>’</w:t>
      </w:r>
      <w:r w:rsidR="0024252B" w:rsidRPr="002813C1">
        <w:t>est seulement en démontrant l</w:t>
      </w:r>
      <w:r>
        <w:t>’</w:t>
      </w:r>
      <w:r w:rsidR="0024252B" w:rsidRPr="002813C1">
        <w:t xml:space="preserve">infamie du marquis de </w:t>
      </w:r>
      <w:proofErr w:type="spellStart"/>
      <w:r w:rsidR="0024252B" w:rsidRPr="002813C1">
        <w:t>Valorsay</w:t>
      </w:r>
      <w:proofErr w:type="spellEnd"/>
      <w:r w:rsidR="0024252B" w:rsidRPr="002813C1">
        <w:t xml:space="preserve"> et du vicomte de </w:t>
      </w:r>
      <w:proofErr w:type="spellStart"/>
      <w:r w:rsidR="0024252B" w:rsidRPr="002813C1">
        <w:t>Coralth</w:t>
      </w:r>
      <w:proofErr w:type="spellEnd"/>
      <w:r w:rsidR="0024252B" w:rsidRPr="002813C1">
        <w:t xml:space="preserve"> que je puis me réhabiliter</w:t>
      </w:r>
      <w:r>
        <w:t>…</w:t>
      </w:r>
    </w:p>
    <w:p w14:paraId="69B3A321" w14:textId="782BA989" w:rsidR="00B77E03" w:rsidRDefault="0024252B" w:rsidP="00B77E03">
      <w:r w:rsidRPr="002813C1">
        <w:t>Une joie immense</w:t>
      </w:r>
      <w:r w:rsidR="00B77E03">
        <w:t xml:space="preserve">, </w:t>
      </w:r>
      <w:r w:rsidRPr="002813C1">
        <w:t>sans mélange</w:t>
      </w:r>
      <w:r w:rsidR="00B77E03">
        <w:t xml:space="preserve">, </w:t>
      </w:r>
      <w:r w:rsidRPr="002813C1">
        <w:t xml:space="preserve">illuminait le visage de </w:t>
      </w:r>
      <w:r w:rsidR="00B77E03">
        <w:t>M</w:t>
      </w:r>
      <w:r w:rsidR="00B77E03" w:rsidRPr="00B77E03">
        <w:rPr>
          <w:vertAlign w:val="superscript"/>
        </w:rPr>
        <w:t>lle</w:t>
      </w:r>
      <w:r w:rsidR="00B77E03">
        <w:t> </w:t>
      </w:r>
      <w:r w:rsidRPr="002813C1">
        <w:t>Marguerite</w:t>
      </w:r>
      <w:r w:rsidR="00B77E03">
        <w:t>…</w:t>
      </w:r>
    </w:p>
    <w:p w14:paraId="520FCF31" w14:textId="3798B7F4" w:rsidR="00B77E03" w:rsidRDefault="00B77E03" w:rsidP="00B77E03">
      <w:r>
        <w:t>— </w:t>
      </w:r>
      <w:r w:rsidR="0024252B" w:rsidRPr="002813C1">
        <w:t>Enfin</w:t>
      </w:r>
      <w:r>
        <w:t xml:space="preserve">, </w:t>
      </w:r>
      <w:r w:rsidR="0024252B" w:rsidRPr="002813C1">
        <w:t>je puis donc vous servir à mon tour</w:t>
      </w:r>
      <w:r>
        <w:t xml:space="preserve">, </w:t>
      </w:r>
      <w:r w:rsidR="0024252B" w:rsidRPr="002813C1">
        <w:t>ô mon unique ami</w:t>
      </w:r>
      <w:r>
        <w:t xml:space="preserve"> ! </w:t>
      </w:r>
      <w:r w:rsidR="0024252B" w:rsidRPr="002813C1">
        <w:t>s</w:t>
      </w:r>
      <w:r>
        <w:t>’</w:t>
      </w:r>
      <w:r w:rsidR="0024252B" w:rsidRPr="002813C1">
        <w:t>écria-t-elle</w:t>
      </w:r>
      <w:r>
        <w:t xml:space="preserve">. </w:t>
      </w:r>
      <w:r w:rsidR="0024252B" w:rsidRPr="002813C1">
        <w:t>Ah</w:t>
      </w:r>
      <w:r>
        <w:t xml:space="preserve"> ! </w:t>
      </w:r>
      <w:r w:rsidR="0024252B" w:rsidRPr="002813C1">
        <w:t>que béni soit Dieu qui m</w:t>
      </w:r>
      <w:r>
        <w:t>’</w:t>
      </w:r>
      <w:r w:rsidR="0024252B" w:rsidRPr="002813C1">
        <w:t>a si bien inspirée</w:t>
      </w:r>
      <w:r>
        <w:t xml:space="preserve">, </w:t>
      </w:r>
      <w:r w:rsidR="0024252B" w:rsidRPr="002813C1">
        <w:t>et qui me récompense ainsi d</w:t>
      </w:r>
      <w:r>
        <w:t>’</w:t>
      </w:r>
      <w:r w:rsidR="0024252B" w:rsidRPr="002813C1">
        <w:t>une heure de courage</w:t>
      </w:r>
      <w:r>
        <w:t xml:space="preserve"> !… </w:t>
      </w:r>
      <w:r w:rsidR="0024252B" w:rsidRPr="002813C1">
        <w:t>L</w:t>
      </w:r>
      <w:r>
        <w:t>’</w:t>
      </w:r>
      <w:r w:rsidR="0024252B" w:rsidRPr="002813C1">
        <w:t>idée de mon pauvre père</w:t>
      </w:r>
      <w:r>
        <w:t xml:space="preserve">, </w:t>
      </w:r>
      <w:r w:rsidR="0024252B" w:rsidRPr="002813C1">
        <w:t>je l</w:t>
      </w:r>
      <w:r>
        <w:t>’</w:t>
      </w:r>
      <w:r w:rsidR="0024252B" w:rsidRPr="002813C1">
        <w:t>ai eue</w:t>
      </w:r>
      <w:r>
        <w:t xml:space="preserve">, </w:t>
      </w:r>
      <w:r w:rsidR="0024252B" w:rsidRPr="002813C1">
        <w:t>Pascal</w:t>
      </w:r>
      <w:r>
        <w:t xml:space="preserve">, </w:t>
      </w:r>
      <w:r w:rsidR="0024252B" w:rsidRPr="002813C1">
        <w:t>oui</w:t>
      </w:r>
      <w:r>
        <w:t xml:space="preserve">, </w:t>
      </w:r>
      <w:r w:rsidR="0024252B" w:rsidRPr="002813C1">
        <w:t>la même absolument</w:t>
      </w:r>
      <w:r>
        <w:t xml:space="preserve">, </w:t>
      </w:r>
      <w:r w:rsidR="0024252B" w:rsidRPr="002813C1">
        <w:t>n</w:t>
      </w:r>
      <w:r>
        <w:t>’</w:t>
      </w:r>
      <w:r w:rsidR="0024252B" w:rsidRPr="002813C1">
        <w:t>est-ce pas étrange</w:t>
      </w:r>
      <w:r>
        <w:t xml:space="preserve"> !… </w:t>
      </w:r>
      <w:r w:rsidR="0024252B" w:rsidRPr="002813C1">
        <w:t>Cette preuve matérielle de votre innocence</w:t>
      </w:r>
      <w:r>
        <w:t xml:space="preserve">, </w:t>
      </w:r>
      <w:r w:rsidR="0024252B" w:rsidRPr="002813C1">
        <w:t>que vous avez inutilement cherchée</w:t>
      </w:r>
      <w:r>
        <w:t xml:space="preserve">, </w:t>
      </w:r>
      <w:r w:rsidR="0024252B" w:rsidRPr="002813C1">
        <w:t>je l</w:t>
      </w:r>
      <w:r>
        <w:t>’</w:t>
      </w:r>
      <w:r w:rsidR="0024252B" w:rsidRPr="002813C1">
        <w:t>ai</w:t>
      </w:r>
      <w:r>
        <w:t xml:space="preserve">, </w:t>
      </w:r>
      <w:r w:rsidR="0024252B" w:rsidRPr="002813C1">
        <w:t xml:space="preserve">écrite et signée du marquis de </w:t>
      </w:r>
      <w:proofErr w:type="spellStart"/>
      <w:r w:rsidR="0024252B" w:rsidRPr="002813C1">
        <w:t>Valorsay</w:t>
      </w:r>
      <w:proofErr w:type="spellEnd"/>
      <w:r>
        <w:t xml:space="preserve">… </w:t>
      </w:r>
      <w:r w:rsidR="0024252B" w:rsidRPr="002813C1">
        <w:t xml:space="preserve">De </w:t>
      </w:r>
      <w:r w:rsidR="0024252B" w:rsidRPr="002813C1">
        <w:lastRenderedPageBreak/>
        <w:t xml:space="preserve">même que </w:t>
      </w:r>
      <w:r>
        <w:t>M. de </w:t>
      </w:r>
      <w:proofErr w:type="spellStart"/>
      <w:r w:rsidR="0024252B" w:rsidRPr="002813C1">
        <w:t>Fondège</w:t>
      </w:r>
      <w:proofErr w:type="spellEnd"/>
      <w:r>
        <w:t xml:space="preserve">, </w:t>
      </w:r>
      <w:r w:rsidR="0024252B" w:rsidRPr="002813C1">
        <w:t>il croit anéantie la lettre qui l</w:t>
      </w:r>
      <w:r>
        <w:t>’</w:t>
      </w:r>
      <w:r w:rsidR="0024252B" w:rsidRPr="002813C1">
        <w:t>accuse et l</w:t>
      </w:r>
      <w:r>
        <w:t>’</w:t>
      </w:r>
      <w:r w:rsidR="0024252B" w:rsidRPr="002813C1">
        <w:t>accable</w:t>
      </w:r>
      <w:r>
        <w:t xml:space="preserve">, </w:t>
      </w:r>
      <w:r w:rsidR="0024252B" w:rsidRPr="002813C1">
        <w:t>il l</w:t>
      </w:r>
      <w:r>
        <w:t>’</w:t>
      </w:r>
      <w:r w:rsidR="0024252B" w:rsidRPr="002813C1">
        <w:t>a brûlée</w:t>
      </w:r>
      <w:r>
        <w:t xml:space="preserve">, </w:t>
      </w:r>
      <w:r w:rsidR="0024252B" w:rsidRPr="002813C1">
        <w:t>et cependant elle existe</w:t>
      </w:r>
      <w:r>
        <w:t>.</w:t>
      </w:r>
    </w:p>
    <w:p w14:paraId="7CF20E41" w14:textId="77777777" w:rsidR="00B77E03" w:rsidRDefault="0024252B" w:rsidP="00B77E03">
      <w:r w:rsidRPr="002813C1">
        <w:t xml:space="preserve">Et tirant de son corsage une des épreuves qui lui avaient été remises par la photographie </w:t>
      </w:r>
      <w:proofErr w:type="spellStart"/>
      <w:r w:rsidRPr="002813C1">
        <w:t>Carjat</w:t>
      </w:r>
      <w:proofErr w:type="spellEnd"/>
      <w:r w:rsidR="00B77E03">
        <w:t xml:space="preserve">, </w:t>
      </w:r>
      <w:r w:rsidRPr="002813C1">
        <w:t>elle la tendit à Pascal</w:t>
      </w:r>
      <w:r w:rsidR="00B77E03">
        <w:t xml:space="preserve">, </w:t>
      </w:r>
      <w:r w:rsidRPr="002813C1">
        <w:t>en disant</w:t>
      </w:r>
      <w:r w:rsidR="00B77E03">
        <w:t> :</w:t>
      </w:r>
    </w:p>
    <w:p w14:paraId="120DF431" w14:textId="77777777" w:rsidR="00B77E03" w:rsidRDefault="00B77E03" w:rsidP="00B77E03">
      <w:r>
        <w:t>— </w:t>
      </w:r>
      <w:r w:rsidR="0024252B" w:rsidRPr="002813C1">
        <w:t>Lisez</w:t>
      </w:r>
      <w:r>
        <w:t> !…</w:t>
      </w:r>
    </w:p>
    <w:p w14:paraId="72397B88" w14:textId="20EB37AF" w:rsidR="00B77E03" w:rsidRDefault="0024252B" w:rsidP="00B77E03">
      <w:r w:rsidRPr="002813C1">
        <w:t>D</w:t>
      </w:r>
      <w:r w:rsidR="00B77E03">
        <w:t>’</w:t>
      </w:r>
      <w:r w:rsidRPr="002813C1">
        <w:t>un coup d</w:t>
      </w:r>
      <w:r w:rsidR="00B77E03">
        <w:t>’</w:t>
      </w:r>
      <w:r w:rsidRPr="002813C1">
        <w:t>œil</w:t>
      </w:r>
      <w:r w:rsidR="00B77E03">
        <w:t xml:space="preserve">, </w:t>
      </w:r>
      <w:r w:rsidRPr="002813C1">
        <w:t>Pascal embrassa cette épreuve</w:t>
      </w:r>
      <w:r w:rsidR="00B77E03">
        <w:t xml:space="preserve">, </w:t>
      </w:r>
      <w:r w:rsidRPr="002813C1">
        <w:t xml:space="preserve">fac-simile merveilleux de la lettre adressée par le marquis de </w:t>
      </w:r>
      <w:proofErr w:type="spellStart"/>
      <w:r w:rsidRPr="002813C1">
        <w:t>Valorsay</w:t>
      </w:r>
      <w:proofErr w:type="spellEnd"/>
      <w:r w:rsidRPr="002813C1">
        <w:t xml:space="preserve"> à </w:t>
      </w:r>
      <w:r w:rsidR="00B77E03">
        <w:t>M</w:t>
      </w:r>
      <w:r w:rsidR="00B77E03" w:rsidRPr="00B77E03">
        <w:rPr>
          <w:vertAlign w:val="superscript"/>
        </w:rPr>
        <w:t>me</w:t>
      </w:r>
      <w:r w:rsidR="00B77E03">
        <w:t> </w:t>
      </w:r>
      <w:r w:rsidRPr="002813C1">
        <w:t>Léon</w:t>
      </w:r>
      <w:r w:rsidR="00B77E03">
        <w:t>.</w:t>
      </w:r>
    </w:p>
    <w:p w14:paraId="4A457457" w14:textId="77777777" w:rsidR="00B77E03" w:rsidRDefault="00B77E03" w:rsidP="00B77E03">
      <w:r>
        <w:t>— </w:t>
      </w:r>
      <w:r w:rsidR="0024252B" w:rsidRPr="002813C1">
        <w:t>Ah</w:t>
      </w:r>
      <w:r>
        <w:t xml:space="preserve"> !… </w:t>
      </w:r>
      <w:r w:rsidR="0024252B" w:rsidRPr="002813C1">
        <w:t>c</w:t>
      </w:r>
      <w:r>
        <w:t>’</w:t>
      </w:r>
      <w:r w:rsidR="0024252B" w:rsidRPr="002813C1">
        <w:t>est le coup de grâce du misérable</w:t>
      </w:r>
      <w:r>
        <w:t xml:space="preserve"> !… </w:t>
      </w:r>
      <w:r w:rsidR="0024252B" w:rsidRPr="002813C1">
        <w:t>s</w:t>
      </w:r>
      <w:r>
        <w:t>’</w:t>
      </w:r>
      <w:r w:rsidR="0024252B" w:rsidRPr="002813C1">
        <w:t>écria-t-il</w:t>
      </w:r>
      <w:r>
        <w:t>.</w:t>
      </w:r>
    </w:p>
    <w:p w14:paraId="6C49EA44" w14:textId="6D1C2751" w:rsidR="00B77E03" w:rsidRDefault="0024252B" w:rsidP="00B77E03">
      <w:r w:rsidRPr="002813C1">
        <w:t>Et s</w:t>
      </w:r>
      <w:r w:rsidR="00B77E03">
        <w:t>’</w:t>
      </w:r>
      <w:r w:rsidRPr="002813C1">
        <w:t xml:space="preserve">approchant de </w:t>
      </w:r>
      <w:r w:rsidR="00B77E03">
        <w:t>M</w:t>
      </w:r>
      <w:r w:rsidR="00B77E03" w:rsidRPr="00B77E03">
        <w:rPr>
          <w:vertAlign w:val="superscript"/>
        </w:rPr>
        <w:t>me</w:t>
      </w:r>
      <w:r w:rsidR="00B77E03">
        <w:t> </w:t>
      </w:r>
      <w:proofErr w:type="spellStart"/>
      <w:r w:rsidRPr="002813C1">
        <w:t>Férailleur</w:t>
      </w:r>
      <w:proofErr w:type="spellEnd"/>
      <w:r w:rsidR="00B77E03">
        <w:t xml:space="preserve">, </w:t>
      </w:r>
      <w:r w:rsidRPr="002813C1">
        <w:t>toujours immobile et roide</w:t>
      </w:r>
      <w:r w:rsidR="00B77E03">
        <w:t xml:space="preserve">, </w:t>
      </w:r>
      <w:r w:rsidRPr="002813C1">
        <w:t>contre la porte</w:t>
      </w:r>
      <w:r w:rsidR="00B77E03">
        <w:t> :</w:t>
      </w:r>
    </w:p>
    <w:p w14:paraId="11F6DB10" w14:textId="77777777" w:rsidR="00B77E03" w:rsidRDefault="00B77E03" w:rsidP="00B77E03">
      <w:r>
        <w:t>— </w:t>
      </w:r>
      <w:r w:rsidR="0024252B" w:rsidRPr="002813C1">
        <w:t>Regarde</w:t>
      </w:r>
      <w:r>
        <w:t xml:space="preserve">, </w:t>
      </w:r>
      <w:r w:rsidR="0024252B" w:rsidRPr="002813C1">
        <w:t>mère</w:t>
      </w:r>
      <w:r>
        <w:t xml:space="preserve">, </w:t>
      </w:r>
      <w:r w:rsidR="0024252B" w:rsidRPr="002813C1">
        <w:t>ajouta-t-il</w:t>
      </w:r>
      <w:r>
        <w:t xml:space="preserve">, </w:t>
      </w:r>
      <w:r w:rsidR="0024252B" w:rsidRPr="002813C1">
        <w:t>regarde</w:t>
      </w:r>
      <w:r>
        <w:t> !…</w:t>
      </w:r>
    </w:p>
    <w:p w14:paraId="6DB985D1" w14:textId="77777777" w:rsidR="00B77E03" w:rsidRDefault="0024252B" w:rsidP="00B77E03">
      <w:r w:rsidRPr="002813C1">
        <w:t>Et du doigt il lui fit suivre mot à mot</w:t>
      </w:r>
      <w:r w:rsidR="00B77E03">
        <w:t xml:space="preserve">, </w:t>
      </w:r>
      <w:r w:rsidRPr="002813C1">
        <w:t>cette phrase accablante</w:t>
      </w:r>
      <w:r w:rsidR="00B77E03">
        <w:t xml:space="preserve">, </w:t>
      </w:r>
      <w:r w:rsidRPr="002813C1">
        <w:t>si explicite que le jury le plus scrupuleux n</w:t>
      </w:r>
      <w:r w:rsidR="00B77E03">
        <w:t>’</w:t>
      </w:r>
      <w:r w:rsidRPr="002813C1">
        <w:t>eût pas demandé plus</w:t>
      </w:r>
      <w:r w:rsidR="00B77E03">
        <w:t> :</w:t>
      </w:r>
    </w:p>
    <w:p w14:paraId="61AC4F89" w14:textId="346D8441" w:rsidR="00B77E03" w:rsidRDefault="00B77E03" w:rsidP="00B77E03">
      <w:r>
        <w:t xml:space="preserve">« … </w:t>
      </w:r>
      <w:r w:rsidR="0024252B" w:rsidRPr="002813C1">
        <w:t>J</w:t>
      </w:r>
      <w:r>
        <w:t>’</w:t>
      </w:r>
      <w:r w:rsidR="0024252B" w:rsidRPr="002813C1">
        <w:t>ai combiné une mesure qui effacera complètement et à tout jamais le souvenir de ce maudit</w:t>
      </w:r>
      <w:r w:rsidRPr="002813C1">
        <w:t xml:space="preserve"> </w:t>
      </w:r>
      <w:proofErr w:type="spellStart"/>
      <w:r w:rsidRPr="002813C1">
        <w:t>P</w:t>
      </w:r>
      <w:r>
        <w:t>.</w:t>
      </w:r>
      <w:r w:rsidRPr="002813C1">
        <w:t>F</w:t>
      </w:r>
      <w:proofErr w:type="spellEnd"/>
      <w:r>
        <w:t xml:space="preserve">., </w:t>
      </w:r>
      <w:r w:rsidR="0024252B" w:rsidRPr="002813C1">
        <w:t>si tant est qu</w:t>
      </w:r>
      <w:r>
        <w:t>’</w:t>
      </w:r>
      <w:r w:rsidR="0024252B" w:rsidRPr="002813C1">
        <w:t>on daigne se souvenir de lui</w:t>
      </w:r>
      <w:r>
        <w:t xml:space="preserve">, </w:t>
      </w:r>
      <w:r w:rsidR="0024252B" w:rsidRPr="002813C1">
        <w:t>après le petit désagrément que nous lui avons ménagé chez la d</w:t>
      </w:r>
      <w:r>
        <w:t>’</w:t>
      </w:r>
      <w:r w:rsidR="0024252B" w:rsidRPr="002813C1">
        <w:t>Argelès</w:t>
      </w:r>
      <w:r>
        <w:t>… »</w:t>
      </w:r>
    </w:p>
    <w:p w14:paraId="679C55DF" w14:textId="3CF8009C" w:rsidR="00B77E03" w:rsidRDefault="00B77E03" w:rsidP="00B77E03">
      <w:r>
        <w:t>— </w:t>
      </w:r>
      <w:r w:rsidR="0024252B" w:rsidRPr="002813C1">
        <w:t>Encore</w:t>
      </w:r>
      <w:r>
        <w:t xml:space="preserve">, </w:t>
      </w:r>
      <w:r w:rsidR="0024252B" w:rsidRPr="002813C1">
        <w:t>n</w:t>
      </w:r>
      <w:r>
        <w:t>’</w:t>
      </w:r>
      <w:r w:rsidR="0024252B" w:rsidRPr="002813C1">
        <w:t>est-ce pas tout</w:t>
      </w:r>
      <w:r>
        <w:t xml:space="preserve">, </w:t>
      </w:r>
      <w:r w:rsidR="0024252B" w:rsidRPr="002813C1">
        <w:t xml:space="preserve">continua </w:t>
      </w:r>
      <w:r>
        <w:t>M</w:t>
      </w:r>
      <w:r w:rsidRPr="00B77E03">
        <w:rPr>
          <w:vertAlign w:val="superscript"/>
        </w:rPr>
        <w:t>lle</w:t>
      </w:r>
      <w:r>
        <w:t> </w:t>
      </w:r>
      <w:r w:rsidR="0024252B" w:rsidRPr="002813C1">
        <w:t>Marguerite</w:t>
      </w:r>
      <w:r>
        <w:t xml:space="preserve">. </w:t>
      </w:r>
      <w:r w:rsidR="0024252B" w:rsidRPr="002813C1">
        <w:t>D</w:t>
      </w:r>
      <w:r>
        <w:t>’</w:t>
      </w:r>
      <w:r w:rsidR="0024252B" w:rsidRPr="002813C1">
        <w:t>autres lettres existent</w:t>
      </w:r>
      <w:r>
        <w:t xml:space="preserve">, </w:t>
      </w:r>
      <w:r w:rsidR="0024252B" w:rsidRPr="002813C1">
        <w:t>qui complètent celle-ci</w:t>
      </w:r>
      <w:r>
        <w:t xml:space="preserve">, </w:t>
      </w:r>
      <w:r w:rsidR="0024252B" w:rsidRPr="002813C1">
        <w:t>et qui</w:t>
      </w:r>
      <w:r>
        <w:t xml:space="preserve">, </w:t>
      </w:r>
      <w:r w:rsidR="0024252B" w:rsidRPr="002813C1">
        <w:t>rapprochées</w:t>
      </w:r>
      <w:r>
        <w:t xml:space="preserve">, </w:t>
      </w:r>
      <w:r w:rsidR="0024252B" w:rsidRPr="002813C1">
        <w:t>prouvent la froide préméditation</w:t>
      </w:r>
      <w:r>
        <w:t xml:space="preserve">, </w:t>
      </w:r>
      <w:r w:rsidR="0024252B" w:rsidRPr="002813C1">
        <w:t>et nomment l</w:t>
      </w:r>
      <w:r>
        <w:t>’</w:t>
      </w:r>
      <w:r w:rsidR="0024252B" w:rsidRPr="002813C1">
        <w:t>abject complice</w:t>
      </w:r>
      <w:r>
        <w:t xml:space="preserve">, </w:t>
      </w:r>
      <w:proofErr w:type="spellStart"/>
      <w:r w:rsidR="0024252B" w:rsidRPr="002813C1">
        <w:t>Coralth</w:t>
      </w:r>
      <w:proofErr w:type="spellEnd"/>
      <w:r>
        <w:t xml:space="preserve">… </w:t>
      </w:r>
      <w:r w:rsidR="0024252B" w:rsidRPr="002813C1">
        <w:t>Et ces foudroyants témoignages sont au pouvoir d</w:t>
      </w:r>
      <w:r>
        <w:t>’</w:t>
      </w:r>
      <w:r w:rsidR="0024252B" w:rsidRPr="002813C1">
        <w:t>un ancien complice du marquis</w:t>
      </w:r>
      <w:r>
        <w:t xml:space="preserve">, </w:t>
      </w:r>
      <w:r w:rsidR="0024252B" w:rsidRPr="002813C1">
        <w:t>un homme d</w:t>
      </w:r>
      <w:r>
        <w:t>’</w:t>
      </w:r>
      <w:r w:rsidR="0024252B" w:rsidRPr="002813C1">
        <w:t>une honnêteté suspecte</w:t>
      </w:r>
      <w:r>
        <w:t xml:space="preserve">, </w:t>
      </w:r>
      <w:r w:rsidR="0024252B" w:rsidRPr="002813C1">
        <w:t>devenu son ennemi</w:t>
      </w:r>
      <w:r>
        <w:t xml:space="preserve">… </w:t>
      </w:r>
      <w:r w:rsidR="0024252B" w:rsidRPr="002813C1">
        <w:t>Il s</w:t>
      </w:r>
      <w:r>
        <w:t>’</w:t>
      </w:r>
      <w:r w:rsidR="0024252B" w:rsidRPr="002813C1">
        <w:t>appelle Isidore Fortunat</w:t>
      </w:r>
      <w:r>
        <w:t xml:space="preserve">, </w:t>
      </w:r>
      <w:r w:rsidR="0024252B" w:rsidRPr="002813C1">
        <w:t>et demeure place de la Bourse</w:t>
      </w:r>
      <w:r>
        <w:t>…</w:t>
      </w:r>
    </w:p>
    <w:p w14:paraId="0E67D637" w14:textId="75F95EFA" w:rsidR="00B77E03" w:rsidRDefault="0024252B" w:rsidP="00B77E03">
      <w:r w:rsidRPr="002813C1">
        <w:lastRenderedPageBreak/>
        <w:t>Elle sentait arrêté sur elle</w:t>
      </w:r>
      <w:r w:rsidR="00B77E03">
        <w:t xml:space="preserve">, </w:t>
      </w:r>
      <w:r w:rsidRPr="002813C1">
        <w:t>tenace et pénétrant</w:t>
      </w:r>
      <w:r w:rsidR="00B77E03">
        <w:t xml:space="preserve">, </w:t>
      </w:r>
      <w:r w:rsidRPr="002813C1">
        <w:t xml:space="preserve">le regard de </w:t>
      </w:r>
      <w:r w:rsidR="00B77E03">
        <w:t>M</w:t>
      </w:r>
      <w:r w:rsidR="00B77E03" w:rsidRPr="00B77E03">
        <w:rPr>
          <w:vertAlign w:val="superscript"/>
        </w:rPr>
        <w:t>me</w:t>
      </w:r>
      <w:r w:rsidR="00B77E03">
        <w:t> </w:t>
      </w:r>
      <w:proofErr w:type="spellStart"/>
      <w:r w:rsidRPr="002813C1">
        <w:t>Férailleur</w:t>
      </w:r>
      <w:proofErr w:type="spellEnd"/>
      <w:r w:rsidR="00B77E03">
        <w:t xml:space="preserve">… </w:t>
      </w:r>
      <w:r w:rsidRPr="002813C1">
        <w:t>Elle eut l</w:t>
      </w:r>
      <w:r w:rsidR="00B77E03">
        <w:t>’</w:t>
      </w:r>
      <w:r w:rsidRPr="002813C1">
        <w:t>intuition de ce qui se passait dans l</w:t>
      </w:r>
      <w:r w:rsidR="00B77E03">
        <w:t>’</w:t>
      </w:r>
      <w:r w:rsidRPr="002813C1">
        <w:t>âme de la rigide bourgeoise et comprit que son avenir et le bonheur de son mariage se décidaient en ce moment</w:t>
      </w:r>
      <w:r w:rsidR="00B77E03">
        <w:t>.</w:t>
      </w:r>
    </w:p>
    <w:p w14:paraId="3032EB1C" w14:textId="77777777" w:rsidR="00B77E03" w:rsidRDefault="0024252B" w:rsidP="00B77E03">
      <w:r w:rsidRPr="002813C1">
        <w:t>Aussi</w:t>
      </w:r>
      <w:r w:rsidR="00B77E03">
        <w:t xml:space="preserve">, </w:t>
      </w:r>
      <w:r w:rsidRPr="002813C1">
        <w:t>vivement</w:t>
      </w:r>
      <w:r w:rsidR="00B77E03">
        <w:t xml:space="preserve">, </w:t>
      </w:r>
      <w:r w:rsidRPr="002813C1">
        <w:t>comme si elle eût espéré se dévoiler tout entière</w:t>
      </w:r>
      <w:r w:rsidR="00B77E03">
        <w:t> :</w:t>
      </w:r>
    </w:p>
    <w:p w14:paraId="384D1421" w14:textId="77777777" w:rsidR="00B77E03" w:rsidRDefault="00B77E03" w:rsidP="00B77E03">
      <w:r>
        <w:t>— </w:t>
      </w:r>
      <w:r w:rsidR="0024252B" w:rsidRPr="002813C1">
        <w:t>Ma conduite n</w:t>
      </w:r>
      <w:r>
        <w:t>’</w:t>
      </w:r>
      <w:r w:rsidR="0024252B" w:rsidRPr="002813C1">
        <w:t>a peut-être pas été celle d</w:t>
      </w:r>
      <w:r>
        <w:t>’</w:t>
      </w:r>
      <w:r w:rsidR="0024252B" w:rsidRPr="002813C1">
        <w:t>une jeune fille</w:t>
      </w:r>
      <w:r>
        <w:t xml:space="preserve">, </w:t>
      </w:r>
      <w:r w:rsidR="0024252B" w:rsidRPr="002813C1">
        <w:t>Pascal</w:t>
      </w:r>
      <w:r>
        <w:t xml:space="preserve">, </w:t>
      </w:r>
      <w:r w:rsidR="0024252B" w:rsidRPr="002813C1">
        <w:t>prononça-t-elle</w:t>
      </w:r>
      <w:r>
        <w:t xml:space="preserve">. </w:t>
      </w:r>
      <w:r w:rsidR="0024252B" w:rsidRPr="002813C1">
        <w:t>Timide</w:t>
      </w:r>
      <w:r>
        <w:t xml:space="preserve">, </w:t>
      </w:r>
      <w:r w:rsidR="0024252B" w:rsidRPr="002813C1">
        <w:t>inexpérimentée</w:t>
      </w:r>
      <w:r>
        <w:t xml:space="preserve">, </w:t>
      </w:r>
      <w:r w:rsidR="0024252B" w:rsidRPr="002813C1">
        <w:t>saintement ignorante de la vie et du mal</w:t>
      </w:r>
      <w:r>
        <w:t xml:space="preserve">, </w:t>
      </w:r>
      <w:r w:rsidR="0024252B" w:rsidRPr="002813C1">
        <w:t>une jeune fille pieusement gardée par sa mère se fût abîmée sous la honte et n</w:t>
      </w:r>
      <w:r>
        <w:t>’</w:t>
      </w:r>
      <w:r w:rsidR="0024252B" w:rsidRPr="002813C1">
        <w:t>eût trouvé que des larmes et des prières</w:t>
      </w:r>
      <w:r>
        <w:t xml:space="preserve">… </w:t>
      </w:r>
      <w:r w:rsidR="0024252B" w:rsidRPr="002813C1">
        <w:t>J</w:t>
      </w:r>
      <w:r>
        <w:t>’</w:t>
      </w:r>
      <w:r w:rsidR="0024252B" w:rsidRPr="002813C1">
        <w:t>ai pleuré aussi</w:t>
      </w:r>
      <w:r>
        <w:t xml:space="preserve">, </w:t>
      </w:r>
      <w:r w:rsidR="0024252B" w:rsidRPr="002813C1">
        <w:t>moi</w:t>
      </w:r>
      <w:r>
        <w:t xml:space="preserve">, </w:t>
      </w:r>
      <w:r w:rsidR="0024252B" w:rsidRPr="002813C1">
        <w:t>j</w:t>
      </w:r>
      <w:r>
        <w:t>’</w:t>
      </w:r>
      <w:r w:rsidR="0024252B" w:rsidRPr="002813C1">
        <w:t>ai prié</w:t>
      </w:r>
      <w:r>
        <w:t xml:space="preserve">, </w:t>
      </w:r>
      <w:r w:rsidR="0024252B" w:rsidRPr="002813C1">
        <w:t>mais je me suis débattue</w:t>
      </w:r>
      <w:r>
        <w:t xml:space="preserve">, </w:t>
      </w:r>
      <w:r w:rsidR="0024252B" w:rsidRPr="002813C1">
        <w:t>j</w:t>
      </w:r>
      <w:r>
        <w:t>’</w:t>
      </w:r>
      <w:r w:rsidR="0024252B" w:rsidRPr="002813C1">
        <w:t>ai agi</w:t>
      </w:r>
      <w:r>
        <w:t xml:space="preserve">… </w:t>
      </w:r>
      <w:r w:rsidR="0024252B" w:rsidRPr="002813C1">
        <w:t>À l</w:t>
      </w:r>
      <w:r>
        <w:t>’</w:t>
      </w:r>
      <w:r w:rsidR="0024252B" w:rsidRPr="002813C1">
        <w:t>heure du danger</w:t>
      </w:r>
      <w:r>
        <w:t xml:space="preserve">, </w:t>
      </w:r>
      <w:r w:rsidR="0024252B" w:rsidRPr="002813C1">
        <w:t>il m</w:t>
      </w:r>
      <w:r>
        <w:t>’</w:t>
      </w:r>
      <w:r w:rsidR="0024252B" w:rsidRPr="002813C1">
        <w:t>est venu quelque chose de la vaillance et de l</w:t>
      </w:r>
      <w:r>
        <w:t>’</w:t>
      </w:r>
      <w:r w:rsidR="0024252B" w:rsidRPr="002813C1">
        <w:t>énergie des pauvres femmes du peuple parmi lesquelles j</w:t>
      </w:r>
      <w:r>
        <w:t>’</w:t>
      </w:r>
      <w:r w:rsidR="0024252B" w:rsidRPr="002813C1">
        <w:t>ai autrefois gagné mon pain</w:t>
      </w:r>
      <w:r>
        <w:t xml:space="preserve">… </w:t>
      </w:r>
      <w:r w:rsidR="0024252B" w:rsidRPr="002813C1">
        <w:t>Les misères du passé n</w:t>
      </w:r>
      <w:r>
        <w:t>’</w:t>
      </w:r>
      <w:r w:rsidR="0024252B" w:rsidRPr="002813C1">
        <w:t>ont pas été perdues</w:t>
      </w:r>
      <w:r>
        <w:t>…</w:t>
      </w:r>
    </w:p>
    <w:p w14:paraId="1DFF7ED4" w14:textId="77777777" w:rsidR="00B77E03" w:rsidRDefault="0024252B" w:rsidP="00B77E03">
      <w:r w:rsidRPr="002813C1">
        <w:t>Et simplement</w:t>
      </w:r>
      <w:r w:rsidR="00B77E03">
        <w:t xml:space="preserve">, </w:t>
      </w:r>
      <w:r w:rsidRPr="002813C1">
        <w:t>sans emphase</w:t>
      </w:r>
      <w:r w:rsidR="00B77E03">
        <w:t xml:space="preserve">, </w:t>
      </w:r>
      <w:r w:rsidRPr="002813C1">
        <w:t>comme si elle eût conté la chose la plus naturelle du monde</w:t>
      </w:r>
      <w:r w:rsidR="00B77E03">
        <w:t xml:space="preserve">, </w:t>
      </w:r>
      <w:r w:rsidRPr="002813C1">
        <w:t>elle dit quelle lutte elle avait acceptée et soutenue</w:t>
      </w:r>
      <w:r w:rsidR="00B77E03">
        <w:t xml:space="preserve">, </w:t>
      </w:r>
      <w:r w:rsidRPr="002813C1">
        <w:t>seule contre tous</w:t>
      </w:r>
      <w:r w:rsidR="00B77E03">
        <w:t xml:space="preserve">, </w:t>
      </w:r>
      <w:r w:rsidRPr="002813C1">
        <w:t>forte de sa foi en Pascal et de son amour</w:t>
      </w:r>
      <w:r w:rsidR="00B77E03">
        <w:t>…</w:t>
      </w:r>
    </w:p>
    <w:p w14:paraId="43838969" w14:textId="55743499" w:rsidR="00B77E03" w:rsidRDefault="00B77E03" w:rsidP="00B77E03">
      <w:r>
        <w:t>— </w:t>
      </w:r>
      <w:r w:rsidR="0024252B" w:rsidRPr="002813C1">
        <w:t>Ah</w:t>
      </w:r>
      <w:r>
        <w:t xml:space="preserve"> !… </w:t>
      </w:r>
      <w:r w:rsidR="0024252B" w:rsidRPr="002813C1">
        <w:t>tu es une bonne et courageuse fille</w:t>
      </w:r>
      <w:r>
        <w:t xml:space="preserve">, </w:t>
      </w:r>
      <w:r w:rsidR="0024252B" w:rsidRPr="002813C1">
        <w:t>toi</w:t>
      </w:r>
      <w:r>
        <w:t xml:space="preserve"> !… </w:t>
      </w:r>
      <w:r w:rsidR="0024252B" w:rsidRPr="002813C1">
        <w:t>s</w:t>
      </w:r>
      <w:r>
        <w:t>’</w:t>
      </w:r>
      <w:r w:rsidR="0024252B" w:rsidRPr="002813C1">
        <w:t xml:space="preserve">écria </w:t>
      </w:r>
      <w:r>
        <w:t>M</w:t>
      </w:r>
      <w:r w:rsidRPr="00B77E03">
        <w:rPr>
          <w:vertAlign w:val="superscript"/>
        </w:rPr>
        <w:t>me</w:t>
      </w:r>
      <w:r>
        <w:t> </w:t>
      </w:r>
      <w:proofErr w:type="spellStart"/>
      <w:r w:rsidR="0024252B" w:rsidRPr="002813C1">
        <w:t>Férailleur</w:t>
      </w:r>
      <w:proofErr w:type="spellEnd"/>
      <w:r>
        <w:t xml:space="preserve">. </w:t>
      </w:r>
      <w:r w:rsidR="0024252B" w:rsidRPr="002813C1">
        <w:t>Tu es digne de mon fils</w:t>
      </w:r>
      <w:r>
        <w:t xml:space="preserve">, </w:t>
      </w:r>
      <w:r w:rsidR="0024252B" w:rsidRPr="002813C1">
        <w:t>et tu porteras fièrement notre nom d</w:t>
      </w:r>
      <w:r>
        <w:t>’</w:t>
      </w:r>
      <w:r w:rsidR="0024252B" w:rsidRPr="002813C1">
        <w:t>honnêtes gens</w:t>
      </w:r>
      <w:r>
        <w:t> !…</w:t>
      </w:r>
    </w:p>
    <w:p w14:paraId="08074842" w14:textId="77777777" w:rsidR="00B77E03" w:rsidRDefault="0024252B" w:rsidP="00B77E03">
      <w:r w:rsidRPr="002813C1">
        <w:t>Déjà</w:t>
      </w:r>
      <w:r w:rsidR="00B77E03">
        <w:t xml:space="preserve">, </w:t>
      </w:r>
      <w:r w:rsidRPr="002813C1">
        <w:t>depuis un moment</w:t>
      </w:r>
      <w:r w:rsidR="00B77E03">
        <w:t xml:space="preserve">, </w:t>
      </w:r>
      <w:r w:rsidRPr="002813C1">
        <w:t>l</w:t>
      </w:r>
      <w:r w:rsidR="00B77E03">
        <w:t>’</w:t>
      </w:r>
      <w:r w:rsidRPr="002813C1">
        <w:t>obstinée bourgeoise luttait en vain contre l</w:t>
      </w:r>
      <w:r w:rsidR="00B77E03">
        <w:t>’</w:t>
      </w:r>
      <w:r w:rsidRPr="002813C1">
        <w:t>attendrissement qui la gagnait</w:t>
      </w:r>
      <w:r w:rsidR="00B77E03">
        <w:t xml:space="preserve">, </w:t>
      </w:r>
      <w:r w:rsidRPr="002813C1">
        <w:t>et de grosses larmes silencieuses roulaient le long de ses joues ridées</w:t>
      </w:r>
      <w:r w:rsidR="00B77E03">
        <w:t>…</w:t>
      </w:r>
    </w:p>
    <w:p w14:paraId="31BC60E7" w14:textId="0A5DC0F4" w:rsidR="00B77E03" w:rsidRDefault="0024252B" w:rsidP="00B77E03">
      <w:r w:rsidRPr="002813C1">
        <w:t>N</w:t>
      </w:r>
      <w:r w:rsidR="00B77E03">
        <w:t>’</w:t>
      </w:r>
      <w:r w:rsidRPr="002813C1">
        <w:t>y tenant plus</w:t>
      </w:r>
      <w:r w:rsidR="00B77E03">
        <w:t xml:space="preserve">, </w:t>
      </w:r>
      <w:r w:rsidRPr="002813C1">
        <w:t xml:space="preserve">elle jeta ses deux bras autour du cou de </w:t>
      </w:r>
      <w:r w:rsidR="00B77E03">
        <w:t>M</w:t>
      </w:r>
      <w:r w:rsidR="00B77E03" w:rsidRPr="00B77E03">
        <w:rPr>
          <w:vertAlign w:val="superscript"/>
        </w:rPr>
        <w:t>lle</w:t>
      </w:r>
      <w:r w:rsidR="00B77E03">
        <w:t> </w:t>
      </w:r>
      <w:r w:rsidRPr="002813C1">
        <w:t>Marguerite</w:t>
      </w:r>
      <w:r w:rsidR="00B77E03">
        <w:t xml:space="preserve">, </w:t>
      </w:r>
      <w:r w:rsidRPr="002813C1">
        <w:t>et l</w:t>
      </w:r>
      <w:r w:rsidR="00B77E03">
        <w:t>’</w:t>
      </w:r>
      <w:r w:rsidRPr="002813C1">
        <w:t>attirant contre sa poitrine</w:t>
      </w:r>
      <w:r w:rsidR="00B77E03">
        <w:t xml:space="preserve">, </w:t>
      </w:r>
      <w:r w:rsidRPr="002813C1">
        <w:t>elle la tint longtemps embrassée</w:t>
      </w:r>
      <w:r w:rsidR="00B77E03">
        <w:t xml:space="preserve">, </w:t>
      </w:r>
      <w:r w:rsidRPr="002813C1">
        <w:t>en murmurant</w:t>
      </w:r>
      <w:r w:rsidR="00B77E03">
        <w:t> :</w:t>
      </w:r>
    </w:p>
    <w:p w14:paraId="4336290D" w14:textId="77777777" w:rsidR="00B77E03" w:rsidRDefault="00B77E03" w:rsidP="00B77E03">
      <w:r>
        <w:lastRenderedPageBreak/>
        <w:t>— </w:t>
      </w:r>
      <w:r w:rsidR="0024252B" w:rsidRPr="002813C1">
        <w:t>Marguerite</w:t>
      </w:r>
      <w:r>
        <w:t xml:space="preserve"> ! </w:t>
      </w:r>
      <w:r w:rsidR="0024252B" w:rsidRPr="002813C1">
        <w:t>ma fille</w:t>
      </w:r>
      <w:r>
        <w:t xml:space="preserve"> !… </w:t>
      </w:r>
      <w:r w:rsidR="0024252B" w:rsidRPr="002813C1">
        <w:t>Ah</w:t>
      </w:r>
      <w:r>
        <w:t xml:space="preserve"> ! </w:t>
      </w:r>
      <w:r w:rsidR="0024252B" w:rsidRPr="002813C1">
        <w:t>combien elles étaient injustes</w:t>
      </w:r>
      <w:r>
        <w:t xml:space="preserve">, </w:t>
      </w:r>
      <w:r w:rsidR="0024252B" w:rsidRPr="002813C1">
        <w:t>mes préventions</w:t>
      </w:r>
      <w:r>
        <w:t> !</w:t>
      </w:r>
    </w:p>
    <w:p w14:paraId="796500B1" w14:textId="77777777" w:rsidR="00B77E03" w:rsidRDefault="0024252B" w:rsidP="00B77E03">
      <w:r w:rsidRPr="002813C1">
        <w:t>Pascal eût dû être transporté de joie</w:t>
      </w:r>
      <w:r w:rsidR="00B77E03">
        <w:t xml:space="preserve">. </w:t>
      </w:r>
      <w:r w:rsidRPr="002813C1">
        <w:t>Non</w:t>
      </w:r>
      <w:r w:rsidR="00B77E03">
        <w:t xml:space="preserve">, </w:t>
      </w:r>
      <w:r w:rsidRPr="002813C1">
        <w:t>cependant</w:t>
      </w:r>
      <w:r w:rsidR="00B77E03">
        <w:t xml:space="preserve">. </w:t>
      </w:r>
      <w:r w:rsidRPr="002813C1">
        <w:t>Son front de plus en plus se plissait</w:t>
      </w:r>
      <w:r w:rsidR="00B77E03">
        <w:t xml:space="preserve">, </w:t>
      </w:r>
      <w:r w:rsidRPr="002813C1">
        <w:t>et c</w:t>
      </w:r>
      <w:r w:rsidR="00B77E03">
        <w:t>’</w:t>
      </w:r>
      <w:r w:rsidRPr="002813C1">
        <w:t>est d</w:t>
      </w:r>
      <w:r w:rsidR="00B77E03">
        <w:t>’</w:t>
      </w:r>
      <w:r w:rsidRPr="002813C1">
        <w:t>une voix sourde qu</w:t>
      </w:r>
      <w:r w:rsidR="00B77E03">
        <w:t>’</w:t>
      </w:r>
      <w:r w:rsidRPr="002813C1">
        <w:t>il dit</w:t>
      </w:r>
      <w:r w:rsidR="00B77E03">
        <w:t> :</w:t>
      </w:r>
    </w:p>
    <w:p w14:paraId="3414FDFF" w14:textId="77777777" w:rsidR="00B77E03" w:rsidRDefault="00B77E03" w:rsidP="00B77E03">
      <w:r>
        <w:t>— </w:t>
      </w:r>
      <w:r w:rsidR="0024252B" w:rsidRPr="002813C1">
        <w:t>Voilà donc le bonheur qui est là</w:t>
      </w:r>
      <w:r>
        <w:t xml:space="preserve">, </w:t>
      </w:r>
      <w:r w:rsidR="0024252B" w:rsidRPr="002813C1">
        <w:t>là</w:t>
      </w:r>
      <w:r>
        <w:t xml:space="preserve"> !… </w:t>
      </w:r>
      <w:r w:rsidR="0024252B" w:rsidRPr="002813C1">
        <w:t>Pourquoi faut-il qu</w:t>
      </w:r>
      <w:r>
        <w:t>’</w:t>
      </w:r>
      <w:r w:rsidR="0024252B" w:rsidRPr="002813C1">
        <w:t>une dernière épreuve</w:t>
      </w:r>
      <w:r>
        <w:t xml:space="preserve">, </w:t>
      </w:r>
      <w:r w:rsidR="0024252B" w:rsidRPr="002813C1">
        <w:t>qu</w:t>
      </w:r>
      <w:r>
        <w:t>’</w:t>
      </w:r>
      <w:r w:rsidR="0024252B" w:rsidRPr="002813C1">
        <w:t>une dernière humiliation nous en sépare</w:t>
      </w:r>
      <w:r>
        <w:t> !</w:t>
      </w:r>
    </w:p>
    <w:p w14:paraId="34B1CD20" w14:textId="1CABF006" w:rsidR="00B77E03" w:rsidRDefault="0024252B" w:rsidP="00B77E03">
      <w:r w:rsidRPr="002813C1">
        <w:t xml:space="preserve">Mais </w:t>
      </w:r>
      <w:r w:rsidR="00B77E03">
        <w:t>M</w:t>
      </w:r>
      <w:r w:rsidR="00B77E03" w:rsidRPr="00B77E03">
        <w:rPr>
          <w:vertAlign w:val="superscript"/>
        </w:rPr>
        <w:t>lle</w:t>
      </w:r>
      <w:r w:rsidR="00B77E03">
        <w:t> </w:t>
      </w:r>
      <w:r w:rsidRPr="002813C1">
        <w:t>Marguerite se sentait des forces à affronter en souriant le martyre</w:t>
      </w:r>
      <w:r w:rsidR="00B77E03">
        <w:t>…</w:t>
      </w:r>
    </w:p>
    <w:p w14:paraId="26126BBE" w14:textId="77777777" w:rsidR="00B77E03" w:rsidRDefault="00B77E03" w:rsidP="00B77E03">
      <w:r>
        <w:t>— </w:t>
      </w:r>
      <w:r w:rsidR="0024252B" w:rsidRPr="002813C1">
        <w:t>Parlez</w:t>
      </w:r>
      <w:r>
        <w:t xml:space="preserve">, </w:t>
      </w:r>
      <w:r w:rsidR="0024252B" w:rsidRPr="002813C1">
        <w:t>Pascal</w:t>
      </w:r>
      <w:r>
        <w:t xml:space="preserve">, </w:t>
      </w:r>
      <w:r w:rsidR="0024252B" w:rsidRPr="002813C1">
        <w:t>dit-elle</w:t>
      </w:r>
      <w:r>
        <w:t xml:space="preserve">, </w:t>
      </w:r>
      <w:r w:rsidR="0024252B" w:rsidRPr="002813C1">
        <w:t>ne voyez-vous pas qu</w:t>
      </w:r>
      <w:r>
        <w:t>’</w:t>
      </w:r>
      <w:r w:rsidR="0024252B" w:rsidRPr="002813C1">
        <w:t>il va être dix heures</w:t>
      </w:r>
      <w:r>
        <w:t> !…</w:t>
      </w:r>
    </w:p>
    <w:p w14:paraId="68319DBF" w14:textId="77777777" w:rsidR="00B77E03" w:rsidRDefault="0024252B" w:rsidP="00B77E03">
      <w:r w:rsidRPr="002813C1">
        <w:t>Lui hésitait</w:t>
      </w:r>
      <w:r w:rsidR="00B77E03">
        <w:t xml:space="preserve">, </w:t>
      </w:r>
      <w:r w:rsidRPr="002813C1">
        <w:t>ses yeux se troublaient</w:t>
      </w:r>
      <w:r w:rsidR="00B77E03">
        <w:t xml:space="preserve">, </w:t>
      </w:r>
      <w:r w:rsidRPr="002813C1">
        <w:t>sa respiration haletait</w:t>
      </w:r>
      <w:r w:rsidR="00B77E03">
        <w:t xml:space="preserve">, </w:t>
      </w:r>
      <w:r w:rsidRPr="002813C1">
        <w:t>et c</w:t>
      </w:r>
      <w:r w:rsidR="00B77E03">
        <w:t>’</w:t>
      </w:r>
      <w:r w:rsidRPr="002813C1">
        <w:t>est avec l</w:t>
      </w:r>
      <w:r w:rsidR="00B77E03">
        <w:t>’</w:t>
      </w:r>
      <w:r w:rsidRPr="002813C1">
        <w:t>empressement du désespoir qu</w:t>
      </w:r>
      <w:r w:rsidR="00B77E03">
        <w:t>’</w:t>
      </w:r>
      <w:r w:rsidRPr="002813C1">
        <w:t>il reprit</w:t>
      </w:r>
      <w:r w:rsidR="00B77E03">
        <w:t> :</w:t>
      </w:r>
    </w:p>
    <w:p w14:paraId="389CE755" w14:textId="0D92D2F2" w:rsidR="00B77E03" w:rsidRDefault="00B77E03" w:rsidP="00B77E03">
      <w:r>
        <w:t>— </w:t>
      </w:r>
      <w:r w:rsidR="0024252B" w:rsidRPr="002813C1">
        <w:t>Il fallait vaincre</w:t>
      </w:r>
      <w:r>
        <w:t xml:space="preserve">, </w:t>
      </w:r>
      <w:r w:rsidR="0024252B" w:rsidRPr="002813C1">
        <w:t>n</w:t>
      </w:r>
      <w:r>
        <w:t>’</w:t>
      </w:r>
      <w:r w:rsidR="0024252B" w:rsidRPr="002813C1">
        <w:t>est-ce pas</w:t>
      </w:r>
      <w:r>
        <w:t xml:space="preserve">, </w:t>
      </w:r>
      <w:r w:rsidR="0024252B" w:rsidRPr="002813C1">
        <w:t>pour vous</w:t>
      </w:r>
      <w:r>
        <w:t xml:space="preserve">, </w:t>
      </w:r>
      <w:r w:rsidR="0024252B" w:rsidRPr="002813C1">
        <w:t>pour moi</w:t>
      </w:r>
      <w:r>
        <w:t xml:space="preserve">, </w:t>
      </w:r>
      <w:r w:rsidR="0024252B" w:rsidRPr="002813C1">
        <w:t>à tout prix</w:t>
      </w:r>
      <w:r>
        <w:t xml:space="preserve"> !… </w:t>
      </w:r>
      <w:r w:rsidR="0024252B" w:rsidRPr="002813C1">
        <w:t>Voilà l</w:t>
      </w:r>
      <w:r>
        <w:t>’</w:t>
      </w:r>
      <w:r w:rsidR="0024252B" w:rsidRPr="002813C1">
        <w:t>excuse de l</w:t>
      </w:r>
      <w:r>
        <w:t>’</w:t>
      </w:r>
      <w:r w:rsidR="0024252B" w:rsidRPr="002813C1">
        <w:t>horrible expédient que j</w:t>
      </w:r>
      <w:r>
        <w:t>’</w:t>
      </w:r>
      <w:r w:rsidR="0024252B" w:rsidRPr="002813C1">
        <w:t>ai adopté</w:t>
      </w:r>
      <w:r>
        <w:t>… M. de </w:t>
      </w:r>
      <w:proofErr w:type="spellStart"/>
      <w:r w:rsidR="0024252B" w:rsidRPr="002813C1">
        <w:t>Valorsay</w:t>
      </w:r>
      <w:proofErr w:type="spellEnd"/>
      <w:r>
        <w:t xml:space="preserve">, </w:t>
      </w:r>
      <w:r w:rsidR="0024252B" w:rsidRPr="002813C1">
        <w:t>vous l</w:t>
      </w:r>
      <w:r>
        <w:t>’</w:t>
      </w:r>
      <w:r w:rsidR="0024252B" w:rsidRPr="002813C1">
        <w:t>avez vu</w:t>
      </w:r>
      <w:r>
        <w:t xml:space="preserve">, </w:t>
      </w:r>
      <w:r w:rsidR="0024252B" w:rsidRPr="002813C1">
        <w:t xml:space="preserve">se vante à </w:t>
      </w:r>
      <w:r>
        <w:t>M</w:t>
      </w:r>
      <w:r w:rsidRPr="00B77E03">
        <w:rPr>
          <w:vertAlign w:val="superscript"/>
        </w:rPr>
        <w:t>me</w:t>
      </w:r>
      <w:r>
        <w:t> </w:t>
      </w:r>
      <w:r w:rsidR="0024252B" w:rsidRPr="002813C1">
        <w:t>Léon d</w:t>
      </w:r>
      <w:r>
        <w:t>’</w:t>
      </w:r>
      <w:r w:rsidR="0024252B" w:rsidRPr="002813C1">
        <w:t>avoir un moyen de briser vos résistances</w:t>
      </w:r>
      <w:r>
        <w:t xml:space="preserve">… </w:t>
      </w:r>
      <w:r w:rsidR="0024252B" w:rsidRPr="002813C1">
        <w:t>et il croit en effet l</w:t>
      </w:r>
      <w:r>
        <w:t>’</w:t>
      </w:r>
      <w:r w:rsidR="0024252B" w:rsidRPr="002813C1">
        <w:t>avoir</w:t>
      </w:r>
      <w:r>
        <w:t xml:space="preserve">… </w:t>
      </w:r>
      <w:r w:rsidR="0024252B" w:rsidRPr="002813C1">
        <w:t>Comment je ne l</w:t>
      </w:r>
      <w:r>
        <w:t>’</w:t>
      </w:r>
      <w:r w:rsidR="0024252B" w:rsidRPr="002813C1">
        <w:t>ai pas tué de mes mains</w:t>
      </w:r>
      <w:r>
        <w:t xml:space="preserve">, </w:t>
      </w:r>
      <w:r w:rsidR="0024252B" w:rsidRPr="002813C1">
        <w:t>quand il me l</w:t>
      </w:r>
      <w:r>
        <w:t>’</w:t>
      </w:r>
      <w:r w:rsidR="0024252B" w:rsidRPr="002813C1">
        <w:t>a exposé</w:t>
      </w:r>
      <w:r>
        <w:t xml:space="preserve">… </w:t>
      </w:r>
      <w:r w:rsidR="0024252B" w:rsidRPr="002813C1">
        <w:t>c</w:t>
      </w:r>
      <w:r>
        <w:t>’</w:t>
      </w:r>
      <w:r w:rsidR="0024252B" w:rsidRPr="002813C1">
        <w:t>est que je veux une vengeance bruyante comme l</w:t>
      </w:r>
      <w:r>
        <w:t>’</w:t>
      </w:r>
      <w:r w:rsidR="0024252B" w:rsidRPr="002813C1">
        <w:t>outrage</w:t>
      </w:r>
      <w:r>
        <w:t xml:space="preserve">, </w:t>
      </w:r>
      <w:r w:rsidR="0024252B" w:rsidRPr="002813C1">
        <w:t>plus sûre</w:t>
      </w:r>
      <w:r>
        <w:t xml:space="preserve">, </w:t>
      </w:r>
      <w:r w:rsidR="0024252B" w:rsidRPr="002813C1">
        <w:t>plus terrible</w:t>
      </w:r>
      <w:r>
        <w:t xml:space="preserve">, </w:t>
      </w:r>
      <w:r w:rsidR="0024252B" w:rsidRPr="002813C1">
        <w:t>plus lente surtout</w:t>
      </w:r>
      <w:r>
        <w:t xml:space="preserve">… </w:t>
      </w:r>
      <w:r w:rsidR="0024252B" w:rsidRPr="002813C1">
        <w:t>Ce moyen</w:t>
      </w:r>
      <w:r>
        <w:t xml:space="preserve">, </w:t>
      </w:r>
      <w:r w:rsidR="0024252B" w:rsidRPr="002813C1">
        <w:t>un scélérat tel que lui pouvait le concevoir</w:t>
      </w:r>
      <w:r>
        <w:t xml:space="preserve">. </w:t>
      </w:r>
      <w:r w:rsidR="0024252B" w:rsidRPr="002813C1">
        <w:t>Par son âme damnée</w:t>
      </w:r>
      <w:r>
        <w:t xml:space="preserve">, </w:t>
      </w:r>
      <w:proofErr w:type="spellStart"/>
      <w:r w:rsidR="0024252B" w:rsidRPr="002813C1">
        <w:t>Coralth</w:t>
      </w:r>
      <w:proofErr w:type="spellEnd"/>
      <w:r>
        <w:t xml:space="preserve">, </w:t>
      </w:r>
      <w:r w:rsidR="0024252B" w:rsidRPr="002813C1">
        <w:t xml:space="preserve">il a attiré chez lui le fils de la sœur du comte de </w:t>
      </w:r>
      <w:proofErr w:type="spellStart"/>
      <w:r w:rsidR="0024252B" w:rsidRPr="002813C1">
        <w:t>Chalusse</w:t>
      </w:r>
      <w:proofErr w:type="spellEnd"/>
      <w:r>
        <w:t xml:space="preserve">, </w:t>
      </w:r>
      <w:r w:rsidR="0024252B" w:rsidRPr="002813C1">
        <w:t>son unique héritier en ce moment</w:t>
      </w:r>
      <w:r>
        <w:t xml:space="preserve">… </w:t>
      </w:r>
      <w:r w:rsidR="0024252B" w:rsidRPr="002813C1">
        <w:t>C</w:t>
      </w:r>
      <w:r>
        <w:t>’</w:t>
      </w:r>
      <w:r w:rsidR="0024252B" w:rsidRPr="002813C1">
        <w:t>est un malheureux</w:t>
      </w:r>
      <w:r>
        <w:t xml:space="preserve">, </w:t>
      </w:r>
      <w:r w:rsidR="0024252B" w:rsidRPr="002813C1">
        <w:t>sans cœur</w:t>
      </w:r>
      <w:r>
        <w:t xml:space="preserve">, </w:t>
      </w:r>
      <w:r w:rsidR="0024252B" w:rsidRPr="002813C1">
        <w:t>sans intelligence</w:t>
      </w:r>
      <w:r>
        <w:t xml:space="preserve">, </w:t>
      </w:r>
      <w:r w:rsidR="0024252B" w:rsidRPr="002813C1">
        <w:t>sans esprit</w:t>
      </w:r>
      <w:r>
        <w:t xml:space="preserve">, </w:t>
      </w:r>
      <w:r w:rsidR="0024252B" w:rsidRPr="002813C1">
        <w:t>tout vanité stupide et ridicules prétentions</w:t>
      </w:r>
      <w:r>
        <w:t xml:space="preserve">, </w:t>
      </w:r>
      <w:r w:rsidR="0024252B" w:rsidRPr="002813C1">
        <w:t>ni meilleur ni pire que bien d</w:t>
      </w:r>
      <w:r>
        <w:t>’</w:t>
      </w:r>
      <w:r w:rsidR="0024252B" w:rsidRPr="002813C1">
        <w:t>autres qui font figure</w:t>
      </w:r>
      <w:r>
        <w:t xml:space="preserve">… </w:t>
      </w:r>
      <w:r w:rsidR="0024252B" w:rsidRPr="002813C1">
        <w:t xml:space="preserve">il a nom </w:t>
      </w:r>
      <w:proofErr w:type="spellStart"/>
      <w:r w:rsidR="0024252B" w:rsidRPr="002813C1">
        <w:t>Wilkie</w:t>
      </w:r>
      <w:proofErr w:type="spellEnd"/>
      <w:r w:rsidR="0024252B" w:rsidRPr="002813C1">
        <w:t xml:space="preserve"> Gordon</w:t>
      </w:r>
      <w:r>
        <w:t xml:space="preserve">. </w:t>
      </w:r>
      <w:r w:rsidR="0024252B" w:rsidRPr="002813C1">
        <w:t>Sans peine le marquis s</w:t>
      </w:r>
      <w:r>
        <w:t>’</w:t>
      </w:r>
      <w:r w:rsidR="0024252B" w:rsidRPr="002813C1">
        <w:t>est emparé de ce pauvre idiot</w:t>
      </w:r>
      <w:r>
        <w:t xml:space="preserve">, </w:t>
      </w:r>
      <w:r w:rsidR="0024252B" w:rsidRPr="002813C1">
        <w:t>et lui a persuadé qu</w:t>
      </w:r>
      <w:r>
        <w:t>’</w:t>
      </w:r>
      <w:r w:rsidR="0024252B" w:rsidRPr="002813C1">
        <w:t xml:space="preserve">il était de son devoir de vous dénoncer au procureur impérial comme ayant détourné de la succession de </w:t>
      </w:r>
      <w:r>
        <w:lastRenderedPageBreak/>
        <w:t>M. de </w:t>
      </w:r>
      <w:proofErr w:type="spellStart"/>
      <w:r w:rsidR="0024252B" w:rsidRPr="002813C1">
        <w:t>Chalusse</w:t>
      </w:r>
      <w:proofErr w:type="spellEnd"/>
      <w:r w:rsidR="0024252B" w:rsidRPr="002813C1">
        <w:t xml:space="preserve"> une somme de deux millions</w:t>
      </w:r>
      <w:r>
        <w:t xml:space="preserve">, </w:t>
      </w:r>
      <w:r w:rsidR="0024252B" w:rsidRPr="002813C1">
        <w:t>et comme ayant aussi vous</w:t>
      </w:r>
      <w:r>
        <w:t xml:space="preserve">, </w:t>
      </w:r>
      <w:r w:rsidR="0024252B" w:rsidRPr="002813C1">
        <w:t>vous</w:t>
      </w:r>
      <w:r>
        <w:t xml:space="preserve">, </w:t>
      </w:r>
      <w:r w:rsidR="0024252B" w:rsidRPr="002813C1">
        <w:t>Marguerite</w:t>
      </w:r>
      <w:r>
        <w:t xml:space="preserve">, </w:t>
      </w:r>
      <w:r w:rsidR="0024252B" w:rsidRPr="002813C1">
        <w:t>empoisonné le comte</w:t>
      </w:r>
      <w:r>
        <w:t>.</w:t>
      </w:r>
    </w:p>
    <w:p w14:paraId="60497A79" w14:textId="77777777" w:rsidR="00B77E03" w:rsidRDefault="0024252B" w:rsidP="00B77E03">
      <w:r w:rsidRPr="002813C1">
        <w:t>La jeune fille haussa les épaules</w:t>
      </w:r>
      <w:r w:rsidR="00B77E03">
        <w:t>.</w:t>
      </w:r>
    </w:p>
    <w:p w14:paraId="7198ECEE" w14:textId="77777777" w:rsidR="00B77E03" w:rsidRDefault="00B77E03" w:rsidP="00B77E03">
      <w:r>
        <w:t>— </w:t>
      </w:r>
      <w:r w:rsidR="0024252B" w:rsidRPr="002813C1">
        <w:t>Pour ce qui est du vol</w:t>
      </w:r>
      <w:r>
        <w:t xml:space="preserve">, </w:t>
      </w:r>
      <w:r w:rsidR="0024252B" w:rsidRPr="002813C1">
        <w:t>fit-elle</w:t>
      </w:r>
      <w:r>
        <w:t xml:space="preserve">, </w:t>
      </w:r>
      <w:r w:rsidR="0024252B" w:rsidRPr="002813C1">
        <w:t>nous avons une réponse</w:t>
      </w:r>
      <w:r>
        <w:t xml:space="preserve">… </w:t>
      </w:r>
      <w:r w:rsidR="0024252B" w:rsidRPr="002813C1">
        <w:t>Quant à l</w:t>
      </w:r>
      <w:r>
        <w:t>’</w:t>
      </w:r>
      <w:r w:rsidR="0024252B" w:rsidRPr="002813C1">
        <w:t>empoisonnement</w:t>
      </w:r>
      <w:r>
        <w:t xml:space="preserve">… </w:t>
      </w:r>
      <w:r w:rsidR="0024252B" w:rsidRPr="002813C1">
        <w:t>en vérité l</w:t>
      </w:r>
      <w:r>
        <w:t>’</w:t>
      </w:r>
      <w:r w:rsidR="0024252B" w:rsidRPr="002813C1">
        <w:t>accusation est trop stupide</w:t>
      </w:r>
      <w:r>
        <w:t> !…</w:t>
      </w:r>
    </w:p>
    <w:p w14:paraId="5C020BAE" w14:textId="77777777" w:rsidR="00B77E03" w:rsidRDefault="0024252B" w:rsidP="00B77E03">
      <w:r w:rsidRPr="002813C1">
        <w:t>Mais Pascal restait sombre</w:t>
      </w:r>
      <w:r w:rsidR="00B77E03">
        <w:t>.</w:t>
      </w:r>
    </w:p>
    <w:p w14:paraId="38FCE823" w14:textId="77777777" w:rsidR="00B77E03" w:rsidRDefault="00B77E03" w:rsidP="00B77E03">
      <w:r>
        <w:t>— </w:t>
      </w:r>
      <w:r w:rsidR="0024252B" w:rsidRPr="002813C1">
        <w:t>Pas si stupide</w:t>
      </w:r>
      <w:r>
        <w:t xml:space="preserve">… </w:t>
      </w:r>
      <w:r w:rsidR="0024252B" w:rsidRPr="002813C1">
        <w:t>fit-il</w:t>
      </w:r>
      <w:r>
        <w:t xml:space="preserve">. </w:t>
      </w:r>
      <w:r w:rsidR="0024252B" w:rsidRPr="002813C1">
        <w:t>Un médecin s</w:t>
      </w:r>
      <w:r>
        <w:t>’</w:t>
      </w:r>
      <w:r w:rsidR="0024252B" w:rsidRPr="002813C1">
        <w:t>est rencontré</w:t>
      </w:r>
      <w:r>
        <w:t xml:space="preserve">, </w:t>
      </w:r>
      <w:r w:rsidR="0024252B" w:rsidRPr="002813C1">
        <w:t>un indigne</w:t>
      </w:r>
      <w:r>
        <w:t xml:space="preserve">, </w:t>
      </w:r>
      <w:r w:rsidR="0024252B" w:rsidRPr="002813C1">
        <w:t>un lâche et vil gredin</w:t>
      </w:r>
      <w:r>
        <w:t xml:space="preserve">, </w:t>
      </w:r>
      <w:r w:rsidR="0024252B" w:rsidRPr="002813C1">
        <w:t>qui pour de l</w:t>
      </w:r>
      <w:r>
        <w:t>’</w:t>
      </w:r>
      <w:r w:rsidR="0024252B" w:rsidRPr="002813C1">
        <w:t>argent consent à appuyer la dénonciation</w:t>
      </w:r>
      <w:r>
        <w:t>…</w:t>
      </w:r>
    </w:p>
    <w:p w14:paraId="2F9D480F" w14:textId="77777777" w:rsidR="00B77E03" w:rsidRDefault="00B77E03" w:rsidP="00B77E03">
      <w:r>
        <w:t>— </w:t>
      </w:r>
      <w:r w:rsidR="0024252B" w:rsidRPr="002813C1">
        <w:t xml:space="preserve">Le docteur </w:t>
      </w:r>
      <w:proofErr w:type="spellStart"/>
      <w:r w:rsidR="0024252B" w:rsidRPr="002813C1">
        <w:t>Jodon</w:t>
      </w:r>
      <w:proofErr w:type="spellEnd"/>
      <w:r>
        <w:t xml:space="preserve">, </w:t>
      </w:r>
      <w:r w:rsidR="0024252B" w:rsidRPr="002813C1">
        <w:t>n</w:t>
      </w:r>
      <w:r>
        <w:t>’</w:t>
      </w:r>
      <w:r w:rsidR="0024252B" w:rsidRPr="002813C1">
        <w:t>est-ce pas</w:t>
      </w:r>
      <w:r>
        <w:t> ?…</w:t>
      </w:r>
    </w:p>
    <w:p w14:paraId="6437B957" w14:textId="3A47933D" w:rsidR="00B77E03" w:rsidRDefault="00B77E03" w:rsidP="00B77E03">
      <w:r>
        <w:t>— </w:t>
      </w:r>
      <w:r w:rsidR="0024252B" w:rsidRPr="002813C1">
        <w:t>Oui</w:t>
      </w:r>
      <w:r>
        <w:t xml:space="preserve">… </w:t>
      </w:r>
      <w:r w:rsidR="0024252B" w:rsidRPr="002813C1">
        <w:t>Et ce n</w:t>
      </w:r>
      <w:r>
        <w:t>’</w:t>
      </w:r>
      <w:r w:rsidR="0024252B" w:rsidRPr="002813C1">
        <w:t>est pas tout</w:t>
      </w:r>
      <w:r>
        <w:t xml:space="preserve">. </w:t>
      </w:r>
      <w:r w:rsidR="0024252B" w:rsidRPr="002813C1">
        <w:t>Sous les scellés</w:t>
      </w:r>
      <w:r>
        <w:t xml:space="preserve">, </w:t>
      </w:r>
      <w:r w:rsidR="0024252B" w:rsidRPr="002813C1">
        <w:t>dans le secrétaire du comte</w:t>
      </w:r>
      <w:r>
        <w:t xml:space="preserve">, </w:t>
      </w:r>
      <w:r w:rsidR="0024252B" w:rsidRPr="002813C1">
        <w:t>est le flacon dont il a bu deux gorgées le jour de sa mort</w:t>
      </w:r>
      <w:r>
        <w:t xml:space="preserve">… </w:t>
      </w:r>
      <w:r w:rsidR="0024252B" w:rsidRPr="002813C1">
        <w:t>Eh bien</w:t>
      </w:r>
      <w:r>
        <w:t xml:space="preserve"> !… </w:t>
      </w:r>
      <w:r w:rsidR="0024252B" w:rsidRPr="002813C1">
        <w:t>dans la nuit de demain</w:t>
      </w:r>
      <w:r>
        <w:t>, M</w:t>
      </w:r>
      <w:r w:rsidRPr="00B77E03">
        <w:rPr>
          <w:vertAlign w:val="superscript"/>
        </w:rPr>
        <w:t>me</w:t>
      </w:r>
      <w:r>
        <w:t> </w:t>
      </w:r>
      <w:r w:rsidR="0024252B" w:rsidRPr="002813C1">
        <w:t>Léon doit ouvrir la porte du jardin de l</w:t>
      </w:r>
      <w:r>
        <w:t>’</w:t>
      </w:r>
      <w:r w:rsidR="0024252B" w:rsidRPr="002813C1">
        <w:t xml:space="preserve">hôtel de </w:t>
      </w:r>
      <w:proofErr w:type="spellStart"/>
      <w:r w:rsidR="0024252B" w:rsidRPr="002813C1">
        <w:t>Chalusse</w:t>
      </w:r>
      <w:proofErr w:type="spellEnd"/>
      <w:r w:rsidR="0024252B" w:rsidRPr="002813C1">
        <w:t xml:space="preserve"> à un immonde scélérat qui</w:t>
      </w:r>
      <w:r>
        <w:t xml:space="preserve">, </w:t>
      </w:r>
      <w:r w:rsidR="0024252B" w:rsidRPr="002813C1">
        <w:t>sans que les scellés en gardent trace</w:t>
      </w:r>
      <w:r>
        <w:t xml:space="preserve">, </w:t>
      </w:r>
      <w:r w:rsidR="0024252B" w:rsidRPr="002813C1">
        <w:t>se charge de faire disparaître le flacon</w:t>
      </w:r>
      <w:r>
        <w:t>…</w:t>
      </w:r>
    </w:p>
    <w:p w14:paraId="27FC6306" w14:textId="77777777" w:rsidR="00B77E03" w:rsidRDefault="0024252B" w:rsidP="00B77E03">
      <w:r w:rsidRPr="002813C1">
        <w:t>La jeune fille frissonna</w:t>
      </w:r>
      <w:r w:rsidR="00B77E03">
        <w:t xml:space="preserve"> ; </w:t>
      </w:r>
      <w:r w:rsidRPr="002813C1">
        <w:t>elle comprenait l</w:t>
      </w:r>
      <w:r w:rsidR="00B77E03">
        <w:t>’</w:t>
      </w:r>
      <w:r w:rsidRPr="002813C1">
        <w:t>infernale combinaison</w:t>
      </w:r>
      <w:r w:rsidR="00B77E03">
        <w:t>.</w:t>
      </w:r>
    </w:p>
    <w:p w14:paraId="0EF2C1D5" w14:textId="77777777" w:rsidR="00B77E03" w:rsidRDefault="00B77E03" w:rsidP="00B77E03">
      <w:r>
        <w:t>— </w:t>
      </w:r>
      <w:r w:rsidR="0024252B" w:rsidRPr="002813C1">
        <w:t>Je pouvais être perdue</w:t>
      </w:r>
      <w:r>
        <w:t xml:space="preserve"> !… </w:t>
      </w:r>
      <w:r w:rsidR="0024252B" w:rsidRPr="002813C1">
        <w:t>murmura-t-elle</w:t>
      </w:r>
      <w:r>
        <w:t>.</w:t>
      </w:r>
    </w:p>
    <w:p w14:paraId="0C47053F" w14:textId="77777777" w:rsidR="00B77E03" w:rsidRDefault="0024252B" w:rsidP="00B77E03">
      <w:r w:rsidRPr="002813C1">
        <w:t>Affirmativement</w:t>
      </w:r>
      <w:r w:rsidR="00B77E03">
        <w:t xml:space="preserve">, </w:t>
      </w:r>
      <w:r w:rsidRPr="002813C1">
        <w:t>Pascal hocha la tête</w:t>
      </w:r>
      <w:r w:rsidR="00B77E03">
        <w:t>.</w:t>
      </w:r>
    </w:p>
    <w:p w14:paraId="07ACF113" w14:textId="70EF667C" w:rsidR="00B77E03" w:rsidRDefault="00B77E03" w:rsidP="00B77E03">
      <w:r>
        <w:t>— M. de </w:t>
      </w:r>
      <w:proofErr w:type="spellStart"/>
      <w:r w:rsidR="0024252B" w:rsidRPr="002813C1">
        <w:t>Valorsay</w:t>
      </w:r>
      <w:proofErr w:type="spellEnd"/>
      <w:r w:rsidR="0024252B" w:rsidRPr="002813C1">
        <w:t xml:space="preserve"> voulait que vous vous vissiez perdue</w:t>
      </w:r>
      <w:r>
        <w:t xml:space="preserve">, </w:t>
      </w:r>
      <w:r w:rsidR="0024252B" w:rsidRPr="002813C1">
        <w:t>prononça-t-il</w:t>
      </w:r>
      <w:r>
        <w:t xml:space="preserve">, </w:t>
      </w:r>
      <w:r w:rsidR="0024252B" w:rsidRPr="002813C1">
        <w:t>avant de vous proposer de l</w:t>
      </w:r>
      <w:r>
        <w:t>’</w:t>
      </w:r>
      <w:r w:rsidR="0024252B" w:rsidRPr="002813C1">
        <w:t>épouser s</w:t>
      </w:r>
      <w:r>
        <w:t>’</w:t>
      </w:r>
      <w:r w:rsidR="0024252B" w:rsidRPr="002813C1">
        <w:t>il vous sauvait</w:t>
      </w:r>
      <w:r>
        <w:t xml:space="preserve">… </w:t>
      </w:r>
      <w:r w:rsidR="0024252B" w:rsidRPr="002813C1">
        <w:t xml:space="preserve">Je dois dire que </w:t>
      </w:r>
      <w:r>
        <w:t>M. </w:t>
      </w:r>
      <w:proofErr w:type="spellStart"/>
      <w:r w:rsidR="0024252B" w:rsidRPr="002813C1">
        <w:t>Wilkie</w:t>
      </w:r>
      <w:proofErr w:type="spellEnd"/>
      <w:r w:rsidR="0024252B" w:rsidRPr="002813C1">
        <w:t xml:space="preserve"> ignore quels atroces projets il sert</w:t>
      </w:r>
      <w:r>
        <w:t xml:space="preserve">… </w:t>
      </w:r>
      <w:r w:rsidR="0024252B" w:rsidRPr="002813C1">
        <w:t>Il n</w:t>
      </w:r>
      <w:r>
        <w:t>’</w:t>
      </w:r>
      <w:r w:rsidR="0024252B" w:rsidRPr="002813C1">
        <w:t xml:space="preserve">y a dans le secret entier du marquis que </w:t>
      </w:r>
      <w:r>
        <w:t>M. de </w:t>
      </w:r>
      <w:proofErr w:type="spellStart"/>
      <w:r w:rsidR="0024252B" w:rsidRPr="002813C1">
        <w:t>Coralth</w:t>
      </w:r>
      <w:proofErr w:type="spellEnd"/>
      <w:r>
        <w:t xml:space="preserve">, </w:t>
      </w:r>
      <w:r w:rsidR="0024252B" w:rsidRPr="002813C1">
        <w:t>et c</w:t>
      </w:r>
      <w:r>
        <w:t>’</w:t>
      </w:r>
      <w:r w:rsidR="0024252B" w:rsidRPr="002813C1">
        <w:t>est moi qui</w:t>
      </w:r>
      <w:r>
        <w:t xml:space="preserve">, </w:t>
      </w:r>
      <w:r w:rsidR="0024252B" w:rsidRPr="002813C1">
        <w:t xml:space="preserve">sous le nom de </w:t>
      </w:r>
      <w:proofErr w:type="spellStart"/>
      <w:r w:rsidR="0024252B" w:rsidRPr="002813C1">
        <w:t>Mauméjan</w:t>
      </w:r>
      <w:proofErr w:type="spellEnd"/>
      <w:r>
        <w:t xml:space="preserve">, </w:t>
      </w:r>
      <w:r w:rsidR="0024252B" w:rsidRPr="002813C1">
        <w:t>suis leur conseiller</w:t>
      </w:r>
      <w:r>
        <w:t xml:space="preserve">… </w:t>
      </w:r>
      <w:r w:rsidR="0024252B" w:rsidRPr="002813C1">
        <w:t>C</w:t>
      </w:r>
      <w:r>
        <w:t>’</w:t>
      </w:r>
      <w:r w:rsidR="0024252B" w:rsidRPr="002813C1">
        <w:t>est donc à moi que</w:t>
      </w:r>
      <w:r>
        <w:t xml:space="preserve">, </w:t>
      </w:r>
      <w:r w:rsidR="0024252B" w:rsidRPr="002813C1">
        <w:t>sur l</w:t>
      </w:r>
      <w:r>
        <w:t>’</w:t>
      </w:r>
      <w:r w:rsidR="0024252B" w:rsidRPr="002813C1">
        <w:t xml:space="preserve">avis de </w:t>
      </w:r>
      <w:r>
        <w:lastRenderedPageBreak/>
        <w:t>M. de </w:t>
      </w:r>
      <w:proofErr w:type="spellStart"/>
      <w:r w:rsidR="0024252B" w:rsidRPr="002813C1">
        <w:t>Valorsay</w:t>
      </w:r>
      <w:proofErr w:type="spellEnd"/>
      <w:r>
        <w:t>, M. </w:t>
      </w:r>
      <w:proofErr w:type="spellStart"/>
      <w:r w:rsidR="0024252B" w:rsidRPr="002813C1">
        <w:t>Wilkie</w:t>
      </w:r>
      <w:proofErr w:type="spellEnd"/>
      <w:r w:rsidR="0024252B" w:rsidRPr="002813C1">
        <w:t xml:space="preserve"> est venu demander un projet de dénonciation</w:t>
      </w:r>
      <w:r>
        <w:t xml:space="preserve">… </w:t>
      </w:r>
      <w:r w:rsidR="0024252B" w:rsidRPr="002813C1">
        <w:t>Je le lui ai rédigé</w:t>
      </w:r>
      <w:r>
        <w:t xml:space="preserve">, </w:t>
      </w:r>
      <w:r w:rsidR="0024252B" w:rsidRPr="002813C1">
        <w:t>Marguerite</w:t>
      </w:r>
      <w:r>
        <w:t xml:space="preserve">, </w:t>
      </w:r>
      <w:r w:rsidR="0024252B" w:rsidRPr="002813C1">
        <w:t>tel que le souhaitait notre ennemi</w:t>
      </w:r>
      <w:r>
        <w:t xml:space="preserve">, </w:t>
      </w:r>
      <w:r w:rsidR="0024252B" w:rsidRPr="002813C1">
        <w:t>terrible</w:t>
      </w:r>
      <w:r>
        <w:t xml:space="preserve">, </w:t>
      </w:r>
      <w:r w:rsidR="0024252B" w:rsidRPr="002813C1">
        <w:t>accablant en apparence</w:t>
      </w:r>
      <w:r>
        <w:t xml:space="preserve">, </w:t>
      </w:r>
      <w:r w:rsidR="0024252B" w:rsidRPr="002813C1">
        <w:t>groupant avec un art perfide les rapports des valets et les soupçons du médecin</w:t>
      </w:r>
      <w:r>
        <w:t xml:space="preserve">, </w:t>
      </w:r>
      <w:r w:rsidR="0024252B" w:rsidRPr="002813C1">
        <w:t>établissant la connexité du meurtre et du vol</w:t>
      </w:r>
      <w:r>
        <w:t xml:space="preserve">, </w:t>
      </w:r>
      <w:r w:rsidR="0024252B" w:rsidRPr="002813C1">
        <w:t>demandant une enquête</w:t>
      </w:r>
      <w:r>
        <w:t xml:space="preserve">… </w:t>
      </w:r>
      <w:r w:rsidR="0024252B" w:rsidRPr="002813C1">
        <w:t>Et ce projet de dénonciation</w:t>
      </w:r>
      <w:r>
        <w:t>, M. </w:t>
      </w:r>
      <w:proofErr w:type="spellStart"/>
      <w:r w:rsidR="0024252B" w:rsidRPr="002813C1">
        <w:t>Wilkie</w:t>
      </w:r>
      <w:proofErr w:type="spellEnd"/>
      <w:r w:rsidR="0024252B" w:rsidRPr="002813C1">
        <w:t xml:space="preserve"> l</w:t>
      </w:r>
      <w:r>
        <w:t>’</w:t>
      </w:r>
      <w:r w:rsidR="0024252B" w:rsidRPr="002813C1">
        <w:t>a recopié de sa main</w:t>
      </w:r>
      <w:r>
        <w:t xml:space="preserve">, </w:t>
      </w:r>
      <w:r w:rsidR="0024252B" w:rsidRPr="002813C1">
        <w:t>signé</w:t>
      </w:r>
      <w:r>
        <w:t xml:space="preserve">, </w:t>
      </w:r>
      <w:r w:rsidR="0024252B" w:rsidRPr="002813C1">
        <w:t>mis sous enveloppe</w:t>
      </w:r>
      <w:r>
        <w:t xml:space="preserve">… </w:t>
      </w:r>
      <w:r w:rsidR="0024252B" w:rsidRPr="002813C1">
        <w:t>et il a dû le porter lui-même au parquet</w:t>
      </w:r>
      <w:r>
        <w:t>…</w:t>
      </w:r>
    </w:p>
    <w:p w14:paraId="42FA4781" w14:textId="5C5AE114" w:rsidR="00B77E03" w:rsidRDefault="00B77E03" w:rsidP="00B77E03">
      <w:r>
        <w:t>M</w:t>
      </w:r>
      <w:r w:rsidRPr="00B77E03">
        <w:rPr>
          <w:vertAlign w:val="superscript"/>
        </w:rPr>
        <w:t>lle</w:t>
      </w:r>
      <w:r>
        <w:t> </w:t>
      </w:r>
      <w:r w:rsidR="0024252B" w:rsidRPr="002813C1">
        <w:t>Marguerite s</w:t>
      </w:r>
      <w:r>
        <w:t>’</w:t>
      </w:r>
      <w:r w:rsidR="0024252B" w:rsidRPr="002813C1">
        <w:t>affaissa sur un fauteuil</w:t>
      </w:r>
      <w:r>
        <w:t>.</w:t>
      </w:r>
    </w:p>
    <w:p w14:paraId="12A1DFAD" w14:textId="77777777" w:rsidR="00B77E03" w:rsidRDefault="00B77E03" w:rsidP="00B77E03">
      <w:r>
        <w:t>— </w:t>
      </w:r>
      <w:r w:rsidR="0024252B" w:rsidRPr="002813C1">
        <w:t>Vous avez fait cela</w:t>
      </w:r>
      <w:r>
        <w:t xml:space="preserve"> ! </w:t>
      </w:r>
      <w:r w:rsidR="0024252B" w:rsidRPr="002813C1">
        <w:t>balbutia-t-elle</w:t>
      </w:r>
      <w:r>
        <w:t>.</w:t>
      </w:r>
    </w:p>
    <w:p w14:paraId="3B70ACBA" w14:textId="5EC78703" w:rsidR="00B77E03" w:rsidRDefault="00B77E03" w:rsidP="00B77E03">
      <w:r>
        <w:t>— </w:t>
      </w:r>
      <w:r w:rsidR="0024252B" w:rsidRPr="002813C1">
        <w:t>Il le fallait</w:t>
      </w:r>
      <w:r>
        <w:t xml:space="preserve">, </w:t>
      </w:r>
      <w:r w:rsidR="0024252B" w:rsidRPr="002813C1">
        <w:t>ma fille</w:t>
      </w:r>
      <w:r>
        <w:t xml:space="preserve"> ! </w:t>
      </w:r>
      <w:r w:rsidR="0024252B" w:rsidRPr="002813C1">
        <w:t xml:space="preserve">déclara </w:t>
      </w:r>
      <w:r>
        <w:t>M</w:t>
      </w:r>
      <w:r w:rsidRPr="00B77E03">
        <w:rPr>
          <w:vertAlign w:val="superscript"/>
        </w:rPr>
        <w:t>me</w:t>
      </w:r>
      <w:r>
        <w:t> </w:t>
      </w:r>
      <w:proofErr w:type="spellStart"/>
      <w:r w:rsidR="0024252B" w:rsidRPr="002813C1">
        <w:t>Férailleur</w:t>
      </w:r>
      <w:proofErr w:type="spellEnd"/>
      <w:r>
        <w:t>.</w:t>
      </w:r>
    </w:p>
    <w:p w14:paraId="2F1F195E" w14:textId="060A65B4" w:rsidR="00B77E03" w:rsidRDefault="00B77E03" w:rsidP="00B77E03">
      <w:r>
        <w:t>— </w:t>
      </w:r>
      <w:r w:rsidR="0024252B" w:rsidRPr="002813C1">
        <w:t>Oui</w:t>
      </w:r>
      <w:r>
        <w:t xml:space="preserve">, </w:t>
      </w:r>
      <w:r w:rsidR="0024252B" w:rsidRPr="002813C1">
        <w:t>il le fallait</w:t>
      </w:r>
      <w:r>
        <w:t xml:space="preserve">, </w:t>
      </w:r>
      <w:r w:rsidR="0024252B" w:rsidRPr="002813C1">
        <w:t>reprit Pascal</w:t>
      </w:r>
      <w:r>
        <w:t xml:space="preserve">, </w:t>
      </w:r>
      <w:r w:rsidR="0024252B" w:rsidRPr="002813C1">
        <w:t>indispensablement et vous allez le comprendre</w:t>
      </w:r>
      <w:r>
        <w:t xml:space="preserve">… </w:t>
      </w:r>
      <w:r w:rsidR="0024252B" w:rsidRPr="002813C1">
        <w:t>Institution humaine</w:t>
      </w:r>
      <w:r>
        <w:t xml:space="preserve">, </w:t>
      </w:r>
      <w:r w:rsidR="0024252B" w:rsidRPr="002813C1">
        <w:t>bornée en ses moyens</w:t>
      </w:r>
      <w:r>
        <w:t xml:space="preserve">, </w:t>
      </w:r>
      <w:r w:rsidR="0024252B" w:rsidRPr="002813C1">
        <w:t>la Justice ne saurait sonder les âmes</w:t>
      </w:r>
      <w:r>
        <w:t xml:space="preserve">, </w:t>
      </w:r>
      <w:r w:rsidR="0024252B" w:rsidRPr="002813C1">
        <w:t>scruter les pensées</w:t>
      </w:r>
      <w:r>
        <w:t xml:space="preserve">, </w:t>
      </w:r>
      <w:r w:rsidR="0024252B" w:rsidRPr="002813C1">
        <w:t>ni poursuivre des projets</w:t>
      </w:r>
      <w:r>
        <w:t xml:space="preserve">, </w:t>
      </w:r>
      <w:r w:rsidR="0024252B" w:rsidRPr="002813C1">
        <w:t>si abominables qu</w:t>
      </w:r>
      <w:r>
        <w:t>’</w:t>
      </w:r>
      <w:r w:rsidR="0024252B" w:rsidRPr="002813C1">
        <w:t>ils soient et si près qu</w:t>
      </w:r>
      <w:r>
        <w:t>’</w:t>
      </w:r>
      <w:r w:rsidR="0024252B" w:rsidRPr="002813C1">
        <w:t>on les suppose de la réalisation</w:t>
      </w:r>
      <w:r>
        <w:t xml:space="preserve">… </w:t>
      </w:r>
      <w:r w:rsidR="0024252B" w:rsidRPr="002813C1">
        <w:t>Pour qu</w:t>
      </w:r>
      <w:r>
        <w:t>’</w:t>
      </w:r>
      <w:r w:rsidR="0024252B" w:rsidRPr="002813C1">
        <w:t>elle intervienne</w:t>
      </w:r>
      <w:r>
        <w:t xml:space="preserve">, </w:t>
      </w:r>
      <w:r w:rsidR="0024252B" w:rsidRPr="002813C1">
        <w:t>la Justice</w:t>
      </w:r>
      <w:r>
        <w:t xml:space="preserve">, </w:t>
      </w:r>
      <w:r w:rsidR="0024252B" w:rsidRPr="002813C1">
        <w:t>il lui faut un fait matériel</w:t>
      </w:r>
      <w:r>
        <w:t xml:space="preserve">, </w:t>
      </w:r>
      <w:r w:rsidR="0024252B" w:rsidRPr="002813C1">
        <w:t>tangible</w:t>
      </w:r>
      <w:r>
        <w:t xml:space="preserve">, </w:t>
      </w:r>
      <w:r w:rsidR="0024252B" w:rsidRPr="002813C1">
        <w:t>tombant sous le sens</w:t>
      </w:r>
      <w:r>
        <w:t xml:space="preserve">, </w:t>
      </w:r>
      <w:r w:rsidR="0024252B" w:rsidRPr="002813C1">
        <w:t>ce qu</w:t>
      </w:r>
      <w:r>
        <w:t>’</w:t>
      </w:r>
      <w:r w:rsidR="0024252B" w:rsidRPr="002813C1">
        <w:t>on appelle un commencement d</w:t>
      </w:r>
      <w:r>
        <w:t>’</w:t>
      </w:r>
      <w:r w:rsidR="0024252B" w:rsidRPr="002813C1">
        <w:t>exécution</w:t>
      </w:r>
      <w:r>
        <w:t xml:space="preserve">… </w:t>
      </w:r>
      <w:r w:rsidR="0024252B" w:rsidRPr="002813C1">
        <w:t>Vous arrêtée</w:t>
      </w:r>
      <w:r>
        <w:t xml:space="preserve">, </w:t>
      </w:r>
      <w:r w:rsidR="0024252B" w:rsidRPr="002813C1">
        <w:t xml:space="preserve">les crimes de </w:t>
      </w:r>
      <w:r>
        <w:t>M. de </w:t>
      </w:r>
      <w:proofErr w:type="spellStart"/>
      <w:r w:rsidR="0024252B" w:rsidRPr="002813C1">
        <w:t>Valorsay</w:t>
      </w:r>
      <w:proofErr w:type="spellEnd"/>
      <w:r w:rsidR="0024252B" w:rsidRPr="002813C1">
        <w:t xml:space="preserve"> et des misérables qu</w:t>
      </w:r>
      <w:r>
        <w:t>’</w:t>
      </w:r>
      <w:r w:rsidR="0024252B" w:rsidRPr="002813C1">
        <w:t>il emploie tombent sous le coup de la loi</w:t>
      </w:r>
      <w:r>
        <w:t xml:space="preserve">… </w:t>
      </w:r>
      <w:r w:rsidR="0024252B" w:rsidRPr="002813C1">
        <w:t>Vous arrêtée</w:t>
      </w:r>
      <w:r>
        <w:t xml:space="preserve">, </w:t>
      </w:r>
      <w:r w:rsidR="0024252B" w:rsidRPr="002813C1">
        <w:t>je cours prendre votre vieil ami le juge de paix</w:t>
      </w:r>
      <w:r>
        <w:t xml:space="preserve">, </w:t>
      </w:r>
      <w:r w:rsidR="0024252B" w:rsidRPr="002813C1">
        <w:t>et ensemble nous nous rendons chez le juge d</w:t>
      </w:r>
      <w:r>
        <w:t>’</w:t>
      </w:r>
      <w:r w:rsidR="0024252B" w:rsidRPr="002813C1">
        <w:t>instruction à qui nous expliquerons tout</w:t>
      </w:r>
      <w:r>
        <w:t xml:space="preserve">… </w:t>
      </w:r>
      <w:r w:rsidR="0024252B" w:rsidRPr="002813C1">
        <w:t>Votre innocence démontrée</w:t>
      </w:r>
      <w:r>
        <w:t xml:space="preserve">, </w:t>
      </w:r>
      <w:r w:rsidR="0024252B" w:rsidRPr="002813C1">
        <w:t>et l</w:t>
      </w:r>
      <w:r>
        <w:t>’</w:t>
      </w:r>
      <w:r w:rsidR="0024252B" w:rsidRPr="002813C1">
        <w:t>infamie des autres</w:t>
      </w:r>
      <w:r>
        <w:t xml:space="preserve">, </w:t>
      </w:r>
      <w:r w:rsidR="0024252B" w:rsidRPr="002813C1">
        <w:t>que pensez-vous que fasse la justice</w:t>
      </w:r>
      <w:r>
        <w:t xml:space="preserve"> ?… </w:t>
      </w:r>
      <w:r w:rsidR="0024252B" w:rsidRPr="002813C1">
        <w:t>Prudemment elle attendra que nos ennemis se déclarent</w:t>
      </w:r>
      <w:r>
        <w:t xml:space="preserve">, </w:t>
      </w:r>
      <w:r w:rsidR="0024252B" w:rsidRPr="002813C1">
        <w:t>afin de les prendre tous d</w:t>
      </w:r>
      <w:r>
        <w:t>’</w:t>
      </w:r>
      <w:r w:rsidR="0024252B" w:rsidRPr="002813C1">
        <w:t>un seul coup de filet</w:t>
      </w:r>
      <w:r>
        <w:t xml:space="preserve">, </w:t>
      </w:r>
      <w:r w:rsidR="0024252B" w:rsidRPr="002813C1">
        <w:t>et que pas un n</w:t>
      </w:r>
      <w:r>
        <w:t>’</w:t>
      </w:r>
      <w:r w:rsidR="0024252B" w:rsidRPr="002813C1">
        <w:t>échappe</w:t>
      </w:r>
      <w:r>
        <w:t xml:space="preserve">… </w:t>
      </w:r>
      <w:r w:rsidR="0024252B" w:rsidRPr="002813C1">
        <w:t>Dans la nuit de demain des agents habiles surveilleront l</w:t>
      </w:r>
      <w:r>
        <w:t>’</w:t>
      </w:r>
      <w:r w:rsidR="0024252B" w:rsidRPr="002813C1">
        <w:t xml:space="preserve">hôtel de </w:t>
      </w:r>
      <w:proofErr w:type="spellStart"/>
      <w:r w:rsidR="0024252B" w:rsidRPr="002813C1">
        <w:t>Chalusse</w:t>
      </w:r>
      <w:proofErr w:type="spellEnd"/>
      <w:r>
        <w:t xml:space="preserve">… </w:t>
      </w:r>
      <w:r w:rsidR="0024252B" w:rsidRPr="002813C1">
        <w:t>et</w:t>
      </w:r>
      <w:r>
        <w:t xml:space="preserve">, </w:t>
      </w:r>
      <w:r w:rsidR="0024252B" w:rsidRPr="002813C1">
        <w:t xml:space="preserve">au moment où </w:t>
      </w:r>
      <w:r>
        <w:t>M</w:t>
      </w:r>
      <w:r w:rsidRPr="00B77E03">
        <w:rPr>
          <w:vertAlign w:val="superscript"/>
        </w:rPr>
        <w:t>me</w:t>
      </w:r>
      <w:r>
        <w:t> </w:t>
      </w:r>
      <w:r w:rsidR="0024252B" w:rsidRPr="002813C1">
        <w:t>Léon et le misérable qu</w:t>
      </w:r>
      <w:r>
        <w:t>’</w:t>
      </w:r>
      <w:r w:rsidR="0024252B" w:rsidRPr="002813C1">
        <w:t>elle doit guider se croiront sûrs du succès</w:t>
      </w:r>
      <w:r>
        <w:t xml:space="preserve">, </w:t>
      </w:r>
      <w:r w:rsidR="0024252B" w:rsidRPr="002813C1">
        <w:t>ils seront pris sur le fait et arrêtés</w:t>
      </w:r>
      <w:r>
        <w:t xml:space="preserve">… </w:t>
      </w:r>
      <w:r w:rsidR="0024252B" w:rsidRPr="002813C1">
        <w:t>Interrogés par un magistrat instruit de tout</w:t>
      </w:r>
      <w:r>
        <w:t xml:space="preserve">, </w:t>
      </w:r>
      <w:r w:rsidR="0024252B" w:rsidRPr="002813C1">
        <w:t>pourront-ils nier</w:t>
      </w:r>
      <w:r>
        <w:t xml:space="preserve"> ?… </w:t>
      </w:r>
      <w:r w:rsidR="0024252B" w:rsidRPr="002813C1">
        <w:t>Non</w:t>
      </w:r>
      <w:r>
        <w:t xml:space="preserve">, </w:t>
      </w:r>
      <w:r w:rsidR="0024252B" w:rsidRPr="002813C1">
        <w:lastRenderedPageBreak/>
        <w:t>évidemment</w:t>
      </w:r>
      <w:r>
        <w:t xml:space="preserve">… </w:t>
      </w:r>
      <w:r w:rsidR="0024252B" w:rsidRPr="002813C1">
        <w:t>Leurs aveux détermineront l</w:t>
      </w:r>
      <w:r>
        <w:t>’</w:t>
      </w:r>
      <w:r w:rsidR="0024252B" w:rsidRPr="002813C1">
        <w:t>action de la justice</w:t>
      </w:r>
      <w:r>
        <w:t xml:space="preserve">, </w:t>
      </w:r>
      <w:r w:rsidR="0024252B" w:rsidRPr="002813C1">
        <w:t>et pénétrant à l</w:t>
      </w:r>
      <w:r>
        <w:t>’</w:t>
      </w:r>
      <w:r w:rsidR="0024252B" w:rsidRPr="002813C1">
        <w:t xml:space="preserve">improviste chez </w:t>
      </w:r>
      <w:r>
        <w:t>M. de </w:t>
      </w:r>
      <w:proofErr w:type="spellStart"/>
      <w:r w:rsidR="0024252B" w:rsidRPr="002813C1">
        <w:t>Valorsay</w:t>
      </w:r>
      <w:proofErr w:type="spellEnd"/>
      <w:r>
        <w:t xml:space="preserve">, </w:t>
      </w:r>
      <w:r w:rsidR="0024252B" w:rsidRPr="002813C1">
        <w:t>elle y saisira le testament de votre père</w:t>
      </w:r>
      <w:r>
        <w:t xml:space="preserve">, </w:t>
      </w:r>
      <w:r w:rsidR="0024252B" w:rsidRPr="002813C1">
        <w:t xml:space="preserve">le reçu de </w:t>
      </w:r>
      <w:r>
        <w:t>M. de </w:t>
      </w:r>
      <w:proofErr w:type="spellStart"/>
      <w:r w:rsidR="0024252B" w:rsidRPr="002813C1">
        <w:t>Fondège</w:t>
      </w:r>
      <w:proofErr w:type="spellEnd"/>
      <w:r>
        <w:t xml:space="preserve">, </w:t>
      </w:r>
      <w:r w:rsidR="0024252B" w:rsidRPr="002813C1">
        <w:t>en un mot toutes les preuves du crime</w:t>
      </w:r>
      <w:r>
        <w:t xml:space="preserve">… </w:t>
      </w:r>
      <w:r w:rsidR="0024252B" w:rsidRPr="002813C1">
        <w:t>Et à l</w:t>
      </w:r>
      <w:r>
        <w:t>’</w:t>
      </w:r>
      <w:r w:rsidR="0024252B" w:rsidRPr="002813C1">
        <w:t>heure de cette perquisition</w:t>
      </w:r>
      <w:r>
        <w:t xml:space="preserve">, </w:t>
      </w:r>
      <w:r w:rsidR="0024252B" w:rsidRPr="002813C1">
        <w:t>tous nos ennemis</w:t>
      </w:r>
      <w:r>
        <w:t xml:space="preserve">, </w:t>
      </w:r>
      <w:r w:rsidR="0024252B" w:rsidRPr="002813C1">
        <w:t>rassurés par votre arrestation</w:t>
      </w:r>
      <w:r>
        <w:t xml:space="preserve">, </w:t>
      </w:r>
      <w:r w:rsidR="0024252B" w:rsidRPr="002813C1">
        <w:t xml:space="preserve">se trouveront à une grande soirée de jeu que donne le baron </w:t>
      </w:r>
      <w:proofErr w:type="spellStart"/>
      <w:r w:rsidR="0024252B" w:rsidRPr="002813C1">
        <w:t>Trigault</w:t>
      </w:r>
      <w:proofErr w:type="spellEnd"/>
      <w:r>
        <w:t xml:space="preserve">… </w:t>
      </w:r>
      <w:r w:rsidR="0024252B" w:rsidRPr="002813C1">
        <w:t>J</w:t>
      </w:r>
      <w:r>
        <w:t>’</w:t>
      </w:r>
      <w:r w:rsidR="0024252B" w:rsidRPr="002813C1">
        <w:t>y serai aussi</w:t>
      </w:r>
      <w:r>
        <w:t> !…</w:t>
      </w:r>
    </w:p>
    <w:p w14:paraId="0B7E1BD1" w14:textId="54BB4DEE" w:rsidR="00B77E03" w:rsidRDefault="0024252B" w:rsidP="00B77E03">
      <w:r w:rsidRPr="002813C1">
        <w:t xml:space="preserve">La défaillance de </w:t>
      </w:r>
      <w:r w:rsidR="00B77E03">
        <w:t>M</w:t>
      </w:r>
      <w:r w:rsidR="00B77E03" w:rsidRPr="00B77E03">
        <w:rPr>
          <w:vertAlign w:val="superscript"/>
        </w:rPr>
        <w:t>lle</w:t>
      </w:r>
      <w:r w:rsidR="00B77E03">
        <w:t> </w:t>
      </w:r>
      <w:r w:rsidRPr="002813C1">
        <w:t>Marguerite avait peu duré</w:t>
      </w:r>
      <w:r w:rsidR="00B77E03">
        <w:t>.</w:t>
      </w:r>
    </w:p>
    <w:p w14:paraId="4637D732" w14:textId="77777777" w:rsidR="00B77E03" w:rsidRDefault="0024252B" w:rsidP="00B77E03">
      <w:r w:rsidRPr="002813C1">
        <w:t>Elle se leva</w:t>
      </w:r>
      <w:r w:rsidR="00B77E03">
        <w:t xml:space="preserve">, </w:t>
      </w:r>
      <w:r w:rsidRPr="002813C1">
        <w:t>et d</w:t>
      </w:r>
      <w:r w:rsidR="00B77E03">
        <w:t>’</w:t>
      </w:r>
      <w:r w:rsidRPr="002813C1">
        <w:t>une voix ferme</w:t>
      </w:r>
      <w:r w:rsidR="00B77E03">
        <w:t> :</w:t>
      </w:r>
    </w:p>
    <w:p w14:paraId="3B41BCF7" w14:textId="77777777" w:rsidR="00B77E03" w:rsidRDefault="00B77E03" w:rsidP="00B77E03">
      <w:r>
        <w:t>— </w:t>
      </w:r>
      <w:r w:rsidR="0024252B" w:rsidRPr="002813C1">
        <w:t>Vous avez agi comme vous deviez</w:t>
      </w:r>
      <w:r>
        <w:t xml:space="preserve">, </w:t>
      </w:r>
      <w:r w:rsidR="0024252B" w:rsidRPr="002813C1">
        <w:t>prononça-t-elle</w:t>
      </w:r>
      <w:r>
        <w:t>.</w:t>
      </w:r>
    </w:p>
    <w:p w14:paraId="370345DD" w14:textId="77777777" w:rsidR="00B77E03" w:rsidRDefault="00B77E03" w:rsidP="00B77E03">
      <w:r>
        <w:t>— </w:t>
      </w:r>
      <w:r w:rsidR="0024252B" w:rsidRPr="002813C1">
        <w:t>Ah</w:t>
      </w:r>
      <w:r>
        <w:t xml:space="preserve"> !… </w:t>
      </w:r>
      <w:r w:rsidR="0024252B" w:rsidRPr="002813C1">
        <w:t>c</w:t>
      </w:r>
      <w:r>
        <w:t>’</w:t>
      </w:r>
      <w:r w:rsidR="0024252B" w:rsidRPr="002813C1">
        <w:t>est qu</w:t>
      </w:r>
      <w:r>
        <w:t>’</w:t>
      </w:r>
      <w:r w:rsidR="0024252B" w:rsidRPr="002813C1">
        <w:t>il n</w:t>
      </w:r>
      <w:r>
        <w:t>’</w:t>
      </w:r>
      <w:r w:rsidR="0024252B" w:rsidRPr="002813C1">
        <w:t>était pas d</w:t>
      </w:r>
      <w:r>
        <w:t>’</w:t>
      </w:r>
      <w:r w:rsidR="0024252B" w:rsidRPr="002813C1">
        <w:t>autre expédient</w:t>
      </w:r>
      <w:r>
        <w:t xml:space="preserve">… </w:t>
      </w:r>
      <w:r w:rsidR="0024252B" w:rsidRPr="002813C1">
        <w:t>Et encore</w:t>
      </w:r>
      <w:r>
        <w:t xml:space="preserve">, </w:t>
      </w:r>
      <w:r w:rsidR="0024252B" w:rsidRPr="002813C1">
        <w:t>si celui-là vous répugnait trop</w:t>
      </w:r>
      <w:r>
        <w:t xml:space="preserve">… </w:t>
      </w:r>
      <w:r w:rsidR="0024252B" w:rsidRPr="002813C1">
        <w:t>C</w:t>
      </w:r>
      <w:r>
        <w:t>’</w:t>
      </w:r>
      <w:r w:rsidR="0024252B" w:rsidRPr="002813C1">
        <w:t>est pour cela que j</w:t>
      </w:r>
      <w:r>
        <w:t>’</w:t>
      </w:r>
      <w:r w:rsidR="0024252B" w:rsidRPr="002813C1">
        <w:t>ai voulu vous voir</w:t>
      </w:r>
      <w:r>
        <w:t>…</w:t>
      </w:r>
    </w:p>
    <w:p w14:paraId="6508576E" w14:textId="77777777" w:rsidR="00B77E03" w:rsidRDefault="0024252B" w:rsidP="00B77E03">
      <w:r w:rsidRPr="002813C1">
        <w:t>Du geste elle l</w:t>
      </w:r>
      <w:r w:rsidR="00B77E03">
        <w:t>’</w:t>
      </w:r>
      <w:r w:rsidRPr="002813C1">
        <w:t>interrompit</w:t>
      </w:r>
      <w:r w:rsidR="00B77E03">
        <w:t>.</w:t>
      </w:r>
    </w:p>
    <w:p w14:paraId="39C4BA42" w14:textId="77777777" w:rsidR="00B77E03" w:rsidRDefault="00B77E03" w:rsidP="00B77E03">
      <w:r>
        <w:t>— </w:t>
      </w:r>
      <w:r w:rsidR="0024252B" w:rsidRPr="002813C1">
        <w:t>Quand dois-je être arrêtée</w:t>
      </w:r>
      <w:r>
        <w:t xml:space="preserve"> ? </w:t>
      </w:r>
      <w:r w:rsidR="0024252B" w:rsidRPr="002813C1">
        <w:t>demanda-t-elle</w:t>
      </w:r>
      <w:r>
        <w:t>.</w:t>
      </w:r>
    </w:p>
    <w:p w14:paraId="30D1DBC6" w14:textId="77777777" w:rsidR="00B77E03" w:rsidRDefault="00B77E03" w:rsidP="00B77E03">
      <w:r>
        <w:t>— </w:t>
      </w:r>
      <w:r w:rsidR="0024252B" w:rsidRPr="002813C1">
        <w:t>Ce soir ou demain</w:t>
      </w:r>
      <w:r>
        <w:t>…</w:t>
      </w:r>
    </w:p>
    <w:p w14:paraId="6DB28A92" w14:textId="77777777" w:rsidR="00B77E03" w:rsidRDefault="00B77E03" w:rsidP="00B77E03">
      <w:r>
        <w:t>— </w:t>
      </w:r>
      <w:r w:rsidR="0024252B" w:rsidRPr="002813C1">
        <w:t>Bien</w:t>
      </w:r>
      <w:r>
        <w:t xml:space="preserve">… </w:t>
      </w:r>
      <w:r w:rsidR="0024252B" w:rsidRPr="002813C1">
        <w:t>Je n</w:t>
      </w:r>
      <w:r>
        <w:t>’</w:t>
      </w:r>
      <w:r w:rsidR="0024252B" w:rsidRPr="002813C1">
        <w:t>ai plus qu</w:t>
      </w:r>
      <w:r>
        <w:t>’</w:t>
      </w:r>
      <w:r w:rsidR="0024252B" w:rsidRPr="002813C1">
        <w:t>une prière à vous adresser</w:t>
      </w:r>
      <w:r>
        <w:t xml:space="preserve">… </w:t>
      </w:r>
      <w:r w:rsidR="0024252B" w:rsidRPr="002813C1">
        <w:t xml:space="preserve">Les </w:t>
      </w:r>
      <w:proofErr w:type="spellStart"/>
      <w:r w:rsidR="0024252B" w:rsidRPr="002813C1">
        <w:t>Fondège</w:t>
      </w:r>
      <w:proofErr w:type="spellEnd"/>
      <w:r w:rsidR="0024252B" w:rsidRPr="002813C1">
        <w:t xml:space="preserve"> ont un fils qui n</w:t>
      </w:r>
      <w:r>
        <w:t>’</w:t>
      </w:r>
      <w:r w:rsidR="0024252B" w:rsidRPr="002813C1">
        <w:t>est pas coupable</w:t>
      </w:r>
      <w:r>
        <w:t xml:space="preserve">, </w:t>
      </w:r>
      <w:r w:rsidR="0024252B" w:rsidRPr="002813C1">
        <w:t>lui</w:t>
      </w:r>
      <w:r>
        <w:t xml:space="preserve">, </w:t>
      </w:r>
      <w:r w:rsidR="0024252B" w:rsidRPr="002813C1">
        <w:t>et qui cependant sera plus cruellement puni qu</w:t>
      </w:r>
      <w:r>
        <w:t>’</w:t>
      </w:r>
      <w:r w:rsidR="0024252B" w:rsidRPr="002813C1">
        <w:t>eux si nous ne les épargnons</w:t>
      </w:r>
      <w:r>
        <w:t xml:space="preserve">. </w:t>
      </w:r>
      <w:r w:rsidR="0024252B" w:rsidRPr="002813C1">
        <w:t>Ne pourriez-vous pas</w:t>
      </w:r>
      <w:r>
        <w:t>…</w:t>
      </w:r>
    </w:p>
    <w:p w14:paraId="0738E150" w14:textId="77777777" w:rsidR="00B77E03" w:rsidRDefault="00B77E03" w:rsidP="00B77E03">
      <w:r>
        <w:t>— </w:t>
      </w:r>
      <w:r w:rsidR="0024252B" w:rsidRPr="002813C1">
        <w:t>Je ne puis plus rien</w:t>
      </w:r>
      <w:r>
        <w:t xml:space="preserve">, </w:t>
      </w:r>
      <w:r w:rsidR="0024252B" w:rsidRPr="002813C1">
        <w:t>Marguerite</w:t>
      </w:r>
      <w:r>
        <w:t>…</w:t>
      </w:r>
    </w:p>
    <w:p w14:paraId="28607D64" w14:textId="6E6AFE96" w:rsidR="00B77E03" w:rsidRDefault="0024252B" w:rsidP="00B77E03">
      <w:r w:rsidRPr="002813C1">
        <w:t>Tout était décidé</w:t>
      </w:r>
      <w:r w:rsidR="00B77E03">
        <w:t>. M</w:t>
      </w:r>
      <w:r w:rsidR="00B77E03" w:rsidRPr="00B77E03">
        <w:rPr>
          <w:vertAlign w:val="superscript"/>
        </w:rPr>
        <w:t>lle</w:t>
      </w:r>
      <w:r w:rsidR="00B77E03">
        <w:t> </w:t>
      </w:r>
      <w:r w:rsidRPr="002813C1">
        <w:t>Marguerite tendit son front à Pascal</w:t>
      </w:r>
      <w:r w:rsidR="00B77E03">
        <w:t xml:space="preserve">, </w:t>
      </w:r>
      <w:r w:rsidRPr="002813C1">
        <w:t xml:space="preserve">et sortit suivie de </w:t>
      </w:r>
      <w:r w:rsidR="00B77E03">
        <w:t>M</w:t>
      </w:r>
      <w:r w:rsidR="00B77E03" w:rsidRPr="00B77E03">
        <w:rPr>
          <w:vertAlign w:val="superscript"/>
        </w:rPr>
        <w:t>me</w:t>
      </w:r>
      <w:r w:rsidR="00B77E03">
        <w:t> </w:t>
      </w:r>
      <w:proofErr w:type="spellStart"/>
      <w:r w:rsidRPr="002813C1">
        <w:t>Férailleur</w:t>
      </w:r>
      <w:proofErr w:type="spellEnd"/>
      <w:r w:rsidRPr="002813C1">
        <w:t xml:space="preserve"> qui voulut absolument la reconduire au coin de la rue Boursault</w:t>
      </w:r>
      <w:r w:rsidR="00B77E03">
        <w:t>.</w:t>
      </w:r>
    </w:p>
    <w:p w14:paraId="447B9A48" w14:textId="3C4F5BF6" w:rsidR="00B77E03" w:rsidRDefault="0024252B" w:rsidP="00B77E03">
      <w:r w:rsidRPr="002813C1">
        <w:t xml:space="preserve">Le </w:t>
      </w:r>
      <w:r w:rsidR="00B77E03">
        <w:t>« </w:t>
      </w:r>
      <w:r w:rsidRPr="002813C1">
        <w:t>général</w:t>
      </w:r>
      <w:r w:rsidR="00B77E03">
        <w:t> »</w:t>
      </w:r>
      <w:r w:rsidRPr="002813C1">
        <w:t xml:space="preserve"> et sa femme étaient enfin rentrés quand rentra </w:t>
      </w:r>
      <w:r w:rsidR="00B77E03">
        <w:t>M</w:t>
      </w:r>
      <w:r w:rsidR="00B77E03" w:rsidRPr="00B77E03">
        <w:rPr>
          <w:vertAlign w:val="superscript"/>
        </w:rPr>
        <w:t>lle</w:t>
      </w:r>
      <w:r w:rsidR="00B77E03">
        <w:t> </w:t>
      </w:r>
      <w:r w:rsidRPr="002813C1">
        <w:t>Marguerite</w:t>
      </w:r>
      <w:r w:rsidR="00B77E03">
        <w:t xml:space="preserve">. </w:t>
      </w:r>
      <w:r w:rsidRPr="002813C1">
        <w:t>Elle les trouva dans le salon</w:t>
      </w:r>
      <w:r w:rsidR="00B77E03">
        <w:t xml:space="preserve">, </w:t>
      </w:r>
      <w:r w:rsidRPr="002813C1">
        <w:t>le visage décomposé et si tremblants que leurs dents claquaient</w:t>
      </w:r>
      <w:r w:rsidR="00B77E03">
        <w:t>.</w:t>
      </w:r>
    </w:p>
    <w:p w14:paraId="61B61DED" w14:textId="77777777" w:rsidR="00B77E03" w:rsidRDefault="0024252B" w:rsidP="00B77E03">
      <w:r w:rsidRPr="002813C1">
        <w:lastRenderedPageBreak/>
        <w:t>Avec eux était un homme à moustache qui</w:t>
      </w:r>
      <w:r w:rsidR="00B77E03">
        <w:t xml:space="preserve">, </w:t>
      </w:r>
      <w:r w:rsidRPr="002813C1">
        <w:t>dès qu</w:t>
      </w:r>
      <w:r w:rsidR="00B77E03">
        <w:t>’</w:t>
      </w:r>
      <w:r w:rsidRPr="002813C1">
        <w:t>elle parut</w:t>
      </w:r>
      <w:r w:rsidR="00B77E03">
        <w:t xml:space="preserve">, </w:t>
      </w:r>
      <w:r w:rsidRPr="002813C1">
        <w:t>dit</w:t>
      </w:r>
      <w:r w:rsidR="00B77E03">
        <w:t> :</w:t>
      </w:r>
    </w:p>
    <w:p w14:paraId="7B09F36C" w14:textId="5A0B5475" w:rsidR="00B77E03" w:rsidRDefault="00B77E03" w:rsidP="00B77E03">
      <w:r>
        <w:t>— </w:t>
      </w:r>
      <w:r w:rsidR="0024252B" w:rsidRPr="002813C1">
        <w:t xml:space="preserve">Vous êtes </w:t>
      </w:r>
      <w:r>
        <w:t>M</w:t>
      </w:r>
      <w:r w:rsidRPr="00B77E03">
        <w:rPr>
          <w:vertAlign w:val="superscript"/>
        </w:rPr>
        <w:t>lle</w:t>
      </w:r>
      <w:r>
        <w:t> </w:t>
      </w:r>
      <w:r w:rsidR="0024252B" w:rsidRPr="002813C1">
        <w:t>Marguerite</w:t>
      </w:r>
      <w:r>
        <w:t xml:space="preserve">, </w:t>
      </w:r>
      <w:r w:rsidR="0024252B" w:rsidRPr="002813C1">
        <w:t>n</w:t>
      </w:r>
      <w:r>
        <w:t>’</w:t>
      </w:r>
      <w:r w:rsidR="0024252B" w:rsidRPr="002813C1">
        <w:t>est-ce pas</w:t>
      </w:r>
      <w:r>
        <w:t xml:space="preserve"> ?… </w:t>
      </w:r>
      <w:r w:rsidR="0024252B" w:rsidRPr="002813C1">
        <w:t>Au nom de la loi</w:t>
      </w:r>
      <w:r>
        <w:t xml:space="preserve">, </w:t>
      </w:r>
      <w:r w:rsidR="0024252B" w:rsidRPr="002813C1">
        <w:t>je vous arrête</w:t>
      </w:r>
      <w:r>
        <w:t xml:space="preserve">… </w:t>
      </w:r>
      <w:r w:rsidR="0024252B" w:rsidRPr="002813C1">
        <w:t>Voici le mandat</w:t>
      </w:r>
      <w:r>
        <w:t>…</w:t>
      </w:r>
    </w:p>
    <w:p w14:paraId="075915ED" w14:textId="77777777" w:rsidR="00B77E03" w:rsidRDefault="0024252B" w:rsidP="00B77E03">
      <w:r w:rsidRPr="002813C1">
        <w:t>Et il l</w:t>
      </w:r>
      <w:r w:rsidR="00B77E03">
        <w:t>’</w:t>
      </w:r>
      <w:r w:rsidRPr="002813C1">
        <w:t>emmena</w:t>
      </w:r>
      <w:r w:rsidR="00B77E03">
        <w:t>.</w:t>
      </w:r>
    </w:p>
    <w:p w14:paraId="3C291651" w14:textId="47CC655A" w:rsidR="0024252B" w:rsidRPr="002813C1" w:rsidRDefault="0024252B" w:rsidP="00B77E03">
      <w:pPr>
        <w:pStyle w:val="Titre1"/>
      </w:pPr>
      <w:bookmarkStart w:id="18" w:name="_Toc202022843"/>
      <w:r w:rsidRPr="002813C1">
        <w:lastRenderedPageBreak/>
        <w:t>XIX</w:t>
      </w:r>
      <w:bookmarkEnd w:id="18"/>
      <w:r w:rsidRPr="002813C1">
        <w:br/>
      </w:r>
    </w:p>
    <w:p w14:paraId="11031CF9" w14:textId="16B981CB" w:rsidR="00B77E03" w:rsidRDefault="0024252B" w:rsidP="00B77E03">
      <w:r w:rsidRPr="002813C1">
        <w:t>Du soir au lendemain</w:t>
      </w:r>
      <w:r w:rsidR="00B77E03">
        <w:t xml:space="preserve">, </w:t>
      </w:r>
      <w:r w:rsidRPr="002813C1">
        <w:t>le tout-puissant Génie qui a remplacé les bonnes fées du vieux temps</w:t>
      </w:r>
      <w:r w:rsidR="00B77E03">
        <w:t xml:space="preserve">, </w:t>
      </w:r>
      <w:r w:rsidRPr="002813C1">
        <w:t>l</w:t>
      </w:r>
      <w:r w:rsidR="00B77E03">
        <w:t>’</w:t>
      </w:r>
      <w:r w:rsidRPr="002813C1">
        <w:t>Argent</w:t>
      </w:r>
      <w:r w:rsidR="00B77E03">
        <w:t xml:space="preserve">, </w:t>
      </w:r>
      <w:r w:rsidRPr="002813C1">
        <w:t xml:space="preserve">avait comblé les convoitises de </w:t>
      </w:r>
      <w:r w:rsidR="00B77E03">
        <w:t>M. </w:t>
      </w:r>
      <w:proofErr w:type="spellStart"/>
      <w:r w:rsidRPr="002813C1">
        <w:t>Wilkie</w:t>
      </w:r>
      <w:proofErr w:type="spellEnd"/>
      <w:r w:rsidR="00B77E03">
        <w:t>.</w:t>
      </w:r>
    </w:p>
    <w:p w14:paraId="77C1C943" w14:textId="77777777" w:rsidR="00B77E03" w:rsidRDefault="0024252B" w:rsidP="00B77E03">
      <w:r w:rsidRPr="002813C1">
        <w:t>Sans transition</w:t>
      </w:r>
      <w:r w:rsidR="00B77E03">
        <w:t xml:space="preserve">, </w:t>
      </w:r>
      <w:r w:rsidRPr="002813C1">
        <w:t>et comme dans un rêve</w:t>
      </w:r>
      <w:r w:rsidR="00B77E03">
        <w:t xml:space="preserve">, </w:t>
      </w:r>
      <w:r w:rsidRPr="002813C1">
        <w:t>il passa de ce qu</w:t>
      </w:r>
      <w:r w:rsidR="00B77E03">
        <w:t>’</w:t>
      </w:r>
      <w:r w:rsidRPr="002813C1">
        <w:t>il appelait sa situation gênée aux splendeurs d</w:t>
      </w:r>
      <w:r w:rsidR="00B77E03">
        <w:t>’</w:t>
      </w:r>
      <w:r w:rsidRPr="002813C1">
        <w:t>une fortune princière</w:t>
      </w:r>
      <w:r w:rsidR="00B77E03">
        <w:t>.</w:t>
      </w:r>
    </w:p>
    <w:p w14:paraId="6EF808B0" w14:textId="2D4DBEEF" w:rsidR="00B77E03" w:rsidRDefault="0024252B" w:rsidP="00B77E03">
      <w:r w:rsidRPr="002813C1">
        <w:t xml:space="preserve">La renonciation de </w:t>
      </w:r>
      <w:r w:rsidR="00B77E03">
        <w:t>M</w:t>
      </w:r>
      <w:r w:rsidR="00B77E03" w:rsidRPr="00B77E03">
        <w:rPr>
          <w:vertAlign w:val="superscript"/>
        </w:rPr>
        <w:t>me</w:t>
      </w:r>
      <w:r w:rsidR="00B77E03">
        <w:t> </w:t>
      </w:r>
      <w:r w:rsidRPr="002813C1">
        <w:t>Lia d</w:t>
      </w:r>
      <w:r w:rsidR="00B77E03">
        <w:t>’</w:t>
      </w:r>
      <w:r w:rsidRPr="002813C1">
        <w:t>Argelès était si bien en règle</w:t>
      </w:r>
      <w:r w:rsidR="00B77E03">
        <w:t xml:space="preserve">, </w:t>
      </w:r>
      <w:r w:rsidRPr="002813C1">
        <w:t>que sur la seule production de ses titres</w:t>
      </w:r>
      <w:r w:rsidR="00B77E03">
        <w:t xml:space="preserve">, </w:t>
      </w:r>
      <w:r w:rsidRPr="002813C1">
        <w:t>l</w:t>
      </w:r>
      <w:r w:rsidR="00B77E03">
        <w:t>’</w:t>
      </w:r>
      <w:r w:rsidRPr="002813C1">
        <w:t>intelligent jeune homme fut envoyé en possession de l</w:t>
      </w:r>
      <w:r w:rsidR="00B77E03">
        <w:t>’</w:t>
      </w:r>
      <w:r w:rsidRPr="002813C1">
        <w:t xml:space="preserve">héritage du comte de </w:t>
      </w:r>
      <w:proofErr w:type="spellStart"/>
      <w:r w:rsidRPr="002813C1">
        <w:t>Chalusse</w:t>
      </w:r>
      <w:proofErr w:type="spellEnd"/>
      <w:r w:rsidR="00B77E03">
        <w:t>.</w:t>
      </w:r>
    </w:p>
    <w:p w14:paraId="03F0A550" w14:textId="77777777" w:rsidR="00B77E03" w:rsidRDefault="0024252B" w:rsidP="00B77E03">
      <w:r w:rsidRPr="002813C1">
        <w:t>Quelques difficultés pourtant se présentèrent</w:t>
      </w:r>
      <w:r w:rsidR="00B77E03">
        <w:t>.</w:t>
      </w:r>
    </w:p>
    <w:p w14:paraId="7B748BDC" w14:textId="77777777" w:rsidR="00B77E03" w:rsidRDefault="0024252B" w:rsidP="00B77E03">
      <w:r w:rsidRPr="002813C1">
        <w:t>Le vieux juge de paix qui avait apposé les scellés refusa de lever ceux de certains meubles</w:t>
      </w:r>
      <w:r w:rsidR="00B77E03">
        <w:t xml:space="preserve">, </w:t>
      </w:r>
      <w:r w:rsidRPr="002813C1">
        <w:t>ceux du secrétaire notamment</w:t>
      </w:r>
      <w:r w:rsidR="00B77E03">
        <w:t xml:space="preserve">, </w:t>
      </w:r>
      <w:r w:rsidRPr="002813C1">
        <w:t>sans une ordonnance du tribunal</w:t>
      </w:r>
      <w:r w:rsidR="00B77E03">
        <w:t xml:space="preserve">, </w:t>
      </w:r>
      <w:r w:rsidRPr="002813C1">
        <w:t>ce qui devait demander plusieurs jours</w:t>
      </w:r>
      <w:r w:rsidR="00B77E03">
        <w:t>…</w:t>
      </w:r>
    </w:p>
    <w:p w14:paraId="7B393DDB" w14:textId="7C7776D8" w:rsidR="00B77E03" w:rsidRDefault="0024252B" w:rsidP="00B77E03">
      <w:r w:rsidRPr="002813C1">
        <w:t>Mais qu</w:t>
      </w:r>
      <w:r w:rsidR="00B77E03">
        <w:t>’</w:t>
      </w:r>
      <w:r w:rsidRPr="002813C1">
        <w:t xml:space="preserve">importait à </w:t>
      </w:r>
      <w:r w:rsidR="00B77E03">
        <w:t>M. </w:t>
      </w:r>
      <w:proofErr w:type="spellStart"/>
      <w:r w:rsidRPr="002813C1">
        <w:t>Wilkie</w:t>
      </w:r>
      <w:proofErr w:type="spellEnd"/>
      <w:r w:rsidR="00B77E03">
        <w:t xml:space="preserve"> ! </w:t>
      </w:r>
      <w:r w:rsidRPr="002813C1">
        <w:t>L</w:t>
      </w:r>
      <w:r w:rsidR="00B77E03">
        <w:t>’</w:t>
      </w:r>
      <w:r w:rsidRPr="002813C1">
        <w:t xml:space="preserve">hôtel de </w:t>
      </w:r>
      <w:proofErr w:type="spellStart"/>
      <w:r w:rsidRPr="002813C1">
        <w:t>Chalusse</w:t>
      </w:r>
      <w:proofErr w:type="spellEnd"/>
      <w:r w:rsidRPr="002813C1">
        <w:t xml:space="preserve"> était libre</w:t>
      </w:r>
      <w:r w:rsidR="00B77E03">
        <w:t xml:space="preserve">, </w:t>
      </w:r>
      <w:r w:rsidRPr="002813C1">
        <w:t>avec son mobilier splendide</w:t>
      </w:r>
      <w:r w:rsidR="00B77E03">
        <w:t xml:space="preserve">, </w:t>
      </w:r>
      <w:r w:rsidRPr="002813C1">
        <w:t>ses appartements de réception</w:t>
      </w:r>
      <w:r w:rsidR="00B77E03">
        <w:t xml:space="preserve">, </w:t>
      </w:r>
      <w:r w:rsidRPr="002813C1">
        <w:t>ses tableaux</w:t>
      </w:r>
      <w:r w:rsidR="00B77E03">
        <w:t xml:space="preserve">, </w:t>
      </w:r>
      <w:r w:rsidRPr="002813C1">
        <w:t>ses statues</w:t>
      </w:r>
      <w:r w:rsidR="00B77E03">
        <w:t xml:space="preserve">, </w:t>
      </w:r>
      <w:r w:rsidRPr="002813C1">
        <w:t>ses jardins</w:t>
      </w:r>
      <w:r w:rsidR="00B77E03">
        <w:t xml:space="preserve">… </w:t>
      </w:r>
      <w:r w:rsidRPr="002813C1">
        <w:t>Il s</w:t>
      </w:r>
      <w:r w:rsidR="00B77E03">
        <w:t>’</w:t>
      </w:r>
      <w:r w:rsidRPr="002813C1">
        <w:t>y installa</w:t>
      </w:r>
      <w:r w:rsidR="00B77E03">
        <w:t xml:space="preserve">. </w:t>
      </w:r>
      <w:r w:rsidRPr="002813C1">
        <w:t>Vingt chevaux piaffaient dans les écuries</w:t>
      </w:r>
      <w:r w:rsidR="00B77E03">
        <w:t xml:space="preserve">, </w:t>
      </w:r>
      <w:r w:rsidRPr="002813C1">
        <w:t>dix voitures dormaient sous les remises</w:t>
      </w:r>
      <w:r w:rsidR="00B77E03">
        <w:t xml:space="preserve">. </w:t>
      </w:r>
      <w:r w:rsidRPr="002813C1">
        <w:t>Il s</w:t>
      </w:r>
      <w:r w:rsidR="00B77E03">
        <w:t>’</w:t>
      </w:r>
      <w:r w:rsidRPr="002813C1">
        <w:t>appliqua chevaux et voitures</w:t>
      </w:r>
      <w:r w:rsidR="00B77E03">
        <w:t xml:space="preserve">. </w:t>
      </w:r>
      <w:r w:rsidRPr="002813C1">
        <w:t>Même</w:t>
      </w:r>
      <w:r w:rsidR="00B77E03">
        <w:t xml:space="preserve">, </w:t>
      </w:r>
      <w:r w:rsidRPr="002813C1">
        <w:t xml:space="preserve">sur le conseil de </w:t>
      </w:r>
      <w:r w:rsidR="00B77E03">
        <w:t>M. </w:t>
      </w:r>
      <w:r w:rsidRPr="002813C1">
        <w:t>Casimir</w:t>
      </w:r>
      <w:r w:rsidR="00B77E03">
        <w:t xml:space="preserve">, </w:t>
      </w:r>
      <w:r w:rsidRPr="002813C1">
        <w:t>devenu son valet de chambre et son oracle</w:t>
      </w:r>
      <w:r w:rsidR="00B77E03">
        <w:t xml:space="preserve">, </w:t>
      </w:r>
      <w:r w:rsidRPr="002813C1">
        <w:t>il garda toute la maison du comte</w:t>
      </w:r>
      <w:r w:rsidR="00B77E03">
        <w:t xml:space="preserve">, </w:t>
      </w:r>
      <w:r w:rsidRPr="002813C1">
        <w:t xml:space="preserve">depuis </w:t>
      </w:r>
      <w:r w:rsidR="00B77E03">
        <w:t>M. </w:t>
      </w:r>
      <w:r w:rsidRPr="002813C1">
        <w:t xml:space="preserve">et </w:t>
      </w:r>
      <w:r w:rsidR="00B77E03">
        <w:t>M</w:t>
      </w:r>
      <w:r w:rsidR="00B77E03" w:rsidRPr="00B77E03">
        <w:rPr>
          <w:vertAlign w:val="superscript"/>
        </w:rPr>
        <w:t>me</w:t>
      </w:r>
      <w:r w:rsidR="00B77E03">
        <w:t> </w:t>
      </w:r>
      <w:proofErr w:type="spellStart"/>
      <w:r w:rsidRPr="002813C1">
        <w:t>Bourigeau</w:t>
      </w:r>
      <w:proofErr w:type="spellEnd"/>
      <w:r w:rsidR="00B77E03">
        <w:t xml:space="preserve">, </w:t>
      </w:r>
      <w:r w:rsidRPr="002813C1">
        <w:t>les concierges</w:t>
      </w:r>
      <w:r w:rsidR="00B77E03">
        <w:t xml:space="preserve">, </w:t>
      </w:r>
      <w:r w:rsidRPr="002813C1">
        <w:t>jusqu</w:t>
      </w:r>
      <w:r w:rsidR="00B77E03">
        <w:t>’</w:t>
      </w:r>
      <w:r w:rsidRPr="002813C1">
        <w:t>au dernier marmiton</w:t>
      </w:r>
      <w:r w:rsidR="00B77E03">
        <w:t>.</w:t>
      </w:r>
    </w:p>
    <w:p w14:paraId="4A8D16A8" w14:textId="77777777" w:rsidR="00B77E03" w:rsidRDefault="0024252B" w:rsidP="00B77E03">
      <w:r w:rsidRPr="002813C1">
        <w:lastRenderedPageBreak/>
        <w:t>Le tout provisoirement</w:t>
      </w:r>
      <w:r w:rsidR="00B77E03">
        <w:t xml:space="preserve">, </w:t>
      </w:r>
      <w:r w:rsidRPr="002813C1">
        <w:t>bien entendu</w:t>
      </w:r>
      <w:r w:rsidR="00B77E03">
        <w:t xml:space="preserve">, </w:t>
      </w:r>
      <w:r w:rsidRPr="002813C1">
        <w:t>un homme tel que lui</w:t>
      </w:r>
      <w:r w:rsidR="00B77E03">
        <w:t xml:space="preserve">, </w:t>
      </w:r>
      <w:r w:rsidRPr="002813C1">
        <w:t>de son siècle</w:t>
      </w:r>
      <w:r w:rsidR="00B77E03">
        <w:t xml:space="preserve">, </w:t>
      </w:r>
      <w:r w:rsidRPr="002813C1">
        <w:t xml:space="preserve">et </w:t>
      </w:r>
      <w:r w:rsidR="00B77E03">
        <w:t>« </w:t>
      </w:r>
      <w:r w:rsidRPr="002813C1">
        <w:t>en plein dans le mouvement</w:t>
      </w:r>
      <w:r w:rsidR="00B77E03">
        <w:t>, »</w:t>
      </w:r>
      <w:r w:rsidRPr="002813C1">
        <w:t xml:space="preserve"> ne pouvait se contenter de ce qui avait satisfait le comte de </w:t>
      </w:r>
      <w:proofErr w:type="spellStart"/>
      <w:r w:rsidRPr="002813C1">
        <w:t>Chalusse</w:t>
      </w:r>
      <w:proofErr w:type="spellEnd"/>
      <w:r w:rsidR="00B77E03">
        <w:t>.</w:t>
      </w:r>
    </w:p>
    <w:p w14:paraId="3893546F" w14:textId="7C847A7C" w:rsidR="00B77E03" w:rsidRDefault="00B77E03" w:rsidP="00B77E03">
      <w:r>
        <w:t>— </w:t>
      </w:r>
      <w:r w:rsidR="0024252B" w:rsidRPr="002813C1">
        <w:t>Car j</w:t>
      </w:r>
      <w:r>
        <w:t>’</w:t>
      </w:r>
      <w:r w:rsidR="0024252B" w:rsidRPr="002813C1">
        <w:t>ai mes idées</w:t>
      </w:r>
      <w:r>
        <w:t xml:space="preserve">, </w:t>
      </w:r>
      <w:r w:rsidR="0024252B" w:rsidRPr="002813C1">
        <w:t xml:space="preserve">disait-il à </w:t>
      </w:r>
      <w:r>
        <w:t>M. </w:t>
      </w:r>
      <w:r w:rsidR="0024252B" w:rsidRPr="002813C1">
        <w:t>Casimir</w:t>
      </w:r>
      <w:r>
        <w:t xml:space="preserve">… </w:t>
      </w:r>
      <w:r w:rsidR="0024252B" w:rsidRPr="002813C1">
        <w:t>Paris n</w:t>
      </w:r>
      <w:r>
        <w:t>’</w:t>
      </w:r>
      <w:r w:rsidR="0024252B" w:rsidRPr="002813C1">
        <w:t>a qu</w:t>
      </w:r>
      <w:r>
        <w:t>’</w:t>
      </w:r>
      <w:r w:rsidR="0024252B" w:rsidRPr="002813C1">
        <w:t>à bien se tenir</w:t>
      </w:r>
      <w:r>
        <w:t> !…</w:t>
      </w:r>
    </w:p>
    <w:p w14:paraId="327A7614" w14:textId="77777777" w:rsidR="00B77E03" w:rsidRDefault="0024252B" w:rsidP="00B77E03">
      <w:r w:rsidRPr="002813C1">
        <w:t>Ses anciens amis</w:t>
      </w:r>
      <w:r w:rsidR="00B77E03">
        <w:t xml:space="preserve">, </w:t>
      </w:r>
      <w:r w:rsidRPr="002813C1">
        <w:t>il les répudia</w:t>
      </w:r>
      <w:r w:rsidR="00B77E03">
        <w:t xml:space="preserve">… </w:t>
      </w:r>
      <w:r w:rsidRPr="002813C1">
        <w:t>Un Costard</w:t>
      </w:r>
      <w:r w:rsidR="00B77E03">
        <w:t xml:space="preserve">, </w:t>
      </w:r>
      <w:r w:rsidRPr="002813C1">
        <w:t>un Serpillon</w:t>
      </w:r>
      <w:r w:rsidR="00B77E03">
        <w:t xml:space="preserve">, </w:t>
      </w:r>
      <w:r w:rsidRPr="002813C1">
        <w:t>si vicomtes qu</w:t>
      </w:r>
      <w:r w:rsidR="00B77E03">
        <w:t>’</w:t>
      </w:r>
      <w:r w:rsidRPr="002813C1">
        <w:t>ils se prétendissent</w:t>
      </w:r>
      <w:r w:rsidR="00B77E03">
        <w:t xml:space="preserve">, </w:t>
      </w:r>
      <w:r w:rsidRPr="002813C1">
        <w:t>étaient de trop petits sires pour un Gordon-</w:t>
      </w:r>
      <w:proofErr w:type="spellStart"/>
      <w:r w:rsidRPr="002813C1">
        <w:t>Chalusse</w:t>
      </w:r>
      <w:proofErr w:type="spellEnd"/>
      <w:r w:rsidR="00B77E03">
        <w:t xml:space="preserve">, </w:t>
      </w:r>
      <w:r w:rsidRPr="002813C1">
        <w:t>ainsi qu</w:t>
      </w:r>
      <w:r w:rsidR="00B77E03">
        <w:t>’</w:t>
      </w:r>
      <w:r w:rsidRPr="002813C1">
        <w:t>il était dit sur ses cartes de visites</w:t>
      </w:r>
      <w:r w:rsidR="00B77E03">
        <w:t>.</w:t>
      </w:r>
    </w:p>
    <w:p w14:paraId="304F9DFF" w14:textId="3F1684BD" w:rsidR="00B77E03" w:rsidRDefault="0024252B" w:rsidP="00B77E03">
      <w:r w:rsidRPr="002813C1">
        <w:t>Seulement</w:t>
      </w:r>
      <w:r w:rsidR="00B77E03">
        <w:t xml:space="preserve">, </w:t>
      </w:r>
      <w:r w:rsidRPr="002813C1">
        <w:t xml:space="preserve">il leur racheta leurs parts de </w:t>
      </w:r>
      <w:r w:rsidRPr="002813C1">
        <w:rPr>
          <w:i/>
          <w:szCs w:val="32"/>
        </w:rPr>
        <w:t>Pompier de Nanterre</w:t>
      </w:r>
      <w:r w:rsidR="00B77E03">
        <w:t xml:space="preserve">, </w:t>
      </w:r>
      <w:r w:rsidRPr="002813C1">
        <w:t>sûr qu</w:t>
      </w:r>
      <w:r w:rsidR="00B77E03">
        <w:t>’</w:t>
      </w:r>
      <w:r w:rsidRPr="002813C1">
        <w:t>il était</w:t>
      </w:r>
      <w:r w:rsidR="00B77E03">
        <w:t xml:space="preserve">, </w:t>
      </w:r>
      <w:r w:rsidRPr="002813C1">
        <w:t xml:space="preserve">dit-il à </w:t>
      </w:r>
      <w:r w:rsidR="00B77E03">
        <w:t>M. </w:t>
      </w:r>
      <w:r w:rsidRPr="002813C1">
        <w:t>Casimir</w:t>
      </w:r>
      <w:r w:rsidR="00B77E03">
        <w:t xml:space="preserve">, </w:t>
      </w:r>
      <w:r w:rsidRPr="002813C1">
        <w:t>de l</w:t>
      </w:r>
      <w:r w:rsidR="00B77E03">
        <w:t>’</w:t>
      </w:r>
      <w:r w:rsidRPr="002813C1">
        <w:t xml:space="preserve">avenir de ce remarquable </w:t>
      </w:r>
      <w:r w:rsidR="00B77E03">
        <w:t>« </w:t>
      </w:r>
      <w:proofErr w:type="spellStart"/>
      <w:r w:rsidRPr="002813C1">
        <w:t>steeple-chaser</w:t>
      </w:r>
      <w:proofErr w:type="spellEnd"/>
      <w:r w:rsidR="00B77E03">
        <w:t>. »</w:t>
      </w:r>
    </w:p>
    <w:p w14:paraId="5B3FA72A" w14:textId="77777777" w:rsidR="00B77E03" w:rsidRDefault="0024252B" w:rsidP="00B77E03">
      <w:r w:rsidRPr="002813C1">
        <w:t>De sa mère</w:t>
      </w:r>
      <w:r w:rsidR="00B77E03">
        <w:t xml:space="preserve">, </w:t>
      </w:r>
      <w:r w:rsidRPr="002813C1">
        <w:t>il ne s</w:t>
      </w:r>
      <w:r w:rsidR="00B77E03">
        <w:t>’</w:t>
      </w:r>
      <w:r w:rsidRPr="002813C1">
        <w:t>inquiéta aucunement</w:t>
      </w:r>
      <w:r w:rsidR="00B77E03">
        <w:t xml:space="preserve">. </w:t>
      </w:r>
      <w:r w:rsidRPr="002813C1">
        <w:t>Il sut</w:t>
      </w:r>
      <w:r w:rsidR="00B77E03">
        <w:t xml:space="preserve">, </w:t>
      </w:r>
      <w:r w:rsidRPr="002813C1">
        <w:t>comme tout Paris</w:t>
      </w:r>
      <w:r w:rsidR="00B77E03">
        <w:t xml:space="preserve">, </w:t>
      </w:r>
      <w:r w:rsidRPr="002813C1">
        <w:t>que la d</w:t>
      </w:r>
      <w:r w:rsidR="00B77E03">
        <w:t>’</w:t>
      </w:r>
      <w:r w:rsidRPr="002813C1">
        <w:t>Argelès avait disparu</w:t>
      </w:r>
      <w:r w:rsidR="00B77E03">
        <w:t xml:space="preserve"> – </w:t>
      </w:r>
      <w:r w:rsidRPr="002813C1">
        <w:t>rien de plus</w:t>
      </w:r>
      <w:r w:rsidR="00B77E03">
        <w:t xml:space="preserve">. </w:t>
      </w:r>
      <w:r w:rsidRPr="002813C1">
        <w:t>Mais l</w:t>
      </w:r>
      <w:r w:rsidR="00B77E03">
        <w:t>’</w:t>
      </w:r>
      <w:r w:rsidRPr="002813C1">
        <w:t>idée de son père</w:t>
      </w:r>
      <w:r w:rsidR="00B77E03">
        <w:t xml:space="preserve">, </w:t>
      </w:r>
      <w:r w:rsidRPr="002813C1">
        <w:t>le terrible chevalier d</w:t>
      </w:r>
      <w:r w:rsidR="00B77E03">
        <w:t>’</w:t>
      </w:r>
      <w:r w:rsidRPr="002813C1">
        <w:t>industrie</w:t>
      </w:r>
      <w:r w:rsidR="00B77E03">
        <w:t xml:space="preserve">, </w:t>
      </w:r>
      <w:r w:rsidRPr="002813C1">
        <w:t>demeura suspendue comme un crêpe funèbre au-dessus de sa joie</w:t>
      </w:r>
      <w:r w:rsidR="00B77E03">
        <w:t>.</w:t>
      </w:r>
    </w:p>
    <w:p w14:paraId="0931CDEF" w14:textId="77777777" w:rsidR="00B77E03" w:rsidRDefault="0024252B" w:rsidP="00B77E03">
      <w:r w:rsidRPr="002813C1">
        <w:t>Quand du fond de son appartement il entendait tinter la grosse cloche d</w:t>
      </w:r>
      <w:r w:rsidR="00B77E03">
        <w:t>’</w:t>
      </w:r>
      <w:r w:rsidRPr="002813C1">
        <w:t>entrée de l</w:t>
      </w:r>
      <w:r w:rsidR="00B77E03">
        <w:t>’</w:t>
      </w:r>
      <w:r w:rsidRPr="002813C1">
        <w:t>hôtel</w:t>
      </w:r>
      <w:r w:rsidR="00B77E03">
        <w:t xml:space="preserve">, </w:t>
      </w:r>
      <w:r w:rsidRPr="002813C1">
        <w:t>il tressaillait</w:t>
      </w:r>
      <w:r w:rsidR="00B77E03">
        <w:t xml:space="preserve">, </w:t>
      </w:r>
      <w:r w:rsidRPr="002813C1">
        <w:t>devenait tout pâle et murmurait</w:t>
      </w:r>
      <w:r w:rsidR="00B77E03">
        <w:t> :</w:t>
      </w:r>
    </w:p>
    <w:p w14:paraId="1D72F3C7" w14:textId="77777777" w:rsidR="00B77E03" w:rsidRDefault="00B77E03" w:rsidP="00B77E03">
      <w:r>
        <w:t>— </w:t>
      </w:r>
      <w:r w:rsidR="0024252B" w:rsidRPr="002813C1">
        <w:t>C</w:t>
      </w:r>
      <w:r>
        <w:t>’</w:t>
      </w:r>
      <w:r w:rsidR="0024252B" w:rsidRPr="002813C1">
        <w:t>est peut-être lui</w:t>
      </w:r>
      <w:r>
        <w:t> !…</w:t>
      </w:r>
    </w:p>
    <w:p w14:paraId="1635AE62" w14:textId="77777777" w:rsidR="00B77E03" w:rsidRDefault="0024252B" w:rsidP="00B77E03">
      <w:r w:rsidRPr="002813C1">
        <w:t>Pour cette dernière raison</w:t>
      </w:r>
      <w:r w:rsidR="00B77E03">
        <w:t xml:space="preserve">, </w:t>
      </w:r>
      <w:r w:rsidRPr="002813C1">
        <w:t>surtout</w:t>
      </w:r>
      <w:r w:rsidR="00B77E03">
        <w:t xml:space="preserve">, </w:t>
      </w:r>
      <w:r w:rsidRPr="002813C1">
        <w:t>il s</w:t>
      </w:r>
      <w:r w:rsidR="00B77E03">
        <w:t>’</w:t>
      </w:r>
      <w:r w:rsidRPr="002813C1">
        <w:t xml:space="preserve">accrochait obstinément au marquis de </w:t>
      </w:r>
      <w:proofErr w:type="spellStart"/>
      <w:r w:rsidRPr="002813C1">
        <w:t>Valorsay</w:t>
      </w:r>
      <w:proofErr w:type="spellEnd"/>
      <w:r w:rsidR="00B77E03">
        <w:t xml:space="preserve">… </w:t>
      </w:r>
      <w:r w:rsidRPr="002813C1">
        <w:t>Effaré de ses prospérités nouvelles</w:t>
      </w:r>
      <w:r w:rsidR="00B77E03">
        <w:t xml:space="preserve">, </w:t>
      </w:r>
      <w:r w:rsidRPr="002813C1">
        <w:t>il se sentait plus solide</w:t>
      </w:r>
      <w:r w:rsidR="00B77E03">
        <w:t xml:space="preserve">, </w:t>
      </w:r>
      <w:r w:rsidRPr="002813C1">
        <w:t>appuyé sur cette haute amitié</w:t>
      </w:r>
      <w:r w:rsidR="00B77E03">
        <w:t xml:space="preserve">… </w:t>
      </w:r>
      <w:r w:rsidRPr="002813C1">
        <w:t>Par tempérament</w:t>
      </w:r>
      <w:r w:rsidR="00B77E03">
        <w:t xml:space="preserve">, </w:t>
      </w:r>
      <w:r w:rsidRPr="002813C1">
        <w:t>d</w:t>
      </w:r>
      <w:r w:rsidR="00B77E03">
        <w:t>’</w:t>
      </w:r>
      <w:r w:rsidRPr="002813C1">
        <w:t>ailleurs</w:t>
      </w:r>
      <w:r w:rsidR="00B77E03">
        <w:t xml:space="preserve">, </w:t>
      </w:r>
      <w:r w:rsidRPr="002813C1">
        <w:t>il était invinciblement attiré vers les gens à bruyante renommée</w:t>
      </w:r>
      <w:r w:rsidR="00B77E03">
        <w:t xml:space="preserve">, </w:t>
      </w:r>
      <w:r w:rsidRPr="002813C1">
        <w:t>et il lui semblait grandir de plusieurs coudées</w:t>
      </w:r>
      <w:r w:rsidR="00B77E03">
        <w:t xml:space="preserve">, </w:t>
      </w:r>
      <w:r w:rsidRPr="002813C1">
        <w:t>quand</w:t>
      </w:r>
      <w:r w:rsidR="00B77E03">
        <w:t xml:space="preserve">, </w:t>
      </w:r>
      <w:r w:rsidRPr="002813C1">
        <w:t>dans un endroit public</w:t>
      </w:r>
      <w:r w:rsidR="00B77E03">
        <w:t xml:space="preserve">, </w:t>
      </w:r>
      <w:r w:rsidRPr="002813C1">
        <w:t>dans la rue ou au restaurant</w:t>
      </w:r>
      <w:r w:rsidR="00B77E03">
        <w:t xml:space="preserve">, </w:t>
      </w:r>
      <w:r w:rsidRPr="002813C1">
        <w:t>il criait à pleine voix</w:t>
      </w:r>
      <w:r w:rsidR="00B77E03">
        <w:t> :</w:t>
      </w:r>
    </w:p>
    <w:p w14:paraId="2EA49377" w14:textId="5DFEE21F" w:rsidR="00B77E03" w:rsidRDefault="00B77E03" w:rsidP="00B77E03">
      <w:r>
        <w:t>« — </w:t>
      </w:r>
      <w:r w:rsidR="0024252B" w:rsidRPr="002813C1">
        <w:t>Dites donc</w:t>
      </w:r>
      <w:r>
        <w:t xml:space="preserve">, </w:t>
      </w:r>
      <w:proofErr w:type="spellStart"/>
      <w:r w:rsidR="0024252B" w:rsidRPr="002813C1">
        <w:t>Valorsay</w:t>
      </w:r>
      <w:proofErr w:type="spellEnd"/>
      <w:r>
        <w:t xml:space="preserve">, </w:t>
      </w:r>
      <w:r w:rsidR="0024252B" w:rsidRPr="002813C1">
        <w:t>mon excellent bon</w:t>
      </w:r>
      <w:r>
        <w:t>… »</w:t>
      </w:r>
      <w:r w:rsidR="0024252B" w:rsidRPr="002813C1">
        <w:t xml:space="preserve"> ou </w:t>
      </w:r>
      <w:r>
        <w:t>« </w:t>
      </w:r>
      <w:r w:rsidR="0024252B" w:rsidRPr="002813C1">
        <w:t>Par ma foi</w:t>
      </w:r>
      <w:r>
        <w:t xml:space="preserve"> ! </w:t>
      </w:r>
      <w:r w:rsidR="0024252B" w:rsidRPr="002813C1">
        <w:t>mon très-cher marquis</w:t>
      </w:r>
      <w:r>
        <w:t> !… »</w:t>
      </w:r>
    </w:p>
    <w:p w14:paraId="6A756D3C" w14:textId="36D62D22" w:rsidR="00B77E03" w:rsidRDefault="0024252B" w:rsidP="00B77E03">
      <w:r w:rsidRPr="002813C1">
        <w:lastRenderedPageBreak/>
        <w:t>L</w:t>
      </w:r>
      <w:r w:rsidR="00B77E03">
        <w:t>’</w:t>
      </w:r>
      <w:r w:rsidRPr="002813C1">
        <w:t>autre</w:t>
      </w:r>
      <w:r w:rsidR="00B77E03">
        <w:t xml:space="preserve">, </w:t>
      </w:r>
      <w:r w:rsidRPr="002813C1">
        <w:t>complaisamment</w:t>
      </w:r>
      <w:r w:rsidR="00B77E03">
        <w:t xml:space="preserve">, </w:t>
      </w:r>
      <w:r w:rsidRPr="002813C1">
        <w:t>se prêtait à ces effusions</w:t>
      </w:r>
      <w:r w:rsidR="00B77E03">
        <w:t xml:space="preserve">, </w:t>
      </w:r>
      <w:r w:rsidRPr="002813C1">
        <w:t>encore qu</w:t>
      </w:r>
      <w:r w:rsidR="00B77E03">
        <w:t>’</w:t>
      </w:r>
      <w:r w:rsidRPr="002813C1">
        <w:t>il fût terriblement agacé de la platitude et des ridicules du personnage</w:t>
      </w:r>
      <w:r w:rsidR="00B77E03">
        <w:t xml:space="preserve">… </w:t>
      </w:r>
      <w:r w:rsidRPr="002813C1">
        <w:t>Il se faisait une fête de l</w:t>
      </w:r>
      <w:r w:rsidR="00B77E03">
        <w:t>’</w:t>
      </w:r>
      <w:r w:rsidRPr="002813C1">
        <w:t>envoyer aux cinq cents diables plus tard</w:t>
      </w:r>
      <w:r w:rsidR="00B77E03">
        <w:t xml:space="preserve">, </w:t>
      </w:r>
      <w:r w:rsidRPr="002813C1">
        <w:t>mais en ce moment il sentait trop l</w:t>
      </w:r>
      <w:r w:rsidR="00B77E03">
        <w:t>’</w:t>
      </w:r>
      <w:r w:rsidRPr="002813C1">
        <w:t xml:space="preserve">utilité de </w:t>
      </w:r>
      <w:r w:rsidR="00B77E03">
        <w:t>M. </w:t>
      </w:r>
      <w:proofErr w:type="spellStart"/>
      <w:r w:rsidRPr="002813C1">
        <w:t>Wilkie</w:t>
      </w:r>
      <w:proofErr w:type="spellEnd"/>
      <w:r w:rsidRPr="002813C1">
        <w:t xml:space="preserve"> pour souffrir seulement qu</w:t>
      </w:r>
      <w:r w:rsidR="00B77E03">
        <w:t>’</w:t>
      </w:r>
      <w:r w:rsidRPr="002813C1">
        <w:t>il s</w:t>
      </w:r>
      <w:r w:rsidR="00B77E03">
        <w:t>’</w:t>
      </w:r>
      <w:r w:rsidRPr="002813C1">
        <w:t>écartât de lui</w:t>
      </w:r>
      <w:r w:rsidR="00B77E03">
        <w:t>.</w:t>
      </w:r>
    </w:p>
    <w:p w14:paraId="4D5EAFB8" w14:textId="77777777" w:rsidR="00B77E03" w:rsidRDefault="0024252B" w:rsidP="00B77E03">
      <w:r w:rsidRPr="002813C1">
        <w:t>Sans se faire tirer l</w:t>
      </w:r>
      <w:r w:rsidR="00B77E03">
        <w:t>’</w:t>
      </w:r>
      <w:r w:rsidRPr="002813C1">
        <w:t>oreille</w:t>
      </w:r>
      <w:r w:rsidR="00B77E03">
        <w:t xml:space="preserve">, </w:t>
      </w:r>
      <w:r w:rsidRPr="002813C1">
        <w:t>il l</w:t>
      </w:r>
      <w:r w:rsidR="00B77E03">
        <w:t>’</w:t>
      </w:r>
      <w:r w:rsidRPr="002813C1">
        <w:t>avait présenté à son cercle et conduit chez ses amis</w:t>
      </w:r>
      <w:r w:rsidR="00B77E03">
        <w:t xml:space="preserve">. </w:t>
      </w:r>
      <w:r w:rsidRPr="002813C1">
        <w:t>Il se montrait avec lui partout</w:t>
      </w:r>
      <w:r w:rsidR="00B77E03">
        <w:t xml:space="preserve">, </w:t>
      </w:r>
      <w:r w:rsidRPr="002813C1">
        <w:t>au bois</w:t>
      </w:r>
      <w:r w:rsidR="00B77E03">
        <w:t xml:space="preserve">, </w:t>
      </w:r>
      <w:r w:rsidRPr="002813C1">
        <w:t>au restaurant</w:t>
      </w:r>
      <w:r w:rsidR="00B77E03">
        <w:t xml:space="preserve">, </w:t>
      </w:r>
      <w:r w:rsidRPr="002813C1">
        <w:t>au théâtre</w:t>
      </w:r>
      <w:r w:rsidR="00B77E03">
        <w:t>…</w:t>
      </w:r>
    </w:p>
    <w:p w14:paraId="30FB47A7" w14:textId="77777777" w:rsidR="00B77E03" w:rsidRDefault="0024252B" w:rsidP="00B77E03">
      <w:r w:rsidRPr="002813C1">
        <w:t>D</w:t>
      </w:r>
      <w:r w:rsidR="00B77E03">
        <w:t>’</w:t>
      </w:r>
      <w:r w:rsidRPr="002813C1">
        <w:t>aucuns demandaient parfois</w:t>
      </w:r>
      <w:r w:rsidR="00B77E03">
        <w:t> :</w:t>
      </w:r>
    </w:p>
    <w:p w14:paraId="0606EC5D" w14:textId="77777777" w:rsidR="00B77E03" w:rsidRDefault="00B77E03" w:rsidP="00B77E03">
      <w:r>
        <w:t>— </w:t>
      </w:r>
      <w:r w:rsidR="0024252B" w:rsidRPr="002813C1">
        <w:t>Qui donc est ce drôle de petit bonhomme</w:t>
      </w:r>
      <w:r>
        <w:t> ?…</w:t>
      </w:r>
    </w:p>
    <w:p w14:paraId="5359823E" w14:textId="77777777" w:rsidR="00B77E03" w:rsidRDefault="0024252B" w:rsidP="00B77E03">
      <w:r w:rsidRPr="002813C1">
        <w:t>Mais quand le marquis avait répondu négligemment</w:t>
      </w:r>
      <w:r w:rsidR="00B77E03">
        <w:t> :</w:t>
      </w:r>
    </w:p>
    <w:p w14:paraId="439E9AD7" w14:textId="77777777" w:rsidR="00B77E03" w:rsidRDefault="00B77E03" w:rsidP="00B77E03">
      <w:r>
        <w:t>— </w:t>
      </w:r>
      <w:r w:rsidR="0024252B" w:rsidRPr="002813C1">
        <w:t>C</w:t>
      </w:r>
      <w:r>
        <w:t>’</w:t>
      </w:r>
      <w:r w:rsidR="0024252B" w:rsidRPr="002813C1">
        <w:t>est un pauvre diable qui vient de recueillir une succession de vingt millions</w:t>
      </w:r>
      <w:r>
        <w:t> !…</w:t>
      </w:r>
    </w:p>
    <w:p w14:paraId="3FE4D15F" w14:textId="614D4BDC" w:rsidR="00B77E03" w:rsidRDefault="0024252B" w:rsidP="00B77E03">
      <w:r w:rsidRPr="002813C1">
        <w:t>Peste</w:t>
      </w:r>
      <w:r w:rsidR="00B77E03">
        <w:t xml:space="preserve"> !… </w:t>
      </w:r>
      <w:r w:rsidRPr="002813C1">
        <w:t>On devenait sérieux</w:t>
      </w:r>
      <w:r w:rsidR="00B77E03">
        <w:t xml:space="preserve">, </w:t>
      </w:r>
      <w:r w:rsidRPr="002813C1">
        <w:t>et c</w:t>
      </w:r>
      <w:r w:rsidR="00B77E03">
        <w:t>’</w:t>
      </w:r>
      <w:r w:rsidRPr="002813C1">
        <w:t>était à qui aurait le plaisir</w:t>
      </w:r>
      <w:r w:rsidR="00B77E03">
        <w:t xml:space="preserve">, </w:t>
      </w:r>
      <w:r w:rsidRPr="002813C1">
        <w:t>l</w:t>
      </w:r>
      <w:r w:rsidR="00B77E03">
        <w:t>’</w:t>
      </w:r>
      <w:r w:rsidRPr="002813C1">
        <w:t>avantage</w:t>
      </w:r>
      <w:r w:rsidR="00B77E03">
        <w:t xml:space="preserve">, </w:t>
      </w:r>
      <w:r w:rsidRPr="002813C1">
        <w:t>l</w:t>
      </w:r>
      <w:r w:rsidR="00B77E03">
        <w:t>’</w:t>
      </w:r>
      <w:r w:rsidRPr="002813C1">
        <w:t>honneur</w:t>
      </w:r>
      <w:r w:rsidR="00B77E03">
        <w:t xml:space="preserve">… </w:t>
      </w:r>
      <w:r w:rsidRPr="002813C1">
        <w:t>de serrer la main d</w:t>
      </w:r>
      <w:r w:rsidR="00B77E03">
        <w:t>’</w:t>
      </w:r>
      <w:r w:rsidRPr="002813C1">
        <w:t>un garçon de tant de revenus</w:t>
      </w:r>
      <w:r w:rsidR="00B77E03">
        <w:t xml:space="preserve">. </w:t>
      </w:r>
      <w:r w:rsidRPr="002813C1">
        <w:t>C</w:t>
      </w:r>
      <w:r w:rsidR="00B77E03">
        <w:t>’</w:t>
      </w:r>
      <w:r w:rsidRPr="002813C1">
        <w:t xml:space="preserve">est ainsi que </w:t>
      </w:r>
      <w:r w:rsidR="00B77E03">
        <w:t>M. de </w:t>
      </w:r>
      <w:proofErr w:type="spellStart"/>
      <w:r w:rsidRPr="002813C1">
        <w:t>Valorsay</w:t>
      </w:r>
      <w:proofErr w:type="spellEnd"/>
      <w:r w:rsidRPr="002813C1">
        <w:t xml:space="preserve"> avait offert à </w:t>
      </w:r>
      <w:r w:rsidR="00B77E03">
        <w:t>M. </w:t>
      </w:r>
      <w:proofErr w:type="spellStart"/>
      <w:r w:rsidRPr="002813C1">
        <w:t>Wilkie</w:t>
      </w:r>
      <w:proofErr w:type="spellEnd"/>
      <w:r w:rsidRPr="002813C1">
        <w:t xml:space="preserve"> de Gordon-</w:t>
      </w:r>
      <w:proofErr w:type="spellStart"/>
      <w:r w:rsidRPr="002813C1">
        <w:t>Chalusse</w:t>
      </w:r>
      <w:proofErr w:type="spellEnd"/>
      <w:r w:rsidR="00B77E03">
        <w:t xml:space="preserve">, </w:t>
      </w:r>
      <w:r w:rsidRPr="002813C1">
        <w:t xml:space="preserve">de le présenter à la fête annoncée chez le baron </w:t>
      </w:r>
      <w:proofErr w:type="spellStart"/>
      <w:r w:rsidRPr="002813C1">
        <w:t>Trigault</w:t>
      </w:r>
      <w:proofErr w:type="spellEnd"/>
      <w:r w:rsidR="00B77E03">
        <w:t>.</w:t>
      </w:r>
    </w:p>
    <w:p w14:paraId="00F3C7D4" w14:textId="77777777" w:rsidR="00B77E03" w:rsidRDefault="0024252B" w:rsidP="00B77E03">
      <w:r w:rsidRPr="002813C1">
        <w:t>Ce ne devait être qu</w:t>
      </w:r>
      <w:r w:rsidR="00B77E03">
        <w:t>’</w:t>
      </w:r>
      <w:r w:rsidRPr="002813C1">
        <w:t>une soirée d</w:t>
      </w:r>
      <w:r w:rsidR="00B77E03">
        <w:t>’</w:t>
      </w:r>
      <w:r w:rsidRPr="002813C1">
        <w:t>hommes</w:t>
      </w:r>
      <w:r w:rsidR="00B77E03">
        <w:t xml:space="preserve">, </w:t>
      </w:r>
      <w:r w:rsidRPr="002813C1">
        <w:t>une séance monstre de jeu</w:t>
      </w:r>
      <w:r w:rsidR="00B77E03">
        <w:t xml:space="preserve">, </w:t>
      </w:r>
      <w:r w:rsidRPr="002813C1">
        <w:t>mais on savait le baron magnifique et pour irriter la curiosité</w:t>
      </w:r>
      <w:r w:rsidR="00B77E03">
        <w:t xml:space="preserve">, </w:t>
      </w:r>
      <w:r w:rsidRPr="002813C1">
        <w:t>sans doute</w:t>
      </w:r>
      <w:r w:rsidR="00B77E03">
        <w:t xml:space="preserve">, </w:t>
      </w:r>
      <w:r w:rsidRPr="002813C1">
        <w:t xml:space="preserve">il avait dit et le </w:t>
      </w:r>
      <w:r w:rsidRPr="002813C1">
        <w:rPr>
          <w:i/>
          <w:szCs w:val="32"/>
        </w:rPr>
        <w:t>Figaro</w:t>
      </w:r>
      <w:r w:rsidRPr="002813C1">
        <w:t xml:space="preserve"> avait répété qu</w:t>
      </w:r>
      <w:r w:rsidR="00B77E03">
        <w:t>’</w:t>
      </w:r>
      <w:r w:rsidRPr="002813C1">
        <w:t>il réservait une surprise à ses invités</w:t>
      </w:r>
      <w:r w:rsidR="00B77E03">
        <w:t xml:space="preserve">… </w:t>
      </w:r>
      <w:r w:rsidRPr="002813C1">
        <w:t>Oh</w:t>
      </w:r>
      <w:r w:rsidR="00B77E03">
        <w:t xml:space="preserve"> ! </w:t>
      </w:r>
      <w:r w:rsidRPr="002813C1">
        <w:t>mais une surprise</w:t>
      </w:r>
      <w:r w:rsidR="00B77E03">
        <w:t> !…</w:t>
      </w:r>
    </w:p>
    <w:p w14:paraId="4694A882" w14:textId="21DB0DBB" w:rsidR="00B77E03" w:rsidRDefault="0024252B" w:rsidP="00B77E03">
      <w:r w:rsidRPr="002813C1">
        <w:t>C</w:t>
      </w:r>
      <w:r w:rsidR="00B77E03">
        <w:t>’</w:t>
      </w:r>
      <w:r w:rsidRPr="002813C1">
        <w:t>était le lendemain de l</w:t>
      </w:r>
      <w:r w:rsidR="00B77E03">
        <w:t>’</w:t>
      </w:r>
      <w:r w:rsidRPr="002813C1">
        <w:t xml:space="preserve">arrestation de </w:t>
      </w:r>
      <w:r w:rsidR="00B77E03">
        <w:t>M</w:t>
      </w:r>
      <w:r w:rsidR="00B77E03" w:rsidRPr="00B77E03">
        <w:rPr>
          <w:vertAlign w:val="superscript"/>
        </w:rPr>
        <w:t>lle</w:t>
      </w:r>
      <w:r w:rsidR="00B77E03">
        <w:t> </w:t>
      </w:r>
      <w:r w:rsidRPr="002813C1">
        <w:t>Marguerite que devait avoir lieu cette fête</w:t>
      </w:r>
      <w:r w:rsidR="00B77E03">
        <w:t xml:space="preserve">, </w:t>
      </w:r>
      <w:r w:rsidRPr="002813C1">
        <w:t>et le soir</w:t>
      </w:r>
      <w:r w:rsidR="00B77E03">
        <w:t xml:space="preserve">, </w:t>
      </w:r>
      <w:r w:rsidRPr="002813C1">
        <w:t>entre neuf et dix heures</w:t>
      </w:r>
      <w:r w:rsidR="00B77E03">
        <w:t>, M. de </w:t>
      </w:r>
      <w:proofErr w:type="spellStart"/>
      <w:r w:rsidRPr="002813C1">
        <w:t>Valorsay</w:t>
      </w:r>
      <w:proofErr w:type="spellEnd"/>
      <w:r w:rsidRPr="002813C1">
        <w:t xml:space="preserve"> et </w:t>
      </w:r>
      <w:r w:rsidR="00B77E03">
        <w:t>M. de </w:t>
      </w:r>
      <w:proofErr w:type="spellStart"/>
      <w:r w:rsidRPr="002813C1">
        <w:t>Coralth</w:t>
      </w:r>
      <w:proofErr w:type="spellEnd"/>
      <w:r w:rsidR="00B77E03">
        <w:t xml:space="preserve">, </w:t>
      </w:r>
      <w:r w:rsidRPr="002813C1">
        <w:t>habillés et prêts l</w:t>
      </w:r>
      <w:r w:rsidR="00B77E03">
        <w:t>’</w:t>
      </w:r>
      <w:r w:rsidRPr="002813C1">
        <w:t>un et l</w:t>
      </w:r>
      <w:r w:rsidR="00B77E03">
        <w:t>’</w:t>
      </w:r>
      <w:r w:rsidRPr="002813C1">
        <w:t>autre</w:t>
      </w:r>
      <w:r w:rsidR="00B77E03">
        <w:t xml:space="preserve">, </w:t>
      </w:r>
      <w:r w:rsidRPr="002813C1">
        <w:t xml:space="preserve">attendaient que </w:t>
      </w:r>
      <w:r w:rsidR="00B77E03">
        <w:t>M. </w:t>
      </w:r>
      <w:proofErr w:type="spellStart"/>
      <w:r w:rsidRPr="002813C1">
        <w:t>Wilkie</w:t>
      </w:r>
      <w:proofErr w:type="spellEnd"/>
      <w:r w:rsidRPr="002813C1">
        <w:t xml:space="preserve"> vînt les prendre</w:t>
      </w:r>
      <w:r w:rsidR="00B77E03">
        <w:t xml:space="preserve">, </w:t>
      </w:r>
      <w:r w:rsidRPr="002813C1">
        <w:t>ainsi qu</w:t>
      </w:r>
      <w:r w:rsidR="00B77E03">
        <w:t>’</w:t>
      </w:r>
      <w:r w:rsidRPr="002813C1">
        <w:t>il était convenu</w:t>
      </w:r>
      <w:r w:rsidR="00B77E03">
        <w:t>.</w:t>
      </w:r>
    </w:p>
    <w:p w14:paraId="43506C37" w14:textId="77777777" w:rsidR="00B77E03" w:rsidRDefault="0024252B" w:rsidP="00B77E03">
      <w:r w:rsidRPr="002813C1">
        <w:lastRenderedPageBreak/>
        <w:t>Ils étaient fort gais l</w:t>
      </w:r>
      <w:r w:rsidR="00B77E03">
        <w:t>’</w:t>
      </w:r>
      <w:r w:rsidRPr="002813C1">
        <w:t>un et l</w:t>
      </w:r>
      <w:r w:rsidR="00B77E03">
        <w:t>’</w:t>
      </w:r>
      <w:r w:rsidRPr="002813C1">
        <w:t>autre</w:t>
      </w:r>
      <w:r w:rsidR="00B77E03">
        <w:t xml:space="preserve">, </w:t>
      </w:r>
      <w:r w:rsidRPr="002813C1">
        <w:t>les appréhensions du vicomte s</w:t>
      </w:r>
      <w:r w:rsidR="00B77E03">
        <w:t>’</w:t>
      </w:r>
      <w:r w:rsidRPr="002813C1">
        <w:t>étaient dissipées</w:t>
      </w:r>
      <w:r w:rsidR="00B77E03">
        <w:t xml:space="preserve">, </w:t>
      </w:r>
      <w:r w:rsidRPr="002813C1">
        <w:t>le marquis oubliait les douleurs de sa jambe cassée à la Marche</w:t>
      </w:r>
      <w:r w:rsidR="00B77E03">
        <w:t>.</w:t>
      </w:r>
    </w:p>
    <w:p w14:paraId="5F43466D" w14:textId="7468049B" w:rsidR="00B77E03" w:rsidRDefault="00B77E03" w:rsidP="00B77E03">
      <w:r>
        <w:t>— </w:t>
      </w:r>
      <w:r w:rsidR="0024252B" w:rsidRPr="002813C1">
        <w:t>Marguerite ne sortira de prison que pour m</w:t>
      </w:r>
      <w:r>
        <w:t>’</w:t>
      </w:r>
      <w:r w:rsidR="0024252B" w:rsidRPr="002813C1">
        <w:t>épouser</w:t>
      </w:r>
      <w:r>
        <w:t xml:space="preserve">, </w:t>
      </w:r>
      <w:r w:rsidR="0024252B" w:rsidRPr="002813C1">
        <w:t xml:space="preserve">disait </w:t>
      </w:r>
      <w:r>
        <w:t>M. de </w:t>
      </w:r>
      <w:proofErr w:type="spellStart"/>
      <w:r w:rsidR="0024252B" w:rsidRPr="002813C1">
        <w:t>Valorsay</w:t>
      </w:r>
      <w:proofErr w:type="spellEnd"/>
      <w:r w:rsidR="0024252B" w:rsidRPr="002813C1">
        <w:t xml:space="preserve"> triomphant</w:t>
      </w:r>
      <w:r>
        <w:t>.</w:t>
      </w:r>
    </w:p>
    <w:p w14:paraId="7EE8ED0A" w14:textId="77777777" w:rsidR="00B77E03" w:rsidRDefault="0024252B" w:rsidP="00B77E03">
      <w:r w:rsidRPr="002813C1">
        <w:t>Ou encore</w:t>
      </w:r>
      <w:r w:rsidR="00B77E03">
        <w:t> :</w:t>
      </w:r>
    </w:p>
    <w:p w14:paraId="04686407" w14:textId="0E6F3B15" w:rsidR="00B77E03" w:rsidRDefault="00B77E03" w:rsidP="00B77E03">
      <w:r>
        <w:t>— </w:t>
      </w:r>
      <w:r w:rsidR="0024252B" w:rsidRPr="002813C1">
        <w:t xml:space="preserve">Quel merveilleux instrument que ce </w:t>
      </w:r>
      <w:proofErr w:type="spellStart"/>
      <w:r w:rsidR="0024252B" w:rsidRPr="002813C1">
        <w:t>Wilkie</w:t>
      </w:r>
      <w:proofErr w:type="spellEnd"/>
      <w:r>
        <w:t xml:space="preserve"> ? </w:t>
      </w:r>
      <w:r w:rsidR="0024252B" w:rsidRPr="002813C1">
        <w:t>Sur un mot en l</w:t>
      </w:r>
      <w:r>
        <w:t>’</w:t>
      </w:r>
      <w:r w:rsidR="0024252B" w:rsidRPr="002813C1">
        <w:t>air</w:t>
      </w:r>
      <w:r>
        <w:t xml:space="preserve">, </w:t>
      </w:r>
      <w:r w:rsidR="0024252B" w:rsidRPr="002813C1">
        <w:t>il a donné congé à tous ses domestiques</w:t>
      </w:r>
      <w:r>
        <w:t xml:space="preserve">, </w:t>
      </w:r>
      <w:r w:rsidR="0024252B" w:rsidRPr="002813C1">
        <w:t>l</w:t>
      </w:r>
      <w:r>
        <w:t>’</w:t>
      </w:r>
      <w:r w:rsidR="0024252B" w:rsidRPr="002813C1">
        <w:t xml:space="preserve">hôtel de </w:t>
      </w:r>
      <w:proofErr w:type="spellStart"/>
      <w:r w:rsidR="0024252B" w:rsidRPr="002813C1">
        <w:t>Chalusse</w:t>
      </w:r>
      <w:proofErr w:type="spellEnd"/>
      <w:r w:rsidR="0024252B" w:rsidRPr="002813C1">
        <w:t xml:space="preserve"> va être désert</w:t>
      </w:r>
      <w:r>
        <w:t>, M</w:t>
      </w:r>
      <w:r w:rsidRPr="00B77E03">
        <w:rPr>
          <w:vertAlign w:val="superscript"/>
        </w:rPr>
        <w:t>me</w:t>
      </w:r>
      <w:r>
        <w:t> </w:t>
      </w:r>
      <w:r w:rsidR="0024252B" w:rsidRPr="002813C1">
        <w:t xml:space="preserve">Léon et </w:t>
      </w:r>
      <w:proofErr w:type="spellStart"/>
      <w:r w:rsidR="0024252B" w:rsidRPr="002813C1">
        <w:t>Vantrasson</w:t>
      </w:r>
      <w:proofErr w:type="spellEnd"/>
      <w:r w:rsidR="0024252B" w:rsidRPr="002813C1">
        <w:t xml:space="preserve"> pourront opérer à loisir</w:t>
      </w:r>
      <w:r>
        <w:t>.</w:t>
      </w:r>
    </w:p>
    <w:p w14:paraId="1ED5244A" w14:textId="552D5586" w:rsidR="00B77E03" w:rsidRDefault="0024252B" w:rsidP="00B77E03">
      <w:r w:rsidRPr="002813C1">
        <w:t>Dix heures sonnèrent</w:t>
      </w:r>
      <w:r w:rsidR="00B77E03">
        <w:t>, M. </w:t>
      </w:r>
      <w:proofErr w:type="spellStart"/>
      <w:r w:rsidRPr="002813C1">
        <w:t>Wilkie</w:t>
      </w:r>
      <w:proofErr w:type="spellEnd"/>
      <w:r w:rsidRPr="002813C1">
        <w:t xml:space="preserve"> parut</w:t>
      </w:r>
      <w:r w:rsidR="00B77E03">
        <w:t>.</w:t>
      </w:r>
    </w:p>
    <w:p w14:paraId="6BB032AA" w14:textId="77777777" w:rsidR="00B77E03" w:rsidRDefault="00B77E03" w:rsidP="00B77E03">
      <w:r>
        <w:t>— </w:t>
      </w:r>
      <w:proofErr w:type="spellStart"/>
      <w:r w:rsidR="0024252B" w:rsidRPr="002813C1">
        <w:t>Venez-vous</w:t>
      </w:r>
      <w:proofErr w:type="spellEnd"/>
      <w:r>
        <w:t xml:space="preserve">, </w:t>
      </w:r>
      <w:r w:rsidR="0024252B" w:rsidRPr="002813C1">
        <w:t>excellents bons</w:t>
      </w:r>
      <w:r>
        <w:t xml:space="preserve">, </w:t>
      </w:r>
      <w:r w:rsidR="0024252B" w:rsidRPr="002813C1">
        <w:t>dit-il</w:t>
      </w:r>
      <w:r>
        <w:t xml:space="preserve">, </w:t>
      </w:r>
      <w:r w:rsidR="0024252B" w:rsidRPr="002813C1">
        <w:t>mon huit-ressorts est en bas</w:t>
      </w:r>
      <w:r>
        <w:t>.</w:t>
      </w:r>
    </w:p>
    <w:p w14:paraId="1B15CC23" w14:textId="2002AD9E" w:rsidR="00B77E03" w:rsidRDefault="0024252B" w:rsidP="00B77E03">
      <w:r w:rsidRPr="002813C1">
        <w:t>Ils partirent</w:t>
      </w:r>
      <w:r w:rsidR="00B77E03">
        <w:t xml:space="preserve">, </w:t>
      </w:r>
      <w:r w:rsidRPr="002813C1">
        <w:t>et cinq minutes plus tard</w:t>
      </w:r>
      <w:r w:rsidR="00B77E03">
        <w:t xml:space="preserve">, </w:t>
      </w:r>
      <w:r w:rsidRPr="002813C1">
        <w:t xml:space="preserve">on les annonçait chez le baron </w:t>
      </w:r>
      <w:proofErr w:type="spellStart"/>
      <w:r w:rsidRPr="002813C1">
        <w:t>Trigault</w:t>
      </w:r>
      <w:proofErr w:type="spellEnd"/>
      <w:r w:rsidR="00B77E03">
        <w:t xml:space="preserve">, </w:t>
      </w:r>
      <w:r w:rsidRPr="002813C1">
        <w:t xml:space="preserve">lequel accueillit </w:t>
      </w:r>
      <w:r w:rsidR="00B77E03">
        <w:t>M. </w:t>
      </w:r>
      <w:proofErr w:type="spellStart"/>
      <w:r w:rsidRPr="002813C1">
        <w:t>Wilkie</w:t>
      </w:r>
      <w:proofErr w:type="spellEnd"/>
      <w:r w:rsidRPr="002813C1">
        <w:t xml:space="preserve"> comme s</w:t>
      </w:r>
      <w:r w:rsidR="00B77E03">
        <w:t>’</w:t>
      </w:r>
      <w:r w:rsidRPr="002813C1">
        <w:t>il ne l</w:t>
      </w:r>
      <w:r w:rsidR="00B77E03">
        <w:t>’</w:t>
      </w:r>
      <w:r w:rsidRPr="002813C1">
        <w:t>eût jamais vu ailleurs</w:t>
      </w:r>
      <w:r w:rsidR="00B77E03">
        <w:t>.</w:t>
      </w:r>
    </w:p>
    <w:p w14:paraId="2E90EDAF" w14:textId="4C9DBA8B" w:rsidR="00B77E03" w:rsidRDefault="0024252B" w:rsidP="00B77E03">
      <w:r w:rsidRPr="002813C1">
        <w:t>Il y avait beaucoup de monde déjà</w:t>
      </w:r>
      <w:r w:rsidR="00B77E03">
        <w:t xml:space="preserve">, </w:t>
      </w:r>
      <w:r w:rsidRPr="002813C1">
        <w:t>trois ou quatre cents personnes</w:t>
      </w:r>
      <w:r w:rsidR="00B77E03">
        <w:t xml:space="preserve">, </w:t>
      </w:r>
      <w:r w:rsidRPr="002813C1">
        <w:t xml:space="preserve">la fine fleur de la </w:t>
      </w:r>
      <w:r w:rsidR="00B77E03">
        <w:t>« </w:t>
      </w:r>
      <w:r w:rsidRPr="002813C1">
        <w:t>haute vie</w:t>
      </w:r>
      <w:r w:rsidR="00B77E03">
        <w:t>, »</w:t>
      </w:r>
      <w:r w:rsidRPr="002813C1">
        <w:t xml:space="preserve"> du sport et de la table de jeu</w:t>
      </w:r>
      <w:r w:rsidR="00B77E03">
        <w:t xml:space="preserve">. </w:t>
      </w:r>
      <w:r w:rsidRPr="002813C1">
        <w:t xml:space="preserve">Tous les anciens habitués de </w:t>
      </w:r>
      <w:r w:rsidR="00B77E03">
        <w:t>M</w:t>
      </w:r>
      <w:r w:rsidR="00B77E03" w:rsidRPr="00B77E03">
        <w:rPr>
          <w:vertAlign w:val="superscript"/>
        </w:rPr>
        <w:t>me</w:t>
      </w:r>
      <w:r w:rsidR="00B77E03">
        <w:t> </w:t>
      </w:r>
      <w:r w:rsidRPr="002813C1">
        <w:t>d</w:t>
      </w:r>
      <w:r w:rsidR="00B77E03">
        <w:t>’</w:t>
      </w:r>
      <w:r w:rsidRPr="002813C1">
        <w:t>Argelès étaient là</w:t>
      </w:r>
      <w:r w:rsidR="00B77E03">
        <w:t>, M. de </w:t>
      </w:r>
      <w:proofErr w:type="spellStart"/>
      <w:r w:rsidRPr="002813C1">
        <w:t>Fondège</w:t>
      </w:r>
      <w:proofErr w:type="spellEnd"/>
      <w:r w:rsidRPr="002813C1">
        <w:t xml:space="preserve"> y retroussait ses moustaches</w:t>
      </w:r>
      <w:r w:rsidR="00B77E03">
        <w:t xml:space="preserve">, </w:t>
      </w:r>
      <w:r w:rsidRPr="002813C1">
        <w:t>Kami-Bey s</w:t>
      </w:r>
      <w:r w:rsidR="00B77E03">
        <w:t>’</w:t>
      </w:r>
      <w:r w:rsidRPr="002813C1">
        <w:t>y étalait</w:t>
      </w:r>
      <w:r w:rsidR="00B77E03">
        <w:t xml:space="preserve">, </w:t>
      </w:r>
      <w:r w:rsidRPr="002813C1">
        <w:t>reconnaissable à son ventre piriforme et à son éternel fez rouge</w:t>
      </w:r>
      <w:r w:rsidR="00B77E03">
        <w:t>.</w:t>
      </w:r>
    </w:p>
    <w:p w14:paraId="24C468A0" w14:textId="035ED0F7" w:rsidR="00B77E03" w:rsidRDefault="0024252B" w:rsidP="00B77E03">
      <w:r w:rsidRPr="002813C1">
        <w:t>Puis</w:t>
      </w:r>
      <w:r w:rsidR="00B77E03">
        <w:t xml:space="preserve">, </w:t>
      </w:r>
      <w:r w:rsidRPr="002813C1">
        <w:t>parmi tous ces hommes</w:t>
      </w:r>
      <w:r w:rsidR="00B77E03">
        <w:t xml:space="preserve">, </w:t>
      </w:r>
      <w:r w:rsidRPr="002813C1">
        <w:t>d</w:t>
      </w:r>
      <w:r w:rsidR="00B77E03">
        <w:t>’</w:t>
      </w:r>
      <w:r w:rsidRPr="002813C1">
        <w:t>une élégance étudiée</w:t>
      </w:r>
      <w:r w:rsidR="00B77E03">
        <w:t xml:space="preserve">, </w:t>
      </w:r>
      <w:r w:rsidRPr="002813C1">
        <w:t xml:space="preserve">tous connus de </w:t>
      </w:r>
      <w:r w:rsidR="00B77E03">
        <w:t>M. de </w:t>
      </w:r>
      <w:proofErr w:type="spellStart"/>
      <w:r w:rsidRPr="002813C1">
        <w:t>Valorsay</w:t>
      </w:r>
      <w:proofErr w:type="spellEnd"/>
      <w:r w:rsidR="00B77E03">
        <w:t xml:space="preserve">, </w:t>
      </w:r>
      <w:r w:rsidRPr="002813C1">
        <w:t>d</w:t>
      </w:r>
      <w:r w:rsidR="00B77E03">
        <w:t>’</w:t>
      </w:r>
      <w:r w:rsidRPr="002813C1">
        <w:t>autres circulaient</w:t>
      </w:r>
      <w:r w:rsidR="00B77E03">
        <w:t xml:space="preserve">, </w:t>
      </w:r>
      <w:r w:rsidRPr="002813C1">
        <w:t>plus graves et d</w:t>
      </w:r>
      <w:r w:rsidR="00B77E03">
        <w:t>’</w:t>
      </w:r>
      <w:r w:rsidRPr="002813C1">
        <w:t>allures toutes différentes</w:t>
      </w:r>
      <w:r w:rsidR="00B77E03">
        <w:t xml:space="preserve">… </w:t>
      </w:r>
      <w:r w:rsidRPr="002813C1">
        <w:t>Leur gilet était moins ouvert</w:t>
      </w:r>
      <w:r w:rsidR="00B77E03">
        <w:t xml:space="preserve">, </w:t>
      </w:r>
      <w:r w:rsidRPr="002813C1">
        <w:t>leur habit tombait moins correctement</w:t>
      </w:r>
      <w:r w:rsidR="00B77E03">
        <w:t xml:space="preserve">, </w:t>
      </w:r>
      <w:r w:rsidRPr="002813C1">
        <w:t>mais leur physionomie ne respirait pas seulement l</w:t>
      </w:r>
      <w:r w:rsidR="00B77E03">
        <w:t>’</w:t>
      </w:r>
      <w:r w:rsidRPr="002813C1">
        <w:t>idiote satisfaction de soi</w:t>
      </w:r>
      <w:r w:rsidR="00B77E03">
        <w:t xml:space="preserve">, </w:t>
      </w:r>
      <w:r w:rsidRPr="002813C1">
        <w:t>et leurs yeux trahissaient autre chose que le néant de la pensée</w:t>
      </w:r>
      <w:r w:rsidR="00B77E03">
        <w:t>.</w:t>
      </w:r>
    </w:p>
    <w:p w14:paraId="61CEB359" w14:textId="33666162" w:rsidR="00B77E03" w:rsidRDefault="00B77E03" w:rsidP="00B77E03">
      <w:r>
        <w:lastRenderedPageBreak/>
        <w:t>— </w:t>
      </w:r>
      <w:r w:rsidR="0024252B" w:rsidRPr="002813C1">
        <w:t>Ah ça</w:t>
      </w:r>
      <w:r>
        <w:t xml:space="preserve">, </w:t>
      </w:r>
      <w:r w:rsidR="0024252B" w:rsidRPr="002813C1">
        <w:t>murmura le marquis à l</w:t>
      </w:r>
      <w:r>
        <w:t>’</w:t>
      </w:r>
      <w:r w:rsidR="0024252B" w:rsidRPr="002813C1">
        <w:t xml:space="preserve">oreille de </w:t>
      </w:r>
      <w:r>
        <w:t>M. de </w:t>
      </w:r>
      <w:proofErr w:type="spellStart"/>
      <w:r w:rsidR="0024252B" w:rsidRPr="002813C1">
        <w:t>Coralth</w:t>
      </w:r>
      <w:proofErr w:type="spellEnd"/>
      <w:r>
        <w:t xml:space="preserve">, </w:t>
      </w:r>
      <w:r w:rsidR="0024252B" w:rsidRPr="002813C1">
        <w:t>qu</w:t>
      </w:r>
      <w:r>
        <w:t>’</w:t>
      </w:r>
      <w:r w:rsidR="0024252B" w:rsidRPr="002813C1">
        <w:t>est-ce que c</w:t>
      </w:r>
      <w:r>
        <w:t>’</w:t>
      </w:r>
      <w:r w:rsidR="0024252B" w:rsidRPr="002813C1">
        <w:t>est que ces gens-là</w:t>
      </w:r>
      <w:r>
        <w:t xml:space="preserve"> ? </w:t>
      </w:r>
      <w:r w:rsidR="0024252B" w:rsidRPr="002813C1">
        <w:t>On jurerait des avocats et des magistrats</w:t>
      </w:r>
      <w:r>
        <w:t>…</w:t>
      </w:r>
    </w:p>
    <w:p w14:paraId="490E85D2" w14:textId="28FDC637" w:rsidR="00B77E03" w:rsidRDefault="0024252B" w:rsidP="00B77E03">
      <w:r w:rsidRPr="002813C1">
        <w:t>Il ne croyait pas si bien dire</w:t>
      </w:r>
      <w:r w:rsidR="00B77E03">
        <w:t xml:space="preserve">, </w:t>
      </w:r>
      <w:r w:rsidRPr="002813C1">
        <w:t>et sans l</w:t>
      </w:r>
      <w:r w:rsidR="00B77E03">
        <w:t>’</w:t>
      </w:r>
      <w:r w:rsidRPr="002813C1">
        <w:t>ombre d</w:t>
      </w:r>
      <w:r w:rsidR="00B77E03">
        <w:t>’</w:t>
      </w:r>
      <w:r w:rsidRPr="002813C1">
        <w:t>une inquiétude</w:t>
      </w:r>
      <w:r w:rsidR="00B77E03">
        <w:t xml:space="preserve">, </w:t>
      </w:r>
      <w:r w:rsidRPr="002813C1">
        <w:t>il passait de groupe en groupe</w:t>
      </w:r>
      <w:r w:rsidR="00B77E03">
        <w:t xml:space="preserve">, </w:t>
      </w:r>
      <w:r w:rsidRPr="002813C1">
        <w:t xml:space="preserve">échangeant des poignées de main en présentant </w:t>
      </w:r>
      <w:r w:rsidR="00B77E03">
        <w:t>M. </w:t>
      </w:r>
      <w:proofErr w:type="spellStart"/>
      <w:r w:rsidRPr="002813C1">
        <w:t>Wilkie</w:t>
      </w:r>
      <w:proofErr w:type="spellEnd"/>
      <w:r w:rsidR="00B77E03">
        <w:t>…</w:t>
      </w:r>
    </w:p>
    <w:p w14:paraId="5DACDDA2" w14:textId="42A7BF16" w:rsidR="00B77E03" w:rsidRDefault="0024252B" w:rsidP="00B77E03">
      <w:r w:rsidRPr="002813C1">
        <w:t>Une étrange nouvelle circulait tout bas</w:t>
      </w:r>
      <w:r w:rsidR="00B77E03">
        <w:t xml:space="preserve">… </w:t>
      </w:r>
      <w:r w:rsidRPr="002813C1">
        <w:t>On racontait</w:t>
      </w:r>
      <w:r w:rsidR="00B77E03">
        <w:t xml:space="preserve">, </w:t>
      </w:r>
      <w:r w:rsidRPr="002813C1">
        <w:t>comment l</w:t>
      </w:r>
      <w:r w:rsidR="00B77E03">
        <w:t>’</w:t>
      </w:r>
      <w:r w:rsidRPr="002813C1">
        <w:t>avait-on su</w:t>
      </w:r>
      <w:r w:rsidR="00B77E03">
        <w:t xml:space="preserve"> ?… </w:t>
      </w:r>
      <w:r w:rsidRPr="002813C1">
        <w:t>qu</w:t>
      </w:r>
      <w:r w:rsidR="00B77E03">
        <w:t>’</w:t>
      </w:r>
      <w:r w:rsidRPr="002813C1">
        <w:t>à la suite d</w:t>
      </w:r>
      <w:r w:rsidR="00B77E03">
        <w:t>’</w:t>
      </w:r>
      <w:r w:rsidRPr="002813C1">
        <w:t>une querelle avec son mari</w:t>
      </w:r>
      <w:r w:rsidR="00B77E03">
        <w:t>, M</w:t>
      </w:r>
      <w:r w:rsidR="00B77E03" w:rsidRPr="00B77E03">
        <w:rPr>
          <w:vertAlign w:val="superscript"/>
        </w:rPr>
        <w:t>me</w:t>
      </w:r>
      <w:r w:rsidR="00B77E03">
        <w:t> </w:t>
      </w:r>
      <w:proofErr w:type="spellStart"/>
      <w:r w:rsidRPr="002813C1">
        <w:t>Trigault</w:t>
      </w:r>
      <w:proofErr w:type="spellEnd"/>
      <w:r w:rsidRPr="002813C1">
        <w:t xml:space="preserve"> avait quitté Paris la veille</w:t>
      </w:r>
      <w:r w:rsidR="00B77E03">
        <w:t xml:space="preserve">. </w:t>
      </w:r>
      <w:r w:rsidRPr="002813C1">
        <w:t>On allait jusqu</w:t>
      </w:r>
      <w:r w:rsidR="00B77E03">
        <w:t>’</w:t>
      </w:r>
      <w:r w:rsidRPr="002813C1">
        <w:t>à citer ses dernières paroles au baron</w:t>
      </w:r>
      <w:r w:rsidR="00B77E03">
        <w:t>…</w:t>
      </w:r>
    </w:p>
    <w:p w14:paraId="0BE9FE96" w14:textId="77777777" w:rsidR="00B77E03" w:rsidRDefault="00B77E03" w:rsidP="00B77E03">
      <w:r>
        <w:t>— </w:t>
      </w:r>
      <w:r w:rsidR="0024252B" w:rsidRPr="002813C1">
        <w:t>Vous ne me reverrez jamais</w:t>
      </w:r>
      <w:r>
        <w:t xml:space="preserve"> !… </w:t>
      </w:r>
      <w:r w:rsidR="0024252B" w:rsidRPr="002813C1">
        <w:t>avait-elle dit</w:t>
      </w:r>
      <w:r>
        <w:t xml:space="preserve">. </w:t>
      </w:r>
      <w:r w:rsidR="0024252B" w:rsidRPr="002813C1">
        <w:t>Vous êtes bien vengé</w:t>
      </w:r>
      <w:r>
        <w:t xml:space="preserve">… </w:t>
      </w:r>
      <w:r w:rsidR="0024252B" w:rsidRPr="002813C1">
        <w:t>Adieu</w:t>
      </w:r>
      <w:r>
        <w:t> !…</w:t>
      </w:r>
    </w:p>
    <w:p w14:paraId="4B6D33B5" w14:textId="77777777" w:rsidR="00B77E03" w:rsidRDefault="0024252B" w:rsidP="00B77E03">
      <w:r w:rsidRPr="002813C1">
        <w:t>Les bien-informés</w:t>
      </w:r>
      <w:r w:rsidR="00B77E03">
        <w:t xml:space="preserve">, </w:t>
      </w:r>
      <w:r w:rsidRPr="002813C1">
        <w:t>gens au courant de tous les scandales malpropres</w:t>
      </w:r>
      <w:r w:rsidR="00B77E03">
        <w:t xml:space="preserve">, </w:t>
      </w:r>
      <w:r w:rsidRPr="002813C1">
        <w:t>déclaraient l</w:t>
      </w:r>
      <w:r w:rsidR="00B77E03">
        <w:t>’</w:t>
      </w:r>
      <w:r w:rsidRPr="002813C1">
        <w:t>histoire fausse</w:t>
      </w:r>
      <w:r w:rsidR="00B77E03">
        <w:t xml:space="preserve">, </w:t>
      </w:r>
      <w:r w:rsidRPr="002813C1">
        <w:t>soutenant que si la baronne se fût enfuie</w:t>
      </w:r>
      <w:r w:rsidR="00B77E03">
        <w:t xml:space="preserve">, </w:t>
      </w:r>
      <w:r w:rsidRPr="002813C1">
        <w:t>comme on le disait</w:t>
      </w:r>
      <w:r w:rsidR="00B77E03">
        <w:t xml:space="preserve">, </w:t>
      </w:r>
      <w:r w:rsidRPr="002813C1">
        <w:t>on n</w:t>
      </w:r>
      <w:r w:rsidR="00B77E03">
        <w:t>’</w:t>
      </w:r>
      <w:r w:rsidRPr="002813C1">
        <w:t xml:space="preserve">eût point vu le beau vicomte de </w:t>
      </w:r>
      <w:proofErr w:type="spellStart"/>
      <w:r w:rsidRPr="002813C1">
        <w:t>Coralth</w:t>
      </w:r>
      <w:proofErr w:type="spellEnd"/>
      <w:r w:rsidRPr="002813C1">
        <w:t xml:space="preserve"> calme et souriant</w:t>
      </w:r>
      <w:r w:rsidR="00B77E03">
        <w:t>…</w:t>
      </w:r>
    </w:p>
    <w:p w14:paraId="4C5C34E2" w14:textId="57F86B4D" w:rsidR="00B77E03" w:rsidRDefault="0024252B" w:rsidP="00B77E03">
      <w:r w:rsidRPr="002813C1">
        <w:t>L</w:t>
      </w:r>
      <w:r w:rsidR="00B77E03">
        <w:t>’</w:t>
      </w:r>
      <w:r w:rsidRPr="002813C1">
        <w:t>histoire était vraie</w:t>
      </w:r>
      <w:r w:rsidR="00B77E03">
        <w:t xml:space="preserve">, </w:t>
      </w:r>
      <w:r w:rsidRPr="002813C1">
        <w:t>cependant</w:t>
      </w:r>
      <w:r w:rsidR="00B77E03">
        <w:t xml:space="preserve"> !… </w:t>
      </w:r>
      <w:r w:rsidRPr="002813C1">
        <w:t xml:space="preserve">Mais </w:t>
      </w:r>
      <w:r w:rsidR="00B77E03">
        <w:t>M. de </w:t>
      </w:r>
      <w:proofErr w:type="spellStart"/>
      <w:r w:rsidRPr="002813C1">
        <w:t>Coralth</w:t>
      </w:r>
      <w:proofErr w:type="spellEnd"/>
      <w:r w:rsidRPr="002813C1">
        <w:t xml:space="preserve"> se souciait bien de la baronne</w:t>
      </w:r>
      <w:r w:rsidR="00B77E03">
        <w:t xml:space="preserve">, </w:t>
      </w:r>
      <w:r w:rsidRPr="002813C1">
        <w:t>en vérité</w:t>
      </w:r>
      <w:r w:rsidR="00B77E03">
        <w:t xml:space="preserve"> !… </w:t>
      </w:r>
      <w:r w:rsidRPr="002813C1">
        <w:t>N</w:t>
      </w:r>
      <w:r w:rsidR="00B77E03">
        <w:t>’</w:t>
      </w:r>
      <w:r w:rsidRPr="002813C1">
        <w:t xml:space="preserve">avait-il pas en poche la signature de </w:t>
      </w:r>
      <w:r w:rsidR="00B77E03">
        <w:t>M. </w:t>
      </w:r>
      <w:proofErr w:type="spellStart"/>
      <w:r w:rsidRPr="002813C1">
        <w:t>Wilkie</w:t>
      </w:r>
      <w:proofErr w:type="spellEnd"/>
      <w:r w:rsidR="00B77E03">
        <w:t xml:space="preserve">, </w:t>
      </w:r>
      <w:r w:rsidRPr="002813C1">
        <w:t>laquelle</w:t>
      </w:r>
      <w:r w:rsidR="00B77E03">
        <w:t xml:space="preserve">, </w:t>
      </w:r>
      <w:r w:rsidRPr="002813C1">
        <w:t>à cette heure</w:t>
      </w:r>
      <w:r w:rsidR="00B77E03">
        <w:t xml:space="preserve">, </w:t>
      </w:r>
      <w:r w:rsidRPr="002813C1">
        <w:t>représentait pour lui plus d</w:t>
      </w:r>
      <w:r w:rsidR="00B77E03">
        <w:t>’</w:t>
      </w:r>
      <w:r w:rsidRPr="002813C1">
        <w:t>un demi-million</w:t>
      </w:r>
      <w:r w:rsidR="00B77E03">
        <w:t> ?…</w:t>
      </w:r>
    </w:p>
    <w:p w14:paraId="3B2534DB" w14:textId="1E42B3C4" w:rsidR="00B77E03" w:rsidRDefault="0024252B" w:rsidP="00B77E03">
      <w:r w:rsidRPr="002813C1">
        <w:t>Debout</w:t>
      </w:r>
      <w:r w:rsidR="00B77E03">
        <w:t xml:space="preserve">, </w:t>
      </w:r>
      <w:r w:rsidRPr="002813C1">
        <w:t>près d</w:t>
      </w:r>
      <w:r w:rsidR="00B77E03">
        <w:t>’</w:t>
      </w:r>
      <w:r w:rsidRPr="002813C1">
        <w:t>une des fenêtres de la grande galerie</w:t>
      </w:r>
      <w:r w:rsidR="00B77E03">
        <w:t xml:space="preserve">, </w:t>
      </w:r>
      <w:r w:rsidRPr="002813C1">
        <w:t xml:space="preserve">entre le marquis de </w:t>
      </w:r>
      <w:proofErr w:type="spellStart"/>
      <w:r w:rsidRPr="002813C1">
        <w:t>Valorsay</w:t>
      </w:r>
      <w:proofErr w:type="spellEnd"/>
      <w:r w:rsidRPr="002813C1">
        <w:t xml:space="preserve"> et </w:t>
      </w:r>
      <w:r w:rsidR="00B77E03">
        <w:t>M. </w:t>
      </w:r>
      <w:proofErr w:type="spellStart"/>
      <w:r w:rsidRPr="002813C1">
        <w:t>Wilkie</w:t>
      </w:r>
      <w:proofErr w:type="spellEnd"/>
      <w:r w:rsidR="00B77E03">
        <w:t xml:space="preserve">, </w:t>
      </w:r>
      <w:r w:rsidRPr="002813C1">
        <w:t>le brillant vicomte pérorait</w:t>
      </w:r>
      <w:r w:rsidR="00B77E03">
        <w:t xml:space="preserve">, </w:t>
      </w:r>
      <w:r w:rsidRPr="002813C1">
        <w:t>non sans esprit</w:t>
      </w:r>
      <w:r w:rsidR="00B77E03">
        <w:t xml:space="preserve">, </w:t>
      </w:r>
      <w:r w:rsidRPr="002813C1">
        <w:t>non sans plus de méchanceté encore</w:t>
      </w:r>
      <w:r w:rsidR="00B77E03">
        <w:t xml:space="preserve">, </w:t>
      </w:r>
      <w:r w:rsidRPr="002813C1">
        <w:t>lorsqu</w:t>
      </w:r>
      <w:r w:rsidR="00B77E03">
        <w:t>’</w:t>
      </w:r>
      <w:r w:rsidRPr="002813C1">
        <w:t>un valet de pied</w:t>
      </w:r>
      <w:r w:rsidR="00B77E03">
        <w:t xml:space="preserve">, </w:t>
      </w:r>
      <w:r w:rsidRPr="002813C1">
        <w:t>d</w:t>
      </w:r>
      <w:r w:rsidR="00B77E03">
        <w:t>’</w:t>
      </w:r>
      <w:r w:rsidRPr="002813C1">
        <w:t>une voix si éclatante que toutes les conversations en furent interrompues</w:t>
      </w:r>
      <w:r w:rsidR="00B77E03">
        <w:t xml:space="preserve">, </w:t>
      </w:r>
      <w:r w:rsidRPr="002813C1">
        <w:t>annonça</w:t>
      </w:r>
      <w:r w:rsidR="00B77E03">
        <w:t> :</w:t>
      </w:r>
    </w:p>
    <w:p w14:paraId="7475BBD2" w14:textId="46A96DFC" w:rsidR="00B77E03" w:rsidRDefault="00B77E03" w:rsidP="00B77E03">
      <w:r>
        <w:t>— M. </w:t>
      </w:r>
      <w:proofErr w:type="spellStart"/>
      <w:r w:rsidR="0024252B" w:rsidRPr="002813C1">
        <w:t>Mauméjan</w:t>
      </w:r>
      <w:proofErr w:type="spellEnd"/>
      <w:r>
        <w:t> !…</w:t>
      </w:r>
    </w:p>
    <w:p w14:paraId="72D8927D" w14:textId="63F806DD" w:rsidR="00B77E03" w:rsidRDefault="0024252B" w:rsidP="00B77E03">
      <w:r w:rsidRPr="002813C1">
        <w:t xml:space="preserve">Que </w:t>
      </w:r>
      <w:proofErr w:type="spellStart"/>
      <w:r w:rsidRPr="002813C1">
        <w:t>Mauméjan</w:t>
      </w:r>
      <w:proofErr w:type="spellEnd"/>
      <w:r w:rsidR="00B77E03">
        <w:t xml:space="preserve">, </w:t>
      </w:r>
      <w:r w:rsidRPr="002813C1">
        <w:t>un des hommes d</w:t>
      </w:r>
      <w:r w:rsidR="00B77E03">
        <w:t>’</w:t>
      </w:r>
      <w:r w:rsidRPr="002813C1">
        <w:t>affaires du baron</w:t>
      </w:r>
      <w:r w:rsidR="00B77E03">
        <w:t xml:space="preserve">, </w:t>
      </w:r>
      <w:r w:rsidRPr="002813C1">
        <w:t>fût reçu chez lui</w:t>
      </w:r>
      <w:r w:rsidR="00B77E03">
        <w:t xml:space="preserve">, </w:t>
      </w:r>
      <w:r w:rsidRPr="002813C1">
        <w:t xml:space="preserve">cela parut si simple à </w:t>
      </w:r>
      <w:r w:rsidR="00B77E03">
        <w:t>M. de </w:t>
      </w:r>
      <w:proofErr w:type="spellStart"/>
      <w:r w:rsidRPr="002813C1">
        <w:t>Valorsay</w:t>
      </w:r>
      <w:proofErr w:type="spellEnd"/>
      <w:r w:rsidR="00B77E03">
        <w:t xml:space="preserve">, </w:t>
      </w:r>
      <w:r w:rsidRPr="002813C1">
        <w:t>qu</w:t>
      </w:r>
      <w:r w:rsidR="00B77E03">
        <w:t>’</w:t>
      </w:r>
      <w:r w:rsidRPr="002813C1">
        <w:t>il ne bougea pas</w:t>
      </w:r>
      <w:r w:rsidR="00B77E03">
        <w:t>.</w:t>
      </w:r>
    </w:p>
    <w:p w14:paraId="272E21C9" w14:textId="666B357F" w:rsidR="00B77E03" w:rsidRDefault="0024252B" w:rsidP="00B77E03">
      <w:r w:rsidRPr="002813C1">
        <w:lastRenderedPageBreak/>
        <w:t xml:space="preserve">Mais </w:t>
      </w:r>
      <w:r w:rsidR="00B77E03">
        <w:t>M. de </w:t>
      </w:r>
      <w:proofErr w:type="spellStart"/>
      <w:r w:rsidRPr="002813C1">
        <w:t>Coralth</w:t>
      </w:r>
      <w:proofErr w:type="spellEnd"/>
      <w:r w:rsidRPr="002813C1">
        <w:t xml:space="preserve"> ayant entendu le nom</w:t>
      </w:r>
      <w:r w:rsidR="00B77E03">
        <w:t xml:space="preserve">, </w:t>
      </w:r>
      <w:r w:rsidRPr="002813C1">
        <w:t>voulut voir l</w:t>
      </w:r>
      <w:r w:rsidR="00B77E03">
        <w:t>’</w:t>
      </w:r>
      <w:r w:rsidRPr="002813C1">
        <w:t>homme qui avait si bien aidé et conseillé le marquis</w:t>
      </w:r>
      <w:r w:rsidR="00B77E03">
        <w:t>.</w:t>
      </w:r>
    </w:p>
    <w:p w14:paraId="46BC7DCF" w14:textId="77777777" w:rsidR="00B77E03" w:rsidRDefault="0024252B" w:rsidP="00B77E03">
      <w:r w:rsidRPr="002813C1">
        <w:t>Il tourna la tête</w:t>
      </w:r>
      <w:r w:rsidR="00B77E03">
        <w:t xml:space="preserve">, </w:t>
      </w:r>
      <w:r w:rsidRPr="002813C1">
        <w:t>et alors les paroles expirèrent dans sa gorge</w:t>
      </w:r>
      <w:r w:rsidR="00B77E03">
        <w:t xml:space="preserve">. </w:t>
      </w:r>
      <w:r w:rsidRPr="002813C1">
        <w:t>Il devint livide</w:t>
      </w:r>
      <w:r w:rsidR="00B77E03">
        <w:t xml:space="preserve">, </w:t>
      </w:r>
      <w:r w:rsidRPr="002813C1">
        <w:t>ses pupilles s</w:t>
      </w:r>
      <w:r w:rsidR="00B77E03">
        <w:t>’</w:t>
      </w:r>
      <w:r w:rsidRPr="002813C1">
        <w:t>agrandirent démesurément</w:t>
      </w:r>
      <w:r w:rsidR="00B77E03">
        <w:t xml:space="preserve">, </w:t>
      </w:r>
      <w:r w:rsidRPr="002813C1">
        <w:t xml:space="preserve">et à </w:t>
      </w:r>
      <w:proofErr w:type="spellStart"/>
      <w:r w:rsidRPr="002813C1">
        <w:t>grand</w:t>
      </w:r>
      <w:r w:rsidR="00B77E03">
        <w:t>’</w:t>
      </w:r>
      <w:r w:rsidRPr="002813C1">
        <w:t>peine</w:t>
      </w:r>
      <w:proofErr w:type="spellEnd"/>
      <w:r w:rsidRPr="002813C1">
        <w:t xml:space="preserve"> il balbutia</w:t>
      </w:r>
      <w:r w:rsidR="00B77E03">
        <w:t> :</w:t>
      </w:r>
    </w:p>
    <w:p w14:paraId="6FA7D899" w14:textId="77777777" w:rsidR="00B77E03" w:rsidRDefault="00B77E03" w:rsidP="00B77E03">
      <w:r>
        <w:t>— </w:t>
      </w:r>
      <w:r w:rsidR="0024252B" w:rsidRPr="002813C1">
        <w:t>Lui</w:t>
      </w:r>
      <w:r>
        <w:t> !…</w:t>
      </w:r>
    </w:p>
    <w:p w14:paraId="098FA2CE" w14:textId="77777777" w:rsidR="00B77E03" w:rsidRDefault="00B77E03" w:rsidP="00B77E03">
      <w:r>
        <w:t>— </w:t>
      </w:r>
      <w:r w:rsidR="0024252B" w:rsidRPr="002813C1">
        <w:t>Qui</w:t>
      </w:r>
      <w:r>
        <w:t xml:space="preserve"> ? </w:t>
      </w:r>
      <w:r w:rsidR="0024252B" w:rsidRPr="002813C1">
        <w:t>interrogea le marquis stupéfait</w:t>
      </w:r>
      <w:r>
        <w:t>.</w:t>
      </w:r>
    </w:p>
    <w:p w14:paraId="5C2428CB" w14:textId="77777777" w:rsidR="00B77E03" w:rsidRDefault="00B77E03" w:rsidP="00B77E03">
      <w:r>
        <w:t>— </w:t>
      </w:r>
      <w:r w:rsidR="0024252B" w:rsidRPr="002813C1">
        <w:t>Regardez</w:t>
      </w:r>
      <w:r>
        <w:t> !…</w:t>
      </w:r>
    </w:p>
    <w:p w14:paraId="4A2F8C34" w14:textId="3CED6592" w:rsidR="00B77E03" w:rsidRDefault="0024252B" w:rsidP="00B77E03">
      <w:r w:rsidRPr="002813C1">
        <w:t>À la suite de l</w:t>
      </w:r>
      <w:r w:rsidR="00B77E03">
        <w:t>’</w:t>
      </w:r>
      <w:r w:rsidRPr="002813C1">
        <w:t xml:space="preserve">homme annoncé sous le nom de </w:t>
      </w:r>
      <w:proofErr w:type="spellStart"/>
      <w:r w:rsidRPr="002813C1">
        <w:t>Mauméjan</w:t>
      </w:r>
      <w:proofErr w:type="spellEnd"/>
      <w:r w:rsidR="00B77E03">
        <w:t xml:space="preserve">, </w:t>
      </w:r>
      <w:r w:rsidRPr="002813C1">
        <w:t xml:space="preserve">apparaissait </w:t>
      </w:r>
      <w:r w:rsidR="00B77E03">
        <w:t>M</w:t>
      </w:r>
      <w:r w:rsidR="00B77E03" w:rsidRPr="00B77E03">
        <w:rPr>
          <w:vertAlign w:val="superscript"/>
        </w:rPr>
        <w:t>lle</w:t>
      </w:r>
      <w:r w:rsidR="00B77E03">
        <w:t> </w:t>
      </w:r>
      <w:r w:rsidRPr="002813C1">
        <w:t>Marguerite</w:t>
      </w:r>
      <w:r w:rsidR="00B77E03">
        <w:t xml:space="preserve">, </w:t>
      </w:r>
      <w:r w:rsidRPr="002813C1">
        <w:t>donnant le bras au vieux juge de paix</w:t>
      </w:r>
      <w:r w:rsidR="00B77E03">
        <w:t xml:space="preserve">, </w:t>
      </w:r>
      <w:r w:rsidRPr="002813C1">
        <w:t xml:space="preserve">et </w:t>
      </w:r>
      <w:r w:rsidR="00B77E03">
        <w:t>M</w:t>
      </w:r>
      <w:r w:rsidR="00B77E03" w:rsidRPr="00B77E03">
        <w:rPr>
          <w:vertAlign w:val="superscript"/>
        </w:rPr>
        <w:t>me</w:t>
      </w:r>
      <w:r w:rsidR="00B77E03">
        <w:t> </w:t>
      </w:r>
      <w:proofErr w:type="spellStart"/>
      <w:r w:rsidRPr="002813C1">
        <w:t>Férailleur</w:t>
      </w:r>
      <w:proofErr w:type="spellEnd"/>
      <w:r w:rsidR="00B77E03">
        <w:t xml:space="preserve">… </w:t>
      </w:r>
      <w:r w:rsidRPr="002813C1">
        <w:t xml:space="preserve">puis </w:t>
      </w:r>
      <w:r w:rsidR="00B77E03">
        <w:t>M. </w:t>
      </w:r>
      <w:r w:rsidRPr="002813C1">
        <w:t>Isidore Fortunat</w:t>
      </w:r>
      <w:r w:rsidR="00B77E03">
        <w:t xml:space="preserve">… </w:t>
      </w:r>
      <w:r w:rsidRPr="002813C1">
        <w:t>et enfin Chupin</w:t>
      </w:r>
      <w:r w:rsidR="00B77E03">
        <w:t xml:space="preserve">, </w:t>
      </w:r>
      <w:r w:rsidRPr="002813C1">
        <w:t>Victor Chupin</w:t>
      </w:r>
      <w:r w:rsidR="00B77E03">
        <w:t xml:space="preserve">, </w:t>
      </w:r>
      <w:r w:rsidRPr="002813C1">
        <w:t>resplendissant</w:t>
      </w:r>
      <w:r w:rsidR="00B77E03">
        <w:t xml:space="preserve">, </w:t>
      </w:r>
      <w:r w:rsidRPr="002813C1">
        <w:t xml:space="preserve">mais ne </w:t>
      </w:r>
      <w:r w:rsidR="00B77E03">
        <w:t>« </w:t>
      </w:r>
      <w:r w:rsidRPr="002813C1">
        <w:t>la menant pas large</w:t>
      </w:r>
      <w:r w:rsidR="00B77E03">
        <w:t>, »</w:t>
      </w:r>
      <w:r w:rsidRPr="002813C1">
        <w:t xml:space="preserve"> selon son expression</w:t>
      </w:r>
      <w:r w:rsidR="00B77E03">
        <w:t xml:space="preserve">, </w:t>
      </w:r>
      <w:r w:rsidRPr="002813C1">
        <w:t>dans un superbe habit noir tout battant neuf</w:t>
      </w:r>
      <w:r w:rsidR="00B77E03">
        <w:t>.</w:t>
      </w:r>
    </w:p>
    <w:p w14:paraId="512CC689" w14:textId="77777777" w:rsidR="00B77E03" w:rsidRDefault="0024252B" w:rsidP="00B77E03">
      <w:r w:rsidRPr="002813C1">
        <w:t xml:space="preserve">Le marquis de </w:t>
      </w:r>
      <w:proofErr w:type="spellStart"/>
      <w:r w:rsidRPr="002813C1">
        <w:t>Valorsay</w:t>
      </w:r>
      <w:proofErr w:type="spellEnd"/>
      <w:r w:rsidRPr="002813C1">
        <w:t xml:space="preserve"> ne pouvait plus ne pas comprendre</w:t>
      </w:r>
      <w:r w:rsidR="00B77E03">
        <w:t xml:space="preserve">. </w:t>
      </w:r>
      <w:r w:rsidRPr="002813C1">
        <w:t xml:space="preserve">Il comprit qui était ce </w:t>
      </w:r>
      <w:proofErr w:type="spellStart"/>
      <w:r w:rsidRPr="002813C1">
        <w:t>Mauméjan</w:t>
      </w:r>
      <w:proofErr w:type="spellEnd"/>
      <w:r w:rsidRPr="002813C1">
        <w:t xml:space="preserve"> et de quelle audacieuse comédie il avait été dupe</w:t>
      </w:r>
      <w:r w:rsidR="00B77E03">
        <w:t>…</w:t>
      </w:r>
    </w:p>
    <w:p w14:paraId="6DE63204" w14:textId="77777777" w:rsidR="00B77E03" w:rsidRDefault="0024252B" w:rsidP="00B77E03">
      <w:r w:rsidRPr="002813C1">
        <w:t>Son visage si effroyablement se décomposa</w:t>
      </w:r>
      <w:r w:rsidR="00B77E03">
        <w:t xml:space="preserve">, </w:t>
      </w:r>
      <w:r w:rsidRPr="002813C1">
        <w:t>que cinq ou six personnes s</w:t>
      </w:r>
      <w:r w:rsidR="00B77E03">
        <w:t>’</w:t>
      </w:r>
      <w:r w:rsidRPr="002813C1">
        <w:t>avancèrent</w:t>
      </w:r>
      <w:r w:rsidR="00B77E03">
        <w:t xml:space="preserve">, </w:t>
      </w:r>
      <w:r w:rsidRPr="002813C1">
        <w:t>disant</w:t>
      </w:r>
      <w:r w:rsidR="00B77E03">
        <w:t> :</w:t>
      </w:r>
    </w:p>
    <w:p w14:paraId="7BAAF5D9" w14:textId="77777777" w:rsidR="00B77E03" w:rsidRDefault="00B77E03" w:rsidP="00B77E03">
      <w:r>
        <w:t>— </w:t>
      </w:r>
      <w:r w:rsidR="0024252B" w:rsidRPr="002813C1">
        <w:t>Qu</w:t>
      </w:r>
      <w:r>
        <w:t>’</w:t>
      </w:r>
      <w:r w:rsidR="0024252B" w:rsidRPr="002813C1">
        <w:t>avez-vous</w:t>
      </w:r>
      <w:r>
        <w:t xml:space="preserve">, </w:t>
      </w:r>
      <w:r w:rsidR="0024252B" w:rsidRPr="002813C1">
        <w:t>marquis</w:t>
      </w:r>
      <w:r>
        <w:t> ?</w:t>
      </w:r>
    </w:p>
    <w:p w14:paraId="565A05A3" w14:textId="77777777" w:rsidR="00B77E03" w:rsidRDefault="0024252B" w:rsidP="00B77E03">
      <w:r w:rsidRPr="002813C1">
        <w:t>Il n</w:t>
      </w:r>
      <w:r w:rsidR="00B77E03">
        <w:t>’</w:t>
      </w:r>
      <w:r w:rsidRPr="002813C1">
        <w:t>avait rien</w:t>
      </w:r>
      <w:r w:rsidR="00B77E03">
        <w:t xml:space="preserve">, </w:t>
      </w:r>
      <w:r w:rsidRPr="002813C1">
        <w:t>sinon qu</w:t>
      </w:r>
      <w:r w:rsidR="00B77E03">
        <w:t>’</w:t>
      </w:r>
      <w:r w:rsidRPr="002813C1">
        <w:t>il se sentait pris au piège</w:t>
      </w:r>
      <w:r w:rsidR="00B77E03">
        <w:t xml:space="preserve">, </w:t>
      </w:r>
      <w:r w:rsidRPr="002813C1">
        <w:t>et ses regards affolés cherchaient une porte</w:t>
      </w:r>
      <w:r w:rsidR="00B77E03">
        <w:t xml:space="preserve">, </w:t>
      </w:r>
      <w:r w:rsidRPr="002813C1">
        <w:t>une fenêtre</w:t>
      </w:r>
      <w:r w:rsidR="00B77E03">
        <w:t xml:space="preserve">, </w:t>
      </w:r>
      <w:r w:rsidRPr="002813C1">
        <w:t>une issue</w:t>
      </w:r>
      <w:r w:rsidR="00B77E03">
        <w:t xml:space="preserve">, </w:t>
      </w:r>
      <w:r w:rsidRPr="002813C1">
        <w:t>pour fuir</w:t>
      </w:r>
      <w:r w:rsidR="00B77E03">
        <w:t>.</w:t>
      </w:r>
    </w:p>
    <w:p w14:paraId="7C3251E3" w14:textId="77777777" w:rsidR="00B77E03" w:rsidRDefault="0024252B" w:rsidP="00B77E03">
      <w:r w:rsidRPr="002813C1">
        <w:t>Mais un mot d</w:t>
      </w:r>
      <w:r w:rsidR="00B77E03">
        <w:t>’</w:t>
      </w:r>
      <w:r w:rsidRPr="002813C1">
        <w:t>ordre</w:t>
      </w:r>
      <w:r w:rsidR="00B77E03">
        <w:t xml:space="preserve">, </w:t>
      </w:r>
      <w:r w:rsidRPr="002813C1">
        <w:t>évidemment</w:t>
      </w:r>
      <w:r w:rsidR="00B77E03">
        <w:t xml:space="preserve">, </w:t>
      </w:r>
      <w:r w:rsidRPr="002813C1">
        <w:t>avait été donné</w:t>
      </w:r>
      <w:r w:rsidR="00B77E03">
        <w:t>.</w:t>
      </w:r>
    </w:p>
    <w:p w14:paraId="0B94FC27" w14:textId="77777777" w:rsidR="00B77E03" w:rsidRDefault="0024252B" w:rsidP="00B77E03">
      <w:r w:rsidRPr="002813C1">
        <w:t>Brusquement</w:t>
      </w:r>
      <w:r w:rsidR="00B77E03">
        <w:t xml:space="preserve">, </w:t>
      </w:r>
      <w:r w:rsidRPr="002813C1">
        <w:t>tous les invités répandus dans les salons affluèrent dans la galerie</w:t>
      </w:r>
      <w:r w:rsidR="00B77E03">
        <w:t xml:space="preserve">, </w:t>
      </w:r>
      <w:r w:rsidRPr="002813C1">
        <w:t>et les portes furent fermées</w:t>
      </w:r>
      <w:r w:rsidR="00B77E03">
        <w:t>…</w:t>
      </w:r>
    </w:p>
    <w:p w14:paraId="4DAEEDE9" w14:textId="77777777" w:rsidR="00B77E03" w:rsidRDefault="0024252B" w:rsidP="00B77E03">
      <w:r w:rsidRPr="002813C1">
        <w:lastRenderedPageBreak/>
        <w:t>Et alors</w:t>
      </w:r>
      <w:r w:rsidR="00B77E03">
        <w:t xml:space="preserve">, </w:t>
      </w:r>
      <w:r w:rsidRPr="002813C1">
        <w:t>avec une solennité qu</w:t>
      </w:r>
      <w:r w:rsidR="00B77E03">
        <w:t>’</w:t>
      </w:r>
      <w:r w:rsidRPr="002813C1">
        <w:t>on ne lui connaissait pas</w:t>
      </w:r>
      <w:r w:rsidR="00B77E03">
        <w:t xml:space="preserve">, </w:t>
      </w:r>
      <w:r w:rsidRPr="002813C1">
        <w:t xml:space="preserve">le baron </w:t>
      </w:r>
      <w:proofErr w:type="spellStart"/>
      <w:r w:rsidRPr="002813C1">
        <w:t>Trigault</w:t>
      </w:r>
      <w:proofErr w:type="spellEnd"/>
      <w:r w:rsidRPr="002813C1">
        <w:t xml:space="preserve"> alla prendre la main dû soi-disant </w:t>
      </w:r>
      <w:proofErr w:type="spellStart"/>
      <w:r w:rsidRPr="002813C1">
        <w:t>Mauméjan</w:t>
      </w:r>
      <w:proofErr w:type="spellEnd"/>
      <w:r w:rsidR="00B77E03">
        <w:t xml:space="preserve">, </w:t>
      </w:r>
      <w:r w:rsidRPr="002813C1">
        <w:t>et le conduisant au centre de la galerie</w:t>
      </w:r>
      <w:r w:rsidR="00B77E03">
        <w:t xml:space="preserve">, </w:t>
      </w:r>
      <w:r w:rsidRPr="002813C1">
        <w:t>devant la cheminée</w:t>
      </w:r>
      <w:r w:rsidR="00B77E03">
        <w:t> :</w:t>
      </w:r>
    </w:p>
    <w:p w14:paraId="0B9A506D" w14:textId="742EF3EC" w:rsidR="00B77E03" w:rsidRDefault="00B77E03" w:rsidP="00B77E03">
      <w:r>
        <w:t>— </w:t>
      </w:r>
      <w:r w:rsidR="0024252B" w:rsidRPr="002813C1">
        <w:t>Messieurs</w:t>
      </w:r>
      <w:r>
        <w:t xml:space="preserve">, </w:t>
      </w:r>
      <w:r w:rsidR="0024252B" w:rsidRPr="002813C1">
        <w:t>prononça-t-il d</w:t>
      </w:r>
      <w:r>
        <w:t>’</w:t>
      </w:r>
      <w:r w:rsidR="0024252B" w:rsidRPr="002813C1">
        <w:t>un accent irrésistible d</w:t>
      </w:r>
      <w:r>
        <w:t>’</w:t>
      </w:r>
      <w:r w:rsidR="0024252B" w:rsidRPr="002813C1">
        <w:t>autorité</w:t>
      </w:r>
      <w:r>
        <w:t xml:space="preserve">, </w:t>
      </w:r>
      <w:r w:rsidR="0024252B" w:rsidRPr="002813C1">
        <w:t xml:space="preserve">Monsieur est </w:t>
      </w:r>
      <w:r>
        <w:t>M. </w:t>
      </w:r>
      <w:r w:rsidR="0024252B" w:rsidRPr="002813C1">
        <w:t xml:space="preserve">Pascal </w:t>
      </w:r>
      <w:proofErr w:type="spellStart"/>
      <w:r w:rsidR="0024252B" w:rsidRPr="002813C1">
        <w:t>Férailleur</w:t>
      </w:r>
      <w:proofErr w:type="spellEnd"/>
      <w:r>
        <w:t xml:space="preserve">, </w:t>
      </w:r>
      <w:r w:rsidR="0024252B" w:rsidRPr="002813C1">
        <w:t>cet honnête homme qui</w:t>
      </w:r>
      <w:r>
        <w:t xml:space="preserve">, </w:t>
      </w:r>
      <w:r w:rsidR="0024252B" w:rsidRPr="002813C1">
        <w:t>chez la d</w:t>
      </w:r>
      <w:r>
        <w:t>’</w:t>
      </w:r>
      <w:r w:rsidR="0024252B" w:rsidRPr="002813C1">
        <w:t>Argelès</w:t>
      </w:r>
      <w:r>
        <w:t xml:space="preserve">, </w:t>
      </w:r>
      <w:r w:rsidR="0024252B" w:rsidRPr="002813C1">
        <w:t>fut accusé d</w:t>
      </w:r>
      <w:r>
        <w:t>’</w:t>
      </w:r>
      <w:r w:rsidR="0024252B" w:rsidRPr="002813C1">
        <w:t>avoir triché au jeu</w:t>
      </w:r>
      <w:r>
        <w:t xml:space="preserve">. </w:t>
      </w:r>
      <w:r w:rsidR="0024252B" w:rsidRPr="002813C1">
        <w:t>Vous vous devez de l</w:t>
      </w:r>
      <w:r>
        <w:t>’</w:t>
      </w:r>
      <w:r w:rsidR="0024252B" w:rsidRPr="002813C1">
        <w:t>entendre</w:t>
      </w:r>
      <w:r>
        <w:t> !…</w:t>
      </w:r>
    </w:p>
    <w:p w14:paraId="7D1F4017" w14:textId="77777777" w:rsidR="00B77E03" w:rsidRDefault="0024252B" w:rsidP="00B77E03">
      <w:r w:rsidRPr="002813C1">
        <w:t>Visiblement</w:t>
      </w:r>
      <w:r w:rsidR="00B77E03">
        <w:t xml:space="preserve">, </w:t>
      </w:r>
      <w:r w:rsidRPr="002813C1">
        <w:t>Pascal était extraordinairement ému</w:t>
      </w:r>
      <w:r w:rsidR="00B77E03">
        <w:t>.</w:t>
      </w:r>
    </w:p>
    <w:p w14:paraId="6D78503C" w14:textId="77777777" w:rsidR="00B77E03" w:rsidRDefault="0024252B" w:rsidP="00B77E03">
      <w:r w:rsidRPr="002813C1">
        <w:t>L</w:t>
      </w:r>
      <w:r w:rsidR="00B77E03">
        <w:t>’</w:t>
      </w:r>
      <w:r w:rsidRPr="002813C1">
        <w:t>étrangeté de la situation</w:t>
      </w:r>
      <w:r w:rsidR="00B77E03">
        <w:t xml:space="preserve">, </w:t>
      </w:r>
      <w:r w:rsidRPr="002813C1">
        <w:t>la certitude de l</w:t>
      </w:r>
      <w:r w:rsidR="00B77E03">
        <w:t>’</w:t>
      </w:r>
      <w:r w:rsidRPr="002813C1">
        <w:t>éclatante réhabilitation</w:t>
      </w:r>
      <w:r w:rsidR="00B77E03">
        <w:t xml:space="preserve">, </w:t>
      </w:r>
      <w:r w:rsidRPr="002813C1">
        <w:t>la joie peut-être de la vengeance</w:t>
      </w:r>
      <w:r w:rsidR="00B77E03">
        <w:t xml:space="preserve">, </w:t>
      </w:r>
      <w:r w:rsidRPr="002813C1">
        <w:t>le silence</w:t>
      </w:r>
      <w:r w:rsidR="00B77E03">
        <w:t xml:space="preserve">, </w:t>
      </w:r>
      <w:r w:rsidRPr="002813C1">
        <w:t>si profond qu</w:t>
      </w:r>
      <w:r w:rsidR="00B77E03">
        <w:t>’</w:t>
      </w:r>
      <w:r w:rsidRPr="002813C1">
        <w:t>on entendait les respirations haleter</w:t>
      </w:r>
      <w:r w:rsidR="00B77E03">
        <w:t xml:space="preserve">, </w:t>
      </w:r>
      <w:r w:rsidRPr="002813C1">
        <w:t>tous les regards obstinément rivés sur lui</w:t>
      </w:r>
      <w:r w:rsidR="00B77E03">
        <w:t xml:space="preserve">, </w:t>
      </w:r>
      <w:r w:rsidRPr="002813C1">
        <w:t>le troublaient</w:t>
      </w:r>
      <w:r w:rsidR="00B77E03">
        <w:t>.</w:t>
      </w:r>
    </w:p>
    <w:p w14:paraId="27907DDC" w14:textId="77777777" w:rsidR="00B77E03" w:rsidRDefault="0024252B" w:rsidP="00B77E03">
      <w:r w:rsidRPr="002813C1">
        <w:t>Mais ce fut l</w:t>
      </w:r>
      <w:r w:rsidR="00B77E03">
        <w:t>’</w:t>
      </w:r>
      <w:r w:rsidRPr="002813C1">
        <w:t>affaire d</w:t>
      </w:r>
      <w:r w:rsidR="00B77E03">
        <w:t>’</w:t>
      </w:r>
      <w:r w:rsidRPr="002813C1">
        <w:t>une seconde</w:t>
      </w:r>
      <w:r w:rsidR="00B77E03">
        <w:t>.</w:t>
      </w:r>
    </w:p>
    <w:p w14:paraId="478D3CA4" w14:textId="1EDA80CE" w:rsidR="00B77E03" w:rsidRDefault="0024252B" w:rsidP="00B77E03">
      <w:r w:rsidRPr="002813C1">
        <w:t>Il se redressa l</w:t>
      </w:r>
      <w:r w:rsidR="00B77E03">
        <w:t>’</w:t>
      </w:r>
      <w:r w:rsidRPr="002813C1">
        <w:t>œil plein d</w:t>
      </w:r>
      <w:r w:rsidR="00B77E03">
        <w:t>’</w:t>
      </w:r>
      <w:r w:rsidRPr="002813C1">
        <w:t>éclairs</w:t>
      </w:r>
      <w:r w:rsidR="00B77E03">
        <w:t xml:space="preserve">, </w:t>
      </w:r>
      <w:r w:rsidRPr="002813C1">
        <w:t>et d</w:t>
      </w:r>
      <w:r w:rsidR="00B77E03">
        <w:t>’</w:t>
      </w:r>
      <w:r w:rsidRPr="002813C1">
        <w:t>une voix ferme et vibrante</w:t>
      </w:r>
      <w:r w:rsidR="00B77E03">
        <w:t xml:space="preserve">, </w:t>
      </w:r>
      <w:r w:rsidRPr="002813C1">
        <w:t>il dit</w:t>
      </w:r>
      <w:r w:rsidR="00B77E03">
        <w:t xml:space="preserve">, </w:t>
      </w:r>
      <w:r w:rsidRPr="002813C1">
        <w:t>mais sans prononcer le nom de ses ennemis</w:t>
      </w:r>
      <w:r w:rsidR="00B77E03">
        <w:t xml:space="preserve">, </w:t>
      </w:r>
      <w:r w:rsidRPr="002813C1">
        <w:t>la ténébreuse intrigue qui s</w:t>
      </w:r>
      <w:r w:rsidR="00B77E03">
        <w:t>’</w:t>
      </w:r>
      <w:r w:rsidRPr="002813C1">
        <w:t xml:space="preserve">était agitée autour des millions du comte de </w:t>
      </w:r>
      <w:proofErr w:type="spellStart"/>
      <w:r w:rsidRPr="002813C1">
        <w:t>Chalusse</w:t>
      </w:r>
      <w:proofErr w:type="spellEnd"/>
      <w:r w:rsidR="00B77E03">
        <w:t xml:space="preserve">, </w:t>
      </w:r>
      <w:r w:rsidRPr="002813C1">
        <w:t xml:space="preserve">et de quelles machinations abominables </w:t>
      </w:r>
      <w:r w:rsidR="00B77E03">
        <w:t>M</w:t>
      </w:r>
      <w:r w:rsidR="00B77E03" w:rsidRPr="00B77E03">
        <w:rPr>
          <w:vertAlign w:val="superscript"/>
        </w:rPr>
        <w:t>lle</w:t>
      </w:r>
      <w:r w:rsidR="00B77E03">
        <w:t> </w:t>
      </w:r>
      <w:r w:rsidRPr="002813C1">
        <w:t>Marguerite et lui avaient été victimes</w:t>
      </w:r>
      <w:r w:rsidR="00B77E03">
        <w:t>…</w:t>
      </w:r>
    </w:p>
    <w:p w14:paraId="3DA34914" w14:textId="77777777" w:rsidR="00B77E03" w:rsidRDefault="0024252B" w:rsidP="00B77E03">
      <w:r w:rsidRPr="002813C1">
        <w:t>Quand il eût achevé</w:t>
      </w:r>
      <w:r w:rsidR="00B77E03">
        <w:t xml:space="preserve">, </w:t>
      </w:r>
      <w:r w:rsidRPr="002813C1">
        <w:t>enflant encore la voix</w:t>
      </w:r>
      <w:r w:rsidR="00B77E03">
        <w:t> :</w:t>
      </w:r>
    </w:p>
    <w:p w14:paraId="30EE9CD4" w14:textId="77777777" w:rsidR="00B77E03" w:rsidRDefault="00B77E03" w:rsidP="00B77E03">
      <w:r>
        <w:t>— </w:t>
      </w:r>
      <w:r w:rsidR="0024252B" w:rsidRPr="002813C1">
        <w:t>Maintenant</w:t>
      </w:r>
      <w:r>
        <w:t xml:space="preserve">, </w:t>
      </w:r>
      <w:r w:rsidR="0024252B" w:rsidRPr="002813C1">
        <w:t>ajouta-t-il</w:t>
      </w:r>
      <w:r>
        <w:t xml:space="preserve">, </w:t>
      </w:r>
      <w:r w:rsidR="0024252B" w:rsidRPr="002813C1">
        <w:t>regardez</w:t>
      </w:r>
      <w:r>
        <w:t xml:space="preserve">… </w:t>
      </w:r>
      <w:r w:rsidR="0024252B" w:rsidRPr="002813C1">
        <w:t>Le visage seul des coupables les dénoncera à vos mépris</w:t>
      </w:r>
      <w:r>
        <w:t xml:space="preserve">… </w:t>
      </w:r>
      <w:r w:rsidR="0024252B" w:rsidRPr="002813C1">
        <w:t>L</w:t>
      </w:r>
      <w:r>
        <w:t>’</w:t>
      </w:r>
      <w:r w:rsidR="0024252B" w:rsidRPr="002813C1">
        <w:t>un</w:t>
      </w:r>
      <w:r>
        <w:t xml:space="preserve">, </w:t>
      </w:r>
      <w:r w:rsidR="0024252B" w:rsidRPr="002813C1">
        <w:t xml:space="preserve">est ce misérable qui se fait appeler le vicomte de </w:t>
      </w:r>
      <w:proofErr w:type="spellStart"/>
      <w:r w:rsidR="0024252B" w:rsidRPr="002813C1">
        <w:t>Coralth</w:t>
      </w:r>
      <w:proofErr w:type="spellEnd"/>
      <w:r>
        <w:t xml:space="preserve">, </w:t>
      </w:r>
      <w:r w:rsidR="0024252B" w:rsidRPr="002813C1">
        <w:t>Paul Violaine de son véritable nom</w:t>
      </w:r>
      <w:r>
        <w:t xml:space="preserve">, </w:t>
      </w:r>
      <w:r w:rsidR="0024252B" w:rsidRPr="002813C1">
        <w:t>un escroc</w:t>
      </w:r>
      <w:r>
        <w:t xml:space="preserve">, </w:t>
      </w:r>
      <w:r w:rsidR="0024252B" w:rsidRPr="002813C1">
        <w:t>l</w:t>
      </w:r>
      <w:r>
        <w:t>’</w:t>
      </w:r>
      <w:r w:rsidR="0024252B" w:rsidRPr="002813C1">
        <w:t xml:space="preserve">ex-complice de </w:t>
      </w:r>
      <w:proofErr w:type="spellStart"/>
      <w:r w:rsidR="0024252B" w:rsidRPr="002813C1">
        <w:t>Mascarot</w:t>
      </w:r>
      <w:proofErr w:type="spellEnd"/>
      <w:r>
        <w:t xml:space="preserve">, </w:t>
      </w:r>
      <w:r w:rsidR="0024252B" w:rsidRPr="002813C1">
        <w:t>un lâche qui est marié et qui laisse sa femme mourir de faim</w:t>
      </w:r>
      <w:r>
        <w:t>…</w:t>
      </w:r>
    </w:p>
    <w:p w14:paraId="129AC263" w14:textId="4E354E93" w:rsidR="00B77E03" w:rsidRDefault="00B77E03" w:rsidP="00B77E03">
      <w:r>
        <w:t>M. de </w:t>
      </w:r>
      <w:proofErr w:type="spellStart"/>
      <w:r w:rsidR="0024252B" w:rsidRPr="002813C1">
        <w:t>Coralth</w:t>
      </w:r>
      <w:proofErr w:type="spellEnd"/>
      <w:r w:rsidR="0024252B" w:rsidRPr="002813C1">
        <w:t xml:space="preserve"> eut comme un rugissement</w:t>
      </w:r>
      <w:r>
        <w:t>.</w:t>
      </w:r>
    </w:p>
    <w:p w14:paraId="28C8AE57" w14:textId="380DCF50" w:rsidR="00B77E03" w:rsidRDefault="00B77E03" w:rsidP="00B77E03">
      <w:r>
        <w:t>— </w:t>
      </w:r>
      <w:r w:rsidR="0024252B" w:rsidRPr="002813C1">
        <w:t>L</w:t>
      </w:r>
      <w:r>
        <w:t>’</w:t>
      </w:r>
      <w:r w:rsidR="0024252B" w:rsidRPr="002813C1">
        <w:t xml:space="preserve">autre est </w:t>
      </w:r>
      <w:r>
        <w:t>M. </w:t>
      </w:r>
      <w:r w:rsidR="0024252B" w:rsidRPr="002813C1">
        <w:t xml:space="preserve">le marquis de </w:t>
      </w:r>
      <w:proofErr w:type="spellStart"/>
      <w:r w:rsidR="0024252B" w:rsidRPr="002813C1">
        <w:t>Valorsay</w:t>
      </w:r>
      <w:proofErr w:type="spellEnd"/>
      <w:r>
        <w:t>.</w:t>
      </w:r>
    </w:p>
    <w:p w14:paraId="327AC60B" w14:textId="56201B6B" w:rsidR="00B77E03" w:rsidRDefault="0024252B" w:rsidP="00B77E03">
      <w:r w:rsidRPr="002813C1">
        <w:lastRenderedPageBreak/>
        <w:t>Il en était au troisième</w:t>
      </w:r>
      <w:r w:rsidR="00B77E03">
        <w:t xml:space="preserve">, </w:t>
      </w:r>
      <w:r w:rsidRPr="002813C1">
        <w:t>qui eût inspiré dégoût et pitié</w:t>
      </w:r>
      <w:r w:rsidR="00B77E03">
        <w:t xml:space="preserve">, </w:t>
      </w:r>
      <w:r w:rsidRPr="002813C1">
        <w:t>si on l</w:t>
      </w:r>
      <w:r w:rsidR="00B77E03">
        <w:t>’</w:t>
      </w:r>
      <w:r w:rsidRPr="002813C1">
        <w:t>eût remarqué dans le coin où il était affaissé</w:t>
      </w:r>
      <w:r w:rsidR="00B77E03">
        <w:t xml:space="preserve">, </w:t>
      </w:r>
      <w:r w:rsidRPr="002813C1">
        <w:t>décomposé par la terreur</w:t>
      </w:r>
      <w:r w:rsidR="00B77E03">
        <w:t xml:space="preserve">, </w:t>
      </w:r>
      <w:r w:rsidRPr="002813C1">
        <w:t>bégayant d</w:t>
      </w:r>
      <w:r w:rsidR="00B77E03">
        <w:t>’</w:t>
      </w:r>
      <w:r w:rsidRPr="002813C1">
        <w:t>un air stupide</w:t>
      </w:r>
      <w:r w:rsidR="00B77E03">
        <w:t> : « </w:t>
      </w:r>
      <w:r w:rsidRPr="002813C1">
        <w:t>Ce n</w:t>
      </w:r>
      <w:r w:rsidR="00B77E03">
        <w:t>’</w:t>
      </w:r>
      <w:r w:rsidRPr="002813C1">
        <w:t>est pas moi</w:t>
      </w:r>
      <w:r w:rsidR="00B77E03">
        <w:t xml:space="preserve">… </w:t>
      </w:r>
      <w:r w:rsidRPr="002813C1">
        <w:t>Ma femme l</w:t>
      </w:r>
      <w:r w:rsidR="00B77E03">
        <w:t>’</w:t>
      </w:r>
      <w:r w:rsidRPr="002813C1">
        <w:t>a voulu</w:t>
      </w:r>
      <w:r w:rsidR="00B77E03">
        <w:t> !… »</w:t>
      </w:r>
    </w:p>
    <w:p w14:paraId="4904D5B1" w14:textId="77777777" w:rsidR="00B77E03" w:rsidRDefault="0024252B" w:rsidP="00B77E03">
      <w:r w:rsidRPr="002813C1">
        <w:t xml:space="preserve">Celui-là était le </w:t>
      </w:r>
      <w:r w:rsidR="00B77E03">
        <w:t>« </w:t>
      </w:r>
      <w:r w:rsidRPr="002813C1">
        <w:t>général</w:t>
      </w:r>
      <w:r w:rsidR="00B77E03">
        <w:t> »</w:t>
      </w:r>
      <w:r w:rsidRPr="002813C1">
        <w:t xml:space="preserve"> de </w:t>
      </w:r>
      <w:proofErr w:type="spellStart"/>
      <w:r w:rsidRPr="002813C1">
        <w:t>Fondège</w:t>
      </w:r>
      <w:proofErr w:type="spellEnd"/>
      <w:r w:rsidR="00B77E03">
        <w:t>…</w:t>
      </w:r>
    </w:p>
    <w:p w14:paraId="2327C2AE" w14:textId="538F76D5" w:rsidR="00B77E03" w:rsidRDefault="0024252B" w:rsidP="00B77E03">
      <w:r w:rsidRPr="002813C1">
        <w:t>Pascal ne prononça pas son nom</w:t>
      </w:r>
      <w:r w:rsidR="00B77E03">
        <w:t xml:space="preserve">, </w:t>
      </w:r>
      <w:r w:rsidRPr="002813C1">
        <w:t>cependant</w:t>
      </w:r>
      <w:r w:rsidR="00B77E03">
        <w:t xml:space="preserve"> ; </w:t>
      </w:r>
      <w:r w:rsidRPr="002813C1">
        <w:t>ce n</w:t>
      </w:r>
      <w:r w:rsidR="00B77E03">
        <w:t>’</w:t>
      </w:r>
      <w:r w:rsidRPr="002813C1">
        <w:t>était pas indispensable</w:t>
      </w:r>
      <w:r w:rsidR="00B77E03">
        <w:t xml:space="preserve">, </w:t>
      </w:r>
      <w:r w:rsidRPr="002813C1">
        <w:t xml:space="preserve">et il se souvenait de la prière de </w:t>
      </w:r>
      <w:r w:rsidR="00B77E03">
        <w:t>M</w:t>
      </w:r>
      <w:r w:rsidR="00B77E03" w:rsidRPr="00B77E03">
        <w:rPr>
          <w:vertAlign w:val="superscript"/>
        </w:rPr>
        <w:t>lle</w:t>
      </w:r>
      <w:r w:rsidR="00B77E03">
        <w:t> </w:t>
      </w:r>
      <w:r w:rsidRPr="002813C1">
        <w:t>Marguerite</w:t>
      </w:r>
      <w:r w:rsidR="00B77E03">
        <w:t>…</w:t>
      </w:r>
    </w:p>
    <w:p w14:paraId="70B87C11" w14:textId="77777777" w:rsidR="00B77E03" w:rsidRDefault="0024252B" w:rsidP="00B77E03">
      <w:r w:rsidRPr="002813C1">
        <w:t>Mais pendant que parlait Pascal</w:t>
      </w:r>
      <w:r w:rsidR="00B77E03">
        <w:t xml:space="preserve">, </w:t>
      </w:r>
      <w:r w:rsidRPr="002813C1">
        <w:t>le marquis avait fait appel à tout ce qu</w:t>
      </w:r>
      <w:r w:rsidR="00B77E03">
        <w:t>’</w:t>
      </w:r>
      <w:r w:rsidRPr="002813C1">
        <w:t>il avait d</w:t>
      </w:r>
      <w:r w:rsidR="00B77E03">
        <w:t>’</w:t>
      </w:r>
      <w:r w:rsidRPr="002813C1">
        <w:t>énergie et d</w:t>
      </w:r>
      <w:r w:rsidR="00B77E03">
        <w:t>’</w:t>
      </w:r>
      <w:r w:rsidRPr="002813C1">
        <w:t>impudence</w:t>
      </w:r>
      <w:r w:rsidR="00B77E03">
        <w:t>…</w:t>
      </w:r>
    </w:p>
    <w:p w14:paraId="7425B30E" w14:textId="77777777" w:rsidR="00B77E03" w:rsidRDefault="0024252B" w:rsidP="00B77E03">
      <w:r w:rsidRPr="002813C1">
        <w:t>Si désespérée que fût la partie</w:t>
      </w:r>
      <w:r w:rsidR="00B77E03">
        <w:t xml:space="preserve">, </w:t>
      </w:r>
      <w:r w:rsidRPr="002813C1">
        <w:t>il essaya de se débattre</w:t>
      </w:r>
      <w:r w:rsidR="00B77E03">
        <w:t>.</w:t>
      </w:r>
    </w:p>
    <w:p w14:paraId="3FF6950C" w14:textId="77777777" w:rsidR="00B77E03" w:rsidRDefault="00B77E03" w:rsidP="00B77E03">
      <w:r>
        <w:t>— </w:t>
      </w:r>
      <w:r w:rsidR="0024252B" w:rsidRPr="002813C1">
        <w:t>C</w:t>
      </w:r>
      <w:r>
        <w:t>’</w:t>
      </w:r>
      <w:r w:rsidR="0024252B" w:rsidRPr="002813C1">
        <w:t>est un guet-apens indigne</w:t>
      </w:r>
      <w:r>
        <w:t xml:space="preserve">, </w:t>
      </w:r>
      <w:r w:rsidR="0024252B" w:rsidRPr="002813C1">
        <w:t>s</w:t>
      </w:r>
      <w:r>
        <w:t>’</w:t>
      </w:r>
      <w:r w:rsidR="0024252B" w:rsidRPr="002813C1">
        <w:t>écria-t-il</w:t>
      </w:r>
      <w:r>
        <w:t xml:space="preserve">. </w:t>
      </w:r>
      <w:r w:rsidR="0024252B" w:rsidRPr="002813C1">
        <w:t>Baron</w:t>
      </w:r>
      <w:r>
        <w:t xml:space="preserve">, </w:t>
      </w:r>
      <w:r w:rsidR="0024252B" w:rsidRPr="002813C1">
        <w:t>vous m</w:t>
      </w:r>
      <w:r>
        <w:t>’</w:t>
      </w:r>
      <w:r w:rsidR="0024252B" w:rsidRPr="002813C1">
        <w:t>en rendrez raison</w:t>
      </w:r>
      <w:r>
        <w:t xml:space="preserve">… </w:t>
      </w:r>
      <w:r w:rsidR="0024252B" w:rsidRPr="002813C1">
        <w:t>Cet homme est un imposteur</w:t>
      </w:r>
      <w:r>
        <w:t xml:space="preserve">, </w:t>
      </w:r>
      <w:r w:rsidR="0024252B" w:rsidRPr="002813C1">
        <w:t>il ment</w:t>
      </w:r>
      <w:r>
        <w:t xml:space="preserve">, </w:t>
      </w:r>
      <w:r w:rsidR="0024252B" w:rsidRPr="002813C1">
        <w:t>tout ce qu</w:t>
      </w:r>
      <w:r>
        <w:t>’</w:t>
      </w:r>
      <w:r w:rsidR="0024252B" w:rsidRPr="002813C1">
        <w:t>il dit est faux</w:t>
      </w:r>
      <w:r>
        <w:t> !…</w:t>
      </w:r>
    </w:p>
    <w:p w14:paraId="08AD0379" w14:textId="1B2779B6" w:rsidR="00B77E03" w:rsidRDefault="00B77E03" w:rsidP="00B77E03">
      <w:r>
        <w:t>— </w:t>
      </w:r>
      <w:r w:rsidR="0024252B" w:rsidRPr="002813C1">
        <w:t>Oui</w:t>
      </w:r>
      <w:r>
        <w:t xml:space="preserve">, </w:t>
      </w:r>
      <w:r w:rsidR="0024252B" w:rsidRPr="002813C1">
        <w:t>c</w:t>
      </w:r>
      <w:r>
        <w:t>’</w:t>
      </w:r>
      <w:r w:rsidR="0024252B" w:rsidRPr="002813C1">
        <w:t>est faux</w:t>
      </w:r>
      <w:r>
        <w:t xml:space="preserve"> ! </w:t>
      </w:r>
      <w:r w:rsidR="0024252B" w:rsidRPr="002813C1">
        <w:t xml:space="preserve">appuya </w:t>
      </w:r>
      <w:r>
        <w:t>M. de </w:t>
      </w:r>
      <w:proofErr w:type="spellStart"/>
      <w:r w:rsidR="0024252B" w:rsidRPr="002813C1">
        <w:t>Coralth</w:t>
      </w:r>
      <w:proofErr w:type="spellEnd"/>
      <w:r>
        <w:t>.</w:t>
      </w:r>
    </w:p>
    <w:p w14:paraId="539DD1BC" w14:textId="77777777" w:rsidR="00B77E03" w:rsidRDefault="0024252B" w:rsidP="00B77E03">
      <w:r w:rsidRPr="002813C1">
        <w:t>Une clameur s</w:t>
      </w:r>
      <w:r w:rsidR="00B77E03">
        <w:t>’</w:t>
      </w:r>
      <w:r w:rsidRPr="002813C1">
        <w:t>éleva</w:t>
      </w:r>
      <w:r w:rsidR="00B77E03">
        <w:t xml:space="preserve">, </w:t>
      </w:r>
      <w:r w:rsidRPr="002813C1">
        <w:t>et de tous côtés les plus injurieuses apostrophes éclatèrent</w:t>
      </w:r>
      <w:r w:rsidR="00B77E03">
        <w:t>.</w:t>
      </w:r>
    </w:p>
    <w:p w14:paraId="2838E138" w14:textId="1A4E7FDC" w:rsidR="00B77E03" w:rsidRDefault="00B77E03" w:rsidP="00B77E03">
      <w:r>
        <w:t>— </w:t>
      </w:r>
      <w:r w:rsidR="0024252B" w:rsidRPr="002813C1">
        <w:t>Quelles preuves vous faut-il donc</w:t>
      </w:r>
      <w:r>
        <w:t xml:space="preserve"> ? </w:t>
      </w:r>
      <w:r w:rsidR="0024252B" w:rsidRPr="002813C1">
        <w:t xml:space="preserve">criait </w:t>
      </w:r>
      <w:r>
        <w:t>M. </w:t>
      </w:r>
      <w:r w:rsidR="0024252B" w:rsidRPr="002813C1">
        <w:t>Fortunat</w:t>
      </w:r>
      <w:r>
        <w:t>.</w:t>
      </w:r>
    </w:p>
    <w:p w14:paraId="2C70337E" w14:textId="6883ED70" w:rsidR="00B77E03" w:rsidRDefault="00B77E03" w:rsidP="00B77E03">
      <w:r>
        <w:t>— </w:t>
      </w:r>
      <w:r w:rsidR="0024252B" w:rsidRPr="002813C1">
        <w:t>Il ne faut pas nous la faire</w:t>
      </w:r>
      <w:r>
        <w:t xml:space="preserve">, </w:t>
      </w:r>
      <w:r w:rsidR="0024252B" w:rsidRPr="002813C1">
        <w:t>disait Chupin</w:t>
      </w:r>
      <w:r>
        <w:t xml:space="preserve"> : </w:t>
      </w:r>
      <w:proofErr w:type="spellStart"/>
      <w:r w:rsidR="0024252B" w:rsidRPr="002813C1">
        <w:t>Vantrasson</w:t>
      </w:r>
      <w:proofErr w:type="spellEnd"/>
      <w:r w:rsidR="0024252B" w:rsidRPr="002813C1">
        <w:t xml:space="preserve"> et la Léon sont </w:t>
      </w:r>
      <w:r>
        <w:t>« </w:t>
      </w:r>
      <w:r w:rsidR="0024252B" w:rsidRPr="002813C1">
        <w:t>pigés</w:t>
      </w:r>
      <w:r>
        <w:t>. »</w:t>
      </w:r>
    </w:p>
    <w:p w14:paraId="05E583E1" w14:textId="77777777" w:rsidR="00B77E03" w:rsidRDefault="00B77E03" w:rsidP="00B77E03">
      <w:r>
        <w:t>— </w:t>
      </w:r>
      <w:r w:rsidR="0024252B" w:rsidRPr="002813C1">
        <w:t xml:space="preserve">Qui donc nous a tous floués avec </w:t>
      </w:r>
      <w:r w:rsidR="0024252B" w:rsidRPr="002813C1">
        <w:rPr>
          <w:i/>
          <w:szCs w:val="32"/>
        </w:rPr>
        <w:t>Domingo</w:t>
      </w:r>
      <w:r>
        <w:t> ?…</w:t>
      </w:r>
    </w:p>
    <w:p w14:paraId="2C7FE385" w14:textId="77777777" w:rsidR="00B77E03" w:rsidRDefault="0024252B" w:rsidP="00B77E03">
      <w:r w:rsidRPr="002813C1">
        <w:t>Et</w:t>
      </w:r>
      <w:r w:rsidR="00B77E03">
        <w:t xml:space="preserve">, </w:t>
      </w:r>
      <w:r w:rsidRPr="002813C1">
        <w:t>plus fort que les autres</w:t>
      </w:r>
      <w:r w:rsidR="00B77E03">
        <w:t xml:space="preserve">, </w:t>
      </w:r>
      <w:r w:rsidRPr="002813C1">
        <w:t>Kami-Bey glapissait</w:t>
      </w:r>
      <w:r w:rsidR="00B77E03">
        <w:t> :</w:t>
      </w:r>
    </w:p>
    <w:p w14:paraId="08A39620" w14:textId="77777777" w:rsidR="00B77E03" w:rsidRDefault="00B77E03" w:rsidP="00B77E03">
      <w:r>
        <w:t>— </w:t>
      </w:r>
      <w:r w:rsidR="0024252B" w:rsidRPr="002813C1">
        <w:t>Sans compter que votre vente était une pure filouterie</w:t>
      </w:r>
      <w:r>
        <w:t xml:space="preserve">, </w:t>
      </w:r>
      <w:r w:rsidR="0024252B" w:rsidRPr="002813C1">
        <w:t>mon très-cher</w:t>
      </w:r>
      <w:r>
        <w:t> !…</w:t>
      </w:r>
    </w:p>
    <w:p w14:paraId="016920A3" w14:textId="77777777" w:rsidR="00B77E03" w:rsidRDefault="0024252B" w:rsidP="00B77E03">
      <w:r w:rsidRPr="002813C1">
        <w:t>Autour de Pascal</w:t>
      </w:r>
      <w:r w:rsidR="00B77E03">
        <w:t xml:space="preserve">, </w:t>
      </w:r>
      <w:r w:rsidRPr="002813C1">
        <w:t>ses anciens amis</w:t>
      </w:r>
      <w:r w:rsidR="00B77E03">
        <w:t xml:space="preserve">, </w:t>
      </w:r>
      <w:r w:rsidRPr="002813C1">
        <w:t>des confrères</w:t>
      </w:r>
      <w:r w:rsidR="00B77E03">
        <w:t xml:space="preserve">, </w:t>
      </w:r>
      <w:r w:rsidRPr="002813C1">
        <w:t>des membres du conseil de l</w:t>
      </w:r>
      <w:r w:rsidR="00B77E03">
        <w:t>’</w:t>
      </w:r>
      <w:r w:rsidRPr="002813C1">
        <w:t>ordre</w:t>
      </w:r>
      <w:r w:rsidR="00B77E03">
        <w:t xml:space="preserve">, </w:t>
      </w:r>
      <w:r w:rsidRPr="002813C1">
        <w:t xml:space="preserve">des magistrats qui jadis </w:t>
      </w:r>
      <w:r w:rsidRPr="002813C1">
        <w:lastRenderedPageBreak/>
        <w:t>avaient aidé ses débuts</w:t>
      </w:r>
      <w:r w:rsidR="00B77E03">
        <w:t xml:space="preserve">, </w:t>
      </w:r>
      <w:r w:rsidRPr="002813C1">
        <w:t>se pressaient</w:t>
      </w:r>
      <w:r w:rsidR="00B77E03">
        <w:t xml:space="preserve">, </w:t>
      </w:r>
      <w:r w:rsidRPr="002813C1">
        <w:t>lui serrant les mains</w:t>
      </w:r>
      <w:r w:rsidR="00B77E03">
        <w:t xml:space="preserve">, </w:t>
      </w:r>
      <w:r w:rsidRPr="002813C1">
        <w:t>l</w:t>
      </w:r>
      <w:r w:rsidR="00B77E03">
        <w:t>’</w:t>
      </w:r>
      <w:r w:rsidRPr="002813C1">
        <w:t>étreignant à l</w:t>
      </w:r>
      <w:r w:rsidR="00B77E03">
        <w:t>’</w:t>
      </w:r>
      <w:r w:rsidRPr="002813C1">
        <w:t>étouffer</w:t>
      </w:r>
      <w:r w:rsidR="00B77E03">
        <w:t xml:space="preserve">, </w:t>
      </w:r>
      <w:r w:rsidRPr="002813C1">
        <w:t>s</w:t>
      </w:r>
      <w:r w:rsidR="00B77E03">
        <w:t>’</w:t>
      </w:r>
      <w:r w:rsidRPr="002813C1">
        <w:t>accusant d</w:t>
      </w:r>
      <w:r w:rsidR="00B77E03">
        <w:t>’</w:t>
      </w:r>
      <w:r w:rsidRPr="002813C1">
        <w:t>avoir pu le soupçonner</w:t>
      </w:r>
      <w:r w:rsidR="00B77E03">
        <w:t xml:space="preserve">, </w:t>
      </w:r>
      <w:r w:rsidRPr="002813C1">
        <w:t>lui</w:t>
      </w:r>
      <w:r w:rsidR="00B77E03">
        <w:t xml:space="preserve">, </w:t>
      </w:r>
      <w:r w:rsidRPr="002813C1">
        <w:t>l</w:t>
      </w:r>
      <w:r w:rsidR="00B77E03">
        <w:t>’</w:t>
      </w:r>
      <w:r w:rsidRPr="002813C1">
        <w:t>honneur même</w:t>
      </w:r>
      <w:r w:rsidR="00B77E03">
        <w:t xml:space="preserve">, </w:t>
      </w:r>
      <w:r w:rsidRPr="002813C1">
        <w:t>s</w:t>
      </w:r>
      <w:r w:rsidR="00B77E03">
        <w:t>’</w:t>
      </w:r>
      <w:r w:rsidRPr="002813C1">
        <w:t>excusant sur ce temps troublé où nous vivons</w:t>
      </w:r>
      <w:r w:rsidR="00B77E03">
        <w:t xml:space="preserve">, </w:t>
      </w:r>
      <w:r w:rsidRPr="002813C1">
        <w:t>où on voit faillir ceux qu</w:t>
      </w:r>
      <w:r w:rsidR="00B77E03">
        <w:t>’</w:t>
      </w:r>
      <w:r w:rsidRPr="002813C1">
        <w:t>on croyait les plus purs</w:t>
      </w:r>
      <w:r w:rsidR="00B77E03">
        <w:t>…</w:t>
      </w:r>
    </w:p>
    <w:p w14:paraId="14F53C4D" w14:textId="1AAB24C4" w:rsidR="00B77E03" w:rsidRDefault="0024252B" w:rsidP="00B77E03">
      <w:r w:rsidRPr="002813C1">
        <w:t>Et plus loin</w:t>
      </w:r>
      <w:r w:rsidR="00B77E03">
        <w:t xml:space="preserve">, </w:t>
      </w:r>
      <w:r w:rsidRPr="002813C1">
        <w:t>un murmure de respectueuse admiration montait jusqu</w:t>
      </w:r>
      <w:r w:rsidR="00B77E03">
        <w:t>’</w:t>
      </w:r>
      <w:r w:rsidRPr="002813C1">
        <w:t xml:space="preserve">à </w:t>
      </w:r>
      <w:r w:rsidR="00B77E03">
        <w:t>M</w:t>
      </w:r>
      <w:r w:rsidR="00B77E03" w:rsidRPr="00B77E03">
        <w:rPr>
          <w:vertAlign w:val="superscript"/>
        </w:rPr>
        <w:t>lle</w:t>
      </w:r>
      <w:r w:rsidR="00B77E03">
        <w:t> </w:t>
      </w:r>
      <w:r w:rsidRPr="002813C1">
        <w:t>Marguerite</w:t>
      </w:r>
      <w:r w:rsidR="00B77E03">
        <w:t xml:space="preserve">, </w:t>
      </w:r>
      <w:r w:rsidRPr="002813C1">
        <w:t>dont les yeux pleins de larmes de bonheur brillaient d</w:t>
      </w:r>
      <w:r w:rsidR="00B77E03">
        <w:t>’</w:t>
      </w:r>
      <w:r w:rsidRPr="002813C1">
        <w:t>un éclat presque surnaturel</w:t>
      </w:r>
      <w:r w:rsidR="00B77E03">
        <w:t xml:space="preserve">, </w:t>
      </w:r>
      <w:r w:rsidRPr="002813C1">
        <w:t>dont la beauté empruntait à ses sensations une expression sublime</w:t>
      </w:r>
      <w:r w:rsidR="00B77E03">
        <w:t>.</w:t>
      </w:r>
    </w:p>
    <w:p w14:paraId="538A1EA9" w14:textId="77777777" w:rsidR="00B77E03" w:rsidRDefault="0024252B" w:rsidP="00B77E03">
      <w:r w:rsidRPr="002813C1">
        <w:t>Alors</w:t>
      </w:r>
      <w:r w:rsidR="00B77E03">
        <w:t xml:space="preserve">, </w:t>
      </w:r>
      <w:proofErr w:type="spellStart"/>
      <w:r w:rsidRPr="002813C1">
        <w:t>Valorsay</w:t>
      </w:r>
      <w:proofErr w:type="spellEnd"/>
      <w:r w:rsidR="00B77E03">
        <w:t xml:space="preserve">, </w:t>
      </w:r>
      <w:r w:rsidRPr="002813C1">
        <w:t>le misérable</w:t>
      </w:r>
      <w:r w:rsidR="00B77E03">
        <w:t xml:space="preserve">, </w:t>
      </w:r>
      <w:r w:rsidRPr="002813C1">
        <w:t>sentit bien que c</w:t>
      </w:r>
      <w:r w:rsidR="00B77E03">
        <w:t>’</w:t>
      </w:r>
      <w:r w:rsidRPr="002813C1">
        <w:t>était fini</w:t>
      </w:r>
      <w:r w:rsidR="00B77E03">
        <w:t xml:space="preserve">, </w:t>
      </w:r>
      <w:r w:rsidRPr="002813C1">
        <w:t>et qu</w:t>
      </w:r>
      <w:r w:rsidR="00B77E03">
        <w:t>’</w:t>
      </w:r>
      <w:r w:rsidRPr="002813C1">
        <w:t>il était perdu</w:t>
      </w:r>
      <w:r w:rsidR="00B77E03">
        <w:t>…</w:t>
      </w:r>
    </w:p>
    <w:p w14:paraId="176731DF" w14:textId="77777777" w:rsidR="00B77E03" w:rsidRDefault="0024252B" w:rsidP="00B77E03">
      <w:r w:rsidRPr="002813C1">
        <w:t>La rage</w:t>
      </w:r>
      <w:r w:rsidR="00B77E03">
        <w:t xml:space="preserve">, </w:t>
      </w:r>
      <w:r w:rsidRPr="002813C1">
        <w:t>de même qu</w:t>
      </w:r>
      <w:r w:rsidR="00B77E03">
        <w:t>’</w:t>
      </w:r>
      <w:r w:rsidRPr="002813C1">
        <w:t>une ivresse furieuse</w:t>
      </w:r>
      <w:r w:rsidR="00B77E03">
        <w:t xml:space="preserve">, </w:t>
      </w:r>
      <w:r w:rsidRPr="002813C1">
        <w:t>envahit son cerveau</w:t>
      </w:r>
      <w:r w:rsidR="00B77E03">
        <w:t xml:space="preserve">, </w:t>
      </w:r>
      <w:r w:rsidRPr="002813C1">
        <w:t>et pareil à la bête acculée qui se retourne et fait tête aux chiens</w:t>
      </w:r>
      <w:r w:rsidR="00B77E03">
        <w:t xml:space="preserve">, </w:t>
      </w:r>
      <w:r w:rsidRPr="002813C1">
        <w:t>il se redressa</w:t>
      </w:r>
      <w:r w:rsidR="00B77E03">
        <w:t xml:space="preserve">, </w:t>
      </w:r>
      <w:r w:rsidRPr="002813C1">
        <w:t>la face convulsée</w:t>
      </w:r>
      <w:r w:rsidR="00B77E03">
        <w:t xml:space="preserve">, </w:t>
      </w:r>
      <w:r w:rsidRPr="002813C1">
        <w:t>l</w:t>
      </w:r>
      <w:r w:rsidR="00B77E03">
        <w:t>’</w:t>
      </w:r>
      <w:r w:rsidRPr="002813C1">
        <w:t>œil sanglant</w:t>
      </w:r>
      <w:r w:rsidR="00B77E03">
        <w:t xml:space="preserve">, </w:t>
      </w:r>
      <w:r w:rsidRPr="002813C1">
        <w:t>la bave à la bouche</w:t>
      </w:r>
      <w:r w:rsidR="00B77E03">
        <w:t xml:space="preserve">, </w:t>
      </w:r>
      <w:r w:rsidRPr="002813C1">
        <w:t>effrayant de cynisme</w:t>
      </w:r>
      <w:r w:rsidR="00B77E03">
        <w:t xml:space="preserve">, </w:t>
      </w:r>
      <w:r w:rsidRPr="002813C1">
        <w:t>de haine et d</w:t>
      </w:r>
      <w:r w:rsidR="00B77E03">
        <w:t>’</w:t>
      </w:r>
      <w:r w:rsidRPr="002813C1">
        <w:t>ironie</w:t>
      </w:r>
      <w:r w:rsidR="00B77E03">
        <w:t>…</w:t>
      </w:r>
    </w:p>
    <w:p w14:paraId="74EB0506" w14:textId="77777777" w:rsidR="00B77E03" w:rsidRDefault="00B77E03" w:rsidP="00B77E03">
      <w:r>
        <w:t>— </w:t>
      </w:r>
      <w:r w:rsidR="0024252B" w:rsidRPr="002813C1">
        <w:t>Eh bien</w:t>
      </w:r>
      <w:r>
        <w:t xml:space="preserve"> ! </w:t>
      </w:r>
      <w:r w:rsidR="0024252B" w:rsidRPr="002813C1">
        <w:t>oui</w:t>
      </w:r>
      <w:r>
        <w:t xml:space="preserve">… </w:t>
      </w:r>
      <w:r w:rsidR="0024252B" w:rsidRPr="002813C1">
        <w:t>s</w:t>
      </w:r>
      <w:r>
        <w:t>’</w:t>
      </w:r>
      <w:r w:rsidR="0024252B" w:rsidRPr="002813C1">
        <w:t>écria-t-il</w:t>
      </w:r>
      <w:r>
        <w:t xml:space="preserve">… </w:t>
      </w:r>
      <w:r w:rsidR="0024252B" w:rsidRPr="002813C1">
        <w:t>oui</w:t>
      </w:r>
      <w:r>
        <w:t xml:space="preserve"> ! </w:t>
      </w:r>
      <w:r w:rsidR="0024252B" w:rsidRPr="002813C1">
        <w:t>tout ce que vous venez d</w:t>
      </w:r>
      <w:r>
        <w:t>’</w:t>
      </w:r>
      <w:r w:rsidR="0024252B" w:rsidRPr="002813C1">
        <w:t>entendre est vrai</w:t>
      </w:r>
      <w:r>
        <w:t xml:space="preserve"> ! </w:t>
      </w:r>
      <w:r w:rsidR="0024252B" w:rsidRPr="002813C1">
        <w:t>Je sombrais</w:t>
      </w:r>
      <w:r>
        <w:t xml:space="preserve">, </w:t>
      </w:r>
      <w:r w:rsidR="0024252B" w:rsidRPr="002813C1">
        <w:t>je me suis raccroché où j</w:t>
      </w:r>
      <w:r>
        <w:t>’</w:t>
      </w:r>
      <w:r w:rsidR="0024252B" w:rsidRPr="002813C1">
        <w:t>ai pu</w:t>
      </w:r>
      <w:r>
        <w:t xml:space="preserve"> ! </w:t>
      </w:r>
      <w:r w:rsidR="0024252B" w:rsidRPr="002813C1">
        <w:t>Ce n</w:t>
      </w:r>
      <w:r>
        <w:t>’</w:t>
      </w:r>
      <w:r w:rsidR="0024252B" w:rsidRPr="002813C1">
        <w:t>est pas quand on boit son dernier bouillon qu</w:t>
      </w:r>
      <w:r>
        <w:t>’</w:t>
      </w:r>
      <w:r w:rsidR="0024252B" w:rsidRPr="002813C1">
        <w:t>on fait le dégoûté</w:t>
      </w:r>
      <w:r>
        <w:t xml:space="preserve">… </w:t>
      </w:r>
      <w:r w:rsidR="0024252B" w:rsidRPr="002813C1">
        <w:t>J</w:t>
      </w:r>
      <w:r>
        <w:t>’</w:t>
      </w:r>
      <w:r w:rsidR="0024252B" w:rsidRPr="002813C1">
        <w:t>ai joué</w:t>
      </w:r>
      <w:r>
        <w:t xml:space="preserve">… </w:t>
      </w:r>
      <w:r w:rsidR="0024252B" w:rsidRPr="002813C1">
        <w:t>Si j</w:t>
      </w:r>
      <w:r>
        <w:t>’</w:t>
      </w:r>
      <w:r w:rsidR="0024252B" w:rsidRPr="002813C1">
        <w:t>avais gagné</w:t>
      </w:r>
      <w:r>
        <w:t xml:space="preserve">, </w:t>
      </w:r>
      <w:r w:rsidR="0024252B" w:rsidRPr="002813C1">
        <w:t>vous seriez à mes genoux</w:t>
      </w:r>
      <w:r>
        <w:t xml:space="preserve">… </w:t>
      </w:r>
      <w:r w:rsidR="0024252B" w:rsidRPr="002813C1">
        <w:t>J</w:t>
      </w:r>
      <w:r>
        <w:t>’</w:t>
      </w:r>
      <w:r w:rsidR="0024252B" w:rsidRPr="002813C1">
        <w:t>ai perdu</w:t>
      </w:r>
      <w:r>
        <w:t xml:space="preserve">, </w:t>
      </w:r>
      <w:r w:rsidR="0024252B" w:rsidRPr="002813C1">
        <w:t>vous me repoussez du pied</w:t>
      </w:r>
      <w:r>
        <w:t xml:space="preserve"> !… </w:t>
      </w:r>
      <w:r w:rsidR="0024252B" w:rsidRPr="002813C1">
        <w:t>Lâches</w:t>
      </w:r>
      <w:r>
        <w:t xml:space="preserve"> !… </w:t>
      </w:r>
      <w:r w:rsidR="0024252B" w:rsidRPr="002813C1">
        <w:t>Hypocrites</w:t>
      </w:r>
      <w:r>
        <w:t xml:space="preserve"> !… </w:t>
      </w:r>
      <w:r w:rsidR="0024252B" w:rsidRPr="002813C1">
        <w:t>Injuriez moi</w:t>
      </w:r>
      <w:r>
        <w:t xml:space="preserve">, </w:t>
      </w:r>
      <w:r w:rsidR="0024252B" w:rsidRPr="002813C1">
        <w:t>mais comptez-vous</w:t>
      </w:r>
      <w:r>
        <w:t xml:space="preserve">, </w:t>
      </w:r>
      <w:r w:rsidR="0024252B" w:rsidRPr="002813C1">
        <w:t>et dites-moi combien entre vous tous</w:t>
      </w:r>
      <w:r>
        <w:t xml:space="preserve">, </w:t>
      </w:r>
      <w:r w:rsidR="0024252B" w:rsidRPr="002813C1">
        <w:t>tant que vous êtes</w:t>
      </w:r>
      <w:r>
        <w:t xml:space="preserve">, </w:t>
      </w:r>
      <w:r w:rsidR="0024252B" w:rsidRPr="002813C1">
        <w:t>il y en a d</w:t>
      </w:r>
      <w:r>
        <w:t>’</w:t>
      </w:r>
      <w:r w:rsidR="0024252B" w:rsidRPr="002813C1">
        <w:t>assez purs pour avoir le droit de me cracher des mépris à la face</w:t>
      </w:r>
      <w:r>
        <w:t xml:space="preserve"> !… </w:t>
      </w:r>
      <w:r w:rsidR="0024252B" w:rsidRPr="002813C1">
        <w:t>Y en a-t-il cent</w:t>
      </w:r>
      <w:r>
        <w:t xml:space="preserve"> ? </w:t>
      </w:r>
      <w:r w:rsidR="0024252B" w:rsidRPr="002813C1">
        <w:t>Y en a-t-il seulement cinquante</w:t>
      </w:r>
      <w:r>
        <w:t> ?</w:t>
      </w:r>
    </w:p>
    <w:p w14:paraId="06E91A5B" w14:textId="77777777" w:rsidR="00B77E03" w:rsidRDefault="0024252B" w:rsidP="00B77E03">
      <w:r w:rsidRPr="002813C1">
        <w:t>Une tempête de huées couvrit sa voix</w:t>
      </w:r>
      <w:r w:rsidR="00B77E03">
        <w:t>.</w:t>
      </w:r>
    </w:p>
    <w:p w14:paraId="4837FB3C" w14:textId="77777777" w:rsidR="00B77E03" w:rsidRDefault="0024252B" w:rsidP="00B77E03">
      <w:r w:rsidRPr="002813C1">
        <w:t>Dès qu</w:t>
      </w:r>
      <w:r w:rsidR="00B77E03">
        <w:t>’</w:t>
      </w:r>
      <w:r w:rsidRPr="002813C1">
        <w:t>elle cessa</w:t>
      </w:r>
      <w:r w:rsidR="00B77E03">
        <w:t> :</w:t>
      </w:r>
    </w:p>
    <w:p w14:paraId="7C4A3801" w14:textId="77777777" w:rsidR="00B77E03" w:rsidRDefault="00B77E03" w:rsidP="00B77E03">
      <w:r>
        <w:t>— </w:t>
      </w:r>
      <w:r w:rsidR="0024252B" w:rsidRPr="002813C1">
        <w:t>Ah</w:t>
      </w:r>
      <w:r>
        <w:t xml:space="preserve"> ! </w:t>
      </w:r>
      <w:r w:rsidR="0024252B" w:rsidRPr="002813C1">
        <w:t>la vérité vous blesse</w:t>
      </w:r>
      <w:r>
        <w:t xml:space="preserve">, </w:t>
      </w:r>
      <w:r w:rsidR="0024252B" w:rsidRPr="002813C1">
        <w:t>mes très-chers</w:t>
      </w:r>
      <w:r>
        <w:t xml:space="preserve">, </w:t>
      </w:r>
      <w:r w:rsidR="0024252B" w:rsidRPr="002813C1">
        <w:t>reprit-il en ricanant</w:t>
      </w:r>
      <w:r>
        <w:t xml:space="preserve">… </w:t>
      </w:r>
      <w:r w:rsidR="0024252B" w:rsidRPr="002813C1">
        <w:t>Montrez-vous</w:t>
      </w:r>
      <w:r>
        <w:t xml:space="preserve">, </w:t>
      </w:r>
      <w:r w:rsidR="0024252B" w:rsidRPr="002813C1">
        <w:t>croyez-moi</w:t>
      </w:r>
      <w:r>
        <w:t xml:space="preserve">, </w:t>
      </w:r>
      <w:r w:rsidR="0024252B" w:rsidRPr="002813C1">
        <w:t>d</w:t>
      </w:r>
      <w:r>
        <w:t>’</w:t>
      </w:r>
      <w:r w:rsidR="0024252B" w:rsidRPr="002813C1">
        <w:t>une vertu moins farouche</w:t>
      </w:r>
      <w:r>
        <w:t xml:space="preserve"> !… </w:t>
      </w:r>
      <w:r w:rsidR="0024252B" w:rsidRPr="002813C1">
        <w:t>J</w:t>
      </w:r>
      <w:r>
        <w:t>’</w:t>
      </w:r>
      <w:r w:rsidR="0024252B" w:rsidRPr="002813C1">
        <w:t>étais ruiné</w:t>
      </w:r>
      <w:r>
        <w:t xml:space="preserve">, </w:t>
      </w:r>
      <w:r w:rsidR="0024252B" w:rsidRPr="002813C1">
        <w:t>cela dit tout</w:t>
      </w:r>
      <w:r>
        <w:t xml:space="preserve">… </w:t>
      </w:r>
      <w:r w:rsidR="0024252B" w:rsidRPr="002813C1">
        <w:t xml:space="preserve">Mais lequel de vous ne </w:t>
      </w:r>
      <w:r w:rsidR="0024252B" w:rsidRPr="002813C1">
        <w:lastRenderedPageBreak/>
        <w:t>l</w:t>
      </w:r>
      <w:r>
        <w:t>’</w:t>
      </w:r>
      <w:r w:rsidR="0024252B" w:rsidRPr="002813C1">
        <w:t>est pas quelque peu</w:t>
      </w:r>
      <w:r>
        <w:t xml:space="preserve"> ?… </w:t>
      </w:r>
      <w:r w:rsidR="0024252B" w:rsidRPr="002813C1">
        <w:t>Lequel se suffit avec ses revenus et ne mange pas au sac</w:t>
      </w:r>
      <w:r>
        <w:t xml:space="preserve"> !… </w:t>
      </w:r>
      <w:r w:rsidR="0024252B" w:rsidRPr="002813C1">
        <w:t>Votre dernier louis venu</w:t>
      </w:r>
      <w:r>
        <w:t xml:space="preserve">, </w:t>
      </w:r>
      <w:r w:rsidR="0024252B" w:rsidRPr="002813C1">
        <w:t>vous essaierez de faire ce que j</w:t>
      </w:r>
      <w:r>
        <w:t>’</w:t>
      </w:r>
      <w:r w:rsidR="0024252B" w:rsidRPr="002813C1">
        <w:t>ai fait ou quelque chose de pis</w:t>
      </w:r>
      <w:r>
        <w:t xml:space="preserve">… </w:t>
      </w:r>
      <w:r w:rsidR="0024252B" w:rsidRPr="002813C1">
        <w:t>Et ne dites pas non</w:t>
      </w:r>
      <w:r>
        <w:t xml:space="preserve">, </w:t>
      </w:r>
      <w:r w:rsidR="0024252B" w:rsidRPr="002813C1">
        <w:t>car pas plus que moi vous n</w:t>
      </w:r>
      <w:r>
        <w:t>’</w:t>
      </w:r>
      <w:r w:rsidR="0024252B" w:rsidRPr="002813C1">
        <w:t>avez une conscience étroite</w:t>
      </w:r>
      <w:r>
        <w:t xml:space="preserve">, </w:t>
      </w:r>
      <w:r w:rsidR="0024252B" w:rsidRPr="002813C1">
        <w:t>une ferme morale</w:t>
      </w:r>
      <w:r>
        <w:t xml:space="preserve">, </w:t>
      </w:r>
      <w:r w:rsidR="0024252B" w:rsidRPr="002813C1">
        <w:t>des croyances sincères ou des aspirations généreuses</w:t>
      </w:r>
      <w:r>
        <w:t xml:space="preserve">… </w:t>
      </w:r>
      <w:r w:rsidR="0024252B" w:rsidRPr="002813C1">
        <w:t>Vous poursuivez ce que j</w:t>
      </w:r>
      <w:r>
        <w:t>’</w:t>
      </w:r>
      <w:r w:rsidR="0024252B" w:rsidRPr="002813C1">
        <w:t>ai poursuivi</w:t>
      </w:r>
      <w:r>
        <w:t xml:space="preserve">, </w:t>
      </w:r>
      <w:r w:rsidR="0024252B" w:rsidRPr="002813C1">
        <w:t>rien de plus</w:t>
      </w:r>
      <w:r>
        <w:t xml:space="preserve">… </w:t>
      </w:r>
      <w:r w:rsidR="0024252B" w:rsidRPr="002813C1">
        <w:t>Vous voulez ce que j</w:t>
      </w:r>
      <w:r>
        <w:t>’</w:t>
      </w:r>
      <w:r w:rsidR="0024252B" w:rsidRPr="002813C1">
        <w:t>ai voulu</w:t>
      </w:r>
      <w:r>
        <w:t xml:space="preserve">, </w:t>
      </w:r>
      <w:r w:rsidR="0024252B" w:rsidRPr="002813C1">
        <w:t>la vie à outrance</w:t>
      </w:r>
      <w:r>
        <w:t xml:space="preserve">, </w:t>
      </w:r>
      <w:r w:rsidR="0024252B" w:rsidRPr="002813C1">
        <w:t>courte et bonne</w:t>
      </w:r>
      <w:r>
        <w:t xml:space="preserve">, </w:t>
      </w:r>
      <w:r w:rsidR="0024252B" w:rsidRPr="002813C1">
        <w:t>enragée</w:t>
      </w:r>
      <w:r>
        <w:t xml:space="preserve">, </w:t>
      </w:r>
      <w:r w:rsidR="0024252B" w:rsidRPr="002813C1">
        <w:t>enfiévrée</w:t>
      </w:r>
      <w:r>
        <w:t xml:space="preserve">, </w:t>
      </w:r>
      <w:r w:rsidR="0024252B" w:rsidRPr="002813C1">
        <w:t>endiablée</w:t>
      </w:r>
      <w:r>
        <w:t xml:space="preserve">… </w:t>
      </w:r>
      <w:r w:rsidR="0024252B" w:rsidRPr="002813C1">
        <w:t>Vous voulez le plaisir</w:t>
      </w:r>
      <w:r>
        <w:t xml:space="preserve">, </w:t>
      </w:r>
      <w:r w:rsidR="0024252B" w:rsidRPr="002813C1">
        <w:t>le jeu</w:t>
      </w:r>
      <w:r>
        <w:t xml:space="preserve">, </w:t>
      </w:r>
      <w:r w:rsidR="0024252B" w:rsidRPr="002813C1">
        <w:t>les chevaux</w:t>
      </w:r>
      <w:r>
        <w:t xml:space="preserve">, </w:t>
      </w:r>
      <w:r w:rsidR="0024252B" w:rsidRPr="002813C1">
        <w:t>les filles perdues</w:t>
      </w:r>
      <w:r>
        <w:t xml:space="preserve">, </w:t>
      </w:r>
      <w:r w:rsidR="0024252B" w:rsidRPr="002813C1">
        <w:t>la table toujours mise et les verres toujours pleins</w:t>
      </w:r>
      <w:r>
        <w:t xml:space="preserve">, </w:t>
      </w:r>
      <w:r w:rsidR="0024252B" w:rsidRPr="002813C1">
        <w:t>toutes les jouissances du luxe</w:t>
      </w:r>
      <w:r>
        <w:t xml:space="preserve">, </w:t>
      </w:r>
      <w:r w:rsidR="0024252B" w:rsidRPr="002813C1">
        <w:t>toutes les satisfactions de la vanité</w:t>
      </w:r>
      <w:r>
        <w:t xml:space="preserve">… </w:t>
      </w:r>
      <w:r w:rsidR="0024252B" w:rsidRPr="002813C1">
        <w:t>Au bout de tout cela</w:t>
      </w:r>
      <w:r>
        <w:t xml:space="preserve">, </w:t>
      </w:r>
      <w:r w:rsidR="0024252B" w:rsidRPr="002813C1">
        <w:t>il y a l</w:t>
      </w:r>
      <w:r>
        <w:t>’</w:t>
      </w:r>
      <w:r w:rsidR="0024252B" w:rsidRPr="002813C1">
        <w:t>abîme de boue</w:t>
      </w:r>
      <w:r>
        <w:t xml:space="preserve">… </w:t>
      </w:r>
      <w:r w:rsidR="0024252B" w:rsidRPr="002813C1">
        <w:t>J</w:t>
      </w:r>
      <w:r>
        <w:t>’</w:t>
      </w:r>
      <w:r w:rsidR="0024252B" w:rsidRPr="002813C1">
        <w:t>y suis</w:t>
      </w:r>
      <w:r>
        <w:t xml:space="preserve">, </w:t>
      </w:r>
      <w:r w:rsidR="0024252B" w:rsidRPr="002813C1">
        <w:t>je vous y attends</w:t>
      </w:r>
      <w:r>
        <w:t xml:space="preserve">, </w:t>
      </w:r>
      <w:r w:rsidR="0024252B" w:rsidRPr="002813C1">
        <w:t>car vous y viendrez tous</w:t>
      </w:r>
      <w:r>
        <w:t xml:space="preserve">, </w:t>
      </w:r>
      <w:r w:rsidR="0024252B" w:rsidRPr="002813C1">
        <w:t>nécessairement</w:t>
      </w:r>
      <w:r>
        <w:t xml:space="preserve">, </w:t>
      </w:r>
      <w:r w:rsidR="0024252B" w:rsidRPr="002813C1">
        <w:t>fatalement</w:t>
      </w:r>
      <w:r>
        <w:t xml:space="preserve">… </w:t>
      </w:r>
      <w:r w:rsidR="0024252B" w:rsidRPr="002813C1">
        <w:t>et ce sera justice</w:t>
      </w:r>
      <w:r>
        <w:t xml:space="preserve"> !… </w:t>
      </w:r>
      <w:r w:rsidR="0024252B" w:rsidRPr="002813C1">
        <w:t>Ah</w:t>
      </w:r>
      <w:r>
        <w:t xml:space="preserve"> ! </w:t>
      </w:r>
      <w:r w:rsidR="0024252B" w:rsidRPr="002813C1">
        <w:t>ah</w:t>
      </w:r>
      <w:r>
        <w:t xml:space="preserve"> !… </w:t>
      </w:r>
      <w:r w:rsidR="0024252B" w:rsidRPr="002813C1">
        <w:t>vous ne trouvez plus mon aventure si drôle</w:t>
      </w:r>
      <w:r>
        <w:t xml:space="preserve">, </w:t>
      </w:r>
      <w:r w:rsidR="0024252B" w:rsidRPr="002813C1">
        <w:t>maintenant</w:t>
      </w:r>
      <w:r>
        <w:t xml:space="preserve"> ! </w:t>
      </w:r>
      <w:r w:rsidR="0024252B" w:rsidRPr="002813C1">
        <w:t>Allons</w:t>
      </w:r>
      <w:r>
        <w:t xml:space="preserve">, </w:t>
      </w:r>
      <w:r w:rsidR="0024252B" w:rsidRPr="002813C1">
        <w:t>faites-moi place</w:t>
      </w:r>
      <w:r>
        <w:t xml:space="preserve"> ! </w:t>
      </w:r>
      <w:r w:rsidR="0024252B" w:rsidRPr="002813C1">
        <w:t>s</w:t>
      </w:r>
      <w:r>
        <w:t>’</w:t>
      </w:r>
      <w:r w:rsidR="0024252B" w:rsidRPr="002813C1">
        <w:t>il vous plaît</w:t>
      </w:r>
      <w:r>
        <w:t> !</w:t>
      </w:r>
    </w:p>
    <w:p w14:paraId="0D78C36D" w14:textId="77777777" w:rsidR="00B77E03" w:rsidRDefault="0024252B" w:rsidP="00B77E03">
      <w:r w:rsidRPr="002813C1">
        <w:t>Il s</w:t>
      </w:r>
      <w:r w:rsidR="00B77E03">
        <w:t>’</w:t>
      </w:r>
      <w:r w:rsidRPr="002813C1">
        <w:t>avança</w:t>
      </w:r>
      <w:r w:rsidR="00B77E03">
        <w:t xml:space="preserve">, </w:t>
      </w:r>
      <w:r w:rsidRPr="002813C1">
        <w:t>le front levé</w:t>
      </w:r>
      <w:r w:rsidR="00B77E03">
        <w:t xml:space="preserve">, </w:t>
      </w:r>
      <w:r w:rsidRPr="002813C1">
        <w:t>et positivement on s</w:t>
      </w:r>
      <w:r w:rsidR="00B77E03">
        <w:t>’</w:t>
      </w:r>
      <w:r w:rsidRPr="002813C1">
        <w:t>écartait</w:t>
      </w:r>
      <w:r w:rsidR="00B77E03">
        <w:t xml:space="preserve">, </w:t>
      </w:r>
      <w:r w:rsidRPr="002813C1">
        <w:t>quand un domestique effaré parut</w:t>
      </w:r>
      <w:r w:rsidR="00B77E03">
        <w:t xml:space="preserve">, </w:t>
      </w:r>
      <w:r w:rsidRPr="002813C1">
        <w:t>qui cria</w:t>
      </w:r>
      <w:r w:rsidR="00B77E03">
        <w:t> :</w:t>
      </w:r>
    </w:p>
    <w:p w14:paraId="7B0DBDD7" w14:textId="77777777" w:rsidR="00B77E03" w:rsidRDefault="00B77E03" w:rsidP="00B77E03">
      <w:r>
        <w:t>— </w:t>
      </w:r>
      <w:r w:rsidR="0024252B" w:rsidRPr="002813C1">
        <w:t>Monsieur</w:t>
      </w:r>
      <w:r>
        <w:t xml:space="preserve">… </w:t>
      </w:r>
      <w:r w:rsidR="0024252B" w:rsidRPr="002813C1">
        <w:t>monsieur le baron</w:t>
      </w:r>
      <w:r>
        <w:t xml:space="preserve">… </w:t>
      </w:r>
      <w:r w:rsidR="0024252B" w:rsidRPr="002813C1">
        <w:t>La justice</w:t>
      </w:r>
      <w:r>
        <w:t xml:space="preserve"> !… </w:t>
      </w:r>
      <w:r w:rsidR="0024252B" w:rsidRPr="002813C1">
        <w:t>Elle est en bas</w:t>
      </w:r>
      <w:r>
        <w:t xml:space="preserve"> !… </w:t>
      </w:r>
      <w:r w:rsidR="0024252B" w:rsidRPr="002813C1">
        <w:t>Elle monte</w:t>
      </w:r>
      <w:r>
        <w:t xml:space="preserve"> !… </w:t>
      </w:r>
      <w:r w:rsidR="0024252B" w:rsidRPr="002813C1">
        <w:t>Il y a un commissaire avec son écharpe</w:t>
      </w:r>
      <w:r>
        <w:t>…</w:t>
      </w:r>
    </w:p>
    <w:p w14:paraId="7622A5B4" w14:textId="77777777" w:rsidR="00B77E03" w:rsidRDefault="0024252B" w:rsidP="00B77E03">
      <w:r w:rsidRPr="002813C1">
        <w:t>Du coup</w:t>
      </w:r>
      <w:r w:rsidR="00B77E03">
        <w:t xml:space="preserve">, </w:t>
      </w:r>
      <w:r w:rsidRPr="002813C1">
        <w:t>l</w:t>
      </w:r>
      <w:r w:rsidR="00B77E03">
        <w:t>’</w:t>
      </w:r>
      <w:r w:rsidRPr="002813C1">
        <w:t xml:space="preserve">exaltation furibonde du marquis de </w:t>
      </w:r>
      <w:proofErr w:type="spellStart"/>
      <w:r w:rsidRPr="002813C1">
        <w:t>Valorsay</w:t>
      </w:r>
      <w:proofErr w:type="spellEnd"/>
      <w:r w:rsidRPr="002813C1">
        <w:t xml:space="preserve"> tomba</w:t>
      </w:r>
      <w:r w:rsidR="00B77E03">
        <w:t>…</w:t>
      </w:r>
    </w:p>
    <w:p w14:paraId="541A23A1" w14:textId="77777777" w:rsidR="00B77E03" w:rsidRDefault="0024252B" w:rsidP="00B77E03">
      <w:r w:rsidRPr="002813C1">
        <w:t>Il devint plus pâle</w:t>
      </w:r>
      <w:r w:rsidR="00B77E03">
        <w:t xml:space="preserve">, </w:t>
      </w:r>
      <w:r w:rsidRPr="002813C1">
        <w:t>s</w:t>
      </w:r>
      <w:r w:rsidR="00B77E03">
        <w:t>’</w:t>
      </w:r>
      <w:r w:rsidRPr="002813C1">
        <w:t>il est possible</w:t>
      </w:r>
      <w:r w:rsidR="00B77E03">
        <w:t xml:space="preserve">, </w:t>
      </w:r>
      <w:r w:rsidRPr="002813C1">
        <w:t>et trembla sur ses jarrets comme le bœuf manqué par la masse du boucher</w:t>
      </w:r>
      <w:r w:rsidR="00B77E03">
        <w:t>.</w:t>
      </w:r>
    </w:p>
    <w:p w14:paraId="6500E0B2" w14:textId="77777777" w:rsidR="00B77E03" w:rsidRDefault="0024252B" w:rsidP="00B77E03">
      <w:r w:rsidRPr="002813C1">
        <w:t>Puis</w:t>
      </w:r>
      <w:r w:rsidR="00B77E03">
        <w:t xml:space="preserve">, </w:t>
      </w:r>
      <w:r w:rsidRPr="002813C1">
        <w:t>soudainement</w:t>
      </w:r>
      <w:r w:rsidR="00B77E03">
        <w:t xml:space="preserve">, </w:t>
      </w:r>
      <w:r w:rsidRPr="002813C1">
        <w:t>une résolution désespérée se lut sur ses traits</w:t>
      </w:r>
      <w:r w:rsidR="00B77E03">
        <w:t xml:space="preserve">, </w:t>
      </w:r>
      <w:r w:rsidRPr="002813C1">
        <w:t>la résolution du condamné qui</w:t>
      </w:r>
      <w:r w:rsidR="00B77E03">
        <w:t xml:space="preserve">, </w:t>
      </w:r>
      <w:r w:rsidRPr="002813C1">
        <w:t>sachant qu</w:t>
      </w:r>
      <w:r w:rsidR="00B77E03">
        <w:t>’</w:t>
      </w:r>
      <w:r w:rsidRPr="002813C1">
        <w:t>il ne peut éviter l</w:t>
      </w:r>
      <w:r w:rsidR="00B77E03">
        <w:t>’</w:t>
      </w:r>
      <w:r w:rsidRPr="002813C1">
        <w:t>échafaud y monte d</w:t>
      </w:r>
      <w:r w:rsidR="00B77E03">
        <w:t>’</w:t>
      </w:r>
      <w:r w:rsidRPr="002813C1">
        <w:t>un pas ferme</w:t>
      </w:r>
      <w:r w:rsidR="00B77E03">
        <w:t>…</w:t>
      </w:r>
    </w:p>
    <w:p w14:paraId="6C977031" w14:textId="22E39DE7" w:rsidR="00B77E03" w:rsidRDefault="0024252B" w:rsidP="00B77E03">
      <w:r w:rsidRPr="002813C1">
        <w:t>Il s</w:t>
      </w:r>
      <w:r w:rsidR="00B77E03">
        <w:t>’</w:t>
      </w:r>
      <w:r w:rsidRPr="002813C1">
        <w:t xml:space="preserve">approcha de </w:t>
      </w:r>
      <w:r w:rsidR="00B77E03">
        <w:t>M. </w:t>
      </w:r>
      <w:proofErr w:type="spellStart"/>
      <w:r w:rsidRPr="002813C1">
        <w:t>Trigault</w:t>
      </w:r>
      <w:proofErr w:type="spellEnd"/>
      <w:r w:rsidR="00B77E03">
        <w:t xml:space="preserve">, </w:t>
      </w:r>
      <w:r w:rsidRPr="002813C1">
        <w:t>et d</w:t>
      </w:r>
      <w:r w:rsidR="00B77E03">
        <w:t>’</w:t>
      </w:r>
      <w:r w:rsidRPr="002813C1">
        <w:t>une voix rauque</w:t>
      </w:r>
      <w:r w:rsidR="00B77E03">
        <w:t> :</w:t>
      </w:r>
    </w:p>
    <w:p w14:paraId="15F86D0C" w14:textId="77777777" w:rsidR="00B77E03" w:rsidRDefault="00B77E03" w:rsidP="00B77E03">
      <w:r>
        <w:lastRenderedPageBreak/>
        <w:t>— </w:t>
      </w:r>
      <w:r w:rsidR="0024252B" w:rsidRPr="002813C1">
        <w:t>Me laisserez-vous arrêter chez vous</w:t>
      </w:r>
      <w:r>
        <w:t xml:space="preserve">, </w:t>
      </w:r>
      <w:r w:rsidR="0024252B" w:rsidRPr="002813C1">
        <w:t>baron</w:t>
      </w:r>
      <w:r>
        <w:t xml:space="preserve">, </w:t>
      </w:r>
      <w:r w:rsidR="0024252B" w:rsidRPr="002813C1">
        <w:t>dit-il</w:t>
      </w:r>
      <w:r>
        <w:t xml:space="preserve">, </w:t>
      </w:r>
      <w:r w:rsidR="0024252B" w:rsidRPr="002813C1">
        <w:t>moi</w:t>
      </w:r>
      <w:r>
        <w:t xml:space="preserve">… </w:t>
      </w:r>
      <w:r w:rsidR="0024252B" w:rsidRPr="002813C1">
        <w:t xml:space="preserve">un </w:t>
      </w:r>
      <w:proofErr w:type="spellStart"/>
      <w:r w:rsidR="0024252B" w:rsidRPr="002813C1">
        <w:t>Valorsay</w:t>
      </w:r>
      <w:proofErr w:type="spellEnd"/>
      <w:r>
        <w:t> !…</w:t>
      </w:r>
    </w:p>
    <w:p w14:paraId="1150413D" w14:textId="77777777" w:rsidR="00B77E03" w:rsidRDefault="0024252B" w:rsidP="00B77E03">
      <w:r w:rsidRPr="002813C1">
        <w:t>On eût dit que le baron attendait ce reproche</w:t>
      </w:r>
      <w:r w:rsidR="00B77E03">
        <w:t>.</w:t>
      </w:r>
    </w:p>
    <w:p w14:paraId="05FBAE88" w14:textId="27D1EDC9" w:rsidR="00B77E03" w:rsidRDefault="0024252B" w:rsidP="00B77E03">
      <w:r w:rsidRPr="002813C1">
        <w:t xml:space="preserve">Il entraîna le marquis et </w:t>
      </w:r>
      <w:r w:rsidR="00B77E03">
        <w:t>M. de </w:t>
      </w:r>
      <w:proofErr w:type="spellStart"/>
      <w:r w:rsidRPr="002813C1">
        <w:t>Coralth</w:t>
      </w:r>
      <w:proofErr w:type="spellEnd"/>
      <w:r w:rsidR="00B77E03">
        <w:t xml:space="preserve">, </w:t>
      </w:r>
      <w:r w:rsidRPr="002813C1">
        <w:t>les poussa dans un petit salon au fond de la galerie</w:t>
      </w:r>
      <w:r w:rsidR="00B77E03">
        <w:t xml:space="preserve">, </w:t>
      </w:r>
      <w:r w:rsidRPr="002813C1">
        <w:t>et ferma la porte</w:t>
      </w:r>
      <w:r w:rsidR="00B77E03">
        <w:t>.</w:t>
      </w:r>
    </w:p>
    <w:p w14:paraId="3142A889" w14:textId="77777777" w:rsidR="00B77E03" w:rsidRDefault="0024252B" w:rsidP="00B77E03">
      <w:r w:rsidRPr="002813C1">
        <w:t>Il était temps</w:t>
      </w:r>
      <w:r w:rsidR="00B77E03">
        <w:t xml:space="preserve">, </w:t>
      </w:r>
      <w:r w:rsidRPr="002813C1">
        <w:t>le commissaire de police entrait</w:t>
      </w:r>
      <w:r w:rsidR="00B77E03">
        <w:t>.</w:t>
      </w:r>
    </w:p>
    <w:p w14:paraId="256D1E54" w14:textId="77777777" w:rsidR="00B77E03" w:rsidRDefault="00B77E03" w:rsidP="00B77E03">
      <w:r>
        <w:t>— </w:t>
      </w:r>
      <w:r w:rsidR="0024252B" w:rsidRPr="002813C1">
        <w:t>Lequel de vous</w:t>
      </w:r>
      <w:r>
        <w:t xml:space="preserve">, </w:t>
      </w:r>
      <w:r w:rsidR="0024252B" w:rsidRPr="002813C1">
        <w:t>messieurs</w:t>
      </w:r>
      <w:r>
        <w:t xml:space="preserve">, </w:t>
      </w:r>
      <w:r w:rsidR="0024252B" w:rsidRPr="002813C1">
        <w:t>prononça-t-il</w:t>
      </w:r>
      <w:r>
        <w:t xml:space="preserve">, </w:t>
      </w:r>
      <w:r w:rsidR="0024252B" w:rsidRPr="002813C1">
        <w:t xml:space="preserve">est le marquis de </w:t>
      </w:r>
      <w:proofErr w:type="spellStart"/>
      <w:r w:rsidR="0024252B" w:rsidRPr="002813C1">
        <w:t>Valorsay</w:t>
      </w:r>
      <w:proofErr w:type="spellEnd"/>
      <w:r>
        <w:t xml:space="preserve"> ? </w:t>
      </w:r>
      <w:r w:rsidR="0024252B" w:rsidRPr="002813C1">
        <w:t>Lequel de vous est Paul Violaine</w:t>
      </w:r>
      <w:r>
        <w:t xml:space="preserve">, </w:t>
      </w:r>
      <w:r w:rsidR="0024252B" w:rsidRPr="002813C1">
        <w:t>dit le vicomte</w:t>
      </w:r>
      <w:r>
        <w:t>…</w:t>
      </w:r>
    </w:p>
    <w:p w14:paraId="0C9440B3" w14:textId="77777777" w:rsidR="00B77E03" w:rsidRDefault="0024252B" w:rsidP="00B77E03">
      <w:r w:rsidRPr="002813C1">
        <w:t>La détonation d</w:t>
      </w:r>
      <w:r w:rsidR="00B77E03">
        <w:t>’</w:t>
      </w:r>
      <w:r w:rsidRPr="002813C1">
        <w:t>une arme à feu lui coupa la parole</w:t>
      </w:r>
      <w:r w:rsidR="00B77E03">
        <w:t>.</w:t>
      </w:r>
    </w:p>
    <w:p w14:paraId="6D6A2D7A" w14:textId="77777777" w:rsidR="00B77E03" w:rsidRDefault="0024252B" w:rsidP="00B77E03">
      <w:r w:rsidRPr="002813C1">
        <w:t>On se précipita vers le petit salon</w:t>
      </w:r>
      <w:r w:rsidR="00B77E03">
        <w:t>.</w:t>
      </w:r>
    </w:p>
    <w:p w14:paraId="7629816D" w14:textId="77777777" w:rsidR="00B77E03" w:rsidRDefault="0024252B" w:rsidP="00B77E03">
      <w:r w:rsidRPr="002813C1">
        <w:t>À terre</w:t>
      </w:r>
      <w:r w:rsidR="00B77E03">
        <w:t xml:space="preserve">, </w:t>
      </w:r>
      <w:r w:rsidRPr="002813C1">
        <w:t>sur le dos</w:t>
      </w:r>
      <w:r w:rsidR="00B77E03">
        <w:t xml:space="preserve">, </w:t>
      </w:r>
      <w:r w:rsidRPr="002813C1">
        <w:t xml:space="preserve">gisait le marquis de </w:t>
      </w:r>
      <w:proofErr w:type="spellStart"/>
      <w:r w:rsidRPr="002813C1">
        <w:t>Valorsay</w:t>
      </w:r>
      <w:proofErr w:type="spellEnd"/>
      <w:r w:rsidR="00B77E03">
        <w:t xml:space="preserve">, </w:t>
      </w:r>
      <w:r w:rsidRPr="002813C1">
        <w:t>la tête affreusement fracassée</w:t>
      </w:r>
      <w:r w:rsidR="00B77E03">
        <w:t xml:space="preserve">. </w:t>
      </w:r>
      <w:r w:rsidRPr="002813C1">
        <w:t>Sa main droite serrait encore la crosse d</w:t>
      </w:r>
      <w:r w:rsidR="00B77E03">
        <w:t>’</w:t>
      </w:r>
      <w:r w:rsidRPr="002813C1">
        <w:t>un revolver</w:t>
      </w:r>
      <w:r w:rsidR="00B77E03">
        <w:t xml:space="preserve">… </w:t>
      </w:r>
      <w:r w:rsidRPr="002813C1">
        <w:t>Il était mort</w:t>
      </w:r>
      <w:r w:rsidR="00B77E03">
        <w:t>.</w:t>
      </w:r>
    </w:p>
    <w:p w14:paraId="79CBCE36" w14:textId="77777777" w:rsidR="00B77E03" w:rsidRDefault="00B77E03" w:rsidP="00B77E03">
      <w:r>
        <w:t>— </w:t>
      </w:r>
      <w:r w:rsidR="0024252B" w:rsidRPr="002813C1">
        <w:t>Et l</w:t>
      </w:r>
      <w:r>
        <w:t>’</w:t>
      </w:r>
      <w:r w:rsidR="0024252B" w:rsidRPr="002813C1">
        <w:t>autre</w:t>
      </w:r>
      <w:r>
        <w:t xml:space="preserve"> ? </w:t>
      </w:r>
      <w:r w:rsidR="0024252B" w:rsidRPr="002813C1">
        <w:t>cria-t-on</w:t>
      </w:r>
      <w:r>
        <w:t xml:space="preserve">, </w:t>
      </w:r>
      <w:r w:rsidR="0024252B" w:rsidRPr="002813C1">
        <w:t>et l</w:t>
      </w:r>
      <w:r>
        <w:t>’</w:t>
      </w:r>
      <w:r w:rsidR="0024252B" w:rsidRPr="002813C1">
        <w:t>autre</w:t>
      </w:r>
      <w:r>
        <w:t> ?</w:t>
      </w:r>
    </w:p>
    <w:p w14:paraId="5F17EF10" w14:textId="6A74D87A" w:rsidR="00B77E03" w:rsidRDefault="0024252B" w:rsidP="00B77E03">
      <w:r w:rsidRPr="002813C1">
        <w:t>La fenêtre ouverte</w:t>
      </w:r>
      <w:r w:rsidR="00B77E03">
        <w:t xml:space="preserve">, </w:t>
      </w:r>
      <w:r w:rsidRPr="002813C1">
        <w:t>un rideau arraché et attaché à la balustrade</w:t>
      </w:r>
      <w:r w:rsidR="00B77E03">
        <w:t xml:space="preserve">, </w:t>
      </w:r>
      <w:r w:rsidRPr="002813C1">
        <w:t xml:space="preserve">disaient comment avait fui </w:t>
      </w:r>
      <w:r w:rsidR="00B77E03">
        <w:t>M. de </w:t>
      </w:r>
      <w:proofErr w:type="spellStart"/>
      <w:r w:rsidRPr="002813C1">
        <w:t>Coralth</w:t>
      </w:r>
      <w:proofErr w:type="spellEnd"/>
      <w:r w:rsidR="00B77E03">
        <w:t>.</w:t>
      </w:r>
    </w:p>
    <w:p w14:paraId="5D4F53E9" w14:textId="77777777" w:rsidR="00B77E03" w:rsidRDefault="0024252B" w:rsidP="00B77E03">
      <w:r w:rsidRPr="002813C1">
        <w:t>Plus tard seulement on connut les précautions du baron</w:t>
      </w:r>
      <w:r w:rsidR="00B77E03">
        <w:t>.</w:t>
      </w:r>
    </w:p>
    <w:p w14:paraId="559089A7" w14:textId="77777777" w:rsidR="00B77E03" w:rsidRDefault="0024252B" w:rsidP="00B77E03">
      <w:r w:rsidRPr="002813C1">
        <w:t>Sur la table du salon</w:t>
      </w:r>
      <w:r w:rsidR="00B77E03">
        <w:t xml:space="preserve">, </w:t>
      </w:r>
      <w:r w:rsidRPr="002813C1">
        <w:t>il avait placé d</w:t>
      </w:r>
      <w:r w:rsidR="00B77E03">
        <w:t>’</w:t>
      </w:r>
      <w:r w:rsidRPr="002813C1">
        <w:t>avance deux revolvers et deux paquets de chacun dix billets de mille francs</w:t>
      </w:r>
      <w:r w:rsidR="00B77E03">
        <w:t>…</w:t>
      </w:r>
    </w:p>
    <w:p w14:paraId="35A8B106" w14:textId="77777777" w:rsidR="00B77E03" w:rsidRDefault="0024252B" w:rsidP="00B77E03">
      <w:r w:rsidRPr="002813C1">
        <w:t>Le vicomte n</w:t>
      </w:r>
      <w:r w:rsidR="00B77E03">
        <w:t>’</w:t>
      </w:r>
      <w:r w:rsidRPr="002813C1">
        <w:t>avait pas hésité</w:t>
      </w:r>
      <w:r w:rsidR="00B77E03">
        <w:t> !…</w:t>
      </w:r>
    </w:p>
    <w:p w14:paraId="4EF5EE5C" w14:textId="24FDBF82" w:rsidR="0024252B" w:rsidRPr="002813C1" w:rsidRDefault="0024252B" w:rsidP="00B77E03">
      <w:pPr>
        <w:pStyle w:val="Titre1"/>
      </w:pPr>
      <w:bookmarkStart w:id="19" w:name="_Toc202022844"/>
      <w:r w:rsidRPr="002813C1">
        <w:lastRenderedPageBreak/>
        <w:t>XX</w:t>
      </w:r>
      <w:bookmarkEnd w:id="19"/>
      <w:r w:rsidRPr="002813C1">
        <w:br/>
      </w:r>
    </w:p>
    <w:p w14:paraId="2815E8F1" w14:textId="1B0A0025" w:rsidR="00B77E03" w:rsidRDefault="0024252B" w:rsidP="00B77E03">
      <w:r w:rsidRPr="002813C1">
        <w:t>C</w:t>
      </w:r>
      <w:r w:rsidR="00B77E03">
        <w:t>’</w:t>
      </w:r>
      <w:r w:rsidRPr="002813C1">
        <w:t>est à Saint-Étienne-du-Mont</w:t>
      </w:r>
      <w:r w:rsidR="00B77E03">
        <w:t xml:space="preserve">, </w:t>
      </w:r>
      <w:r w:rsidRPr="002813C1">
        <w:t>à deux pas de la rue d</w:t>
      </w:r>
      <w:r w:rsidR="00B77E03">
        <w:t>’</w:t>
      </w:r>
      <w:r w:rsidRPr="002813C1">
        <w:t>Ulm</w:t>
      </w:r>
      <w:r w:rsidR="00B77E03">
        <w:t xml:space="preserve">, </w:t>
      </w:r>
      <w:r w:rsidRPr="002813C1">
        <w:t>qu</w:t>
      </w:r>
      <w:r w:rsidR="00B77E03">
        <w:t>’</w:t>
      </w:r>
      <w:r w:rsidRPr="002813C1">
        <w:t xml:space="preserve">a été célébré le mariage de Pascal </w:t>
      </w:r>
      <w:proofErr w:type="spellStart"/>
      <w:r w:rsidRPr="002813C1">
        <w:t>Férailleur</w:t>
      </w:r>
      <w:proofErr w:type="spellEnd"/>
      <w:r w:rsidRPr="002813C1">
        <w:t xml:space="preserve"> et de </w:t>
      </w:r>
      <w:r w:rsidR="00B77E03">
        <w:t>M</w:t>
      </w:r>
      <w:r w:rsidR="00B77E03" w:rsidRPr="00B77E03">
        <w:rPr>
          <w:vertAlign w:val="superscript"/>
        </w:rPr>
        <w:t>lle</w:t>
      </w:r>
      <w:r w:rsidR="00B77E03">
        <w:t> </w:t>
      </w:r>
      <w:r w:rsidRPr="002813C1">
        <w:t xml:space="preserve">Marguerite de </w:t>
      </w:r>
      <w:proofErr w:type="spellStart"/>
      <w:r w:rsidRPr="002813C1">
        <w:t>Chalusse</w:t>
      </w:r>
      <w:proofErr w:type="spellEnd"/>
      <w:r w:rsidR="00B77E03">
        <w:t>…</w:t>
      </w:r>
    </w:p>
    <w:p w14:paraId="7CB4A063" w14:textId="77777777" w:rsidR="00B77E03" w:rsidRDefault="0024252B" w:rsidP="00B77E03">
      <w:r w:rsidRPr="002813C1">
        <w:t>Qui eût connu le mystère de la naissance de la mariée</w:t>
      </w:r>
      <w:r w:rsidR="00B77E03">
        <w:t xml:space="preserve">, </w:t>
      </w:r>
      <w:r w:rsidRPr="002813C1">
        <w:t>n</w:t>
      </w:r>
      <w:r w:rsidR="00B77E03">
        <w:t>’</w:t>
      </w:r>
      <w:r w:rsidRPr="002813C1">
        <w:t>eût pas été peu stupéfait de lui voir pour témoin</w:t>
      </w:r>
      <w:r w:rsidR="00B77E03">
        <w:t xml:space="preserve">, </w:t>
      </w:r>
      <w:r w:rsidRPr="002813C1">
        <w:t>avec le vieux juge de paix</w:t>
      </w:r>
      <w:r w:rsidR="00B77E03">
        <w:t xml:space="preserve">, </w:t>
      </w:r>
      <w:r w:rsidRPr="002813C1">
        <w:t xml:space="preserve">le baron </w:t>
      </w:r>
      <w:proofErr w:type="spellStart"/>
      <w:r w:rsidRPr="002813C1">
        <w:t>Trigault</w:t>
      </w:r>
      <w:proofErr w:type="spellEnd"/>
      <w:r w:rsidR="00B77E03">
        <w:t>…</w:t>
      </w:r>
    </w:p>
    <w:p w14:paraId="3898305F" w14:textId="77777777" w:rsidR="00B77E03" w:rsidRDefault="0024252B" w:rsidP="00B77E03">
      <w:r w:rsidRPr="002813C1">
        <w:t>Ce fut ainsi</w:t>
      </w:r>
      <w:r w:rsidR="00B77E03">
        <w:t xml:space="preserve">, </w:t>
      </w:r>
      <w:r w:rsidRPr="002813C1">
        <w:t>cependant</w:t>
      </w:r>
      <w:r w:rsidR="00B77E03">
        <w:t>…</w:t>
      </w:r>
    </w:p>
    <w:p w14:paraId="1203B4D0" w14:textId="65E7227C" w:rsidR="00B77E03" w:rsidRDefault="0024252B" w:rsidP="00B77E03">
      <w:r w:rsidRPr="002813C1">
        <w:t>De plus en plus maltraité par sa fille et son gendre</w:t>
      </w:r>
      <w:r w:rsidR="00B77E03">
        <w:t xml:space="preserve">, </w:t>
      </w:r>
      <w:r w:rsidRPr="002813C1">
        <w:t>séparé de sa femme</w:t>
      </w:r>
      <w:r w:rsidR="00B77E03">
        <w:t xml:space="preserve">, </w:t>
      </w:r>
      <w:r w:rsidRPr="002813C1">
        <w:t>devenue presque folle</w:t>
      </w:r>
      <w:r w:rsidR="00B77E03">
        <w:t xml:space="preserve">, </w:t>
      </w:r>
      <w:r w:rsidRPr="002813C1">
        <w:t>encore qu</w:t>
      </w:r>
      <w:r w:rsidR="00B77E03">
        <w:t>’</w:t>
      </w:r>
      <w:r w:rsidRPr="002813C1">
        <w:t>on eût réussi à sauver ses lettres</w:t>
      </w:r>
      <w:r w:rsidR="00B77E03">
        <w:t xml:space="preserve">, </w:t>
      </w:r>
      <w:r w:rsidRPr="002813C1">
        <w:t>c</w:t>
      </w:r>
      <w:r w:rsidR="00B77E03">
        <w:t>’</w:t>
      </w:r>
      <w:r w:rsidRPr="002813C1">
        <w:t xml:space="preserve">est près de </w:t>
      </w:r>
      <w:r w:rsidR="00B77E03">
        <w:t>M. </w:t>
      </w:r>
      <w:r w:rsidRPr="002813C1">
        <w:t xml:space="preserve">et de </w:t>
      </w:r>
      <w:r w:rsidR="00B77E03">
        <w:t>M</w:t>
      </w:r>
      <w:r w:rsidR="00B77E03" w:rsidRPr="00B77E03">
        <w:rPr>
          <w:vertAlign w:val="superscript"/>
        </w:rPr>
        <w:t>me</w:t>
      </w:r>
      <w:r w:rsidR="00B77E03">
        <w:t> </w:t>
      </w:r>
      <w:r w:rsidRPr="002813C1">
        <w:t>Pascal que le baron a trouvé une famille</w:t>
      </w:r>
      <w:r w:rsidR="00B77E03">
        <w:t>…</w:t>
      </w:r>
    </w:p>
    <w:p w14:paraId="05728EF6" w14:textId="399CA4CA" w:rsidR="00B77E03" w:rsidRDefault="0024252B" w:rsidP="00B77E03">
      <w:r w:rsidRPr="002813C1">
        <w:t>Il ne joue plus guère</w:t>
      </w:r>
      <w:r w:rsidR="00B77E03">
        <w:t xml:space="preserve">, </w:t>
      </w:r>
      <w:r w:rsidRPr="002813C1">
        <w:t xml:space="preserve">sinon au piquet avec </w:t>
      </w:r>
      <w:r w:rsidR="00B77E03">
        <w:t>M</w:t>
      </w:r>
      <w:r w:rsidR="00B77E03" w:rsidRPr="00B77E03">
        <w:rPr>
          <w:vertAlign w:val="superscript"/>
        </w:rPr>
        <w:t>me</w:t>
      </w:r>
      <w:r w:rsidR="00B77E03">
        <w:t> </w:t>
      </w:r>
      <w:proofErr w:type="spellStart"/>
      <w:r w:rsidRPr="002813C1">
        <w:t>Férailleur</w:t>
      </w:r>
      <w:proofErr w:type="spellEnd"/>
      <w:r w:rsidR="00B77E03">
        <w:t xml:space="preserve">, </w:t>
      </w:r>
      <w:r w:rsidRPr="002813C1">
        <w:t>qu</w:t>
      </w:r>
      <w:r w:rsidR="00B77E03">
        <w:t>’</w:t>
      </w:r>
      <w:r w:rsidRPr="002813C1">
        <w:t>il s</w:t>
      </w:r>
      <w:r w:rsidR="00B77E03">
        <w:t>’</w:t>
      </w:r>
      <w:r w:rsidRPr="002813C1">
        <w:t>amuse à faire tressauter</w:t>
      </w:r>
      <w:r w:rsidR="00B77E03">
        <w:t xml:space="preserve">, </w:t>
      </w:r>
      <w:r w:rsidRPr="002813C1">
        <w:t>en lui criant de sa grosse voix</w:t>
      </w:r>
      <w:r w:rsidR="00B77E03">
        <w:t xml:space="preserve">, </w:t>
      </w:r>
      <w:r w:rsidRPr="002813C1">
        <w:t>quand elle est un peu longue à écarter</w:t>
      </w:r>
      <w:r w:rsidR="00B77E03">
        <w:t> : « </w:t>
      </w:r>
      <w:r w:rsidRPr="002813C1">
        <w:t>Nous gaspillons un temps précieux</w:t>
      </w:r>
      <w:r w:rsidR="00B77E03">
        <w:t> !… »</w:t>
      </w:r>
    </w:p>
    <w:p w14:paraId="2B90F509" w14:textId="77777777" w:rsidR="00B77E03" w:rsidRDefault="0024252B" w:rsidP="00B77E03">
      <w:r w:rsidRPr="002813C1">
        <w:t>Parfois</w:t>
      </w:r>
      <w:r w:rsidR="00B77E03">
        <w:t xml:space="preserve">, </w:t>
      </w:r>
      <w:r w:rsidRPr="002813C1">
        <w:t>ils sortent ensemble</w:t>
      </w:r>
      <w:r w:rsidR="00B77E03">
        <w:t xml:space="preserve">, </w:t>
      </w:r>
      <w:r w:rsidRPr="002813C1">
        <w:t>et sans doute ils seraient bien surpris</w:t>
      </w:r>
      <w:r w:rsidR="00B77E03">
        <w:t xml:space="preserve">, </w:t>
      </w:r>
      <w:r w:rsidRPr="002813C1">
        <w:t>ceux à qui on dirait où se rend</w:t>
      </w:r>
      <w:r w:rsidR="00B77E03">
        <w:t xml:space="preserve">, </w:t>
      </w:r>
      <w:r w:rsidRPr="002813C1">
        <w:t>au bras du baron</w:t>
      </w:r>
      <w:r w:rsidR="00B77E03">
        <w:t xml:space="preserve">, </w:t>
      </w:r>
      <w:r w:rsidRPr="002813C1">
        <w:t>la rigide bourgeoise</w:t>
      </w:r>
      <w:r w:rsidR="00B77E03">
        <w:t>.</w:t>
      </w:r>
    </w:p>
    <w:p w14:paraId="0F630903" w14:textId="7BFD8B02" w:rsidR="00B77E03" w:rsidRDefault="0024252B" w:rsidP="00B77E03">
      <w:r w:rsidRPr="002813C1">
        <w:t xml:space="preserve">Elle va visiter et consoler </w:t>
      </w:r>
      <w:r w:rsidR="00B77E03">
        <w:t>M</w:t>
      </w:r>
      <w:r w:rsidR="00B77E03" w:rsidRPr="00B77E03">
        <w:rPr>
          <w:vertAlign w:val="superscript"/>
        </w:rPr>
        <w:t>me</w:t>
      </w:r>
      <w:r w:rsidR="00B77E03">
        <w:t> </w:t>
      </w:r>
      <w:r w:rsidRPr="002813C1">
        <w:t>veuve Gordon</w:t>
      </w:r>
      <w:r w:rsidR="00B77E03">
        <w:t xml:space="preserve">, </w:t>
      </w:r>
      <w:r w:rsidRPr="002813C1">
        <w:t>autrefois Lia d</w:t>
      </w:r>
      <w:r w:rsidR="00B77E03">
        <w:t>’</w:t>
      </w:r>
      <w:r w:rsidRPr="002813C1">
        <w:t>Argelès</w:t>
      </w:r>
      <w:r w:rsidR="00B77E03">
        <w:t xml:space="preserve">, </w:t>
      </w:r>
      <w:r w:rsidRPr="002813C1">
        <w:t>qui a fondé près de Montrouge un ouvroir pour les pauvres filles séduites et abandonnées</w:t>
      </w:r>
      <w:r w:rsidR="00B77E03">
        <w:t xml:space="preserve">… </w:t>
      </w:r>
      <w:r w:rsidRPr="002813C1">
        <w:t>La malheureuse en est encore à recevoir un souvenir de son fils</w:t>
      </w:r>
      <w:r w:rsidR="00B77E03">
        <w:t>…</w:t>
      </w:r>
    </w:p>
    <w:p w14:paraId="4BB52E31" w14:textId="77777777" w:rsidR="00B77E03" w:rsidRDefault="0024252B" w:rsidP="00B77E03">
      <w:r w:rsidRPr="002813C1">
        <w:t>Quant à son mari</w:t>
      </w:r>
      <w:r w:rsidR="00B77E03">
        <w:t xml:space="preserve">, </w:t>
      </w:r>
      <w:r w:rsidRPr="002813C1">
        <w:t>elle le suppose mort ou au fond de quelque maison centrale</w:t>
      </w:r>
      <w:r w:rsidR="00B77E03">
        <w:t>…</w:t>
      </w:r>
    </w:p>
    <w:p w14:paraId="78FDB8F8" w14:textId="77777777" w:rsidR="00B77E03" w:rsidRDefault="0024252B" w:rsidP="00B77E03">
      <w:r w:rsidRPr="002813C1">
        <w:lastRenderedPageBreak/>
        <w:t>C</w:t>
      </w:r>
      <w:r w:rsidR="00B77E03">
        <w:t>’</w:t>
      </w:r>
      <w:r w:rsidRPr="002813C1">
        <w:t xml:space="preserve">est à elle que les </w:t>
      </w:r>
      <w:proofErr w:type="spellStart"/>
      <w:r w:rsidRPr="002813C1">
        <w:t>Fondège</w:t>
      </w:r>
      <w:proofErr w:type="spellEnd"/>
      <w:r w:rsidRPr="002813C1">
        <w:t xml:space="preserve"> doivent souvent du pain</w:t>
      </w:r>
      <w:r w:rsidR="00B77E03">
        <w:t xml:space="preserve">… </w:t>
      </w:r>
      <w:r w:rsidRPr="002813C1">
        <w:t>Forcés de rendre gorge</w:t>
      </w:r>
      <w:r w:rsidR="00B77E03">
        <w:t xml:space="preserve">, </w:t>
      </w:r>
      <w:r w:rsidRPr="002813C1">
        <w:t>sans autres ressources qu</w:t>
      </w:r>
      <w:r w:rsidR="00B77E03">
        <w:t>’</w:t>
      </w:r>
      <w:r w:rsidRPr="002813C1">
        <w:t xml:space="preserve">une rente de 50 </w:t>
      </w:r>
      <w:proofErr w:type="spellStart"/>
      <w:r w:rsidRPr="002813C1">
        <w:t>fr</w:t>
      </w:r>
      <w:r w:rsidR="00B77E03">
        <w:t>.</w:t>
      </w:r>
      <w:proofErr w:type="spellEnd"/>
      <w:r w:rsidR="00B77E03">
        <w:t xml:space="preserve"> </w:t>
      </w:r>
      <w:r w:rsidRPr="002813C1">
        <w:t>par mois que leur sert leur fils devenu capitaine</w:t>
      </w:r>
      <w:r w:rsidR="00B77E03">
        <w:t xml:space="preserve">, </w:t>
      </w:r>
      <w:r w:rsidRPr="002813C1">
        <w:t>leur misère est affreuse</w:t>
      </w:r>
      <w:r w:rsidR="00B77E03">
        <w:t>…</w:t>
      </w:r>
    </w:p>
    <w:p w14:paraId="049B51EB" w14:textId="06FA3335" w:rsidR="00B77E03" w:rsidRDefault="0024252B" w:rsidP="00B77E03">
      <w:r w:rsidRPr="002813C1">
        <w:t>Oh</w:t>
      </w:r>
      <w:r w:rsidR="00B77E03">
        <w:t xml:space="preserve"> ! </w:t>
      </w:r>
      <w:r w:rsidRPr="002813C1">
        <w:t xml:space="preserve">ces </w:t>
      </w:r>
      <w:proofErr w:type="spellStart"/>
      <w:r w:rsidRPr="002813C1">
        <w:t>Fondège</w:t>
      </w:r>
      <w:proofErr w:type="spellEnd"/>
      <w:r w:rsidR="00B77E03">
        <w:t> !… M. </w:t>
      </w:r>
      <w:r w:rsidRPr="002813C1">
        <w:t>Fortunat n</w:t>
      </w:r>
      <w:r w:rsidR="00B77E03">
        <w:t>’</w:t>
      </w:r>
      <w:r w:rsidRPr="002813C1">
        <w:t>en parle qu</w:t>
      </w:r>
      <w:r w:rsidR="00B77E03">
        <w:t>’</w:t>
      </w:r>
      <w:r w:rsidRPr="002813C1">
        <w:t>avec horreur</w:t>
      </w:r>
      <w:r w:rsidR="00B77E03">
        <w:t xml:space="preserve">… </w:t>
      </w:r>
      <w:r w:rsidRPr="002813C1">
        <w:t xml:space="preserve">Mais il chante haut les louanges de </w:t>
      </w:r>
      <w:r w:rsidR="00B77E03">
        <w:t>M</w:t>
      </w:r>
      <w:r w:rsidR="00B77E03" w:rsidRPr="00B77E03">
        <w:rPr>
          <w:vertAlign w:val="superscript"/>
        </w:rPr>
        <w:t>me</w:t>
      </w:r>
      <w:r w:rsidR="00B77E03">
        <w:t> </w:t>
      </w:r>
      <w:r w:rsidRPr="002813C1">
        <w:t>Marguerite</w:t>
      </w:r>
      <w:r w:rsidR="00B77E03">
        <w:t xml:space="preserve">, </w:t>
      </w:r>
      <w:r w:rsidRPr="002813C1">
        <w:t>qui lui a rendu les 4</w:t>
      </w:r>
      <w:r w:rsidR="00B77E03" w:rsidRPr="002813C1">
        <w:t>0</w:t>
      </w:r>
      <w:r w:rsidR="00B77E03">
        <w:t>,</w:t>
      </w:r>
      <w:r w:rsidR="00B77E03" w:rsidRPr="002813C1">
        <w:t>0</w:t>
      </w:r>
      <w:r w:rsidRPr="002813C1">
        <w:t>00 francs qu</w:t>
      </w:r>
      <w:r w:rsidR="00B77E03">
        <w:t>’</w:t>
      </w:r>
      <w:r w:rsidRPr="002813C1">
        <w:t xml:space="preserve">il avait avancés à </w:t>
      </w:r>
      <w:proofErr w:type="spellStart"/>
      <w:r w:rsidRPr="002813C1">
        <w:t>Valorsay</w:t>
      </w:r>
      <w:proofErr w:type="spellEnd"/>
      <w:r w:rsidR="00B77E03">
        <w:t xml:space="preserve">… </w:t>
      </w:r>
      <w:r w:rsidRPr="002813C1">
        <w:t>Il fait aussi l</w:t>
      </w:r>
      <w:r w:rsidR="00B77E03">
        <w:t>’</w:t>
      </w:r>
      <w:r w:rsidRPr="002813C1">
        <w:t>éloge de Chupin</w:t>
      </w:r>
      <w:r w:rsidR="00B77E03">
        <w:t xml:space="preserve">, </w:t>
      </w:r>
      <w:r w:rsidRPr="002813C1">
        <w:t>mais du bout des lèvres</w:t>
      </w:r>
      <w:r w:rsidR="00B77E03">
        <w:t xml:space="preserve">, </w:t>
      </w:r>
      <w:r w:rsidRPr="002813C1">
        <w:t>depuis que Chupin</w:t>
      </w:r>
      <w:r w:rsidR="00B77E03">
        <w:t xml:space="preserve">, </w:t>
      </w:r>
      <w:r w:rsidRPr="002813C1">
        <w:t xml:space="preserve">mis à même par Pascal de </w:t>
      </w:r>
      <w:r w:rsidR="00B77E03">
        <w:t>« </w:t>
      </w:r>
      <w:r w:rsidRPr="002813C1">
        <w:t>s</w:t>
      </w:r>
      <w:r w:rsidR="00B77E03">
        <w:t>’</w:t>
      </w:r>
      <w:r w:rsidRPr="002813C1">
        <w:t>établir</w:t>
      </w:r>
      <w:r w:rsidR="00B77E03">
        <w:t>, »</w:t>
      </w:r>
      <w:r w:rsidRPr="002813C1">
        <w:t xml:space="preserve"> lui a déclaré qu</w:t>
      </w:r>
      <w:r w:rsidR="00B77E03">
        <w:t>’</w:t>
      </w:r>
      <w:r w:rsidRPr="002813C1">
        <w:t>il ne se mêlerait plus jamais de tripotages</w:t>
      </w:r>
      <w:r w:rsidR="00B77E03">
        <w:t xml:space="preserve">. – </w:t>
      </w:r>
      <w:r w:rsidRPr="002813C1">
        <w:t xml:space="preserve">Tripotages est resté sur le cœur de </w:t>
      </w:r>
      <w:r w:rsidR="00B77E03">
        <w:t>M. </w:t>
      </w:r>
      <w:r w:rsidRPr="002813C1">
        <w:t>Fortunat</w:t>
      </w:r>
      <w:r w:rsidR="00B77E03">
        <w:t>.</w:t>
      </w:r>
    </w:p>
    <w:p w14:paraId="5195000B" w14:textId="39DF952A" w:rsidR="00B77E03" w:rsidRDefault="0024252B" w:rsidP="00B77E03">
      <w:r w:rsidRPr="002813C1">
        <w:t>Ce qui ne l</w:t>
      </w:r>
      <w:r w:rsidR="00B77E03">
        <w:t>’</w:t>
      </w:r>
      <w:r w:rsidRPr="002813C1">
        <w:t>a pas empêché</w:t>
      </w:r>
      <w:r w:rsidR="00B77E03">
        <w:t xml:space="preserve">, </w:t>
      </w:r>
      <w:r w:rsidRPr="002813C1">
        <w:t>d</w:t>
      </w:r>
      <w:r w:rsidR="00B77E03">
        <w:t>’</w:t>
      </w:r>
      <w:r w:rsidRPr="002813C1">
        <w:t>ailleurs</w:t>
      </w:r>
      <w:r w:rsidR="00B77E03">
        <w:t xml:space="preserve">, </w:t>
      </w:r>
      <w:r w:rsidRPr="002813C1">
        <w:t>d</w:t>
      </w:r>
      <w:r w:rsidR="00B77E03">
        <w:t>’</w:t>
      </w:r>
      <w:r w:rsidRPr="002813C1">
        <w:t xml:space="preserve">aider par sa déposition aux malheurs de </w:t>
      </w:r>
      <w:proofErr w:type="spellStart"/>
      <w:r w:rsidRPr="002813C1">
        <w:t>Vantrasson</w:t>
      </w:r>
      <w:proofErr w:type="spellEnd"/>
      <w:r w:rsidRPr="002813C1">
        <w:t xml:space="preserve"> et de la sensible </w:t>
      </w:r>
      <w:r w:rsidR="00B77E03">
        <w:t>M</w:t>
      </w:r>
      <w:r w:rsidR="00B77E03" w:rsidRPr="00B77E03">
        <w:rPr>
          <w:vertAlign w:val="superscript"/>
        </w:rPr>
        <w:t>me</w:t>
      </w:r>
      <w:r w:rsidR="00B77E03">
        <w:t> </w:t>
      </w:r>
      <w:r w:rsidRPr="002813C1">
        <w:t>Léon</w:t>
      </w:r>
      <w:r w:rsidR="00B77E03">
        <w:t xml:space="preserve">, </w:t>
      </w:r>
      <w:r w:rsidRPr="002813C1">
        <w:t>condamnés l</w:t>
      </w:r>
      <w:r w:rsidR="00B77E03">
        <w:t>’</w:t>
      </w:r>
      <w:r w:rsidRPr="002813C1">
        <w:t>un aux travaux forcés à perpétuité</w:t>
      </w:r>
      <w:r w:rsidR="00B77E03">
        <w:t xml:space="preserve">, </w:t>
      </w:r>
      <w:r w:rsidRPr="002813C1">
        <w:t>l</w:t>
      </w:r>
      <w:r w:rsidR="00B77E03">
        <w:t>’</w:t>
      </w:r>
      <w:r w:rsidRPr="002813C1">
        <w:t>autre à dix ans de réclusion</w:t>
      </w:r>
      <w:r w:rsidR="00B77E03">
        <w:t>…</w:t>
      </w:r>
    </w:p>
    <w:p w14:paraId="2813C637" w14:textId="16675FC6" w:rsidR="00B77E03" w:rsidRDefault="0024252B" w:rsidP="00B77E03">
      <w:r w:rsidRPr="002813C1">
        <w:t xml:space="preserve">De </w:t>
      </w:r>
      <w:r w:rsidR="00B77E03">
        <w:t>M. de </w:t>
      </w:r>
      <w:proofErr w:type="spellStart"/>
      <w:r w:rsidRPr="002813C1">
        <w:t>Coralth</w:t>
      </w:r>
      <w:proofErr w:type="spellEnd"/>
      <w:r w:rsidR="00B77E03">
        <w:t xml:space="preserve">, </w:t>
      </w:r>
      <w:r w:rsidRPr="002813C1">
        <w:t>pas de nouvelles</w:t>
      </w:r>
      <w:r w:rsidR="00B77E03">
        <w:t xml:space="preserve"> ; </w:t>
      </w:r>
      <w:r w:rsidRPr="002813C1">
        <w:t>mais sa femme a quitté la Villette</w:t>
      </w:r>
      <w:r w:rsidR="00B77E03">
        <w:t xml:space="preserve">, </w:t>
      </w:r>
      <w:r w:rsidRPr="002813C1">
        <w:t xml:space="preserve">au grand désespoir de </w:t>
      </w:r>
      <w:r w:rsidR="00B77E03">
        <w:t>M. </w:t>
      </w:r>
      <w:proofErr w:type="spellStart"/>
      <w:r w:rsidRPr="002813C1">
        <w:t>Mouchon</w:t>
      </w:r>
      <w:proofErr w:type="spellEnd"/>
      <w:r w:rsidR="00B77E03">
        <w:t xml:space="preserve">… </w:t>
      </w:r>
      <w:r w:rsidRPr="002813C1">
        <w:t>Comme dentiste</w:t>
      </w:r>
      <w:r w:rsidR="00B77E03">
        <w:t xml:space="preserve">, </w:t>
      </w:r>
      <w:r w:rsidRPr="002813C1">
        <w:t xml:space="preserve">le docteur </w:t>
      </w:r>
      <w:proofErr w:type="spellStart"/>
      <w:r w:rsidRPr="002813C1">
        <w:t>Jodon</w:t>
      </w:r>
      <w:proofErr w:type="spellEnd"/>
      <w:r w:rsidRPr="002813C1">
        <w:t xml:space="preserve"> réussit</w:t>
      </w:r>
      <w:r w:rsidR="00B77E03">
        <w:t>…</w:t>
      </w:r>
    </w:p>
    <w:p w14:paraId="5995ED44" w14:textId="796C8812" w:rsidR="00B77E03" w:rsidRDefault="0024252B" w:rsidP="00B77E03">
      <w:r w:rsidRPr="002813C1">
        <w:t xml:space="preserve">Quant à </w:t>
      </w:r>
      <w:r w:rsidR="00B77E03">
        <w:t>M. </w:t>
      </w:r>
      <w:proofErr w:type="spellStart"/>
      <w:r w:rsidRPr="002813C1">
        <w:t>Wilkie</w:t>
      </w:r>
      <w:proofErr w:type="spellEnd"/>
      <w:r w:rsidR="00B77E03">
        <w:t xml:space="preserve">, </w:t>
      </w:r>
      <w:r w:rsidRPr="002813C1">
        <w:t>on sait par les journaux ses faits et gestes</w:t>
      </w:r>
      <w:r w:rsidR="00B77E03">
        <w:t>…</w:t>
      </w:r>
    </w:p>
    <w:p w14:paraId="3C2189D3" w14:textId="77777777" w:rsidR="00B77E03" w:rsidRDefault="0024252B" w:rsidP="00B77E03">
      <w:r w:rsidRPr="002813C1">
        <w:t>Les chroniques s</w:t>
      </w:r>
      <w:r w:rsidR="00B77E03">
        <w:t>’</w:t>
      </w:r>
      <w:r w:rsidRPr="002813C1">
        <w:t>épuisent à décrire ses livrées</w:t>
      </w:r>
      <w:r w:rsidR="00B77E03">
        <w:t xml:space="preserve">, </w:t>
      </w:r>
      <w:r w:rsidRPr="002813C1">
        <w:t>ses chevaux</w:t>
      </w:r>
      <w:r w:rsidR="00B77E03">
        <w:t xml:space="preserve">, </w:t>
      </w:r>
      <w:r w:rsidRPr="002813C1">
        <w:t>ses voitures</w:t>
      </w:r>
      <w:r w:rsidR="00B77E03">
        <w:t xml:space="preserve">, </w:t>
      </w:r>
      <w:r w:rsidRPr="002813C1">
        <w:t>ses écuries</w:t>
      </w:r>
      <w:r w:rsidR="00B77E03">
        <w:t xml:space="preserve">… </w:t>
      </w:r>
      <w:r w:rsidRPr="002813C1">
        <w:t>On signale ses déplacements</w:t>
      </w:r>
      <w:r w:rsidR="00B77E03">
        <w:t xml:space="preserve">… </w:t>
      </w:r>
      <w:r w:rsidRPr="002813C1">
        <w:t>On enregistre ses mots spirituels</w:t>
      </w:r>
      <w:r w:rsidR="00B77E03">
        <w:t xml:space="preserve">… </w:t>
      </w:r>
      <w:r w:rsidRPr="002813C1">
        <w:t>Il a des succès</w:t>
      </w:r>
      <w:r w:rsidR="00B77E03">
        <w:t xml:space="preserve">, </w:t>
      </w:r>
      <w:r w:rsidRPr="002813C1">
        <w:t>il est aimé</w:t>
      </w:r>
      <w:r w:rsidR="00B77E03">
        <w:t xml:space="preserve">, </w:t>
      </w:r>
      <w:r w:rsidRPr="002813C1">
        <w:t>fêté</w:t>
      </w:r>
      <w:r w:rsidR="00B77E03">
        <w:t xml:space="preserve">, </w:t>
      </w:r>
      <w:r w:rsidRPr="002813C1">
        <w:t>célébré</w:t>
      </w:r>
      <w:r w:rsidR="00B77E03">
        <w:t xml:space="preserve">, </w:t>
      </w:r>
      <w:r w:rsidRPr="002813C1">
        <w:t>adulé</w:t>
      </w:r>
      <w:r w:rsidR="00B77E03">
        <w:t xml:space="preserve">, </w:t>
      </w:r>
      <w:r w:rsidRPr="002813C1">
        <w:t>il fait tapage</w:t>
      </w:r>
      <w:r w:rsidR="00B77E03">
        <w:t xml:space="preserve">, </w:t>
      </w:r>
      <w:r w:rsidRPr="002813C1">
        <w:t>scandale</w:t>
      </w:r>
      <w:r w:rsidR="00B77E03">
        <w:t xml:space="preserve">, </w:t>
      </w:r>
      <w:r w:rsidRPr="002813C1">
        <w:t>il règne</w:t>
      </w:r>
      <w:r w:rsidR="00B77E03">
        <w:t xml:space="preserve">. </w:t>
      </w:r>
      <w:r w:rsidRPr="002813C1">
        <w:t>Le monde est aux impudents</w:t>
      </w:r>
      <w:r w:rsidR="00B77E03">
        <w:t> !…</w:t>
      </w:r>
    </w:p>
    <w:p w14:paraId="4587E5D0" w14:textId="77777777" w:rsidR="00B77E03" w:rsidRDefault="0024252B" w:rsidP="00B77E03">
      <w:pPr>
        <w:ind w:firstLine="0"/>
        <w:jc w:val="center"/>
        <w:rPr>
          <w:iCs/>
        </w:rPr>
      </w:pPr>
      <w:r w:rsidRPr="00B77E03">
        <w:rPr>
          <w:iCs/>
        </w:rPr>
        <w:t>FIN</w:t>
      </w:r>
      <w:r w:rsidR="00B77E03">
        <w:rPr>
          <w:iCs/>
        </w:rPr>
        <w:t>.</w:t>
      </w:r>
    </w:p>
    <w:p w14:paraId="34F71019" w14:textId="6DB14A9A" w:rsidR="00033562" w:rsidRDefault="00033562">
      <w:pPr>
        <w:sectPr w:rsidR="00033562" w:rsidSect="00B77E03">
          <w:footerReference w:type="default" r:id="rId11"/>
          <w:pgSz w:w="11906" w:h="16838" w:code="9"/>
          <w:pgMar w:top="1134" w:right="1134" w:bottom="1134" w:left="1134" w:header="709" w:footer="709" w:gutter="0"/>
          <w:cols w:space="708"/>
          <w:titlePg/>
          <w:docGrid w:linePitch="360"/>
        </w:sectPr>
      </w:pPr>
    </w:p>
    <w:p w14:paraId="05314E53" w14:textId="77777777" w:rsidR="00033562" w:rsidRDefault="00033562" w:rsidP="00B77E03">
      <w:pPr>
        <w:pStyle w:val="Titre1"/>
        <w:spacing w:before="0"/>
      </w:pPr>
      <w:bookmarkStart w:id="20" w:name="_Toc202022845"/>
      <w:r>
        <w:lastRenderedPageBreak/>
        <w:t>À propos de cette édition électronique</w:t>
      </w:r>
      <w:bookmarkEnd w:id="20"/>
    </w:p>
    <w:p w14:paraId="48E8E82B" w14:textId="77777777" w:rsidR="00B77E03" w:rsidRPr="00633842" w:rsidRDefault="00B77E03" w:rsidP="00B77E03">
      <w:pPr>
        <w:spacing w:before="180" w:after="180"/>
        <w:ind w:firstLine="0"/>
        <w:jc w:val="center"/>
        <w:rPr>
          <w:b/>
          <w:bCs/>
          <w:szCs w:val="32"/>
        </w:rPr>
      </w:pPr>
      <w:r w:rsidRPr="00633842">
        <w:rPr>
          <w:b/>
          <w:bCs/>
          <w:szCs w:val="32"/>
        </w:rPr>
        <w:t>Texte libre de droits.</w:t>
      </w:r>
    </w:p>
    <w:p w14:paraId="167A7DC9" w14:textId="77777777" w:rsidR="00B77E03" w:rsidRPr="00633842" w:rsidRDefault="00B77E03" w:rsidP="00B77E03">
      <w:pPr>
        <w:pStyle w:val="Centr"/>
        <w:spacing w:before="180" w:after="180"/>
      </w:pPr>
      <w:r w:rsidRPr="00633842">
        <w:t>Corrections, édition, conversion informatique et publication par le groupe :</w:t>
      </w:r>
    </w:p>
    <w:p w14:paraId="2EFB6A08" w14:textId="77777777" w:rsidR="00B77E03" w:rsidRPr="00633842" w:rsidRDefault="00B77E03" w:rsidP="00B77E03">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18612D57" w14:textId="77777777" w:rsidR="00B77E03" w:rsidRPr="00633842" w:rsidRDefault="00B77E03" w:rsidP="00B77E03">
      <w:pPr>
        <w:pStyle w:val="Centr"/>
        <w:spacing w:before="180" w:after="180"/>
      </w:pPr>
      <w:hyperlink r:id="rId12" w:history="1">
        <w:r w:rsidRPr="00F74CD6">
          <w:rPr>
            <w:rStyle w:val="Lienhypertexte"/>
          </w:rPr>
          <w:t>https://groups.google.com/g/ebooksgratuits</w:t>
        </w:r>
      </w:hyperlink>
    </w:p>
    <w:p w14:paraId="3F86410E" w14:textId="77777777" w:rsidR="00B77E03" w:rsidRPr="00633842" w:rsidRDefault="00B77E03" w:rsidP="00B77E03">
      <w:pPr>
        <w:pStyle w:val="Centr"/>
        <w:spacing w:before="180" w:after="180"/>
      </w:pPr>
      <w:r w:rsidRPr="00633842">
        <w:t>Adresse du site web du groupe :</w:t>
      </w:r>
      <w:r w:rsidRPr="00633842">
        <w:br/>
      </w:r>
      <w:hyperlink r:id="rId13" w:history="1">
        <w:r w:rsidRPr="00B75A96">
          <w:rPr>
            <w:rStyle w:val="Lienhypertexte"/>
            <w:szCs w:val="32"/>
          </w:rPr>
          <w:t>https://www.ebooksgratuits.com/</w:t>
        </w:r>
      </w:hyperlink>
    </w:p>
    <w:p w14:paraId="2294A3EE" w14:textId="77777777" w:rsidR="00B77E03" w:rsidRPr="00633842" w:rsidRDefault="00B77E03" w:rsidP="00B77E03">
      <w:pPr>
        <w:pStyle w:val="Centr"/>
        <w:spacing w:before="180" w:after="180"/>
      </w:pPr>
      <w:r w:rsidRPr="00633842">
        <w:t>—</w:t>
      </w:r>
    </w:p>
    <w:p w14:paraId="2CC068A6" w14:textId="77777777" w:rsidR="00B77E03" w:rsidRPr="00633842" w:rsidRDefault="00B77E03" w:rsidP="00B77E03">
      <w:pPr>
        <w:spacing w:before="180" w:after="180"/>
        <w:ind w:firstLine="0"/>
        <w:jc w:val="center"/>
        <w:rPr>
          <w:b/>
          <w:bCs/>
          <w:szCs w:val="32"/>
        </w:rPr>
      </w:pPr>
      <w:r>
        <w:rPr>
          <w:b/>
          <w:bCs/>
          <w:szCs w:val="32"/>
        </w:rPr>
        <w:t>Juin 2025</w:t>
      </w:r>
    </w:p>
    <w:p w14:paraId="58B85D10" w14:textId="77777777" w:rsidR="00B77E03" w:rsidRPr="00633842" w:rsidRDefault="00B77E03" w:rsidP="00B77E03">
      <w:pPr>
        <w:pStyle w:val="Centr"/>
        <w:spacing w:before="180" w:after="180"/>
      </w:pPr>
      <w:r w:rsidRPr="00633842">
        <w:t>—</w:t>
      </w:r>
    </w:p>
    <w:p w14:paraId="5B0C44FF" w14:textId="77777777" w:rsidR="00B77E03" w:rsidRPr="00633842" w:rsidRDefault="00B77E03" w:rsidP="00B77E03">
      <w:pPr>
        <w:spacing w:before="180" w:after="180"/>
      </w:pPr>
      <w:r w:rsidRPr="00633842">
        <w:t>– </w:t>
      </w:r>
      <w:r w:rsidRPr="00633842">
        <w:rPr>
          <w:b/>
        </w:rPr>
        <w:t>Élaboration de ce livre électronique</w:t>
      </w:r>
      <w:r w:rsidRPr="00633842">
        <w:t> :</w:t>
      </w:r>
    </w:p>
    <w:p w14:paraId="570C9790" w14:textId="77777777" w:rsidR="00B77E03" w:rsidRPr="00633842" w:rsidRDefault="00B77E03" w:rsidP="00B77E03">
      <w:pPr>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t xml:space="preserve"> </w:t>
      </w:r>
      <w:r w:rsidRPr="009E40EB">
        <w:t xml:space="preserve">Fred, Jean-Marc, </w:t>
      </w:r>
      <w:proofErr w:type="spellStart"/>
      <w:r w:rsidRPr="009E40EB">
        <w:t>RobertB</w:t>
      </w:r>
      <w:proofErr w:type="spellEnd"/>
      <w:r>
        <w:t xml:space="preserve">, </w:t>
      </w:r>
      <w:proofErr w:type="spellStart"/>
      <w:r>
        <w:t>Coolmicro</w:t>
      </w:r>
      <w:proofErr w:type="spellEnd"/>
      <w:r>
        <w:t>.</w:t>
      </w:r>
    </w:p>
    <w:p w14:paraId="5FEA3E71" w14:textId="77777777" w:rsidR="00B77E03" w:rsidRPr="00633842" w:rsidRDefault="00B77E03" w:rsidP="00B77E03">
      <w:pPr>
        <w:spacing w:before="180" w:after="180"/>
      </w:pPr>
      <w:r w:rsidRPr="00633842">
        <w:t>– </w:t>
      </w:r>
      <w:r w:rsidRPr="00633842">
        <w:rPr>
          <w:b/>
        </w:rPr>
        <w:t>Dispositions</w:t>
      </w:r>
      <w:r w:rsidRPr="00633842">
        <w:t> :</w:t>
      </w:r>
    </w:p>
    <w:p w14:paraId="62A06425" w14:textId="77777777" w:rsidR="00B77E03" w:rsidRPr="00633842" w:rsidRDefault="00B77E03" w:rsidP="00B77E03">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21E5AC90" w14:textId="77777777" w:rsidR="00B77E03" w:rsidRPr="00633842" w:rsidRDefault="00B77E03" w:rsidP="00B77E03">
      <w:pPr>
        <w:spacing w:before="180" w:after="180"/>
      </w:pPr>
      <w:r w:rsidRPr="00633842">
        <w:t>– </w:t>
      </w:r>
      <w:r w:rsidRPr="00633842">
        <w:rPr>
          <w:b/>
        </w:rPr>
        <w:t>Qualité</w:t>
      </w:r>
      <w:r w:rsidRPr="00633842">
        <w:t> :</w:t>
      </w:r>
    </w:p>
    <w:p w14:paraId="110570B3" w14:textId="77777777" w:rsidR="00B77E03" w:rsidRPr="00633842" w:rsidRDefault="00B77E03" w:rsidP="00B77E03">
      <w:pPr>
        <w:spacing w:before="180" w:after="180"/>
      </w:pPr>
      <w:r w:rsidRPr="00633842">
        <w:t>Les textes sont livrés tels quels sans garantie de leur intégrité parfaite par rapport à l'original. Nous rappelons que c'est un travail d'amateurs non rétribués et que nous essayons de promouvoir la culture littéraire avec de maigres moyens.</w:t>
      </w:r>
    </w:p>
    <w:p w14:paraId="4ACD1393" w14:textId="77777777" w:rsidR="00B77E03" w:rsidRPr="00633842" w:rsidRDefault="00B77E03" w:rsidP="00B77E03">
      <w:pPr>
        <w:spacing w:before="180" w:after="180"/>
        <w:ind w:firstLine="0"/>
        <w:jc w:val="center"/>
        <w:rPr>
          <w:i/>
          <w:iCs/>
          <w:szCs w:val="32"/>
        </w:rPr>
      </w:pPr>
      <w:r w:rsidRPr="00633842">
        <w:rPr>
          <w:i/>
          <w:iCs/>
          <w:szCs w:val="32"/>
        </w:rPr>
        <w:t>Votre aide est la bienvenue !</w:t>
      </w:r>
    </w:p>
    <w:p w14:paraId="3E188834" w14:textId="2A55D1A6" w:rsidR="00033562" w:rsidRPr="00B77E03" w:rsidRDefault="00B77E03" w:rsidP="00B77E03">
      <w:pPr>
        <w:pStyle w:val="Centr"/>
        <w:suppressAutoHyphens/>
        <w:spacing w:before="180" w:after="180"/>
      </w:pPr>
      <w:r w:rsidRPr="00633842">
        <w:t>VOUS POUVEZ NOUS AIDER À FAIRE CONNAÎTRE CES CLASSIQUES LITTÉRAIRES.</w:t>
      </w:r>
    </w:p>
    <w:sectPr w:rsidR="00033562" w:rsidRPr="00B77E03" w:rsidSect="00B77E03">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66C24" w14:textId="77777777" w:rsidR="008E37E1" w:rsidRDefault="008E37E1">
      <w:r>
        <w:separator/>
      </w:r>
    </w:p>
  </w:endnote>
  <w:endnote w:type="continuationSeparator" w:id="0">
    <w:p w14:paraId="132A4315" w14:textId="77777777" w:rsidR="008E37E1" w:rsidRDefault="008E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FFC46" w14:textId="77777777" w:rsidR="0024252B" w:rsidRDefault="0024252B">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D3947" w14:textId="77777777" w:rsidR="0024252B" w:rsidRDefault="0024252B">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871B6A">
      <w:rPr>
        <w:rStyle w:val="Numrodepage"/>
        <w:noProof/>
        <w:sz w:val="30"/>
        <w:szCs w:val="30"/>
      </w:rPr>
      <w:t>13</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9EFAA3" w14:textId="77777777" w:rsidR="008E37E1" w:rsidRDefault="008E37E1">
      <w:r>
        <w:separator/>
      </w:r>
    </w:p>
  </w:footnote>
  <w:footnote w:type="continuationSeparator" w:id="0">
    <w:p w14:paraId="42991379" w14:textId="77777777" w:rsidR="008E37E1" w:rsidRDefault="008E37E1">
      <w:r>
        <w:continuationSeparator/>
      </w:r>
    </w:p>
  </w:footnote>
  <w:footnote w:id="1">
    <w:p w14:paraId="2372A132" w14:textId="3ABBE5CF" w:rsidR="0024252B" w:rsidRDefault="0024252B" w:rsidP="0024252B">
      <w:pPr>
        <w:pStyle w:val="Notedebasdepage"/>
      </w:pPr>
      <w:r>
        <w:rPr>
          <w:rStyle w:val="Appelnotedebasdep"/>
        </w:rPr>
        <w:footnoteRef/>
      </w:r>
      <w:r>
        <w:t xml:space="preserve"> </w:t>
      </w:r>
      <w:r w:rsidRPr="009555FE">
        <w:rPr>
          <w:i/>
        </w:rPr>
        <w:t>Ruolz</w:t>
      </w:r>
      <w:r w:rsidR="00B77E03">
        <w:rPr>
          <w:i/>
        </w:rPr>
        <w:t xml:space="preserve"> : </w:t>
      </w:r>
      <w:r w:rsidRPr="00BF3C52">
        <w:t>métal argenté par galvanoplastie</w:t>
      </w:r>
      <w:r w:rsidR="00B77E03">
        <w:t xml:space="preserve"> (</w:t>
      </w:r>
      <w:r w:rsidRPr="00BF3C52">
        <w:t>argenture par électrolyse</w:t>
      </w:r>
      <w:r w:rsidR="00B77E03">
        <w:t xml:space="preserve">), </w:t>
      </w:r>
      <w:r w:rsidRPr="00BF3C52">
        <w:t>procédé inventé en 1841 par le comte Henri de Ruolz</w:t>
      </w:r>
      <w:r w:rsidR="00B77E03">
        <w:t xml:space="preserve"> (</w:t>
      </w:r>
      <w:r w:rsidRPr="00BF3C52">
        <w:t>1808-1887</w:t>
      </w:r>
      <w:r w:rsidR="00B77E03">
        <w:t>). (</w:t>
      </w:r>
      <w:r w:rsidRPr="00CE435D">
        <w:t xml:space="preserve">Note du correcteur </w:t>
      </w:r>
      <w:proofErr w:type="spellStart"/>
      <w:r w:rsidRPr="009555FE">
        <w:rPr>
          <w:i/>
        </w:rPr>
        <w:t>ELG</w:t>
      </w:r>
      <w:proofErr w:type="spellEnd"/>
      <w:r w:rsidR="00B77E03">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451516180">
    <w:abstractNumId w:val="10"/>
  </w:num>
  <w:num w:numId="2" w16cid:durableId="2089379313">
    <w:abstractNumId w:val="11"/>
  </w:num>
  <w:num w:numId="3" w16cid:durableId="573121894">
    <w:abstractNumId w:val="12"/>
  </w:num>
  <w:num w:numId="4" w16cid:durableId="1853378289">
    <w:abstractNumId w:val="13"/>
  </w:num>
  <w:num w:numId="5" w16cid:durableId="722824617">
    <w:abstractNumId w:val="8"/>
  </w:num>
  <w:num w:numId="6" w16cid:durableId="930552537">
    <w:abstractNumId w:val="3"/>
  </w:num>
  <w:num w:numId="7" w16cid:durableId="983853622">
    <w:abstractNumId w:val="2"/>
  </w:num>
  <w:num w:numId="8" w16cid:durableId="1579824039">
    <w:abstractNumId w:val="1"/>
  </w:num>
  <w:num w:numId="9" w16cid:durableId="1146093998">
    <w:abstractNumId w:val="0"/>
  </w:num>
  <w:num w:numId="10" w16cid:durableId="605236056">
    <w:abstractNumId w:val="9"/>
  </w:num>
  <w:num w:numId="11" w16cid:durableId="354119190">
    <w:abstractNumId w:val="7"/>
  </w:num>
  <w:num w:numId="12" w16cid:durableId="163013886">
    <w:abstractNumId w:val="6"/>
  </w:num>
  <w:num w:numId="13" w16cid:durableId="1134248879">
    <w:abstractNumId w:val="5"/>
  </w:num>
  <w:num w:numId="14" w16cid:durableId="14013643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898"/>
    <w:rsid w:val="000119AC"/>
    <w:rsid w:val="00021C38"/>
    <w:rsid w:val="00033562"/>
    <w:rsid w:val="00066E2D"/>
    <w:rsid w:val="00083AA7"/>
    <w:rsid w:val="000F7024"/>
    <w:rsid w:val="0010298A"/>
    <w:rsid w:val="001135EA"/>
    <w:rsid w:val="0015073B"/>
    <w:rsid w:val="001635FE"/>
    <w:rsid w:val="0017712A"/>
    <w:rsid w:val="001C27E7"/>
    <w:rsid w:val="00203135"/>
    <w:rsid w:val="0024252B"/>
    <w:rsid w:val="00284AF2"/>
    <w:rsid w:val="002E4734"/>
    <w:rsid w:val="002F687A"/>
    <w:rsid w:val="00307B0F"/>
    <w:rsid w:val="00314634"/>
    <w:rsid w:val="00335365"/>
    <w:rsid w:val="00367258"/>
    <w:rsid w:val="003B629B"/>
    <w:rsid w:val="003E2740"/>
    <w:rsid w:val="003F6FF9"/>
    <w:rsid w:val="004275BE"/>
    <w:rsid w:val="004618A4"/>
    <w:rsid w:val="004A619B"/>
    <w:rsid w:val="004E5A4F"/>
    <w:rsid w:val="00511EDA"/>
    <w:rsid w:val="005568B5"/>
    <w:rsid w:val="00576E04"/>
    <w:rsid w:val="005F68D3"/>
    <w:rsid w:val="00636DDA"/>
    <w:rsid w:val="00640C4F"/>
    <w:rsid w:val="006436DD"/>
    <w:rsid w:val="0066247A"/>
    <w:rsid w:val="00703D4D"/>
    <w:rsid w:val="00722EA0"/>
    <w:rsid w:val="007841D8"/>
    <w:rsid w:val="007A353A"/>
    <w:rsid w:val="007B6898"/>
    <w:rsid w:val="007C56AC"/>
    <w:rsid w:val="007D5DE0"/>
    <w:rsid w:val="007E59CD"/>
    <w:rsid w:val="007F5022"/>
    <w:rsid w:val="007F5860"/>
    <w:rsid w:val="0080037E"/>
    <w:rsid w:val="00856DF4"/>
    <w:rsid w:val="00863B07"/>
    <w:rsid w:val="00871B6A"/>
    <w:rsid w:val="008E37E1"/>
    <w:rsid w:val="00923ABB"/>
    <w:rsid w:val="00930A77"/>
    <w:rsid w:val="009B22D0"/>
    <w:rsid w:val="009F5C0F"/>
    <w:rsid w:val="00A85A91"/>
    <w:rsid w:val="00AB06F6"/>
    <w:rsid w:val="00AB50BE"/>
    <w:rsid w:val="00AD5354"/>
    <w:rsid w:val="00B34F25"/>
    <w:rsid w:val="00B75778"/>
    <w:rsid w:val="00B77E03"/>
    <w:rsid w:val="00BD0C07"/>
    <w:rsid w:val="00C14063"/>
    <w:rsid w:val="00CC6861"/>
    <w:rsid w:val="00D02BDE"/>
    <w:rsid w:val="00D80434"/>
    <w:rsid w:val="00D9756D"/>
    <w:rsid w:val="00DF43DD"/>
    <w:rsid w:val="00E30FAD"/>
    <w:rsid w:val="00E531E5"/>
    <w:rsid w:val="00E847C9"/>
    <w:rsid w:val="00F73D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AEFCE0"/>
  <w15:chartTrackingRefBased/>
  <w15:docId w15:val="{172EBD39-C04D-4CCA-8F2A-5FB1944E1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35EA"/>
    <w:pPr>
      <w:spacing w:before="240" w:after="240"/>
      <w:ind w:firstLine="680"/>
      <w:jc w:val="both"/>
    </w:pPr>
    <w:rPr>
      <w:rFonts w:ascii="Amasis30" w:hAnsi="Amasis30"/>
      <w:sz w:val="36"/>
      <w:szCs w:val="24"/>
    </w:rPr>
  </w:style>
  <w:style w:type="paragraph" w:styleId="Titre1">
    <w:name w:val="heading 1"/>
    <w:basedOn w:val="Normal"/>
    <w:next w:val="Normal"/>
    <w:qFormat/>
    <w:rsid w:val="001135EA"/>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1135EA"/>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1135EA"/>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1135EA"/>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semiHidden/>
    <w:rsid w:val="001135EA"/>
  </w:style>
  <w:style w:type="character" w:styleId="Lienhypertexte">
    <w:name w:val="Hyperlink"/>
    <w:uiPriority w:val="99"/>
    <w:rsid w:val="001135EA"/>
    <w:rPr>
      <w:rFonts w:ascii="Amasis30" w:hAnsi="Amasis30"/>
      <w:color w:val="004080"/>
      <w:u w:val="single"/>
    </w:rPr>
  </w:style>
  <w:style w:type="paragraph" w:styleId="Explorateurdedocuments">
    <w:name w:val="Document Map"/>
    <w:basedOn w:val="Normal"/>
    <w:semiHidden/>
    <w:rsid w:val="001135EA"/>
    <w:pPr>
      <w:shd w:val="clear" w:color="auto" w:fill="000080"/>
    </w:pPr>
    <w:rPr>
      <w:rFonts w:ascii="Tahoma" w:hAnsi="Tahoma" w:cs="Tahoma"/>
    </w:rPr>
  </w:style>
  <w:style w:type="paragraph" w:styleId="TM1">
    <w:name w:val="toc 1"/>
    <w:basedOn w:val="Normal"/>
    <w:next w:val="Normal"/>
    <w:autoRedefine/>
    <w:uiPriority w:val="39"/>
    <w:rsid w:val="001135EA"/>
    <w:pPr>
      <w:tabs>
        <w:tab w:val="right" w:leader="dot" w:pos="9639"/>
      </w:tabs>
      <w:spacing w:before="180" w:after="180"/>
      <w:ind w:firstLine="0"/>
      <w:jc w:val="left"/>
    </w:pPr>
    <w:rPr>
      <w:bCs/>
      <w:iCs/>
      <w:noProof/>
      <w:color w:val="000080"/>
      <w:szCs w:val="28"/>
    </w:rPr>
  </w:style>
  <w:style w:type="paragraph" w:styleId="En-tte">
    <w:name w:val="header"/>
    <w:basedOn w:val="Normal"/>
    <w:rsid w:val="001135EA"/>
    <w:pPr>
      <w:tabs>
        <w:tab w:val="center" w:pos="4536"/>
        <w:tab w:val="right" w:pos="9072"/>
      </w:tabs>
    </w:pPr>
  </w:style>
  <w:style w:type="paragraph" w:styleId="Pieddepage">
    <w:name w:val="footer"/>
    <w:basedOn w:val="Normal"/>
    <w:rsid w:val="001135EA"/>
    <w:pPr>
      <w:tabs>
        <w:tab w:val="center" w:pos="4536"/>
        <w:tab w:val="right" w:pos="9072"/>
      </w:tabs>
      <w:ind w:firstLine="0"/>
      <w:jc w:val="center"/>
    </w:pPr>
    <w:rPr>
      <w:sz w:val="32"/>
    </w:rPr>
  </w:style>
  <w:style w:type="character" w:styleId="Numrodepage">
    <w:name w:val="page number"/>
    <w:basedOn w:val="Policepardfaut"/>
    <w:rsid w:val="001135EA"/>
  </w:style>
  <w:style w:type="paragraph" w:styleId="TM2">
    <w:name w:val="toc 2"/>
    <w:basedOn w:val="Normal"/>
    <w:next w:val="Normal"/>
    <w:autoRedefine/>
    <w:uiPriority w:val="39"/>
    <w:rsid w:val="001135EA"/>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1135EA"/>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1135EA"/>
    <w:pPr>
      <w:ind w:left="780"/>
    </w:pPr>
  </w:style>
  <w:style w:type="paragraph" w:styleId="TM5">
    <w:name w:val="toc 5"/>
    <w:basedOn w:val="Normal"/>
    <w:next w:val="Normal"/>
    <w:autoRedefine/>
    <w:semiHidden/>
    <w:rsid w:val="001135EA"/>
    <w:pPr>
      <w:ind w:left="1040"/>
    </w:pPr>
  </w:style>
  <w:style w:type="paragraph" w:styleId="TM6">
    <w:name w:val="toc 6"/>
    <w:basedOn w:val="Normal"/>
    <w:next w:val="Normal"/>
    <w:autoRedefine/>
    <w:semiHidden/>
    <w:rsid w:val="001135EA"/>
    <w:pPr>
      <w:ind w:left="1300"/>
    </w:pPr>
  </w:style>
  <w:style w:type="paragraph" w:styleId="TM7">
    <w:name w:val="toc 7"/>
    <w:basedOn w:val="Normal"/>
    <w:next w:val="Normal"/>
    <w:autoRedefine/>
    <w:semiHidden/>
    <w:rsid w:val="001135EA"/>
    <w:pPr>
      <w:ind w:left="1560"/>
    </w:pPr>
  </w:style>
  <w:style w:type="paragraph" w:styleId="TM8">
    <w:name w:val="toc 8"/>
    <w:basedOn w:val="Normal"/>
    <w:next w:val="Normal"/>
    <w:autoRedefine/>
    <w:semiHidden/>
    <w:rsid w:val="001135EA"/>
    <w:pPr>
      <w:ind w:left="1820"/>
    </w:pPr>
  </w:style>
  <w:style w:type="paragraph" w:styleId="TM9">
    <w:name w:val="toc 9"/>
    <w:basedOn w:val="Normal"/>
    <w:next w:val="Normal"/>
    <w:autoRedefine/>
    <w:semiHidden/>
    <w:rsid w:val="001135EA"/>
    <w:pPr>
      <w:ind w:left="2080"/>
    </w:pPr>
  </w:style>
  <w:style w:type="paragraph" w:styleId="Retraitcorpsdetexte">
    <w:name w:val="Body Text Indent"/>
    <w:basedOn w:val="Normal"/>
    <w:pPr>
      <w:jc w:val="center"/>
    </w:pPr>
    <w:rPr>
      <w:rFonts w:ascii="Arial" w:hAnsi="Arial"/>
    </w:rPr>
  </w:style>
  <w:style w:type="character" w:styleId="Appelnotedebasdep">
    <w:name w:val="footnote reference"/>
    <w:qFormat/>
    <w:rsid w:val="001135EA"/>
    <w:rPr>
      <w:rFonts w:ascii="Amasis30" w:hAnsi="Amasis30"/>
      <w:b/>
      <w:sz w:val="36"/>
      <w:vertAlign w:val="superscript"/>
    </w:rPr>
  </w:style>
  <w:style w:type="paragraph" w:styleId="Notedebasdepage">
    <w:name w:val="footnote text"/>
    <w:basedOn w:val="Taille-1Normal"/>
    <w:qFormat/>
    <w:rsid w:val="001135EA"/>
    <w:rPr>
      <w:szCs w:val="30"/>
    </w:rPr>
  </w:style>
  <w:style w:type="paragraph" w:styleId="Retraitcorpsdetexte3">
    <w:name w:val="Body Text Indent 3"/>
    <w:basedOn w:val="Normal"/>
    <w:pPr>
      <w:ind w:left="540" w:firstLine="27"/>
    </w:pPr>
    <w:rPr>
      <w:rFonts w:ascii="Helvetica" w:hAnsi="Helvetica"/>
      <w:color w:val="000000"/>
      <w:sz w:val="20"/>
    </w:rPr>
  </w:style>
  <w:style w:type="paragraph" w:customStyle="1" w:styleId="Auteur">
    <w:name w:val="Auteur"/>
    <w:basedOn w:val="Normal"/>
    <w:rsid w:val="001135EA"/>
    <w:pPr>
      <w:spacing w:before="0" w:after="1800"/>
      <w:ind w:right="851" w:firstLine="0"/>
      <w:jc w:val="right"/>
    </w:pPr>
    <w:rPr>
      <w:sz w:val="48"/>
    </w:rPr>
  </w:style>
  <w:style w:type="paragraph" w:customStyle="1" w:styleId="Titrelivre">
    <w:name w:val="Titre_livre"/>
    <w:basedOn w:val="Normal"/>
    <w:rsid w:val="001135EA"/>
    <w:pPr>
      <w:spacing w:before="0" w:after="1200"/>
      <w:ind w:left="2268" w:right="851" w:firstLine="0"/>
      <w:jc w:val="right"/>
    </w:pPr>
    <w:rPr>
      <w:b/>
      <w:bCs/>
      <w:sz w:val="72"/>
    </w:rPr>
  </w:style>
  <w:style w:type="paragraph" w:customStyle="1" w:styleId="Soustitrelivre">
    <w:name w:val="Sous_titre_livre"/>
    <w:basedOn w:val="Normal"/>
    <w:rsid w:val="001135EA"/>
    <w:pPr>
      <w:spacing w:before="0" w:after="2160"/>
      <w:ind w:left="2268" w:right="851" w:firstLine="0"/>
      <w:jc w:val="right"/>
    </w:pPr>
    <w:rPr>
      <w:bCs/>
      <w:sz w:val="44"/>
      <w:szCs w:val="36"/>
    </w:rPr>
  </w:style>
  <w:style w:type="paragraph" w:customStyle="1" w:styleId="Aproposdispositions">
    <w:name w:val="A_propos_dispositions"/>
    <w:basedOn w:val="Normal"/>
    <w:pPr>
      <w:ind w:left="567" w:firstLine="0"/>
    </w:pPr>
    <w:rPr>
      <w:sz w:val="30"/>
    </w:rPr>
  </w:style>
  <w:style w:type="paragraph" w:customStyle="1" w:styleId="Photoauteur">
    <w:name w:val="Photo_auteur"/>
    <w:basedOn w:val="Normal"/>
    <w:rsid w:val="001135EA"/>
    <w:pPr>
      <w:spacing w:after="1080"/>
      <w:ind w:left="2268" w:firstLine="0"/>
      <w:jc w:val="center"/>
    </w:pPr>
    <w:rPr>
      <w:noProof/>
    </w:rPr>
  </w:style>
  <w:style w:type="paragraph" w:customStyle="1" w:styleId="DateSortie">
    <w:name w:val="Date_Sortie"/>
    <w:basedOn w:val="Normal"/>
    <w:rsid w:val="001135EA"/>
    <w:pPr>
      <w:spacing w:before="0" w:after="0"/>
      <w:ind w:right="1418" w:firstLine="0"/>
      <w:jc w:val="right"/>
    </w:pPr>
    <w:rPr>
      <w:bCs/>
      <w:sz w:val="40"/>
    </w:rPr>
  </w:style>
  <w:style w:type="paragraph" w:customStyle="1" w:styleId="Titretablematires">
    <w:name w:val="Titre table matières"/>
    <w:basedOn w:val="Normal"/>
    <w:rsid w:val="001135EA"/>
    <w:pPr>
      <w:pBdr>
        <w:top w:val="single" w:sz="8" w:space="1" w:color="auto"/>
        <w:bottom w:val="single" w:sz="8" w:space="1" w:color="auto"/>
      </w:pBdr>
      <w:ind w:left="2552" w:right="2552" w:firstLine="0"/>
      <w:jc w:val="center"/>
    </w:pPr>
    <w:rPr>
      <w:bCs/>
    </w:rPr>
  </w:style>
  <w:style w:type="paragraph" w:customStyle="1" w:styleId="StyleCentr">
    <w:name w:val="Style Centré"/>
    <w:basedOn w:val="Normal"/>
    <w:rsid w:val="0024252B"/>
    <w:pPr>
      <w:ind w:firstLine="0"/>
      <w:jc w:val="center"/>
    </w:pPr>
  </w:style>
  <w:style w:type="paragraph" w:customStyle="1" w:styleId="StyleDroite">
    <w:name w:val="Style Droite"/>
    <w:basedOn w:val="Normal"/>
    <w:rsid w:val="0024252B"/>
    <w:pPr>
      <w:ind w:firstLine="0"/>
      <w:jc w:val="right"/>
    </w:pPr>
  </w:style>
  <w:style w:type="character" w:styleId="Marquedecommentaire">
    <w:name w:val="annotation reference"/>
    <w:basedOn w:val="Policepardfaut"/>
    <w:semiHidden/>
    <w:rsid w:val="009B22D0"/>
    <w:rPr>
      <w:sz w:val="16"/>
      <w:szCs w:val="16"/>
    </w:rPr>
  </w:style>
  <w:style w:type="paragraph" w:styleId="Commentaire">
    <w:name w:val="annotation text"/>
    <w:basedOn w:val="Normal"/>
    <w:semiHidden/>
    <w:rsid w:val="009B22D0"/>
    <w:rPr>
      <w:sz w:val="20"/>
      <w:szCs w:val="20"/>
    </w:rPr>
  </w:style>
  <w:style w:type="paragraph" w:styleId="Objetducommentaire">
    <w:name w:val="annotation subject"/>
    <w:basedOn w:val="Commentaire"/>
    <w:next w:val="Commentaire"/>
    <w:semiHidden/>
    <w:rsid w:val="009B22D0"/>
    <w:rPr>
      <w:b/>
      <w:bCs/>
    </w:rPr>
  </w:style>
  <w:style w:type="paragraph" w:styleId="Textedebulles">
    <w:name w:val="Balloon Text"/>
    <w:basedOn w:val="Normal"/>
    <w:semiHidden/>
    <w:rsid w:val="009B22D0"/>
    <w:rPr>
      <w:rFonts w:ascii="Tahoma" w:hAnsi="Tahoma" w:cs="Tahoma"/>
      <w:sz w:val="16"/>
      <w:szCs w:val="16"/>
    </w:rPr>
  </w:style>
  <w:style w:type="paragraph" w:styleId="Rvision">
    <w:name w:val="Revision"/>
    <w:hidden/>
    <w:uiPriority w:val="99"/>
    <w:semiHidden/>
    <w:rsid w:val="004E5A4F"/>
    <w:rPr>
      <w:rFonts w:ascii="Georgia" w:hAnsi="Georgia"/>
      <w:sz w:val="32"/>
      <w:szCs w:val="24"/>
    </w:rPr>
  </w:style>
  <w:style w:type="paragraph" w:customStyle="1" w:styleId="Centr">
    <w:name w:val="Centré"/>
    <w:basedOn w:val="Normal"/>
    <w:rsid w:val="001135EA"/>
    <w:pPr>
      <w:ind w:firstLine="0"/>
      <w:jc w:val="center"/>
    </w:pPr>
    <w:rPr>
      <w:szCs w:val="20"/>
    </w:rPr>
  </w:style>
  <w:style w:type="paragraph" w:customStyle="1" w:styleId="NormalSansIndent">
    <w:name w:val="NormalSansIndent"/>
    <w:basedOn w:val="Normal"/>
    <w:rsid w:val="001135EA"/>
    <w:pPr>
      <w:ind w:firstLine="0"/>
    </w:pPr>
    <w:rPr>
      <w:szCs w:val="20"/>
    </w:rPr>
  </w:style>
  <w:style w:type="paragraph" w:customStyle="1" w:styleId="NormalSolidaire">
    <w:name w:val="NormalSolidaire"/>
    <w:basedOn w:val="Normal"/>
    <w:qFormat/>
    <w:rsid w:val="001135EA"/>
    <w:pPr>
      <w:keepNext/>
    </w:pPr>
  </w:style>
  <w:style w:type="paragraph" w:customStyle="1" w:styleId="NormalSautPageAvant">
    <w:name w:val="NormalSautPageAvant"/>
    <w:basedOn w:val="Normal"/>
    <w:qFormat/>
    <w:rsid w:val="001135EA"/>
    <w:pPr>
      <w:pageBreakBefore/>
    </w:pPr>
  </w:style>
  <w:style w:type="paragraph" w:customStyle="1" w:styleId="NormalEspAvtGrand">
    <w:name w:val="NormalEspAvtGrand"/>
    <w:basedOn w:val="Normal"/>
    <w:rsid w:val="001135EA"/>
    <w:pPr>
      <w:spacing w:before="2640"/>
    </w:pPr>
    <w:rPr>
      <w:szCs w:val="20"/>
    </w:rPr>
  </w:style>
  <w:style w:type="paragraph" w:customStyle="1" w:styleId="CentrEspAvt0">
    <w:name w:val="CentréEspAvt0"/>
    <w:basedOn w:val="Centr"/>
    <w:next w:val="CentrEspAvt0EspApr0"/>
    <w:rsid w:val="001135EA"/>
    <w:pPr>
      <w:spacing w:before="0"/>
    </w:pPr>
  </w:style>
  <w:style w:type="paragraph" w:customStyle="1" w:styleId="CentrEspApr0">
    <w:name w:val="CentréEspApr0"/>
    <w:basedOn w:val="Centr"/>
    <w:next w:val="Normal"/>
    <w:rsid w:val="001135EA"/>
    <w:pPr>
      <w:spacing w:after="0"/>
    </w:pPr>
  </w:style>
  <w:style w:type="paragraph" w:customStyle="1" w:styleId="CentrEspAvt0EspApr0">
    <w:name w:val="CentréEspAvt0EspApr0"/>
    <w:basedOn w:val="Centr"/>
    <w:rsid w:val="001135EA"/>
    <w:pPr>
      <w:spacing w:before="0" w:after="0"/>
    </w:pPr>
  </w:style>
  <w:style w:type="paragraph" w:customStyle="1" w:styleId="Droite">
    <w:name w:val="Droite"/>
    <w:basedOn w:val="Normal"/>
    <w:next w:val="Normal"/>
    <w:rsid w:val="001135EA"/>
    <w:pPr>
      <w:ind w:firstLine="0"/>
      <w:jc w:val="right"/>
    </w:pPr>
    <w:rPr>
      <w:szCs w:val="20"/>
    </w:rPr>
  </w:style>
  <w:style w:type="paragraph" w:customStyle="1" w:styleId="DroiteRetraitGauche1X">
    <w:name w:val="DroiteRetraitGauche1X"/>
    <w:basedOn w:val="Droite"/>
    <w:next w:val="Normal"/>
    <w:rsid w:val="001135EA"/>
    <w:pPr>
      <w:ind w:left="680"/>
    </w:pPr>
  </w:style>
  <w:style w:type="paragraph" w:customStyle="1" w:styleId="DroiteRetraitGauche2X">
    <w:name w:val="DroiteRetraitGauche2X"/>
    <w:basedOn w:val="Droite"/>
    <w:next w:val="Normal"/>
    <w:rsid w:val="001135EA"/>
    <w:pPr>
      <w:ind w:left="1361"/>
    </w:pPr>
  </w:style>
  <w:style w:type="paragraph" w:customStyle="1" w:styleId="DroiteRetraitGauche3X">
    <w:name w:val="DroiteRetraitGauche3X"/>
    <w:basedOn w:val="Droite"/>
    <w:next w:val="Normal"/>
    <w:rsid w:val="001135EA"/>
    <w:pPr>
      <w:ind w:left="2041"/>
    </w:pPr>
  </w:style>
  <w:style w:type="paragraph" w:customStyle="1" w:styleId="DroiteRetraitGauche4X">
    <w:name w:val="DroiteRetraitGauche4X"/>
    <w:basedOn w:val="Droite"/>
    <w:next w:val="Normal"/>
    <w:rsid w:val="001135EA"/>
    <w:pPr>
      <w:ind w:left="2722"/>
    </w:pPr>
  </w:style>
  <w:style w:type="paragraph" w:customStyle="1" w:styleId="Taille-1Normal">
    <w:name w:val="Taille-1Normal"/>
    <w:basedOn w:val="Normal"/>
    <w:rsid w:val="001135EA"/>
    <w:rPr>
      <w:sz w:val="32"/>
      <w:szCs w:val="28"/>
    </w:rPr>
  </w:style>
  <w:style w:type="paragraph" w:customStyle="1" w:styleId="Taille-1RetraitGauche1X">
    <w:name w:val="Taille-1RetraitGauche1X"/>
    <w:basedOn w:val="Taille-1Normal"/>
    <w:rsid w:val="001135EA"/>
    <w:pPr>
      <w:ind w:left="680"/>
    </w:pPr>
    <w:rPr>
      <w:szCs w:val="20"/>
    </w:rPr>
  </w:style>
  <w:style w:type="paragraph" w:customStyle="1" w:styleId="Taille-1RetraitGauche2X">
    <w:name w:val="Taille-1RetraitGauche2X"/>
    <w:basedOn w:val="Taille-1Normal"/>
    <w:rsid w:val="001135EA"/>
    <w:pPr>
      <w:ind w:left="1361"/>
    </w:pPr>
    <w:rPr>
      <w:szCs w:val="20"/>
    </w:rPr>
  </w:style>
  <w:style w:type="paragraph" w:customStyle="1" w:styleId="Taille-1RetraitGauche3X">
    <w:name w:val="Taille-1RetraitGauche3X"/>
    <w:basedOn w:val="Taille-1Normal"/>
    <w:rsid w:val="001135EA"/>
    <w:pPr>
      <w:ind w:left="2041"/>
    </w:pPr>
    <w:rPr>
      <w:szCs w:val="20"/>
    </w:rPr>
  </w:style>
  <w:style w:type="paragraph" w:customStyle="1" w:styleId="Taille-1RetraitGauche1XIndent0">
    <w:name w:val="Taille-1RetraitGauche1XIndent0"/>
    <w:basedOn w:val="Taille-1RetraitGauche1X"/>
    <w:rsid w:val="001135EA"/>
    <w:pPr>
      <w:ind w:firstLine="0"/>
    </w:pPr>
  </w:style>
  <w:style w:type="paragraph" w:customStyle="1" w:styleId="Taille-1RetraitGauche2XIndent0">
    <w:name w:val="Taille-1RetraitGauche2XIndent0"/>
    <w:basedOn w:val="Taille-1RetraitGauche2X"/>
    <w:rsid w:val="001135EA"/>
    <w:pPr>
      <w:ind w:firstLine="0"/>
    </w:pPr>
  </w:style>
  <w:style w:type="paragraph" w:customStyle="1" w:styleId="Taille-1RetraitGauche3XIndent0">
    <w:name w:val="Taille-1RetraitGauche3XIndent0"/>
    <w:basedOn w:val="Taille-1RetraitGauche3X"/>
    <w:rsid w:val="001135EA"/>
    <w:pPr>
      <w:ind w:firstLine="0"/>
    </w:pPr>
  </w:style>
  <w:style w:type="paragraph" w:customStyle="1" w:styleId="Taille-1RetraitGauche4XIndent0">
    <w:name w:val="Taille-1RetraitGauche4XIndent0"/>
    <w:basedOn w:val="Taille-1Normal"/>
    <w:rsid w:val="001135EA"/>
    <w:pPr>
      <w:ind w:left="2722" w:firstLine="0"/>
    </w:pPr>
    <w:rPr>
      <w:szCs w:val="20"/>
    </w:rPr>
  </w:style>
  <w:style w:type="paragraph" w:customStyle="1" w:styleId="NormalRetraitGauche1X">
    <w:name w:val="NormalRetraitGauche1X"/>
    <w:basedOn w:val="Normal"/>
    <w:rsid w:val="001135EA"/>
    <w:pPr>
      <w:ind w:left="680"/>
    </w:pPr>
    <w:rPr>
      <w:szCs w:val="20"/>
    </w:rPr>
  </w:style>
  <w:style w:type="paragraph" w:customStyle="1" w:styleId="NormalRetraitGauche2X">
    <w:name w:val="NormalRetraitGauche2X"/>
    <w:basedOn w:val="Normal"/>
    <w:rsid w:val="001135EA"/>
    <w:pPr>
      <w:ind w:left="1361"/>
    </w:pPr>
    <w:rPr>
      <w:szCs w:val="20"/>
    </w:rPr>
  </w:style>
  <w:style w:type="paragraph" w:customStyle="1" w:styleId="NormalRetraitGauche3X">
    <w:name w:val="NormalRetraitGauche3X"/>
    <w:basedOn w:val="Normal"/>
    <w:rsid w:val="001135EA"/>
    <w:pPr>
      <w:ind w:left="2041"/>
    </w:pPr>
    <w:rPr>
      <w:szCs w:val="20"/>
    </w:rPr>
  </w:style>
  <w:style w:type="paragraph" w:customStyle="1" w:styleId="NormalRetraitGauche1XIndent0">
    <w:name w:val="NormalRetraitGauche1XIndent0"/>
    <w:basedOn w:val="NormalRetraitGauche1X"/>
    <w:rsid w:val="001135EA"/>
    <w:pPr>
      <w:ind w:firstLine="0"/>
    </w:pPr>
  </w:style>
  <w:style w:type="paragraph" w:customStyle="1" w:styleId="NormalRetraitGauche2XIndent0">
    <w:name w:val="NormalRetraitGauche2XIndent0"/>
    <w:basedOn w:val="NormalRetraitGauche2X"/>
    <w:rsid w:val="001135EA"/>
    <w:pPr>
      <w:ind w:firstLine="0"/>
    </w:pPr>
  </w:style>
  <w:style w:type="paragraph" w:customStyle="1" w:styleId="NormalRetraitGauche3XIndent0">
    <w:name w:val="NormalRetraitGauche3XIndent0"/>
    <w:basedOn w:val="NormalRetraitGauche3X"/>
    <w:rsid w:val="001135EA"/>
    <w:pPr>
      <w:ind w:firstLine="0"/>
    </w:pPr>
  </w:style>
  <w:style w:type="paragraph" w:customStyle="1" w:styleId="NormalRetraitGauche4XIndent0">
    <w:name w:val="NormalRetraitGauche4XIndent0"/>
    <w:basedOn w:val="Normal"/>
    <w:rsid w:val="001135EA"/>
    <w:pPr>
      <w:ind w:left="2722" w:firstLine="0"/>
    </w:pPr>
    <w:rPr>
      <w:szCs w:val="20"/>
    </w:rPr>
  </w:style>
  <w:style w:type="paragraph" w:styleId="Notedefin">
    <w:name w:val="endnote text"/>
    <w:basedOn w:val="Taille-1Normal"/>
    <w:link w:val="NotedefinCar"/>
    <w:uiPriority w:val="99"/>
    <w:semiHidden/>
    <w:unhideWhenUsed/>
    <w:qFormat/>
    <w:rsid w:val="001135EA"/>
    <w:rPr>
      <w:szCs w:val="20"/>
      <w:lang w:val="x-none" w:eastAsia="x-none"/>
    </w:rPr>
  </w:style>
  <w:style w:type="character" w:customStyle="1" w:styleId="NotedefinCar">
    <w:name w:val="Note de fin Car"/>
    <w:link w:val="Notedefin"/>
    <w:uiPriority w:val="99"/>
    <w:semiHidden/>
    <w:rsid w:val="001135EA"/>
    <w:rPr>
      <w:rFonts w:ascii="Amasis30" w:hAnsi="Amasis30"/>
      <w:sz w:val="32"/>
      <w:lang w:val="x-none" w:eastAsia="x-none"/>
    </w:rPr>
  </w:style>
  <w:style w:type="character" w:styleId="Appeldenotedefin">
    <w:name w:val="endnote reference"/>
    <w:uiPriority w:val="99"/>
    <w:unhideWhenUsed/>
    <w:qFormat/>
    <w:rsid w:val="001135EA"/>
    <w:rPr>
      <w:rFonts w:ascii="Amasis30" w:hAnsi="Amasis30"/>
      <w:b/>
      <w:sz w:val="36"/>
      <w:vertAlign w:val="superscript"/>
    </w:rPr>
  </w:style>
  <w:style w:type="paragraph" w:customStyle="1" w:styleId="NormalSuspendu1X">
    <w:name w:val="NormalSuspendu1X"/>
    <w:basedOn w:val="Normal"/>
    <w:rsid w:val="001135EA"/>
    <w:pPr>
      <w:ind w:left="680" w:hanging="680"/>
    </w:pPr>
    <w:rPr>
      <w:szCs w:val="20"/>
    </w:rPr>
  </w:style>
  <w:style w:type="paragraph" w:customStyle="1" w:styleId="NormalSuspendu1XRetrait1X">
    <w:name w:val="NormalSuspendu1XRetrait1X"/>
    <w:basedOn w:val="Normal"/>
    <w:rsid w:val="001135EA"/>
    <w:pPr>
      <w:ind w:left="1360" w:hanging="680"/>
    </w:pPr>
  </w:style>
  <w:style w:type="paragraph" w:customStyle="1" w:styleId="NormalEspAvt0EspApr0">
    <w:name w:val="NormalEspAvt0EspApr0"/>
    <w:basedOn w:val="Normal"/>
    <w:rsid w:val="001135EA"/>
    <w:pPr>
      <w:spacing w:before="0" w:after="0"/>
    </w:pPr>
    <w:rPr>
      <w:szCs w:val="20"/>
    </w:rPr>
  </w:style>
  <w:style w:type="paragraph" w:customStyle="1" w:styleId="NormalSuspendu1XRetrait2X">
    <w:name w:val="NormalSuspendu1XRetrait2X"/>
    <w:basedOn w:val="Normal"/>
    <w:rsid w:val="001135EA"/>
    <w:pPr>
      <w:ind w:left="2041" w:hanging="680"/>
    </w:pPr>
  </w:style>
  <w:style w:type="paragraph" w:customStyle="1" w:styleId="NormalSuspendu1XRetrait3X">
    <w:name w:val="NormalSuspendu1XRetrait3X"/>
    <w:basedOn w:val="Normal"/>
    <w:rsid w:val="001135EA"/>
    <w:pPr>
      <w:ind w:left="2721" w:hanging="680"/>
    </w:pPr>
    <w:rPr>
      <w:szCs w:val="20"/>
    </w:rPr>
  </w:style>
  <w:style w:type="paragraph" w:customStyle="1" w:styleId="NormalSuspendu1XRetrait4X">
    <w:name w:val="NormalSuspendu1XRetrait4X"/>
    <w:basedOn w:val="Normal"/>
    <w:rsid w:val="001135EA"/>
    <w:pPr>
      <w:ind w:left="3402" w:hanging="680"/>
    </w:pPr>
    <w:rPr>
      <w:szCs w:val="20"/>
    </w:rPr>
  </w:style>
  <w:style w:type="character" w:customStyle="1" w:styleId="Taille-1Caracteres">
    <w:name w:val="Taille-1Caracteres"/>
    <w:qFormat/>
    <w:rsid w:val="001135EA"/>
    <w:rPr>
      <w:sz w:val="32"/>
      <w:szCs w:val="20"/>
    </w:rPr>
  </w:style>
  <w:style w:type="paragraph" w:customStyle="1" w:styleId="Etoile">
    <w:name w:val="Etoile"/>
    <w:basedOn w:val="Normal"/>
    <w:qFormat/>
    <w:rsid w:val="001135EA"/>
    <w:pPr>
      <w:ind w:firstLine="0"/>
      <w:jc w:val="center"/>
    </w:pPr>
    <w:rPr>
      <w:b/>
      <w:sz w:val="40"/>
      <w:szCs w:val="28"/>
    </w:rPr>
  </w:style>
  <w:style w:type="paragraph" w:customStyle="1" w:styleId="Taille-1Suspendu1XRetrait1XEsp0">
    <w:name w:val="Taille-1Suspendu1XRetrait1XEsp0"/>
    <w:basedOn w:val="Taille-1RetraitGauche1X"/>
    <w:qFormat/>
    <w:rsid w:val="001135EA"/>
    <w:pPr>
      <w:spacing w:before="0" w:after="0"/>
      <w:ind w:left="1360" w:hanging="680"/>
    </w:pPr>
  </w:style>
  <w:style w:type="character" w:styleId="Mentionnonrsolue">
    <w:name w:val="Unresolved Mention"/>
    <w:uiPriority w:val="99"/>
    <w:semiHidden/>
    <w:unhideWhenUsed/>
    <w:rsid w:val="001135EA"/>
    <w:rPr>
      <w:color w:val="605E5C"/>
      <w:shd w:val="clear" w:color="auto" w:fill="E1DFDD"/>
    </w:rPr>
  </w:style>
  <w:style w:type="paragraph" w:customStyle="1" w:styleId="Taille-1Suspendu1XRetrait2XEsp0">
    <w:name w:val="Taille-1Suspendu1XRetrait2XEsp0"/>
    <w:basedOn w:val="Taille-1RetraitGauche2X"/>
    <w:qFormat/>
    <w:rsid w:val="001135EA"/>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1135EA"/>
    <w:pPr>
      <w:spacing w:before="0" w:after="0"/>
    </w:pPr>
  </w:style>
  <w:style w:type="paragraph" w:customStyle="1" w:styleId="NormalSuspendu1XEsp0">
    <w:name w:val="NormalSuspendu1XEsp0"/>
    <w:basedOn w:val="NormalSuspendu1X"/>
    <w:qFormat/>
    <w:rsid w:val="001135EA"/>
    <w:pPr>
      <w:spacing w:before="0" w:after="0"/>
    </w:pPr>
  </w:style>
  <w:style w:type="paragraph" w:customStyle="1" w:styleId="NormalSuspendu1XRetrait2XEsp0">
    <w:name w:val="NormalSuspendu1XRetrait2XEsp0"/>
    <w:basedOn w:val="NormalSuspendu1XRetrait2X"/>
    <w:qFormat/>
    <w:rsid w:val="001135EA"/>
    <w:pPr>
      <w:spacing w:before="0" w:after="0"/>
    </w:pPr>
  </w:style>
  <w:style w:type="paragraph" w:customStyle="1" w:styleId="ParagrapheVideNormal">
    <w:name w:val="ParagrapheVideNormal"/>
    <w:basedOn w:val="Normal"/>
    <w:next w:val="Normal"/>
    <w:qFormat/>
    <w:rsid w:val="001135EA"/>
  </w:style>
  <w:style w:type="paragraph" w:customStyle="1" w:styleId="ParagrapheVideNormal2">
    <w:name w:val="ParagrapheVideNormal2"/>
    <w:basedOn w:val="ParagrapheVideNormal"/>
    <w:next w:val="Normal"/>
    <w:qFormat/>
    <w:rsid w:val="001135EA"/>
  </w:style>
  <w:style w:type="paragraph" w:customStyle="1" w:styleId="Image">
    <w:name w:val="Image"/>
    <w:basedOn w:val="Centr"/>
    <w:next w:val="Normal"/>
    <w:qFormat/>
    <w:rsid w:val="001135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booksgratuit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oups.google.com/g/ebooksgratui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670FCE-2E1A-4A7C-A88E-37B00CA98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35</TotalTime>
  <Pages>1</Pages>
  <Words>110462</Words>
  <Characters>607543</Characters>
  <Application>Microsoft Office Word</Application>
  <DocSecurity>0</DocSecurity>
  <Lines>5062</Lines>
  <Paragraphs>1433</Paragraphs>
  <ScaleCrop>false</ScaleCrop>
  <HeadingPairs>
    <vt:vector size="2" baseType="variant">
      <vt:variant>
        <vt:lpstr>Titre</vt:lpstr>
      </vt:variant>
      <vt:variant>
        <vt:i4>1</vt:i4>
      </vt:variant>
    </vt:vector>
  </HeadingPairs>
  <TitlesOfParts>
    <vt:vector size="1" baseType="lpstr">
      <vt:lpstr>La Vie infernale - Tome II</vt:lpstr>
    </vt:vector>
  </TitlesOfParts>
  <Company>Ebooks libres et gratuits</Company>
  <LinksUpToDate>false</LinksUpToDate>
  <CharactersWithSpaces>716572</CharactersWithSpaces>
  <SharedDoc>false</SharedDoc>
  <HyperlinkBase/>
  <HLinks>
    <vt:vector size="138" baseType="variant">
      <vt:variant>
        <vt:i4>2293820</vt:i4>
      </vt:variant>
      <vt:variant>
        <vt:i4>132</vt:i4>
      </vt:variant>
      <vt:variant>
        <vt:i4>0</vt:i4>
      </vt:variant>
      <vt:variant>
        <vt:i4>5</vt:i4>
      </vt:variant>
      <vt:variant>
        <vt:lpwstr>http://www.ebooksgratuits.com/</vt:lpwstr>
      </vt:variant>
      <vt:variant>
        <vt:lpwstr/>
      </vt:variant>
      <vt:variant>
        <vt:i4>7929972</vt:i4>
      </vt:variant>
      <vt:variant>
        <vt:i4>129</vt:i4>
      </vt:variant>
      <vt:variant>
        <vt:i4>0</vt:i4>
      </vt:variant>
      <vt:variant>
        <vt:i4>5</vt:i4>
      </vt:variant>
      <vt:variant>
        <vt:lpwstr>http://fr.groups.yahoo.com/group/ebooksgratuits</vt:lpwstr>
      </vt:variant>
      <vt:variant>
        <vt:lpwstr/>
      </vt:variant>
      <vt:variant>
        <vt:i4>1900592</vt:i4>
      </vt:variant>
      <vt:variant>
        <vt:i4>122</vt:i4>
      </vt:variant>
      <vt:variant>
        <vt:i4>0</vt:i4>
      </vt:variant>
      <vt:variant>
        <vt:i4>5</vt:i4>
      </vt:variant>
      <vt:variant>
        <vt:lpwstr/>
      </vt:variant>
      <vt:variant>
        <vt:lpwstr>_Toc259731890</vt:lpwstr>
      </vt:variant>
      <vt:variant>
        <vt:i4>1835056</vt:i4>
      </vt:variant>
      <vt:variant>
        <vt:i4>116</vt:i4>
      </vt:variant>
      <vt:variant>
        <vt:i4>0</vt:i4>
      </vt:variant>
      <vt:variant>
        <vt:i4>5</vt:i4>
      </vt:variant>
      <vt:variant>
        <vt:lpwstr/>
      </vt:variant>
      <vt:variant>
        <vt:lpwstr>_Toc259731889</vt:lpwstr>
      </vt:variant>
      <vt:variant>
        <vt:i4>1835056</vt:i4>
      </vt:variant>
      <vt:variant>
        <vt:i4>110</vt:i4>
      </vt:variant>
      <vt:variant>
        <vt:i4>0</vt:i4>
      </vt:variant>
      <vt:variant>
        <vt:i4>5</vt:i4>
      </vt:variant>
      <vt:variant>
        <vt:lpwstr/>
      </vt:variant>
      <vt:variant>
        <vt:lpwstr>_Toc259731888</vt:lpwstr>
      </vt:variant>
      <vt:variant>
        <vt:i4>1835056</vt:i4>
      </vt:variant>
      <vt:variant>
        <vt:i4>104</vt:i4>
      </vt:variant>
      <vt:variant>
        <vt:i4>0</vt:i4>
      </vt:variant>
      <vt:variant>
        <vt:i4>5</vt:i4>
      </vt:variant>
      <vt:variant>
        <vt:lpwstr/>
      </vt:variant>
      <vt:variant>
        <vt:lpwstr>_Toc259731887</vt:lpwstr>
      </vt:variant>
      <vt:variant>
        <vt:i4>1835056</vt:i4>
      </vt:variant>
      <vt:variant>
        <vt:i4>98</vt:i4>
      </vt:variant>
      <vt:variant>
        <vt:i4>0</vt:i4>
      </vt:variant>
      <vt:variant>
        <vt:i4>5</vt:i4>
      </vt:variant>
      <vt:variant>
        <vt:lpwstr/>
      </vt:variant>
      <vt:variant>
        <vt:lpwstr>_Toc259731886</vt:lpwstr>
      </vt:variant>
      <vt:variant>
        <vt:i4>1835056</vt:i4>
      </vt:variant>
      <vt:variant>
        <vt:i4>92</vt:i4>
      </vt:variant>
      <vt:variant>
        <vt:i4>0</vt:i4>
      </vt:variant>
      <vt:variant>
        <vt:i4>5</vt:i4>
      </vt:variant>
      <vt:variant>
        <vt:lpwstr/>
      </vt:variant>
      <vt:variant>
        <vt:lpwstr>_Toc259731885</vt:lpwstr>
      </vt:variant>
      <vt:variant>
        <vt:i4>1835056</vt:i4>
      </vt:variant>
      <vt:variant>
        <vt:i4>86</vt:i4>
      </vt:variant>
      <vt:variant>
        <vt:i4>0</vt:i4>
      </vt:variant>
      <vt:variant>
        <vt:i4>5</vt:i4>
      </vt:variant>
      <vt:variant>
        <vt:lpwstr/>
      </vt:variant>
      <vt:variant>
        <vt:lpwstr>_Toc259731884</vt:lpwstr>
      </vt:variant>
      <vt:variant>
        <vt:i4>1835056</vt:i4>
      </vt:variant>
      <vt:variant>
        <vt:i4>80</vt:i4>
      </vt:variant>
      <vt:variant>
        <vt:i4>0</vt:i4>
      </vt:variant>
      <vt:variant>
        <vt:i4>5</vt:i4>
      </vt:variant>
      <vt:variant>
        <vt:lpwstr/>
      </vt:variant>
      <vt:variant>
        <vt:lpwstr>_Toc259731883</vt:lpwstr>
      </vt:variant>
      <vt:variant>
        <vt:i4>1835056</vt:i4>
      </vt:variant>
      <vt:variant>
        <vt:i4>74</vt:i4>
      </vt:variant>
      <vt:variant>
        <vt:i4>0</vt:i4>
      </vt:variant>
      <vt:variant>
        <vt:i4>5</vt:i4>
      </vt:variant>
      <vt:variant>
        <vt:lpwstr/>
      </vt:variant>
      <vt:variant>
        <vt:lpwstr>_Toc259731882</vt:lpwstr>
      </vt:variant>
      <vt:variant>
        <vt:i4>1835056</vt:i4>
      </vt:variant>
      <vt:variant>
        <vt:i4>68</vt:i4>
      </vt:variant>
      <vt:variant>
        <vt:i4>0</vt:i4>
      </vt:variant>
      <vt:variant>
        <vt:i4>5</vt:i4>
      </vt:variant>
      <vt:variant>
        <vt:lpwstr/>
      </vt:variant>
      <vt:variant>
        <vt:lpwstr>_Toc259731881</vt:lpwstr>
      </vt:variant>
      <vt:variant>
        <vt:i4>1835056</vt:i4>
      </vt:variant>
      <vt:variant>
        <vt:i4>62</vt:i4>
      </vt:variant>
      <vt:variant>
        <vt:i4>0</vt:i4>
      </vt:variant>
      <vt:variant>
        <vt:i4>5</vt:i4>
      </vt:variant>
      <vt:variant>
        <vt:lpwstr/>
      </vt:variant>
      <vt:variant>
        <vt:lpwstr>_Toc259731880</vt:lpwstr>
      </vt:variant>
      <vt:variant>
        <vt:i4>1245232</vt:i4>
      </vt:variant>
      <vt:variant>
        <vt:i4>56</vt:i4>
      </vt:variant>
      <vt:variant>
        <vt:i4>0</vt:i4>
      </vt:variant>
      <vt:variant>
        <vt:i4>5</vt:i4>
      </vt:variant>
      <vt:variant>
        <vt:lpwstr/>
      </vt:variant>
      <vt:variant>
        <vt:lpwstr>_Toc259731879</vt:lpwstr>
      </vt:variant>
      <vt:variant>
        <vt:i4>1245232</vt:i4>
      </vt:variant>
      <vt:variant>
        <vt:i4>50</vt:i4>
      </vt:variant>
      <vt:variant>
        <vt:i4>0</vt:i4>
      </vt:variant>
      <vt:variant>
        <vt:i4>5</vt:i4>
      </vt:variant>
      <vt:variant>
        <vt:lpwstr/>
      </vt:variant>
      <vt:variant>
        <vt:lpwstr>_Toc259731878</vt:lpwstr>
      </vt:variant>
      <vt:variant>
        <vt:i4>1245232</vt:i4>
      </vt:variant>
      <vt:variant>
        <vt:i4>44</vt:i4>
      </vt:variant>
      <vt:variant>
        <vt:i4>0</vt:i4>
      </vt:variant>
      <vt:variant>
        <vt:i4>5</vt:i4>
      </vt:variant>
      <vt:variant>
        <vt:lpwstr/>
      </vt:variant>
      <vt:variant>
        <vt:lpwstr>_Toc259731877</vt:lpwstr>
      </vt:variant>
      <vt:variant>
        <vt:i4>1245232</vt:i4>
      </vt:variant>
      <vt:variant>
        <vt:i4>38</vt:i4>
      </vt:variant>
      <vt:variant>
        <vt:i4>0</vt:i4>
      </vt:variant>
      <vt:variant>
        <vt:i4>5</vt:i4>
      </vt:variant>
      <vt:variant>
        <vt:lpwstr/>
      </vt:variant>
      <vt:variant>
        <vt:lpwstr>_Toc259731876</vt:lpwstr>
      </vt:variant>
      <vt:variant>
        <vt:i4>1245232</vt:i4>
      </vt:variant>
      <vt:variant>
        <vt:i4>32</vt:i4>
      </vt:variant>
      <vt:variant>
        <vt:i4>0</vt:i4>
      </vt:variant>
      <vt:variant>
        <vt:i4>5</vt:i4>
      </vt:variant>
      <vt:variant>
        <vt:lpwstr/>
      </vt:variant>
      <vt:variant>
        <vt:lpwstr>_Toc259731875</vt:lpwstr>
      </vt:variant>
      <vt:variant>
        <vt:i4>1245232</vt:i4>
      </vt:variant>
      <vt:variant>
        <vt:i4>26</vt:i4>
      </vt:variant>
      <vt:variant>
        <vt:i4>0</vt:i4>
      </vt:variant>
      <vt:variant>
        <vt:i4>5</vt:i4>
      </vt:variant>
      <vt:variant>
        <vt:lpwstr/>
      </vt:variant>
      <vt:variant>
        <vt:lpwstr>_Toc259731874</vt:lpwstr>
      </vt:variant>
      <vt:variant>
        <vt:i4>1245232</vt:i4>
      </vt:variant>
      <vt:variant>
        <vt:i4>20</vt:i4>
      </vt:variant>
      <vt:variant>
        <vt:i4>0</vt:i4>
      </vt:variant>
      <vt:variant>
        <vt:i4>5</vt:i4>
      </vt:variant>
      <vt:variant>
        <vt:lpwstr/>
      </vt:variant>
      <vt:variant>
        <vt:lpwstr>_Toc259731873</vt:lpwstr>
      </vt:variant>
      <vt:variant>
        <vt:i4>1245232</vt:i4>
      </vt:variant>
      <vt:variant>
        <vt:i4>14</vt:i4>
      </vt:variant>
      <vt:variant>
        <vt:i4>0</vt:i4>
      </vt:variant>
      <vt:variant>
        <vt:i4>5</vt:i4>
      </vt:variant>
      <vt:variant>
        <vt:lpwstr/>
      </vt:variant>
      <vt:variant>
        <vt:lpwstr>_Toc259731872</vt:lpwstr>
      </vt:variant>
      <vt:variant>
        <vt:i4>1245232</vt:i4>
      </vt:variant>
      <vt:variant>
        <vt:i4>8</vt:i4>
      </vt:variant>
      <vt:variant>
        <vt:i4>0</vt:i4>
      </vt:variant>
      <vt:variant>
        <vt:i4>5</vt:i4>
      </vt:variant>
      <vt:variant>
        <vt:lpwstr/>
      </vt:variant>
      <vt:variant>
        <vt:lpwstr>_Toc259731871</vt:lpwstr>
      </vt:variant>
      <vt:variant>
        <vt:i4>1245232</vt:i4>
      </vt:variant>
      <vt:variant>
        <vt:i4>2</vt:i4>
      </vt:variant>
      <vt:variant>
        <vt:i4>0</vt:i4>
      </vt:variant>
      <vt:variant>
        <vt:i4>5</vt:i4>
      </vt:variant>
      <vt:variant>
        <vt:lpwstr/>
      </vt:variant>
      <vt:variant>
        <vt:lpwstr>_Toc259731870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Vie infernale - Tome II</dc:title>
  <dc:subject>Romans</dc:subject>
  <dc:creator>Émile Gaboriau</dc:creator>
  <cp:keywords/>
  <dc:description>Orpheline, Marguerite est recueillie le comte de Chalusse. Ce dernier, semblant vouloir échapper à un mystérieux poursuivant, entraîne Marguerite dans le sud de la France, puis en Italie, pour finalement revenir s'installer à Paris. Secrètement amoureuse et aimée de Pascal Férailleur, un jeune et brillant avocat, Marguerite est promise en mariage au marquis de Valorsay. Un soir, le comte décède d'une attaque d'apoplexie. Durant cette même nuit, Pascal Férailleur est accusé de tricher aux cartes, il est déshonoré et devra quitter le barreau. Chez le compte, deux millions de Francs disparaissent et le testament du comte est introuvable : que va devenir Marguerite ? Épousera-t-elle l'élu de son coeur ou celui qu'elle exècre?</dc:description>
  <cp:lastModifiedBy>Cool Micro</cp:lastModifiedBy>
  <cp:revision>7</cp:revision>
  <cp:lastPrinted>2025-06-28T15:07:00Z</cp:lastPrinted>
  <dcterms:created xsi:type="dcterms:W3CDTF">2025-06-28T14:26:00Z</dcterms:created>
  <dcterms:modified xsi:type="dcterms:W3CDTF">2025-06-28T15:08:00Z</dcterms:modified>
  <cp:category>Romans</cp:category>
</cp:coreProperties>
</file>